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48BF0" w14:textId="77777777" w:rsidR="006D4449" w:rsidRDefault="006D4449" w:rsidP="006D4449">
      <w:r>
        <w:rPr>
          <w:noProof/>
        </w:rPr>
        <w:drawing>
          <wp:inline distT="0" distB="0" distL="0" distR="0" wp14:anchorId="672BAC02" wp14:editId="1172A80A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4449">
        <w:t xml:space="preserve"> </w:t>
      </w:r>
      <w:r>
        <w:t>Elemental Composition Report</w:t>
      </w:r>
    </w:p>
    <w:p w14:paraId="27C955A6" w14:textId="77777777" w:rsidR="006D4449" w:rsidRDefault="006D4449" w:rsidP="006D4449"/>
    <w:p w14:paraId="71E78483" w14:textId="77777777" w:rsidR="006D4449" w:rsidRDefault="006D4449" w:rsidP="006D4449">
      <w:r>
        <w:t>Single Mass Analysis</w:t>
      </w:r>
    </w:p>
    <w:p w14:paraId="59D3932B" w14:textId="77777777" w:rsidR="006D4449" w:rsidRDefault="006D4449" w:rsidP="006D4449">
      <w:r>
        <w:t>Tolerance = 7.0 PPM   /   DBE: min = -1.5, max = 100.0</w:t>
      </w:r>
    </w:p>
    <w:p w14:paraId="24C1C2F2" w14:textId="77777777" w:rsidR="006D4449" w:rsidRDefault="006D4449" w:rsidP="006D4449">
      <w:r>
        <w:t xml:space="preserve">Element prediction: Off </w:t>
      </w:r>
    </w:p>
    <w:p w14:paraId="38608E17" w14:textId="77777777" w:rsidR="006D4449" w:rsidRDefault="006D4449" w:rsidP="006D4449">
      <w:r>
        <w:t>Number of isotope peaks used for i-FIT = 3</w:t>
      </w:r>
    </w:p>
    <w:p w14:paraId="6B37C977" w14:textId="77777777" w:rsidR="006D4449" w:rsidRDefault="006D4449" w:rsidP="006D4449"/>
    <w:p w14:paraId="5638D483" w14:textId="77777777" w:rsidR="006D4449" w:rsidRDefault="006D4449" w:rsidP="006D4449">
      <w:r>
        <w:t>Monoisotopic Mass, Even Electron Ions</w:t>
      </w:r>
    </w:p>
    <w:p w14:paraId="5D3D9036" w14:textId="77777777" w:rsidR="006D4449" w:rsidRDefault="006D4449" w:rsidP="006D4449">
      <w:r>
        <w:t>321 formula(e) evaluated with 1 results within limits (all results (up to 1000) for each mass)</w:t>
      </w:r>
    </w:p>
    <w:p w14:paraId="1DD253AB" w14:textId="77777777" w:rsidR="006D4449" w:rsidRDefault="006D4449" w:rsidP="006D4449">
      <w:r>
        <w:t>Elements Used:</w:t>
      </w:r>
    </w:p>
    <w:p w14:paraId="28E077C0" w14:textId="77777777" w:rsidR="006D4449" w:rsidRDefault="006D4449" w:rsidP="006D4449">
      <w:r>
        <w:t xml:space="preserve">C: 22-22    H: 0-100    N: 0-10    O: 0-14    Na: 0-1    </w:t>
      </w:r>
    </w:p>
    <w:p w14:paraId="465ED62B" w14:textId="77777777" w:rsidR="006D4449" w:rsidRDefault="006D4449" w:rsidP="006D4449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3F4B0C28" w14:textId="77777777" w:rsidR="006D4449" w:rsidRDefault="006D4449" w:rsidP="006D4449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7.0      </w:t>
      </w:r>
      <w:r>
        <w:tab/>
        <w:t>100.0</w:t>
      </w:r>
    </w:p>
    <w:p w14:paraId="3D1E40E2" w14:textId="77777777" w:rsidR="006D4449" w:rsidRDefault="006D4449" w:rsidP="006D4449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14:paraId="4CABFC96" w14:textId="77777777" w:rsidR="00595483" w:rsidRDefault="006D4449" w:rsidP="006D4449">
      <w:r>
        <w:t xml:space="preserve">370.2018   </w:t>
      </w:r>
      <w:r>
        <w:tab/>
        <w:t xml:space="preserve">370.2018       </w:t>
      </w:r>
      <w:r>
        <w:tab/>
        <w:t xml:space="preserve">0.0      </w:t>
      </w:r>
      <w:r>
        <w:tab/>
        <w:t xml:space="preserve">0.0      </w:t>
      </w:r>
      <w:r>
        <w:tab/>
        <w:t xml:space="preserve">9.5      </w:t>
      </w:r>
      <w:r>
        <w:tab/>
        <w:t xml:space="preserve">266.5      </w:t>
      </w:r>
      <w:r>
        <w:tab/>
        <w:t xml:space="preserve">0.0          </w:t>
      </w:r>
      <w:r>
        <w:tab/>
        <w:t>C22  H28  N  O4</w:t>
      </w:r>
    </w:p>
    <w:p w14:paraId="7D05E233" w14:textId="77777777" w:rsidR="006D4449" w:rsidRDefault="006D4449" w:rsidP="006D4449"/>
    <w:p w14:paraId="65C3CB51" w14:textId="77777777" w:rsidR="006D4449" w:rsidRDefault="006D4449" w:rsidP="006D4449">
      <w:r>
        <w:t>153.4075</w:t>
      </w:r>
      <w:r>
        <w:tab/>
        <w:t>3.038e0</w:t>
      </w:r>
    </w:p>
    <w:p w14:paraId="235BC7F5" w14:textId="77777777" w:rsidR="006D4449" w:rsidRDefault="006D4449" w:rsidP="006D4449">
      <w:r>
        <w:t>153.4300</w:t>
      </w:r>
      <w:r>
        <w:tab/>
        <w:t>1.013e0</w:t>
      </w:r>
    </w:p>
    <w:p w14:paraId="1312BA34" w14:textId="77777777" w:rsidR="006D4449" w:rsidRDefault="006D4449" w:rsidP="006D4449">
      <w:r>
        <w:t>153.4435</w:t>
      </w:r>
      <w:r>
        <w:tab/>
        <w:t>1.013e0</w:t>
      </w:r>
    </w:p>
    <w:p w14:paraId="507E1935" w14:textId="77777777" w:rsidR="006D4449" w:rsidRDefault="006D4449" w:rsidP="006D4449">
      <w:r>
        <w:t>153.4576</w:t>
      </w:r>
      <w:r>
        <w:tab/>
        <w:t>1.013e0</w:t>
      </w:r>
    </w:p>
    <w:p w14:paraId="1099E890" w14:textId="77777777" w:rsidR="006D4449" w:rsidRDefault="006D4449" w:rsidP="006D4449">
      <w:r>
        <w:lastRenderedPageBreak/>
        <w:t>153.4670</w:t>
      </w:r>
      <w:r>
        <w:tab/>
        <w:t>1.013e0</w:t>
      </w:r>
    </w:p>
    <w:p w14:paraId="7B7B9BC6" w14:textId="77777777" w:rsidR="006D4449" w:rsidRDefault="006D4449" w:rsidP="006D4449">
      <w:r>
        <w:t>153.4736</w:t>
      </w:r>
      <w:r>
        <w:tab/>
        <w:t>2.025e0</w:t>
      </w:r>
    </w:p>
    <w:p w14:paraId="5013F55D" w14:textId="77777777" w:rsidR="006D4449" w:rsidRDefault="006D4449" w:rsidP="006D4449">
      <w:r>
        <w:t>153.4780</w:t>
      </w:r>
      <w:r>
        <w:tab/>
        <w:t>2.715e0</w:t>
      </w:r>
    </w:p>
    <w:p w14:paraId="28B8C322" w14:textId="77777777" w:rsidR="006D4449" w:rsidRDefault="006D4449" w:rsidP="006D4449">
      <w:r>
        <w:t>153.4828</w:t>
      </w:r>
      <w:r>
        <w:tab/>
        <w:t>2.025e0</w:t>
      </w:r>
    </w:p>
    <w:p w14:paraId="5322BABB" w14:textId="77777777" w:rsidR="006D4449" w:rsidRDefault="006D4449" w:rsidP="006D4449">
      <w:r>
        <w:t>153.5003</w:t>
      </w:r>
      <w:r>
        <w:tab/>
        <w:t>1.013e0</w:t>
      </w:r>
    </w:p>
    <w:p w14:paraId="7662676E" w14:textId="77777777" w:rsidR="006D4449" w:rsidRDefault="006D4449" w:rsidP="006D4449">
      <w:r>
        <w:t>153.5200</w:t>
      </w:r>
      <w:r>
        <w:tab/>
        <w:t>1.013e0</w:t>
      </w:r>
    </w:p>
    <w:p w14:paraId="3826DC73" w14:textId="77777777" w:rsidR="006D4449" w:rsidRDefault="006D4449" w:rsidP="006D4449">
      <w:r>
        <w:t>153.5443</w:t>
      </w:r>
      <w:r>
        <w:tab/>
        <w:t>1.215e1</w:t>
      </w:r>
    </w:p>
    <w:p w14:paraId="45E3FA6C" w14:textId="77777777" w:rsidR="006D4449" w:rsidRDefault="006D4449" w:rsidP="006D4449">
      <w:r>
        <w:t>153.5474</w:t>
      </w:r>
      <w:r>
        <w:tab/>
        <w:t>1.519e1</w:t>
      </w:r>
    </w:p>
    <w:p w14:paraId="560AE87C" w14:textId="77777777" w:rsidR="006D4449" w:rsidRDefault="006D4449" w:rsidP="006D4449">
      <w:r>
        <w:t>153.5523</w:t>
      </w:r>
      <w:r>
        <w:tab/>
        <w:t>7.089e0</w:t>
      </w:r>
    </w:p>
    <w:p w14:paraId="7B85C26C" w14:textId="77777777" w:rsidR="006D4449" w:rsidRDefault="006D4449" w:rsidP="006D4449">
      <w:r>
        <w:t>153.5789</w:t>
      </w:r>
      <w:r>
        <w:tab/>
        <w:t>1.013e0</w:t>
      </w:r>
    </w:p>
    <w:p w14:paraId="5580A038" w14:textId="77777777" w:rsidR="006D4449" w:rsidRDefault="006D4449" w:rsidP="006D4449">
      <w:r>
        <w:t>153.5891</w:t>
      </w:r>
      <w:r>
        <w:tab/>
        <w:t>1.013e0</w:t>
      </w:r>
    </w:p>
    <w:p w14:paraId="428F6F44" w14:textId="77777777" w:rsidR="006D4449" w:rsidRDefault="006D4449" w:rsidP="006D4449">
      <w:r>
        <w:t>153.5991</w:t>
      </w:r>
      <w:r>
        <w:tab/>
        <w:t>1.013e0</w:t>
      </w:r>
    </w:p>
    <w:p w14:paraId="13AC6543" w14:textId="77777777" w:rsidR="006D4449" w:rsidRDefault="006D4449" w:rsidP="006D4449">
      <w:r>
        <w:t>153.6144</w:t>
      </w:r>
      <w:r>
        <w:tab/>
        <w:t>2.025e0</w:t>
      </w:r>
    </w:p>
    <w:p w14:paraId="57B581D9" w14:textId="77777777" w:rsidR="006D4449" w:rsidRDefault="006D4449" w:rsidP="006D4449">
      <w:r>
        <w:t>153.6187</w:t>
      </w:r>
      <w:r>
        <w:tab/>
        <w:t>1.013e0</w:t>
      </w:r>
    </w:p>
    <w:p w14:paraId="694338BF" w14:textId="77777777" w:rsidR="006D4449" w:rsidRDefault="006D4449" w:rsidP="006D4449">
      <w:r>
        <w:t>153.6379</w:t>
      </w:r>
      <w:r>
        <w:tab/>
        <w:t>1.013e0</w:t>
      </w:r>
    </w:p>
    <w:p w14:paraId="52E4EC33" w14:textId="77777777" w:rsidR="006D4449" w:rsidRDefault="006D4449" w:rsidP="006D4449">
      <w:r>
        <w:t>153.6519</w:t>
      </w:r>
      <w:r>
        <w:tab/>
        <w:t>1.013e0</w:t>
      </w:r>
    </w:p>
    <w:p w14:paraId="33464130" w14:textId="77777777" w:rsidR="006D4449" w:rsidRDefault="006D4449" w:rsidP="006D4449">
      <w:r>
        <w:t>153.6547</w:t>
      </w:r>
      <w:r>
        <w:tab/>
        <w:t>1.013e0</w:t>
      </w:r>
    </w:p>
    <w:p w14:paraId="293F8E0E" w14:textId="77777777" w:rsidR="006D4449" w:rsidRDefault="006D4449" w:rsidP="006D4449">
      <w:r>
        <w:t>153.6600</w:t>
      </w:r>
      <w:r>
        <w:tab/>
        <w:t>2.740e0</w:t>
      </w:r>
    </w:p>
    <w:p w14:paraId="06396ABC" w14:textId="77777777" w:rsidR="006D4449" w:rsidRDefault="006D4449" w:rsidP="006D4449">
      <w:r>
        <w:t>153.6677</w:t>
      </w:r>
      <w:r>
        <w:tab/>
        <w:t>2.025e0</w:t>
      </w:r>
    </w:p>
    <w:p w14:paraId="63C051E3" w14:textId="77777777" w:rsidR="006D4449" w:rsidRDefault="006D4449" w:rsidP="006D4449">
      <w:r>
        <w:lastRenderedPageBreak/>
        <w:t>153.6744</w:t>
      </w:r>
      <w:r>
        <w:tab/>
        <w:t>1.013e0</w:t>
      </w:r>
    </w:p>
    <w:p w14:paraId="64125604" w14:textId="77777777" w:rsidR="006D4449" w:rsidRDefault="006D4449" w:rsidP="006D4449">
      <w:r>
        <w:t>153.6940</w:t>
      </w:r>
      <w:r>
        <w:tab/>
        <w:t>1.013e0</w:t>
      </w:r>
    </w:p>
    <w:p w14:paraId="2E7ACE84" w14:textId="77777777" w:rsidR="006D4449" w:rsidRDefault="006D4449" w:rsidP="006D4449">
      <w:r>
        <w:t>153.6980</w:t>
      </w:r>
      <w:r>
        <w:tab/>
        <w:t>2.025e0</w:t>
      </w:r>
    </w:p>
    <w:p w14:paraId="3851697B" w14:textId="77777777" w:rsidR="006D4449" w:rsidRDefault="006D4449" w:rsidP="006D4449">
      <w:r>
        <w:t>153.7075</w:t>
      </w:r>
      <w:r>
        <w:tab/>
        <w:t>1.013e0</w:t>
      </w:r>
    </w:p>
    <w:p w14:paraId="2648711F" w14:textId="77777777" w:rsidR="006D4449" w:rsidRDefault="006D4449" w:rsidP="006D4449">
      <w:r>
        <w:t>153.7096</w:t>
      </w:r>
      <w:r>
        <w:tab/>
        <w:t>2.025e0</w:t>
      </w:r>
    </w:p>
    <w:p w14:paraId="44287925" w14:textId="77777777" w:rsidR="006D4449" w:rsidRDefault="006D4449" w:rsidP="006D4449">
      <w:r>
        <w:t>153.7198</w:t>
      </w:r>
      <w:r>
        <w:tab/>
        <w:t>1.013e0</w:t>
      </w:r>
    </w:p>
    <w:p w14:paraId="5FBC53D6" w14:textId="77777777" w:rsidR="006D4449" w:rsidRDefault="006D4449" w:rsidP="006D4449">
      <w:r>
        <w:t>153.7273</w:t>
      </w:r>
      <w:r>
        <w:tab/>
        <w:t>2.025e0</w:t>
      </w:r>
    </w:p>
    <w:p w14:paraId="56E918F3" w14:textId="77777777" w:rsidR="006D4449" w:rsidRDefault="006D4449" w:rsidP="006D4449">
      <w:r>
        <w:t>153.7340</w:t>
      </w:r>
      <w:r>
        <w:tab/>
        <w:t>2.025e0</w:t>
      </w:r>
    </w:p>
    <w:p w14:paraId="476F04CF" w14:textId="77777777" w:rsidR="006D4449" w:rsidRDefault="006D4449" w:rsidP="006D4449">
      <w:r>
        <w:t>153.7468</w:t>
      </w:r>
      <w:r>
        <w:tab/>
        <w:t>1.013e0</w:t>
      </w:r>
    </w:p>
    <w:p w14:paraId="09184D92" w14:textId="77777777" w:rsidR="006D4449" w:rsidRDefault="006D4449" w:rsidP="006D4449">
      <w:r>
        <w:t>153.7501</w:t>
      </w:r>
      <w:r>
        <w:tab/>
        <w:t>3.038e0</w:t>
      </w:r>
    </w:p>
    <w:p w14:paraId="0464A1C0" w14:textId="77777777" w:rsidR="006D4449" w:rsidRDefault="006D4449" w:rsidP="006D4449">
      <w:r>
        <w:t>153.7667</w:t>
      </w:r>
      <w:r>
        <w:tab/>
        <w:t>1.013e0</w:t>
      </w:r>
    </w:p>
    <w:p w14:paraId="239DEFB6" w14:textId="77777777" w:rsidR="006D4449" w:rsidRDefault="006D4449" w:rsidP="006D4449">
      <w:r>
        <w:t>153.7761</w:t>
      </w:r>
      <w:r>
        <w:tab/>
        <w:t>1.013e0</w:t>
      </w:r>
    </w:p>
    <w:p w14:paraId="7D01CBFD" w14:textId="77777777" w:rsidR="006D4449" w:rsidRDefault="006D4449" w:rsidP="006D4449">
      <w:r>
        <w:t>153.7795</w:t>
      </w:r>
      <w:r>
        <w:tab/>
        <w:t>1.013e0</w:t>
      </w:r>
    </w:p>
    <w:p w14:paraId="48FBB5ED" w14:textId="77777777" w:rsidR="006D4449" w:rsidRDefault="006D4449" w:rsidP="006D4449">
      <w:r>
        <w:t>153.7962</w:t>
      </w:r>
      <w:r>
        <w:tab/>
        <w:t>1.013e0</w:t>
      </w:r>
    </w:p>
    <w:p w14:paraId="7B7F193D" w14:textId="77777777" w:rsidR="006D4449" w:rsidRDefault="006D4449" w:rsidP="006D4449">
      <w:r>
        <w:t>153.8228</w:t>
      </w:r>
      <w:r>
        <w:tab/>
        <w:t>1.013e0</w:t>
      </w:r>
    </w:p>
    <w:p w14:paraId="55F838B0" w14:textId="77777777" w:rsidR="006D4449" w:rsidRDefault="006D4449" w:rsidP="006D4449">
      <w:r>
        <w:t>153.8396</w:t>
      </w:r>
      <w:r>
        <w:tab/>
        <w:t>1.013e0</w:t>
      </w:r>
    </w:p>
    <w:p w14:paraId="2EA397C6" w14:textId="77777777" w:rsidR="006D4449" w:rsidRDefault="006D4449" w:rsidP="006D4449">
      <w:r>
        <w:t>153.8492</w:t>
      </w:r>
      <w:r>
        <w:tab/>
        <w:t>2.025e0</w:t>
      </w:r>
    </w:p>
    <w:p w14:paraId="5502469E" w14:textId="77777777" w:rsidR="006D4449" w:rsidRDefault="006D4449" w:rsidP="006D4449">
      <w:r>
        <w:t>153.8624</w:t>
      </w:r>
      <w:r>
        <w:tab/>
        <w:t>1.013e0</w:t>
      </w:r>
    </w:p>
    <w:p w14:paraId="535C045F" w14:textId="77777777" w:rsidR="006D4449" w:rsidRDefault="006D4449" w:rsidP="006D4449">
      <w:r>
        <w:t>153.8698</w:t>
      </w:r>
      <w:r>
        <w:tab/>
        <w:t>3.038e0</w:t>
      </w:r>
    </w:p>
    <w:p w14:paraId="0C209CB6" w14:textId="77777777" w:rsidR="006D4449" w:rsidRDefault="006D4449" w:rsidP="006D4449">
      <w:r>
        <w:lastRenderedPageBreak/>
        <w:t>153.8784</w:t>
      </w:r>
      <w:r>
        <w:tab/>
        <w:t>1.013e0</w:t>
      </w:r>
    </w:p>
    <w:p w14:paraId="5A28B0AE" w14:textId="77777777" w:rsidR="006D4449" w:rsidRDefault="006D4449" w:rsidP="006D4449">
      <w:r>
        <w:t>153.8851</w:t>
      </w:r>
      <w:r>
        <w:tab/>
        <w:t>2.025e0</w:t>
      </w:r>
    </w:p>
    <w:p w14:paraId="660EF6C0" w14:textId="77777777" w:rsidR="006D4449" w:rsidRDefault="006D4449" w:rsidP="006D4449">
      <w:r>
        <w:t>153.8958</w:t>
      </w:r>
      <w:r>
        <w:tab/>
        <w:t>1.013e0</w:t>
      </w:r>
    </w:p>
    <w:p w14:paraId="671D0109" w14:textId="77777777" w:rsidR="006D4449" w:rsidRDefault="006D4449" w:rsidP="006D4449">
      <w:r>
        <w:t>153.9026</w:t>
      </w:r>
      <w:r>
        <w:tab/>
        <w:t>1.013e0</w:t>
      </w:r>
    </w:p>
    <w:p w14:paraId="5EBD9594" w14:textId="77777777" w:rsidR="006D4449" w:rsidRDefault="006D4449" w:rsidP="006D4449">
      <w:r>
        <w:t>153.9143</w:t>
      </w:r>
      <w:r>
        <w:tab/>
        <w:t>1.013e0</w:t>
      </w:r>
    </w:p>
    <w:p w14:paraId="2A202A68" w14:textId="77777777" w:rsidR="006D4449" w:rsidRDefault="006D4449" w:rsidP="006D4449">
      <w:r>
        <w:t>153.9329</w:t>
      </w:r>
      <w:r>
        <w:tab/>
        <w:t>2.025e0</w:t>
      </w:r>
    </w:p>
    <w:p w14:paraId="2F0790E1" w14:textId="77777777" w:rsidR="006D4449" w:rsidRDefault="006D4449" w:rsidP="006D4449">
      <w:r>
        <w:t>153.9426</w:t>
      </w:r>
      <w:r>
        <w:tab/>
        <w:t>3.038e0</w:t>
      </w:r>
    </w:p>
    <w:p w14:paraId="504DCAF3" w14:textId="77777777" w:rsidR="006D4449" w:rsidRDefault="006D4449" w:rsidP="006D4449">
      <w:r>
        <w:t>153.9453</w:t>
      </w:r>
      <w:r>
        <w:tab/>
        <w:t>1.013e0</w:t>
      </w:r>
    </w:p>
    <w:p w14:paraId="536FA37E" w14:textId="77777777" w:rsidR="006D4449" w:rsidRDefault="006D4449" w:rsidP="006D4449">
      <w:r>
        <w:t>153.9507</w:t>
      </w:r>
      <w:r>
        <w:tab/>
        <w:t>2.025e0</w:t>
      </w:r>
    </w:p>
    <w:p w14:paraId="7CE00318" w14:textId="77777777" w:rsidR="006D4449" w:rsidRDefault="006D4449" w:rsidP="006D4449">
      <w:r>
        <w:t>153.9541</w:t>
      </w:r>
      <w:r>
        <w:tab/>
        <w:t>3.038e0</w:t>
      </w:r>
    </w:p>
    <w:p w14:paraId="38E3A642" w14:textId="77777777" w:rsidR="006D4449" w:rsidRDefault="006D4449" w:rsidP="006D4449">
      <w:r>
        <w:t>154.0241</w:t>
      </w:r>
      <w:r>
        <w:tab/>
        <w:t>1.013e0</w:t>
      </w:r>
    </w:p>
    <w:p w14:paraId="106DF33E" w14:textId="77777777" w:rsidR="006D4449" w:rsidRDefault="006D4449" w:rsidP="006D4449">
      <w:r>
        <w:t>154.0424</w:t>
      </w:r>
      <w:r>
        <w:tab/>
        <w:t>2.828e0</w:t>
      </w:r>
    </w:p>
    <w:p w14:paraId="65194D04" w14:textId="77777777" w:rsidR="006D4449" w:rsidRDefault="006D4449" w:rsidP="006D4449">
      <w:r>
        <w:t>154.0434</w:t>
      </w:r>
      <w:r>
        <w:tab/>
        <w:t>2.431e0</w:t>
      </w:r>
    </w:p>
    <w:p w14:paraId="16AC74D6" w14:textId="77777777" w:rsidR="006D4449" w:rsidRDefault="006D4449" w:rsidP="006D4449">
      <w:r>
        <w:t>154.0448</w:t>
      </w:r>
      <w:r>
        <w:tab/>
        <w:t>1.013e1</w:t>
      </w:r>
    </w:p>
    <w:p w14:paraId="710AFC2C" w14:textId="77777777" w:rsidR="006D4449" w:rsidRDefault="006D4449" w:rsidP="006D4449">
      <w:r>
        <w:t>154.0490</w:t>
      </w:r>
      <w:r>
        <w:tab/>
        <w:t>5.370e0</w:t>
      </w:r>
    </w:p>
    <w:p w14:paraId="4D791A4C" w14:textId="77777777" w:rsidR="006D4449" w:rsidRDefault="006D4449" w:rsidP="006D4449">
      <w:r>
        <w:t>154.0642</w:t>
      </w:r>
      <w:r>
        <w:tab/>
        <w:t>3.376e0</w:t>
      </w:r>
    </w:p>
    <w:p w14:paraId="39F2A842" w14:textId="77777777" w:rsidR="006D4449" w:rsidRDefault="006D4449" w:rsidP="006D4449">
      <w:r>
        <w:t>154.0797</w:t>
      </w:r>
      <w:r>
        <w:tab/>
        <w:t>3.432e0</w:t>
      </w:r>
    </w:p>
    <w:p w14:paraId="2D2DACDE" w14:textId="77777777" w:rsidR="006D4449" w:rsidRDefault="006D4449" w:rsidP="006D4449">
      <w:r>
        <w:t>154.0863</w:t>
      </w:r>
      <w:r>
        <w:tab/>
        <w:t>3.608e0</w:t>
      </w:r>
    </w:p>
    <w:p w14:paraId="4C4D7FAA" w14:textId="77777777" w:rsidR="006D4449" w:rsidRDefault="006D4449" w:rsidP="006D4449">
      <w:r>
        <w:t>154.0931</w:t>
      </w:r>
      <w:r>
        <w:tab/>
        <w:t>1.449e0</w:t>
      </w:r>
    </w:p>
    <w:p w14:paraId="54276D61" w14:textId="77777777" w:rsidR="006D4449" w:rsidRDefault="006D4449" w:rsidP="006D4449">
      <w:r>
        <w:lastRenderedPageBreak/>
        <w:t>154.0942</w:t>
      </w:r>
      <w:r>
        <w:tab/>
        <w:t>5.578e0</w:t>
      </w:r>
    </w:p>
    <w:p w14:paraId="079C0D2A" w14:textId="77777777" w:rsidR="006D4449" w:rsidRDefault="006D4449" w:rsidP="006D4449">
      <w:r>
        <w:t>154.0984</w:t>
      </w:r>
      <w:r>
        <w:tab/>
        <w:t>5.063e0</w:t>
      </w:r>
    </w:p>
    <w:p w14:paraId="08B1BF74" w14:textId="77777777" w:rsidR="006D4449" w:rsidRDefault="006D4449" w:rsidP="006D4449">
      <w:r>
        <w:t>154.1096</w:t>
      </w:r>
      <w:r>
        <w:tab/>
        <w:t>3.988e0</w:t>
      </w:r>
    </w:p>
    <w:p w14:paraId="260A8BA6" w14:textId="77777777" w:rsidR="006D4449" w:rsidRDefault="006D4449" w:rsidP="006D4449">
      <w:r>
        <w:t>154.1294</w:t>
      </w:r>
      <w:r>
        <w:tab/>
        <w:t>1.819e0</w:t>
      </w:r>
    </w:p>
    <w:p w14:paraId="7D9C3638" w14:textId="77777777" w:rsidR="006D4449" w:rsidRDefault="006D4449" w:rsidP="006D4449">
      <w:r>
        <w:t>154.1351</w:t>
      </w:r>
      <w:r>
        <w:tab/>
        <w:t>1.457e0</w:t>
      </w:r>
    </w:p>
    <w:p w14:paraId="6CD8F728" w14:textId="77777777" w:rsidR="006D4449" w:rsidRDefault="006D4449" w:rsidP="006D4449">
      <w:r>
        <w:t>154.1424</w:t>
      </w:r>
      <w:r>
        <w:tab/>
        <w:t>3.038e0</w:t>
      </w:r>
    </w:p>
    <w:p w14:paraId="5A8E9A43" w14:textId="77777777" w:rsidR="006D4449" w:rsidRDefault="006D4449" w:rsidP="006D4449">
      <w:r>
        <w:t>154.1506</w:t>
      </w:r>
      <w:r>
        <w:tab/>
        <w:t>3.038e0</w:t>
      </w:r>
    </w:p>
    <w:p w14:paraId="2BC0E95D" w14:textId="77777777" w:rsidR="006D4449" w:rsidRDefault="006D4449" w:rsidP="006D4449">
      <w:r>
        <w:t>154.1529</w:t>
      </w:r>
      <w:r>
        <w:tab/>
        <w:t>1.013e0</w:t>
      </w:r>
    </w:p>
    <w:p w14:paraId="22C55347" w14:textId="77777777" w:rsidR="006D4449" w:rsidRDefault="006D4449" w:rsidP="006D4449">
      <w:r>
        <w:t>154.1591</w:t>
      </w:r>
      <w:r>
        <w:tab/>
        <w:t>1.013e0</w:t>
      </w:r>
    </w:p>
    <w:p w14:paraId="07189101" w14:textId="77777777" w:rsidR="006D4449" w:rsidRDefault="006D4449" w:rsidP="006D4449">
      <w:r>
        <w:t>154.1759</w:t>
      </w:r>
      <w:r>
        <w:tab/>
        <w:t>3.038e0</w:t>
      </w:r>
    </w:p>
    <w:p w14:paraId="547F8E68" w14:textId="77777777" w:rsidR="006D4449" w:rsidRDefault="006D4449" w:rsidP="006D4449">
      <w:r>
        <w:t>154.1786</w:t>
      </w:r>
      <w:r>
        <w:tab/>
        <w:t>1.013e0</w:t>
      </w:r>
    </w:p>
    <w:p w14:paraId="3C870AB7" w14:textId="77777777" w:rsidR="006D4449" w:rsidRDefault="006D4449" w:rsidP="006D4449">
      <w:r>
        <w:t>154.1993</w:t>
      </w:r>
      <w:r>
        <w:tab/>
        <w:t>1.013e0</w:t>
      </w:r>
    </w:p>
    <w:p w14:paraId="23B2EDA4" w14:textId="77777777" w:rsidR="006D4449" w:rsidRDefault="006D4449" w:rsidP="006D4449">
      <w:r>
        <w:t>154.2147</w:t>
      </w:r>
      <w:r>
        <w:tab/>
        <w:t>1.013e0</w:t>
      </w:r>
    </w:p>
    <w:p w14:paraId="22537A48" w14:textId="77777777" w:rsidR="006D4449" w:rsidRDefault="006D4449" w:rsidP="006D4449">
      <w:r>
        <w:t>154.2204</w:t>
      </w:r>
      <w:r>
        <w:tab/>
        <w:t>2.025e0</w:t>
      </w:r>
    </w:p>
    <w:p w14:paraId="7786DD7E" w14:textId="77777777" w:rsidR="006D4449" w:rsidRDefault="006D4449" w:rsidP="006D4449">
      <w:r>
        <w:t>154.2221</w:t>
      </w:r>
      <w:r>
        <w:tab/>
        <w:t>2.025e0</w:t>
      </w:r>
    </w:p>
    <w:p w14:paraId="0BEC139A" w14:textId="77777777" w:rsidR="006D4449" w:rsidRDefault="006D4449" w:rsidP="006D4449">
      <w:r>
        <w:t>154.2315</w:t>
      </w:r>
      <w:r>
        <w:tab/>
        <w:t>1.013e0</w:t>
      </w:r>
    </w:p>
    <w:p w14:paraId="7AB8B2EA" w14:textId="77777777" w:rsidR="006D4449" w:rsidRDefault="006D4449" w:rsidP="006D4449">
      <w:r>
        <w:t>154.2451</w:t>
      </w:r>
      <w:r>
        <w:tab/>
        <w:t>1.013e0</w:t>
      </w:r>
    </w:p>
    <w:p w14:paraId="1AB4AF26" w14:textId="77777777" w:rsidR="006D4449" w:rsidRDefault="006D4449" w:rsidP="006D4449">
      <w:r>
        <w:t>154.2550</w:t>
      </w:r>
      <w:r>
        <w:tab/>
        <w:t>1.013e0</w:t>
      </w:r>
    </w:p>
    <w:p w14:paraId="20B00D43" w14:textId="77777777" w:rsidR="006D4449" w:rsidRDefault="006D4449" w:rsidP="006D4449">
      <w:r>
        <w:t>154.2665</w:t>
      </w:r>
      <w:r>
        <w:tab/>
        <w:t>2.025e0</w:t>
      </w:r>
    </w:p>
    <w:p w14:paraId="1CF98F9F" w14:textId="77777777" w:rsidR="006D4449" w:rsidRDefault="006D4449" w:rsidP="006D4449">
      <w:r>
        <w:lastRenderedPageBreak/>
        <w:t>154.2733</w:t>
      </w:r>
      <w:r>
        <w:tab/>
        <w:t>2.025e0</w:t>
      </w:r>
    </w:p>
    <w:p w14:paraId="2D0776CB" w14:textId="77777777" w:rsidR="006D4449" w:rsidRDefault="006D4449" w:rsidP="006D4449">
      <w:r>
        <w:t>154.3014</w:t>
      </w:r>
      <w:r>
        <w:tab/>
        <w:t>1.013e0</w:t>
      </w:r>
    </w:p>
    <w:p w14:paraId="12650DC9" w14:textId="77777777" w:rsidR="006D4449" w:rsidRDefault="006D4449" w:rsidP="006D4449">
      <w:r>
        <w:t>154.3109</w:t>
      </w:r>
      <w:r>
        <w:tab/>
        <w:t>1.013e0</w:t>
      </w:r>
    </w:p>
    <w:p w14:paraId="49CE88CC" w14:textId="77777777" w:rsidR="006D4449" w:rsidRDefault="006D4449" w:rsidP="006D4449">
      <w:r>
        <w:t>154.3379</w:t>
      </w:r>
      <w:r>
        <w:tab/>
        <w:t>1.013e0</w:t>
      </w:r>
    </w:p>
    <w:p w14:paraId="1362DD78" w14:textId="77777777" w:rsidR="006D4449" w:rsidRDefault="006D4449" w:rsidP="006D4449">
      <w:r>
        <w:t>154.3460</w:t>
      </w:r>
      <w:r>
        <w:tab/>
        <w:t>2.025e0</w:t>
      </w:r>
    </w:p>
    <w:p w14:paraId="52D6F286" w14:textId="77777777" w:rsidR="006D4449" w:rsidRDefault="006D4449" w:rsidP="006D4449">
      <w:r>
        <w:t>154.3568</w:t>
      </w:r>
      <w:r>
        <w:tab/>
        <w:t>2.025e0</w:t>
      </w:r>
    </w:p>
    <w:p w14:paraId="1B22E5C9" w14:textId="77777777" w:rsidR="006D4449" w:rsidRDefault="006D4449" w:rsidP="006D4449">
      <w:r>
        <w:t>154.3773</w:t>
      </w:r>
      <w:r>
        <w:tab/>
        <w:t>2.025e0</w:t>
      </w:r>
    </w:p>
    <w:p w14:paraId="24D60119" w14:textId="77777777" w:rsidR="006D4449" w:rsidRDefault="006D4449" w:rsidP="006D4449">
      <w:r>
        <w:t>154.3902</w:t>
      </w:r>
      <w:r>
        <w:tab/>
        <w:t>1.013e0</w:t>
      </w:r>
    </w:p>
    <w:p w14:paraId="40F4F4F2" w14:textId="77777777" w:rsidR="006D4449" w:rsidRDefault="006D4449" w:rsidP="006D4449">
      <w:r>
        <w:t>154.4029</w:t>
      </w:r>
      <w:r>
        <w:tab/>
        <w:t>1.013e0</w:t>
      </w:r>
    </w:p>
    <w:p w14:paraId="1065D217" w14:textId="77777777" w:rsidR="006D4449" w:rsidRDefault="006D4449" w:rsidP="006D4449">
      <w:r>
        <w:t>154.4134</w:t>
      </w:r>
      <w:r>
        <w:tab/>
        <w:t>1.013e0</w:t>
      </w:r>
    </w:p>
    <w:p w14:paraId="2D397E98" w14:textId="77777777" w:rsidR="006D4449" w:rsidRDefault="006D4449" w:rsidP="006D4449">
      <w:r>
        <w:t>154.4329</w:t>
      </w:r>
      <w:r>
        <w:tab/>
        <w:t>1.013e0</w:t>
      </w:r>
    </w:p>
    <w:p w14:paraId="11BA5694" w14:textId="77777777" w:rsidR="006D4449" w:rsidRDefault="006D4449" w:rsidP="006D4449">
      <w:r>
        <w:t>154.4370</w:t>
      </w:r>
      <w:r>
        <w:tab/>
        <w:t>1.013e0</w:t>
      </w:r>
    </w:p>
    <w:p w14:paraId="34981893" w14:textId="77777777" w:rsidR="006D4449" w:rsidRDefault="006D4449" w:rsidP="006D4449">
      <w:r>
        <w:t>154.4432</w:t>
      </w:r>
      <w:r>
        <w:tab/>
        <w:t>1.013e0</w:t>
      </w:r>
    </w:p>
    <w:p w14:paraId="49F38AB4" w14:textId="77777777" w:rsidR="006D4449" w:rsidRDefault="006D4449" w:rsidP="006D4449">
      <w:r>
        <w:t>154.4663</w:t>
      </w:r>
      <w:r>
        <w:tab/>
        <w:t>1.013e0</w:t>
      </w:r>
    </w:p>
    <w:p w14:paraId="1F1D0A49" w14:textId="77777777" w:rsidR="006D4449" w:rsidRDefault="006D4449" w:rsidP="006D4449">
      <w:r>
        <w:t>154.4899</w:t>
      </w:r>
      <w:r>
        <w:tab/>
        <w:t>1.013e0</w:t>
      </w:r>
    </w:p>
    <w:p w14:paraId="382065C4" w14:textId="77777777" w:rsidR="006D4449" w:rsidRDefault="006D4449" w:rsidP="006D4449">
      <w:r>
        <w:t>154.4915</w:t>
      </w:r>
      <w:r>
        <w:tab/>
        <w:t>3.038e0</w:t>
      </w:r>
    </w:p>
    <w:p w14:paraId="4DECE279" w14:textId="77777777" w:rsidR="006D4449" w:rsidRDefault="006D4449" w:rsidP="006D4449">
      <w:r>
        <w:t>154.4953</w:t>
      </w:r>
      <w:r>
        <w:tab/>
        <w:t>2.025e0</w:t>
      </w:r>
    </w:p>
    <w:p w14:paraId="13B926BC" w14:textId="77777777" w:rsidR="006D4449" w:rsidRDefault="006D4449" w:rsidP="006D4449">
      <w:r>
        <w:t>154.5091</w:t>
      </w:r>
      <w:r>
        <w:tab/>
        <w:t>1.013e0</w:t>
      </w:r>
    </w:p>
    <w:p w14:paraId="410FA78E" w14:textId="77777777" w:rsidR="006D4449" w:rsidRDefault="006D4449" w:rsidP="006D4449">
      <w:r>
        <w:t>154.5121</w:t>
      </w:r>
      <w:r>
        <w:tab/>
        <w:t>2.025e0</w:t>
      </w:r>
    </w:p>
    <w:p w14:paraId="109BC157" w14:textId="77777777" w:rsidR="006D4449" w:rsidRDefault="006D4449" w:rsidP="006D4449">
      <w:r>
        <w:lastRenderedPageBreak/>
        <w:t>154.5327</w:t>
      </w:r>
      <w:r>
        <w:tab/>
        <w:t>1.013e0</w:t>
      </w:r>
    </w:p>
    <w:p w14:paraId="4254D669" w14:textId="77777777" w:rsidR="006D4449" w:rsidRDefault="006D4449" w:rsidP="006D4449">
      <w:r>
        <w:t>154.5354</w:t>
      </w:r>
      <w:r>
        <w:tab/>
        <w:t>1.013e0</w:t>
      </w:r>
    </w:p>
    <w:p w14:paraId="4BB24FA3" w14:textId="77777777" w:rsidR="006D4449" w:rsidRDefault="006D4449" w:rsidP="006D4449">
      <w:r>
        <w:t>154.5411</w:t>
      </w:r>
      <w:r>
        <w:tab/>
        <w:t>2.025e0</w:t>
      </w:r>
    </w:p>
    <w:p w14:paraId="12A603B9" w14:textId="77777777" w:rsidR="006D4449" w:rsidRDefault="006D4449" w:rsidP="006D4449">
      <w:r>
        <w:t>154.5554</w:t>
      </w:r>
      <w:r>
        <w:tab/>
        <w:t>1.013e0</w:t>
      </w:r>
    </w:p>
    <w:p w14:paraId="05E98C14" w14:textId="77777777" w:rsidR="006D4449" w:rsidRDefault="006D4449" w:rsidP="006D4449">
      <w:r>
        <w:t>154.5614</w:t>
      </w:r>
      <w:r>
        <w:tab/>
        <w:t>3.039e0</w:t>
      </w:r>
    </w:p>
    <w:p w14:paraId="6BAF93C2" w14:textId="77777777" w:rsidR="006D4449" w:rsidRDefault="006D4449" w:rsidP="006D4449">
      <w:r>
        <w:t>154.5654</w:t>
      </w:r>
      <w:r>
        <w:tab/>
        <w:t>1.013e0</w:t>
      </w:r>
    </w:p>
    <w:p w14:paraId="49C47808" w14:textId="77777777" w:rsidR="006D4449" w:rsidRDefault="006D4449" w:rsidP="006D4449">
      <w:r>
        <w:t>154.5856</w:t>
      </w:r>
      <w:r>
        <w:tab/>
        <w:t>2.025e0</w:t>
      </w:r>
    </w:p>
    <w:p w14:paraId="113D9CCE" w14:textId="77777777" w:rsidR="006D4449" w:rsidRDefault="006D4449" w:rsidP="006D4449">
      <w:r>
        <w:t>154.5970</w:t>
      </w:r>
      <w:r>
        <w:tab/>
        <w:t>2.025e0</w:t>
      </w:r>
    </w:p>
    <w:p w14:paraId="03B552C5" w14:textId="77777777" w:rsidR="006D4449" w:rsidRDefault="006D4449" w:rsidP="006D4449">
      <w:r>
        <w:t>154.6251</w:t>
      </w:r>
      <w:r>
        <w:tab/>
        <w:t>1.013e0</w:t>
      </w:r>
    </w:p>
    <w:p w14:paraId="5E35116D" w14:textId="77777777" w:rsidR="006D4449" w:rsidRDefault="006D4449" w:rsidP="006D4449">
      <w:r>
        <w:t>154.6706</w:t>
      </w:r>
      <w:r>
        <w:tab/>
        <w:t>1.013e0</w:t>
      </w:r>
    </w:p>
    <w:p w14:paraId="34EA75D7" w14:textId="77777777" w:rsidR="006D4449" w:rsidRDefault="006D4449" w:rsidP="006D4449">
      <w:r>
        <w:t>154.6915</w:t>
      </w:r>
      <w:r>
        <w:tab/>
        <w:t>1.013e0</w:t>
      </w:r>
    </w:p>
    <w:p w14:paraId="21B77A85" w14:textId="77777777" w:rsidR="006D4449" w:rsidRDefault="006D4449" w:rsidP="006D4449">
      <w:r>
        <w:t>154.6949</w:t>
      </w:r>
      <w:r>
        <w:tab/>
        <w:t>1.013e0</w:t>
      </w:r>
    </w:p>
    <w:p w14:paraId="16E409C0" w14:textId="77777777" w:rsidR="006D4449" w:rsidRDefault="006D4449" w:rsidP="006D4449">
      <w:r>
        <w:t>154.7081</w:t>
      </w:r>
      <w:r>
        <w:tab/>
        <w:t>2.025e0</w:t>
      </w:r>
    </w:p>
    <w:p w14:paraId="4556BE87" w14:textId="77777777" w:rsidR="006D4449" w:rsidRDefault="006D4449" w:rsidP="006D4449">
      <w:r>
        <w:t>154.7175</w:t>
      </w:r>
      <w:r>
        <w:tab/>
        <w:t>1.013e0</w:t>
      </w:r>
    </w:p>
    <w:p w14:paraId="2BD8083A" w14:textId="77777777" w:rsidR="006D4449" w:rsidRDefault="006D4449" w:rsidP="006D4449">
      <w:r>
        <w:t>154.7637</w:t>
      </w:r>
      <w:r>
        <w:tab/>
        <w:t>1.013e0</w:t>
      </w:r>
    </w:p>
    <w:p w14:paraId="19C061FA" w14:textId="77777777" w:rsidR="006D4449" w:rsidRDefault="006D4449" w:rsidP="006D4449">
      <w:r>
        <w:t>154.7907</w:t>
      </w:r>
      <w:r>
        <w:tab/>
        <w:t>1.013e0</w:t>
      </w:r>
    </w:p>
    <w:p w14:paraId="047B838C" w14:textId="77777777" w:rsidR="006D4449" w:rsidRDefault="006D4449" w:rsidP="006D4449">
      <w:r>
        <w:t>154.7941</w:t>
      </w:r>
      <w:r>
        <w:tab/>
        <w:t>1.013e0</w:t>
      </w:r>
    </w:p>
    <w:p w14:paraId="11724F87" w14:textId="77777777" w:rsidR="006D4449" w:rsidRDefault="006D4449" w:rsidP="006D4449">
      <w:r>
        <w:t>154.8004</w:t>
      </w:r>
      <w:r>
        <w:tab/>
        <w:t>1.013e0</w:t>
      </w:r>
    </w:p>
    <w:p w14:paraId="6961B453" w14:textId="77777777" w:rsidR="006D4449" w:rsidRDefault="006D4449" w:rsidP="006D4449">
      <w:r>
        <w:t>154.8132</w:t>
      </w:r>
      <w:r>
        <w:tab/>
        <w:t>1.013e0</w:t>
      </w:r>
    </w:p>
    <w:p w14:paraId="644FBC87" w14:textId="77777777" w:rsidR="006D4449" w:rsidRDefault="006D4449" w:rsidP="006D4449">
      <w:r>
        <w:lastRenderedPageBreak/>
        <w:t>154.8268</w:t>
      </w:r>
      <w:r>
        <w:tab/>
        <w:t>2.025e0</w:t>
      </w:r>
    </w:p>
    <w:p w14:paraId="620061DB" w14:textId="77777777" w:rsidR="006D4449" w:rsidRDefault="006D4449" w:rsidP="006D4449">
      <w:r>
        <w:t>154.8368</w:t>
      </w:r>
      <w:r>
        <w:tab/>
        <w:t>1.013e0</w:t>
      </w:r>
    </w:p>
    <w:p w14:paraId="43B6EE18" w14:textId="77777777" w:rsidR="006D4449" w:rsidRDefault="006D4449" w:rsidP="006D4449">
      <w:r>
        <w:t>154.8402</w:t>
      </w:r>
      <w:r>
        <w:tab/>
        <w:t>1.013e0</w:t>
      </w:r>
    </w:p>
    <w:p w14:paraId="5BD8D8E5" w14:textId="77777777" w:rsidR="006D4449" w:rsidRDefault="006D4449" w:rsidP="006D4449">
      <w:r>
        <w:t>154.8463</w:t>
      </w:r>
      <w:r>
        <w:tab/>
        <w:t>1.013e0</w:t>
      </w:r>
    </w:p>
    <w:p w14:paraId="2905C2A7" w14:textId="77777777" w:rsidR="006D4449" w:rsidRDefault="006D4449" w:rsidP="006D4449">
      <w:r>
        <w:t>154.8589</w:t>
      </w:r>
      <w:r>
        <w:tab/>
        <w:t>3.038e0</w:t>
      </w:r>
    </w:p>
    <w:p w14:paraId="5D094500" w14:textId="77777777" w:rsidR="006D4449" w:rsidRDefault="006D4449" w:rsidP="006D4449">
      <w:r>
        <w:t>154.8730</w:t>
      </w:r>
      <w:r>
        <w:tab/>
        <w:t>2.025e0</w:t>
      </w:r>
    </w:p>
    <w:p w14:paraId="47A90404" w14:textId="77777777" w:rsidR="006D4449" w:rsidRDefault="006D4449" w:rsidP="006D4449">
      <w:r>
        <w:t>154.8801</w:t>
      </w:r>
      <w:r>
        <w:tab/>
        <w:t>1.434e0</w:t>
      </w:r>
    </w:p>
    <w:p w14:paraId="3A0BE053" w14:textId="77777777" w:rsidR="006D4449" w:rsidRDefault="006D4449" w:rsidP="006D4449">
      <w:r>
        <w:t>154.8898</w:t>
      </w:r>
      <w:r>
        <w:tab/>
        <w:t>1.013e0</w:t>
      </w:r>
    </w:p>
    <w:p w14:paraId="74A9A5F1" w14:textId="77777777" w:rsidR="006D4449" w:rsidRDefault="006D4449" w:rsidP="006D4449">
      <w:r>
        <w:t>154.8967</w:t>
      </w:r>
      <w:r>
        <w:tab/>
        <w:t>2.025e0</w:t>
      </w:r>
    </w:p>
    <w:p w14:paraId="2B500DEE" w14:textId="77777777" w:rsidR="006D4449" w:rsidRDefault="006D4449" w:rsidP="006D4449">
      <w:r>
        <w:t>154.9056</w:t>
      </w:r>
      <w:r>
        <w:tab/>
        <w:t>2.822e0</w:t>
      </w:r>
    </w:p>
    <w:p w14:paraId="39333535" w14:textId="77777777" w:rsidR="006D4449" w:rsidRDefault="006D4449" w:rsidP="006D4449">
      <w:r>
        <w:t>154.9151</w:t>
      </w:r>
      <w:r>
        <w:tab/>
        <w:t>1.013e0</w:t>
      </w:r>
    </w:p>
    <w:p w14:paraId="7C8D129C" w14:textId="77777777" w:rsidR="006D4449" w:rsidRDefault="006D4449" w:rsidP="006D4449">
      <w:r>
        <w:t>154.9242</w:t>
      </w:r>
      <w:r>
        <w:tab/>
        <w:t>2.025e0</w:t>
      </w:r>
    </w:p>
    <w:p w14:paraId="4B0FDB24" w14:textId="77777777" w:rsidR="006D4449" w:rsidRDefault="006D4449" w:rsidP="006D4449">
      <w:r>
        <w:t>154.9428</w:t>
      </w:r>
      <w:r>
        <w:tab/>
        <w:t>1.013e0</w:t>
      </w:r>
    </w:p>
    <w:p w14:paraId="3A56C048" w14:textId="77777777" w:rsidR="006D4449" w:rsidRDefault="006D4449" w:rsidP="006D4449">
      <w:r>
        <w:t>154.9463</w:t>
      </w:r>
      <w:r>
        <w:tab/>
        <w:t>1.013e0</w:t>
      </w:r>
    </w:p>
    <w:p w14:paraId="2D1B5995" w14:textId="77777777" w:rsidR="006D4449" w:rsidRDefault="006D4449" w:rsidP="006D4449">
      <w:r>
        <w:t>154.9518</w:t>
      </w:r>
      <w:r>
        <w:tab/>
        <w:t>1.013e0</w:t>
      </w:r>
    </w:p>
    <w:p w14:paraId="0D48714A" w14:textId="77777777" w:rsidR="006D4449" w:rsidRDefault="006D4449" w:rsidP="006D4449">
      <w:r>
        <w:t>154.9587</w:t>
      </w:r>
      <w:r>
        <w:tab/>
        <w:t>1.013e0</w:t>
      </w:r>
    </w:p>
    <w:p w14:paraId="2F2ED44A" w14:textId="77777777" w:rsidR="006D4449" w:rsidRDefault="006D4449" w:rsidP="006D4449">
      <w:r>
        <w:t>154.9671</w:t>
      </w:r>
      <w:r>
        <w:tab/>
        <w:t>2.097e0</w:t>
      </w:r>
    </w:p>
    <w:p w14:paraId="3292DB66" w14:textId="77777777" w:rsidR="006D4449" w:rsidRDefault="006D4449" w:rsidP="006D4449">
      <w:r>
        <w:t>154.9749</w:t>
      </w:r>
      <w:r>
        <w:tab/>
        <w:t>1.013e0</w:t>
      </w:r>
    </w:p>
    <w:p w14:paraId="46F79A97" w14:textId="77777777" w:rsidR="006D4449" w:rsidRDefault="006D4449" w:rsidP="006D4449">
      <w:r>
        <w:t>154.9856</w:t>
      </w:r>
      <w:r>
        <w:tab/>
        <w:t>1.013e0</w:t>
      </w:r>
    </w:p>
    <w:p w14:paraId="23F27816" w14:textId="77777777" w:rsidR="006D4449" w:rsidRDefault="006D4449" w:rsidP="006D4449">
      <w:r>
        <w:lastRenderedPageBreak/>
        <w:t>154.9890</w:t>
      </w:r>
      <w:r>
        <w:tab/>
        <w:t>1.013e0</w:t>
      </w:r>
    </w:p>
    <w:p w14:paraId="27F5A6AE" w14:textId="77777777" w:rsidR="006D4449" w:rsidRDefault="006D4449" w:rsidP="006D4449">
      <w:r>
        <w:t>155.0022</w:t>
      </w:r>
      <w:r>
        <w:tab/>
        <w:t>1.013e0</w:t>
      </w:r>
    </w:p>
    <w:p w14:paraId="16082E04" w14:textId="77777777" w:rsidR="006D4449" w:rsidRDefault="006D4449" w:rsidP="006D4449">
      <w:r>
        <w:t>155.0177</w:t>
      </w:r>
      <w:r>
        <w:tab/>
        <w:t>1.013e0</w:t>
      </w:r>
    </w:p>
    <w:p w14:paraId="52DA09E5" w14:textId="77777777" w:rsidR="006D4449" w:rsidRDefault="006D4449" w:rsidP="006D4449">
      <w:r>
        <w:t>155.0352</w:t>
      </w:r>
      <w:r>
        <w:tab/>
        <w:t>1.013e0</w:t>
      </w:r>
    </w:p>
    <w:p w14:paraId="11BA8A1C" w14:textId="77777777" w:rsidR="006D4449" w:rsidRDefault="006D4449" w:rsidP="006D4449">
      <w:r>
        <w:t>155.0380</w:t>
      </w:r>
      <w:r>
        <w:tab/>
        <w:t>2.025e0</w:t>
      </w:r>
    </w:p>
    <w:p w14:paraId="3C510793" w14:textId="77777777" w:rsidR="006D4449" w:rsidRDefault="006D4449" w:rsidP="006D4449">
      <w:r>
        <w:t>155.0513</w:t>
      </w:r>
      <w:r>
        <w:tab/>
        <w:t>1.698e0</w:t>
      </w:r>
    </w:p>
    <w:p w14:paraId="0B9C5D1C" w14:textId="77777777" w:rsidR="006D4449" w:rsidRDefault="006D4449" w:rsidP="006D4449">
      <w:r>
        <w:t>155.0550</w:t>
      </w:r>
      <w:r>
        <w:tab/>
        <w:t>3.038e0</w:t>
      </w:r>
    </w:p>
    <w:p w14:paraId="08ACB253" w14:textId="77777777" w:rsidR="006D4449" w:rsidRDefault="006D4449" w:rsidP="006D4449">
      <w:r>
        <w:t>155.0818</w:t>
      </w:r>
      <w:r>
        <w:tab/>
        <w:t>3.811e0</w:t>
      </w:r>
    </w:p>
    <w:p w14:paraId="6441C1A3" w14:textId="77777777" w:rsidR="006D4449" w:rsidRDefault="006D4449" w:rsidP="006D4449">
      <w:r>
        <w:t>155.0830</w:t>
      </w:r>
      <w:r>
        <w:tab/>
        <w:t>3.710e0</w:t>
      </w:r>
    </w:p>
    <w:p w14:paraId="49AE7FDA" w14:textId="77777777" w:rsidR="006D4449" w:rsidRDefault="006D4449" w:rsidP="006D4449">
      <w:r>
        <w:t>155.0884</w:t>
      </w:r>
      <w:r>
        <w:tab/>
        <w:t>1.528e0</w:t>
      </w:r>
    </w:p>
    <w:p w14:paraId="466BAEC7" w14:textId="77777777" w:rsidR="006D4449" w:rsidRDefault="006D4449" w:rsidP="006D4449">
      <w:r>
        <w:t>155.0926</w:t>
      </w:r>
      <w:r>
        <w:tab/>
        <w:t>3.000e0</w:t>
      </w:r>
    </w:p>
    <w:p w14:paraId="2C1CE74E" w14:textId="77777777" w:rsidR="006D4449" w:rsidRDefault="006D4449" w:rsidP="006D4449">
      <w:r>
        <w:t>155.1190</w:t>
      </w:r>
      <w:r>
        <w:tab/>
        <w:t>5.026e0</w:t>
      </w:r>
    </w:p>
    <w:p w14:paraId="6BE25B19" w14:textId="77777777" w:rsidR="006D4449" w:rsidRDefault="006D4449" w:rsidP="006D4449">
      <w:r>
        <w:t>155.1316</w:t>
      </w:r>
      <w:r>
        <w:tab/>
        <w:t>2.005e0</w:t>
      </w:r>
    </w:p>
    <w:p w14:paraId="65CDBE06" w14:textId="77777777" w:rsidR="006D4449" w:rsidRDefault="006D4449" w:rsidP="006D4449">
      <w:r>
        <w:t>155.1442</w:t>
      </w:r>
      <w:r>
        <w:tab/>
        <w:t>3.038e0</w:t>
      </w:r>
    </w:p>
    <w:p w14:paraId="20FFD468" w14:textId="77777777" w:rsidR="006D4449" w:rsidRDefault="006D4449" w:rsidP="006D4449">
      <w:r>
        <w:t>155.1576</w:t>
      </w:r>
      <w:r>
        <w:tab/>
        <w:t>1.013e0</w:t>
      </w:r>
    </w:p>
    <w:p w14:paraId="118466A9" w14:textId="77777777" w:rsidR="006D4449" w:rsidRDefault="006D4449" w:rsidP="006D4449">
      <w:r>
        <w:t>155.1665</w:t>
      </w:r>
      <w:r>
        <w:tab/>
        <w:t>1.013e0</w:t>
      </w:r>
    </w:p>
    <w:p w14:paraId="1F6322CF" w14:textId="77777777" w:rsidR="006D4449" w:rsidRDefault="006D4449" w:rsidP="006D4449">
      <w:r>
        <w:t>155.1706</w:t>
      </w:r>
      <w:r>
        <w:tab/>
        <w:t>1.013e0</w:t>
      </w:r>
    </w:p>
    <w:p w14:paraId="393B28A1" w14:textId="77777777" w:rsidR="006D4449" w:rsidRDefault="006D4449" w:rsidP="006D4449">
      <w:r>
        <w:t>155.2098</w:t>
      </w:r>
      <w:r>
        <w:tab/>
        <w:t>1.013e0</w:t>
      </w:r>
    </w:p>
    <w:p w14:paraId="2D9282A1" w14:textId="77777777" w:rsidR="006D4449" w:rsidRDefault="006D4449" w:rsidP="006D4449">
      <w:r>
        <w:t>155.2230</w:t>
      </w:r>
      <w:r>
        <w:tab/>
        <w:t>1.013e0</w:t>
      </w:r>
    </w:p>
    <w:p w14:paraId="68AA21AB" w14:textId="77777777" w:rsidR="006D4449" w:rsidRDefault="006D4449" w:rsidP="006D4449">
      <w:r>
        <w:lastRenderedPageBreak/>
        <w:t>155.2270</w:t>
      </w:r>
      <w:r>
        <w:tab/>
        <w:t>1.013e0</w:t>
      </w:r>
    </w:p>
    <w:p w14:paraId="61DA8C63" w14:textId="77777777" w:rsidR="006D4449" w:rsidRDefault="006D4449" w:rsidP="006D4449">
      <w:r>
        <w:t>155.2304</w:t>
      </w:r>
      <w:r>
        <w:tab/>
        <w:t>1.013e0</w:t>
      </w:r>
    </w:p>
    <w:p w14:paraId="1848A80E" w14:textId="77777777" w:rsidR="006D4449" w:rsidRDefault="006D4449" w:rsidP="006D4449">
      <w:r>
        <w:t>155.2540</w:t>
      </w:r>
      <w:r>
        <w:tab/>
        <w:t>1.013e0</w:t>
      </w:r>
    </w:p>
    <w:p w14:paraId="3663DEC1" w14:textId="77777777" w:rsidR="006D4449" w:rsidRDefault="006D4449" w:rsidP="006D4449">
      <w:r>
        <w:t>155.2596</w:t>
      </w:r>
      <w:r>
        <w:tab/>
        <w:t>1.013e0</w:t>
      </w:r>
    </w:p>
    <w:p w14:paraId="30655866" w14:textId="77777777" w:rsidR="006D4449" w:rsidRDefault="006D4449" w:rsidP="006D4449">
      <w:r>
        <w:t>155.2658</w:t>
      </w:r>
      <w:r>
        <w:tab/>
        <w:t>1.013e0</w:t>
      </w:r>
    </w:p>
    <w:p w14:paraId="3AFD0311" w14:textId="77777777" w:rsidR="006D4449" w:rsidRDefault="006D4449" w:rsidP="006D4449">
      <w:r>
        <w:t>155.2698</w:t>
      </w:r>
      <w:r>
        <w:tab/>
        <w:t>2.025e0</w:t>
      </w:r>
    </w:p>
    <w:p w14:paraId="176B7DFE" w14:textId="77777777" w:rsidR="006D4449" w:rsidRDefault="006D4449" w:rsidP="006D4449">
      <w:r>
        <w:t>155.2797</w:t>
      </w:r>
      <w:r>
        <w:tab/>
        <w:t>2.025e0</w:t>
      </w:r>
    </w:p>
    <w:p w14:paraId="11CD3272" w14:textId="77777777" w:rsidR="006D4449" w:rsidRDefault="006D4449" w:rsidP="006D4449">
      <w:r>
        <w:t>155.3195</w:t>
      </w:r>
      <w:r>
        <w:tab/>
        <w:t>1.013e0</w:t>
      </w:r>
    </w:p>
    <w:p w14:paraId="08150999" w14:textId="77777777" w:rsidR="006D4449" w:rsidRDefault="006D4449" w:rsidP="006D4449">
      <w:r>
        <w:t>155.3297</w:t>
      </w:r>
      <w:r>
        <w:tab/>
        <w:t>2.025e0</w:t>
      </w:r>
    </w:p>
    <w:p w14:paraId="2A1DDF51" w14:textId="77777777" w:rsidR="006D4449" w:rsidRDefault="006D4449" w:rsidP="006D4449">
      <w:r>
        <w:t>155.3381</w:t>
      </w:r>
      <w:r>
        <w:tab/>
        <w:t>2.025e0</w:t>
      </w:r>
    </w:p>
    <w:p w14:paraId="570CEAC2" w14:textId="77777777" w:rsidR="006D4449" w:rsidRDefault="006D4449" w:rsidP="006D4449">
      <w:r>
        <w:t>155.3493</w:t>
      </w:r>
      <w:r>
        <w:tab/>
        <w:t>1.013e0</w:t>
      </w:r>
    </w:p>
    <w:p w14:paraId="2597077E" w14:textId="77777777" w:rsidR="006D4449" w:rsidRDefault="006D4449" w:rsidP="006D4449">
      <w:r>
        <w:t>155.3598</w:t>
      </w:r>
      <w:r>
        <w:tab/>
        <w:t>1.013e0</w:t>
      </w:r>
    </w:p>
    <w:p w14:paraId="2E073FA5" w14:textId="77777777" w:rsidR="006D4449" w:rsidRDefault="006D4449" w:rsidP="006D4449">
      <w:r>
        <w:t>155.3622</w:t>
      </w:r>
      <w:r>
        <w:tab/>
        <w:t>1.013e0</w:t>
      </w:r>
    </w:p>
    <w:p w14:paraId="672172BB" w14:textId="77777777" w:rsidR="006D4449" w:rsidRDefault="006D4449" w:rsidP="006D4449">
      <w:r>
        <w:t>155.3895</w:t>
      </w:r>
      <w:r>
        <w:tab/>
        <w:t>2.025e0</w:t>
      </w:r>
    </w:p>
    <w:p w14:paraId="093B6F51" w14:textId="77777777" w:rsidR="006D4449" w:rsidRDefault="006D4449" w:rsidP="006D4449">
      <w:r>
        <w:t>155.4174</w:t>
      </w:r>
      <w:r>
        <w:tab/>
        <w:t>2.025e0</w:t>
      </w:r>
    </w:p>
    <w:p w14:paraId="482A21CF" w14:textId="77777777" w:rsidR="006D4449" w:rsidRDefault="006D4449" w:rsidP="006D4449">
      <w:r>
        <w:t>155.4351</w:t>
      </w:r>
      <w:r>
        <w:tab/>
        <w:t>1.013e0</w:t>
      </w:r>
    </w:p>
    <w:p w14:paraId="135FE28F" w14:textId="77777777" w:rsidR="006D4449" w:rsidRDefault="006D4449" w:rsidP="006D4449">
      <w:r>
        <w:t>155.4492</w:t>
      </w:r>
      <w:r>
        <w:tab/>
        <w:t>1.013e0</w:t>
      </w:r>
    </w:p>
    <w:p w14:paraId="6083520D" w14:textId="77777777" w:rsidR="006D4449" w:rsidRDefault="006D4449" w:rsidP="006D4449">
      <w:r>
        <w:t>155.4520</w:t>
      </w:r>
      <w:r>
        <w:tab/>
        <w:t>1.013e0</w:t>
      </w:r>
    </w:p>
    <w:p w14:paraId="28EFAF37" w14:textId="77777777" w:rsidR="006D4449" w:rsidRDefault="006D4449" w:rsidP="006D4449">
      <w:r>
        <w:t>155.4837</w:t>
      </w:r>
      <w:r>
        <w:tab/>
        <w:t>2.025e0</w:t>
      </w:r>
    </w:p>
    <w:p w14:paraId="0E219971" w14:textId="77777777" w:rsidR="006D4449" w:rsidRDefault="006D4449" w:rsidP="006D4449">
      <w:r>
        <w:lastRenderedPageBreak/>
        <w:t>155.5056</w:t>
      </w:r>
      <w:r>
        <w:tab/>
        <w:t>4.051e0</w:t>
      </w:r>
    </w:p>
    <w:p w14:paraId="3A0829F7" w14:textId="77777777" w:rsidR="006D4449" w:rsidRDefault="006D4449" w:rsidP="006D4449">
      <w:r>
        <w:t>155.5283</w:t>
      </w:r>
      <w:r>
        <w:tab/>
        <w:t>2.025e0</w:t>
      </w:r>
    </w:p>
    <w:p w14:paraId="663EBF1F" w14:textId="77777777" w:rsidR="006D4449" w:rsidRDefault="006D4449" w:rsidP="006D4449">
      <w:r>
        <w:t>155.5479</w:t>
      </w:r>
      <w:r>
        <w:tab/>
        <w:t>1.013e0</w:t>
      </w:r>
    </w:p>
    <w:p w14:paraId="1036F2AA" w14:textId="77777777" w:rsidR="006D4449" w:rsidRDefault="006D4449" w:rsidP="006D4449">
      <w:r>
        <w:t>155.5630</w:t>
      </w:r>
      <w:r>
        <w:tab/>
        <w:t>2.025e0</w:t>
      </w:r>
    </w:p>
    <w:p w14:paraId="2708148A" w14:textId="77777777" w:rsidR="006D4449" w:rsidRDefault="006D4449" w:rsidP="006D4449">
      <w:r>
        <w:t>155.5949</w:t>
      </w:r>
      <w:r>
        <w:tab/>
        <w:t>1.013e0</w:t>
      </w:r>
    </w:p>
    <w:p w14:paraId="7C08AF1F" w14:textId="77777777" w:rsidR="006D4449" w:rsidRDefault="006D4449" w:rsidP="006D4449">
      <w:r>
        <w:t>155.5983</w:t>
      </w:r>
      <w:r>
        <w:tab/>
        <w:t>1.013e0</w:t>
      </w:r>
    </w:p>
    <w:p w14:paraId="743332EB" w14:textId="77777777" w:rsidR="006D4449" w:rsidRDefault="006D4449" w:rsidP="006D4449">
      <w:r>
        <w:t>155.6338</w:t>
      </w:r>
      <w:r>
        <w:tab/>
        <w:t>1.013e0</w:t>
      </w:r>
    </w:p>
    <w:p w14:paraId="6B35488C" w14:textId="77777777" w:rsidR="006D4449" w:rsidRDefault="006D4449" w:rsidP="006D4449">
      <w:r>
        <w:t>155.6643</w:t>
      </w:r>
      <w:r>
        <w:tab/>
        <w:t>1.013e0</w:t>
      </w:r>
    </w:p>
    <w:p w14:paraId="762D0157" w14:textId="77777777" w:rsidR="006D4449" w:rsidRDefault="006D4449" w:rsidP="006D4449">
      <w:r>
        <w:t>155.6713</w:t>
      </w:r>
      <w:r>
        <w:tab/>
        <w:t>1.013e0</w:t>
      </w:r>
    </w:p>
    <w:p w14:paraId="379968C2" w14:textId="77777777" w:rsidR="006D4449" w:rsidRDefault="006D4449" w:rsidP="006D4449">
      <w:r>
        <w:t>155.6807</w:t>
      </w:r>
      <w:r>
        <w:tab/>
        <w:t>1.013e0</w:t>
      </w:r>
    </w:p>
    <w:p w14:paraId="1354A196" w14:textId="77777777" w:rsidR="006D4449" w:rsidRDefault="006D4449" w:rsidP="006D4449">
      <w:r>
        <w:t>155.6834</w:t>
      </w:r>
      <w:r>
        <w:tab/>
        <w:t>1.013e0</w:t>
      </w:r>
    </w:p>
    <w:p w14:paraId="30C7B96E" w14:textId="77777777" w:rsidR="006D4449" w:rsidRDefault="006D4449" w:rsidP="006D4449">
      <w:r>
        <w:t>155.6909</w:t>
      </w:r>
      <w:r>
        <w:tab/>
        <w:t>1.013e0</w:t>
      </w:r>
    </w:p>
    <w:p w14:paraId="792184CD" w14:textId="77777777" w:rsidR="006D4449" w:rsidRDefault="006D4449" w:rsidP="006D4449">
      <w:r>
        <w:t>155.6943</w:t>
      </w:r>
      <w:r>
        <w:tab/>
        <w:t>1.013e0</w:t>
      </w:r>
    </w:p>
    <w:p w14:paraId="15F0B67E" w14:textId="77777777" w:rsidR="006D4449" w:rsidRDefault="006D4449" w:rsidP="006D4449">
      <w:r>
        <w:t>155.7004</w:t>
      </w:r>
      <w:r>
        <w:tab/>
        <w:t>1.013e0</w:t>
      </w:r>
    </w:p>
    <w:p w14:paraId="4E95C9BA" w14:textId="77777777" w:rsidR="006D4449" w:rsidRDefault="006D4449" w:rsidP="006D4449">
      <w:r>
        <w:t>155.7365</w:t>
      </w:r>
      <w:r>
        <w:tab/>
        <w:t>1.013e0</w:t>
      </w:r>
    </w:p>
    <w:p w14:paraId="6368C91F" w14:textId="77777777" w:rsidR="006D4449" w:rsidRDefault="006D4449" w:rsidP="006D4449">
      <w:r>
        <w:t>155.7659</w:t>
      </w:r>
      <w:r>
        <w:tab/>
        <w:t>2.025e0</w:t>
      </w:r>
    </w:p>
    <w:p w14:paraId="45F8A153" w14:textId="77777777" w:rsidR="006D4449" w:rsidRDefault="006D4449" w:rsidP="006D4449">
      <w:r>
        <w:t>155.7670</w:t>
      </w:r>
      <w:r>
        <w:tab/>
        <w:t>1.013e0</w:t>
      </w:r>
    </w:p>
    <w:p w14:paraId="6E51B8AD" w14:textId="77777777" w:rsidR="006D4449" w:rsidRDefault="006D4449" w:rsidP="006D4449">
      <w:r>
        <w:t>155.7704</w:t>
      </w:r>
      <w:r>
        <w:tab/>
        <w:t>1.013e0</w:t>
      </w:r>
    </w:p>
    <w:p w14:paraId="5026C8A5" w14:textId="77777777" w:rsidR="006D4449" w:rsidRDefault="006D4449" w:rsidP="006D4449">
      <w:r>
        <w:t>155.7865</w:t>
      </w:r>
      <w:r>
        <w:tab/>
        <w:t>2.025e0</w:t>
      </w:r>
    </w:p>
    <w:p w14:paraId="7AEC4F42" w14:textId="77777777" w:rsidR="006D4449" w:rsidRDefault="006D4449" w:rsidP="006D4449">
      <w:r>
        <w:lastRenderedPageBreak/>
        <w:t>155.8005</w:t>
      </w:r>
      <w:r>
        <w:tab/>
        <w:t>1.013e0</w:t>
      </w:r>
    </w:p>
    <w:p w14:paraId="56A997B4" w14:textId="77777777" w:rsidR="006D4449" w:rsidRDefault="006D4449" w:rsidP="006D4449">
      <w:r>
        <w:t>155.8072</w:t>
      </w:r>
      <w:r>
        <w:tab/>
        <w:t>1.013e0</w:t>
      </w:r>
    </w:p>
    <w:p w14:paraId="432DB0A1" w14:textId="77777777" w:rsidR="006D4449" w:rsidRDefault="006D4449" w:rsidP="006D4449">
      <w:r>
        <w:t>155.8133</w:t>
      </w:r>
      <w:r>
        <w:tab/>
        <w:t>1.013e0</w:t>
      </w:r>
    </w:p>
    <w:p w14:paraId="4ADDDAF7" w14:textId="77777777" w:rsidR="006D4449" w:rsidRDefault="006D4449" w:rsidP="006D4449">
      <w:r>
        <w:t>155.8335</w:t>
      </w:r>
      <w:r>
        <w:tab/>
        <w:t>1.013e0</w:t>
      </w:r>
    </w:p>
    <w:p w14:paraId="3C2624B3" w14:textId="77777777" w:rsidR="006D4449" w:rsidRDefault="006D4449" w:rsidP="006D4449">
      <w:r>
        <w:t>155.8400</w:t>
      </w:r>
      <w:r>
        <w:tab/>
        <w:t>1.013e0</w:t>
      </w:r>
    </w:p>
    <w:p w14:paraId="1E5AC13E" w14:textId="77777777" w:rsidR="006D4449" w:rsidRDefault="006D4449" w:rsidP="006D4449">
      <w:r>
        <w:t>155.8434</w:t>
      </w:r>
      <w:r>
        <w:tab/>
        <w:t>1.013e0</w:t>
      </w:r>
    </w:p>
    <w:p w14:paraId="1AB435AD" w14:textId="77777777" w:rsidR="006D4449" w:rsidRDefault="006D4449" w:rsidP="006D4449">
      <w:r>
        <w:t>155.8603</w:t>
      </w:r>
      <w:r>
        <w:tab/>
        <w:t>1.013e0</w:t>
      </w:r>
    </w:p>
    <w:p w14:paraId="0E7BF2A3" w14:textId="77777777" w:rsidR="006D4449" w:rsidRDefault="006D4449" w:rsidP="006D4449">
      <w:r>
        <w:t>155.8630</w:t>
      </w:r>
      <w:r>
        <w:tab/>
        <w:t>1.013e0</w:t>
      </w:r>
    </w:p>
    <w:p w14:paraId="441800F3" w14:textId="77777777" w:rsidR="006D4449" w:rsidRDefault="006D4449" w:rsidP="006D4449">
      <w:r>
        <w:t>155.8698</w:t>
      </w:r>
      <w:r>
        <w:tab/>
        <w:t>1.013e0</w:t>
      </w:r>
    </w:p>
    <w:p w14:paraId="67E94AC8" w14:textId="77777777" w:rsidR="006D4449" w:rsidRDefault="006D4449" w:rsidP="006D4449">
      <w:r>
        <w:t>155.8924</w:t>
      </w:r>
      <w:r>
        <w:tab/>
        <w:t>1.013e0</w:t>
      </w:r>
    </w:p>
    <w:p w14:paraId="7BE6D90F" w14:textId="77777777" w:rsidR="006D4449" w:rsidRDefault="006D4449" w:rsidP="006D4449">
      <w:r>
        <w:t>155.9134</w:t>
      </w:r>
      <w:r>
        <w:tab/>
        <w:t>1.013e0</w:t>
      </w:r>
    </w:p>
    <w:p w14:paraId="6221FEB2" w14:textId="77777777" w:rsidR="006D4449" w:rsidRDefault="006D4449" w:rsidP="006D4449">
      <w:r>
        <w:t>155.9229</w:t>
      </w:r>
      <w:r>
        <w:tab/>
        <w:t>1.013e0</w:t>
      </w:r>
    </w:p>
    <w:p w14:paraId="4D34E262" w14:textId="77777777" w:rsidR="006D4449" w:rsidRDefault="006D4449" w:rsidP="006D4449">
      <w:r>
        <w:t>155.9333</w:t>
      </w:r>
      <w:r>
        <w:tab/>
        <w:t>1.013e0</w:t>
      </w:r>
    </w:p>
    <w:p w14:paraId="00DD9CC7" w14:textId="77777777" w:rsidR="006D4449" w:rsidRDefault="006D4449" w:rsidP="006D4449">
      <w:r>
        <w:t>155.9496</w:t>
      </w:r>
      <w:r>
        <w:tab/>
        <w:t>1.013e0</w:t>
      </w:r>
    </w:p>
    <w:p w14:paraId="50D4233B" w14:textId="77777777" w:rsidR="006D4449" w:rsidRDefault="006D4449" w:rsidP="006D4449">
      <w:r>
        <w:t>155.9591</w:t>
      </w:r>
      <w:r>
        <w:tab/>
        <w:t>1.013e0</w:t>
      </w:r>
    </w:p>
    <w:p w14:paraId="75587D53" w14:textId="77777777" w:rsidR="006D4449" w:rsidRDefault="006D4449" w:rsidP="006D4449">
      <w:r>
        <w:t>155.9631</w:t>
      </w:r>
      <w:r>
        <w:tab/>
        <w:t>1.013e0</w:t>
      </w:r>
    </w:p>
    <w:p w14:paraId="5ECCDE39" w14:textId="77777777" w:rsidR="006D4449" w:rsidRDefault="006D4449" w:rsidP="006D4449">
      <w:r>
        <w:t>155.9665</w:t>
      </w:r>
      <w:r>
        <w:tab/>
        <w:t>1.013e0</w:t>
      </w:r>
    </w:p>
    <w:p w14:paraId="74762152" w14:textId="77777777" w:rsidR="006D4449" w:rsidRDefault="006D4449" w:rsidP="006D4449">
      <w:r>
        <w:t>155.9692</w:t>
      </w:r>
      <w:r>
        <w:tab/>
        <w:t>1.013e0</w:t>
      </w:r>
    </w:p>
    <w:p w14:paraId="72E94737" w14:textId="77777777" w:rsidR="006D4449" w:rsidRDefault="006D4449" w:rsidP="006D4449">
      <w:r>
        <w:t>155.9733</w:t>
      </w:r>
      <w:r>
        <w:tab/>
        <w:t>1.013e0</w:t>
      </w:r>
    </w:p>
    <w:p w14:paraId="7A5DEFB4" w14:textId="77777777" w:rsidR="006D4449" w:rsidRDefault="006D4449" w:rsidP="006D4449">
      <w:r>
        <w:lastRenderedPageBreak/>
        <w:t>155.9859</w:t>
      </w:r>
      <w:r>
        <w:tab/>
        <w:t>2.025e0</w:t>
      </w:r>
    </w:p>
    <w:p w14:paraId="00C1CDCC" w14:textId="77777777" w:rsidR="006D4449" w:rsidRDefault="006D4449" w:rsidP="006D4449">
      <w:r>
        <w:t>156.0129</w:t>
      </w:r>
      <w:r>
        <w:tab/>
        <w:t>1.013e0</w:t>
      </w:r>
    </w:p>
    <w:p w14:paraId="2600B2E6" w14:textId="77777777" w:rsidR="006D4449" w:rsidRDefault="006D4449" w:rsidP="006D4449">
      <w:r>
        <w:t>156.0388</w:t>
      </w:r>
      <w:r>
        <w:tab/>
        <w:t>1.013e0</w:t>
      </w:r>
    </w:p>
    <w:p w14:paraId="03DBE658" w14:textId="77777777" w:rsidR="006D4449" w:rsidRDefault="006D4449" w:rsidP="006D4449">
      <w:r>
        <w:t>156.0481</w:t>
      </w:r>
      <w:r>
        <w:tab/>
        <w:t>3.038e0</w:t>
      </w:r>
    </w:p>
    <w:p w14:paraId="26207335" w14:textId="77777777" w:rsidR="006D4449" w:rsidRDefault="006D4449" w:rsidP="006D4449">
      <w:r>
        <w:t>156.0557</w:t>
      </w:r>
      <w:r>
        <w:tab/>
        <w:t>2.609e0</w:t>
      </w:r>
    </w:p>
    <w:p w14:paraId="45F0810C" w14:textId="77777777" w:rsidR="006D4449" w:rsidRDefault="006D4449" w:rsidP="006D4449">
      <w:r>
        <w:t>156.0764</w:t>
      </w:r>
      <w:r>
        <w:tab/>
        <w:t>4.423e1</w:t>
      </w:r>
    </w:p>
    <w:p w14:paraId="369381D0" w14:textId="77777777" w:rsidR="006D4449" w:rsidRDefault="006D4449" w:rsidP="006D4449">
      <w:r>
        <w:t>156.0788</w:t>
      </w:r>
      <w:r>
        <w:tab/>
        <w:t>1.441e1</w:t>
      </w:r>
    </w:p>
    <w:p w14:paraId="53E7DFA1" w14:textId="77777777" w:rsidR="006D4449" w:rsidRDefault="006D4449" w:rsidP="006D4449">
      <w:r>
        <w:t>156.0812</w:t>
      </w:r>
      <w:r>
        <w:tab/>
        <w:t>1.192e1</w:t>
      </w:r>
    </w:p>
    <w:p w14:paraId="017AFFE1" w14:textId="77777777" w:rsidR="006D4449" w:rsidRDefault="006D4449" w:rsidP="006D4449">
      <w:r>
        <w:t>156.1057</w:t>
      </w:r>
      <w:r>
        <w:tab/>
        <w:t>2.502e0</w:t>
      </w:r>
    </w:p>
    <w:p w14:paraId="66B70CCA" w14:textId="77777777" w:rsidR="006D4449" w:rsidRDefault="006D4449" w:rsidP="006D4449">
      <w:r>
        <w:t>156.1101</w:t>
      </w:r>
      <w:r>
        <w:tab/>
        <w:t>3.217e0</w:t>
      </w:r>
    </w:p>
    <w:p w14:paraId="1772881D" w14:textId="77777777" w:rsidR="006D4449" w:rsidRDefault="006D4449" w:rsidP="006D4449">
      <w:r>
        <w:t>156.1184</w:t>
      </w:r>
      <w:r>
        <w:tab/>
        <w:t>1.020e0</w:t>
      </w:r>
    </w:p>
    <w:p w14:paraId="1FDC809A" w14:textId="77777777" w:rsidR="006D4449" w:rsidRDefault="006D4449" w:rsidP="006D4449">
      <w:r>
        <w:t>156.1393</w:t>
      </w:r>
      <w:r>
        <w:tab/>
        <w:t>3.038e0</w:t>
      </w:r>
    </w:p>
    <w:p w14:paraId="693E5308" w14:textId="77777777" w:rsidR="006D4449" w:rsidRDefault="006D4449" w:rsidP="006D4449">
      <w:r>
        <w:t>156.1445</w:t>
      </w:r>
      <w:r>
        <w:tab/>
        <w:t>2.025e0</w:t>
      </w:r>
    </w:p>
    <w:p w14:paraId="170457DD" w14:textId="77777777" w:rsidR="006D4449" w:rsidRDefault="006D4449" w:rsidP="006D4449">
      <w:r>
        <w:t>156.1458</w:t>
      </w:r>
      <w:r>
        <w:tab/>
        <w:t>1.013e0</w:t>
      </w:r>
    </w:p>
    <w:p w14:paraId="1CAB79BA" w14:textId="77777777" w:rsidR="006D4449" w:rsidRDefault="006D4449" w:rsidP="006D4449">
      <w:r>
        <w:t>156.1513</w:t>
      </w:r>
      <w:r>
        <w:tab/>
        <w:t>1.013e0</w:t>
      </w:r>
    </w:p>
    <w:p w14:paraId="79699023" w14:textId="77777777" w:rsidR="006D4449" w:rsidRDefault="006D4449" w:rsidP="006D4449">
      <w:r>
        <w:t>156.1790</w:t>
      </w:r>
      <w:r>
        <w:tab/>
        <w:t>2.025e0</w:t>
      </w:r>
    </w:p>
    <w:p w14:paraId="61CB7810" w14:textId="77777777" w:rsidR="006D4449" w:rsidRDefault="006D4449" w:rsidP="006D4449">
      <w:r>
        <w:t>156.1982</w:t>
      </w:r>
      <w:r>
        <w:tab/>
        <w:t>1.013e0</w:t>
      </w:r>
    </w:p>
    <w:p w14:paraId="55C9E6A3" w14:textId="77777777" w:rsidR="006D4449" w:rsidRDefault="006D4449" w:rsidP="006D4449">
      <w:r>
        <w:t>156.2355</w:t>
      </w:r>
      <w:r>
        <w:tab/>
        <w:t>1.013e0</w:t>
      </w:r>
    </w:p>
    <w:p w14:paraId="3DA1D97A" w14:textId="77777777" w:rsidR="006D4449" w:rsidRDefault="006D4449" w:rsidP="006D4449">
      <w:r>
        <w:t>156.2520</w:t>
      </w:r>
      <w:r>
        <w:tab/>
        <w:t>1.013e0</w:t>
      </w:r>
    </w:p>
    <w:p w14:paraId="0520E422" w14:textId="77777777" w:rsidR="006D4449" w:rsidRDefault="006D4449" w:rsidP="006D4449">
      <w:r>
        <w:lastRenderedPageBreak/>
        <w:t>156.2643</w:t>
      </w:r>
      <w:r>
        <w:tab/>
        <w:t>1.013e0</w:t>
      </w:r>
    </w:p>
    <w:p w14:paraId="59DC926A" w14:textId="77777777" w:rsidR="006D4449" w:rsidRDefault="006D4449" w:rsidP="006D4449">
      <w:r>
        <w:t>156.2701</w:t>
      </w:r>
      <w:r>
        <w:tab/>
        <w:t>2.025e0</w:t>
      </w:r>
    </w:p>
    <w:p w14:paraId="7DE9D0D5" w14:textId="77777777" w:rsidR="006D4449" w:rsidRDefault="006D4449" w:rsidP="006D4449">
      <w:r>
        <w:t>156.2762</w:t>
      </w:r>
      <w:r>
        <w:tab/>
        <w:t>2.025e0</w:t>
      </w:r>
    </w:p>
    <w:p w14:paraId="0DFD83E7" w14:textId="77777777" w:rsidR="006D4449" w:rsidRDefault="006D4449" w:rsidP="006D4449">
      <w:r>
        <w:t>156.2819</w:t>
      </w:r>
      <w:r>
        <w:tab/>
        <w:t>1.013e0</w:t>
      </w:r>
    </w:p>
    <w:p w14:paraId="51B9E698" w14:textId="77777777" w:rsidR="006D4449" w:rsidRDefault="006D4449" w:rsidP="006D4449">
      <w:r>
        <w:t>156.3175</w:t>
      </w:r>
      <w:r>
        <w:tab/>
        <w:t>1.013e0</w:t>
      </w:r>
    </w:p>
    <w:p w14:paraId="63D03F77" w14:textId="77777777" w:rsidR="006D4449" w:rsidRDefault="006D4449" w:rsidP="006D4449">
      <w:r>
        <w:t>156.3216</w:t>
      </w:r>
      <w:r>
        <w:tab/>
        <w:t>1.013e0</w:t>
      </w:r>
    </w:p>
    <w:p w14:paraId="471FA7CC" w14:textId="77777777" w:rsidR="006D4449" w:rsidRDefault="006D4449" w:rsidP="006D4449">
      <w:r>
        <w:t>156.3284</w:t>
      </w:r>
      <w:r>
        <w:tab/>
        <w:t>1.013e0</w:t>
      </w:r>
    </w:p>
    <w:p w14:paraId="247528B5" w14:textId="77777777" w:rsidR="006D4449" w:rsidRDefault="006D4449" w:rsidP="006D4449">
      <w:r>
        <w:t>156.3961</w:t>
      </w:r>
      <w:r>
        <w:tab/>
        <w:t>2.025e0</w:t>
      </w:r>
    </w:p>
    <w:p w14:paraId="3DA77B4D" w14:textId="77777777" w:rsidR="006D4449" w:rsidRDefault="006D4449" w:rsidP="006D4449">
      <w:r>
        <w:t>156.4084</w:t>
      </w:r>
      <w:r>
        <w:tab/>
        <w:t>1.013e0</w:t>
      </w:r>
    </w:p>
    <w:p w14:paraId="5D3200C1" w14:textId="77777777" w:rsidR="006D4449" w:rsidRDefault="006D4449" w:rsidP="006D4449">
      <w:r>
        <w:t>156.4544</w:t>
      </w:r>
      <w:r>
        <w:tab/>
        <w:t>2.025e0</w:t>
      </w:r>
    </w:p>
    <w:p w14:paraId="6253C666" w14:textId="77777777" w:rsidR="006D4449" w:rsidRDefault="006D4449" w:rsidP="006D4449">
      <w:r>
        <w:t>156.4617</w:t>
      </w:r>
      <w:r>
        <w:tab/>
        <w:t>1.013e0</w:t>
      </w:r>
    </w:p>
    <w:p w14:paraId="42EF3289" w14:textId="77777777" w:rsidR="006D4449" w:rsidRDefault="006D4449" w:rsidP="006D4449">
      <w:r>
        <w:t>156.4776</w:t>
      </w:r>
      <w:r>
        <w:tab/>
        <w:t>1.013e0</w:t>
      </w:r>
    </w:p>
    <w:p w14:paraId="6D7298CB" w14:textId="77777777" w:rsidR="006D4449" w:rsidRDefault="006D4449" w:rsidP="006D4449">
      <w:r>
        <w:t>156.5082</w:t>
      </w:r>
      <w:r>
        <w:tab/>
        <w:t>1.013e0</w:t>
      </w:r>
    </w:p>
    <w:p w14:paraId="605C9A95" w14:textId="77777777" w:rsidR="006D4449" w:rsidRDefault="006D4449" w:rsidP="006D4449">
      <w:r>
        <w:t>156.5116</w:t>
      </w:r>
      <w:r>
        <w:tab/>
        <w:t>1.013e0</w:t>
      </w:r>
    </w:p>
    <w:p w14:paraId="5BA32343" w14:textId="77777777" w:rsidR="006D4449" w:rsidRDefault="006D4449" w:rsidP="006D4449">
      <w:r>
        <w:t>156.5132</w:t>
      </w:r>
      <w:r>
        <w:tab/>
        <w:t>2.025e0</w:t>
      </w:r>
    </w:p>
    <w:p w14:paraId="1C8CB914" w14:textId="77777777" w:rsidR="006D4449" w:rsidRDefault="006D4449" w:rsidP="006D4449">
      <w:r>
        <w:t>156.5255</w:t>
      </w:r>
      <w:r>
        <w:tab/>
        <w:t>2.025e0</w:t>
      </w:r>
    </w:p>
    <w:p w14:paraId="5DA4F1C8" w14:textId="77777777" w:rsidR="006D4449" w:rsidRDefault="006D4449" w:rsidP="006D4449">
      <w:r>
        <w:t>156.5364</w:t>
      </w:r>
      <w:r>
        <w:tab/>
        <w:t>3.038e0</w:t>
      </w:r>
    </w:p>
    <w:p w14:paraId="1BDC645E" w14:textId="77777777" w:rsidR="006D4449" w:rsidRDefault="006D4449" w:rsidP="006D4449">
      <w:r>
        <w:t>156.5404</w:t>
      </w:r>
      <w:r>
        <w:tab/>
        <w:t>1.013e0</w:t>
      </w:r>
    </w:p>
    <w:p w14:paraId="71033466" w14:textId="77777777" w:rsidR="006D4449" w:rsidRDefault="006D4449" w:rsidP="006D4449">
      <w:r>
        <w:t>156.5607</w:t>
      </w:r>
      <w:r>
        <w:tab/>
        <w:t>1.013e0</w:t>
      </w:r>
    </w:p>
    <w:p w14:paraId="22FE2D7C" w14:textId="77777777" w:rsidR="006D4449" w:rsidRDefault="006D4449" w:rsidP="006D4449">
      <w:r>
        <w:lastRenderedPageBreak/>
        <w:t>156.5648</w:t>
      </w:r>
      <w:r>
        <w:tab/>
        <w:t>3.038e0</w:t>
      </w:r>
    </w:p>
    <w:p w14:paraId="0C23AE6A" w14:textId="77777777" w:rsidR="006D4449" w:rsidRDefault="006D4449" w:rsidP="006D4449">
      <w:r>
        <w:t>156.5675</w:t>
      </w:r>
      <w:r>
        <w:tab/>
        <w:t>1.013e0</w:t>
      </w:r>
    </w:p>
    <w:p w14:paraId="4FE6CD1B" w14:textId="77777777" w:rsidR="006D4449" w:rsidRDefault="006D4449" w:rsidP="006D4449">
      <w:r>
        <w:t>156.5833</w:t>
      </w:r>
      <w:r>
        <w:tab/>
        <w:t>1.013e0</w:t>
      </w:r>
    </w:p>
    <w:p w14:paraId="64577247" w14:textId="77777777" w:rsidR="006D4449" w:rsidRDefault="006D4449" w:rsidP="006D4449">
      <w:r>
        <w:t>156.6010</w:t>
      </w:r>
      <w:r>
        <w:tab/>
        <w:t>1.013e0</w:t>
      </w:r>
    </w:p>
    <w:p w14:paraId="09C7F619" w14:textId="77777777" w:rsidR="006D4449" w:rsidRDefault="006D4449" w:rsidP="006D4449">
      <w:r>
        <w:t>156.6173</w:t>
      </w:r>
      <w:r>
        <w:tab/>
        <w:t>1.013e0</w:t>
      </w:r>
    </w:p>
    <w:p w14:paraId="5738CA90" w14:textId="77777777" w:rsidR="006D4449" w:rsidRDefault="006D4449" w:rsidP="006D4449">
      <w:r>
        <w:t>156.6365</w:t>
      </w:r>
      <w:r>
        <w:tab/>
        <w:t>1.013e0</w:t>
      </w:r>
    </w:p>
    <w:p w14:paraId="38BFD9F8" w14:textId="77777777" w:rsidR="006D4449" w:rsidRDefault="006D4449" w:rsidP="006D4449">
      <w:r>
        <w:t>156.6542</w:t>
      </w:r>
      <w:r>
        <w:tab/>
        <w:t>1.013e0</w:t>
      </w:r>
    </w:p>
    <w:p w14:paraId="3319C8E6" w14:textId="77777777" w:rsidR="006D4449" w:rsidRDefault="006D4449" w:rsidP="006D4449">
      <w:r>
        <w:t>156.6743</w:t>
      </w:r>
      <w:r>
        <w:tab/>
        <w:t>2.025e0</w:t>
      </w:r>
    </w:p>
    <w:p w14:paraId="7F3CF62B" w14:textId="77777777" w:rsidR="006D4449" w:rsidRDefault="006D4449" w:rsidP="006D4449">
      <w:r>
        <w:t>156.6803</w:t>
      </w:r>
      <w:r>
        <w:tab/>
        <w:t>1.013e0</w:t>
      </w:r>
    </w:p>
    <w:p w14:paraId="60BCCEEC" w14:textId="77777777" w:rsidR="006D4449" w:rsidRDefault="006D4449" w:rsidP="006D4449">
      <w:r>
        <w:t>156.6938</w:t>
      </w:r>
      <w:r>
        <w:tab/>
        <w:t>2.025e0</w:t>
      </w:r>
    </w:p>
    <w:p w14:paraId="465B24F3" w14:textId="77777777" w:rsidR="006D4449" w:rsidRDefault="006D4449" w:rsidP="006D4449">
      <w:r>
        <w:t>156.7142</w:t>
      </w:r>
      <w:r>
        <w:tab/>
        <w:t>1.013e0</w:t>
      </w:r>
    </w:p>
    <w:p w14:paraId="31A569BA" w14:textId="77777777" w:rsidR="006D4449" w:rsidRDefault="006D4449" w:rsidP="006D4449">
      <w:r>
        <w:t>156.7470</w:t>
      </w:r>
      <w:r>
        <w:tab/>
        <w:t>1.013e0</w:t>
      </w:r>
    </w:p>
    <w:p w14:paraId="31D5CA2E" w14:textId="77777777" w:rsidR="006D4449" w:rsidRDefault="006D4449" w:rsidP="006D4449">
      <w:r>
        <w:t>156.7868</w:t>
      </w:r>
      <w:r>
        <w:tab/>
        <w:t>1.013e0</w:t>
      </w:r>
    </w:p>
    <w:p w14:paraId="71BA16BB" w14:textId="77777777" w:rsidR="006D4449" w:rsidRDefault="006D4449" w:rsidP="006D4449">
      <w:r>
        <w:t>156.8071</w:t>
      </w:r>
      <w:r>
        <w:tab/>
        <w:t>1.013e0</w:t>
      </w:r>
    </w:p>
    <w:p w14:paraId="0B0703D7" w14:textId="77777777" w:rsidR="006D4449" w:rsidRDefault="006D4449" w:rsidP="006D4449">
      <w:r>
        <w:t>156.8308</w:t>
      </w:r>
      <w:r>
        <w:tab/>
        <w:t>1.013e0</w:t>
      </w:r>
    </w:p>
    <w:p w14:paraId="272B04FB" w14:textId="77777777" w:rsidR="006D4449" w:rsidRDefault="006D4449" w:rsidP="006D4449">
      <w:r>
        <w:t>156.8357</w:t>
      </w:r>
      <w:r>
        <w:tab/>
        <w:t>3.038e0</w:t>
      </w:r>
    </w:p>
    <w:p w14:paraId="386ADBAA" w14:textId="77777777" w:rsidR="006D4449" w:rsidRDefault="006D4449" w:rsidP="006D4449">
      <w:r>
        <w:t>156.8370</w:t>
      </w:r>
      <w:r>
        <w:tab/>
        <w:t>1.013e0</w:t>
      </w:r>
    </w:p>
    <w:p w14:paraId="7679D15C" w14:textId="77777777" w:rsidR="006D4449" w:rsidRDefault="006D4449" w:rsidP="006D4449">
      <w:r>
        <w:t>156.8396</w:t>
      </w:r>
      <w:r>
        <w:tab/>
        <w:t>2.025e0</w:t>
      </w:r>
    </w:p>
    <w:p w14:paraId="3A61B700" w14:textId="77777777" w:rsidR="006D4449" w:rsidRDefault="006D4449" w:rsidP="006D4449">
      <w:r>
        <w:t>156.8637</w:t>
      </w:r>
      <w:r>
        <w:tab/>
        <w:t>1.013e0</w:t>
      </w:r>
    </w:p>
    <w:p w14:paraId="51B64926" w14:textId="77777777" w:rsidR="006D4449" w:rsidRDefault="006D4449" w:rsidP="006D4449">
      <w:r>
        <w:lastRenderedPageBreak/>
        <w:t>156.8790</w:t>
      </w:r>
      <w:r>
        <w:tab/>
        <w:t>2.025e0</w:t>
      </w:r>
    </w:p>
    <w:p w14:paraId="592121F3" w14:textId="77777777" w:rsidR="006D4449" w:rsidRDefault="006D4449" w:rsidP="006D4449">
      <w:r>
        <w:t>156.8935</w:t>
      </w:r>
      <w:r>
        <w:tab/>
        <w:t>1.013e0</w:t>
      </w:r>
    </w:p>
    <w:p w14:paraId="67205DBD" w14:textId="77777777" w:rsidR="006D4449" w:rsidRDefault="006D4449" w:rsidP="006D4449">
      <w:r>
        <w:t>156.9036</w:t>
      </w:r>
      <w:r>
        <w:tab/>
        <w:t>1.013e0</w:t>
      </w:r>
    </w:p>
    <w:p w14:paraId="5FB8FC2B" w14:textId="77777777" w:rsidR="006D4449" w:rsidRDefault="006D4449" w:rsidP="006D4449">
      <w:r>
        <w:t>156.9237</w:t>
      </w:r>
      <w:r>
        <w:tab/>
        <w:t>1.013e0</w:t>
      </w:r>
    </w:p>
    <w:p w14:paraId="56AED5A9" w14:textId="77777777" w:rsidR="006D4449" w:rsidRDefault="006D4449" w:rsidP="006D4449">
      <w:r>
        <w:t>156.9407</w:t>
      </w:r>
      <w:r>
        <w:tab/>
        <w:t>1.013e0</w:t>
      </w:r>
    </w:p>
    <w:p w14:paraId="0C479EA5" w14:textId="77777777" w:rsidR="006D4449" w:rsidRDefault="006D4449" w:rsidP="006D4449">
      <w:r>
        <w:t>156.9684</w:t>
      </w:r>
      <w:r>
        <w:tab/>
        <w:t>2.025e0</w:t>
      </w:r>
    </w:p>
    <w:p w14:paraId="329DE926" w14:textId="77777777" w:rsidR="006D4449" w:rsidRDefault="006D4449" w:rsidP="006D4449">
      <w:r>
        <w:t>156.9985</w:t>
      </w:r>
      <w:r>
        <w:tab/>
        <w:t>2.025e0</w:t>
      </w:r>
    </w:p>
    <w:p w14:paraId="6F061C09" w14:textId="77777777" w:rsidR="006D4449" w:rsidRDefault="006D4449" w:rsidP="006D4449">
      <w:r>
        <w:t>157.0040</w:t>
      </w:r>
      <w:r>
        <w:tab/>
        <w:t>2.025e0</w:t>
      </w:r>
    </w:p>
    <w:p w14:paraId="586E7F2D" w14:textId="77777777" w:rsidR="006D4449" w:rsidRDefault="006D4449" w:rsidP="006D4449">
      <w:r>
        <w:t>157.0159</w:t>
      </w:r>
      <w:r>
        <w:tab/>
        <w:t>2.025e0</w:t>
      </w:r>
    </w:p>
    <w:p w14:paraId="2211CF92" w14:textId="77777777" w:rsidR="006D4449" w:rsidRDefault="006D4449" w:rsidP="006D4449">
      <w:r>
        <w:t>157.0268</w:t>
      </w:r>
      <w:r>
        <w:tab/>
        <w:t>1.013e0</w:t>
      </w:r>
    </w:p>
    <w:p w14:paraId="2054CEEF" w14:textId="77777777" w:rsidR="006D4449" w:rsidRDefault="006D4449" w:rsidP="006D4449">
      <w:r>
        <w:t>157.0607</w:t>
      </w:r>
      <w:r>
        <w:tab/>
        <w:t>2.025e0</w:t>
      </w:r>
    </w:p>
    <w:p w14:paraId="709377D2" w14:textId="77777777" w:rsidR="006D4449" w:rsidRDefault="006D4449" w:rsidP="006D4449">
      <w:r>
        <w:t>157.0732</w:t>
      </w:r>
      <w:r>
        <w:tab/>
        <w:t>2.025e0</w:t>
      </w:r>
    </w:p>
    <w:p w14:paraId="64689AB0" w14:textId="77777777" w:rsidR="006D4449" w:rsidRDefault="006D4449" w:rsidP="006D4449">
      <w:r>
        <w:t>157.0759</w:t>
      </w:r>
      <w:r>
        <w:tab/>
        <w:t>2.979e0</w:t>
      </w:r>
    </w:p>
    <w:p w14:paraId="1C034541" w14:textId="77777777" w:rsidR="006D4449" w:rsidRDefault="006D4449" w:rsidP="006D4449">
      <w:r>
        <w:t>157.0785</w:t>
      </w:r>
      <w:r>
        <w:tab/>
        <w:t>5.871e0</w:t>
      </w:r>
    </w:p>
    <w:p w14:paraId="448496FE" w14:textId="77777777" w:rsidR="006D4449" w:rsidRDefault="006D4449" w:rsidP="006D4449">
      <w:r>
        <w:t>157.0952</w:t>
      </w:r>
      <w:r>
        <w:tab/>
        <w:t>8.997e0</w:t>
      </w:r>
    </w:p>
    <w:p w14:paraId="2DA179F2" w14:textId="77777777" w:rsidR="006D4449" w:rsidRDefault="006D4449" w:rsidP="006D4449">
      <w:r>
        <w:t>157.0973</w:t>
      </w:r>
      <w:r>
        <w:tab/>
        <w:t>1.276e1</w:t>
      </w:r>
    </w:p>
    <w:p w14:paraId="26D0136E" w14:textId="77777777" w:rsidR="006D4449" w:rsidRDefault="006D4449" w:rsidP="006D4449">
      <w:r>
        <w:t>157.0999</w:t>
      </w:r>
      <w:r>
        <w:tab/>
        <w:t>1.074e1</w:t>
      </w:r>
    </w:p>
    <w:p w14:paraId="178626A0" w14:textId="77777777" w:rsidR="006D4449" w:rsidRDefault="006D4449" w:rsidP="006D4449">
      <w:r>
        <w:t>157.1043</w:t>
      </w:r>
      <w:r>
        <w:tab/>
        <w:t>9.099e0</w:t>
      </w:r>
    </w:p>
    <w:p w14:paraId="10847C6E" w14:textId="77777777" w:rsidR="006D4449" w:rsidRDefault="006D4449" w:rsidP="006D4449">
      <w:r>
        <w:t>157.1348</w:t>
      </w:r>
      <w:r>
        <w:tab/>
        <w:t>6.169e0</w:t>
      </w:r>
    </w:p>
    <w:p w14:paraId="45A63332" w14:textId="77777777" w:rsidR="006D4449" w:rsidRDefault="006D4449" w:rsidP="006D4449">
      <w:r>
        <w:lastRenderedPageBreak/>
        <w:t>157.1363</w:t>
      </w:r>
      <w:r>
        <w:tab/>
        <w:t>2.919e0</w:t>
      </w:r>
    </w:p>
    <w:p w14:paraId="1406D797" w14:textId="77777777" w:rsidR="006D4449" w:rsidRDefault="006D4449" w:rsidP="006D4449">
      <w:r>
        <w:t>157.1402</w:t>
      </w:r>
      <w:r>
        <w:tab/>
        <w:t>2.025e0</w:t>
      </w:r>
    </w:p>
    <w:p w14:paraId="658967D6" w14:textId="77777777" w:rsidR="006D4449" w:rsidRDefault="006D4449" w:rsidP="006D4449">
      <w:r>
        <w:t>157.1530</w:t>
      </w:r>
      <w:r>
        <w:tab/>
        <w:t>1.013e0</w:t>
      </w:r>
    </w:p>
    <w:p w14:paraId="63616E7B" w14:textId="77777777" w:rsidR="006D4449" w:rsidRDefault="006D4449" w:rsidP="006D4449">
      <w:r>
        <w:t>157.1633</w:t>
      </w:r>
      <w:r>
        <w:tab/>
        <w:t>1.013e0</w:t>
      </w:r>
    </w:p>
    <w:p w14:paraId="2BD85A8C" w14:textId="77777777" w:rsidR="006D4449" w:rsidRDefault="006D4449" w:rsidP="006D4449">
      <w:r>
        <w:t>157.1797</w:t>
      </w:r>
      <w:r>
        <w:tab/>
        <w:t>3.038e0</w:t>
      </w:r>
    </w:p>
    <w:p w14:paraId="26167BFC" w14:textId="77777777" w:rsidR="006D4449" w:rsidRDefault="006D4449" w:rsidP="006D4449">
      <w:r>
        <w:t>157.1928</w:t>
      </w:r>
      <w:r>
        <w:tab/>
        <w:t>1.013e0</w:t>
      </w:r>
    </w:p>
    <w:p w14:paraId="479F4531" w14:textId="77777777" w:rsidR="006D4449" w:rsidRDefault="006D4449" w:rsidP="006D4449">
      <w:r>
        <w:t>157.2070</w:t>
      </w:r>
      <w:r>
        <w:tab/>
        <w:t>1.013e0</w:t>
      </w:r>
    </w:p>
    <w:p w14:paraId="442E500D" w14:textId="77777777" w:rsidR="006D4449" w:rsidRDefault="006D4449" w:rsidP="006D4449">
      <w:r>
        <w:t>157.2302</w:t>
      </w:r>
      <w:r>
        <w:tab/>
        <w:t>1.013e0</w:t>
      </w:r>
    </w:p>
    <w:p w14:paraId="3FC1E81A" w14:textId="77777777" w:rsidR="006D4449" w:rsidRDefault="006D4449" w:rsidP="006D4449">
      <w:r>
        <w:t>157.2501</w:t>
      </w:r>
      <w:r>
        <w:tab/>
        <w:t>2.025e0</w:t>
      </w:r>
    </w:p>
    <w:p w14:paraId="0CF1FE12" w14:textId="77777777" w:rsidR="006D4449" w:rsidRDefault="006D4449" w:rsidP="006D4449">
      <w:r>
        <w:t>157.2569</w:t>
      </w:r>
      <w:r>
        <w:tab/>
        <w:t>1.013e0</w:t>
      </w:r>
    </w:p>
    <w:p w14:paraId="3AACBD19" w14:textId="77777777" w:rsidR="006D4449" w:rsidRDefault="006D4449" w:rsidP="006D4449">
      <w:r>
        <w:t>157.2866</w:t>
      </w:r>
      <w:r>
        <w:tab/>
        <w:t>2.025e0</w:t>
      </w:r>
    </w:p>
    <w:p w14:paraId="0FDF49A4" w14:textId="77777777" w:rsidR="006D4449" w:rsidRDefault="006D4449" w:rsidP="006D4449">
      <w:r>
        <w:t>157.3129</w:t>
      </w:r>
      <w:r>
        <w:tab/>
        <w:t>1.013e0</w:t>
      </w:r>
    </w:p>
    <w:p w14:paraId="0418DF17" w14:textId="77777777" w:rsidR="006D4449" w:rsidRDefault="006D4449" w:rsidP="006D4449">
      <w:r>
        <w:t>157.3163</w:t>
      </w:r>
      <w:r>
        <w:tab/>
        <w:t>1.013e0</w:t>
      </w:r>
    </w:p>
    <w:p w14:paraId="493325E9" w14:textId="77777777" w:rsidR="006D4449" w:rsidRDefault="006D4449" w:rsidP="006D4449">
      <w:r>
        <w:t>157.3203</w:t>
      </w:r>
      <w:r>
        <w:tab/>
        <w:t>1.013e0</w:t>
      </w:r>
    </w:p>
    <w:p w14:paraId="4A422A18" w14:textId="77777777" w:rsidR="006D4449" w:rsidRDefault="006D4449" w:rsidP="006D4449">
      <w:r>
        <w:t>157.3282</w:t>
      </w:r>
      <w:r>
        <w:tab/>
        <w:t>2.025e0</w:t>
      </w:r>
    </w:p>
    <w:p w14:paraId="6755BB60" w14:textId="77777777" w:rsidR="006D4449" w:rsidRDefault="006D4449" w:rsidP="006D4449">
      <w:r>
        <w:t>157.3402</w:t>
      </w:r>
      <w:r>
        <w:tab/>
        <w:t>1.013e0</w:t>
      </w:r>
    </w:p>
    <w:p w14:paraId="5F0237DA" w14:textId="77777777" w:rsidR="006D4449" w:rsidRDefault="006D4449" w:rsidP="006D4449">
      <w:r>
        <w:t>157.3628</w:t>
      </w:r>
      <w:r>
        <w:tab/>
        <w:t>1.013e0</w:t>
      </w:r>
    </w:p>
    <w:p w14:paraId="73258833" w14:textId="77777777" w:rsidR="006D4449" w:rsidRDefault="006D4449" w:rsidP="006D4449">
      <w:r>
        <w:t>157.4117</w:t>
      </w:r>
      <w:r>
        <w:tab/>
        <w:t>2.025e0</w:t>
      </w:r>
    </w:p>
    <w:p w14:paraId="01E6FCD9" w14:textId="77777777" w:rsidR="006D4449" w:rsidRDefault="006D4449" w:rsidP="006D4449">
      <w:r>
        <w:t>157.4269</w:t>
      </w:r>
      <w:r>
        <w:tab/>
        <w:t>2.025e0</w:t>
      </w:r>
    </w:p>
    <w:p w14:paraId="157ECF1A" w14:textId="77777777" w:rsidR="006D4449" w:rsidRDefault="006D4449" w:rsidP="006D4449">
      <w:r>
        <w:lastRenderedPageBreak/>
        <w:t>157.4303</w:t>
      </w:r>
      <w:r>
        <w:tab/>
        <w:t>1.013e0</w:t>
      </w:r>
    </w:p>
    <w:p w14:paraId="3CDBC9C0" w14:textId="77777777" w:rsidR="006D4449" w:rsidRDefault="006D4449" w:rsidP="006D4449">
      <w:r>
        <w:t>157.4331</w:t>
      </w:r>
      <w:r>
        <w:tab/>
        <w:t>1.013e0</w:t>
      </w:r>
    </w:p>
    <w:p w14:paraId="56D7A929" w14:textId="77777777" w:rsidR="006D4449" w:rsidRDefault="006D4449" w:rsidP="006D4449">
      <w:r>
        <w:t>157.4440</w:t>
      </w:r>
      <w:r>
        <w:tab/>
        <w:t>1.013e0</w:t>
      </w:r>
    </w:p>
    <w:p w14:paraId="2A815EA4" w14:textId="77777777" w:rsidR="006D4449" w:rsidRDefault="006D4449" w:rsidP="006D4449">
      <w:r>
        <w:t>157.4528</w:t>
      </w:r>
      <w:r>
        <w:tab/>
        <w:t>1.013e0</w:t>
      </w:r>
    </w:p>
    <w:p w14:paraId="40187DC3" w14:textId="77777777" w:rsidR="006D4449" w:rsidRDefault="006D4449" w:rsidP="006D4449">
      <w:r>
        <w:t>157.4701</w:t>
      </w:r>
      <w:r>
        <w:tab/>
        <w:t>1.013e0</w:t>
      </w:r>
    </w:p>
    <w:p w14:paraId="069D86EC" w14:textId="77777777" w:rsidR="006D4449" w:rsidRDefault="006D4449" w:rsidP="006D4449">
      <w:r>
        <w:t>157.4732</w:t>
      </w:r>
      <w:r>
        <w:tab/>
        <w:t>2.025e0</w:t>
      </w:r>
    </w:p>
    <w:p w14:paraId="644DC07B" w14:textId="77777777" w:rsidR="006D4449" w:rsidRDefault="006D4449" w:rsidP="006D4449">
      <w:r>
        <w:t>157.5007</w:t>
      </w:r>
      <w:r>
        <w:tab/>
        <w:t>1.013e0</w:t>
      </w:r>
    </w:p>
    <w:p w14:paraId="15DE2A18" w14:textId="77777777" w:rsidR="006D4449" w:rsidRDefault="006D4449" w:rsidP="006D4449">
      <w:r>
        <w:t>157.5146</w:t>
      </w:r>
      <w:r>
        <w:tab/>
        <w:t>2.025e0</w:t>
      </w:r>
    </w:p>
    <w:p w14:paraId="0701946B" w14:textId="77777777" w:rsidR="006D4449" w:rsidRDefault="006D4449" w:rsidP="006D4449">
      <w:r>
        <w:t>157.5165</w:t>
      </w:r>
      <w:r>
        <w:tab/>
        <w:t>1.013e0</w:t>
      </w:r>
    </w:p>
    <w:p w14:paraId="62A77B1A" w14:textId="77777777" w:rsidR="006D4449" w:rsidRDefault="006D4449" w:rsidP="006D4449">
      <w:r>
        <w:t>157.5262</w:t>
      </w:r>
      <w:r>
        <w:tab/>
        <w:t>1.013e0</w:t>
      </w:r>
    </w:p>
    <w:p w14:paraId="4E2A710E" w14:textId="77777777" w:rsidR="006D4449" w:rsidRDefault="006D4449" w:rsidP="006D4449">
      <w:r>
        <w:t>157.5567</w:t>
      </w:r>
      <w:r>
        <w:tab/>
        <w:t>1.013e0</w:t>
      </w:r>
    </w:p>
    <w:p w14:paraId="4D401368" w14:textId="77777777" w:rsidR="006D4449" w:rsidRDefault="006D4449" w:rsidP="006D4449">
      <w:r>
        <w:t>157.5733</w:t>
      </w:r>
      <w:r>
        <w:tab/>
        <w:t>1.013e0</w:t>
      </w:r>
    </w:p>
    <w:p w14:paraId="2E355725" w14:textId="77777777" w:rsidR="006D4449" w:rsidRDefault="006D4449" w:rsidP="006D4449">
      <w:r>
        <w:t>157.6133</w:t>
      </w:r>
      <w:r>
        <w:tab/>
        <w:t>1.013e0</w:t>
      </w:r>
    </w:p>
    <w:p w14:paraId="4F5D0287" w14:textId="77777777" w:rsidR="006D4449" w:rsidRDefault="006D4449" w:rsidP="006D4449">
      <w:r>
        <w:t>157.6181</w:t>
      </w:r>
      <w:r>
        <w:tab/>
        <w:t>2.025e0</w:t>
      </w:r>
    </w:p>
    <w:p w14:paraId="3E36D7F3" w14:textId="77777777" w:rsidR="006D4449" w:rsidRDefault="006D4449" w:rsidP="006D4449">
      <w:r>
        <w:t>157.6345</w:t>
      </w:r>
      <w:r>
        <w:tab/>
        <w:t>2.025e0</w:t>
      </w:r>
    </w:p>
    <w:p w14:paraId="59075620" w14:textId="77777777" w:rsidR="006D4449" w:rsidRDefault="006D4449" w:rsidP="006D4449">
      <w:r>
        <w:t>157.6470</w:t>
      </w:r>
      <w:r>
        <w:tab/>
        <w:t>2.025e0</w:t>
      </w:r>
    </w:p>
    <w:p w14:paraId="097FE318" w14:textId="77777777" w:rsidR="006D4449" w:rsidRDefault="006D4449" w:rsidP="006D4449">
      <w:r>
        <w:t>157.6538</w:t>
      </w:r>
      <w:r>
        <w:tab/>
        <w:t>2.025e0</w:t>
      </w:r>
    </w:p>
    <w:p w14:paraId="0A37BE8D" w14:textId="77777777" w:rsidR="006D4449" w:rsidRDefault="006D4449" w:rsidP="006D4449">
      <w:r>
        <w:t>157.6606</w:t>
      </w:r>
      <w:r>
        <w:tab/>
        <w:t>1.013e0</w:t>
      </w:r>
    </w:p>
    <w:p w14:paraId="1795EEDB" w14:textId="77777777" w:rsidR="006D4449" w:rsidRDefault="006D4449" w:rsidP="006D4449">
      <w:r>
        <w:t>157.6735</w:t>
      </w:r>
      <w:r>
        <w:tab/>
        <w:t>2.025e0</w:t>
      </w:r>
    </w:p>
    <w:p w14:paraId="6DF913E8" w14:textId="77777777" w:rsidR="006D4449" w:rsidRDefault="006D4449" w:rsidP="006D4449">
      <w:r>
        <w:lastRenderedPageBreak/>
        <w:t>157.6770</w:t>
      </w:r>
      <w:r>
        <w:tab/>
        <w:t>1.013e0</w:t>
      </w:r>
    </w:p>
    <w:p w14:paraId="077DAF02" w14:textId="77777777" w:rsidR="006D4449" w:rsidRDefault="006D4449" w:rsidP="006D4449">
      <w:r>
        <w:t>157.7099</w:t>
      </w:r>
      <w:r>
        <w:tab/>
        <w:t>1.013e0</w:t>
      </w:r>
    </w:p>
    <w:p w14:paraId="7BAF9FC9" w14:textId="77777777" w:rsidR="006D4449" w:rsidRDefault="006D4449" w:rsidP="006D4449">
      <w:r>
        <w:t>157.7271</w:t>
      </w:r>
      <w:r>
        <w:tab/>
        <w:t>2.025e0</w:t>
      </w:r>
    </w:p>
    <w:p w14:paraId="1B91EDD7" w14:textId="77777777" w:rsidR="006D4449" w:rsidRDefault="006D4449" w:rsidP="006D4449">
      <w:r>
        <w:t>157.7531</w:t>
      </w:r>
      <w:r>
        <w:tab/>
        <w:t>1.013e0</w:t>
      </w:r>
    </w:p>
    <w:p w14:paraId="485E027C" w14:textId="77777777" w:rsidR="006D4449" w:rsidRDefault="006D4449" w:rsidP="006D4449">
      <w:r>
        <w:t>157.7589</w:t>
      </w:r>
      <w:r>
        <w:tab/>
        <w:t>2.025e0</w:t>
      </w:r>
    </w:p>
    <w:p w14:paraId="59921D6C" w14:textId="77777777" w:rsidR="006D4449" w:rsidRDefault="006D4449" w:rsidP="006D4449">
      <w:r>
        <w:t>157.7599</w:t>
      </w:r>
      <w:r>
        <w:tab/>
        <w:t>1.013e0</w:t>
      </w:r>
    </w:p>
    <w:p w14:paraId="557F91EC" w14:textId="77777777" w:rsidR="006D4449" w:rsidRDefault="006D4449" w:rsidP="006D4449">
      <w:r>
        <w:t>157.7673</w:t>
      </w:r>
      <w:r>
        <w:tab/>
        <w:t>1.013e0</w:t>
      </w:r>
    </w:p>
    <w:p w14:paraId="1A0DF4D6" w14:textId="77777777" w:rsidR="006D4449" w:rsidRDefault="006D4449" w:rsidP="006D4449">
      <w:r>
        <w:t>157.7961</w:t>
      </w:r>
      <w:r>
        <w:tab/>
        <w:t>1.013e0</w:t>
      </w:r>
    </w:p>
    <w:p w14:paraId="24767103" w14:textId="77777777" w:rsidR="006D4449" w:rsidRDefault="006D4449" w:rsidP="006D4449">
      <w:r>
        <w:t>157.8207</w:t>
      </w:r>
      <w:r>
        <w:tab/>
        <w:t>1.013e0</w:t>
      </w:r>
    </w:p>
    <w:p w14:paraId="6EDA4D90" w14:textId="77777777" w:rsidR="006D4449" w:rsidRDefault="006D4449" w:rsidP="006D4449">
      <w:r>
        <w:t>157.8337</w:t>
      </w:r>
      <w:r>
        <w:tab/>
        <w:t>1.013e0</w:t>
      </w:r>
    </w:p>
    <w:p w14:paraId="47DE8679" w14:textId="77777777" w:rsidR="006D4449" w:rsidRDefault="006D4449" w:rsidP="006D4449">
      <w:r>
        <w:t>157.8371</w:t>
      </w:r>
      <w:r>
        <w:tab/>
        <w:t>1.013e0</w:t>
      </w:r>
    </w:p>
    <w:p w14:paraId="3ED99EDB" w14:textId="77777777" w:rsidR="006D4449" w:rsidRDefault="006D4449" w:rsidP="006D4449">
      <w:r>
        <w:t>157.8471</w:t>
      </w:r>
      <w:r>
        <w:tab/>
        <w:t>2.025e0</w:t>
      </w:r>
    </w:p>
    <w:p w14:paraId="3DB01BAA" w14:textId="77777777" w:rsidR="006D4449" w:rsidRDefault="006D4449" w:rsidP="006D4449">
      <w:r>
        <w:t>157.9001</w:t>
      </w:r>
      <w:r>
        <w:tab/>
        <w:t>1.013e0</w:t>
      </w:r>
    </w:p>
    <w:p w14:paraId="28221603" w14:textId="77777777" w:rsidR="006D4449" w:rsidRDefault="006D4449" w:rsidP="006D4449">
      <w:r>
        <w:t>157.9200</w:t>
      </w:r>
      <w:r>
        <w:tab/>
        <w:t>2.025e0</w:t>
      </w:r>
    </w:p>
    <w:p w14:paraId="3EB32EFB" w14:textId="77777777" w:rsidR="006D4449" w:rsidRDefault="006D4449" w:rsidP="006D4449">
      <w:r>
        <w:t>157.9444</w:t>
      </w:r>
      <w:r>
        <w:tab/>
        <w:t>1.013e0</w:t>
      </w:r>
    </w:p>
    <w:p w14:paraId="7B1E2E5E" w14:textId="77777777" w:rsidR="006D4449" w:rsidRDefault="006D4449" w:rsidP="006D4449">
      <w:r>
        <w:t>157.9506</w:t>
      </w:r>
      <w:r>
        <w:tab/>
        <w:t>2.025e0</w:t>
      </w:r>
    </w:p>
    <w:p w14:paraId="4FE5CE86" w14:textId="77777777" w:rsidR="006D4449" w:rsidRDefault="006D4449" w:rsidP="006D4449">
      <w:r>
        <w:t>157.9733</w:t>
      </w:r>
      <w:r>
        <w:tab/>
        <w:t>1.013e0</w:t>
      </w:r>
    </w:p>
    <w:p w14:paraId="3E30C69E" w14:textId="77777777" w:rsidR="006D4449" w:rsidRDefault="006D4449" w:rsidP="006D4449">
      <w:r>
        <w:t>158.0081</w:t>
      </w:r>
      <w:r>
        <w:tab/>
        <w:t>1.013e0</w:t>
      </w:r>
    </w:p>
    <w:p w14:paraId="7040705D" w14:textId="77777777" w:rsidR="006D4449" w:rsidRDefault="006D4449" w:rsidP="006D4449">
      <w:r>
        <w:t>158.0207</w:t>
      </w:r>
      <w:r>
        <w:tab/>
        <w:t>1.013e0</w:t>
      </w:r>
    </w:p>
    <w:p w14:paraId="73239F3C" w14:textId="77777777" w:rsidR="006D4449" w:rsidRDefault="006D4449" w:rsidP="006D4449">
      <w:r>
        <w:lastRenderedPageBreak/>
        <w:t>158.0301</w:t>
      </w:r>
      <w:r>
        <w:tab/>
        <w:t>2.025e0</w:t>
      </w:r>
    </w:p>
    <w:p w14:paraId="38A0BFF3" w14:textId="77777777" w:rsidR="006D4449" w:rsidRDefault="006D4449" w:rsidP="006D4449">
      <w:r>
        <w:t>158.0512</w:t>
      </w:r>
      <w:r>
        <w:tab/>
        <w:t>3.038e0</w:t>
      </w:r>
    </w:p>
    <w:p w14:paraId="09F0B090" w14:textId="77777777" w:rsidR="006D4449" w:rsidRDefault="006D4449" w:rsidP="006D4449">
      <w:r>
        <w:t>158.0530</w:t>
      </w:r>
      <w:r>
        <w:tab/>
        <w:t>6.076e0</w:t>
      </w:r>
    </w:p>
    <w:p w14:paraId="71B22B46" w14:textId="77777777" w:rsidR="006D4449" w:rsidRDefault="006D4449" w:rsidP="006D4449">
      <w:r>
        <w:t>158.0588</w:t>
      </w:r>
      <w:r>
        <w:tab/>
        <w:t>5.675e0</w:t>
      </w:r>
    </w:p>
    <w:p w14:paraId="5B3307A7" w14:textId="77777777" w:rsidR="006D4449" w:rsidRDefault="006D4449" w:rsidP="006D4449">
      <w:r>
        <w:t>158.0775</w:t>
      </w:r>
      <w:r>
        <w:tab/>
        <w:t>1.846e0</w:t>
      </w:r>
    </w:p>
    <w:p w14:paraId="4FB968CF" w14:textId="77777777" w:rsidR="006D4449" w:rsidRDefault="006D4449" w:rsidP="006D4449">
      <w:r>
        <w:t>158.0821</w:t>
      </w:r>
      <w:r>
        <w:tab/>
        <w:t>4.235e0</w:t>
      </w:r>
    </w:p>
    <w:p w14:paraId="16F6B08F" w14:textId="77777777" w:rsidR="006D4449" w:rsidRDefault="006D4449" w:rsidP="006D4449">
      <w:r>
        <w:t>158.0836</w:t>
      </w:r>
      <w:r>
        <w:tab/>
        <w:t>1.145e1</w:t>
      </w:r>
    </w:p>
    <w:p w14:paraId="10E00BE2" w14:textId="77777777" w:rsidR="006D4449" w:rsidRDefault="006D4449" w:rsidP="006D4449">
      <w:r>
        <w:t>158.0890</w:t>
      </w:r>
      <w:r>
        <w:tab/>
        <w:t>2.876e0</w:t>
      </w:r>
    </w:p>
    <w:p w14:paraId="7E349DD6" w14:textId="77777777" w:rsidR="006D4449" w:rsidRDefault="006D4449" w:rsidP="006D4449">
      <w:r>
        <w:t>158.1026</w:t>
      </w:r>
      <w:r>
        <w:tab/>
        <w:t>2.217e0</w:t>
      </w:r>
    </w:p>
    <w:p w14:paraId="4398188C" w14:textId="77777777" w:rsidR="006D4449" w:rsidRDefault="006D4449" w:rsidP="006D4449">
      <w:r>
        <w:t>158.1174</w:t>
      </w:r>
      <w:r>
        <w:tab/>
        <w:t>7.078e0</w:t>
      </w:r>
    </w:p>
    <w:p w14:paraId="3CF28BCD" w14:textId="77777777" w:rsidR="006D4449" w:rsidRDefault="006D4449" w:rsidP="006D4449">
      <w:r>
        <w:t>158.1230</w:t>
      </w:r>
      <w:r>
        <w:tab/>
        <w:t>2.796e0</w:t>
      </w:r>
    </w:p>
    <w:p w14:paraId="3FEA0240" w14:textId="77777777" w:rsidR="006D4449" w:rsidRDefault="006D4449" w:rsidP="006D4449">
      <w:r>
        <w:t>158.1268</w:t>
      </w:r>
      <w:r>
        <w:tab/>
        <w:t>4.211e0</w:t>
      </w:r>
    </w:p>
    <w:p w14:paraId="0F6535BB" w14:textId="77777777" w:rsidR="006D4449" w:rsidRDefault="006D4449" w:rsidP="006D4449">
      <w:r>
        <w:t>158.1437</w:t>
      </w:r>
      <w:r>
        <w:tab/>
        <w:t>4.155e0</w:t>
      </w:r>
    </w:p>
    <w:p w14:paraId="38CB10AA" w14:textId="77777777" w:rsidR="006D4449" w:rsidRDefault="006D4449" w:rsidP="006D4449">
      <w:r>
        <w:t>158.1512</w:t>
      </w:r>
      <w:r>
        <w:tab/>
        <w:t>2.025e0</w:t>
      </w:r>
    </w:p>
    <w:p w14:paraId="614B1968" w14:textId="77777777" w:rsidR="006D4449" w:rsidRDefault="006D4449" w:rsidP="006D4449">
      <w:r>
        <w:t>158.1546</w:t>
      </w:r>
      <w:r>
        <w:tab/>
        <w:t>3.038e0</w:t>
      </w:r>
    </w:p>
    <w:p w14:paraId="191A87D8" w14:textId="77777777" w:rsidR="006D4449" w:rsidRDefault="006D4449" w:rsidP="006D4449">
      <w:r>
        <w:t>158.1751</w:t>
      </w:r>
      <w:r>
        <w:tab/>
        <w:t>2.025e0</w:t>
      </w:r>
    </w:p>
    <w:p w14:paraId="29DA33E0" w14:textId="77777777" w:rsidR="006D4449" w:rsidRDefault="006D4449" w:rsidP="006D4449">
      <w:r>
        <w:t>158.1811</w:t>
      </w:r>
      <w:r>
        <w:tab/>
        <w:t>1.013e0</w:t>
      </w:r>
    </w:p>
    <w:p w14:paraId="3304DA03" w14:textId="77777777" w:rsidR="006D4449" w:rsidRDefault="006D4449" w:rsidP="006D4449">
      <w:r>
        <w:t>158.1928</w:t>
      </w:r>
      <w:r>
        <w:tab/>
        <w:t>2.025e0</w:t>
      </w:r>
    </w:p>
    <w:p w14:paraId="5C2C836C" w14:textId="77777777" w:rsidR="006D4449" w:rsidRDefault="006D4449" w:rsidP="006D4449">
      <w:r>
        <w:t>158.2114</w:t>
      </w:r>
      <w:r>
        <w:tab/>
        <w:t>1.013e0</w:t>
      </w:r>
    </w:p>
    <w:p w14:paraId="32BABA60" w14:textId="77777777" w:rsidR="006D4449" w:rsidRDefault="006D4449" w:rsidP="006D4449">
      <w:r>
        <w:lastRenderedPageBreak/>
        <w:t>158.2131</w:t>
      </w:r>
      <w:r>
        <w:tab/>
        <w:t>2.025e0</w:t>
      </w:r>
    </w:p>
    <w:p w14:paraId="408CBD2E" w14:textId="77777777" w:rsidR="006D4449" w:rsidRDefault="006D4449" w:rsidP="006D4449">
      <w:r>
        <w:t>158.2386</w:t>
      </w:r>
      <w:r>
        <w:tab/>
        <w:t>2.025e0</w:t>
      </w:r>
    </w:p>
    <w:p w14:paraId="72427269" w14:textId="77777777" w:rsidR="006D4449" w:rsidRDefault="006D4449" w:rsidP="006D4449">
      <w:r>
        <w:t>158.2717</w:t>
      </w:r>
      <w:r>
        <w:tab/>
        <w:t>1.013e0</w:t>
      </w:r>
    </w:p>
    <w:p w14:paraId="7A2C2B24" w14:textId="77777777" w:rsidR="006D4449" w:rsidRDefault="006D4449" w:rsidP="006D4449">
      <w:r>
        <w:t>158.2777</w:t>
      </w:r>
      <w:r>
        <w:tab/>
        <w:t>3.038e0</w:t>
      </w:r>
    </w:p>
    <w:p w14:paraId="0B7FEDCE" w14:textId="77777777" w:rsidR="006D4449" w:rsidRDefault="006D4449" w:rsidP="006D4449">
      <w:r>
        <w:t>158.2921</w:t>
      </w:r>
      <w:r>
        <w:tab/>
        <w:t>1.013e0</w:t>
      </w:r>
    </w:p>
    <w:p w14:paraId="45D2B6B3" w14:textId="77777777" w:rsidR="006D4449" w:rsidRDefault="006D4449" w:rsidP="006D4449">
      <w:r>
        <w:t>158.3114</w:t>
      </w:r>
      <w:r>
        <w:tab/>
        <w:t>1.013e0</w:t>
      </w:r>
    </w:p>
    <w:p w14:paraId="3FB7DA14" w14:textId="77777777" w:rsidR="006D4449" w:rsidRDefault="006D4449" w:rsidP="006D4449">
      <w:r>
        <w:t>158.3483</w:t>
      </w:r>
      <w:r>
        <w:tab/>
        <w:t>1.013e0</w:t>
      </w:r>
    </w:p>
    <w:p w14:paraId="0B35FE12" w14:textId="77777777" w:rsidR="006D4449" w:rsidRDefault="006D4449" w:rsidP="006D4449">
      <w:r>
        <w:t>158.3517</w:t>
      </w:r>
      <w:r>
        <w:tab/>
        <w:t>1.013e0</w:t>
      </w:r>
    </w:p>
    <w:p w14:paraId="3160B2FC" w14:textId="77777777" w:rsidR="006D4449" w:rsidRDefault="006D4449" w:rsidP="006D4449">
      <w:r>
        <w:t>158.3650</w:t>
      </w:r>
      <w:r>
        <w:tab/>
        <w:t>1.013e0</w:t>
      </w:r>
    </w:p>
    <w:p w14:paraId="65BF3B18" w14:textId="77777777" w:rsidR="006D4449" w:rsidRDefault="006D4449" w:rsidP="006D4449">
      <w:r>
        <w:t>158.3675</w:t>
      </w:r>
      <w:r>
        <w:tab/>
        <w:t>1.013e0</w:t>
      </w:r>
    </w:p>
    <w:p w14:paraId="744B07D8" w14:textId="77777777" w:rsidR="006D4449" w:rsidRDefault="006D4449" w:rsidP="006D4449">
      <w:r>
        <w:t>158.4016</w:t>
      </w:r>
      <w:r>
        <w:tab/>
        <w:t>2.025e0</w:t>
      </w:r>
    </w:p>
    <w:p w14:paraId="7D78DA88" w14:textId="77777777" w:rsidR="006D4449" w:rsidRDefault="006D4449" w:rsidP="006D4449">
      <w:r>
        <w:t>158.4140</w:t>
      </w:r>
      <w:r>
        <w:tab/>
        <w:t>2.025e0</w:t>
      </w:r>
    </w:p>
    <w:p w14:paraId="2064975B" w14:textId="77777777" w:rsidR="006D4449" w:rsidRDefault="006D4449" w:rsidP="006D4449">
      <w:r>
        <w:t>158.4188</w:t>
      </w:r>
      <w:r>
        <w:tab/>
        <w:t>1.013e0</w:t>
      </w:r>
    </w:p>
    <w:p w14:paraId="4E0F52F4" w14:textId="77777777" w:rsidR="006D4449" w:rsidRDefault="006D4449" w:rsidP="006D4449">
      <w:r>
        <w:t>158.4483</w:t>
      </w:r>
      <w:r>
        <w:tab/>
        <w:t>1.013e0</w:t>
      </w:r>
    </w:p>
    <w:p w14:paraId="3CEE2CC3" w14:textId="77777777" w:rsidR="006D4449" w:rsidRDefault="006D4449" w:rsidP="006D4449">
      <w:r>
        <w:t>158.4585</w:t>
      </w:r>
      <w:r>
        <w:tab/>
        <w:t>1.013e0</w:t>
      </w:r>
    </w:p>
    <w:p w14:paraId="183811AE" w14:textId="77777777" w:rsidR="006D4449" w:rsidRDefault="006D4449" w:rsidP="006D4449">
      <w:r>
        <w:t>158.4757</w:t>
      </w:r>
      <w:r>
        <w:tab/>
        <w:t>2.025e0</w:t>
      </w:r>
    </w:p>
    <w:p w14:paraId="3A0AF5B6" w14:textId="77777777" w:rsidR="006D4449" w:rsidRDefault="006D4449" w:rsidP="006D4449">
      <w:r>
        <w:t>158.4915</w:t>
      </w:r>
      <w:r>
        <w:tab/>
        <w:t>2.025e0</w:t>
      </w:r>
    </w:p>
    <w:p w14:paraId="5181151E" w14:textId="77777777" w:rsidR="006D4449" w:rsidRDefault="006D4449" w:rsidP="006D4449">
      <w:r>
        <w:t>158.5323</w:t>
      </w:r>
      <w:r>
        <w:tab/>
        <w:t>2.025e0</w:t>
      </w:r>
    </w:p>
    <w:p w14:paraId="6013FD1C" w14:textId="77777777" w:rsidR="006D4449" w:rsidRDefault="006D4449" w:rsidP="006D4449">
      <w:r>
        <w:t>158.5383</w:t>
      </w:r>
      <w:r>
        <w:tab/>
        <w:t>1.013e0</w:t>
      </w:r>
    </w:p>
    <w:p w14:paraId="79E1F382" w14:textId="77777777" w:rsidR="006D4449" w:rsidRDefault="006D4449" w:rsidP="006D4449">
      <w:r>
        <w:lastRenderedPageBreak/>
        <w:t>158.5401</w:t>
      </w:r>
      <w:r>
        <w:tab/>
        <w:t>3.038e0</w:t>
      </w:r>
    </w:p>
    <w:p w14:paraId="6C47C859" w14:textId="77777777" w:rsidR="006D4449" w:rsidRDefault="006D4449" w:rsidP="006D4449">
      <w:r>
        <w:t>158.5456</w:t>
      </w:r>
      <w:r>
        <w:tab/>
        <w:t>1.013e0</w:t>
      </w:r>
    </w:p>
    <w:p w14:paraId="18DDDD92" w14:textId="77777777" w:rsidR="006D4449" w:rsidRDefault="006D4449" w:rsidP="006D4449">
      <w:r>
        <w:t>158.5490</w:t>
      </w:r>
      <w:r>
        <w:tab/>
        <w:t>2.025e0</w:t>
      </w:r>
    </w:p>
    <w:p w14:paraId="1289D86C" w14:textId="77777777" w:rsidR="006D4449" w:rsidRDefault="006D4449" w:rsidP="006D4449">
      <w:r>
        <w:t>158.5574</w:t>
      </w:r>
      <w:r>
        <w:tab/>
        <w:t>2.243e0</w:t>
      </w:r>
    </w:p>
    <w:p w14:paraId="4D406B6B" w14:textId="77777777" w:rsidR="006D4449" w:rsidRDefault="006D4449" w:rsidP="006D4449">
      <w:r>
        <w:t>158.5729</w:t>
      </w:r>
      <w:r>
        <w:tab/>
        <w:t>1.013e0</w:t>
      </w:r>
    </w:p>
    <w:p w14:paraId="3B65CCF3" w14:textId="77777777" w:rsidR="006D4449" w:rsidRDefault="006D4449" w:rsidP="006D4449">
      <w:r>
        <w:t>158.5756</w:t>
      </w:r>
      <w:r>
        <w:tab/>
        <w:t>1.013e0</w:t>
      </w:r>
    </w:p>
    <w:p w14:paraId="4B746164" w14:textId="77777777" w:rsidR="006D4449" w:rsidRDefault="006D4449" w:rsidP="006D4449">
      <w:r>
        <w:t>158.5797</w:t>
      </w:r>
      <w:r>
        <w:tab/>
        <w:t>1.013e0</w:t>
      </w:r>
    </w:p>
    <w:p w14:paraId="4AC90E5F" w14:textId="77777777" w:rsidR="006D4449" w:rsidRDefault="006D4449" w:rsidP="006D4449">
      <w:r>
        <w:t>158.5896</w:t>
      </w:r>
      <w:r>
        <w:tab/>
        <w:t>1.013e0</w:t>
      </w:r>
    </w:p>
    <w:p w14:paraId="1E393292" w14:textId="77777777" w:rsidR="006D4449" w:rsidRDefault="006D4449" w:rsidP="006D4449">
      <w:r>
        <w:t>158.6561</w:t>
      </w:r>
      <w:r>
        <w:tab/>
        <w:t>2.025e0</w:t>
      </w:r>
    </w:p>
    <w:p w14:paraId="1355DFA3" w14:textId="77777777" w:rsidR="006D4449" w:rsidRDefault="006D4449" w:rsidP="006D4449">
      <w:r>
        <w:t>158.6655</w:t>
      </w:r>
      <w:r>
        <w:tab/>
        <w:t>1.013e0</w:t>
      </w:r>
    </w:p>
    <w:p w14:paraId="60712676" w14:textId="77777777" w:rsidR="006D4449" w:rsidRDefault="006D4449" w:rsidP="006D4449">
      <w:r>
        <w:t>158.6832</w:t>
      </w:r>
      <w:r>
        <w:tab/>
        <w:t>1.013e0</w:t>
      </w:r>
    </w:p>
    <w:p w14:paraId="6FDD6A2F" w14:textId="77777777" w:rsidR="006D4449" w:rsidRDefault="006D4449" w:rsidP="006D4449">
      <w:r>
        <w:t>158.6997</w:t>
      </w:r>
      <w:r>
        <w:tab/>
        <w:t>2.025e0</w:t>
      </w:r>
    </w:p>
    <w:p w14:paraId="1C3F8DCE" w14:textId="77777777" w:rsidR="006D4449" w:rsidRDefault="006D4449" w:rsidP="006D4449">
      <w:r>
        <w:t>158.7100</w:t>
      </w:r>
      <w:r>
        <w:tab/>
        <w:t>1.013e0</w:t>
      </w:r>
    </w:p>
    <w:p w14:paraId="4D2FCDB5" w14:textId="77777777" w:rsidR="006D4449" w:rsidRDefault="006D4449" w:rsidP="006D4449">
      <w:r>
        <w:t>158.7196</w:t>
      </w:r>
      <w:r>
        <w:tab/>
        <w:t>1.013e0</w:t>
      </w:r>
    </w:p>
    <w:p w14:paraId="3DF38999" w14:textId="77777777" w:rsidR="006D4449" w:rsidRDefault="006D4449" w:rsidP="006D4449">
      <w:r>
        <w:t>158.7367</w:t>
      </w:r>
      <w:r>
        <w:tab/>
        <w:t>1.013e0</w:t>
      </w:r>
    </w:p>
    <w:p w14:paraId="42F27B30" w14:textId="77777777" w:rsidR="006D4449" w:rsidRDefault="006D4449" w:rsidP="006D4449">
      <w:r>
        <w:t>158.7435</w:t>
      </w:r>
      <w:r>
        <w:tab/>
        <w:t>1.013e0</w:t>
      </w:r>
    </w:p>
    <w:p w14:paraId="6B6CBAA6" w14:textId="77777777" w:rsidR="006D4449" w:rsidRDefault="006D4449" w:rsidP="006D4449">
      <w:r>
        <w:t>158.7531</w:t>
      </w:r>
      <w:r>
        <w:tab/>
        <w:t>1.013e0</w:t>
      </w:r>
    </w:p>
    <w:p w14:paraId="454166D1" w14:textId="77777777" w:rsidR="006D4449" w:rsidRDefault="006D4449" w:rsidP="006D4449">
      <w:r>
        <w:t>158.7565</w:t>
      </w:r>
      <w:r>
        <w:tab/>
        <w:t>1.013e0</w:t>
      </w:r>
    </w:p>
    <w:p w14:paraId="79124B25" w14:textId="77777777" w:rsidR="006D4449" w:rsidRDefault="006D4449" w:rsidP="006D4449">
      <w:r>
        <w:t>158.7834</w:t>
      </w:r>
      <w:r>
        <w:tab/>
        <w:t>1.013e0</w:t>
      </w:r>
    </w:p>
    <w:p w14:paraId="4DD9C7DF" w14:textId="77777777" w:rsidR="006D4449" w:rsidRDefault="006D4449" w:rsidP="006D4449">
      <w:r>
        <w:lastRenderedPageBreak/>
        <w:t>158.7896</w:t>
      </w:r>
      <w:r>
        <w:tab/>
        <w:t>1.013e0</w:t>
      </w:r>
    </w:p>
    <w:p w14:paraId="36D5928D" w14:textId="77777777" w:rsidR="006D4449" w:rsidRDefault="006D4449" w:rsidP="006D4449">
      <w:r>
        <w:t>158.8004</w:t>
      </w:r>
      <w:r>
        <w:tab/>
        <w:t>1.013e0</w:t>
      </w:r>
    </w:p>
    <w:p w14:paraId="3A63EB36" w14:textId="77777777" w:rsidR="006D4449" w:rsidRDefault="006D4449" w:rsidP="006D4449">
      <w:r>
        <w:t>158.8031</w:t>
      </w:r>
      <w:r>
        <w:tab/>
        <w:t>1.013e0</w:t>
      </w:r>
    </w:p>
    <w:p w14:paraId="2643551B" w14:textId="77777777" w:rsidR="006D4449" w:rsidRDefault="006D4449" w:rsidP="006D4449">
      <w:r>
        <w:t>158.8233</w:t>
      </w:r>
      <w:r>
        <w:tab/>
        <w:t>1.013e0</w:t>
      </w:r>
    </w:p>
    <w:p w14:paraId="0024A229" w14:textId="77777777" w:rsidR="006D4449" w:rsidRDefault="006D4449" w:rsidP="006D4449">
      <w:r>
        <w:t>158.8465</w:t>
      </w:r>
      <w:r>
        <w:tab/>
        <w:t>1.013e0</w:t>
      </w:r>
    </w:p>
    <w:p w14:paraId="186DBEF6" w14:textId="77777777" w:rsidR="006D4449" w:rsidRDefault="006D4449" w:rsidP="006D4449">
      <w:r>
        <w:t>158.8607</w:t>
      </w:r>
      <w:r>
        <w:tab/>
        <w:t>2.025e0</w:t>
      </w:r>
    </w:p>
    <w:p w14:paraId="4543A275" w14:textId="77777777" w:rsidR="006D4449" w:rsidRDefault="006D4449" w:rsidP="006D4449">
      <w:r>
        <w:t>158.8858</w:t>
      </w:r>
      <w:r>
        <w:tab/>
        <w:t>2.025e0</w:t>
      </w:r>
    </w:p>
    <w:p w14:paraId="4EBC4876" w14:textId="77777777" w:rsidR="006D4449" w:rsidRDefault="006D4449" w:rsidP="006D4449">
      <w:r>
        <w:t>158.8906</w:t>
      </w:r>
      <w:r>
        <w:tab/>
        <w:t>1.013e0</w:t>
      </w:r>
    </w:p>
    <w:p w14:paraId="2834C0BE" w14:textId="77777777" w:rsidR="006D4449" w:rsidRDefault="006D4449" w:rsidP="006D4449">
      <w:r>
        <w:t>158.9143</w:t>
      </w:r>
      <w:r>
        <w:tab/>
        <w:t>2.025e0</w:t>
      </w:r>
    </w:p>
    <w:p w14:paraId="0AD305C1" w14:textId="77777777" w:rsidR="006D4449" w:rsidRDefault="006D4449" w:rsidP="006D4449">
      <w:r>
        <w:t>158.9204</w:t>
      </w:r>
      <w:r>
        <w:tab/>
        <w:t>1.013e0</w:t>
      </w:r>
    </w:p>
    <w:p w14:paraId="5C907096" w14:textId="77777777" w:rsidR="006D4449" w:rsidRDefault="006D4449" w:rsidP="006D4449">
      <w:r>
        <w:t>158.9313</w:t>
      </w:r>
      <w:r>
        <w:tab/>
        <w:t>1.013e0</w:t>
      </w:r>
    </w:p>
    <w:p w14:paraId="2C3C2287" w14:textId="77777777" w:rsidR="006D4449" w:rsidRDefault="006D4449" w:rsidP="006D4449">
      <w:r>
        <w:t>158.9406</w:t>
      </w:r>
      <w:r>
        <w:tab/>
        <w:t>1.013e0</w:t>
      </w:r>
    </w:p>
    <w:p w14:paraId="1A056E6F" w14:textId="77777777" w:rsidR="006D4449" w:rsidRDefault="006D4449" w:rsidP="006D4449">
      <w:r>
        <w:t>158.9508</w:t>
      </w:r>
      <w:r>
        <w:tab/>
        <w:t>1.013e0</w:t>
      </w:r>
    </w:p>
    <w:p w14:paraId="5D6A668C" w14:textId="77777777" w:rsidR="006D4449" w:rsidRDefault="006D4449" w:rsidP="006D4449">
      <w:r>
        <w:t>158.9644</w:t>
      </w:r>
      <w:r>
        <w:tab/>
        <w:t>1.013e0</w:t>
      </w:r>
    </w:p>
    <w:p w14:paraId="55ECFAF9" w14:textId="77777777" w:rsidR="006D4449" w:rsidRDefault="006D4449" w:rsidP="006D4449">
      <w:r>
        <w:t>158.9678</w:t>
      </w:r>
      <w:r>
        <w:tab/>
        <w:t>1.013e0</w:t>
      </w:r>
    </w:p>
    <w:p w14:paraId="7F6514CB" w14:textId="77777777" w:rsidR="006D4449" w:rsidRDefault="006D4449" w:rsidP="006D4449">
      <w:r>
        <w:t>158.9739</w:t>
      </w:r>
      <w:r>
        <w:tab/>
        <w:t>1.013e0</w:t>
      </w:r>
    </w:p>
    <w:p w14:paraId="63DBB6FD" w14:textId="77777777" w:rsidR="006D4449" w:rsidRDefault="006D4449" w:rsidP="006D4449">
      <w:r>
        <w:t>159.0111</w:t>
      </w:r>
      <w:r>
        <w:tab/>
        <w:t>1.013e0</w:t>
      </w:r>
    </w:p>
    <w:p w14:paraId="7F0802DD" w14:textId="77777777" w:rsidR="006D4449" w:rsidRDefault="006D4449" w:rsidP="006D4449">
      <w:r>
        <w:t>159.0213</w:t>
      </w:r>
      <w:r>
        <w:tab/>
        <w:t>1.013e0</w:t>
      </w:r>
    </w:p>
    <w:p w14:paraId="7162DB42" w14:textId="77777777" w:rsidR="006D4449" w:rsidRDefault="006D4449" w:rsidP="006D4449">
      <w:r>
        <w:t>159.0342</w:t>
      </w:r>
      <w:r>
        <w:tab/>
        <w:t>1.013e0</w:t>
      </w:r>
    </w:p>
    <w:p w14:paraId="7882604B" w14:textId="77777777" w:rsidR="006D4449" w:rsidRDefault="006D4449" w:rsidP="006D4449">
      <w:r>
        <w:lastRenderedPageBreak/>
        <w:t>159.0417</w:t>
      </w:r>
      <w:r>
        <w:tab/>
        <w:t>1.013e0</w:t>
      </w:r>
    </w:p>
    <w:p w14:paraId="3CB51E0C" w14:textId="77777777" w:rsidR="006D4449" w:rsidRDefault="006D4449" w:rsidP="006D4449">
      <w:r>
        <w:t>159.0696</w:t>
      </w:r>
      <w:r>
        <w:tab/>
        <w:t>3.038e0</w:t>
      </w:r>
    </w:p>
    <w:p w14:paraId="0B4E957E" w14:textId="77777777" w:rsidR="006D4449" w:rsidRDefault="006D4449" w:rsidP="006D4449">
      <w:r>
        <w:t>159.0707</w:t>
      </w:r>
      <w:r>
        <w:tab/>
        <w:t>3.038e0</w:t>
      </w:r>
    </w:p>
    <w:p w14:paraId="60C9C229" w14:textId="77777777" w:rsidR="006D4449" w:rsidRDefault="006D4449" w:rsidP="006D4449">
      <w:r>
        <w:t>159.0772</w:t>
      </w:r>
      <w:r>
        <w:tab/>
        <w:t>2.787e0</w:t>
      </w:r>
    </w:p>
    <w:p w14:paraId="372A925C" w14:textId="77777777" w:rsidR="006D4449" w:rsidRDefault="006D4449" w:rsidP="006D4449">
      <w:r>
        <w:t>159.0785</w:t>
      </w:r>
      <w:r>
        <w:tab/>
        <w:t>8.655e0</w:t>
      </w:r>
    </w:p>
    <w:p w14:paraId="773DA9BC" w14:textId="77777777" w:rsidR="006D4449" w:rsidRDefault="006D4449" w:rsidP="006D4449">
      <w:r>
        <w:t>159.0796</w:t>
      </w:r>
      <w:r>
        <w:tab/>
        <w:t>1.667e0</w:t>
      </w:r>
    </w:p>
    <w:p w14:paraId="13A59B18" w14:textId="77777777" w:rsidR="006D4449" w:rsidRDefault="006D4449" w:rsidP="006D4449">
      <w:r>
        <w:t>159.1068</w:t>
      </w:r>
      <w:r>
        <w:tab/>
        <w:t>8.565e0</w:t>
      </w:r>
    </w:p>
    <w:p w14:paraId="533B9CB1" w14:textId="77777777" w:rsidR="006D4449" w:rsidRDefault="006D4449" w:rsidP="006D4449">
      <w:r>
        <w:t>159.1159</w:t>
      </w:r>
      <w:r>
        <w:tab/>
        <w:t>6.076e0</w:t>
      </w:r>
    </w:p>
    <w:p w14:paraId="30F71C40" w14:textId="77777777" w:rsidR="006D4449" w:rsidRDefault="006D4449" w:rsidP="006D4449">
      <w:r>
        <w:t>159.1172</w:t>
      </w:r>
      <w:r>
        <w:tab/>
        <w:t>1.013e1</w:t>
      </w:r>
    </w:p>
    <w:p w14:paraId="130396F3" w14:textId="77777777" w:rsidR="006D4449" w:rsidRDefault="006D4449" w:rsidP="006D4449">
      <w:r>
        <w:t>159.1226</w:t>
      </w:r>
      <w:r>
        <w:tab/>
        <w:t>2.903e0</w:t>
      </w:r>
    </w:p>
    <w:p w14:paraId="0BC297A3" w14:textId="77777777" w:rsidR="006D4449" w:rsidRDefault="006D4449" w:rsidP="006D4449">
      <w:r>
        <w:t>159.1254</w:t>
      </w:r>
      <w:r>
        <w:tab/>
        <w:t>3.805e0</w:t>
      </w:r>
    </w:p>
    <w:p w14:paraId="433FF3E6" w14:textId="77777777" w:rsidR="006D4449" w:rsidRDefault="006D4449" w:rsidP="006D4449">
      <w:r>
        <w:t>159.1321</w:t>
      </w:r>
      <w:r>
        <w:tab/>
        <w:t>2.500e0</w:t>
      </w:r>
    </w:p>
    <w:p w14:paraId="077C946D" w14:textId="77777777" w:rsidR="006D4449" w:rsidRDefault="006D4449" w:rsidP="006D4449">
      <w:r>
        <w:t>159.1528</w:t>
      </w:r>
      <w:r>
        <w:tab/>
        <w:t>3.038e0</w:t>
      </w:r>
    </w:p>
    <w:p w14:paraId="5156D337" w14:textId="77777777" w:rsidR="006D4449" w:rsidRDefault="006D4449" w:rsidP="006D4449">
      <w:r>
        <w:t>159.1590</w:t>
      </w:r>
      <w:r>
        <w:tab/>
        <w:t>1.013e0</w:t>
      </w:r>
    </w:p>
    <w:p w14:paraId="0AF1D8F9" w14:textId="77777777" w:rsidR="006D4449" w:rsidRDefault="006D4449" w:rsidP="006D4449">
      <w:r>
        <w:t>159.1618</w:t>
      </w:r>
      <w:r>
        <w:tab/>
        <w:t>2.025e0</w:t>
      </w:r>
    </w:p>
    <w:p w14:paraId="7B1D82D3" w14:textId="77777777" w:rsidR="006D4449" w:rsidRDefault="006D4449" w:rsidP="006D4449">
      <w:r>
        <w:t>159.1754</w:t>
      </w:r>
      <w:r>
        <w:tab/>
        <w:t>1.013e0</w:t>
      </w:r>
    </w:p>
    <w:p w14:paraId="3630C599" w14:textId="77777777" w:rsidR="006D4449" w:rsidRDefault="006D4449" w:rsidP="006D4449">
      <w:r>
        <w:t>159.2058</w:t>
      </w:r>
      <w:r>
        <w:tab/>
        <w:t>1.013e0</w:t>
      </w:r>
    </w:p>
    <w:p w14:paraId="08195C9F" w14:textId="77777777" w:rsidR="006D4449" w:rsidRDefault="006D4449" w:rsidP="006D4449">
      <w:r>
        <w:t>159.2085</w:t>
      </w:r>
      <w:r>
        <w:tab/>
        <w:t>1.013e0</w:t>
      </w:r>
    </w:p>
    <w:p w14:paraId="5002F1AA" w14:textId="77777777" w:rsidR="006D4449" w:rsidRDefault="006D4449" w:rsidP="006D4449">
      <w:r>
        <w:t>159.2102</w:t>
      </w:r>
      <w:r>
        <w:tab/>
        <w:t>2.025e0</w:t>
      </w:r>
    </w:p>
    <w:p w14:paraId="1BFDDF8D" w14:textId="77777777" w:rsidR="006D4449" w:rsidRDefault="006D4449" w:rsidP="006D4449">
      <w:r>
        <w:lastRenderedPageBreak/>
        <w:t>159.2460</w:t>
      </w:r>
      <w:r>
        <w:tab/>
        <w:t>1.013e0</w:t>
      </w:r>
    </w:p>
    <w:p w14:paraId="7575E110" w14:textId="77777777" w:rsidR="006D4449" w:rsidRDefault="006D4449" w:rsidP="006D4449">
      <w:r>
        <w:t>159.2492</w:t>
      </w:r>
      <w:r>
        <w:tab/>
        <w:t>1.013e0</w:t>
      </w:r>
    </w:p>
    <w:p w14:paraId="46480F89" w14:textId="77777777" w:rsidR="006D4449" w:rsidRDefault="006D4449" w:rsidP="006D4449">
      <w:r>
        <w:t>159.2621</w:t>
      </w:r>
      <w:r>
        <w:tab/>
        <w:t>1.013e0</w:t>
      </w:r>
    </w:p>
    <w:p w14:paraId="5588C3D3" w14:textId="77777777" w:rsidR="006D4449" w:rsidRDefault="006D4449" w:rsidP="006D4449">
      <w:r>
        <w:t>159.2730</w:t>
      </w:r>
      <w:r>
        <w:tab/>
        <w:t>1.013e0</w:t>
      </w:r>
    </w:p>
    <w:p w14:paraId="7ACD534F" w14:textId="77777777" w:rsidR="006D4449" w:rsidRDefault="006D4449" w:rsidP="006D4449">
      <w:r>
        <w:t>159.2749</w:t>
      </w:r>
      <w:r>
        <w:tab/>
        <w:t>3.038e0</w:t>
      </w:r>
    </w:p>
    <w:p w14:paraId="3201FFDA" w14:textId="77777777" w:rsidR="006D4449" w:rsidRDefault="006D4449" w:rsidP="006D4449">
      <w:r>
        <w:t>159.2832</w:t>
      </w:r>
      <w:r>
        <w:tab/>
        <w:t>1.013e0</w:t>
      </w:r>
    </w:p>
    <w:p w14:paraId="11C1154E" w14:textId="77777777" w:rsidR="006D4449" w:rsidRDefault="006D4449" w:rsidP="006D4449">
      <w:r>
        <w:t>159.3028</w:t>
      </w:r>
      <w:r>
        <w:tab/>
        <w:t>2.025e0</w:t>
      </w:r>
    </w:p>
    <w:p w14:paraId="375B1346" w14:textId="77777777" w:rsidR="006D4449" w:rsidRDefault="006D4449" w:rsidP="006D4449">
      <w:r>
        <w:t>159.3121</w:t>
      </w:r>
      <w:r>
        <w:tab/>
        <w:t>1.013e0</w:t>
      </w:r>
    </w:p>
    <w:p w14:paraId="3BFF3846" w14:textId="77777777" w:rsidR="006D4449" w:rsidRDefault="006D4449" w:rsidP="006D4449">
      <w:r>
        <w:t>159.3265</w:t>
      </w:r>
      <w:r>
        <w:tab/>
        <w:t>1.013e0</w:t>
      </w:r>
    </w:p>
    <w:p w14:paraId="491EB916" w14:textId="77777777" w:rsidR="006D4449" w:rsidRDefault="006D4449" w:rsidP="006D4449">
      <w:r>
        <w:t>159.3732</w:t>
      </w:r>
      <w:r>
        <w:tab/>
        <w:t>1.013e0</w:t>
      </w:r>
    </w:p>
    <w:p w14:paraId="3AAF4ACC" w14:textId="77777777" w:rsidR="006D4449" w:rsidRDefault="006D4449" w:rsidP="006D4449">
      <w:r>
        <w:t>159.3766</w:t>
      </w:r>
      <w:r>
        <w:tab/>
        <w:t>1.013e0</w:t>
      </w:r>
    </w:p>
    <w:p w14:paraId="71D54AB9" w14:textId="77777777" w:rsidR="006D4449" w:rsidRDefault="006D4449" w:rsidP="006D4449">
      <w:r>
        <w:t>159.3937</w:t>
      </w:r>
      <w:r>
        <w:tab/>
        <w:t>1.013e0</w:t>
      </w:r>
    </w:p>
    <w:p w14:paraId="1EA09A83" w14:textId="77777777" w:rsidR="006D4449" w:rsidRDefault="006D4449" w:rsidP="006D4449">
      <w:r>
        <w:t>159.4074</w:t>
      </w:r>
      <w:r>
        <w:tab/>
        <w:t>2.025e0</w:t>
      </w:r>
    </w:p>
    <w:p w14:paraId="12545E72" w14:textId="77777777" w:rsidR="006D4449" w:rsidRDefault="006D4449" w:rsidP="006D4449">
      <w:r>
        <w:t>159.4159</w:t>
      </w:r>
      <w:r>
        <w:tab/>
        <w:t>2.025e0</w:t>
      </w:r>
    </w:p>
    <w:p w14:paraId="49B8007F" w14:textId="77777777" w:rsidR="006D4449" w:rsidRDefault="006D4449" w:rsidP="006D4449">
      <w:r>
        <w:t>159.4568</w:t>
      </w:r>
      <w:r>
        <w:tab/>
        <w:t>1.013e0</w:t>
      </w:r>
    </w:p>
    <w:p w14:paraId="32F7F41C" w14:textId="77777777" w:rsidR="006D4449" w:rsidRDefault="006D4449" w:rsidP="006D4449">
      <w:r>
        <w:t>159.4689</w:t>
      </w:r>
      <w:r>
        <w:tab/>
        <w:t>2.025e0</w:t>
      </w:r>
    </w:p>
    <w:p w14:paraId="6D5CA631" w14:textId="77777777" w:rsidR="006D4449" w:rsidRDefault="006D4449" w:rsidP="006D4449">
      <w:r>
        <w:t>159.4974</w:t>
      </w:r>
      <w:r>
        <w:tab/>
        <w:t>1.013e0</w:t>
      </w:r>
    </w:p>
    <w:p w14:paraId="1660A5B5" w14:textId="77777777" w:rsidR="006D4449" w:rsidRDefault="006D4449" w:rsidP="006D4449">
      <w:r>
        <w:t>159.5248</w:t>
      </w:r>
      <w:r>
        <w:tab/>
        <w:t>1.013e0</w:t>
      </w:r>
    </w:p>
    <w:p w14:paraId="14C1C6A1" w14:textId="77777777" w:rsidR="006D4449" w:rsidRDefault="006D4449" w:rsidP="006D4449">
      <w:r>
        <w:t>159.5275</w:t>
      </w:r>
      <w:r>
        <w:tab/>
        <w:t>1.013e0</w:t>
      </w:r>
    </w:p>
    <w:p w14:paraId="68EDD8F7" w14:textId="77777777" w:rsidR="006D4449" w:rsidRDefault="006D4449" w:rsidP="006D4449">
      <w:r>
        <w:lastRenderedPageBreak/>
        <w:t>159.5316</w:t>
      </w:r>
      <w:r>
        <w:tab/>
        <w:t>1.013e0</w:t>
      </w:r>
    </w:p>
    <w:p w14:paraId="07A96AB4" w14:textId="77777777" w:rsidR="006D4449" w:rsidRDefault="006D4449" w:rsidP="006D4449">
      <w:r>
        <w:t>159.5361</w:t>
      </w:r>
      <w:r>
        <w:tab/>
        <w:t>3.038e0</w:t>
      </w:r>
    </w:p>
    <w:p w14:paraId="096F2F3F" w14:textId="77777777" w:rsidR="006D4449" w:rsidRDefault="006D4449" w:rsidP="006D4449">
      <w:r>
        <w:t>159.5505</w:t>
      </w:r>
      <w:r>
        <w:tab/>
        <w:t>1.013e0</w:t>
      </w:r>
    </w:p>
    <w:p w14:paraId="09742BAD" w14:textId="77777777" w:rsidR="006D4449" w:rsidRDefault="006D4449" w:rsidP="006D4449">
      <w:r>
        <w:t>159.5544</w:t>
      </w:r>
      <w:r>
        <w:tab/>
        <w:t>1.013e0</w:t>
      </w:r>
    </w:p>
    <w:p w14:paraId="48BC50A2" w14:textId="77777777" w:rsidR="006D4449" w:rsidRDefault="006D4449" w:rsidP="006D4449">
      <w:r>
        <w:t>159.5647</w:t>
      </w:r>
      <w:r>
        <w:tab/>
        <w:t>1.013e0</w:t>
      </w:r>
    </w:p>
    <w:p w14:paraId="7B6E26F2" w14:textId="77777777" w:rsidR="006D4449" w:rsidRDefault="006D4449" w:rsidP="006D4449">
      <w:r>
        <w:t>159.5828</w:t>
      </w:r>
      <w:r>
        <w:tab/>
        <w:t>2.025e0</w:t>
      </w:r>
    </w:p>
    <w:p w14:paraId="4BD918C9" w14:textId="77777777" w:rsidR="006D4449" w:rsidRDefault="006D4449" w:rsidP="006D4449">
      <w:r>
        <w:t>159.5852</w:t>
      </w:r>
      <w:r>
        <w:tab/>
        <w:t>1.013e0</w:t>
      </w:r>
    </w:p>
    <w:p w14:paraId="6298AF0F" w14:textId="77777777" w:rsidR="006D4449" w:rsidRDefault="006D4449" w:rsidP="006D4449">
      <w:r>
        <w:t>159.5886</w:t>
      </w:r>
      <w:r>
        <w:tab/>
        <w:t>1.013e0</w:t>
      </w:r>
    </w:p>
    <w:p w14:paraId="1680BCB3" w14:textId="77777777" w:rsidR="006D4449" w:rsidRDefault="006D4449" w:rsidP="006D4449">
      <w:r>
        <w:t>159.5989</w:t>
      </w:r>
      <w:r>
        <w:tab/>
        <w:t>1.013e0</w:t>
      </w:r>
    </w:p>
    <w:p w14:paraId="63D3E83B" w14:textId="77777777" w:rsidR="006D4449" w:rsidRDefault="006D4449" w:rsidP="006D4449">
      <w:r>
        <w:t>159.6036</w:t>
      </w:r>
      <w:r>
        <w:tab/>
        <w:t>2.025e0</w:t>
      </w:r>
    </w:p>
    <w:p w14:paraId="53810B08" w14:textId="77777777" w:rsidR="006D4449" w:rsidRDefault="006D4449" w:rsidP="006D4449">
      <w:r>
        <w:t>159.6347</w:t>
      </w:r>
      <w:r>
        <w:tab/>
        <w:t>1.013e0</w:t>
      </w:r>
    </w:p>
    <w:p w14:paraId="18910574" w14:textId="77777777" w:rsidR="006D4449" w:rsidRDefault="006D4449" w:rsidP="006D4449">
      <w:r>
        <w:t>159.6672</w:t>
      </w:r>
      <w:r>
        <w:tab/>
        <w:t>2.025e0</w:t>
      </w:r>
    </w:p>
    <w:p w14:paraId="0E8AFAED" w14:textId="77777777" w:rsidR="006D4449" w:rsidRDefault="006D4449" w:rsidP="006D4449">
      <w:r>
        <w:t>159.6883</w:t>
      </w:r>
      <w:r>
        <w:tab/>
        <w:t>1.013e0</w:t>
      </w:r>
    </w:p>
    <w:p w14:paraId="04C90A07" w14:textId="77777777" w:rsidR="006D4449" w:rsidRDefault="006D4449" w:rsidP="006D4449">
      <w:r>
        <w:t>159.6992</w:t>
      </w:r>
      <w:r>
        <w:tab/>
        <w:t>1.013e0</w:t>
      </w:r>
    </w:p>
    <w:p w14:paraId="2F925D4D" w14:textId="77777777" w:rsidR="006D4449" w:rsidRDefault="006D4449" w:rsidP="006D4449">
      <w:r>
        <w:t>159.7271</w:t>
      </w:r>
      <w:r>
        <w:tab/>
        <w:t>2.025e0</w:t>
      </w:r>
    </w:p>
    <w:p w14:paraId="1D1213A3" w14:textId="77777777" w:rsidR="006D4449" w:rsidRDefault="006D4449" w:rsidP="006D4449">
      <w:r>
        <w:t>159.7294</w:t>
      </w:r>
      <w:r>
        <w:tab/>
        <w:t>1.013e0</w:t>
      </w:r>
    </w:p>
    <w:p w14:paraId="598824B0" w14:textId="77777777" w:rsidR="006D4449" w:rsidRDefault="006D4449" w:rsidP="006D4449">
      <w:r>
        <w:t>159.7631</w:t>
      </w:r>
      <w:r>
        <w:tab/>
        <w:t>1.013e0</w:t>
      </w:r>
    </w:p>
    <w:p w14:paraId="56F450EC" w14:textId="77777777" w:rsidR="006D4449" w:rsidRDefault="006D4449" w:rsidP="006D4449">
      <w:r>
        <w:t>159.7699</w:t>
      </w:r>
      <w:r>
        <w:tab/>
        <w:t>1.013e0</w:t>
      </w:r>
    </w:p>
    <w:p w14:paraId="75D15788" w14:textId="77777777" w:rsidR="006D4449" w:rsidRDefault="006D4449" w:rsidP="006D4449">
      <w:r>
        <w:t>159.7727</w:t>
      </w:r>
      <w:r>
        <w:tab/>
        <w:t>1.013e0</w:t>
      </w:r>
    </w:p>
    <w:p w14:paraId="7B17E886" w14:textId="77777777" w:rsidR="006D4449" w:rsidRDefault="006D4449" w:rsidP="006D4449">
      <w:r>
        <w:lastRenderedPageBreak/>
        <w:t>159.7867</w:t>
      </w:r>
      <w:r>
        <w:tab/>
        <w:t>1.013e0</w:t>
      </w:r>
    </w:p>
    <w:p w14:paraId="5F406114" w14:textId="77777777" w:rsidR="006D4449" w:rsidRDefault="006D4449" w:rsidP="006D4449">
      <w:r>
        <w:t>159.7989</w:t>
      </w:r>
      <w:r>
        <w:tab/>
        <w:t>1.013e0</w:t>
      </w:r>
    </w:p>
    <w:p w14:paraId="43D9149B" w14:textId="77777777" w:rsidR="006D4449" w:rsidRDefault="006D4449" w:rsidP="006D4449">
      <w:r>
        <w:t>159.8024</w:t>
      </w:r>
      <w:r>
        <w:tab/>
        <w:t>1.013e0</w:t>
      </w:r>
    </w:p>
    <w:p w14:paraId="79F85E10" w14:textId="77777777" w:rsidR="006D4449" w:rsidRDefault="006D4449" w:rsidP="006D4449">
      <w:r>
        <w:t>159.8391</w:t>
      </w:r>
      <w:r>
        <w:tab/>
        <w:t>2.025e0</w:t>
      </w:r>
    </w:p>
    <w:p w14:paraId="483D9142" w14:textId="77777777" w:rsidR="006D4449" w:rsidRDefault="006D4449" w:rsidP="006D4449">
      <w:r>
        <w:t>159.8628</w:t>
      </w:r>
      <w:r>
        <w:tab/>
        <w:t>1.013e0</w:t>
      </w:r>
    </w:p>
    <w:p w14:paraId="7CFA7E25" w14:textId="77777777" w:rsidR="006D4449" w:rsidRDefault="006D4449" w:rsidP="006D4449">
      <w:r>
        <w:t>159.8697</w:t>
      </w:r>
      <w:r>
        <w:tab/>
        <w:t>2.025e0</w:t>
      </w:r>
    </w:p>
    <w:p w14:paraId="30C6443C" w14:textId="77777777" w:rsidR="006D4449" w:rsidRDefault="006D4449" w:rsidP="006D4449">
      <w:r>
        <w:t>159.8874</w:t>
      </w:r>
      <w:r>
        <w:tab/>
        <w:t>1.013e0</w:t>
      </w:r>
    </w:p>
    <w:p w14:paraId="41346FC3" w14:textId="77777777" w:rsidR="006D4449" w:rsidRDefault="006D4449" w:rsidP="006D4449">
      <w:r>
        <w:t>159.8943</w:t>
      </w:r>
      <w:r>
        <w:tab/>
        <w:t>2.025e0</w:t>
      </w:r>
    </w:p>
    <w:p w14:paraId="13B06E00" w14:textId="77777777" w:rsidR="006D4449" w:rsidRDefault="006D4449" w:rsidP="006D4449">
      <w:r>
        <w:t>159.9005</w:t>
      </w:r>
      <w:r>
        <w:tab/>
        <w:t>1.013e0</w:t>
      </w:r>
    </w:p>
    <w:p w14:paraId="7278A786" w14:textId="77777777" w:rsidR="006D4449" w:rsidRDefault="006D4449" w:rsidP="006D4449">
      <w:r>
        <w:t>159.9135</w:t>
      </w:r>
      <w:r>
        <w:tab/>
        <w:t>1.013e0</w:t>
      </w:r>
    </w:p>
    <w:p w14:paraId="19BFC25B" w14:textId="77777777" w:rsidR="006D4449" w:rsidRDefault="006D4449" w:rsidP="006D4449">
      <w:r>
        <w:t>159.9240</w:t>
      </w:r>
      <w:r>
        <w:tab/>
        <w:t>1.013e0</w:t>
      </w:r>
    </w:p>
    <w:p w14:paraId="6C8FEE81" w14:textId="77777777" w:rsidR="006D4449" w:rsidRDefault="006D4449" w:rsidP="006D4449">
      <w:r>
        <w:t>159.9343</w:t>
      </w:r>
      <w:r>
        <w:tab/>
        <w:t>1.013e0</w:t>
      </w:r>
    </w:p>
    <w:p w14:paraId="68BDB5B5" w14:textId="77777777" w:rsidR="006D4449" w:rsidRDefault="006D4449" w:rsidP="006D4449">
      <w:r>
        <w:t>159.9582</w:t>
      </w:r>
      <w:r>
        <w:tab/>
        <w:t>2.025e0</w:t>
      </w:r>
    </w:p>
    <w:p w14:paraId="50F0E1DB" w14:textId="77777777" w:rsidR="006D4449" w:rsidRDefault="006D4449" w:rsidP="006D4449">
      <w:r>
        <w:t>159.9740</w:t>
      </w:r>
      <w:r>
        <w:tab/>
        <w:t>1.013e0</w:t>
      </w:r>
    </w:p>
    <w:p w14:paraId="44156720" w14:textId="77777777" w:rsidR="006D4449" w:rsidRDefault="006D4449" w:rsidP="006D4449">
      <w:r>
        <w:t>159.9844</w:t>
      </w:r>
      <w:r>
        <w:tab/>
        <w:t>1.013e0</w:t>
      </w:r>
    </w:p>
    <w:p w14:paraId="042204EE" w14:textId="77777777" w:rsidR="006D4449" w:rsidRDefault="006D4449" w:rsidP="006D4449">
      <w:r>
        <w:t>159.9878</w:t>
      </w:r>
      <w:r>
        <w:tab/>
        <w:t>2.025e0</w:t>
      </w:r>
    </w:p>
    <w:p w14:paraId="2823CAD2" w14:textId="77777777" w:rsidR="006D4449" w:rsidRDefault="006D4449" w:rsidP="006D4449">
      <w:r>
        <w:t>159.9982</w:t>
      </w:r>
      <w:r>
        <w:tab/>
        <w:t>2.025e0</w:t>
      </w:r>
    </w:p>
    <w:p w14:paraId="0028A226" w14:textId="77777777" w:rsidR="006D4449" w:rsidRDefault="006D4449" w:rsidP="006D4449">
      <w:r>
        <w:t>160.0221</w:t>
      </w:r>
      <w:r>
        <w:tab/>
        <w:t>1.013e0</w:t>
      </w:r>
    </w:p>
    <w:p w14:paraId="31E146B3" w14:textId="77777777" w:rsidR="006D4449" w:rsidRDefault="006D4449" w:rsidP="006D4449">
      <w:r>
        <w:t>160.0282</w:t>
      </w:r>
      <w:r>
        <w:tab/>
        <w:t>1.013e0</w:t>
      </w:r>
    </w:p>
    <w:p w14:paraId="2A621207" w14:textId="77777777" w:rsidR="006D4449" w:rsidRDefault="006D4449" w:rsidP="006D4449">
      <w:r>
        <w:lastRenderedPageBreak/>
        <w:t>160.0438</w:t>
      </w:r>
      <w:r>
        <w:tab/>
        <w:t>4.051e0</w:t>
      </w:r>
    </w:p>
    <w:p w14:paraId="0F5A65F8" w14:textId="77777777" w:rsidR="006D4449" w:rsidRDefault="006D4449" w:rsidP="006D4449">
      <w:r>
        <w:t>160.0567</w:t>
      </w:r>
      <w:r>
        <w:tab/>
        <w:t>5.574e0</w:t>
      </w:r>
    </w:p>
    <w:p w14:paraId="1A06A341" w14:textId="77777777" w:rsidR="006D4449" w:rsidRDefault="006D4449" w:rsidP="006D4449">
      <w:r>
        <w:t>160.0616</w:t>
      </w:r>
      <w:r>
        <w:tab/>
        <w:t>7.089e0</w:t>
      </w:r>
    </w:p>
    <w:p w14:paraId="0BB1A505" w14:textId="77777777" w:rsidR="006D4449" w:rsidRDefault="006D4449" w:rsidP="006D4449">
      <w:r>
        <w:t>160.0631</w:t>
      </w:r>
      <w:r>
        <w:tab/>
        <w:t>2.025e0</w:t>
      </w:r>
    </w:p>
    <w:p w14:paraId="39147155" w14:textId="77777777" w:rsidR="006D4449" w:rsidRDefault="006D4449" w:rsidP="006D4449">
      <w:r>
        <w:t>160.0917</w:t>
      </w:r>
      <w:r>
        <w:tab/>
        <w:t>3.988e0</w:t>
      </w:r>
    </w:p>
    <w:p w14:paraId="604C8C6A" w14:textId="77777777" w:rsidR="006D4449" w:rsidRDefault="006D4449" w:rsidP="006D4449">
      <w:r>
        <w:t>160.0930</w:t>
      </w:r>
      <w:r>
        <w:tab/>
        <w:t>4.722e0</w:t>
      </w:r>
    </w:p>
    <w:p w14:paraId="73B3A3BC" w14:textId="77777777" w:rsidR="006D4449" w:rsidRDefault="006D4449" w:rsidP="006D4449">
      <w:r>
        <w:t>160.0967</w:t>
      </w:r>
      <w:r>
        <w:tab/>
        <w:t>6.929e0</w:t>
      </w:r>
    </w:p>
    <w:p w14:paraId="4D9D4C59" w14:textId="77777777" w:rsidR="006D4449" w:rsidRDefault="006D4449" w:rsidP="006D4449">
      <w:r>
        <w:t>160.0983</w:t>
      </w:r>
      <w:r>
        <w:tab/>
        <w:t>1.194e1</w:t>
      </w:r>
    </w:p>
    <w:p w14:paraId="2686BF49" w14:textId="77777777" w:rsidR="006D4449" w:rsidRDefault="006D4449" w:rsidP="006D4449">
      <w:r>
        <w:t>160.1032</w:t>
      </w:r>
      <w:r>
        <w:tab/>
        <w:t>5.443e0</w:t>
      </w:r>
    </w:p>
    <w:p w14:paraId="1A651BE7" w14:textId="77777777" w:rsidR="006D4449" w:rsidRDefault="006D4449" w:rsidP="006D4449">
      <w:r>
        <w:t>160.1105</w:t>
      </w:r>
      <w:r>
        <w:tab/>
        <w:t>6.719e0</w:t>
      </w:r>
    </w:p>
    <w:p w14:paraId="33EC323A" w14:textId="77777777" w:rsidR="006D4449" w:rsidRDefault="006D4449" w:rsidP="006D4449">
      <w:r>
        <w:t>160.1398</w:t>
      </w:r>
      <w:r>
        <w:tab/>
        <w:t>3.635e0</w:t>
      </w:r>
    </w:p>
    <w:p w14:paraId="074FB596" w14:textId="77777777" w:rsidR="006D4449" w:rsidRDefault="006D4449" w:rsidP="006D4449">
      <w:r>
        <w:t>160.1431</w:t>
      </w:r>
      <w:r>
        <w:tab/>
        <w:t>1.013e0</w:t>
      </w:r>
    </w:p>
    <w:p w14:paraId="17F5FF28" w14:textId="77777777" w:rsidR="006D4449" w:rsidRDefault="006D4449" w:rsidP="006D4449">
      <w:r>
        <w:t>160.1565</w:t>
      </w:r>
      <w:r>
        <w:tab/>
        <w:t>1.013e0</w:t>
      </w:r>
    </w:p>
    <w:p w14:paraId="534A55D5" w14:textId="77777777" w:rsidR="006D4449" w:rsidRDefault="006D4449" w:rsidP="006D4449">
      <w:r>
        <w:t>160.1721</w:t>
      </w:r>
      <w:r>
        <w:tab/>
        <w:t>1.013e0</w:t>
      </w:r>
    </w:p>
    <w:p w14:paraId="65CB9DF9" w14:textId="77777777" w:rsidR="006D4449" w:rsidRDefault="006D4449" w:rsidP="006D4449">
      <w:r>
        <w:t>160.1797</w:t>
      </w:r>
      <w:r>
        <w:tab/>
        <w:t>2.025e0</w:t>
      </w:r>
    </w:p>
    <w:p w14:paraId="4F78523E" w14:textId="77777777" w:rsidR="006D4449" w:rsidRDefault="006D4449" w:rsidP="006D4449">
      <w:r>
        <w:t>160.1896</w:t>
      </w:r>
      <w:r>
        <w:tab/>
        <w:t>2.025e0</w:t>
      </w:r>
    </w:p>
    <w:p w14:paraId="55F7E6DE" w14:textId="77777777" w:rsidR="006D4449" w:rsidRDefault="006D4449" w:rsidP="006D4449">
      <w:r>
        <w:t>160.1967</w:t>
      </w:r>
      <w:r>
        <w:tab/>
        <w:t>1.013e0</w:t>
      </w:r>
    </w:p>
    <w:p w14:paraId="2260C464" w14:textId="77777777" w:rsidR="006D4449" w:rsidRDefault="006D4449" w:rsidP="006D4449">
      <w:r>
        <w:t>160.2063</w:t>
      </w:r>
      <w:r>
        <w:tab/>
        <w:t>1.013e0</w:t>
      </w:r>
    </w:p>
    <w:p w14:paraId="755AFFD3" w14:textId="77777777" w:rsidR="006D4449" w:rsidRDefault="006D4449" w:rsidP="006D4449">
      <w:r>
        <w:t>160.2139</w:t>
      </w:r>
      <w:r>
        <w:tab/>
        <w:t>1.013e0</w:t>
      </w:r>
    </w:p>
    <w:p w14:paraId="3F153724" w14:textId="77777777" w:rsidR="006D4449" w:rsidRDefault="006D4449" w:rsidP="006D4449">
      <w:r>
        <w:lastRenderedPageBreak/>
        <w:t>160.2198</w:t>
      </w:r>
      <w:r>
        <w:tab/>
        <w:t>2.025e0</w:t>
      </w:r>
    </w:p>
    <w:p w14:paraId="2BF132BA" w14:textId="77777777" w:rsidR="006D4449" w:rsidRDefault="006D4449" w:rsidP="006D4449">
      <w:r>
        <w:t>160.2333</w:t>
      </w:r>
      <w:r>
        <w:tab/>
        <w:t>1.013e0</w:t>
      </w:r>
    </w:p>
    <w:p w14:paraId="5F33CA75" w14:textId="77777777" w:rsidR="006D4449" w:rsidRDefault="006D4449" w:rsidP="006D4449">
      <w:r>
        <w:t>160.2641</w:t>
      </w:r>
      <w:r>
        <w:tab/>
        <w:t>1.013e0</w:t>
      </w:r>
    </w:p>
    <w:p w14:paraId="60EACFE1" w14:textId="77777777" w:rsidR="006D4449" w:rsidRDefault="006D4449" w:rsidP="006D4449">
      <w:r>
        <w:t>160.2675</w:t>
      </w:r>
      <w:r>
        <w:tab/>
        <w:t>1.013e0</w:t>
      </w:r>
    </w:p>
    <w:p w14:paraId="2B35E1BA" w14:textId="77777777" w:rsidR="006D4449" w:rsidRDefault="006D4449" w:rsidP="006D4449">
      <w:r>
        <w:t>160.2693</w:t>
      </w:r>
      <w:r>
        <w:tab/>
        <w:t>2.025e0</w:t>
      </w:r>
    </w:p>
    <w:p w14:paraId="4D216121" w14:textId="77777777" w:rsidR="006D4449" w:rsidRDefault="006D4449" w:rsidP="006D4449">
      <w:r>
        <w:t>160.2778</w:t>
      </w:r>
      <w:r>
        <w:tab/>
        <w:t>1.013e0</w:t>
      </w:r>
    </w:p>
    <w:p w14:paraId="1498108C" w14:textId="77777777" w:rsidR="006D4449" w:rsidRDefault="006D4449" w:rsidP="006D4449">
      <w:r>
        <w:t>160.2899</w:t>
      </w:r>
      <w:r>
        <w:tab/>
        <w:t>1.013e0</w:t>
      </w:r>
    </w:p>
    <w:p w14:paraId="28BF915E" w14:textId="77777777" w:rsidR="006D4449" w:rsidRDefault="006D4449" w:rsidP="006D4449">
      <w:r>
        <w:t>160.3035</w:t>
      </w:r>
      <w:r>
        <w:tab/>
        <w:t>1.013e0</w:t>
      </w:r>
    </w:p>
    <w:p w14:paraId="58389A10" w14:textId="77777777" w:rsidR="006D4449" w:rsidRDefault="006D4449" w:rsidP="006D4449">
      <w:r>
        <w:t>160.3143</w:t>
      </w:r>
      <w:r>
        <w:tab/>
        <w:t>3.038e0</w:t>
      </w:r>
    </w:p>
    <w:p w14:paraId="0E7B4CA1" w14:textId="77777777" w:rsidR="006D4449" w:rsidRDefault="006D4449" w:rsidP="006D4449">
      <w:r>
        <w:t>160.3178</w:t>
      </w:r>
      <w:r>
        <w:tab/>
        <w:t>1.013e0</w:t>
      </w:r>
    </w:p>
    <w:p w14:paraId="2B3776C9" w14:textId="77777777" w:rsidR="006D4449" w:rsidRDefault="006D4449" w:rsidP="006D4449">
      <w:r>
        <w:t>160.3246</w:t>
      </w:r>
      <w:r>
        <w:tab/>
        <w:t>1.013e0</w:t>
      </w:r>
    </w:p>
    <w:p w14:paraId="09D4BCA3" w14:textId="77777777" w:rsidR="006D4449" w:rsidRDefault="006D4449" w:rsidP="006D4449">
      <w:r>
        <w:t>160.3350</w:t>
      </w:r>
      <w:r>
        <w:tab/>
        <w:t>1.013e0</w:t>
      </w:r>
    </w:p>
    <w:p w14:paraId="415574DC" w14:textId="77777777" w:rsidR="006D4449" w:rsidRDefault="006D4449" w:rsidP="006D4449">
      <w:r>
        <w:t>160.3777</w:t>
      </w:r>
      <w:r>
        <w:tab/>
        <w:t>1.013e0</w:t>
      </w:r>
    </w:p>
    <w:p w14:paraId="0670E5E1" w14:textId="77777777" w:rsidR="006D4449" w:rsidRDefault="006D4449" w:rsidP="006D4449">
      <w:r>
        <w:t>160.3955</w:t>
      </w:r>
      <w:r>
        <w:tab/>
        <w:t>1.013e0</w:t>
      </w:r>
    </w:p>
    <w:p w14:paraId="342FA6EE" w14:textId="77777777" w:rsidR="006D4449" w:rsidRDefault="006D4449" w:rsidP="006D4449">
      <w:r>
        <w:t>160.4321</w:t>
      </w:r>
      <w:r>
        <w:tab/>
        <w:t>1.013e0</w:t>
      </w:r>
    </w:p>
    <w:p w14:paraId="2323C929" w14:textId="77777777" w:rsidR="006D4449" w:rsidRDefault="006D4449" w:rsidP="006D4449">
      <w:r>
        <w:t>160.4365</w:t>
      </w:r>
      <w:r>
        <w:tab/>
        <w:t>2.025e0</w:t>
      </w:r>
    </w:p>
    <w:p w14:paraId="2EE8F56C" w14:textId="77777777" w:rsidR="006D4449" w:rsidRDefault="006D4449" w:rsidP="006D4449">
      <w:r>
        <w:t>160.4491</w:t>
      </w:r>
      <w:r>
        <w:tab/>
        <w:t>1.013e0</w:t>
      </w:r>
    </w:p>
    <w:p w14:paraId="3A1C0DAC" w14:textId="77777777" w:rsidR="006D4449" w:rsidRDefault="006D4449" w:rsidP="006D4449">
      <w:r>
        <w:t>160.4526</w:t>
      </w:r>
      <w:r>
        <w:tab/>
        <w:t>1.013e0</w:t>
      </w:r>
    </w:p>
    <w:p w14:paraId="6145465D" w14:textId="77777777" w:rsidR="006D4449" w:rsidRDefault="006D4449" w:rsidP="006D4449">
      <w:r>
        <w:t>160.4553</w:t>
      </w:r>
      <w:r>
        <w:tab/>
        <w:t>1.013e0</w:t>
      </w:r>
    </w:p>
    <w:p w14:paraId="39A9578B" w14:textId="77777777" w:rsidR="006D4449" w:rsidRDefault="006D4449" w:rsidP="006D4449">
      <w:r>
        <w:lastRenderedPageBreak/>
        <w:t>160.4595</w:t>
      </w:r>
      <w:r>
        <w:tab/>
        <w:t>1.013e0</w:t>
      </w:r>
    </w:p>
    <w:p w14:paraId="30904FB5" w14:textId="77777777" w:rsidR="006D4449" w:rsidRDefault="006D4449" w:rsidP="006D4449">
      <w:r>
        <w:t>160.4707</w:t>
      </w:r>
      <w:r>
        <w:tab/>
        <w:t>2.025e0</w:t>
      </w:r>
    </w:p>
    <w:p w14:paraId="2B4E8EEC" w14:textId="77777777" w:rsidR="006D4449" w:rsidRDefault="006D4449" w:rsidP="006D4449">
      <w:r>
        <w:t>160.4727</w:t>
      </w:r>
      <w:r>
        <w:tab/>
        <w:t>1.013e0</w:t>
      </w:r>
    </w:p>
    <w:p w14:paraId="7FCDC81A" w14:textId="77777777" w:rsidR="006D4449" w:rsidRDefault="006D4449" w:rsidP="006D4449">
      <w:r>
        <w:t>160.5097</w:t>
      </w:r>
      <w:r>
        <w:tab/>
        <w:t>1.013e0</w:t>
      </w:r>
    </w:p>
    <w:p w14:paraId="14827B85" w14:textId="77777777" w:rsidR="006D4449" w:rsidRDefault="006D4449" w:rsidP="006D4449">
      <w:r>
        <w:t>160.5124</w:t>
      </w:r>
      <w:r>
        <w:tab/>
        <w:t>1.013e0</w:t>
      </w:r>
    </w:p>
    <w:p w14:paraId="6CC94A59" w14:textId="77777777" w:rsidR="006D4449" w:rsidRDefault="006D4449" w:rsidP="006D4449">
      <w:r>
        <w:t>160.5366</w:t>
      </w:r>
      <w:r>
        <w:tab/>
        <w:t>1.013e0</w:t>
      </w:r>
    </w:p>
    <w:p w14:paraId="0136188B" w14:textId="77777777" w:rsidR="006D4449" w:rsidRDefault="006D4449" w:rsidP="006D4449">
      <w:r>
        <w:t>160.5407</w:t>
      </w:r>
      <w:r>
        <w:tab/>
        <w:t>2.025e0</w:t>
      </w:r>
    </w:p>
    <w:p w14:paraId="135848AB" w14:textId="77777777" w:rsidR="006D4449" w:rsidRDefault="006D4449" w:rsidP="006D4449">
      <w:r>
        <w:t>160.5514</w:t>
      </w:r>
      <w:r>
        <w:tab/>
        <w:t>2.025e0</w:t>
      </w:r>
    </w:p>
    <w:p w14:paraId="3CE87621" w14:textId="77777777" w:rsidR="006D4449" w:rsidRDefault="006D4449" w:rsidP="006D4449">
      <w:r>
        <w:t>160.5686</w:t>
      </w:r>
      <w:r>
        <w:tab/>
        <w:t>2.025e0</w:t>
      </w:r>
    </w:p>
    <w:p w14:paraId="3D08A332" w14:textId="77777777" w:rsidR="006D4449" w:rsidRDefault="006D4449" w:rsidP="006D4449">
      <w:r>
        <w:t>160.5696</w:t>
      </w:r>
      <w:r>
        <w:tab/>
        <w:t>1.013e0</w:t>
      </w:r>
    </w:p>
    <w:p w14:paraId="0F69972C" w14:textId="77777777" w:rsidR="006D4449" w:rsidRDefault="006D4449" w:rsidP="006D4449">
      <w:r>
        <w:t>160.5954</w:t>
      </w:r>
      <w:r>
        <w:tab/>
        <w:t>5.063e0</w:t>
      </w:r>
    </w:p>
    <w:p w14:paraId="60D93CF0" w14:textId="77777777" w:rsidR="006D4449" w:rsidRDefault="006D4449" w:rsidP="006D4449">
      <w:r>
        <w:t>160.6241</w:t>
      </w:r>
      <w:r>
        <w:tab/>
        <w:t>1.013e0</w:t>
      </w:r>
    </w:p>
    <w:p w14:paraId="0903A7BF" w14:textId="77777777" w:rsidR="006D4449" w:rsidRDefault="006D4449" w:rsidP="006D4449">
      <w:r>
        <w:t>160.6275</w:t>
      </w:r>
      <w:r>
        <w:tab/>
        <w:t>1.013e0</w:t>
      </w:r>
    </w:p>
    <w:p w14:paraId="6C46F4B8" w14:textId="77777777" w:rsidR="006D4449" w:rsidRDefault="006D4449" w:rsidP="006D4449">
      <w:r>
        <w:t>160.6439</w:t>
      </w:r>
      <w:r>
        <w:tab/>
        <w:t>1.013e0</w:t>
      </w:r>
    </w:p>
    <w:p w14:paraId="792728BB" w14:textId="77777777" w:rsidR="006D4449" w:rsidRDefault="006D4449" w:rsidP="006D4449">
      <w:r>
        <w:t>160.6473</w:t>
      </w:r>
      <w:r>
        <w:tab/>
        <w:t>1.013e0</w:t>
      </w:r>
    </w:p>
    <w:p w14:paraId="6E5291BB" w14:textId="77777777" w:rsidR="006D4449" w:rsidRDefault="006D4449" w:rsidP="006D4449">
      <w:r>
        <w:t>160.6515</w:t>
      </w:r>
      <w:r>
        <w:tab/>
        <w:t>1.013e0</w:t>
      </w:r>
    </w:p>
    <w:p w14:paraId="70ADA040" w14:textId="77777777" w:rsidR="006D4449" w:rsidRDefault="006D4449" w:rsidP="006D4449">
      <w:r>
        <w:t>160.6660</w:t>
      </w:r>
      <w:r>
        <w:tab/>
        <w:t>3.038e0</w:t>
      </w:r>
    </w:p>
    <w:p w14:paraId="4FE9B80D" w14:textId="77777777" w:rsidR="006D4449" w:rsidRDefault="006D4449" w:rsidP="006D4449">
      <w:r>
        <w:t>160.6677</w:t>
      </w:r>
      <w:r>
        <w:tab/>
        <w:t>1.013e0</w:t>
      </w:r>
    </w:p>
    <w:p w14:paraId="5446ADDA" w14:textId="77777777" w:rsidR="006D4449" w:rsidRDefault="006D4449" w:rsidP="006D4449">
      <w:r>
        <w:t>160.6777</w:t>
      </w:r>
      <w:r>
        <w:tab/>
        <w:t>1.013e0</w:t>
      </w:r>
    </w:p>
    <w:p w14:paraId="368869F3" w14:textId="77777777" w:rsidR="006D4449" w:rsidRDefault="006D4449" w:rsidP="006D4449">
      <w:r>
        <w:lastRenderedPageBreak/>
        <w:t>160.6942</w:t>
      </w:r>
      <w:r>
        <w:tab/>
        <w:t>2.025e0</w:t>
      </w:r>
    </w:p>
    <w:p w14:paraId="2A555C61" w14:textId="77777777" w:rsidR="006D4449" w:rsidRDefault="006D4449" w:rsidP="006D4449">
      <w:r>
        <w:t>160.6976</w:t>
      </w:r>
      <w:r>
        <w:tab/>
        <w:t>1.013e0</w:t>
      </w:r>
    </w:p>
    <w:p w14:paraId="27C5CB8F" w14:textId="77777777" w:rsidR="006D4449" w:rsidRDefault="006D4449" w:rsidP="006D4449">
      <w:r>
        <w:t>160.7256</w:t>
      </w:r>
      <w:r>
        <w:tab/>
        <w:t>3.038e0</w:t>
      </w:r>
    </w:p>
    <w:p w14:paraId="6A1EEA03" w14:textId="77777777" w:rsidR="006D4449" w:rsidRDefault="006D4449" w:rsidP="006D4449">
      <w:r>
        <w:t>160.7280</w:t>
      </w:r>
      <w:r>
        <w:tab/>
        <w:t>3.038e0</w:t>
      </w:r>
    </w:p>
    <w:p w14:paraId="3F0476B7" w14:textId="77777777" w:rsidR="006D4449" w:rsidRDefault="006D4449" w:rsidP="006D4449">
      <w:r>
        <w:t>160.7413</w:t>
      </w:r>
      <w:r>
        <w:tab/>
        <w:t>3.038e0</w:t>
      </w:r>
    </w:p>
    <w:p w14:paraId="294B2D76" w14:textId="77777777" w:rsidR="006D4449" w:rsidRDefault="006D4449" w:rsidP="006D4449">
      <w:r>
        <w:t>160.7548</w:t>
      </w:r>
      <w:r>
        <w:tab/>
        <w:t>1.013e0</w:t>
      </w:r>
    </w:p>
    <w:p w14:paraId="441BDFAF" w14:textId="77777777" w:rsidR="006D4449" w:rsidRDefault="006D4449" w:rsidP="006D4449">
      <w:r>
        <w:t>160.7659</w:t>
      </w:r>
      <w:r>
        <w:tab/>
        <w:t>3.038e0</w:t>
      </w:r>
    </w:p>
    <w:p w14:paraId="7C6111EA" w14:textId="77777777" w:rsidR="006D4449" w:rsidRDefault="006D4449" w:rsidP="006D4449">
      <w:r>
        <w:t>160.7732</w:t>
      </w:r>
      <w:r>
        <w:tab/>
        <w:t>4.051e0</w:t>
      </w:r>
    </w:p>
    <w:p w14:paraId="32F939F1" w14:textId="77777777" w:rsidR="006D4449" w:rsidRDefault="006D4449" w:rsidP="006D4449">
      <w:r>
        <w:t>160.7830</w:t>
      </w:r>
      <w:r>
        <w:tab/>
        <w:t>1.013e0</w:t>
      </w:r>
    </w:p>
    <w:p w14:paraId="1E3096D0" w14:textId="77777777" w:rsidR="006D4449" w:rsidRDefault="006D4449" w:rsidP="006D4449">
      <w:r>
        <w:t>160.7855</w:t>
      </w:r>
      <w:r>
        <w:tab/>
        <w:t>1.013e0</w:t>
      </w:r>
    </w:p>
    <w:p w14:paraId="49166F3F" w14:textId="77777777" w:rsidR="006D4449" w:rsidRDefault="006D4449" w:rsidP="006D4449">
      <w:r>
        <w:t>160.7983</w:t>
      </w:r>
      <w:r>
        <w:tab/>
        <w:t>2.025e0</w:t>
      </w:r>
    </w:p>
    <w:p w14:paraId="7CB69AE0" w14:textId="77777777" w:rsidR="006D4449" w:rsidRDefault="006D4449" w:rsidP="006D4449">
      <w:r>
        <w:t>160.7995</w:t>
      </w:r>
      <w:r>
        <w:tab/>
        <w:t>7.029e0</w:t>
      </w:r>
    </w:p>
    <w:p w14:paraId="04607F29" w14:textId="77777777" w:rsidR="006D4449" w:rsidRDefault="006D4449" w:rsidP="006D4449">
      <w:r>
        <w:t>160.8144</w:t>
      </w:r>
      <w:r>
        <w:tab/>
        <w:t>2.025e0</w:t>
      </w:r>
    </w:p>
    <w:p w14:paraId="04FAFE12" w14:textId="77777777" w:rsidR="006D4449" w:rsidRDefault="006D4449" w:rsidP="006D4449">
      <w:r>
        <w:t>160.8223</w:t>
      </w:r>
      <w:r>
        <w:tab/>
        <w:t>1.013e0</w:t>
      </w:r>
    </w:p>
    <w:p w14:paraId="2BF1B888" w14:textId="77777777" w:rsidR="006D4449" w:rsidRDefault="006D4449" w:rsidP="006D4449">
      <w:r>
        <w:t>160.8263</w:t>
      </w:r>
      <w:r>
        <w:tab/>
        <w:t>1.013e0</w:t>
      </w:r>
    </w:p>
    <w:p w14:paraId="7340F186" w14:textId="77777777" w:rsidR="006D4449" w:rsidRDefault="006D4449" w:rsidP="006D4449">
      <w:r>
        <w:t>160.8281</w:t>
      </w:r>
      <w:r>
        <w:tab/>
        <w:t>2.025e0</w:t>
      </w:r>
    </w:p>
    <w:p w14:paraId="1D7EA3C2" w14:textId="77777777" w:rsidR="006D4449" w:rsidRDefault="006D4449" w:rsidP="006D4449">
      <w:r>
        <w:t>160.8291</w:t>
      </w:r>
      <w:r>
        <w:tab/>
        <w:t>3.038e0</w:t>
      </w:r>
    </w:p>
    <w:p w14:paraId="1E5D098B" w14:textId="77777777" w:rsidR="006D4449" w:rsidRDefault="006D4449" w:rsidP="006D4449">
      <w:r>
        <w:t>160.8495</w:t>
      </w:r>
      <w:r>
        <w:tab/>
        <w:t>1.013e0</w:t>
      </w:r>
    </w:p>
    <w:p w14:paraId="7243D895" w14:textId="77777777" w:rsidR="006D4449" w:rsidRDefault="006D4449" w:rsidP="006D4449">
      <w:r>
        <w:t>160.8598</w:t>
      </w:r>
      <w:r>
        <w:tab/>
        <w:t>1.013e0</w:t>
      </w:r>
    </w:p>
    <w:p w14:paraId="2FD8CA16" w14:textId="77777777" w:rsidR="006D4449" w:rsidRDefault="006D4449" w:rsidP="006D4449">
      <w:r>
        <w:lastRenderedPageBreak/>
        <w:t>160.8647</w:t>
      </w:r>
      <w:r>
        <w:tab/>
        <w:t>3.038e0</w:t>
      </w:r>
    </w:p>
    <w:p w14:paraId="2ACD6E82" w14:textId="77777777" w:rsidR="006D4449" w:rsidRDefault="006D4449" w:rsidP="006D4449">
      <w:r>
        <w:t>160.8693</w:t>
      </w:r>
      <w:r>
        <w:tab/>
        <w:t>6.116e0</w:t>
      </w:r>
    </w:p>
    <w:p w14:paraId="261533C4" w14:textId="77777777" w:rsidR="006D4449" w:rsidRDefault="006D4449" w:rsidP="006D4449">
      <w:r>
        <w:t>160.8801</w:t>
      </w:r>
      <w:r>
        <w:tab/>
        <w:t>1.013e0</w:t>
      </w:r>
    </w:p>
    <w:p w14:paraId="166FA512" w14:textId="77777777" w:rsidR="006D4449" w:rsidRDefault="006D4449" w:rsidP="006D4449">
      <w:r>
        <w:t>160.8832</w:t>
      </w:r>
      <w:r>
        <w:tab/>
        <w:t>4.051e0</w:t>
      </w:r>
    </w:p>
    <w:p w14:paraId="541C6639" w14:textId="77777777" w:rsidR="006D4449" w:rsidRDefault="006D4449" w:rsidP="006D4449">
      <w:r>
        <w:t>160.8991</w:t>
      </w:r>
      <w:r>
        <w:tab/>
        <w:t>3.038e0</w:t>
      </w:r>
    </w:p>
    <w:p w14:paraId="608A8BDF" w14:textId="77777777" w:rsidR="006D4449" w:rsidRDefault="006D4449" w:rsidP="006D4449">
      <w:r>
        <w:t>160.9051</w:t>
      </w:r>
      <w:r>
        <w:tab/>
        <w:t>3.038e0</w:t>
      </w:r>
    </w:p>
    <w:p w14:paraId="3E24CAD2" w14:textId="77777777" w:rsidR="006D4449" w:rsidRDefault="006D4449" w:rsidP="006D4449">
      <w:r>
        <w:t>160.9068</w:t>
      </w:r>
      <w:r>
        <w:tab/>
        <w:t>5.063e0</w:t>
      </w:r>
    </w:p>
    <w:p w14:paraId="2485A7D8" w14:textId="77777777" w:rsidR="006D4449" w:rsidRDefault="006D4449" w:rsidP="006D4449">
      <w:r>
        <w:t>160.9102</w:t>
      </w:r>
      <w:r>
        <w:tab/>
        <w:t>3.038e0</w:t>
      </w:r>
    </w:p>
    <w:p w14:paraId="3684BCDF" w14:textId="77777777" w:rsidR="006D4449" w:rsidRDefault="006D4449" w:rsidP="006D4449">
      <w:r>
        <w:t>160.9315</w:t>
      </w:r>
      <w:r>
        <w:tab/>
        <w:t>3.038e0</w:t>
      </w:r>
    </w:p>
    <w:p w14:paraId="1D4E81B8" w14:textId="77777777" w:rsidR="006D4449" w:rsidRDefault="006D4449" w:rsidP="006D4449">
      <w:r>
        <w:t>160.9425</w:t>
      </w:r>
      <w:r>
        <w:tab/>
        <w:t>2.025e0</w:t>
      </w:r>
    </w:p>
    <w:p w14:paraId="67D326FD" w14:textId="77777777" w:rsidR="006D4449" w:rsidRDefault="006D4449" w:rsidP="006D4449">
      <w:r>
        <w:t>160.9536</w:t>
      </w:r>
      <w:r>
        <w:tab/>
        <w:t>3.038e0</w:t>
      </w:r>
    </w:p>
    <w:p w14:paraId="2A8BAC20" w14:textId="77777777" w:rsidR="006D4449" w:rsidRDefault="006D4449" w:rsidP="006D4449">
      <w:r>
        <w:t>160.9555</w:t>
      </w:r>
      <w:r>
        <w:tab/>
        <w:t>2.025e0</w:t>
      </w:r>
    </w:p>
    <w:p w14:paraId="4B5716E6" w14:textId="77777777" w:rsidR="006D4449" w:rsidRDefault="006D4449" w:rsidP="006D4449">
      <w:r>
        <w:t>160.9647</w:t>
      </w:r>
      <w:r>
        <w:tab/>
        <w:t>2.025e0</w:t>
      </w:r>
    </w:p>
    <w:p w14:paraId="67165623" w14:textId="77777777" w:rsidR="006D4449" w:rsidRDefault="006D4449" w:rsidP="006D4449">
      <w:r>
        <w:t>160.9669</w:t>
      </w:r>
      <w:r>
        <w:tab/>
        <w:t>2.616e0</w:t>
      </w:r>
    </w:p>
    <w:p w14:paraId="5EF35BB9" w14:textId="77777777" w:rsidR="006D4449" w:rsidRDefault="006D4449" w:rsidP="006D4449">
      <w:r>
        <w:t>160.9776</w:t>
      </w:r>
      <w:r>
        <w:tab/>
        <w:t>1.013e0</w:t>
      </w:r>
    </w:p>
    <w:p w14:paraId="3912AE56" w14:textId="77777777" w:rsidR="006D4449" w:rsidRDefault="006D4449" w:rsidP="006D4449">
      <w:r>
        <w:t>160.9835</w:t>
      </w:r>
      <w:r>
        <w:tab/>
        <w:t>4.882e0</w:t>
      </w:r>
    </w:p>
    <w:p w14:paraId="1CB6E2D3" w14:textId="77777777" w:rsidR="006D4449" w:rsidRDefault="006D4449" w:rsidP="006D4449">
      <w:r>
        <w:t>160.9847</w:t>
      </w:r>
      <w:r>
        <w:tab/>
        <w:t>1.013e0</w:t>
      </w:r>
    </w:p>
    <w:p w14:paraId="2F287A5E" w14:textId="77777777" w:rsidR="006D4449" w:rsidRDefault="006D4449" w:rsidP="006D4449">
      <w:r>
        <w:t>160.9912</w:t>
      </w:r>
      <w:r>
        <w:tab/>
        <w:t>3.038e0</w:t>
      </w:r>
    </w:p>
    <w:p w14:paraId="3EEB2717" w14:textId="77777777" w:rsidR="006D4449" w:rsidRDefault="006D4449" w:rsidP="006D4449">
      <w:r>
        <w:t>161.0076</w:t>
      </w:r>
      <w:r>
        <w:tab/>
        <w:t>1.013e0</w:t>
      </w:r>
    </w:p>
    <w:p w14:paraId="5E476702" w14:textId="77777777" w:rsidR="006D4449" w:rsidRDefault="006D4449" w:rsidP="006D4449">
      <w:r>
        <w:lastRenderedPageBreak/>
        <w:t>161.0115</w:t>
      </w:r>
      <w:r>
        <w:tab/>
        <w:t>4.051e0</w:t>
      </w:r>
    </w:p>
    <w:p w14:paraId="7447A6C4" w14:textId="77777777" w:rsidR="006D4449" w:rsidRDefault="006D4449" w:rsidP="006D4449">
      <w:r>
        <w:t>161.0151</w:t>
      </w:r>
      <w:r>
        <w:tab/>
        <w:t>2.025e0</w:t>
      </w:r>
    </w:p>
    <w:p w14:paraId="7BD5B4BF" w14:textId="77777777" w:rsidR="006D4449" w:rsidRDefault="006D4449" w:rsidP="006D4449">
      <w:r>
        <w:t>161.0204</w:t>
      </w:r>
      <w:r>
        <w:tab/>
        <w:t>3.038e0</w:t>
      </w:r>
    </w:p>
    <w:p w14:paraId="5083F3DA" w14:textId="77777777" w:rsidR="006D4449" w:rsidRDefault="006D4449" w:rsidP="006D4449">
      <w:r>
        <w:t>161.0251</w:t>
      </w:r>
      <w:r>
        <w:tab/>
        <w:t>2.254e0</w:t>
      </w:r>
    </w:p>
    <w:p w14:paraId="712EE4C2" w14:textId="77777777" w:rsidR="006D4449" w:rsidRDefault="006D4449" w:rsidP="006D4449">
      <w:r>
        <w:t>161.0352</w:t>
      </w:r>
      <w:r>
        <w:tab/>
        <w:t>5.953e0</w:t>
      </w:r>
    </w:p>
    <w:p w14:paraId="2F0ADC44" w14:textId="77777777" w:rsidR="006D4449" w:rsidRDefault="006D4449" w:rsidP="006D4449">
      <w:r>
        <w:t>161.0409</w:t>
      </w:r>
      <w:r>
        <w:tab/>
        <w:t>3.038e0</w:t>
      </w:r>
    </w:p>
    <w:p w14:paraId="4EB0E4DC" w14:textId="77777777" w:rsidR="006D4449" w:rsidRDefault="006D4449" w:rsidP="006D4449">
      <w:r>
        <w:t>161.0456</w:t>
      </w:r>
      <w:r>
        <w:tab/>
        <w:t>1.013e0</w:t>
      </w:r>
    </w:p>
    <w:p w14:paraId="7348A2B0" w14:textId="77777777" w:rsidR="006D4449" w:rsidRDefault="006D4449" w:rsidP="006D4449">
      <w:r>
        <w:t>161.0496</w:t>
      </w:r>
      <w:r>
        <w:tab/>
        <w:t>3.038e0</w:t>
      </w:r>
    </w:p>
    <w:p w14:paraId="449620D0" w14:textId="77777777" w:rsidR="006D4449" w:rsidRDefault="006D4449" w:rsidP="006D4449">
      <w:r>
        <w:t>161.0551</w:t>
      </w:r>
      <w:r>
        <w:tab/>
        <w:t>3.722e0</w:t>
      </w:r>
    </w:p>
    <w:p w14:paraId="4E75B489" w14:textId="77777777" w:rsidR="006D4449" w:rsidRDefault="006D4449" w:rsidP="006D4449">
      <w:r>
        <w:t>161.0672</w:t>
      </w:r>
      <w:r>
        <w:tab/>
        <w:t>2.025e0</w:t>
      </w:r>
    </w:p>
    <w:p w14:paraId="149BD7F8" w14:textId="77777777" w:rsidR="006D4449" w:rsidRDefault="006D4449" w:rsidP="006D4449">
      <w:r>
        <w:t>161.0682</w:t>
      </w:r>
      <w:r>
        <w:tab/>
        <w:t>2.025e0</w:t>
      </w:r>
    </w:p>
    <w:p w14:paraId="39B903A9" w14:textId="77777777" w:rsidR="006D4449" w:rsidRDefault="006D4449" w:rsidP="006D4449">
      <w:r>
        <w:t>161.0925</w:t>
      </w:r>
      <w:r>
        <w:tab/>
        <w:t>3.992e0</w:t>
      </w:r>
    </w:p>
    <w:p w14:paraId="09CE3793" w14:textId="77777777" w:rsidR="006D4449" w:rsidRDefault="006D4449" w:rsidP="006D4449">
      <w:r>
        <w:t>161.0936</w:t>
      </w:r>
      <w:r>
        <w:tab/>
        <w:t>6.118e0</w:t>
      </w:r>
    </w:p>
    <w:p w14:paraId="4736B953" w14:textId="77777777" w:rsidR="006D4449" w:rsidRDefault="006D4449" w:rsidP="006D4449">
      <w:r>
        <w:t>161.0958</w:t>
      </w:r>
      <w:r>
        <w:tab/>
        <w:t>6.048e0</w:t>
      </w:r>
    </w:p>
    <w:p w14:paraId="19708477" w14:textId="77777777" w:rsidR="006D4449" w:rsidRDefault="006D4449" w:rsidP="006D4449">
      <w:r>
        <w:t>161.1004</w:t>
      </w:r>
      <w:r>
        <w:tab/>
        <w:t>3.629e0</w:t>
      </w:r>
    </w:p>
    <w:p w14:paraId="0C967E82" w14:textId="77777777" w:rsidR="006D4449" w:rsidRDefault="006D4449" w:rsidP="006D4449">
      <w:r>
        <w:t>161.1026</w:t>
      </w:r>
      <w:r>
        <w:tab/>
        <w:t>6.845e0</w:t>
      </w:r>
    </w:p>
    <w:p w14:paraId="047FFA53" w14:textId="77777777" w:rsidR="006D4449" w:rsidRDefault="006D4449" w:rsidP="006D4449">
      <w:r>
        <w:t>161.1085</w:t>
      </w:r>
      <w:r>
        <w:tab/>
        <w:t>3.029e0</w:t>
      </w:r>
    </w:p>
    <w:p w14:paraId="3CB3055D" w14:textId="77777777" w:rsidR="006D4449" w:rsidRDefault="006D4449" w:rsidP="006D4449">
      <w:r>
        <w:t>161.1181</w:t>
      </w:r>
      <w:r>
        <w:tab/>
        <w:t>5.525e0</w:t>
      </w:r>
    </w:p>
    <w:p w14:paraId="3AE19801" w14:textId="77777777" w:rsidR="006D4449" w:rsidRDefault="006D4449" w:rsidP="006D4449">
      <w:r>
        <w:t>161.1281</w:t>
      </w:r>
      <w:r>
        <w:tab/>
        <w:t>4.167e0</w:t>
      </w:r>
    </w:p>
    <w:p w14:paraId="7B912252" w14:textId="77777777" w:rsidR="006D4449" w:rsidRDefault="006D4449" w:rsidP="006D4449">
      <w:r>
        <w:lastRenderedPageBreak/>
        <w:t>161.1333</w:t>
      </w:r>
      <w:r>
        <w:tab/>
        <w:t>5.136e0</w:t>
      </w:r>
    </w:p>
    <w:p w14:paraId="09DE9A54" w14:textId="77777777" w:rsidR="006D4449" w:rsidRDefault="006D4449" w:rsidP="006D4449">
      <w:r>
        <w:t>161.1377</w:t>
      </w:r>
      <w:r>
        <w:tab/>
        <w:t>1.888e0</w:t>
      </w:r>
    </w:p>
    <w:p w14:paraId="3BD349C7" w14:textId="77777777" w:rsidR="006D4449" w:rsidRDefault="006D4449" w:rsidP="006D4449">
      <w:r>
        <w:t>161.1623</w:t>
      </w:r>
      <w:r>
        <w:tab/>
        <w:t>2.618e1</w:t>
      </w:r>
    </w:p>
    <w:p w14:paraId="33C23926" w14:textId="77777777" w:rsidR="006D4449" w:rsidRDefault="006D4449" w:rsidP="006D4449">
      <w:r>
        <w:t>161.1641</w:t>
      </w:r>
      <w:r>
        <w:tab/>
        <w:t>1.464e1</w:t>
      </w:r>
    </w:p>
    <w:p w14:paraId="3D174930" w14:textId="77777777" w:rsidR="006D4449" w:rsidRDefault="006D4449" w:rsidP="006D4449">
      <w:r>
        <w:t>161.1652</w:t>
      </w:r>
      <w:r>
        <w:tab/>
        <w:t>9.114e0</w:t>
      </w:r>
    </w:p>
    <w:p w14:paraId="415F7CDF" w14:textId="77777777" w:rsidR="006D4449" w:rsidRDefault="006D4449" w:rsidP="006D4449">
      <w:r>
        <w:t>161.1867</w:t>
      </w:r>
      <w:r>
        <w:tab/>
        <w:t>6.076e0</w:t>
      </w:r>
    </w:p>
    <w:p w14:paraId="074646F7" w14:textId="77777777" w:rsidR="006D4449" w:rsidRDefault="006D4449" w:rsidP="006D4449">
      <w:r>
        <w:t>161.1878</w:t>
      </w:r>
      <w:r>
        <w:tab/>
        <w:t>2.025e0</w:t>
      </w:r>
    </w:p>
    <w:p w14:paraId="2E1D1DF1" w14:textId="77777777" w:rsidR="006D4449" w:rsidRDefault="006D4449" w:rsidP="006D4449">
      <w:r>
        <w:t>161.2084</w:t>
      </w:r>
      <w:r>
        <w:tab/>
        <w:t>2.025e0</w:t>
      </w:r>
    </w:p>
    <w:p w14:paraId="2E126079" w14:textId="77777777" w:rsidR="006D4449" w:rsidRDefault="006D4449" w:rsidP="006D4449">
      <w:r>
        <w:t>161.2125</w:t>
      </w:r>
      <w:r>
        <w:tab/>
        <w:t>2.025e0</w:t>
      </w:r>
    </w:p>
    <w:p w14:paraId="120BC519" w14:textId="77777777" w:rsidR="006D4449" w:rsidRDefault="006D4449" w:rsidP="006D4449">
      <w:r>
        <w:t>161.2169</w:t>
      </w:r>
      <w:r>
        <w:tab/>
        <w:t>1.013e0</w:t>
      </w:r>
    </w:p>
    <w:p w14:paraId="6894F9F7" w14:textId="77777777" w:rsidR="006D4449" w:rsidRDefault="006D4449" w:rsidP="006D4449">
      <w:r>
        <w:t>161.2191</w:t>
      </w:r>
      <w:r>
        <w:tab/>
        <w:t>3.038e0</w:t>
      </w:r>
    </w:p>
    <w:p w14:paraId="3646672D" w14:textId="77777777" w:rsidR="006D4449" w:rsidRDefault="006D4449" w:rsidP="006D4449">
      <w:r>
        <w:t>161.2273</w:t>
      </w:r>
      <w:r>
        <w:tab/>
        <w:t>4.051e0</w:t>
      </w:r>
    </w:p>
    <w:p w14:paraId="45F0F925" w14:textId="77777777" w:rsidR="006D4449" w:rsidRDefault="006D4449" w:rsidP="006D4449">
      <w:r>
        <w:t>161.2359</w:t>
      </w:r>
      <w:r>
        <w:tab/>
        <w:t>3.038e0</w:t>
      </w:r>
    </w:p>
    <w:p w14:paraId="4892EB70" w14:textId="77777777" w:rsidR="006D4449" w:rsidRDefault="006D4449" w:rsidP="006D4449">
      <w:r>
        <w:t>161.2378</w:t>
      </w:r>
      <w:r>
        <w:tab/>
        <w:t>6.076e0</w:t>
      </w:r>
    </w:p>
    <w:p w14:paraId="475F1036" w14:textId="77777777" w:rsidR="006D4449" w:rsidRDefault="006D4449" w:rsidP="006D4449">
      <w:r>
        <w:t>161.2445</w:t>
      </w:r>
      <w:r>
        <w:tab/>
        <w:t>1.013e0</w:t>
      </w:r>
    </w:p>
    <w:p w14:paraId="24FDD05E" w14:textId="77777777" w:rsidR="006D4449" w:rsidRDefault="006D4449" w:rsidP="006D4449">
      <w:r>
        <w:t>161.2477</w:t>
      </w:r>
      <w:r>
        <w:tab/>
        <w:t>1.013e0</w:t>
      </w:r>
    </w:p>
    <w:p w14:paraId="382F7D71" w14:textId="77777777" w:rsidR="006D4449" w:rsidRDefault="006D4449" w:rsidP="006D4449">
      <w:r>
        <w:t>161.2552</w:t>
      </w:r>
      <w:r>
        <w:tab/>
        <w:t>5.063e0</w:t>
      </w:r>
    </w:p>
    <w:p w14:paraId="10EC22FB" w14:textId="77777777" w:rsidR="006D4449" w:rsidRDefault="006D4449" w:rsidP="006D4449">
      <w:r>
        <w:t>161.2664</w:t>
      </w:r>
      <w:r>
        <w:tab/>
        <w:t>3.038e0</w:t>
      </w:r>
    </w:p>
    <w:p w14:paraId="4E06C33C" w14:textId="77777777" w:rsidR="006D4449" w:rsidRDefault="006D4449" w:rsidP="006D4449">
      <w:r>
        <w:t>161.2766</w:t>
      </w:r>
      <w:r>
        <w:tab/>
        <w:t>2.025e0</w:t>
      </w:r>
    </w:p>
    <w:p w14:paraId="747CBCA5" w14:textId="77777777" w:rsidR="006D4449" w:rsidRDefault="006D4449" w:rsidP="006D4449">
      <w:r>
        <w:lastRenderedPageBreak/>
        <w:t>161.2777</w:t>
      </w:r>
      <w:r>
        <w:tab/>
        <w:t>5.063e0</w:t>
      </w:r>
    </w:p>
    <w:p w14:paraId="705DFCB3" w14:textId="77777777" w:rsidR="006D4449" w:rsidRDefault="006D4449" w:rsidP="006D4449">
      <w:r>
        <w:t>161.2817</w:t>
      </w:r>
      <w:r>
        <w:tab/>
        <w:t>1.013e0</w:t>
      </w:r>
    </w:p>
    <w:p w14:paraId="60B45B7B" w14:textId="77777777" w:rsidR="006D4449" w:rsidRDefault="006D4449" w:rsidP="006D4449">
      <w:r>
        <w:t>161.2930</w:t>
      </w:r>
      <w:r>
        <w:tab/>
        <w:t>2.025e0</w:t>
      </w:r>
    </w:p>
    <w:p w14:paraId="022672A7" w14:textId="77777777" w:rsidR="006D4449" w:rsidRDefault="006D4449" w:rsidP="006D4449">
      <w:r>
        <w:t>161.2990</w:t>
      </w:r>
      <w:r>
        <w:tab/>
        <w:t>2.025e0</w:t>
      </w:r>
    </w:p>
    <w:p w14:paraId="1809128A" w14:textId="77777777" w:rsidR="006D4449" w:rsidRDefault="006D4449" w:rsidP="006D4449">
      <w:r>
        <w:t>161.3006</w:t>
      </w:r>
      <w:r>
        <w:tab/>
        <w:t>2.062e0</w:t>
      </w:r>
    </w:p>
    <w:p w14:paraId="2F18EF82" w14:textId="77777777" w:rsidR="006D4449" w:rsidRDefault="006D4449" w:rsidP="006D4449">
      <w:r>
        <w:t>161.3083</w:t>
      </w:r>
      <w:r>
        <w:tab/>
        <w:t>7.939e0</w:t>
      </w:r>
    </w:p>
    <w:p w14:paraId="6AA9219F" w14:textId="77777777" w:rsidR="006D4449" w:rsidRDefault="006D4449" w:rsidP="006D4449">
      <w:r>
        <w:t>161.3136</w:t>
      </w:r>
      <w:r>
        <w:tab/>
        <w:t>3.038e0</w:t>
      </w:r>
    </w:p>
    <w:p w14:paraId="757BB0F7" w14:textId="77777777" w:rsidR="006D4449" w:rsidRDefault="006D4449" w:rsidP="006D4449">
      <w:r>
        <w:t>161.3206</w:t>
      </w:r>
      <w:r>
        <w:tab/>
        <w:t>4.051e0</w:t>
      </w:r>
    </w:p>
    <w:p w14:paraId="2540FCA0" w14:textId="77777777" w:rsidR="006D4449" w:rsidRDefault="006D4449" w:rsidP="006D4449">
      <w:r>
        <w:t>161.3269</w:t>
      </w:r>
      <w:r>
        <w:tab/>
        <w:t>1.014e1</w:t>
      </w:r>
    </w:p>
    <w:p w14:paraId="49285A92" w14:textId="77777777" w:rsidR="006D4449" w:rsidRDefault="006D4449" w:rsidP="006D4449">
      <w:r>
        <w:t>161.3299</w:t>
      </w:r>
      <w:r>
        <w:tab/>
        <w:t>3.038e0</w:t>
      </w:r>
    </w:p>
    <w:p w14:paraId="2C2761B7" w14:textId="77777777" w:rsidR="006D4449" w:rsidRDefault="006D4449" w:rsidP="006D4449">
      <w:r>
        <w:t>161.3487</w:t>
      </w:r>
      <w:r>
        <w:tab/>
        <w:t>5.063e0</w:t>
      </w:r>
    </w:p>
    <w:p w14:paraId="7DDC78AD" w14:textId="77777777" w:rsidR="006D4449" w:rsidRDefault="006D4449" w:rsidP="006D4449">
      <w:r>
        <w:t>161.3527</w:t>
      </w:r>
      <w:r>
        <w:tab/>
        <w:t>3.038e0</w:t>
      </w:r>
    </w:p>
    <w:p w14:paraId="0E0E84D4" w14:textId="77777777" w:rsidR="006D4449" w:rsidRDefault="006D4449" w:rsidP="006D4449">
      <w:r>
        <w:t>161.3563</w:t>
      </w:r>
      <w:r>
        <w:tab/>
        <w:t>5.063e0</w:t>
      </w:r>
    </w:p>
    <w:p w14:paraId="5E0A75C8" w14:textId="77777777" w:rsidR="006D4449" w:rsidRDefault="006D4449" w:rsidP="006D4449">
      <w:r>
        <w:t>161.3739</w:t>
      </w:r>
      <w:r>
        <w:tab/>
        <w:t>3.038e0</w:t>
      </w:r>
    </w:p>
    <w:p w14:paraId="52555F68" w14:textId="77777777" w:rsidR="006D4449" w:rsidRDefault="006D4449" w:rsidP="006D4449">
      <w:r>
        <w:t>161.3824</w:t>
      </w:r>
      <w:r>
        <w:tab/>
        <w:t>1.002e1</w:t>
      </w:r>
    </w:p>
    <w:p w14:paraId="303A0C3F" w14:textId="77777777" w:rsidR="006D4449" w:rsidRDefault="006D4449" w:rsidP="006D4449">
      <w:r>
        <w:t>161.3845</w:t>
      </w:r>
      <w:r>
        <w:tab/>
        <w:t>9.114e0</w:t>
      </w:r>
    </w:p>
    <w:p w14:paraId="3DF4A334" w14:textId="77777777" w:rsidR="006D4449" w:rsidRDefault="006D4449" w:rsidP="006D4449">
      <w:r>
        <w:t>161.4006</w:t>
      </w:r>
      <w:r>
        <w:tab/>
        <w:t>8.101e0</w:t>
      </w:r>
    </w:p>
    <w:p w14:paraId="6D25E551" w14:textId="77777777" w:rsidR="006D4449" w:rsidRDefault="006D4449" w:rsidP="006D4449">
      <w:r>
        <w:t>161.4177</w:t>
      </w:r>
      <w:r>
        <w:tab/>
        <w:t>3.038e0</w:t>
      </w:r>
    </w:p>
    <w:p w14:paraId="61DB560D" w14:textId="77777777" w:rsidR="006D4449" w:rsidRDefault="006D4449" w:rsidP="006D4449">
      <w:r>
        <w:t>161.4313</w:t>
      </w:r>
      <w:r>
        <w:tab/>
        <w:t>1.013e1</w:t>
      </w:r>
    </w:p>
    <w:p w14:paraId="368113DB" w14:textId="77777777" w:rsidR="006D4449" w:rsidRDefault="006D4449" w:rsidP="006D4449">
      <w:r>
        <w:lastRenderedPageBreak/>
        <w:t>161.4433</w:t>
      </w:r>
      <w:r>
        <w:tab/>
        <w:t>7.885e0</w:t>
      </w:r>
    </w:p>
    <w:p w14:paraId="10E377F3" w14:textId="77777777" w:rsidR="006D4449" w:rsidRDefault="006D4449" w:rsidP="006D4449">
      <w:r>
        <w:t>161.4465</w:t>
      </w:r>
      <w:r>
        <w:tab/>
        <w:t>2.025e0</w:t>
      </w:r>
    </w:p>
    <w:p w14:paraId="017D7262" w14:textId="77777777" w:rsidR="006D4449" w:rsidRDefault="006D4449" w:rsidP="006D4449">
      <w:r>
        <w:t>161.4717</w:t>
      </w:r>
      <w:r>
        <w:tab/>
        <w:t>6.341e0</w:t>
      </w:r>
    </w:p>
    <w:p w14:paraId="4499C98E" w14:textId="77777777" w:rsidR="006D4449" w:rsidRDefault="006D4449" w:rsidP="006D4449">
      <w:r>
        <w:t>161.4737</w:t>
      </w:r>
      <w:r>
        <w:tab/>
        <w:t>1.215e1</w:t>
      </w:r>
    </w:p>
    <w:p w14:paraId="5AD63004" w14:textId="77777777" w:rsidR="006D4449" w:rsidRDefault="006D4449" w:rsidP="006D4449">
      <w:r>
        <w:t>161.4802</w:t>
      </w:r>
      <w:r>
        <w:tab/>
        <w:t>1.013e0</w:t>
      </w:r>
    </w:p>
    <w:p w14:paraId="65FCF02E" w14:textId="77777777" w:rsidR="006D4449" w:rsidRDefault="006D4449" w:rsidP="006D4449">
      <w:r>
        <w:t>161.4844</w:t>
      </w:r>
      <w:r>
        <w:tab/>
        <w:t>2.025e0</w:t>
      </w:r>
    </w:p>
    <w:p w14:paraId="3396EFAD" w14:textId="77777777" w:rsidR="006D4449" w:rsidRDefault="006D4449" w:rsidP="006D4449">
      <w:r>
        <w:t>161.5014</w:t>
      </w:r>
      <w:r>
        <w:tab/>
        <w:t>1.013e0</w:t>
      </w:r>
    </w:p>
    <w:p w14:paraId="407586F4" w14:textId="77777777" w:rsidR="006D4449" w:rsidRDefault="006D4449" w:rsidP="006D4449">
      <w:r>
        <w:t>161.5071</w:t>
      </w:r>
      <w:r>
        <w:tab/>
        <w:t>3.038e0</w:t>
      </w:r>
    </w:p>
    <w:p w14:paraId="77C726F0" w14:textId="77777777" w:rsidR="006D4449" w:rsidRDefault="006D4449" w:rsidP="006D4449">
      <w:r>
        <w:t>161.5122</w:t>
      </w:r>
      <w:r>
        <w:tab/>
        <w:t>4.051e0</w:t>
      </w:r>
    </w:p>
    <w:p w14:paraId="2E2DBF66" w14:textId="77777777" w:rsidR="006D4449" w:rsidRDefault="006D4449" w:rsidP="006D4449">
      <w:r>
        <w:t>161.5160</w:t>
      </w:r>
      <w:r>
        <w:tab/>
        <w:t>4.051e0</w:t>
      </w:r>
    </w:p>
    <w:p w14:paraId="2C14696C" w14:textId="77777777" w:rsidR="006D4449" w:rsidRDefault="006D4449" w:rsidP="006D4449">
      <w:r>
        <w:t>161.5311</w:t>
      </w:r>
      <w:r>
        <w:tab/>
        <w:t>4.051e0</w:t>
      </w:r>
    </w:p>
    <w:p w14:paraId="261D2502" w14:textId="77777777" w:rsidR="006D4449" w:rsidRDefault="006D4449" w:rsidP="006D4449">
      <w:r>
        <w:t>161.5355</w:t>
      </w:r>
      <w:r>
        <w:tab/>
        <w:t>7.420e0</w:t>
      </w:r>
    </w:p>
    <w:p w14:paraId="47219039" w14:textId="77777777" w:rsidR="006D4449" w:rsidRDefault="006D4449" w:rsidP="006D4449">
      <w:r>
        <w:t>161.5378</w:t>
      </w:r>
      <w:r>
        <w:tab/>
        <w:t>4.338e0</w:t>
      </w:r>
    </w:p>
    <w:p w14:paraId="6DA6B405" w14:textId="77777777" w:rsidR="006D4449" w:rsidRDefault="006D4449" w:rsidP="006D4449">
      <w:r>
        <w:t>161.5444</w:t>
      </w:r>
      <w:r>
        <w:tab/>
        <w:t>2.025e0</w:t>
      </w:r>
    </w:p>
    <w:p w14:paraId="2F551170" w14:textId="77777777" w:rsidR="006D4449" w:rsidRDefault="006D4449" w:rsidP="006D4449">
      <w:r>
        <w:t>161.5495</w:t>
      </w:r>
      <w:r>
        <w:tab/>
        <w:t>3.038e0</w:t>
      </w:r>
    </w:p>
    <w:p w14:paraId="6D8AC5A2" w14:textId="77777777" w:rsidR="006D4449" w:rsidRDefault="006D4449" w:rsidP="006D4449">
      <w:r>
        <w:t>161.5586</w:t>
      </w:r>
      <w:r>
        <w:tab/>
        <w:t>3.670e0</w:t>
      </w:r>
    </w:p>
    <w:p w14:paraId="7FCCD0C8" w14:textId="77777777" w:rsidR="006D4449" w:rsidRDefault="006D4449" w:rsidP="006D4449">
      <w:r>
        <w:t>161.5689</w:t>
      </w:r>
      <w:r>
        <w:tab/>
        <w:t>1.475e1</w:t>
      </w:r>
    </w:p>
    <w:p w14:paraId="6F728F73" w14:textId="77777777" w:rsidR="006D4449" w:rsidRDefault="006D4449" w:rsidP="006D4449">
      <w:r>
        <w:t>161.5806</w:t>
      </w:r>
      <w:r>
        <w:tab/>
        <w:t>1.215e1</w:t>
      </w:r>
    </w:p>
    <w:p w14:paraId="18F6264A" w14:textId="77777777" w:rsidR="006D4449" w:rsidRDefault="006D4449" w:rsidP="006D4449">
      <w:r>
        <w:t>161.5851</w:t>
      </w:r>
      <w:r>
        <w:tab/>
        <w:t>2.025e0</w:t>
      </w:r>
    </w:p>
    <w:p w14:paraId="3627B3EF" w14:textId="77777777" w:rsidR="006D4449" w:rsidRDefault="006D4449" w:rsidP="006D4449">
      <w:r>
        <w:lastRenderedPageBreak/>
        <w:t>161.5965</w:t>
      </w:r>
      <w:r>
        <w:tab/>
        <w:t>2.025e0</w:t>
      </w:r>
    </w:p>
    <w:p w14:paraId="2C2EA381" w14:textId="77777777" w:rsidR="006D4449" w:rsidRDefault="006D4449" w:rsidP="006D4449">
      <w:r>
        <w:t>161.6115</w:t>
      </w:r>
      <w:r>
        <w:tab/>
        <w:t>7.089e0</w:t>
      </w:r>
    </w:p>
    <w:p w14:paraId="144350E0" w14:textId="77777777" w:rsidR="006D4449" w:rsidRDefault="006D4449" w:rsidP="006D4449">
      <w:r>
        <w:t>161.6195</w:t>
      </w:r>
      <w:r>
        <w:tab/>
        <w:t>2.025e0</w:t>
      </w:r>
    </w:p>
    <w:p w14:paraId="75826003" w14:textId="77777777" w:rsidR="006D4449" w:rsidRDefault="006D4449" w:rsidP="006D4449">
      <w:r>
        <w:t>161.6295</w:t>
      </w:r>
      <w:r>
        <w:tab/>
        <w:t>1.013e1</w:t>
      </w:r>
    </w:p>
    <w:p w14:paraId="25AA4D99" w14:textId="77777777" w:rsidR="006D4449" w:rsidRDefault="006D4449" w:rsidP="006D4449">
      <w:r>
        <w:t>161.6434</w:t>
      </w:r>
      <w:r>
        <w:tab/>
        <w:t>3.038e0</w:t>
      </w:r>
    </w:p>
    <w:p w14:paraId="116FBFD3" w14:textId="77777777" w:rsidR="006D4449" w:rsidRDefault="006D4449" w:rsidP="006D4449">
      <w:r>
        <w:t>161.6481</w:t>
      </w:r>
      <w:r>
        <w:tab/>
        <w:t>4.051e0</w:t>
      </w:r>
    </w:p>
    <w:p w14:paraId="071EC1F2" w14:textId="77777777" w:rsidR="006D4449" w:rsidRDefault="006D4449" w:rsidP="006D4449">
      <w:r>
        <w:t>161.6511</w:t>
      </w:r>
      <w:r>
        <w:tab/>
        <w:t>5.063e0</w:t>
      </w:r>
    </w:p>
    <w:p w14:paraId="42030E8C" w14:textId="77777777" w:rsidR="006D4449" w:rsidRDefault="006D4449" w:rsidP="006D4449">
      <w:r>
        <w:t>161.6597</w:t>
      </w:r>
      <w:r>
        <w:tab/>
        <w:t>2.025e0</w:t>
      </w:r>
    </w:p>
    <w:p w14:paraId="0A51DC17" w14:textId="77777777" w:rsidR="006D4449" w:rsidRDefault="006D4449" w:rsidP="006D4449">
      <w:r>
        <w:t>161.6629</w:t>
      </w:r>
      <w:r>
        <w:tab/>
        <w:t>3.038e0</w:t>
      </w:r>
    </w:p>
    <w:p w14:paraId="01751FEC" w14:textId="77777777" w:rsidR="006D4449" w:rsidRDefault="006D4449" w:rsidP="006D4449">
      <w:r>
        <w:t>161.6803</w:t>
      </w:r>
      <w:r>
        <w:tab/>
        <w:t>5.063e0</w:t>
      </w:r>
    </w:p>
    <w:p w14:paraId="055651BE" w14:textId="77777777" w:rsidR="006D4449" w:rsidRDefault="006D4449" w:rsidP="006D4449">
      <w:r>
        <w:t>161.6886</w:t>
      </w:r>
      <w:r>
        <w:tab/>
        <w:t>4.051e0</w:t>
      </w:r>
    </w:p>
    <w:p w14:paraId="5B8A918E" w14:textId="77777777" w:rsidR="006D4449" w:rsidRDefault="006D4449" w:rsidP="006D4449">
      <w:r>
        <w:t>161.6906</w:t>
      </w:r>
      <w:r>
        <w:tab/>
        <w:t>1.013e0</w:t>
      </w:r>
    </w:p>
    <w:p w14:paraId="6DFEEE60" w14:textId="77777777" w:rsidR="006D4449" w:rsidRDefault="006D4449" w:rsidP="006D4449">
      <w:r>
        <w:t>161.6983</w:t>
      </w:r>
      <w:r>
        <w:tab/>
        <w:t>2.025e0</w:t>
      </w:r>
    </w:p>
    <w:p w14:paraId="680BC824" w14:textId="77777777" w:rsidR="006D4449" w:rsidRDefault="006D4449" w:rsidP="006D4449">
      <w:r>
        <w:t>161.7040</w:t>
      </w:r>
      <w:r>
        <w:tab/>
        <w:t>2.025e0</w:t>
      </w:r>
    </w:p>
    <w:p w14:paraId="270A033E" w14:textId="77777777" w:rsidR="006D4449" w:rsidRDefault="006D4449" w:rsidP="006D4449">
      <w:r>
        <w:t>161.7071</w:t>
      </w:r>
      <w:r>
        <w:tab/>
        <w:t>2.025e0</w:t>
      </w:r>
    </w:p>
    <w:p w14:paraId="462B2628" w14:textId="77777777" w:rsidR="006D4449" w:rsidRDefault="006D4449" w:rsidP="006D4449">
      <w:r>
        <w:t>161.7172</w:t>
      </w:r>
      <w:r>
        <w:tab/>
        <w:t>5.063e0</w:t>
      </w:r>
    </w:p>
    <w:p w14:paraId="0063B50F" w14:textId="77777777" w:rsidR="006D4449" w:rsidRDefault="006D4449" w:rsidP="006D4449">
      <w:r>
        <w:t>161.7273</w:t>
      </w:r>
      <w:r>
        <w:tab/>
        <w:t>2.025e0</w:t>
      </w:r>
    </w:p>
    <w:p w14:paraId="0C25C2D7" w14:textId="77777777" w:rsidR="006D4449" w:rsidRDefault="006D4449" w:rsidP="006D4449">
      <w:r>
        <w:t>161.7298</w:t>
      </w:r>
      <w:r>
        <w:tab/>
        <w:t>3.038e0</w:t>
      </w:r>
    </w:p>
    <w:p w14:paraId="1FB0630A" w14:textId="77777777" w:rsidR="006D4449" w:rsidRDefault="006D4449" w:rsidP="006D4449">
      <w:r>
        <w:t>161.7366</w:t>
      </w:r>
      <w:r>
        <w:tab/>
        <w:t>8.101e0</w:t>
      </w:r>
    </w:p>
    <w:p w14:paraId="4CD42993" w14:textId="77777777" w:rsidR="006D4449" w:rsidRDefault="006D4449" w:rsidP="006D4449">
      <w:r>
        <w:lastRenderedPageBreak/>
        <w:t>161.7382</w:t>
      </w:r>
      <w:r>
        <w:tab/>
        <w:t>3.419e0</w:t>
      </w:r>
    </w:p>
    <w:p w14:paraId="024BCAC7" w14:textId="77777777" w:rsidR="006D4449" w:rsidRDefault="006D4449" w:rsidP="006D4449">
      <w:r>
        <w:t>161.7566</w:t>
      </w:r>
      <w:r>
        <w:tab/>
        <w:t>3.214e0</w:t>
      </w:r>
    </w:p>
    <w:p w14:paraId="30AEF256" w14:textId="77777777" w:rsidR="006D4449" w:rsidRDefault="006D4449" w:rsidP="006D4449">
      <w:r>
        <w:t>161.7581</w:t>
      </w:r>
      <w:r>
        <w:tab/>
        <w:t>3.038e0</w:t>
      </w:r>
    </w:p>
    <w:p w14:paraId="42939001" w14:textId="77777777" w:rsidR="006D4449" w:rsidRDefault="006D4449" w:rsidP="006D4449">
      <w:r>
        <w:t>161.7626</w:t>
      </w:r>
      <w:r>
        <w:tab/>
        <w:t>6.076e0</w:t>
      </w:r>
    </w:p>
    <w:p w14:paraId="32086123" w14:textId="77777777" w:rsidR="006D4449" w:rsidRDefault="006D4449" w:rsidP="006D4449">
      <w:r>
        <w:t>161.7697</w:t>
      </w:r>
      <w:r>
        <w:tab/>
        <w:t>4.051e0</w:t>
      </w:r>
    </w:p>
    <w:p w14:paraId="06834F57" w14:textId="77777777" w:rsidR="006D4449" w:rsidRDefault="006D4449" w:rsidP="006D4449">
      <w:r>
        <w:t>161.7783</w:t>
      </w:r>
      <w:r>
        <w:tab/>
        <w:t>3.846e0</w:t>
      </w:r>
    </w:p>
    <w:p w14:paraId="768764FD" w14:textId="77777777" w:rsidR="006D4449" w:rsidRDefault="006D4449" w:rsidP="006D4449">
      <w:r>
        <w:t>161.7847</w:t>
      </w:r>
      <w:r>
        <w:tab/>
        <w:t>3.096e0</w:t>
      </w:r>
    </w:p>
    <w:p w14:paraId="433A3A71" w14:textId="77777777" w:rsidR="006D4449" w:rsidRDefault="006D4449" w:rsidP="006D4449">
      <w:r>
        <w:t>161.7888</w:t>
      </w:r>
      <w:r>
        <w:tab/>
        <w:t>5.063e0</w:t>
      </w:r>
    </w:p>
    <w:p w14:paraId="2BE0D6B2" w14:textId="77777777" w:rsidR="006D4449" w:rsidRDefault="006D4449" w:rsidP="006D4449">
      <w:r>
        <w:t>161.7940</w:t>
      </w:r>
      <w:r>
        <w:tab/>
        <w:t>6.388e0</w:t>
      </w:r>
    </w:p>
    <w:p w14:paraId="6B9935BD" w14:textId="77777777" w:rsidR="006D4449" w:rsidRDefault="006D4449" w:rsidP="006D4449">
      <w:r>
        <w:t>161.8117</w:t>
      </w:r>
      <w:r>
        <w:tab/>
        <w:t>1.811e1</w:t>
      </w:r>
    </w:p>
    <w:p w14:paraId="6FAF9402" w14:textId="77777777" w:rsidR="006D4449" w:rsidRDefault="006D4449" w:rsidP="006D4449">
      <w:r>
        <w:t>161.8142</w:t>
      </w:r>
      <w:r>
        <w:tab/>
        <w:t>5.959e0</w:t>
      </w:r>
    </w:p>
    <w:p w14:paraId="3DCE16C6" w14:textId="77777777" w:rsidR="006D4449" w:rsidRDefault="006D4449" w:rsidP="006D4449">
      <w:r>
        <w:t>161.8202</w:t>
      </w:r>
      <w:r>
        <w:tab/>
        <w:t>1.319e1</w:t>
      </w:r>
    </w:p>
    <w:p w14:paraId="264C821F" w14:textId="77777777" w:rsidR="006D4449" w:rsidRDefault="006D4449" w:rsidP="006D4449">
      <w:r>
        <w:t>161.8367</w:t>
      </w:r>
      <w:r>
        <w:tab/>
        <w:t>1.091e1</w:t>
      </w:r>
    </w:p>
    <w:p w14:paraId="6028B115" w14:textId="77777777" w:rsidR="006D4449" w:rsidRDefault="006D4449" w:rsidP="006D4449">
      <w:r>
        <w:t>161.8420</w:t>
      </w:r>
      <w:r>
        <w:tab/>
        <w:t>1.190e1</w:t>
      </w:r>
    </w:p>
    <w:p w14:paraId="141E59F5" w14:textId="77777777" w:rsidR="006D4449" w:rsidRDefault="006D4449" w:rsidP="006D4449">
      <w:r>
        <w:t>161.8463</w:t>
      </w:r>
      <w:r>
        <w:tab/>
        <w:t>6.076e0</w:t>
      </w:r>
    </w:p>
    <w:p w14:paraId="6B6DD1FC" w14:textId="77777777" w:rsidR="006D4449" w:rsidRDefault="006D4449" w:rsidP="006D4449">
      <w:r>
        <w:t>161.8478</w:t>
      </w:r>
      <w:r>
        <w:tab/>
        <w:t>1.418e1</w:t>
      </w:r>
    </w:p>
    <w:p w14:paraId="6F1DA369" w14:textId="77777777" w:rsidR="006D4449" w:rsidRDefault="006D4449" w:rsidP="006D4449">
      <w:r>
        <w:t>161.8551</w:t>
      </w:r>
      <w:r>
        <w:tab/>
        <w:t>1.531e1</w:t>
      </w:r>
    </w:p>
    <w:p w14:paraId="5F12DE84" w14:textId="77777777" w:rsidR="006D4449" w:rsidRDefault="006D4449" w:rsidP="006D4449">
      <w:r>
        <w:t>161.8672</w:t>
      </w:r>
      <w:r>
        <w:tab/>
        <w:t>7.305e0</w:t>
      </w:r>
    </w:p>
    <w:p w14:paraId="71EF5307" w14:textId="77777777" w:rsidR="006D4449" w:rsidRDefault="006D4449" w:rsidP="006D4449">
      <w:r>
        <w:t>161.8702</w:t>
      </w:r>
      <w:r>
        <w:tab/>
        <w:t>1.145e1</w:t>
      </w:r>
    </w:p>
    <w:p w14:paraId="05513506" w14:textId="77777777" w:rsidR="006D4449" w:rsidRDefault="006D4449" w:rsidP="006D4449">
      <w:r>
        <w:lastRenderedPageBreak/>
        <w:t>161.8796</w:t>
      </w:r>
      <w:r>
        <w:tab/>
        <w:t>9.114e0</w:t>
      </w:r>
    </w:p>
    <w:p w14:paraId="176BD5DD" w14:textId="77777777" w:rsidR="006D4449" w:rsidRDefault="006D4449" w:rsidP="006D4449">
      <w:r>
        <w:t>161.8839</w:t>
      </w:r>
      <w:r>
        <w:tab/>
        <w:t>2.264e1</w:t>
      </w:r>
    </w:p>
    <w:p w14:paraId="1EF838FB" w14:textId="77777777" w:rsidR="006D4449" w:rsidRDefault="006D4449" w:rsidP="006D4449">
      <w:r>
        <w:t>161.8964</w:t>
      </w:r>
      <w:r>
        <w:tab/>
        <w:t>1.181e1</w:t>
      </w:r>
    </w:p>
    <w:p w14:paraId="33AEC9C7" w14:textId="77777777" w:rsidR="006D4449" w:rsidRDefault="006D4449" w:rsidP="006D4449">
      <w:r>
        <w:t>161.9031</w:t>
      </w:r>
      <w:r>
        <w:tab/>
        <w:t>2.888e1</w:t>
      </w:r>
    </w:p>
    <w:p w14:paraId="537FB3E7" w14:textId="77777777" w:rsidR="006D4449" w:rsidRDefault="006D4449" w:rsidP="006D4449">
      <w:r>
        <w:t>161.9097</w:t>
      </w:r>
      <w:r>
        <w:tab/>
        <w:t>1.114e1</w:t>
      </w:r>
    </w:p>
    <w:p w14:paraId="6525923D" w14:textId="77777777" w:rsidR="006D4449" w:rsidRDefault="006D4449" w:rsidP="006D4449">
      <w:r>
        <w:t>161.9139</w:t>
      </w:r>
      <w:r>
        <w:tab/>
        <w:t>1.183e1</w:t>
      </w:r>
    </w:p>
    <w:p w14:paraId="6D680885" w14:textId="77777777" w:rsidR="006D4449" w:rsidRDefault="006D4449" w:rsidP="006D4449">
      <w:r>
        <w:t>161.9187</w:t>
      </w:r>
      <w:r>
        <w:tab/>
        <w:t>7.467e0</w:t>
      </w:r>
    </w:p>
    <w:p w14:paraId="4B1BD8C4" w14:textId="77777777" w:rsidR="006D4449" w:rsidRDefault="006D4449" w:rsidP="006D4449">
      <w:r>
        <w:t>161.9386</w:t>
      </w:r>
      <w:r>
        <w:tab/>
        <w:t>2.621e1</w:t>
      </w:r>
    </w:p>
    <w:p w14:paraId="0657BA30" w14:textId="77777777" w:rsidR="006D4449" w:rsidRDefault="006D4449" w:rsidP="006D4449">
      <w:r>
        <w:t>161.9401</w:t>
      </w:r>
      <w:r>
        <w:tab/>
        <w:t>8.467e0</w:t>
      </w:r>
    </w:p>
    <w:p w14:paraId="6E8E74E3" w14:textId="77777777" w:rsidR="006D4449" w:rsidRDefault="006D4449" w:rsidP="006D4449">
      <w:r>
        <w:t>161.9418</w:t>
      </w:r>
      <w:r>
        <w:tab/>
        <w:t>1.441e1</w:t>
      </w:r>
    </w:p>
    <w:p w14:paraId="6A27242B" w14:textId="77777777" w:rsidR="006D4449" w:rsidRDefault="006D4449" w:rsidP="006D4449">
      <w:r>
        <w:t>161.9492</w:t>
      </w:r>
      <w:r>
        <w:tab/>
        <w:t>5.526e0</w:t>
      </w:r>
    </w:p>
    <w:p w14:paraId="7AA381A0" w14:textId="77777777" w:rsidR="006D4449" w:rsidRDefault="006D4449" w:rsidP="006D4449">
      <w:r>
        <w:t>161.9614</w:t>
      </w:r>
      <w:r>
        <w:tab/>
        <w:t>1.188e1</w:t>
      </w:r>
    </w:p>
    <w:p w14:paraId="6DB0C890" w14:textId="77777777" w:rsidR="006D4449" w:rsidRDefault="006D4449" w:rsidP="006D4449">
      <w:r>
        <w:t>161.9662</w:t>
      </w:r>
      <w:r>
        <w:tab/>
        <w:t>1.283e1</w:t>
      </w:r>
    </w:p>
    <w:p w14:paraId="320B3CD1" w14:textId="77777777" w:rsidR="006D4449" w:rsidRDefault="006D4449" w:rsidP="006D4449">
      <w:r>
        <w:t>161.9742</w:t>
      </w:r>
      <w:r>
        <w:tab/>
        <w:t>2.135e1</w:t>
      </w:r>
    </w:p>
    <w:p w14:paraId="7428E52E" w14:textId="77777777" w:rsidR="006D4449" w:rsidRDefault="006D4449" w:rsidP="006D4449">
      <w:r>
        <w:t>161.9775</w:t>
      </w:r>
      <w:r>
        <w:tab/>
        <w:t>1.176e1</w:t>
      </w:r>
    </w:p>
    <w:p w14:paraId="5FED0BF2" w14:textId="77777777" w:rsidR="006D4449" w:rsidRDefault="006D4449" w:rsidP="006D4449">
      <w:r>
        <w:t>161.9798</w:t>
      </w:r>
      <w:r>
        <w:tab/>
        <w:t>8.066e0</w:t>
      </w:r>
    </w:p>
    <w:p w14:paraId="23F03508" w14:textId="77777777" w:rsidR="006D4449" w:rsidRDefault="006D4449" w:rsidP="006D4449">
      <w:r>
        <w:t>161.9810</w:t>
      </w:r>
      <w:r>
        <w:tab/>
        <w:t>1.579e1</w:t>
      </w:r>
    </w:p>
    <w:p w14:paraId="512F3FE2" w14:textId="77777777" w:rsidR="006D4449" w:rsidRDefault="006D4449" w:rsidP="006D4449">
      <w:r>
        <w:t>161.9988</w:t>
      </w:r>
      <w:r>
        <w:tab/>
        <w:t>1.238e1</w:t>
      </w:r>
    </w:p>
    <w:p w14:paraId="1CB2A1FC" w14:textId="77777777" w:rsidR="006D4449" w:rsidRDefault="006D4449" w:rsidP="006D4449">
      <w:r>
        <w:t>162.0017</w:t>
      </w:r>
      <w:r>
        <w:tab/>
        <w:t>1.181e1</w:t>
      </w:r>
    </w:p>
    <w:p w14:paraId="0BFD1512" w14:textId="77777777" w:rsidR="006D4449" w:rsidRDefault="006D4449" w:rsidP="006D4449">
      <w:r>
        <w:lastRenderedPageBreak/>
        <w:t>162.0050</w:t>
      </w:r>
      <w:r>
        <w:tab/>
        <w:t>1.185e1</w:t>
      </w:r>
    </w:p>
    <w:p w14:paraId="071E02D3" w14:textId="77777777" w:rsidR="006D4449" w:rsidRDefault="006D4449" w:rsidP="006D4449">
      <w:r>
        <w:t>162.0093</w:t>
      </w:r>
      <w:r>
        <w:tab/>
        <w:t>1.975e1</w:t>
      </w:r>
    </w:p>
    <w:p w14:paraId="255EFD5F" w14:textId="77777777" w:rsidR="006D4449" w:rsidRDefault="006D4449" w:rsidP="006D4449">
      <w:r>
        <w:t>162.0175</w:t>
      </w:r>
      <w:r>
        <w:tab/>
        <w:t>5.272e0</w:t>
      </w:r>
    </w:p>
    <w:p w14:paraId="482AD923" w14:textId="77777777" w:rsidR="006D4449" w:rsidRDefault="006D4449" w:rsidP="006D4449">
      <w:r>
        <w:t>162.0199</w:t>
      </w:r>
      <w:r>
        <w:tab/>
        <w:t>8.664e0</w:t>
      </w:r>
    </w:p>
    <w:p w14:paraId="2ED8F353" w14:textId="77777777" w:rsidR="006D4449" w:rsidRDefault="006D4449" w:rsidP="006D4449">
      <w:r>
        <w:t>162.0287</w:t>
      </w:r>
      <w:r>
        <w:tab/>
        <w:t>1.024e1</w:t>
      </w:r>
    </w:p>
    <w:p w14:paraId="53FB884C" w14:textId="77777777" w:rsidR="006D4449" w:rsidRDefault="006D4449" w:rsidP="006D4449">
      <w:r>
        <w:t>162.0691</w:t>
      </w:r>
      <w:r>
        <w:tab/>
        <w:t>7.465e3</w:t>
      </w:r>
    </w:p>
    <w:p w14:paraId="73A8C0F2" w14:textId="77777777" w:rsidR="006D4449" w:rsidRDefault="006D4449" w:rsidP="006D4449">
      <w:r>
        <w:t>162.1121</w:t>
      </w:r>
      <w:r>
        <w:tab/>
        <w:t>2.677e0</w:t>
      </w:r>
    </w:p>
    <w:p w14:paraId="2BFEEEFD" w14:textId="77777777" w:rsidR="006D4449" w:rsidRDefault="006D4449" w:rsidP="006D4449">
      <w:r>
        <w:t>162.1496</w:t>
      </w:r>
      <w:r>
        <w:tab/>
        <w:t>2.025e0</w:t>
      </w:r>
    </w:p>
    <w:p w14:paraId="6E23291D" w14:textId="77777777" w:rsidR="006D4449" w:rsidRDefault="006D4449" w:rsidP="006D4449">
      <w:r>
        <w:t>162.1533</w:t>
      </w:r>
      <w:r>
        <w:tab/>
        <w:t>3.038e0</w:t>
      </w:r>
    </w:p>
    <w:p w14:paraId="55ED2922" w14:textId="77777777" w:rsidR="006D4449" w:rsidRDefault="006D4449" w:rsidP="006D4449">
      <w:r>
        <w:t>162.1628</w:t>
      </w:r>
      <w:r>
        <w:tab/>
        <w:t>3.038e0</w:t>
      </w:r>
    </w:p>
    <w:p w14:paraId="064FD0E7" w14:textId="77777777" w:rsidR="006D4449" w:rsidRDefault="006D4449" w:rsidP="006D4449">
      <w:r>
        <w:t>162.1673</w:t>
      </w:r>
      <w:r>
        <w:tab/>
        <w:t>4.051e0</w:t>
      </w:r>
    </w:p>
    <w:p w14:paraId="3F0DCF56" w14:textId="77777777" w:rsidR="006D4449" w:rsidRDefault="006D4449" w:rsidP="006D4449">
      <w:r>
        <w:t>162.1732</w:t>
      </w:r>
      <w:r>
        <w:tab/>
        <w:t>6.021e0</w:t>
      </w:r>
    </w:p>
    <w:p w14:paraId="0FD7F089" w14:textId="77777777" w:rsidR="006D4449" w:rsidRDefault="006D4449" w:rsidP="006D4449">
      <w:r>
        <w:t>162.2077</w:t>
      </w:r>
      <w:r>
        <w:tab/>
        <w:t>2.370e3</w:t>
      </w:r>
    </w:p>
    <w:p w14:paraId="6A336686" w14:textId="77777777" w:rsidR="006D4449" w:rsidRDefault="006D4449" w:rsidP="006D4449">
      <w:r>
        <w:t>162.2087</w:t>
      </w:r>
      <w:r>
        <w:tab/>
        <w:t>6.550e2</w:t>
      </w:r>
    </w:p>
    <w:p w14:paraId="50F109B5" w14:textId="77777777" w:rsidR="006D4449" w:rsidRDefault="006D4449" w:rsidP="006D4449">
      <w:r>
        <w:t>162.2538</w:t>
      </w:r>
      <w:r>
        <w:tab/>
        <w:t>3.059e0</w:t>
      </w:r>
    </w:p>
    <w:p w14:paraId="4A0E353A" w14:textId="77777777" w:rsidR="006D4449" w:rsidRDefault="006D4449" w:rsidP="006D4449">
      <w:r>
        <w:t>162.2602</w:t>
      </w:r>
      <w:r>
        <w:tab/>
        <w:t>6.706e0</w:t>
      </w:r>
    </w:p>
    <w:p w14:paraId="1E1CCF0F" w14:textId="77777777" w:rsidR="006D4449" w:rsidRDefault="006D4449" w:rsidP="006D4449">
      <w:r>
        <w:t>162.2667</w:t>
      </w:r>
      <w:r>
        <w:tab/>
        <w:t>4.051e0</w:t>
      </w:r>
    </w:p>
    <w:p w14:paraId="524035E2" w14:textId="77777777" w:rsidR="006D4449" w:rsidRDefault="006D4449" w:rsidP="006D4449">
      <w:r>
        <w:t>162.2766</w:t>
      </w:r>
      <w:r>
        <w:tab/>
        <w:t>5.482e0</w:t>
      </w:r>
    </w:p>
    <w:p w14:paraId="04600B3A" w14:textId="77777777" w:rsidR="006D4449" w:rsidRDefault="006D4449" w:rsidP="006D4449">
      <w:r>
        <w:t>162.2827</w:t>
      </w:r>
      <w:r>
        <w:tab/>
        <w:t>4.051e0</w:t>
      </w:r>
    </w:p>
    <w:p w14:paraId="739B67AA" w14:textId="77777777" w:rsidR="006D4449" w:rsidRDefault="006D4449" w:rsidP="006D4449">
      <w:r>
        <w:lastRenderedPageBreak/>
        <w:t>162.3010</w:t>
      </w:r>
      <w:r>
        <w:tab/>
        <w:t>3.038e0</w:t>
      </w:r>
    </w:p>
    <w:p w14:paraId="2BE4DC6B" w14:textId="77777777" w:rsidR="006D4449" w:rsidRDefault="006D4449" w:rsidP="006D4449">
      <w:r>
        <w:t>162.3034</w:t>
      </w:r>
      <w:r>
        <w:tab/>
        <w:t>1.112e1</w:t>
      </w:r>
    </w:p>
    <w:p w14:paraId="05E8D1DC" w14:textId="77777777" w:rsidR="006D4449" w:rsidRDefault="006D4449" w:rsidP="006D4449">
      <w:r>
        <w:t>162.3088</w:t>
      </w:r>
      <w:r>
        <w:tab/>
        <w:t>5.063e0</w:t>
      </w:r>
    </w:p>
    <w:p w14:paraId="4FC7A85B" w14:textId="77777777" w:rsidR="006D4449" w:rsidRDefault="006D4449" w:rsidP="006D4449">
      <w:r>
        <w:t>162.3121</w:t>
      </w:r>
      <w:r>
        <w:tab/>
        <w:t>5.063e0</w:t>
      </w:r>
    </w:p>
    <w:p w14:paraId="3992972E" w14:textId="77777777" w:rsidR="006D4449" w:rsidRDefault="006D4449" w:rsidP="006D4449">
      <w:r>
        <w:t>162.3206</w:t>
      </w:r>
      <w:r>
        <w:tab/>
        <w:t>5.063e0</w:t>
      </w:r>
    </w:p>
    <w:p w14:paraId="47BE9DAC" w14:textId="77777777" w:rsidR="006D4449" w:rsidRDefault="006D4449" w:rsidP="006D4449">
      <w:r>
        <w:t>162.3462</w:t>
      </w:r>
      <w:r>
        <w:tab/>
        <w:t>4.480e0</w:t>
      </w:r>
    </w:p>
    <w:p w14:paraId="76B3A0C7" w14:textId="77777777" w:rsidR="006D4449" w:rsidRDefault="006D4449" w:rsidP="006D4449">
      <w:r>
        <w:t>162.3472</w:t>
      </w:r>
      <w:r>
        <w:tab/>
        <w:t>5.063e0</w:t>
      </w:r>
    </w:p>
    <w:p w14:paraId="642BF591" w14:textId="77777777" w:rsidR="006D4449" w:rsidRDefault="006D4449" w:rsidP="006D4449">
      <w:r>
        <w:t>162.3490</w:t>
      </w:r>
      <w:r>
        <w:tab/>
        <w:t>5.063e0</w:t>
      </w:r>
    </w:p>
    <w:p w14:paraId="05789E83" w14:textId="77777777" w:rsidR="006D4449" w:rsidRDefault="006D4449" w:rsidP="006D4449">
      <w:r>
        <w:t>162.3725</w:t>
      </w:r>
      <w:r>
        <w:tab/>
        <w:t>2.025e1</w:t>
      </w:r>
    </w:p>
    <w:p w14:paraId="7F65AB1A" w14:textId="77777777" w:rsidR="006D4449" w:rsidRDefault="006D4449" w:rsidP="006D4449">
      <w:r>
        <w:t>162.3739</w:t>
      </w:r>
      <w:r>
        <w:tab/>
        <w:t>6.327e1</w:t>
      </w:r>
    </w:p>
    <w:p w14:paraId="7A620864" w14:textId="77777777" w:rsidR="006D4449" w:rsidRDefault="006D4449" w:rsidP="006D4449">
      <w:r>
        <w:t>162.3753</w:t>
      </w:r>
      <w:r>
        <w:tab/>
        <w:t>1.384e1</w:t>
      </w:r>
    </w:p>
    <w:p w14:paraId="1DE8DF96" w14:textId="77777777" w:rsidR="006D4449" w:rsidRDefault="006D4449" w:rsidP="006D4449">
      <w:r>
        <w:t>162.4193</w:t>
      </w:r>
      <w:r>
        <w:tab/>
        <w:t>6.783e1</w:t>
      </w:r>
    </w:p>
    <w:p w14:paraId="09D64FB1" w14:textId="77777777" w:rsidR="006D4449" w:rsidRDefault="006D4449" w:rsidP="006D4449">
      <w:r>
        <w:t>162.4205</w:t>
      </w:r>
      <w:r>
        <w:tab/>
        <w:t>1.722e1</w:t>
      </w:r>
    </w:p>
    <w:p w14:paraId="7DBBF6BD" w14:textId="77777777" w:rsidR="006D4449" w:rsidRDefault="006D4449" w:rsidP="006D4449">
      <w:r>
        <w:t>162.4355</w:t>
      </w:r>
      <w:r>
        <w:tab/>
        <w:t>6.187e0</w:t>
      </w:r>
    </w:p>
    <w:p w14:paraId="2EF5AEC4" w14:textId="77777777" w:rsidR="006D4449" w:rsidRDefault="006D4449" w:rsidP="006D4449">
      <w:r>
        <w:t>162.4444</w:t>
      </w:r>
      <w:r>
        <w:tab/>
        <w:t>3.038e0</w:t>
      </w:r>
    </w:p>
    <w:p w14:paraId="223E63A8" w14:textId="77777777" w:rsidR="006D4449" w:rsidRDefault="006D4449" w:rsidP="006D4449">
      <w:r>
        <w:t>162.4476</w:t>
      </w:r>
      <w:r>
        <w:tab/>
        <w:t>4.905e0</w:t>
      </w:r>
    </w:p>
    <w:p w14:paraId="4E81DE53" w14:textId="77777777" w:rsidR="006D4449" w:rsidRDefault="006D4449" w:rsidP="006D4449">
      <w:r>
        <w:t>162.4527</w:t>
      </w:r>
      <w:r>
        <w:tab/>
        <w:t>8.038e0</w:t>
      </w:r>
    </w:p>
    <w:p w14:paraId="673AFC21" w14:textId="77777777" w:rsidR="006D4449" w:rsidRDefault="006D4449" w:rsidP="006D4449">
      <w:r>
        <w:t>162.4655</w:t>
      </w:r>
      <w:r>
        <w:tab/>
        <w:t>3.734e0</w:t>
      </w:r>
    </w:p>
    <w:p w14:paraId="5CE75FFE" w14:textId="77777777" w:rsidR="006D4449" w:rsidRDefault="006D4449" w:rsidP="006D4449">
      <w:r>
        <w:t>162.4851</w:t>
      </w:r>
      <w:r>
        <w:tab/>
        <w:t>2.430e1</w:t>
      </w:r>
    </w:p>
    <w:p w14:paraId="335A8398" w14:textId="77777777" w:rsidR="006D4449" w:rsidRDefault="006D4449" w:rsidP="006D4449">
      <w:r>
        <w:lastRenderedPageBreak/>
        <w:t>162.4865</w:t>
      </w:r>
      <w:r>
        <w:tab/>
        <w:t>1.951e1</w:t>
      </w:r>
    </w:p>
    <w:p w14:paraId="32771C69" w14:textId="77777777" w:rsidR="006D4449" w:rsidRDefault="006D4449" w:rsidP="006D4449">
      <w:r>
        <w:t>162.4888</w:t>
      </w:r>
      <w:r>
        <w:tab/>
        <w:t>6.250e1</w:t>
      </w:r>
    </w:p>
    <w:p w14:paraId="1E89B8D8" w14:textId="77777777" w:rsidR="006D4449" w:rsidRDefault="006D4449" w:rsidP="006D4449">
      <w:r>
        <w:t>162.5280</w:t>
      </w:r>
      <w:r>
        <w:tab/>
        <w:t>1.593e1</w:t>
      </w:r>
    </w:p>
    <w:p w14:paraId="24850200" w14:textId="77777777" w:rsidR="006D4449" w:rsidRDefault="006D4449" w:rsidP="006D4449">
      <w:r>
        <w:t>162.5365</w:t>
      </w:r>
      <w:r>
        <w:tab/>
        <w:t>8.391e0</w:t>
      </w:r>
    </w:p>
    <w:p w14:paraId="1DAA7113" w14:textId="77777777" w:rsidR="006D4449" w:rsidRDefault="006D4449" w:rsidP="006D4449">
      <w:r>
        <w:t>162.5444</w:t>
      </w:r>
      <w:r>
        <w:tab/>
        <w:t>1.722e1</w:t>
      </w:r>
    </w:p>
    <w:p w14:paraId="2EC0ACC9" w14:textId="77777777" w:rsidR="006D4449" w:rsidRDefault="006D4449" w:rsidP="006D4449">
      <w:r>
        <w:t>162.5460</w:t>
      </w:r>
      <w:r>
        <w:tab/>
        <w:t>1.337e1</w:t>
      </w:r>
    </w:p>
    <w:p w14:paraId="30B16E6A" w14:textId="77777777" w:rsidR="006D4449" w:rsidRDefault="006D4449" w:rsidP="006D4449">
      <w:r>
        <w:t>162.5533</w:t>
      </w:r>
      <w:r>
        <w:tab/>
        <w:t>1.114e1</w:t>
      </w:r>
    </w:p>
    <w:p w14:paraId="21E5B8B8" w14:textId="77777777" w:rsidR="006D4449" w:rsidRDefault="006D4449" w:rsidP="006D4449">
      <w:r>
        <w:t>162.5615</w:t>
      </w:r>
      <w:r>
        <w:tab/>
        <w:t>5.063e0</w:t>
      </w:r>
    </w:p>
    <w:p w14:paraId="04EC2704" w14:textId="77777777" w:rsidR="006D4449" w:rsidRDefault="006D4449" w:rsidP="006D4449">
      <w:r>
        <w:t>162.5646</w:t>
      </w:r>
      <w:r>
        <w:tab/>
        <w:t>6.271e0</w:t>
      </w:r>
    </w:p>
    <w:p w14:paraId="72A17275" w14:textId="77777777" w:rsidR="006D4449" w:rsidRDefault="006D4449" w:rsidP="006D4449">
      <w:r>
        <w:t>162.5739</w:t>
      </w:r>
      <w:r>
        <w:tab/>
        <w:t>3.038e0</w:t>
      </w:r>
    </w:p>
    <w:p w14:paraId="36B0E093" w14:textId="77777777" w:rsidR="006D4449" w:rsidRDefault="006D4449" w:rsidP="006D4449">
      <w:r>
        <w:t>162.5871</w:t>
      </w:r>
      <w:r>
        <w:tab/>
        <w:t>6.076e0</w:t>
      </w:r>
    </w:p>
    <w:p w14:paraId="3AA43ACC" w14:textId="77777777" w:rsidR="006D4449" w:rsidRDefault="006D4449" w:rsidP="006D4449">
      <w:r>
        <w:t>162.6010</w:t>
      </w:r>
      <w:r>
        <w:tab/>
        <w:t>1.620e1</w:t>
      </w:r>
    </w:p>
    <w:p w14:paraId="49708451" w14:textId="77777777" w:rsidR="006D4449" w:rsidRDefault="006D4449" w:rsidP="006D4449">
      <w:r>
        <w:t>162.6077</w:t>
      </w:r>
      <w:r>
        <w:tab/>
        <w:t>1.418e1</w:t>
      </w:r>
    </w:p>
    <w:p w14:paraId="7C90F9F4" w14:textId="77777777" w:rsidR="006D4449" w:rsidRDefault="006D4449" w:rsidP="006D4449">
      <w:r>
        <w:t>162.6108</w:t>
      </w:r>
      <w:r>
        <w:tab/>
        <w:t>1.661e1</w:t>
      </w:r>
    </w:p>
    <w:p w14:paraId="60D2005F" w14:textId="77777777" w:rsidR="006D4449" w:rsidRDefault="006D4449" w:rsidP="006D4449">
      <w:r>
        <w:t>162.6175</w:t>
      </w:r>
      <w:r>
        <w:tab/>
        <w:t>5.340e0</w:t>
      </w:r>
    </w:p>
    <w:p w14:paraId="73652ABA" w14:textId="77777777" w:rsidR="006D4449" w:rsidRDefault="006D4449" w:rsidP="006D4449">
      <w:r>
        <w:t>162.6213</w:t>
      </w:r>
      <w:r>
        <w:tab/>
        <w:t>4.051e0</w:t>
      </w:r>
    </w:p>
    <w:p w14:paraId="0B252932" w14:textId="77777777" w:rsidR="006D4449" w:rsidRDefault="006D4449" w:rsidP="006D4449">
      <w:r>
        <w:t>162.6345</w:t>
      </w:r>
      <w:r>
        <w:tab/>
        <w:t>1.059e1</w:t>
      </w:r>
    </w:p>
    <w:p w14:paraId="2BAA0DF3" w14:textId="77777777" w:rsidR="006D4449" w:rsidRDefault="006D4449" w:rsidP="006D4449">
      <w:r>
        <w:t>162.6374</w:t>
      </w:r>
      <w:r>
        <w:tab/>
        <w:t>2.025e0</w:t>
      </w:r>
    </w:p>
    <w:p w14:paraId="35E5F241" w14:textId="77777777" w:rsidR="006D4449" w:rsidRDefault="006D4449" w:rsidP="006D4449">
      <w:r>
        <w:t>162.6434</w:t>
      </w:r>
      <w:r>
        <w:tab/>
        <w:t>3.691e0</w:t>
      </w:r>
    </w:p>
    <w:p w14:paraId="518B6C52" w14:textId="77777777" w:rsidR="006D4449" w:rsidRDefault="006D4449" w:rsidP="006D4449">
      <w:r>
        <w:lastRenderedPageBreak/>
        <w:t>162.6555</w:t>
      </w:r>
      <w:r>
        <w:tab/>
        <w:t>1.395e1</w:t>
      </w:r>
    </w:p>
    <w:p w14:paraId="6CC77548" w14:textId="77777777" w:rsidR="006D4449" w:rsidRDefault="006D4449" w:rsidP="006D4449">
      <w:r>
        <w:t>162.6874</w:t>
      </w:r>
      <w:r>
        <w:tab/>
        <w:t>1.616e1</w:t>
      </w:r>
    </w:p>
    <w:p w14:paraId="3AEB2FC9" w14:textId="77777777" w:rsidR="006D4449" w:rsidRDefault="006D4449" w:rsidP="006D4449">
      <w:r>
        <w:t>162.6890</w:t>
      </w:r>
      <w:r>
        <w:tab/>
        <w:t>8.101e0</w:t>
      </w:r>
    </w:p>
    <w:p w14:paraId="6B9509C2" w14:textId="77777777" w:rsidR="006D4449" w:rsidRDefault="006D4449" w:rsidP="006D4449">
      <w:r>
        <w:t>162.6902</w:t>
      </w:r>
      <w:r>
        <w:tab/>
        <w:t>1.013e1</w:t>
      </w:r>
    </w:p>
    <w:p w14:paraId="4FA44C37" w14:textId="77777777" w:rsidR="006D4449" w:rsidRDefault="006D4449" w:rsidP="006D4449">
      <w:r>
        <w:t>162.6938</w:t>
      </w:r>
      <w:r>
        <w:tab/>
        <w:t>4.388e0</w:t>
      </w:r>
    </w:p>
    <w:p w14:paraId="6D0CB3D1" w14:textId="77777777" w:rsidR="006D4449" w:rsidRDefault="006D4449" w:rsidP="006D4449">
      <w:r>
        <w:t>162.7028</w:t>
      </w:r>
      <w:r>
        <w:tab/>
        <w:t>5.063e0</w:t>
      </w:r>
    </w:p>
    <w:p w14:paraId="1B5B50F7" w14:textId="77777777" w:rsidR="006D4449" w:rsidRDefault="006D4449" w:rsidP="006D4449">
      <w:r>
        <w:t>162.7088</w:t>
      </w:r>
      <w:r>
        <w:tab/>
        <w:t>9.358e0</w:t>
      </w:r>
    </w:p>
    <w:p w14:paraId="193DC6E9" w14:textId="77777777" w:rsidR="006D4449" w:rsidRDefault="006D4449" w:rsidP="006D4449">
      <w:r>
        <w:t>162.7131</w:t>
      </w:r>
      <w:r>
        <w:tab/>
        <w:t>2.701e0</w:t>
      </w:r>
    </w:p>
    <w:p w14:paraId="72048E71" w14:textId="77777777" w:rsidR="006D4449" w:rsidRDefault="006D4449" w:rsidP="006D4449">
      <w:r>
        <w:t>162.7256</w:t>
      </w:r>
      <w:r>
        <w:tab/>
        <w:t>3.038e0</w:t>
      </w:r>
    </w:p>
    <w:p w14:paraId="33D96EED" w14:textId="77777777" w:rsidR="006D4449" w:rsidRDefault="006D4449" w:rsidP="006D4449">
      <w:r>
        <w:t>162.7396</w:t>
      </w:r>
      <w:r>
        <w:tab/>
        <w:t>5.102e0</w:t>
      </w:r>
    </w:p>
    <w:p w14:paraId="378146E6" w14:textId="77777777" w:rsidR="006D4449" w:rsidRDefault="006D4449" w:rsidP="006D4449">
      <w:r>
        <w:t>162.7470</w:t>
      </w:r>
      <w:r>
        <w:tab/>
        <w:t>3.038e0</w:t>
      </w:r>
    </w:p>
    <w:p w14:paraId="7589C65C" w14:textId="77777777" w:rsidR="006D4449" w:rsidRDefault="006D4449" w:rsidP="006D4449">
      <w:r>
        <w:t>162.7636</w:t>
      </w:r>
      <w:r>
        <w:tab/>
        <w:t>4.417e0</w:t>
      </w:r>
    </w:p>
    <w:p w14:paraId="418BAB56" w14:textId="77777777" w:rsidR="006D4449" w:rsidRDefault="006D4449" w:rsidP="006D4449">
      <w:r>
        <w:t>162.7651</w:t>
      </w:r>
      <w:r>
        <w:tab/>
        <w:t>4.051e0</w:t>
      </w:r>
    </w:p>
    <w:p w14:paraId="2638DC15" w14:textId="77777777" w:rsidR="006D4449" w:rsidRDefault="006D4449" w:rsidP="006D4449">
      <w:r>
        <w:t>162.7666</w:t>
      </w:r>
      <w:r>
        <w:tab/>
        <w:t>6.076e0</w:t>
      </w:r>
    </w:p>
    <w:p w14:paraId="6E5FE34C" w14:textId="77777777" w:rsidR="006D4449" w:rsidRDefault="006D4449" w:rsidP="006D4449">
      <w:r>
        <w:t>162.7845</w:t>
      </w:r>
      <w:r>
        <w:tab/>
        <w:t>5.063e0</w:t>
      </w:r>
    </w:p>
    <w:p w14:paraId="6F9FDA5C" w14:textId="77777777" w:rsidR="006D4449" w:rsidRDefault="006D4449" w:rsidP="006D4449">
      <w:r>
        <w:t>162.8011</w:t>
      </w:r>
      <w:r>
        <w:tab/>
        <w:t>1.882e1</w:t>
      </w:r>
    </w:p>
    <w:p w14:paraId="6288F015" w14:textId="77777777" w:rsidR="006D4449" w:rsidRDefault="006D4449" w:rsidP="006D4449">
      <w:r>
        <w:t>162.8066</w:t>
      </w:r>
      <w:r>
        <w:tab/>
        <w:t>1.101e1</w:t>
      </w:r>
    </w:p>
    <w:p w14:paraId="3A6F4ECA" w14:textId="77777777" w:rsidR="006D4449" w:rsidRDefault="006D4449" w:rsidP="006D4449">
      <w:r>
        <w:t>162.8140</w:t>
      </w:r>
      <w:r>
        <w:tab/>
        <w:t>4.153e0</w:t>
      </w:r>
    </w:p>
    <w:p w14:paraId="5B2E6A35" w14:textId="77777777" w:rsidR="006D4449" w:rsidRDefault="006D4449" w:rsidP="006D4449">
      <w:r>
        <w:t>162.8339</w:t>
      </w:r>
      <w:r>
        <w:tab/>
        <w:t>1.013e0</w:t>
      </w:r>
    </w:p>
    <w:p w14:paraId="1EAD5064" w14:textId="77777777" w:rsidR="006D4449" w:rsidRDefault="006D4449" w:rsidP="006D4449">
      <w:r>
        <w:lastRenderedPageBreak/>
        <w:t>162.8586</w:t>
      </w:r>
      <w:r>
        <w:tab/>
        <w:t>6.740e0</w:t>
      </w:r>
    </w:p>
    <w:p w14:paraId="79F1DDB2" w14:textId="77777777" w:rsidR="006D4449" w:rsidRDefault="006D4449" w:rsidP="006D4449">
      <w:r>
        <w:t>162.8667</w:t>
      </w:r>
      <w:r>
        <w:tab/>
        <w:t>1.190e1</w:t>
      </w:r>
    </w:p>
    <w:p w14:paraId="4ED2FFE8" w14:textId="77777777" w:rsidR="006D4449" w:rsidRDefault="006D4449" w:rsidP="006D4449">
      <w:r>
        <w:t>162.8684</w:t>
      </w:r>
      <w:r>
        <w:tab/>
        <w:t>1.215e1</w:t>
      </w:r>
    </w:p>
    <w:p w14:paraId="0FB04612" w14:textId="77777777" w:rsidR="006D4449" w:rsidRDefault="006D4449" w:rsidP="006D4449">
      <w:r>
        <w:t>162.8698</w:t>
      </w:r>
      <w:r>
        <w:tab/>
        <w:t>1.418e1</w:t>
      </w:r>
    </w:p>
    <w:p w14:paraId="787CCB65" w14:textId="77777777" w:rsidR="006D4449" w:rsidRDefault="006D4449" w:rsidP="006D4449">
      <w:r>
        <w:t>162.8720</w:t>
      </w:r>
      <w:r>
        <w:tab/>
        <w:t>6.973e0</w:t>
      </w:r>
    </w:p>
    <w:p w14:paraId="6693DDFF" w14:textId="77777777" w:rsidR="006D4449" w:rsidRDefault="006D4449" w:rsidP="006D4449">
      <w:r>
        <w:t>162.8993</w:t>
      </w:r>
      <w:r>
        <w:tab/>
        <w:t>5.321e0</w:t>
      </w:r>
    </w:p>
    <w:p w14:paraId="51B866AA" w14:textId="77777777" w:rsidR="006D4449" w:rsidRDefault="006D4449" w:rsidP="006D4449">
      <w:r>
        <w:t>162.9067</w:t>
      </w:r>
      <w:r>
        <w:tab/>
        <w:t>3.038e0</w:t>
      </w:r>
    </w:p>
    <w:p w14:paraId="2A47583C" w14:textId="77777777" w:rsidR="006D4449" w:rsidRDefault="006D4449" w:rsidP="006D4449">
      <w:r>
        <w:t>162.9092</w:t>
      </w:r>
      <w:r>
        <w:tab/>
        <w:t>2.025e0</w:t>
      </w:r>
    </w:p>
    <w:p w14:paraId="0E10AC6C" w14:textId="77777777" w:rsidR="006D4449" w:rsidRDefault="006D4449" w:rsidP="006D4449">
      <w:r>
        <w:t>162.9120</w:t>
      </w:r>
      <w:r>
        <w:tab/>
        <w:t>1.013e0</w:t>
      </w:r>
    </w:p>
    <w:p w14:paraId="30B36EAC" w14:textId="77777777" w:rsidR="006D4449" w:rsidRDefault="006D4449" w:rsidP="006D4449">
      <w:r>
        <w:t>162.9189</w:t>
      </w:r>
      <w:r>
        <w:tab/>
        <w:t>2.025e0</w:t>
      </w:r>
    </w:p>
    <w:p w14:paraId="6EA9823D" w14:textId="77777777" w:rsidR="006D4449" w:rsidRDefault="006D4449" w:rsidP="006D4449">
      <w:r>
        <w:t>162.9266</w:t>
      </w:r>
      <w:r>
        <w:tab/>
        <w:t>2.025e0</w:t>
      </w:r>
    </w:p>
    <w:p w14:paraId="77F6627B" w14:textId="77777777" w:rsidR="006D4449" w:rsidRDefault="006D4449" w:rsidP="006D4449">
      <w:r>
        <w:t>162.9298</w:t>
      </w:r>
      <w:r>
        <w:tab/>
        <w:t>5.063e0</w:t>
      </w:r>
    </w:p>
    <w:p w14:paraId="422D007E" w14:textId="77777777" w:rsidR="006D4449" w:rsidRDefault="006D4449" w:rsidP="006D4449">
      <w:r>
        <w:t>162.9357</w:t>
      </w:r>
      <w:r>
        <w:tab/>
        <w:t>1.013e0</w:t>
      </w:r>
    </w:p>
    <w:p w14:paraId="5378CCB2" w14:textId="77777777" w:rsidR="006D4449" w:rsidRDefault="006D4449" w:rsidP="006D4449">
      <w:r>
        <w:t>162.9397</w:t>
      </w:r>
      <w:r>
        <w:tab/>
        <w:t>1.013e0</w:t>
      </w:r>
    </w:p>
    <w:p w14:paraId="5C51AA38" w14:textId="77777777" w:rsidR="006D4449" w:rsidRDefault="006D4449" w:rsidP="006D4449">
      <w:r>
        <w:t>162.9411</w:t>
      </w:r>
      <w:r>
        <w:tab/>
        <w:t>3.875e0</w:t>
      </w:r>
    </w:p>
    <w:p w14:paraId="43FC1337" w14:textId="77777777" w:rsidR="006D4449" w:rsidRDefault="006D4449" w:rsidP="006D4449">
      <w:r>
        <w:t>162.9441</w:t>
      </w:r>
      <w:r>
        <w:tab/>
        <w:t>2.015e0</w:t>
      </w:r>
    </w:p>
    <w:p w14:paraId="3879FBE6" w14:textId="77777777" w:rsidR="006D4449" w:rsidRDefault="006D4449" w:rsidP="006D4449">
      <w:r>
        <w:t>162.9453</w:t>
      </w:r>
      <w:r>
        <w:tab/>
        <w:t>3.038e0</w:t>
      </w:r>
    </w:p>
    <w:p w14:paraId="3AC17501" w14:textId="77777777" w:rsidR="006D4449" w:rsidRDefault="006D4449" w:rsidP="006D4449">
      <w:r>
        <w:t>162.9591</w:t>
      </w:r>
      <w:r>
        <w:tab/>
        <w:t>2.025e0</w:t>
      </w:r>
    </w:p>
    <w:p w14:paraId="2AB28806" w14:textId="77777777" w:rsidR="006D4449" w:rsidRDefault="006D4449" w:rsidP="006D4449">
      <w:r>
        <w:t>162.9626</w:t>
      </w:r>
      <w:r>
        <w:tab/>
        <w:t>2.025e0</w:t>
      </w:r>
    </w:p>
    <w:p w14:paraId="1E190DCC" w14:textId="77777777" w:rsidR="006D4449" w:rsidRDefault="006D4449" w:rsidP="006D4449">
      <w:r>
        <w:lastRenderedPageBreak/>
        <w:t>162.9771</w:t>
      </w:r>
      <w:r>
        <w:tab/>
        <w:t>1.013e0</w:t>
      </w:r>
    </w:p>
    <w:p w14:paraId="423306C1" w14:textId="77777777" w:rsidR="006D4449" w:rsidRDefault="006D4449" w:rsidP="006D4449">
      <w:r>
        <w:t>162.9795</w:t>
      </w:r>
      <w:r>
        <w:tab/>
        <w:t>9.114e0</w:t>
      </w:r>
    </w:p>
    <w:p w14:paraId="3A96E411" w14:textId="77777777" w:rsidR="006D4449" w:rsidRDefault="006D4449" w:rsidP="006D4449">
      <w:r>
        <w:t>162.9901</w:t>
      </w:r>
      <w:r>
        <w:tab/>
        <w:t>3.132e0</w:t>
      </w:r>
    </w:p>
    <w:p w14:paraId="49B844BB" w14:textId="77777777" w:rsidR="006D4449" w:rsidRDefault="006D4449" w:rsidP="006D4449">
      <w:r>
        <w:t>163.0044</w:t>
      </w:r>
      <w:r>
        <w:tab/>
        <w:t>1.013e0</w:t>
      </w:r>
    </w:p>
    <w:p w14:paraId="3D318AA2" w14:textId="77777777" w:rsidR="006D4449" w:rsidRDefault="006D4449" w:rsidP="006D4449">
      <w:r>
        <w:t>163.0182</w:t>
      </w:r>
      <w:r>
        <w:tab/>
        <w:t>6.076e0</w:t>
      </w:r>
    </w:p>
    <w:p w14:paraId="30A03461" w14:textId="77777777" w:rsidR="006D4449" w:rsidRDefault="006D4449" w:rsidP="006D4449">
      <w:r>
        <w:t>163.0239</w:t>
      </w:r>
      <w:r>
        <w:tab/>
        <w:t>5.063e0</w:t>
      </w:r>
    </w:p>
    <w:p w14:paraId="0D064AAD" w14:textId="77777777" w:rsidR="006D4449" w:rsidRDefault="006D4449" w:rsidP="006D4449">
      <w:r>
        <w:t>163.0257</w:t>
      </w:r>
      <w:r>
        <w:tab/>
        <w:t>5.063e0</w:t>
      </w:r>
    </w:p>
    <w:p w14:paraId="456B95BB" w14:textId="77777777" w:rsidR="006D4449" w:rsidRDefault="006D4449" w:rsidP="006D4449">
      <w:r>
        <w:t>163.0408</w:t>
      </w:r>
      <w:r>
        <w:tab/>
        <w:t>2.025e0</w:t>
      </w:r>
    </w:p>
    <w:p w14:paraId="4B5BFA54" w14:textId="77777777" w:rsidR="006D4449" w:rsidRDefault="006D4449" w:rsidP="006D4449">
      <w:r>
        <w:t>163.0807</w:t>
      </w:r>
      <w:r>
        <w:tab/>
        <w:t>1.898e3</w:t>
      </w:r>
    </w:p>
    <w:p w14:paraId="229F48BA" w14:textId="77777777" w:rsidR="006D4449" w:rsidRDefault="006D4449" w:rsidP="006D4449">
      <w:r>
        <w:t>163.1290</w:t>
      </w:r>
      <w:r>
        <w:tab/>
        <w:t>9.529e0</w:t>
      </w:r>
    </w:p>
    <w:p w14:paraId="53B5C3BD" w14:textId="77777777" w:rsidR="006D4449" w:rsidRDefault="006D4449" w:rsidP="006D4449">
      <w:r>
        <w:t>163.1319</w:t>
      </w:r>
      <w:r>
        <w:tab/>
        <w:t>8.873e0</w:t>
      </w:r>
    </w:p>
    <w:p w14:paraId="7F22FE07" w14:textId="77777777" w:rsidR="006D4449" w:rsidRDefault="006D4449" w:rsidP="006D4449">
      <w:r>
        <w:t>163.1357</w:t>
      </w:r>
      <w:r>
        <w:tab/>
        <w:t>1.621e1</w:t>
      </w:r>
    </w:p>
    <w:p w14:paraId="7C78409C" w14:textId="77777777" w:rsidR="006D4449" w:rsidRDefault="006D4449" w:rsidP="006D4449">
      <w:r>
        <w:t>163.1388</w:t>
      </w:r>
      <w:r>
        <w:tab/>
        <w:t>9.100e0</w:t>
      </w:r>
    </w:p>
    <w:p w14:paraId="2C539A6F" w14:textId="77777777" w:rsidR="006D4449" w:rsidRDefault="006D4449" w:rsidP="006D4449">
      <w:r>
        <w:t>163.1678</w:t>
      </w:r>
      <w:r>
        <w:tab/>
        <w:t>2.025e0</w:t>
      </w:r>
    </w:p>
    <w:p w14:paraId="1E584E3F" w14:textId="77777777" w:rsidR="006D4449" w:rsidRDefault="006D4449" w:rsidP="006D4449">
      <w:r>
        <w:t>163.1790</w:t>
      </w:r>
      <w:r>
        <w:tab/>
        <w:t>3.038e0</w:t>
      </w:r>
    </w:p>
    <w:p w14:paraId="3CBE8A06" w14:textId="77777777" w:rsidR="006D4449" w:rsidRDefault="006D4449" w:rsidP="006D4449">
      <w:r>
        <w:t>163.1806</w:t>
      </w:r>
      <w:r>
        <w:tab/>
        <w:t>1.013e0</w:t>
      </w:r>
    </w:p>
    <w:p w14:paraId="74C1D86D" w14:textId="77777777" w:rsidR="006D4449" w:rsidRDefault="006D4449" w:rsidP="006D4449">
      <w:r>
        <w:t>163.1828</w:t>
      </w:r>
      <w:r>
        <w:tab/>
        <w:t>6.436e0</w:t>
      </w:r>
    </w:p>
    <w:p w14:paraId="4B98BC0B" w14:textId="77777777" w:rsidR="006D4449" w:rsidRDefault="006D4449" w:rsidP="006D4449">
      <w:r>
        <w:t>163.1960</w:t>
      </w:r>
      <w:r>
        <w:tab/>
        <w:t>1.013e1</w:t>
      </w:r>
    </w:p>
    <w:p w14:paraId="3D72C1F2" w14:textId="77777777" w:rsidR="006D4449" w:rsidRDefault="006D4449" w:rsidP="006D4449">
      <w:r>
        <w:t>163.1996</w:t>
      </w:r>
      <w:r>
        <w:tab/>
        <w:t>6.076e0</w:t>
      </w:r>
    </w:p>
    <w:p w14:paraId="7687337B" w14:textId="77777777" w:rsidR="006D4449" w:rsidRDefault="006D4449" w:rsidP="006D4449">
      <w:r>
        <w:lastRenderedPageBreak/>
        <w:t>163.2064</w:t>
      </w:r>
      <w:r>
        <w:tab/>
        <w:t>2.025e0</w:t>
      </w:r>
    </w:p>
    <w:p w14:paraId="3BCEFC55" w14:textId="77777777" w:rsidR="006D4449" w:rsidRDefault="006D4449" w:rsidP="006D4449">
      <w:r>
        <w:t>163.2166</w:t>
      </w:r>
      <w:r>
        <w:tab/>
        <w:t>4.051e0</w:t>
      </w:r>
    </w:p>
    <w:p w14:paraId="0EB30C18" w14:textId="77777777" w:rsidR="006D4449" w:rsidRDefault="006D4449" w:rsidP="006D4449">
      <w:r>
        <w:t>163.2207</w:t>
      </w:r>
      <w:r>
        <w:tab/>
        <w:t>1.013e0</w:t>
      </w:r>
    </w:p>
    <w:p w14:paraId="05E3A593" w14:textId="77777777" w:rsidR="006D4449" w:rsidRDefault="006D4449" w:rsidP="006D4449">
      <w:r>
        <w:t>163.2355</w:t>
      </w:r>
      <w:r>
        <w:tab/>
        <w:t>2.025e0</w:t>
      </w:r>
    </w:p>
    <w:p w14:paraId="0953BC5E" w14:textId="77777777" w:rsidR="006D4449" w:rsidRDefault="006D4449" w:rsidP="006D4449">
      <w:r>
        <w:t>163.2394</w:t>
      </w:r>
      <w:r>
        <w:tab/>
        <w:t>3.038e0</w:t>
      </w:r>
    </w:p>
    <w:p w14:paraId="6C6E0BF5" w14:textId="77777777" w:rsidR="006D4449" w:rsidRDefault="006D4449" w:rsidP="006D4449">
      <w:r>
        <w:t>163.2488</w:t>
      </w:r>
      <w:r>
        <w:tab/>
        <w:t>4.051e0</w:t>
      </w:r>
    </w:p>
    <w:p w14:paraId="54CD9D7B" w14:textId="77777777" w:rsidR="006D4449" w:rsidRDefault="006D4449" w:rsidP="006D4449">
      <w:r>
        <w:t>163.2504</w:t>
      </w:r>
      <w:r>
        <w:tab/>
        <w:t>4.650e0</w:t>
      </w:r>
    </w:p>
    <w:p w14:paraId="6F1F4BAD" w14:textId="77777777" w:rsidR="006D4449" w:rsidRDefault="006D4449" w:rsidP="006D4449">
      <w:r>
        <w:t>163.2546</w:t>
      </w:r>
      <w:r>
        <w:tab/>
        <w:t>1.013e0</w:t>
      </w:r>
    </w:p>
    <w:p w14:paraId="1EA71D71" w14:textId="77777777" w:rsidR="006D4449" w:rsidRDefault="006D4449" w:rsidP="006D4449">
      <w:r>
        <w:t>163.2609</w:t>
      </w:r>
      <w:r>
        <w:tab/>
        <w:t>4.051e0</w:t>
      </w:r>
    </w:p>
    <w:p w14:paraId="0C21399E" w14:textId="77777777" w:rsidR="006D4449" w:rsidRDefault="006D4449" w:rsidP="006D4449">
      <w:r>
        <w:t>163.2859</w:t>
      </w:r>
      <w:r>
        <w:tab/>
        <w:t>2.025e0</w:t>
      </w:r>
    </w:p>
    <w:p w14:paraId="71AC1366" w14:textId="77777777" w:rsidR="006D4449" w:rsidRDefault="006D4449" w:rsidP="006D4449">
      <w:r>
        <w:t>163.2884</w:t>
      </w:r>
      <w:r>
        <w:tab/>
        <w:t>2.025e0</w:t>
      </w:r>
    </w:p>
    <w:p w14:paraId="71712850" w14:textId="77777777" w:rsidR="006D4449" w:rsidRDefault="006D4449" w:rsidP="006D4449">
      <w:r>
        <w:t>163.2937</w:t>
      </w:r>
      <w:r>
        <w:tab/>
        <w:t>2.942e0</w:t>
      </w:r>
    </w:p>
    <w:p w14:paraId="1D24736F" w14:textId="77777777" w:rsidR="006D4449" w:rsidRDefault="006D4449" w:rsidP="006D4449">
      <w:r>
        <w:t>163.2953</w:t>
      </w:r>
      <w:r>
        <w:tab/>
        <w:t>1.013e0</w:t>
      </w:r>
    </w:p>
    <w:p w14:paraId="1A6D323B" w14:textId="77777777" w:rsidR="006D4449" w:rsidRDefault="006D4449" w:rsidP="006D4449">
      <w:r>
        <w:t>163.3116</w:t>
      </w:r>
      <w:r>
        <w:tab/>
        <w:t>4.051e0</w:t>
      </w:r>
    </w:p>
    <w:p w14:paraId="6A2CD128" w14:textId="77777777" w:rsidR="006D4449" w:rsidRDefault="006D4449" w:rsidP="006D4449">
      <w:r>
        <w:t>163.3166</w:t>
      </w:r>
      <w:r>
        <w:tab/>
        <w:t>4.051e0</w:t>
      </w:r>
    </w:p>
    <w:p w14:paraId="5460CF8F" w14:textId="77777777" w:rsidR="006D4449" w:rsidRDefault="006D4449" w:rsidP="006D4449">
      <w:r>
        <w:t>163.3208</w:t>
      </w:r>
      <w:r>
        <w:tab/>
        <w:t>2.025e0</w:t>
      </w:r>
    </w:p>
    <w:p w14:paraId="21078D99" w14:textId="77777777" w:rsidR="006D4449" w:rsidRDefault="006D4449" w:rsidP="006D4449">
      <w:r>
        <w:t>163.3232</w:t>
      </w:r>
      <w:r>
        <w:tab/>
        <w:t>2.025e0</w:t>
      </w:r>
    </w:p>
    <w:p w14:paraId="39CFE898" w14:textId="77777777" w:rsidR="006D4449" w:rsidRDefault="006D4449" w:rsidP="006D4449">
      <w:r>
        <w:t>163.3429</w:t>
      </w:r>
      <w:r>
        <w:tab/>
        <w:t>3.038e0</w:t>
      </w:r>
    </w:p>
    <w:p w14:paraId="781AEA07" w14:textId="77777777" w:rsidR="006D4449" w:rsidRDefault="006D4449" w:rsidP="006D4449">
      <w:r>
        <w:t>163.3474</w:t>
      </w:r>
      <w:r>
        <w:tab/>
        <w:t>2.025e0</w:t>
      </w:r>
    </w:p>
    <w:p w14:paraId="3B911471" w14:textId="77777777" w:rsidR="006D4449" w:rsidRDefault="006D4449" w:rsidP="006D4449">
      <w:r>
        <w:lastRenderedPageBreak/>
        <w:t>163.3536</w:t>
      </w:r>
      <w:r>
        <w:tab/>
        <w:t>1.013e0</w:t>
      </w:r>
    </w:p>
    <w:p w14:paraId="47C9FD4E" w14:textId="77777777" w:rsidR="006D4449" w:rsidRDefault="006D4449" w:rsidP="006D4449">
      <w:r>
        <w:t>163.3579</w:t>
      </w:r>
      <w:r>
        <w:tab/>
        <w:t>5.063e0</w:t>
      </w:r>
    </w:p>
    <w:p w14:paraId="2B077367" w14:textId="77777777" w:rsidR="006D4449" w:rsidRDefault="006D4449" w:rsidP="006D4449">
      <w:r>
        <w:t>163.3699</w:t>
      </w:r>
      <w:r>
        <w:tab/>
        <w:t>1.013e0</w:t>
      </w:r>
    </w:p>
    <w:p w14:paraId="57E2F6A1" w14:textId="77777777" w:rsidR="006D4449" w:rsidRDefault="006D4449" w:rsidP="006D4449">
      <w:r>
        <w:t>163.3820</w:t>
      </w:r>
      <w:r>
        <w:tab/>
        <w:t>4.051e0</w:t>
      </w:r>
    </w:p>
    <w:p w14:paraId="391C71E1" w14:textId="77777777" w:rsidR="006D4449" w:rsidRDefault="006D4449" w:rsidP="006D4449">
      <w:r>
        <w:t>163.3915</w:t>
      </w:r>
      <w:r>
        <w:tab/>
        <w:t>5.290e0</w:t>
      </w:r>
    </w:p>
    <w:p w14:paraId="13499417" w14:textId="77777777" w:rsidR="006D4449" w:rsidRDefault="006D4449" w:rsidP="006D4449">
      <w:r>
        <w:t>163.4058</w:t>
      </w:r>
      <w:r>
        <w:tab/>
        <w:t>3.038e0</w:t>
      </w:r>
    </w:p>
    <w:p w14:paraId="08C2F78C" w14:textId="77777777" w:rsidR="006D4449" w:rsidRDefault="006D4449" w:rsidP="006D4449">
      <w:r>
        <w:t>163.4076</w:t>
      </w:r>
      <w:r>
        <w:tab/>
        <w:t>1.013e0</w:t>
      </w:r>
    </w:p>
    <w:p w14:paraId="3A9F6A63" w14:textId="77777777" w:rsidR="006D4449" w:rsidRDefault="006D4449" w:rsidP="006D4449">
      <w:r>
        <w:t>163.4117</w:t>
      </w:r>
      <w:r>
        <w:tab/>
        <w:t>1.013e0</w:t>
      </w:r>
    </w:p>
    <w:p w14:paraId="10C1181B" w14:textId="77777777" w:rsidR="006D4449" w:rsidRDefault="006D4449" w:rsidP="006D4449">
      <w:r>
        <w:t>163.4154</w:t>
      </w:r>
      <w:r>
        <w:tab/>
        <w:t>3.038e0</w:t>
      </w:r>
    </w:p>
    <w:p w14:paraId="5AC689DE" w14:textId="77777777" w:rsidR="006D4449" w:rsidRDefault="006D4449" w:rsidP="006D4449">
      <w:r>
        <w:t>163.4425</w:t>
      </w:r>
      <w:r>
        <w:tab/>
        <w:t>1.418e1</w:t>
      </w:r>
    </w:p>
    <w:p w14:paraId="0DA3DD1F" w14:textId="77777777" w:rsidR="006D4449" w:rsidRDefault="006D4449" w:rsidP="006D4449">
      <w:r>
        <w:t>163.4440</w:t>
      </w:r>
      <w:r>
        <w:tab/>
        <w:t>3.995e0</w:t>
      </w:r>
    </w:p>
    <w:p w14:paraId="6266AF13" w14:textId="77777777" w:rsidR="006D4449" w:rsidRDefault="006D4449" w:rsidP="006D4449">
      <w:r>
        <w:t>163.4600</w:t>
      </w:r>
      <w:r>
        <w:tab/>
        <w:t>4.051e0</w:t>
      </w:r>
    </w:p>
    <w:p w14:paraId="18574A51" w14:textId="77777777" w:rsidR="006D4449" w:rsidRDefault="006D4449" w:rsidP="006D4449">
      <w:r>
        <w:t>163.4624</w:t>
      </w:r>
      <w:r>
        <w:tab/>
        <w:t>4.051e0</w:t>
      </w:r>
    </w:p>
    <w:p w14:paraId="67CAB3CE" w14:textId="77777777" w:rsidR="006D4449" w:rsidRDefault="006D4449" w:rsidP="006D4449">
      <w:r>
        <w:t>163.4678</w:t>
      </w:r>
      <w:r>
        <w:tab/>
        <w:t>2.334e0</w:t>
      </w:r>
    </w:p>
    <w:p w14:paraId="6660D062" w14:textId="77777777" w:rsidR="006D4449" w:rsidRDefault="006D4449" w:rsidP="006D4449">
      <w:r>
        <w:t>163.4831</w:t>
      </w:r>
      <w:r>
        <w:tab/>
        <w:t>2.025e0</w:t>
      </w:r>
    </w:p>
    <w:p w14:paraId="2B2724AE" w14:textId="77777777" w:rsidR="006D4449" w:rsidRDefault="006D4449" w:rsidP="006D4449">
      <w:r>
        <w:t>163.4892</w:t>
      </w:r>
      <w:r>
        <w:tab/>
        <w:t>2.229e0</w:t>
      </w:r>
    </w:p>
    <w:p w14:paraId="17B70254" w14:textId="77777777" w:rsidR="006D4449" w:rsidRDefault="006D4449" w:rsidP="006D4449">
      <w:r>
        <w:t>163.4912</w:t>
      </w:r>
      <w:r>
        <w:tab/>
        <w:t>3.038e0</w:t>
      </w:r>
    </w:p>
    <w:p w14:paraId="62E0FF32" w14:textId="77777777" w:rsidR="006D4449" w:rsidRDefault="006D4449" w:rsidP="006D4449">
      <w:r>
        <w:t>163.4933</w:t>
      </w:r>
      <w:r>
        <w:tab/>
        <w:t>4.051e0</w:t>
      </w:r>
    </w:p>
    <w:p w14:paraId="6CAB0138" w14:textId="77777777" w:rsidR="006D4449" w:rsidRDefault="006D4449" w:rsidP="006D4449">
      <w:r>
        <w:t>163.5033</w:t>
      </w:r>
      <w:r>
        <w:tab/>
        <w:t>5.758e0</w:t>
      </w:r>
    </w:p>
    <w:p w14:paraId="775ABC4C" w14:textId="77777777" w:rsidR="006D4449" w:rsidRDefault="006D4449" w:rsidP="006D4449">
      <w:r>
        <w:lastRenderedPageBreak/>
        <w:t>163.5074</w:t>
      </w:r>
      <w:r>
        <w:tab/>
        <w:t>5.063e0</w:t>
      </w:r>
    </w:p>
    <w:p w14:paraId="6EF6B2A8" w14:textId="77777777" w:rsidR="006D4449" w:rsidRDefault="006D4449" w:rsidP="006D4449">
      <w:r>
        <w:t>163.5137</w:t>
      </w:r>
      <w:r>
        <w:tab/>
        <w:t>3.038e0</w:t>
      </w:r>
    </w:p>
    <w:p w14:paraId="0930CB66" w14:textId="77777777" w:rsidR="006D4449" w:rsidRDefault="006D4449" w:rsidP="006D4449">
      <w:r>
        <w:t>163.5217</w:t>
      </w:r>
      <w:r>
        <w:tab/>
        <w:t>2.025e0</w:t>
      </w:r>
    </w:p>
    <w:p w14:paraId="2FF7BEFA" w14:textId="77777777" w:rsidR="006D4449" w:rsidRDefault="006D4449" w:rsidP="006D4449">
      <w:r>
        <w:t>163.5338</w:t>
      </w:r>
      <w:r>
        <w:tab/>
        <w:t>1.013e0</w:t>
      </w:r>
    </w:p>
    <w:p w14:paraId="4E665C21" w14:textId="77777777" w:rsidR="006D4449" w:rsidRDefault="006D4449" w:rsidP="006D4449">
      <w:r>
        <w:t>163.5379</w:t>
      </w:r>
      <w:r>
        <w:tab/>
        <w:t>2.275e0</w:t>
      </w:r>
    </w:p>
    <w:p w14:paraId="47E939A0" w14:textId="77777777" w:rsidR="006D4449" w:rsidRDefault="006D4449" w:rsidP="006D4449">
      <w:r>
        <w:t>163.5397</w:t>
      </w:r>
      <w:r>
        <w:tab/>
        <w:t>3.038e0</w:t>
      </w:r>
    </w:p>
    <w:p w14:paraId="59548E95" w14:textId="77777777" w:rsidR="006D4449" w:rsidRDefault="006D4449" w:rsidP="006D4449">
      <w:r>
        <w:t>163.5424</w:t>
      </w:r>
      <w:r>
        <w:tab/>
        <w:t>2.025e0</w:t>
      </w:r>
    </w:p>
    <w:p w14:paraId="1BEED3B5" w14:textId="77777777" w:rsidR="006D4449" w:rsidRDefault="006D4449" w:rsidP="006D4449">
      <w:r>
        <w:t>163.5503</w:t>
      </w:r>
      <w:r>
        <w:tab/>
        <w:t>1.013e0</w:t>
      </w:r>
    </w:p>
    <w:p w14:paraId="343C779C" w14:textId="77777777" w:rsidR="006D4449" w:rsidRDefault="006D4449" w:rsidP="006D4449">
      <w:r>
        <w:t>163.5589</w:t>
      </w:r>
      <w:r>
        <w:tab/>
        <w:t>2.025e0</w:t>
      </w:r>
    </w:p>
    <w:p w14:paraId="0EC55FA3" w14:textId="77777777" w:rsidR="006D4449" w:rsidRDefault="006D4449" w:rsidP="006D4449">
      <w:r>
        <w:t>163.5718</w:t>
      </w:r>
      <w:r>
        <w:tab/>
        <w:t>1.013e0</w:t>
      </w:r>
    </w:p>
    <w:p w14:paraId="44F29A06" w14:textId="77777777" w:rsidR="006D4449" w:rsidRDefault="006D4449" w:rsidP="006D4449">
      <w:r>
        <w:t>163.5751</w:t>
      </w:r>
      <w:r>
        <w:tab/>
        <w:t>1.013e0</w:t>
      </w:r>
    </w:p>
    <w:p w14:paraId="2A0BBFA8" w14:textId="77777777" w:rsidR="006D4449" w:rsidRDefault="006D4449" w:rsidP="006D4449">
      <w:r>
        <w:t>163.5799</w:t>
      </w:r>
      <w:r>
        <w:tab/>
        <w:t>2.025e0</w:t>
      </w:r>
    </w:p>
    <w:p w14:paraId="1FC463F4" w14:textId="77777777" w:rsidR="006D4449" w:rsidRDefault="006D4449" w:rsidP="006D4449">
      <w:r>
        <w:t>163.5831</w:t>
      </w:r>
      <w:r>
        <w:tab/>
        <w:t>3.038e0</w:t>
      </w:r>
    </w:p>
    <w:p w14:paraId="4C3B4BE6" w14:textId="77777777" w:rsidR="006D4449" w:rsidRDefault="006D4449" w:rsidP="006D4449">
      <w:r>
        <w:t>163.5858</w:t>
      </w:r>
      <w:r>
        <w:tab/>
        <w:t>2.849e0</w:t>
      </w:r>
    </w:p>
    <w:p w14:paraId="19DBA29B" w14:textId="77777777" w:rsidR="006D4449" w:rsidRDefault="006D4449" w:rsidP="006D4449">
      <w:r>
        <w:t>163.5947</w:t>
      </w:r>
      <w:r>
        <w:tab/>
        <w:t>1.013e0</w:t>
      </w:r>
    </w:p>
    <w:p w14:paraId="19F9C4F1" w14:textId="77777777" w:rsidR="006D4449" w:rsidRDefault="006D4449" w:rsidP="006D4449">
      <w:r>
        <w:t>163.6129</w:t>
      </w:r>
      <w:r>
        <w:tab/>
        <w:t>3.038e0</w:t>
      </w:r>
    </w:p>
    <w:p w14:paraId="1E05009C" w14:textId="77777777" w:rsidR="006D4449" w:rsidRDefault="006D4449" w:rsidP="006D4449">
      <w:r>
        <w:t>163.6228</w:t>
      </w:r>
      <w:r>
        <w:tab/>
        <w:t>3.365e0</w:t>
      </w:r>
    </w:p>
    <w:p w14:paraId="40F516D8" w14:textId="77777777" w:rsidR="006D4449" w:rsidRDefault="006D4449" w:rsidP="006D4449">
      <w:r>
        <w:t>163.6278</w:t>
      </w:r>
      <w:r>
        <w:tab/>
        <w:t>3.038e0</w:t>
      </w:r>
    </w:p>
    <w:p w14:paraId="157A42D3" w14:textId="77777777" w:rsidR="006D4449" w:rsidRDefault="006D4449" w:rsidP="006D4449">
      <w:r>
        <w:t>163.6305</w:t>
      </w:r>
      <w:r>
        <w:tab/>
        <w:t>3.038e0</w:t>
      </w:r>
    </w:p>
    <w:p w14:paraId="0E6250C7" w14:textId="77777777" w:rsidR="006D4449" w:rsidRDefault="006D4449" w:rsidP="006D4449">
      <w:r>
        <w:lastRenderedPageBreak/>
        <w:t>163.6329</w:t>
      </w:r>
      <w:r>
        <w:tab/>
        <w:t>3.038e0</w:t>
      </w:r>
    </w:p>
    <w:p w14:paraId="6CC197A4" w14:textId="77777777" w:rsidR="006D4449" w:rsidRDefault="006D4449" w:rsidP="006D4449">
      <w:r>
        <w:t>163.6431</w:t>
      </w:r>
      <w:r>
        <w:tab/>
        <w:t>2.025e0</w:t>
      </w:r>
    </w:p>
    <w:p w14:paraId="59E35501" w14:textId="77777777" w:rsidR="006D4449" w:rsidRDefault="006D4449" w:rsidP="006D4449">
      <w:r>
        <w:t>163.6467</w:t>
      </w:r>
      <w:r>
        <w:tab/>
        <w:t>2.025e0</w:t>
      </w:r>
    </w:p>
    <w:p w14:paraId="0140ECE5" w14:textId="77777777" w:rsidR="006D4449" w:rsidRDefault="006D4449" w:rsidP="006D4449">
      <w:r>
        <w:t>163.6556</w:t>
      </w:r>
      <w:r>
        <w:tab/>
        <w:t>1.013e0</w:t>
      </w:r>
    </w:p>
    <w:p w14:paraId="32CCC564" w14:textId="77777777" w:rsidR="006D4449" w:rsidRDefault="006D4449" w:rsidP="006D4449">
      <w:r>
        <w:t>163.6645</w:t>
      </w:r>
      <w:r>
        <w:tab/>
        <w:t>2.025e0</w:t>
      </w:r>
    </w:p>
    <w:p w14:paraId="74BD49A5" w14:textId="77777777" w:rsidR="006D4449" w:rsidRDefault="006D4449" w:rsidP="006D4449">
      <w:r>
        <w:t>163.6688</w:t>
      </w:r>
      <w:r>
        <w:tab/>
        <w:t>1.013e0</w:t>
      </w:r>
    </w:p>
    <w:p w14:paraId="1CBF2CC0" w14:textId="77777777" w:rsidR="006D4449" w:rsidRDefault="006D4449" w:rsidP="006D4449">
      <w:r>
        <w:t>163.6747</w:t>
      </w:r>
      <w:r>
        <w:tab/>
        <w:t>2.025e0</w:t>
      </w:r>
    </w:p>
    <w:p w14:paraId="6D248FE6" w14:textId="77777777" w:rsidR="006D4449" w:rsidRDefault="006D4449" w:rsidP="006D4449">
      <w:r>
        <w:t>163.6821</w:t>
      </w:r>
      <w:r>
        <w:tab/>
        <w:t>5.063e0</w:t>
      </w:r>
    </w:p>
    <w:p w14:paraId="2EB155B4" w14:textId="77777777" w:rsidR="006D4449" w:rsidRDefault="006D4449" w:rsidP="006D4449">
      <w:r>
        <w:t>163.6834</w:t>
      </w:r>
      <w:r>
        <w:tab/>
        <w:t>1.013e0</w:t>
      </w:r>
    </w:p>
    <w:p w14:paraId="6431AAA3" w14:textId="77777777" w:rsidR="006D4449" w:rsidRDefault="006D4449" w:rsidP="006D4449">
      <w:r>
        <w:t>163.6982</w:t>
      </w:r>
      <w:r>
        <w:tab/>
        <w:t>4.051e0</w:t>
      </w:r>
    </w:p>
    <w:p w14:paraId="606C1DA8" w14:textId="77777777" w:rsidR="006D4449" w:rsidRDefault="006D4449" w:rsidP="006D4449">
      <w:r>
        <w:t>163.7006</w:t>
      </w:r>
      <w:r>
        <w:tab/>
        <w:t>2.025e0</w:t>
      </w:r>
    </w:p>
    <w:p w14:paraId="2EBAAC32" w14:textId="77777777" w:rsidR="006D4449" w:rsidRDefault="006D4449" w:rsidP="006D4449">
      <w:r>
        <w:t>163.7041</w:t>
      </w:r>
      <w:r>
        <w:tab/>
        <w:t>1.013e0</w:t>
      </w:r>
    </w:p>
    <w:p w14:paraId="4A6CBECC" w14:textId="77777777" w:rsidR="006D4449" w:rsidRDefault="006D4449" w:rsidP="006D4449">
      <w:r>
        <w:t>163.7075</w:t>
      </w:r>
      <w:r>
        <w:tab/>
        <w:t>2.025e0</w:t>
      </w:r>
    </w:p>
    <w:p w14:paraId="48E080A2" w14:textId="77777777" w:rsidR="006D4449" w:rsidRDefault="006D4449" w:rsidP="006D4449">
      <w:r>
        <w:t>163.7238</w:t>
      </w:r>
      <w:r>
        <w:tab/>
        <w:t>1.013e0</w:t>
      </w:r>
    </w:p>
    <w:p w14:paraId="67B3AF99" w14:textId="77777777" w:rsidR="006D4449" w:rsidRDefault="006D4449" w:rsidP="006D4449">
      <w:r>
        <w:t>163.7303</w:t>
      </w:r>
      <w:r>
        <w:tab/>
        <w:t>1.013e0</w:t>
      </w:r>
    </w:p>
    <w:p w14:paraId="73647E3C" w14:textId="77777777" w:rsidR="006D4449" w:rsidRDefault="006D4449" w:rsidP="006D4449">
      <w:r>
        <w:t>163.7375</w:t>
      </w:r>
      <w:r>
        <w:tab/>
        <w:t>2.039e0</w:t>
      </w:r>
    </w:p>
    <w:p w14:paraId="714BB516" w14:textId="77777777" w:rsidR="006D4449" w:rsidRDefault="006D4449" w:rsidP="006D4449">
      <w:r>
        <w:t>163.7444</w:t>
      </w:r>
      <w:r>
        <w:tab/>
        <w:t>1.013e0</w:t>
      </w:r>
    </w:p>
    <w:p w14:paraId="006EFF69" w14:textId="77777777" w:rsidR="006D4449" w:rsidRDefault="006D4449" w:rsidP="006D4449">
      <w:r>
        <w:t>163.7471</w:t>
      </w:r>
      <w:r>
        <w:tab/>
        <w:t>2.025e0</w:t>
      </w:r>
    </w:p>
    <w:p w14:paraId="3D4920B5" w14:textId="77777777" w:rsidR="006D4449" w:rsidRDefault="006D4449" w:rsidP="006D4449">
      <w:r>
        <w:t>163.7594</w:t>
      </w:r>
      <w:r>
        <w:tab/>
        <w:t>5.063e0</w:t>
      </w:r>
    </w:p>
    <w:p w14:paraId="3978971F" w14:textId="77777777" w:rsidR="006D4449" w:rsidRDefault="006D4449" w:rsidP="006D4449">
      <w:r>
        <w:lastRenderedPageBreak/>
        <w:t>163.7764</w:t>
      </w:r>
      <w:r>
        <w:tab/>
        <w:t>1.059e1</w:t>
      </w:r>
    </w:p>
    <w:p w14:paraId="624A5D9F" w14:textId="77777777" w:rsidR="006D4449" w:rsidRDefault="006D4449" w:rsidP="006D4449">
      <w:r>
        <w:t>163.7789</w:t>
      </w:r>
      <w:r>
        <w:tab/>
        <w:t>2.025e0</w:t>
      </w:r>
    </w:p>
    <w:p w14:paraId="59F6830A" w14:textId="77777777" w:rsidR="006D4449" w:rsidRDefault="006D4449" w:rsidP="006D4449">
      <w:r>
        <w:t>163.7800</w:t>
      </w:r>
      <w:r>
        <w:tab/>
        <w:t>2.025e0</w:t>
      </w:r>
    </w:p>
    <w:p w14:paraId="610DEE26" w14:textId="77777777" w:rsidR="006D4449" w:rsidRDefault="006D4449" w:rsidP="006D4449">
      <w:r>
        <w:t>163.8057</w:t>
      </w:r>
      <w:r>
        <w:tab/>
        <w:t>1.013e0</w:t>
      </w:r>
    </w:p>
    <w:p w14:paraId="6E7607A3" w14:textId="77777777" w:rsidR="006D4449" w:rsidRDefault="006D4449" w:rsidP="006D4449">
      <w:r>
        <w:t>163.8083</w:t>
      </w:r>
      <w:r>
        <w:tab/>
        <w:t>1.013e0</w:t>
      </w:r>
    </w:p>
    <w:p w14:paraId="410FDE44" w14:textId="77777777" w:rsidR="006D4449" w:rsidRDefault="006D4449" w:rsidP="006D4449">
      <w:r>
        <w:t>163.8152</w:t>
      </w:r>
      <w:r>
        <w:tab/>
        <w:t>6.076e0</w:t>
      </w:r>
    </w:p>
    <w:p w14:paraId="18CEBFD5" w14:textId="77777777" w:rsidR="006D4449" w:rsidRDefault="006D4449" w:rsidP="006D4449">
      <w:r>
        <w:t>163.8271</w:t>
      </w:r>
      <w:r>
        <w:tab/>
        <w:t>5.718e0</w:t>
      </w:r>
    </w:p>
    <w:p w14:paraId="4EA1FBC9" w14:textId="77777777" w:rsidR="006D4449" w:rsidRDefault="006D4449" w:rsidP="006D4449">
      <w:r>
        <w:t>163.8358</w:t>
      </w:r>
      <w:r>
        <w:tab/>
        <w:t>1.013e0</w:t>
      </w:r>
    </w:p>
    <w:p w14:paraId="37452AB5" w14:textId="77777777" w:rsidR="006D4449" w:rsidRDefault="006D4449" w:rsidP="006D4449">
      <w:r>
        <w:t>163.8382</w:t>
      </w:r>
      <w:r>
        <w:tab/>
        <w:t>2.025e0</w:t>
      </w:r>
    </w:p>
    <w:p w14:paraId="73842FAD" w14:textId="77777777" w:rsidR="006D4449" w:rsidRDefault="006D4449" w:rsidP="006D4449">
      <w:r>
        <w:t>163.8402</w:t>
      </w:r>
      <w:r>
        <w:tab/>
        <w:t>3.038e0</w:t>
      </w:r>
    </w:p>
    <w:p w14:paraId="3125FC74" w14:textId="77777777" w:rsidR="006D4449" w:rsidRDefault="006D4449" w:rsidP="006D4449">
      <w:r>
        <w:t>163.8503</w:t>
      </w:r>
      <w:r>
        <w:tab/>
        <w:t>5.063e0</w:t>
      </w:r>
    </w:p>
    <w:p w14:paraId="1952CAAE" w14:textId="77777777" w:rsidR="006D4449" w:rsidRDefault="006D4449" w:rsidP="006D4449">
      <w:r>
        <w:t>163.8701</w:t>
      </w:r>
      <w:r>
        <w:tab/>
        <w:t>2.025e0</w:t>
      </w:r>
    </w:p>
    <w:p w14:paraId="18363534" w14:textId="77777777" w:rsidR="006D4449" w:rsidRDefault="006D4449" w:rsidP="006D4449">
      <w:r>
        <w:t>163.8734</w:t>
      </w:r>
      <w:r>
        <w:tab/>
        <w:t>2.025e0</w:t>
      </w:r>
    </w:p>
    <w:p w14:paraId="72A3C402" w14:textId="77777777" w:rsidR="006D4449" w:rsidRDefault="006D4449" w:rsidP="006D4449">
      <w:r>
        <w:t>163.8754</w:t>
      </w:r>
      <w:r>
        <w:tab/>
        <w:t>2.943e0</w:t>
      </w:r>
    </w:p>
    <w:p w14:paraId="0FA382CE" w14:textId="77777777" w:rsidR="006D4449" w:rsidRDefault="006D4449" w:rsidP="006D4449">
      <w:r>
        <w:t>163.8805</w:t>
      </w:r>
      <w:r>
        <w:tab/>
        <w:t>1.013e0</w:t>
      </w:r>
    </w:p>
    <w:p w14:paraId="0EDDD8E7" w14:textId="77777777" w:rsidR="006D4449" w:rsidRDefault="006D4449" w:rsidP="006D4449">
      <w:r>
        <w:t>163.8853</w:t>
      </w:r>
      <w:r>
        <w:tab/>
        <w:t>3.044e0</w:t>
      </w:r>
    </w:p>
    <w:p w14:paraId="6FD6D501" w14:textId="77777777" w:rsidR="006D4449" w:rsidRDefault="006D4449" w:rsidP="006D4449">
      <w:r>
        <w:t>163.8899</w:t>
      </w:r>
      <w:r>
        <w:tab/>
        <w:t>2.025e0</w:t>
      </w:r>
    </w:p>
    <w:p w14:paraId="1FB68552" w14:textId="77777777" w:rsidR="006D4449" w:rsidRDefault="006D4449" w:rsidP="006D4449">
      <w:r>
        <w:t>163.8935</w:t>
      </w:r>
      <w:r>
        <w:tab/>
        <w:t>3.038e0</w:t>
      </w:r>
    </w:p>
    <w:p w14:paraId="38255B4E" w14:textId="77777777" w:rsidR="006D4449" w:rsidRDefault="006D4449" w:rsidP="006D4449">
      <w:r>
        <w:t>163.8956</w:t>
      </w:r>
      <w:r>
        <w:tab/>
        <w:t>5.063e0</w:t>
      </w:r>
    </w:p>
    <w:p w14:paraId="0C2C81E0" w14:textId="77777777" w:rsidR="006D4449" w:rsidRDefault="006D4449" w:rsidP="006D4449">
      <w:r>
        <w:lastRenderedPageBreak/>
        <w:t>163.9045</w:t>
      </w:r>
      <w:r>
        <w:tab/>
        <w:t>1.013e0</w:t>
      </w:r>
    </w:p>
    <w:p w14:paraId="227F2D3E" w14:textId="77777777" w:rsidR="006D4449" w:rsidRDefault="006D4449" w:rsidP="006D4449">
      <w:r>
        <w:t>163.9079</w:t>
      </w:r>
      <w:r>
        <w:tab/>
        <w:t>3.038e0</w:t>
      </w:r>
    </w:p>
    <w:p w14:paraId="03F76637" w14:textId="77777777" w:rsidR="006D4449" w:rsidRDefault="006D4449" w:rsidP="006D4449">
      <w:r>
        <w:t>163.9176</w:t>
      </w:r>
      <w:r>
        <w:tab/>
        <w:t>1.013e0</w:t>
      </w:r>
    </w:p>
    <w:p w14:paraId="4518F26B" w14:textId="77777777" w:rsidR="006D4449" w:rsidRDefault="006D4449" w:rsidP="006D4449">
      <w:r>
        <w:t>163.9286</w:t>
      </w:r>
      <w:r>
        <w:tab/>
        <w:t>1.013e0</w:t>
      </w:r>
    </w:p>
    <w:p w14:paraId="6918D3AD" w14:textId="77777777" w:rsidR="006D4449" w:rsidRDefault="006D4449" w:rsidP="006D4449">
      <w:r>
        <w:t>163.9437</w:t>
      </w:r>
      <w:r>
        <w:tab/>
        <w:t>5.063e0</w:t>
      </w:r>
    </w:p>
    <w:p w14:paraId="787D87C2" w14:textId="77777777" w:rsidR="006D4449" w:rsidRDefault="006D4449" w:rsidP="006D4449">
      <w:r>
        <w:t>163.9503</w:t>
      </w:r>
      <w:r>
        <w:tab/>
        <w:t>2.025e0</w:t>
      </w:r>
    </w:p>
    <w:p w14:paraId="02CE1D9C" w14:textId="77777777" w:rsidR="006D4449" w:rsidRDefault="006D4449" w:rsidP="006D4449">
      <w:r>
        <w:t>163.9580</w:t>
      </w:r>
      <w:r>
        <w:tab/>
        <w:t>5.063e0</w:t>
      </w:r>
    </w:p>
    <w:p w14:paraId="38528E2A" w14:textId="77777777" w:rsidR="006D4449" w:rsidRDefault="006D4449" w:rsidP="006D4449">
      <w:r>
        <w:t>163.9696</w:t>
      </w:r>
      <w:r>
        <w:tab/>
        <w:t>3.038e0</w:t>
      </w:r>
    </w:p>
    <w:p w14:paraId="5224A658" w14:textId="77777777" w:rsidR="006D4449" w:rsidRDefault="006D4449" w:rsidP="006D4449">
      <w:r>
        <w:t>163.9743</w:t>
      </w:r>
      <w:r>
        <w:tab/>
        <w:t>3.038e0</w:t>
      </w:r>
    </w:p>
    <w:p w14:paraId="630E5A94" w14:textId="77777777" w:rsidR="006D4449" w:rsidRDefault="006D4449" w:rsidP="006D4449">
      <w:r>
        <w:t>163.9759</w:t>
      </w:r>
      <w:r>
        <w:tab/>
        <w:t>1.013e0</w:t>
      </w:r>
    </w:p>
    <w:p w14:paraId="38B5CD16" w14:textId="77777777" w:rsidR="006D4449" w:rsidRDefault="006D4449" w:rsidP="006D4449">
      <w:r>
        <w:t>163.9828</w:t>
      </w:r>
      <w:r>
        <w:tab/>
        <w:t>1.013e0</w:t>
      </w:r>
    </w:p>
    <w:p w14:paraId="31899F5B" w14:textId="77777777" w:rsidR="006D4449" w:rsidRDefault="006D4449" w:rsidP="006D4449">
      <w:r>
        <w:t>164.0035</w:t>
      </w:r>
      <w:r>
        <w:tab/>
        <w:t>1.013e0</w:t>
      </w:r>
    </w:p>
    <w:p w14:paraId="07B34226" w14:textId="77777777" w:rsidR="006D4449" w:rsidRDefault="006D4449" w:rsidP="006D4449">
      <w:r>
        <w:t>164.0046</w:t>
      </w:r>
      <w:r>
        <w:tab/>
        <w:t>2.025e0</w:t>
      </w:r>
    </w:p>
    <w:p w14:paraId="02FD685A" w14:textId="77777777" w:rsidR="006D4449" w:rsidRDefault="006D4449" w:rsidP="006D4449">
      <w:r>
        <w:t>164.0061</w:t>
      </w:r>
      <w:r>
        <w:tab/>
        <w:t>2.669e0</w:t>
      </w:r>
    </w:p>
    <w:p w14:paraId="4E98EF2E" w14:textId="77777777" w:rsidR="006D4449" w:rsidRDefault="006D4449" w:rsidP="006D4449">
      <w:r>
        <w:t>164.0124</w:t>
      </w:r>
      <w:r>
        <w:tab/>
        <w:t>2.025e0</w:t>
      </w:r>
    </w:p>
    <w:p w14:paraId="5C1C912D" w14:textId="77777777" w:rsidR="006D4449" w:rsidRDefault="006D4449" w:rsidP="006D4449">
      <w:r>
        <w:t>164.0253</w:t>
      </w:r>
      <w:r>
        <w:tab/>
        <w:t>4.051e0</w:t>
      </w:r>
    </w:p>
    <w:p w14:paraId="4EFA578B" w14:textId="77777777" w:rsidR="006D4449" w:rsidRDefault="006D4449" w:rsidP="006D4449">
      <w:r>
        <w:t>164.0334</w:t>
      </w:r>
      <w:r>
        <w:tab/>
        <w:t>2.025e0</w:t>
      </w:r>
    </w:p>
    <w:p w14:paraId="74FD546C" w14:textId="77777777" w:rsidR="006D4449" w:rsidRDefault="006D4449" w:rsidP="006D4449">
      <w:r>
        <w:t>164.0392</w:t>
      </w:r>
      <w:r>
        <w:tab/>
        <w:t>4.051e0</w:t>
      </w:r>
    </w:p>
    <w:p w14:paraId="359CA6C6" w14:textId="77777777" w:rsidR="006D4449" w:rsidRDefault="006D4449" w:rsidP="006D4449">
      <w:r>
        <w:t>164.0404</w:t>
      </w:r>
      <w:r>
        <w:tab/>
        <w:t>1.013e0</w:t>
      </w:r>
    </w:p>
    <w:p w14:paraId="55B6D75D" w14:textId="77777777" w:rsidR="006D4449" w:rsidRDefault="006D4449" w:rsidP="006D4449">
      <w:r>
        <w:lastRenderedPageBreak/>
        <w:t>164.0551</w:t>
      </w:r>
      <w:r>
        <w:tab/>
        <w:t>3.038e0</w:t>
      </w:r>
    </w:p>
    <w:p w14:paraId="6270F807" w14:textId="77777777" w:rsidR="006D4449" w:rsidRDefault="006D4449" w:rsidP="006D4449">
      <w:r>
        <w:t>164.0842</w:t>
      </w:r>
      <w:r>
        <w:tab/>
        <w:t>2.752e2</w:t>
      </w:r>
    </w:p>
    <w:p w14:paraId="22E81E4E" w14:textId="77777777" w:rsidR="006D4449" w:rsidRDefault="006D4449" w:rsidP="006D4449">
      <w:r>
        <w:t>164.0863</w:t>
      </w:r>
      <w:r>
        <w:tab/>
        <w:t>8.330e1</w:t>
      </w:r>
    </w:p>
    <w:p w14:paraId="3DDF502E" w14:textId="77777777" w:rsidR="006D4449" w:rsidRDefault="006D4449" w:rsidP="006D4449">
      <w:r>
        <w:t>164.1256</w:t>
      </w:r>
      <w:r>
        <w:tab/>
        <w:t>1.129e0</w:t>
      </w:r>
    </w:p>
    <w:p w14:paraId="3B13D73E" w14:textId="77777777" w:rsidR="006D4449" w:rsidRDefault="006D4449" w:rsidP="006D4449">
      <w:r>
        <w:t>164.1384</w:t>
      </w:r>
      <w:r>
        <w:tab/>
        <w:t>5.844e0</w:t>
      </w:r>
    </w:p>
    <w:p w14:paraId="033539E6" w14:textId="77777777" w:rsidR="006D4449" w:rsidRDefault="006D4449" w:rsidP="006D4449">
      <w:r>
        <w:t>164.1423</w:t>
      </w:r>
      <w:r>
        <w:tab/>
        <w:t>5.769e0</w:t>
      </w:r>
    </w:p>
    <w:p w14:paraId="2BFACDE6" w14:textId="77777777" w:rsidR="006D4449" w:rsidRDefault="006D4449" w:rsidP="006D4449">
      <w:r>
        <w:t>164.1515</w:t>
      </w:r>
      <w:r>
        <w:tab/>
        <w:t>9.114e0</w:t>
      </w:r>
    </w:p>
    <w:p w14:paraId="4FB9C3E0" w14:textId="77777777" w:rsidR="006D4449" w:rsidRDefault="006D4449" w:rsidP="006D4449">
      <w:r>
        <w:t>164.1610</w:t>
      </w:r>
      <w:r>
        <w:tab/>
        <w:t>5.063e0</w:t>
      </w:r>
    </w:p>
    <w:p w14:paraId="249C589F" w14:textId="77777777" w:rsidR="006D4449" w:rsidRDefault="006D4449" w:rsidP="006D4449">
      <w:r>
        <w:t>164.1733</w:t>
      </w:r>
      <w:r>
        <w:tab/>
        <w:t>3.916e0</w:t>
      </w:r>
    </w:p>
    <w:p w14:paraId="1D0082FD" w14:textId="77777777" w:rsidR="006D4449" w:rsidRDefault="006D4449" w:rsidP="006D4449">
      <w:r>
        <w:t>164.1857</w:t>
      </w:r>
      <w:r>
        <w:tab/>
        <w:t>3.038e0</w:t>
      </w:r>
    </w:p>
    <w:p w14:paraId="37ADD25E" w14:textId="77777777" w:rsidR="006D4449" w:rsidRDefault="006D4449" w:rsidP="006D4449">
      <w:r>
        <w:t>164.1920</w:t>
      </w:r>
      <w:r>
        <w:tab/>
        <w:t>3.038e0</w:t>
      </w:r>
    </w:p>
    <w:p w14:paraId="226C2B4E" w14:textId="77777777" w:rsidR="006D4449" w:rsidRDefault="006D4449" w:rsidP="006D4449">
      <w:r>
        <w:t>164.1972</w:t>
      </w:r>
      <w:r>
        <w:tab/>
        <w:t>1.013e0</w:t>
      </w:r>
    </w:p>
    <w:p w14:paraId="2AC609EE" w14:textId="77777777" w:rsidR="006D4449" w:rsidRDefault="006D4449" w:rsidP="006D4449">
      <w:r>
        <w:t>164.1999</w:t>
      </w:r>
      <w:r>
        <w:tab/>
        <w:t>1.013e0</w:t>
      </w:r>
    </w:p>
    <w:p w14:paraId="0A77CAF4" w14:textId="77777777" w:rsidR="006D4449" w:rsidRDefault="006D4449" w:rsidP="006D4449">
      <w:r>
        <w:t>164.2100</w:t>
      </w:r>
      <w:r>
        <w:tab/>
        <w:t>3.038e0</w:t>
      </w:r>
    </w:p>
    <w:p w14:paraId="30B19DCD" w14:textId="77777777" w:rsidR="006D4449" w:rsidRDefault="006D4449" w:rsidP="006D4449">
      <w:r>
        <w:t>164.2154</w:t>
      </w:r>
      <w:r>
        <w:tab/>
        <w:t>2.025e0</w:t>
      </w:r>
    </w:p>
    <w:p w14:paraId="28FF8CED" w14:textId="77777777" w:rsidR="006D4449" w:rsidRDefault="006D4449" w:rsidP="006D4449">
      <w:r>
        <w:t>164.2287</w:t>
      </w:r>
      <w:r>
        <w:tab/>
        <w:t>9.159e0</w:t>
      </w:r>
    </w:p>
    <w:p w14:paraId="6ECE3690" w14:textId="77777777" w:rsidR="006D4449" w:rsidRDefault="006D4449" w:rsidP="006D4449">
      <w:r>
        <w:t>164.2386</w:t>
      </w:r>
      <w:r>
        <w:tab/>
        <w:t>1.013e0</w:t>
      </w:r>
    </w:p>
    <w:p w14:paraId="781023AD" w14:textId="77777777" w:rsidR="006D4449" w:rsidRDefault="006D4449" w:rsidP="006D4449">
      <w:r>
        <w:t>164.2418</w:t>
      </w:r>
      <w:r>
        <w:tab/>
        <w:t>1.013e0</w:t>
      </w:r>
    </w:p>
    <w:p w14:paraId="1E359D4F" w14:textId="77777777" w:rsidR="006D4449" w:rsidRDefault="006D4449" w:rsidP="006D4449">
      <w:r>
        <w:t>164.2550</w:t>
      </w:r>
      <w:r>
        <w:tab/>
        <w:t>3.038e0</w:t>
      </w:r>
    </w:p>
    <w:p w14:paraId="09E0A41D" w14:textId="77777777" w:rsidR="006D4449" w:rsidRDefault="006D4449" w:rsidP="006D4449">
      <w:r>
        <w:lastRenderedPageBreak/>
        <w:t>164.2587</w:t>
      </w:r>
      <w:r>
        <w:tab/>
        <w:t>3.038e0</w:t>
      </w:r>
    </w:p>
    <w:p w14:paraId="0A0499CC" w14:textId="77777777" w:rsidR="006D4449" w:rsidRDefault="006D4449" w:rsidP="006D4449">
      <w:r>
        <w:t>164.2679</w:t>
      </w:r>
      <w:r>
        <w:tab/>
        <w:t>1.013e0</w:t>
      </w:r>
    </w:p>
    <w:p w14:paraId="6D8CCF7E" w14:textId="77777777" w:rsidR="006D4449" w:rsidRDefault="006D4449" w:rsidP="006D4449">
      <w:r>
        <w:t>164.2726</w:t>
      </w:r>
      <w:r>
        <w:tab/>
        <w:t>5.063e0</w:t>
      </w:r>
    </w:p>
    <w:p w14:paraId="4E01114E" w14:textId="77777777" w:rsidR="006D4449" w:rsidRDefault="006D4449" w:rsidP="006D4449">
      <w:r>
        <w:t>164.2787</w:t>
      </w:r>
      <w:r>
        <w:tab/>
        <w:t>5.063e0</w:t>
      </w:r>
    </w:p>
    <w:p w14:paraId="1A01B2FB" w14:textId="77777777" w:rsidR="006D4449" w:rsidRDefault="006D4449" w:rsidP="006D4449">
      <w:r>
        <w:t>164.2882</w:t>
      </w:r>
      <w:r>
        <w:tab/>
        <w:t>3.038e0</w:t>
      </w:r>
    </w:p>
    <w:p w14:paraId="4E3C1243" w14:textId="77777777" w:rsidR="006D4449" w:rsidRDefault="006D4449" w:rsidP="006D4449">
      <w:r>
        <w:t>164.2947</w:t>
      </w:r>
      <w:r>
        <w:tab/>
        <w:t>6.076e0</w:t>
      </w:r>
    </w:p>
    <w:p w14:paraId="71956E53" w14:textId="77777777" w:rsidR="006D4449" w:rsidRDefault="006D4449" w:rsidP="006D4449">
      <w:r>
        <w:t>164.3102</w:t>
      </w:r>
      <w:r>
        <w:tab/>
        <w:t>1.013e0</w:t>
      </w:r>
    </w:p>
    <w:p w14:paraId="0CB66C21" w14:textId="77777777" w:rsidR="006D4449" w:rsidRDefault="006D4449" w:rsidP="006D4449">
      <w:r>
        <w:t>164.3161</w:t>
      </w:r>
      <w:r>
        <w:tab/>
        <w:t>3.038e0</w:t>
      </w:r>
    </w:p>
    <w:p w14:paraId="4D5ED8C6" w14:textId="77777777" w:rsidR="006D4449" w:rsidRDefault="006D4449" w:rsidP="006D4449">
      <w:r>
        <w:t>164.3239</w:t>
      </w:r>
      <w:r>
        <w:tab/>
        <w:t>3.038e0</w:t>
      </w:r>
    </w:p>
    <w:p w14:paraId="4AAEF2E7" w14:textId="77777777" w:rsidR="006D4449" w:rsidRDefault="006D4449" w:rsidP="006D4449">
      <w:r>
        <w:t>164.3308</w:t>
      </w:r>
      <w:r>
        <w:tab/>
        <w:t>2.025e0</w:t>
      </w:r>
    </w:p>
    <w:p w14:paraId="34A972FE" w14:textId="77777777" w:rsidR="006D4449" w:rsidRDefault="006D4449" w:rsidP="006D4449">
      <w:r>
        <w:t>164.3453</w:t>
      </w:r>
      <w:r>
        <w:tab/>
        <w:t>2.025e0</w:t>
      </w:r>
    </w:p>
    <w:p w14:paraId="63AD4367" w14:textId="77777777" w:rsidR="006D4449" w:rsidRDefault="006D4449" w:rsidP="006D4449">
      <w:r>
        <w:t>164.3533</w:t>
      </w:r>
      <w:r>
        <w:tab/>
        <w:t>1.013e0</w:t>
      </w:r>
    </w:p>
    <w:p w14:paraId="08FFAB0D" w14:textId="77777777" w:rsidR="006D4449" w:rsidRDefault="006D4449" w:rsidP="006D4449">
      <w:r>
        <w:t>164.3601</w:t>
      </w:r>
      <w:r>
        <w:tab/>
        <w:t>1.013e0</w:t>
      </w:r>
    </w:p>
    <w:p w14:paraId="5351C306" w14:textId="77777777" w:rsidR="006D4449" w:rsidRDefault="006D4449" w:rsidP="006D4449">
      <w:r>
        <w:t>164.3660</w:t>
      </w:r>
      <w:r>
        <w:tab/>
        <w:t>2.025e0</w:t>
      </w:r>
    </w:p>
    <w:p w14:paraId="02B3AAF4" w14:textId="77777777" w:rsidR="006D4449" w:rsidRDefault="006D4449" w:rsidP="006D4449">
      <w:r>
        <w:t>164.3678</w:t>
      </w:r>
      <w:r>
        <w:tab/>
        <w:t>2.025e0</w:t>
      </w:r>
    </w:p>
    <w:p w14:paraId="41B20A16" w14:textId="77777777" w:rsidR="006D4449" w:rsidRDefault="006D4449" w:rsidP="006D4449">
      <w:r>
        <w:t>164.3816</w:t>
      </w:r>
      <w:r>
        <w:tab/>
        <w:t>2.025e0</w:t>
      </w:r>
    </w:p>
    <w:p w14:paraId="6639D7B7" w14:textId="77777777" w:rsidR="006D4449" w:rsidRDefault="006D4449" w:rsidP="006D4449">
      <w:r>
        <w:t>164.3918</w:t>
      </w:r>
      <w:r>
        <w:tab/>
        <w:t>1.013e0</w:t>
      </w:r>
    </w:p>
    <w:p w14:paraId="541583A3" w14:textId="77777777" w:rsidR="006D4449" w:rsidRDefault="006D4449" w:rsidP="006D4449">
      <w:r>
        <w:t>164.4023</w:t>
      </w:r>
      <w:r>
        <w:tab/>
        <w:t>5.063e0</w:t>
      </w:r>
    </w:p>
    <w:p w14:paraId="5867DD3A" w14:textId="77777777" w:rsidR="006D4449" w:rsidRDefault="006D4449" w:rsidP="006D4449">
      <w:r>
        <w:t>164.4183</w:t>
      </w:r>
      <w:r>
        <w:tab/>
        <w:t>3.038e0</w:t>
      </w:r>
    </w:p>
    <w:p w14:paraId="239EF22F" w14:textId="77777777" w:rsidR="006D4449" w:rsidRDefault="006D4449" w:rsidP="006D4449">
      <w:r>
        <w:lastRenderedPageBreak/>
        <w:t>164.4202</w:t>
      </w:r>
      <w:r>
        <w:tab/>
        <w:t>2.025e0</w:t>
      </w:r>
    </w:p>
    <w:p w14:paraId="23BDAF12" w14:textId="77777777" w:rsidR="006D4449" w:rsidRDefault="006D4449" w:rsidP="006D4449">
      <w:r>
        <w:t>164.4324</w:t>
      </w:r>
      <w:r>
        <w:tab/>
        <w:t>2.025e0</w:t>
      </w:r>
    </w:p>
    <w:p w14:paraId="3EF20FA5" w14:textId="77777777" w:rsidR="006D4449" w:rsidRDefault="006D4449" w:rsidP="006D4449">
      <w:r>
        <w:t>164.4386</w:t>
      </w:r>
      <w:r>
        <w:tab/>
        <w:t>1.013e0</w:t>
      </w:r>
    </w:p>
    <w:p w14:paraId="674EF911" w14:textId="77777777" w:rsidR="006D4449" w:rsidRDefault="006D4449" w:rsidP="006D4449">
      <w:r>
        <w:t>164.4594</w:t>
      </w:r>
      <w:r>
        <w:tab/>
        <w:t>1.013e0</w:t>
      </w:r>
    </w:p>
    <w:p w14:paraId="5BB5EFFE" w14:textId="77777777" w:rsidR="006D4449" w:rsidRDefault="006D4449" w:rsidP="006D4449">
      <w:r>
        <w:t>164.4628</w:t>
      </w:r>
      <w:r>
        <w:tab/>
        <w:t>1.013e0</w:t>
      </w:r>
    </w:p>
    <w:p w14:paraId="6DC4D5E9" w14:textId="77777777" w:rsidR="006D4449" w:rsidRDefault="006D4449" w:rsidP="006D4449">
      <w:r>
        <w:t>164.4646</w:t>
      </w:r>
      <w:r>
        <w:tab/>
        <w:t>3.038e0</w:t>
      </w:r>
    </w:p>
    <w:p w14:paraId="334F4867" w14:textId="77777777" w:rsidR="006D4449" w:rsidRDefault="006D4449" w:rsidP="006D4449">
      <w:r>
        <w:t>164.4700</w:t>
      </w:r>
      <w:r>
        <w:tab/>
        <w:t>1.013e0</w:t>
      </w:r>
    </w:p>
    <w:p w14:paraId="03995B88" w14:textId="77777777" w:rsidR="006D4449" w:rsidRDefault="006D4449" w:rsidP="006D4449">
      <w:r>
        <w:t>164.4762</w:t>
      </w:r>
      <w:r>
        <w:tab/>
        <w:t>2.025e0</w:t>
      </w:r>
    </w:p>
    <w:p w14:paraId="2D592828" w14:textId="77777777" w:rsidR="006D4449" w:rsidRDefault="006D4449" w:rsidP="006D4449">
      <w:r>
        <w:t>164.4808</w:t>
      </w:r>
      <w:r>
        <w:tab/>
        <w:t>2.025e0</w:t>
      </w:r>
    </w:p>
    <w:p w14:paraId="50663F67" w14:textId="77777777" w:rsidR="006D4449" w:rsidRDefault="006D4449" w:rsidP="006D4449">
      <w:r>
        <w:t>164.4934</w:t>
      </w:r>
      <w:r>
        <w:tab/>
        <w:t>2.025e0</w:t>
      </w:r>
    </w:p>
    <w:p w14:paraId="7D9B2715" w14:textId="77777777" w:rsidR="006D4449" w:rsidRDefault="006D4449" w:rsidP="006D4449">
      <w:r>
        <w:t>164.4952</w:t>
      </w:r>
      <w:r>
        <w:tab/>
        <w:t>2.025e0</w:t>
      </w:r>
    </w:p>
    <w:p w14:paraId="44375A92" w14:textId="77777777" w:rsidR="006D4449" w:rsidRDefault="006D4449" w:rsidP="006D4449">
      <w:r>
        <w:t>164.5013</w:t>
      </w:r>
      <w:r>
        <w:tab/>
        <w:t>3.038e0</w:t>
      </w:r>
    </w:p>
    <w:p w14:paraId="1A9A7C51" w14:textId="77777777" w:rsidR="006D4449" w:rsidRDefault="006D4449" w:rsidP="006D4449">
      <w:r>
        <w:t>164.5032</w:t>
      </w:r>
      <w:r>
        <w:tab/>
        <w:t>2.025e0</w:t>
      </w:r>
    </w:p>
    <w:p w14:paraId="339FEAC5" w14:textId="77777777" w:rsidR="006D4449" w:rsidRDefault="006D4449" w:rsidP="006D4449">
      <w:r>
        <w:t>164.5176</w:t>
      </w:r>
      <w:r>
        <w:tab/>
        <w:t>5.268e0</w:t>
      </w:r>
    </w:p>
    <w:p w14:paraId="18FE5C03" w14:textId="77777777" w:rsidR="006D4449" w:rsidRDefault="006D4449" w:rsidP="006D4449">
      <w:r>
        <w:t>164.5276</w:t>
      </w:r>
      <w:r>
        <w:tab/>
        <w:t>6.076e0</w:t>
      </w:r>
    </w:p>
    <w:p w14:paraId="711CADC3" w14:textId="77777777" w:rsidR="006D4449" w:rsidRDefault="006D4449" w:rsidP="006D4449">
      <w:r>
        <w:t>164.5411</w:t>
      </w:r>
      <w:r>
        <w:tab/>
        <w:t>3.038e0</w:t>
      </w:r>
    </w:p>
    <w:p w14:paraId="74430766" w14:textId="77777777" w:rsidR="006D4449" w:rsidRDefault="006D4449" w:rsidP="006D4449">
      <w:r>
        <w:t>164.5483</w:t>
      </w:r>
      <w:r>
        <w:tab/>
        <w:t>2.025e0</w:t>
      </w:r>
    </w:p>
    <w:p w14:paraId="4A7FD41B" w14:textId="77777777" w:rsidR="006D4449" w:rsidRDefault="006D4449" w:rsidP="006D4449">
      <w:r>
        <w:t>164.5574</w:t>
      </w:r>
      <w:r>
        <w:tab/>
        <w:t>1.013e0</w:t>
      </w:r>
    </w:p>
    <w:p w14:paraId="24F8F9FC" w14:textId="77777777" w:rsidR="006D4449" w:rsidRDefault="006D4449" w:rsidP="006D4449">
      <w:r>
        <w:t>164.5754</w:t>
      </w:r>
      <w:r>
        <w:tab/>
        <w:t>2.025e0</w:t>
      </w:r>
    </w:p>
    <w:p w14:paraId="7E9AFAC8" w14:textId="77777777" w:rsidR="006D4449" w:rsidRDefault="006D4449" w:rsidP="006D4449">
      <w:r>
        <w:lastRenderedPageBreak/>
        <w:t>164.5841</w:t>
      </w:r>
      <w:r>
        <w:tab/>
        <w:t>3.038e0</w:t>
      </w:r>
    </w:p>
    <w:p w14:paraId="1A93BA60" w14:textId="77777777" w:rsidR="006D4449" w:rsidRDefault="006D4449" w:rsidP="006D4449">
      <w:r>
        <w:t>164.5885</w:t>
      </w:r>
      <w:r>
        <w:tab/>
        <w:t>1.013e0</w:t>
      </w:r>
    </w:p>
    <w:p w14:paraId="3061C81F" w14:textId="77777777" w:rsidR="006D4449" w:rsidRDefault="006D4449" w:rsidP="006D4449">
      <w:r>
        <w:t>164.5944</w:t>
      </w:r>
      <w:r>
        <w:tab/>
        <w:t>2.025e0</w:t>
      </w:r>
    </w:p>
    <w:p w14:paraId="32471F89" w14:textId="77777777" w:rsidR="006D4449" w:rsidRDefault="006D4449" w:rsidP="006D4449">
      <w:r>
        <w:t>164.5961</w:t>
      </w:r>
      <w:r>
        <w:tab/>
        <w:t>1.013e0</w:t>
      </w:r>
    </w:p>
    <w:p w14:paraId="6D918F2D" w14:textId="77777777" w:rsidR="006D4449" w:rsidRDefault="006D4449" w:rsidP="006D4449">
      <w:r>
        <w:t>164.5986</w:t>
      </w:r>
      <w:r>
        <w:tab/>
        <w:t>3.038e0</w:t>
      </w:r>
    </w:p>
    <w:p w14:paraId="042EAB56" w14:textId="77777777" w:rsidR="006D4449" w:rsidRDefault="006D4449" w:rsidP="006D4449">
      <w:r>
        <w:t>164.6110</w:t>
      </w:r>
      <w:r>
        <w:tab/>
        <w:t>2.025e0</w:t>
      </w:r>
    </w:p>
    <w:p w14:paraId="0D6FAAA2" w14:textId="77777777" w:rsidR="006D4449" w:rsidRDefault="006D4449" w:rsidP="006D4449">
      <w:r>
        <w:t>164.6227</w:t>
      </w:r>
      <w:r>
        <w:tab/>
        <w:t>2.025e0</w:t>
      </w:r>
    </w:p>
    <w:p w14:paraId="0FF1B8A9" w14:textId="77777777" w:rsidR="006D4449" w:rsidRDefault="006D4449" w:rsidP="006D4449">
      <w:r>
        <w:t>164.6262</w:t>
      </w:r>
      <w:r>
        <w:tab/>
        <w:t>6.076e0</w:t>
      </w:r>
    </w:p>
    <w:p w14:paraId="4745DA86" w14:textId="77777777" w:rsidR="006D4449" w:rsidRDefault="006D4449" w:rsidP="006D4449">
      <w:r>
        <w:t>164.6296</w:t>
      </w:r>
      <w:r>
        <w:tab/>
        <w:t>2.025e0</w:t>
      </w:r>
    </w:p>
    <w:p w14:paraId="5DDD2A2F" w14:textId="77777777" w:rsidR="006D4449" w:rsidRDefault="006D4449" w:rsidP="006D4449">
      <w:r>
        <w:t>164.6570</w:t>
      </w:r>
      <w:r>
        <w:tab/>
        <w:t>2.025e0</w:t>
      </w:r>
    </w:p>
    <w:p w14:paraId="08A82F4F" w14:textId="77777777" w:rsidR="006D4449" w:rsidRDefault="006D4449" w:rsidP="006D4449">
      <w:r>
        <w:t>164.6704</w:t>
      </w:r>
      <w:r>
        <w:tab/>
        <w:t>2.025e0</w:t>
      </w:r>
    </w:p>
    <w:p w14:paraId="372BA232" w14:textId="77777777" w:rsidR="006D4449" w:rsidRDefault="006D4449" w:rsidP="006D4449">
      <w:r>
        <w:t>164.6736</w:t>
      </w:r>
      <w:r>
        <w:tab/>
        <w:t>3.038e0</w:t>
      </w:r>
    </w:p>
    <w:p w14:paraId="1FFA305B" w14:textId="77777777" w:rsidR="006D4449" w:rsidRDefault="006D4449" w:rsidP="006D4449">
      <w:r>
        <w:t>164.6781</w:t>
      </w:r>
      <w:r>
        <w:tab/>
        <w:t>2.025e0</w:t>
      </w:r>
    </w:p>
    <w:p w14:paraId="5C1DE4E1" w14:textId="77777777" w:rsidR="006D4449" w:rsidRDefault="006D4449" w:rsidP="006D4449">
      <w:r>
        <w:t>164.6843</w:t>
      </w:r>
      <w:r>
        <w:tab/>
        <w:t>1.013e0</w:t>
      </w:r>
    </w:p>
    <w:p w14:paraId="01E27312" w14:textId="77777777" w:rsidR="006D4449" w:rsidRDefault="006D4449" w:rsidP="006D4449">
      <w:r>
        <w:t>164.7076</w:t>
      </w:r>
      <w:r>
        <w:tab/>
        <w:t>3.038e0</w:t>
      </w:r>
    </w:p>
    <w:p w14:paraId="67651928" w14:textId="77777777" w:rsidR="006D4449" w:rsidRDefault="006D4449" w:rsidP="006D4449">
      <w:r>
        <w:t>164.7127</w:t>
      </w:r>
      <w:r>
        <w:tab/>
        <w:t>4.051e0</w:t>
      </w:r>
    </w:p>
    <w:p w14:paraId="2C830666" w14:textId="77777777" w:rsidR="006D4449" w:rsidRDefault="006D4449" w:rsidP="006D4449">
      <w:r>
        <w:t>164.7201</w:t>
      </w:r>
      <w:r>
        <w:tab/>
        <w:t>2.025e0</w:t>
      </w:r>
    </w:p>
    <w:p w14:paraId="399952FE" w14:textId="77777777" w:rsidR="006D4449" w:rsidRDefault="006D4449" w:rsidP="006D4449">
      <w:r>
        <w:t>164.7299</w:t>
      </w:r>
      <w:r>
        <w:tab/>
        <w:t>2.025e0</w:t>
      </w:r>
    </w:p>
    <w:p w14:paraId="4A11AF3E" w14:textId="77777777" w:rsidR="006D4449" w:rsidRDefault="006D4449" w:rsidP="006D4449">
      <w:r>
        <w:t>164.7461</w:t>
      </w:r>
      <w:r>
        <w:tab/>
        <w:t>2.025e0</w:t>
      </w:r>
    </w:p>
    <w:p w14:paraId="237CB69E" w14:textId="77777777" w:rsidR="006D4449" w:rsidRDefault="006D4449" w:rsidP="006D4449">
      <w:r>
        <w:lastRenderedPageBreak/>
        <w:t>164.7489</w:t>
      </w:r>
      <w:r>
        <w:tab/>
        <w:t>2.025e0</w:t>
      </w:r>
    </w:p>
    <w:p w14:paraId="02767DC1" w14:textId="77777777" w:rsidR="006D4449" w:rsidRDefault="006D4449" w:rsidP="006D4449">
      <w:r>
        <w:t>164.7568</w:t>
      </w:r>
      <w:r>
        <w:tab/>
        <w:t>3.038e0</w:t>
      </w:r>
    </w:p>
    <w:p w14:paraId="16C30AFD" w14:textId="77777777" w:rsidR="006D4449" w:rsidRDefault="006D4449" w:rsidP="006D4449">
      <w:r>
        <w:t>164.7635</w:t>
      </w:r>
      <w:r>
        <w:tab/>
        <w:t>1.013e0</w:t>
      </w:r>
    </w:p>
    <w:p w14:paraId="53895664" w14:textId="77777777" w:rsidR="006D4449" w:rsidRDefault="006D4449" w:rsidP="006D4449">
      <w:r>
        <w:t>164.7765</w:t>
      </w:r>
      <w:r>
        <w:tab/>
        <w:t>2.025e0</w:t>
      </w:r>
    </w:p>
    <w:p w14:paraId="56C419F0" w14:textId="77777777" w:rsidR="006D4449" w:rsidRDefault="006D4449" w:rsidP="006D4449">
      <w:r>
        <w:t>164.7867</w:t>
      </w:r>
      <w:r>
        <w:tab/>
        <w:t>1.013e0</w:t>
      </w:r>
    </w:p>
    <w:p w14:paraId="3C23DD56" w14:textId="77777777" w:rsidR="006D4449" w:rsidRDefault="006D4449" w:rsidP="006D4449">
      <w:r>
        <w:t>164.7880</w:t>
      </w:r>
      <w:r>
        <w:tab/>
        <w:t>2.025e0</w:t>
      </w:r>
    </w:p>
    <w:p w14:paraId="46EEFB37" w14:textId="77777777" w:rsidR="006D4449" w:rsidRDefault="006D4449" w:rsidP="006D4449">
      <w:r>
        <w:t>164.7966</w:t>
      </w:r>
      <w:r>
        <w:tab/>
        <w:t>2.025e0</w:t>
      </w:r>
    </w:p>
    <w:p w14:paraId="5928580D" w14:textId="77777777" w:rsidR="006D4449" w:rsidRDefault="006D4449" w:rsidP="006D4449">
      <w:r>
        <w:t>164.7997</w:t>
      </w:r>
      <w:r>
        <w:tab/>
        <w:t>1.013e0</w:t>
      </w:r>
    </w:p>
    <w:p w14:paraId="7BC6DA36" w14:textId="77777777" w:rsidR="006D4449" w:rsidRDefault="006D4449" w:rsidP="006D4449">
      <w:r>
        <w:t>164.8073</w:t>
      </w:r>
      <w:r>
        <w:tab/>
        <w:t>4.051e0</w:t>
      </w:r>
    </w:p>
    <w:p w14:paraId="16AE549D" w14:textId="77777777" w:rsidR="006D4449" w:rsidRDefault="006D4449" w:rsidP="006D4449">
      <w:r>
        <w:t>164.8315</w:t>
      </w:r>
      <w:r>
        <w:tab/>
        <w:t>3.038e0</w:t>
      </w:r>
    </w:p>
    <w:p w14:paraId="38F0BC6A" w14:textId="77777777" w:rsidR="006D4449" w:rsidRDefault="006D4449" w:rsidP="006D4449">
      <w:r>
        <w:t>164.8343</w:t>
      </w:r>
      <w:r>
        <w:tab/>
        <w:t>2.025e0</w:t>
      </w:r>
    </w:p>
    <w:p w14:paraId="0678FCE3" w14:textId="77777777" w:rsidR="006D4449" w:rsidRDefault="006D4449" w:rsidP="006D4449">
      <w:r>
        <w:t>164.8395</w:t>
      </w:r>
      <w:r>
        <w:tab/>
        <w:t>2.025e0</w:t>
      </w:r>
    </w:p>
    <w:p w14:paraId="6A8A43CA" w14:textId="77777777" w:rsidR="006D4449" w:rsidRDefault="006D4449" w:rsidP="006D4449">
      <w:r>
        <w:t>164.8528</w:t>
      </w:r>
      <w:r>
        <w:tab/>
        <w:t>4.051e0</w:t>
      </w:r>
    </w:p>
    <w:p w14:paraId="5557867B" w14:textId="77777777" w:rsidR="006D4449" w:rsidRDefault="006D4449" w:rsidP="006D4449">
      <w:r>
        <w:t>164.8611</w:t>
      </w:r>
      <w:r>
        <w:tab/>
        <w:t>1.013e0</w:t>
      </w:r>
    </w:p>
    <w:p w14:paraId="19CEFE51" w14:textId="77777777" w:rsidR="006D4449" w:rsidRDefault="006D4449" w:rsidP="006D4449">
      <w:r>
        <w:t>164.8878</w:t>
      </w:r>
      <w:r>
        <w:tab/>
        <w:t>3.038e0</w:t>
      </w:r>
    </w:p>
    <w:p w14:paraId="34FF36E7" w14:textId="77777777" w:rsidR="006D4449" w:rsidRDefault="006D4449" w:rsidP="006D4449">
      <w:r>
        <w:t>164.8921</w:t>
      </w:r>
      <w:r>
        <w:tab/>
        <w:t>3.038e0</w:t>
      </w:r>
    </w:p>
    <w:p w14:paraId="3DEA0EB7" w14:textId="77777777" w:rsidR="006D4449" w:rsidRDefault="006D4449" w:rsidP="006D4449">
      <w:r>
        <w:t>164.8962</w:t>
      </w:r>
      <w:r>
        <w:tab/>
        <w:t>1.013e0</w:t>
      </w:r>
    </w:p>
    <w:p w14:paraId="5743514E" w14:textId="77777777" w:rsidR="006D4449" w:rsidRDefault="006D4449" w:rsidP="006D4449">
      <w:r>
        <w:t>164.9096</w:t>
      </w:r>
      <w:r>
        <w:tab/>
        <w:t>3.038e0</w:t>
      </w:r>
    </w:p>
    <w:p w14:paraId="4C92FA79" w14:textId="77777777" w:rsidR="006D4449" w:rsidRDefault="006D4449" w:rsidP="006D4449">
      <w:r>
        <w:t>164.9135</w:t>
      </w:r>
      <w:r>
        <w:tab/>
        <w:t>1.013e0</w:t>
      </w:r>
    </w:p>
    <w:p w14:paraId="3D9FC554" w14:textId="77777777" w:rsidR="006D4449" w:rsidRDefault="006D4449" w:rsidP="006D4449">
      <w:r>
        <w:lastRenderedPageBreak/>
        <w:t>164.9330</w:t>
      </w:r>
      <w:r>
        <w:tab/>
        <w:t>1.013e0</w:t>
      </w:r>
    </w:p>
    <w:p w14:paraId="35620B65" w14:textId="77777777" w:rsidR="006D4449" w:rsidRDefault="006D4449" w:rsidP="006D4449">
      <w:r>
        <w:t>164.9425</w:t>
      </w:r>
      <w:r>
        <w:tab/>
        <w:t>3.038e0</w:t>
      </w:r>
    </w:p>
    <w:p w14:paraId="0D5C0067" w14:textId="77777777" w:rsidR="006D4449" w:rsidRDefault="006D4449" w:rsidP="006D4449">
      <w:r>
        <w:t>164.9539</w:t>
      </w:r>
      <w:r>
        <w:tab/>
        <w:t>2.025e0</w:t>
      </w:r>
    </w:p>
    <w:p w14:paraId="1D8839AD" w14:textId="77777777" w:rsidR="006D4449" w:rsidRDefault="006D4449" w:rsidP="006D4449">
      <w:r>
        <w:t>164.9602</w:t>
      </w:r>
      <w:r>
        <w:tab/>
        <w:t>2.025e0</w:t>
      </w:r>
    </w:p>
    <w:p w14:paraId="0E19558D" w14:textId="77777777" w:rsidR="006D4449" w:rsidRDefault="006D4449" w:rsidP="006D4449">
      <w:r>
        <w:t>164.9617</w:t>
      </w:r>
      <w:r>
        <w:tab/>
        <w:t>3.038e0</w:t>
      </w:r>
    </w:p>
    <w:p w14:paraId="7CF3C26F" w14:textId="77777777" w:rsidR="006D4449" w:rsidRDefault="006D4449" w:rsidP="006D4449">
      <w:r>
        <w:t>164.9678</w:t>
      </w:r>
      <w:r>
        <w:tab/>
        <w:t>2.025e0</w:t>
      </w:r>
    </w:p>
    <w:p w14:paraId="2E770FB7" w14:textId="77777777" w:rsidR="006D4449" w:rsidRDefault="006D4449" w:rsidP="006D4449">
      <w:r>
        <w:t>164.9719</w:t>
      </w:r>
      <w:r>
        <w:tab/>
        <w:t>3.038e0</w:t>
      </w:r>
    </w:p>
    <w:p w14:paraId="28A2AED5" w14:textId="77777777" w:rsidR="006D4449" w:rsidRDefault="006D4449" w:rsidP="006D4449">
      <w:r>
        <w:t>164.9816</w:t>
      </w:r>
      <w:r>
        <w:tab/>
        <w:t>1.013e0</w:t>
      </w:r>
    </w:p>
    <w:p w14:paraId="0419E292" w14:textId="77777777" w:rsidR="006D4449" w:rsidRDefault="006D4449" w:rsidP="006D4449">
      <w:r>
        <w:t>164.9949</w:t>
      </w:r>
      <w:r>
        <w:tab/>
        <w:t>1.013e0</w:t>
      </w:r>
    </w:p>
    <w:p w14:paraId="7015AF90" w14:textId="77777777" w:rsidR="006D4449" w:rsidRDefault="006D4449" w:rsidP="006D4449">
      <w:r>
        <w:t>165.0040</w:t>
      </w:r>
      <w:r>
        <w:tab/>
        <w:t>2.025e0</w:t>
      </w:r>
    </w:p>
    <w:p w14:paraId="0AFD0DD1" w14:textId="77777777" w:rsidR="006D4449" w:rsidRDefault="006D4449" w:rsidP="006D4449">
      <w:r>
        <w:t>165.0057</w:t>
      </w:r>
      <w:r>
        <w:tab/>
        <w:t>1.013e0</w:t>
      </w:r>
    </w:p>
    <w:p w14:paraId="2907D0FC" w14:textId="77777777" w:rsidR="006D4449" w:rsidRDefault="006D4449" w:rsidP="006D4449">
      <w:r>
        <w:t>165.0122</w:t>
      </w:r>
      <w:r>
        <w:tab/>
        <w:t>1.013e0</w:t>
      </w:r>
    </w:p>
    <w:p w14:paraId="2BE92705" w14:textId="77777777" w:rsidR="006D4449" w:rsidRDefault="006D4449" w:rsidP="006D4449">
      <w:r>
        <w:t>165.0296</w:t>
      </w:r>
      <w:r>
        <w:tab/>
        <w:t>1.689e0</w:t>
      </w:r>
    </w:p>
    <w:p w14:paraId="2A8AABA2" w14:textId="77777777" w:rsidR="006D4449" w:rsidRDefault="006D4449" w:rsidP="006D4449">
      <w:r>
        <w:t>165.0325</w:t>
      </w:r>
      <w:r>
        <w:tab/>
        <w:t>1.013e0</w:t>
      </w:r>
    </w:p>
    <w:p w14:paraId="24E71DE6" w14:textId="77777777" w:rsidR="006D4449" w:rsidRDefault="006D4449" w:rsidP="006D4449">
      <w:r>
        <w:t>165.0498</w:t>
      </w:r>
      <w:r>
        <w:tab/>
        <w:t>1.013e0</w:t>
      </w:r>
    </w:p>
    <w:p w14:paraId="5172D54C" w14:textId="77777777" w:rsidR="006D4449" w:rsidRDefault="006D4449" w:rsidP="006D4449">
      <w:r>
        <w:t>165.0508</w:t>
      </w:r>
      <w:r>
        <w:tab/>
        <w:t>2.025e0</w:t>
      </w:r>
    </w:p>
    <w:p w14:paraId="3D6DAF28" w14:textId="77777777" w:rsidR="006D4449" w:rsidRDefault="006D4449" w:rsidP="006D4449">
      <w:r>
        <w:t>165.0524</w:t>
      </w:r>
      <w:r>
        <w:tab/>
        <w:t>4.051e0</w:t>
      </w:r>
    </w:p>
    <w:p w14:paraId="33E5769C" w14:textId="77777777" w:rsidR="006D4449" w:rsidRDefault="006D4449" w:rsidP="006D4449">
      <w:r>
        <w:t>165.0602</w:t>
      </w:r>
      <w:r>
        <w:tab/>
        <w:t>8.101e0</w:t>
      </w:r>
    </w:p>
    <w:p w14:paraId="050419CA" w14:textId="77777777" w:rsidR="006D4449" w:rsidRDefault="006D4449" w:rsidP="006D4449">
      <w:r>
        <w:t>165.0665</w:t>
      </w:r>
      <w:r>
        <w:tab/>
        <w:t>2.025e0</w:t>
      </w:r>
    </w:p>
    <w:p w14:paraId="095E0911" w14:textId="77777777" w:rsidR="006D4449" w:rsidRDefault="006D4449" w:rsidP="006D4449">
      <w:r>
        <w:lastRenderedPageBreak/>
        <w:t>165.0809</w:t>
      </w:r>
      <w:r>
        <w:tab/>
        <w:t>1.013e0</w:t>
      </w:r>
    </w:p>
    <w:p w14:paraId="778E8ADE" w14:textId="77777777" w:rsidR="006D4449" w:rsidRDefault="006D4449" w:rsidP="006D4449">
      <w:r>
        <w:t>165.0831</w:t>
      </w:r>
      <w:r>
        <w:tab/>
        <w:t>6.141e0</w:t>
      </w:r>
    </w:p>
    <w:p w14:paraId="3272619B" w14:textId="77777777" w:rsidR="006D4449" w:rsidRDefault="006D4449" w:rsidP="006D4449">
      <w:r>
        <w:t>165.0870</w:t>
      </w:r>
      <w:r>
        <w:tab/>
        <w:t>1.300e1</w:t>
      </w:r>
    </w:p>
    <w:p w14:paraId="691753FE" w14:textId="77777777" w:rsidR="006D4449" w:rsidRDefault="006D4449" w:rsidP="006D4449">
      <w:r>
        <w:t>165.0885</w:t>
      </w:r>
      <w:r>
        <w:tab/>
        <w:t>3.513e0</w:t>
      </w:r>
    </w:p>
    <w:p w14:paraId="3EFE2B90" w14:textId="77777777" w:rsidR="006D4449" w:rsidRDefault="006D4449" w:rsidP="006D4449">
      <w:r>
        <w:t>165.0948</w:t>
      </w:r>
      <w:r>
        <w:tab/>
        <w:t>1.537e0</w:t>
      </w:r>
    </w:p>
    <w:p w14:paraId="37DA098E" w14:textId="77777777" w:rsidR="006D4449" w:rsidRDefault="006D4449" w:rsidP="006D4449">
      <w:r>
        <w:t>165.1123</w:t>
      </w:r>
      <w:r>
        <w:tab/>
        <w:t>5.366e0</w:t>
      </w:r>
    </w:p>
    <w:p w14:paraId="42AD690C" w14:textId="77777777" w:rsidR="006D4449" w:rsidRDefault="006D4449" w:rsidP="006D4449">
      <w:r>
        <w:t>165.1134</w:t>
      </w:r>
      <w:r>
        <w:tab/>
        <w:t>2.155e0</w:t>
      </w:r>
    </w:p>
    <w:p w14:paraId="11A3D0BF" w14:textId="77777777" w:rsidR="006D4449" w:rsidRDefault="006D4449" w:rsidP="006D4449">
      <w:r>
        <w:t>165.1157</w:t>
      </w:r>
      <w:r>
        <w:tab/>
        <w:t>8.604e0</w:t>
      </w:r>
    </w:p>
    <w:p w14:paraId="548BEBA1" w14:textId="77777777" w:rsidR="006D4449" w:rsidRDefault="006D4449" w:rsidP="006D4449">
      <w:r>
        <w:t>165.1194</w:t>
      </w:r>
      <w:r>
        <w:tab/>
        <w:t>2.992e0</w:t>
      </w:r>
    </w:p>
    <w:p w14:paraId="16DB5AD4" w14:textId="77777777" w:rsidR="006D4449" w:rsidRDefault="006D4449" w:rsidP="006D4449">
      <w:r>
        <w:t>165.1373</w:t>
      </w:r>
      <w:r>
        <w:tab/>
        <w:t>4.163e0</w:t>
      </w:r>
    </w:p>
    <w:p w14:paraId="78383A99" w14:textId="77777777" w:rsidR="006D4449" w:rsidRDefault="006D4449" w:rsidP="006D4449">
      <w:r>
        <w:t>165.1486</w:t>
      </w:r>
      <w:r>
        <w:tab/>
        <w:t>1.279e1</w:t>
      </w:r>
    </w:p>
    <w:p w14:paraId="202CF9A4" w14:textId="77777777" w:rsidR="006D4449" w:rsidRDefault="006D4449" w:rsidP="006D4449">
      <w:r>
        <w:t>165.1643</w:t>
      </w:r>
      <w:r>
        <w:tab/>
        <w:t>2.025e0</w:t>
      </w:r>
    </w:p>
    <w:p w14:paraId="7871DE5E" w14:textId="77777777" w:rsidR="006D4449" w:rsidRDefault="006D4449" w:rsidP="006D4449">
      <w:r>
        <w:t>165.1725</w:t>
      </w:r>
      <w:r>
        <w:tab/>
        <w:t>2.025e0</w:t>
      </w:r>
    </w:p>
    <w:p w14:paraId="436CBB87" w14:textId="77777777" w:rsidR="006D4449" w:rsidRDefault="006D4449" w:rsidP="006D4449">
      <w:r>
        <w:t>165.1762</w:t>
      </w:r>
      <w:r>
        <w:tab/>
        <w:t>3.038e0</w:t>
      </w:r>
    </w:p>
    <w:p w14:paraId="3D62FBCA" w14:textId="77777777" w:rsidR="006D4449" w:rsidRDefault="006D4449" w:rsidP="006D4449">
      <w:r>
        <w:t>165.1896</w:t>
      </w:r>
      <w:r>
        <w:tab/>
        <w:t>1.013e0</w:t>
      </w:r>
    </w:p>
    <w:p w14:paraId="196254BE" w14:textId="77777777" w:rsidR="006D4449" w:rsidRDefault="006D4449" w:rsidP="006D4449">
      <w:r>
        <w:t>165.2006</w:t>
      </w:r>
      <w:r>
        <w:tab/>
        <w:t>4.051e0</w:t>
      </w:r>
    </w:p>
    <w:p w14:paraId="6C59C720" w14:textId="77777777" w:rsidR="006D4449" w:rsidRDefault="006D4449" w:rsidP="006D4449">
      <w:r>
        <w:t>165.2100</w:t>
      </w:r>
      <w:r>
        <w:tab/>
        <w:t>2.025e0</w:t>
      </w:r>
    </w:p>
    <w:p w14:paraId="4B39091D" w14:textId="77777777" w:rsidR="006D4449" w:rsidRDefault="006D4449" w:rsidP="006D4449">
      <w:r>
        <w:t>165.2138</w:t>
      </w:r>
      <w:r>
        <w:tab/>
        <w:t>1.013e0</w:t>
      </w:r>
    </w:p>
    <w:p w14:paraId="661F8C5A" w14:textId="77777777" w:rsidR="006D4449" w:rsidRDefault="006D4449" w:rsidP="006D4449">
      <w:r>
        <w:t>165.2305</w:t>
      </w:r>
      <w:r>
        <w:tab/>
        <w:t>1.013e0</w:t>
      </w:r>
    </w:p>
    <w:p w14:paraId="63584B55" w14:textId="77777777" w:rsidR="006D4449" w:rsidRDefault="006D4449" w:rsidP="006D4449">
      <w:r>
        <w:lastRenderedPageBreak/>
        <w:t>165.2362</w:t>
      </w:r>
      <w:r>
        <w:tab/>
        <w:t>7.085e0</w:t>
      </w:r>
    </w:p>
    <w:p w14:paraId="4D4EF8A2" w14:textId="77777777" w:rsidR="006D4449" w:rsidRDefault="006D4449" w:rsidP="006D4449">
      <w:r>
        <w:t>165.2511</w:t>
      </w:r>
      <w:r>
        <w:tab/>
        <w:t>1.013e0</w:t>
      </w:r>
    </w:p>
    <w:p w14:paraId="69A5493F" w14:textId="77777777" w:rsidR="006D4449" w:rsidRDefault="006D4449" w:rsidP="006D4449">
      <w:r>
        <w:t>165.2570</w:t>
      </w:r>
      <w:r>
        <w:tab/>
        <w:t>1.013e0</w:t>
      </w:r>
    </w:p>
    <w:p w14:paraId="04F7F365" w14:textId="77777777" w:rsidR="006D4449" w:rsidRDefault="006D4449" w:rsidP="006D4449">
      <w:r>
        <w:t>165.2751</w:t>
      </w:r>
      <w:r>
        <w:tab/>
        <w:t>2.025e0</w:t>
      </w:r>
    </w:p>
    <w:p w14:paraId="374126AF" w14:textId="77777777" w:rsidR="006D4449" w:rsidRDefault="006D4449" w:rsidP="006D4449">
      <w:r>
        <w:t>165.2779</w:t>
      </w:r>
      <w:r>
        <w:tab/>
        <w:t>2.025e0</w:t>
      </w:r>
    </w:p>
    <w:p w14:paraId="5975DBDE" w14:textId="77777777" w:rsidR="006D4449" w:rsidRDefault="006D4449" w:rsidP="006D4449">
      <w:r>
        <w:t>165.2941</w:t>
      </w:r>
      <w:r>
        <w:tab/>
        <w:t>2.025e0</w:t>
      </w:r>
    </w:p>
    <w:p w14:paraId="1980BAC1" w14:textId="77777777" w:rsidR="006D4449" w:rsidRDefault="006D4449" w:rsidP="006D4449">
      <w:r>
        <w:t>165.3025</w:t>
      </w:r>
      <w:r>
        <w:tab/>
        <w:t>2.025e0</w:t>
      </w:r>
    </w:p>
    <w:p w14:paraId="7A892F30" w14:textId="77777777" w:rsidR="006D4449" w:rsidRDefault="006D4449" w:rsidP="006D4449">
      <w:r>
        <w:t>165.3286</w:t>
      </w:r>
      <w:r>
        <w:tab/>
        <w:t>3.038e0</w:t>
      </w:r>
    </w:p>
    <w:p w14:paraId="7BE443AA" w14:textId="77777777" w:rsidR="006D4449" w:rsidRDefault="006D4449" w:rsidP="006D4449">
      <w:r>
        <w:t>165.3415</w:t>
      </w:r>
      <w:r>
        <w:tab/>
        <w:t>2.025e0</w:t>
      </w:r>
    </w:p>
    <w:p w14:paraId="7F04BB14" w14:textId="77777777" w:rsidR="006D4449" w:rsidRDefault="006D4449" w:rsidP="006D4449">
      <w:r>
        <w:t>165.3485</w:t>
      </w:r>
      <w:r>
        <w:tab/>
        <w:t>2.025e0</w:t>
      </w:r>
    </w:p>
    <w:p w14:paraId="7389E4E0" w14:textId="77777777" w:rsidR="006D4449" w:rsidRDefault="006D4449" w:rsidP="006D4449">
      <w:r>
        <w:t>165.3667</w:t>
      </w:r>
      <w:r>
        <w:tab/>
        <w:t>5.063e0</w:t>
      </w:r>
    </w:p>
    <w:p w14:paraId="0C1E53E6" w14:textId="77777777" w:rsidR="006D4449" w:rsidRDefault="006D4449" w:rsidP="006D4449">
      <w:r>
        <w:t>165.3703</w:t>
      </w:r>
      <w:r>
        <w:tab/>
        <w:t>1.013e0</w:t>
      </w:r>
    </w:p>
    <w:p w14:paraId="02854F0A" w14:textId="77777777" w:rsidR="006D4449" w:rsidRDefault="006D4449" w:rsidP="006D4449">
      <w:r>
        <w:t>165.3877</w:t>
      </w:r>
      <w:r>
        <w:tab/>
        <w:t>1.013e0</w:t>
      </w:r>
    </w:p>
    <w:p w14:paraId="4F35D3C0" w14:textId="77777777" w:rsidR="006D4449" w:rsidRDefault="006D4449" w:rsidP="006D4449">
      <w:r>
        <w:t>165.3920</w:t>
      </w:r>
      <w:r>
        <w:tab/>
        <w:t>2.025e0</w:t>
      </w:r>
    </w:p>
    <w:p w14:paraId="5F095188" w14:textId="77777777" w:rsidR="006D4449" w:rsidRDefault="006D4449" w:rsidP="006D4449">
      <w:r>
        <w:t>165.4083</w:t>
      </w:r>
      <w:r>
        <w:tab/>
        <w:t>1.013e0</w:t>
      </w:r>
    </w:p>
    <w:p w14:paraId="0389A4A7" w14:textId="77777777" w:rsidR="006D4449" w:rsidRDefault="006D4449" w:rsidP="006D4449">
      <w:r>
        <w:t>165.4116</w:t>
      </w:r>
      <w:r>
        <w:tab/>
        <w:t>1.013e0</w:t>
      </w:r>
    </w:p>
    <w:p w14:paraId="527E50C4" w14:textId="77777777" w:rsidR="006D4449" w:rsidRDefault="006D4449" w:rsidP="006D4449">
      <w:r>
        <w:t>165.4211</w:t>
      </w:r>
      <w:r>
        <w:tab/>
        <w:t>1.013e0</w:t>
      </w:r>
    </w:p>
    <w:p w14:paraId="52ED4E96" w14:textId="77777777" w:rsidR="006D4449" w:rsidRDefault="006D4449" w:rsidP="006D4449">
      <w:r>
        <w:t>165.4263</w:t>
      </w:r>
      <w:r>
        <w:tab/>
        <w:t>2.025e0</w:t>
      </w:r>
    </w:p>
    <w:p w14:paraId="74ECB318" w14:textId="77777777" w:rsidR="006D4449" w:rsidRDefault="006D4449" w:rsidP="006D4449">
      <w:r>
        <w:t>165.4492</w:t>
      </w:r>
      <w:r>
        <w:tab/>
        <w:t>2.025e0</w:t>
      </w:r>
    </w:p>
    <w:p w14:paraId="379FA16C" w14:textId="77777777" w:rsidR="006D4449" w:rsidRDefault="006D4449" w:rsidP="006D4449">
      <w:r>
        <w:lastRenderedPageBreak/>
        <w:t>165.4541</w:t>
      </w:r>
      <w:r>
        <w:tab/>
        <w:t>2.025e0</w:t>
      </w:r>
    </w:p>
    <w:p w14:paraId="02006FE6" w14:textId="77777777" w:rsidR="006D4449" w:rsidRDefault="006D4449" w:rsidP="006D4449">
      <w:r>
        <w:t>165.4732</w:t>
      </w:r>
      <w:r>
        <w:tab/>
        <w:t>1.013e0</w:t>
      </w:r>
    </w:p>
    <w:p w14:paraId="65D17EDA" w14:textId="77777777" w:rsidR="006D4449" w:rsidRDefault="006D4449" w:rsidP="006D4449">
      <w:r>
        <w:t>165.4854</w:t>
      </w:r>
      <w:r>
        <w:tab/>
        <w:t>2.025e0</w:t>
      </w:r>
    </w:p>
    <w:p w14:paraId="30FC6929" w14:textId="77777777" w:rsidR="006D4449" w:rsidRDefault="006D4449" w:rsidP="006D4449">
      <w:r>
        <w:t>165.4905</w:t>
      </w:r>
      <w:r>
        <w:tab/>
        <w:t>3.038e0</w:t>
      </w:r>
    </w:p>
    <w:p w14:paraId="5E5B0CF4" w14:textId="77777777" w:rsidR="006D4449" w:rsidRDefault="006D4449" w:rsidP="006D4449">
      <w:r>
        <w:t>165.4928</w:t>
      </w:r>
      <w:r>
        <w:tab/>
        <w:t>2.025e0</w:t>
      </w:r>
    </w:p>
    <w:p w14:paraId="660CDC48" w14:textId="77777777" w:rsidR="006D4449" w:rsidRDefault="006D4449" w:rsidP="006D4449">
      <w:r>
        <w:t>165.5004</w:t>
      </w:r>
      <w:r>
        <w:tab/>
        <w:t>2.025e0</w:t>
      </w:r>
    </w:p>
    <w:p w14:paraId="166BA8B9" w14:textId="77777777" w:rsidR="006D4449" w:rsidRDefault="006D4449" w:rsidP="006D4449">
      <w:r>
        <w:t>165.5074</w:t>
      </w:r>
      <w:r>
        <w:tab/>
        <w:t>3.038e0</w:t>
      </w:r>
    </w:p>
    <w:p w14:paraId="3B3490A2" w14:textId="77777777" w:rsidR="006D4449" w:rsidRDefault="006D4449" w:rsidP="006D4449">
      <w:r>
        <w:t>165.5317</w:t>
      </w:r>
      <w:r>
        <w:tab/>
        <w:t>2.025e0</w:t>
      </w:r>
    </w:p>
    <w:p w14:paraId="6A9D5F01" w14:textId="77777777" w:rsidR="006D4449" w:rsidRDefault="006D4449" w:rsidP="006D4449">
      <w:r>
        <w:t>165.5379</w:t>
      </w:r>
      <w:r>
        <w:tab/>
        <w:t>2.025e0</w:t>
      </w:r>
    </w:p>
    <w:p w14:paraId="3252A67F" w14:textId="77777777" w:rsidR="006D4449" w:rsidRDefault="006D4449" w:rsidP="006D4449">
      <w:r>
        <w:t>165.5491</w:t>
      </w:r>
      <w:r>
        <w:tab/>
        <w:t>1.013e0</w:t>
      </w:r>
    </w:p>
    <w:p w14:paraId="27CA16A7" w14:textId="77777777" w:rsidR="006D4449" w:rsidRDefault="006D4449" w:rsidP="006D4449">
      <w:r>
        <w:t>165.5517</w:t>
      </w:r>
      <w:r>
        <w:tab/>
        <w:t>3.038e0</w:t>
      </w:r>
    </w:p>
    <w:p w14:paraId="0ED3C735" w14:textId="77777777" w:rsidR="006D4449" w:rsidRDefault="006D4449" w:rsidP="006D4449">
      <w:r>
        <w:t>165.5625</w:t>
      </w:r>
      <w:r>
        <w:tab/>
        <w:t>2.025e0</w:t>
      </w:r>
    </w:p>
    <w:p w14:paraId="6D8DFB1E" w14:textId="77777777" w:rsidR="006D4449" w:rsidRDefault="006D4449" w:rsidP="006D4449">
      <w:r>
        <w:t>165.5641</w:t>
      </w:r>
      <w:r>
        <w:tab/>
        <w:t>2.025e0</w:t>
      </w:r>
    </w:p>
    <w:p w14:paraId="7AE796F2" w14:textId="77777777" w:rsidR="006D4449" w:rsidRDefault="006D4449" w:rsidP="006D4449">
      <w:r>
        <w:t>165.5656</w:t>
      </w:r>
      <w:r>
        <w:tab/>
        <w:t>2.025e0</w:t>
      </w:r>
    </w:p>
    <w:p w14:paraId="2196B53B" w14:textId="77777777" w:rsidR="006D4449" w:rsidRDefault="006D4449" w:rsidP="006D4449">
      <w:r>
        <w:t>165.5700</w:t>
      </w:r>
      <w:r>
        <w:tab/>
        <w:t>2.025e0</w:t>
      </w:r>
    </w:p>
    <w:p w14:paraId="2DB360E4" w14:textId="77777777" w:rsidR="006D4449" w:rsidRDefault="006D4449" w:rsidP="006D4449">
      <w:r>
        <w:t>165.5733</w:t>
      </w:r>
      <w:r>
        <w:tab/>
        <w:t>2.025e0</w:t>
      </w:r>
    </w:p>
    <w:p w14:paraId="5598D71B" w14:textId="77777777" w:rsidR="006D4449" w:rsidRDefault="006D4449" w:rsidP="006D4449">
      <w:r>
        <w:t>165.5826</w:t>
      </w:r>
      <w:r>
        <w:tab/>
        <w:t>1.013e0</w:t>
      </w:r>
    </w:p>
    <w:p w14:paraId="6380FD33" w14:textId="77777777" w:rsidR="006D4449" w:rsidRDefault="006D4449" w:rsidP="006D4449">
      <w:r>
        <w:t>165.5860</w:t>
      </w:r>
      <w:r>
        <w:tab/>
        <w:t>2.025e0</w:t>
      </w:r>
    </w:p>
    <w:p w14:paraId="667E77EC" w14:textId="77777777" w:rsidR="006D4449" w:rsidRDefault="006D4449" w:rsidP="006D4449">
      <w:r>
        <w:t>165.6017</w:t>
      </w:r>
      <w:r>
        <w:tab/>
        <w:t>2.025e0</w:t>
      </w:r>
    </w:p>
    <w:p w14:paraId="1CCB963E" w14:textId="77777777" w:rsidR="006D4449" w:rsidRDefault="006D4449" w:rsidP="006D4449">
      <w:r>
        <w:lastRenderedPageBreak/>
        <w:t>165.6096</w:t>
      </w:r>
      <w:r>
        <w:tab/>
        <w:t>1.013e0</w:t>
      </w:r>
    </w:p>
    <w:p w14:paraId="494F8584" w14:textId="77777777" w:rsidR="006D4449" w:rsidRDefault="006D4449" w:rsidP="006D4449">
      <w:r>
        <w:t>165.6444</w:t>
      </w:r>
      <w:r>
        <w:tab/>
        <w:t>1.013e0</w:t>
      </w:r>
    </w:p>
    <w:p w14:paraId="0AC1ED40" w14:textId="77777777" w:rsidR="006D4449" w:rsidRDefault="006D4449" w:rsidP="006D4449">
      <w:r>
        <w:t>165.6675</w:t>
      </w:r>
      <w:r>
        <w:tab/>
        <w:t>1.013e0</w:t>
      </w:r>
    </w:p>
    <w:p w14:paraId="4CB770FD" w14:textId="77777777" w:rsidR="006D4449" w:rsidRDefault="006D4449" w:rsidP="006D4449">
      <w:r>
        <w:t>165.7064</w:t>
      </w:r>
      <w:r>
        <w:tab/>
        <w:t>1.013e0</w:t>
      </w:r>
    </w:p>
    <w:p w14:paraId="3476715A" w14:textId="77777777" w:rsidR="006D4449" w:rsidRDefault="006D4449" w:rsidP="006D4449">
      <w:r>
        <w:t>165.7321</w:t>
      </w:r>
      <w:r>
        <w:tab/>
        <w:t>3.840e0</w:t>
      </w:r>
    </w:p>
    <w:p w14:paraId="3EE76290" w14:textId="77777777" w:rsidR="006D4449" w:rsidRDefault="006D4449" w:rsidP="006D4449">
      <w:r>
        <w:t>165.7363</w:t>
      </w:r>
      <w:r>
        <w:tab/>
        <w:t>1.013e0</w:t>
      </w:r>
    </w:p>
    <w:p w14:paraId="4DBCF21F" w14:textId="77777777" w:rsidR="006D4449" w:rsidRDefault="006D4449" w:rsidP="006D4449">
      <w:r>
        <w:t>165.7538</w:t>
      </w:r>
      <w:r>
        <w:tab/>
        <w:t>2.025e0</w:t>
      </w:r>
    </w:p>
    <w:p w14:paraId="64A177DC" w14:textId="77777777" w:rsidR="006D4449" w:rsidRDefault="006D4449" w:rsidP="006D4449">
      <w:r>
        <w:t>165.7573</w:t>
      </w:r>
      <w:r>
        <w:tab/>
        <w:t>2.025e0</w:t>
      </w:r>
    </w:p>
    <w:p w14:paraId="218022A4" w14:textId="77777777" w:rsidR="006D4449" w:rsidRDefault="006D4449" w:rsidP="006D4449">
      <w:r>
        <w:t>165.7676</w:t>
      </w:r>
      <w:r>
        <w:tab/>
        <w:t>1.013e0</w:t>
      </w:r>
    </w:p>
    <w:p w14:paraId="4BBDC0C0" w14:textId="77777777" w:rsidR="006D4449" w:rsidRDefault="006D4449" w:rsidP="006D4449">
      <w:r>
        <w:t>165.7704</w:t>
      </w:r>
      <w:r>
        <w:tab/>
        <w:t>1.013e0</w:t>
      </w:r>
    </w:p>
    <w:p w14:paraId="4998510D" w14:textId="77777777" w:rsidR="006D4449" w:rsidRDefault="006D4449" w:rsidP="006D4449">
      <w:r>
        <w:t>165.7780</w:t>
      </w:r>
      <w:r>
        <w:tab/>
        <w:t>1.013e0</w:t>
      </w:r>
    </w:p>
    <w:p w14:paraId="736A4E9D" w14:textId="77777777" w:rsidR="006D4449" w:rsidRDefault="006D4449" w:rsidP="006D4449">
      <w:r>
        <w:t>165.7843</w:t>
      </w:r>
      <w:r>
        <w:tab/>
        <w:t>1.013e0</w:t>
      </w:r>
    </w:p>
    <w:p w14:paraId="5056D6A5" w14:textId="77777777" w:rsidR="006D4449" w:rsidRDefault="006D4449" w:rsidP="006D4449">
      <w:r>
        <w:t>165.7980</w:t>
      </w:r>
      <w:r>
        <w:tab/>
        <w:t>1.013e0</w:t>
      </w:r>
    </w:p>
    <w:p w14:paraId="2E754A4A" w14:textId="77777777" w:rsidR="006D4449" w:rsidRDefault="006D4449" w:rsidP="006D4449">
      <w:r>
        <w:t>165.8142</w:t>
      </w:r>
      <w:r>
        <w:tab/>
        <w:t>3.038e0</w:t>
      </w:r>
    </w:p>
    <w:p w14:paraId="64AFC442" w14:textId="77777777" w:rsidR="006D4449" w:rsidRDefault="006D4449" w:rsidP="006D4449">
      <w:r>
        <w:t>165.8185</w:t>
      </w:r>
      <w:r>
        <w:tab/>
        <w:t>1.013e0</w:t>
      </w:r>
    </w:p>
    <w:p w14:paraId="46090DD7" w14:textId="77777777" w:rsidR="006D4449" w:rsidRDefault="006D4449" w:rsidP="006D4449">
      <w:r>
        <w:t>165.8220</w:t>
      </w:r>
      <w:r>
        <w:tab/>
        <w:t>2.025e0</w:t>
      </w:r>
    </w:p>
    <w:p w14:paraId="6464C03A" w14:textId="77777777" w:rsidR="006D4449" w:rsidRDefault="006D4449" w:rsidP="006D4449">
      <w:r>
        <w:t>165.8425</w:t>
      </w:r>
      <w:r>
        <w:tab/>
        <w:t>2.025e0</w:t>
      </w:r>
    </w:p>
    <w:p w14:paraId="082F6A15" w14:textId="77777777" w:rsidR="006D4449" w:rsidRDefault="006D4449" w:rsidP="006D4449">
      <w:r>
        <w:t>165.8463</w:t>
      </w:r>
      <w:r>
        <w:tab/>
        <w:t>1.013e0</w:t>
      </w:r>
    </w:p>
    <w:p w14:paraId="1E056885" w14:textId="77777777" w:rsidR="006D4449" w:rsidRDefault="006D4449" w:rsidP="006D4449">
      <w:r>
        <w:t>165.8532</w:t>
      </w:r>
      <w:r>
        <w:tab/>
        <w:t>2.025e0</w:t>
      </w:r>
    </w:p>
    <w:p w14:paraId="50877555" w14:textId="77777777" w:rsidR="006D4449" w:rsidRDefault="006D4449" w:rsidP="006D4449">
      <w:r>
        <w:lastRenderedPageBreak/>
        <w:t>165.8735</w:t>
      </w:r>
      <w:r>
        <w:tab/>
        <w:t>2.025e0</w:t>
      </w:r>
    </w:p>
    <w:p w14:paraId="77AD0E80" w14:textId="77777777" w:rsidR="006D4449" w:rsidRDefault="006D4449" w:rsidP="006D4449">
      <w:r>
        <w:t>165.8818</w:t>
      </w:r>
      <w:r>
        <w:tab/>
        <w:t>3.038e0</w:t>
      </w:r>
    </w:p>
    <w:p w14:paraId="45122F6C" w14:textId="77777777" w:rsidR="006D4449" w:rsidRDefault="006D4449" w:rsidP="006D4449">
      <w:r>
        <w:t>165.9069</w:t>
      </w:r>
      <w:r>
        <w:tab/>
        <w:t>1.013e0</w:t>
      </w:r>
    </w:p>
    <w:p w14:paraId="65B223DD" w14:textId="77777777" w:rsidR="006D4449" w:rsidRDefault="006D4449" w:rsidP="006D4449">
      <w:r>
        <w:t>165.9083</w:t>
      </w:r>
      <w:r>
        <w:tab/>
        <w:t>3.038e0</w:t>
      </w:r>
    </w:p>
    <w:p w14:paraId="7E16C91F" w14:textId="77777777" w:rsidR="006D4449" w:rsidRDefault="006D4449" w:rsidP="006D4449">
      <w:r>
        <w:t>165.9285</w:t>
      </w:r>
      <w:r>
        <w:tab/>
        <w:t>1.013e0</w:t>
      </w:r>
    </w:p>
    <w:p w14:paraId="4B2EA36C" w14:textId="77777777" w:rsidR="006D4449" w:rsidRDefault="006D4449" w:rsidP="006D4449">
      <w:r>
        <w:t>165.9423</w:t>
      </w:r>
      <w:r>
        <w:tab/>
        <w:t>1.221e0</w:t>
      </w:r>
    </w:p>
    <w:p w14:paraId="57403522" w14:textId="77777777" w:rsidR="006D4449" w:rsidRDefault="006D4449" w:rsidP="006D4449">
      <w:r>
        <w:t>165.9564</w:t>
      </w:r>
      <w:r>
        <w:tab/>
        <w:t>1.013e0</w:t>
      </w:r>
    </w:p>
    <w:p w14:paraId="55433D74" w14:textId="77777777" w:rsidR="006D4449" w:rsidRDefault="006D4449" w:rsidP="006D4449">
      <w:r>
        <w:t>165.9622</w:t>
      </w:r>
      <w:r>
        <w:tab/>
        <w:t>1.013e0</w:t>
      </w:r>
    </w:p>
    <w:p w14:paraId="0F997EC2" w14:textId="77777777" w:rsidR="006D4449" w:rsidRDefault="006D4449" w:rsidP="006D4449">
      <w:r>
        <w:t>165.9635</w:t>
      </w:r>
      <w:r>
        <w:tab/>
        <w:t>3.038e0</w:t>
      </w:r>
    </w:p>
    <w:p w14:paraId="0EA0965F" w14:textId="77777777" w:rsidR="006D4449" w:rsidRDefault="006D4449" w:rsidP="006D4449">
      <w:r>
        <w:t>165.9761</w:t>
      </w:r>
      <w:r>
        <w:tab/>
        <w:t>1.013e0</w:t>
      </w:r>
    </w:p>
    <w:p w14:paraId="41B56F56" w14:textId="77777777" w:rsidR="006D4449" w:rsidRDefault="006D4449" w:rsidP="006D4449">
      <w:r>
        <w:t>165.9821</w:t>
      </w:r>
      <w:r>
        <w:tab/>
        <w:t>1.013e0</w:t>
      </w:r>
    </w:p>
    <w:p w14:paraId="687D1241" w14:textId="77777777" w:rsidR="006D4449" w:rsidRDefault="006D4449" w:rsidP="006D4449">
      <w:r>
        <w:t>165.9846</w:t>
      </w:r>
      <w:r>
        <w:tab/>
        <w:t>2.025e0</w:t>
      </w:r>
    </w:p>
    <w:p w14:paraId="2132238D" w14:textId="77777777" w:rsidR="006D4449" w:rsidRDefault="006D4449" w:rsidP="006D4449">
      <w:r>
        <w:t>165.9933</w:t>
      </w:r>
      <w:r>
        <w:tab/>
        <w:t>1.013e0</w:t>
      </w:r>
    </w:p>
    <w:p w14:paraId="1B8AAD32" w14:textId="77777777" w:rsidR="006D4449" w:rsidRDefault="006D4449" w:rsidP="006D4449">
      <w:r>
        <w:t>165.9968</w:t>
      </w:r>
      <w:r>
        <w:tab/>
        <w:t>1.013e0</w:t>
      </w:r>
    </w:p>
    <w:p w14:paraId="322309E4" w14:textId="77777777" w:rsidR="006D4449" w:rsidRDefault="006D4449" w:rsidP="006D4449">
      <w:r>
        <w:t>166.0030</w:t>
      </w:r>
      <w:r>
        <w:tab/>
        <w:t>2.025e0</w:t>
      </w:r>
    </w:p>
    <w:p w14:paraId="053F488C" w14:textId="77777777" w:rsidR="006D4449" w:rsidRDefault="006D4449" w:rsidP="006D4449">
      <w:r>
        <w:t>166.0134</w:t>
      </w:r>
      <w:r>
        <w:tab/>
        <w:t>1.013e0</w:t>
      </w:r>
    </w:p>
    <w:p w14:paraId="67CED8BB" w14:textId="77777777" w:rsidR="006D4449" w:rsidRDefault="006D4449" w:rsidP="006D4449">
      <w:r>
        <w:t>166.0307</w:t>
      </w:r>
      <w:r>
        <w:tab/>
        <w:t>3.038e0</w:t>
      </w:r>
    </w:p>
    <w:p w14:paraId="055D6EC8" w14:textId="77777777" w:rsidR="006D4449" w:rsidRDefault="006D4449" w:rsidP="006D4449">
      <w:r>
        <w:t>166.0411</w:t>
      </w:r>
      <w:r>
        <w:tab/>
        <w:t>1.013e0</w:t>
      </w:r>
    </w:p>
    <w:p w14:paraId="6C6F90E5" w14:textId="77777777" w:rsidR="006D4449" w:rsidRDefault="006D4449" w:rsidP="006D4449">
      <w:r>
        <w:t>166.0535</w:t>
      </w:r>
      <w:r>
        <w:tab/>
        <w:t>2.878e0</w:t>
      </w:r>
    </w:p>
    <w:p w14:paraId="0F16A1C6" w14:textId="77777777" w:rsidR="006D4449" w:rsidRDefault="006D4449" w:rsidP="006D4449">
      <w:r>
        <w:lastRenderedPageBreak/>
        <w:t>166.0626</w:t>
      </w:r>
      <w:r>
        <w:tab/>
        <w:t>2.025e0</w:t>
      </w:r>
    </w:p>
    <w:p w14:paraId="7248D0B7" w14:textId="77777777" w:rsidR="006D4449" w:rsidRDefault="006D4449" w:rsidP="006D4449">
      <w:r>
        <w:t>166.0663</w:t>
      </w:r>
      <w:r>
        <w:tab/>
        <w:t>5.063e0</w:t>
      </w:r>
    </w:p>
    <w:p w14:paraId="6E7BE7A0" w14:textId="77777777" w:rsidR="006D4449" w:rsidRDefault="006D4449" w:rsidP="006D4449">
      <w:r>
        <w:t>166.0713</w:t>
      </w:r>
      <w:r>
        <w:tab/>
        <w:t>1.013e0</w:t>
      </w:r>
    </w:p>
    <w:p w14:paraId="2271DBBD" w14:textId="77777777" w:rsidR="006D4449" w:rsidRDefault="006D4449" w:rsidP="006D4449">
      <w:r>
        <w:t>166.0757</w:t>
      </w:r>
      <w:r>
        <w:tab/>
        <w:t>1.274e0</w:t>
      </w:r>
    </w:p>
    <w:p w14:paraId="0507A9D2" w14:textId="77777777" w:rsidR="006D4449" w:rsidRDefault="006D4449" w:rsidP="006D4449">
      <w:r>
        <w:t>166.0796</w:t>
      </w:r>
      <w:r>
        <w:tab/>
        <w:t>2.599e0</w:t>
      </w:r>
    </w:p>
    <w:p w14:paraId="120A8DB2" w14:textId="77777777" w:rsidR="006D4449" w:rsidRDefault="006D4449" w:rsidP="006D4449">
      <w:r>
        <w:t>166.0830</w:t>
      </w:r>
      <w:r>
        <w:tab/>
        <w:t>3.010e0</w:t>
      </w:r>
    </w:p>
    <w:p w14:paraId="39EAA62E" w14:textId="77777777" w:rsidR="006D4449" w:rsidRDefault="006D4449" w:rsidP="006D4449">
      <w:r>
        <w:t>166.0922</w:t>
      </w:r>
      <w:r>
        <w:tab/>
        <w:t>2.338e0</w:t>
      </w:r>
    </w:p>
    <w:p w14:paraId="79F5F53E" w14:textId="77777777" w:rsidR="006D4449" w:rsidRDefault="006D4449" w:rsidP="006D4449">
      <w:r>
        <w:t>166.1140</w:t>
      </w:r>
      <w:r>
        <w:tab/>
        <w:t>2.998e0</w:t>
      </w:r>
    </w:p>
    <w:p w14:paraId="6BCE571D" w14:textId="77777777" w:rsidR="006D4449" w:rsidRDefault="006D4449" w:rsidP="006D4449">
      <w:r>
        <w:t>166.1227</w:t>
      </w:r>
      <w:r>
        <w:tab/>
        <w:t>3.750e0</w:t>
      </w:r>
    </w:p>
    <w:p w14:paraId="65F0DCA8" w14:textId="77777777" w:rsidR="006D4449" w:rsidRDefault="006D4449" w:rsidP="006D4449">
      <w:r>
        <w:t>166.1500</w:t>
      </w:r>
      <w:r>
        <w:tab/>
        <w:t>1.013e0</w:t>
      </w:r>
    </w:p>
    <w:p w14:paraId="644E133D" w14:textId="77777777" w:rsidR="006D4449" w:rsidRDefault="006D4449" w:rsidP="006D4449">
      <w:r>
        <w:t>166.1629</w:t>
      </w:r>
      <w:r>
        <w:tab/>
        <w:t>2.025e0</w:t>
      </w:r>
    </w:p>
    <w:p w14:paraId="2244EED1" w14:textId="77777777" w:rsidR="006D4449" w:rsidRDefault="006D4449" w:rsidP="006D4449">
      <w:r>
        <w:t>166.1803</w:t>
      </w:r>
      <w:r>
        <w:tab/>
        <w:t>2.025e0</w:t>
      </w:r>
    </w:p>
    <w:p w14:paraId="498A91BB" w14:textId="77777777" w:rsidR="006D4449" w:rsidRDefault="006D4449" w:rsidP="006D4449">
      <w:r>
        <w:t>166.1952</w:t>
      </w:r>
      <w:r>
        <w:tab/>
        <w:t>1.013e0</w:t>
      </w:r>
    </w:p>
    <w:p w14:paraId="6405898C" w14:textId="77777777" w:rsidR="006D4449" w:rsidRDefault="006D4449" w:rsidP="006D4449">
      <w:r>
        <w:t>166.2006</w:t>
      </w:r>
      <w:r>
        <w:tab/>
        <w:t>5.063e0</w:t>
      </w:r>
    </w:p>
    <w:p w14:paraId="437ABF2A" w14:textId="77777777" w:rsidR="006D4449" w:rsidRDefault="006D4449" w:rsidP="006D4449">
      <w:r>
        <w:t>166.2128</w:t>
      </w:r>
      <w:r>
        <w:tab/>
        <w:t>1.013e0</w:t>
      </w:r>
    </w:p>
    <w:p w14:paraId="57047909" w14:textId="77777777" w:rsidR="006D4449" w:rsidRDefault="006D4449" w:rsidP="006D4449">
      <w:r>
        <w:t>166.2227</w:t>
      </w:r>
      <w:r>
        <w:tab/>
        <w:t>1.013e0</w:t>
      </w:r>
    </w:p>
    <w:p w14:paraId="61A432BF" w14:textId="77777777" w:rsidR="006D4449" w:rsidRDefault="006D4449" w:rsidP="006D4449">
      <w:r>
        <w:t>166.2247</w:t>
      </w:r>
      <w:r>
        <w:tab/>
        <w:t>4.043e0</w:t>
      </w:r>
    </w:p>
    <w:p w14:paraId="733BB97A" w14:textId="77777777" w:rsidR="006D4449" w:rsidRDefault="006D4449" w:rsidP="006D4449">
      <w:r>
        <w:t>166.2364</w:t>
      </w:r>
      <w:r>
        <w:tab/>
        <w:t>1.013e0</w:t>
      </w:r>
    </w:p>
    <w:p w14:paraId="55477355" w14:textId="77777777" w:rsidR="006D4449" w:rsidRDefault="006D4449" w:rsidP="006D4449">
      <w:r>
        <w:t>166.2497</w:t>
      </w:r>
      <w:r>
        <w:tab/>
        <w:t>1.013e0</w:t>
      </w:r>
    </w:p>
    <w:p w14:paraId="31206104" w14:textId="77777777" w:rsidR="006D4449" w:rsidRDefault="006D4449" w:rsidP="006D4449">
      <w:r>
        <w:lastRenderedPageBreak/>
        <w:t>166.2566</w:t>
      </w:r>
      <w:r>
        <w:tab/>
        <w:t>4.051e0</w:t>
      </w:r>
    </w:p>
    <w:p w14:paraId="4236A7D3" w14:textId="77777777" w:rsidR="006D4449" w:rsidRDefault="006D4449" w:rsidP="006D4449">
      <w:r>
        <w:t>166.2852</w:t>
      </w:r>
      <w:r>
        <w:tab/>
        <w:t>1.013e0</w:t>
      </w:r>
    </w:p>
    <w:p w14:paraId="45D12D88" w14:textId="77777777" w:rsidR="006D4449" w:rsidRDefault="006D4449" w:rsidP="006D4449">
      <w:r>
        <w:t>166.2880</w:t>
      </w:r>
      <w:r>
        <w:tab/>
        <w:t>2.025e0</w:t>
      </w:r>
    </w:p>
    <w:p w14:paraId="04CC991F" w14:textId="77777777" w:rsidR="006D4449" w:rsidRDefault="006D4449" w:rsidP="006D4449">
      <w:r>
        <w:t>166.2951</w:t>
      </w:r>
      <w:r>
        <w:tab/>
        <w:t>1.013e0</w:t>
      </w:r>
    </w:p>
    <w:p w14:paraId="381ADE27" w14:textId="77777777" w:rsidR="006D4449" w:rsidRDefault="006D4449" w:rsidP="006D4449">
      <w:r>
        <w:t>166.2984</w:t>
      </w:r>
      <w:r>
        <w:tab/>
        <w:t>2.025e0</w:t>
      </w:r>
    </w:p>
    <w:p w14:paraId="79C9583B" w14:textId="77777777" w:rsidR="006D4449" w:rsidRDefault="006D4449" w:rsidP="006D4449">
      <w:r>
        <w:t>166.3109</w:t>
      </w:r>
      <w:r>
        <w:tab/>
        <w:t>1.013e0</w:t>
      </w:r>
    </w:p>
    <w:p w14:paraId="3C4AB603" w14:textId="77777777" w:rsidR="006D4449" w:rsidRDefault="006D4449" w:rsidP="006D4449">
      <w:r>
        <w:t>166.3218</w:t>
      </w:r>
      <w:r>
        <w:tab/>
        <w:t>2.025e0</w:t>
      </w:r>
    </w:p>
    <w:p w14:paraId="19355E32" w14:textId="77777777" w:rsidR="006D4449" w:rsidRDefault="006D4449" w:rsidP="006D4449">
      <w:r>
        <w:t>166.3257</w:t>
      </w:r>
      <w:r>
        <w:tab/>
        <w:t>2.025e0</w:t>
      </w:r>
    </w:p>
    <w:p w14:paraId="2F6B541F" w14:textId="77777777" w:rsidR="006D4449" w:rsidRDefault="006D4449" w:rsidP="006D4449">
      <w:r>
        <w:t>166.3423</w:t>
      </w:r>
      <w:r>
        <w:tab/>
        <w:t>3.038e0</w:t>
      </w:r>
    </w:p>
    <w:p w14:paraId="4386E654" w14:textId="77777777" w:rsidR="006D4449" w:rsidRDefault="006D4449" w:rsidP="006D4449">
      <w:r>
        <w:t>166.3447</w:t>
      </w:r>
      <w:r>
        <w:tab/>
        <w:t>2.025e0</w:t>
      </w:r>
    </w:p>
    <w:p w14:paraId="293EFFC8" w14:textId="77777777" w:rsidR="006D4449" w:rsidRDefault="006D4449" w:rsidP="006D4449">
      <w:r>
        <w:t>166.3639</w:t>
      </w:r>
      <w:r>
        <w:tab/>
        <w:t>2.025e0</w:t>
      </w:r>
    </w:p>
    <w:p w14:paraId="70E75845" w14:textId="77777777" w:rsidR="006D4449" w:rsidRDefault="006D4449" w:rsidP="006D4449">
      <w:r>
        <w:t>166.3734</w:t>
      </w:r>
      <w:r>
        <w:tab/>
        <w:t>1.013e0</w:t>
      </w:r>
    </w:p>
    <w:p w14:paraId="76324D3E" w14:textId="77777777" w:rsidR="006D4449" w:rsidRDefault="006D4449" w:rsidP="006D4449">
      <w:r>
        <w:t>166.3807</w:t>
      </w:r>
      <w:r>
        <w:tab/>
        <w:t>1.013e0</w:t>
      </w:r>
    </w:p>
    <w:p w14:paraId="02CA3F3C" w14:textId="77777777" w:rsidR="006D4449" w:rsidRDefault="006D4449" w:rsidP="006D4449">
      <w:r>
        <w:t>166.3940</w:t>
      </w:r>
      <w:r>
        <w:tab/>
        <w:t>4.051e0</w:t>
      </w:r>
    </w:p>
    <w:p w14:paraId="23E89014" w14:textId="77777777" w:rsidR="006D4449" w:rsidRDefault="006D4449" w:rsidP="006D4449">
      <w:r>
        <w:t>166.3967</w:t>
      </w:r>
      <w:r>
        <w:tab/>
        <w:t>1.013e0</w:t>
      </w:r>
    </w:p>
    <w:p w14:paraId="2BEC1A59" w14:textId="77777777" w:rsidR="006D4449" w:rsidRDefault="006D4449" w:rsidP="006D4449">
      <w:r>
        <w:t>166.4183</w:t>
      </w:r>
      <w:r>
        <w:tab/>
        <w:t>1.013e0</w:t>
      </w:r>
    </w:p>
    <w:p w14:paraId="1BBB92F7" w14:textId="77777777" w:rsidR="006D4449" w:rsidRDefault="006D4449" w:rsidP="006D4449">
      <w:r>
        <w:t>166.4235</w:t>
      </w:r>
      <w:r>
        <w:tab/>
        <w:t>2.025e0</w:t>
      </w:r>
    </w:p>
    <w:p w14:paraId="0601BDEA" w14:textId="77777777" w:rsidR="006D4449" w:rsidRDefault="006D4449" w:rsidP="006D4449">
      <w:r>
        <w:t>166.4287</w:t>
      </w:r>
      <w:r>
        <w:tab/>
        <w:t>1.013e0</w:t>
      </w:r>
    </w:p>
    <w:p w14:paraId="0BDF659F" w14:textId="77777777" w:rsidR="006D4449" w:rsidRDefault="006D4449" w:rsidP="006D4449">
      <w:r>
        <w:t>166.4357</w:t>
      </w:r>
      <w:r>
        <w:tab/>
        <w:t>1.013e0</w:t>
      </w:r>
    </w:p>
    <w:p w14:paraId="144A2D4D" w14:textId="77777777" w:rsidR="006D4449" w:rsidRDefault="006D4449" w:rsidP="006D4449">
      <w:r>
        <w:lastRenderedPageBreak/>
        <w:t>166.4444</w:t>
      </w:r>
      <w:r>
        <w:tab/>
        <w:t>2.025e0</w:t>
      </w:r>
    </w:p>
    <w:p w14:paraId="7CB8A0B6" w14:textId="77777777" w:rsidR="006D4449" w:rsidRDefault="006D4449" w:rsidP="006D4449">
      <w:r>
        <w:t>166.4689</w:t>
      </w:r>
      <w:r>
        <w:tab/>
        <w:t>1.013e0</w:t>
      </w:r>
    </w:p>
    <w:p w14:paraId="51FA59BB" w14:textId="77777777" w:rsidR="006D4449" w:rsidRDefault="006D4449" w:rsidP="006D4449">
      <w:r>
        <w:t>166.4722</w:t>
      </w:r>
      <w:r>
        <w:tab/>
        <w:t>2.025e0</w:t>
      </w:r>
    </w:p>
    <w:p w14:paraId="0C513F44" w14:textId="77777777" w:rsidR="006D4449" w:rsidRDefault="006D4449" w:rsidP="006D4449">
      <w:r>
        <w:t>166.4762</w:t>
      </w:r>
      <w:r>
        <w:tab/>
        <w:t>1.013e0</w:t>
      </w:r>
    </w:p>
    <w:p w14:paraId="23F4CF7F" w14:textId="77777777" w:rsidR="006D4449" w:rsidRDefault="006D4449" w:rsidP="006D4449">
      <w:r>
        <w:t>166.4867</w:t>
      </w:r>
      <w:r>
        <w:tab/>
        <w:t>1.013e0</w:t>
      </w:r>
    </w:p>
    <w:p w14:paraId="01C91308" w14:textId="77777777" w:rsidR="006D4449" w:rsidRDefault="006D4449" w:rsidP="006D4449">
      <w:r>
        <w:t>166.4971</w:t>
      </w:r>
      <w:r>
        <w:tab/>
        <w:t>1.013e0</w:t>
      </w:r>
    </w:p>
    <w:p w14:paraId="19EBCFDB" w14:textId="77777777" w:rsidR="006D4449" w:rsidRDefault="006D4449" w:rsidP="006D4449">
      <w:r>
        <w:t>166.5179</w:t>
      </w:r>
      <w:r>
        <w:tab/>
        <w:t>4.051e0</w:t>
      </w:r>
    </w:p>
    <w:p w14:paraId="0691D603" w14:textId="77777777" w:rsidR="006D4449" w:rsidRDefault="006D4449" w:rsidP="006D4449">
      <w:r>
        <w:t>166.5207</w:t>
      </w:r>
      <w:r>
        <w:tab/>
        <w:t>1.013e0</w:t>
      </w:r>
    </w:p>
    <w:p w14:paraId="23CBE637" w14:textId="77777777" w:rsidR="006D4449" w:rsidRDefault="006D4449" w:rsidP="006D4449">
      <w:r>
        <w:t>166.5363</w:t>
      </w:r>
      <w:r>
        <w:tab/>
        <w:t>2.025e0</w:t>
      </w:r>
    </w:p>
    <w:p w14:paraId="604B9D80" w14:textId="77777777" w:rsidR="006D4449" w:rsidRDefault="006D4449" w:rsidP="006D4449">
      <w:r>
        <w:t>166.5437</w:t>
      </w:r>
      <w:r>
        <w:tab/>
        <w:t>3.038e0</w:t>
      </w:r>
    </w:p>
    <w:p w14:paraId="4FE62951" w14:textId="77777777" w:rsidR="006D4449" w:rsidRDefault="006D4449" w:rsidP="006D4449">
      <w:r>
        <w:t>166.5630</w:t>
      </w:r>
      <w:r>
        <w:tab/>
        <w:t>2.025e0</w:t>
      </w:r>
    </w:p>
    <w:p w14:paraId="4BCBDEE5" w14:textId="77777777" w:rsidR="006D4449" w:rsidRDefault="006D4449" w:rsidP="006D4449">
      <w:r>
        <w:t>166.5663</w:t>
      </w:r>
      <w:r>
        <w:tab/>
        <w:t>3.038e0</w:t>
      </w:r>
    </w:p>
    <w:p w14:paraId="6732C231" w14:textId="77777777" w:rsidR="006D4449" w:rsidRDefault="006D4449" w:rsidP="006D4449">
      <w:r>
        <w:t>166.5822</w:t>
      </w:r>
      <w:r>
        <w:tab/>
        <w:t>1.013e0</w:t>
      </w:r>
    </w:p>
    <w:p w14:paraId="2150CB30" w14:textId="77777777" w:rsidR="006D4449" w:rsidRDefault="006D4449" w:rsidP="006D4449">
      <w:r>
        <w:t>166.5985</w:t>
      </w:r>
      <w:r>
        <w:tab/>
        <w:t>2.025e0</w:t>
      </w:r>
    </w:p>
    <w:p w14:paraId="338FADCE" w14:textId="77777777" w:rsidR="006D4449" w:rsidRDefault="006D4449" w:rsidP="006D4449">
      <w:r>
        <w:t>166.6205</w:t>
      </w:r>
      <w:r>
        <w:tab/>
        <w:t>2.025e0</w:t>
      </w:r>
    </w:p>
    <w:p w14:paraId="2A0B889C" w14:textId="77777777" w:rsidR="006D4449" w:rsidRDefault="006D4449" w:rsidP="006D4449">
      <w:r>
        <w:t>166.6582</w:t>
      </w:r>
      <w:r>
        <w:tab/>
        <w:t>1.013e0</w:t>
      </w:r>
    </w:p>
    <w:p w14:paraId="17849B2C" w14:textId="77777777" w:rsidR="006D4449" w:rsidRDefault="006D4449" w:rsidP="006D4449">
      <w:r>
        <w:t>166.6645</w:t>
      </w:r>
      <w:r>
        <w:tab/>
        <w:t>1.013e0</w:t>
      </w:r>
    </w:p>
    <w:p w14:paraId="554199EF" w14:textId="77777777" w:rsidR="006D4449" w:rsidRDefault="006D4449" w:rsidP="006D4449">
      <w:r>
        <w:t>166.6818</w:t>
      </w:r>
      <w:r>
        <w:tab/>
        <w:t>1.013e0</w:t>
      </w:r>
    </w:p>
    <w:p w14:paraId="50BB5372" w14:textId="77777777" w:rsidR="006D4449" w:rsidRDefault="006D4449" w:rsidP="006D4449">
      <w:r>
        <w:t>166.6895</w:t>
      </w:r>
      <w:r>
        <w:tab/>
        <w:t>3.038e0</w:t>
      </w:r>
    </w:p>
    <w:p w14:paraId="3D7D0C4A" w14:textId="77777777" w:rsidR="006D4449" w:rsidRDefault="006D4449" w:rsidP="006D4449">
      <w:r>
        <w:lastRenderedPageBreak/>
        <w:t>166.7097</w:t>
      </w:r>
      <w:r>
        <w:tab/>
        <w:t>2.025e0</w:t>
      </w:r>
    </w:p>
    <w:p w14:paraId="014D3E7D" w14:textId="77777777" w:rsidR="006D4449" w:rsidRDefault="006D4449" w:rsidP="006D4449">
      <w:r>
        <w:t>166.7221</w:t>
      </w:r>
      <w:r>
        <w:tab/>
        <w:t>3.038e0</w:t>
      </w:r>
    </w:p>
    <w:p w14:paraId="0B62FF74" w14:textId="77777777" w:rsidR="006D4449" w:rsidRDefault="006D4449" w:rsidP="006D4449">
      <w:r>
        <w:t>166.7363</w:t>
      </w:r>
      <w:r>
        <w:tab/>
        <w:t>1.013e0</w:t>
      </w:r>
    </w:p>
    <w:p w14:paraId="6FEEC7E6" w14:textId="77777777" w:rsidR="006D4449" w:rsidRDefault="006D4449" w:rsidP="006D4449">
      <w:r>
        <w:t>166.7545</w:t>
      </w:r>
      <w:r>
        <w:tab/>
        <w:t>1.013e0</w:t>
      </w:r>
    </w:p>
    <w:p w14:paraId="3677C831" w14:textId="77777777" w:rsidR="006D4449" w:rsidRDefault="006D4449" w:rsidP="006D4449">
      <w:r>
        <w:t>166.7562</w:t>
      </w:r>
      <w:r>
        <w:tab/>
        <w:t>2.025e0</w:t>
      </w:r>
    </w:p>
    <w:p w14:paraId="2C47C4D0" w14:textId="77777777" w:rsidR="006D4449" w:rsidRDefault="006D4449" w:rsidP="006D4449">
      <w:r>
        <w:t>166.7598</w:t>
      </w:r>
      <w:r>
        <w:tab/>
        <w:t>3.038e0</w:t>
      </w:r>
    </w:p>
    <w:p w14:paraId="58561E34" w14:textId="77777777" w:rsidR="006D4449" w:rsidRDefault="006D4449" w:rsidP="006D4449">
      <w:r>
        <w:t>166.7649</w:t>
      </w:r>
      <w:r>
        <w:tab/>
        <w:t>1.013e0</w:t>
      </w:r>
    </w:p>
    <w:p w14:paraId="7AD18508" w14:textId="77777777" w:rsidR="006D4449" w:rsidRDefault="006D4449" w:rsidP="006D4449">
      <w:r>
        <w:t>166.7781</w:t>
      </w:r>
      <w:r>
        <w:tab/>
        <w:t>1.013e0</w:t>
      </w:r>
    </w:p>
    <w:p w14:paraId="52E9836F" w14:textId="77777777" w:rsidR="006D4449" w:rsidRDefault="006D4449" w:rsidP="006D4449">
      <w:r>
        <w:t>166.7823</w:t>
      </w:r>
      <w:r>
        <w:tab/>
        <w:t>2.025e0</w:t>
      </w:r>
    </w:p>
    <w:p w14:paraId="63641928" w14:textId="77777777" w:rsidR="006D4449" w:rsidRDefault="006D4449" w:rsidP="006D4449">
      <w:r>
        <w:t>166.7841</w:t>
      </w:r>
      <w:r>
        <w:tab/>
        <w:t>2.025e0</w:t>
      </w:r>
    </w:p>
    <w:p w14:paraId="1225F996" w14:textId="77777777" w:rsidR="006D4449" w:rsidRDefault="006D4449" w:rsidP="006D4449">
      <w:r>
        <w:t>166.7858</w:t>
      </w:r>
      <w:r>
        <w:tab/>
        <w:t>1.013e0</w:t>
      </w:r>
    </w:p>
    <w:p w14:paraId="55E4B21A" w14:textId="77777777" w:rsidR="006D4449" w:rsidRDefault="006D4449" w:rsidP="006D4449">
      <w:r>
        <w:t>166.7905</w:t>
      </w:r>
      <w:r>
        <w:tab/>
        <w:t>2.025e0</w:t>
      </w:r>
    </w:p>
    <w:p w14:paraId="41917BA4" w14:textId="77777777" w:rsidR="006D4449" w:rsidRDefault="006D4449" w:rsidP="006D4449">
      <w:r>
        <w:t>166.7993</w:t>
      </w:r>
      <w:r>
        <w:tab/>
        <w:t>1.013e0</w:t>
      </w:r>
    </w:p>
    <w:p w14:paraId="05412783" w14:textId="77777777" w:rsidR="006D4449" w:rsidRDefault="006D4449" w:rsidP="006D4449">
      <w:r>
        <w:t>166.8085</w:t>
      </w:r>
      <w:r>
        <w:tab/>
        <w:t>1.013e0</w:t>
      </w:r>
    </w:p>
    <w:p w14:paraId="2F957367" w14:textId="77777777" w:rsidR="006D4449" w:rsidRDefault="006D4449" w:rsidP="006D4449">
      <w:r>
        <w:t>166.8273</w:t>
      </w:r>
      <w:r>
        <w:tab/>
        <w:t>2.025e0</w:t>
      </w:r>
    </w:p>
    <w:p w14:paraId="137913B5" w14:textId="77777777" w:rsidR="006D4449" w:rsidRDefault="006D4449" w:rsidP="006D4449">
      <w:r>
        <w:t>166.8298</w:t>
      </w:r>
      <w:r>
        <w:tab/>
        <w:t>1.013e0</w:t>
      </w:r>
    </w:p>
    <w:p w14:paraId="26F5BFB4" w14:textId="77777777" w:rsidR="006D4449" w:rsidRDefault="006D4449" w:rsidP="006D4449">
      <w:r>
        <w:t>166.8368</w:t>
      </w:r>
      <w:r>
        <w:tab/>
        <w:t>1.013e0</w:t>
      </w:r>
    </w:p>
    <w:p w14:paraId="3CC811AA" w14:textId="77777777" w:rsidR="006D4449" w:rsidRDefault="006D4449" w:rsidP="006D4449">
      <w:r>
        <w:t>166.8647</w:t>
      </w:r>
      <w:r>
        <w:tab/>
        <w:t>2.025e0</w:t>
      </w:r>
    </w:p>
    <w:p w14:paraId="625A8637" w14:textId="77777777" w:rsidR="006D4449" w:rsidRDefault="006D4449" w:rsidP="006D4449">
      <w:r>
        <w:t>166.8779</w:t>
      </w:r>
      <w:r>
        <w:tab/>
        <w:t>1.013e0</w:t>
      </w:r>
    </w:p>
    <w:p w14:paraId="45DBD58E" w14:textId="77777777" w:rsidR="006D4449" w:rsidRDefault="006D4449" w:rsidP="006D4449">
      <w:r>
        <w:lastRenderedPageBreak/>
        <w:t>166.8852</w:t>
      </w:r>
      <w:r>
        <w:tab/>
        <w:t>1.013e0</w:t>
      </w:r>
    </w:p>
    <w:p w14:paraId="1D9C7FCE" w14:textId="77777777" w:rsidR="006D4449" w:rsidRDefault="006D4449" w:rsidP="006D4449">
      <w:r>
        <w:t>166.9115</w:t>
      </w:r>
      <w:r>
        <w:tab/>
        <w:t>1.013e0</w:t>
      </w:r>
    </w:p>
    <w:p w14:paraId="17DFC5CC" w14:textId="77777777" w:rsidR="006D4449" w:rsidRDefault="006D4449" w:rsidP="006D4449">
      <w:r>
        <w:t>166.9157</w:t>
      </w:r>
      <w:r>
        <w:tab/>
        <w:t>1.013e0</w:t>
      </w:r>
    </w:p>
    <w:p w14:paraId="7EB3F347" w14:textId="77777777" w:rsidR="006D4449" w:rsidRDefault="006D4449" w:rsidP="006D4449">
      <w:r>
        <w:t>166.9219</w:t>
      </w:r>
      <w:r>
        <w:tab/>
        <w:t>1.013e0</w:t>
      </w:r>
    </w:p>
    <w:p w14:paraId="5888F8A2" w14:textId="77777777" w:rsidR="006D4449" w:rsidRDefault="006D4449" w:rsidP="006D4449">
      <w:r>
        <w:t>166.9244</w:t>
      </w:r>
      <w:r>
        <w:tab/>
        <w:t>2.025e0</w:t>
      </w:r>
    </w:p>
    <w:p w14:paraId="19B732D9" w14:textId="77777777" w:rsidR="006D4449" w:rsidRDefault="006D4449" w:rsidP="006D4449">
      <w:r>
        <w:t>166.9435</w:t>
      </w:r>
      <w:r>
        <w:tab/>
        <w:t>1.013e0</w:t>
      </w:r>
    </w:p>
    <w:p w14:paraId="24267A10" w14:textId="77777777" w:rsidR="006D4449" w:rsidRDefault="006D4449" w:rsidP="006D4449">
      <w:r>
        <w:t>166.9536</w:t>
      </w:r>
      <w:r>
        <w:tab/>
        <w:t>2.025e0</w:t>
      </w:r>
    </w:p>
    <w:p w14:paraId="7325795F" w14:textId="77777777" w:rsidR="006D4449" w:rsidRDefault="006D4449" w:rsidP="006D4449">
      <w:r>
        <w:t>166.9710</w:t>
      </w:r>
      <w:r>
        <w:tab/>
        <w:t>1.013e0</w:t>
      </w:r>
    </w:p>
    <w:p w14:paraId="7FAE2F3D" w14:textId="77777777" w:rsidR="006D4449" w:rsidRDefault="006D4449" w:rsidP="006D4449">
      <w:r>
        <w:t>166.9842</w:t>
      </w:r>
      <w:r>
        <w:tab/>
        <w:t>1.013e0</w:t>
      </w:r>
    </w:p>
    <w:p w14:paraId="58572F92" w14:textId="77777777" w:rsidR="006D4449" w:rsidRDefault="006D4449" w:rsidP="006D4449">
      <w:r>
        <w:t>166.9868</w:t>
      </w:r>
      <w:r>
        <w:tab/>
        <w:t>1.013e0</w:t>
      </w:r>
    </w:p>
    <w:p w14:paraId="23C8C9FC" w14:textId="77777777" w:rsidR="006D4449" w:rsidRDefault="006D4449" w:rsidP="006D4449">
      <w:r>
        <w:t>167.0015</w:t>
      </w:r>
      <w:r>
        <w:tab/>
        <w:t>1.013e0</w:t>
      </w:r>
    </w:p>
    <w:p w14:paraId="68F98922" w14:textId="77777777" w:rsidR="006D4449" w:rsidRDefault="006D4449" w:rsidP="006D4449">
      <w:r>
        <w:t>167.0130</w:t>
      </w:r>
      <w:r>
        <w:tab/>
        <w:t>2.025e0</w:t>
      </w:r>
    </w:p>
    <w:p w14:paraId="480ECD38" w14:textId="77777777" w:rsidR="006D4449" w:rsidRDefault="006D4449" w:rsidP="006D4449">
      <w:r>
        <w:t>167.0151</w:t>
      </w:r>
      <w:r>
        <w:tab/>
        <w:t>2.025e0</w:t>
      </w:r>
    </w:p>
    <w:p w14:paraId="7AE3BE73" w14:textId="77777777" w:rsidR="006D4449" w:rsidRDefault="006D4449" w:rsidP="006D4449">
      <w:r>
        <w:t>167.0189</w:t>
      </w:r>
      <w:r>
        <w:tab/>
        <w:t>2.025e0</w:t>
      </w:r>
    </w:p>
    <w:p w14:paraId="0E0E2B34" w14:textId="77777777" w:rsidR="006D4449" w:rsidRDefault="006D4449" w:rsidP="006D4449">
      <w:r>
        <w:t>167.0363</w:t>
      </w:r>
      <w:r>
        <w:tab/>
        <w:t>4.051e0</w:t>
      </w:r>
    </w:p>
    <w:p w14:paraId="509C333F" w14:textId="77777777" w:rsidR="006D4449" w:rsidRDefault="006D4449" w:rsidP="006D4449">
      <w:r>
        <w:t>167.0415</w:t>
      </w:r>
      <w:r>
        <w:tab/>
        <w:t>2.025e0</w:t>
      </w:r>
    </w:p>
    <w:p w14:paraId="1366CB0F" w14:textId="77777777" w:rsidR="006D4449" w:rsidRDefault="006D4449" w:rsidP="006D4449">
      <w:r>
        <w:t>167.0434</w:t>
      </w:r>
      <w:r>
        <w:tab/>
        <w:t>3.818e0</w:t>
      </w:r>
    </w:p>
    <w:p w14:paraId="6988C9C0" w14:textId="77777777" w:rsidR="006D4449" w:rsidRDefault="006D4449" w:rsidP="006D4449">
      <w:r>
        <w:t>167.0463</w:t>
      </w:r>
      <w:r>
        <w:tab/>
        <w:t>3.038e0</w:t>
      </w:r>
    </w:p>
    <w:p w14:paraId="3FB0B9A5" w14:textId="77777777" w:rsidR="006D4449" w:rsidRDefault="006D4449" w:rsidP="006D4449">
      <w:r>
        <w:t>167.0635</w:t>
      </w:r>
      <w:r>
        <w:tab/>
        <w:t>1.013e0</w:t>
      </w:r>
    </w:p>
    <w:p w14:paraId="79CEC22F" w14:textId="77777777" w:rsidR="006D4449" w:rsidRDefault="006D4449" w:rsidP="006D4449">
      <w:r>
        <w:lastRenderedPageBreak/>
        <w:t>167.0786</w:t>
      </w:r>
      <w:r>
        <w:tab/>
        <w:t>1.619e0</w:t>
      </w:r>
    </w:p>
    <w:p w14:paraId="0BFC7DB6" w14:textId="77777777" w:rsidR="006D4449" w:rsidRDefault="006D4449" w:rsidP="006D4449">
      <w:r>
        <w:t>167.0819</w:t>
      </w:r>
      <w:r>
        <w:tab/>
        <w:t>1.509e0</w:t>
      </w:r>
    </w:p>
    <w:p w14:paraId="706F73AD" w14:textId="77777777" w:rsidR="006D4449" w:rsidRDefault="006D4449" w:rsidP="006D4449">
      <w:r>
        <w:t>167.1404</w:t>
      </w:r>
      <w:r>
        <w:tab/>
        <w:t>1.683e0</w:t>
      </w:r>
    </w:p>
    <w:p w14:paraId="7EB59567" w14:textId="77777777" w:rsidR="006D4449" w:rsidRDefault="006D4449" w:rsidP="006D4449">
      <w:r>
        <w:t>167.1428</w:t>
      </w:r>
      <w:r>
        <w:tab/>
        <w:t>1.013e0</w:t>
      </w:r>
    </w:p>
    <w:p w14:paraId="17317D71" w14:textId="77777777" w:rsidR="006D4449" w:rsidRDefault="006D4449" w:rsidP="006D4449">
      <w:r>
        <w:t>167.1552</w:t>
      </w:r>
      <w:r>
        <w:tab/>
        <w:t>2.025e0</w:t>
      </w:r>
    </w:p>
    <w:p w14:paraId="60A6169D" w14:textId="77777777" w:rsidR="006D4449" w:rsidRDefault="006D4449" w:rsidP="006D4449">
      <w:r>
        <w:t>167.1627</w:t>
      </w:r>
      <w:r>
        <w:tab/>
        <w:t>2.025e0</w:t>
      </w:r>
    </w:p>
    <w:p w14:paraId="5EBE7893" w14:textId="77777777" w:rsidR="006D4449" w:rsidRDefault="006D4449" w:rsidP="006D4449">
      <w:r>
        <w:t>167.1802</w:t>
      </w:r>
      <w:r>
        <w:tab/>
        <w:t>1.013e0</w:t>
      </w:r>
    </w:p>
    <w:p w14:paraId="4C247CB0" w14:textId="77777777" w:rsidR="006D4449" w:rsidRDefault="006D4449" w:rsidP="006D4449">
      <w:r>
        <w:t>167.1865</w:t>
      </w:r>
      <w:r>
        <w:tab/>
        <w:t>1.013e0</w:t>
      </w:r>
    </w:p>
    <w:p w14:paraId="2ED04B3F" w14:textId="77777777" w:rsidR="006D4449" w:rsidRDefault="006D4449" w:rsidP="006D4449">
      <w:r>
        <w:t>167.2143</w:t>
      </w:r>
      <w:r>
        <w:tab/>
        <w:t>1.013e0</w:t>
      </w:r>
    </w:p>
    <w:p w14:paraId="07E38B87" w14:textId="77777777" w:rsidR="006D4449" w:rsidRDefault="006D4449" w:rsidP="006D4449">
      <w:r>
        <w:t>167.2446</w:t>
      </w:r>
      <w:r>
        <w:tab/>
        <w:t>1.013e0</w:t>
      </w:r>
    </w:p>
    <w:p w14:paraId="3F6C7324" w14:textId="77777777" w:rsidR="006D4449" w:rsidRDefault="006D4449" w:rsidP="006D4449">
      <w:r>
        <w:t>167.2853</w:t>
      </w:r>
      <w:r>
        <w:tab/>
        <w:t>2.025e0</w:t>
      </w:r>
    </w:p>
    <w:p w14:paraId="3E89EF4A" w14:textId="77777777" w:rsidR="006D4449" w:rsidRDefault="006D4449" w:rsidP="006D4449">
      <w:r>
        <w:t>167.2905</w:t>
      </w:r>
      <w:r>
        <w:tab/>
        <w:t>2.025e0</w:t>
      </w:r>
    </w:p>
    <w:p w14:paraId="4CADC119" w14:textId="77777777" w:rsidR="006D4449" w:rsidRDefault="006D4449" w:rsidP="006D4449">
      <w:r>
        <w:t>167.3098</w:t>
      </w:r>
      <w:r>
        <w:tab/>
        <w:t>2.025e0</w:t>
      </w:r>
    </w:p>
    <w:p w14:paraId="40D5C668" w14:textId="77777777" w:rsidR="006D4449" w:rsidRDefault="006D4449" w:rsidP="006D4449">
      <w:r>
        <w:t>167.3141</w:t>
      </w:r>
      <w:r>
        <w:tab/>
        <w:t>1.013e0</w:t>
      </w:r>
    </w:p>
    <w:p w14:paraId="642953F4" w14:textId="77777777" w:rsidR="006D4449" w:rsidRDefault="006D4449" w:rsidP="006D4449">
      <w:r>
        <w:t>167.3247</w:t>
      </w:r>
      <w:r>
        <w:tab/>
        <w:t>2.025e0</w:t>
      </w:r>
    </w:p>
    <w:p w14:paraId="20869F1E" w14:textId="77777777" w:rsidR="006D4449" w:rsidRDefault="006D4449" w:rsidP="006D4449">
      <w:r>
        <w:t>167.3306</w:t>
      </w:r>
      <w:r>
        <w:tab/>
        <w:t>1.013e0</w:t>
      </w:r>
    </w:p>
    <w:p w14:paraId="679315D1" w14:textId="77777777" w:rsidR="006D4449" w:rsidRDefault="006D4449" w:rsidP="006D4449">
      <w:r>
        <w:t>167.3408</w:t>
      </w:r>
      <w:r>
        <w:tab/>
        <w:t>1.013e0</w:t>
      </w:r>
    </w:p>
    <w:p w14:paraId="10B8DD8D" w14:textId="77777777" w:rsidR="006D4449" w:rsidRDefault="006D4449" w:rsidP="006D4449">
      <w:r>
        <w:t>167.3521</w:t>
      </w:r>
      <w:r>
        <w:tab/>
        <w:t>1.013e0</w:t>
      </w:r>
    </w:p>
    <w:p w14:paraId="1F182FE9" w14:textId="77777777" w:rsidR="006D4449" w:rsidRDefault="006D4449" w:rsidP="006D4449">
      <w:r>
        <w:t>167.3869</w:t>
      </w:r>
      <w:r>
        <w:tab/>
        <w:t>1.013e0</w:t>
      </w:r>
    </w:p>
    <w:p w14:paraId="7DF2AE45" w14:textId="77777777" w:rsidR="006D4449" w:rsidRDefault="006D4449" w:rsidP="006D4449">
      <w:r>
        <w:lastRenderedPageBreak/>
        <w:t>167.4198</w:t>
      </w:r>
      <w:r>
        <w:tab/>
        <w:t>2.025e0</w:t>
      </w:r>
    </w:p>
    <w:p w14:paraId="621488D9" w14:textId="77777777" w:rsidR="006D4449" w:rsidRDefault="006D4449" w:rsidP="006D4449">
      <w:r>
        <w:t>167.4240</w:t>
      </w:r>
      <w:r>
        <w:tab/>
        <w:t>1.013e0</w:t>
      </w:r>
    </w:p>
    <w:p w14:paraId="48D2C95E" w14:textId="77777777" w:rsidR="006D4449" w:rsidRDefault="006D4449" w:rsidP="006D4449">
      <w:r>
        <w:t>167.4302</w:t>
      </w:r>
      <w:r>
        <w:tab/>
        <w:t>1.013e0</w:t>
      </w:r>
    </w:p>
    <w:p w14:paraId="59840180" w14:textId="77777777" w:rsidR="006D4449" w:rsidRDefault="006D4449" w:rsidP="006D4449">
      <w:r>
        <w:t>167.4362</w:t>
      </w:r>
      <w:r>
        <w:tab/>
        <w:t>2.025e0</w:t>
      </w:r>
    </w:p>
    <w:p w14:paraId="383A69FC" w14:textId="77777777" w:rsidR="006D4449" w:rsidRDefault="006D4449" w:rsidP="006D4449">
      <w:r>
        <w:t>167.4623</w:t>
      </w:r>
      <w:r>
        <w:tab/>
        <w:t>2.025e0</w:t>
      </w:r>
    </w:p>
    <w:p w14:paraId="3400C443" w14:textId="77777777" w:rsidR="006D4449" w:rsidRDefault="006D4449" w:rsidP="006D4449">
      <w:r>
        <w:t>167.4686</w:t>
      </w:r>
      <w:r>
        <w:tab/>
        <w:t>1.013e0</w:t>
      </w:r>
    </w:p>
    <w:p w14:paraId="1C75FE68" w14:textId="77777777" w:rsidR="006D4449" w:rsidRDefault="006D4449" w:rsidP="006D4449">
      <w:r>
        <w:t>167.4721</w:t>
      </w:r>
      <w:r>
        <w:tab/>
        <w:t>1.013e0</w:t>
      </w:r>
    </w:p>
    <w:p w14:paraId="75AD9ADE" w14:textId="77777777" w:rsidR="006D4449" w:rsidRDefault="006D4449" w:rsidP="006D4449">
      <w:r>
        <w:t>167.4902</w:t>
      </w:r>
      <w:r>
        <w:tab/>
        <w:t>1.013e0</w:t>
      </w:r>
    </w:p>
    <w:p w14:paraId="201B349B" w14:textId="77777777" w:rsidR="006D4449" w:rsidRDefault="006D4449" w:rsidP="006D4449">
      <w:r>
        <w:t>167.4968</w:t>
      </w:r>
      <w:r>
        <w:tab/>
        <w:t>1.013e0</w:t>
      </w:r>
    </w:p>
    <w:p w14:paraId="4EBDDED2" w14:textId="77777777" w:rsidR="006D4449" w:rsidRDefault="006D4449" w:rsidP="006D4449">
      <w:r>
        <w:t>167.5197</w:t>
      </w:r>
      <w:r>
        <w:tab/>
        <w:t>1.013e0</w:t>
      </w:r>
    </w:p>
    <w:p w14:paraId="651A0730" w14:textId="77777777" w:rsidR="006D4449" w:rsidRDefault="006D4449" w:rsidP="006D4449">
      <w:r>
        <w:t>167.5309</w:t>
      </w:r>
      <w:r>
        <w:tab/>
        <w:t>1.013e0</w:t>
      </w:r>
    </w:p>
    <w:p w14:paraId="3292A1AB" w14:textId="77777777" w:rsidR="006D4449" w:rsidRDefault="006D4449" w:rsidP="006D4449">
      <w:r>
        <w:t>167.5374</w:t>
      </w:r>
      <w:r>
        <w:tab/>
        <w:t>3.038e0</w:t>
      </w:r>
    </w:p>
    <w:p w14:paraId="3E50DFCF" w14:textId="77777777" w:rsidR="006D4449" w:rsidRDefault="006D4449" w:rsidP="006D4449">
      <w:r>
        <w:t>167.5509</w:t>
      </w:r>
      <w:r>
        <w:tab/>
        <w:t>3.038e0</w:t>
      </w:r>
    </w:p>
    <w:p w14:paraId="3FA6D500" w14:textId="77777777" w:rsidR="006D4449" w:rsidRDefault="006D4449" w:rsidP="006D4449">
      <w:r>
        <w:t>167.5587</w:t>
      </w:r>
      <w:r>
        <w:tab/>
        <w:t>1.013e0</w:t>
      </w:r>
    </w:p>
    <w:p w14:paraId="7E4641CE" w14:textId="77777777" w:rsidR="006D4449" w:rsidRDefault="006D4449" w:rsidP="006D4449">
      <w:r>
        <w:t>167.5739</w:t>
      </w:r>
      <w:r>
        <w:tab/>
        <w:t>2.025e0</w:t>
      </w:r>
    </w:p>
    <w:p w14:paraId="68576FBF" w14:textId="77777777" w:rsidR="006D4449" w:rsidRDefault="006D4449" w:rsidP="006D4449">
      <w:r>
        <w:t>167.5862</w:t>
      </w:r>
      <w:r>
        <w:tab/>
        <w:t>1.013e0</w:t>
      </w:r>
    </w:p>
    <w:p w14:paraId="7D66F296" w14:textId="77777777" w:rsidR="006D4449" w:rsidRDefault="006D4449" w:rsidP="006D4449">
      <w:r>
        <w:t>167.5988</w:t>
      </w:r>
      <w:r>
        <w:tab/>
        <w:t>1.013e0</w:t>
      </w:r>
    </w:p>
    <w:p w14:paraId="71755C86" w14:textId="77777777" w:rsidR="006D4449" w:rsidRDefault="006D4449" w:rsidP="006D4449">
      <w:r>
        <w:t>167.6134</w:t>
      </w:r>
      <w:r>
        <w:tab/>
        <w:t>1.013e0</w:t>
      </w:r>
    </w:p>
    <w:p w14:paraId="3E6B8095" w14:textId="77777777" w:rsidR="006D4449" w:rsidRDefault="006D4449" w:rsidP="006D4449">
      <w:r>
        <w:t>167.6196</w:t>
      </w:r>
      <w:r>
        <w:tab/>
        <w:t>1.013e0</w:t>
      </w:r>
    </w:p>
    <w:p w14:paraId="3D30B05E" w14:textId="77777777" w:rsidR="006D4449" w:rsidRDefault="006D4449" w:rsidP="006D4449">
      <w:r>
        <w:lastRenderedPageBreak/>
        <w:t>167.6238</w:t>
      </w:r>
      <w:r>
        <w:tab/>
        <w:t>1.013e0</w:t>
      </w:r>
    </w:p>
    <w:p w14:paraId="0FEAD0A1" w14:textId="77777777" w:rsidR="006D4449" w:rsidRDefault="006D4449" w:rsidP="006D4449">
      <w:r>
        <w:t>167.6440</w:t>
      </w:r>
      <w:r>
        <w:tab/>
        <w:t>1.013e0</w:t>
      </w:r>
    </w:p>
    <w:p w14:paraId="3E527918" w14:textId="77777777" w:rsidR="006D4449" w:rsidRDefault="006D4449" w:rsidP="006D4449">
      <w:r>
        <w:t>167.6717</w:t>
      </w:r>
      <w:r>
        <w:tab/>
        <w:t>1.013e0</w:t>
      </w:r>
    </w:p>
    <w:p w14:paraId="7CFC67EE" w14:textId="77777777" w:rsidR="006D4449" w:rsidRDefault="006D4449" w:rsidP="006D4449">
      <w:r>
        <w:t>167.6869</w:t>
      </w:r>
      <w:r>
        <w:tab/>
        <w:t>2.025e0</w:t>
      </w:r>
    </w:p>
    <w:p w14:paraId="7A2C09F9" w14:textId="77777777" w:rsidR="006D4449" w:rsidRDefault="006D4449" w:rsidP="006D4449">
      <w:r>
        <w:t>167.7359</w:t>
      </w:r>
      <w:r>
        <w:tab/>
        <w:t>2.025e0</w:t>
      </w:r>
    </w:p>
    <w:p w14:paraId="068780AF" w14:textId="77777777" w:rsidR="006D4449" w:rsidRDefault="006D4449" w:rsidP="006D4449">
      <w:r>
        <w:t>167.7477</w:t>
      </w:r>
      <w:r>
        <w:tab/>
        <w:t>4.051e0</w:t>
      </w:r>
    </w:p>
    <w:p w14:paraId="17606A5B" w14:textId="77777777" w:rsidR="006D4449" w:rsidRDefault="006D4449" w:rsidP="006D4449">
      <w:r>
        <w:t>167.7552</w:t>
      </w:r>
      <w:r>
        <w:tab/>
        <w:t>1.013e0</w:t>
      </w:r>
    </w:p>
    <w:p w14:paraId="68DCE20C" w14:textId="77777777" w:rsidR="006D4449" w:rsidRDefault="006D4449" w:rsidP="006D4449">
      <w:r>
        <w:t>167.7619</w:t>
      </w:r>
      <w:r>
        <w:tab/>
        <w:t>1.013e0</w:t>
      </w:r>
    </w:p>
    <w:p w14:paraId="7CD8E103" w14:textId="77777777" w:rsidR="006D4449" w:rsidRDefault="006D4449" w:rsidP="006D4449">
      <w:r>
        <w:t>167.7885</w:t>
      </w:r>
      <w:r>
        <w:tab/>
        <w:t>2.025e0</w:t>
      </w:r>
    </w:p>
    <w:p w14:paraId="273D3D8E" w14:textId="77777777" w:rsidR="006D4449" w:rsidRDefault="006D4449" w:rsidP="006D4449">
      <w:r>
        <w:t>167.7986</w:t>
      </w:r>
      <w:r>
        <w:tab/>
        <w:t>1.013e0</w:t>
      </w:r>
    </w:p>
    <w:p w14:paraId="736F4806" w14:textId="77777777" w:rsidR="006D4449" w:rsidRDefault="006D4449" w:rsidP="006D4449">
      <w:r>
        <w:t>167.8028</w:t>
      </w:r>
      <w:r>
        <w:tab/>
        <w:t>1.013e0</w:t>
      </w:r>
    </w:p>
    <w:p w14:paraId="0F2B0D69" w14:textId="77777777" w:rsidR="006D4449" w:rsidRDefault="006D4449" w:rsidP="006D4449">
      <w:r>
        <w:t>167.8063</w:t>
      </w:r>
      <w:r>
        <w:tab/>
        <w:t>1.013e0</w:t>
      </w:r>
    </w:p>
    <w:p w14:paraId="01AE391C" w14:textId="77777777" w:rsidR="006D4449" w:rsidRDefault="006D4449" w:rsidP="006D4449">
      <w:r>
        <w:t>167.8342</w:t>
      </w:r>
      <w:r>
        <w:tab/>
        <w:t>2.025e0</w:t>
      </w:r>
    </w:p>
    <w:p w14:paraId="13D190FC" w14:textId="77777777" w:rsidR="006D4449" w:rsidRDefault="006D4449" w:rsidP="006D4449">
      <w:r>
        <w:t>167.8387</w:t>
      </w:r>
      <w:r>
        <w:tab/>
        <w:t>2.025e0</w:t>
      </w:r>
    </w:p>
    <w:p w14:paraId="69B3D4A9" w14:textId="77777777" w:rsidR="006D4449" w:rsidRDefault="006D4449" w:rsidP="006D4449">
      <w:r>
        <w:t>167.8463</w:t>
      </w:r>
      <w:r>
        <w:tab/>
        <w:t>2.025e0</w:t>
      </w:r>
    </w:p>
    <w:p w14:paraId="32F24251" w14:textId="77777777" w:rsidR="006D4449" w:rsidRDefault="006D4449" w:rsidP="006D4449">
      <w:r>
        <w:t>167.8680</w:t>
      </w:r>
      <w:r>
        <w:tab/>
        <w:t>1.013e0</w:t>
      </w:r>
    </w:p>
    <w:p w14:paraId="12E6FEFC" w14:textId="77777777" w:rsidR="006D4449" w:rsidRDefault="006D4449" w:rsidP="006D4449">
      <w:r>
        <w:t>167.8741</w:t>
      </w:r>
      <w:r>
        <w:tab/>
        <w:t>1.013e0</w:t>
      </w:r>
    </w:p>
    <w:p w14:paraId="42D0D00E" w14:textId="77777777" w:rsidR="006D4449" w:rsidRDefault="006D4449" w:rsidP="006D4449">
      <w:r>
        <w:t>167.8783</w:t>
      </w:r>
      <w:r>
        <w:tab/>
        <w:t>1.013e0</w:t>
      </w:r>
    </w:p>
    <w:p w14:paraId="5FCA8000" w14:textId="77777777" w:rsidR="006D4449" w:rsidRDefault="006D4449" w:rsidP="006D4449">
      <w:r>
        <w:t>167.8951</w:t>
      </w:r>
      <w:r>
        <w:tab/>
        <w:t>1.013e0</w:t>
      </w:r>
    </w:p>
    <w:p w14:paraId="769D74CF" w14:textId="77777777" w:rsidR="006D4449" w:rsidRDefault="006D4449" w:rsidP="006D4449">
      <w:r>
        <w:lastRenderedPageBreak/>
        <w:t>167.8989</w:t>
      </w:r>
      <w:r>
        <w:tab/>
        <w:t>2.025e0</w:t>
      </w:r>
    </w:p>
    <w:p w14:paraId="11973039" w14:textId="77777777" w:rsidR="006D4449" w:rsidRDefault="006D4449" w:rsidP="006D4449">
      <w:r>
        <w:t>167.9247</w:t>
      </w:r>
      <w:r>
        <w:tab/>
        <w:t>2.025e0</w:t>
      </w:r>
    </w:p>
    <w:p w14:paraId="7021BA78" w14:textId="77777777" w:rsidR="006D4449" w:rsidRDefault="006D4449" w:rsidP="006D4449">
      <w:r>
        <w:t>167.9476</w:t>
      </w:r>
      <w:r>
        <w:tab/>
        <w:t>2.025e0</w:t>
      </w:r>
    </w:p>
    <w:p w14:paraId="58FB7D89" w14:textId="77777777" w:rsidR="006D4449" w:rsidRDefault="006D4449" w:rsidP="006D4449">
      <w:r>
        <w:t>167.9536</w:t>
      </w:r>
      <w:r>
        <w:tab/>
        <w:t>1.013e0</w:t>
      </w:r>
    </w:p>
    <w:p w14:paraId="430BD8FF" w14:textId="77777777" w:rsidR="006D4449" w:rsidRDefault="006D4449" w:rsidP="006D4449">
      <w:r>
        <w:t>167.9748</w:t>
      </w:r>
      <w:r>
        <w:tab/>
        <w:t>1.013e0</w:t>
      </w:r>
    </w:p>
    <w:p w14:paraId="38907B84" w14:textId="77777777" w:rsidR="006D4449" w:rsidRDefault="006D4449" w:rsidP="006D4449">
      <w:r>
        <w:t>167.9776</w:t>
      </w:r>
      <w:r>
        <w:tab/>
        <w:t>2.025e0</w:t>
      </w:r>
    </w:p>
    <w:p w14:paraId="19DF385E" w14:textId="77777777" w:rsidR="006D4449" w:rsidRDefault="006D4449" w:rsidP="006D4449">
      <w:r>
        <w:t>167.9935</w:t>
      </w:r>
      <w:r>
        <w:tab/>
        <w:t>6.076e0</w:t>
      </w:r>
    </w:p>
    <w:p w14:paraId="23823795" w14:textId="77777777" w:rsidR="006D4449" w:rsidRDefault="006D4449" w:rsidP="006D4449">
      <w:r>
        <w:t>168.0073</w:t>
      </w:r>
      <w:r>
        <w:tab/>
        <w:t>2.025e0</w:t>
      </w:r>
    </w:p>
    <w:p w14:paraId="559B02E7" w14:textId="77777777" w:rsidR="006D4449" w:rsidRDefault="006D4449" w:rsidP="006D4449">
      <w:r>
        <w:t>168.0273</w:t>
      </w:r>
      <w:r>
        <w:tab/>
        <w:t>1.013e0</w:t>
      </w:r>
    </w:p>
    <w:p w14:paraId="36CB4577" w14:textId="77777777" w:rsidR="006D4449" w:rsidRDefault="006D4449" w:rsidP="006D4449">
      <w:r>
        <w:t>168.0306</w:t>
      </w:r>
      <w:r>
        <w:tab/>
        <w:t>1.013e0</w:t>
      </w:r>
    </w:p>
    <w:p w14:paraId="2F34AF23" w14:textId="77777777" w:rsidR="006D4449" w:rsidRDefault="006D4449" w:rsidP="006D4449">
      <w:r>
        <w:t>168.0533</w:t>
      </w:r>
      <w:r>
        <w:tab/>
        <w:t>3.038e0</w:t>
      </w:r>
    </w:p>
    <w:p w14:paraId="132FA171" w14:textId="77777777" w:rsidR="006D4449" w:rsidRDefault="006D4449" w:rsidP="006D4449">
      <w:r>
        <w:t>168.0609</w:t>
      </w:r>
      <w:r>
        <w:tab/>
        <w:t>1.013e0</w:t>
      </w:r>
    </w:p>
    <w:p w14:paraId="255129B8" w14:textId="77777777" w:rsidR="006D4449" w:rsidRDefault="006D4449" w:rsidP="006D4449">
      <w:r>
        <w:t>168.0762</w:t>
      </w:r>
      <w:r>
        <w:tab/>
        <w:t>1.875e0</w:t>
      </w:r>
    </w:p>
    <w:p w14:paraId="35BA3E21" w14:textId="77777777" w:rsidR="006D4449" w:rsidRDefault="006D4449" w:rsidP="006D4449">
      <w:r>
        <w:t>168.0809</w:t>
      </w:r>
      <w:r>
        <w:tab/>
        <w:t>2.353e0</w:t>
      </w:r>
    </w:p>
    <w:p w14:paraId="44EE3A00" w14:textId="77777777" w:rsidR="006D4449" w:rsidRDefault="006D4449" w:rsidP="006D4449">
      <w:r>
        <w:t>168.1154</w:t>
      </w:r>
      <w:r>
        <w:tab/>
        <w:t>3.144e0</w:t>
      </w:r>
    </w:p>
    <w:p w14:paraId="0233ECD1" w14:textId="77777777" w:rsidR="006D4449" w:rsidRDefault="006D4449" w:rsidP="006D4449">
      <w:r>
        <w:t>168.1447</w:t>
      </w:r>
      <w:r>
        <w:tab/>
        <w:t>3.038e0</w:t>
      </w:r>
    </w:p>
    <w:p w14:paraId="1D10C719" w14:textId="77777777" w:rsidR="006D4449" w:rsidRDefault="006D4449" w:rsidP="006D4449">
      <w:r>
        <w:t>168.1468</w:t>
      </w:r>
      <w:r>
        <w:tab/>
        <w:t>2.025e0</w:t>
      </w:r>
    </w:p>
    <w:p w14:paraId="27B2D444" w14:textId="77777777" w:rsidR="006D4449" w:rsidRDefault="006D4449" w:rsidP="006D4449">
      <w:r>
        <w:t>168.1620</w:t>
      </w:r>
      <w:r>
        <w:tab/>
        <w:t>2.025e0</w:t>
      </w:r>
    </w:p>
    <w:p w14:paraId="1285F871" w14:textId="77777777" w:rsidR="006D4449" w:rsidRDefault="006D4449" w:rsidP="006D4449">
      <w:r>
        <w:t>168.1707</w:t>
      </w:r>
      <w:r>
        <w:tab/>
        <w:t>1.013e0</w:t>
      </w:r>
    </w:p>
    <w:p w14:paraId="3898C252" w14:textId="77777777" w:rsidR="006D4449" w:rsidRDefault="006D4449" w:rsidP="006D4449">
      <w:r>
        <w:lastRenderedPageBreak/>
        <w:t>168.1888</w:t>
      </w:r>
      <w:r>
        <w:tab/>
        <w:t>2.025e0</w:t>
      </w:r>
    </w:p>
    <w:p w14:paraId="57639144" w14:textId="77777777" w:rsidR="006D4449" w:rsidRDefault="006D4449" w:rsidP="006D4449">
      <w:r>
        <w:t>168.2249</w:t>
      </w:r>
      <w:r>
        <w:tab/>
        <w:t>2.025e0</w:t>
      </w:r>
    </w:p>
    <w:p w14:paraId="21C8B080" w14:textId="77777777" w:rsidR="006D4449" w:rsidRDefault="006D4449" w:rsidP="006D4449">
      <w:r>
        <w:t>168.2593</w:t>
      </w:r>
      <w:r>
        <w:tab/>
        <w:t>3.038e0</w:t>
      </w:r>
    </w:p>
    <w:p w14:paraId="2B27ED53" w14:textId="77777777" w:rsidR="006D4449" w:rsidRDefault="006D4449" w:rsidP="006D4449">
      <w:r>
        <w:t>168.2638</w:t>
      </w:r>
      <w:r>
        <w:tab/>
        <w:t>1.013e0</w:t>
      </w:r>
    </w:p>
    <w:p w14:paraId="35C8664A" w14:textId="77777777" w:rsidR="006D4449" w:rsidRDefault="006D4449" w:rsidP="006D4449">
      <w:r>
        <w:t>168.2680</w:t>
      </w:r>
      <w:r>
        <w:tab/>
        <w:t>1.013e0</w:t>
      </w:r>
    </w:p>
    <w:p w14:paraId="6408F641" w14:textId="77777777" w:rsidR="006D4449" w:rsidRDefault="006D4449" w:rsidP="006D4449">
      <w:r>
        <w:t>168.2812</w:t>
      </w:r>
      <w:r>
        <w:tab/>
        <w:t>1.013e0</w:t>
      </w:r>
    </w:p>
    <w:p w14:paraId="46DBFF7E" w14:textId="77777777" w:rsidR="006D4449" w:rsidRDefault="006D4449" w:rsidP="006D4449">
      <w:r>
        <w:t>168.2994</w:t>
      </w:r>
      <w:r>
        <w:tab/>
        <w:t>1.013e0</w:t>
      </w:r>
    </w:p>
    <w:p w14:paraId="00E5637D" w14:textId="77777777" w:rsidR="006D4449" w:rsidRDefault="006D4449" w:rsidP="006D4449">
      <w:r>
        <w:t>168.3022</w:t>
      </w:r>
      <w:r>
        <w:tab/>
        <w:t>1.013e0</w:t>
      </w:r>
    </w:p>
    <w:p w14:paraId="7B26564C" w14:textId="77777777" w:rsidR="006D4449" w:rsidRDefault="006D4449" w:rsidP="006D4449">
      <w:r>
        <w:t>168.3064</w:t>
      </w:r>
      <w:r>
        <w:tab/>
        <w:t>1.013e0</w:t>
      </w:r>
    </w:p>
    <w:p w14:paraId="08C9A20B" w14:textId="77777777" w:rsidR="006D4449" w:rsidRDefault="006D4449" w:rsidP="006D4449">
      <w:r>
        <w:t>168.3323</w:t>
      </w:r>
      <w:r>
        <w:tab/>
        <w:t>1.013e0</w:t>
      </w:r>
    </w:p>
    <w:p w14:paraId="3A5A2563" w14:textId="77777777" w:rsidR="006D4449" w:rsidRDefault="006D4449" w:rsidP="006D4449">
      <w:r>
        <w:t>168.3436</w:t>
      </w:r>
      <w:r>
        <w:tab/>
        <w:t>1.013e0</w:t>
      </w:r>
    </w:p>
    <w:p w14:paraId="2F5912F2" w14:textId="77777777" w:rsidR="006D4449" w:rsidRDefault="006D4449" w:rsidP="006D4449">
      <w:r>
        <w:t>168.3499</w:t>
      </w:r>
      <w:r>
        <w:tab/>
        <w:t>1.013e0</w:t>
      </w:r>
    </w:p>
    <w:p w14:paraId="07388870" w14:textId="77777777" w:rsidR="006D4449" w:rsidRDefault="006D4449" w:rsidP="006D4449">
      <w:r>
        <w:t>168.3541</w:t>
      </w:r>
      <w:r>
        <w:tab/>
        <w:t>1.013e0</w:t>
      </w:r>
    </w:p>
    <w:p w14:paraId="1ED6DED8" w14:textId="77777777" w:rsidR="006D4449" w:rsidRDefault="006D4449" w:rsidP="006D4449">
      <w:r>
        <w:t>168.3569</w:t>
      </w:r>
      <w:r>
        <w:tab/>
        <w:t>1.013e0</w:t>
      </w:r>
    </w:p>
    <w:p w14:paraId="342FDA1D" w14:textId="77777777" w:rsidR="006D4449" w:rsidRDefault="006D4449" w:rsidP="006D4449">
      <w:r>
        <w:t>168.4161</w:t>
      </w:r>
      <w:r>
        <w:tab/>
        <w:t>1.013e0</w:t>
      </w:r>
    </w:p>
    <w:p w14:paraId="2ACF559D" w14:textId="77777777" w:rsidR="006D4449" w:rsidRDefault="006D4449" w:rsidP="006D4449">
      <w:r>
        <w:t>168.4367</w:t>
      </w:r>
      <w:r>
        <w:tab/>
        <w:t>1.013e0</w:t>
      </w:r>
    </w:p>
    <w:p w14:paraId="6F144206" w14:textId="77777777" w:rsidR="006D4449" w:rsidRDefault="006D4449" w:rsidP="006D4449">
      <w:r>
        <w:t>168.4430</w:t>
      </w:r>
      <w:r>
        <w:tab/>
        <w:t>1.013e0</w:t>
      </w:r>
    </w:p>
    <w:p w14:paraId="7735BFC9" w14:textId="77777777" w:rsidR="006D4449" w:rsidRDefault="006D4449" w:rsidP="006D4449">
      <w:r>
        <w:t>168.4612</w:t>
      </w:r>
      <w:r>
        <w:tab/>
        <w:t>1.013e0</w:t>
      </w:r>
    </w:p>
    <w:p w14:paraId="640B7987" w14:textId="77777777" w:rsidR="006D4449" w:rsidRDefault="006D4449" w:rsidP="006D4449">
      <w:r>
        <w:t>168.4716</w:t>
      </w:r>
      <w:r>
        <w:tab/>
        <w:t>1.013e0</w:t>
      </w:r>
    </w:p>
    <w:p w14:paraId="27422575" w14:textId="77777777" w:rsidR="006D4449" w:rsidRDefault="006D4449" w:rsidP="006D4449">
      <w:r>
        <w:lastRenderedPageBreak/>
        <w:t>168.4744</w:t>
      </w:r>
      <w:r>
        <w:tab/>
        <w:t>1.013e0</w:t>
      </w:r>
    </w:p>
    <w:p w14:paraId="2FA3C52F" w14:textId="77777777" w:rsidR="006D4449" w:rsidRDefault="006D4449" w:rsidP="006D4449">
      <w:r>
        <w:t>168.4804</w:t>
      </w:r>
      <w:r>
        <w:tab/>
        <w:t>2.025e0</w:t>
      </w:r>
    </w:p>
    <w:p w14:paraId="38D06115" w14:textId="77777777" w:rsidR="006D4449" w:rsidRDefault="006D4449" w:rsidP="006D4449">
      <w:r>
        <w:t>168.4849</w:t>
      </w:r>
      <w:r>
        <w:tab/>
        <w:t>1.013e0</w:t>
      </w:r>
    </w:p>
    <w:p w14:paraId="2D2947A2" w14:textId="77777777" w:rsidR="006D4449" w:rsidRDefault="006D4449" w:rsidP="006D4449">
      <w:r>
        <w:t>168.4973</w:t>
      </w:r>
      <w:r>
        <w:tab/>
        <w:t>2.025e0</w:t>
      </w:r>
    </w:p>
    <w:p w14:paraId="23ADE600" w14:textId="77777777" w:rsidR="006D4449" w:rsidRDefault="006D4449" w:rsidP="006D4449">
      <w:r>
        <w:t>168.5059</w:t>
      </w:r>
      <w:r>
        <w:tab/>
        <w:t>2.025e0</w:t>
      </w:r>
    </w:p>
    <w:p w14:paraId="615D40CD" w14:textId="77777777" w:rsidR="006D4449" w:rsidRDefault="006D4449" w:rsidP="006D4449">
      <w:r>
        <w:t>168.5106</w:t>
      </w:r>
      <w:r>
        <w:tab/>
        <w:t>2.025e0</w:t>
      </w:r>
    </w:p>
    <w:p w14:paraId="518BD828" w14:textId="77777777" w:rsidR="006D4449" w:rsidRDefault="006D4449" w:rsidP="006D4449">
      <w:r>
        <w:t>168.5185</w:t>
      </w:r>
      <w:r>
        <w:tab/>
        <w:t>1.013e0</w:t>
      </w:r>
    </w:p>
    <w:p w14:paraId="7CF04EA5" w14:textId="77777777" w:rsidR="006D4449" w:rsidRDefault="006D4449" w:rsidP="006D4449">
      <w:r>
        <w:t>168.5328</w:t>
      </w:r>
      <w:r>
        <w:tab/>
        <w:t>5.063e0</w:t>
      </w:r>
    </w:p>
    <w:p w14:paraId="2A060129" w14:textId="77777777" w:rsidR="006D4449" w:rsidRDefault="006D4449" w:rsidP="006D4449">
      <w:r>
        <w:t>168.5473</w:t>
      </w:r>
      <w:r>
        <w:tab/>
        <w:t>1.013e0</w:t>
      </w:r>
    </w:p>
    <w:p w14:paraId="4367470E" w14:textId="77777777" w:rsidR="006D4449" w:rsidRDefault="006D4449" w:rsidP="006D4449">
      <w:r>
        <w:t>168.5578</w:t>
      </w:r>
      <w:r>
        <w:tab/>
        <w:t>2.025e0</w:t>
      </w:r>
    </w:p>
    <w:p w14:paraId="6C1DB0A9" w14:textId="77777777" w:rsidR="006D4449" w:rsidRDefault="006D4449" w:rsidP="006D4449">
      <w:r>
        <w:t>168.5692</w:t>
      </w:r>
      <w:r>
        <w:tab/>
        <w:t>4.051e0</w:t>
      </w:r>
    </w:p>
    <w:p w14:paraId="4A0F35A9" w14:textId="77777777" w:rsidR="006D4449" w:rsidRDefault="006D4449" w:rsidP="006D4449">
      <w:r>
        <w:t>168.5718</w:t>
      </w:r>
      <w:r>
        <w:tab/>
        <w:t>2.025e0</w:t>
      </w:r>
    </w:p>
    <w:p w14:paraId="448A6E62" w14:textId="77777777" w:rsidR="006D4449" w:rsidRDefault="006D4449" w:rsidP="006D4449">
      <w:r>
        <w:t>168.5746</w:t>
      </w:r>
      <w:r>
        <w:tab/>
        <w:t>7.089e0</w:t>
      </w:r>
    </w:p>
    <w:p w14:paraId="0DB98537" w14:textId="77777777" w:rsidR="006D4449" w:rsidRDefault="006D4449" w:rsidP="006D4449">
      <w:r>
        <w:t>168.5925</w:t>
      </w:r>
      <w:r>
        <w:tab/>
        <w:t>1.013e0</w:t>
      </w:r>
    </w:p>
    <w:p w14:paraId="213839C4" w14:textId="77777777" w:rsidR="006D4449" w:rsidRDefault="006D4449" w:rsidP="006D4449">
      <w:r>
        <w:t>168.6176</w:t>
      </w:r>
      <w:r>
        <w:tab/>
        <w:t>2.025e0</w:t>
      </w:r>
    </w:p>
    <w:p w14:paraId="050CE32E" w14:textId="77777777" w:rsidR="006D4449" w:rsidRDefault="006D4449" w:rsidP="006D4449">
      <w:r>
        <w:t>168.6265</w:t>
      </w:r>
      <w:r>
        <w:tab/>
        <w:t>1.013e0</w:t>
      </w:r>
    </w:p>
    <w:p w14:paraId="5A74206B" w14:textId="77777777" w:rsidR="006D4449" w:rsidRDefault="006D4449" w:rsidP="006D4449">
      <w:r>
        <w:t>168.6649</w:t>
      </w:r>
      <w:r>
        <w:tab/>
        <w:t>1.013e0</w:t>
      </w:r>
    </w:p>
    <w:p w14:paraId="340C985E" w14:textId="77777777" w:rsidR="006D4449" w:rsidRDefault="006D4449" w:rsidP="006D4449">
      <w:r>
        <w:t>168.6917</w:t>
      </w:r>
      <w:r>
        <w:tab/>
        <w:t>2.025e0</w:t>
      </w:r>
    </w:p>
    <w:p w14:paraId="623E0C69" w14:textId="77777777" w:rsidR="006D4449" w:rsidRDefault="006D4449" w:rsidP="006D4449">
      <w:r>
        <w:t>168.6991</w:t>
      </w:r>
      <w:r>
        <w:tab/>
        <w:t>1.013e0</w:t>
      </w:r>
    </w:p>
    <w:p w14:paraId="016F162E" w14:textId="77777777" w:rsidR="006D4449" w:rsidRDefault="006D4449" w:rsidP="006D4449">
      <w:r>
        <w:lastRenderedPageBreak/>
        <w:t>168.7024</w:t>
      </w:r>
      <w:r>
        <w:tab/>
        <w:t>1.013e0</w:t>
      </w:r>
    </w:p>
    <w:p w14:paraId="1DB283C2" w14:textId="77777777" w:rsidR="006D4449" w:rsidRDefault="006D4449" w:rsidP="006D4449">
      <w:r>
        <w:t>168.7277</w:t>
      </w:r>
      <w:r>
        <w:tab/>
        <w:t>2.025e0</w:t>
      </w:r>
    </w:p>
    <w:p w14:paraId="647560EC" w14:textId="77777777" w:rsidR="006D4449" w:rsidRDefault="006D4449" w:rsidP="006D4449">
      <w:r>
        <w:t>168.7347</w:t>
      </w:r>
      <w:r>
        <w:tab/>
        <w:t>2.025e0</w:t>
      </w:r>
    </w:p>
    <w:p w14:paraId="061432F7" w14:textId="77777777" w:rsidR="006D4449" w:rsidRDefault="006D4449" w:rsidP="006D4449">
      <w:r>
        <w:t>168.7476</w:t>
      </w:r>
      <w:r>
        <w:tab/>
        <w:t>1.013e0</w:t>
      </w:r>
    </w:p>
    <w:p w14:paraId="4FF3D4D8" w14:textId="77777777" w:rsidR="006D4449" w:rsidRDefault="006D4449" w:rsidP="006D4449">
      <w:r>
        <w:t>168.7511</w:t>
      </w:r>
      <w:r>
        <w:tab/>
        <w:t>1.013e0</w:t>
      </w:r>
    </w:p>
    <w:p w14:paraId="58393543" w14:textId="77777777" w:rsidR="006D4449" w:rsidRDefault="006D4449" w:rsidP="006D4449">
      <w:r>
        <w:t>168.7825</w:t>
      </w:r>
      <w:r>
        <w:tab/>
        <w:t>2.025e0</w:t>
      </w:r>
    </w:p>
    <w:p w14:paraId="25BD4088" w14:textId="77777777" w:rsidR="006D4449" w:rsidRDefault="006D4449" w:rsidP="006D4449">
      <w:r>
        <w:t>168.7890</w:t>
      </w:r>
      <w:r>
        <w:tab/>
        <w:t>1.013e0</w:t>
      </w:r>
    </w:p>
    <w:p w14:paraId="6861582D" w14:textId="77777777" w:rsidR="006D4449" w:rsidRDefault="006D4449" w:rsidP="006D4449">
      <w:r>
        <w:t>168.8234</w:t>
      </w:r>
      <w:r>
        <w:tab/>
        <w:t>2.025e0</w:t>
      </w:r>
    </w:p>
    <w:p w14:paraId="7980AE14" w14:textId="77777777" w:rsidR="006D4449" w:rsidRDefault="006D4449" w:rsidP="006D4449">
      <w:r>
        <w:t>168.8269</w:t>
      </w:r>
      <w:r>
        <w:tab/>
        <w:t>1.013e0</w:t>
      </w:r>
    </w:p>
    <w:p w14:paraId="58A33F82" w14:textId="77777777" w:rsidR="006D4449" w:rsidRDefault="006D4449" w:rsidP="006D4449">
      <w:r>
        <w:t>168.8443</w:t>
      </w:r>
      <w:r>
        <w:tab/>
        <w:t>1.013e0</w:t>
      </w:r>
    </w:p>
    <w:p w14:paraId="09C83D04" w14:textId="77777777" w:rsidR="006D4449" w:rsidRDefault="006D4449" w:rsidP="006D4449">
      <w:r>
        <w:t>168.8531</w:t>
      </w:r>
      <w:r>
        <w:tab/>
        <w:t>2.025e0</w:t>
      </w:r>
    </w:p>
    <w:p w14:paraId="61D96D4F" w14:textId="77777777" w:rsidR="006D4449" w:rsidRDefault="006D4449" w:rsidP="006D4449">
      <w:r>
        <w:t>168.8548</w:t>
      </w:r>
      <w:r>
        <w:tab/>
        <w:t>1.013e0</w:t>
      </w:r>
    </w:p>
    <w:p w14:paraId="6D436C01" w14:textId="77777777" w:rsidR="006D4449" w:rsidRDefault="006D4449" w:rsidP="006D4449">
      <w:r>
        <w:t>168.8681</w:t>
      </w:r>
      <w:r>
        <w:tab/>
        <w:t>1.013e0</w:t>
      </w:r>
    </w:p>
    <w:p w14:paraId="4E934950" w14:textId="77777777" w:rsidR="006D4449" w:rsidRDefault="006D4449" w:rsidP="006D4449">
      <w:r>
        <w:t>168.8923</w:t>
      </w:r>
      <w:r>
        <w:tab/>
        <w:t>1.013e0</w:t>
      </w:r>
    </w:p>
    <w:p w14:paraId="03707216" w14:textId="77777777" w:rsidR="006D4449" w:rsidRDefault="006D4449" w:rsidP="006D4449">
      <w:r>
        <w:t>168.8990</w:t>
      </w:r>
      <w:r>
        <w:tab/>
        <w:t>1.013e0</w:t>
      </w:r>
    </w:p>
    <w:p w14:paraId="0BD55850" w14:textId="77777777" w:rsidR="006D4449" w:rsidRDefault="006D4449" w:rsidP="006D4449">
      <w:r>
        <w:t>168.9445</w:t>
      </w:r>
      <w:r>
        <w:tab/>
        <w:t>1.013e0</w:t>
      </w:r>
    </w:p>
    <w:p w14:paraId="12A9AFE2" w14:textId="77777777" w:rsidR="006D4449" w:rsidRDefault="006D4449" w:rsidP="006D4449">
      <w:r>
        <w:t>168.9491</w:t>
      </w:r>
      <w:r>
        <w:tab/>
        <w:t>2.025e0</w:t>
      </w:r>
    </w:p>
    <w:p w14:paraId="12CD3B22" w14:textId="77777777" w:rsidR="006D4449" w:rsidRDefault="006D4449" w:rsidP="006D4449">
      <w:r>
        <w:t>168.9515</w:t>
      </w:r>
      <w:r>
        <w:tab/>
        <w:t>1.013e0</w:t>
      </w:r>
    </w:p>
    <w:p w14:paraId="66624C82" w14:textId="77777777" w:rsidR="006D4449" w:rsidRDefault="006D4449" w:rsidP="006D4449">
      <w:r>
        <w:t>168.9683</w:t>
      </w:r>
      <w:r>
        <w:tab/>
        <w:t>1.013e0</w:t>
      </w:r>
    </w:p>
    <w:p w14:paraId="641E0A2A" w14:textId="77777777" w:rsidR="006D4449" w:rsidRDefault="006D4449" w:rsidP="006D4449">
      <w:r>
        <w:lastRenderedPageBreak/>
        <w:t>168.9883</w:t>
      </w:r>
      <w:r>
        <w:tab/>
        <w:t>1.013e0</w:t>
      </w:r>
    </w:p>
    <w:p w14:paraId="6F78DF85" w14:textId="77777777" w:rsidR="006D4449" w:rsidRDefault="006D4449" w:rsidP="006D4449">
      <w:r>
        <w:t>169.0168</w:t>
      </w:r>
      <w:r>
        <w:tab/>
        <w:t>2.025e0</w:t>
      </w:r>
    </w:p>
    <w:p w14:paraId="0B23F199" w14:textId="77777777" w:rsidR="006D4449" w:rsidRDefault="006D4449" w:rsidP="006D4449">
      <w:r>
        <w:t>169.0308</w:t>
      </w:r>
      <w:r>
        <w:tab/>
        <w:t>1.013e0</w:t>
      </w:r>
    </w:p>
    <w:p w14:paraId="7CF82CDB" w14:textId="77777777" w:rsidR="006D4449" w:rsidRDefault="006D4449" w:rsidP="006D4449">
      <w:r>
        <w:t>169.0412</w:t>
      </w:r>
      <w:r>
        <w:tab/>
        <w:t>8.101e0</w:t>
      </w:r>
    </w:p>
    <w:p w14:paraId="57DDC930" w14:textId="77777777" w:rsidR="006D4449" w:rsidRDefault="006D4449" w:rsidP="006D4449">
      <w:r>
        <w:t>169.0482</w:t>
      </w:r>
      <w:r>
        <w:tab/>
        <w:t>1.013e0</w:t>
      </w:r>
    </w:p>
    <w:p w14:paraId="727C2B8C" w14:textId="77777777" w:rsidR="006D4449" w:rsidRDefault="006D4449" w:rsidP="006D4449">
      <w:r>
        <w:t>169.0536</w:t>
      </w:r>
      <w:r>
        <w:tab/>
        <w:t>1.760e0</w:t>
      </w:r>
    </w:p>
    <w:p w14:paraId="209F9664" w14:textId="77777777" w:rsidR="006D4449" w:rsidRDefault="006D4449" w:rsidP="006D4449">
      <w:r>
        <w:t>169.0791</w:t>
      </w:r>
      <w:r>
        <w:tab/>
        <w:t>3.678e0</w:t>
      </w:r>
    </w:p>
    <w:p w14:paraId="25594FF9" w14:textId="77777777" w:rsidR="006D4449" w:rsidRDefault="006D4449" w:rsidP="006D4449">
      <w:r>
        <w:t>169.0988</w:t>
      </w:r>
      <w:r>
        <w:tab/>
        <w:t>1.117e0</w:t>
      </w:r>
    </w:p>
    <w:p w14:paraId="6E5DCE88" w14:textId="77777777" w:rsidR="006D4449" w:rsidRDefault="006D4449" w:rsidP="006D4449">
      <w:r>
        <w:t>169.1291</w:t>
      </w:r>
      <w:r>
        <w:tab/>
        <w:t>3.772e0</w:t>
      </w:r>
    </w:p>
    <w:p w14:paraId="1FC937C3" w14:textId="77777777" w:rsidR="006D4449" w:rsidRDefault="006D4449" w:rsidP="006D4449">
      <w:r>
        <w:t>169.1346</w:t>
      </w:r>
      <w:r>
        <w:tab/>
        <w:t>1.306e0</w:t>
      </w:r>
    </w:p>
    <w:p w14:paraId="056CED2A" w14:textId="77777777" w:rsidR="006D4449" w:rsidRDefault="006D4449" w:rsidP="006D4449">
      <w:r>
        <w:t>169.1556</w:t>
      </w:r>
      <w:r>
        <w:tab/>
        <w:t>2.025e0</w:t>
      </w:r>
    </w:p>
    <w:p w14:paraId="3ED31603" w14:textId="77777777" w:rsidR="006D4449" w:rsidRDefault="006D4449" w:rsidP="006D4449">
      <w:r>
        <w:t>169.1626</w:t>
      </w:r>
      <w:r>
        <w:tab/>
        <w:t>1.013e0</w:t>
      </w:r>
    </w:p>
    <w:p w14:paraId="43003BF1" w14:textId="77777777" w:rsidR="006D4449" w:rsidRDefault="006D4449" w:rsidP="006D4449">
      <w:r>
        <w:t>169.1662</w:t>
      </w:r>
      <w:r>
        <w:tab/>
        <w:t>4.051e0</w:t>
      </w:r>
    </w:p>
    <w:p w14:paraId="7B0877FF" w14:textId="77777777" w:rsidR="006D4449" w:rsidRDefault="006D4449" w:rsidP="006D4449">
      <w:r>
        <w:t>169.1793</w:t>
      </w:r>
      <w:r>
        <w:tab/>
        <w:t>1.013e0</w:t>
      </w:r>
    </w:p>
    <w:p w14:paraId="0EF05D9D" w14:textId="77777777" w:rsidR="006D4449" w:rsidRDefault="006D4449" w:rsidP="006D4449">
      <w:r>
        <w:t>169.1852</w:t>
      </w:r>
      <w:r>
        <w:tab/>
        <w:t>1.013e0</w:t>
      </w:r>
    </w:p>
    <w:p w14:paraId="3643F9C5" w14:textId="77777777" w:rsidR="006D4449" w:rsidRDefault="006D4449" w:rsidP="006D4449">
      <w:r>
        <w:t>169.2218</w:t>
      </w:r>
      <w:r>
        <w:tab/>
        <w:t>2.025e0</w:t>
      </w:r>
    </w:p>
    <w:p w14:paraId="68D1DB12" w14:textId="77777777" w:rsidR="006D4449" w:rsidRDefault="006D4449" w:rsidP="006D4449">
      <w:r>
        <w:t>169.2721</w:t>
      </w:r>
      <w:r>
        <w:tab/>
        <w:t>2.025e0</w:t>
      </w:r>
    </w:p>
    <w:p w14:paraId="55CE3FF1" w14:textId="77777777" w:rsidR="006D4449" w:rsidRDefault="006D4449" w:rsidP="006D4449">
      <w:r>
        <w:t>169.2794</w:t>
      </w:r>
      <w:r>
        <w:tab/>
        <w:t>1.013e0</w:t>
      </w:r>
    </w:p>
    <w:p w14:paraId="6477EACC" w14:textId="77777777" w:rsidR="006D4449" w:rsidRDefault="006D4449" w:rsidP="006D4449">
      <w:r>
        <w:t>169.3001</w:t>
      </w:r>
      <w:r>
        <w:tab/>
        <w:t>1.013e0</w:t>
      </w:r>
    </w:p>
    <w:p w14:paraId="677783AD" w14:textId="77777777" w:rsidR="006D4449" w:rsidRDefault="006D4449" w:rsidP="006D4449">
      <w:r>
        <w:lastRenderedPageBreak/>
        <w:t>169.3106</w:t>
      </w:r>
      <w:r>
        <w:tab/>
        <w:t>1.013e0</w:t>
      </w:r>
    </w:p>
    <w:p w14:paraId="6F036F71" w14:textId="77777777" w:rsidR="006D4449" w:rsidRDefault="006D4449" w:rsidP="006D4449">
      <w:r>
        <w:t>169.3309</w:t>
      </w:r>
      <w:r>
        <w:tab/>
        <w:t>1.013e0</w:t>
      </w:r>
    </w:p>
    <w:p w14:paraId="71D73BF5" w14:textId="77777777" w:rsidR="006D4449" w:rsidRDefault="006D4449" w:rsidP="006D4449">
      <w:r>
        <w:t>169.3379</w:t>
      </w:r>
      <w:r>
        <w:tab/>
        <w:t>1.013e0</w:t>
      </w:r>
    </w:p>
    <w:p w14:paraId="69241439" w14:textId="77777777" w:rsidR="006D4449" w:rsidRDefault="006D4449" w:rsidP="006D4449">
      <w:r>
        <w:t>169.3491</w:t>
      </w:r>
      <w:r>
        <w:tab/>
        <w:t>1.013e0</w:t>
      </w:r>
    </w:p>
    <w:p w14:paraId="2828B00A" w14:textId="77777777" w:rsidR="006D4449" w:rsidRDefault="006D4449" w:rsidP="006D4449">
      <w:r>
        <w:t>169.3623</w:t>
      </w:r>
      <w:r>
        <w:tab/>
        <w:t>1.013e0</w:t>
      </w:r>
    </w:p>
    <w:p w14:paraId="3BF64799" w14:textId="77777777" w:rsidR="006D4449" w:rsidRDefault="006D4449" w:rsidP="006D4449">
      <w:r>
        <w:t>169.3790</w:t>
      </w:r>
      <w:r>
        <w:tab/>
        <w:t>1.013e0</w:t>
      </w:r>
    </w:p>
    <w:p w14:paraId="72259BDC" w14:textId="77777777" w:rsidR="006D4449" w:rsidRDefault="006D4449" w:rsidP="006D4449">
      <w:r>
        <w:t>169.3962</w:t>
      </w:r>
      <w:r>
        <w:tab/>
        <w:t>1.013e0</w:t>
      </w:r>
    </w:p>
    <w:p w14:paraId="27D93A9D" w14:textId="77777777" w:rsidR="006D4449" w:rsidRDefault="006D4449" w:rsidP="006D4449">
      <w:r>
        <w:t>169.4144</w:t>
      </w:r>
      <w:r>
        <w:tab/>
        <w:t>2.025e0</w:t>
      </w:r>
    </w:p>
    <w:p w14:paraId="53AA5DE5" w14:textId="77777777" w:rsidR="006D4449" w:rsidRDefault="006D4449" w:rsidP="006D4449">
      <w:r>
        <w:t>169.4347</w:t>
      </w:r>
      <w:r>
        <w:tab/>
        <w:t>2.025e0</w:t>
      </w:r>
    </w:p>
    <w:p w14:paraId="49E0F142" w14:textId="77777777" w:rsidR="006D4449" w:rsidRDefault="006D4449" w:rsidP="006D4449">
      <w:r>
        <w:t>169.4417</w:t>
      </w:r>
      <w:r>
        <w:tab/>
        <w:t>2.025e0</w:t>
      </w:r>
    </w:p>
    <w:p w14:paraId="55944D5D" w14:textId="77777777" w:rsidR="006D4449" w:rsidRDefault="006D4449" w:rsidP="006D4449">
      <w:r>
        <w:t>169.4565</w:t>
      </w:r>
      <w:r>
        <w:tab/>
        <w:t>1.013e0</w:t>
      </w:r>
    </w:p>
    <w:p w14:paraId="3568C134" w14:textId="77777777" w:rsidR="006D4449" w:rsidRDefault="006D4449" w:rsidP="006D4449">
      <w:r>
        <w:t>169.4601</w:t>
      </w:r>
      <w:r>
        <w:tab/>
        <w:t>2.025e0</w:t>
      </w:r>
    </w:p>
    <w:p w14:paraId="0EC8A842" w14:textId="77777777" w:rsidR="006D4449" w:rsidRDefault="006D4449" w:rsidP="006D4449">
      <w:r>
        <w:t>169.4859</w:t>
      </w:r>
      <w:r>
        <w:tab/>
        <w:t>1.013e0</w:t>
      </w:r>
    </w:p>
    <w:p w14:paraId="42EBA094" w14:textId="77777777" w:rsidR="006D4449" w:rsidRDefault="006D4449" w:rsidP="006D4449">
      <w:r>
        <w:t>169.5106</w:t>
      </w:r>
      <w:r>
        <w:tab/>
        <w:t>1.013e0</w:t>
      </w:r>
    </w:p>
    <w:p w14:paraId="647C14DF" w14:textId="77777777" w:rsidR="006D4449" w:rsidRDefault="006D4449" w:rsidP="006D4449">
      <w:r>
        <w:t>169.5211</w:t>
      </w:r>
      <w:r>
        <w:tab/>
        <w:t>1.013e0</w:t>
      </w:r>
    </w:p>
    <w:p w14:paraId="07399751" w14:textId="77777777" w:rsidR="006D4449" w:rsidRDefault="006D4449" w:rsidP="006D4449">
      <w:r>
        <w:t>169.5569</w:t>
      </w:r>
      <w:r>
        <w:tab/>
        <w:t>1.013e0</w:t>
      </w:r>
    </w:p>
    <w:p w14:paraId="476EABE8" w14:textId="77777777" w:rsidR="006D4449" w:rsidRDefault="006D4449" w:rsidP="006D4449">
      <w:r>
        <w:t>169.5636</w:t>
      </w:r>
      <w:r>
        <w:tab/>
        <w:t>1.013e0</w:t>
      </w:r>
    </w:p>
    <w:p w14:paraId="7BC5C6EF" w14:textId="77777777" w:rsidR="006D4449" w:rsidRDefault="006D4449" w:rsidP="006D4449">
      <w:r>
        <w:t>169.5729</w:t>
      </w:r>
      <w:r>
        <w:tab/>
        <w:t>1.013e0</w:t>
      </w:r>
    </w:p>
    <w:p w14:paraId="6D6DAEFD" w14:textId="77777777" w:rsidR="006D4449" w:rsidRDefault="006D4449" w:rsidP="006D4449">
      <w:r>
        <w:t>169.5898</w:t>
      </w:r>
      <w:r>
        <w:tab/>
        <w:t>1.013e0</w:t>
      </w:r>
    </w:p>
    <w:p w14:paraId="23DF1CF8" w14:textId="77777777" w:rsidR="006D4449" w:rsidRDefault="006D4449" w:rsidP="006D4449">
      <w:r>
        <w:lastRenderedPageBreak/>
        <w:t>169.5934</w:t>
      </w:r>
      <w:r>
        <w:tab/>
        <w:t>1.013e0</w:t>
      </w:r>
    </w:p>
    <w:p w14:paraId="41670FB7" w14:textId="77777777" w:rsidR="006D4449" w:rsidRDefault="006D4449" w:rsidP="006D4449">
      <w:r>
        <w:t>169.6082</w:t>
      </w:r>
      <w:r>
        <w:tab/>
        <w:t>1.013e0</w:t>
      </w:r>
    </w:p>
    <w:p w14:paraId="29D2AD1C" w14:textId="77777777" w:rsidR="006D4449" w:rsidRDefault="006D4449" w:rsidP="006D4449">
      <w:r>
        <w:t>169.6640</w:t>
      </w:r>
      <w:r>
        <w:tab/>
        <w:t>1.013e0</w:t>
      </w:r>
    </w:p>
    <w:p w14:paraId="1247C58B" w14:textId="77777777" w:rsidR="006D4449" w:rsidRDefault="006D4449" w:rsidP="006D4449">
      <w:r>
        <w:t>169.6874</w:t>
      </w:r>
      <w:r>
        <w:tab/>
        <w:t>1.013e0</w:t>
      </w:r>
    </w:p>
    <w:p w14:paraId="66722C14" w14:textId="77777777" w:rsidR="006D4449" w:rsidRDefault="006D4449" w:rsidP="006D4449">
      <w:r>
        <w:t>169.7225</w:t>
      </w:r>
      <w:r>
        <w:tab/>
        <w:t>3.038e0</w:t>
      </w:r>
    </w:p>
    <w:p w14:paraId="4511D927" w14:textId="77777777" w:rsidR="006D4449" w:rsidRDefault="006D4449" w:rsidP="006D4449">
      <w:r>
        <w:t>169.7471</w:t>
      </w:r>
      <w:r>
        <w:tab/>
        <w:t>1.013e0</w:t>
      </w:r>
    </w:p>
    <w:p w14:paraId="58C4777F" w14:textId="77777777" w:rsidR="006D4449" w:rsidRDefault="006D4449" w:rsidP="006D4449">
      <w:r>
        <w:t>169.7610</w:t>
      </w:r>
      <w:r>
        <w:tab/>
        <w:t>1.013e0</w:t>
      </w:r>
    </w:p>
    <w:p w14:paraId="0429242C" w14:textId="77777777" w:rsidR="006D4449" w:rsidRDefault="006D4449" w:rsidP="006D4449">
      <w:r>
        <w:t>169.7674</w:t>
      </w:r>
      <w:r>
        <w:tab/>
        <w:t>2.025e0</w:t>
      </w:r>
    </w:p>
    <w:p w14:paraId="395D6814" w14:textId="77777777" w:rsidR="006D4449" w:rsidRDefault="006D4449" w:rsidP="006D4449">
      <w:r>
        <w:t>169.7771</w:t>
      </w:r>
      <w:r>
        <w:tab/>
        <w:t>1.013e0</w:t>
      </w:r>
    </w:p>
    <w:p w14:paraId="4F6E94AA" w14:textId="77777777" w:rsidR="006D4449" w:rsidRDefault="006D4449" w:rsidP="006D4449">
      <w:r>
        <w:t>169.7941</w:t>
      </w:r>
      <w:r>
        <w:tab/>
        <w:t>1.013e0</w:t>
      </w:r>
    </w:p>
    <w:p w14:paraId="604A2FF2" w14:textId="77777777" w:rsidR="006D4449" w:rsidRDefault="006D4449" w:rsidP="006D4449">
      <w:r>
        <w:t>169.8117</w:t>
      </w:r>
      <w:r>
        <w:tab/>
        <w:t>1.013e0</w:t>
      </w:r>
    </w:p>
    <w:p w14:paraId="191E503A" w14:textId="77777777" w:rsidR="006D4449" w:rsidRDefault="006D4449" w:rsidP="006D4449">
      <w:r>
        <w:t>169.8195</w:t>
      </w:r>
      <w:r>
        <w:tab/>
        <w:t>2.025e0</w:t>
      </w:r>
    </w:p>
    <w:p w14:paraId="3AF87778" w14:textId="77777777" w:rsidR="006D4449" w:rsidRDefault="006D4449" w:rsidP="006D4449">
      <w:r>
        <w:t>169.8581</w:t>
      </w:r>
      <w:r>
        <w:tab/>
        <w:t>1.013e0</w:t>
      </w:r>
    </w:p>
    <w:p w14:paraId="690C0B7C" w14:textId="77777777" w:rsidR="006D4449" w:rsidRDefault="006D4449" w:rsidP="006D4449">
      <w:r>
        <w:t>169.8691</w:t>
      </w:r>
      <w:r>
        <w:tab/>
        <w:t>3.038e0</w:t>
      </w:r>
    </w:p>
    <w:p w14:paraId="0E218C89" w14:textId="77777777" w:rsidR="006D4449" w:rsidRDefault="006D4449" w:rsidP="006D4449">
      <w:r>
        <w:t>169.9324</w:t>
      </w:r>
      <w:r>
        <w:tab/>
        <w:t>1.379e0</w:t>
      </w:r>
    </w:p>
    <w:p w14:paraId="38191A3E" w14:textId="77777777" w:rsidR="006D4449" w:rsidRDefault="006D4449" w:rsidP="006D4449">
      <w:r>
        <w:t>169.9532</w:t>
      </w:r>
      <w:r>
        <w:tab/>
        <w:t>2.025e0</w:t>
      </w:r>
    </w:p>
    <w:p w14:paraId="36109863" w14:textId="77777777" w:rsidR="006D4449" w:rsidRDefault="006D4449" w:rsidP="006D4449">
      <w:r>
        <w:t>169.9562</w:t>
      </w:r>
      <w:r>
        <w:tab/>
        <w:t>3.038e0</w:t>
      </w:r>
    </w:p>
    <w:p w14:paraId="35B2DBF7" w14:textId="77777777" w:rsidR="006D4449" w:rsidRDefault="006D4449" w:rsidP="006D4449">
      <w:r>
        <w:t>169.9578</w:t>
      </w:r>
      <w:r>
        <w:tab/>
        <w:t>1.013e0</w:t>
      </w:r>
    </w:p>
    <w:p w14:paraId="29AD6FF1" w14:textId="77777777" w:rsidR="006D4449" w:rsidRDefault="006D4449" w:rsidP="006D4449">
      <w:r>
        <w:t>169.9620</w:t>
      </w:r>
      <w:r>
        <w:tab/>
        <w:t>1.013e0</w:t>
      </w:r>
    </w:p>
    <w:p w14:paraId="7DAC48E3" w14:textId="77777777" w:rsidR="006D4449" w:rsidRDefault="006D4449" w:rsidP="006D4449">
      <w:r>
        <w:lastRenderedPageBreak/>
        <w:t>169.9687</w:t>
      </w:r>
      <w:r>
        <w:tab/>
        <w:t>1.013e0</w:t>
      </w:r>
    </w:p>
    <w:p w14:paraId="55753296" w14:textId="77777777" w:rsidR="006D4449" w:rsidRDefault="006D4449" w:rsidP="006D4449">
      <w:r>
        <w:t>169.9788</w:t>
      </w:r>
      <w:r>
        <w:tab/>
        <w:t>1.013e0</w:t>
      </w:r>
    </w:p>
    <w:p w14:paraId="0C2283BB" w14:textId="77777777" w:rsidR="006D4449" w:rsidRDefault="006D4449" w:rsidP="006D4449">
      <w:r>
        <w:t>169.9848</w:t>
      </w:r>
      <w:r>
        <w:tab/>
        <w:t>1.013e0</w:t>
      </w:r>
    </w:p>
    <w:p w14:paraId="23244B3E" w14:textId="77777777" w:rsidR="006D4449" w:rsidRDefault="006D4449" w:rsidP="006D4449">
      <w:r>
        <w:t>169.9933</w:t>
      </w:r>
      <w:r>
        <w:tab/>
        <w:t>2.025e0</w:t>
      </w:r>
    </w:p>
    <w:p w14:paraId="426746BD" w14:textId="77777777" w:rsidR="006D4449" w:rsidRDefault="006D4449" w:rsidP="006D4449">
      <w:r>
        <w:t>170.0052</w:t>
      </w:r>
      <w:r>
        <w:tab/>
        <w:t>4.051e0</w:t>
      </w:r>
    </w:p>
    <w:p w14:paraId="0F11A9DD" w14:textId="77777777" w:rsidR="006D4449" w:rsidRDefault="006D4449" w:rsidP="006D4449">
      <w:r>
        <w:t>170.0168</w:t>
      </w:r>
      <w:r>
        <w:tab/>
        <w:t>1.013e0</w:t>
      </w:r>
    </w:p>
    <w:p w14:paraId="33AE37A9" w14:textId="77777777" w:rsidR="006D4449" w:rsidRDefault="006D4449" w:rsidP="006D4449">
      <w:r>
        <w:t>170.0204</w:t>
      </w:r>
      <w:r>
        <w:tab/>
        <w:t>1.013e0</w:t>
      </w:r>
    </w:p>
    <w:p w14:paraId="3D9A26F6" w14:textId="77777777" w:rsidR="006D4449" w:rsidRDefault="006D4449" w:rsidP="006D4449">
      <w:r>
        <w:t>170.0342</w:t>
      </w:r>
      <w:r>
        <w:tab/>
        <w:t>3.393e0</w:t>
      </w:r>
    </w:p>
    <w:p w14:paraId="5DD579AA" w14:textId="77777777" w:rsidR="006D4449" w:rsidRDefault="006D4449" w:rsidP="006D4449">
      <w:r>
        <w:t>170.0376</w:t>
      </w:r>
      <w:r>
        <w:tab/>
        <w:t>3.038e0</w:t>
      </w:r>
    </w:p>
    <w:p w14:paraId="61A967D7" w14:textId="77777777" w:rsidR="006D4449" w:rsidRDefault="006D4449" w:rsidP="006D4449">
      <w:r>
        <w:t>170.0423</w:t>
      </w:r>
      <w:r>
        <w:tab/>
        <w:t>3.038e0</w:t>
      </w:r>
    </w:p>
    <w:p w14:paraId="3B019153" w14:textId="77777777" w:rsidR="006D4449" w:rsidRDefault="006D4449" w:rsidP="006D4449">
      <w:r>
        <w:t>170.0435</w:t>
      </w:r>
      <w:r>
        <w:tab/>
        <w:t>4.813e0</w:t>
      </w:r>
    </w:p>
    <w:p w14:paraId="4630FE69" w14:textId="77777777" w:rsidR="006D4449" w:rsidRDefault="006D4449" w:rsidP="006D4449">
      <w:r>
        <w:t>170.0582</w:t>
      </w:r>
      <w:r>
        <w:tab/>
        <w:t>2.025e0</w:t>
      </w:r>
    </w:p>
    <w:p w14:paraId="609CD324" w14:textId="77777777" w:rsidR="006D4449" w:rsidRDefault="006D4449" w:rsidP="006D4449">
      <w:r>
        <w:t>170.0652</w:t>
      </w:r>
      <w:r>
        <w:tab/>
        <w:t>1.013e0</w:t>
      </w:r>
    </w:p>
    <w:p w14:paraId="7B5CF37A" w14:textId="77777777" w:rsidR="006D4449" w:rsidRDefault="006D4449" w:rsidP="006D4449">
      <w:r>
        <w:t>170.0751</w:t>
      </w:r>
      <w:r>
        <w:tab/>
        <w:t>3.038e0</w:t>
      </w:r>
    </w:p>
    <w:p w14:paraId="37F582A3" w14:textId="77777777" w:rsidR="006D4449" w:rsidRDefault="006D4449" w:rsidP="006D4449">
      <w:r>
        <w:t>170.0894</w:t>
      </w:r>
      <w:r>
        <w:tab/>
        <w:t>1.205e0</w:t>
      </w:r>
    </w:p>
    <w:p w14:paraId="60A16FAB" w14:textId="77777777" w:rsidR="006D4449" w:rsidRDefault="006D4449" w:rsidP="006D4449">
      <w:r>
        <w:t>170.0916</w:t>
      </w:r>
      <w:r>
        <w:tab/>
        <w:t>4.850e0</w:t>
      </w:r>
    </w:p>
    <w:p w14:paraId="2C45E5C3" w14:textId="77777777" w:rsidR="006D4449" w:rsidRDefault="006D4449" w:rsidP="006D4449">
      <w:r>
        <w:t>170.1003</w:t>
      </w:r>
      <w:r>
        <w:tab/>
        <w:t>3.133e0</w:t>
      </w:r>
    </w:p>
    <w:p w14:paraId="108C403C" w14:textId="77777777" w:rsidR="006D4449" w:rsidRDefault="006D4449" w:rsidP="006D4449">
      <w:r>
        <w:t>170.1121</w:t>
      </w:r>
      <w:r>
        <w:tab/>
        <w:t>3.699e0</w:t>
      </w:r>
    </w:p>
    <w:p w14:paraId="6F8901D4" w14:textId="77777777" w:rsidR="006D4449" w:rsidRDefault="006D4449" w:rsidP="006D4449">
      <w:r>
        <w:t>170.1276</w:t>
      </w:r>
      <w:r>
        <w:tab/>
        <w:t>3.465e0</w:t>
      </w:r>
    </w:p>
    <w:p w14:paraId="76181F84" w14:textId="77777777" w:rsidR="006D4449" w:rsidRDefault="006D4449" w:rsidP="006D4449">
      <w:r>
        <w:lastRenderedPageBreak/>
        <w:t>170.1485</w:t>
      </w:r>
      <w:r>
        <w:tab/>
        <w:t>2.025e0</w:t>
      </w:r>
    </w:p>
    <w:p w14:paraId="167E14C0" w14:textId="77777777" w:rsidR="006D4449" w:rsidRDefault="006D4449" w:rsidP="006D4449">
      <w:r>
        <w:t>170.1627</w:t>
      </w:r>
      <w:r>
        <w:tab/>
        <w:t>3.038e0</w:t>
      </w:r>
    </w:p>
    <w:p w14:paraId="7DEEBEB9" w14:textId="77777777" w:rsidR="006D4449" w:rsidRDefault="006D4449" w:rsidP="006D4449">
      <w:r>
        <w:t>170.1800</w:t>
      </w:r>
      <w:r>
        <w:tab/>
        <w:t>1.013e0</w:t>
      </w:r>
    </w:p>
    <w:p w14:paraId="4B17A928" w14:textId="77777777" w:rsidR="006D4449" w:rsidRDefault="006D4449" w:rsidP="006D4449">
      <w:r>
        <w:t>170.1826</w:t>
      </w:r>
      <w:r>
        <w:tab/>
        <w:t>1.013e0</w:t>
      </w:r>
    </w:p>
    <w:p w14:paraId="65C13760" w14:textId="77777777" w:rsidR="006D4449" w:rsidRDefault="006D4449" w:rsidP="006D4449">
      <w:r>
        <w:t>170.2241</w:t>
      </w:r>
      <w:r>
        <w:tab/>
        <w:t>1.013e0</w:t>
      </w:r>
    </w:p>
    <w:p w14:paraId="40764188" w14:textId="77777777" w:rsidR="006D4449" w:rsidRDefault="006D4449" w:rsidP="006D4449">
      <w:r>
        <w:t>170.2599</w:t>
      </w:r>
      <w:r>
        <w:tab/>
        <w:t>1.013e0</w:t>
      </w:r>
    </w:p>
    <w:p w14:paraId="13BCC837" w14:textId="77777777" w:rsidR="006D4449" w:rsidRDefault="006D4449" w:rsidP="006D4449">
      <w:r>
        <w:t>170.2859</w:t>
      </w:r>
      <w:r>
        <w:tab/>
        <w:t>2.025e0</w:t>
      </w:r>
    </w:p>
    <w:p w14:paraId="4C59963C" w14:textId="77777777" w:rsidR="006D4449" w:rsidRDefault="006D4449" w:rsidP="006D4449">
      <w:r>
        <w:t>170.2941</w:t>
      </w:r>
      <w:r>
        <w:tab/>
        <w:t>1.013e0</w:t>
      </w:r>
    </w:p>
    <w:p w14:paraId="23E554BD" w14:textId="77777777" w:rsidR="006D4449" w:rsidRDefault="006D4449" w:rsidP="006D4449">
      <w:r>
        <w:t>170.3035</w:t>
      </w:r>
      <w:r>
        <w:tab/>
        <w:t>1.013e0</w:t>
      </w:r>
    </w:p>
    <w:p w14:paraId="2FF0A171" w14:textId="77777777" w:rsidR="006D4449" w:rsidRDefault="006D4449" w:rsidP="006D4449">
      <w:r>
        <w:t>170.3183</w:t>
      </w:r>
      <w:r>
        <w:tab/>
        <w:t>1.013e0</w:t>
      </w:r>
    </w:p>
    <w:p w14:paraId="3D6E2A2B" w14:textId="77777777" w:rsidR="006D4449" w:rsidRDefault="006D4449" w:rsidP="006D4449">
      <w:r>
        <w:t>170.3246</w:t>
      </w:r>
      <w:r>
        <w:tab/>
        <w:t>1.013e0</w:t>
      </w:r>
    </w:p>
    <w:p w14:paraId="46547D5A" w14:textId="77777777" w:rsidR="006D4449" w:rsidRDefault="006D4449" w:rsidP="006D4449">
      <w:r>
        <w:t>170.3324</w:t>
      </w:r>
      <w:r>
        <w:tab/>
        <w:t>2.025e0</w:t>
      </w:r>
    </w:p>
    <w:p w14:paraId="3259B558" w14:textId="77777777" w:rsidR="006D4449" w:rsidRDefault="006D4449" w:rsidP="006D4449">
      <w:r>
        <w:t>170.3569</w:t>
      </w:r>
      <w:r>
        <w:tab/>
        <w:t>1.013e0</w:t>
      </w:r>
    </w:p>
    <w:p w14:paraId="368ECE08" w14:textId="77777777" w:rsidR="006D4449" w:rsidRDefault="006D4449" w:rsidP="006D4449">
      <w:r>
        <w:t>170.3622</w:t>
      </w:r>
      <w:r>
        <w:tab/>
        <w:t>2.025e0</w:t>
      </w:r>
    </w:p>
    <w:p w14:paraId="1F82D350" w14:textId="77777777" w:rsidR="006D4449" w:rsidRDefault="006D4449" w:rsidP="006D4449">
      <w:r>
        <w:t>170.3632</w:t>
      </w:r>
      <w:r>
        <w:tab/>
        <w:t>1.013e0</w:t>
      </w:r>
    </w:p>
    <w:p w14:paraId="78F165B2" w14:textId="77777777" w:rsidR="006D4449" w:rsidRDefault="006D4449" w:rsidP="006D4449">
      <w:r>
        <w:t>170.3667</w:t>
      </w:r>
      <w:r>
        <w:tab/>
        <w:t>1.013e0</w:t>
      </w:r>
    </w:p>
    <w:p w14:paraId="5FD7625C" w14:textId="77777777" w:rsidR="006D4449" w:rsidRDefault="006D4449" w:rsidP="006D4449">
      <w:r>
        <w:t>170.3693</w:t>
      </w:r>
      <w:r>
        <w:tab/>
        <w:t>2.025e0</w:t>
      </w:r>
    </w:p>
    <w:p w14:paraId="64E557A2" w14:textId="77777777" w:rsidR="006D4449" w:rsidRDefault="006D4449" w:rsidP="006D4449">
      <w:r>
        <w:t>170.3844</w:t>
      </w:r>
      <w:r>
        <w:tab/>
        <w:t>2.025e0</w:t>
      </w:r>
    </w:p>
    <w:p w14:paraId="4D5FD77D" w14:textId="77777777" w:rsidR="006D4449" w:rsidRDefault="006D4449" w:rsidP="006D4449">
      <w:r>
        <w:t>170.4083</w:t>
      </w:r>
      <w:r>
        <w:tab/>
        <w:t>1.013e0</w:t>
      </w:r>
    </w:p>
    <w:p w14:paraId="70DAB6FD" w14:textId="77777777" w:rsidR="006D4449" w:rsidRDefault="006D4449" w:rsidP="006D4449">
      <w:r>
        <w:lastRenderedPageBreak/>
        <w:t>170.4181</w:t>
      </w:r>
      <w:r>
        <w:tab/>
        <w:t>1.013e0</w:t>
      </w:r>
    </w:p>
    <w:p w14:paraId="11AB0D49" w14:textId="77777777" w:rsidR="006D4449" w:rsidRDefault="006D4449" w:rsidP="006D4449">
      <w:r>
        <w:t>170.4504</w:t>
      </w:r>
      <w:r>
        <w:tab/>
        <w:t>1.013e0</w:t>
      </w:r>
    </w:p>
    <w:p w14:paraId="6A296948" w14:textId="77777777" w:rsidR="006D4449" w:rsidRDefault="006D4449" w:rsidP="006D4449">
      <w:r>
        <w:t>170.4882</w:t>
      </w:r>
      <w:r>
        <w:tab/>
        <w:t>1.013e0</w:t>
      </w:r>
    </w:p>
    <w:p w14:paraId="51B8DF19" w14:textId="77777777" w:rsidR="006D4449" w:rsidRDefault="006D4449" w:rsidP="006D4449">
      <w:r>
        <w:t>170.4974</w:t>
      </w:r>
      <w:r>
        <w:tab/>
        <w:t>2.025e0</w:t>
      </w:r>
    </w:p>
    <w:p w14:paraId="3C53AA28" w14:textId="77777777" w:rsidR="006D4449" w:rsidRDefault="006D4449" w:rsidP="006D4449">
      <w:r>
        <w:t>170.5158</w:t>
      </w:r>
      <w:r>
        <w:tab/>
        <w:t>1.013e0</w:t>
      </w:r>
    </w:p>
    <w:p w14:paraId="70B3A5D5" w14:textId="77777777" w:rsidR="006D4449" w:rsidRDefault="006D4449" w:rsidP="006D4449">
      <w:r>
        <w:t>170.5328</w:t>
      </w:r>
      <w:r>
        <w:tab/>
        <w:t>1.013e0</w:t>
      </w:r>
    </w:p>
    <w:p w14:paraId="36EDCC66" w14:textId="77777777" w:rsidR="006D4449" w:rsidRDefault="006D4449" w:rsidP="006D4449">
      <w:r>
        <w:t>170.5398</w:t>
      </w:r>
      <w:r>
        <w:tab/>
        <w:t>1.013e0</w:t>
      </w:r>
    </w:p>
    <w:p w14:paraId="5BC72DCF" w14:textId="77777777" w:rsidR="006D4449" w:rsidRDefault="006D4449" w:rsidP="006D4449">
      <w:r>
        <w:t>170.5510</w:t>
      </w:r>
      <w:r>
        <w:tab/>
        <w:t>1.013e0</w:t>
      </w:r>
    </w:p>
    <w:p w14:paraId="0335465B" w14:textId="77777777" w:rsidR="006D4449" w:rsidRDefault="006D4449" w:rsidP="006D4449">
      <w:r>
        <w:t>170.5580</w:t>
      </w:r>
      <w:r>
        <w:tab/>
        <w:t>1.013e0</w:t>
      </w:r>
    </w:p>
    <w:p w14:paraId="2DD8B09B" w14:textId="77777777" w:rsidR="006D4449" w:rsidRDefault="006D4449" w:rsidP="006D4449">
      <w:r>
        <w:t>170.5998</w:t>
      </w:r>
      <w:r>
        <w:tab/>
        <w:t>1.013e0</w:t>
      </w:r>
    </w:p>
    <w:p w14:paraId="6CFBEFD8" w14:textId="77777777" w:rsidR="006D4449" w:rsidRDefault="006D4449" w:rsidP="006D4449">
      <w:r>
        <w:t>170.6298</w:t>
      </w:r>
      <w:r>
        <w:tab/>
        <w:t>1.013e0</w:t>
      </w:r>
    </w:p>
    <w:p w14:paraId="182D1188" w14:textId="77777777" w:rsidR="006D4449" w:rsidRDefault="006D4449" w:rsidP="006D4449">
      <w:r>
        <w:t>170.6376</w:t>
      </w:r>
      <w:r>
        <w:tab/>
        <w:t>2.025e0</w:t>
      </w:r>
    </w:p>
    <w:p w14:paraId="14063CCA" w14:textId="77777777" w:rsidR="006D4449" w:rsidRDefault="006D4449" w:rsidP="006D4449">
      <w:r>
        <w:t>170.6622</w:t>
      </w:r>
      <w:r>
        <w:tab/>
        <w:t>2.025e0</w:t>
      </w:r>
    </w:p>
    <w:p w14:paraId="4E56D591" w14:textId="77777777" w:rsidR="006D4449" w:rsidRDefault="006D4449" w:rsidP="006D4449">
      <w:r>
        <w:t>170.6754</w:t>
      </w:r>
      <w:r>
        <w:tab/>
        <w:t>1.013e0</w:t>
      </w:r>
    </w:p>
    <w:p w14:paraId="744C00C0" w14:textId="77777777" w:rsidR="006D4449" w:rsidRDefault="006D4449" w:rsidP="006D4449">
      <w:r>
        <w:t>170.6832</w:t>
      </w:r>
      <w:r>
        <w:tab/>
        <w:t>1.013e0</w:t>
      </w:r>
    </w:p>
    <w:p w14:paraId="22C5C73A" w14:textId="77777777" w:rsidR="006D4449" w:rsidRDefault="006D4449" w:rsidP="006D4449">
      <w:r>
        <w:t>170.6931</w:t>
      </w:r>
      <w:r>
        <w:tab/>
        <w:t>1.013e0</w:t>
      </w:r>
    </w:p>
    <w:p w14:paraId="1878D11E" w14:textId="77777777" w:rsidR="006D4449" w:rsidRDefault="006D4449" w:rsidP="006D4449">
      <w:r>
        <w:t>170.6973</w:t>
      </w:r>
      <w:r>
        <w:tab/>
        <w:t>1.013e0</w:t>
      </w:r>
    </w:p>
    <w:p w14:paraId="6DFB2597" w14:textId="77777777" w:rsidR="006D4449" w:rsidRDefault="006D4449" w:rsidP="006D4449">
      <w:r>
        <w:t>170.7108</w:t>
      </w:r>
      <w:r>
        <w:tab/>
        <w:t>1.013e0</w:t>
      </w:r>
    </w:p>
    <w:p w14:paraId="56DE0CD0" w14:textId="77777777" w:rsidR="006D4449" w:rsidRDefault="006D4449" w:rsidP="006D4449">
      <w:r>
        <w:t>170.7202</w:t>
      </w:r>
      <w:r>
        <w:tab/>
        <w:t>1.013e0</w:t>
      </w:r>
    </w:p>
    <w:p w14:paraId="1F9E6440" w14:textId="77777777" w:rsidR="006D4449" w:rsidRDefault="006D4449" w:rsidP="006D4449">
      <w:r>
        <w:lastRenderedPageBreak/>
        <w:t>170.7339</w:t>
      </w:r>
      <w:r>
        <w:tab/>
        <w:t>1.013e0</w:t>
      </w:r>
    </w:p>
    <w:p w14:paraId="1A78B92E" w14:textId="77777777" w:rsidR="006D4449" w:rsidRDefault="006D4449" w:rsidP="006D4449">
      <w:r>
        <w:t>170.7382</w:t>
      </w:r>
      <w:r>
        <w:tab/>
        <w:t>1.013e0</w:t>
      </w:r>
    </w:p>
    <w:p w14:paraId="2464C998" w14:textId="77777777" w:rsidR="006D4449" w:rsidRDefault="006D4449" w:rsidP="006D4449">
      <w:r>
        <w:t>170.7768</w:t>
      </w:r>
      <w:r>
        <w:tab/>
        <w:t>1.013e0</w:t>
      </w:r>
    </w:p>
    <w:p w14:paraId="49968251" w14:textId="77777777" w:rsidR="006D4449" w:rsidRDefault="006D4449" w:rsidP="006D4449">
      <w:r>
        <w:t>170.7848</w:t>
      </w:r>
      <w:r>
        <w:tab/>
        <w:t>3.038e0</w:t>
      </w:r>
    </w:p>
    <w:p w14:paraId="2E123CD0" w14:textId="77777777" w:rsidR="006D4449" w:rsidRDefault="006D4449" w:rsidP="006D4449">
      <w:r>
        <w:t>170.8319</w:t>
      </w:r>
      <w:r>
        <w:tab/>
        <w:t>1.013e0</w:t>
      </w:r>
    </w:p>
    <w:p w14:paraId="0CB3B3CF" w14:textId="77777777" w:rsidR="006D4449" w:rsidRDefault="006D4449" w:rsidP="006D4449">
      <w:r>
        <w:t>170.8330</w:t>
      </w:r>
      <w:r>
        <w:tab/>
        <w:t>2.025e0</w:t>
      </w:r>
    </w:p>
    <w:p w14:paraId="6505C12C" w14:textId="77777777" w:rsidR="006D4449" w:rsidRDefault="006D4449" w:rsidP="006D4449">
      <w:r>
        <w:t>170.8494</w:t>
      </w:r>
      <w:r>
        <w:tab/>
        <w:t>1.013e0</w:t>
      </w:r>
    </w:p>
    <w:p w14:paraId="28D09EEF" w14:textId="77777777" w:rsidR="006D4449" w:rsidRDefault="006D4449" w:rsidP="006D4449">
      <w:r>
        <w:t>170.8599</w:t>
      </w:r>
      <w:r>
        <w:tab/>
        <w:t>1.013e0</w:t>
      </w:r>
    </w:p>
    <w:p w14:paraId="666E0A84" w14:textId="77777777" w:rsidR="006D4449" w:rsidRDefault="006D4449" w:rsidP="006D4449">
      <w:r>
        <w:t>170.8740</w:t>
      </w:r>
      <w:r>
        <w:tab/>
        <w:t>2.025e0</w:t>
      </w:r>
    </w:p>
    <w:p w14:paraId="26966609" w14:textId="77777777" w:rsidR="006D4449" w:rsidRDefault="006D4449" w:rsidP="006D4449">
      <w:r>
        <w:t>170.8750</w:t>
      </w:r>
      <w:r>
        <w:tab/>
        <w:t>2.025e0</w:t>
      </w:r>
    </w:p>
    <w:p w14:paraId="72D53950" w14:textId="77777777" w:rsidR="006D4449" w:rsidRDefault="006D4449" w:rsidP="006D4449">
      <w:r>
        <w:t>170.8873</w:t>
      </w:r>
      <w:r>
        <w:tab/>
        <w:t>1.013e0</w:t>
      </w:r>
    </w:p>
    <w:p w14:paraId="7904AE4A" w14:textId="77777777" w:rsidR="006D4449" w:rsidRDefault="006D4449" w:rsidP="006D4449">
      <w:r>
        <w:t>170.8950</w:t>
      </w:r>
      <w:r>
        <w:tab/>
        <w:t>1.013e0</w:t>
      </w:r>
    </w:p>
    <w:p w14:paraId="439F5361" w14:textId="77777777" w:rsidR="006D4449" w:rsidRDefault="006D4449" w:rsidP="006D4449">
      <w:r>
        <w:t>170.9161</w:t>
      </w:r>
      <w:r>
        <w:tab/>
        <w:t>1.013e0</w:t>
      </w:r>
    </w:p>
    <w:p w14:paraId="524E8BE0" w14:textId="77777777" w:rsidR="006D4449" w:rsidRDefault="006D4449" w:rsidP="006D4449">
      <w:r>
        <w:t>170.9356</w:t>
      </w:r>
      <w:r>
        <w:tab/>
        <w:t>1.013e0</w:t>
      </w:r>
    </w:p>
    <w:p w14:paraId="2A58EFD6" w14:textId="77777777" w:rsidR="006D4449" w:rsidRDefault="006D4449" w:rsidP="006D4449">
      <w:r>
        <w:t>170.9641</w:t>
      </w:r>
      <w:r>
        <w:tab/>
        <w:t>1.013e0</w:t>
      </w:r>
    </w:p>
    <w:p w14:paraId="30F5A7F4" w14:textId="77777777" w:rsidR="006D4449" w:rsidRDefault="006D4449" w:rsidP="006D4449">
      <w:r>
        <w:t>170.9774</w:t>
      </w:r>
      <w:r>
        <w:tab/>
        <w:t>1.013e0</w:t>
      </w:r>
    </w:p>
    <w:p w14:paraId="5B3912DB" w14:textId="77777777" w:rsidR="006D4449" w:rsidRDefault="006D4449" w:rsidP="006D4449">
      <w:r>
        <w:t>170.9957</w:t>
      </w:r>
      <w:r>
        <w:tab/>
        <w:t>2.025e0</w:t>
      </w:r>
    </w:p>
    <w:p w14:paraId="379545E2" w14:textId="77777777" w:rsidR="006D4449" w:rsidRDefault="006D4449" w:rsidP="006D4449">
      <w:r>
        <w:t>171.0169</w:t>
      </w:r>
      <w:r>
        <w:tab/>
        <w:t>1.013e0</w:t>
      </w:r>
    </w:p>
    <w:p w14:paraId="74A6BF46" w14:textId="77777777" w:rsidR="006D4449" w:rsidRDefault="006D4449" w:rsidP="006D4449">
      <w:r>
        <w:t>171.0394</w:t>
      </w:r>
      <w:r>
        <w:tab/>
        <w:t>3.038e0</w:t>
      </w:r>
    </w:p>
    <w:p w14:paraId="3C04C7E8" w14:textId="77777777" w:rsidR="006D4449" w:rsidRDefault="006D4449" w:rsidP="006D4449">
      <w:r>
        <w:lastRenderedPageBreak/>
        <w:t>171.0560</w:t>
      </w:r>
      <w:r>
        <w:tab/>
        <w:t>2.025e0</w:t>
      </w:r>
    </w:p>
    <w:p w14:paraId="1E75E347" w14:textId="77777777" w:rsidR="006D4449" w:rsidRDefault="006D4449" w:rsidP="006D4449">
      <w:r>
        <w:t>171.0576</w:t>
      </w:r>
      <w:r>
        <w:tab/>
        <w:t>1.804e0</w:t>
      </w:r>
    </w:p>
    <w:p w14:paraId="2B9CE606" w14:textId="77777777" w:rsidR="006D4449" w:rsidRDefault="006D4449" w:rsidP="006D4449">
      <w:r>
        <w:t>171.0612</w:t>
      </w:r>
      <w:r>
        <w:tab/>
        <w:t>1.013e0</w:t>
      </w:r>
    </w:p>
    <w:p w14:paraId="3D3135BE" w14:textId="77777777" w:rsidR="006D4449" w:rsidRDefault="006D4449" w:rsidP="006D4449">
      <w:r>
        <w:t>171.0640</w:t>
      </w:r>
      <w:r>
        <w:tab/>
        <w:t>1.013e0</w:t>
      </w:r>
    </w:p>
    <w:p w14:paraId="23E79164" w14:textId="77777777" w:rsidR="006D4449" w:rsidRDefault="006D4449" w:rsidP="006D4449">
      <w:r>
        <w:t>171.0805</w:t>
      </w:r>
      <w:r>
        <w:tab/>
        <w:t>6.547e0</w:t>
      </w:r>
    </w:p>
    <w:p w14:paraId="05C17B3B" w14:textId="77777777" w:rsidR="006D4449" w:rsidRDefault="006D4449" w:rsidP="006D4449">
      <w:r>
        <w:t>171.0876</w:t>
      </w:r>
      <w:r>
        <w:tab/>
        <w:t>3.800e0</w:t>
      </w:r>
    </w:p>
    <w:p w14:paraId="6AA12800" w14:textId="77777777" w:rsidR="006D4449" w:rsidRDefault="006D4449" w:rsidP="006D4449">
      <w:r>
        <w:t>171.1035</w:t>
      </w:r>
      <w:r>
        <w:tab/>
        <w:t>1.431e0</w:t>
      </w:r>
    </w:p>
    <w:p w14:paraId="4388703A" w14:textId="77777777" w:rsidR="006D4449" w:rsidRDefault="006D4449" w:rsidP="006D4449">
      <w:r>
        <w:t>171.1166</w:t>
      </w:r>
      <w:r>
        <w:tab/>
        <w:t>4.249e0</w:t>
      </w:r>
    </w:p>
    <w:p w14:paraId="64462DF2" w14:textId="77777777" w:rsidR="006D4449" w:rsidRDefault="006D4449" w:rsidP="006D4449">
      <w:r>
        <w:t>171.1228</w:t>
      </w:r>
      <w:r>
        <w:tab/>
        <w:t>2.174e0</w:t>
      </w:r>
    </w:p>
    <w:p w14:paraId="735D84B0" w14:textId="77777777" w:rsidR="006D4449" w:rsidRDefault="006D4449" w:rsidP="006D4449">
      <w:r>
        <w:t>171.1351</w:t>
      </w:r>
      <w:r>
        <w:tab/>
        <w:t>1.306e0</w:t>
      </w:r>
    </w:p>
    <w:p w14:paraId="65B843BB" w14:textId="77777777" w:rsidR="006D4449" w:rsidRDefault="006D4449" w:rsidP="006D4449">
      <w:r>
        <w:t>171.1431</w:t>
      </w:r>
      <w:r>
        <w:tab/>
        <w:t>6.343e0</w:t>
      </w:r>
    </w:p>
    <w:p w14:paraId="690B3712" w14:textId="77777777" w:rsidR="006D4449" w:rsidRDefault="006D4449" w:rsidP="006D4449">
      <w:r>
        <w:t>171.1480</w:t>
      </w:r>
      <w:r>
        <w:tab/>
        <w:t>4.051e0</w:t>
      </w:r>
    </w:p>
    <w:p w14:paraId="6E4C9B15" w14:textId="77777777" w:rsidR="006D4449" w:rsidRDefault="006D4449" w:rsidP="006D4449">
      <w:r>
        <w:t>171.1526</w:t>
      </w:r>
      <w:r>
        <w:tab/>
        <w:t>2.025e0</w:t>
      </w:r>
    </w:p>
    <w:p w14:paraId="0BE663E7" w14:textId="77777777" w:rsidR="006D4449" w:rsidRDefault="006D4449" w:rsidP="006D4449">
      <w:r>
        <w:t>171.1561</w:t>
      </w:r>
      <w:r>
        <w:tab/>
        <w:t>1.196e1</w:t>
      </w:r>
    </w:p>
    <w:p w14:paraId="20933E5B" w14:textId="77777777" w:rsidR="006D4449" w:rsidRDefault="006D4449" w:rsidP="006D4449">
      <w:r>
        <w:t>171.1627</w:t>
      </w:r>
      <w:r>
        <w:tab/>
        <w:t>5.063e0</w:t>
      </w:r>
    </w:p>
    <w:p w14:paraId="4BCBEDB1" w14:textId="77777777" w:rsidR="006D4449" w:rsidRDefault="006D4449" w:rsidP="006D4449">
      <w:r>
        <w:t>171.1638</w:t>
      </w:r>
      <w:r>
        <w:tab/>
        <w:t>2.095e0</w:t>
      </w:r>
    </w:p>
    <w:p w14:paraId="696A87D3" w14:textId="77777777" w:rsidR="006D4449" w:rsidRDefault="006D4449" w:rsidP="006D4449">
      <w:r>
        <w:t>171.1753</w:t>
      </w:r>
      <w:r>
        <w:tab/>
        <w:t>1.013e0</w:t>
      </w:r>
    </w:p>
    <w:p w14:paraId="36E99267" w14:textId="77777777" w:rsidR="006D4449" w:rsidRDefault="006D4449" w:rsidP="006D4449">
      <w:r>
        <w:t>171.1848</w:t>
      </w:r>
      <w:r>
        <w:tab/>
        <w:t>5.063e0</w:t>
      </w:r>
    </w:p>
    <w:p w14:paraId="39A250B6" w14:textId="77777777" w:rsidR="006D4449" w:rsidRDefault="006D4449" w:rsidP="006D4449">
      <w:r>
        <w:t>171.2042</w:t>
      </w:r>
      <w:r>
        <w:tab/>
        <w:t>2.025e0</w:t>
      </w:r>
    </w:p>
    <w:p w14:paraId="22FF210C" w14:textId="77777777" w:rsidR="006D4449" w:rsidRDefault="006D4449" w:rsidP="006D4449">
      <w:r>
        <w:lastRenderedPageBreak/>
        <w:t>171.2094</w:t>
      </w:r>
      <w:r>
        <w:tab/>
        <w:t>2.025e0</w:t>
      </w:r>
    </w:p>
    <w:p w14:paraId="30A3956A" w14:textId="77777777" w:rsidR="006D4449" w:rsidRDefault="006D4449" w:rsidP="006D4449">
      <w:r>
        <w:t>171.2358</w:t>
      </w:r>
      <w:r>
        <w:tab/>
        <w:t>1.013e0</w:t>
      </w:r>
    </w:p>
    <w:p w14:paraId="0EA7C500" w14:textId="77777777" w:rsidR="006D4449" w:rsidRDefault="006D4449" w:rsidP="006D4449">
      <w:r>
        <w:t>171.2456</w:t>
      </w:r>
      <w:r>
        <w:tab/>
        <w:t>1.013e0</w:t>
      </w:r>
    </w:p>
    <w:p w14:paraId="553D3B09" w14:textId="77777777" w:rsidR="006D4449" w:rsidRDefault="006D4449" w:rsidP="006D4449">
      <w:r>
        <w:t>171.2565</w:t>
      </w:r>
      <w:r>
        <w:tab/>
        <w:t>1.013e0</w:t>
      </w:r>
    </w:p>
    <w:p w14:paraId="290E9E4A" w14:textId="77777777" w:rsidR="006D4449" w:rsidRDefault="006D4449" w:rsidP="006D4449">
      <w:r>
        <w:t>171.2733</w:t>
      </w:r>
      <w:r>
        <w:tab/>
        <w:t>1.013e0</w:t>
      </w:r>
    </w:p>
    <w:p w14:paraId="30DB4471" w14:textId="77777777" w:rsidR="006D4449" w:rsidRDefault="006D4449" w:rsidP="006D4449">
      <w:r>
        <w:t>171.2830</w:t>
      </w:r>
      <w:r>
        <w:tab/>
        <w:t>1.013e0</w:t>
      </w:r>
    </w:p>
    <w:p w14:paraId="66DD686F" w14:textId="77777777" w:rsidR="006D4449" w:rsidRDefault="006D4449" w:rsidP="006D4449">
      <w:r>
        <w:t>171.2873</w:t>
      </w:r>
      <w:r>
        <w:tab/>
        <w:t>1.013e0</w:t>
      </w:r>
    </w:p>
    <w:p w14:paraId="56FC4BCE" w14:textId="77777777" w:rsidR="006D4449" w:rsidRDefault="006D4449" w:rsidP="006D4449">
      <w:r>
        <w:t>171.3049</w:t>
      </w:r>
      <w:r>
        <w:tab/>
        <w:t>2.025e0</w:t>
      </w:r>
    </w:p>
    <w:p w14:paraId="27F503BD" w14:textId="77777777" w:rsidR="006D4449" w:rsidRDefault="006D4449" w:rsidP="006D4449">
      <w:r>
        <w:t>171.3253</w:t>
      </w:r>
      <w:r>
        <w:tab/>
        <w:t>2.025e0</w:t>
      </w:r>
    </w:p>
    <w:p w14:paraId="7D9D44B2" w14:textId="77777777" w:rsidR="006D4449" w:rsidRDefault="006D4449" w:rsidP="006D4449">
      <w:r>
        <w:t>171.3295</w:t>
      </w:r>
      <w:r>
        <w:tab/>
        <w:t>1.013e0</w:t>
      </w:r>
    </w:p>
    <w:p w14:paraId="1561551B" w14:textId="77777777" w:rsidR="006D4449" w:rsidRDefault="006D4449" w:rsidP="006D4449">
      <w:r>
        <w:t>171.3313</w:t>
      </w:r>
      <w:r>
        <w:tab/>
        <w:t>2.025e0</w:t>
      </w:r>
    </w:p>
    <w:p w14:paraId="520AAAC6" w14:textId="77777777" w:rsidR="006D4449" w:rsidRDefault="006D4449" w:rsidP="006D4449">
      <w:r>
        <w:t>171.3535</w:t>
      </w:r>
      <w:r>
        <w:tab/>
        <w:t>1.013e0</w:t>
      </w:r>
    </w:p>
    <w:p w14:paraId="7E465015" w14:textId="77777777" w:rsidR="006D4449" w:rsidRDefault="006D4449" w:rsidP="006D4449">
      <w:r>
        <w:t>171.3577</w:t>
      </w:r>
      <w:r>
        <w:tab/>
        <w:t>1.013e0</w:t>
      </w:r>
    </w:p>
    <w:p w14:paraId="6A7B33E1" w14:textId="77777777" w:rsidR="006D4449" w:rsidRDefault="006D4449" w:rsidP="006D4449">
      <w:r>
        <w:t>171.3738</w:t>
      </w:r>
      <w:r>
        <w:tab/>
        <w:t>1.013e0</w:t>
      </w:r>
    </w:p>
    <w:p w14:paraId="1382417E" w14:textId="77777777" w:rsidR="006D4449" w:rsidRDefault="006D4449" w:rsidP="006D4449">
      <w:r>
        <w:t>171.3813</w:t>
      </w:r>
      <w:r>
        <w:tab/>
        <w:t>1.013e0</w:t>
      </w:r>
    </w:p>
    <w:p w14:paraId="071730D4" w14:textId="77777777" w:rsidR="006D4449" w:rsidRDefault="006D4449" w:rsidP="006D4449">
      <w:r>
        <w:t>171.4092</w:t>
      </w:r>
      <w:r>
        <w:tab/>
        <w:t>1.013e0</w:t>
      </w:r>
    </w:p>
    <w:p w14:paraId="1FB8F562" w14:textId="77777777" w:rsidR="006D4449" w:rsidRDefault="006D4449" w:rsidP="006D4449">
      <w:r>
        <w:t>171.4163</w:t>
      </w:r>
      <w:r>
        <w:tab/>
        <w:t>1.013e0</w:t>
      </w:r>
    </w:p>
    <w:p w14:paraId="15AA6534" w14:textId="77777777" w:rsidR="006D4449" w:rsidRDefault="006D4449" w:rsidP="006D4449">
      <w:r>
        <w:t>171.4261</w:t>
      </w:r>
      <w:r>
        <w:tab/>
        <w:t>1.013e0</w:t>
      </w:r>
    </w:p>
    <w:p w14:paraId="44F942FF" w14:textId="77777777" w:rsidR="006D4449" w:rsidRDefault="006D4449" w:rsidP="006D4449">
      <w:r>
        <w:t>171.4373</w:t>
      </w:r>
      <w:r>
        <w:tab/>
        <w:t>2.025e0</w:t>
      </w:r>
    </w:p>
    <w:p w14:paraId="298C18F0" w14:textId="77777777" w:rsidR="006D4449" w:rsidRDefault="006D4449" w:rsidP="006D4449">
      <w:r>
        <w:lastRenderedPageBreak/>
        <w:t>171.4683</w:t>
      </w:r>
      <w:r>
        <w:tab/>
        <w:t>1.013e0</w:t>
      </w:r>
    </w:p>
    <w:p w14:paraId="7EA58307" w14:textId="77777777" w:rsidR="006D4449" w:rsidRDefault="006D4449" w:rsidP="006D4449">
      <w:r>
        <w:t>171.4818</w:t>
      </w:r>
      <w:r>
        <w:tab/>
        <w:t>1.013e0</w:t>
      </w:r>
    </w:p>
    <w:p w14:paraId="2EA0AD90" w14:textId="77777777" w:rsidR="006D4449" w:rsidRDefault="006D4449" w:rsidP="006D4449">
      <w:r>
        <w:t>171.5021</w:t>
      </w:r>
      <w:r>
        <w:tab/>
        <w:t>1.013e0</w:t>
      </w:r>
    </w:p>
    <w:p w14:paraId="652F3744" w14:textId="77777777" w:rsidR="006D4449" w:rsidRDefault="006D4449" w:rsidP="006D4449">
      <w:r>
        <w:t>171.5128</w:t>
      </w:r>
      <w:r>
        <w:tab/>
        <w:t>1.013e0</w:t>
      </w:r>
    </w:p>
    <w:p w14:paraId="5F681041" w14:textId="77777777" w:rsidR="006D4449" w:rsidRDefault="006D4449" w:rsidP="006D4449">
      <w:r>
        <w:t>171.5170</w:t>
      </w:r>
      <w:r>
        <w:tab/>
        <w:t>1.013e0</w:t>
      </w:r>
    </w:p>
    <w:p w14:paraId="364484AD" w14:textId="77777777" w:rsidR="006D4449" w:rsidRDefault="006D4449" w:rsidP="006D4449">
      <w:r>
        <w:t>171.5381</w:t>
      </w:r>
      <w:r>
        <w:tab/>
        <w:t>1.013e0</w:t>
      </w:r>
    </w:p>
    <w:p w14:paraId="7DA2AC5F" w14:textId="77777777" w:rsidR="006D4449" w:rsidRDefault="006D4449" w:rsidP="006D4449">
      <w:r>
        <w:t>171.5409</w:t>
      </w:r>
      <w:r>
        <w:tab/>
        <w:t>2.025e0</w:t>
      </w:r>
    </w:p>
    <w:p w14:paraId="64BBBC4F" w14:textId="77777777" w:rsidR="006D4449" w:rsidRDefault="006D4449" w:rsidP="006D4449">
      <w:r>
        <w:t>171.5663</w:t>
      </w:r>
      <w:r>
        <w:tab/>
        <w:t>1.013e0</w:t>
      </w:r>
    </w:p>
    <w:p w14:paraId="11341006" w14:textId="77777777" w:rsidR="006D4449" w:rsidRDefault="006D4449" w:rsidP="006D4449">
      <w:r>
        <w:t>171.5698</w:t>
      </w:r>
      <w:r>
        <w:tab/>
        <w:t>1.013e0</w:t>
      </w:r>
    </w:p>
    <w:p w14:paraId="15576A2F" w14:textId="77777777" w:rsidR="006D4449" w:rsidRDefault="006D4449" w:rsidP="006D4449">
      <w:r>
        <w:t>171.5804</w:t>
      </w:r>
      <w:r>
        <w:tab/>
        <w:t>1.013e0</w:t>
      </w:r>
    </w:p>
    <w:p w14:paraId="559142CC" w14:textId="77777777" w:rsidR="006D4449" w:rsidRDefault="006D4449" w:rsidP="006D4449">
      <w:r>
        <w:t>171.6008</w:t>
      </w:r>
      <w:r>
        <w:tab/>
        <w:t>1.013e0</w:t>
      </w:r>
    </w:p>
    <w:p w14:paraId="40BC6F04" w14:textId="77777777" w:rsidR="006D4449" w:rsidRDefault="006D4449" w:rsidP="006D4449">
      <w:r>
        <w:t>171.6143</w:t>
      </w:r>
      <w:r>
        <w:tab/>
        <w:t>1.013e0</w:t>
      </w:r>
    </w:p>
    <w:p w14:paraId="17FBBD4E" w14:textId="77777777" w:rsidR="006D4449" w:rsidRDefault="006D4449" w:rsidP="006D4449">
      <w:r>
        <w:t>171.6390</w:t>
      </w:r>
      <w:r>
        <w:tab/>
        <w:t>1.013e0</w:t>
      </w:r>
    </w:p>
    <w:p w14:paraId="2F9A0C70" w14:textId="77777777" w:rsidR="006D4449" w:rsidRDefault="006D4449" w:rsidP="006D4449">
      <w:r>
        <w:t>171.6495</w:t>
      </w:r>
      <w:r>
        <w:tab/>
        <w:t>1.013e0</w:t>
      </w:r>
    </w:p>
    <w:p w14:paraId="43DBF9E2" w14:textId="77777777" w:rsidR="006D4449" w:rsidRDefault="006D4449" w:rsidP="006D4449">
      <w:r>
        <w:t>171.6663</w:t>
      </w:r>
      <w:r>
        <w:tab/>
        <w:t>1.013e0</w:t>
      </w:r>
    </w:p>
    <w:p w14:paraId="690E1ABB" w14:textId="77777777" w:rsidR="006D4449" w:rsidRDefault="006D4449" w:rsidP="006D4449">
      <w:r>
        <w:t>171.6840</w:t>
      </w:r>
      <w:r>
        <w:tab/>
        <w:t>2.025e0</w:t>
      </w:r>
    </w:p>
    <w:p w14:paraId="5D246AA6" w14:textId="77777777" w:rsidR="006D4449" w:rsidRDefault="006D4449" w:rsidP="006D4449">
      <w:r>
        <w:t>171.6883</w:t>
      </w:r>
      <w:r>
        <w:tab/>
        <w:t>1.013e0</w:t>
      </w:r>
    </w:p>
    <w:p w14:paraId="591C3FAA" w14:textId="77777777" w:rsidR="006D4449" w:rsidRDefault="006D4449" w:rsidP="006D4449">
      <w:r>
        <w:t>171.7021</w:t>
      </w:r>
      <w:r>
        <w:tab/>
        <w:t>1.013e0</w:t>
      </w:r>
    </w:p>
    <w:p w14:paraId="2BC34309" w14:textId="77777777" w:rsidR="006D4449" w:rsidRDefault="006D4449" w:rsidP="006D4449">
      <w:r>
        <w:t>171.7123</w:t>
      </w:r>
      <w:r>
        <w:tab/>
        <w:t>1.013e0</w:t>
      </w:r>
    </w:p>
    <w:p w14:paraId="7CEF87C8" w14:textId="77777777" w:rsidR="006D4449" w:rsidRDefault="006D4449" w:rsidP="006D4449">
      <w:r>
        <w:lastRenderedPageBreak/>
        <w:t>171.7224</w:t>
      </w:r>
      <w:r>
        <w:tab/>
        <w:t>1.013e0</w:t>
      </w:r>
    </w:p>
    <w:p w14:paraId="0C3909DB" w14:textId="77777777" w:rsidR="006D4449" w:rsidRDefault="006D4449" w:rsidP="006D4449">
      <w:r>
        <w:t>171.7429</w:t>
      </w:r>
      <w:r>
        <w:tab/>
        <w:t>2.025e0</w:t>
      </w:r>
    </w:p>
    <w:p w14:paraId="033BD654" w14:textId="77777777" w:rsidR="006D4449" w:rsidRDefault="006D4449" w:rsidP="006D4449">
      <w:r>
        <w:t>171.7645</w:t>
      </w:r>
      <w:r>
        <w:tab/>
        <w:t>1.013e0</w:t>
      </w:r>
    </w:p>
    <w:p w14:paraId="2999F7BC" w14:textId="77777777" w:rsidR="006D4449" w:rsidRDefault="006D4449" w:rsidP="006D4449">
      <w:r>
        <w:t>171.7707</w:t>
      </w:r>
      <w:r>
        <w:tab/>
        <w:t>1.013e0</w:t>
      </w:r>
    </w:p>
    <w:p w14:paraId="12C1A904" w14:textId="77777777" w:rsidR="006D4449" w:rsidRDefault="006D4449" w:rsidP="006D4449">
      <w:r>
        <w:t>171.7820</w:t>
      </w:r>
      <w:r>
        <w:tab/>
        <w:t>1.013e0</w:t>
      </w:r>
    </w:p>
    <w:p w14:paraId="2A7DAE09" w14:textId="77777777" w:rsidR="006D4449" w:rsidRDefault="006D4449" w:rsidP="006D4449">
      <w:r>
        <w:t>171.7954</w:t>
      </w:r>
      <w:r>
        <w:tab/>
        <w:t>1.013e0</w:t>
      </w:r>
    </w:p>
    <w:p w14:paraId="328A4FDC" w14:textId="77777777" w:rsidR="006D4449" w:rsidRDefault="006D4449" w:rsidP="006D4449">
      <w:r>
        <w:t>171.8367</w:t>
      </w:r>
      <w:r>
        <w:tab/>
        <w:t>1.013e0</w:t>
      </w:r>
    </w:p>
    <w:p w14:paraId="7F26746C" w14:textId="77777777" w:rsidR="006D4449" w:rsidRDefault="006D4449" w:rsidP="006D4449">
      <w:r>
        <w:t>171.8442</w:t>
      </w:r>
      <w:r>
        <w:tab/>
        <w:t>1.013e0</w:t>
      </w:r>
    </w:p>
    <w:p w14:paraId="014D5AB5" w14:textId="77777777" w:rsidR="006D4449" w:rsidRDefault="006D4449" w:rsidP="006D4449">
      <w:r>
        <w:t>171.8575</w:t>
      </w:r>
      <w:r>
        <w:tab/>
        <w:t>1.013e0</w:t>
      </w:r>
    </w:p>
    <w:p w14:paraId="0F9D94D1" w14:textId="77777777" w:rsidR="006D4449" w:rsidRDefault="006D4449" w:rsidP="006D4449">
      <w:r>
        <w:t>171.8919</w:t>
      </w:r>
      <w:r>
        <w:tab/>
        <w:t>3.038e0</w:t>
      </w:r>
    </w:p>
    <w:p w14:paraId="2B62DF35" w14:textId="77777777" w:rsidR="006D4449" w:rsidRDefault="006D4449" w:rsidP="006D4449">
      <w:r>
        <w:t>171.8997</w:t>
      </w:r>
      <w:r>
        <w:tab/>
        <w:t>2.025e0</w:t>
      </w:r>
    </w:p>
    <w:p w14:paraId="0B19CBF6" w14:textId="77777777" w:rsidR="006D4449" w:rsidRDefault="006D4449" w:rsidP="006D4449">
      <w:r>
        <w:t>171.9218</w:t>
      </w:r>
      <w:r>
        <w:tab/>
        <w:t>3.038e0</w:t>
      </w:r>
    </w:p>
    <w:p w14:paraId="77B25413" w14:textId="77777777" w:rsidR="006D4449" w:rsidRDefault="006D4449" w:rsidP="006D4449">
      <w:r>
        <w:t>171.9423</w:t>
      </w:r>
      <w:r>
        <w:tab/>
        <w:t>1.013e0</w:t>
      </w:r>
    </w:p>
    <w:p w14:paraId="0F504BD6" w14:textId="77777777" w:rsidR="006D4449" w:rsidRDefault="006D4449" w:rsidP="006D4449">
      <w:r>
        <w:t>171.9449</w:t>
      </w:r>
      <w:r>
        <w:tab/>
        <w:t>1.013e0</w:t>
      </w:r>
    </w:p>
    <w:p w14:paraId="167A1468" w14:textId="77777777" w:rsidR="006D4449" w:rsidRDefault="006D4449" w:rsidP="006D4449">
      <w:r>
        <w:t>171.9820</w:t>
      </w:r>
      <w:r>
        <w:tab/>
        <w:t>2.025e0</w:t>
      </w:r>
    </w:p>
    <w:p w14:paraId="646D8E14" w14:textId="77777777" w:rsidR="006D4449" w:rsidRDefault="006D4449" w:rsidP="006D4449">
      <w:r>
        <w:t>171.9866</w:t>
      </w:r>
      <w:r>
        <w:tab/>
        <w:t>1.013e0</w:t>
      </w:r>
    </w:p>
    <w:p w14:paraId="59F08D39" w14:textId="77777777" w:rsidR="006D4449" w:rsidRDefault="006D4449" w:rsidP="006D4449">
      <w:r>
        <w:t>171.9979</w:t>
      </w:r>
      <w:r>
        <w:tab/>
        <w:t>1.013e0</w:t>
      </w:r>
    </w:p>
    <w:p w14:paraId="7C66BC7D" w14:textId="77777777" w:rsidR="006D4449" w:rsidRDefault="006D4449" w:rsidP="006D4449">
      <w:r>
        <w:t>172.0324</w:t>
      </w:r>
      <w:r>
        <w:tab/>
        <w:t>1.013e0</w:t>
      </w:r>
    </w:p>
    <w:p w14:paraId="0C5A0020" w14:textId="77777777" w:rsidR="006D4449" w:rsidRDefault="006D4449" w:rsidP="006D4449">
      <w:r>
        <w:t>172.0367</w:t>
      </w:r>
      <w:r>
        <w:tab/>
        <w:t>1.013e0</w:t>
      </w:r>
    </w:p>
    <w:p w14:paraId="73C370B6" w14:textId="77777777" w:rsidR="006D4449" w:rsidRDefault="006D4449" w:rsidP="006D4449">
      <w:r>
        <w:lastRenderedPageBreak/>
        <w:t>172.0388</w:t>
      </w:r>
      <w:r>
        <w:tab/>
        <w:t>3.038e0</w:t>
      </w:r>
    </w:p>
    <w:p w14:paraId="2BC7F2F3" w14:textId="77777777" w:rsidR="006D4449" w:rsidRDefault="006D4449" w:rsidP="006D4449">
      <w:r>
        <w:t>172.0716</w:t>
      </w:r>
      <w:r>
        <w:tab/>
        <w:t>3.038e0</w:t>
      </w:r>
    </w:p>
    <w:p w14:paraId="30C01F6F" w14:textId="77777777" w:rsidR="006D4449" w:rsidRDefault="006D4449" w:rsidP="006D4449">
      <w:r>
        <w:t>172.0733</w:t>
      </w:r>
      <w:r>
        <w:tab/>
        <w:t>3.038e0</w:t>
      </w:r>
    </w:p>
    <w:p w14:paraId="55829FEB" w14:textId="77777777" w:rsidR="006D4449" w:rsidRDefault="006D4449" w:rsidP="006D4449">
      <w:r>
        <w:t>172.0769</w:t>
      </w:r>
      <w:r>
        <w:tab/>
        <w:t>1.013e0</w:t>
      </w:r>
    </w:p>
    <w:p w14:paraId="0F3DD5DD" w14:textId="77777777" w:rsidR="006D4449" w:rsidRDefault="006D4449" w:rsidP="006D4449">
      <w:r>
        <w:t>172.0829</w:t>
      </w:r>
      <w:r>
        <w:tab/>
        <w:t>1.850e0</w:t>
      </w:r>
    </w:p>
    <w:p w14:paraId="52422A71" w14:textId="77777777" w:rsidR="006D4449" w:rsidRDefault="006D4449" w:rsidP="006D4449">
      <w:r>
        <w:t>172.0861</w:t>
      </w:r>
      <w:r>
        <w:tab/>
        <w:t>3.438e0</w:t>
      </w:r>
    </w:p>
    <w:p w14:paraId="4F6322DE" w14:textId="77777777" w:rsidR="006D4449" w:rsidRDefault="006D4449" w:rsidP="006D4449">
      <w:r>
        <w:t>172.0928</w:t>
      </w:r>
      <w:r>
        <w:tab/>
        <w:t>1.073e0</w:t>
      </w:r>
    </w:p>
    <w:p w14:paraId="293D751E" w14:textId="77777777" w:rsidR="006D4449" w:rsidRDefault="006D4449" w:rsidP="006D4449">
      <w:r>
        <w:t>172.1030</w:t>
      </w:r>
      <w:r>
        <w:tab/>
        <w:t>1.016e0</w:t>
      </w:r>
    </w:p>
    <w:p w14:paraId="35C2CAE7" w14:textId="77777777" w:rsidR="006D4449" w:rsidRDefault="006D4449" w:rsidP="006D4449">
      <w:r>
        <w:t>172.1074</w:t>
      </w:r>
      <w:r>
        <w:tab/>
        <w:t>2.851e0</w:t>
      </w:r>
    </w:p>
    <w:p w14:paraId="0CEED2F1" w14:textId="77777777" w:rsidR="006D4449" w:rsidRDefault="006D4449" w:rsidP="006D4449">
      <w:r>
        <w:t>172.1124</w:t>
      </w:r>
      <w:r>
        <w:tab/>
        <w:t>2.185e0</w:t>
      </w:r>
    </w:p>
    <w:p w14:paraId="411F24EB" w14:textId="77777777" w:rsidR="006D4449" w:rsidRDefault="006D4449" w:rsidP="006D4449">
      <w:r>
        <w:t>172.1330</w:t>
      </w:r>
      <w:r>
        <w:tab/>
        <w:t>5.198e0</w:t>
      </w:r>
    </w:p>
    <w:p w14:paraId="62D81C24" w14:textId="77777777" w:rsidR="006D4449" w:rsidRDefault="006D4449" w:rsidP="006D4449">
      <w:r>
        <w:t>172.1380</w:t>
      </w:r>
      <w:r>
        <w:tab/>
        <w:t>1.298e1</w:t>
      </w:r>
    </w:p>
    <w:p w14:paraId="17BC89F1" w14:textId="77777777" w:rsidR="006D4449" w:rsidRDefault="006D4449" w:rsidP="006D4449">
      <w:r>
        <w:t>172.1406</w:t>
      </w:r>
      <w:r>
        <w:tab/>
        <w:t>1.382e1</w:t>
      </w:r>
    </w:p>
    <w:p w14:paraId="37049581" w14:textId="77777777" w:rsidR="006D4449" w:rsidRDefault="006D4449" w:rsidP="006D4449">
      <w:r>
        <w:t>172.1437</w:t>
      </w:r>
      <w:r>
        <w:tab/>
        <w:t>4.893e0</w:t>
      </w:r>
    </w:p>
    <w:p w14:paraId="45E83D1F" w14:textId="77777777" w:rsidR="006D4449" w:rsidRDefault="006D4449" w:rsidP="006D4449">
      <w:r>
        <w:t>172.1606</w:t>
      </w:r>
      <w:r>
        <w:tab/>
        <w:t>2.025e0</w:t>
      </w:r>
    </w:p>
    <w:p w14:paraId="797D9E22" w14:textId="77777777" w:rsidR="006D4449" w:rsidRDefault="006D4449" w:rsidP="006D4449">
      <w:r>
        <w:t>172.1623</w:t>
      </w:r>
      <w:r>
        <w:tab/>
        <w:t>3.038e0</w:t>
      </w:r>
    </w:p>
    <w:p w14:paraId="63287051" w14:textId="77777777" w:rsidR="006D4449" w:rsidRDefault="006D4449" w:rsidP="006D4449">
      <w:r>
        <w:t>172.1657</w:t>
      </w:r>
      <w:r>
        <w:tab/>
        <w:t>2.025e0</w:t>
      </w:r>
    </w:p>
    <w:p w14:paraId="2169B7E8" w14:textId="77777777" w:rsidR="006D4449" w:rsidRDefault="006D4449" w:rsidP="006D4449">
      <w:r>
        <w:t>172.1861</w:t>
      </w:r>
      <w:r>
        <w:tab/>
        <w:t>1.013e0</w:t>
      </w:r>
    </w:p>
    <w:p w14:paraId="6FC10902" w14:textId="77777777" w:rsidR="006D4449" w:rsidRDefault="006D4449" w:rsidP="006D4449">
      <w:r>
        <w:t>172.1894</w:t>
      </w:r>
      <w:r>
        <w:tab/>
        <w:t>1.013e0</w:t>
      </w:r>
    </w:p>
    <w:p w14:paraId="5B8387BD" w14:textId="77777777" w:rsidR="006D4449" w:rsidRDefault="006D4449" w:rsidP="006D4449">
      <w:r>
        <w:lastRenderedPageBreak/>
        <w:t>172.1928</w:t>
      </w:r>
      <w:r>
        <w:tab/>
        <w:t>1.013e0</w:t>
      </w:r>
    </w:p>
    <w:p w14:paraId="5FFB3ACB" w14:textId="77777777" w:rsidR="006D4449" w:rsidRDefault="006D4449" w:rsidP="006D4449">
      <w:r>
        <w:t>172.2060</w:t>
      </w:r>
      <w:r>
        <w:tab/>
        <w:t>1.013e0</w:t>
      </w:r>
    </w:p>
    <w:p w14:paraId="440B757B" w14:textId="77777777" w:rsidR="006D4449" w:rsidRDefault="006D4449" w:rsidP="006D4449">
      <w:r>
        <w:t>172.2164</w:t>
      </w:r>
      <w:r>
        <w:tab/>
        <w:t>6.076e0</w:t>
      </w:r>
    </w:p>
    <w:p w14:paraId="06A6D391" w14:textId="77777777" w:rsidR="006D4449" w:rsidRDefault="006D4449" w:rsidP="006D4449">
      <w:r>
        <w:t>172.2209</w:t>
      </w:r>
      <w:r>
        <w:tab/>
        <w:t>1.013e0</w:t>
      </w:r>
    </w:p>
    <w:p w14:paraId="490F1A06" w14:textId="77777777" w:rsidR="006D4449" w:rsidRDefault="006D4449" w:rsidP="006D4449">
      <w:r>
        <w:t>172.2660</w:t>
      </w:r>
      <w:r>
        <w:tab/>
        <w:t>2.025e0</w:t>
      </w:r>
    </w:p>
    <w:p w14:paraId="6366226F" w14:textId="77777777" w:rsidR="006D4449" w:rsidRDefault="006D4449" w:rsidP="006D4449">
      <w:r>
        <w:t>172.2979</w:t>
      </w:r>
      <w:r>
        <w:tab/>
        <w:t>1.013e0</w:t>
      </w:r>
    </w:p>
    <w:p w14:paraId="6043D663" w14:textId="77777777" w:rsidR="006D4449" w:rsidRDefault="006D4449" w:rsidP="006D4449">
      <w:r>
        <w:t>172.3081</w:t>
      </w:r>
      <w:r>
        <w:tab/>
        <w:t>1.013e0</w:t>
      </w:r>
    </w:p>
    <w:p w14:paraId="25847A8B" w14:textId="77777777" w:rsidR="006D4449" w:rsidRDefault="006D4449" w:rsidP="006D4449">
      <w:r>
        <w:t>172.3246</w:t>
      </w:r>
      <w:r>
        <w:tab/>
        <w:t>2.025e0</w:t>
      </w:r>
    </w:p>
    <w:p w14:paraId="665DF385" w14:textId="77777777" w:rsidR="006D4449" w:rsidRDefault="006D4449" w:rsidP="006D4449">
      <w:r>
        <w:t>172.3282</w:t>
      </w:r>
      <w:r>
        <w:tab/>
        <w:t>1.013e0</w:t>
      </w:r>
    </w:p>
    <w:p w14:paraId="3D542B07" w14:textId="77777777" w:rsidR="006D4449" w:rsidRDefault="006D4449" w:rsidP="006D4449">
      <w:r>
        <w:t>172.3324</w:t>
      </w:r>
      <w:r>
        <w:tab/>
        <w:t>1.013e0</w:t>
      </w:r>
    </w:p>
    <w:p w14:paraId="61039318" w14:textId="77777777" w:rsidR="006D4449" w:rsidRDefault="006D4449" w:rsidP="006D4449">
      <w:r>
        <w:t>172.3536</w:t>
      </w:r>
      <w:r>
        <w:tab/>
        <w:t>1.013e0</w:t>
      </w:r>
    </w:p>
    <w:p w14:paraId="612EDA9B" w14:textId="77777777" w:rsidR="006D4449" w:rsidRDefault="006D4449" w:rsidP="006D4449">
      <w:r>
        <w:t>172.3782</w:t>
      </w:r>
      <w:r>
        <w:tab/>
        <w:t>1.013e0</w:t>
      </w:r>
    </w:p>
    <w:p w14:paraId="5D8552CF" w14:textId="77777777" w:rsidR="006D4449" w:rsidRDefault="006D4449" w:rsidP="006D4449">
      <w:r>
        <w:t>172.3988</w:t>
      </w:r>
      <w:r>
        <w:tab/>
        <w:t>1.013e0</w:t>
      </w:r>
    </w:p>
    <w:p w14:paraId="5EC6BB9E" w14:textId="77777777" w:rsidR="006D4449" w:rsidRDefault="006D4449" w:rsidP="006D4449">
      <w:r>
        <w:t>172.4031</w:t>
      </w:r>
      <w:r>
        <w:tab/>
        <w:t>2.025e0</w:t>
      </w:r>
    </w:p>
    <w:p w14:paraId="0918963C" w14:textId="77777777" w:rsidR="006D4449" w:rsidRDefault="006D4449" w:rsidP="006D4449">
      <w:r>
        <w:t>172.4132</w:t>
      </w:r>
      <w:r>
        <w:tab/>
        <w:t>1.013e0</w:t>
      </w:r>
    </w:p>
    <w:p w14:paraId="0F483C9D" w14:textId="77777777" w:rsidR="006D4449" w:rsidRDefault="006D4449" w:rsidP="006D4449">
      <w:r>
        <w:t>172.4591</w:t>
      </w:r>
      <w:r>
        <w:tab/>
        <w:t>2.025e0</w:t>
      </w:r>
    </w:p>
    <w:p w14:paraId="614A0B14" w14:textId="77777777" w:rsidR="006D4449" w:rsidRDefault="006D4449" w:rsidP="006D4449">
      <w:r>
        <w:t>172.5039</w:t>
      </w:r>
      <w:r>
        <w:tab/>
        <w:t>1.013e0</w:t>
      </w:r>
    </w:p>
    <w:p w14:paraId="7097F95F" w14:textId="77777777" w:rsidR="006D4449" w:rsidRDefault="006D4449" w:rsidP="006D4449">
      <w:r>
        <w:t>172.5067</w:t>
      </w:r>
      <w:r>
        <w:tab/>
        <w:t>1.013e0</w:t>
      </w:r>
    </w:p>
    <w:p w14:paraId="11469C10" w14:textId="77777777" w:rsidR="006D4449" w:rsidRDefault="006D4449" w:rsidP="006D4449">
      <w:r>
        <w:t>172.5251</w:t>
      </w:r>
      <w:r>
        <w:tab/>
        <w:t>1.013e0</w:t>
      </w:r>
    </w:p>
    <w:p w14:paraId="5CDDD0AD" w14:textId="77777777" w:rsidR="006D4449" w:rsidRDefault="006D4449" w:rsidP="006D4449">
      <w:r>
        <w:lastRenderedPageBreak/>
        <w:t>172.5387</w:t>
      </w:r>
      <w:r>
        <w:tab/>
        <w:t>1.013e0</w:t>
      </w:r>
    </w:p>
    <w:p w14:paraId="449B65E6" w14:textId="77777777" w:rsidR="006D4449" w:rsidRDefault="006D4449" w:rsidP="006D4449">
      <w:r>
        <w:t>172.5549</w:t>
      </w:r>
      <w:r>
        <w:tab/>
        <w:t>1.013e0</w:t>
      </w:r>
    </w:p>
    <w:p w14:paraId="18A0F55C" w14:textId="77777777" w:rsidR="006D4449" w:rsidRDefault="006D4449" w:rsidP="006D4449">
      <w:r>
        <w:t>172.5831</w:t>
      </w:r>
      <w:r>
        <w:tab/>
        <w:t>1.013e0</w:t>
      </w:r>
    </w:p>
    <w:p w14:paraId="71F184DD" w14:textId="77777777" w:rsidR="006D4449" w:rsidRDefault="006D4449" w:rsidP="006D4449">
      <w:r>
        <w:t>172.5902</w:t>
      </w:r>
      <w:r>
        <w:tab/>
        <w:t>1.013e0</w:t>
      </w:r>
    </w:p>
    <w:p w14:paraId="59830633" w14:textId="77777777" w:rsidR="006D4449" w:rsidRDefault="006D4449" w:rsidP="006D4449">
      <w:r>
        <w:t>172.5979</w:t>
      </w:r>
      <w:r>
        <w:tab/>
        <w:t>1.013e0</w:t>
      </w:r>
    </w:p>
    <w:p w14:paraId="1291AC5F" w14:textId="77777777" w:rsidR="006D4449" w:rsidRDefault="006D4449" w:rsidP="006D4449">
      <w:r>
        <w:t>172.6078</w:t>
      </w:r>
      <w:r>
        <w:tab/>
        <w:t>1.013e0</w:t>
      </w:r>
    </w:p>
    <w:p w14:paraId="798E63D1" w14:textId="77777777" w:rsidR="006D4449" w:rsidRDefault="006D4449" w:rsidP="006D4449">
      <w:r>
        <w:t>172.6333</w:t>
      </w:r>
      <w:r>
        <w:tab/>
        <w:t>2.025e0</w:t>
      </w:r>
    </w:p>
    <w:p w14:paraId="669848AD" w14:textId="77777777" w:rsidR="006D4449" w:rsidRDefault="006D4449" w:rsidP="006D4449">
      <w:r>
        <w:t>172.6609</w:t>
      </w:r>
      <w:r>
        <w:tab/>
        <w:t>2.025e0</w:t>
      </w:r>
    </w:p>
    <w:p w14:paraId="7B290982" w14:textId="77777777" w:rsidR="006D4449" w:rsidRDefault="006D4449" w:rsidP="006D4449">
      <w:r>
        <w:t>172.6619</w:t>
      </w:r>
      <w:r>
        <w:tab/>
        <w:t>2.025e0</w:t>
      </w:r>
    </w:p>
    <w:p w14:paraId="705EB94F" w14:textId="77777777" w:rsidR="006D4449" w:rsidRDefault="006D4449" w:rsidP="006D4449">
      <w:r>
        <w:t>172.6813</w:t>
      </w:r>
      <w:r>
        <w:tab/>
        <w:t>1.013e0</w:t>
      </w:r>
    </w:p>
    <w:p w14:paraId="7CF7F9EA" w14:textId="77777777" w:rsidR="006D4449" w:rsidRDefault="006D4449" w:rsidP="006D4449">
      <w:r>
        <w:t>172.6919</w:t>
      </w:r>
      <w:r>
        <w:tab/>
        <w:t>1.013e0</w:t>
      </w:r>
    </w:p>
    <w:p w14:paraId="503B8DB4" w14:textId="77777777" w:rsidR="006D4449" w:rsidRDefault="006D4449" w:rsidP="006D4449">
      <w:r>
        <w:t>172.7268</w:t>
      </w:r>
      <w:r>
        <w:tab/>
        <w:t>2.025e0</w:t>
      </w:r>
    </w:p>
    <w:p w14:paraId="17B80A6F" w14:textId="77777777" w:rsidR="006D4449" w:rsidRDefault="006D4449" w:rsidP="006D4449">
      <w:r>
        <w:t>172.7590</w:t>
      </w:r>
      <w:r>
        <w:tab/>
        <w:t>2.025e0</w:t>
      </w:r>
    </w:p>
    <w:p w14:paraId="0A750836" w14:textId="77777777" w:rsidR="006D4449" w:rsidRDefault="006D4449" w:rsidP="006D4449">
      <w:r>
        <w:t>172.7730</w:t>
      </w:r>
      <w:r>
        <w:tab/>
        <w:t>1.013e0</w:t>
      </w:r>
    </w:p>
    <w:p w14:paraId="46C8C8D2" w14:textId="77777777" w:rsidR="006D4449" w:rsidRDefault="006D4449" w:rsidP="006D4449">
      <w:r>
        <w:t>172.7757</w:t>
      </w:r>
      <w:r>
        <w:tab/>
        <w:t>1.013e0</w:t>
      </w:r>
    </w:p>
    <w:p w14:paraId="1FCD0BE3" w14:textId="77777777" w:rsidR="006D4449" w:rsidRDefault="006D4449" w:rsidP="006D4449">
      <w:r>
        <w:t>172.7798</w:t>
      </w:r>
      <w:r>
        <w:tab/>
        <w:t>1.013e0</w:t>
      </w:r>
    </w:p>
    <w:p w14:paraId="184DD703" w14:textId="77777777" w:rsidR="006D4449" w:rsidRDefault="006D4449" w:rsidP="006D4449">
      <w:r>
        <w:t>172.7934</w:t>
      </w:r>
      <w:r>
        <w:tab/>
        <w:t>1.013e0</w:t>
      </w:r>
    </w:p>
    <w:p w14:paraId="7D3E55DE" w14:textId="77777777" w:rsidR="006D4449" w:rsidRDefault="006D4449" w:rsidP="006D4449">
      <w:r>
        <w:t>172.8230</w:t>
      </w:r>
      <w:r>
        <w:tab/>
        <w:t>2.025e0</w:t>
      </w:r>
    </w:p>
    <w:p w14:paraId="5B71264D" w14:textId="77777777" w:rsidR="006D4449" w:rsidRDefault="006D4449" w:rsidP="006D4449">
      <w:r>
        <w:t>172.8240</w:t>
      </w:r>
      <w:r>
        <w:tab/>
        <w:t>1.013e0</w:t>
      </w:r>
    </w:p>
    <w:p w14:paraId="1ED72D2B" w14:textId="77777777" w:rsidR="006D4449" w:rsidRDefault="006D4449" w:rsidP="006D4449">
      <w:r>
        <w:lastRenderedPageBreak/>
        <w:t>172.8495</w:t>
      </w:r>
      <w:r>
        <w:tab/>
        <w:t>1.013e0</w:t>
      </w:r>
    </w:p>
    <w:p w14:paraId="3FEC9241" w14:textId="77777777" w:rsidR="006D4449" w:rsidRDefault="006D4449" w:rsidP="006D4449">
      <w:r>
        <w:t>172.8611</w:t>
      </w:r>
      <w:r>
        <w:tab/>
        <w:t>2.025e0</w:t>
      </w:r>
    </w:p>
    <w:p w14:paraId="71B393F6" w14:textId="77777777" w:rsidR="006D4449" w:rsidRDefault="006D4449" w:rsidP="006D4449">
      <w:r>
        <w:t>172.8663</w:t>
      </w:r>
      <w:r>
        <w:tab/>
        <w:t>1.013e0</w:t>
      </w:r>
    </w:p>
    <w:p w14:paraId="11404818" w14:textId="77777777" w:rsidR="006D4449" w:rsidRDefault="006D4449" w:rsidP="006D4449">
      <w:r>
        <w:t>172.8812</w:t>
      </w:r>
      <w:r>
        <w:tab/>
        <w:t>1.013e0</w:t>
      </w:r>
    </w:p>
    <w:p w14:paraId="6A1A80C8" w14:textId="77777777" w:rsidR="006D4449" w:rsidRDefault="006D4449" w:rsidP="006D4449">
      <w:r>
        <w:t>172.8883</w:t>
      </w:r>
      <w:r>
        <w:tab/>
        <w:t>1.013e0</w:t>
      </w:r>
    </w:p>
    <w:p w14:paraId="15CB5E1D" w14:textId="77777777" w:rsidR="006D4449" w:rsidRDefault="006D4449" w:rsidP="006D4449">
      <w:r>
        <w:t>172.8969</w:t>
      </w:r>
      <w:r>
        <w:tab/>
        <w:t>2.025e0</w:t>
      </w:r>
    </w:p>
    <w:p w14:paraId="35E62FC4" w14:textId="77777777" w:rsidR="006D4449" w:rsidRDefault="006D4449" w:rsidP="006D4449">
      <w:r>
        <w:t>172.9055</w:t>
      </w:r>
      <w:r>
        <w:tab/>
        <w:t>1.013e0</w:t>
      </w:r>
    </w:p>
    <w:p w14:paraId="5AC332A4" w14:textId="77777777" w:rsidR="006D4449" w:rsidRDefault="006D4449" w:rsidP="006D4449">
      <w:r>
        <w:t>172.9328</w:t>
      </w:r>
      <w:r>
        <w:tab/>
        <w:t>1.013e0</w:t>
      </w:r>
    </w:p>
    <w:p w14:paraId="0D7A9F83" w14:textId="77777777" w:rsidR="006D4449" w:rsidRDefault="006D4449" w:rsidP="006D4449">
      <w:r>
        <w:t>172.9435</w:t>
      </w:r>
      <w:r>
        <w:tab/>
        <w:t>1.013e0</w:t>
      </w:r>
    </w:p>
    <w:p w14:paraId="34462794" w14:textId="77777777" w:rsidR="006D4449" w:rsidRDefault="006D4449" w:rsidP="006D4449">
      <w:r>
        <w:t>172.9788</w:t>
      </w:r>
      <w:r>
        <w:tab/>
        <w:t>1.013e0</w:t>
      </w:r>
    </w:p>
    <w:p w14:paraId="02691B15" w14:textId="77777777" w:rsidR="006D4449" w:rsidRDefault="006D4449" w:rsidP="006D4449">
      <w:r>
        <w:t>172.9886</w:t>
      </w:r>
      <w:r>
        <w:tab/>
        <w:t>2.025e0</w:t>
      </w:r>
    </w:p>
    <w:p w14:paraId="15409E97" w14:textId="77777777" w:rsidR="006D4449" w:rsidRDefault="006D4449" w:rsidP="006D4449">
      <w:r>
        <w:t>173.0264</w:t>
      </w:r>
      <w:r>
        <w:tab/>
        <w:t>5.063e0</w:t>
      </w:r>
    </w:p>
    <w:p w14:paraId="6B10D5E8" w14:textId="77777777" w:rsidR="006D4449" w:rsidRDefault="006D4449" w:rsidP="006D4449">
      <w:r>
        <w:t>173.0295</w:t>
      </w:r>
      <w:r>
        <w:tab/>
        <w:t>6.050e0</w:t>
      </w:r>
    </w:p>
    <w:p w14:paraId="7FEB07F5" w14:textId="77777777" w:rsidR="006D4449" w:rsidRDefault="006D4449" w:rsidP="006D4449">
      <w:r>
        <w:t>173.0369</w:t>
      </w:r>
      <w:r>
        <w:tab/>
        <w:t>5.063e0</w:t>
      </w:r>
    </w:p>
    <w:p w14:paraId="769D4ABF" w14:textId="77777777" w:rsidR="006D4449" w:rsidRDefault="006D4449" w:rsidP="006D4449">
      <w:r>
        <w:t>173.0399</w:t>
      </w:r>
      <w:r>
        <w:tab/>
        <w:t>3.038e0</w:t>
      </w:r>
    </w:p>
    <w:p w14:paraId="0B496E43" w14:textId="77777777" w:rsidR="006D4449" w:rsidRDefault="006D4449" w:rsidP="006D4449">
      <w:r>
        <w:t>173.0433</w:t>
      </w:r>
      <w:r>
        <w:tab/>
        <w:t>2.025e0</w:t>
      </w:r>
    </w:p>
    <w:p w14:paraId="1B17B0F9" w14:textId="77777777" w:rsidR="006D4449" w:rsidRDefault="006D4449" w:rsidP="006D4449">
      <w:r>
        <w:t>173.0817</w:t>
      </w:r>
      <w:r>
        <w:tab/>
        <w:t>2.382e0</w:t>
      </w:r>
    </w:p>
    <w:p w14:paraId="76ECEF82" w14:textId="77777777" w:rsidR="006D4449" w:rsidRDefault="006D4449" w:rsidP="006D4449">
      <w:r>
        <w:t>173.0917</w:t>
      </w:r>
      <w:r>
        <w:tab/>
        <w:t>1.647e1</w:t>
      </w:r>
    </w:p>
    <w:p w14:paraId="7AAD511F" w14:textId="77777777" w:rsidR="006D4449" w:rsidRDefault="006D4449" w:rsidP="006D4449">
      <w:r>
        <w:t>173.0965</w:t>
      </w:r>
      <w:r>
        <w:tab/>
        <w:t>5.026e0</w:t>
      </w:r>
    </w:p>
    <w:p w14:paraId="660E1F0D" w14:textId="77777777" w:rsidR="006D4449" w:rsidRDefault="006D4449" w:rsidP="006D4449">
      <w:r>
        <w:lastRenderedPageBreak/>
        <w:t>173.0987</w:t>
      </w:r>
      <w:r>
        <w:tab/>
        <w:t>3.519e0</w:t>
      </w:r>
    </w:p>
    <w:p w14:paraId="46CA1B40" w14:textId="77777777" w:rsidR="006D4449" w:rsidRDefault="006D4449" w:rsidP="006D4449">
      <w:r>
        <w:t>173.1158</w:t>
      </w:r>
      <w:r>
        <w:tab/>
        <w:t>4.141e0</w:t>
      </w:r>
    </w:p>
    <w:p w14:paraId="528444CF" w14:textId="77777777" w:rsidR="006D4449" w:rsidRDefault="006D4449" w:rsidP="006D4449">
      <w:r>
        <w:t>173.1213</w:t>
      </w:r>
      <w:r>
        <w:tab/>
        <w:t>5.249e0</w:t>
      </w:r>
    </w:p>
    <w:p w14:paraId="37509BE1" w14:textId="77777777" w:rsidR="006D4449" w:rsidRDefault="006D4449" w:rsidP="006D4449">
      <w:r>
        <w:t>173.1263</w:t>
      </w:r>
      <w:r>
        <w:tab/>
        <w:t>2.997e0</w:t>
      </w:r>
    </w:p>
    <w:p w14:paraId="2A78E90C" w14:textId="77777777" w:rsidR="006D4449" w:rsidRDefault="006D4449" w:rsidP="006D4449">
      <w:r>
        <w:t>173.1395</w:t>
      </w:r>
      <w:r>
        <w:tab/>
        <w:t>5.385e0</w:t>
      </w:r>
    </w:p>
    <w:p w14:paraId="7B9130D2" w14:textId="77777777" w:rsidR="006D4449" w:rsidRDefault="006D4449" w:rsidP="006D4449">
      <w:r>
        <w:t>173.1413</w:t>
      </w:r>
      <w:r>
        <w:tab/>
        <w:t>7.849e0</w:t>
      </w:r>
    </w:p>
    <w:p w14:paraId="0C0AE2BA" w14:textId="77777777" w:rsidR="006D4449" w:rsidRDefault="006D4449" w:rsidP="006D4449">
      <w:r>
        <w:t>173.1633</w:t>
      </w:r>
      <w:r>
        <w:tab/>
        <w:t>1.013e0</w:t>
      </w:r>
    </w:p>
    <w:p w14:paraId="18A8A58E" w14:textId="77777777" w:rsidR="006D4449" w:rsidRDefault="006D4449" w:rsidP="006D4449">
      <w:r>
        <w:t>173.1657</w:t>
      </w:r>
      <w:r>
        <w:tab/>
        <w:t>2.025e0</w:t>
      </w:r>
    </w:p>
    <w:p w14:paraId="18E403F7" w14:textId="77777777" w:rsidR="006D4449" w:rsidRDefault="006D4449" w:rsidP="006D4449">
      <w:r>
        <w:t>173.2023</w:t>
      </w:r>
      <w:r>
        <w:tab/>
        <w:t>1.013e0</w:t>
      </w:r>
    </w:p>
    <w:p w14:paraId="7E78EA3A" w14:textId="77777777" w:rsidR="006D4449" w:rsidRDefault="006D4449" w:rsidP="006D4449">
      <w:r>
        <w:t>173.2146</w:t>
      </w:r>
      <w:r>
        <w:tab/>
        <w:t>2.025e0</w:t>
      </w:r>
    </w:p>
    <w:p w14:paraId="7FBEA88E" w14:textId="77777777" w:rsidR="006D4449" w:rsidRDefault="006D4449" w:rsidP="006D4449">
      <w:r>
        <w:t>173.2411</w:t>
      </w:r>
      <w:r>
        <w:tab/>
        <w:t>1.013e0</w:t>
      </w:r>
    </w:p>
    <w:p w14:paraId="50554898" w14:textId="77777777" w:rsidR="006D4449" w:rsidRDefault="006D4449" w:rsidP="006D4449">
      <w:r>
        <w:t>173.2482</w:t>
      </w:r>
      <w:r>
        <w:tab/>
        <w:t>1.013e0</w:t>
      </w:r>
    </w:p>
    <w:p w14:paraId="72CED68B" w14:textId="77777777" w:rsidR="006D4449" w:rsidRDefault="006D4449" w:rsidP="006D4449">
      <w:r>
        <w:t>173.2588</w:t>
      </w:r>
      <w:r>
        <w:tab/>
        <w:t>1.013e0</w:t>
      </w:r>
    </w:p>
    <w:p w14:paraId="04097ED9" w14:textId="77777777" w:rsidR="006D4449" w:rsidRDefault="006D4449" w:rsidP="006D4449">
      <w:r>
        <w:t>173.3029</w:t>
      </w:r>
      <w:r>
        <w:tab/>
        <w:t>1.013e0</w:t>
      </w:r>
    </w:p>
    <w:p w14:paraId="7B53F11E" w14:textId="77777777" w:rsidR="006D4449" w:rsidRDefault="006D4449" w:rsidP="006D4449">
      <w:r>
        <w:t>173.3310</w:t>
      </w:r>
      <w:r>
        <w:tab/>
        <w:t>1.013e0</w:t>
      </w:r>
    </w:p>
    <w:p w14:paraId="5E560522" w14:textId="77777777" w:rsidR="006D4449" w:rsidRDefault="006D4449" w:rsidP="006D4449">
      <w:r>
        <w:t>173.3522</w:t>
      </w:r>
      <w:r>
        <w:tab/>
        <w:t>1.013e0</w:t>
      </w:r>
    </w:p>
    <w:p w14:paraId="250FBF4C" w14:textId="77777777" w:rsidR="006D4449" w:rsidRDefault="006D4449" w:rsidP="006D4449">
      <w:r>
        <w:t>173.3741</w:t>
      </w:r>
      <w:r>
        <w:tab/>
        <w:t>1.013e0</w:t>
      </w:r>
    </w:p>
    <w:p w14:paraId="682A8732" w14:textId="77777777" w:rsidR="006D4449" w:rsidRDefault="006D4449" w:rsidP="006D4449">
      <w:r>
        <w:t>173.4008</w:t>
      </w:r>
      <w:r>
        <w:tab/>
        <w:t>2.025e0</w:t>
      </w:r>
    </w:p>
    <w:p w14:paraId="42917908" w14:textId="77777777" w:rsidR="006D4449" w:rsidRDefault="006D4449" w:rsidP="006D4449">
      <w:r>
        <w:t>173.4127</w:t>
      </w:r>
      <w:r>
        <w:tab/>
        <w:t>1.013e0</w:t>
      </w:r>
    </w:p>
    <w:p w14:paraId="61DD0903" w14:textId="77777777" w:rsidR="006D4449" w:rsidRDefault="006D4449" w:rsidP="006D4449">
      <w:r>
        <w:lastRenderedPageBreak/>
        <w:t>173.4171</w:t>
      </w:r>
      <w:r>
        <w:tab/>
        <w:t>2.025e0</w:t>
      </w:r>
    </w:p>
    <w:p w14:paraId="77AFA183" w14:textId="77777777" w:rsidR="006D4449" w:rsidRDefault="006D4449" w:rsidP="006D4449">
      <w:r>
        <w:t>173.4189</w:t>
      </w:r>
      <w:r>
        <w:tab/>
        <w:t>2.025e0</w:t>
      </w:r>
    </w:p>
    <w:p w14:paraId="27D40E3C" w14:textId="77777777" w:rsidR="006D4449" w:rsidRDefault="006D4449" w:rsidP="006D4449">
      <w:r>
        <w:t>173.4263</w:t>
      </w:r>
      <w:r>
        <w:tab/>
        <w:t>1.013e0</w:t>
      </w:r>
    </w:p>
    <w:p w14:paraId="0D32E027" w14:textId="77777777" w:rsidR="006D4449" w:rsidRDefault="006D4449" w:rsidP="006D4449">
      <w:r>
        <w:t>173.4470</w:t>
      </w:r>
      <w:r>
        <w:tab/>
        <w:t>1.013e0</w:t>
      </w:r>
    </w:p>
    <w:p w14:paraId="73CDEF2A" w14:textId="77777777" w:rsidR="006D4449" w:rsidRDefault="006D4449" w:rsidP="006D4449">
      <w:r>
        <w:t>173.4718</w:t>
      </w:r>
      <w:r>
        <w:tab/>
        <w:t>1.013e0</w:t>
      </w:r>
    </w:p>
    <w:p w14:paraId="3E5D0489" w14:textId="77777777" w:rsidR="006D4449" w:rsidRDefault="006D4449" w:rsidP="006D4449">
      <w:r>
        <w:t>173.4754</w:t>
      </w:r>
      <w:r>
        <w:tab/>
        <w:t>1.013e0</w:t>
      </w:r>
    </w:p>
    <w:p w14:paraId="1183D35D" w14:textId="77777777" w:rsidR="006D4449" w:rsidRDefault="006D4449" w:rsidP="006D4449">
      <w:r>
        <w:t>173.5492</w:t>
      </w:r>
      <w:r>
        <w:tab/>
        <w:t>2.025e0</w:t>
      </w:r>
    </w:p>
    <w:p w14:paraId="0950573A" w14:textId="77777777" w:rsidR="006D4449" w:rsidRDefault="006D4449" w:rsidP="006D4449">
      <w:r>
        <w:t>173.5593</w:t>
      </w:r>
      <w:r>
        <w:tab/>
        <w:t>1.013e0</w:t>
      </w:r>
    </w:p>
    <w:p w14:paraId="6A2F07A3" w14:textId="77777777" w:rsidR="006D4449" w:rsidRDefault="006D4449" w:rsidP="006D4449">
      <w:r>
        <w:t>173.5620</w:t>
      </w:r>
      <w:r>
        <w:tab/>
        <w:t>1.013e0</w:t>
      </w:r>
    </w:p>
    <w:p w14:paraId="2944E191" w14:textId="77777777" w:rsidR="006D4449" w:rsidRDefault="006D4449" w:rsidP="006D4449">
      <w:r>
        <w:t>173.5695</w:t>
      </w:r>
      <w:r>
        <w:tab/>
        <w:t>1.013e0</w:t>
      </w:r>
    </w:p>
    <w:p w14:paraId="528E39FD" w14:textId="77777777" w:rsidR="006D4449" w:rsidRDefault="006D4449" w:rsidP="006D4449">
      <w:r>
        <w:t>173.5793</w:t>
      </w:r>
      <w:r>
        <w:tab/>
        <w:t>1.013e0</w:t>
      </w:r>
    </w:p>
    <w:p w14:paraId="35536F3C" w14:textId="77777777" w:rsidR="006D4449" w:rsidRDefault="006D4449" w:rsidP="006D4449">
      <w:r>
        <w:t>173.6049</w:t>
      </w:r>
      <w:r>
        <w:tab/>
        <w:t>1.013e0</w:t>
      </w:r>
    </w:p>
    <w:p w14:paraId="5CDF1FD8" w14:textId="77777777" w:rsidR="006D4449" w:rsidRDefault="006D4449" w:rsidP="006D4449">
      <w:r>
        <w:t>173.6183</w:t>
      </w:r>
      <w:r>
        <w:tab/>
        <w:t>2.025e0</w:t>
      </w:r>
    </w:p>
    <w:p w14:paraId="76D59382" w14:textId="77777777" w:rsidR="006D4449" w:rsidRDefault="006D4449" w:rsidP="006D4449">
      <w:r>
        <w:t>173.6296</w:t>
      </w:r>
      <w:r>
        <w:tab/>
        <w:t>1.013e0</w:t>
      </w:r>
    </w:p>
    <w:p w14:paraId="7A88CD98" w14:textId="77777777" w:rsidR="006D4449" w:rsidRDefault="006D4449" w:rsidP="006D4449">
      <w:r>
        <w:t>173.6473</w:t>
      </w:r>
      <w:r>
        <w:tab/>
        <w:t>1.013e0</w:t>
      </w:r>
    </w:p>
    <w:p w14:paraId="6D444BA8" w14:textId="77777777" w:rsidR="006D4449" w:rsidRDefault="006D4449" w:rsidP="006D4449">
      <w:r>
        <w:t>173.6719</w:t>
      </w:r>
      <w:r>
        <w:tab/>
        <w:t>1.013e0</w:t>
      </w:r>
    </w:p>
    <w:p w14:paraId="70176D94" w14:textId="77777777" w:rsidR="006D4449" w:rsidRDefault="006D4449" w:rsidP="006D4449">
      <w:r>
        <w:t>173.6746</w:t>
      </w:r>
      <w:r>
        <w:tab/>
        <w:t>1.013e0</w:t>
      </w:r>
    </w:p>
    <w:p w14:paraId="4DD3C937" w14:textId="77777777" w:rsidR="006D4449" w:rsidRDefault="006D4449" w:rsidP="006D4449">
      <w:r>
        <w:t>173.6882</w:t>
      </w:r>
      <w:r>
        <w:tab/>
        <w:t>1.013e0</w:t>
      </w:r>
    </w:p>
    <w:p w14:paraId="50DB25F6" w14:textId="77777777" w:rsidR="006D4449" w:rsidRDefault="006D4449" w:rsidP="006D4449">
      <w:r>
        <w:t>173.6992</w:t>
      </w:r>
      <w:r>
        <w:tab/>
        <w:t>1.013e0</w:t>
      </w:r>
    </w:p>
    <w:p w14:paraId="024C2630" w14:textId="77777777" w:rsidR="006D4449" w:rsidRDefault="006D4449" w:rsidP="006D4449">
      <w:r>
        <w:lastRenderedPageBreak/>
        <w:t>173.7380</w:t>
      </w:r>
      <w:r>
        <w:tab/>
        <w:t>1.013e0</w:t>
      </w:r>
    </w:p>
    <w:p w14:paraId="3E61AE6B" w14:textId="77777777" w:rsidR="006D4449" w:rsidRDefault="006D4449" w:rsidP="006D4449">
      <w:r>
        <w:t>173.7521</w:t>
      </w:r>
      <w:r>
        <w:tab/>
        <w:t>3.038e0</w:t>
      </w:r>
    </w:p>
    <w:p w14:paraId="446D1471" w14:textId="77777777" w:rsidR="006D4449" w:rsidRDefault="006D4449" w:rsidP="006D4449">
      <w:r>
        <w:t>173.7549</w:t>
      </w:r>
      <w:r>
        <w:tab/>
        <w:t>1.013e0</w:t>
      </w:r>
    </w:p>
    <w:p w14:paraId="27B60E2A" w14:textId="77777777" w:rsidR="006D4449" w:rsidRDefault="006D4449" w:rsidP="006D4449">
      <w:r>
        <w:t>173.7662</w:t>
      </w:r>
      <w:r>
        <w:tab/>
        <w:t>1.013e0</w:t>
      </w:r>
    </w:p>
    <w:p w14:paraId="0E4A364E" w14:textId="77777777" w:rsidR="006D4449" w:rsidRDefault="006D4449" w:rsidP="006D4449">
      <w:r>
        <w:t>173.7761</w:t>
      </w:r>
      <w:r>
        <w:tab/>
        <w:t>1.013e0</w:t>
      </w:r>
    </w:p>
    <w:p w14:paraId="50120808" w14:textId="77777777" w:rsidR="006D4449" w:rsidRDefault="006D4449" w:rsidP="006D4449">
      <w:r>
        <w:t>173.7840</w:t>
      </w:r>
      <w:r>
        <w:tab/>
        <w:t>1.013e0</w:t>
      </w:r>
    </w:p>
    <w:p w14:paraId="5ECAEF80" w14:textId="77777777" w:rsidR="006D4449" w:rsidRDefault="006D4449" w:rsidP="006D4449">
      <w:r>
        <w:t>173.7868</w:t>
      </w:r>
      <w:r>
        <w:tab/>
        <w:t>1.013e0</w:t>
      </w:r>
    </w:p>
    <w:p w14:paraId="2A52DE1D" w14:textId="77777777" w:rsidR="006D4449" w:rsidRDefault="006D4449" w:rsidP="006D4449">
      <w:r>
        <w:t>173.8111</w:t>
      </w:r>
      <w:r>
        <w:tab/>
        <w:t>1.013e0</w:t>
      </w:r>
    </w:p>
    <w:p w14:paraId="481FC57E" w14:textId="77777777" w:rsidR="006D4449" w:rsidRDefault="006D4449" w:rsidP="006D4449">
      <w:r>
        <w:t>173.8152</w:t>
      </w:r>
      <w:r>
        <w:tab/>
        <w:t>1.013e0</w:t>
      </w:r>
    </w:p>
    <w:p w14:paraId="05E84D24" w14:textId="77777777" w:rsidR="006D4449" w:rsidRDefault="006D4449" w:rsidP="006D4449">
      <w:r>
        <w:t>173.8350</w:t>
      </w:r>
      <w:r>
        <w:tab/>
        <w:t>1.013e0</w:t>
      </w:r>
    </w:p>
    <w:p w14:paraId="3BE413CD" w14:textId="77777777" w:rsidR="006D4449" w:rsidRDefault="006D4449" w:rsidP="006D4449">
      <w:r>
        <w:t>173.8427</w:t>
      </w:r>
      <w:r>
        <w:tab/>
        <w:t>1.013e0</w:t>
      </w:r>
    </w:p>
    <w:p w14:paraId="37D88261" w14:textId="77777777" w:rsidR="006D4449" w:rsidRDefault="006D4449" w:rsidP="006D4449">
      <w:r>
        <w:t>173.8633</w:t>
      </w:r>
      <w:r>
        <w:tab/>
        <w:t>2.025e0</w:t>
      </w:r>
    </w:p>
    <w:p w14:paraId="080E9417" w14:textId="77777777" w:rsidR="006D4449" w:rsidRDefault="006D4449" w:rsidP="006D4449">
      <w:r>
        <w:t>173.8676</w:t>
      </w:r>
      <w:r>
        <w:tab/>
        <w:t>1.013e0</w:t>
      </w:r>
    </w:p>
    <w:p w14:paraId="3253E975" w14:textId="77777777" w:rsidR="006D4449" w:rsidRDefault="006D4449" w:rsidP="006D4449">
      <w:r>
        <w:t>173.8845</w:t>
      </w:r>
      <w:r>
        <w:tab/>
        <w:t>1.013e0</w:t>
      </w:r>
    </w:p>
    <w:p w14:paraId="583002B2" w14:textId="77777777" w:rsidR="006D4449" w:rsidRDefault="006D4449" w:rsidP="006D4449">
      <w:r>
        <w:t>173.9064</w:t>
      </w:r>
      <w:r>
        <w:tab/>
        <w:t>1.013e0</w:t>
      </w:r>
    </w:p>
    <w:p w14:paraId="44E454A9" w14:textId="77777777" w:rsidR="006D4449" w:rsidRDefault="006D4449" w:rsidP="006D4449">
      <w:r>
        <w:t>173.9189</w:t>
      </w:r>
      <w:r>
        <w:tab/>
        <w:t>2.025e0</w:t>
      </w:r>
    </w:p>
    <w:p w14:paraId="0690A3C0" w14:textId="77777777" w:rsidR="006D4449" w:rsidRDefault="006D4449" w:rsidP="006D4449">
      <w:r>
        <w:t>173.9242</w:t>
      </w:r>
      <w:r>
        <w:tab/>
        <w:t>1.013e0</w:t>
      </w:r>
    </w:p>
    <w:p w14:paraId="75E6B3BF" w14:textId="77777777" w:rsidR="006D4449" w:rsidRDefault="006D4449" w:rsidP="006D4449">
      <w:r>
        <w:t>173.9271</w:t>
      </w:r>
      <w:r>
        <w:tab/>
        <w:t>2.025e0</w:t>
      </w:r>
    </w:p>
    <w:p w14:paraId="2E8A8CAA" w14:textId="77777777" w:rsidR="006D4449" w:rsidRDefault="006D4449" w:rsidP="006D4449">
      <w:r>
        <w:t>173.9519</w:t>
      </w:r>
      <w:r>
        <w:tab/>
        <w:t>1.013e0</w:t>
      </w:r>
    </w:p>
    <w:p w14:paraId="14432D5A" w14:textId="77777777" w:rsidR="006D4449" w:rsidRDefault="006D4449" w:rsidP="006D4449">
      <w:r>
        <w:lastRenderedPageBreak/>
        <w:t>173.9553</w:t>
      </w:r>
      <w:r>
        <w:tab/>
        <w:t>1.013e0</w:t>
      </w:r>
    </w:p>
    <w:p w14:paraId="702F9622" w14:textId="77777777" w:rsidR="006D4449" w:rsidRDefault="006D4449" w:rsidP="006D4449">
      <w:r>
        <w:t>173.9751</w:t>
      </w:r>
      <w:r>
        <w:tab/>
        <w:t>1.013e0</w:t>
      </w:r>
    </w:p>
    <w:p w14:paraId="6C9F7848" w14:textId="77777777" w:rsidR="006D4449" w:rsidRDefault="006D4449" w:rsidP="006D4449">
      <w:r>
        <w:t>173.9853</w:t>
      </w:r>
      <w:r>
        <w:tab/>
        <w:t>3.038e0</w:t>
      </w:r>
    </w:p>
    <w:p w14:paraId="3CD64B95" w14:textId="77777777" w:rsidR="006D4449" w:rsidRDefault="006D4449" w:rsidP="006D4449">
      <w:r>
        <w:t>174.0043</w:t>
      </w:r>
      <w:r>
        <w:tab/>
        <w:t>1.013e0</w:t>
      </w:r>
    </w:p>
    <w:p w14:paraId="041E5C7D" w14:textId="77777777" w:rsidR="006D4449" w:rsidRDefault="006D4449" w:rsidP="006D4449">
      <w:r>
        <w:t>174.0071</w:t>
      </w:r>
      <w:r>
        <w:tab/>
        <w:t>1.013e0</w:t>
      </w:r>
    </w:p>
    <w:p w14:paraId="1BCED438" w14:textId="77777777" w:rsidR="006D4449" w:rsidRDefault="006D4449" w:rsidP="006D4449">
      <w:r>
        <w:t>174.0255</w:t>
      </w:r>
      <w:r>
        <w:tab/>
        <w:t>2.025e0</w:t>
      </w:r>
    </w:p>
    <w:p w14:paraId="68B033A5" w14:textId="77777777" w:rsidR="006D4449" w:rsidRDefault="006D4449" w:rsidP="006D4449">
      <w:r>
        <w:t>174.0372</w:t>
      </w:r>
      <w:r>
        <w:tab/>
        <w:t>2.025e0</w:t>
      </w:r>
    </w:p>
    <w:p w14:paraId="4ABA2FD6" w14:textId="77777777" w:rsidR="006D4449" w:rsidRDefault="006D4449" w:rsidP="006D4449">
      <w:r>
        <w:t>174.0478</w:t>
      </w:r>
      <w:r>
        <w:tab/>
        <w:t>2.025e0</w:t>
      </w:r>
    </w:p>
    <w:p w14:paraId="63C9F7FC" w14:textId="77777777" w:rsidR="006D4449" w:rsidRDefault="006D4449" w:rsidP="006D4449">
      <w:r>
        <w:t>174.0627</w:t>
      </w:r>
      <w:r>
        <w:tab/>
        <w:t>1.897e0</w:t>
      </w:r>
    </w:p>
    <w:p w14:paraId="563B772E" w14:textId="77777777" w:rsidR="006D4449" w:rsidRDefault="006D4449" w:rsidP="006D4449">
      <w:r>
        <w:t>174.0755</w:t>
      </w:r>
      <w:r>
        <w:tab/>
        <w:t>6.092e0</w:t>
      </w:r>
    </w:p>
    <w:p w14:paraId="42580A7C" w14:textId="77777777" w:rsidR="006D4449" w:rsidRDefault="006D4449" w:rsidP="006D4449">
      <w:r>
        <w:t>174.0790</w:t>
      </w:r>
      <w:r>
        <w:tab/>
        <w:t>1.317e1</w:t>
      </w:r>
    </w:p>
    <w:p w14:paraId="46970AAB" w14:textId="77777777" w:rsidR="006D4449" w:rsidRDefault="006D4449" w:rsidP="006D4449">
      <w:r>
        <w:t>174.0808</w:t>
      </w:r>
      <w:r>
        <w:tab/>
        <w:t>2.910e0</w:t>
      </w:r>
    </w:p>
    <w:p w14:paraId="2B8110DF" w14:textId="77777777" w:rsidR="006D4449" w:rsidRDefault="006D4449" w:rsidP="006D4449">
      <w:r>
        <w:t>174.0851</w:t>
      </w:r>
      <w:r>
        <w:tab/>
        <w:t>4.982e0</w:t>
      </w:r>
    </w:p>
    <w:p w14:paraId="1171112F" w14:textId="77777777" w:rsidR="006D4449" w:rsidRDefault="006D4449" w:rsidP="006D4449">
      <w:r>
        <w:t>174.1142</w:t>
      </w:r>
      <w:r>
        <w:tab/>
        <w:t>2.432e2</w:t>
      </w:r>
    </w:p>
    <w:p w14:paraId="39ACE734" w14:textId="77777777" w:rsidR="006D4449" w:rsidRDefault="006D4449" w:rsidP="006D4449">
      <w:r>
        <w:t>174.1157</w:t>
      </w:r>
      <w:r>
        <w:tab/>
        <w:t>3.884e2</w:t>
      </w:r>
    </w:p>
    <w:p w14:paraId="392E9965" w14:textId="77777777" w:rsidR="006D4449" w:rsidRDefault="006D4449" w:rsidP="006D4449">
      <w:r>
        <w:t>174.1578</w:t>
      </w:r>
      <w:r>
        <w:tab/>
        <w:t>3.038e0</w:t>
      </w:r>
    </w:p>
    <w:p w14:paraId="4BBF99EC" w14:textId="77777777" w:rsidR="006D4449" w:rsidRDefault="006D4449" w:rsidP="006D4449">
      <w:r>
        <w:t>174.1800</w:t>
      </w:r>
      <w:r>
        <w:tab/>
        <w:t>2.025e0</w:t>
      </w:r>
    </w:p>
    <w:p w14:paraId="1080D199" w14:textId="77777777" w:rsidR="006D4449" w:rsidRDefault="006D4449" w:rsidP="006D4449">
      <w:r>
        <w:t>174.1817</w:t>
      </w:r>
      <w:r>
        <w:tab/>
        <w:t>2.025e0</w:t>
      </w:r>
    </w:p>
    <w:p w14:paraId="38F58C69" w14:textId="77777777" w:rsidR="006D4449" w:rsidRDefault="006D4449" w:rsidP="006D4449">
      <w:r>
        <w:t>174.1906</w:t>
      </w:r>
      <w:r>
        <w:tab/>
        <w:t>2.025e0</w:t>
      </w:r>
    </w:p>
    <w:p w14:paraId="3F1869F7" w14:textId="77777777" w:rsidR="006D4449" w:rsidRDefault="006D4449" w:rsidP="006D4449">
      <w:r>
        <w:lastRenderedPageBreak/>
        <w:t>174.2013</w:t>
      </w:r>
      <w:r>
        <w:tab/>
        <w:t>1.013e0</w:t>
      </w:r>
    </w:p>
    <w:p w14:paraId="26A6100F" w14:textId="77777777" w:rsidR="006D4449" w:rsidRDefault="006D4449" w:rsidP="006D4449">
      <w:r>
        <w:t>174.2079</w:t>
      </w:r>
      <w:r>
        <w:tab/>
        <w:t>2.025e0</w:t>
      </w:r>
    </w:p>
    <w:p w14:paraId="4BC2D56F" w14:textId="77777777" w:rsidR="006D4449" w:rsidRDefault="006D4449" w:rsidP="006D4449">
      <w:r>
        <w:t>174.2144</w:t>
      </w:r>
      <w:r>
        <w:tab/>
        <w:t>1.013e0</w:t>
      </w:r>
    </w:p>
    <w:p w14:paraId="0C82CFD4" w14:textId="77777777" w:rsidR="006D4449" w:rsidRDefault="006D4449" w:rsidP="006D4449">
      <w:r>
        <w:t>174.2315</w:t>
      </w:r>
      <w:r>
        <w:tab/>
        <w:t>1.013e0</w:t>
      </w:r>
    </w:p>
    <w:p w14:paraId="116BBCF4" w14:textId="77777777" w:rsidR="006D4449" w:rsidRDefault="006D4449" w:rsidP="006D4449">
      <w:r>
        <w:t>174.2391</w:t>
      </w:r>
      <w:r>
        <w:tab/>
        <w:t>1.013e0</w:t>
      </w:r>
    </w:p>
    <w:p w14:paraId="6D3C944F" w14:textId="77777777" w:rsidR="006D4449" w:rsidRDefault="006D4449" w:rsidP="006D4449">
      <w:r>
        <w:t>174.2452</w:t>
      </w:r>
      <w:r>
        <w:tab/>
        <w:t>1.013e0</w:t>
      </w:r>
    </w:p>
    <w:p w14:paraId="48129954" w14:textId="77777777" w:rsidR="006D4449" w:rsidRDefault="006D4449" w:rsidP="006D4449">
      <w:r>
        <w:t>174.2530</w:t>
      </w:r>
      <w:r>
        <w:tab/>
        <w:t>1.013e0</w:t>
      </w:r>
    </w:p>
    <w:p w14:paraId="0C910475" w14:textId="77777777" w:rsidR="006D4449" w:rsidRDefault="006D4449" w:rsidP="006D4449">
      <w:r>
        <w:t>174.2565</w:t>
      </w:r>
      <w:r>
        <w:tab/>
        <w:t>1.013e0</w:t>
      </w:r>
    </w:p>
    <w:p w14:paraId="3264C749" w14:textId="77777777" w:rsidR="006D4449" w:rsidRDefault="006D4449" w:rsidP="006D4449">
      <w:r>
        <w:t>174.2601</w:t>
      </w:r>
      <w:r>
        <w:tab/>
        <w:t>1.013e0</w:t>
      </w:r>
    </w:p>
    <w:p w14:paraId="5F3DF9A2" w14:textId="77777777" w:rsidR="006D4449" w:rsidRDefault="006D4449" w:rsidP="006D4449">
      <w:r>
        <w:t>174.2771</w:t>
      </w:r>
      <w:r>
        <w:tab/>
        <w:t>1.013e0</w:t>
      </w:r>
    </w:p>
    <w:p w14:paraId="679EABF1" w14:textId="77777777" w:rsidR="006D4449" w:rsidRDefault="006D4449" w:rsidP="006D4449">
      <w:r>
        <w:t>174.2807</w:t>
      </w:r>
      <w:r>
        <w:tab/>
        <w:t>1.013e0</w:t>
      </w:r>
    </w:p>
    <w:p w14:paraId="4D373290" w14:textId="77777777" w:rsidR="006D4449" w:rsidRDefault="006D4449" w:rsidP="006D4449">
      <w:r>
        <w:t>174.2833</w:t>
      </w:r>
      <w:r>
        <w:tab/>
        <w:t>3.038e0</w:t>
      </w:r>
    </w:p>
    <w:p w14:paraId="599B9B5F" w14:textId="77777777" w:rsidR="006D4449" w:rsidRDefault="006D4449" w:rsidP="006D4449">
      <w:r>
        <w:t>174.2904</w:t>
      </w:r>
      <w:r>
        <w:tab/>
        <w:t>3.038e0</w:t>
      </w:r>
    </w:p>
    <w:p w14:paraId="41A47C47" w14:textId="77777777" w:rsidR="006D4449" w:rsidRDefault="006D4449" w:rsidP="006D4449">
      <w:r>
        <w:t>174.3054</w:t>
      </w:r>
      <w:r>
        <w:tab/>
        <w:t>1.013e0</w:t>
      </w:r>
    </w:p>
    <w:p w14:paraId="5E4097CB" w14:textId="77777777" w:rsidR="006D4449" w:rsidRDefault="006D4449" w:rsidP="006D4449">
      <w:r>
        <w:t>174.3203</w:t>
      </w:r>
      <w:r>
        <w:tab/>
        <w:t>1.013e0</w:t>
      </w:r>
    </w:p>
    <w:p w14:paraId="6F0C2514" w14:textId="77777777" w:rsidR="006D4449" w:rsidRDefault="006D4449" w:rsidP="006D4449">
      <w:r>
        <w:t>174.3444</w:t>
      </w:r>
      <w:r>
        <w:tab/>
        <w:t>1.013e0</w:t>
      </w:r>
    </w:p>
    <w:p w14:paraId="3FF76468" w14:textId="77777777" w:rsidR="006D4449" w:rsidRDefault="006D4449" w:rsidP="006D4449">
      <w:r>
        <w:t>174.3657</w:t>
      </w:r>
      <w:r>
        <w:tab/>
        <w:t>1.013e0</w:t>
      </w:r>
    </w:p>
    <w:p w14:paraId="10D3B23D" w14:textId="77777777" w:rsidR="006D4449" w:rsidRDefault="006D4449" w:rsidP="006D4449">
      <w:r>
        <w:t>174.3718</w:t>
      </w:r>
      <w:r>
        <w:tab/>
        <w:t>1.013e0</w:t>
      </w:r>
    </w:p>
    <w:p w14:paraId="24699A70" w14:textId="77777777" w:rsidR="006D4449" w:rsidRDefault="006D4449" w:rsidP="006D4449">
      <w:r>
        <w:t>174.3933</w:t>
      </w:r>
      <w:r>
        <w:tab/>
        <w:t>1.013e0</w:t>
      </w:r>
    </w:p>
    <w:p w14:paraId="02569115" w14:textId="77777777" w:rsidR="006D4449" w:rsidRDefault="006D4449" w:rsidP="006D4449">
      <w:r>
        <w:lastRenderedPageBreak/>
        <w:t>174.3997</w:t>
      </w:r>
      <w:r>
        <w:tab/>
        <w:t>1.013e0</w:t>
      </w:r>
    </w:p>
    <w:p w14:paraId="4E0896AA" w14:textId="77777777" w:rsidR="006D4449" w:rsidRDefault="006D4449" w:rsidP="006D4449">
      <w:r>
        <w:t>174.4147</w:t>
      </w:r>
      <w:r>
        <w:tab/>
        <w:t>1.013e0</w:t>
      </w:r>
    </w:p>
    <w:p w14:paraId="3A88CEE7" w14:textId="77777777" w:rsidR="006D4449" w:rsidRDefault="006D4449" w:rsidP="006D4449">
      <w:r>
        <w:t>174.4175</w:t>
      </w:r>
      <w:r>
        <w:tab/>
        <w:t>1.013e0</w:t>
      </w:r>
    </w:p>
    <w:p w14:paraId="2D7647EA" w14:textId="77777777" w:rsidR="006D4449" w:rsidRDefault="006D4449" w:rsidP="006D4449">
      <w:r>
        <w:t>174.4210</w:t>
      </w:r>
      <w:r>
        <w:tab/>
        <w:t>1.013e0</w:t>
      </w:r>
    </w:p>
    <w:p w14:paraId="2DB1A73D" w14:textId="77777777" w:rsidR="006D4449" w:rsidRDefault="006D4449" w:rsidP="006D4449">
      <w:r>
        <w:t>174.4253</w:t>
      </w:r>
      <w:r>
        <w:tab/>
        <w:t>1.013e0</w:t>
      </w:r>
    </w:p>
    <w:p w14:paraId="136990BA" w14:textId="77777777" w:rsidR="006D4449" w:rsidRDefault="006D4449" w:rsidP="006D4449">
      <w:r>
        <w:t>174.4571</w:t>
      </w:r>
      <w:r>
        <w:tab/>
        <w:t>3.038e0</w:t>
      </w:r>
    </w:p>
    <w:p w14:paraId="53E1E093" w14:textId="77777777" w:rsidR="006D4449" w:rsidRDefault="006D4449" w:rsidP="006D4449">
      <w:r>
        <w:t>174.4670</w:t>
      </w:r>
      <w:r>
        <w:tab/>
        <w:t>1.013e0</w:t>
      </w:r>
    </w:p>
    <w:p w14:paraId="1B71394D" w14:textId="77777777" w:rsidR="006D4449" w:rsidRDefault="006D4449" w:rsidP="006D4449">
      <w:r>
        <w:t>174.4883</w:t>
      </w:r>
      <w:r>
        <w:tab/>
        <w:t>1.013e0</w:t>
      </w:r>
    </w:p>
    <w:p w14:paraId="61B006E7" w14:textId="77777777" w:rsidR="006D4449" w:rsidRDefault="006D4449" w:rsidP="006D4449">
      <w:r>
        <w:t>174.5007</w:t>
      </w:r>
      <w:r>
        <w:tab/>
        <w:t>2.924e0</w:t>
      </w:r>
    </w:p>
    <w:p w14:paraId="3905B425" w14:textId="77777777" w:rsidR="006D4449" w:rsidRDefault="006D4449" w:rsidP="006D4449">
      <w:r>
        <w:t>174.5054</w:t>
      </w:r>
      <w:r>
        <w:tab/>
        <w:t>1.013e0</w:t>
      </w:r>
    </w:p>
    <w:p w14:paraId="2ADCBC52" w14:textId="77777777" w:rsidR="006D4449" w:rsidRDefault="006D4449" w:rsidP="006D4449">
      <w:r>
        <w:t>174.5338</w:t>
      </w:r>
      <w:r>
        <w:tab/>
        <w:t>1.013e0</w:t>
      </w:r>
    </w:p>
    <w:p w14:paraId="71315733" w14:textId="77777777" w:rsidR="006D4449" w:rsidRDefault="006D4449" w:rsidP="006D4449">
      <w:r>
        <w:t>174.5373</w:t>
      </w:r>
      <w:r>
        <w:tab/>
        <w:t>2.025e0</w:t>
      </w:r>
    </w:p>
    <w:p w14:paraId="0CEB2F53" w14:textId="77777777" w:rsidR="006D4449" w:rsidRDefault="006D4449" w:rsidP="006D4449">
      <w:r>
        <w:t>174.5409</w:t>
      </w:r>
      <w:r>
        <w:tab/>
        <w:t>1.013e0</w:t>
      </w:r>
    </w:p>
    <w:p w14:paraId="358336EE" w14:textId="77777777" w:rsidR="006D4449" w:rsidRDefault="006D4449" w:rsidP="006D4449">
      <w:r>
        <w:t>174.5472</w:t>
      </w:r>
      <w:r>
        <w:tab/>
        <w:t>2.025e0</w:t>
      </w:r>
    </w:p>
    <w:p w14:paraId="05DF0FA6" w14:textId="77777777" w:rsidR="006D4449" w:rsidRDefault="006D4449" w:rsidP="006D4449">
      <w:r>
        <w:t>174.5809</w:t>
      </w:r>
      <w:r>
        <w:tab/>
        <w:t>2.025e0</w:t>
      </w:r>
    </w:p>
    <w:p w14:paraId="5967F5D8" w14:textId="77777777" w:rsidR="006D4449" w:rsidRDefault="006D4449" w:rsidP="006D4449">
      <w:r>
        <w:t>174.5831</w:t>
      </w:r>
      <w:r>
        <w:tab/>
        <w:t>3.038e0</w:t>
      </w:r>
    </w:p>
    <w:p w14:paraId="044F558F" w14:textId="77777777" w:rsidR="006D4449" w:rsidRDefault="006D4449" w:rsidP="006D4449">
      <w:r>
        <w:t>174.6082</w:t>
      </w:r>
      <w:r>
        <w:tab/>
        <w:t>1.013e0</w:t>
      </w:r>
    </w:p>
    <w:p w14:paraId="72920C9D" w14:textId="77777777" w:rsidR="006D4449" w:rsidRDefault="006D4449" w:rsidP="006D4449">
      <w:r>
        <w:t>174.6146</w:t>
      </w:r>
      <w:r>
        <w:tab/>
        <w:t>1.013e0</w:t>
      </w:r>
    </w:p>
    <w:p w14:paraId="67FACFAE" w14:textId="77777777" w:rsidR="006D4449" w:rsidRDefault="006D4449" w:rsidP="006D4449">
      <w:r>
        <w:t>174.6225</w:t>
      </w:r>
      <w:r>
        <w:tab/>
        <w:t>1.013e0</w:t>
      </w:r>
    </w:p>
    <w:p w14:paraId="1BFE2EBD" w14:textId="77777777" w:rsidR="006D4449" w:rsidRDefault="006D4449" w:rsidP="006D4449">
      <w:r>
        <w:lastRenderedPageBreak/>
        <w:t>174.6295</w:t>
      </w:r>
      <w:r>
        <w:tab/>
        <w:t>1.013e0</w:t>
      </w:r>
    </w:p>
    <w:p w14:paraId="0153CB0D" w14:textId="77777777" w:rsidR="006D4449" w:rsidRDefault="006D4449" w:rsidP="006D4449">
      <w:r>
        <w:t>174.6373</w:t>
      </w:r>
      <w:r>
        <w:tab/>
        <w:t>2.025e0</w:t>
      </w:r>
    </w:p>
    <w:p w14:paraId="06A162A8" w14:textId="77777777" w:rsidR="006D4449" w:rsidRDefault="006D4449" w:rsidP="006D4449">
      <w:r>
        <w:t>174.6501</w:t>
      </w:r>
      <w:r>
        <w:tab/>
        <w:t>1.013e0</w:t>
      </w:r>
    </w:p>
    <w:p w14:paraId="78526B98" w14:textId="77777777" w:rsidR="006D4449" w:rsidRDefault="006D4449" w:rsidP="006D4449">
      <w:r>
        <w:t>174.6535</w:t>
      </w:r>
      <w:r>
        <w:tab/>
        <w:t>1.013e0</w:t>
      </w:r>
    </w:p>
    <w:p w14:paraId="0CF6A422" w14:textId="77777777" w:rsidR="006D4449" w:rsidRDefault="006D4449" w:rsidP="006D4449">
      <w:r>
        <w:t>174.6596</w:t>
      </w:r>
      <w:r>
        <w:tab/>
        <w:t>1.013e0</w:t>
      </w:r>
    </w:p>
    <w:p w14:paraId="6D0374F4" w14:textId="77777777" w:rsidR="006D4449" w:rsidRDefault="006D4449" w:rsidP="006D4449">
      <w:r>
        <w:t>174.6672</w:t>
      </w:r>
      <w:r>
        <w:tab/>
        <w:t>1.013e0</w:t>
      </w:r>
    </w:p>
    <w:p w14:paraId="38AAB538" w14:textId="77777777" w:rsidR="006D4449" w:rsidRDefault="006D4449" w:rsidP="006D4449">
      <w:r>
        <w:t>174.6795</w:t>
      </w:r>
      <w:r>
        <w:tab/>
        <w:t>2.025e0</w:t>
      </w:r>
    </w:p>
    <w:p w14:paraId="07F6F37F" w14:textId="77777777" w:rsidR="006D4449" w:rsidRDefault="006D4449" w:rsidP="006D4449">
      <w:r>
        <w:t>174.6948</w:t>
      </w:r>
      <w:r>
        <w:tab/>
        <w:t>3.038e0</w:t>
      </w:r>
    </w:p>
    <w:p w14:paraId="27E813EC" w14:textId="77777777" w:rsidR="006D4449" w:rsidRDefault="006D4449" w:rsidP="006D4449">
      <w:r>
        <w:t>174.7133</w:t>
      </w:r>
      <w:r>
        <w:tab/>
        <w:t>1.013e0</w:t>
      </w:r>
    </w:p>
    <w:p w14:paraId="0D5114D6" w14:textId="77777777" w:rsidR="006D4449" w:rsidRDefault="006D4449" w:rsidP="006D4449">
      <w:r>
        <w:t>174.7239</w:t>
      </w:r>
      <w:r>
        <w:tab/>
        <w:t>1.013e0</w:t>
      </w:r>
    </w:p>
    <w:p w14:paraId="7A990FE2" w14:textId="77777777" w:rsidR="006D4449" w:rsidRDefault="006D4449" w:rsidP="006D4449">
      <w:r>
        <w:t>174.7487</w:t>
      </w:r>
      <w:r>
        <w:tab/>
        <w:t>3.038e0</w:t>
      </w:r>
    </w:p>
    <w:p w14:paraId="5D034F81" w14:textId="77777777" w:rsidR="006D4449" w:rsidRDefault="006D4449" w:rsidP="006D4449">
      <w:r>
        <w:t>174.7661</w:t>
      </w:r>
      <w:r>
        <w:tab/>
        <w:t>2.025e0</w:t>
      </w:r>
    </w:p>
    <w:p w14:paraId="630DF22F" w14:textId="77777777" w:rsidR="006D4449" w:rsidRDefault="006D4449" w:rsidP="006D4449">
      <w:r>
        <w:t>174.7889</w:t>
      </w:r>
      <w:r>
        <w:tab/>
        <w:t>3.038e0</w:t>
      </w:r>
    </w:p>
    <w:p w14:paraId="2910EB9D" w14:textId="77777777" w:rsidR="006D4449" w:rsidRDefault="006D4449" w:rsidP="006D4449">
      <w:r>
        <w:t>174.8112</w:t>
      </w:r>
      <w:r>
        <w:tab/>
        <w:t>1.013e0</w:t>
      </w:r>
    </w:p>
    <w:p w14:paraId="092BA727" w14:textId="77777777" w:rsidR="006D4449" w:rsidRDefault="006D4449" w:rsidP="006D4449">
      <w:r>
        <w:t>174.8218</w:t>
      </w:r>
      <w:r>
        <w:tab/>
        <w:t>1.013e0</w:t>
      </w:r>
    </w:p>
    <w:p w14:paraId="6AB830B9" w14:textId="77777777" w:rsidR="006D4449" w:rsidRDefault="006D4449" w:rsidP="006D4449">
      <w:r>
        <w:t>174.8573</w:t>
      </w:r>
      <w:r>
        <w:tab/>
        <w:t>1.013e0</w:t>
      </w:r>
    </w:p>
    <w:p w14:paraId="373213D5" w14:textId="77777777" w:rsidR="006D4449" w:rsidRDefault="006D4449" w:rsidP="006D4449">
      <w:r>
        <w:t>174.8750</w:t>
      </w:r>
      <w:r>
        <w:tab/>
        <w:t>1.013e0</w:t>
      </w:r>
    </w:p>
    <w:p w14:paraId="172F9811" w14:textId="77777777" w:rsidR="006D4449" w:rsidRDefault="006D4449" w:rsidP="006D4449">
      <w:r>
        <w:t>174.8849</w:t>
      </w:r>
      <w:r>
        <w:tab/>
        <w:t>1.013e0</w:t>
      </w:r>
    </w:p>
    <w:p w14:paraId="17E974CF" w14:textId="77777777" w:rsidR="006D4449" w:rsidRDefault="006D4449" w:rsidP="006D4449">
      <w:r>
        <w:t>174.8927</w:t>
      </w:r>
      <w:r>
        <w:tab/>
        <w:t>1.013e0</w:t>
      </w:r>
    </w:p>
    <w:p w14:paraId="7232D840" w14:textId="77777777" w:rsidR="006D4449" w:rsidRDefault="006D4449" w:rsidP="006D4449">
      <w:r>
        <w:lastRenderedPageBreak/>
        <w:t>174.9027</w:t>
      </w:r>
      <w:r>
        <w:tab/>
        <w:t>1.013e0</w:t>
      </w:r>
    </w:p>
    <w:p w14:paraId="239F1227" w14:textId="77777777" w:rsidR="006D4449" w:rsidRDefault="006D4449" w:rsidP="006D4449">
      <w:r>
        <w:t>174.9272</w:t>
      </w:r>
      <w:r>
        <w:tab/>
        <w:t>1.013e0</w:t>
      </w:r>
    </w:p>
    <w:p w14:paraId="2888223C" w14:textId="77777777" w:rsidR="006D4449" w:rsidRDefault="006D4449" w:rsidP="006D4449">
      <w:r>
        <w:t>174.9382</w:t>
      </w:r>
      <w:r>
        <w:tab/>
        <w:t>1.013e0</w:t>
      </w:r>
    </w:p>
    <w:p w14:paraId="099616E4" w14:textId="77777777" w:rsidR="006D4449" w:rsidRDefault="006D4449" w:rsidP="006D4449">
      <w:r>
        <w:t>174.9417</w:t>
      </w:r>
      <w:r>
        <w:tab/>
        <w:t>1.013e0</w:t>
      </w:r>
    </w:p>
    <w:p w14:paraId="5DF8DA0E" w14:textId="77777777" w:rsidR="006D4449" w:rsidRDefault="006D4449" w:rsidP="006D4449">
      <w:r>
        <w:t>174.9730</w:t>
      </w:r>
      <w:r>
        <w:tab/>
        <w:t>1.013e0</w:t>
      </w:r>
    </w:p>
    <w:p w14:paraId="2ED231E4" w14:textId="77777777" w:rsidR="006D4449" w:rsidRDefault="006D4449" w:rsidP="006D4449">
      <w:r>
        <w:t>174.9794</w:t>
      </w:r>
      <w:r>
        <w:tab/>
        <w:t>1.013e0</w:t>
      </w:r>
    </w:p>
    <w:p w14:paraId="50D0B365" w14:textId="77777777" w:rsidR="006D4449" w:rsidRDefault="006D4449" w:rsidP="006D4449">
      <w:r>
        <w:t>175.0046</w:t>
      </w:r>
      <w:r>
        <w:tab/>
        <w:t>2.025e0</w:t>
      </w:r>
    </w:p>
    <w:p w14:paraId="717F130A" w14:textId="77777777" w:rsidR="006D4449" w:rsidRDefault="006D4449" w:rsidP="006D4449">
      <w:r>
        <w:t>175.0086</w:t>
      </w:r>
      <w:r>
        <w:tab/>
        <w:t>3.038e0</w:t>
      </w:r>
    </w:p>
    <w:p w14:paraId="330A4F4F" w14:textId="77777777" w:rsidR="006D4449" w:rsidRDefault="006D4449" w:rsidP="006D4449">
      <w:r>
        <w:t>175.0475</w:t>
      </w:r>
      <w:r>
        <w:tab/>
        <w:t>1.013e0</w:t>
      </w:r>
    </w:p>
    <w:p w14:paraId="2D915A19" w14:textId="77777777" w:rsidR="006D4449" w:rsidRDefault="006D4449" w:rsidP="006D4449">
      <w:r>
        <w:t>175.0503</w:t>
      </w:r>
      <w:r>
        <w:tab/>
        <w:t>2.025e0</w:t>
      </w:r>
    </w:p>
    <w:p w14:paraId="3C3A471A" w14:textId="77777777" w:rsidR="006D4449" w:rsidRDefault="006D4449" w:rsidP="006D4449">
      <w:r>
        <w:t>175.0574</w:t>
      </w:r>
      <w:r>
        <w:tab/>
        <w:t>3.776e0</w:t>
      </w:r>
    </w:p>
    <w:p w14:paraId="22C67801" w14:textId="77777777" w:rsidR="006D4449" w:rsidRDefault="006D4449" w:rsidP="006D4449">
      <w:r>
        <w:t>175.0717</w:t>
      </w:r>
      <w:r>
        <w:tab/>
        <w:t>2.114e1</w:t>
      </w:r>
    </w:p>
    <w:p w14:paraId="32F683BF" w14:textId="77777777" w:rsidR="006D4449" w:rsidRDefault="006D4449" w:rsidP="006D4449">
      <w:r>
        <w:t>175.0776</w:t>
      </w:r>
      <w:r>
        <w:tab/>
        <w:t>2.329e1</w:t>
      </w:r>
    </w:p>
    <w:p w14:paraId="362917DF" w14:textId="77777777" w:rsidR="006D4449" w:rsidRDefault="006D4449" w:rsidP="006D4449">
      <w:r>
        <w:t>175.1102</w:t>
      </w:r>
      <w:r>
        <w:tab/>
        <w:t>5.451e1</w:t>
      </w:r>
    </w:p>
    <w:p w14:paraId="6185858D" w14:textId="77777777" w:rsidR="006D4449" w:rsidRDefault="006D4449" w:rsidP="006D4449">
      <w:r>
        <w:t>175.1114</w:t>
      </w:r>
      <w:r>
        <w:tab/>
        <w:t>4.170e1</w:t>
      </w:r>
    </w:p>
    <w:p w14:paraId="5A614D42" w14:textId="77777777" w:rsidR="006D4449" w:rsidRDefault="006D4449" w:rsidP="006D4449">
      <w:r>
        <w:t>175.1134</w:t>
      </w:r>
      <w:r>
        <w:tab/>
        <w:t>1.728e2</w:t>
      </w:r>
    </w:p>
    <w:p w14:paraId="61DDD16A" w14:textId="77777777" w:rsidR="006D4449" w:rsidRDefault="006D4449" w:rsidP="006D4449">
      <w:r>
        <w:t>175.1537</w:t>
      </w:r>
      <w:r>
        <w:tab/>
        <w:t>2.025e0</w:t>
      </w:r>
    </w:p>
    <w:p w14:paraId="15B7B3B1" w14:textId="77777777" w:rsidR="006D4449" w:rsidRDefault="006D4449" w:rsidP="006D4449">
      <w:r>
        <w:t>175.1633</w:t>
      </w:r>
      <w:r>
        <w:tab/>
        <w:t>2.025e0</w:t>
      </w:r>
    </w:p>
    <w:p w14:paraId="43753B28" w14:textId="77777777" w:rsidR="006D4449" w:rsidRDefault="006D4449" w:rsidP="006D4449">
      <w:r>
        <w:t>175.2059</w:t>
      </w:r>
      <w:r>
        <w:tab/>
        <w:t>1.013e0</w:t>
      </w:r>
    </w:p>
    <w:p w14:paraId="036B4DAB" w14:textId="77777777" w:rsidR="006D4449" w:rsidRDefault="006D4449" w:rsidP="006D4449">
      <w:r>
        <w:lastRenderedPageBreak/>
        <w:t>175.2095</w:t>
      </w:r>
      <w:r>
        <w:tab/>
        <w:t>1.013e0</w:t>
      </w:r>
    </w:p>
    <w:p w14:paraId="468F4E52" w14:textId="77777777" w:rsidR="006D4449" w:rsidRDefault="006D4449" w:rsidP="006D4449">
      <w:r>
        <w:t>175.2309</w:t>
      </w:r>
      <w:r>
        <w:tab/>
        <w:t>3.038e0</w:t>
      </w:r>
    </w:p>
    <w:p w14:paraId="02BC7849" w14:textId="77777777" w:rsidR="006D4449" w:rsidRDefault="006D4449" w:rsidP="006D4449">
      <w:r>
        <w:t>175.2337</w:t>
      </w:r>
      <w:r>
        <w:tab/>
        <w:t>1.013e0</w:t>
      </w:r>
    </w:p>
    <w:p w14:paraId="135F297E" w14:textId="77777777" w:rsidR="006D4449" w:rsidRDefault="006D4449" w:rsidP="006D4449">
      <w:r>
        <w:t>175.2390</w:t>
      </w:r>
      <w:r>
        <w:tab/>
        <w:t>5.063e0</w:t>
      </w:r>
    </w:p>
    <w:p w14:paraId="44C77741" w14:textId="77777777" w:rsidR="006D4449" w:rsidRDefault="006D4449" w:rsidP="006D4449">
      <w:r>
        <w:t>175.2570</w:t>
      </w:r>
      <w:r>
        <w:tab/>
        <w:t>1.013e0</w:t>
      </w:r>
    </w:p>
    <w:p w14:paraId="3336D719" w14:textId="77777777" w:rsidR="006D4449" w:rsidRDefault="006D4449" w:rsidP="006D4449">
      <w:r>
        <w:t>175.2594</w:t>
      </w:r>
      <w:r>
        <w:tab/>
        <w:t>2.025e0</w:t>
      </w:r>
    </w:p>
    <w:p w14:paraId="59E6B5CB" w14:textId="77777777" w:rsidR="006D4449" w:rsidRDefault="006D4449" w:rsidP="006D4449">
      <w:r>
        <w:t>175.2783</w:t>
      </w:r>
      <w:r>
        <w:tab/>
        <w:t>1.013e0</w:t>
      </w:r>
    </w:p>
    <w:p w14:paraId="02D9132D" w14:textId="77777777" w:rsidR="006D4449" w:rsidRDefault="006D4449" w:rsidP="006D4449">
      <w:r>
        <w:t>175.2845</w:t>
      </w:r>
      <w:r>
        <w:tab/>
        <w:t>3.038e0</w:t>
      </w:r>
    </w:p>
    <w:p w14:paraId="5CC16470" w14:textId="77777777" w:rsidR="006D4449" w:rsidRDefault="006D4449" w:rsidP="006D4449">
      <w:r>
        <w:t>175.3004</w:t>
      </w:r>
      <w:r>
        <w:tab/>
        <w:t>1.013e0</w:t>
      </w:r>
    </w:p>
    <w:p w14:paraId="0236F449" w14:textId="77777777" w:rsidR="006D4449" w:rsidRDefault="006D4449" w:rsidP="006D4449">
      <w:r>
        <w:t>175.3032</w:t>
      </w:r>
      <w:r>
        <w:tab/>
        <w:t>1.013e0</w:t>
      </w:r>
    </w:p>
    <w:p w14:paraId="1146459A" w14:textId="77777777" w:rsidR="006D4449" w:rsidRDefault="006D4449" w:rsidP="006D4449">
      <w:r>
        <w:t>175.3138</w:t>
      </w:r>
      <w:r>
        <w:tab/>
        <w:t>1.013e0</w:t>
      </w:r>
    </w:p>
    <w:p w14:paraId="4FE8D773" w14:textId="77777777" w:rsidR="006D4449" w:rsidRDefault="006D4449" w:rsidP="006D4449">
      <w:r>
        <w:t>175.3315</w:t>
      </w:r>
      <w:r>
        <w:tab/>
        <w:t>2.025e0</w:t>
      </w:r>
    </w:p>
    <w:p w14:paraId="329E3197" w14:textId="77777777" w:rsidR="006D4449" w:rsidRDefault="006D4449" w:rsidP="006D4449">
      <w:r>
        <w:t>175.3394</w:t>
      </w:r>
      <w:r>
        <w:tab/>
        <w:t>3.038e0</w:t>
      </w:r>
    </w:p>
    <w:p w14:paraId="79E14D63" w14:textId="77777777" w:rsidR="006D4449" w:rsidRDefault="006D4449" w:rsidP="006D4449">
      <w:r>
        <w:t>175.3465</w:t>
      </w:r>
      <w:r>
        <w:tab/>
        <w:t>2.025e0</w:t>
      </w:r>
    </w:p>
    <w:p w14:paraId="5362BF82" w14:textId="77777777" w:rsidR="006D4449" w:rsidRDefault="006D4449" w:rsidP="006D4449">
      <w:r>
        <w:t>175.3529</w:t>
      </w:r>
      <w:r>
        <w:tab/>
        <w:t>1.013e0</w:t>
      </w:r>
    </w:p>
    <w:p w14:paraId="0E59B17A" w14:textId="77777777" w:rsidR="006D4449" w:rsidRDefault="006D4449" w:rsidP="006D4449">
      <w:r>
        <w:t>175.3739</w:t>
      </w:r>
      <w:r>
        <w:tab/>
        <w:t>1.013e0</w:t>
      </w:r>
    </w:p>
    <w:p w14:paraId="21FA413B" w14:textId="77777777" w:rsidR="006D4449" w:rsidRDefault="006D4449" w:rsidP="006D4449">
      <w:r>
        <w:t>175.3846</w:t>
      </w:r>
      <w:r>
        <w:tab/>
        <w:t>2.025e0</w:t>
      </w:r>
    </w:p>
    <w:p w14:paraId="18A538D9" w14:textId="77777777" w:rsidR="006D4449" w:rsidRDefault="006D4449" w:rsidP="006D4449">
      <w:r>
        <w:t>175.3927</w:t>
      </w:r>
      <w:r>
        <w:tab/>
        <w:t>4.051e0</w:t>
      </w:r>
    </w:p>
    <w:p w14:paraId="15828A17" w14:textId="77777777" w:rsidR="006D4449" w:rsidRDefault="006D4449" w:rsidP="006D4449">
      <w:r>
        <w:t>175.3987</w:t>
      </w:r>
      <w:r>
        <w:tab/>
        <w:t>1.013e0</w:t>
      </w:r>
    </w:p>
    <w:p w14:paraId="4BF8631B" w14:textId="77777777" w:rsidR="006D4449" w:rsidRDefault="006D4449" w:rsidP="006D4449">
      <w:r>
        <w:lastRenderedPageBreak/>
        <w:t>175.4411</w:t>
      </w:r>
      <w:r>
        <w:tab/>
        <w:t>1.013e0</w:t>
      </w:r>
    </w:p>
    <w:p w14:paraId="12FED8FB" w14:textId="77777777" w:rsidR="006D4449" w:rsidRDefault="006D4449" w:rsidP="006D4449">
      <w:r>
        <w:t>175.4659</w:t>
      </w:r>
      <w:r>
        <w:tab/>
        <w:t>1.013e0</w:t>
      </w:r>
    </w:p>
    <w:p w14:paraId="55D6C450" w14:textId="77777777" w:rsidR="006D4449" w:rsidRDefault="006D4449" w:rsidP="006D4449">
      <w:r>
        <w:t>175.4797</w:t>
      </w:r>
      <w:r>
        <w:tab/>
        <w:t>2.025e0</w:t>
      </w:r>
    </w:p>
    <w:p w14:paraId="2B361492" w14:textId="77777777" w:rsidR="006D4449" w:rsidRDefault="006D4449" w:rsidP="006D4449">
      <w:r>
        <w:t>175.4864</w:t>
      </w:r>
      <w:r>
        <w:tab/>
        <w:t>1.013e0</w:t>
      </w:r>
    </w:p>
    <w:p w14:paraId="54BFE0E8" w14:textId="77777777" w:rsidR="006D4449" w:rsidRDefault="006D4449" w:rsidP="006D4449">
      <w:r>
        <w:t>175.4978</w:t>
      </w:r>
      <w:r>
        <w:tab/>
        <w:t>1.013e0</w:t>
      </w:r>
    </w:p>
    <w:p w14:paraId="60240324" w14:textId="77777777" w:rsidR="006D4449" w:rsidRDefault="006D4449" w:rsidP="006D4449">
      <w:r>
        <w:t>175.5392</w:t>
      </w:r>
      <w:r>
        <w:tab/>
        <w:t>3.038e0</w:t>
      </w:r>
    </w:p>
    <w:p w14:paraId="60995444" w14:textId="77777777" w:rsidR="006D4449" w:rsidRDefault="006D4449" w:rsidP="006D4449">
      <w:r>
        <w:t>175.5449</w:t>
      </w:r>
      <w:r>
        <w:tab/>
        <w:t>2.025e0</w:t>
      </w:r>
    </w:p>
    <w:p w14:paraId="7542ACE3" w14:textId="77777777" w:rsidR="006D4449" w:rsidRDefault="006D4449" w:rsidP="006D4449">
      <w:r>
        <w:t>175.5588</w:t>
      </w:r>
      <w:r>
        <w:tab/>
        <w:t>3.038e0</w:t>
      </w:r>
    </w:p>
    <w:p w14:paraId="19EF67CB" w14:textId="77777777" w:rsidR="006D4449" w:rsidRDefault="006D4449" w:rsidP="006D4449">
      <w:r>
        <w:t>175.5639</w:t>
      </w:r>
      <w:r>
        <w:tab/>
        <w:t>1.013e0</w:t>
      </w:r>
    </w:p>
    <w:p w14:paraId="106D9CCF" w14:textId="77777777" w:rsidR="006D4449" w:rsidRDefault="006D4449" w:rsidP="006D4449">
      <w:r>
        <w:t>175.5846</w:t>
      </w:r>
      <w:r>
        <w:tab/>
        <w:t>1.013e0</w:t>
      </w:r>
    </w:p>
    <w:p w14:paraId="58255E4E" w14:textId="77777777" w:rsidR="006D4449" w:rsidRDefault="006D4449" w:rsidP="006D4449">
      <w:r>
        <w:t>175.5889</w:t>
      </w:r>
      <w:r>
        <w:tab/>
        <w:t>1.013e0</w:t>
      </w:r>
    </w:p>
    <w:p w14:paraId="2C9FBD84" w14:textId="77777777" w:rsidR="006D4449" w:rsidRDefault="006D4449" w:rsidP="006D4449">
      <w:r>
        <w:t>175.6102</w:t>
      </w:r>
      <w:r>
        <w:tab/>
        <w:t>1.013e0</w:t>
      </w:r>
    </w:p>
    <w:p w14:paraId="07362901" w14:textId="77777777" w:rsidR="006D4449" w:rsidRDefault="006D4449" w:rsidP="006D4449">
      <w:r>
        <w:t>175.6315</w:t>
      </w:r>
      <w:r>
        <w:tab/>
        <w:t>2.025e0</w:t>
      </w:r>
    </w:p>
    <w:p w14:paraId="43CFB9BE" w14:textId="77777777" w:rsidR="006D4449" w:rsidRDefault="006D4449" w:rsidP="006D4449">
      <w:r>
        <w:t>175.6492</w:t>
      </w:r>
      <w:r>
        <w:tab/>
        <w:t>1.013e0</w:t>
      </w:r>
    </w:p>
    <w:p w14:paraId="13159893" w14:textId="77777777" w:rsidR="006D4449" w:rsidRDefault="006D4449" w:rsidP="006D4449">
      <w:r>
        <w:t>175.6520</w:t>
      </w:r>
      <w:r>
        <w:tab/>
        <w:t>1.013e0</w:t>
      </w:r>
    </w:p>
    <w:p w14:paraId="3E8AFE1E" w14:textId="77777777" w:rsidR="006D4449" w:rsidRDefault="006D4449" w:rsidP="006D4449">
      <w:r>
        <w:t>175.6635</w:t>
      </w:r>
      <w:r>
        <w:tab/>
        <w:t>1.013e0</w:t>
      </w:r>
    </w:p>
    <w:p w14:paraId="7543A002" w14:textId="77777777" w:rsidR="006D4449" w:rsidRDefault="006D4449" w:rsidP="006D4449">
      <w:r>
        <w:t>175.6680</w:t>
      </w:r>
      <w:r>
        <w:tab/>
        <w:t>2.025e0</w:t>
      </w:r>
    </w:p>
    <w:p w14:paraId="3E5E6822" w14:textId="77777777" w:rsidR="006D4449" w:rsidRDefault="006D4449" w:rsidP="006D4449">
      <w:r>
        <w:t>175.6837</w:t>
      </w:r>
      <w:r>
        <w:tab/>
        <w:t>1.013e0</w:t>
      </w:r>
    </w:p>
    <w:p w14:paraId="46CDC07C" w14:textId="77777777" w:rsidR="006D4449" w:rsidRDefault="006D4449" w:rsidP="006D4449">
      <w:r>
        <w:t>175.6975</w:t>
      </w:r>
      <w:r>
        <w:tab/>
        <w:t>1.013e0</w:t>
      </w:r>
    </w:p>
    <w:p w14:paraId="5E5E309C" w14:textId="77777777" w:rsidR="006D4449" w:rsidRDefault="006D4449" w:rsidP="006D4449">
      <w:r>
        <w:lastRenderedPageBreak/>
        <w:t>175.7082</w:t>
      </w:r>
      <w:r>
        <w:tab/>
        <w:t>2.025e0</w:t>
      </w:r>
    </w:p>
    <w:p w14:paraId="5E7BA929" w14:textId="77777777" w:rsidR="006D4449" w:rsidRDefault="006D4449" w:rsidP="006D4449">
      <w:r>
        <w:t>175.7148</w:t>
      </w:r>
      <w:r>
        <w:tab/>
        <w:t>1.013e0</w:t>
      </w:r>
    </w:p>
    <w:p w14:paraId="49157797" w14:textId="77777777" w:rsidR="006D4449" w:rsidRDefault="006D4449" w:rsidP="006D4449">
      <w:r>
        <w:t>175.7350</w:t>
      </w:r>
      <w:r>
        <w:tab/>
        <w:t>2.025e0</w:t>
      </w:r>
    </w:p>
    <w:p w14:paraId="5799B2B2" w14:textId="77777777" w:rsidR="006D4449" w:rsidRDefault="006D4449" w:rsidP="006D4449">
      <w:r>
        <w:t>175.8042</w:t>
      </w:r>
      <w:r>
        <w:tab/>
        <w:t>2.025e0</w:t>
      </w:r>
    </w:p>
    <w:p w14:paraId="3E694482" w14:textId="77777777" w:rsidR="006D4449" w:rsidRDefault="006D4449" w:rsidP="006D4449">
      <w:r>
        <w:t>175.8396</w:t>
      </w:r>
      <w:r>
        <w:tab/>
        <w:t>1.013e0</w:t>
      </w:r>
    </w:p>
    <w:p w14:paraId="67761401" w14:textId="77777777" w:rsidR="006D4449" w:rsidRDefault="006D4449" w:rsidP="006D4449">
      <w:r>
        <w:t>175.8534</w:t>
      </w:r>
      <w:r>
        <w:tab/>
        <w:t>1.013e0</w:t>
      </w:r>
    </w:p>
    <w:p w14:paraId="37EA4FF8" w14:textId="77777777" w:rsidR="006D4449" w:rsidRDefault="006D4449" w:rsidP="006D4449">
      <w:r>
        <w:t>175.8545</w:t>
      </w:r>
      <w:r>
        <w:tab/>
        <w:t>3.038e0</w:t>
      </w:r>
    </w:p>
    <w:p w14:paraId="330A9C42" w14:textId="77777777" w:rsidR="006D4449" w:rsidRDefault="006D4449" w:rsidP="006D4449">
      <w:r>
        <w:t>175.8630</w:t>
      </w:r>
      <w:r>
        <w:tab/>
        <w:t>1.013e0</w:t>
      </w:r>
    </w:p>
    <w:p w14:paraId="39196E89" w14:textId="77777777" w:rsidR="006D4449" w:rsidRDefault="006D4449" w:rsidP="006D4449">
      <w:r>
        <w:t>175.8672</w:t>
      </w:r>
      <w:r>
        <w:tab/>
        <w:t>1.013e0</w:t>
      </w:r>
    </w:p>
    <w:p w14:paraId="1FB26074" w14:textId="77777777" w:rsidR="006D4449" w:rsidRDefault="006D4449" w:rsidP="006D4449">
      <w:r>
        <w:t>175.8775</w:t>
      </w:r>
      <w:r>
        <w:tab/>
        <w:t>1.013e0</w:t>
      </w:r>
    </w:p>
    <w:p w14:paraId="192AFE16" w14:textId="77777777" w:rsidR="006D4449" w:rsidRDefault="006D4449" w:rsidP="006D4449">
      <w:r>
        <w:t>175.8839</w:t>
      </w:r>
      <w:r>
        <w:tab/>
        <w:t>1.013e0</w:t>
      </w:r>
    </w:p>
    <w:p w14:paraId="21625175" w14:textId="77777777" w:rsidR="006D4449" w:rsidRDefault="006D4449" w:rsidP="006D4449">
      <w:r>
        <w:t>175.9025</w:t>
      </w:r>
      <w:r>
        <w:tab/>
        <w:t>1.013e0</w:t>
      </w:r>
    </w:p>
    <w:p w14:paraId="53DBC993" w14:textId="77777777" w:rsidR="006D4449" w:rsidRDefault="006D4449" w:rsidP="006D4449">
      <w:r>
        <w:t>175.9139</w:t>
      </w:r>
      <w:r>
        <w:tab/>
        <w:t>3.038e0</w:t>
      </w:r>
    </w:p>
    <w:p w14:paraId="31D0DE9A" w14:textId="77777777" w:rsidR="006D4449" w:rsidRDefault="006D4449" w:rsidP="006D4449">
      <w:r>
        <w:t>175.9212</w:t>
      </w:r>
      <w:r>
        <w:tab/>
        <w:t>2.025e0</w:t>
      </w:r>
    </w:p>
    <w:p w14:paraId="34F87763" w14:textId="77777777" w:rsidR="006D4449" w:rsidRDefault="006D4449" w:rsidP="006D4449">
      <w:r>
        <w:t>175.9380</w:t>
      </w:r>
      <w:r>
        <w:tab/>
        <w:t>1.013e0</w:t>
      </w:r>
    </w:p>
    <w:p w14:paraId="3B08E8B5" w14:textId="77777777" w:rsidR="006D4449" w:rsidRDefault="006D4449" w:rsidP="006D4449">
      <w:r>
        <w:t>175.9451</w:t>
      </w:r>
      <w:r>
        <w:tab/>
        <w:t>1.013e0</w:t>
      </w:r>
    </w:p>
    <w:p w14:paraId="5FD43621" w14:textId="77777777" w:rsidR="006D4449" w:rsidRDefault="006D4449" w:rsidP="006D4449">
      <w:r>
        <w:t>175.9639</w:t>
      </w:r>
      <w:r>
        <w:tab/>
        <w:t>2.025e0</w:t>
      </w:r>
    </w:p>
    <w:p w14:paraId="6B2D69AD" w14:textId="77777777" w:rsidR="006D4449" w:rsidRDefault="006D4449" w:rsidP="006D4449">
      <w:r>
        <w:t>175.9929</w:t>
      </w:r>
      <w:r>
        <w:tab/>
        <w:t>2.025e0</w:t>
      </w:r>
    </w:p>
    <w:p w14:paraId="483BFBF2" w14:textId="77777777" w:rsidR="006D4449" w:rsidRDefault="006D4449" w:rsidP="006D4449">
      <w:r>
        <w:t>176.0009</w:t>
      </w:r>
      <w:r>
        <w:tab/>
        <w:t>1.013e0</w:t>
      </w:r>
    </w:p>
    <w:p w14:paraId="403D548C" w14:textId="77777777" w:rsidR="006D4449" w:rsidRDefault="006D4449" w:rsidP="006D4449">
      <w:r>
        <w:lastRenderedPageBreak/>
        <w:t>176.0096</w:t>
      </w:r>
      <w:r>
        <w:tab/>
        <w:t>4.051e0</w:t>
      </w:r>
    </w:p>
    <w:p w14:paraId="0BE14C57" w14:textId="77777777" w:rsidR="006D4449" w:rsidRDefault="006D4449" w:rsidP="006D4449">
      <w:r>
        <w:t>176.0269</w:t>
      </w:r>
      <w:r>
        <w:tab/>
        <w:t>2.025e0</w:t>
      </w:r>
    </w:p>
    <w:p w14:paraId="5D3A5209" w14:textId="77777777" w:rsidR="006D4449" w:rsidRDefault="006D4449" w:rsidP="006D4449">
      <w:r>
        <w:t>176.0293</w:t>
      </w:r>
      <w:r>
        <w:tab/>
        <w:t>1.013e0</w:t>
      </w:r>
    </w:p>
    <w:p w14:paraId="216A1876" w14:textId="77777777" w:rsidR="006D4449" w:rsidRDefault="006D4449" w:rsidP="006D4449">
      <w:r>
        <w:t>176.0464</w:t>
      </w:r>
      <w:r>
        <w:tab/>
        <w:t>3.775e0</w:t>
      </w:r>
    </w:p>
    <w:p w14:paraId="7E391DA3" w14:textId="77777777" w:rsidR="006D4449" w:rsidRDefault="006D4449" w:rsidP="006D4449">
      <w:r>
        <w:t>176.0603</w:t>
      </w:r>
      <w:r>
        <w:tab/>
        <w:t>2.025e0</w:t>
      </w:r>
    </w:p>
    <w:p w14:paraId="7032EDF3" w14:textId="77777777" w:rsidR="006D4449" w:rsidRDefault="006D4449" w:rsidP="006D4449">
      <w:r>
        <w:t>176.0710</w:t>
      </w:r>
      <w:r>
        <w:tab/>
        <w:t>1.013e0</w:t>
      </w:r>
    </w:p>
    <w:p w14:paraId="6CDF674E" w14:textId="77777777" w:rsidR="006D4449" w:rsidRDefault="006D4449" w:rsidP="006D4449">
      <w:r>
        <w:t>176.0918</w:t>
      </w:r>
      <w:r>
        <w:tab/>
        <w:t>4.051e0</w:t>
      </w:r>
    </w:p>
    <w:p w14:paraId="518B080E" w14:textId="77777777" w:rsidR="006D4449" w:rsidRDefault="006D4449" w:rsidP="006D4449">
      <w:r>
        <w:t>176.0935</w:t>
      </w:r>
      <w:r>
        <w:tab/>
        <w:t>8.757e0</w:t>
      </w:r>
    </w:p>
    <w:p w14:paraId="5DC0F081" w14:textId="77777777" w:rsidR="006D4449" w:rsidRDefault="006D4449" w:rsidP="006D4449">
      <w:r>
        <w:t>176.0966</w:t>
      </w:r>
      <w:r>
        <w:tab/>
        <w:t>1.114e1</w:t>
      </w:r>
    </w:p>
    <w:p w14:paraId="4DD76286" w14:textId="77777777" w:rsidR="006D4449" w:rsidRDefault="006D4449" w:rsidP="006D4449">
      <w:r>
        <w:t>176.1048</w:t>
      </w:r>
      <w:r>
        <w:tab/>
        <w:t>7.379e0</w:t>
      </w:r>
    </w:p>
    <w:p w14:paraId="5AEB8A77" w14:textId="77777777" w:rsidR="006D4449" w:rsidRDefault="006D4449" w:rsidP="006D4449">
      <w:r>
        <w:t>176.1095</w:t>
      </w:r>
      <w:r>
        <w:tab/>
        <w:t>8.690e0</w:t>
      </w:r>
    </w:p>
    <w:p w14:paraId="192BE4A1" w14:textId="77777777" w:rsidR="006D4449" w:rsidRDefault="006D4449" w:rsidP="006D4449">
      <w:r>
        <w:t>176.1163</w:t>
      </w:r>
      <w:r>
        <w:tab/>
        <w:t>5.472e0</w:t>
      </w:r>
    </w:p>
    <w:p w14:paraId="43EEAF75" w14:textId="77777777" w:rsidR="006D4449" w:rsidRDefault="006D4449" w:rsidP="006D4449">
      <w:r>
        <w:t>176.1254</w:t>
      </w:r>
      <w:r>
        <w:tab/>
        <w:t>4.692e0</w:t>
      </w:r>
    </w:p>
    <w:p w14:paraId="36CDF378" w14:textId="77777777" w:rsidR="006D4449" w:rsidRDefault="006D4449" w:rsidP="006D4449">
      <w:r>
        <w:t>176.1294</w:t>
      </w:r>
      <w:r>
        <w:tab/>
        <w:t>5.063e0</w:t>
      </w:r>
    </w:p>
    <w:p w14:paraId="160225E0" w14:textId="77777777" w:rsidR="006D4449" w:rsidRDefault="006D4449" w:rsidP="006D4449">
      <w:r>
        <w:t>176.1355</w:t>
      </w:r>
      <w:r>
        <w:tab/>
        <w:t>3.744e0</w:t>
      </w:r>
    </w:p>
    <w:p w14:paraId="6B73CFB3" w14:textId="77777777" w:rsidR="006D4449" w:rsidRDefault="006D4449" w:rsidP="006D4449">
      <w:r>
        <w:t>176.1460</w:t>
      </w:r>
      <w:r>
        <w:tab/>
        <w:t>1.804e0</w:t>
      </w:r>
    </w:p>
    <w:p w14:paraId="54F3F140" w14:textId="77777777" w:rsidR="006D4449" w:rsidRDefault="006D4449" w:rsidP="006D4449">
      <w:r>
        <w:t>176.1500</w:t>
      </w:r>
      <w:r>
        <w:tab/>
        <w:t>1.013e0</w:t>
      </w:r>
    </w:p>
    <w:p w14:paraId="2D7AFB65" w14:textId="77777777" w:rsidR="006D4449" w:rsidRDefault="006D4449" w:rsidP="006D4449">
      <w:r>
        <w:t>176.1604</w:t>
      </w:r>
      <w:r>
        <w:tab/>
        <w:t>1.013e0</w:t>
      </w:r>
    </w:p>
    <w:p w14:paraId="620B0EAE" w14:textId="77777777" w:rsidR="006D4449" w:rsidRDefault="006D4449" w:rsidP="006D4449">
      <w:r>
        <w:t>176.1880</w:t>
      </w:r>
      <w:r>
        <w:tab/>
        <w:t>4.051e0</w:t>
      </w:r>
    </w:p>
    <w:p w14:paraId="5D3F23DE" w14:textId="77777777" w:rsidR="006D4449" w:rsidRDefault="006D4449" w:rsidP="006D4449">
      <w:r>
        <w:lastRenderedPageBreak/>
        <w:t>176.2090</w:t>
      </w:r>
      <w:r>
        <w:tab/>
        <w:t>1.013e0</w:t>
      </w:r>
    </w:p>
    <w:p w14:paraId="5A4FE2C0" w14:textId="77777777" w:rsidR="006D4449" w:rsidRDefault="006D4449" w:rsidP="006D4449">
      <w:r>
        <w:t>176.2332</w:t>
      </w:r>
      <w:r>
        <w:tab/>
        <w:t>1.013e0</w:t>
      </w:r>
    </w:p>
    <w:p w14:paraId="45BAB731" w14:textId="77777777" w:rsidR="006D4449" w:rsidRDefault="006D4449" w:rsidP="006D4449">
      <w:r>
        <w:t>176.2447</w:t>
      </w:r>
      <w:r>
        <w:tab/>
        <w:t>2.025e0</w:t>
      </w:r>
    </w:p>
    <w:p w14:paraId="2712ABAB" w14:textId="77777777" w:rsidR="006D4449" w:rsidRDefault="006D4449" w:rsidP="006D4449">
      <w:r>
        <w:t>176.2617</w:t>
      </w:r>
      <w:r>
        <w:tab/>
        <w:t>1.013e0</w:t>
      </w:r>
    </w:p>
    <w:p w14:paraId="125082EF" w14:textId="77777777" w:rsidR="006D4449" w:rsidRDefault="006D4449" w:rsidP="006D4449">
      <w:r>
        <w:t>176.2695</w:t>
      </w:r>
      <w:r>
        <w:tab/>
        <w:t>1.013e0</w:t>
      </w:r>
    </w:p>
    <w:p w14:paraId="35BBCD10" w14:textId="77777777" w:rsidR="006D4449" w:rsidRDefault="006D4449" w:rsidP="006D4449">
      <w:r>
        <w:t>176.3314</w:t>
      </w:r>
      <w:r>
        <w:tab/>
        <w:t>2.025e0</w:t>
      </w:r>
    </w:p>
    <w:p w14:paraId="00B6A82C" w14:textId="77777777" w:rsidR="006D4449" w:rsidRDefault="006D4449" w:rsidP="006D4449">
      <w:r>
        <w:t>176.3393</w:t>
      </w:r>
      <w:r>
        <w:tab/>
        <w:t>1.013e0</w:t>
      </w:r>
    </w:p>
    <w:p w14:paraId="7A5E4CCA" w14:textId="77777777" w:rsidR="006D4449" w:rsidRDefault="006D4449" w:rsidP="006D4449">
      <w:r>
        <w:t>176.3670</w:t>
      </w:r>
      <w:r>
        <w:tab/>
        <w:t>1.013e0</w:t>
      </w:r>
    </w:p>
    <w:p w14:paraId="0EB4D30E" w14:textId="77777777" w:rsidR="006D4449" w:rsidRDefault="006D4449" w:rsidP="006D4449">
      <w:r>
        <w:t>176.3959</w:t>
      </w:r>
      <w:r>
        <w:tab/>
        <w:t>2.025e0</w:t>
      </w:r>
    </w:p>
    <w:p w14:paraId="4A116DDE" w14:textId="77777777" w:rsidR="006D4449" w:rsidRDefault="006D4449" w:rsidP="006D4449">
      <w:r>
        <w:t>176.4141</w:t>
      </w:r>
      <w:r>
        <w:tab/>
        <w:t>2.025e0</w:t>
      </w:r>
    </w:p>
    <w:p w14:paraId="19B0B6D1" w14:textId="77777777" w:rsidR="006D4449" w:rsidRDefault="006D4449" w:rsidP="006D4449">
      <w:r>
        <w:t>176.4318</w:t>
      </w:r>
      <w:r>
        <w:tab/>
        <w:t>1.013e0</w:t>
      </w:r>
    </w:p>
    <w:p w14:paraId="2B62293F" w14:textId="77777777" w:rsidR="006D4449" w:rsidRDefault="006D4449" w:rsidP="006D4449">
      <w:r>
        <w:t>176.4738</w:t>
      </w:r>
      <w:r>
        <w:tab/>
        <w:t>1.013e0</w:t>
      </w:r>
    </w:p>
    <w:p w14:paraId="6FD52E00" w14:textId="77777777" w:rsidR="006D4449" w:rsidRDefault="006D4449" w:rsidP="006D4449">
      <w:r>
        <w:t>176.4876</w:t>
      </w:r>
      <w:r>
        <w:tab/>
        <w:t>3.038e0</w:t>
      </w:r>
    </w:p>
    <w:p w14:paraId="6052A737" w14:textId="77777777" w:rsidR="006D4449" w:rsidRDefault="006D4449" w:rsidP="006D4449">
      <w:r>
        <w:t>176.5122</w:t>
      </w:r>
      <w:r>
        <w:tab/>
        <w:t>1.013e0</w:t>
      </w:r>
    </w:p>
    <w:p w14:paraId="5DE5D480" w14:textId="77777777" w:rsidR="006D4449" w:rsidRDefault="006D4449" w:rsidP="006D4449">
      <w:r>
        <w:t>176.5206</w:t>
      </w:r>
      <w:r>
        <w:tab/>
        <w:t>2.025e0</w:t>
      </w:r>
    </w:p>
    <w:p w14:paraId="55162570" w14:textId="77777777" w:rsidR="006D4449" w:rsidRDefault="006D4449" w:rsidP="006D4449">
      <w:r>
        <w:t>176.5283</w:t>
      </w:r>
      <w:r>
        <w:tab/>
        <w:t>2.025e0</w:t>
      </w:r>
    </w:p>
    <w:p w14:paraId="4DA72BF4" w14:textId="77777777" w:rsidR="006D4449" w:rsidRDefault="006D4449" w:rsidP="006D4449">
      <w:r>
        <w:t>176.5510</w:t>
      </w:r>
      <w:r>
        <w:tab/>
        <w:t>4.051e0</w:t>
      </w:r>
    </w:p>
    <w:p w14:paraId="214E098F" w14:textId="77777777" w:rsidR="006D4449" w:rsidRDefault="006D4449" w:rsidP="006D4449">
      <w:r>
        <w:t>176.5534</w:t>
      </w:r>
      <w:r>
        <w:tab/>
        <w:t>4.051e0</w:t>
      </w:r>
    </w:p>
    <w:p w14:paraId="49D1653A" w14:textId="77777777" w:rsidR="006D4449" w:rsidRDefault="006D4449" w:rsidP="006D4449">
      <w:r>
        <w:t>176.5551</w:t>
      </w:r>
      <w:r>
        <w:tab/>
        <w:t>2.025e0</w:t>
      </w:r>
    </w:p>
    <w:p w14:paraId="01253758" w14:textId="77777777" w:rsidR="006D4449" w:rsidRDefault="006D4449" w:rsidP="006D4449">
      <w:r>
        <w:lastRenderedPageBreak/>
        <w:t>176.5569</w:t>
      </w:r>
      <w:r>
        <w:tab/>
        <w:t>2.025e0</w:t>
      </w:r>
    </w:p>
    <w:p w14:paraId="0BC8D335" w14:textId="77777777" w:rsidR="006D4449" w:rsidRDefault="006D4449" w:rsidP="006D4449">
      <w:r>
        <w:t>176.5579</w:t>
      </w:r>
      <w:r>
        <w:tab/>
        <w:t>2.025e0</w:t>
      </w:r>
    </w:p>
    <w:p w14:paraId="325B607D" w14:textId="77777777" w:rsidR="006D4449" w:rsidRDefault="006D4449" w:rsidP="006D4449">
      <w:r>
        <w:t>176.5801</w:t>
      </w:r>
      <w:r>
        <w:tab/>
        <w:t>4.051e0</w:t>
      </w:r>
    </w:p>
    <w:p w14:paraId="76915E48" w14:textId="77777777" w:rsidR="006D4449" w:rsidRDefault="006D4449" w:rsidP="006D4449">
      <w:r>
        <w:t>176.5834</w:t>
      </w:r>
      <w:r>
        <w:tab/>
        <w:t>2.407e0</w:t>
      </w:r>
    </w:p>
    <w:p w14:paraId="41DAE18F" w14:textId="77777777" w:rsidR="006D4449" w:rsidRDefault="006D4449" w:rsidP="006D4449">
      <w:r>
        <w:t>176.5871</w:t>
      </w:r>
      <w:r>
        <w:tab/>
        <w:t>1.013e0</w:t>
      </w:r>
    </w:p>
    <w:p w14:paraId="050C14AD" w14:textId="77777777" w:rsidR="006D4449" w:rsidRDefault="006D4449" w:rsidP="006D4449">
      <w:r>
        <w:t>176.5978</w:t>
      </w:r>
      <w:r>
        <w:tab/>
        <w:t>2.025e0</w:t>
      </w:r>
    </w:p>
    <w:p w14:paraId="3B81EFA3" w14:textId="77777777" w:rsidR="006D4449" w:rsidRDefault="006D4449" w:rsidP="006D4449">
      <w:r>
        <w:t>176.6120</w:t>
      </w:r>
      <w:r>
        <w:tab/>
        <w:t>1.013e0</w:t>
      </w:r>
    </w:p>
    <w:p w14:paraId="02D3224D" w14:textId="77777777" w:rsidR="006D4449" w:rsidRDefault="006D4449" w:rsidP="006D4449">
      <w:r>
        <w:t>176.6369</w:t>
      </w:r>
      <w:r>
        <w:tab/>
        <w:t>1.013e0</w:t>
      </w:r>
    </w:p>
    <w:p w14:paraId="78D78E87" w14:textId="77777777" w:rsidR="006D4449" w:rsidRDefault="006D4449" w:rsidP="006D4449">
      <w:r>
        <w:t>176.6434</w:t>
      </w:r>
      <w:r>
        <w:tab/>
        <w:t>1.013e0</w:t>
      </w:r>
    </w:p>
    <w:p w14:paraId="0083D7D8" w14:textId="77777777" w:rsidR="006D4449" w:rsidRDefault="006D4449" w:rsidP="006D4449">
      <w:r>
        <w:t>176.6644</w:t>
      </w:r>
      <w:r>
        <w:tab/>
        <w:t>1.013e0</w:t>
      </w:r>
    </w:p>
    <w:p w14:paraId="5CFC3B2E" w14:textId="77777777" w:rsidR="006D4449" w:rsidRDefault="006D4449" w:rsidP="006D4449">
      <w:r>
        <w:t>176.6686</w:t>
      </w:r>
      <w:r>
        <w:tab/>
        <w:t>1.013e0</w:t>
      </w:r>
    </w:p>
    <w:p w14:paraId="53773904" w14:textId="77777777" w:rsidR="006D4449" w:rsidRDefault="006D4449" w:rsidP="006D4449">
      <w:r>
        <w:t>176.6713</w:t>
      </w:r>
      <w:r>
        <w:tab/>
        <w:t>1.013e0</w:t>
      </w:r>
    </w:p>
    <w:p w14:paraId="1FD32393" w14:textId="77777777" w:rsidR="006D4449" w:rsidRDefault="006D4449" w:rsidP="006D4449">
      <w:r>
        <w:t>176.6894</w:t>
      </w:r>
      <w:r>
        <w:tab/>
        <w:t>1.013e0</w:t>
      </w:r>
    </w:p>
    <w:p w14:paraId="02087F12" w14:textId="77777777" w:rsidR="006D4449" w:rsidRDefault="006D4449" w:rsidP="006D4449">
      <w:r>
        <w:t>176.6929</w:t>
      </w:r>
      <w:r>
        <w:tab/>
        <w:t>1.013e0</w:t>
      </w:r>
    </w:p>
    <w:p w14:paraId="1AFF7FA7" w14:textId="77777777" w:rsidR="006D4449" w:rsidRDefault="006D4449" w:rsidP="006D4449">
      <w:r>
        <w:t>176.7210</w:t>
      </w:r>
      <w:r>
        <w:tab/>
        <w:t>1.013e0</w:t>
      </w:r>
    </w:p>
    <w:p w14:paraId="56D0E04B" w14:textId="77777777" w:rsidR="006D4449" w:rsidRDefault="006D4449" w:rsidP="006D4449">
      <w:r>
        <w:t>176.7460</w:t>
      </w:r>
      <w:r>
        <w:tab/>
        <w:t>1.013e0</w:t>
      </w:r>
    </w:p>
    <w:p w14:paraId="263977B0" w14:textId="77777777" w:rsidR="006D4449" w:rsidRDefault="006D4449" w:rsidP="006D4449">
      <w:r>
        <w:t>176.7488</w:t>
      </w:r>
      <w:r>
        <w:tab/>
        <w:t>1.013e0</w:t>
      </w:r>
    </w:p>
    <w:p w14:paraId="05B157A2" w14:textId="77777777" w:rsidR="006D4449" w:rsidRDefault="006D4449" w:rsidP="006D4449">
      <w:r>
        <w:t>176.7709</w:t>
      </w:r>
      <w:r>
        <w:tab/>
        <w:t>1.013e0</w:t>
      </w:r>
    </w:p>
    <w:p w14:paraId="7F7B9A45" w14:textId="77777777" w:rsidR="006D4449" w:rsidRDefault="006D4449" w:rsidP="006D4449">
      <w:r>
        <w:t>176.7994</w:t>
      </w:r>
      <w:r>
        <w:tab/>
        <w:t>1.013e0</w:t>
      </w:r>
    </w:p>
    <w:p w14:paraId="43DA40A7" w14:textId="77777777" w:rsidR="006D4449" w:rsidRDefault="006D4449" w:rsidP="006D4449">
      <w:r>
        <w:lastRenderedPageBreak/>
        <w:t>176.8101</w:t>
      </w:r>
      <w:r>
        <w:tab/>
        <w:t>1.013e0</w:t>
      </w:r>
    </w:p>
    <w:p w14:paraId="26EF1C9D" w14:textId="77777777" w:rsidR="006D4449" w:rsidRDefault="006D4449" w:rsidP="006D4449">
      <w:r>
        <w:t>176.8244</w:t>
      </w:r>
      <w:r>
        <w:tab/>
        <w:t>1.013e0</w:t>
      </w:r>
    </w:p>
    <w:p w14:paraId="3E2973A0" w14:textId="77777777" w:rsidR="006D4449" w:rsidRDefault="006D4449" w:rsidP="006D4449">
      <w:r>
        <w:t>176.8379</w:t>
      </w:r>
      <w:r>
        <w:tab/>
        <w:t>2.025e0</w:t>
      </w:r>
    </w:p>
    <w:p w14:paraId="57458AA1" w14:textId="77777777" w:rsidR="006D4449" w:rsidRDefault="006D4449" w:rsidP="006D4449">
      <w:r>
        <w:t>176.8514</w:t>
      </w:r>
      <w:r>
        <w:tab/>
        <w:t>1.013e0</w:t>
      </w:r>
    </w:p>
    <w:p w14:paraId="21E42399" w14:textId="77777777" w:rsidR="006D4449" w:rsidRDefault="006D4449" w:rsidP="006D4449">
      <w:r>
        <w:t>176.8978</w:t>
      </w:r>
      <w:r>
        <w:tab/>
        <w:t>1.013e0</w:t>
      </w:r>
    </w:p>
    <w:p w14:paraId="483667A5" w14:textId="77777777" w:rsidR="006D4449" w:rsidRDefault="006D4449" w:rsidP="006D4449">
      <w:r>
        <w:t>176.9120</w:t>
      </w:r>
      <w:r>
        <w:tab/>
        <w:t>1.013e0</w:t>
      </w:r>
    </w:p>
    <w:p w14:paraId="6A32EE38" w14:textId="77777777" w:rsidR="006D4449" w:rsidRDefault="006D4449" w:rsidP="006D4449">
      <w:r>
        <w:t>176.9299</w:t>
      </w:r>
      <w:r>
        <w:tab/>
        <w:t>1.013e0</w:t>
      </w:r>
    </w:p>
    <w:p w14:paraId="3EE9CCE9" w14:textId="77777777" w:rsidR="006D4449" w:rsidRDefault="006D4449" w:rsidP="006D4449">
      <w:r>
        <w:t>176.9441</w:t>
      </w:r>
      <w:r>
        <w:tab/>
        <w:t>1.013e0</w:t>
      </w:r>
    </w:p>
    <w:p w14:paraId="2A66D612" w14:textId="77777777" w:rsidR="006D4449" w:rsidRDefault="006D4449" w:rsidP="006D4449">
      <w:r>
        <w:t>176.9619</w:t>
      </w:r>
      <w:r>
        <w:tab/>
        <w:t>1.013e0</w:t>
      </w:r>
    </w:p>
    <w:p w14:paraId="462F38B2" w14:textId="77777777" w:rsidR="006D4449" w:rsidRDefault="006D4449" w:rsidP="006D4449">
      <w:r>
        <w:t>176.9654</w:t>
      </w:r>
      <w:r>
        <w:tab/>
        <w:t>1.013e0</w:t>
      </w:r>
    </w:p>
    <w:p w14:paraId="1C9EDB6F" w14:textId="77777777" w:rsidR="006D4449" w:rsidRDefault="006D4449" w:rsidP="006D4449">
      <w:r>
        <w:t>176.9825</w:t>
      </w:r>
      <w:r>
        <w:tab/>
        <w:t>2.025e0</w:t>
      </w:r>
    </w:p>
    <w:p w14:paraId="1554F1D7" w14:textId="77777777" w:rsidR="006D4449" w:rsidRDefault="006D4449" w:rsidP="006D4449">
      <w:r>
        <w:t>177.0119</w:t>
      </w:r>
      <w:r>
        <w:tab/>
        <w:t>3.038e0</w:t>
      </w:r>
    </w:p>
    <w:p w14:paraId="76CE87A4" w14:textId="77777777" w:rsidR="006D4449" w:rsidRDefault="006D4449" w:rsidP="006D4449">
      <w:r>
        <w:t>177.0143</w:t>
      </w:r>
      <w:r>
        <w:tab/>
        <w:t>1.013e0</w:t>
      </w:r>
    </w:p>
    <w:p w14:paraId="6C3683CE" w14:textId="77777777" w:rsidR="006D4449" w:rsidRDefault="006D4449" w:rsidP="006D4449">
      <w:r>
        <w:t>177.0188</w:t>
      </w:r>
      <w:r>
        <w:tab/>
        <w:t>3.038e0</w:t>
      </w:r>
    </w:p>
    <w:p w14:paraId="026B5EF7" w14:textId="77777777" w:rsidR="006D4449" w:rsidRDefault="006D4449" w:rsidP="006D4449">
      <w:r>
        <w:t>177.0306</w:t>
      </w:r>
      <w:r>
        <w:tab/>
        <w:t>4.051e0</w:t>
      </w:r>
    </w:p>
    <w:p w14:paraId="6C26D736" w14:textId="77777777" w:rsidR="006D4449" w:rsidRDefault="006D4449" w:rsidP="006D4449">
      <w:r>
        <w:t>177.0385</w:t>
      </w:r>
      <w:r>
        <w:tab/>
        <w:t>1.013e0</w:t>
      </w:r>
    </w:p>
    <w:p w14:paraId="291B1647" w14:textId="77777777" w:rsidR="006D4449" w:rsidRDefault="006D4449" w:rsidP="006D4449">
      <w:r>
        <w:t>177.0420</w:t>
      </w:r>
      <w:r>
        <w:tab/>
        <w:t>1.013e0</w:t>
      </w:r>
    </w:p>
    <w:p w14:paraId="0F325C51" w14:textId="77777777" w:rsidR="006D4449" w:rsidRDefault="006D4449" w:rsidP="006D4449">
      <w:r>
        <w:t>177.0512</w:t>
      </w:r>
      <w:r>
        <w:tab/>
        <w:t>4.051e0</w:t>
      </w:r>
    </w:p>
    <w:p w14:paraId="1A0C3D96" w14:textId="77777777" w:rsidR="006D4449" w:rsidRDefault="006D4449" w:rsidP="006D4449">
      <w:r>
        <w:t>177.0528</w:t>
      </w:r>
      <w:r>
        <w:tab/>
        <w:t>2.025e0</w:t>
      </w:r>
    </w:p>
    <w:p w14:paraId="62A352C5" w14:textId="77777777" w:rsidR="006D4449" w:rsidRDefault="006D4449" w:rsidP="006D4449">
      <w:r>
        <w:lastRenderedPageBreak/>
        <w:t>177.0620</w:t>
      </w:r>
      <w:r>
        <w:tab/>
        <w:t>2.025e0</w:t>
      </w:r>
    </w:p>
    <w:p w14:paraId="2EAB4102" w14:textId="77777777" w:rsidR="006D4449" w:rsidRDefault="006D4449" w:rsidP="006D4449">
      <w:r>
        <w:t>177.0630</w:t>
      </w:r>
      <w:r>
        <w:tab/>
        <w:t>1.013e0</w:t>
      </w:r>
    </w:p>
    <w:p w14:paraId="7AE9C3B6" w14:textId="77777777" w:rsidR="006D4449" w:rsidRDefault="006D4449" w:rsidP="006D4449">
      <w:r>
        <w:t>177.0774</w:t>
      </w:r>
      <w:r>
        <w:tab/>
        <w:t>1.013e0</w:t>
      </w:r>
    </w:p>
    <w:p w14:paraId="75062316" w14:textId="77777777" w:rsidR="006D4449" w:rsidRDefault="006D4449" w:rsidP="006D4449">
      <w:r>
        <w:t>177.0834</w:t>
      </w:r>
      <w:r>
        <w:tab/>
        <w:t>3.038e0</w:t>
      </w:r>
    </w:p>
    <w:p w14:paraId="077CFA82" w14:textId="77777777" w:rsidR="006D4449" w:rsidRDefault="006D4449" w:rsidP="006D4449">
      <w:r>
        <w:t>177.0888</w:t>
      </w:r>
      <w:r>
        <w:tab/>
        <w:t>1.013e0</w:t>
      </w:r>
    </w:p>
    <w:p w14:paraId="60A2F5E9" w14:textId="77777777" w:rsidR="006D4449" w:rsidRDefault="006D4449" w:rsidP="006D4449">
      <w:r>
        <w:t>177.1076</w:t>
      </w:r>
      <w:r>
        <w:tab/>
        <w:t>5.063e0</w:t>
      </w:r>
    </w:p>
    <w:p w14:paraId="66C0DDAF" w14:textId="77777777" w:rsidR="006D4449" w:rsidRDefault="006D4449" w:rsidP="006D4449">
      <w:r>
        <w:t>177.1138</w:t>
      </w:r>
      <w:r>
        <w:tab/>
        <w:t>3.038e0</w:t>
      </w:r>
    </w:p>
    <w:p w14:paraId="10056DF3" w14:textId="77777777" w:rsidR="006D4449" w:rsidRDefault="006D4449" w:rsidP="006D4449">
      <w:r>
        <w:t>177.1176</w:t>
      </w:r>
      <w:r>
        <w:tab/>
        <w:t>5.181e0</w:t>
      </w:r>
    </w:p>
    <w:p w14:paraId="3B57C1EB" w14:textId="77777777" w:rsidR="006D4449" w:rsidRDefault="006D4449" w:rsidP="006D4449">
      <w:r>
        <w:t>177.1351</w:t>
      </w:r>
      <w:r>
        <w:tab/>
        <w:t>1.013e0</w:t>
      </w:r>
    </w:p>
    <w:p w14:paraId="30B72884" w14:textId="77777777" w:rsidR="006D4449" w:rsidRDefault="006D4449" w:rsidP="006D4449">
      <w:r>
        <w:t>177.1468</w:t>
      </w:r>
      <w:r>
        <w:tab/>
        <w:t>2.938e0</w:t>
      </w:r>
    </w:p>
    <w:p w14:paraId="7D9A291D" w14:textId="77777777" w:rsidR="006D4449" w:rsidRDefault="006D4449" w:rsidP="006D4449">
      <w:r>
        <w:t>177.1485</w:t>
      </w:r>
      <w:r>
        <w:tab/>
        <w:t>3.657e0</w:t>
      </w:r>
    </w:p>
    <w:p w14:paraId="1E284396" w14:textId="77777777" w:rsidR="006D4449" w:rsidRDefault="006D4449" w:rsidP="006D4449">
      <w:r>
        <w:t>177.1522</w:t>
      </w:r>
      <w:r>
        <w:tab/>
        <w:t>1.013e0</w:t>
      </w:r>
    </w:p>
    <w:p w14:paraId="09B58353" w14:textId="77777777" w:rsidR="006D4449" w:rsidRDefault="006D4449" w:rsidP="006D4449">
      <w:r>
        <w:t>177.1557</w:t>
      </w:r>
      <w:r>
        <w:tab/>
        <w:t>1.013e0</w:t>
      </w:r>
    </w:p>
    <w:p w14:paraId="137BB29D" w14:textId="77777777" w:rsidR="006D4449" w:rsidRDefault="006D4449" w:rsidP="006D4449">
      <w:r>
        <w:t>177.1700</w:t>
      </w:r>
      <w:r>
        <w:tab/>
        <w:t>1.013e0</w:t>
      </w:r>
    </w:p>
    <w:p w14:paraId="0B7FF200" w14:textId="77777777" w:rsidR="006D4449" w:rsidRDefault="006D4449" w:rsidP="006D4449">
      <w:r>
        <w:t>177.1798</w:t>
      </w:r>
      <w:r>
        <w:tab/>
        <w:t>2.025e0</w:t>
      </w:r>
    </w:p>
    <w:p w14:paraId="4673AFFC" w14:textId="77777777" w:rsidR="006D4449" w:rsidRDefault="006D4449" w:rsidP="006D4449">
      <w:r>
        <w:t>177.1850</w:t>
      </w:r>
      <w:r>
        <w:tab/>
        <w:t>1.013e0</w:t>
      </w:r>
    </w:p>
    <w:p w14:paraId="5F33230C" w14:textId="77777777" w:rsidR="006D4449" w:rsidRDefault="006D4449" w:rsidP="006D4449">
      <w:r>
        <w:t>177.2000</w:t>
      </w:r>
      <w:r>
        <w:tab/>
        <w:t>2.025e0</w:t>
      </w:r>
    </w:p>
    <w:p w14:paraId="47D46EA8" w14:textId="77777777" w:rsidR="006D4449" w:rsidRDefault="006D4449" w:rsidP="006D4449">
      <w:r>
        <w:t>177.2075</w:t>
      </w:r>
      <w:r>
        <w:tab/>
        <w:t>2.025e0</w:t>
      </w:r>
    </w:p>
    <w:p w14:paraId="3BA60111" w14:textId="77777777" w:rsidR="006D4449" w:rsidRDefault="006D4449" w:rsidP="006D4449">
      <w:r>
        <w:t>177.2127</w:t>
      </w:r>
      <w:r>
        <w:tab/>
        <w:t>1.013e0</w:t>
      </w:r>
    </w:p>
    <w:p w14:paraId="6A83C170" w14:textId="77777777" w:rsidR="006D4449" w:rsidRDefault="006D4449" w:rsidP="006D4449">
      <w:r>
        <w:lastRenderedPageBreak/>
        <w:t>177.2460</w:t>
      </w:r>
      <w:r>
        <w:tab/>
        <w:t>2.025e0</w:t>
      </w:r>
    </w:p>
    <w:p w14:paraId="5BA0E4D7" w14:textId="77777777" w:rsidR="006D4449" w:rsidRDefault="006D4449" w:rsidP="006D4449">
      <w:r>
        <w:t>177.2585</w:t>
      </w:r>
      <w:r>
        <w:tab/>
        <w:t>1.013e0</w:t>
      </w:r>
    </w:p>
    <w:p w14:paraId="4677EF4F" w14:textId="77777777" w:rsidR="006D4449" w:rsidRDefault="006D4449" w:rsidP="006D4449">
      <w:r>
        <w:t>177.2934</w:t>
      </w:r>
      <w:r>
        <w:tab/>
        <w:t>1.013e0</w:t>
      </w:r>
    </w:p>
    <w:p w14:paraId="0224966D" w14:textId="77777777" w:rsidR="006D4449" w:rsidRDefault="006D4449" w:rsidP="006D4449">
      <w:r>
        <w:t>177.3005</w:t>
      </w:r>
      <w:r>
        <w:tab/>
        <w:t>2.025e0</w:t>
      </w:r>
    </w:p>
    <w:p w14:paraId="50AB7637" w14:textId="77777777" w:rsidR="006D4449" w:rsidRDefault="006D4449" w:rsidP="006D4449">
      <w:r>
        <w:t>177.3049</w:t>
      </w:r>
      <w:r>
        <w:tab/>
        <w:t>2.025e0</w:t>
      </w:r>
    </w:p>
    <w:p w14:paraId="5CE2F2AC" w14:textId="77777777" w:rsidR="006D4449" w:rsidRDefault="006D4449" w:rsidP="006D4449">
      <w:r>
        <w:t>177.3548</w:t>
      </w:r>
      <w:r>
        <w:tab/>
        <w:t>1.013e0</w:t>
      </w:r>
    </w:p>
    <w:p w14:paraId="0984A766" w14:textId="77777777" w:rsidR="006D4449" w:rsidRDefault="006D4449" w:rsidP="006D4449">
      <w:r>
        <w:t>177.3620</w:t>
      </w:r>
      <w:r>
        <w:tab/>
        <w:t>1.013e0</w:t>
      </w:r>
    </w:p>
    <w:p w14:paraId="4116B1A5" w14:textId="77777777" w:rsidR="006D4449" w:rsidRDefault="006D4449" w:rsidP="006D4449">
      <w:r>
        <w:t>177.3647</w:t>
      </w:r>
      <w:r>
        <w:tab/>
        <w:t>1.013e0</w:t>
      </w:r>
    </w:p>
    <w:p w14:paraId="1EA9EC9F" w14:textId="77777777" w:rsidR="006D4449" w:rsidRDefault="006D4449" w:rsidP="006D4449">
      <w:r>
        <w:t>177.3794</w:t>
      </w:r>
      <w:r>
        <w:tab/>
        <w:t>1.013e0</w:t>
      </w:r>
    </w:p>
    <w:p w14:paraId="77E755E4" w14:textId="77777777" w:rsidR="006D4449" w:rsidRDefault="006D4449" w:rsidP="006D4449">
      <w:r>
        <w:t>177.3967</w:t>
      </w:r>
      <w:r>
        <w:tab/>
        <w:t>1.013e0</w:t>
      </w:r>
    </w:p>
    <w:p w14:paraId="00D70CA2" w14:textId="77777777" w:rsidR="006D4449" w:rsidRDefault="006D4449" w:rsidP="006D4449">
      <w:r>
        <w:t>177.4168</w:t>
      </w:r>
      <w:r>
        <w:tab/>
        <w:t>1.013e0</w:t>
      </w:r>
    </w:p>
    <w:p w14:paraId="550C5F9E" w14:textId="77777777" w:rsidR="006D4449" w:rsidRDefault="006D4449" w:rsidP="006D4449">
      <w:r>
        <w:t>177.4203</w:t>
      </w:r>
      <w:r>
        <w:tab/>
        <w:t>1.013e0</w:t>
      </w:r>
    </w:p>
    <w:p w14:paraId="56BD1627" w14:textId="77777777" w:rsidR="006D4449" w:rsidRDefault="006D4449" w:rsidP="006D4449">
      <w:r>
        <w:t>177.4318</w:t>
      </w:r>
      <w:r>
        <w:tab/>
        <w:t>1.013e0</w:t>
      </w:r>
    </w:p>
    <w:p w14:paraId="2F07AEBC" w14:textId="77777777" w:rsidR="006D4449" w:rsidRDefault="006D4449" w:rsidP="006D4449">
      <w:r>
        <w:t>177.4426</w:t>
      </w:r>
      <w:r>
        <w:tab/>
        <w:t>1.013e0</w:t>
      </w:r>
    </w:p>
    <w:p w14:paraId="54C73099" w14:textId="77777777" w:rsidR="006D4449" w:rsidRDefault="006D4449" w:rsidP="006D4449">
      <w:r>
        <w:t>177.4818</w:t>
      </w:r>
      <w:r>
        <w:tab/>
        <w:t>2.025e0</w:t>
      </w:r>
    </w:p>
    <w:p w14:paraId="78A0304D" w14:textId="77777777" w:rsidR="006D4449" w:rsidRDefault="006D4449" w:rsidP="006D4449">
      <w:r>
        <w:t>177.5069</w:t>
      </w:r>
      <w:r>
        <w:tab/>
        <w:t>3.038e0</w:t>
      </w:r>
    </w:p>
    <w:p w14:paraId="3469E831" w14:textId="77777777" w:rsidR="006D4449" w:rsidRDefault="006D4449" w:rsidP="006D4449">
      <w:r>
        <w:t>177.5317</w:t>
      </w:r>
      <w:r>
        <w:tab/>
        <w:t>1.013e0</w:t>
      </w:r>
    </w:p>
    <w:p w14:paraId="5DFD8122" w14:textId="77777777" w:rsidR="006D4449" w:rsidRDefault="006D4449" w:rsidP="006D4449">
      <w:r>
        <w:t>177.5531</w:t>
      </w:r>
      <w:r>
        <w:tab/>
        <w:t>1.013e0</w:t>
      </w:r>
    </w:p>
    <w:p w14:paraId="614FCD51" w14:textId="77777777" w:rsidR="006D4449" w:rsidRDefault="006D4449" w:rsidP="006D4449">
      <w:r>
        <w:t>177.5663</w:t>
      </w:r>
      <w:r>
        <w:tab/>
        <w:t>2.025e0</w:t>
      </w:r>
    </w:p>
    <w:p w14:paraId="4D847FB5" w14:textId="77777777" w:rsidR="006D4449" w:rsidRDefault="006D4449" w:rsidP="006D4449">
      <w:r>
        <w:lastRenderedPageBreak/>
        <w:t>177.5836</w:t>
      </w:r>
      <w:r>
        <w:tab/>
        <w:t>1.013e0</w:t>
      </w:r>
    </w:p>
    <w:p w14:paraId="6F241014" w14:textId="77777777" w:rsidR="006D4449" w:rsidRDefault="006D4449" w:rsidP="006D4449">
      <w:r>
        <w:t>177.5878</w:t>
      </w:r>
      <w:r>
        <w:tab/>
        <w:t>1.013e0</w:t>
      </w:r>
    </w:p>
    <w:p w14:paraId="5589BA7D" w14:textId="77777777" w:rsidR="006D4449" w:rsidRDefault="006D4449" w:rsidP="006D4449">
      <w:r>
        <w:t>177.6080</w:t>
      </w:r>
      <w:r>
        <w:tab/>
        <w:t>1.013e0</w:t>
      </w:r>
    </w:p>
    <w:p w14:paraId="1FC4248E" w14:textId="77777777" w:rsidR="006D4449" w:rsidRDefault="006D4449" w:rsidP="006D4449">
      <w:r>
        <w:t>177.6124</w:t>
      </w:r>
      <w:r>
        <w:tab/>
        <w:t>1.013e0</w:t>
      </w:r>
    </w:p>
    <w:p w14:paraId="42BB1894" w14:textId="77777777" w:rsidR="006D4449" w:rsidRDefault="006D4449" w:rsidP="006D4449">
      <w:r>
        <w:t>177.6259</w:t>
      </w:r>
      <w:r>
        <w:tab/>
        <w:t>1.013e0</w:t>
      </w:r>
    </w:p>
    <w:p w14:paraId="1EAABA10" w14:textId="77777777" w:rsidR="006D4449" w:rsidRDefault="006D4449" w:rsidP="006D4449">
      <w:r>
        <w:t>177.6331</w:t>
      </w:r>
      <w:r>
        <w:tab/>
        <w:t>1.013e0</w:t>
      </w:r>
    </w:p>
    <w:p w14:paraId="16B0B88E" w14:textId="77777777" w:rsidR="006D4449" w:rsidRDefault="006D4449" w:rsidP="006D4449">
      <w:r>
        <w:t>177.6759</w:t>
      </w:r>
      <w:r>
        <w:tab/>
        <w:t>1.013e0</w:t>
      </w:r>
    </w:p>
    <w:p w14:paraId="14A4D0AB" w14:textId="77777777" w:rsidR="006D4449" w:rsidRDefault="006D4449" w:rsidP="006D4449">
      <w:r>
        <w:t>177.7195</w:t>
      </w:r>
      <w:r>
        <w:tab/>
        <w:t>1.013e0</w:t>
      </w:r>
    </w:p>
    <w:p w14:paraId="11E5E2A0" w14:textId="77777777" w:rsidR="006D4449" w:rsidRDefault="006D4449" w:rsidP="006D4449">
      <w:r>
        <w:t>177.7443</w:t>
      </w:r>
      <w:r>
        <w:tab/>
        <w:t>1.013e0</w:t>
      </w:r>
    </w:p>
    <w:p w14:paraId="3B33D7F0" w14:textId="77777777" w:rsidR="006D4449" w:rsidRDefault="006D4449" w:rsidP="006D4449">
      <w:r>
        <w:t>177.7513</w:t>
      </w:r>
      <w:r>
        <w:tab/>
        <w:t>1.013e0</w:t>
      </w:r>
    </w:p>
    <w:p w14:paraId="4EEFD46C" w14:textId="77777777" w:rsidR="006D4449" w:rsidRDefault="006D4449" w:rsidP="006D4449">
      <w:r>
        <w:t>177.7540</w:t>
      </w:r>
      <w:r>
        <w:tab/>
        <w:t>1.013e0</w:t>
      </w:r>
    </w:p>
    <w:p w14:paraId="61B522F3" w14:textId="77777777" w:rsidR="006D4449" w:rsidRDefault="006D4449" w:rsidP="006D4449">
      <w:r>
        <w:t>177.7576</w:t>
      </w:r>
      <w:r>
        <w:tab/>
        <w:t>2.025e0</w:t>
      </w:r>
    </w:p>
    <w:p w14:paraId="7D0ABDCF" w14:textId="77777777" w:rsidR="006D4449" w:rsidRDefault="006D4449" w:rsidP="006D4449">
      <w:r>
        <w:t>177.7818</w:t>
      </w:r>
      <w:r>
        <w:tab/>
        <w:t>1.013e0</w:t>
      </w:r>
    </w:p>
    <w:p w14:paraId="20209FDE" w14:textId="77777777" w:rsidR="006D4449" w:rsidRDefault="006D4449" w:rsidP="006D4449">
      <w:r>
        <w:t>177.8137</w:t>
      </w:r>
      <w:r>
        <w:tab/>
        <w:t>1.013e0</w:t>
      </w:r>
    </w:p>
    <w:p w14:paraId="1EA1D042" w14:textId="77777777" w:rsidR="006D4449" w:rsidRDefault="006D4449" w:rsidP="006D4449">
      <w:r>
        <w:t>177.8173</w:t>
      </w:r>
      <w:r>
        <w:tab/>
        <w:t>1.013e0</w:t>
      </w:r>
    </w:p>
    <w:p w14:paraId="40BF27D4" w14:textId="77777777" w:rsidR="006D4449" w:rsidRDefault="006D4449" w:rsidP="006D4449">
      <w:r>
        <w:t>177.8458</w:t>
      </w:r>
      <w:r>
        <w:tab/>
        <w:t>1.013e0</w:t>
      </w:r>
    </w:p>
    <w:p w14:paraId="0067BE2C" w14:textId="77777777" w:rsidR="006D4449" w:rsidRDefault="006D4449" w:rsidP="006D4449">
      <w:r>
        <w:t>177.9137</w:t>
      </w:r>
      <w:r>
        <w:tab/>
        <w:t>2.025e0</w:t>
      </w:r>
    </w:p>
    <w:p w14:paraId="26F73C68" w14:textId="77777777" w:rsidR="006D4449" w:rsidRDefault="006D4449" w:rsidP="006D4449">
      <w:r>
        <w:t>177.9180</w:t>
      </w:r>
      <w:r>
        <w:tab/>
        <w:t>1.013e0</w:t>
      </w:r>
    </w:p>
    <w:p w14:paraId="75D531E1" w14:textId="77777777" w:rsidR="006D4449" w:rsidRDefault="006D4449" w:rsidP="006D4449">
      <w:r>
        <w:t>177.9216</w:t>
      </w:r>
      <w:r>
        <w:tab/>
        <w:t>1.013e0</w:t>
      </w:r>
    </w:p>
    <w:p w14:paraId="0EE773A3" w14:textId="77777777" w:rsidR="006D4449" w:rsidRDefault="006D4449" w:rsidP="006D4449">
      <w:r>
        <w:lastRenderedPageBreak/>
        <w:t>177.9427</w:t>
      </w:r>
      <w:r>
        <w:tab/>
        <w:t>1.013e0</w:t>
      </w:r>
    </w:p>
    <w:p w14:paraId="604BE118" w14:textId="77777777" w:rsidR="006D4449" w:rsidRDefault="006D4449" w:rsidP="006D4449">
      <w:r>
        <w:t>177.9497</w:t>
      </w:r>
      <w:r>
        <w:tab/>
        <w:t>1.013e0</w:t>
      </w:r>
    </w:p>
    <w:p w14:paraId="5A074E5A" w14:textId="77777777" w:rsidR="006D4449" w:rsidRDefault="006D4449" w:rsidP="006D4449">
      <w:r>
        <w:t>177.9671</w:t>
      </w:r>
      <w:r>
        <w:tab/>
        <w:t>1.013e0</w:t>
      </w:r>
    </w:p>
    <w:p w14:paraId="6555BD77" w14:textId="77777777" w:rsidR="006D4449" w:rsidRDefault="006D4449" w:rsidP="006D4449">
      <w:r>
        <w:t>177.9768</w:t>
      </w:r>
      <w:r>
        <w:tab/>
        <w:t>1.013e0</w:t>
      </w:r>
    </w:p>
    <w:p w14:paraId="25527837" w14:textId="77777777" w:rsidR="006D4449" w:rsidRDefault="006D4449" w:rsidP="006D4449">
      <w:r>
        <w:t>177.9943</w:t>
      </w:r>
      <w:r>
        <w:tab/>
        <w:t>1.013e0</w:t>
      </w:r>
    </w:p>
    <w:p w14:paraId="67DAA4BA" w14:textId="77777777" w:rsidR="006D4449" w:rsidRDefault="006D4449" w:rsidP="006D4449">
      <w:r>
        <w:t>177.9987</w:t>
      </w:r>
      <w:r>
        <w:tab/>
        <w:t>1.013e0</w:t>
      </w:r>
    </w:p>
    <w:p w14:paraId="49EE701A" w14:textId="77777777" w:rsidR="006D4449" w:rsidRDefault="006D4449" w:rsidP="006D4449">
      <w:r>
        <w:t>178.0040</w:t>
      </w:r>
      <w:r>
        <w:tab/>
        <w:t>2.025e0</w:t>
      </w:r>
    </w:p>
    <w:p w14:paraId="5B4F6AF0" w14:textId="77777777" w:rsidR="006D4449" w:rsidRDefault="006D4449" w:rsidP="006D4449">
      <w:r>
        <w:t>178.0166</w:t>
      </w:r>
      <w:r>
        <w:tab/>
        <w:t>1.013e0</w:t>
      </w:r>
    </w:p>
    <w:p w14:paraId="10C65CB2" w14:textId="77777777" w:rsidR="006D4449" w:rsidRDefault="006D4449" w:rsidP="006D4449">
      <w:r>
        <w:t>178.0416</w:t>
      </w:r>
      <w:r>
        <w:tab/>
        <w:t>1.013e0</w:t>
      </w:r>
    </w:p>
    <w:p w14:paraId="24DED489" w14:textId="77777777" w:rsidR="006D4449" w:rsidRDefault="006D4449" w:rsidP="006D4449">
      <w:r>
        <w:t>178.0444</w:t>
      </w:r>
      <w:r>
        <w:tab/>
        <w:t>3.038e0</w:t>
      </w:r>
    </w:p>
    <w:p w14:paraId="138C4445" w14:textId="77777777" w:rsidR="006D4449" w:rsidRDefault="006D4449" w:rsidP="006D4449">
      <w:r>
        <w:t>178.0665</w:t>
      </w:r>
      <w:r>
        <w:tab/>
        <w:t>2.025e0</w:t>
      </w:r>
    </w:p>
    <w:p w14:paraId="0723BCE6" w14:textId="77777777" w:rsidR="006D4449" w:rsidRDefault="006D4449" w:rsidP="006D4449">
      <w:r>
        <w:t>178.0720</w:t>
      </w:r>
      <w:r>
        <w:tab/>
        <w:t>5.063e0</w:t>
      </w:r>
    </w:p>
    <w:p w14:paraId="01126F04" w14:textId="77777777" w:rsidR="006D4449" w:rsidRDefault="006D4449" w:rsidP="006D4449">
      <w:r>
        <w:t>178.0813</w:t>
      </w:r>
      <w:r>
        <w:tab/>
        <w:t>4.051e0</w:t>
      </w:r>
    </w:p>
    <w:p w14:paraId="3B39AD6B" w14:textId="77777777" w:rsidR="006D4449" w:rsidRDefault="006D4449" w:rsidP="006D4449">
      <w:r>
        <w:t>178.1075</w:t>
      </w:r>
      <w:r>
        <w:tab/>
        <w:t>2.956e1</w:t>
      </w:r>
    </w:p>
    <w:p w14:paraId="2EBEA7DB" w14:textId="77777777" w:rsidR="006D4449" w:rsidRDefault="006D4449" w:rsidP="006D4449">
      <w:r>
        <w:t>178.1111</w:t>
      </w:r>
      <w:r>
        <w:tab/>
        <w:t>2.811e1</w:t>
      </w:r>
    </w:p>
    <w:p w14:paraId="633A5486" w14:textId="77777777" w:rsidR="006D4449" w:rsidRDefault="006D4449" w:rsidP="006D4449">
      <w:r>
        <w:t>178.1124</w:t>
      </w:r>
      <w:r>
        <w:tab/>
        <w:t>6.015e1</w:t>
      </w:r>
    </w:p>
    <w:p w14:paraId="4FC97BF6" w14:textId="77777777" w:rsidR="006D4449" w:rsidRDefault="006D4449" w:rsidP="006D4449">
      <w:r>
        <w:t>178.1158</w:t>
      </w:r>
      <w:r>
        <w:tab/>
        <w:t>3.251e1</w:t>
      </w:r>
    </w:p>
    <w:p w14:paraId="7FA559B1" w14:textId="77777777" w:rsidR="006D4449" w:rsidRDefault="006D4449" w:rsidP="006D4449">
      <w:r>
        <w:t>178.1518</w:t>
      </w:r>
      <w:r>
        <w:tab/>
        <w:t>2.025e0</w:t>
      </w:r>
    </w:p>
    <w:p w14:paraId="056EC687" w14:textId="77777777" w:rsidR="006D4449" w:rsidRDefault="006D4449" w:rsidP="006D4449">
      <w:r>
        <w:t>178.1587</w:t>
      </w:r>
      <w:r>
        <w:tab/>
        <w:t>4.012e0</w:t>
      </w:r>
    </w:p>
    <w:p w14:paraId="05C2D9D3" w14:textId="77777777" w:rsidR="006D4449" w:rsidRDefault="006D4449" w:rsidP="006D4449">
      <w:r>
        <w:lastRenderedPageBreak/>
        <w:t>178.1691</w:t>
      </w:r>
      <w:r>
        <w:tab/>
        <w:t>1.013e0</w:t>
      </w:r>
    </w:p>
    <w:p w14:paraId="1F2B30A5" w14:textId="77777777" w:rsidR="006D4449" w:rsidRDefault="006D4449" w:rsidP="006D4449">
      <w:r>
        <w:t>178.1759</w:t>
      </w:r>
      <w:r>
        <w:tab/>
        <w:t>3.038e0</w:t>
      </w:r>
    </w:p>
    <w:p w14:paraId="56F5FE3C" w14:textId="77777777" w:rsidR="006D4449" w:rsidRDefault="006D4449" w:rsidP="006D4449">
      <w:r>
        <w:t>178.1823</w:t>
      </w:r>
      <w:r>
        <w:tab/>
        <w:t>1.013e0</w:t>
      </w:r>
    </w:p>
    <w:p w14:paraId="36272AE6" w14:textId="77777777" w:rsidR="006D4449" w:rsidRDefault="006D4449" w:rsidP="006D4449">
      <w:r>
        <w:t>178.2144</w:t>
      </w:r>
      <w:r>
        <w:tab/>
        <w:t>1.013e0</w:t>
      </w:r>
    </w:p>
    <w:p w14:paraId="17A59100" w14:textId="77777777" w:rsidR="006D4449" w:rsidRDefault="006D4449" w:rsidP="006D4449">
      <w:r>
        <w:t>178.2188</w:t>
      </w:r>
      <w:r>
        <w:tab/>
        <w:t>1.013e0</w:t>
      </w:r>
    </w:p>
    <w:p w14:paraId="45B85F80" w14:textId="77777777" w:rsidR="006D4449" w:rsidRDefault="006D4449" w:rsidP="006D4449">
      <w:r>
        <w:t>178.2359</w:t>
      </w:r>
      <w:r>
        <w:tab/>
        <w:t>1.013e0</w:t>
      </w:r>
    </w:p>
    <w:p w14:paraId="4D349BAC" w14:textId="77777777" w:rsidR="006D4449" w:rsidRDefault="006D4449" w:rsidP="006D4449">
      <w:r>
        <w:t>178.2545</w:t>
      </w:r>
      <w:r>
        <w:tab/>
        <w:t>2.025e0</w:t>
      </w:r>
    </w:p>
    <w:p w14:paraId="7644FE15" w14:textId="77777777" w:rsidR="006D4449" w:rsidRDefault="006D4449" w:rsidP="006D4449">
      <w:r>
        <w:t>178.2573</w:t>
      </w:r>
      <w:r>
        <w:tab/>
        <w:t>1.013e0</w:t>
      </w:r>
    </w:p>
    <w:p w14:paraId="4FD45B59" w14:textId="77777777" w:rsidR="006D4449" w:rsidRDefault="006D4449" w:rsidP="006D4449">
      <w:r>
        <w:t>178.2787</w:t>
      </w:r>
      <w:r>
        <w:tab/>
        <w:t>2.025e0</w:t>
      </w:r>
    </w:p>
    <w:p w14:paraId="20C13894" w14:textId="77777777" w:rsidR="006D4449" w:rsidRDefault="006D4449" w:rsidP="006D4449">
      <w:r>
        <w:t>178.2866</w:t>
      </w:r>
      <w:r>
        <w:tab/>
        <w:t>2.025e0</w:t>
      </w:r>
    </w:p>
    <w:p w14:paraId="2FA4580A" w14:textId="77777777" w:rsidR="006D4449" w:rsidRDefault="006D4449" w:rsidP="006D4449">
      <w:r>
        <w:t>178.3145</w:t>
      </w:r>
      <w:r>
        <w:tab/>
        <w:t>1.013e0</w:t>
      </w:r>
    </w:p>
    <w:p w14:paraId="4ED23C0B" w14:textId="77777777" w:rsidR="006D4449" w:rsidRDefault="006D4449" w:rsidP="006D4449">
      <w:r>
        <w:t>178.3260</w:t>
      </w:r>
      <w:r>
        <w:tab/>
        <w:t>1.013e0</w:t>
      </w:r>
    </w:p>
    <w:p w14:paraId="7256459D" w14:textId="77777777" w:rsidR="006D4449" w:rsidRDefault="006D4449" w:rsidP="006D4449">
      <w:r>
        <w:t>178.3435</w:t>
      </w:r>
      <w:r>
        <w:tab/>
        <w:t>2.025e0</w:t>
      </w:r>
    </w:p>
    <w:p w14:paraId="72B98D25" w14:textId="77777777" w:rsidR="006D4449" w:rsidRDefault="006D4449" w:rsidP="006D4449">
      <w:r>
        <w:t>178.3602</w:t>
      </w:r>
      <w:r>
        <w:tab/>
        <w:t>1.013e0</w:t>
      </w:r>
    </w:p>
    <w:p w14:paraId="5368C10C" w14:textId="77777777" w:rsidR="006D4449" w:rsidRDefault="006D4449" w:rsidP="006D4449">
      <w:r>
        <w:t>178.3808</w:t>
      </w:r>
      <w:r>
        <w:tab/>
        <w:t>2.025e0</w:t>
      </w:r>
    </w:p>
    <w:p w14:paraId="74C2C5E5" w14:textId="77777777" w:rsidR="006D4449" w:rsidRDefault="006D4449" w:rsidP="006D4449">
      <w:r>
        <w:t>178.3960</w:t>
      </w:r>
      <w:r>
        <w:tab/>
        <w:t>1.013e0</w:t>
      </w:r>
    </w:p>
    <w:p w14:paraId="6F2EC88A" w14:textId="77777777" w:rsidR="006D4449" w:rsidRDefault="006D4449" w:rsidP="006D4449">
      <w:r>
        <w:t>178.4211</w:t>
      </w:r>
      <w:r>
        <w:tab/>
        <w:t>1.013e0</w:t>
      </w:r>
    </w:p>
    <w:p w14:paraId="70D05B21" w14:textId="77777777" w:rsidR="006D4449" w:rsidRDefault="006D4449" w:rsidP="006D4449">
      <w:r>
        <w:t>178.4639</w:t>
      </w:r>
      <w:r>
        <w:tab/>
        <w:t>1.013e0</w:t>
      </w:r>
    </w:p>
    <w:p w14:paraId="0444EAB7" w14:textId="77777777" w:rsidR="006D4449" w:rsidRDefault="006D4449" w:rsidP="006D4449">
      <w:r>
        <w:t>178.4846</w:t>
      </w:r>
      <w:r>
        <w:tab/>
        <w:t>2.025e0</w:t>
      </w:r>
    </w:p>
    <w:p w14:paraId="62ED2D58" w14:textId="77777777" w:rsidR="006D4449" w:rsidRDefault="006D4449" w:rsidP="006D4449">
      <w:r>
        <w:lastRenderedPageBreak/>
        <w:t>178.4917</w:t>
      </w:r>
      <w:r>
        <w:tab/>
        <w:t>1.013e0</w:t>
      </w:r>
    </w:p>
    <w:p w14:paraId="3FF17205" w14:textId="77777777" w:rsidR="006D4449" w:rsidRDefault="006D4449" w:rsidP="006D4449">
      <w:r>
        <w:t>178.5276</w:t>
      </w:r>
      <w:r>
        <w:tab/>
        <w:t>1.013e0</w:t>
      </w:r>
    </w:p>
    <w:p w14:paraId="2CAFF69F" w14:textId="77777777" w:rsidR="006D4449" w:rsidRDefault="006D4449" w:rsidP="006D4449">
      <w:r>
        <w:t>178.5425</w:t>
      </w:r>
      <w:r>
        <w:tab/>
        <w:t>2.025e0</w:t>
      </w:r>
    </w:p>
    <w:p w14:paraId="7594EC34" w14:textId="77777777" w:rsidR="006D4449" w:rsidRDefault="006D4449" w:rsidP="006D4449">
      <w:r>
        <w:t>178.5564</w:t>
      </w:r>
      <w:r>
        <w:tab/>
        <w:t>1.013e0</w:t>
      </w:r>
    </w:p>
    <w:p w14:paraId="6D367ACD" w14:textId="77777777" w:rsidR="006D4449" w:rsidRDefault="006D4449" w:rsidP="006D4449">
      <w:r>
        <w:t>178.5669</w:t>
      </w:r>
      <w:r>
        <w:tab/>
        <w:t>1.013e0</w:t>
      </w:r>
    </w:p>
    <w:p w14:paraId="5E120AAC" w14:textId="77777777" w:rsidR="006D4449" w:rsidRDefault="006D4449" w:rsidP="006D4449">
      <w:r>
        <w:t>178.5766</w:t>
      </w:r>
      <w:r>
        <w:tab/>
        <w:t>1.013e0</w:t>
      </w:r>
    </w:p>
    <w:p w14:paraId="75306097" w14:textId="77777777" w:rsidR="006D4449" w:rsidRDefault="006D4449" w:rsidP="006D4449">
      <w:r>
        <w:t>178.6053</w:t>
      </w:r>
      <w:r>
        <w:tab/>
        <w:t>3.038e0</w:t>
      </w:r>
    </w:p>
    <w:p w14:paraId="5BF68793" w14:textId="77777777" w:rsidR="006D4449" w:rsidRDefault="006D4449" w:rsidP="006D4449">
      <w:r>
        <w:t>178.6227</w:t>
      </w:r>
      <w:r>
        <w:tab/>
        <w:t>1.013e0</w:t>
      </w:r>
    </w:p>
    <w:p w14:paraId="1BBC0306" w14:textId="77777777" w:rsidR="006D4449" w:rsidRDefault="006D4449" w:rsidP="006D4449">
      <w:r>
        <w:t>178.6441</w:t>
      </w:r>
      <w:r>
        <w:tab/>
        <w:t>1.013e0</w:t>
      </w:r>
    </w:p>
    <w:p w14:paraId="16CCB0E2" w14:textId="77777777" w:rsidR="006D4449" w:rsidRDefault="006D4449" w:rsidP="006D4449">
      <w:r>
        <w:t>178.6548</w:t>
      </w:r>
      <w:r>
        <w:tab/>
        <w:t>1.013e0</w:t>
      </w:r>
    </w:p>
    <w:p w14:paraId="45AA8E51" w14:textId="77777777" w:rsidR="006D4449" w:rsidRDefault="006D4449" w:rsidP="006D4449">
      <w:r>
        <w:t>178.6592</w:t>
      </w:r>
      <w:r>
        <w:tab/>
        <w:t>1.013e0</w:t>
      </w:r>
    </w:p>
    <w:p w14:paraId="3B228674" w14:textId="77777777" w:rsidR="006D4449" w:rsidRDefault="006D4449" w:rsidP="006D4449">
      <w:r>
        <w:t>178.6770</w:t>
      </w:r>
      <w:r>
        <w:tab/>
        <w:t>1.013e0</w:t>
      </w:r>
    </w:p>
    <w:p w14:paraId="368CDF7E" w14:textId="77777777" w:rsidR="006D4449" w:rsidRDefault="006D4449" w:rsidP="006D4449">
      <w:r>
        <w:t>178.6976</w:t>
      </w:r>
      <w:r>
        <w:tab/>
        <w:t>3.038e0</w:t>
      </w:r>
    </w:p>
    <w:p w14:paraId="5566A5F6" w14:textId="77777777" w:rsidR="006D4449" w:rsidRDefault="006D4449" w:rsidP="006D4449">
      <w:r>
        <w:t>178.7199</w:t>
      </w:r>
      <w:r>
        <w:tab/>
        <w:t>1.013e0</w:t>
      </w:r>
    </w:p>
    <w:p w14:paraId="5DF9A941" w14:textId="77777777" w:rsidR="006D4449" w:rsidRDefault="006D4449" w:rsidP="006D4449">
      <w:r>
        <w:t>178.7263</w:t>
      </w:r>
      <w:r>
        <w:tab/>
        <w:t>2.025e0</w:t>
      </w:r>
    </w:p>
    <w:p w14:paraId="4DDF091D" w14:textId="77777777" w:rsidR="006D4449" w:rsidRDefault="006D4449" w:rsidP="006D4449">
      <w:r>
        <w:t>178.7343</w:t>
      </w:r>
      <w:r>
        <w:tab/>
        <w:t>1.013e0</w:t>
      </w:r>
    </w:p>
    <w:p w14:paraId="006D89F6" w14:textId="77777777" w:rsidR="006D4449" w:rsidRDefault="006D4449" w:rsidP="006D4449">
      <w:r>
        <w:t>178.7379</w:t>
      </w:r>
      <w:r>
        <w:tab/>
        <w:t>1.013e0</w:t>
      </w:r>
    </w:p>
    <w:p w14:paraId="05524F7A" w14:textId="77777777" w:rsidR="006D4449" w:rsidRDefault="006D4449" w:rsidP="006D4449">
      <w:r>
        <w:t>178.7548</w:t>
      </w:r>
      <w:r>
        <w:tab/>
        <w:t>1.013e0</w:t>
      </w:r>
    </w:p>
    <w:p w14:paraId="41BFBC22" w14:textId="77777777" w:rsidR="006D4449" w:rsidRDefault="006D4449" w:rsidP="006D4449">
      <w:r>
        <w:t>178.7714</w:t>
      </w:r>
      <w:r>
        <w:tab/>
        <w:t>2.025e0</w:t>
      </w:r>
    </w:p>
    <w:p w14:paraId="73A14E41" w14:textId="77777777" w:rsidR="006D4449" w:rsidRDefault="006D4449" w:rsidP="006D4449">
      <w:r>
        <w:lastRenderedPageBreak/>
        <w:t>178.7758</w:t>
      </w:r>
      <w:r>
        <w:tab/>
        <w:t>1.013e0</w:t>
      </w:r>
    </w:p>
    <w:p w14:paraId="0E4415C4" w14:textId="77777777" w:rsidR="006D4449" w:rsidRDefault="006D4449" w:rsidP="006D4449">
      <w:r>
        <w:t>178.7905</w:t>
      </w:r>
      <w:r>
        <w:tab/>
        <w:t>1.013e0</w:t>
      </w:r>
    </w:p>
    <w:p w14:paraId="6503C74F" w14:textId="77777777" w:rsidR="006D4449" w:rsidRDefault="006D4449" w:rsidP="006D4449">
      <w:r>
        <w:t>178.8010</w:t>
      </w:r>
      <w:r>
        <w:tab/>
        <w:t>1.013e0</w:t>
      </w:r>
    </w:p>
    <w:p w14:paraId="5D0209FF" w14:textId="77777777" w:rsidR="006D4449" w:rsidRDefault="006D4449" w:rsidP="006D4449">
      <w:r>
        <w:t>178.8143</w:t>
      </w:r>
      <w:r>
        <w:tab/>
        <w:t>1.013e0</w:t>
      </w:r>
    </w:p>
    <w:p w14:paraId="324675D9" w14:textId="77777777" w:rsidR="006D4449" w:rsidRDefault="006D4449" w:rsidP="006D4449">
      <w:r>
        <w:t>178.8222</w:t>
      </w:r>
      <w:r>
        <w:tab/>
        <w:t>1.013e0</w:t>
      </w:r>
    </w:p>
    <w:p w14:paraId="5423C31F" w14:textId="77777777" w:rsidR="006D4449" w:rsidRDefault="006D4449" w:rsidP="006D4449">
      <w:r>
        <w:t>178.8330</w:t>
      </w:r>
      <w:r>
        <w:tab/>
        <w:t>1.013e0</w:t>
      </w:r>
    </w:p>
    <w:p w14:paraId="7B016C6D" w14:textId="77777777" w:rsidR="006D4449" w:rsidRDefault="006D4449" w:rsidP="006D4449">
      <w:r>
        <w:t>178.8573</w:t>
      </w:r>
      <w:r>
        <w:tab/>
        <w:t>1.013e0</w:t>
      </w:r>
    </w:p>
    <w:p w14:paraId="00A98E95" w14:textId="77777777" w:rsidR="006D4449" w:rsidRDefault="006D4449" w:rsidP="006D4449">
      <w:r>
        <w:t>178.8831</w:t>
      </w:r>
      <w:r>
        <w:tab/>
        <w:t>2.025e0</w:t>
      </w:r>
    </w:p>
    <w:p w14:paraId="03CF9CB6" w14:textId="77777777" w:rsidR="006D4449" w:rsidRDefault="006D4449" w:rsidP="006D4449">
      <w:r>
        <w:t>178.8902</w:t>
      </w:r>
      <w:r>
        <w:tab/>
        <w:t>1.013e0</w:t>
      </w:r>
    </w:p>
    <w:p w14:paraId="4EBB9688" w14:textId="77777777" w:rsidR="006D4449" w:rsidRDefault="006D4449" w:rsidP="006D4449">
      <w:r>
        <w:t>178.9109</w:t>
      </w:r>
      <w:r>
        <w:tab/>
        <w:t>1.013e0</w:t>
      </w:r>
    </w:p>
    <w:p w14:paraId="0D8ACF63" w14:textId="77777777" w:rsidR="006D4449" w:rsidRDefault="006D4449" w:rsidP="006D4449">
      <w:r>
        <w:t>178.9181</w:t>
      </w:r>
      <w:r>
        <w:tab/>
        <w:t>1.013e0</w:t>
      </w:r>
    </w:p>
    <w:p w14:paraId="2142B360" w14:textId="77777777" w:rsidR="006D4449" w:rsidRDefault="006D4449" w:rsidP="006D4449">
      <w:r>
        <w:t>178.9332</w:t>
      </w:r>
      <w:r>
        <w:tab/>
        <w:t>1.013e0</w:t>
      </w:r>
    </w:p>
    <w:p w14:paraId="16E83C60" w14:textId="77777777" w:rsidR="006D4449" w:rsidRDefault="006D4449" w:rsidP="006D4449">
      <w:r>
        <w:t>178.9511</w:t>
      </w:r>
      <w:r>
        <w:tab/>
        <w:t>1.013e0</w:t>
      </w:r>
    </w:p>
    <w:p w14:paraId="6660E1D3" w14:textId="77777777" w:rsidR="006D4449" w:rsidRDefault="006D4449" w:rsidP="006D4449">
      <w:r>
        <w:t>178.9716</w:t>
      </w:r>
      <w:r>
        <w:tab/>
        <w:t>1.013e0</w:t>
      </w:r>
    </w:p>
    <w:p w14:paraId="2DC44946" w14:textId="77777777" w:rsidR="006D4449" w:rsidRDefault="006D4449" w:rsidP="006D4449">
      <w:r>
        <w:t>178.9853</w:t>
      </w:r>
      <w:r>
        <w:tab/>
        <w:t>3.041e0</w:t>
      </w:r>
    </w:p>
    <w:p w14:paraId="5E3BD24D" w14:textId="77777777" w:rsidR="006D4449" w:rsidRDefault="006D4449" w:rsidP="006D4449">
      <w:r>
        <w:t>178.9873</w:t>
      </w:r>
      <w:r>
        <w:tab/>
        <w:t>2.025e0</w:t>
      </w:r>
    </w:p>
    <w:p w14:paraId="37FFC5F0" w14:textId="77777777" w:rsidR="006D4449" w:rsidRDefault="006D4449" w:rsidP="006D4449">
      <w:r>
        <w:t>178.9901</w:t>
      </w:r>
      <w:r>
        <w:tab/>
        <w:t>5.050e0</w:t>
      </w:r>
    </w:p>
    <w:p w14:paraId="6A596C97" w14:textId="77777777" w:rsidR="006D4449" w:rsidRDefault="006D4449" w:rsidP="006D4449">
      <w:r>
        <w:t>179.0133</w:t>
      </w:r>
      <w:r>
        <w:tab/>
        <w:t>9.127e0</w:t>
      </w:r>
    </w:p>
    <w:p w14:paraId="03A7C5FC" w14:textId="77777777" w:rsidR="006D4449" w:rsidRDefault="006D4449" w:rsidP="006D4449">
      <w:r>
        <w:t>179.0166</w:t>
      </w:r>
      <w:r>
        <w:tab/>
        <w:t>1.114e1</w:t>
      </w:r>
    </w:p>
    <w:p w14:paraId="566301F4" w14:textId="77777777" w:rsidR="006D4449" w:rsidRDefault="006D4449" w:rsidP="006D4449">
      <w:r>
        <w:lastRenderedPageBreak/>
        <w:t>179.0188</w:t>
      </w:r>
      <w:r>
        <w:tab/>
        <w:t>6.054e1</w:t>
      </w:r>
    </w:p>
    <w:p w14:paraId="2F4ECA54" w14:textId="77777777" w:rsidR="006D4449" w:rsidRDefault="006D4449" w:rsidP="006D4449">
      <w:r>
        <w:t>179.0198</w:t>
      </w:r>
      <w:r>
        <w:tab/>
        <w:t>1.824e1</w:t>
      </w:r>
    </w:p>
    <w:p w14:paraId="7CB4C670" w14:textId="77777777" w:rsidR="006D4449" w:rsidRDefault="006D4449" w:rsidP="006D4449">
      <w:r>
        <w:t>179.0427</w:t>
      </w:r>
      <w:r>
        <w:tab/>
        <w:t>1.013e0</w:t>
      </w:r>
    </w:p>
    <w:p w14:paraId="3E2DB34B" w14:textId="77777777" w:rsidR="006D4449" w:rsidRDefault="006D4449" w:rsidP="006D4449">
      <w:r>
        <w:t>179.0455</w:t>
      </w:r>
      <w:r>
        <w:tab/>
        <w:t>2.025e0</w:t>
      </w:r>
    </w:p>
    <w:p w14:paraId="7A4420C8" w14:textId="77777777" w:rsidR="006D4449" w:rsidRDefault="006D4449" w:rsidP="006D4449">
      <w:r>
        <w:t>179.0570</w:t>
      </w:r>
      <w:r>
        <w:tab/>
        <w:t>2.025e0</w:t>
      </w:r>
    </w:p>
    <w:p w14:paraId="22AA7F03" w14:textId="77777777" w:rsidR="006D4449" w:rsidRDefault="006D4449" w:rsidP="006D4449">
      <w:r>
        <w:t>179.0711</w:t>
      </w:r>
      <w:r>
        <w:tab/>
        <w:t>3.038e0</w:t>
      </w:r>
    </w:p>
    <w:p w14:paraId="01D74E5D" w14:textId="77777777" w:rsidR="006D4449" w:rsidRDefault="006D4449" w:rsidP="006D4449">
      <w:r>
        <w:t>179.0731</w:t>
      </w:r>
      <w:r>
        <w:tab/>
        <w:t>2.025e0</w:t>
      </w:r>
    </w:p>
    <w:p w14:paraId="3BE60912" w14:textId="77777777" w:rsidR="006D4449" w:rsidRDefault="006D4449" w:rsidP="006D4449">
      <w:r>
        <w:t>179.0764</w:t>
      </w:r>
      <w:r>
        <w:tab/>
        <w:t>2.625e0</w:t>
      </w:r>
    </w:p>
    <w:p w14:paraId="02F6D5BB" w14:textId="77777777" w:rsidR="006D4449" w:rsidRDefault="006D4449" w:rsidP="006D4449">
      <w:r>
        <w:t>179.0857</w:t>
      </w:r>
      <w:r>
        <w:tab/>
        <w:t>1.013e0</w:t>
      </w:r>
    </w:p>
    <w:p w14:paraId="52721769" w14:textId="77777777" w:rsidR="006D4449" w:rsidRDefault="006D4449" w:rsidP="006D4449">
      <w:r>
        <w:t>179.1059</w:t>
      </w:r>
      <w:r>
        <w:tab/>
        <w:t>8.656e0</w:t>
      </w:r>
    </w:p>
    <w:p w14:paraId="7DF904FD" w14:textId="77777777" w:rsidR="006D4449" w:rsidRDefault="006D4449" w:rsidP="006D4449">
      <w:r>
        <w:t>179.1109</w:t>
      </w:r>
      <w:r>
        <w:tab/>
        <w:t>7.971e0</w:t>
      </w:r>
    </w:p>
    <w:p w14:paraId="554159B1" w14:textId="77777777" w:rsidR="006D4449" w:rsidRDefault="006D4449" w:rsidP="006D4449">
      <w:r>
        <w:t>179.1135</w:t>
      </w:r>
      <w:r>
        <w:tab/>
        <w:t>4.051e0</w:t>
      </w:r>
    </w:p>
    <w:p w14:paraId="471AB7D6" w14:textId="77777777" w:rsidR="006D4449" w:rsidRDefault="006D4449" w:rsidP="006D4449">
      <w:r>
        <w:t>179.1205</w:t>
      </w:r>
      <w:r>
        <w:tab/>
        <w:t>3.038e0</w:t>
      </w:r>
    </w:p>
    <w:p w14:paraId="670B7318" w14:textId="77777777" w:rsidR="006D4449" w:rsidRDefault="006D4449" w:rsidP="006D4449">
      <w:r>
        <w:t>179.1434</w:t>
      </w:r>
      <w:r>
        <w:tab/>
        <w:t>1.498e0</w:t>
      </w:r>
    </w:p>
    <w:p w14:paraId="3D4B3E34" w14:textId="77777777" w:rsidR="006D4449" w:rsidRDefault="006D4449" w:rsidP="006D4449">
      <w:r>
        <w:t>179.1465</w:t>
      </w:r>
      <w:r>
        <w:tab/>
        <w:t>1.698e0</w:t>
      </w:r>
    </w:p>
    <w:p w14:paraId="0A9E2C9B" w14:textId="77777777" w:rsidR="006D4449" w:rsidRDefault="006D4449" w:rsidP="006D4449">
      <w:r>
        <w:t>179.1475</w:t>
      </w:r>
      <w:r>
        <w:tab/>
        <w:t>2.025e0</w:t>
      </w:r>
    </w:p>
    <w:p w14:paraId="7121F65F" w14:textId="77777777" w:rsidR="006D4449" w:rsidRDefault="006D4449" w:rsidP="006D4449">
      <w:r>
        <w:t>179.1500</w:t>
      </w:r>
      <w:r>
        <w:tab/>
        <w:t>2.025e0</w:t>
      </w:r>
    </w:p>
    <w:p w14:paraId="3EF57FF7" w14:textId="77777777" w:rsidR="006D4449" w:rsidRDefault="006D4449" w:rsidP="006D4449">
      <w:r>
        <w:t>179.1752</w:t>
      </w:r>
      <w:r>
        <w:tab/>
        <w:t>1.013e0</w:t>
      </w:r>
    </w:p>
    <w:p w14:paraId="6B3AFE78" w14:textId="77777777" w:rsidR="006D4449" w:rsidRDefault="006D4449" w:rsidP="006D4449">
      <w:r>
        <w:t>179.1788</w:t>
      </w:r>
      <w:r>
        <w:tab/>
        <w:t>1.013e0</w:t>
      </w:r>
    </w:p>
    <w:p w14:paraId="51413655" w14:textId="77777777" w:rsidR="006D4449" w:rsidRDefault="006D4449" w:rsidP="006D4449">
      <w:r>
        <w:lastRenderedPageBreak/>
        <w:t>179.1824</w:t>
      </w:r>
      <w:r>
        <w:tab/>
        <w:t>1.013e0</w:t>
      </w:r>
    </w:p>
    <w:p w14:paraId="4DCE34B8" w14:textId="77777777" w:rsidR="006D4449" w:rsidRDefault="006D4449" w:rsidP="006D4449">
      <w:r>
        <w:t>179.1886</w:t>
      </w:r>
      <w:r>
        <w:tab/>
        <w:t>1.013e0</w:t>
      </w:r>
    </w:p>
    <w:p w14:paraId="7AC94883" w14:textId="77777777" w:rsidR="006D4449" w:rsidRDefault="006D4449" w:rsidP="006D4449">
      <w:r>
        <w:t>179.2132</w:t>
      </w:r>
      <w:r>
        <w:tab/>
        <w:t>5.063e0</w:t>
      </w:r>
    </w:p>
    <w:p w14:paraId="16EFC958" w14:textId="77777777" w:rsidR="006D4449" w:rsidRDefault="006D4449" w:rsidP="006D4449">
      <w:r>
        <w:t>179.2349</w:t>
      </w:r>
      <w:r>
        <w:tab/>
        <w:t>1.013e0</w:t>
      </w:r>
    </w:p>
    <w:p w14:paraId="080C0346" w14:textId="77777777" w:rsidR="006D4449" w:rsidRDefault="006D4449" w:rsidP="006D4449">
      <w:r>
        <w:t>179.2419</w:t>
      </w:r>
      <w:r>
        <w:tab/>
        <w:t>1.013e0</w:t>
      </w:r>
    </w:p>
    <w:p w14:paraId="4FE640C9" w14:textId="77777777" w:rsidR="006D4449" w:rsidRDefault="006D4449" w:rsidP="006D4449">
      <w:r>
        <w:t>179.2847</w:t>
      </w:r>
      <w:r>
        <w:tab/>
        <w:t>1.013e0</w:t>
      </w:r>
    </w:p>
    <w:p w14:paraId="4F504D3D" w14:textId="77777777" w:rsidR="006D4449" w:rsidRDefault="006D4449" w:rsidP="006D4449">
      <w:r>
        <w:t>179.2911</w:t>
      </w:r>
      <w:r>
        <w:tab/>
        <w:t>1.013e0</w:t>
      </w:r>
    </w:p>
    <w:p w14:paraId="56AFFE6B" w14:textId="77777777" w:rsidR="006D4449" w:rsidRDefault="006D4449" w:rsidP="006D4449">
      <w:r>
        <w:t>179.3062</w:t>
      </w:r>
      <w:r>
        <w:tab/>
        <w:t>1.013e0</w:t>
      </w:r>
    </w:p>
    <w:p w14:paraId="38C01FDF" w14:textId="77777777" w:rsidR="006D4449" w:rsidRDefault="006D4449" w:rsidP="006D4449">
      <w:r>
        <w:t>179.3170</w:t>
      </w:r>
      <w:r>
        <w:tab/>
        <w:t>1.013e0</w:t>
      </w:r>
    </w:p>
    <w:p w14:paraId="3D936F0D" w14:textId="77777777" w:rsidR="006D4449" w:rsidRDefault="006D4449" w:rsidP="006D4449">
      <w:r>
        <w:t>179.3376</w:t>
      </w:r>
      <w:r>
        <w:tab/>
        <w:t>1.013e0</w:t>
      </w:r>
    </w:p>
    <w:p w14:paraId="5C1812AC" w14:textId="77777777" w:rsidR="006D4449" w:rsidRDefault="006D4449" w:rsidP="006D4449">
      <w:r>
        <w:t>179.3420</w:t>
      </w:r>
      <w:r>
        <w:tab/>
        <w:t>3.038e0</w:t>
      </w:r>
    </w:p>
    <w:p w14:paraId="22913F3B" w14:textId="77777777" w:rsidR="006D4449" w:rsidRDefault="006D4449" w:rsidP="006D4449">
      <w:r>
        <w:t>179.3555</w:t>
      </w:r>
      <w:r>
        <w:tab/>
        <w:t>1.013e0</w:t>
      </w:r>
    </w:p>
    <w:p w14:paraId="39337FBE" w14:textId="77777777" w:rsidR="006D4449" w:rsidRDefault="006D4449" w:rsidP="006D4449">
      <w:r>
        <w:t>179.3670</w:t>
      </w:r>
      <w:r>
        <w:tab/>
        <w:t>2.025e0</w:t>
      </w:r>
    </w:p>
    <w:p w14:paraId="07B8768A" w14:textId="77777777" w:rsidR="006D4449" w:rsidRDefault="006D4449" w:rsidP="006D4449">
      <w:r>
        <w:t>179.4029</w:t>
      </w:r>
      <w:r>
        <w:tab/>
        <w:t>1.013e0</w:t>
      </w:r>
    </w:p>
    <w:p w14:paraId="4AA84FCB" w14:textId="77777777" w:rsidR="006D4449" w:rsidRDefault="006D4449" w:rsidP="006D4449">
      <w:r>
        <w:t>179.4058</w:t>
      </w:r>
      <w:r>
        <w:tab/>
        <w:t>2.025e0</w:t>
      </w:r>
    </w:p>
    <w:p w14:paraId="3609F969" w14:textId="77777777" w:rsidR="006D4449" w:rsidRDefault="006D4449" w:rsidP="006D4449">
      <w:r>
        <w:t>179.4347</w:t>
      </w:r>
      <w:r>
        <w:tab/>
        <w:t>1.013e0</w:t>
      </w:r>
    </w:p>
    <w:p w14:paraId="37B202BE" w14:textId="77777777" w:rsidR="006D4449" w:rsidRDefault="006D4449" w:rsidP="006D4449">
      <w:r>
        <w:t>179.4399</w:t>
      </w:r>
      <w:r>
        <w:tab/>
        <w:t>2.025e0</w:t>
      </w:r>
    </w:p>
    <w:p w14:paraId="43200572" w14:textId="77777777" w:rsidR="006D4449" w:rsidRDefault="006D4449" w:rsidP="006D4449">
      <w:r>
        <w:t>179.4909</w:t>
      </w:r>
      <w:r>
        <w:tab/>
        <w:t>1.013e0</w:t>
      </w:r>
    </w:p>
    <w:p w14:paraId="3E7DB8C3" w14:textId="77777777" w:rsidR="006D4449" w:rsidRDefault="006D4449" w:rsidP="006D4449">
      <w:r>
        <w:t>179.5081</w:t>
      </w:r>
      <w:r>
        <w:tab/>
        <w:t>1.013e0</w:t>
      </w:r>
    </w:p>
    <w:p w14:paraId="7825DC37" w14:textId="77777777" w:rsidR="006D4449" w:rsidRDefault="006D4449" w:rsidP="006D4449">
      <w:r>
        <w:lastRenderedPageBreak/>
        <w:t>179.5197</w:t>
      </w:r>
      <w:r>
        <w:tab/>
        <w:t>1.013e0</w:t>
      </w:r>
    </w:p>
    <w:p w14:paraId="5F7E1FD7" w14:textId="77777777" w:rsidR="006D4449" w:rsidRDefault="006D4449" w:rsidP="006D4449">
      <w:r>
        <w:t>179.5225</w:t>
      </w:r>
      <w:r>
        <w:tab/>
        <w:t>1.013e0</w:t>
      </w:r>
    </w:p>
    <w:p w14:paraId="049870AC" w14:textId="77777777" w:rsidR="006D4449" w:rsidRDefault="006D4449" w:rsidP="006D4449">
      <w:r>
        <w:t>179.5304</w:t>
      </w:r>
      <w:r>
        <w:tab/>
        <w:t>1.013e0</w:t>
      </w:r>
    </w:p>
    <w:p w14:paraId="672729BC" w14:textId="77777777" w:rsidR="006D4449" w:rsidRDefault="006D4449" w:rsidP="006D4449">
      <w:r>
        <w:t>179.5555</w:t>
      </w:r>
      <w:r>
        <w:tab/>
        <w:t>3.038e0</w:t>
      </w:r>
    </w:p>
    <w:p w14:paraId="6478F46D" w14:textId="77777777" w:rsidR="006D4449" w:rsidRDefault="006D4449" w:rsidP="006D4449">
      <w:r>
        <w:t>179.5841</w:t>
      </w:r>
      <w:r>
        <w:tab/>
        <w:t>1.013e0</w:t>
      </w:r>
    </w:p>
    <w:p w14:paraId="0F45DF5B" w14:textId="77777777" w:rsidR="006D4449" w:rsidRDefault="006D4449" w:rsidP="006D4449">
      <w:r>
        <w:t>179.6317</w:t>
      </w:r>
      <w:r>
        <w:tab/>
        <w:t>2.025e0</w:t>
      </w:r>
    </w:p>
    <w:p w14:paraId="06964CCD" w14:textId="77777777" w:rsidR="006D4449" w:rsidRDefault="006D4449" w:rsidP="006D4449">
      <w:r>
        <w:t>179.6379</w:t>
      </w:r>
      <w:r>
        <w:tab/>
        <w:t>1.013e0</w:t>
      </w:r>
    </w:p>
    <w:p w14:paraId="4F0D046D" w14:textId="77777777" w:rsidR="006D4449" w:rsidRDefault="006D4449" w:rsidP="006D4449">
      <w:r>
        <w:t>179.6655</w:t>
      </w:r>
      <w:r>
        <w:tab/>
        <w:t>1.013e0</w:t>
      </w:r>
    </w:p>
    <w:p w14:paraId="416FAD07" w14:textId="77777777" w:rsidR="006D4449" w:rsidRDefault="006D4449" w:rsidP="006D4449">
      <w:r>
        <w:t>179.6733</w:t>
      </w:r>
      <w:r>
        <w:tab/>
        <w:t>1.013e0</w:t>
      </w:r>
    </w:p>
    <w:p w14:paraId="744DC0CE" w14:textId="77777777" w:rsidR="006D4449" w:rsidRDefault="006D4449" w:rsidP="006D4449">
      <w:r>
        <w:t>179.6795</w:t>
      </w:r>
      <w:r>
        <w:tab/>
        <w:t>1.013e0</w:t>
      </w:r>
    </w:p>
    <w:p w14:paraId="65EA81D0" w14:textId="77777777" w:rsidR="006D4449" w:rsidRDefault="006D4449" w:rsidP="006D4449">
      <w:r>
        <w:t>179.7260</w:t>
      </w:r>
      <w:r>
        <w:tab/>
        <w:t>1.013e0</w:t>
      </w:r>
    </w:p>
    <w:p w14:paraId="708306D0" w14:textId="77777777" w:rsidR="006D4449" w:rsidRDefault="006D4449" w:rsidP="006D4449">
      <w:r>
        <w:t>179.7307</w:t>
      </w:r>
      <w:r>
        <w:tab/>
        <w:t>2.025e0</w:t>
      </w:r>
    </w:p>
    <w:p w14:paraId="6DA95C3C" w14:textId="77777777" w:rsidR="006D4449" w:rsidRDefault="006D4449" w:rsidP="006D4449">
      <w:r>
        <w:t>179.7512</w:t>
      </w:r>
      <w:r>
        <w:tab/>
        <w:t>1.013e0</w:t>
      </w:r>
    </w:p>
    <w:p w14:paraId="1544619C" w14:textId="77777777" w:rsidR="006D4449" w:rsidRDefault="006D4449" w:rsidP="006D4449">
      <w:r>
        <w:t>179.7576</w:t>
      </w:r>
      <w:r>
        <w:tab/>
        <w:t>1.013e0</w:t>
      </w:r>
    </w:p>
    <w:p w14:paraId="7B61623A" w14:textId="77777777" w:rsidR="006D4449" w:rsidRDefault="006D4449" w:rsidP="006D4449">
      <w:r>
        <w:t>179.7791</w:t>
      </w:r>
      <w:r>
        <w:tab/>
        <w:t>1.013e0</w:t>
      </w:r>
    </w:p>
    <w:p w14:paraId="620252FD" w14:textId="77777777" w:rsidR="006D4449" w:rsidRDefault="006D4449" w:rsidP="006D4449">
      <w:r>
        <w:t>179.8049</w:t>
      </w:r>
      <w:r>
        <w:tab/>
        <w:t>1.013e0</w:t>
      </w:r>
    </w:p>
    <w:p w14:paraId="0E36A0EF" w14:textId="77777777" w:rsidR="006D4449" w:rsidRDefault="006D4449" w:rsidP="006D4449">
      <w:r>
        <w:t>179.8121</w:t>
      </w:r>
      <w:r>
        <w:tab/>
        <w:t>1.013e0</w:t>
      </w:r>
    </w:p>
    <w:p w14:paraId="60C8AF50" w14:textId="77777777" w:rsidR="006D4449" w:rsidRDefault="006D4449" w:rsidP="006D4449">
      <w:r>
        <w:t>179.8264</w:t>
      </w:r>
      <w:r>
        <w:tab/>
        <w:t>2.025e0</w:t>
      </w:r>
    </w:p>
    <w:p w14:paraId="0DFA7CA3" w14:textId="77777777" w:rsidR="006D4449" w:rsidRDefault="006D4449" w:rsidP="006D4449">
      <w:r>
        <w:t>179.8336</w:t>
      </w:r>
      <w:r>
        <w:tab/>
        <w:t>1.013e0</w:t>
      </w:r>
    </w:p>
    <w:p w14:paraId="5D8C3442" w14:textId="77777777" w:rsidR="006D4449" w:rsidRDefault="006D4449" w:rsidP="006D4449">
      <w:r>
        <w:lastRenderedPageBreak/>
        <w:t>179.8443</w:t>
      </w:r>
      <w:r>
        <w:tab/>
        <w:t>1.013e0</w:t>
      </w:r>
    </w:p>
    <w:p w14:paraId="66BDA6E9" w14:textId="77777777" w:rsidR="006D4449" w:rsidRDefault="006D4449" w:rsidP="006D4449">
      <w:r>
        <w:t>179.8507</w:t>
      </w:r>
      <w:r>
        <w:tab/>
        <w:t>1.013e0</w:t>
      </w:r>
    </w:p>
    <w:p w14:paraId="14B917CE" w14:textId="77777777" w:rsidR="006D4449" w:rsidRDefault="006D4449" w:rsidP="006D4449">
      <w:r>
        <w:t>179.8533</w:t>
      </w:r>
      <w:r>
        <w:tab/>
        <w:t>2.025e0</w:t>
      </w:r>
    </w:p>
    <w:p w14:paraId="1BD3078A" w14:textId="77777777" w:rsidR="006D4449" w:rsidRDefault="006D4449" w:rsidP="006D4449">
      <w:r>
        <w:t>179.8831</w:t>
      </w:r>
      <w:r>
        <w:tab/>
        <w:t>1.013e0</w:t>
      </w:r>
    </w:p>
    <w:p w14:paraId="09D4FA79" w14:textId="77777777" w:rsidR="006D4449" w:rsidRDefault="006D4449" w:rsidP="006D4449">
      <w:r>
        <w:t>179.8910</w:t>
      </w:r>
      <w:r>
        <w:tab/>
        <w:t>2.025e0</w:t>
      </w:r>
    </w:p>
    <w:p w14:paraId="4A99B66B" w14:textId="77777777" w:rsidR="006D4449" w:rsidRDefault="006D4449" w:rsidP="006D4449">
      <w:r>
        <w:t>179.9219</w:t>
      </w:r>
      <w:r>
        <w:tab/>
        <w:t>3.038e0</w:t>
      </w:r>
    </w:p>
    <w:p w14:paraId="05F80522" w14:textId="77777777" w:rsidR="006D4449" w:rsidRDefault="006D4449" w:rsidP="006D4449">
      <w:r>
        <w:t>179.9297</w:t>
      </w:r>
      <w:r>
        <w:tab/>
        <w:t>1.013e0</w:t>
      </w:r>
    </w:p>
    <w:p w14:paraId="16E9B029" w14:textId="77777777" w:rsidR="006D4449" w:rsidRDefault="006D4449" w:rsidP="006D4449">
      <w:r>
        <w:t>179.9574</w:t>
      </w:r>
      <w:r>
        <w:tab/>
        <w:t>2.025e0</w:t>
      </w:r>
    </w:p>
    <w:p w14:paraId="1E17E153" w14:textId="77777777" w:rsidR="006D4449" w:rsidRDefault="006D4449" w:rsidP="006D4449">
      <w:r>
        <w:t>179.9827</w:t>
      </w:r>
      <w:r>
        <w:tab/>
        <w:t>2.025e0</w:t>
      </w:r>
    </w:p>
    <w:p w14:paraId="152BEB1F" w14:textId="77777777" w:rsidR="006D4449" w:rsidRDefault="006D4449" w:rsidP="006D4449">
      <w:r>
        <w:t>180.0115</w:t>
      </w:r>
      <w:r>
        <w:tab/>
        <w:t>2.025e0</w:t>
      </w:r>
    </w:p>
    <w:p w14:paraId="50E7C00E" w14:textId="77777777" w:rsidR="006D4449" w:rsidRDefault="006D4449" w:rsidP="006D4449">
      <w:r>
        <w:t>180.0182</w:t>
      </w:r>
      <w:r>
        <w:tab/>
        <w:t>1.620e1</w:t>
      </w:r>
    </w:p>
    <w:p w14:paraId="65BFB0FA" w14:textId="77777777" w:rsidR="006D4449" w:rsidRDefault="006D4449" w:rsidP="006D4449">
      <w:r>
        <w:t>180.0374</w:t>
      </w:r>
      <w:r>
        <w:tab/>
        <w:t>3.038e0</w:t>
      </w:r>
    </w:p>
    <w:p w14:paraId="05F54323" w14:textId="77777777" w:rsidR="006D4449" w:rsidRDefault="006D4449" w:rsidP="006D4449">
      <w:r>
        <w:t>180.0473</w:t>
      </w:r>
      <w:r>
        <w:tab/>
        <w:t>1.451e0</w:t>
      </w:r>
    </w:p>
    <w:p w14:paraId="2D1D40CD" w14:textId="77777777" w:rsidR="006D4449" w:rsidRDefault="006D4449" w:rsidP="006D4449">
      <w:r>
        <w:t>180.0509</w:t>
      </w:r>
      <w:r>
        <w:tab/>
        <w:t>1.872e0</w:t>
      </w:r>
    </w:p>
    <w:p w14:paraId="564BBCF5" w14:textId="77777777" w:rsidR="006D4449" w:rsidRDefault="006D4449" w:rsidP="006D4449">
      <w:r>
        <w:t>180.0679</w:t>
      </w:r>
      <w:r>
        <w:tab/>
        <w:t>5.063e0</w:t>
      </w:r>
    </w:p>
    <w:p w14:paraId="329CDD98" w14:textId="77777777" w:rsidR="006D4449" w:rsidRDefault="006D4449" w:rsidP="006D4449">
      <w:r>
        <w:t>180.0768</w:t>
      </w:r>
      <w:r>
        <w:tab/>
        <w:t>3.038e0</w:t>
      </w:r>
    </w:p>
    <w:p w14:paraId="46EDDAD9" w14:textId="77777777" w:rsidR="006D4449" w:rsidRDefault="006D4449" w:rsidP="006D4449">
      <w:r>
        <w:t>180.0791</w:t>
      </w:r>
      <w:r>
        <w:tab/>
        <w:t>2.234e0</w:t>
      </w:r>
    </w:p>
    <w:p w14:paraId="2DF18D60" w14:textId="77777777" w:rsidR="006D4449" w:rsidRDefault="006D4449" w:rsidP="006D4449">
      <w:r>
        <w:t>180.0975</w:t>
      </w:r>
      <w:r>
        <w:tab/>
        <w:t>2.025e0</w:t>
      </w:r>
    </w:p>
    <w:p w14:paraId="26C96DD9" w14:textId="77777777" w:rsidR="006D4449" w:rsidRDefault="006D4449" w:rsidP="006D4449">
      <w:r>
        <w:t>180.1065</w:t>
      </w:r>
      <w:r>
        <w:tab/>
        <w:t>2.467e0</w:t>
      </w:r>
    </w:p>
    <w:p w14:paraId="1887ECBC" w14:textId="77777777" w:rsidR="006D4449" w:rsidRDefault="006D4449" w:rsidP="006D4449">
      <w:r>
        <w:lastRenderedPageBreak/>
        <w:t>180.1091</w:t>
      </w:r>
      <w:r>
        <w:tab/>
        <w:t>4.051e0</w:t>
      </w:r>
    </w:p>
    <w:p w14:paraId="3191A60A" w14:textId="77777777" w:rsidR="006D4449" w:rsidRDefault="006D4449" w:rsidP="006D4449">
      <w:r>
        <w:t>180.1107</w:t>
      </w:r>
      <w:r>
        <w:tab/>
        <w:t>4.083e0</w:t>
      </w:r>
    </w:p>
    <w:p w14:paraId="3B9B9AE2" w14:textId="77777777" w:rsidR="006D4449" w:rsidRDefault="006D4449" w:rsidP="006D4449">
      <w:r>
        <w:t>180.1514</w:t>
      </w:r>
      <w:r>
        <w:tab/>
        <w:t>4.799e0</w:t>
      </w:r>
    </w:p>
    <w:p w14:paraId="5B91B45B" w14:textId="77777777" w:rsidR="006D4449" w:rsidRDefault="006D4449" w:rsidP="006D4449">
      <w:r>
        <w:t>180.1618</w:t>
      </w:r>
      <w:r>
        <w:tab/>
        <w:t>5.951e0</w:t>
      </w:r>
    </w:p>
    <w:p w14:paraId="7FC0E23E" w14:textId="77777777" w:rsidR="006D4449" w:rsidRDefault="006D4449" w:rsidP="006D4449">
      <w:r>
        <w:t>180.1645</w:t>
      </w:r>
      <w:r>
        <w:tab/>
        <w:t>1.013e0</w:t>
      </w:r>
    </w:p>
    <w:p w14:paraId="25B466E7" w14:textId="77777777" w:rsidR="006D4449" w:rsidRDefault="006D4449" w:rsidP="006D4449">
      <w:r>
        <w:t>180.1723</w:t>
      </w:r>
      <w:r>
        <w:tab/>
        <w:t>2.025e0</w:t>
      </w:r>
    </w:p>
    <w:p w14:paraId="14DC617F" w14:textId="77777777" w:rsidR="006D4449" w:rsidRDefault="006D4449" w:rsidP="006D4449">
      <w:r>
        <w:t>180.1793</w:t>
      </w:r>
      <w:r>
        <w:tab/>
        <w:t>1.013e0</w:t>
      </w:r>
    </w:p>
    <w:p w14:paraId="6594F3BD" w14:textId="77777777" w:rsidR="006D4449" w:rsidRDefault="006D4449" w:rsidP="006D4449">
      <w:r>
        <w:t>180.1962</w:t>
      </w:r>
      <w:r>
        <w:tab/>
        <w:t>1.013e0</w:t>
      </w:r>
    </w:p>
    <w:p w14:paraId="1E57991E" w14:textId="77777777" w:rsidR="006D4449" w:rsidRDefault="006D4449" w:rsidP="006D4449">
      <w:r>
        <w:t>180.2180</w:t>
      </w:r>
      <w:r>
        <w:tab/>
        <w:t>2.025e0</w:t>
      </w:r>
    </w:p>
    <w:p w14:paraId="2199C641" w14:textId="77777777" w:rsidR="006D4449" w:rsidRDefault="006D4449" w:rsidP="006D4449">
      <w:r>
        <w:t>180.2208</w:t>
      </w:r>
      <w:r>
        <w:tab/>
        <w:t>1.013e0</w:t>
      </w:r>
    </w:p>
    <w:p w14:paraId="2357617D" w14:textId="77777777" w:rsidR="006D4449" w:rsidRDefault="006D4449" w:rsidP="006D4449">
      <w:r>
        <w:t>180.2359</w:t>
      </w:r>
      <w:r>
        <w:tab/>
        <w:t>1.013e0</w:t>
      </w:r>
    </w:p>
    <w:p w14:paraId="6A43C2E3" w14:textId="77777777" w:rsidR="006D4449" w:rsidRDefault="006D4449" w:rsidP="006D4449">
      <w:r>
        <w:t>180.2539</w:t>
      </w:r>
      <w:r>
        <w:tab/>
        <w:t>1.013e0</w:t>
      </w:r>
    </w:p>
    <w:p w14:paraId="44986D6F" w14:textId="77777777" w:rsidR="006D4449" w:rsidRDefault="006D4449" w:rsidP="006D4449">
      <w:r>
        <w:t>180.2683</w:t>
      </w:r>
      <w:r>
        <w:tab/>
        <w:t>1.013e0</w:t>
      </w:r>
    </w:p>
    <w:p w14:paraId="26AB158A" w14:textId="77777777" w:rsidR="006D4449" w:rsidRDefault="006D4449" w:rsidP="006D4449">
      <w:r>
        <w:t>180.2719</w:t>
      </w:r>
      <w:r>
        <w:tab/>
        <w:t>1.013e0</w:t>
      </w:r>
    </w:p>
    <w:p w14:paraId="0C661D49" w14:textId="77777777" w:rsidR="006D4449" w:rsidRDefault="006D4449" w:rsidP="006D4449">
      <w:r>
        <w:t>180.2819</w:t>
      </w:r>
      <w:r>
        <w:tab/>
        <w:t>1.013e0</w:t>
      </w:r>
    </w:p>
    <w:p w14:paraId="447E3E4E" w14:textId="77777777" w:rsidR="006D4449" w:rsidRDefault="006D4449" w:rsidP="006D4449">
      <w:r>
        <w:t>180.2898</w:t>
      </w:r>
      <w:r>
        <w:tab/>
        <w:t>1.013e0</w:t>
      </w:r>
    </w:p>
    <w:p w14:paraId="3A29066F" w14:textId="77777777" w:rsidR="006D4449" w:rsidRDefault="006D4449" w:rsidP="006D4449">
      <w:r>
        <w:t>180.3060</w:t>
      </w:r>
      <w:r>
        <w:tab/>
        <w:t>2.025e0</w:t>
      </w:r>
    </w:p>
    <w:p w14:paraId="52E8B0D5" w14:textId="77777777" w:rsidR="006D4449" w:rsidRDefault="006D4449" w:rsidP="006D4449">
      <w:r>
        <w:t>180.3149</w:t>
      </w:r>
      <w:r>
        <w:tab/>
        <w:t>1.013e0</w:t>
      </w:r>
    </w:p>
    <w:p w14:paraId="43D4B36B" w14:textId="77777777" w:rsidR="006D4449" w:rsidRDefault="006D4449" w:rsidP="006D4449">
      <w:r>
        <w:t>180.3249</w:t>
      </w:r>
      <w:r>
        <w:tab/>
        <w:t>1.013e0</w:t>
      </w:r>
    </w:p>
    <w:p w14:paraId="51F3FA1E" w14:textId="77777777" w:rsidR="006D4449" w:rsidRDefault="006D4449" w:rsidP="006D4449">
      <w:r>
        <w:lastRenderedPageBreak/>
        <w:t>180.3651</w:t>
      </w:r>
      <w:r>
        <w:tab/>
        <w:t>1.013e0</w:t>
      </w:r>
    </w:p>
    <w:p w14:paraId="17CF4078" w14:textId="77777777" w:rsidR="006D4449" w:rsidRDefault="006D4449" w:rsidP="006D4449">
      <w:r>
        <w:t>180.3824</w:t>
      </w:r>
      <w:r>
        <w:tab/>
        <w:t>1.013e0</w:t>
      </w:r>
    </w:p>
    <w:p w14:paraId="04E900D5" w14:textId="77777777" w:rsidR="006D4449" w:rsidRDefault="006D4449" w:rsidP="006D4449">
      <w:r>
        <w:t>180.3940</w:t>
      </w:r>
      <w:r>
        <w:tab/>
        <w:t>2.025e0</w:t>
      </w:r>
    </w:p>
    <w:p w14:paraId="79D1988F" w14:textId="77777777" w:rsidR="006D4449" w:rsidRDefault="006D4449" w:rsidP="006D4449">
      <w:r>
        <w:t>180.4219</w:t>
      </w:r>
      <w:r>
        <w:tab/>
        <w:t>3.038e0</w:t>
      </w:r>
    </w:p>
    <w:p w14:paraId="78D69417" w14:textId="77777777" w:rsidR="006D4449" w:rsidRDefault="006D4449" w:rsidP="006D4449">
      <w:r>
        <w:t>180.4328</w:t>
      </w:r>
      <w:r>
        <w:tab/>
        <w:t>1.013e0</w:t>
      </w:r>
    </w:p>
    <w:p w14:paraId="5AFC3728" w14:textId="77777777" w:rsidR="006D4449" w:rsidRDefault="006D4449" w:rsidP="006D4449">
      <w:r>
        <w:t>180.4434</w:t>
      </w:r>
      <w:r>
        <w:tab/>
        <w:t>1.013e0</w:t>
      </w:r>
    </w:p>
    <w:p w14:paraId="18DCDCAA" w14:textId="77777777" w:rsidR="006D4449" w:rsidRDefault="006D4449" w:rsidP="006D4449">
      <w:r>
        <w:t>180.4504</w:t>
      </w:r>
      <w:r>
        <w:tab/>
        <w:t>1.013e0</w:t>
      </w:r>
    </w:p>
    <w:p w14:paraId="6C0A2525" w14:textId="77777777" w:rsidR="006D4449" w:rsidRDefault="006D4449" w:rsidP="006D4449">
      <w:r>
        <w:t>180.4610</w:t>
      </w:r>
      <w:r>
        <w:tab/>
        <w:t>3.038e0</w:t>
      </w:r>
    </w:p>
    <w:p w14:paraId="5C3FEFE8" w14:textId="77777777" w:rsidR="006D4449" w:rsidRDefault="006D4449" w:rsidP="006D4449">
      <w:r>
        <w:t>180.4743</w:t>
      </w:r>
      <w:r>
        <w:tab/>
        <w:t>1.013e0</w:t>
      </w:r>
    </w:p>
    <w:p w14:paraId="1BE36DAD" w14:textId="77777777" w:rsidR="006D4449" w:rsidRDefault="006D4449" w:rsidP="006D4449">
      <w:r>
        <w:t>180.5145</w:t>
      </w:r>
      <w:r>
        <w:tab/>
        <w:t>2.025e0</w:t>
      </w:r>
    </w:p>
    <w:p w14:paraId="7EF349E1" w14:textId="77777777" w:rsidR="006D4449" w:rsidRDefault="006D4449" w:rsidP="006D4449">
      <w:r>
        <w:t>180.5496</w:t>
      </w:r>
      <w:r>
        <w:tab/>
        <w:t>1.013e0</w:t>
      </w:r>
    </w:p>
    <w:p w14:paraId="56663A3E" w14:textId="77777777" w:rsidR="006D4449" w:rsidRDefault="006D4449" w:rsidP="006D4449">
      <w:r>
        <w:t>180.5683</w:t>
      </w:r>
      <w:r>
        <w:tab/>
        <w:t>1.013e0</w:t>
      </w:r>
    </w:p>
    <w:p w14:paraId="2AD53FF4" w14:textId="77777777" w:rsidR="006D4449" w:rsidRDefault="006D4449" w:rsidP="006D4449">
      <w:r>
        <w:t>180.5783</w:t>
      </w:r>
      <w:r>
        <w:tab/>
        <w:t>2.025e0</w:t>
      </w:r>
    </w:p>
    <w:p w14:paraId="52034EE7" w14:textId="77777777" w:rsidR="006D4449" w:rsidRDefault="006D4449" w:rsidP="006D4449">
      <w:r>
        <w:t>180.5927</w:t>
      </w:r>
      <w:r>
        <w:tab/>
        <w:t>1.013e0</w:t>
      </w:r>
    </w:p>
    <w:p w14:paraId="63F6D6E5" w14:textId="77777777" w:rsidR="006D4449" w:rsidRDefault="006D4449" w:rsidP="006D4449">
      <w:r>
        <w:t>180.6078</w:t>
      </w:r>
      <w:r>
        <w:tab/>
        <w:t>3.038e0</w:t>
      </w:r>
    </w:p>
    <w:p w14:paraId="0F9F0D60" w14:textId="77777777" w:rsidR="006D4449" w:rsidRDefault="006D4449" w:rsidP="006D4449">
      <w:r>
        <w:t>180.6142</w:t>
      </w:r>
      <w:r>
        <w:tab/>
        <w:t>1.013e0</w:t>
      </w:r>
    </w:p>
    <w:p w14:paraId="63D0CADA" w14:textId="77777777" w:rsidR="006D4449" w:rsidRDefault="006D4449" w:rsidP="006D4449">
      <w:r>
        <w:t>180.6311</w:t>
      </w:r>
      <w:r>
        <w:tab/>
        <w:t>2.025e0</w:t>
      </w:r>
    </w:p>
    <w:p w14:paraId="5C030920" w14:textId="77777777" w:rsidR="006D4449" w:rsidRDefault="006D4449" w:rsidP="006D4449">
      <w:r>
        <w:t>180.6509</w:t>
      </w:r>
      <w:r>
        <w:tab/>
        <w:t>1.013e0</w:t>
      </w:r>
    </w:p>
    <w:p w14:paraId="7B81FB18" w14:textId="77777777" w:rsidR="006D4449" w:rsidRDefault="006D4449" w:rsidP="006D4449">
      <w:r>
        <w:t>180.6936</w:t>
      </w:r>
      <w:r>
        <w:tab/>
        <w:t>1.013e0</w:t>
      </w:r>
    </w:p>
    <w:p w14:paraId="448ACC31" w14:textId="77777777" w:rsidR="006D4449" w:rsidRDefault="006D4449" w:rsidP="006D4449">
      <w:r>
        <w:lastRenderedPageBreak/>
        <w:t>180.7034</w:t>
      </w:r>
      <w:r>
        <w:tab/>
        <w:t>1.013e0</w:t>
      </w:r>
    </w:p>
    <w:p w14:paraId="1BC8530A" w14:textId="77777777" w:rsidR="006D4449" w:rsidRDefault="006D4449" w:rsidP="006D4449">
      <w:r>
        <w:t>180.7131</w:t>
      </w:r>
      <w:r>
        <w:tab/>
        <w:t>2.025e0</w:t>
      </w:r>
    </w:p>
    <w:p w14:paraId="6F2654F0" w14:textId="77777777" w:rsidR="006D4449" w:rsidRDefault="006D4449" w:rsidP="006D4449">
      <w:r>
        <w:t>180.7635</w:t>
      </w:r>
      <w:r>
        <w:tab/>
        <w:t>1.013e0</w:t>
      </w:r>
    </w:p>
    <w:p w14:paraId="2C955EC5" w14:textId="77777777" w:rsidR="006D4449" w:rsidRDefault="006D4449" w:rsidP="006D4449">
      <w:r>
        <w:t>180.7751</w:t>
      </w:r>
      <w:r>
        <w:tab/>
        <w:t>1.013e0</w:t>
      </w:r>
    </w:p>
    <w:p w14:paraId="79616E79" w14:textId="77777777" w:rsidR="006D4449" w:rsidRDefault="006D4449" w:rsidP="006D4449">
      <w:r>
        <w:t>180.7787</w:t>
      </w:r>
      <w:r>
        <w:tab/>
        <w:t>3.038e0</w:t>
      </w:r>
    </w:p>
    <w:p w14:paraId="29D82007" w14:textId="77777777" w:rsidR="006D4449" w:rsidRDefault="006D4449" w:rsidP="006D4449">
      <w:r>
        <w:t>180.7996</w:t>
      </w:r>
      <w:r>
        <w:tab/>
        <w:t>1.013e0</w:t>
      </w:r>
    </w:p>
    <w:p w14:paraId="635180FC" w14:textId="77777777" w:rsidR="006D4449" w:rsidRDefault="006D4449" w:rsidP="006D4449">
      <w:r>
        <w:t>180.8452</w:t>
      </w:r>
      <w:r>
        <w:tab/>
        <w:t>2.025e0</w:t>
      </w:r>
    </w:p>
    <w:p w14:paraId="48CE3896" w14:textId="77777777" w:rsidR="006D4449" w:rsidRDefault="006D4449" w:rsidP="006D4449">
      <w:r>
        <w:t>180.8534</w:t>
      </w:r>
      <w:r>
        <w:tab/>
        <w:t>1.013e0</w:t>
      </w:r>
    </w:p>
    <w:p w14:paraId="2A5DA1B1" w14:textId="77777777" w:rsidR="006D4449" w:rsidRDefault="006D4449" w:rsidP="006D4449">
      <w:r>
        <w:t>180.8649</w:t>
      </w:r>
      <w:r>
        <w:tab/>
        <w:t>1.013e0</w:t>
      </w:r>
    </w:p>
    <w:p w14:paraId="6510DCEA" w14:textId="77777777" w:rsidR="006D4449" w:rsidRDefault="006D4449" w:rsidP="006D4449">
      <w:r>
        <w:t>180.8936</w:t>
      </w:r>
      <w:r>
        <w:tab/>
        <w:t>1.013e0</w:t>
      </w:r>
    </w:p>
    <w:p w14:paraId="52F7E023" w14:textId="77777777" w:rsidR="006D4449" w:rsidRDefault="006D4449" w:rsidP="006D4449">
      <w:r>
        <w:t>180.9008</w:t>
      </w:r>
      <w:r>
        <w:tab/>
        <w:t>1.013e0</w:t>
      </w:r>
    </w:p>
    <w:p w14:paraId="0A5E8479" w14:textId="77777777" w:rsidR="006D4449" w:rsidRDefault="006D4449" w:rsidP="006D4449">
      <w:r>
        <w:t>180.9261</w:t>
      </w:r>
      <w:r>
        <w:tab/>
        <w:t>2.025e0</w:t>
      </w:r>
    </w:p>
    <w:p w14:paraId="670CBCB1" w14:textId="77777777" w:rsidR="006D4449" w:rsidRDefault="006D4449" w:rsidP="006D4449">
      <w:r>
        <w:t>180.9611</w:t>
      </w:r>
      <w:r>
        <w:tab/>
        <w:t>1.013e0</w:t>
      </w:r>
    </w:p>
    <w:p w14:paraId="6EAFCEFB" w14:textId="77777777" w:rsidR="006D4449" w:rsidRDefault="006D4449" w:rsidP="006D4449">
      <w:r>
        <w:t>180.9887</w:t>
      </w:r>
      <w:r>
        <w:tab/>
        <w:t>4.051e0</w:t>
      </w:r>
    </w:p>
    <w:p w14:paraId="69A4569C" w14:textId="77777777" w:rsidR="006D4449" w:rsidRDefault="006D4449" w:rsidP="006D4449">
      <w:r>
        <w:t>180.9904</w:t>
      </w:r>
      <w:r>
        <w:tab/>
        <w:t>4.031e0</w:t>
      </w:r>
    </w:p>
    <w:p w14:paraId="609BA05F" w14:textId="77777777" w:rsidR="006D4449" w:rsidRDefault="006D4449" w:rsidP="006D4449">
      <w:r>
        <w:t>180.9943</w:t>
      </w:r>
      <w:r>
        <w:tab/>
        <w:t>6.048e0</w:t>
      </w:r>
    </w:p>
    <w:p w14:paraId="4D644676" w14:textId="77777777" w:rsidR="006D4449" w:rsidRDefault="006D4449" w:rsidP="006D4449">
      <w:r>
        <w:t>181.0132</w:t>
      </w:r>
      <w:r>
        <w:tab/>
        <w:t>6.096e0</w:t>
      </w:r>
    </w:p>
    <w:p w14:paraId="1AEFF091" w14:textId="77777777" w:rsidR="006D4449" w:rsidRDefault="006D4449" w:rsidP="006D4449">
      <w:r>
        <w:t>181.0154</w:t>
      </w:r>
      <w:r>
        <w:tab/>
        <w:t>1.418e1</w:t>
      </w:r>
    </w:p>
    <w:p w14:paraId="01EC9A09" w14:textId="77777777" w:rsidR="006D4449" w:rsidRDefault="006D4449" w:rsidP="006D4449">
      <w:r>
        <w:t>181.0171</w:t>
      </w:r>
      <w:r>
        <w:tab/>
        <w:t>3.139e1</w:t>
      </w:r>
    </w:p>
    <w:p w14:paraId="6CDDF6F3" w14:textId="77777777" w:rsidR="006D4449" w:rsidRDefault="006D4449" w:rsidP="006D4449">
      <w:r>
        <w:lastRenderedPageBreak/>
        <w:t>181.0237</w:t>
      </w:r>
      <w:r>
        <w:tab/>
        <w:t>9.114e0</w:t>
      </w:r>
    </w:p>
    <w:p w14:paraId="1A57C483" w14:textId="77777777" w:rsidR="006D4449" w:rsidRDefault="006D4449" w:rsidP="006D4449">
      <w:r>
        <w:t>181.0315</w:t>
      </w:r>
      <w:r>
        <w:tab/>
        <w:t>4.022e0</w:t>
      </w:r>
    </w:p>
    <w:p w14:paraId="341AA64A" w14:textId="77777777" w:rsidR="006D4449" w:rsidRDefault="006D4449" w:rsidP="006D4449">
      <w:r>
        <w:t>181.0495</w:t>
      </w:r>
      <w:r>
        <w:tab/>
        <w:t>1.013e0</w:t>
      </w:r>
    </w:p>
    <w:p w14:paraId="7D6A3068" w14:textId="77777777" w:rsidR="006D4449" w:rsidRDefault="006D4449" w:rsidP="006D4449">
      <w:r>
        <w:t>181.0730</w:t>
      </w:r>
      <w:r>
        <w:tab/>
        <w:t>4.051e0</w:t>
      </w:r>
    </w:p>
    <w:p w14:paraId="6DD00994" w14:textId="77777777" w:rsidR="006D4449" w:rsidRDefault="006D4449" w:rsidP="006D4449">
      <w:r>
        <w:t>181.0755</w:t>
      </w:r>
      <w:r>
        <w:tab/>
        <w:t>1.013e0</w:t>
      </w:r>
    </w:p>
    <w:p w14:paraId="610C6016" w14:textId="77777777" w:rsidR="006D4449" w:rsidRDefault="006D4449" w:rsidP="006D4449">
      <w:r>
        <w:t>181.1007</w:t>
      </w:r>
      <w:r>
        <w:tab/>
        <w:t>1.983e0</w:t>
      </w:r>
    </w:p>
    <w:p w14:paraId="32CF066F" w14:textId="77777777" w:rsidR="006D4449" w:rsidRDefault="006D4449" w:rsidP="006D4449">
      <w:r>
        <w:t>181.1035</w:t>
      </w:r>
      <w:r>
        <w:tab/>
        <w:t>5.010e0</w:t>
      </w:r>
    </w:p>
    <w:p w14:paraId="4B368D04" w14:textId="77777777" w:rsidR="006D4449" w:rsidRDefault="006D4449" w:rsidP="006D4449">
      <w:r>
        <w:t>181.1187</w:t>
      </w:r>
      <w:r>
        <w:tab/>
        <w:t>2.025e0</w:t>
      </w:r>
    </w:p>
    <w:p w14:paraId="06CCB13E" w14:textId="77777777" w:rsidR="006D4449" w:rsidRDefault="006D4449" w:rsidP="006D4449">
      <w:r>
        <w:t>181.1280</w:t>
      </w:r>
      <w:r>
        <w:tab/>
        <w:t>2.057e0</w:t>
      </w:r>
    </w:p>
    <w:p w14:paraId="75B84261" w14:textId="77777777" w:rsidR="006D4449" w:rsidRDefault="006D4449" w:rsidP="006D4449">
      <w:r>
        <w:t>181.1330</w:t>
      </w:r>
      <w:r>
        <w:tab/>
        <w:t>2.995e0</w:t>
      </w:r>
    </w:p>
    <w:p w14:paraId="38D77F8C" w14:textId="77777777" w:rsidR="006D4449" w:rsidRDefault="006D4449" w:rsidP="006D4449">
      <w:r>
        <w:t>181.1474</w:t>
      </w:r>
      <w:r>
        <w:tab/>
        <w:t>1.013e0</w:t>
      </w:r>
    </w:p>
    <w:p w14:paraId="3E44DE86" w14:textId="77777777" w:rsidR="006D4449" w:rsidRDefault="006D4449" w:rsidP="006D4449">
      <w:r>
        <w:t>181.1509</w:t>
      </w:r>
      <w:r>
        <w:tab/>
        <w:t>1.234e0</w:t>
      </w:r>
    </w:p>
    <w:p w14:paraId="73198B26" w14:textId="77777777" w:rsidR="006D4449" w:rsidRDefault="006D4449" w:rsidP="006D4449">
      <w:r>
        <w:t>181.1666</w:t>
      </w:r>
      <w:r>
        <w:tab/>
        <w:t>3.038e0</w:t>
      </w:r>
    </w:p>
    <w:p w14:paraId="35FC3428" w14:textId="77777777" w:rsidR="006D4449" w:rsidRDefault="006D4449" w:rsidP="006D4449">
      <w:r>
        <w:t>181.1725</w:t>
      </w:r>
      <w:r>
        <w:tab/>
        <w:t>1.013e0</w:t>
      </w:r>
    </w:p>
    <w:p w14:paraId="2769A60B" w14:textId="77777777" w:rsidR="006D4449" w:rsidRDefault="006D4449" w:rsidP="006D4449">
      <w:r>
        <w:t>181.1833</w:t>
      </w:r>
      <w:r>
        <w:tab/>
        <w:t>2.025e0</w:t>
      </w:r>
    </w:p>
    <w:p w14:paraId="1B13C0BA" w14:textId="77777777" w:rsidR="006D4449" w:rsidRDefault="006D4449" w:rsidP="006D4449">
      <w:r>
        <w:t>181.2041</w:t>
      </w:r>
      <w:r>
        <w:tab/>
        <w:t>2.025e0</w:t>
      </w:r>
    </w:p>
    <w:p w14:paraId="5FD5530B" w14:textId="77777777" w:rsidR="006D4449" w:rsidRDefault="006D4449" w:rsidP="006D4449">
      <w:r>
        <w:t>181.2121</w:t>
      </w:r>
      <w:r>
        <w:tab/>
        <w:t>1.013e0</w:t>
      </w:r>
    </w:p>
    <w:p w14:paraId="15DFC509" w14:textId="77777777" w:rsidR="006D4449" w:rsidRDefault="006D4449" w:rsidP="006D4449">
      <w:r>
        <w:t>181.2157</w:t>
      </w:r>
      <w:r>
        <w:tab/>
        <w:t>1.013e0</w:t>
      </w:r>
    </w:p>
    <w:p w14:paraId="44969D4C" w14:textId="77777777" w:rsidR="006D4449" w:rsidRDefault="006D4449" w:rsidP="006D4449">
      <w:r>
        <w:t>181.2185</w:t>
      </w:r>
      <w:r>
        <w:tab/>
        <w:t>1.013e0</w:t>
      </w:r>
    </w:p>
    <w:p w14:paraId="611D3AD5" w14:textId="77777777" w:rsidR="006D4449" w:rsidRDefault="006D4449" w:rsidP="006D4449">
      <w:r>
        <w:lastRenderedPageBreak/>
        <w:t>181.2473</w:t>
      </w:r>
      <w:r>
        <w:tab/>
        <w:t>1.013e0</w:t>
      </w:r>
    </w:p>
    <w:p w14:paraId="3966EF7F" w14:textId="77777777" w:rsidR="006D4449" w:rsidRDefault="006D4449" w:rsidP="006D4449">
      <w:r>
        <w:t>181.2905</w:t>
      </w:r>
      <w:r>
        <w:tab/>
        <w:t>1.013e0</w:t>
      </w:r>
    </w:p>
    <w:p w14:paraId="3CFEA71D" w14:textId="77777777" w:rsidR="006D4449" w:rsidRDefault="006D4449" w:rsidP="006D4449">
      <w:r>
        <w:t>181.3204</w:t>
      </w:r>
      <w:r>
        <w:tab/>
        <w:t>2.025e0</w:t>
      </w:r>
    </w:p>
    <w:p w14:paraId="105DE46C" w14:textId="77777777" w:rsidR="006D4449" w:rsidRDefault="006D4449" w:rsidP="006D4449">
      <w:r>
        <w:t>181.3542</w:t>
      </w:r>
      <w:r>
        <w:tab/>
        <w:t>3.038e0</w:t>
      </w:r>
    </w:p>
    <w:p w14:paraId="7D10B163" w14:textId="77777777" w:rsidR="006D4449" w:rsidRDefault="006D4449" w:rsidP="006D4449">
      <w:r>
        <w:t>181.3681</w:t>
      </w:r>
      <w:r>
        <w:tab/>
        <w:t>1.013e0</w:t>
      </w:r>
    </w:p>
    <w:p w14:paraId="04721EFA" w14:textId="77777777" w:rsidR="006D4449" w:rsidRDefault="006D4449" w:rsidP="006D4449">
      <w:r>
        <w:t>181.3869</w:t>
      </w:r>
      <w:r>
        <w:tab/>
        <w:t>1.013e0</w:t>
      </w:r>
    </w:p>
    <w:p w14:paraId="291B019D" w14:textId="77777777" w:rsidR="006D4449" w:rsidRDefault="006D4449" w:rsidP="006D4449">
      <w:r>
        <w:t>181.3933</w:t>
      </w:r>
      <w:r>
        <w:tab/>
        <w:t>2.025e0</w:t>
      </w:r>
    </w:p>
    <w:p w14:paraId="0C199EA2" w14:textId="77777777" w:rsidR="006D4449" w:rsidRDefault="006D4449" w:rsidP="006D4449">
      <w:r>
        <w:t>181.4292</w:t>
      </w:r>
      <w:r>
        <w:tab/>
        <w:t>1.013e0</w:t>
      </w:r>
    </w:p>
    <w:p w14:paraId="4DE761FA" w14:textId="77777777" w:rsidR="006D4449" w:rsidRDefault="006D4449" w:rsidP="006D4449">
      <w:r>
        <w:t>181.4336</w:t>
      </w:r>
      <w:r>
        <w:tab/>
        <w:t>1.013e0</w:t>
      </w:r>
    </w:p>
    <w:p w14:paraId="40A68558" w14:textId="77777777" w:rsidR="006D4449" w:rsidRDefault="006D4449" w:rsidP="006D4449">
      <w:r>
        <w:t>181.4695</w:t>
      </w:r>
      <w:r>
        <w:tab/>
        <w:t>1.013e0</w:t>
      </w:r>
    </w:p>
    <w:p w14:paraId="4F564C6C" w14:textId="77777777" w:rsidR="006D4449" w:rsidRDefault="006D4449" w:rsidP="006D4449">
      <w:r>
        <w:t>181.4875</w:t>
      </w:r>
      <w:r>
        <w:tab/>
        <w:t>1.013e0</w:t>
      </w:r>
    </w:p>
    <w:p w14:paraId="3CBEA1B4" w14:textId="77777777" w:rsidR="006D4449" w:rsidRDefault="006D4449" w:rsidP="006D4449">
      <w:r>
        <w:t>181.4897</w:t>
      </w:r>
      <w:r>
        <w:tab/>
        <w:t>3.038e0</w:t>
      </w:r>
    </w:p>
    <w:p w14:paraId="784E4164" w14:textId="77777777" w:rsidR="006D4449" w:rsidRDefault="006D4449" w:rsidP="006D4449">
      <w:r>
        <w:t>181.5001</w:t>
      </w:r>
      <w:r>
        <w:tab/>
        <w:t>2.025e0</w:t>
      </w:r>
    </w:p>
    <w:p w14:paraId="6D2F92B6" w14:textId="77777777" w:rsidR="006D4449" w:rsidRDefault="006D4449" w:rsidP="006D4449">
      <w:r>
        <w:t>181.5524</w:t>
      </w:r>
      <w:r>
        <w:tab/>
        <w:t>1.013e0</w:t>
      </w:r>
    </w:p>
    <w:p w14:paraId="551C33D9" w14:textId="77777777" w:rsidR="006D4449" w:rsidRDefault="006D4449" w:rsidP="006D4449">
      <w:r>
        <w:t>181.5852</w:t>
      </w:r>
      <w:r>
        <w:tab/>
        <w:t>2.025e0</w:t>
      </w:r>
    </w:p>
    <w:p w14:paraId="35FDDCAE" w14:textId="77777777" w:rsidR="006D4449" w:rsidRDefault="006D4449" w:rsidP="006D4449">
      <w:r>
        <w:t>181.5878</w:t>
      </w:r>
      <w:r>
        <w:tab/>
        <w:t>1.013e0</w:t>
      </w:r>
    </w:p>
    <w:p w14:paraId="6707D8AC" w14:textId="77777777" w:rsidR="006D4449" w:rsidRDefault="006D4449" w:rsidP="006D4449">
      <w:r>
        <w:t>181.6445</w:t>
      </w:r>
      <w:r>
        <w:tab/>
        <w:t>1.013e0</w:t>
      </w:r>
    </w:p>
    <w:p w14:paraId="33103A0B" w14:textId="77777777" w:rsidR="006D4449" w:rsidRDefault="006D4449" w:rsidP="006D4449">
      <w:r>
        <w:t>181.6472</w:t>
      </w:r>
      <w:r>
        <w:tab/>
        <w:t>1.013e0</w:t>
      </w:r>
    </w:p>
    <w:p w14:paraId="108F7FA1" w14:textId="77777777" w:rsidR="006D4449" w:rsidRDefault="006D4449" w:rsidP="006D4449">
      <w:r>
        <w:t>181.6587</w:t>
      </w:r>
      <w:r>
        <w:tab/>
        <w:t>1.013e0</w:t>
      </w:r>
    </w:p>
    <w:p w14:paraId="6C200FD6" w14:textId="77777777" w:rsidR="006D4449" w:rsidRDefault="006D4449" w:rsidP="006D4449">
      <w:r>
        <w:lastRenderedPageBreak/>
        <w:t>181.6687</w:t>
      </w:r>
      <w:r>
        <w:tab/>
        <w:t>1.013e0</w:t>
      </w:r>
    </w:p>
    <w:p w14:paraId="250C8878" w14:textId="77777777" w:rsidR="006D4449" w:rsidRDefault="006D4449" w:rsidP="006D4449">
      <w:r>
        <w:t>181.6976</w:t>
      </w:r>
      <w:r>
        <w:tab/>
        <w:t>1.013e0</w:t>
      </w:r>
    </w:p>
    <w:p w14:paraId="6CDC23A8" w14:textId="77777777" w:rsidR="006D4449" w:rsidRDefault="006D4449" w:rsidP="006D4449">
      <w:r>
        <w:t>181.7156</w:t>
      </w:r>
      <w:r>
        <w:tab/>
        <w:t>1.013e0</w:t>
      </w:r>
    </w:p>
    <w:p w14:paraId="5450C97C" w14:textId="77777777" w:rsidR="006D4449" w:rsidRDefault="006D4449" w:rsidP="006D4449">
      <w:r>
        <w:t>181.7308</w:t>
      </w:r>
      <w:r>
        <w:tab/>
        <w:t>1.013e0</w:t>
      </w:r>
    </w:p>
    <w:p w14:paraId="3A4E71CA" w14:textId="77777777" w:rsidR="006D4449" w:rsidRDefault="006D4449" w:rsidP="006D4449">
      <w:r>
        <w:t>181.7592</w:t>
      </w:r>
      <w:r>
        <w:tab/>
        <w:t>2.025e0</w:t>
      </w:r>
    </w:p>
    <w:p w14:paraId="6E7020C1" w14:textId="77777777" w:rsidR="006D4449" w:rsidRDefault="006D4449" w:rsidP="006D4449">
      <w:r>
        <w:t>181.7667</w:t>
      </w:r>
      <w:r>
        <w:tab/>
        <w:t>1.013e0</w:t>
      </w:r>
    </w:p>
    <w:p w14:paraId="5EA58C2A" w14:textId="77777777" w:rsidR="006D4449" w:rsidRDefault="006D4449" w:rsidP="006D4449">
      <w:r>
        <w:t>181.7803</w:t>
      </w:r>
      <w:r>
        <w:tab/>
        <w:t>1.013e0</w:t>
      </w:r>
    </w:p>
    <w:p w14:paraId="0FFF116F" w14:textId="77777777" w:rsidR="006D4449" w:rsidRDefault="006D4449" w:rsidP="006D4449">
      <w:r>
        <w:t>181.7829</w:t>
      </w:r>
      <w:r>
        <w:tab/>
        <w:t>4.051e0</w:t>
      </w:r>
    </w:p>
    <w:p w14:paraId="474C9190" w14:textId="77777777" w:rsidR="006D4449" w:rsidRDefault="006D4449" w:rsidP="006D4449">
      <w:r>
        <w:t>181.8307</w:t>
      </w:r>
      <w:r>
        <w:tab/>
        <w:t>1.013e0</w:t>
      </w:r>
    </w:p>
    <w:p w14:paraId="5F790AAA" w14:textId="77777777" w:rsidR="006D4449" w:rsidRDefault="006D4449" w:rsidP="006D4449">
      <w:r>
        <w:t>181.8433</w:t>
      </w:r>
      <w:r>
        <w:tab/>
        <w:t>2.025e0</w:t>
      </w:r>
    </w:p>
    <w:p w14:paraId="419B154B" w14:textId="77777777" w:rsidR="006D4449" w:rsidRDefault="006D4449" w:rsidP="006D4449">
      <w:r>
        <w:t>181.8890</w:t>
      </w:r>
      <w:r>
        <w:tab/>
        <w:t>1.013e0</w:t>
      </w:r>
    </w:p>
    <w:p w14:paraId="758CA98C" w14:textId="77777777" w:rsidR="006D4449" w:rsidRDefault="006D4449" w:rsidP="006D4449">
      <w:r>
        <w:t>181.8909</w:t>
      </w:r>
      <w:r>
        <w:tab/>
        <w:t>2.025e0</w:t>
      </w:r>
    </w:p>
    <w:p w14:paraId="30514EC1" w14:textId="77777777" w:rsidR="006D4449" w:rsidRDefault="006D4449" w:rsidP="006D4449">
      <w:r>
        <w:t>181.9060</w:t>
      </w:r>
      <w:r>
        <w:tab/>
        <w:t>1.013e0</w:t>
      </w:r>
    </w:p>
    <w:p w14:paraId="3A47155C" w14:textId="77777777" w:rsidR="006D4449" w:rsidRDefault="006D4449" w:rsidP="006D4449">
      <w:r>
        <w:t>181.9245</w:t>
      </w:r>
      <w:r>
        <w:tab/>
        <w:t>1.013e0</w:t>
      </w:r>
    </w:p>
    <w:p w14:paraId="540B3CB1" w14:textId="77777777" w:rsidR="006D4449" w:rsidRDefault="006D4449" w:rsidP="006D4449">
      <w:r>
        <w:t>181.9493</w:t>
      </w:r>
      <w:r>
        <w:tab/>
        <w:t>1.013e0</w:t>
      </w:r>
    </w:p>
    <w:p w14:paraId="4E243D13" w14:textId="77777777" w:rsidR="006D4449" w:rsidRDefault="006D4449" w:rsidP="006D4449">
      <w:r>
        <w:t>181.9586</w:t>
      </w:r>
      <w:r>
        <w:tab/>
        <w:t>3.038e0</w:t>
      </w:r>
    </w:p>
    <w:p w14:paraId="5F47D585" w14:textId="77777777" w:rsidR="006D4449" w:rsidRDefault="006D4449" w:rsidP="006D4449">
      <w:r>
        <w:t>181.9812</w:t>
      </w:r>
      <w:r>
        <w:tab/>
        <w:t>1.013e0</w:t>
      </w:r>
    </w:p>
    <w:p w14:paraId="61D7446D" w14:textId="77777777" w:rsidR="006D4449" w:rsidRDefault="006D4449" w:rsidP="006D4449">
      <w:r>
        <w:t>181.9845</w:t>
      </w:r>
      <w:r>
        <w:tab/>
        <w:t>3.038e0</w:t>
      </w:r>
    </w:p>
    <w:p w14:paraId="1A690622" w14:textId="77777777" w:rsidR="006D4449" w:rsidRDefault="006D4449" w:rsidP="006D4449">
      <w:r>
        <w:t>182.0017</w:t>
      </w:r>
      <w:r>
        <w:tab/>
        <w:t>4.051e0</w:t>
      </w:r>
    </w:p>
    <w:p w14:paraId="4A1CF57B" w14:textId="77777777" w:rsidR="006D4449" w:rsidRDefault="006D4449" w:rsidP="006D4449">
      <w:r>
        <w:lastRenderedPageBreak/>
        <w:t>182.0057</w:t>
      </w:r>
      <w:r>
        <w:tab/>
        <w:t>1.013e0</w:t>
      </w:r>
    </w:p>
    <w:p w14:paraId="54025330" w14:textId="77777777" w:rsidR="006D4449" w:rsidRDefault="006D4449" w:rsidP="006D4449">
      <w:r>
        <w:t>182.0173</w:t>
      </w:r>
      <w:r>
        <w:tab/>
        <w:t>4.051e0</w:t>
      </w:r>
    </w:p>
    <w:p w14:paraId="783E3AAA" w14:textId="77777777" w:rsidR="006D4449" w:rsidRDefault="006D4449" w:rsidP="006D4449">
      <w:r>
        <w:t>182.0227</w:t>
      </w:r>
      <w:r>
        <w:tab/>
        <w:t>4.051e0</w:t>
      </w:r>
    </w:p>
    <w:p w14:paraId="065D90FC" w14:textId="77777777" w:rsidR="006D4449" w:rsidRDefault="006D4449" w:rsidP="006D4449">
      <w:r>
        <w:t>182.0369</w:t>
      </w:r>
      <w:r>
        <w:tab/>
        <w:t>3.038e0</w:t>
      </w:r>
    </w:p>
    <w:p w14:paraId="4E8FC586" w14:textId="77777777" w:rsidR="006D4449" w:rsidRDefault="006D4449" w:rsidP="006D4449">
      <w:r>
        <w:t>182.0461</w:t>
      </w:r>
      <w:r>
        <w:tab/>
        <w:t>1.013e0</w:t>
      </w:r>
    </w:p>
    <w:p w14:paraId="7C99856F" w14:textId="77777777" w:rsidR="006D4449" w:rsidRDefault="006D4449" w:rsidP="006D4449">
      <w:r>
        <w:t>182.0479</w:t>
      </w:r>
      <w:r>
        <w:tab/>
        <w:t>2.025e0</w:t>
      </w:r>
    </w:p>
    <w:p w14:paraId="28A0F8C6" w14:textId="77777777" w:rsidR="006D4449" w:rsidRDefault="006D4449" w:rsidP="006D4449">
      <w:r>
        <w:t>182.0489</w:t>
      </w:r>
      <w:r>
        <w:tab/>
        <w:t>2.025e0</w:t>
      </w:r>
    </w:p>
    <w:p w14:paraId="42748ABD" w14:textId="77777777" w:rsidR="006D4449" w:rsidRDefault="006D4449" w:rsidP="006D4449">
      <w:r>
        <w:t>182.0677</w:t>
      </w:r>
      <w:r>
        <w:tab/>
        <w:t>1.013e0</w:t>
      </w:r>
    </w:p>
    <w:p w14:paraId="0BFB4117" w14:textId="77777777" w:rsidR="006D4449" w:rsidRDefault="006D4449" w:rsidP="006D4449">
      <w:r>
        <w:t>182.0777</w:t>
      </w:r>
      <w:r>
        <w:tab/>
        <w:t>2.025e0</w:t>
      </w:r>
    </w:p>
    <w:p w14:paraId="40FCCD52" w14:textId="77777777" w:rsidR="006D4449" w:rsidRDefault="006D4449" w:rsidP="006D4449">
      <w:r>
        <w:t>182.0813</w:t>
      </w:r>
      <w:r>
        <w:tab/>
        <w:t>2.025e0</w:t>
      </w:r>
    </w:p>
    <w:p w14:paraId="3D5DA4F2" w14:textId="77777777" w:rsidR="006D4449" w:rsidRDefault="006D4449" w:rsidP="006D4449">
      <w:r>
        <w:t>182.0929</w:t>
      </w:r>
      <w:r>
        <w:tab/>
        <w:t>2.011e0</w:t>
      </w:r>
    </w:p>
    <w:p w14:paraId="4C8DAFCE" w14:textId="77777777" w:rsidR="006D4449" w:rsidRDefault="006D4449" w:rsidP="006D4449">
      <w:r>
        <w:t>182.1145</w:t>
      </w:r>
      <w:r>
        <w:tab/>
        <w:t>1.990e0</w:t>
      </w:r>
    </w:p>
    <w:p w14:paraId="729E4E25" w14:textId="77777777" w:rsidR="006D4449" w:rsidRDefault="006D4449" w:rsidP="006D4449">
      <w:r>
        <w:t>182.1249</w:t>
      </w:r>
      <w:r>
        <w:tab/>
        <w:t>2.057e0</w:t>
      </w:r>
    </w:p>
    <w:p w14:paraId="3E28D941" w14:textId="77777777" w:rsidR="006D4449" w:rsidRDefault="006D4449" w:rsidP="006D4449">
      <w:r>
        <w:t>182.1541</w:t>
      </w:r>
      <w:r>
        <w:tab/>
        <w:t>1.013e0</w:t>
      </w:r>
    </w:p>
    <w:p w14:paraId="4023572C" w14:textId="77777777" w:rsidR="006D4449" w:rsidRDefault="006D4449" w:rsidP="006D4449">
      <w:r>
        <w:t>182.1677</w:t>
      </w:r>
      <w:r>
        <w:tab/>
        <w:t>1.013e0</w:t>
      </w:r>
    </w:p>
    <w:p w14:paraId="26D4148B" w14:textId="77777777" w:rsidR="006D4449" w:rsidRDefault="006D4449" w:rsidP="006D4449">
      <w:r>
        <w:t>182.1775</w:t>
      </w:r>
      <w:r>
        <w:tab/>
        <w:t>2.025e0</w:t>
      </w:r>
    </w:p>
    <w:p w14:paraId="3124DF01" w14:textId="77777777" w:rsidR="006D4449" w:rsidRDefault="006D4449" w:rsidP="006D4449">
      <w:r>
        <w:t>182.1865</w:t>
      </w:r>
      <w:r>
        <w:tab/>
        <w:t>1.013e0</w:t>
      </w:r>
    </w:p>
    <w:p w14:paraId="6E8C0047" w14:textId="77777777" w:rsidR="006D4449" w:rsidRDefault="006D4449" w:rsidP="006D4449">
      <w:r>
        <w:t>182.1883</w:t>
      </w:r>
      <w:r>
        <w:tab/>
        <w:t>2.025e0</w:t>
      </w:r>
    </w:p>
    <w:p w14:paraId="0BF3989C" w14:textId="77777777" w:rsidR="006D4449" w:rsidRDefault="006D4449" w:rsidP="006D4449">
      <w:r>
        <w:t>182.1930</w:t>
      </w:r>
      <w:r>
        <w:tab/>
        <w:t>4.051e0</w:t>
      </w:r>
    </w:p>
    <w:p w14:paraId="1B32530B" w14:textId="77777777" w:rsidR="006D4449" w:rsidRDefault="006D4449" w:rsidP="006D4449">
      <w:r>
        <w:lastRenderedPageBreak/>
        <w:t>182.1943</w:t>
      </w:r>
      <w:r>
        <w:tab/>
        <w:t>5.063e0</w:t>
      </w:r>
    </w:p>
    <w:p w14:paraId="74A89393" w14:textId="77777777" w:rsidR="006D4449" w:rsidRDefault="006D4449" w:rsidP="006D4449">
      <w:r>
        <w:t>182.1973</w:t>
      </w:r>
      <w:r>
        <w:tab/>
        <w:t>1.013e0</w:t>
      </w:r>
    </w:p>
    <w:p w14:paraId="023272A8" w14:textId="77777777" w:rsidR="006D4449" w:rsidRDefault="006D4449" w:rsidP="006D4449">
      <w:r>
        <w:t>182.2046</w:t>
      </w:r>
      <w:r>
        <w:tab/>
        <w:t>1.013e0</w:t>
      </w:r>
    </w:p>
    <w:p w14:paraId="64653B12" w14:textId="77777777" w:rsidR="006D4449" w:rsidRDefault="006D4449" w:rsidP="006D4449">
      <w:r>
        <w:t>182.2063</w:t>
      </w:r>
      <w:r>
        <w:tab/>
        <w:t>2.025e0</w:t>
      </w:r>
    </w:p>
    <w:p w14:paraId="1A98098B" w14:textId="77777777" w:rsidR="006D4449" w:rsidRDefault="006D4449" w:rsidP="006D4449">
      <w:r>
        <w:t>182.2520</w:t>
      </w:r>
      <w:r>
        <w:tab/>
        <w:t>2.025e0</w:t>
      </w:r>
    </w:p>
    <w:p w14:paraId="55B2E878" w14:textId="77777777" w:rsidR="006D4449" w:rsidRDefault="006D4449" w:rsidP="006D4449">
      <w:r>
        <w:t>182.2724</w:t>
      </w:r>
      <w:r>
        <w:tab/>
        <w:t>1.013e0</w:t>
      </w:r>
    </w:p>
    <w:p w14:paraId="4B8D2EAA" w14:textId="77777777" w:rsidR="006D4449" w:rsidRDefault="006D4449" w:rsidP="006D4449">
      <w:r>
        <w:t>182.2795</w:t>
      </w:r>
      <w:r>
        <w:tab/>
        <w:t>1.013e0</w:t>
      </w:r>
    </w:p>
    <w:p w14:paraId="02441F41" w14:textId="77777777" w:rsidR="006D4449" w:rsidRDefault="006D4449" w:rsidP="006D4449">
      <w:r>
        <w:t>182.2972</w:t>
      </w:r>
      <w:r>
        <w:tab/>
        <w:t>1.013e0</w:t>
      </w:r>
    </w:p>
    <w:p w14:paraId="0A6FBEE2" w14:textId="77777777" w:rsidR="006D4449" w:rsidRDefault="006D4449" w:rsidP="006D4449">
      <w:r>
        <w:t>182.3071</w:t>
      </w:r>
      <w:r>
        <w:tab/>
        <w:t>1.013e0</w:t>
      </w:r>
    </w:p>
    <w:p w14:paraId="7BFA9567" w14:textId="77777777" w:rsidR="006D4449" w:rsidRDefault="006D4449" w:rsidP="006D4449">
      <w:r>
        <w:t>182.3221</w:t>
      </w:r>
      <w:r>
        <w:tab/>
        <w:t>1.013e0</w:t>
      </w:r>
    </w:p>
    <w:p w14:paraId="5742952E" w14:textId="77777777" w:rsidR="006D4449" w:rsidRDefault="006D4449" w:rsidP="006D4449">
      <w:r>
        <w:t>182.3320</w:t>
      </w:r>
      <w:r>
        <w:tab/>
        <w:t>1.013e0</w:t>
      </w:r>
    </w:p>
    <w:p w14:paraId="3061F1AF" w14:textId="77777777" w:rsidR="006D4449" w:rsidRDefault="006D4449" w:rsidP="006D4449">
      <w:r>
        <w:t>182.3471</w:t>
      </w:r>
      <w:r>
        <w:tab/>
        <w:t>1.013e0</w:t>
      </w:r>
    </w:p>
    <w:p w14:paraId="38819699" w14:textId="77777777" w:rsidR="006D4449" w:rsidRDefault="006D4449" w:rsidP="006D4449">
      <w:r>
        <w:t>182.3752</w:t>
      </w:r>
      <w:r>
        <w:tab/>
        <w:t>1.013e0</w:t>
      </w:r>
    </w:p>
    <w:p w14:paraId="5E7B451F" w14:textId="77777777" w:rsidR="006D4449" w:rsidRDefault="006D4449" w:rsidP="006D4449">
      <w:r>
        <w:t>182.3868</w:t>
      </w:r>
      <w:r>
        <w:tab/>
        <w:t>1.013e0</w:t>
      </w:r>
    </w:p>
    <w:p w14:paraId="3A17926D" w14:textId="77777777" w:rsidR="006D4449" w:rsidRDefault="006D4449" w:rsidP="006D4449">
      <w:r>
        <w:t>182.4121</w:t>
      </w:r>
      <w:r>
        <w:tab/>
        <w:t>1.013e0</w:t>
      </w:r>
    </w:p>
    <w:p w14:paraId="3559231C" w14:textId="77777777" w:rsidR="006D4449" w:rsidRDefault="006D4449" w:rsidP="006D4449">
      <w:r>
        <w:t>182.4337</w:t>
      </w:r>
      <w:r>
        <w:tab/>
        <w:t>2.025e0</w:t>
      </w:r>
    </w:p>
    <w:p w14:paraId="37A4B5E6" w14:textId="77777777" w:rsidR="006D4449" w:rsidRDefault="006D4449" w:rsidP="006D4449">
      <w:r>
        <w:t>182.4437</w:t>
      </w:r>
      <w:r>
        <w:tab/>
        <w:t>1.013e0</w:t>
      </w:r>
    </w:p>
    <w:p w14:paraId="44E31265" w14:textId="77777777" w:rsidR="006D4449" w:rsidRDefault="006D4449" w:rsidP="006D4449">
      <w:r>
        <w:t>182.4589</w:t>
      </w:r>
      <w:r>
        <w:tab/>
        <w:t>1.013e0</w:t>
      </w:r>
    </w:p>
    <w:p w14:paraId="56457E5D" w14:textId="77777777" w:rsidR="006D4449" w:rsidRDefault="006D4449" w:rsidP="006D4449">
      <w:r>
        <w:t>182.4805</w:t>
      </w:r>
      <w:r>
        <w:tab/>
        <w:t>1.013e0</w:t>
      </w:r>
    </w:p>
    <w:p w14:paraId="430D8F2D" w14:textId="77777777" w:rsidR="006D4449" w:rsidRDefault="006D4449" w:rsidP="006D4449">
      <w:r>
        <w:lastRenderedPageBreak/>
        <w:t>182.4833</w:t>
      </w:r>
      <w:r>
        <w:tab/>
        <w:t>1.013e0</w:t>
      </w:r>
    </w:p>
    <w:p w14:paraId="7A3A7F92" w14:textId="77777777" w:rsidR="006D4449" w:rsidRDefault="006D4449" w:rsidP="006D4449">
      <w:r>
        <w:t>182.4905</w:t>
      </w:r>
      <w:r>
        <w:tab/>
        <w:t>1.013e0</w:t>
      </w:r>
    </w:p>
    <w:p w14:paraId="313CF628" w14:textId="77777777" w:rsidR="006D4449" w:rsidRDefault="006D4449" w:rsidP="006D4449">
      <w:r>
        <w:t>182.4985</w:t>
      </w:r>
      <w:r>
        <w:tab/>
        <w:t>2.025e0</w:t>
      </w:r>
    </w:p>
    <w:p w14:paraId="0ABC2896" w14:textId="77777777" w:rsidR="006D4449" w:rsidRDefault="006D4449" w:rsidP="006D4449">
      <w:r>
        <w:t>182.5237</w:t>
      </w:r>
      <w:r>
        <w:tab/>
        <w:t>1.013e0</w:t>
      </w:r>
    </w:p>
    <w:p w14:paraId="6F6DC3FA" w14:textId="77777777" w:rsidR="006D4449" w:rsidRDefault="006D4449" w:rsidP="006D4449">
      <w:r>
        <w:t>182.5482</w:t>
      </w:r>
      <w:r>
        <w:tab/>
        <w:t>1.013e0</w:t>
      </w:r>
    </w:p>
    <w:p w14:paraId="61044494" w14:textId="77777777" w:rsidR="006D4449" w:rsidRDefault="006D4449" w:rsidP="006D4449">
      <w:r>
        <w:t>182.5689</w:t>
      </w:r>
      <w:r>
        <w:tab/>
        <w:t>3.562e1</w:t>
      </w:r>
    </w:p>
    <w:p w14:paraId="7BC7DE38" w14:textId="77777777" w:rsidR="006D4449" w:rsidRDefault="006D4449" w:rsidP="006D4449">
      <w:r>
        <w:t>182.5726</w:t>
      </w:r>
      <w:r>
        <w:tab/>
        <w:t>3.038e0</w:t>
      </w:r>
    </w:p>
    <w:p w14:paraId="3DA4FF3B" w14:textId="77777777" w:rsidR="006D4449" w:rsidRDefault="006D4449" w:rsidP="006D4449">
      <w:r>
        <w:t>182.5970</w:t>
      </w:r>
      <w:r>
        <w:tab/>
        <w:t>2.025e0</w:t>
      </w:r>
    </w:p>
    <w:p w14:paraId="7DE0620E" w14:textId="77777777" w:rsidR="006D4449" w:rsidRDefault="006D4449" w:rsidP="006D4449">
      <w:r>
        <w:t>182.6101</w:t>
      </w:r>
      <w:r>
        <w:tab/>
        <w:t>1.013e0</w:t>
      </w:r>
    </w:p>
    <w:p w14:paraId="241EBB4F" w14:textId="77777777" w:rsidR="006D4449" w:rsidRDefault="006D4449" w:rsidP="006D4449">
      <w:r>
        <w:t>182.6528</w:t>
      </w:r>
      <w:r>
        <w:tab/>
        <w:t>3.038e0</w:t>
      </w:r>
    </w:p>
    <w:p w14:paraId="4A0481DE" w14:textId="77777777" w:rsidR="006D4449" w:rsidRDefault="006D4449" w:rsidP="006D4449">
      <w:r>
        <w:t>182.6556</w:t>
      </w:r>
      <w:r>
        <w:tab/>
        <w:t>1.013e0</w:t>
      </w:r>
    </w:p>
    <w:p w14:paraId="29F6F605" w14:textId="77777777" w:rsidR="006D4449" w:rsidRDefault="006D4449" w:rsidP="006D4449">
      <w:r>
        <w:t>182.6627</w:t>
      </w:r>
      <w:r>
        <w:tab/>
        <w:t>1.013e0</w:t>
      </w:r>
    </w:p>
    <w:p w14:paraId="0248E587" w14:textId="77777777" w:rsidR="006D4449" w:rsidRDefault="006D4449" w:rsidP="006D4449">
      <w:r>
        <w:t>182.6742</w:t>
      </w:r>
      <w:r>
        <w:tab/>
        <w:t>1.013e0</w:t>
      </w:r>
    </w:p>
    <w:p w14:paraId="419A1900" w14:textId="77777777" w:rsidR="006D4449" w:rsidRDefault="006D4449" w:rsidP="006D4449">
      <w:r>
        <w:t>182.6777</w:t>
      </w:r>
      <w:r>
        <w:tab/>
        <w:t>1.013e0</w:t>
      </w:r>
    </w:p>
    <w:p w14:paraId="4FBDEE3E" w14:textId="77777777" w:rsidR="006D4449" w:rsidRDefault="006D4449" w:rsidP="006D4449">
      <w:r>
        <w:t>182.6876</w:t>
      </w:r>
      <w:r>
        <w:tab/>
        <w:t>1.013e0</w:t>
      </w:r>
    </w:p>
    <w:p w14:paraId="446997D1" w14:textId="77777777" w:rsidR="006D4449" w:rsidRDefault="006D4449" w:rsidP="006D4449">
      <w:r>
        <w:t>182.7062</w:t>
      </w:r>
      <w:r>
        <w:tab/>
        <w:t>2.025e0</w:t>
      </w:r>
    </w:p>
    <w:p w14:paraId="21F1F7DB" w14:textId="77777777" w:rsidR="006D4449" w:rsidRDefault="006D4449" w:rsidP="006D4449">
      <w:r>
        <w:t>182.7161</w:t>
      </w:r>
      <w:r>
        <w:tab/>
        <w:t>1.013e0</w:t>
      </w:r>
    </w:p>
    <w:p w14:paraId="5ABE589C" w14:textId="77777777" w:rsidR="006D4449" w:rsidRDefault="006D4449" w:rsidP="006D4449">
      <w:r>
        <w:t>182.7270</w:t>
      </w:r>
      <w:r>
        <w:tab/>
        <w:t>1.013e0</w:t>
      </w:r>
    </w:p>
    <w:p w14:paraId="535A4086" w14:textId="77777777" w:rsidR="006D4449" w:rsidRDefault="006D4449" w:rsidP="006D4449">
      <w:r>
        <w:t>182.7530</w:t>
      </w:r>
      <w:r>
        <w:tab/>
        <w:t>1.013e0</w:t>
      </w:r>
    </w:p>
    <w:p w14:paraId="486A2514" w14:textId="77777777" w:rsidR="006D4449" w:rsidRDefault="006D4449" w:rsidP="006D4449">
      <w:r>
        <w:lastRenderedPageBreak/>
        <w:t>182.7711</w:t>
      </w:r>
      <w:r>
        <w:tab/>
        <w:t>1.013e0</w:t>
      </w:r>
    </w:p>
    <w:p w14:paraId="2B1D4649" w14:textId="77777777" w:rsidR="006D4449" w:rsidRDefault="006D4449" w:rsidP="006D4449">
      <w:r>
        <w:t>182.7819</w:t>
      </w:r>
      <w:r>
        <w:tab/>
        <w:t>1.013e0</w:t>
      </w:r>
    </w:p>
    <w:p w14:paraId="1D1E2614" w14:textId="77777777" w:rsidR="006D4449" w:rsidRDefault="006D4449" w:rsidP="006D4449">
      <w:r>
        <w:t>182.8072</w:t>
      </w:r>
      <w:r>
        <w:tab/>
        <w:t>1.013e0</w:t>
      </w:r>
    </w:p>
    <w:p w14:paraId="28A792A7" w14:textId="77777777" w:rsidR="006D4449" w:rsidRDefault="006D4449" w:rsidP="006D4449">
      <w:r>
        <w:t>182.8118</w:t>
      </w:r>
      <w:r>
        <w:tab/>
        <w:t>2.025e0</w:t>
      </w:r>
    </w:p>
    <w:p w14:paraId="3FB1CBC9" w14:textId="77777777" w:rsidR="006D4449" w:rsidRDefault="006D4449" w:rsidP="006D4449">
      <w:r>
        <w:t>182.8414</w:t>
      </w:r>
      <w:r>
        <w:tab/>
        <w:t>4.051e0</w:t>
      </w:r>
    </w:p>
    <w:p w14:paraId="22E3C3ED" w14:textId="77777777" w:rsidR="006D4449" w:rsidRDefault="006D4449" w:rsidP="006D4449">
      <w:r>
        <w:t>182.8666</w:t>
      </w:r>
      <w:r>
        <w:tab/>
        <w:t>2.025e0</w:t>
      </w:r>
    </w:p>
    <w:p w14:paraId="16E00FC6" w14:textId="77777777" w:rsidR="006D4449" w:rsidRDefault="006D4449" w:rsidP="006D4449">
      <w:r>
        <w:t>182.8785</w:t>
      </w:r>
      <w:r>
        <w:tab/>
        <w:t>1.013e0</w:t>
      </w:r>
    </w:p>
    <w:p w14:paraId="2CC9ED02" w14:textId="77777777" w:rsidR="006D4449" w:rsidRDefault="006D4449" w:rsidP="006D4449">
      <w:r>
        <w:t>182.8937</w:t>
      </w:r>
      <w:r>
        <w:tab/>
        <w:t>1.013e0</w:t>
      </w:r>
    </w:p>
    <w:p w14:paraId="5996238B" w14:textId="77777777" w:rsidR="006D4449" w:rsidRDefault="006D4449" w:rsidP="006D4449">
      <w:r>
        <w:t>182.9009</w:t>
      </w:r>
      <w:r>
        <w:tab/>
        <w:t>2.025e0</w:t>
      </w:r>
    </w:p>
    <w:p w14:paraId="6FDE5FB7" w14:textId="77777777" w:rsidR="006D4449" w:rsidRDefault="006D4449" w:rsidP="006D4449">
      <w:r>
        <w:t>182.9201</w:t>
      </w:r>
      <w:r>
        <w:tab/>
        <w:t>3.038e0</w:t>
      </w:r>
    </w:p>
    <w:p w14:paraId="410ACF9D" w14:textId="77777777" w:rsidR="006D4449" w:rsidRDefault="006D4449" w:rsidP="006D4449">
      <w:r>
        <w:t>182.9362</w:t>
      </w:r>
      <w:r>
        <w:tab/>
        <w:t>1.013e0</w:t>
      </w:r>
    </w:p>
    <w:p w14:paraId="56CB95AC" w14:textId="77777777" w:rsidR="006D4449" w:rsidRDefault="006D4449" w:rsidP="006D4449">
      <w:r>
        <w:t>182.9861</w:t>
      </w:r>
      <w:r>
        <w:tab/>
        <w:t>2.645e1</w:t>
      </w:r>
    </w:p>
    <w:p w14:paraId="5B39C6F1" w14:textId="77777777" w:rsidR="006D4449" w:rsidRDefault="006D4449" w:rsidP="006D4449">
      <w:r>
        <w:t>182.9872</w:t>
      </w:r>
      <w:r>
        <w:tab/>
        <w:t>4.029e1</w:t>
      </w:r>
    </w:p>
    <w:p w14:paraId="5291F520" w14:textId="77777777" w:rsidR="006D4449" w:rsidRDefault="006D4449" w:rsidP="006D4449">
      <w:r>
        <w:t>182.9885</w:t>
      </w:r>
      <w:r>
        <w:tab/>
        <w:t>3.366e1</w:t>
      </w:r>
    </w:p>
    <w:p w14:paraId="4475A3D7" w14:textId="77777777" w:rsidR="006D4449" w:rsidRDefault="006D4449" w:rsidP="006D4449">
      <w:r>
        <w:t>182.9897</w:t>
      </w:r>
      <w:r>
        <w:tab/>
        <w:t>4.051e1</w:t>
      </w:r>
    </w:p>
    <w:p w14:paraId="701B596D" w14:textId="77777777" w:rsidR="006D4449" w:rsidRDefault="006D4449" w:rsidP="006D4449">
      <w:r>
        <w:t>182.9923</w:t>
      </w:r>
      <w:r>
        <w:tab/>
        <w:t>1.846e1</w:t>
      </w:r>
    </w:p>
    <w:p w14:paraId="6442A122" w14:textId="77777777" w:rsidR="006D4449" w:rsidRDefault="006D4449" w:rsidP="006D4449">
      <w:r>
        <w:t>183.0170</w:t>
      </w:r>
      <w:r>
        <w:tab/>
        <w:t>6.076e0</w:t>
      </w:r>
    </w:p>
    <w:p w14:paraId="6B2C7CFA" w14:textId="77777777" w:rsidR="006D4449" w:rsidRDefault="006D4449" w:rsidP="006D4449">
      <w:r>
        <w:t>183.0411</w:t>
      </w:r>
      <w:r>
        <w:tab/>
        <w:t>1.013e0</w:t>
      </w:r>
    </w:p>
    <w:p w14:paraId="24C364AE" w14:textId="77777777" w:rsidR="006D4449" w:rsidRDefault="006D4449" w:rsidP="006D4449">
      <w:r>
        <w:t>183.0546</w:t>
      </w:r>
      <w:r>
        <w:tab/>
        <w:t>3.038e0</w:t>
      </w:r>
    </w:p>
    <w:p w14:paraId="76FA2360" w14:textId="77777777" w:rsidR="006D4449" w:rsidRDefault="006D4449" w:rsidP="006D4449">
      <w:r>
        <w:lastRenderedPageBreak/>
        <w:t>183.0696</w:t>
      </w:r>
      <w:r>
        <w:tab/>
        <w:t>2.867e0</w:t>
      </w:r>
    </w:p>
    <w:p w14:paraId="752C149B" w14:textId="77777777" w:rsidR="006D4449" w:rsidRDefault="006D4449" w:rsidP="006D4449">
      <w:r>
        <w:t>183.0731</w:t>
      </w:r>
      <w:r>
        <w:tab/>
        <w:t>6.076e0</w:t>
      </w:r>
    </w:p>
    <w:p w14:paraId="371F6C87" w14:textId="77777777" w:rsidR="006D4449" w:rsidRDefault="006D4449" w:rsidP="006D4449">
      <w:r>
        <w:t>183.0768</w:t>
      </w:r>
      <w:r>
        <w:tab/>
        <w:t>8.002e0</w:t>
      </w:r>
    </w:p>
    <w:p w14:paraId="4B935860" w14:textId="77777777" w:rsidR="006D4449" w:rsidRDefault="006D4449" w:rsidP="006D4449">
      <w:r>
        <w:t>183.0905</w:t>
      </w:r>
      <w:r>
        <w:tab/>
        <w:t>3.965e0</w:t>
      </w:r>
    </w:p>
    <w:p w14:paraId="6EB232D7" w14:textId="77777777" w:rsidR="006D4449" w:rsidRDefault="006D4449" w:rsidP="006D4449">
      <w:r>
        <w:t>183.0954</w:t>
      </w:r>
      <w:r>
        <w:tab/>
        <w:t>1.891e0</w:t>
      </w:r>
    </w:p>
    <w:p w14:paraId="45554563" w14:textId="77777777" w:rsidR="006D4449" w:rsidRDefault="006D4449" w:rsidP="006D4449">
      <w:r>
        <w:t>183.1093</w:t>
      </w:r>
      <w:r>
        <w:tab/>
        <w:t>3.269e0</w:t>
      </w:r>
    </w:p>
    <w:p w14:paraId="7353B45D" w14:textId="77777777" w:rsidR="006D4449" w:rsidRDefault="006D4449" w:rsidP="006D4449">
      <w:r>
        <w:t>183.1180</w:t>
      </w:r>
      <w:r>
        <w:tab/>
        <w:t>4.404e0</w:t>
      </w:r>
    </w:p>
    <w:p w14:paraId="6D3B45F9" w14:textId="77777777" w:rsidR="006D4449" w:rsidRDefault="006D4449" w:rsidP="006D4449">
      <w:r>
        <w:t>183.1231</w:t>
      </w:r>
      <w:r>
        <w:tab/>
        <w:t>1.013e0</w:t>
      </w:r>
    </w:p>
    <w:p w14:paraId="15F85AC5" w14:textId="77777777" w:rsidR="006D4449" w:rsidRDefault="006D4449" w:rsidP="006D4449">
      <w:r>
        <w:t>183.1466</w:t>
      </w:r>
      <w:r>
        <w:tab/>
        <w:t>2.025e0</w:t>
      </w:r>
    </w:p>
    <w:p w14:paraId="73BEEE09" w14:textId="77777777" w:rsidR="006D4449" w:rsidRDefault="006D4449" w:rsidP="006D4449">
      <w:r>
        <w:t>183.1520</w:t>
      </w:r>
      <w:r>
        <w:tab/>
        <w:t>2.018e0</w:t>
      </w:r>
    </w:p>
    <w:p w14:paraId="7EBED17E" w14:textId="77777777" w:rsidR="006D4449" w:rsidRDefault="006D4449" w:rsidP="006D4449">
      <w:r>
        <w:t>183.1556</w:t>
      </w:r>
      <w:r>
        <w:tab/>
        <w:t>1.013e0</w:t>
      </w:r>
    </w:p>
    <w:p w14:paraId="7977C349" w14:textId="77777777" w:rsidR="006D4449" w:rsidRDefault="006D4449" w:rsidP="006D4449">
      <w:r>
        <w:t>183.1737</w:t>
      </w:r>
      <w:r>
        <w:tab/>
        <w:t>2.025e0</w:t>
      </w:r>
    </w:p>
    <w:p w14:paraId="028BB2BF" w14:textId="77777777" w:rsidR="006D4449" w:rsidRDefault="006D4449" w:rsidP="006D4449">
      <w:r>
        <w:t>183.1833</w:t>
      </w:r>
      <w:r>
        <w:tab/>
        <w:t>3.038e0</w:t>
      </w:r>
    </w:p>
    <w:p w14:paraId="4454FA2A" w14:textId="77777777" w:rsidR="006D4449" w:rsidRDefault="006D4449" w:rsidP="006D4449">
      <w:r>
        <w:t>183.1873</w:t>
      </w:r>
      <w:r>
        <w:tab/>
        <w:t>1.013e0</w:t>
      </w:r>
    </w:p>
    <w:p w14:paraId="0B0E009E" w14:textId="77777777" w:rsidR="006D4449" w:rsidRDefault="006D4449" w:rsidP="006D4449">
      <w:r>
        <w:t>183.1917</w:t>
      </w:r>
      <w:r>
        <w:tab/>
        <w:t>1.013e0</w:t>
      </w:r>
    </w:p>
    <w:p w14:paraId="333A7255" w14:textId="77777777" w:rsidR="006D4449" w:rsidRDefault="006D4449" w:rsidP="006D4449">
      <w:r>
        <w:t>183.2022</w:t>
      </w:r>
      <w:r>
        <w:tab/>
        <w:t>2.025e0</w:t>
      </w:r>
    </w:p>
    <w:p w14:paraId="644104E9" w14:textId="77777777" w:rsidR="006D4449" w:rsidRDefault="006D4449" w:rsidP="006D4449">
      <w:r>
        <w:t>183.2216</w:t>
      </w:r>
      <w:r>
        <w:tab/>
        <w:t>2.025e0</w:t>
      </w:r>
    </w:p>
    <w:p w14:paraId="2D665D46" w14:textId="77777777" w:rsidR="006D4449" w:rsidRDefault="006D4449" w:rsidP="006D4449">
      <w:r>
        <w:t>183.2419</w:t>
      </w:r>
      <w:r>
        <w:tab/>
        <w:t>2.025e0</w:t>
      </w:r>
    </w:p>
    <w:p w14:paraId="4B151F38" w14:textId="77777777" w:rsidR="006D4449" w:rsidRDefault="006D4449" w:rsidP="006D4449">
      <w:r>
        <w:t>183.2487</w:t>
      </w:r>
      <w:r>
        <w:tab/>
        <w:t>1.013e0</w:t>
      </w:r>
    </w:p>
    <w:p w14:paraId="045B8A8E" w14:textId="77777777" w:rsidR="006D4449" w:rsidRDefault="006D4449" w:rsidP="006D4449">
      <w:r>
        <w:lastRenderedPageBreak/>
        <w:t>183.2819</w:t>
      </w:r>
      <w:r>
        <w:tab/>
        <w:t>1.013e0</w:t>
      </w:r>
    </w:p>
    <w:p w14:paraId="46DF0995" w14:textId="77777777" w:rsidR="006D4449" w:rsidRDefault="006D4449" w:rsidP="006D4449">
      <w:r>
        <w:t>183.2848</w:t>
      </w:r>
      <w:r>
        <w:tab/>
        <w:t>1.013e0</w:t>
      </w:r>
    </w:p>
    <w:p w14:paraId="757F621B" w14:textId="77777777" w:rsidR="006D4449" w:rsidRDefault="006D4449" w:rsidP="006D4449">
      <w:r>
        <w:t>183.2928</w:t>
      </w:r>
      <w:r>
        <w:tab/>
        <w:t>1.013e0</w:t>
      </w:r>
    </w:p>
    <w:p w14:paraId="32E3A2DD" w14:textId="77777777" w:rsidR="006D4449" w:rsidRDefault="006D4449" w:rsidP="006D4449">
      <w:r>
        <w:t>183.3009</w:t>
      </w:r>
      <w:r>
        <w:tab/>
        <w:t>3.038e0</w:t>
      </w:r>
    </w:p>
    <w:p w14:paraId="61EBD844" w14:textId="77777777" w:rsidR="006D4449" w:rsidRDefault="006D4449" w:rsidP="006D4449">
      <w:r>
        <w:t>183.3281</w:t>
      </w:r>
      <w:r>
        <w:tab/>
        <w:t>1.013e0</w:t>
      </w:r>
    </w:p>
    <w:p w14:paraId="2FD49CB2" w14:textId="77777777" w:rsidR="006D4449" w:rsidRDefault="006D4449" w:rsidP="006D4449">
      <w:r>
        <w:t>183.3602</w:t>
      </w:r>
      <w:r>
        <w:tab/>
        <w:t>3.038e0</w:t>
      </w:r>
    </w:p>
    <w:p w14:paraId="0A8C1309" w14:textId="77777777" w:rsidR="006D4449" w:rsidRDefault="006D4449" w:rsidP="006D4449">
      <w:r>
        <w:t>183.3722</w:t>
      </w:r>
      <w:r>
        <w:tab/>
        <w:t>1.013e0</w:t>
      </w:r>
    </w:p>
    <w:p w14:paraId="3AC306DA" w14:textId="77777777" w:rsidR="006D4449" w:rsidRDefault="006D4449" w:rsidP="006D4449">
      <w:r>
        <w:t>183.3830</w:t>
      </w:r>
      <w:r>
        <w:tab/>
        <w:t>1.013e0</w:t>
      </w:r>
    </w:p>
    <w:p w14:paraId="66EAB714" w14:textId="77777777" w:rsidR="006D4449" w:rsidRDefault="006D4449" w:rsidP="006D4449">
      <w:r>
        <w:t>183.4076</w:t>
      </w:r>
      <w:r>
        <w:tab/>
        <w:t>1.013e0</w:t>
      </w:r>
    </w:p>
    <w:p w14:paraId="557E6AF5" w14:textId="77777777" w:rsidR="006D4449" w:rsidRDefault="006D4449" w:rsidP="006D4449">
      <w:r>
        <w:t>183.4120</w:t>
      </w:r>
      <w:r>
        <w:tab/>
        <w:t>1.013e0</w:t>
      </w:r>
    </w:p>
    <w:p w14:paraId="6DDA1A09" w14:textId="77777777" w:rsidR="006D4449" w:rsidRDefault="006D4449" w:rsidP="006D4449">
      <w:r>
        <w:t>183.4228</w:t>
      </w:r>
      <w:r>
        <w:tab/>
        <w:t>1.013e0</w:t>
      </w:r>
    </w:p>
    <w:p w14:paraId="6325ADB9" w14:textId="77777777" w:rsidR="006D4449" w:rsidRDefault="006D4449" w:rsidP="006D4449">
      <w:r>
        <w:t>183.4300</w:t>
      </w:r>
      <w:r>
        <w:tab/>
        <w:t>1.013e0</w:t>
      </w:r>
    </w:p>
    <w:p w14:paraId="3786861F" w14:textId="77777777" w:rsidR="006D4449" w:rsidRDefault="006D4449" w:rsidP="006D4449">
      <w:r>
        <w:t>183.5247</w:t>
      </w:r>
      <w:r>
        <w:tab/>
        <w:t>2.025e0</w:t>
      </w:r>
    </w:p>
    <w:p w14:paraId="3ED42D07" w14:textId="77777777" w:rsidR="006D4449" w:rsidRDefault="006D4449" w:rsidP="006D4449">
      <w:r>
        <w:t>183.5293</w:t>
      </w:r>
      <w:r>
        <w:tab/>
        <w:t>1.013e0</w:t>
      </w:r>
    </w:p>
    <w:p w14:paraId="6CD0303E" w14:textId="77777777" w:rsidR="006D4449" w:rsidRDefault="006D4449" w:rsidP="006D4449">
      <w:r>
        <w:t>183.5479</w:t>
      </w:r>
      <w:r>
        <w:tab/>
        <w:t>1.013e0</w:t>
      </w:r>
    </w:p>
    <w:p w14:paraId="09D7BE67" w14:textId="77777777" w:rsidR="006D4449" w:rsidRDefault="006D4449" w:rsidP="006D4449">
      <w:r>
        <w:t>183.5653</w:t>
      </w:r>
      <w:r>
        <w:tab/>
        <w:t>3.038e0</w:t>
      </w:r>
    </w:p>
    <w:p w14:paraId="34B01CE8" w14:textId="77777777" w:rsidR="006D4449" w:rsidRDefault="006D4449" w:rsidP="006D4449">
      <w:r>
        <w:t>183.5757</w:t>
      </w:r>
      <w:r>
        <w:tab/>
        <w:t>1.013e0</w:t>
      </w:r>
    </w:p>
    <w:p w14:paraId="6351BF8E" w14:textId="77777777" w:rsidR="006D4449" w:rsidRDefault="006D4449" w:rsidP="006D4449">
      <w:r>
        <w:t>183.6047</w:t>
      </w:r>
      <w:r>
        <w:tab/>
        <w:t>1.013e0</w:t>
      </w:r>
    </w:p>
    <w:p w14:paraId="522E8B2B" w14:textId="77777777" w:rsidR="006D4449" w:rsidRDefault="006D4449" w:rsidP="006D4449">
      <w:r>
        <w:t>183.6127</w:t>
      </w:r>
      <w:r>
        <w:tab/>
        <w:t>3.038e0</w:t>
      </w:r>
    </w:p>
    <w:p w14:paraId="5E9DCFA1" w14:textId="77777777" w:rsidR="006D4449" w:rsidRDefault="006D4449" w:rsidP="006D4449">
      <w:r>
        <w:lastRenderedPageBreak/>
        <w:t>183.6561</w:t>
      </w:r>
      <w:r>
        <w:tab/>
        <w:t>1.013e0</w:t>
      </w:r>
    </w:p>
    <w:p w14:paraId="6733399D" w14:textId="77777777" w:rsidR="006D4449" w:rsidRDefault="006D4449" w:rsidP="006D4449">
      <w:r>
        <w:t>183.6734</w:t>
      </w:r>
      <w:r>
        <w:tab/>
        <w:t>1.013e0</w:t>
      </w:r>
    </w:p>
    <w:p w14:paraId="33362BFB" w14:textId="77777777" w:rsidR="006D4449" w:rsidRDefault="006D4449" w:rsidP="006D4449">
      <w:r>
        <w:t>183.6850</w:t>
      </w:r>
      <w:r>
        <w:tab/>
        <w:t>1.013e0</w:t>
      </w:r>
    </w:p>
    <w:p w14:paraId="4041FDE5" w14:textId="77777777" w:rsidR="006D4449" w:rsidRDefault="006D4449" w:rsidP="006D4449">
      <w:r>
        <w:t>183.7023</w:t>
      </w:r>
      <w:r>
        <w:tab/>
        <w:t>1.013e0</w:t>
      </w:r>
    </w:p>
    <w:p w14:paraId="3EB61F7F" w14:textId="77777777" w:rsidR="006D4449" w:rsidRDefault="006D4449" w:rsidP="006D4449">
      <w:r>
        <w:t>183.7203</w:t>
      </w:r>
      <w:r>
        <w:tab/>
        <w:t>1.013e0</w:t>
      </w:r>
    </w:p>
    <w:p w14:paraId="6BE314CA" w14:textId="77777777" w:rsidR="006D4449" w:rsidRDefault="006D4449" w:rsidP="006D4449">
      <w:r>
        <w:t>183.7319</w:t>
      </w:r>
      <w:r>
        <w:tab/>
        <w:t>1.013e0</w:t>
      </w:r>
    </w:p>
    <w:p w14:paraId="01A1786E" w14:textId="77777777" w:rsidR="006D4449" w:rsidRDefault="006D4449" w:rsidP="006D4449">
      <w:r>
        <w:t>183.7456</w:t>
      </w:r>
      <w:r>
        <w:tab/>
        <w:t>1.013e0</w:t>
      </w:r>
    </w:p>
    <w:p w14:paraId="2A95CEEE" w14:textId="77777777" w:rsidR="006D4449" w:rsidRDefault="006D4449" w:rsidP="006D4449">
      <w:r>
        <w:t>183.7492</w:t>
      </w:r>
      <w:r>
        <w:tab/>
        <w:t>1.013e0</w:t>
      </w:r>
    </w:p>
    <w:p w14:paraId="5030586D" w14:textId="77777777" w:rsidR="006D4449" w:rsidRDefault="006D4449" w:rsidP="006D4449">
      <w:r>
        <w:t>183.8150</w:t>
      </w:r>
      <w:r>
        <w:tab/>
        <w:t>2.025e0</w:t>
      </w:r>
    </w:p>
    <w:p w14:paraId="69BD3C60" w14:textId="77777777" w:rsidR="006D4449" w:rsidRDefault="006D4449" w:rsidP="006D4449">
      <w:r>
        <w:t>183.8475</w:t>
      </w:r>
      <w:r>
        <w:tab/>
        <w:t>1.013e0</w:t>
      </w:r>
    </w:p>
    <w:p w14:paraId="1BC23141" w14:textId="77777777" w:rsidR="006D4449" w:rsidRDefault="006D4449" w:rsidP="006D4449">
      <w:r>
        <w:t>183.8511</w:t>
      </w:r>
      <w:r>
        <w:tab/>
        <w:t>1.013e0</w:t>
      </w:r>
    </w:p>
    <w:p w14:paraId="03E84031" w14:textId="77777777" w:rsidR="006D4449" w:rsidRDefault="006D4449" w:rsidP="006D4449">
      <w:r>
        <w:t>183.8692</w:t>
      </w:r>
      <w:r>
        <w:tab/>
        <w:t>1.013e0</w:t>
      </w:r>
    </w:p>
    <w:p w14:paraId="7FF34667" w14:textId="77777777" w:rsidR="006D4449" w:rsidRDefault="006D4449" w:rsidP="006D4449">
      <w:r>
        <w:t>183.9091</w:t>
      </w:r>
      <w:r>
        <w:tab/>
        <w:t>1.013e0</w:t>
      </w:r>
    </w:p>
    <w:p w14:paraId="32E0DCDF" w14:textId="77777777" w:rsidR="006D4449" w:rsidRDefault="006D4449" w:rsidP="006D4449">
      <w:r>
        <w:t>183.9270</w:t>
      </w:r>
      <w:r>
        <w:tab/>
        <w:t>1.013e0</w:t>
      </w:r>
    </w:p>
    <w:p w14:paraId="77862FCC" w14:textId="77777777" w:rsidR="006D4449" w:rsidRDefault="006D4449" w:rsidP="006D4449">
      <w:r>
        <w:t>183.9481</w:t>
      </w:r>
      <w:r>
        <w:tab/>
        <w:t>2.025e0</w:t>
      </w:r>
    </w:p>
    <w:p w14:paraId="71E4AEAD" w14:textId="77777777" w:rsidR="006D4449" w:rsidRDefault="006D4449" w:rsidP="006D4449">
      <w:r>
        <w:t>183.9736</w:t>
      </w:r>
      <w:r>
        <w:tab/>
        <w:t>1.013e0</w:t>
      </w:r>
    </w:p>
    <w:p w14:paraId="6D0E0F91" w14:textId="77777777" w:rsidR="006D4449" w:rsidRDefault="006D4449" w:rsidP="006D4449">
      <w:r>
        <w:t>183.9781</w:t>
      </w:r>
      <w:r>
        <w:tab/>
        <w:t>3.038e0</w:t>
      </w:r>
    </w:p>
    <w:p w14:paraId="4F781D18" w14:textId="77777777" w:rsidR="006D4449" w:rsidRDefault="006D4449" w:rsidP="006D4449">
      <w:r>
        <w:t>183.9841</w:t>
      </w:r>
      <w:r>
        <w:tab/>
        <w:t>4.051e0</w:t>
      </w:r>
    </w:p>
    <w:p w14:paraId="4E00FF74" w14:textId="77777777" w:rsidR="006D4449" w:rsidRDefault="006D4449" w:rsidP="006D4449">
      <w:r>
        <w:t>183.9901</w:t>
      </w:r>
      <w:r>
        <w:tab/>
        <w:t>4.051e0</w:t>
      </w:r>
    </w:p>
    <w:p w14:paraId="1754E7E6" w14:textId="77777777" w:rsidR="006D4449" w:rsidRDefault="006D4449" w:rsidP="006D4449">
      <w:r>
        <w:lastRenderedPageBreak/>
        <w:t>183.9915</w:t>
      </w:r>
      <w:r>
        <w:tab/>
        <w:t>2.025e0</w:t>
      </w:r>
    </w:p>
    <w:p w14:paraId="2F512578" w14:textId="77777777" w:rsidR="006D4449" w:rsidRDefault="006D4449" w:rsidP="006D4449">
      <w:r>
        <w:t>184.0130</w:t>
      </w:r>
      <w:r>
        <w:tab/>
        <w:t>1.013e0</w:t>
      </w:r>
    </w:p>
    <w:p w14:paraId="571727F0" w14:textId="77777777" w:rsidR="006D4449" w:rsidRDefault="006D4449" w:rsidP="006D4449">
      <w:r>
        <w:t>184.0147</w:t>
      </w:r>
      <w:r>
        <w:tab/>
        <w:t>2.025e0</w:t>
      </w:r>
    </w:p>
    <w:p w14:paraId="2E63F6A2" w14:textId="77777777" w:rsidR="006D4449" w:rsidRDefault="006D4449" w:rsidP="006D4449">
      <w:r>
        <w:t>184.0237</w:t>
      </w:r>
      <w:r>
        <w:tab/>
        <w:t>1.013e0</w:t>
      </w:r>
    </w:p>
    <w:p w14:paraId="4BF97387" w14:textId="77777777" w:rsidR="006D4449" w:rsidRDefault="006D4449" w:rsidP="006D4449">
      <w:r>
        <w:t>184.0337</w:t>
      </w:r>
      <w:r>
        <w:tab/>
        <w:t>1.013e0</w:t>
      </w:r>
    </w:p>
    <w:p w14:paraId="3BD1D13E" w14:textId="77777777" w:rsidR="006D4449" w:rsidRDefault="006D4449" w:rsidP="006D4449">
      <w:r>
        <w:t>184.0615</w:t>
      </w:r>
      <w:r>
        <w:tab/>
        <w:t>4.051e0</w:t>
      </w:r>
    </w:p>
    <w:p w14:paraId="7B551122" w14:textId="77777777" w:rsidR="006D4449" w:rsidRDefault="006D4449" w:rsidP="006D4449">
      <w:r>
        <w:t>184.0648</w:t>
      </w:r>
      <w:r>
        <w:tab/>
        <w:t>4.051e0</w:t>
      </w:r>
    </w:p>
    <w:p w14:paraId="097F4ED9" w14:textId="77777777" w:rsidR="006D4449" w:rsidRDefault="006D4449" w:rsidP="006D4449">
      <w:r>
        <w:t>184.0707</w:t>
      </w:r>
      <w:r>
        <w:tab/>
        <w:t>6.076e0</w:t>
      </w:r>
    </w:p>
    <w:p w14:paraId="74009A4B" w14:textId="77777777" w:rsidR="006D4449" w:rsidRDefault="006D4449" w:rsidP="006D4449">
      <w:r>
        <w:t>184.0717</w:t>
      </w:r>
      <w:r>
        <w:tab/>
        <w:t>1.120e1</w:t>
      </w:r>
    </w:p>
    <w:p w14:paraId="562C29AE" w14:textId="77777777" w:rsidR="006D4449" w:rsidRDefault="006D4449" w:rsidP="006D4449">
      <w:r>
        <w:t>184.0846</w:t>
      </w:r>
      <w:r>
        <w:tab/>
        <w:t>2.018e0</w:t>
      </w:r>
    </w:p>
    <w:p w14:paraId="7747CA8E" w14:textId="77777777" w:rsidR="006D4449" w:rsidRDefault="006D4449" w:rsidP="006D4449">
      <w:r>
        <w:t>184.0894</w:t>
      </w:r>
      <w:r>
        <w:tab/>
        <w:t>1.873e0</w:t>
      </w:r>
    </w:p>
    <w:p w14:paraId="18329B54" w14:textId="77777777" w:rsidR="006D4449" w:rsidRDefault="006D4449" w:rsidP="006D4449">
      <w:r>
        <w:t>184.1117</w:t>
      </w:r>
      <w:r>
        <w:tab/>
        <w:t>2.242e0</w:t>
      </w:r>
    </w:p>
    <w:p w14:paraId="687DB52A" w14:textId="77777777" w:rsidR="006D4449" w:rsidRDefault="006D4449" w:rsidP="006D4449">
      <w:r>
        <w:t>184.1143</w:t>
      </w:r>
      <w:r>
        <w:tab/>
        <w:t>4.993e0</w:t>
      </w:r>
    </w:p>
    <w:p w14:paraId="399BE952" w14:textId="77777777" w:rsidR="006D4449" w:rsidRDefault="006D4449" w:rsidP="006D4449">
      <w:r>
        <w:t>184.1201</w:t>
      </w:r>
      <w:r>
        <w:tab/>
        <w:t>4.484e0</w:t>
      </w:r>
    </w:p>
    <w:p w14:paraId="2D52B932" w14:textId="77777777" w:rsidR="006D4449" w:rsidRDefault="006D4449" w:rsidP="006D4449">
      <w:r>
        <w:t>184.1534</w:t>
      </w:r>
      <w:r>
        <w:tab/>
        <w:t>1.013e0</w:t>
      </w:r>
    </w:p>
    <w:p w14:paraId="599774CD" w14:textId="77777777" w:rsidR="006D4449" w:rsidRDefault="006D4449" w:rsidP="006D4449">
      <w:r>
        <w:t>184.1732</w:t>
      </w:r>
      <w:r>
        <w:tab/>
        <w:t>2.025e0</w:t>
      </w:r>
    </w:p>
    <w:p w14:paraId="2268BACF" w14:textId="77777777" w:rsidR="006D4449" w:rsidRDefault="006D4449" w:rsidP="006D4449">
      <w:r>
        <w:t>184.1751</w:t>
      </w:r>
      <w:r>
        <w:tab/>
        <w:t>1.013e0</w:t>
      </w:r>
    </w:p>
    <w:p w14:paraId="26D364FA" w14:textId="77777777" w:rsidR="006D4449" w:rsidRDefault="006D4449" w:rsidP="006D4449">
      <w:r>
        <w:t>184.1783</w:t>
      </w:r>
      <w:r>
        <w:tab/>
        <w:t>2.025e0</w:t>
      </w:r>
    </w:p>
    <w:p w14:paraId="16D59321" w14:textId="77777777" w:rsidR="006D4449" w:rsidRDefault="006D4449" w:rsidP="006D4449">
      <w:r>
        <w:t>184.1996</w:t>
      </w:r>
      <w:r>
        <w:tab/>
        <w:t>2.025e0</w:t>
      </w:r>
    </w:p>
    <w:p w14:paraId="1A7A1755" w14:textId="77777777" w:rsidR="006D4449" w:rsidRDefault="006D4449" w:rsidP="006D4449">
      <w:r>
        <w:lastRenderedPageBreak/>
        <w:t>184.2112</w:t>
      </w:r>
      <w:r>
        <w:tab/>
        <w:t>1.013e0</w:t>
      </w:r>
    </w:p>
    <w:p w14:paraId="58DDD026" w14:textId="77777777" w:rsidR="006D4449" w:rsidRDefault="006D4449" w:rsidP="006D4449">
      <w:r>
        <w:t>184.2257</w:t>
      </w:r>
      <w:r>
        <w:tab/>
        <w:t>1.013e0</w:t>
      </w:r>
    </w:p>
    <w:p w14:paraId="50872B74" w14:textId="77777777" w:rsidR="006D4449" w:rsidRDefault="006D4449" w:rsidP="006D4449">
      <w:r>
        <w:t>184.2430</w:t>
      </w:r>
      <w:r>
        <w:tab/>
        <w:t>1.013e0</w:t>
      </w:r>
    </w:p>
    <w:p w14:paraId="6C9ADF53" w14:textId="77777777" w:rsidR="006D4449" w:rsidRDefault="006D4449" w:rsidP="006D4449">
      <w:r>
        <w:t>184.2510</w:t>
      </w:r>
      <w:r>
        <w:tab/>
        <w:t>1.013e0</w:t>
      </w:r>
    </w:p>
    <w:p w14:paraId="0C76595C" w14:textId="77777777" w:rsidR="006D4449" w:rsidRDefault="006D4449" w:rsidP="006D4449">
      <w:r>
        <w:t>184.2691</w:t>
      </w:r>
      <w:r>
        <w:tab/>
        <w:t>1.013e0</w:t>
      </w:r>
    </w:p>
    <w:p w14:paraId="334EC89C" w14:textId="77777777" w:rsidR="006D4449" w:rsidRDefault="006D4449" w:rsidP="006D4449">
      <w:r>
        <w:t>184.3052</w:t>
      </w:r>
      <w:r>
        <w:tab/>
        <w:t>1.013e0</w:t>
      </w:r>
    </w:p>
    <w:p w14:paraId="7072C643" w14:textId="77777777" w:rsidR="006D4449" w:rsidRDefault="006D4449" w:rsidP="006D4449">
      <w:r>
        <w:t>184.3305</w:t>
      </w:r>
      <w:r>
        <w:tab/>
        <w:t>1.013e0</w:t>
      </w:r>
    </w:p>
    <w:p w14:paraId="7E2CDE04" w14:textId="77777777" w:rsidR="006D4449" w:rsidRDefault="006D4449" w:rsidP="006D4449">
      <w:r>
        <w:t>184.3450</w:t>
      </w:r>
      <w:r>
        <w:tab/>
        <w:t>1.013e0</w:t>
      </w:r>
    </w:p>
    <w:p w14:paraId="1A4E2C07" w14:textId="77777777" w:rsidR="006D4449" w:rsidRDefault="006D4449" w:rsidP="006D4449">
      <w:r>
        <w:t>184.3695</w:t>
      </w:r>
      <w:r>
        <w:tab/>
        <w:t>1.013e0</w:t>
      </w:r>
    </w:p>
    <w:p w14:paraId="43FBC3A9" w14:textId="77777777" w:rsidR="006D4449" w:rsidRDefault="006D4449" w:rsidP="006D4449">
      <w:r>
        <w:t>184.3920</w:t>
      </w:r>
      <w:r>
        <w:tab/>
        <w:t>1.013e0</w:t>
      </w:r>
    </w:p>
    <w:p w14:paraId="2C8E104C" w14:textId="77777777" w:rsidR="006D4449" w:rsidRDefault="006D4449" w:rsidP="006D4449">
      <w:r>
        <w:t>184.4591</w:t>
      </w:r>
      <w:r>
        <w:tab/>
        <w:t>2.025e0</w:t>
      </w:r>
    </w:p>
    <w:p w14:paraId="61140EA5" w14:textId="77777777" w:rsidR="006D4449" w:rsidRDefault="006D4449" w:rsidP="006D4449">
      <w:r>
        <w:t>184.4717</w:t>
      </w:r>
      <w:r>
        <w:tab/>
        <w:t>1.013e0</w:t>
      </w:r>
    </w:p>
    <w:p w14:paraId="5982C461" w14:textId="77777777" w:rsidR="006D4449" w:rsidRDefault="006D4449" w:rsidP="006D4449">
      <w:r>
        <w:t>184.5221</w:t>
      </w:r>
      <w:r>
        <w:tab/>
        <w:t>1.013e0</w:t>
      </w:r>
    </w:p>
    <w:p w14:paraId="08B4A16C" w14:textId="77777777" w:rsidR="006D4449" w:rsidRDefault="006D4449" w:rsidP="006D4449">
      <w:r>
        <w:t>184.5381</w:t>
      </w:r>
      <w:r>
        <w:tab/>
        <w:t>2.025e0</w:t>
      </w:r>
    </w:p>
    <w:p w14:paraId="14A15A18" w14:textId="77777777" w:rsidR="006D4449" w:rsidRDefault="006D4449" w:rsidP="006D4449">
      <w:r>
        <w:t>184.5616</w:t>
      </w:r>
      <w:r>
        <w:tab/>
        <w:t>1.013e0</w:t>
      </w:r>
    </w:p>
    <w:p w14:paraId="0D0A047E" w14:textId="77777777" w:rsidR="006D4449" w:rsidRDefault="006D4449" w:rsidP="006D4449">
      <w:r>
        <w:t>184.5706</w:t>
      </w:r>
      <w:r>
        <w:tab/>
        <w:t>4.051e0</w:t>
      </w:r>
    </w:p>
    <w:p w14:paraId="545B0AF9" w14:textId="77777777" w:rsidR="006D4449" w:rsidRDefault="006D4449" w:rsidP="006D4449">
      <w:r>
        <w:t>184.5795</w:t>
      </w:r>
      <w:r>
        <w:tab/>
        <w:t>1.013e0</w:t>
      </w:r>
    </w:p>
    <w:p w14:paraId="43C0CAF3" w14:textId="77777777" w:rsidR="006D4449" w:rsidRDefault="006D4449" w:rsidP="006D4449">
      <w:r>
        <w:t>184.5903</w:t>
      </w:r>
      <w:r>
        <w:tab/>
        <w:t>1.013e0</w:t>
      </w:r>
    </w:p>
    <w:p w14:paraId="5636939C" w14:textId="77777777" w:rsidR="006D4449" w:rsidRDefault="006D4449" w:rsidP="006D4449">
      <w:r>
        <w:t>184.5939</w:t>
      </w:r>
      <w:r>
        <w:tab/>
        <w:t>1.013e0</w:t>
      </w:r>
    </w:p>
    <w:p w14:paraId="06C99E85" w14:textId="77777777" w:rsidR="006D4449" w:rsidRDefault="006D4449" w:rsidP="006D4449">
      <w:r>
        <w:lastRenderedPageBreak/>
        <w:t>184.6110</w:t>
      </w:r>
      <w:r>
        <w:tab/>
        <w:t>1.013e0</w:t>
      </w:r>
    </w:p>
    <w:p w14:paraId="7FD2F56E" w14:textId="77777777" w:rsidR="006D4449" w:rsidRDefault="006D4449" w:rsidP="006D4449">
      <w:r>
        <w:t>184.6226</w:t>
      </w:r>
      <w:r>
        <w:tab/>
        <w:t>1.013e0</w:t>
      </w:r>
    </w:p>
    <w:p w14:paraId="5B1E881A" w14:textId="77777777" w:rsidR="006D4449" w:rsidRDefault="006D4449" w:rsidP="006D4449">
      <w:r>
        <w:t>184.7046</w:t>
      </w:r>
      <w:r>
        <w:tab/>
        <w:t>2.025e0</w:t>
      </w:r>
    </w:p>
    <w:p w14:paraId="3D583320" w14:textId="77777777" w:rsidR="006D4449" w:rsidRDefault="006D4449" w:rsidP="006D4449">
      <w:r>
        <w:t>184.7235</w:t>
      </w:r>
      <w:r>
        <w:tab/>
        <w:t>1.013e0</w:t>
      </w:r>
    </w:p>
    <w:p w14:paraId="7BAE18C1" w14:textId="77777777" w:rsidR="006D4449" w:rsidRDefault="006D4449" w:rsidP="006D4449">
      <w:r>
        <w:t>184.8358</w:t>
      </w:r>
      <w:r>
        <w:tab/>
        <w:t>1.013e0</w:t>
      </w:r>
    </w:p>
    <w:p w14:paraId="60F8A4EA" w14:textId="77777777" w:rsidR="006D4449" w:rsidRDefault="006D4449" w:rsidP="006D4449">
      <w:r>
        <w:t>184.8606</w:t>
      </w:r>
      <w:r>
        <w:tab/>
        <w:t>3.038e0</w:t>
      </w:r>
    </w:p>
    <w:p w14:paraId="3DDB8823" w14:textId="77777777" w:rsidR="006D4449" w:rsidRDefault="006D4449" w:rsidP="006D4449">
      <w:r>
        <w:t>184.8821</w:t>
      </w:r>
      <w:r>
        <w:tab/>
        <w:t>1.013e0</w:t>
      </w:r>
    </w:p>
    <w:p w14:paraId="2A028C78" w14:textId="77777777" w:rsidR="006D4449" w:rsidRDefault="006D4449" w:rsidP="006D4449">
      <w:r>
        <w:t>184.8857</w:t>
      </w:r>
      <w:r>
        <w:tab/>
        <w:t>1.013e0</w:t>
      </w:r>
    </w:p>
    <w:p w14:paraId="3ED3A4B2" w14:textId="77777777" w:rsidR="006D4449" w:rsidRDefault="006D4449" w:rsidP="006D4449">
      <w:r>
        <w:t>184.9147</w:t>
      </w:r>
      <w:r>
        <w:tab/>
        <w:t>1.013e0</w:t>
      </w:r>
    </w:p>
    <w:p w14:paraId="586216FB" w14:textId="77777777" w:rsidR="006D4449" w:rsidRDefault="006D4449" w:rsidP="006D4449">
      <w:r>
        <w:t>184.9191</w:t>
      </w:r>
      <w:r>
        <w:tab/>
        <w:t>1.013e0</w:t>
      </w:r>
    </w:p>
    <w:p w14:paraId="46187E9D" w14:textId="77777777" w:rsidR="006D4449" w:rsidRDefault="006D4449" w:rsidP="006D4449">
      <w:r>
        <w:t>184.9516</w:t>
      </w:r>
      <w:r>
        <w:tab/>
        <w:t>1.013e0</w:t>
      </w:r>
    </w:p>
    <w:p w14:paraId="34BE284D" w14:textId="77777777" w:rsidR="006D4449" w:rsidRDefault="006D4449" w:rsidP="006D4449">
      <w:r>
        <w:t>184.9726</w:t>
      </w:r>
      <w:r>
        <w:tab/>
        <w:t>1.013e0</w:t>
      </w:r>
    </w:p>
    <w:p w14:paraId="7E1CCE96" w14:textId="77777777" w:rsidR="006D4449" w:rsidRDefault="006D4449" w:rsidP="006D4449">
      <w:r>
        <w:t>184.9897</w:t>
      </w:r>
      <w:r>
        <w:tab/>
        <w:t>2.025e0</w:t>
      </w:r>
    </w:p>
    <w:p w14:paraId="322E4EAC" w14:textId="77777777" w:rsidR="006D4449" w:rsidRDefault="006D4449" w:rsidP="006D4449">
      <w:r>
        <w:t>185.0070</w:t>
      </w:r>
      <w:r>
        <w:tab/>
        <w:t>2.025e0</w:t>
      </w:r>
    </w:p>
    <w:p w14:paraId="358CF1D4" w14:textId="77777777" w:rsidR="006D4449" w:rsidRDefault="006D4449" w:rsidP="006D4449">
      <w:r>
        <w:t>185.0096</w:t>
      </w:r>
      <w:r>
        <w:tab/>
        <w:t>1.013e0</w:t>
      </w:r>
    </w:p>
    <w:p w14:paraId="7B262795" w14:textId="77777777" w:rsidR="006D4449" w:rsidRDefault="006D4449" w:rsidP="006D4449">
      <w:r>
        <w:t>185.0168</w:t>
      </w:r>
      <w:r>
        <w:tab/>
        <w:t>1.013e0</w:t>
      </w:r>
    </w:p>
    <w:p w14:paraId="01C9699B" w14:textId="77777777" w:rsidR="006D4449" w:rsidRDefault="006D4449" w:rsidP="006D4449">
      <w:r>
        <w:t>185.0197</w:t>
      </w:r>
      <w:r>
        <w:tab/>
        <w:t>2.025e0</w:t>
      </w:r>
    </w:p>
    <w:p w14:paraId="26E51722" w14:textId="77777777" w:rsidR="006D4449" w:rsidRDefault="006D4449" w:rsidP="006D4449">
      <w:r>
        <w:t>185.0259</w:t>
      </w:r>
      <w:r>
        <w:tab/>
        <w:t>2.025e0</w:t>
      </w:r>
    </w:p>
    <w:p w14:paraId="3DB53331" w14:textId="77777777" w:rsidR="006D4449" w:rsidRDefault="006D4449" w:rsidP="006D4449">
      <w:r>
        <w:t>185.0349</w:t>
      </w:r>
      <w:r>
        <w:tab/>
        <w:t>2.025e0</w:t>
      </w:r>
    </w:p>
    <w:p w14:paraId="6B79C659" w14:textId="77777777" w:rsidR="006D4449" w:rsidRDefault="006D4449" w:rsidP="006D4449">
      <w:r>
        <w:lastRenderedPageBreak/>
        <w:t>185.0378</w:t>
      </w:r>
      <w:r>
        <w:tab/>
        <w:t>1.013e0</w:t>
      </w:r>
    </w:p>
    <w:p w14:paraId="39BB4596" w14:textId="77777777" w:rsidR="006D4449" w:rsidRDefault="006D4449" w:rsidP="006D4449">
      <w:r>
        <w:t>185.0442</w:t>
      </w:r>
      <w:r>
        <w:tab/>
        <w:t>3.038e0</w:t>
      </w:r>
    </w:p>
    <w:p w14:paraId="60694BB4" w14:textId="77777777" w:rsidR="006D4449" w:rsidRDefault="006D4449" w:rsidP="006D4449">
      <w:r>
        <w:t>185.0494</w:t>
      </w:r>
      <w:r>
        <w:tab/>
        <w:t>3.038e0</w:t>
      </w:r>
    </w:p>
    <w:p w14:paraId="428A2BC8" w14:textId="77777777" w:rsidR="006D4449" w:rsidRDefault="006D4449" w:rsidP="006D4449">
      <w:r>
        <w:t>185.0540</w:t>
      </w:r>
      <w:r>
        <w:tab/>
        <w:t>3.038e0</w:t>
      </w:r>
    </w:p>
    <w:p w14:paraId="49BE6701" w14:textId="77777777" w:rsidR="006D4449" w:rsidRDefault="006D4449" w:rsidP="006D4449">
      <w:r>
        <w:t>185.0631</w:t>
      </w:r>
      <w:r>
        <w:tab/>
        <w:t>1.013e0</w:t>
      </w:r>
    </w:p>
    <w:p w14:paraId="288278EA" w14:textId="77777777" w:rsidR="006D4449" w:rsidRDefault="006D4449" w:rsidP="006D4449">
      <w:r>
        <w:t>185.0704</w:t>
      </w:r>
      <w:r>
        <w:tab/>
        <w:t>1.013e0</w:t>
      </w:r>
    </w:p>
    <w:p w14:paraId="306583E6" w14:textId="77777777" w:rsidR="006D4449" w:rsidRDefault="006D4449" w:rsidP="006D4449">
      <w:r>
        <w:t>185.0848</w:t>
      </w:r>
      <w:r>
        <w:tab/>
        <w:t>3.038e0</w:t>
      </w:r>
    </w:p>
    <w:p w14:paraId="4181CEB2" w14:textId="77777777" w:rsidR="006D4449" w:rsidRDefault="006D4449" w:rsidP="006D4449">
      <w:r>
        <w:t>185.0929</w:t>
      </w:r>
      <w:r>
        <w:tab/>
        <w:t>1.013e0</w:t>
      </w:r>
    </w:p>
    <w:p w14:paraId="2BE348B9" w14:textId="77777777" w:rsidR="006D4449" w:rsidRDefault="006D4449" w:rsidP="006D4449">
      <w:r>
        <w:t>185.0947</w:t>
      </w:r>
      <w:r>
        <w:tab/>
        <w:t>2.025e0</w:t>
      </w:r>
    </w:p>
    <w:p w14:paraId="4969B4AD" w14:textId="77777777" w:rsidR="006D4449" w:rsidRDefault="006D4449" w:rsidP="006D4449">
      <w:r>
        <w:t>185.0958</w:t>
      </w:r>
      <w:r>
        <w:tab/>
        <w:t>2.025e0</w:t>
      </w:r>
    </w:p>
    <w:p w14:paraId="77453805" w14:textId="77777777" w:rsidR="006D4449" w:rsidRDefault="006D4449" w:rsidP="006D4449">
      <w:r>
        <w:t>185.1038</w:t>
      </w:r>
      <w:r>
        <w:tab/>
        <w:t>2.012e0</w:t>
      </w:r>
    </w:p>
    <w:p w14:paraId="35831C97" w14:textId="77777777" w:rsidR="006D4449" w:rsidRDefault="006D4449" w:rsidP="006D4449">
      <w:r>
        <w:t>185.1149</w:t>
      </w:r>
      <w:r>
        <w:tab/>
        <w:t>4.051e0</w:t>
      </w:r>
    </w:p>
    <w:p w14:paraId="01ECA19A" w14:textId="77777777" w:rsidR="006D4449" w:rsidRDefault="006D4449" w:rsidP="006D4449">
      <w:r>
        <w:t>185.1184</w:t>
      </w:r>
      <w:r>
        <w:tab/>
        <w:t>6.076e0</w:t>
      </w:r>
    </w:p>
    <w:p w14:paraId="6E005521" w14:textId="77777777" w:rsidR="006D4449" w:rsidRDefault="006D4449" w:rsidP="006D4449">
      <w:r>
        <w:t>185.1230</w:t>
      </w:r>
      <w:r>
        <w:tab/>
        <w:t>1.938e0</w:t>
      </w:r>
    </w:p>
    <w:p w14:paraId="1DCEB812" w14:textId="77777777" w:rsidR="006D4449" w:rsidRDefault="006D4449" w:rsidP="006D4449">
      <w:r>
        <w:t>185.1455</w:t>
      </w:r>
      <w:r>
        <w:tab/>
        <w:t>2.025e0</w:t>
      </w:r>
    </w:p>
    <w:p w14:paraId="1E78564B" w14:textId="77777777" w:rsidR="006D4449" w:rsidRDefault="006D4449" w:rsidP="006D4449">
      <w:r>
        <w:t>185.1636</w:t>
      </w:r>
      <w:r>
        <w:tab/>
        <w:t>3.038e0</w:t>
      </w:r>
    </w:p>
    <w:p w14:paraId="0993473A" w14:textId="77777777" w:rsidR="006D4449" w:rsidRDefault="006D4449" w:rsidP="006D4449">
      <w:r>
        <w:t>185.1743</w:t>
      </w:r>
      <w:r>
        <w:tab/>
        <w:t>2.025e0</w:t>
      </w:r>
    </w:p>
    <w:p w14:paraId="72203696" w14:textId="77777777" w:rsidR="006D4449" w:rsidRDefault="006D4449" w:rsidP="006D4449">
      <w:r>
        <w:t>185.1755</w:t>
      </w:r>
      <w:r>
        <w:tab/>
        <w:t>1.013e0</w:t>
      </w:r>
    </w:p>
    <w:p w14:paraId="58DB1360" w14:textId="77777777" w:rsidR="006D4449" w:rsidRDefault="006D4449" w:rsidP="006D4449">
      <w:r>
        <w:t>185.1971</w:t>
      </w:r>
      <w:r>
        <w:tab/>
        <w:t>1.013e0</w:t>
      </w:r>
    </w:p>
    <w:p w14:paraId="67831F84" w14:textId="77777777" w:rsidR="006D4449" w:rsidRDefault="006D4449" w:rsidP="006D4449">
      <w:r>
        <w:lastRenderedPageBreak/>
        <w:t>185.2015</w:t>
      </w:r>
      <w:r>
        <w:tab/>
        <w:t>2.025e0</w:t>
      </w:r>
    </w:p>
    <w:p w14:paraId="2C5CFC65" w14:textId="77777777" w:rsidR="006D4449" w:rsidRDefault="006D4449" w:rsidP="006D4449">
      <w:r>
        <w:t>185.2051</w:t>
      </w:r>
      <w:r>
        <w:tab/>
        <w:t>1.013e0</w:t>
      </w:r>
    </w:p>
    <w:p w14:paraId="064B88AF" w14:textId="77777777" w:rsidR="006D4449" w:rsidRDefault="006D4449" w:rsidP="006D4449">
      <w:r>
        <w:t>185.2367</w:t>
      </w:r>
      <w:r>
        <w:tab/>
        <w:t>1.013e0</w:t>
      </w:r>
    </w:p>
    <w:p w14:paraId="1AC75AD2" w14:textId="77777777" w:rsidR="006D4449" w:rsidRDefault="006D4449" w:rsidP="006D4449">
      <w:r>
        <w:t>185.2619</w:t>
      </w:r>
      <w:r>
        <w:tab/>
        <w:t>1.013e0</w:t>
      </w:r>
    </w:p>
    <w:p w14:paraId="6CF3FB6F" w14:textId="77777777" w:rsidR="006D4449" w:rsidRDefault="006D4449" w:rsidP="006D4449">
      <w:r>
        <w:t>185.2799</w:t>
      </w:r>
      <w:r>
        <w:tab/>
        <w:t>1.013e0</w:t>
      </w:r>
    </w:p>
    <w:p w14:paraId="6701C6A9" w14:textId="77777777" w:rsidR="006D4449" w:rsidRDefault="006D4449" w:rsidP="006D4449">
      <w:r>
        <w:t>185.2987</w:t>
      </w:r>
      <w:r>
        <w:tab/>
        <w:t>1.013e0</w:t>
      </w:r>
    </w:p>
    <w:p w14:paraId="4A2F2C9E" w14:textId="77777777" w:rsidR="006D4449" w:rsidRDefault="006D4449" w:rsidP="006D4449">
      <w:r>
        <w:t>185.3268</w:t>
      </w:r>
      <w:r>
        <w:tab/>
        <w:t>1.013e0</w:t>
      </w:r>
    </w:p>
    <w:p w14:paraId="0ECF8078" w14:textId="77777777" w:rsidR="006D4449" w:rsidRDefault="006D4449" w:rsidP="006D4449">
      <w:r>
        <w:t>185.3311</w:t>
      </w:r>
      <w:r>
        <w:tab/>
        <w:t>1.013e0</w:t>
      </w:r>
    </w:p>
    <w:p w14:paraId="4980319E" w14:textId="77777777" w:rsidR="006D4449" w:rsidRDefault="006D4449" w:rsidP="006D4449">
      <w:r>
        <w:t>185.3483</w:t>
      </w:r>
      <w:r>
        <w:tab/>
        <w:t>2.025e0</w:t>
      </w:r>
    </w:p>
    <w:p w14:paraId="55FC52D0" w14:textId="77777777" w:rsidR="006D4449" w:rsidRDefault="006D4449" w:rsidP="006D4449">
      <w:r>
        <w:t>185.3528</w:t>
      </w:r>
      <w:r>
        <w:tab/>
        <w:t>1.013e0</w:t>
      </w:r>
    </w:p>
    <w:p w14:paraId="4C01DC4A" w14:textId="77777777" w:rsidR="006D4449" w:rsidRDefault="006D4449" w:rsidP="006D4449">
      <w:r>
        <w:t>185.3772</w:t>
      </w:r>
      <w:r>
        <w:tab/>
        <w:t>1.013e0</w:t>
      </w:r>
    </w:p>
    <w:p w14:paraId="7E6CDDD8" w14:textId="77777777" w:rsidR="006D4449" w:rsidRDefault="006D4449" w:rsidP="006D4449">
      <w:r>
        <w:t>185.4060</w:t>
      </w:r>
      <w:r>
        <w:tab/>
        <w:t>1.013e0</w:t>
      </w:r>
    </w:p>
    <w:p w14:paraId="318794F1" w14:textId="77777777" w:rsidR="006D4449" w:rsidRDefault="006D4449" w:rsidP="006D4449">
      <w:r>
        <w:t>185.4104</w:t>
      </w:r>
      <w:r>
        <w:tab/>
        <w:t>1.013e0</w:t>
      </w:r>
    </w:p>
    <w:p w14:paraId="3969A390" w14:textId="77777777" w:rsidR="006D4449" w:rsidRDefault="006D4449" w:rsidP="006D4449">
      <w:r>
        <w:t>185.4240</w:t>
      </w:r>
      <w:r>
        <w:tab/>
        <w:t>1.013e0</w:t>
      </w:r>
    </w:p>
    <w:p w14:paraId="24B4A621" w14:textId="77777777" w:rsidR="006D4449" w:rsidRDefault="006D4449" w:rsidP="006D4449">
      <w:r>
        <w:t>185.4457</w:t>
      </w:r>
      <w:r>
        <w:tab/>
        <w:t>1.013e0</w:t>
      </w:r>
    </w:p>
    <w:p w14:paraId="4155F929" w14:textId="77777777" w:rsidR="006D4449" w:rsidRDefault="006D4449" w:rsidP="006D4449">
      <w:r>
        <w:t>185.4665</w:t>
      </w:r>
      <w:r>
        <w:tab/>
        <w:t>2.025e0</w:t>
      </w:r>
    </w:p>
    <w:p w14:paraId="1A446413" w14:textId="77777777" w:rsidR="006D4449" w:rsidRDefault="006D4449" w:rsidP="006D4449">
      <w:r>
        <w:t>185.4856</w:t>
      </w:r>
      <w:r>
        <w:tab/>
        <w:t>2.025e0</w:t>
      </w:r>
    </w:p>
    <w:p w14:paraId="4CBFFFFF" w14:textId="77777777" w:rsidR="006D4449" w:rsidRDefault="006D4449" w:rsidP="006D4449">
      <w:r>
        <w:t>185.5155</w:t>
      </w:r>
      <w:r>
        <w:tab/>
        <w:t>1.013e0</w:t>
      </w:r>
    </w:p>
    <w:p w14:paraId="7CCCC455" w14:textId="77777777" w:rsidR="006D4449" w:rsidRDefault="006D4449" w:rsidP="006D4449">
      <w:r>
        <w:t>185.5183</w:t>
      </w:r>
      <w:r>
        <w:tab/>
        <w:t>1.013e0</w:t>
      </w:r>
    </w:p>
    <w:p w14:paraId="5694E3E5" w14:textId="77777777" w:rsidR="006D4449" w:rsidRDefault="006D4449" w:rsidP="006D4449">
      <w:r>
        <w:lastRenderedPageBreak/>
        <w:t>185.5365</w:t>
      </w:r>
      <w:r>
        <w:tab/>
        <w:t>1.013e0</w:t>
      </w:r>
    </w:p>
    <w:p w14:paraId="28F79B24" w14:textId="77777777" w:rsidR="006D4449" w:rsidRDefault="006D4449" w:rsidP="006D4449">
      <w:r>
        <w:t>185.5626</w:t>
      </w:r>
      <w:r>
        <w:tab/>
        <w:t>1.013e0</w:t>
      </w:r>
    </w:p>
    <w:p w14:paraId="3E076A7A" w14:textId="77777777" w:rsidR="006D4449" w:rsidRDefault="006D4449" w:rsidP="006D4449">
      <w:r>
        <w:t>185.5699</w:t>
      </w:r>
      <w:r>
        <w:tab/>
        <w:t>1.013e0</w:t>
      </w:r>
    </w:p>
    <w:p w14:paraId="3D8C9F37" w14:textId="77777777" w:rsidR="006D4449" w:rsidRDefault="006D4449" w:rsidP="006D4449">
      <w:r>
        <w:t>185.5880</w:t>
      </w:r>
      <w:r>
        <w:tab/>
        <w:t>1.013e0</w:t>
      </w:r>
    </w:p>
    <w:p w14:paraId="56C4D31A" w14:textId="77777777" w:rsidR="006D4449" w:rsidRDefault="006D4449" w:rsidP="006D4449">
      <w:r>
        <w:t>185.6207</w:t>
      </w:r>
      <w:r>
        <w:tab/>
        <w:t>1.013e0</w:t>
      </w:r>
    </w:p>
    <w:p w14:paraId="57E36948" w14:textId="77777777" w:rsidR="006D4449" w:rsidRDefault="006D4449" w:rsidP="006D4449">
      <w:r>
        <w:t>185.6344</w:t>
      </w:r>
      <w:r>
        <w:tab/>
        <w:t>1.013e0</w:t>
      </w:r>
    </w:p>
    <w:p w14:paraId="4A4ACB05" w14:textId="77777777" w:rsidR="006D4449" w:rsidRDefault="006D4449" w:rsidP="006D4449">
      <w:r>
        <w:t>185.6606</w:t>
      </w:r>
      <w:r>
        <w:tab/>
        <w:t>1.013e0</w:t>
      </w:r>
    </w:p>
    <w:p w14:paraId="325B4CD1" w14:textId="77777777" w:rsidR="006D4449" w:rsidRDefault="006D4449" w:rsidP="006D4449">
      <w:r>
        <w:t>185.6733</w:t>
      </w:r>
      <w:r>
        <w:tab/>
        <w:t>2.025e0</w:t>
      </w:r>
    </w:p>
    <w:p w14:paraId="739ECB22" w14:textId="77777777" w:rsidR="006D4449" w:rsidRDefault="006D4449" w:rsidP="006D4449">
      <w:r>
        <w:t>185.7005</w:t>
      </w:r>
      <w:r>
        <w:tab/>
        <w:t>1.013e0</w:t>
      </w:r>
    </w:p>
    <w:p w14:paraId="2DE3D60F" w14:textId="77777777" w:rsidR="006D4449" w:rsidRDefault="006D4449" w:rsidP="006D4449">
      <w:r>
        <w:t>185.7041</w:t>
      </w:r>
      <w:r>
        <w:tab/>
        <w:t>1.013e0</w:t>
      </w:r>
    </w:p>
    <w:p w14:paraId="1897B6EC" w14:textId="77777777" w:rsidR="006D4449" w:rsidRDefault="006D4449" w:rsidP="006D4449">
      <w:r>
        <w:t>185.7095</w:t>
      </w:r>
      <w:r>
        <w:tab/>
        <w:t>2.025e0</w:t>
      </w:r>
    </w:p>
    <w:p w14:paraId="0F513B6D" w14:textId="77777777" w:rsidR="006D4449" w:rsidRDefault="006D4449" w:rsidP="006D4449">
      <w:r>
        <w:t>185.7331</w:t>
      </w:r>
      <w:r>
        <w:tab/>
        <w:t>1.013e0</w:t>
      </w:r>
    </w:p>
    <w:p w14:paraId="3A618736" w14:textId="77777777" w:rsidR="006D4449" w:rsidRDefault="006D4449" w:rsidP="006D4449">
      <w:r>
        <w:t>185.7613</w:t>
      </w:r>
      <w:r>
        <w:tab/>
        <w:t>2.025e0</w:t>
      </w:r>
    </w:p>
    <w:p w14:paraId="4A8CE873" w14:textId="77777777" w:rsidR="006D4449" w:rsidRDefault="006D4449" w:rsidP="006D4449">
      <w:r>
        <w:t>185.8020</w:t>
      </w:r>
      <w:r>
        <w:tab/>
        <w:t>1.013e0</w:t>
      </w:r>
    </w:p>
    <w:p w14:paraId="1ABE68B5" w14:textId="77777777" w:rsidR="006D4449" w:rsidRDefault="006D4449" w:rsidP="006D4449">
      <w:r>
        <w:t>185.8084</w:t>
      </w:r>
      <w:r>
        <w:tab/>
        <w:t>1.013e0</w:t>
      </w:r>
    </w:p>
    <w:p w14:paraId="15C3B4EF" w14:textId="77777777" w:rsidR="006D4449" w:rsidRDefault="006D4449" w:rsidP="006D4449">
      <w:r>
        <w:t>185.8709</w:t>
      </w:r>
      <w:r>
        <w:tab/>
        <w:t>1.013e0</w:t>
      </w:r>
    </w:p>
    <w:p w14:paraId="1000EBC0" w14:textId="77777777" w:rsidR="006D4449" w:rsidRDefault="006D4449" w:rsidP="006D4449">
      <w:r>
        <w:t>185.8818</w:t>
      </w:r>
      <w:r>
        <w:tab/>
        <w:t>2.025e0</w:t>
      </w:r>
    </w:p>
    <w:p w14:paraId="0E60DDB3" w14:textId="77777777" w:rsidR="006D4449" w:rsidRDefault="006D4449" w:rsidP="006D4449">
      <w:r>
        <w:t>185.8999</w:t>
      </w:r>
      <w:r>
        <w:tab/>
        <w:t>2.025e0</w:t>
      </w:r>
    </w:p>
    <w:p w14:paraId="3525D14D" w14:textId="77777777" w:rsidR="006D4449" w:rsidRDefault="006D4449" w:rsidP="006D4449">
      <w:r>
        <w:t>185.9108</w:t>
      </w:r>
      <w:r>
        <w:tab/>
        <w:t>1.013e0</w:t>
      </w:r>
    </w:p>
    <w:p w14:paraId="06DB566F" w14:textId="77777777" w:rsidR="006D4449" w:rsidRDefault="006D4449" w:rsidP="006D4449">
      <w:r>
        <w:lastRenderedPageBreak/>
        <w:t>185.9181</w:t>
      </w:r>
      <w:r>
        <w:tab/>
        <w:t>1.013e0</w:t>
      </w:r>
    </w:p>
    <w:p w14:paraId="278FA389" w14:textId="77777777" w:rsidR="006D4449" w:rsidRDefault="006D4449" w:rsidP="006D4449">
      <w:r>
        <w:t>185.9354</w:t>
      </w:r>
      <w:r>
        <w:tab/>
        <w:t>1.013e0</w:t>
      </w:r>
    </w:p>
    <w:p w14:paraId="4C8195FC" w14:textId="77777777" w:rsidR="006D4449" w:rsidRDefault="006D4449" w:rsidP="006D4449">
      <w:r>
        <w:t>185.9398</w:t>
      </w:r>
      <w:r>
        <w:tab/>
        <w:t>1.013e0</w:t>
      </w:r>
    </w:p>
    <w:p w14:paraId="2263CEDF" w14:textId="77777777" w:rsidR="006D4449" w:rsidRDefault="006D4449" w:rsidP="006D4449">
      <w:r>
        <w:t>185.9572</w:t>
      </w:r>
      <w:r>
        <w:tab/>
        <w:t>1.013e0</w:t>
      </w:r>
    </w:p>
    <w:p w14:paraId="6A04112F" w14:textId="77777777" w:rsidR="006D4449" w:rsidRDefault="006D4449" w:rsidP="006D4449">
      <w:r>
        <w:t>185.9834</w:t>
      </w:r>
      <w:r>
        <w:tab/>
        <w:t>1.013e0</w:t>
      </w:r>
    </w:p>
    <w:p w14:paraId="39141F8D" w14:textId="77777777" w:rsidR="006D4449" w:rsidRDefault="006D4449" w:rsidP="006D4449">
      <w:r>
        <w:t>186.0033</w:t>
      </w:r>
      <w:r>
        <w:tab/>
        <w:t>4.051e0</w:t>
      </w:r>
    </w:p>
    <w:p w14:paraId="540B3824" w14:textId="77777777" w:rsidR="006D4449" w:rsidRDefault="006D4449" w:rsidP="006D4449">
      <w:r>
        <w:t>186.0044</w:t>
      </w:r>
      <w:r>
        <w:tab/>
        <w:t>1.013e0</w:t>
      </w:r>
    </w:p>
    <w:p w14:paraId="4D75A7B3" w14:textId="77777777" w:rsidR="006D4449" w:rsidRDefault="006D4449" w:rsidP="006D4449">
      <w:r>
        <w:t>186.0080</w:t>
      </w:r>
      <w:r>
        <w:tab/>
        <w:t>2.025e0</w:t>
      </w:r>
    </w:p>
    <w:p w14:paraId="35AF6A13" w14:textId="77777777" w:rsidR="006D4449" w:rsidRDefault="006D4449" w:rsidP="006D4449">
      <w:r>
        <w:t>186.0161</w:t>
      </w:r>
      <w:r>
        <w:tab/>
        <w:t>1.013e0</w:t>
      </w:r>
    </w:p>
    <w:p w14:paraId="258531E5" w14:textId="77777777" w:rsidR="006D4449" w:rsidRDefault="006D4449" w:rsidP="006D4449">
      <w:r>
        <w:t>186.0488</w:t>
      </w:r>
      <w:r>
        <w:tab/>
        <w:t>1.013e0</w:t>
      </w:r>
    </w:p>
    <w:p w14:paraId="01D7F39D" w14:textId="77777777" w:rsidR="006D4449" w:rsidRDefault="006D4449" w:rsidP="006D4449">
      <w:r>
        <w:t>186.0516</w:t>
      </w:r>
      <w:r>
        <w:tab/>
        <w:t>1.013e0</w:t>
      </w:r>
    </w:p>
    <w:p w14:paraId="54A98435" w14:textId="77777777" w:rsidR="006D4449" w:rsidRDefault="006D4449" w:rsidP="006D4449">
      <w:r>
        <w:t>186.0560</w:t>
      </w:r>
      <w:r>
        <w:tab/>
        <w:t>1.013e0</w:t>
      </w:r>
    </w:p>
    <w:p w14:paraId="0641CB9D" w14:textId="77777777" w:rsidR="006D4449" w:rsidRDefault="006D4449" w:rsidP="006D4449">
      <w:r>
        <w:t>186.0629</w:t>
      </w:r>
      <w:r>
        <w:tab/>
        <w:t>2.025e0</w:t>
      </w:r>
    </w:p>
    <w:p w14:paraId="252CEECC" w14:textId="77777777" w:rsidR="006D4449" w:rsidRDefault="006D4449" w:rsidP="006D4449">
      <w:r>
        <w:t>186.0908</w:t>
      </w:r>
      <w:r>
        <w:tab/>
        <w:t>3.038e0</w:t>
      </w:r>
    </w:p>
    <w:p w14:paraId="47D1DAC1" w14:textId="77777777" w:rsidR="006D4449" w:rsidRDefault="006D4449" w:rsidP="006D4449">
      <w:r>
        <w:t>186.0924</w:t>
      </w:r>
      <w:r>
        <w:tab/>
        <w:t>2.025e0</w:t>
      </w:r>
    </w:p>
    <w:p w14:paraId="58C2055D" w14:textId="77777777" w:rsidR="006D4449" w:rsidRDefault="006D4449" w:rsidP="006D4449">
      <w:r>
        <w:t>186.0970</w:t>
      </w:r>
      <w:r>
        <w:tab/>
        <w:t>2.025e0</w:t>
      </w:r>
    </w:p>
    <w:p w14:paraId="2654A62A" w14:textId="77777777" w:rsidR="006D4449" w:rsidRDefault="006D4449" w:rsidP="006D4449">
      <w:r>
        <w:t>186.1159</w:t>
      </w:r>
      <w:r>
        <w:tab/>
        <w:t>2.025e0</w:t>
      </w:r>
    </w:p>
    <w:p w14:paraId="187769E2" w14:textId="77777777" w:rsidR="006D4449" w:rsidRDefault="006D4449" w:rsidP="006D4449">
      <w:r>
        <w:t>186.1250</w:t>
      </w:r>
      <w:r>
        <w:tab/>
        <w:t>1.013e0</w:t>
      </w:r>
    </w:p>
    <w:p w14:paraId="3825C7A9" w14:textId="77777777" w:rsidR="006D4449" w:rsidRDefault="006D4449" w:rsidP="006D4449">
      <w:r>
        <w:t>186.1287</w:t>
      </w:r>
      <w:r>
        <w:tab/>
        <w:t>2.025e0</w:t>
      </w:r>
    </w:p>
    <w:p w14:paraId="1C697FF4" w14:textId="77777777" w:rsidR="006D4449" w:rsidRDefault="006D4449" w:rsidP="006D4449">
      <w:r>
        <w:lastRenderedPageBreak/>
        <w:t>186.1368</w:t>
      </w:r>
      <w:r>
        <w:tab/>
        <w:t>2.025e0</w:t>
      </w:r>
    </w:p>
    <w:p w14:paraId="165E7A27" w14:textId="77777777" w:rsidR="006D4449" w:rsidRDefault="006D4449" w:rsidP="006D4449">
      <w:r>
        <w:t>186.1460</w:t>
      </w:r>
      <w:r>
        <w:tab/>
        <w:t>4.892e0</w:t>
      </w:r>
    </w:p>
    <w:p w14:paraId="4180DAB9" w14:textId="77777777" w:rsidR="006D4449" w:rsidRDefault="006D4449" w:rsidP="006D4449">
      <w:r>
        <w:t>186.1521</w:t>
      </w:r>
      <w:r>
        <w:tab/>
        <w:t>2.025e0</w:t>
      </w:r>
    </w:p>
    <w:p w14:paraId="0753B9A9" w14:textId="77777777" w:rsidR="006D4449" w:rsidRDefault="006D4449" w:rsidP="006D4449">
      <w:r>
        <w:t>186.1558</w:t>
      </w:r>
      <w:r>
        <w:tab/>
        <w:t>5.063e0</w:t>
      </w:r>
    </w:p>
    <w:p w14:paraId="320642B1" w14:textId="77777777" w:rsidR="006D4449" w:rsidRDefault="006D4449" w:rsidP="006D4449">
      <w:r>
        <w:t>186.1585</w:t>
      </w:r>
      <w:r>
        <w:tab/>
        <w:t>5.063e0</w:t>
      </w:r>
    </w:p>
    <w:p w14:paraId="35393FEA" w14:textId="77777777" w:rsidR="006D4449" w:rsidRDefault="006D4449" w:rsidP="006D4449">
      <w:r>
        <w:t>186.1894</w:t>
      </w:r>
      <w:r>
        <w:tab/>
        <w:t>1.013e0</w:t>
      </w:r>
    </w:p>
    <w:p w14:paraId="7055D603" w14:textId="77777777" w:rsidR="006D4449" w:rsidRDefault="006D4449" w:rsidP="006D4449">
      <w:r>
        <w:t>186.1955</w:t>
      </w:r>
      <w:r>
        <w:tab/>
        <w:t>2.025e0</w:t>
      </w:r>
    </w:p>
    <w:p w14:paraId="28002169" w14:textId="77777777" w:rsidR="006D4449" w:rsidRDefault="006D4449" w:rsidP="006D4449">
      <w:r>
        <w:t>186.2119</w:t>
      </w:r>
      <w:r>
        <w:tab/>
        <w:t>1.013e0</w:t>
      </w:r>
    </w:p>
    <w:p w14:paraId="280E7769" w14:textId="77777777" w:rsidR="006D4449" w:rsidRDefault="006D4449" w:rsidP="006D4449">
      <w:r>
        <w:t>186.2191</w:t>
      </w:r>
      <w:r>
        <w:tab/>
        <w:t>2.025e0</w:t>
      </w:r>
    </w:p>
    <w:p w14:paraId="4E07CECF" w14:textId="77777777" w:rsidR="006D4449" w:rsidRDefault="006D4449" w:rsidP="006D4449">
      <w:r>
        <w:t>186.2241</w:t>
      </w:r>
      <w:r>
        <w:tab/>
        <w:t>3.038e0</w:t>
      </w:r>
    </w:p>
    <w:p w14:paraId="1C95C8F9" w14:textId="77777777" w:rsidR="006D4449" w:rsidRDefault="006D4449" w:rsidP="006D4449">
      <w:r>
        <w:t>186.2292</w:t>
      </w:r>
      <w:r>
        <w:tab/>
        <w:t>1.013e0</w:t>
      </w:r>
    </w:p>
    <w:p w14:paraId="394BAFE8" w14:textId="77777777" w:rsidR="006D4449" w:rsidRDefault="006D4449" w:rsidP="006D4449">
      <w:r>
        <w:t>186.2473</w:t>
      </w:r>
      <w:r>
        <w:tab/>
        <w:t>1.013e0</w:t>
      </w:r>
    </w:p>
    <w:p w14:paraId="27A81AA5" w14:textId="77777777" w:rsidR="006D4449" w:rsidRDefault="006D4449" w:rsidP="006D4449">
      <w:r>
        <w:t>186.2798</w:t>
      </w:r>
      <w:r>
        <w:tab/>
        <w:t>1.013e0</w:t>
      </w:r>
    </w:p>
    <w:p w14:paraId="7712EABA" w14:textId="77777777" w:rsidR="006D4449" w:rsidRDefault="006D4449" w:rsidP="006D4449">
      <w:r>
        <w:t>186.3016</w:t>
      </w:r>
      <w:r>
        <w:tab/>
        <w:t>1.013e0</w:t>
      </w:r>
    </w:p>
    <w:p w14:paraId="2BC3EA04" w14:textId="77777777" w:rsidR="006D4449" w:rsidRDefault="006D4449" w:rsidP="006D4449">
      <w:r>
        <w:t>186.3092</w:t>
      </w:r>
      <w:r>
        <w:tab/>
        <w:t>2.025e0</w:t>
      </w:r>
    </w:p>
    <w:p w14:paraId="15F56C74" w14:textId="77777777" w:rsidR="006D4449" w:rsidRDefault="006D4449" w:rsidP="006D4449">
      <w:r>
        <w:t>186.3168</w:t>
      </w:r>
      <w:r>
        <w:tab/>
        <w:t>1.013e0</w:t>
      </w:r>
    </w:p>
    <w:p w14:paraId="034E5F2F" w14:textId="77777777" w:rsidR="006D4449" w:rsidRDefault="006D4449" w:rsidP="006D4449">
      <w:r>
        <w:t>186.3269</w:t>
      </w:r>
      <w:r>
        <w:tab/>
        <w:t>2.025e0</w:t>
      </w:r>
    </w:p>
    <w:p w14:paraId="70A634A9" w14:textId="77777777" w:rsidR="006D4449" w:rsidRDefault="006D4449" w:rsidP="006D4449">
      <w:r>
        <w:t>186.3349</w:t>
      </w:r>
      <w:r>
        <w:tab/>
        <w:t>1.013e0</w:t>
      </w:r>
    </w:p>
    <w:p w14:paraId="333F2624" w14:textId="77777777" w:rsidR="006D4449" w:rsidRDefault="006D4449" w:rsidP="006D4449">
      <w:r>
        <w:t>186.3458</w:t>
      </w:r>
      <w:r>
        <w:tab/>
        <w:t>2.025e0</w:t>
      </w:r>
    </w:p>
    <w:p w14:paraId="18A70F78" w14:textId="77777777" w:rsidR="006D4449" w:rsidRDefault="006D4449" w:rsidP="006D4449">
      <w:r>
        <w:lastRenderedPageBreak/>
        <w:t>186.3776</w:t>
      </w:r>
      <w:r>
        <w:tab/>
        <w:t>1.013e0</w:t>
      </w:r>
    </w:p>
    <w:p w14:paraId="5C0920A5" w14:textId="77777777" w:rsidR="006D4449" w:rsidRDefault="006D4449" w:rsidP="006D4449">
      <w:r>
        <w:t>186.3820</w:t>
      </w:r>
      <w:r>
        <w:tab/>
        <w:t>1.013e0</w:t>
      </w:r>
    </w:p>
    <w:p w14:paraId="653640AB" w14:textId="77777777" w:rsidR="006D4449" w:rsidRDefault="006D4449" w:rsidP="006D4449">
      <w:r>
        <w:t>186.4218</w:t>
      </w:r>
      <w:r>
        <w:tab/>
        <w:t>2.025e0</w:t>
      </w:r>
    </w:p>
    <w:p w14:paraId="6D5BBB15" w14:textId="77777777" w:rsidR="006D4449" w:rsidRDefault="006D4449" w:rsidP="006D4449">
      <w:r>
        <w:t>186.4290</w:t>
      </w:r>
      <w:r>
        <w:tab/>
        <w:t>2.025e0</w:t>
      </w:r>
    </w:p>
    <w:p w14:paraId="73250219" w14:textId="77777777" w:rsidR="006D4449" w:rsidRDefault="006D4449" w:rsidP="006D4449">
      <w:r>
        <w:t>186.4463</w:t>
      </w:r>
      <w:r>
        <w:tab/>
        <w:t>1.013e0</w:t>
      </w:r>
    </w:p>
    <w:p w14:paraId="6DCE6174" w14:textId="77777777" w:rsidR="006D4449" w:rsidRDefault="006D4449" w:rsidP="006D4449">
      <w:r>
        <w:t>186.4725</w:t>
      </w:r>
      <w:r>
        <w:tab/>
        <w:t>1.013e0</w:t>
      </w:r>
    </w:p>
    <w:p w14:paraId="217DA065" w14:textId="77777777" w:rsidR="006D4449" w:rsidRDefault="006D4449" w:rsidP="006D4449">
      <w:r>
        <w:t>186.4753</w:t>
      </w:r>
      <w:r>
        <w:tab/>
        <w:t>1.013e0</w:t>
      </w:r>
    </w:p>
    <w:p w14:paraId="6B7F02E7" w14:textId="77777777" w:rsidR="006D4449" w:rsidRDefault="006D4449" w:rsidP="006D4449">
      <w:r>
        <w:t>186.4834</w:t>
      </w:r>
      <w:r>
        <w:tab/>
        <w:t>1.013e0</w:t>
      </w:r>
    </w:p>
    <w:p w14:paraId="029F4B50" w14:textId="77777777" w:rsidR="006D4449" w:rsidRDefault="006D4449" w:rsidP="006D4449">
      <w:r>
        <w:t>186.4898</w:t>
      </w:r>
      <w:r>
        <w:tab/>
        <w:t>1.013e0</w:t>
      </w:r>
    </w:p>
    <w:p w14:paraId="3418E50D" w14:textId="77777777" w:rsidR="006D4449" w:rsidRDefault="006D4449" w:rsidP="006D4449">
      <w:r>
        <w:t>186.5051</w:t>
      </w:r>
      <w:r>
        <w:tab/>
        <w:t>1.013e0</w:t>
      </w:r>
    </w:p>
    <w:p w14:paraId="3A17E4EA" w14:textId="77777777" w:rsidR="006D4449" w:rsidRDefault="006D4449" w:rsidP="006D4449">
      <w:r>
        <w:t>186.5123</w:t>
      </w:r>
      <w:r>
        <w:tab/>
        <w:t>2.025e0</w:t>
      </w:r>
    </w:p>
    <w:p w14:paraId="41B5B089" w14:textId="77777777" w:rsidR="006D4449" w:rsidRDefault="006D4449" w:rsidP="006D4449">
      <w:r>
        <w:t>186.5242</w:t>
      </w:r>
      <w:r>
        <w:tab/>
        <w:t>2.025e0</w:t>
      </w:r>
    </w:p>
    <w:p w14:paraId="72425534" w14:textId="77777777" w:rsidR="006D4449" w:rsidRDefault="006D4449" w:rsidP="006D4449">
      <w:r>
        <w:t>186.5622</w:t>
      </w:r>
      <w:r>
        <w:tab/>
        <w:t>1.013e0</w:t>
      </w:r>
    </w:p>
    <w:p w14:paraId="75CB9922" w14:textId="77777777" w:rsidR="006D4449" w:rsidRDefault="006D4449" w:rsidP="006D4449">
      <w:r>
        <w:t>186.5667</w:t>
      </w:r>
      <w:r>
        <w:tab/>
        <w:t>1.013e0</w:t>
      </w:r>
    </w:p>
    <w:p w14:paraId="1EBEA743" w14:textId="77777777" w:rsidR="006D4449" w:rsidRDefault="006D4449" w:rsidP="006D4449">
      <w:r>
        <w:t>186.5759</w:t>
      </w:r>
      <w:r>
        <w:tab/>
        <w:t>2.025e0</w:t>
      </w:r>
    </w:p>
    <w:p w14:paraId="13237D33" w14:textId="77777777" w:rsidR="006D4449" w:rsidRDefault="006D4449" w:rsidP="006D4449">
      <w:r>
        <w:t>186.5840</w:t>
      </w:r>
      <w:r>
        <w:tab/>
        <w:t>1.013e0</w:t>
      </w:r>
    </w:p>
    <w:p w14:paraId="5386C86C" w14:textId="77777777" w:rsidR="006D4449" w:rsidRDefault="006D4449" w:rsidP="006D4449">
      <w:r>
        <w:t>186.5948</w:t>
      </w:r>
      <w:r>
        <w:tab/>
        <w:t>1.013e0</w:t>
      </w:r>
    </w:p>
    <w:p w14:paraId="74C3A83B" w14:textId="77777777" w:rsidR="006D4449" w:rsidRDefault="006D4449" w:rsidP="006D4449">
      <w:r>
        <w:t>186.5993</w:t>
      </w:r>
      <w:r>
        <w:tab/>
        <w:t>1.013e0</w:t>
      </w:r>
    </w:p>
    <w:p w14:paraId="1119C6D6" w14:textId="77777777" w:rsidR="006D4449" w:rsidRDefault="006D4449" w:rsidP="006D4449">
      <w:r>
        <w:t>186.6057</w:t>
      </w:r>
      <w:r>
        <w:tab/>
        <w:t>1.013e0</w:t>
      </w:r>
    </w:p>
    <w:p w14:paraId="24EDCCB2" w14:textId="77777777" w:rsidR="006D4449" w:rsidRDefault="006D4449" w:rsidP="006D4449">
      <w:r>
        <w:lastRenderedPageBreak/>
        <w:t>186.6174</w:t>
      </w:r>
      <w:r>
        <w:tab/>
        <w:t>1.013e0</w:t>
      </w:r>
    </w:p>
    <w:p w14:paraId="51D2910B" w14:textId="77777777" w:rsidR="006D4449" w:rsidRDefault="006D4449" w:rsidP="006D4449">
      <w:r>
        <w:t>186.6391</w:t>
      </w:r>
      <w:r>
        <w:tab/>
        <w:t>1.013e0</w:t>
      </w:r>
    </w:p>
    <w:p w14:paraId="16133EAC" w14:textId="77777777" w:rsidR="006D4449" w:rsidRDefault="006D4449" w:rsidP="006D4449">
      <w:r>
        <w:t>186.6573</w:t>
      </w:r>
      <w:r>
        <w:tab/>
        <w:t>1.013e0</w:t>
      </w:r>
    </w:p>
    <w:p w14:paraId="7B5800A2" w14:textId="77777777" w:rsidR="006D4449" w:rsidRDefault="006D4449" w:rsidP="006D4449">
      <w:r>
        <w:t>186.6645</w:t>
      </w:r>
      <w:r>
        <w:tab/>
        <w:t>1.013e0</w:t>
      </w:r>
    </w:p>
    <w:p w14:paraId="7A1D30DF" w14:textId="77777777" w:rsidR="006D4449" w:rsidRDefault="006D4449" w:rsidP="006D4449">
      <w:r>
        <w:t>186.6827</w:t>
      </w:r>
      <w:r>
        <w:tab/>
        <w:t>1.013e0</w:t>
      </w:r>
    </w:p>
    <w:p w14:paraId="4CE8DC1D" w14:textId="77777777" w:rsidR="006D4449" w:rsidRDefault="006D4449" w:rsidP="006D4449">
      <w:r>
        <w:t>186.7038</w:t>
      </w:r>
      <w:r>
        <w:tab/>
        <w:t>1.013e0</w:t>
      </w:r>
    </w:p>
    <w:p w14:paraId="1C511D2E" w14:textId="77777777" w:rsidR="006D4449" w:rsidRDefault="006D4449" w:rsidP="006D4449">
      <w:r>
        <w:t>186.7191</w:t>
      </w:r>
      <w:r>
        <w:tab/>
        <w:t>1.013e0</w:t>
      </w:r>
    </w:p>
    <w:p w14:paraId="6ED91C9D" w14:textId="77777777" w:rsidR="006D4449" w:rsidRDefault="006D4449" w:rsidP="006D4449">
      <w:r>
        <w:t>186.7227</w:t>
      </w:r>
      <w:r>
        <w:tab/>
        <w:t>2.025e0</w:t>
      </w:r>
    </w:p>
    <w:p w14:paraId="1A2BA800" w14:textId="77777777" w:rsidR="006D4449" w:rsidRDefault="006D4449" w:rsidP="006D4449">
      <w:r>
        <w:t>186.7437</w:t>
      </w:r>
      <w:r>
        <w:tab/>
        <w:t>1.013e0</w:t>
      </w:r>
    </w:p>
    <w:p w14:paraId="17D8D04F" w14:textId="77777777" w:rsidR="006D4449" w:rsidRDefault="006D4449" w:rsidP="006D4449">
      <w:r>
        <w:t>186.7510</w:t>
      </w:r>
      <w:r>
        <w:tab/>
        <w:t>1.013e0</w:t>
      </w:r>
    </w:p>
    <w:p w14:paraId="73BC2509" w14:textId="77777777" w:rsidR="006D4449" w:rsidRDefault="006D4449" w:rsidP="006D4449">
      <w:r>
        <w:t>186.7554</w:t>
      </w:r>
      <w:r>
        <w:tab/>
        <w:t>1.013e0</w:t>
      </w:r>
    </w:p>
    <w:p w14:paraId="13E5CF45" w14:textId="77777777" w:rsidR="006D4449" w:rsidRDefault="006D4449" w:rsidP="006D4449">
      <w:r>
        <w:t>186.7845</w:t>
      </w:r>
      <w:r>
        <w:tab/>
        <w:t>1.013e0</w:t>
      </w:r>
    </w:p>
    <w:p w14:paraId="724D4D6D" w14:textId="77777777" w:rsidR="006D4449" w:rsidRDefault="006D4449" w:rsidP="006D4449">
      <w:r>
        <w:t>186.8310</w:t>
      </w:r>
      <w:r>
        <w:tab/>
        <w:t>1.013e0</w:t>
      </w:r>
    </w:p>
    <w:p w14:paraId="1AA033C1" w14:textId="77777777" w:rsidR="006D4449" w:rsidRDefault="006D4449" w:rsidP="006D4449">
      <w:r>
        <w:t>186.8346</w:t>
      </w:r>
      <w:r>
        <w:tab/>
        <w:t>1.013e0</w:t>
      </w:r>
    </w:p>
    <w:p w14:paraId="0EEE2EFC" w14:textId="77777777" w:rsidR="006D4449" w:rsidRDefault="006D4449" w:rsidP="006D4449">
      <w:r>
        <w:t>186.8682</w:t>
      </w:r>
      <w:r>
        <w:tab/>
        <w:t>1.013e0</w:t>
      </w:r>
    </w:p>
    <w:p w14:paraId="628D320B" w14:textId="77777777" w:rsidR="006D4449" w:rsidRDefault="006D4449" w:rsidP="006D4449">
      <w:r>
        <w:t>186.8783</w:t>
      </w:r>
      <w:r>
        <w:tab/>
        <w:t>1.013e0</w:t>
      </w:r>
    </w:p>
    <w:p w14:paraId="5DC5A82F" w14:textId="77777777" w:rsidR="006D4449" w:rsidRDefault="006D4449" w:rsidP="006D4449">
      <w:r>
        <w:t>186.9045</w:t>
      </w:r>
      <w:r>
        <w:tab/>
        <w:t>2.025e0</w:t>
      </w:r>
    </w:p>
    <w:p w14:paraId="02D20B43" w14:textId="77777777" w:rsidR="006D4449" w:rsidRDefault="006D4449" w:rsidP="006D4449">
      <w:r>
        <w:t>186.9082</w:t>
      </w:r>
      <w:r>
        <w:tab/>
        <w:t>2.025e0</w:t>
      </w:r>
    </w:p>
    <w:p w14:paraId="4F06CA4D" w14:textId="77777777" w:rsidR="006D4449" w:rsidRDefault="006D4449" w:rsidP="006D4449">
      <w:r>
        <w:t>186.9365</w:t>
      </w:r>
      <w:r>
        <w:tab/>
        <w:t>1.013e0</w:t>
      </w:r>
    </w:p>
    <w:p w14:paraId="528BD852" w14:textId="77777777" w:rsidR="006D4449" w:rsidRDefault="006D4449" w:rsidP="006D4449">
      <w:r>
        <w:lastRenderedPageBreak/>
        <w:t>186.9591</w:t>
      </w:r>
      <w:r>
        <w:tab/>
        <w:t>1.013e0</w:t>
      </w:r>
    </w:p>
    <w:p w14:paraId="59F6A54B" w14:textId="77777777" w:rsidR="006D4449" w:rsidRDefault="006D4449" w:rsidP="006D4449">
      <w:r>
        <w:t>186.9656</w:t>
      </w:r>
      <w:r>
        <w:tab/>
        <w:t>1.013e0</w:t>
      </w:r>
    </w:p>
    <w:p w14:paraId="6630107A" w14:textId="77777777" w:rsidR="006D4449" w:rsidRDefault="006D4449" w:rsidP="006D4449">
      <w:r>
        <w:t>186.9672</w:t>
      </w:r>
      <w:r>
        <w:tab/>
        <w:t>3.038e0</w:t>
      </w:r>
    </w:p>
    <w:p w14:paraId="5CF4F72E" w14:textId="77777777" w:rsidR="006D4449" w:rsidRDefault="006D4449" w:rsidP="006D4449">
      <w:r>
        <w:t>186.9773</w:t>
      </w:r>
      <w:r>
        <w:tab/>
        <w:t>2.025e0</w:t>
      </w:r>
    </w:p>
    <w:p w14:paraId="3CBB77E7" w14:textId="77777777" w:rsidR="006D4449" w:rsidRDefault="006D4449" w:rsidP="006D4449">
      <w:r>
        <w:t>187.0068</w:t>
      </w:r>
      <w:r>
        <w:tab/>
        <w:t>3.038e0</w:t>
      </w:r>
    </w:p>
    <w:p w14:paraId="7EF3AABC" w14:textId="77777777" w:rsidR="006D4449" w:rsidRDefault="006D4449" w:rsidP="006D4449">
      <w:r>
        <w:t>187.0282</w:t>
      </w:r>
      <w:r>
        <w:tab/>
        <w:t>1.013e0</w:t>
      </w:r>
    </w:p>
    <w:p w14:paraId="64E9FBFC" w14:textId="77777777" w:rsidR="006D4449" w:rsidRDefault="006D4449" w:rsidP="006D4449">
      <w:r>
        <w:t>187.0350</w:t>
      </w:r>
      <w:r>
        <w:tab/>
        <w:t>2.025e0</w:t>
      </w:r>
    </w:p>
    <w:p w14:paraId="7F74DEF7" w14:textId="77777777" w:rsidR="006D4449" w:rsidRDefault="006D4449" w:rsidP="006D4449">
      <w:r>
        <w:t>187.0710</w:t>
      </w:r>
      <w:r>
        <w:tab/>
        <w:t>2.025e0</w:t>
      </w:r>
    </w:p>
    <w:p w14:paraId="419AA390" w14:textId="77777777" w:rsidR="006D4449" w:rsidRDefault="006D4449" w:rsidP="006D4449">
      <w:r>
        <w:t>187.0755</w:t>
      </w:r>
      <w:r>
        <w:tab/>
        <w:t>2.025e0</w:t>
      </w:r>
    </w:p>
    <w:p w14:paraId="6481B2A3" w14:textId="77777777" w:rsidR="006D4449" w:rsidRDefault="006D4449" w:rsidP="006D4449">
      <w:r>
        <w:t>187.0936</w:t>
      </w:r>
      <w:r>
        <w:tab/>
        <w:t>2.025e0</w:t>
      </w:r>
    </w:p>
    <w:p w14:paraId="5EAF038F" w14:textId="77777777" w:rsidR="006D4449" w:rsidRDefault="006D4449" w:rsidP="006D4449">
      <w:r>
        <w:t>187.1005</w:t>
      </w:r>
      <w:r>
        <w:tab/>
        <w:t>2.025e0</w:t>
      </w:r>
    </w:p>
    <w:p w14:paraId="7B2877D0" w14:textId="77777777" w:rsidR="006D4449" w:rsidRDefault="006D4449" w:rsidP="006D4449">
      <w:r>
        <w:t>187.1017</w:t>
      </w:r>
      <w:r>
        <w:tab/>
        <w:t>3.038e0</w:t>
      </w:r>
    </w:p>
    <w:p w14:paraId="5A8951DC" w14:textId="77777777" w:rsidR="006D4449" w:rsidRDefault="006D4449" w:rsidP="006D4449">
      <w:r>
        <w:t>187.1038</w:t>
      </w:r>
      <w:r>
        <w:tab/>
        <w:t>2.025e0</w:t>
      </w:r>
    </w:p>
    <w:p w14:paraId="611642F5" w14:textId="77777777" w:rsidR="006D4449" w:rsidRDefault="006D4449" w:rsidP="006D4449">
      <w:r>
        <w:t>187.1187</w:t>
      </w:r>
      <w:r>
        <w:tab/>
        <w:t>5.421e0</w:t>
      </w:r>
    </w:p>
    <w:p w14:paraId="2E138945" w14:textId="77777777" w:rsidR="006D4449" w:rsidRDefault="006D4449" w:rsidP="006D4449">
      <w:r>
        <w:t>187.1315</w:t>
      </w:r>
      <w:r>
        <w:tab/>
        <w:t>5.063e0</w:t>
      </w:r>
    </w:p>
    <w:p w14:paraId="3E85F4DB" w14:textId="77777777" w:rsidR="006D4449" w:rsidRDefault="006D4449" w:rsidP="006D4449">
      <w:r>
        <w:t>187.1337</w:t>
      </w:r>
      <w:r>
        <w:tab/>
        <w:t>1.013e0</w:t>
      </w:r>
    </w:p>
    <w:p w14:paraId="340F58C4" w14:textId="77777777" w:rsidR="006D4449" w:rsidRDefault="006D4449" w:rsidP="006D4449">
      <w:r>
        <w:t>187.1409</w:t>
      </w:r>
      <w:r>
        <w:tab/>
        <w:t>3.038e0</w:t>
      </w:r>
    </w:p>
    <w:p w14:paraId="4BCD1D8F" w14:textId="77777777" w:rsidR="006D4449" w:rsidRDefault="006D4449" w:rsidP="006D4449">
      <w:r>
        <w:t>187.1499</w:t>
      </w:r>
      <w:r>
        <w:tab/>
        <w:t>3.038e0</w:t>
      </w:r>
    </w:p>
    <w:p w14:paraId="16F3E64C" w14:textId="77777777" w:rsidR="006D4449" w:rsidRDefault="006D4449" w:rsidP="006D4449">
      <w:r>
        <w:t>187.1576</w:t>
      </w:r>
      <w:r>
        <w:tab/>
        <w:t>4.051e0</w:t>
      </w:r>
    </w:p>
    <w:p w14:paraId="25D6A1F1" w14:textId="77777777" w:rsidR="006D4449" w:rsidRDefault="006D4449" w:rsidP="006D4449">
      <w:r>
        <w:lastRenderedPageBreak/>
        <w:t>187.1809</w:t>
      </w:r>
      <w:r>
        <w:tab/>
        <w:t>1.013e0</w:t>
      </w:r>
    </w:p>
    <w:p w14:paraId="360F5419" w14:textId="77777777" w:rsidR="006D4449" w:rsidRDefault="006D4449" w:rsidP="006D4449">
      <w:r>
        <w:t>187.1947</w:t>
      </w:r>
      <w:r>
        <w:tab/>
        <w:t>1.013e0</w:t>
      </w:r>
    </w:p>
    <w:p w14:paraId="051A09BE" w14:textId="77777777" w:rsidR="006D4449" w:rsidRDefault="006D4449" w:rsidP="006D4449">
      <w:r>
        <w:t>187.2319</w:t>
      </w:r>
      <w:r>
        <w:tab/>
        <w:t>1.013e0</w:t>
      </w:r>
    </w:p>
    <w:p w14:paraId="52F47C83" w14:textId="77777777" w:rsidR="006D4449" w:rsidRDefault="006D4449" w:rsidP="006D4449">
      <w:r>
        <w:t>187.2428</w:t>
      </w:r>
      <w:r>
        <w:tab/>
        <w:t>2.025e0</w:t>
      </w:r>
    </w:p>
    <w:p w14:paraId="08599A2A" w14:textId="77777777" w:rsidR="006D4449" w:rsidRDefault="006D4449" w:rsidP="006D4449">
      <w:r>
        <w:t>187.2682</w:t>
      </w:r>
      <w:r>
        <w:tab/>
        <w:t>1.013e0</w:t>
      </w:r>
    </w:p>
    <w:p w14:paraId="707BF84C" w14:textId="77777777" w:rsidR="006D4449" w:rsidRDefault="006D4449" w:rsidP="006D4449">
      <w:r>
        <w:t>187.2755</w:t>
      </w:r>
      <w:r>
        <w:tab/>
        <w:t>1.013e0</w:t>
      </w:r>
    </w:p>
    <w:p w14:paraId="5EF180E8" w14:textId="77777777" w:rsidR="006D4449" w:rsidRDefault="006D4449" w:rsidP="006D4449">
      <w:r>
        <w:t>187.2809</w:t>
      </w:r>
      <w:r>
        <w:tab/>
        <w:t>3.038e0</w:t>
      </w:r>
    </w:p>
    <w:p w14:paraId="71EB2383" w14:textId="77777777" w:rsidR="006D4449" w:rsidRDefault="006D4449" w:rsidP="006D4449">
      <w:r>
        <w:t>187.3147</w:t>
      </w:r>
      <w:r>
        <w:tab/>
        <w:t>1.013e0</w:t>
      </w:r>
    </w:p>
    <w:p w14:paraId="64BE539F" w14:textId="77777777" w:rsidR="006D4449" w:rsidRDefault="006D4449" w:rsidP="006D4449">
      <w:r>
        <w:t>187.3202</w:t>
      </w:r>
      <w:r>
        <w:tab/>
        <w:t>2.025e0</w:t>
      </w:r>
    </w:p>
    <w:p w14:paraId="749ADE7D" w14:textId="77777777" w:rsidR="006D4449" w:rsidRDefault="006D4449" w:rsidP="006D4449">
      <w:r>
        <w:t>187.3810</w:t>
      </w:r>
      <w:r>
        <w:tab/>
        <w:t>1.013e0</w:t>
      </w:r>
    </w:p>
    <w:p w14:paraId="7456588B" w14:textId="77777777" w:rsidR="006D4449" w:rsidRDefault="006D4449" w:rsidP="006D4449">
      <w:r>
        <w:t>187.3999</w:t>
      </w:r>
      <w:r>
        <w:tab/>
        <w:t>3.038e0</w:t>
      </w:r>
    </w:p>
    <w:p w14:paraId="2F8FC582" w14:textId="77777777" w:rsidR="006D4449" w:rsidRDefault="006D4449" w:rsidP="006D4449">
      <w:r>
        <w:t>187.4220</w:t>
      </w:r>
      <w:r>
        <w:tab/>
        <w:t>2.025e0</w:t>
      </w:r>
    </w:p>
    <w:p w14:paraId="3998CD31" w14:textId="77777777" w:rsidR="006D4449" w:rsidRDefault="006D4449" w:rsidP="006D4449">
      <w:r>
        <w:t>187.4356</w:t>
      </w:r>
      <w:r>
        <w:tab/>
        <w:t>1.013e0</w:t>
      </w:r>
    </w:p>
    <w:p w14:paraId="360496C9" w14:textId="77777777" w:rsidR="006D4449" w:rsidRDefault="006D4449" w:rsidP="006D4449">
      <w:r>
        <w:t>187.4611</w:t>
      </w:r>
      <w:r>
        <w:tab/>
        <w:t>1.013e0</w:t>
      </w:r>
    </w:p>
    <w:p w14:paraId="69196985" w14:textId="77777777" w:rsidR="006D4449" w:rsidRDefault="006D4449" w:rsidP="006D4449">
      <w:r>
        <w:t>187.4912</w:t>
      </w:r>
      <w:r>
        <w:tab/>
        <w:t>2.025e0</w:t>
      </w:r>
    </w:p>
    <w:p w14:paraId="0EF1FE9E" w14:textId="77777777" w:rsidR="006D4449" w:rsidRDefault="006D4449" w:rsidP="006D4449">
      <w:r>
        <w:t>187.5011</w:t>
      </w:r>
      <w:r>
        <w:tab/>
        <w:t>1.013e0</w:t>
      </w:r>
    </w:p>
    <w:p w14:paraId="74C1AB11" w14:textId="77777777" w:rsidR="006D4449" w:rsidRDefault="006D4449" w:rsidP="006D4449">
      <w:r>
        <w:t>187.5028</w:t>
      </w:r>
      <w:r>
        <w:tab/>
        <w:t>3.038e0</w:t>
      </w:r>
    </w:p>
    <w:p w14:paraId="44CCA9CE" w14:textId="77777777" w:rsidR="006D4449" w:rsidRDefault="006D4449" w:rsidP="006D4449">
      <w:r>
        <w:t>187.5185</w:t>
      </w:r>
      <w:r>
        <w:tab/>
        <w:t>2.025e0</w:t>
      </w:r>
    </w:p>
    <w:p w14:paraId="7A9B1CC6" w14:textId="77777777" w:rsidR="006D4449" w:rsidRDefault="006D4449" w:rsidP="006D4449">
      <w:r>
        <w:t>187.5393</w:t>
      </w:r>
      <w:r>
        <w:tab/>
        <w:t>2.025e0</w:t>
      </w:r>
    </w:p>
    <w:p w14:paraId="2BABC913" w14:textId="77777777" w:rsidR="006D4449" w:rsidRDefault="006D4449" w:rsidP="006D4449">
      <w:r>
        <w:lastRenderedPageBreak/>
        <w:t>187.5404</w:t>
      </w:r>
      <w:r>
        <w:tab/>
        <w:t>1.013e0</w:t>
      </w:r>
    </w:p>
    <w:p w14:paraId="784D9C2A" w14:textId="77777777" w:rsidR="006D4449" w:rsidRDefault="006D4449" w:rsidP="006D4449">
      <w:r>
        <w:t>187.5630</w:t>
      </w:r>
      <w:r>
        <w:tab/>
        <w:t>1.013e0</w:t>
      </w:r>
    </w:p>
    <w:p w14:paraId="546CF549" w14:textId="77777777" w:rsidR="006D4449" w:rsidRDefault="006D4449" w:rsidP="006D4449">
      <w:r>
        <w:t>187.5695</w:t>
      </w:r>
      <w:r>
        <w:tab/>
        <w:t>1.013e0</w:t>
      </w:r>
    </w:p>
    <w:p w14:paraId="730ADF70" w14:textId="77777777" w:rsidR="006D4449" w:rsidRDefault="006D4449" w:rsidP="006D4449">
      <w:r>
        <w:t>187.5768</w:t>
      </w:r>
      <w:r>
        <w:tab/>
        <w:t>1.013e0</w:t>
      </w:r>
    </w:p>
    <w:p w14:paraId="032AB770" w14:textId="77777777" w:rsidR="006D4449" w:rsidRDefault="006D4449" w:rsidP="006D4449">
      <w:r>
        <w:t>187.5877</w:t>
      </w:r>
      <w:r>
        <w:tab/>
        <w:t>1.013e0</w:t>
      </w:r>
    </w:p>
    <w:p w14:paraId="18CBFEF5" w14:textId="77777777" w:rsidR="006D4449" w:rsidRDefault="006D4449" w:rsidP="006D4449">
      <w:r>
        <w:t>187.5921</w:t>
      </w:r>
      <w:r>
        <w:tab/>
        <w:t>1.013e0</w:t>
      </w:r>
    </w:p>
    <w:p w14:paraId="6500CA7B" w14:textId="77777777" w:rsidR="006D4449" w:rsidRDefault="006D4449" w:rsidP="006D4449">
      <w:r>
        <w:t>187.6168</w:t>
      </w:r>
      <w:r>
        <w:tab/>
        <w:t>1.013e0</w:t>
      </w:r>
    </w:p>
    <w:p w14:paraId="6A64BA7B" w14:textId="77777777" w:rsidR="006D4449" w:rsidRDefault="006D4449" w:rsidP="006D4449">
      <w:r>
        <w:t>187.6249</w:t>
      </w:r>
      <w:r>
        <w:tab/>
        <w:t>2.025e0</w:t>
      </w:r>
    </w:p>
    <w:p w14:paraId="3552ECCE" w14:textId="77777777" w:rsidR="006D4449" w:rsidRDefault="006D4449" w:rsidP="006D4449">
      <w:r>
        <w:t>187.6540</w:t>
      </w:r>
      <w:r>
        <w:tab/>
        <w:t>1.013e0</w:t>
      </w:r>
    </w:p>
    <w:p w14:paraId="495378CC" w14:textId="77777777" w:rsidR="006D4449" w:rsidRDefault="006D4449" w:rsidP="006D4449">
      <w:r>
        <w:t>187.6831</w:t>
      </w:r>
      <w:r>
        <w:tab/>
        <w:t>1.013e0</w:t>
      </w:r>
    </w:p>
    <w:p w14:paraId="224DFB69" w14:textId="77777777" w:rsidR="006D4449" w:rsidRDefault="006D4449" w:rsidP="006D4449">
      <w:r>
        <w:t>187.7193</w:t>
      </w:r>
      <w:r>
        <w:tab/>
        <w:t>3.038e0</w:t>
      </w:r>
    </w:p>
    <w:p w14:paraId="24B2A1B2" w14:textId="77777777" w:rsidR="006D4449" w:rsidRDefault="006D4449" w:rsidP="006D4449">
      <w:r>
        <w:t>187.7377</w:t>
      </w:r>
      <w:r>
        <w:tab/>
        <w:t>1.013e0</w:t>
      </w:r>
    </w:p>
    <w:p w14:paraId="73F1E621" w14:textId="77777777" w:rsidR="006D4449" w:rsidRDefault="006D4449" w:rsidP="006D4449">
      <w:r>
        <w:t>187.7552</w:t>
      </w:r>
      <w:r>
        <w:tab/>
        <w:t>1.013e0</w:t>
      </w:r>
    </w:p>
    <w:p w14:paraId="2216703C" w14:textId="77777777" w:rsidR="006D4449" w:rsidRDefault="006D4449" w:rsidP="006D4449">
      <w:r>
        <w:t>187.7807</w:t>
      </w:r>
      <w:r>
        <w:tab/>
        <w:t>1.013e0</w:t>
      </w:r>
    </w:p>
    <w:p w14:paraId="51DC652B" w14:textId="77777777" w:rsidR="006D4449" w:rsidRDefault="006D4449" w:rsidP="006D4449">
      <w:r>
        <w:t>187.7887</w:t>
      </w:r>
      <w:r>
        <w:tab/>
        <w:t>1.013e0</w:t>
      </w:r>
    </w:p>
    <w:p w14:paraId="0F220561" w14:textId="77777777" w:rsidR="006D4449" w:rsidRDefault="006D4449" w:rsidP="006D4449">
      <w:r>
        <w:t>187.7960</w:t>
      </w:r>
      <w:r>
        <w:tab/>
        <w:t>1.013e0</w:t>
      </w:r>
    </w:p>
    <w:p w14:paraId="27351D27" w14:textId="77777777" w:rsidR="006D4449" w:rsidRDefault="006D4449" w:rsidP="006D4449">
      <w:r>
        <w:t>187.8324</w:t>
      </w:r>
      <w:r>
        <w:tab/>
        <w:t>1.013e0</w:t>
      </w:r>
    </w:p>
    <w:p w14:paraId="3BAC1C83" w14:textId="77777777" w:rsidR="006D4449" w:rsidRDefault="006D4449" w:rsidP="006D4449">
      <w:r>
        <w:t>187.8361</w:t>
      </w:r>
      <w:r>
        <w:tab/>
        <w:t>1.013e0</w:t>
      </w:r>
    </w:p>
    <w:p w14:paraId="54CEA208" w14:textId="77777777" w:rsidR="006D4449" w:rsidRDefault="006D4449" w:rsidP="006D4449">
      <w:r>
        <w:t>187.8681</w:t>
      </w:r>
      <w:r>
        <w:tab/>
        <w:t>1.013e0</w:t>
      </w:r>
    </w:p>
    <w:p w14:paraId="162B01F2" w14:textId="77777777" w:rsidR="006D4449" w:rsidRDefault="006D4449" w:rsidP="006D4449">
      <w:r>
        <w:lastRenderedPageBreak/>
        <w:t>187.8899</w:t>
      </w:r>
      <w:r>
        <w:tab/>
        <w:t>1.013e0</w:t>
      </w:r>
    </w:p>
    <w:p w14:paraId="0AF6701E" w14:textId="77777777" w:rsidR="006D4449" w:rsidRDefault="006D4449" w:rsidP="006D4449">
      <w:r>
        <w:t>187.9271</w:t>
      </w:r>
      <w:r>
        <w:tab/>
        <w:t>2.025e0</w:t>
      </w:r>
    </w:p>
    <w:p w14:paraId="2B37E227" w14:textId="77777777" w:rsidR="006D4449" w:rsidRDefault="006D4449" w:rsidP="006D4449">
      <w:r>
        <w:t>187.9373</w:t>
      </w:r>
      <w:r>
        <w:tab/>
        <w:t>1.013e0</w:t>
      </w:r>
    </w:p>
    <w:p w14:paraId="19EBAEF0" w14:textId="77777777" w:rsidR="006D4449" w:rsidRDefault="006D4449" w:rsidP="006D4449">
      <w:r>
        <w:t>187.9409</w:t>
      </w:r>
      <w:r>
        <w:tab/>
        <w:t>1.013e0</w:t>
      </w:r>
    </w:p>
    <w:p w14:paraId="01A2EC95" w14:textId="77777777" w:rsidR="006D4449" w:rsidRDefault="006D4449" w:rsidP="006D4449">
      <w:r>
        <w:t>187.9709</w:t>
      </w:r>
      <w:r>
        <w:tab/>
        <w:t>1.013e0</w:t>
      </w:r>
    </w:p>
    <w:p w14:paraId="625AB6DD" w14:textId="77777777" w:rsidR="006D4449" w:rsidRDefault="006D4449" w:rsidP="006D4449">
      <w:r>
        <w:t>187.9745</w:t>
      </w:r>
      <w:r>
        <w:tab/>
        <w:t>1.013e0</w:t>
      </w:r>
    </w:p>
    <w:p w14:paraId="4D2638F7" w14:textId="77777777" w:rsidR="006D4449" w:rsidRDefault="006D4449" w:rsidP="006D4449">
      <w:r>
        <w:t>187.9818</w:t>
      </w:r>
      <w:r>
        <w:tab/>
        <w:t>1.013e0</w:t>
      </w:r>
    </w:p>
    <w:p w14:paraId="4E644AA0" w14:textId="77777777" w:rsidR="006D4449" w:rsidRDefault="006D4449" w:rsidP="006D4449">
      <w:r>
        <w:t>188.0109</w:t>
      </w:r>
      <w:r>
        <w:tab/>
        <w:t>3.038e0</w:t>
      </w:r>
    </w:p>
    <w:p w14:paraId="788FAF5E" w14:textId="77777777" w:rsidR="006D4449" w:rsidRDefault="006D4449" w:rsidP="006D4449">
      <w:r>
        <w:t>188.0211</w:t>
      </w:r>
      <w:r>
        <w:tab/>
        <w:t>1.013e0</w:t>
      </w:r>
    </w:p>
    <w:p w14:paraId="3B47A1C9" w14:textId="77777777" w:rsidR="006D4449" w:rsidRDefault="006D4449" w:rsidP="006D4449">
      <w:r>
        <w:t>188.0237</w:t>
      </w:r>
      <w:r>
        <w:tab/>
        <w:t>3.038e0</w:t>
      </w:r>
    </w:p>
    <w:p w14:paraId="46166094" w14:textId="77777777" w:rsidR="006D4449" w:rsidRDefault="006D4449" w:rsidP="006D4449">
      <w:r>
        <w:t>188.0401</w:t>
      </w:r>
      <w:r>
        <w:tab/>
        <w:t>1.013e0</w:t>
      </w:r>
    </w:p>
    <w:p w14:paraId="6383EF52" w14:textId="77777777" w:rsidR="006D4449" w:rsidRDefault="006D4449" w:rsidP="006D4449">
      <w:r>
        <w:t>188.0655</w:t>
      </w:r>
      <w:r>
        <w:tab/>
        <w:t>3.642e0</w:t>
      </w:r>
    </w:p>
    <w:p w14:paraId="578109A9" w14:textId="77777777" w:rsidR="006D4449" w:rsidRDefault="006D4449" w:rsidP="006D4449">
      <w:r>
        <w:t>188.0674</w:t>
      </w:r>
      <w:r>
        <w:tab/>
        <w:t>2.025e0</w:t>
      </w:r>
    </w:p>
    <w:p w14:paraId="0C5C6F51" w14:textId="77777777" w:rsidR="006D4449" w:rsidRDefault="006D4449" w:rsidP="006D4449">
      <w:r>
        <w:t>188.0935</w:t>
      </w:r>
      <w:r>
        <w:tab/>
        <w:t>3.038e1</w:t>
      </w:r>
    </w:p>
    <w:p w14:paraId="51271E83" w14:textId="77777777" w:rsidR="006D4449" w:rsidRDefault="006D4449" w:rsidP="006D4449">
      <w:r>
        <w:t>188.0948</w:t>
      </w:r>
      <w:r>
        <w:tab/>
        <w:t>2.695e1</w:t>
      </w:r>
    </w:p>
    <w:p w14:paraId="64CA683F" w14:textId="77777777" w:rsidR="006D4449" w:rsidRDefault="006D4449" w:rsidP="006D4449">
      <w:r>
        <w:t>188.0958</w:t>
      </w:r>
      <w:r>
        <w:tab/>
        <w:t>8.345e1</w:t>
      </w:r>
    </w:p>
    <w:p w14:paraId="440E1EDD" w14:textId="77777777" w:rsidR="006D4449" w:rsidRDefault="006D4449" w:rsidP="006D4449">
      <w:r>
        <w:t>188.1230</w:t>
      </w:r>
      <w:r>
        <w:tab/>
        <w:t>1.418e1</w:t>
      </w:r>
    </w:p>
    <w:p w14:paraId="6CC2E64A" w14:textId="77777777" w:rsidR="006D4449" w:rsidRDefault="006D4449" w:rsidP="006D4449">
      <w:r>
        <w:t>188.1318</w:t>
      </w:r>
      <w:r>
        <w:tab/>
        <w:t>2.189e1</w:t>
      </w:r>
    </w:p>
    <w:p w14:paraId="0C099534" w14:textId="77777777" w:rsidR="006D4449" w:rsidRDefault="006D4449" w:rsidP="006D4449">
      <w:r>
        <w:t>188.1340</w:t>
      </w:r>
      <w:r>
        <w:tab/>
        <w:t>1.194e1</w:t>
      </w:r>
    </w:p>
    <w:p w14:paraId="66ADAA27" w14:textId="77777777" w:rsidR="006D4449" w:rsidRDefault="006D4449" w:rsidP="006D4449">
      <w:r>
        <w:lastRenderedPageBreak/>
        <w:t>188.1593</w:t>
      </w:r>
      <w:r>
        <w:tab/>
        <w:t>3.663e0</w:t>
      </w:r>
    </w:p>
    <w:p w14:paraId="2F659833" w14:textId="77777777" w:rsidR="006D4449" w:rsidRDefault="006D4449" w:rsidP="006D4449">
      <w:r>
        <w:t>188.1640</w:t>
      </w:r>
      <w:r>
        <w:tab/>
        <w:t>4.442e0</w:t>
      </w:r>
    </w:p>
    <w:p w14:paraId="678CA3EF" w14:textId="77777777" w:rsidR="006D4449" w:rsidRDefault="006D4449" w:rsidP="006D4449">
      <w:r>
        <w:t>188.1832</w:t>
      </w:r>
      <w:r>
        <w:tab/>
        <w:t>2.025e0</w:t>
      </w:r>
    </w:p>
    <w:p w14:paraId="1979E5A3" w14:textId="77777777" w:rsidR="006D4449" w:rsidRDefault="006D4449" w:rsidP="006D4449">
      <w:r>
        <w:t>188.1931</w:t>
      </w:r>
      <w:r>
        <w:tab/>
        <w:t>1.013e0</w:t>
      </w:r>
    </w:p>
    <w:p w14:paraId="746B6193" w14:textId="77777777" w:rsidR="006D4449" w:rsidRDefault="006D4449" w:rsidP="006D4449">
      <w:r>
        <w:t>188.2186</w:t>
      </w:r>
      <w:r>
        <w:tab/>
        <w:t>1.013e0</w:t>
      </w:r>
    </w:p>
    <w:p w14:paraId="568B298E" w14:textId="77777777" w:rsidR="006D4449" w:rsidRDefault="006D4449" w:rsidP="006D4449">
      <w:r>
        <w:t>188.2314</w:t>
      </w:r>
      <w:r>
        <w:tab/>
        <w:t>2.025e0</w:t>
      </w:r>
    </w:p>
    <w:p w14:paraId="33C60ED1" w14:textId="77777777" w:rsidR="006D4449" w:rsidRDefault="006D4449" w:rsidP="006D4449">
      <w:r>
        <w:t>188.2510</w:t>
      </w:r>
      <w:r>
        <w:tab/>
        <w:t>2.025e0</w:t>
      </w:r>
    </w:p>
    <w:p w14:paraId="503346C9" w14:textId="77777777" w:rsidR="006D4449" w:rsidRDefault="006D4449" w:rsidP="006D4449">
      <w:r>
        <w:t>188.2816</w:t>
      </w:r>
      <w:r>
        <w:tab/>
        <w:t>2.025e0</w:t>
      </w:r>
    </w:p>
    <w:p w14:paraId="5A2F6535" w14:textId="77777777" w:rsidR="006D4449" w:rsidRDefault="006D4449" w:rsidP="006D4449">
      <w:r>
        <w:t>188.2879</w:t>
      </w:r>
      <w:r>
        <w:tab/>
        <w:t>3.038e0</w:t>
      </w:r>
    </w:p>
    <w:p w14:paraId="674A9A70" w14:textId="77777777" w:rsidR="006D4449" w:rsidRDefault="006D4449" w:rsidP="006D4449">
      <w:r>
        <w:t>188.3134</w:t>
      </w:r>
      <w:r>
        <w:tab/>
        <w:t>1.013e0</w:t>
      </w:r>
    </w:p>
    <w:p w14:paraId="3413A204" w14:textId="77777777" w:rsidR="006D4449" w:rsidRDefault="006D4449" w:rsidP="006D4449">
      <w:r>
        <w:t>188.3243</w:t>
      </w:r>
      <w:r>
        <w:tab/>
        <w:t>1.013e0</w:t>
      </w:r>
    </w:p>
    <w:p w14:paraId="703B396F" w14:textId="77777777" w:rsidR="006D4449" w:rsidRDefault="006D4449" w:rsidP="006D4449">
      <w:r>
        <w:t>188.3272</w:t>
      </w:r>
      <w:r>
        <w:tab/>
        <w:t>1.013e0</w:t>
      </w:r>
    </w:p>
    <w:p w14:paraId="2B174A31" w14:textId="77777777" w:rsidR="006D4449" w:rsidRDefault="006D4449" w:rsidP="006D4449">
      <w:r>
        <w:t>188.3418</w:t>
      </w:r>
      <w:r>
        <w:tab/>
        <w:t>1.013e0</w:t>
      </w:r>
    </w:p>
    <w:p w14:paraId="3785FED0" w14:textId="77777777" w:rsidR="006D4449" w:rsidRDefault="006D4449" w:rsidP="006D4449">
      <w:r>
        <w:t>188.3589</w:t>
      </w:r>
      <w:r>
        <w:tab/>
        <w:t>2.025e0</w:t>
      </w:r>
    </w:p>
    <w:p w14:paraId="2A8D3034" w14:textId="77777777" w:rsidR="006D4449" w:rsidRDefault="006D4449" w:rsidP="006D4449">
      <w:r>
        <w:t>188.3863</w:t>
      </w:r>
      <w:r>
        <w:tab/>
        <w:t>1.013e0</w:t>
      </w:r>
    </w:p>
    <w:p w14:paraId="057F0F0A" w14:textId="77777777" w:rsidR="006D4449" w:rsidRDefault="006D4449" w:rsidP="006D4449">
      <w:r>
        <w:t>188.4110</w:t>
      </w:r>
      <w:r>
        <w:tab/>
        <w:t>1.013e0</w:t>
      </w:r>
    </w:p>
    <w:p w14:paraId="7670A56E" w14:textId="77777777" w:rsidR="006D4449" w:rsidRDefault="006D4449" w:rsidP="006D4449">
      <w:r>
        <w:t>188.4483</w:t>
      </w:r>
      <w:r>
        <w:tab/>
        <w:t>1.013e0</w:t>
      </w:r>
    </w:p>
    <w:p w14:paraId="5A877302" w14:textId="77777777" w:rsidR="006D4449" w:rsidRDefault="006D4449" w:rsidP="006D4449">
      <w:r>
        <w:t>188.4616</w:t>
      </w:r>
      <w:r>
        <w:tab/>
        <w:t>3.038e0</w:t>
      </w:r>
    </w:p>
    <w:p w14:paraId="1953EBEB" w14:textId="77777777" w:rsidR="006D4449" w:rsidRDefault="006D4449" w:rsidP="006D4449">
      <w:r>
        <w:t>188.4774</w:t>
      </w:r>
      <w:r>
        <w:tab/>
        <w:t>1.013e0</w:t>
      </w:r>
    </w:p>
    <w:p w14:paraId="438E6831" w14:textId="77777777" w:rsidR="006D4449" w:rsidRDefault="006D4449" w:rsidP="006D4449">
      <w:r>
        <w:lastRenderedPageBreak/>
        <w:t>188.4876</w:t>
      </w:r>
      <w:r>
        <w:tab/>
        <w:t>1.013e0</w:t>
      </w:r>
    </w:p>
    <w:p w14:paraId="49400720" w14:textId="77777777" w:rsidR="006D4449" w:rsidRDefault="006D4449" w:rsidP="006D4449">
      <w:r>
        <w:t>188.5175</w:t>
      </w:r>
      <w:r>
        <w:tab/>
        <w:t>1.013e0</w:t>
      </w:r>
    </w:p>
    <w:p w14:paraId="385E42F9" w14:textId="77777777" w:rsidR="006D4449" w:rsidRDefault="006D4449" w:rsidP="006D4449">
      <w:r>
        <w:t>188.5248</w:t>
      </w:r>
      <w:r>
        <w:tab/>
        <w:t>1.013e0</w:t>
      </w:r>
    </w:p>
    <w:p w14:paraId="133C16F6" w14:textId="77777777" w:rsidR="006D4449" w:rsidRDefault="006D4449" w:rsidP="006D4449">
      <w:r>
        <w:t>188.5496</w:t>
      </w:r>
      <w:r>
        <w:tab/>
        <w:t>1.013e0</w:t>
      </w:r>
    </w:p>
    <w:p w14:paraId="0349A04E" w14:textId="77777777" w:rsidR="006D4449" w:rsidRDefault="006D4449" w:rsidP="006D4449">
      <w:r>
        <w:t>188.5768</w:t>
      </w:r>
      <w:r>
        <w:tab/>
        <w:t>3.038e0</w:t>
      </w:r>
    </w:p>
    <w:p w14:paraId="3A978802" w14:textId="77777777" w:rsidR="006D4449" w:rsidRDefault="006D4449" w:rsidP="006D4449">
      <w:r>
        <w:t>188.5795</w:t>
      </w:r>
      <w:r>
        <w:tab/>
        <w:t>1.013e0</w:t>
      </w:r>
    </w:p>
    <w:p w14:paraId="62498CFE" w14:textId="77777777" w:rsidR="006D4449" w:rsidRDefault="006D4449" w:rsidP="006D4449">
      <w:r>
        <w:t>188.5846</w:t>
      </w:r>
      <w:r>
        <w:tab/>
        <w:t>4.051e0</w:t>
      </w:r>
    </w:p>
    <w:p w14:paraId="3AB2DC11" w14:textId="77777777" w:rsidR="006D4449" w:rsidRDefault="006D4449" w:rsidP="006D4449">
      <w:r>
        <w:t>188.6014</w:t>
      </w:r>
      <w:r>
        <w:tab/>
        <w:t>2.025e0</w:t>
      </w:r>
    </w:p>
    <w:p w14:paraId="7AB15250" w14:textId="77777777" w:rsidR="006D4449" w:rsidRDefault="006D4449" w:rsidP="006D4449">
      <w:r>
        <w:t>188.6196</w:t>
      </w:r>
      <w:r>
        <w:tab/>
        <w:t>1.013e0</w:t>
      </w:r>
    </w:p>
    <w:p w14:paraId="7FAFB49B" w14:textId="77777777" w:rsidR="006D4449" w:rsidRDefault="006D4449" w:rsidP="006D4449">
      <w:r>
        <w:t>188.6488</w:t>
      </w:r>
      <w:r>
        <w:tab/>
        <w:t>1.013e0</w:t>
      </w:r>
    </w:p>
    <w:p w14:paraId="12B08DBB" w14:textId="77777777" w:rsidR="006D4449" w:rsidRDefault="006D4449" w:rsidP="006D4449">
      <w:r>
        <w:t>188.6561</w:t>
      </w:r>
      <w:r>
        <w:tab/>
        <w:t>1.013e0</w:t>
      </w:r>
    </w:p>
    <w:p w14:paraId="1A39F64F" w14:textId="77777777" w:rsidR="006D4449" w:rsidRDefault="006D4449" w:rsidP="006D4449">
      <w:r>
        <w:t>188.6670</w:t>
      </w:r>
      <w:r>
        <w:tab/>
        <w:t>1.013e0</w:t>
      </w:r>
    </w:p>
    <w:p w14:paraId="3CAAF118" w14:textId="77777777" w:rsidR="006D4449" w:rsidRDefault="006D4449" w:rsidP="006D4449">
      <w:r>
        <w:t>188.6681</w:t>
      </w:r>
      <w:r>
        <w:tab/>
        <w:t>2.025e0</w:t>
      </w:r>
    </w:p>
    <w:p w14:paraId="04EFE8A2" w14:textId="77777777" w:rsidR="006D4449" w:rsidRDefault="006D4449" w:rsidP="006D4449">
      <w:r>
        <w:t>188.6735</w:t>
      </w:r>
      <w:r>
        <w:tab/>
        <w:t>1.013e0</w:t>
      </w:r>
    </w:p>
    <w:p w14:paraId="02BC4A33" w14:textId="77777777" w:rsidR="006D4449" w:rsidRDefault="006D4449" w:rsidP="006D4449">
      <w:r>
        <w:t>188.6990</w:t>
      </w:r>
      <w:r>
        <w:tab/>
        <w:t>1.013e0</w:t>
      </w:r>
    </w:p>
    <w:p w14:paraId="0C77349D" w14:textId="77777777" w:rsidR="006D4449" w:rsidRDefault="006D4449" w:rsidP="006D4449">
      <w:r>
        <w:t>188.7046</w:t>
      </w:r>
      <w:r>
        <w:tab/>
        <w:t>2.025e0</w:t>
      </w:r>
    </w:p>
    <w:p w14:paraId="542A1359" w14:textId="77777777" w:rsidR="006D4449" w:rsidRDefault="006D4449" w:rsidP="006D4449">
      <w:r>
        <w:t>188.7108</w:t>
      </w:r>
      <w:r>
        <w:tab/>
        <w:t>1.013e0</w:t>
      </w:r>
    </w:p>
    <w:p w14:paraId="6D352386" w14:textId="77777777" w:rsidR="006D4449" w:rsidRDefault="006D4449" w:rsidP="006D4449">
      <w:r>
        <w:t>188.7217</w:t>
      </w:r>
      <w:r>
        <w:tab/>
        <w:t>1.013e0</w:t>
      </w:r>
    </w:p>
    <w:p w14:paraId="2AA0B34F" w14:textId="77777777" w:rsidR="006D4449" w:rsidRDefault="006D4449" w:rsidP="006D4449">
      <w:r>
        <w:t>188.7246</w:t>
      </w:r>
      <w:r>
        <w:tab/>
        <w:t>1.013e0</w:t>
      </w:r>
    </w:p>
    <w:p w14:paraId="720B9944" w14:textId="77777777" w:rsidR="006D4449" w:rsidRDefault="006D4449" w:rsidP="006D4449">
      <w:r>
        <w:lastRenderedPageBreak/>
        <w:t>188.7904</w:t>
      </w:r>
      <w:r>
        <w:tab/>
        <w:t>1.013e0</w:t>
      </w:r>
    </w:p>
    <w:p w14:paraId="4203AF0D" w14:textId="77777777" w:rsidR="006D4449" w:rsidRDefault="006D4449" w:rsidP="006D4449">
      <w:r>
        <w:t>188.8058</w:t>
      </w:r>
      <w:r>
        <w:tab/>
        <w:t>1.013e0</w:t>
      </w:r>
    </w:p>
    <w:p w14:paraId="225F6E8D" w14:textId="77777777" w:rsidR="006D4449" w:rsidRDefault="006D4449" w:rsidP="006D4449">
      <w:r>
        <w:t>188.8497</w:t>
      </w:r>
      <w:r>
        <w:tab/>
        <w:t>1.013e0</w:t>
      </w:r>
    </w:p>
    <w:p w14:paraId="4220CF1F" w14:textId="77777777" w:rsidR="006D4449" w:rsidRDefault="006D4449" w:rsidP="006D4449">
      <w:r>
        <w:t>188.8570</w:t>
      </w:r>
      <w:r>
        <w:tab/>
        <w:t>1.013e0</w:t>
      </w:r>
    </w:p>
    <w:p w14:paraId="7FB69F11" w14:textId="77777777" w:rsidR="006D4449" w:rsidRDefault="006D4449" w:rsidP="006D4449">
      <w:r>
        <w:t>188.8863</w:t>
      </w:r>
      <w:r>
        <w:tab/>
        <w:t>1.013e0</w:t>
      </w:r>
    </w:p>
    <w:p w14:paraId="1C0141F8" w14:textId="77777777" w:rsidR="006D4449" w:rsidRDefault="006D4449" w:rsidP="006D4449">
      <w:r>
        <w:t>188.9284</w:t>
      </w:r>
      <w:r>
        <w:tab/>
        <w:t>2.025e0</w:t>
      </w:r>
    </w:p>
    <w:p w14:paraId="774C850E" w14:textId="77777777" w:rsidR="006D4449" w:rsidRDefault="006D4449" w:rsidP="006D4449">
      <w:r>
        <w:t>188.9441</w:t>
      </w:r>
      <w:r>
        <w:tab/>
        <w:t>1.013e0</w:t>
      </w:r>
    </w:p>
    <w:p w14:paraId="4D99729B" w14:textId="77777777" w:rsidR="006D4449" w:rsidRDefault="006D4449" w:rsidP="006D4449">
      <w:r>
        <w:t>188.9624</w:t>
      </w:r>
      <w:r>
        <w:tab/>
        <w:t>2.025e0</w:t>
      </w:r>
    </w:p>
    <w:p w14:paraId="12CE7C5A" w14:textId="77777777" w:rsidR="006D4449" w:rsidRDefault="006D4449" w:rsidP="006D4449">
      <w:r>
        <w:t>188.9669</w:t>
      </w:r>
      <w:r>
        <w:tab/>
        <w:t>1.013e0</w:t>
      </w:r>
    </w:p>
    <w:p w14:paraId="16854C95" w14:textId="77777777" w:rsidR="006D4449" w:rsidRDefault="006D4449" w:rsidP="006D4449">
      <w:r>
        <w:t>188.9816</w:t>
      </w:r>
      <w:r>
        <w:tab/>
        <w:t>2.025e0</w:t>
      </w:r>
    </w:p>
    <w:p w14:paraId="12D7B956" w14:textId="77777777" w:rsidR="006D4449" w:rsidRDefault="006D4449" w:rsidP="006D4449">
      <w:r>
        <w:t>188.9972</w:t>
      </w:r>
      <w:r>
        <w:tab/>
        <w:t>8.090e0</w:t>
      </w:r>
    </w:p>
    <w:p w14:paraId="78EDDD79" w14:textId="77777777" w:rsidR="006D4449" w:rsidRDefault="006D4449" w:rsidP="006D4449">
      <w:r>
        <w:t>189.0100</w:t>
      </w:r>
      <w:r>
        <w:tab/>
        <w:t>1.013e0</w:t>
      </w:r>
    </w:p>
    <w:p w14:paraId="585664DD" w14:textId="77777777" w:rsidR="006D4449" w:rsidRDefault="006D4449" w:rsidP="006D4449">
      <w:r>
        <w:t>189.0173</w:t>
      </w:r>
      <w:r>
        <w:tab/>
        <w:t>1.013e0</w:t>
      </w:r>
    </w:p>
    <w:p w14:paraId="05686082" w14:textId="77777777" w:rsidR="006D4449" w:rsidRDefault="006D4449" w:rsidP="006D4449">
      <w:r>
        <w:t>189.0291</w:t>
      </w:r>
      <w:r>
        <w:tab/>
        <w:t>1.013e0</w:t>
      </w:r>
    </w:p>
    <w:p w14:paraId="104B1620" w14:textId="77777777" w:rsidR="006D4449" w:rsidRDefault="006D4449" w:rsidP="006D4449">
      <w:r>
        <w:t>189.0320</w:t>
      </w:r>
      <w:r>
        <w:tab/>
        <w:t>1.013e0</w:t>
      </w:r>
    </w:p>
    <w:p w14:paraId="2B9C7443" w14:textId="77777777" w:rsidR="006D4449" w:rsidRDefault="006D4449" w:rsidP="006D4449">
      <w:r>
        <w:t>189.0627</w:t>
      </w:r>
      <w:r>
        <w:tab/>
        <w:t>3.038e0</w:t>
      </w:r>
    </w:p>
    <w:p w14:paraId="2C24EF61" w14:textId="77777777" w:rsidR="006D4449" w:rsidRDefault="006D4449" w:rsidP="006D4449">
      <w:r>
        <w:t>189.0639</w:t>
      </w:r>
      <w:r>
        <w:tab/>
        <w:t>2.025e0</w:t>
      </w:r>
    </w:p>
    <w:p w14:paraId="20002931" w14:textId="77777777" w:rsidR="006D4449" w:rsidRDefault="006D4449" w:rsidP="006D4449">
      <w:r>
        <w:t>189.0723</w:t>
      </w:r>
      <w:r>
        <w:tab/>
        <w:t>1.013e0</w:t>
      </w:r>
    </w:p>
    <w:p w14:paraId="4139052F" w14:textId="77777777" w:rsidR="006D4449" w:rsidRDefault="006D4449" w:rsidP="006D4449">
      <w:r>
        <w:t>189.0796</w:t>
      </w:r>
      <w:r>
        <w:tab/>
        <w:t>4.051e0</w:t>
      </w:r>
    </w:p>
    <w:p w14:paraId="4388A162" w14:textId="77777777" w:rsidR="006D4449" w:rsidRDefault="006D4449" w:rsidP="006D4449">
      <w:r>
        <w:lastRenderedPageBreak/>
        <w:t>189.0842</w:t>
      </w:r>
      <w:r>
        <w:tab/>
        <w:t>3.038e0</w:t>
      </w:r>
    </w:p>
    <w:p w14:paraId="6BA4071D" w14:textId="77777777" w:rsidR="006D4449" w:rsidRDefault="006D4449" w:rsidP="006D4449">
      <w:r>
        <w:t>189.0942</w:t>
      </w:r>
      <w:r>
        <w:tab/>
        <w:t>5.120e0</w:t>
      </w:r>
    </w:p>
    <w:p w14:paraId="0EB1CD90" w14:textId="77777777" w:rsidR="006D4449" w:rsidRDefault="006D4449" w:rsidP="006D4449">
      <w:r>
        <w:t>189.0985</w:t>
      </w:r>
      <w:r>
        <w:tab/>
        <w:t>8.063e0</w:t>
      </w:r>
    </w:p>
    <w:p w14:paraId="5627C1B0" w14:textId="77777777" w:rsidR="006D4449" w:rsidRDefault="006D4449" w:rsidP="006D4449">
      <w:r>
        <w:t>189.1023</w:t>
      </w:r>
      <w:r>
        <w:tab/>
        <w:t>3.038e0</w:t>
      </w:r>
    </w:p>
    <w:p w14:paraId="4E3E5581" w14:textId="77777777" w:rsidR="006D4449" w:rsidRDefault="006D4449" w:rsidP="006D4449">
      <w:r>
        <w:t>189.1089</w:t>
      </w:r>
      <w:r>
        <w:tab/>
        <w:t>3.038e0</w:t>
      </w:r>
    </w:p>
    <w:p w14:paraId="4863042A" w14:textId="77777777" w:rsidR="006D4449" w:rsidRDefault="006D4449" w:rsidP="006D4449">
      <w:r>
        <w:t>189.1236</w:t>
      </w:r>
      <w:r>
        <w:tab/>
        <w:t>2.025e0</w:t>
      </w:r>
    </w:p>
    <w:p w14:paraId="19A391FB" w14:textId="77777777" w:rsidR="006D4449" w:rsidRDefault="006D4449" w:rsidP="006D4449">
      <w:r>
        <w:t>189.1330</w:t>
      </w:r>
      <w:r>
        <w:tab/>
        <w:t>7.089e0</w:t>
      </w:r>
    </w:p>
    <w:p w14:paraId="3324120A" w14:textId="77777777" w:rsidR="006D4449" w:rsidRDefault="006D4449" w:rsidP="006D4449">
      <w:r>
        <w:t>189.1379</w:t>
      </w:r>
      <w:r>
        <w:tab/>
        <w:t>5.063e0</w:t>
      </w:r>
    </w:p>
    <w:p w14:paraId="09D4EAE5" w14:textId="77777777" w:rsidR="006D4449" w:rsidRDefault="006D4449" w:rsidP="006D4449">
      <w:r>
        <w:t>189.1427</w:t>
      </w:r>
      <w:r>
        <w:tab/>
        <w:t>1.013e0</w:t>
      </w:r>
    </w:p>
    <w:p w14:paraId="4843FDD3" w14:textId="77777777" w:rsidR="006D4449" w:rsidRDefault="006D4449" w:rsidP="006D4449">
      <w:r>
        <w:t>189.1455</w:t>
      </w:r>
      <w:r>
        <w:tab/>
        <w:t>2.025e0</w:t>
      </w:r>
    </w:p>
    <w:p w14:paraId="736D6F0D" w14:textId="77777777" w:rsidR="006D4449" w:rsidRDefault="006D4449" w:rsidP="006D4449">
      <w:r>
        <w:t>189.1474</w:t>
      </w:r>
      <w:r>
        <w:tab/>
        <w:t>2.025e0</w:t>
      </w:r>
    </w:p>
    <w:p w14:paraId="484A390A" w14:textId="77777777" w:rsidR="006D4449" w:rsidRDefault="006D4449" w:rsidP="006D4449">
      <w:r>
        <w:t>189.1627</w:t>
      </w:r>
      <w:r>
        <w:tab/>
        <w:t>2.025e0</w:t>
      </w:r>
    </w:p>
    <w:p w14:paraId="627AFD16" w14:textId="77777777" w:rsidR="006D4449" w:rsidRDefault="006D4449" w:rsidP="006D4449">
      <w:r>
        <w:t>189.1859</w:t>
      </w:r>
      <w:r>
        <w:tab/>
        <w:t>1.013e0</w:t>
      </w:r>
    </w:p>
    <w:p w14:paraId="234C27A2" w14:textId="77777777" w:rsidR="006D4449" w:rsidRDefault="006D4449" w:rsidP="006D4449">
      <w:r>
        <w:t>189.1903</w:t>
      </w:r>
      <w:r>
        <w:tab/>
        <w:t>1.013e0</w:t>
      </w:r>
    </w:p>
    <w:p w14:paraId="3B99483F" w14:textId="77777777" w:rsidR="006D4449" w:rsidRDefault="006D4449" w:rsidP="006D4449">
      <w:r>
        <w:t>189.1932</w:t>
      </w:r>
      <w:r>
        <w:tab/>
        <w:t>1.013e0</w:t>
      </w:r>
    </w:p>
    <w:p w14:paraId="02755CED" w14:textId="77777777" w:rsidR="006D4449" w:rsidRDefault="006D4449" w:rsidP="006D4449">
      <w:r>
        <w:t>189.2050</w:t>
      </w:r>
      <w:r>
        <w:tab/>
        <w:t>1.013e0</w:t>
      </w:r>
    </w:p>
    <w:p w14:paraId="6B7AA0E0" w14:textId="77777777" w:rsidR="006D4449" w:rsidRDefault="006D4449" w:rsidP="006D4449">
      <w:r>
        <w:t>189.2197</w:t>
      </w:r>
      <w:r>
        <w:tab/>
        <w:t>1.013e0</w:t>
      </w:r>
    </w:p>
    <w:p w14:paraId="5A7A94BB" w14:textId="77777777" w:rsidR="006D4449" w:rsidRDefault="006D4449" w:rsidP="006D4449">
      <w:r>
        <w:t>189.2270</w:t>
      </w:r>
      <w:r>
        <w:tab/>
        <w:t>1.013e0</w:t>
      </w:r>
    </w:p>
    <w:p w14:paraId="2BA8B54F" w14:textId="77777777" w:rsidR="006D4449" w:rsidRDefault="006D4449" w:rsidP="006D4449">
      <w:r>
        <w:t>189.2343</w:t>
      </w:r>
      <w:r>
        <w:tab/>
        <w:t>1.013e0</w:t>
      </w:r>
    </w:p>
    <w:p w14:paraId="02405658" w14:textId="77777777" w:rsidR="006D4449" w:rsidRDefault="006D4449" w:rsidP="006D4449">
      <w:r>
        <w:lastRenderedPageBreak/>
        <w:t>189.2482</w:t>
      </w:r>
      <w:r>
        <w:tab/>
        <w:t>1.013e0</w:t>
      </w:r>
    </w:p>
    <w:p w14:paraId="793D1BBF" w14:textId="77777777" w:rsidR="006D4449" w:rsidRDefault="006D4449" w:rsidP="006D4449">
      <w:r>
        <w:t>189.2625</w:t>
      </w:r>
      <w:r>
        <w:tab/>
        <w:t>4.051e0</w:t>
      </w:r>
    </w:p>
    <w:p w14:paraId="385E6DEB" w14:textId="77777777" w:rsidR="006D4449" w:rsidRDefault="006D4449" w:rsidP="006D4449">
      <w:r>
        <w:t>189.2847</w:t>
      </w:r>
      <w:r>
        <w:tab/>
        <w:t>1.013e0</w:t>
      </w:r>
    </w:p>
    <w:p w14:paraId="19ABA0C6" w14:textId="77777777" w:rsidR="006D4449" w:rsidRDefault="006D4449" w:rsidP="006D4449">
      <w:r>
        <w:t>189.2884</w:t>
      </w:r>
      <w:r>
        <w:tab/>
        <w:t>1.013e0</w:t>
      </w:r>
    </w:p>
    <w:p w14:paraId="68437B95" w14:textId="77777777" w:rsidR="006D4449" w:rsidRDefault="006D4449" w:rsidP="006D4449">
      <w:r>
        <w:t>189.3038</w:t>
      </w:r>
      <w:r>
        <w:tab/>
        <w:t>1.013e0</w:t>
      </w:r>
    </w:p>
    <w:p w14:paraId="7FE8F10C" w14:textId="77777777" w:rsidR="006D4449" w:rsidRDefault="006D4449" w:rsidP="006D4449">
      <w:r>
        <w:t>189.3066</w:t>
      </w:r>
      <w:r>
        <w:tab/>
        <w:t>2.025e0</w:t>
      </w:r>
    </w:p>
    <w:p w14:paraId="2674451C" w14:textId="77777777" w:rsidR="006D4449" w:rsidRDefault="006D4449" w:rsidP="006D4449">
      <w:r>
        <w:t>189.3184</w:t>
      </w:r>
      <w:r>
        <w:tab/>
        <w:t>1.013e0</w:t>
      </w:r>
    </w:p>
    <w:p w14:paraId="558BFE70" w14:textId="77777777" w:rsidR="006D4449" w:rsidRDefault="006D4449" w:rsidP="006D4449">
      <w:r>
        <w:t>189.3257</w:t>
      </w:r>
      <w:r>
        <w:tab/>
        <w:t>2.025e0</w:t>
      </w:r>
    </w:p>
    <w:p w14:paraId="76AD0286" w14:textId="77777777" w:rsidR="006D4449" w:rsidRDefault="006D4449" w:rsidP="006D4449">
      <w:r>
        <w:t>189.3494</w:t>
      </w:r>
      <w:r>
        <w:tab/>
        <w:t>2.025e0</w:t>
      </w:r>
    </w:p>
    <w:p w14:paraId="6646C7D6" w14:textId="77777777" w:rsidR="006D4449" w:rsidRDefault="006D4449" w:rsidP="006D4449">
      <w:r>
        <w:t>189.3632</w:t>
      </w:r>
      <w:r>
        <w:tab/>
        <w:t>2.025e0</w:t>
      </w:r>
    </w:p>
    <w:p w14:paraId="446D5201" w14:textId="77777777" w:rsidR="006D4449" w:rsidRDefault="006D4449" w:rsidP="006D4449">
      <w:r>
        <w:t>189.3727</w:t>
      </w:r>
      <w:r>
        <w:tab/>
        <w:t>2.025e0</w:t>
      </w:r>
    </w:p>
    <w:p w14:paraId="30EFD478" w14:textId="77777777" w:rsidR="006D4449" w:rsidRDefault="006D4449" w:rsidP="006D4449">
      <w:r>
        <w:t>189.3804</w:t>
      </w:r>
      <w:r>
        <w:tab/>
        <w:t>1.013e0</w:t>
      </w:r>
    </w:p>
    <w:p w14:paraId="7BB6CCD7" w14:textId="77777777" w:rsidR="006D4449" w:rsidRDefault="006D4449" w:rsidP="006D4449">
      <w:r>
        <w:t>189.3854</w:t>
      </w:r>
      <w:r>
        <w:tab/>
        <w:t>4.051e0</w:t>
      </w:r>
    </w:p>
    <w:p w14:paraId="2EDD5EB9" w14:textId="77777777" w:rsidR="006D4449" w:rsidRDefault="006D4449" w:rsidP="006D4449">
      <w:r>
        <w:t>189.4078</w:t>
      </w:r>
      <w:r>
        <w:tab/>
        <w:t>2.025e0</w:t>
      </w:r>
    </w:p>
    <w:p w14:paraId="7D87BA8B" w14:textId="77777777" w:rsidR="006D4449" w:rsidRDefault="006D4449" w:rsidP="006D4449">
      <w:r>
        <w:t>189.4526</w:t>
      </w:r>
      <w:r>
        <w:tab/>
        <w:t>1.013e0</w:t>
      </w:r>
    </w:p>
    <w:p w14:paraId="5B0C5072" w14:textId="77777777" w:rsidR="006D4449" w:rsidRDefault="006D4449" w:rsidP="006D4449">
      <w:r>
        <w:t>189.4673</w:t>
      </w:r>
      <w:r>
        <w:tab/>
        <w:t>2.025e0</w:t>
      </w:r>
    </w:p>
    <w:p w14:paraId="0276F943" w14:textId="77777777" w:rsidR="006D4449" w:rsidRDefault="006D4449" w:rsidP="006D4449">
      <w:r>
        <w:t>189.4772</w:t>
      </w:r>
      <w:r>
        <w:tab/>
        <w:t>2.025e0</w:t>
      </w:r>
    </w:p>
    <w:p w14:paraId="29453CA2" w14:textId="77777777" w:rsidR="006D4449" w:rsidRDefault="006D4449" w:rsidP="006D4449">
      <w:r>
        <w:t>189.4918</w:t>
      </w:r>
      <w:r>
        <w:tab/>
        <w:t>2.025e0</w:t>
      </w:r>
    </w:p>
    <w:p w14:paraId="6033DCA8" w14:textId="77777777" w:rsidR="006D4449" w:rsidRDefault="006D4449" w:rsidP="006D4449">
      <w:r>
        <w:t>189.5001</w:t>
      </w:r>
      <w:r>
        <w:tab/>
        <w:t>1.013e0</w:t>
      </w:r>
    </w:p>
    <w:p w14:paraId="40A506A7" w14:textId="77777777" w:rsidR="006D4449" w:rsidRDefault="006D4449" w:rsidP="006D4449">
      <w:r>
        <w:lastRenderedPageBreak/>
        <w:t>189.5119</w:t>
      </w:r>
      <w:r>
        <w:tab/>
        <w:t>1.013e0</w:t>
      </w:r>
    </w:p>
    <w:p w14:paraId="15FD048B" w14:textId="77777777" w:rsidR="006D4449" w:rsidRDefault="006D4449" w:rsidP="006D4449">
      <w:r>
        <w:t>189.5330</w:t>
      </w:r>
      <w:r>
        <w:tab/>
        <w:t>1.013e0</w:t>
      </w:r>
    </w:p>
    <w:p w14:paraId="26A4141A" w14:textId="77777777" w:rsidR="006D4449" w:rsidRDefault="006D4449" w:rsidP="006D4449">
      <w:r>
        <w:t>189.5448</w:t>
      </w:r>
      <w:r>
        <w:tab/>
        <w:t>1.013e0</w:t>
      </w:r>
    </w:p>
    <w:p w14:paraId="7FA3E77B" w14:textId="77777777" w:rsidR="006D4449" w:rsidRDefault="006D4449" w:rsidP="006D4449">
      <w:r>
        <w:t>189.5521</w:t>
      </w:r>
      <w:r>
        <w:tab/>
        <w:t>2.025e0</w:t>
      </w:r>
    </w:p>
    <w:p w14:paraId="4DF4692C" w14:textId="77777777" w:rsidR="006D4449" w:rsidRDefault="006D4449" w:rsidP="006D4449">
      <w:r>
        <w:t>189.5850</w:t>
      </w:r>
      <w:r>
        <w:tab/>
        <w:t>1.013e0</w:t>
      </w:r>
    </w:p>
    <w:p w14:paraId="347390D5" w14:textId="77777777" w:rsidR="006D4449" w:rsidRDefault="006D4449" w:rsidP="006D4449">
      <w:r>
        <w:t>189.5886</w:t>
      </w:r>
      <w:r>
        <w:tab/>
        <w:t>1.013e0</w:t>
      </w:r>
    </w:p>
    <w:p w14:paraId="5087F8AB" w14:textId="77777777" w:rsidR="006D4449" w:rsidRDefault="006D4449" w:rsidP="006D4449">
      <w:r>
        <w:t>189.5951</w:t>
      </w:r>
      <w:r>
        <w:tab/>
        <w:t>2.025e0</w:t>
      </w:r>
    </w:p>
    <w:p w14:paraId="0B5BA84B" w14:textId="77777777" w:rsidR="006D4449" w:rsidRDefault="006D4449" w:rsidP="006D4449">
      <w:r>
        <w:t>189.6215</w:t>
      </w:r>
      <w:r>
        <w:tab/>
        <w:t>1.013e0</w:t>
      </w:r>
    </w:p>
    <w:p w14:paraId="5653F580" w14:textId="77777777" w:rsidR="006D4449" w:rsidRDefault="006D4449" w:rsidP="006D4449">
      <w:r>
        <w:t>189.6536</w:t>
      </w:r>
      <w:r>
        <w:tab/>
        <w:t>2.025e0</w:t>
      </w:r>
    </w:p>
    <w:p w14:paraId="6DFE0870" w14:textId="77777777" w:rsidR="006D4449" w:rsidRDefault="006D4449" w:rsidP="006D4449">
      <w:r>
        <w:t>189.6800</w:t>
      </w:r>
      <w:r>
        <w:tab/>
        <w:t>1.013e0</w:t>
      </w:r>
    </w:p>
    <w:p w14:paraId="4596A1D4" w14:textId="77777777" w:rsidR="006D4449" w:rsidRDefault="006D4449" w:rsidP="006D4449">
      <w:r>
        <w:t>189.6837</w:t>
      </w:r>
      <w:r>
        <w:tab/>
        <w:t>1.013e0</w:t>
      </w:r>
    </w:p>
    <w:p w14:paraId="3ECB26A5" w14:textId="77777777" w:rsidR="006D4449" w:rsidRDefault="006D4449" w:rsidP="006D4449">
      <w:r>
        <w:t>189.7130</w:t>
      </w:r>
      <w:r>
        <w:tab/>
        <w:t>2.025e0</w:t>
      </w:r>
    </w:p>
    <w:p w14:paraId="12965F9C" w14:textId="77777777" w:rsidR="006D4449" w:rsidRDefault="006D4449" w:rsidP="006D4449">
      <w:r>
        <w:t>189.7641</w:t>
      </w:r>
      <w:r>
        <w:tab/>
        <w:t>1.013e0</w:t>
      </w:r>
    </w:p>
    <w:p w14:paraId="2DDEAB14" w14:textId="77777777" w:rsidR="006D4449" w:rsidRDefault="006D4449" w:rsidP="006D4449">
      <w:r>
        <w:t>189.8072</w:t>
      </w:r>
      <w:r>
        <w:tab/>
        <w:t>1.013e0</w:t>
      </w:r>
    </w:p>
    <w:p w14:paraId="5255FC13" w14:textId="77777777" w:rsidR="006D4449" w:rsidRDefault="006D4449" w:rsidP="006D4449">
      <w:r>
        <w:t>189.8116</w:t>
      </w:r>
      <w:r>
        <w:tab/>
        <w:t>1.013e0</w:t>
      </w:r>
    </w:p>
    <w:p w14:paraId="47B44EA0" w14:textId="77777777" w:rsidR="006D4449" w:rsidRDefault="006D4449" w:rsidP="006D4449">
      <w:r>
        <w:t>189.8135</w:t>
      </w:r>
      <w:r>
        <w:tab/>
        <w:t>2.025e0</w:t>
      </w:r>
    </w:p>
    <w:p w14:paraId="6B393547" w14:textId="77777777" w:rsidR="006D4449" w:rsidRDefault="006D4449" w:rsidP="006D4449">
      <w:r>
        <w:t>189.8336</w:t>
      </w:r>
      <w:r>
        <w:tab/>
        <w:t>1.013e0</w:t>
      </w:r>
    </w:p>
    <w:p w14:paraId="0CBDC6E1" w14:textId="77777777" w:rsidR="006D4449" w:rsidRDefault="006D4449" w:rsidP="006D4449">
      <w:r>
        <w:t>189.8920</w:t>
      </w:r>
      <w:r>
        <w:tab/>
        <w:t>1.013e0</w:t>
      </w:r>
    </w:p>
    <w:p w14:paraId="6783505F" w14:textId="77777777" w:rsidR="006D4449" w:rsidRDefault="006D4449" w:rsidP="006D4449">
      <w:r>
        <w:t>189.9468</w:t>
      </w:r>
      <w:r>
        <w:tab/>
        <w:t>1.013e0</w:t>
      </w:r>
    </w:p>
    <w:p w14:paraId="33AF33EA" w14:textId="77777777" w:rsidR="006D4449" w:rsidRDefault="006D4449" w:rsidP="006D4449">
      <w:r>
        <w:lastRenderedPageBreak/>
        <w:t>189.9606</w:t>
      </w:r>
      <w:r>
        <w:tab/>
        <w:t>1.013e0</w:t>
      </w:r>
    </w:p>
    <w:p w14:paraId="636764F5" w14:textId="77777777" w:rsidR="006D4449" w:rsidRDefault="006D4449" w:rsidP="006D4449">
      <w:r>
        <w:t>189.9643</w:t>
      </w:r>
      <w:r>
        <w:tab/>
        <w:t>1.013e0</w:t>
      </w:r>
    </w:p>
    <w:p w14:paraId="1098F9C0" w14:textId="77777777" w:rsidR="006D4449" w:rsidRDefault="006D4449" w:rsidP="006D4449">
      <w:r>
        <w:t>189.9706</w:t>
      </w:r>
      <w:r>
        <w:tab/>
        <w:t>2.025e0</w:t>
      </w:r>
    </w:p>
    <w:p w14:paraId="57B2000F" w14:textId="77777777" w:rsidR="006D4449" w:rsidRDefault="006D4449" w:rsidP="006D4449">
      <w:r>
        <w:t>189.9827</w:t>
      </w:r>
      <w:r>
        <w:tab/>
        <w:t>1.013e0</w:t>
      </w:r>
    </w:p>
    <w:p w14:paraId="62B919F6" w14:textId="77777777" w:rsidR="006D4449" w:rsidRDefault="006D4449" w:rsidP="006D4449">
      <w:r>
        <w:t>189.9864</w:t>
      </w:r>
      <w:r>
        <w:tab/>
        <w:t>2.025e0</w:t>
      </w:r>
    </w:p>
    <w:p w14:paraId="7225DC63" w14:textId="77777777" w:rsidR="006D4449" w:rsidRDefault="006D4449" w:rsidP="006D4449">
      <w:r>
        <w:t>189.9982</w:t>
      </w:r>
      <w:r>
        <w:tab/>
        <w:t>1.013e0</w:t>
      </w:r>
    </w:p>
    <w:p w14:paraId="3184C2FE" w14:textId="77777777" w:rsidR="006D4449" w:rsidRDefault="006D4449" w:rsidP="006D4449">
      <w:r>
        <w:t>190.0092</w:t>
      </w:r>
      <w:r>
        <w:tab/>
        <w:t>4.051e0</w:t>
      </w:r>
    </w:p>
    <w:p w14:paraId="4D395C05" w14:textId="77777777" w:rsidR="006D4449" w:rsidRDefault="006D4449" w:rsidP="006D4449">
      <w:r>
        <w:t>190.0129</w:t>
      </w:r>
      <w:r>
        <w:tab/>
        <w:t>1.013e0</w:t>
      </w:r>
    </w:p>
    <w:p w14:paraId="2C8C0C2D" w14:textId="77777777" w:rsidR="006D4449" w:rsidRDefault="006D4449" w:rsidP="006D4449">
      <w:r>
        <w:t>190.0346</w:t>
      </w:r>
      <w:r>
        <w:tab/>
        <w:t>7.089e0</w:t>
      </w:r>
    </w:p>
    <w:p w14:paraId="13BBE474" w14:textId="77777777" w:rsidR="006D4449" w:rsidRDefault="006D4449" w:rsidP="006D4449">
      <w:r>
        <w:t>190.0713</w:t>
      </w:r>
      <w:r>
        <w:tab/>
        <w:t>9.178e0</w:t>
      </w:r>
    </w:p>
    <w:p w14:paraId="2A380245" w14:textId="77777777" w:rsidR="006D4449" w:rsidRDefault="006D4449" w:rsidP="006D4449">
      <w:r>
        <w:t>190.0724</w:t>
      </w:r>
      <w:r>
        <w:tab/>
        <w:t>1.517e1</w:t>
      </w:r>
    </w:p>
    <w:p w14:paraId="41BBD986" w14:textId="77777777" w:rsidR="006D4449" w:rsidRDefault="006D4449" w:rsidP="006D4449">
      <w:r>
        <w:t>190.0740</w:t>
      </w:r>
      <w:r>
        <w:tab/>
        <w:t>1.013e1</w:t>
      </w:r>
    </w:p>
    <w:p w14:paraId="5E94B5F5" w14:textId="77777777" w:rsidR="006D4449" w:rsidRDefault="006D4449" w:rsidP="006D4449">
      <w:r>
        <w:t>190.0751</w:t>
      </w:r>
      <w:r>
        <w:tab/>
        <w:t>3.247e1</w:t>
      </w:r>
    </w:p>
    <w:p w14:paraId="0A154E66" w14:textId="77777777" w:rsidR="006D4449" w:rsidRDefault="006D4449" w:rsidP="006D4449">
      <w:r>
        <w:t>190.1050</w:t>
      </w:r>
      <w:r>
        <w:tab/>
        <w:t>7.089e0</w:t>
      </w:r>
    </w:p>
    <w:p w14:paraId="6E6D6316" w14:textId="77777777" w:rsidR="006D4449" w:rsidRDefault="006D4449" w:rsidP="006D4449">
      <w:r>
        <w:t>190.1224</w:t>
      </w:r>
      <w:r>
        <w:tab/>
        <w:t>3.038e0</w:t>
      </w:r>
    </w:p>
    <w:p w14:paraId="757F407F" w14:textId="77777777" w:rsidR="006D4449" w:rsidRDefault="006D4449" w:rsidP="006D4449">
      <w:r>
        <w:t>190.1296</w:t>
      </w:r>
      <w:r>
        <w:tab/>
        <w:t>6.061e0</w:t>
      </w:r>
    </w:p>
    <w:p w14:paraId="2DDA2B91" w14:textId="77777777" w:rsidR="006D4449" w:rsidRDefault="006D4449" w:rsidP="006D4449">
      <w:r>
        <w:t>190.1435</w:t>
      </w:r>
      <w:r>
        <w:tab/>
        <w:t>2.025e0</w:t>
      </w:r>
    </w:p>
    <w:p w14:paraId="25C63504" w14:textId="77777777" w:rsidR="006D4449" w:rsidRDefault="006D4449" w:rsidP="006D4449">
      <w:r>
        <w:t>190.1601</w:t>
      </w:r>
      <w:r>
        <w:tab/>
        <w:t>2.025e0</w:t>
      </w:r>
    </w:p>
    <w:p w14:paraId="3FEC9E0A" w14:textId="77777777" w:rsidR="006D4449" w:rsidRDefault="006D4449" w:rsidP="006D4449">
      <w:r>
        <w:t>190.1785</w:t>
      </w:r>
      <w:r>
        <w:tab/>
        <w:t>1.013e0</w:t>
      </w:r>
    </w:p>
    <w:p w14:paraId="7377B953" w14:textId="77777777" w:rsidR="006D4449" w:rsidRDefault="006D4449" w:rsidP="006D4449">
      <w:r>
        <w:lastRenderedPageBreak/>
        <w:t>190.1855</w:t>
      </w:r>
      <w:r>
        <w:tab/>
        <w:t>4.051e0</w:t>
      </w:r>
    </w:p>
    <w:p w14:paraId="530DA13C" w14:textId="77777777" w:rsidR="006D4449" w:rsidRDefault="006D4449" w:rsidP="006D4449">
      <w:r>
        <w:t>190.2015</w:t>
      </w:r>
      <w:r>
        <w:tab/>
        <w:t>2.025e0</w:t>
      </w:r>
    </w:p>
    <w:p w14:paraId="4CEF4CD8" w14:textId="77777777" w:rsidR="006D4449" w:rsidRDefault="006D4449" w:rsidP="006D4449">
      <w:r>
        <w:t>190.2116</w:t>
      </w:r>
      <w:r>
        <w:tab/>
        <w:t>1.013e0</w:t>
      </w:r>
    </w:p>
    <w:p w14:paraId="1363D057" w14:textId="77777777" w:rsidR="006D4449" w:rsidRDefault="006D4449" w:rsidP="006D4449">
      <w:r>
        <w:t>190.2227</w:t>
      </w:r>
      <w:r>
        <w:tab/>
        <w:t>1.013e0</w:t>
      </w:r>
    </w:p>
    <w:p w14:paraId="773C5339" w14:textId="77777777" w:rsidR="006D4449" w:rsidRDefault="006D4449" w:rsidP="006D4449">
      <w:r>
        <w:t>190.2440</w:t>
      </w:r>
      <w:r>
        <w:tab/>
        <w:t>1.013e0</w:t>
      </w:r>
    </w:p>
    <w:p w14:paraId="6051A5B2" w14:textId="77777777" w:rsidR="006D4449" w:rsidRDefault="006D4449" w:rsidP="006D4449">
      <w:r>
        <w:t>190.2667</w:t>
      </w:r>
      <w:r>
        <w:tab/>
        <w:t>2.025e0</w:t>
      </w:r>
    </w:p>
    <w:p w14:paraId="374E7E66" w14:textId="77777777" w:rsidR="006D4449" w:rsidRDefault="006D4449" w:rsidP="006D4449">
      <w:r>
        <w:t>190.2850</w:t>
      </w:r>
      <w:r>
        <w:tab/>
        <w:t>1.013e0</w:t>
      </w:r>
    </w:p>
    <w:p w14:paraId="5953D5A3" w14:textId="77777777" w:rsidR="006D4449" w:rsidRDefault="006D4449" w:rsidP="006D4449">
      <w:r>
        <w:t>190.2955</w:t>
      </w:r>
      <w:r>
        <w:tab/>
        <w:t>2.025e0</w:t>
      </w:r>
    </w:p>
    <w:p w14:paraId="0037AC1B" w14:textId="77777777" w:rsidR="006D4449" w:rsidRDefault="006D4449" w:rsidP="006D4449">
      <w:r>
        <w:t>190.3207</w:t>
      </w:r>
      <w:r>
        <w:tab/>
        <w:t>1.013e0</w:t>
      </w:r>
    </w:p>
    <w:p w14:paraId="72D22BC5" w14:textId="77777777" w:rsidR="006D4449" w:rsidRDefault="006D4449" w:rsidP="006D4449">
      <w:r>
        <w:t>190.3471</w:t>
      </w:r>
      <w:r>
        <w:tab/>
        <w:t>1.013e0</w:t>
      </w:r>
    </w:p>
    <w:p w14:paraId="03E62BF8" w14:textId="77777777" w:rsidR="006D4449" w:rsidRDefault="006D4449" w:rsidP="006D4449">
      <w:r>
        <w:t>190.3609</w:t>
      </w:r>
      <w:r>
        <w:tab/>
        <w:t>1.013e0</w:t>
      </w:r>
    </w:p>
    <w:p w14:paraId="30316D49" w14:textId="77777777" w:rsidR="006D4449" w:rsidRDefault="006D4449" w:rsidP="006D4449">
      <w:r>
        <w:t>190.4093</w:t>
      </w:r>
      <w:r>
        <w:tab/>
        <w:t>1.013e0</w:t>
      </w:r>
    </w:p>
    <w:p w14:paraId="733A5917" w14:textId="77777777" w:rsidR="006D4449" w:rsidRDefault="006D4449" w:rsidP="006D4449">
      <w:r>
        <w:t>190.4203</w:t>
      </w:r>
      <w:r>
        <w:tab/>
        <w:t>1.013e0</w:t>
      </w:r>
    </w:p>
    <w:p w14:paraId="2078C3D0" w14:textId="77777777" w:rsidR="006D4449" w:rsidRDefault="006D4449" w:rsidP="006D4449">
      <w:r>
        <w:t>190.4305</w:t>
      </w:r>
      <w:r>
        <w:tab/>
        <w:t>1.013e0</w:t>
      </w:r>
    </w:p>
    <w:p w14:paraId="53FCD129" w14:textId="77777777" w:rsidR="006D4449" w:rsidRDefault="006D4449" w:rsidP="006D4449">
      <w:r>
        <w:t>190.4382</w:t>
      </w:r>
      <w:r>
        <w:tab/>
        <w:t>2.025e0</w:t>
      </w:r>
    </w:p>
    <w:p w14:paraId="24F1007E" w14:textId="77777777" w:rsidR="006D4449" w:rsidRDefault="006D4449" w:rsidP="006D4449">
      <w:r>
        <w:t>190.4423</w:t>
      </w:r>
      <w:r>
        <w:tab/>
        <w:t>1.013e0</w:t>
      </w:r>
    </w:p>
    <w:p w14:paraId="4CAC9925" w14:textId="77777777" w:rsidR="006D4449" w:rsidRDefault="006D4449" w:rsidP="006D4449">
      <w:r>
        <w:t>190.4524</w:t>
      </w:r>
      <w:r>
        <w:tab/>
        <w:t>1.013e0</w:t>
      </w:r>
    </w:p>
    <w:p w14:paraId="147C0333" w14:textId="77777777" w:rsidR="006D4449" w:rsidRDefault="006D4449" w:rsidP="006D4449">
      <w:r>
        <w:t>190.4781</w:t>
      </w:r>
      <w:r>
        <w:tab/>
        <w:t>1.013e0</w:t>
      </w:r>
    </w:p>
    <w:p w14:paraId="74937E6F" w14:textId="77777777" w:rsidR="006D4449" w:rsidRDefault="006D4449" w:rsidP="006D4449">
      <w:r>
        <w:t>190.4862</w:t>
      </w:r>
      <w:r>
        <w:tab/>
        <w:t>2.025e0</w:t>
      </w:r>
    </w:p>
    <w:p w14:paraId="59667065" w14:textId="77777777" w:rsidR="006D4449" w:rsidRDefault="006D4449" w:rsidP="006D4449">
      <w:r>
        <w:lastRenderedPageBreak/>
        <w:t>190.4891</w:t>
      </w:r>
      <w:r>
        <w:tab/>
        <w:t>1.013e0</w:t>
      </w:r>
    </w:p>
    <w:p w14:paraId="49F2A723" w14:textId="77777777" w:rsidR="006D4449" w:rsidRDefault="006D4449" w:rsidP="006D4449">
      <w:r>
        <w:t>190.5173</w:t>
      </w:r>
      <w:r>
        <w:tab/>
        <w:t>2.025e0</w:t>
      </w:r>
    </w:p>
    <w:p w14:paraId="7D02B863" w14:textId="77777777" w:rsidR="006D4449" w:rsidRDefault="006D4449" w:rsidP="006D4449">
      <w:r>
        <w:t>190.5228</w:t>
      </w:r>
      <w:r>
        <w:tab/>
        <w:t>1.013e0</w:t>
      </w:r>
    </w:p>
    <w:p w14:paraId="6C68A386" w14:textId="77777777" w:rsidR="006D4449" w:rsidRDefault="006D4449" w:rsidP="006D4449">
      <w:r>
        <w:t>190.5524</w:t>
      </w:r>
      <w:r>
        <w:tab/>
        <w:t>1.316e1</w:t>
      </w:r>
    </w:p>
    <w:p w14:paraId="05564BBC" w14:textId="77777777" w:rsidR="006D4449" w:rsidRDefault="006D4449" w:rsidP="006D4449">
      <w:r>
        <w:t>190.5536</w:t>
      </w:r>
      <w:r>
        <w:tab/>
        <w:t>2.171e1</w:t>
      </w:r>
    </w:p>
    <w:p w14:paraId="5AA42F1B" w14:textId="77777777" w:rsidR="006D4449" w:rsidRDefault="006D4449" w:rsidP="006D4449">
      <w:r>
        <w:t>190.5598</w:t>
      </w:r>
      <w:r>
        <w:tab/>
        <w:t>1.783e1</w:t>
      </w:r>
    </w:p>
    <w:p w14:paraId="67B00768" w14:textId="77777777" w:rsidR="006D4449" w:rsidRDefault="006D4449" w:rsidP="006D4449">
      <w:r>
        <w:t>190.5851</w:t>
      </w:r>
      <w:r>
        <w:tab/>
        <w:t>1.013e0</w:t>
      </w:r>
    </w:p>
    <w:p w14:paraId="6719107F" w14:textId="77777777" w:rsidR="006D4449" w:rsidRDefault="006D4449" w:rsidP="006D4449">
      <w:r>
        <w:t>190.5887</w:t>
      </w:r>
      <w:r>
        <w:tab/>
        <w:t>2.025e0</w:t>
      </w:r>
    </w:p>
    <w:p w14:paraId="479AD1AC" w14:textId="77777777" w:rsidR="006D4449" w:rsidRDefault="006D4449" w:rsidP="006D4449">
      <w:r>
        <w:t>190.5916</w:t>
      </w:r>
      <w:r>
        <w:tab/>
        <w:t>1.013e0</w:t>
      </w:r>
    </w:p>
    <w:p w14:paraId="196A7ECA" w14:textId="77777777" w:rsidR="006D4449" w:rsidRDefault="006D4449" w:rsidP="006D4449">
      <w:r>
        <w:t>190.6136</w:t>
      </w:r>
      <w:r>
        <w:tab/>
        <w:t>2.025e0</w:t>
      </w:r>
    </w:p>
    <w:p w14:paraId="258ED3EA" w14:textId="77777777" w:rsidR="006D4449" w:rsidRDefault="006D4449" w:rsidP="006D4449">
      <w:r>
        <w:t>190.6546</w:t>
      </w:r>
      <w:r>
        <w:tab/>
        <w:t>4.051e0</w:t>
      </w:r>
    </w:p>
    <w:p w14:paraId="73648B40" w14:textId="77777777" w:rsidR="006D4449" w:rsidRDefault="006D4449" w:rsidP="006D4449">
      <w:r>
        <w:t>190.6802</w:t>
      </w:r>
      <w:r>
        <w:tab/>
        <w:t>1.013e0</w:t>
      </w:r>
    </w:p>
    <w:p w14:paraId="733F0EE2" w14:textId="77777777" w:rsidR="006D4449" w:rsidRDefault="006D4449" w:rsidP="006D4449">
      <w:r>
        <w:t>190.6920</w:t>
      </w:r>
      <w:r>
        <w:tab/>
        <w:t>3.038e0</w:t>
      </w:r>
    </w:p>
    <w:p w14:paraId="552ADF06" w14:textId="77777777" w:rsidR="006D4449" w:rsidRDefault="006D4449" w:rsidP="006D4449">
      <w:r>
        <w:t>190.6985</w:t>
      </w:r>
      <w:r>
        <w:tab/>
        <w:t>1.013e0</w:t>
      </w:r>
    </w:p>
    <w:p w14:paraId="68BACACF" w14:textId="77777777" w:rsidR="006D4449" w:rsidRDefault="006D4449" w:rsidP="006D4449">
      <w:r>
        <w:t>190.7195</w:t>
      </w:r>
      <w:r>
        <w:tab/>
        <w:t>4.051e0</w:t>
      </w:r>
    </w:p>
    <w:p w14:paraId="61035B09" w14:textId="77777777" w:rsidR="006D4449" w:rsidRDefault="006D4449" w:rsidP="006D4449">
      <w:r>
        <w:t>190.7233</w:t>
      </w:r>
      <w:r>
        <w:tab/>
        <w:t>1.013e0</w:t>
      </w:r>
    </w:p>
    <w:p w14:paraId="58C8616D" w14:textId="77777777" w:rsidR="006D4449" w:rsidRDefault="006D4449" w:rsidP="006D4449">
      <w:r>
        <w:t>190.7491</w:t>
      </w:r>
      <w:r>
        <w:tab/>
        <w:t>1.013e0</w:t>
      </w:r>
    </w:p>
    <w:p w14:paraId="1A4E87CA" w14:textId="77777777" w:rsidR="006D4449" w:rsidRDefault="006D4449" w:rsidP="006D4449">
      <w:r>
        <w:t>190.7794</w:t>
      </w:r>
      <w:r>
        <w:tab/>
        <w:t>2.025e0</w:t>
      </w:r>
    </w:p>
    <w:p w14:paraId="51BC0728" w14:textId="77777777" w:rsidR="006D4449" w:rsidRDefault="006D4449" w:rsidP="006D4449">
      <w:r>
        <w:t>190.7868</w:t>
      </w:r>
      <w:r>
        <w:tab/>
        <w:t>1.013e0</w:t>
      </w:r>
    </w:p>
    <w:p w14:paraId="356B5AE8" w14:textId="77777777" w:rsidR="006D4449" w:rsidRDefault="006D4449" w:rsidP="006D4449">
      <w:r>
        <w:lastRenderedPageBreak/>
        <w:t>190.8155</w:t>
      </w:r>
      <w:r>
        <w:tab/>
        <w:t>1.013e0</w:t>
      </w:r>
    </w:p>
    <w:p w14:paraId="728B33CB" w14:textId="77777777" w:rsidR="006D4449" w:rsidRDefault="006D4449" w:rsidP="006D4449">
      <w:r>
        <w:t>190.8266</w:t>
      </w:r>
      <w:r>
        <w:tab/>
        <w:t>1.013e0</w:t>
      </w:r>
    </w:p>
    <w:p w14:paraId="614EF7D1" w14:textId="77777777" w:rsidR="006D4449" w:rsidRDefault="006D4449" w:rsidP="006D4449">
      <w:r>
        <w:t>190.8421</w:t>
      </w:r>
      <w:r>
        <w:tab/>
        <w:t>1.013e0</w:t>
      </w:r>
    </w:p>
    <w:p w14:paraId="2D85FD8B" w14:textId="77777777" w:rsidR="006D4449" w:rsidRDefault="006D4449" w:rsidP="006D4449">
      <w:r>
        <w:t>190.8450</w:t>
      </w:r>
      <w:r>
        <w:tab/>
        <w:t>1.013e0</w:t>
      </w:r>
    </w:p>
    <w:p w14:paraId="085C9790" w14:textId="77777777" w:rsidR="006D4449" w:rsidRDefault="006D4449" w:rsidP="006D4449">
      <w:r>
        <w:t>190.8506</w:t>
      </w:r>
      <w:r>
        <w:tab/>
        <w:t>2.025e0</w:t>
      </w:r>
    </w:p>
    <w:p w14:paraId="632F2F86" w14:textId="77777777" w:rsidR="006D4449" w:rsidRDefault="006D4449" w:rsidP="006D4449">
      <w:r>
        <w:t>190.8680</w:t>
      </w:r>
      <w:r>
        <w:tab/>
        <w:t>1.013e0</w:t>
      </w:r>
    </w:p>
    <w:p w14:paraId="243F1B12" w14:textId="77777777" w:rsidR="006D4449" w:rsidRDefault="006D4449" w:rsidP="006D4449">
      <w:r>
        <w:t>190.8857</w:t>
      </w:r>
      <w:r>
        <w:tab/>
        <w:t>1.013e0</w:t>
      </w:r>
    </w:p>
    <w:p w14:paraId="23FE50E4" w14:textId="77777777" w:rsidR="006D4449" w:rsidRDefault="006D4449" w:rsidP="006D4449">
      <w:r>
        <w:t>190.9012</w:t>
      </w:r>
      <w:r>
        <w:tab/>
        <w:t>3.038e0</w:t>
      </w:r>
    </w:p>
    <w:p w14:paraId="6E71FC03" w14:textId="77777777" w:rsidR="006D4449" w:rsidRDefault="006D4449" w:rsidP="006D4449">
      <w:r>
        <w:t>190.9430</w:t>
      </w:r>
      <w:r>
        <w:tab/>
        <w:t>3.038e0</w:t>
      </w:r>
    </w:p>
    <w:p w14:paraId="25DE0058" w14:textId="77777777" w:rsidR="006D4449" w:rsidRDefault="006D4449" w:rsidP="006D4449">
      <w:r>
        <w:t>190.9661</w:t>
      </w:r>
      <w:r>
        <w:tab/>
        <w:t>4.051e0</w:t>
      </w:r>
    </w:p>
    <w:p w14:paraId="50BFF02E" w14:textId="77777777" w:rsidR="006D4449" w:rsidRDefault="006D4449" w:rsidP="006D4449">
      <w:r>
        <w:t>190.9814</w:t>
      </w:r>
      <w:r>
        <w:tab/>
        <w:t>4.051e0</w:t>
      </w:r>
    </w:p>
    <w:p w14:paraId="6E6E0819" w14:textId="77777777" w:rsidR="006D4449" w:rsidRDefault="006D4449" w:rsidP="006D4449">
      <w:r>
        <w:t>190.9849</w:t>
      </w:r>
      <w:r>
        <w:tab/>
        <w:t>3.038e0</w:t>
      </w:r>
    </w:p>
    <w:p w14:paraId="0E399CCC" w14:textId="77777777" w:rsidR="006D4449" w:rsidRDefault="006D4449" w:rsidP="006D4449">
      <w:r>
        <w:t>190.9950</w:t>
      </w:r>
      <w:r>
        <w:tab/>
        <w:t>2.025e0</w:t>
      </w:r>
    </w:p>
    <w:p w14:paraId="5340FF5F" w14:textId="77777777" w:rsidR="006D4449" w:rsidRDefault="006D4449" w:rsidP="006D4449">
      <w:r>
        <w:t>190.9960</w:t>
      </w:r>
      <w:r>
        <w:tab/>
        <w:t>5.063e0</w:t>
      </w:r>
    </w:p>
    <w:p w14:paraId="7F91C15D" w14:textId="77777777" w:rsidR="006D4449" w:rsidRDefault="006D4449" w:rsidP="006D4449">
      <w:r>
        <w:t>191.0078</w:t>
      </w:r>
      <w:r>
        <w:tab/>
        <w:t>2.025e0</w:t>
      </w:r>
    </w:p>
    <w:p w14:paraId="15B41588" w14:textId="77777777" w:rsidR="006D4449" w:rsidRDefault="006D4449" w:rsidP="006D4449">
      <w:r>
        <w:t>191.0188</w:t>
      </w:r>
      <w:r>
        <w:tab/>
        <w:t>1.013e0</w:t>
      </w:r>
    </w:p>
    <w:p w14:paraId="38AAC8EA" w14:textId="77777777" w:rsidR="006D4449" w:rsidRDefault="006D4449" w:rsidP="006D4449">
      <w:r>
        <w:t>191.0436</w:t>
      </w:r>
      <w:r>
        <w:tab/>
        <w:t>1.013e0</w:t>
      </w:r>
    </w:p>
    <w:p w14:paraId="0AEA8FEE" w14:textId="77777777" w:rsidR="006D4449" w:rsidRDefault="006D4449" w:rsidP="006D4449">
      <w:r>
        <w:t>191.0546</w:t>
      </w:r>
      <w:r>
        <w:tab/>
        <w:t>1.013e0</w:t>
      </w:r>
    </w:p>
    <w:p w14:paraId="63A0458C" w14:textId="77777777" w:rsidR="006D4449" w:rsidRDefault="006D4449" w:rsidP="006D4449">
      <w:r>
        <w:t>191.0570</w:t>
      </w:r>
      <w:r>
        <w:tab/>
        <w:t>7.089e0</w:t>
      </w:r>
    </w:p>
    <w:p w14:paraId="1698EC85" w14:textId="77777777" w:rsidR="006D4449" w:rsidRDefault="006D4449" w:rsidP="006D4449">
      <w:r>
        <w:lastRenderedPageBreak/>
        <w:t>191.0681</w:t>
      </w:r>
      <w:r>
        <w:tab/>
        <w:t>7.089e0</w:t>
      </w:r>
    </w:p>
    <w:p w14:paraId="03B669EF" w14:textId="77777777" w:rsidR="006D4449" w:rsidRDefault="006D4449" w:rsidP="006D4449">
      <w:r>
        <w:t>191.0729</w:t>
      </w:r>
      <w:r>
        <w:tab/>
        <w:t>4.051e0</w:t>
      </w:r>
    </w:p>
    <w:p w14:paraId="080AB179" w14:textId="77777777" w:rsidR="006D4449" w:rsidRDefault="006D4449" w:rsidP="006D4449">
      <w:r>
        <w:t>191.0884</w:t>
      </w:r>
      <w:r>
        <w:tab/>
        <w:t>2.442e0</w:t>
      </w:r>
    </w:p>
    <w:p w14:paraId="1D47128D" w14:textId="77777777" w:rsidR="006D4449" w:rsidRDefault="006D4449" w:rsidP="006D4449">
      <w:r>
        <w:t>191.0993</w:t>
      </w:r>
      <w:r>
        <w:tab/>
        <w:t>1.013e0</w:t>
      </w:r>
    </w:p>
    <w:p w14:paraId="4A9F696A" w14:textId="77777777" w:rsidR="006D4449" w:rsidRDefault="006D4449" w:rsidP="006D4449">
      <w:r>
        <w:t>191.1098</w:t>
      </w:r>
      <w:r>
        <w:tab/>
        <w:t>3.486e0</w:t>
      </w:r>
    </w:p>
    <w:p w14:paraId="609BD834" w14:textId="77777777" w:rsidR="006D4449" w:rsidRDefault="006D4449" w:rsidP="006D4449">
      <w:r>
        <w:t>191.1225</w:t>
      </w:r>
      <w:r>
        <w:tab/>
        <w:t>7.575e0</w:t>
      </w:r>
    </w:p>
    <w:p w14:paraId="55C234C8" w14:textId="77777777" w:rsidR="006D4449" w:rsidRDefault="006D4449" w:rsidP="006D4449">
      <w:r>
        <w:t>191.1316</w:t>
      </w:r>
      <w:r>
        <w:tab/>
        <w:t>9.685e0</w:t>
      </w:r>
    </w:p>
    <w:p w14:paraId="166FBA18" w14:textId="77777777" w:rsidR="006D4449" w:rsidRDefault="006D4449" w:rsidP="006D4449">
      <w:r>
        <w:t>191.1336</w:t>
      </w:r>
      <w:r>
        <w:tab/>
        <w:t>3.347e1</w:t>
      </w:r>
    </w:p>
    <w:p w14:paraId="5742F19A" w14:textId="77777777" w:rsidR="006D4449" w:rsidRDefault="006D4449" w:rsidP="006D4449">
      <w:r>
        <w:t>191.1535</w:t>
      </w:r>
      <w:r>
        <w:tab/>
        <w:t>1.013e0</w:t>
      </w:r>
    </w:p>
    <w:p w14:paraId="3E3B7457" w14:textId="77777777" w:rsidR="006D4449" w:rsidRDefault="006D4449" w:rsidP="006D4449">
      <w:r>
        <w:t>191.1609</w:t>
      </w:r>
      <w:r>
        <w:tab/>
        <w:t>1.013e0</w:t>
      </w:r>
    </w:p>
    <w:p w14:paraId="09EB0DD1" w14:textId="77777777" w:rsidR="006D4449" w:rsidRDefault="006D4449" w:rsidP="006D4449">
      <w:r>
        <w:t>191.1634</w:t>
      </w:r>
      <w:r>
        <w:tab/>
        <w:t>3.038e0</w:t>
      </w:r>
    </w:p>
    <w:p w14:paraId="197DC719" w14:textId="77777777" w:rsidR="006D4449" w:rsidRDefault="006D4449" w:rsidP="006D4449">
      <w:r>
        <w:t>191.1782</w:t>
      </w:r>
      <w:r>
        <w:tab/>
        <w:t>2.025e0</w:t>
      </w:r>
    </w:p>
    <w:p w14:paraId="094BB817" w14:textId="77777777" w:rsidR="006D4449" w:rsidRDefault="006D4449" w:rsidP="006D4449">
      <w:r>
        <w:t>191.1837</w:t>
      </w:r>
      <w:r>
        <w:tab/>
        <w:t>1.013e0</w:t>
      </w:r>
    </w:p>
    <w:p w14:paraId="38E21210" w14:textId="77777777" w:rsidR="006D4449" w:rsidRDefault="006D4449" w:rsidP="006D4449">
      <w:r>
        <w:t>191.1902</w:t>
      </w:r>
      <w:r>
        <w:tab/>
        <w:t>3.038e0</w:t>
      </w:r>
    </w:p>
    <w:p w14:paraId="53DBC322" w14:textId="77777777" w:rsidR="006D4449" w:rsidRDefault="006D4449" w:rsidP="006D4449">
      <w:r>
        <w:t>191.2067</w:t>
      </w:r>
      <w:r>
        <w:tab/>
        <w:t>2.025e0</w:t>
      </w:r>
    </w:p>
    <w:p w14:paraId="30D9C898" w14:textId="77777777" w:rsidR="006D4449" w:rsidRDefault="006D4449" w:rsidP="006D4449">
      <w:r>
        <w:t>191.2305</w:t>
      </w:r>
      <w:r>
        <w:tab/>
        <w:t>1.013e0</w:t>
      </w:r>
    </w:p>
    <w:p w14:paraId="2DF12F82" w14:textId="77777777" w:rsidR="006D4449" w:rsidRDefault="006D4449" w:rsidP="006D4449">
      <w:r>
        <w:t>191.2324</w:t>
      </w:r>
      <w:r>
        <w:tab/>
        <w:t>2.025e0</w:t>
      </w:r>
    </w:p>
    <w:p w14:paraId="18B86239" w14:textId="77777777" w:rsidR="006D4449" w:rsidRDefault="006D4449" w:rsidP="006D4449">
      <w:r>
        <w:t>191.2423</w:t>
      </w:r>
      <w:r>
        <w:tab/>
        <w:t>1.013e0</w:t>
      </w:r>
    </w:p>
    <w:p w14:paraId="749CEFEF" w14:textId="77777777" w:rsidR="006D4449" w:rsidRDefault="006D4449" w:rsidP="006D4449">
      <w:r>
        <w:t>191.2533</w:t>
      </w:r>
      <w:r>
        <w:tab/>
        <w:t>1.013e0</w:t>
      </w:r>
    </w:p>
    <w:p w14:paraId="43AD8BC0" w14:textId="77777777" w:rsidR="006D4449" w:rsidRDefault="006D4449" w:rsidP="006D4449">
      <w:r>
        <w:lastRenderedPageBreak/>
        <w:t>191.2643</w:t>
      </w:r>
      <w:r>
        <w:tab/>
        <w:t>1.013e0</w:t>
      </w:r>
    </w:p>
    <w:p w14:paraId="73D71C30" w14:textId="77777777" w:rsidR="006D4449" w:rsidRDefault="006D4449" w:rsidP="006D4449">
      <w:r>
        <w:t>191.2708</w:t>
      </w:r>
      <w:r>
        <w:tab/>
        <w:t>1.013e0</w:t>
      </w:r>
    </w:p>
    <w:p w14:paraId="1E615CAB" w14:textId="77777777" w:rsidR="006D4449" w:rsidRDefault="006D4449" w:rsidP="006D4449">
      <w:r>
        <w:t>191.2863</w:t>
      </w:r>
      <w:r>
        <w:tab/>
        <w:t>1.013e0</w:t>
      </w:r>
    </w:p>
    <w:p w14:paraId="182CD015" w14:textId="77777777" w:rsidR="006D4449" w:rsidRDefault="006D4449" w:rsidP="006D4449">
      <w:r>
        <w:t>191.2965</w:t>
      </w:r>
      <w:r>
        <w:tab/>
        <w:t>1.013e0</w:t>
      </w:r>
    </w:p>
    <w:p w14:paraId="0A3785CE" w14:textId="77777777" w:rsidR="006D4449" w:rsidRDefault="006D4449" w:rsidP="006D4449">
      <w:r>
        <w:t>191.3111</w:t>
      </w:r>
      <w:r>
        <w:tab/>
        <w:t>1.013e0</w:t>
      </w:r>
    </w:p>
    <w:p w14:paraId="0F14F0F4" w14:textId="77777777" w:rsidR="006D4449" w:rsidRDefault="006D4449" w:rsidP="006D4449">
      <w:r>
        <w:t>191.3265</w:t>
      </w:r>
      <w:r>
        <w:tab/>
        <w:t>1.013e0</w:t>
      </w:r>
    </w:p>
    <w:p w14:paraId="316C6E33" w14:textId="77777777" w:rsidR="006D4449" w:rsidRDefault="006D4449" w:rsidP="006D4449">
      <w:r>
        <w:t>191.3449</w:t>
      </w:r>
      <w:r>
        <w:tab/>
        <w:t>1.013e0</w:t>
      </w:r>
    </w:p>
    <w:p w14:paraId="27CC5ECA" w14:textId="77777777" w:rsidR="006D4449" w:rsidRDefault="006D4449" w:rsidP="006D4449">
      <w:r>
        <w:t>191.3589</w:t>
      </w:r>
      <w:r>
        <w:tab/>
        <w:t>1.013e0</w:t>
      </w:r>
    </w:p>
    <w:p w14:paraId="665D3110" w14:textId="77777777" w:rsidR="006D4449" w:rsidRDefault="006D4449" w:rsidP="006D4449">
      <w:r>
        <w:t>191.3708</w:t>
      </w:r>
      <w:r>
        <w:tab/>
        <w:t>1.013e0</w:t>
      </w:r>
    </w:p>
    <w:p w14:paraId="2030302B" w14:textId="77777777" w:rsidR="006D4449" w:rsidRDefault="006D4449" w:rsidP="006D4449">
      <w:r>
        <w:t>191.3959</w:t>
      </w:r>
      <w:r>
        <w:tab/>
        <w:t>1.013e0</w:t>
      </w:r>
    </w:p>
    <w:p w14:paraId="73B4B709" w14:textId="77777777" w:rsidR="006D4449" w:rsidRDefault="006D4449" w:rsidP="006D4449">
      <w:r>
        <w:t>191.4041</w:t>
      </w:r>
      <w:r>
        <w:tab/>
        <w:t>1.013e0</w:t>
      </w:r>
    </w:p>
    <w:p w14:paraId="76DED72B" w14:textId="77777777" w:rsidR="006D4449" w:rsidRDefault="006D4449" w:rsidP="006D4449">
      <w:r>
        <w:t>191.4115</w:t>
      </w:r>
      <w:r>
        <w:tab/>
        <w:t>1.013e0</w:t>
      </w:r>
    </w:p>
    <w:p w14:paraId="5DF1730C" w14:textId="77777777" w:rsidR="006D4449" w:rsidRDefault="006D4449" w:rsidP="006D4449">
      <w:r>
        <w:t>191.4144</w:t>
      </w:r>
      <w:r>
        <w:tab/>
        <w:t>1.013e0</w:t>
      </w:r>
    </w:p>
    <w:p w14:paraId="12D778E4" w14:textId="77777777" w:rsidR="006D4449" w:rsidRDefault="006D4449" w:rsidP="006D4449">
      <w:r>
        <w:t>191.4218</w:t>
      </w:r>
      <w:r>
        <w:tab/>
        <w:t>1.013e0</w:t>
      </w:r>
    </w:p>
    <w:p w14:paraId="6F457B06" w14:textId="77777777" w:rsidR="006D4449" w:rsidRDefault="006D4449" w:rsidP="006D4449">
      <w:r>
        <w:t>191.4319</w:t>
      </w:r>
      <w:r>
        <w:tab/>
        <w:t>2.025e0</w:t>
      </w:r>
    </w:p>
    <w:p w14:paraId="578D77DC" w14:textId="77777777" w:rsidR="006D4449" w:rsidRDefault="006D4449" w:rsidP="006D4449">
      <w:r>
        <w:t>191.4374</w:t>
      </w:r>
      <w:r>
        <w:tab/>
        <w:t>1.013e0</w:t>
      </w:r>
    </w:p>
    <w:p w14:paraId="693C154D" w14:textId="77777777" w:rsidR="006D4449" w:rsidRDefault="006D4449" w:rsidP="006D4449">
      <w:r>
        <w:t>191.4440</w:t>
      </w:r>
      <w:r>
        <w:tab/>
        <w:t>1.013e0</w:t>
      </w:r>
    </w:p>
    <w:p w14:paraId="410A17C5" w14:textId="77777777" w:rsidR="006D4449" w:rsidRDefault="006D4449" w:rsidP="006D4449">
      <w:r>
        <w:t>191.4522</w:t>
      </w:r>
      <w:r>
        <w:tab/>
        <w:t>1.013e0</w:t>
      </w:r>
    </w:p>
    <w:p w14:paraId="3B3EB084" w14:textId="77777777" w:rsidR="006D4449" w:rsidRDefault="006D4449" w:rsidP="006D4449">
      <w:r>
        <w:t>191.4707</w:t>
      </w:r>
      <w:r>
        <w:tab/>
        <w:t>1.013e0</w:t>
      </w:r>
    </w:p>
    <w:p w14:paraId="6F068A86" w14:textId="77777777" w:rsidR="006D4449" w:rsidRDefault="006D4449" w:rsidP="006D4449">
      <w:r>
        <w:lastRenderedPageBreak/>
        <w:t>191.4744</w:t>
      </w:r>
      <w:r>
        <w:tab/>
        <w:t>1.013e0</w:t>
      </w:r>
    </w:p>
    <w:p w14:paraId="68FD16F6" w14:textId="77777777" w:rsidR="006D4449" w:rsidRDefault="006D4449" w:rsidP="006D4449">
      <w:r>
        <w:t>191.4773</w:t>
      </w:r>
      <w:r>
        <w:tab/>
        <w:t>1.013e0</w:t>
      </w:r>
    </w:p>
    <w:p w14:paraId="5066C4F1" w14:textId="77777777" w:rsidR="006D4449" w:rsidRDefault="006D4449" w:rsidP="006D4449">
      <w:r>
        <w:t>191.4966</w:t>
      </w:r>
      <w:r>
        <w:tab/>
        <w:t>1.013e0</w:t>
      </w:r>
    </w:p>
    <w:p w14:paraId="119E28C5" w14:textId="77777777" w:rsidR="006D4449" w:rsidRDefault="006D4449" w:rsidP="006D4449">
      <w:r>
        <w:t>191.5150</w:t>
      </w:r>
      <w:r>
        <w:tab/>
        <w:t>2.025e0</w:t>
      </w:r>
    </w:p>
    <w:p w14:paraId="7B8ED186" w14:textId="77777777" w:rsidR="006D4449" w:rsidRDefault="006D4449" w:rsidP="006D4449">
      <w:r>
        <w:t>191.5263</w:t>
      </w:r>
      <w:r>
        <w:tab/>
        <w:t>1.013e0</w:t>
      </w:r>
    </w:p>
    <w:p w14:paraId="3108F838" w14:textId="77777777" w:rsidR="006D4449" w:rsidRDefault="006D4449" w:rsidP="006D4449">
      <w:r>
        <w:t>191.5333</w:t>
      </w:r>
      <w:r>
        <w:tab/>
        <w:t>3.038e0</w:t>
      </w:r>
    </w:p>
    <w:p w14:paraId="40273D9B" w14:textId="77777777" w:rsidR="006D4449" w:rsidRDefault="006D4449" w:rsidP="006D4449">
      <w:r>
        <w:t>191.5364</w:t>
      </w:r>
      <w:r>
        <w:tab/>
        <w:t>1.013e0</w:t>
      </w:r>
    </w:p>
    <w:p w14:paraId="3C73452A" w14:textId="77777777" w:rsidR="006D4449" w:rsidRDefault="006D4449" w:rsidP="006D4449">
      <w:r>
        <w:t>191.5482</w:t>
      </w:r>
      <w:r>
        <w:tab/>
        <w:t>1.013e0</w:t>
      </w:r>
    </w:p>
    <w:p w14:paraId="2D313EA4" w14:textId="77777777" w:rsidR="006D4449" w:rsidRDefault="006D4449" w:rsidP="006D4449">
      <w:r>
        <w:t>191.5545</w:t>
      </w:r>
      <w:r>
        <w:tab/>
        <w:t>4.051e0</w:t>
      </w:r>
    </w:p>
    <w:p w14:paraId="553CE002" w14:textId="77777777" w:rsidR="006D4449" w:rsidRDefault="006D4449" w:rsidP="006D4449">
      <w:r>
        <w:t>191.5694</w:t>
      </w:r>
      <w:r>
        <w:tab/>
        <w:t>2.025e0</w:t>
      </w:r>
    </w:p>
    <w:p w14:paraId="1B6AA30A" w14:textId="77777777" w:rsidR="006D4449" w:rsidRDefault="006D4449" w:rsidP="006D4449">
      <w:r>
        <w:t>191.5762</w:t>
      </w:r>
      <w:r>
        <w:tab/>
        <w:t>2.311e0</w:t>
      </w:r>
    </w:p>
    <w:p w14:paraId="64FD8934" w14:textId="77777777" w:rsidR="006D4449" w:rsidRDefault="006D4449" w:rsidP="006D4449">
      <w:r>
        <w:t>191.5812</w:t>
      </w:r>
      <w:r>
        <w:tab/>
        <w:t>1.768e0</w:t>
      </w:r>
    </w:p>
    <w:p w14:paraId="6D85702C" w14:textId="77777777" w:rsidR="006D4449" w:rsidRDefault="006D4449" w:rsidP="006D4449">
      <w:r>
        <w:t>191.5849</w:t>
      </w:r>
      <w:r>
        <w:tab/>
        <w:t>1.013e0</w:t>
      </w:r>
    </w:p>
    <w:p w14:paraId="332D317C" w14:textId="77777777" w:rsidR="006D4449" w:rsidRDefault="006D4449" w:rsidP="006D4449">
      <w:r>
        <w:t>191.5995</w:t>
      </w:r>
      <w:r>
        <w:tab/>
        <w:t>2.025e0</w:t>
      </w:r>
    </w:p>
    <w:p w14:paraId="67D0324B" w14:textId="77777777" w:rsidR="006D4449" w:rsidRDefault="006D4449" w:rsidP="006D4449">
      <w:r>
        <w:t>191.6243</w:t>
      </w:r>
      <w:r>
        <w:tab/>
        <w:t>1.013e0</w:t>
      </w:r>
    </w:p>
    <w:p w14:paraId="392655B1" w14:textId="77777777" w:rsidR="006D4449" w:rsidRDefault="006D4449" w:rsidP="006D4449">
      <w:r>
        <w:t>191.6464</w:t>
      </w:r>
      <w:r>
        <w:tab/>
        <w:t>1.013e0</w:t>
      </w:r>
    </w:p>
    <w:p w14:paraId="0EB2371A" w14:textId="77777777" w:rsidR="006D4449" w:rsidRDefault="006D4449" w:rsidP="006D4449">
      <w:r>
        <w:t>191.6545</w:t>
      </w:r>
      <w:r>
        <w:tab/>
        <w:t>1.013e0</w:t>
      </w:r>
    </w:p>
    <w:p w14:paraId="65F8A514" w14:textId="77777777" w:rsidR="006D4449" w:rsidRDefault="006D4449" w:rsidP="006D4449">
      <w:r>
        <w:t>191.6720</w:t>
      </w:r>
      <w:r>
        <w:tab/>
        <w:t>1.013e0</w:t>
      </w:r>
    </w:p>
    <w:p w14:paraId="0EE1D8CB" w14:textId="77777777" w:rsidR="006D4449" w:rsidRDefault="006D4449" w:rsidP="006D4449">
      <w:r>
        <w:t>191.7133</w:t>
      </w:r>
      <w:r>
        <w:tab/>
        <w:t>1.013e0</w:t>
      </w:r>
    </w:p>
    <w:p w14:paraId="0946A623" w14:textId="77777777" w:rsidR="006D4449" w:rsidRDefault="006D4449" w:rsidP="006D4449">
      <w:r>
        <w:lastRenderedPageBreak/>
        <w:t>191.7491</w:t>
      </w:r>
      <w:r>
        <w:tab/>
        <w:t>1.013e0</w:t>
      </w:r>
    </w:p>
    <w:p w14:paraId="76603DA4" w14:textId="77777777" w:rsidR="006D4449" w:rsidRDefault="006D4449" w:rsidP="006D4449">
      <w:r>
        <w:t>191.7536</w:t>
      </w:r>
      <w:r>
        <w:tab/>
        <w:t>1.013e0</w:t>
      </w:r>
    </w:p>
    <w:p w14:paraId="6529ADDE" w14:textId="77777777" w:rsidR="006D4449" w:rsidRDefault="006D4449" w:rsidP="006D4449">
      <w:r>
        <w:t>191.7785</w:t>
      </w:r>
      <w:r>
        <w:tab/>
        <w:t>1.013e0</w:t>
      </w:r>
    </w:p>
    <w:p w14:paraId="0B001011" w14:textId="77777777" w:rsidR="006D4449" w:rsidRDefault="006D4449" w:rsidP="006D4449">
      <w:r>
        <w:t>191.7905</w:t>
      </w:r>
      <w:r>
        <w:tab/>
        <w:t>4.051e0</w:t>
      </w:r>
    </w:p>
    <w:p w14:paraId="1C751DAA" w14:textId="77777777" w:rsidR="006D4449" w:rsidRDefault="006D4449" w:rsidP="006D4449">
      <w:r>
        <w:t>191.7976</w:t>
      </w:r>
      <w:r>
        <w:tab/>
        <w:t>1.013e0</w:t>
      </w:r>
    </w:p>
    <w:p w14:paraId="53FFD328" w14:textId="77777777" w:rsidR="006D4449" w:rsidRDefault="006D4449" w:rsidP="006D4449">
      <w:r>
        <w:t>191.8335</w:t>
      </w:r>
      <w:r>
        <w:tab/>
        <w:t>1.013e0</w:t>
      </w:r>
    </w:p>
    <w:p w14:paraId="18547B8D" w14:textId="77777777" w:rsidR="006D4449" w:rsidRDefault="006D4449" w:rsidP="006D4449">
      <w:r>
        <w:t>191.8591</w:t>
      </w:r>
      <w:r>
        <w:tab/>
        <w:t>1.013e0</w:t>
      </w:r>
    </w:p>
    <w:p w14:paraId="7C1497C7" w14:textId="77777777" w:rsidR="006D4449" w:rsidRDefault="006D4449" w:rsidP="006D4449">
      <w:r>
        <w:t>191.8636</w:t>
      </w:r>
      <w:r>
        <w:tab/>
        <w:t>1.013e0</w:t>
      </w:r>
    </w:p>
    <w:p w14:paraId="3D0F990A" w14:textId="77777777" w:rsidR="006D4449" w:rsidRDefault="006D4449" w:rsidP="006D4449">
      <w:r>
        <w:t>191.8672</w:t>
      </w:r>
      <w:r>
        <w:tab/>
        <w:t>1.013e0</w:t>
      </w:r>
    </w:p>
    <w:p w14:paraId="1A6EF644" w14:textId="77777777" w:rsidR="006D4449" w:rsidRDefault="006D4449" w:rsidP="006D4449">
      <w:r>
        <w:t>191.8934</w:t>
      </w:r>
      <w:r>
        <w:tab/>
        <w:t>2.025e0</w:t>
      </w:r>
    </w:p>
    <w:p w14:paraId="2DEA5C2E" w14:textId="77777777" w:rsidR="006D4449" w:rsidRDefault="006D4449" w:rsidP="006D4449">
      <w:r>
        <w:t>191.9155</w:t>
      </w:r>
      <w:r>
        <w:tab/>
        <w:t>1.013e0</w:t>
      </w:r>
    </w:p>
    <w:p w14:paraId="12DF2383" w14:textId="77777777" w:rsidR="006D4449" w:rsidRDefault="006D4449" w:rsidP="006D4449">
      <w:r>
        <w:t>191.9221</w:t>
      </w:r>
      <w:r>
        <w:tab/>
        <w:t>1.013e0</w:t>
      </w:r>
    </w:p>
    <w:p w14:paraId="1562010E" w14:textId="77777777" w:rsidR="006D4449" w:rsidRDefault="006D4449" w:rsidP="006D4449">
      <w:r>
        <w:t>191.9266</w:t>
      </w:r>
      <w:r>
        <w:tab/>
        <w:t>1.013e0</w:t>
      </w:r>
    </w:p>
    <w:p w14:paraId="6BCF2CDB" w14:textId="77777777" w:rsidR="006D4449" w:rsidRDefault="006D4449" w:rsidP="006D4449">
      <w:r>
        <w:t>191.9351</w:t>
      </w:r>
      <w:r>
        <w:tab/>
        <w:t>2.025e0</w:t>
      </w:r>
    </w:p>
    <w:p w14:paraId="05F8C54C" w14:textId="77777777" w:rsidR="006D4449" w:rsidRDefault="006D4449" w:rsidP="006D4449">
      <w:r>
        <w:t>191.9451</w:t>
      </w:r>
      <w:r>
        <w:tab/>
        <w:t>1.013e0</w:t>
      </w:r>
    </w:p>
    <w:p w14:paraId="33B5B247" w14:textId="77777777" w:rsidR="006D4449" w:rsidRDefault="006D4449" w:rsidP="006D4449">
      <w:r>
        <w:t>191.9777</w:t>
      </w:r>
      <w:r>
        <w:tab/>
        <w:t>1.013e0</w:t>
      </w:r>
    </w:p>
    <w:p w14:paraId="5C851413" w14:textId="77777777" w:rsidR="006D4449" w:rsidRDefault="006D4449" w:rsidP="006D4449">
      <w:r>
        <w:t>191.9799</w:t>
      </w:r>
      <w:r>
        <w:tab/>
        <w:t>4.051e0</w:t>
      </w:r>
    </w:p>
    <w:p w14:paraId="78600546" w14:textId="77777777" w:rsidR="006D4449" w:rsidRDefault="006D4449" w:rsidP="006D4449">
      <w:r>
        <w:t>192.0187</w:t>
      </w:r>
      <w:r>
        <w:tab/>
        <w:t>3.038e0</w:t>
      </w:r>
    </w:p>
    <w:p w14:paraId="16B74F9C" w14:textId="77777777" w:rsidR="006D4449" w:rsidRDefault="006D4449" w:rsidP="006D4449">
      <w:r>
        <w:t>192.0220</w:t>
      </w:r>
      <w:r>
        <w:tab/>
        <w:t>3.038e0</w:t>
      </w:r>
    </w:p>
    <w:p w14:paraId="1175CCD8" w14:textId="77777777" w:rsidR="006D4449" w:rsidRDefault="006D4449" w:rsidP="006D4449">
      <w:r>
        <w:lastRenderedPageBreak/>
        <w:t>192.0564</w:t>
      </w:r>
      <w:r>
        <w:tab/>
        <w:t>1.038e1</w:t>
      </w:r>
    </w:p>
    <w:p w14:paraId="6F4044A5" w14:textId="77777777" w:rsidR="006D4449" w:rsidRDefault="006D4449" w:rsidP="006D4449">
      <w:r>
        <w:t>192.0639</w:t>
      </w:r>
      <w:r>
        <w:tab/>
        <w:t>2.459e1</w:t>
      </w:r>
    </w:p>
    <w:p w14:paraId="0F966767" w14:textId="77777777" w:rsidR="006D4449" w:rsidRDefault="006D4449" w:rsidP="006D4449">
      <w:r>
        <w:t>192.0650</w:t>
      </w:r>
      <w:r>
        <w:tab/>
        <w:t>1.924e1</w:t>
      </w:r>
    </w:p>
    <w:p w14:paraId="18099ED5" w14:textId="77777777" w:rsidR="006D4449" w:rsidRDefault="006D4449" w:rsidP="006D4449">
      <w:r>
        <w:t>192.0678</w:t>
      </w:r>
      <w:r>
        <w:tab/>
        <w:t>2.329e1</w:t>
      </w:r>
    </w:p>
    <w:p w14:paraId="441EFEA3" w14:textId="77777777" w:rsidR="006D4449" w:rsidRDefault="006D4449" w:rsidP="006D4449">
      <w:r>
        <w:t>192.0711</w:t>
      </w:r>
      <w:r>
        <w:tab/>
        <w:t>5.351e0</w:t>
      </w:r>
    </w:p>
    <w:p w14:paraId="741B81F6" w14:textId="77777777" w:rsidR="006D4449" w:rsidRDefault="006D4449" w:rsidP="006D4449">
      <w:r>
        <w:t>192.0747</w:t>
      </w:r>
      <w:r>
        <w:tab/>
        <w:t>9.114e0</w:t>
      </w:r>
    </w:p>
    <w:p w14:paraId="5E55B6E6" w14:textId="77777777" w:rsidR="006D4449" w:rsidRDefault="006D4449" w:rsidP="006D4449">
      <w:r>
        <w:t>192.0964</w:t>
      </w:r>
      <w:r>
        <w:tab/>
        <w:t>3.038e0</w:t>
      </w:r>
    </w:p>
    <w:p w14:paraId="19566B33" w14:textId="77777777" w:rsidR="006D4449" w:rsidRDefault="006D4449" w:rsidP="006D4449">
      <w:r>
        <w:t>192.1144</w:t>
      </w:r>
      <w:r>
        <w:tab/>
        <w:t>2.025e0</w:t>
      </w:r>
    </w:p>
    <w:p w14:paraId="235B4E9C" w14:textId="77777777" w:rsidR="006D4449" w:rsidRDefault="006D4449" w:rsidP="006D4449">
      <w:r>
        <w:t>192.1221</w:t>
      </w:r>
      <w:r>
        <w:tab/>
        <w:t>3.038e0</w:t>
      </w:r>
    </w:p>
    <w:p w14:paraId="00E36A4D" w14:textId="77777777" w:rsidR="006D4449" w:rsidRDefault="006D4449" w:rsidP="006D4449">
      <w:r>
        <w:t>192.1379</w:t>
      </w:r>
      <w:r>
        <w:tab/>
        <w:t>9.114e0</w:t>
      </w:r>
    </w:p>
    <w:p w14:paraId="2F71C538" w14:textId="77777777" w:rsidR="006D4449" w:rsidRDefault="006D4449" w:rsidP="006D4449">
      <w:r>
        <w:t>192.1435</w:t>
      </w:r>
      <w:r>
        <w:tab/>
        <w:t>9.114e0</w:t>
      </w:r>
    </w:p>
    <w:p w14:paraId="3AA7C67E" w14:textId="77777777" w:rsidR="006D4449" w:rsidRDefault="006D4449" w:rsidP="006D4449">
      <w:r>
        <w:t>192.1460</w:t>
      </w:r>
      <w:r>
        <w:tab/>
        <w:t>4.051e0</w:t>
      </w:r>
    </w:p>
    <w:p w14:paraId="5176AA40" w14:textId="77777777" w:rsidR="006D4449" w:rsidRDefault="006D4449" w:rsidP="006D4449">
      <w:r>
        <w:t>192.1699</w:t>
      </w:r>
      <w:r>
        <w:tab/>
        <w:t>1.013e0</w:t>
      </w:r>
    </w:p>
    <w:p w14:paraId="506E2C92" w14:textId="77777777" w:rsidR="006D4449" w:rsidRDefault="006D4449" w:rsidP="006D4449">
      <w:r>
        <w:t>192.1801</w:t>
      </w:r>
      <w:r>
        <w:tab/>
        <w:t>2.025e0</w:t>
      </w:r>
    </w:p>
    <w:p w14:paraId="2DB0B648" w14:textId="77777777" w:rsidR="006D4449" w:rsidRDefault="006D4449" w:rsidP="006D4449">
      <w:r>
        <w:t>192.2324</w:t>
      </w:r>
      <w:r>
        <w:tab/>
        <w:t>1.013e0</w:t>
      </w:r>
    </w:p>
    <w:p w14:paraId="6F4DA871" w14:textId="77777777" w:rsidR="006D4449" w:rsidRDefault="006D4449" w:rsidP="006D4449">
      <w:r>
        <w:t>192.2727</w:t>
      </w:r>
      <w:r>
        <w:tab/>
        <w:t>1.013e0</w:t>
      </w:r>
    </w:p>
    <w:p w14:paraId="1143F169" w14:textId="77777777" w:rsidR="006D4449" w:rsidRDefault="006D4449" w:rsidP="006D4449">
      <w:r>
        <w:t>192.2994</w:t>
      </w:r>
      <w:r>
        <w:tab/>
        <w:t>2.025e0</w:t>
      </w:r>
    </w:p>
    <w:p w14:paraId="76911472" w14:textId="77777777" w:rsidR="006D4449" w:rsidRDefault="006D4449" w:rsidP="006D4449">
      <w:r>
        <w:t>192.3241</w:t>
      </w:r>
      <w:r>
        <w:tab/>
        <w:t>1.013e0</w:t>
      </w:r>
    </w:p>
    <w:p w14:paraId="36CA484F" w14:textId="77777777" w:rsidR="006D4449" w:rsidRDefault="006D4449" w:rsidP="006D4449">
      <w:r>
        <w:t>192.3454</w:t>
      </w:r>
      <w:r>
        <w:tab/>
        <w:t>2.025e0</w:t>
      </w:r>
    </w:p>
    <w:p w14:paraId="0944D1F3" w14:textId="77777777" w:rsidR="006D4449" w:rsidRDefault="006D4449" w:rsidP="006D4449">
      <w:r>
        <w:lastRenderedPageBreak/>
        <w:t>192.3483</w:t>
      </w:r>
      <w:r>
        <w:tab/>
        <w:t>2.025e0</w:t>
      </w:r>
    </w:p>
    <w:p w14:paraId="30370330" w14:textId="77777777" w:rsidR="006D4449" w:rsidRDefault="006D4449" w:rsidP="006D4449">
      <w:r>
        <w:t>192.3788</w:t>
      </w:r>
      <w:r>
        <w:tab/>
        <w:t>1.013e0</w:t>
      </w:r>
    </w:p>
    <w:p w14:paraId="49820CD9" w14:textId="77777777" w:rsidR="006D4449" w:rsidRDefault="006D4449" w:rsidP="006D4449">
      <w:r>
        <w:t>192.3908</w:t>
      </w:r>
      <w:r>
        <w:tab/>
        <w:t>1.013e0</w:t>
      </w:r>
    </w:p>
    <w:p w14:paraId="1D33B474" w14:textId="77777777" w:rsidR="006D4449" w:rsidRDefault="006D4449" w:rsidP="006D4449">
      <w:r>
        <w:t>192.4086</w:t>
      </w:r>
      <w:r>
        <w:tab/>
        <w:t>1.013e0</w:t>
      </w:r>
    </w:p>
    <w:p w14:paraId="639E94E3" w14:textId="77777777" w:rsidR="006D4449" w:rsidRDefault="006D4449" w:rsidP="006D4449">
      <w:r>
        <w:t>192.4131</w:t>
      </w:r>
      <w:r>
        <w:tab/>
        <w:t>1.013e0</w:t>
      </w:r>
    </w:p>
    <w:p w14:paraId="55C2C4FF" w14:textId="77777777" w:rsidR="006D4449" w:rsidRDefault="006D4449" w:rsidP="006D4449">
      <w:r>
        <w:t>192.4346</w:t>
      </w:r>
      <w:r>
        <w:tab/>
        <w:t>1.013e0</w:t>
      </w:r>
    </w:p>
    <w:p w14:paraId="2C0C4022" w14:textId="77777777" w:rsidR="006D4449" w:rsidRDefault="006D4449" w:rsidP="006D4449">
      <w:r>
        <w:t>192.4429</w:t>
      </w:r>
      <w:r>
        <w:tab/>
        <w:t>1.013e0</w:t>
      </w:r>
    </w:p>
    <w:p w14:paraId="6D05157E" w14:textId="77777777" w:rsidR="006D4449" w:rsidRDefault="006D4449" w:rsidP="006D4449">
      <w:r>
        <w:t>192.4755</w:t>
      </w:r>
      <w:r>
        <w:tab/>
        <w:t>1.013e0</w:t>
      </w:r>
    </w:p>
    <w:p w14:paraId="77166500" w14:textId="77777777" w:rsidR="006D4449" w:rsidRDefault="006D4449" w:rsidP="006D4449">
      <w:r>
        <w:t>192.4947</w:t>
      </w:r>
      <w:r>
        <w:tab/>
        <w:t>1.013e0</w:t>
      </w:r>
    </w:p>
    <w:p w14:paraId="312DB64C" w14:textId="77777777" w:rsidR="006D4449" w:rsidRDefault="006D4449" w:rsidP="006D4449">
      <w:r>
        <w:t>192.4984</w:t>
      </w:r>
      <w:r>
        <w:tab/>
        <w:t>1.013e0</w:t>
      </w:r>
    </w:p>
    <w:p w14:paraId="41B760D8" w14:textId="77777777" w:rsidR="006D4449" w:rsidRDefault="006D4449" w:rsidP="006D4449">
      <w:r>
        <w:t>192.5049</w:t>
      </w:r>
      <w:r>
        <w:tab/>
        <w:t>1.013e0</w:t>
      </w:r>
    </w:p>
    <w:p w14:paraId="330B1324" w14:textId="77777777" w:rsidR="006D4449" w:rsidRDefault="006D4449" w:rsidP="006D4449">
      <w:r>
        <w:t>192.5204</w:t>
      </w:r>
      <w:r>
        <w:tab/>
        <w:t>1.013e0</w:t>
      </w:r>
    </w:p>
    <w:p w14:paraId="4AEA094B" w14:textId="77777777" w:rsidR="006D4449" w:rsidRDefault="006D4449" w:rsidP="006D4449">
      <w:r>
        <w:t>192.5277</w:t>
      </w:r>
      <w:r>
        <w:tab/>
        <w:t>1.013e0</w:t>
      </w:r>
    </w:p>
    <w:p w14:paraId="0F736B73" w14:textId="77777777" w:rsidR="006D4449" w:rsidRDefault="006D4449" w:rsidP="006D4449">
      <w:r>
        <w:t>192.5457</w:t>
      </w:r>
      <w:r>
        <w:tab/>
        <w:t>2.025e0</w:t>
      </w:r>
    </w:p>
    <w:p w14:paraId="59EDCF27" w14:textId="77777777" w:rsidR="006D4449" w:rsidRDefault="006D4449" w:rsidP="006D4449">
      <w:r>
        <w:t>192.5497</w:t>
      </w:r>
      <w:r>
        <w:tab/>
        <w:t>2.025e0</w:t>
      </w:r>
    </w:p>
    <w:p w14:paraId="1330E3BC" w14:textId="77777777" w:rsidR="006D4449" w:rsidRDefault="006D4449" w:rsidP="006D4449">
      <w:r>
        <w:t>192.5553</w:t>
      </w:r>
      <w:r>
        <w:tab/>
        <w:t>2.025e0</w:t>
      </w:r>
    </w:p>
    <w:p w14:paraId="559D7199" w14:textId="77777777" w:rsidR="006D4449" w:rsidRDefault="006D4449" w:rsidP="006D4449">
      <w:r>
        <w:t>192.5618</w:t>
      </w:r>
      <w:r>
        <w:tab/>
        <w:t>2.025e0</w:t>
      </w:r>
    </w:p>
    <w:p w14:paraId="141BCD4E" w14:textId="77777777" w:rsidR="006D4449" w:rsidRDefault="006D4449" w:rsidP="006D4449">
      <w:r>
        <w:t>192.5791</w:t>
      </w:r>
      <w:r>
        <w:tab/>
        <w:t>1.013e0</w:t>
      </w:r>
    </w:p>
    <w:p w14:paraId="099FF132" w14:textId="77777777" w:rsidR="006D4449" w:rsidRDefault="006D4449" w:rsidP="006D4449">
      <w:r>
        <w:t>192.5828</w:t>
      </w:r>
      <w:r>
        <w:tab/>
        <w:t>2.025e0</w:t>
      </w:r>
    </w:p>
    <w:p w14:paraId="57F4C60E" w14:textId="77777777" w:rsidR="006D4449" w:rsidRDefault="006D4449" w:rsidP="006D4449">
      <w:r>
        <w:lastRenderedPageBreak/>
        <w:t>192.6045</w:t>
      </w:r>
      <w:r>
        <w:tab/>
        <w:t>2.025e0</w:t>
      </w:r>
    </w:p>
    <w:p w14:paraId="645EFE72" w14:textId="77777777" w:rsidR="006D4449" w:rsidRDefault="006D4449" w:rsidP="006D4449">
      <w:r>
        <w:t>192.6086</w:t>
      </w:r>
      <w:r>
        <w:tab/>
        <w:t>1.013e0</w:t>
      </w:r>
    </w:p>
    <w:p w14:paraId="2B5442D1" w14:textId="77777777" w:rsidR="006D4449" w:rsidRDefault="006D4449" w:rsidP="006D4449">
      <w:r>
        <w:t>192.6151</w:t>
      </w:r>
      <w:r>
        <w:tab/>
        <w:t>1.013e0</w:t>
      </w:r>
    </w:p>
    <w:p w14:paraId="5A9418E0" w14:textId="77777777" w:rsidR="006D4449" w:rsidRDefault="006D4449" w:rsidP="006D4449">
      <w:r>
        <w:t>192.6600</w:t>
      </w:r>
      <w:r>
        <w:tab/>
        <w:t>1.013e0</w:t>
      </w:r>
    </w:p>
    <w:p w14:paraId="7E8B381E" w14:textId="77777777" w:rsidR="006D4449" w:rsidRDefault="006D4449" w:rsidP="006D4449">
      <w:r>
        <w:t>192.6666</w:t>
      </w:r>
      <w:r>
        <w:tab/>
        <w:t>1.013e0</w:t>
      </w:r>
    </w:p>
    <w:p w14:paraId="3DF4C292" w14:textId="77777777" w:rsidR="006D4449" w:rsidRDefault="006D4449" w:rsidP="006D4449">
      <w:r>
        <w:t>192.6903</w:t>
      </w:r>
      <w:r>
        <w:tab/>
        <w:t>3.038e0</w:t>
      </w:r>
    </w:p>
    <w:p w14:paraId="71D935A0" w14:textId="77777777" w:rsidR="006D4449" w:rsidRDefault="006D4449" w:rsidP="006D4449">
      <w:r>
        <w:t>192.7005</w:t>
      </w:r>
      <w:r>
        <w:tab/>
        <w:t>1.013e0</w:t>
      </w:r>
    </w:p>
    <w:p w14:paraId="34EB2C1E" w14:textId="77777777" w:rsidR="006D4449" w:rsidRDefault="006D4449" w:rsidP="006D4449">
      <w:r>
        <w:t>192.7033</w:t>
      </w:r>
      <w:r>
        <w:tab/>
        <w:t>2.025e0</w:t>
      </w:r>
    </w:p>
    <w:p w14:paraId="3D085171" w14:textId="77777777" w:rsidR="006D4449" w:rsidRDefault="006D4449" w:rsidP="006D4449">
      <w:r>
        <w:t>192.7151</w:t>
      </w:r>
      <w:r>
        <w:tab/>
        <w:t>1.013e0</w:t>
      </w:r>
    </w:p>
    <w:p w14:paraId="03292E07" w14:textId="77777777" w:rsidR="006D4449" w:rsidRDefault="006D4449" w:rsidP="006D4449">
      <w:r>
        <w:t>192.7298</w:t>
      </w:r>
      <w:r>
        <w:tab/>
        <w:t>1.013e0</w:t>
      </w:r>
    </w:p>
    <w:p w14:paraId="5DD76B14" w14:textId="77777777" w:rsidR="006D4449" w:rsidRDefault="006D4449" w:rsidP="006D4449">
      <w:r>
        <w:t>192.7327</w:t>
      </w:r>
      <w:r>
        <w:tab/>
        <w:t>1.013e0</w:t>
      </w:r>
    </w:p>
    <w:p w14:paraId="2C33C260" w14:textId="77777777" w:rsidR="006D4449" w:rsidRDefault="006D4449" w:rsidP="006D4449">
      <w:r>
        <w:t>192.7703</w:t>
      </w:r>
      <w:r>
        <w:tab/>
        <w:t>1.013e0</w:t>
      </w:r>
    </w:p>
    <w:p w14:paraId="58B49AC4" w14:textId="77777777" w:rsidR="006D4449" w:rsidRDefault="006D4449" w:rsidP="006D4449">
      <w:r>
        <w:t>192.8262</w:t>
      </w:r>
      <w:r>
        <w:tab/>
        <w:t>1.013e0</w:t>
      </w:r>
    </w:p>
    <w:p w14:paraId="23A22C65" w14:textId="77777777" w:rsidR="006D4449" w:rsidRDefault="006D4449" w:rsidP="006D4449">
      <w:r>
        <w:t>192.8332</w:t>
      </w:r>
      <w:r>
        <w:tab/>
        <w:t>2.025e0</w:t>
      </w:r>
    </w:p>
    <w:p w14:paraId="1F8DD458" w14:textId="77777777" w:rsidR="006D4449" w:rsidRDefault="006D4449" w:rsidP="006D4449">
      <w:r>
        <w:t>192.8597</w:t>
      </w:r>
      <w:r>
        <w:tab/>
        <w:t>1.013e0</w:t>
      </w:r>
    </w:p>
    <w:p w14:paraId="1F17E98B" w14:textId="77777777" w:rsidR="006D4449" w:rsidRDefault="006D4449" w:rsidP="006D4449">
      <w:r>
        <w:t>192.9006</w:t>
      </w:r>
      <w:r>
        <w:tab/>
        <w:t>1.013e0</w:t>
      </w:r>
    </w:p>
    <w:p w14:paraId="73674E76" w14:textId="77777777" w:rsidR="006D4449" w:rsidRDefault="006D4449" w:rsidP="006D4449">
      <w:r>
        <w:t>192.9085</w:t>
      </w:r>
      <w:r>
        <w:tab/>
        <w:t>4.051e0</w:t>
      </w:r>
    </w:p>
    <w:p w14:paraId="5D3A0452" w14:textId="77777777" w:rsidR="006D4449" w:rsidRDefault="006D4449" w:rsidP="006D4449">
      <w:r>
        <w:t>192.9520</w:t>
      </w:r>
      <w:r>
        <w:tab/>
        <w:t>1.013e0</w:t>
      </w:r>
    </w:p>
    <w:p w14:paraId="15C49695" w14:textId="77777777" w:rsidR="006D4449" w:rsidRDefault="006D4449" w:rsidP="006D4449">
      <w:r>
        <w:t>192.9593</w:t>
      </w:r>
      <w:r>
        <w:tab/>
        <w:t>1.013e0</w:t>
      </w:r>
    </w:p>
    <w:p w14:paraId="31D18EF9" w14:textId="77777777" w:rsidR="006D4449" w:rsidRDefault="006D4449" w:rsidP="006D4449">
      <w:r>
        <w:lastRenderedPageBreak/>
        <w:t>192.9788</w:t>
      </w:r>
      <w:r>
        <w:tab/>
        <w:t>3.038e0</w:t>
      </w:r>
    </w:p>
    <w:p w14:paraId="4F66ACD0" w14:textId="77777777" w:rsidR="006D4449" w:rsidRDefault="006D4449" w:rsidP="006D4449">
      <w:r>
        <w:t>192.9805</w:t>
      </w:r>
      <w:r>
        <w:tab/>
        <w:t>2.025e0</w:t>
      </w:r>
    </w:p>
    <w:p w14:paraId="310096E8" w14:textId="77777777" w:rsidR="006D4449" w:rsidRDefault="006D4449" w:rsidP="006D4449">
      <w:r>
        <w:t>192.9832</w:t>
      </w:r>
      <w:r>
        <w:tab/>
        <w:t>2.025e0</w:t>
      </w:r>
    </w:p>
    <w:p w14:paraId="7EAA18F8" w14:textId="77777777" w:rsidR="006D4449" w:rsidRDefault="006D4449" w:rsidP="006D4449">
      <w:r>
        <w:t>192.9850</w:t>
      </w:r>
      <w:r>
        <w:tab/>
        <w:t>2.025e0</w:t>
      </w:r>
    </w:p>
    <w:p w14:paraId="5E8CE85D" w14:textId="77777777" w:rsidR="006D4449" w:rsidRDefault="006D4449" w:rsidP="006D4449">
      <w:r>
        <w:t>193.0063</w:t>
      </w:r>
      <w:r>
        <w:tab/>
        <w:t>1.013e0</w:t>
      </w:r>
    </w:p>
    <w:p w14:paraId="5EBB24CE" w14:textId="77777777" w:rsidR="006D4449" w:rsidRDefault="006D4449" w:rsidP="006D4449">
      <w:r>
        <w:t>193.0108</w:t>
      </w:r>
      <w:r>
        <w:tab/>
        <w:t>1.013e0</w:t>
      </w:r>
    </w:p>
    <w:p w14:paraId="4C7FD7B0" w14:textId="77777777" w:rsidR="006D4449" w:rsidRDefault="006D4449" w:rsidP="006D4449">
      <w:r>
        <w:t>193.0505</w:t>
      </w:r>
      <w:r>
        <w:tab/>
        <w:t>2.025e0</w:t>
      </w:r>
    </w:p>
    <w:p w14:paraId="5F826782" w14:textId="77777777" w:rsidR="006D4449" w:rsidRDefault="006D4449" w:rsidP="006D4449">
      <w:r>
        <w:t>193.0669</w:t>
      </w:r>
      <w:r>
        <w:tab/>
        <w:t>6.076e0</w:t>
      </w:r>
    </w:p>
    <w:p w14:paraId="28C9C7A3" w14:textId="77777777" w:rsidR="006D4449" w:rsidRDefault="006D4449" w:rsidP="006D4449">
      <w:r>
        <w:t>193.0695</w:t>
      </w:r>
      <w:r>
        <w:tab/>
        <w:t>6.076e0</w:t>
      </w:r>
    </w:p>
    <w:p w14:paraId="5FFC70C9" w14:textId="77777777" w:rsidR="006D4449" w:rsidRDefault="006D4449" w:rsidP="006D4449">
      <w:r>
        <w:t>193.0717</w:t>
      </w:r>
      <w:r>
        <w:tab/>
        <w:t>4.051e0</w:t>
      </w:r>
    </w:p>
    <w:p w14:paraId="727FAE2D" w14:textId="77777777" w:rsidR="006D4449" w:rsidRDefault="006D4449" w:rsidP="006D4449">
      <w:r>
        <w:t>193.0976</w:t>
      </w:r>
      <w:r>
        <w:tab/>
        <w:t>8.101e0</w:t>
      </w:r>
    </w:p>
    <w:p w14:paraId="2749E86A" w14:textId="77777777" w:rsidR="006D4449" w:rsidRDefault="006D4449" w:rsidP="006D4449">
      <w:r>
        <w:t>193.0993</w:t>
      </w:r>
      <w:r>
        <w:tab/>
        <w:t>3.038e0</w:t>
      </w:r>
    </w:p>
    <w:p w14:paraId="5965EBEB" w14:textId="77777777" w:rsidR="006D4449" w:rsidRDefault="006D4449" w:rsidP="006D4449">
      <w:r>
        <w:t>193.1043</w:t>
      </w:r>
      <w:r>
        <w:tab/>
        <w:t>3.025e0</w:t>
      </w:r>
    </w:p>
    <w:p w14:paraId="3618862A" w14:textId="77777777" w:rsidR="006D4449" w:rsidRDefault="006D4449" w:rsidP="006D4449">
      <w:r>
        <w:t>193.1174</w:t>
      </w:r>
      <w:r>
        <w:tab/>
        <w:t>3.038e0</w:t>
      </w:r>
    </w:p>
    <w:p w14:paraId="65DFD365" w14:textId="77777777" w:rsidR="006D4449" w:rsidRDefault="006D4449" w:rsidP="006D4449">
      <w:r>
        <w:t>193.1240</w:t>
      </w:r>
      <w:r>
        <w:tab/>
        <w:t>3.038e0</w:t>
      </w:r>
    </w:p>
    <w:p w14:paraId="56BDB73C" w14:textId="77777777" w:rsidR="006D4449" w:rsidRDefault="006D4449" w:rsidP="006D4449">
      <w:r>
        <w:t>193.1368</w:t>
      </w:r>
      <w:r>
        <w:tab/>
        <w:t>2.025e0</w:t>
      </w:r>
    </w:p>
    <w:p w14:paraId="472B6811" w14:textId="77777777" w:rsidR="006D4449" w:rsidRDefault="006D4449" w:rsidP="006D4449">
      <w:r>
        <w:t>193.1617</w:t>
      </w:r>
      <w:r>
        <w:tab/>
        <w:t>1.013e0</w:t>
      </w:r>
    </w:p>
    <w:p w14:paraId="674423E6" w14:textId="77777777" w:rsidR="006D4449" w:rsidRDefault="006D4449" w:rsidP="006D4449">
      <w:r>
        <w:t>193.1691</w:t>
      </w:r>
      <w:r>
        <w:tab/>
        <w:t>1.013e0</w:t>
      </w:r>
    </w:p>
    <w:p w14:paraId="3C221296" w14:textId="77777777" w:rsidR="006D4449" w:rsidRDefault="006D4449" w:rsidP="006D4449">
      <w:r>
        <w:t>193.1795</w:t>
      </w:r>
      <w:r>
        <w:tab/>
        <w:t>5.063e0</w:t>
      </w:r>
    </w:p>
    <w:p w14:paraId="022FCAC7" w14:textId="77777777" w:rsidR="006D4449" w:rsidRDefault="006D4449" w:rsidP="006D4449">
      <w:r>
        <w:lastRenderedPageBreak/>
        <w:t>193.1878</w:t>
      </w:r>
      <w:r>
        <w:tab/>
        <w:t>1.013e0</w:t>
      </w:r>
    </w:p>
    <w:p w14:paraId="7E82F64D" w14:textId="77777777" w:rsidR="006D4449" w:rsidRDefault="006D4449" w:rsidP="006D4449">
      <w:r>
        <w:t>193.1952</w:t>
      </w:r>
      <w:r>
        <w:tab/>
        <w:t>1.013e0</w:t>
      </w:r>
    </w:p>
    <w:p w14:paraId="012FE928" w14:textId="77777777" w:rsidR="006D4449" w:rsidRDefault="006D4449" w:rsidP="006D4449">
      <w:r>
        <w:t>193.2690</w:t>
      </w:r>
      <w:r>
        <w:tab/>
        <w:t>1.013e0</w:t>
      </w:r>
    </w:p>
    <w:p w14:paraId="26104D6B" w14:textId="77777777" w:rsidR="006D4449" w:rsidRDefault="006D4449" w:rsidP="006D4449">
      <w:r>
        <w:t>193.2838</w:t>
      </w:r>
      <w:r>
        <w:tab/>
        <w:t>1.013e0</w:t>
      </w:r>
    </w:p>
    <w:p w14:paraId="5A76C9F4" w14:textId="77777777" w:rsidR="006D4449" w:rsidRDefault="006D4449" w:rsidP="006D4449">
      <w:r>
        <w:t>193.2985</w:t>
      </w:r>
      <w:r>
        <w:tab/>
        <w:t>1.013e0</w:t>
      </w:r>
    </w:p>
    <w:p w14:paraId="1A2E70F2" w14:textId="77777777" w:rsidR="006D4449" w:rsidRDefault="006D4449" w:rsidP="006D4449">
      <w:r>
        <w:t>193.3214</w:t>
      </w:r>
      <w:r>
        <w:tab/>
        <w:t>1.013e0</w:t>
      </w:r>
    </w:p>
    <w:p w14:paraId="02AFA0E0" w14:textId="77777777" w:rsidR="006D4449" w:rsidRDefault="006D4449" w:rsidP="006D4449">
      <w:r>
        <w:t>193.3324</w:t>
      </w:r>
      <w:r>
        <w:tab/>
        <w:t>1.013e0</w:t>
      </w:r>
    </w:p>
    <w:p w14:paraId="26BB6441" w14:textId="77777777" w:rsidR="006D4449" w:rsidRDefault="006D4449" w:rsidP="006D4449">
      <w:r>
        <w:t>193.3352</w:t>
      </w:r>
      <w:r>
        <w:tab/>
        <w:t>1.013e0</w:t>
      </w:r>
    </w:p>
    <w:p w14:paraId="7E01D1E7" w14:textId="77777777" w:rsidR="006D4449" w:rsidRDefault="006D4449" w:rsidP="006D4449">
      <w:r>
        <w:t>193.3426</w:t>
      </w:r>
      <w:r>
        <w:tab/>
        <w:t>1.013e0</w:t>
      </w:r>
    </w:p>
    <w:p w14:paraId="26DE75EB" w14:textId="77777777" w:rsidR="006D4449" w:rsidRDefault="006D4449" w:rsidP="006D4449">
      <w:r>
        <w:t>193.3618</w:t>
      </w:r>
      <w:r>
        <w:tab/>
        <w:t>1.013e0</w:t>
      </w:r>
    </w:p>
    <w:p w14:paraId="3F5E7A88" w14:textId="77777777" w:rsidR="006D4449" w:rsidRDefault="006D4449" w:rsidP="006D4449">
      <w:r>
        <w:t>193.3894</w:t>
      </w:r>
      <w:r>
        <w:tab/>
        <w:t>2.025e0</w:t>
      </w:r>
    </w:p>
    <w:p w14:paraId="268F9C28" w14:textId="77777777" w:rsidR="006D4449" w:rsidRDefault="006D4449" w:rsidP="006D4449">
      <w:r>
        <w:t>193.3945</w:t>
      </w:r>
      <w:r>
        <w:tab/>
        <w:t>2.025e0</w:t>
      </w:r>
    </w:p>
    <w:p w14:paraId="6E6681D2" w14:textId="77777777" w:rsidR="006D4449" w:rsidRDefault="006D4449" w:rsidP="006D4449">
      <w:r>
        <w:t>193.4236</w:t>
      </w:r>
      <w:r>
        <w:tab/>
        <w:t>1.013e0</w:t>
      </w:r>
    </w:p>
    <w:p w14:paraId="6D8F4694" w14:textId="77777777" w:rsidR="006D4449" w:rsidRDefault="006D4449" w:rsidP="006D4449">
      <w:r>
        <w:t>193.4383</w:t>
      </w:r>
      <w:r>
        <w:tab/>
        <w:t>1.013e0</w:t>
      </w:r>
    </w:p>
    <w:p w14:paraId="2C938E2F" w14:textId="77777777" w:rsidR="006D4449" w:rsidRDefault="006D4449" w:rsidP="006D4449">
      <w:r>
        <w:t>193.4759</w:t>
      </w:r>
      <w:r>
        <w:tab/>
        <w:t>1.013e0</w:t>
      </w:r>
    </w:p>
    <w:p w14:paraId="33C262A3" w14:textId="77777777" w:rsidR="006D4449" w:rsidRDefault="006D4449" w:rsidP="006D4449">
      <w:r>
        <w:t>193.4825</w:t>
      </w:r>
      <w:r>
        <w:tab/>
        <w:t>1.013e0</w:t>
      </w:r>
    </w:p>
    <w:p w14:paraId="434EDE95" w14:textId="77777777" w:rsidR="006D4449" w:rsidRDefault="006D4449" w:rsidP="006D4449">
      <w:r>
        <w:t>193.4906</w:t>
      </w:r>
      <w:r>
        <w:tab/>
        <w:t>1.013e0</w:t>
      </w:r>
    </w:p>
    <w:p w14:paraId="43BDCC07" w14:textId="77777777" w:rsidR="006D4449" w:rsidRDefault="006D4449" w:rsidP="006D4449">
      <w:r>
        <w:t>193.4980</w:t>
      </w:r>
      <w:r>
        <w:tab/>
        <w:t>1.013e0</w:t>
      </w:r>
    </w:p>
    <w:p w14:paraId="6348F079" w14:textId="77777777" w:rsidR="006D4449" w:rsidRDefault="006D4449" w:rsidP="006D4449">
      <w:r>
        <w:t>193.5229</w:t>
      </w:r>
      <w:r>
        <w:tab/>
        <w:t>1.013e0</w:t>
      </w:r>
    </w:p>
    <w:p w14:paraId="003E3A30" w14:textId="77777777" w:rsidR="006D4449" w:rsidRDefault="006D4449" w:rsidP="006D4449">
      <w:r>
        <w:lastRenderedPageBreak/>
        <w:t>193.5499</w:t>
      </w:r>
      <w:r>
        <w:tab/>
        <w:t>1.013e0</w:t>
      </w:r>
    </w:p>
    <w:p w14:paraId="6E4AE9F3" w14:textId="77777777" w:rsidR="006D4449" w:rsidRDefault="006D4449" w:rsidP="006D4449">
      <w:r>
        <w:t>193.5798</w:t>
      </w:r>
      <w:r>
        <w:tab/>
        <w:t>1.013e0</w:t>
      </w:r>
    </w:p>
    <w:p w14:paraId="4AFDF70E" w14:textId="77777777" w:rsidR="006D4449" w:rsidRDefault="006D4449" w:rsidP="006D4449">
      <w:r>
        <w:t>193.5902</w:t>
      </w:r>
      <w:r>
        <w:tab/>
        <w:t>1.013e0</w:t>
      </w:r>
    </w:p>
    <w:p w14:paraId="0BFBABFB" w14:textId="77777777" w:rsidR="006D4449" w:rsidRDefault="006D4449" w:rsidP="006D4449">
      <w:r>
        <w:t>193.6134</w:t>
      </w:r>
      <w:r>
        <w:tab/>
        <w:t>1.013e0</w:t>
      </w:r>
    </w:p>
    <w:p w14:paraId="51017222" w14:textId="77777777" w:rsidR="006D4449" w:rsidRDefault="006D4449" w:rsidP="006D4449">
      <w:r>
        <w:t>193.6396</w:t>
      </w:r>
      <w:r>
        <w:tab/>
        <w:t>1.013e0</w:t>
      </w:r>
    </w:p>
    <w:p w14:paraId="3F8453CD" w14:textId="77777777" w:rsidR="006D4449" w:rsidRDefault="006D4449" w:rsidP="006D4449">
      <w:r>
        <w:t>193.6755</w:t>
      </w:r>
      <w:r>
        <w:tab/>
        <w:t>1.013e0</w:t>
      </w:r>
    </w:p>
    <w:p w14:paraId="528FA3F5" w14:textId="77777777" w:rsidR="006D4449" w:rsidRDefault="006D4449" w:rsidP="006D4449">
      <w:r>
        <w:t>193.6836</w:t>
      </w:r>
      <w:r>
        <w:tab/>
        <w:t>2.025e0</w:t>
      </w:r>
    </w:p>
    <w:p w14:paraId="6B91C897" w14:textId="77777777" w:rsidR="006D4449" w:rsidRDefault="006D4449" w:rsidP="006D4449">
      <w:r>
        <w:t>193.7786</w:t>
      </w:r>
      <w:r>
        <w:tab/>
        <w:t>1.013e0</w:t>
      </w:r>
    </w:p>
    <w:p w14:paraId="52C939D9" w14:textId="77777777" w:rsidR="006D4449" w:rsidRDefault="006D4449" w:rsidP="006D4449">
      <w:r>
        <w:t>193.7823</w:t>
      </w:r>
      <w:r>
        <w:tab/>
        <w:t>2.025e0</w:t>
      </w:r>
    </w:p>
    <w:p w14:paraId="0CBD1061" w14:textId="77777777" w:rsidR="006D4449" w:rsidRDefault="006D4449" w:rsidP="006D4449">
      <w:r>
        <w:t>193.8273</w:t>
      </w:r>
      <w:r>
        <w:tab/>
        <w:t>1.013e0</w:t>
      </w:r>
    </w:p>
    <w:p w14:paraId="4C2A04D9" w14:textId="77777777" w:rsidR="006D4449" w:rsidRDefault="006D4449" w:rsidP="006D4449">
      <w:r>
        <w:t>193.8456</w:t>
      </w:r>
      <w:r>
        <w:tab/>
        <w:t>1.013e0</w:t>
      </w:r>
    </w:p>
    <w:p w14:paraId="0308C7BC" w14:textId="77777777" w:rsidR="006D4449" w:rsidRDefault="006D4449" w:rsidP="006D4449">
      <w:r>
        <w:t>193.8727</w:t>
      </w:r>
      <w:r>
        <w:tab/>
        <w:t>2.025e0</w:t>
      </w:r>
    </w:p>
    <w:p w14:paraId="02E3350B" w14:textId="77777777" w:rsidR="006D4449" w:rsidRDefault="006D4449" w:rsidP="006D4449">
      <w:r>
        <w:t>193.8902</w:t>
      </w:r>
      <w:r>
        <w:tab/>
        <w:t>1.013e0</w:t>
      </w:r>
    </w:p>
    <w:p w14:paraId="61768DE2" w14:textId="77777777" w:rsidR="006D4449" w:rsidRDefault="006D4449" w:rsidP="006D4449">
      <w:r>
        <w:t>193.9081</w:t>
      </w:r>
      <w:r>
        <w:tab/>
        <w:t>1.013e0</w:t>
      </w:r>
    </w:p>
    <w:p w14:paraId="1C2E125B" w14:textId="77777777" w:rsidR="006D4449" w:rsidRDefault="006D4449" w:rsidP="006D4449">
      <w:r>
        <w:t>193.9276</w:t>
      </w:r>
      <w:r>
        <w:tab/>
        <w:t>1.013e0</w:t>
      </w:r>
    </w:p>
    <w:p w14:paraId="2E82F78A" w14:textId="77777777" w:rsidR="006D4449" w:rsidRDefault="006D4449" w:rsidP="006D4449">
      <w:r>
        <w:t>193.9343</w:t>
      </w:r>
      <w:r>
        <w:tab/>
        <w:t>1.013e0</w:t>
      </w:r>
    </w:p>
    <w:p w14:paraId="715F31BC" w14:textId="77777777" w:rsidR="006D4449" w:rsidRDefault="006D4449" w:rsidP="006D4449">
      <w:r>
        <w:t>193.9501</w:t>
      </w:r>
      <w:r>
        <w:tab/>
        <w:t>2.025e0</w:t>
      </w:r>
    </w:p>
    <w:p w14:paraId="6C03F9DF" w14:textId="77777777" w:rsidR="006D4449" w:rsidRDefault="006D4449" w:rsidP="006D4449">
      <w:r>
        <w:t>193.9721</w:t>
      </w:r>
      <w:r>
        <w:tab/>
        <w:t>2.025e0</w:t>
      </w:r>
    </w:p>
    <w:p w14:paraId="6F95D486" w14:textId="77777777" w:rsidR="006D4449" w:rsidRDefault="006D4449" w:rsidP="006D4449">
      <w:r>
        <w:t>193.9873</w:t>
      </w:r>
      <w:r>
        <w:tab/>
        <w:t>2.025e0</w:t>
      </w:r>
    </w:p>
    <w:p w14:paraId="620703E6" w14:textId="77777777" w:rsidR="006D4449" w:rsidRDefault="006D4449" w:rsidP="006D4449">
      <w:r>
        <w:lastRenderedPageBreak/>
        <w:t>194.0020</w:t>
      </w:r>
      <w:r>
        <w:tab/>
        <w:t>1.013e0</w:t>
      </w:r>
    </w:p>
    <w:p w14:paraId="422D8C0F" w14:textId="77777777" w:rsidR="006D4449" w:rsidRDefault="006D4449" w:rsidP="006D4449">
      <w:r>
        <w:t>194.0093</w:t>
      </w:r>
      <w:r>
        <w:tab/>
        <w:t>1.013e0</w:t>
      </w:r>
    </w:p>
    <w:p w14:paraId="6862FECD" w14:textId="77777777" w:rsidR="006D4449" w:rsidRDefault="006D4449" w:rsidP="006D4449">
      <w:r>
        <w:t>194.0130</w:t>
      </w:r>
      <w:r>
        <w:tab/>
        <w:t>1.013e0</w:t>
      </w:r>
    </w:p>
    <w:p w14:paraId="38D5F922" w14:textId="77777777" w:rsidR="006D4449" w:rsidRDefault="006D4449" w:rsidP="006D4449">
      <w:r>
        <w:t>194.0159</w:t>
      </w:r>
      <w:r>
        <w:tab/>
        <w:t>1.013e0</w:t>
      </w:r>
    </w:p>
    <w:p w14:paraId="03C34E18" w14:textId="77777777" w:rsidR="006D4449" w:rsidRDefault="006D4449" w:rsidP="006D4449">
      <w:r>
        <w:t>194.0277</w:t>
      </w:r>
      <w:r>
        <w:tab/>
        <w:t>2.025e0</w:t>
      </w:r>
    </w:p>
    <w:p w14:paraId="76979FCB" w14:textId="77777777" w:rsidR="006D4449" w:rsidRDefault="006D4449" w:rsidP="006D4449">
      <w:r>
        <w:t>194.0424</w:t>
      </w:r>
      <w:r>
        <w:tab/>
        <w:t>2.025e0</w:t>
      </w:r>
    </w:p>
    <w:p w14:paraId="31DA2DFA" w14:textId="77777777" w:rsidR="006D4449" w:rsidRDefault="006D4449" w:rsidP="006D4449">
      <w:r>
        <w:t>194.0490</w:t>
      </w:r>
      <w:r>
        <w:tab/>
        <w:t>1.013e0</w:t>
      </w:r>
    </w:p>
    <w:p w14:paraId="1A2293C8" w14:textId="77777777" w:rsidR="006D4449" w:rsidRDefault="006D4449" w:rsidP="006D4449">
      <w:r>
        <w:t>194.0582</w:t>
      </w:r>
      <w:r>
        <w:tab/>
        <w:t>2.025e0</w:t>
      </w:r>
    </w:p>
    <w:p w14:paraId="3B8C2FD5" w14:textId="77777777" w:rsidR="006D4449" w:rsidRDefault="006D4449" w:rsidP="006D4449">
      <w:r>
        <w:t>194.0609</w:t>
      </w:r>
      <w:r>
        <w:tab/>
        <w:t>2.025e0</w:t>
      </w:r>
    </w:p>
    <w:p w14:paraId="0C13BF7F" w14:textId="77777777" w:rsidR="006D4449" w:rsidRDefault="006D4449" w:rsidP="006D4449">
      <w:r>
        <w:t>194.0664</w:t>
      </w:r>
      <w:r>
        <w:tab/>
        <w:t>4.051e0</w:t>
      </w:r>
    </w:p>
    <w:p w14:paraId="6CA618B1" w14:textId="77777777" w:rsidR="006D4449" w:rsidRDefault="006D4449" w:rsidP="006D4449">
      <w:r>
        <w:t>194.0720</w:t>
      </w:r>
      <w:r>
        <w:tab/>
        <w:t>2.525e0</w:t>
      </w:r>
    </w:p>
    <w:p w14:paraId="3B0E28ED" w14:textId="77777777" w:rsidR="006D4449" w:rsidRDefault="006D4449" w:rsidP="006D4449">
      <w:r>
        <w:t>194.0785</w:t>
      </w:r>
      <w:r>
        <w:tab/>
        <w:t>2.025e0</w:t>
      </w:r>
    </w:p>
    <w:p w14:paraId="2944D1DC" w14:textId="77777777" w:rsidR="006D4449" w:rsidRDefault="006D4449" w:rsidP="006D4449">
      <w:r>
        <w:t>194.0830</w:t>
      </w:r>
      <w:r>
        <w:tab/>
        <w:t>1.013e0</w:t>
      </w:r>
    </w:p>
    <w:p w14:paraId="50339C85" w14:textId="77777777" w:rsidR="006D4449" w:rsidRDefault="006D4449" w:rsidP="006D4449">
      <w:r>
        <w:t>194.1191</w:t>
      </w:r>
      <w:r>
        <w:tab/>
        <w:t>6.026e0</w:t>
      </w:r>
    </w:p>
    <w:p w14:paraId="67086B9D" w14:textId="77777777" w:rsidR="006D4449" w:rsidRDefault="006D4449" w:rsidP="006D4449">
      <w:r>
        <w:t>194.1214</w:t>
      </w:r>
      <w:r>
        <w:tab/>
        <w:t>1.890e1</w:t>
      </w:r>
    </w:p>
    <w:p w14:paraId="491542F2" w14:textId="77777777" w:rsidR="006D4449" w:rsidRDefault="006D4449" w:rsidP="006D4449">
      <w:r>
        <w:t>194.1228</w:t>
      </w:r>
      <w:r>
        <w:tab/>
        <w:t>9.114e0</w:t>
      </w:r>
    </w:p>
    <w:p w14:paraId="4FB620BE" w14:textId="77777777" w:rsidR="006D4449" w:rsidRDefault="006D4449" w:rsidP="006D4449">
      <w:r>
        <w:t>194.1247</w:t>
      </w:r>
      <w:r>
        <w:tab/>
        <w:t>9.114e0</w:t>
      </w:r>
    </w:p>
    <w:p w14:paraId="19130945" w14:textId="77777777" w:rsidR="006D4449" w:rsidRDefault="006D4449" w:rsidP="006D4449">
      <w:r>
        <w:t>194.1540</w:t>
      </w:r>
      <w:r>
        <w:tab/>
        <w:t>2.025e0</w:t>
      </w:r>
    </w:p>
    <w:p w14:paraId="0A57534B" w14:textId="77777777" w:rsidR="006D4449" w:rsidRDefault="006D4449" w:rsidP="006D4449">
      <w:r>
        <w:t>194.1622</w:t>
      </w:r>
      <w:r>
        <w:tab/>
        <w:t>2.025e0</w:t>
      </w:r>
    </w:p>
    <w:p w14:paraId="532312B3" w14:textId="77777777" w:rsidR="006D4449" w:rsidRDefault="006D4449" w:rsidP="006D4449">
      <w:r>
        <w:lastRenderedPageBreak/>
        <w:t>194.1632</w:t>
      </w:r>
      <w:r>
        <w:tab/>
        <w:t>1.013e0</w:t>
      </w:r>
    </w:p>
    <w:p w14:paraId="03914E8C" w14:textId="77777777" w:rsidR="006D4449" w:rsidRDefault="006D4449" w:rsidP="006D4449">
      <w:r>
        <w:t>194.1824</w:t>
      </w:r>
      <w:r>
        <w:tab/>
        <w:t>2.025e0</w:t>
      </w:r>
    </w:p>
    <w:p w14:paraId="787F0B73" w14:textId="77777777" w:rsidR="006D4449" w:rsidRDefault="006D4449" w:rsidP="006D4449">
      <w:r>
        <w:t>194.2010</w:t>
      </w:r>
      <w:r>
        <w:tab/>
        <w:t>1.013e0</w:t>
      </w:r>
    </w:p>
    <w:p w14:paraId="3CE73CA1" w14:textId="77777777" w:rsidR="006D4449" w:rsidRDefault="006D4449" w:rsidP="006D4449">
      <w:r>
        <w:t>194.2217</w:t>
      </w:r>
      <w:r>
        <w:tab/>
        <w:t>2.025e0</w:t>
      </w:r>
    </w:p>
    <w:p w14:paraId="0E0DBE17" w14:textId="77777777" w:rsidR="006D4449" w:rsidRDefault="006D4449" w:rsidP="006D4449">
      <w:r>
        <w:t>194.2310</w:t>
      </w:r>
      <w:r>
        <w:tab/>
        <w:t>1.013e0</w:t>
      </w:r>
    </w:p>
    <w:p w14:paraId="4042246A" w14:textId="77777777" w:rsidR="006D4449" w:rsidRDefault="006D4449" w:rsidP="006D4449">
      <w:r>
        <w:t>194.2534</w:t>
      </w:r>
      <w:r>
        <w:tab/>
        <w:t>1.013e0</w:t>
      </w:r>
    </w:p>
    <w:p w14:paraId="447BC8DB" w14:textId="77777777" w:rsidR="006D4449" w:rsidRDefault="006D4449" w:rsidP="006D4449">
      <w:r>
        <w:t>194.2572</w:t>
      </w:r>
      <w:r>
        <w:tab/>
        <w:t>1.013e0</w:t>
      </w:r>
    </w:p>
    <w:p w14:paraId="5BD544EF" w14:textId="77777777" w:rsidR="006D4449" w:rsidRDefault="006D4449" w:rsidP="006D4449">
      <w:r>
        <w:t>194.2984</w:t>
      </w:r>
      <w:r>
        <w:tab/>
        <w:t>1.013e0</w:t>
      </w:r>
    </w:p>
    <w:p w14:paraId="1FC27AB0" w14:textId="77777777" w:rsidR="006D4449" w:rsidRDefault="006D4449" w:rsidP="006D4449">
      <w:r>
        <w:t>194.3160</w:t>
      </w:r>
      <w:r>
        <w:tab/>
        <w:t>1.013e0</w:t>
      </w:r>
    </w:p>
    <w:p w14:paraId="02E98111" w14:textId="77777777" w:rsidR="006D4449" w:rsidRDefault="006D4449" w:rsidP="006D4449">
      <w:r>
        <w:t>194.3389</w:t>
      </w:r>
      <w:r>
        <w:tab/>
        <w:t>1.013e0</w:t>
      </w:r>
    </w:p>
    <w:p w14:paraId="53091575" w14:textId="77777777" w:rsidR="006D4449" w:rsidRDefault="006D4449" w:rsidP="006D4449">
      <w:r>
        <w:t>194.3417</w:t>
      </w:r>
      <w:r>
        <w:tab/>
        <w:t>1.013e0</w:t>
      </w:r>
    </w:p>
    <w:p w14:paraId="1E8910C3" w14:textId="77777777" w:rsidR="006D4449" w:rsidRDefault="006D4449" w:rsidP="006D4449">
      <w:r>
        <w:t>194.3786</w:t>
      </w:r>
      <w:r>
        <w:tab/>
        <w:t>1.013e0</w:t>
      </w:r>
    </w:p>
    <w:p w14:paraId="0B54B87F" w14:textId="77777777" w:rsidR="006D4449" w:rsidRDefault="006D4449" w:rsidP="006D4449">
      <w:r>
        <w:t>194.3831</w:t>
      </w:r>
      <w:r>
        <w:tab/>
        <w:t>1.013e0</w:t>
      </w:r>
    </w:p>
    <w:p w14:paraId="4C36A7B1" w14:textId="77777777" w:rsidR="006D4449" w:rsidRDefault="006D4449" w:rsidP="006D4449">
      <w:r>
        <w:t>194.4052</w:t>
      </w:r>
      <w:r>
        <w:tab/>
        <w:t>1.013e0</w:t>
      </w:r>
    </w:p>
    <w:p w14:paraId="67CC1D0C" w14:textId="77777777" w:rsidR="006D4449" w:rsidRDefault="006D4449" w:rsidP="006D4449">
      <w:r>
        <w:t>194.4118</w:t>
      </w:r>
      <w:r>
        <w:tab/>
        <w:t>1.013e0</w:t>
      </w:r>
    </w:p>
    <w:p w14:paraId="1C8336D8" w14:textId="77777777" w:rsidR="006D4449" w:rsidRDefault="006D4449" w:rsidP="006D4449">
      <w:r>
        <w:t>194.4303</w:t>
      </w:r>
      <w:r>
        <w:tab/>
        <w:t>1.013e0</w:t>
      </w:r>
    </w:p>
    <w:p w14:paraId="70DBBC01" w14:textId="77777777" w:rsidR="006D4449" w:rsidRDefault="006D4449" w:rsidP="006D4449">
      <w:r>
        <w:t>194.4413</w:t>
      </w:r>
      <w:r>
        <w:tab/>
        <w:t>1.013e0</w:t>
      </w:r>
    </w:p>
    <w:p w14:paraId="38C873C4" w14:textId="77777777" w:rsidR="006D4449" w:rsidRDefault="006D4449" w:rsidP="006D4449">
      <w:r>
        <w:t>194.4524</w:t>
      </w:r>
      <w:r>
        <w:tab/>
        <w:t>1.013e0</w:t>
      </w:r>
    </w:p>
    <w:p w14:paraId="7D0DF45A" w14:textId="77777777" w:rsidR="006D4449" w:rsidRDefault="006D4449" w:rsidP="006D4449">
      <w:r>
        <w:t>194.4918</w:t>
      </w:r>
      <w:r>
        <w:tab/>
        <w:t>2.025e0</w:t>
      </w:r>
    </w:p>
    <w:p w14:paraId="1B640BD8" w14:textId="77777777" w:rsidR="006D4449" w:rsidRDefault="006D4449" w:rsidP="006D4449">
      <w:r>
        <w:lastRenderedPageBreak/>
        <w:t>194.4955</w:t>
      </w:r>
      <w:r>
        <w:tab/>
        <w:t>2.025e0</w:t>
      </w:r>
    </w:p>
    <w:p w14:paraId="68272DB7" w14:textId="77777777" w:rsidR="006D4449" w:rsidRDefault="006D4449" w:rsidP="006D4449">
      <w:r>
        <w:t>194.5076</w:t>
      </w:r>
      <w:r>
        <w:tab/>
        <w:t>1.013e0</w:t>
      </w:r>
    </w:p>
    <w:p w14:paraId="4211B3ED" w14:textId="77777777" w:rsidR="006D4449" w:rsidRDefault="006D4449" w:rsidP="006D4449">
      <w:r>
        <w:t>194.5122</w:t>
      </w:r>
      <w:r>
        <w:tab/>
        <w:t>1.013e0</w:t>
      </w:r>
    </w:p>
    <w:p w14:paraId="3C305AE6" w14:textId="77777777" w:rsidR="006D4449" w:rsidRDefault="006D4449" w:rsidP="006D4449">
      <w:r>
        <w:t>194.5264</w:t>
      </w:r>
      <w:r>
        <w:tab/>
        <w:t>1.013e0</w:t>
      </w:r>
    </w:p>
    <w:p w14:paraId="261BEE31" w14:textId="77777777" w:rsidR="006D4449" w:rsidRDefault="006D4449" w:rsidP="006D4449">
      <w:r>
        <w:t>194.5572</w:t>
      </w:r>
      <w:r>
        <w:tab/>
        <w:t>2.025e0</w:t>
      </w:r>
    </w:p>
    <w:p w14:paraId="188D8FF7" w14:textId="77777777" w:rsidR="006D4449" w:rsidRDefault="006D4449" w:rsidP="006D4449">
      <w:r>
        <w:t>194.5602</w:t>
      </w:r>
      <w:r>
        <w:tab/>
        <w:t>1.013e0</w:t>
      </w:r>
    </w:p>
    <w:p w14:paraId="09D8B91F" w14:textId="77777777" w:rsidR="006D4449" w:rsidRDefault="006D4449" w:rsidP="006D4449">
      <w:r>
        <w:t>194.5939</w:t>
      </w:r>
      <w:r>
        <w:tab/>
        <w:t>2.025e0</w:t>
      </w:r>
    </w:p>
    <w:p w14:paraId="5A428B30" w14:textId="77777777" w:rsidR="006D4449" w:rsidRDefault="006D4449" w:rsidP="006D4449">
      <w:r>
        <w:t>194.6023</w:t>
      </w:r>
      <w:r>
        <w:tab/>
        <w:t>1.013e0</w:t>
      </w:r>
    </w:p>
    <w:p w14:paraId="45E2A1BB" w14:textId="77777777" w:rsidR="006D4449" w:rsidRDefault="006D4449" w:rsidP="006D4449">
      <w:r>
        <w:t>194.6134</w:t>
      </w:r>
      <w:r>
        <w:tab/>
        <w:t>1.013e0</w:t>
      </w:r>
    </w:p>
    <w:p w14:paraId="22634EFD" w14:textId="77777777" w:rsidR="006D4449" w:rsidRDefault="006D4449" w:rsidP="006D4449">
      <w:r>
        <w:t>194.6355</w:t>
      </w:r>
      <w:r>
        <w:tab/>
        <w:t>1.013e0</w:t>
      </w:r>
    </w:p>
    <w:p w14:paraId="56DA0165" w14:textId="77777777" w:rsidR="006D4449" w:rsidRDefault="006D4449" w:rsidP="006D4449">
      <w:r>
        <w:t>194.6641</w:t>
      </w:r>
      <w:r>
        <w:tab/>
        <w:t>1.013e0</w:t>
      </w:r>
    </w:p>
    <w:p w14:paraId="04747675" w14:textId="77777777" w:rsidR="006D4449" w:rsidRDefault="006D4449" w:rsidP="006D4449">
      <w:r>
        <w:t>194.6844</w:t>
      </w:r>
      <w:r>
        <w:tab/>
        <w:t>2.025e0</w:t>
      </w:r>
    </w:p>
    <w:p w14:paraId="02F1162A" w14:textId="77777777" w:rsidR="006D4449" w:rsidRDefault="006D4449" w:rsidP="006D4449">
      <w:r>
        <w:t>194.6908</w:t>
      </w:r>
      <w:r>
        <w:tab/>
        <w:t>1.013e0</w:t>
      </w:r>
    </w:p>
    <w:p w14:paraId="75EBEA73" w14:textId="77777777" w:rsidR="006D4449" w:rsidRDefault="006D4449" w:rsidP="006D4449">
      <w:r>
        <w:t>194.6981</w:t>
      </w:r>
      <w:r>
        <w:tab/>
        <w:t>1.013e0</w:t>
      </w:r>
    </w:p>
    <w:p w14:paraId="768E2986" w14:textId="77777777" w:rsidR="006D4449" w:rsidRDefault="006D4449" w:rsidP="006D4449">
      <w:r>
        <w:t>194.7184</w:t>
      </w:r>
      <w:r>
        <w:tab/>
        <w:t>2.025e0</w:t>
      </w:r>
    </w:p>
    <w:p w14:paraId="46DBF23D" w14:textId="77777777" w:rsidR="006D4449" w:rsidRDefault="006D4449" w:rsidP="006D4449">
      <w:r>
        <w:t>194.7240</w:t>
      </w:r>
      <w:r>
        <w:tab/>
        <w:t>2.025e0</w:t>
      </w:r>
    </w:p>
    <w:p w14:paraId="7EE8F209" w14:textId="77777777" w:rsidR="006D4449" w:rsidRDefault="006D4449" w:rsidP="006D4449">
      <w:r>
        <w:t>194.7627</w:t>
      </w:r>
      <w:r>
        <w:tab/>
        <w:t>2.025e0</w:t>
      </w:r>
    </w:p>
    <w:p w14:paraId="499A4858" w14:textId="77777777" w:rsidR="006D4449" w:rsidRDefault="006D4449" w:rsidP="006D4449">
      <w:r>
        <w:t>194.7715</w:t>
      </w:r>
      <w:r>
        <w:tab/>
        <w:t>2.025e0</w:t>
      </w:r>
    </w:p>
    <w:p w14:paraId="3ED62239" w14:textId="77777777" w:rsidR="006D4449" w:rsidRDefault="006D4449" w:rsidP="006D4449">
      <w:r>
        <w:t>194.8201</w:t>
      </w:r>
      <w:r>
        <w:tab/>
        <w:t>1.013e0</w:t>
      </w:r>
    </w:p>
    <w:p w14:paraId="37EBBEC6" w14:textId="77777777" w:rsidR="006D4449" w:rsidRDefault="006D4449" w:rsidP="006D4449">
      <w:r>
        <w:lastRenderedPageBreak/>
        <w:t>194.8224</w:t>
      </w:r>
      <w:r>
        <w:tab/>
        <w:t>3.038e0</w:t>
      </w:r>
    </w:p>
    <w:p w14:paraId="6A027224" w14:textId="77777777" w:rsidR="006D4449" w:rsidRDefault="006D4449" w:rsidP="006D4449">
      <w:r>
        <w:t>194.8276</w:t>
      </w:r>
      <w:r>
        <w:tab/>
        <w:t>1.013e0</w:t>
      </w:r>
    </w:p>
    <w:p w14:paraId="7AE1C277" w14:textId="77777777" w:rsidR="006D4449" w:rsidRDefault="006D4449" w:rsidP="006D4449">
      <w:r>
        <w:t>194.8558</w:t>
      </w:r>
      <w:r>
        <w:tab/>
        <w:t>2.025e0</w:t>
      </w:r>
    </w:p>
    <w:p w14:paraId="41EE44F1" w14:textId="77777777" w:rsidR="006D4449" w:rsidRDefault="006D4449" w:rsidP="006D4449">
      <w:r>
        <w:t>194.9240</w:t>
      </w:r>
      <w:r>
        <w:tab/>
        <w:t>1.013e0</w:t>
      </w:r>
    </w:p>
    <w:p w14:paraId="6CD7B92D" w14:textId="77777777" w:rsidR="006D4449" w:rsidRDefault="006D4449" w:rsidP="006D4449">
      <w:r>
        <w:t>194.9424</w:t>
      </w:r>
      <w:r>
        <w:tab/>
        <w:t>1.013e0</w:t>
      </w:r>
    </w:p>
    <w:p w14:paraId="2AE7D535" w14:textId="77777777" w:rsidR="006D4449" w:rsidRDefault="006D4449" w:rsidP="006D4449">
      <w:r>
        <w:t>194.9534</w:t>
      </w:r>
      <w:r>
        <w:tab/>
        <w:t>1.013e0</w:t>
      </w:r>
    </w:p>
    <w:p w14:paraId="1AEB0E6D" w14:textId="77777777" w:rsidR="006D4449" w:rsidRDefault="006D4449" w:rsidP="006D4449">
      <w:r>
        <w:t>194.9756</w:t>
      </w:r>
      <w:r>
        <w:tab/>
        <w:t>1.013e0</w:t>
      </w:r>
    </w:p>
    <w:p w14:paraId="4695199B" w14:textId="77777777" w:rsidR="006D4449" w:rsidRDefault="006D4449" w:rsidP="006D4449">
      <w:r>
        <w:t>194.9838</w:t>
      </w:r>
      <w:r>
        <w:tab/>
        <w:t>2.025e0</w:t>
      </w:r>
    </w:p>
    <w:p w14:paraId="61041703" w14:textId="77777777" w:rsidR="006D4449" w:rsidRDefault="006D4449" w:rsidP="006D4449">
      <w:r>
        <w:t>194.9875</w:t>
      </w:r>
      <w:r>
        <w:tab/>
        <w:t>2.025e0</w:t>
      </w:r>
    </w:p>
    <w:p w14:paraId="74F3C7C5" w14:textId="77777777" w:rsidR="006D4449" w:rsidRDefault="006D4449" w:rsidP="006D4449">
      <w:r>
        <w:t>194.9941</w:t>
      </w:r>
      <w:r>
        <w:tab/>
        <w:t>2.025e0</w:t>
      </w:r>
    </w:p>
    <w:p w14:paraId="4743D02B" w14:textId="77777777" w:rsidR="006D4449" w:rsidRDefault="006D4449" w:rsidP="006D4449">
      <w:r>
        <w:t>195.0070</w:t>
      </w:r>
      <w:r>
        <w:tab/>
        <w:t>2.025e0</w:t>
      </w:r>
    </w:p>
    <w:p w14:paraId="0F95E85A" w14:textId="77777777" w:rsidR="006D4449" w:rsidRDefault="006D4449" w:rsidP="006D4449">
      <w:r>
        <w:t>195.0171</w:t>
      </w:r>
      <w:r>
        <w:tab/>
        <w:t>1.013e0</w:t>
      </w:r>
    </w:p>
    <w:p w14:paraId="04FF794D" w14:textId="77777777" w:rsidR="006D4449" w:rsidRDefault="006D4449" w:rsidP="006D4449">
      <w:r>
        <w:t>195.0439</w:t>
      </w:r>
      <w:r>
        <w:tab/>
        <w:t>2.025e0</w:t>
      </w:r>
    </w:p>
    <w:p w14:paraId="57DD1FB7" w14:textId="77777777" w:rsidR="006D4449" w:rsidRDefault="006D4449" w:rsidP="006D4449">
      <w:r>
        <w:t>195.0642</w:t>
      </w:r>
      <w:r>
        <w:tab/>
        <w:t>1.013e0</w:t>
      </w:r>
    </w:p>
    <w:p w14:paraId="591697C8" w14:textId="77777777" w:rsidR="006D4449" w:rsidRDefault="006D4449" w:rsidP="006D4449">
      <w:r>
        <w:t>195.0760</w:t>
      </w:r>
      <w:r>
        <w:tab/>
        <w:t>1.013e0</w:t>
      </w:r>
    </w:p>
    <w:p w14:paraId="52C9A780" w14:textId="77777777" w:rsidR="006D4449" w:rsidRDefault="006D4449" w:rsidP="006D4449">
      <w:r>
        <w:t>195.0943</w:t>
      </w:r>
      <w:r>
        <w:tab/>
        <w:t>2.971e0</w:t>
      </w:r>
    </w:p>
    <w:p w14:paraId="1D2BBD28" w14:textId="77777777" w:rsidR="006D4449" w:rsidRDefault="006D4449" w:rsidP="006D4449">
      <w:r>
        <w:t>195.1096</w:t>
      </w:r>
      <w:r>
        <w:tab/>
        <w:t>1.013e0</w:t>
      </w:r>
    </w:p>
    <w:p w14:paraId="32047156" w14:textId="77777777" w:rsidR="006D4449" w:rsidRDefault="006D4449" w:rsidP="006D4449">
      <w:r>
        <w:t>195.1259</w:t>
      </w:r>
      <w:r>
        <w:tab/>
        <w:t>6.076e0</w:t>
      </w:r>
    </w:p>
    <w:p w14:paraId="6F7CC6DB" w14:textId="77777777" w:rsidR="006D4449" w:rsidRDefault="006D4449" w:rsidP="006D4449">
      <w:r>
        <w:t>195.1295</w:t>
      </w:r>
      <w:r>
        <w:tab/>
        <w:t>3.816e0</w:t>
      </w:r>
    </w:p>
    <w:p w14:paraId="20E5BEDD" w14:textId="77777777" w:rsidR="006D4449" w:rsidRDefault="006D4449" w:rsidP="006D4449">
      <w:r>
        <w:lastRenderedPageBreak/>
        <w:t>195.1336</w:t>
      </w:r>
      <w:r>
        <w:tab/>
        <w:t>4.051e0</w:t>
      </w:r>
    </w:p>
    <w:p w14:paraId="28D7EF24" w14:textId="77777777" w:rsidR="006D4449" w:rsidRDefault="006D4449" w:rsidP="006D4449">
      <w:r>
        <w:t>195.1359</w:t>
      </w:r>
      <w:r>
        <w:tab/>
        <w:t>1.013e0</w:t>
      </w:r>
    </w:p>
    <w:p w14:paraId="7EFDFD29" w14:textId="77777777" w:rsidR="006D4449" w:rsidRDefault="006D4449" w:rsidP="006D4449">
      <w:r>
        <w:t>195.1652</w:t>
      </w:r>
      <w:r>
        <w:tab/>
        <w:t>1.013e0</w:t>
      </w:r>
    </w:p>
    <w:p w14:paraId="70E5F9DD" w14:textId="77777777" w:rsidR="006D4449" w:rsidRDefault="006D4449" w:rsidP="006D4449">
      <w:r>
        <w:t>195.1689</w:t>
      </w:r>
      <w:r>
        <w:tab/>
        <w:t>1.013e0</w:t>
      </w:r>
    </w:p>
    <w:p w14:paraId="41AF89BF" w14:textId="77777777" w:rsidR="006D4449" w:rsidRDefault="006D4449" w:rsidP="006D4449">
      <w:r>
        <w:t>195.1773</w:t>
      </w:r>
      <w:r>
        <w:tab/>
        <w:t>1.013e0</w:t>
      </w:r>
    </w:p>
    <w:p w14:paraId="064444F9" w14:textId="77777777" w:rsidR="006D4449" w:rsidRDefault="006D4449" w:rsidP="006D4449">
      <w:r>
        <w:t>195.1815</w:t>
      </w:r>
      <w:r>
        <w:tab/>
        <w:t>4.051e0</w:t>
      </w:r>
    </w:p>
    <w:p w14:paraId="0416BD1B" w14:textId="77777777" w:rsidR="006D4449" w:rsidRDefault="006D4449" w:rsidP="006D4449">
      <w:r>
        <w:t>195.1848</w:t>
      </w:r>
      <w:r>
        <w:tab/>
        <w:t>1.013e0</w:t>
      </w:r>
    </w:p>
    <w:p w14:paraId="77617492" w14:textId="77777777" w:rsidR="006D4449" w:rsidRDefault="006D4449" w:rsidP="006D4449">
      <w:r>
        <w:t>195.1877</w:t>
      </w:r>
      <w:r>
        <w:tab/>
        <w:t>1.013e0</w:t>
      </w:r>
    </w:p>
    <w:p w14:paraId="70C1F4FB" w14:textId="77777777" w:rsidR="006D4449" w:rsidRDefault="006D4449" w:rsidP="006D4449">
      <w:r>
        <w:t>195.2106</w:t>
      </w:r>
      <w:r>
        <w:tab/>
        <w:t>1.013e0</w:t>
      </w:r>
    </w:p>
    <w:p w14:paraId="5BE02968" w14:textId="77777777" w:rsidR="006D4449" w:rsidRDefault="006D4449" w:rsidP="006D4449">
      <w:r>
        <w:t>195.2438</w:t>
      </w:r>
      <w:r>
        <w:tab/>
        <w:t>1.013e0</w:t>
      </w:r>
    </w:p>
    <w:p w14:paraId="41A16E19" w14:textId="77777777" w:rsidR="006D4449" w:rsidRDefault="006D4449" w:rsidP="006D4449">
      <w:r>
        <w:t>195.2623</w:t>
      </w:r>
      <w:r>
        <w:tab/>
        <w:t>1.013e0</w:t>
      </w:r>
    </w:p>
    <w:p w14:paraId="69097D76" w14:textId="77777777" w:rsidR="006D4449" w:rsidRDefault="006D4449" w:rsidP="006D4449">
      <w:r>
        <w:t>195.2836</w:t>
      </w:r>
      <w:r>
        <w:tab/>
        <w:t>1.013e0</w:t>
      </w:r>
    </w:p>
    <w:p w14:paraId="2C1F038A" w14:textId="77777777" w:rsidR="006D4449" w:rsidRDefault="006D4449" w:rsidP="006D4449">
      <w:r>
        <w:t>195.3463</w:t>
      </w:r>
      <w:r>
        <w:tab/>
        <w:t>1.013e0</w:t>
      </w:r>
    </w:p>
    <w:p w14:paraId="3CD79FA6" w14:textId="77777777" w:rsidR="006D4449" w:rsidRDefault="006D4449" w:rsidP="006D4449">
      <w:r>
        <w:t>195.3545</w:t>
      </w:r>
      <w:r>
        <w:tab/>
        <w:t>1.013e0</w:t>
      </w:r>
    </w:p>
    <w:p w14:paraId="371466F7" w14:textId="77777777" w:rsidR="006D4449" w:rsidRDefault="006D4449" w:rsidP="006D4449">
      <w:r>
        <w:t>195.3809</w:t>
      </w:r>
      <w:r>
        <w:tab/>
        <w:t>2.025e0</w:t>
      </w:r>
    </w:p>
    <w:p w14:paraId="24BEEC65" w14:textId="77777777" w:rsidR="006D4449" w:rsidRDefault="006D4449" w:rsidP="006D4449">
      <w:r>
        <w:t>195.3956</w:t>
      </w:r>
      <w:r>
        <w:tab/>
        <w:t>1.013e0</w:t>
      </w:r>
    </w:p>
    <w:p w14:paraId="4B7FB04A" w14:textId="77777777" w:rsidR="006D4449" w:rsidRDefault="006D4449" w:rsidP="006D4449">
      <w:r>
        <w:t>195.4099</w:t>
      </w:r>
      <w:r>
        <w:tab/>
        <w:t>1.013e0</w:t>
      </w:r>
    </w:p>
    <w:p w14:paraId="7C9AD94D" w14:textId="77777777" w:rsidR="006D4449" w:rsidRDefault="006D4449" w:rsidP="006D4449">
      <w:r>
        <w:t>195.4463</w:t>
      </w:r>
      <w:r>
        <w:tab/>
        <w:t>2.025e0</w:t>
      </w:r>
    </w:p>
    <w:p w14:paraId="5B8F57AE" w14:textId="77777777" w:rsidR="006D4449" w:rsidRDefault="006D4449" w:rsidP="006D4449">
      <w:r>
        <w:t>195.4634</w:t>
      </w:r>
      <w:r>
        <w:tab/>
        <w:t>2.025e0</w:t>
      </w:r>
    </w:p>
    <w:p w14:paraId="2523A007" w14:textId="77777777" w:rsidR="006D4449" w:rsidRDefault="006D4449" w:rsidP="006D4449">
      <w:r>
        <w:lastRenderedPageBreak/>
        <w:t>195.4929</w:t>
      </w:r>
      <w:r>
        <w:tab/>
        <w:t>2.025e0</w:t>
      </w:r>
    </w:p>
    <w:p w14:paraId="62BF0302" w14:textId="77777777" w:rsidR="006D4449" w:rsidRDefault="006D4449" w:rsidP="006D4449">
      <w:r>
        <w:t>195.5039</w:t>
      </w:r>
      <w:r>
        <w:tab/>
        <w:t>1.013e0</w:t>
      </w:r>
    </w:p>
    <w:p w14:paraId="54E35518" w14:textId="77777777" w:rsidR="006D4449" w:rsidRDefault="006D4449" w:rsidP="006D4449">
      <w:r>
        <w:t>195.5130</w:t>
      </w:r>
      <w:r>
        <w:tab/>
        <w:t>3.038e0</w:t>
      </w:r>
    </w:p>
    <w:p w14:paraId="30444CBE" w14:textId="77777777" w:rsidR="006D4449" w:rsidRDefault="006D4449" w:rsidP="006D4449">
      <w:r>
        <w:t>195.5203</w:t>
      </w:r>
      <w:r>
        <w:tab/>
        <w:t>6.076e0</w:t>
      </w:r>
    </w:p>
    <w:p w14:paraId="4740D264" w14:textId="77777777" w:rsidR="006D4449" w:rsidRDefault="006D4449" w:rsidP="006D4449">
      <w:r>
        <w:t>195.5316</w:t>
      </w:r>
      <w:r>
        <w:tab/>
        <w:t>2.025e0</w:t>
      </w:r>
    </w:p>
    <w:p w14:paraId="1CD4171A" w14:textId="77777777" w:rsidR="006D4449" w:rsidRDefault="006D4449" w:rsidP="006D4449">
      <w:r>
        <w:t>195.5474</w:t>
      </w:r>
      <w:r>
        <w:tab/>
        <w:t>1.013e0</w:t>
      </w:r>
    </w:p>
    <w:p w14:paraId="0F8712F2" w14:textId="77777777" w:rsidR="006D4449" w:rsidRDefault="006D4449" w:rsidP="006D4449">
      <w:r>
        <w:t>195.5704</w:t>
      </w:r>
      <w:r>
        <w:tab/>
        <w:t>2.025e0</w:t>
      </w:r>
    </w:p>
    <w:p w14:paraId="4BEE80DD" w14:textId="77777777" w:rsidR="006D4449" w:rsidRDefault="006D4449" w:rsidP="006D4449">
      <w:r>
        <w:t>195.5778</w:t>
      </w:r>
      <w:r>
        <w:tab/>
        <w:t>1.013e0</w:t>
      </w:r>
    </w:p>
    <w:p w14:paraId="17D28BE8" w14:textId="77777777" w:rsidR="006D4449" w:rsidRDefault="006D4449" w:rsidP="006D4449">
      <w:r>
        <w:t>195.5797</w:t>
      </w:r>
      <w:r>
        <w:tab/>
        <w:t>3.038e0</w:t>
      </w:r>
    </w:p>
    <w:p w14:paraId="034E1329" w14:textId="77777777" w:rsidR="006D4449" w:rsidRDefault="006D4449" w:rsidP="006D4449">
      <w:r>
        <w:t>195.5889</w:t>
      </w:r>
      <w:r>
        <w:tab/>
        <w:t>1.013e0</w:t>
      </w:r>
    </w:p>
    <w:p w14:paraId="6541B122" w14:textId="77777777" w:rsidR="006D4449" w:rsidRDefault="006D4449" w:rsidP="006D4449">
      <w:r>
        <w:t>195.5992</w:t>
      </w:r>
      <w:r>
        <w:tab/>
        <w:t>1.013e0</w:t>
      </w:r>
    </w:p>
    <w:p w14:paraId="243549C3" w14:textId="77777777" w:rsidR="006D4449" w:rsidRDefault="006D4449" w:rsidP="006D4449">
      <w:r>
        <w:t>195.6215</w:t>
      </w:r>
      <w:r>
        <w:tab/>
        <w:t>3.038e0</w:t>
      </w:r>
    </w:p>
    <w:p w14:paraId="2B5B713E" w14:textId="77777777" w:rsidR="006D4449" w:rsidRDefault="006D4449" w:rsidP="006D4449">
      <w:r>
        <w:t>195.6398</w:t>
      </w:r>
      <w:r>
        <w:tab/>
        <w:t>1.013e0</w:t>
      </w:r>
    </w:p>
    <w:p w14:paraId="6E142239" w14:textId="77777777" w:rsidR="006D4449" w:rsidRDefault="006D4449" w:rsidP="006D4449">
      <w:r>
        <w:t>195.6482</w:t>
      </w:r>
      <w:r>
        <w:tab/>
        <w:t>2.025e0</w:t>
      </w:r>
    </w:p>
    <w:p w14:paraId="1571E895" w14:textId="77777777" w:rsidR="006D4449" w:rsidRDefault="006D4449" w:rsidP="006D4449">
      <w:r>
        <w:t>195.6548</w:t>
      </w:r>
      <w:r>
        <w:tab/>
        <w:t>1.013e0</w:t>
      </w:r>
    </w:p>
    <w:p w14:paraId="4DF469FB" w14:textId="77777777" w:rsidR="006D4449" w:rsidRDefault="006D4449" w:rsidP="006D4449">
      <w:r>
        <w:t>195.6624</w:t>
      </w:r>
      <w:r>
        <w:tab/>
        <w:t>1.013e0</w:t>
      </w:r>
    </w:p>
    <w:p w14:paraId="34929175" w14:textId="77777777" w:rsidR="006D4449" w:rsidRDefault="006D4449" w:rsidP="006D4449">
      <w:r>
        <w:t>195.6670</w:t>
      </w:r>
      <w:r>
        <w:tab/>
        <w:t>1.013e0</w:t>
      </w:r>
    </w:p>
    <w:p w14:paraId="75E31615" w14:textId="77777777" w:rsidR="006D4449" w:rsidRDefault="006D4449" w:rsidP="006D4449">
      <w:r>
        <w:t>195.6850</w:t>
      </w:r>
      <w:r>
        <w:tab/>
        <w:t>1.013e0</w:t>
      </w:r>
    </w:p>
    <w:p w14:paraId="23D32901" w14:textId="77777777" w:rsidR="006D4449" w:rsidRDefault="006D4449" w:rsidP="006D4449">
      <w:r>
        <w:t>195.6971</w:t>
      </w:r>
      <w:r>
        <w:tab/>
        <w:t>1.013e0</w:t>
      </w:r>
    </w:p>
    <w:p w14:paraId="76D8CB20" w14:textId="77777777" w:rsidR="006D4449" w:rsidRDefault="006D4449" w:rsidP="006D4449">
      <w:r>
        <w:lastRenderedPageBreak/>
        <w:t>195.7227</w:t>
      </w:r>
      <w:r>
        <w:tab/>
        <w:t>1.013e0</w:t>
      </w:r>
    </w:p>
    <w:p w14:paraId="75F57A91" w14:textId="77777777" w:rsidR="006D4449" w:rsidRDefault="006D4449" w:rsidP="006D4449">
      <w:r>
        <w:t>195.7516</w:t>
      </w:r>
      <w:r>
        <w:tab/>
        <w:t>3.038e0</w:t>
      </w:r>
    </w:p>
    <w:p w14:paraId="656BF4E6" w14:textId="77777777" w:rsidR="006D4449" w:rsidRDefault="006D4449" w:rsidP="006D4449">
      <w:r>
        <w:t>195.7752</w:t>
      </w:r>
      <w:r>
        <w:tab/>
        <w:t>1.013e0</w:t>
      </w:r>
    </w:p>
    <w:p w14:paraId="799F0EDE" w14:textId="77777777" w:rsidR="006D4449" w:rsidRDefault="006D4449" w:rsidP="006D4449">
      <w:r>
        <w:t>195.7994</w:t>
      </w:r>
      <w:r>
        <w:tab/>
        <w:t>3.038e0</w:t>
      </w:r>
    </w:p>
    <w:p w14:paraId="660A4964" w14:textId="77777777" w:rsidR="006D4449" w:rsidRDefault="006D4449" w:rsidP="006D4449">
      <w:r>
        <w:t>195.8040</w:t>
      </w:r>
      <w:r>
        <w:tab/>
        <w:t>1.013e0</w:t>
      </w:r>
    </w:p>
    <w:p w14:paraId="33AE6D27" w14:textId="77777777" w:rsidR="006D4449" w:rsidRDefault="006D4449" w:rsidP="006D4449">
      <w:r>
        <w:t>195.8233</w:t>
      </w:r>
      <w:r>
        <w:tab/>
        <w:t>1.013e0</w:t>
      </w:r>
    </w:p>
    <w:p w14:paraId="459E3341" w14:textId="77777777" w:rsidR="006D4449" w:rsidRDefault="006D4449" w:rsidP="006D4449">
      <w:r>
        <w:t>195.8447</w:t>
      </w:r>
      <w:r>
        <w:tab/>
        <w:t>1.013e0</w:t>
      </w:r>
    </w:p>
    <w:p w14:paraId="61212665" w14:textId="77777777" w:rsidR="006D4449" w:rsidRDefault="006D4449" w:rsidP="006D4449">
      <w:r>
        <w:t>195.8603</w:t>
      </w:r>
      <w:r>
        <w:tab/>
        <w:t>1.013e0</w:t>
      </w:r>
    </w:p>
    <w:p w14:paraId="4FCACC1A" w14:textId="77777777" w:rsidR="006D4449" w:rsidRDefault="006D4449" w:rsidP="006D4449">
      <w:r>
        <w:t>195.8668</w:t>
      </w:r>
      <w:r>
        <w:tab/>
        <w:t>1.013e0</w:t>
      </w:r>
    </w:p>
    <w:p w14:paraId="3204F25D" w14:textId="77777777" w:rsidR="006D4449" w:rsidRDefault="006D4449" w:rsidP="006D4449">
      <w:r>
        <w:t>195.8889</w:t>
      </w:r>
      <w:r>
        <w:tab/>
        <w:t>1.013e0</w:t>
      </w:r>
    </w:p>
    <w:p w14:paraId="02D2A95D" w14:textId="77777777" w:rsidR="006D4449" w:rsidRDefault="006D4449" w:rsidP="006D4449">
      <w:r>
        <w:t>195.9152</w:t>
      </w:r>
      <w:r>
        <w:tab/>
        <w:t>2.025e0</w:t>
      </w:r>
    </w:p>
    <w:p w14:paraId="66B80483" w14:textId="77777777" w:rsidR="006D4449" w:rsidRDefault="006D4449" w:rsidP="006D4449">
      <w:r>
        <w:t>195.9839</w:t>
      </w:r>
      <w:r>
        <w:tab/>
        <w:t>2.025e0</w:t>
      </w:r>
    </w:p>
    <w:p w14:paraId="3C920A7B" w14:textId="77777777" w:rsidR="006D4449" w:rsidRDefault="006D4449" w:rsidP="006D4449">
      <w:r>
        <w:t>195.9876</w:t>
      </w:r>
      <w:r>
        <w:tab/>
        <w:t>1.013e0</w:t>
      </w:r>
    </w:p>
    <w:p w14:paraId="49A8E8F3" w14:textId="77777777" w:rsidR="006D4449" w:rsidRDefault="006D4449" w:rsidP="006D4449">
      <w:r>
        <w:t>196.0000</w:t>
      </w:r>
      <w:r>
        <w:tab/>
        <w:t>5.063e0</w:t>
      </w:r>
    </w:p>
    <w:p w14:paraId="6FFD8B11" w14:textId="77777777" w:rsidR="006D4449" w:rsidRDefault="006D4449" w:rsidP="006D4449">
      <w:r>
        <w:t>196.0015</w:t>
      </w:r>
      <w:r>
        <w:tab/>
        <w:t>2.025e0</w:t>
      </w:r>
    </w:p>
    <w:p w14:paraId="6CCCEE61" w14:textId="77777777" w:rsidR="006D4449" w:rsidRDefault="006D4449" w:rsidP="006D4449">
      <w:r>
        <w:t>196.0356</w:t>
      </w:r>
      <w:r>
        <w:tab/>
        <w:t>1.013e0</w:t>
      </w:r>
    </w:p>
    <w:p w14:paraId="0CE1EBF6" w14:textId="77777777" w:rsidR="006D4449" w:rsidRDefault="006D4449" w:rsidP="006D4449">
      <w:r>
        <w:t>196.0393</w:t>
      </w:r>
      <w:r>
        <w:tab/>
        <w:t>1.013e0</w:t>
      </w:r>
    </w:p>
    <w:p w14:paraId="5226056C" w14:textId="77777777" w:rsidR="006D4449" w:rsidRDefault="006D4449" w:rsidP="006D4449">
      <w:r>
        <w:t>196.0884</w:t>
      </w:r>
      <w:r>
        <w:tab/>
        <w:t>2.973e0</w:t>
      </w:r>
    </w:p>
    <w:p w14:paraId="17AADDE6" w14:textId="77777777" w:rsidR="006D4449" w:rsidRDefault="006D4449" w:rsidP="006D4449">
      <w:r>
        <w:t>196.1050</w:t>
      </w:r>
      <w:r>
        <w:tab/>
        <w:t>1.013e0</w:t>
      </w:r>
    </w:p>
    <w:p w14:paraId="110F75FB" w14:textId="77777777" w:rsidR="006D4449" w:rsidRDefault="006D4449" w:rsidP="006D4449">
      <w:r>
        <w:lastRenderedPageBreak/>
        <w:t>196.1077</w:t>
      </w:r>
      <w:r>
        <w:tab/>
        <w:t>2.025e0</w:t>
      </w:r>
    </w:p>
    <w:p w14:paraId="192DE538" w14:textId="77777777" w:rsidR="006D4449" w:rsidRDefault="006D4449" w:rsidP="006D4449">
      <w:r>
        <w:t>196.1200</w:t>
      </w:r>
      <w:r>
        <w:tab/>
        <w:t>3.362e0</w:t>
      </w:r>
    </w:p>
    <w:p w14:paraId="10BF5051" w14:textId="77777777" w:rsidR="006D4449" w:rsidRDefault="006D4449" w:rsidP="006D4449">
      <w:r>
        <w:t>196.1382</w:t>
      </w:r>
      <w:r>
        <w:tab/>
        <w:t>1.013e0</w:t>
      </w:r>
    </w:p>
    <w:p w14:paraId="1678E508" w14:textId="77777777" w:rsidR="006D4449" w:rsidRDefault="006D4449" w:rsidP="006D4449">
      <w:r>
        <w:t>196.1464</w:t>
      </w:r>
      <w:r>
        <w:tab/>
        <w:t>1.013e0</w:t>
      </w:r>
    </w:p>
    <w:p w14:paraId="36F720D3" w14:textId="77777777" w:rsidR="006D4449" w:rsidRDefault="006D4449" w:rsidP="006D4449">
      <w:r>
        <w:t>196.1514</w:t>
      </w:r>
      <w:r>
        <w:tab/>
        <w:t>1.896e0</w:t>
      </w:r>
    </w:p>
    <w:p w14:paraId="41B30BFB" w14:textId="77777777" w:rsidR="006D4449" w:rsidRDefault="006D4449" w:rsidP="006D4449">
      <w:r>
        <w:t>196.1720</w:t>
      </w:r>
      <w:r>
        <w:tab/>
        <w:t>1.013e0</w:t>
      </w:r>
    </w:p>
    <w:p w14:paraId="0CDF610C" w14:textId="77777777" w:rsidR="006D4449" w:rsidRDefault="006D4449" w:rsidP="006D4449">
      <w:r>
        <w:t>196.1766</w:t>
      </w:r>
      <w:r>
        <w:tab/>
        <w:t>1.013e0</w:t>
      </w:r>
    </w:p>
    <w:p w14:paraId="709ABA0F" w14:textId="77777777" w:rsidR="006D4449" w:rsidRDefault="006D4449" w:rsidP="006D4449">
      <w:r>
        <w:t>196.1842</w:t>
      </w:r>
      <w:r>
        <w:tab/>
        <w:t>1.013e0</w:t>
      </w:r>
    </w:p>
    <w:p w14:paraId="7AE0D432" w14:textId="77777777" w:rsidR="006D4449" w:rsidRDefault="006D4449" w:rsidP="006D4449">
      <w:r>
        <w:t>196.2100</w:t>
      </w:r>
      <w:r>
        <w:tab/>
        <w:t>3.038e0</w:t>
      </w:r>
    </w:p>
    <w:p w14:paraId="1E398105" w14:textId="77777777" w:rsidR="006D4449" w:rsidRDefault="006D4449" w:rsidP="006D4449">
      <w:r>
        <w:t>196.2295</w:t>
      </w:r>
      <w:r>
        <w:tab/>
        <w:t>2.025e0</w:t>
      </w:r>
    </w:p>
    <w:p w14:paraId="1F17643A" w14:textId="77777777" w:rsidR="006D4449" w:rsidRDefault="006D4449" w:rsidP="006D4449">
      <w:r>
        <w:t>196.2435</w:t>
      </w:r>
      <w:r>
        <w:tab/>
        <w:t>1.013e0</w:t>
      </w:r>
    </w:p>
    <w:p w14:paraId="5F6CBC84" w14:textId="77777777" w:rsidR="006D4449" w:rsidRDefault="006D4449" w:rsidP="006D4449">
      <w:r>
        <w:t>196.2517</w:t>
      </w:r>
      <w:r>
        <w:tab/>
        <w:t>1.013e0</w:t>
      </w:r>
    </w:p>
    <w:p w14:paraId="6988FDAD" w14:textId="77777777" w:rsidR="006D4449" w:rsidRDefault="006D4449" w:rsidP="006D4449">
      <w:r>
        <w:t>196.2961</w:t>
      </w:r>
      <w:r>
        <w:tab/>
        <w:t>1.013e0</w:t>
      </w:r>
    </w:p>
    <w:p w14:paraId="4778BB00" w14:textId="77777777" w:rsidR="006D4449" w:rsidRDefault="006D4449" w:rsidP="006D4449">
      <w:r>
        <w:t>196.3109</w:t>
      </w:r>
      <w:r>
        <w:tab/>
        <w:t>1.013e0</w:t>
      </w:r>
    </w:p>
    <w:p w14:paraId="7DAAD114" w14:textId="77777777" w:rsidR="006D4449" w:rsidRDefault="006D4449" w:rsidP="006D4449">
      <w:r>
        <w:t>196.3257</w:t>
      </w:r>
      <w:r>
        <w:tab/>
        <w:t>1.013e0</w:t>
      </w:r>
    </w:p>
    <w:p w14:paraId="1D23E38E" w14:textId="77777777" w:rsidR="006D4449" w:rsidRDefault="006D4449" w:rsidP="006D4449">
      <w:r>
        <w:t>196.3655</w:t>
      </w:r>
      <w:r>
        <w:tab/>
        <w:t>1.013e0</w:t>
      </w:r>
    </w:p>
    <w:p w14:paraId="04DD78A9" w14:textId="77777777" w:rsidR="006D4449" w:rsidRDefault="006D4449" w:rsidP="006D4449">
      <w:r>
        <w:t>196.3796</w:t>
      </w:r>
      <w:r>
        <w:tab/>
        <w:t>3.038e0</w:t>
      </w:r>
    </w:p>
    <w:p w14:paraId="3F6A961B" w14:textId="77777777" w:rsidR="006D4449" w:rsidRDefault="006D4449" w:rsidP="006D4449">
      <w:r>
        <w:t>196.3811</w:t>
      </w:r>
      <w:r>
        <w:tab/>
        <w:t>2.025e0</w:t>
      </w:r>
    </w:p>
    <w:p w14:paraId="770D51D0" w14:textId="77777777" w:rsidR="006D4449" w:rsidRDefault="006D4449" w:rsidP="006D4449">
      <w:r>
        <w:t>196.3951</w:t>
      </w:r>
      <w:r>
        <w:tab/>
        <w:t>1.013e0</w:t>
      </w:r>
    </w:p>
    <w:p w14:paraId="550887C1" w14:textId="77777777" w:rsidR="006D4449" w:rsidRDefault="006D4449" w:rsidP="006D4449">
      <w:r>
        <w:lastRenderedPageBreak/>
        <w:t>196.4262</w:t>
      </w:r>
      <w:r>
        <w:tab/>
        <w:t>1.013e0</w:t>
      </w:r>
    </w:p>
    <w:p w14:paraId="434CE63B" w14:textId="77777777" w:rsidR="006D4449" w:rsidRDefault="006D4449" w:rsidP="006D4449">
      <w:r>
        <w:t>196.4375</w:t>
      </w:r>
      <w:r>
        <w:tab/>
        <w:t>1.013e0</w:t>
      </w:r>
    </w:p>
    <w:p w14:paraId="78294D95" w14:textId="77777777" w:rsidR="006D4449" w:rsidRDefault="006D4449" w:rsidP="006D4449">
      <w:r>
        <w:t>196.4405</w:t>
      </w:r>
      <w:r>
        <w:tab/>
        <w:t>1.013e0</w:t>
      </w:r>
    </w:p>
    <w:p w14:paraId="63923966" w14:textId="77777777" w:rsidR="006D4449" w:rsidRDefault="006D4449" w:rsidP="006D4449">
      <w:r>
        <w:t>196.4632</w:t>
      </w:r>
      <w:r>
        <w:tab/>
        <w:t>1.013e0</w:t>
      </w:r>
    </w:p>
    <w:p w14:paraId="7BB0EA06" w14:textId="77777777" w:rsidR="006D4449" w:rsidRDefault="006D4449" w:rsidP="006D4449">
      <w:r>
        <w:t>196.4670</w:t>
      </w:r>
      <w:r>
        <w:tab/>
        <w:t>1.013e0</w:t>
      </w:r>
    </w:p>
    <w:p w14:paraId="4D0EDE91" w14:textId="77777777" w:rsidR="006D4449" w:rsidRDefault="006D4449" w:rsidP="006D4449">
      <w:r>
        <w:t>196.4770</w:t>
      </w:r>
      <w:r>
        <w:tab/>
        <w:t>2.025e0</w:t>
      </w:r>
    </w:p>
    <w:p w14:paraId="4E7D3A37" w14:textId="77777777" w:rsidR="006D4449" w:rsidRDefault="006D4449" w:rsidP="006D4449">
      <w:r>
        <w:t>196.4901</w:t>
      </w:r>
      <w:r>
        <w:tab/>
        <w:t>1.013e0</w:t>
      </w:r>
    </w:p>
    <w:p w14:paraId="352F2C25" w14:textId="77777777" w:rsidR="006D4449" w:rsidRDefault="006D4449" w:rsidP="006D4449">
      <w:r>
        <w:t>196.5040</w:t>
      </w:r>
      <w:r>
        <w:tab/>
        <w:t>1.013e0</w:t>
      </w:r>
    </w:p>
    <w:p w14:paraId="6DBD4AF3" w14:textId="77777777" w:rsidR="006D4449" w:rsidRDefault="006D4449" w:rsidP="006D4449">
      <w:r>
        <w:t>196.5077</w:t>
      </w:r>
      <w:r>
        <w:tab/>
        <w:t>1.013e0</w:t>
      </w:r>
    </w:p>
    <w:p w14:paraId="11F13F5F" w14:textId="77777777" w:rsidR="006D4449" w:rsidRDefault="006D4449" w:rsidP="006D4449">
      <w:r>
        <w:t>196.5567</w:t>
      </w:r>
      <w:r>
        <w:tab/>
        <w:t>1.013e0</w:t>
      </w:r>
    </w:p>
    <w:p w14:paraId="6F18D2FC" w14:textId="77777777" w:rsidR="006D4449" w:rsidRDefault="006D4449" w:rsidP="006D4449">
      <w:r>
        <w:t>196.5596</w:t>
      </w:r>
      <w:r>
        <w:tab/>
        <w:t>1.013e0</w:t>
      </w:r>
    </w:p>
    <w:p w14:paraId="26630595" w14:textId="77777777" w:rsidR="006D4449" w:rsidRDefault="006D4449" w:rsidP="006D4449">
      <w:r>
        <w:t>196.5678</w:t>
      </w:r>
      <w:r>
        <w:tab/>
        <w:t>2.025e0</w:t>
      </w:r>
    </w:p>
    <w:p w14:paraId="3FD9FEAB" w14:textId="77777777" w:rsidR="006D4449" w:rsidRDefault="006D4449" w:rsidP="006D4449">
      <w:r>
        <w:t>196.5712</w:t>
      </w:r>
      <w:r>
        <w:tab/>
        <w:t>3.038e0</w:t>
      </w:r>
    </w:p>
    <w:p w14:paraId="290BC249" w14:textId="77777777" w:rsidR="006D4449" w:rsidRDefault="006D4449" w:rsidP="006D4449">
      <w:r>
        <w:t>196.5910</w:t>
      </w:r>
      <w:r>
        <w:tab/>
        <w:t>2.025e0</w:t>
      </w:r>
    </w:p>
    <w:p w14:paraId="43292E08" w14:textId="77777777" w:rsidR="006D4449" w:rsidRDefault="006D4449" w:rsidP="006D4449">
      <w:r>
        <w:t>196.6064</w:t>
      </w:r>
      <w:r>
        <w:tab/>
        <w:t>3.038e0</w:t>
      </w:r>
    </w:p>
    <w:p w14:paraId="1DD7B5A3" w14:textId="77777777" w:rsidR="006D4449" w:rsidRDefault="006D4449" w:rsidP="006D4449">
      <w:r>
        <w:t>196.6269</w:t>
      </w:r>
      <w:r>
        <w:tab/>
        <w:t>1.013e0</w:t>
      </w:r>
    </w:p>
    <w:p w14:paraId="775FE1B0" w14:textId="77777777" w:rsidR="006D4449" w:rsidRDefault="006D4449" w:rsidP="006D4449">
      <w:r>
        <w:t>196.6600</w:t>
      </w:r>
      <w:r>
        <w:tab/>
        <w:t>4.051e0</w:t>
      </w:r>
    </w:p>
    <w:p w14:paraId="346214F9" w14:textId="77777777" w:rsidR="006D4449" w:rsidRDefault="006D4449" w:rsidP="006D4449">
      <w:r>
        <w:t>196.6790</w:t>
      </w:r>
      <w:r>
        <w:tab/>
        <w:t>1.013e0</w:t>
      </w:r>
    </w:p>
    <w:p w14:paraId="31CB6DFF" w14:textId="77777777" w:rsidR="006D4449" w:rsidRDefault="006D4449" w:rsidP="006D4449">
      <w:r>
        <w:t>196.6833</w:t>
      </w:r>
      <w:r>
        <w:tab/>
        <w:t>2.025e0</w:t>
      </w:r>
    </w:p>
    <w:p w14:paraId="6447ABCC" w14:textId="77777777" w:rsidR="006D4449" w:rsidRDefault="006D4449" w:rsidP="006D4449">
      <w:r>
        <w:lastRenderedPageBreak/>
        <w:t>196.7017</w:t>
      </w:r>
      <w:r>
        <w:tab/>
        <w:t>1.013e0</w:t>
      </w:r>
    </w:p>
    <w:p w14:paraId="2C969AFC" w14:textId="77777777" w:rsidR="006D4449" w:rsidRDefault="006D4449" w:rsidP="006D4449">
      <w:r>
        <w:t>196.7063</w:t>
      </w:r>
      <w:r>
        <w:tab/>
        <w:t>1.013e0</w:t>
      </w:r>
    </w:p>
    <w:p w14:paraId="28C48246" w14:textId="77777777" w:rsidR="006D4449" w:rsidRDefault="006D4449" w:rsidP="006D4449">
      <w:r>
        <w:t>196.7117</w:t>
      </w:r>
      <w:r>
        <w:tab/>
        <w:t>2.025e0</w:t>
      </w:r>
    </w:p>
    <w:p w14:paraId="15C69146" w14:textId="77777777" w:rsidR="006D4449" w:rsidRDefault="006D4449" w:rsidP="006D4449">
      <w:r>
        <w:t>196.7415</w:t>
      </w:r>
      <w:r>
        <w:tab/>
        <w:t>2.025e0</w:t>
      </w:r>
    </w:p>
    <w:p w14:paraId="7DBFD5BC" w14:textId="77777777" w:rsidR="006D4449" w:rsidRDefault="006D4449" w:rsidP="006D4449">
      <w:r>
        <w:t>196.7573</w:t>
      </w:r>
      <w:r>
        <w:tab/>
        <w:t>1.013e0</w:t>
      </w:r>
    </w:p>
    <w:p w14:paraId="43778D0D" w14:textId="77777777" w:rsidR="006D4449" w:rsidRDefault="006D4449" w:rsidP="006D4449">
      <w:r>
        <w:t>196.7618</w:t>
      </w:r>
      <w:r>
        <w:tab/>
        <w:t>1.013e0</w:t>
      </w:r>
    </w:p>
    <w:p w14:paraId="5C6AFA05" w14:textId="77777777" w:rsidR="006D4449" w:rsidRDefault="006D4449" w:rsidP="006D4449">
      <w:r>
        <w:t>196.7721</w:t>
      </w:r>
      <w:r>
        <w:tab/>
        <w:t>1.013e0</w:t>
      </w:r>
    </w:p>
    <w:p w14:paraId="0F068AE7" w14:textId="77777777" w:rsidR="006D4449" w:rsidRDefault="006D4449" w:rsidP="006D4449">
      <w:r>
        <w:t>196.7767</w:t>
      </w:r>
      <w:r>
        <w:tab/>
        <w:t>1.013e0</w:t>
      </w:r>
    </w:p>
    <w:p w14:paraId="090B87C7" w14:textId="77777777" w:rsidR="006D4449" w:rsidRDefault="006D4449" w:rsidP="006D4449">
      <w:r>
        <w:t>196.7906</w:t>
      </w:r>
      <w:r>
        <w:tab/>
        <w:t>1.013e0</w:t>
      </w:r>
    </w:p>
    <w:p w14:paraId="1A649830" w14:textId="77777777" w:rsidR="006D4449" w:rsidRDefault="006D4449" w:rsidP="006D4449">
      <w:r>
        <w:t>196.8248</w:t>
      </w:r>
      <w:r>
        <w:tab/>
        <w:t>1.013e0</w:t>
      </w:r>
    </w:p>
    <w:p w14:paraId="202F3A70" w14:textId="77777777" w:rsidR="006D4449" w:rsidRDefault="006D4449" w:rsidP="006D4449">
      <w:r>
        <w:t>196.8874</w:t>
      </w:r>
      <w:r>
        <w:tab/>
        <w:t>1.013e0</w:t>
      </w:r>
    </w:p>
    <w:p w14:paraId="4EE19BBA" w14:textId="77777777" w:rsidR="006D4449" w:rsidRDefault="006D4449" w:rsidP="006D4449">
      <w:r>
        <w:t>196.9298</w:t>
      </w:r>
      <w:r>
        <w:tab/>
        <w:t>2.025e0</w:t>
      </w:r>
    </w:p>
    <w:p w14:paraId="401FFB86" w14:textId="77777777" w:rsidR="006D4449" w:rsidRDefault="006D4449" w:rsidP="006D4449">
      <w:r>
        <w:t>196.9516</w:t>
      </w:r>
      <w:r>
        <w:tab/>
        <w:t>1.013e0</w:t>
      </w:r>
    </w:p>
    <w:p w14:paraId="26010C10" w14:textId="77777777" w:rsidR="006D4449" w:rsidRDefault="006D4449" w:rsidP="006D4449">
      <w:r>
        <w:t>196.9708</w:t>
      </w:r>
      <w:r>
        <w:tab/>
        <w:t>1.013e0</w:t>
      </w:r>
    </w:p>
    <w:p w14:paraId="11388720" w14:textId="77777777" w:rsidR="006D4449" w:rsidRDefault="006D4449" w:rsidP="006D4449">
      <w:r>
        <w:t>196.9904</w:t>
      </w:r>
      <w:r>
        <w:tab/>
        <w:t>2.025e0</w:t>
      </w:r>
    </w:p>
    <w:p w14:paraId="40A48AC6" w14:textId="77777777" w:rsidR="006D4449" w:rsidRDefault="006D4449" w:rsidP="006D4449">
      <w:r>
        <w:t>197.0039</w:t>
      </w:r>
      <w:r>
        <w:tab/>
        <w:t>3.038e0</w:t>
      </w:r>
    </w:p>
    <w:p w14:paraId="036CB7F5" w14:textId="77777777" w:rsidR="006D4449" w:rsidRDefault="006D4449" w:rsidP="006D4449">
      <w:r>
        <w:t>197.0134</w:t>
      </w:r>
      <w:r>
        <w:tab/>
        <w:t>2.025e0</w:t>
      </w:r>
    </w:p>
    <w:p w14:paraId="7CD9E64D" w14:textId="77777777" w:rsidR="006D4449" w:rsidRDefault="006D4449" w:rsidP="006D4449">
      <w:r>
        <w:t>197.0149</w:t>
      </w:r>
      <w:r>
        <w:tab/>
        <w:t>2.025e0</w:t>
      </w:r>
    </w:p>
    <w:p w14:paraId="4E650FEF" w14:textId="77777777" w:rsidR="006D4449" w:rsidRDefault="006D4449" w:rsidP="006D4449">
      <w:r>
        <w:t>197.0393</w:t>
      </w:r>
      <w:r>
        <w:tab/>
        <w:t>2.025e0</w:t>
      </w:r>
    </w:p>
    <w:p w14:paraId="16211653" w14:textId="77777777" w:rsidR="006D4449" w:rsidRDefault="006D4449" w:rsidP="006D4449">
      <w:r>
        <w:lastRenderedPageBreak/>
        <w:t>197.0412</w:t>
      </w:r>
      <w:r>
        <w:tab/>
        <w:t>2.025e0</w:t>
      </w:r>
    </w:p>
    <w:p w14:paraId="0E62211B" w14:textId="77777777" w:rsidR="006D4449" w:rsidRDefault="006D4449" w:rsidP="006D4449">
      <w:r>
        <w:t>197.0428</w:t>
      </w:r>
      <w:r>
        <w:tab/>
        <w:t>3.038e0</w:t>
      </w:r>
    </w:p>
    <w:p w14:paraId="659CD010" w14:textId="77777777" w:rsidR="006D4449" w:rsidRDefault="006D4449" w:rsidP="006D4449">
      <w:r>
        <w:t>197.0459</w:t>
      </w:r>
      <w:r>
        <w:tab/>
        <w:t>2.025e0</w:t>
      </w:r>
    </w:p>
    <w:p w14:paraId="4BE6EC0D" w14:textId="77777777" w:rsidR="006D4449" w:rsidRDefault="006D4449" w:rsidP="006D4449">
      <w:r>
        <w:t>197.0478</w:t>
      </w:r>
      <w:r>
        <w:tab/>
        <w:t>1.013e0</w:t>
      </w:r>
    </w:p>
    <w:p w14:paraId="74FA7A53" w14:textId="77777777" w:rsidR="006D4449" w:rsidRDefault="006D4449" w:rsidP="006D4449">
      <w:r>
        <w:t>197.0917</w:t>
      </w:r>
      <w:r>
        <w:tab/>
        <w:t>7.069e0</w:t>
      </w:r>
    </w:p>
    <w:p w14:paraId="4833A68E" w14:textId="77777777" w:rsidR="006D4449" w:rsidRDefault="006D4449" w:rsidP="006D4449">
      <w:r>
        <w:t>197.0931</w:t>
      </w:r>
      <w:r>
        <w:tab/>
        <w:t>1.653e0</w:t>
      </w:r>
    </w:p>
    <w:p w14:paraId="00897EB7" w14:textId="77777777" w:rsidR="006D4449" w:rsidRDefault="006D4449" w:rsidP="006D4449">
      <w:r>
        <w:t>197.0962</w:t>
      </w:r>
      <w:r>
        <w:tab/>
        <w:t>3.038e0</w:t>
      </w:r>
    </w:p>
    <w:p w14:paraId="35CEDFE3" w14:textId="77777777" w:rsidR="006D4449" w:rsidRDefault="006D4449" w:rsidP="006D4449">
      <w:r>
        <w:t>197.1239</w:t>
      </w:r>
      <w:r>
        <w:tab/>
        <w:t>2.636e0</w:t>
      </w:r>
    </w:p>
    <w:p w14:paraId="5C6FE427" w14:textId="77777777" w:rsidR="006D4449" w:rsidRDefault="006D4449" w:rsidP="006D4449">
      <w:r>
        <w:t>197.1278</w:t>
      </w:r>
      <w:r>
        <w:tab/>
        <w:t>3.985e0</w:t>
      </w:r>
    </w:p>
    <w:p w14:paraId="4B90858F" w14:textId="77777777" w:rsidR="006D4449" w:rsidRDefault="006D4449" w:rsidP="006D4449">
      <w:r>
        <w:t>197.1372</w:t>
      </w:r>
      <w:r>
        <w:tab/>
        <w:t>3.038e0</w:t>
      </w:r>
    </w:p>
    <w:p w14:paraId="02608D2E" w14:textId="77777777" w:rsidR="006D4449" w:rsidRDefault="006D4449" w:rsidP="006D4449">
      <w:r>
        <w:t>197.1650</w:t>
      </w:r>
      <w:r>
        <w:tab/>
        <w:t>4.051e0</w:t>
      </w:r>
    </w:p>
    <w:p w14:paraId="4D14C31A" w14:textId="77777777" w:rsidR="006D4449" w:rsidRDefault="006D4449" w:rsidP="006D4449">
      <w:r>
        <w:t>197.1763</w:t>
      </w:r>
      <w:r>
        <w:tab/>
        <w:t>3.038e0</w:t>
      </w:r>
    </w:p>
    <w:p w14:paraId="308D886D" w14:textId="77777777" w:rsidR="006D4449" w:rsidRDefault="006D4449" w:rsidP="006D4449">
      <w:r>
        <w:t>197.1873</w:t>
      </w:r>
      <w:r>
        <w:tab/>
        <w:t>1.013e0</w:t>
      </w:r>
    </w:p>
    <w:p w14:paraId="40B78F1F" w14:textId="77777777" w:rsidR="006D4449" w:rsidRDefault="006D4449" w:rsidP="006D4449">
      <w:r>
        <w:t>197.2021</w:t>
      </w:r>
      <w:r>
        <w:tab/>
        <w:t>1.013e0</w:t>
      </w:r>
    </w:p>
    <w:p w14:paraId="5CFA63B7" w14:textId="77777777" w:rsidR="006D4449" w:rsidRDefault="006D4449" w:rsidP="006D4449">
      <w:r>
        <w:t>197.2169</w:t>
      </w:r>
      <w:r>
        <w:tab/>
        <w:t>1.013e0</w:t>
      </w:r>
    </w:p>
    <w:p w14:paraId="0CD039F3" w14:textId="77777777" w:rsidR="006D4449" w:rsidRDefault="006D4449" w:rsidP="006D4449">
      <w:r>
        <w:t>197.2392</w:t>
      </w:r>
      <w:r>
        <w:tab/>
        <w:t>1.013e0</w:t>
      </w:r>
    </w:p>
    <w:p w14:paraId="2B4BEA48" w14:textId="77777777" w:rsidR="006D4449" w:rsidRDefault="006D4449" w:rsidP="006D4449">
      <w:r>
        <w:t>197.3127</w:t>
      </w:r>
      <w:r>
        <w:tab/>
        <w:t>2.025e0</w:t>
      </w:r>
    </w:p>
    <w:p w14:paraId="1A679F2E" w14:textId="77777777" w:rsidR="006D4449" w:rsidRDefault="006D4449" w:rsidP="006D4449">
      <w:r>
        <w:t>197.3275</w:t>
      </w:r>
      <w:r>
        <w:tab/>
        <w:t>1.013e0</w:t>
      </w:r>
    </w:p>
    <w:p w14:paraId="14526515" w14:textId="77777777" w:rsidR="006D4449" w:rsidRDefault="006D4449" w:rsidP="006D4449">
      <w:r>
        <w:t>197.3359</w:t>
      </w:r>
      <w:r>
        <w:tab/>
        <w:t>1.013e0</w:t>
      </w:r>
    </w:p>
    <w:p w14:paraId="37FC810A" w14:textId="77777777" w:rsidR="006D4449" w:rsidRDefault="006D4449" w:rsidP="006D4449">
      <w:r>
        <w:lastRenderedPageBreak/>
        <w:t>197.3663</w:t>
      </w:r>
      <w:r>
        <w:tab/>
        <w:t>1.013e0</w:t>
      </w:r>
    </w:p>
    <w:p w14:paraId="6CEF2F20" w14:textId="77777777" w:rsidR="006D4449" w:rsidRDefault="006D4449" w:rsidP="006D4449">
      <w:r>
        <w:t>197.3769</w:t>
      </w:r>
      <w:r>
        <w:tab/>
        <w:t>1.013e0</w:t>
      </w:r>
    </w:p>
    <w:p w14:paraId="2EEFDE4E" w14:textId="77777777" w:rsidR="006D4449" w:rsidRDefault="006D4449" w:rsidP="006D4449">
      <w:r>
        <w:t>197.4039</w:t>
      </w:r>
      <w:r>
        <w:tab/>
        <w:t>1.013e0</w:t>
      </w:r>
    </w:p>
    <w:p w14:paraId="43301D98" w14:textId="77777777" w:rsidR="006D4449" w:rsidRDefault="006D4449" w:rsidP="006D4449">
      <w:r>
        <w:t>197.4076</w:t>
      </w:r>
      <w:r>
        <w:tab/>
        <w:t>1.013e0</w:t>
      </w:r>
    </w:p>
    <w:p w14:paraId="27EC2018" w14:textId="77777777" w:rsidR="006D4449" w:rsidRDefault="006D4449" w:rsidP="006D4449">
      <w:r>
        <w:t>197.4289</w:t>
      </w:r>
      <w:r>
        <w:tab/>
        <w:t>1.013e0</w:t>
      </w:r>
    </w:p>
    <w:p w14:paraId="28980453" w14:textId="77777777" w:rsidR="006D4449" w:rsidRDefault="006D4449" w:rsidP="006D4449">
      <w:r>
        <w:t>197.4594</w:t>
      </w:r>
      <w:r>
        <w:tab/>
        <w:t>1.013e0</w:t>
      </w:r>
    </w:p>
    <w:p w14:paraId="6AEAA231" w14:textId="77777777" w:rsidR="006D4449" w:rsidRDefault="006D4449" w:rsidP="006D4449">
      <w:r>
        <w:t>197.5039</w:t>
      </w:r>
      <w:r>
        <w:tab/>
        <w:t>1.013e0</w:t>
      </w:r>
    </w:p>
    <w:p w14:paraId="465D1AED" w14:textId="77777777" w:rsidR="006D4449" w:rsidRDefault="006D4449" w:rsidP="006D4449">
      <w:r>
        <w:t>197.5150</w:t>
      </w:r>
      <w:r>
        <w:tab/>
        <w:t>1.013e0</w:t>
      </w:r>
    </w:p>
    <w:p w14:paraId="7CDEC9F0" w14:textId="77777777" w:rsidR="006D4449" w:rsidRDefault="006D4449" w:rsidP="006D4449">
      <w:r>
        <w:t>197.5559</w:t>
      </w:r>
      <w:r>
        <w:tab/>
        <w:t>2.025e0</w:t>
      </w:r>
    </w:p>
    <w:p w14:paraId="09F60636" w14:textId="77777777" w:rsidR="006D4449" w:rsidRDefault="006D4449" w:rsidP="006D4449">
      <w:r>
        <w:t>197.5745</w:t>
      </w:r>
      <w:r>
        <w:tab/>
        <w:t>1.013e0</w:t>
      </w:r>
    </w:p>
    <w:p w14:paraId="3E58E935" w14:textId="77777777" w:rsidR="006D4449" w:rsidRDefault="006D4449" w:rsidP="006D4449">
      <w:r>
        <w:t>197.5846</w:t>
      </w:r>
      <w:r>
        <w:tab/>
        <w:t>2.025e0</w:t>
      </w:r>
    </w:p>
    <w:p w14:paraId="73F77ACE" w14:textId="77777777" w:rsidR="006D4449" w:rsidRDefault="006D4449" w:rsidP="006D4449">
      <w:r>
        <w:t>197.5867</w:t>
      </w:r>
      <w:r>
        <w:tab/>
        <w:t>1.013e0</w:t>
      </w:r>
    </w:p>
    <w:p w14:paraId="782F27E5" w14:textId="77777777" w:rsidR="006D4449" w:rsidRDefault="006D4449" w:rsidP="006D4449">
      <w:r>
        <w:t>197.6011</w:t>
      </w:r>
      <w:r>
        <w:tab/>
        <w:t>1.013e0</w:t>
      </w:r>
    </w:p>
    <w:p w14:paraId="441A6E28" w14:textId="77777777" w:rsidR="006D4449" w:rsidRDefault="006D4449" w:rsidP="006D4449">
      <w:r>
        <w:t>197.6205</w:t>
      </w:r>
      <w:r>
        <w:tab/>
        <w:t>1.013e0</w:t>
      </w:r>
    </w:p>
    <w:p w14:paraId="4500D903" w14:textId="77777777" w:rsidR="006D4449" w:rsidRDefault="006D4449" w:rsidP="006D4449">
      <w:r>
        <w:t>197.6270</w:t>
      </w:r>
      <w:r>
        <w:tab/>
        <w:t>1.013e0</w:t>
      </w:r>
    </w:p>
    <w:p w14:paraId="4C9211D2" w14:textId="77777777" w:rsidR="006D4449" w:rsidRDefault="006D4449" w:rsidP="006D4449">
      <w:r>
        <w:t>197.6864</w:t>
      </w:r>
      <w:r>
        <w:tab/>
        <w:t>1.013e0</w:t>
      </w:r>
    </w:p>
    <w:p w14:paraId="1AC274F1" w14:textId="77777777" w:rsidR="006D4449" w:rsidRDefault="006D4449" w:rsidP="006D4449">
      <w:r>
        <w:t>197.7419</w:t>
      </w:r>
      <w:r>
        <w:tab/>
        <w:t>1.013e0</w:t>
      </w:r>
    </w:p>
    <w:p w14:paraId="310CF840" w14:textId="77777777" w:rsidR="006D4449" w:rsidRDefault="006D4449" w:rsidP="006D4449">
      <w:r>
        <w:t>197.7647</w:t>
      </w:r>
      <w:r>
        <w:tab/>
        <w:t>1.013e0</w:t>
      </w:r>
    </w:p>
    <w:p w14:paraId="599C79A7" w14:textId="77777777" w:rsidR="006D4449" w:rsidRDefault="006D4449" w:rsidP="006D4449">
      <w:r>
        <w:t>197.7723</w:t>
      </w:r>
      <w:r>
        <w:tab/>
        <w:t>1.013e0</w:t>
      </w:r>
    </w:p>
    <w:p w14:paraId="62F3E3AB" w14:textId="77777777" w:rsidR="006D4449" w:rsidRDefault="006D4449" w:rsidP="006D4449">
      <w:r>
        <w:lastRenderedPageBreak/>
        <w:t>197.7913</w:t>
      </w:r>
      <w:r>
        <w:tab/>
        <w:t>1.013e0</w:t>
      </w:r>
    </w:p>
    <w:p w14:paraId="4171F575" w14:textId="77777777" w:rsidR="006D4449" w:rsidRDefault="006D4449" w:rsidP="006D4449">
      <w:r>
        <w:t>197.7960</w:t>
      </w:r>
      <w:r>
        <w:tab/>
        <w:t>1.013e0</w:t>
      </w:r>
    </w:p>
    <w:p w14:paraId="4BE25747" w14:textId="77777777" w:rsidR="006D4449" w:rsidRDefault="006D4449" w:rsidP="006D4449">
      <w:r>
        <w:t>197.8261</w:t>
      </w:r>
      <w:r>
        <w:tab/>
        <w:t>1.013e0</w:t>
      </w:r>
    </w:p>
    <w:p w14:paraId="453B2D76" w14:textId="77777777" w:rsidR="006D4449" w:rsidRDefault="006D4449" w:rsidP="006D4449">
      <w:r>
        <w:t>197.8483</w:t>
      </w:r>
      <w:r>
        <w:tab/>
        <w:t>2.025e0</w:t>
      </w:r>
    </w:p>
    <w:p w14:paraId="0A4BEC93" w14:textId="77777777" w:rsidR="006D4449" w:rsidRDefault="006D4449" w:rsidP="006D4449">
      <w:r>
        <w:t>197.8742</w:t>
      </w:r>
      <w:r>
        <w:tab/>
        <w:t>1.013e0</w:t>
      </w:r>
    </w:p>
    <w:p w14:paraId="1DBF7BAD" w14:textId="77777777" w:rsidR="006D4449" w:rsidRDefault="006D4449" w:rsidP="006D4449">
      <w:r>
        <w:t>197.9188</w:t>
      </w:r>
      <w:r>
        <w:tab/>
        <w:t>2.025e0</w:t>
      </w:r>
    </w:p>
    <w:p w14:paraId="55F85F22" w14:textId="77777777" w:rsidR="006D4449" w:rsidRDefault="006D4449" w:rsidP="006D4449">
      <w:r>
        <w:t>197.9521</w:t>
      </w:r>
      <w:r>
        <w:tab/>
        <w:t>2.025e0</w:t>
      </w:r>
    </w:p>
    <w:p w14:paraId="3466798A" w14:textId="77777777" w:rsidR="006D4449" w:rsidRDefault="006D4449" w:rsidP="006D4449">
      <w:r>
        <w:t>197.9635</w:t>
      </w:r>
      <w:r>
        <w:tab/>
        <w:t>1.013e0</w:t>
      </w:r>
    </w:p>
    <w:p w14:paraId="5A5162F8" w14:textId="77777777" w:rsidR="006D4449" w:rsidRDefault="006D4449" w:rsidP="006D4449">
      <w:r>
        <w:t>197.9863</w:t>
      </w:r>
      <w:r>
        <w:tab/>
        <w:t>1.013e0</w:t>
      </w:r>
    </w:p>
    <w:p w14:paraId="7F4EBB00" w14:textId="77777777" w:rsidR="006D4449" w:rsidRDefault="006D4449" w:rsidP="006D4449">
      <w:r>
        <w:t>197.9948</w:t>
      </w:r>
      <w:r>
        <w:tab/>
        <w:t>2.025e0</w:t>
      </w:r>
    </w:p>
    <w:p w14:paraId="0A68F952" w14:textId="77777777" w:rsidR="006D4449" w:rsidRDefault="006D4449" w:rsidP="006D4449">
      <w:r>
        <w:t>198.0045</w:t>
      </w:r>
      <w:r>
        <w:tab/>
        <w:t>1.013e0</w:t>
      </w:r>
    </w:p>
    <w:p w14:paraId="78317E40" w14:textId="77777777" w:rsidR="006D4449" w:rsidRDefault="006D4449" w:rsidP="006D4449">
      <w:r>
        <w:t>198.0091</w:t>
      </w:r>
      <w:r>
        <w:tab/>
        <w:t>2.025e0</w:t>
      </w:r>
    </w:p>
    <w:p w14:paraId="1DC557AF" w14:textId="77777777" w:rsidR="006D4449" w:rsidRDefault="006D4449" w:rsidP="006D4449">
      <w:r>
        <w:t>198.0318</w:t>
      </w:r>
      <w:r>
        <w:tab/>
        <w:t>1.013e0</w:t>
      </w:r>
    </w:p>
    <w:p w14:paraId="36C1A6EC" w14:textId="77777777" w:rsidR="006D4449" w:rsidRDefault="006D4449" w:rsidP="006D4449">
      <w:r>
        <w:t>198.0346</w:t>
      </w:r>
      <w:r>
        <w:tab/>
        <w:t>1.013e0</w:t>
      </w:r>
    </w:p>
    <w:p w14:paraId="3E2D771D" w14:textId="77777777" w:rsidR="006D4449" w:rsidRDefault="006D4449" w:rsidP="006D4449">
      <w:r>
        <w:t>198.0476</w:t>
      </w:r>
      <w:r>
        <w:tab/>
        <w:t>2.025e0</w:t>
      </w:r>
    </w:p>
    <w:p w14:paraId="713F6308" w14:textId="77777777" w:rsidR="006D4449" w:rsidRDefault="006D4449" w:rsidP="006D4449">
      <w:r>
        <w:t>198.0494</w:t>
      </w:r>
      <w:r>
        <w:tab/>
        <w:t>4.051e0</w:t>
      </w:r>
    </w:p>
    <w:p w14:paraId="27C71F65" w14:textId="77777777" w:rsidR="006D4449" w:rsidRDefault="006D4449" w:rsidP="006D4449">
      <w:r>
        <w:t>198.0679</w:t>
      </w:r>
      <w:r>
        <w:tab/>
        <w:t>2.025e0</w:t>
      </w:r>
    </w:p>
    <w:p w14:paraId="1D0C3857" w14:textId="77777777" w:rsidR="006D4449" w:rsidRDefault="006D4449" w:rsidP="006D4449">
      <w:r>
        <w:t>198.0795</w:t>
      </w:r>
      <w:r>
        <w:tab/>
        <w:t>2.025e0</w:t>
      </w:r>
    </w:p>
    <w:p w14:paraId="78DA227D" w14:textId="77777777" w:rsidR="006D4449" w:rsidRDefault="006D4449" w:rsidP="006D4449">
      <w:r>
        <w:t>198.1051</w:t>
      </w:r>
      <w:r>
        <w:tab/>
        <w:t>1.727e0</w:t>
      </w:r>
    </w:p>
    <w:p w14:paraId="636A2126" w14:textId="77777777" w:rsidR="006D4449" w:rsidRDefault="006D4449" w:rsidP="006D4449">
      <w:r>
        <w:lastRenderedPageBreak/>
        <w:t>198.1086</w:t>
      </w:r>
      <w:r>
        <w:tab/>
        <w:t>3.120e0</w:t>
      </w:r>
    </w:p>
    <w:p w14:paraId="7986A5DD" w14:textId="77777777" w:rsidR="006D4449" w:rsidRDefault="006D4449" w:rsidP="006D4449">
      <w:r>
        <w:t>198.1182</w:t>
      </w:r>
      <w:r>
        <w:tab/>
        <w:t>3.926e0</w:t>
      </w:r>
    </w:p>
    <w:p w14:paraId="3D96012D" w14:textId="77777777" w:rsidR="006D4449" w:rsidRDefault="006D4449" w:rsidP="006D4449">
      <w:r>
        <w:t>198.1234</w:t>
      </w:r>
      <w:r>
        <w:tab/>
        <w:t>1.528e0</w:t>
      </w:r>
    </w:p>
    <w:p w14:paraId="3EB7F8C9" w14:textId="77777777" w:rsidR="006D4449" w:rsidRDefault="006D4449" w:rsidP="006D4449">
      <w:r>
        <w:t>198.1279</w:t>
      </w:r>
      <w:r>
        <w:tab/>
        <w:t>1.467e0</w:t>
      </w:r>
    </w:p>
    <w:p w14:paraId="32CFFDE7" w14:textId="77777777" w:rsidR="006D4449" w:rsidRDefault="006D4449" w:rsidP="006D4449">
      <w:r>
        <w:t>198.1305</w:t>
      </w:r>
      <w:r>
        <w:tab/>
        <w:t>2.090e0</w:t>
      </w:r>
    </w:p>
    <w:p w14:paraId="704C5A4F" w14:textId="77777777" w:rsidR="006D4449" w:rsidRDefault="006D4449" w:rsidP="006D4449">
      <w:r>
        <w:t>198.1327</w:t>
      </w:r>
      <w:r>
        <w:tab/>
        <w:t>1.902e0</w:t>
      </w:r>
    </w:p>
    <w:p w14:paraId="3C318F45" w14:textId="77777777" w:rsidR="006D4449" w:rsidRDefault="006D4449" w:rsidP="006D4449">
      <w:r>
        <w:t>198.1654</w:t>
      </w:r>
      <w:r>
        <w:tab/>
        <w:t>1.013e0</w:t>
      </w:r>
    </w:p>
    <w:p w14:paraId="54522C99" w14:textId="77777777" w:rsidR="006D4449" w:rsidRDefault="006D4449" w:rsidP="006D4449">
      <w:r>
        <w:t>198.1757</w:t>
      </w:r>
      <w:r>
        <w:tab/>
        <w:t>3.038e0</w:t>
      </w:r>
    </w:p>
    <w:p w14:paraId="6F85BDF3" w14:textId="77777777" w:rsidR="006D4449" w:rsidRDefault="006D4449" w:rsidP="006D4449">
      <w:r>
        <w:t>198.1856</w:t>
      </w:r>
      <w:r>
        <w:tab/>
        <w:t>2.025e0</w:t>
      </w:r>
    </w:p>
    <w:p w14:paraId="78D50158" w14:textId="77777777" w:rsidR="006D4449" w:rsidRDefault="006D4449" w:rsidP="006D4449">
      <w:r>
        <w:t>198.1885</w:t>
      </w:r>
      <w:r>
        <w:tab/>
        <w:t>2.025e0</w:t>
      </w:r>
    </w:p>
    <w:p w14:paraId="1EA186BB" w14:textId="77777777" w:rsidR="006D4449" w:rsidRDefault="006D4449" w:rsidP="006D4449">
      <w:r>
        <w:t>198.2187</w:t>
      </w:r>
      <w:r>
        <w:tab/>
        <w:t>2.025e0</w:t>
      </w:r>
    </w:p>
    <w:p w14:paraId="35BA6DDB" w14:textId="77777777" w:rsidR="006D4449" w:rsidRDefault="006D4449" w:rsidP="006D4449">
      <w:r>
        <w:t>198.2226</w:t>
      </w:r>
      <w:r>
        <w:tab/>
        <w:t>1.013e0</w:t>
      </w:r>
    </w:p>
    <w:p w14:paraId="4C152DB2" w14:textId="77777777" w:rsidR="006D4449" w:rsidRDefault="006D4449" w:rsidP="006D4449">
      <w:r>
        <w:t>198.2576</w:t>
      </w:r>
      <w:r>
        <w:tab/>
        <w:t>3.038e0</w:t>
      </w:r>
    </w:p>
    <w:p w14:paraId="6386D5E9" w14:textId="77777777" w:rsidR="006D4449" w:rsidRDefault="006D4449" w:rsidP="006D4449">
      <w:r>
        <w:t>198.2625</w:t>
      </w:r>
      <w:r>
        <w:tab/>
        <w:t>1.013e0</w:t>
      </w:r>
    </w:p>
    <w:p w14:paraId="46C93A17" w14:textId="77777777" w:rsidR="006D4449" w:rsidRDefault="006D4449" w:rsidP="006D4449">
      <w:r>
        <w:t>198.2857</w:t>
      </w:r>
      <w:r>
        <w:tab/>
        <w:t>1.013e0</w:t>
      </w:r>
    </w:p>
    <w:p w14:paraId="30C65428" w14:textId="77777777" w:rsidR="006D4449" w:rsidRDefault="006D4449" w:rsidP="006D4449">
      <w:r>
        <w:t>198.2968</w:t>
      </w:r>
      <w:r>
        <w:tab/>
        <w:t>1.013e0</w:t>
      </w:r>
    </w:p>
    <w:p w14:paraId="4397472A" w14:textId="77777777" w:rsidR="006D4449" w:rsidRDefault="006D4449" w:rsidP="006D4449">
      <w:r>
        <w:t>198.2997</w:t>
      </w:r>
      <w:r>
        <w:tab/>
        <w:t>1.013e0</w:t>
      </w:r>
    </w:p>
    <w:p w14:paraId="1D91FEC9" w14:textId="77777777" w:rsidR="006D4449" w:rsidRDefault="006D4449" w:rsidP="006D4449">
      <w:r>
        <w:t>198.3302</w:t>
      </w:r>
      <w:r>
        <w:tab/>
        <w:t>1.013e0</w:t>
      </w:r>
    </w:p>
    <w:p w14:paraId="04E82769" w14:textId="77777777" w:rsidR="006D4449" w:rsidRDefault="006D4449" w:rsidP="006D4449">
      <w:r>
        <w:t>198.3675</w:t>
      </w:r>
      <w:r>
        <w:tab/>
        <w:t>1.013e0</w:t>
      </w:r>
    </w:p>
    <w:p w14:paraId="593C9812" w14:textId="77777777" w:rsidR="006D4449" w:rsidRDefault="006D4449" w:rsidP="006D4449">
      <w:r>
        <w:lastRenderedPageBreak/>
        <w:t>198.3705</w:t>
      </w:r>
      <w:r>
        <w:tab/>
        <w:t>1.013e0</w:t>
      </w:r>
    </w:p>
    <w:p w14:paraId="04A2DBD6" w14:textId="77777777" w:rsidR="006D4449" w:rsidRDefault="006D4449" w:rsidP="006D4449">
      <w:r>
        <w:t>198.3828</w:t>
      </w:r>
      <w:r>
        <w:tab/>
        <w:t>1.013e0</w:t>
      </w:r>
    </w:p>
    <w:p w14:paraId="76D8466E" w14:textId="77777777" w:rsidR="006D4449" w:rsidRDefault="006D4449" w:rsidP="006D4449">
      <w:r>
        <w:t>198.4264</w:t>
      </w:r>
      <w:r>
        <w:tab/>
        <w:t>2.025e0</w:t>
      </w:r>
    </w:p>
    <w:p w14:paraId="6212D1CF" w14:textId="77777777" w:rsidR="006D4449" w:rsidRDefault="006D4449" w:rsidP="006D4449">
      <w:r>
        <w:t>198.4396</w:t>
      </w:r>
      <w:r>
        <w:tab/>
        <w:t>1.013e0</w:t>
      </w:r>
    </w:p>
    <w:p w14:paraId="0707E91D" w14:textId="77777777" w:rsidR="006D4449" w:rsidRDefault="006D4449" w:rsidP="006D4449">
      <w:r>
        <w:t>198.4461</w:t>
      </w:r>
      <w:r>
        <w:tab/>
        <w:t>1.013e0</w:t>
      </w:r>
    </w:p>
    <w:p w14:paraId="5586BB20" w14:textId="77777777" w:rsidR="006D4449" w:rsidRDefault="006D4449" w:rsidP="006D4449">
      <w:r>
        <w:t>198.4507</w:t>
      </w:r>
      <w:r>
        <w:tab/>
        <w:t>1.013e0</w:t>
      </w:r>
    </w:p>
    <w:p w14:paraId="2CC5A04E" w14:textId="77777777" w:rsidR="006D4449" w:rsidRDefault="006D4449" w:rsidP="006D4449">
      <w:r>
        <w:t>198.4572</w:t>
      </w:r>
      <w:r>
        <w:tab/>
        <w:t>1.013e0</w:t>
      </w:r>
    </w:p>
    <w:p w14:paraId="34A39678" w14:textId="77777777" w:rsidR="006D4449" w:rsidRDefault="006D4449" w:rsidP="006D4449">
      <w:r>
        <w:t>198.4795</w:t>
      </w:r>
      <w:r>
        <w:tab/>
        <w:t>1.013e0</w:t>
      </w:r>
    </w:p>
    <w:p w14:paraId="02D05409" w14:textId="77777777" w:rsidR="006D4449" w:rsidRDefault="006D4449" w:rsidP="006D4449">
      <w:r>
        <w:t>198.4898</w:t>
      </w:r>
      <w:r>
        <w:tab/>
        <w:t>4.051e0</w:t>
      </w:r>
    </w:p>
    <w:p w14:paraId="0D3499F7" w14:textId="77777777" w:rsidR="006D4449" w:rsidRDefault="006D4449" w:rsidP="006D4449">
      <w:r>
        <w:t>198.5064</w:t>
      </w:r>
      <w:r>
        <w:tab/>
        <w:t>1.013e0</w:t>
      </w:r>
    </w:p>
    <w:p w14:paraId="36035128" w14:textId="77777777" w:rsidR="006D4449" w:rsidRDefault="006D4449" w:rsidP="006D4449">
      <w:r>
        <w:t>198.5138</w:t>
      </w:r>
      <w:r>
        <w:tab/>
        <w:t>1.013e0</w:t>
      </w:r>
    </w:p>
    <w:p w14:paraId="384D2D62" w14:textId="77777777" w:rsidR="006D4449" w:rsidRDefault="006D4449" w:rsidP="006D4449">
      <w:r>
        <w:t>198.5287</w:t>
      </w:r>
      <w:r>
        <w:tab/>
        <w:t>1.013e0</w:t>
      </w:r>
    </w:p>
    <w:p w14:paraId="03D2EC8F" w14:textId="77777777" w:rsidR="006D4449" w:rsidRDefault="006D4449" w:rsidP="006D4449">
      <w:r>
        <w:t>198.5389</w:t>
      </w:r>
      <w:r>
        <w:tab/>
        <w:t>1.013e0</w:t>
      </w:r>
    </w:p>
    <w:p w14:paraId="4DC9E943" w14:textId="77777777" w:rsidR="006D4449" w:rsidRDefault="006D4449" w:rsidP="006D4449">
      <w:r>
        <w:t>198.5445</w:t>
      </w:r>
      <w:r>
        <w:tab/>
        <w:t>2.025e0</w:t>
      </w:r>
    </w:p>
    <w:p w14:paraId="56069BD6" w14:textId="77777777" w:rsidR="006D4449" w:rsidRDefault="006D4449" w:rsidP="006D4449">
      <w:r>
        <w:t>198.5613</w:t>
      </w:r>
      <w:r>
        <w:tab/>
        <w:t>1.013e0</w:t>
      </w:r>
    </w:p>
    <w:p w14:paraId="56953B2E" w14:textId="77777777" w:rsidR="006D4449" w:rsidRDefault="006D4449" w:rsidP="006D4449">
      <w:r>
        <w:t>198.5774</w:t>
      </w:r>
      <w:r>
        <w:tab/>
        <w:t>1.013e0</w:t>
      </w:r>
    </w:p>
    <w:p w14:paraId="360C36C4" w14:textId="77777777" w:rsidR="006D4449" w:rsidRDefault="006D4449" w:rsidP="006D4449">
      <w:r>
        <w:t>198.6033</w:t>
      </w:r>
      <w:r>
        <w:tab/>
        <w:t>1.013e0</w:t>
      </w:r>
    </w:p>
    <w:p w14:paraId="0D9DDBFE" w14:textId="77777777" w:rsidR="006D4449" w:rsidRDefault="006D4449" w:rsidP="006D4449">
      <w:r>
        <w:t>198.6299</w:t>
      </w:r>
      <w:r>
        <w:tab/>
        <w:t>4.051e0</w:t>
      </w:r>
    </w:p>
    <w:p w14:paraId="7C0D4A21" w14:textId="77777777" w:rsidR="006D4449" w:rsidRDefault="006D4449" w:rsidP="006D4449">
      <w:r>
        <w:t>198.6335</w:t>
      </w:r>
      <w:r>
        <w:tab/>
        <w:t>1.013e0</w:t>
      </w:r>
    </w:p>
    <w:p w14:paraId="24E1D04C" w14:textId="77777777" w:rsidR="006D4449" w:rsidRDefault="006D4449" w:rsidP="006D4449">
      <w:r>
        <w:lastRenderedPageBreak/>
        <w:t>198.6380</w:t>
      </w:r>
      <w:r>
        <w:tab/>
        <w:t>1.013e0</w:t>
      </w:r>
    </w:p>
    <w:p w14:paraId="0600B447" w14:textId="77777777" w:rsidR="006D4449" w:rsidRDefault="006D4449" w:rsidP="006D4449">
      <w:r>
        <w:t>198.6974</w:t>
      </w:r>
      <w:r>
        <w:tab/>
        <w:t>1.013e0</w:t>
      </w:r>
    </w:p>
    <w:p w14:paraId="6410B1E7" w14:textId="77777777" w:rsidR="006D4449" w:rsidRDefault="006D4449" w:rsidP="006D4449">
      <w:r>
        <w:t>198.7382</w:t>
      </w:r>
      <w:r>
        <w:tab/>
        <w:t>1.013e0</w:t>
      </w:r>
    </w:p>
    <w:p w14:paraId="6F85C7E7" w14:textId="77777777" w:rsidR="006D4449" w:rsidRDefault="006D4449" w:rsidP="006D4449">
      <w:r>
        <w:t>198.7411</w:t>
      </w:r>
      <w:r>
        <w:tab/>
        <w:t>1.013e0</w:t>
      </w:r>
    </w:p>
    <w:p w14:paraId="7A52D2B7" w14:textId="77777777" w:rsidR="006D4449" w:rsidRDefault="006D4449" w:rsidP="006D4449">
      <w:r>
        <w:t>198.7875</w:t>
      </w:r>
      <w:r>
        <w:tab/>
        <w:t>2.025e0</w:t>
      </w:r>
    </w:p>
    <w:p w14:paraId="566AA29A" w14:textId="77777777" w:rsidR="006D4449" w:rsidRDefault="006D4449" w:rsidP="006D4449">
      <w:r>
        <w:t>198.7943</w:t>
      </w:r>
      <w:r>
        <w:tab/>
        <w:t>1.013e0</w:t>
      </w:r>
    </w:p>
    <w:p w14:paraId="53ECCBFB" w14:textId="77777777" w:rsidR="006D4449" w:rsidRDefault="006D4449" w:rsidP="006D4449">
      <w:r>
        <w:t>198.8320</w:t>
      </w:r>
      <w:r>
        <w:tab/>
        <w:t>1.013e0</w:t>
      </w:r>
    </w:p>
    <w:p w14:paraId="3E5A3473" w14:textId="77777777" w:rsidR="006D4449" w:rsidRDefault="006D4449" w:rsidP="006D4449">
      <w:r>
        <w:t>198.8365</w:t>
      </w:r>
      <w:r>
        <w:tab/>
        <w:t>1.013e0</w:t>
      </w:r>
    </w:p>
    <w:p w14:paraId="259AF892" w14:textId="77777777" w:rsidR="006D4449" w:rsidRDefault="006D4449" w:rsidP="006D4449">
      <w:r>
        <w:t>198.8802</w:t>
      </w:r>
      <w:r>
        <w:tab/>
        <w:t>1.013e0</w:t>
      </w:r>
    </w:p>
    <w:p w14:paraId="453EB5E1" w14:textId="77777777" w:rsidR="006D4449" w:rsidRDefault="006D4449" w:rsidP="006D4449">
      <w:r>
        <w:t>198.8885</w:t>
      </w:r>
      <w:r>
        <w:tab/>
        <w:t>1.013e0</w:t>
      </w:r>
    </w:p>
    <w:p w14:paraId="11D46576" w14:textId="77777777" w:rsidR="006D4449" w:rsidRDefault="006D4449" w:rsidP="006D4449">
      <w:r>
        <w:t>198.8923</w:t>
      </w:r>
      <w:r>
        <w:tab/>
        <w:t>1.013e0</w:t>
      </w:r>
    </w:p>
    <w:p w14:paraId="1C4528DA" w14:textId="77777777" w:rsidR="006D4449" w:rsidRDefault="006D4449" w:rsidP="006D4449">
      <w:r>
        <w:t>198.9108</w:t>
      </w:r>
      <w:r>
        <w:tab/>
        <w:t>1.013e0</w:t>
      </w:r>
    </w:p>
    <w:p w14:paraId="243CE387" w14:textId="77777777" w:rsidR="006D4449" w:rsidRDefault="006D4449" w:rsidP="006D4449">
      <w:r>
        <w:t>198.9137</w:t>
      </w:r>
      <w:r>
        <w:tab/>
        <w:t>1.013e0</w:t>
      </w:r>
    </w:p>
    <w:p w14:paraId="4EF16B96" w14:textId="77777777" w:rsidR="006D4449" w:rsidRDefault="006D4449" w:rsidP="006D4449">
      <w:r>
        <w:t>198.9220</w:t>
      </w:r>
      <w:r>
        <w:tab/>
        <w:t>1.013e0</w:t>
      </w:r>
    </w:p>
    <w:p w14:paraId="1EB94684" w14:textId="77777777" w:rsidR="006D4449" w:rsidRDefault="006D4449" w:rsidP="006D4449">
      <w:r>
        <w:t>198.9417</w:t>
      </w:r>
      <w:r>
        <w:tab/>
        <w:t>1.898e0</w:t>
      </w:r>
    </w:p>
    <w:p w14:paraId="44D2F471" w14:textId="77777777" w:rsidR="006D4449" w:rsidRDefault="006D4449" w:rsidP="006D4449">
      <w:r>
        <w:t>198.9472</w:t>
      </w:r>
      <w:r>
        <w:tab/>
        <w:t>1.013e0</w:t>
      </w:r>
    </w:p>
    <w:p w14:paraId="6BF87F9F" w14:textId="77777777" w:rsidR="006D4449" w:rsidRDefault="006D4449" w:rsidP="006D4449">
      <w:r>
        <w:t>198.9519</w:t>
      </w:r>
      <w:r>
        <w:tab/>
        <w:t>1.013e0</w:t>
      </w:r>
    </w:p>
    <w:p w14:paraId="3744D82B" w14:textId="77777777" w:rsidR="006D4449" w:rsidRDefault="006D4449" w:rsidP="006D4449">
      <w:r>
        <w:t>198.9668</w:t>
      </w:r>
      <w:r>
        <w:tab/>
        <w:t>3.038e0</w:t>
      </w:r>
    </w:p>
    <w:p w14:paraId="6725C88E" w14:textId="77777777" w:rsidR="006D4449" w:rsidRDefault="006D4449" w:rsidP="006D4449">
      <w:r>
        <w:t>198.9816</w:t>
      </w:r>
      <w:r>
        <w:tab/>
        <w:t>1.013e0</w:t>
      </w:r>
    </w:p>
    <w:p w14:paraId="2F8BCEBF" w14:textId="77777777" w:rsidR="006D4449" w:rsidRDefault="006D4449" w:rsidP="006D4449">
      <w:r>
        <w:lastRenderedPageBreak/>
        <w:t>198.9940</w:t>
      </w:r>
      <w:r>
        <w:tab/>
        <w:t>2.185e0</w:t>
      </w:r>
    </w:p>
    <w:p w14:paraId="21874317" w14:textId="77777777" w:rsidR="006D4449" w:rsidRDefault="006D4449" w:rsidP="006D4449">
      <w:r>
        <w:t>199.0293</w:t>
      </w:r>
      <w:r>
        <w:tab/>
        <w:t>7.782e1</w:t>
      </w:r>
    </w:p>
    <w:p w14:paraId="5D258AB1" w14:textId="77777777" w:rsidR="006D4449" w:rsidRDefault="006D4449" w:rsidP="006D4449">
      <w:r>
        <w:t>199.0329</w:t>
      </w:r>
      <w:r>
        <w:tab/>
        <w:t>3.507e2</w:t>
      </w:r>
    </w:p>
    <w:p w14:paraId="04469121" w14:textId="77777777" w:rsidR="006D4449" w:rsidRDefault="006D4449" w:rsidP="006D4449">
      <w:r>
        <w:t>199.0741</w:t>
      </w:r>
      <w:r>
        <w:tab/>
        <w:t>2.025e0</w:t>
      </w:r>
    </w:p>
    <w:p w14:paraId="223A56E3" w14:textId="77777777" w:rsidR="006D4449" w:rsidRDefault="006D4449" w:rsidP="006D4449">
      <w:r>
        <w:t>199.0834</w:t>
      </w:r>
      <w:r>
        <w:tab/>
        <w:t>2.025e0</w:t>
      </w:r>
    </w:p>
    <w:p w14:paraId="33240946" w14:textId="77777777" w:rsidR="006D4449" w:rsidRDefault="006D4449" w:rsidP="006D4449">
      <w:r>
        <w:t>199.0959</w:t>
      </w:r>
      <w:r>
        <w:tab/>
        <w:t>4.864e0</w:t>
      </w:r>
    </w:p>
    <w:p w14:paraId="08848EDC" w14:textId="77777777" w:rsidR="006D4449" w:rsidRDefault="006D4449" w:rsidP="006D4449">
      <w:r>
        <w:t>199.0976</w:t>
      </w:r>
      <w:r>
        <w:tab/>
        <w:t>5.038e0</w:t>
      </w:r>
    </w:p>
    <w:p w14:paraId="60694BE3" w14:textId="77777777" w:rsidR="006D4449" w:rsidRDefault="006D4449" w:rsidP="006D4449">
      <w:r>
        <w:t>199.1001</w:t>
      </w:r>
      <w:r>
        <w:tab/>
        <w:t>1.985e0</w:t>
      </w:r>
    </w:p>
    <w:p w14:paraId="4291259F" w14:textId="77777777" w:rsidR="006D4449" w:rsidRDefault="006D4449" w:rsidP="006D4449">
      <w:r>
        <w:t>199.1185</w:t>
      </w:r>
      <w:r>
        <w:tab/>
        <w:t>2.446e0</w:t>
      </w:r>
    </w:p>
    <w:p w14:paraId="555D1CA7" w14:textId="77777777" w:rsidR="006D4449" w:rsidRDefault="006D4449" w:rsidP="006D4449">
      <w:r>
        <w:t>199.1254</w:t>
      </w:r>
      <w:r>
        <w:tab/>
        <w:t>3.218e0</w:t>
      </w:r>
    </w:p>
    <w:p w14:paraId="70210EFA" w14:textId="77777777" w:rsidR="006D4449" w:rsidRDefault="006D4449" w:rsidP="006D4449">
      <w:r>
        <w:t>199.1377</w:t>
      </w:r>
      <w:r>
        <w:tab/>
        <w:t>1.451e0</w:t>
      </w:r>
    </w:p>
    <w:p w14:paraId="3F4884A2" w14:textId="77777777" w:rsidR="006D4449" w:rsidRDefault="006D4449" w:rsidP="006D4449">
      <w:r>
        <w:t>199.1399</w:t>
      </w:r>
      <w:r>
        <w:tab/>
        <w:t>3.458e0</w:t>
      </w:r>
    </w:p>
    <w:p w14:paraId="5C14FF69" w14:textId="77777777" w:rsidR="006D4449" w:rsidRDefault="006D4449" w:rsidP="006D4449">
      <w:r>
        <w:t>199.1500</w:t>
      </w:r>
      <w:r>
        <w:tab/>
        <w:t>1.727e0</w:t>
      </w:r>
    </w:p>
    <w:p w14:paraId="2C9740B4" w14:textId="77777777" w:rsidR="006D4449" w:rsidRDefault="006D4449" w:rsidP="006D4449">
      <w:r>
        <w:t>199.1743</w:t>
      </w:r>
      <w:r>
        <w:tab/>
        <w:t>7.251e0</w:t>
      </w:r>
    </w:p>
    <w:p w14:paraId="4199FFE6" w14:textId="77777777" w:rsidR="006D4449" w:rsidRDefault="006D4449" w:rsidP="006D4449">
      <w:r>
        <w:t>199.1807</w:t>
      </w:r>
      <w:r>
        <w:tab/>
        <w:t>8.085e0</w:t>
      </w:r>
    </w:p>
    <w:p w14:paraId="4BFAF179" w14:textId="77777777" w:rsidR="006D4449" w:rsidRDefault="006D4449" w:rsidP="006D4449">
      <w:r>
        <w:t>199.1845</w:t>
      </w:r>
      <w:r>
        <w:tab/>
        <w:t>4.051e0</w:t>
      </w:r>
    </w:p>
    <w:p w14:paraId="750E7D67" w14:textId="77777777" w:rsidR="006D4449" w:rsidRDefault="006D4449" w:rsidP="006D4449">
      <w:r>
        <w:t>199.1887</w:t>
      </w:r>
      <w:r>
        <w:tab/>
        <w:t>7.089e0</w:t>
      </w:r>
    </w:p>
    <w:p w14:paraId="47EDDF70" w14:textId="77777777" w:rsidR="006D4449" w:rsidRDefault="006D4449" w:rsidP="006D4449">
      <w:r>
        <w:t>199.1965</w:t>
      </w:r>
      <w:r>
        <w:tab/>
        <w:t>6.076e0</w:t>
      </w:r>
    </w:p>
    <w:p w14:paraId="0BA1B1D1" w14:textId="77777777" w:rsidR="006D4449" w:rsidRDefault="006D4449" w:rsidP="006D4449">
      <w:r>
        <w:t>199.2263</w:t>
      </w:r>
      <w:r>
        <w:tab/>
        <w:t>1.013e0</w:t>
      </w:r>
    </w:p>
    <w:p w14:paraId="552F6881" w14:textId="77777777" w:rsidR="006D4449" w:rsidRDefault="006D4449" w:rsidP="006D4449">
      <w:r>
        <w:lastRenderedPageBreak/>
        <w:t>199.2329</w:t>
      </w:r>
      <w:r>
        <w:tab/>
        <w:t>1.013e0</w:t>
      </w:r>
    </w:p>
    <w:p w14:paraId="16C904F1" w14:textId="77777777" w:rsidR="006D4449" w:rsidRDefault="006D4449" w:rsidP="006D4449">
      <w:r>
        <w:t>199.2403</w:t>
      </w:r>
      <w:r>
        <w:tab/>
        <w:t>2.025e0</w:t>
      </w:r>
    </w:p>
    <w:p w14:paraId="38CF507E" w14:textId="77777777" w:rsidR="006D4449" w:rsidRDefault="006D4449" w:rsidP="006D4449">
      <w:r>
        <w:t>199.2449</w:t>
      </w:r>
      <w:r>
        <w:tab/>
        <w:t>1.013e0</w:t>
      </w:r>
    </w:p>
    <w:p w14:paraId="044FBB6F" w14:textId="77777777" w:rsidR="006D4449" w:rsidRDefault="006D4449" w:rsidP="006D4449">
      <w:r>
        <w:t>199.2590</w:t>
      </w:r>
      <w:r>
        <w:tab/>
        <w:t>1.013e0</w:t>
      </w:r>
    </w:p>
    <w:p w14:paraId="01D633A5" w14:textId="77777777" w:rsidR="006D4449" w:rsidRDefault="006D4449" w:rsidP="006D4449">
      <w:r>
        <w:t>199.2616</w:t>
      </w:r>
      <w:r>
        <w:tab/>
        <w:t>2.025e0</w:t>
      </w:r>
    </w:p>
    <w:p w14:paraId="1187FBC3" w14:textId="77777777" w:rsidR="006D4449" w:rsidRDefault="006D4449" w:rsidP="006D4449">
      <w:r>
        <w:t>199.2664</w:t>
      </w:r>
      <w:r>
        <w:tab/>
        <w:t>2.025e0</w:t>
      </w:r>
    </w:p>
    <w:p w14:paraId="28D231E0" w14:textId="77777777" w:rsidR="006D4449" w:rsidRDefault="006D4449" w:rsidP="006D4449">
      <w:r>
        <w:t>199.2784</w:t>
      </w:r>
      <w:r>
        <w:tab/>
        <w:t>1.013e0</w:t>
      </w:r>
    </w:p>
    <w:p w14:paraId="22D0142D" w14:textId="77777777" w:rsidR="006D4449" w:rsidRDefault="006D4449" w:rsidP="006D4449">
      <w:r>
        <w:t>199.2887</w:t>
      </w:r>
      <w:r>
        <w:tab/>
        <w:t>1.013e0</w:t>
      </w:r>
    </w:p>
    <w:p w14:paraId="23A2C5DC" w14:textId="77777777" w:rsidR="006D4449" w:rsidRDefault="006D4449" w:rsidP="006D4449">
      <w:r>
        <w:t>199.2932</w:t>
      </w:r>
      <w:r>
        <w:tab/>
        <w:t>2.025e0</w:t>
      </w:r>
    </w:p>
    <w:p w14:paraId="368D55A6" w14:textId="77777777" w:rsidR="006D4449" w:rsidRDefault="006D4449" w:rsidP="006D4449">
      <w:r>
        <w:t>199.3386</w:t>
      </w:r>
      <w:r>
        <w:tab/>
        <w:t>2.025e0</w:t>
      </w:r>
    </w:p>
    <w:p w14:paraId="671B9B24" w14:textId="77777777" w:rsidR="006D4449" w:rsidRDefault="006D4449" w:rsidP="006D4449">
      <w:r>
        <w:t>199.3453</w:t>
      </w:r>
      <w:r>
        <w:tab/>
        <w:t>1.013e0</w:t>
      </w:r>
    </w:p>
    <w:p w14:paraId="291BAC1D" w14:textId="77777777" w:rsidR="006D4449" w:rsidRDefault="006D4449" w:rsidP="006D4449">
      <w:r>
        <w:t>199.3631</w:t>
      </w:r>
      <w:r>
        <w:tab/>
        <w:t>2.025e0</w:t>
      </w:r>
    </w:p>
    <w:p w14:paraId="25A6ADED" w14:textId="77777777" w:rsidR="006D4449" w:rsidRDefault="006D4449" w:rsidP="006D4449">
      <w:r>
        <w:t>199.3982</w:t>
      </w:r>
      <w:r>
        <w:tab/>
        <w:t>1.013e0</w:t>
      </w:r>
    </w:p>
    <w:p w14:paraId="066B2B54" w14:textId="77777777" w:rsidR="006D4449" w:rsidRDefault="006D4449" w:rsidP="006D4449">
      <w:r>
        <w:t>199.4009</w:t>
      </w:r>
      <w:r>
        <w:tab/>
        <w:t>2.025e0</w:t>
      </w:r>
    </w:p>
    <w:p w14:paraId="5869DAE7" w14:textId="77777777" w:rsidR="006D4449" w:rsidRDefault="006D4449" w:rsidP="006D4449">
      <w:r>
        <w:t>199.4205</w:t>
      </w:r>
      <w:r>
        <w:tab/>
        <w:t>1.013e0</w:t>
      </w:r>
    </w:p>
    <w:p w14:paraId="6FFFC242" w14:textId="77777777" w:rsidR="006D4449" w:rsidRDefault="006D4449" w:rsidP="006D4449">
      <w:r>
        <w:t>199.4287</w:t>
      </w:r>
      <w:r>
        <w:tab/>
        <w:t>1.013e0</w:t>
      </w:r>
    </w:p>
    <w:p w14:paraId="41CC3EDC" w14:textId="77777777" w:rsidR="006D4449" w:rsidRDefault="006D4449" w:rsidP="006D4449">
      <w:r>
        <w:t>199.4353</w:t>
      </w:r>
      <w:r>
        <w:tab/>
        <w:t>1.013e0</w:t>
      </w:r>
    </w:p>
    <w:p w14:paraId="53945284" w14:textId="77777777" w:rsidR="006D4449" w:rsidRDefault="006D4449" w:rsidP="006D4449">
      <w:r>
        <w:t>199.4800</w:t>
      </w:r>
      <w:r>
        <w:tab/>
        <w:t>1.013e0</w:t>
      </w:r>
    </w:p>
    <w:p w14:paraId="7C2E6E90" w14:textId="77777777" w:rsidR="006D4449" w:rsidRDefault="006D4449" w:rsidP="006D4449">
      <w:r>
        <w:t>199.4956</w:t>
      </w:r>
      <w:r>
        <w:tab/>
        <w:t>1.013e0</w:t>
      </w:r>
    </w:p>
    <w:p w14:paraId="1C5477A3" w14:textId="77777777" w:rsidR="006D4449" w:rsidRDefault="006D4449" w:rsidP="006D4449">
      <w:r>
        <w:lastRenderedPageBreak/>
        <w:t>199.5024</w:t>
      </w:r>
      <w:r>
        <w:tab/>
        <w:t>1.013e0</w:t>
      </w:r>
    </w:p>
    <w:p w14:paraId="6F7E5C4A" w14:textId="77777777" w:rsidR="006D4449" w:rsidRDefault="006D4449" w:rsidP="006D4449">
      <w:r>
        <w:t>199.5143</w:t>
      </w:r>
      <w:r>
        <w:tab/>
        <w:t>2.025e0</w:t>
      </w:r>
    </w:p>
    <w:p w14:paraId="5DA765F0" w14:textId="77777777" w:rsidR="006D4449" w:rsidRDefault="006D4449" w:rsidP="006D4449">
      <w:r>
        <w:t>199.5186</w:t>
      </w:r>
      <w:r>
        <w:tab/>
        <w:t>1.013e0</w:t>
      </w:r>
    </w:p>
    <w:p w14:paraId="79FE871E" w14:textId="77777777" w:rsidR="006D4449" w:rsidRDefault="006D4449" w:rsidP="006D4449">
      <w:r>
        <w:t>199.5238</w:t>
      </w:r>
      <w:r>
        <w:tab/>
        <w:t>3.038e0</w:t>
      </w:r>
    </w:p>
    <w:p w14:paraId="34928F6C" w14:textId="77777777" w:rsidR="006D4449" w:rsidRDefault="006D4449" w:rsidP="006D4449">
      <w:r>
        <w:t>199.5673</w:t>
      </w:r>
      <w:r>
        <w:tab/>
        <w:t>2.307e0</w:t>
      </w:r>
    </w:p>
    <w:p w14:paraId="7594F015" w14:textId="77777777" w:rsidR="006D4449" w:rsidRDefault="006D4449" w:rsidP="006D4449">
      <w:r>
        <w:t>199.5718</w:t>
      </w:r>
      <w:r>
        <w:tab/>
        <w:t>1.013e0</w:t>
      </w:r>
    </w:p>
    <w:p w14:paraId="6DCB4B44" w14:textId="77777777" w:rsidR="006D4449" w:rsidRDefault="006D4449" w:rsidP="006D4449">
      <w:r>
        <w:t>199.5755</w:t>
      </w:r>
      <w:r>
        <w:tab/>
        <w:t>2.025e0</w:t>
      </w:r>
    </w:p>
    <w:p w14:paraId="2B135070" w14:textId="77777777" w:rsidR="006D4449" w:rsidRDefault="006D4449" w:rsidP="006D4449">
      <w:r>
        <w:t>199.5784</w:t>
      </w:r>
      <w:r>
        <w:tab/>
        <w:t>1.013e0</w:t>
      </w:r>
    </w:p>
    <w:p w14:paraId="1F019F59" w14:textId="77777777" w:rsidR="006D4449" w:rsidRDefault="006D4449" w:rsidP="006D4449">
      <w:r>
        <w:t>199.5914</w:t>
      </w:r>
      <w:r>
        <w:tab/>
        <w:t>2.025e0</w:t>
      </w:r>
    </w:p>
    <w:p w14:paraId="1C4AD7D3" w14:textId="77777777" w:rsidR="006D4449" w:rsidRDefault="006D4449" w:rsidP="006D4449">
      <w:r>
        <w:t>199.6114</w:t>
      </w:r>
      <w:r>
        <w:tab/>
        <w:t>3.038e0</w:t>
      </w:r>
    </w:p>
    <w:p w14:paraId="7E467FDB" w14:textId="77777777" w:rsidR="006D4449" w:rsidRDefault="006D4449" w:rsidP="006D4449">
      <w:r>
        <w:t>199.6305</w:t>
      </w:r>
      <w:r>
        <w:tab/>
        <w:t>1.013e0</w:t>
      </w:r>
    </w:p>
    <w:p w14:paraId="71A3FC53" w14:textId="77777777" w:rsidR="006D4449" w:rsidRDefault="006D4449" w:rsidP="006D4449">
      <w:r>
        <w:t>199.6499</w:t>
      </w:r>
      <w:r>
        <w:tab/>
        <w:t>1.013e0</w:t>
      </w:r>
    </w:p>
    <w:p w14:paraId="3B140173" w14:textId="77777777" w:rsidR="006D4449" w:rsidRDefault="006D4449" w:rsidP="006D4449">
      <w:r>
        <w:t>199.6903</w:t>
      </w:r>
      <w:r>
        <w:tab/>
        <w:t>1.013e0</w:t>
      </w:r>
    </w:p>
    <w:p w14:paraId="09887804" w14:textId="77777777" w:rsidR="006D4449" w:rsidRDefault="006D4449" w:rsidP="006D4449">
      <w:r>
        <w:t>199.7180</w:t>
      </w:r>
      <w:r>
        <w:tab/>
        <w:t>1.013e0</w:t>
      </w:r>
    </w:p>
    <w:p w14:paraId="5370DFC2" w14:textId="77777777" w:rsidR="006D4449" w:rsidRDefault="006D4449" w:rsidP="006D4449">
      <w:r>
        <w:t>199.7248</w:t>
      </w:r>
      <w:r>
        <w:tab/>
        <w:t>1.013e0</w:t>
      </w:r>
    </w:p>
    <w:p w14:paraId="2C44F90F" w14:textId="77777777" w:rsidR="006D4449" w:rsidRDefault="006D4449" w:rsidP="006D4449">
      <w:r>
        <w:t>199.7592</w:t>
      </w:r>
      <w:r>
        <w:tab/>
        <w:t>3.038e0</w:t>
      </w:r>
    </w:p>
    <w:p w14:paraId="6D137748" w14:textId="77777777" w:rsidR="006D4449" w:rsidRDefault="006D4449" w:rsidP="006D4449">
      <w:r>
        <w:t>199.7669</w:t>
      </w:r>
      <w:r>
        <w:tab/>
        <w:t>1.013e0</w:t>
      </w:r>
    </w:p>
    <w:p w14:paraId="1ED40643" w14:textId="77777777" w:rsidR="006D4449" w:rsidRDefault="006D4449" w:rsidP="006D4449">
      <w:r>
        <w:t>199.7809</w:t>
      </w:r>
      <w:r>
        <w:tab/>
        <w:t>2.025e0</w:t>
      </w:r>
    </w:p>
    <w:p w14:paraId="4700EA9E" w14:textId="77777777" w:rsidR="006D4449" w:rsidRDefault="006D4449" w:rsidP="006D4449">
      <w:r>
        <w:t>199.7855</w:t>
      </w:r>
      <w:r>
        <w:tab/>
        <w:t>1.013e0</w:t>
      </w:r>
    </w:p>
    <w:p w14:paraId="093584AC" w14:textId="77777777" w:rsidR="006D4449" w:rsidRDefault="006D4449" w:rsidP="006D4449">
      <w:r>
        <w:lastRenderedPageBreak/>
        <w:t>199.7892</w:t>
      </w:r>
      <w:r>
        <w:tab/>
        <w:t>1.013e0</w:t>
      </w:r>
    </w:p>
    <w:p w14:paraId="652F62B8" w14:textId="77777777" w:rsidR="006D4449" w:rsidRDefault="006D4449" w:rsidP="006D4449">
      <w:r>
        <w:t>199.8190</w:t>
      </w:r>
      <w:r>
        <w:tab/>
        <w:t>1.013e0</w:t>
      </w:r>
    </w:p>
    <w:p w14:paraId="65EB1B70" w14:textId="77777777" w:rsidR="006D4449" w:rsidRDefault="006D4449" w:rsidP="006D4449">
      <w:r>
        <w:t>199.8264</w:t>
      </w:r>
      <w:r>
        <w:tab/>
        <w:t>2.025e0</w:t>
      </w:r>
    </w:p>
    <w:p w14:paraId="0788756D" w14:textId="77777777" w:rsidR="006D4449" w:rsidRDefault="006D4449" w:rsidP="006D4449">
      <w:r>
        <w:t>199.8450</w:t>
      </w:r>
      <w:r>
        <w:tab/>
        <w:t>4.051e0</w:t>
      </w:r>
    </w:p>
    <w:p w14:paraId="190D92FE" w14:textId="77777777" w:rsidR="006D4449" w:rsidRDefault="006D4449" w:rsidP="006D4449">
      <w:r>
        <w:t>199.8669</w:t>
      </w:r>
      <w:r>
        <w:tab/>
        <w:t>1.013e0</w:t>
      </w:r>
    </w:p>
    <w:p w14:paraId="38CCDD2F" w14:textId="77777777" w:rsidR="006D4449" w:rsidRDefault="006D4449" w:rsidP="006D4449">
      <w:r>
        <w:t>199.8822</w:t>
      </w:r>
      <w:r>
        <w:tab/>
        <w:t>1.013e0</w:t>
      </w:r>
    </w:p>
    <w:p w14:paraId="264E35C8" w14:textId="77777777" w:rsidR="006D4449" w:rsidRDefault="006D4449" w:rsidP="006D4449">
      <w:r>
        <w:t>199.9099</w:t>
      </w:r>
      <w:r>
        <w:tab/>
        <w:t>1.013e0</w:t>
      </w:r>
    </w:p>
    <w:p w14:paraId="21720E1A" w14:textId="77777777" w:rsidR="006D4449" w:rsidRDefault="006D4449" w:rsidP="006D4449">
      <w:r>
        <w:t>199.9500</w:t>
      </w:r>
      <w:r>
        <w:tab/>
        <w:t>1.013e0</w:t>
      </w:r>
    </w:p>
    <w:p w14:paraId="2F93CA1F" w14:textId="77777777" w:rsidR="006D4449" w:rsidRDefault="006D4449" w:rsidP="006D4449">
      <w:r>
        <w:t>199.9528</w:t>
      </w:r>
      <w:r>
        <w:tab/>
        <w:t>2.025e0</w:t>
      </w:r>
    </w:p>
    <w:p w14:paraId="53BDD676" w14:textId="77777777" w:rsidR="006D4449" w:rsidRDefault="006D4449" w:rsidP="006D4449">
      <w:r>
        <w:t>199.9575</w:t>
      </w:r>
      <w:r>
        <w:tab/>
        <w:t>1.013e0</w:t>
      </w:r>
    </w:p>
    <w:p w14:paraId="34D9467C" w14:textId="77777777" w:rsidR="006D4449" w:rsidRDefault="006D4449" w:rsidP="006D4449">
      <w:r>
        <w:t>199.9883</w:t>
      </w:r>
      <w:r>
        <w:tab/>
        <w:t>4.125e1</w:t>
      </w:r>
    </w:p>
    <w:p w14:paraId="0E71BFD1" w14:textId="77777777" w:rsidR="006D4449" w:rsidRDefault="006D4449" w:rsidP="006D4449">
      <w:r>
        <w:t>199.9911</w:t>
      </w:r>
      <w:r>
        <w:tab/>
        <w:t>6.582e1</w:t>
      </w:r>
    </w:p>
    <w:p w14:paraId="3CD87451" w14:textId="77777777" w:rsidR="006D4449" w:rsidRDefault="006D4449" w:rsidP="006D4449">
      <w:r>
        <w:t>200.0306</w:t>
      </w:r>
      <w:r>
        <w:tab/>
        <w:t>1.114e1</w:t>
      </w:r>
    </w:p>
    <w:p w14:paraId="56F31487" w14:textId="77777777" w:rsidR="006D4449" w:rsidRDefault="006D4449" w:rsidP="006D4449">
      <w:r>
        <w:t>200.0334</w:t>
      </w:r>
      <w:r>
        <w:tab/>
        <w:t>1.940e1</w:t>
      </w:r>
    </w:p>
    <w:p w14:paraId="4667555C" w14:textId="77777777" w:rsidR="006D4449" w:rsidRDefault="006D4449" w:rsidP="006D4449">
      <w:r>
        <w:t>200.0349</w:t>
      </w:r>
      <w:r>
        <w:tab/>
        <w:t>3.038e0</w:t>
      </w:r>
    </w:p>
    <w:p w14:paraId="05428DDB" w14:textId="77777777" w:rsidR="006D4449" w:rsidRDefault="006D4449" w:rsidP="006D4449">
      <w:r>
        <w:t>200.0574</w:t>
      </w:r>
      <w:r>
        <w:tab/>
        <w:t>5.063e0</w:t>
      </w:r>
    </w:p>
    <w:p w14:paraId="6548BF75" w14:textId="77777777" w:rsidR="006D4449" w:rsidRDefault="006D4449" w:rsidP="006D4449">
      <w:r>
        <w:t>200.0867</w:t>
      </w:r>
      <w:r>
        <w:tab/>
        <w:t>5.934e0</w:t>
      </w:r>
    </w:p>
    <w:p w14:paraId="32E5CE7C" w14:textId="77777777" w:rsidR="006D4449" w:rsidRDefault="006D4449" w:rsidP="006D4449">
      <w:r>
        <w:t>200.0913</w:t>
      </w:r>
      <w:r>
        <w:tab/>
        <w:t>2.025e0</w:t>
      </w:r>
    </w:p>
    <w:p w14:paraId="352F42DD" w14:textId="77777777" w:rsidR="006D4449" w:rsidRDefault="006D4449" w:rsidP="006D4449">
      <w:r>
        <w:t>200.0984</w:t>
      </w:r>
      <w:r>
        <w:tab/>
        <w:t>3.752e0</w:t>
      </w:r>
    </w:p>
    <w:p w14:paraId="7124EDA0" w14:textId="77777777" w:rsidR="006D4449" w:rsidRDefault="006D4449" w:rsidP="006D4449">
      <w:r>
        <w:lastRenderedPageBreak/>
        <w:t>200.1000</w:t>
      </w:r>
      <w:r>
        <w:tab/>
        <w:t>2.643e0</w:t>
      </w:r>
    </w:p>
    <w:p w14:paraId="30BD0F0F" w14:textId="77777777" w:rsidR="006D4449" w:rsidRDefault="006D4449" w:rsidP="006D4449">
      <w:r>
        <w:t>200.1039</w:t>
      </w:r>
      <w:r>
        <w:tab/>
        <w:t>5.063e0</w:t>
      </w:r>
    </w:p>
    <w:p w14:paraId="5FF776B5" w14:textId="77777777" w:rsidR="006D4449" w:rsidRDefault="006D4449" w:rsidP="006D4449">
      <w:r>
        <w:t>200.1282</w:t>
      </w:r>
      <w:r>
        <w:tab/>
        <w:t>6.591e0</w:t>
      </w:r>
    </w:p>
    <w:p w14:paraId="3391E9CD" w14:textId="77777777" w:rsidR="006D4449" w:rsidRDefault="006D4449" w:rsidP="006D4449">
      <w:r>
        <w:t>200.1350</w:t>
      </w:r>
      <w:r>
        <w:tab/>
        <w:t>3.038e0</w:t>
      </w:r>
    </w:p>
    <w:p w14:paraId="7FC33476" w14:textId="77777777" w:rsidR="006D4449" w:rsidRDefault="006D4449" w:rsidP="006D4449">
      <w:r>
        <w:t>200.1370</w:t>
      </w:r>
      <w:r>
        <w:tab/>
        <w:t>3.056e0</w:t>
      </w:r>
    </w:p>
    <w:p w14:paraId="7EC08EA5" w14:textId="77777777" w:rsidR="006D4449" w:rsidRDefault="006D4449" w:rsidP="006D4449">
      <w:r>
        <w:t>200.1387</w:t>
      </w:r>
      <w:r>
        <w:tab/>
        <w:t>2.446e0</w:t>
      </w:r>
    </w:p>
    <w:p w14:paraId="3C2D52D7" w14:textId="77777777" w:rsidR="006D4449" w:rsidRDefault="006D4449" w:rsidP="006D4449">
      <w:r>
        <w:t>200.1602</w:t>
      </w:r>
      <w:r>
        <w:tab/>
        <w:t>2.025e0</w:t>
      </w:r>
    </w:p>
    <w:p w14:paraId="31CFE889" w14:textId="77777777" w:rsidR="006D4449" w:rsidRDefault="006D4449" w:rsidP="006D4449">
      <w:r>
        <w:t>200.1797</w:t>
      </w:r>
      <w:r>
        <w:tab/>
        <w:t>1.013e0</w:t>
      </w:r>
    </w:p>
    <w:p w14:paraId="10188EDD" w14:textId="77777777" w:rsidR="006D4449" w:rsidRDefault="006D4449" w:rsidP="006D4449">
      <w:r>
        <w:t>200.1918</w:t>
      </w:r>
      <w:r>
        <w:tab/>
        <w:t>2.025e0</w:t>
      </w:r>
    </w:p>
    <w:p w14:paraId="192D6584" w14:textId="77777777" w:rsidR="006D4449" w:rsidRDefault="006D4449" w:rsidP="006D4449">
      <w:r>
        <w:t>200.2080</w:t>
      </w:r>
      <w:r>
        <w:tab/>
        <w:t>2.025e0</w:t>
      </w:r>
    </w:p>
    <w:p w14:paraId="7D9C3963" w14:textId="77777777" w:rsidR="006D4449" w:rsidRDefault="006D4449" w:rsidP="006D4449">
      <w:r>
        <w:t>200.2165</w:t>
      </w:r>
      <w:r>
        <w:tab/>
        <w:t>1.013e0</w:t>
      </w:r>
    </w:p>
    <w:p w14:paraId="6D529342" w14:textId="77777777" w:rsidR="006D4449" w:rsidRDefault="006D4449" w:rsidP="006D4449">
      <w:r>
        <w:t>200.2363</w:t>
      </w:r>
      <w:r>
        <w:tab/>
        <w:t>4.051e0</w:t>
      </w:r>
    </w:p>
    <w:p w14:paraId="13E83467" w14:textId="77777777" w:rsidR="006D4449" w:rsidRDefault="006D4449" w:rsidP="006D4449">
      <w:r>
        <w:t>200.2373</w:t>
      </w:r>
      <w:r>
        <w:tab/>
        <w:t>3.038e0</w:t>
      </w:r>
    </w:p>
    <w:p w14:paraId="4E2F1CC6" w14:textId="77777777" w:rsidR="006D4449" w:rsidRDefault="006D4449" w:rsidP="006D4449">
      <w:r>
        <w:t>200.2404</w:t>
      </w:r>
      <w:r>
        <w:tab/>
        <w:t>1.013e0</w:t>
      </w:r>
    </w:p>
    <w:p w14:paraId="006FAB1B" w14:textId="77777777" w:rsidR="006D4449" w:rsidRDefault="006D4449" w:rsidP="006D4449">
      <w:r>
        <w:t>200.2434</w:t>
      </w:r>
      <w:r>
        <w:tab/>
        <w:t>1.013e0</w:t>
      </w:r>
    </w:p>
    <w:p w14:paraId="5703CFBF" w14:textId="77777777" w:rsidR="006D4449" w:rsidRDefault="006D4449" w:rsidP="006D4449">
      <w:r>
        <w:t>200.2773</w:t>
      </w:r>
      <w:r>
        <w:tab/>
        <w:t>1.013e0</w:t>
      </w:r>
    </w:p>
    <w:p w14:paraId="4845C148" w14:textId="77777777" w:rsidR="006D4449" w:rsidRDefault="006D4449" w:rsidP="006D4449">
      <w:r>
        <w:t>200.2792</w:t>
      </w:r>
      <w:r>
        <w:tab/>
        <w:t>2.025e0</w:t>
      </w:r>
    </w:p>
    <w:p w14:paraId="3714C5DE" w14:textId="77777777" w:rsidR="006D4449" w:rsidRDefault="006D4449" w:rsidP="006D4449">
      <w:r>
        <w:t>200.2819</w:t>
      </w:r>
      <w:r>
        <w:tab/>
        <w:t>2.025e0</w:t>
      </w:r>
    </w:p>
    <w:p w14:paraId="32F79FE7" w14:textId="77777777" w:rsidR="006D4449" w:rsidRDefault="006D4449" w:rsidP="006D4449">
      <w:r>
        <w:t>200.3100</w:t>
      </w:r>
      <w:r>
        <w:tab/>
        <w:t>3.038e0</w:t>
      </w:r>
    </w:p>
    <w:p w14:paraId="60BE3AFB" w14:textId="77777777" w:rsidR="006D4449" w:rsidRDefault="006D4449" w:rsidP="006D4449">
      <w:r>
        <w:lastRenderedPageBreak/>
        <w:t>200.3154</w:t>
      </w:r>
      <w:r>
        <w:tab/>
        <w:t>1.013e0</w:t>
      </w:r>
    </w:p>
    <w:p w14:paraId="7CE995C2" w14:textId="77777777" w:rsidR="006D4449" w:rsidRDefault="006D4449" w:rsidP="006D4449">
      <w:r>
        <w:t>200.3481</w:t>
      </w:r>
      <w:r>
        <w:tab/>
        <w:t>1.013e0</w:t>
      </w:r>
    </w:p>
    <w:p w14:paraId="282326DE" w14:textId="77777777" w:rsidR="006D4449" w:rsidRDefault="006D4449" w:rsidP="006D4449">
      <w:r>
        <w:t>200.3629</w:t>
      </w:r>
      <w:r>
        <w:tab/>
        <w:t>2.025e0</w:t>
      </w:r>
    </w:p>
    <w:p w14:paraId="6796E1FF" w14:textId="77777777" w:rsidR="006D4449" w:rsidRDefault="006D4449" w:rsidP="006D4449">
      <w:r>
        <w:t>200.3742</w:t>
      </w:r>
      <w:r>
        <w:tab/>
        <w:t>1.013e0</w:t>
      </w:r>
    </w:p>
    <w:p w14:paraId="2268DB31" w14:textId="77777777" w:rsidR="006D4449" w:rsidRDefault="006D4449" w:rsidP="006D4449">
      <w:r>
        <w:t>200.3817</w:t>
      </w:r>
      <w:r>
        <w:tab/>
        <w:t>4.051e0</w:t>
      </w:r>
    </w:p>
    <w:p w14:paraId="2BAD9B54" w14:textId="77777777" w:rsidR="006D4449" w:rsidRDefault="006D4449" w:rsidP="006D4449">
      <w:r>
        <w:t>200.3981</w:t>
      </w:r>
      <w:r>
        <w:tab/>
        <w:t>1.013e0</w:t>
      </w:r>
    </w:p>
    <w:p w14:paraId="3E2CA5A8" w14:textId="77777777" w:rsidR="006D4449" w:rsidRDefault="006D4449" w:rsidP="006D4449">
      <w:r>
        <w:t>200.4202</w:t>
      </w:r>
      <w:r>
        <w:tab/>
        <w:t>3.038e0</w:t>
      </w:r>
    </w:p>
    <w:p w14:paraId="51DBE417" w14:textId="77777777" w:rsidR="006D4449" w:rsidRDefault="006D4449" w:rsidP="006D4449">
      <w:r>
        <w:t>200.4280</w:t>
      </w:r>
      <w:r>
        <w:tab/>
        <w:t>2.950e0</w:t>
      </w:r>
    </w:p>
    <w:p w14:paraId="7BCA19D2" w14:textId="77777777" w:rsidR="006D4449" w:rsidRDefault="006D4449" w:rsidP="006D4449">
      <w:r>
        <w:t>200.4392</w:t>
      </w:r>
      <w:r>
        <w:tab/>
        <w:t>1.013e0</w:t>
      </w:r>
    </w:p>
    <w:p w14:paraId="134D9AD5" w14:textId="77777777" w:rsidR="006D4449" w:rsidRDefault="006D4449" w:rsidP="006D4449">
      <w:r>
        <w:t>200.4586</w:t>
      </w:r>
      <w:r>
        <w:tab/>
        <w:t>1.013e0</w:t>
      </w:r>
    </w:p>
    <w:p w14:paraId="23399581" w14:textId="77777777" w:rsidR="006D4449" w:rsidRDefault="006D4449" w:rsidP="006D4449">
      <w:r>
        <w:t>200.4698</w:t>
      </w:r>
      <w:r>
        <w:tab/>
        <w:t>2.025e0</w:t>
      </w:r>
    </w:p>
    <w:p w14:paraId="73292B36" w14:textId="77777777" w:rsidR="006D4449" w:rsidRDefault="006D4449" w:rsidP="006D4449">
      <w:r>
        <w:t>200.4922</w:t>
      </w:r>
      <w:r>
        <w:tab/>
        <w:t>1.013e0</w:t>
      </w:r>
    </w:p>
    <w:p w14:paraId="0D6B9D0C" w14:textId="77777777" w:rsidR="006D4449" w:rsidRDefault="006D4449" w:rsidP="006D4449">
      <w:r>
        <w:t>200.5145</w:t>
      </w:r>
      <w:r>
        <w:tab/>
        <w:t>3.038e0</w:t>
      </w:r>
    </w:p>
    <w:p w14:paraId="74749485" w14:textId="77777777" w:rsidR="006D4449" w:rsidRDefault="006D4449" w:rsidP="006D4449">
      <w:r>
        <w:t>200.5307</w:t>
      </w:r>
      <w:r>
        <w:tab/>
        <w:t>4.051e0</w:t>
      </w:r>
    </w:p>
    <w:p w14:paraId="3772B73D" w14:textId="77777777" w:rsidR="006D4449" w:rsidRDefault="006D4449" w:rsidP="006D4449">
      <w:r>
        <w:t>200.5331</w:t>
      </w:r>
      <w:r>
        <w:tab/>
        <w:t>1.013e0</w:t>
      </w:r>
    </w:p>
    <w:p w14:paraId="46EC81FE" w14:textId="77777777" w:rsidR="006D4449" w:rsidRDefault="006D4449" w:rsidP="006D4449">
      <w:r>
        <w:t>200.5405</w:t>
      </w:r>
      <w:r>
        <w:tab/>
        <w:t>1.013e0</w:t>
      </w:r>
    </w:p>
    <w:p w14:paraId="7A43B726" w14:textId="77777777" w:rsidR="006D4449" w:rsidRDefault="006D4449" w:rsidP="006D4449">
      <w:r>
        <w:t>200.5713</w:t>
      </w:r>
      <w:r>
        <w:tab/>
        <w:t>1.013e0</w:t>
      </w:r>
    </w:p>
    <w:p w14:paraId="12D630C2" w14:textId="77777777" w:rsidR="006D4449" w:rsidRDefault="006D4449" w:rsidP="006D4449">
      <w:r>
        <w:t>200.5867</w:t>
      </w:r>
      <w:r>
        <w:tab/>
        <w:t>1.013e0</w:t>
      </w:r>
    </w:p>
    <w:p w14:paraId="3E193102" w14:textId="77777777" w:rsidR="006D4449" w:rsidRDefault="006D4449" w:rsidP="006D4449">
      <w:r>
        <w:t>200.5957</w:t>
      </w:r>
      <w:r>
        <w:tab/>
        <w:t>3.038e0</w:t>
      </w:r>
    </w:p>
    <w:p w14:paraId="6779EBD9" w14:textId="77777777" w:rsidR="006D4449" w:rsidRDefault="006D4449" w:rsidP="006D4449">
      <w:r>
        <w:lastRenderedPageBreak/>
        <w:t>200.6057</w:t>
      </w:r>
      <w:r>
        <w:tab/>
        <w:t>1.013e0</w:t>
      </w:r>
    </w:p>
    <w:p w14:paraId="4B59C0AB" w14:textId="77777777" w:rsidR="006D4449" w:rsidRDefault="006D4449" w:rsidP="006D4449">
      <w:r>
        <w:t>200.6094</w:t>
      </w:r>
      <w:r>
        <w:tab/>
        <w:t>1.013e0</w:t>
      </w:r>
    </w:p>
    <w:p w14:paraId="4D413BFC" w14:textId="77777777" w:rsidR="006D4449" w:rsidRDefault="006D4449" w:rsidP="006D4449">
      <w:r>
        <w:t>200.6308</w:t>
      </w:r>
      <w:r>
        <w:tab/>
        <w:t>2.025e0</w:t>
      </w:r>
    </w:p>
    <w:p w14:paraId="5AA7008C" w14:textId="77777777" w:rsidR="006D4449" w:rsidRDefault="006D4449" w:rsidP="006D4449">
      <w:r>
        <w:t>200.6391</w:t>
      </w:r>
      <w:r>
        <w:tab/>
        <w:t>2.025e0</w:t>
      </w:r>
    </w:p>
    <w:p w14:paraId="53CCD812" w14:textId="77777777" w:rsidR="006D4449" w:rsidRDefault="006D4449" w:rsidP="006D4449">
      <w:r>
        <w:t>200.6765</w:t>
      </w:r>
      <w:r>
        <w:tab/>
        <w:t>2.025e0</w:t>
      </w:r>
    </w:p>
    <w:p w14:paraId="748A02E0" w14:textId="77777777" w:rsidR="006D4449" w:rsidRDefault="006D4449" w:rsidP="006D4449">
      <w:r>
        <w:t>200.7061</w:t>
      </w:r>
      <w:r>
        <w:tab/>
        <w:t>1.013e0</w:t>
      </w:r>
    </w:p>
    <w:p w14:paraId="6D9D517F" w14:textId="77777777" w:rsidR="006D4449" w:rsidRDefault="006D4449" w:rsidP="006D4449">
      <w:r>
        <w:t>200.7100</w:t>
      </w:r>
      <w:r>
        <w:tab/>
        <w:t>2.025e0</w:t>
      </w:r>
    </w:p>
    <w:p w14:paraId="474C545F" w14:textId="77777777" w:rsidR="006D4449" w:rsidRDefault="006D4449" w:rsidP="006D4449">
      <w:r>
        <w:t>200.7331</w:t>
      </w:r>
      <w:r>
        <w:tab/>
        <w:t>1.013e0</w:t>
      </w:r>
    </w:p>
    <w:p w14:paraId="564D9541" w14:textId="77777777" w:rsidR="006D4449" w:rsidRDefault="006D4449" w:rsidP="006D4449">
      <w:r>
        <w:t>200.7370</w:t>
      </w:r>
      <w:r>
        <w:tab/>
        <w:t>1.013e0</w:t>
      </w:r>
    </w:p>
    <w:p w14:paraId="7963C928" w14:textId="77777777" w:rsidR="006D4449" w:rsidRDefault="006D4449" w:rsidP="006D4449">
      <w:r>
        <w:t>200.7713</w:t>
      </w:r>
      <w:r>
        <w:tab/>
        <w:t>1.013e0</w:t>
      </w:r>
    </w:p>
    <w:p w14:paraId="04290EFA" w14:textId="77777777" w:rsidR="006D4449" w:rsidRDefault="006D4449" w:rsidP="006D4449">
      <w:r>
        <w:t>200.7739</w:t>
      </w:r>
      <w:r>
        <w:tab/>
        <w:t>3.038e0</w:t>
      </w:r>
    </w:p>
    <w:p w14:paraId="363041A5" w14:textId="77777777" w:rsidR="006D4449" w:rsidRDefault="006D4449" w:rsidP="006D4449">
      <w:r>
        <w:t>200.7751</w:t>
      </w:r>
      <w:r>
        <w:tab/>
        <w:t>1.013e0</w:t>
      </w:r>
    </w:p>
    <w:p w14:paraId="745332F3" w14:textId="77777777" w:rsidR="006D4449" w:rsidRDefault="006D4449" w:rsidP="006D4449">
      <w:r>
        <w:t>200.8045</w:t>
      </w:r>
      <w:r>
        <w:tab/>
        <w:t>3.038e0</w:t>
      </w:r>
    </w:p>
    <w:p w14:paraId="36D69694" w14:textId="77777777" w:rsidR="006D4449" w:rsidRDefault="006D4449" w:rsidP="006D4449">
      <w:r>
        <w:t>200.8103</w:t>
      </w:r>
      <w:r>
        <w:tab/>
        <w:t>3.038e0</w:t>
      </w:r>
    </w:p>
    <w:p w14:paraId="615B80CF" w14:textId="77777777" w:rsidR="006D4449" w:rsidRDefault="006D4449" w:rsidP="006D4449">
      <w:r>
        <w:t>200.8272</w:t>
      </w:r>
      <w:r>
        <w:tab/>
        <w:t>1.013e0</w:t>
      </w:r>
    </w:p>
    <w:p w14:paraId="0E696543" w14:textId="77777777" w:rsidR="006D4449" w:rsidRDefault="006D4449" w:rsidP="006D4449">
      <w:r>
        <w:t>200.8413</w:t>
      </w:r>
      <w:r>
        <w:tab/>
        <w:t>1.013e0</w:t>
      </w:r>
    </w:p>
    <w:p w14:paraId="7C5E6991" w14:textId="77777777" w:rsidR="006D4449" w:rsidRDefault="006D4449" w:rsidP="006D4449">
      <w:r>
        <w:t>200.8529</w:t>
      </w:r>
      <w:r>
        <w:tab/>
        <w:t>2.025e0</w:t>
      </w:r>
    </w:p>
    <w:p w14:paraId="4D04E2A6" w14:textId="77777777" w:rsidR="006D4449" w:rsidRDefault="006D4449" w:rsidP="006D4449">
      <w:r>
        <w:t>200.8787</w:t>
      </w:r>
      <w:r>
        <w:tab/>
        <w:t>1.013e0</w:t>
      </w:r>
    </w:p>
    <w:p w14:paraId="4F77E7A0" w14:textId="77777777" w:rsidR="006D4449" w:rsidRDefault="006D4449" w:rsidP="006D4449">
      <w:r>
        <w:t>200.8951</w:t>
      </w:r>
      <w:r>
        <w:tab/>
        <w:t>2.025e0</w:t>
      </w:r>
    </w:p>
    <w:p w14:paraId="45FDBF7D" w14:textId="77777777" w:rsidR="006D4449" w:rsidRDefault="006D4449" w:rsidP="006D4449">
      <w:r>
        <w:lastRenderedPageBreak/>
        <w:t>200.9143</w:t>
      </w:r>
      <w:r>
        <w:tab/>
        <w:t>1.013e0</w:t>
      </w:r>
    </w:p>
    <w:p w14:paraId="32A7FA80" w14:textId="77777777" w:rsidR="006D4449" w:rsidRDefault="006D4449" w:rsidP="006D4449">
      <w:r>
        <w:t>200.9288</w:t>
      </w:r>
      <w:r>
        <w:tab/>
        <w:t>1.013e0</w:t>
      </w:r>
    </w:p>
    <w:p w14:paraId="7141BD0A" w14:textId="77777777" w:rsidR="006D4449" w:rsidRDefault="006D4449" w:rsidP="006D4449">
      <w:r>
        <w:t>200.9407</w:t>
      </w:r>
      <w:r>
        <w:tab/>
        <w:t>1.013e0</w:t>
      </w:r>
    </w:p>
    <w:p w14:paraId="01FE1FD9" w14:textId="77777777" w:rsidR="006D4449" w:rsidRDefault="006D4449" w:rsidP="006D4449">
      <w:r>
        <w:t>200.9585</w:t>
      </w:r>
      <w:r>
        <w:tab/>
        <w:t>1.013e0</w:t>
      </w:r>
    </w:p>
    <w:p w14:paraId="0D187B03" w14:textId="77777777" w:rsidR="006D4449" w:rsidRDefault="006D4449" w:rsidP="006D4449">
      <w:r>
        <w:t>200.9809</w:t>
      </w:r>
      <w:r>
        <w:tab/>
        <w:t>4.051e0</w:t>
      </w:r>
    </w:p>
    <w:p w14:paraId="7F33D7E3" w14:textId="77777777" w:rsidR="006D4449" w:rsidRDefault="006D4449" w:rsidP="006D4449">
      <w:r>
        <w:t>200.9850</w:t>
      </w:r>
      <w:r>
        <w:tab/>
        <w:t>5.063e0</w:t>
      </w:r>
    </w:p>
    <w:p w14:paraId="02EE2056" w14:textId="77777777" w:rsidR="006D4449" w:rsidRDefault="006D4449" w:rsidP="006D4449">
      <w:r>
        <w:t>200.9948</w:t>
      </w:r>
      <w:r>
        <w:tab/>
        <w:t>2.025e0</w:t>
      </w:r>
    </w:p>
    <w:p w14:paraId="045B37C5" w14:textId="77777777" w:rsidR="006D4449" w:rsidRDefault="006D4449" w:rsidP="006D4449">
      <w:r>
        <w:t>200.9968</w:t>
      </w:r>
      <w:r>
        <w:tab/>
        <w:t>4.051e0</w:t>
      </w:r>
    </w:p>
    <w:p w14:paraId="3A7740B5" w14:textId="77777777" w:rsidR="006D4449" w:rsidRDefault="006D4449" w:rsidP="006D4449">
      <w:r>
        <w:t>201.0208</w:t>
      </w:r>
      <w:r>
        <w:tab/>
        <w:t>2.025e0</w:t>
      </w:r>
    </w:p>
    <w:p w14:paraId="0BFA3CCF" w14:textId="77777777" w:rsidR="006D4449" w:rsidRDefault="006D4449" w:rsidP="006D4449">
      <w:r>
        <w:t>201.0264</w:t>
      </w:r>
      <w:r>
        <w:tab/>
        <w:t>1.013e0</w:t>
      </w:r>
    </w:p>
    <w:p w14:paraId="19FB8C52" w14:textId="77777777" w:rsidR="006D4449" w:rsidRDefault="006D4449" w:rsidP="006D4449">
      <w:r>
        <w:t>201.0377</w:t>
      </w:r>
      <w:r>
        <w:tab/>
        <w:t>2.025e0</w:t>
      </w:r>
    </w:p>
    <w:p w14:paraId="6242E554" w14:textId="77777777" w:rsidR="006D4449" w:rsidRDefault="006D4449" w:rsidP="006D4449">
      <w:r>
        <w:t>201.0468</w:t>
      </w:r>
      <w:r>
        <w:tab/>
        <w:t>3.038e0</w:t>
      </w:r>
    </w:p>
    <w:p w14:paraId="3B64A28E" w14:textId="77777777" w:rsidR="006D4449" w:rsidRDefault="006D4449" w:rsidP="006D4449">
      <w:r>
        <w:t>201.0513</w:t>
      </w:r>
      <w:r>
        <w:tab/>
        <w:t>3.038e0</w:t>
      </w:r>
    </w:p>
    <w:p w14:paraId="1EBCEFAA" w14:textId="77777777" w:rsidR="006D4449" w:rsidRDefault="006D4449" w:rsidP="006D4449">
      <w:r>
        <w:t>201.0601</w:t>
      </w:r>
      <w:r>
        <w:tab/>
        <w:t>3.038e0</w:t>
      </w:r>
    </w:p>
    <w:p w14:paraId="51430A93" w14:textId="77777777" w:rsidR="006D4449" w:rsidRDefault="006D4449" w:rsidP="006D4449">
      <w:r>
        <w:t>201.0628</w:t>
      </w:r>
      <w:r>
        <w:tab/>
        <w:t>2.025e0</w:t>
      </w:r>
    </w:p>
    <w:p w14:paraId="13F97DA0" w14:textId="77777777" w:rsidR="006D4449" w:rsidRDefault="006D4449" w:rsidP="006D4449">
      <w:r>
        <w:t>201.0802</w:t>
      </w:r>
      <w:r>
        <w:tab/>
        <w:t>2.025e0</w:t>
      </w:r>
    </w:p>
    <w:p w14:paraId="65551CE5" w14:textId="77777777" w:rsidR="006D4449" w:rsidRDefault="006D4449" w:rsidP="006D4449">
      <w:r>
        <w:t>201.0936</w:t>
      </w:r>
      <w:r>
        <w:tab/>
        <w:t>2.896e0</w:t>
      </w:r>
    </w:p>
    <w:p w14:paraId="0D4258C2" w14:textId="77777777" w:rsidR="006D4449" w:rsidRDefault="006D4449" w:rsidP="006D4449">
      <w:r>
        <w:t>201.1025</w:t>
      </w:r>
      <w:r>
        <w:tab/>
        <w:t>2.742e0</w:t>
      </w:r>
    </w:p>
    <w:p w14:paraId="4553BC9B" w14:textId="77777777" w:rsidR="006D4449" w:rsidRDefault="006D4449" w:rsidP="006D4449">
      <w:r>
        <w:t>201.1056</w:t>
      </w:r>
      <w:r>
        <w:tab/>
        <w:t>1.013e0</w:t>
      </w:r>
    </w:p>
    <w:p w14:paraId="38774DA4" w14:textId="77777777" w:rsidR="006D4449" w:rsidRDefault="006D4449" w:rsidP="006D4449">
      <w:r>
        <w:lastRenderedPageBreak/>
        <w:t>201.1143</w:t>
      </w:r>
      <w:r>
        <w:tab/>
        <w:t>1.315e0</w:t>
      </w:r>
    </w:p>
    <w:p w14:paraId="53EA636B" w14:textId="77777777" w:rsidR="006D4449" w:rsidRDefault="006D4449" w:rsidP="006D4449">
      <w:r>
        <w:t>201.1336</w:t>
      </w:r>
      <w:r>
        <w:tab/>
        <w:t>2.025e0</w:t>
      </w:r>
    </w:p>
    <w:p w14:paraId="61F4EDB7" w14:textId="77777777" w:rsidR="006D4449" w:rsidRDefault="006D4449" w:rsidP="006D4449">
      <w:r>
        <w:t>201.1438</w:t>
      </w:r>
      <w:r>
        <w:tab/>
        <w:t>3.860e0</w:t>
      </w:r>
    </w:p>
    <w:p w14:paraId="0C506A43" w14:textId="77777777" w:rsidR="006D4449" w:rsidRDefault="006D4449" w:rsidP="006D4449">
      <w:r>
        <w:t>201.1593</w:t>
      </w:r>
      <w:r>
        <w:tab/>
        <w:t>3.813e0</w:t>
      </w:r>
    </w:p>
    <w:p w14:paraId="04094B95" w14:textId="77777777" w:rsidR="006D4449" w:rsidRDefault="006D4449" w:rsidP="006D4449">
      <w:r>
        <w:t>201.1616</w:t>
      </w:r>
      <w:r>
        <w:tab/>
        <w:t>1.013e0</w:t>
      </w:r>
    </w:p>
    <w:p w14:paraId="73A5524A" w14:textId="77777777" w:rsidR="006D4449" w:rsidRDefault="006D4449" w:rsidP="006D4449">
      <w:r>
        <w:t>201.1727</w:t>
      </w:r>
      <w:r>
        <w:tab/>
        <w:t>2.025e0</w:t>
      </w:r>
    </w:p>
    <w:p w14:paraId="2852E5CF" w14:textId="77777777" w:rsidR="006D4449" w:rsidRDefault="006D4449" w:rsidP="006D4449">
      <w:r>
        <w:t>201.1745</w:t>
      </w:r>
      <w:r>
        <w:tab/>
        <w:t>4.051e0</w:t>
      </w:r>
    </w:p>
    <w:p w14:paraId="0F46F2AB" w14:textId="77777777" w:rsidR="006D4449" w:rsidRDefault="006D4449" w:rsidP="006D4449">
      <w:r>
        <w:t>201.1810</w:t>
      </w:r>
      <w:r>
        <w:tab/>
        <w:t>1.013e0</w:t>
      </w:r>
    </w:p>
    <w:p w14:paraId="2FD85400" w14:textId="77777777" w:rsidR="006D4449" w:rsidRDefault="006D4449" w:rsidP="006D4449">
      <w:r>
        <w:t>201.1935</w:t>
      </w:r>
      <w:r>
        <w:tab/>
        <w:t>2.025e0</w:t>
      </w:r>
    </w:p>
    <w:p w14:paraId="191B6197" w14:textId="77777777" w:rsidR="006D4449" w:rsidRDefault="006D4449" w:rsidP="006D4449">
      <w:r>
        <w:t>201.1951</w:t>
      </w:r>
      <w:r>
        <w:tab/>
        <w:t>1.013e0</w:t>
      </w:r>
    </w:p>
    <w:p w14:paraId="4A7B8C50" w14:textId="77777777" w:rsidR="006D4449" w:rsidRDefault="006D4449" w:rsidP="006D4449">
      <w:r>
        <w:t>201.2191</w:t>
      </w:r>
      <w:r>
        <w:tab/>
        <w:t>1.013e0</w:t>
      </w:r>
    </w:p>
    <w:p w14:paraId="00C2A438" w14:textId="77777777" w:rsidR="006D4449" w:rsidRDefault="006D4449" w:rsidP="006D4449">
      <w:r>
        <w:t>201.2264</w:t>
      </w:r>
      <w:r>
        <w:tab/>
        <w:t>2.025e0</w:t>
      </w:r>
    </w:p>
    <w:p w14:paraId="4622B2F0" w14:textId="77777777" w:rsidR="006D4449" w:rsidRDefault="006D4449" w:rsidP="006D4449">
      <w:r>
        <w:t>201.2565</w:t>
      </w:r>
      <w:r>
        <w:tab/>
        <w:t>1.013e0</w:t>
      </w:r>
    </w:p>
    <w:p w14:paraId="3C377CAD" w14:textId="77777777" w:rsidR="006D4449" w:rsidRDefault="006D4449" w:rsidP="006D4449">
      <w:r>
        <w:t>201.2722</w:t>
      </w:r>
      <w:r>
        <w:tab/>
        <w:t>1.013e0</w:t>
      </w:r>
    </w:p>
    <w:p w14:paraId="37B6D5D6" w14:textId="77777777" w:rsidR="006D4449" w:rsidRDefault="006D4449" w:rsidP="006D4449">
      <w:r>
        <w:t>201.2900</w:t>
      </w:r>
      <w:r>
        <w:tab/>
        <w:t>2.025e0</w:t>
      </w:r>
    </w:p>
    <w:p w14:paraId="7C36362D" w14:textId="77777777" w:rsidR="006D4449" w:rsidRDefault="006D4449" w:rsidP="006D4449">
      <w:r>
        <w:t>201.3245</w:t>
      </w:r>
      <w:r>
        <w:tab/>
        <w:t>1.013e0</w:t>
      </w:r>
    </w:p>
    <w:p w14:paraId="46C94878" w14:textId="77777777" w:rsidR="006D4449" w:rsidRDefault="006D4449" w:rsidP="006D4449">
      <w:r>
        <w:t>201.3468</w:t>
      </w:r>
      <w:r>
        <w:tab/>
        <w:t>1.013e0</w:t>
      </w:r>
    </w:p>
    <w:p w14:paraId="32EE01A1" w14:textId="77777777" w:rsidR="006D4449" w:rsidRDefault="006D4449" w:rsidP="006D4449">
      <w:r>
        <w:t>201.3698</w:t>
      </w:r>
      <w:r>
        <w:tab/>
        <w:t>2.025e0</w:t>
      </w:r>
    </w:p>
    <w:p w14:paraId="6FC155C0" w14:textId="77777777" w:rsidR="006D4449" w:rsidRDefault="006D4449" w:rsidP="006D4449">
      <w:r>
        <w:t>201.3776</w:t>
      </w:r>
      <w:r>
        <w:tab/>
        <w:t>2.025e0</w:t>
      </w:r>
    </w:p>
    <w:p w14:paraId="6703A5E7" w14:textId="77777777" w:rsidR="006D4449" w:rsidRDefault="006D4449" w:rsidP="006D4449">
      <w:r>
        <w:lastRenderedPageBreak/>
        <w:t>201.3882</w:t>
      </w:r>
      <w:r>
        <w:tab/>
        <w:t>1.013e0</w:t>
      </w:r>
    </w:p>
    <w:p w14:paraId="12007233" w14:textId="77777777" w:rsidR="006D4449" w:rsidRDefault="006D4449" w:rsidP="006D4449">
      <w:r>
        <w:t>201.4121</w:t>
      </w:r>
      <w:r>
        <w:tab/>
        <w:t>1.013e0</w:t>
      </w:r>
    </w:p>
    <w:p w14:paraId="3629DBDB" w14:textId="77777777" w:rsidR="006D4449" w:rsidRDefault="006D4449" w:rsidP="006D4449">
      <w:r>
        <w:t>201.4605</w:t>
      </w:r>
      <w:r>
        <w:tab/>
        <w:t>1.013e0</w:t>
      </w:r>
    </w:p>
    <w:p w14:paraId="7EE4256A" w14:textId="77777777" w:rsidR="006D4449" w:rsidRDefault="006D4449" w:rsidP="006D4449">
      <w:r>
        <w:t>201.4634</w:t>
      </w:r>
      <w:r>
        <w:tab/>
        <w:t>2.025e0</w:t>
      </w:r>
    </w:p>
    <w:p w14:paraId="117C50F1" w14:textId="77777777" w:rsidR="006D4449" w:rsidRDefault="006D4449" w:rsidP="006D4449">
      <w:r>
        <w:t>201.4969</w:t>
      </w:r>
      <w:r>
        <w:tab/>
        <w:t>1.013e0</w:t>
      </w:r>
    </w:p>
    <w:p w14:paraId="6939E3B9" w14:textId="77777777" w:rsidR="006D4449" w:rsidRDefault="006D4449" w:rsidP="006D4449">
      <w:r>
        <w:t>201.5282</w:t>
      </w:r>
      <w:r>
        <w:tab/>
        <w:t>1.013e0</w:t>
      </w:r>
    </w:p>
    <w:p w14:paraId="6CE2168F" w14:textId="77777777" w:rsidR="006D4449" w:rsidRDefault="006D4449" w:rsidP="006D4449">
      <w:r>
        <w:t>201.5359</w:t>
      </w:r>
      <w:r>
        <w:tab/>
        <w:t>3.038e0</w:t>
      </w:r>
    </w:p>
    <w:p w14:paraId="38884A6F" w14:textId="77777777" w:rsidR="006D4449" w:rsidRDefault="006D4449" w:rsidP="006D4449">
      <w:r>
        <w:t>201.5398</w:t>
      </w:r>
      <w:r>
        <w:tab/>
        <w:t>1.013e0</w:t>
      </w:r>
    </w:p>
    <w:p w14:paraId="5F9C601C" w14:textId="77777777" w:rsidR="006D4449" w:rsidRDefault="006D4449" w:rsidP="006D4449">
      <w:r>
        <w:t>201.5630</w:t>
      </w:r>
      <w:r>
        <w:tab/>
        <w:t>1.013e0</w:t>
      </w:r>
    </w:p>
    <w:p w14:paraId="0D1FFF92" w14:textId="77777777" w:rsidR="006D4449" w:rsidRDefault="006D4449" w:rsidP="006D4449">
      <w:r>
        <w:t>201.5845</w:t>
      </w:r>
      <w:r>
        <w:tab/>
        <w:t>1.013e0</w:t>
      </w:r>
    </w:p>
    <w:p w14:paraId="1F9C3F03" w14:textId="77777777" w:rsidR="006D4449" w:rsidRDefault="006D4449" w:rsidP="006D4449">
      <w:r>
        <w:t>201.6115</w:t>
      </w:r>
      <w:r>
        <w:tab/>
        <w:t>1.013e0</w:t>
      </w:r>
    </w:p>
    <w:p w14:paraId="482A07B1" w14:textId="77777777" w:rsidR="006D4449" w:rsidRDefault="006D4449" w:rsidP="006D4449">
      <w:r>
        <w:t>201.6185</w:t>
      </w:r>
      <w:r>
        <w:tab/>
        <w:t>2.025e0</w:t>
      </w:r>
    </w:p>
    <w:p w14:paraId="0F75F496" w14:textId="77777777" w:rsidR="006D4449" w:rsidRDefault="006D4449" w:rsidP="006D4449">
      <w:r>
        <w:t>201.6227</w:t>
      </w:r>
      <w:r>
        <w:tab/>
        <w:t>1.013e0</w:t>
      </w:r>
    </w:p>
    <w:p w14:paraId="3B34C575" w14:textId="77777777" w:rsidR="006D4449" w:rsidRDefault="006D4449" w:rsidP="006D4449">
      <w:r>
        <w:t>201.6368</w:t>
      </w:r>
      <w:r>
        <w:tab/>
        <w:t>1.013e0</w:t>
      </w:r>
    </w:p>
    <w:p w14:paraId="7287DE5C" w14:textId="77777777" w:rsidR="006D4449" w:rsidRDefault="006D4449" w:rsidP="006D4449">
      <w:r>
        <w:t>201.6488</w:t>
      </w:r>
      <w:r>
        <w:tab/>
        <w:t>1.013e0</w:t>
      </w:r>
    </w:p>
    <w:p w14:paraId="616A6CDA" w14:textId="77777777" w:rsidR="006D4449" w:rsidRDefault="006D4449" w:rsidP="006D4449">
      <w:r>
        <w:t>201.6562</w:t>
      </w:r>
      <w:r>
        <w:tab/>
        <w:t>3.038e0</w:t>
      </w:r>
    </w:p>
    <w:p w14:paraId="4ADEC3BB" w14:textId="77777777" w:rsidR="006D4449" w:rsidRDefault="006D4449" w:rsidP="006D4449">
      <w:r>
        <w:t>201.6907</w:t>
      </w:r>
      <w:r>
        <w:tab/>
        <w:t>2.025e0</w:t>
      </w:r>
    </w:p>
    <w:p w14:paraId="5F07C349" w14:textId="77777777" w:rsidR="006D4449" w:rsidRDefault="006D4449" w:rsidP="006D4449">
      <w:r>
        <w:t>201.7100</w:t>
      </w:r>
      <w:r>
        <w:tab/>
        <w:t>1.013e0</w:t>
      </w:r>
    </w:p>
    <w:p w14:paraId="47DBA601" w14:textId="77777777" w:rsidR="006D4449" w:rsidRDefault="006D4449" w:rsidP="006D4449">
      <w:r>
        <w:t>201.7318</w:t>
      </w:r>
      <w:r>
        <w:tab/>
        <w:t>1.013e0</w:t>
      </w:r>
    </w:p>
    <w:p w14:paraId="507C5013" w14:textId="77777777" w:rsidR="006D4449" w:rsidRDefault="006D4449" w:rsidP="006D4449">
      <w:r>
        <w:lastRenderedPageBreak/>
        <w:t>201.7364</w:t>
      </w:r>
      <w:r>
        <w:tab/>
        <w:t>1.013e0</w:t>
      </w:r>
    </w:p>
    <w:p w14:paraId="4C18CF54" w14:textId="77777777" w:rsidR="006D4449" w:rsidRDefault="006D4449" w:rsidP="006D4449">
      <w:r>
        <w:t>201.7495</w:t>
      </w:r>
      <w:r>
        <w:tab/>
        <w:t>3.038e0</w:t>
      </w:r>
    </w:p>
    <w:p w14:paraId="6ED6AEF7" w14:textId="77777777" w:rsidR="006D4449" w:rsidRDefault="006D4449" w:rsidP="006D4449">
      <w:r>
        <w:t>201.7924</w:t>
      </w:r>
      <w:r>
        <w:tab/>
        <w:t>2.025e0</w:t>
      </w:r>
    </w:p>
    <w:p w14:paraId="3D0337AF" w14:textId="77777777" w:rsidR="006D4449" w:rsidRDefault="006D4449" w:rsidP="006D4449">
      <w:r>
        <w:t>201.8064</w:t>
      </w:r>
      <w:r>
        <w:tab/>
        <w:t>1.013e0</w:t>
      </w:r>
    </w:p>
    <w:p w14:paraId="3F7C1B73" w14:textId="77777777" w:rsidR="006D4449" w:rsidRDefault="006D4449" w:rsidP="006D4449">
      <w:r>
        <w:t>201.8223</w:t>
      </w:r>
      <w:r>
        <w:tab/>
        <w:t>1.013e0</w:t>
      </w:r>
    </w:p>
    <w:p w14:paraId="1735F3AE" w14:textId="77777777" w:rsidR="006D4449" w:rsidRDefault="006D4449" w:rsidP="006D4449">
      <w:r>
        <w:t>201.8532</w:t>
      </w:r>
      <w:r>
        <w:tab/>
        <w:t>1.013e0</w:t>
      </w:r>
    </w:p>
    <w:p w14:paraId="0BD21914" w14:textId="77777777" w:rsidR="006D4449" w:rsidRDefault="006D4449" w:rsidP="006D4449">
      <w:r>
        <w:t>201.8726</w:t>
      </w:r>
      <w:r>
        <w:tab/>
        <w:t>1.013e0</w:t>
      </w:r>
    </w:p>
    <w:p w14:paraId="1618D6F4" w14:textId="77777777" w:rsidR="006D4449" w:rsidRDefault="006D4449" w:rsidP="006D4449">
      <w:r>
        <w:t>201.8911</w:t>
      </w:r>
      <w:r>
        <w:tab/>
        <w:t>1.013e0</w:t>
      </w:r>
    </w:p>
    <w:p w14:paraId="51FB1B71" w14:textId="77777777" w:rsidR="006D4449" w:rsidRDefault="006D4449" w:rsidP="006D4449">
      <w:r>
        <w:t>201.8986</w:t>
      </w:r>
      <w:r>
        <w:tab/>
        <w:t>1.013e0</w:t>
      </w:r>
    </w:p>
    <w:p w14:paraId="29589EDC" w14:textId="77777777" w:rsidR="006D4449" w:rsidRDefault="006D4449" w:rsidP="006D4449">
      <w:r>
        <w:t>201.9052</w:t>
      </w:r>
      <w:r>
        <w:tab/>
        <w:t>1.013e0</w:t>
      </w:r>
    </w:p>
    <w:p w14:paraId="47D32B79" w14:textId="77777777" w:rsidR="006D4449" w:rsidRDefault="006D4449" w:rsidP="006D4449">
      <w:r>
        <w:t>201.9322</w:t>
      </w:r>
      <w:r>
        <w:tab/>
        <w:t>2.025e0</w:t>
      </w:r>
    </w:p>
    <w:p w14:paraId="0B379ABA" w14:textId="77777777" w:rsidR="006D4449" w:rsidRDefault="006D4449" w:rsidP="006D4449">
      <w:r>
        <w:t>201.9360</w:t>
      </w:r>
      <w:r>
        <w:tab/>
        <w:t>1.013e0</w:t>
      </w:r>
    </w:p>
    <w:p w14:paraId="6F3775E8" w14:textId="77777777" w:rsidR="006D4449" w:rsidRDefault="006D4449" w:rsidP="006D4449">
      <w:r>
        <w:t>201.9849</w:t>
      </w:r>
      <w:r>
        <w:tab/>
        <w:t>1.013e0</w:t>
      </w:r>
    </w:p>
    <w:p w14:paraId="3DB34928" w14:textId="77777777" w:rsidR="006D4449" w:rsidRDefault="006D4449" w:rsidP="006D4449">
      <w:r>
        <w:t>201.9908</w:t>
      </w:r>
      <w:r>
        <w:tab/>
        <w:t>2.025e0</w:t>
      </w:r>
    </w:p>
    <w:p w14:paraId="220A5162" w14:textId="77777777" w:rsidR="006D4449" w:rsidRDefault="006D4449" w:rsidP="006D4449">
      <w:r>
        <w:t>201.9966</w:t>
      </w:r>
      <w:r>
        <w:tab/>
        <w:t>3.124e0</w:t>
      </w:r>
    </w:p>
    <w:p w14:paraId="00E0EBE1" w14:textId="77777777" w:rsidR="006D4449" w:rsidRDefault="006D4449" w:rsidP="006D4449">
      <w:r>
        <w:t>201.9995</w:t>
      </w:r>
      <w:r>
        <w:tab/>
        <w:t>1.013e0</w:t>
      </w:r>
    </w:p>
    <w:p w14:paraId="4FC5D0F5" w14:textId="77777777" w:rsidR="006D4449" w:rsidRDefault="006D4449" w:rsidP="006D4449">
      <w:r>
        <w:t>202.0073</w:t>
      </w:r>
      <w:r>
        <w:tab/>
        <w:t>1.013e0</w:t>
      </w:r>
    </w:p>
    <w:p w14:paraId="72EE2603" w14:textId="77777777" w:rsidR="006D4449" w:rsidRDefault="006D4449" w:rsidP="006D4449">
      <w:r>
        <w:t>202.0242</w:t>
      </w:r>
      <w:r>
        <w:tab/>
        <w:t>3.038e0</w:t>
      </w:r>
    </w:p>
    <w:p w14:paraId="353532AF" w14:textId="77777777" w:rsidR="006D4449" w:rsidRDefault="006D4449" w:rsidP="006D4449">
      <w:r>
        <w:t>202.0329</w:t>
      </w:r>
      <w:r>
        <w:tab/>
        <w:t>2.025e0</w:t>
      </w:r>
    </w:p>
    <w:p w14:paraId="54E62523" w14:textId="77777777" w:rsidR="006D4449" w:rsidRDefault="006D4449" w:rsidP="006D4449">
      <w:r>
        <w:lastRenderedPageBreak/>
        <w:t>202.0367</w:t>
      </w:r>
      <w:r>
        <w:tab/>
        <w:t>3.860e0</w:t>
      </w:r>
    </w:p>
    <w:p w14:paraId="1C2B8715" w14:textId="77777777" w:rsidR="006D4449" w:rsidRDefault="006D4449" w:rsidP="006D4449">
      <w:r>
        <w:t>202.0571</w:t>
      </w:r>
      <w:r>
        <w:tab/>
        <w:t>2.025e0</w:t>
      </w:r>
    </w:p>
    <w:p w14:paraId="4CEA0286" w14:textId="77777777" w:rsidR="006D4449" w:rsidRDefault="006D4449" w:rsidP="006D4449">
      <w:r>
        <w:t>202.0600</w:t>
      </w:r>
      <w:r>
        <w:tab/>
        <w:t>2.025e0</w:t>
      </w:r>
    </w:p>
    <w:p w14:paraId="486FBCF9" w14:textId="77777777" w:rsidR="006D4449" w:rsidRDefault="006D4449" w:rsidP="006D4449">
      <w:r>
        <w:t>202.1077</w:t>
      </w:r>
      <w:r>
        <w:tab/>
        <w:t>1.336e1</w:t>
      </w:r>
    </w:p>
    <w:p w14:paraId="01B184B0" w14:textId="77777777" w:rsidR="006D4449" w:rsidRDefault="006D4449" w:rsidP="006D4449">
      <w:r>
        <w:t>202.1092</w:t>
      </w:r>
      <w:r>
        <w:tab/>
        <w:t>4.360e1</w:t>
      </w:r>
    </w:p>
    <w:p w14:paraId="123BFA74" w14:textId="77777777" w:rsidR="006D4449" w:rsidRDefault="006D4449" w:rsidP="006D4449">
      <w:r>
        <w:t>202.1114</w:t>
      </w:r>
      <w:r>
        <w:tab/>
        <w:t>1.527e1</w:t>
      </w:r>
    </w:p>
    <w:p w14:paraId="2203F58F" w14:textId="77777777" w:rsidR="006D4449" w:rsidRDefault="006D4449" w:rsidP="006D4449">
      <w:r>
        <w:t>202.1163</w:t>
      </w:r>
      <w:r>
        <w:tab/>
        <w:t>1.251e1</w:t>
      </w:r>
    </w:p>
    <w:p w14:paraId="0CF02906" w14:textId="77777777" w:rsidR="006D4449" w:rsidRDefault="006D4449" w:rsidP="006D4449">
      <w:r>
        <w:t>202.1449</w:t>
      </w:r>
      <w:r>
        <w:tab/>
        <w:t>1.627e0</w:t>
      </w:r>
    </w:p>
    <w:p w14:paraId="746275E3" w14:textId="77777777" w:rsidR="006D4449" w:rsidRDefault="006D4449" w:rsidP="006D4449">
      <w:r>
        <w:t>202.1526</w:t>
      </w:r>
      <w:r>
        <w:tab/>
        <w:t>3.078e0</w:t>
      </w:r>
    </w:p>
    <w:p w14:paraId="005173D7" w14:textId="77777777" w:rsidR="006D4449" w:rsidRDefault="006D4449" w:rsidP="006D4449">
      <w:r>
        <w:t>202.1670</w:t>
      </w:r>
      <w:r>
        <w:tab/>
        <w:t>1.013e0</w:t>
      </w:r>
    </w:p>
    <w:p w14:paraId="4FD5A1A6" w14:textId="77777777" w:rsidR="006D4449" w:rsidRDefault="006D4449" w:rsidP="006D4449">
      <w:r>
        <w:t>202.1717</w:t>
      </w:r>
      <w:r>
        <w:tab/>
        <w:t>2.025e0</w:t>
      </w:r>
    </w:p>
    <w:p w14:paraId="51A72D07" w14:textId="77777777" w:rsidR="006D4449" w:rsidRDefault="006D4449" w:rsidP="006D4449">
      <w:r>
        <w:t>202.1736</w:t>
      </w:r>
      <w:r>
        <w:tab/>
        <w:t>3.038e0</w:t>
      </w:r>
    </w:p>
    <w:p w14:paraId="157757F6" w14:textId="77777777" w:rsidR="006D4449" w:rsidRDefault="006D4449" w:rsidP="006D4449">
      <w:r>
        <w:t>202.1831</w:t>
      </w:r>
      <w:r>
        <w:tab/>
        <w:t>3.038e0</w:t>
      </w:r>
    </w:p>
    <w:p w14:paraId="1E7639DB" w14:textId="77777777" w:rsidR="006D4449" w:rsidRDefault="006D4449" w:rsidP="006D4449">
      <w:r>
        <w:t>202.2083</w:t>
      </w:r>
      <w:r>
        <w:tab/>
        <w:t>2.025e0</w:t>
      </w:r>
    </w:p>
    <w:p w14:paraId="389656F5" w14:textId="77777777" w:rsidR="006D4449" w:rsidRDefault="006D4449" w:rsidP="006D4449">
      <w:r>
        <w:t>202.2120</w:t>
      </w:r>
      <w:r>
        <w:tab/>
        <w:t>1.013e0</w:t>
      </w:r>
    </w:p>
    <w:p w14:paraId="7A92CB05" w14:textId="77777777" w:rsidR="006D4449" w:rsidRDefault="006D4449" w:rsidP="006D4449">
      <w:r>
        <w:t>202.2261</w:t>
      </w:r>
      <w:r>
        <w:tab/>
        <w:t>1.013e0</w:t>
      </w:r>
    </w:p>
    <w:p w14:paraId="6C836CBC" w14:textId="77777777" w:rsidR="006D4449" w:rsidRDefault="006D4449" w:rsidP="006D4449">
      <w:r>
        <w:t>202.2382</w:t>
      </w:r>
      <w:r>
        <w:tab/>
        <w:t>1.013e0</w:t>
      </w:r>
    </w:p>
    <w:p w14:paraId="08EF541F" w14:textId="77777777" w:rsidR="006D4449" w:rsidRDefault="006D4449" w:rsidP="006D4449">
      <w:r>
        <w:t>202.2606</w:t>
      </w:r>
      <w:r>
        <w:tab/>
        <w:t>1.013e0</w:t>
      </w:r>
    </w:p>
    <w:p w14:paraId="607AEB6C" w14:textId="77777777" w:rsidR="006D4449" w:rsidRDefault="006D4449" w:rsidP="006D4449">
      <w:r>
        <w:t>202.2769</w:t>
      </w:r>
      <w:r>
        <w:tab/>
        <w:t>2.025e0</w:t>
      </w:r>
    </w:p>
    <w:p w14:paraId="66A676FB" w14:textId="77777777" w:rsidR="006D4449" w:rsidRDefault="006D4449" w:rsidP="006D4449">
      <w:r>
        <w:lastRenderedPageBreak/>
        <w:t>202.3296</w:t>
      </w:r>
      <w:r>
        <w:tab/>
        <w:t>1.013e0</w:t>
      </w:r>
    </w:p>
    <w:p w14:paraId="1B2F78D7" w14:textId="77777777" w:rsidR="006D4449" w:rsidRDefault="006D4449" w:rsidP="006D4449">
      <w:r>
        <w:t>202.3519</w:t>
      </w:r>
      <w:r>
        <w:tab/>
        <w:t>1.013e0</w:t>
      </w:r>
    </w:p>
    <w:p w14:paraId="073B9B0A" w14:textId="77777777" w:rsidR="006D4449" w:rsidRDefault="006D4449" w:rsidP="006D4449">
      <w:r>
        <w:t>202.3557</w:t>
      </w:r>
      <w:r>
        <w:tab/>
        <w:t>1.013e0</w:t>
      </w:r>
    </w:p>
    <w:p w14:paraId="14B77453" w14:textId="77777777" w:rsidR="006D4449" w:rsidRDefault="006D4449" w:rsidP="006D4449">
      <w:r>
        <w:t>202.3586</w:t>
      </w:r>
      <w:r>
        <w:tab/>
        <w:t>1.013e0</w:t>
      </w:r>
    </w:p>
    <w:p w14:paraId="5CF655A3" w14:textId="77777777" w:rsidR="006D4449" w:rsidRDefault="006D4449" w:rsidP="006D4449">
      <w:r>
        <w:t>202.3819</w:t>
      </w:r>
      <w:r>
        <w:tab/>
        <w:t>1.013e0</w:t>
      </w:r>
    </w:p>
    <w:p w14:paraId="714044F9" w14:textId="77777777" w:rsidR="006D4449" w:rsidRDefault="006D4449" w:rsidP="006D4449">
      <w:r>
        <w:t>202.3969</w:t>
      </w:r>
      <w:r>
        <w:tab/>
        <w:t>1.013e0</w:t>
      </w:r>
    </w:p>
    <w:p w14:paraId="49A300D6" w14:textId="77777777" w:rsidR="006D4449" w:rsidRDefault="006D4449" w:rsidP="006D4449">
      <w:r>
        <w:t>202.4154</w:t>
      </w:r>
      <w:r>
        <w:tab/>
        <w:t>1.013e0</w:t>
      </w:r>
    </w:p>
    <w:p w14:paraId="0D63FFAA" w14:textId="77777777" w:rsidR="006D4449" w:rsidRDefault="006D4449" w:rsidP="006D4449">
      <w:r>
        <w:t>202.4347</w:t>
      </w:r>
      <w:r>
        <w:tab/>
        <w:t>1.013e0</w:t>
      </w:r>
    </w:p>
    <w:p w14:paraId="5053E224" w14:textId="77777777" w:rsidR="006D4449" w:rsidRDefault="006D4449" w:rsidP="006D4449">
      <w:r>
        <w:t>202.4416</w:t>
      </w:r>
      <w:r>
        <w:tab/>
        <w:t>1.013e0</w:t>
      </w:r>
    </w:p>
    <w:p w14:paraId="3D17608F" w14:textId="77777777" w:rsidR="006D4449" w:rsidRDefault="006D4449" w:rsidP="006D4449">
      <w:r>
        <w:t>202.4502</w:t>
      </w:r>
      <w:r>
        <w:tab/>
        <w:t>1.013e0</w:t>
      </w:r>
    </w:p>
    <w:p w14:paraId="44E033DA" w14:textId="77777777" w:rsidR="006D4449" w:rsidRDefault="006D4449" w:rsidP="006D4449">
      <w:r>
        <w:t>202.4882</w:t>
      </w:r>
      <w:r>
        <w:tab/>
        <w:t>1.013e0</w:t>
      </w:r>
    </w:p>
    <w:p w14:paraId="68320D3B" w14:textId="77777777" w:rsidR="006D4449" w:rsidRDefault="006D4449" w:rsidP="006D4449">
      <w:r>
        <w:t>202.4930</w:t>
      </w:r>
      <w:r>
        <w:tab/>
        <w:t>2.025e0</w:t>
      </w:r>
    </w:p>
    <w:p w14:paraId="633284DF" w14:textId="77777777" w:rsidR="006D4449" w:rsidRDefault="006D4449" w:rsidP="006D4449">
      <w:r>
        <w:t>202.5135</w:t>
      </w:r>
      <w:r>
        <w:tab/>
        <w:t>2.025e0</w:t>
      </w:r>
    </w:p>
    <w:p w14:paraId="24204331" w14:textId="77777777" w:rsidR="006D4449" w:rsidRDefault="006D4449" w:rsidP="006D4449">
      <w:r>
        <w:t>202.5256</w:t>
      </w:r>
      <w:r>
        <w:tab/>
        <w:t>1.013e0</w:t>
      </w:r>
    </w:p>
    <w:p w14:paraId="04BE8306" w14:textId="77777777" w:rsidR="006D4449" w:rsidRDefault="006D4449" w:rsidP="006D4449">
      <w:r>
        <w:t>202.5294</w:t>
      </w:r>
      <w:r>
        <w:tab/>
        <w:t>1.013e0</w:t>
      </w:r>
    </w:p>
    <w:p w14:paraId="1BB536F4" w14:textId="77777777" w:rsidR="006D4449" w:rsidRDefault="006D4449" w:rsidP="006D4449">
      <w:r>
        <w:t>202.5592</w:t>
      </w:r>
      <w:r>
        <w:tab/>
        <w:t>3.038e0</w:t>
      </w:r>
    </w:p>
    <w:p w14:paraId="1209E3D8" w14:textId="77777777" w:rsidR="006D4449" w:rsidRDefault="006D4449" w:rsidP="006D4449">
      <w:r>
        <w:t>202.5785</w:t>
      </w:r>
      <w:r>
        <w:tab/>
        <w:t>2.025e0</w:t>
      </w:r>
    </w:p>
    <w:p w14:paraId="20768799" w14:textId="77777777" w:rsidR="006D4449" w:rsidRDefault="006D4449" w:rsidP="006D4449">
      <w:r>
        <w:t>202.5822</w:t>
      </w:r>
      <w:r>
        <w:tab/>
        <w:t>1.013e0</w:t>
      </w:r>
    </w:p>
    <w:p w14:paraId="7E3CBFE9" w14:textId="77777777" w:rsidR="006D4449" w:rsidRDefault="006D4449" w:rsidP="006D4449">
      <w:r>
        <w:t>202.6085</w:t>
      </w:r>
      <w:r>
        <w:tab/>
        <w:t>1.013e0</w:t>
      </w:r>
    </w:p>
    <w:p w14:paraId="7B9B4AD9" w14:textId="77777777" w:rsidR="006D4449" w:rsidRDefault="006D4449" w:rsidP="006D4449">
      <w:r>
        <w:lastRenderedPageBreak/>
        <w:t>202.6172</w:t>
      </w:r>
      <w:r>
        <w:tab/>
        <w:t>1.013e0</w:t>
      </w:r>
    </w:p>
    <w:p w14:paraId="0F9354C1" w14:textId="77777777" w:rsidR="006D4449" w:rsidRDefault="006D4449" w:rsidP="006D4449">
      <w:r>
        <w:t>202.6246</w:t>
      </w:r>
      <w:r>
        <w:tab/>
        <w:t>1.013e0</w:t>
      </w:r>
    </w:p>
    <w:p w14:paraId="22273593" w14:textId="77777777" w:rsidR="006D4449" w:rsidRDefault="006D4449" w:rsidP="006D4449">
      <w:r>
        <w:t>202.6469</w:t>
      </w:r>
      <w:r>
        <w:tab/>
        <w:t>1.013e0</w:t>
      </w:r>
    </w:p>
    <w:p w14:paraId="553F0A7D" w14:textId="77777777" w:rsidR="006D4449" w:rsidRDefault="006D4449" w:rsidP="006D4449">
      <w:r>
        <w:t>202.6881</w:t>
      </w:r>
      <w:r>
        <w:tab/>
        <w:t>1.013e0</w:t>
      </w:r>
    </w:p>
    <w:p w14:paraId="6E823F30" w14:textId="77777777" w:rsidR="006D4449" w:rsidRDefault="006D4449" w:rsidP="006D4449">
      <w:r>
        <w:t>202.7106</w:t>
      </w:r>
      <w:r>
        <w:tab/>
        <w:t>2.025e0</w:t>
      </w:r>
    </w:p>
    <w:p w14:paraId="15BF1637" w14:textId="77777777" w:rsidR="006D4449" w:rsidRDefault="006D4449" w:rsidP="006D4449">
      <w:r>
        <w:t>202.7259</w:t>
      </w:r>
      <w:r>
        <w:tab/>
        <w:t>1.013e0</w:t>
      </w:r>
    </w:p>
    <w:p w14:paraId="5EC40688" w14:textId="77777777" w:rsidR="006D4449" w:rsidRDefault="006D4449" w:rsidP="006D4449">
      <w:r>
        <w:t>202.7406</w:t>
      </w:r>
      <w:r>
        <w:tab/>
        <w:t>1.013e0</w:t>
      </w:r>
    </w:p>
    <w:p w14:paraId="213B8558" w14:textId="77777777" w:rsidR="006D4449" w:rsidRDefault="006D4449" w:rsidP="006D4449">
      <w:r>
        <w:t>202.7570</w:t>
      </w:r>
      <w:r>
        <w:tab/>
        <w:t>1.013e0</w:t>
      </w:r>
    </w:p>
    <w:p w14:paraId="03775711" w14:textId="77777777" w:rsidR="006D4449" w:rsidRDefault="006D4449" w:rsidP="006D4449">
      <w:r>
        <w:t>202.7609</w:t>
      </w:r>
      <w:r>
        <w:tab/>
        <w:t>1.013e0</w:t>
      </w:r>
    </w:p>
    <w:p w14:paraId="1453CF57" w14:textId="77777777" w:rsidR="006D4449" w:rsidRDefault="006D4449" w:rsidP="006D4449">
      <w:r>
        <w:t>202.7833</w:t>
      </w:r>
      <w:r>
        <w:tab/>
        <w:t>2.025e0</w:t>
      </w:r>
    </w:p>
    <w:p w14:paraId="6E45FDDE" w14:textId="77777777" w:rsidR="006D4449" w:rsidRDefault="006D4449" w:rsidP="006D4449">
      <w:r>
        <w:t>202.7880</w:t>
      </w:r>
      <w:r>
        <w:tab/>
        <w:t>2.025e0</w:t>
      </w:r>
    </w:p>
    <w:p w14:paraId="0E290F82" w14:textId="77777777" w:rsidR="006D4449" w:rsidRDefault="006D4449" w:rsidP="006D4449">
      <w:r>
        <w:t>202.8170</w:t>
      </w:r>
      <w:r>
        <w:tab/>
        <w:t>1.013e0</w:t>
      </w:r>
    </w:p>
    <w:p w14:paraId="5844AA65" w14:textId="77777777" w:rsidR="006D4449" w:rsidRDefault="006D4449" w:rsidP="006D4449">
      <w:r>
        <w:t>202.8236</w:t>
      </w:r>
      <w:r>
        <w:tab/>
        <w:t>1.013e0</w:t>
      </w:r>
    </w:p>
    <w:p w14:paraId="5D49B90F" w14:textId="77777777" w:rsidR="006D4449" w:rsidRDefault="006D4449" w:rsidP="006D4449">
      <w:r>
        <w:t>202.8356</w:t>
      </w:r>
      <w:r>
        <w:tab/>
        <w:t>2.025e0</w:t>
      </w:r>
    </w:p>
    <w:p w14:paraId="704D6284" w14:textId="77777777" w:rsidR="006D4449" w:rsidRDefault="006D4449" w:rsidP="006D4449">
      <w:r>
        <w:t>202.8505</w:t>
      </w:r>
      <w:r>
        <w:tab/>
        <w:t>1.013e0</w:t>
      </w:r>
    </w:p>
    <w:p w14:paraId="63C95BA3" w14:textId="77777777" w:rsidR="006D4449" w:rsidRDefault="006D4449" w:rsidP="006D4449">
      <w:r>
        <w:t>202.8650</w:t>
      </w:r>
      <w:r>
        <w:tab/>
        <w:t>1.013e0</w:t>
      </w:r>
    </w:p>
    <w:p w14:paraId="3ECD5574" w14:textId="77777777" w:rsidR="006D4449" w:rsidRDefault="006D4449" w:rsidP="006D4449">
      <w:r>
        <w:t>202.8718</w:t>
      </w:r>
      <w:r>
        <w:tab/>
        <w:t>2.025e0</w:t>
      </w:r>
    </w:p>
    <w:p w14:paraId="665429CA" w14:textId="77777777" w:rsidR="006D4449" w:rsidRDefault="006D4449" w:rsidP="006D4449">
      <w:r>
        <w:t>202.8891</w:t>
      </w:r>
      <w:r>
        <w:tab/>
        <w:t>2.025e0</w:t>
      </w:r>
    </w:p>
    <w:p w14:paraId="45D424BE" w14:textId="77777777" w:rsidR="006D4449" w:rsidRDefault="006D4449" w:rsidP="006D4449">
      <w:r>
        <w:t>202.9159</w:t>
      </w:r>
      <w:r>
        <w:tab/>
        <w:t>1.013e0</w:t>
      </w:r>
    </w:p>
    <w:p w14:paraId="76925840" w14:textId="77777777" w:rsidR="006D4449" w:rsidRDefault="006D4449" w:rsidP="006D4449">
      <w:r>
        <w:lastRenderedPageBreak/>
        <w:t>202.9562</w:t>
      </w:r>
      <w:r>
        <w:tab/>
        <w:t>2.025e0</w:t>
      </w:r>
    </w:p>
    <w:p w14:paraId="6750772C" w14:textId="77777777" w:rsidR="006D4449" w:rsidRDefault="006D4449" w:rsidP="006D4449">
      <w:r>
        <w:t>202.9753</w:t>
      </w:r>
      <w:r>
        <w:tab/>
        <w:t>2.025e0</w:t>
      </w:r>
    </w:p>
    <w:p w14:paraId="14F8D0CB" w14:textId="77777777" w:rsidR="006D4449" w:rsidRDefault="006D4449" w:rsidP="006D4449">
      <w:r>
        <w:t>202.9850</w:t>
      </w:r>
      <w:r>
        <w:tab/>
        <w:t>4.051e0</w:t>
      </w:r>
    </w:p>
    <w:p w14:paraId="286EAE40" w14:textId="77777777" w:rsidR="006D4449" w:rsidRDefault="006D4449" w:rsidP="006D4449">
      <w:r>
        <w:t>203.0033</w:t>
      </w:r>
      <w:r>
        <w:tab/>
        <w:t>2.025e0</w:t>
      </w:r>
    </w:p>
    <w:p w14:paraId="391F9110" w14:textId="77777777" w:rsidR="006D4449" w:rsidRDefault="006D4449" w:rsidP="006D4449">
      <w:r>
        <w:t>203.0050</w:t>
      </w:r>
      <w:r>
        <w:tab/>
        <w:t>1.013e0</w:t>
      </w:r>
    </w:p>
    <w:p w14:paraId="0B0CD50D" w14:textId="77777777" w:rsidR="006D4449" w:rsidRDefault="006D4449" w:rsidP="006D4449">
      <w:r>
        <w:t>203.0104</w:t>
      </w:r>
      <w:r>
        <w:tab/>
        <w:t>2.025e0</w:t>
      </w:r>
    </w:p>
    <w:p w14:paraId="06561D15" w14:textId="77777777" w:rsidR="006D4449" w:rsidRDefault="006D4449" w:rsidP="006D4449">
      <w:r>
        <w:t>203.0137</w:t>
      </w:r>
      <w:r>
        <w:tab/>
        <w:t>1.013e0</w:t>
      </w:r>
    </w:p>
    <w:p w14:paraId="30A65B70" w14:textId="77777777" w:rsidR="006D4449" w:rsidRDefault="006D4449" w:rsidP="006D4449">
      <w:r>
        <w:t>203.0159</w:t>
      </w:r>
      <w:r>
        <w:tab/>
        <w:t>2.025e0</w:t>
      </w:r>
    </w:p>
    <w:p w14:paraId="790EA2FD" w14:textId="77777777" w:rsidR="006D4449" w:rsidRDefault="006D4449" w:rsidP="006D4449">
      <w:r>
        <w:t>203.0284</w:t>
      </w:r>
      <w:r>
        <w:tab/>
        <w:t>1.013e0</w:t>
      </w:r>
    </w:p>
    <w:p w14:paraId="418FB2CE" w14:textId="77777777" w:rsidR="006D4449" w:rsidRDefault="006D4449" w:rsidP="006D4449">
      <w:r>
        <w:t>203.0482</w:t>
      </w:r>
      <w:r>
        <w:tab/>
        <w:t>2.025e0</w:t>
      </w:r>
    </w:p>
    <w:p w14:paraId="40CB5C15" w14:textId="77777777" w:rsidR="006D4449" w:rsidRDefault="006D4449" w:rsidP="006D4449">
      <w:r>
        <w:t>203.0624</w:t>
      </w:r>
      <w:r>
        <w:tab/>
        <w:t>3.038e0</w:t>
      </w:r>
    </w:p>
    <w:p w14:paraId="549863E6" w14:textId="77777777" w:rsidR="006D4449" w:rsidRDefault="006D4449" w:rsidP="006D4449">
      <w:r>
        <w:t>203.1045</w:t>
      </w:r>
      <w:r>
        <w:tab/>
        <w:t>5.094e2</w:t>
      </w:r>
    </w:p>
    <w:p w14:paraId="753D5953" w14:textId="77777777" w:rsidR="006D4449" w:rsidRDefault="006D4449" w:rsidP="006D4449">
      <w:r>
        <w:t>203.1064</w:t>
      </w:r>
      <w:r>
        <w:tab/>
        <w:t>1.350e2</w:t>
      </w:r>
    </w:p>
    <w:p w14:paraId="4D98BF23" w14:textId="77777777" w:rsidR="006D4449" w:rsidRDefault="006D4449" w:rsidP="006D4449">
      <w:r>
        <w:t>203.1598</w:t>
      </w:r>
      <w:r>
        <w:tab/>
        <w:t>1.860e0</w:t>
      </w:r>
    </w:p>
    <w:p w14:paraId="77E97076" w14:textId="77777777" w:rsidR="006D4449" w:rsidRDefault="006D4449" w:rsidP="006D4449">
      <w:r>
        <w:t>203.1615</w:t>
      </w:r>
      <w:r>
        <w:tab/>
        <w:t>1.013e0</w:t>
      </w:r>
    </w:p>
    <w:p w14:paraId="518C5B66" w14:textId="77777777" w:rsidR="006D4449" w:rsidRDefault="006D4449" w:rsidP="006D4449">
      <w:r>
        <w:t>203.1832</w:t>
      </w:r>
      <w:r>
        <w:tab/>
        <w:t>3.038e0</w:t>
      </w:r>
    </w:p>
    <w:p w14:paraId="109B2DB3" w14:textId="77777777" w:rsidR="006D4449" w:rsidRDefault="006D4449" w:rsidP="006D4449">
      <w:r>
        <w:t>203.1846</w:t>
      </w:r>
      <w:r>
        <w:tab/>
        <w:t>3.038e0</w:t>
      </w:r>
    </w:p>
    <w:p w14:paraId="2C34F71B" w14:textId="77777777" w:rsidR="006D4449" w:rsidRDefault="006D4449" w:rsidP="006D4449">
      <w:r>
        <w:t>203.1893</w:t>
      </w:r>
      <w:r>
        <w:tab/>
        <w:t>3.038e0</w:t>
      </w:r>
    </w:p>
    <w:p w14:paraId="06F8A0CD" w14:textId="77777777" w:rsidR="006D4449" w:rsidRDefault="006D4449" w:rsidP="006D4449">
      <w:r>
        <w:t>203.1925</w:t>
      </w:r>
      <w:r>
        <w:tab/>
        <w:t>1.013e0</w:t>
      </w:r>
    </w:p>
    <w:p w14:paraId="0B3D91B9" w14:textId="77777777" w:rsidR="006D4449" w:rsidRDefault="006D4449" w:rsidP="006D4449">
      <w:r>
        <w:lastRenderedPageBreak/>
        <w:t>203.2082</w:t>
      </w:r>
      <w:r>
        <w:tab/>
        <w:t>4.051e0</w:t>
      </w:r>
    </w:p>
    <w:p w14:paraId="540C10FD" w14:textId="77777777" w:rsidR="006D4449" w:rsidRDefault="006D4449" w:rsidP="006D4449">
      <w:r>
        <w:t>203.2108</w:t>
      </w:r>
      <w:r>
        <w:tab/>
        <w:t>3.038e0</w:t>
      </w:r>
    </w:p>
    <w:p w14:paraId="6DF4AF3F" w14:textId="77777777" w:rsidR="006D4449" w:rsidRDefault="006D4449" w:rsidP="006D4449">
      <w:r>
        <w:t>203.2148</w:t>
      </w:r>
      <w:r>
        <w:tab/>
        <w:t>2.025e0</w:t>
      </w:r>
    </w:p>
    <w:p w14:paraId="5EF3EEF5" w14:textId="77777777" w:rsidR="006D4449" w:rsidRDefault="006D4449" w:rsidP="006D4449">
      <w:r>
        <w:t>203.2177</w:t>
      </w:r>
      <w:r>
        <w:tab/>
        <w:t>2.025e0</w:t>
      </w:r>
    </w:p>
    <w:p w14:paraId="4F231C92" w14:textId="77777777" w:rsidR="006D4449" w:rsidRDefault="006D4449" w:rsidP="006D4449">
      <w:r>
        <w:t>203.2502</w:t>
      </w:r>
      <w:r>
        <w:tab/>
        <w:t>3.038e0</w:t>
      </w:r>
    </w:p>
    <w:p w14:paraId="110BF8A4" w14:textId="77777777" w:rsidR="006D4449" w:rsidRDefault="006D4449" w:rsidP="006D4449">
      <w:r>
        <w:t>203.2600</w:t>
      </w:r>
      <w:r>
        <w:tab/>
        <w:t>3.038e0</w:t>
      </w:r>
    </w:p>
    <w:p w14:paraId="134E58C3" w14:textId="77777777" w:rsidR="006D4449" w:rsidRDefault="006D4449" w:rsidP="006D4449">
      <w:r>
        <w:t>203.2868</w:t>
      </w:r>
      <w:r>
        <w:tab/>
        <w:t>2.025e0</w:t>
      </w:r>
    </w:p>
    <w:p w14:paraId="3FAFF89F" w14:textId="77777777" w:rsidR="006D4449" w:rsidRDefault="006D4449" w:rsidP="006D4449">
      <w:r>
        <w:t>203.2978</w:t>
      </w:r>
      <w:r>
        <w:tab/>
        <w:t>1.013e0</w:t>
      </w:r>
    </w:p>
    <w:p w14:paraId="5CE1C60D" w14:textId="77777777" w:rsidR="006D4449" w:rsidRDefault="006D4449" w:rsidP="006D4449">
      <w:r>
        <w:t>203.3087</w:t>
      </w:r>
      <w:r>
        <w:tab/>
        <w:t>1.013e0</w:t>
      </w:r>
    </w:p>
    <w:p w14:paraId="5C77B5D7" w14:textId="77777777" w:rsidR="006D4449" w:rsidRDefault="006D4449" w:rsidP="006D4449">
      <w:r>
        <w:t>203.3298</w:t>
      </w:r>
      <w:r>
        <w:tab/>
        <w:t>2.025e0</w:t>
      </w:r>
    </w:p>
    <w:p w14:paraId="7787E021" w14:textId="77777777" w:rsidR="006D4449" w:rsidRDefault="006D4449" w:rsidP="006D4449">
      <w:r>
        <w:t>203.3349</w:t>
      </w:r>
      <w:r>
        <w:tab/>
        <w:t>3.038e0</w:t>
      </w:r>
    </w:p>
    <w:p w14:paraId="32AE48D3" w14:textId="77777777" w:rsidR="006D4449" w:rsidRDefault="006D4449" w:rsidP="006D4449">
      <w:r>
        <w:t>203.3439</w:t>
      </w:r>
      <w:r>
        <w:tab/>
        <w:t>1.013e0</w:t>
      </w:r>
    </w:p>
    <w:p w14:paraId="632CA3C9" w14:textId="77777777" w:rsidR="006D4449" w:rsidRDefault="006D4449" w:rsidP="006D4449">
      <w:r>
        <w:t>203.3738</w:t>
      </w:r>
      <w:r>
        <w:tab/>
        <w:t>1.013e0</w:t>
      </w:r>
    </w:p>
    <w:p w14:paraId="42944DC1" w14:textId="77777777" w:rsidR="006D4449" w:rsidRDefault="006D4449" w:rsidP="006D4449">
      <w:r>
        <w:t>203.3767</w:t>
      </w:r>
      <w:r>
        <w:tab/>
        <w:t>1.013e0</w:t>
      </w:r>
    </w:p>
    <w:p w14:paraId="4E77C8FE" w14:textId="77777777" w:rsidR="006D4449" w:rsidRDefault="006D4449" w:rsidP="006D4449">
      <w:r>
        <w:t>203.3842</w:t>
      </w:r>
      <w:r>
        <w:tab/>
        <w:t>1.013e0</w:t>
      </w:r>
    </w:p>
    <w:p w14:paraId="646696FB" w14:textId="77777777" w:rsidR="006D4449" w:rsidRDefault="006D4449" w:rsidP="006D4449">
      <w:r>
        <w:t>203.4037</w:t>
      </w:r>
      <w:r>
        <w:tab/>
        <w:t>1.013e0</w:t>
      </w:r>
    </w:p>
    <w:p w14:paraId="4EBB0BCD" w14:textId="77777777" w:rsidR="006D4449" w:rsidRDefault="006D4449" w:rsidP="006D4449">
      <w:r>
        <w:t>203.4103</w:t>
      </w:r>
      <w:r>
        <w:tab/>
        <w:t>2.025e0</w:t>
      </w:r>
    </w:p>
    <w:p w14:paraId="78C09189" w14:textId="77777777" w:rsidR="006D4449" w:rsidRDefault="006D4449" w:rsidP="006D4449">
      <w:r>
        <w:t>203.4177</w:t>
      </w:r>
      <w:r>
        <w:tab/>
        <w:t>1.013e0</w:t>
      </w:r>
    </w:p>
    <w:p w14:paraId="0E9C1B5A" w14:textId="77777777" w:rsidR="006D4449" w:rsidRDefault="006D4449" w:rsidP="006D4449">
      <w:r>
        <w:t>203.4209</w:t>
      </w:r>
      <w:r>
        <w:tab/>
        <w:t>2.025e0</w:t>
      </w:r>
    </w:p>
    <w:p w14:paraId="15D1F270" w14:textId="77777777" w:rsidR="006D4449" w:rsidRDefault="006D4449" w:rsidP="006D4449">
      <w:r>
        <w:lastRenderedPageBreak/>
        <w:t>203.4225</w:t>
      </w:r>
      <w:r>
        <w:tab/>
        <w:t>1.013e0</w:t>
      </w:r>
    </w:p>
    <w:p w14:paraId="324E62A5" w14:textId="77777777" w:rsidR="006D4449" w:rsidRDefault="006D4449" w:rsidP="006D4449">
      <w:r>
        <w:t>203.4439</w:t>
      </w:r>
      <w:r>
        <w:tab/>
        <w:t>4.051e0</w:t>
      </w:r>
    </w:p>
    <w:p w14:paraId="042B1103" w14:textId="77777777" w:rsidR="006D4449" w:rsidRDefault="006D4449" w:rsidP="006D4449">
      <w:r>
        <w:t>203.4606</w:t>
      </w:r>
      <w:r>
        <w:tab/>
        <w:t>2.025e0</w:t>
      </w:r>
    </w:p>
    <w:p w14:paraId="033854FE" w14:textId="77777777" w:rsidR="006D4449" w:rsidRDefault="006D4449" w:rsidP="006D4449">
      <w:r>
        <w:t>203.4692</w:t>
      </w:r>
      <w:r>
        <w:tab/>
        <w:t>1.013e0</w:t>
      </w:r>
    </w:p>
    <w:p w14:paraId="232150E4" w14:textId="77777777" w:rsidR="006D4449" w:rsidRDefault="006D4449" w:rsidP="006D4449">
      <w:r>
        <w:t>203.4709</w:t>
      </w:r>
      <w:r>
        <w:tab/>
        <w:t>2.025e0</w:t>
      </w:r>
    </w:p>
    <w:p w14:paraId="502912A5" w14:textId="77777777" w:rsidR="006D4449" w:rsidRDefault="006D4449" w:rsidP="006D4449">
      <w:r>
        <w:t>203.4907</w:t>
      </w:r>
      <w:r>
        <w:tab/>
        <w:t>1.013e0</w:t>
      </w:r>
    </w:p>
    <w:p w14:paraId="52BD3049" w14:textId="77777777" w:rsidR="006D4449" w:rsidRDefault="006D4449" w:rsidP="006D4449">
      <w:r>
        <w:t>203.4944</w:t>
      </w:r>
      <w:r>
        <w:tab/>
        <w:t>1.013e0</w:t>
      </w:r>
    </w:p>
    <w:p w14:paraId="3EF25363" w14:textId="77777777" w:rsidR="006D4449" w:rsidRDefault="006D4449" w:rsidP="006D4449">
      <w:r>
        <w:t>203.4990</w:t>
      </w:r>
      <w:r>
        <w:tab/>
        <w:t>1.013e0</w:t>
      </w:r>
    </w:p>
    <w:p w14:paraId="7175C1E5" w14:textId="77777777" w:rsidR="006D4449" w:rsidRDefault="006D4449" w:rsidP="006D4449">
      <w:r>
        <w:t>203.5028</w:t>
      </w:r>
      <w:r>
        <w:tab/>
        <w:t>1.013e0</w:t>
      </w:r>
    </w:p>
    <w:p w14:paraId="4D9C7297" w14:textId="77777777" w:rsidR="006D4449" w:rsidRDefault="006D4449" w:rsidP="006D4449">
      <w:r>
        <w:t>203.5103</w:t>
      </w:r>
      <w:r>
        <w:tab/>
        <w:t>2.025e0</w:t>
      </w:r>
    </w:p>
    <w:p w14:paraId="05E4E333" w14:textId="77777777" w:rsidR="006D4449" w:rsidRDefault="006D4449" w:rsidP="006D4449">
      <w:r>
        <w:t>203.5178</w:t>
      </w:r>
      <w:r>
        <w:tab/>
        <w:t>2.025e0</w:t>
      </w:r>
    </w:p>
    <w:p w14:paraId="38ECD4EC" w14:textId="77777777" w:rsidR="006D4449" w:rsidRDefault="006D4449" w:rsidP="006D4449">
      <w:r>
        <w:t>203.5394</w:t>
      </w:r>
      <w:r>
        <w:tab/>
        <w:t>2.025e0</w:t>
      </w:r>
    </w:p>
    <w:p w14:paraId="70B140D1" w14:textId="77777777" w:rsidR="006D4449" w:rsidRDefault="006D4449" w:rsidP="006D4449">
      <w:r>
        <w:t>203.5467</w:t>
      </w:r>
      <w:r>
        <w:tab/>
        <w:t>3.038e0</w:t>
      </w:r>
    </w:p>
    <w:p w14:paraId="5B107F05" w14:textId="77777777" w:rsidR="006D4449" w:rsidRDefault="006D4449" w:rsidP="006D4449">
      <w:r>
        <w:t>203.5580</w:t>
      </w:r>
      <w:r>
        <w:tab/>
        <w:t>3.038e0</w:t>
      </w:r>
    </w:p>
    <w:p w14:paraId="22E5CEA4" w14:textId="77777777" w:rsidR="006D4449" w:rsidRDefault="006D4449" w:rsidP="006D4449">
      <w:r>
        <w:t>203.5621</w:t>
      </w:r>
      <w:r>
        <w:tab/>
        <w:t>2.025e0</w:t>
      </w:r>
    </w:p>
    <w:p w14:paraId="65352BAA" w14:textId="77777777" w:rsidR="006D4449" w:rsidRDefault="006D4449" w:rsidP="006D4449">
      <w:r>
        <w:t>203.5706</w:t>
      </w:r>
      <w:r>
        <w:tab/>
        <w:t>1.013e0</w:t>
      </w:r>
    </w:p>
    <w:p w14:paraId="43D8FA8A" w14:textId="77777777" w:rsidR="006D4449" w:rsidRDefault="006D4449" w:rsidP="006D4449">
      <w:r>
        <w:t>203.5745</w:t>
      </w:r>
      <w:r>
        <w:tab/>
        <w:t>1.013e0</w:t>
      </w:r>
    </w:p>
    <w:p w14:paraId="76105B8B" w14:textId="77777777" w:rsidR="006D4449" w:rsidRDefault="006D4449" w:rsidP="006D4449">
      <w:r>
        <w:t>203.5795</w:t>
      </w:r>
      <w:r>
        <w:tab/>
        <w:t>2.025e0</w:t>
      </w:r>
    </w:p>
    <w:p w14:paraId="6C94D469" w14:textId="77777777" w:rsidR="006D4449" w:rsidRDefault="006D4449" w:rsidP="006D4449">
      <w:r>
        <w:t>203.5932</w:t>
      </w:r>
      <w:r>
        <w:tab/>
        <w:t>1.013e0</w:t>
      </w:r>
    </w:p>
    <w:p w14:paraId="24A5B629" w14:textId="77777777" w:rsidR="006D4449" w:rsidRDefault="006D4449" w:rsidP="006D4449">
      <w:r>
        <w:lastRenderedPageBreak/>
        <w:t>203.6018</w:t>
      </w:r>
      <w:r>
        <w:tab/>
        <w:t>1.013e0</w:t>
      </w:r>
    </w:p>
    <w:p w14:paraId="0449F9AC" w14:textId="77777777" w:rsidR="006D4449" w:rsidRDefault="006D4449" w:rsidP="006D4449">
      <w:r>
        <w:t>203.6049</w:t>
      </w:r>
      <w:r>
        <w:tab/>
        <w:t>1.013e0</w:t>
      </w:r>
    </w:p>
    <w:p w14:paraId="24FBE67F" w14:textId="77777777" w:rsidR="006D4449" w:rsidRDefault="006D4449" w:rsidP="006D4449">
      <w:r>
        <w:t>203.6095</w:t>
      </w:r>
      <w:r>
        <w:tab/>
        <w:t>2.025e0</w:t>
      </w:r>
    </w:p>
    <w:p w14:paraId="6EC653A6" w14:textId="77777777" w:rsidR="006D4449" w:rsidRDefault="006D4449" w:rsidP="006D4449">
      <w:r>
        <w:t>203.6132</w:t>
      </w:r>
      <w:r>
        <w:tab/>
        <w:t>1.013e0</w:t>
      </w:r>
    </w:p>
    <w:p w14:paraId="49840C61" w14:textId="77777777" w:rsidR="006D4449" w:rsidRDefault="006D4449" w:rsidP="006D4449">
      <w:r>
        <w:t>203.6160</w:t>
      </w:r>
      <w:r>
        <w:tab/>
        <w:t>1.013e0</w:t>
      </w:r>
    </w:p>
    <w:p w14:paraId="69DBAF7D" w14:textId="77777777" w:rsidR="006D4449" w:rsidRDefault="006D4449" w:rsidP="006D4449">
      <w:r>
        <w:t>203.6384</w:t>
      </w:r>
      <w:r>
        <w:tab/>
        <w:t>2.025e0</w:t>
      </w:r>
    </w:p>
    <w:p w14:paraId="2BE84ED7" w14:textId="77777777" w:rsidR="006D4449" w:rsidRDefault="006D4449" w:rsidP="006D4449">
      <w:r>
        <w:t>203.6468</w:t>
      </w:r>
      <w:r>
        <w:tab/>
        <w:t>1.013e0</w:t>
      </w:r>
    </w:p>
    <w:p w14:paraId="0A254E53" w14:textId="77777777" w:rsidR="006D4449" w:rsidRDefault="006D4449" w:rsidP="006D4449">
      <w:r>
        <w:t>203.6724</w:t>
      </w:r>
      <w:r>
        <w:tab/>
        <w:t>4.051e0</w:t>
      </w:r>
    </w:p>
    <w:p w14:paraId="543A6CD0" w14:textId="77777777" w:rsidR="006D4449" w:rsidRDefault="006D4449" w:rsidP="006D4449">
      <w:r>
        <w:t>203.6805</w:t>
      </w:r>
      <w:r>
        <w:tab/>
        <w:t>1.013e0</w:t>
      </w:r>
    </w:p>
    <w:p w14:paraId="606D5D46" w14:textId="77777777" w:rsidR="006D4449" w:rsidRDefault="006D4449" w:rsidP="006D4449">
      <w:r>
        <w:t>203.6823</w:t>
      </w:r>
      <w:r>
        <w:tab/>
        <w:t>2.025e0</w:t>
      </w:r>
    </w:p>
    <w:p w14:paraId="5EA02DFB" w14:textId="77777777" w:rsidR="006D4449" w:rsidRDefault="006D4449" w:rsidP="006D4449">
      <w:r>
        <w:t>203.6948</w:t>
      </w:r>
      <w:r>
        <w:tab/>
        <w:t>2.025e0</w:t>
      </w:r>
    </w:p>
    <w:p w14:paraId="4210D112" w14:textId="77777777" w:rsidR="006D4449" w:rsidRDefault="006D4449" w:rsidP="006D4449">
      <w:r>
        <w:t>203.7033</w:t>
      </w:r>
      <w:r>
        <w:tab/>
        <w:t>1.013e0</w:t>
      </w:r>
    </w:p>
    <w:p w14:paraId="1A31860B" w14:textId="77777777" w:rsidR="006D4449" w:rsidRDefault="006D4449" w:rsidP="006D4449">
      <w:r>
        <w:t>203.7072</w:t>
      </w:r>
      <w:r>
        <w:tab/>
        <w:t>1.013e0</w:t>
      </w:r>
    </w:p>
    <w:p w14:paraId="78F01A0D" w14:textId="77777777" w:rsidR="006D4449" w:rsidRDefault="006D4449" w:rsidP="006D4449">
      <w:r>
        <w:t>203.7223</w:t>
      </w:r>
      <w:r>
        <w:tab/>
        <w:t>4.051e0</w:t>
      </w:r>
    </w:p>
    <w:p w14:paraId="2E245E8F" w14:textId="77777777" w:rsidR="006D4449" w:rsidRDefault="006D4449" w:rsidP="006D4449">
      <w:r>
        <w:t>203.7341</w:t>
      </w:r>
      <w:r>
        <w:tab/>
        <w:t>3.038e0</w:t>
      </w:r>
    </w:p>
    <w:p w14:paraId="444C54EA" w14:textId="77777777" w:rsidR="006D4449" w:rsidRDefault="006D4449" w:rsidP="006D4449">
      <w:r>
        <w:t>203.7525</w:t>
      </w:r>
      <w:r>
        <w:tab/>
        <w:t>1.013e0</w:t>
      </w:r>
    </w:p>
    <w:p w14:paraId="3F625AFE" w14:textId="77777777" w:rsidR="006D4449" w:rsidRDefault="006D4449" w:rsidP="006D4449">
      <w:r>
        <w:t>203.7646</w:t>
      </w:r>
      <w:r>
        <w:tab/>
        <w:t>1.013e0</w:t>
      </w:r>
    </w:p>
    <w:p w14:paraId="3B498EC7" w14:textId="77777777" w:rsidR="006D4449" w:rsidRDefault="006D4449" w:rsidP="006D4449">
      <w:r>
        <w:t>203.7750</w:t>
      </w:r>
      <w:r>
        <w:tab/>
        <w:t>1.013e0</w:t>
      </w:r>
    </w:p>
    <w:p w14:paraId="0FF72D3B" w14:textId="77777777" w:rsidR="006D4449" w:rsidRDefault="006D4449" w:rsidP="006D4449">
      <w:r>
        <w:t>203.7909</w:t>
      </w:r>
      <w:r>
        <w:tab/>
        <w:t>2.025e0</w:t>
      </w:r>
    </w:p>
    <w:p w14:paraId="188EE81C" w14:textId="77777777" w:rsidR="006D4449" w:rsidRDefault="006D4449" w:rsidP="006D4449">
      <w:r>
        <w:lastRenderedPageBreak/>
        <w:t>203.7946</w:t>
      </w:r>
      <w:r>
        <w:tab/>
        <w:t>1.013e0</w:t>
      </w:r>
    </w:p>
    <w:p w14:paraId="3D6B2C13" w14:textId="77777777" w:rsidR="006D4449" w:rsidRDefault="006D4449" w:rsidP="006D4449">
      <w:r>
        <w:t>203.8021</w:t>
      </w:r>
      <w:r>
        <w:tab/>
        <w:t>1.013e0</w:t>
      </w:r>
    </w:p>
    <w:p w14:paraId="5386ADB1" w14:textId="77777777" w:rsidR="006D4449" w:rsidRDefault="006D4449" w:rsidP="006D4449">
      <w:r>
        <w:t>203.8125</w:t>
      </w:r>
      <w:r>
        <w:tab/>
        <w:t>1.013e0</w:t>
      </w:r>
    </w:p>
    <w:p w14:paraId="70C24281" w14:textId="77777777" w:rsidR="006D4449" w:rsidRDefault="006D4449" w:rsidP="006D4449">
      <w:r>
        <w:t>203.8208</w:t>
      </w:r>
      <w:r>
        <w:tab/>
        <w:t>2.025e0</w:t>
      </w:r>
    </w:p>
    <w:p w14:paraId="677E3B95" w14:textId="77777777" w:rsidR="006D4449" w:rsidRDefault="006D4449" w:rsidP="006D4449">
      <w:r>
        <w:t>203.8391</w:t>
      </w:r>
      <w:r>
        <w:tab/>
        <w:t>2.025e0</w:t>
      </w:r>
    </w:p>
    <w:p w14:paraId="70C0B28B" w14:textId="77777777" w:rsidR="006D4449" w:rsidRDefault="006D4449" w:rsidP="006D4449">
      <w:r>
        <w:t>203.8594</w:t>
      </w:r>
      <w:r>
        <w:tab/>
        <w:t>1.013e0</w:t>
      </w:r>
    </w:p>
    <w:p w14:paraId="2B8E8285" w14:textId="77777777" w:rsidR="006D4449" w:rsidRDefault="006D4449" w:rsidP="006D4449">
      <w:r>
        <w:t>203.8702</w:t>
      </w:r>
      <w:r>
        <w:tab/>
        <w:t>1.013e0</w:t>
      </w:r>
    </w:p>
    <w:p w14:paraId="15320442" w14:textId="77777777" w:rsidR="006D4449" w:rsidRDefault="006D4449" w:rsidP="006D4449">
      <w:r>
        <w:t>203.8806</w:t>
      </w:r>
      <w:r>
        <w:tab/>
        <w:t>2.025e0</w:t>
      </w:r>
    </w:p>
    <w:p w14:paraId="3ADA0695" w14:textId="77777777" w:rsidR="006D4449" w:rsidRDefault="006D4449" w:rsidP="006D4449">
      <w:r>
        <w:t>203.8817</w:t>
      </w:r>
      <w:r>
        <w:tab/>
        <w:t>1.013e0</w:t>
      </w:r>
    </w:p>
    <w:p w14:paraId="593B5B38" w14:textId="77777777" w:rsidR="006D4449" w:rsidRDefault="006D4449" w:rsidP="006D4449">
      <w:r>
        <w:t>203.8966</w:t>
      </w:r>
      <w:r>
        <w:tab/>
        <w:t>1.013e0</w:t>
      </w:r>
    </w:p>
    <w:p w14:paraId="55274C0F" w14:textId="77777777" w:rsidR="006D4449" w:rsidRDefault="006D4449" w:rsidP="006D4449">
      <w:r>
        <w:t>203.9199</w:t>
      </w:r>
      <w:r>
        <w:tab/>
        <w:t>2.025e0</w:t>
      </w:r>
    </w:p>
    <w:p w14:paraId="5F9DB7AF" w14:textId="77777777" w:rsidR="006D4449" w:rsidRDefault="006D4449" w:rsidP="006D4449">
      <w:r>
        <w:t>203.9210</w:t>
      </w:r>
      <w:r>
        <w:tab/>
        <w:t>2.025e0</w:t>
      </w:r>
    </w:p>
    <w:p w14:paraId="409CA56B" w14:textId="77777777" w:rsidR="006D4449" w:rsidRDefault="006D4449" w:rsidP="006D4449">
      <w:r>
        <w:t>203.9223</w:t>
      </w:r>
      <w:r>
        <w:tab/>
        <w:t>2.598e0</w:t>
      </w:r>
    </w:p>
    <w:p w14:paraId="5482C27A" w14:textId="77777777" w:rsidR="006D4449" w:rsidRDefault="006D4449" w:rsidP="006D4449">
      <w:r>
        <w:t>203.9611</w:t>
      </w:r>
      <w:r>
        <w:tab/>
        <w:t>2.025e0</w:t>
      </w:r>
    </w:p>
    <w:p w14:paraId="376B9C89" w14:textId="77777777" w:rsidR="006D4449" w:rsidRDefault="006D4449" w:rsidP="006D4449">
      <w:r>
        <w:t>203.9835</w:t>
      </w:r>
      <w:r>
        <w:tab/>
        <w:t>1.013e0</w:t>
      </w:r>
    </w:p>
    <w:p w14:paraId="366101EC" w14:textId="77777777" w:rsidR="006D4449" w:rsidRDefault="006D4449" w:rsidP="006D4449">
      <w:r>
        <w:t>203.9846</w:t>
      </w:r>
      <w:r>
        <w:tab/>
        <w:t>2.025e0</w:t>
      </w:r>
    </w:p>
    <w:p w14:paraId="42937F85" w14:textId="77777777" w:rsidR="006D4449" w:rsidRDefault="006D4449" w:rsidP="006D4449">
      <w:r>
        <w:t>203.9874</w:t>
      </w:r>
      <w:r>
        <w:tab/>
        <w:t>1.013e0</w:t>
      </w:r>
    </w:p>
    <w:p w14:paraId="2F8FE16B" w14:textId="77777777" w:rsidR="006D4449" w:rsidRDefault="006D4449" w:rsidP="006D4449">
      <w:r>
        <w:t>204.0117</w:t>
      </w:r>
      <w:r>
        <w:tab/>
        <w:t>1.013e0</w:t>
      </w:r>
    </w:p>
    <w:p w14:paraId="3DC78004" w14:textId="77777777" w:rsidR="006D4449" w:rsidRDefault="006D4449" w:rsidP="006D4449">
      <w:r>
        <w:t>204.0246</w:t>
      </w:r>
      <w:r>
        <w:tab/>
        <w:t>3.038e0</w:t>
      </w:r>
    </w:p>
    <w:p w14:paraId="2986F17F" w14:textId="77777777" w:rsidR="006D4449" w:rsidRDefault="006D4449" w:rsidP="006D4449">
      <w:r>
        <w:lastRenderedPageBreak/>
        <w:t>204.0291</w:t>
      </w:r>
      <w:r>
        <w:tab/>
        <w:t>3.038e0</w:t>
      </w:r>
    </w:p>
    <w:p w14:paraId="38EB5906" w14:textId="77777777" w:rsidR="006D4449" w:rsidRDefault="006D4449" w:rsidP="006D4449">
      <w:r>
        <w:t>204.0439</w:t>
      </w:r>
      <w:r>
        <w:tab/>
        <w:t>4.051e0</w:t>
      </w:r>
    </w:p>
    <w:p w14:paraId="37C30463" w14:textId="77777777" w:rsidR="006D4449" w:rsidRDefault="006D4449" w:rsidP="006D4449">
      <w:r>
        <w:t>204.0519</w:t>
      </w:r>
      <w:r>
        <w:tab/>
        <w:t>1.013e0</w:t>
      </w:r>
    </w:p>
    <w:p w14:paraId="4F8C0F33" w14:textId="77777777" w:rsidR="006D4449" w:rsidRDefault="006D4449" w:rsidP="006D4449">
      <w:r>
        <w:t>204.0603</w:t>
      </w:r>
      <w:r>
        <w:tab/>
        <w:t>1.013e0</w:t>
      </w:r>
    </w:p>
    <w:p w14:paraId="4B2FEB12" w14:textId="77777777" w:rsidR="006D4449" w:rsidRDefault="006D4449" w:rsidP="006D4449">
      <w:r>
        <w:t>204.0678</w:t>
      </w:r>
      <w:r>
        <w:tab/>
        <w:t>1.013e0</w:t>
      </w:r>
    </w:p>
    <w:p w14:paraId="0859FFB0" w14:textId="77777777" w:rsidR="006D4449" w:rsidRDefault="006D4449" w:rsidP="006D4449">
      <w:r>
        <w:t>204.1031</w:t>
      </w:r>
      <w:r>
        <w:tab/>
        <w:t>1.268e1</w:t>
      </w:r>
    </w:p>
    <w:p w14:paraId="7FB2B6DC" w14:textId="77777777" w:rsidR="006D4449" w:rsidRDefault="006D4449" w:rsidP="006D4449">
      <w:r>
        <w:t>204.1046</w:t>
      </w:r>
      <w:r>
        <w:tab/>
        <w:t>1.125e1</w:t>
      </w:r>
    </w:p>
    <w:p w14:paraId="061E1168" w14:textId="77777777" w:rsidR="006D4449" w:rsidRDefault="006D4449" w:rsidP="006D4449">
      <w:r>
        <w:t>204.1070</w:t>
      </w:r>
      <w:r>
        <w:tab/>
        <w:t>1.627e1</w:t>
      </w:r>
    </w:p>
    <w:p w14:paraId="4A8E8372" w14:textId="77777777" w:rsidR="006D4449" w:rsidRDefault="006D4449" w:rsidP="006D4449">
      <w:r>
        <w:t>204.1094</w:t>
      </w:r>
      <w:r>
        <w:tab/>
        <w:t>1.721e1</w:t>
      </w:r>
    </w:p>
    <w:p w14:paraId="58557CE3" w14:textId="77777777" w:rsidR="006D4449" w:rsidRDefault="006D4449" w:rsidP="006D4449">
      <w:r>
        <w:t>204.1130</w:t>
      </w:r>
      <w:r>
        <w:tab/>
        <w:t>1.066e1</w:t>
      </w:r>
    </w:p>
    <w:p w14:paraId="62A4ED73" w14:textId="77777777" w:rsidR="006D4449" w:rsidRDefault="006D4449" w:rsidP="006D4449">
      <w:r>
        <w:t>204.1502</w:t>
      </w:r>
      <w:r>
        <w:tab/>
        <w:t>4.074e0</w:t>
      </w:r>
    </w:p>
    <w:p w14:paraId="6C363E93" w14:textId="77777777" w:rsidR="006D4449" w:rsidRDefault="006D4449" w:rsidP="006D4449">
      <w:r>
        <w:t>204.1575</w:t>
      </w:r>
      <w:r>
        <w:tab/>
        <w:t>2.839e0</w:t>
      </w:r>
    </w:p>
    <w:p w14:paraId="780B7985" w14:textId="77777777" w:rsidR="006D4449" w:rsidRDefault="006D4449" w:rsidP="006D4449">
      <w:r>
        <w:t>204.1629</w:t>
      </w:r>
      <w:r>
        <w:tab/>
        <w:t>7.895e0</w:t>
      </w:r>
    </w:p>
    <w:p w14:paraId="6B41E7B6" w14:textId="77777777" w:rsidR="006D4449" w:rsidRDefault="006D4449" w:rsidP="006D4449">
      <w:r>
        <w:t>204.1839</w:t>
      </w:r>
      <w:r>
        <w:tab/>
        <w:t>2.025e0</w:t>
      </w:r>
    </w:p>
    <w:p w14:paraId="5A632FD2" w14:textId="77777777" w:rsidR="006D4449" w:rsidRDefault="006D4449" w:rsidP="006D4449">
      <w:r>
        <w:t>204.2045</w:t>
      </w:r>
      <w:r>
        <w:tab/>
        <w:t>3.038e0</w:t>
      </w:r>
    </w:p>
    <w:p w14:paraId="2A2E6B20" w14:textId="77777777" w:rsidR="006D4449" w:rsidRDefault="006D4449" w:rsidP="006D4449">
      <w:r>
        <w:t>204.2111</w:t>
      </w:r>
      <w:r>
        <w:tab/>
        <w:t>2.025e0</w:t>
      </w:r>
    </w:p>
    <w:p w14:paraId="51D06A50" w14:textId="77777777" w:rsidR="006D4449" w:rsidRDefault="006D4449" w:rsidP="006D4449">
      <w:r>
        <w:t>204.2157</w:t>
      </w:r>
      <w:r>
        <w:tab/>
        <w:t>1.013e0</w:t>
      </w:r>
    </w:p>
    <w:p w14:paraId="438B680A" w14:textId="77777777" w:rsidR="006D4449" w:rsidRDefault="006D4449" w:rsidP="006D4449">
      <w:r>
        <w:t>204.2345</w:t>
      </w:r>
      <w:r>
        <w:tab/>
        <w:t>1.013e0</w:t>
      </w:r>
    </w:p>
    <w:p w14:paraId="56230D77" w14:textId="77777777" w:rsidR="006D4449" w:rsidRDefault="006D4449" w:rsidP="006D4449">
      <w:r>
        <w:t>204.2501</w:t>
      </w:r>
      <w:r>
        <w:tab/>
        <w:t>1.013e0</w:t>
      </w:r>
    </w:p>
    <w:p w14:paraId="19C87329" w14:textId="77777777" w:rsidR="006D4449" w:rsidRDefault="006D4449" w:rsidP="006D4449">
      <w:r>
        <w:lastRenderedPageBreak/>
        <w:t>204.2598</w:t>
      </w:r>
      <w:r>
        <w:tab/>
        <w:t>2.025e0</w:t>
      </w:r>
    </w:p>
    <w:p w14:paraId="39F6B912" w14:textId="77777777" w:rsidR="006D4449" w:rsidRDefault="006D4449" w:rsidP="006D4449">
      <w:r>
        <w:t>204.2990</w:t>
      </w:r>
      <w:r>
        <w:tab/>
        <w:t>1.013e0</w:t>
      </w:r>
    </w:p>
    <w:p w14:paraId="4926C4D3" w14:textId="77777777" w:rsidR="006D4449" w:rsidRDefault="006D4449" w:rsidP="006D4449">
      <w:r>
        <w:t>204.3186</w:t>
      </w:r>
      <w:r>
        <w:tab/>
        <w:t>2.025e0</w:t>
      </w:r>
    </w:p>
    <w:p w14:paraId="6F59B1F5" w14:textId="77777777" w:rsidR="006D4449" w:rsidRDefault="006D4449" w:rsidP="006D4449">
      <w:r>
        <w:t>204.3337</w:t>
      </w:r>
      <w:r>
        <w:tab/>
        <w:t>1.013e0</w:t>
      </w:r>
    </w:p>
    <w:p w14:paraId="5F0D0601" w14:textId="77777777" w:rsidR="006D4449" w:rsidRDefault="006D4449" w:rsidP="006D4449">
      <w:r>
        <w:t>204.3365</w:t>
      </w:r>
      <w:r>
        <w:tab/>
        <w:t>2.025e0</w:t>
      </w:r>
    </w:p>
    <w:p w14:paraId="11AC33E6" w14:textId="77777777" w:rsidR="006D4449" w:rsidRDefault="006D4449" w:rsidP="006D4449">
      <w:r>
        <w:t>204.3412</w:t>
      </w:r>
      <w:r>
        <w:tab/>
        <w:t>1.013e0</w:t>
      </w:r>
    </w:p>
    <w:p w14:paraId="164FC8BD" w14:textId="77777777" w:rsidR="006D4449" w:rsidRDefault="006D4449" w:rsidP="006D4449">
      <w:r>
        <w:t>204.3671</w:t>
      </w:r>
      <w:r>
        <w:tab/>
        <w:t>3.038e0</w:t>
      </w:r>
    </w:p>
    <w:p w14:paraId="0DD4A765" w14:textId="77777777" w:rsidR="006D4449" w:rsidRDefault="006D4449" w:rsidP="006D4449">
      <w:r>
        <w:t>204.3907</w:t>
      </w:r>
      <w:r>
        <w:tab/>
        <w:t>4.051e0</w:t>
      </w:r>
    </w:p>
    <w:p w14:paraId="32269207" w14:textId="77777777" w:rsidR="006D4449" w:rsidRDefault="006D4449" w:rsidP="006D4449">
      <w:r>
        <w:t>204.4057</w:t>
      </w:r>
      <w:r>
        <w:tab/>
        <w:t>1.013e0</w:t>
      </w:r>
    </w:p>
    <w:p w14:paraId="0CBCE333" w14:textId="77777777" w:rsidR="006D4449" w:rsidRDefault="006D4449" w:rsidP="006D4449">
      <w:r>
        <w:t>204.4478</w:t>
      </w:r>
      <w:r>
        <w:tab/>
        <w:t>1.013e0</w:t>
      </w:r>
    </w:p>
    <w:p w14:paraId="4564C809" w14:textId="77777777" w:rsidR="006D4449" w:rsidRDefault="006D4449" w:rsidP="006D4449">
      <w:r>
        <w:t>204.4554</w:t>
      </w:r>
      <w:r>
        <w:tab/>
        <w:t>1.013e0</w:t>
      </w:r>
    </w:p>
    <w:p w14:paraId="465AD710" w14:textId="77777777" w:rsidR="006D4449" w:rsidRDefault="006D4449" w:rsidP="006D4449">
      <w:r>
        <w:t>204.4582</w:t>
      </w:r>
      <w:r>
        <w:tab/>
        <w:t>3.038e0</w:t>
      </w:r>
    </w:p>
    <w:p w14:paraId="25F959D4" w14:textId="77777777" w:rsidR="006D4449" w:rsidRDefault="006D4449" w:rsidP="006D4449">
      <w:r>
        <w:t>204.4695</w:t>
      </w:r>
      <w:r>
        <w:tab/>
        <w:t>1.013e0</w:t>
      </w:r>
    </w:p>
    <w:p w14:paraId="69F7EBC3" w14:textId="77777777" w:rsidR="006D4449" w:rsidRDefault="006D4449" w:rsidP="006D4449">
      <w:r>
        <w:t>204.4966</w:t>
      </w:r>
      <w:r>
        <w:tab/>
        <w:t>1.013e0</w:t>
      </w:r>
    </w:p>
    <w:p w14:paraId="671C7832" w14:textId="77777777" w:rsidR="006D4449" w:rsidRDefault="006D4449" w:rsidP="006D4449">
      <w:r>
        <w:t>204.5005</w:t>
      </w:r>
      <w:r>
        <w:tab/>
        <w:t>1.013e0</w:t>
      </w:r>
    </w:p>
    <w:p w14:paraId="4A3C06A2" w14:textId="77777777" w:rsidR="006D4449" w:rsidRDefault="006D4449" w:rsidP="006D4449">
      <w:r>
        <w:t>204.5075</w:t>
      </w:r>
      <w:r>
        <w:tab/>
        <w:t>1.013e0</w:t>
      </w:r>
    </w:p>
    <w:p w14:paraId="7BD740FA" w14:textId="77777777" w:rsidR="006D4449" w:rsidRDefault="006D4449" w:rsidP="006D4449">
      <w:r>
        <w:t>204.5279</w:t>
      </w:r>
      <w:r>
        <w:tab/>
        <w:t>1.013e0</w:t>
      </w:r>
    </w:p>
    <w:p w14:paraId="0BE4A5A5" w14:textId="77777777" w:rsidR="006D4449" w:rsidRDefault="006D4449" w:rsidP="006D4449">
      <w:r>
        <w:t>204.5434</w:t>
      </w:r>
      <w:r>
        <w:tab/>
        <w:t>1.013e0</w:t>
      </w:r>
    </w:p>
    <w:p w14:paraId="5DB350EE" w14:textId="77777777" w:rsidR="006D4449" w:rsidRDefault="006D4449" w:rsidP="006D4449">
      <w:r>
        <w:t>204.5552</w:t>
      </w:r>
      <w:r>
        <w:tab/>
        <w:t>7.089e0</w:t>
      </w:r>
    </w:p>
    <w:p w14:paraId="433497D2" w14:textId="77777777" w:rsidR="006D4449" w:rsidRDefault="006D4449" w:rsidP="006D4449">
      <w:r>
        <w:lastRenderedPageBreak/>
        <w:t>204.5566</w:t>
      </w:r>
      <w:r>
        <w:tab/>
        <w:t>7.089e0</w:t>
      </w:r>
    </w:p>
    <w:p w14:paraId="53B13991" w14:textId="77777777" w:rsidR="006D4449" w:rsidRDefault="006D4449" w:rsidP="006D4449">
      <w:r>
        <w:t>204.5658</w:t>
      </w:r>
      <w:r>
        <w:tab/>
        <w:t>1.013e0</w:t>
      </w:r>
    </w:p>
    <w:p w14:paraId="50FA4731" w14:textId="77777777" w:rsidR="006D4449" w:rsidRDefault="006D4449" w:rsidP="006D4449">
      <w:r>
        <w:t>204.5834</w:t>
      </w:r>
      <w:r>
        <w:tab/>
        <w:t>3.656e0</w:t>
      </w:r>
    </w:p>
    <w:p w14:paraId="2C8A02A3" w14:textId="77777777" w:rsidR="006D4449" w:rsidRDefault="006D4449" w:rsidP="006D4449">
      <w:r>
        <w:t>204.6241</w:t>
      </w:r>
      <w:r>
        <w:tab/>
        <w:t>2.025e0</w:t>
      </w:r>
    </w:p>
    <w:p w14:paraId="4593E6E7" w14:textId="77777777" w:rsidR="006D4449" w:rsidRDefault="006D4449" w:rsidP="006D4449">
      <w:r>
        <w:t>204.6337</w:t>
      </w:r>
      <w:r>
        <w:tab/>
        <w:t>1.013e0</w:t>
      </w:r>
    </w:p>
    <w:p w14:paraId="560E14E4" w14:textId="77777777" w:rsidR="006D4449" w:rsidRDefault="006D4449" w:rsidP="006D4449">
      <w:r>
        <w:t>204.6406</w:t>
      </w:r>
      <w:r>
        <w:tab/>
        <w:t>1.013e0</w:t>
      </w:r>
    </w:p>
    <w:p w14:paraId="75445B06" w14:textId="77777777" w:rsidR="006D4449" w:rsidRDefault="006D4449" w:rsidP="006D4449">
      <w:r>
        <w:t>204.6532</w:t>
      </w:r>
      <w:r>
        <w:tab/>
        <w:t>1.013e0</w:t>
      </w:r>
    </w:p>
    <w:p w14:paraId="5A64DA1B" w14:textId="77777777" w:rsidR="006D4449" w:rsidRDefault="006D4449" w:rsidP="006D4449">
      <w:r>
        <w:t>204.6727</w:t>
      </w:r>
      <w:r>
        <w:tab/>
        <w:t>1.013e0</w:t>
      </w:r>
    </w:p>
    <w:p w14:paraId="6A10316C" w14:textId="77777777" w:rsidR="006D4449" w:rsidRDefault="006D4449" w:rsidP="006D4449">
      <w:r>
        <w:t>204.6867</w:t>
      </w:r>
      <w:r>
        <w:tab/>
        <w:t>1.013e0</w:t>
      </w:r>
    </w:p>
    <w:p w14:paraId="0A44E07E" w14:textId="77777777" w:rsidR="006D4449" w:rsidRDefault="006D4449" w:rsidP="006D4449">
      <w:r>
        <w:t>204.6951</w:t>
      </w:r>
      <w:r>
        <w:tab/>
        <w:t>1.013e0</w:t>
      </w:r>
    </w:p>
    <w:p w14:paraId="0F64F69A" w14:textId="77777777" w:rsidR="006D4449" w:rsidRDefault="006D4449" w:rsidP="006D4449">
      <w:r>
        <w:t>204.7157</w:t>
      </w:r>
      <w:r>
        <w:tab/>
        <w:t>2.025e0</w:t>
      </w:r>
    </w:p>
    <w:p w14:paraId="2F552798" w14:textId="77777777" w:rsidR="006D4449" w:rsidRDefault="006D4449" w:rsidP="006D4449">
      <w:r>
        <w:t>204.7251</w:t>
      </w:r>
      <w:r>
        <w:tab/>
        <w:t>1.013e0</w:t>
      </w:r>
    </w:p>
    <w:p w14:paraId="70DCCE27" w14:textId="77777777" w:rsidR="006D4449" w:rsidRDefault="006D4449" w:rsidP="006D4449">
      <w:r>
        <w:t>204.7475</w:t>
      </w:r>
      <w:r>
        <w:tab/>
        <w:t>1.013e0</w:t>
      </w:r>
    </w:p>
    <w:p w14:paraId="61DDA980" w14:textId="77777777" w:rsidR="006D4449" w:rsidRDefault="006D4449" w:rsidP="006D4449">
      <w:r>
        <w:t>204.7825</w:t>
      </w:r>
      <w:r>
        <w:tab/>
        <w:t>2.025e0</w:t>
      </w:r>
    </w:p>
    <w:p w14:paraId="0FBC6CBE" w14:textId="77777777" w:rsidR="006D4449" w:rsidRDefault="006D4449" w:rsidP="006D4449">
      <w:r>
        <w:t>204.7893</w:t>
      </w:r>
      <w:r>
        <w:tab/>
        <w:t>3.038e0</w:t>
      </w:r>
    </w:p>
    <w:p w14:paraId="4AA47550" w14:textId="77777777" w:rsidR="006D4449" w:rsidRDefault="006D4449" w:rsidP="006D4449">
      <w:r>
        <w:t>204.8142</w:t>
      </w:r>
      <w:r>
        <w:tab/>
        <w:t>2.025e0</w:t>
      </w:r>
    </w:p>
    <w:p w14:paraId="2235520F" w14:textId="77777777" w:rsidR="006D4449" w:rsidRDefault="006D4449" w:rsidP="006D4449">
      <w:r>
        <w:t>204.8281</w:t>
      </w:r>
      <w:r>
        <w:tab/>
        <w:t>1.013e0</w:t>
      </w:r>
    </w:p>
    <w:p w14:paraId="7299D4AD" w14:textId="77777777" w:rsidR="006D4449" w:rsidRDefault="006D4449" w:rsidP="006D4449">
      <w:r>
        <w:t>204.8573</w:t>
      </w:r>
      <w:r>
        <w:tab/>
        <w:t>1.013e0</w:t>
      </w:r>
    </w:p>
    <w:p w14:paraId="1280D8C7" w14:textId="77777777" w:rsidR="006D4449" w:rsidRDefault="006D4449" w:rsidP="006D4449">
      <w:r>
        <w:t>204.8619</w:t>
      </w:r>
      <w:r>
        <w:tab/>
        <w:t>1.013e0</w:t>
      </w:r>
    </w:p>
    <w:p w14:paraId="7408FB5E" w14:textId="77777777" w:rsidR="006D4449" w:rsidRDefault="006D4449" w:rsidP="006D4449">
      <w:r>
        <w:lastRenderedPageBreak/>
        <w:t>204.8845</w:t>
      </w:r>
      <w:r>
        <w:tab/>
        <w:t>1.013e0</w:t>
      </w:r>
    </w:p>
    <w:p w14:paraId="17A04461" w14:textId="77777777" w:rsidR="006D4449" w:rsidRDefault="006D4449" w:rsidP="006D4449">
      <w:r>
        <w:t>204.8866</w:t>
      </w:r>
      <w:r>
        <w:tab/>
        <w:t>2.025e0</w:t>
      </w:r>
    </w:p>
    <w:p w14:paraId="7A6C0132" w14:textId="77777777" w:rsidR="006D4449" w:rsidRDefault="006D4449" w:rsidP="006D4449">
      <w:r>
        <w:t>204.9284</w:t>
      </w:r>
      <w:r>
        <w:tab/>
        <w:t>2.025e0</w:t>
      </w:r>
    </w:p>
    <w:p w14:paraId="1C76D1B4" w14:textId="77777777" w:rsidR="006D4449" w:rsidRDefault="006D4449" w:rsidP="006D4449">
      <w:r>
        <w:t>204.9499</w:t>
      </w:r>
      <w:r>
        <w:tab/>
        <w:t>1.013e0</w:t>
      </w:r>
    </w:p>
    <w:p w14:paraId="1557A7A8" w14:textId="77777777" w:rsidR="006D4449" w:rsidRDefault="006D4449" w:rsidP="006D4449">
      <w:r>
        <w:t>204.9556</w:t>
      </w:r>
      <w:r>
        <w:tab/>
        <w:t>2.025e0</w:t>
      </w:r>
    </w:p>
    <w:p w14:paraId="5EC79386" w14:textId="77777777" w:rsidR="006D4449" w:rsidRDefault="006D4449" w:rsidP="006D4449">
      <w:r>
        <w:t>204.9754</w:t>
      </w:r>
      <w:r>
        <w:tab/>
        <w:t>1.013e0</w:t>
      </w:r>
    </w:p>
    <w:p w14:paraId="29735E10" w14:textId="77777777" w:rsidR="006D4449" w:rsidRDefault="006D4449" w:rsidP="006D4449">
      <w:r>
        <w:t>204.9829</w:t>
      </w:r>
      <w:r>
        <w:tab/>
        <w:t>1.013e0</w:t>
      </w:r>
    </w:p>
    <w:p w14:paraId="49EC523F" w14:textId="77777777" w:rsidR="006D4449" w:rsidRDefault="006D4449" w:rsidP="006D4449">
      <w:r>
        <w:t>204.9987</w:t>
      </w:r>
      <w:r>
        <w:tab/>
        <w:t>2.025e0</w:t>
      </w:r>
    </w:p>
    <w:p w14:paraId="0A1C0AD7" w14:textId="77777777" w:rsidR="006D4449" w:rsidRDefault="006D4449" w:rsidP="006D4449">
      <w:r>
        <w:t>205.0035</w:t>
      </w:r>
      <w:r>
        <w:tab/>
        <w:t>2.025e0</w:t>
      </w:r>
    </w:p>
    <w:p w14:paraId="70D8864F" w14:textId="77777777" w:rsidR="006D4449" w:rsidRDefault="006D4449" w:rsidP="006D4449">
      <w:r>
        <w:t>205.0057</w:t>
      </w:r>
      <w:r>
        <w:tab/>
        <w:t>2.025e0</w:t>
      </w:r>
    </w:p>
    <w:p w14:paraId="3DA58B59" w14:textId="77777777" w:rsidR="006D4449" w:rsidRDefault="006D4449" w:rsidP="006D4449">
      <w:r>
        <w:t>205.0414</w:t>
      </w:r>
      <w:r>
        <w:tab/>
        <w:t>1.013e0</w:t>
      </w:r>
    </w:p>
    <w:p w14:paraId="12DF988C" w14:textId="77777777" w:rsidR="006D4449" w:rsidRDefault="006D4449" w:rsidP="006D4449">
      <w:r>
        <w:t>205.0565</w:t>
      </w:r>
      <w:r>
        <w:tab/>
        <w:t>2.025e0</w:t>
      </w:r>
    </w:p>
    <w:p w14:paraId="26EBE3B7" w14:textId="77777777" w:rsidR="006D4449" w:rsidRDefault="006D4449" w:rsidP="006D4449">
      <w:r>
        <w:t>205.0747</w:t>
      </w:r>
      <w:r>
        <w:tab/>
        <w:t>1.013e0</w:t>
      </w:r>
    </w:p>
    <w:p w14:paraId="428BA771" w14:textId="77777777" w:rsidR="006D4449" w:rsidRDefault="006D4449" w:rsidP="006D4449">
      <w:r>
        <w:t>205.0793</w:t>
      </w:r>
      <w:r>
        <w:tab/>
        <w:t>4.051e0</w:t>
      </w:r>
    </w:p>
    <w:p w14:paraId="02A36A3A" w14:textId="77777777" w:rsidR="006D4449" w:rsidRDefault="006D4449" w:rsidP="006D4449">
      <w:r>
        <w:t>205.0822</w:t>
      </w:r>
      <w:r>
        <w:tab/>
        <w:t>2.025e0</w:t>
      </w:r>
    </w:p>
    <w:p w14:paraId="522EF42F" w14:textId="77777777" w:rsidR="006D4449" w:rsidRDefault="006D4449" w:rsidP="006D4449">
      <w:r>
        <w:t>205.1017</w:t>
      </w:r>
      <w:r>
        <w:tab/>
        <w:t>2.666e0</w:t>
      </w:r>
    </w:p>
    <w:p w14:paraId="6E5A82FE" w14:textId="77777777" w:rsidR="006D4449" w:rsidRDefault="006D4449" w:rsidP="006D4449">
      <w:r>
        <w:t>205.1121</w:t>
      </w:r>
      <w:r>
        <w:tab/>
        <w:t>3.025e0</w:t>
      </w:r>
    </w:p>
    <w:p w14:paraId="21604BE7" w14:textId="77777777" w:rsidR="006D4449" w:rsidRDefault="006D4449" w:rsidP="006D4449">
      <w:r>
        <w:t>205.1163</w:t>
      </w:r>
      <w:r>
        <w:tab/>
        <w:t>6.542e0</w:t>
      </w:r>
    </w:p>
    <w:p w14:paraId="064C99B0" w14:textId="77777777" w:rsidR="006D4449" w:rsidRDefault="006D4449" w:rsidP="006D4449">
      <w:r>
        <w:t>205.1195</w:t>
      </w:r>
      <w:r>
        <w:tab/>
        <w:t>6.859e0</w:t>
      </w:r>
    </w:p>
    <w:p w14:paraId="43B0B454" w14:textId="77777777" w:rsidR="006D4449" w:rsidRDefault="006D4449" w:rsidP="006D4449">
      <w:r>
        <w:lastRenderedPageBreak/>
        <w:t>205.1232</w:t>
      </w:r>
      <w:r>
        <w:tab/>
        <w:t>4.959e0</w:t>
      </w:r>
    </w:p>
    <w:p w14:paraId="6D02C79D" w14:textId="77777777" w:rsidR="006D4449" w:rsidRDefault="006D4449" w:rsidP="006D4449">
      <w:r>
        <w:t>205.1418</w:t>
      </w:r>
      <w:r>
        <w:tab/>
        <w:t>1.314e1</w:t>
      </w:r>
    </w:p>
    <w:p w14:paraId="1EB0CEB8" w14:textId="77777777" w:rsidR="006D4449" w:rsidRDefault="006D4449" w:rsidP="006D4449">
      <w:r>
        <w:t>205.1449</w:t>
      </w:r>
      <w:r>
        <w:tab/>
        <w:t>3.466e0</w:t>
      </w:r>
    </w:p>
    <w:p w14:paraId="7FF725E8" w14:textId="77777777" w:rsidR="006D4449" w:rsidRDefault="006D4449" w:rsidP="006D4449">
      <w:r>
        <w:t>205.1477</w:t>
      </w:r>
      <w:r>
        <w:tab/>
        <w:t>2.200e1</w:t>
      </w:r>
    </w:p>
    <w:p w14:paraId="477636E8" w14:textId="77777777" w:rsidR="006D4449" w:rsidRDefault="006D4449" w:rsidP="006D4449">
      <w:r>
        <w:t>205.1507</w:t>
      </w:r>
      <w:r>
        <w:tab/>
        <w:t>9.622e0</w:t>
      </w:r>
    </w:p>
    <w:p w14:paraId="1D25456A" w14:textId="77777777" w:rsidR="006D4449" w:rsidRDefault="006D4449" w:rsidP="006D4449">
      <w:r>
        <w:t>205.1748</w:t>
      </w:r>
      <w:r>
        <w:tab/>
        <w:t>1.013e0</w:t>
      </w:r>
    </w:p>
    <w:p w14:paraId="39E4B2E6" w14:textId="77777777" w:rsidR="006D4449" w:rsidRDefault="006D4449" w:rsidP="006D4449">
      <w:r>
        <w:t>205.1787</w:t>
      </w:r>
      <w:r>
        <w:tab/>
        <w:t>1.013e0</w:t>
      </w:r>
    </w:p>
    <w:p w14:paraId="15AFEEA9" w14:textId="77777777" w:rsidR="006D4449" w:rsidRDefault="006D4449" w:rsidP="006D4449">
      <w:r>
        <w:t>205.1825</w:t>
      </w:r>
      <w:r>
        <w:tab/>
        <w:t>2.025e0</w:t>
      </w:r>
    </w:p>
    <w:p w14:paraId="1963795A" w14:textId="77777777" w:rsidR="006D4449" w:rsidRDefault="006D4449" w:rsidP="006D4449">
      <w:r>
        <w:t>205.1853</w:t>
      </w:r>
      <w:r>
        <w:tab/>
        <w:t>1.013e0</w:t>
      </w:r>
    </w:p>
    <w:p w14:paraId="18332EC4" w14:textId="77777777" w:rsidR="006D4449" w:rsidRDefault="006D4449" w:rsidP="006D4449">
      <w:r>
        <w:t>205.1965</w:t>
      </w:r>
      <w:r>
        <w:tab/>
        <w:t>1.013e0</w:t>
      </w:r>
    </w:p>
    <w:p w14:paraId="7E95CA19" w14:textId="77777777" w:rsidR="006D4449" w:rsidRDefault="006D4449" w:rsidP="006D4449">
      <w:r>
        <w:t>205.2049</w:t>
      </w:r>
      <w:r>
        <w:tab/>
        <w:t>1.013e0</w:t>
      </w:r>
    </w:p>
    <w:p w14:paraId="53772A6D" w14:textId="77777777" w:rsidR="006D4449" w:rsidRDefault="006D4449" w:rsidP="006D4449">
      <w:r>
        <w:t>205.2115</w:t>
      </w:r>
      <w:r>
        <w:tab/>
        <w:t>1.013e0</w:t>
      </w:r>
    </w:p>
    <w:p w14:paraId="1DA36F7E" w14:textId="77777777" w:rsidR="006D4449" w:rsidRDefault="006D4449" w:rsidP="006D4449">
      <w:r>
        <w:t>205.2341</w:t>
      </w:r>
      <w:r>
        <w:tab/>
        <w:t>1.013e0</w:t>
      </w:r>
    </w:p>
    <w:p w14:paraId="21F8EAB9" w14:textId="77777777" w:rsidR="006D4449" w:rsidRDefault="006D4449" w:rsidP="006D4449">
      <w:r>
        <w:t>205.2388</w:t>
      </w:r>
      <w:r>
        <w:tab/>
        <w:t>1.013e0</w:t>
      </w:r>
    </w:p>
    <w:p w14:paraId="65518CA7" w14:textId="77777777" w:rsidR="006D4449" w:rsidRDefault="006D4449" w:rsidP="006D4449">
      <w:r>
        <w:t>205.2425</w:t>
      </w:r>
      <w:r>
        <w:tab/>
        <w:t>2.025e0</w:t>
      </w:r>
    </w:p>
    <w:p w14:paraId="048DCD85" w14:textId="77777777" w:rsidR="006D4449" w:rsidRDefault="006D4449" w:rsidP="006D4449">
      <w:r>
        <w:t>205.2729</w:t>
      </w:r>
      <w:r>
        <w:tab/>
        <w:t>1.013e0</w:t>
      </w:r>
    </w:p>
    <w:p w14:paraId="4F121B8A" w14:textId="77777777" w:rsidR="006D4449" w:rsidRDefault="006D4449" w:rsidP="006D4449">
      <w:r>
        <w:t>205.2906</w:t>
      </w:r>
      <w:r>
        <w:tab/>
        <w:t>3.038e0</w:t>
      </w:r>
    </w:p>
    <w:p w14:paraId="04B76E21" w14:textId="77777777" w:rsidR="006D4449" w:rsidRDefault="006D4449" w:rsidP="006D4449">
      <w:r>
        <w:t>205.3022</w:t>
      </w:r>
      <w:r>
        <w:tab/>
        <w:t>2.025e0</w:t>
      </w:r>
    </w:p>
    <w:p w14:paraId="0C08982C" w14:textId="77777777" w:rsidR="006D4449" w:rsidRDefault="006D4449" w:rsidP="006D4449">
      <w:r>
        <w:t>205.3035</w:t>
      </w:r>
      <w:r>
        <w:tab/>
        <w:t>1.013e0</w:t>
      </w:r>
    </w:p>
    <w:p w14:paraId="40C27B98" w14:textId="77777777" w:rsidR="006D4449" w:rsidRDefault="006D4449" w:rsidP="006D4449">
      <w:r>
        <w:lastRenderedPageBreak/>
        <w:t>205.3231</w:t>
      </w:r>
      <w:r>
        <w:tab/>
        <w:t>1.013e0</w:t>
      </w:r>
    </w:p>
    <w:p w14:paraId="000C451F" w14:textId="77777777" w:rsidR="006D4449" w:rsidRDefault="006D4449" w:rsidP="006D4449">
      <w:r>
        <w:t>205.3447</w:t>
      </w:r>
      <w:r>
        <w:tab/>
        <w:t>1.013e0</w:t>
      </w:r>
    </w:p>
    <w:p w14:paraId="71C47400" w14:textId="77777777" w:rsidR="006D4449" w:rsidRDefault="006D4449" w:rsidP="006D4449">
      <w:r>
        <w:t>205.3531</w:t>
      </w:r>
      <w:r>
        <w:tab/>
        <w:t>2.025e0</w:t>
      </w:r>
    </w:p>
    <w:p w14:paraId="18A3179E" w14:textId="77777777" w:rsidR="006D4449" w:rsidRDefault="006D4449" w:rsidP="006D4449">
      <w:r>
        <w:t>205.3644</w:t>
      </w:r>
      <w:r>
        <w:tab/>
        <w:t>1.013e0</w:t>
      </w:r>
    </w:p>
    <w:p w14:paraId="43CDD400" w14:textId="77777777" w:rsidR="006D4449" w:rsidRDefault="006D4449" w:rsidP="006D4449">
      <w:r>
        <w:t>205.3908</w:t>
      </w:r>
      <w:r>
        <w:tab/>
        <w:t>1.013e0</w:t>
      </w:r>
    </w:p>
    <w:p w14:paraId="4A4AE867" w14:textId="77777777" w:rsidR="006D4449" w:rsidRDefault="006D4449" w:rsidP="006D4449">
      <w:r>
        <w:t>205.3938</w:t>
      </w:r>
      <w:r>
        <w:tab/>
        <w:t>1.013e0</w:t>
      </w:r>
    </w:p>
    <w:p w14:paraId="36C2A08B" w14:textId="77777777" w:rsidR="006D4449" w:rsidRDefault="006D4449" w:rsidP="006D4449">
      <w:r>
        <w:t>205.3987</w:t>
      </w:r>
      <w:r>
        <w:tab/>
        <w:t>1.013e0</w:t>
      </w:r>
    </w:p>
    <w:p w14:paraId="6395C844" w14:textId="77777777" w:rsidR="006D4449" w:rsidRDefault="006D4449" w:rsidP="006D4449">
      <w:r>
        <w:t>205.4261</w:t>
      </w:r>
      <w:r>
        <w:tab/>
        <w:t>1.013e0</w:t>
      </w:r>
    </w:p>
    <w:p w14:paraId="0430B565" w14:textId="77777777" w:rsidR="006D4449" w:rsidRDefault="006D4449" w:rsidP="006D4449">
      <w:r>
        <w:t>205.4413</w:t>
      </w:r>
      <w:r>
        <w:tab/>
        <w:t>1.013e0</w:t>
      </w:r>
    </w:p>
    <w:p w14:paraId="5BAB8B41" w14:textId="77777777" w:rsidR="006D4449" w:rsidRDefault="006D4449" w:rsidP="006D4449">
      <w:r>
        <w:t>205.4591</w:t>
      </w:r>
      <w:r>
        <w:tab/>
        <w:t>1.013e0</w:t>
      </w:r>
    </w:p>
    <w:p w14:paraId="5F0A12DB" w14:textId="77777777" w:rsidR="006D4449" w:rsidRDefault="006D4449" w:rsidP="006D4449">
      <w:r>
        <w:t>205.4637</w:t>
      </w:r>
      <w:r>
        <w:tab/>
        <w:t>1.013e0</w:t>
      </w:r>
    </w:p>
    <w:p w14:paraId="20823806" w14:textId="77777777" w:rsidR="006D4449" w:rsidRDefault="006D4449" w:rsidP="006D4449">
      <w:r>
        <w:t>205.4817</w:t>
      </w:r>
      <w:r>
        <w:tab/>
        <w:t>3.038e0</w:t>
      </w:r>
    </w:p>
    <w:p w14:paraId="3EABF733" w14:textId="77777777" w:rsidR="006D4449" w:rsidRDefault="006D4449" w:rsidP="006D4449">
      <w:r>
        <w:t>205.4863</w:t>
      </w:r>
      <w:r>
        <w:tab/>
        <w:t>1.013e0</w:t>
      </w:r>
    </w:p>
    <w:p w14:paraId="66374222" w14:textId="77777777" w:rsidR="006D4449" w:rsidRDefault="006D4449" w:rsidP="006D4449">
      <w:r>
        <w:t>205.4938</w:t>
      </w:r>
      <w:r>
        <w:tab/>
        <w:t>1.013e0</w:t>
      </w:r>
    </w:p>
    <w:p w14:paraId="70F0EDB0" w14:textId="77777777" w:rsidR="006D4449" w:rsidRDefault="006D4449" w:rsidP="006D4449">
      <w:r>
        <w:t>205.5092</w:t>
      </w:r>
      <w:r>
        <w:tab/>
        <w:t>3.038e0</w:t>
      </w:r>
    </w:p>
    <w:p w14:paraId="65DB62E2" w14:textId="77777777" w:rsidR="006D4449" w:rsidRDefault="006D4449" w:rsidP="006D4449">
      <w:r>
        <w:t>205.5126</w:t>
      </w:r>
      <w:r>
        <w:tab/>
        <w:t>1.013e0</w:t>
      </w:r>
    </w:p>
    <w:p w14:paraId="2C6D7250" w14:textId="77777777" w:rsidR="006D4449" w:rsidRDefault="006D4449" w:rsidP="006D4449">
      <w:r>
        <w:t>205.5157</w:t>
      </w:r>
      <w:r>
        <w:tab/>
        <w:t>1.013e0</w:t>
      </w:r>
    </w:p>
    <w:p w14:paraId="7DC7245A" w14:textId="77777777" w:rsidR="006D4449" w:rsidRDefault="006D4449" w:rsidP="006D4449">
      <w:r>
        <w:t>205.5353</w:t>
      </w:r>
      <w:r>
        <w:tab/>
        <w:t>1.013e0</w:t>
      </w:r>
    </w:p>
    <w:p w14:paraId="5BCA80DD" w14:textId="77777777" w:rsidR="006D4449" w:rsidRDefault="006D4449" w:rsidP="006D4449">
      <w:r>
        <w:t>205.5480</w:t>
      </w:r>
      <w:r>
        <w:tab/>
        <w:t>1.013e0</w:t>
      </w:r>
    </w:p>
    <w:p w14:paraId="02BE74FB" w14:textId="77777777" w:rsidR="006D4449" w:rsidRDefault="006D4449" w:rsidP="006D4449">
      <w:r>
        <w:lastRenderedPageBreak/>
        <w:t>205.5511</w:t>
      </w:r>
      <w:r>
        <w:tab/>
        <w:t>1.013e0</w:t>
      </w:r>
    </w:p>
    <w:p w14:paraId="5F9A7ABA" w14:textId="77777777" w:rsidR="006D4449" w:rsidRDefault="006D4449" w:rsidP="006D4449">
      <w:r>
        <w:t>205.5669</w:t>
      </w:r>
      <w:r>
        <w:tab/>
        <w:t>1.013e0</w:t>
      </w:r>
    </w:p>
    <w:p w14:paraId="44631E98" w14:textId="77777777" w:rsidR="006D4449" w:rsidRDefault="006D4449" w:rsidP="006D4449">
      <w:r>
        <w:t>205.5773</w:t>
      </w:r>
      <w:r>
        <w:tab/>
        <w:t>1.013e0</w:t>
      </w:r>
    </w:p>
    <w:p w14:paraId="299982B7" w14:textId="77777777" w:rsidR="006D4449" w:rsidRDefault="006D4449" w:rsidP="006D4449">
      <w:r>
        <w:t>205.6045</w:t>
      </w:r>
      <w:r>
        <w:tab/>
        <w:t>1.013e0</w:t>
      </w:r>
    </w:p>
    <w:p w14:paraId="013863A0" w14:textId="77777777" w:rsidR="006D4449" w:rsidRDefault="006D4449" w:rsidP="006D4449">
      <w:r>
        <w:t>205.6195</w:t>
      </w:r>
      <w:r>
        <w:tab/>
        <w:t>1.013e0</w:t>
      </w:r>
    </w:p>
    <w:p w14:paraId="6B52ACFE" w14:textId="77777777" w:rsidR="006D4449" w:rsidRDefault="006D4449" w:rsidP="006D4449">
      <w:r>
        <w:t>205.6224</w:t>
      </w:r>
      <w:r>
        <w:tab/>
        <w:t>1.013e0</w:t>
      </w:r>
    </w:p>
    <w:p w14:paraId="5DC36B22" w14:textId="77777777" w:rsidR="006D4449" w:rsidRDefault="006D4449" w:rsidP="006D4449">
      <w:r>
        <w:t>205.6660</w:t>
      </w:r>
      <w:r>
        <w:tab/>
        <w:t>1.013e0</w:t>
      </w:r>
    </w:p>
    <w:p w14:paraId="2CF1DB15" w14:textId="77777777" w:rsidR="006D4449" w:rsidRDefault="006D4449" w:rsidP="006D4449">
      <w:r>
        <w:t>205.6852</w:t>
      </w:r>
      <w:r>
        <w:tab/>
        <w:t>1.013e0</w:t>
      </w:r>
    </w:p>
    <w:p w14:paraId="556E8567" w14:textId="77777777" w:rsidR="006D4449" w:rsidRDefault="006D4449" w:rsidP="006D4449">
      <w:r>
        <w:t>205.7223</w:t>
      </w:r>
      <w:r>
        <w:tab/>
        <w:t>2.025e0</w:t>
      </w:r>
    </w:p>
    <w:p w14:paraId="0C0092EB" w14:textId="77777777" w:rsidR="006D4449" w:rsidRDefault="006D4449" w:rsidP="006D4449">
      <w:r>
        <w:t>205.7303</w:t>
      </w:r>
      <w:r>
        <w:tab/>
        <w:t>1.013e0</w:t>
      </w:r>
    </w:p>
    <w:p w14:paraId="0D10F453" w14:textId="77777777" w:rsidR="006D4449" w:rsidRDefault="006D4449" w:rsidP="006D4449">
      <w:r>
        <w:t>205.7444</w:t>
      </w:r>
      <w:r>
        <w:tab/>
        <w:t>1.013e0</w:t>
      </w:r>
    </w:p>
    <w:p w14:paraId="5E79DB68" w14:textId="77777777" w:rsidR="006D4449" w:rsidRDefault="006D4449" w:rsidP="006D4449">
      <w:r>
        <w:t>205.7919</w:t>
      </w:r>
      <w:r>
        <w:tab/>
        <w:t>1.013e0</w:t>
      </w:r>
    </w:p>
    <w:p w14:paraId="03E31B06" w14:textId="77777777" w:rsidR="006D4449" w:rsidRDefault="006D4449" w:rsidP="006D4449">
      <w:r>
        <w:t>205.8014</w:t>
      </w:r>
      <w:r>
        <w:tab/>
        <w:t>2.025e0</w:t>
      </w:r>
    </w:p>
    <w:p w14:paraId="3A905A6B" w14:textId="77777777" w:rsidR="006D4449" w:rsidRDefault="006D4449" w:rsidP="006D4449">
      <w:r>
        <w:t>205.8184</w:t>
      </w:r>
      <w:r>
        <w:tab/>
        <w:t>1.013e0</w:t>
      </w:r>
    </w:p>
    <w:p w14:paraId="4EE99F46" w14:textId="77777777" w:rsidR="006D4449" w:rsidRDefault="006D4449" w:rsidP="006D4449">
      <w:r>
        <w:t>205.8250</w:t>
      </w:r>
      <w:r>
        <w:tab/>
        <w:t>1.013e0</w:t>
      </w:r>
    </w:p>
    <w:p w14:paraId="7390298D" w14:textId="77777777" w:rsidR="006D4449" w:rsidRDefault="006D4449" w:rsidP="006D4449">
      <w:r>
        <w:t>205.8297</w:t>
      </w:r>
      <w:r>
        <w:tab/>
        <w:t>1.013e0</w:t>
      </w:r>
    </w:p>
    <w:p w14:paraId="7C97005A" w14:textId="77777777" w:rsidR="006D4449" w:rsidRDefault="006D4449" w:rsidP="006D4449">
      <w:r>
        <w:t>205.8523</w:t>
      </w:r>
      <w:r>
        <w:tab/>
        <w:t>1.013e0</w:t>
      </w:r>
    </w:p>
    <w:p w14:paraId="47F57FE5" w14:textId="77777777" w:rsidR="006D4449" w:rsidRDefault="006D4449" w:rsidP="006D4449">
      <w:r>
        <w:t>205.8597</w:t>
      </w:r>
      <w:r>
        <w:tab/>
        <w:t>4.051e0</w:t>
      </w:r>
    </w:p>
    <w:p w14:paraId="30385021" w14:textId="77777777" w:rsidR="006D4449" w:rsidRDefault="006D4449" w:rsidP="006D4449">
      <w:r>
        <w:t>205.8836</w:t>
      </w:r>
      <w:r>
        <w:tab/>
        <w:t>3.289e0</w:t>
      </w:r>
    </w:p>
    <w:p w14:paraId="7B66D6F4" w14:textId="77777777" w:rsidR="006D4449" w:rsidRDefault="006D4449" w:rsidP="006D4449">
      <w:r>
        <w:lastRenderedPageBreak/>
        <w:t>205.8982</w:t>
      </w:r>
      <w:r>
        <w:tab/>
        <w:t>1.013e0</w:t>
      </w:r>
    </w:p>
    <w:p w14:paraId="33514E18" w14:textId="77777777" w:rsidR="006D4449" w:rsidRDefault="006D4449" w:rsidP="006D4449">
      <w:r>
        <w:t>205.9135</w:t>
      </w:r>
      <w:r>
        <w:tab/>
        <w:t>2.025e0</w:t>
      </w:r>
    </w:p>
    <w:p w14:paraId="512DC782" w14:textId="77777777" w:rsidR="006D4449" w:rsidRDefault="006D4449" w:rsidP="006D4449">
      <w:r>
        <w:t>205.9377</w:t>
      </w:r>
      <w:r>
        <w:tab/>
        <w:t>2.025e0</w:t>
      </w:r>
    </w:p>
    <w:p w14:paraId="644BA96E" w14:textId="77777777" w:rsidR="006D4449" w:rsidRDefault="006D4449" w:rsidP="006D4449">
      <w:r>
        <w:t>205.9470</w:t>
      </w:r>
      <w:r>
        <w:tab/>
        <w:t>1.013e0</w:t>
      </w:r>
    </w:p>
    <w:p w14:paraId="45AFCDAF" w14:textId="77777777" w:rsidR="006D4449" w:rsidRDefault="006D4449" w:rsidP="006D4449">
      <w:r>
        <w:t>205.9981</w:t>
      </w:r>
      <w:r>
        <w:tab/>
        <w:t>2.025e0</w:t>
      </w:r>
    </w:p>
    <w:p w14:paraId="04727B8F" w14:textId="77777777" w:rsidR="006D4449" w:rsidRDefault="006D4449" w:rsidP="006D4449">
      <w:r>
        <w:t>205.9997</w:t>
      </w:r>
      <w:r>
        <w:tab/>
        <w:t>1.013e0</w:t>
      </w:r>
    </w:p>
    <w:p w14:paraId="36FACD47" w14:textId="77777777" w:rsidR="006D4449" w:rsidRDefault="006D4449" w:rsidP="006D4449">
      <w:r>
        <w:t>206.0084</w:t>
      </w:r>
      <w:r>
        <w:tab/>
        <w:t>1.013e0</w:t>
      </w:r>
    </w:p>
    <w:p w14:paraId="4EA1FCB3" w14:textId="77777777" w:rsidR="006D4449" w:rsidRDefault="006D4449" w:rsidP="006D4449">
      <w:r>
        <w:t>206.0136</w:t>
      </w:r>
      <w:r>
        <w:tab/>
        <w:t>3.038e0</w:t>
      </w:r>
    </w:p>
    <w:p w14:paraId="37684C0D" w14:textId="77777777" w:rsidR="006D4449" w:rsidRDefault="006D4449" w:rsidP="006D4449">
      <w:r>
        <w:t>206.0166</w:t>
      </w:r>
      <w:r>
        <w:tab/>
        <w:t>2.025e0</w:t>
      </w:r>
    </w:p>
    <w:p w14:paraId="373A4D37" w14:textId="77777777" w:rsidR="006D4449" w:rsidRDefault="006D4449" w:rsidP="006D4449">
      <w:r>
        <w:t>206.0252</w:t>
      </w:r>
      <w:r>
        <w:tab/>
        <w:t>2.025e0</w:t>
      </w:r>
    </w:p>
    <w:p w14:paraId="52B0FD30" w14:textId="77777777" w:rsidR="006D4449" w:rsidRDefault="006D4449" w:rsidP="006D4449">
      <w:r>
        <w:t>206.0410</w:t>
      </w:r>
      <w:r>
        <w:tab/>
        <w:t>3.038e0</w:t>
      </w:r>
    </w:p>
    <w:p w14:paraId="6AEDFBD8" w14:textId="77777777" w:rsidR="006D4449" w:rsidRDefault="006D4449" w:rsidP="006D4449">
      <w:r>
        <w:t>206.0539</w:t>
      </w:r>
      <w:r>
        <w:tab/>
        <w:t>3.038e0</w:t>
      </w:r>
    </w:p>
    <w:p w14:paraId="46E36C67" w14:textId="77777777" w:rsidR="006D4449" w:rsidRDefault="006D4449" w:rsidP="006D4449">
      <w:r>
        <w:t>206.1030</w:t>
      </w:r>
      <w:r>
        <w:tab/>
        <w:t>3.858e2</w:t>
      </w:r>
    </w:p>
    <w:p w14:paraId="1DC28AA7" w14:textId="77777777" w:rsidR="006D4449" w:rsidRDefault="006D4449" w:rsidP="006D4449">
      <w:r>
        <w:t>206.1054</w:t>
      </w:r>
      <w:r>
        <w:tab/>
        <w:t>5.330e2</w:t>
      </w:r>
    </w:p>
    <w:p w14:paraId="4B4DFD56" w14:textId="77777777" w:rsidR="006D4449" w:rsidRDefault="006D4449" w:rsidP="006D4449">
      <w:r>
        <w:t>206.1480</w:t>
      </w:r>
      <w:r>
        <w:tab/>
        <w:t>3.301e0</w:t>
      </w:r>
    </w:p>
    <w:p w14:paraId="09FCAFD3" w14:textId="77777777" w:rsidR="006D4449" w:rsidRDefault="006D4449" w:rsidP="006D4449">
      <w:r>
        <w:t>206.1556</w:t>
      </w:r>
      <w:r>
        <w:tab/>
        <w:t>4.869e0</w:t>
      </w:r>
    </w:p>
    <w:p w14:paraId="3DF1F47D" w14:textId="77777777" w:rsidR="006D4449" w:rsidRDefault="006D4449" w:rsidP="006D4449">
      <w:r>
        <w:t>206.1610</w:t>
      </w:r>
      <w:r>
        <w:tab/>
        <w:t>1.887e0</w:t>
      </w:r>
    </w:p>
    <w:p w14:paraId="063D3A27" w14:textId="77777777" w:rsidR="006D4449" w:rsidRDefault="006D4449" w:rsidP="006D4449">
      <w:r>
        <w:t>206.1883</w:t>
      </w:r>
      <w:r>
        <w:tab/>
        <w:t>1.013e0</w:t>
      </w:r>
    </w:p>
    <w:p w14:paraId="75EC9C5E" w14:textId="77777777" w:rsidR="006D4449" w:rsidRDefault="006D4449" w:rsidP="006D4449">
      <w:r>
        <w:t>206.1972</w:t>
      </w:r>
      <w:r>
        <w:tab/>
        <w:t>3.610e0</w:t>
      </w:r>
    </w:p>
    <w:p w14:paraId="1137B6D1" w14:textId="77777777" w:rsidR="006D4449" w:rsidRDefault="006D4449" w:rsidP="006D4449">
      <w:r>
        <w:lastRenderedPageBreak/>
        <w:t>206.2061</w:t>
      </w:r>
      <w:r>
        <w:tab/>
        <w:t>3.038e0</w:t>
      </w:r>
    </w:p>
    <w:p w14:paraId="216D1C5C" w14:textId="77777777" w:rsidR="006D4449" w:rsidRDefault="006D4449" w:rsidP="006D4449">
      <w:r>
        <w:t>206.2100</w:t>
      </w:r>
      <w:r>
        <w:tab/>
        <w:t>1.013e0</w:t>
      </w:r>
    </w:p>
    <w:p w14:paraId="71E5C43E" w14:textId="77777777" w:rsidR="006D4449" w:rsidRDefault="006D4449" w:rsidP="006D4449">
      <w:r>
        <w:t>206.2122</w:t>
      </w:r>
      <w:r>
        <w:tab/>
        <w:t>3.744e0</w:t>
      </w:r>
    </w:p>
    <w:p w14:paraId="16A68207" w14:textId="77777777" w:rsidR="006D4449" w:rsidRDefault="006D4449" w:rsidP="006D4449">
      <w:r>
        <w:t>206.2137</w:t>
      </w:r>
      <w:r>
        <w:tab/>
        <w:t>3.038e0</w:t>
      </w:r>
    </w:p>
    <w:p w14:paraId="0CD6F1A1" w14:textId="77777777" w:rsidR="006D4449" w:rsidRDefault="006D4449" w:rsidP="006D4449">
      <w:r>
        <w:t>206.2221</w:t>
      </w:r>
      <w:r>
        <w:tab/>
        <w:t>2.025e0</w:t>
      </w:r>
    </w:p>
    <w:p w14:paraId="2D0071F9" w14:textId="77777777" w:rsidR="006D4449" w:rsidRDefault="006D4449" w:rsidP="006D4449">
      <w:r>
        <w:t>206.2354</w:t>
      </w:r>
      <w:r>
        <w:tab/>
        <w:t>2.025e0</w:t>
      </w:r>
    </w:p>
    <w:p w14:paraId="0521380D" w14:textId="77777777" w:rsidR="006D4449" w:rsidRDefault="006D4449" w:rsidP="006D4449">
      <w:r>
        <w:t>206.2372</w:t>
      </w:r>
      <w:r>
        <w:tab/>
        <w:t>2.025e0</w:t>
      </w:r>
    </w:p>
    <w:p w14:paraId="666FEEFC" w14:textId="77777777" w:rsidR="006D4449" w:rsidRDefault="006D4449" w:rsidP="006D4449">
      <w:r>
        <w:t>206.2401</w:t>
      </w:r>
      <w:r>
        <w:tab/>
        <w:t>1.013e0</w:t>
      </w:r>
    </w:p>
    <w:p w14:paraId="6F303673" w14:textId="77777777" w:rsidR="006D4449" w:rsidRDefault="006D4449" w:rsidP="006D4449">
      <w:r>
        <w:t>206.2442</w:t>
      </w:r>
      <w:r>
        <w:tab/>
        <w:t>2.025e0</w:t>
      </w:r>
    </w:p>
    <w:p w14:paraId="27A5D21D" w14:textId="77777777" w:rsidR="006D4449" w:rsidRDefault="006D4449" w:rsidP="006D4449">
      <w:r>
        <w:t>206.2568</w:t>
      </w:r>
      <w:r>
        <w:tab/>
        <w:t>3.177e0</w:t>
      </w:r>
    </w:p>
    <w:p w14:paraId="1F7A7196" w14:textId="77777777" w:rsidR="006D4449" w:rsidRDefault="006D4449" w:rsidP="006D4449">
      <w:r>
        <w:t>206.2607</w:t>
      </w:r>
      <w:r>
        <w:tab/>
        <w:t>1.013e0</w:t>
      </w:r>
    </w:p>
    <w:p w14:paraId="3764532C" w14:textId="77777777" w:rsidR="006D4449" w:rsidRDefault="006D4449" w:rsidP="006D4449">
      <w:r>
        <w:t>206.2677</w:t>
      </w:r>
      <w:r>
        <w:tab/>
        <w:t>3.234e0</w:t>
      </w:r>
    </w:p>
    <w:p w14:paraId="1ED783FF" w14:textId="77777777" w:rsidR="006D4449" w:rsidRDefault="006D4449" w:rsidP="006D4449">
      <w:r>
        <w:t>206.2726</w:t>
      </w:r>
      <w:r>
        <w:tab/>
        <w:t>3.043e0</w:t>
      </w:r>
    </w:p>
    <w:p w14:paraId="4CEF8C47" w14:textId="77777777" w:rsidR="006D4449" w:rsidRDefault="006D4449" w:rsidP="006D4449">
      <w:r>
        <w:t>206.2804</w:t>
      </w:r>
      <w:r>
        <w:tab/>
        <w:t>1.013e0</w:t>
      </w:r>
    </w:p>
    <w:p w14:paraId="1CE553F1" w14:textId="77777777" w:rsidR="006D4449" w:rsidRDefault="006D4449" w:rsidP="006D4449">
      <w:r>
        <w:t>206.2953</w:t>
      </w:r>
      <w:r>
        <w:tab/>
        <w:t>1.013e0</w:t>
      </w:r>
    </w:p>
    <w:p w14:paraId="24D1F75B" w14:textId="77777777" w:rsidR="006D4449" w:rsidRDefault="006D4449" w:rsidP="006D4449">
      <w:r>
        <w:t>206.3132</w:t>
      </w:r>
      <w:r>
        <w:tab/>
        <w:t>1.013e0</w:t>
      </w:r>
    </w:p>
    <w:p w14:paraId="260B1761" w14:textId="77777777" w:rsidR="006D4449" w:rsidRDefault="006D4449" w:rsidP="006D4449">
      <w:r>
        <w:t>206.3208</w:t>
      </w:r>
      <w:r>
        <w:tab/>
        <w:t>1.013e0</w:t>
      </w:r>
    </w:p>
    <w:p w14:paraId="128CBC5B" w14:textId="77777777" w:rsidR="006D4449" w:rsidRDefault="006D4449" w:rsidP="006D4449">
      <w:r>
        <w:t>206.3424</w:t>
      </w:r>
      <w:r>
        <w:tab/>
        <w:t>3.038e0</w:t>
      </w:r>
    </w:p>
    <w:p w14:paraId="3C22B9EA" w14:textId="77777777" w:rsidR="006D4449" w:rsidRDefault="006D4449" w:rsidP="006D4449">
      <w:r>
        <w:t>206.3584</w:t>
      </w:r>
      <w:r>
        <w:tab/>
        <w:t>1.013e0</w:t>
      </w:r>
    </w:p>
    <w:p w14:paraId="1B430B18" w14:textId="77777777" w:rsidR="006D4449" w:rsidRDefault="006D4449" w:rsidP="006D4449">
      <w:r>
        <w:lastRenderedPageBreak/>
        <w:t>206.3673</w:t>
      </w:r>
      <w:r>
        <w:tab/>
        <w:t>3.038e0</w:t>
      </w:r>
    </w:p>
    <w:p w14:paraId="760D5D53" w14:textId="77777777" w:rsidR="006D4449" w:rsidRDefault="006D4449" w:rsidP="006D4449">
      <w:r>
        <w:t>206.4062</w:t>
      </w:r>
      <w:r>
        <w:tab/>
        <w:t>1.013e0</w:t>
      </w:r>
    </w:p>
    <w:p w14:paraId="79C22F89" w14:textId="77777777" w:rsidR="006D4449" w:rsidRDefault="006D4449" w:rsidP="006D4449">
      <w:r>
        <w:t>206.4170</w:t>
      </w:r>
      <w:r>
        <w:tab/>
        <w:t>2.025e0</w:t>
      </w:r>
    </w:p>
    <w:p w14:paraId="29A69AAC" w14:textId="77777777" w:rsidR="006D4449" w:rsidRDefault="006D4449" w:rsidP="006D4449">
      <w:r>
        <w:t>206.4249</w:t>
      </w:r>
      <w:r>
        <w:tab/>
        <w:t>1.013e0</w:t>
      </w:r>
    </w:p>
    <w:p w14:paraId="778894B8" w14:textId="77777777" w:rsidR="006D4449" w:rsidRDefault="006D4449" w:rsidP="006D4449">
      <w:r>
        <w:t>206.4260</w:t>
      </w:r>
      <w:r>
        <w:tab/>
        <w:t>2.025e0</w:t>
      </w:r>
    </w:p>
    <w:p w14:paraId="4DBE47AF" w14:textId="77777777" w:rsidR="006D4449" w:rsidRDefault="006D4449" w:rsidP="006D4449">
      <w:r>
        <w:t>206.4381</w:t>
      </w:r>
      <w:r>
        <w:tab/>
        <w:t>2.025e0</w:t>
      </w:r>
    </w:p>
    <w:p w14:paraId="17D0F3B2" w14:textId="77777777" w:rsidR="006D4449" w:rsidRDefault="006D4449" w:rsidP="006D4449">
      <w:r>
        <w:t>206.4392</w:t>
      </w:r>
      <w:r>
        <w:tab/>
        <w:t>1.013e0</w:t>
      </w:r>
    </w:p>
    <w:p w14:paraId="4621B573" w14:textId="77777777" w:rsidR="006D4449" w:rsidRDefault="006D4449" w:rsidP="006D4449">
      <w:r>
        <w:t>206.4476</w:t>
      </w:r>
      <w:r>
        <w:tab/>
        <w:t>1.013e0</w:t>
      </w:r>
    </w:p>
    <w:p w14:paraId="163AE90D" w14:textId="77777777" w:rsidR="006D4449" w:rsidRDefault="006D4449" w:rsidP="006D4449">
      <w:r>
        <w:t>206.4551</w:t>
      </w:r>
      <w:r>
        <w:tab/>
        <w:t>1.013e0</w:t>
      </w:r>
    </w:p>
    <w:p w14:paraId="6D0B5D41" w14:textId="77777777" w:rsidR="006D4449" w:rsidRDefault="006D4449" w:rsidP="006D4449">
      <w:r>
        <w:t>206.4581</w:t>
      </w:r>
      <w:r>
        <w:tab/>
        <w:t>2.828e0</w:t>
      </w:r>
    </w:p>
    <w:p w14:paraId="68057608" w14:textId="77777777" w:rsidR="006D4449" w:rsidRDefault="006D4449" w:rsidP="006D4449">
      <w:r>
        <w:t>206.4816</w:t>
      </w:r>
      <w:r>
        <w:tab/>
        <w:t>1.013e0</w:t>
      </w:r>
    </w:p>
    <w:p w14:paraId="348DEEA4" w14:textId="77777777" w:rsidR="006D4449" w:rsidRDefault="006D4449" w:rsidP="006D4449">
      <w:r>
        <w:t>206.4890</w:t>
      </w:r>
      <w:r>
        <w:tab/>
        <w:t>3.038e0</w:t>
      </w:r>
    </w:p>
    <w:p w14:paraId="4408EC55" w14:textId="77777777" w:rsidR="006D4449" w:rsidRDefault="006D4449" w:rsidP="006D4449">
      <w:r>
        <w:t>206.5203</w:t>
      </w:r>
      <w:r>
        <w:tab/>
        <w:t>3.038e0</w:t>
      </w:r>
    </w:p>
    <w:p w14:paraId="255F6228" w14:textId="77777777" w:rsidR="006D4449" w:rsidRDefault="006D4449" w:rsidP="006D4449">
      <w:r>
        <w:t>206.5237</w:t>
      </w:r>
      <w:r>
        <w:tab/>
        <w:t>1.013e0</w:t>
      </w:r>
    </w:p>
    <w:p w14:paraId="574553E0" w14:textId="77777777" w:rsidR="006D4449" w:rsidRDefault="006D4449" w:rsidP="006D4449">
      <w:r>
        <w:t>206.5283</w:t>
      </w:r>
      <w:r>
        <w:tab/>
        <w:t>1.013e0</w:t>
      </w:r>
    </w:p>
    <w:p w14:paraId="19AF8CD2" w14:textId="77777777" w:rsidR="006D4449" w:rsidRDefault="006D4449" w:rsidP="006D4449">
      <w:r>
        <w:t>206.5387</w:t>
      </w:r>
      <w:r>
        <w:tab/>
        <w:t>1.013e0</w:t>
      </w:r>
    </w:p>
    <w:p w14:paraId="7EBA22F6" w14:textId="77777777" w:rsidR="006D4449" w:rsidRDefault="006D4449" w:rsidP="006D4449">
      <w:r>
        <w:t>206.5546</w:t>
      </w:r>
      <w:r>
        <w:tab/>
        <w:t>2.025e0</w:t>
      </w:r>
    </w:p>
    <w:p w14:paraId="45DC2CEE" w14:textId="77777777" w:rsidR="006D4449" w:rsidRDefault="006D4449" w:rsidP="006D4449">
      <w:r>
        <w:t>206.5687</w:t>
      </w:r>
      <w:r>
        <w:tab/>
        <w:t>3.038e0</w:t>
      </w:r>
    </w:p>
    <w:p w14:paraId="2AB48027" w14:textId="77777777" w:rsidR="006D4449" w:rsidRDefault="006D4449" w:rsidP="006D4449">
      <w:r>
        <w:t>206.5707</w:t>
      </w:r>
      <w:r>
        <w:tab/>
        <w:t>2.025e0</w:t>
      </w:r>
    </w:p>
    <w:p w14:paraId="69A51BE7" w14:textId="77777777" w:rsidR="006D4449" w:rsidRDefault="006D4449" w:rsidP="006D4449">
      <w:r>
        <w:lastRenderedPageBreak/>
        <w:t>206.5735</w:t>
      </w:r>
      <w:r>
        <w:tab/>
        <w:t>3.038e0</w:t>
      </w:r>
    </w:p>
    <w:p w14:paraId="7E2C4E8C" w14:textId="77777777" w:rsidR="006D4449" w:rsidRDefault="006D4449" w:rsidP="006D4449">
      <w:r>
        <w:t>206.5961</w:t>
      </w:r>
      <w:r>
        <w:tab/>
        <w:t>1.013e0</w:t>
      </w:r>
    </w:p>
    <w:p w14:paraId="04CE44B4" w14:textId="77777777" w:rsidR="006D4449" w:rsidRDefault="006D4449" w:rsidP="006D4449">
      <w:r>
        <w:t>206.6008</w:t>
      </w:r>
      <w:r>
        <w:tab/>
        <w:t>2.025e0</w:t>
      </w:r>
    </w:p>
    <w:p w14:paraId="782E59F8" w14:textId="77777777" w:rsidR="006D4449" w:rsidRDefault="006D4449" w:rsidP="006D4449">
      <w:r>
        <w:t>206.6040</w:t>
      </w:r>
      <w:r>
        <w:tab/>
        <w:t>1.013e0</w:t>
      </w:r>
    </w:p>
    <w:p w14:paraId="253E8238" w14:textId="77777777" w:rsidR="006D4449" w:rsidRDefault="006D4449" w:rsidP="006D4449">
      <w:r>
        <w:t>206.6391</w:t>
      </w:r>
      <w:r>
        <w:tab/>
        <w:t>3.038e0</w:t>
      </w:r>
    </w:p>
    <w:p w14:paraId="6A167363" w14:textId="77777777" w:rsidR="006D4449" w:rsidRDefault="006D4449" w:rsidP="006D4449">
      <w:r>
        <w:t>206.6563</w:t>
      </w:r>
      <w:r>
        <w:tab/>
        <w:t>3.038e0</w:t>
      </w:r>
    </w:p>
    <w:p w14:paraId="7A557D05" w14:textId="77777777" w:rsidR="006D4449" w:rsidRDefault="006D4449" w:rsidP="006D4449">
      <w:r>
        <w:t>206.6751</w:t>
      </w:r>
      <w:r>
        <w:tab/>
        <w:t>3.038e0</w:t>
      </w:r>
    </w:p>
    <w:p w14:paraId="3CAA23C6" w14:textId="77777777" w:rsidR="006D4449" w:rsidRDefault="006D4449" w:rsidP="006D4449">
      <w:r>
        <w:t>206.6835</w:t>
      </w:r>
      <w:r>
        <w:tab/>
        <w:t>1.013e0</w:t>
      </w:r>
    </w:p>
    <w:p w14:paraId="662B3F9D" w14:textId="77777777" w:rsidR="006D4449" w:rsidRDefault="006D4449" w:rsidP="006D4449">
      <w:r>
        <w:t>206.6956</w:t>
      </w:r>
      <w:r>
        <w:tab/>
        <w:t>1.013e0</w:t>
      </w:r>
    </w:p>
    <w:p w14:paraId="24345E53" w14:textId="77777777" w:rsidR="006D4449" w:rsidRDefault="006D4449" w:rsidP="006D4449">
      <w:r>
        <w:t>206.7011</w:t>
      </w:r>
      <w:r>
        <w:tab/>
        <w:t>3.038e0</w:t>
      </w:r>
    </w:p>
    <w:p w14:paraId="08136C66" w14:textId="77777777" w:rsidR="006D4449" w:rsidRDefault="006D4449" w:rsidP="006D4449">
      <w:r>
        <w:t>206.7179</w:t>
      </w:r>
      <w:r>
        <w:tab/>
        <w:t>3.038e0</w:t>
      </w:r>
    </w:p>
    <w:p w14:paraId="6C323B27" w14:textId="77777777" w:rsidR="006D4449" w:rsidRDefault="006D4449" w:rsidP="006D4449">
      <w:r>
        <w:t>206.7259</w:t>
      </w:r>
      <w:r>
        <w:tab/>
        <w:t>2.025e0</w:t>
      </w:r>
    </w:p>
    <w:p w14:paraId="5E14268D" w14:textId="77777777" w:rsidR="006D4449" w:rsidRDefault="006D4449" w:rsidP="006D4449">
      <w:r>
        <w:t>206.7462</w:t>
      </w:r>
      <w:r>
        <w:tab/>
        <w:t>1.013e0</w:t>
      </w:r>
    </w:p>
    <w:p w14:paraId="4617D1E7" w14:textId="77777777" w:rsidR="006D4449" w:rsidRDefault="006D4449" w:rsidP="006D4449">
      <w:r>
        <w:t>206.7477</w:t>
      </w:r>
      <w:r>
        <w:tab/>
        <w:t>2.025e0</w:t>
      </w:r>
    </w:p>
    <w:p w14:paraId="1ADC6D3A" w14:textId="77777777" w:rsidR="006D4449" w:rsidRDefault="006D4449" w:rsidP="006D4449">
      <w:r>
        <w:t>206.7651</w:t>
      </w:r>
      <w:r>
        <w:tab/>
        <w:t>5.063e0</w:t>
      </w:r>
    </w:p>
    <w:p w14:paraId="1557098A" w14:textId="77777777" w:rsidR="006D4449" w:rsidRDefault="006D4449" w:rsidP="006D4449">
      <w:r>
        <w:t>206.7831</w:t>
      </w:r>
      <w:r>
        <w:tab/>
        <w:t>2.025e0</w:t>
      </w:r>
    </w:p>
    <w:p w14:paraId="4715A0D7" w14:textId="77777777" w:rsidR="006D4449" w:rsidRDefault="006D4449" w:rsidP="006D4449">
      <w:r>
        <w:t>206.8040</w:t>
      </w:r>
      <w:r>
        <w:tab/>
        <w:t>3.038e0</w:t>
      </w:r>
    </w:p>
    <w:p w14:paraId="23C82A4E" w14:textId="77777777" w:rsidR="006D4449" w:rsidRDefault="006D4449" w:rsidP="006D4449">
      <w:r>
        <w:t>206.8103</w:t>
      </w:r>
      <w:r>
        <w:tab/>
        <w:t>1.013e0</w:t>
      </w:r>
    </w:p>
    <w:p w14:paraId="510BAFC7" w14:textId="77777777" w:rsidR="006D4449" w:rsidRDefault="006D4449" w:rsidP="006D4449">
      <w:r>
        <w:t>206.8132</w:t>
      </w:r>
      <w:r>
        <w:tab/>
        <w:t>1.013e0</w:t>
      </w:r>
    </w:p>
    <w:p w14:paraId="48633D09" w14:textId="77777777" w:rsidR="006D4449" w:rsidRDefault="006D4449" w:rsidP="006D4449">
      <w:r>
        <w:lastRenderedPageBreak/>
        <w:t>206.8316</w:t>
      </w:r>
      <w:r>
        <w:tab/>
        <w:t>4.051e0</w:t>
      </w:r>
    </w:p>
    <w:p w14:paraId="222950A6" w14:textId="77777777" w:rsidR="006D4449" w:rsidRDefault="006D4449" w:rsidP="006D4449">
      <w:r>
        <w:t>206.8412</w:t>
      </w:r>
      <w:r>
        <w:tab/>
        <w:t>3.038e0</w:t>
      </w:r>
    </w:p>
    <w:p w14:paraId="2607A3A2" w14:textId="77777777" w:rsidR="006D4449" w:rsidRDefault="006D4449" w:rsidP="006D4449">
      <w:r>
        <w:t>206.8483</w:t>
      </w:r>
      <w:r>
        <w:tab/>
        <w:t>3.038e0</w:t>
      </w:r>
    </w:p>
    <w:p w14:paraId="0E1D4197" w14:textId="77777777" w:rsidR="006D4449" w:rsidRDefault="006D4449" w:rsidP="006D4449">
      <w:r>
        <w:t>206.8719</w:t>
      </w:r>
      <w:r>
        <w:tab/>
        <w:t>2.025e0</w:t>
      </w:r>
    </w:p>
    <w:p w14:paraId="1369F920" w14:textId="77777777" w:rsidR="006D4449" w:rsidRDefault="006D4449" w:rsidP="006D4449">
      <w:r>
        <w:t>206.8902</w:t>
      </w:r>
      <w:r>
        <w:tab/>
        <w:t>1.013e0</w:t>
      </w:r>
    </w:p>
    <w:p w14:paraId="63870E19" w14:textId="77777777" w:rsidR="006D4449" w:rsidRDefault="006D4449" w:rsidP="006D4449">
      <w:r>
        <w:t>206.8948</w:t>
      </w:r>
      <w:r>
        <w:tab/>
        <w:t>1.013e0</w:t>
      </w:r>
    </w:p>
    <w:p w14:paraId="4F34CE3E" w14:textId="77777777" w:rsidR="006D4449" w:rsidRDefault="006D4449" w:rsidP="006D4449">
      <w:r>
        <w:t>206.9062</w:t>
      </w:r>
      <w:r>
        <w:tab/>
        <w:t>1.013e0</w:t>
      </w:r>
    </w:p>
    <w:p w14:paraId="37D8EF59" w14:textId="77777777" w:rsidR="006D4449" w:rsidRDefault="006D4449" w:rsidP="006D4449">
      <w:r>
        <w:t>206.9118</w:t>
      </w:r>
      <w:r>
        <w:tab/>
        <w:t>2.025e0</w:t>
      </w:r>
    </w:p>
    <w:p w14:paraId="18630678" w14:textId="77777777" w:rsidR="006D4449" w:rsidRDefault="006D4449" w:rsidP="006D4449">
      <w:r>
        <w:t>206.9283</w:t>
      </w:r>
      <w:r>
        <w:tab/>
        <w:t>2.025e0</w:t>
      </w:r>
    </w:p>
    <w:p w14:paraId="29FBFAF8" w14:textId="77777777" w:rsidR="006D4449" w:rsidRDefault="006D4449" w:rsidP="006D4449">
      <w:r>
        <w:t>206.9325</w:t>
      </w:r>
      <w:r>
        <w:tab/>
        <w:t>1.013e0</w:t>
      </w:r>
    </w:p>
    <w:p w14:paraId="42D7B99C" w14:textId="77777777" w:rsidR="006D4449" w:rsidRDefault="006D4449" w:rsidP="006D4449">
      <w:r>
        <w:t>206.9396</w:t>
      </w:r>
      <w:r>
        <w:tab/>
        <w:t>2.025e0</w:t>
      </w:r>
    </w:p>
    <w:p w14:paraId="68F87461" w14:textId="77777777" w:rsidR="006D4449" w:rsidRDefault="006D4449" w:rsidP="006D4449">
      <w:r>
        <w:t>206.9469</w:t>
      </w:r>
      <w:r>
        <w:tab/>
        <w:t>1.013e0</w:t>
      </w:r>
    </w:p>
    <w:p w14:paraId="1E959DDC" w14:textId="77777777" w:rsidR="006D4449" w:rsidRDefault="006D4449" w:rsidP="006D4449">
      <w:r>
        <w:t>206.9731</w:t>
      </w:r>
      <w:r>
        <w:tab/>
        <w:t>2.025e0</w:t>
      </w:r>
    </w:p>
    <w:p w14:paraId="6CD5B49F" w14:textId="77777777" w:rsidR="006D4449" w:rsidRDefault="006D4449" w:rsidP="006D4449">
      <w:r>
        <w:t>206.9937</w:t>
      </w:r>
      <w:r>
        <w:tab/>
        <w:t>2.025e0</w:t>
      </w:r>
    </w:p>
    <w:p w14:paraId="5D7F1E56" w14:textId="77777777" w:rsidR="006D4449" w:rsidRDefault="006D4449" w:rsidP="006D4449">
      <w:r>
        <w:t>207.0021</w:t>
      </w:r>
      <w:r>
        <w:tab/>
        <w:t>2.025e0</w:t>
      </w:r>
    </w:p>
    <w:p w14:paraId="70BBBCB4" w14:textId="77777777" w:rsidR="006D4449" w:rsidRDefault="006D4449" w:rsidP="006D4449">
      <w:r>
        <w:t>207.0189</w:t>
      </w:r>
      <w:r>
        <w:tab/>
        <w:t>3.038e0</w:t>
      </w:r>
    </w:p>
    <w:p w14:paraId="6D434212" w14:textId="77777777" w:rsidR="006D4449" w:rsidRDefault="006D4449" w:rsidP="006D4449">
      <w:r>
        <w:t>207.0219</w:t>
      </w:r>
      <w:r>
        <w:tab/>
        <w:t>2.025e0</w:t>
      </w:r>
    </w:p>
    <w:p w14:paraId="484A8FF8" w14:textId="77777777" w:rsidR="006D4449" w:rsidRDefault="006D4449" w:rsidP="006D4449">
      <w:r>
        <w:t>207.0264</w:t>
      </w:r>
      <w:r>
        <w:tab/>
        <w:t>3.038e0</w:t>
      </w:r>
    </w:p>
    <w:p w14:paraId="6F81F86E" w14:textId="77777777" w:rsidR="006D4449" w:rsidRDefault="006D4449" w:rsidP="006D4449">
      <w:r>
        <w:t>207.0331</w:t>
      </w:r>
      <w:r>
        <w:tab/>
        <w:t>2.025e0</w:t>
      </w:r>
    </w:p>
    <w:p w14:paraId="68247DE8" w14:textId="77777777" w:rsidR="006D4449" w:rsidRDefault="006D4449" w:rsidP="006D4449">
      <w:r>
        <w:lastRenderedPageBreak/>
        <w:t>207.0378</w:t>
      </w:r>
      <w:r>
        <w:tab/>
        <w:t>2.025e0</w:t>
      </w:r>
    </w:p>
    <w:p w14:paraId="5AFF277D" w14:textId="77777777" w:rsidR="006D4449" w:rsidRDefault="006D4449" w:rsidP="006D4449">
      <w:r>
        <w:t>207.0656</w:t>
      </w:r>
      <w:r>
        <w:tab/>
        <w:t>2.025e0</w:t>
      </w:r>
    </w:p>
    <w:p w14:paraId="099ACA12" w14:textId="77777777" w:rsidR="006D4449" w:rsidRDefault="006D4449" w:rsidP="006D4449">
      <w:r>
        <w:t>207.1002</w:t>
      </w:r>
      <w:r>
        <w:tab/>
        <w:t>1.345e1</w:t>
      </w:r>
    </w:p>
    <w:p w14:paraId="1246B7FC" w14:textId="77777777" w:rsidR="006D4449" w:rsidRDefault="006D4449" w:rsidP="006D4449">
      <w:r>
        <w:t>207.1074</w:t>
      </w:r>
      <w:r>
        <w:tab/>
        <w:t>3.090e1</w:t>
      </w:r>
    </w:p>
    <w:p w14:paraId="3E0CEECD" w14:textId="77777777" w:rsidR="006D4449" w:rsidRDefault="006D4449" w:rsidP="006D4449">
      <w:r>
        <w:t>207.1090</w:t>
      </w:r>
      <w:r>
        <w:tab/>
        <w:t>2.633e1</w:t>
      </w:r>
    </w:p>
    <w:p w14:paraId="1132076A" w14:textId="77777777" w:rsidR="006D4449" w:rsidRDefault="006D4449" w:rsidP="006D4449">
      <w:r>
        <w:t>207.1107</w:t>
      </w:r>
      <w:r>
        <w:tab/>
        <w:t>2.715e1</w:t>
      </w:r>
    </w:p>
    <w:p w14:paraId="47533849" w14:textId="77777777" w:rsidR="006D4449" w:rsidRDefault="006D4449" w:rsidP="006D4449">
      <w:r>
        <w:t>207.1362</w:t>
      </w:r>
      <w:r>
        <w:tab/>
        <w:t>3.727e0</w:t>
      </w:r>
    </w:p>
    <w:p w14:paraId="5EA32CFF" w14:textId="77777777" w:rsidR="006D4449" w:rsidRDefault="006D4449" w:rsidP="006D4449">
      <w:r>
        <w:t>207.1375</w:t>
      </w:r>
      <w:r>
        <w:tab/>
        <w:t>3.930e0</w:t>
      </w:r>
    </w:p>
    <w:p w14:paraId="350222BB" w14:textId="77777777" w:rsidR="006D4449" w:rsidRDefault="006D4449" w:rsidP="006D4449">
      <w:r>
        <w:t>207.1431</w:t>
      </w:r>
      <w:r>
        <w:tab/>
        <w:t>3.301e0</w:t>
      </w:r>
    </w:p>
    <w:p w14:paraId="2DFB2F95" w14:textId="77777777" w:rsidR="006D4449" w:rsidRDefault="006D4449" w:rsidP="006D4449">
      <w:r>
        <w:t>207.1593</w:t>
      </w:r>
      <w:r>
        <w:tab/>
        <w:t>2.852e0</w:t>
      </w:r>
    </w:p>
    <w:p w14:paraId="185D4431" w14:textId="77777777" w:rsidR="006D4449" w:rsidRDefault="006D4449" w:rsidP="006D4449">
      <w:r>
        <w:t>207.1634</w:t>
      </w:r>
      <w:r>
        <w:tab/>
        <w:t>3.038e0</w:t>
      </w:r>
    </w:p>
    <w:p w14:paraId="4D0DD634" w14:textId="77777777" w:rsidR="006D4449" w:rsidRDefault="006D4449" w:rsidP="006D4449">
      <w:r>
        <w:t>207.1775</w:t>
      </w:r>
      <w:r>
        <w:tab/>
        <w:t>4.051e0</w:t>
      </w:r>
    </w:p>
    <w:p w14:paraId="26DF70E5" w14:textId="77777777" w:rsidR="006D4449" w:rsidRDefault="006D4449" w:rsidP="006D4449">
      <w:r>
        <w:t>207.1852</w:t>
      </w:r>
      <w:r>
        <w:tab/>
        <w:t>1.013e0</w:t>
      </w:r>
    </w:p>
    <w:p w14:paraId="64FAB929" w14:textId="77777777" w:rsidR="006D4449" w:rsidRDefault="006D4449" w:rsidP="006D4449">
      <w:r>
        <w:t>207.2194</w:t>
      </w:r>
      <w:r>
        <w:tab/>
        <w:t>1.013e0</w:t>
      </w:r>
    </w:p>
    <w:p w14:paraId="019E4E0A" w14:textId="77777777" w:rsidR="006D4449" w:rsidRDefault="006D4449" w:rsidP="006D4449">
      <w:r>
        <w:t>207.2231</w:t>
      </w:r>
      <w:r>
        <w:tab/>
        <w:t>1.013e0</w:t>
      </w:r>
    </w:p>
    <w:p w14:paraId="31247794" w14:textId="77777777" w:rsidR="006D4449" w:rsidRDefault="006D4449" w:rsidP="006D4449">
      <w:r>
        <w:t>207.2353</w:t>
      </w:r>
      <w:r>
        <w:tab/>
        <w:t>2.025e0</w:t>
      </w:r>
    </w:p>
    <w:p w14:paraId="5F0C271B" w14:textId="77777777" w:rsidR="006D4449" w:rsidRDefault="006D4449" w:rsidP="006D4449">
      <w:r>
        <w:t>207.2499</w:t>
      </w:r>
      <w:r>
        <w:tab/>
        <w:t>3.628e0</w:t>
      </w:r>
    </w:p>
    <w:p w14:paraId="704520F1" w14:textId="77777777" w:rsidR="006D4449" w:rsidRDefault="006D4449" w:rsidP="006D4449">
      <w:r>
        <w:t>207.2589</w:t>
      </w:r>
      <w:r>
        <w:tab/>
        <w:t>3.038e0</w:t>
      </w:r>
    </w:p>
    <w:p w14:paraId="270DB5E3" w14:textId="77777777" w:rsidR="006D4449" w:rsidRDefault="006D4449" w:rsidP="006D4449">
      <w:r>
        <w:t>207.2664</w:t>
      </w:r>
      <w:r>
        <w:tab/>
        <w:t>3.038e0</w:t>
      </w:r>
    </w:p>
    <w:p w14:paraId="54079483" w14:textId="77777777" w:rsidR="006D4449" w:rsidRDefault="006D4449" w:rsidP="006D4449">
      <w:r>
        <w:lastRenderedPageBreak/>
        <w:t>207.2801</w:t>
      </w:r>
      <w:r>
        <w:tab/>
        <w:t>3.038e0</w:t>
      </w:r>
    </w:p>
    <w:p w14:paraId="41D957A2" w14:textId="77777777" w:rsidR="006D4449" w:rsidRDefault="006D4449" w:rsidP="006D4449">
      <w:r>
        <w:t>207.3000</w:t>
      </w:r>
      <w:r>
        <w:tab/>
        <w:t>1.013e0</w:t>
      </w:r>
    </w:p>
    <w:p w14:paraId="4A03A6DC" w14:textId="77777777" w:rsidR="006D4449" w:rsidRDefault="006D4449" w:rsidP="006D4449">
      <w:r>
        <w:t>207.3149</w:t>
      </w:r>
      <w:r>
        <w:tab/>
        <w:t>1.013e0</w:t>
      </w:r>
    </w:p>
    <w:p w14:paraId="09252AEE" w14:textId="77777777" w:rsidR="006D4449" w:rsidRDefault="006D4449" w:rsidP="006D4449">
      <w:r>
        <w:t>207.3350</w:t>
      </w:r>
      <w:r>
        <w:tab/>
        <w:t>1.013e0</w:t>
      </w:r>
    </w:p>
    <w:p w14:paraId="71EC9A3D" w14:textId="77777777" w:rsidR="006D4449" w:rsidRDefault="006D4449" w:rsidP="006D4449">
      <w:r>
        <w:t>207.3388</w:t>
      </w:r>
      <w:r>
        <w:tab/>
        <w:t>1.013e0</w:t>
      </w:r>
    </w:p>
    <w:p w14:paraId="1CE615B1" w14:textId="77777777" w:rsidR="006D4449" w:rsidRDefault="006D4449" w:rsidP="006D4449">
      <w:r>
        <w:t>207.3525</w:t>
      </w:r>
      <w:r>
        <w:tab/>
        <w:t>4.051e0</w:t>
      </w:r>
    </w:p>
    <w:p w14:paraId="41DAE0C5" w14:textId="77777777" w:rsidR="006D4449" w:rsidRDefault="006D4449" w:rsidP="006D4449">
      <w:r>
        <w:t>207.3793</w:t>
      </w:r>
      <w:r>
        <w:tab/>
        <w:t>1.013e0</w:t>
      </w:r>
    </w:p>
    <w:p w14:paraId="04EDCB9F" w14:textId="77777777" w:rsidR="006D4449" w:rsidRDefault="006D4449" w:rsidP="006D4449">
      <w:r>
        <w:t>207.3858</w:t>
      </w:r>
      <w:r>
        <w:tab/>
        <w:t>2.025e0</w:t>
      </w:r>
    </w:p>
    <w:p w14:paraId="31A95560" w14:textId="77777777" w:rsidR="006D4449" w:rsidRDefault="006D4449" w:rsidP="006D4449">
      <w:r>
        <w:t>207.4060</w:t>
      </w:r>
      <w:r>
        <w:tab/>
        <w:t>1.013e0</w:t>
      </w:r>
    </w:p>
    <w:p w14:paraId="483D09B5" w14:textId="77777777" w:rsidR="006D4449" w:rsidRDefault="006D4449" w:rsidP="006D4449">
      <w:r>
        <w:t>207.4188</w:t>
      </w:r>
      <w:r>
        <w:tab/>
        <w:t>1.013e0</w:t>
      </w:r>
    </w:p>
    <w:p w14:paraId="68AA49AE" w14:textId="77777777" w:rsidR="006D4449" w:rsidRDefault="006D4449" w:rsidP="006D4449">
      <w:r>
        <w:t>207.4228</w:t>
      </w:r>
      <w:r>
        <w:tab/>
        <w:t>1.013e0</w:t>
      </w:r>
    </w:p>
    <w:p w14:paraId="67D98BC0" w14:textId="77777777" w:rsidR="006D4449" w:rsidRDefault="006D4449" w:rsidP="006D4449">
      <w:r>
        <w:t>207.4461</w:t>
      </w:r>
      <w:r>
        <w:tab/>
        <w:t>1.013e0</w:t>
      </w:r>
    </w:p>
    <w:p w14:paraId="1FD3220A" w14:textId="77777777" w:rsidR="006D4449" w:rsidRDefault="006D4449" w:rsidP="006D4449">
      <w:r>
        <w:t>207.4494</w:t>
      </w:r>
      <w:r>
        <w:tab/>
        <w:t>2.025e0</w:t>
      </w:r>
    </w:p>
    <w:p w14:paraId="01CD9295" w14:textId="77777777" w:rsidR="006D4449" w:rsidRDefault="006D4449" w:rsidP="006D4449">
      <w:r>
        <w:t>207.4696</w:t>
      </w:r>
      <w:r>
        <w:tab/>
        <w:t>2.025e0</w:t>
      </w:r>
    </w:p>
    <w:p w14:paraId="467D1367" w14:textId="77777777" w:rsidR="006D4449" w:rsidRDefault="006D4449" w:rsidP="006D4449">
      <w:r>
        <w:t>207.4799</w:t>
      </w:r>
      <w:r>
        <w:tab/>
        <w:t>1.013e0</w:t>
      </w:r>
    </w:p>
    <w:p w14:paraId="475E35E1" w14:textId="77777777" w:rsidR="006D4449" w:rsidRDefault="006D4449" w:rsidP="006D4449">
      <w:r>
        <w:t>207.5053</w:t>
      </w:r>
      <w:r>
        <w:tab/>
        <w:t>1.013e0</w:t>
      </w:r>
    </w:p>
    <w:p w14:paraId="0445D2F5" w14:textId="77777777" w:rsidR="006D4449" w:rsidRDefault="006D4449" w:rsidP="006D4449">
      <w:r>
        <w:t>207.5179</w:t>
      </w:r>
      <w:r>
        <w:tab/>
        <w:t>1.013e0</w:t>
      </w:r>
    </w:p>
    <w:p w14:paraId="05BAA8CB" w14:textId="77777777" w:rsidR="006D4449" w:rsidRDefault="006D4449" w:rsidP="006D4449">
      <w:r>
        <w:t>207.5219</w:t>
      </w:r>
      <w:r>
        <w:tab/>
        <w:t>1.013e0</w:t>
      </w:r>
    </w:p>
    <w:p w14:paraId="64EA3887" w14:textId="77777777" w:rsidR="006D4449" w:rsidRDefault="006D4449" w:rsidP="006D4449">
      <w:r>
        <w:t>207.5571</w:t>
      </w:r>
      <w:r>
        <w:tab/>
        <w:t>1.013e0</w:t>
      </w:r>
    </w:p>
    <w:p w14:paraId="08878982" w14:textId="77777777" w:rsidR="006D4449" w:rsidRDefault="006D4449" w:rsidP="006D4449">
      <w:r>
        <w:lastRenderedPageBreak/>
        <w:t>207.5637</w:t>
      </w:r>
      <w:r>
        <w:tab/>
        <w:t>1.013e0</w:t>
      </w:r>
    </w:p>
    <w:p w14:paraId="52B2FA5F" w14:textId="77777777" w:rsidR="006D4449" w:rsidRDefault="006D4449" w:rsidP="006D4449">
      <w:r>
        <w:t>207.5712</w:t>
      </w:r>
      <w:r>
        <w:tab/>
        <w:t>2.025e0</w:t>
      </w:r>
    </w:p>
    <w:p w14:paraId="373BE68E" w14:textId="77777777" w:rsidR="006D4449" w:rsidRDefault="006D4449" w:rsidP="006D4449">
      <w:r>
        <w:t>207.5759</w:t>
      </w:r>
      <w:r>
        <w:tab/>
        <w:t>1.013e0</w:t>
      </w:r>
    </w:p>
    <w:p w14:paraId="10089979" w14:textId="77777777" w:rsidR="006D4449" w:rsidRDefault="006D4449" w:rsidP="006D4449">
      <w:r>
        <w:t>207.5977</w:t>
      </w:r>
      <w:r>
        <w:tab/>
        <w:t>1.013e0</w:t>
      </w:r>
    </w:p>
    <w:p w14:paraId="34F4802A" w14:textId="77777777" w:rsidR="006D4449" w:rsidRDefault="006D4449" w:rsidP="006D4449">
      <w:r>
        <w:t>207.6154</w:t>
      </w:r>
      <w:r>
        <w:tab/>
        <w:t>2.025e0</w:t>
      </w:r>
    </w:p>
    <w:p w14:paraId="22E5907E" w14:textId="77777777" w:rsidR="006D4449" w:rsidRDefault="006D4449" w:rsidP="006D4449">
      <w:r>
        <w:t>207.6201</w:t>
      </w:r>
      <w:r>
        <w:tab/>
        <w:t>1.013e0</w:t>
      </w:r>
    </w:p>
    <w:p w14:paraId="5BE50551" w14:textId="77777777" w:rsidR="006D4449" w:rsidRDefault="006D4449" w:rsidP="006D4449">
      <w:r>
        <w:t>207.6408</w:t>
      </w:r>
      <w:r>
        <w:tab/>
        <w:t>1.013e0</w:t>
      </w:r>
    </w:p>
    <w:p w14:paraId="7C09E291" w14:textId="77777777" w:rsidR="006D4449" w:rsidRDefault="006D4449" w:rsidP="006D4449">
      <w:r>
        <w:t>207.6439</w:t>
      </w:r>
      <w:r>
        <w:tab/>
        <w:t>1.013e0</w:t>
      </w:r>
    </w:p>
    <w:p w14:paraId="2245D554" w14:textId="77777777" w:rsidR="006D4449" w:rsidRDefault="006D4449" w:rsidP="006D4449">
      <w:r>
        <w:t>207.6536</w:t>
      </w:r>
      <w:r>
        <w:tab/>
        <w:t>2.025e0</w:t>
      </w:r>
    </w:p>
    <w:p w14:paraId="6C15CCB5" w14:textId="77777777" w:rsidR="006D4449" w:rsidRDefault="006D4449" w:rsidP="006D4449">
      <w:r>
        <w:t>207.6682</w:t>
      </w:r>
      <w:r>
        <w:tab/>
        <w:t>1.013e0</w:t>
      </w:r>
    </w:p>
    <w:p w14:paraId="1B5B29C0" w14:textId="77777777" w:rsidR="006D4449" w:rsidRDefault="006D4449" w:rsidP="006D4449">
      <w:r>
        <w:t>207.6757</w:t>
      </w:r>
      <w:r>
        <w:tab/>
        <w:t>1.013e0</w:t>
      </w:r>
    </w:p>
    <w:p w14:paraId="135D771B" w14:textId="77777777" w:rsidR="006D4449" w:rsidRDefault="006D4449" w:rsidP="006D4449">
      <w:r>
        <w:t>207.6794</w:t>
      </w:r>
      <w:r>
        <w:tab/>
        <w:t>1.013e0</w:t>
      </w:r>
    </w:p>
    <w:p w14:paraId="03AEFDCF" w14:textId="77777777" w:rsidR="006D4449" w:rsidRDefault="006D4449" w:rsidP="006D4449">
      <w:r>
        <w:t>207.6861</w:t>
      </w:r>
      <w:r>
        <w:tab/>
        <w:t>1.013e0</w:t>
      </w:r>
    </w:p>
    <w:p w14:paraId="6B4BAE1C" w14:textId="77777777" w:rsidR="006D4449" w:rsidRDefault="006D4449" w:rsidP="006D4449">
      <w:r>
        <w:t>207.6977</w:t>
      </w:r>
      <w:r>
        <w:tab/>
        <w:t>5.063e0</w:t>
      </w:r>
    </w:p>
    <w:p w14:paraId="5163660D" w14:textId="77777777" w:rsidR="006D4449" w:rsidRDefault="006D4449" w:rsidP="006D4449">
      <w:r>
        <w:t>207.7058</w:t>
      </w:r>
      <w:r>
        <w:tab/>
        <w:t>1.013e0</w:t>
      </w:r>
    </w:p>
    <w:p w14:paraId="6D4EE08E" w14:textId="77777777" w:rsidR="006D4449" w:rsidRDefault="006D4449" w:rsidP="006D4449">
      <w:r>
        <w:t>207.7312</w:t>
      </w:r>
      <w:r>
        <w:tab/>
        <w:t>1.013e0</w:t>
      </w:r>
    </w:p>
    <w:p w14:paraId="06098DA4" w14:textId="77777777" w:rsidR="006D4449" w:rsidRDefault="006D4449" w:rsidP="006D4449">
      <w:r>
        <w:t>207.7370</w:t>
      </w:r>
      <w:r>
        <w:tab/>
        <w:t>2.275e0</w:t>
      </w:r>
    </w:p>
    <w:p w14:paraId="378B8F57" w14:textId="77777777" w:rsidR="006D4449" w:rsidRDefault="006D4449" w:rsidP="006D4449">
      <w:r>
        <w:t>207.7449</w:t>
      </w:r>
      <w:r>
        <w:tab/>
        <w:t>3.038e0</w:t>
      </w:r>
    </w:p>
    <w:p w14:paraId="0006D061" w14:textId="77777777" w:rsidR="006D4449" w:rsidRDefault="006D4449" w:rsidP="006D4449">
      <w:r>
        <w:t>207.7637</w:t>
      </w:r>
      <w:r>
        <w:tab/>
        <w:t>1.013e0</w:t>
      </w:r>
    </w:p>
    <w:p w14:paraId="2074CF90" w14:textId="77777777" w:rsidR="006D4449" w:rsidRDefault="006D4449" w:rsidP="006D4449">
      <w:r>
        <w:lastRenderedPageBreak/>
        <w:t>207.7677</w:t>
      </w:r>
      <w:r>
        <w:tab/>
        <w:t>1.013e0</w:t>
      </w:r>
    </w:p>
    <w:p w14:paraId="3C4B953D" w14:textId="77777777" w:rsidR="006D4449" w:rsidRDefault="006D4449" w:rsidP="006D4449">
      <w:r>
        <w:t>207.7941</w:t>
      </w:r>
      <w:r>
        <w:tab/>
        <w:t>4.051e0</w:t>
      </w:r>
    </w:p>
    <w:p w14:paraId="3AA9290A" w14:textId="77777777" w:rsidR="006D4449" w:rsidRDefault="006D4449" w:rsidP="006D4449">
      <w:r>
        <w:t>207.8056</w:t>
      </w:r>
      <w:r>
        <w:tab/>
        <w:t>2.025e0</w:t>
      </w:r>
    </w:p>
    <w:p w14:paraId="06984359" w14:textId="77777777" w:rsidR="006D4449" w:rsidRDefault="006D4449" w:rsidP="006D4449">
      <w:r>
        <w:t>207.8085</w:t>
      </w:r>
      <w:r>
        <w:tab/>
        <w:t>1.013e0</w:t>
      </w:r>
    </w:p>
    <w:p w14:paraId="1A5C513A" w14:textId="77777777" w:rsidR="006D4449" w:rsidRDefault="006D4449" w:rsidP="006D4449">
      <w:r>
        <w:t>207.8207</w:t>
      </w:r>
      <w:r>
        <w:tab/>
        <w:t>2.025e0</w:t>
      </w:r>
    </w:p>
    <w:p w14:paraId="62A4D1C5" w14:textId="77777777" w:rsidR="006D4449" w:rsidRDefault="006D4449" w:rsidP="006D4449">
      <w:r>
        <w:t>207.8289</w:t>
      </w:r>
      <w:r>
        <w:tab/>
        <w:t>5.063e0</w:t>
      </w:r>
    </w:p>
    <w:p w14:paraId="68105924" w14:textId="77777777" w:rsidR="006D4449" w:rsidRDefault="006D4449" w:rsidP="006D4449">
      <w:r>
        <w:t>207.8338</w:t>
      </w:r>
      <w:r>
        <w:tab/>
        <w:t>4.444e0</w:t>
      </w:r>
    </w:p>
    <w:p w14:paraId="5638AD77" w14:textId="77777777" w:rsidR="006D4449" w:rsidRDefault="006D4449" w:rsidP="006D4449">
      <w:r>
        <w:t>207.8471</w:t>
      </w:r>
      <w:r>
        <w:tab/>
        <w:t>1.013e0</w:t>
      </w:r>
    </w:p>
    <w:p w14:paraId="5763A3F1" w14:textId="77777777" w:rsidR="006D4449" w:rsidRDefault="006D4449" w:rsidP="006D4449">
      <w:r>
        <w:t>207.8535</w:t>
      </w:r>
      <w:r>
        <w:tab/>
        <w:t>2.025e0</w:t>
      </w:r>
    </w:p>
    <w:p w14:paraId="24953C1B" w14:textId="77777777" w:rsidR="006D4449" w:rsidRDefault="006D4449" w:rsidP="006D4449">
      <w:r>
        <w:t>207.8669</w:t>
      </w:r>
      <w:r>
        <w:tab/>
        <w:t>1.013e0</w:t>
      </w:r>
    </w:p>
    <w:p w14:paraId="0C2F8C56" w14:textId="77777777" w:rsidR="006D4449" w:rsidRDefault="006D4449" w:rsidP="006D4449">
      <w:r>
        <w:t>207.8804</w:t>
      </w:r>
      <w:r>
        <w:tab/>
        <w:t>3.038e0</w:t>
      </w:r>
    </w:p>
    <w:p w14:paraId="17277F62" w14:textId="77777777" w:rsidR="006D4449" w:rsidRDefault="006D4449" w:rsidP="006D4449">
      <w:r>
        <w:t>207.8904</w:t>
      </w:r>
      <w:r>
        <w:tab/>
        <w:t>1.013e0</w:t>
      </w:r>
    </w:p>
    <w:p w14:paraId="614E98A8" w14:textId="77777777" w:rsidR="006D4449" w:rsidRDefault="006D4449" w:rsidP="006D4449">
      <w:r>
        <w:t>207.9234</w:t>
      </w:r>
      <w:r>
        <w:tab/>
        <w:t>1.013e0</w:t>
      </w:r>
    </w:p>
    <w:p w14:paraId="1F435EDE" w14:textId="77777777" w:rsidR="006D4449" w:rsidRDefault="006D4449" w:rsidP="006D4449">
      <w:r>
        <w:t>207.9428</w:t>
      </w:r>
      <w:r>
        <w:tab/>
        <w:t>3.038e0</w:t>
      </w:r>
    </w:p>
    <w:p w14:paraId="769B2B75" w14:textId="77777777" w:rsidR="006D4449" w:rsidRDefault="006D4449" w:rsidP="006D4449">
      <w:r>
        <w:t>207.9468</w:t>
      </w:r>
      <w:r>
        <w:tab/>
        <w:t>2.025e0</w:t>
      </w:r>
    </w:p>
    <w:p w14:paraId="39DF2C47" w14:textId="77777777" w:rsidR="006D4449" w:rsidRDefault="006D4449" w:rsidP="006D4449">
      <w:r>
        <w:t>207.9582</w:t>
      </w:r>
      <w:r>
        <w:tab/>
        <w:t>2.025e0</w:t>
      </w:r>
    </w:p>
    <w:p w14:paraId="41B27489" w14:textId="77777777" w:rsidR="006D4449" w:rsidRDefault="006D4449" w:rsidP="006D4449">
      <w:r>
        <w:t>207.9655</w:t>
      </w:r>
      <w:r>
        <w:tab/>
        <w:t>2.025e0</w:t>
      </w:r>
    </w:p>
    <w:p w14:paraId="762D9651" w14:textId="77777777" w:rsidR="006D4449" w:rsidRDefault="006D4449" w:rsidP="006D4449">
      <w:r>
        <w:t>207.9722</w:t>
      </w:r>
      <w:r>
        <w:tab/>
        <w:t>2.025e0</w:t>
      </w:r>
    </w:p>
    <w:p w14:paraId="4DEC8681" w14:textId="77777777" w:rsidR="006D4449" w:rsidRDefault="006D4449" w:rsidP="006D4449">
      <w:r>
        <w:t>208.0415</w:t>
      </w:r>
      <w:r>
        <w:tab/>
        <w:t>8.732e2</w:t>
      </w:r>
    </w:p>
    <w:p w14:paraId="05F0DE0E" w14:textId="77777777" w:rsidR="006D4449" w:rsidRDefault="006D4449" w:rsidP="006D4449">
      <w:r>
        <w:lastRenderedPageBreak/>
        <w:t>208.0930</w:t>
      </w:r>
      <w:r>
        <w:tab/>
        <w:t>5.108e0</w:t>
      </w:r>
    </w:p>
    <w:p w14:paraId="048374BD" w14:textId="77777777" w:rsidR="006D4449" w:rsidRDefault="006D4449" w:rsidP="006D4449">
      <w:r>
        <w:t>208.1017</w:t>
      </w:r>
      <w:r>
        <w:tab/>
        <w:t>8.101e0</w:t>
      </w:r>
    </w:p>
    <w:p w14:paraId="42222C3C" w14:textId="77777777" w:rsidR="006D4449" w:rsidRDefault="006D4449" w:rsidP="006D4449">
      <w:r>
        <w:t>208.1052</w:t>
      </w:r>
      <w:r>
        <w:tab/>
        <w:t>8.106e0</w:t>
      </w:r>
    </w:p>
    <w:p w14:paraId="3407CEC4" w14:textId="77777777" w:rsidR="006D4449" w:rsidRDefault="006D4449" w:rsidP="006D4449">
      <w:r>
        <w:t>208.1129</w:t>
      </w:r>
      <w:r>
        <w:tab/>
        <w:t>6.405e0</w:t>
      </w:r>
    </w:p>
    <w:p w14:paraId="2A940E4B" w14:textId="77777777" w:rsidR="006D4449" w:rsidRDefault="006D4449" w:rsidP="006D4449">
      <w:r>
        <w:t>208.1202</w:t>
      </w:r>
      <w:r>
        <w:tab/>
        <w:t>4.634e0</w:t>
      </w:r>
    </w:p>
    <w:p w14:paraId="0CF52BF7" w14:textId="77777777" w:rsidR="006D4449" w:rsidRDefault="006D4449" w:rsidP="006D4449">
      <w:r>
        <w:t>208.1306</w:t>
      </w:r>
      <w:r>
        <w:tab/>
        <w:t>3.883e0</w:t>
      </w:r>
    </w:p>
    <w:p w14:paraId="34A4589B" w14:textId="77777777" w:rsidR="006D4449" w:rsidRDefault="006D4449" w:rsidP="006D4449">
      <w:r>
        <w:t>208.1537</w:t>
      </w:r>
      <w:r>
        <w:tab/>
        <w:t>1.215e1</w:t>
      </w:r>
    </w:p>
    <w:p w14:paraId="1FE7FCCA" w14:textId="77777777" w:rsidR="006D4449" w:rsidRDefault="006D4449" w:rsidP="006D4449">
      <w:r>
        <w:t>208.1564</w:t>
      </w:r>
      <w:r>
        <w:tab/>
        <w:t>7.651e0</w:t>
      </w:r>
    </w:p>
    <w:p w14:paraId="21D999FE" w14:textId="77777777" w:rsidR="006D4449" w:rsidRDefault="006D4449" w:rsidP="006D4449">
      <w:r>
        <w:t>208.1585</w:t>
      </w:r>
      <w:r>
        <w:tab/>
        <w:t>9.751e0</w:t>
      </w:r>
    </w:p>
    <w:p w14:paraId="33F55920" w14:textId="77777777" w:rsidR="006D4449" w:rsidRDefault="006D4449" w:rsidP="006D4449">
      <w:r>
        <w:t>208.1615</w:t>
      </w:r>
      <w:r>
        <w:tab/>
        <w:t>8.848e0</w:t>
      </w:r>
    </w:p>
    <w:p w14:paraId="6668EEC6" w14:textId="77777777" w:rsidR="006D4449" w:rsidRDefault="006D4449" w:rsidP="006D4449">
      <w:r>
        <w:t>208.1721</w:t>
      </w:r>
      <w:r>
        <w:tab/>
        <w:t>4.372e0</w:t>
      </w:r>
    </w:p>
    <w:p w14:paraId="629D0D13" w14:textId="77777777" w:rsidR="006D4449" w:rsidRDefault="006D4449" w:rsidP="006D4449">
      <w:r>
        <w:t>208.1809</w:t>
      </w:r>
      <w:r>
        <w:tab/>
        <w:t>2.025e0</w:t>
      </w:r>
    </w:p>
    <w:p w14:paraId="3E0B885D" w14:textId="77777777" w:rsidR="006D4449" w:rsidRDefault="006D4449" w:rsidP="006D4449">
      <w:r>
        <w:t>208.1926</w:t>
      </w:r>
      <w:r>
        <w:tab/>
        <w:t>2.025e0</w:t>
      </w:r>
    </w:p>
    <w:p w14:paraId="5B7B384B" w14:textId="77777777" w:rsidR="006D4449" w:rsidRDefault="006D4449" w:rsidP="006D4449">
      <w:r>
        <w:t>208.1950</w:t>
      </w:r>
      <w:r>
        <w:tab/>
        <w:t>5.063e0</w:t>
      </w:r>
    </w:p>
    <w:p w14:paraId="212B6D4A" w14:textId="77777777" w:rsidR="006D4449" w:rsidRDefault="006D4449" w:rsidP="006D4449">
      <w:r>
        <w:t>208.2046</w:t>
      </w:r>
      <w:r>
        <w:tab/>
        <w:t>1.013e0</w:t>
      </w:r>
    </w:p>
    <w:p w14:paraId="1A0C73C5" w14:textId="77777777" w:rsidR="006D4449" w:rsidRDefault="006D4449" w:rsidP="006D4449">
      <w:r>
        <w:t>208.2275</w:t>
      </w:r>
      <w:r>
        <w:tab/>
        <w:t>1.013e0</w:t>
      </w:r>
    </w:p>
    <w:p w14:paraId="6AC215C5" w14:textId="77777777" w:rsidR="006D4449" w:rsidRDefault="006D4449" w:rsidP="006D4449">
      <w:r>
        <w:t>208.2304</w:t>
      </w:r>
      <w:r>
        <w:tab/>
        <w:t>1.013e0</w:t>
      </w:r>
    </w:p>
    <w:p w14:paraId="32CA122A" w14:textId="77777777" w:rsidR="006D4449" w:rsidRDefault="006D4449" w:rsidP="006D4449">
      <w:r>
        <w:t>208.2342</w:t>
      </w:r>
      <w:r>
        <w:tab/>
        <w:t>2.025e0</w:t>
      </w:r>
    </w:p>
    <w:p w14:paraId="0D27A8CE" w14:textId="77777777" w:rsidR="006D4449" w:rsidRDefault="006D4449" w:rsidP="006D4449">
      <w:r>
        <w:t>208.2502</w:t>
      </w:r>
      <w:r>
        <w:tab/>
        <w:t>1.013e0</w:t>
      </w:r>
    </w:p>
    <w:p w14:paraId="4583AE9E" w14:textId="77777777" w:rsidR="006D4449" w:rsidRDefault="006D4449" w:rsidP="006D4449">
      <w:r>
        <w:lastRenderedPageBreak/>
        <w:t>208.2653</w:t>
      </w:r>
      <w:r>
        <w:tab/>
        <w:t>1.013e0</w:t>
      </w:r>
    </w:p>
    <w:p w14:paraId="67CEBDAF" w14:textId="77777777" w:rsidR="006D4449" w:rsidRDefault="006D4449" w:rsidP="006D4449">
      <w:r>
        <w:t>208.2709</w:t>
      </w:r>
      <w:r>
        <w:tab/>
        <w:t>2.025e0</w:t>
      </w:r>
    </w:p>
    <w:p w14:paraId="014FDE0F" w14:textId="77777777" w:rsidR="006D4449" w:rsidRDefault="006D4449" w:rsidP="006D4449">
      <w:r>
        <w:t>208.2872</w:t>
      </w:r>
      <w:r>
        <w:tab/>
        <w:t>1.013e0</w:t>
      </w:r>
    </w:p>
    <w:p w14:paraId="7006A61C" w14:textId="77777777" w:rsidR="006D4449" w:rsidRDefault="006D4449" w:rsidP="006D4449">
      <w:r>
        <w:t>208.2960</w:t>
      </w:r>
      <w:r>
        <w:tab/>
        <w:t>1.013e0</w:t>
      </w:r>
    </w:p>
    <w:p w14:paraId="4A1F7702" w14:textId="77777777" w:rsidR="006D4449" w:rsidRDefault="006D4449" w:rsidP="006D4449">
      <w:r>
        <w:t>208.3078</w:t>
      </w:r>
      <w:r>
        <w:tab/>
        <w:t>3.038e0</w:t>
      </w:r>
    </w:p>
    <w:p w14:paraId="34257041" w14:textId="77777777" w:rsidR="006D4449" w:rsidRDefault="006D4449" w:rsidP="006D4449">
      <w:r>
        <w:t>208.3442</w:t>
      </w:r>
      <w:r>
        <w:tab/>
        <w:t>5.063e0</w:t>
      </w:r>
    </w:p>
    <w:p w14:paraId="1B503001" w14:textId="77777777" w:rsidR="006D4449" w:rsidRDefault="006D4449" w:rsidP="006D4449">
      <w:r>
        <w:t>208.3728</w:t>
      </w:r>
      <w:r>
        <w:tab/>
        <w:t>3.038e0</w:t>
      </w:r>
    </w:p>
    <w:p w14:paraId="6E4E474A" w14:textId="77777777" w:rsidR="006D4449" w:rsidRDefault="006D4449" w:rsidP="006D4449">
      <w:r>
        <w:t>208.3990</w:t>
      </w:r>
      <w:r>
        <w:tab/>
        <w:t>3.038e0</w:t>
      </w:r>
    </w:p>
    <w:p w14:paraId="4C11D32D" w14:textId="77777777" w:rsidR="006D4449" w:rsidRDefault="006D4449" w:rsidP="006D4449">
      <w:r>
        <w:t>208.4349</w:t>
      </w:r>
      <w:r>
        <w:tab/>
        <w:t>1.013e0</w:t>
      </w:r>
    </w:p>
    <w:p w14:paraId="62DF3166" w14:textId="77777777" w:rsidR="006D4449" w:rsidRDefault="006D4449" w:rsidP="006D4449">
      <w:r>
        <w:t>208.4419</w:t>
      </w:r>
      <w:r>
        <w:tab/>
        <w:t>2.025e0</w:t>
      </w:r>
    </w:p>
    <w:p w14:paraId="2776FDE8" w14:textId="77777777" w:rsidR="006D4449" w:rsidRDefault="006D4449" w:rsidP="006D4449">
      <w:r>
        <w:t>208.4452</w:t>
      </w:r>
      <w:r>
        <w:tab/>
        <w:t>1.013e0</w:t>
      </w:r>
    </w:p>
    <w:p w14:paraId="1AF77DAF" w14:textId="77777777" w:rsidR="006D4449" w:rsidRDefault="006D4449" w:rsidP="006D4449">
      <w:r>
        <w:t>208.4480</w:t>
      </w:r>
      <w:r>
        <w:tab/>
        <w:t>2.025e0</w:t>
      </w:r>
    </w:p>
    <w:p w14:paraId="239D523B" w14:textId="77777777" w:rsidR="006D4449" w:rsidRDefault="006D4449" w:rsidP="006D4449">
      <w:r>
        <w:t>208.4612</w:t>
      </w:r>
      <w:r>
        <w:tab/>
        <w:t>1.013e0</w:t>
      </w:r>
    </w:p>
    <w:p w14:paraId="656868FD" w14:textId="77777777" w:rsidR="006D4449" w:rsidRDefault="006D4449" w:rsidP="006D4449">
      <w:r>
        <w:t>208.4641</w:t>
      </w:r>
      <w:r>
        <w:tab/>
        <w:t>1.013e0</w:t>
      </w:r>
    </w:p>
    <w:p w14:paraId="71909DA8" w14:textId="77777777" w:rsidR="006D4449" w:rsidRDefault="006D4449" w:rsidP="006D4449">
      <w:r>
        <w:t>208.4679</w:t>
      </w:r>
      <w:r>
        <w:tab/>
        <w:t>1.013e0</w:t>
      </w:r>
    </w:p>
    <w:p w14:paraId="53FD1783" w14:textId="77777777" w:rsidR="006D4449" w:rsidRDefault="006D4449" w:rsidP="006D4449">
      <w:r>
        <w:t>208.4801</w:t>
      </w:r>
      <w:r>
        <w:tab/>
        <w:t>1.013e0</w:t>
      </w:r>
    </w:p>
    <w:p w14:paraId="2F7BE292" w14:textId="77777777" w:rsidR="006D4449" w:rsidRDefault="006D4449" w:rsidP="006D4449">
      <w:r>
        <w:t>208.4876</w:t>
      </w:r>
      <w:r>
        <w:tab/>
        <w:t>2.025e0</w:t>
      </w:r>
    </w:p>
    <w:p w14:paraId="3EAFB6AF" w14:textId="77777777" w:rsidR="006D4449" w:rsidRDefault="006D4449" w:rsidP="006D4449">
      <w:r>
        <w:t>208.5071</w:t>
      </w:r>
      <w:r>
        <w:tab/>
        <w:t>3.038e0</w:t>
      </w:r>
    </w:p>
    <w:p w14:paraId="76002187" w14:textId="77777777" w:rsidR="006D4449" w:rsidRDefault="006D4449" w:rsidP="006D4449">
      <w:r>
        <w:t>208.5110</w:t>
      </w:r>
      <w:r>
        <w:tab/>
        <w:t>4.051e0</w:t>
      </w:r>
    </w:p>
    <w:p w14:paraId="7E131C98" w14:textId="77777777" w:rsidR="006D4449" w:rsidRDefault="006D4449" w:rsidP="006D4449">
      <w:r>
        <w:lastRenderedPageBreak/>
        <w:t>208.5298</w:t>
      </w:r>
      <w:r>
        <w:tab/>
        <w:t>1.013e0</w:t>
      </w:r>
    </w:p>
    <w:p w14:paraId="3E3CEA6E" w14:textId="77777777" w:rsidR="006D4449" w:rsidRDefault="006D4449" w:rsidP="006D4449">
      <w:r>
        <w:t>208.5394</w:t>
      </w:r>
      <w:r>
        <w:tab/>
        <w:t>2.025e0</w:t>
      </w:r>
    </w:p>
    <w:p w14:paraId="41FA5780" w14:textId="77777777" w:rsidR="006D4449" w:rsidRDefault="006D4449" w:rsidP="006D4449">
      <w:r>
        <w:t>208.5423</w:t>
      </w:r>
      <w:r>
        <w:tab/>
        <w:t>1.013e0</w:t>
      </w:r>
    </w:p>
    <w:p w14:paraId="3BFBA5AA" w14:textId="77777777" w:rsidR="006D4449" w:rsidRDefault="006D4449" w:rsidP="006D4449">
      <w:r>
        <w:t>208.5461</w:t>
      </w:r>
      <w:r>
        <w:tab/>
        <w:t>1.013e0</w:t>
      </w:r>
    </w:p>
    <w:p w14:paraId="400F2E45" w14:textId="77777777" w:rsidR="006D4449" w:rsidRDefault="006D4449" w:rsidP="006D4449">
      <w:r>
        <w:t>208.5509</w:t>
      </w:r>
      <w:r>
        <w:tab/>
        <w:t>2.025e0</w:t>
      </w:r>
    </w:p>
    <w:p w14:paraId="216ED9CC" w14:textId="77777777" w:rsidR="006D4449" w:rsidRDefault="006D4449" w:rsidP="006D4449">
      <w:r>
        <w:t>208.5555</w:t>
      </w:r>
      <w:r>
        <w:tab/>
        <w:t>2.025e0</w:t>
      </w:r>
    </w:p>
    <w:p w14:paraId="34A61A96" w14:textId="77777777" w:rsidR="006D4449" w:rsidRDefault="006D4449" w:rsidP="006D4449">
      <w:r>
        <w:t>208.5678</w:t>
      </w:r>
      <w:r>
        <w:tab/>
        <w:t>1.013e0</w:t>
      </w:r>
    </w:p>
    <w:p w14:paraId="6356BE2A" w14:textId="77777777" w:rsidR="006D4449" w:rsidRDefault="006D4449" w:rsidP="006D4449">
      <w:r>
        <w:t>208.5754</w:t>
      </w:r>
      <w:r>
        <w:tab/>
        <w:t>1.013e0</w:t>
      </w:r>
    </w:p>
    <w:p w14:paraId="11CA2AA7" w14:textId="77777777" w:rsidR="006D4449" w:rsidRDefault="006D4449" w:rsidP="006D4449">
      <w:r>
        <w:t>208.5781</w:t>
      </w:r>
      <w:r>
        <w:tab/>
        <w:t>2.025e0</w:t>
      </w:r>
    </w:p>
    <w:p w14:paraId="13D2F088" w14:textId="77777777" w:rsidR="006D4449" w:rsidRDefault="006D4449" w:rsidP="006D4449">
      <w:r>
        <w:t>208.5838</w:t>
      </w:r>
      <w:r>
        <w:tab/>
        <w:t>3.038e0</w:t>
      </w:r>
    </w:p>
    <w:p w14:paraId="1E625D29" w14:textId="77777777" w:rsidR="006D4449" w:rsidRDefault="006D4449" w:rsidP="006D4449">
      <w:r>
        <w:t>208.5951</w:t>
      </w:r>
      <w:r>
        <w:tab/>
        <w:t>1.013e0</w:t>
      </w:r>
    </w:p>
    <w:p w14:paraId="3E9CB9DF" w14:textId="77777777" w:rsidR="006D4449" w:rsidRDefault="006D4449" w:rsidP="006D4449">
      <w:r>
        <w:t>208.6174</w:t>
      </w:r>
      <w:r>
        <w:tab/>
        <w:t>1.013e0</w:t>
      </w:r>
    </w:p>
    <w:p w14:paraId="1D9380E5" w14:textId="77777777" w:rsidR="006D4449" w:rsidRDefault="006D4449" w:rsidP="006D4449">
      <w:r>
        <w:t>208.6263</w:t>
      </w:r>
      <w:r>
        <w:tab/>
        <w:t>1.013e0</w:t>
      </w:r>
    </w:p>
    <w:p w14:paraId="3EC4A5B6" w14:textId="77777777" w:rsidR="006D4449" w:rsidRDefault="006D4449" w:rsidP="006D4449">
      <w:r>
        <w:t>208.6342</w:t>
      </w:r>
      <w:r>
        <w:tab/>
        <w:t>1.013e0</w:t>
      </w:r>
    </w:p>
    <w:p w14:paraId="19160CC3" w14:textId="77777777" w:rsidR="006D4449" w:rsidRDefault="006D4449" w:rsidP="006D4449">
      <w:r>
        <w:t>208.6411</w:t>
      </w:r>
      <w:r>
        <w:tab/>
        <w:t>2.025e0</w:t>
      </w:r>
    </w:p>
    <w:p w14:paraId="7DF45FEA" w14:textId="77777777" w:rsidR="006D4449" w:rsidRDefault="006D4449" w:rsidP="006D4449">
      <w:r>
        <w:t>208.6469</w:t>
      </w:r>
      <w:r>
        <w:tab/>
        <w:t>2.025e0</w:t>
      </w:r>
    </w:p>
    <w:p w14:paraId="2310945D" w14:textId="77777777" w:rsidR="006D4449" w:rsidRDefault="006D4449" w:rsidP="006D4449">
      <w:r>
        <w:t>208.6611</w:t>
      </w:r>
      <w:r>
        <w:tab/>
        <w:t>3.038e0</w:t>
      </w:r>
    </w:p>
    <w:p w14:paraId="4E186D1B" w14:textId="77777777" w:rsidR="006D4449" w:rsidRDefault="006D4449" w:rsidP="006D4449">
      <w:r>
        <w:t>208.6648</w:t>
      </w:r>
      <w:r>
        <w:tab/>
        <w:t>1.013e0</w:t>
      </w:r>
    </w:p>
    <w:p w14:paraId="1A1E7CED" w14:textId="77777777" w:rsidR="006D4449" w:rsidRDefault="006D4449" w:rsidP="006D4449">
      <w:r>
        <w:t>208.6715</w:t>
      </w:r>
      <w:r>
        <w:tab/>
        <w:t>1.013e0</w:t>
      </w:r>
    </w:p>
    <w:p w14:paraId="1EAB5AF4" w14:textId="77777777" w:rsidR="006D4449" w:rsidRDefault="006D4449" w:rsidP="006D4449">
      <w:r>
        <w:lastRenderedPageBreak/>
        <w:t>208.6866</w:t>
      </w:r>
      <w:r>
        <w:tab/>
        <w:t>1.013e0</w:t>
      </w:r>
    </w:p>
    <w:p w14:paraId="2ECD07BA" w14:textId="77777777" w:rsidR="006D4449" w:rsidRDefault="006D4449" w:rsidP="006D4449">
      <w:r>
        <w:t>208.6993</w:t>
      </w:r>
      <w:r>
        <w:tab/>
        <w:t>4.051e0</w:t>
      </w:r>
    </w:p>
    <w:p w14:paraId="0AAE302F" w14:textId="77777777" w:rsidR="006D4449" w:rsidRDefault="006D4449" w:rsidP="006D4449">
      <w:r>
        <w:t>208.7086</w:t>
      </w:r>
      <w:r>
        <w:tab/>
        <w:t>3.038e0</w:t>
      </w:r>
    </w:p>
    <w:p w14:paraId="577B24BC" w14:textId="77777777" w:rsidR="006D4449" w:rsidRDefault="006D4449" w:rsidP="006D4449">
      <w:r>
        <w:t>208.7100</w:t>
      </w:r>
      <w:r>
        <w:tab/>
        <w:t>1.013e0</w:t>
      </w:r>
    </w:p>
    <w:p w14:paraId="2A3D19D6" w14:textId="77777777" w:rsidR="006D4449" w:rsidRDefault="006D4449" w:rsidP="006D4449">
      <w:r>
        <w:t>208.7170</w:t>
      </w:r>
      <w:r>
        <w:tab/>
        <w:t>1.013e0</w:t>
      </w:r>
    </w:p>
    <w:p w14:paraId="051502E8" w14:textId="77777777" w:rsidR="006D4449" w:rsidRDefault="006D4449" w:rsidP="006D4449">
      <w:r>
        <w:t>208.7484</w:t>
      </w:r>
      <w:r>
        <w:tab/>
        <w:t>4.051e0</w:t>
      </w:r>
    </w:p>
    <w:p w14:paraId="121D41CB" w14:textId="77777777" w:rsidR="006D4449" w:rsidRDefault="006D4449" w:rsidP="006D4449">
      <w:r>
        <w:t>208.7527</w:t>
      </w:r>
      <w:r>
        <w:tab/>
        <w:t>1.013e0</w:t>
      </w:r>
    </w:p>
    <w:p w14:paraId="0771D57A" w14:textId="77777777" w:rsidR="006D4449" w:rsidRDefault="006D4449" w:rsidP="006D4449">
      <w:r>
        <w:t>208.7573</w:t>
      </w:r>
      <w:r>
        <w:tab/>
        <w:t>2.025e0</w:t>
      </w:r>
    </w:p>
    <w:p w14:paraId="35175CCC" w14:textId="77777777" w:rsidR="006D4449" w:rsidRDefault="006D4449" w:rsidP="006D4449">
      <w:r>
        <w:t>208.7836</w:t>
      </w:r>
      <w:r>
        <w:tab/>
        <w:t>1.013e0</w:t>
      </w:r>
    </w:p>
    <w:p w14:paraId="5C4FCFC8" w14:textId="77777777" w:rsidR="006D4449" w:rsidRDefault="006D4449" w:rsidP="006D4449">
      <w:r>
        <w:t>208.7866</w:t>
      </w:r>
      <w:r>
        <w:tab/>
        <w:t>1.621e0</w:t>
      </w:r>
    </w:p>
    <w:p w14:paraId="7CE3050B" w14:textId="77777777" w:rsidR="006D4449" w:rsidRDefault="006D4449" w:rsidP="006D4449">
      <w:r>
        <w:t>208.7893</w:t>
      </w:r>
      <w:r>
        <w:tab/>
        <w:t>5.063e0</w:t>
      </w:r>
    </w:p>
    <w:p w14:paraId="2C456B96" w14:textId="77777777" w:rsidR="006D4449" w:rsidRDefault="006D4449" w:rsidP="006D4449">
      <w:r>
        <w:t>208.8044</w:t>
      </w:r>
      <w:r>
        <w:tab/>
        <w:t>2.025e0</w:t>
      </w:r>
    </w:p>
    <w:p w14:paraId="7E3D253E" w14:textId="77777777" w:rsidR="006D4449" w:rsidRDefault="006D4449" w:rsidP="006D4449">
      <w:r>
        <w:t>208.8071</w:t>
      </w:r>
      <w:r>
        <w:tab/>
        <w:t>3.442e0</w:t>
      </w:r>
    </w:p>
    <w:p w14:paraId="0ACAADDE" w14:textId="77777777" w:rsidR="006D4449" w:rsidRDefault="006D4449" w:rsidP="006D4449">
      <w:r>
        <w:t>208.8138</w:t>
      </w:r>
      <w:r>
        <w:tab/>
        <w:t>1.013e0</w:t>
      </w:r>
    </w:p>
    <w:p w14:paraId="1C7CD852" w14:textId="77777777" w:rsidR="006D4449" w:rsidRDefault="006D4449" w:rsidP="006D4449">
      <w:r>
        <w:t>208.8166</w:t>
      </w:r>
      <w:r>
        <w:tab/>
        <w:t>1.013e0</w:t>
      </w:r>
    </w:p>
    <w:p w14:paraId="7C837DE1" w14:textId="77777777" w:rsidR="006D4449" w:rsidRDefault="006D4449" w:rsidP="006D4449">
      <w:r>
        <w:t>208.8218</w:t>
      </w:r>
      <w:r>
        <w:tab/>
        <w:t>3.038e0</w:t>
      </w:r>
    </w:p>
    <w:p w14:paraId="5B811480" w14:textId="77777777" w:rsidR="006D4449" w:rsidRDefault="006D4449" w:rsidP="006D4449">
      <w:r>
        <w:t>208.8334</w:t>
      </w:r>
      <w:r>
        <w:tab/>
        <w:t>1.013e0</w:t>
      </w:r>
    </w:p>
    <w:p w14:paraId="01FC64C5" w14:textId="77777777" w:rsidR="006D4449" w:rsidRDefault="006D4449" w:rsidP="006D4449">
      <w:r>
        <w:t>208.8384</w:t>
      </w:r>
      <w:r>
        <w:tab/>
        <w:t>2.025e0</w:t>
      </w:r>
    </w:p>
    <w:p w14:paraId="4AB28D1E" w14:textId="77777777" w:rsidR="006D4449" w:rsidRDefault="006D4449" w:rsidP="006D4449">
      <w:r>
        <w:t>208.8823</w:t>
      </w:r>
      <w:r>
        <w:tab/>
        <w:t>3.038e0</w:t>
      </w:r>
    </w:p>
    <w:p w14:paraId="3EDC908B" w14:textId="77777777" w:rsidR="006D4449" w:rsidRDefault="006D4449" w:rsidP="006D4449">
      <w:r>
        <w:lastRenderedPageBreak/>
        <w:t>208.8964</w:t>
      </w:r>
      <w:r>
        <w:tab/>
        <w:t>4.051e0</w:t>
      </w:r>
    </w:p>
    <w:p w14:paraId="2EA1EA68" w14:textId="77777777" w:rsidR="006D4449" w:rsidRDefault="006D4449" w:rsidP="006D4449">
      <w:r>
        <w:t>208.9025</w:t>
      </w:r>
      <w:r>
        <w:tab/>
        <w:t>1.013e0</w:t>
      </w:r>
    </w:p>
    <w:p w14:paraId="14AA5D51" w14:textId="77777777" w:rsidR="006D4449" w:rsidRDefault="006D4449" w:rsidP="006D4449">
      <w:r>
        <w:t>208.9175</w:t>
      </w:r>
      <w:r>
        <w:tab/>
        <w:t>1.013e0</w:t>
      </w:r>
    </w:p>
    <w:p w14:paraId="66CAB57B" w14:textId="77777777" w:rsidR="006D4449" w:rsidRDefault="006D4449" w:rsidP="006D4449">
      <w:r>
        <w:t>208.9244</w:t>
      </w:r>
      <w:r>
        <w:tab/>
        <w:t>2.025e0</w:t>
      </w:r>
    </w:p>
    <w:p w14:paraId="09A10D59" w14:textId="77777777" w:rsidR="006D4449" w:rsidRDefault="006D4449" w:rsidP="006D4449">
      <w:r>
        <w:t>208.9410</w:t>
      </w:r>
      <w:r>
        <w:tab/>
        <w:t>2.025e0</w:t>
      </w:r>
    </w:p>
    <w:p w14:paraId="0289C4C3" w14:textId="77777777" w:rsidR="006D4449" w:rsidRDefault="006D4449" w:rsidP="006D4449">
      <w:r>
        <w:t>208.9601</w:t>
      </w:r>
      <w:r>
        <w:tab/>
        <w:t>1.013e0</w:t>
      </w:r>
    </w:p>
    <w:p w14:paraId="7A4E0D81" w14:textId="77777777" w:rsidR="006D4449" w:rsidRDefault="006D4449" w:rsidP="006D4449">
      <w:r>
        <w:t>208.9657</w:t>
      </w:r>
      <w:r>
        <w:tab/>
        <w:t>2.025e0</w:t>
      </w:r>
    </w:p>
    <w:p w14:paraId="1F691590" w14:textId="77777777" w:rsidR="006D4449" w:rsidRDefault="006D4449" w:rsidP="006D4449">
      <w:r>
        <w:t>208.9682</w:t>
      </w:r>
      <w:r>
        <w:tab/>
        <w:t>4.051e0</w:t>
      </w:r>
    </w:p>
    <w:p w14:paraId="1D6CFDEC" w14:textId="77777777" w:rsidR="006D4449" w:rsidRDefault="006D4449" w:rsidP="006D4449">
      <w:r>
        <w:t>208.9760</w:t>
      </w:r>
      <w:r>
        <w:tab/>
        <w:t>1.013e0</w:t>
      </w:r>
    </w:p>
    <w:p w14:paraId="7955FA95" w14:textId="77777777" w:rsidR="006D4449" w:rsidRDefault="006D4449" w:rsidP="006D4449">
      <w:r>
        <w:t>208.9789</w:t>
      </w:r>
      <w:r>
        <w:tab/>
        <w:t>1.013e0</w:t>
      </w:r>
    </w:p>
    <w:p w14:paraId="727B1AA4" w14:textId="77777777" w:rsidR="006D4449" w:rsidRDefault="006D4449" w:rsidP="006D4449">
      <w:r>
        <w:t>209.0025</w:t>
      </w:r>
      <w:r>
        <w:tab/>
        <w:t>1.013e0</w:t>
      </w:r>
    </w:p>
    <w:p w14:paraId="77B9F0CC" w14:textId="77777777" w:rsidR="006D4449" w:rsidRDefault="006D4449" w:rsidP="006D4449">
      <w:r>
        <w:t>209.0173</w:t>
      </w:r>
      <w:r>
        <w:tab/>
        <w:t>3.800e0</w:t>
      </w:r>
    </w:p>
    <w:p w14:paraId="3357BF9E" w14:textId="77777777" w:rsidR="006D4449" w:rsidRDefault="006D4449" w:rsidP="006D4449">
      <w:r>
        <w:t>209.0411</w:t>
      </w:r>
      <w:r>
        <w:tab/>
        <w:t>3.342e1</w:t>
      </w:r>
    </w:p>
    <w:p w14:paraId="485ECD77" w14:textId="77777777" w:rsidR="006D4449" w:rsidRDefault="006D4449" w:rsidP="006D4449">
      <w:r>
        <w:t>209.0424</w:t>
      </w:r>
      <w:r>
        <w:tab/>
        <w:t>1.852e1</w:t>
      </w:r>
    </w:p>
    <w:p w14:paraId="77FD297D" w14:textId="77777777" w:rsidR="006D4449" w:rsidRDefault="006D4449" w:rsidP="006D4449">
      <w:r>
        <w:t>209.0441</w:t>
      </w:r>
      <w:r>
        <w:tab/>
        <w:t>1.848e1</w:t>
      </w:r>
    </w:p>
    <w:p w14:paraId="462DA9C1" w14:textId="77777777" w:rsidR="006D4449" w:rsidRDefault="006D4449" w:rsidP="006D4449">
      <w:r>
        <w:t>209.0466</w:t>
      </w:r>
      <w:r>
        <w:tab/>
        <w:t>1.013e1</w:t>
      </w:r>
    </w:p>
    <w:p w14:paraId="60D62901" w14:textId="77777777" w:rsidR="006D4449" w:rsidRDefault="006D4449" w:rsidP="006D4449">
      <w:r>
        <w:t>209.0817</w:t>
      </w:r>
      <w:r>
        <w:tab/>
        <w:t>2.025e0</w:t>
      </w:r>
    </w:p>
    <w:p w14:paraId="12EFE7AE" w14:textId="77777777" w:rsidR="006D4449" w:rsidRDefault="006D4449" w:rsidP="006D4449">
      <w:r>
        <w:t>209.0969</w:t>
      </w:r>
      <w:r>
        <w:tab/>
        <w:t>2.937e0</w:t>
      </w:r>
    </w:p>
    <w:p w14:paraId="1897A94C" w14:textId="77777777" w:rsidR="006D4449" w:rsidRDefault="006D4449" w:rsidP="006D4449">
      <w:r>
        <w:t>209.1091</w:t>
      </w:r>
      <w:r>
        <w:tab/>
        <w:t>1.575e0</w:t>
      </w:r>
    </w:p>
    <w:p w14:paraId="0D468D19" w14:textId="77777777" w:rsidR="006D4449" w:rsidRDefault="006D4449" w:rsidP="006D4449">
      <w:r>
        <w:lastRenderedPageBreak/>
        <w:t>209.1114</w:t>
      </w:r>
      <w:r>
        <w:tab/>
        <w:t>4.022e0</w:t>
      </w:r>
    </w:p>
    <w:p w14:paraId="669FAC4E" w14:textId="77777777" w:rsidR="006D4449" w:rsidRDefault="006D4449" w:rsidP="006D4449">
      <w:r>
        <w:t>209.1229</w:t>
      </w:r>
      <w:r>
        <w:tab/>
        <w:t>1.898e0</w:t>
      </w:r>
    </w:p>
    <w:p w14:paraId="16A21D55" w14:textId="77777777" w:rsidR="006D4449" w:rsidRDefault="006D4449" w:rsidP="006D4449">
      <w:r>
        <w:t>209.1372</w:t>
      </w:r>
      <w:r>
        <w:tab/>
        <w:t>3.533e0</w:t>
      </w:r>
    </w:p>
    <w:p w14:paraId="644BF60E" w14:textId="77777777" w:rsidR="006D4449" w:rsidRDefault="006D4449" w:rsidP="006D4449">
      <w:r>
        <w:t>209.1535</w:t>
      </w:r>
      <w:r>
        <w:tab/>
        <w:t>2.892e0</w:t>
      </w:r>
    </w:p>
    <w:p w14:paraId="512B6F6C" w14:textId="77777777" w:rsidR="006D4449" w:rsidRDefault="006D4449" w:rsidP="006D4449">
      <w:r>
        <w:t>209.1566</w:t>
      </w:r>
      <w:r>
        <w:tab/>
        <w:t>4.613e0</w:t>
      </w:r>
    </w:p>
    <w:p w14:paraId="0A5E5123" w14:textId="77777777" w:rsidR="006D4449" w:rsidRDefault="006D4449" w:rsidP="006D4449">
      <w:r>
        <w:t>209.1585</w:t>
      </w:r>
      <w:r>
        <w:tab/>
        <w:t>6.065e0</w:t>
      </w:r>
    </w:p>
    <w:p w14:paraId="5F5B6974" w14:textId="77777777" w:rsidR="006D4449" w:rsidRDefault="006D4449" w:rsidP="006D4449">
      <w:r>
        <w:t>209.1598</w:t>
      </w:r>
      <w:r>
        <w:tab/>
        <w:t>6.887e0</w:t>
      </w:r>
    </w:p>
    <w:p w14:paraId="50E97AC1" w14:textId="77777777" w:rsidR="006D4449" w:rsidRDefault="006D4449" w:rsidP="006D4449">
      <w:r>
        <w:t>209.1893</w:t>
      </w:r>
      <w:r>
        <w:tab/>
        <w:t>2.025e0</w:t>
      </w:r>
    </w:p>
    <w:p w14:paraId="2817225E" w14:textId="77777777" w:rsidR="006D4449" w:rsidRDefault="006D4449" w:rsidP="006D4449">
      <w:r>
        <w:t>209.2016</w:t>
      </w:r>
      <w:r>
        <w:tab/>
        <w:t>1.013e0</w:t>
      </w:r>
    </w:p>
    <w:p w14:paraId="1A8E4B57" w14:textId="77777777" w:rsidR="006D4449" w:rsidRDefault="006D4449" w:rsidP="006D4449">
      <w:r>
        <w:t>209.2138</w:t>
      </w:r>
      <w:r>
        <w:tab/>
        <w:t>1.013e0</w:t>
      </w:r>
    </w:p>
    <w:p w14:paraId="5FECFE41" w14:textId="77777777" w:rsidR="006D4449" w:rsidRDefault="006D4449" w:rsidP="006D4449">
      <w:r>
        <w:t>209.2243</w:t>
      </w:r>
      <w:r>
        <w:tab/>
        <w:t>1.013e0</w:t>
      </w:r>
    </w:p>
    <w:p w14:paraId="21E2DF8D" w14:textId="77777777" w:rsidR="006D4449" w:rsidRDefault="006D4449" w:rsidP="006D4449">
      <w:r>
        <w:t>209.2318</w:t>
      </w:r>
      <w:r>
        <w:tab/>
        <w:t>1.013e0</w:t>
      </w:r>
    </w:p>
    <w:p w14:paraId="17A6F932" w14:textId="77777777" w:rsidR="006D4449" w:rsidRDefault="006D4449" w:rsidP="006D4449">
      <w:r>
        <w:t>209.2464</w:t>
      </w:r>
      <w:r>
        <w:tab/>
        <w:t>2.025e0</w:t>
      </w:r>
    </w:p>
    <w:p w14:paraId="7BB2A5E3" w14:textId="77777777" w:rsidR="006D4449" w:rsidRDefault="006D4449" w:rsidP="006D4449">
      <w:r>
        <w:t>209.2597</w:t>
      </w:r>
      <w:r>
        <w:tab/>
        <w:t>2.025e0</w:t>
      </w:r>
    </w:p>
    <w:p w14:paraId="0F92F48C" w14:textId="77777777" w:rsidR="006D4449" w:rsidRDefault="006D4449" w:rsidP="006D4449">
      <w:r>
        <w:t>209.2799</w:t>
      </w:r>
      <w:r>
        <w:tab/>
        <w:t>1.013e0</w:t>
      </w:r>
    </w:p>
    <w:p w14:paraId="13BC54BC" w14:textId="77777777" w:rsidR="006D4449" w:rsidRDefault="006D4449" w:rsidP="006D4449">
      <w:r>
        <w:t>209.2828</w:t>
      </w:r>
      <w:r>
        <w:tab/>
        <w:t>1.013e0</w:t>
      </w:r>
    </w:p>
    <w:p w14:paraId="3B0B7AC7" w14:textId="77777777" w:rsidR="006D4449" w:rsidRDefault="006D4449" w:rsidP="006D4449">
      <w:r>
        <w:t>209.3063</w:t>
      </w:r>
      <w:r>
        <w:tab/>
        <w:t>1.013e0</w:t>
      </w:r>
    </w:p>
    <w:p w14:paraId="4271ECE6" w14:textId="77777777" w:rsidR="006D4449" w:rsidRDefault="006D4449" w:rsidP="006D4449">
      <w:r>
        <w:t>209.3111</w:t>
      </w:r>
      <w:r>
        <w:tab/>
        <w:t>2.025e0</w:t>
      </w:r>
    </w:p>
    <w:p w14:paraId="279A0DC5" w14:textId="77777777" w:rsidR="006D4449" w:rsidRDefault="006D4449" w:rsidP="006D4449">
      <w:r>
        <w:t>209.3214</w:t>
      </w:r>
      <w:r>
        <w:tab/>
        <w:t>3.038e0</w:t>
      </w:r>
    </w:p>
    <w:p w14:paraId="5C0F0CB7" w14:textId="77777777" w:rsidR="006D4449" w:rsidRDefault="006D4449" w:rsidP="006D4449">
      <w:r>
        <w:lastRenderedPageBreak/>
        <w:t>209.3467</w:t>
      </w:r>
      <w:r>
        <w:tab/>
        <w:t>3.038e0</w:t>
      </w:r>
    </w:p>
    <w:p w14:paraId="4867B3A1" w14:textId="77777777" w:rsidR="006D4449" w:rsidRDefault="006D4449" w:rsidP="006D4449">
      <w:r>
        <w:t>209.3505</w:t>
      </w:r>
      <w:r>
        <w:tab/>
        <w:t>2.025e0</w:t>
      </w:r>
    </w:p>
    <w:p w14:paraId="4D62F796" w14:textId="77777777" w:rsidR="006D4449" w:rsidRDefault="006D4449" w:rsidP="006D4449">
      <w:r>
        <w:t>209.3680</w:t>
      </w:r>
      <w:r>
        <w:tab/>
        <w:t>1.013e0</w:t>
      </w:r>
    </w:p>
    <w:p w14:paraId="68C115FF" w14:textId="77777777" w:rsidR="006D4449" w:rsidRDefault="006D4449" w:rsidP="006D4449">
      <w:r>
        <w:t>209.3829</w:t>
      </w:r>
      <w:r>
        <w:tab/>
        <w:t>1.013e0</w:t>
      </w:r>
    </w:p>
    <w:p w14:paraId="5275D60A" w14:textId="77777777" w:rsidR="006D4449" w:rsidRDefault="006D4449" w:rsidP="006D4449">
      <w:r>
        <w:t>209.4120</w:t>
      </w:r>
      <w:r>
        <w:tab/>
        <w:t>2.025e0</w:t>
      </w:r>
    </w:p>
    <w:p w14:paraId="0DA127E2" w14:textId="77777777" w:rsidR="006D4449" w:rsidRDefault="006D4449" w:rsidP="006D4449">
      <w:r>
        <w:t>209.4139</w:t>
      </w:r>
      <w:r>
        <w:tab/>
        <w:t>1.013e0</w:t>
      </w:r>
    </w:p>
    <w:p w14:paraId="7A83D24E" w14:textId="77777777" w:rsidR="006D4449" w:rsidRDefault="006D4449" w:rsidP="006D4449">
      <w:r>
        <w:t>209.4319</w:t>
      </w:r>
      <w:r>
        <w:tab/>
        <w:t>1.013e0</w:t>
      </w:r>
    </w:p>
    <w:p w14:paraId="2E27E5EF" w14:textId="77777777" w:rsidR="006D4449" w:rsidRDefault="006D4449" w:rsidP="006D4449">
      <w:r>
        <w:t>209.4375</w:t>
      </w:r>
      <w:r>
        <w:tab/>
        <w:t>2.025e0</w:t>
      </w:r>
    </w:p>
    <w:p w14:paraId="4BACD55E" w14:textId="77777777" w:rsidR="006D4449" w:rsidRDefault="006D4449" w:rsidP="006D4449">
      <w:r>
        <w:t>209.4440</w:t>
      </w:r>
      <w:r>
        <w:tab/>
        <w:t>1.013e0</w:t>
      </w:r>
    </w:p>
    <w:p w14:paraId="4082654B" w14:textId="77777777" w:rsidR="006D4449" w:rsidRDefault="006D4449" w:rsidP="006D4449">
      <w:r>
        <w:t>209.4510</w:t>
      </w:r>
      <w:r>
        <w:tab/>
        <w:t>1.013e0</w:t>
      </w:r>
    </w:p>
    <w:p w14:paraId="6574C888" w14:textId="77777777" w:rsidR="006D4449" w:rsidRDefault="006D4449" w:rsidP="006D4449">
      <w:r>
        <w:t>209.4718</w:t>
      </w:r>
      <w:r>
        <w:tab/>
        <w:t>1.013e0</w:t>
      </w:r>
    </w:p>
    <w:p w14:paraId="4C3E04E3" w14:textId="77777777" w:rsidR="006D4449" w:rsidRDefault="006D4449" w:rsidP="006D4449">
      <w:r>
        <w:t>209.4979</w:t>
      </w:r>
      <w:r>
        <w:tab/>
        <w:t>3.038e0</w:t>
      </w:r>
    </w:p>
    <w:p w14:paraId="024E5F7F" w14:textId="77777777" w:rsidR="006D4449" w:rsidRDefault="006D4449" w:rsidP="006D4449">
      <w:r>
        <w:t>209.5101</w:t>
      </w:r>
      <w:r>
        <w:tab/>
        <w:t>1.013e0</w:t>
      </w:r>
    </w:p>
    <w:p w14:paraId="13B23540" w14:textId="77777777" w:rsidR="006D4449" w:rsidRDefault="006D4449" w:rsidP="006D4449">
      <w:r>
        <w:t>209.5149</w:t>
      </w:r>
      <w:r>
        <w:tab/>
        <w:t>2.025e0</w:t>
      </w:r>
    </w:p>
    <w:p w14:paraId="36B18EE0" w14:textId="77777777" w:rsidR="006D4449" w:rsidRDefault="006D4449" w:rsidP="006D4449">
      <w:r>
        <w:t>209.5328</w:t>
      </w:r>
      <w:r>
        <w:tab/>
        <w:t>3.038e0</w:t>
      </w:r>
    </w:p>
    <w:p w14:paraId="54C301D0" w14:textId="77777777" w:rsidR="006D4449" w:rsidRDefault="006D4449" w:rsidP="006D4449">
      <w:r>
        <w:t>209.5442</w:t>
      </w:r>
      <w:r>
        <w:tab/>
        <w:t>3.038e0</w:t>
      </w:r>
    </w:p>
    <w:p w14:paraId="58296B9E" w14:textId="77777777" w:rsidR="006D4449" w:rsidRDefault="006D4449" w:rsidP="006D4449">
      <w:r>
        <w:t>209.5557</w:t>
      </w:r>
      <w:r>
        <w:tab/>
        <w:t>2.025e0</w:t>
      </w:r>
    </w:p>
    <w:p w14:paraId="48126B2F" w14:textId="77777777" w:rsidR="006D4449" w:rsidRDefault="006D4449" w:rsidP="006D4449">
      <w:r>
        <w:t>209.5677</w:t>
      </w:r>
      <w:r>
        <w:tab/>
        <w:t>1.013e0</w:t>
      </w:r>
    </w:p>
    <w:p w14:paraId="05A6BB4D" w14:textId="77777777" w:rsidR="006D4449" w:rsidRDefault="006D4449" w:rsidP="006D4449">
      <w:r>
        <w:t>209.5757</w:t>
      </w:r>
      <w:r>
        <w:tab/>
        <w:t>1.013e0</w:t>
      </w:r>
    </w:p>
    <w:p w14:paraId="686C288D" w14:textId="77777777" w:rsidR="006D4449" w:rsidRDefault="006D4449" w:rsidP="006D4449">
      <w:r>
        <w:lastRenderedPageBreak/>
        <w:t>209.5788</w:t>
      </w:r>
      <w:r>
        <w:tab/>
        <w:t>1.036e0</w:t>
      </w:r>
    </w:p>
    <w:p w14:paraId="185C902D" w14:textId="77777777" w:rsidR="006D4449" w:rsidRDefault="006D4449" w:rsidP="006D4449">
      <w:r>
        <w:t>209.5828</w:t>
      </w:r>
      <w:r>
        <w:tab/>
        <w:t>1.013e0</w:t>
      </w:r>
    </w:p>
    <w:p w14:paraId="3213D7DA" w14:textId="77777777" w:rsidR="006D4449" w:rsidRDefault="006D4449" w:rsidP="006D4449">
      <w:r>
        <w:t>209.6122</w:t>
      </w:r>
      <w:r>
        <w:tab/>
        <w:t>3.038e0</w:t>
      </w:r>
    </w:p>
    <w:p w14:paraId="3E4CA74E" w14:textId="77777777" w:rsidR="006D4449" w:rsidRDefault="006D4449" w:rsidP="006D4449">
      <w:r>
        <w:t>209.6216</w:t>
      </w:r>
      <w:r>
        <w:tab/>
        <w:t>2.025e0</w:t>
      </w:r>
    </w:p>
    <w:p w14:paraId="1DBB1E66" w14:textId="77777777" w:rsidR="006D4449" w:rsidRDefault="006D4449" w:rsidP="006D4449">
      <w:r>
        <w:t>209.6492</w:t>
      </w:r>
      <w:r>
        <w:tab/>
        <w:t>2.025e0</w:t>
      </w:r>
    </w:p>
    <w:p w14:paraId="2E89F856" w14:textId="77777777" w:rsidR="006D4449" w:rsidRDefault="006D4449" w:rsidP="006D4449">
      <w:r>
        <w:t>209.6635</w:t>
      </w:r>
      <w:r>
        <w:tab/>
        <w:t>2.025e0</w:t>
      </w:r>
    </w:p>
    <w:p w14:paraId="7E08C771" w14:textId="77777777" w:rsidR="006D4449" w:rsidRDefault="006D4449" w:rsidP="006D4449">
      <w:r>
        <w:t>209.6797</w:t>
      </w:r>
      <w:r>
        <w:tab/>
        <w:t>1.013e0</w:t>
      </w:r>
    </w:p>
    <w:p w14:paraId="31D82FD7" w14:textId="77777777" w:rsidR="006D4449" w:rsidRDefault="006D4449" w:rsidP="006D4449">
      <w:r>
        <w:t>209.6924</w:t>
      </w:r>
      <w:r>
        <w:tab/>
        <w:t>2.025e0</w:t>
      </w:r>
    </w:p>
    <w:p w14:paraId="4DB01343" w14:textId="77777777" w:rsidR="006D4449" w:rsidRDefault="006D4449" w:rsidP="006D4449">
      <w:r>
        <w:t>209.7065</w:t>
      </w:r>
      <w:r>
        <w:tab/>
        <w:t>1.013e0</w:t>
      </w:r>
    </w:p>
    <w:p w14:paraId="76DFC81B" w14:textId="77777777" w:rsidR="006D4449" w:rsidRDefault="006D4449" w:rsidP="006D4449">
      <w:r>
        <w:t>209.7173</w:t>
      </w:r>
      <w:r>
        <w:tab/>
        <w:t>3.038e0</w:t>
      </w:r>
    </w:p>
    <w:p w14:paraId="020C9AB0" w14:textId="77777777" w:rsidR="006D4449" w:rsidRDefault="006D4449" w:rsidP="006D4449">
      <w:r>
        <w:t>209.7444</w:t>
      </w:r>
      <w:r>
        <w:tab/>
        <w:t>1.013e0</w:t>
      </w:r>
    </w:p>
    <w:p w14:paraId="3897148D" w14:textId="77777777" w:rsidR="006D4449" w:rsidRDefault="006D4449" w:rsidP="006D4449">
      <w:r>
        <w:t>209.7518</w:t>
      </w:r>
      <w:r>
        <w:tab/>
        <w:t>1.013e0</w:t>
      </w:r>
    </w:p>
    <w:p w14:paraId="16FC2B10" w14:textId="77777777" w:rsidR="006D4449" w:rsidRDefault="006D4449" w:rsidP="006D4449">
      <w:r>
        <w:t>209.7712</w:t>
      </w:r>
      <w:r>
        <w:tab/>
        <w:t>2.025e0</w:t>
      </w:r>
    </w:p>
    <w:p w14:paraId="630CB404" w14:textId="77777777" w:rsidR="006D4449" w:rsidRDefault="006D4449" w:rsidP="006D4449">
      <w:r>
        <w:t>209.7748</w:t>
      </w:r>
      <w:r>
        <w:tab/>
        <w:t>1.013e0</w:t>
      </w:r>
    </w:p>
    <w:p w14:paraId="7962E7EC" w14:textId="77777777" w:rsidR="006D4449" w:rsidRDefault="006D4449" w:rsidP="006D4449">
      <w:r>
        <w:t>209.7763</w:t>
      </w:r>
      <w:r>
        <w:tab/>
        <w:t>3.038e0</w:t>
      </w:r>
    </w:p>
    <w:p w14:paraId="62684D35" w14:textId="77777777" w:rsidR="006D4449" w:rsidRDefault="006D4449" w:rsidP="006D4449">
      <w:r>
        <w:t>209.7917</w:t>
      </w:r>
      <w:r>
        <w:tab/>
        <w:t>1.013e0</w:t>
      </w:r>
    </w:p>
    <w:p w14:paraId="5666C97D" w14:textId="77777777" w:rsidR="006D4449" w:rsidRDefault="006D4449" w:rsidP="006D4449">
      <w:r>
        <w:t>209.8058</w:t>
      </w:r>
      <w:r>
        <w:tab/>
        <w:t>2.025e0</w:t>
      </w:r>
    </w:p>
    <w:p w14:paraId="404C9514" w14:textId="77777777" w:rsidR="006D4449" w:rsidRDefault="006D4449" w:rsidP="006D4449">
      <w:r>
        <w:t>209.8218</w:t>
      </w:r>
      <w:r>
        <w:tab/>
        <w:t>1.013e0</w:t>
      </w:r>
    </w:p>
    <w:p w14:paraId="550003D8" w14:textId="77777777" w:rsidR="006D4449" w:rsidRDefault="006D4449" w:rsidP="006D4449">
      <w:r>
        <w:t>209.8511</w:t>
      </w:r>
      <w:r>
        <w:tab/>
        <w:t>1.013e0</w:t>
      </w:r>
    </w:p>
    <w:p w14:paraId="7CA05EAA" w14:textId="77777777" w:rsidR="006D4449" w:rsidRDefault="006D4449" w:rsidP="006D4449">
      <w:r>
        <w:lastRenderedPageBreak/>
        <w:t>209.8637</w:t>
      </w:r>
      <w:r>
        <w:tab/>
        <w:t>1.013e0</w:t>
      </w:r>
    </w:p>
    <w:p w14:paraId="2F5CA0DC" w14:textId="77777777" w:rsidR="006D4449" w:rsidRDefault="006D4449" w:rsidP="006D4449">
      <w:r>
        <w:t>209.8708</w:t>
      </w:r>
      <w:r>
        <w:tab/>
        <w:t>1.013e0</w:t>
      </w:r>
    </w:p>
    <w:p w14:paraId="0F93F091" w14:textId="77777777" w:rsidR="006D4449" w:rsidRDefault="006D4449" w:rsidP="006D4449">
      <w:r>
        <w:t>209.8828</w:t>
      </w:r>
      <w:r>
        <w:tab/>
        <w:t>1.013e0</w:t>
      </w:r>
    </w:p>
    <w:p w14:paraId="39809995" w14:textId="77777777" w:rsidR="006D4449" w:rsidRDefault="006D4449" w:rsidP="006D4449">
      <w:r>
        <w:t>209.8877</w:t>
      </w:r>
      <w:r>
        <w:tab/>
        <w:t>1.013e0</w:t>
      </w:r>
    </w:p>
    <w:p w14:paraId="1590B7BB" w14:textId="77777777" w:rsidR="006D4449" w:rsidRDefault="006D4449" w:rsidP="006D4449">
      <w:r>
        <w:t>209.8892</w:t>
      </w:r>
      <w:r>
        <w:tab/>
        <w:t>2.025e0</w:t>
      </w:r>
    </w:p>
    <w:p w14:paraId="6BE5492A" w14:textId="77777777" w:rsidR="006D4449" w:rsidRDefault="006D4449" w:rsidP="006D4449">
      <w:r>
        <w:t>209.9021</w:t>
      </w:r>
      <w:r>
        <w:tab/>
        <w:t>2.025e0</w:t>
      </w:r>
    </w:p>
    <w:p w14:paraId="5634ADFE" w14:textId="77777777" w:rsidR="006D4449" w:rsidRDefault="006D4449" w:rsidP="006D4449">
      <w:r>
        <w:t>209.9106</w:t>
      </w:r>
      <w:r>
        <w:tab/>
        <w:t>1.013e0</w:t>
      </w:r>
    </w:p>
    <w:p w14:paraId="3E03CC1B" w14:textId="77777777" w:rsidR="006D4449" w:rsidRDefault="006D4449" w:rsidP="006D4449">
      <w:r>
        <w:t>209.9181</w:t>
      </w:r>
      <w:r>
        <w:tab/>
        <w:t>1.013e0</w:t>
      </w:r>
    </w:p>
    <w:p w14:paraId="32B9F1B0" w14:textId="77777777" w:rsidR="006D4449" w:rsidRDefault="006D4449" w:rsidP="006D4449">
      <w:r>
        <w:t>209.9295</w:t>
      </w:r>
      <w:r>
        <w:tab/>
        <w:t>2.025e0</w:t>
      </w:r>
    </w:p>
    <w:p w14:paraId="2279CA86" w14:textId="77777777" w:rsidR="006D4449" w:rsidRDefault="006D4449" w:rsidP="006D4449">
      <w:r>
        <w:t>209.9659</w:t>
      </w:r>
      <w:r>
        <w:tab/>
        <w:t>2.025e0</w:t>
      </w:r>
    </w:p>
    <w:p w14:paraId="355B4B80" w14:textId="77777777" w:rsidR="006D4449" w:rsidRDefault="006D4449" w:rsidP="006D4449">
      <w:r>
        <w:t>209.9948</w:t>
      </w:r>
      <w:r>
        <w:tab/>
        <w:t>1.013e0</w:t>
      </w:r>
    </w:p>
    <w:p w14:paraId="0A6C38A8" w14:textId="77777777" w:rsidR="006D4449" w:rsidRDefault="006D4449" w:rsidP="006D4449">
      <w:r>
        <w:t>209.9994</w:t>
      </w:r>
      <w:r>
        <w:tab/>
        <w:t>1.013e0</w:t>
      </w:r>
    </w:p>
    <w:p w14:paraId="74C63F9F" w14:textId="77777777" w:rsidR="006D4449" w:rsidRDefault="006D4449" w:rsidP="006D4449">
      <w:r>
        <w:t>210.0079</w:t>
      </w:r>
      <w:r>
        <w:tab/>
        <w:t>3.038e0</w:t>
      </w:r>
    </w:p>
    <w:p w14:paraId="7483B89C" w14:textId="77777777" w:rsidR="006D4449" w:rsidRDefault="006D4449" w:rsidP="006D4449">
      <w:r>
        <w:t>210.0158</w:t>
      </w:r>
      <w:r>
        <w:tab/>
        <w:t>3.038e0</w:t>
      </w:r>
    </w:p>
    <w:p w14:paraId="7C4E30A1" w14:textId="77777777" w:rsidR="006D4449" w:rsidRDefault="006D4449" w:rsidP="006D4449">
      <w:r>
        <w:t>210.0306</w:t>
      </w:r>
      <w:r>
        <w:tab/>
        <w:t>2.025e0</w:t>
      </w:r>
    </w:p>
    <w:p w14:paraId="5EAC8959" w14:textId="77777777" w:rsidR="006D4449" w:rsidRDefault="006D4449" w:rsidP="006D4449">
      <w:r>
        <w:t>210.0408</w:t>
      </w:r>
      <w:r>
        <w:tab/>
        <w:t>4.051e0</w:t>
      </w:r>
    </w:p>
    <w:p w14:paraId="1C1DF4B9" w14:textId="77777777" w:rsidR="006D4449" w:rsidRDefault="006D4449" w:rsidP="006D4449">
      <w:r>
        <w:t>210.0450</w:t>
      </w:r>
      <w:r>
        <w:tab/>
        <w:t>3.038e0</w:t>
      </w:r>
    </w:p>
    <w:p w14:paraId="44422B6F" w14:textId="77777777" w:rsidR="006D4449" w:rsidRDefault="006D4449" w:rsidP="006D4449">
      <w:r>
        <w:t>210.0485</w:t>
      </w:r>
      <w:r>
        <w:tab/>
        <w:t>3.038e0</w:t>
      </w:r>
    </w:p>
    <w:p w14:paraId="39890D14" w14:textId="77777777" w:rsidR="006D4449" w:rsidRDefault="006D4449" w:rsidP="006D4449">
      <w:r>
        <w:t>210.0513</w:t>
      </w:r>
      <w:r>
        <w:tab/>
        <w:t>4.051e0</w:t>
      </w:r>
    </w:p>
    <w:p w14:paraId="59C7843E" w14:textId="77777777" w:rsidR="006D4449" w:rsidRDefault="006D4449" w:rsidP="006D4449">
      <w:r>
        <w:lastRenderedPageBreak/>
        <w:t>210.0542</w:t>
      </w:r>
      <w:r>
        <w:tab/>
        <w:t>3.038e0</w:t>
      </w:r>
    </w:p>
    <w:p w14:paraId="56291F68" w14:textId="77777777" w:rsidR="006D4449" w:rsidRDefault="006D4449" w:rsidP="006D4449">
      <w:r>
        <w:t>210.0699</w:t>
      </w:r>
      <w:r>
        <w:tab/>
        <w:t>3.038e0</w:t>
      </w:r>
    </w:p>
    <w:p w14:paraId="02A6AD4E" w14:textId="77777777" w:rsidR="006D4449" w:rsidRDefault="006D4449" w:rsidP="006D4449">
      <w:r>
        <w:t>210.0775</w:t>
      </w:r>
      <w:r>
        <w:tab/>
        <w:t>5.172e0</w:t>
      </w:r>
    </w:p>
    <w:p w14:paraId="4F53389D" w14:textId="77777777" w:rsidR="006D4449" w:rsidRDefault="006D4449" w:rsidP="006D4449">
      <w:r>
        <w:t>210.0797</w:t>
      </w:r>
      <w:r>
        <w:tab/>
        <w:t>4.051e0</w:t>
      </w:r>
    </w:p>
    <w:p w14:paraId="46AFD07B" w14:textId="77777777" w:rsidR="006D4449" w:rsidRDefault="006D4449" w:rsidP="006D4449">
      <w:r>
        <w:t>210.0997</w:t>
      </w:r>
      <w:r>
        <w:tab/>
        <w:t>4.051e0</w:t>
      </w:r>
    </w:p>
    <w:p w14:paraId="61DDC94F" w14:textId="77777777" w:rsidR="006D4449" w:rsidRDefault="006D4449" w:rsidP="006D4449">
      <w:r>
        <w:t>210.1100</w:t>
      </w:r>
      <w:r>
        <w:tab/>
        <w:t>2.025e0</w:t>
      </w:r>
    </w:p>
    <w:p w14:paraId="1480D89C" w14:textId="77777777" w:rsidR="006D4449" w:rsidRDefault="006D4449" w:rsidP="006D4449">
      <w:r>
        <w:t>210.1143</w:t>
      </w:r>
      <w:r>
        <w:tab/>
        <w:t>5.063e0</w:t>
      </w:r>
    </w:p>
    <w:p w14:paraId="2E028448" w14:textId="77777777" w:rsidR="006D4449" w:rsidRDefault="006D4449" w:rsidP="006D4449">
      <w:r>
        <w:t>210.1167</w:t>
      </w:r>
      <w:r>
        <w:tab/>
        <w:t>1.486e0</w:t>
      </w:r>
    </w:p>
    <w:p w14:paraId="31998D0F" w14:textId="77777777" w:rsidR="006D4449" w:rsidRDefault="006D4449" w:rsidP="006D4449">
      <w:r>
        <w:t>210.1391</w:t>
      </w:r>
      <w:r>
        <w:tab/>
        <w:t>1.396e0</w:t>
      </w:r>
    </w:p>
    <w:p w14:paraId="6AC53630" w14:textId="77777777" w:rsidR="006D4449" w:rsidRDefault="006D4449" w:rsidP="006D4449">
      <w:r>
        <w:t>210.1449</w:t>
      </w:r>
      <w:r>
        <w:tab/>
        <w:t>1.013e0</w:t>
      </w:r>
    </w:p>
    <w:p w14:paraId="2ABCC30E" w14:textId="77777777" w:rsidR="006D4449" w:rsidRDefault="006D4449" w:rsidP="006D4449">
      <w:r>
        <w:t>210.1553</w:t>
      </w:r>
      <w:r>
        <w:tab/>
        <w:t>2.025e0</w:t>
      </w:r>
    </w:p>
    <w:p w14:paraId="2693AE0E" w14:textId="77777777" w:rsidR="006D4449" w:rsidRDefault="006D4449" w:rsidP="006D4449">
      <w:r>
        <w:t>210.1635</w:t>
      </w:r>
      <w:r>
        <w:tab/>
        <w:t>5.626e0</w:t>
      </w:r>
    </w:p>
    <w:p w14:paraId="0A890AE2" w14:textId="77777777" w:rsidR="006D4449" w:rsidRDefault="006D4449" w:rsidP="006D4449">
      <w:r>
        <w:t>210.1720</w:t>
      </w:r>
      <w:r>
        <w:tab/>
        <w:t>1.013e0</w:t>
      </w:r>
    </w:p>
    <w:p w14:paraId="467331A1" w14:textId="77777777" w:rsidR="006D4449" w:rsidRDefault="006D4449" w:rsidP="006D4449">
      <w:r>
        <w:t>210.2224</w:t>
      </w:r>
      <w:r>
        <w:tab/>
        <w:t>1.013e0</w:t>
      </w:r>
    </w:p>
    <w:p w14:paraId="4C43C9CD" w14:textId="77777777" w:rsidR="006D4449" w:rsidRDefault="006D4449" w:rsidP="006D4449">
      <w:r>
        <w:t>210.2273</w:t>
      </w:r>
      <w:r>
        <w:tab/>
        <w:t>3.038e0</w:t>
      </w:r>
    </w:p>
    <w:p w14:paraId="5FA18EEB" w14:textId="77777777" w:rsidR="006D4449" w:rsidRDefault="006D4449" w:rsidP="006D4449">
      <w:r>
        <w:t>210.2300</w:t>
      </w:r>
      <w:r>
        <w:tab/>
        <w:t>1.013e0</w:t>
      </w:r>
    </w:p>
    <w:p w14:paraId="53F4B838" w14:textId="77777777" w:rsidR="006D4449" w:rsidRDefault="006D4449" w:rsidP="006D4449">
      <w:r>
        <w:t>210.2526</w:t>
      </w:r>
      <w:r>
        <w:tab/>
        <w:t>1.013e0</w:t>
      </w:r>
    </w:p>
    <w:p w14:paraId="6E4C16EE" w14:textId="77777777" w:rsidR="006D4449" w:rsidRDefault="006D4449" w:rsidP="006D4449">
      <w:r>
        <w:t>210.2593</w:t>
      </w:r>
      <w:r>
        <w:tab/>
        <w:t>1.013e0</w:t>
      </w:r>
    </w:p>
    <w:p w14:paraId="78189973" w14:textId="77777777" w:rsidR="006D4449" w:rsidRDefault="006D4449" w:rsidP="006D4449">
      <w:r>
        <w:t>210.2762</w:t>
      </w:r>
      <w:r>
        <w:tab/>
        <w:t>1.013e0</w:t>
      </w:r>
    </w:p>
    <w:p w14:paraId="62C3CDAE" w14:textId="77777777" w:rsidR="006D4449" w:rsidRDefault="006D4449" w:rsidP="006D4449">
      <w:r>
        <w:lastRenderedPageBreak/>
        <w:t>210.2883</w:t>
      </w:r>
      <w:r>
        <w:tab/>
        <w:t>1.013e0</w:t>
      </w:r>
    </w:p>
    <w:p w14:paraId="0CB684A0" w14:textId="77777777" w:rsidR="006D4449" w:rsidRDefault="006D4449" w:rsidP="006D4449">
      <w:r>
        <w:t>210.2962</w:t>
      </w:r>
      <w:r>
        <w:tab/>
        <w:t>1.013e0</w:t>
      </w:r>
    </w:p>
    <w:p w14:paraId="510A9DA1" w14:textId="77777777" w:rsidR="006D4449" w:rsidRDefault="006D4449" w:rsidP="006D4449">
      <w:r>
        <w:t>210.3085</w:t>
      </w:r>
      <w:r>
        <w:tab/>
        <w:t>2.025e0</w:t>
      </w:r>
    </w:p>
    <w:p w14:paraId="1F4E0979" w14:textId="77777777" w:rsidR="006D4449" w:rsidRDefault="006D4449" w:rsidP="006D4449">
      <w:r>
        <w:t>210.3112</w:t>
      </w:r>
      <w:r>
        <w:tab/>
        <w:t>1.013e0</w:t>
      </w:r>
    </w:p>
    <w:p w14:paraId="0FCE3496" w14:textId="77777777" w:rsidR="006D4449" w:rsidRDefault="006D4449" w:rsidP="006D4449">
      <w:r>
        <w:t>210.3170</w:t>
      </w:r>
      <w:r>
        <w:tab/>
        <w:t>2.025e0</w:t>
      </w:r>
    </w:p>
    <w:p w14:paraId="74C418DC" w14:textId="77777777" w:rsidR="006D4449" w:rsidRDefault="006D4449" w:rsidP="006D4449">
      <w:r>
        <w:t>210.3302</w:t>
      </w:r>
      <w:r>
        <w:tab/>
        <w:t>1.013e0</w:t>
      </w:r>
    </w:p>
    <w:p w14:paraId="21FA9CDF" w14:textId="77777777" w:rsidR="006D4449" w:rsidRDefault="006D4449" w:rsidP="006D4449">
      <w:r>
        <w:t>210.3378</w:t>
      </w:r>
      <w:r>
        <w:tab/>
        <w:t>1.013e0</w:t>
      </w:r>
    </w:p>
    <w:p w14:paraId="2660CEAF" w14:textId="77777777" w:rsidR="006D4449" w:rsidRDefault="006D4449" w:rsidP="006D4449">
      <w:r>
        <w:t>210.3595</w:t>
      </w:r>
      <w:r>
        <w:tab/>
        <w:t>1.013e0</w:t>
      </w:r>
    </w:p>
    <w:p w14:paraId="6AE5E7D6" w14:textId="77777777" w:rsidR="006D4449" w:rsidRDefault="006D4449" w:rsidP="006D4449">
      <w:r>
        <w:t>210.3644</w:t>
      </w:r>
      <w:r>
        <w:tab/>
        <w:t>2.025e0</w:t>
      </w:r>
    </w:p>
    <w:p w14:paraId="10FBFBE6" w14:textId="77777777" w:rsidR="006D4449" w:rsidRDefault="006D4449" w:rsidP="006D4449">
      <w:r>
        <w:t>210.3796</w:t>
      </w:r>
      <w:r>
        <w:tab/>
        <w:t>1.013e0</w:t>
      </w:r>
    </w:p>
    <w:p w14:paraId="2DFB6379" w14:textId="77777777" w:rsidR="006D4449" w:rsidRDefault="006D4449" w:rsidP="006D4449">
      <w:r>
        <w:t>210.3900</w:t>
      </w:r>
      <w:r>
        <w:tab/>
        <w:t>2.025e0</w:t>
      </w:r>
    </w:p>
    <w:p w14:paraId="2023E649" w14:textId="77777777" w:rsidR="006D4449" w:rsidRDefault="006D4449" w:rsidP="006D4449">
      <w:r>
        <w:t>210.3956</w:t>
      </w:r>
      <w:r>
        <w:tab/>
        <w:t>1.013e0</w:t>
      </w:r>
    </w:p>
    <w:p w14:paraId="1C464362" w14:textId="77777777" w:rsidR="006D4449" w:rsidRDefault="006D4449" w:rsidP="006D4449">
      <w:r>
        <w:t>210.3993</w:t>
      </w:r>
      <w:r>
        <w:tab/>
        <w:t>1.013e0</w:t>
      </w:r>
    </w:p>
    <w:p w14:paraId="4E93B74E" w14:textId="77777777" w:rsidR="006D4449" w:rsidRDefault="006D4449" w:rsidP="006D4449">
      <w:r>
        <w:t>210.4266</w:t>
      </w:r>
      <w:r>
        <w:tab/>
        <w:t>1.013e0</w:t>
      </w:r>
    </w:p>
    <w:p w14:paraId="13EC07BA" w14:textId="77777777" w:rsidR="006D4449" w:rsidRDefault="006D4449" w:rsidP="006D4449">
      <w:r>
        <w:t>210.4568</w:t>
      </w:r>
      <w:r>
        <w:tab/>
        <w:t>1.013e0</w:t>
      </w:r>
    </w:p>
    <w:p w14:paraId="60F11C9F" w14:textId="77777777" w:rsidR="006D4449" w:rsidRDefault="006D4449" w:rsidP="006D4449">
      <w:r>
        <w:t>210.4807</w:t>
      </w:r>
      <w:r>
        <w:tab/>
        <w:t>1.013e0</w:t>
      </w:r>
    </w:p>
    <w:p w14:paraId="1CE3E67E" w14:textId="77777777" w:rsidR="006D4449" w:rsidRDefault="006D4449" w:rsidP="006D4449">
      <w:r>
        <w:t>210.4839</w:t>
      </w:r>
      <w:r>
        <w:tab/>
        <w:t>1.013e0</w:t>
      </w:r>
    </w:p>
    <w:p w14:paraId="6E0E245F" w14:textId="77777777" w:rsidR="006D4449" w:rsidRDefault="006D4449" w:rsidP="006D4449">
      <w:r>
        <w:t>210.5242</w:t>
      </w:r>
      <w:r>
        <w:tab/>
        <w:t>3.038e0</w:t>
      </w:r>
    </w:p>
    <w:p w14:paraId="2F963DFC" w14:textId="77777777" w:rsidR="006D4449" w:rsidRDefault="006D4449" w:rsidP="006D4449">
      <w:r>
        <w:t>210.5382</w:t>
      </w:r>
      <w:r>
        <w:tab/>
        <w:t>1.013e0</w:t>
      </w:r>
    </w:p>
    <w:p w14:paraId="31D4AE8F" w14:textId="77777777" w:rsidR="006D4449" w:rsidRDefault="006D4449" w:rsidP="006D4449">
      <w:r>
        <w:lastRenderedPageBreak/>
        <w:t>210.5523</w:t>
      </w:r>
      <w:r>
        <w:tab/>
        <w:t>1.013e0</w:t>
      </w:r>
    </w:p>
    <w:p w14:paraId="47397EC3" w14:textId="77777777" w:rsidR="006D4449" w:rsidRDefault="006D4449" w:rsidP="006D4449">
      <w:r>
        <w:t>210.5610</w:t>
      </w:r>
      <w:r>
        <w:tab/>
        <w:t>1.013e0</w:t>
      </w:r>
    </w:p>
    <w:p w14:paraId="03C0DE61" w14:textId="77777777" w:rsidR="006D4449" w:rsidRDefault="006D4449" w:rsidP="006D4449">
      <w:r>
        <w:t>210.5695</w:t>
      </w:r>
      <w:r>
        <w:tab/>
        <w:t>4.051e0</w:t>
      </w:r>
    </w:p>
    <w:p w14:paraId="191FD30F" w14:textId="77777777" w:rsidR="006D4449" w:rsidRDefault="006D4449" w:rsidP="006D4449">
      <w:r>
        <w:t>210.5781</w:t>
      </w:r>
      <w:r>
        <w:tab/>
        <w:t>2.025e0</w:t>
      </w:r>
    </w:p>
    <w:p w14:paraId="74F0932E" w14:textId="77777777" w:rsidR="006D4449" w:rsidRDefault="006D4449" w:rsidP="006D4449">
      <w:r>
        <w:t>210.6110</w:t>
      </w:r>
      <w:r>
        <w:tab/>
        <w:t>1.013e0</w:t>
      </w:r>
    </w:p>
    <w:p w14:paraId="4C4B3669" w14:textId="77777777" w:rsidR="006D4449" w:rsidRDefault="006D4449" w:rsidP="006D4449">
      <w:r>
        <w:t>210.6347</w:t>
      </w:r>
      <w:r>
        <w:tab/>
        <w:t>1.013e0</w:t>
      </w:r>
    </w:p>
    <w:p w14:paraId="7C7326CB" w14:textId="77777777" w:rsidR="006D4449" w:rsidRDefault="006D4449" w:rsidP="006D4449">
      <w:r>
        <w:t>210.6451</w:t>
      </w:r>
      <w:r>
        <w:tab/>
        <w:t>1.013e0</w:t>
      </w:r>
    </w:p>
    <w:p w14:paraId="68A432FA" w14:textId="77777777" w:rsidR="006D4449" w:rsidRDefault="006D4449" w:rsidP="006D4449">
      <w:r>
        <w:t>210.6694</w:t>
      </w:r>
      <w:r>
        <w:tab/>
        <w:t>1.013e0</w:t>
      </w:r>
    </w:p>
    <w:p w14:paraId="7E449D1F" w14:textId="77777777" w:rsidR="006D4449" w:rsidRDefault="006D4449" w:rsidP="006D4449">
      <w:r>
        <w:t>210.6925</w:t>
      </w:r>
      <w:r>
        <w:tab/>
        <w:t>1.013e0</w:t>
      </w:r>
    </w:p>
    <w:p w14:paraId="294CBB94" w14:textId="77777777" w:rsidR="006D4449" w:rsidRDefault="006D4449" w:rsidP="006D4449">
      <w:r>
        <w:t>210.7000</w:t>
      </w:r>
      <w:r>
        <w:tab/>
        <w:t>1.013e0</w:t>
      </w:r>
    </w:p>
    <w:p w14:paraId="7FC4E66B" w14:textId="77777777" w:rsidR="006D4449" w:rsidRDefault="006D4449" w:rsidP="006D4449">
      <w:r>
        <w:t>210.7321</w:t>
      </w:r>
      <w:r>
        <w:tab/>
        <w:t>2.025e0</w:t>
      </w:r>
    </w:p>
    <w:p w14:paraId="3FC885EA" w14:textId="77777777" w:rsidR="006D4449" w:rsidRDefault="006D4449" w:rsidP="006D4449">
      <w:r>
        <w:t>210.7387</w:t>
      </w:r>
      <w:r>
        <w:tab/>
        <w:t>1.013e0</w:t>
      </w:r>
    </w:p>
    <w:p w14:paraId="0AC64358" w14:textId="77777777" w:rsidR="006D4449" w:rsidRDefault="006D4449" w:rsidP="006D4449">
      <w:r>
        <w:t>210.7416</w:t>
      </w:r>
      <w:r>
        <w:tab/>
        <w:t>1.013e0</w:t>
      </w:r>
    </w:p>
    <w:p w14:paraId="73123892" w14:textId="77777777" w:rsidR="006D4449" w:rsidRDefault="006D4449" w:rsidP="006D4449">
      <w:r>
        <w:t>210.7571</w:t>
      </w:r>
      <w:r>
        <w:tab/>
        <w:t>2.025e0</w:t>
      </w:r>
    </w:p>
    <w:p w14:paraId="1D111C52" w14:textId="77777777" w:rsidR="006D4449" w:rsidRDefault="006D4449" w:rsidP="006D4449">
      <w:r>
        <w:t>210.7657</w:t>
      </w:r>
      <w:r>
        <w:tab/>
        <w:t>1.013e0</w:t>
      </w:r>
    </w:p>
    <w:p w14:paraId="34784331" w14:textId="77777777" w:rsidR="006D4449" w:rsidRDefault="006D4449" w:rsidP="006D4449">
      <w:r>
        <w:t>210.7936</w:t>
      </w:r>
      <w:r>
        <w:tab/>
        <w:t>1.013e0</w:t>
      </w:r>
    </w:p>
    <w:p w14:paraId="04B67AA2" w14:textId="77777777" w:rsidR="006D4449" w:rsidRDefault="006D4449" w:rsidP="006D4449">
      <w:r>
        <w:t>210.8381</w:t>
      </w:r>
      <w:r>
        <w:tab/>
        <w:t>1.013e0</w:t>
      </w:r>
    </w:p>
    <w:p w14:paraId="678B456F" w14:textId="77777777" w:rsidR="006D4449" w:rsidRDefault="006D4449" w:rsidP="006D4449">
      <w:r>
        <w:t>210.8418</w:t>
      </w:r>
      <w:r>
        <w:tab/>
        <w:t>1.013e0</w:t>
      </w:r>
    </w:p>
    <w:p w14:paraId="64F39015" w14:textId="77777777" w:rsidR="006D4449" w:rsidRDefault="006D4449" w:rsidP="006D4449">
      <w:r>
        <w:t>210.8465</w:t>
      </w:r>
      <w:r>
        <w:tab/>
        <w:t>1.013e0</w:t>
      </w:r>
    </w:p>
    <w:p w14:paraId="6EEB70E2" w14:textId="77777777" w:rsidR="006D4449" w:rsidRDefault="006D4449" w:rsidP="006D4449">
      <w:r>
        <w:lastRenderedPageBreak/>
        <w:t>210.8508</w:t>
      </w:r>
      <w:r>
        <w:tab/>
        <w:t>2.025e0</w:t>
      </w:r>
    </w:p>
    <w:p w14:paraId="59568696" w14:textId="77777777" w:rsidR="006D4449" w:rsidRDefault="006D4449" w:rsidP="006D4449">
      <w:r>
        <w:t>210.8742</w:t>
      </w:r>
      <w:r>
        <w:tab/>
        <w:t>2.025e0</w:t>
      </w:r>
    </w:p>
    <w:p w14:paraId="67760554" w14:textId="77777777" w:rsidR="006D4449" w:rsidRDefault="006D4449" w:rsidP="006D4449">
      <w:r>
        <w:t>210.9008</w:t>
      </w:r>
      <w:r>
        <w:tab/>
        <w:t>3.038e0</w:t>
      </w:r>
    </w:p>
    <w:p w14:paraId="35B74361" w14:textId="77777777" w:rsidR="006D4449" w:rsidRDefault="006D4449" w:rsidP="006D4449">
      <w:r>
        <w:t>210.9062</w:t>
      </w:r>
      <w:r>
        <w:tab/>
        <w:t>2.025e0</w:t>
      </w:r>
    </w:p>
    <w:p w14:paraId="52A0AE3D" w14:textId="77777777" w:rsidR="006D4449" w:rsidRDefault="006D4449" w:rsidP="006D4449">
      <w:r>
        <w:t>210.9346</w:t>
      </w:r>
      <w:r>
        <w:tab/>
        <w:t>2.025e0</w:t>
      </w:r>
    </w:p>
    <w:p w14:paraId="7949375E" w14:textId="77777777" w:rsidR="006D4449" w:rsidRDefault="006D4449" w:rsidP="006D4449">
      <w:r>
        <w:t>210.9787</w:t>
      </w:r>
      <w:r>
        <w:tab/>
        <w:t>1.013e0</w:t>
      </w:r>
    </w:p>
    <w:p w14:paraId="08DE0FDB" w14:textId="77777777" w:rsidR="006D4449" w:rsidRDefault="006D4449" w:rsidP="006D4449">
      <w:r>
        <w:t>211.0017</w:t>
      </w:r>
      <w:r>
        <w:tab/>
        <w:t>1.013e0</w:t>
      </w:r>
    </w:p>
    <w:p w14:paraId="4A12FE07" w14:textId="77777777" w:rsidR="006D4449" w:rsidRDefault="006D4449" w:rsidP="006D4449">
      <w:r>
        <w:t>211.0045</w:t>
      </w:r>
      <w:r>
        <w:tab/>
        <w:t>1.013e0</w:t>
      </w:r>
    </w:p>
    <w:p w14:paraId="55A83898" w14:textId="77777777" w:rsidR="006D4449" w:rsidRDefault="006D4449" w:rsidP="006D4449">
      <w:r>
        <w:t>211.0198</w:t>
      </w:r>
      <w:r>
        <w:tab/>
        <w:t>1.013e0</w:t>
      </w:r>
    </w:p>
    <w:p w14:paraId="31900832" w14:textId="77777777" w:rsidR="006D4449" w:rsidRDefault="006D4449" w:rsidP="006D4449">
      <w:r>
        <w:t>211.0244</w:t>
      </w:r>
      <w:r>
        <w:tab/>
        <w:t>1.013e0</w:t>
      </w:r>
    </w:p>
    <w:p w14:paraId="7D972BFE" w14:textId="77777777" w:rsidR="006D4449" w:rsidRDefault="006D4449" w:rsidP="006D4449">
      <w:r>
        <w:t>211.0565</w:t>
      </w:r>
      <w:r>
        <w:tab/>
        <w:t>5.063e0</w:t>
      </w:r>
    </w:p>
    <w:p w14:paraId="2B7FBA91" w14:textId="77777777" w:rsidR="006D4449" w:rsidRDefault="006D4449" w:rsidP="006D4449">
      <w:r>
        <w:t>211.0633</w:t>
      </w:r>
      <w:r>
        <w:tab/>
        <w:t>3.038e0</w:t>
      </w:r>
    </w:p>
    <w:p w14:paraId="5E2519ED" w14:textId="77777777" w:rsidR="006D4449" w:rsidRDefault="006D4449" w:rsidP="006D4449">
      <w:r>
        <w:t>211.0752</w:t>
      </w:r>
      <w:r>
        <w:tab/>
        <w:t>1.013e0</w:t>
      </w:r>
    </w:p>
    <w:p w14:paraId="50607D5A" w14:textId="77777777" w:rsidR="006D4449" w:rsidRDefault="006D4449" w:rsidP="006D4449">
      <w:r>
        <w:t>211.1020</w:t>
      </w:r>
      <w:r>
        <w:tab/>
        <w:t>1.013e0</w:t>
      </w:r>
    </w:p>
    <w:p w14:paraId="20B5C0E3" w14:textId="77777777" w:rsidR="006D4449" w:rsidRDefault="006D4449" w:rsidP="006D4449">
      <w:r>
        <w:t>211.1048</w:t>
      </w:r>
      <w:r>
        <w:tab/>
        <w:t>1.989e0</w:t>
      </w:r>
    </w:p>
    <w:p w14:paraId="77B57A1C" w14:textId="77777777" w:rsidR="006D4449" w:rsidRDefault="006D4449" w:rsidP="006D4449">
      <w:r>
        <w:t>211.1209</w:t>
      </w:r>
      <w:r>
        <w:tab/>
        <w:t>3.099e0</w:t>
      </w:r>
    </w:p>
    <w:p w14:paraId="081A867A" w14:textId="77777777" w:rsidR="006D4449" w:rsidRDefault="006D4449" w:rsidP="006D4449">
      <w:r>
        <w:t>211.1346</w:t>
      </w:r>
      <w:r>
        <w:tab/>
        <w:t>2.965e0</w:t>
      </w:r>
    </w:p>
    <w:p w14:paraId="7CA5A4FF" w14:textId="77777777" w:rsidR="006D4449" w:rsidRDefault="006D4449" w:rsidP="006D4449">
      <w:r>
        <w:t>211.1436</w:t>
      </w:r>
      <w:r>
        <w:tab/>
        <w:t>1.013e0</w:t>
      </w:r>
    </w:p>
    <w:p w14:paraId="79B7D10E" w14:textId="77777777" w:rsidR="006D4449" w:rsidRDefault="006D4449" w:rsidP="006D4449">
      <w:r>
        <w:t>211.1576</w:t>
      </w:r>
      <w:r>
        <w:tab/>
        <w:t>3.038e0</w:t>
      </w:r>
    </w:p>
    <w:p w14:paraId="1BDC0132" w14:textId="77777777" w:rsidR="006D4449" w:rsidRDefault="006D4449" w:rsidP="006D4449">
      <w:r>
        <w:lastRenderedPageBreak/>
        <w:t>211.1756</w:t>
      </w:r>
      <w:r>
        <w:tab/>
        <w:t>7.089e0</w:t>
      </w:r>
    </w:p>
    <w:p w14:paraId="62269F6C" w14:textId="77777777" w:rsidR="006D4449" w:rsidRDefault="006D4449" w:rsidP="006D4449">
      <w:r>
        <w:t>211.1780</w:t>
      </w:r>
      <w:r>
        <w:tab/>
        <w:t>4.051e0</w:t>
      </w:r>
    </w:p>
    <w:p w14:paraId="7EBEDE47" w14:textId="77777777" w:rsidR="006D4449" w:rsidRDefault="006D4449" w:rsidP="006D4449">
      <w:r>
        <w:t>211.1976</w:t>
      </w:r>
      <w:r>
        <w:tab/>
        <w:t>1.013e0</w:t>
      </w:r>
    </w:p>
    <w:p w14:paraId="7B624725" w14:textId="77777777" w:rsidR="006D4449" w:rsidRDefault="006D4449" w:rsidP="006D4449">
      <w:r>
        <w:t>211.2023</w:t>
      </w:r>
      <w:r>
        <w:tab/>
        <w:t>1.013e0</w:t>
      </w:r>
    </w:p>
    <w:p w14:paraId="0450524D" w14:textId="77777777" w:rsidR="006D4449" w:rsidRDefault="006D4449" w:rsidP="006D4449">
      <w:r>
        <w:t>211.2317</w:t>
      </w:r>
      <w:r>
        <w:tab/>
        <w:t>1.013e0</w:t>
      </w:r>
    </w:p>
    <w:p w14:paraId="18721131" w14:textId="77777777" w:rsidR="006D4449" w:rsidRDefault="006D4449" w:rsidP="006D4449">
      <w:r>
        <w:t>211.2364</w:t>
      </w:r>
      <w:r>
        <w:tab/>
        <w:t>1.013e0</w:t>
      </w:r>
    </w:p>
    <w:p w14:paraId="6B0A47A2" w14:textId="77777777" w:rsidR="006D4449" w:rsidRDefault="006D4449" w:rsidP="006D4449">
      <w:r>
        <w:t>211.2522</w:t>
      </w:r>
      <w:r>
        <w:tab/>
        <w:t>1.013e0</w:t>
      </w:r>
    </w:p>
    <w:p w14:paraId="046B12F5" w14:textId="77777777" w:rsidR="006D4449" w:rsidRDefault="006D4449" w:rsidP="006D4449">
      <w:r>
        <w:t>211.2723</w:t>
      </w:r>
      <w:r>
        <w:tab/>
        <w:t>1.013e0</w:t>
      </w:r>
    </w:p>
    <w:p w14:paraId="1AC2F349" w14:textId="77777777" w:rsidR="006D4449" w:rsidRDefault="006D4449" w:rsidP="006D4449">
      <w:r>
        <w:t>211.2989</w:t>
      </w:r>
      <w:r>
        <w:tab/>
        <w:t>1.013e0</w:t>
      </w:r>
    </w:p>
    <w:p w14:paraId="43FBE66D" w14:textId="77777777" w:rsidR="006D4449" w:rsidRDefault="006D4449" w:rsidP="006D4449">
      <w:r>
        <w:t>211.3381</w:t>
      </w:r>
      <w:r>
        <w:tab/>
        <w:t>2.025e0</w:t>
      </w:r>
    </w:p>
    <w:p w14:paraId="31C3B233" w14:textId="77777777" w:rsidR="006D4449" w:rsidRDefault="006D4449" w:rsidP="006D4449">
      <w:r>
        <w:t>211.3448</w:t>
      </w:r>
      <w:r>
        <w:tab/>
        <w:t>1.013e0</w:t>
      </w:r>
    </w:p>
    <w:p w14:paraId="3B9816C2" w14:textId="77777777" w:rsidR="006D4449" w:rsidRDefault="006D4449" w:rsidP="006D4449">
      <w:r>
        <w:t>211.3565</w:t>
      </w:r>
      <w:r>
        <w:tab/>
        <w:t>2.025e0</w:t>
      </w:r>
    </w:p>
    <w:p w14:paraId="54ADEE36" w14:textId="77777777" w:rsidR="006D4449" w:rsidRDefault="006D4449" w:rsidP="006D4449">
      <w:r>
        <w:t>211.3587</w:t>
      </w:r>
      <w:r>
        <w:tab/>
        <w:t>3.038e0</w:t>
      </w:r>
    </w:p>
    <w:p w14:paraId="2F987060" w14:textId="77777777" w:rsidR="006D4449" w:rsidRDefault="006D4449" w:rsidP="006D4449">
      <w:r>
        <w:t>211.3841</w:t>
      </w:r>
      <w:r>
        <w:tab/>
        <w:t>2.025e0</w:t>
      </w:r>
    </w:p>
    <w:p w14:paraId="061BD5CA" w14:textId="77777777" w:rsidR="006D4449" w:rsidRDefault="006D4449" w:rsidP="006D4449">
      <w:r>
        <w:t>211.3984</w:t>
      </w:r>
      <w:r>
        <w:tab/>
        <w:t>1.013e0</w:t>
      </w:r>
    </w:p>
    <w:p w14:paraId="74E561B9" w14:textId="77777777" w:rsidR="006D4449" w:rsidRDefault="006D4449" w:rsidP="006D4449">
      <w:r>
        <w:t>211.4069</w:t>
      </w:r>
      <w:r>
        <w:tab/>
        <w:t>1.013e0</w:t>
      </w:r>
    </w:p>
    <w:p w14:paraId="1EE2F104" w14:textId="77777777" w:rsidR="006D4449" w:rsidRDefault="006D4449" w:rsidP="006D4449">
      <w:r>
        <w:t>211.4126</w:t>
      </w:r>
      <w:r>
        <w:tab/>
        <w:t>2.025e0</w:t>
      </w:r>
    </w:p>
    <w:p w14:paraId="0344F535" w14:textId="77777777" w:rsidR="006D4449" w:rsidRDefault="006D4449" w:rsidP="006D4449">
      <w:r>
        <w:t>211.4258</w:t>
      </w:r>
      <w:r>
        <w:tab/>
        <w:t>1.013e0</w:t>
      </w:r>
    </w:p>
    <w:p w14:paraId="077FA210" w14:textId="77777777" w:rsidR="006D4449" w:rsidRDefault="006D4449" w:rsidP="006D4449">
      <w:r>
        <w:t>211.4278</w:t>
      </w:r>
      <w:r>
        <w:tab/>
        <w:t>2.025e0</w:t>
      </w:r>
    </w:p>
    <w:p w14:paraId="4678EEF2" w14:textId="77777777" w:rsidR="006D4449" w:rsidRDefault="006D4449" w:rsidP="006D4449">
      <w:r>
        <w:lastRenderedPageBreak/>
        <w:t>211.4325</w:t>
      </w:r>
      <w:r>
        <w:tab/>
        <w:t>1.013e0</w:t>
      </w:r>
    </w:p>
    <w:p w14:paraId="28738E0D" w14:textId="77777777" w:rsidR="006D4449" w:rsidRDefault="006D4449" w:rsidP="006D4449">
      <w:r>
        <w:t>211.4732</w:t>
      </w:r>
      <w:r>
        <w:tab/>
        <w:t>1.013e0</w:t>
      </w:r>
    </w:p>
    <w:p w14:paraId="741D5299" w14:textId="77777777" w:rsidR="006D4449" w:rsidRDefault="006D4449" w:rsidP="006D4449">
      <w:r>
        <w:t>211.4887</w:t>
      </w:r>
      <w:r>
        <w:tab/>
        <w:t>4.051e0</w:t>
      </w:r>
    </w:p>
    <w:p w14:paraId="23F6BB88" w14:textId="77777777" w:rsidR="006D4449" w:rsidRDefault="006D4449" w:rsidP="006D4449">
      <w:r>
        <w:t>211.4921</w:t>
      </w:r>
      <w:r>
        <w:tab/>
        <w:t>2.025e0</w:t>
      </w:r>
    </w:p>
    <w:p w14:paraId="4B85254D" w14:textId="77777777" w:rsidR="006D4449" w:rsidRDefault="006D4449" w:rsidP="006D4449">
      <w:r>
        <w:t>211.4978</w:t>
      </w:r>
      <w:r>
        <w:tab/>
        <w:t>5.063e0</w:t>
      </w:r>
    </w:p>
    <w:p w14:paraId="4DF4CD18" w14:textId="77777777" w:rsidR="006D4449" w:rsidRDefault="006D4449" w:rsidP="006D4449">
      <w:r>
        <w:t>211.5177</w:t>
      </w:r>
      <w:r>
        <w:tab/>
        <w:t>1.013e0</w:t>
      </w:r>
    </w:p>
    <w:p w14:paraId="436CEE8E" w14:textId="77777777" w:rsidR="006D4449" w:rsidRDefault="006D4449" w:rsidP="006D4449">
      <w:r>
        <w:t>211.5310</w:t>
      </w:r>
      <w:r>
        <w:tab/>
        <w:t>2.025e0</w:t>
      </w:r>
    </w:p>
    <w:p w14:paraId="45089973" w14:textId="77777777" w:rsidR="006D4449" w:rsidRDefault="006D4449" w:rsidP="006D4449">
      <w:r>
        <w:t>211.5421</w:t>
      </w:r>
      <w:r>
        <w:tab/>
        <w:t>1.013e0</w:t>
      </w:r>
    </w:p>
    <w:p w14:paraId="75F39EC6" w14:textId="77777777" w:rsidR="006D4449" w:rsidRDefault="006D4449" w:rsidP="006D4449">
      <w:r>
        <w:t>211.5462</w:t>
      </w:r>
      <w:r>
        <w:tab/>
        <w:t>1.013e0</w:t>
      </w:r>
    </w:p>
    <w:p w14:paraId="1E1F1582" w14:textId="77777777" w:rsidR="006D4449" w:rsidRDefault="006D4449" w:rsidP="006D4449">
      <w:r>
        <w:t>211.5574</w:t>
      </w:r>
      <w:r>
        <w:tab/>
        <w:t>1.013e0</w:t>
      </w:r>
    </w:p>
    <w:p w14:paraId="2988CE35" w14:textId="77777777" w:rsidR="006D4449" w:rsidRDefault="006D4449" w:rsidP="006D4449">
      <w:r>
        <w:t>211.5614</w:t>
      </w:r>
      <w:r>
        <w:tab/>
        <w:t>1.013e0</w:t>
      </w:r>
    </w:p>
    <w:p w14:paraId="005B80A7" w14:textId="77777777" w:rsidR="006D4449" w:rsidRDefault="006D4449" w:rsidP="006D4449">
      <w:r>
        <w:t>211.5849</w:t>
      </w:r>
      <w:r>
        <w:tab/>
        <w:t>2.025e0</w:t>
      </w:r>
    </w:p>
    <w:p w14:paraId="51633F63" w14:textId="77777777" w:rsidR="006D4449" w:rsidRDefault="006D4449" w:rsidP="006D4449">
      <w:r>
        <w:t>211.5878</w:t>
      </w:r>
      <w:r>
        <w:tab/>
        <w:t>1.013e0</w:t>
      </w:r>
    </w:p>
    <w:p w14:paraId="6783A60F" w14:textId="77777777" w:rsidR="006D4449" w:rsidRDefault="006D4449" w:rsidP="006D4449">
      <w:r>
        <w:t>211.5925</w:t>
      </w:r>
      <w:r>
        <w:tab/>
        <w:t>2.025e0</w:t>
      </w:r>
    </w:p>
    <w:p w14:paraId="408687A8" w14:textId="77777777" w:rsidR="006D4449" w:rsidRDefault="006D4449" w:rsidP="006D4449">
      <w:r>
        <w:t>211.6001</w:t>
      </w:r>
      <w:r>
        <w:tab/>
        <w:t>2.025e0</w:t>
      </w:r>
    </w:p>
    <w:p w14:paraId="040F1BB1" w14:textId="77777777" w:rsidR="006D4449" w:rsidRDefault="006D4449" w:rsidP="006D4449">
      <w:r>
        <w:t>211.6067</w:t>
      </w:r>
      <w:r>
        <w:tab/>
        <w:t>2.025e0</w:t>
      </w:r>
    </w:p>
    <w:p w14:paraId="52A5F8BE" w14:textId="77777777" w:rsidR="006D4449" w:rsidRDefault="006D4449" w:rsidP="006D4449">
      <w:r>
        <w:t>211.6114</w:t>
      </w:r>
      <w:r>
        <w:tab/>
        <w:t>1.013e0</w:t>
      </w:r>
    </w:p>
    <w:p w14:paraId="444467A4" w14:textId="77777777" w:rsidR="006D4449" w:rsidRDefault="006D4449" w:rsidP="006D4449">
      <w:r>
        <w:t>211.6339</w:t>
      </w:r>
      <w:r>
        <w:tab/>
        <w:t>1.013e0</w:t>
      </w:r>
    </w:p>
    <w:p w14:paraId="0F48D785" w14:textId="77777777" w:rsidR="006D4449" w:rsidRDefault="006D4449" w:rsidP="006D4449">
      <w:r>
        <w:t>211.6391</w:t>
      </w:r>
      <w:r>
        <w:tab/>
        <w:t>4.051e0</w:t>
      </w:r>
    </w:p>
    <w:p w14:paraId="7880D417" w14:textId="77777777" w:rsidR="006D4449" w:rsidRDefault="006D4449" w:rsidP="006D4449">
      <w:r>
        <w:lastRenderedPageBreak/>
        <w:t>211.6588</w:t>
      </w:r>
      <w:r>
        <w:tab/>
        <w:t>2.025e0</w:t>
      </w:r>
    </w:p>
    <w:p w14:paraId="01558134" w14:textId="77777777" w:rsidR="006D4449" w:rsidRDefault="006D4449" w:rsidP="006D4449">
      <w:r>
        <w:t>211.6643</w:t>
      </w:r>
      <w:r>
        <w:tab/>
        <w:t>3.038e0</w:t>
      </w:r>
    </w:p>
    <w:p w14:paraId="484A4B55" w14:textId="77777777" w:rsidR="006D4449" w:rsidRDefault="006D4449" w:rsidP="006D4449">
      <w:r>
        <w:t>211.6848</w:t>
      </w:r>
      <w:r>
        <w:tab/>
        <w:t>2.025e0</w:t>
      </w:r>
    </w:p>
    <w:p w14:paraId="6538D27F" w14:textId="77777777" w:rsidR="006D4449" w:rsidRDefault="006D4449" w:rsidP="006D4449">
      <w:r>
        <w:t>211.7005</w:t>
      </w:r>
      <w:r>
        <w:tab/>
        <w:t>1.013e0</w:t>
      </w:r>
    </w:p>
    <w:p w14:paraId="4FF0368A" w14:textId="77777777" w:rsidR="006D4449" w:rsidRDefault="006D4449" w:rsidP="006D4449">
      <w:r>
        <w:t>211.7043</w:t>
      </w:r>
      <w:r>
        <w:tab/>
        <w:t>1.013e0</w:t>
      </w:r>
    </w:p>
    <w:p w14:paraId="4D693542" w14:textId="77777777" w:rsidR="006D4449" w:rsidRDefault="006D4449" w:rsidP="006D4449">
      <w:r>
        <w:t>211.7186</w:t>
      </w:r>
      <w:r>
        <w:tab/>
        <w:t>1.013e0</w:t>
      </w:r>
    </w:p>
    <w:p w14:paraId="582CF8BF" w14:textId="77777777" w:rsidR="006D4449" w:rsidRDefault="006D4449" w:rsidP="006D4449">
      <w:r>
        <w:t>211.7276</w:t>
      </w:r>
      <w:r>
        <w:tab/>
        <w:t>1.013e0</w:t>
      </w:r>
    </w:p>
    <w:p w14:paraId="504F9413" w14:textId="77777777" w:rsidR="006D4449" w:rsidRDefault="006D4449" w:rsidP="006D4449">
      <w:r>
        <w:t>211.7546</w:t>
      </w:r>
      <w:r>
        <w:tab/>
        <w:t>1.013e0</w:t>
      </w:r>
    </w:p>
    <w:p w14:paraId="17F06AD5" w14:textId="77777777" w:rsidR="006D4449" w:rsidRDefault="006D4449" w:rsidP="006D4449">
      <w:r>
        <w:t>211.7820</w:t>
      </w:r>
      <w:r>
        <w:tab/>
        <w:t>1.013e0</w:t>
      </w:r>
    </w:p>
    <w:p w14:paraId="7D3F1D41" w14:textId="77777777" w:rsidR="006D4449" w:rsidRDefault="006D4449" w:rsidP="006D4449">
      <w:r>
        <w:t>211.8000</w:t>
      </w:r>
      <w:r>
        <w:tab/>
        <w:t>1.013e0</w:t>
      </w:r>
    </w:p>
    <w:p w14:paraId="7952496F" w14:textId="77777777" w:rsidR="006D4449" w:rsidRDefault="006D4449" w:rsidP="006D4449">
      <w:r>
        <w:t>211.8116</w:t>
      </w:r>
      <w:r>
        <w:tab/>
        <w:t>2.025e0</w:t>
      </w:r>
    </w:p>
    <w:p w14:paraId="64D82D38" w14:textId="77777777" w:rsidR="006D4449" w:rsidRDefault="006D4449" w:rsidP="006D4449">
      <w:r>
        <w:t>211.8185</w:t>
      </w:r>
      <w:r>
        <w:tab/>
        <w:t>2.025e0</w:t>
      </w:r>
    </w:p>
    <w:p w14:paraId="544BADF6" w14:textId="77777777" w:rsidR="006D4449" w:rsidRDefault="006D4449" w:rsidP="006D4449">
      <w:r>
        <w:t>211.8284</w:t>
      </w:r>
      <w:r>
        <w:tab/>
        <w:t>2.025e0</w:t>
      </w:r>
    </w:p>
    <w:p w14:paraId="765D906E" w14:textId="77777777" w:rsidR="006D4449" w:rsidRDefault="006D4449" w:rsidP="006D4449">
      <w:r>
        <w:t>211.8362</w:t>
      </w:r>
      <w:r>
        <w:tab/>
        <w:t>2.025e0</w:t>
      </w:r>
    </w:p>
    <w:p w14:paraId="7E7AB289" w14:textId="77777777" w:rsidR="006D4449" w:rsidRDefault="006D4449" w:rsidP="006D4449">
      <w:r>
        <w:t>211.8563</w:t>
      </w:r>
      <w:r>
        <w:tab/>
        <w:t>4.051e0</w:t>
      </w:r>
    </w:p>
    <w:p w14:paraId="4420253C" w14:textId="77777777" w:rsidR="006D4449" w:rsidRDefault="006D4449" w:rsidP="006D4449">
      <w:r>
        <w:t>211.8587</w:t>
      </w:r>
      <w:r>
        <w:tab/>
        <w:t>1.013e0</w:t>
      </w:r>
    </w:p>
    <w:p w14:paraId="20414531" w14:textId="77777777" w:rsidR="006D4449" w:rsidRDefault="006D4449" w:rsidP="006D4449">
      <w:r>
        <w:t>211.8710</w:t>
      </w:r>
      <w:r>
        <w:tab/>
        <w:t>1.013e0</w:t>
      </w:r>
    </w:p>
    <w:p w14:paraId="03082CD7" w14:textId="77777777" w:rsidR="006D4449" w:rsidRDefault="006D4449" w:rsidP="006D4449">
      <w:r>
        <w:t>211.8748</w:t>
      </w:r>
      <w:r>
        <w:tab/>
        <w:t>1.013e0</w:t>
      </w:r>
    </w:p>
    <w:p w14:paraId="6BACE4E2" w14:textId="77777777" w:rsidR="006D4449" w:rsidRDefault="006D4449" w:rsidP="006D4449">
      <w:r>
        <w:t>211.9131</w:t>
      </w:r>
      <w:r>
        <w:tab/>
        <w:t>2.025e0</w:t>
      </w:r>
    </w:p>
    <w:p w14:paraId="62D59575" w14:textId="77777777" w:rsidR="006D4449" w:rsidRDefault="006D4449" w:rsidP="006D4449">
      <w:r>
        <w:lastRenderedPageBreak/>
        <w:t>211.9252</w:t>
      </w:r>
      <w:r>
        <w:tab/>
        <w:t>1.013e0</w:t>
      </w:r>
    </w:p>
    <w:p w14:paraId="36D394E1" w14:textId="77777777" w:rsidR="006D4449" w:rsidRDefault="006D4449" w:rsidP="006D4449">
      <w:r>
        <w:t>211.9276</w:t>
      </w:r>
      <w:r>
        <w:tab/>
        <w:t>2.025e0</w:t>
      </w:r>
    </w:p>
    <w:p w14:paraId="6E033A60" w14:textId="77777777" w:rsidR="006D4449" w:rsidRDefault="006D4449" w:rsidP="006D4449">
      <w:r>
        <w:t>211.9341</w:t>
      </w:r>
      <w:r>
        <w:tab/>
        <w:t>2.025e0</w:t>
      </w:r>
    </w:p>
    <w:p w14:paraId="0CE36F63" w14:textId="77777777" w:rsidR="006D4449" w:rsidRDefault="006D4449" w:rsidP="006D4449">
      <w:r>
        <w:t>211.9488</w:t>
      </w:r>
      <w:r>
        <w:tab/>
        <w:t>2.025e0</w:t>
      </w:r>
    </w:p>
    <w:p w14:paraId="0C34DBD8" w14:textId="77777777" w:rsidR="006D4449" w:rsidRDefault="006D4449" w:rsidP="006D4449">
      <w:r>
        <w:t>211.9563</w:t>
      </w:r>
      <w:r>
        <w:tab/>
        <w:t>1.013e0</w:t>
      </w:r>
    </w:p>
    <w:p w14:paraId="62E2ADC1" w14:textId="77777777" w:rsidR="006D4449" w:rsidRDefault="006D4449" w:rsidP="006D4449">
      <w:r>
        <w:t>211.9668</w:t>
      </w:r>
      <w:r>
        <w:tab/>
        <w:t>1.013e0</w:t>
      </w:r>
    </w:p>
    <w:p w14:paraId="2D30BF79" w14:textId="77777777" w:rsidR="006D4449" w:rsidRDefault="006D4449" w:rsidP="006D4449">
      <w:r>
        <w:t>211.9706</w:t>
      </w:r>
      <w:r>
        <w:tab/>
        <w:t>2.025e0</w:t>
      </w:r>
    </w:p>
    <w:p w14:paraId="422E502F" w14:textId="77777777" w:rsidR="006D4449" w:rsidRDefault="006D4449" w:rsidP="006D4449">
      <w:r>
        <w:t>211.9904</w:t>
      </w:r>
      <w:r>
        <w:tab/>
        <w:t>3.038e0</w:t>
      </w:r>
    </w:p>
    <w:p w14:paraId="05C70301" w14:textId="77777777" w:rsidR="006D4449" w:rsidRDefault="006D4449" w:rsidP="006D4449">
      <w:r>
        <w:t>211.9997</w:t>
      </w:r>
      <w:r>
        <w:tab/>
        <w:t>6.076e0</w:t>
      </w:r>
    </w:p>
    <w:p w14:paraId="3ECAEE5E" w14:textId="77777777" w:rsidR="006D4449" w:rsidRDefault="006D4449" w:rsidP="006D4449">
      <w:r>
        <w:t>212.0030</w:t>
      </w:r>
      <w:r>
        <w:tab/>
        <w:t>5.063e0</w:t>
      </w:r>
    </w:p>
    <w:p w14:paraId="0A275E0C" w14:textId="77777777" w:rsidR="006D4449" w:rsidRDefault="006D4449" w:rsidP="006D4449">
      <w:r>
        <w:t>212.0126</w:t>
      </w:r>
      <w:r>
        <w:tab/>
        <w:t>1.026e1</w:t>
      </w:r>
    </w:p>
    <w:p w14:paraId="234FBA4B" w14:textId="77777777" w:rsidR="006D4449" w:rsidRDefault="006D4449" w:rsidP="006D4449">
      <w:r>
        <w:t>212.0193</w:t>
      </w:r>
      <w:r>
        <w:tab/>
        <w:t>9.332e0</w:t>
      </w:r>
    </w:p>
    <w:p w14:paraId="44AA911C" w14:textId="77777777" w:rsidR="006D4449" w:rsidRDefault="006D4449" w:rsidP="006D4449">
      <w:r>
        <w:t>212.0325</w:t>
      </w:r>
      <w:r>
        <w:tab/>
        <w:t>6.076e0</w:t>
      </w:r>
    </w:p>
    <w:p w14:paraId="5E8DAC0C" w14:textId="77777777" w:rsidR="006D4449" w:rsidRDefault="006D4449" w:rsidP="006D4449">
      <w:r>
        <w:t>212.0356</w:t>
      </w:r>
      <w:r>
        <w:tab/>
        <w:t>1.316e1</w:t>
      </w:r>
    </w:p>
    <w:p w14:paraId="7C0E3022" w14:textId="77777777" w:rsidR="006D4449" w:rsidRDefault="006D4449" w:rsidP="006D4449">
      <w:r>
        <w:t>212.0493</w:t>
      </w:r>
      <w:r>
        <w:tab/>
        <w:t>5.815e0</w:t>
      </w:r>
    </w:p>
    <w:p w14:paraId="47597825" w14:textId="77777777" w:rsidR="006D4449" w:rsidRDefault="006D4449" w:rsidP="006D4449">
      <w:r>
        <w:t>212.0673</w:t>
      </w:r>
      <w:r>
        <w:tab/>
        <w:t>3.038e0</w:t>
      </w:r>
    </w:p>
    <w:p w14:paraId="4E62FD94" w14:textId="77777777" w:rsidR="006D4449" w:rsidRDefault="006D4449" w:rsidP="006D4449">
      <w:r>
        <w:t>212.0712</w:t>
      </w:r>
      <w:r>
        <w:tab/>
        <w:t>3.038e0</w:t>
      </w:r>
    </w:p>
    <w:p w14:paraId="46A70450" w14:textId="77777777" w:rsidR="006D4449" w:rsidRDefault="006D4449" w:rsidP="006D4449">
      <w:r>
        <w:t>212.0833</w:t>
      </w:r>
      <w:r>
        <w:tab/>
        <w:t>2.025e0</w:t>
      </w:r>
    </w:p>
    <w:p w14:paraId="105D39F9" w14:textId="77777777" w:rsidR="006D4449" w:rsidRDefault="006D4449" w:rsidP="006D4449">
      <w:r>
        <w:t>212.0923</w:t>
      </w:r>
      <w:r>
        <w:tab/>
        <w:t>3.038e0</w:t>
      </w:r>
    </w:p>
    <w:p w14:paraId="6385AED1" w14:textId="77777777" w:rsidR="006D4449" w:rsidRDefault="006D4449" w:rsidP="006D4449">
      <w:r>
        <w:lastRenderedPageBreak/>
        <w:t>212.1028</w:t>
      </w:r>
      <w:r>
        <w:tab/>
        <w:t>4.346e0</w:t>
      </w:r>
    </w:p>
    <w:p w14:paraId="1A906BF5" w14:textId="77777777" w:rsidR="006D4449" w:rsidRDefault="006D4449" w:rsidP="006D4449">
      <w:r>
        <w:t>212.1138</w:t>
      </w:r>
      <w:r>
        <w:tab/>
        <w:t>5.694e0</w:t>
      </w:r>
    </w:p>
    <w:p w14:paraId="318A5C4A" w14:textId="77777777" w:rsidR="006D4449" w:rsidRDefault="006D4449" w:rsidP="006D4449">
      <w:r>
        <w:t>212.1188</w:t>
      </w:r>
      <w:r>
        <w:tab/>
        <w:t>3.038e0</w:t>
      </w:r>
    </w:p>
    <w:p w14:paraId="240344E6" w14:textId="77777777" w:rsidR="006D4449" w:rsidRDefault="006D4449" w:rsidP="006D4449">
      <w:r>
        <w:t>212.1318</w:t>
      </w:r>
      <w:r>
        <w:tab/>
        <w:t>2.918e0</w:t>
      </w:r>
    </w:p>
    <w:p w14:paraId="2C76E002" w14:textId="77777777" w:rsidR="006D4449" w:rsidRDefault="006D4449" w:rsidP="006D4449">
      <w:r>
        <w:t>212.1384</w:t>
      </w:r>
      <w:r>
        <w:tab/>
        <w:t>2.952e0</w:t>
      </w:r>
    </w:p>
    <w:p w14:paraId="677C65E5" w14:textId="77777777" w:rsidR="006D4449" w:rsidRDefault="006D4449" w:rsidP="006D4449">
      <w:r>
        <w:t>212.1413</w:t>
      </w:r>
      <w:r>
        <w:tab/>
        <w:t>3.804e0</w:t>
      </w:r>
    </w:p>
    <w:p w14:paraId="2A5DF2BC" w14:textId="77777777" w:rsidR="006D4449" w:rsidRDefault="006D4449" w:rsidP="006D4449">
      <w:r>
        <w:t>212.1589</w:t>
      </w:r>
      <w:r>
        <w:tab/>
        <w:t>4.051e0</w:t>
      </w:r>
    </w:p>
    <w:p w14:paraId="7135E964" w14:textId="77777777" w:rsidR="006D4449" w:rsidRDefault="006D4449" w:rsidP="006D4449">
      <w:r>
        <w:t>212.1669</w:t>
      </w:r>
      <w:r>
        <w:tab/>
        <w:t>2.518e0</w:t>
      </w:r>
    </w:p>
    <w:p w14:paraId="3C478C07" w14:textId="77777777" w:rsidR="006D4449" w:rsidRDefault="006D4449" w:rsidP="006D4449">
      <w:r>
        <w:t>212.1696</w:t>
      </w:r>
      <w:r>
        <w:tab/>
        <w:t>2.025e0</w:t>
      </w:r>
    </w:p>
    <w:p w14:paraId="1FD3B532" w14:textId="77777777" w:rsidR="006D4449" w:rsidRDefault="006D4449" w:rsidP="006D4449">
      <w:r>
        <w:t>212.1724</w:t>
      </w:r>
      <w:r>
        <w:tab/>
        <w:t>2.025e0</w:t>
      </w:r>
    </w:p>
    <w:p w14:paraId="17DB120A" w14:textId="77777777" w:rsidR="006D4449" w:rsidRDefault="006D4449" w:rsidP="006D4449">
      <w:r>
        <w:t>212.1738</w:t>
      </w:r>
      <w:r>
        <w:tab/>
        <w:t>4.051e0</w:t>
      </w:r>
    </w:p>
    <w:p w14:paraId="4A4FB910" w14:textId="77777777" w:rsidR="006D4449" w:rsidRDefault="006D4449" w:rsidP="006D4449">
      <w:r>
        <w:t>212.2029</w:t>
      </w:r>
      <w:r>
        <w:tab/>
        <w:t>3.038e0</w:t>
      </w:r>
    </w:p>
    <w:p w14:paraId="6F7B73D3" w14:textId="77777777" w:rsidR="006D4449" w:rsidRDefault="006D4449" w:rsidP="006D4449">
      <w:r>
        <w:t>212.2119</w:t>
      </w:r>
      <w:r>
        <w:tab/>
        <w:t>2.025e0</w:t>
      </w:r>
    </w:p>
    <w:p w14:paraId="6E175DC3" w14:textId="77777777" w:rsidR="006D4449" w:rsidRDefault="006D4449" w:rsidP="006D4449">
      <w:r>
        <w:t>212.2148</w:t>
      </w:r>
      <w:r>
        <w:tab/>
        <w:t>2.025e0</w:t>
      </w:r>
    </w:p>
    <w:p w14:paraId="1174E247" w14:textId="77777777" w:rsidR="006D4449" w:rsidRDefault="006D4449" w:rsidP="006D4449">
      <w:r>
        <w:t>212.2607</w:t>
      </w:r>
      <w:r>
        <w:tab/>
        <w:t>3.038e0</w:t>
      </w:r>
    </w:p>
    <w:p w14:paraId="4C196894" w14:textId="77777777" w:rsidR="006D4449" w:rsidRDefault="006D4449" w:rsidP="006D4449">
      <w:r>
        <w:t>212.3003</w:t>
      </w:r>
      <w:r>
        <w:tab/>
        <w:t>2.025e0</w:t>
      </w:r>
    </w:p>
    <w:p w14:paraId="05CDC4BE" w14:textId="77777777" w:rsidR="006D4449" w:rsidRDefault="006D4449" w:rsidP="006D4449">
      <w:r>
        <w:t>212.3048</w:t>
      </w:r>
      <w:r>
        <w:tab/>
        <w:t>1.013e0</w:t>
      </w:r>
    </w:p>
    <w:p w14:paraId="420171BC" w14:textId="77777777" w:rsidR="006D4449" w:rsidRDefault="006D4449" w:rsidP="006D4449">
      <w:r>
        <w:t>212.3279</w:t>
      </w:r>
      <w:r>
        <w:tab/>
        <w:t>1.013e0</w:t>
      </w:r>
    </w:p>
    <w:p w14:paraId="4C75026D" w14:textId="77777777" w:rsidR="006D4449" w:rsidRDefault="006D4449" w:rsidP="006D4449">
      <w:r>
        <w:t>212.3312</w:t>
      </w:r>
      <w:r>
        <w:tab/>
        <w:t>2.025e0</w:t>
      </w:r>
    </w:p>
    <w:p w14:paraId="3FEAF43A" w14:textId="77777777" w:rsidR="006D4449" w:rsidRDefault="006D4449" w:rsidP="006D4449">
      <w:r>
        <w:lastRenderedPageBreak/>
        <w:t>212.3346</w:t>
      </w:r>
      <w:r>
        <w:tab/>
        <w:t>3.038e0</w:t>
      </w:r>
    </w:p>
    <w:p w14:paraId="33A82CBD" w14:textId="77777777" w:rsidR="006D4449" w:rsidRDefault="006D4449" w:rsidP="006D4449">
      <w:r>
        <w:t>212.3507</w:t>
      </w:r>
      <w:r>
        <w:tab/>
        <w:t>1.013e0</w:t>
      </w:r>
    </w:p>
    <w:p w14:paraId="55C91611" w14:textId="77777777" w:rsidR="006D4449" w:rsidRDefault="006D4449" w:rsidP="006D4449">
      <w:r>
        <w:t>212.3928</w:t>
      </w:r>
      <w:r>
        <w:tab/>
        <w:t>1.013e0</w:t>
      </w:r>
    </w:p>
    <w:p w14:paraId="1E6067FD" w14:textId="77777777" w:rsidR="006D4449" w:rsidRDefault="006D4449" w:rsidP="006D4449">
      <w:r>
        <w:t>212.3978</w:t>
      </w:r>
      <w:r>
        <w:tab/>
        <w:t>1.013e0</w:t>
      </w:r>
    </w:p>
    <w:p w14:paraId="73821845" w14:textId="77777777" w:rsidR="006D4449" w:rsidRDefault="006D4449" w:rsidP="006D4449">
      <w:r>
        <w:t>212.4313</w:t>
      </w:r>
      <w:r>
        <w:tab/>
        <w:t>1.013e0</w:t>
      </w:r>
    </w:p>
    <w:p w14:paraId="60E9F438" w14:textId="77777777" w:rsidR="006D4449" w:rsidRDefault="006D4449" w:rsidP="006D4449">
      <w:r>
        <w:t>212.4444</w:t>
      </w:r>
      <w:r>
        <w:tab/>
        <w:t>4.051e0</w:t>
      </w:r>
    </w:p>
    <w:p w14:paraId="0A4AEA94" w14:textId="77777777" w:rsidR="006D4449" w:rsidRDefault="006D4449" w:rsidP="006D4449">
      <w:r>
        <w:t>212.4475</w:t>
      </w:r>
      <w:r>
        <w:tab/>
        <w:t>2.025e0</w:t>
      </w:r>
    </w:p>
    <w:p w14:paraId="7715E842" w14:textId="77777777" w:rsidR="006D4449" w:rsidRDefault="006D4449" w:rsidP="006D4449">
      <w:r>
        <w:t>212.4627</w:t>
      </w:r>
      <w:r>
        <w:tab/>
        <w:t>2.025e0</w:t>
      </w:r>
    </w:p>
    <w:p w14:paraId="1E7C2A88" w14:textId="77777777" w:rsidR="006D4449" w:rsidRDefault="006D4449" w:rsidP="006D4449">
      <w:r>
        <w:t>212.4665</w:t>
      </w:r>
      <w:r>
        <w:tab/>
        <w:t>1.013e0</w:t>
      </w:r>
    </w:p>
    <w:p w14:paraId="1C78754E" w14:textId="77777777" w:rsidR="006D4449" w:rsidRDefault="006D4449" w:rsidP="006D4449">
      <w:r>
        <w:t>212.4706</w:t>
      </w:r>
      <w:r>
        <w:tab/>
        <w:t>1.013e0</w:t>
      </w:r>
    </w:p>
    <w:p w14:paraId="5438F944" w14:textId="77777777" w:rsidR="006D4449" w:rsidRDefault="006D4449" w:rsidP="006D4449">
      <w:r>
        <w:t>212.4778</w:t>
      </w:r>
      <w:r>
        <w:tab/>
        <w:t>1.013e0</w:t>
      </w:r>
    </w:p>
    <w:p w14:paraId="28BF8DEE" w14:textId="77777777" w:rsidR="006D4449" w:rsidRDefault="006D4449" w:rsidP="006D4449">
      <w:r>
        <w:t>212.4987</w:t>
      </w:r>
      <w:r>
        <w:tab/>
        <w:t>1.013e0</w:t>
      </w:r>
    </w:p>
    <w:p w14:paraId="57B4B056" w14:textId="77777777" w:rsidR="006D4449" w:rsidRDefault="006D4449" w:rsidP="006D4449">
      <w:r>
        <w:t>212.5247</w:t>
      </w:r>
      <w:r>
        <w:tab/>
        <w:t>2.025e0</w:t>
      </w:r>
    </w:p>
    <w:p w14:paraId="49DDBB05" w14:textId="77777777" w:rsidR="006D4449" w:rsidRDefault="006D4449" w:rsidP="006D4449">
      <w:r>
        <w:t>212.5508</w:t>
      </w:r>
      <w:r>
        <w:tab/>
        <w:t>2.025e0</w:t>
      </w:r>
    </w:p>
    <w:p w14:paraId="5A5C783F" w14:textId="77777777" w:rsidR="006D4449" w:rsidRDefault="006D4449" w:rsidP="006D4449">
      <w:r>
        <w:t>212.5627</w:t>
      </w:r>
      <w:r>
        <w:tab/>
        <w:t>1.013e0</w:t>
      </w:r>
    </w:p>
    <w:p w14:paraId="287DE307" w14:textId="77777777" w:rsidR="006D4449" w:rsidRDefault="006D4449" w:rsidP="006D4449">
      <w:r>
        <w:t>212.5896</w:t>
      </w:r>
      <w:r>
        <w:tab/>
        <w:t>2.025e0</w:t>
      </w:r>
    </w:p>
    <w:p w14:paraId="007B4ABB" w14:textId="77777777" w:rsidR="006D4449" w:rsidRDefault="006D4449" w:rsidP="006D4449">
      <w:r>
        <w:t>212.5954</w:t>
      </w:r>
      <w:r>
        <w:tab/>
        <w:t>1.013e0</w:t>
      </w:r>
    </w:p>
    <w:p w14:paraId="14EE8A7A" w14:textId="77777777" w:rsidR="006D4449" w:rsidRDefault="006D4449" w:rsidP="006D4449">
      <w:r>
        <w:t>212.6173</w:t>
      </w:r>
      <w:r>
        <w:tab/>
        <w:t>1.013e0</w:t>
      </w:r>
    </w:p>
    <w:p w14:paraId="1E433A0C" w14:textId="77777777" w:rsidR="006D4449" w:rsidRDefault="006D4449" w:rsidP="006D4449">
      <w:r>
        <w:t>212.6220</w:t>
      </w:r>
      <w:r>
        <w:tab/>
        <w:t>1.013e0</w:t>
      </w:r>
    </w:p>
    <w:p w14:paraId="1416A788" w14:textId="77777777" w:rsidR="006D4449" w:rsidRDefault="006D4449" w:rsidP="006D4449">
      <w:r>
        <w:lastRenderedPageBreak/>
        <w:t>212.6324</w:t>
      </w:r>
      <w:r>
        <w:tab/>
        <w:t>3.865e0</w:t>
      </w:r>
    </w:p>
    <w:p w14:paraId="4425BAF9" w14:textId="77777777" w:rsidR="006D4449" w:rsidRDefault="006D4449" w:rsidP="006D4449">
      <w:r>
        <w:t>212.6371</w:t>
      </w:r>
      <w:r>
        <w:tab/>
        <w:t>3.038e0</w:t>
      </w:r>
    </w:p>
    <w:p w14:paraId="7682CB3E" w14:textId="77777777" w:rsidR="006D4449" w:rsidRDefault="006D4449" w:rsidP="006D4449">
      <w:r>
        <w:t>212.6582</w:t>
      </w:r>
      <w:r>
        <w:tab/>
        <w:t>2.025e0</w:t>
      </w:r>
    </w:p>
    <w:p w14:paraId="12BBF785" w14:textId="77777777" w:rsidR="006D4449" w:rsidRDefault="006D4449" w:rsidP="006D4449">
      <w:r>
        <w:t>212.6970</w:t>
      </w:r>
      <w:r>
        <w:tab/>
        <w:t>2.025e0</w:t>
      </w:r>
    </w:p>
    <w:p w14:paraId="501375AB" w14:textId="77777777" w:rsidR="006D4449" w:rsidRDefault="006D4449" w:rsidP="006D4449">
      <w:r>
        <w:t>212.6997</w:t>
      </w:r>
      <w:r>
        <w:tab/>
        <w:t>1.013e0</w:t>
      </w:r>
    </w:p>
    <w:p w14:paraId="1595FE7C" w14:textId="77777777" w:rsidR="006D4449" w:rsidRDefault="006D4449" w:rsidP="006D4449">
      <w:r>
        <w:t>212.7035</w:t>
      </w:r>
      <w:r>
        <w:tab/>
        <w:t>1.013e0</w:t>
      </w:r>
    </w:p>
    <w:p w14:paraId="36509AF6" w14:textId="77777777" w:rsidR="006D4449" w:rsidRDefault="006D4449" w:rsidP="006D4449">
      <w:r>
        <w:t>212.7065</w:t>
      </w:r>
      <w:r>
        <w:tab/>
        <w:t>1.013e0</w:t>
      </w:r>
    </w:p>
    <w:p w14:paraId="4D55A6E2" w14:textId="77777777" w:rsidR="006D4449" w:rsidRDefault="006D4449" w:rsidP="006D4449">
      <w:r>
        <w:t>212.7330</w:t>
      </w:r>
      <w:r>
        <w:tab/>
        <w:t>1.013e0</w:t>
      </w:r>
    </w:p>
    <w:p w14:paraId="69F00BEF" w14:textId="77777777" w:rsidR="006D4449" w:rsidRDefault="006D4449" w:rsidP="006D4449">
      <w:r>
        <w:t>212.7376</w:t>
      </w:r>
      <w:r>
        <w:tab/>
        <w:t>1.013e0</w:t>
      </w:r>
    </w:p>
    <w:p w14:paraId="3906B5E1" w14:textId="77777777" w:rsidR="006D4449" w:rsidRDefault="006D4449" w:rsidP="006D4449">
      <w:r>
        <w:t>212.7498</w:t>
      </w:r>
      <w:r>
        <w:tab/>
        <w:t>1.013e0</w:t>
      </w:r>
    </w:p>
    <w:p w14:paraId="517C3B59" w14:textId="77777777" w:rsidR="006D4449" w:rsidRDefault="006D4449" w:rsidP="006D4449">
      <w:r>
        <w:t>212.7677</w:t>
      </w:r>
      <w:r>
        <w:tab/>
        <w:t>3.038e0</w:t>
      </w:r>
    </w:p>
    <w:p w14:paraId="25FDB188" w14:textId="77777777" w:rsidR="006D4449" w:rsidRDefault="006D4449" w:rsidP="006D4449">
      <w:r>
        <w:t>212.7767</w:t>
      </w:r>
      <w:r>
        <w:tab/>
        <w:t>1.013e0</w:t>
      </w:r>
    </w:p>
    <w:p w14:paraId="10906CF9" w14:textId="77777777" w:rsidR="006D4449" w:rsidRDefault="006D4449" w:rsidP="006D4449">
      <w:r>
        <w:t>212.7942</w:t>
      </w:r>
      <w:r>
        <w:tab/>
        <w:t>4.051e0</w:t>
      </w:r>
    </w:p>
    <w:p w14:paraId="0FB159A3" w14:textId="77777777" w:rsidR="006D4449" w:rsidRDefault="006D4449" w:rsidP="006D4449">
      <w:r>
        <w:t>212.8004</w:t>
      </w:r>
      <w:r>
        <w:tab/>
        <w:t>1.013e0</w:t>
      </w:r>
    </w:p>
    <w:p w14:paraId="21C87924" w14:textId="77777777" w:rsidR="006D4449" w:rsidRDefault="006D4449" w:rsidP="006D4449">
      <w:r>
        <w:t>212.8184</w:t>
      </w:r>
      <w:r>
        <w:tab/>
        <w:t>2.025e0</w:t>
      </w:r>
    </w:p>
    <w:p w14:paraId="22DC1307" w14:textId="77777777" w:rsidR="006D4449" w:rsidRDefault="006D4449" w:rsidP="006D4449">
      <w:r>
        <w:t>212.8551</w:t>
      </w:r>
      <w:r>
        <w:tab/>
        <w:t>1.013e0</w:t>
      </w:r>
    </w:p>
    <w:p w14:paraId="6FD2A8D0" w14:textId="77777777" w:rsidR="006D4449" w:rsidRDefault="006D4449" w:rsidP="006D4449">
      <w:r>
        <w:t>212.9190</w:t>
      </w:r>
      <w:r>
        <w:tab/>
        <w:t>1.013e0</w:t>
      </w:r>
    </w:p>
    <w:p w14:paraId="7FA33962" w14:textId="77777777" w:rsidR="006D4449" w:rsidRDefault="006D4449" w:rsidP="006D4449">
      <w:r>
        <w:t>212.9356</w:t>
      </w:r>
      <w:r>
        <w:tab/>
        <w:t>2.025e0</w:t>
      </w:r>
    </w:p>
    <w:p w14:paraId="33DD4E54" w14:textId="77777777" w:rsidR="006D4449" w:rsidRDefault="006D4449" w:rsidP="006D4449">
      <w:r>
        <w:t>212.9482</w:t>
      </w:r>
      <w:r>
        <w:tab/>
        <w:t>1.013e0</w:t>
      </w:r>
    </w:p>
    <w:p w14:paraId="4C12AB61" w14:textId="77777777" w:rsidR="006D4449" w:rsidRDefault="006D4449" w:rsidP="006D4449">
      <w:r>
        <w:lastRenderedPageBreak/>
        <w:t>212.9594</w:t>
      </w:r>
      <w:r>
        <w:tab/>
        <w:t>2.025e0</w:t>
      </w:r>
    </w:p>
    <w:p w14:paraId="0345914B" w14:textId="77777777" w:rsidR="006D4449" w:rsidRDefault="006D4449" w:rsidP="006D4449">
      <w:r>
        <w:t>212.9712</w:t>
      </w:r>
      <w:r>
        <w:tab/>
        <w:t>1.013e0</w:t>
      </w:r>
    </w:p>
    <w:p w14:paraId="1EE390B0" w14:textId="77777777" w:rsidR="006D4449" w:rsidRDefault="006D4449" w:rsidP="006D4449">
      <w:r>
        <w:t>213.0200</w:t>
      </w:r>
      <w:r>
        <w:tab/>
        <w:t>1.858e2</w:t>
      </w:r>
    </w:p>
    <w:p w14:paraId="1B326A63" w14:textId="77777777" w:rsidR="006D4449" w:rsidRDefault="006D4449" w:rsidP="006D4449">
      <w:r>
        <w:t>213.0211</w:t>
      </w:r>
      <w:r>
        <w:tab/>
        <w:t>3.840e1</w:t>
      </w:r>
    </w:p>
    <w:p w14:paraId="78281627" w14:textId="77777777" w:rsidR="006D4449" w:rsidRDefault="006D4449" w:rsidP="006D4449">
      <w:r>
        <w:t>213.0816</w:t>
      </w:r>
      <w:r>
        <w:tab/>
        <w:t>2.761e0</w:t>
      </w:r>
    </w:p>
    <w:p w14:paraId="34E6CD3B" w14:textId="77777777" w:rsidR="006D4449" w:rsidRDefault="006D4449" w:rsidP="006D4449">
      <w:r>
        <w:t>213.0958</w:t>
      </w:r>
      <w:r>
        <w:tab/>
        <w:t>5.477e0</w:t>
      </w:r>
    </w:p>
    <w:p w14:paraId="155C1C0A" w14:textId="77777777" w:rsidR="006D4449" w:rsidRDefault="006D4449" w:rsidP="006D4449">
      <w:r>
        <w:t>213.1050</w:t>
      </w:r>
      <w:r>
        <w:tab/>
        <w:t>1.160e1</w:t>
      </w:r>
    </w:p>
    <w:p w14:paraId="09AC69AD" w14:textId="77777777" w:rsidR="006D4449" w:rsidRDefault="006D4449" w:rsidP="006D4449">
      <w:r>
        <w:t>213.1093</w:t>
      </w:r>
      <w:r>
        <w:tab/>
        <w:t>8.378e0</w:t>
      </w:r>
    </w:p>
    <w:p w14:paraId="365ED49C" w14:textId="77777777" w:rsidR="006D4449" w:rsidRDefault="006D4449" w:rsidP="006D4449">
      <w:r>
        <w:t>213.1113</w:t>
      </w:r>
      <w:r>
        <w:tab/>
        <w:t>1.316e1</w:t>
      </w:r>
    </w:p>
    <w:p w14:paraId="6F0F3870" w14:textId="77777777" w:rsidR="006D4449" w:rsidRDefault="006D4449" w:rsidP="006D4449">
      <w:r>
        <w:t>213.1159</w:t>
      </w:r>
      <w:r>
        <w:tab/>
        <w:t>6.401e0</w:t>
      </w:r>
    </w:p>
    <w:p w14:paraId="35F523BD" w14:textId="77777777" w:rsidR="006D4449" w:rsidRDefault="006D4449" w:rsidP="006D4449">
      <w:r>
        <w:t>213.1260</w:t>
      </w:r>
      <w:r>
        <w:tab/>
        <w:t>6.901e0</w:t>
      </w:r>
    </w:p>
    <w:p w14:paraId="1868D7AA" w14:textId="77777777" w:rsidR="006D4449" w:rsidRDefault="006D4449" w:rsidP="006D4449">
      <w:r>
        <w:t>213.1519</w:t>
      </w:r>
      <w:r>
        <w:tab/>
        <w:t>3.038e0</w:t>
      </w:r>
    </w:p>
    <w:p w14:paraId="09264B9C" w14:textId="77777777" w:rsidR="006D4449" w:rsidRDefault="006D4449" w:rsidP="006D4449">
      <w:r>
        <w:t>213.1594</w:t>
      </w:r>
      <w:r>
        <w:tab/>
        <w:t>3.677e0</w:t>
      </w:r>
    </w:p>
    <w:p w14:paraId="1D2F51A7" w14:textId="77777777" w:rsidR="006D4449" w:rsidRDefault="006D4449" w:rsidP="006D4449">
      <w:r>
        <w:t>213.1702</w:t>
      </w:r>
      <w:r>
        <w:tab/>
        <w:t>7.648e0</w:t>
      </w:r>
    </w:p>
    <w:p w14:paraId="3B5C2D10" w14:textId="77777777" w:rsidR="006D4449" w:rsidRDefault="006D4449" w:rsidP="006D4449">
      <w:r>
        <w:t>213.1734</w:t>
      </w:r>
      <w:r>
        <w:tab/>
        <w:t>2.025e0</w:t>
      </w:r>
    </w:p>
    <w:p w14:paraId="5A399DE5" w14:textId="77777777" w:rsidR="006D4449" w:rsidRDefault="006D4449" w:rsidP="006D4449">
      <w:r>
        <w:t>213.1905</w:t>
      </w:r>
      <w:r>
        <w:tab/>
        <w:t>4.279e0</w:t>
      </w:r>
    </w:p>
    <w:p w14:paraId="6F6B4749" w14:textId="77777777" w:rsidR="006D4449" w:rsidRDefault="006D4449" w:rsidP="006D4449">
      <w:r>
        <w:t>213.1955</w:t>
      </w:r>
      <w:r>
        <w:tab/>
        <w:t>1.013e0</w:t>
      </w:r>
    </w:p>
    <w:p w14:paraId="019AA758" w14:textId="77777777" w:rsidR="006D4449" w:rsidRDefault="006D4449" w:rsidP="006D4449">
      <w:r>
        <w:t>213.1977</w:t>
      </w:r>
      <w:r>
        <w:tab/>
        <w:t>2.025e0</w:t>
      </w:r>
    </w:p>
    <w:p w14:paraId="25129D22" w14:textId="77777777" w:rsidR="006D4449" w:rsidRDefault="006D4449" w:rsidP="006D4449">
      <w:r>
        <w:t>213.2083</w:t>
      </w:r>
      <w:r>
        <w:tab/>
        <w:t>4.051e0</w:t>
      </w:r>
    </w:p>
    <w:p w14:paraId="5622E3BD" w14:textId="77777777" w:rsidR="006D4449" w:rsidRDefault="006D4449" w:rsidP="006D4449">
      <w:r>
        <w:lastRenderedPageBreak/>
        <w:t>213.2139</w:t>
      </w:r>
      <w:r>
        <w:tab/>
        <w:t>2.025e0</w:t>
      </w:r>
    </w:p>
    <w:p w14:paraId="1387AC75" w14:textId="77777777" w:rsidR="006D4449" w:rsidRDefault="006D4449" w:rsidP="006D4449">
      <w:r>
        <w:t>213.2199</w:t>
      </w:r>
      <w:r>
        <w:tab/>
        <w:t>1.013e0</w:t>
      </w:r>
    </w:p>
    <w:p w14:paraId="56EFB7C1" w14:textId="77777777" w:rsidR="006D4449" w:rsidRDefault="006D4449" w:rsidP="006D4449">
      <w:r>
        <w:t>213.2342</w:t>
      </w:r>
      <w:r>
        <w:tab/>
        <w:t>1.013e0</w:t>
      </w:r>
    </w:p>
    <w:p w14:paraId="45694A3E" w14:textId="77777777" w:rsidR="006D4449" w:rsidRDefault="006D4449" w:rsidP="006D4449">
      <w:r>
        <w:t>213.2580</w:t>
      </w:r>
      <w:r>
        <w:tab/>
        <w:t>1.013e0</w:t>
      </w:r>
    </w:p>
    <w:p w14:paraId="73521246" w14:textId="77777777" w:rsidR="006D4449" w:rsidRDefault="006D4449" w:rsidP="006D4449">
      <w:r>
        <w:t>213.2722</w:t>
      </w:r>
      <w:r>
        <w:tab/>
        <w:t>1.013e0</w:t>
      </w:r>
    </w:p>
    <w:p w14:paraId="2E93FAE5" w14:textId="77777777" w:rsidR="006D4449" w:rsidRDefault="006D4449" w:rsidP="006D4449">
      <w:r>
        <w:t>213.2807</w:t>
      </w:r>
      <w:r>
        <w:tab/>
        <w:t>1.013e0</w:t>
      </w:r>
    </w:p>
    <w:p w14:paraId="7E0CF995" w14:textId="77777777" w:rsidR="006D4449" w:rsidRDefault="006D4449" w:rsidP="006D4449">
      <w:r>
        <w:t>213.2848</w:t>
      </w:r>
      <w:r>
        <w:tab/>
        <w:t>1.013e0</w:t>
      </w:r>
    </w:p>
    <w:p w14:paraId="52CFB387" w14:textId="77777777" w:rsidR="006D4449" w:rsidRDefault="006D4449" w:rsidP="006D4449">
      <w:r>
        <w:t>213.2924</w:t>
      </w:r>
      <w:r>
        <w:tab/>
        <w:t>2.025e0</w:t>
      </w:r>
    </w:p>
    <w:p w14:paraId="05271930" w14:textId="77777777" w:rsidR="006D4449" w:rsidRDefault="006D4449" w:rsidP="006D4449">
      <w:r>
        <w:t>213.3387</w:t>
      </w:r>
      <w:r>
        <w:tab/>
        <w:t>1.013e0</w:t>
      </w:r>
    </w:p>
    <w:p w14:paraId="47FE036E" w14:textId="77777777" w:rsidR="006D4449" w:rsidRDefault="006D4449" w:rsidP="006D4449">
      <w:r>
        <w:t>213.3472</w:t>
      </w:r>
      <w:r>
        <w:tab/>
        <w:t>3.038e0</w:t>
      </w:r>
    </w:p>
    <w:p w14:paraId="76D66741" w14:textId="77777777" w:rsidR="006D4449" w:rsidRDefault="006D4449" w:rsidP="006D4449">
      <w:r>
        <w:t>213.3624</w:t>
      </w:r>
      <w:r>
        <w:tab/>
        <w:t>1.013e0</w:t>
      </w:r>
    </w:p>
    <w:p w14:paraId="1A440FB8" w14:textId="77777777" w:rsidR="006D4449" w:rsidRDefault="006D4449" w:rsidP="006D4449">
      <w:r>
        <w:t>213.3772</w:t>
      </w:r>
      <w:r>
        <w:tab/>
        <w:t>2.025e0</w:t>
      </w:r>
    </w:p>
    <w:p w14:paraId="401BB6EC" w14:textId="77777777" w:rsidR="006D4449" w:rsidRDefault="006D4449" w:rsidP="006D4449">
      <w:r>
        <w:t>213.3903</w:t>
      </w:r>
      <w:r>
        <w:tab/>
        <w:t>1.013e0</w:t>
      </w:r>
    </w:p>
    <w:p w14:paraId="0245549A" w14:textId="77777777" w:rsidR="006D4449" w:rsidRDefault="006D4449" w:rsidP="006D4449">
      <w:r>
        <w:t>213.3941</w:t>
      </w:r>
      <w:r>
        <w:tab/>
        <w:t>2.025e0</w:t>
      </w:r>
    </w:p>
    <w:p w14:paraId="38CB5BC2" w14:textId="77777777" w:rsidR="006D4449" w:rsidRDefault="006D4449" w:rsidP="006D4449">
      <w:r>
        <w:t>213.4166</w:t>
      </w:r>
      <w:r>
        <w:tab/>
        <w:t>1.013e0</w:t>
      </w:r>
    </w:p>
    <w:p w14:paraId="6C8BE3B7" w14:textId="77777777" w:rsidR="006D4449" w:rsidRDefault="006D4449" w:rsidP="006D4449">
      <w:r>
        <w:t>213.4394</w:t>
      </w:r>
      <w:r>
        <w:tab/>
        <w:t>1.013e0</w:t>
      </w:r>
    </w:p>
    <w:p w14:paraId="4DABC3D6" w14:textId="77777777" w:rsidR="006D4449" w:rsidRDefault="006D4449" w:rsidP="006D4449">
      <w:r>
        <w:t>213.4459</w:t>
      </w:r>
      <w:r>
        <w:tab/>
        <w:t>3.038e0</w:t>
      </w:r>
    </w:p>
    <w:p w14:paraId="5184D95C" w14:textId="77777777" w:rsidR="006D4449" w:rsidRDefault="006D4449" w:rsidP="006D4449">
      <w:r>
        <w:t>213.4755</w:t>
      </w:r>
      <w:r>
        <w:tab/>
        <w:t>1.013e0</w:t>
      </w:r>
    </w:p>
    <w:p w14:paraId="7093787C" w14:textId="77777777" w:rsidR="006D4449" w:rsidRDefault="006D4449" w:rsidP="006D4449">
      <w:r>
        <w:t>213.4837</w:t>
      </w:r>
      <w:r>
        <w:tab/>
        <w:t>1.013e0</w:t>
      </w:r>
    </w:p>
    <w:p w14:paraId="6482139F" w14:textId="77777777" w:rsidR="006D4449" w:rsidRDefault="006D4449" w:rsidP="006D4449">
      <w:r>
        <w:lastRenderedPageBreak/>
        <w:t>213.5065</w:t>
      </w:r>
      <w:r>
        <w:tab/>
        <w:t>3.038e0</w:t>
      </w:r>
    </w:p>
    <w:p w14:paraId="6D37AE39" w14:textId="77777777" w:rsidR="006D4449" w:rsidRDefault="006D4449" w:rsidP="006D4449">
      <w:r>
        <w:t>213.5097</w:t>
      </w:r>
      <w:r>
        <w:tab/>
        <w:t>1.013e0</w:t>
      </w:r>
    </w:p>
    <w:p w14:paraId="0C23BD64" w14:textId="77777777" w:rsidR="006D4449" w:rsidRDefault="006D4449" w:rsidP="006D4449">
      <w:r>
        <w:t>213.5220</w:t>
      </w:r>
      <w:r>
        <w:tab/>
        <w:t>1.013e0</w:t>
      </w:r>
    </w:p>
    <w:p w14:paraId="52256265" w14:textId="77777777" w:rsidR="006D4449" w:rsidRDefault="006D4449" w:rsidP="006D4449">
      <w:r>
        <w:t>213.5315</w:t>
      </w:r>
      <w:r>
        <w:tab/>
        <w:t>2.025e0</w:t>
      </w:r>
    </w:p>
    <w:p w14:paraId="7F3C97F3" w14:textId="77777777" w:rsidR="006D4449" w:rsidRDefault="006D4449" w:rsidP="006D4449">
      <w:r>
        <w:t>213.5325</w:t>
      </w:r>
      <w:r>
        <w:tab/>
        <w:t>1.013e0</w:t>
      </w:r>
    </w:p>
    <w:p w14:paraId="529E4E9F" w14:textId="77777777" w:rsidR="006D4449" w:rsidRDefault="006D4449" w:rsidP="006D4449">
      <w:r>
        <w:t>213.5368</w:t>
      </w:r>
      <w:r>
        <w:tab/>
        <w:t>2.025e0</w:t>
      </w:r>
    </w:p>
    <w:p w14:paraId="1E3B01A8" w14:textId="77777777" w:rsidR="006D4449" w:rsidRDefault="006D4449" w:rsidP="006D4449">
      <w:r>
        <w:t>213.5527</w:t>
      </w:r>
      <w:r>
        <w:tab/>
        <w:t>1.013e0</w:t>
      </w:r>
    </w:p>
    <w:p w14:paraId="58BB3FFA" w14:textId="77777777" w:rsidR="006D4449" w:rsidRDefault="006D4449" w:rsidP="006D4449">
      <w:r>
        <w:t>213.5568</w:t>
      </w:r>
      <w:r>
        <w:tab/>
        <w:t>1.013e0</w:t>
      </w:r>
    </w:p>
    <w:p w14:paraId="229251A2" w14:textId="77777777" w:rsidR="006D4449" w:rsidRDefault="006D4449" w:rsidP="006D4449">
      <w:r>
        <w:t>213.5640</w:t>
      </w:r>
      <w:r>
        <w:tab/>
        <w:t>1.013e0</w:t>
      </w:r>
    </w:p>
    <w:p w14:paraId="62527856" w14:textId="77777777" w:rsidR="006D4449" w:rsidRDefault="006D4449" w:rsidP="006D4449">
      <w:r>
        <w:t>213.5810</w:t>
      </w:r>
      <w:r>
        <w:tab/>
        <w:t>1.013e0</w:t>
      </w:r>
    </w:p>
    <w:p w14:paraId="10DF55D5" w14:textId="77777777" w:rsidR="006D4449" w:rsidRDefault="006D4449" w:rsidP="006D4449">
      <w:r>
        <w:t>213.5877</w:t>
      </w:r>
      <w:r>
        <w:tab/>
        <w:t>2.025e0</w:t>
      </w:r>
    </w:p>
    <w:p w14:paraId="62EC9701" w14:textId="77777777" w:rsidR="006D4449" w:rsidRDefault="006D4449" w:rsidP="006D4449">
      <w:r>
        <w:t>213.5952</w:t>
      </w:r>
      <w:r>
        <w:tab/>
        <w:t>1.013e0</w:t>
      </w:r>
    </w:p>
    <w:p w14:paraId="2969FE45" w14:textId="77777777" w:rsidR="006D4449" w:rsidRDefault="006D4449" w:rsidP="006D4449">
      <w:r>
        <w:t>213.6208</w:t>
      </w:r>
      <w:r>
        <w:tab/>
        <w:t>2.025e0</w:t>
      </w:r>
    </w:p>
    <w:p w14:paraId="624C6F09" w14:textId="77777777" w:rsidR="006D4449" w:rsidRDefault="006D4449" w:rsidP="006D4449">
      <w:r>
        <w:t>213.6228</w:t>
      </w:r>
      <w:r>
        <w:tab/>
        <w:t>1.013e0</w:t>
      </w:r>
    </w:p>
    <w:p w14:paraId="294CA189" w14:textId="77777777" w:rsidR="006D4449" w:rsidRDefault="006D4449" w:rsidP="006D4449">
      <w:r>
        <w:t>213.6371</w:t>
      </w:r>
      <w:r>
        <w:tab/>
        <w:t>1.013e0</w:t>
      </w:r>
    </w:p>
    <w:p w14:paraId="7BDDC282" w14:textId="77777777" w:rsidR="006D4449" w:rsidRDefault="006D4449" w:rsidP="006D4449">
      <w:r>
        <w:t>213.6457</w:t>
      </w:r>
      <w:r>
        <w:tab/>
        <w:t>2.025e0</w:t>
      </w:r>
    </w:p>
    <w:p w14:paraId="057BE8D8" w14:textId="77777777" w:rsidR="006D4449" w:rsidRDefault="006D4449" w:rsidP="006D4449">
      <w:r>
        <w:t>213.6541</w:t>
      </w:r>
      <w:r>
        <w:tab/>
        <w:t>2.025e0</w:t>
      </w:r>
    </w:p>
    <w:p w14:paraId="7DA0646E" w14:textId="77777777" w:rsidR="006D4449" w:rsidRDefault="006D4449" w:rsidP="006D4449">
      <w:r>
        <w:t>213.6615</w:t>
      </w:r>
      <w:r>
        <w:tab/>
        <w:t>1.013e0</w:t>
      </w:r>
    </w:p>
    <w:p w14:paraId="0D39D87C" w14:textId="77777777" w:rsidR="006D4449" w:rsidRDefault="006D4449" w:rsidP="006D4449">
      <w:r>
        <w:t>213.6703</w:t>
      </w:r>
      <w:r>
        <w:tab/>
        <w:t>1.013e0</w:t>
      </w:r>
    </w:p>
    <w:p w14:paraId="7F32BEB9" w14:textId="77777777" w:rsidR="006D4449" w:rsidRDefault="006D4449" w:rsidP="006D4449">
      <w:r>
        <w:lastRenderedPageBreak/>
        <w:t>213.6740</w:t>
      </w:r>
      <w:r>
        <w:tab/>
        <w:t>2.025e0</w:t>
      </w:r>
    </w:p>
    <w:p w14:paraId="58CBA974" w14:textId="77777777" w:rsidR="006D4449" w:rsidRDefault="006D4449" w:rsidP="006D4449">
      <w:r>
        <w:t>213.7007</w:t>
      </w:r>
      <w:r>
        <w:tab/>
        <w:t>1.013e0</w:t>
      </w:r>
    </w:p>
    <w:p w14:paraId="1830B6DD" w14:textId="77777777" w:rsidR="006D4449" w:rsidRDefault="006D4449" w:rsidP="006D4449">
      <w:r>
        <w:t>213.7158</w:t>
      </w:r>
      <w:r>
        <w:tab/>
        <w:t>1.013e0</w:t>
      </w:r>
    </w:p>
    <w:p w14:paraId="1FE3E918" w14:textId="77777777" w:rsidR="006D4449" w:rsidRDefault="006D4449" w:rsidP="006D4449">
      <w:r>
        <w:t>213.7233</w:t>
      </w:r>
      <w:r>
        <w:tab/>
        <w:t>1.013e0</w:t>
      </w:r>
    </w:p>
    <w:p w14:paraId="05720907" w14:textId="77777777" w:rsidR="006D4449" w:rsidRDefault="006D4449" w:rsidP="006D4449">
      <w:r>
        <w:t>213.7554</w:t>
      </w:r>
      <w:r>
        <w:tab/>
        <w:t>2.025e0</w:t>
      </w:r>
    </w:p>
    <w:p w14:paraId="02D0F3B7" w14:textId="77777777" w:rsidR="006D4449" w:rsidRDefault="006D4449" w:rsidP="006D4449">
      <w:r>
        <w:t>213.7747</w:t>
      </w:r>
      <w:r>
        <w:tab/>
        <w:t>1.013e0</w:t>
      </w:r>
    </w:p>
    <w:p w14:paraId="2522605D" w14:textId="77777777" w:rsidR="006D4449" w:rsidRDefault="006D4449" w:rsidP="006D4449">
      <w:r>
        <w:t>213.7824</w:t>
      </w:r>
      <w:r>
        <w:tab/>
        <w:t>2.025e0</w:t>
      </w:r>
    </w:p>
    <w:p w14:paraId="32D7A20F" w14:textId="77777777" w:rsidR="006D4449" w:rsidRDefault="006D4449" w:rsidP="006D4449">
      <w:r>
        <w:t>213.8014</w:t>
      </w:r>
      <w:r>
        <w:tab/>
        <w:t>2.025e0</w:t>
      </w:r>
    </w:p>
    <w:p w14:paraId="1570F4DD" w14:textId="77777777" w:rsidR="006D4449" w:rsidRDefault="006D4449" w:rsidP="006D4449">
      <w:r>
        <w:t>213.8490</w:t>
      </w:r>
      <w:r>
        <w:tab/>
        <w:t>1.013e0</w:t>
      </w:r>
    </w:p>
    <w:p w14:paraId="296E8CD7" w14:textId="77777777" w:rsidR="006D4449" w:rsidRDefault="006D4449" w:rsidP="006D4449">
      <w:r>
        <w:t>213.8603</w:t>
      </w:r>
      <w:r>
        <w:tab/>
        <w:t>1.013e0</w:t>
      </w:r>
    </w:p>
    <w:p w14:paraId="111DE3AF" w14:textId="77777777" w:rsidR="006D4449" w:rsidRDefault="006D4449" w:rsidP="006D4449">
      <w:r>
        <w:t>213.8675</w:t>
      </w:r>
      <w:r>
        <w:tab/>
        <w:t>2.025e0</w:t>
      </w:r>
    </w:p>
    <w:p w14:paraId="42B4604E" w14:textId="77777777" w:rsidR="006D4449" w:rsidRDefault="006D4449" w:rsidP="006D4449">
      <w:r>
        <w:t>213.8882</w:t>
      </w:r>
      <w:r>
        <w:tab/>
        <w:t>3.038e0</w:t>
      </w:r>
    </w:p>
    <w:p w14:paraId="1CDF5EDD" w14:textId="77777777" w:rsidR="006D4449" w:rsidRDefault="006D4449" w:rsidP="006D4449">
      <w:r>
        <w:t>213.8898</w:t>
      </w:r>
      <w:r>
        <w:tab/>
        <w:t>1.013e0</w:t>
      </w:r>
    </w:p>
    <w:p w14:paraId="4047058C" w14:textId="77777777" w:rsidR="006D4449" w:rsidRDefault="006D4449" w:rsidP="006D4449">
      <w:r>
        <w:t>213.9145</w:t>
      </w:r>
      <w:r>
        <w:tab/>
        <w:t>1.013e0</w:t>
      </w:r>
    </w:p>
    <w:p w14:paraId="7FACADB6" w14:textId="77777777" w:rsidR="006D4449" w:rsidRDefault="006D4449" w:rsidP="006D4449">
      <w:r>
        <w:t>213.9185</w:t>
      </w:r>
      <w:r>
        <w:tab/>
        <w:t>1.013e0</w:t>
      </w:r>
    </w:p>
    <w:p w14:paraId="1E9127DD" w14:textId="77777777" w:rsidR="006D4449" w:rsidRDefault="006D4449" w:rsidP="006D4449">
      <w:r>
        <w:t>213.9383</w:t>
      </w:r>
      <w:r>
        <w:tab/>
        <w:t>2.025e0</w:t>
      </w:r>
    </w:p>
    <w:p w14:paraId="41B30FCB" w14:textId="77777777" w:rsidR="006D4449" w:rsidRDefault="006D4449" w:rsidP="006D4449">
      <w:r>
        <w:t>213.9412</w:t>
      </w:r>
      <w:r>
        <w:tab/>
        <w:t>1.013e0</w:t>
      </w:r>
    </w:p>
    <w:p w14:paraId="0D71B5AB" w14:textId="77777777" w:rsidR="006D4449" w:rsidRDefault="006D4449" w:rsidP="006D4449">
      <w:r>
        <w:t>213.9808</w:t>
      </w:r>
      <w:r>
        <w:tab/>
        <w:t>3.032e1</w:t>
      </w:r>
    </w:p>
    <w:p w14:paraId="5E530935" w14:textId="77777777" w:rsidR="006D4449" w:rsidRDefault="006D4449" w:rsidP="006D4449">
      <w:r>
        <w:t>213.9869</w:t>
      </w:r>
      <w:r>
        <w:tab/>
        <w:t>4.002e1</w:t>
      </w:r>
    </w:p>
    <w:p w14:paraId="329516EA" w14:textId="77777777" w:rsidR="006D4449" w:rsidRDefault="006D4449" w:rsidP="006D4449">
      <w:r>
        <w:lastRenderedPageBreak/>
        <w:t>213.9931</w:t>
      </w:r>
      <w:r>
        <w:tab/>
        <w:t>2.348e1</w:t>
      </w:r>
    </w:p>
    <w:p w14:paraId="1C9CCEA0" w14:textId="77777777" w:rsidR="006D4449" w:rsidRDefault="006D4449" w:rsidP="006D4449">
      <w:r>
        <w:t>214.0093</w:t>
      </w:r>
      <w:r>
        <w:tab/>
        <w:t>8.607e0</w:t>
      </w:r>
    </w:p>
    <w:p w14:paraId="46AF8BC5" w14:textId="77777777" w:rsidR="006D4449" w:rsidRDefault="006D4449" w:rsidP="006D4449">
      <w:r>
        <w:t>214.0150</w:t>
      </w:r>
      <w:r>
        <w:tab/>
        <w:t>1.114e1</w:t>
      </w:r>
    </w:p>
    <w:p w14:paraId="5791CE85" w14:textId="77777777" w:rsidR="006D4449" w:rsidRDefault="006D4449" w:rsidP="006D4449">
      <w:r>
        <w:t>214.0183</w:t>
      </w:r>
      <w:r>
        <w:tab/>
        <w:t>8.548e0</w:t>
      </w:r>
    </w:p>
    <w:p w14:paraId="0FACA8E0" w14:textId="77777777" w:rsidR="006D4449" w:rsidRDefault="006D4449" w:rsidP="006D4449">
      <w:r>
        <w:t>214.0234</w:t>
      </w:r>
      <w:r>
        <w:tab/>
        <w:t>4.933e0</w:t>
      </w:r>
    </w:p>
    <w:p w14:paraId="6DD743B5" w14:textId="77777777" w:rsidR="006D4449" w:rsidRDefault="006D4449" w:rsidP="006D4449">
      <w:r>
        <w:t>214.0545</w:t>
      </w:r>
      <w:r>
        <w:tab/>
        <w:t>2.489e0</w:t>
      </w:r>
    </w:p>
    <w:p w14:paraId="764D68A4" w14:textId="77777777" w:rsidR="006D4449" w:rsidRDefault="006D4449" w:rsidP="006D4449">
      <w:r>
        <w:t>214.0683</w:t>
      </w:r>
      <w:r>
        <w:tab/>
        <w:t>5.997e0</w:t>
      </w:r>
    </w:p>
    <w:p w14:paraId="12B45F61" w14:textId="77777777" w:rsidR="006D4449" w:rsidRDefault="006D4449" w:rsidP="006D4449">
      <w:r>
        <w:t>214.0813</w:t>
      </w:r>
      <w:r>
        <w:tab/>
        <w:t>1.013e0</w:t>
      </w:r>
    </w:p>
    <w:p w14:paraId="2CBBD332" w14:textId="77777777" w:rsidR="006D4449" w:rsidRDefault="006D4449" w:rsidP="006D4449">
      <w:r>
        <w:t>214.0854</w:t>
      </w:r>
      <w:r>
        <w:tab/>
        <w:t>1.013e0</w:t>
      </w:r>
    </w:p>
    <w:p w14:paraId="3CA1FF87" w14:textId="77777777" w:rsidR="006D4449" w:rsidRDefault="006D4449" w:rsidP="006D4449">
      <w:r>
        <w:t>214.0885</w:t>
      </w:r>
      <w:r>
        <w:tab/>
        <w:t>2.025e0</w:t>
      </w:r>
    </w:p>
    <w:p w14:paraId="2DD4BA22" w14:textId="77777777" w:rsidR="006D4449" w:rsidRDefault="006D4449" w:rsidP="006D4449">
      <w:r>
        <w:t>214.0922</w:t>
      </w:r>
      <w:r>
        <w:tab/>
        <w:t>5.269e0</w:t>
      </w:r>
    </w:p>
    <w:p w14:paraId="54F566E5" w14:textId="77777777" w:rsidR="006D4449" w:rsidRDefault="006D4449" w:rsidP="006D4449">
      <w:r>
        <w:t>214.1114</w:t>
      </w:r>
      <w:r>
        <w:tab/>
        <w:t>2.025e0</w:t>
      </w:r>
    </w:p>
    <w:p w14:paraId="65793009" w14:textId="77777777" w:rsidR="006D4449" w:rsidRDefault="006D4449" w:rsidP="006D4449">
      <w:r>
        <w:t>214.1163</w:t>
      </w:r>
      <w:r>
        <w:tab/>
        <w:t>3.410e0</w:t>
      </w:r>
    </w:p>
    <w:p w14:paraId="7534C918" w14:textId="77777777" w:rsidR="006D4449" w:rsidRDefault="006D4449" w:rsidP="006D4449">
      <w:r>
        <w:t>214.1275</w:t>
      </w:r>
      <w:r>
        <w:tab/>
        <w:t>3.038e0</w:t>
      </w:r>
    </w:p>
    <w:p w14:paraId="05139948" w14:textId="77777777" w:rsidR="006D4449" w:rsidRDefault="006D4449" w:rsidP="006D4449">
      <w:r>
        <w:t>214.1452</w:t>
      </w:r>
      <w:r>
        <w:tab/>
        <w:t>1.070e1</w:t>
      </w:r>
    </w:p>
    <w:p w14:paraId="5BEC007F" w14:textId="77777777" w:rsidR="006D4449" w:rsidRDefault="006D4449" w:rsidP="006D4449">
      <w:r>
        <w:t>214.1472</w:t>
      </w:r>
      <w:r>
        <w:tab/>
        <w:t>3.304e1</w:t>
      </w:r>
    </w:p>
    <w:p w14:paraId="07DC01D3" w14:textId="77777777" w:rsidR="006D4449" w:rsidRDefault="006D4449" w:rsidP="006D4449">
      <w:r>
        <w:t>214.1495</w:t>
      </w:r>
      <w:r>
        <w:tab/>
        <w:t>5.063e0</w:t>
      </w:r>
    </w:p>
    <w:p w14:paraId="1E3EAE88" w14:textId="77777777" w:rsidR="006D4449" w:rsidRDefault="006D4449" w:rsidP="006D4449">
      <w:r>
        <w:t>214.1864</w:t>
      </w:r>
      <w:r>
        <w:tab/>
        <w:t>3.038e0</w:t>
      </w:r>
    </w:p>
    <w:p w14:paraId="65BA57B1" w14:textId="77777777" w:rsidR="006D4449" w:rsidRDefault="006D4449" w:rsidP="006D4449">
      <w:r>
        <w:t>214.2026</w:t>
      </w:r>
      <w:r>
        <w:tab/>
        <w:t>1.013e0</w:t>
      </w:r>
    </w:p>
    <w:p w14:paraId="38C31BA9" w14:textId="77777777" w:rsidR="006D4449" w:rsidRDefault="006D4449" w:rsidP="006D4449">
      <w:r>
        <w:lastRenderedPageBreak/>
        <w:t>214.2140</w:t>
      </w:r>
      <w:r>
        <w:tab/>
        <w:t>2.025e0</w:t>
      </w:r>
    </w:p>
    <w:p w14:paraId="3008EDA0" w14:textId="77777777" w:rsidR="006D4449" w:rsidRDefault="006D4449" w:rsidP="006D4449">
      <w:r>
        <w:t>214.2406</w:t>
      </w:r>
      <w:r>
        <w:tab/>
        <w:t>2.025e0</w:t>
      </w:r>
    </w:p>
    <w:p w14:paraId="6190D4AF" w14:textId="77777777" w:rsidR="006D4449" w:rsidRDefault="006D4449" w:rsidP="006D4449">
      <w:r>
        <w:t>214.2465</w:t>
      </w:r>
      <w:r>
        <w:tab/>
        <w:t>2.025e0</w:t>
      </w:r>
    </w:p>
    <w:p w14:paraId="0C3C3B4F" w14:textId="77777777" w:rsidR="006D4449" w:rsidRDefault="006D4449" w:rsidP="006D4449">
      <w:r>
        <w:t>214.2514</w:t>
      </w:r>
      <w:r>
        <w:tab/>
        <w:t>1.013e0</w:t>
      </w:r>
    </w:p>
    <w:p w14:paraId="7DBBF13B" w14:textId="77777777" w:rsidR="006D4449" w:rsidRDefault="006D4449" w:rsidP="006D4449">
      <w:r>
        <w:t>214.2526</w:t>
      </w:r>
      <w:r>
        <w:tab/>
        <w:t>2.025e0</w:t>
      </w:r>
    </w:p>
    <w:p w14:paraId="2E2252BB" w14:textId="77777777" w:rsidR="006D4449" w:rsidRDefault="006D4449" w:rsidP="006D4449">
      <w:r>
        <w:t>214.2832</w:t>
      </w:r>
      <w:r>
        <w:tab/>
        <w:t>3.038e0</w:t>
      </w:r>
    </w:p>
    <w:p w14:paraId="75CC91CB" w14:textId="77777777" w:rsidR="006D4449" w:rsidRDefault="006D4449" w:rsidP="006D4449">
      <w:r>
        <w:t>214.2920</w:t>
      </w:r>
      <w:r>
        <w:tab/>
        <w:t>1.013e0</w:t>
      </w:r>
    </w:p>
    <w:p w14:paraId="44020BFC" w14:textId="77777777" w:rsidR="006D4449" w:rsidRDefault="006D4449" w:rsidP="006D4449">
      <w:r>
        <w:t>214.3111</w:t>
      </w:r>
      <w:r>
        <w:tab/>
        <w:t>1.013e0</w:t>
      </w:r>
    </w:p>
    <w:p w14:paraId="1D92AA7A" w14:textId="77777777" w:rsidR="006D4449" w:rsidRDefault="006D4449" w:rsidP="006D4449">
      <w:r>
        <w:t>214.3225</w:t>
      </w:r>
      <w:r>
        <w:tab/>
        <w:t>1.013e0</w:t>
      </w:r>
    </w:p>
    <w:p w14:paraId="1EA2BB53" w14:textId="77777777" w:rsidR="006D4449" w:rsidRDefault="006D4449" w:rsidP="006D4449">
      <w:r>
        <w:t>214.3254</w:t>
      </w:r>
      <w:r>
        <w:tab/>
        <w:t>1.013e0</w:t>
      </w:r>
    </w:p>
    <w:p w14:paraId="63F9310C" w14:textId="77777777" w:rsidR="006D4449" w:rsidRDefault="006D4449" w:rsidP="006D4449">
      <w:r>
        <w:t>214.3451</w:t>
      </w:r>
      <w:r>
        <w:tab/>
        <w:t>1.013e0</w:t>
      </w:r>
    </w:p>
    <w:p w14:paraId="69DB87A7" w14:textId="77777777" w:rsidR="006D4449" w:rsidRDefault="006D4449" w:rsidP="006D4449">
      <w:r>
        <w:t>214.3580</w:t>
      </w:r>
      <w:r>
        <w:tab/>
        <w:t>2.025e0</w:t>
      </w:r>
    </w:p>
    <w:p w14:paraId="25EFF9E5" w14:textId="77777777" w:rsidR="006D4449" w:rsidRDefault="006D4449" w:rsidP="006D4449">
      <w:r>
        <w:t>214.3654</w:t>
      </w:r>
      <w:r>
        <w:tab/>
        <w:t>1.013e0</w:t>
      </w:r>
    </w:p>
    <w:p w14:paraId="02529312" w14:textId="77777777" w:rsidR="006D4449" w:rsidRDefault="006D4449" w:rsidP="006D4449">
      <w:r>
        <w:t>214.3814</w:t>
      </w:r>
      <w:r>
        <w:tab/>
        <w:t>1.013e0</w:t>
      </w:r>
    </w:p>
    <w:p w14:paraId="34E0DAF4" w14:textId="77777777" w:rsidR="006D4449" w:rsidRDefault="006D4449" w:rsidP="006D4449">
      <w:r>
        <w:t>214.3852</w:t>
      </w:r>
      <w:r>
        <w:tab/>
        <w:t>1.013e0</w:t>
      </w:r>
    </w:p>
    <w:p w14:paraId="313C8C13" w14:textId="77777777" w:rsidR="006D4449" w:rsidRDefault="006D4449" w:rsidP="006D4449">
      <w:r>
        <w:t>214.3862</w:t>
      </w:r>
      <w:r>
        <w:tab/>
        <w:t>2.025e0</w:t>
      </w:r>
    </w:p>
    <w:p w14:paraId="7AD67FAD" w14:textId="77777777" w:rsidR="006D4449" w:rsidRDefault="006D4449" w:rsidP="006D4449">
      <w:r>
        <w:t>214.3958</w:t>
      </w:r>
      <w:r>
        <w:tab/>
        <w:t>2.025e0</w:t>
      </w:r>
    </w:p>
    <w:p w14:paraId="11ED1AB1" w14:textId="77777777" w:rsidR="006D4449" w:rsidRDefault="006D4449" w:rsidP="006D4449">
      <w:r>
        <w:t>214.4157</w:t>
      </w:r>
      <w:r>
        <w:tab/>
        <w:t>1.013e0</w:t>
      </w:r>
    </w:p>
    <w:p w14:paraId="5025C21B" w14:textId="77777777" w:rsidR="006D4449" w:rsidRDefault="006D4449" w:rsidP="006D4449">
      <w:r>
        <w:t>214.4230</w:t>
      </w:r>
      <w:r>
        <w:tab/>
        <w:t>3.038e0</w:t>
      </w:r>
    </w:p>
    <w:p w14:paraId="53945C6D" w14:textId="77777777" w:rsidR="006D4449" w:rsidRDefault="006D4449" w:rsidP="006D4449">
      <w:r>
        <w:lastRenderedPageBreak/>
        <w:t>214.4275</w:t>
      </w:r>
      <w:r>
        <w:tab/>
        <w:t>1.013e0</w:t>
      </w:r>
    </w:p>
    <w:p w14:paraId="7DAA9A89" w14:textId="77777777" w:rsidR="006D4449" w:rsidRDefault="006D4449" w:rsidP="006D4449">
      <w:r>
        <w:t>214.4510</w:t>
      </w:r>
      <w:r>
        <w:tab/>
        <w:t>1.013e0</w:t>
      </w:r>
    </w:p>
    <w:p w14:paraId="14F76AEA" w14:textId="77777777" w:rsidR="006D4449" w:rsidRDefault="006D4449" w:rsidP="006D4449">
      <w:r>
        <w:t>214.4586</w:t>
      </w:r>
      <w:r>
        <w:tab/>
        <w:t>1.013e0</w:t>
      </w:r>
    </w:p>
    <w:p w14:paraId="72CD5145" w14:textId="77777777" w:rsidR="006D4449" w:rsidRDefault="006D4449" w:rsidP="006D4449">
      <w:r>
        <w:t>214.4614</w:t>
      </w:r>
      <w:r>
        <w:tab/>
        <w:t>2.025e0</w:t>
      </w:r>
    </w:p>
    <w:p w14:paraId="49B3C218" w14:textId="77777777" w:rsidR="006D4449" w:rsidRDefault="006D4449" w:rsidP="006D4449">
      <w:r>
        <w:t>214.4747</w:t>
      </w:r>
      <w:r>
        <w:tab/>
        <w:t>1.013e0</w:t>
      </w:r>
    </w:p>
    <w:p w14:paraId="102A00A4" w14:textId="77777777" w:rsidR="006D4449" w:rsidRDefault="006D4449" w:rsidP="006D4449">
      <w:r>
        <w:t>214.4956</w:t>
      </w:r>
      <w:r>
        <w:tab/>
        <w:t>3.038e0</w:t>
      </w:r>
    </w:p>
    <w:p w14:paraId="366758F6" w14:textId="77777777" w:rsidR="006D4449" w:rsidRDefault="006D4449" w:rsidP="006D4449">
      <w:r>
        <w:t>214.5117</w:t>
      </w:r>
      <w:r>
        <w:tab/>
        <w:t>2.025e0</w:t>
      </w:r>
    </w:p>
    <w:p w14:paraId="35CCB6DA" w14:textId="77777777" w:rsidR="006D4449" w:rsidRDefault="006D4449" w:rsidP="006D4449">
      <w:r>
        <w:t>214.5172</w:t>
      </w:r>
      <w:r>
        <w:tab/>
        <w:t>1.013e0</w:t>
      </w:r>
    </w:p>
    <w:p w14:paraId="098F88BD" w14:textId="77777777" w:rsidR="006D4449" w:rsidRDefault="006D4449" w:rsidP="006D4449">
      <w:r>
        <w:t>214.5452</w:t>
      </w:r>
      <w:r>
        <w:tab/>
        <w:t>1.013e0</w:t>
      </w:r>
    </w:p>
    <w:p w14:paraId="627D6F55" w14:textId="77777777" w:rsidR="006D4449" w:rsidRDefault="006D4449" w:rsidP="006D4449">
      <w:r>
        <w:t>214.5480</w:t>
      </w:r>
      <w:r>
        <w:tab/>
        <w:t>1.013e0</w:t>
      </w:r>
    </w:p>
    <w:p w14:paraId="01250452" w14:textId="77777777" w:rsidR="006D4449" w:rsidRDefault="006D4449" w:rsidP="006D4449">
      <w:r>
        <w:t>214.5865</w:t>
      </w:r>
      <w:r>
        <w:tab/>
        <w:t>2.025e0</w:t>
      </w:r>
    </w:p>
    <w:p w14:paraId="04237B9C" w14:textId="77777777" w:rsidR="006D4449" w:rsidRDefault="006D4449" w:rsidP="006D4449">
      <w:r>
        <w:t>214.5987</w:t>
      </w:r>
      <w:r>
        <w:tab/>
        <w:t>2.025e0</w:t>
      </w:r>
    </w:p>
    <w:p w14:paraId="6049BD87" w14:textId="77777777" w:rsidR="006D4449" w:rsidRDefault="006D4449" w:rsidP="006D4449">
      <w:r>
        <w:t>214.6223</w:t>
      </w:r>
      <w:r>
        <w:tab/>
        <w:t>2.025e0</w:t>
      </w:r>
    </w:p>
    <w:p w14:paraId="07F8CFAD" w14:textId="77777777" w:rsidR="006D4449" w:rsidRDefault="006D4449" w:rsidP="006D4449">
      <w:r>
        <w:t>214.6270</w:t>
      </w:r>
      <w:r>
        <w:tab/>
        <w:t>1.013e0</w:t>
      </w:r>
    </w:p>
    <w:p w14:paraId="6F43DC16" w14:textId="77777777" w:rsidR="006D4449" w:rsidRDefault="006D4449" w:rsidP="006D4449">
      <w:r>
        <w:t>214.6346</w:t>
      </w:r>
      <w:r>
        <w:tab/>
        <w:t>1.013e0</w:t>
      </w:r>
    </w:p>
    <w:p w14:paraId="195F39B2" w14:textId="77777777" w:rsidR="006D4449" w:rsidRDefault="006D4449" w:rsidP="006D4449">
      <w:r>
        <w:t>214.6460</w:t>
      </w:r>
      <w:r>
        <w:tab/>
        <w:t>1.013e0</w:t>
      </w:r>
    </w:p>
    <w:p w14:paraId="75352552" w14:textId="77777777" w:rsidR="006D4449" w:rsidRDefault="006D4449" w:rsidP="006D4449">
      <w:r>
        <w:t>214.6697</w:t>
      </w:r>
      <w:r>
        <w:tab/>
        <w:t>2.025e0</w:t>
      </w:r>
    </w:p>
    <w:p w14:paraId="12E5BBD2" w14:textId="77777777" w:rsidR="006D4449" w:rsidRDefault="006D4449" w:rsidP="006D4449">
      <w:r>
        <w:t>214.6847</w:t>
      </w:r>
      <w:r>
        <w:tab/>
        <w:t>2.025e0</w:t>
      </w:r>
    </w:p>
    <w:p w14:paraId="126312AD" w14:textId="77777777" w:rsidR="006D4449" w:rsidRDefault="006D4449" w:rsidP="006D4449">
      <w:r>
        <w:t>214.6936</w:t>
      </w:r>
      <w:r>
        <w:tab/>
        <w:t>2.025e0</w:t>
      </w:r>
    </w:p>
    <w:p w14:paraId="7DD030D7" w14:textId="77777777" w:rsidR="006D4449" w:rsidRDefault="006D4449" w:rsidP="006D4449">
      <w:r>
        <w:lastRenderedPageBreak/>
        <w:t>214.7007</w:t>
      </w:r>
      <w:r>
        <w:tab/>
        <w:t>1.013e0</w:t>
      </w:r>
    </w:p>
    <w:p w14:paraId="36EE9893" w14:textId="77777777" w:rsidR="006D4449" w:rsidRDefault="006D4449" w:rsidP="006D4449">
      <w:r>
        <w:t>214.7165</w:t>
      </w:r>
      <w:r>
        <w:tab/>
        <w:t>1.013e0</w:t>
      </w:r>
    </w:p>
    <w:p w14:paraId="7A600B9A" w14:textId="77777777" w:rsidR="006D4449" w:rsidRDefault="006D4449" w:rsidP="006D4449">
      <w:r>
        <w:t>214.7345</w:t>
      </w:r>
      <w:r>
        <w:tab/>
        <w:t>1.013e0</w:t>
      </w:r>
    </w:p>
    <w:p w14:paraId="51AA08BB" w14:textId="77777777" w:rsidR="006D4449" w:rsidRDefault="006D4449" w:rsidP="006D4449">
      <w:r>
        <w:t>214.7412</w:t>
      </w:r>
      <w:r>
        <w:tab/>
        <w:t>2.025e0</w:t>
      </w:r>
    </w:p>
    <w:p w14:paraId="031DDC75" w14:textId="77777777" w:rsidR="006D4449" w:rsidRDefault="006D4449" w:rsidP="006D4449">
      <w:r>
        <w:t>214.7431</w:t>
      </w:r>
      <w:r>
        <w:tab/>
        <w:t>1.013e0</w:t>
      </w:r>
    </w:p>
    <w:p w14:paraId="2B9F24E9" w14:textId="77777777" w:rsidR="006D4449" w:rsidRDefault="006D4449" w:rsidP="006D4449">
      <w:r>
        <w:t>214.7540</w:t>
      </w:r>
      <w:r>
        <w:tab/>
        <w:t>2.025e0</w:t>
      </w:r>
    </w:p>
    <w:p w14:paraId="1357BF2A" w14:textId="77777777" w:rsidR="006D4449" w:rsidRDefault="006D4449" w:rsidP="006D4449">
      <w:r>
        <w:t>214.7611</w:t>
      </w:r>
      <w:r>
        <w:tab/>
        <w:t>1.013e0</w:t>
      </w:r>
    </w:p>
    <w:p w14:paraId="284D6170" w14:textId="77777777" w:rsidR="006D4449" w:rsidRDefault="006D4449" w:rsidP="006D4449">
      <w:r>
        <w:t>214.7783</w:t>
      </w:r>
      <w:r>
        <w:tab/>
        <w:t>1.013e0</w:t>
      </w:r>
    </w:p>
    <w:p w14:paraId="3B9FBB7D" w14:textId="77777777" w:rsidR="006D4449" w:rsidRDefault="006D4449" w:rsidP="006D4449">
      <w:r>
        <w:t>214.8250</w:t>
      </w:r>
      <w:r>
        <w:tab/>
        <w:t>2.025e0</w:t>
      </w:r>
    </w:p>
    <w:p w14:paraId="79E86DEB" w14:textId="77777777" w:rsidR="006D4449" w:rsidRDefault="006D4449" w:rsidP="006D4449">
      <w:r>
        <w:t>214.8364</w:t>
      </w:r>
      <w:r>
        <w:tab/>
        <w:t>1.013e0</w:t>
      </w:r>
    </w:p>
    <w:p w14:paraId="64CDC376" w14:textId="77777777" w:rsidR="006D4449" w:rsidRDefault="006D4449" w:rsidP="006D4449">
      <w:r>
        <w:t>214.8508</w:t>
      </w:r>
      <w:r>
        <w:tab/>
        <w:t>1.013e0</w:t>
      </w:r>
    </w:p>
    <w:p w14:paraId="44D05FB5" w14:textId="77777777" w:rsidR="006D4449" w:rsidRDefault="006D4449" w:rsidP="006D4449">
      <w:r>
        <w:t>214.8558</w:t>
      </w:r>
      <w:r>
        <w:tab/>
        <w:t>1.013e0</w:t>
      </w:r>
    </w:p>
    <w:p w14:paraId="08F4746E" w14:textId="77777777" w:rsidR="006D4449" w:rsidRDefault="006D4449" w:rsidP="006D4449">
      <w:r>
        <w:t>214.8590</w:t>
      </w:r>
      <w:r>
        <w:tab/>
        <w:t>1.013e0</w:t>
      </w:r>
    </w:p>
    <w:p w14:paraId="252352FD" w14:textId="77777777" w:rsidR="006D4449" w:rsidRDefault="006D4449" w:rsidP="006D4449">
      <w:r>
        <w:t>214.8992</w:t>
      </w:r>
      <w:r>
        <w:tab/>
        <w:t>1.013e0</w:t>
      </w:r>
    </w:p>
    <w:p w14:paraId="57338222" w14:textId="77777777" w:rsidR="006D4449" w:rsidRDefault="006D4449" w:rsidP="006D4449">
      <w:r>
        <w:t>214.9140</w:t>
      </w:r>
      <w:r>
        <w:tab/>
        <w:t>2.025e0</w:t>
      </w:r>
    </w:p>
    <w:p w14:paraId="6E144477" w14:textId="77777777" w:rsidR="006D4449" w:rsidRDefault="006D4449" w:rsidP="006D4449">
      <w:r>
        <w:t>214.9325</w:t>
      </w:r>
      <w:r>
        <w:tab/>
        <w:t>1.013e0</w:t>
      </w:r>
    </w:p>
    <w:p w14:paraId="1A937B93" w14:textId="77777777" w:rsidR="006D4449" w:rsidRDefault="006D4449" w:rsidP="006D4449">
      <w:r>
        <w:t>214.9620</w:t>
      </w:r>
      <w:r>
        <w:tab/>
        <w:t>1.013e0</w:t>
      </w:r>
    </w:p>
    <w:p w14:paraId="26F87113" w14:textId="77777777" w:rsidR="006D4449" w:rsidRDefault="006D4449" w:rsidP="006D4449">
      <w:r>
        <w:t>214.9693</w:t>
      </w:r>
      <w:r>
        <w:tab/>
        <w:t>2.025e0</w:t>
      </w:r>
    </w:p>
    <w:p w14:paraId="2416A1FF" w14:textId="77777777" w:rsidR="006D4449" w:rsidRDefault="006D4449" w:rsidP="006D4449">
      <w:r>
        <w:t>214.9726</w:t>
      </w:r>
      <w:r>
        <w:tab/>
        <w:t>2.025e0</w:t>
      </w:r>
    </w:p>
    <w:p w14:paraId="1351810A" w14:textId="77777777" w:rsidR="006D4449" w:rsidRDefault="006D4449" w:rsidP="006D4449">
      <w:r>
        <w:lastRenderedPageBreak/>
        <w:t>214.9849</w:t>
      </w:r>
      <w:r>
        <w:tab/>
        <w:t>4.051e0</w:t>
      </w:r>
    </w:p>
    <w:p w14:paraId="38D02876" w14:textId="77777777" w:rsidR="006D4449" w:rsidRDefault="006D4449" w:rsidP="006D4449">
      <w:r>
        <w:t>214.9971</w:t>
      </w:r>
      <w:r>
        <w:tab/>
        <w:t>6.534e0</w:t>
      </w:r>
    </w:p>
    <w:p w14:paraId="24AD09D1" w14:textId="77777777" w:rsidR="006D4449" w:rsidRDefault="006D4449" w:rsidP="006D4449">
      <w:r>
        <w:t>214.9996</w:t>
      </w:r>
      <w:r>
        <w:tab/>
        <w:t>2.860e0</w:t>
      </w:r>
    </w:p>
    <w:p w14:paraId="1D5E4D53" w14:textId="77777777" w:rsidR="006D4449" w:rsidRDefault="006D4449" w:rsidP="006D4449">
      <w:r>
        <w:t>215.0137</w:t>
      </w:r>
      <w:r>
        <w:tab/>
        <w:t>4.970e0</w:t>
      </w:r>
    </w:p>
    <w:p w14:paraId="45C93E0C" w14:textId="77777777" w:rsidR="006D4449" w:rsidRDefault="006D4449" w:rsidP="006D4449">
      <w:r>
        <w:t>215.0227</w:t>
      </w:r>
      <w:r>
        <w:tab/>
        <w:t>5.129e0</w:t>
      </w:r>
    </w:p>
    <w:p w14:paraId="545E247B" w14:textId="77777777" w:rsidR="006D4449" w:rsidRDefault="006D4449" w:rsidP="006D4449">
      <w:r>
        <w:t>215.0396</w:t>
      </w:r>
      <w:r>
        <w:tab/>
        <w:t>1.590e0</w:t>
      </w:r>
    </w:p>
    <w:p w14:paraId="3AAA5F85" w14:textId="77777777" w:rsidR="006D4449" w:rsidRDefault="006D4449" w:rsidP="006D4449">
      <w:r>
        <w:t>215.0668</w:t>
      </w:r>
      <w:r>
        <w:tab/>
        <w:t>2.025e0</w:t>
      </w:r>
    </w:p>
    <w:p w14:paraId="351F4D2E" w14:textId="77777777" w:rsidR="006D4449" w:rsidRDefault="006D4449" w:rsidP="006D4449">
      <w:r>
        <w:t>215.0697</w:t>
      </w:r>
      <w:r>
        <w:tab/>
        <w:t>1.013e0</w:t>
      </w:r>
    </w:p>
    <w:p w14:paraId="0CE0ABB7" w14:textId="77777777" w:rsidR="006D4449" w:rsidRDefault="006D4449" w:rsidP="006D4449">
      <w:r>
        <w:t>215.0821</w:t>
      </w:r>
      <w:r>
        <w:tab/>
        <w:t>2.025e0</w:t>
      </w:r>
    </w:p>
    <w:p w14:paraId="22284255" w14:textId="77777777" w:rsidR="006D4449" w:rsidRDefault="006D4449" w:rsidP="006D4449">
      <w:r>
        <w:t>215.0877</w:t>
      </w:r>
      <w:r>
        <w:tab/>
        <w:t>2.025e0</w:t>
      </w:r>
    </w:p>
    <w:p w14:paraId="7D8568DA" w14:textId="77777777" w:rsidR="006D4449" w:rsidRDefault="006D4449" w:rsidP="006D4449">
      <w:r>
        <w:t>215.0985</w:t>
      </w:r>
      <w:r>
        <w:tab/>
        <w:t>2.025e0</w:t>
      </w:r>
    </w:p>
    <w:p w14:paraId="02147952" w14:textId="77777777" w:rsidR="006D4449" w:rsidRDefault="006D4449" w:rsidP="006D4449">
      <w:r>
        <w:t>215.1091</w:t>
      </w:r>
      <w:r>
        <w:tab/>
        <w:t>1.013e0</w:t>
      </w:r>
    </w:p>
    <w:p w14:paraId="667EF7A8" w14:textId="77777777" w:rsidR="006D4449" w:rsidRDefault="006D4449" w:rsidP="006D4449">
      <w:r>
        <w:t>215.1176</w:t>
      </w:r>
      <w:r>
        <w:tab/>
        <w:t>3.038e0</w:t>
      </w:r>
    </w:p>
    <w:p w14:paraId="2FEFE311" w14:textId="77777777" w:rsidR="006D4449" w:rsidRDefault="006D4449" w:rsidP="006D4449">
      <w:r>
        <w:t>215.1223</w:t>
      </w:r>
      <w:r>
        <w:tab/>
        <w:t>3.038e0</w:t>
      </w:r>
    </w:p>
    <w:p w14:paraId="20E6D766" w14:textId="77777777" w:rsidR="006D4449" w:rsidRDefault="006D4449" w:rsidP="006D4449">
      <w:r>
        <w:t>215.1433</w:t>
      </w:r>
      <w:r>
        <w:tab/>
        <w:t>1.647e0</w:t>
      </w:r>
    </w:p>
    <w:p w14:paraId="52E21DD3" w14:textId="77777777" w:rsidR="006D4449" w:rsidRDefault="006D4449" w:rsidP="006D4449">
      <w:r>
        <w:t>215.1452</w:t>
      </w:r>
      <w:r>
        <w:tab/>
        <w:t>5.577e0</w:t>
      </w:r>
    </w:p>
    <w:p w14:paraId="479F0337" w14:textId="77777777" w:rsidR="006D4449" w:rsidRDefault="006D4449" w:rsidP="006D4449">
      <w:r>
        <w:t>215.1658</w:t>
      </w:r>
      <w:r>
        <w:tab/>
        <w:t>2.025e0</w:t>
      </w:r>
    </w:p>
    <w:p w14:paraId="3A4B2D79" w14:textId="77777777" w:rsidR="006D4449" w:rsidRDefault="006D4449" w:rsidP="006D4449">
      <w:r>
        <w:t>215.1716</w:t>
      </w:r>
      <w:r>
        <w:tab/>
        <w:t>4.051e0</w:t>
      </w:r>
    </w:p>
    <w:p w14:paraId="711C4249" w14:textId="77777777" w:rsidR="006D4449" w:rsidRDefault="006D4449" w:rsidP="006D4449">
      <w:r>
        <w:t>215.1726</w:t>
      </w:r>
      <w:r>
        <w:tab/>
        <w:t>3.038e0</w:t>
      </w:r>
    </w:p>
    <w:p w14:paraId="6427E7B9" w14:textId="77777777" w:rsidR="006D4449" w:rsidRDefault="006D4449" w:rsidP="006D4449">
      <w:r>
        <w:lastRenderedPageBreak/>
        <w:t>215.1823</w:t>
      </w:r>
      <w:r>
        <w:tab/>
        <w:t>3.038e0</w:t>
      </w:r>
    </w:p>
    <w:p w14:paraId="69F19220" w14:textId="77777777" w:rsidR="006D4449" w:rsidRDefault="006D4449" w:rsidP="006D4449">
      <w:r>
        <w:t>215.2193</w:t>
      </w:r>
      <w:r>
        <w:tab/>
        <w:t>1.013e0</w:t>
      </w:r>
    </w:p>
    <w:p w14:paraId="737FC15E" w14:textId="77777777" w:rsidR="006D4449" w:rsidRDefault="006D4449" w:rsidP="006D4449">
      <w:r>
        <w:t>215.2259</w:t>
      </w:r>
      <w:r>
        <w:tab/>
        <w:t>1.013e0</w:t>
      </w:r>
    </w:p>
    <w:p w14:paraId="072A3AFF" w14:textId="77777777" w:rsidR="006D4449" w:rsidRDefault="006D4449" w:rsidP="006D4449">
      <w:r>
        <w:t>215.2573</w:t>
      </w:r>
      <w:r>
        <w:tab/>
        <w:t>1.013e0</w:t>
      </w:r>
    </w:p>
    <w:p w14:paraId="7A26083F" w14:textId="77777777" w:rsidR="006D4449" w:rsidRDefault="006D4449" w:rsidP="006D4449">
      <w:r>
        <w:t>215.2677</w:t>
      </w:r>
      <w:r>
        <w:tab/>
        <w:t>1.013e0</w:t>
      </w:r>
    </w:p>
    <w:p w14:paraId="20176142" w14:textId="77777777" w:rsidR="006D4449" w:rsidRDefault="006D4449" w:rsidP="006D4449">
      <w:r>
        <w:t>215.2931</w:t>
      </w:r>
      <w:r>
        <w:tab/>
        <w:t>1.013e0</w:t>
      </w:r>
    </w:p>
    <w:p w14:paraId="3BFAEAEE" w14:textId="77777777" w:rsidR="006D4449" w:rsidRDefault="006D4449" w:rsidP="006D4449">
      <w:r>
        <w:t>215.3050</w:t>
      </w:r>
      <w:r>
        <w:tab/>
        <w:t>1.013e0</w:t>
      </w:r>
    </w:p>
    <w:p w14:paraId="24139104" w14:textId="77777777" w:rsidR="006D4449" w:rsidRDefault="006D4449" w:rsidP="006D4449">
      <w:r>
        <w:t>215.3126</w:t>
      </w:r>
      <w:r>
        <w:tab/>
        <w:t>1.013e0</w:t>
      </w:r>
    </w:p>
    <w:p w14:paraId="1DAF1727" w14:textId="77777777" w:rsidR="006D4449" w:rsidRDefault="006D4449" w:rsidP="006D4449">
      <w:r>
        <w:t>215.3174</w:t>
      </w:r>
      <w:r>
        <w:tab/>
        <w:t>2.025e0</w:t>
      </w:r>
    </w:p>
    <w:p w14:paraId="6117FEB2" w14:textId="77777777" w:rsidR="006D4449" w:rsidRDefault="006D4449" w:rsidP="006D4449">
      <w:r>
        <w:t>215.3373</w:t>
      </w:r>
      <w:r>
        <w:tab/>
        <w:t>2.025e0</w:t>
      </w:r>
    </w:p>
    <w:p w14:paraId="7092D019" w14:textId="77777777" w:rsidR="006D4449" w:rsidRDefault="006D4449" w:rsidP="006D4449">
      <w:r>
        <w:t>215.3431</w:t>
      </w:r>
      <w:r>
        <w:tab/>
        <w:t>1.013e0</w:t>
      </w:r>
    </w:p>
    <w:p w14:paraId="4B463C54" w14:textId="77777777" w:rsidR="006D4449" w:rsidRDefault="006D4449" w:rsidP="006D4449">
      <w:r>
        <w:t>215.3822</w:t>
      </w:r>
      <w:r>
        <w:tab/>
        <w:t>1.013e0</w:t>
      </w:r>
    </w:p>
    <w:p w14:paraId="6085360F" w14:textId="77777777" w:rsidR="006D4449" w:rsidRDefault="006D4449" w:rsidP="006D4449">
      <w:r>
        <w:t>215.3983</w:t>
      </w:r>
      <w:r>
        <w:tab/>
        <w:t>1.013e0</w:t>
      </w:r>
    </w:p>
    <w:p w14:paraId="7177CB97" w14:textId="77777777" w:rsidR="006D4449" w:rsidRDefault="006D4449" w:rsidP="006D4449">
      <w:r>
        <w:t>215.4059</w:t>
      </w:r>
      <w:r>
        <w:tab/>
        <w:t>1.013e0</w:t>
      </w:r>
    </w:p>
    <w:p w14:paraId="1BCA6083" w14:textId="77777777" w:rsidR="006D4449" w:rsidRDefault="006D4449" w:rsidP="006D4449">
      <w:r>
        <w:t>215.4241</w:t>
      </w:r>
      <w:r>
        <w:tab/>
        <w:t>2.025e0</w:t>
      </w:r>
    </w:p>
    <w:p w14:paraId="3DE5306C" w14:textId="77777777" w:rsidR="006D4449" w:rsidRDefault="006D4449" w:rsidP="006D4449">
      <w:r>
        <w:t>215.4363</w:t>
      </w:r>
      <w:r>
        <w:tab/>
        <w:t>1.013e0</w:t>
      </w:r>
    </w:p>
    <w:p w14:paraId="1C7F66DE" w14:textId="77777777" w:rsidR="006D4449" w:rsidRDefault="006D4449" w:rsidP="006D4449">
      <w:r>
        <w:t>215.4727</w:t>
      </w:r>
      <w:r>
        <w:tab/>
        <w:t>1.013e0</w:t>
      </w:r>
    </w:p>
    <w:p w14:paraId="5E9A1F00" w14:textId="77777777" w:rsidR="006D4449" w:rsidRDefault="006D4449" w:rsidP="006D4449">
      <w:r>
        <w:t>215.4765</w:t>
      </w:r>
      <w:r>
        <w:tab/>
        <w:t>1.013e0</w:t>
      </w:r>
    </w:p>
    <w:p w14:paraId="59A4205C" w14:textId="77777777" w:rsidR="006D4449" w:rsidRDefault="006D4449" w:rsidP="006D4449">
      <w:r>
        <w:t>215.5023</w:t>
      </w:r>
      <w:r>
        <w:tab/>
        <w:t>1.013e0</w:t>
      </w:r>
    </w:p>
    <w:p w14:paraId="087A4FB4" w14:textId="77777777" w:rsidR="006D4449" w:rsidRDefault="006D4449" w:rsidP="006D4449">
      <w:r>
        <w:lastRenderedPageBreak/>
        <w:t>215.5218</w:t>
      </w:r>
      <w:r>
        <w:tab/>
        <w:t>2.025e0</w:t>
      </w:r>
    </w:p>
    <w:p w14:paraId="57505D8B" w14:textId="77777777" w:rsidR="006D4449" w:rsidRDefault="006D4449" w:rsidP="006D4449">
      <w:r>
        <w:t>215.5509</w:t>
      </w:r>
      <w:r>
        <w:tab/>
        <w:t>2.025e0</w:t>
      </w:r>
    </w:p>
    <w:p w14:paraId="41217D54" w14:textId="77777777" w:rsidR="006D4449" w:rsidRDefault="006D4449" w:rsidP="006D4449">
      <w:r>
        <w:t>215.5547</w:t>
      </w:r>
      <w:r>
        <w:tab/>
        <w:t>1.013e0</w:t>
      </w:r>
    </w:p>
    <w:p w14:paraId="3CD1E592" w14:textId="77777777" w:rsidR="006D4449" w:rsidRDefault="006D4449" w:rsidP="006D4449">
      <w:r>
        <w:t>215.5651</w:t>
      </w:r>
      <w:r>
        <w:tab/>
        <w:t>1.013e0</w:t>
      </w:r>
    </w:p>
    <w:p w14:paraId="5B60D4A6" w14:textId="77777777" w:rsidR="006D4449" w:rsidRDefault="006D4449" w:rsidP="006D4449">
      <w:r>
        <w:t>215.5956</w:t>
      </w:r>
      <w:r>
        <w:tab/>
        <w:t>1.013e0</w:t>
      </w:r>
    </w:p>
    <w:p w14:paraId="2CCAD081" w14:textId="77777777" w:rsidR="006D4449" w:rsidRDefault="006D4449" w:rsidP="006D4449">
      <w:r>
        <w:t>215.6008</w:t>
      </w:r>
      <w:r>
        <w:tab/>
        <w:t>2.025e0</w:t>
      </w:r>
    </w:p>
    <w:p w14:paraId="7BADA36D" w14:textId="77777777" w:rsidR="006D4449" w:rsidRDefault="006D4449" w:rsidP="006D4449">
      <w:r>
        <w:t>215.6287</w:t>
      </w:r>
      <w:r>
        <w:tab/>
        <w:t>1.013e0</w:t>
      </w:r>
    </w:p>
    <w:p w14:paraId="4F638023" w14:textId="77777777" w:rsidR="006D4449" w:rsidRDefault="006D4449" w:rsidP="006D4449">
      <w:r>
        <w:t>215.6823</w:t>
      </w:r>
      <w:r>
        <w:tab/>
        <w:t>1.013e0</w:t>
      </w:r>
    </w:p>
    <w:p w14:paraId="37379C27" w14:textId="77777777" w:rsidR="006D4449" w:rsidRDefault="006D4449" w:rsidP="006D4449">
      <w:r>
        <w:t>215.6915</w:t>
      </w:r>
      <w:r>
        <w:tab/>
        <w:t>2.025e0</w:t>
      </w:r>
    </w:p>
    <w:p w14:paraId="6B6E4B0C" w14:textId="77777777" w:rsidR="006D4449" w:rsidRDefault="006D4449" w:rsidP="006D4449">
      <w:r>
        <w:t>215.7187</w:t>
      </w:r>
      <w:r>
        <w:tab/>
        <w:t>1.013e0</w:t>
      </w:r>
    </w:p>
    <w:p w14:paraId="0142051F" w14:textId="77777777" w:rsidR="006D4449" w:rsidRDefault="006D4449" w:rsidP="006D4449">
      <w:r>
        <w:t>215.7262</w:t>
      </w:r>
      <w:r>
        <w:tab/>
        <w:t>2.025e0</w:t>
      </w:r>
    </w:p>
    <w:p w14:paraId="5CCB302E" w14:textId="77777777" w:rsidR="006D4449" w:rsidRDefault="006D4449" w:rsidP="006D4449">
      <w:r>
        <w:t>215.7414</w:t>
      </w:r>
      <w:r>
        <w:tab/>
        <w:t>2.025e0</w:t>
      </w:r>
    </w:p>
    <w:p w14:paraId="7A043E35" w14:textId="77777777" w:rsidR="006D4449" w:rsidRDefault="006D4449" w:rsidP="006D4449">
      <w:r>
        <w:t>215.7491</w:t>
      </w:r>
      <w:r>
        <w:tab/>
        <w:t>1.013e0</w:t>
      </w:r>
    </w:p>
    <w:p w14:paraId="0FD37955" w14:textId="77777777" w:rsidR="006D4449" w:rsidRDefault="006D4449" w:rsidP="006D4449">
      <w:r>
        <w:t>215.7834</w:t>
      </w:r>
      <w:r>
        <w:tab/>
        <w:t>2.025e0</w:t>
      </w:r>
    </w:p>
    <w:p w14:paraId="3EE271F1" w14:textId="77777777" w:rsidR="006D4449" w:rsidRDefault="006D4449" w:rsidP="006D4449">
      <w:r>
        <w:t>215.8149</w:t>
      </w:r>
      <w:r>
        <w:tab/>
        <w:t>1.013e0</w:t>
      </w:r>
    </w:p>
    <w:p w14:paraId="103A1002" w14:textId="77777777" w:rsidR="006D4449" w:rsidRDefault="006D4449" w:rsidP="006D4449">
      <w:r>
        <w:t>215.8359</w:t>
      </w:r>
      <w:r>
        <w:tab/>
        <w:t>2.025e0</w:t>
      </w:r>
    </w:p>
    <w:p w14:paraId="1E84CDF5" w14:textId="77777777" w:rsidR="006D4449" w:rsidRDefault="006D4449" w:rsidP="006D4449">
      <w:r>
        <w:t>215.8818</w:t>
      </w:r>
      <w:r>
        <w:tab/>
        <w:t>1.013e0</w:t>
      </w:r>
    </w:p>
    <w:p w14:paraId="67DDF071" w14:textId="77777777" w:rsidR="006D4449" w:rsidRDefault="006D4449" w:rsidP="006D4449">
      <w:r>
        <w:t>215.8864</w:t>
      </w:r>
      <w:r>
        <w:tab/>
        <w:t>1.013e0</w:t>
      </w:r>
    </w:p>
    <w:p w14:paraId="485E00FB" w14:textId="77777777" w:rsidR="006D4449" w:rsidRDefault="006D4449" w:rsidP="006D4449">
      <w:r>
        <w:t>215.8940</w:t>
      </w:r>
      <w:r>
        <w:tab/>
        <w:t>1.013e0</w:t>
      </w:r>
    </w:p>
    <w:p w14:paraId="59588688" w14:textId="77777777" w:rsidR="006D4449" w:rsidRDefault="006D4449" w:rsidP="006D4449">
      <w:r>
        <w:lastRenderedPageBreak/>
        <w:t>215.9360</w:t>
      </w:r>
      <w:r>
        <w:tab/>
        <w:t>1.013e0</w:t>
      </w:r>
    </w:p>
    <w:p w14:paraId="342DF815" w14:textId="77777777" w:rsidR="006D4449" w:rsidRDefault="006D4449" w:rsidP="006D4449">
      <w:r>
        <w:t>215.9502</w:t>
      </w:r>
      <w:r>
        <w:tab/>
        <w:t>2.197e0</w:t>
      </w:r>
    </w:p>
    <w:p w14:paraId="62930DF3" w14:textId="77777777" w:rsidR="006D4449" w:rsidRDefault="006D4449" w:rsidP="006D4449">
      <w:r>
        <w:t>215.9811</w:t>
      </w:r>
      <w:r>
        <w:tab/>
        <w:t>8.101e0</w:t>
      </w:r>
    </w:p>
    <w:p w14:paraId="3E8B18B1" w14:textId="77777777" w:rsidR="006D4449" w:rsidRDefault="006D4449" w:rsidP="006D4449">
      <w:r>
        <w:t>215.9842</w:t>
      </w:r>
      <w:r>
        <w:tab/>
        <w:t>2.633e1</w:t>
      </w:r>
    </w:p>
    <w:p w14:paraId="793F09FA" w14:textId="77777777" w:rsidR="006D4449" w:rsidRDefault="006D4449" w:rsidP="006D4449">
      <w:r>
        <w:t>215.9891</w:t>
      </w:r>
      <w:r>
        <w:tab/>
        <w:t>1.215e1</w:t>
      </w:r>
    </w:p>
    <w:p w14:paraId="026EA732" w14:textId="77777777" w:rsidR="006D4449" w:rsidRDefault="006D4449" w:rsidP="006D4449">
      <w:r>
        <w:t>216.0127</w:t>
      </w:r>
      <w:r>
        <w:tab/>
        <w:t>2.708e0</w:t>
      </w:r>
    </w:p>
    <w:p w14:paraId="6A10E7E0" w14:textId="77777777" w:rsidR="006D4449" w:rsidRDefault="006D4449" w:rsidP="006D4449">
      <w:r>
        <w:t>216.0205</w:t>
      </w:r>
      <w:r>
        <w:tab/>
        <w:t>2.597e0</w:t>
      </w:r>
    </w:p>
    <w:p w14:paraId="259C7DDB" w14:textId="77777777" w:rsidR="006D4449" w:rsidRDefault="006D4449" w:rsidP="006D4449">
      <w:r>
        <w:t>216.0255</w:t>
      </w:r>
      <w:r>
        <w:tab/>
        <w:t>2.124e0</w:t>
      </w:r>
    </w:p>
    <w:p w14:paraId="7F95003D" w14:textId="77777777" w:rsidR="006D4449" w:rsidRDefault="006D4449" w:rsidP="006D4449">
      <w:r>
        <w:t>216.0552</w:t>
      </w:r>
      <w:r>
        <w:tab/>
        <w:t>1.220e0</w:t>
      </w:r>
    </w:p>
    <w:p w14:paraId="12372185" w14:textId="77777777" w:rsidR="006D4449" w:rsidRDefault="006D4449" w:rsidP="006D4449">
      <w:r>
        <w:t>216.0752</w:t>
      </w:r>
      <w:r>
        <w:tab/>
        <w:t>1.708e0</w:t>
      </w:r>
    </w:p>
    <w:p w14:paraId="680D9A72" w14:textId="77777777" w:rsidR="006D4449" w:rsidRDefault="006D4449" w:rsidP="006D4449">
      <w:r>
        <w:t>216.0810</w:t>
      </w:r>
      <w:r>
        <w:tab/>
        <w:t>1.013e0</w:t>
      </w:r>
    </w:p>
    <w:p w14:paraId="6CEAEAEB" w14:textId="77777777" w:rsidR="006D4449" w:rsidRDefault="006D4449" w:rsidP="006D4449">
      <w:r>
        <w:t>216.0833</w:t>
      </w:r>
      <w:r>
        <w:tab/>
        <w:t>4.051e0</w:t>
      </w:r>
    </w:p>
    <w:p w14:paraId="0B431B9B" w14:textId="77777777" w:rsidR="006D4449" w:rsidRDefault="006D4449" w:rsidP="006D4449">
      <w:r>
        <w:t>216.0886</w:t>
      </w:r>
      <w:r>
        <w:tab/>
        <w:t>1.013e0</w:t>
      </w:r>
    </w:p>
    <w:p w14:paraId="2886C1E2" w14:textId="77777777" w:rsidR="006D4449" w:rsidRDefault="006D4449" w:rsidP="006D4449">
      <w:r>
        <w:t>216.1112</w:t>
      </w:r>
      <w:r>
        <w:tab/>
        <w:t>3.215e0</w:t>
      </w:r>
    </w:p>
    <w:p w14:paraId="54C8B3E5" w14:textId="77777777" w:rsidR="006D4449" w:rsidRDefault="006D4449" w:rsidP="006D4449">
      <w:r>
        <w:t>216.1175</w:t>
      </w:r>
      <w:r>
        <w:tab/>
        <w:t>2.025e0</w:t>
      </w:r>
    </w:p>
    <w:p w14:paraId="32AA4C42" w14:textId="77777777" w:rsidR="006D4449" w:rsidRDefault="006D4449" w:rsidP="006D4449">
      <w:r>
        <w:t>216.1279</w:t>
      </w:r>
      <w:r>
        <w:tab/>
        <w:t>2.025e0</w:t>
      </w:r>
    </w:p>
    <w:p w14:paraId="4A3C4150" w14:textId="77777777" w:rsidR="006D4449" w:rsidRDefault="006D4449" w:rsidP="006D4449">
      <w:r>
        <w:t>216.1544</w:t>
      </w:r>
      <w:r>
        <w:tab/>
        <w:t>1.013e0</w:t>
      </w:r>
    </w:p>
    <w:p w14:paraId="04A282E4" w14:textId="77777777" w:rsidR="006D4449" w:rsidRDefault="006D4449" w:rsidP="006D4449">
      <w:r>
        <w:t>216.1565</w:t>
      </w:r>
      <w:r>
        <w:tab/>
        <w:t>5.063e0</w:t>
      </w:r>
    </w:p>
    <w:p w14:paraId="69841CB9" w14:textId="77777777" w:rsidR="006D4449" w:rsidRDefault="006D4449" w:rsidP="006D4449">
      <w:r>
        <w:t>216.1611</w:t>
      </w:r>
      <w:r>
        <w:tab/>
        <w:t>3.038e0</w:t>
      </w:r>
    </w:p>
    <w:p w14:paraId="0C4ED262" w14:textId="77777777" w:rsidR="006D4449" w:rsidRDefault="006D4449" w:rsidP="006D4449">
      <w:r>
        <w:lastRenderedPageBreak/>
        <w:t>216.1630</w:t>
      </w:r>
      <w:r>
        <w:tab/>
        <w:t>1.013e0</w:t>
      </w:r>
    </w:p>
    <w:p w14:paraId="46E99FAA" w14:textId="77777777" w:rsidR="006D4449" w:rsidRDefault="006D4449" w:rsidP="006D4449">
      <w:r>
        <w:t>216.2018</w:t>
      </w:r>
      <w:r>
        <w:tab/>
        <w:t>2.025e0</w:t>
      </w:r>
    </w:p>
    <w:p w14:paraId="0B9F2117" w14:textId="77777777" w:rsidR="006D4449" w:rsidRDefault="006D4449" w:rsidP="006D4449">
      <w:r>
        <w:t>216.2555</w:t>
      </w:r>
      <w:r>
        <w:tab/>
        <w:t>1.013e0</w:t>
      </w:r>
    </w:p>
    <w:p w14:paraId="72C52B25" w14:textId="77777777" w:rsidR="006D4449" w:rsidRDefault="006D4449" w:rsidP="006D4449">
      <w:r>
        <w:t>216.2602</w:t>
      </w:r>
      <w:r>
        <w:tab/>
        <w:t>1.013e0</w:t>
      </w:r>
    </w:p>
    <w:p w14:paraId="111528B3" w14:textId="77777777" w:rsidR="006D4449" w:rsidRDefault="006D4449" w:rsidP="006D4449">
      <w:r>
        <w:t>216.2643</w:t>
      </w:r>
      <w:r>
        <w:tab/>
        <w:t>1.013e0</w:t>
      </w:r>
    </w:p>
    <w:p w14:paraId="73C7110C" w14:textId="77777777" w:rsidR="006D4449" w:rsidRDefault="006D4449" w:rsidP="006D4449">
      <w:r>
        <w:t>216.2716</w:t>
      </w:r>
      <w:r>
        <w:tab/>
        <w:t>1.013e0</w:t>
      </w:r>
    </w:p>
    <w:p w14:paraId="36E5F824" w14:textId="77777777" w:rsidR="006D4449" w:rsidRDefault="006D4449" w:rsidP="006D4449">
      <w:r>
        <w:t>216.2877</w:t>
      </w:r>
      <w:r>
        <w:tab/>
        <w:t>2.025e0</w:t>
      </w:r>
    </w:p>
    <w:p w14:paraId="2F6D3D71" w14:textId="77777777" w:rsidR="006D4449" w:rsidRDefault="006D4449" w:rsidP="006D4449">
      <w:r>
        <w:t>216.3186</w:t>
      </w:r>
      <w:r>
        <w:tab/>
        <w:t>1.013e0</w:t>
      </w:r>
    </w:p>
    <w:p w14:paraId="0CDAF304" w14:textId="77777777" w:rsidR="006D4449" w:rsidRDefault="006D4449" w:rsidP="006D4449">
      <w:r>
        <w:t>216.3441</w:t>
      </w:r>
      <w:r>
        <w:tab/>
        <w:t>2.025e0</w:t>
      </w:r>
    </w:p>
    <w:p w14:paraId="46A9A78F" w14:textId="77777777" w:rsidR="006D4449" w:rsidRDefault="006D4449" w:rsidP="006D4449">
      <w:r>
        <w:t>216.3505</w:t>
      </w:r>
      <w:r>
        <w:tab/>
        <w:t>1.013e0</w:t>
      </w:r>
    </w:p>
    <w:p w14:paraId="758E013F" w14:textId="77777777" w:rsidR="006D4449" w:rsidRDefault="006D4449" w:rsidP="006D4449">
      <w:r>
        <w:t>216.3628</w:t>
      </w:r>
      <w:r>
        <w:tab/>
        <w:t>1.013e0</w:t>
      </w:r>
    </w:p>
    <w:p w14:paraId="63D2C818" w14:textId="77777777" w:rsidR="006D4449" w:rsidRDefault="006D4449" w:rsidP="006D4449">
      <w:r>
        <w:t>216.3815</w:t>
      </w:r>
      <w:r>
        <w:tab/>
        <w:t>1.013e0</w:t>
      </w:r>
    </w:p>
    <w:p w14:paraId="28532473" w14:textId="77777777" w:rsidR="006D4449" w:rsidRDefault="006D4449" w:rsidP="006D4449">
      <w:r>
        <w:t>216.4054</w:t>
      </w:r>
      <w:r>
        <w:tab/>
        <w:t>1.013e0</w:t>
      </w:r>
    </w:p>
    <w:p w14:paraId="18AA208E" w14:textId="77777777" w:rsidR="006D4449" w:rsidRDefault="006D4449" w:rsidP="006D4449">
      <w:r>
        <w:t>216.4072</w:t>
      </w:r>
      <w:r>
        <w:tab/>
        <w:t>2.025e0</w:t>
      </w:r>
    </w:p>
    <w:p w14:paraId="51AF93B8" w14:textId="77777777" w:rsidR="006D4449" w:rsidRDefault="006D4449" w:rsidP="006D4449">
      <w:r>
        <w:t>216.4235</w:t>
      </w:r>
      <w:r>
        <w:tab/>
        <w:t>1.013e0</w:t>
      </w:r>
    </w:p>
    <w:p w14:paraId="57C2D328" w14:textId="77777777" w:rsidR="006D4449" w:rsidRDefault="006D4449" w:rsidP="006D4449">
      <w:r>
        <w:t>216.4327</w:t>
      </w:r>
      <w:r>
        <w:tab/>
        <w:t>1.013e0</w:t>
      </w:r>
    </w:p>
    <w:p w14:paraId="682B9326" w14:textId="77777777" w:rsidR="006D4449" w:rsidRDefault="006D4449" w:rsidP="006D4449">
      <w:r>
        <w:t>216.4441</w:t>
      </w:r>
      <w:r>
        <w:tab/>
        <w:t>1.013e0</w:t>
      </w:r>
    </w:p>
    <w:p w14:paraId="6AB90F0A" w14:textId="77777777" w:rsidR="006D4449" w:rsidRDefault="006D4449" w:rsidP="006D4449">
      <w:r>
        <w:t>216.4607</w:t>
      </w:r>
      <w:r>
        <w:tab/>
        <w:t>1.013e0</w:t>
      </w:r>
    </w:p>
    <w:p w14:paraId="5882E499" w14:textId="77777777" w:rsidR="006D4449" w:rsidRDefault="006D4449" w:rsidP="006D4449">
      <w:r>
        <w:t>216.4674</w:t>
      </w:r>
      <w:r>
        <w:tab/>
        <w:t>1.013e0</w:t>
      </w:r>
    </w:p>
    <w:p w14:paraId="3088A5FD" w14:textId="77777777" w:rsidR="006D4449" w:rsidRDefault="006D4449" w:rsidP="006D4449">
      <w:r>
        <w:lastRenderedPageBreak/>
        <w:t>216.5062</w:t>
      </w:r>
      <w:r>
        <w:tab/>
        <w:t>2.025e0</w:t>
      </w:r>
    </w:p>
    <w:p w14:paraId="05549DAD" w14:textId="77777777" w:rsidR="006D4449" w:rsidRDefault="006D4449" w:rsidP="006D4449">
      <w:r>
        <w:t>216.5107</w:t>
      </w:r>
      <w:r>
        <w:tab/>
        <w:t>1.013e0</w:t>
      </w:r>
    </w:p>
    <w:p w14:paraId="1A31A342" w14:textId="77777777" w:rsidR="006D4449" w:rsidRDefault="006D4449" w:rsidP="006D4449">
      <w:r>
        <w:t>216.5180</w:t>
      </w:r>
      <w:r>
        <w:tab/>
        <w:t>1.013e0</w:t>
      </w:r>
    </w:p>
    <w:p w14:paraId="7D50D14C" w14:textId="77777777" w:rsidR="006D4449" w:rsidRDefault="006D4449" w:rsidP="006D4449">
      <w:r>
        <w:t>216.5352</w:t>
      </w:r>
      <w:r>
        <w:tab/>
        <w:t>3.038e0</w:t>
      </w:r>
    </w:p>
    <w:p w14:paraId="207A44E6" w14:textId="77777777" w:rsidR="006D4449" w:rsidRDefault="006D4449" w:rsidP="006D4449">
      <w:r>
        <w:t>216.5381</w:t>
      </w:r>
      <w:r>
        <w:tab/>
        <w:t>1.013e0</w:t>
      </w:r>
    </w:p>
    <w:p w14:paraId="0DB201CD" w14:textId="77777777" w:rsidR="006D4449" w:rsidRDefault="006D4449" w:rsidP="006D4449">
      <w:r>
        <w:t>216.5542</w:t>
      </w:r>
      <w:r>
        <w:tab/>
        <w:t>1.013e0</w:t>
      </w:r>
    </w:p>
    <w:p w14:paraId="00FBCB93" w14:textId="77777777" w:rsidR="006D4449" w:rsidRDefault="006D4449" w:rsidP="006D4449">
      <w:r>
        <w:t>216.5657</w:t>
      </w:r>
      <w:r>
        <w:tab/>
        <w:t>1.013e0</w:t>
      </w:r>
    </w:p>
    <w:p w14:paraId="56BD7F6C" w14:textId="77777777" w:rsidR="006D4449" w:rsidRDefault="006D4449" w:rsidP="006D4449">
      <w:r>
        <w:t>216.5847</w:t>
      </w:r>
      <w:r>
        <w:tab/>
        <w:t>1.013e0</w:t>
      </w:r>
    </w:p>
    <w:p w14:paraId="3ECE34D7" w14:textId="77777777" w:rsidR="006D4449" w:rsidRDefault="006D4449" w:rsidP="006D4449">
      <w:r>
        <w:t>216.6031</w:t>
      </w:r>
      <w:r>
        <w:tab/>
        <w:t>2.025e0</w:t>
      </w:r>
    </w:p>
    <w:p w14:paraId="07CE02E9" w14:textId="77777777" w:rsidR="006D4449" w:rsidRDefault="006D4449" w:rsidP="006D4449">
      <w:r>
        <w:t>216.6402</w:t>
      </w:r>
      <w:r>
        <w:tab/>
        <w:t>1.013e0</w:t>
      </w:r>
    </w:p>
    <w:p w14:paraId="05526037" w14:textId="77777777" w:rsidR="006D4449" w:rsidRDefault="006D4449" w:rsidP="006D4449">
      <w:r>
        <w:t>216.6469</w:t>
      </w:r>
      <w:r>
        <w:tab/>
        <w:t>1.013e0</w:t>
      </w:r>
    </w:p>
    <w:p w14:paraId="4441E0F7" w14:textId="77777777" w:rsidR="006D4449" w:rsidRDefault="006D4449" w:rsidP="006D4449">
      <w:r>
        <w:t>216.6660</w:t>
      </w:r>
      <w:r>
        <w:tab/>
        <w:t>1.013e0</w:t>
      </w:r>
    </w:p>
    <w:p w14:paraId="2E604C68" w14:textId="77777777" w:rsidR="006D4449" w:rsidRDefault="006D4449" w:rsidP="006D4449">
      <w:r>
        <w:t>216.6793</w:t>
      </w:r>
      <w:r>
        <w:tab/>
        <w:t>2.025e0</w:t>
      </w:r>
    </w:p>
    <w:p w14:paraId="3F60021B" w14:textId="77777777" w:rsidR="006D4449" w:rsidRDefault="006D4449" w:rsidP="006D4449">
      <w:r>
        <w:t>216.6834</w:t>
      </w:r>
      <w:r>
        <w:tab/>
        <w:t>2.025e0</w:t>
      </w:r>
    </w:p>
    <w:p w14:paraId="613D94DB" w14:textId="77777777" w:rsidR="006D4449" w:rsidRDefault="006D4449" w:rsidP="006D4449">
      <w:r>
        <w:t>216.6866</w:t>
      </w:r>
      <w:r>
        <w:tab/>
        <w:t>1.013e0</w:t>
      </w:r>
    </w:p>
    <w:p w14:paraId="1284879A" w14:textId="77777777" w:rsidR="006D4449" w:rsidRDefault="006D4449" w:rsidP="006D4449">
      <w:r>
        <w:t>216.7108</w:t>
      </w:r>
      <w:r>
        <w:tab/>
        <w:t>1.013e0</w:t>
      </w:r>
    </w:p>
    <w:p w14:paraId="0152E3F5" w14:textId="77777777" w:rsidR="006D4449" w:rsidRDefault="006D4449" w:rsidP="006D4449">
      <w:r>
        <w:t>216.7261</w:t>
      </w:r>
      <w:r>
        <w:tab/>
        <w:t>1.013e0</w:t>
      </w:r>
    </w:p>
    <w:p w14:paraId="63FFECA4" w14:textId="77777777" w:rsidR="006D4449" w:rsidRDefault="006D4449" w:rsidP="006D4449">
      <w:r>
        <w:t>216.7370</w:t>
      </w:r>
      <w:r>
        <w:tab/>
        <w:t>2.025e0</w:t>
      </w:r>
    </w:p>
    <w:p w14:paraId="6C264A16" w14:textId="77777777" w:rsidR="006D4449" w:rsidRDefault="006D4449" w:rsidP="006D4449">
      <w:r>
        <w:t>216.7734</w:t>
      </w:r>
      <w:r>
        <w:tab/>
        <w:t>2.025e0</w:t>
      </w:r>
    </w:p>
    <w:p w14:paraId="13F512A0" w14:textId="77777777" w:rsidR="006D4449" w:rsidRDefault="006D4449" w:rsidP="006D4449">
      <w:r>
        <w:lastRenderedPageBreak/>
        <w:t>216.7768</w:t>
      </w:r>
      <w:r>
        <w:tab/>
        <w:t>1.013e0</w:t>
      </w:r>
    </w:p>
    <w:p w14:paraId="3BD83581" w14:textId="77777777" w:rsidR="006D4449" w:rsidRDefault="006D4449" w:rsidP="006D4449">
      <w:r>
        <w:t>216.7796</w:t>
      </w:r>
      <w:r>
        <w:tab/>
        <w:t>2.025e0</w:t>
      </w:r>
    </w:p>
    <w:p w14:paraId="7089643C" w14:textId="77777777" w:rsidR="006D4449" w:rsidRDefault="006D4449" w:rsidP="006D4449">
      <w:r>
        <w:t>216.8052</w:t>
      </w:r>
      <w:r>
        <w:tab/>
        <w:t>3.038e0</w:t>
      </w:r>
    </w:p>
    <w:p w14:paraId="61D751D9" w14:textId="77777777" w:rsidR="006D4449" w:rsidRDefault="006D4449" w:rsidP="006D4449">
      <w:r>
        <w:t>216.8177</w:t>
      </w:r>
      <w:r>
        <w:tab/>
        <w:t>2.025e0</w:t>
      </w:r>
    </w:p>
    <w:p w14:paraId="1C6BDC02" w14:textId="77777777" w:rsidR="006D4449" w:rsidRDefault="006D4449" w:rsidP="006D4449">
      <w:r>
        <w:t>216.8521</w:t>
      </w:r>
      <w:r>
        <w:tab/>
        <w:t>1.013e0</w:t>
      </w:r>
    </w:p>
    <w:p w14:paraId="70E3FAF6" w14:textId="77777777" w:rsidR="006D4449" w:rsidRDefault="006D4449" w:rsidP="006D4449">
      <w:r>
        <w:t>216.8904</w:t>
      </w:r>
      <w:r>
        <w:tab/>
        <w:t>1.013e0</w:t>
      </w:r>
    </w:p>
    <w:p w14:paraId="751F9F15" w14:textId="77777777" w:rsidR="006D4449" w:rsidRDefault="006D4449" w:rsidP="006D4449">
      <w:r>
        <w:t>216.8932</w:t>
      </w:r>
      <w:r>
        <w:tab/>
        <w:t>1.013e0</w:t>
      </w:r>
    </w:p>
    <w:p w14:paraId="5926E23C" w14:textId="77777777" w:rsidR="006D4449" w:rsidRDefault="006D4449" w:rsidP="006D4449">
      <w:r>
        <w:t>216.8979</w:t>
      </w:r>
      <w:r>
        <w:tab/>
        <w:t>1.013e0</w:t>
      </w:r>
    </w:p>
    <w:p w14:paraId="43C21082" w14:textId="77777777" w:rsidR="006D4449" w:rsidRDefault="006D4449" w:rsidP="006D4449">
      <w:r>
        <w:t>216.9017</w:t>
      </w:r>
      <w:r>
        <w:tab/>
        <w:t>1.013e0</w:t>
      </w:r>
    </w:p>
    <w:p w14:paraId="0700169C" w14:textId="77777777" w:rsidR="006D4449" w:rsidRDefault="006D4449" w:rsidP="006D4449">
      <w:r>
        <w:t>216.9199</w:t>
      </w:r>
      <w:r>
        <w:tab/>
        <w:t>2.025e0</w:t>
      </w:r>
    </w:p>
    <w:p w14:paraId="297007CF" w14:textId="77777777" w:rsidR="006D4449" w:rsidRDefault="006D4449" w:rsidP="006D4449">
      <w:r>
        <w:t>216.9211</w:t>
      </w:r>
      <w:r>
        <w:tab/>
        <w:t>1.013e0</w:t>
      </w:r>
    </w:p>
    <w:p w14:paraId="49E85F53" w14:textId="77777777" w:rsidR="006D4449" w:rsidRDefault="006D4449" w:rsidP="006D4449">
      <w:r>
        <w:t>216.9294</w:t>
      </w:r>
      <w:r>
        <w:tab/>
        <w:t>1.013e0</w:t>
      </w:r>
    </w:p>
    <w:p w14:paraId="729DC5CC" w14:textId="77777777" w:rsidR="006D4449" w:rsidRDefault="006D4449" w:rsidP="006D4449">
      <w:r>
        <w:t>216.9382</w:t>
      </w:r>
      <w:r>
        <w:tab/>
        <w:t>1.013e0</w:t>
      </w:r>
    </w:p>
    <w:p w14:paraId="29BA0A5D" w14:textId="77777777" w:rsidR="006D4449" w:rsidRDefault="006D4449" w:rsidP="006D4449">
      <w:r>
        <w:t>216.9477</w:t>
      </w:r>
      <w:r>
        <w:tab/>
        <w:t>2.025e0</w:t>
      </w:r>
    </w:p>
    <w:p w14:paraId="612C50F3" w14:textId="77777777" w:rsidR="006D4449" w:rsidRDefault="006D4449" w:rsidP="006D4449">
      <w:r>
        <w:t>216.9533</w:t>
      </w:r>
      <w:r>
        <w:tab/>
        <w:t>2.025e0</w:t>
      </w:r>
    </w:p>
    <w:p w14:paraId="7C2A58D5" w14:textId="77777777" w:rsidR="006D4449" w:rsidRDefault="006D4449" w:rsidP="006D4449">
      <w:r>
        <w:t>216.9753</w:t>
      </w:r>
      <w:r>
        <w:tab/>
        <w:t>1.013e0</w:t>
      </w:r>
    </w:p>
    <w:p w14:paraId="7F9EEC6B" w14:textId="77777777" w:rsidR="006D4449" w:rsidRDefault="006D4449" w:rsidP="006D4449">
      <w:r>
        <w:t>216.9784</w:t>
      </w:r>
      <w:r>
        <w:tab/>
        <w:t>3.038e0</w:t>
      </w:r>
    </w:p>
    <w:p w14:paraId="0EE0CD9E" w14:textId="77777777" w:rsidR="006D4449" w:rsidRDefault="006D4449" w:rsidP="006D4449">
      <w:r>
        <w:t>216.9821</w:t>
      </w:r>
      <w:r>
        <w:tab/>
        <w:t>4.051e0</w:t>
      </w:r>
    </w:p>
    <w:p w14:paraId="613CECE7" w14:textId="77777777" w:rsidR="006D4449" w:rsidRDefault="006D4449" w:rsidP="006D4449">
      <w:r>
        <w:t>216.9927</w:t>
      </w:r>
      <w:r>
        <w:tab/>
        <w:t>3.038e0</w:t>
      </w:r>
    </w:p>
    <w:p w14:paraId="79595732" w14:textId="77777777" w:rsidR="006D4449" w:rsidRDefault="006D4449" w:rsidP="006D4449">
      <w:r>
        <w:lastRenderedPageBreak/>
        <w:t>216.9993</w:t>
      </w:r>
      <w:r>
        <w:tab/>
        <w:t>2.025e0</w:t>
      </w:r>
    </w:p>
    <w:p w14:paraId="73730DF9" w14:textId="77777777" w:rsidR="006D4449" w:rsidRDefault="006D4449" w:rsidP="006D4449">
      <w:r>
        <w:t>217.0065</w:t>
      </w:r>
      <w:r>
        <w:tab/>
        <w:t>3.360e0</w:t>
      </w:r>
    </w:p>
    <w:p w14:paraId="1FEC108E" w14:textId="77777777" w:rsidR="006D4449" w:rsidRDefault="006D4449" w:rsidP="006D4449">
      <w:r>
        <w:t>217.0264</w:t>
      </w:r>
      <w:r>
        <w:tab/>
        <w:t>1.695e0</w:t>
      </w:r>
    </w:p>
    <w:p w14:paraId="3E43DE3E" w14:textId="77777777" w:rsidR="006D4449" w:rsidRDefault="006D4449" w:rsidP="006D4449">
      <w:r>
        <w:t>217.0305</w:t>
      </w:r>
      <w:r>
        <w:tab/>
        <w:t>7.345e0</w:t>
      </w:r>
    </w:p>
    <w:p w14:paraId="4CB1D560" w14:textId="77777777" w:rsidR="006D4449" w:rsidRDefault="006D4449" w:rsidP="006D4449">
      <w:r>
        <w:t>217.0363</w:t>
      </w:r>
      <w:r>
        <w:tab/>
        <w:t>5.727e0</w:t>
      </w:r>
    </w:p>
    <w:p w14:paraId="5D53B072" w14:textId="77777777" w:rsidR="006D4449" w:rsidRDefault="006D4449" w:rsidP="006D4449">
      <w:r>
        <w:t>217.0415</w:t>
      </w:r>
      <w:r>
        <w:tab/>
        <w:t>8.375e0</w:t>
      </w:r>
    </w:p>
    <w:p w14:paraId="6EA4E6D1" w14:textId="77777777" w:rsidR="006D4449" w:rsidRDefault="006D4449" w:rsidP="006D4449">
      <w:r>
        <w:t>217.0463</w:t>
      </w:r>
      <w:r>
        <w:tab/>
        <w:t>6.838e0</w:t>
      </w:r>
    </w:p>
    <w:p w14:paraId="4737E539" w14:textId="77777777" w:rsidR="006D4449" w:rsidRDefault="006D4449" w:rsidP="006D4449">
      <w:r>
        <w:t>217.0668</w:t>
      </w:r>
      <w:r>
        <w:tab/>
        <w:t>2.769e0</w:t>
      </w:r>
    </w:p>
    <w:p w14:paraId="46619AF1" w14:textId="77777777" w:rsidR="006D4449" w:rsidRDefault="006D4449" w:rsidP="006D4449">
      <w:r>
        <w:t>217.0694</w:t>
      </w:r>
      <w:r>
        <w:tab/>
        <w:t>1.013e0</w:t>
      </w:r>
    </w:p>
    <w:p w14:paraId="2981E439" w14:textId="77777777" w:rsidR="006D4449" w:rsidRDefault="006D4449" w:rsidP="006D4449">
      <w:r>
        <w:t>217.0710</w:t>
      </w:r>
      <w:r>
        <w:tab/>
        <w:t>3.038e0</w:t>
      </w:r>
    </w:p>
    <w:p w14:paraId="771D1BEC" w14:textId="77777777" w:rsidR="006D4449" w:rsidRDefault="006D4449" w:rsidP="006D4449">
      <w:r>
        <w:t>217.0785</w:t>
      </w:r>
      <w:r>
        <w:tab/>
        <w:t>2.025e0</w:t>
      </w:r>
    </w:p>
    <w:p w14:paraId="32C515EF" w14:textId="77777777" w:rsidR="006D4449" w:rsidRDefault="006D4449" w:rsidP="006D4449">
      <w:r>
        <w:t>217.1004</w:t>
      </w:r>
      <w:r>
        <w:tab/>
        <w:t>3.988e0</w:t>
      </w:r>
    </w:p>
    <w:p w14:paraId="4DE74C90" w14:textId="77777777" w:rsidR="006D4449" w:rsidRDefault="006D4449" w:rsidP="006D4449">
      <w:r>
        <w:t>217.1015</w:t>
      </w:r>
      <w:r>
        <w:tab/>
        <w:t>1.013e0</w:t>
      </w:r>
    </w:p>
    <w:p w14:paraId="3D7108E1" w14:textId="77777777" w:rsidR="006D4449" w:rsidRDefault="006D4449" w:rsidP="006D4449">
      <w:r>
        <w:t>217.1025</w:t>
      </w:r>
      <w:r>
        <w:tab/>
        <w:t>3.038e0</w:t>
      </w:r>
    </w:p>
    <w:p w14:paraId="346E6E0A" w14:textId="77777777" w:rsidR="006D4449" w:rsidRDefault="006D4449" w:rsidP="006D4449">
      <w:r>
        <w:t>217.1087</w:t>
      </w:r>
      <w:r>
        <w:tab/>
        <w:t>7.913e0</w:t>
      </w:r>
    </w:p>
    <w:p w14:paraId="0B80485B" w14:textId="77777777" w:rsidR="006D4449" w:rsidRDefault="006D4449" w:rsidP="006D4449">
      <w:r>
        <w:t>217.1100</w:t>
      </w:r>
      <w:r>
        <w:tab/>
        <w:t>4.051e0</w:t>
      </w:r>
    </w:p>
    <w:p w14:paraId="536492EA" w14:textId="77777777" w:rsidR="006D4449" w:rsidRDefault="006D4449" w:rsidP="006D4449">
      <w:r>
        <w:t>217.1225</w:t>
      </w:r>
      <w:r>
        <w:tab/>
        <w:t>2.025e0</w:t>
      </w:r>
    </w:p>
    <w:p w14:paraId="5464FC44" w14:textId="77777777" w:rsidR="006D4449" w:rsidRDefault="006D4449" w:rsidP="006D4449">
      <w:r>
        <w:t>217.1468</w:t>
      </w:r>
      <w:r>
        <w:tab/>
        <w:t>2.025e0</w:t>
      </w:r>
    </w:p>
    <w:p w14:paraId="412E8DB3" w14:textId="77777777" w:rsidR="006D4449" w:rsidRDefault="006D4449" w:rsidP="006D4449">
      <w:r>
        <w:t>217.1518</w:t>
      </w:r>
      <w:r>
        <w:tab/>
        <w:t>2.025e0</w:t>
      </w:r>
    </w:p>
    <w:p w14:paraId="31FEF36E" w14:textId="77777777" w:rsidR="006D4449" w:rsidRDefault="006D4449" w:rsidP="006D4449">
      <w:r>
        <w:lastRenderedPageBreak/>
        <w:t>217.1578</w:t>
      </w:r>
      <w:r>
        <w:tab/>
        <w:t>2.025e0</w:t>
      </w:r>
    </w:p>
    <w:p w14:paraId="1CCD8FEA" w14:textId="77777777" w:rsidR="006D4449" w:rsidRDefault="006D4449" w:rsidP="006D4449">
      <w:r>
        <w:t>217.1683</w:t>
      </w:r>
      <w:r>
        <w:tab/>
        <w:t>3.861e0</w:t>
      </w:r>
    </w:p>
    <w:p w14:paraId="1516CC64" w14:textId="77777777" w:rsidR="006D4449" w:rsidRDefault="006D4449" w:rsidP="006D4449">
      <w:r>
        <w:t>217.1789</w:t>
      </w:r>
      <w:r>
        <w:tab/>
        <w:t>2.025e0</w:t>
      </w:r>
    </w:p>
    <w:p w14:paraId="26ABDDA3" w14:textId="77777777" w:rsidR="006D4449" w:rsidRDefault="006D4449" w:rsidP="006D4449">
      <w:r>
        <w:t>217.1980</w:t>
      </w:r>
      <w:r>
        <w:tab/>
        <w:t>3.038e0</w:t>
      </w:r>
    </w:p>
    <w:p w14:paraId="2A6290BB" w14:textId="77777777" w:rsidR="006D4449" w:rsidRDefault="006D4449" w:rsidP="006D4449">
      <w:r>
        <w:t>217.2017</w:t>
      </w:r>
      <w:r>
        <w:tab/>
        <w:t>4.051e0</w:t>
      </w:r>
    </w:p>
    <w:p w14:paraId="22571999" w14:textId="77777777" w:rsidR="006D4449" w:rsidRDefault="006D4449" w:rsidP="006D4449">
      <w:r>
        <w:t>217.2127</w:t>
      </w:r>
      <w:r>
        <w:tab/>
        <w:t>8.101e0</w:t>
      </w:r>
    </w:p>
    <w:p w14:paraId="027DB6E3" w14:textId="77777777" w:rsidR="006D4449" w:rsidRDefault="006D4449" w:rsidP="006D4449">
      <w:r>
        <w:t>217.2218</w:t>
      </w:r>
      <w:r>
        <w:tab/>
        <w:t>2.025e0</w:t>
      </w:r>
    </w:p>
    <w:p w14:paraId="2BDDCDB3" w14:textId="77777777" w:rsidR="006D4449" w:rsidRDefault="006D4449" w:rsidP="006D4449">
      <w:r>
        <w:t>217.2351</w:t>
      </w:r>
      <w:r>
        <w:tab/>
        <w:t>1.013e0</w:t>
      </w:r>
    </w:p>
    <w:p w14:paraId="77291E73" w14:textId="77777777" w:rsidR="006D4449" w:rsidRDefault="006D4449" w:rsidP="006D4449">
      <w:r>
        <w:t>217.2433</w:t>
      </w:r>
      <w:r>
        <w:tab/>
        <w:t>1.013e0</w:t>
      </w:r>
    </w:p>
    <w:p w14:paraId="7F820B1F" w14:textId="77777777" w:rsidR="006D4449" w:rsidRDefault="006D4449" w:rsidP="006D4449">
      <w:r>
        <w:t>217.2638</w:t>
      </w:r>
      <w:r>
        <w:tab/>
        <w:t>3.038e0</w:t>
      </w:r>
    </w:p>
    <w:p w14:paraId="3AF1B373" w14:textId="77777777" w:rsidR="006D4449" w:rsidRDefault="006D4449" w:rsidP="006D4449">
      <w:r>
        <w:t>217.2744</w:t>
      </w:r>
      <w:r>
        <w:tab/>
        <w:t>1.013e0</w:t>
      </w:r>
    </w:p>
    <w:p w14:paraId="657E211C" w14:textId="77777777" w:rsidR="006D4449" w:rsidRDefault="006D4449" w:rsidP="006D4449">
      <w:r>
        <w:t>217.2897</w:t>
      </w:r>
      <w:r>
        <w:tab/>
        <w:t>1.013e0</w:t>
      </w:r>
    </w:p>
    <w:p w14:paraId="32C92350" w14:textId="77777777" w:rsidR="006D4449" w:rsidRDefault="006D4449" w:rsidP="006D4449">
      <w:r>
        <w:t>217.3042</w:t>
      </w:r>
      <w:r>
        <w:tab/>
        <w:t>1.013e0</w:t>
      </w:r>
    </w:p>
    <w:p w14:paraId="695C7C5E" w14:textId="77777777" w:rsidR="006D4449" w:rsidRDefault="006D4449" w:rsidP="006D4449">
      <w:r>
        <w:t>217.3258</w:t>
      </w:r>
      <w:r>
        <w:tab/>
        <w:t>1.013e0</w:t>
      </w:r>
    </w:p>
    <w:p w14:paraId="1C1C06DB" w14:textId="77777777" w:rsidR="006D4449" w:rsidRDefault="006D4449" w:rsidP="006D4449">
      <w:r>
        <w:t>217.3299</w:t>
      </w:r>
      <w:r>
        <w:tab/>
        <w:t>1.013e0</w:t>
      </w:r>
    </w:p>
    <w:p w14:paraId="7A3FB7D4" w14:textId="77777777" w:rsidR="006D4449" w:rsidRDefault="006D4449" w:rsidP="006D4449">
      <w:r>
        <w:t>217.3518</w:t>
      </w:r>
      <w:r>
        <w:tab/>
        <w:t>1.013e0</w:t>
      </w:r>
    </w:p>
    <w:p w14:paraId="797C29A9" w14:textId="77777777" w:rsidR="006D4449" w:rsidRDefault="006D4449" w:rsidP="006D4449">
      <w:r>
        <w:t>217.3681</w:t>
      </w:r>
      <w:r>
        <w:tab/>
        <w:t>1.013e0</w:t>
      </w:r>
    </w:p>
    <w:p w14:paraId="2B573D18" w14:textId="77777777" w:rsidR="006D4449" w:rsidRDefault="006D4449" w:rsidP="006D4449">
      <w:r>
        <w:t>217.3794</w:t>
      </w:r>
      <w:r>
        <w:tab/>
        <w:t>1.013e0</w:t>
      </w:r>
    </w:p>
    <w:p w14:paraId="4CCF8F92" w14:textId="77777777" w:rsidR="006D4449" w:rsidRDefault="006D4449" w:rsidP="006D4449">
      <w:r>
        <w:t>217.3826</w:t>
      </w:r>
      <w:r>
        <w:tab/>
        <w:t>1.013e0</w:t>
      </w:r>
    </w:p>
    <w:p w14:paraId="51C3A350" w14:textId="77777777" w:rsidR="006D4449" w:rsidRDefault="006D4449" w:rsidP="006D4449">
      <w:r>
        <w:lastRenderedPageBreak/>
        <w:t>217.3918</w:t>
      </w:r>
      <w:r>
        <w:tab/>
        <w:t>1.013e0</w:t>
      </w:r>
    </w:p>
    <w:p w14:paraId="595D14A5" w14:textId="77777777" w:rsidR="006D4449" w:rsidRDefault="006D4449" w:rsidP="006D4449">
      <w:r>
        <w:t>217.4149</w:t>
      </w:r>
      <w:r>
        <w:tab/>
        <w:t>1.013e0</w:t>
      </w:r>
    </w:p>
    <w:p w14:paraId="62EDDCF3" w14:textId="77777777" w:rsidR="006D4449" w:rsidRDefault="006D4449" w:rsidP="006D4449">
      <w:r>
        <w:t>217.4196</w:t>
      </w:r>
      <w:r>
        <w:tab/>
        <w:t>1.013e0</w:t>
      </w:r>
    </w:p>
    <w:p w14:paraId="5A423C67" w14:textId="77777777" w:rsidR="006D4449" w:rsidRDefault="006D4449" w:rsidP="006D4449">
      <w:r>
        <w:t>217.4619</w:t>
      </w:r>
      <w:r>
        <w:tab/>
        <w:t>1.013e0</w:t>
      </w:r>
    </w:p>
    <w:p w14:paraId="3A142B5D" w14:textId="77777777" w:rsidR="006D4449" w:rsidRDefault="006D4449" w:rsidP="006D4449">
      <w:r>
        <w:t>217.4651</w:t>
      </w:r>
      <w:r>
        <w:tab/>
        <w:t>1.013e0</w:t>
      </w:r>
    </w:p>
    <w:p w14:paraId="32D05080" w14:textId="77777777" w:rsidR="006D4449" w:rsidRDefault="006D4449" w:rsidP="006D4449">
      <w:r>
        <w:t>217.5018</w:t>
      </w:r>
      <w:r>
        <w:tab/>
        <w:t>1.013e0</w:t>
      </w:r>
    </w:p>
    <w:p w14:paraId="7CACFD70" w14:textId="77777777" w:rsidR="006D4449" w:rsidRDefault="006D4449" w:rsidP="006D4449">
      <w:r>
        <w:t>217.5057</w:t>
      </w:r>
      <w:r>
        <w:tab/>
        <w:t>1.013e0</w:t>
      </w:r>
    </w:p>
    <w:p w14:paraId="1383A1B5" w14:textId="77777777" w:rsidR="006D4449" w:rsidRDefault="006D4449" w:rsidP="006D4449">
      <w:r>
        <w:t>217.5314</w:t>
      </w:r>
      <w:r>
        <w:tab/>
        <w:t>1.013e0</w:t>
      </w:r>
    </w:p>
    <w:p w14:paraId="3BDF6583" w14:textId="77777777" w:rsidR="006D4449" w:rsidRDefault="006D4449" w:rsidP="006D4449">
      <w:r>
        <w:t>217.5421</w:t>
      </w:r>
      <w:r>
        <w:tab/>
        <w:t>2.025e0</w:t>
      </w:r>
    </w:p>
    <w:p w14:paraId="04461461" w14:textId="77777777" w:rsidR="006D4449" w:rsidRDefault="006D4449" w:rsidP="006D4449">
      <w:r>
        <w:t>217.5707</w:t>
      </w:r>
      <w:r>
        <w:tab/>
        <w:t>2.025e0</w:t>
      </w:r>
    </w:p>
    <w:p w14:paraId="0F889326" w14:textId="77777777" w:rsidR="006D4449" w:rsidRDefault="006D4449" w:rsidP="006D4449">
      <w:r>
        <w:t>217.5956</w:t>
      </w:r>
      <w:r>
        <w:tab/>
        <w:t>1.013e0</w:t>
      </w:r>
    </w:p>
    <w:p w14:paraId="0581DE58" w14:textId="77777777" w:rsidR="006D4449" w:rsidRDefault="006D4449" w:rsidP="006D4449">
      <w:r>
        <w:t>217.5994</w:t>
      </w:r>
      <w:r>
        <w:tab/>
        <w:t>1.013e0</w:t>
      </w:r>
    </w:p>
    <w:p w14:paraId="623B78A9" w14:textId="77777777" w:rsidR="006D4449" w:rsidRDefault="006D4449" w:rsidP="006D4449">
      <w:r>
        <w:t>217.6301</w:t>
      </w:r>
      <w:r>
        <w:tab/>
        <w:t>1.013e0</w:t>
      </w:r>
    </w:p>
    <w:p w14:paraId="1E90C90F" w14:textId="77777777" w:rsidR="006D4449" w:rsidRDefault="006D4449" w:rsidP="006D4449">
      <w:r>
        <w:t>217.6327</w:t>
      </w:r>
      <w:r>
        <w:tab/>
        <w:t>2.025e0</w:t>
      </w:r>
    </w:p>
    <w:p w14:paraId="337DF9E0" w14:textId="77777777" w:rsidR="006D4449" w:rsidRDefault="006D4449" w:rsidP="006D4449">
      <w:r>
        <w:t>217.6407</w:t>
      </w:r>
      <w:r>
        <w:tab/>
        <w:t>2.025e0</w:t>
      </w:r>
    </w:p>
    <w:p w14:paraId="02E7CD69" w14:textId="77777777" w:rsidR="006D4449" w:rsidRDefault="006D4449" w:rsidP="006D4449">
      <w:r>
        <w:t>217.6501</w:t>
      </w:r>
      <w:r>
        <w:tab/>
        <w:t>1.013e0</w:t>
      </w:r>
    </w:p>
    <w:p w14:paraId="11BFF01E" w14:textId="77777777" w:rsidR="006D4449" w:rsidRDefault="006D4449" w:rsidP="006D4449">
      <w:r>
        <w:t>217.6778</w:t>
      </w:r>
      <w:r>
        <w:tab/>
        <w:t>1.013e0</w:t>
      </w:r>
    </w:p>
    <w:p w14:paraId="0B6B6082" w14:textId="77777777" w:rsidR="006D4449" w:rsidRDefault="006D4449" w:rsidP="006D4449">
      <w:r>
        <w:t>217.6962</w:t>
      </w:r>
      <w:r>
        <w:tab/>
        <w:t>1.013e0</w:t>
      </w:r>
    </w:p>
    <w:p w14:paraId="316208C9" w14:textId="77777777" w:rsidR="006D4449" w:rsidRDefault="006D4449" w:rsidP="006D4449">
      <w:r>
        <w:t>217.7055</w:t>
      </w:r>
      <w:r>
        <w:tab/>
        <w:t>3.038e0</w:t>
      </w:r>
    </w:p>
    <w:p w14:paraId="18F7CB48" w14:textId="77777777" w:rsidR="006D4449" w:rsidRDefault="006D4449" w:rsidP="006D4449">
      <w:r>
        <w:lastRenderedPageBreak/>
        <w:t>217.8003</w:t>
      </w:r>
      <w:r>
        <w:tab/>
        <w:t>1.013e0</w:t>
      </w:r>
    </w:p>
    <w:p w14:paraId="753E4ED6" w14:textId="77777777" w:rsidR="006D4449" w:rsidRDefault="006D4449" w:rsidP="006D4449">
      <w:r>
        <w:t>217.8422</w:t>
      </w:r>
      <w:r>
        <w:tab/>
        <w:t>1.013e0</w:t>
      </w:r>
    </w:p>
    <w:p w14:paraId="72636518" w14:textId="77777777" w:rsidR="006D4449" w:rsidRDefault="006D4449" w:rsidP="006D4449">
      <w:r>
        <w:t>217.8490</w:t>
      </w:r>
      <w:r>
        <w:tab/>
        <w:t>1.013e0</w:t>
      </w:r>
    </w:p>
    <w:p w14:paraId="6A2A4593" w14:textId="77777777" w:rsidR="006D4449" w:rsidRDefault="006D4449" w:rsidP="006D4449">
      <w:r>
        <w:t>217.8594</w:t>
      </w:r>
      <w:r>
        <w:tab/>
        <w:t>2.025e0</w:t>
      </w:r>
    </w:p>
    <w:p w14:paraId="72BBFBFB" w14:textId="77777777" w:rsidR="006D4449" w:rsidRDefault="006D4449" w:rsidP="006D4449">
      <w:r>
        <w:t>217.8837</w:t>
      </w:r>
      <w:r>
        <w:tab/>
        <w:t>1.841e0</w:t>
      </w:r>
    </w:p>
    <w:p w14:paraId="30BEB562" w14:textId="77777777" w:rsidR="006D4449" w:rsidRDefault="006D4449" w:rsidP="006D4449">
      <w:r>
        <w:t>217.9168</w:t>
      </w:r>
      <w:r>
        <w:tab/>
        <w:t>2.025e0</w:t>
      </w:r>
    </w:p>
    <w:p w14:paraId="1F414B58" w14:textId="77777777" w:rsidR="006D4449" w:rsidRDefault="006D4449" w:rsidP="006D4449">
      <w:r>
        <w:t>217.9207</w:t>
      </w:r>
      <w:r>
        <w:tab/>
        <w:t>1.013e0</w:t>
      </w:r>
    </w:p>
    <w:p w14:paraId="26F4212C" w14:textId="77777777" w:rsidR="006D4449" w:rsidRDefault="006D4449" w:rsidP="006D4449">
      <w:r>
        <w:t>217.9459</w:t>
      </w:r>
      <w:r>
        <w:tab/>
        <w:t>2.025e0</w:t>
      </w:r>
    </w:p>
    <w:p w14:paraId="7EA96348" w14:textId="77777777" w:rsidR="006D4449" w:rsidRDefault="006D4449" w:rsidP="006D4449">
      <w:r>
        <w:t>217.9571</w:t>
      </w:r>
      <w:r>
        <w:tab/>
        <w:t>2.025e0</w:t>
      </w:r>
    </w:p>
    <w:p w14:paraId="4352BA3E" w14:textId="77777777" w:rsidR="006D4449" w:rsidRDefault="006D4449" w:rsidP="006D4449">
      <w:r>
        <w:t>217.9676</w:t>
      </w:r>
      <w:r>
        <w:tab/>
        <w:t>1.013e0</w:t>
      </w:r>
    </w:p>
    <w:p w14:paraId="57BFA461" w14:textId="77777777" w:rsidR="006D4449" w:rsidRDefault="006D4449" w:rsidP="006D4449">
      <w:r>
        <w:t>217.9786</w:t>
      </w:r>
      <w:r>
        <w:tab/>
        <w:t>4.051e0</w:t>
      </w:r>
    </w:p>
    <w:p w14:paraId="6E11FE7E" w14:textId="77777777" w:rsidR="006D4449" w:rsidRDefault="006D4449" w:rsidP="006D4449">
      <w:r>
        <w:t>217.9991</w:t>
      </w:r>
      <w:r>
        <w:tab/>
        <w:t>1.013e0</w:t>
      </w:r>
    </w:p>
    <w:p w14:paraId="435D1F22" w14:textId="77777777" w:rsidR="006D4449" w:rsidRDefault="006D4449" w:rsidP="006D4449">
      <w:r>
        <w:t>218.0075</w:t>
      </w:r>
      <w:r>
        <w:tab/>
        <w:t>2.663e0</w:t>
      </w:r>
    </w:p>
    <w:p w14:paraId="668042D3" w14:textId="77777777" w:rsidR="006D4449" w:rsidRDefault="006D4449" w:rsidP="006D4449">
      <w:r>
        <w:t>218.0098</w:t>
      </w:r>
      <w:r>
        <w:tab/>
        <w:t>3.083e0</w:t>
      </w:r>
    </w:p>
    <w:p w14:paraId="619092EF" w14:textId="77777777" w:rsidR="006D4449" w:rsidRDefault="006D4449" w:rsidP="006D4449">
      <w:r>
        <w:t>218.0117</w:t>
      </w:r>
      <w:r>
        <w:tab/>
        <w:t>7.909e0</w:t>
      </w:r>
    </w:p>
    <w:p w14:paraId="0261C574" w14:textId="77777777" w:rsidR="006D4449" w:rsidRDefault="006D4449" w:rsidP="006D4449">
      <w:r>
        <w:t>218.0321</w:t>
      </w:r>
      <w:r>
        <w:tab/>
        <w:t>2.536e0</w:t>
      </w:r>
    </w:p>
    <w:p w14:paraId="7BE09275" w14:textId="77777777" w:rsidR="006D4449" w:rsidRDefault="006D4449" w:rsidP="006D4449">
      <w:r>
        <w:t>218.0575</w:t>
      </w:r>
      <w:r>
        <w:tab/>
        <w:t>2.610e0</w:t>
      </w:r>
    </w:p>
    <w:p w14:paraId="715F8FDC" w14:textId="77777777" w:rsidR="006D4449" w:rsidRDefault="006D4449" w:rsidP="006D4449">
      <w:r>
        <w:t>218.0597</w:t>
      </w:r>
      <w:r>
        <w:tab/>
        <w:t>1.220e0</w:t>
      </w:r>
    </w:p>
    <w:p w14:paraId="7A1ED757" w14:textId="77777777" w:rsidR="006D4449" w:rsidRDefault="006D4449" w:rsidP="006D4449">
      <w:r>
        <w:t>218.0671</w:t>
      </w:r>
      <w:r>
        <w:tab/>
        <w:t>1.519e0</w:t>
      </w:r>
    </w:p>
    <w:p w14:paraId="0C381E84" w14:textId="77777777" w:rsidR="006D4449" w:rsidRDefault="006D4449" w:rsidP="006D4449">
      <w:r>
        <w:lastRenderedPageBreak/>
        <w:t>218.0728</w:t>
      </w:r>
      <w:r>
        <w:tab/>
        <w:t>2.025e0</w:t>
      </w:r>
    </w:p>
    <w:p w14:paraId="5FF775CF" w14:textId="77777777" w:rsidR="006D4449" w:rsidRDefault="006D4449" w:rsidP="006D4449">
      <w:r>
        <w:t>218.0800</w:t>
      </w:r>
      <w:r>
        <w:tab/>
        <w:t>2.025e0</w:t>
      </w:r>
    </w:p>
    <w:p w14:paraId="336F6775" w14:textId="77777777" w:rsidR="006D4449" w:rsidRDefault="006D4449" w:rsidP="006D4449">
      <w:r>
        <w:t>218.0980</w:t>
      </w:r>
      <w:r>
        <w:tab/>
        <w:t>1.013e0</w:t>
      </w:r>
    </w:p>
    <w:p w14:paraId="53E0C480" w14:textId="77777777" w:rsidR="006D4449" w:rsidRDefault="006D4449" w:rsidP="006D4449">
      <w:r>
        <w:t>218.1094</w:t>
      </w:r>
      <w:r>
        <w:tab/>
        <w:t>1.013e0</w:t>
      </w:r>
    </w:p>
    <w:p w14:paraId="70DF49E6" w14:textId="77777777" w:rsidR="006D4449" w:rsidRDefault="006D4449" w:rsidP="006D4449">
      <w:r>
        <w:t>218.1128</w:t>
      </w:r>
      <w:r>
        <w:tab/>
        <w:t>3.038e0</w:t>
      </w:r>
    </w:p>
    <w:p w14:paraId="4122EFDF" w14:textId="77777777" w:rsidR="006D4449" w:rsidRDefault="006D4449" w:rsidP="006D4449">
      <w:r>
        <w:t>218.1150</w:t>
      </w:r>
      <w:r>
        <w:tab/>
        <w:t>2.025e0</w:t>
      </w:r>
    </w:p>
    <w:p w14:paraId="74590677" w14:textId="77777777" w:rsidR="006D4449" w:rsidRDefault="006D4449" w:rsidP="006D4449">
      <w:r>
        <w:t>218.1303</w:t>
      </w:r>
      <w:r>
        <w:tab/>
        <w:t>2.596e0</w:t>
      </w:r>
    </w:p>
    <w:p w14:paraId="1659F5E0" w14:textId="77777777" w:rsidR="006D4449" w:rsidRDefault="006D4449" w:rsidP="006D4449">
      <w:r>
        <w:t>218.1322</w:t>
      </w:r>
      <w:r>
        <w:tab/>
        <w:t>2.025e0</w:t>
      </w:r>
    </w:p>
    <w:p w14:paraId="143A428F" w14:textId="77777777" w:rsidR="006D4449" w:rsidRDefault="006D4449" w:rsidP="006D4449">
      <w:r>
        <w:t>218.1418</w:t>
      </w:r>
      <w:r>
        <w:tab/>
        <w:t>2.025e0</w:t>
      </w:r>
    </w:p>
    <w:p w14:paraId="1A18138F" w14:textId="77777777" w:rsidR="006D4449" w:rsidRDefault="006D4449" w:rsidP="006D4449">
      <w:r>
        <w:t>218.1430</w:t>
      </w:r>
      <w:r>
        <w:tab/>
        <w:t>4.051e0</w:t>
      </w:r>
    </w:p>
    <w:p w14:paraId="28B323DA" w14:textId="77777777" w:rsidR="006D4449" w:rsidRDefault="006D4449" w:rsidP="006D4449">
      <w:r>
        <w:t>218.1484</w:t>
      </w:r>
      <w:r>
        <w:tab/>
        <w:t>2.025e0</w:t>
      </w:r>
    </w:p>
    <w:p w14:paraId="7B731FEF" w14:textId="77777777" w:rsidR="006D4449" w:rsidRDefault="006D4449" w:rsidP="006D4449">
      <w:r>
        <w:t>218.1742</w:t>
      </w:r>
      <w:r>
        <w:tab/>
        <w:t>2.025e0</w:t>
      </w:r>
    </w:p>
    <w:p w14:paraId="0A9D0771" w14:textId="77777777" w:rsidR="006D4449" w:rsidRDefault="006D4449" w:rsidP="006D4449">
      <w:r>
        <w:t>218.1756</w:t>
      </w:r>
      <w:r>
        <w:tab/>
        <w:t>1.013e0</w:t>
      </w:r>
    </w:p>
    <w:p w14:paraId="45333804" w14:textId="77777777" w:rsidR="006D4449" w:rsidRDefault="006D4449" w:rsidP="006D4449">
      <w:r>
        <w:t>218.1844</w:t>
      </w:r>
      <w:r>
        <w:tab/>
        <w:t>3.038e0</w:t>
      </w:r>
    </w:p>
    <w:p w14:paraId="58F8D39C" w14:textId="77777777" w:rsidR="006D4449" w:rsidRDefault="006D4449" w:rsidP="006D4449">
      <w:r>
        <w:t>218.1887</w:t>
      </w:r>
      <w:r>
        <w:tab/>
        <w:t>1.013e0</w:t>
      </w:r>
    </w:p>
    <w:p w14:paraId="5CDADF90" w14:textId="77777777" w:rsidR="006D4449" w:rsidRDefault="006D4449" w:rsidP="006D4449">
      <w:r>
        <w:t>218.2001</w:t>
      </w:r>
      <w:r>
        <w:tab/>
        <w:t>1.013e0</w:t>
      </w:r>
    </w:p>
    <w:p w14:paraId="53BF73A0" w14:textId="77777777" w:rsidR="006D4449" w:rsidRDefault="006D4449" w:rsidP="006D4449">
      <w:r>
        <w:t>218.2164</w:t>
      </w:r>
      <w:r>
        <w:tab/>
        <w:t>2.025e0</w:t>
      </w:r>
    </w:p>
    <w:p w14:paraId="72C39292" w14:textId="77777777" w:rsidR="006D4449" w:rsidRDefault="006D4449" w:rsidP="006D4449">
      <w:r>
        <w:t>218.2345</w:t>
      </w:r>
      <w:r>
        <w:tab/>
        <w:t>1.013e0</w:t>
      </w:r>
    </w:p>
    <w:p w14:paraId="53DAD5E3" w14:textId="77777777" w:rsidR="006D4449" w:rsidRDefault="006D4449" w:rsidP="006D4449">
      <w:r>
        <w:t>218.2377</w:t>
      </w:r>
      <w:r>
        <w:tab/>
        <w:t>1.013e0</w:t>
      </w:r>
    </w:p>
    <w:p w14:paraId="0D4C4035" w14:textId="77777777" w:rsidR="006D4449" w:rsidRDefault="006D4449" w:rsidP="006D4449">
      <w:r>
        <w:lastRenderedPageBreak/>
        <w:t>218.2747</w:t>
      </w:r>
      <w:r>
        <w:tab/>
        <w:t>1.013e0</w:t>
      </w:r>
    </w:p>
    <w:p w14:paraId="4147E375" w14:textId="77777777" w:rsidR="006D4449" w:rsidRDefault="006D4449" w:rsidP="006D4449">
      <w:r>
        <w:t>218.2977</w:t>
      </w:r>
      <w:r>
        <w:tab/>
        <w:t>1.013e0</w:t>
      </w:r>
    </w:p>
    <w:p w14:paraId="7DEDCDCD" w14:textId="77777777" w:rsidR="006D4449" w:rsidRDefault="006D4449" w:rsidP="006D4449">
      <w:r>
        <w:t>218.3044</w:t>
      </w:r>
      <w:r>
        <w:tab/>
        <w:t>1.013e0</w:t>
      </w:r>
    </w:p>
    <w:p w14:paraId="26FD2A8F" w14:textId="77777777" w:rsidR="006D4449" w:rsidRDefault="006D4449" w:rsidP="006D4449">
      <w:r>
        <w:t>218.3216</w:t>
      </w:r>
      <w:r>
        <w:tab/>
        <w:t>2.025e0</w:t>
      </w:r>
    </w:p>
    <w:p w14:paraId="595677CE" w14:textId="77777777" w:rsidR="006D4449" w:rsidRDefault="006D4449" w:rsidP="006D4449">
      <w:r>
        <w:t>218.3561</w:t>
      </w:r>
      <w:r>
        <w:tab/>
        <w:t>1.013e0</w:t>
      </w:r>
    </w:p>
    <w:p w14:paraId="653EFB17" w14:textId="77777777" w:rsidR="006D4449" w:rsidRDefault="006D4449" w:rsidP="006D4449">
      <w:r>
        <w:t>218.3754</w:t>
      </w:r>
      <w:r>
        <w:tab/>
        <w:t>3.038e0</w:t>
      </w:r>
    </w:p>
    <w:p w14:paraId="3C3398B7" w14:textId="77777777" w:rsidR="006D4449" w:rsidRDefault="006D4449" w:rsidP="006D4449">
      <w:r>
        <w:t>218.3800</w:t>
      </w:r>
      <w:r>
        <w:tab/>
        <w:t>1.013e0</w:t>
      </w:r>
    </w:p>
    <w:p w14:paraId="22768BE2" w14:textId="77777777" w:rsidR="006D4449" w:rsidRDefault="006D4449" w:rsidP="006D4449">
      <w:r>
        <w:t>218.4161</w:t>
      </w:r>
      <w:r>
        <w:tab/>
        <w:t>2.025e0</w:t>
      </w:r>
    </w:p>
    <w:p w14:paraId="38E12A0E" w14:textId="77777777" w:rsidR="006D4449" w:rsidRDefault="006D4449" w:rsidP="006D4449">
      <w:r>
        <w:t>218.4317</w:t>
      </w:r>
      <w:r>
        <w:tab/>
        <w:t>1.013e0</w:t>
      </w:r>
    </w:p>
    <w:p w14:paraId="31172378" w14:textId="77777777" w:rsidR="006D4449" w:rsidRDefault="006D4449" w:rsidP="006D4449">
      <w:r>
        <w:t>218.4337</w:t>
      </w:r>
      <w:r>
        <w:tab/>
        <w:t>3.038e0</w:t>
      </w:r>
    </w:p>
    <w:p w14:paraId="5FB877E7" w14:textId="77777777" w:rsidR="006D4449" w:rsidRDefault="006D4449" w:rsidP="006D4449">
      <w:r>
        <w:t>218.4500</w:t>
      </w:r>
      <w:r>
        <w:tab/>
        <w:t>1.013e0</w:t>
      </w:r>
    </w:p>
    <w:p w14:paraId="42DCB36E" w14:textId="77777777" w:rsidR="006D4449" w:rsidRDefault="006D4449" w:rsidP="006D4449">
      <w:r>
        <w:t>218.4695</w:t>
      </w:r>
      <w:r>
        <w:tab/>
        <w:t>1.013e0</w:t>
      </w:r>
    </w:p>
    <w:p w14:paraId="27DC6CFC" w14:textId="77777777" w:rsidR="006D4449" w:rsidRDefault="006D4449" w:rsidP="006D4449">
      <w:r>
        <w:t>218.4746</w:t>
      </w:r>
      <w:r>
        <w:tab/>
        <w:t>1.013e0</w:t>
      </w:r>
    </w:p>
    <w:p w14:paraId="4E4DDA36" w14:textId="77777777" w:rsidR="006D4449" w:rsidRDefault="006D4449" w:rsidP="006D4449">
      <w:r>
        <w:t>218.5151</w:t>
      </w:r>
      <w:r>
        <w:tab/>
        <w:t>2.025e0</w:t>
      </w:r>
    </w:p>
    <w:p w14:paraId="1BB91B37" w14:textId="77777777" w:rsidR="006D4449" w:rsidRDefault="006D4449" w:rsidP="006D4449">
      <w:r>
        <w:t>218.5294</w:t>
      </w:r>
      <w:r>
        <w:tab/>
        <w:t>1.013e0</w:t>
      </w:r>
    </w:p>
    <w:p w14:paraId="2755DF67" w14:textId="77777777" w:rsidR="006D4449" w:rsidRDefault="006D4449" w:rsidP="006D4449">
      <w:r>
        <w:t>218.5370</w:t>
      </w:r>
      <w:r>
        <w:tab/>
        <w:t>2.025e0</w:t>
      </w:r>
    </w:p>
    <w:p w14:paraId="246844C4" w14:textId="77777777" w:rsidR="006D4449" w:rsidRDefault="006D4449" w:rsidP="006D4449">
      <w:r>
        <w:t>218.5408</w:t>
      </w:r>
      <w:r>
        <w:tab/>
        <w:t>1.013e0</w:t>
      </w:r>
    </w:p>
    <w:p w14:paraId="4F22DE95" w14:textId="77777777" w:rsidR="006D4449" w:rsidRDefault="006D4449" w:rsidP="006D4449">
      <w:r>
        <w:t>218.5482</w:t>
      </w:r>
      <w:r>
        <w:tab/>
        <w:t>1.013e0</w:t>
      </w:r>
    </w:p>
    <w:p w14:paraId="07C1C9A2" w14:textId="77777777" w:rsidR="006D4449" w:rsidRDefault="006D4449" w:rsidP="006D4449">
      <w:r>
        <w:t>218.5525</w:t>
      </w:r>
      <w:r>
        <w:tab/>
        <w:t>2.025e0</w:t>
      </w:r>
    </w:p>
    <w:p w14:paraId="3060F49D" w14:textId="77777777" w:rsidR="006D4449" w:rsidRDefault="006D4449" w:rsidP="006D4449">
      <w:r>
        <w:lastRenderedPageBreak/>
        <w:t>218.5657</w:t>
      </w:r>
      <w:r>
        <w:tab/>
        <w:t>1.013e0</w:t>
      </w:r>
    </w:p>
    <w:p w14:paraId="1294FDAF" w14:textId="77777777" w:rsidR="006D4449" w:rsidRDefault="006D4449" w:rsidP="006D4449">
      <w:r>
        <w:t>218.5697</w:t>
      </w:r>
      <w:r>
        <w:tab/>
        <w:t>1.013e0</w:t>
      </w:r>
    </w:p>
    <w:p w14:paraId="78D4E375" w14:textId="77777777" w:rsidR="006D4449" w:rsidRDefault="006D4449" w:rsidP="006D4449">
      <w:r>
        <w:t>218.5763</w:t>
      </w:r>
      <w:r>
        <w:tab/>
        <w:t>1.013e0</w:t>
      </w:r>
    </w:p>
    <w:p w14:paraId="1A270B3F" w14:textId="77777777" w:rsidR="006D4449" w:rsidRDefault="006D4449" w:rsidP="006D4449">
      <w:r>
        <w:t>218.5921</w:t>
      </w:r>
      <w:r>
        <w:tab/>
        <w:t>2.025e0</w:t>
      </w:r>
    </w:p>
    <w:p w14:paraId="66E74095" w14:textId="77777777" w:rsidR="006D4449" w:rsidRDefault="006D4449" w:rsidP="006D4449">
      <w:r>
        <w:t>218.6444</w:t>
      </w:r>
      <w:r>
        <w:tab/>
        <w:t>2.025e0</w:t>
      </w:r>
    </w:p>
    <w:p w14:paraId="50A58605" w14:textId="77777777" w:rsidR="006D4449" w:rsidRDefault="006D4449" w:rsidP="006D4449">
      <w:r>
        <w:t>218.7025</w:t>
      </w:r>
      <w:r>
        <w:tab/>
        <w:t>1.013e0</w:t>
      </w:r>
    </w:p>
    <w:p w14:paraId="79134B40" w14:textId="77777777" w:rsidR="006D4449" w:rsidRDefault="006D4449" w:rsidP="006D4449">
      <w:r>
        <w:t>218.7066</w:t>
      </w:r>
      <w:r>
        <w:tab/>
        <w:t>1.013e0</w:t>
      </w:r>
    </w:p>
    <w:p w14:paraId="743AC37E" w14:textId="77777777" w:rsidR="006D4449" w:rsidRDefault="006D4449" w:rsidP="006D4449">
      <w:r>
        <w:t>218.7401</w:t>
      </w:r>
      <w:r>
        <w:tab/>
        <w:t>2.025e0</w:t>
      </w:r>
    </w:p>
    <w:p w14:paraId="0D6AB2AF" w14:textId="77777777" w:rsidR="006D4449" w:rsidRDefault="006D4449" w:rsidP="006D4449">
      <w:r>
        <w:t>218.7434</w:t>
      </w:r>
      <w:r>
        <w:tab/>
        <w:t>4.051e0</w:t>
      </w:r>
    </w:p>
    <w:p w14:paraId="5155AB6E" w14:textId="77777777" w:rsidR="006D4449" w:rsidRDefault="006D4449" w:rsidP="006D4449">
      <w:r>
        <w:t>218.7564</w:t>
      </w:r>
      <w:r>
        <w:tab/>
        <w:t>1.013e0</w:t>
      </w:r>
    </w:p>
    <w:p w14:paraId="5E9E7C37" w14:textId="77777777" w:rsidR="006D4449" w:rsidRDefault="006D4449" w:rsidP="006D4449">
      <w:r>
        <w:t>218.7602</w:t>
      </w:r>
      <w:r>
        <w:tab/>
        <w:t>1.013e0</w:t>
      </w:r>
    </w:p>
    <w:p w14:paraId="01104158" w14:textId="77777777" w:rsidR="006D4449" w:rsidRDefault="006D4449" w:rsidP="006D4449">
      <w:r>
        <w:t>218.7649</w:t>
      </w:r>
      <w:r>
        <w:tab/>
        <w:t>1.013e0</w:t>
      </w:r>
    </w:p>
    <w:p w14:paraId="67A78E01" w14:textId="77777777" w:rsidR="006D4449" w:rsidRDefault="006D4449" w:rsidP="006D4449">
      <w:r>
        <w:t>218.7729</w:t>
      </w:r>
      <w:r>
        <w:tab/>
        <w:t>1.013e0</w:t>
      </w:r>
    </w:p>
    <w:p w14:paraId="21FFAFAE" w14:textId="77777777" w:rsidR="006D4449" w:rsidRDefault="006D4449" w:rsidP="006D4449">
      <w:r>
        <w:t>218.8002</w:t>
      </w:r>
      <w:r>
        <w:tab/>
        <w:t>2.025e0</w:t>
      </w:r>
    </w:p>
    <w:p w14:paraId="69037A0E" w14:textId="77777777" w:rsidR="006D4449" w:rsidRDefault="006D4449" w:rsidP="006D4449">
      <w:r>
        <w:t>218.8762</w:t>
      </w:r>
      <w:r>
        <w:tab/>
        <w:t>2.025e0</w:t>
      </w:r>
    </w:p>
    <w:p w14:paraId="456E4EBE" w14:textId="77777777" w:rsidR="006D4449" w:rsidRDefault="006D4449" w:rsidP="006D4449">
      <w:r>
        <w:t>218.9030</w:t>
      </w:r>
      <w:r>
        <w:tab/>
        <w:t>1.013e0</w:t>
      </w:r>
    </w:p>
    <w:p w14:paraId="33CF98D4" w14:textId="77777777" w:rsidR="006D4449" w:rsidRDefault="006D4449" w:rsidP="006D4449">
      <w:r>
        <w:t>218.9143</w:t>
      </w:r>
      <w:r>
        <w:tab/>
        <w:t>1.013e0</w:t>
      </w:r>
    </w:p>
    <w:p w14:paraId="3E26D3A2" w14:textId="77777777" w:rsidR="006D4449" w:rsidRDefault="006D4449" w:rsidP="006D4449">
      <w:r>
        <w:t>218.9223</w:t>
      </w:r>
      <w:r>
        <w:tab/>
        <w:t>1.013e0</w:t>
      </w:r>
    </w:p>
    <w:p w14:paraId="7291C6CA" w14:textId="77777777" w:rsidR="006D4449" w:rsidRDefault="006D4449" w:rsidP="006D4449">
      <w:r>
        <w:t>218.9379</w:t>
      </w:r>
      <w:r>
        <w:tab/>
        <w:t>2.025e0</w:t>
      </w:r>
    </w:p>
    <w:p w14:paraId="5D842486" w14:textId="77777777" w:rsidR="006D4449" w:rsidRDefault="006D4449" w:rsidP="006D4449">
      <w:r>
        <w:lastRenderedPageBreak/>
        <w:t>218.9729</w:t>
      </w:r>
      <w:r>
        <w:tab/>
        <w:t>1.013e0</w:t>
      </w:r>
    </w:p>
    <w:p w14:paraId="317A0D4F" w14:textId="77777777" w:rsidR="006D4449" w:rsidRDefault="006D4449" w:rsidP="006D4449">
      <w:r>
        <w:t>218.9965</w:t>
      </w:r>
      <w:r>
        <w:tab/>
        <w:t>2.025e0</w:t>
      </w:r>
    </w:p>
    <w:p w14:paraId="325D675E" w14:textId="77777777" w:rsidR="006D4449" w:rsidRDefault="006D4449" w:rsidP="006D4449">
      <w:r>
        <w:t>219.0367</w:t>
      </w:r>
      <w:r>
        <w:tab/>
        <w:t>2.613e0</w:t>
      </w:r>
    </w:p>
    <w:p w14:paraId="4453488E" w14:textId="77777777" w:rsidR="006D4449" w:rsidRDefault="006D4449" w:rsidP="006D4449">
      <w:r>
        <w:t>219.0387</w:t>
      </w:r>
      <w:r>
        <w:tab/>
        <w:t>1.676e0</w:t>
      </w:r>
    </w:p>
    <w:p w14:paraId="4A134D65" w14:textId="77777777" w:rsidR="006D4449" w:rsidRDefault="006D4449" w:rsidP="006D4449">
      <w:r>
        <w:t>219.0428</w:t>
      </w:r>
      <w:r>
        <w:tab/>
        <w:t>2.364e0</w:t>
      </w:r>
    </w:p>
    <w:p w14:paraId="618D056A" w14:textId="77777777" w:rsidR="006D4449" w:rsidRDefault="006D4449" w:rsidP="006D4449">
      <w:r>
        <w:t>219.0775</w:t>
      </w:r>
      <w:r>
        <w:tab/>
        <w:t>2.025e0</w:t>
      </w:r>
    </w:p>
    <w:p w14:paraId="7A1598A8" w14:textId="77777777" w:rsidR="006D4449" w:rsidRDefault="006D4449" w:rsidP="006D4449">
      <w:r>
        <w:t>219.0841</w:t>
      </w:r>
      <w:r>
        <w:tab/>
        <w:t>1.013e0</w:t>
      </w:r>
    </w:p>
    <w:p w14:paraId="298E6D7A" w14:textId="77777777" w:rsidR="006D4449" w:rsidRDefault="006D4449" w:rsidP="006D4449">
      <w:r>
        <w:t>219.0873</w:t>
      </w:r>
      <w:r>
        <w:tab/>
        <w:t>1.013e0</w:t>
      </w:r>
    </w:p>
    <w:p w14:paraId="580AB251" w14:textId="77777777" w:rsidR="006D4449" w:rsidRDefault="006D4449" w:rsidP="006D4449">
      <w:r>
        <w:t>219.0963</w:t>
      </w:r>
      <w:r>
        <w:tab/>
        <w:t>4.051e0</w:t>
      </w:r>
    </w:p>
    <w:p w14:paraId="2D67B4D4" w14:textId="77777777" w:rsidR="006D4449" w:rsidRDefault="006D4449" w:rsidP="006D4449">
      <w:r>
        <w:t>219.1014</w:t>
      </w:r>
      <w:r>
        <w:tab/>
        <w:t>3.038e0</w:t>
      </w:r>
    </w:p>
    <w:p w14:paraId="7E90F5F7" w14:textId="77777777" w:rsidR="006D4449" w:rsidRDefault="006D4449" w:rsidP="006D4449">
      <w:r>
        <w:t>219.1099</w:t>
      </w:r>
      <w:r>
        <w:tab/>
        <w:t>2.025e0</w:t>
      </w:r>
    </w:p>
    <w:p w14:paraId="1A38F37A" w14:textId="77777777" w:rsidR="006D4449" w:rsidRDefault="006D4449" w:rsidP="006D4449">
      <w:r>
        <w:t>219.1166</w:t>
      </w:r>
      <w:r>
        <w:tab/>
        <w:t>2.025e0</w:t>
      </w:r>
    </w:p>
    <w:p w14:paraId="15E154C8" w14:textId="77777777" w:rsidR="006D4449" w:rsidRDefault="006D4449" w:rsidP="006D4449">
      <w:r>
        <w:t>219.1272</w:t>
      </w:r>
      <w:r>
        <w:tab/>
        <w:t>1.013e0</w:t>
      </w:r>
    </w:p>
    <w:p w14:paraId="007E3EBF" w14:textId="77777777" w:rsidR="006D4449" w:rsidRDefault="006D4449" w:rsidP="006D4449">
      <w:r>
        <w:t>219.1494</w:t>
      </w:r>
      <w:r>
        <w:tab/>
        <w:t>7.089e0</w:t>
      </w:r>
    </w:p>
    <w:p w14:paraId="0639E0CF" w14:textId="77777777" w:rsidR="006D4449" w:rsidRDefault="006D4449" w:rsidP="006D4449">
      <w:r>
        <w:t>219.1619</w:t>
      </w:r>
      <w:r>
        <w:tab/>
        <w:t>6.402e0</w:t>
      </w:r>
    </w:p>
    <w:p w14:paraId="75721A3F" w14:textId="77777777" w:rsidR="006D4449" w:rsidRDefault="006D4449" w:rsidP="006D4449">
      <w:r>
        <w:t>219.1809</w:t>
      </w:r>
      <w:r>
        <w:tab/>
        <w:t>2.025e0</w:t>
      </w:r>
    </w:p>
    <w:p w14:paraId="3565DF4D" w14:textId="77777777" w:rsidR="006D4449" w:rsidRDefault="006D4449" w:rsidP="006D4449">
      <w:r>
        <w:t>219.1914</w:t>
      </w:r>
      <w:r>
        <w:tab/>
        <w:t>2.025e0</w:t>
      </w:r>
    </w:p>
    <w:p w14:paraId="203463AB" w14:textId="77777777" w:rsidR="006D4449" w:rsidRDefault="006D4449" w:rsidP="006D4449">
      <w:r>
        <w:t>219.1942</w:t>
      </w:r>
      <w:r>
        <w:tab/>
        <w:t>2.025e0</w:t>
      </w:r>
    </w:p>
    <w:p w14:paraId="14E050AB" w14:textId="77777777" w:rsidR="006D4449" w:rsidRDefault="006D4449" w:rsidP="006D4449">
      <w:r>
        <w:t>219.2095</w:t>
      </w:r>
      <w:r>
        <w:tab/>
        <w:t>2.025e0</w:t>
      </w:r>
    </w:p>
    <w:p w14:paraId="7C8376C6" w14:textId="77777777" w:rsidR="006D4449" w:rsidRDefault="006D4449" w:rsidP="006D4449">
      <w:r>
        <w:lastRenderedPageBreak/>
        <w:t>219.2124</w:t>
      </w:r>
      <w:r>
        <w:tab/>
        <w:t>1.013e0</w:t>
      </w:r>
    </w:p>
    <w:p w14:paraId="5A709525" w14:textId="77777777" w:rsidR="006D4449" w:rsidRDefault="006D4449" w:rsidP="006D4449">
      <w:r>
        <w:t>219.2378</w:t>
      </w:r>
      <w:r>
        <w:tab/>
        <w:t>1.013e0</w:t>
      </w:r>
    </w:p>
    <w:p w14:paraId="2C16992A" w14:textId="77777777" w:rsidR="006D4449" w:rsidRDefault="006D4449" w:rsidP="006D4449">
      <w:r>
        <w:t>219.2451</w:t>
      </w:r>
      <w:r>
        <w:tab/>
        <w:t>1.013e0</w:t>
      </w:r>
    </w:p>
    <w:p w14:paraId="79FEA93C" w14:textId="77777777" w:rsidR="006D4449" w:rsidRDefault="006D4449" w:rsidP="006D4449">
      <w:r>
        <w:t>219.2642</w:t>
      </w:r>
      <w:r>
        <w:tab/>
        <w:t>1.013e0</w:t>
      </w:r>
    </w:p>
    <w:p w14:paraId="39AF5FDA" w14:textId="77777777" w:rsidR="006D4449" w:rsidRDefault="006D4449" w:rsidP="006D4449">
      <w:r>
        <w:t>219.2947</w:t>
      </w:r>
      <w:r>
        <w:tab/>
        <w:t>3.038e0</w:t>
      </w:r>
    </w:p>
    <w:p w14:paraId="17FD0E2E" w14:textId="77777777" w:rsidR="006D4449" w:rsidRDefault="006D4449" w:rsidP="006D4449">
      <w:r>
        <w:t>219.3001</w:t>
      </w:r>
      <w:r>
        <w:tab/>
        <w:t>1.013e0</w:t>
      </w:r>
    </w:p>
    <w:p w14:paraId="6215C856" w14:textId="77777777" w:rsidR="006D4449" w:rsidRDefault="006D4449" w:rsidP="006D4449">
      <w:r>
        <w:t>219.3075</w:t>
      </w:r>
      <w:r>
        <w:tab/>
        <w:t>1.013e0</w:t>
      </w:r>
    </w:p>
    <w:p w14:paraId="78B36BF9" w14:textId="77777777" w:rsidR="006D4449" w:rsidRDefault="006D4449" w:rsidP="006D4449">
      <w:r>
        <w:t>219.3438</w:t>
      </w:r>
      <w:r>
        <w:tab/>
        <w:t>2.025e0</w:t>
      </w:r>
    </w:p>
    <w:p w14:paraId="16421C68" w14:textId="77777777" w:rsidR="006D4449" w:rsidRDefault="006D4449" w:rsidP="006D4449">
      <w:r>
        <w:t>219.3839</w:t>
      </w:r>
      <w:r>
        <w:tab/>
        <w:t>2.025e0</w:t>
      </w:r>
    </w:p>
    <w:p w14:paraId="01487975" w14:textId="77777777" w:rsidR="006D4449" w:rsidRDefault="006D4449" w:rsidP="006D4449">
      <w:r>
        <w:t>219.4224</w:t>
      </w:r>
      <w:r>
        <w:tab/>
        <w:t>2.025e0</w:t>
      </w:r>
    </w:p>
    <w:p w14:paraId="54682F68" w14:textId="77777777" w:rsidR="006D4449" w:rsidRDefault="006D4449" w:rsidP="006D4449">
      <w:r>
        <w:t>219.4253</w:t>
      </w:r>
      <w:r>
        <w:tab/>
        <w:t>1.013e0</w:t>
      </w:r>
    </w:p>
    <w:p w14:paraId="3BEF8193" w14:textId="77777777" w:rsidR="006D4449" w:rsidRDefault="006D4449" w:rsidP="006D4449">
      <w:r>
        <w:t>219.4510</w:t>
      </w:r>
      <w:r>
        <w:tab/>
        <w:t>2.025e0</w:t>
      </w:r>
    </w:p>
    <w:p w14:paraId="6E4AACB5" w14:textId="77777777" w:rsidR="006D4449" w:rsidRDefault="006D4449" w:rsidP="006D4449">
      <w:r>
        <w:t>219.4539</w:t>
      </w:r>
      <w:r>
        <w:tab/>
        <w:t>1.013e0</w:t>
      </w:r>
    </w:p>
    <w:p w14:paraId="41D08075" w14:textId="77777777" w:rsidR="006D4449" w:rsidRDefault="006D4449" w:rsidP="006D4449">
      <w:r>
        <w:t>219.4654</w:t>
      </w:r>
      <w:r>
        <w:tab/>
        <w:t>1.013e0</w:t>
      </w:r>
    </w:p>
    <w:p w14:paraId="76DCE723" w14:textId="77777777" w:rsidR="006D4449" w:rsidRDefault="006D4449" w:rsidP="006D4449">
      <w:r>
        <w:t>219.4895</w:t>
      </w:r>
      <w:r>
        <w:tab/>
        <w:t>1.013e0</w:t>
      </w:r>
    </w:p>
    <w:p w14:paraId="139C135E" w14:textId="77777777" w:rsidR="006D4449" w:rsidRDefault="006D4449" w:rsidP="006D4449">
      <w:r>
        <w:t>219.4978</w:t>
      </w:r>
      <w:r>
        <w:tab/>
        <w:t>3.038e0</w:t>
      </w:r>
    </w:p>
    <w:p w14:paraId="659FB51E" w14:textId="77777777" w:rsidR="006D4449" w:rsidRDefault="006D4449" w:rsidP="006D4449">
      <w:r>
        <w:t>219.5207</w:t>
      </w:r>
      <w:r>
        <w:tab/>
        <w:t>2.025e0</w:t>
      </w:r>
    </w:p>
    <w:p w14:paraId="3AF4340A" w14:textId="77777777" w:rsidR="006D4449" w:rsidRDefault="006D4449" w:rsidP="006D4449">
      <w:r>
        <w:t>219.5222</w:t>
      </w:r>
      <w:r>
        <w:tab/>
        <w:t>2.025e0</w:t>
      </w:r>
    </w:p>
    <w:p w14:paraId="457D2BF0" w14:textId="77777777" w:rsidR="006D4449" w:rsidRDefault="006D4449" w:rsidP="006D4449">
      <w:r>
        <w:t>219.5324</w:t>
      </w:r>
      <w:r>
        <w:tab/>
        <w:t>2.025e0</w:t>
      </w:r>
    </w:p>
    <w:p w14:paraId="6E0B7AE3" w14:textId="77777777" w:rsidR="006D4449" w:rsidRDefault="006D4449" w:rsidP="006D4449">
      <w:r>
        <w:lastRenderedPageBreak/>
        <w:t>219.5720</w:t>
      </w:r>
      <w:r>
        <w:tab/>
        <w:t>1.013e0</w:t>
      </w:r>
    </w:p>
    <w:p w14:paraId="49765B76" w14:textId="77777777" w:rsidR="006D4449" w:rsidRDefault="006D4449" w:rsidP="006D4449">
      <w:r>
        <w:t>219.5854</w:t>
      </w:r>
      <w:r>
        <w:tab/>
        <w:t>2.025e0</w:t>
      </w:r>
    </w:p>
    <w:p w14:paraId="5C9FA797" w14:textId="77777777" w:rsidR="006D4449" w:rsidRDefault="006D4449" w:rsidP="006D4449">
      <w:r>
        <w:t>219.6036</w:t>
      </w:r>
      <w:r>
        <w:tab/>
        <w:t>1.013e0</w:t>
      </w:r>
    </w:p>
    <w:p w14:paraId="73ED3101" w14:textId="77777777" w:rsidR="006D4449" w:rsidRDefault="006D4449" w:rsidP="006D4449">
      <w:r>
        <w:t>219.6110</w:t>
      </w:r>
      <w:r>
        <w:tab/>
        <w:t>1.013e0</w:t>
      </w:r>
    </w:p>
    <w:p w14:paraId="6D7DFBCE" w14:textId="77777777" w:rsidR="006D4449" w:rsidRDefault="006D4449" w:rsidP="006D4449">
      <w:r>
        <w:t>219.6305</w:t>
      </w:r>
      <w:r>
        <w:tab/>
        <w:t>1.013e0</w:t>
      </w:r>
    </w:p>
    <w:p w14:paraId="15320533" w14:textId="77777777" w:rsidR="006D4449" w:rsidRDefault="006D4449" w:rsidP="006D4449">
      <w:r>
        <w:t>219.6382</w:t>
      </w:r>
      <w:r>
        <w:tab/>
        <w:t>1.013e0</w:t>
      </w:r>
    </w:p>
    <w:p w14:paraId="3AFE36A4" w14:textId="77777777" w:rsidR="006D4449" w:rsidRDefault="006D4449" w:rsidP="006D4449">
      <w:r>
        <w:t>219.6544</w:t>
      </w:r>
      <w:r>
        <w:tab/>
        <w:t>1.013e0</w:t>
      </w:r>
    </w:p>
    <w:p w14:paraId="4583057F" w14:textId="77777777" w:rsidR="006D4449" w:rsidRDefault="006D4449" w:rsidP="006D4449">
      <w:r>
        <w:t>219.7015</w:t>
      </w:r>
      <w:r>
        <w:tab/>
        <w:t>1.013e0</w:t>
      </w:r>
    </w:p>
    <w:p w14:paraId="4E76C3C2" w14:textId="77777777" w:rsidR="006D4449" w:rsidRDefault="006D4449" w:rsidP="006D4449">
      <w:r>
        <w:t>219.7254</w:t>
      </w:r>
      <w:r>
        <w:tab/>
        <w:t>1.013e0</w:t>
      </w:r>
    </w:p>
    <w:p w14:paraId="3D40D586" w14:textId="77777777" w:rsidR="006D4449" w:rsidRDefault="006D4449" w:rsidP="006D4449">
      <w:r>
        <w:t>219.7359</w:t>
      </w:r>
      <w:r>
        <w:tab/>
        <w:t>1.013e0</w:t>
      </w:r>
    </w:p>
    <w:p w14:paraId="7B4C4CAB" w14:textId="77777777" w:rsidR="006D4449" w:rsidRDefault="006D4449" w:rsidP="006D4449">
      <w:r>
        <w:t>219.7608</w:t>
      </w:r>
      <w:r>
        <w:tab/>
        <w:t>1.013e0</w:t>
      </w:r>
    </w:p>
    <w:p w14:paraId="392637E7" w14:textId="77777777" w:rsidR="006D4449" w:rsidRDefault="006D4449" w:rsidP="006D4449">
      <w:r>
        <w:t>219.8274</w:t>
      </w:r>
      <w:r>
        <w:tab/>
        <w:t>1.013e0</w:t>
      </w:r>
    </w:p>
    <w:p w14:paraId="0A3B7575" w14:textId="77777777" w:rsidR="006D4449" w:rsidRDefault="006D4449" w:rsidP="006D4449">
      <w:r>
        <w:t>219.8362</w:t>
      </w:r>
      <w:r>
        <w:tab/>
        <w:t>2.025e0</w:t>
      </w:r>
    </w:p>
    <w:p w14:paraId="2615C97F" w14:textId="77777777" w:rsidR="006D4449" w:rsidRDefault="006D4449" w:rsidP="006D4449">
      <w:r>
        <w:t>219.8520</w:t>
      </w:r>
      <w:r>
        <w:tab/>
        <w:t>1.013e0</w:t>
      </w:r>
    </w:p>
    <w:p w14:paraId="2CDFC542" w14:textId="77777777" w:rsidR="006D4449" w:rsidRDefault="006D4449" w:rsidP="006D4449">
      <w:r>
        <w:t>219.8569</w:t>
      </w:r>
      <w:r>
        <w:tab/>
        <w:t>2.025e0</w:t>
      </w:r>
    </w:p>
    <w:p w14:paraId="1F9F50B1" w14:textId="77777777" w:rsidR="006D4449" w:rsidRDefault="006D4449" w:rsidP="006D4449">
      <w:r>
        <w:t>219.8826</w:t>
      </w:r>
      <w:r>
        <w:tab/>
        <w:t>1.013e0</w:t>
      </w:r>
    </w:p>
    <w:p w14:paraId="3DE7565D" w14:textId="77777777" w:rsidR="006D4449" w:rsidRDefault="006D4449" w:rsidP="006D4449">
      <w:r>
        <w:t>219.9023</w:t>
      </w:r>
      <w:r>
        <w:tab/>
        <w:t>1.013e0</w:t>
      </w:r>
    </w:p>
    <w:p w14:paraId="6EE9133C" w14:textId="77777777" w:rsidR="006D4449" w:rsidRDefault="006D4449" w:rsidP="006D4449">
      <w:r>
        <w:t>219.9456</w:t>
      </w:r>
      <w:r>
        <w:tab/>
        <w:t>2.025e0</w:t>
      </w:r>
    </w:p>
    <w:p w14:paraId="7E93E2BF" w14:textId="77777777" w:rsidR="006D4449" w:rsidRDefault="006D4449" w:rsidP="006D4449">
      <w:r>
        <w:t>220.0387</w:t>
      </w:r>
      <w:r>
        <w:tab/>
        <w:t>3.166e1</w:t>
      </w:r>
    </w:p>
    <w:p w14:paraId="0A6EC6A1" w14:textId="77777777" w:rsidR="006D4449" w:rsidRDefault="006D4449" w:rsidP="006D4449">
      <w:r>
        <w:lastRenderedPageBreak/>
        <w:t>220.0399</w:t>
      </w:r>
      <w:r>
        <w:tab/>
        <w:t>1.381e1</w:t>
      </w:r>
    </w:p>
    <w:p w14:paraId="56C6D119" w14:textId="77777777" w:rsidR="006D4449" w:rsidRDefault="006D4449" w:rsidP="006D4449">
      <w:r>
        <w:t>220.0419</w:t>
      </w:r>
      <w:r>
        <w:tab/>
        <w:t>1.575e1</w:t>
      </w:r>
    </w:p>
    <w:p w14:paraId="24509848" w14:textId="77777777" w:rsidR="006D4449" w:rsidRDefault="006D4449" w:rsidP="006D4449">
      <w:r>
        <w:t>220.0487</w:t>
      </w:r>
      <w:r>
        <w:tab/>
        <w:t>1.757e1</w:t>
      </w:r>
    </w:p>
    <w:p w14:paraId="42EEC0B9" w14:textId="77777777" w:rsidR="006D4449" w:rsidRDefault="006D4449" w:rsidP="006D4449">
      <w:r>
        <w:t>220.0756</w:t>
      </w:r>
      <w:r>
        <w:tab/>
        <w:t>1.013e0</w:t>
      </w:r>
    </w:p>
    <w:p w14:paraId="5C644662" w14:textId="77777777" w:rsidR="006D4449" w:rsidRDefault="006D4449" w:rsidP="006D4449">
      <w:r>
        <w:t>220.0872</w:t>
      </w:r>
      <w:r>
        <w:tab/>
        <w:t>3.038e0</w:t>
      </w:r>
    </w:p>
    <w:p w14:paraId="0DECFAE4" w14:textId="77777777" w:rsidR="006D4449" w:rsidRDefault="006D4449" w:rsidP="006D4449">
      <w:r>
        <w:t>220.0899</w:t>
      </w:r>
      <w:r>
        <w:tab/>
        <w:t>3.038e0</w:t>
      </w:r>
    </w:p>
    <w:p w14:paraId="5761B5C6" w14:textId="77777777" w:rsidR="006D4449" w:rsidRDefault="006D4449" w:rsidP="006D4449">
      <w:r>
        <w:t>220.0996</w:t>
      </w:r>
      <w:r>
        <w:tab/>
        <w:t>2.025e0</w:t>
      </w:r>
    </w:p>
    <w:p w14:paraId="5A874891" w14:textId="77777777" w:rsidR="006D4449" w:rsidRDefault="006D4449" w:rsidP="006D4449">
      <w:r>
        <w:t>220.1158</w:t>
      </w:r>
      <w:r>
        <w:tab/>
        <w:t>1.013e0</w:t>
      </w:r>
    </w:p>
    <w:p w14:paraId="12F7C223" w14:textId="77777777" w:rsidR="006D4449" w:rsidRDefault="006D4449" w:rsidP="006D4449">
      <w:r>
        <w:t>220.1287</w:t>
      </w:r>
      <w:r>
        <w:tab/>
        <w:t>2.086e0</w:t>
      </w:r>
    </w:p>
    <w:p w14:paraId="45DF7BED" w14:textId="77777777" w:rsidR="006D4449" w:rsidRDefault="006D4449" w:rsidP="006D4449">
      <w:r>
        <w:t>220.1315</w:t>
      </w:r>
      <w:r>
        <w:tab/>
        <w:t>1.013e0</w:t>
      </w:r>
    </w:p>
    <w:p w14:paraId="29A20A51" w14:textId="77777777" w:rsidR="006D4449" w:rsidRDefault="006D4449" w:rsidP="006D4449">
      <w:r>
        <w:t>220.1339</w:t>
      </w:r>
      <w:r>
        <w:tab/>
        <w:t>2.025e0</w:t>
      </w:r>
    </w:p>
    <w:p w14:paraId="48728963" w14:textId="77777777" w:rsidR="006D4449" w:rsidRDefault="006D4449" w:rsidP="006D4449">
      <w:r>
        <w:t>220.1438</w:t>
      </w:r>
      <w:r>
        <w:tab/>
        <w:t>3.038e0</w:t>
      </w:r>
    </w:p>
    <w:p w14:paraId="6D0D6B23" w14:textId="77777777" w:rsidR="006D4449" w:rsidRDefault="006D4449" w:rsidP="006D4449">
      <w:r>
        <w:t>220.1659</w:t>
      </w:r>
      <w:r>
        <w:tab/>
        <w:t>2.025e0</w:t>
      </w:r>
    </w:p>
    <w:p w14:paraId="36D40531" w14:textId="77777777" w:rsidR="006D4449" w:rsidRDefault="006D4449" w:rsidP="006D4449">
      <w:r>
        <w:t>220.1769</w:t>
      </w:r>
      <w:r>
        <w:tab/>
        <w:t>4.051e0</w:t>
      </w:r>
    </w:p>
    <w:p w14:paraId="7ED7FCCB" w14:textId="77777777" w:rsidR="006D4449" w:rsidRDefault="006D4449" w:rsidP="006D4449">
      <w:r>
        <w:t>220.1783</w:t>
      </w:r>
      <w:r>
        <w:tab/>
        <w:t>1.013e0</w:t>
      </w:r>
    </w:p>
    <w:p w14:paraId="3F09E956" w14:textId="77777777" w:rsidR="006D4449" w:rsidRDefault="006D4449" w:rsidP="006D4449">
      <w:r>
        <w:t>220.1880</w:t>
      </w:r>
      <w:r>
        <w:tab/>
        <w:t>2.025e0</w:t>
      </w:r>
    </w:p>
    <w:p w14:paraId="7A49702A" w14:textId="77777777" w:rsidR="006D4449" w:rsidRDefault="006D4449" w:rsidP="006D4449">
      <w:r>
        <w:t>220.2073</w:t>
      </w:r>
      <w:r>
        <w:tab/>
        <w:t>1.013e0</w:t>
      </w:r>
    </w:p>
    <w:p w14:paraId="6E60F8FC" w14:textId="77777777" w:rsidR="006D4449" w:rsidRDefault="006D4449" w:rsidP="006D4449">
      <w:r>
        <w:t>220.2483</w:t>
      </w:r>
      <w:r>
        <w:tab/>
        <w:t>1.013e0</w:t>
      </w:r>
    </w:p>
    <w:p w14:paraId="193CD3F6" w14:textId="77777777" w:rsidR="006D4449" w:rsidRDefault="006D4449" w:rsidP="006D4449">
      <w:r>
        <w:t>220.2701</w:t>
      </w:r>
      <w:r>
        <w:tab/>
        <w:t>1.013e0</w:t>
      </w:r>
    </w:p>
    <w:p w14:paraId="4D9C33F2" w14:textId="77777777" w:rsidR="006D4449" w:rsidRDefault="006D4449" w:rsidP="006D4449">
      <w:r>
        <w:lastRenderedPageBreak/>
        <w:t>220.2783</w:t>
      </w:r>
      <w:r>
        <w:tab/>
        <w:t>1.013e0</w:t>
      </w:r>
    </w:p>
    <w:p w14:paraId="7C81B1DD" w14:textId="77777777" w:rsidR="006D4449" w:rsidRDefault="006D4449" w:rsidP="006D4449">
      <w:r>
        <w:t>220.2887</w:t>
      </w:r>
      <w:r>
        <w:tab/>
        <w:t>1.013e0</w:t>
      </w:r>
    </w:p>
    <w:p w14:paraId="16915B28" w14:textId="77777777" w:rsidR="006D4449" w:rsidRDefault="006D4449" w:rsidP="006D4449">
      <w:r>
        <w:t>220.2917</w:t>
      </w:r>
      <w:r>
        <w:tab/>
        <w:t>2.025e0</w:t>
      </w:r>
    </w:p>
    <w:p w14:paraId="6162C859" w14:textId="77777777" w:rsidR="006D4449" w:rsidRDefault="006D4449" w:rsidP="006D4449">
      <w:r>
        <w:t>220.2974</w:t>
      </w:r>
      <w:r>
        <w:tab/>
        <w:t>1.013e0</w:t>
      </w:r>
    </w:p>
    <w:p w14:paraId="25ACEEBA" w14:textId="77777777" w:rsidR="006D4449" w:rsidRDefault="006D4449" w:rsidP="006D4449">
      <w:r>
        <w:t>220.3243</w:t>
      </w:r>
      <w:r>
        <w:tab/>
        <w:t>1.013e0</w:t>
      </w:r>
    </w:p>
    <w:p w14:paraId="764F1ABA" w14:textId="77777777" w:rsidR="006D4449" w:rsidRDefault="006D4449" w:rsidP="006D4449">
      <w:r>
        <w:t>220.3280</w:t>
      </w:r>
      <w:r>
        <w:tab/>
        <w:t>2.025e0</w:t>
      </w:r>
    </w:p>
    <w:p w14:paraId="53C14482" w14:textId="77777777" w:rsidR="006D4449" w:rsidRDefault="006D4449" w:rsidP="006D4449">
      <w:r>
        <w:t>220.3598</w:t>
      </w:r>
      <w:r>
        <w:tab/>
        <w:t>1.013e0</w:t>
      </w:r>
    </w:p>
    <w:p w14:paraId="386E21A5" w14:textId="77777777" w:rsidR="006D4449" w:rsidRDefault="006D4449" w:rsidP="006D4449">
      <w:r>
        <w:t>220.3713</w:t>
      </w:r>
      <w:r>
        <w:tab/>
        <w:t>1.013e0</w:t>
      </w:r>
    </w:p>
    <w:p w14:paraId="740D786D" w14:textId="77777777" w:rsidR="006D4449" w:rsidRDefault="006D4449" w:rsidP="006D4449">
      <w:r>
        <w:t>220.3761</w:t>
      </w:r>
      <w:r>
        <w:tab/>
        <w:t>2.025e0</w:t>
      </w:r>
    </w:p>
    <w:p w14:paraId="43D1E45C" w14:textId="77777777" w:rsidR="006D4449" w:rsidRDefault="006D4449" w:rsidP="006D4449">
      <w:r>
        <w:t>220.4472</w:t>
      </w:r>
      <w:r>
        <w:tab/>
        <w:t>1.013e0</w:t>
      </w:r>
    </w:p>
    <w:p w14:paraId="66327383" w14:textId="77777777" w:rsidR="006D4449" w:rsidRDefault="006D4449" w:rsidP="006D4449">
      <w:r>
        <w:t>220.4698</w:t>
      </w:r>
      <w:r>
        <w:tab/>
        <w:t>2.025e0</w:t>
      </w:r>
    </w:p>
    <w:p w14:paraId="38865D7B" w14:textId="77777777" w:rsidR="006D4449" w:rsidRDefault="006D4449" w:rsidP="006D4449">
      <w:r>
        <w:t>220.4745</w:t>
      </w:r>
      <w:r>
        <w:tab/>
        <w:t>1.013e0</w:t>
      </w:r>
    </w:p>
    <w:p w14:paraId="15BCF8F3" w14:textId="77777777" w:rsidR="006D4449" w:rsidRDefault="006D4449" w:rsidP="006D4449">
      <w:r>
        <w:t>220.5067</w:t>
      </w:r>
      <w:r>
        <w:tab/>
        <w:t>1.013e0</w:t>
      </w:r>
    </w:p>
    <w:p w14:paraId="0DA73DC6" w14:textId="77777777" w:rsidR="006D4449" w:rsidRDefault="006D4449" w:rsidP="006D4449">
      <w:r>
        <w:t>220.5173</w:t>
      </w:r>
      <w:r>
        <w:tab/>
        <w:t>3.038e0</w:t>
      </w:r>
    </w:p>
    <w:p w14:paraId="63F990F2" w14:textId="77777777" w:rsidR="006D4449" w:rsidRDefault="006D4449" w:rsidP="006D4449">
      <w:r>
        <w:t>220.5221</w:t>
      </w:r>
      <w:r>
        <w:tab/>
        <w:t>2.025e0</w:t>
      </w:r>
    </w:p>
    <w:p w14:paraId="783A80B5" w14:textId="77777777" w:rsidR="006D4449" w:rsidRDefault="006D4449" w:rsidP="006D4449">
      <w:r>
        <w:t>220.5413</w:t>
      </w:r>
      <w:r>
        <w:tab/>
        <w:t>1.013e0</w:t>
      </w:r>
    </w:p>
    <w:p w14:paraId="77689610" w14:textId="77777777" w:rsidR="006D4449" w:rsidRDefault="006D4449" w:rsidP="006D4449">
      <w:r>
        <w:t>220.5759</w:t>
      </w:r>
      <w:r>
        <w:tab/>
        <w:t>2.025e0</w:t>
      </w:r>
    </w:p>
    <w:p w14:paraId="0251DCD3" w14:textId="77777777" w:rsidR="006D4449" w:rsidRDefault="006D4449" w:rsidP="006D4449">
      <w:r>
        <w:t>220.6123</w:t>
      </w:r>
      <w:r>
        <w:tab/>
        <w:t>1.013e0</w:t>
      </w:r>
    </w:p>
    <w:p w14:paraId="19914B9E" w14:textId="77777777" w:rsidR="006D4449" w:rsidRDefault="006D4449" w:rsidP="006D4449">
      <w:r>
        <w:t>220.6249</w:t>
      </w:r>
      <w:r>
        <w:tab/>
        <w:t>2.025e0</w:t>
      </w:r>
    </w:p>
    <w:p w14:paraId="760EB261" w14:textId="77777777" w:rsidR="006D4449" w:rsidRDefault="006D4449" w:rsidP="006D4449">
      <w:r>
        <w:lastRenderedPageBreak/>
        <w:t>220.6305</w:t>
      </w:r>
      <w:r>
        <w:tab/>
        <w:t>2.025e0</w:t>
      </w:r>
    </w:p>
    <w:p w14:paraId="2CDE3D1C" w14:textId="77777777" w:rsidR="006D4449" w:rsidRDefault="006D4449" w:rsidP="006D4449">
      <w:r>
        <w:t>220.6413</w:t>
      </w:r>
      <w:r>
        <w:tab/>
        <w:t>1.013e0</w:t>
      </w:r>
    </w:p>
    <w:p w14:paraId="64DB170A" w14:textId="77777777" w:rsidR="006D4449" w:rsidRDefault="006D4449" w:rsidP="006D4449">
      <w:r>
        <w:t>220.6441</w:t>
      </w:r>
      <w:r>
        <w:tab/>
        <w:t>1.013e0</w:t>
      </w:r>
    </w:p>
    <w:p w14:paraId="440FB97E" w14:textId="77777777" w:rsidR="006D4449" w:rsidRDefault="006D4449" w:rsidP="006D4449">
      <w:r>
        <w:t>220.7037</w:t>
      </w:r>
      <w:r>
        <w:tab/>
        <w:t>2.025e0</w:t>
      </w:r>
    </w:p>
    <w:p w14:paraId="2A4BEEF7" w14:textId="77777777" w:rsidR="006D4449" w:rsidRDefault="006D4449" w:rsidP="006D4449">
      <w:r>
        <w:t>220.7190</w:t>
      </w:r>
      <w:r>
        <w:tab/>
        <w:t>1.013e0</w:t>
      </w:r>
    </w:p>
    <w:p w14:paraId="3E1B4B8D" w14:textId="77777777" w:rsidR="006D4449" w:rsidRDefault="006D4449" w:rsidP="006D4449">
      <w:r>
        <w:t>220.7421</w:t>
      </w:r>
      <w:r>
        <w:tab/>
        <w:t>1.013e0</w:t>
      </w:r>
    </w:p>
    <w:p w14:paraId="382E478D" w14:textId="77777777" w:rsidR="006D4449" w:rsidRDefault="006D4449" w:rsidP="006D4449">
      <w:r>
        <w:t>220.7649</w:t>
      </w:r>
      <w:r>
        <w:tab/>
        <w:t>2.025e0</w:t>
      </w:r>
    </w:p>
    <w:p w14:paraId="627BB234" w14:textId="77777777" w:rsidR="006D4449" w:rsidRDefault="006D4449" w:rsidP="006D4449">
      <w:r>
        <w:t>220.7784</w:t>
      </w:r>
      <w:r>
        <w:tab/>
        <w:t>1.013e0</w:t>
      </w:r>
    </w:p>
    <w:p w14:paraId="3E7067C2" w14:textId="77777777" w:rsidR="006D4449" w:rsidRDefault="006D4449" w:rsidP="006D4449">
      <w:r>
        <w:t>220.8495</w:t>
      </w:r>
      <w:r>
        <w:tab/>
        <w:t>1.013e0</w:t>
      </w:r>
    </w:p>
    <w:p w14:paraId="79494268" w14:textId="77777777" w:rsidR="006D4449" w:rsidRDefault="006D4449" w:rsidP="006D4449">
      <w:r>
        <w:t>220.8805</w:t>
      </w:r>
      <w:r>
        <w:tab/>
        <w:t>1.013e0</w:t>
      </w:r>
    </w:p>
    <w:p w14:paraId="0A85942F" w14:textId="77777777" w:rsidR="006D4449" w:rsidRDefault="006D4449" w:rsidP="006D4449">
      <w:r>
        <w:t>220.8891</w:t>
      </w:r>
      <w:r>
        <w:tab/>
        <w:t>1.013e0</w:t>
      </w:r>
    </w:p>
    <w:p w14:paraId="4192810D" w14:textId="77777777" w:rsidR="006D4449" w:rsidRDefault="006D4449" w:rsidP="006D4449">
      <w:r>
        <w:t>220.9400</w:t>
      </w:r>
      <w:r>
        <w:tab/>
        <w:t>2.025e0</w:t>
      </w:r>
    </w:p>
    <w:p w14:paraId="2C6DAF7C" w14:textId="77777777" w:rsidR="006D4449" w:rsidRDefault="006D4449" w:rsidP="006D4449">
      <w:r>
        <w:t>220.9707</w:t>
      </w:r>
      <w:r>
        <w:tab/>
        <w:t>1.013e0</w:t>
      </w:r>
    </w:p>
    <w:p w14:paraId="06F1E0C5" w14:textId="77777777" w:rsidR="006D4449" w:rsidRDefault="006D4449" w:rsidP="006D4449">
      <w:r>
        <w:t>221.0112</w:t>
      </w:r>
      <w:r>
        <w:tab/>
        <w:t>2.313e0</w:t>
      </w:r>
    </w:p>
    <w:p w14:paraId="0848AC4D" w14:textId="77777777" w:rsidR="006D4449" w:rsidRDefault="006D4449" w:rsidP="006D4449">
      <w:r>
        <w:t>221.0146</w:t>
      </w:r>
      <w:r>
        <w:tab/>
        <w:t>1.758e0</w:t>
      </w:r>
    </w:p>
    <w:p w14:paraId="6706CB6E" w14:textId="77777777" w:rsidR="006D4449" w:rsidRDefault="006D4449" w:rsidP="006D4449">
      <w:r>
        <w:t>221.0379</w:t>
      </w:r>
      <w:r>
        <w:tab/>
        <w:t>2.524e0</w:t>
      </w:r>
    </w:p>
    <w:p w14:paraId="0AB7236A" w14:textId="77777777" w:rsidR="006D4449" w:rsidRDefault="006D4449" w:rsidP="006D4449">
      <w:r>
        <w:t>221.0424</w:t>
      </w:r>
      <w:r>
        <w:tab/>
        <w:t>5.202e0</w:t>
      </w:r>
    </w:p>
    <w:p w14:paraId="2ED654ED" w14:textId="77777777" w:rsidR="006D4449" w:rsidRDefault="006D4449" w:rsidP="006D4449">
      <w:r>
        <w:t>221.0870</w:t>
      </w:r>
      <w:r>
        <w:tab/>
        <w:t>2.025e0</w:t>
      </w:r>
    </w:p>
    <w:p w14:paraId="6F84E382" w14:textId="77777777" w:rsidR="006D4449" w:rsidRDefault="006D4449" w:rsidP="006D4449">
      <w:r>
        <w:t>221.0919</w:t>
      </w:r>
      <w:r>
        <w:tab/>
        <w:t>2.025e0</w:t>
      </w:r>
    </w:p>
    <w:p w14:paraId="5818E324" w14:textId="77777777" w:rsidR="006D4449" w:rsidRDefault="006D4449" w:rsidP="006D4449">
      <w:r>
        <w:lastRenderedPageBreak/>
        <w:t>221.1053</w:t>
      </w:r>
      <w:r>
        <w:tab/>
        <w:t>1.013e0</w:t>
      </w:r>
    </w:p>
    <w:p w14:paraId="4DCED217" w14:textId="77777777" w:rsidR="006D4449" w:rsidRDefault="006D4449" w:rsidP="006D4449">
      <w:r>
        <w:t>221.1081</w:t>
      </w:r>
      <w:r>
        <w:tab/>
        <w:t>2.025e0</w:t>
      </w:r>
    </w:p>
    <w:p w14:paraId="125E996B" w14:textId="77777777" w:rsidR="006D4449" w:rsidRDefault="006D4449" w:rsidP="006D4449">
      <w:r>
        <w:t>221.1101</w:t>
      </w:r>
      <w:r>
        <w:tab/>
        <w:t>2.025e0</w:t>
      </w:r>
    </w:p>
    <w:p w14:paraId="52306846" w14:textId="77777777" w:rsidR="006D4449" w:rsidRDefault="006D4449" w:rsidP="006D4449">
      <w:r>
        <w:t>221.1152</w:t>
      </w:r>
      <w:r>
        <w:tab/>
        <w:t>2.025e0</w:t>
      </w:r>
    </w:p>
    <w:p w14:paraId="261D2D6F" w14:textId="77777777" w:rsidR="006D4449" w:rsidRDefault="006D4449" w:rsidP="006D4449">
      <w:r>
        <w:t>221.1273</w:t>
      </w:r>
      <w:r>
        <w:tab/>
        <w:t>2.025e0</w:t>
      </w:r>
    </w:p>
    <w:p w14:paraId="4864B34C" w14:textId="77777777" w:rsidR="006D4449" w:rsidRDefault="006D4449" w:rsidP="006D4449">
      <w:r>
        <w:t>221.1339</w:t>
      </w:r>
      <w:r>
        <w:tab/>
        <w:t>1.013e0</w:t>
      </w:r>
    </w:p>
    <w:p w14:paraId="5A3F3862" w14:textId="77777777" w:rsidR="006D4449" w:rsidRDefault="006D4449" w:rsidP="006D4449">
      <w:r>
        <w:t>221.1553</w:t>
      </w:r>
      <w:r>
        <w:tab/>
        <w:t>4.051e0</w:t>
      </w:r>
    </w:p>
    <w:p w14:paraId="4662F645" w14:textId="77777777" w:rsidR="006D4449" w:rsidRDefault="006D4449" w:rsidP="006D4449">
      <w:r>
        <w:t>221.1767</w:t>
      </w:r>
      <w:r>
        <w:tab/>
        <w:t>3.038e0</w:t>
      </w:r>
    </w:p>
    <w:p w14:paraId="5D8E99C5" w14:textId="77777777" w:rsidR="006D4449" w:rsidRDefault="006D4449" w:rsidP="006D4449">
      <w:r>
        <w:t>221.1802</w:t>
      </w:r>
      <w:r>
        <w:tab/>
        <w:t>2.025e0</w:t>
      </w:r>
    </w:p>
    <w:p w14:paraId="42ADF933" w14:textId="77777777" w:rsidR="006D4449" w:rsidRDefault="006D4449" w:rsidP="006D4449">
      <w:r>
        <w:t>221.1935</w:t>
      </w:r>
      <w:r>
        <w:tab/>
        <w:t>1.013e0</w:t>
      </w:r>
    </w:p>
    <w:p w14:paraId="273E032E" w14:textId="77777777" w:rsidR="006D4449" w:rsidRDefault="006D4449" w:rsidP="006D4449">
      <w:r>
        <w:t>221.2018</w:t>
      </w:r>
      <w:r>
        <w:tab/>
        <w:t>1.013e0</w:t>
      </w:r>
    </w:p>
    <w:p w14:paraId="110CB389" w14:textId="77777777" w:rsidR="006D4449" w:rsidRDefault="006D4449" w:rsidP="006D4449">
      <w:r>
        <w:t>221.2216</w:t>
      </w:r>
      <w:r>
        <w:tab/>
        <w:t>2.025e0</w:t>
      </w:r>
    </w:p>
    <w:p w14:paraId="2F504E9C" w14:textId="77777777" w:rsidR="006D4449" w:rsidRDefault="006D4449" w:rsidP="006D4449">
      <w:r>
        <w:t>221.2476</w:t>
      </w:r>
      <w:r>
        <w:tab/>
        <w:t>1.013e0</w:t>
      </w:r>
    </w:p>
    <w:p w14:paraId="36E48738" w14:textId="77777777" w:rsidR="006D4449" w:rsidRDefault="006D4449" w:rsidP="006D4449">
      <w:r>
        <w:t>221.2646</w:t>
      </w:r>
      <w:r>
        <w:tab/>
        <w:t>1.013e0</w:t>
      </w:r>
    </w:p>
    <w:p w14:paraId="7824534C" w14:textId="77777777" w:rsidR="006D4449" w:rsidRDefault="006D4449" w:rsidP="006D4449">
      <w:r>
        <w:t>221.2762</w:t>
      </w:r>
      <w:r>
        <w:tab/>
        <w:t>1.013e0</w:t>
      </w:r>
    </w:p>
    <w:p w14:paraId="249C704A" w14:textId="77777777" w:rsidR="006D4449" w:rsidRDefault="006D4449" w:rsidP="006D4449">
      <w:r>
        <w:t>221.2918</w:t>
      </w:r>
      <w:r>
        <w:tab/>
        <w:t>1.013e0</w:t>
      </w:r>
    </w:p>
    <w:p w14:paraId="208C8D18" w14:textId="77777777" w:rsidR="006D4449" w:rsidRDefault="006D4449" w:rsidP="006D4449">
      <w:r>
        <w:t>221.3158</w:t>
      </w:r>
      <w:r>
        <w:tab/>
        <w:t>2.025e0</w:t>
      </w:r>
    </w:p>
    <w:p w14:paraId="4B0D8CC3" w14:textId="77777777" w:rsidR="006D4449" w:rsidRDefault="006D4449" w:rsidP="006D4449">
      <w:r>
        <w:t>221.3554</w:t>
      </w:r>
      <w:r>
        <w:tab/>
        <w:t>2.025e0</w:t>
      </w:r>
    </w:p>
    <w:p w14:paraId="61DDF3C6" w14:textId="77777777" w:rsidR="006D4449" w:rsidRDefault="006D4449" w:rsidP="006D4449">
      <w:r>
        <w:t>221.3716</w:t>
      </w:r>
      <w:r>
        <w:tab/>
        <w:t>1.013e0</w:t>
      </w:r>
    </w:p>
    <w:p w14:paraId="1ADDD217" w14:textId="77777777" w:rsidR="006D4449" w:rsidRDefault="006D4449" w:rsidP="006D4449">
      <w:r>
        <w:lastRenderedPageBreak/>
        <w:t>221.3832</w:t>
      </w:r>
      <w:r>
        <w:tab/>
        <w:t>1.013e0</w:t>
      </w:r>
    </w:p>
    <w:p w14:paraId="4AD18A0E" w14:textId="77777777" w:rsidR="006D4449" w:rsidRDefault="006D4449" w:rsidP="006D4449">
      <w:r>
        <w:t>221.3946</w:t>
      </w:r>
      <w:r>
        <w:tab/>
        <w:t>1.013e0</w:t>
      </w:r>
    </w:p>
    <w:p w14:paraId="63AA22C9" w14:textId="77777777" w:rsidR="006D4449" w:rsidRDefault="006D4449" w:rsidP="006D4449">
      <w:r>
        <w:t>221.4072</w:t>
      </w:r>
      <w:r>
        <w:tab/>
        <w:t>2.025e0</w:t>
      </w:r>
    </w:p>
    <w:p w14:paraId="110561D9" w14:textId="77777777" w:rsidR="006D4449" w:rsidRDefault="006D4449" w:rsidP="006D4449">
      <w:r>
        <w:t>221.4496</w:t>
      </w:r>
      <w:r>
        <w:tab/>
        <w:t>1.013e0</w:t>
      </w:r>
    </w:p>
    <w:p w14:paraId="168779BB" w14:textId="77777777" w:rsidR="006D4449" w:rsidRDefault="006D4449" w:rsidP="006D4449">
      <w:r>
        <w:t>221.4718</w:t>
      </w:r>
      <w:r>
        <w:tab/>
        <w:t>2.025e0</w:t>
      </w:r>
    </w:p>
    <w:p w14:paraId="6655C1BD" w14:textId="77777777" w:rsidR="006D4449" w:rsidRDefault="006D4449" w:rsidP="006D4449">
      <w:r>
        <w:t>221.5056</w:t>
      </w:r>
      <w:r>
        <w:tab/>
        <w:t>3.038e0</w:t>
      </w:r>
    </w:p>
    <w:p w14:paraId="02F66274" w14:textId="77777777" w:rsidR="006D4449" w:rsidRDefault="006D4449" w:rsidP="006D4449">
      <w:r>
        <w:t>221.5217</w:t>
      </w:r>
      <w:r>
        <w:tab/>
        <w:t>2.025e0</w:t>
      </w:r>
    </w:p>
    <w:p w14:paraId="412BBA1B" w14:textId="77777777" w:rsidR="006D4449" w:rsidRDefault="006D4449" w:rsidP="006D4449">
      <w:r>
        <w:t>221.5861</w:t>
      </w:r>
      <w:r>
        <w:tab/>
        <w:t>2.025e0</w:t>
      </w:r>
    </w:p>
    <w:p w14:paraId="458F7FF8" w14:textId="77777777" w:rsidR="006D4449" w:rsidRDefault="006D4449" w:rsidP="006D4449">
      <w:r>
        <w:t>221.6203</w:t>
      </w:r>
      <w:r>
        <w:tab/>
        <w:t>2.025e0</w:t>
      </w:r>
    </w:p>
    <w:p w14:paraId="2D2D15A0" w14:textId="77777777" w:rsidR="006D4449" w:rsidRDefault="006D4449" w:rsidP="006D4449">
      <w:r>
        <w:t>221.6448</w:t>
      </w:r>
      <w:r>
        <w:tab/>
        <w:t>1.013e0</w:t>
      </w:r>
    </w:p>
    <w:p w14:paraId="35A36E5F" w14:textId="77777777" w:rsidR="006D4449" w:rsidRDefault="006D4449" w:rsidP="006D4449">
      <w:r>
        <w:t>221.6597</w:t>
      </w:r>
      <w:r>
        <w:tab/>
        <w:t>2.025e0</w:t>
      </w:r>
    </w:p>
    <w:p w14:paraId="59CE04C8" w14:textId="77777777" w:rsidR="006D4449" w:rsidRDefault="006D4449" w:rsidP="006D4449">
      <w:r>
        <w:t>221.6641</w:t>
      </w:r>
      <w:r>
        <w:tab/>
        <w:t>1.013e0</w:t>
      </w:r>
    </w:p>
    <w:p w14:paraId="4F9A576E" w14:textId="77777777" w:rsidR="006D4449" w:rsidRDefault="006D4449" w:rsidP="006D4449">
      <w:r>
        <w:t>221.6697</w:t>
      </w:r>
      <w:r>
        <w:tab/>
        <w:t>2.025e0</w:t>
      </w:r>
    </w:p>
    <w:p w14:paraId="6F18EA94" w14:textId="77777777" w:rsidR="006D4449" w:rsidRDefault="006D4449" w:rsidP="006D4449">
      <w:r>
        <w:t>221.6911</w:t>
      </w:r>
      <w:r>
        <w:tab/>
        <w:t>1.013e0</w:t>
      </w:r>
    </w:p>
    <w:p w14:paraId="29EC24E1" w14:textId="77777777" w:rsidR="006D4449" w:rsidRDefault="006D4449" w:rsidP="006D4449">
      <w:r>
        <w:t>221.7004</w:t>
      </w:r>
      <w:r>
        <w:tab/>
        <w:t>1.013e0</w:t>
      </w:r>
    </w:p>
    <w:p w14:paraId="634FA1FB" w14:textId="77777777" w:rsidR="006D4449" w:rsidRDefault="006D4449" w:rsidP="006D4449">
      <w:r>
        <w:t>221.7266</w:t>
      </w:r>
      <w:r>
        <w:tab/>
        <w:t>1.013e0</w:t>
      </w:r>
    </w:p>
    <w:p w14:paraId="0105F6A6" w14:textId="77777777" w:rsidR="006D4449" w:rsidRDefault="006D4449" w:rsidP="006D4449">
      <w:r>
        <w:t>221.7305</w:t>
      </w:r>
      <w:r>
        <w:tab/>
        <w:t>1.013e0</w:t>
      </w:r>
    </w:p>
    <w:p w14:paraId="5CD3F753" w14:textId="77777777" w:rsidR="006D4449" w:rsidRDefault="006D4449" w:rsidP="006D4449">
      <w:r>
        <w:t>221.7429</w:t>
      </w:r>
      <w:r>
        <w:tab/>
        <w:t>1.013e0</w:t>
      </w:r>
    </w:p>
    <w:p w14:paraId="4AC40DC2" w14:textId="77777777" w:rsidR="006D4449" w:rsidRDefault="006D4449" w:rsidP="006D4449">
      <w:r>
        <w:t>221.7872</w:t>
      </w:r>
      <w:r>
        <w:tab/>
        <w:t>1.013e0</w:t>
      </w:r>
    </w:p>
    <w:p w14:paraId="5E50B247" w14:textId="77777777" w:rsidR="006D4449" w:rsidRDefault="006D4449" w:rsidP="006D4449">
      <w:r>
        <w:lastRenderedPageBreak/>
        <w:t>221.7949</w:t>
      </w:r>
      <w:r>
        <w:tab/>
        <w:t>2.025e0</w:t>
      </w:r>
    </w:p>
    <w:p w14:paraId="58D42FB9" w14:textId="77777777" w:rsidR="006D4449" w:rsidRDefault="006D4449" w:rsidP="006D4449">
      <w:r>
        <w:t>221.8055</w:t>
      </w:r>
      <w:r>
        <w:tab/>
        <w:t>1.013e0</w:t>
      </w:r>
    </w:p>
    <w:p w14:paraId="5F37B58E" w14:textId="77777777" w:rsidR="006D4449" w:rsidRDefault="006D4449" w:rsidP="006D4449">
      <w:r>
        <w:t>221.8093</w:t>
      </w:r>
      <w:r>
        <w:tab/>
        <w:t>1.013e0</w:t>
      </w:r>
    </w:p>
    <w:p w14:paraId="773CF142" w14:textId="77777777" w:rsidR="006D4449" w:rsidRDefault="006D4449" w:rsidP="006D4449">
      <w:r>
        <w:t>221.8295</w:t>
      </w:r>
      <w:r>
        <w:tab/>
        <w:t>1.013e0</w:t>
      </w:r>
    </w:p>
    <w:p w14:paraId="780067A9" w14:textId="77777777" w:rsidR="006D4449" w:rsidRDefault="006D4449" w:rsidP="006D4449">
      <w:r>
        <w:t>221.8698</w:t>
      </w:r>
      <w:r>
        <w:tab/>
        <w:t>4.051e0</w:t>
      </w:r>
    </w:p>
    <w:p w14:paraId="4295B3CF" w14:textId="77777777" w:rsidR="006D4449" w:rsidRDefault="006D4449" w:rsidP="006D4449">
      <w:r>
        <w:t>221.8892</w:t>
      </w:r>
      <w:r>
        <w:tab/>
        <w:t>1.013e0</w:t>
      </w:r>
    </w:p>
    <w:p w14:paraId="041FD7F5" w14:textId="77777777" w:rsidR="006D4449" w:rsidRDefault="006D4449" w:rsidP="006D4449">
      <w:r>
        <w:t>221.9161</w:t>
      </w:r>
      <w:r>
        <w:tab/>
        <w:t>2.025e0</w:t>
      </w:r>
    </w:p>
    <w:p w14:paraId="54AC779E" w14:textId="77777777" w:rsidR="006D4449" w:rsidRDefault="006D4449" w:rsidP="006D4449">
      <w:r>
        <w:t>221.9325</w:t>
      </w:r>
      <w:r>
        <w:tab/>
        <w:t>1.013e0</w:t>
      </w:r>
    </w:p>
    <w:p w14:paraId="7775C947" w14:textId="77777777" w:rsidR="006D4449" w:rsidRDefault="006D4449" w:rsidP="006D4449">
      <w:r>
        <w:t>221.9488</w:t>
      </w:r>
      <w:r>
        <w:tab/>
        <w:t>2.025e0</w:t>
      </w:r>
    </w:p>
    <w:p w14:paraId="7CB7A3AC" w14:textId="77777777" w:rsidR="006D4449" w:rsidRDefault="006D4449" w:rsidP="006D4449">
      <w:r>
        <w:t>221.9747</w:t>
      </w:r>
      <w:r>
        <w:tab/>
        <w:t>2.025e0</w:t>
      </w:r>
    </w:p>
    <w:p w14:paraId="2C0EF97E" w14:textId="77777777" w:rsidR="006D4449" w:rsidRDefault="006D4449" w:rsidP="006D4449">
      <w:r>
        <w:t>222.0177</w:t>
      </w:r>
      <w:r>
        <w:tab/>
        <w:t>1.615e2</w:t>
      </w:r>
    </w:p>
    <w:p w14:paraId="558621ED" w14:textId="77777777" w:rsidR="006D4449" w:rsidRDefault="006D4449" w:rsidP="006D4449">
      <w:r>
        <w:t>222.0666</w:t>
      </w:r>
      <w:r>
        <w:tab/>
        <w:t>1.878e0</w:t>
      </w:r>
    </w:p>
    <w:p w14:paraId="15D0620F" w14:textId="77777777" w:rsidR="006D4449" w:rsidRDefault="006D4449" w:rsidP="006D4449">
      <w:r>
        <w:t>222.0685</w:t>
      </w:r>
      <w:r>
        <w:tab/>
        <w:t>1.583e0</w:t>
      </w:r>
    </w:p>
    <w:p w14:paraId="764E8E92" w14:textId="77777777" w:rsidR="006D4449" w:rsidRDefault="006D4449" w:rsidP="006D4449">
      <w:r>
        <w:t>222.0750</w:t>
      </w:r>
      <w:r>
        <w:tab/>
        <w:t>1.013e0</w:t>
      </w:r>
    </w:p>
    <w:p w14:paraId="3EC06EED" w14:textId="77777777" w:rsidR="006D4449" w:rsidRDefault="006D4449" w:rsidP="006D4449">
      <w:r>
        <w:t>222.0772</w:t>
      </w:r>
      <w:r>
        <w:tab/>
        <w:t>3.038e0</w:t>
      </w:r>
    </w:p>
    <w:p w14:paraId="776C458C" w14:textId="77777777" w:rsidR="006D4449" w:rsidRDefault="006D4449" w:rsidP="006D4449">
      <w:r>
        <w:t>222.0937</w:t>
      </w:r>
      <w:r>
        <w:tab/>
        <w:t>4.051e0</w:t>
      </w:r>
    </w:p>
    <w:p w14:paraId="0FB508B1" w14:textId="77777777" w:rsidR="006D4449" w:rsidRDefault="006D4449" w:rsidP="006D4449">
      <w:r>
        <w:t>222.1147</w:t>
      </w:r>
      <w:r>
        <w:tab/>
        <w:t>2.025e0</w:t>
      </w:r>
    </w:p>
    <w:p w14:paraId="2F1B3975" w14:textId="77777777" w:rsidR="006D4449" w:rsidRDefault="006D4449" w:rsidP="006D4449">
      <w:r>
        <w:t>222.1160</w:t>
      </w:r>
      <w:r>
        <w:tab/>
        <w:t>1.013e0</w:t>
      </w:r>
    </w:p>
    <w:p w14:paraId="4277F819" w14:textId="77777777" w:rsidR="006D4449" w:rsidRDefault="006D4449" w:rsidP="006D4449">
      <w:r>
        <w:t>222.1270</w:t>
      </w:r>
      <w:r>
        <w:tab/>
        <w:t>2.025e0</w:t>
      </w:r>
    </w:p>
    <w:p w14:paraId="0F75B293" w14:textId="77777777" w:rsidR="006D4449" w:rsidRDefault="006D4449" w:rsidP="006D4449">
      <w:r>
        <w:lastRenderedPageBreak/>
        <w:t>222.1338</w:t>
      </w:r>
      <w:r>
        <w:tab/>
        <w:t>3.038e0</w:t>
      </w:r>
    </w:p>
    <w:p w14:paraId="31505C90" w14:textId="77777777" w:rsidR="006D4449" w:rsidRDefault="006D4449" w:rsidP="006D4449">
      <w:r>
        <w:t>222.1413</w:t>
      </w:r>
      <w:r>
        <w:tab/>
        <w:t>3.038e0</w:t>
      </w:r>
    </w:p>
    <w:p w14:paraId="72FBCBC3" w14:textId="77777777" w:rsidR="006D4449" w:rsidRDefault="006D4449" w:rsidP="006D4449">
      <w:r>
        <w:t>222.1636</w:t>
      </w:r>
      <w:r>
        <w:tab/>
        <w:t>8.593e0</w:t>
      </w:r>
    </w:p>
    <w:p w14:paraId="40C4F4AC" w14:textId="77777777" w:rsidR="006D4449" w:rsidRDefault="006D4449" w:rsidP="006D4449">
      <w:r>
        <w:t>222.1683</w:t>
      </w:r>
      <w:r>
        <w:tab/>
        <w:t>1.277e1</w:t>
      </w:r>
    </w:p>
    <w:p w14:paraId="5EEB35A3" w14:textId="77777777" w:rsidR="006D4449" w:rsidRDefault="006D4449" w:rsidP="006D4449">
      <w:r>
        <w:t>222.1735</w:t>
      </w:r>
      <w:r>
        <w:tab/>
        <w:t>1.339e1</w:t>
      </w:r>
    </w:p>
    <w:p w14:paraId="00758F2D" w14:textId="77777777" w:rsidR="006D4449" w:rsidRDefault="006D4449" w:rsidP="006D4449">
      <w:r>
        <w:t>222.1755</w:t>
      </w:r>
      <w:r>
        <w:tab/>
        <w:t>1.539e1</w:t>
      </w:r>
    </w:p>
    <w:p w14:paraId="39026679" w14:textId="77777777" w:rsidR="006D4449" w:rsidRDefault="006D4449" w:rsidP="006D4449">
      <w:r>
        <w:t>222.2184</w:t>
      </w:r>
      <w:r>
        <w:tab/>
        <w:t>1.013e0</w:t>
      </w:r>
    </w:p>
    <w:p w14:paraId="2C22017B" w14:textId="77777777" w:rsidR="006D4449" w:rsidRDefault="006D4449" w:rsidP="006D4449">
      <w:r>
        <w:t>222.2213</w:t>
      </w:r>
      <w:r>
        <w:tab/>
        <w:t>1.013e0</w:t>
      </w:r>
    </w:p>
    <w:p w14:paraId="2F9FA29A" w14:textId="77777777" w:rsidR="006D4449" w:rsidRDefault="006D4449" w:rsidP="006D4449">
      <w:r>
        <w:t>222.2285</w:t>
      </w:r>
      <w:r>
        <w:tab/>
        <w:t>2.509e0</w:t>
      </w:r>
    </w:p>
    <w:p w14:paraId="1A2DBC66" w14:textId="77777777" w:rsidR="006D4449" w:rsidRDefault="006D4449" w:rsidP="006D4449">
      <w:r>
        <w:t>222.2503</w:t>
      </w:r>
      <w:r>
        <w:tab/>
        <w:t>4.051e0</w:t>
      </w:r>
    </w:p>
    <w:p w14:paraId="67A14F59" w14:textId="77777777" w:rsidR="006D4449" w:rsidRDefault="006D4449" w:rsidP="006D4449">
      <w:r>
        <w:t>222.2628</w:t>
      </w:r>
      <w:r>
        <w:tab/>
        <w:t>1.013e0</w:t>
      </w:r>
    </w:p>
    <w:p w14:paraId="326DEF50" w14:textId="77777777" w:rsidR="006D4449" w:rsidRDefault="006D4449" w:rsidP="006D4449">
      <w:r>
        <w:t>222.2677</w:t>
      </w:r>
      <w:r>
        <w:tab/>
        <w:t>3.038e0</w:t>
      </w:r>
    </w:p>
    <w:p w14:paraId="3E828BB5" w14:textId="77777777" w:rsidR="006D4449" w:rsidRDefault="006D4449" w:rsidP="006D4449">
      <w:r>
        <w:t>222.2781</w:t>
      </w:r>
      <w:r>
        <w:tab/>
        <w:t>2.025e0</w:t>
      </w:r>
    </w:p>
    <w:p w14:paraId="313668B6" w14:textId="77777777" w:rsidR="006D4449" w:rsidRDefault="006D4449" w:rsidP="006D4449">
      <w:r>
        <w:t>222.2800</w:t>
      </w:r>
      <w:r>
        <w:tab/>
        <w:t>2.025e0</w:t>
      </w:r>
    </w:p>
    <w:p w14:paraId="0F5BCC50" w14:textId="77777777" w:rsidR="006D4449" w:rsidRDefault="006D4449" w:rsidP="006D4449">
      <w:r>
        <w:t>222.2994</w:t>
      </w:r>
      <w:r>
        <w:tab/>
        <w:t>2.025e0</w:t>
      </w:r>
    </w:p>
    <w:p w14:paraId="4FB9C365" w14:textId="77777777" w:rsidR="006D4449" w:rsidRDefault="006D4449" w:rsidP="006D4449">
      <w:r>
        <w:t>222.3083</w:t>
      </w:r>
      <w:r>
        <w:tab/>
        <w:t>1.013e0</w:t>
      </w:r>
    </w:p>
    <w:p w14:paraId="2489EB96" w14:textId="77777777" w:rsidR="006D4449" w:rsidRDefault="006D4449" w:rsidP="006D4449">
      <w:r>
        <w:t>222.3219</w:t>
      </w:r>
      <w:r>
        <w:tab/>
        <w:t>1.013e0</w:t>
      </w:r>
    </w:p>
    <w:p w14:paraId="5A1F9090" w14:textId="77777777" w:rsidR="006D4449" w:rsidRDefault="006D4449" w:rsidP="006D4449">
      <w:r>
        <w:t>222.3378</w:t>
      </w:r>
      <w:r>
        <w:tab/>
        <w:t>1.013e0</w:t>
      </w:r>
    </w:p>
    <w:p w14:paraId="07F9D190" w14:textId="77777777" w:rsidR="006D4449" w:rsidRDefault="006D4449" w:rsidP="006D4449">
      <w:r>
        <w:t>222.3407</w:t>
      </w:r>
      <w:r>
        <w:tab/>
        <w:t>1.013e0</w:t>
      </w:r>
    </w:p>
    <w:p w14:paraId="15E92E59" w14:textId="77777777" w:rsidR="006D4449" w:rsidRDefault="006D4449" w:rsidP="006D4449">
      <w:r>
        <w:lastRenderedPageBreak/>
        <w:t>222.3610</w:t>
      </w:r>
      <w:r>
        <w:tab/>
        <w:t>1.013e0</w:t>
      </w:r>
    </w:p>
    <w:p w14:paraId="2DA3C62E" w14:textId="77777777" w:rsidR="006D4449" w:rsidRDefault="006D4449" w:rsidP="006D4449">
      <w:r>
        <w:t>222.3723</w:t>
      </w:r>
      <w:r>
        <w:tab/>
        <w:t>1.013e0</w:t>
      </w:r>
    </w:p>
    <w:p w14:paraId="7EF68EE0" w14:textId="77777777" w:rsidR="006D4449" w:rsidRDefault="006D4449" w:rsidP="006D4449">
      <w:r>
        <w:t>222.3756</w:t>
      </w:r>
      <w:r>
        <w:tab/>
        <w:t>1.013e0</w:t>
      </w:r>
    </w:p>
    <w:p w14:paraId="53D4221B" w14:textId="77777777" w:rsidR="006D4449" w:rsidRDefault="006D4449" w:rsidP="006D4449">
      <w:r>
        <w:t>222.3934</w:t>
      </w:r>
      <w:r>
        <w:tab/>
        <w:t>1.013e0</w:t>
      </w:r>
    </w:p>
    <w:p w14:paraId="0C2D5408" w14:textId="77777777" w:rsidR="006D4449" w:rsidRDefault="006D4449" w:rsidP="006D4449">
      <w:r>
        <w:t>222.4207</w:t>
      </w:r>
      <w:r>
        <w:tab/>
        <w:t>1.013e0</w:t>
      </w:r>
    </w:p>
    <w:p w14:paraId="41FD71CD" w14:textId="77777777" w:rsidR="006D4449" w:rsidRDefault="006D4449" w:rsidP="006D4449">
      <w:r>
        <w:t>222.4274</w:t>
      </w:r>
      <w:r>
        <w:tab/>
        <w:t>1.013e0</w:t>
      </w:r>
    </w:p>
    <w:p w14:paraId="33039679" w14:textId="77777777" w:rsidR="006D4449" w:rsidRDefault="006D4449" w:rsidP="006D4449">
      <w:r>
        <w:t>222.4398</w:t>
      </w:r>
      <w:r>
        <w:tab/>
        <w:t>1.013e0</w:t>
      </w:r>
    </w:p>
    <w:p w14:paraId="2BB060FF" w14:textId="77777777" w:rsidR="006D4449" w:rsidRDefault="006D4449" w:rsidP="006D4449">
      <w:r>
        <w:t>222.4480</w:t>
      </w:r>
      <w:r>
        <w:tab/>
        <w:t>1.013e0</w:t>
      </w:r>
    </w:p>
    <w:p w14:paraId="2885E397" w14:textId="77777777" w:rsidR="006D4449" w:rsidRDefault="006D4449" w:rsidP="006D4449">
      <w:r>
        <w:t>222.4644</w:t>
      </w:r>
      <w:r>
        <w:tab/>
        <w:t>2.025e0</w:t>
      </w:r>
    </w:p>
    <w:p w14:paraId="3378E03D" w14:textId="77777777" w:rsidR="006D4449" w:rsidRDefault="006D4449" w:rsidP="006D4449">
      <w:r>
        <w:t>222.4765</w:t>
      </w:r>
      <w:r>
        <w:tab/>
        <w:t>1.013e0</w:t>
      </w:r>
    </w:p>
    <w:p w14:paraId="3F3F4978" w14:textId="77777777" w:rsidR="006D4449" w:rsidRDefault="006D4449" w:rsidP="006D4449">
      <w:r>
        <w:t>222.4891</w:t>
      </w:r>
      <w:r>
        <w:tab/>
        <w:t>2.025e0</w:t>
      </w:r>
    </w:p>
    <w:p w14:paraId="79F25B1B" w14:textId="77777777" w:rsidR="006D4449" w:rsidRDefault="006D4449" w:rsidP="006D4449">
      <w:r>
        <w:t>222.4958</w:t>
      </w:r>
      <w:r>
        <w:tab/>
        <w:t>1.013e0</w:t>
      </w:r>
    </w:p>
    <w:p w14:paraId="619E04D5" w14:textId="77777777" w:rsidR="006D4449" w:rsidRDefault="006D4449" w:rsidP="006D4449">
      <w:r>
        <w:t>222.4996</w:t>
      </w:r>
      <w:r>
        <w:tab/>
        <w:t>1.013e0</w:t>
      </w:r>
    </w:p>
    <w:p w14:paraId="062C3A1F" w14:textId="77777777" w:rsidR="006D4449" w:rsidRDefault="006D4449" w:rsidP="006D4449">
      <w:r>
        <w:t>222.5275</w:t>
      </w:r>
      <w:r>
        <w:tab/>
        <w:t>2.025e0</w:t>
      </w:r>
    </w:p>
    <w:p w14:paraId="69BE6976" w14:textId="77777777" w:rsidR="006D4449" w:rsidRDefault="006D4449" w:rsidP="006D4449">
      <w:r>
        <w:t>222.5594</w:t>
      </w:r>
      <w:r>
        <w:tab/>
        <w:t>2.025e0</w:t>
      </w:r>
    </w:p>
    <w:p w14:paraId="48E0C888" w14:textId="77777777" w:rsidR="006D4449" w:rsidRDefault="006D4449" w:rsidP="006D4449">
      <w:r>
        <w:t>222.5671</w:t>
      </w:r>
      <w:r>
        <w:tab/>
        <w:t>2.025e0</w:t>
      </w:r>
    </w:p>
    <w:p w14:paraId="7279DC20" w14:textId="77777777" w:rsidR="006D4449" w:rsidRDefault="006D4449" w:rsidP="006D4449">
      <w:r>
        <w:t>222.5986</w:t>
      </w:r>
      <w:r>
        <w:tab/>
        <w:t>1.013e0</w:t>
      </w:r>
    </w:p>
    <w:p w14:paraId="47FEA5D8" w14:textId="77777777" w:rsidR="006D4449" w:rsidRDefault="006D4449" w:rsidP="006D4449">
      <w:r>
        <w:t>222.6095</w:t>
      </w:r>
      <w:r>
        <w:tab/>
        <w:t>2.025e0</w:t>
      </w:r>
    </w:p>
    <w:p w14:paraId="0F2D30CE" w14:textId="77777777" w:rsidR="006D4449" w:rsidRDefault="006D4449" w:rsidP="006D4449">
      <w:r>
        <w:t>222.6181</w:t>
      </w:r>
      <w:r>
        <w:tab/>
        <w:t>1.013e0</w:t>
      </w:r>
    </w:p>
    <w:p w14:paraId="53B60070" w14:textId="77777777" w:rsidR="006D4449" w:rsidRDefault="006D4449" w:rsidP="006D4449">
      <w:r>
        <w:lastRenderedPageBreak/>
        <w:t>222.6268</w:t>
      </w:r>
      <w:r>
        <w:tab/>
        <w:t>1.013e0</w:t>
      </w:r>
    </w:p>
    <w:p w14:paraId="083BABF9" w14:textId="77777777" w:rsidR="006D4449" w:rsidRDefault="006D4449" w:rsidP="006D4449">
      <w:r>
        <w:t>222.6364</w:t>
      </w:r>
      <w:r>
        <w:tab/>
        <w:t>2.025e0</w:t>
      </w:r>
    </w:p>
    <w:p w14:paraId="7441166B" w14:textId="77777777" w:rsidR="006D4449" w:rsidRDefault="006D4449" w:rsidP="006D4449">
      <w:r>
        <w:t>222.6741</w:t>
      </w:r>
      <w:r>
        <w:tab/>
        <w:t>2.025e0</w:t>
      </w:r>
    </w:p>
    <w:p w14:paraId="0005F219" w14:textId="77777777" w:rsidR="006D4449" w:rsidRDefault="006D4449" w:rsidP="006D4449">
      <w:r>
        <w:t>222.6856</w:t>
      </w:r>
      <w:r>
        <w:tab/>
        <w:t>1.013e0</w:t>
      </w:r>
    </w:p>
    <w:p w14:paraId="7F2559DB" w14:textId="77777777" w:rsidR="006D4449" w:rsidRDefault="006D4449" w:rsidP="006D4449">
      <w:r>
        <w:t>222.6885</w:t>
      </w:r>
      <w:r>
        <w:tab/>
        <w:t>2.025e0</w:t>
      </w:r>
    </w:p>
    <w:p w14:paraId="56F53047" w14:textId="77777777" w:rsidR="006D4449" w:rsidRDefault="006D4449" w:rsidP="006D4449">
      <w:r>
        <w:t>222.7052</w:t>
      </w:r>
      <w:r>
        <w:tab/>
        <w:t>3.038e0</w:t>
      </w:r>
    </w:p>
    <w:p w14:paraId="1749F607" w14:textId="77777777" w:rsidR="006D4449" w:rsidRDefault="006D4449" w:rsidP="006D4449">
      <w:r>
        <w:t>222.7305</w:t>
      </w:r>
      <w:r>
        <w:tab/>
        <w:t>4.051e0</w:t>
      </w:r>
    </w:p>
    <w:p w14:paraId="0B70230B" w14:textId="77777777" w:rsidR="006D4449" w:rsidRDefault="006D4449" w:rsidP="006D4449">
      <w:r>
        <w:t>222.7362</w:t>
      </w:r>
      <w:r>
        <w:tab/>
        <w:t>2.025e0</w:t>
      </w:r>
    </w:p>
    <w:p w14:paraId="67FD0ED2" w14:textId="77777777" w:rsidR="006D4449" w:rsidRDefault="006D4449" w:rsidP="006D4449">
      <w:r>
        <w:t>222.7435</w:t>
      </w:r>
      <w:r>
        <w:tab/>
        <w:t>3.038e0</w:t>
      </w:r>
    </w:p>
    <w:p w14:paraId="722E8679" w14:textId="77777777" w:rsidR="006D4449" w:rsidRDefault="006D4449" w:rsidP="006D4449">
      <w:r>
        <w:t>222.7502</w:t>
      </w:r>
      <w:r>
        <w:tab/>
        <w:t>1.013e0</w:t>
      </w:r>
    </w:p>
    <w:p w14:paraId="7DE9B748" w14:textId="77777777" w:rsidR="006D4449" w:rsidRDefault="006D4449" w:rsidP="006D4449">
      <w:r>
        <w:t>222.7733</w:t>
      </w:r>
      <w:r>
        <w:tab/>
        <w:t>1.013e0</w:t>
      </w:r>
    </w:p>
    <w:p w14:paraId="0A293195" w14:textId="77777777" w:rsidR="006D4449" w:rsidRDefault="006D4449" w:rsidP="006D4449">
      <w:r>
        <w:t>222.7922</w:t>
      </w:r>
      <w:r>
        <w:tab/>
        <w:t>1.013e0</w:t>
      </w:r>
    </w:p>
    <w:p w14:paraId="695FCE4F" w14:textId="77777777" w:rsidR="006D4449" w:rsidRDefault="006D4449" w:rsidP="006D4449">
      <w:r>
        <w:t>222.8117</w:t>
      </w:r>
      <w:r>
        <w:tab/>
        <w:t>2.025e0</w:t>
      </w:r>
    </w:p>
    <w:p w14:paraId="1B7A9AD9" w14:textId="77777777" w:rsidR="006D4449" w:rsidRDefault="006D4449" w:rsidP="006D4449">
      <w:r>
        <w:t>222.8176</w:t>
      </w:r>
      <w:r>
        <w:tab/>
        <w:t>1.013e0</w:t>
      </w:r>
    </w:p>
    <w:p w14:paraId="49932AC2" w14:textId="77777777" w:rsidR="006D4449" w:rsidRDefault="006D4449" w:rsidP="006D4449">
      <w:r>
        <w:t>222.8214</w:t>
      </w:r>
      <w:r>
        <w:tab/>
        <w:t>1.013e0</w:t>
      </w:r>
    </w:p>
    <w:p w14:paraId="2DDC2999" w14:textId="77777777" w:rsidR="006D4449" w:rsidRDefault="006D4449" w:rsidP="006D4449">
      <w:r>
        <w:t>222.8321</w:t>
      </w:r>
      <w:r>
        <w:tab/>
        <w:t>1.013e0</w:t>
      </w:r>
    </w:p>
    <w:p w14:paraId="7234933E" w14:textId="77777777" w:rsidR="006D4449" w:rsidRDefault="006D4449" w:rsidP="006D4449">
      <w:r>
        <w:t>222.8369</w:t>
      </w:r>
      <w:r>
        <w:tab/>
        <w:t>1.013e0</w:t>
      </w:r>
    </w:p>
    <w:p w14:paraId="6601A85C" w14:textId="77777777" w:rsidR="006D4449" w:rsidRDefault="006D4449" w:rsidP="006D4449">
      <w:r>
        <w:t>222.8521</w:t>
      </w:r>
      <w:r>
        <w:tab/>
        <w:t>1.013e0</w:t>
      </w:r>
    </w:p>
    <w:p w14:paraId="68A4AE8E" w14:textId="77777777" w:rsidR="006D4449" w:rsidRDefault="006D4449" w:rsidP="006D4449">
      <w:r>
        <w:t>222.8680</w:t>
      </w:r>
      <w:r>
        <w:tab/>
        <w:t>1.013e0</w:t>
      </w:r>
    </w:p>
    <w:p w14:paraId="10C97553" w14:textId="77777777" w:rsidR="006D4449" w:rsidRDefault="006D4449" w:rsidP="006D4449">
      <w:r>
        <w:lastRenderedPageBreak/>
        <w:t>222.8844</w:t>
      </w:r>
      <w:r>
        <w:tab/>
        <w:t>4.051e0</w:t>
      </w:r>
    </w:p>
    <w:p w14:paraId="1BA6AEAC" w14:textId="77777777" w:rsidR="006D4449" w:rsidRDefault="006D4449" w:rsidP="006D4449">
      <w:r>
        <w:t>222.9149</w:t>
      </w:r>
      <w:r>
        <w:tab/>
        <w:t>1.013e0</w:t>
      </w:r>
    </w:p>
    <w:p w14:paraId="6487B4D4" w14:textId="77777777" w:rsidR="006D4449" w:rsidRDefault="006D4449" w:rsidP="006D4449">
      <w:r>
        <w:t>222.9397</w:t>
      </w:r>
      <w:r>
        <w:tab/>
        <w:t>1.013e0</w:t>
      </w:r>
    </w:p>
    <w:p w14:paraId="453119A2" w14:textId="77777777" w:rsidR="006D4449" w:rsidRDefault="006D4449" w:rsidP="006D4449">
      <w:r>
        <w:t>222.9526</w:t>
      </w:r>
      <w:r>
        <w:tab/>
        <w:t>1.013e0</w:t>
      </w:r>
    </w:p>
    <w:p w14:paraId="07B135EB" w14:textId="77777777" w:rsidR="006D4449" w:rsidRDefault="006D4449" w:rsidP="006D4449">
      <w:r>
        <w:t>222.9786</w:t>
      </w:r>
      <w:r>
        <w:tab/>
        <w:t>1.013e0</w:t>
      </w:r>
    </w:p>
    <w:p w14:paraId="346E3896" w14:textId="77777777" w:rsidR="006D4449" w:rsidRDefault="006D4449" w:rsidP="006D4449">
      <w:r>
        <w:t>223.0149</w:t>
      </w:r>
      <w:r>
        <w:tab/>
        <w:t>4.470e1</w:t>
      </w:r>
    </w:p>
    <w:p w14:paraId="037D9F86" w14:textId="77777777" w:rsidR="006D4449" w:rsidRDefault="006D4449" w:rsidP="006D4449">
      <w:r>
        <w:t>223.0191</w:t>
      </w:r>
      <w:r>
        <w:tab/>
        <w:t>2.093e1</w:t>
      </w:r>
    </w:p>
    <w:p w14:paraId="055D80AB" w14:textId="77777777" w:rsidR="006D4449" w:rsidRDefault="006D4449" w:rsidP="006D4449">
      <w:r>
        <w:t>223.0216</w:t>
      </w:r>
      <w:r>
        <w:tab/>
        <w:t>1.290e1</w:t>
      </w:r>
    </w:p>
    <w:p w14:paraId="6F1DE14E" w14:textId="77777777" w:rsidR="006D4449" w:rsidRDefault="006D4449" w:rsidP="006D4449">
      <w:r>
        <w:t>223.0246</w:t>
      </w:r>
      <w:r>
        <w:tab/>
        <w:t>1.722e1</w:t>
      </w:r>
    </w:p>
    <w:p w14:paraId="68596E96" w14:textId="77777777" w:rsidR="006D4449" w:rsidRDefault="006D4449" w:rsidP="006D4449">
      <w:r>
        <w:t>223.0596</w:t>
      </w:r>
      <w:r>
        <w:tab/>
        <w:t>1.547e0</w:t>
      </w:r>
    </w:p>
    <w:p w14:paraId="49F45712" w14:textId="77777777" w:rsidR="006D4449" w:rsidRDefault="006D4449" w:rsidP="006D4449">
      <w:r>
        <w:t>223.0746</w:t>
      </w:r>
      <w:r>
        <w:tab/>
        <w:t>1.013e0</w:t>
      </w:r>
    </w:p>
    <w:p w14:paraId="3DBD1A91" w14:textId="77777777" w:rsidR="006D4449" w:rsidRDefault="006D4449" w:rsidP="006D4449">
      <w:r>
        <w:t>223.0942</w:t>
      </w:r>
      <w:r>
        <w:tab/>
        <w:t>7.089e0</w:t>
      </w:r>
    </w:p>
    <w:p w14:paraId="1AB0FC07" w14:textId="77777777" w:rsidR="006D4449" w:rsidRDefault="006D4449" w:rsidP="006D4449">
      <w:r>
        <w:t>223.0977</w:t>
      </w:r>
      <w:r>
        <w:tab/>
        <w:t>1.418e1</w:t>
      </w:r>
    </w:p>
    <w:p w14:paraId="12C159BC" w14:textId="77777777" w:rsidR="006D4449" w:rsidRDefault="006D4449" w:rsidP="006D4449">
      <w:r>
        <w:t>223.1003</w:t>
      </w:r>
      <w:r>
        <w:tab/>
        <w:t>7.089e0</w:t>
      </w:r>
    </w:p>
    <w:p w14:paraId="1E9C35D3" w14:textId="77777777" w:rsidR="006D4449" w:rsidRDefault="006D4449" w:rsidP="006D4449">
      <w:r>
        <w:t>223.1206</w:t>
      </w:r>
      <w:r>
        <w:tab/>
        <w:t>3.038e0</w:t>
      </w:r>
    </w:p>
    <w:p w14:paraId="69C99FCA" w14:textId="77777777" w:rsidR="006D4449" w:rsidRDefault="006D4449" w:rsidP="006D4449">
      <w:r>
        <w:t>223.1216</w:t>
      </w:r>
      <w:r>
        <w:tab/>
        <w:t>5.063e0</w:t>
      </w:r>
    </w:p>
    <w:p w14:paraId="7703F4CD" w14:textId="77777777" w:rsidR="006D4449" w:rsidRDefault="006D4449" w:rsidP="006D4449">
      <w:r>
        <w:t>223.1543</w:t>
      </w:r>
      <w:r>
        <w:tab/>
        <w:t>4.550e0</w:t>
      </w:r>
    </w:p>
    <w:p w14:paraId="6DD3564E" w14:textId="77777777" w:rsidR="006D4449" w:rsidRDefault="006D4449" w:rsidP="006D4449">
      <w:r>
        <w:t>223.1663</w:t>
      </w:r>
      <w:r>
        <w:tab/>
        <w:t>6.076e0</w:t>
      </w:r>
    </w:p>
    <w:p w14:paraId="5FA2D5A9" w14:textId="77777777" w:rsidR="006D4449" w:rsidRDefault="006D4449" w:rsidP="006D4449">
      <w:r>
        <w:t>223.1790</w:t>
      </w:r>
      <w:r>
        <w:tab/>
        <w:t>6.076e0</w:t>
      </w:r>
    </w:p>
    <w:p w14:paraId="04EBA0D2" w14:textId="77777777" w:rsidR="006D4449" w:rsidRDefault="006D4449" w:rsidP="006D4449">
      <w:r>
        <w:lastRenderedPageBreak/>
        <w:t>223.1829</w:t>
      </w:r>
      <w:r>
        <w:tab/>
        <w:t>2.025e0</w:t>
      </w:r>
    </w:p>
    <w:p w14:paraId="5E854565" w14:textId="77777777" w:rsidR="006D4449" w:rsidRDefault="006D4449" w:rsidP="006D4449">
      <w:r>
        <w:t>223.1849</w:t>
      </w:r>
      <w:r>
        <w:tab/>
        <w:t>3.038e0</w:t>
      </w:r>
    </w:p>
    <w:p w14:paraId="39C41ADE" w14:textId="77777777" w:rsidR="006D4449" w:rsidRDefault="006D4449" w:rsidP="006D4449">
      <w:r>
        <w:t>223.1910</w:t>
      </w:r>
      <w:r>
        <w:tab/>
        <w:t>3.038e0</w:t>
      </w:r>
    </w:p>
    <w:p w14:paraId="3347950F" w14:textId="77777777" w:rsidR="006D4449" w:rsidRDefault="006D4449" w:rsidP="006D4449">
      <w:r>
        <w:t>223.2302</w:t>
      </w:r>
      <w:r>
        <w:tab/>
        <w:t>1.013e0</w:t>
      </w:r>
    </w:p>
    <w:p w14:paraId="5C2E3531" w14:textId="77777777" w:rsidR="006D4449" w:rsidRDefault="006D4449" w:rsidP="006D4449">
      <w:r>
        <w:t>223.2341</w:t>
      </w:r>
      <w:r>
        <w:tab/>
        <w:t>2.025e0</w:t>
      </w:r>
    </w:p>
    <w:p w14:paraId="73BB8359" w14:textId="77777777" w:rsidR="006D4449" w:rsidRDefault="006D4449" w:rsidP="006D4449">
      <w:r>
        <w:t>223.2370</w:t>
      </w:r>
      <w:r>
        <w:tab/>
        <w:t>1.013e0</w:t>
      </w:r>
    </w:p>
    <w:p w14:paraId="7BAAD268" w14:textId="77777777" w:rsidR="006D4449" w:rsidRDefault="006D4449" w:rsidP="006D4449">
      <w:r>
        <w:t>223.2409</w:t>
      </w:r>
      <w:r>
        <w:tab/>
        <w:t>1.013e0</w:t>
      </w:r>
    </w:p>
    <w:p w14:paraId="6356E155" w14:textId="77777777" w:rsidR="006D4449" w:rsidRDefault="006D4449" w:rsidP="006D4449">
      <w:r>
        <w:t>223.2653</w:t>
      </w:r>
      <w:r>
        <w:tab/>
        <w:t>1.013e0</w:t>
      </w:r>
    </w:p>
    <w:p w14:paraId="170F55F8" w14:textId="77777777" w:rsidR="006D4449" w:rsidRDefault="006D4449" w:rsidP="006D4449">
      <w:r>
        <w:t>223.2728</w:t>
      </w:r>
      <w:r>
        <w:tab/>
        <w:t>1.013e0</w:t>
      </w:r>
    </w:p>
    <w:p w14:paraId="4261C7A3" w14:textId="77777777" w:rsidR="006D4449" w:rsidRDefault="006D4449" w:rsidP="006D4449">
      <w:r>
        <w:t>223.2835</w:t>
      </w:r>
      <w:r>
        <w:tab/>
        <w:t>2.025e0</w:t>
      </w:r>
    </w:p>
    <w:p w14:paraId="3C348910" w14:textId="77777777" w:rsidR="006D4449" w:rsidRDefault="006D4449" w:rsidP="006D4449">
      <w:r>
        <w:t>223.2939</w:t>
      </w:r>
      <w:r>
        <w:tab/>
        <w:t>1.013e0</w:t>
      </w:r>
    </w:p>
    <w:p w14:paraId="467B0447" w14:textId="77777777" w:rsidR="006D4449" w:rsidRDefault="006D4449" w:rsidP="006D4449">
      <w:r>
        <w:t>223.3413</w:t>
      </w:r>
      <w:r>
        <w:tab/>
        <w:t>1.013e0</w:t>
      </w:r>
    </w:p>
    <w:p w14:paraId="785FECFC" w14:textId="77777777" w:rsidR="006D4449" w:rsidRDefault="006D4449" w:rsidP="006D4449">
      <w:r>
        <w:t>223.3497</w:t>
      </w:r>
      <w:r>
        <w:tab/>
        <w:t>1.013e0</w:t>
      </w:r>
    </w:p>
    <w:p w14:paraId="13136D8B" w14:textId="77777777" w:rsidR="006D4449" w:rsidRDefault="006D4449" w:rsidP="006D4449">
      <w:r>
        <w:t>223.3912</w:t>
      </w:r>
      <w:r>
        <w:tab/>
        <w:t>1.013e0</w:t>
      </w:r>
    </w:p>
    <w:p w14:paraId="6B5E39D9" w14:textId="77777777" w:rsidR="006D4449" w:rsidRDefault="006D4449" w:rsidP="006D4449">
      <w:r>
        <w:t>223.3961</w:t>
      </w:r>
      <w:r>
        <w:tab/>
        <w:t>1.013e0</w:t>
      </w:r>
    </w:p>
    <w:p w14:paraId="18DE1732" w14:textId="77777777" w:rsidR="006D4449" w:rsidRDefault="006D4449" w:rsidP="006D4449">
      <w:r>
        <w:t>223.4130</w:t>
      </w:r>
      <w:r>
        <w:tab/>
        <w:t>1.013e0</w:t>
      </w:r>
    </w:p>
    <w:p w14:paraId="1B2C993B" w14:textId="77777777" w:rsidR="006D4449" w:rsidRDefault="006D4449" w:rsidP="006D4449">
      <w:r>
        <w:t>223.4366</w:t>
      </w:r>
      <w:r>
        <w:tab/>
        <w:t>1.013e0</w:t>
      </w:r>
    </w:p>
    <w:p w14:paraId="18FF2B87" w14:textId="77777777" w:rsidR="006D4449" w:rsidRDefault="006D4449" w:rsidP="006D4449">
      <w:r>
        <w:t>223.4434</w:t>
      </w:r>
      <w:r>
        <w:tab/>
        <w:t>1.013e0</w:t>
      </w:r>
    </w:p>
    <w:p w14:paraId="10358B46" w14:textId="77777777" w:rsidR="006D4449" w:rsidRDefault="006D4449" w:rsidP="006D4449">
      <w:r>
        <w:t>223.4696</w:t>
      </w:r>
      <w:r>
        <w:tab/>
        <w:t>2.025e0</w:t>
      </w:r>
    </w:p>
    <w:p w14:paraId="712CBCDE" w14:textId="77777777" w:rsidR="006D4449" w:rsidRDefault="006D4449" w:rsidP="006D4449">
      <w:r>
        <w:lastRenderedPageBreak/>
        <w:t>223.4721</w:t>
      </w:r>
      <w:r>
        <w:tab/>
        <w:t>1.013e0</w:t>
      </w:r>
    </w:p>
    <w:p w14:paraId="5C567294" w14:textId="77777777" w:rsidR="006D4449" w:rsidRDefault="006D4449" w:rsidP="006D4449">
      <w:r>
        <w:t>223.4848</w:t>
      </w:r>
      <w:r>
        <w:tab/>
        <w:t>1.013e0</w:t>
      </w:r>
    </w:p>
    <w:p w14:paraId="7B768130" w14:textId="77777777" w:rsidR="006D4449" w:rsidRDefault="006D4449" w:rsidP="006D4449">
      <w:r>
        <w:t>223.4879</w:t>
      </w:r>
      <w:r>
        <w:tab/>
        <w:t>1.013e0</w:t>
      </w:r>
    </w:p>
    <w:p w14:paraId="0C46FE16" w14:textId="77777777" w:rsidR="006D4449" w:rsidRDefault="006D4449" w:rsidP="006D4449">
      <w:r>
        <w:t>223.5003</w:t>
      </w:r>
      <w:r>
        <w:tab/>
        <w:t>1.013e0</w:t>
      </w:r>
    </w:p>
    <w:p w14:paraId="1A8E37FC" w14:textId="77777777" w:rsidR="006D4449" w:rsidRDefault="006D4449" w:rsidP="006D4449">
      <w:r>
        <w:t>223.5064</w:t>
      </w:r>
      <w:r>
        <w:tab/>
        <w:t>3.038e0</w:t>
      </w:r>
    </w:p>
    <w:p w14:paraId="5D06758B" w14:textId="77777777" w:rsidR="006D4449" w:rsidRDefault="006D4449" w:rsidP="006D4449">
      <w:r>
        <w:t>223.5099</w:t>
      </w:r>
      <w:r>
        <w:tab/>
        <w:t>2.025e0</w:t>
      </w:r>
    </w:p>
    <w:p w14:paraId="5BD83BC6" w14:textId="77777777" w:rsidR="006D4449" w:rsidRDefault="006D4449" w:rsidP="006D4449">
      <w:r>
        <w:t>223.5262</w:t>
      </w:r>
      <w:r>
        <w:tab/>
        <w:t>1.013e0</w:t>
      </w:r>
    </w:p>
    <w:p w14:paraId="1179F273" w14:textId="77777777" w:rsidR="006D4449" w:rsidRDefault="006D4449" w:rsidP="006D4449">
      <w:r>
        <w:t>223.5313</w:t>
      </w:r>
      <w:r>
        <w:tab/>
        <w:t>1.013e0</w:t>
      </w:r>
    </w:p>
    <w:p w14:paraId="0E56DF40" w14:textId="77777777" w:rsidR="006D4449" w:rsidRDefault="006D4449" w:rsidP="006D4449">
      <w:r>
        <w:t>223.5493</w:t>
      </w:r>
      <w:r>
        <w:tab/>
        <w:t>4.051e0</w:t>
      </w:r>
    </w:p>
    <w:p w14:paraId="35BF59F1" w14:textId="77777777" w:rsidR="006D4449" w:rsidRDefault="006D4449" w:rsidP="006D4449">
      <w:r>
        <w:t>223.5678</w:t>
      </w:r>
      <w:r>
        <w:tab/>
        <w:t>1.013e0</w:t>
      </w:r>
    </w:p>
    <w:p w14:paraId="08EA352A" w14:textId="77777777" w:rsidR="006D4449" w:rsidRDefault="006D4449" w:rsidP="006D4449">
      <w:r>
        <w:t>223.5748</w:t>
      </w:r>
      <w:r>
        <w:tab/>
        <w:t>4.762e0</w:t>
      </w:r>
    </w:p>
    <w:p w14:paraId="1C065218" w14:textId="77777777" w:rsidR="006D4449" w:rsidRDefault="006D4449" w:rsidP="006D4449">
      <w:r>
        <w:t>223.5843</w:t>
      </w:r>
      <w:r>
        <w:tab/>
        <w:t>3.038e0</w:t>
      </w:r>
    </w:p>
    <w:p w14:paraId="39882149" w14:textId="77777777" w:rsidR="006D4449" w:rsidRDefault="006D4449" w:rsidP="006D4449">
      <w:r>
        <w:t>223.6031</w:t>
      </w:r>
      <w:r>
        <w:tab/>
        <w:t>1.013e0</w:t>
      </w:r>
    </w:p>
    <w:p w14:paraId="3671BAB2" w14:textId="77777777" w:rsidR="006D4449" w:rsidRDefault="006D4449" w:rsidP="006D4449">
      <w:r>
        <w:t>223.6121</w:t>
      </w:r>
      <w:r>
        <w:tab/>
        <w:t>2.025e0</w:t>
      </w:r>
    </w:p>
    <w:p w14:paraId="44141BF3" w14:textId="77777777" w:rsidR="006D4449" w:rsidRDefault="006D4449" w:rsidP="006D4449">
      <w:r>
        <w:t>223.6401</w:t>
      </w:r>
      <w:r>
        <w:tab/>
        <w:t>3.038e0</w:t>
      </w:r>
    </w:p>
    <w:p w14:paraId="52811896" w14:textId="77777777" w:rsidR="006D4449" w:rsidRDefault="006D4449" w:rsidP="006D4449">
      <w:r>
        <w:t>223.6489</w:t>
      </w:r>
      <w:r>
        <w:tab/>
        <w:t>2.025e0</w:t>
      </w:r>
    </w:p>
    <w:p w14:paraId="3D990E21" w14:textId="77777777" w:rsidR="006D4449" w:rsidRDefault="006D4449" w:rsidP="006D4449">
      <w:r>
        <w:t>223.6591</w:t>
      </w:r>
      <w:r>
        <w:tab/>
        <w:t>2.025e0</w:t>
      </w:r>
    </w:p>
    <w:p w14:paraId="33BFE773" w14:textId="77777777" w:rsidR="006D4449" w:rsidRDefault="006D4449" w:rsidP="006D4449">
      <w:r>
        <w:t>223.6697</w:t>
      </w:r>
      <w:r>
        <w:tab/>
        <w:t>2.025e0</w:t>
      </w:r>
    </w:p>
    <w:p w14:paraId="641EE9FC" w14:textId="77777777" w:rsidR="006D4449" w:rsidRDefault="006D4449" w:rsidP="006D4449">
      <w:r>
        <w:t>223.6806</w:t>
      </w:r>
      <w:r>
        <w:tab/>
        <w:t>2.025e0</w:t>
      </w:r>
    </w:p>
    <w:p w14:paraId="11036621" w14:textId="77777777" w:rsidR="006D4449" w:rsidRDefault="006D4449" w:rsidP="006D4449">
      <w:r>
        <w:lastRenderedPageBreak/>
        <w:t>223.6876</w:t>
      </w:r>
      <w:r>
        <w:tab/>
        <w:t>2.025e0</w:t>
      </w:r>
    </w:p>
    <w:p w14:paraId="4A71C3F3" w14:textId="77777777" w:rsidR="006D4449" w:rsidRDefault="006D4449" w:rsidP="006D4449">
      <w:r>
        <w:t>223.7174</w:t>
      </w:r>
      <w:r>
        <w:tab/>
        <w:t>2.025e0</w:t>
      </w:r>
    </w:p>
    <w:p w14:paraId="09771174" w14:textId="77777777" w:rsidR="006D4449" w:rsidRDefault="006D4449" w:rsidP="006D4449">
      <w:r>
        <w:t>223.7383</w:t>
      </w:r>
      <w:r>
        <w:tab/>
        <w:t>1.013e0</w:t>
      </w:r>
    </w:p>
    <w:p w14:paraId="37E55041" w14:textId="77777777" w:rsidR="006D4449" w:rsidRDefault="006D4449" w:rsidP="006D4449">
      <w:r>
        <w:t>223.7497</w:t>
      </w:r>
      <w:r>
        <w:tab/>
        <w:t>2.025e0</w:t>
      </w:r>
    </w:p>
    <w:p w14:paraId="7344A188" w14:textId="77777777" w:rsidR="006D4449" w:rsidRDefault="006D4449" w:rsidP="006D4449">
      <w:r>
        <w:t>223.7518</w:t>
      </w:r>
      <w:r>
        <w:tab/>
        <w:t>2.025e0</w:t>
      </w:r>
    </w:p>
    <w:p w14:paraId="2AF5C908" w14:textId="77777777" w:rsidR="006D4449" w:rsidRDefault="006D4449" w:rsidP="006D4449">
      <w:r>
        <w:t>223.7695</w:t>
      </w:r>
      <w:r>
        <w:tab/>
        <w:t>3.038e0</w:t>
      </w:r>
    </w:p>
    <w:p w14:paraId="322DFDAA" w14:textId="77777777" w:rsidR="006D4449" w:rsidRDefault="006D4449" w:rsidP="006D4449">
      <w:r>
        <w:t>223.7752</w:t>
      </w:r>
      <w:r>
        <w:tab/>
        <w:t>3.038e0</w:t>
      </w:r>
    </w:p>
    <w:p w14:paraId="296940B8" w14:textId="77777777" w:rsidR="006D4449" w:rsidRDefault="006D4449" w:rsidP="006D4449">
      <w:r>
        <w:t>223.7821</w:t>
      </w:r>
      <w:r>
        <w:tab/>
        <w:t>1.013e0</w:t>
      </w:r>
    </w:p>
    <w:p w14:paraId="45E4A424" w14:textId="77777777" w:rsidR="006D4449" w:rsidRDefault="006D4449" w:rsidP="006D4449">
      <w:r>
        <w:t>223.7850</w:t>
      </w:r>
      <w:r>
        <w:tab/>
        <w:t>1.013e0</w:t>
      </w:r>
    </w:p>
    <w:p w14:paraId="6F79D5FD" w14:textId="77777777" w:rsidR="006D4449" w:rsidRDefault="006D4449" w:rsidP="006D4449">
      <w:r>
        <w:t>223.7975</w:t>
      </w:r>
      <w:r>
        <w:tab/>
        <w:t>1.013e0</w:t>
      </w:r>
    </w:p>
    <w:p w14:paraId="30132DBE" w14:textId="77777777" w:rsidR="006D4449" w:rsidRDefault="006D4449" w:rsidP="006D4449">
      <w:r>
        <w:t>223.8144</w:t>
      </w:r>
      <w:r>
        <w:tab/>
        <w:t>3.038e0</w:t>
      </w:r>
    </w:p>
    <w:p w14:paraId="6ACE9BFA" w14:textId="77777777" w:rsidR="006D4449" w:rsidRDefault="006D4449" w:rsidP="006D4449">
      <w:r>
        <w:t>223.8285</w:t>
      </w:r>
      <w:r>
        <w:tab/>
        <w:t>2.025e0</w:t>
      </w:r>
    </w:p>
    <w:p w14:paraId="1342AA61" w14:textId="77777777" w:rsidR="006D4449" w:rsidRDefault="006D4449" w:rsidP="006D4449">
      <w:r>
        <w:t>223.8342</w:t>
      </w:r>
      <w:r>
        <w:tab/>
        <w:t>1.013e0</w:t>
      </w:r>
    </w:p>
    <w:p w14:paraId="7F8EF5B8" w14:textId="77777777" w:rsidR="006D4449" w:rsidRDefault="006D4449" w:rsidP="006D4449">
      <w:r>
        <w:t>223.8380</w:t>
      </w:r>
      <w:r>
        <w:tab/>
        <w:t>1.013e0</w:t>
      </w:r>
    </w:p>
    <w:p w14:paraId="2A7593AC" w14:textId="77777777" w:rsidR="006D4449" w:rsidRDefault="006D4449" w:rsidP="006D4449">
      <w:r>
        <w:t>223.8525</w:t>
      </w:r>
      <w:r>
        <w:tab/>
        <w:t>2.025e0</w:t>
      </w:r>
    </w:p>
    <w:p w14:paraId="7BAF02D3" w14:textId="77777777" w:rsidR="006D4449" w:rsidRDefault="006D4449" w:rsidP="006D4449">
      <w:r>
        <w:t>223.8573</w:t>
      </w:r>
      <w:r>
        <w:tab/>
        <w:t>1.013e0</w:t>
      </w:r>
    </w:p>
    <w:p w14:paraId="040C5496" w14:textId="77777777" w:rsidR="006D4449" w:rsidRDefault="006D4449" w:rsidP="006D4449">
      <w:r>
        <w:t>223.8655</w:t>
      </w:r>
      <w:r>
        <w:tab/>
        <w:t>2.025e0</w:t>
      </w:r>
    </w:p>
    <w:p w14:paraId="6815C2C0" w14:textId="77777777" w:rsidR="006D4449" w:rsidRDefault="006D4449" w:rsidP="006D4449">
      <w:r>
        <w:t>223.8687</w:t>
      </w:r>
      <w:r>
        <w:tab/>
        <w:t>3.038e0</w:t>
      </w:r>
    </w:p>
    <w:p w14:paraId="25DD2BCC" w14:textId="77777777" w:rsidR="006D4449" w:rsidRDefault="006D4449" w:rsidP="006D4449">
      <w:r>
        <w:t>223.8788</w:t>
      </w:r>
      <w:r>
        <w:tab/>
        <w:t>2.025e0</w:t>
      </w:r>
    </w:p>
    <w:p w14:paraId="30E6081A" w14:textId="77777777" w:rsidR="006D4449" w:rsidRDefault="006D4449" w:rsidP="006D4449">
      <w:r>
        <w:lastRenderedPageBreak/>
        <w:t>223.8969</w:t>
      </w:r>
      <w:r>
        <w:tab/>
        <w:t>1.013e0</w:t>
      </w:r>
    </w:p>
    <w:p w14:paraId="03D1A2DE" w14:textId="77777777" w:rsidR="006D4449" w:rsidRDefault="006D4449" w:rsidP="006D4449">
      <w:r>
        <w:t>223.9095</w:t>
      </w:r>
      <w:r>
        <w:tab/>
        <w:t>2.025e0</w:t>
      </w:r>
    </w:p>
    <w:p w14:paraId="1C61D4D3" w14:textId="77777777" w:rsidR="006D4449" w:rsidRDefault="006D4449" w:rsidP="006D4449">
      <w:r>
        <w:t>223.9172</w:t>
      </w:r>
      <w:r>
        <w:tab/>
        <w:t>1.013e0</w:t>
      </w:r>
    </w:p>
    <w:p w14:paraId="702E62A3" w14:textId="77777777" w:rsidR="006D4449" w:rsidRDefault="006D4449" w:rsidP="006D4449">
      <w:r>
        <w:t>223.9245</w:t>
      </w:r>
      <w:r>
        <w:tab/>
        <w:t>2.025e0</w:t>
      </w:r>
    </w:p>
    <w:p w14:paraId="3E8B0C10" w14:textId="77777777" w:rsidR="006D4449" w:rsidRDefault="006D4449" w:rsidP="006D4449">
      <w:r>
        <w:t>223.9564</w:t>
      </w:r>
      <w:r>
        <w:tab/>
        <w:t>3.038e0</w:t>
      </w:r>
    </w:p>
    <w:p w14:paraId="775A9D99" w14:textId="77777777" w:rsidR="006D4449" w:rsidRDefault="006D4449" w:rsidP="006D4449">
      <w:r>
        <w:t>224.0113</w:t>
      </w:r>
      <w:r>
        <w:tab/>
        <w:t>4.758e2</w:t>
      </w:r>
    </w:p>
    <w:p w14:paraId="6A5CE3FA" w14:textId="77777777" w:rsidR="006D4449" w:rsidRDefault="006D4449" w:rsidP="006D4449">
      <w:r>
        <w:t>224.0130</w:t>
      </w:r>
      <w:r>
        <w:tab/>
        <w:t>1.924e3</w:t>
      </w:r>
    </w:p>
    <w:p w14:paraId="08A2CF28" w14:textId="77777777" w:rsidR="006D4449" w:rsidRDefault="006D4449" w:rsidP="006D4449">
      <w:r>
        <w:t>224.0723</w:t>
      </w:r>
      <w:r>
        <w:tab/>
        <w:t>4.051e0</w:t>
      </w:r>
    </w:p>
    <w:p w14:paraId="68F1E322" w14:textId="77777777" w:rsidR="006D4449" w:rsidRDefault="006D4449" w:rsidP="006D4449">
      <w:r>
        <w:t>224.0808</w:t>
      </w:r>
      <w:r>
        <w:tab/>
        <w:t>4.051e0</w:t>
      </w:r>
    </w:p>
    <w:p w14:paraId="22A372A2" w14:textId="77777777" w:rsidR="006D4449" w:rsidRDefault="006D4449" w:rsidP="006D4449">
      <w:r>
        <w:t>224.0869</w:t>
      </w:r>
      <w:r>
        <w:tab/>
        <w:t>2.025e0</w:t>
      </w:r>
    </w:p>
    <w:p w14:paraId="73717E2D" w14:textId="77777777" w:rsidR="006D4449" w:rsidRDefault="006D4449" w:rsidP="006D4449">
      <w:r>
        <w:t>224.0981</w:t>
      </w:r>
      <w:r>
        <w:tab/>
        <w:t>7.089e0</w:t>
      </w:r>
    </w:p>
    <w:p w14:paraId="64026F91" w14:textId="77777777" w:rsidR="006D4449" w:rsidRDefault="006D4449" w:rsidP="006D4449">
      <w:r>
        <w:t>224.1026</w:t>
      </w:r>
      <w:r>
        <w:tab/>
        <w:t>4.051e0</w:t>
      </w:r>
    </w:p>
    <w:p w14:paraId="4C7F0B2E" w14:textId="77777777" w:rsidR="006D4449" w:rsidRDefault="006D4449" w:rsidP="006D4449">
      <w:r>
        <w:t>224.1108</w:t>
      </w:r>
      <w:r>
        <w:tab/>
        <w:t>4.051e0</w:t>
      </w:r>
    </w:p>
    <w:p w14:paraId="40DCC711" w14:textId="77777777" w:rsidR="006D4449" w:rsidRDefault="006D4449" w:rsidP="006D4449">
      <w:r>
        <w:t>224.1218</w:t>
      </w:r>
      <w:r>
        <w:tab/>
        <w:t>4.051e0</w:t>
      </w:r>
    </w:p>
    <w:p w14:paraId="70CDAB78" w14:textId="77777777" w:rsidR="006D4449" w:rsidRDefault="006D4449" w:rsidP="006D4449">
      <w:r>
        <w:t>224.1323</w:t>
      </w:r>
      <w:r>
        <w:tab/>
        <w:t>7.542e0</w:t>
      </w:r>
    </w:p>
    <w:p w14:paraId="1D3801B3" w14:textId="77777777" w:rsidR="006D4449" w:rsidRDefault="006D4449" w:rsidP="006D4449">
      <w:r>
        <w:t>224.1449</w:t>
      </w:r>
      <w:r>
        <w:tab/>
        <w:t>7.321e0</w:t>
      </w:r>
    </w:p>
    <w:p w14:paraId="08A5E11C" w14:textId="77777777" w:rsidR="006D4449" w:rsidRDefault="006D4449" w:rsidP="006D4449">
      <w:r>
        <w:t>224.1558</w:t>
      </w:r>
      <w:r>
        <w:tab/>
        <w:t>4.051e0</w:t>
      </w:r>
    </w:p>
    <w:p w14:paraId="5EB9A1AC" w14:textId="77777777" w:rsidR="006D4449" w:rsidRDefault="006D4449" w:rsidP="006D4449">
      <w:r>
        <w:t>224.1595</w:t>
      </w:r>
      <w:r>
        <w:tab/>
        <w:t>6.076e0</w:t>
      </w:r>
    </w:p>
    <w:p w14:paraId="127C2DA9" w14:textId="77777777" w:rsidR="006D4449" w:rsidRDefault="006D4449" w:rsidP="006D4449">
      <w:r>
        <w:t>224.1664</w:t>
      </w:r>
      <w:r>
        <w:tab/>
        <w:t>1.087e1</w:t>
      </w:r>
    </w:p>
    <w:p w14:paraId="40F06EA2" w14:textId="77777777" w:rsidR="006D4449" w:rsidRDefault="006D4449" w:rsidP="006D4449">
      <w:r>
        <w:lastRenderedPageBreak/>
        <w:t>224.1682</w:t>
      </w:r>
      <w:r>
        <w:tab/>
        <w:t>2.025e0</w:t>
      </w:r>
    </w:p>
    <w:p w14:paraId="62D10634" w14:textId="77777777" w:rsidR="006D4449" w:rsidRDefault="006D4449" w:rsidP="006D4449">
      <w:r>
        <w:t>224.1998</w:t>
      </w:r>
      <w:r>
        <w:tab/>
        <w:t>3.038e0</w:t>
      </w:r>
    </w:p>
    <w:p w14:paraId="07E7F26E" w14:textId="77777777" w:rsidR="006D4449" w:rsidRDefault="006D4449" w:rsidP="006D4449">
      <w:r>
        <w:t>224.2058</w:t>
      </w:r>
      <w:r>
        <w:tab/>
        <w:t>7.089e0</w:t>
      </w:r>
    </w:p>
    <w:p w14:paraId="684C0AE6" w14:textId="77777777" w:rsidR="006D4449" w:rsidRDefault="006D4449" w:rsidP="006D4449">
      <w:r>
        <w:t>224.2256</w:t>
      </w:r>
      <w:r>
        <w:tab/>
        <w:t>5.063e0</w:t>
      </w:r>
    </w:p>
    <w:p w14:paraId="484B0873" w14:textId="77777777" w:rsidR="006D4449" w:rsidRDefault="006D4449" w:rsidP="006D4449">
      <w:r>
        <w:t>224.2372</w:t>
      </w:r>
      <w:r>
        <w:tab/>
        <w:t>5.828e0</w:t>
      </w:r>
    </w:p>
    <w:p w14:paraId="018FF707" w14:textId="77777777" w:rsidR="006D4449" w:rsidRDefault="006D4449" w:rsidP="006D4449">
      <w:r>
        <w:t>224.2445</w:t>
      </w:r>
      <w:r>
        <w:tab/>
        <w:t>2.025e0</w:t>
      </w:r>
    </w:p>
    <w:p w14:paraId="0B047374" w14:textId="77777777" w:rsidR="006D4449" w:rsidRDefault="006D4449" w:rsidP="006D4449">
      <w:r>
        <w:t>224.2474</w:t>
      </w:r>
      <w:r>
        <w:tab/>
        <w:t>2.025e0</w:t>
      </w:r>
    </w:p>
    <w:p w14:paraId="44CDED8D" w14:textId="77777777" w:rsidR="006D4449" w:rsidRDefault="006D4449" w:rsidP="006D4449">
      <w:r>
        <w:t>224.2589</w:t>
      </w:r>
      <w:r>
        <w:tab/>
        <w:t>2.025e0</w:t>
      </w:r>
    </w:p>
    <w:p w14:paraId="2B1F1959" w14:textId="77777777" w:rsidR="006D4449" w:rsidRDefault="006D4449" w:rsidP="006D4449">
      <w:r>
        <w:t>224.2630</w:t>
      </w:r>
      <w:r>
        <w:tab/>
        <w:t>4.051e0</w:t>
      </w:r>
    </w:p>
    <w:p w14:paraId="631C2254" w14:textId="77777777" w:rsidR="006D4449" w:rsidRDefault="006D4449" w:rsidP="006D4449">
      <w:r>
        <w:t>224.2872</w:t>
      </w:r>
      <w:r>
        <w:tab/>
        <w:t>2.025e0</w:t>
      </w:r>
    </w:p>
    <w:p w14:paraId="495DD6CB" w14:textId="77777777" w:rsidR="006D4449" w:rsidRDefault="006D4449" w:rsidP="006D4449">
      <w:r>
        <w:t>224.2899</w:t>
      </w:r>
      <w:r>
        <w:tab/>
        <w:t>3.038e0</w:t>
      </w:r>
    </w:p>
    <w:p w14:paraId="30060143" w14:textId="77777777" w:rsidR="006D4449" w:rsidRDefault="006D4449" w:rsidP="006D4449">
      <w:r>
        <w:t>224.2923</w:t>
      </w:r>
      <w:r>
        <w:tab/>
        <w:t>4.051e0</w:t>
      </w:r>
    </w:p>
    <w:p w14:paraId="716B472C" w14:textId="77777777" w:rsidR="006D4449" w:rsidRDefault="006D4449" w:rsidP="006D4449">
      <w:r>
        <w:t>224.2939</w:t>
      </w:r>
      <w:r>
        <w:tab/>
        <w:t>2.025e0</w:t>
      </w:r>
    </w:p>
    <w:p w14:paraId="3B96490A" w14:textId="77777777" w:rsidR="006D4449" w:rsidRDefault="006D4449" w:rsidP="006D4449">
      <w:r>
        <w:t>224.3034</w:t>
      </w:r>
      <w:r>
        <w:tab/>
        <w:t>2.025e0</w:t>
      </w:r>
    </w:p>
    <w:p w14:paraId="0F7CC766" w14:textId="77777777" w:rsidR="006D4449" w:rsidRDefault="006D4449" w:rsidP="006D4449">
      <w:r>
        <w:t>224.3190</w:t>
      </w:r>
      <w:r>
        <w:tab/>
        <w:t>3.038e0</w:t>
      </w:r>
    </w:p>
    <w:p w14:paraId="40FA4176" w14:textId="77777777" w:rsidR="006D4449" w:rsidRDefault="006D4449" w:rsidP="006D4449">
      <w:r>
        <w:t>224.3316</w:t>
      </w:r>
      <w:r>
        <w:tab/>
        <w:t>3.038e0</w:t>
      </w:r>
    </w:p>
    <w:p w14:paraId="5BAE288D" w14:textId="77777777" w:rsidR="006D4449" w:rsidRDefault="006D4449" w:rsidP="006D4449">
      <w:r>
        <w:t>224.3439</w:t>
      </w:r>
      <w:r>
        <w:tab/>
        <w:t>2.025e0</w:t>
      </w:r>
    </w:p>
    <w:p w14:paraId="43569D83" w14:textId="77777777" w:rsidR="006D4449" w:rsidRDefault="006D4449" w:rsidP="006D4449">
      <w:r>
        <w:t>224.3504</w:t>
      </w:r>
      <w:r>
        <w:tab/>
        <w:t>4.051e0</w:t>
      </w:r>
    </w:p>
    <w:p w14:paraId="6CE580D4" w14:textId="77777777" w:rsidR="006D4449" w:rsidRDefault="006D4449" w:rsidP="006D4449">
      <w:r>
        <w:t>224.3543</w:t>
      </w:r>
      <w:r>
        <w:tab/>
        <w:t>3.038e0</w:t>
      </w:r>
    </w:p>
    <w:p w14:paraId="3B8C47D7" w14:textId="77777777" w:rsidR="006D4449" w:rsidRDefault="006D4449" w:rsidP="006D4449">
      <w:r>
        <w:lastRenderedPageBreak/>
        <w:t>224.3585</w:t>
      </w:r>
      <w:r>
        <w:tab/>
        <w:t>2.025e0</w:t>
      </w:r>
    </w:p>
    <w:p w14:paraId="0FACE2A4" w14:textId="77777777" w:rsidR="006D4449" w:rsidRDefault="006D4449" w:rsidP="006D4449">
      <w:r>
        <w:t>224.3702</w:t>
      </w:r>
      <w:r>
        <w:tab/>
        <w:t>3.038e0</w:t>
      </w:r>
    </w:p>
    <w:p w14:paraId="767F77C1" w14:textId="77777777" w:rsidR="006D4449" w:rsidRDefault="006D4449" w:rsidP="006D4449">
      <w:r>
        <w:t>224.3787</w:t>
      </w:r>
      <w:r>
        <w:tab/>
        <w:t>4.051e0</w:t>
      </w:r>
    </w:p>
    <w:p w14:paraId="13222093" w14:textId="77777777" w:rsidR="006D4449" w:rsidRDefault="006D4449" w:rsidP="006D4449">
      <w:r>
        <w:t>224.4091</w:t>
      </w:r>
      <w:r>
        <w:tab/>
        <w:t>2.025e0</w:t>
      </w:r>
    </w:p>
    <w:p w14:paraId="1F486BD0" w14:textId="77777777" w:rsidR="006D4449" w:rsidRDefault="006D4449" w:rsidP="006D4449">
      <w:r>
        <w:t>224.4103</w:t>
      </w:r>
      <w:r>
        <w:tab/>
        <w:t>3.038e0</w:t>
      </w:r>
    </w:p>
    <w:p w14:paraId="385CDE2F" w14:textId="77777777" w:rsidR="006D4449" w:rsidRDefault="006D4449" w:rsidP="006D4449">
      <w:r>
        <w:t>224.4150</w:t>
      </w:r>
      <w:r>
        <w:tab/>
        <w:t>2.025e0</w:t>
      </w:r>
    </w:p>
    <w:p w14:paraId="5DC47FD3" w14:textId="77777777" w:rsidR="006D4449" w:rsidRDefault="006D4449" w:rsidP="006D4449">
      <w:r>
        <w:t>224.4172</w:t>
      </w:r>
      <w:r>
        <w:tab/>
        <w:t>6.076e0</w:t>
      </w:r>
    </w:p>
    <w:p w14:paraId="566897D2" w14:textId="77777777" w:rsidR="006D4449" w:rsidRDefault="006D4449" w:rsidP="006D4449">
      <w:r>
        <w:t>224.4368</w:t>
      </w:r>
      <w:r>
        <w:tab/>
        <w:t>2.025e0</w:t>
      </w:r>
    </w:p>
    <w:p w14:paraId="059528C9" w14:textId="77777777" w:rsidR="006D4449" w:rsidRDefault="006D4449" w:rsidP="006D4449">
      <w:r>
        <w:t>224.4423</w:t>
      </w:r>
      <w:r>
        <w:tab/>
        <w:t>4.051e0</w:t>
      </w:r>
    </w:p>
    <w:p w14:paraId="464A6429" w14:textId="77777777" w:rsidR="006D4449" w:rsidRDefault="006D4449" w:rsidP="006D4449">
      <w:r>
        <w:t>224.4513</w:t>
      </w:r>
      <w:r>
        <w:tab/>
        <w:t>3.038e0</w:t>
      </w:r>
    </w:p>
    <w:p w14:paraId="2EF15B20" w14:textId="77777777" w:rsidR="006D4449" w:rsidRDefault="006D4449" w:rsidP="006D4449">
      <w:r>
        <w:t>224.4657</w:t>
      </w:r>
      <w:r>
        <w:tab/>
        <w:t>2.199e0</w:t>
      </w:r>
    </w:p>
    <w:p w14:paraId="7C41B97B" w14:textId="77777777" w:rsidR="006D4449" w:rsidRDefault="006D4449" w:rsidP="006D4449">
      <w:r>
        <w:t>224.4706</w:t>
      </w:r>
      <w:r>
        <w:tab/>
        <w:t>2.025e0</w:t>
      </w:r>
    </w:p>
    <w:p w14:paraId="0075A23E" w14:textId="77777777" w:rsidR="006D4449" w:rsidRDefault="006D4449" w:rsidP="006D4449">
      <w:r>
        <w:t>224.4749</w:t>
      </w:r>
      <w:r>
        <w:tab/>
        <w:t>3.038e0</w:t>
      </w:r>
    </w:p>
    <w:p w14:paraId="3BDDD00F" w14:textId="77777777" w:rsidR="006D4449" w:rsidRDefault="006D4449" w:rsidP="006D4449">
      <w:r>
        <w:t>224.4850</w:t>
      </w:r>
      <w:r>
        <w:tab/>
        <w:t>2.025e0</w:t>
      </w:r>
    </w:p>
    <w:p w14:paraId="47839762" w14:textId="77777777" w:rsidR="006D4449" w:rsidRDefault="006D4449" w:rsidP="006D4449">
      <w:r>
        <w:t>224.4986</w:t>
      </w:r>
      <w:r>
        <w:tab/>
        <w:t>1.013e0</w:t>
      </w:r>
    </w:p>
    <w:p w14:paraId="1E5357EE" w14:textId="77777777" w:rsidR="006D4449" w:rsidRDefault="006D4449" w:rsidP="006D4449">
      <w:r>
        <w:t>224.5024</w:t>
      </w:r>
      <w:r>
        <w:tab/>
        <w:t>1.013e0</w:t>
      </w:r>
    </w:p>
    <w:p w14:paraId="7E610A51" w14:textId="77777777" w:rsidR="006D4449" w:rsidRDefault="006D4449" w:rsidP="006D4449">
      <w:r>
        <w:t>224.5073</w:t>
      </w:r>
      <w:r>
        <w:tab/>
        <w:t>4.051e0</w:t>
      </w:r>
    </w:p>
    <w:p w14:paraId="6BD5C2DA" w14:textId="77777777" w:rsidR="006D4449" w:rsidRDefault="006D4449" w:rsidP="006D4449">
      <w:r>
        <w:t>224.5178</w:t>
      </w:r>
      <w:r>
        <w:tab/>
        <w:t>1.013e0</w:t>
      </w:r>
    </w:p>
    <w:p w14:paraId="02A12819" w14:textId="77777777" w:rsidR="006D4449" w:rsidRDefault="006D4449" w:rsidP="006D4449">
      <w:r>
        <w:t>224.5215</w:t>
      </w:r>
      <w:r>
        <w:tab/>
        <w:t>4.062e0</w:t>
      </w:r>
    </w:p>
    <w:p w14:paraId="7B8C0724" w14:textId="77777777" w:rsidR="006D4449" w:rsidRDefault="006D4449" w:rsidP="006D4449">
      <w:r>
        <w:lastRenderedPageBreak/>
        <w:t>224.5316</w:t>
      </w:r>
      <w:r>
        <w:tab/>
        <w:t>2.025e0</w:t>
      </w:r>
    </w:p>
    <w:p w14:paraId="45FAFBE6" w14:textId="77777777" w:rsidR="006D4449" w:rsidRDefault="006D4449" w:rsidP="006D4449">
      <w:r>
        <w:t>224.5331</w:t>
      </w:r>
      <w:r>
        <w:tab/>
        <w:t>3.038e0</w:t>
      </w:r>
    </w:p>
    <w:p w14:paraId="489E6EDC" w14:textId="77777777" w:rsidR="006D4449" w:rsidRDefault="006D4449" w:rsidP="006D4449">
      <w:r>
        <w:t>224.5353</w:t>
      </w:r>
      <w:r>
        <w:tab/>
        <w:t>2.025e0</w:t>
      </w:r>
    </w:p>
    <w:p w14:paraId="010FD2A1" w14:textId="77777777" w:rsidR="006D4449" w:rsidRDefault="006D4449" w:rsidP="006D4449">
      <w:r>
        <w:t>224.5527</w:t>
      </w:r>
      <w:r>
        <w:tab/>
        <w:t>3.038e0</w:t>
      </w:r>
    </w:p>
    <w:p w14:paraId="571022C2" w14:textId="77777777" w:rsidR="006D4449" w:rsidRDefault="006D4449" w:rsidP="006D4449">
      <w:r>
        <w:t>224.5623</w:t>
      </w:r>
      <w:r>
        <w:tab/>
        <w:t>1.013e0</w:t>
      </w:r>
    </w:p>
    <w:p w14:paraId="21125621" w14:textId="77777777" w:rsidR="006D4449" w:rsidRDefault="006D4449" w:rsidP="006D4449">
      <w:r>
        <w:t>224.5647</w:t>
      </w:r>
      <w:r>
        <w:tab/>
        <w:t>3.777e0</w:t>
      </w:r>
    </w:p>
    <w:p w14:paraId="577EF346" w14:textId="77777777" w:rsidR="006D4449" w:rsidRDefault="006D4449" w:rsidP="006D4449">
      <w:r>
        <w:t>224.5813</w:t>
      </w:r>
      <w:r>
        <w:tab/>
        <w:t>8.084e0</w:t>
      </w:r>
    </w:p>
    <w:p w14:paraId="3C47A29D" w14:textId="77777777" w:rsidR="006D4449" w:rsidRDefault="006D4449" w:rsidP="006D4449">
      <w:r>
        <w:t>224.5878</w:t>
      </w:r>
      <w:r>
        <w:tab/>
        <w:t>3.038e0</w:t>
      </w:r>
    </w:p>
    <w:p w14:paraId="2336473D" w14:textId="77777777" w:rsidR="006D4449" w:rsidRDefault="006D4449" w:rsidP="006D4449">
      <w:r>
        <w:t>224.5912</w:t>
      </w:r>
      <w:r>
        <w:tab/>
        <w:t>3.038e0</w:t>
      </w:r>
    </w:p>
    <w:p w14:paraId="7457BFB5" w14:textId="77777777" w:rsidR="006D4449" w:rsidRDefault="006D4449" w:rsidP="006D4449">
      <w:r>
        <w:t>224.6060</w:t>
      </w:r>
      <w:r>
        <w:tab/>
        <w:t>5.063e0</w:t>
      </w:r>
    </w:p>
    <w:p w14:paraId="656266B5" w14:textId="77777777" w:rsidR="006D4449" w:rsidRDefault="006D4449" w:rsidP="006D4449">
      <w:r>
        <w:t>224.6315</w:t>
      </w:r>
      <w:r>
        <w:tab/>
        <w:t>4.051e0</w:t>
      </w:r>
    </w:p>
    <w:p w14:paraId="0B0B1396" w14:textId="77777777" w:rsidR="006D4449" w:rsidRDefault="006D4449" w:rsidP="006D4449">
      <w:r>
        <w:t>224.6329</w:t>
      </w:r>
      <w:r>
        <w:tab/>
        <w:t>3.038e0</w:t>
      </w:r>
    </w:p>
    <w:p w14:paraId="42FB0F33" w14:textId="77777777" w:rsidR="006D4449" w:rsidRDefault="006D4449" w:rsidP="006D4449">
      <w:r>
        <w:t>224.6377</w:t>
      </w:r>
      <w:r>
        <w:tab/>
        <w:t>2.025e0</w:t>
      </w:r>
    </w:p>
    <w:p w14:paraId="3482E9BA" w14:textId="77777777" w:rsidR="006D4449" w:rsidRDefault="006D4449" w:rsidP="006D4449">
      <w:r>
        <w:t>224.6431</w:t>
      </w:r>
      <w:r>
        <w:tab/>
        <w:t>4.621e0</w:t>
      </w:r>
    </w:p>
    <w:p w14:paraId="1D4D4204" w14:textId="77777777" w:rsidR="006D4449" w:rsidRDefault="006D4449" w:rsidP="006D4449">
      <w:r>
        <w:t>224.6492</w:t>
      </w:r>
      <w:r>
        <w:tab/>
        <w:t>2.025e0</w:t>
      </w:r>
    </w:p>
    <w:p w14:paraId="37EA44D5" w14:textId="77777777" w:rsidR="006D4449" w:rsidRDefault="006D4449" w:rsidP="006D4449">
      <w:r>
        <w:t>224.6605</w:t>
      </w:r>
      <w:r>
        <w:tab/>
        <w:t>1.013e0</w:t>
      </w:r>
    </w:p>
    <w:p w14:paraId="315F6DC1" w14:textId="77777777" w:rsidR="006D4449" w:rsidRDefault="006D4449" w:rsidP="006D4449">
      <w:r>
        <w:t>224.6647</w:t>
      </w:r>
      <w:r>
        <w:tab/>
        <w:t>1.013e0</w:t>
      </w:r>
    </w:p>
    <w:p w14:paraId="35025ECE" w14:textId="77777777" w:rsidR="006D4449" w:rsidRDefault="006D4449" w:rsidP="006D4449">
      <w:r>
        <w:t>224.6701</w:t>
      </w:r>
      <w:r>
        <w:tab/>
        <w:t>4.051e0</w:t>
      </w:r>
    </w:p>
    <w:p w14:paraId="36FBC892" w14:textId="77777777" w:rsidR="006D4449" w:rsidRDefault="006D4449" w:rsidP="006D4449">
      <w:r>
        <w:t>224.6776</w:t>
      </w:r>
      <w:r>
        <w:tab/>
        <w:t>4.051e0</w:t>
      </w:r>
    </w:p>
    <w:p w14:paraId="744A6AAB" w14:textId="77777777" w:rsidR="006D4449" w:rsidRDefault="006D4449" w:rsidP="006D4449">
      <w:r>
        <w:lastRenderedPageBreak/>
        <w:t>224.7092</w:t>
      </w:r>
      <w:r>
        <w:tab/>
        <w:t>1.013e0</w:t>
      </w:r>
    </w:p>
    <w:p w14:paraId="65EB15F5" w14:textId="77777777" w:rsidR="006D4449" w:rsidRDefault="006D4449" w:rsidP="006D4449">
      <w:r>
        <w:t>224.7138</w:t>
      </w:r>
      <w:r>
        <w:tab/>
        <w:t>4.051e0</w:t>
      </w:r>
    </w:p>
    <w:p w14:paraId="06B65151" w14:textId="77777777" w:rsidR="006D4449" w:rsidRDefault="006D4449" w:rsidP="006D4449">
      <w:r>
        <w:t>224.7222</w:t>
      </w:r>
      <w:r>
        <w:tab/>
        <w:t>2.025e0</w:t>
      </w:r>
    </w:p>
    <w:p w14:paraId="1B5A46D4" w14:textId="77777777" w:rsidR="006D4449" w:rsidRDefault="006D4449" w:rsidP="006D4449">
      <w:r>
        <w:t>224.7286</w:t>
      </w:r>
      <w:r>
        <w:tab/>
        <w:t>4.051e0</w:t>
      </w:r>
    </w:p>
    <w:p w14:paraId="715BE18B" w14:textId="77777777" w:rsidR="006D4449" w:rsidRDefault="006D4449" w:rsidP="006D4449">
      <w:r>
        <w:t>224.7355</w:t>
      </w:r>
      <w:r>
        <w:tab/>
        <w:t>4.051e0</w:t>
      </w:r>
    </w:p>
    <w:p w14:paraId="6CE889FA" w14:textId="77777777" w:rsidR="006D4449" w:rsidRDefault="006D4449" w:rsidP="006D4449">
      <w:r>
        <w:t>224.7387</w:t>
      </w:r>
      <w:r>
        <w:tab/>
        <w:t>2.025e0</w:t>
      </w:r>
    </w:p>
    <w:p w14:paraId="30023F05" w14:textId="77777777" w:rsidR="006D4449" w:rsidRDefault="006D4449" w:rsidP="006D4449">
      <w:r>
        <w:t>224.7576</w:t>
      </w:r>
      <w:r>
        <w:tab/>
        <w:t>1.013e0</w:t>
      </w:r>
    </w:p>
    <w:p w14:paraId="61387EC0" w14:textId="77777777" w:rsidR="006D4449" w:rsidRDefault="006D4449" w:rsidP="006D4449">
      <w:r>
        <w:t>224.7605</w:t>
      </w:r>
      <w:r>
        <w:tab/>
        <w:t>1.013e0</w:t>
      </w:r>
    </w:p>
    <w:p w14:paraId="4F638715" w14:textId="77777777" w:rsidR="006D4449" w:rsidRDefault="006D4449" w:rsidP="006D4449">
      <w:r>
        <w:t>224.7831</w:t>
      </w:r>
      <w:r>
        <w:tab/>
        <w:t>3.038e0</w:t>
      </w:r>
    </w:p>
    <w:p w14:paraId="384209B8" w14:textId="77777777" w:rsidR="006D4449" w:rsidRDefault="006D4449" w:rsidP="006D4449">
      <w:r>
        <w:t>224.7842</w:t>
      </w:r>
      <w:r>
        <w:tab/>
        <w:t>5.063e0</w:t>
      </w:r>
    </w:p>
    <w:p w14:paraId="587BB08F" w14:textId="77777777" w:rsidR="006D4449" w:rsidRDefault="006D4449" w:rsidP="006D4449">
      <w:r>
        <w:t>224.8065</w:t>
      </w:r>
      <w:r>
        <w:tab/>
        <w:t>4.051e0</w:t>
      </w:r>
    </w:p>
    <w:p w14:paraId="1C313A30" w14:textId="77777777" w:rsidR="006D4449" w:rsidRDefault="006D4449" w:rsidP="006D4449">
      <w:r>
        <w:t>224.8084</w:t>
      </w:r>
      <w:r>
        <w:tab/>
        <w:t>3.067e0</w:t>
      </w:r>
    </w:p>
    <w:p w14:paraId="27920DEB" w14:textId="77777777" w:rsidR="006D4449" w:rsidRDefault="006D4449" w:rsidP="006D4449">
      <w:r>
        <w:t>224.8349</w:t>
      </w:r>
      <w:r>
        <w:tab/>
        <w:t>2.025e0</w:t>
      </w:r>
    </w:p>
    <w:p w14:paraId="292CB8FA" w14:textId="77777777" w:rsidR="006D4449" w:rsidRDefault="006D4449" w:rsidP="006D4449">
      <w:r>
        <w:t>224.8505</w:t>
      </w:r>
      <w:r>
        <w:tab/>
        <w:t>3.038e0</w:t>
      </w:r>
    </w:p>
    <w:p w14:paraId="33C12909" w14:textId="77777777" w:rsidR="006D4449" w:rsidRDefault="006D4449" w:rsidP="006D4449">
      <w:r>
        <w:t>224.8694</w:t>
      </w:r>
      <w:r>
        <w:tab/>
        <w:t>1.013e0</w:t>
      </w:r>
    </w:p>
    <w:p w14:paraId="14500C6C" w14:textId="77777777" w:rsidR="006D4449" w:rsidRDefault="006D4449" w:rsidP="006D4449">
      <w:r>
        <w:t>224.8736</w:t>
      </w:r>
      <w:r>
        <w:tab/>
        <w:t>1.013e0</w:t>
      </w:r>
    </w:p>
    <w:p w14:paraId="5DF95004" w14:textId="77777777" w:rsidR="006D4449" w:rsidRDefault="006D4449" w:rsidP="006D4449">
      <w:r>
        <w:t>224.9048</w:t>
      </w:r>
      <w:r>
        <w:tab/>
        <w:t>4.925e0</w:t>
      </w:r>
    </w:p>
    <w:p w14:paraId="407F9FEA" w14:textId="77777777" w:rsidR="006D4449" w:rsidRDefault="006D4449" w:rsidP="006D4449">
      <w:r>
        <w:t>224.9111</w:t>
      </w:r>
      <w:r>
        <w:tab/>
        <w:t>1.013e0</w:t>
      </w:r>
    </w:p>
    <w:p w14:paraId="7B26B483" w14:textId="77777777" w:rsidR="006D4449" w:rsidRDefault="006D4449" w:rsidP="006D4449">
      <w:r>
        <w:t>224.9304</w:t>
      </w:r>
      <w:r>
        <w:tab/>
        <w:t>2.025e0</w:t>
      </w:r>
    </w:p>
    <w:p w14:paraId="16E803FF" w14:textId="77777777" w:rsidR="006D4449" w:rsidRDefault="006D4449" w:rsidP="006D4449">
      <w:r>
        <w:lastRenderedPageBreak/>
        <w:t>224.9471</w:t>
      </w:r>
      <w:r>
        <w:tab/>
        <w:t>2.025e0</w:t>
      </w:r>
    </w:p>
    <w:p w14:paraId="5DEE1198" w14:textId="77777777" w:rsidR="006D4449" w:rsidRDefault="006D4449" w:rsidP="006D4449">
      <w:r>
        <w:t>224.9525</w:t>
      </w:r>
      <w:r>
        <w:tab/>
        <w:t>4.051e0</w:t>
      </w:r>
    </w:p>
    <w:p w14:paraId="1125EAC2" w14:textId="77777777" w:rsidR="006D4449" w:rsidRDefault="006D4449" w:rsidP="006D4449">
      <w:r>
        <w:t>224.9558</w:t>
      </w:r>
      <w:r>
        <w:tab/>
        <w:t>3.038e0</w:t>
      </w:r>
    </w:p>
    <w:p w14:paraId="76ABD596" w14:textId="77777777" w:rsidR="006D4449" w:rsidRDefault="006D4449" w:rsidP="006D4449">
      <w:r>
        <w:t>225.0152</w:t>
      </w:r>
      <w:r>
        <w:tab/>
        <w:t>2.667e2</w:t>
      </w:r>
    </w:p>
    <w:p w14:paraId="392DD5C7" w14:textId="77777777" w:rsidR="006D4449" w:rsidRDefault="006D4449" w:rsidP="006D4449">
      <w:r>
        <w:t>225.0179</w:t>
      </w:r>
      <w:r>
        <w:tab/>
        <w:t>7.033e1</w:t>
      </w:r>
    </w:p>
    <w:p w14:paraId="2E6EF78E" w14:textId="77777777" w:rsidR="006D4449" w:rsidRDefault="006D4449" w:rsidP="006D4449">
      <w:r>
        <w:t>225.0855</w:t>
      </w:r>
      <w:r>
        <w:tab/>
        <w:t>2.575e1</w:t>
      </w:r>
    </w:p>
    <w:p w14:paraId="721BC844" w14:textId="77777777" w:rsidR="006D4449" w:rsidRDefault="006D4449" w:rsidP="006D4449">
      <w:r>
        <w:t>225.0874</w:t>
      </w:r>
      <w:r>
        <w:tab/>
        <w:t>1.804e1</w:t>
      </w:r>
    </w:p>
    <w:p w14:paraId="2EDED60F" w14:textId="77777777" w:rsidR="006D4449" w:rsidRDefault="006D4449" w:rsidP="006D4449">
      <w:r>
        <w:t>225.0900</w:t>
      </w:r>
      <w:r>
        <w:tab/>
        <w:t>4.637e1</w:t>
      </w:r>
    </w:p>
    <w:p w14:paraId="35C6D2F1" w14:textId="77777777" w:rsidR="006D4449" w:rsidRDefault="006D4449" w:rsidP="006D4449">
      <w:r>
        <w:t>225.1043</w:t>
      </w:r>
      <w:r>
        <w:tab/>
        <w:t>5.846e0</w:t>
      </w:r>
    </w:p>
    <w:p w14:paraId="27974B0F" w14:textId="77777777" w:rsidR="006D4449" w:rsidRDefault="006D4449" w:rsidP="006D4449">
      <w:r>
        <w:t>225.1140</w:t>
      </w:r>
      <w:r>
        <w:tab/>
        <w:t>7.413e0</w:t>
      </w:r>
    </w:p>
    <w:p w14:paraId="72273A50" w14:textId="77777777" w:rsidR="006D4449" w:rsidRDefault="006D4449" w:rsidP="006D4449">
      <w:r>
        <w:t>225.1367</w:t>
      </w:r>
      <w:r>
        <w:tab/>
        <w:t>1.013e0</w:t>
      </w:r>
    </w:p>
    <w:p w14:paraId="65F51448" w14:textId="77777777" w:rsidR="006D4449" w:rsidRDefault="006D4449" w:rsidP="006D4449">
      <w:r>
        <w:t>225.1433</w:t>
      </w:r>
      <w:r>
        <w:tab/>
        <w:t>1.013e0</w:t>
      </w:r>
    </w:p>
    <w:p w14:paraId="06180CDD" w14:textId="77777777" w:rsidR="006D4449" w:rsidRDefault="006D4449" w:rsidP="006D4449">
      <w:r>
        <w:t>225.1454</w:t>
      </w:r>
      <w:r>
        <w:tab/>
        <w:t>7.089e0</w:t>
      </w:r>
    </w:p>
    <w:p w14:paraId="63B233AE" w14:textId="77777777" w:rsidR="006D4449" w:rsidRDefault="006D4449" w:rsidP="006D4449">
      <w:r>
        <w:t>225.1520</w:t>
      </w:r>
      <w:r>
        <w:tab/>
        <w:t>1.013e0</w:t>
      </w:r>
    </w:p>
    <w:p w14:paraId="4675794B" w14:textId="77777777" w:rsidR="006D4449" w:rsidRDefault="006D4449" w:rsidP="006D4449">
      <w:r>
        <w:t>225.1550</w:t>
      </w:r>
      <w:r>
        <w:tab/>
        <w:t>4.723e0</w:t>
      </w:r>
    </w:p>
    <w:p w14:paraId="23BB1F58" w14:textId="77777777" w:rsidR="006D4449" w:rsidRDefault="006D4449" w:rsidP="006D4449">
      <w:r>
        <w:t>225.1812</w:t>
      </w:r>
      <w:r>
        <w:tab/>
        <w:t>2.025e0</w:t>
      </w:r>
    </w:p>
    <w:p w14:paraId="5CAE386D" w14:textId="77777777" w:rsidR="006D4449" w:rsidRDefault="006D4449" w:rsidP="006D4449">
      <w:r>
        <w:t>225.1925</w:t>
      </w:r>
      <w:r>
        <w:tab/>
        <w:t>3.365e0</w:t>
      </w:r>
    </w:p>
    <w:p w14:paraId="22B7960D" w14:textId="77777777" w:rsidR="006D4449" w:rsidRDefault="006D4449" w:rsidP="006D4449">
      <w:r>
        <w:t>225.2043</w:t>
      </w:r>
      <w:r>
        <w:tab/>
        <w:t>2.025e0</w:t>
      </w:r>
    </w:p>
    <w:p w14:paraId="78042C23" w14:textId="77777777" w:rsidR="006D4449" w:rsidRDefault="006D4449" w:rsidP="006D4449">
      <w:r>
        <w:t>225.2093</w:t>
      </w:r>
      <w:r>
        <w:tab/>
        <w:t>3.038e0</w:t>
      </w:r>
    </w:p>
    <w:p w14:paraId="531E3C7D" w14:textId="77777777" w:rsidR="006D4449" w:rsidRDefault="006D4449" w:rsidP="006D4449">
      <w:r>
        <w:lastRenderedPageBreak/>
        <w:t>225.2187</w:t>
      </w:r>
      <w:r>
        <w:tab/>
        <w:t>4.051e0</w:t>
      </w:r>
    </w:p>
    <w:p w14:paraId="4A037854" w14:textId="77777777" w:rsidR="006D4449" w:rsidRDefault="006D4449" w:rsidP="006D4449">
      <w:r>
        <w:t>225.2284</w:t>
      </w:r>
      <w:r>
        <w:tab/>
        <w:t>2.025e0</w:t>
      </w:r>
    </w:p>
    <w:p w14:paraId="022BFE18" w14:textId="77777777" w:rsidR="006D4449" w:rsidRDefault="006D4449" w:rsidP="006D4449">
      <w:r>
        <w:t>225.2365</w:t>
      </w:r>
      <w:r>
        <w:tab/>
        <w:t>3.038e0</w:t>
      </w:r>
    </w:p>
    <w:p w14:paraId="6CBF8E72" w14:textId="77777777" w:rsidR="006D4449" w:rsidRDefault="006D4449" w:rsidP="006D4449">
      <w:r>
        <w:t>225.2376</w:t>
      </w:r>
      <w:r>
        <w:tab/>
        <w:t>2.025e0</w:t>
      </w:r>
    </w:p>
    <w:p w14:paraId="0BC8A04F" w14:textId="77777777" w:rsidR="006D4449" w:rsidRDefault="006D4449" w:rsidP="006D4449">
      <w:r>
        <w:t>225.2533</w:t>
      </w:r>
      <w:r>
        <w:tab/>
        <w:t>3.038e0</w:t>
      </w:r>
    </w:p>
    <w:p w14:paraId="2ABAA8AE" w14:textId="77777777" w:rsidR="006D4449" w:rsidRDefault="006D4449" w:rsidP="006D4449">
      <w:r>
        <w:t>225.2616</w:t>
      </w:r>
      <w:r>
        <w:tab/>
        <w:t>2.025e0</w:t>
      </w:r>
    </w:p>
    <w:p w14:paraId="55E5D49B" w14:textId="77777777" w:rsidR="006D4449" w:rsidRDefault="006D4449" w:rsidP="006D4449">
      <w:r>
        <w:t>225.2703</w:t>
      </w:r>
      <w:r>
        <w:tab/>
        <w:t>3.936e0</w:t>
      </w:r>
    </w:p>
    <w:p w14:paraId="6D1A1D64" w14:textId="77777777" w:rsidR="006D4449" w:rsidRDefault="006D4449" w:rsidP="006D4449">
      <w:r>
        <w:t>225.2948</w:t>
      </w:r>
      <w:r>
        <w:tab/>
        <w:t>3.038e0</w:t>
      </w:r>
    </w:p>
    <w:p w14:paraId="1DE6726D" w14:textId="77777777" w:rsidR="006D4449" w:rsidRDefault="006D4449" w:rsidP="006D4449">
      <w:r>
        <w:t>225.3024</w:t>
      </w:r>
      <w:r>
        <w:tab/>
        <w:t>3.038e0</w:t>
      </w:r>
    </w:p>
    <w:p w14:paraId="2CC0850F" w14:textId="77777777" w:rsidR="006D4449" w:rsidRDefault="006D4449" w:rsidP="006D4449">
      <w:r>
        <w:t>225.3074</w:t>
      </w:r>
      <w:r>
        <w:tab/>
        <w:t>2.025e0</w:t>
      </w:r>
    </w:p>
    <w:p w14:paraId="70BD5289" w14:textId="77777777" w:rsidR="006D4449" w:rsidRDefault="006D4449" w:rsidP="006D4449">
      <w:r>
        <w:t>225.3146</w:t>
      </w:r>
      <w:r>
        <w:tab/>
        <w:t>1.013e0</w:t>
      </w:r>
    </w:p>
    <w:p w14:paraId="2A14338D" w14:textId="77777777" w:rsidR="006D4449" w:rsidRDefault="006D4449" w:rsidP="006D4449">
      <w:r>
        <w:t>225.3445</w:t>
      </w:r>
      <w:r>
        <w:tab/>
        <w:t>2.025e0</w:t>
      </w:r>
    </w:p>
    <w:p w14:paraId="640A83B5" w14:textId="77777777" w:rsidR="006D4449" w:rsidRDefault="006D4449" w:rsidP="006D4449">
      <w:r>
        <w:t>225.3519</w:t>
      </w:r>
      <w:r>
        <w:tab/>
        <w:t>3.038e0</w:t>
      </w:r>
    </w:p>
    <w:p w14:paraId="026BAEA5" w14:textId="77777777" w:rsidR="006D4449" w:rsidRDefault="006D4449" w:rsidP="006D4449">
      <w:r>
        <w:t>225.3784</w:t>
      </w:r>
      <w:r>
        <w:tab/>
        <w:t>2.025e0</w:t>
      </w:r>
    </w:p>
    <w:p w14:paraId="78179507" w14:textId="77777777" w:rsidR="006D4449" w:rsidRDefault="006D4449" w:rsidP="006D4449">
      <w:r>
        <w:t>225.3814</w:t>
      </w:r>
      <w:r>
        <w:tab/>
        <w:t>2.025e0</w:t>
      </w:r>
    </w:p>
    <w:p w14:paraId="3BBD2A60" w14:textId="77777777" w:rsidR="006D4449" w:rsidRDefault="006D4449" w:rsidP="006D4449">
      <w:r>
        <w:t>225.3878</w:t>
      </w:r>
      <w:r>
        <w:tab/>
        <w:t>1.013e0</w:t>
      </w:r>
    </w:p>
    <w:p w14:paraId="630F86F4" w14:textId="77777777" w:rsidR="006D4449" w:rsidRDefault="006D4449" w:rsidP="006D4449">
      <w:r>
        <w:t>225.4078</w:t>
      </w:r>
      <w:r>
        <w:tab/>
        <w:t>4.051e0</w:t>
      </w:r>
    </w:p>
    <w:p w14:paraId="65B935ED" w14:textId="77777777" w:rsidR="006D4449" w:rsidRDefault="006D4449" w:rsidP="006D4449">
      <w:r>
        <w:t>225.4113</w:t>
      </w:r>
      <w:r>
        <w:tab/>
        <w:t>2.025e0</w:t>
      </w:r>
    </w:p>
    <w:p w14:paraId="0D56A589" w14:textId="77777777" w:rsidR="006D4449" w:rsidRDefault="006D4449" w:rsidP="006D4449">
      <w:r>
        <w:t>225.4181</w:t>
      </w:r>
      <w:r>
        <w:tab/>
        <w:t>1.013e0</w:t>
      </w:r>
    </w:p>
    <w:p w14:paraId="5019237A" w14:textId="77777777" w:rsidR="006D4449" w:rsidRDefault="006D4449" w:rsidP="006D4449">
      <w:r>
        <w:lastRenderedPageBreak/>
        <w:t>225.4329</w:t>
      </w:r>
      <w:r>
        <w:tab/>
        <w:t>2.025e0</w:t>
      </w:r>
    </w:p>
    <w:p w14:paraId="6F72EDB0" w14:textId="77777777" w:rsidR="006D4449" w:rsidRDefault="006D4449" w:rsidP="006D4449">
      <w:r>
        <w:t>225.4389</w:t>
      </w:r>
      <w:r>
        <w:tab/>
        <w:t>1.013e0</w:t>
      </w:r>
    </w:p>
    <w:p w14:paraId="27156822" w14:textId="77777777" w:rsidR="006D4449" w:rsidRDefault="006D4449" w:rsidP="006D4449">
      <w:r>
        <w:t>225.4474</w:t>
      </w:r>
      <w:r>
        <w:tab/>
        <w:t>1.013e0</w:t>
      </w:r>
    </w:p>
    <w:p w14:paraId="7B48A91B" w14:textId="77777777" w:rsidR="006D4449" w:rsidRDefault="006D4449" w:rsidP="006D4449">
      <w:r>
        <w:t>225.4636</w:t>
      </w:r>
      <w:r>
        <w:tab/>
        <w:t>1.013e0</w:t>
      </w:r>
    </w:p>
    <w:p w14:paraId="2D8C58F6" w14:textId="77777777" w:rsidR="006D4449" w:rsidRDefault="006D4449" w:rsidP="006D4449">
      <w:r>
        <w:t>225.4960</w:t>
      </w:r>
      <w:r>
        <w:tab/>
        <w:t>3.038e0</w:t>
      </w:r>
    </w:p>
    <w:p w14:paraId="7C3D9B6C" w14:textId="77777777" w:rsidR="006D4449" w:rsidRDefault="006D4449" w:rsidP="006D4449">
      <w:r>
        <w:t>225.5112</w:t>
      </w:r>
      <w:r>
        <w:tab/>
        <w:t>1.013e0</w:t>
      </w:r>
    </w:p>
    <w:p w14:paraId="62807811" w14:textId="77777777" w:rsidR="006D4449" w:rsidRDefault="006D4449" w:rsidP="006D4449">
      <w:r>
        <w:t>225.5236</w:t>
      </w:r>
      <w:r>
        <w:tab/>
        <w:t>1.013e0</w:t>
      </w:r>
    </w:p>
    <w:p w14:paraId="758B0B80" w14:textId="77777777" w:rsidR="006D4449" w:rsidRDefault="006D4449" w:rsidP="006D4449">
      <w:r>
        <w:t>225.5276</w:t>
      </w:r>
      <w:r>
        <w:tab/>
        <w:t>5.063e0</w:t>
      </w:r>
    </w:p>
    <w:p w14:paraId="724519D8" w14:textId="77777777" w:rsidR="006D4449" w:rsidRDefault="006D4449" w:rsidP="006D4449">
      <w:r>
        <w:t>225.5351</w:t>
      </w:r>
      <w:r>
        <w:tab/>
        <w:t>1.013e0</w:t>
      </w:r>
    </w:p>
    <w:p w14:paraId="5FFD667B" w14:textId="77777777" w:rsidR="006D4449" w:rsidRDefault="006D4449" w:rsidP="006D4449">
      <w:r>
        <w:t>225.5448</w:t>
      </w:r>
      <w:r>
        <w:tab/>
        <w:t>2.025e0</w:t>
      </w:r>
    </w:p>
    <w:p w14:paraId="175175FF" w14:textId="77777777" w:rsidR="006D4449" w:rsidRDefault="006D4449" w:rsidP="006D4449">
      <w:r>
        <w:t>225.5596</w:t>
      </w:r>
      <w:r>
        <w:tab/>
        <w:t>2.025e0</w:t>
      </w:r>
    </w:p>
    <w:p w14:paraId="2B286E09" w14:textId="77777777" w:rsidR="006D4449" w:rsidRDefault="006D4449" w:rsidP="006D4449">
      <w:r>
        <w:t>225.5666</w:t>
      </w:r>
      <w:r>
        <w:tab/>
        <w:t>1.013e0</w:t>
      </w:r>
    </w:p>
    <w:p w14:paraId="4912242A" w14:textId="77777777" w:rsidR="006D4449" w:rsidRDefault="006D4449" w:rsidP="006D4449">
      <w:r>
        <w:t>225.5699</w:t>
      </w:r>
      <w:r>
        <w:tab/>
        <w:t>2.025e0</w:t>
      </w:r>
    </w:p>
    <w:p w14:paraId="58023161" w14:textId="77777777" w:rsidR="006D4449" w:rsidRDefault="006D4449" w:rsidP="006D4449">
      <w:r>
        <w:t>225.5789</w:t>
      </w:r>
      <w:r>
        <w:tab/>
        <w:t>3.038e0</w:t>
      </w:r>
    </w:p>
    <w:p w14:paraId="672D3313" w14:textId="77777777" w:rsidR="006D4449" w:rsidRDefault="006D4449" w:rsidP="006D4449">
      <w:r>
        <w:t>225.6106</w:t>
      </w:r>
      <w:r>
        <w:tab/>
        <w:t>1.013e0</w:t>
      </w:r>
    </w:p>
    <w:p w14:paraId="4C0D3BC4" w14:textId="77777777" w:rsidR="006D4449" w:rsidRDefault="006D4449" w:rsidP="006D4449">
      <w:r>
        <w:t>225.6211</w:t>
      </w:r>
      <w:r>
        <w:tab/>
        <w:t>1.013e0</w:t>
      </w:r>
    </w:p>
    <w:p w14:paraId="32BA9C34" w14:textId="77777777" w:rsidR="006D4449" w:rsidRDefault="006D4449" w:rsidP="006D4449">
      <w:r>
        <w:t>225.6262</w:t>
      </w:r>
      <w:r>
        <w:tab/>
        <w:t>1.013e0</w:t>
      </w:r>
    </w:p>
    <w:p w14:paraId="3C07541A" w14:textId="77777777" w:rsidR="006D4449" w:rsidRDefault="006D4449" w:rsidP="006D4449">
      <w:r>
        <w:t>225.6292</w:t>
      </w:r>
      <w:r>
        <w:tab/>
        <w:t>2.025e0</w:t>
      </w:r>
    </w:p>
    <w:p w14:paraId="003241CA" w14:textId="77777777" w:rsidR="006D4449" w:rsidRDefault="006D4449" w:rsidP="006D4449">
      <w:r>
        <w:t>225.6438</w:t>
      </w:r>
      <w:r>
        <w:tab/>
        <w:t>3.038e0</w:t>
      </w:r>
    </w:p>
    <w:p w14:paraId="23129BC8" w14:textId="77777777" w:rsidR="006D4449" w:rsidRDefault="006D4449" w:rsidP="006D4449">
      <w:r>
        <w:lastRenderedPageBreak/>
        <w:t>225.6465</w:t>
      </w:r>
      <w:r>
        <w:tab/>
        <w:t>1.013e0</w:t>
      </w:r>
    </w:p>
    <w:p w14:paraId="1BEF0062" w14:textId="77777777" w:rsidR="006D4449" w:rsidRDefault="006D4449" w:rsidP="006D4449">
      <w:r>
        <w:t>225.6784</w:t>
      </w:r>
      <w:r>
        <w:tab/>
        <w:t>1.013e0</w:t>
      </w:r>
    </w:p>
    <w:p w14:paraId="3AEE5E5C" w14:textId="77777777" w:rsidR="006D4449" w:rsidRDefault="006D4449" w:rsidP="006D4449">
      <w:r>
        <w:t>225.7016</w:t>
      </w:r>
      <w:r>
        <w:tab/>
        <w:t>2.025e0</w:t>
      </w:r>
    </w:p>
    <w:p w14:paraId="65A6B015" w14:textId="77777777" w:rsidR="006D4449" w:rsidRDefault="006D4449" w:rsidP="006D4449">
      <w:r>
        <w:t>225.7034</w:t>
      </w:r>
      <w:r>
        <w:tab/>
        <w:t>2.025e0</w:t>
      </w:r>
    </w:p>
    <w:p w14:paraId="46BE0C77" w14:textId="77777777" w:rsidR="006D4449" w:rsidRDefault="006D4449" w:rsidP="006D4449">
      <w:r>
        <w:t>225.7326</w:t>
      </w:r>
      <w:r>
        <w:tab/>
        <w:t>2.025e0</w:t>
      </w:r>
    </w:p>
    <w:p w14:paraId="03F10E38" w14:textId="77777777" w:rsidR="006D4449" w:rsidRDefault="006D4449" w:rsidP="006D4449">
      <w:r>
        <w:t>225.7403</w:t>
      </w:r>
      <w:r>
        <w:tab/>
        <w:t>2.025e0</w:t>
      </w:r>
    </w:p>
    <w:p w14:paraId="51BB3DC7" w14:textId="77777777" w:rsidR="006D4449" w:rsidRDefault="006D4449" w:rsidP="006D4449">
      <w:r>
        <w:t>225.7516</w:t>
      </w:r>
      <w:r>
        <w:tab/>
        <w:t>2.025e0</w:t>
      </w:r>
    </w:p>
    <w:p w14:paraId="173DE76B" w14:textId="77777777" w:rsidR="006D4449" w:rsidRDefault="006D4449" w:rsidP="006D4449">
      <w:r>
        <w:t>225.7582</w:t>
      </w:r>
      <w:r>
        <w:tab/>
        <w:t>1.013e0</w:t>
      </w:r>
    </w:p>
    <w:p w14:paraId="3CE3AB78" w14:textId="77777777" w:rsidR="006D4449" w:rsidRDefault="006D4449" w:rsidP="006D4449">
      <w:r>
        <w:t>225.7749</w:t>
      </w:r>
      <w:r>
        <w:tab/>
        <w:t>4.465e0</w:t>
      </w:r>
    </w:p>
    <w:p w14:paraId="0535EBE5" w14:textId="77777777" w:rsidR="006D4449" w:rsidRDefault="006D4449" w:rsidP="006D4449">
      <w:r>
        <w:t>225.7868</w:t>
      </w:r>
      <w:r>
        <w:tab/>
        <w:t>1.013e0</w:t>
      </w:r>
    </w:p>
    <w:p w14:paraId="00A766BE" w14:textId="77777777" w:rsidR="006D4449" w:rsidRDefault="006D4449" w:rsidP="006D4449">
      <w:r>
        <w:t>225.8137</w:t>
      </w:r>
      <w:r>
        <w:tab/>
        <w:t>1.013e0</w:t>
      </w:r>
    </w:p>
    <w:p w14:paraId="311D437E" w14:textId="77777777" w:rsidR="006D4449" w:rsidRDefault="006D4449" w:rsidP="006D4449">
      <w:r>
        <w:t>225.8344</w:t>
      </w:r>
      <w:r>
        <w:tab/>
        <w:t>2.025e0</w:t>
      </w:r>
    </w:p>
    <w:p w14:paraId="4AB302A7" w14:textId="77777777" w:rsidR="006D4449" w:rsidRDefault="006D4449" w:rsidP="006D4449">
      <w:r>
        <w:t>225.8550</w:t>
      </w:r>
      <w:r>
        <w:tab/>
        <w:t>4.051e0</w:t>
      </w:r>
    </w:p>
    <w:p w14:paraId="5079A9C1" w14:textId="77777777" w:rsidR="006D4449" w:rsidRDefault="006D4449" w:rsidP="006D4449">
      <w:r>
        <w:t>225.9179</w:t>
      </w:r>
      <w:r>
        <w:tab/>
        <w:t>2.025e0</w:t>
      </w:r>
    </w:p>
    <w:p w14:paraId="6672349E" w14:textId="77777777" w:rsidR="006D4449" w:rsidRDefault="006D4449" w:rsidP="006D4449">
      <w:r>
        <w:t>225.9262</w:t>
      </w:r>
      <w:r>
        <w:tab/>
        <w:t>2.025e0</w:t>
      </w:r>
    </w:p>
    <w:p w14:paraId="465973A1" w14:textId="77777777" w:rsidR="006D4449" w:rsidRDefault="006D4449" w:rsidP="006D4449">
      <w:r>
        <w:t>225.9470</w:t>
      </w:r>
      <w:r>
        <w:tab/>
        <w:t>2.025e0</w:t>
      </w:r>
    </w:p>
    <w:p w14:paraId="70B5C658" w14:textId="77777777" w:rsidR="006D4449" w:rsidRDefault="006D4449" w:rsidP="006D4449">
      <w:r>
        <w:t>225.9499</w:t>
      </w:r>
      <w:r>
        <w:tab/>
        <w:t>1.013e0</w:t>
      </w:r>
    </w:p>
    <w:p w14:paraId="08871C87" w14:textId="77777777" w:rsidR="006D4449" w:rsidRDefault="006D4449" w:rsidP="006D4449">
      <w:r>
        <w:t>225.9791</w:t>
      </w:r>
      <w:r>
        <w:tab/>
        <w:t>9.095e0</w:t>
      </w:r>
    </w:p>
    <w:p w14:paraId="425E1294" w14:textId="77777777" w:rsidR="006D4449" w:rsidRDefault="006D4449" w:rsidP="006D4449">
      <w:r>
        <w:t>225.9874</w:t>
      </w:r>
      <w:r>
        <w:tab/>
        <w:t>1.709e1</w:t>
      </w:r>
    </w:p>
    <w:p w14:paraId="2DFB7FB3" w14:textId="77777777" w:rsidR="006D4449" w:rsidRDefault="006D4449" w:rsidP="006D4449">
      <w:r>
        <w:lastRenderedPageBreak/>
        <w:t>226.0104</w:t>
      </w:r>
      <w:r>
        <w:tab/>
        <w:t>1.530e2</w:t>
      </w:r>
    </w:p>
    <w:p w14:paraId="245EB7E4" w14:textId="77777777" w:rsidR="006D4449" w:rsidRDefault="006D4449" w:rsidP="006D4449">
      <w:r>
        <w:t>226.0117</w:t>
      </w:r>
      <w:r>
        <w:tab/>
        <w:t>5.598e1</w:t>
      </w:r>
    </w:p>
    <w:p w14:paraId="60C172B4" w14:textId="77777777" w:rsidR="006D4449" w:rsidRDefault="006D4449" w:rsidP="006D4449">
      <w:r>
        <w:t>226.0130</w:t>
      </w:r>
      <w:r>
        <w:tab/>
        <w:t>8.693e1</w:t>
      </w:r>
    </w:p>
    <w:p w14:paraId="785A4B2A" w14:textId="77777777" w:rsidR="006D4449" w:rsidRDefault="006D4449" w:rsidP="006D4449">
      <w:r>
        <w:t>226.0150</w:t>
      </w:r>
      <w:r>
        <w:tab/>
        <w:t>7.399e1</w:t>
      </w:r>
    </w:p>
    <w:p w14:paraId="3B027A0D" w14:textId="77777777" w:rsidR="006D4449" w:rsidRDefault="006D4449" w:rsidP="006D4449">
      <w:r>
        <w:t>226.0540</w:t>
      </w:r>
      <w:r>
        <w:tab/>
        <w:t>3.231e1</w:t>
      </w:r>
    </w:p>
    <w:p w14:paraId="69111EDC" w14:textId="77777777" w:rsidR="006D4449" w:rsidRDefault="006D4449" w:rsidP="006D4449">
      <w:r>
        <w:t>226.0607</w:t>
      </w:r>
      <w:r>
        <w:tab/>
        <w:t>5.571e0</w:t>
      </w:r>
    </w:p>
    <w:p w14:paraId="50D9CB77" w14:textId="77777777" w:rsidR="006D4449" w:rsidRDefault="006D4449" w:rsidP="006D4449">
      <w:r>
        <w:t>226.0793</w:t>
      </w:r>
      <w:r>
        <w:tab/>
        <w:t>2.025e0</w:t>
      </w:r>
    </w:p>
    <w:p w14:paraId="4E5F8380" w14:textId="77777777" w:rsidR="006D4449" w:rsidRDefault="006D4449" w:rsidP="006D4449">
      <w:r>
        <w:t>226.0861</w:t>
      </w:r>
      <w:r>
        <w:tab/>
        <w:t>3.038e0</w:t>
      </w:r>
    </w:p>
    <w:p w14:paraId="41449539" w14:textId="77777777" w:rsidR="006D4449" w:rsidRDefault="006D4449" w:rsidP="006D4449">
      <w:r>
        <w:t>226.0884</w:t>
      </w:r>
      <w:r>
        <w:tab/>
        <w:t>4.361e0</w:t>
      </w:r>
    </w:p>
    <w:p w14:paraId="7F1D8FBC" w14:textId="77777777" w:rsidR="006D4449" w:rsidRDefault="006D4449" w:rsidP="006D4449">
      <w:r>
        <w:t>226.1021</w:t>
      </w:r>
      <w:r>
        <w:tab/>
        <w:t>6.076e0</w:t>
      </w:r>
    </w:p>
    <w:p w14:paraId="2C200BF2" w14:textId="77777777" w:rsidR="006D4449" w:rsidRDefault="006D4449" w:rsidP="006D4449">
      <w:r>
        <w:t>226.1199</w:t>
      </w:r>
      <w:r>
        <w:tab/>
        <w:t>3.038e0</w:t>
      </w:r>
    </w:p>
    <w:p w14:paraId="64770513" w14:textId="77777777" w:rsidR="006D4449" w:rsidRDefault="006D4449" w:rsidP="006D4449">
      <w:r>
        <w:t>226.1244</w:t>
      </w:r>
      <w:r>
        <w:tab/>
        <w:t>7.945e0</w:t>
      </w:r>
    </w:p>
    <w:p w14:paraId="450A92A7" w14:textId="77777777" w:rsidR="006D4449" w:rsidRDefault="006D4449" w:rsidP="006D4449">
      <w:r>
        <w:t>226.1444</w:t>
      </w:r>
      <w:r>
        <w:tab/>
        <w:t>5.248e0</w:t>
      </w:r>
    </w:p>
    <w:p w14:paraId="41A8E7F6" w14:textId="77777777" w:rsidR="006D4449" w:rsidRDefault="006D4449" w:rsidP="006D4449">
      <w:r>
        <w:t>226.1491</w:t>
      </w:r>
      <w:r>
        <w:tab/>
        <w:t>2.025e0</w:t>
      </w:r>
    </w:p>
    <w:p w14:paraId="07D7934D" w14:textId="77777777" w:rsidR="006D4449" w:rsidRDefault="006D4449" w:rsidP="006D4449">
      <w:r>
        <w:t>226.1604</w:t>
      </w:r>
      <w:r>
        <w:tab/>
        <w:t>4.051e0</w:t>
      </w:r>
    </w:p>
    <w:p w14:paraId="743A96A9" w14:textId="77777777" w:rsidR="006D4449" w:rsidRDefault="006D4449" w:rsidP="006D4449">
      <w:r>
        <w:t>226.1620</w:t>
      </w:r>
      <w:r>
        <w:tab/>
        <w:t>5.063e0</w:t>
      </w:r>
    </w:p>
    <w:p w14:paraId="06B2B940" w14:textId="77777777" w:rsidR="006D4449" w:rsidRDefault="006D4449" w:rsidP="006D4449">
      <w:r>
        <w:t>226.1634</w:t>
      </w:r>
      <w:r>
        <w:tab/>
        <w:t>1.305e1</w:t>
      </w:r>
    </w:p>
    <w:p w14:paraId="11797670" w14:textId="77777777" w:rsidR="006D4449" w:rsidRDefault="006D4449" w:rsidP="006D4449">
      <w:r>
        <w:t>226.1770</w:t>
      </w:r>
      <w:r>
        <w:tab/>
        <w:t>1.013e0</w:t>
      </w:r>
    </w:p>
    <w:p w14:paraId="7BC16446" w14:textId="77777777" w:rsidR="006D4449" w:rsidRDefault="006D4449" w:rsidP="006D4449">
      <w:r>
        <w:t>226.1957</w:t>
      </w:r>
      <w:r>
        <w:tab/>
        <w:t>4.051e0</w:t>
      </w:r>
    </w:p>
    <w:p w14:paraId="4530DD78" w14:textId="77777777" w:rsidR="006D4449" w:rsidRDefault="006D4449" w:rsidP="006D4449">
      <w:r>
        <w:lastRenderedPageBreak/>
        <w:t>226.2010</w:t>
      </w:r>
      <w:r>
        <w:tab/>
        <w:t>4.051e0</w:t>
      </w:r>
    </w:p>
    <w:p w14:paraId="7EAD3129" w14:textId="77777777" w:rsidR="006D4449" w:rsidRDefault="006D4449" w:rsidP="006D4449">
      <w:r>
        <w:t>226.2129</w:t>
      </w:r>
      <w:r>
        <w:tab/>
        <w:t>6.076e0</w:t>
      </w:r>
    </w:p>
    <w:p w14:paraId="5543F9AA" w14:textId="77777777" w:rsidR="006D4449" w:rsidRDefault="006D4449" w:rsidP="006D4449">
      <w:r>
        <w:t>226.2172</w:t>
      </w:r>
      <w:r>
        <w:tab/>
        <w:t>3.038e0</w:t>
      </w:r>
    </w:p>
    <w:p w14:paraId="2BCDCDB2" w14:textId="77777777" w:rsidR="006D4449" w:rsidRDefault="006D4449" w:rsidP="006D4449">
      <w:r>
        <w:t>226.2323</w:t>
      </w:r>
      <w:r>
        <w:tab/>
        <w:t>2.025e0</w:t>
      </w:r>
    </w:p>
    <w:p w14:paraId="1158DE76" w14:textId="77777777" w:rsidR="006D4449" w:rsidRDefault="006D4449" w:rsidP="006D4449">
      <w:r>
        <w:t>226.2458</w:t>
      </w:r>
      <w:r>
        <w:tab/>
        <w:t>1.013e0</w:t>
      </w:r>
    </w:p>
    <w:p w14:paraId="195B2292" w14:textId="77777777" w:rsidR="006D4449" w:rsidRDefault="006D4449" w:rsidP="006D4449">
      <w:r>
        <w:t>226.2515</w:t>
      </w:r>
      <w:r>
        <w:tab/>
        <w:t>3.038e0</w:t>
      </w:r>
    </w:p>
    <w:p w14:paraId="5849FC60" w14:textId="77777777" w:rsidR="006D4449" w:rsidRDefault="006D4449" w:rsidP="006D4449">
      <w:r>
        <w:t>226.2535</w:t>
      </w:r>
      <w:r>
        <w:tab/>
        <w:t>1.013e0</w:t>
      </w:r>
    </w:p>
    <w:p w14:paraId="2963D7B4" w14:textId="77777777" w:rsidR="006D4449" w:rsidRDefault="006D4449" w:rsidP="006D4449">
      <w:r>
        <w:t>226.2784</w:t>
      </w:r>
      <w:r>
        <w:tab/>
        <w:t>1.013e0</w:t>
      </w:r>
    </w:p>
    <w:p w14:paraId="7656CC49" w14:textId="77777777" w:rsidR="006D4449" w:rsidRDefault="006D4449" w:rsidP="006D4449">
      <w:r>
        <w:t>226.2933</w:t>
      </w:r>
      <w:r>
        <w:tab/>
        <w:t>1.013e0</w:t>
      </w:r>
    </w:p>
    <w:p w14:paraId="7AE7F9B0" w14:textId="77777777" w:rsidR="006D4449" w:rsidRDefault="006D4449" w:rsidP="006D4449">
      <w:r>
        <w:t>226.2981</w:t>
      </w:r>
      <w:r>
        <w:tab/>
        <w:t>2.025e0</w:t>
      </w:r>
    </w:p>
    <w:p w14:paraId="3062C7CE" w14:textId="77777777" w:rsidR="006D4449" w:rsidRDefault="006D4449" w:rsidP="006D4449">
      <w:r>
        <w:t>226.3088</w:t>
      </w:r>
      <w:r>
        <w:tab/>
        <w:t>1.013e0</w:t>
      </w:r>
    </w:p>
    <w:p w14:paraId="5897EED8" w14:textId="77777777" w:rsidR="006D4449" w:rsidRDefault="006D4449" w:rsidP="006D4449">
      <w:r>
        <w:t>226.3136</w:t>
      </w:r>
      <w:r>
        <w:tab/>
        <w:t>1.013e0</w:t>
      </w:r>
    </w:p>
    <w:p w14:paraId="57B2B979" w14:textId="77777777" w:rsidR="006D4449" w:rsidRDefault="006D4449" w:rsidP="006D4449">
      <w:r>
        <w:t>226.3212</w:t>
      </w:r>
      <w:r>
        <w:tab/>
        <w:t>1.013e0</w:t>
      </w:r>
    </w:p>
    <w:p w14:paraId="7E822B19" w14:textId="77777777" w:rsidR="006D4449" w:rsidRDefault="006D4449" w:rsidP="006D4449">
      <w:r>
        <w:t>226.3231</w:t>
      </w:r>
      <w:r>
        <w:tab/>
        <w:t>2.025e0</w:t>
      </w:r>
    </w:p>
    <w:p w14:paraId="62BC5D9C" w14:textId="77777777" w:rsidR="006D4449" w:rsidRDefault="006D4449" w:rsidP="006D4449">
      <w:r>
        <w:t>226.3253</w:t>
      </w:r>
      <w:r>
        <w:tab/>
        <w:t>1.013e0</w:t>
      </w:r>
    </w:p>
    <w:p w14:paraId="6F600981" w14:textId="77777777" w:rsidR="006D4449" w:rsidRDefault="006D4449" w:rsidP="006D4449">
      <w:r>
        <w:t>226.3424</w:t>
      </w:r>
      <w:r>
        <w:tab/>
        <w:t>2.025e0</w:t>
      </w:r>
    </w:p>
    <w:p w14:paraId="52597FEA" w14:textId="77777777" w:rsidR="006D4449" w:rsidRDefault="006D4449" w:rsidP="006D4449">
      <w:r>
        <w:t>226.3457</w:t>
      </w:r>
      <w:r>
        <w:tab/>
        <w:t>1.013e0</w:t>
      </w:r>
    </w:p>
    <w:p w14:paraId="4E8D1D22" w14:textId="77777777" w:rsidR="006D4449" w:rsidRDefault="006D4449" w:rsidP="006D4449">
      <w:r>
        <w:t>226.3496</w:t>
      </w:r>
      <w:r>
        <w:tab/>
        <w:t>1.013e0</w:t>
      </w:r>
    </w:p>
    <w:p w14:paraId="16A37520" w14:textId="77777777" w:rsidR="006D4449" w:rsidRDefault="006D4449" w:rsidP="006D4449">
      <w:r>
        <w:t>226.3689</w:t>
      </w:r>
      <w:r>
        <w:tab/>
        <w:t>1.013e0</w:t>
      </w:r>
    </w:p>
    <w:p w14:paraId="17D102F3" w14:textId="77777777" w:rsidR="006D4449" w:rsidRDefault="006D4449" w:rsidP="006D4449">
      <w:r>
        <w:lastRenderedPageBreak/>
        <w:t>226.3755</w:t>
      </w:r>
      <w:r>
        <w:tab/>
        <w:t>2.025e0</w:t>
      </w:r>
    </w:p>
    <w:p w14:paraId="486AF234" w14:textId="77777777" w:rsidR="006D4449" w:rsidRDefault="006D4449" w:rsidP="006D4449">
      <w:r>
        <w:t>226.3851</w:t>
      </w:r>
      <w:r>
        <w:tab/>
        <w:t>1.013e0</w:t>
      </w:r>
    </w:p>
    <w:p w14:paraId="49DA8B22" w14:textId="77777777" w:rsidR="006D4449" w:rsidRDefault="006D4449" w:rsidP="006D4449">
      <w:r>
        <w:t>226.3865</w:t>
      </w:r>
      <w:r>
        <w:tab/>
        <w:t>2.025e0</w:t>
      </w:r>
    </w:p>
    <w:p w14:paraId="601873D0" w14:textId="77777777" w:rsidR="006D4449" w:rsidRDefault="006D4449" w:rsidP="006D4449">
      <w:r>
        <w:t>226.4012</w:t>
      </w:r>
      <w:r>
        <w:tab/>
        <w:t>1.013e0</w:t>
      </w:r>
    </w:p>
    <w:p w14:paraId="251FD1F3" w14:textId="77777777" w:rsidR="006D4449" w:rsidRDefault="006D4449" w:rsidP="006D4449">
      <w:r>
        <w:t>226.4203</w:t>
      </w:r>
      <w:r>
        <w:tab/>
        <w:t>2.025e0</w:t>
      </w:r>
    </w:p>
    <w:p w14:paraId="50C61385" w14:textId="77777777" w:rsidR="006D4449" w:rsidRDefault="006D4449" w:rsidP="006D4449">
      <w:r>
        <w:t>226.4328</w:t>
      </w:r>
      <w:r>
        <w:tab/>
        <w:t>2.025e0</w:t>
      </w:r>
    </w:p>
    <w:p w14:paraId="59E7B0A7" w14:textId="77777777" w:rsidR="006D4449" w:rsidRDefault="006D4449" w:rsidP="006D4449">
      <w:r>
        <w:t>226.4395</w:t>
      </w:r>
      <w:r>
        <w:tab/>
        <w:t>2.025e0</w:t>
      </w:r>
    </w:p>
    <w:p w14:paraId="2870E09E" w14:textId="77777777" w:rsidR="006D4449" w:rsidRDefault="006D4449" w:rsidP="006D4449">
      <w:r>
        <w:t>226.4568</w:t>
      </w:r>
      <w:r>
        <w:tab/>
        <w:t>1.013e0</w:t>
      </w:r>
    </w:p>
    <w:p w14:paraId="0D65E119" w14:textId="77777777" w:rsidR="006D4449" w:rsidRDefault="006D4449" w:rsidP="006D4449">
      <w:r>
        <w:t>226.4663</w:t>
      </w:r>
      <w:r>
        <w:tab/>
        <w:t>1.013e0</w:t>
      </w:r>
    </w:p>
    <w:p w14:paraId="18792B71" w14:textId="77777777" w:rsidR="006D4449" w:rsidRDefault="006D4449" w:rsidP="006D4449">
      <w:r>
        <w:t>226.4729</w:t>
      </w:r>
      <w:r>
        <w:tab/>
        <w:t>3.038e0</w:t>
      </w:r>
    </w:p>
    <w:p w14:paraId="7B8439BB" w14:textId="77777777" w:rsidR="006D4449" w:rsidRDefault="006D4449" w:rsidP="006D4449">
      <w:r>
        <w:t>226.4774</w:t>
      </w:r>
      <w:r>
        <w:tab/>
        <w:t>1.013e0</w:t>
      </w:r>
    </w:p>
    <w:p w14:paraId="1AA7B72B" w14:textId="77777777" w:rsidR="006D4449" w:rsidRDefault="006D4449" w:rsidP="006D4449">
      <w:r>
        <w:t>226.4812</w:t>
      </w:r>
      <w:r>
        <w:tab/>
        <w:t>1.013e0</w:t>
      </w:r>
    </w:p>
    <w:p w14:paraId="2F2AA664" w14:textId="77777777" w:rsidR="006D4449" w:rsidRDefault="006D4449" w:rsidP="006D4449">
      <w:r>
        <w:t>226.4958</w:t>
      </w:r>
      <w:r>
        <w:tab/>
        <w:t>3.038e0</w:t>
      </w:r>
    </w:p>
    <w:p w14:paraId="123E25E5" w14:textId="77777777" w:rsidR="006D4449" w:rsidRDefault="006D4449" w:rsidP="006D4449">
      <w:r>
        <w:t>226.5045</w:t>
      </w:r>
      <w:r>
        <w:tab/>
        <w:t>3.038e0</w:t>
      </w:r>
    </w:p>
    <w:p w14:paraId="75407451" w14:textId="77777777" w:rsidR="006D4449" w:rsidRDefault="006D4449" w:rsidP="006D4449">
      <w:r>
        <w:t>226.5208</w:t>
      </w:r>
      <w:r>
        <w:tab/>
        <w:t>3.038e0</w:t>
      </w:r>
    </w:p>
    <w:p w14:paraId="44BB351F" w14:textId="77777777" w:rsidR="006D4449" w:rsidRDefault="006D4449" w:rsidP="006D4449">
      <w:r>
        <w:t>226.5351</w:t>
      </w:r>
      <w:r>
        <w:tab/>
        <w:t>3.038e0</w:t>
      </w:r>
    </w:p>
    <w:p w14:paraId="5CF1BD1A" w14:textId="77777777" w:rsidR="006D4449" w:rsidRDefault="006D4449" w:rsidP="006D4449">
      <w:r>
        <w:t>226.5607</w:t>
      </w:r>
      <w:r>
        <w:tab/>
        <w:t>2.025e0</w:t>
      </w:r>
    </w:p>
    <w:p w14:paraId="40F07C4A" w14:textId="77777777" w:rsidR="006D4449" w:rsidRDefault="006D4449" w:rsidP="006D4449">
      <w:r>
        <w:t>226.5769</w:t>
      </w:r>
      <w:r>
        <w:tab/>
        <w:t>2.025e0</w:t>
      </w:r>
    </w:p>
    <w:p w14:paraId="64DD07A9" w14:textId="77777777" w:rsidR="006D4449" w:rsidRDefault="006D4449" w:rsidP="006D4449">
      <w:r>
        <w:t>226.5836</w:t>
      </w:r>
      <w:r>
        <w:tab/>
        <w:t>4.051e0</w:t>
      </w:r>
    </w:p>
    <w:p w14:paraId="0E7BC400" w14:textId="77777777" w:rsidR="006D4449" w:rsidRDefault="006D4449" w:rsidP="006D4449">
      <w:r>
        <w:lastRenderedPageBreak/>
        <w:t>226.5987</w:t>
      </w:r>
      <w:r>
        <w:tab/>
        <w:t>1.013e0</w:t>
      </w:r>
    </w:p>
    <w:p w14:paraId="3D1AF32A" w14:textId="77777777" w:rsidR="006D4449" w:rsidRDefault="006D4449" w:rsidP="006D4449">
      <w:r>
        <w:t>226.6174</w:t>
      </w:r>
      <w:r>
        <w:tab/>
        <w:t>2.025e0</w:t>
      </w:r>
    </w:p>
    <w:p w14:paraId="4DEF70D1" w14:textId="77777777" w:rsidR="006D4449" w:rsidRDefault="006D4449" w:rsidP="006D4449">
      <w:r>
        <w:t>226.6227</w:t>
      </w:r>
      <w:r>
        <w:tab/>
        <w:t>2.025e0</w:t>
      </w:r>
    </w:p>
    <w:p w14:paraId="75C7E49A" w14:textId="77777777" w:rsidR="006D4449" w:rsidRDefault="006D4449" w:rsidP="006D4449">
      <w:r>
        <w:t>226.6237</w:t>
      </w:r>
      <w:r>
        <w:tab/>
        <w:t>2.025e0</w:t>
      </w:r>
    </w:p>
    <w:p w14:paraId="1099F09E" w14:textId="77777777" w:rsidR="006D4449" w:rsidRDefault="006D4449" w:rsidP="006D4449">
      <w:r>
        <w:t>226.6410</w:t>
      </w:r>
      <w:r>
        <w:tab/>
        <w:t>2.025e0</w:t>
      </w:r>
    </w:p>
    <w:p w14:paraId="7CB09CDC" w14:textId="77777777" w:rsidR="006D4449" w:rsidRDefault="006D4449" w:rsidP="006D4449">
      <w:r>
        <w:t>226.6703</w:t>
      </w:r>
      <w:r>
        <w:tab/>
        <w:t>2.025e0</w:t>
      </w:r>
    </w:p>
    <w:p w14:paraId="1E7E9E5B" w14:textId="77777777" w:rsidR="006D4449" w:rsidRDefault="006D4449" w:rsidP="006D4449">
      <w:r>
        <w:t>226.6780</w:t>
      </w:r>
      <w:r>
        <w:tab/>
        <w:t>2.025e0</w:t>
      </w:r>
    </w:p>
    <w:p w14:paraId="7A8DDB67" w14:textId="77777777" w:rsidR="006D4449" w:rsidRDefault="006D4449" w:rsidP="006D4449">
      <w:r>
        <w:t>226.6848</w:t>
      </w:r>
      <w:r>
        <w:tab/>
        <w:t>1.013e0</w:t>
      </w:r>
    </w:p>
    <w:p w14:paraId="2F26F029" w14:textId="77777777" w:rsidR="006D4449" w:rsidRDefault="006D4449" w:rsidP="006D4449">
      <w:r>
        <w:t>226.7109</w:t>
      </w:r>
      <w:r>
        <w:tab/>
        <w:t>2.025e0</w:t>
      </w:r>
    </w:p>
    <w:p w14:paraId="03D8248C" w14:textId="77777777" w:rsidR="006D4449" w:rsidRDefault="006D4449" w:rsidP="006D4449">
      <w:r>
        <w:t>226.7184</w:t>
      </w:r>
      <w:r>
        <w:tab/>
        <w:t>2.083e0</w:t>
      </w:r>
    </w:p>
    <w:p w14:paraId="15FEC58F" w14:textId="77777777" w:rsidR="006D4449" w:rsidRDefault="006D4449" w:rsidP="006D4449">
      <w:r>
        <w:t>226.7227</w:t>
      </w:r>
      <w:r>
        <w:tab/>
        <w:t>1.013e0</w:t>
      </w:r>
    </w:p>
    <w:p w14:paraId="69EDC95A" w14:textId="77777777" w:rsidR="006D4449" w:rsidRDefault="006D4449" w:rsidP="006D4449">
      <w:r>
        <w:t>226.7342</w:t>
      </w:r>
      <w:r>
        <w:tab/>
        <w:t>1.013e0</w:t>
      </w:r>
    </w:p>
    <w:p w14:paraId="625269B2" w14:textId="77777777" w:rsidR="006D4449" w:rsidRDefault="006D4449" w:rsidP="006D4449">
      <w:r>
        <w:t>226.7459</w:t>
      </w:r>
      <w:r>
        <w:tab/>
        <w:t>1.013e0</w:t>
      </w:r>
    </w:p>
    <w:p w14:paraId="0EADB001" w14:textId="77777777" w:rsidR="006D4449" w:rsidRDefault="006D4449" w:rsidP="006D4449">
      <w:r>
        <w:t>226.7574</w:t>
      </w:r>
      <w:r>
        <w:tab/>
        <w:t>1.013e0</w:t>
      </w:r>
    </w:p>
    <w:p w14:paraId="3845BDC7" w14:textId="77777777" w:rsidR="006D4449" w:rsidRDefault="006D4449" w:rsidP="006D4449">
      <w:r>
        <w:t>226.7687</w:t>
      </w:r>
      <w:r>
        <w:tab/>
        <w:t>1.013e0</w:t>
      </w:r>
    </w:p>
    <w:p w14:paraId="668E4399" w14:textId="77777777" w:rsidR="006D4449" w:rsidRDefault="006D4449" w:rsidP="006D4449">
      <w:r>
        <w:t>226.7821</w:t>
      </w:r>
      <w:r>
        <w:tab/>
        <w:t>2.025e0</w:t>
      </w:r>
    </w:p>
    <w:p w14:paraId="7AC42948" w14:textId="77777777" w:rsidR="006D4449" w:rsidRDefault="006D4449" w:rsidP="006D4449">
      <w:r>
        <w:t>226.8069</w:t>
      </w:r>
      <w:r>
        <w:tab/>
        <w:t>3.038e0</w:t>
      </w:r>
    </w:p>
    <w:p w14:paraId="5270B427" w14:textId="77777777" w:rsidR="006D4449" w:rsidRDefault="006D4449" w:rsidP="006D4449">
      <w:r>
        <w:t>226.8286</w:t>
      </w:r>
      <w:r>
        <w:tab/>
        <w:t>1.013e0</w:t>
      </w:r>
    </w:p>
    <w:p w14:paraId="48BC25E4" w14:textId="77777777" w:rsidR="006D4449" w:rsidRDefault="006D4449" w:rsidP="006D4449">
      <w:r>
        <w:t>226.8414</w:t>
      </w:r>
      <w:r>
        <w:tab/>
        <w:t>1.013e0</w:t>
      </w:r>
    </w:p>
    <w:p w14:paraId="750680FA" w14:textId="77777777" w:rsidR="006D4449" w:rsidRDefault="006D4449" w:rsidP="006D4449">
      <w:r>
        <w:lastRenderedPageBreak/>
        <w:t>226.8496</w:t>
      </w:r>
      <w:r>
        <w:tab/>
        <w:t>2.025e0</w:t>
      </w:r>
    </w:p>
    <w:p w14:paraId="158EFF45" w14:textId="77777777" w:rsidR="006D4449" w:rsidRDefault="006D4449" w:rsidP="006D4449">
      <w:r>
        <w:t>226.8507</w:t>
      </w:r>
      <w:r>
        <w:tab/>
        <w:t>3.038e0</w:t>
      </w:r>
    </w:p>
    <w:p w14:paraId="29E3A4B4" w14:textId="77777777" w:rsidR="006D4449" w:rsidRDefault="006D4449" w:rsidP="006D4449">
      <w:r>
        <w:t>226.8545</w:t>
      </w:r>
      <w:r>
        <w:tab/>
        <w:t>1.013e0</w:t>
      </w:r>
    </w:p>
    <w:p w14:paraId="1D324E6E" w14:textId="77777777" w:rsidR="006D4449" w:rsidRDefault="006D4449" w:rsidP="006D4449">
      <w:r>
        <w:t>226.8729</w:t>
      </w:r>
      <w:r>
        <w:tab/>
        <w:t>1.013e0</w:t>
      </w:r>
    </w:p>
    <w:p w14:paraId="2DF79EEA" w14:textId="77777777" w:rsidR="006D4449" w:rsidRDefault="006D4449" w:rsidP="006D4449">
      <w:r>
        <w:t>226.8980</w:t>
      </w:r>
      <w:r>
        <w:tab/>
        <w:t>2.025e0</w:t>
      </w:r>
    </w:p>
    <w:p w14:paraId="0F983F64" w14:textId="77777777" w:rsidR="006D4449" w:rsidRDefault="006D4449" w:rsidP="006D4449">
      <w:r>
        <w:t>226.8991</w:t>
      </w:r>
      <w:r>
        <w:tab/>
        <w:t>2.025e0</w:t>
      </w:r>
    </w:p>
    <w:p w14:paraId="5EC4A4A3" w14:textId="77777777" w:rsidR="006D4449" w:rsidRDefault="006D4449" w:rsidP="006D4449">
      <w:r>
        <w:t>226.9013</w:t>
      </w:r>
      <w:r>
        <w:tab/>
        <w:t>1.013e0</w:t>
      </w:r>
    </w:p>
    <w:p w14:paraId="38ECDBBB" w14:textId="77777777" w:rsidR="006D4449" w:rsidRDefault="006D4449" w:rsidP="006D4449">
      <w:r>
        <w:t>226.9291</w:t>
      </w:r>
      <w:r>
        <w:tab/>
        <w:t>3.038e0</w:t>
      </w:r>
    </w:p>
    <w:p w14:paraId="71B65897" w14:textId="77777777" w:rsidR="006D4449" w:rsidRDefault="006D4449" w:rsidP="006D4449">
      <w:r>
        <w:t>226.9378</w:t>
      </w:r>
      <w:r>
        <w:tab/>
        <w:t>1.013e0</w:t>
      </w:r>
    </w:p>
    <w:p w14:paraId="7B7199E1" w14:textId="77777777" w:rsidR="006D4449" w:rsidRDefault="006D4449" w:rsidP="006D4449">
      <w:r>
        <w:t>226.9541</w:t>
      </w:r>
      <w:r>
        <w:tab/>
        <w:t>3.038e0</w:t>
      </w:r>
    </w:p>
    <w:p w14:paraId="502944D9" w14:textId="77777777" w:rsidR="006D4449" w:rsidRDefault="006D4449" w:rsidP="006D4449">
      <w:r>
        <w:t>226.9564</w:t>
      </w:r>
      <w:r>
        <w:tab/>
        <w:t>2.025e0</w:t>
      </w:r>
    </w:p>
    <w:p w14:paraId="5A431943" w14:textId="77777777" w:rsidR="006D4449" w:rsidRDefault="006D4449" w:rsidP="006D4449">
      <w:r>
        <w:t>226.9612</w:t>
      </w:r>
      <w:r>
        <w:tab/>
        <w:t>1.013e0</w:t>
      </w:r>
    </w:p>
    <w:p w14:paraId="5B2D16C6" w14:textId="77777777" w:rsidR="006D4449" w:rsidRDefault="006D4449" w:rsidP="006D4449">
      <w:r>
        <w:t>226.9738</w:t>
      </w:r>
      <w:r>
        <w:tab/>
        <w:t>2.025e0</w:t>
      </w:r>
    </w:p>
    <w:p w14:paraId="6BCF984C" w14:textId="77777777" w:rsidR="006D4449" w:rsidRDefault="006D4449" w:rsidP="006D4449">
      <w:r>
        <w:t>226.9863</w:t>
      </w:r>
      <w:r>
        <w:tab/>
        <w:t>3.038e0</w:t>
      </w:r>
    </w:p>
    <w:p w14:paraId="16128ACE" w14:textId="77777777" w:rsidR="006D4449" w:rsidRDefault="006D4449" w:rsidP="006D4449">
      <w:r>
        <w:t>226.9892</w:t>
      </w:r>
      <w:r>
        <w:tab/>
        <w:t>2.025e0</w:t>
      </w:r>
    </w:p>
    <w:p w14:paraId="6063C997" w14:textId="77777777" w:rsidR="006D4449" w:rsidRDefault="006D4449" w:rsidP="006D4449">
      <w:r>
        <w:t>227.0157</w:t>
      </w:r>
      <w:r>
        <w:tab/>
        <w:t>1.558e1</w:t>
      </w:r>
    </w:p>
    <w:p w14:paraId="6F398E01" w14:textId="77777777" w:rsidR="006D4449" w:rsidRDefault="006D4449" w:rsidP="006D4449">
      <w:r>
        <w:t>227.0209</w:t>
      </w:r>
      <w:r>
        <w:tab/>
        <w:t>1.316e1</w:t>
      </w:r>
    </w:p>
    <w:p w14:paraId="0E09A8A3" w14:textId="77777777" w:rsidR="006D4449" w:rsidRDefault="006D4449" w:rsidP="006D4449">
      <w:r>
        <w:t>227.0229</w:t>
      </w:r>
      <w:r>
        <w:tab/>
        <w:t>1.238e1</w:t>
      </w:r>
    </w:p>
    <w:p w14:paraId="23973AD3" w14:textId="77777777" w:rsidR="006D4449" w:rsidRDefault="006D4449" w:rsidP="006D4449">
      <w:r>
        <w:t>227.0327</w:t>
      </w:r>
      <w:r>
        <w:tab/>
        <w:t>6.757e0</w:t>
      </w:r>
    </w:p>
    <w:p w14:paraId="7BB880AC" w14:textId="77777777" w:rsidR="006D4449" w:rsidRDefault="006D4449" w:rsidP="006D4449">
      <w:r>
        <w:lastRenderedPageBreak/>
        <w:t>227.0472</w:t>
      </w:r>
      <w:r>
        <w:tab/>
        <w:t>5.913e0</w:t>
      </w:r>
    </w:p>
    <w:p w14:paraId="702D4662" w14:textId="77777777" w:rsidR="006D4449" w:rsidRDefault="006D4449" w:rsidP="006D4449">
      <w:r>
        <w:t>227.0540</w:t>
      </w:r>
      <w:r>
        <w:tab/>
        <w:t>5.063e0</w:t>
      </w:r>
    </w:p>
    <w:p w14:paraId="13F22034" w14:textId="77777777" w:rsidR="006D4449" w:rsidRDefault="006D4449" w:rsidP="006D4449">
      <w:r>
        <w:t>227.0771</w:t>
      </w:r>
      <w:r>
        <w:tab/>
        <w:t>3.038e0</w:t>
      </w:r>
    </w:p>
    <w:p w14:paraId="4ACA3572" w14:textId="77777777" w:rsidR="006D4449" w:rsidRDefault="006D4449" w:rsidP="006D4449">
      <w:r>
        <w:t>227.0823</w:t>
      </w:r>
      <w:r>
        <w:tab/>
        <w:t>2.224e0</w:t>
      </w:r>
    </w:p>
    <w:p w14:paraId="4A7125FD" w14:textId="77777777" w:rsidR="006D4449" w:rsidRDefault="006D4449" w:rsidP="006D4449">
      <w:r>
        <w:t>227.0902</w:t>
      </w:r>
      <w:r>
        <w:tab/>
        <w:t>2.025e0</w:t>
      </w:r>
    </w:p>
    <w:p w14:paraId="71CB3100" w14:textId="77777777" w:rsidR="006D4449" w:rsidRDefault="006D4449" w:rsidP="006D4449">
      <w:r>
        <w:t>227.0991</w:t>
      </w:r>
      <w:r>
        <w:tab/>
        <w:t>5.063e0</w:t>
      </w:r>
    </w:p>
    <w:p w14:paraId="1B23C1E4" w14:textId="77777777" w:rsidR="006D4449" w:rsidRDefault="006D4449" w:rsidP="006D4449">
      <w:r>
        <w:t>227.1211</w:t>
      </w:r>
      <w:r>
        <w:tab/>
        <w:t>2.025e0</w:t>
      </w:r>
    </w:p>
    <w:p w14:paraId="45D20917" w14:textId="77777777" w:rsidR="006D4449" w:rsidRDefault="006D4449" w:rsidP="006D4449">
      <w:r>
        <w:t>227.1235</w:t>
      </w:r>
      <w:r>
        <w:tab/>
        <w:t>4.051e0</w:t>
      </w:r>
    </w:p>
    <w:p w14:paraId="25B39937" w14:textId="77777777" w:rsidR="006D4449" w:rsidRDefault="006D4449" w:rsidP="006D4449">
      <w:r>
        <w:t>227.1260</w:t>
      </w:r>
      <w:r>
        <w:tab/>
        <w:t>8.101e0</w:t>
      </w:r>
    </w:p>
    <w:p w14:paraId="76098EFF" w14:textId="77777777" w:rsidR="006D4449" w:rsidRDefault="006D4449" w:rsidP="006D4449">
      <w:r>
        <w:t>227.1274</w:t>
      </w:r>
      <w:r>
        <w:tab/>
        <w:t>5.063e0</w:t>
      </w:r>
    </w:p>
    <w:p w14:paraId="67BFB96E" w14:textId="77777777" w:rsidR="006D4449" w:rsidRDefault="006D4449" w:rsidP="006D4449">
      <w:r>
        <w:t>227.1307</w:t>
      </w:r>
      <w:r>
        <w:tab/>
        <w:t>9.114e0</w:t>
      </w:r>
    </w:p>
    <w:p w14:paraId="4139A746" w14:textId="77777777" w:rsidR="006D4449" w:rsidRDefault="006D4449" w:rsidP="006D4449">
      <w:r>
        <w:t>227.1518</w:t>
      </w:r>
      <w:r>
        <w:tab/>
        <w:t>6.451e0</w:t>
      </w:r>
    </w:p>
    <w:p w14:paraId="5BD2FB00" w14:textId="77777777" w:rsidR="006D4449" w:rsidRDefault="006D4449" w:rsidP="006D4449">
      <w:r>
        <w:t>227.1548</w:t>
      </w:r>
      <w:r>
        <w:tab/>
        <w:t>1.013e0</w:t>
      </w:r>
    </w:p>
    <w:p w14:paraId="47F40F48" w14:textId="77777777" w:rsidR="006D4449" w:rsidRDefault="006D4449" w:rsidP="006D4449">
      <w:r>
        <w:t>227.1582</w:t>
      </w:r>
      <w:r>
        <w:tab/>
        <w:t>1.013e0</w:t>
      </w:r>
    </w:p>
    <w:p w14:paraId="78FB26A7" w14:textId="77777777" w:rsidR="006D4449" w:rsidRDefault="006D4449" w:rsidP="006D4449">
      <w:r>
        <w:t>227.1668</w:t>
      </w:r>
      <w:r>
        <w:tab/>
        <w:t>2.025e0</w:t>
      </w:r>
    </w:p>
    <w:p w14:paraId="5606CB47" w14:textId="77777777" w:rsidR="006D4449" w:rsidRDefault="006D4449" w:rsidP="006D4449">
      <w:r>
        <w:t>227.1745</w:t>
      </w:r>
      <w:r>
        <w:tab/>
        <w:t>2.025e0</w:t>
      </w:r>
    </w:p>
    <w:p w14:paraId="5DB15150" w14:textId="77777777" w:rsidR="006D4449" w:rsidRDefault="006D4449" w:rsidP="006D4449">
      <w:r>
        <w:t>227.1861</w:t>
      </w:r>
      <w:r>
        <w:tab/>
        <w:t>2.025e0</w:t>
      </w:r>
    </w:p>
    <w:p w14:paraId="768940D4" w14:textId="77777777" w:rsidR="006D4449" w:rsidRDefault="006D4449" w:rsidP="006D4449">
      <w:r>
        <w:t>227.1931</w:t>
      </w:r>
      <w:r>
        <w:tab/>
        <w:t>3.038e0</w:t>
      </w:r>
    </w:p>
    <w:p w14:paraId="0A88EBE5" w14:textId="77777777" w:rsidR="006D4449" w:rsidRDefault="006D4449" w:rsidP="006D4449">
      <w:r>
        <w:t>227.2075</w:t>
      </w:r>
      <w:r>
        <w:tab/>
        <w:t>2.025e0</w:t>
      </w:r>
    </w:p>
    <w:p w14:paraId="41CE72CE" w14:textId="77777777" w:rsidR="006D4449" w:rsidRDefault="006D4449" w:rsidP="006D4449">
      <w:r>
        <w:lastRenderedPageBreak/>
        <w:t>227.2577</w:t>
      </w:r>
      <w:r>
        <w:tab/>
        <w:t>1.013e0</w:t>
      </w:r>
    </w:p>
    <w:p w14:paraId="28170EAC" w14:textId="77777777" w:rsidR="006D4449" w:rsidRDefault="006D4449" w:rsidP="006D4449">
      <w:r>
        <w:t>227.2633</w:t>
      </w:r>
      <w:r>
        <w:tab/>
        <w:t>2.025e0</w:t>
      </w:r>
    </w:p>
    <w:p w14:paraId="179A9B0D" w14:textId="77777777" w:rsidR="006D4449" w:rsidRDefault="006D4449" w:rsidP="006D4449">
      <w:r>
        <w:t>227.2781</w:t>
      </w:r>
      <w:r>
        <w:tab/>
        <w:t>1.013e0</w:t>
      </w:r>
    </w:p>
    <w:p w14:paraId="213B0EE7" w14:textId="77777777" w:rsidR="006D4449" w:rsidRDefault="006D4449" w:rsidP="006D4449">
      <w:r>
        <w:t>227.2865</w:t>
      </w:r>
      <w:r>
        <w:tab/>
        <w:t>2.025e0</w:t>
      </w:r>
    </w:p>
    <w:p w14:paraId="71B76AD6" w14:textId="77777777" w:rsidR="006D4449" w:rsidRDefault="006D4449" w:rsidP="006D4449">
      <w:r>
        <w:t>227.3064</w:t>
      </w:r>
      <w:r>
        <w:tab/>
        <w:t>2.025e0</w:t>
      </w:r>
    </w:p>
    <w:p w14:paraId="248A996B" w14:textId="77777777" w:rsidR="006D4449" w:rsidRDefault="006D4449" w:rsidP="006D4449">
      <w:r>
        <w:t>227.3102</w:t>
      </w:r>
      <w:r>
        <w:tab/>
        <w:t>3.038e0</w:t>
      </w:r>
    </w:p>
    <w:p w14:paraId="742C5324" w14:textId="77777777" w:rsidR="006D4449" w:rsidRDefault="006D4449" w:rsidP="006D4449">
      <w:r>
        <w:t>227.3316</w:t>
      </w:r>
      <w:r>
        <w:tab/>
        <w:t>2.025e0</w:t>
      </w:r>
    </w:p>
    <w:p w14:paraId="637E91E6" w14:textId="77777777" w:rsidR="006D4449" w:rsidRDefault="006D4449" w:rsidP="006D4449">
      <w:r>
        <w:t>227.3409</w:t>
      </w:r>
      <w:r>
        <w:tab/>
        <w:t>2.025e0</w:t>
      </w:r>
    </w:p>
    <w:p w14:paraId="09B00E48" w14:textId="77777777" w:rsidR="006D4449" w:rsidRDefault="006D4449" w:rsidP="006D4449">
      <w:r>
        <w:t>227.3569</w:t>
      </w:r>
      <w:r>
        <w:tab/>
        <w:t>1.740e0</w:t>
      </w:r>
    </w:p>
    <w:p w14:paraId="42209EF2" w14:textId="77777777" w:rsidR="006D4449" w:rsidRDefault="006D4449" w:rsidP="006D4449">
      <w:r>
        <w:t>227.3857</w:t>
      </w:r>
      <w:r>
        <w:tab/>
        <w:t>2.025e0</w:t>
      </w:r>
    </w:p>
    <w:p w14:paraId="787E8BFE" w14:textId="77777777" w:rsidR="006D4449" w:rsidRDefault="006D4449" w:rsidP="006D4449">
      <w:r>
        <w:t>227.3891</w:t>
      </w:r>
      <w:r>
        <w:tab/>
        <w:t>2.025e0</w:t>
      </w:r>
    </w:p>
    <w:p w14:paraId="29CD8690" w14:textId="77777777" w:rsidR="006D4449" w:rsidRDefault="006D4449" w:rsidP="006D4449">
      <w:r>
        <w:t>227.3938</w:t>
      </w:r>
      <w:r>
        <w:tab/>
        <w:t>1.013e0</w:t>
      </w:r>
    </w:p>
    <w:p w14:paraId="4CAFFC62" w14:textId="77777777" w:rsidR="006D4449" w:rsidRDefault="006D4449" w:rsidP="006D4449">
      <w:r>
        <w:t>227.4010</w:t>
      </w:r>
      <w:r>
        <w:tab/>
        <w:t>3.038e0</w:t>
      </w:r>
    </w:p>
    <w:p w14:paraId="16720CAD" w14:textId="77777777" w:rsidR="006D4449" w:rsidRDefault="006D4449" w:rsidP="006D4449">
      <w:r>
        <w:t>227.4306</w:t>
      </w:r>
      <w:r>
        <w:tab/>
        <w:t>1.013e0</w:t>
      </w:r>
    </w:p>
    <w:p w14:paraId="305D10DB" w14:textId="77777777" w:rsidR="006D4449" w:rsidRDefault="006D4449" w:rsidP="006D4449">
      <w:r>
        <w:t>227.4335</w:t>
      </w:r>
      <w:r>
        <w:tab/>
        <w:t>1.013e0</w:t>
      </w:r>
    </w:p>
    <w:p w14:paraId="7D5C6A63" w14:textId="77777777" w:rsidR="006D4449" w:rsidRDefault="006D4449" w:rsidP="006D4449">
      <w:r>
        <w:t>227.4373</w:t>
      </w:r>
      <w:r>
        <w:tab/>
        <w:t>1.013e0</w:t>
      </w:r>
    </w:p>
    <w:p w14:paraId="5D6A4715" w14:textId="77777777" w:rsidR="006D4449" w:rsidRDefault="006D4449" w:rsidP="006D4449">
      <w:r>
        <w:t>227.4586</w:t>
      </w:r>
      <w:r>
        <w:tab/>
        <w:t>2.025e0</w:t>
      </w:r>
    </w:p>
    <w:p w14:paraId="5135D8DA" w14:textId="77777777" w:rsidR="006D4449" w:rsidRDefault="006D4449" w:rsidP="006D4449">
      <w:r>
        <w:t>227.4791</w:t>
      </w:r>
      <w:r>
        <w:tab/>
        <w:t>1.013e0</w:t>
      </w:r>
    </w:p>
    <w:p w14:paraId="19CD1670" w14:textId="77777777" w:rsidR="006D4449" w:rsidRDefault="006D4449" w:rsidP="006D4449">
      <w:r>
        <w:t>227.4955</w:t>
      </w:r>
      <w:r>
        <w:tab/>
        <w:t>2.025e0</w:t>
      </w:r>
    </w:p>
    <w:p w14:paraId="6BE28819" w14:textId="77777777" w:rsidR="006D4449" w:rsidRDefault="006D4449" w:rsidP="006D4449">
      <w:r>
        <w:lastRenderedPageBreak/>
        <w:t>227.5053</w:t>
      </w:r>
      <w:r>
        <w:tab/>
        <w:t>1.013e0</w:t>
      </w:r>
    </w:p>
    <w:p w14:paraId="6C8C16DF" w14:textId="77777777" w:rsidR="006D4449" w:rsidRDefault="006D4449" w:rsidP="006D4449">
      <w:r>
        <w:t>227.5393</w:t>
      </w:r>
      <w:r>
        <w:tab/>
        <w:t>1.013e0</w:t>
      </w:r>
    </w:p>
    <w:p w14:paraId="55566983" w14:textId="77777777" w:rsidR="006D4449" w:rsidRDefault="006D4449" w:rsidP="006D4449">
      <w:r>
        <w:t>227.5587</w:t>
      </w:r>
      <w:r>
        <w:tab/>
        <w:t>2.025e0</w:t>
      </w:r>
    </w:p>
    <w:p w14:paraId="6F1AB435" w14:textId="77777777" w:rsidR="006D4449" w:rsidRDefault="006D4449" w:rsidP="006D4449">
      <w:r>
        <w:t>227.5615</w:t>
      </w:r>
      <w:r>
        <w:tab/>
        <w:t>1.013e0</w:t>
      </w:r>
    </w:p>
    <w:p w14:paraId="6E804B7D" w14:textId="77777777" w:rsidR="006D4449" w:rsidRDefault="006D4449" w:rsidP="006D4449">
      <w:r>
        <w:t>227.5749</w:t>
      </w:r>
      <w:r>
        <w:tab/>
        <w:t>1.013e0</w:t>
      </w:r>
    </w:p>
    <w:p w14:paraId="4ADCEC87" w14:textId="77777777" w:rsidR="006D4449" w:rsidRDefault="006D4449" w:rsidP="006D4449">
      <w:r>
        <w:t>227.5868</w:t>
      </w:r>
      <w:r>
        <w:tab/>
        <w:t>1.013e0</w:t>
      </w:r>
    </w:p>
    <w:p w14:paraId="186AC319" w14:textId="77777777" w:rsidR="006D4449" w:rsidRDefault="006D4449" w:rsidP="006D4449">
      <w:r>
        <w:t>227.6063</w:t>
      </w:r>
      <w:r>
        <w:tab/>
        <w:t>1.013e0</w:t>
      </w:r>
    </w:p>
    <w:p w14:paraId="52CB5792" w14:textId="77777777" w:rsidR="006D4449" w:rsidRDefault="006D4449" w:rsidP="006D4449">
      <w:r>
        <w:t>227.6081</w:t>
      </w:r>
      <w:r>
        <w:tab/>
        <w:t>3.038e0</w:t>
      </w:r>
    </w:p>
    <w:p w14:paraId="5DEB4C70" w14:textId="77777777" w:rsidR="006D4449" w:rsidRDefault="006D4449" w:rsidP="006D4449">
      <w:r>
        <w:t>227.6130</w:t>
      </w:r>
      <w:r>
        <w:tab/>
        <w:t>2.025e0</w:t>
      </w:r>
    </w:p>
    <w:p w14:paraId="26E03AB5" w14:textId="77777777" w:rsidR="006D4449" w:rsidRDefault="006D4449" w:rsidP="006D4449">
      <w:r>
        <w:t>227.6291</w:t>
      </w:r>
      <w:r>
        <w:tab/>
        <w:t>3.038e0</w:t>
      </w:r>
    </w:p>
    <w:p w14:paraId="0338F951" w14:textId="77777777" w:rsidR="006D4449" w:rsidRDefault="006D4449" w:rsidP="006D4449">
      <w:r>
        <w:t>227.6363</w:t>
      </w:r>
      <w:r>
        <w:tab/>
        <w:t>3.038e0</w:t>
      </w:r>
    </w:p>
    <w:p w14:paraId="3BC13772" w14:textId="77777777" w:rsidR="006D4449" w:rsidRDefault="006D4449" w:rsidP="006D4449">
      <w:r>
        <w:t>227.6424</w:t>
      </w:r>
      <w:r>
        <w:tab/>
        <w:t>3.038e0</w:t>
      </w:r>
    </w:p>
    <w:p w14:paraId="7E78F1E5" w14:textId="77777777" w:rsidR="006D4449" w:rsidRDefault="006D4449" w:rsidP="006D4449">
      <w:r>
        <w:t>227.6435</w:t>
      </w:r>
      <w:r>
        <w:tab/>
        <w:t>1.013e0</w:t>
      </w:r>
    </w:p>
    <w:p w14:paraId="00E4DB1A" w14:textId="77777777" w:rsidR="006D4449" w:rsidRDefault="006D4449" w:rsidP="006D4449">
      <w:r>
        <w:t>227.6780</w:t>
      </w:r>
      <w:r>
        <w:tab/>
        <w:t>2.025e0</w:t>
      </w:r>
    </w:p>
    <w:p w14:paraId="66B62020" w14:textId="77777777" w:rsidR="006D4449" w:rsidRDefault="006D4449" w:rsidP="006D4449">
      <w:r>
        <w:t>227.6791</w:t>
      </w:r>
      <w:r>
        <w:tab/>
        <w:t>1.013e0</w:t>
      </w:r>
    </w:p>
    <w:p w14:paraId="73FB67DB" w14:textId="77777777" w:rsidR="006D4449" w:rsidRDefault="006D4449" w:rsidP="006D4449">
      <w:r>
        <w:t>227.6857</w:t>
      </w:r>
      <w:r>
        <w:tab/>
        <w:t>1.013e0</w:t>
      </w:r>
    </w:p>
    <w:p w14:paraId="0ECC2802" w14:textId="77777777" w:rsidR="006D4449" w:rsidRDefault="006D4449" w:rsidP="006D4449">
      <w:r>
        <w:t>227.6890</w:t>
      </w:r>
      <w:r>
        <w:tab/>
        <w:t>2.025e0</w:t>
      </w:r>
    </w:p>
    <w:p w14:paraId="49279A7C" w14:textId="77777777" w:rsidR="006D4449" w:rsidRDefault="006D4449" w:rsidP="006D4449">
      <w:r>
        <w:t>227.7142</w:t>
      </w:r>
      <w:r>
        <w:tab/>
        <w:t>2.025e0</w:t>
      </w:r>
    </w:p>
    <w:p w14:paraId="0F5E6503" w14:textId="77777777" w:rsidR="006D4449" w:rsidRDefault="006D4449" w:rsidP="006D4449">
      <w:r>
        <w:t>227.7161</w:t>
      </w:r>
      <w:r>
        <w:tab/>
        <w:t>2.025e0</w:t>
      </w:r>
    </w:p>
    <w:p w14:paraId="3355CF06" w14:textId="77777777" w:rsidR="006D4449" w:rsidRDefault="006D4449" w:rsidP="006D4449">
      <w:r>
        <w:lastRenderedPageBreak/>
        <w:t>227.7180</w:t>
      </w:r>
      <w:r>
        <w:tab/>
        <w:t>2.025e0</w:t>
      </w:r>
    </w:p>
    <w:p w14:paraId="7DF3F616" w14:textId="77777777" w:rsidR="006D4449" w:rsidRDefault="006D4449" w:rsidP="006D4449">
      <w:r>
        <w:t>227.7354</w:t>
      </w:r>
      <w:r>
        <w:tab/>
        <w:t>1.013e0</w:t>
      </w:r>
    </w:p>
    <w:p w14:paraId="1334B330" w14:textId="77777777" w:rsidR="006D4449" w:rsidRDefault="006D4449" w:rsidP="006D4449">
      <w:r>
        <w:t>227.7388</w:t>
      </w:r>
      <w:r>
        <w:tab/>
        <w:t>2.025e0</w:t>
      </w:r>
    </w:p>
    <w:p w14:paraId="67CB0264" w14:textId="77777777" w:rsidR="006D4449" w:rsidRDefault="006D4449" w:rsidP="006D4449">
      <w:r>
        <w:t>227.7550</w:t>
      </w:r>
      <w:r>
        <w:tab/>
        <w:t>3.038e0</w:t>
      </w:r>
    </w:p>
    <w:p w14:paraId="72279AE1" w14:textId="77777777" w:rsidR="006D4449" w:rsidRDefault="006D4449" w:rsidP="006D4449">
      <w:r>
        <w:t>227.7769</w:t>
      </w:r>
      <w:r>
        <w:tab/>
        <w:t>3.038e0</w:t>
      </w:r>
    </w:p>
    <w:p w14:paraId="746DA0CC" w14:textId="77777777" w:rsidR="006D4449" w:rsidRDefault="006D4449" w:rsidP="006D4449">
      <w:r>
        <w:t>227.7821</w:t>
      </w:r>
      <w:r>
        <w:tab/>
        <w:t>2.025e0</w:t>
      </w:r>
    </w:p>
    <w:p w14:paraId="2CBEA414" w14:textId="77777777" w:rsidR="006D4449" w:rsidRDefault="006D4449" w:rsidP="006D4449">
      <w:r>
        <w:t>227.7995</w:t>
      </w:r>
      <w:r>
        <w:tab/>
        <w:t>1.013e0</w:t>
      </w:r>
    </w:p>
    <w:p w14:paraId="28A95162" w14:textId="77777777" w:rsidR="006D4449" w:rsidRDefault="006D4449" w:rsidP="006D4449">
      <w:r>
        <w:t>227.8071</w:t>
      </w:r>
      <w:r>
        <w:tab/>
        <w:t>2.025e0</w:t>
      </w:r>
    </w:p>
    <w:p w14:paraId="02A3E656" w14:textId="77777777" w:rsidR="006D4449" w:rsidRDefault="006D4449" w:rsidP="006D4449">
      <w:r>
        <w:t>227.8193</w:t>
      </w:r>
      <w:r>
        <w:tab/>
        <w:t>2.025e0</w:t>
      </w:r>
    </w:p>
    <w:p w14:paraId="64C81A87" w14:textId="77777777" w:rsidR="006D4449" w:rsidRDefault="006D4449" w:rsidP="006D4449">
      <w:r>
        <w:t>227.8388</w:t>
      </w:r>
      <w:r>
        <w:tab/>
        <w:t>3.038e0</w:t>
      </w:r>
    </w:p>
    <w:p w14:paraId="6BAE8A1B" w14:textId="77777777" w:rsidR="006D4449" w:rsidRDefault="006D4449" w:rsidP="006D4449">
      <w:r>
        <w:t>227.8461</w:t>
      </w:r>
      <w:r>
        <w:tab/>
        <w:t>2.025e0</w:t>
      </w:r>
    </w:p>
    <w:p w14:paraId="21F50F38" w14:textId="77777777" w:rsidR="006D4449" w:rsidRDefault="006D4449" w:rsidP="006D4449">
      <w:r>
        <w:t>227.8558</w:t>
      </w:r>
      <w:r>
        <w:tab/>
        <w:t>2.025e0</w:t>
      </w:r>
    </w:p>
    <w:p w14:paraId="51558FEA" w14:textId="77777777" w:rsidR="006D4449" w:rsidRDefault="006D4449" w:rsidP="006D4449">
      <w:r>
        <w:t>227.8839</w:t>
      </w:r>
      <w:r>
        <w:tab/>
        <w:t>2.190e0</w:t>
      </w:r>
    </w:p>
    <w:p w14:paraId="5A7EE32A" w14:textId="77777777" w:rsidR="006D4449" w:rsidRDefault="006D4449" w:rsidP="006D4449">
      <w:r>
        <w:t>227.8998</w:t>
      </w:r>
      <w:r>
        <w:tab/>
        <w:t>3.038e0</w:t>
      </w:r>
    </w:p>
    <w:p w14:paraId="50DDB652" w14:textId="77777777" w:rsidR="006D4449" w:rsidRDefault="006D4449" w:rsidP="006D4449">
      <w:r>
        <w:t>227.9102</w:t>
      </w:r>
      <w:r>
        <w:tab/>
        <w:t>2.025e0</w:t>
      </w:r>
    </w:p>
    <w:p w14:paraId="64A84F7D" w14:textId="77777777" w:rsidR="006D4449" w:rsidRDefault="006D4449" w:rsidP="006D4449">
      <w:r>
        <w:t>227.9316</w:t>
      </w:r>
      <w:r>
        <w:tab/>
        <w:t>2.025e0</w:t>
      </w:r>
    </w:p>
    <w:p w14:paraId="27FE573D" w14:textId="77777777" w:rsidR="006D4449" w:rsidRDefault="006D4449" w:rsidP="006D4449">
      <w:r>
        <w:t>227.9446</w:t>
      </w:r>
      <w:r>
        <w:tab/>
        <w:t>5.341e0</w:t>
      </w:r>
    </w:p>
    <w:p w14:paraId="6365770E" w14:textId="77777777" w:rsidR="006D4449" w:rsidRDefault="006D4449" w:rsidP="006D4449">
      <w:r>
        <w:t>227.9841</w:t>
      </w:r>
      <w:r>
        <w:tab/>
        <w:t>1.986e2</w:t>
      </w:r>
    </w:p>
    <w:p w14:paraId="46954142" w14:textId="77777777" w:rsidR="006D4449" w:rsidRDefault="006D4449" w:rsidP="006D4449">
      <w:r>
        <w:t>227.9854</w:t>
      </w:r>
      <w:r>
        <w:tab/>
        <w:t>6.544e2</w:t>
      </w:r>
    </w:p>
    <w:p w14:paraId="66F54D67" w14:textId="77777777" w:rsidR="006D4449" w:rsidRDefault="006D4449" w:rsidP="006D4449">
      <w:r>
        <w:lastRenderedPageBreak/>
        <w:t>227.9869</w:t>
      </w:r>
      <w:r>
        <w:tab/>
        <w:t>2.148e2</w:t>
      </w:r>
    </w:p>
    <w:p w14:paraId="6BA74CBF" w14:textId="77777777" w:rsidR="006D4449" w:rsidRDefault="006D4449" w:rsidP="006D4449">
      <w:r>
        <w:t>228.0621</w:t>
      </w:r>
      <w:r>
        <w:tab/>
        <w:t>4.158e0</w:t>
      </w:r>
    </w:p>
    <w:p w14:paraId="0C381D8C" w14:textId="77777777" w:rsidR="006D4449" w:rsidRDefault="006D4449" w:rsidP="006D4449">
      <w:r>
        <w:t>228.0686</w:t>
      </w:r>
      <w:r>
        <w:tab/>
        <w:t>2.025e0</w:t>
      </w:r>
    </w:p>
    <w:p w14:paraId="5FD23589" w14:textId="77777777" w:rsidR="006D4449" w:rsidRDefault="006D4449" w:rsidP="006D4449">
      <w:r>
        <w:t>228.0854</w:t>
      </w:r>
      <w:r>
        <w:tab/>
        <w:t>6.076e0</w:t>
      </w:r>
    </w:p>
    <w:p w14:paraId="1E5CB305" w14:textId="77777777" w:rsidR="006D4449" w:rsidRDefault="006D4449" w:rsidP="006D4449">
      <w:r>
        <w:t>228.0925</w:t>
      </w:r>
      <w:r>
        <w:tab/>
        <w:t>7.089e0</w:t>
      </w:r>
    </w:p>
    <w:p w14:paraId="654C9005" w14:textId="77777777" w:rsidR="006D4449" w:rsidRDefault="006D4449" w:rsidP="006D4449">
      <w:r>
        <w:t>228.0984</w:t>
      </w:r>
      <w:r>
        <w:tab/>
        <w:t>5.063e0</w:t>
      </w:r>
    </w:p>
    <w:p w14:paraId="453DFB6A" w14:textId="77777777" w:rsidR="006D4449" w:rsidRDefault="006D4449" w:rsidP="006D4449">
      <w:r>
        <w:t>228.1211</w:t>
      </w:r>
      <w:r>
        <w:tab/>
        <w:t>1.215e1</w:t>
      </w:r>
    </w:p>
    <w:p w14:paraId="75E2E50D" w14:textId="77777777" w:rsidR="006D4449" w:rsidRDefault="006D4449" w:rsidP="006D4449">
      <w:r>
        <w:t>228.1228</w:t>
      </w:r>
      <w:r>
        <w:tab/>
        <w:t>1.513e1</w:t>
      </w:r>
    </w:p>
    <w:p w14:paraId="1C7A11DF" w14:textId="77777777" w:rsidR="006D4449" w:rsidRDefault="006D4449" w:rsidP="006D4449">
      <w:r>
        <w:t>228.1281</w:t>
      </w:r>
      <w:r>
        <w:tab/>
        <w:t>1.659e1</w:t>
      </w:r>
    </w:p>
    <w:p w14:paraId="120C4C17" w14:textId="77777777" w:rsidR="006D4449" w:rsidRDefault="006D4449" w:rsidP="006D4449">
      <w:r>
        <w:t>228.1550</w:t>
      </w:r>
      <w:r>
        <w:tab/>
        <w:t>4.051e0</w:t>
      </w:r>
    </w:p>
    <w:p w14:paraId="7CCFCB0B" w14:textId="77777777" w:rsidR="006D4449" w:rsidRDefault="006D4449" w:rsidP="006D4449">
      <w:r>
        <w:t>228.1655</w:t>
      </w:r>
      <w:r>
        <w:tab/>
        <w:t>2.025e0</w:t>
      </w:r>
    </w:p>
    <w:p w14:paraId="4AAD6A25" w14:textId="77777777" w:rsidR="006D4449" w:rsidRDefault="006D4449" w:rsidP="006D4449">
      <w:r>
        <w:t>228.1705</w:t>
      </w:r>
      <w:r>
        <w:tab/>
        <w:t>4.051e0</w:t>
      </w:r>
    </w:p>
    <w:p w14:paraId="79CDDEBC" w14:textId="77777777" w:rsidR="006D4449" w:rsidRDefault="006D4449" w:rsidP="006D4449">
      <w:r>
        <w:t>228.1900</w:t>
      </w:r>
      <w:r>
        <w:tab/>
        <w:t>2.025e0</w:t>
      </w:r>
    </w:p>
    <w:p w14:paraId="69E6D592" w14:textId="77777777" w:rsidR="006D4449" w:rsidRDefault="006D4449" w:rsidP="006D4449">
      <w:r>
        <w:t>228.1961</w:t>
      </w:r>
      <w:r>
        <w:tab/>
        <w:t>3.038e0</w:t>
      </w:r>
    </w:p>
    <w:p w14:paraId="579C24DE" w14:textId="77777777" w:rsidR="006D4449" w:rsidRDefault="006D4449" w:rsidP="006D4449">
      <w:r>
        <w:t>228.1975</w:t>
      </w:r>
      <w:r>
        <w:tab/>
        <w:t>2.025e0</w:t>
      </w:r>
    </w:p>
    <w:p w14:paraId="1C3F48E5" w14:textId="77777777" w:rsidR="006D4449" w:rsidRDefault="006D4449" w:rsidP="006D4449">
      <w:r>
        <w:t>228.2035</w:t>
      </w:r>
      <w:r>
        <w:tab/>
        <w:t>2.025e0</w:t>
      </w:r>
    </w:p>
    <w:p w14:paraId="42DC306A" w14:textId="77777777" w:rsidR="006D4449" w:rsidRDefault="006D4449" w:rsidP="006D4449">
      <w:r>
        <w:t>228.2094</w:t>
      </w:r>
      <w:r>
        <w:tab/>
        <w:t>1.013e0</w:t>
      </w:r>
    </w:p>
    <w:p w14:paraId="143A2754" w14:textId="77777777" w:rsidR="006D4449" w:rsidRDefault="006D4449" w:rsidP="006D4449">
      <w:r>
        <w:t>228.2364</w:t>
      </w:r>
      <w:r>
        <w:tab/>
        <w:t>1.013e0</w:t>
      </w:r>
    </w:p>
    <w:p w14:paraId="16038CAC" w14:textId="77777777" w:rsidR="006D4449" w:rsidRDefault="006D4449" w:rsidP="006D4449">
      <w:r>
        <w:t>228.2461</w:t>
      </w:r>
      <w:r>
        <w:tab/>
        <w:t>2.025e0</w:t>
      </w:r>
    </w:p>
    <w:p w14:paraId="21385D15" w14:textId="77777777" w:rsidR="006D4449" w:rsidRDefault="006D4449" w:rsidP="006D4449">
      <w:r>
        <w:lastRenderedPageBreak/>
        <w:t>228.2482</w:t>
      </w:r>
      <w:r>
        <w:tab/>
        <w:t>1.013e0</w:t>
      </w:r>
    </w:p>
    <w:p w14:paraId="0A57A3C2" w14:textId="77777777" w:rsidR="006D4449" w:rsidRDefault="006D4449" w:rsidP="006D4449">
      <w:r>
        <w:t>228.2577</w:t>
      </w:r>
      <w:r>
        <w:tab/>
        <w:t>1.013e0</w:t>
      </w:r>
    </w:p>
    <w:p w14:paraId="5F31F4A2" w14:textId="77777777" w:rsidR="006D4449" w:rsidRDefault="006D4449" w:rsidP="006D4449">
      <w:r>
        <w:t>228.2734</w:t>
      </w:r>
      <w:r>
        <w:tab/>
        <w:t>1.013e0</w:t>
      </w:r>
    </w:p>
    <w:p w14:paraId="1A82DCAC" w14:textId="77777777" w:rsidR="006D4449" w:rsidRDefault="006D4449" w:rsidP="006D4449">
      <w:r>
        <w:t>228.2816</w:t>
      </w:r>
      <w:r>
        <w:tab/>
        <w:t>5.063e0</w:t>
      </w:r>
    </w:p>
    <w:p w14:paraId="29586297" w14:textId="77777777" w:rsidR="006D4449" w:rsidRDefault="006D4449" w:rsidP="006D4449">
      <w:r>
        <w:t>228.2890</w:t>
      </w:r>
      <w:r>
        <w:tab/>
        <w:t>1.013e0</w:t>
      </w:r>
    </w:p>
    <w:p w14:paraId="3ECB05DC" w14:textId="77777777" w:rsidR="006D4449" w:rsidRDefault="006D4449" w:rsidP="006D4449">
      <w:r>
        <w:t>228.2983</w:t>
      </w:r>
      <w:r>
        <w:tab/>
        <w:t>4.051e0</w:t>
      </w:r>
    </w:p>
    <w:p w14:paraId="0DAC9BF2" w14:textId="77777777" w:rsidR="006D4449" w:rsidRDefault="006D4449" w:rsidP="006D4449">
      <w:r>
        <w:t>228.2995</w:t>
      </w:r>
      <w:r>
        <w:tab/>
        <w:t>2.025e0</w:t>
      </w:r>
    </w:p>
    <w:p w14:paraId="31E75048" w14:textId="77777777" w:rsidR="006D4449" w:rsidRDefault="006D4449" w:rsidP="006D4449">
      <w:r>
        <w:t>228.3223</w:t>
      </w:r>
      <w:r>
        <w:tab/>
        <w:t>1.013e0</w:t>
      </w:r>
    </w:p>
    <w:p w14:paraId="11FFAAEF" w14:textId="77777777" w:rsidR="006D4449" w:rsidRDefault="006D4449" w:rsidP="006D4449">
      <w:r>
        <w:t>228.3246</w:t>
      </w:r>
      <w:r>
        <w:tab/>
        <w:t>2.483e0</w:t>
      </w:r>
    </w:p>
    <w:p w14:paraId="184D3EF6" w14:textId="77777777" w:rsidR="006D4449" w:rsidRDefault="006D4449" w:rsidP="006D4449">
      <w:r>
        <w:t>228.3337</w:t>
      </w:r>
      <w:r>
        <w:tab/>
        <w:t>2.025e0</w:t>
      </w:r>
    </w:p>
    <w:p w14:paraId="66751651" w14:textId="77777777" w:rsidR="006D4449" w:rsidRDefault="006D4449" w:rsidP="006D4449">
      <w:r>
        <w:t>228.3587</w:t>
      </w:r>
      <w:r>
        <w:tab/>
        <w:t>2.025e0</w:t>
      </w:r>
    </w:p>
    <w:p w14:paraId="34E60F0C" w14:textId="77777777" w:rsidR="006D4449" w:rsidRDefault="006D4449" w:rsidP="006D4449">
      <w:r>
        <w:t>228.3739</w:t>
      </w:r>
      <w:r>
        <w:tab/>
        <w:t>1.013e0</w:t>
      </w:r>
    </w:p>
    <w:p w14:paraId="78DC0F3B" w14:textId="77777777" w:rsidR="006D4449" w:rsidRDefault="006D4449" w:rsidP="006D4449">
      <w:r>
        <w:t>228.3782</w:t>
      </w:r>
      <w:r>
        <w:tab/>
        <w:t>1.013e0</w:t>
      </w:r>
    </w:p>
    <w:p w14:paraId="2D413C67" w14:textId="77777777" w:rsidR="006D4449" w:rsidRDefault="006D4449" w:rsidP="006D4449">
      <w:r>
        <w:t>228.3830</w:t>
      </w:r>
      <w:r>
        <w:tab/>
        <w:t>3.038e0</w:t>
      </w:r>
    </w:p>
    <w:p w14:paraId="3AB6F989" w14:textId="77777777" w:rsidR="006D4449" w:rsidRDefault="006D4449" w:rsidP="006D4449">
      <w:r>
        <w:t>228.3999</w:t>
      </w:r>
      <w:r>
        <w:tab/>
        <w:t>3.038e0</w:t>
      </w:r>
    </w:p>
    <w:p w14:paraId="188FC680" w14:textId="77777777" w:rsidR="006D4449" w:rsidRDefault="006D4449" w:rsidP="006D4449">
      <w:r>
        <w:t>228.4075</w:t>
      </w:r>
      <w:r>
        <w:tab/>
        <w:t>2.025e0</w:t>
      </w:r>
    </w:p>
    <w:p w14:paraId="5EBEEC26" w14:textId="77777777" w:rsidR="006D4449" w:rsidRDefault="006D4449" w:rsidP="006D4449">
      <w:r>
        <w:t>228.4161</w:t>
      </w:r>
      <w:r>
        <w:tab/>
        <w:t>2.025e0</w:t>
      </w:r>
    </w:p>
    <w:p w14:paraId="5D764ADD" w14:textId="77777777" w:rsidR="006D4449" w:rsidRDefault="006D4449" w:rsidP="006D4449">
      <w:r>
        <w:t>228.4202</w:t>
      </w:r>
      <w:r>
        <w:tab/>
        <w:t>1.013e0</w:t>
      </w:r>
    </w:p>
    <w:p w14:paraId="1E22F10E" w14:textId="77777777" w:rsidR="006D4449" w:rsidRDefault="006D4449" w:rsidP="006D4449">
      <w:r>
        <w:t>228.4274</w:t>
      </w:r>
      <w:r>
        <w:tab/>
        <w:t>3.038e0</w:t>
      </w:r>
    </w:p>
    <w:p w14:paraId="3D8667B9" w14:textId="77777777" w:rsidR="006D4449" w:rsidRDefault="006D4449" w:rsidP="006D4449">
      <w:r>
        <w:lastRenderedPageBreak/>
        <w:t>228.4413</w:t>
      </w:r>
      <w:r>
        <w:tab/>
        <w:t>2.025e0</w:t>
      </w:r>
    </w:p>
    <w:p w14:paraId="6846028A" w14:textId="77777777" w:rsidR="006D4449" w:rsidRDefault="006D4449" w:rsidP="006D4449">
      <w:r>
        <w:t>228.4610</w:t>
      </w:r>
      <w:r>
        <w:tab/>
        <w:t>1.013e0</w:t>
      </w:r>
    </w:p>
    <w:p w14:paraId="60DC5C45" w14:textId="77777777" w:rsidR="006D4449" w:rsidRDefault="006D4449" w:rsidP="006D4449">
      <w:r>
        <w:t>228.4738</w:t>
      </w:r>
      <w:r>
        <w:tab/>
        <w:t>3.038e0</w:t>
      </w:r>
    </w:p>
    <w:p w14:paraId="00CCB1BD" w14:textId="77777777" w:rsidR="006D4449" w:rsidRDefault="006D4449" w:rsidP="006D4449">
      <w:r>
        <w:t>228.4755</w:t>
      </w:r>
      <w:r>
        <w:tab/>
        <w:t>2.025e0</w:t>
      </w:r>
    </w:p>
    <w:p w14:paraId="47CB5E00" w14:textId="77777777" w:rsidR="006D4449" w:rsidRDefault="006D4449" w:rsidP="006D4449">
      <w:r>
        <w:t>228.4871</w:t>
      </w:r>
      <w:r>
        <w:tab/>
        <w:t>2.025e0</w:t>
      </w:r>
    </w:p>
    <w:p w14:paraId="5FE204A2" w14:textId="77777777" w:rsidR="006D4449" w:rsidRDefault="006D4449" w:rsidP="006D4449">
      <w:r>
        <w:t>228.5116</w:t>
      </w:r>
      <w:r>
        <w:tab/>
        <w:t>2.025e0</w:t>
      </w:r>
    </w:p>
    <w:p w14:paraId="7CD8AFF6" w14:textId="77777777" w:rsidR="006D4449" w:rsidRDefault="006D4449" w:rsidP="006D4449">
      <w:r>
        <w:t>228.5257</w:t>
      </w:r>
      <w:r>
        <w:tab/>
        <w:t>2.025e0</w:t>
      </w:r>
    </w:p>
    <w:p w14:paraId="1FE36CE6" w14:textId="77777777" w:rsidR="006D4449" w:rsidRDefault="006D4449" w:rsidP="006D4449">
      <w:r>
        <w:t>228.5497</w:t>
      </w:r>
      <w:r>
        <w:tab/>
        <w:t>3.038e0</w:t>
      </w:r>
    </w:p>
    <w:p w14:paraId="72D58932" w14:textId="77777777" w:rsidR="006D4449" w:rsidRDefault="006D4449" w:rsidP="006D4449">
      <w:r>
        <w:t>228.5632</w:t>
      </w:r>
      <w:r>
        <w:tab/>
        <w:t>1.013e0</w:t>
      </w:r>
    </w:p>
    <w:p w14:paraId="04FD349C" w14:textId="77777777" w:rsidR="006D4449" w:rsidRDefault="006D4449" w:rsidP="006D4449">
      <w:r>
        <w:t>228.5709</w:t>
      </w:r>
      <w:r>
        <w:tab/>
        <w:t>1.013e0</w:t>
      </w:r>
    </w:p>
    <w:p w14:paraId="00D7F874" w14:textId="77777777" w:rsidR="006D4449" w:rsidRDefault="006D4449" w:rsidP="006D4449">
      <w:r>
        <w:t>228.5737</w:t>
      </w:r>
      <w:r>
        <w:tab/>
        <w:t>1.013e0</w:t>
      </w:r>
    </w:p>
    <w:p w14:paraId="78631AF5" w14:textId="77777777" w:rsidR="006D4449" w:rsidRDefault="006D4449" w:rsidP="006D4449">
      <w:r>
        <w:t>228.5979</w:t>
      </w:r>
      <w:r>
        <w:tab/>
        <w:t>1.013e0</w:t>
      </w:r>
    </w:p>
    <w:p w14:paraId="0D0E1847" w14:textId="77777777" w:rsidR="006D4449" w:rsidRDefault="006D4449" w:rsidP="006D4449">
      <w:r>
        <w:t>228.6010</w:t>
      </w:r>
      <w:r>
        <w:tab/>
        <w:t>1.013e0</w:t>
      </w:r>
    </w:p>
    <w:p w14:paraId="70C610C4" w14:textId="77777777" w:rsidR="006D4449" w:rsidRDefault="006D4449" w:rsidP="006D4449">
      <w:r>
        <w:t>228.6050</w:t>
      </w:r>
      <w:r>
        <w:tab/>
        <w:t>2.025e0</w:t>
      </w:r>
    </w:p>
    <w:p w14:paraId="797E1926" w14:textId="77777777" w:rsidR="006D4449" w:rsidRDefault="006D4449" w:rsidP="006D4449">
      <w:r>
        <w:t>228.6149</w:t>
      </w:r>
      <w:r>
        <w:tab/>
        <w:t>1.013e0</w:t>
      </w:r>
    </w:p>
    <w:p w14:paraId="7597C103" w14:textId="77777777" w:rsidR="006D4449" w:rsidRDefault="006D4449" w:rsidP="006D4449">
      <w:r>
        <w:t>228.6395</w:t>
      </w:r>
      <w:r>
        <w:tab/>
        <w:t>4.051e0</w:t>
      </w:r>
    </w:p>
    <w:p w14:paraId="59D473D1" w14:textId="77777777" w:rsidR="006D4449" w:rsidRDefault="006D4449" w:rsidP="006D4449">
      <w:r>
        <w:t>228.6466</w:t>
      </w:r>
      <w:r>
        <w:tab/>
        <w:t>3.038e0</w:t>
      </w:r>
    </w:p>
    <w:p w14:paraId="466C1023" w14:textId="77777777" w:rsidR="006D4449" w:rsidRDefault="006D4449" w:rsidP="006D4449">
      <w:r>
        <w:t>228.6496</w:t>
      </w:r>
      <w:r>
        <w:tab/>
        <w:t>5.063e0</w:t>
      </w:r>
    </w:p>
    <w:p w14:paraId="3AB3E82E" w14:textId="77777777" w:rsidR="006D4449" w:rsidRDefault="006D4449" w:rsidP="006D4449">
      <w:r>
        <w:t>228.6876</w:t>
      </w:r>
      <w:r>
        <w:tab/>
        <w:t>1.013e0</w:t>
      </w:r>
    </w:p>
    <w:p w14:paraId="22DF01E8" w14:textId="77777777" w:rsidR="006D4449" w:rsidRDefault="006D4449" w:rsidP="006D4449">
      <w:r>
        <w:lastRenderedPageBreak/>
        <w:t>228.6902</w:t>
      </w:r>
      <w:r>
        <w:tab/>
        <w:t>3.038e0</w:t>
      </w:r>
    </w:p>
    <w:p w14:paraId="6058E8E9" w14:textId="77777777" w:rsidR="006D4449" w:rsidRDefault="006D4449" w:rsidP="006D4449">
      <w:r>
        <w:t>228.6924</w:t>
      </w:r>
      <w:r>
        <w:tab/>
        <w:t>2.025e0</w:t>
      </w:r>
    </w:p>
    <w:p w14:paraId="4DEC255C" w14:textId="77777777" w:rsidR="006D4449" w:rsidRDefault="006D4449" w:rsidP="006D4449">
      <w:r>
        <w:t>228.6946</w:t>
      </w:r>
      <w:r>
        <w:tab/>
        <w:t>5.063e0</w:t>
      </w:r>
    </w:p>
    <w:p w14:paraId="776217C8" w14:textId="77777777" w:rsidR="006D4449" w:rsidRDefault="006D4449" w:rsidP="006D4449">
      <w:r>
        <w:t>228.7374</w:t>
      </w:r>
      <w:r>
        <w:tab/>
        <w:t>2.025e0</w:t>
      </w:r>
    </w:p>
    <w:p w14:paraId="093739F0" w14:textId="77777777" w:rsidR="006D4449" w:rsidRDefault="006D4449" w:rsidP="006D4449">
      <w:r>
        <w:t>228.7393</w:t>
      </w:r>
      <w:r>
        <w:tab/>
        <w:t>2.025e0</w:t>
      </w:r>
    </w:p>
    <w:p w14:paraId="26B65D6B" w14:textId="77777777" w:rsidR="006D4449" w:rsidRDefault="006D4449" w:rsidP="006D4449">
      <w:r>
        <w:t>228.7479</w:t>
      </w:r>
      <w:r>
        <w:tab/>
        <w:t>1.013e0</w:t>
      </w:r>
    </w:p>
    <w:p w14:paraId="3D2A924F" w14:textId="77777777" w:rsidR="006D4449" w:rsidRDefault="006D4449" w:rsidP="006D4449">
      <w:r>
        <w:t>228.7585</w:t>
      </w:r>
      <w:r>
        <w:tab/>
        <w:t>1.013e0</w:t>
      </w:r>
    </w:p>
    <w:p w14:paraId="253BC2A2" w14:textId="77777777" w:rsidR="006D4449" w:rsidRDefault="006D4449" w:rsidP="006D4449">
      <w:r>
        <w:t>228.7672</w:t>
      </w:r>
      <w:r>
        <w:tab/>
        <w:t>2.025e0</w:t>
      </w:r>
    </w:p>
    <w:p w14:paraId="00A683D7" w14:textId="77777777" w:rsidR="006D4449" w:rsidRDefault="006D4449" w:rsidP="006D4449">
      <w:r>
        <w:t>228.7711</w:t>
      </w:r>
      <w:r>
        <w:tab/>
        <w:t>1.013e0</w:t>
      </w:r>
    </w:p>
    <w:p w14:paraId="0F1C916C" w14:textId="77777777" w:rsidR="006D4449" w:rsidRDefault="006D4449" w:rsidP="006D4449">
      <w:r>
        <w:t>228.7739</w:t>
      </w:r>
      <w:r>
        <w:tab/>
        <w:t>3.038e0</w:t>
      </w:r>
    </w:p>
    <w:p w14:paraId="56038632" w14:textId="77777777" w:rsidR="006D4449" w:rsidRDefault="006D4449" w:rsidP="006D4449">
      <w:r>
        <w:t>228.7777</w:t>
      </w:r>
      <w:r>
        <w:tab/>
        <w:t>1.013e0</w:t>
      </w:r>
    </w:p>
    <w:p w14:paraId="604006B7" w14:textId="77777777" w:rsidR="006D4449" w:rsidRDefault="006D4449" w:rsidP="006D4449">
      <w:r>
        <w:t>228.7924</w:t>
      </w:r>
      <w:r>
        <w:tab/>
        <w:t>2.025e0</w:t>
      </w:r>
    </w:p>
    <w:p w14:paraId="134E74D9" w14:textId="77777777" w:rsidR="006D4449" w:rsidRDefault="006D4449" w:rsidP="006D4449">
      <w:r>
        <w:t>228.7958</w:t>
      </w:r>
      <w:r>
        <w:tab/>
        <w:t>1.013e0</w:t>
      </w:r>
    </w:p>
    <w:p w14:paraId="43E55E8E" w14:textId="77777777" w:rsidR="006D4449" w:rsidRDefault="006D4449" w:rsidP="006D4449">
      <w:r>
        <w:t>228.8031</w:t>
      </w:r>
      <w:r>
        <w:tab/>
        <w:t>1.992e0</w:t>
      </w:r>
    </w:p>
    <w:p w14:paraId="5169507E" w14:textId="77777777" w:rsidR="006D4449" w:rsidRDefault="006D4449" w:rsidP="006D4449">
      <w:r>
        <w:t>228.8059</w:t>
      </w:r>
      <w:r>
        <w:tab/>
        <w:t>3.038e0</w:t>
      </w:r>
    </w:p>
    <w:p w14:paraId="5041C29F" w14:textId="77777777" w:rsidR="006D4449" w:rsidRDefault="006D4449" w:rsidP="006D4449">
      <w:r>
        <w:t>228.8149</w:t>
      </w:r>
      <w:r>
        <w:tab/>
        <w:t>2.025e0</w:t>
      </w:r>
    </w:p>
    <w:p w14:paraId="05D4273B" w14:textId="77777777" w:rsidR="006D4449" w:rsidRDefault="006D4449" w:rsidP="006D4449">
      <w:r>
        <w:t>228.8390</w:t>
      </w:r>
      <w:r>
        <w:tab/>
        <w:t>1.013e0</w:t>
      </w:r>
    </w:p>
    <w:p w14:paraId="36F1B144" w14:textId="77777777" w:rsidR="006D4449" w:rsidRDefault="006D4449" w:rsidP="006D4449">
      <w:r>
        <w:t>228.8498</w:t>
      </w:r>
      <w:r>
        <w:tab/>
        <w:t>2.025e0</w:t>
      </w:r>
    </w:p>
    <w:p w14:paraId="712A4555" w14:textId="77777777" w:rsidR="006D4449" w:rsidRDefault="006D4449" w:rsidP="006D4449">
      <w:r>
        <w:t>228.8509</w:t>
      </w:r>
      <w:r>
        <w:tab/>
        <w:t>1.013e0</w:t>
      </w:r>
    </w:p>
    <w:p w14:paraId="7DB2C097" w14:textId="77777777" w:rsidR="006D4449" w:rsidRDefault="006D4449" w:rsidP="006D4449">
      <w:r>
        <w:lastRenderedPageBreak/>
        <w:t>228.8557</w:t>
      </w:r>
      <w:r>
        <w:tab/>
        <w:t>2.025e0</w:t>
      </w:r>
    </w:p>
    <w:p w14:paraId="4D9364A7" w14:textId="77777777" w:rsidR="006D4449" w:rsidRDefault="006D4449" w:rsidP="006D4449">
      <w:r>
        <w:t>228.8800</w:t>
      </w:r>
      <w:r>
        <w:tab/>
        <w:t>1.013e0</w:t>
      </w:r>
    </w:p>
    <w:p w14:paraId="2A8947FD" w14:textId="77777777" w:rsidR="006D4449" w:rsidRDefault="006D4449" w:rsidP="006D4449">
      <w:r>
        <w:t>228.8868</w:t>
      </w:r>
      <w:r>
        <w:tab/>
        <w:t>1.013e0</w:t>
      </w:r>
    </w:p>
    <w:p w14:paraId="6F9B8F45" w14:textId="77777777" w:rsidR="006D4449" w:rsidRDefault="006D4449" w:rsidP="006D4449">
      <w:r>
        <w:t>228.8925</w:t>
      </w:r>
      <w:r>
        <w:tab/>
        <w:t>2.025e0</w:t>
      </w:r>
    </w:p>
    <w:p w14:paraId="3DD44C84" w14:textId="77777777" w:rsidR="006D4449" w:rsidRDefault="006D4449" w:rsidP="006D4449">
      <w:r>
        <w:t>228.9178</w:t>
      </w:r>
      <w:r>
        <w:tab/>
        <w:t>2.025e0</w:t>
      </w:r>
    </w:p>
    <w:p w14:paraId="148846F0" w14:textId="77777777" w:rsidR="006D4449" w:rsidRDefault="006D4449" w:rsidP="006D4449">
      <w:r>
        <w:t>228.9226</w:t>
      </w:r>
      <w:r>
        <w:tab/>
        <w:t>2.025e0</w:t>
      </w:r>
    </w:p>
    <w:p w14:paraId="4B1616A4" w14:textId="77777777" w:rsidR="006D4449" w:rsidRDefault="006D4449" w:rsidP="006D4449">
      <w:r>
        <w:t>228.9486</w:t>
      </w:r>
      <w:r>
        <w:tab/>
        <w:t>4.051e0</w:t>
      </w:r>
    </w:p>
    <w:p w14:paraId="296F66EC" w14:textId="77777777" w:rsidR="006D4449" w:rsidRDefault="006D4449" w:rsidP="006D4449">
      <w:r>
        <w:t>228.9509</w:t>
      </w:r>
      <w:r>
        <w:tab/>
        <w:t>2.025e0</w:t>
      </w:r>
    </w:p>
    <w:p w14:paraId="31CC414E" w14:textId="77777777" w:rsidR="006D4449" w:rsidRDefault="006D4449" w:rsidP="006D4449">
      <w:r>
        <w:t>228.9548</w:t>
      </w:r>
      <w:r>
        <w:tab/>
        <w:t>3.038e0</w:t>
      </w:r>
    </w:p>
    <w:p w14:paraId="03F21173" w14:textId="77777777" w:rsidR="006D4449" w:rsidRDefault="006D4449" w:rsidP="006D4449">
      <w:r>
        <w:t>228.9579</w:t>
      </w:r>
      <w:r>
        <w:tab/>
        <w:t>2.025e0</w:t>
      </w:r>
    </w:p>
    <w:p w14:paraId="78942085" w14:textId="77777777" w:rsidR="006D4449" w:rsidRDefault="006D4449" w:rsidP="006D4449">
      <w:r>
        <w:t>228.9881</w:t>
      </w:r>
      <w:r>
        <w:tab/>
        <w:t>5.092e1</w:t>
      </w:r>
    </w:p>
    <w:p w14:paraId="65B093E9" w14:textId="77777777" w:rsidR="006D4449" w:rsidRDefault="006D4449" w:rsidP="006D4449">
      <w:r>
        <w:t>228.9906</w:t>
      </w:r>
      <w:r>
        <w:tab/>
        <w:t>7.623e1</w:t>
      </w:r>
    </w:p>
    <w:p w14:paraId="42274CC0" w14:textId="77777777" w:rsidR="006D4449" w:rsidRDefault="006D4449" w:rsidP="006D4449">
      <w:r>
        <w:t>229.0406</w:t>
      </w:r>
      <w:r>
        <w:tab/>
        <w:t>5.063e0</w:t>
      </w:r>
    </w:p>
    <w:p w14:paraId="78B84C4B" w14:textId="77777777" w:rsidR="006D4449" w:rsidRDefault="006D4449" w:rsidP="006D4449">
      <w:r>
        <w:t>229.0528</w:t>
      </w:r>
      <w:r>
        <w:tab/>
        <w:t>4.636e0</w:t>
      </w:r>
    </w:p>
    <w:p w14:paraId="5153E4B0" w14:textId="77777777" w:rsidR="006D4449" w:rsidRDefault="006D4449" w:rsidP="006D4449">
      <w:r>
        <w:t>229.0541</w:t>
      </w:r>
      <w:r>
        <w:tab/>
        <w:t>2.025e0</w:t>
      </w:r>
    </w:p>
    <w:p w14:paraId="1A790F21" w14:textId="77777777" w:rsidR="006D4449" w:rsidRDefault="006D4449" w:rsidP="006D4449">
      <w:r>
        <w:t>229.0786</w:t>
      </w:r>
      <w:r>
        <w:tab/>
        <w:t>4.051e0</w:t>
      </w:r>
    </w:p>
    <w:p w14:paraId="31461AA3" w14:textId="77777777" w:rsidR="006D4449" w:rsidRDefault="006D4449" w:rsidP="006D4449">
      <w:r>
        <w:t>229.0798</w:t>
      </w:r>
      <w:r>
        <w:tab/>
        <w:t>3.038e0</w:t>
      </w:r>
    </w:p>
    <w:p w14:paraId="6978BB26" w14:textId="77777777" w:rsidR="006D4449" w:rsidRDefault="006D4449" w:rsidP="006D4449">
      <w:r>
        <w:t>229.0851</w:t>
      </w:r>
      <w:r>
        <w:tab/>
        <w:t>2.025e0</w:t>
      </w:r>
    </w:p>
    <w:p w14:paraId="57B09C23" w14:textId="77777777" w:rsidR="006D4449" w:rsidRDefault="006D4449" w:rsidP="006D4449">
      <w:r>
        <w:t>229.0888</w:t>
      </w:r>
      <w:r>
        <w:tab/>
        <w:t>6.076e0</w:t>
      </w:r>
    </w:p>
    <w:p w14:paraId="2D62C3CE" w14:textId="77777777" w:rsidR="006D4449" w:rsidRDefault="006D4449" w:rsidP="006D4449">
      <w:r>
        <w:lastRenderedPageBreak/>
        <w:t>229.1106</w:t>
      </w:r>
      <w:r>
        <w:tab/>
        <w:t>2.025e0</w:t>
      </w:r>
    </w:p>
    <w:p w14:paraId="40FE8E8D" w14:textId="77777777" w:rsidR="006D4449" w:rsidRDefault="006D4449" w:rsidP="006D4449">
      <w:r>
        <w:t>229.1213</w:t>
      </w:r>
      <w:r>
        <w:tab/>
        <w:t>1.013e0</w:t>
      </w:r>
    </w:p>
    <w:p w14:paraId="00AF9377" w14:textId="77777777" w:rsidR="006D4449" w:rsidRDefault="006D4449" w:rsidP="006D4449">
      <w:r>
        <w:t>229.1276</w:t>
      </w:r>
      <w:r>
        <w:tab/>
        <w:t>2.585e0</w:t>
      </w:r>
    </w:p>
    <w:p w14:paraId="6AB8E058" w14:textId="77777777" w:rsidR="006D4449" w:rsidRDefault="006D4449" w:rsidP="006D4449">
      <w:r>
        <w:t>229.1524</w:t>
      </w:r>
      <w:r>
        <w:tab/>
        <w:t>8.101e0</w:t>
      </w:r>
    </w:p>
    <w:p w14:paraId="51837EF0" w14:textId="77777777" w:rsidR="006D4449" w:rsidRDefault="006D4449" w:rsidP="006D4449">
      <w:r>
        <w:t>229.1711</w:t>
      </w:r>
      <w:r>
        <w:tab/>
        <w:t>5.605e0</w:t>
      </w:r>
    </w:p>
    <w:p w14:paraId="3CA9A2DE" w14:textId="77777777" w:rsidR="006D4449" w:rsidRDefault="006D4449" w:rsidP="006D4449">
      <w:r>
        <w:t>229.1845</w:t>
      </w:r>
      <w:r>
        <w:tab/>
        <w:t>1.013e0</w:t>
      </w:r>
    </w:p>
    <w:p w14:paraId="52D9E4C8" w14:textId="77777777" w:rsidR="006D4449" w:rsidRDefault="006D4449" w:rsidP="006D4449">
      <w:r>
        <w:t>229.1997</w:t>
      </w:r>
      <w:r>
        <w:tab/>
        <w:t>3.155e0</w:t>
      </w:r>
    </w:p>
    <w:p w14:paraId="0C2AA719" w14:textId="77777777" w:rsidR="006D4449" w:rsidRDefault="006D4449" w:rsidP="006D4449">
      <w:r>
        <w:t>229.2041</w:t>
      </w:r>
      <w:r>
        <w:tab/>
        <w:t>2.025e0</w:t>
      </w:r>
    </w:p>
    <w:p w14:paraId="5B5926C6" w14:textId="77777777" w:rsidR="006D4449" w:rsidRDefault="006D4449" w:rsidP="006D4449">
      <w:r>
        <w:t>229.2341</w:t>
      </w:r>
      <w:r>
        <w:tab/>
        <w:t>1.013e0</w:t>
      </w:r>
    </w:p>
    <w:p w14:paraId="063158B8" w14:textId="77777777" w:rsidR="006D4449" w:rsidRDefault="006D4449" w:rsidP="006D4449">
      <w:r>
        <w:t>229.2370</w:t>
      </w:r>
      <w:r>
        <w:tab/>
        <w:t>2.025e0</w:t>
      </w:r>
    </w:p>
    <w:p w14:paraId="2E2535B4" w14:textId="77777777" w:rsidR="006D4449" w:rsidRDefault="006D4449" w:rsidP="006D4449">
      <w:r>
        <w:t>229.2419</w:t>
      </w:r>
      <w:r>
        <w:tab/>
        <w:t>2.025e0</w:t>
      </w:r>
    </w:p>
    <w:p w14:paraId="648A1055" w14:textId="77777777" w:rsidR="006D4449" w:rsidRDefault="006D4449" w:rsidP="006D4449">
      <w:r>
        <w:t>229.2458</w:t>
      </w:r>
      <w:r>
        <w:tab/>
        <w:t>1.013e0</w:t>
      </w:r>
    </w:p>
    <w:p w14:paraId="1FA173D5" w14:textId="77777777" w:rsidR="006D4449" w:rsidRDefault="006D4449" w:rsidP="006D4449">
      <w:r>
        <w:t>229.2578</w:t>
      </w:r>
      <w:r>
        <w:tab/>
        <w:t>2.025e0</w:t>
      </w:r>
    </w:p>
    <w:p w14:paraId="0FE57BE3" w14:textId="77777777" w:rsidR="006D4449" w:rsidRDefault="006D4449" w:rsidP="006D4449">
      <w:r>
        <w:t>229.2916</w:t>
      </w:r>
      <w:r>
        <w:tab/>
        <w:t>2.025e0</w:t>
      </w:r>
    </w:p>
    <w:p w14:paraId="71CE6E35" w14:textId="77777777" w:rsidR="006D4449" w:rsidRDefault="006D4449" w:rsidP="006D4449">
      <w:r>
        <w:t>229.2944</w:t>
      </w:r>
      <w:r>
        <w:tab/>
        <w:t>2.025e0</w:t>
      </w:r>
    </w:p>
    <w:p w14:paraId="1766D0AE" w14:textId="77777777" w:rsidR="006D4449" w:rsidRDefault="006D4449" w:rsidP="006D4449">
      <w:r>
        <w:t>229.3013</w:t>
      </w:r>
      <w:r>
        <w:tab/>
        <w:t>1.013e0</w:t>
      </w:r>
    </w:p>
    <w:p w14:paraId="5E606C90" w14:textId="77777777" w:rsidR="006D4449" w:rsidRDefault="006D4449" w:rsidP="006D4449">
      <w:r>
        <w:t>229.3102</w:t>
      </w:r>
      <w:r>
        <w:tab/>
        <w:t>2.025e0</w:t>
      </w:r>
    </w:p>
    <w:p w14:paraId="3431C9D9" w14:textId="77777777" w:rsidR="006D4449" w:rsidRDefault="006D4449" w:rsidP="006D4449">
      <w:r>
        <w:t>229.3438</w:t>
      </w:r>
      <w:r>
        <w:tab/>
        <w:t>3.038e0</w:t>
      </w:r>
    </w:p>
    <w:p w14:paraId="75195522" w14:textId="77777777" w:rsidR="006D4449" w:rsidRDefault="006D4449" w:rsidP="006D4449">
      <w:r>
        <w:t>229.3548</w:t>
      </w:r>
      <w:r>
        <w:tab/>
        <w:t>1.013e0</w:t>
      </w:r>
    </w:p>
    <w:p w14:paraId="67E3E83E" w14:textId="77777777" w:rsidR="006D4449" w:rsidRDefault="006D4449" w:rsidP="006D4449">
      <w:r>
        <w:lastRenderedPageBreak/>
        <w:t>229.3626</w:t>
      </w:r>
      <w:r>
        <w:tab/>
        <w:t>1.013e0</w:t>
      </w:r>
    </w:p>
    <w:p w14:paraId="2D518C22" w14:textId="77777777" w:rsidR="006D4449" w:rsidRDefault="006D4449" w:rsidP="006D4449">
      <w:r>
        <w:t>229.3806</w:t>
      </w:r>
      <w:r>
        <w:tab/>
        <w:t>2.025e0</w:t>
      </w:r>
    </w:p>
    <w:p w14:paraId="2C79C6A0" w14:textId="77777777" w:rsidR="006D4449" w:rsidRDefault="006D4449" w:rsidP="006D4449">
      <w:r>
        <w:t>229.4005</w:t>
      </w:r>
      <w:r>
        <w:tab/>
        <w:t>2.025e0</w:t>
      </w:r>
    </w:p>
    <w:p w14:paraId="56C5AC89" w14:textId="77777777" w:rsidR="006D4449" w:rsidRDefault="006D4449" w:rsidP="006D4449">
      <w:r>
        <w:t>229.4064</w:t>
      </w:r>
      <w:r>
        <w:tab/>
        <w:t>1.013e0</w:t>
      </w:r>
    </w:p>
    <w:p w14:paraId="7878D763" w14:textId="77777777" w:rsidR="006D4449" w:rsidRDefault="006D4449" w:rsidP="006D4449">
      <w:r>
        <w:t>229.4664</w:t>
      </w:r>
      <w:r>
        <w:tab/>
        <w:t>4.051e0</w:t>
      </w:r>
    </w:p>
    <w:p w14:paraId="4EEBE614" w14:textId="77777777" w:rsidR="006D4449" w:rsidRDefault="006D4449" w:rsidP="006D4449">
      <w:r>
        <w:t>229.4745</w:t>
      </w:r>
      <w:r>
        <w:tab/>
        <w:t>1.013e0</w:t>
      </w:r>
    </w:p>
    <w:p w14:paraId="4AE66382" w14:textId="77777777" w:rsidR="006D4449" w:rsidRDefault="006D4449" w:rsidP="006D4449">
      <w:r>
        <w:t>229.4988</w:t>
      </w:r>
      <w:r>
        <w:tab/>
        <w:t>3.038e0</w:t>
      </w:r>
    </w:p>
    <w:p w14:paraId="03844EB1" w14:textId="77777777" w:rsidR="006D4449" w:rsidRDefault="006D4449" w:rsidP="006D4449">
      <w:r>
        <w:t>229.5027</w:t>
      </w:r>
      <w:r>
        <w:tab/>
        <w:t>6.076e0</w:t>
      </w:r>
    </w:p>
    <w:p w14:paraId="05CB9553" w14:textId="77777777" w:rsidR="006D4449" w:rsidRDefault="006D4449" w:rsidP="006D4449">
      <w:r>
        <w:t>229.5348</w:t>
      </w:r>
      <w:r>
        <w:tab/>
        <w:t>1.013e0</w:t>
      </w:r>
    </w:p>
    <w:p w14:paraId="6E2C4D64" w14:textId="77777777" w:rsidR="006D4449" w:rsidRDefault="006D4449" w:rsidP="006D4449">
      <w:r>
        <w:t>229.5378</w:t>
      </w:r>
      <w:r>
        <w:tab/>
        <w:t>2.025e0</w:t>
      </w:r>
    </w:p>
    <w:p w14:paraId="34A1F708" w14:textId="77777777" w:rsidR="006D4449" w:rsidRDefault="006D4449" w:rsidP="006D4449">
      <w:r>
        <w:t>229.5436</w:t>
      </w:r>
      <w:r>
        <w:tab/>
        <w:t>1.013e0</w:t>
      </w:r>
    </w:p>
    <w:p w14:paraId="448EB191" w14:textId="77777777" w:rsidR="006D4449" w:rsidRDefault="006D4449" w:rsidP="006D4449">
      <w:r>
        <w:t>229.5484</w:t>
      </w:r>
      <w:r>
        <w:tab/>
        <w:t>2.025e0</w:t>
      </w:r>
    </w:p>
    <w:p w14:paraId="313EE257" w14:textId="77777777" w:rsidR="006D4449" w:rsidRDefault="006D4449" w:rsidP="006D4449">
      <w:r>
        <w:t>229.5553</w:t>
      </w:r>
      <w:r>
        <w:tab/>
        <w:t>1.013e0</w:t>
      </w:r>
    </w:p>
    <w:p w14:paraId="547DF534" w14:textId="77777777" w:rsidR="006D4449" w:rsidRDefault="006D4449" w:rsidP="006D4449">
      <w:r>
        <w:t>229.5639</w:t>
      </w:r>
      <w:r>
        <w:tab/>
        <w:t>1.013e0</w:t>
      </w:r>
    </w:p>
    <w:p w14:paraId="7F349E4F" w14:textId="77777777" w:rsidR="006D4449" w:rsidRDefault="006D4449" w:rsidP="006D4449">
      <w:r>
        <w:t>229.5826</w:t>
      </w:r>
      <w:r>
        <w:tab/>
        <w:t>2.941e0</w:t>
      </w:r>
    </w:p>
    <w:p w14:paraId="20AA3569" w14:textId="77777777" w:rsidR="006D4449" w:rsidRDefault="006D4449" w:rsidP="006D4449">
      <w:r>
        <w:t>229.5845</w:t>
      </w:r>
      <w:r>
        <w:tab/>
        <w:t>1.013e0</w:t>
      </w:r>
    </w:p>
    <w:p w14:paraId="3CCFC899" w14:textId="77777777" w:rsidR="006D4449" w:rsidRDefault="006D4449" w:rsidP="006D4449">
      <w:r>
        <w:t>229.5923</w:t>
      </w:r>
      <w:r>
        <w:tab/>
        <w:t>1.013e0</w:t>
      </w:r>
    </w:p>
    <w:p w14:paraId="0A4F6C0E" w14:textId="77777777" w:rsidR="006D4449" w:rsidRDefault="006D4449" w:rsidP="006D4449">
      <w:r>
        <w:t>229.6074</w:t>
      </w:r>
      <w:r>
        <w:tab/>
        <w:t>3.038e0</w:t>
      </w:r>
    </w:p>
    <w:p w14:paraId="23F0F9BA" w14:textId="77777777" w:rsidR="006D4449" w:rsidRDefault="006D4449" w:rsidP="006D4449">
      <w:r>
        <w:t>229.6487</w:t>
      </w:r>
      <w:r>
        <w:tab/>
        <w:t>1.013e0</w:t>
      </w:r>
    </w:p>
    <w:p w14:paraId="6EA92797" w14:textId="77777777" w:rsidR="006D4449" w:rsidRDefault="006D4449" w:rsidP="006D4449">
      <w:r>
        <w:lastRenderedPageBreak/>
        <w:t>229.6546</w:t>
      </w:r>
      <w:r>
        <w:tab/>
        <w:t>2.025e0</w:t>
      </w:r>
    </w:p>
    <w:p w14:paraId="6A60AF95" w14:textId="77777777" w:rsidR="006D4449" w:rsidRDefault="006D4449" w:rsidP="006D4449">
      <w:r>
        <w:t>229.6710</w:t>
      </w:r>
      <w:r>
        <w:tab/>
        <w:t>1.013e0</w:t>
      </w:r>
    </w:p>
    <w:p w14:paraId="1A3CDE58" w14:textId="77777777" w:rsidR="006D4449" w:rsidRDefault="006D4449" w:rsidP="006D4449">
      <w:r>
        <w:t>229.6797</w:t>
      </w:r>
      <w:r>
        <w:tab/>
        <w:t>1.013e0</w:t>
      </w:r>
    </w:p>
    <w:p w14:paraId="2C2A8912" w14:textId="77777777" w:rsidR="006D4449" w:rsidRDefault="006D4449" w:rsidP="006D4449">
      <w:r>
        <w:t>229.6850</w:t>
      </w:r>
      <w:r>
        <w:tab/>
        <w:t>1.013e0</w:t>
      </w:r>
    </w:p>
    <w:p w14:paraId="76D94CBB" w14:textId="77777777" w:rsidR="006D4449" w:rsidRDefault="006D4449" w:rsidP="006D4449">
      <w:r>
        <w:t>229.6975</w:t>
      </w:r>
      <w:r>
        <w:tab/>
        <w:t>2.025e0</w:t>
      </w:r>
    </w:p>
    <w:p w14:paraId="09618FEF" w14:textId="77777777" w:rsidR="006D4449" w:rsidRDefault="006D4449" w:rsidP="006D4449">
      <w:r>
        <w:t>229.7009</w:t>
      </w:r>
      <w:r>
        <w:tab/>
        <w:t>2.025e0</w:t>
      </w:r>
    </w:p>
    <w:p w14:paraId="7EDB69CF" w14:textId="77777777" w:rsidR="006D4449" w:rsidRDefault="006D4449" w:rsidP="006D4449">
      <w:r>
        <w:t>229.7198</w:t>
      </w:r>
      <w:r>
        <w:tab/>
        <w:t>1.013e0</w:t>
      </w:r>
    </w:p>
    <w:p w14:paraId="42772DEC" w14:textId="77777777" w:rsidR="006D4449" w:rsidRDefault="006D4449" w:rsidP="006D4449">
      <w:r>
        <w:t>229.7246</w:t>
      </w:r>
      <w:r>
        <w:tab/>
        <w:t>1.013e0</w:t>
      </w:r>
    </w:p>
    <w:p w14:paraId="71299D29" w14:textId="77777777" w:rsidR="006D4449" w:rsidRDefault="006D4449" w:rsidP="006D4449">
      <w:r>
        <w:t>229.7302</w:t>
      </w:r>
      <w:r>
        <w:tab/>
        <w:t>3.038e0</w:t>
      </w:r>
    </w:p>
    <w:p w14:paraId="647F1358" w14:textId="77777777" w:rsidR="006D4449" w:rsidRDefault="006D4449" w:rsidP="006D4449">
      <w:r>
        <w:t>229.7665</w:t>
      </w:r>
      <w:r>
        <w:tab/>
        <w:t>3.038e0</w:t>
      </w:r>
    </w:p>
    <w:p w14:paraId="7A161512" w14:textId="77777777" w:rsidR="006D4449" w:rsidRDefault="006D4449" w:rsidP="006D4449">
      <w:r>
        <w:t>229.7849</w:t>
      </w:r>
      <w:r>
        <w:tab/>
        <w:t>1.013e0</w:t>
      </w:r>
    </w:p>
    <w:p w14:paraId="3C334847" w14:textId="77777777" w:rsidR="006D4449" w:rsidRDefault="006D4449" w:rsidP="006D4449">
      <w:r>
        <w:t>229.7875</w:t>
      </w:r>
      <w:r>
        <w:tab/>
        <w:t>2.025e0</w:t>
      </w:r>
    </w:p>
    <w:p w14:paraId="1668A5A3" w14:textId="77777777" w:rsidR="006D4449" w:rsidRDefault="006D4449" w:rsidP="006D4449">
      <w:r>
        <w:t>229.8221</w:t>
      </w:r>
      <w:r>
        <w:tab/>
        <w:t>1.013e0</w:t>
      </w:r>
    </w:p>
    <w:p w14:paraId="47A70986" w14:textId="77777777" w:rsidR="006D4449" w:rsidRDefault="006D4449" w:rsidP="006D4449">
      <w:r>
        <w:t>229.8298</w:t>
      </w:r>
      <w:r>
        <w:tab/>
        <w:t>1.013e0</w:t>
      </w:r>
    </w:p>
    <w:p w14:paraId="6E253311" w14:textId="77777777" w:rsidR="006D4449" w:rsidRDefault="006D4449" w:rsidP="006D4449">
      <w:r>
        <w:t>229.8715</w:t>
      </w:r>
      <w:r>
        <w:tab/>
        <w:t>3.038e0</w:t>
      </w:r>
    </w:p>
    <w:p w14:paraId="242507C4" w14:textId="77777777" w:rsidR="006D4449" w:rsidRDefault="006D4449" w:rsidP="006D4449">
      <w:r>
        <w:t>229.9018</w:t>
      </w:r>
      <w:r>
        <w:tab/>
        <w:t>1.013e0</w:t>
      </w:r>
    </w:p>
    <w:p w14:paraId="3BA7B5F5" w14:textId="77777777" w:rsidR="006D4449" w:rsidRDefault="006D4449" w:rsidP="006D4449">
      <w:r>
        <w:t>229.9133</w:t>
      </w:r>
      <w:r>
        <w:tab/>
        <w:t>1.013e0</w:t>
      </w:r>
    </w:p>
    <w:p w14:paraId="2BFC43FC" w14:textId="77777777" w:rsidR="006D4449" w:rsidRDefault="006D4449" w:rsidP="006D4449">
      <w:r>
        <w:t>229.9351</w:t>
      </w:r>
      <w:r>
        <w:tab/>
        <w:t>1.013e0</w:t>
      </w:r>
    </w:p>
    <w:p w14:paraId="07C8D512" w14:textId="77777777" w:rsidR="006D4449" w:rsidRDefault="006D4449" w:rsidP="006D4449">
      <w:r>
        <w:t>229.9820</w:t>
      </w:r>
      <w:r>
        <w:tab/>
        <w:t>4.051e0</w:t>
      </w:r>
    </w:p>
    <w:p w14:paraId="3EA2C1B2" w14:textId="77777777" w:rsidR="006D4449" w:rsidRDefault="006D4449" w:rsidP="006D4449">
      <w:r>
        <w:lastRenderedPageBreak/>
        <w:t>229.9853</w:t>
      </w:r>
      <w:r>
        <w:tab/>
        <w:t>7.227e0</w:t>
      </w:r>
    </w:p>
    <w:p w14:paraId="04ED9F50" w14:textId="77777777" w:rsidR="006D4449" w:rsidRDefault="006D4449" w:rsidP="006D4449">
      <w:r>
        <w:t>229.9926</w:t>
      </w:r>
      <w:r>
        <w:tab/>
        <w:t>9.074e0</w:t>
      </w:r>
    </w:p>
    <w:p w14:paraId="2B0564C7" w14:textId="77777777" w:rsidR="006D4449" w:rsidRDefault="006D4449" w:rsidP="006D4449">
      <w:r>
        <w:t>229.9953</w:t>
      </w:r>
      <w:r>
        <w:tab/>
        <w:t>1.114e1</w:t>
      </w:r>
    </w:p>
    <w:p w14:paraId="08F80049" w14:textId="77777777" w:rsidR="006D4449" w:rsidRDefault="006D4449" w:rsidP="006D4449">
      <w:r>
        <w:t>229.9963</w:t>
      </w:r>
      <w:r>
        <w:tab/>
        <w:t>5.063e0</w:t>
      </w:r>
    </w:p>
    <w:p w14:paraId="2D2FA9C4" w14:textId="77777777" w:rsidR="006D4449" w:rsidRDefault="006D4449" w:rsidP="006D4449">
      <w:r>
        <w:t>230.0170</w:t>
      </w:r>
      <w:r>
        <w:tab/>
        <w:t>4.051e0</w:t>
      </w:r>
    </w:p>
    <w:p w14:paraId="1890955A" w14:textId="77777777" w:rsidR="006D4449" w:rsidRDefault="006D4449" w:rsidP="006D4449">
      <w:r>
        <w:t>230.0216</w:t>
      </w:r>
      <w:r>
        <w:tab/>
        <w:t>7.858e0</w:t>
      </w:r>
    </w:p>
    <w:p w14:paraId="7DBE6CAB" w14:textId="77777777" w:rsidR="006D4449" w:rsidRDefault="006D4449" w:rsidP="006D4449">
      <w:r>
        <w:t>230.0250</w:t>
      </w:r>
      <w:r>
        <w:tab/>
        <w:t>1.905e0</w:t>
      </w:r>
    </w:p>
    <w:p w14:paraId="0D5BC732" w14:textId="77777777" w:rsidR="006D4449" w:rsidRDefault="006D4449" w:rsidP="006D4449">
      <w:r>
        <w:t>230.0482</w:t>
      </w:r>
      <w:r>
        <w:tab/>
        <w:t>2.025e0</w:t>
      </w:r>
    </w:p>
    <w:p w14:paraId="14F5925F" w14:textId="77777777" w:rsidR="006D4449" w:rsidRDefault="006D4449" w:rsidP="006D4449">
      <w:r>
        <w:t>230.0517</w:t>
      </w:r>
      <w:r>
        <w:tab/>
        <w:t>4.784e0</w:t>
      </w:r>
    </w:p>
    <w:p w14:paraId="2BFD0BBF" w14:textId="77777777" w:rsidR="006D4449" w:rsidRDefault="006D4449" w:rsidP="006D4449">
      <w:r>
        <w:t>230.0793</w:t>
      </w:r>
      <w:r>
        <w:tab/>
        <w:t>5.073e0</w:t>
      </w:r>
    </w:p>
    <w:p w14:paraId="25B871EF" w14:textId="77777777" w:rsidR="006D4449" w:rsidRDefault="006D4449" w:rsidP="006D4449">
      <w:r>
        <w:t>230.0980</w:t>
      </w:r>
      <w:r>
        <w:tab/>
        <w:t>2.025e0</w:t>
      </w:r>
    </w:p>
    <w:p w14:paraId="2FF7A59B" w14:textId="77777777" w:rsidR="006D4449" w:rsidRDefault="006D4449" w:rsidP="006D4449">
      <w:r>
        <w:t>230.0994</w:t>
      </w:r>
      <w:r>
        <w:tab/>
        <w:t>1.013e0</w:t>
      </w:r>
    </w:p>
    <w:p w14:paraId="4A990599" w14:textId="77777777" w:rsidR="006D4449" w:rsidRDefault="006D4449" w:rsidP="006D4449">
      <w:r>
        <w:t>230.1095</w:t>
      </w:r>
      <w:r>
        <w:tab/>
        <w:t>2.025e0</w:t>
      </w:r>
    </w:p>
    <w:p w14:paraId="6B7893B3" w14:textId="77777777" w:rsidR="006D4449" w:rsidRDefault="006D4449" w:rsidP="006D4449">
      <w:r>
        <w:t>230.1162</w:t>
      </w:r>
      <w:r>
        <w:tab/>
        <w:t>2.025e0</w:t>
      </w:r>
    </w:p>
    <w:p w14:paraId="0BC7210F" w14:textId="77777777" w:rsidR="006D4449" w:rsidRDefault="006D4449" w:rsidP="006D4449">
      <w:r>
        <w:t>230.1230</w:t>
      </w:r>
      <w:r>
        <w:tab/>
        <w:t>1.013e0</w:t>
      </w:r>
    </w:p>
    <w:p w14:paraId="714BE6A2" w14:textId="77777777" w:rsidR="006D4449" w:rsidRDefault="006D4449" w:rsidP="006D4449">
      <w:r>
        <w:t>230.1259</w:t>
      </w:r>
      <w:r>
        <w:tab/>
        <w:t>2.025e0</w:t>
      </w:r>
    </w:p>
    <w:p w14:paraId="07DBB8CF" w14:textId="77777777" w:rsidR="006D4449" w:rsidRDefault="006D4449" w:rsidP="006D4449">
      <w:r>
        <w:t>230.1394</w:t>
      </w:r>
      <w:r>
        <w:tab/>
        <w:t>1.013e0</w:t>
      </w:r>
    </w:p>
    <w:p w14:paraId="134D9CAB" w14:textId="77777777" w:rsidR="006D4449" w:rsidRDefault="006D4449" w:rsidP="006D4449">
      <w:r>
        <w:t>230.1523</w:t>
      </w:r>
      <w:r>
        <w:tab/>
        <w:t>1.013e0</w:t>
      </w:r>
    </w:p>
    <w:p w14:paraId="237FF9D4" w14:textId="77777777" w:rsidR="006D4449" w:rsidRDefault="006D4449" w:rsidP="006D4449">
      <w:r>
        <w:t>230.1557</w:t>
      </w:r>
      <w:r>
        <w:tab/>
        <w:t>1.013e0</w:t>
      </w:r>
    </w:p>
    <w:p w14:paraId="7FA00C35" w14:textId="77777777" w:rsidR="006D4449" w:rsidRDefault="006D4449" w:rsidP="006D4449">
      <w:r>
        <w:lastRenderedPageBreak/>
        <w:t>230.1639</w:t>
      </w:r>
      <w:r>
        <w:tab/>
        <w:t>4.051e0</w:t>
      </w:r>
    </w:p>
    <w:p w14:paraId="3A01576C" w14:textId="77777777" w:rsidR="006D4449" w:rsidRDefault="006D4449" w:rsidP="006D4449">
      <w:r>
        <w:t>230.1667</w:t>
      </w:r>
      <w:r>
        <w:tab/>
        <w:t>3.038e0</w:t>
      </w:r>
    </w:p>
    <w:p w14:paraId="6083A1F9" w14:textId="77777777" w:rsidR="006D4449" w:rsidRDefault="006D4449" w:rsidP="006D4449">
      <w:r>
        <w:t>230.1728</w:t>
      </w:r>
      <w:r>
        <w:tab/>
        <w:t>2.025e0</w:t>
      </w:r>
    </w:p>
    <w:p w14:paraId="34E9C232" w14:textId="77777777" w:rsidR="006D4449" w:rsidRDefault="006D4449" w:rsidP="006D4449">
      <w:r>
        <w:t>230.1756</w:t>
      </w:r>
      <w:r>
        <w:tab/>
        <w:t>1.013e0</w:t>
      </w:r>
    </w:p>
    <w:p w14:paraId="06CBD1DB" w14:textId="77777777" w:rsidR="006D4449" w:rsidRDefault="006D4449" w:rsidP="006D4449">
      <w:r>
        <w:t>230.1883</w:t>
      </w:r>
      <w:r>
        <w:tab/>
        <w:t>1.013e0</w:t>
      </w:r>
    </w:p>
    <w:p w14:paraId="543E824B" w14:textId="77777777" w:rsidR="006D4449" w:rsidRDefault="006D4449" w:rsidP="006D4449">
      <w:r>
        <w:t>230.1960</w:t>
      </w:r>
      <w:r>
        <w:tab/>
        <w:t>1.013e0</w:t>
      </w:r>
    </w:p>
    <w:p w14:paraId="7D1958E0" w14:textId="77777777" w:rsidR="006D4449" w:rsidRDefault="006D4449" w:rsidP="006D4449">
      <w:r>
        <w:t>230.2144</w:t>
      </w:r>
      <w:r>
        <w:tab/>
        <w:t>2.025e0</w:t>
      </w:r>
    </w:p>
    <w:p w14:paraId="50737D37" w14:textId="77777777" w:rsidR="006D4449" w:rsidRDefault="006D4449" w:rsidP="006D4449">
      <w:r>
        <w:t>230.2179</w:t>
      </w:r>
      <w:r>
        <w:tab/>
        <w:t>3.038e0</w:t>
      </w:r>
    </w:p>
    <w:p w14:paraId="799779EC" w14:textId="77777777" w:rsidR="006D4449" w:rsidRDefault="006D4449" w:rsidP="006D4449">
      <w:r>
        <w:t>230.2245</w:t>
      </w:r>
      <w:r>
        <w:tab/>
        <w:t>2.025e0</w:t>
      </w:r>
    </w:p>
    <w:p w14:paraId="432D55DC" w14:textId="77777777" w:rsidR="006D4449" w:rsidRDefault="006D4449" w:rsidP="006D4449">
      <w:r>
        <w:t>230.2525</w:t>
      </w:r>
      <w:r>
        <w:tab/>
        <w:t>2.025e0</w:t>
      </w:r>
    </w:p>
    <w:p w14:paraId="3D43ADF7" w14:textId="77777777" w:rsidR="006D4449" w:rsidRDefault="006D4449" w:rsidP="006D4449">
      <w:r>
        <w:t>230.2650</w:t>
      </w:r>
      <w:r>
        <w:tab/>
        <w:t>1.013e0</w:t>
      </w:r>
    </w:p>
    <w:p w14:paraId="6875BCC9" w14:textId="77777777" w:rsidR="006D4449" w:rsidRDefault="006D4449" w:rsidP="006D4449">
      <w:r>
        <w:t>230.2726</w:t>
      </w:r>
      <w:r>
        <w:tab/>
        <w:t>3.038e0</w:t>
      </w:r>
    </w:p>
    <w:p w14:paraId="07D865FB" w14:textId="77777777" w:rsidR="006D4449" w:rsidRDefault="006D4449" w:rsidP="006D4449">
      <w:r>
        <w:t>230.2848</w:t>
      </w:r>
      <w:r>
        <w:tab/>
        <w:t>1.013e0</w:t>
      </w:r>
    </w:p>
    <w:p w14:paraId="13CD046F" w14:textId="77777777" w:rsidR="006D4449" w:rsidRDefault="006D4449" w:rsidP="006D4449">
      <w:r>
        <w:t>230.3119</w:t>
      </w:r>
      <w:r>
        <w:tab/>
        <w:t>1.013e0</w:t>
      </w:r>
    </w:p>
    <w:p w14:paraId="3B2FDD48" w14:textId="77777777" w:rsidR="006D4449" w:rsidRDefault="006D4449" w:rsidP="006D4449">
      <w:r>
        <w:t>230.3277</w:t>
      </w:r>
      <w:r>
        <w:tab/>
        <w:t>2.025e0</w:t>
      </w:r>
    </w:p>
    <w:p w14:paraId="3648ED85" w14:textId="77777777" w:rsidR="006D4449" w:rsidRDefault="006D4449" w:rsidP="006D4449">
      <w:r>
        <w:t>230.3329</w:t>
      </w:r>
      <w:r>
        <w:tab/>
        <w:t>2.025e0</w:t>
      </w:r>
    </w:p>
    <w:p w14:paraId="26CCE368" w14:textId="77777777" w:rsidR="006D4449" w:rsidRDefault="006D4449" w:rsidP="006D4449">
      <w:r>
        <w:t>230.3765</w:t>
      </w:r>
      <w:r>
        <w:tab/>
        <w:t>2.025e0</w:t>
      </w:r>
    </w:p>
    <w:p w14:paraId="1D3CC953" w14:textId="77777777" w:rsidR="006D4449" w:rsidRDefault="006D4449" w:rsidP="006D4449">
      <w:r>
        <w:t>230.3776</w:t>
      </w:r>
      <w:r>
        <w:tab/>
        <w:t>2.025e0</w:t>
      </w:r>
    </w:p>
    <w:p w14:paraId="40044600" w14:textId="77777777" w:rsidR="006D4449" w:rsidRDefault="006D4449" w:rsidP="006D4449">
      <w:r>
        <w:t>230.4173</w:t>
      </w:r>
      <w:r>
        <w:tab/>
        <w:t>1.013e0</w:t>
      </w:r>
    </w:p>
    <w:p w14:paraId="7EFE4776" w14:textId="77777777" w:rsidR="006D4449" w:rsidRDefault="006D4449" w:rsidP="006D4449">
      <w:r>
        <w:lastRenderedPageBreak/>
        <w:t>230.4212</w:t>
      </w:r>
      <w:r>
        <w:tab/>
        <w:t>1.013e0</w:t>
      </w:r>
    </w:p>
    <w:p w14:paraId="7C08756C" w14:textId="77777777" w:rsidR="006D4449" w:rsidRDefault="006D4449" w:rsidP="006D4449">
      <w:r>
        <w:t>230.4231</w:t>
      </w:r>
      <w:r>
        <w:tab/>
        <w:t>3.038e0</w:t>
      </w:r>
    </w:p>
    <w:p w14:paraId="6B8D9E4D" w14:textId="77777777" w:rsidR="006D4449" w:rsidRDefault="006D4449" w:rsidP="006D4449">
      <w:r>
        <w:t>230.4373</w:t>
      </w:r>
      <w:r>
        <w:tab/>
        <w:t>1.013e0</w:t>
      </w:r>
    </w:p>
    <w:p w14:paraId="32FEE9BB" w14:textId="77777777" w:rsidR="006D4449" w:rsidRDefault="006D4449" w:rsidP="006D4449">
      <w:r>
        <w:t>230.4632</w:t>
      </w:r>
      <w:r>
        <w:tab/>
        <w:t>1.013e0</w:t>
      </w:r>
    </w:p>
    <w:p w14:paraId="78598B37" w14:textId="77777777" w:rsidR="006D4449" w:rsidRDefault="006D4449" w:rsidP="006D4449">
      <w:r>
        <w:t>230.4655</w:t>
      </w:r>
      <w:r>
        <w:tab/>
        <w:t>3.038e0</w:t>
      </w:r>
    </w:p>
    <w:p w14:paraId="1E3EA67B" w14:textId="77777777" w:rsidR="006D4449" w:rsidRDefault="006D4449" w:rsidP="006D4449">
      <w:r>
        <w:t>230.4700</w:t>
      </w:r>
      <w:r>
        <w:tab/>
        <w:t>1.013e0</w:t>
      </w:r>
    </w:p>
    <w:p w14:paraId="64858CEE" w14:textId="77777777" w:rsidR="006D4449" w:rsidRDefault="006D4449" w:rsidP="006D4449">
      <w:r>
        <w:t>230.4749</w:t>
      </w:r>
      <w:r>
        <w:tab/>
        <w:t>1.013e0</w:t>
      </w:r>
    </w:p>
    <w:p w14:paraId="727C74E7" w14:textId="77777777" w:rsidR="006D4449" w:rsidRDefault="006D4449" w:rsidP="006D4449">
      <w:r>
        <w:t>230.4986</w:t>
      </w:r>
      <w:r>
        <w:tab/>
        <w:t>2.025e0</w:t>
      </w:r>
    </w:p>
    <w:p w14:paraId="2B9DB815" w14:textId="77777777" w:rsidR="006D4449" w:rsidRDefault="006D4449" w:rsidP="006D4449">
      <w:r>
        <w:t>230.5086</w:t>
      </w:r>
      <w:r>
        <w:tab/>
        <w:t>2.025e0</w:t>
      </w:r>
    </w:p>
    <w:p w14:paraId="5CABC256" w14:textId="77777777" w:rsidR="006D4449" w:rsidRDefault="006D4449" w:rsidP="006D4449">
      <w:r>
        <w:t>230.5178</w:t>
      </w:r>
      <w:r>
        <w:tab/>
        <w:t>2.025e0</w:t>
      </w:r>
    </w:p>
    <w:p w14:paraId="444B4CBC" w14:textId="77777777" w:rsidR="006D4449" w:rsidRDefault="006D4449" w:rsidP="006D4449">
      <w:r>
        <w:t>230.5578</w:t>
      </w:r>
      <w:r>
        <w:tab/>
        <w:t>2.025e0</w:t>
      </w:r>
    </w:p>
    <w:p w14:paraId="17CBACEE" w14:textId="77777777" w:rsidR="006D4449" w:rsidRDefault="006D4449" w:rsidP="006D4449">
      <w:r>
        <w:t>230.5614</w:t>
      </w:r>
      <w:r>
        <w:tab/>
        <w:t>3.038e0</w:t>
      </w:r>
    </w:p>
    <w:p w14:paraId="7BB5D7C3" w14:textId="77777777" w:rsidR="006D4449" w:rsidRDefault="006D4449" w:rsidP="006D4449">
      <w:r>
        <w:t>230.5641</w:t>
      </w:r>
      <w:r>
        <w:tab/>
        <w:t>1.013e0</w:t>
      </w:r>
    </w:p>
    <w:p w14:paraId="0A23419D" w14:textId="77777777" w:rsidR="006D4449" w:rsidRDefault="006D4449" w:rsidP="006D4449">
      <w:r>
        <w:t>230.5840</w:t>
      </w:r>
      <w:r>
        <w:tab/>
        <w:t>1.013e0</w:t>
      </w:r>
    </w:p>
    <w:p w14:paraId="0598DB90" w14:textId="77777777" w:rsidR="006D4449" w:rsidRDefault="006D4449" w:rsidP="006D4449">
      <w:r>
        <w:t>230.5996</w:t>
      </w:r>
      <w:r>
        <w:tab/>
        <w:t>1.013e0</w:t>
      </w:r>
    </w:p>
    <w:p w14:paraId="542BC747" w14:textId="77777777" w:rsidR="006D4449" w:rsidRDefault="006D4449" w:rsidP="006D4449">
      <w:r>
        <w:t>230.6034</w:t>
      </w:r>
      <w:r>
        <w:tab/>
        <w:t>1.013e0</w:t>
      </w:r>
    </w:p>
    <w:p w14:paraId="2E88CFD4" w14:textId="77777777" w:rsidR="006D4449" w:rsidRDefault="006D4449" w:rsidP="006D4449">
      <w:r>
        <w:t>230.6152</w:t>
      </w:r>
      <w:r>
        <w:tab/>
        <w:t>1.013e0</w:t>
      </w:r>
    </w:p>
    <w:p w14:paraId="5199B41B" w14:textId="77777777" w:rsidR="006D4449" w:rsidRDefault="006D4449" w:rsidP="006D4449">
      <w:r>
        <w:t>230.6367</w:t>
      </w:r>
      <w:r>
        <w:tab/>
        <w:t>1.013e0</w:t>
      </w:r>
    </w:p>
    <w:p w14:paraId="109F6393" w14:textId="77777777" w:rsidR="006D4449" w:rsidRDefault="006D4449" w:rsidP="006D4449">
      <w:r>
        <w:t>230.6406</w:t>
      </w:r>
      <w:r>
        <w:tab/>
        <w:t>1.013e0</w:t>
      </w:r>
    </w:p>
    <w:p w14:paraId="4DBBCA3B" w14:textId="77777777" w:rsidR="006D4449" w:rsidRDefault="006D4449" w:rsidP="006D4449">
      <w:r>
        <w:lastRenderedPageBreak/>
        <w:t>230.6595</w:t>
      </w:r>
      <w:r>
        <w:tab/>
        <w:t>2.025e0</w:t>
      </w:r>
    </w:p>
    <w:p w14:paraId="384A0C61" w14:textId="77777777" w:rsidR="006D4449" w:rsidRDefault="006D4449" w:rsidP="006D4449">
      <w:r>
        <w:t>230.6639</w:t>
      </w:r>
      <w:r>
        <w:tab/>
        <w:t>1.013e0</w:t>
      </w:r>
    </w:p>
    <w:p w14:paraId="0BC9C201" w14:textId="77777777" w:rsidR="006D4449" w:rsidRDefault="006D4449" w:rsidP="006D4449">
      <w:r>
        <w:t>230.6682</w:t>
      </w:r>
      <w:r>
        <w:tab/>
        <w:t>1.013e0</w:t>
      </w:r>
    </w:p>
    <w:p w14:paraId="56244EE5" w14:textId="77777777" w:rsidR="006D4449" w:rsidRDefault="006D4449" w:rsidP="006D4449">
      <w:r>
        <w:t>230.6894</w:t>
      </w:r>
      <w:r>
        <w:tab/>
        <w:t>1.013e0</w:t>
      </w:r>
    </w:p>
    <w:p w14:paraId="49F37950" w14:textId="77777777" w:rsidR="006D4449" w:rsidRDefault="006D4449" w:rsidP="006D4449">
      <w:r>
        <w:t>230.7079</w:t>
      </w:r>
      <w:r>
        <w:tab/>
        <w:t>2.025e0</w:t>
      </w:r>
    </w:p>
    <w:p w14:paraId="1C81CEE7" w14:textId="77777777" w:rsidR="006D4449" w:rsidRDefault="006D4449" w:rsidP="006D4449">
      <w:r>
        <w:t>230.7237</w:t>
      </w:r>
      <w:r>
        <w:tab/>
        <w:t>1.013e0</w:t>
      </w:r>
    </w:p>
    <w:p w14:paraId="3AEB296B" w14:textId="77777777" w:rsidR="006D4449" w:rsidRDefault="006D4449" w:rsidP="006D4449">
      <w:r>
        <w:t>230.7410</w:t>
      </w:r>
      <w:r>
        <w:tab/>
        <w:t>1.013e0</w:t>
      </w:r>
    </w:p>
    <w:p w14:paraId="6AA0BBDF" w14:textId="77777777" w:rsidR="006D4449" w:rsidRDefault="006D4449" w:rsidP="006D4449">
      <w:r>
        <w:t>230.7459</w:t>
      </w:r>
      <w:r>
        <w:tab/>
        <w:t>2.025e0</w:t>
      </w:r>
    </w:p>
    <w:p w14:paraId="33543739" w14:textId="77777777" w:rsidR="006D4449" w:rsidRDefault="006D4449" w:rsidP="006D4449">
      <w:r>
        <w:t>230.7518</w:t>
      </w:r>
      <w:r>
        <w:tab/>
        <w:t>2.025e0</w:t>
      </w:r>
    </w:p>
    <w:p w14:paraId="40D75E0C" w14:textId="77777777" w:rsidR="006D4449" w:rsidRDefault="006D4449" w:rsidP="006D4449">
      <w:r>
        <w:t>230.7731</w:t>
      </w:r>
      <w:r>
        <w:tab/>
        <w:t>1.013e0</w:t>
      </w:r>
    </w:p>
    <w:p w14:paraId="213FD21F" w14:textId="77777777" w:rsidR="006D4449" w:rsidRDefault="006D4449" w:rsidP="006D4449">
      <w:r>
        <w:t>230.7844</w:t>
      </w:r>
      <w:r>
        <w:tab/>
        <w:t>1.013e0</w:t>
      </w:r>
    </w:p>
    <w:p w14:paraId="286CA7FC" w14:textId="77777777" w:rsidR="006D4449" w:rsidRDefault="006D4449" w:rsidP="006D4449">
      <w:r>
        <w:t>230.7941</w:t>
      </w:r>
      <w:r>
        <w:tab/>
        <w:t>1.013e0</w:t>
      </w:r>
    </w:p>
    <w:p w14:paraId="6B753547" w14:textId="77777777" w:rsidR="006D4449" w:rsidRDefault="006D4449" w:rsidP="006D4449">
      <w:r>
        <w:t>230.8259</w:t>
      </w:r>
      <w:r>
        <w:tab/>
        <w:t>2.025e0</w:t>
      </w:r>
    </w:p>
    <w:p w14:paraId="0A89D09E" w14:textId="77777777" w:rsidR="006D4449" w:rsidRDefault="006D4449" w:rsidP="006D4449">
      <w:r>
        <w:t>230.8505</w:t>
      </w:r>
      <w:r>
        <w:tab/>
        <w:t>1.013e0</w:t>
      </w:r>
    </w:p>
    <w:p w14:paraId="6414FF8F" w14:textId="77777777" w:rsidR="006D4449" w:rsidRDefault="006D4449" w:rsidP="006D4449">
      <w:r>
        <w:t>230.8997</w:t>
      </w:r>
      <w:r>
        <w:tab/>
        <w:t>2.025e0</w:t>
      </w:r>
    </w:p>
    <w:p w14:paraId="149CF9B4" w14:textId="77777777" w:rsidR="006D4449" w:rsidRDefault="006D4449" w:rsidP="006D4449">
      <w:r>
        <w:t>230.9060</w:t>
      </w:r>
      <w:r>
        <w:tab/>
        <w:t>1.013e0</w:t>
      </w:r>
    </w:p>
    <w:p w14:paraId="65241F51" w14:textId="77777777" w:rsidR="006D4449" w:rsidRDefault="006D4449" w:rsidP="006D4449">
      <w:r>
        <w:t>230.9223</w:t>
      </w:r>
      <w:r>
        <w:tab/>
        <w:t>2.025e0</w:t>
      </w:r>
    </w:p>
    <w:p w14:paraId="35D257B8" w14:textId="77777777" w:rsidR="006D4449" w:rsidRDefault="006D4449" w:rsidP="006D4449">
      <w:r>
        <w:t>230.9390</w:t>
      </w:r>
      <w:r>
        <w:tab/>
        <w:t>3.038e0</w:t>
      </w:r>
    </w:p>
    <w:p w14:paraId="617BF9E5" w14:textId="77777777" w:rsidR="006D4449" w:rsidRDefault="006D4449" w:rsidP="006D4449">
      <w:r>
        <w:t>230.9429</w:t>
      </w:r>
      <w:r>
        <w:tab/>
        <w:t>1.013e0</w:t>
      </w:r>
    </w:p>
    <w:p w14:paraId="6C2EAE0A" w14:textId="77777777" w:rsidR="006D4449" w:rsidRDefault="006D4449" w:rsidP="006D4449">
      <w:r>
        <w:lastRenderedPageBreak/>
        <w:t>230.9752</w:t>
      </w:r>
      <w:r>
        <w:tab/>
        <w:t>1.013e0</w:t>
      </w:r>
    </w:p>
    <w:p w14:paraId="55D7AC65" w14:textId="77777777" w:rsidR="006D4449" w:rsidRDefault="006D4449" w:rsidP="006D4449">
      <w:r>
        <w:t>230.9859</w:t>
      </w:r>
      <w:r>
        <w:tab/>
        <w:t>2.025e0</w:t>
      </w:r>
    </w:p>
    <w:p w14:paraId="4DFD74C9" w14:textId="77777777" w:rsidR="006D4449" w:rsidRDefault="006D4449" w:rsidP="006D4449">
      <w:r>
        <w:t>230.9926</w:t>
      </w:r>
      <w:r>
        <w:tab/>
        <w:t>2.025e0</w:t>
      </w:r>
    </w:p>
    <w:p w14:paraId="0F76118C" w14:textId="77777777" w:rsidR="006D4449" w:rsidRDefault="006D4449" w:rsidP="006D4449">
      <w:r>
        <w:t>230.9940</w:t>
      </w:r>
      <w:r>
        <w:tab/>
        <w:t>4.051e0</w:t>
      </w:r>
    </w:p>
    <w:p w14:paraId="3F8BE91F" w14:textId="77777777" w:rsidR="006D4449" w:rsidRDefault="006D4449" w:rsidP="006D4449">
      <w:r>
        <w:t>231.0056</w:t>
      </w:r>
      <w:r>
        <w:tab/>
        <w:t>2.025e0</w:t>
      </w:r>
    </w:p>
    <w:p w14:paraId="757B2C1D" w14:textId="77777777" w:rsidR="006D4449" w:rsidRDefault="006D4449" w:rsidP="006D4449">
      <w:r>
        <w:t>231.0190</w:t>
      </w:r>
      <w:r>
        <w:tab/>
        <w:t>1.915e0</w:t>
      </w:r>
    </w:p>
    <w:p w14:paraId="11585D48" w14:textId="77777777" w:rsidR="006D4449" w:rsidRDefault="006D4449" w:rsidP="006D4449">
      <w:r>
        <w:t>231.0285</w:t>
      </w:r>
      <w:r>
        <w:tab/>
        <w:t>3.155e0</w:t>
      </w:r>
    </w:p>
    <w:p w14:paraId="05FF59AB" w14:textId="77777777" w:rsidR="006D4449" w:rsidRDefault="006D4449" w:rsidP="006D4449">
      <w:r>
        <w:t>231.0322</w:t>
      </w:r>
      <w:r>
        <w:tab/>
        <w:t>4.091e0</w:t>
      </w:r>
    </w:p>
    <w:p w14:paraId="301FA5AD" w14:textId="77777777" w:rsidR="006D4449" w:rsidRDefault="006D4449" w:rsidP="006D4449">
      <w:r>
        <w:t>231.0405</w:t>
      </w:r>
      <w:r>
        <w:tab/>
        <w:t>3.038e0</w:t>
      </w:r>
    </w:p>
    <w:p w14:paraId="4923AC4C" w14:textId="77777777" w:rsidR="006D4449" w:rsidRDefault="006D4449" w:rsidP="006D4449">
      <w:r>
        <w:t>231.0547</w:t>
      </w:r>
      <w:r>
        <w:tab/>
        <w:t>2.409e0</w:t>
      </w:r>
    </w:p>
    <w:p w14:paraId="7895C044" w14:textId="77777777" w:rsidR="006D4449" w:rsidRDefault="006D4449" w:rsidP="006D4449">
      <w:r>
        <w:t>231.0926</w:t>
      </w:r>
      <w:r>
        <w:tab/>
        <w:t>1.502e1</w:t>
      </w:r>
    </w:p>
    <w:p w14:paraId="23FDD6AF" w14:textId="77777777" w:rsidR="006D4449" w:rsidRDefault="006D4449" w:rsidP="006D4449">
      <w:r>
        <w:t>231.0965</w:t>
      </w:r>
      <w:r>
        <w:tab/>
        <w:t>6.076e0</w:t>
      </w:r>
    </w:p>
    <w:p w14:paraId="5C21B34A" w14:textId="77777777" w:rsidR="006D4449" w:rsidRDefault="006D4449" w:rsidP="006D4449">
      <w:r>
        <w:t>231.1009</w:t>
      </w:r>
      <w:r>
        <w:tab/>
        <w:t>2.815e1</w:t>
      </w:r>
    </w:p>
    <w:p w14:paraId="13E8152C" w14:textId="77777777" w:rsidR="006D4449" w:rsidRDefault="006D4449" w:rsidP="006D4449">
      <w:r>
        <w:t>231.1028</w:t>
      </w:r>
      <w:r>
        <w:tab/>
        <w:t>1.316e1</w:t>
      </w:r>
    </w:p>
    <w:p w14:paraId="4980F30E" w14:textId="77777777" w:rsidR="006D4449" w:rsidRDefault="006D4449" w:rsidP="006D4449">
      <w:r>
        <w:t>231.1392</w:t>
      </w:r>
      <w:r>
        <w:tab/>
        <w:t>1.746e0</w:t>
      </w:r>
    </w:p>
    <w:p w14:paraId="72F93128" w14:textId="77777777" w:rsidR="006D4449" w:rsidRDefault="006D4449" w:rsidP="006D4449">
      <w:r>
        <w:t>231.1614</w:t>
      </w:r>
      <w:r>
        <w:tab/>
        <w:t>1.013e0</w:t>
      </w:r>
    </w:p>
    <w:p w14:paraId="5CDFB9E6" w14:textId="77777777" w:rsidR="006D4449" w:rsidRDefault="006D4449" w:rsidP="006D4449">
      <w:r>
        <w:t>231.1634</w:t>
      </w:r>
      <w:r>
        <w:tab/>
        <w:t>2.025e0</w:t>
      </w:r>
    </w:p>
    <w:p w14:paraId="0DEB9BD4" w14:textId="77777777" w:rsidR="006D4449" w:rsidRDefault="006D4449" w:rsidP="006D4449">
      <w:r>
        <w:t>231.1683</w:t>
      </w:r>
      <w:r>
        <w:tab/>
        <w:t>1.013e0</w:t>
      </w:r>
    </w:p>
    <w:p w14:paraId="22C5BD61" w14:textId="77777777" w:rsidR="006D4449" w:rsidRDefault="006D4449" w:rsidP="006D4449">
      <w:r>
        <w:t>231.1759</w:t>
      </w:r>
      <w:r>
        <w:tab/>
        <w:t>1.013e0</w:t>
      </w:r>
    </w:p>
    <w:p w14:paraId="16FEEFE8" w14:textId="77777777" w:rsidR="006D4449" w:rsidRDefault="006D4449" w:rsidP="006D4449">
      <w:r>
        <w:lastRenderedPageBreak/>
        <w:t>231.1880</w:t>
      </w:r>
      <w:r>
        <w:tab/>
        <w:t>2.025e0</w:t>
      </w:r>
    </w:p>
    <w:p w14:paraId="4D465D90" w14:textId="77777777" w:rsidR="006D4449" w:rsidRDefault="006D4449" w:rsidP="006D4449">
      <w:r>
        <w:t>231.1928</w:t>
      </w:r>
      <w:r>
        <w:tab/>
        <w:t>1.013e0</w:t>
      </w:r>
    </w:p>
    <w:p w14:paraId="1F8045B1" w14:textId="77777777" w:rsidR="006D4449" w:rsidRDefault="006D4449" w:rsidP="006D4449">
      <w:r>
        <w:t>231.2000</w:t>
      </w:r>
      <w:r>
        <w:tab/>
        <w:t>2.025e0</w:t>
      </w:r>
    </w:p>
    <w:p w14:paraId="16FE4BC1" w14:textId="77777777" w:rsidR="006D4449" w:rsidRDefault="006D4449" w:rsidP="006D4449">
      <w:r>
        <w:t>231.2141</w:t>
      </w:r>
      <w:r>
        <w:tab/>
        <w:t>1.013e0</w:t>
      </w:r>
    </w:p>
    <w:p w14:paraId="34ACE449" w14:textId="77777777" w:rsidR="006D4449" w:rsidRDefault="006D4449" w:rsidP="006D4449">
      <w:r>
        <w:t>231.2161</w:t>
      </w:r>
      <w:r>
        <w:tab/>
        <w:t>2.025e0</w:t>
      </w:r>
    </w:p>
    <w:p w14:paraId="67BE8EB2" w14:textId="77777777" w:rsidR="006D4449" w:rsidRDefault="006D4449" w:rsidP="006D4449">
      <w:r>
        <w:t>231.2210</w:t>
      </w:r>
      <w:r>
        <w:tab/>
        <w:t>1.013e0</w:t>
      </w:r>
    </w:p>
    <w:p w14:paraId="14753C20" w14:textId="77777777" w:rsidR="006D4449" w:rsidRDefault="006D4449" w:rsidP="006D4449">
      <w:r>
        <w:t>231.2407</w:t>
      </w:r>
      <w:r>
        <w:tab/>
        <w:t>2.025e0</w:t>
      </w:r>
    </w:p>
    <w:p w14:paraId="70905BF5" w14:textId="77777777" w:rsidR="006D4449" w:rsidRDefault="006D4449" w:rsidP="006D4449">
      <w:r>
        <w:t>231.2504</w:t>
      </w:r>
      <w:r>
        <w:tab/>
        <w:t>1.013e0</w:t>
      </w:r>
    </w:p>
    <w:p w14:paraId="6D24B904" w14:textId="77777777" w:rsidR="006D4449" w:rsidRDefault="006D4449" w:rsidP="006D4449">
      <w:r>
        <w:t>231.2603</w:t>
      </w:r>
      <w:r>
        <w:tab/>
        <w:t>2.025e0</w:t>
      </w:r>
    </w:p>
    <w:p w14:paraId="34DAC7C3" w14:textId="77777777" w:rsidR="006D4449" w:rsidRDefault="006D4449" w:rsidP="006D4449">
      <w:r>
        <w:t>231.2659</w:t>
      </w:r>
      <w:r>
        <w:tab/>
        <w:t>1.013e0</w:t>
      </w:r>
    </w:p>
    <w:p w14:paraId="482E60AD" w14:textId="77777777" w:rsidR="006D4449" w:rsidRDefault="006D4449" w:rsidP="006D4449">
      <w:r>
        <w:t>231.2734</w:t>
      </w:r>
      <w:r>
        <w:tab/>
        <w:t>3.839e0</w:t>
      </w:r>
    </w:p>
    <w:p w14:paraId="363FA8B6" w14:textId="77777777" w:rsidR="006D4449" w:rsidRDefault="006D4449" w:rsidP="006D4449">
      <w:r>
        <w:t>231.2902</w:t>
      </w:r>
      <w:r>
        <w:tab/>
        <w:t>1.013e0</w:t>
      </w:r>
    </w:p>
    <w:p w14:paraId="43381C1E" w14:textId="77777777" w:rsidR="006D4449" w:rsidRDefault="006D4449" w:rsidP="006D4449">
      <w:r>
        <w:t>231.3069</w:t>
      </w:r>
      <w:r>
        <w:tab/>
        <w:t>1.013e0</w:t>
      </w:r>
    </w:p>
    <w:p w14:paraId="5A9B881C" w14:textId="77777777" w:rsidR="006D4449" w:rsidRDefault="006D4449" w:rsidP="006D4449">
      <w:r>
        <w:t>231.3099</w:t>
      </w:r>
      <w:r>
        <w:tab/>
        <w:t>2.025e0</w:t>
      </w:r>
    </w:p>
    <w:p w14:paraId="1BC17284" w14:textId="77777777" w:rsidR="006D4449" w:rsidRDefault="006D4449" w:rsidP="006D4449">
      <w:r>
        <w:t>231.3312</w:t>
      </w:r>
      <w:r>
        <w:tab/>
        <w:t>1.013e0</w:t>
      </w:r>
    </w:p>
    <w:p w14:paraId="6752EB59" w14:textId="77777777" w:rsidR="006D4449" w:rsidRDefault="006D4449" w:rsidP="006D4449">
      <w:r>
        <w:t>231.3458</w:t>
      </w:r>
      <w:r>
        <w:tab/>
        <w:t>1.013e0</w:t>
      </w:r>
    </w:p>
    <w:p w14:paraId="731B946A" w14:textId="77777777" w:rsidR="006D4449" w:rsidRDefault="006D4449" w:rsidP="006D4449">
      <w:r>
        <w:t>231.3678</w:t>
      </w:r>
      <w:r>
        <w:tab/>
        <w:t>1.013e0</w:t>
      </w:r>
    </w:p>
    <w:p w14:paraId="0419939B" w14:textId="77777777" w:rsidR="006D4449" w:rsidRDefault="006D4449" w:rsidP="006D4449">
      <w:r>
        <w:t>231.3918</w:t>
      </w:r>
      <w:r>
        <w:tab/>
        <w:t>1.013e0</w:t>
      </w:r>
    </w:p>
    <w:p w14:paraId="644066C4" w14:textId="77777777" w:rsidR="006D4449" w:rsidRDefault="006D4449" w:rsidP="006D4449">
      <w:r>
        <w:t>231.4024</w:t>
      </w:r>
      <w:r>
        <w:tab/>
        <w:t>1.013e0</w:t>
      </w:r>
    </w:p>
    <w:p w14:paraId="15B355A8" w14:textId="77777777" w:rsidR="006D4449" w:rsidRDefault="006D4449" w:rsidP="006D4449">
      <w:r>
        <w:lastRenderedPageBreak/>
        <w:t>231.4113</w:t>
      </w:r>
      <w:r>
        <w:tab/>
        <w:t>1.013e0</w:t>
      </w:r>
    </w:p>
    <w:p w14:paraId="1BE9C974" w14:textId="77777777" w:rsidR="006D4449" w:rsidRDefault="006D4449" w:rsidP="006D4449">
      <w:r>
        <w:t>231.4287</w:t>
      </w:r>
      <w:r>
        <w:tab/>
        <w:t>1.013e0</w:t>
      </w:r>
    </w:p>
    <w:p w14:paraId="72E21C30" w14:textId="77777777" w:rsidR="006D4449" w:rsidRDefault="006D4449" w:rsidP="006D4449">
      <w:r>
        <w:t>231.4590</w:t>
      </w:r>
      <w:r>
        <w:tab/>
        <w:t>2.025e0</w:t>
      </w:r>
    </w:p>
    <w:p w14:paraId="67604E5A" w14:textId="77777777" w:rsidR="006D4449" w:rsidRDefault="006D4449" w:rsidP="006D4449">
      <w:r>
        <w:t>231.4700</w:t>
      </w:r>
      <w:r>
        <w:tab/>
        <w:t>2.025e0</w:t>
      </w:r>
    </w:p>
    <w:p w14:paraId="74AAC8B4" w14:textId="77777777" w:rsidR="006D4449" w:rsidRDefault="006D4449" w:rsidP="006D4449">
      <w:r>
        <w:t>231.4842</w:t>
      </w:r>
      <w:r>
        <w:tab/>
        <w:t>3.038e0</w:t>
      </w:r>
    </w:p>
    <w:p w14:paraId="56E2A4D0" w14:textId="77777777" w:rsidR="006D4449" w:rsidRDefault="006D4449" w:rsidP="006D4449">
      <w:r>
        <w:t>231.4934</w:t>
      </w:r>
      <w:r>
        <w:tab/>
        <w:t>1.013e0</w:t>
      </w:r>
    </w:p>
    <w:p w14:paraId="4FD9B07B" w14:textId="77777777" w:rsidR="006D4449" w:rsidRDefault="006D4449" w:rsidP="006D4449">
      <w:r>
        <w:t>231.5001</w:t>
      </w:r>
      <w:r>
        <w:tab/>
        <w:t>1.013e0</w:t>
      </w:r>
    </w:p>
    <w:p w14:paraId="6D542E41" w14:textId="77777777" w:rsidR="006D4449" w:rsidRDefault="006D4449" w:rsidP="006D4449">
      <w:r>
        <w:t>231.5227</w:t>
      </w:r>
      <w:r>
        <w:tab/>
        <w:t>2.025e0</w:t>
      </w:r>
    </w:p>
    <w:p w14:paraId="517F7012" w14:textId="77777777" w:rsidR="006D4449" w:rsidRDefault="006D4449" w:rsidP="006D4449">
      <w:r>
        <w:t>231.5487</w:t>
      </w:r>
      <w:r>
        <w:tab/>
        <w:t>3.038e0</w:t>
      </w:r>
    </w:p>
    <w:p w14:paraId="20FB3124" w14:textId="77777777" w:rsidR="006D4449" w:rsidRDefault="006D4449" w:rsidP="006D4449">
      <w:r>
        <w:t>231.5655</w:t>
      </w:r>
      <w:r>
        <w:tab/>
        <w:t>1.013e0</w:t>
      </w:r>
    </w:p>
    <w:p w14:paraId="5F98FA4F" w14:textId="77777777" w:rsidR="006D4449" w:rsidRDefault="006D4449" w:rsidP="006D4449">
      <w:r>
        <w:t>231.5684</w:t>
      </w:r>
      <w:r>
        <w:tab/>
        <w:t>1.013e0</w:t>
      </w:r>
    </w:p>
    <w:p w14:paraId="0AC78670" w14:textId="77777777" w:rsidR="006D4449" w:rsidRDefault="006D4449" w:rsidP="006D4449">
      <w:r>
        <w:t>231.5733</w:t>
      </w:r>
      <w:r>
        <w:tab/>
        <w:t>1.013e0</w:t>
      </w:r>
    </w:p>
    <w:p w14:paraId="237D3315" w14:textId="77777777" w:rsidR="006D4449" w:rsidRDefault="006D4449" w:rsidP="006D4449">
      <w:r>
        <w:t>231.6105</w:t>
      </w:r>
      <w:r>
        <w:tab/>
        <w:t>3.038e0</w:t>
      </w:r>
    </w:p>
    <w:p w14:paraId="151D6F8B" w14:textId="77777777" w:rsidR="006D4449" w:rsidRDefault="006D4449" w:rsidP="006D4449">
      <w:r>
        <w:t>231.6808</w:t>
      </w:r>
      <w:r>
        <w:tab/>
        <w:t>3.038e0</w:t>
      </w:r>
    </w:p>
    <w:p w14:paraId="254CE2D7" w14:textId="77777777" w:rsidR="006D4449" w:rsidRDefault="006D4449" w:rsidP="006D4449">
      <w:r>
        <w:t>231.6943</w:t>
      </w:r>
      <w:r>
        <w:tab/>
        <w:t>1.013e0</w:t>
      </w:r>
    </w:p>
    <w:p w14:paraId="11A7268E" w14:textId="77777777" w:rsidR="006D4449" w:rsidRDefault="006D4449" w:rsidP="006D4449">
      <w:r>
        <w:t>231.7189</w:t>
      </w:r>
      <w:r>
        <w:tab/>
        <w:t>1.013e0</w:t>
      </w:r>
    </w:p>
    <w:p w14:paraId="547EBDE5" w14:textId="77777777" w:rsidR="006D4449" w:rsidRDefault="006D4449" w:rsidP="006D4449">
      <w:r>
        <w:t>231.7237</w:t>
      </w:r>
      <w:r>
        <w:tab/>
        <w:t>1.013e0</w:t>
      </w:r>
    </w:p>
    <w:p w14:paraId="1D47EFC2" w14:textId="77777777" w:rsidR="006D4449" w:rsidRDefault="006D4449" w:rsidP="006D4449">
      <w:r>
        <w:t>231.7364</w:t>
      </w:r>
      <w:r>
        <w:tab/>
        <w:t>2.025e0</w:t>
      </w:r>
    </w:p>
    <w:p w14:paraId="6BC598BA" w14:textId="77777777" w:rsidR="006D4449" w:rsidRDefault="006D4449" w:rsidP="006D4449">
      <w:r>
        <w:t>231.7592</w:t>
      </w:r>
      <w:r>
        <w:tab/>
        <w:t>2.025e0</w:t>
      </w:r>
    </w:p>
    <w:p w14:paraId="1680FAB4" w14:textId="77777777" w:rsidR="006D4449" w:rsidRDefault="006D4449" w:rsidP="006D4449">
      <w:r>
        <w:lastRenderedPageBreak/>
        <w:t>231.7717</w:t>
      </w:r>
      <w:r>
        <w:tab/>
        <w:t>1.013e0</w:t>
      </w:r>
    </w:p>
    <w:p w14:paraId="6D1E8ADA" w14:textId="77777777" w:rsidR="006D4449" w:rsidRDefault="006D4449" w:rsidP="006D4449">
      <w:r>
        <w:t>231.8206</w:t>
      </w:r>
      <w:r>
        <w:tab/>
        <w:t>1.013e0</w:t>
      </w:r>
    </w:p>
    <w:p w14:paraId="47C1C7A1" w14:textId="77777777" w:rsidR="006D4449" w:rsidRDefault="006D4449" w:rsidP="006D4449">
      <w:r>
        <w:t>231.8477</w:t>
      </w:r>
      <w:r>
        <w:tab/>
        <w:t>3.038e0</w:t>
      </w:r>
    </w:p>
    <w:p w14:paraId="70143DD5" w14:textId="77777777" w:rsidR="006D4449" w:rsidRDefault="006D4449" w:rsidP="006D4449">
      <w:r>
        <w:t>231.8603</w:t>
      </w:r>
      <w:r>
        <w:tab/>
        <w:t>1.013e0</w:t>
      </w:r>
    </w:p>
    <w:p w14:paraId="5395061F" w14:textId="77777777" w:rsidR="006D4449" w:rsidRDefault="006D4449" w:rsidP="006D4449">
      <w:r>
        <w:t>231.8686</w:t>
      </w:r>
      <w:r>
        <w:tab/>
        <w:t>1.013e0</w:t>
      </w:r>
    </w:p>
    <w:p w14:paraId="1718A2EA" w14:textId="77777777" w:rsidR="006D4449" w:rsidRDefault="006D4449" w:rsidP="006D4449">
      <w:r>
        <w:t>231.8807</w:t>
      </w:r>
      <w:r>
        <w:tab/>
        <w:t>1.013e0</w:t>
      </w:r>
    </w:p>
    <w:p w14:paraId="272EA1B5" w14:textId="77777777" w:rsidR="006D4449" w:rsidRDefault="006D4449" w:rsidP="006D4449">
      <w:r>
        <w:t>231.9253</w:t>
      </w:r>
      <w:r>
        <w:tab/>
        <w:t>1.013e0</w:t>
      </w:r>
    </w:p>
    <w:p w14:paraId="42FE6728" w14:textId="77777777" w:rsidR="006D4449" w:rsidRDefault="006D4449" w:rsidP="006D4449">
      <w:r>
        <w:t>231.9369</w:t>
      </w:r>
      <w:r>
        <w:tab/>
        <w:t>2.025e0</w:t>
      </w:r>
    </w:p>
    <w:p w14:paraId="34C85188" w14:textId="77777777" w:rsidR="006D4449" w:rsidRDefault="006D4449" w:rsidP="006D4449">
      <w:r>
        <w:t>231.9465</w:t>
      </w:r>
      <w:r>
        <w:tab/>
        <w:t>1.013e0</w:t>
      </w:r>
    </w:p>
    <w:p w14:paraId="03ECACBF" w14:textId="77777777" w:rsidR="006D4449" w:rsidRDefault="006D4449" w:rsidP="006D4449">
      <w:r>
        <w:t>231.9493</w:t>
      </w:r>
      <w:r>
        <w:tab/>
        <w:t>1.013e0</w:t>
      </w:r>
    </w:p>
    <w:p w14:paraId="29ABC2CD" w14:textId="77777777" w:rsidR="006D4449" w:rsidRDefault="006D4449" w:rsidP="006D4449">
      <w:r>
        <w:t>232.0011</w:t>
      </w:r>
      <w:r>
        <w:tab/>
        <w:t>9.008e0</w:t>
      </w:r>
    </w:p>
    <w:p w14:paraId="3D5CFAC7" w14:textId="77777777" w:rsidR="006D4449" w:rsidRDefault="006D4449" w:rsidP="006D4449">
      <w:r>
        <w:t>232.0033</w:t>
      </w:r>
      <w:r>
        <w:tab/>
        <w:t>1.316e1</w:t>
      </w:r>
    </w:p>
    <w:p w14:paraId="330D88FF" w14:textId="77777777" w:rsidR="006D4449" w:rsidRDefault="006D4449" w:rsidP="006D4449">
      <w:r>
        <w:t>232.0082</w:t>
      </w:r>
      <w:r>
        <w:tab/>
        <w:t>6.994e0</w:t>
      </w:r>
    </w:p>
    <w:p w14:paraId="294D7D46" w14:textId="77777777" w:rsidR="006D4449" w:rsidRDefault="006D4449" w:rsidP="006D4449">
      <w:r>
        <w:t>232.0264</w:t>
      </w:r>
      <w:r>
        <w:tab/>
        <w:t>3.866e0</w:t>
      </w:r>
    </w:p>
    <w:p w14:paraId="1CCBA9B8" w14:textId="77777777" w:rsidR="006D4449" w:rsidRDefault="006D4449" w:rsidP="006D4449">
      <w:r>
        <w:t>232.0387</w:t>
      </w:r>
      <w:r>
        <w:tab/>
        <w:t>1.013e0</w:t>
      </w:r>
    </w:p>
    <w:p w14:paraId="4C3AAFAA" w14:textId="77777777" w:rsidR="006D4449" w:rsidRDefault="006D4449" w:rsidP="006D4449">
      <w:r>
        <w:t>232.0474</w:t>
      </w:r>
      <w:r>
        <w:tab/>
        <w:t>1.013e0</w:t>
      </w:r>
    </w:p>
    <w:p w14:paraId="0271F2F7" w14:textId="77777777" w:rsidR="006D4449" w:rsidRDefault="006D4449" w:rsidP="006D4449">
      <w:r>
        <w:t>232.0514</w:t>
      </w:r>
      <w:r>
        <w:tab/>
        <w:t>2.910e0</w:t>
      </w:r>
    </w:p>
    <w:p w14:paraId="688297EA" w14:textId="77777777" w:rsidR="006D4449" w:rsidRDefault="006D4449" w:rsidP="006D4449">
      <w:r>
        <w:t>232.0675</w:t>
      </w:r>
      <w:r>
        <w:tab/>
        <w:t>1.013e0</w:t>
      </w:r>
    </w:p>
    <w:p w14:paraId="750ACFF6" w14:textId="77777777" w:rsidR="006D4449" w:rsidRDefault="006D4449" w:rsidP="006D4449">
      <w:r>
        <w:t>232.0886</w:t>
      </w:r>
      <w:r>
        <w:tab/>
        <w:t>3.038e0</w:t>
      </w:r>
    </w:p>
    <w:p w14:paraId="3AD90D0C" w14:textId="77777777" w:rsidR="006D4449" w:rsidRDefault="006D4449" w:rsidP="006D4449">
      <w:r>
        <w:lastRenderedPageBreak/>
        <w:t>232.0979</w:t>
      </w:r>
      <w:r>
        <w:tab/>
        <w:t>5.063e0</w:t>
      </w:r>
    </w:p>
    <w:p w14:paraId="33D668CA" w14:textId="77777777" w:rsidR="006D4449" w:rsidRDefault="006D4449" w:rsidP="006D4449">
      <w:r>
        <w:t>232.1025</w:t>
      </w:r>
      <w:r>
        <w:tab/>
        <w:t>4.051e0</w:t>
      </w:r>
    </w:p>
    <w:p w14:paraId="437EE8A5" w14:textId="77777777" w:rsidR="006D4449" w:rsidRDefault="006D4449" w:rsidP="006D4449">
      <w:r>
        <w:t>232.1207</w:t>
      </w:r>
      <w:r>
        <w:tab/>
        <w:t>5.716e0</w:t>
      </w:r>
    </w:p>
    <w:p w14:paraId="76AFE4EB" w14:textId="77777777" w:rsidR="006D4449" w:rsidRDefault="006D4449" w:rsidP="006D4449">
      <w:r>
        <w:t>232.1555</w:t>
      </w:r>
      <w:r>
        <w:tab/>
        <w:t>1.215e1</w:t>
      </w:r>
    </w:p>
    <w:p w14:paraId="54EE098D" w14:textId="77777777" w:rsidR="006D4449" w:rsidRDefault="006D4449" w:rsidP="006D4449">
      <w:r>
        <w:t>232.1570</w:t>
      </w:r>
      <w:r>
        <w:tab/>
        <w:t>1.461e1</w:t>
      </w:r>
    </w:p>
    <w:p w14:paraId="4AF13B91" w14:textId="77777777" w:rsidR="006D4449" w:rsidRDefault="006D4449" w:rsidP="006D4449">
      <w:r>
        <w:t>232.1590</w:t>
      </w:r>
      <w:r>
        <w:tab/>
        <w:t>2.061e1</w:t>
      </w:r>
    </w:p>
    <w:p w14:paraId="2386FF3F" w14:textId="77777777" w:rsidR="006D4449" w:rsidRDefault="006D4449" w:rsidP="006D4449">
      <w:r>
        <w:t>232.1628</w:t>
      </w:r>
      <w:r>
        <w:tab/>
        <w:t>1.374e1</w:t>
      </w:r>
    </w:p>
    <w:p w14:paraId="0CFAD800" w14:textId="77777777" w:rsidR="006D4449" w:rsidRDefault="006D4449" w:rsidP="006D4449">
      <w:r>
        <w:t>232.1926</w:t>
      </w:r>
      <w:r>
        <w:tab/>
        <w:t>1.013e0</w:t>
      </w:r>
    </w:p>
    <w:p w14:paraId="0E3D2FC0" w14:textId="77777777" w:rsidR="006D4449" w:rsidRDefault="006D4449" w:rsidP="006D4449">
      <w:r>
        <w:t>232.2078</w:t>
      </w:r>
      <w:r>
        <w:tab/>
        <w:t>1.013e0</w:t>
      </w:r>
    </w:p>
    <w:p w14:paraId="5C5D919F" w14:textId="77777777" w:rsidR="006D4449" w:rsidRDefault="006D4449" w:rsidP="006D4449">
      <w:r>
        <w:t>232.2152</w:t>
      </w:r>
      <w:r>
        <w:tab/>
        <w:t>2.025e0</w:t>
      </w:r>
    </w:p>
    <w:p w14:paraId="0CA8556F" w14:textId="77777777" w:rsidR="006D4449" w:rsidRDefault="006D4449" w:rsidP="006D4449">
      <w:r>
        <w:t>232.2454</w:t>
      </w:r>
      <w:r>
        <w:tab/>
        <w:t>1.013e0</w:t>
      </w:r>
    </w:p>
    <w:p w14:paraId="30E2408B" w14:textId="77777777" w:rsidR="006D4449" w:rsidRDefault="006D4449" w:rsidP="006D4449">
      <w:r>
        <w:t>232.2752</w:t>
      </w:r>
      <w:r>
        <w:tab/>
        <w:t>2.025e0</w:t>
      </w:r>
    </w:p>
    <w:p w14:paraId="72D2D754" w14:textId="77777777" w:rsidR="006D4449" w:rsidRDefault="006D4449" w:rsidP="006D4449">
      <w:r>
        <w:t>232.2844</w:t>
      </w:r>
      <w:r>
        <w:tab/>
        <w:t>2.025e0</w:t>
      </w:r>
    </w:p>
    <w:p w14:paraId="1D9BB29F" w14:textId="77777777" w:rsidR="006D4449" w:rsidRDefault="006D4449" w:rsidP="006D4449">
      <w:r>
        <w:t>232.3267</w:t>
      </w:r>
      <w:r>
        <w:tab/>
        <w:t>1.013e0</w:t>
      </w:r>
    </w:p>
    <w:p w14:paraId="79203009" w14:textId="77777777" w:rsidR="006D4449" w:rsidRDefault="006D4449" w:rsidP="006D4449">
      <w:r>
        <w:t>232.3354</w:t>
      </w:r>
      <w:r>
        <w:tab/>
        <w:t>1.013e0</w:t>
      </w:r>
    </w:p>
    <w:p w14:paraId="62DFC4E6" w14:textId="77777777" w:rsidR="006D4449" w:rsidRDefault="006D4449" w:rsidP="006D4449">
      <w:r>
        <w:t>232.3499</w:t>
      </w:r>
      <w:r>
        <w:tab/>
        <w:t>1.013e0</w:t>
      </w:r>
    </w:p>
    <w:p w14:paraId="3D91A0AB" w14:textId="77777777" w:rsidR="006D4449" w:rsidRDefault="006D4449" w:rsidP="006D4449">
      <w:r>
        <w:t>232.3578</w:t>
      </w:r>
      <w:r>
        <w:tab/>
        <w:t>1.013e0</w:t>
      </w:r>
    </w:p>
    <w:p w14:paraId="16CD964B" w14:textId="77777777" w:rsidR="006D4449" w:rsidRDefault="006D4449" w:rsidP="006D4449">
      <w:r>
        <w:t>232.3703</w:t>
      </w:r>
      <w:r>
        <w:tab/>
        <w:t>1.013e0</w:t>
      </w:r>
    </w:p>
    <w:p w14:paraId="680B6A60" w14:textId="77777777" w:rsidR="006D4449" w:rsidRDefault="006D4449" w:rsidP="006D4449">
      <w:r>
        <w:t>232.4231</w:t>
      </w:r>
      <w:r>
        <w:tab/>
        <w:t>1.013e0</w:t>
      </w:r>
    </w:p>
    <w:p w14:paraId="18FCC862" w14:textId="77777777" w:rsidR="006D4449" w:rsidRDefault="006D4449" w:rsidP="006D4449">
      <w:r>
        <w:lastRenderedPageBreak/>
        <w:t>232.4305</w:t>
      </w:r>
      <w:r>
        <w:tab/>
        <w:t>1.013e0</w:t>
      </w:r>
    </w:p>
    <w:p w14:paraId="34A01378" w14:textId="77777777" w:rsidR="006D4449" w:rsidRDefault="006D4449" w:rsidP="006D4449">
      <w:r>
        <w:t>232.4565</w:t>
      </w:r>
      <w:r>
        <w:tab/>
        <w:t>1.013e0</w:t>
      </w:r>
    </w:p>
    <w:p w14:paraId="7C17C173" w14:textId="77777777" w:rsidR="006D4449" w:rsidRDefault="006D4449" w:rsidP="006D4449">
      <w:r>
        <w:t>232.5080</w:t>
      </w:r>
      <w:r>
        <w:tab/>
        <w:t>4.051e0</w:t>
      </w:r>
    </w:p>
    <w:p w14:paraId="36655755" w14:textId="77777777" w:rsidR="006D4449" w:rsidRDefault="006D4449" w:rsidP="006D4449">
      <w:r>
        <w:t>232.5094</w:t>
      </w:r>
      <w:r>
        <w:tab/>
        <w:t>1.013e0</w:t>
      </w:r>
    </w:p>
    <w:p w14:paraId="68D429C6" w14:textId="77777777" w:rsidR="006D4449" w:rsidRDefault="006D4449" w:rsidP="006D4449">
      <w:r>
        <w:t>232.5397</w:t>
      </w:r>
      <w:r>
        <w:tab/>
        <w:t>1.013e0</w:t>
      </w:r>
    </w:p>
    <w:p w14:paraId="2E537F3A" w14:textId="77777777" w:rsidR="006D4449" w:rsidRDefault="006D4449" w:rsidP="006D4449">
      <w:r>
        <w:t>232.5528</w:t>
      </w:r>
      <w:r>
        <w:tab/>
        <w:t>1.013e0</w:t>
      </w:r>
    </w:p>
    <w:p w14:paraId="544495EE" w14:textId="77777777" w:rsidR="006D4449" w:rsidRDefault="006D4449" w:rsidP="006D4449">
      <w:r>
        <w:t>232.5719</w:t>
      </w:r>
      <w:r>
        <w:tab/>
        <w:t>2.025e0</w:t>
      </w:r>
    </w:p>
    <w:p w14:paraId="6638BEB3" w14:textId="77777777" w:rsidR="006D4449" w:rsidRDefault="006D4449" w:rsidP="006D4449">
      <w:r>
        <w:t>232.5738</w:t>
      </w:r>
      <w:r>
        <w:tab/>
        <w:t>1.013e0</w:t>
      </w:r>
    </w:p>
    <w:p w14:paraId="29F8C0CE" w14:textId="77777777" w:rsidR="006D4449" w:rsidRDefault="006D4449" w:rsidP="006D4449">
      <w:r>
        <w:t>232.5816</w:t>
      </w:r>
      <w:r>
        <w:tab/>
        <w:t>2.025e0</w:t>
      </w:r>
    </w:p>
    <w:p w14:paraId="47096844" w14:textId="77777777" w:rsidR="006D4449" w:rsidRDefault="006D4449" w:rsidP="006D4449">
      <w:r>
        <w:t>232.5845</w:t>
      </w:r>
      <w:r>
        <w:tab/>
        <w:t>1.013e0</w:t>
      </w:r>
    </w:p>
    <w:p w14:paraId="4EF1D2D7" w14:textId="77777777" w:rsidR="006D4449" w:rsidRDefault="006D4449" w:rsidP="006D4449">
      <w:r>
        <w:t>232.5884</w:t>
      </w:r>
      <w:r>
        <w:tab/>
        <w:t>2.025e0</w:t>
      </w:r>
    </w:p>
    <w:p w14:paraId="2E326FA7" w14:textId="77777777" w:rsidR="006D4449" w:rsidRDefault="006D4449" w:rsidP="006D4449">
      <w:r>
        <w:t>232.5992</w:t>
      </w:r>
      <w:r>
        <w:tab/>
        <w:t>2.354e0</w:t>
      </w:r>
    </w:p>
    <w:p w14:paraId="5FF22292" w14:textId="77777777" w:rsidR="006D4449" w:rsidRDefault="006D4449" w:rsidP="006D4449">
      <w:r>
        <w:t>232.6092</w:t>
      </w:r>
      <w:r>
        <w:tab/>
        <w:t>2.025e0</w:t>
      </w:r>
    </w:p>
    <w:p w14:paraId="67253120" w14:textId="77777777" w:rsidR="006D4449" w:rsidRDefault="006D4449" w:rsidP="006D4449">
      <w:r>
        <w:t>232.6106</w:t>
      </w:r>
      <w:r>
        <w:tab/>
        <w:t>2.025e0</w:t>
      </w:r>
    </w:p>
    <w:p w14:paraId="18DA7CA8" w14:textId="77777777" w:rsidR="006D4449" w:rsidRDefault="006D4449" w:rsidP="006D4449">
      <w:r>
        <w:t>232.6534</w:t>
      </w:r>
      <w:r>
        <w:tab/>
        <w:t>1.013e0</w:t>
      </w:r>
    </w:p>
    <w:p w14:paraId="10ECFF51" w14:textId="77777777" w:rsidR="006D4449" w:rsidRDefault="006D4449" w:rsidP="006D4449">
      <w:r>
        <w:t>232.6599</w:t>
      </w:r>
      <w:r>
        <w:tab/>
        <w:t>2.025e0</w:t>
      </w:r>
    </w:p>
    <w:p w14:paraId="6F0B886F" w14:textId="77777777" w:rsidR="006D4449" w:rsidRDefault="006D4449" w:rsidP="006D4449">
      <w:r>
        <w:t>232.6912</w:t>
      </w:r>
      <w:r>
        <w:tab/>
        <w:t>1.013e0</w:t>
      </w:r>
    </w:p>
    <w:p w14:paraId="287E0B81" w14:textId="77777777" w:rsidR="006D4449" w:rsidRDefault="006D4449" w:rsidP="006D4449">
      <w:r>
        <w:t>232.7112</w:t>
      </w:r>
      <w:r>
        <w:tab/>
        <w:t>1.013e0</w:t>
      </w:r>
    </w:p>
    <w:p w14:paraId="068C0D0A" w14:textId="77777777" w:rsidR="006D4449" w:rsidRDefault="006D4449" w:rsidP="006D4449">
      <w:r>
        <w:t>232.7479</w:t>
      </w:r>
      <w:r>
        <w:tab/>
        <w:t>1.013e0</w:t>
      </w:r>
    </w:p>
    <w:p w14:paraId="45DCDC73" w14:textId="77777777" w:rsidR="006D4449" w:rsidRDefault="006D4449" w:rsidP="006D4449">
      <w:r>
        <w:lastRenderedPageBreak/>
        <w:t>232.7536</w:t>
      </w:r>
      <w:r>
        <w:tab/>
        <w:t>2.025e0</w:t>
      </w:r>
    </w:p>
    <w:p w14:paraId="4501FADF" w14:textId="77777777" w:rsidR="006D4449" w:rsidRDefault="006D4449" w:rsidP="006D4449">
      <w:r>
        <w:t>232.7693</w:t>
      </w:r>
      <w:r>
        <w:tab/>
        <w:t>2.025e0</w:t>
      </w:r>
    </w:p>
    <w:p w14:paraId="780227B5" w14:textId="77777777" w:rsidR="006D4449" w:rsidRDefault="006D4449" w:rsidP="006D4449">
      <w:r>
        <w:t>232.7852</w:t>
      </w:r>
      <w:r>
        <w:tab/>
        <w:t>1.013e0</w:t>
      </w:r>
    </w:p>
    <w:p w14:paraId="05BA3DC6" w14:textId="77777777" w:rsidR="006D4449" w:rsidRDefault="006D4449" w:rsidP="006D4449">
      <w:r>
        <w:t>232.8496</w:t>
      </w:r>
      <w:r>
        <w:tab/>
        <w:t>1.013e0</w:t>
      </w:r>
    </w:p>
    <w:p w14:paraId="54E08183" w14:textId="77777777" w:rsidR="006D4449" w:rsidRDefault="006D4449" w:rsidP="006D4449">
      <w:r>
        <w:t>232.8525</w:t>
      </w:r>
      <w:r>
        <w:tab/>
        <w:t>2.025e0</w:t>
      </w:r>
    </w:p>
    <w:p w14:paraId="43D55B5A" w14:textId="77777777" w:rsidR="006D4449" w:rsidRDefault="006D4449" w:rsidP="006D4449">
      <w:r>
        <w:t>232.8614</w:t>
      </w:r>
      <w:r>
        <w:tab/>
        <w:t>1.013e0</w:t>
      </w:r>
    </w:p>
    <w:p w14:paraId="6B1E6096" w14:textId="77777777" w:rsidR="006D4449" w:rsidRDefault="006D4449" w:rsidP="006D4449">
      <w:r>
        <w:t>232.8808</w:t>
      </w:r>
      <w:r>
        <w:tab/>
        <w:t>1.013e0</w:t>
      </w:r>
    </w:p>
    <w:p w14:paraId="076C52FB" w14:textId="77777777" w:rsidR="006D4449" w:rsidRDefault="006D4449" w:rsidP="006D4449">
      <w:r>
        <w:t>232.8956</w:t>
      </w:r>
      <w:r>
        <w:tab/>
        <w:t>2.025e0</w:t>
      </w:r>
    </w:p>
    <w:p w14:paraId="61B81DA8" w14:textId="77777777" w:rsidR="006D4449" w:rsidRDefault="006D4449" w:rsidP="006D4449">
      <w:r>
        <w:t>232.9289</w:t>
      </w:r>
      <w:r>
        <w:tab/>
        <w:t>1.013e0</w:t>
      </w:r>
    </w:p>
    <w:p w14:paraId="6F5691E4" w14:textId="77777777" w:rsidR="006D4449" w:rsidRDefault="006D4449" w:rsidP="006D4449">
      <w:r>
        <w:t>232.9304</w:t>
      </w:r>
      <w:r>
        <w:tab/>
        <w:t>2.025e0</w:t>
      </w:r>
    </w:p>
    <w:p w14:paraId="6727CC31" w14:textId="77777777" w:rsidR="006D4449" w:rsidRDefault="006D4449" w:rsidP="006D4449">
      <w:r>
        <w:t>232.9417</w:t>
      </w:r>
      <w:r>
        <w:tab/>
        <w:t>2.025e0</w:t>
      </w:r>
    </w:p>
    <w:p w14:paraId="7CD15115" w14:textId="77777777" w:rsidR="006D4449" w:rsidRDefault="006D4449" w:rsidP="006D4449">
      <w:r>
        <w:t>232.9554</w:t>
      </w:r>
      <w:r>
        <w:tab/>
        <w:t>2.025e0</w:t>
      </w:r>
    </w:p>
    <w:p w14:paraId="0520984E" w14:textId="77777777" w:rsidR="006D4449" w:rsidRDefault="006D4449" w:rsidP="006D4449">
      <w:r>
        <w:t>232.9693</w:t>
      </w:r>
      <w:r>
        <w:tab/>
        <w:t>3.038e0</w:t>
      </w:r>
    </w:p>
    <w:p w14:paraId="4E7F9D9C" w14:textId="77777777" w:rsidR="006D4449" w:rsidRDefault="006D4449" w:rsidP="006D4449">
      <w:r>
        <w:t>232.9946</w:t>
      </w:r>
      <w:r>
        <w:tab/>
        <w:t>1.013e0</w:t>
      </w:r>
    </w:p>
    <w:p w14:paraId="10CE4922" w14:textId="77777777" w:rsidR="006D4449" w:rsidRDefault="006D4449" w:rsidP="006D4449">
      <w:r>
        <w:t>232.9989</w:t>
      </w:r>
      <w:r>
        <w:tab/>
        <w:t>1.013e0</w:t>
      </w:r>
    </w:p>
    <w:p w14:paraId="54D86090" w14:textId="77777777" w:rsidR="006D4449" w:rsidRDefault="006D4449" w:rsidP="006D4449">
      <w:r>
        <w:t>233.0238</w:t>
      </w:r>
      <w:r>
        <w:tab/>
        <w:t>1.013e0</w:t>
      </w:r>
    </w:p>
    <w:p w14:paraId="0BFD4B88" w14:textId="77777777" w:rsidR="006D4449" w:rsidRDefault="006D4449" w:rsidP="006D4449">
      <w:r>
        <w:t>233.0267</w:t>
      </w:r>
      <w:r>
        <w:tab/>
        <w:t>1.013e0</w:t>
      </w:r>
    </w:p>
    <w:p w14:paraId="0F47645F" w14:textId="77777777" w:rsidR="006D4449" w:rsidRDefault="006D4449" w:rsidP="006D4449">
      <w:r>
        <w:t>233.0393</w:t>
      </w:r>
      <w:r>
        <w:tab/>
        <w:t>1.013e0</w:t>
      </w:r>
    </w:p>
    <w:p w14:paraId="40E23A52" w14:textId="77777777" w:rsidR="006D4449" w:rsidRDefault="006D4449" w:rsidP="006D4449">
      <w:r>
        <w:t>233.0568</w:t>
      </w:r>
      <w:r>
        <w:tab/>
        <w:t>1.013e0</w:t>
      </w:r>
    </w:p>
    <w:p w14:paraId="41E44344" w14:textId="77777777" w:rsidR="006D4449" w:rsidRDefault="006D4449" w:rsidP="006D4449">
      <w:r>
        <w:lastRenderedPageBreak/>
        <w:t>233.0727</w:t>
      </w:r>
      <w:r>
        <w:tab/>
        <w:t>2.025e0</w:t>
      </w:r>
    </w:p>
    <w:p w14:paraId="6CF55B9F" w14:textId="77777777" w:rsidR="006D4449" w:rsidRDefault="006D4449" w:rsidP="006D4449">
      <w:r>
        <w:t>233.0882</w:t>
      </w:r>
      <w:r>
        <w:tab/>
        <w:t>4.051e0</w:t>
      </w:r>
    </w:p>
    <w:p w14:paraId="1BC8CD63" w14:textId="77777777" w:rsidR="006D4449" w:rsidRDefault="006D4449" w:rsidP="006D4449">
      <w:r>
        <w:t>233.0918</w:t>
      </w:r>
      <w:r>
        <w:tab/>
        <w:t>8.228e0</w:t>
      </w:r>
    </w:p>
    <w:p w14:paraId="017C14BA" w14:textId="77777777" w:rsidR="006D4449" w:rsidRDefault="006D4449" w:rsidP="006D4449">
      <w:r>
        <w:t>233.0932</w:t>
      </w:r>
      <w:r>
        <w:tab/>
        <w:t>6.203e0</w:t>
      </w:r>
    </w:p>
    <w:p w14:paraId="1033DB2C" w14:textId="77777777" w:rsidR="006D4449" w:rsidRDefault="006D4449" w:rsidP="006D4449">
      <w:r>
        <w:t>233.0956</w:t>
      </w:r>
      <w:r>
        <w:tab/>
        <w:t>3.038e0</w:t>
      </w:r>
    </w:p>
    <w:p w14:paraId="306BD1EC" w14:textId="77777777" w:rsidR="006D4449" w:rsidRDefault="006D4449" w:rsidP="006D4449">
      <w:r>
        <w:t>233.1049</w:t>
      </w:r>
      <w:r>
        <w:tab/>
        <w:t>8.810e0</w:t>
      </w:r>
    </w:p>
    <w:p w14:paraId="33610CC9" w14:textId="77777777" w:rsidR="006D4449" w:rsidRDefault="006D4449" w:rsidP="006D4449">
      <w:r>
        <w:t>233.1314</w:t>
      </w:r>
      <w:r>
        <w:tab/>
        <w:t>1.675e0</w:t>
      </w:r>
    </w:p>
    <w:p w14:paraId="2D344623" w14:textId="77777777" w:rsidR="006D4449" w:rsidRDefault="006D4449" w:rsidP="006D4449">
      <w:r>
        <w:t>233.1402</w:t>
      </w:r>
      <w:r>
        <w:tab/>
        <w:t>1.013e0</w:t>
      </w:r>
    </w:p>
    <w:p w14:paraId="49737702" w14:textId="77777777" w:rsidR="006D4449" w:rsidRDefault="006D4449" w:rsidP="006D4449">
      <w:r>
        <w:t>233.1478</w:t>
      </w:r>
      <w:r>
        <w:tab/>
        <w:t>1.013e0</w:t>
      </w:r>
    </w:p>
    <w:p w14:paraId="6DA95217" w14:textId="77777777" w:rsidR="006D4449" w:rsidRDefault="006D4449" w:rsidP="006D4449">
      <w:r>
        <w:t>233.1494</w:t>
      </w:r>
      <w:r>
        <w:tab/>
        <w:t>1.395e0</w:t>
      </w:r>
    </w:p>
    <w:p w14:paraId="13BF3418" w14:textId="77777777" w:rsidR="006D4449" w:rsidRDefault="006D4449" w:rsidP="006D4449">
      <w:r>
        <w:t>233.1513</w:t>
      </w:r>
      <w:r>
        <w:tab/>
        <w:t>2.025e0</w:t>
      </w:r>
    </w:p>
    <w:p w14:paraId="293E3A63" w14:textId="77777777" w:rsidR="006D4449" w:rsidRDefault="006D4449" w:rsidP="006D4449">
      <w:r>
        <w:t>233.1672</w:t>
      </w:r>
      <w:r>
        <w:tab/>
        <w:t>2.025e0</w:t>
      </w:r>
    </w:p>
    <w:p w14:paraId="5352AE3F" w14:textId="77777777" w:rsidR="006D4449" w:rsidRDefault="006D4449" w:rsidP="006D4449">
      <w:r>
        <w:t>233.1765</w:t>
      </w:r>
      <w:r>
        <w:tab/>
        <w:t>1.909e0</w:t>
      </w:r>
    </w:p>
    <w:p w14:paraId="25F38F44" w14:textId="77777777" w:rsidR="006D4449" w:rsidRDefault="006D4449" w:rsidP="006D4449">
      <w:r>
        <w:t>233.1813</w:t>
      </w:r>
      <w:r>
        <w:tab/>
        <w:t>1.013e0</w:t>
      </w:r>
    </w:p>
    <w:p w14:paraId="0BCBD828" w14:textId="77777777" w:rsidR="006D4449" w:rsidRDefault="006D4449" w:rsidP="006D4449">
      <w:r>
        <w:t>233.1930</w:t>
      </w:r>
      <w:r>
        <w:tab/>
        <w:t>2.025e0</w:t>
      </w:r>
    </w:p>
    <w:p w14:paraId="26302FB4" w14:textId="77777777" w:rsidR="006D4449" w:rsidRDefault="006D4449" w:rsidP="006D4449">
      <w:r>
        <w:t>233.2019</w:t>
      </w:r>
      <w:r>
        <w:tab/>
        <w:t>2.025e0</w:t>
      </w:r>
    </w:p>
    <w:p w14:paraId="21A2D692" w14:textId="77777777" w:rsidR="006D4449" w:rsidRDefault="006D4449" w:rsidP="006D4449">
      <w:r>
        <w:t>233.2082</w:t>
      </w:r>
      <w:r>
        <w:tab/>
        <w:t>2.025e0</w:t>
      </w:r>
    </w:p>
    <w:p w14:paraId="7F0E7222" w14:textId="77777777" w:rsidR="006D4449" w:rsidRDefault="006D4449" w:rsidP="006D4449">
      <w:r>
        <w:t>233.2135</w:t>
      </w:r>
      <w:r>
        <w:tab/>
        <w:t>1.013e0</w:t>
      </w:r>
    </w:p>
    <w:p w14:paraId="683D6D0C" w14:textId="77777777" w:rsidR="006D4449" w:rsidRDefault="006D4449" w:rsidP="006D4449">
      <w:r>
        <w:t>233.2870</w:t>
      </w:r>
      <w:r>
        <w:tab/>
        <w:t>1.013e0</w:t>
      </w:r>
    </w:p>
    <w:p w14:paraId="178D5861" w14:textId="77777777" w:rsidR="006D4449" w:rsidRDefault="006D4449" w:rsidP="006D4449">
      <w:r>
        <w:lastRenderedPageBreak/>
        <w:t>233.2919</w:t>
      </w:r>
      <w:r>
        <w:tab/>
        <w:t>1.013e0</w:t>
      </w:r>
    </w:p>
    <w:p w14:paraId="24842DBF" w14:textId="77777777" w:rsidR="006D4449" w:rsidRDefault="006D4449" w:rsidP="006D4449">
      <w:r>
        <w:t>233.3036</w:t>
      </w:r>
      <w:r>
        <w:tab/>
        <w:t>1.013e0</w:t>
      </w:r>
    </w:p>
    <w:p w14:paraId="7DDBCE2D" w14:textId="77777777" w:rsidR="006D4449" w:rsidRDefault="006D4449" w:rsidP="006D4449">
      <w:r>
        <w:t>233.3065</w:t>
      </w:r>
      <w:r>
        <w:tab/>
        <w:t>1.013e0</w:t>
      </w:r>
    </w:p>
    <w:p w14:paraId="748193B9" w14:textId="77777777" w:rsidR="006D4449" w:rsidRDefault="006D4449" w:rsidP="006D4449">
      <w:r>
        <w:t>233.3240</w:t>
      </w:r>
      <w:r>
        <w:tab/>
        <w:t>1.013e0</w:t>
      </w:r>
    </w:p>
    <w:p w14:paraId="2A0D1852" w14:textId="77777777" w:rsidR="006D4449" w:rsidRDefault="006D4449" w:rsidP="006D4449">
      <w:r>
        <w:t>233.3684</w:t>
      </w:r>
      <w:r>
        <w:tab/>
        <w:t>2.025e0</w:t>
      </w:r>
    </w:p>
    <w:p w14:paraId="536ABBDC" w14:textId="77777777" w:rsidR="006D4449" w:rsidRDefault="006D4449" w:rsidP="006D4449">
      <w:r>
        <w:t>233.4123</w:t>
      </w:r>
      <w:r>
        <w:tab/>
        <w:t>1.013e0</w:t>
      </w:r>
    </w:p>
    <w:p w14:paraId="40B5B7FF" w14:textId="77777777" w:rsidR="006D4449" w:rsidRDefault="006D4449" w:rsidP="006D4449">
      <w:r>
        <w:t>233.4336</w:t>
      </w:r>
      <w:r>
        <w:tab/>
        <w:t>1.013e0</w:t>
      </w:r>
    </w:p>
    <w:p w14:paraId="166079A5" w14:textId="77777777" w:rsidR="006D4449" w:rsidRDefault="006D4449" w:rsidP="006D4449">
      <w:r>
        <w:t>233.4458</w:t>
      </w:r>
      <w:r>
        <w:tab/>
        <w:t>1.013e0</w:t>
      </w:r>
    </w:p>
    <w:p w14:paraId="0E2777C6" w14:textId="77777777" w:rsidR="006D4449" w:rsidRDefault="006D4449" w:rsidP="006D4449">
      <w:r>
        <w:t>233.4498</w:t>
      </w:r>
      <w:r>
        <w:tab/>
        <w:t>2.025e0</w:t>
      </w:r>
    </w:p>
    <w:p w14:paraId="1B2AAFB0" w14:textId="77777777" w:rsidR="006D4449" w:rsidRDefault="006D4449" w:rsidP="006D4449">
      <w:r>
        <w:t>233.4691</w:t>
      </w:r>
      <w:r>
        <w:tab/>
        <w:t>1.013e0</w:t>
      </w:r>
    </w:p>
    <w:p w14:paraId="4FA2B4B9" w14:textId="77777777" w:rsidR="006D4449" w:rsidRDefault="006D4449" w:rsidP="006D4449">
      <w:r>
        <w:t>233.5190</w:t>
      </w:r>
      <w:r>
        <w:tab/>
        <w:t>2.025e0</w:t>
      </w:r>
    </w:p>
    <w:p w14:paraId="2FFC097B" w14:textId="77777777" w:rsidR="006D4449" w:rsidRDefault="006D4449" w:rsidP="006D4449">
      <w:r>
        <w:t>233.5432</w:t>
      </w:r>
      <w:r>
        <w:tab/>
        <w:t>1.013e0</w:t>
      </w:r>
    </w:p>
    <w:p w14:paraId="73047937" w14:textId="77777777" w:rsidR="006D4449" w:rsidRDefault="006D4449" w:rsidP="006D4449">
      <w:r>
        <w:t>233.5476</w:t>
      </w:r>
      <w:r>
        <w:tab/>
        <w:t>1.013e0</w:t>
      </w:r>
    </w:p>
    <w:p w14:paraId="0DAB2267" w14:textId="77777777" w:rsidR="006D4449" w:rsidRDefault="006D4449" w:rsidP="006D4449">
      <w:r>
        <w:t>233.5670</w:t>
      </w:r>
      <w:r>
        <w:tab/>
        <w:t>1.013e0</w:t>
      </w:r>
    </w:p>
    <w:p w14:paraId="795380C9" w14:textId="77777777" w:rsidR="006D4449" w:rsidRDefault="006D4449" w:rsidP="006D4449">
      <w:r>
        <w:t>233.5905</w:t>
      </w:r>
      <w:r>
        <w:tab/>
        <w:t>1.013e0</w:t>
      </w:r>
    </w:p>
    <w:p w14:paraId="1380A824" w14:textId="77777777" w:rsidR="006D4449" w:rsidRDefault="006D4449" w:rsidP="006D4449">
      <w:r>
        <w:t>233.5930</w:t>
      </w:r>
      <w:r>
        <w:tab/>
        <w:t>2.025e0</w:t>
      </w:r>
    </w:p>
    <w:p w14:paraId="49BF3024" w14:textId="77777777" w:rsidR="006D4449" w:rsidRDefault="006D4449" w:rsidP="006D4449">
      <w:r>
        <w:t>233.6287</w:t>
      </w:r>
      <w:r>
        <w:tab/>
        <w:t>1.013e0</w:t>
      </w:r>
    </w:p>
    <w:p w14:paraId="46A69E5C" w14:textId="77777777" w:rsidR="006D4449" w:rsidRDefault="006D4449" w:rsidP="006D4449">
      <w:r>
        <w:t>233.6432</w:t>
      </w:r>
      <w:r>
        <w:tab/>
        <w:t>1.013e0</w:t>
      </w:r>
    </w:p>
    <w:p w14:paraId="0115FBA1" w14:textId="77777777" w:rsidR="006D4449" w:rsidRDefault="006D4449" w:rsidP="006D4449">
      <w:r>
        <w:t>233.6529</w:t>
      </w:r>
      <w:r>
        <w:tab/>
        <w:t>1.013e0</w:t>
      </w:r>
    </w:p>
    <w:p w14:paraId="4362F88D" w14:textId="77777777" w:rsidR="006D4449" w:rsidRDefault="006D4449" w:rsidP="006D4449">
      <w:r>
        <w:lastRenderedPageBreak/>
        <w:t>233.6607</w:t>
      </w:r>
      <w:r>
        <w:tab/>
        <w:t>1.013e0</w:t>
      </w:r>
    </w:p>
    <w:p w14:paraId="46E60161" w14:textId="77777777" w:rsidR="006D4449" w:rsidRDefault="006D4449" w:rsidP="006D4449">
      <w:r>
        <w:t>233.6738</w:t>
      </w:r>
      <w:r>
        <w:tab/>
        <w:t>1.013e0</w:t>
      </w:r>
    </w:p>
    <w:p w14:paraId="00CFC879" w14:textId="77777777" w:rsidR="006D4449" w:rsidRDefault="006D4449" w:rsidP="006D4449">
      <w:r>
        <w:t>233.6884</w:t>
      </w:r>
      <w:r>
        <w:tab/>
        <w:t>1.013e0</w:t>
      </w:r>
    </w:p>
    <w:p w14:paraId="3E4A8274" w14:textId="77777777" w:rsidR="006D4449" w:rsidRDefault="006D4449" w:rsidP="006D4449">
      <w:r>
        <w:t>233.7100</w:t>
      </w:r>
      <w:r>
        <w:tab/>
        <w:t>1.013e0</w:t>
      </w:r>
    </w:p>
    <w:p w14:paraId="4B7B7455" w14:textId="77777777" w:rsidR="006D4449" w:rsidRDefault="006D4449" w:rsidP="006D4449">
      <w:r>
        <w:t>233.7534</w:t>
      </w:r>
      <w:r>
        <w:tab/>
        <w:t>2.025e0</w:t>
      </w:r>
    </w:p>
    <w:p w14:paraId="5A2ABE2A" w14:textId="77777777" w:rsidR="006D4449" w:rsidRDefault="006D4449" w:rsidP="006D4449">
      <w:r>
        <w:t>233.7626</w:t>
      </w:r>
      <w:r>
        <w:tab/>
        <w:t>1.013e0</w:t>
      </w:r>
    </w:p>
    <w:p w14:paraId="34CE3091" w14:textId="77777777" w:rsidR="006D4449" w:rsidRDefault="006D4449" w:rsidP="006D4449">
      <w:r>
        <w:t>233.7873</w:t>
      </w:r>
      <w:r>
        <w:tab/>
        <w:t>2.025e0</w:t>
      </w:r>
    </w:p>
    <w:p w14:paraId="652A0650" w14:textId="77777777" w:rsidR="006D4449" w:rsidRDefault="006D4449" w:rsidP="006D4449">
      <w:r>
        <w:t>233.7903</w:t>
      </w:r>
      <w:r>
        <w:tab/>
        <w:t>1.013e0</w:t>
      </w:r>
    </w:p>
    <w:p w14:paraId="18410A86" w14:textId="77777777" w:rsidR="006D4449" w:rsidRDefault="006D4449" w:rsidP="006D4449">
      <w:r>
        <w:t>233.7961</w:t>
      </w:r>
      <w:r>
        <w:tab/>
        <w:t>2.025e0</w:t>
      </w:r>
    </w:p>
    <w:p w14:paraId="123D79E5" w14:textId="77777777" w:rsidR="006D4449" w:rsidRDefault="006D4449" w:rsidP="006D4449">
      <w:r>
        <w:t>233.8153</w:t>
      </w:r>
      <w:r>
        <w:tab/>
        <w:t>1.013e0</w:t>
      </w:r>
    </w:p>
    <w:p w14:paraId="5B79F70B" w14:textId="77777777" w:rsidR="006D4449" w:rsidRDefault="006D4449" w:rsidP="006D4449">
      <w:r>
        <w:t>233.8232</w:t>
      </w:r>
      <w:r>
        <w:tab/>
        <w:t>4.051e0</w:t>
      </w:r>
    </w:p>
    <w:p w14:paraId="71074B51" w14:textId="77777777" w:rsidR="006D4449" w:rsidRDefault="006D4449" w:rsidP="006D4449">
      <w:r>
        <w:t>233.8384</w:t>
      </w:r>
      <w:r>
        <w:tab/>
        <w:t>2.025e0</w:t>
      </w:r>
    </w:p>
    <w:p w14:paraId="3FE158F6" w14:textId="77777777" w:rsidR="006D4449" w:rsidRDefault="006D4449" w:rsidP="006D4449">
      <w:r>
        <w:t>233.8431</w:t>
      </w:r>
      <w:r>
        <w:tab/>
        <w:t>1.013e0</w:t>
      </w:r>
    </w:p>
    <w:p w14:paraId="431EBCFE" w14:textId="77777777" w:rsidR="006D4449" w:rsidRDefault="006D4449" w:rsidP="006D4449">
      <w:r>
        <w:t>233.8686</w:t>
      </w:r>
      <w:r>
        <w:tab/>
        <w:t>5.063e0</w:t>
      </w:r>
    </w:p>
    <w:p w14:paraId="0D453E22" w14:textId="77777777" w:rsidR="006D4449" w:rsidRDefault="006D4449" w:rsidP="006D4449">
      <w:r>
        <w:t>233.8736</w:t>
      </w:r>
      <w:r>
        <w:tab/>
        <w:t>2.025e0</w:t>
      </w:r>
    </w:p>
    <w:p w14:paraId="346D5A5F" w14:textId="77777777" w:rsidR="006D4449" w:rsidRDefault="006D4449" w:rsidP="006D4449">
      <w:r>
        <w:t>233.9087</w:t>
      </w:r>
      <w:r>
        <w:tab/>
        <w:t>2.025e0</w:t>
      </w:r>
    </w:p>
    <w:p w14:paraId="6230B4F1" w14:textId="77777777" w:rsidR="006D4449" w:rsidRDefault="006D4449" w:rsidP="006D4449">
      <w:r>
        <w:t>233.9223</w:t>
      </w:r>
      <w:r>
        <w:tab/>
        <w:t>3.038e0</w:t>
      </w:r>
    </w:p>
    <w:p w14:paraId="019A77DE" w14:textId="77777777" w:rsidR="006D4449" w:rsidRDefault="006D4449" w:rsidP="006D4449">
      <w:r>
        <w:t>233.9285</w:t>
      </w:r>
      <w:r>
        <w:tab/>
        <w:t>3.038e0</w:t>
      </w:r>
    </w:p>
    <w:p w14:paraId="1DF52BDC" w14:textId="77777777" w:rsidR="006D4449" w:rsidRDefault="006D4449" w:rsidP="006D4449">
      <w:r>
        <w:t>233.9351</w:t>
      </w:r>
      <w:r>
        <w:tab/>
        <w:t>2.025e0</w:t>
      </w:r>
    </w:p>
    <w:p w14:paraId="61A050D7" w14:textId="77777777" w:rsidR="006D4449" w:rsidRDefault="006D4449" w:rsidP="006D4449">
      <w:r>
        <w:lastRenderedPageBreak/>
        <w:t>233.9378</w:t>
      </w:r>
      <w:r>
        <w:tab/>
        <w:t>2.025e0</w:t>
      </w:r>
    </w:p>
    <w:p w14:paraId="5E4A3D1B" w14:textId="77777777" w:rsidR="006D4449" w:rsidRDefault="006D4449" w:rsidP="006D4449">
      <w:r>
        <w:t>233.9529</w:t>
      </w:r>
      <w:r>
        <w:tab/>
        <w:t>1.013e0</w:t>
      </w:r>
    </w:p>
    <w:p w14:paraId="611713AB" w14:textId="77777777" w:rsidR="006D4449" w:rsidRDefault="006D4449" w:rsidP="006D4449">
      <w:r>
        <w:t>233.9656</w:t>
      </w:r>
      <w:r>
        <w:tab/>
        <w:t>1.013e0</w:t>
      </w:r>
    </w:p>
    <w:p w14:paraId="4D5A5F50" w14:textId="77777777" w:rsidR="006D4449" w:rsidRDefault="006D4449" w:rsidP="006D4449">
      <w:r>
        <w:t>233.9667</w:t>
      </w:r>
      <w:r>
        <w:tab/>
        <w:t>2.025e0</w:t>
      </w:r>
    </w:p>
    <w:p w14:paraId="1F0751E3" w14:textId="77777777" w:rsidR="006D4449" w:rsidRDefault="006D4449" w:rsidP="006D4449">
      <w:r>
        <w:t>233.9900</w:t>
      </w:r>
      <w:r>
        <w:tab/>
        <w:t>1.013e0</w:t>
      </w:r>
    </w:p>
    <w:p w14:paraId="76DD326D" w14:textId="77777777" w:rsidR="006D4449" w:rsidRDefault="006D4449" w:rsidP="006D4449">
      <w:r>
        <w:t>234.0020</w:t>
      </w:r>
      <w:r>
        <w:tab/>
        <w:t>3.038e0</w:t>
      </w:r>
    </w:p>
    <w:p w14:paraId="1EE46BF2" w14:textId="77777777" w:rsidR="006D4449" w:rsidRDefault="006D4449" w:rsidP="006D4449">
      <w:r>
        <w:t>234.0053</w:t>
      </w:r>
      <w:r>
        <w:tab/>
        <w:t>4.992e0</w:t>
      </w:r>
    </w:p>
    <w:p w14:paraId="3C0DEF91" w14:textId="77777777" w:rsidR="006D4449" w:rsidRDefault="006D4449" w:rsidP="006D4449">
      <w:r>
        <w:t>234.0068</w:t>
      </w:r>
      <w:r>
        <w:tab/>
        <w:t>1.013e0</w:t>
      </w:r>
    </w:p>
    <w:p w14:paraId="7DAC608B" w14:textId="77777777" w:rsidR="006D4449" w:rsidRDefault="006D4449" w:rsidP="006D4449">
      <w:r>
        <w:t>234.0109</w:t>
      </w:r>
      <w:r>
        <w:tab/>
        <w:t>5.063e0</w:t>
      </w:r>
    </w:p>
    <w:p w14:paraId="5900B0A7" w14:textId="77777777" w:rsidR="006D4449" w:rsidRDefault="006D4449" w:rsidP="006D4449">
      <w:r>
        <w:t>234.0155</w:t>
      </w:r>
      <w:r>
        <w:tab/>
        <w:t>2.025e0</w:t>
      </w:r>
    </w:p>
    <w:p w14:paraId="0A85CFC3" w14:textId="77777777" w:rsidR="006D4449" w:rsidRDefault="006D4449" w:rsidP="006D4449">
      <w:r>
        <w:t>234.0393</w:t>
      </w:r>
      <w:r>
        <w:tab/>
        <w:t>2.025e0</w:t>
      </w:r>
    </w:p>
    <w:p w14:paraId="4A801E31" w14:textId="77777777" w:rsidR="006D4449" w:rsidRDefault="006D4449" w:rsidP="006D4449">
      <w:r>
        <w:t>234.0979</w:t>
      </w:r>
      <w:r>
        <w:tab/>
        <w:t>2.713e2</w:t>
      </w:r>
    </w:p>
    <w:p w14:paraId="30131A0A" w14:textId="77777777" w:rsidR="006D4449" w:rsidRDefault="006D4449" w:rsidP="006D4449">
      <w:r>
        <w:t>234.0989</w:t>
      </w:r>
      <w:r>
        <w:tab/>
        <w:t>1.019e3</w:t>
      </w:r>
    </w:p>
    <w:p w14:paraId="67DABC1C" w14:textId="77777777" w:rsidR="006D4449" w:rsidRDefault="006D4449" w:rsidP="006D4449">
      <w:r>
        <w:t>234.1583</w:t>
      </w:r>
      <w:r>
        <w:tab/>
        <w:t>4.177e0</w:t>
      </w:r>
    </w:p>
    <w:p w14:paraId="4D6F6D24" w14:textId="77777777" w:rsidR="006D4449" w:rsidRDefault="006D4449" w:rsidP="006D4449">
      <w:r>
        <w:t>234.1612</w:t>
      </w:r>
      <w:r>
        <w:tab/>
        <w:t>5.126e0</w:t>
      </w:r>
    </w:p>
    <w:p w14:paraId="46BAD84B" w14:textId="77777777" w:rsidR="006D4449" w:rsidRDefault="006D4449" w:rsidP="006D4449">
      <w:r>
        <w:t>234.1649</w:t>
      </w:r>
      <w:r>
        <w:tab/>
        <w:t>4.051e0</w:t>
      </w:r>
    </w:p>
    <w:p w14:paraId="09088366" w14:textId="77777777" w:rsidR="006D4449" w:rsidRDefault="006D4449" w:rsidP="006D4449">
      <w:r>
        <w:t>234.1830</w:t>
      </w:r>
      <w:r>
        <w:tab/>
        <w:t>4.051e0</w:t>
      </w:r>
    </w:p>
    <w:p w14:paraId="26A5A4D7" w14:textId="77777777" w:rsidR="006D4449" w:rsidRDefault="006D4449" w:rsidP="006D4449">
      <w:r>
        <w:t>234.2008</w:t>
      </w:r>
      <w:r>
        <w:tab/>
        <w:t>1.013e1</w:t>
      </w:r>
    </w:p>
    <w:p w14:paraId="3BB19C34" w14:textId="77777777" w:rsidR="006D4449" w:rsidRDefault="006D4449" w:rsidP="006D4449">
      <w:r>
        <w:t>234.2064</w:t>
      </w:r>
      <w:r>
        <w:tab/>
        <w:t>6.476e0</w:t>
      </w:r>
    </w:p>
    <w:p w14:paraId="27C25766" w14:textId="77777777" w:rsidR="006D4449" w:rsidRDefault="006D4449" w:rsidP="006D4449">
      <w:r>
        <w:lastRenderedPageBreak/>
        <w:t>234.2125</w:t>
      </w:r>
      <w:r>
        <w:tab/>
        <w:t>2.025e0</w:t>
      </w:r>
    </w:p>
    <w:p w14:paraId="659FBC18" w14:textId="77777777" w:rsidR="006D4449" w:rsidRDefault="006D4449" w:rsidP="006D4449">
      <w:r>
        <w:t>234.2292</w:t>
      </w:r>
      <w:r>
        <w:tab/>
        <w:t>2.025e0</w:t>
      </w:r>
    </w:p>
    <w:p w14:paraId="3BFFCEF8" w14:textId="77777777" w:rsidR="006D4449" w:rsidRDefault="006D4449" w:rsidP="006D4449">
      <w:r>
        <w:t>234.2333</w:t>
      </w:r>
      <w:r>
        <w:tab/>
        <w:t>2.638e0</w:t>
      </w:r>
    </w:p>
    <w:p w14:paraId="5FB3C94C" w14:textId="77777777" w:rsidR="006D4449" w:rsidRDefault="006D4449" w:rsidP="006D4449">
      <w:r>
        <w:t>234.2402</w:t>
      </w:r>
      <w:r>
        <w:tab/>
        <w:t>2.025e0</w:t>
      </w:r>
    </w:p>
    <w:p w14:paraId="0F3E5436" w14:textId="77777777" w:rsidR="006D4449" w:rsidRDefault="006D4449" w:rsidP="006D4449">
      <w:r>
        <w:t>234.2516</w:t>
      </w:r>
      <w:r>
        <w:tab/>
        <w:t>3.038e0</w:t>
      </w:r>
    </w:p>
    <w:p w14:paraId="653148CC" w14:textId="77777777" w:rsidR="006D4449" w:rsidRDefault="006D4449" w:rsidP="006D4449">
      <w:r>
        <w:t>234.2630</w:t>
      </w:r>
      <w:r>
        <w:tab/>
        <w:t>2.025e0</w:t>
      </w:r>
    </w:p>
    <w:p w14:paraId="2EC2A841" w14:textId="77777777" w:rsidR="006D4449" w:rsidRDefault="006D4449" w:rsidP="006D4449">
      <w:r>
        <w:t>234.2792</w:t>
      </w:r>
      <w:r>
        <w:tab/>
        <w:t>1.013e0</w:t>
      </w:r>
    </w:p>
    <w:p w14:paraId="7CBD9FE6" w14:textId="77777777" w:rsidR="006D4449" w:rsidRDefault="006D4449" w:rsidP="006D4449">
      <w:r>
        <w:t>234.2870</w:t>
      </w:r>
      <w:r>
        <w:tab/>
        <w:t>2.025e0</w:t>
      </w:r>
    </w:p>
    <w:p w14:paraId="11AC360A" w14:textId="77777777" w:rsidR="006D4449" w:rsidRDefault="006D4449" w:rsidP="006D4449">
      <w:r>
        <w:t>234.2887</w:t>
      </w:r>
      <w:r>
        <w:tab/>
        <w:t>3.038e0</w:t>
      </w:r>
    </w:p>
    <w:p w14:paraId="16A1DE4C" w14:textId="77777777" w:rsidR="006D4449" w:rsidRDefault="006D4449" w:rsidP="006D4449">
      <w:r>
        <w:t>234.2977</w:t>
      </w:r>
      <w:r>
        <w:tab/>
        <w:t>1.013e0</w:t>
      </w:r>
    </w:p>
    <w:p w14:paraId="5AD9DA15" w14:textId="77777777" w:rsidR="006D4449" w:rsidRDefault="006D4449" w:rsidP="006D4449">
      <w:r>
        <w:t>234.3025</w:t>
      </w:r>
      <w:r>
        <w:tab/>
        <w:t>3.038e0</w:t>
      </w:r>
    </w:p>
    <w:p w14:paraId="7290349D" w14:textId="77777777" w:rsidR="006D4449" w:rsidRDefault="006D4449" w:rsidP="006D4449">
      <w:r>
        <w:t>234.3242</w:t>
      </w:r>
      <w:r>
        <w:tab/>
        <w:t>3.038e0</w:t>
      </w:r>
    </w:p>
    <w:p w14:paraId="213F54D6" w14:textId="77777777" w:rsidR="006D4449" w:rsidRDefault="006D4449" w:rsidP="006D4449">
      <w:r>
        <w:t>234.3361</w:t>
      </w:r>
      <w:r>
        <w:tab/>
        <w:t>1.013e0</w:t>
      </w:r>
    </w:p>
    <w:p w14:paraId="15A65B81" w14:textId="77777777" w:rsidR="006D4449" w:rsidRDefault="006D4449" w:rsidP="006D4449">
      <w:r>
        <w:t>234.3419</w:t>
      </w:r>
      <w:r>
        <w:tab/>
        <w:t>2.025e0</w:t>
      </w:r>
    </w:p>
    <w:p w14:paraId="2A111B76" w14:textId="77777777" w:rsidR="006D4449" w:rsidRDefault="006D4449" w:rsidP="006D4449">
      <w:r>
        <w:t>234.3515</w:t>
      </w:r>
      <w:r>
        <w:tab/>
        <w:t>1.013e0</w:t>
      </w:r>
    </w:p>
    <w:p w14:paraId="6D574F29" w14:textId="77777777" w:rsidR="006D4449" w:rsidRDefault="006D4449" w:rsidP="006D4449">
      <w:r>
        <w:t>234.3559</w:t>
      </w:r>
      <w:r>
        <w:tab/>
        <w:t>1.013e0</w:t>
      </w:r>
    </w:p>
    <w:p w14:paraId="4984DB2B" w14:textId="77777777" w:rsidR="006D4449" w:rsidRDefault="006D4449" w:rsidP="006D4449">
      <w:r>
        <w:t>234.3616</w:t>
      </w:r>
      <w:r>
        <w:tab/>
        <w:t>2.025e0</w:t>
      </w:r>
    </w:p>
    <w:p w14:paraId="08D8E375" w14:textId="77777777" w:rsidR="006D4449" w:rsidRDefault="006D4449" w:rsidP="006D4449">
      <w:r>
        <w:t>234.3802</w:t>
      </w:r>
      <w:r>
        <w:tab/>
        <w:t>2.025e0</w:t>
      </w:r>
    </w:p>
    <w:p w14:paraId="039AA306" w14:textId="77777777" w:rsidR="006D4449" w:rsidRDefault="006D4449" w:rsidP="006D4449">
      <w:r>
        <w:t>234.3919</w:t>
      </w:r>
      <w:r>
        <w:tab/>
        <w:t>1.013e0</w:t>
      </w:r>
    </w:p>
    <w:p w14:paraId="5E6CD466" w14:textId="77777777" w:rsidR="006D4449" w:rsidRDefault="006D4449" w:rsidP="006D4449">
      <w:r>
        <w:lastRenderedPageBreak/>
        <w:t>234.4045</w:t>
      </w:r>
      <w:r>
        <w:tab/>
        <w:t>1.013e0</w:t>
      </w:r>
    </w:p>
    <w:p w14:paraId="101D483D" w14:textId="77777777" w:rsidR="006D4449" w:rsidRDefault="006D4449" w:rsidP="006D4449">
      <w:r>
        <w:t>234.4069</w:t>
      </w:r>
      <w:r>
        <w:tab/>
        <w:t>2.025e0</w:t>
      </w:r>
    </w:p>
    <w:p w14:paraId="4E691750" w14:textId="77777777" w:rsidR="006D4449" w:rsidRDefault="006D4449" w:rsidP="006D4449">
      <w:r>
        <w:t>234.4253</w:t>
      </w:r>
      <w:r>
        <w:tab/>
        <w:t>1.013e0</w:t>
      </w:r>
    </w:p>
    <w:p w14:paraId="30B03905" w14:textId="77777777" w:rsidR="006D4449" w:rsidRDefault="006D4449" w:rsidP="006D4449">
      <w:r>
        <w:t>234.4263</w:t>
      </w:r>
      <w:r>
        <w:tab/>
        <w:t>1.013e0</w:t>
      </w:r>
    </w:p>
    <w:p w14:paraId="7388504D" w14:textId="77777777" w:rsidR="006D4449" w:rsidRDefault="006D4449" w:rsidP="006D4449">
      <w:r>
        <w:t>234.4275</w:t>
      </w:r>
      <w:r>
        <w:tab/>
        <w:t>2.025e0</w:t>
      </w:r>
    </w:p>
    <w:p w14:paraId="4F7D91DB" w14:textId="77777777" w:rsidR="006D4449" w:rsidRDefault="006D4449" w:rsidP="006D4449">
      <w:r>
        <w:t>234.4329</w:t>
      </w:r>
      <w:r>
        <w:tab/>
        <w:t>2.025e0</w:t>
      </w:r>
    </w:p>
    <w:p w14:paraId="1F517061" w14:textId="77777777" w:rsidR="006D4449" w:rsidRDefault="006D4449" w:rsidP="006D4449">
      <w:r>
        <w:t>234.4459</w:t>
      </w:r>
      <w:r>
        <w:tab/>
        <w:t>1.013e0</w:t>
      </w:r>
    </w:p>
    <w:p w14:paraId="1250E958" w14:textId="77777777" w:rsidR="006D4449" w:rsidRDefault="006D4449" w:rsidP="006D4449">
      <w:r>
        <w:t>234.4565</w:t>
      </w:r>
      <w:r>
        <w:tab/>
        <w:t>1.013e0</w:t>
      </w:r>
    </w:p>
    <w:p w14:paraId="45149FF9" w14:textId="77777777" w:rsidR="006D4449" w:rsidRDefault="006D4449" w:rsidP="006D4449">
      <w:r>
        <w:t>234.4615</w:t>
      </w:r>
      <w:r>
        <w:tab/>
        <w:t>1.013e0</w:t>
      </w:r>
    </w:p>
    <w:p w14:paraId="4349E67A" w14:textId="77777777" w:rsidR="006D4449" w:rsidRDefault="006D4449" w:rsidP="006D4449">
      <w:r>
        <w:t>234.4841</w:t>
      </w:r>
      <w:r>
        <w:tab/>
        <w:t>2.025e0</w:t>
      </w:r>
    </w:p>
    <w:p w14:paraId="051BBA0E" w14:textId="77777777" w:rsidR="006D4449" w:rsidRDefault="006D4449" w:rsidP="006D4449">
      <w:r>
        <w:t>234.4910</w:t>
      </w:r>
      <w:r>
        <w:tab/>
        <w:t>2.025e0</w:t>
      </w:r>
    </w:p>
    <w:p w14:paraId="13BD5580" w14:textId="77777777" w:rsidR="006D4449" w:rsidRDefault="006D4449" w:rsidP="006D4449">
      <w:r>
        <w:t>234.4949</w:t>
      </w:r>
      <w:r>
        <w:tab/>
        <w:t>2.025e0</w:t>
      </w:r>
    </w:p>
    <w:p w14:paraId="6185BBA2" w14:textId="77777777" w:rsidR="006D4449" w:rsidRDefault="006D4449" w:rsidP="006D4449">
      <w:r>
        <w:t>234.5017</w:t>
      </w:r>
      <w:r>
        <w:tab/>
        <w:t>3.038e0</w:t>
      </w:r>
    </w:p>
    <w:p w14:paraId="627C0F2A" w14:textId="77777777" w:rsidR="006D4449" w:rsidRDefault="006D4449" w:rsidP="006D4449">
      <w:r>
        <w:t>234.5234</w:t>
      </w:r>
      <w:r>
        <w:tab/>
        <w:t>4.051e0</w:t>
      </w:r>
    </w:p>
    <w:p w14:paraId="4C5EABE1" w14:textId="77777777" w:rsidR="006D4449" w:rsidRDefault="006D4449" w:rsidP="006D4449">
      <w:r>
        <w:t>234.5265</w:t>
      </w:r>
      <w:r>
        <w:tab/>
        <w:t>1.013e0</w:t>
      </w:r>
    </w:p>
    <w:p w14:paraId="66F4A69C" w14:textId="77777777" w:rsidR="006D4449" w:rsidRDefault="006D4449" w:rsidP="006D4449">
      <w:r>
        <w:t>234.5439</w:t>
      </w:r>
      <w:r>
        <w:tab/>
        <w:t>1.013e0</w:t>
      </w:r>
    </w:p>
    <w:p w14:paraId="52A8A0A3" w14:textId="77777777" w:rsidR="006D4449" w:rsidRDefault="006D4449" w:rsidP="006D4449">
      <w:r>
        <w:t>234.5546</w:t>
      </w:r>
      <w:r>
        <w:tab/>
        <w:t>2.025e0</w:t>
      </w:r>
    </w:p>
    <w:p w14:paraId="2A27719F" w14:textId="77777777" w:rsidR="006D4449" w:rsidRDefault="006D4449" w:rsidP="006D4449">
      <w:r>
        <w:t>234.5576</w:t>
      </w:r>
      <w:r>
        <w:tab/>
        <w:t>2.025e0</w:t>
      </w:r>
    </w:p>
    <w:p w14:paraId="463EA386" w14:textId="77777777" w:rsidR="006D4449" w:rsidRDefault="006D4449" w:rsidP="006D4449">
      <w:r>
        <w:t>234.5596</w:t>
      </w:r>
      <w:r>
        <w:tab/>
        <w:t>2.025e0</w:t>
      </w:r>
    </w:p>
    <w:p w14:paraId="6C141F72" w14:textId="77777777" w:rsidR="006D4449" w:rsidRDefault="006D4449" w:rsidP="006D4449">
      <w:r>
        <w:lastRenderedPageBreak/>
        <w:t>234.5662</w:t>
      </w:r>
      <w:r>
        <w:tab/>
        <w:t>1.080e0</w:t>
      </w:r>
    </w:p>
    <w:p w14:paraId="5B075B76" w14:textId="77777777" w:rsidR="006D4449" w:rsidRDefault="006D4449" w:rsidP="006D4449">
      <w:r>
        <w:t>234.5803</w:t>
      </w:r>
      <w:r>
        <w:tab/>
        <w:t>1.013e0</w:t>
      </w:r>
    </w:p>
    <w:p w14:paraId="444CB23B" w14:textId="77777777" w:rsidR="006D4449" w:rsidRDefault="006D4449" w:rsidP="006D4449">
      <w:r>
        <w:t>234.5865</w:t>
      </w:r>
      <w:r>
        <w:tab/>
        <w:t>2.025e0</w:t>
      </w:r>
    </w:p>
    <w:p w14:paraId="4D5E5EA5" w14:textId="77777777" w:rsidR="006D4449" w:rsidRDefault="006D4449" w:rsidP="006D4449">
      <w:r>
        <w:t>234.5911</w:t>
      </w:r>
      <w:r>
        <w:tab/>
        <w:t>2.025e0</w:t>
      </w:r>
    </w:p>
    <w:p w14:paraId="3861B848" w14:textId="77777777" w:rsidR="006D4449" w:rsidRDefault="006D4449" w:rsidP="006D4449">
      <w:r>
        <w:t>234.6168</w:t>
      </w:r>
      <w:r>
        <w:tab/>
        <w:t>4.051e0</w:t>
      </w:r>
    </w:p>
    <w:p w14:paraId="17E781EB" w14:textId="77777777" w:rsidR="006D4449" w:rsidRDefault="006D4449" w:rsidP="006D4449">
      <w:r>
        <w:t>234.6183</w:t>
      </w:r>
      <w:r>
        <w:tab/>
        <w:t>2.025e0</w:t>
      </w:r>
    </w:p>
    <w:p w14:paraId="276FCD18" w14:textId="77777777" w:rsidR="006D4449" w:rsidRDefault="006D4449" w:rsidP="006D4449">
      <w:r>
        <w:t>234.6404</w:t>
      </w:r>
      <w:r>
        <w:tab/>
        <w:t>2.025e0</w:t>
      </w:r>
    </w:p>
    <w:p w14:paraId="071BD874" w14:textId="77777777" w:rsidR="006D4449" w:rsidRDefault="006D4449" w:rsidP="006D4449">
      <w:r>
        <w:t>234.6489</w:t>
      </w:r>
      <w:r>
        <w:tab/>
        <w:t>1.013e0</w:t>
      </w:r>
    </w:p>
    <w:p w14:paraId="524B9F99" w14:textId="77777777" w:rsidR="006D4449" w:rsidRDefault="006D4449" w:rsidP="006D4449">
      <w:r>
        <w:t>234.6766</w:t>
      </w:r>
      <w:r>
        <w:tab/>
        <w:t>5.063e0</w:t>
      </w:r>
    </w:p>
    <w:p w14:paraId="3A369908" w14:textId="77777777" w:rsidR="006D4449" w:rsidRDefault="006D4449" w:rsidP="006D4449">
      <w:r>
        <w:t>234.6816</w:t>
      </w:r>
      <w:r>
        <w:tab/>
        <w:t>3.038e0</w:t>
      </w:r>
    </w:p>
    <w:p w14:paraId="5B99A9B0" w14:textId="77777777" w:rsidR="006D4449" w:rsidRDefault="006D4449" w:rsidP="006D4449">
      <w:r>
        <w:t>234.7135</w:t>
      </w:r>
      <w:r>
        <w:tab/>
        <w:t>3.038e0</w:t>
      </w:r>
    </w:p>
    <w:p w14:paraId="310FA05A" w14:textId="77777777" w:rsidR="006D4449" w:rsidRDefault="006D4449" w:rsidP="006D4449">
      <w:r>
        <w:t>234.7146</w:t>
      </w:r>
      <w:r>
        <w:tab/>
        <w:t>1.013e0</w:t>
      </w:r>
    </w:p>
    <w:p w14:paraId="3F876740" w14:textId="77777777" w:rsidR="006D4449" w:rsidRDefault="006D4449" w:rsidP="006D4449">
      <w:r>
        <w:t>234.7185</w:t>
      </w:r>
      <w:r>
        <w:tab/>
        <w:t>1.013e0</w:t>
      </w:r>
    </w:p>
    <w:p w14:paraId="4890D1D3" w14:textId="77777777" w:rsidR="006D4449" w:rsidRDefault="006D4449" w:rsidP="006D4449">
      <w:r>
        <w:t>234.7296</w:t>
      </w:r>
      <w:r>
        <w:tab/>
        <w:t>2.025e0</w:t>
      </w:r>
    </w:p>
    <w:p w14:paraId="76CE61BE" w14:textId="77777777" w:rsidR="006D4449" w:rsidRDefault="006D4449" w:rsidP="006D4449">
      <w:r>
        <w:t>234.7477</w:t>
      </w:r>
      <w:r>
        <w:tab/>
        <w:t>1.013e0</w:t>
      </w:r>
    </w:p>
    <w:p w14:paraId="6688AAE9" w14:textId="77777777" w:rsidR="006D4449" w:rsidRDefault="006D4449" w:rsidP="006D4449">
      <w:r>
        <w:t>234.7516</w:t>
      </w:r>
      <w:r>
        <w:tab/>
        <w:t>2.025e0</w:t>
      </w:r>
    </w:p>
    <w:p w14:paraId="24119446" w14:textId="77777777" w:rsidR="006D4449" w:rsidRDefault="006D4449" w:rsidP="006D4449">
      <w:r>
        <w:t>234.7597</w:t>
      </w:r>
      <w:r>
        <w:tab/>
        <w:t>2.025e0</w:t>
      </w:r>
    </w:p>
    <w:p w14:paraId="5171FCEC" w14:textId="77777777" w:rsidR="006D4449" w:rsidRDefault="006D4449" w:rsidP="006D4449">
      <w:r>
        <w:t>234.7709</w:t>
      </w:r>
      <w:r>
        <w:tab/>
        <w:t>2.025e0</w:t>
      </w:r>
    </w:p>
    <w:p w14:paraId="1D00CC1E" w14:textId="77777777" w:rsidR="006D4449" w:rsidRDefault="006D4449" w:rsidP="006D4449">
      <w:r>
        <w:t>234.7918</w:t>
      </w:r>
      <w:r>
        <w:tab/>
        <w:t>1.013e0</w:t>
      </w:r>
    </w:p>
    <w:p w14:paraId="42A36155" w14:textId="77777777" w:rsidR="006D4449" w:rsidRDefault="006D4449" w:rsidP="006D4449">
      <w:r>
        <w:lastRenderedPageBreak/>
        <w:t>234.7982</w:t>
      </w:r>
      <w:r>
        <w:tab/>
        <w:t>2.025e0</w:t>
      </w:r>
    </w:p>
    <w:p w14:paraId="10D9C9D5" w14:textId="77777777" w:rsidR="006D4449" w:rsidRDefault="006D4449" w:rsidP="006D4449">
      <w:r>
        <w:t>234.8002</w:t>
      </w:r>
      <w:r>
        <w:tab/>
        <w:t>4.051e0</w:t>
      </w:r>
    </w:p>
    <w:p w14:paraId="0E209C97" w14:textId="77777777" w:rsidR="006D4449" w:rsidRDefault="006D4449" w:rsidP="006D4449">
      <w:r>
        <w:t>234.8273</w:t>
      </w:r>
      <w:r>
        <w:tab/>
        <w:t>2.025e0</w:t>
      </w:r>
    </w:p>
    <w:p w14:paraId="142406C7" w14:textId="77777777" w:rsidR="006D4449" w:rsidRDefault="006D4449" w:rsidP="006D4449">
      <w:r>
        <w:t>234.8360</w:t>
      </w:r>
      <w:r>
        <w:tab/>
        <w:t>1.013e0</w:t>
      </w:r>
    </w:p>
    <w:p w14:paraId="4524C36E" w14:textId="77777777" w:rsidR="006D4449" w:rsidRDefault="006D4449" w:rsidP="006D4449">
      <w:r>
        <w:t>234.8507</w:t>
      </w:r>
      <w:r>
        <w:tab/>
        <w:t>2.025e0</w:t>
      </w:r>
    </w:p>
    <w:p w14:paraId="2E6A2336" w14:textId="77777777" w:rsidR="006D4449" w:rsidRDefault="006D4449" w:rsidP="006D4449">
      <w:r>
        <w:t>234.8569</w:t>
      </w:r>
      <w:r>
        <w:tab/>
        <w:t>1.013e0</w:t>
      </w:r>
    </w:p>
    <w:p w14:paraId="38D596B3" w14:textId="77777777" w:rsidR="006D4449" w:rsidRDefault="006D4449" w:rsidP="006D4449">
      <w:r>
        <w:t>234.8591</w:t>
      </w:r>
      <w:r>
        <w:tab/>
        <w:t>2.025e0</w:t>
      </w:r>
    </w:p>
    <w:p w14:paraId="750320D3" w14:textId="77777777" w:rsidR="006D4449" w:rsidRDefault="006D4449" w:rsidP="006D4449">
      <w:r>
        <w:t>234.8774</w:t>
      </w:r>
      <w:r>
        <w:tab/>
        <w:t>1.013e0</w:t>
      </w:r>
    </w:p>
    <w:p w14:paraId="140F29A7" w14:textId="77777777" w:rsidR="006D4449" w:rsidRDefault="006D4449" w:rsidP="006D4449">
      <w:r>
        <w:t>234.8813</w:t>
      </w:r>
      <w:r>
        <w:tab/>
        <w:t>2.025e0</w:t>
      </w:r>
    </w:p>
    <w:p w14:paraId="24BDADD5" w14:textId="77777777" w:rsidR="006D4449" w:rsidRDefault="006D4449" w:rsidP="006D4449">
      <w:r>
        <w:t>234.9053</w:t>
      </w:r>
      <w:r>
        <w:tab/>
        <w:t>1.013e0</w:t>
      </w:r>
    </w:p>
    <w:p w14:paraId="1BC286C5" w14:textId="77777777" w:rsidR="006D4449" w:rsidRDefault="006D4449" w:rsidP="006D4449">
      <w:r>
        <w:t>234.9146</w:t>
      </w:r>
      <w:r>
        <w:tab/>
        <w:t>2.025e0</w:t>
      </w:r>
    </w:p>
    <w:p w14:paraId="10B8E47F" w14:textId="77777777" w:rsidR="006D4449" w:rsidRDefault="006D4449" w:rsidP="006D4449">
      <w:r>
        <w:t>234.9333</w:t>
      </w:r>
      <w:r>
        <w:tab/>
        <w:t>1.013e0</w:t>
      </w:r>
    </w:p>
    <w:p w14:paraId="2022A711" w14:textId="77777777" w:rsidR="006D4449" w:rsidRDefault="006D4449" w:rsidP="006D4449">
      <w:r>
        <w:t>234.9407</w:t>
      </w:r>
      <w:r>
        <w:tab/>
        <w:t>4.051e0</w:t>
      </w:r>
    </w:p>
    <w:p w14:paraId="6C70033A" w14:textId="77777777" w:rsidR="006D4449" w:rsidRDefault="006D4449" w:rsidP="006D4449">
      <w:r>
        <w:t>234.9570</w:t>
      </w:r>
      <w:r>
        <w:tab/>
        <w:t>2.025e0</w:t>
      </w:r>
    </w:p>
    <w:p w14:paraId="2038AFEC" w14:textId="77777777" w:rsidR="006D4449" w:rsidRDefault="006D4449" w:rsidP="006D4449">
      <w:r>
        <w:t>234.9706</w:t>
      </w:r>
      <w:r>
        <w:tab/>
        <w:t>1.013e0</w:t>
      </w:r>
    </w:p>
    <w:p w14:paraId="39C1C148" w14:textId="77777777" w:rsidR="006D4449" w:rsidRDefault="006D4449" w:rsidP="006D4449">
      <w:r>
        <w:t>234.9957</w:t>
      </w:r>
      <w:r>
        <w:tab/>
        <w:t>4.051e0</w:t>
      </w:r>
    </w:p>
    <w:p w14:paraId="5920CB1C" w14:textId="77777777" w:rsidR="006D4449" w:rsidRDefault="006D4449" w:rsidP="006D4449">
      <w:r>
        <w:t>234.9989</w:t>
      </w:r>
      <w:r>
        <w:tab/>
        <w:t>1.013e0</w:t>
      </w:r>
    </w:p>
    <w:p w14:paraId="5A1CD6D9" w14:textId="77777777" w:rsidR="006D4449" w:rsidRDefault="006D4449" w:rsidP="006D4449">
      <w:r>
        <w:t>235.0004</w:t>
      </w:r>
      <w:r>
        <w:tab/>
        <w:t>8.101e0</w:t>
      </w:r>
    </w:p>
    <w:p w14:paraId="1F6B2F55" w14:textId="77777777" w:rsidR="006D4449" w:rsidRDefault="006D4449" w:rsidP="006D4449">
      <w:r>
        <w:t>235.0047</w:t>
      </w:r>
      <w:r>
        <w:tab/>
        <w:t>2.025e0</w:t>
      </w:r>
    </w:p>
    <w:p w14:paraId="6E0383F4" w14:textId="77777777" w:rsidR="006D4449" w:rsidRDefault="006D4449" w:rsidP="006D4449">
      <w:r>
        <w:lastRenderedPageBreak/>
        <w:t>235.0078</w:t>
      </w:r>
      <w:r>
        <w:tab/>
        <w:t>2.025e0</w:t>
      </w:r>
    </w:p>
    <w:p w14:paraId="17EA0AB3" w14:textId="77777777" w:rsidR="006D4449" w:rsidRDefault="006D4449" w:rsidP="006D4449">
      <w:r>
        <w:t>235.0299</w:t>
      </w:r>
      <w:r>
        <w:tab/>
        <w:t>4.051e0</w:t>
      </w:r>
    </w:p>
    <w:p w14:paraId="08A92D9A" w14:textId="77777777" w:rsidR="006D4449" w:rsidRDefault="006D4449" w:rsidP="006D4449">
      <w:r>
        <w:t>235.0344</w:t>
      </w:r>
      <w:r>
        <w:tab/>
        <w:t>3.038e0</w:t>
      </w:r>
    </w:p>
    <w:p w14:paraId="5D4725BD" w14:textId="77777777" w:rsidR="006D4449" w:rsidRDefault="006D4449" w:rsidP="006D4449">
      <w:r>
        <w:t>235.0363</w:t>
      </w:r>
      <w:r>
        <w:tab/>
        <w:t>2.025e0</w:t>
      </w:r>
    </w:p>
    <w:p w14:paraId="0D7FB7BA" w14:textId="77777777" w:rsidR="006D4449" w:rsidRDefault="006D4449" w:rsidP="006D4449">
      <w:r>
        <w:t>235.0392</w:t>
      </w:r>
      <w:r>
        <w:tab/>
        <w:t>2.025e0</w:t>
      </w:r>
    </w:p>
    <w:p w14:paraId="77B81BE8" w14:textId="77777777" w:rsidR="006D4449" w:rsidRDefault="006D4449" w:rsidP="006D4449">
      <w:r>
        <w:t>235.0489</w:t>
      </w:r>
      <w:r>
        <w:tab/>
        <w:t>2.025e0</w:t>
      </w:r>
    </w:p>
    <w:p w14:paraId="6D137C1A" w14:textId="77777777" w:rsidR="006D4449" w:rsidRDefault="006D4449" w:rsidP="006D4449">
      <w:r>
        <w:t>235.0992</w:t>
      </w:r>
      <w:r>
        <w:tab/>
        <w:t>4.051e1</w:t>
      </w:r>
    </w:p>
    <w:p w14:paraId="1F8CF625" w14:textId="77777777" w:rsidR="006D4449" w:rsidRDefault="006D4449" w:rsidP="006D4449">
      <w:r>
        <w:t>235.1013</w:t>
      </w:r>
      <w:r>
        <w:tab/>
        <w:t>5.536e1</w:t>
      </w:r>
    </w:p>
    <w:p w14:paraId="7DCBB74A" w14:textId="77777777" w:rsidR="006D4449" w:rsidRDefault="006D4449" w:rsidP="006D4449">
      <w:r>
        <w:t>235.1035</w:t>
      </w:r>
      <w:r>
        <w:tab/>
        <w:t>3.367e1</w:t>
      </w:r>
    </w:p>
    <w:p w14:paraId="0B438786" w14:textId="77777777" w:rsidR="006D4449" w:rsidRDefault="006D4449" w:rsidP="006D4449">
      <w:r>
        <w:t>235.1086</w:t>
      </w:r>
      <w:r>
        <w:tab/>
        <w:t>3.564e1</w:t>
      </w:r>
    </w:p>
    <w:p w14:paraId="38B2DA0D" w14:textId="77777777" w:rsidR="006D4449" w:rsidRDefault="006D4449" w:rsidP="006D4449">
      <w:r>
        <w:t>235.1437</w:t>
      </w:r>
      <w:r>
        <w:tab/>
        <w:t>5.063e0</w:t>
      </w:r>
    </w:p>
    <w:p w14:paraId="4063EB4E" w14:textId="77777777" w:rsidR="006D4449" w:rsidRDefault="006D4449" w:rsidP="006D4449">
      <w:r>
        <w:t>235.1530</w:t>
      </w:r>
      <w:r>
        <w:tab/>
        <w:t>3.038e0</w:t>
      </w:r>
    </w:p>
    <w:p w14:paraId="5446ED38" w14:textId="77777777" w:rsidR="006D4449" w:rsidRDefault="006D4449" w:rsidP="006D4449">
      <w:r>
        <w:t>235.1728</w:t>
      </w:r>
      <w:r>
        <w:tab/>
        <w:t>4.895e0</w:t>
      </w:r>
    </w:p>
    <w:p w14:paraId="40076E09" w14:textId="77777777" w:rsidR="006D4449" w:rsidRDefault="006D4449" w:rsidP="006D4449">
      <w:r>
        <w:t>235.1744</w:t>
      </w:r>
      <w:r>
        <w:tab/>
        <w:t>1.013e0</w:t>
      </w:r>
    </w:p>
    <w:p w14:paraId="7815304C" w14:textId="77777777" w:rsidR="006D4449" w:rsidRDefault="006D4449" w:rsidP="006D4449">
      <w:r>
        <w:t>235.1826</w:t>
      </w:r>
      <w:r>
        <w:tab/>
        <w:t>2.025e0</w:t>
      </w:r>
    </w:p>
    <w:p w14:paraId="5FEADC6D" w14:textId="77777777" w:rsidR="006D4449" w:rsidRDefault="006D4449" w:rsidP="006D4449">
      <w:r>
        <w:t>235.2040</w:t>
      </w:r>
      <w:r>
        <w:tab/>
        <w:t>2.025e0</w:t>
      </w:r>
    </w:p>
    <w:p w14:paraId="50173583" w14:textId="77777777" w:rsidR="006D4449" w:rsidRDefault="006D4449" w:rsidP="006D4449">
      <w:r>
        <w:t>235.2094</w:t>
      </w:r>
      <w:r>
        <w:tab/>
        <w:t>2.025e0</w:t>
      </w:r>
    </w:p>
    <w:p w14:paraId="256CBC5B" w14:textId="77777777" w:rsidR="006D4449" w:rsidRDefault="006D4449" w:rsidP="006D4449">
      <w:r>
        <w:t>235.2108</w:t>
      </w:r>
      <w:r>
        <w:tab/>
        <w:t>2.025e0</w:t>
      </w:r>
    </w:p>
    <w:p w14:paraId="5782B9C3" w14:textId="77777777" w:rsidR="006D4449" w:rsidRDefault="006D4449" w:rsidP="006D4449">
      <w:r>
        <w:t>235.2292</w:t>
      </w:r>
      <w:r>
        <w:tab/>
        <w:t>3.038e0</w:t>
      </w:r>
    </w:p>
    <w:p w14:paraId="4D1D4B5A" w14:textId="77777777" w:rsidR="006D4449" w:rsidRDefault="006D4449" w:rsidP="006D4449">
      <w:r>
        <w:lastRenderedPageBreak/>
        <w:t>235.2473</w:t>
      </w:r>
      <w:r>
        <w:tab/>
        <w:t>2.025e0</w:t>
      </w:r>
    </w:p>
    <w:p w14:paraId="77E0898B" w14:textId="77777777" w:rsidR="006D4449" w:rsidRDefault="006D4449" w:rsidP="006D4449">
      <w:r>
        <w:t>235.2725</w:t>
      </w:r>
      <w:r>
        <w:tab/>
        <w:t>2.025e0</w:t>
      </w:r>
    </w:p>
    <w:p w14:paraId="7C098F21" w14:textId="77777777" w:rsidR="006D4449" w:rsidRDefault="006D4449" w:rsidP="006D4449">
      <w:r>
        <w:t>235.2759</w:t>
      </w:r>
      <w:r>
        <w:tab/>
        <w:t>1.013e0</w:t>
      </w:r>
    </w:p>
    <w:p w14:paraId="15C4EC16" w14:textId="77777777" w:rsidR="006D4449" w:rsidRDefault="006D4449" w:rsidP="006D4449">
      <w:r>
        <w:t>235.3042</w:t>
      </w:r>
      <w:r>
        <w:tab/>
        <w:t>1.013e0</w:t>
      </w:r>
    </w:p>
    <w:p w14:paraId="3EA1CEA6" w14:textId="77777777" w:rsidR="006D4449" w:rsidRDefault="006D4449" w:rsidP="006D4449">
      <w:r>
        <w:t>235.3130</w:t>
      </w:r>
      <w:r>
        <w:tab/>
        <w:t>1.013e0</w:t>
      </w:r>
    </w:p>
    <w:p w14:paraId="60819B28" w14:textId="77777777" w:rsidR="006D4449" w:rsidRDefault="006D4449" w:rsidP="006D4449">
      <w:r>
        <w:t>235.3199</w:t>
      </w:r>
      <w:r>
        <w:tab/>
        <w:t>2.025e0</w:t>
      </w:r>
    </w:p>
    <w:p w14:paraId="672A3A1A" w14:textId="77777777" w:rsidR="006D4449" w:rsidRDefault="006D4449" w:rsidP="006D4449">
      <w:r>
        <w:t>235.3289</w:t>
      </w:r>
      <w:r>
        <w:tab/>
        <w:t>1.013e0</w:t>
      </w:r>
    </w:p>
    <w:p w14:paraId="5A03D8DA" w14:textId="77777777" w:rsidR="006D4449" w:rsidRDefault="006D4449" w:rsidP="006D4449">
      <w:r>
        <w:t>235.3427</w:t>
      </w:r>
      <w:r>
        <w:tab/>
        <w:t>1.013e0</w:t>
      </w:r>
    </w:p>
    <w:p w14:paraId="60A30221" w14:textId="77777777" w:rsidR="006D4449" w:rsidRDefault="006D4449" w:rsidP="006D4449">
      <w:r>
        <w:t>235.3465</w:t>
      </w:r>
      <w:r>
        <w:tab/>
        <w:t>1.013e0</w:t>
      </w:r>
    </w:p>
    <w:p w14:paraId="68958B25" w14:textId="77777777" w:rsidR="006D4449" w:rsidRDefault="006D4449" w:rsidP="006D4449">
      <w:r>
        <w:t>235.3655</w:t>
      </w:r>
      <w:r>
        <w:tab/>
        <w:t>2.025e0</w:t>
      </w:r>
    </w:p>
    <w:p w14:paraId="4C07FE81" w14:textId="77777777" w:rsidR="006D4449" w:rsidRDefault="006D4449" w:rsidP="006D4449">
      <w:r>
        <w:t>235.4103</w:t>
      </w:r>
      <w:r>
        <w:tab/>
        <w:t>1.013e0</w:t>
      </w:r>
    </w:p>
    <w:p w14:paraId="69BB8290" w14:textId="77777777" w:rsidR="006D4449" w:rsidRDefault="006D4449" w:rsidP="006D4449">
      <w:r>
        <w:t>235.4191</w:t>
      </w:r>
      <w:r>
        <w:tab/>
        <w:t>2.025e0</w:t>
      </w:r>
    </w:p>
    <w:p w14:paraId="598CB723" w14:textId="77777777" w:rsidR="006D4449" w:rsidRDefault="006D4449" w:rsidP="006D4449">
      <w:r>
        <w:t>235.4229</w:t>
      </w:r>
      <w:r>
        <w:tab/>
        <w:t>1.013e0</w:t>
      </w:r>
    </w:p>
    <w:p w14:paraId="065A97FA" w14:textId="77777777" w:rsidR="006D4449" w:rsidRDefault="006D4449" w:rsidP="006D4449">
      <w:r>
        <w:t>235.4403</w:t>
      </w:r>
      <w:r>
        <w:tab/>
        <w:t>1.013e0</w:t>
      </w:r>
    </w:p>
    <w:p w14:paraId="5C8518A0" w14:textId="77777777" w:rsidR="006D4449" w:rsidRDefault="006D4449" w:rsidP="006D4449">
      <w:r>
        <w:t>235.4516</w:t>
      </w:r>
      <w:r>
        <w:tab/>
        <w:t>1.013e0</w:t>
      </w:r>
    </w:p>
    <w:p w14:paraId="790EA4E9" w14:textId="77777777" w:rsidR="006D4449" w:rsidRDefault="006D4449" w:rsidP="006D4449">
      <w:r>
        <w:t>235.4711</w:t>
      </w:r>
      <w:r>
        <w:tab/>
        <w:t>1.013e0</w:t>
      </w:r>
    </w:p>
    <w:p w14:paraId="41D98956" w14:textId="77777777" w:rsidR="006D4449" w:rsidRDefault="006D4449" w:rsidP="006D4449">
      <w:r>
        <w:t>235.4834</w:t>
      </w:r>
      <w:r>
        <w:tab/>
        <w:t>1.013e0</w:t>
      </w:r>
    </w:p>
    <w:p w14:paraId="51768A79" w14:textId="77777777" w:rsidR="006D4449" w:rsidRDefault="006D4449" w:rsidP="006D4449">
      <w:r>
        <w:t>235.4933</w:t>
      </w:r>
      <w:r>
        <w:tab/>
        <w:t>1.013e0</w:t>
      </w:r>
    </w:p>
    <w:p w14:paraId="4BAB22D1" w14:textId="77777777" w:rsidR="006D4449" w:rsidRDefault="006D4449" w:rsidP="006D4449">
      <w:r>
        <w:t>235.5056</w:t>
      </w:r>
      <w:r>
        <w:tab/>
        <w:t>1.013e0</w:t>
      </w:r>
    </w:p>
    <w:p w14:paraId="7F63841D" w14:textId="77777777" w:rsidR="006D4449" w:rsidRDefault="006D4449" w:rsidP="006D4449">
      <w:r>
        <w:lastRenderedPageBreak/>
        <w:t>235.5134</w:t>
      </w:r>
      <w:r>
        <w:tab/>
        <w:t>1.013e0</w:t>
      </w:r>
    </w:p>
    <w:p w14:paraId="27D044B9" w14:textId="77777777" w:rsidR="006D4449" w:rsidRDefault="006D4449" w:rsidP="006D4449">
      <w:r>
        <w:t>235.5251</w:t>
      </w:r>
      <w:r>
        <w:tab/>
        <w:t>1.013e0</w:t>
      </w:r>
    </w:p>
    <w:p w14:paraId="7BE92E2B" w14:textId="77777777" w:rsidR="006D4449" w:rsidRDefault="006D4449" w:rsidP="006D4449">
      <w:r>
        <w:t>235.5289</w:t>
      </w:r>
      <w:r>
        <w:tab/>
        <w:t>1.013e0</w:t>
      </w:r>
    </w:p>
    <w:p w14:paraId="3B9D13F8" w14:textId="77777777" w:rsidR="006D4449" w:rsidRDefault="006D4449" w:rsidP="006D4449">
      <w:r>
        <w:t>235.5703</w:t>
      </w:r>
      <w:r>
        <w:tab/>
        <w:t>1.013e0</w:t>
      </w:r>
    </w:p>
    <w:p w14:paraId="1413DDC0" w14:textId="77777777" w:rsidR="006D4449" w:rsidRDefault="006D4449" w:rsidP="006D4449">
      <w:r>
        <w:t>235.5746</w:t>
      </w:r>
      <w:r>
        <w:tab/>
        <w:t>5.063e0</w:t>
      </w:r>
    </w:p>
    <w:p w14:paraId="592EBB42" w14:textId="77777777" w:rsidR="006D4449" w:rsidRDefault="006D4449" w:rsidP="006D4449">
      <w:r>
        <w:t>235.5989</w:t>
      </w:r>
      <w:r>
        <w:tab/>
        <w:t>2.025e0</w:t>
      </w:r>
    </w:p>
    <w:p w14:paraId="70D2A8C4" w14:textId="77777777" w:rsidR="006D4449" w:rsidRDefault="006D4449" w:rsidP="006D4449">
      <w:r>
        <w:t>235.6039</w:t>
      </w:r>
      <w:r>
        <w:tab/>
        <w:t>2.025e0</w:t>
      </w:r>
    </w:p>
    <w:p w14:paraId="5CA16694" w14:textId="77777777" w:rsidR="006D4449" w:rsidRDefault="006D4449" w:rsidP="006D4449">
      <w:r>
        <w:t>235.6106</w:t>
      </w:r>
      <w:r>
        <w:tab/>
        <w:t>1.013e0</w:t>
      </w:r>
    </w:p>
    <w:p w14:paraId="36E933E0" w14:textId="77777777" w:rsidR="006D4449" w:rsidRDefault="006D4449" w:rsidP="006D4449">
      <w:r>
        <w:t>235.6155</w:t>
      </w:r>
      <w:r>
        <w:tab/>
        <w:t>2.025e0</w:t>
      </w:r>
    </w:p>
    <w:p w14:paraId="2B77F8BC" w14:textId="77777777" w:rsidR="006D4449" w:rsidRDefault="006D4449" w:rsidP="006D4449">
      <w:r>
        <w:t>235.6194</w:t>
      </w:r>
      <w:r>
        <w:tab/>
        <w:t>1.013e0</w:t>
      </w:r>
    </w:p>
    <w:p w14:paraId="348E0E67" w14:textId="77777777" w:rsidR="006D4449" w:rsidRDefault="006D4449" w:rsidP="006D4449">
      <w:r>
        <w:t>235.6350</w:t>
      </w:r>
      <w:r>
        <w:tab/>
        <w:t>1.013e0</w:t>
      </w:r>
    </w:p>
    <w:p w14:paraId="48CB518B" w14:textId="77777777" w:rsidR="006D4449" w:rsidRDefault="006D4449" w:rsidP="006D4449">
      <w:r>
        <w:t>235.6406</w:t>
      </w:r>
      <w:r>
        <w:tab/>
        <w:t>2.025e0</w:t>
      </w:r>
    </w:p>
    <w:p w14:paraId="3B043051" w14:textId="77777777" w:rsidR="006D4449" w:rsidRDefault="006D4449" w:rsidP="006D4449">
      <w:r>
        <w:t>235.6469</w:t>
      </w:r>
      <w:r>
        <w:tab/>
        <w:t>1.013e0</w:t>
      </w:r>
    </w:p>
    <w:p w14:paraId="2ABE5FB4" w14:textId="77777777" w:rsidR="006D4449" w:rsidRDefault="006D4449" w:rsidP="006D4449">
      <w:r>
        <w:t>235.6608</w:t>
      </w:r>
      <w:r>
        <w:tab/>
        <w:t>1.013e0</w:t>
      </w:r>
    </w:p>
    <w:p w14:paraId="646A52C8" w14:textId="77777777" w:rsidR="006D4449" w:rsidRDefault="006D4449" w:rsidP="006D4449">
      <w:r>
        <w:t>235.6714</w:t>
      </w:r>
      <w:r>
        <w:tab/>
        <w:t>2.025e0</w:t>
      </w:r>
    </w:p>
    <w:p w14:paraId="5DF6AD0E" w14:textId="77777777" w:rsidR="006D4449" w:rsidRDefault="006D4449" w:rsidP="006D4449">
      <w:r>
        <w:t>235.6880</w:t>
      </w:r>
      <w:r>
        <w:tab/>
        <w:t>1.013e0</w:t>
      </w:r>
    </w:p>
    <w:p w14:paraId="5B59C93A" w14:textId="77777777" w:rsidR="006D4449" w:rsidRDefault="006D4449" w:rsidP="006D4449">
      <w:r>
        <w:t>235.7088</w:t>
      </w:r>
      <w:r>
        <w:tab/>
        <w:t>1.013e0</w:t>
      </w:r>
    </w:p>
    <w:p w14:paraId="1E89996D" w14:textId="77777777" w:rsidR="006D4449" w:rsidRDefault="006D4449" w:rsidP="006D4449">
      <w:r>
        <w:t>235.7139</w:t>
      </w:r>
      <w:r>
        <w:tab/>
        <w:t>1.013e0</w:t>
      </w:r>
    </w:p>
    <w:p w14:paraId="1FCFBEE5" w14:textId="77777777" w:rsidR="006D4449" w:rsidRDefault="006D4449" w:rsidP="006D4449">
      <w:r>
        <w:t>235.7216</w:t>
      </w:r>
      <w:r>
        <w:tab/>
        <w:t>1.013e0</w:t>
      </w:r>
    </w:p>
    <w:p w14:paraId="7FDB17ED" w14:textId="77777777" w:rsidR="006D4449" w:rsidRDefault="006D4449" w:rsidP="006D4449">
      <w:r>
        <w:lastRenderedPageBreak/>
        <w:t>235.7400</w:t>
      </w:r>
      <w:r>
        <w:tab/>
        <w:t>1.013e0</w:t>
      </w:r>
    </w:p>
    <w:p w14:paraId="1331DCE8" w14:textId="77777777" w:rsidR="006D4449" w:rsidRDefault="006D4449" w:rsidP="006D4449">
      <w:r>
        <w:t>235.7574</w:t>
      </w:r>
      <w:r>
        <w:tab/>
        <w:t>1.013e0</w:t>
      </w:r>
    </w:p>
    <w:p w14:paraId="7AF462DB" w14:textId="77777777" w:rsidR="006D4449" w:rsidRDefault="006D4449" w:rsidP="006D4449">
      <w:r>
        <w:t>235.7585</w:t>
      </w:r>
      <w:r>
        <w:tab/>
        <w:t>2.025e0</w:t>
      </w:r>
    </w:p>
    <w:p w14:paraId="0C815CB4" w14:textId="77777777" w:rsidR="006D4449" w:rsidRDefault="006D4449" w:rsidP="006D4449">
      <w:r>
        <w:t>235.7669</w:t>
      </w:r>
      <w:r>
        <w:tab/>
        <w:t>1.013e0</w:t>
      </w:r>
    </w:p>
    <w:p w14:paraId="59CE23A8" w14:textId="77777777" w:rsidR="006D4449" w:rsidRDefault="006D4449" w:rsidP="006D4449">
      <w:r>
        <w:t>235.7815</w:t>
      </w:r>
      <w:r>
        <w:tab/>
        <w:t>1.013e0</w:t>
      </w:r>
    </w:p>
    <w:p w14:paraId="543ABBB2" w14:textId="77777777" w:rsidR="006D4449" w:rsidRDefault="006D4449" w:rsidP="006D4449">
      <w:r>
        <w:t>235.8316</w:t>
      </w:r>
      <w:r>
        <w:tab/>
        <w:t>4.051e0</w:t>
      </w:r>
    </w:p>
    <w:p w14:paraId="6C3F896E" w14:textId="77777777" w:rsidR="006D4449" w:rsidRDefault="006D4449" w:rsidP="006D4449">
      <w:r>
        <w:t>235.8475</w:t>
      </w:r>
      <w:r>
        <w:tab/>
        <w:t>1.999e0</w:t>
      </w:r>
    </w:p>
    <w:p w14:paraId="5C884522" w14:textId="77777777" w:rsidR="006D4449" w:rsidRDefault="006D4449" w:rsidP="006D4449">
      <w:r>
        <w:t>235.8547</w:t>
      </w:r>
      <w:r>
        <w:tab/>
        <w:t>1.013e0</w:t>
      </w:r>
    </w:p>
    <w:p w14:paraId="72D11313" w14:textId="77777777" w:rsidR="006D4449" w:rsidRDefault="006D4449" w:rsidP="006D4449">
      <w:r>
        <w:t>235.8589</w:t>
      </w:r>
      <w:r>
        <w:tab/>
        <w:t>3.038e0</w:t>
      </w:r>
    </w:p>
    <w:p w14:paraId="59D5A50E" w14:textId="77777777" w:rsidR="006D4449" w:rsidRDefault="006D4449" w:rsidP="006D4449">
      <w:r>
        <w:t>235.8785</w:t>
      </w:r>
      <w:r>
        <w:tab/>
        <w:t>3.038e0</w:t>
      </w:r>
    </w:p>
    <w:p w14:paraId="7429EC50" w14:textId="77777777" w:rsidR="006D4449" w:rsidRDefault="006D4449" w:rsidP="006D4449">
      <w:r>
        <w:t>235.9111</w:t>
      </w:r>
      <w:r>
        <w:tab/>
        <w:t>2.025e0</w:t>
      </w:r>
    </w:p>
    <w:p w14:paraId="075BBE4A" w14:textId="77777777" w:rsidR="006D4449" w:rsidRDefault="006D4449" w:rsidP="006D4449">
      <w:r>
        <w:t>235.9289</w:t>
      </w:r>
      <w:r>
        <w:tab/>
        <w:t>1.013e0</w:t>
      </w:r>
    </w:p>
    <w:p w14:paraId="659FCEDC" w14:textId="77777777" w:rsidR="006D4449" w:rsidRDefault="006D4449" w:rsidP="006D4449">
      <w:r>
        <w:t>235.9494</w:t>
      </w:r>
      <w:r>
        <w:tab/>
        <w:t>1.013e0</w:t>
      </w:r>
    </w:p>
    <w:p w14:paraId="3ECFADAE" w14:textId="77777777" w:rsidR="006D4449" w:rsidRDefault="006D4449" w:rsidP="006D4449">
      <w:r>
        <w:t>235.9565</w:t>
      </w:r>
      <w:r>
        <w:tab/>
        <w:t>1.013e0</w:t>
      </w:r>
    </w:p>
    <w:p w14:paraId="4046CB4C" w14:textId="77777777" w:rsidR="006D4449" w:rsidRDefault="006D4449" w:rsidP="006D4449">
      <w:r>
        <w:t>235.9742</w:t>
      </w:r>
      <w:r>
        <w:tab/>
        <w:t>1.013e0</w:t>
      </w:r>
    </w:p>
    <w:p w14:paraId="76F1E957" w14:textId="77777777" w:rsidR="006D4449" w:rsidRDefault="006D4449" w:rsidP="006D4449">
      <w:r>
        <w:t>235.9769</w:t>
      </w:r>
      <w:r>
        <w:tab/>
        <w:t>5.063e0</w:t>
      </w:r>
    </w:p>
    <w:p w14:paraId="39919A6E" w14:textId="77777777" w:rsidR="006D4449" w:rsidRDefault="006D4449" w:rsidP="006D4449">
      <w:r>
        <w:t>235.9861</w:t>
      </w:r>
      <w:r>
        <w:tab/>
        <w:t>5.063e0</w:t>
      </w:r>
    </w:p>
    <w:p w14:paraId="21DE3020" w14:textId="77777777" w:rsidR="006D4449" w:rsidRDefault="006D4449" w:rsidP="006D4449">
      <w:r>
        <w:t>236.0106</w:t>
      </w:r>
      <w:r>
        <w:tab/>
        <w:t>3.038e0</w:t>
      </w:r>
    </w:p>
    <w:p w14:paraId="63E8FE02" w14:textId="77777777" w:rsidR="006D4449" w:rsidRDefault="006D4449" w:rsidP="006D4449">
      <w:r>
        <w:t>236.0204</w:t>
      </w:r>
      <w:r>
        <w:tab/>
        <w:t>2.025e0</w:t>
      </w:r>
    </w:p>
    <w:p w14:paraId="7C659061" w14:textId="77777777" w:rsidR="006D4449" w:rsidRDefault="006D4449" w:rsidP="006D4449">
      <w:r>
        <w:lastRenderedPageBreak/>
        <w:t>236.0225</w:t>
      </w:r>
      <w:r>
        <w:tab/>
        <w:t>2.025e0</w:t>
      </w:r>
    </w:p>
    <w:p w14:paraId="5F60CA87" w14:textId="77777777" w:rsidR="006D4449" w:rsidRDefault="006D4449" w:rsidP="006D4449">
      <w:r>
        <w:t>236.0273</w:t>
      </w:r>
      <w:r>
        <w:tab/>
        <w:t>1.013e0</w:t>
      </w:r>
    </w:p>
    <w:p w14:paraId="1F468F76" w14:textId="77777777" w:rsidR="006D4449" w:rsidRDefault="006D4449" w:rsidP="006D4449">
      <w:r>
        <w:t>236.0360</w:t>
      </w:r>
      <w:r>
        <w:tab/>
        <w:t>1.013e0</w:t>
      </w:r>
    </w:p>
    <w:p w14:paraId="70FA635A" w14:textId="77777777" w:rsidR="006D4449" w:rsidRDefault="006D4449" w:rsidP="006D4449">
      <w:r>
        <w:t>236.0408</w:t>
      </w:r>
      <w:r>
        <w:tab/>
        <w:t>1.775e0</w:t>
      </w:r>
    </w:p>
    <w:p w14:paraId="50C26A75" w14:textId="77777777" w:rsidR="006D4449" w:rsidRDefault="006D4449" w:rsidP="006D4449">
      <w:r>
        <w:t>236.0659</w:t>
      </w:r>
      <w:r>
        <w:tab/>
        <w:t>4.051e0</w:t>
      </w:r>
    </w:p>
    <w:p w14:paraId="4D7AE099" w14:textId="77777777" w:rsidR="006D4449" w:rsidRDefault="006D4449" w:rsidP="006D4449">
      <w:r>
        <w:t>236.0897</w:t>
      </w:r>
      <w:r>
        <w:tab/>
        <w:t>7.089e0</w:t>
      </w:r>
    </w:p>
    <w:p w14:paraId="7E071C1A" w14:textId="77777777" w:rsidR="006D4449" w:rsidRDefault="006D4449" w:rsidP="006D4449">
      <w:r>
        <w:t>236.1042</w:t>
      </w:r>
      <w:r>
        <w:tab/>
        <w:t>1.316e1</w:t>
      </w:r>
    </w:p>
    <w:p w14:paraId="71CE1F6F" w14:textId="77777777" w:rsidR="006D4449" w:rsidRDefault="006D4449" w:rsidP="006D4449">
      <w:r>
        <w:t>236.1064</w:t>
      </w:r>
      <w:r>
        <w:tab/>
        <w:t>7.089e0</w:t>
      </w:r>
    </w:p>
    <w:p w14:paraId="0B98C742" w14:textId="77777777" w:rsidR="006D4449" w:rsidRDefault="006D4449" w:rsidP="006D4449">
      <w:r>
        <w:t>236.1134</w:t>
      </w:r>
      <w:r>
        <w:tab/>
        <w:t>1.013e1</w:t>
      </w:r>
    </w:p>
    <w:p w14:paraId="7F20F209" w14:textId="77777777" w:rsidR="006D4449" w:rsidRDefault="006D4449" w:rsidP="006D4449">
      <w:r>
        <w:t>236.1529</w:t>
      </w:r>
      <w:r>
        <w:tab/>
        <w:t>1.013e0</w:t>
      </w:r>
    </w:p>
    <w:p w14:paraId="2DF232EA" w14:textId="77777777" w:rsidR="006D4449" w:rsidRDefault="006D4449" w:rsidP="006D4449">
      <w:r>
        <w:t>236.1628</w:t>
      </w:r>
      <w:r>
        <w:tab/>
        <w:t>3.827e0</w:t>
      </w:r>
    </w:p>
    <w:p w14:paraId="3F98075C" w14:textId="77777777" w:rsidR="006D4449" w:rsidRDefault="006D4449" w:rsidP="006D4449">
      <w:r>
        <w:t>236.1744</w:t>
      </w:r>
      <w:r>
        <w:tab/>
        <w:t>2.025e0</w:t>
      </w:r>
    </w:p>
    <w:p w14:paraId="465F31C8" w14:textId="77777777" w:rsidR="006D4449" w:rsidRDefault="006D4449" w:rsidP="006D4449">
      <w:r>
        <w:t>236.1764</w:t>
      </w:r>
      <w:r>
        <w:tab/>
        <w:t>2.025e0</w:t>
      </w:r>
    </w:p>
    <w:p w14:paraId="4D05ABEF" w14:textId="77777777" w:rsidR="006D4449" w:rsidRDefault="006D4449" w:rsidP="006D4449">
      <w:r>
        <w:t>236.1913</w:t>
      </w:r>
      <w:r>
        <w:tab/>
        <w:t>1.013e0</w:t>
      </w:r>
    </w:p>
    <w:p w14:paraId="6DA1C757" w14:textId="77777777" w:rsidR="006D4449" w:rsidRDefault="006D4449" w:rsidP="006D4449">
      <w:r>
        <w:t>236.1942</w:t>
      </w:r>
      <w:r>
        <w:tab/>
        <w:t>1.013e0</w:t>
      </w:r>
    </w:p>
    <w:p w14:paraId="72693470" w14:textId="77777777" w:rsidR="006D4449" w:rsidRDefault="006D4449" w:rsidP="006D4449">
      <w:r>
        <w:t>236.1981</w:t>
      </w:r>
      <w:r>
        <w:tab/>
        <w:t>2.025e0</w:t>
      </w:r>
    </w:p>
    <w:p w14:paraId="490D92D1" w14:textId="77777777" w:rsidR="006D4449" w:rsidRDefault="006D4449" w:rsidP="006D4449">
      <w:r>
        <w:t>236.2070</w:t>
      </w:r>
      <w:r>
        <w:tab/>
        <w:t>1.013e0</w:t>
      </w:r>
    </w:p>
    <w:p w14:paraId="28C62595" w14:textId="77777777" w:rsidR="006D4449" w:rsidRDefault="006D4449" w:rsidP="006D4449">
      <w:r>
        <w:t>236.2187</w:t>
      </w:r>
      <w:r>
        <w:tab/>
        <w:t>1.013e0</w:t>
      </w:r>
    </w:p>
    <w:p w14:paraId="549C8DCF" w14:textId="77777777" w:rsidR="006D4449" w:rsidRDefault="006D4449" w:rsidP="006D4449">
      <w:r>
        <w:t>236.2231</w:t>
      </w:r>
      <w:r>
        <w:tab/>
        <w:t>1.013e0</w:t>
      </w:r>
    </w:p>
    <w:p w14:paraId="14F91F62" w14:textId="77777777" w:rsidR="006D4449" w:rsidRDefault="006D4449" w:rsidP="006D4449">
      <w:r>
        <w:lastRenderedPageBreak/>
        <w:t>236.2354</w:t>
      </w:r>
      <w:r>
        <w:tab/>
        <w:t>1.013e0</w:t>
      </w:r>
    </w:p>
    <w:p w14:paraId="3435BCA2" w14:textId="77777777" w:rsidR="006D4449" w:rsidRDefault="006D4449" w:rsidP="006D4449">
      <w:r>
        <w:t>236.2444</w:t>
      </w:r>
      <w:r>
        <w:tab/>
        <w:t>1.013e0</w:t>
      </w:r>
    </w:p>
    <w:p w14:paraId="0C925804" w14:textId="77777777" w:rsidR="006D4449" w:rsidRDefault="006D4449" w:rsidP="006D4449">
      <w:r>
        <w:t>236.2522</w:t>
      </w:r>
      <w:r>
        <w:tab/>
        <w:t>1.013e0</w:t>
      </w:r>
    </w:p>
    <w:p w14:paraId="654737AA" w14:textId="77777777" w:rsidR="006D4449" w:rsidRDefault="006D4449" w:rsidP="006D4449">
      <w:r>
        <w:t>236.2609</w:t>
      </w:r>
      <w:r>
        <w:tab/>
        <w:t>2.025e0</w:t>
      </w:r>
    </w:p>
    <w:p w14:paraId="782F6705" w14:textId="77777777" w:rsidR="006D4449" w:rsidRDefault="006D4449" w:rsidP="006D4449">
      <w:r>
        <w:t>236.2763</w:t>
      </w:r>
      <w:r>
        <w:tab/>
        <w:t>1.013e0</w:t>
      </w:r>
    </w:p>
    <w:p w14:paraId="4D902B18" w14:textId="77777777" w:rsidR="006D4449" w:rsidRDefault="006D4449" w:rsidP="006D4449">
      <w:r>
        <w:t>236.2786</w:t>
      </w:r>
      <w:r>
        <w:tab/>
        <w:t>2.025e0</w:t>
      </w:r>
    </w:p>
    <w:p w14:paraId="2ED2105C" w14:textId="77777777" w:rsidR="006D4449" w:rsidRDefault="006D4449" w:rsidP="006D4449">
      <w:r>
        <w:t>236.3082</w:t>
      </w:r>
      <w:r>
        <w:tab/>
        <w:t>3.038e0</w:t>
      </w:r>
    </w:p>
    <w:p w14:paraId="4BCA6EB1" w14:textId="77777777" w:rsidR="006D4449" w:rsidRDefault="006D4449" w:rsidP="006D4449">
      <w:r>
        <w:t>236.3170</w:t>
      </w:r>
      <w:r>
        <w:tab/>
        <w:t>1.013e0</w:t>
      </w:r>
    </w:p>
    <w:p w14:paraId="30054AE7" w14:textId="77777777" w:rsidR="006D4449" w:rsidRDefault="006D4449" w:rsidP="006D4449">
      <w:r>
        <w:t>236.3418</w:t>
      </w:r>
      <w:r>
        <w:tab/>
        <w:t>2.025e0</w:t>
      </w:r>
    </w:p>
    <w:p w14:paraId="56174826" w14:textId="77777777" w:rsidR="006D4449" w:rsidRDefault="006D4449" w:rsidP="006D4449">
      <w:r>
        <w:t>236.3544</w:t>
      </w:r>
      <w:r>
        <w:tab/>
        <w:t>1.013e0</w:t>
      </w:r>
    </w:p>
    <w:p w14:paraId="5637B78A" w14:textId="77777777" w:rsidR="006D4449" w:rsidRDefault="006D4449" w:rsidP="006D4449">
      <w:r>
        <w:t>236.3623</w:t>
      </w:r>
      <w:r>
        <w:tab/>
        <w:t>1.013e0</w:t>
      </w:r>
    </w:p>
    <w:p w14:paraId="32890BE4" w14:textId="77777777" w:rsidR="006D4449" w:rsidRDefault="006D4449" w:rsidP="006D4449">
      <w:r>
        <w:t>236.3797</w:t>
      </w:r>
      <w:r>
        <w:tab/>
        <w:t>2.025e0</w:t>
      </w:r>
    </w:p>
    <w:p w14:paraId="4E99ECBD" w14:textId="77777777" w:rsidR="006D4449" w:rsidRDefault="006D4449" w:rsidP="006D4449">
      <w:r>
        <w:t>236.3915</w:t>
      </w:r>
      <w:r>
        <w:tab/>
        <w:t>1.013e0</w:t>
      </w:r>
    </w:p>
    <w:p w14:paraId="021BF05F" w14:textId="77777777" w:rsidR="006D4449" w:rsidRDefault="006D4449" w:rsidP="006D4449">
      <w:r>
        <w:t>236.3960</w:t>
      </w:r>
      <w:r>
        <w:tab/>
        <w:t>2.025e0</w:t>
      </w:r>
    </w:p>
    <w:p w14:paraId="04E11A99" w14:textId="77777777" w:rsidR="006D4449" w:rsidRDefault="006D4449" w:rsidP="006D4449">
      <w:r>
        <w:t>236.4104</w:t>
      </w:r>
      <w:r>
        <w:tab/>
        <w:t>1.013e0</w:t>
      </w:r>
    </w:p>
    <w:p w14:paraId="4AC607E5" w14:textId="77777777" w:rsidR="006D4449" w:rsidRDefault="006D4449" w:rsidP="006D4449">
      <w:r>
        <w:t>236.4304</w:t>
      </w:r>
      <w:r>
        <w:tab/>
        <w:t>1.013e0</w:t>
      </w:r>
    </w:p>
    <w:p w14:paraId="2A29C263" w14:textId="77777777" w:rsidR="006D4449" w:rsidRDefault="006D4449" w:rsidP="006D4449">
      <w:r>
        <w:t>236.4447</w:t>
      </w:r>
      <w:r>
        <w:tab/>
        <w:t>1.013e0</w:t>
      </w:r>
    </w:p>
    <w:p w14:paraId="1F13113B" w14:textId="77777777" w:rsidR="006D4449" w:rsidRDefault="006D4449" w:rsidP="006D4449">
      <w:r>
        <w:t>236.4674</w:t>
      </w:r>
      <w:r>
        <w:tab/>
        <w:t>2.025e0</w:t>
      </w:r>
    </w:p>
    <w:p w14:paraId="3988BFED" w14:textId="77777777" w:rsidR="006D4449" w:rsidRDefault="006D4449" w:rsidP="006D4449">
      <w:r>
        <w:t>236.4762</w:t>
      </w:r>
      <w:r>
        <w:tab/>
        <w:t>1.013e0</w:t>
      </w:r>
    </w:p>
    <w:p w14:paraId="4E37C97A" w14:textId="77777777" w:rsidR="006D4449" w:rsidRDefault="006D4449" w:rsidP="006D4449">
      <w:r>
        <w:lastRenderedPageBreak/>
        <w:t>236.4846</w:t>
      </w:r>
      <w:r>
        <w:tab/>
        <w:t>1.013e0</w:t>
      </w:r>
    </w:p>
    <w:p w14:paraId="4D393A1E" w14:textId="77777777" w:rsidR="006D4449" w:rsidRDefault="006D4449" w:rsidP="006D4449">
      <w:r>
        <w:t>236.4925</w:t>
      </w:r>
      <w:r>
        <w:tab/>
        <w:t>1.013e0</w:t>
      </w:r>
    </w:p>
    <w:p w14:paraId="277760D9" w14:textId="77777777" w:rsidR="006D4449" w:rsidRDefault="006D4449" w:rsidP="006D4449">
      <w:r>
        <w:t>236.4979</w:t>
      </w:r>
      <w:r>
        <w:tab/>
        <w:t>1.013e0</w:t>
      </w:r>
    </w:p>
    <w:p w14:paraId="29CB3768" w14:textId="77777777" w:rsidR="006D4449" w:rsidRDefault="006D4449" w:rsidP="006D4449">
      <w:r>
        <w:t>236.5059</w:t>
      </w:r>
      <w:r>
        <w:tab/>
        <w:t>1.013e0</w:t>
      </w:r>
    </w:p>
    <w:p w14:paraId="74194AB3" w14:textId="77777777" w:rsidR="006D4449" w:rsidRDefault="006D4449" w:rsidP="006D4449">
      <w:r>
        <w:t>236.5334</w:t>
      </w:r>
      <w:r>
        <w:tab/>
        <w:t>1.013e0</w:t>
      </w:r>
    </w:p>
    <w:p w14:paraId="09539E88" w14:textId="77777777" w:rsidR="006D4449" w:rsidRDefault="006D4449" w:rsidP="006D4449">
      <w:r>
        <w:t>236.5412</w:t>
      </w:r>
      <w:r>
        <w:tab/>
        <w:t>2.025e0</w:t>
      </w:r>
    </w:p>
    <w:p w14:paraId="67F5714A" w14:textId="77777777" w:rsidR="006D4449" w:rsidRDefault="006D4449" w:rsidP="006D4449">
      <w:r>
        <w:t>236.5785</w:t>
      </w:r>
      <w:r>
        <w:tab/>
        <w:t>1.013e0</w:t>
      </w:r>
    </w:p>
    <w:p w14:paraId="4E081254" w14:textId="77777777" w:rsidR="006D4449" w:rsidRDefault="006D4449" w:rsidP="006D4449">
      <w:r>
        <w:t>236.5823</w:t>
      </w:r>
      <w:r>
        <w:tab/>
        <w:t>1.013e0</w:t>
      </w:r>
    </w:p>
    <w:p w14:paraId="26B3F051" w14:textId="77777777" w:rsidR="006D4449" w:rsidRDefault="006D4449" w:rsidP="006D4449">
      <w:r>
        <w:t>236.5848</w:t>
      </w:r>
      <w:r>
        <w:tab/>
        <w:t>4.051e0</w:t>
      </w:r>
    </w:p>
    <w:p w14:paraId="6017180F" w14:textId="77777777" w:rsidR="006D4449" w:rsidRDefault="006D4449" w:rsidP="006D4449">
      <w:r>
        <w:t>236.5989</w:t>
      </w:r>
      <w:r>
        <w:tab/>
        <w:t>1.013e0</w:t>
      </w:r>
    </w:p>
    <w:p w14:paraId="7102DFF9" w14:textId="77777777" w:rsidR="006D4449" w:rsidRDefault="006D4449" w:rsidP="006D4449">
      <w:r>
        <w:t>236.6082</w:t>
      </w:r>
      <w:r>
        <w:tab/>
        <w:t>1.013e0</w:t>
      </w:r>
    </w:p>
    <w:p w14:paraId="16573C36" w14:textId="77777777" w:rsidR="006D4449" w:rsidRDefault="006D4449" w:rsidP="006D4449">
      <w:r>
        <w:t>236.6344</w:t>
      </w:r>
      <w:r>
        <w:tab/>
        <w:t>1.013e0</w:t>
      </w:r>
    </w:p>
    <w:p w14:paraId="2BAD94B2" w14:textId="77777777" w:rsidR="006D4449" w:rsidRDefault="006D4449" w:rsidP="006D4449">
      <w:r>
        <w:t>236.6354</w:t>
      </w:r>
      <w:r>
        <w:tab/>
        <w:t>1.013e0</w:t>
      </w:r>
    </w:p>
    <w:p w14:paraId="3D2E4988" w14:textId="77777777" w:rsidR="006D4449" w:rsidRDefault="006D4449" w:rsidP="006D4449">
      <w:r>
        <w:t>236.6398</w:t>
      </w:r>
      <w:r>
        <w:tab/>
        <w:t>2.025e0</w:t>
      </w:r>
    </w:p>
    <w:p w14:paraId="33C7AA38" w14:textId="77777777" w:rsidR="006D4449" w:rsidRDefault="006D4449" w:rsidP="006D4449">
      <w:r>
        <w:t>236.6521</w:t>
      </w:r>
      <w:r>
        <w:tab/>
        <w:t>1.013e0</w:t>
      </w:r>
    </w:p>
    <w:p w14:paraId="0DD9E895" w14:textId="77777777" w:rsidR="006D4449" w:rsidRDefault="006D4449" w:rsidP="006D4449">
      <w:r>
        <w:t>236.6613</w:t>
      </w:r>
      <w:r>
        <w:tab/>
        <w:t>1.013e0</w:t>
      </w:r>
    </w:p>
    <w:p w14:paraId="7BBC657B" w14:textId="77777777" w:rsidR="006D4449" w:rsidRDefault="006D4449" w:rsidP="006D4449">
      <w:r>
        <w:t>236.6759</w:t>
      </w:r>
      <w:r>
        <w:tab/>
        <w:t>1.013e0</w:t>
      </w:r>
    </w:p>
    <w:p w14:paraId="058E1939" w14:textId="77777777" w:rsidR="006D4449" w:rsidRDefault="006D4449" w:rsidP="006D4449">
      <w:r>
        <w:t>236.6778</w:t>
      </w:r>
      <w:r>
        <w:tab/>
        <w:t>2.025e0</w:t>
      </w:r>
    </w:p>
    <w:p w14:paraId="376A44CC" w14:textId="77777777" w:rsidR="006D4449" w:rsidRDefault="006D4449" w:rsidP="006D4449">
      <w:r>
        <w:t>236.7290</w:t>
      </w:r>
      <w:r>
        <w:tab/>
        <w:t>1.013e0</w:t>
      </w:r>
    </w:p>
    <w:p w14:paraId="02DE1C95" w14:textId="77777777" w:rsidR="006D4449" w:rsidRDefault="006D4449" w:rsidP="006D4449">
      <w:r>
        <w:lastRenderedPageBreak/>
        <w:t>236.7552</w:t>
      </w:r>
      <w:r>
        <w:tab/>
        <w:t>1.013e0</w:t>
      </w:r>
    </w:p>
    <w:p w14:paraId="1DFB24C5" w14:textId="77777777" w:rsidR="006D4449" w:rsidRDefault="006D4449" w:rsidP="006D4449">
      <w:r>
        <w:t>236.7586</w:t>
      </w:r>
      <w:r>
        <w:tab/>
        <w:t>1.013e0</w:t>
      </w:r>
    </w:p>
    <w:p w14:paraId="46BE6C97" w14:textId="77777777" w:rsidR="006D4449" w:rsidRDefault="006D4449" w:rsidP="006D4449">
      <w:r>
        <w:t>236.7637</w:t>
      </w:r>
      <w:r>
        <w:tab/>
        <w:t>1.013e0</w:t>
      </w:r>
    </w:p>
    <w:p w14:paraId="1258B13A" w14:textId="77777777" w:rsidR="006D4449" w:rsidRDefault="006D4449" w:rsidP="006D4449">
      <w:r>
        <w:t>236.7743</w:t>
      </w:r>
      <w:r>
        <w:tab/>
        <w:t>2.025e0</w:t>
      </w:r>
    </w:p>
    <w:p w14:paraId="6F93C5C6" w14:textId="77777777" w:rsidR="006D4449" w:rsidRDefault="006D4449" w:rsidP="006D4449">
      <w:r>
        <w:t>236.8157</w:t>
      </w:r>
      <w:r>
        <w:tab/>
        <w:t>1.013e0</w:t>
      </w:r>
    </w:p>
    <w:p w14:paraId="1317369E" w14:textId="77777777" w:rsidR="006D4449" w:rsidRDefault="006D4449" w:rsidP="006D4449">
      <w:r>
        <w:t>236.8196</w:t>
      </w:r>
      <w:r>
        <w:tab/>
        <w:t>1.013e0</w:t>
      </w:r>
    </w:p>
    <w:p w14:paraId="7C96FE45" w14:textId="77777777" w:rsidR="006D4449" w:rsidRDefault="006D4449" w:rsidP="006D4449">
      <w:r>
        <w:t>236.8401</w:t>
      </w:r>
      <w:r>
        <w:tab/>
        <w:t>1.013e0</w:t>
      </w:r>
    </w:p>
    <w:p w14:paraId="47A5AA15" w14:textId="77777777" w:rsidR="006D4449" w:rsidRDefault="006D4449" w:rsidP="006D4449">
      <w:r>
        <w:t>236.8440</w:t>
      </w:r>
      <w:r>
        <w:tab/>
        <w:t>1.013e0</w:t>
      </w:r>
    </w:p>
    <w:p w14:paraId="397ABBC6" w14:textId="77777777" w:rsidR="006D4449" w:rsidRDefault="006D4449" w:rsidP="006D4449">
      <w:r>
        <w:t>236.8474</w:t>
      </w:r>
      <w:r>
        <w:tab/>
        <w:t>1.013e0</w:t>
      </w:r>
    </w:p>
    <w:p w14:paraId="34827418" w14:textId="77777777" w:rsidR="006D4449" w:rsidRDefault="006D4449" w:rsidP="006D4449">
      <w:r>
        <w:t>236.8650</w:t>
      </w:r>
      <w:r>
        <w:tab/>
        <w:t>1.013e0</w:t>
      </w:r>
    </w:p>
    <w:p w14:paraId="0BAC9C68" w14:textId="77777777" w:rsidR="006D4449" w:rsidRDefault="006D4449" w:rsidP="006D4449">
      <w:r>
        <w:t>236.8660</w:t>
      </w:r>
      <w:r>
        <w:tab/>
        <w:t>1.013e0</w:t>
      </w:r>
    </w:p>
    <w:p w14:paraId="77F8F388" w14:textId="77777777" w:rsidR="006D4449" w:rsidRDefault="006D4449" w:rsidP="006D4449">
      <w:r>
        <w:t>236.8776</w:t>
      </w:r>
      <w:r>
        <w:tab/>
        <w:t>1.013e0</w:t>
      </w:r>
    </w:p>
    <w:p w14:paraId="24A399A0" w14:textId="77777777" w:rsidR="006D4449" w:rsidRDefault="006D4449" w:rsidP="006D4449">
      <w:r>
        <w:t>236.8922</w:t>
      </w:r>
      <w:r>
        <w:tab/>
        <w:t>1.013e0</w:t>
      </w:r>
    </w:p>
    <w:p w14:paraId="33495449" w14:textId="77777777" w:rsidR="006D4449" w:rsidRDefault="006D4449" w:rsidP="006D4449">
      <w:r>
        <w:t>236.9106</w:t>
      </w:r>
      <w:r>
        <w:tab/>
        <w:t>1.013e0</w:t>
      </w:r>
    </w:p>
    <w:p w14:paraId="1F334119" w14:textId="77777777" w:rsidR="006D4449" w:rsidRDefault="006D4449" w:rsidP="006D4449">
      <w:r>
        <w:t>236.9216</w:t>
      </w:r>
      <w:r>
        <w:tab/>
        <w:t>2.025e0</w:t>
      </w:r>
    </w:p>
    <w:p w14:paraId="0C5527FD" w14:textId="77777777" w:rsidR="006D4449" w:rsidRDefault="006D4449" w:rsidP="006D4449">
      <w:r>
        <w:t>236.9337</w:t>
      </w:r>
      <w:r>
        <w:tab/>
        <w:t>1.013e0</w:t>
      </w:r>
    </w:p>
    <w:p w14:paraId="39EBC876" w14:textId="77777777" w:rsidR="006D4449" w:rsidRDefault="006D4449" w:rsidP="006D4449">
      <w:r>
        <w:t>236.9425</w:t>
      </w:r>
      <w:r>
        <w:tab/>
        <w:t>1.013e0</w:t>
      </w:r>
    </w:p>
    <w:p w14:paraId="25762F82" w14:textId="77777777" w:rsidR="006D4449" w:rsidRDefault="006D4449" w:rsidP="006D4449">
      <w:r>
        <w:t>236.9584</w:t>
      </w:r>
      <w:r>
        <w:tab/>
        <w:t>2.025e0</w:t>
      </w:r>
    </w:p>
    <w:p w14:paraId="4209637F" w14:textId="77777777" w:rsidR="006D4449" w:rsidRDefault="006D4449" w:rsidP="006D4449">
      <w:r>
        <w:t>236.9728</w:t>
      </w:r>
      <w:r>
        <w:tab/>
        <w:t>3.038e0</w:t>
      </w:r>
    </w:p>
    <w:p w14:paraId="7D3ACDBC" w14:textId="77777777" w:rsidR="006D4449" w:rsidRDefault="006D4449" w:rsidP="006D4449">
      <w:r>
        <w:lastRenderedPageBreak/>
        <w:t>236.9839</w:t>
      </w:r>
      <w:r>
        <w:tab/>
        <w:t>1.013e0</w:t>
      </w:r>
    </w:p>
    <w:p w14:paraId="53F393E4" w14:textId="77777777" w:rsidR="006D4449" w:rsidRDefault="006D4449" w:rsidP="006D4449">
      <w:r>
        <w:t>237.0163</w:t>
      </w:r>
      <w:r>
        <w:tab/>
        <w:t>1.418e1</w:t>
      </w:r>
    </w:p>
    <w:p w14:paraId="427D6F90" w14:textId="77777777" w:rsidR="006D4449" w:rsidRDefault="006D4449" w:rsidP="006D4449">
      <w:r>
        <w:t>237.0241</w:t>
      </w:r>
      <w:r>
        <w:tab/>
        <w:t>3.111e1</w:t>
      </w:r>
    </w:p>
    <w:p w14:paraId="612DCA11" w14:textId="77777777" w:rsidR="006D4449" w:rsidRDefault="006D4449" w:rsidP="006D4449">
      <w:r>
        <w:t>237.0252</w:t>
      </w:r>
      <w:r>
        <w:tab/>
        <w:t>1.519e1</w:t>
      </w:r>
    </w:p>
    <w:p w14:paraId="34ADD773" w14:textId="77777777" w:rsidR="006D4449" w:rsidRDefault="006D4449" w:rsidP="006D4449">
      <w:r>
        <w:t>237.0264</w:t>
      </w:r>
      <w:r>
        <w:tab/>
        <w:t>1.830e1</w:t>
      </w:r>
    </w:p>
    <w:p w14:paraId="0C2F387D" w14:textId="77777777" w:rsidR="006D4449" w:rsidRDefault="006D4449" w:rsidP="006D4449">
      <w:r>
        <w:t>237.0636</w:t>
      </w:r>
      <w:r>
        <w:tab/>
        <w:t>3.259e0</w:t>
      </w:r>
    </w:p>
    <w:p w14:paraId="0A96C17F" w14:textId="77777777" w:rsidR="006D4449" w:rsidRDefault="006D4449" w:rsidP="006D4449">
      <w:r>
        <w:t>237.0813</w:t>
      </w:r>
      <w:r>
        <w:tab/>
        <w:t>2.025e0</w:t>
      </w:r>
    </w:p>
    <w:p w14:paraId="5489CD72" w14:textId="77777777" w:rsidR="006D4449" w:rsidRDefault="006D4449" w:rsidP="006D4449">
      <w:r>
        <w:t>237.1050</w:t>
      </w:r>
      <w:r>
        <w:tab/>
        <w:t>2.025e0</w:t>
      </w:r>
    </w:p>
    <w:p w14:paraId="459B83FA" w14:textId="77777777" w:rsidR="006D4449" w:rsidRDefault="006D4449" w:rsidP="006D4449">
      <w:r>
        <w:t>237.1099</w:t>
      </w:r>
      <w:r>
        <w:tab/>
        <w:t>3.403e0</w:t>
      </w:r>
    </w:p>
    <w:p w14:paraId="7A22E76E" w14:textId="77777777" w:rsidR="006D4449" w:rsidRDefault="006D4449" w:rsidP="006D4449">
      <w:r>
        <w:t>237.1120</w:t>
      </w:r>
      <w:r>
        <w:tab/>
        <w:t>3.038e0</w:t>
      </w:r>
    </w:p>
    <w:p w14:paraId="28157075" w14:textId="77777777" w:rsidR="006D4449" w:rsidRDefault="006D4449" w:rsidP="006D4449">
      <w:r>
        <w:t>237.1345</w:t>
      </w:r>
      <w:r>
        <w:tab/>
        <w:t>3.038e0</w:t>
      </w:r>
    </w:p>
    <w:p w14:paraId="5987F7F8" w14:textId="77777777" w:rsidR="006D4449" w:rsidRDefault="006D4449" w:rsidP="006D4449">
      <w:r>
        <w:t>237.1394</w:t>
      </w:r>
      <w:r>
        <w:tab/>
        <w:t>5.063e0</w:t>
      </w:r>
    </w:p>
    <w:p w14:paraId="5040B92A" w14:textId="77777777" w:rsidR="006D4449" w:rsidRDefault="006D4449" w:rsidP="006D4449">
      <w:r>
        <w:t>237.1423</w:t>
      </w:r>
      <w:r>
        <w:tab/>
        <w:t>1.013e0</w:t>
      </w:r>
    </w:p>
    <w:p w14:paraId="5E0C5274" w14:textId="77777777" w:rsidR="006D4449" w:rsidRDefault="006D4449" w:rsidP="006D4449">
      <w:r>
        <w:t>237.1475</w:t>
      </w:r>
      <w:r>
        <w:tab/>
        <w:t>5.063e0</w:t>
      </w:r>
    </w:p>
    <w:p w14:paraId="19C40FF3" w14:textId="77777777" w:rsidR="006D4449" w:rsidRDefault="006D4449" w:rsidP="006D4449">
      <w:r>
        <w:t>237.1628</w:t>
      </w:r>
      <w:r>
        <w:tab/>
        <w:t>1.013e0</w:t>
      </w:r>
    </w:p>
    <w:p w14:paraId="11A48EA9" w14:textId="77777777" w:rsidR="006D4449" w:rsidRDefault="006D4449" w:rsidP="006D4449">
      <w:r>
        <w:t>237.1722</w:t>
      </w:r>
      <w:r>
        <w:tab/>
        <w:t>2.025e0</w:t>
      </w:r>
    </w:p>
    <w:p w14:paraId="71019167" w14:textId="77777777" w:rsidR="006D4449" w:rsidRDefault="006D4449" w:rsidP="006D4449">
      <w:r>
        <w:t>237.1876</w:t>
      </w:r>
      <w:r>
        <w:tab/>
        <w:t>1.013e0</w:t>
      </w:r>
    </w:p>
    <w:p w14:paraId="64341C78" w14:textId="77777777" w:rsidR="006D4449" w:rsidRDefault="006D4449" w:rsidP="006D4449">
      <w:r>
        <w:t>237.1886</w:t>
      </w:r>
      <w:r>
        <w:tab/>
        <w:t>1.013e0</w:t>
      </w:r>
    </w:p>
    <w:p w14:paraId="3E3511C4" w14:textId="77777777" w:rsidR="006D4449" w:rsidRDefault="006D4449" w:rsidP="006D4449">
      <w:r>
        <w:t>237.1915</w:t>
      </w:r>
      <w:r>
        <w:tab/>
        <w:t>1.013e0</w:t>
      </w:r>
    </w:p>
    <w:p w14:paraId="14F774CE" w14:textId="77777777" w:rsidR="006D4449" w:rsidRDefault="006D4449" w:rsidP="006D4449">
      <w:r>
        <w:lastRenderedPageBreak/>
        <w:t>237.1944</w:t>
      </w:r>
      <w:r>
        <w:tab/>
        <w:t>2.025e0</w:t>
      </w:r>
    </w:p>
    <w:p w14:paraId="7448CC30" w14:textId="77777777" w:rsidR="006D4449" w:rsidRDefault="006D4449" w:rsidP="006D4449">
      <w:r>
        <w:t>237.1955</w:t>
      </w:r>
      <w:r>
        <w:tab/>
        <w:t>5.063e0</w:t>
      </w:r>
    </w:p>
    <w:p w14:paraId="27CE46F9" w14:textId="77777777" w:rsidR="006D4449" w:rsidRDefault="006D4449" w:rsidP="006D4449">
      <w:r>
        <w:t>237.2378</w:t>
      </w:r>
      <w:r>
        <w:tab/>
        <w:t>1.013e0</w:t>
      </w:r>
    </w:p>
    <w:p w14:paraId="2F8589E9" w14:textId="77777777" w:rsidR="006D4449" w:rsidRDefault="006D4449" w:rsidP="006D4449">
      <w:r>
        <w:t>237.2417</w:t>
      </w:r>
      <w:r>
        <w:tab/>
        <w:t>2.025e0</w:t>
      </w:r>
    </w:p>
    <w:p w14:paraId="3108861D" w14:textId="77777777" w:rsidR="006D4449" w:rsidRDefault="006D4449" w:rsidP="006D4449">
      <w:r>
        <w:t>237.2524</w:t>
      </w:r>
      <w:r>
        <w:tab/>
        <w:t>1.013e0</w:t>
      </w:r>
    </w:p>
    <w:p w14:paraId="2F0DD18A" w14:textId="77777777" w:rsidR="006D4449" w:rsidRDefault="006D4449" w:rsidP="006D4449">
      <w:r>
        <w:t>237.2579</w:t>
      </w:r>
      <w:r>
        <w:tab/>
        <w:t>2.025e0</w:t>
      </w:r>
    </w:p>
    <w:p w14:paraId="402C6E27" w14:textId="77777777" w:rsidR="006D4449" w:rsidRDefault="006D4449" w:rsidP="006D4449">
      <w:r>
        <w:t>237.2616</w:t>
      </w:r>
      <w:r>
        <w:tab/>
        <w:t>2.025e0</w:t>
      </w:r>
    </w:p>
    <w:p w14:paraId="038AB1E7" w14:textId="77777777" w:rsidR="006D4449" w:rsidRDefault="006D4449" w:rsidP="006D4449">
      <w:r>
        <w:t>237.2832</w:t>
      </w:r>
      <w:r>
        <w:tab/>
        <w:t>1.013e0</w:t>
      </w:r>
    </w:p>
    <w:p w14:paraId="7AD79553" w14:textId="77777777" w:rsidR="006D4449" w:rsidRDefault="006D4449" w:rsidP="006D4449">
      <w:r>
        <w:t>237.3105</w:t>
      </w:r>
      <w:r>
        <w:tab/>
        <w:t>1.013e0</w:t>
      </w:r>
    </w:p>
    <w:p w14:paraId="3B888A03" w14:textId="77777777" w:rsidR="006D4449" w:rsidRDefault="006D4449" w:rsidP="006D4449">
      <w:r>
        <w:t>237.3229</w:t>
      </w:r>
      <w:r>
        <w:tab/>
        <w:t>1.013e0</w:t>
      </w:r>
    </w:p>
    <w:p w14:paraId="00236E7C" w14:textId="77777777" w:rsidR="006D4449" w:rsidRDefault="006D4449" w:rsidP="006D4449">
      <w:r>
        <w:t>237.3431</w:t>
      </w:r>
      <w:r>
        <w:tab/>
        <w:t>1.013e0</w:t>
      </w:r>
    </w:p>
    <w:p w14:paraId="6A5232E8" w14:textId="77777777" w:rsidR="006D4449" w:rsidRDefault="006D4449" w:rsidP="006D4449">
      <w:r>
        <w:t>237.3797</w:t>
      </w:r>
      <w:r>
        <w:tab/>
        <w:t>3.038e0</w:t>
      </w:r>
    </w:p>
    <w:p w14:paraId="6E77E065" w14:textId="77777777" w:rsidR="006D4449" w:rsidRDefault="006D4449" w:rsidP="006D4449">
      <w:r>
        <w:t>237.4163</w:t>
      </w:r>
      <w:r>
        <w:tab/>
        <w:t>1.013e0</w:t>
      </w:r>
    </w:p>
    <w:p w14:paraId="07E8836C" w14:textId="77777777" w:rsidR="006D4449" w:rsidRDefault="006D4449" w:rsidP="006D4449">
      <w:r>
        <w:t>237.4207</w:t>
      </w:r>
      <w:r>
        <w:tab/>
        <w:t>1.013e0</w:t>
      </w:r>
    </w:p>
    <w:p w14:paraId="7E067C1B" w14:textId="77777777" w:rsidR="006D4449" w:rsidRDefault="006D4449" w:rsidP="006D4449">
      <w:r>
        <w:t>237.4426</w:t>
      </w:r>
      <w:r>
        <w:tab/>
        <w:t>1.013e0</w:t>
      </w:r>
    </w:p>
    <w:p w14:paraId="59D408A6" w14:textId="77777777" w:rsidR="006D4449" w:rsidRDefault="006D4449" w:rsidP="006D4449">
      <w:r>
        <w:t>237.4621</w:t>
      </w:r>
      <w:r>
        <w:tab/>
        <w:t>2.025e0</w:t>
      </w:r>
    </w:p>
    <w:p w14:paraId="365CB76D" w14:textId="77777777" w:rsidR="006D4449" w:rsidRDefault="006D4449" w:rsidP="006D4449">
      <w:r>
        <w:t>237.4662</w:t>
      </w:r>
      <w:r>
        <w:tab/>
        <w:t>1.013e0</w:t>
      </w:r>
    </w:p>
    <w:p w14:paraId="1DF59263" w14:textId="77777777" w:rsidR="006D4449" w:rsidRDefault="006D4449" w:rsidP="006D4449">
      <w:r>
        <w:t>237.4870</w:t>
      </w:r>
      <w:r>
        <w:tab/>
        <w:t>2.025e0</w:t>
      </w:r>
    </w:p>
    <w:p w14:paraId="70FDA5DF" w14:textId="77777777" w:rsidR="006D4449" w:rsidRDefault="006D4449" w:rsidP="006D4449">
      <w:r>
        <w:t>237.4958</w:t>
      </w:r>
      <w:r>
        <w:tab/>
        <w:t>2.025e0</w:t>
      </w:r>
    </w:p>
    <w:p w14:paraId="4DD147E8" w14:textId="77777777" w:rsidR="006D4449" w:rsidRDefault="006D4449" w:rsidP="006D4449">
      <w:r>
        <w:lastRenderedPageBreak/>
        <w:t>237.5285</w:t>
      </w:r>
      <w:r>
        <w:tab/>
        <w:t>1.013e0</w:t>
      </w:r>
    </w:p>
    <w:p w14:paraId="70C07EB2" w14:textId="77777777" w:rsidR="006D4449" w:rsidRDefault="006D4449" w:rsidP="006D4449">
      <w:r>
        <w:t>237.5363</w:t>
      </w:r>
      <w:r>
        <w:tab/>
        <w:t>2.025e0</w:t>
      </w:r>
    </w:p>
    <w:p w14:paraId="23C976B1" w14:textId="77777777" w:rsidR="006D4449" w:rsidRDefault="006D4449" w:rsidP="006D4449">
      <w:r>
        <w:t>237.5730</w:t>
      </w:r>
      <w:r>
        <w:tab/>
        <w:t>1.013e0</w:t>
      </w:r>
    </w:p>
    <w:p w14:paraId="02DB19E1" w14:textId="77777777" w:rsidR="006D4449" w:rsidRDefault="006D4449" w:rsidP="006D4449">
      <w:r>
        <w:t>237.5854</w:t>
      </w:r>
      <w:r>
        <w:tab/>
        <w:t>1.013e0</w:t>
      </w:r>
    </w:p>
    <w:p w14:paraId="2A7C7B58" w14:textId="77777777" w:rsidR="006D4449" w:rsidRDefault="006D4449" w:rsidP="006D4449">
      <w:r>
        <w:t>237.5894</w:t>
      </w:r>
      <w:r>
        <w:tab/>
        <w:t>1.013e0</w:t>
      </w:r>
    </w:p>
    <w:p w14:paraId="0494B811" w14:textId="77777777" w:rsidR="006D4449" w:rsidRDefault="006D4449" w:rsidP="006D4449">
      <w:r>
        <w:t>237.6099</w:t>
      </w:r>
      <w:r>
        <w:tab/>
        <w:t>4.051e0</w:t>
      </w:r>
    </w:p>
    <w:p w14:paraId="5866072B" w14:textId="77777777" w:rsidR="006D4449" w:rsidRDefault="006D4449" w:rsidP="006D4449">
      <w:r>
        <w:t>237.6166</w:t>
      </w:r>
      <w:r>
        <w:tab/>
        <w:t>1.013e0</w:t>
      </w:r>
    </w:p>
    <w:p w14:paraId="5D2DCFCA" w14:textId="77777777" w:rsidR="006D4449" w:rsidRDefault="006D4449" w:rsidP="006D4449">
      <w:r>
        <w:t>237.6210</w:t>
      </w:r>
      <w:r>
        <w:tab/>
        <w:t>1.013e0</w:t>
      </w:r>
    </w:p>
    <w:p w14:paraId="41896A0D" w14:textId="77777777" w:rsidR="006D4449" w:rsidRDefault="006D4449" w:rsidP="006D4449">
      <w:r>
        <w:t>237.6700</w:t>
      </w:r>
      <w:r>
        <w:tab/>
        <w:t>1.013e0</w:t>
      </w:r>
    </w:p>
    <w:p w14:paraId="4FB63D41" w14:textId="77777777" w:rsidR="006D4449" w:rsidRDefault="006D4449" w:rsidP="006D4449">
      <w:r>
        <w:t>237.6799</w:t>
      </w:r>
      <w:r>
        <w:tab/>
        <w:t>1.013e0</w:t>
      </w:r>
    </w:p>
    <w:p w14:paraId="1D58B9DC" w14:textId="77777777" w:rsidR="006D4449" w:rsidRDefault="006D4449" w:rsidP="006D4449">
      <w:r>
        <w:t>237.7006</w:t>
      </w:r>
      <w:r>
        <w:tab/>
        <w:t>1.013e0</w:t>
      </w:r>
    </w:p>
    <w:p w14:paraId="6FDEFF31" w14:textId="77777777" w:rsidR="006D4449" w:rsidRDefault="006D4449" w:rsidP="006D4449">
      <w:r>
        <w:t>237.7191</w:t>
      </w:r>
      <w:r>
        <w:tab/>
        <w:t>1.013e0</w:t>
      </w:r>
    </w:p>
    <w:p w14:paraId="58F0E593" w14:textId="77777777" w:rsidR="006D4449" w:rsidRDefault="006D4449" w:rsidP="006D4449">
      <w:r>
        <w:t>237.7244</w:t>
      </w:r>
      <w:r>
        <w:tab/>
        <w:t>1.013e0</w:t>
      </w:r>
    </w:p>
    <w:p w14:paraId="2CA40C19" w14:textId="77777777" w:rsidR="006D4449" w:rsidRDefault="006D4449" w:rsidP="006D4449">
      <w:r>
        <w:t>237.7323</w:t>
      </w:r>
      <w:r>
        <w:tab/>
        <w:t>1.013e0</w:t>
      </w:r>
    </w:p>
    <w:p w14:paraId="2C70F0CD" w14:textId="77777777" w:rsidR="006D4449" w:rsidRDefault="006D4449" w:rsidP="006D4449">
      <w:r>
        <w:t>237.7567</w:t>
      </w:r>
      <w:r>
        <w:tab/>
        <w:t>2.025e0</w:t>
      </w:r>
    </w:p>
    <w:p w14:paraId="03D2BA86" w14:textId="77777777" w:rsidR="006D4449" w:rsidRDefault="006D4449" w:rsidP="006D4449">
      <w:r>
        <w:t>237.7705</w:t>
      </w:r>
      <w:r>
        <w:tab/>
        <w:t>2.025e0</w:t>
      </w:r>
    </w:p>
    <w:p w14:paraId="464A562F" w14:textId="77777777" w:rsidR="006D4449" w:rsidRDefault="006D4449" w:rsidP="006D4449">
      <w:r>
        <w:t>237.7832</w:t>
      </w:r>
      <w:r>
        <w:tab/>
        <w:t>2.025e0</w:t>
      </w:r>
    </w:p>
    <w:p w14:paraId="2CD9290F" w14:textId="77777777" w:rsidR="006D4449" w:rsidRDefault="006D4449" w:rsidP="006D4449">
      <w:r>
        <w:t>237.7992</w:t>
      </w:r>
      <w:r>
        <w:tab/>
        <w:t>2.025e0</w:t>
      </w:r>
    </w:p>
    <w:p w14:paraId="2208F214" w14:textId="77777777" w:rsidR="006D4449" w:rsidRDefault="006D4449" w:rsidP="006D4449">
      <w:r>
        <w:t>237.8031</w:t>
      </w:r>
      <w:r>
        <w:tab/>
        <w:t>1.013e0</w:t>
      </w:r>
    </w:p>
    <w:p w14:paraId="4C3BA3A2" w14:textId="77777777" w:rsidR="006D4449" w:rsidRDefault="006D4449" w:rsidP="006D4449">
      <w:r>
        <w:lastRenderedPageBreak/>
        <w:t>237.8225</w:t>
      </w:r>
      <w:r>
        <w:tab/>
        <w:t>2.025e0</w:t>
      </w:r>
    </w:p>
    <w:p w14:paraId="27016ACD" w14:textId="77777777" w:rsidR="006D4449" w:rsidRDefault="006D4449" w:rsidP="006D4449">
      <w:r>
        <w:t>237.8392</w:t>
      </w:r>
      <w:r>
        <w:tab/>
        <w:t>1.013e0</w:t>
      </w:r>
    </w:p>
    <w:p w14:paraId="7C6AF1FE" w14:textId="77777777" w:rsidR="006D4449" w:rsidRDefault="006D4449" w:rsidP="006D4449">
      <w:r>
        <w:t>237.8670</w:t>
      </w:r>
      <w:r>
        <w:tab/>
        <w:t>1.013e0</w:t>
      </w:r>
    </w:p>
    <w:p w14:paraId="2DD28DF8" w14:textId="77777777" w:rsidR="006D4449" w:rsidRDefault="006D4449" w:rsidP="006D4449">
      <w:r>
        <w:t>237.8719</w:t>
      </w:r>
      <w:r>
        <w:tab/>
        <w:t>1.013e0</w:t>
      </w:r>
    </w:p>
    <w:p w14:paraId="019D1DC4" w14:textId="77777777" w:rsidR="006D4449" w:rsidRDefault="006D4449" w:rsidP="006D4449">
      <w:r>
        <w:t>237.8759</w:t>
      </w:r>
      <w:r>
        <w:tab/>
        <w:t>1.013e0</w:t>
      </w:r>
    </w:p>
    <w:p w14:paraId="038BA44D" w14:textId="77777777" w:rsidR="006D4449" w:rsidRDefault="006D4449" w:rsidP="006D4449">
      <w:r>
        <w:t>237.8838</w:t>
      </w:r>
      <w:r>
        <w:tab/>
        <w:t>1.013e0</w:t>
      </w:r>
    </w:p>
    <w:p w14:paraId="1F2AC504" w14:textId="77777777" w:rsidR="006D4449" w:rsidRDefault="006D4449" w:rsidP="006D4449">
      <w:r>
        <w:t>237.8978</w:t>
      </w:r>
      <w:r>
        <w:tab/>
        <w:t>1.013e0</w:t>
      </w:r>
    </w:p>
    <w:p w14:paraId="46D4DB6A" w14:textId="77777777" w:rsidR="006D4449" w:rsidRDefault="006D4449" w:rsidP="006D4449">
      <w:r>
        <w:t>237.9163</w:t>
      </w:r>
      <w:r>
        <w:tab/>
        <w:t>1.013e0</w:t>
      </w:r>
    </w:p>
    <w:p w14:paraId="6EF24B75" w14:textId="77777777" w:rsidR="006D4449" w:rsidRDefault="006D4449" w:rsidP="006D4449">
      <w:r>
        <w:t>237.9211</w:t>
      </w:r>
      <w:r>
        <w:tab/>
        <w:t>2.025e0</w:t>
      </w:r>
    </w:p>
    <w:p w14:paraId="6045B6D9" w14:textId="77777777" w:rsidR="006D4449" w:rsidRDefault="006D4449" w:rsidP="006D4449">
      <w:r>
        <w:t>237.9471</w:t>
      </w:r>
      <w:r>
        <w:tab/>
        <w:t>1.013e0</w:t>
      </w:r>
    </w:p>
    <w:p w14:paraId="6D8479AC" w14:textId="77777777" w:rsidR="006D4449" w:rsidRDefault="006D4449" w:rsidP="006D4449">
      <w:r>
        <w:t>237.9855</w:t>
      </w:r>
      <w:r>
        <w:tab/>
        <w:t>2.025e0</w:t>
      </w:r>
    </w:p>
    <w:p w14:paraId="0E3CA955" w14:textId="77777777" w:rsidR="006D4449" w:rsidRDefault="006D4449" w:rsidP="006D4449">
      <w:r>
        <w:t>238.0003</w:t>
      </w:r>
      <w:r>
        <w:tab/>
        <w:t>1.013e0</w:t>
      </w:r>
    </w:p>
    <w:p w14:paraId="4838E072" w14:textId="77777777" w:rsidR="006D4449" w:rsidRDefault="006D4449" w:rsidP="006D4449">
      <w:r>
        <w:t>238.0198</w:t>
      </w:r>
      <w:r>
        <w:tab/>
        <w:t>3.038e0</w:t>
      </w:r>
    </w:p>
    <w:p w14:paraId="49074297" w14:textId="77777777" w:rsidR="006D4449" w:rsidRDefault="006D4449" w:rsidP="006D4449">
      <w:r>
        <w:t>238.0229</w:t>
      </w:r>
      <w:r>
        <w:tab/>
        <w:t>3.038e0</w:t>
      </w:r>
    </w:p>
    <w:p w14:paraId="36927824" w14:textId="77777777" w:rsidR="006D4449" w:rsidRDefault="006D4449" w:rsidP="006D4449">
      <w:r>
        <w:t>238.0261</w:t>
      </w:r>
      <w:r>
        <w:tab/>
        <w:t>3.038e0</w:t>
      </w:r>
    </w:p>
    <w:p w14:paraId="2C17DC63" w14:textId="77777777" w:rsidR="006D4449" w:rsidRDefault="006D4449" w:rsidP="006D4449">
      <w:r>
        <w:t>238.0279</w:t>
      </w:r>
      <w:r>
        <w:tab/>
        <w:t>4.051e0</w:t>
      </w:r>
    </w:p>
    <w:p w14:paraId="2A6E9D9B" w14:textId="77777777" w:rsidR="006D4449" w:rsidRDefault="006D4449" w:rsidP="006D4449">
      <w:r>
        <w:t>238.0291</w:t>
      </w:r>
      <w:r>
        <w:tab/>
        <w:t>7.089e0</w:t>
      </w:r>
    </w:p>
    <w:p w14:paraId="70A0FC67" w14:textId="77777777" w:rsidR="006D4449" w:rsidRDefault="006D4449" w:rsidP="006D4449">
      <w:r>
        <w:t>238.0427</w:t>
      </w:r>
      <w:r>
        <w:tab/>
        <w:t>3.038e0</w:t>
      </w:r>
    </w:p>
    <w:p w14:paraId="6AFFE4FD" w14:textId="77777777" w:rsidR="006D4449" w:rsidRDefault="006D4449" w:rsidP="006D4449">
      <w:r>
        <w:t>238.0554</w:t>
      </w:r>
      <w:r>
        <w:tab/>
        <w:t>2.025e0</w:t>
      </w:r>
    </w:p>
    <w:p w14:paraId="7600BB90" w14:textId="77777777" w:rsidR="006D4449" w:rsidRDefault="006D4449" w:rsidP="006D4449">
      <w:r>
        <w:lastRenderedPageBreak/>
        <w:t>238.0854</w:t>
      </w:r>
      <w:r>
        <w:tab/>
        <w:t>1.013e0</w:t>
      </w:r>
    </w:p>
    <w:p w14:paraId="152874AF" w14:textId="77777777" w:rsidR="006D4449" w:rsidRDefault="006D4449" w:rsidP="006D4449">
      <w:r>
        <w:t>238.0895</w:t>
      </w:r>
      <w:r>
        <w:tab/>
        <w:t>3.038e0</w:t>
      </w:r>
    </w:p>
    <w:p w14:paraId="4C110A4E" w14:textId="77777777" w:rsidR="006D4449" w:rsidRDefault="006D4449" w:rsidP="006D4449">
      <w:r>
        <w:t>238.1017</w:t>
      </w:r>
      <w:r>
        <w:tab/>
        <w:t>1.013e0</w:t>
      </w:r>
    </w:p>
    <w:p w14:paraId="44C53D09" w14:textId="77777777" w:rsidR="006D4449" w:rsidRDefault="006D4449" w:rsidP="006D4449">
      <w:r>
        <w:t>238.1075</w:t>
      </w:r>
      <w:r>
        <w:tab/>
        <w:t>7.118e0</w:t>
      </w:r>
    </w:p>
    <w:p w14:paraId="5DC34EEB" w14:textId="77777777" w:rsidR="006D4449" w:rsidRDefault="006D4449" w:rsidP="006D4449">
      <w:r>
        <w:t>238.1144</w:t>
      </w:r>
      <w:r>
        <w:tab/>
        <w:t>1.013e0</w:t>
      </w:r>
    </w:p>
    <w:p w14:paraId="28B7869B" w14:textId="77777777" w:rsidR="006D4449" w:rsidRDefault="006D4449" w:rsidP="006D4449">
      <w:r>
        <w:t>238.1410</w:t>
      </w:r>
      <w:r>
        <w:tab/>
        <w:t>2.025e0</w:t>
      </w:r>
    </w:p>
    <w:p w14:paraId="23B3BE1B" w14:textId="77777777" w:rsidR="006D4449" w:rsidRDefault="006D4449" w:rsidP="006D4449">
      <w:r>
        <w:t>238.1424</w:t>
      </w:r>
      <w:r>
        <w:tab/>
        <w:t>1.013e0</w:t>
      </w:r>
    </w:p>
    <w:p w14:paraId="4190C476" w14:textId="77777777" w:rsidR="006D4449" w:rsidRDefault="006D4449" w:rsidP="006D4449">
      <w:r>
        <w:t>238.1588</w:t>
      </w:r>
      <w:r>
        <w:tab/>
        <w:t>1.013e0</w:t>
      </w:r>
    </w:p>
    <w:p w14:paraId="69CDB49D" w14:textId="77777777" w:rsidR="006D4449" w:rsidRDefault="006D4449" w:rsidP="006D4449">
      <w:r>
        <w:t>238.1666</w:t>
      </w:r>
      <w:r>
        <w:tab/>
        <w:t>1.013e0</w:t>
      </w:r>
    </w:p>
    <w:p w14:paraId="1396CB65" w14:textId="77777777" w:rsidR="006D4449" w:rsidRDefault="006D4449" w:rsidP="006D4449">
      <w:r>
        <w:t>238.1677</w:t>
      </w:r>
      <w:r>
        <w:tab/>
        <w:t>1.013e0</w:t>
      </w:r>
    </w:p>
    <w:p w14:paraId="1B05ABCC" w14:textId="77777777" w:rsidR="006D4449" w:rsidRDefault="006D4449" w:rsidP="006D4449">
      <w:r>
        <w:t>238.1875</w:t>
      </w:r>
      <w:r>
        <w:tab/>
        <w:t>3.038e0</w:t>
      </w:r>
    </w:p>
    <w:p w14:paraId="439C7D3D" w14:textId="77777777" w:rsidR="006D4449" w:rsidRDefault="006D4449" w:rsidP="006D4449">
      <w:r>
        <w:t>238.1969</w:t>
      </w:r>
      <w:r>
        <w:tab/>
        <w:t>1.013e0</w:t>
      </w:r>
    </w:p>
    <w:p w14:paraId="657D559D" w14:textId="77777777" w:rsidR="006D4449" w:rsidRDefault="006D4449" w:rsidP="006D4449">
      <w:r>
        <w:t>238.1980</w:t>
      </w:r>
      <w:r>
        <w:tab/>
        <w:t>2.025e0</w:t>
      </w:r>
    </w:p>
    <w:p w14:paraId="144A5AAE" w14:textId="77777777" w:rsidR="006D4449" w:rsidRDefault="006D4449" w:rsidP="006D4449">
      <w:r>
        <w:t>238.2361</w:t>
      </w:r>
      <w:r>
        <w:tab/>
        <w:t>1.013e0</w:t>
      </w:r>
    </w:p>
    <w:p w14:paraId="0385753E" w14:textId="77777777" w:rsidR="006D4449" w:rsidRDefault="006D4449" w:rsidP="006D4449">
      <w:r>
        <w:t>238.2416</w:t>
      </w:r>
      <w:r>
        <w:tab/>
        <w:t>2.025e0</w:t>
      </w:r>
    </w:p>
    <w:p w14:paraId="31EF8F8F" w14:textId="77777777" w:rsidR="006D4449" w:rsidRDefault="006D4449" w:rsidP="006D4449">
      <w:r>
        <w:t>238.2460</w:t>
      </w:r>
      <w:r>
        <w:tab/>
        <w:t>1.013e0</w:t>
      </w:r>
    </w:p>
    <w:p w14:paraId="4E633817" w14:textId="77777777" w:rsidR="006D4449" w:rsidRDefault="006D4449" w:rsidP="006D4449">
      <w:r>
        <w:t>238.2805</w:t>
      </w:r>
      <w:r>
        <w:tab/>
        <w:t>2.025e0</w:t>
      </w:r>
    </w:p>
    <w:p w14:paraId="4F6BADB6" w14:textId="77777777" w:rsidR="006D4449" w:rsidRDefault="006D4449" w:rsidP="006D4449">
      <w:r>
        <w:t>238.2862</w:t>
      </w:r>
      <w:r>
        <w:tab/>
        <w:t>1.013e0</w:t>
      </w:r>
    </w:p>
    <w:p w14:paraId="70F3F369" w14:textId="77777777" w:rsidR="006D4449" w:rsidRDefault="006D4449" w:rsidP="006D4449">
      <w:r>
        <w:t>238.3155</w:t>
      </w:r>
      <w:r>
        <w:tab/>
        <w:t>1.013e0</w:t>
      </w:r>
    </w:p>
    <w:p w14:paraId="59CDEA3F" w14:textId="77777777" w:rsidR="006D4449" w:rsidRDefault="006D4449" w:rsidP="006D4449">
      <w:r>
        <w:lastRenderedPageBreak/>
        <w:t>238.3560</w:t>
      </w:r>
      <w:r>
        <w:tab/>
        <w:t>1.013e0</w:t>
      </w:r>
    </w:p>
    <w:p w14:paraId="4BA04A54" w14:textId="77777777" w:rsidR="006D4449" w:rsidRDefault="006D4449" w:rsidP="006D4449">
      <w:r>
        <w:t>238.3804</w:t>
      </w:r>
      <w:r>
        <w:tab/>
        <w:t>1.013e0</w:t>
      </w:r>
    </w:p>
    <w:p w14:paraId="5F505161" w14:textId="77777777" w:rsidR="006D4449" w:rsidRDefault="006D4449" w:rsidP="006D4449">
      <w:r>
        <w:t>238.4180</w:t>
      </w:r>
      <w:r>
        <w:tab/>
        <w:t>1.013e0</w:t>
      </w:r>
    </w:p>
    <w:p w14:paraId="274EE06A" w14:textId="77777777" w:rsidR="006D4449" w:rsidRDefault="006D4449" w:rsidP="006D4449">
      <w:r>
        <w:t>238.4459</w:t>
      </w:r>
      <w:r>
        <w:tab/>
        <w:t>1.013e0</w:t>
      </w:r>
    </w:p>
    <w:p w14:paraId="180404BF" w14:textId="77777777" w:rsidR="006D4449" w:rsidRDefault="006D4449" w:rsidP="006D4449">
      <w:r>
        <w:t>238.4861</w:t>
      </w:r>
      <w:r>
        <w:tab/>
        <w:t>1.013e0</w:t>
      </w:r>
    </w:p>
    <w:p w14:paraId="6D36DCBD" w14:textId="77777777" w:rsidR="006D4449" w:rsidRDefault="006D4449" w:rsidP="006D4449">
      <w:r>
        <w:t>238.4931</w:t>
      </w:r>
      <w:r>
        <w:tab/>
        <w:t>2.025e0</w:t>
      </w:r>
    </w:p>
    <w:p w14:paraId="6CBF3831" w14:textId="77777777" w:rsidR="006D4449" w:rsidRDefault="006D4449" w:rsidP="006D4449">
      <w:r>
        <w:t>238.5246</w:t>
      </w:r>
      <w:r>
        <w:tab/>
        <w:t>1.013e0</w:t>
      </w:r>
    </w:p>
    <w:p w14:paraId="7EDBA19D" w14:textId="77777777" w:rsidR="006D4449" w:rsidRDefault="006D4449" w:rsidP="006D4449">
      <w:r>
        <w:t>238.5313</w:t>
      </w:r>
      <w:r>
        <w:tab/>
        <w:t>1.013e0</w:t>
      </w:r>
    </w:p>
    <w:p w14:paraId="4AD400F1" w14:textId="77777777" w:rsidR="006D4449" w:rsidRDefault="006D4449" w:rsidP="006D4449">
      <w:r>
        <w:t>238.5621</w:t>
      </w:r>
      <w:r>
        <w:tab/>
        <w:t>1.013e0</w:t>
      </w:r>
    </w:p>
    <w:p w14:paraId="4234EF99" w14:textId="77777777" w:rsidR="006D4449" w:rsidRDefault="006D4449" w:rsidP="006D4449">
      <w:r>
        <w:t>238.5988</w:t>
      </w:r>
      <w:r>
        <w:tab/>
        <w:t>1.013e0</w:t>
      </w:r>
    </w:p>
    <w:p w14:paraId="03D89674" w14:textId="77777777" w:rsidR="006D4449" w:rsidRDefault="006D4449" w:rsidP="006D4449">
      <w:r>
        <w:t>238.6261</w:t>
      </w:r>
      <w:r>
        <w:tab/>
        <w:t>1.013e0</w:t>
      </w:r>
    </w:p>
    <w:p w14:paraId="271099C3" w14:textId="77777777" w:rsidR="006D4449" w:rsidRDefault="006D4449" w:rsidP="006D4449">
      <w:r>
        <w:t>238.6348</w:t>
      </w:r>
      <w:r>
        <w:tab/>
        <w:t>1.013e0</w:t>
      </w:r>
    </w:p>
    <w:p w14:paraId="42E79B77" w14:textId="77777777" w:rsidR="006D4449" w:rsidRDefault="006D4449" w:rsidP="006D4449">
      <w:r>
        <w:t>238.6685</w:t>
      </w:r>
      <w:r>
        <w:tab/>
        <w:t>1.013e0</w:t>
      </w:r>
    </w:p>
    <w:p w14:paraId="4A4404F6" w14:textId="77777777" w:rsidR="006D4449" w:rsidRDefault="006D4449" w:rsidP="006D4449">
      <w:r>
        <w:t>238.6715</w:t>
      </w:r>
      <w:r>
        <w:tab/>
        <w:t>1.013e0</w:t>
      </w:r>
    </w:p>
    <w:p w14:paraId="2E7F3E50" w14:textId="77777777" w:rsidR="006D4449" w:rsidRDefault="006D4449" w:rsidP="006D4449">
      <w:r>
        <w:t>238.6725</w:t>
      </w:r>
      <w:r>
        <w:tab/>
        <w:t>1.013e0</w:t>
      </w:r>
    </w:p>
    <w:p w14:paraId="628660F2" w14:textId="77777777" w:rsidR="006D4449" w:rsidRDefault="006D4449" w:rsidP="006D4449">
      <w:r>
        <w:t>238.6764</w:t>
      </w:r>
      <w:r>
        <w:tab/>
        <w:t>1.013e0</w:t>
      </w:r>
    </w:p>
    <w:p w14:paraId="5842149B" w14:textId="77777777" w:rsidR="006D4449" w:rsidRDefault="006D4449" w:rsidP="006D4449">
      <w:r>
        <w:t>238.7662</w:t>
      </w:r>
      <w:r>
        <w:tab/>
        <w:t>1.013e0</w:t>
      </w:r>
    </w:p>
    <w:p w14:paraId="7A1D5F56" w14:textId="77777777" w:rsidR="006D4449" w:rsidRDefault="006D4449" w:rsidP="006D4449">
      <w:r>
        <w:t>238.7829</w:t>
      </w:r>
      <w:r>
        <w:tab/>
        <w:t>1.013e0</w:t>
      </w:r>
    </w:p>
    <w:p w14:paraId="53DF6F0F" w14:textId="77777777" w:rsidR="006D4449" w:rsidRDefault="006D4449" w:rsidP="006D4449">
      <w:r>
        <w:t>238.8117</w:t>
      </w:r>
      <w:r>
        <w:tab/>
        <w:t>1.013e0</w:t>
      </w:r>
    </w:p>
    <w:p w14:paraId="3DB4865D" w14:textId="77777777" w:rsidR="006D4449" w:rsidRDefault="006D4449" w:rsidP="006D4449">
      <w:r>
        <w:lastRenderedPageBreak/>
        <w:t>238.8244</w:t>
      </w:r>
      <w:r>
        <w:tab/>
        <w:t>2.025e0</w:t>
      </w:r>
    </w:p>
    <w:p w14:paraId="5193778C" w14:textId="77777777" w:rsidR="006D4449" w:rsidRDefault="006D4449" w:rsidP="006D4449">
      <w:r>
        <w:t>238.8446</w:t>
      </w:r>
      <w:r>
        <w:tab/>
        <w:t>1.013e0</w:t>
      </w:r>
    </w:p>
    <w:p w14:paraId="215E26EE" w14:textId="77777777" w:rsidR="006D4449" w:rsidRDefault="006D4449" w:rsidP="006D4449">
      <w:r>
        <w:t>238.8580</w:t>
      </w:r>
      <w:r>
        <w:tab/>
        <w:t>1.013e0</w:t>
      </w:r>
    </w:p>
    <w:p w14:paraId="34082F9C" w14:textId="77777777" w:rsidR="006D4449" w:rsidRDefault="006D4449" w:rsidP="006D4449">
      <w:r>
        <w:t>238.8649</w:t>
      </w:r>
      <w:r>
        <w:tab/>
        <w:t>1.013e0</w:t>
      </w:r>
    </w:p>
    <w:p w14:paraId="39174186" w14:textId="77777777" w:rsidR="006D4449" w:rsidRDefault="006D4449" w:rsidP="006D4449">
      <w:r>
        <w:t>238.8688</w:t>
      </w:r>
      <w:r>
        <w:tab/>
        <w:t>1.013e0</w:t>
      </w:r>
    </w:p>
    <w:p w14:paraId="4C3980F4" w14:textId="77777777" w:rsidR="006D4449" w:rsidRDefault="006D4449" w:rsidP="006D4449">
      <w:r>
        <w:t>238.8816</w:t>
      </w:r>
      <w:r>
        <w:tab/>
        <w:t>1.013e0</w:t>
      </w:r>
    </w:p>
    <w:p w14:paraId="5514F139" w14:textId="77777777" w:rsidR="006D4449" w:rsidRDefault="006D4449" w:rsidP="006D4449">
      <w:r>
        <w:t>238.8855</w:t>
      </w:r>
      <w:r>
        <w:tab/>
        <w:t>1.013e0</w:t>
      </w:r>
    </w:p>
    <w:p w14:paraId="1F76F6B8" w14:textId="77777777" w:rsidR="006D4449" w:rsidRDefault="006D4449" w:rsidP="006D4449">
      <w:r>
        <w:t>238.9260</w:t>
      </w:r>
      <w:r>
        <w:tab/>
        <w:t>1.013e0</w:t>
      </w:r>
    </w:p>
    <w:p w14:paraId="31E3B09C" w14:textId="77777777" w:rsidR="006D4449" w:rsidRDefault="006D4449" w:rsidP="006D4449">
      <w:r>
        <w:t>238.9270</w:t>
      </w:r>
      <w:r>
        <w:tab/>
        <w:t>1.013e0</w:t>
      </w:r>
    </w:p>
    <w:p w14:paraId="06FB1A41" w14:textId="77777777" w:rsidR="006D4449" w:rsidRDefault="006D4449" w:rsidP="006D4449">
      <w:r>
        <w:t>238.9509</w:t>
      </w:r>
      <w:r>
        <w:tab/>
        <w:t>1.013e0</w:t>
      </w:r>
    </w:p>
    <w:p w14:paraId="6A2AF153" w14:textId="77777777" w:rsidR="006D4449" w:rsidRDefault="006D4449" w:rsidP="006D4449">
      <w:r>
        <w:t>238.9793</w:t>
      </w:r>
      <w:r>
        <w:tab/>
        <w:t>1.013e0</w:t>
      </w:r>
    </w:p>
    <w:p w14:paraId="0C78E275" w14:textId="77777777" w:rsidR="006D4449" w:rsidRDefault="006D4449" w:rsidP="006D4449">
      <w:r>
        <w:t>238.9880</w:t>
      </w:r>
      <w:r>
        <w:tab/>
        <w:t>1.013e0</w:t>
      </w:r>
    </w:p>
    <w:p w14:paraId="14946C29" w14:textId="77777777" w:rsidR="006D4449" w:rsidRDefault="006D4449" w:rsidP="006D4449">
      <w:r>
        <w:t>239.0095</w:t>
      </w:r>
      <w:r>
        <w:tab/>
        <w:t>2.025e0</w:t>
      </w:r>
    </w:p>
    <w:p w14:paraId="1D062994" w14:textId="77777777" w:rsidR="006D4449" w:rsidRDefault="006D4449" w:rsidP="006D4449">
      <w:r>
        <w:t>239.0150</w:t>
      </w:r>
      <w:r>
        <w:tab/>
        <w:t>2.025e0</w:t>
      </w:r>
    </w:p>
    <w:p w14:paraId="1075CD96" w14:textId="77777777" w:rsidR="006D4449" w:rsidRDefault="006D4449" w:rsidP="006D4449">
      <w:r>
        <w:t>239.0200</w:t>
      </w:r>
      <w:r>
        <w:tab/>
        <w:t>3.038e0</w:t>
      </w:r>
    </w:p>
    <w:p w14:paraId="125CBD86" w14:textId="77777777" w:rsidR="006D4449" w:rsidRDefault="006D4449" w:rsidP="006D4449">
      <w:r>
        <w:t>239.0217</w:t>
      </w:r>
      <w:r>
        <w:tab/>
        <w:t>2.025e0</w:t>
      </w:r>
    </w:p>
    <w:p w14:paraId="0ADF82D8" w14:textId="77777777" w:rsidR="006D4449" w:rsidRDefault="006D4449" w:rsidP="006D4449">
      <w:r>
        <w:t>239.0247</w:t>
      </w:r>
      <w:r>
        <w:tab/>
        <w:t>1.013e0</w:t>
      </w:r>
    </w:p>
    <w:p w14:paraId="3BAB3EAF" w14:textId="77777777" w:rsidR="006D4449" w:rsidRDefault="006D4449" w:rsidP="006D4449">
      <w:r>
        <w:t>239.0449</w:t>
      </w:r>
      <w:r>
        <w:tab/>
        <w:t>1.013e0</w:t>
      </w:r>
    </w:p>
    <w:p w14:paraId="33908B7A" w14:textId="77777777" w:rsidR="006D4449" w:rsidRDefault="006D4449" w:rsidP="006D4449">
      <w:r>
        <w:t>239.0538</w:t>
      </w:r>
      <w:r>
        <w:tab/>
        <w:t>1.013e0</w:t>
      </w:r>
    </w:p>
    <w:p w14:paraId="4B43A13C" w14:textId="77777777" w:rsidR="006D4449" w:rsidRDefault="006D4449" w:rsidP="006D4449">
      <w:r>
        <w:lastRenderedPageBreak/>
        <w:t>239.0605</w:t>
      </w:r>
      <w:r>
        <w:tab/>
        <w:t>2.025e0</w:t>
      </w:r>
    </w:p>
    <w:p w14:paraId="7C8D536F" w14:textId="77777777" w:rsidR="006D4449" w:rsidRDefault="006D4449" w:rsidP="006D4449">
      <w:r>
        <w:t>239.0748</w:t>
      </w:r>
      <w:r>
        <w:tab/>
        <w:t>4.051e0</w:t>
      </w:r>
    </w:p>
    <w:p w14:paraId="54C6C4F4" w14:textId="77777777" w:rsidR="006D4449" w:rsidRDefault="006D4449" w:rsidP="006D4449">
      <w:r>
        <w:t>239.0819</w:t>
      </w:r>
      <w:r>
        <w:tab/>
        <w:t>1.013e0</w:t>
      </w:r>
    </w:p>
    <w:p w14:paraId="687EB9C0" w14:textId="77777777" w:rsidR="006D4449" w:rsidRDefault="006D4449" w:rsidP="006D4449">
      <w:r>
        <w:t>239.1041</w:t>
      </w:r>
      <w:r>
        <w:tab/>
        <w:t>1.013e0</w:t>
      </w:r>
    </w:p>
    <w:p w14:paraId="60A8F747" w14:textId="77777777" w:rsidR="006D4449" w:rsidRDefault="006D4449" w:rsidP="006D4449">
      <w:r>
        <w:t>239.1066</w:t>
      </w:r>
      <w:r>
        <w:tab/>
        <w:t>4.051e0</w:t>
      </w:r>
    </w:p>
    <w:p w14:paraId="4D235AA6" w14:textId="77777777" w:rsidR="006D4449" w:rsidRDefault="006D4449" w:rsidP="006D4449">
      <w:r>
        <w:t>239.1087</w:t>
      </w:r>
      <w:r>
        <w:tab/>
        <w:t>2.025e0</w:t>
      </w:r>
    </w:p>
    <w:p w14:paraId="605975CF" w14:textId="77777777" w:rsidR="006D4449" w:rsidRDefault="006D4449" w:rsidP="006D4449">
      <w:r>
        <w:t>239.1136</w:t>
      </w:r>
      <w:r>
        <w:tab/>
        <w:t>2.025e0</w:t>
      </w:r>
    </w:p>
    <w:p w14:paraId="6309686E" w14:textId="77777777" w:rsidR="006D4449" w:rsidRDefault="006D4449" w:rsidP="006D4449">
      <w:r>
        <w:t>239.1325</w:t>
      </w:r>
      <w:r>
        <w:tab/>
        <w:t>5.063e0</w:t>
      </w:r>
    </w:p>
    <w:p w14:paraId="7AF822D1" w14:textId="77777777" w:rsidR="006D4449" w:rsidRDefault="006D4449" w:rsidP="006D4449">
      <w:r>
        <w:t>239.1400</w:t>
      </w:r>
      <w:r>
        <w:tab/>
        <w:t>3.038e0</w:t>
      </w:r>
    </w:p>
    <w:p w14:paraId="1C5CAA7B" w14:textId="77777777" w:rsidR="006D4449" w:rsidRDefault="006D4449" w:rsidP="006D4449">
      <w:r>
        <w:t>239.1592</w:t>
      </w:r>
      <w:r>
        <w:tab/>
        <w:t>4.051e0</w:t>
      </w:r>
    </w:p>
    <w:p w14:paraId="2A050295" w14:textId="77777777" w:rsidR="006D4449" w:rsidRDefault="006D4449" w:rsidP="006D4449">
      <w:r>
        <w:t>239.1681</w:t>
      </w:r>
      <w:r>
        <w:tab/>
        <w:t>5.063e0</w:t>
      </w:r>
    </w:p>
    <w:p w14:paraId="1D40D610" w14:textId="77777777" w:rsidR="006D4449" w:rsidRDefault="006D4449" w:rsidP="006D4449">
      <w:r>
        <w:t>239.1796</w:t>
      </w:r>
      <w:r>
        <w:tab/>
        <w:t>2.025e0</w:t>
      </w:r>
    </w:p>
    <w:p w14:paraId="5B60E5AC" w14:textId="77777777" w:rsidR="006D4449" w:rsidRDefault="006D4449" w:rsidP="006D4449">
      <w:r>
        <w:t>239.1845</w:t>
      </w:r>
      <w:r>
        <w:tab/>
        <w:t>1.013e0</w:t>
      </w:r>
    </w:p>
    <w:p w14:paraId="2F57EABA" w14:textId="77777777" w:rsidR="006D4449" w:rsidRDefault="006D4449" w:rsidP="006D4449">
      <w:r>
        <w:t>239.1893</w:t>
      </w:r>
      <w:r>
        <w:tab/>
        <w:t>1.013e0</w:t>
      </w:r>
    </w:p>
    <w:p w14:paraId="5AD4A2FB" w14:textId="77777777" w:rsidR="006D4449" w:rsidRDefault="006D4449" w:rsidP="006D4449">
      <w:r>
        <w:t>239.2132</w:t>
      </w:r>
      <w:r>
        <w:tab/>
        <w:t>2.025e0</w:t>
      </w:r>
    </w:p>
    <w:p w14:paraId="2A7D66FA" w14:textId="77777777" w:rsidR="006D4449" w:rsidRDefault="006D4449" w:rsidP="006D4449">
      <w:r>
        <w:t>239.2300</w:t>
      </w:r>
      <w:r>
        <w:tab/>
        <w:t>1.013e0</w:t>
      </w:r>
    </w:p>
    <w:p w14:paraId="27E45EF6" w14:textId="77777777" w:rsidR="006D4449" w:rsidRDefault="006D4449" w:rsidP="006D4449">
      <w:r>
        <w:t>239.2310</w:t>
      </w:r>
      <w:r>
        <w:tab/>
        <w:t>1.013e0</w:t>
      </w:r>
    </w:p>
    <w:p w14:paraId="7F1BCA8C" w14:textId="77777777" w:rsidR="006D4449" w:rsidRDefault="006D4449" w:rsidP="006D4449">
      <w:r>
        <w:t>239.3056</w:t>
      </w:r>
      <w:r>
        <w:tab/>
        <w:t>1.013e0</w:t>
      </w:r>
    </w:p>
    <w:p w14:paraId="68364C20" w14:textId="77777777" w:rsidR="006D4449" w:rsidRDefault="006D4449" w:rsidP="006D4449">
      <w:r>
        <w:t>239.3336</w:t>
      </w:r>
      <w:r>
        <w:tab/>
        <w:t>1.013e0</w:t>
      </w:r>
    </w:p>
    <w:p w14:paraId="06135DCA" w14:textId="77777777" w:rsidR="006D4449" w:rsidRDefault="006D4449" w:rsidP="006D4449">
      <w:r>
        <w:lastRenderedPageBreak/>
        <w:t>239.3459</w:t>
      </w:r>
      <w:r>
        <w:tab/>
        <w:t>1.013e0</w:t>
      </w:r>
    </w:p>
    <w:p w14:paraId="3001D305" w14:textId="77777777" w:rsidR="006D4449" w:rsidRDefault="006D4449" w:rsidP="006D4449">
      <w:r>
        <w:t>239.3673</w:t>
      </w:r>
      <w:r>
        <w:tab/>
        <w:t>1.013e0</w:t>
      </w:r>
    </w:p>
    <w:p w14:paraId="510928FA" w14:textId="77777777" w:rsidR="006D4449" w:rsidRDefault="006D4449" w:rsidP="006D4449">
      <w:r>
        <w:t>239.3702</w:t>
      </w:r>
      <w:r>
        <w:tab/>
        <w:t>1.013e0</w:t>
      </w:r>
    </w:p>
    <w:p w14:paraId="6775E791" w14:textId="77777777" w:rsidR="006D4449" w:rsidRDefault="006D4449" w:rsidP="006D4449">
      <w:r>
        <w:t>239.3868</w:t>
      </w:r>
      <w:r>
        <w:tab/>
        <w:t>2.025e0</w:t>
      </w:r>
    </w:p>
    <w:p w14:paraId="3141A355" w14:textId="77777777" w:rsidR="006D4449" w:rsidRDefault="006D4449" w:rsidP="006D4449">
      <w:r>
        <w:t>239.3942</w:t>
      </w:r>
      <w:r>
        <w:tab/>
        <w:t>1.013e0</w:t>
      </w:r>
    </w:p>
    <w:p w14:paraId="3E23BECF" w14:textId="77777777" w:rsidR="006D4449" w:rsidRDefault="006D4449" w:rsidP="006D4449">
      <w:r>
        <w:t>239.4156</w:t>
      </w:r>
      <w:r>
        <w:tab/>
        <w:t>1.013e0</w:t>
      </w:r>
    </w:p>
    <w:p w14:paraId="7C5BD740" w14:textId="77777777" w:rsidR="006D4449" w:rsidRDefault="006D4449" w:rsidP="006D4449">
      <w:r>
        <w:t>239.4324</w:t>
      </w:r>
      <w:r>
        <w:tab/>
        <w:t>1.013e0</w:t>
      </w:r>
    </w:p>
    <w:p w14:paraId="6A5D9A19" w14:textId="77777777" w:rsidR="006D4449" w:rsidRDefault="006D4449" w:rsidP="006D4449">
      <w:r>
        <w:t>239.4579</w:t>
      </w:r>
      <w:r>
        <w:tab/>
        <w:t>1.013e0</w:t>
      </w:r>
    </w:p>
    <w:p w14:paraId="23EDA7FF" w14:textId="77777777" w:rsidR="006D4449" w:rsidRDefault="006D4449" w:rsidP="006D4449">
      <w:r>
        <w:t>239.4807</w:t>
      </w:r>
      <w:r>
        <w:tab/>
        <w:t>1.013e0</w:t>
      </w:r>
    </w:p>
    <w:p w14:paraId="6F529F3A" w14:textId="77777777" w:rsidR="006D4449" w:rsidRDefault="006D4449" w:rsidP="006D4449">
      <w:r>
        <w:t>239.4938</w:t>
      </w:r>
      <w:r>
        <w:tab/>
        <w:t>1.013e0</w:t>
      </w:r>
    </w:p>
    <w:p w14:paraId="4FB359BF" w14:textId="77777777" w:rsidR="006D4449" w:rsidRDefault="006D4449" w:rsidP="006D4449">
      <w:r>
        <w:t>239.5028</w:t>
      </w:r>
      <w:r>
        <w:tab/>
        <w:t>1.013e0</w:t>
      </w:r>
    </w:p>
    <w:p w14:paraId="2E86E0F6" w14:textId="77777777" w:rsidR="006D4449" w:rsidRDefault="006D4449" w:rsidP="006D4449">
      <w:r>
        <w:t>239.5272</w:t>
      </w:r>
      <w:r>
        <w:tab/>
        <w:t>1.013e0</w:t>
      </w:r>
    </w:p>
    <w:p w14:paraId="0770F86A" w14:textId="77777777" w:rsidR="006D4449" w:rsidRDefault="006D4449" w:rsidP="006D4449">
      <w:r>
        <w:t>239.5340</w:t>
      </w:r>
      <w:r>
        <w:tab/>
        <w:t>1.013e0</w:t>
      </w:r>
    </w:p>
    <w:p w14:paraId="13F6B315" w14:textId="77777777" w:rsidR="006D4449" w:rsidRDefault="006D4449" w:rsidP="006D4449">
      <w:r>
        <w:t>239.5476</w:t>
      </w:r>
      <w:r>
        <w:tab/>
        <w:t>1.013e0</w:t>
      </w:r>
    </w:p>
    <w:p w14:paraId="7A40E56C" w14:textId="77777777" w:rsidR="006D4449" w:rsidRDefault="006D4449" w:rsidP="006D4449">
      <w:r>
        <w:t>239.5488</w:t>
      </w:r>
      <w:r>
        <w:tab/>
        <w:t>2.025e0</w:t>
      </w:r>
    </w:p>
    <w:p w14:paraId="26AE544D" w14:textId="77777777" w:rsidR="006D4449" w:rsidRDefault="006D4449" w:rsidP="006D4449">
      <w:r>
        <w:t>239.5726</w:t>
      </w:r>
      <w:r>
        <w:tab/>
        <w:t>1.013e0</w:t>
      </w:r>
    </w:p>
    <w:p w14:paraId="08E4CF64" w14:textId="77777777" w:rsidR="006D4449" w:rsidRDefault="006D4449" w:rsidP="006D4449">
      <w:r>
        <w:t>239.5756</w:t>
      </w:r>
      <w:r>
        <w:tab/>
        <w:t>1.013e0</w:t>
      </w:r>
    </w:p>
    <w:p w14:paraId="4CF4D265" w14:textId="77777777" w:rsidR="006D4449" w:rsidRDefault="006D4449" w:rsidP="006D4449">
      <w:r>
        <w:t>239.5795</w:t>
      </w:r>
      <w:r>
        <w:tab/>
        <w:t>1.013e0</w:t>
      </w:r>
    </w:p>
    <w:p w14:paraId="673846D4" w14:textId="77777777" w:rsidR="006D4449" w:rsidRDefault="006D4449" w:rsidP="006D4449">
      <w:r>
        <w:t>239.6104</w:t>
      </w:r>
      <w:r>
        <w:tab/>
        <w:t>2.025e0</w:t>
      </w:r>
    </w:p>
    <w:p w14:paraId="7502208F" w14:textId="77777777" w:rsidR="006D4449" w:rsidRDefault="006D4449" w:rsidP="006D4449">
      <w:r>
        <w:lastRenderedPageBreak/>
        <w:t>239.6132</w:t>
      </w:r>
      <w:r>
        <w:tab/>
        <w:t>1.013e0</w:t>
      </w:r>
    </w:p>
    <w:p w14:paraId="6DA7FD37" w14:textId="77777777" w:rsidR="006D4449" w:rsidRDefault="006D4449" w:rsidP="006D4449">
      <w:r>
        <w:t>239.6162</w:t>
      </w:r>
      <w:r>
        <w:tab/>
        <w:t>2.025e0</w:t>
      </w:r>
    </w:p>
    <w:p w14:paraId="60AA1D24" w14:textId="77777777" w:rsidR="006D4449" w:rsidRDefault="006D4449" w:rsidP="006D4449">
      <w:r>
        <w:t>239.6366</w:t>
      </w:r>
      <w:r>
        <w:tab/>
        <w:t>1.013e0</w:t>
      </w:r>
    </w:p>
    <w:p w14:paraId="792CD926" w14:textId="77777777" w:rsidR="006D4449" w:rsidRDefault="006D4449" w:rsidP="006D4449">
      <w:r>
        <w:t>239.6608</w:t>
      </w:r>
      <w:r>
        <w:tab/>
        <w:t>2.025e0</w:t>
      </w:r>
    </w:p>
    <w:p w14:paraId="4893764C" w14:textId="77777777" w:rsidR="006D4449" w:rsidRDefault="006D4449" w:rsidP="006D4449">
      <w:r>
        <w:t>239.6743</w:t>
      </w:r>
      <w:r>
        <w:tab/>
        <w:t>1.013e0</w:t>
      </w:r>
    </w:p>
    <w:p w14:paraId="5C2E263D" w14:textId="77777777" w:rsidR="006D4449" w:rsidRDefault="006D4449" w:rsidP="006D4449">
      <w:r>
        <w:t>239.6754</w:t>
      </w:r>
      <w:r>
        <w:tab/>
        <w:t>1.013e0</w:t>
      </w:r>
    </w:p>
    <w:p w14:paraId="717DC9D3" w14:textId="77777777" w:rsidR="006D4449" w:rsidRDefault="006D4449" w:rsidP="006D4449">
      <w:r>
        <w:t>239.7208</w:t>
      </w:r>
      <w:r>
        <w:tab/>
        <w:t>1.013e0</w:t>
      </w:r>
    </w:p>
    <w:p w14:paraId="01B4916D" w14:textId="77777777" w:rsidR="006D4449" w:rsidRDefault="006D4449" w:rsidP="006D4449">
      <w:r>
        <w:t>239.7404</w:t>
      </w:r>
      <w:r>
        <w:tab/>
        <w:t>2.025e0</w:t>
      </w:r>
    </w:p>
    <w:p w14:paraId="073BBA20" w14:textId="77777777" w:rsidR="006D4449" w:rsidRDefault="006D4449" w:rsidP="006D4449">
      <w:r>
        <w:t>239.7933</w:t>
      </w:r>
      <w:r>
        <w:tab/>
        <w:t>1.013e0</w:t>
      </w:r>
    </w:p>
    <w:p w14:paraId="19600198" w14:textId="77777777" w:rsidR="006D4449" w:rsidRDefault="006D4449" w:rsidP="006D4449">
      <w:r>
        <w:t>239.8067</w:t>
      </w:r>
      <w:r>
        <w:tab/>
        <w:t>1.013e0</w:t>
      </w:r>
    </w:p>
    <w:p w14:paraId="1329F5E2" w14:textId="77777777" w:rsidR="006D4449" w:rsidRDefault="006D4449" w:rsidP="006D4449">
      <w:r>
        <w:t>239.8186</w:t>
      </w:r>
      <w:r>
        <w:tab/>
        <w:t>1.013e0</w:t>
      </w:r>
    </w:p>
    <w:p w14:paraId="4BCAA93E" w14:textId="77777777" w:rsidR="006D4449" w:rsidRDefault="006D4449" w:rsidP="006D4449">
      <w:r>
        <w:t>239.8436</w:t>
      </w:r>
      <w:r>
        <w:tab/>
        <w:t>1.013e0</w:t>
      </w:r>
    </w:p>
    <w:p w14:paraId="38CB9251" w14:textId="77777777" w:rsidR="006D4449" w:rsidRDefault="006D4449" w:rsidP="006D4449">
      <w:r>
        <w:t>239.8769</w:t>
      </w:r>
      <w:r>
        <w:tab/>
        <w:t>3.038e0</w:t>
      </w:r>
    </w:p>
    <w:p w14:paraId="74B9070A" w14:textId="77777777" w:rsidR="006D4449" w:rsidRDefault="006D4449" w:rsidP="006D4449">
      <w:r>
        <w:t>239.9184</w:t>
      </w:r>
      <w:r>
        <w:tab/>
        <w:t>1.013e0</w:t>
      </w:r>
    </w:p>
    <w:p w14:paraId="794FEDC3" w14:textId="77777777" w:rsidR="006D4449" w:rsidRDefault="006D4449" w:rsidP="006D4449">
      <w:r>
        <w:t>239.9514</w:t>
      </w:r>
      <w:r>
        <w:tab/>
        <w:t>1.013e0</w:t>
      </w:r>
    </w:p>
    <w:p w14:paraId="0A6137AC" w14:textId="77777777" w:rsidR="006D4449" w:rsidRDefault="006D4449" w:rsidP="006D4449">
      <w:r>
        <w:t>239.9678</w:t>
      </w:r>
      <w:r>
        <w:tab/>
        <w:t>1.013e0</w:t>
      </w:r>
    </w:p>
    <w:p w14:paraId="4EA16F44" w14:textId="77777777" w:rsidR="006D4449" w:rsidRDefault="006D4449" w:rsidP="006D4449">
      <w:r>
        <w:t>239.9747</w:t>
      </w:r>
      <w:r>
        <w:tab/>
        <w:t>1.013e0</w:t>
      </w:r>
    </w:p>
    <w:p w14:paraId="22365CDF" w14:textId="77777777" w:rsidR="006D4449" w:rsidRDefault="006D4449" w:rsidP="006D4449">
      <w:r>
        <w:t>239.9786</w:t>
      </w:r>
      <w:r>
        <w:tab/>
        <w:t>1.013e0</w:t>
      </w:r>
    </w:p>
    <w:p w14:paraId="1A959056" w14:textId="77777777" w:rsidR="006D4449" w:rsidRDefault="006D4449" w:rsidP="006D4449">
      <w:r>
        <w:t>239.9815</w:t>
      </w:r>
      <w:r>
        <w:tab/>
        <w:t>2.025e0</w:t>
      </w:r>
    </w:p>
    <w:p w14:paraId="76CEE4FE" w14:textId="77777777" w:rsidR="006D4449" w:rsidRDefault="006D4449" w:rsidP="006D4449">
      <w:r>
        <w:lastRenderedPageBreak/>
        <w:t>240.0172</w:t>
      </w:r>
      <w:r>
        <w:tab/>
        <w:t>2.025e0</w:t>
      </w:r>
    </w:p>
    <w:p w14:paraId="7A33D57D" w14:textId="77777777" w:rsidR="006D4449" w:rsidRDefault="006D4449" w:rsidP="006D4449">
      <w:r>
        <w:t>240.0280</w:t>
      </w:r>
      <w:r>
        <w:tab/>
        <w:t>2.025e0</w:t>
      </w:r>
    </w:p>
    <w:p w14:paraId="319207EF" w14:textId="77777777" w:rsidR="006D4449" w:rsidRDefault="006D4449" w:rsidP="006D4449">
      <w:r>
        <w:t>240.0300</w:t>
      </w:r>
      <w:r>
        <w:tab/>
        <w:t>6.076e0</w:t>
      </w:r>
    </w:p>
    <w:p w14:paraId="4A47287A" w14:textId="77777777" w:rsidR="006D4449" w:rsidRDefault="006D4449" w:rsidP="006D4449">
      <w:r>
        <w:t>240.0457</w:t>
      </w:r>
      <w:r>
        <w:tab/>
        <w:t>5.063e0</w:t>
      </w:r>
    </w:p>
    <w:p w14:paraId="26E8A331" w14:textId="77777777" w:rsidR="006D4449" w:rsidRDefault="006D4449" w:rsidP="006D4449">
      <w:r>
        <w:t>240.0614</w:t>
      </w:r>
      <w:r>
        <w:tab/>
        <w:t>6.076e0</w:t>
      </w:r>
    </w:p>
    <w:p w14:paraId="45C96498" w14:textId="77777777" w:rsidR="006D4449" w:rsidRDefault="006D4449" w:rsidP="006D4449">
      <w:r>
        <w:t>240.0656</w:t>
      </w:r>
      <w:r>
        <w:tab/>
        <w:t>5.063e0</w:t>
      </w:r>
    </w:p>
    <w:p w14:paraId="5A24F43B" w14:textId="77777777" w:rsidR="006D4449" w:rsidRDefault="006D4449" w:rsidP="006D4449">
      <w:r>
        <w:t>240.0745</w:t>
      </w:r>
      <w:r>
        <w:tab/>
        <w:t>1.013e0</w:t>
      </w:r>
    </w:p>
    <w:p w14:paraId="56BA738B" w14:textId="77777777" w:rsidR="006D4449" w:rsidRDefault="006D4449" w:rsidP="006D4449">
      <w:r>
        <w:t>240.0784</w:t>
      </w:r>
      <w:r>
        <w:tab/>
        <w:t>1.013e0</w:t>
      </w:r>
    </w:p>
    <w:p w14:paraId="49EF7BDB" w14:textId="77777777" w:rsidR="006D4449" w:rsidRDefault="006D4449" w:rsidP="006D4449">
      <w:r>
        <w:t>240.0861</w:t>
      </w:r>
      <w:r>
        <w:tab/>
        <w:t>1.013e0</w:t>
      </w:r>
    </w:p>
    <w:p w14:paraId="036F4AAB" w14:textId="77777777" w:rsidR="006D4449" w:rsidRDefault="006D4449" w:rsidP="006D4449">
      <w:r>
        <w:t>240.0984</w:t>
      </w:r>
      <w:r>
        <w:tab/>
        <w:t>6.076e0</w:t>
      </w:r>
    </w:p>
    <w:p w14:paraId="5F9027E2" w14:textId="77777777" w:rsidR="006D4449" w:rsidRDefault="006D4449" w:rsidP="006D4449">
      <w:r>
        <w:t>240.1015</w:t>
      </w:r>
      <w:r>
        <w:tab/>
        <w:t>2.025e0</w:t>
      </w:r>
    </w:p>
    <w:p w14:paraId="3856F7EC" w14:textId="77777777" w:rsidR="006D4449" w:rsidRDefault="006D4449" w:rsidP="006D4449">
      <w:r>
        <w:t>240.1200</w:t>
      </w:r>
      <w:r>
        <w:tab/>
        <w:t>4.051e0</w:t>
      </w:r>
    </w:p>
    <w:p w14:paraId="7B71E502" w14:textId="77777777" w:rsidR="006D4449" w:rsidRDefault="006D4449" w:rsidP="006D4449">
      <w:r>
        <w:t>240.1307</w:t>
      </w:r>
      <w:r>
        <w:tab/>
        <w:t>3.038e0</w:t>
      </w:r>
    </w:p>
    <w:p w14:paraId="5B6B7A7B" w14:textId="77777777" w:rsidR="006D4449" w:rsidRDefault="006D4449" w:rsidP="006D4449">
      <w:r>
        <w:t>240.1535</w:t>
      </w:r>
      <w:r>
        <w:tab/>
        <w:t>2.025e0</w:t>
      </w:r>
    </w:p>
    <w:p w14:paraId="4546AB28" w14:textId="77777777" w:rsidR="006D4449" w:rsidRDefault="006D4449" w:rsidP="006D4449">
      <w:r>
        <w:t>240.1786</w:t>
      </w:r>
      <w:r>
        <w:tab/>
        <w:t>3.038e0</w:t>
      </w:r>
    </w:p>
    <w:p w14:paraId="4320FBA4" w14:textId="77777777" w:rsidR="006D4449" w:rsidRDefault="006D4449" w:rsidP="006D4449">
      <w:r>
        <w:t>240.1907</w:t>
      </w:r>
      <w:r>
        <w:tab/>
        <w:t>7.089e0</w:t>
      </w:r>
    </w:p>
    <w:p w14:paraId="6362A1CF" w14:textId="77777777" w:rsidR="006D4449" w:rsidRDefault="006D4449" w:rsidP="006D4449">
      <w:r>
        <w:t>240.1951</w:t>
      </w:r>
      <w:r>
        <w:tab/>
        <w:t>2.025e0</w:t>
      </w:r>
    </w:p>
    <w:p w14:paraId="59E67D3B" w14:textId="77777777" w:rsidR="006D4449" w:rsidRDefault="006D4449" w:rsidP="006D4449">
      <w:r>
        <w:t>240.1961</w:t>
      </w:r>
      <w:r>
        <w:tab/>
        <w:t>2.025e0</w:t>
      </w:r>
    </w:p>
    <w:p w14:paraId="7A5F2403" w14:textId="77777777" w:rsidR="006D4449" w:rsidRDefault="006D4449" w:rsidP="006D4449">
      <w:r>
        <w:t>240.2267</w:t>
      </w:r>
      <w:r>
        <w:tab/>
        <w:t>1.013e0</w:t>
      </w:r>
    </w:p>
    <w:p w14:paraId="2EF5704A" w14:textId="77777777" w:rsidR="006D4449" w:rsidRDefault="006D4449" w:rsidP="006D4449">
      <w:r>
        <w:lastRenderedPageBreak/>
        <w:t>240.2340</w:t>
      </w:r>
      <w:r>
        <w:tab/>
        <w:t>2.025e0</w:t>
      </w:r>
    </w:p>
    <w:p w14:paraId="18E1A1A0" w14:textId="77777777" w:rsidR="006D4449" w:rsidRDefault="006D4449" w:rsidP="006D4449">
      <w:r>
        <w:t>240.2355</w:t>
      </w:r>
      <w:r>
        <w:tab/>
        <w:t>4.051e0</w:t>
      </w:r>
    </w:p>
    <w:p w14:paraId="23022954" w14:textId="77777777" w:rsidR="006D4449" w:rsidRDefault="006D4449" w:rsidP="006D4449">
      <w:r>
        <w:t>240.2374</w:t>
      </w:r>
      <w:r>
        <w:tab/>
        <w:t>3.038e0</w:t>
      </w:r>
    </w:p>
    <w:p w14:paraId="24F849D1" w14:textId="77777777" w:rsidR="006D4449" w:rsidRDefault="006D4449" w:rsidP="006D4449">
      <w:r>
        <w:t>240.2604</w:t>
      </w:r>
      <w:r>
        <w:tab/>
        <w:t>1.013e0</w:t>
      </w:r>
    </w:p>
    <w:p w14:paraId="6434A9A5" w14:textId="77777777" w:rsidR="006D4449" w:rsidRDefault="006D4449" w:rsidP="006D4449">
      <w:r>
        <w:t>240.3008</w:t>
      </w:r>
      <w:r>
        <w:tab/>
        <w:t>1.013e0</w:t>
      </w:r>
    </w:p>
    <w:p w14:paraId="535D0D29" w14:textId="77777777" w:rsidR="006D4449" w:rsidRDefault="006D4449" w:rsidP="006D4449">
      <w:r>
        <w:t>240.3217</w:t>
      </w:r>
      <w:r>
        <w:tab/>
        <w:t>1.013e0</w:t>
      </w:r>
    </w:p>
    <w:p w14:paraId="33CEBF27" w14:textId="77777777" w:rsidR="006D4449" w:rsidRDefault="006D4449" w:rsidP="006D4449">
      <w:r>
        <w:t>240.3423</w:t>
      </w:r>
      <w:r>
        <w:tab/>
        <w:t>1.013e0</w:t>
      </w:r>
    </w:p>
    <w:p w14:paraId="1D880C2B" w14:textId="77777777" w:rsidR="006D4449" w:rsidRDefault="006D4449" w:rsidP="006D4449">
      <w:r>
        <w:t>240.3457</w:t>
      </w:r>
      <w:r>
        <w:tab/>
        <w:t>1.013e0</w:t>
      </w:r>
    </w:p>
    <w:p w14:paraId="07478EAA" w14:textId="77777777" w:rsidR="006D4449" w:rsidRDefault="006D4449" w:rsidP="006D4449">
      <w:r>
        <w:t>240.3700</w:t>
      </w:r>
      <w:r>
        <w:tab/>
        <w:t>2.025e0</w:t>
      </w:r>
    </w:p>
    <w:p w14:paraId="5F38B658" w14:textId="77777777" w:rsidR="006D4449" w:rsidRDefault="006D4449" w:rsidP="006D4449">
      <w:r>
        <w:t>240.4165</w:t>
      </w:r>
      <w:r>
        <w:tab/>
        <w:t>1.013e0</w:t>
      </w:r>
    </w:p>
    <w:p w14:paraId="1DB83CB7" w14:textId="77777777" w:rsidR="006D4449" w:rsidRDefault="006D4449" w:rsidP="006D4449">
      <w:r>
        <w:t>240.4581</w:t>
      </w:r>
      <w:r>
        <w:tab/>
        <w:t>1.013e0</w:t>
      </w:r>
    </w:p>
    <w:p w14:paraId="3FFDFDCA" w14:textId="77777777" w:rsidR="006D4449" w:rsidRDefault="006D4449" w:rsidP="006D4449">
      <w:r>
        <w:t>240.4817</w:t>
      </w:r>
      <w:r>
        <w:tab/>
        <w:t>1.013e0</w:t>
      </w:r>
    </w:p>
    <w:p w14:paraId="0DFE08E6" w14:textId="77777777" w:rsidR="006D4449" w:rsidRDefault="006D4449" w:rsidP="006D4449">
      <w:r>
        <w:t>240.4852</w:t>
      </w:r>
      <w:r>
        <w:tab/>
        <w:t>1.013e0</w:t>
      </w:r>
    </w:p>
    <w:p w14:paraId="65A82337" w14:textId="77777777" w:rsidR="006D4449" w:rsidRDefault="006D4449" w:rsidP="006D4449">
      <w:r>
        <w:t>240.5144</w:t>
      </w:r>
      <w:r>
        <w:tab/>
        <w:t>1.013e0</w:t>
      </w:r>
    </w:p>
    <w:p w14:paraId="7E5BCFA4" w14:textId="77777777" w:rsidR="006D4449" w:rsidRDefault="006D4449" w:rsidP="006D4449">
      <w:r>
        <w:t>240.5357</w:t>
      </w:r>
      <w:r>
        <w:tab/>
        <w:t>2.025e0</w:t>
      </w:r>
    </w:p>
    <w:p w14:paraId="2339BE8A" w14:textId="77777777" w:rsidR="006D4449" w:rsidRDefault="006D4449" w:rsidP="006D4449">
      <w:r>
        <w:t>240.5447</w:t>
      </w:r>
      <w:r>
        <w:tab/>
        <w:t>1.013e0</w:t>
      </w:r>
    </w:p>
    <w:p w14:paraId="794F86A0" w14:textId="77777777" w:rsidR="006D4449" w:rsidRDefault="006D4449" w:rsidP="006D4449">
      <w:r>
        <w:t>240.5560</w:t>
      </w:r>
      <w:r>
        <w:tab/>
        <w:t>1.013e0</w:t>
      </w:r>
    </w:p>
    <w:p w14:paraId="7AECA7CD" w14:textId="77777777" w:rsidR="006D4449" w:rsidRDefault="006D4449" w:rsidP="006D4449">
      <w:r>
        <w:t>240.5649</w:t>
      </w:r>
      <w:r>
        <w:tab/>
        <w:t>1.013e0</w:t>
      </w:r>
    </w:p>
    <w:p w14:paraId="63EE5117" w14:textId="77777777" w:rsidR="006D4449" w:rsidRDefault="006D4449" w:rsidP="006D4449">
      <w:r>
        <w:t>240.5932</w:t>
      </w:r>
      <w:r>
        <w:tab/>
        <w:t>1.013e0</w:t>
      </w:r>
    </w:p>
    <w:p w14:paraId="48A9D5AB" w14:textId="77777777" w:rsidR="006D4449" w:rsidRDefault="006D4449" w:rsidP="006D4449">
      <w:r>
        <w:lastRenderedPageBreak/>
        <w:t>240.6026</w:t>
      </w:r>
      <w:r>
        <w:tab/>
        <w:t>1.013e0</w:t>
      </w:r>
    </w:p>
    <w:p w14:paraId="3676D3B1" w14:textId="77777777" w:rsidR="006D4449" w:rsidRDefault="006D4449" w:rsidP="006D4449">
      <w:r>
        <w:t>240.6302</w:t>
      </w:r>
      <w:r>
        <w:tab/>
        <w:t>1.013e0</w:t>
      </w:r>
    </w:p>
    <w:p w14:paraId="07A40D96" w14:textId="77777777" w:rsidR="006D4449" w:rsidRDefault="006D4449" w:rsidP="006D4449">
      <w:r>
        <w:t>240.6437</w:t>
      </w:r>
      <w:r>
        <w:tab/>
        <w:t>1.013e0</w:t>
      </w:r>
    </w:p>
    <w:p w14:paraId="3BA9F6A1" w14:textId="77777777" w:rsidR="006D4449" w:rsidRDefault="006D4449" w:rsidP="006D4449">
      <w:r>
        <w:t>240.6922</w:t>
      </w:r>
      <w:r>
        <w:tab/>
        <w:t>1.013e0</w:t>
      </w:r>
    </w:p>
    <w:p w14:paraId="02674EBE" w14:textId="77777777" w:rsidR="006D4449" w:rsidRDefault="006D4449" w:rsidP="006D4449">
      <w:r>
        <w:t>240.7239</w:t>
      </w:r>
      <w:r>
        <w:tab/>
        <w:t>1.013e0</w:t>
      </w:r>
    </w:p>
    <w:p w14:paraId="504470BE" w14:textId="77777777" w:rsidR="006D4449" w:rsidRDefault="006D4449" w:rsidP="006D4449">
      <w:r>
        <w:t>240.7382</w:t>
      </w:r>
      <w:r>
        <w:tab/>
        <w:t>1.013e0</w:t>
      </w:r>
    </w:p>
    <w:p w14:paraId="6CA5F8D2" w14:textId="77777777" w:rsidR="006D4449" w:rsidRDefault="006D4449" w:rsidP="006D4449">
      <w:r>
        <w:t>240.7510</w:t>
      </w:r>
      <w:r>
        <w:tab/>
        <w:t>2.025e0</w:t>
      </w:r>
    </w:p>
    <w:p w14:paraId="3647924A" w14:textId="77777777" w:rsidR="006D4449" w:rsidRDefault="006D4449" w:rsidP="006D4449">
      <w:r>
        <w:t>240.7538</w:t>
      </w:r>
      <w:r>
        <w:tab/>
        <w:t>1.013e0</w:t>
      </w:r>
    </w:p>
    <w:p w14:paraId="72C4006A" w14:textId="77777777" w:rsidR="006D4449" w:rsidRDefault="006D4449" w:rsidP="006D4449">
      <w:r>
        <w:t>240.7568</w:t>
      </w:r>
      <w:r>
        <w:tab/>
        <w:t>2.025e0</w:t>
      </w:r>
    </w:p>
    <w:p w14:paraId="6450D30C" w14:textId="77777777" w:rsidR="006D4449" w:rsidRDefault="006D4449" w:rsidP="006D4449">
      <w:r>
        <w:t>240.7787</w:t>
      </w:r>
      <w:r>
        <w:tab/>
        <w:t>1.013e0</w:t>
      </w:r>
    </w:p>
    <w:p w14:paraId="0BBD6CF9" w14:textId="77777777" w:rsidR="006D4449" w:rsidRDefault="006D4449" w:rsidP="006D4449">
      <w:r>
        <w:t>240.7822</w:t>
      </w:r>
      <w:r>
        <w:tab/>
        <w:t>1.013e0</w:t>
      </w:r>
    </w:p>
    <w:p w14:paraId="7D0A385D" w14:textId="77777777" w:rsidR="006D4449" w:rsidRDefault="006D4449" w:rsidP="006D4449">
      <w:r>
        <w:t>240.7923</w:t>
      </w:r>
      <w:r>
        <w:tab/>
        <w:t>1.013e0</w:t>
      </w:r>
    </w:p>
    <w:p w14:paraId="0C213290" w14:textId="77777777" w:rsidR="006D4449" w:rsidRDefault="006D4449" w:rsidP="006D4449">
      <w:r>
        <w:t>240.8072</w:t>
      </w:r>
      <w:r>
        <w:tab/>
        <w:t>1.013e0</w:t>
      </w:r>
    </w:p>
    <w:p w14:paraId="709D6BA4" w14:textId="77777777" w:rsidR="006D4449" w:rsidRDefault="006D4449" w:rsidP="006D4449">
      <w:r>
        <w:t>240.8100</w:t>
      </w:r>
      <w:r>
        <w:tab/>
        <w:t>2.775e0</w:t>
      </w:r>
    </w:p>
    <w:p w14:paraId="62376EA8" w14:textId="77777777" w:rsidR="006D4449" w:rsidRDefault="006D4449" w:rsidP="006D4449">
      <w:r>
        <w:t>240.8499</w:t>
      </w:r>
      <w:r>
        <w:tab/>
        <w:t>1.013e0</w:t>
      </w:r>
    </w:p>
    <w:p w14:paraId="039D1B72" w14:textId="77777777" w:rsidR="006D4449" w:rsidRDefault="006D4449" w:rsidP="006D4449">
      <w:r>
        <w:t>240.8656</w:t>
      </w:r>
      <w:r>
        <w:tab/>
        <w:t>3.038e0</w:t>
      </w:r>
    </w:p>
    <w:p w14:paraId="3D3293EB" w14:textId="77777777" w:rsidR="006D4449" w:rsidRDefault="006D4449" w:rsidP="006D4449">
      <w:r>
        <w:t>240.9072</w:t>
      </w:r>
      <w:r>
        <w:tab/>
        <w:t>1.013e0</w:t>
      </w:r>
    </w:p>
    <w:p w14:paraId="58617E5A" w14:textId="77777777" w:rsidR="006D4449" w:rsidRDefault="006D4449" w:rsidP="006D4449">
      <w:r>
        <w:t>240.9392</w:t>
      </w:r>
      <w:r>
        <w:tab/>
        <w:t>2.025e0</w:t>
      </w:r>
    </w:p>
    <w:p w14:paraId="2F3936B0" w14:textId="77777777" w:rsidR="006D4449" w:rsidRDefault="006D4449" w:rsidP="006D4449">
      <w:r>
        <w:t>240.9517</w:t>
      </w:r>
      <w:r>
        <w:tab/>
        <w:t>1.013e0</w:t>
      </w:r>
    </w:p>
    <w:p w14:paraId="40F3B84F" w14:textId="77777777" w:rsidR="006D4449" w:rsidRDefault="006D4449" w:rsidP="006D4449">
      <w:r>
        <w:lastRenderedPageBreak/>
        <w:t>240.9645</w:t>
      </w:r>
      <w:r>
        <w:tab/>
        <w:t>1.013e0</w:t>
      </w:r>
    </w:p>
    <w:p w14:paraId="60F27548" w14:textId="77777777" w:rsidR="006D4449" w:rsidRDefault="006D4449" w:rsidP="006D4449">
      <w:r>
        <w:t>240.9996</w:t>
      </w:r>
      <w:r>
        <w:tab/>
        <w:t>7.089e0</w:t>
      </w:r>
    </w:p>
    <w:p w14:paraId="508A290A" w14:textId="77777777" w:rsidR="006D4449" w:rsidRDefault="006D4449" w:rsidP="006D4449">
      <w:r>
        <w:t>241.0051</w:t>
      </w:r>
      <w:r>
        <w:tab/>
        <w:t>1.013e0</w:t>
      </w:r>
    </w:p>
    <w:p w14:paraId="5F555553" w14:textId="77777777" w:rsidR="006D4449" w:rsidRDefault="006D4449" w:rsidP="006D4449">
      <w:r>
        <w:t>241.0130</w:t>
      </w:r>
      <w:r>
        <w:tab/>
        <w:t>1.013e0</w:t>
      </w:r>
    </w:p>
    <w:p w14:paraId="67B7322F" w14:textId="77777777" w:rsidR="006D4449" w:rsidRDefault="006D4449" w:rsidP="006D4449">
      <w:r>
        <w:t>241.0266</w:t>
      </w:r>
      <w:r>
        <w:tab/>
        <w:t>3.038e0</w:t>
      </w:r>
    </w:p>
    <w:p w14:paraId="7A0D1787" w14:textId="77777777" w:rsidR="006D4449" w:rsidRDefault="006D4449" w:rsidP="006D4449">
      <w:r>
        <w:t>241.0304</w:t>
      </w:r>
      <w:r>
        <w:tab/>
        <w:t>8.101e0</w:t>
      </w:r>
    </w:p>
    <w:p w14:paraId="634C89CE" w14:textId="77777777" w:rsidR="006D4449" w:rsidRDefault="006D4449" w:rsidP="006D4449">
      <w:r>
        <w:t>241.0332</w:t>
      </w:r>
      <w:r>
        <w:tab/>
        <w:t>2.025e0</w:t>
      </w:r>
    </w:p>
    <w:p w14:paraId="0A4F961B" w14:textId="77777777" w:rsidR="006D4449" w:rsidRDefault="006D4449" w:rsidP="006D4449">
      <w:r>
        <w:t>241.0604</w:t>
      </w:r>
      <w:r>
        <w:tab/>
        <w:t>2.025e0</w:t>
      </w:r>
    </w:p>
    <w:p w14:paraId="2A3E3D5C" w14:textId="77777777" w:rsidR="006D4449" w:rsidRDefault="006D4449" w:rsidP="006D4449">
      <w:r>
        <w:t>241.0662</w:t>
      </w:r>
      <w:r>
        <w:tab/>
        <w:t>1.013e0</w:t>
      </w:r>
    </w:p>
    <w:p w14:paraId="30C4CB10" w14:textId="77777777" w:rsidR="006D4449" w:rsidRDefault="006D4449" w:rsidP="006D4449">
      <w:r>
        <w:t>241.0677</w:t>
      </w:r>
      <w:r>
        <w:tab/>
        <w:t>2.025e0</w:t>
      </w:r>
    </w:p>
    <w:p w14:paraId="08AEFA16" w14:textId="77777777" w:rsidR="006D4449" w:rsidRDefault="006D4449" w:rsidP="006D4449">
      <w:r>
        <w:t>241.0761</w:t>
      </w:r>
      <w:r>
        <w:tab/>
        <w:t>1.013e0</w:t>
      </w:r>
    </w:p>
    <w:p w14:paraId="3BBCC63B" w14:textId="77777777" w:rsidR="006D4449" w:rsidRDefault="006D4449" w:rsidP="006D4449">
      <w:r>
        <w:t>241.1012</w:t>
      </w:r>
      <w:r>
        <w:tab/>
        <w:t>2.025e0</w:t>
      </w:r>
    </w:p>
    <w:p w14:paraId="540D8DAA" w14:textId="77777777" w:rsidR="006D4449" w:rsidRDefault="006D4449" w:rsidP="006D4449">
      <w:r>
        <w:t>241.1060</w:t>
      </w:r>
      <w:r>
        <w:tab/>
        <w:t>2.025e0</w:t>
      </w:r>
    </w:p>
    <w:p w14:paraId="2700907F" w14:textId="77777777" w:rsidR="006D4449" w:rsidRDefault="006D4449" w:rsidP="006D4449">
      <w:r>
        <w:t>241.1088</w:t>
      </w:r>
      <w:r>
        <w:tab/>
        <w:t>5.063e0</w:t>
      </w:r>
    </w:p>
    <w:p w14:paraId="5BB41487" w14:textId="77777777" w:rsidR="006D4449" w:rsidRDefault="006D4449" w:rsidP="006D4449">
      <w:r>
        <w:t>241.1227</w:t>
      </w:r>
      <w:r>
        <w:tab/>
        <w:t>4.051e0</w:t>
      </w:r>
    </w:p>
    <w:p w14:paraId="26846852" w14:textId="77777777" w:rsidR="006D4449" w:rsidRDefault="006D4449" w:rsidP="006D4449">
      <w:r>
        <w:t>241.1405</w:t>
      </w:r>
      <w:r>
        <w:tab/>
        <w:t>3.038e0</w:t>
      </w:r>
    </w:p>
    <w:p w14:paraId="40A2CD22" w14:textId="77777777" w:rsidR="006D4449" w:rsidRDefault="006D4449" w:rsidP="006D4449">
      <w:r>
        <w:t>241.1467</w:t>
      </w:r>
      <w:r>
        <w:tab/>
        <w:t>1.013e0</w:t>
      </w:r>
    </w:p>
    <w:p w14:paraId="40A465CC" w14:textId="77777777" w:rsidR="006D4449" w:rsidRDefault="006D4449" w:rsidP="006D4449">
      <w:r>
        <w:t>241.1565</w:t>
      </w:r>
      <w:r>
        <w:tab/>
        <w:t>2.025e0</w:t>
      </w:r>
    </w:p>
    <w:p w14:paraId="7DE211C8" w14:textId="77777777" w:rsidR="006D4449" w:rsidRDefault="006D4449" w:rsidP="006D4449">
      <w:r>
        <w:t>241.1627</w:t>
      </w:r>
      <w:r>
        <w:tab/>
        <w:t>3.075e0</w:t>
      </w:r>
    </w:p>
    <w:p w14:paraId="64D11B38" w14:textId="77777777" w:rsidR="006D4449" w:rsidRDefault="006D4449" w:rsidP="006D4449">
      <w:r>
        <w:lastRenderedPageBreak/>
        <w:t>241.1663</w:t>
      </w:r>
      <w:r>
        <w:tab/>
        <w:t>1.013e0</w:t>
      </w:r>
    </w:p>
    <w:p w14:paraId="450E0D08" w14:textId="77777777" w:rsidR="006D4449" w:rsidRDefault="006D4449" w:rsidP="006D4449">
      <w:r>
        <w:t>241.2021</w:t>
      </w:r>
      <w:r>
        <w:tab/>
        <w:t>4.051e0</w:t>
      </w:r>
    </w:p>
    <w:p w14:paraId="4716D601" w14:textId="77777777" w:rsidR="006D4449" w:rsidRDefault="006D4449" w:rsidP="006D4449">
      <w:r>
        <w:t>241.2080</w:t>
      </w:r>
      <w:r>
        <w:tab/>
        <w:t>2.025e0</w:t>
      </w:r>
    </w:p>
    <w:p w14:paraId="521CC5FE" w14:textId="77777777" w:rsidR="006D4449" w:rsidRDefault="006D4449" w:rsidP="006D4449">
      <w:r>
        <w:t>241.2131</w:t>
      </w:r>
      <w:r>
        <w:tab/>
        <w:t>2.025e0</w:t>
      </w:r>
    </w:p>
    <w:p w14:paraId="34E4951D" w14:textId="77777777" w:rsidR="006D4449" w:rsidRDefault="006D4449" w:rsidP="006D4449">
      <w:r>
        <w:t>241.2172</w:t>
      </w:r>
      <w:r>
        <w:tab/>
        <w:t>4.051e0</w:t>
      </w:r>
    </w:p>
    <w:p w14:paraId="40394C55" w14:textId="77777777" w:rsidR="006D4449" w:rsidRDefault="006D4449" w:rsidP="006D4449">
      <w:r>
        <w:t>241.2299</w:t>
      </w:r>
      <w:r>
        <w:tab/>
        <w:t>5.063e0</w:t>
      </w:r>
    </w:p>
    <w:p w14:paraId="713227B3" w14:textId="77777777" w:rsidR="006D4449" w:rsidRDefault="006D4449" w:rsidP="006D4449">
      <w:r>
        <w:t>241.2372</w:t>
      </w:r>
      <w:r>
        <w:tab/>
        <w:t>4.051e0</w:t>
      </w:r>
    </w:p>
    <w:p w14:paraId="2C2A0187" w14:textId="77777777" w:rsidR="006D4449" w:rsidRDefault="006D4449" w:rsidP="006D4449">
      <w:r>
        <w:t>241.2446</w:t>
      </w:r>
      <w:r>
        <w:tab/>
        <w:t>1.013e0</w:t>
      </w:r>
    </w:p>
    <w:p w14:paraId="6289697D" w14:textId="77777777" w:rsidR="006D4449" w:rsidRDefault="006D4449" w:rsidP="006D4449">
      <w:r>
        <w:t>241.2496</w:t>
      </w:r>
      <w:r>
        <w:tab/>
        <w:t>2.025e0</w:t>
      </w:r>
    </w:p>
    <w:p w14:paraId="4CA0CB42" w14:textId="77777777" w:rsidR="006D4449" w:rsidRDefault="006D4449" w:rsidP="006D4449">
      <w:r>
        <w:t>241.2516</w:t>
      </w:r>
      <w:r>
        <w:tab/>
        <w:t>3.038e0</w:t>
      </w:r>
    </w:p>
    <w:p w14:paraId="4FA27D90" w14:textId="77777777" w:rsidR="006D4449" w:rsidRDefault="006D4449" w:rsidP="006D4449">
      <w:r>
        <w:t>241.2863</w:t>
      </w:r>
      <w:r>
        <w:tab/>
        <w:t>1.013e0</w:t>
      </w:r>
    </w:p>
    <w:p w14:paraId="27B7EE4E" w14:textId="77777777" w:rsidR="006D4449" w:rsidRDefault="006D4449" w:rsidP="006D4449">
      <w:r>
        <w:t>241.3069</w:t>
      </w:r>
      <w:r>
        <w:tab/>
        <w:t>1.013e0</w:t>
      </w:r>
    </w:p>
    <w:p w14:paraId="563DFCE1" w14:textId="77777777" w:rsidR="006D4449" w:rsidRDefault="006D4449" w:rsidP="006D4449">
      <w:r>
        <w:t>241.3320</w:t>
      </w:r>
      <w:r>
        <w:tab/>
        <w:t>1.013e0</w:t>
      </w:r>
    </w:p>
    <w:p w14:paraId="231B15B6" w14:textId="77777777" w:rsidR="006D4449" w:rsidRDefault="006D4449" w:rsidP="006D4449">
      <w:r>
        <w:t>241.3368</w:t>
      </w:r>
      <w:r>
        <w:tab/>
        <w:t>1.013e0</w:t>
      </w:r>
    </w:p>
    <w:p w14:paraId="611CB604" w14:textId="77777777" w:rsidR="006D4449" w:rsidRDefault="006D4449" w:rsidP="006D4449">
      <w:r>
        <w:t>241.3407</w:t>
      </w:r>
      <w:r>
        <w:tab/>
        <w:t>1.013e0</w:t>
      </w:r>
    </w:p>
    <w:p w14:paraId="257F9B8F" w14:textId="77777777" w:rsidR="006D4449" w:rsidRDefault="006D4449" w:rsidP="006D4449">
      <w:r>
        <w:t>241.3564</w:t>
      </w:r>
      <w:r>
        <w:tab/>
        <w:t>1.013e0</w:t>
      </w:r>
    </w:p>
    <w:p w14:paraId="2B7F8A34" w14:textId="77777777" w:rsidR="006D4449" w:rsidRDefault="006D4449" w:rsidP="006D4449">
      <w:r>
        <w:t>241.3996</w:t>
      </w:r>
      <w:r>
        <w:tab/>
        <w:t>3.038e0</w:t>
      </w:r>
    </w:p>
    <w:p w14:paraId="56E5AAC8" w14:textId="77777777" w:rsidR="006D4449" w:rsidRDefault="006D4449" w:rsidP="006D4449">
      <w:r>
        <w:t>241.4397</w:t>
      </w:r>
      <w:r>
        <w:tab/>
        <w:t>1.013e0</w:t>
      </w:r>
    </w:p>
    <w:p w14:paraId="43D595D8" w14:textId="77777777" w:rsidR="006D4449" w:rsidRDefault="006D4449" w:rsidP="006D4449">
      <w:r>
        <w:t>241.4437</w:t>
      </w:r>
      <w:r>
        <w:tab/>
        <w:t>1.013e0</w:t>
      </w:r>
    </w:p>
    <w:p w14:paraId="73E25B7A" w14:textId="77777777" w:rsidR="006D4449" w:rsidRDefault="006D4449" w:rsidP="006D4449">
      <w:r>
        <w:lastRenderedPageBreak/>
        <w:t>241.4731</w:t>
      </w:r>
      <w:r>
        <w:tab/>
        <w:t>1.013e0</w:t>
      </w:r>
    </w:p>
    <w:p w14:paraId="4DDC599F" w14:textId="77777777" w:rsidR="006D4449" w:rsidRDefault="006D4449" w:rsidP="006D4449">
      <w:r>
        <w:t>241.4804</w:t>
      </w:r>
      <w:r>
        <w:tab/>
        <w:t>1.013e0</w:t>
      </w:r>
    </w:p>
    <w:p w14:paraId="1966FDCF" w14:textId="77777777" w:rsidR="006D4449" w:rsidRDefault="006D4449" w:rsidP="006D4449">
      <w:r>
        <w:t>241.5000</w:t>
      </w:r>
      <w:r>
        <w:tab/>
        <w:t>1.013e0</w:t>
      </w:r>
    </w:p>
    <w:p w14:paraId="1F23A7E5" w14:textId="77777777" w:rsidR="006D4449" w:rsidRDefault="006D4449" w:rsidP="006D4449">
      <w:r>
        <w:t>241.5183</w:t>
      </w:r>
      <w:r>
        <w:tab/>
        <w:t>1.013e0</w:t>
      </w:r>
    </w:p>
    <w:p w14:paraId="35ECD0C9" w14:textId="77777777" w:rsidR="006D4449" w:rsidRDefault="006D4449" w:rsidP="006D4449">
      <w:r>
        <w:t>241.5456</w:t>
      </w:r>
      <w:r>
        <w:tab/>
        <w:t>1.013e0</w:t>
      </w:r>
    </w:p>
    <w:p w14:paraId="59128BA1" w14:textId="77777777" w:rsidR="006D4449" w:rsidRDefault="006D4449" w:rsidP="006D4449">
      <w:r>
        <w:t>241.5505</w:t>
      </w:r>
      <w:r>
        <w:tab/>
        <w:t>1.013e0</w:t>
      </w:r>
    </w:p>
    <w:p w14:paraId="37838CCF" w14:textId="77777777" w:rsidR="006D4449" w:rsidRDefault="006D4449" w:rsidP="006D4449">
      <w:r>
        <w:t>241.6041</w:t>
      </w:r>
      <w:r>
        <w:tab/>
        <w:t>1.013e0</w:t>
      </w:r>
    </w:p>
    <w:p w14:paraId="4CBDBB90" w14:textId="77777777" w:rsidR="006D4449" w:rsidRDefault="006D4449" w:rsidP="006D4449">
      <w:r>
        <w:t>241.6076</w:t>
      </w:r>
      <w:r>
        <w:tab/>
        <w:t>1.013e0</w:t>
      </w:r>
    </w:p>
    <w:p w14:paraId="25D15F67" w14:textId="77777777" w:rsidR="006D4449" w:rsidRDefault="006D4449" w:rsidP="006D4449">
      <w:r>
        <w:t>241.6121</w:t>
      </w:r>
      <w:r>
        <w:tab/>
        <w:t>1.013e0</w:t>
      </w:r>
    </w:p>
    <w:p w14:paraId="6C45AEF5" w14:textId="77777777" w:rsidR="006D4449" w:rsidRDefault="006D4449" w:rsidP="006D4449">
      <w:r>
        <w:t>241.6215</w:t>
      </w:r>
      <w:r>
        <w:tab/>
        <w:t>2.025e0</w:t>
      </w:r>
    </w:p>
    <w:p w14:paraId="4855E437" w14:textId="77777777" w:rsidR="006D4449" w:rsidRDefault="006D4449" w:rsidP="006D4449">
      <w:r>
        <w:t>241.6368</w:t>
      </w:r>
      <w:r>
        <w:tab/>
        <w:t>1.013e0</w:t>
      </w:r>
    </w:p>
    <w:p w14:paraId="2220EB86" w14:textId="77777777" w:rsidR="006D4449" w:rsidRDefault="006D4449" w:rsidP="006D4449">
      <w:r>
        <w:t>241.6495</w:t>
      </w:r>
      <w:r>
        <w:tab/>
        <w:t>1.013e0</w:t>
      </w:r>
    </w:p>
    <w:p w14:paraId="63F8297A" w14:textId="77777777" w:rsidR="006D4449" w:rsidRDefault="006D4449" w:rsidP="006D4449">
      <w:r>
        <w:t>241.6527</w:t>
      </w:r>
      <w:r>
        <w:tab/>
        <w:t>2.025e0</w:t>
      </w:r>
    </w:p>
    <w:p w14:paraId="425C1732" w14:textId="77777777" w:rsidR="006D4449" w:rsidRDefault="006D4449" w:rsidP="006D4449">
      <w:r>
        <w:t>241.6823</w:t>
      </w:r>
      <w:r>
        <w:tab/>
        <w:t>1.013e0</w:t>
      </w:r>
    </w:p>
    <w:p w14:paraId="61F2A5E4" w14:textId="77777777" w:rsidR="006D4449" w:rsidRDefault="006D4449" w:rsidP="006D4449">
      <w:r>
        <w:t>241.6913</w:t>
      </w:r>
      <w:r>
        <w:tab/>
        <w:t>1.013e0</w:t>
      </w:r>
    </w:p>
    <w:p w14:paraId="34D2F5AB" w14:textId="77777777" w:rsidR="006D4449" w:rsidRDefault="006D4449" w:rsidP="006D4449">
      <w:r>
        <w:t>241.6979</w:t>
      </w:r>
      <w:r>
        <w:tab/>
        <w:t>1.013e0</w:t>
      </w:r>
    </w:p>
    <w:p w14:paraId="1C2772CC" w14:textId="77777777" w:rsidR="006D4449" w:rsidRDefault="006D4449" w:rsidP="006D4449">
      <w:r>
        <w:t>241.7170</w:t>
      </w:r>
      <w:r>
        <w:tab/>
        <w:t>1.013e0</w:t>
      </w:r>
    </w:p>
    <w:p w14:paraId="306BAF23" w14:textId="77777777" w:rsidR="006D4449" w:rsidRDefault="006D4449" w:rsidP="006D4449">
      <w:r>
        <w:t>241.7309</w:t>
      </w:r>
      <w:r>
        <w:tab/>
        <w:t>2.025e0</w:t>
      </w:r>
    </w:p>
    <w:p w14:paraId="2E2A9FF1" w14:textId="77777777" w:rsidR="006D4449" w:rsidRDefault="006D4449" w:rsidP="006D4449">
      <w:r>
        <w:t>241.7397</w:t>
      </w:r>
      <w:r>
        <w:tab/>
        <w:t>2.025e0</w:t>
      </w:r>
    </w:p>
    <w:p w14:paraId="3446AC4E" w14:textId="77777777" w:rsidR="006D4449" w:rsidRDefault="006D4449" w:rsidP="006D4449">
      <w:r>
        <w:lastRenderedPageBreak/>
        <w:t>241.7448</w:t>
      </w:r>
      <w:r>
        <w:tab/>
        <w:t>2.025e0</w:t>
      </w:r>
    </w:p>
    <w:p w14:paraId="164CF851" w14:textId="77777777" w:rsidR="006D4449" w:rsidRDefault="006D4449" w:rsidP="006D4449">
      <w:r>
        <w:t>241.7824</w:t>
      </w:r>
      <w:r>
        <w:tab/>
        <w:t>1.013e0</w:t>
      </w:r>
    </w:p>
    <w:p w14:paraId="21DEF5F2" w14:textId="77777777" w:rsidR="006D4449" w:rsidRDefault="006D4449" w:rsidP="006D4449">
      <w:r>
        <w:t>241.8481</w:t>
      </w:r>
      <w:r>
        <w:tab/>
        <w:t>1.013e0</w:t>
      </w:r>
    </w:p>
    <w:p w14:paraId="018E1970" w14:textId="77777777" w:rsidR="006D4449" w:rsidRDefault="006D4449" w:rsidP="006D4449">
      <w:r>
        <w:t>241.8516</w:t>
      </w:r>
      <w:r>
        <w:tab/>
        <w:t>1.013e0</w:t>
      </w:r>
    </w:p>
    <w:p w14:paraId="43728CF8" w14:textId="77777777" w:rsidR="006D4449" w:rsidRDefault="006D4449" w:rsidP="006D4449">
      <w:r>
        <w:t>241.8805</w:t>
      </w:r>
      <w:r>
        <w:tab/>
        <w:t>1.013e0</w:t>
      </w:r>
    </w:p>
    <w:p w14:paraId="1C96D12D" w14:textId="77777777" w:rsidR="006D4449" w:rsidRDefault="006D4449" w:rsidP="006D4449">
      <w:r>
        <w:t>241.9014</w:t>
      </w:r>
      <w:r>
        <w:tab/>
        <w:t>3.038e0</w:t>
      </w:r>
    </w:p>
    <w:p w14:paraId="60E36A70" w14:textId="77777777" w:rsidR="006D4449" w:rsidRDefault="006D4449" w:rsidP="006D4449">
      <w:r>
        <w:t>241.9114</w:t>
      </w:r>
      <w:r>
        <w:tab/>
        <w:t>1.013e0</w:t>
      </w:r>
    </w:p>
    <w:p w14:paraId="0F772248" w14:textId="77777777" w:rsidR="006D4449" w:rsidRDefault="006D4449" w:rsidP="006D4449">
      <w:r>
        <w:t>241.9343</w:t>
      </w:r>
      <w:r>
        <w:tab/>
        <w:t>3.038e0</w:t>
      </w:r>
    </w:p>
    <w:p w14:paraId="686AE498" w14:textId="77777777" w:rsidR="006D4449" w:rsidRDefault="006D4449" w:rsidP="006D4449">
      <w:r>
        <w:t>241.9430</w:t>
      </w:r>
      <w:r>
        <w:tab/>
        <w:t>1.013e0</w:t>
      </w:r>
    </w:p>
    <w:p w14:paraId="67D07D26" w14:textId="77777777" w:rsidR="006D4449" w:rsidRDefault="006D4449" w:rsidP="006D4449">
      <w:r>
        <w:t>241.9476</w:t>
      </w:r>
      <w:r>
        <w:tab/>
        <w:t>1.013e0</w:t>
      </w:r>
    </w:p>
    <w:p w14:paraId="445E0427" w14:textId="77777777" w:rsidR="006D4449" w:rsidRDefault="006D4449" w:rsidP="006D4449">
      <w:r>
        <w:t>241.9707</w:t>
      </w:r>
      <w:r>
        <w:tab/>
        <w:t>2.025e0</w:t>
      </w:r>
    </w:p>
    <w:p w14:paraId="65D234D7" w14:textId="77777777" w:rsidR="006D4449" w:rsidRDefault="006D4449" w:rsidP="006D4449">
      <w:r>
        <w:t>242.0213</w:t>
      </w:r>
      <w:r>
        <w:tab/>
        <w:t>6.069e1</w:t>
      </w:r>
    </w:p>
    <w:p w14:paraId="4C4212CB" w14:textId="77777777" w:rsidR="006D4449" w:rsidRDefault="006D4449" w:rsidP="006D4449">
      <w:r>
        <w:t>242.0237</w:t>
      </w:r>
      <w:r>
        <w:tab/>
        <w:t>2.735e1</w:t>
      </w:r>
    </w:p>
    <w:p w14:paraId="1DD7C4CC" w14:textId="77777777" w:rsidR="006D4449" w:rsidRDefault="006D4449" w:rsidP="006D4449">
      <w:r>
        <w:t>242.0281</w:t>
      </w:r>
      <w:r>
        <w:tab/>
        <w:t>5.801e1</w:t>
      </w:r>
    </w:p>
    <w:p w14:paraId="79A591C9" w14:textId="77777777" w:rsidR="006D4449" w:rsidRDefault="006D4449" w:rsidP="006D4449">
      <w:r>
        <w:t>242.0878</w:t>
      </w:r>
      <w:r>
        <w:tab/>
        <w:t>5.063e0</w:t>
      </w:r>
    </w:p>
    <w:p w14:paraId="5FD6B764" w14:textId="77777777" w:rsidR="006D4449" w:rsidRDefault="006D4449" w:rsidP="006D4449">
      <w:r>
        <w:t>242.1349</w:t>
      </w:r>
      <w:r>
        <w:tab/>
        <w:t>1.418e1</w:t>
      </w:r>
    </w:p>
    <w:p w14:paraId="4B465C68" w14:textId="77777777" w:rsidR="006D4449" w:rsidRDefault="006D4449" w:rsidP="006D4449">
      <w:r>
        <w:t>242.1396</w:t>
      </w:r>
      <w:r>
        <w:tab/>
        <w:t>5.468e1</w:t>
      </w:r>
    </w:p>
    <w:p w14:paraId="6553DCE4" w14:textId="77777777" w:rsidR="006D4449" w:rsidRDefault="006D4449" w:rsidP="006D4449">
      <w:r>
        <w:t>242.1422</w:t>
      </w:r>
      <w:r>
        <w:tab/>
        <w:t>2.025e1</w:t>
      </w:r>
    </w:p>
    <w:p w14:paraId="5D4E123C" w14:textId="77777777" w:rsidR="006D4449" w:rsidRDefault="006D4449" w:rsidP="006D4449">
      <w:r>
        <w:t>242.1708</w:t>
      </w:r>
      <w:r>
        <w:tab/>
        <w:t>3.038e0</w:t>
      </w:r>
    </w:p>
    <w:p w14:paraId="171E67DC" w14:textId="77777777" w:rsidR="006D4449" w:rsidRDefault="006D4449" w:rsidP="006D4449">
      <w:r>
        <w:lastRenderedPageBreak/>
        <w:t>242.2037</w:t>
      </w:r>
      <w:r>
        <w:tab/>
        <w:t>1.013e0</w:t>
      </w:r>
    </w:p>
    <w:p w14:paraId="04831128" w14:textId="77777777" w:rsidR="006D4449" w:rsidRDefault="006D4449" w:rsidP="006D4449">
      <w:r>
        <w:t>242.2086</w:t>
      </w:r>
      <w:r>
        <w:tab/>
        <w:t>1.013e0</w:t>
      </w:r>
    </w:p>
    <w:p w14:paraId="3335E1C8" w14:textId="77777777" w:rsidR="006D4449" w:rsidRDefault="006D4449" w:rsidP="006D4449">
      <w:r>
        <w:t>242.2193</w:t>
      </w:r>
      <w:r>
        <w:tab/>
        <w:t>2.025e0</w:t>
      </w:r>
    </w:p>
    <w:p w14:paraId="35237C9D" w14:textId="77777777" w:rsidR="006D4449" w:rsidRDefault="006D4449" w:rsidP="006D4449">
      <w:r>
        <w:t>242.2347</w:t>
      </w:r>
      <w:r>
        <w:tab/>
        <w:t>4.051e0</w:t>
      </w:r>
    </w:p>
    <w:p w14:paraId="2D706D66" w14:textId="77777777" w:rsidR="006D4449" w:rsidRDefault="006D4449" w:rsidP="006D4449">
      <w:r>
        <w:t>242.2691</w:t>
      </w:r>
      <w:r>
        <w:tab/>
        <w:t>2.903e0</w:t>
      </w:r>
    </w:p>
    <w:p w14:paraId="4D21BE24" w14:textId="77777777" w:rsidR="006D4449" w:rsidRDefault="006D4449" w:rsidP="006D4449">
      <w:r>
        <w:t>242.2762</w:t>
      </w:r>
      <w:r>
        <w:tab/>
        <w:t>4.051e0</w:t>
      </w:r>
    </w:p>
    <w:p w14:paraId="22884DFC" w14:textId="77777777" w:rsidR="006D4449" w:rsidRDefault="006D4449" w:rsidP="006D4449">
      <w:r>
        <w:t>242.2829</w:t>
      </w:r>
      <w:r>
        <w:tab/>
        <w:t>3.286e0</w:t>
      </w:r>
    </w:p>
    <w:p w14:paraId="62248D65" w14:textId="77777777" w:rsidR="006D4449" w:rsidRDefault="006D4449" w:rsidP="006D4449">
      <w:r>
        <w:t>242.2886</w:t>
      </w:r>
      <w:r>
        <w:tab/>
        <w:t>5.063e0</w:t>
      </w:r>
    </w:p>
    <w:p w14:paraId="2F513528" w14:textId="77777777" w:rsidR="006D4449" w:rsidRDefault="006D4449" w:rsidP="006D4449">
      <w:r>
        <w:t>242.2898</w:t>
      </w:r>
      <w:r>
        <w:tab/>
        <w:t>1.114e1</w:t>
      </w:r>
    </w:p>
    <w:p w14:paraId="597114B9" w14:textId="77777777" w:rsidR="006D4449" w:rsidRDefault="006D4449" w:rsidP="006D4449">
      <w:r>
        <w:t>242.2947</w:t>
      </w:r>
      <w:r>
        <w:tab/>
        <w:t>4.186e0</w:t>
      </w:r>
    </w:p>
    <w:p w14:paraId="6234EB33" w14:textId="77777777" w:rsidR="006D4449" w:rsidRDefault="006D4449" w:rsidP="006D4449">
      <w:r>
        <w:t>242.3266</w:t>
      </w:r>
      <w:r>
        <w:tab/>
        <w:t>1.013e0</w:t>
      </w:r>
    </w:p>
    <w:p w14:paraId="232FF63F" w14:textId="77777777" w:rsidR="006D4449" w:rsidRDefault="006D4449" w:rsidP="006D4449">
      <w:r>
        <w:t>242.3312</w:t>
      </w:r>
      <w:r>
        <w:tab/>
        <w:t>1.013e0</w:t>
      </w:r>
    </w:p>
    <w:p w14:paraId="020685E3" w14:textId="77777777" w:rsidR="006D4449" w:rsidRDefault="006D4449" w:rsidP="006D4449">
      <w:r>
        <w:t>242.3470</w:t>
      </w:r>
      <w:r>
        <w:tab/>
        <w:t>2.025e0</w:t>
      </w:r>
    </w:p>
    <w:p w14:paraId="4F4B1561" w14:textId="77777777" w:rsidR="006D4449" w:rsidRDefault="006D4449" w:rsidP="006D4449">
      <w:r>
        <w:t>242.3652</w:t>
      </w:r>
      <w:r>
        <w:tab/>
        <w:t>2.025e0</w:t>
      </w:r>
    </w:p>
    <w:p w14:paraId="0E8001C3" w14:textId="77777777" w:rsidR="006D4449" w:rsidRDefault="006D4449" w:rsidP="006D4449">
      <w:r>
        <w:t>242.3730</w:t>
      </w:r>
      <w:r>
        <w:tab/>
        <w:t>1.013e0</w:t>
      </w:r>
    </w:p>
    <w:p w14:paraId="5FD03FF3" w14:textId="77777777" w:rsidR="006D4449" w:rsidRDefault="006D4449" w:rsidP="006D4449">
      <w:r>
        <w:t>242.4078</w:t>
      </w:r>
      <w:r>
        <w:tab/>
        <w:t>2.025e0</w:t>
      </w:r>
    </w:p>
    <w:p w14:paraId="53322A43" w14:textId="77777777" w:rsidR="006D4449" w:rsidRDefault="006D4449" w:rsidP="006D4449">
      <w:r>
        <w:t>242.4151</w:t>
      </w:r>
      <w:r>
        <w:tab/>
        <w:t>3.038e0</w:t>
      </w:r>
    </w:p>
    <w:p w14:paraId="468C3623" w14:textId="77777777" w:rsidR="006D4449" w:rsidRDefault="006D4449" w:rsidP="006D4449">
      <w:r>
        <w:t>242.4475</w:t>
      </w:r>
      <w:r>
        <w:tab/>
        <w:t>1.013e0</w:t>
      </w:r>
    </w:p>
    <w:p w14:paraId="0C05C8D7" w14:textId="77777777" w:rsidR="006D4449" w:rsidRDefault="006D4449" w:rsidP="006D4449">
      <w:r>
        <w:t>242.4817</w:t>
      </w:r>
      <w:r>
        <w:tab/>
        <w:t>1.013e0</w:t>
      </w:r>
    </w:p>
    <w:p w14:paraId="54F697B4" w14:textId="77777777" w:rsidR="006D4449" w:rsidRDefault="006D4449" w:rsidP="006D4449">
      <w:r>
        <w:lastRenderedPageBreak/>
        <w:t>242.4970</w:t>
      </w:r>
      <w:r>
        <w:tab/>
        <w:t>1.013e0</w:t>
      </w:r>
    </w:p>
    <w:p w14:paraId="1326A5B1" w14:textId="77777777" w:rsidR="006D4449" w:rsidRDefault="006D4449" w:rsidP="006D4449">
      <w:r>
        <w:t>242.5099</w:t>
      </w:r>
      <w:r>
        <w:tab/>
        <w:t>1.013e0</w:t>
      </w:r>
    </w:p>
    <w:p w14:paraId="4CAF2DD9" w14:textId="77777777" w:rsidR="006D4449" w:rsidRDefault="006D4449" w:rsidP="006D4449">
      <w:r>
        <w:t>242.5214</w:t>
      </w:r>
      <w:r>
        <w:tab/>
        <w:t>1.013e0</w:t>
      </w:r>
    </w:p>
    <w:p w14:paraId="777EC0A9" w14:textId="77777777" w:rsidR="006D4449" w:rsidRDefault="006D4449" w:rsidP="006D4449">
      <w:r>
        <w:t>242.5360</w:t>
      </w:r>
      <w:r>
        <w:tab/>
        <w:t>1.013e0</w:t>
      </w:r>
    </w:p>
    <w:p w14:paraId="54B203A3" w14:textId="77777777" w:rsidR="006D4449" w:rsidRDefault="006D4449" w:rsidP="006D4449">
      <w:r>
        <w:t>242.5377</w:t>
      </w:r>
      <w:r>
        <w:tab/>
        <w:t>2.025e0</w:t>
      </w:r>
    </w:p>
    <w:p w14:paraId="4C4261F3" w14:textId="77777777" w:rsidR="006D4449" w:rsidRDefault="006D4449" w:rsidP="006D4449">
      <w:r>
        <w:t>242.5466</w:t>
      </w:r>
      <w:r>
        <w:tab/>
        <w:t>1.013e0</w:t>
      </w:r>
    </w:p>
    <w:p w14:paraId="29B48A09" w14:textId="77777777" w:rsidR="006D4449" w:rsidRDefault="006D4449" w:rsidP="006D4449">
      <w:r>
        <w:t>242.5506</w:t>
      </w:r>
      <w:r>
        <w:tab/>
        <w:t>1.013e0</w:t>
      </w:r>
    </w:p>
    <w:p w14:paraId="0E203E2F" w14:textId="77777777" w:rsidR="006D4449" w:rsidRDefault="006D4449" w:rsidP="006D4449">
      <w:r>
        <w:t>242.5768</w:t>
      </w:r>
      <w:r>
        <w:tab/>
        <w:t>1.013e0</w:t>
      </w:r>
    </w:p>
    <w:p w14:paraId="05FE4C6C" w14:textId="77777777" w:rsidR="006D4449" w:rsidRDefault="006D4449" w:rsidP="006D4449">
      <w:r>
        <w:t>242.5894</w:t>
      </w:r>
      <w:r>
        <w:tab/>
        <w:t>1.013e0</w:t>
      </w:r>
    </w:p>
    <w:p w14:paraId="07C67952" w14:textId="77777777" w:rsidR="006D4449" w:rsidRDefault="006D4449" w:rsidP="006D4449">
      <w:r>
        <w:t>242.6131</w:t>
      </w:r>
      <w:r>
        <w:tab/>
        <w:t>1.013e0</w:t>
      </w:r>
    </w:p>
    <w:p w14:paraId="6428E719" w14:textId="77777777" w:rsidR="006D4449" w:rsidRDefault="006D4449" w:rsidP="006D4449">
      <w:r>
        <w:t>242.6340</w:t>
      </w:r>
      <w:r>
        <w:tab/>
        <w:t>1.013e0</w:t>
      </w:r>
    </w:p>
    <w:p w14:paraId="10369FA6" w14:textId="77777777" w:rsidR="006D4449" w:rsidRDefault="006D4449" w:rsidP="006D4449">
      <w:r>
        <w:t>242.6429</w:t>
      </w:r>
      <w:r>
        <w:tab/>
        <w:t>2.025e0</w:t>
      </w:r>
    </w:p>
    <w:p w14:paraId="1A97568F" w14:textId="77777777" w:rsidR="006D4449" w:rsidRDefault="006D4449" w:rsidP="006D4449">
      <w:r>
        <w:t>242.6477</w:t>
      </w:r>
      <w:r>
        <w:tab/>
        <w:t>2.025e0</w:t>
      </w:r>
    </w:p>
    <w:p w14:paraId="3AE068B7" w14:textId="77777777" w:rsidR="006D4449" w:rsidRDefault="006D4449" w:rsidP="006D4449">
      <w:r>
        <w:t>242.6547</w:t>
      </w:r>
      <w:r>
        <w:tab/>
        <w:t>1.013e0</w:t>
      </w:r>
    </w:p>
    <w:p w14:paraId="4E1E1A3C" w14:textId="77777777" w:rsidR="006D4449" w:rsidRDefault="006D4449" w:rsidP="006D4449">
      <w:r>
        <w:t>242.6964</w:t>
      </w:r>
      <w:r>
        <w:tab/>
        <w:t>1.013e0</w:t>
      </w:r>
    </w:p>
    <w:p w14:paraId="73E13CE5" w14:textId="77777777" w:rsidR="006D4449" w:rsidRDefault="006D4449" w:rsidP="006D4449">
      <w:r>
        <w:t>242.7209</w:t>
      </w:r>
      <w:r>
        <w:tab/>
        <w:t>1.013e0</w:t>
      </w:r>
    </w:p>
    <w:p w14:paraId="22EA19E0" w14:textId="77777777" w:rsidR="006D4449" w:rsidRDefault="006D4449" w:rsidP="006D4449">
      <w:r>
        <w:t>242.7265</w:t>
      </w:r>
      <w:r>
        <w:tab/>
        <w:t>1.013e0</w:t>
      </w:r>
    </w:p>
    <w:p w14:paraId="09EF6372" w14:textId="77777777" w:rsidR="006D4449" w:rsidRDefault="006D4449" w:rsidP="006D4449">
      <w:r>
        <w:t>242.7718</w:t>
      </w:r>
      <w:r>
        <w:tab/>
        <w:t>1.013e0</w:t>
      </w:r>
    </w:p>
    <w:p w14:paraId="3FC6C150" w14:textId="77777777" w:rsidR="006D4449" w:rsidRDefault="006D4449" w:rsidP="006D4449">
      <w:r>
        <w:t>242.7846</w:t>
      </w:r>
      <w:r>
        <w:tab/>
        <w:t>3.038e0</w:t>
      </w:r>
    </w:p>
    <w:p w14:paraId="46F2FD0B" w14:textId="77777777" w:rsidR="006D4449" w:rsidRDefault="006D4449" w:rsidP="006D4449">
      <w:r>
        <w:lastRenderedPageBreak/>
        <w:t>242.7946</w:t>
      </w:r>
      <w:r>
        <w:tab/>
        <w:t>1.013e0</w:t>
      </w:r>
    </w:p>
    <w:p w14:paraId="72E266CF" w14:textId="77777777" w:rsidR="006D4449" w:rsidRDefault="006D4449" w:rsidP="006D4449">
      <w:r>
        <w:t>242.8126</w:t>
      </w:r>
      <w:r>
        <w:tab/>
        <w:t>1.013e0</w:t>
      </w:r>
    </w:p>
    <w:p w14:paraId="728F0EE7" w14:textId="77777777" w:rsidR="006D4449" w:rsidRDefault="006D4449" w:rsidP="006D4449">
      <w:r>
        <w:t>242.8373</w:t>
      </w:r>
      <w:r>
        <w:tab/>
        <w:t>3.038e0</w:t>
      </w:r>
    </w:p>
    <w:p w14:paraId="753BAFEC" w14:textId="77777777" w:rsidR="006D4449" w:rsidRDefault="006D4449" w:rsidP="006D4449">
      <w:r>
        <w:t>242.8524</w:t>
      </w:r>
      <w:r>
        <w:tab/>
        <w:t>1.013e0</w:t>
      </w:r>
    </w:p>
    <w:p w14:paraId="0DD8E241" w14:textId="77777777" w:rsidR="006D4449" w:rsidRDefault="006D4449" w:rsidP="006D4449">
      <w:r>
        <w:t>242.8712</w:t>
      </w:r>
      <w:r>
        <w:tab/>
        <w:t>1.013e0</w:t>
      </w:r>
    </w:p>
    <w:p w14:paraId="546C9248" w14:textId="77777777" w:rsidR="006D4449" w:rsidRDefault="006D4449" w:rsidP="006D4449">
      <w:r>
        <w:t>242.8936</w:t>
      </w:r>
      <w:r>
        <w:tab/>
        <w:t>1.013e0</w:t>
      </w:r>
    </w:p>
    <w:p w14:paraId="6434B69C" w14:textId="77777777" w:rsidR="006D4449" w:rsidRDefault="006D4449" w:rsidP="006D4449">
      <w:r>
        <w:t>242.9026</w:t>
      </w:r>
      <w:r>
        <w:tab/>
        <w:t>3.038e0</w:t>
      </w:r>
    </w:p>
    <w:p w14:paraId="554E726F" w14:textId="77777777" w:rsidR="006D4449" w:rsidRDefault="006D4449" w:rsidP="006D4449">
      <w:r>
        <w:t>242.9069</w:t>
      </w:r>
      <w:r>
        <w:tab/>
        <w:t>1.013e0</w:t>
      </w:r>
    </w:p>
    <w:p w14:paraId="3D88FE84" w14:textId="77777777" w:rsidR="006D4449" w:rsidRDefault="006D4449" w:rsidP="006D4449">
      <w:r>
        <w:t>242.9208</w:t>
      </w:r>
      <w:r>
        <w:tab/>
        <w:t>1.013e0</w:t>
      </w:r>
    </w:p>
    <w:p w14:paraId="4B98E0E6" w14:textId="77777777" w:rsidR="006D4449" w:rsidRDefault="006D4449" w:rsidP="006D4449">
      <w:r>
        <w:t>242.9393</w:t>
      </w:r>
      <w:r>
        <w:tab/>
        <w:t>1.013e0</w:t>
      </w:r>
    </w:p>
    <w:p w14:paraId="42F8B451" w14:textId="77777777" w:rsidR="006D4449" w:rsidRDefault="006D4449" w:rsidP="006D4449">
      <w:r>
        <w:t>242.9404</w:t>
      </w:r>
      <w:r>
        <w:tab/>
        <w:t>2.025e0</w:t>
      </w:r>
    </w:p>
    <w:p w14:paraId="5A2A5C51" w14:textId="77777777" w:rsidR="006D4449" w:rsidRDefault="006D4449" w:rsidP="006D4449">
      <w:r>
        <w:t>242.9533</w:t>
      </w:r>
      <w:r>
        <w:tab/>
        <w:t>1.013e0</w:t>
      </w:r>
    </w:p>
    <w:p w14:paraId="262487EA" w14:textId="77777777" w:rsidR="006D4449" w:rsidRDefault="006D4449" w:rsidP="006D4449">
      <w:r>
        <w:t>243.0098</w:t>
      </w:r>
      <w:r>
        <w:tab/>
        <w:t>4.051e0</w:t>
      </w:r>
    </w:p>
    <w:p w14:paraId="627ED27B" w14:textId="77777777" w:rsidR="006D4449" w:rsidRDefault="006D4449" w:rsidP="006D4449">
      <w:r>
        <w:t>243.0156</w:t>
      </w:r>
      <w:r>
        <w:tab/>
        <w:t>5.063e0</w:t>
      </w:r>
    </w:p>
    <w:p w14:paraId="365D948C" w14:textId="77777777" w:rsidR="006D4449" w:rsidRDefault="006D4449" w:rsidP="006D4449">
      <w:r>
        <w:t>243.0177</w:t>
      </w:r>
      <w:r>
        <w:tab/>
        <w:t>7.089e0</w:t>
      </w:r>
    </w:p>
    <w:p w14:paraId="3F188CDC" w14:textId="77777777" w:rsidR="006D4449" w:rsidRDefault="006D4449" w:rsidP="006D4449">
      <w:r>
        <w:t>243.0199</w:t>
      </w:r>
      <w:r>
        <w:tab/>
        <w:t>1.316e1</w:t>
      </w:r>
    </w:p>
    <w:p w14:paraId="2BE0B122" w14:textId="77777777" w:rsidR="006D4449" w:rsidRDefault="006D4449" w:rsidP="006D4449">
      <w:r>
        <w:t>243.0373</w:t>
      </w:r>
      <w:r>
        <w:tab/>
        <w:t>4.051e0</w:t>
      </w:r>
    </w:p>
    <w:p w14:paraId="65F83DB1" w14:textId="77777777" w:rsidR="006D4449" w:rsidRDefault="006D4449" w:rsidP="006D4449">
      <w:r>
        <w:t>243.0431</w:t>
      </w:r>
      <w:r>
        <w:tab/>
        <w:t>3.038e0</w:t>
      </w:r>
    </w:p>
    <w:p w14:paraId="7F638F0E" w14:textId="77777777" w:rsidR="006D4449" w:rsidRDefault="006D4449" w:rsidP="006D4449">
      <w:r>
        <w:t>243.0533</w:t>
      </w:r>
      <w:r>
        <w:tab/>
        <w:t>3.038e0</w:t>
      </w:r>
    </w:p>
    <w:p w14:paraId="29741189" w14:textId="77777777" w:rsidR="006D4449" w:rsidRDefault="006D4449" w:rsidP="006D4449">
      <w:r>
        <w:lastRenderedPageBreak/>
        <w:t>243.0800</w:t>
      </w:r>
      <w:r>
        <w:tab/>
        <w:t>3.038e0</w:t>
      </w:r>
    </w:p>
    <w:p w14:paraId="64D17B93" w14:textId="77777777" w:rsidR="006D4449" w:rsidRDefault="006D4449" w:rsidP="006D4449">
      <w:r>
        <w:t>243.0921</w:t>
      </w:r>
      <w:r>
        <w:tab/>
        <w:t>9.303e0</w:t>
      </w:r>
    </w:p>
    <w:p w14:paraId="537EA931" w14:textId="77777777" w:rsidR="006D4449" w:rsidRDefault="006D4449" w:rsidP="006D4449">
      <w:r>
        <w:t>243.1260</w:t>
      </w:r>
      <w:r>
        <w:tab/>
        <w:t>2.025e0</w:t>
      </w:r>
    </w:p>
    <w:p w14:paraId="3D2DA121" w14:textId="77777777" w:rsidR="006D4449" w:rsidRDefault="006D4449" w:rsidP="006D4449">
      <w:r>
        <w:t>243.1346</w:t>
      </w:r>
      <w:r>
        <w:tab/>
        <w:t>4.051e0</w:t>
      </w:r>
    </w:p>
    <w:p w14:paraId="1A8B5126" w14:textId="77777777" w:rsidR="006D4449" w:rsidRDefault="006D4449" w:rsidP="006D4449">
      <w:r>
        <w:t>243.1366</w:t>
      </w:r>
      <w:r>
        <w:tab/>
        <w:t>2.025e0</w:t>
      </w:r>
    </w:p>
    <w:p w14:paraId="6DB4D054" w14:textId="77777777" w:rsidR="006D4449" w:rsidRDefault="006D4449" w:rsidP="006D4449">
      <w:r>
        <w:t>243.1378</w:t>
      </w:r>
      <w:r>
        <w:tab/>
        <w:t>8.101e0</w:t>
      </w:r>
    </w:p>
    <w:p w14:paraId="4CA92931" w14:textId="77777777" w:rsidR="006D4449" w:rsidRDefault="006D4449" w:rsidP="006D4449">
      <w:r>
        <w:t>243.1498</w:t>
      </w:r>
      <w:r>
        <w:tab/>
        <w:t>6.076e0</w:t>
      </w:r>
    </w:p>
    <w:p w14:paraId="109E0E40" w14:textId="77777777" w:rsidR="006D4449" w:rsidRDefault="006D4449" w:rsidP="006D4449">
      <w:r>
        <w:t>243.1525</w:t>
      </w:r>
      <w:r>
        <w:tab/>
        <w:t>4.051e0</w:t>
      </w:r>
    </w:p>
    <w:p w14:paraId="1A9571BD" w14:textId="77777777" w:rsidR="006D4449" w:rsidRDefault="006D4449" w:rsidP="006D4449">
      <w:r>
        <w:t>243.1623</w:t>
      </w:r>
      <w:r>
        <w:tab/>
        <w:t>4.051e0</w:t>
      </w:r>
    </w:p>
    <w:p w14:paraId="723913E2" w14:textId="77777777" w:rsidR="006D4449" w:rsidRDefault="006D4449" w:rsidP="006D4449">
      <w:r>
        <w:t>243.1668</w:t>
      </w:r>
      <w:r>
        <w:tab/>
        <w:t>2.025e0</w:t>
      </w:r>
    </w:p>
    <w:p w14:paraId="12BCB619" w14:textId="77777777" w:rsidR="006D4449" w:rsidRDefault="006D4449" w:rsidP="006D4449">
      <w:r>
        <w:t>243.1879</w:t>
      </w:r>
      <w:r>
        <w:tab/>
        <w:t>4.430e0</w:t>
      </w:r>
    </w:p>
    <w:p w14:paraId="6CA28D42" w14:textId="77777777" w:rsidR="006D4449" w:rsidRDefault="006D4449" w:rsidP="006D4449">
      <w:r>
        <w:t>243.1894</w:t>
      </w:r>
      <w:r>
        <w:tab/>
        <w:t>1.013e0</w:t>
      </w:r>
    </w:p>
    <w:p w14:paraId="33121550" w14:textId="77777777" w:rsidR="006D4449" w:rsidRDefault="006D4449" w:rsidP="006D4449">
      <w:r>
        <w:t>243.2372</w:t>
      </w:r>
      <w:r>
        <w:tab/>
        <w:t>3.038e0</w:t>
      </w:r>
    </w:p>
    <w:p w14:paraId="57C86D1C" w14:textId="77777777" w:rsidR="006D4449" w:rsidRDefault="006D4449" w:rsidP="006D4449">
      <w:r>
        <w:t>243.2426</w:t>
      </w:r>
      <w:r>
        <w:tab/>
        <w:t>2.025e0</w:t>
      </w:r>
    </w:p>
    <w:p w14:paraId="3F0EBD37" w14:textId="77777777" w:rsidR="006D4449" w:rsidRDefault="006D4449" w:rsidP="006D4449">
      <w:r>
        <w:t>243.2561</w:t>
      </w:r>
      <w:r>
        <w:tab/>
        <w:t>1.013e0</w:t>
      </w:r>
    </w:p>
    <w:p w14:paraId="337DABFE" w14:textId="77777777" w:rsidR="006D4449" w:rsidRDefault="006D4449" w:rsidP="006D4449">
      <w:r>
        <w:t>243.2641</w:t>
      </w:r>
      <w:r>
        <w:tab/>
        <w:t>2.025e0</w:t>
      </w:r>
    </w:p>
    <w:p w14:paraId="773BEDE9" w14:textId="77777777" w:rsidR="006D4449" w:rsidRDefault="006D4449" w:rsidP="006D4449">
      <w:r>
        <w:t>243.2797</w:t>
      </w:r>
      <w:r>
        <w:tab/>
        <w:t>2.025e0</w:t>
      </w:r>
    </w:p>
    <w:p w14:paraId="5122FE27" w14:textId="77777777" w:rsidR="006D4449" w:rsidRDefault="006D4449" w:rsidP="006D4449">
      <w:r>
        <w:t>243.2831</w:t>
      </w:r>
      <w:r>
        <w:tab/>
        <w:t>3.038e0</w:t>
      </w:r>
    </w:p>
    <w:p w14:paraId="467CF768" w14:textId="77777777" w:rsidR="006D4449" w:rsidRDefault="006D4449" w:rsidP="006D4449">
      <w:r>
        <w:t>243.2848</w:t>
      </w:r>
      <w:r>
        <w:tab/>
        <w:t>2.025e0</w:t>
      </w:r>
    </w:p>
    <w:p w14:paraId="432C376F" w14:textId="77777777" w:rsidR="006D4449" w:rsidRDefault="006D4449" w:rsidP="006D4449">
      <w:r>
        <w:lastRenderedPageBreak/>
        <w:t>243.2901</w:t>
      </w:r>
      <w:r>
        <w:tab/>
        <w:t>3.038e0</w:t>
      </w:r>
    </w:p>
    <w:p w14:paraId="12577152" w14:textId="77777777" w:rsidR="006D4449" w:rsidRDefault="006D4449" w:rsidP="006D4449">
      <w:r>
        <w:t>243.3230</w:t>
      </w:r>
      <w:r>
        <w:tab/>
        <w:t>3.038e0</w:t>
      </w:r>
    </w:p>
    <w:p w14:paraId="3FA32204" w14:textId="77777777" w:rsidR="006D4449" w:rsidRDefault="006D4449" w:rsidP="006D4449">
      <w:r>
        <w:t>243.3515</w:t>
      </w:r>
      <w:r>
        <w:tab/>
        <w:t>1.013e0</w:t>
      </w:r>
    </w:p>
    <w:p w14:paraId="705CDB60" w14:textId="77777777" w:rsidR="006D4449" w:rsidRDefault="006D4449" w:rsidP="006D4449">
      <w:r>
        <w:t>243.3594</w:t>
      </w:r>
      <w:r>
        <w:tab/>
        <w:t>3.038e0</w:t>
      </w:r>
    </w:p>
    <w:p w14:paraId="3558EF9B" w14:textId="77777777" w:rsidR="006D4449" w:rsidRDefault="006D4449" w:rsidP="006D4449">
      <w:r>
        <w:t>243.4080</w:t>
      </w:r>
      <w:r>
        <w:tab/>
        <w:t>1.013e0</w:t>
      </w:r>
    </w:p>
    <w:p w14:paraId="2FECDF5B" w14:textId="77777777" w:rsidR="006D4449" w:rsidRDefault="006D4449" w:rsidP="006D4449">
      <w:r>
        <w:t>243.4211</w:t>
      </w:r>
      <w:r>
        <w:tab/>
        <w:t>1.013e0</w:t>
      </w:r>
    </w:p>
    <w:p w14:paraId="2D417BEE" w14:textId="77777777" w:rsidR="006D4449" w:rsidRDefault="006D4449" w:rsidP="006D4449">
      <w:r>
        <w:t>243.4348</w:t>
      </w:r>
      <w:r>
        <w:tab/>
        <w:t>1.013e0</w:t>
      </w:r>
    </w:p>
    <w:p w14:paraId="443C1315" w14:textId="77777777" w:rsidR="006D4449" w:rsidRDefault="006D4449" w:rsidP="006D4449">
      <w:r>
        <w:t>243.4925</w:t>
      </w:r>
      <w:r>
        <w:tab/>
        <w:t>1.013e0</w:t>
      </w:r>
    </w:p>
    <w:p w14:paraId="4FB4DA41" w14:textId="77777777" w:rsidR="006D4449" w:rsidRDefault="006D4449" w:rsidP="006D4449">
      <w:r>
        <w:t>243.5253</w:t>
      </w:r>
      <w:r>
        <w:tab/>
        <w:t>2.025e0</w:t>
      </w:r>
    </w:p>
    <w:p w14:paraId="6825D058" w14:textId="77777777" w:rsidR="006D4449" w:rsidRDefault="006D4449" w:rsidP="006D4449">
      <w:r>
        <w:t>243.5371</w:t>
      </w:r>
      <w:r>
        <w:tab/>
        <w:t>1.013e0</w:t>
      </w:r>
    </w:p>
    <w:p w14:paraId="0DB6ACEB" w14:textId="77777777" w:rsidR="006D4449" w:rsidRDefault="006D4449" w:rsidP="006D4449">
      <w:r>
        <w:t>243.5461</w:t>
      </w:r>
      <w:r>
        <w:tab/>
        <w:t>1.013e0</w:t>
      </w:r>
    </w:p>
    <w:p w14:paraId="34146AE5" w14:textId="77777777" w:rsidR="006D4449" w:rsidRDefault="006D4449" w:rsidP="006D4449">
      <w:r>
        <w:t>243.5529</w:t>
      </w:r>
      <w:r>
        <w:tab/>
        <w:t>1.013e0</w:t>
      </w:r>
    </w:p>
    <w:p w14:paraId="0E559D86" w14:textId="77777777" w:rsidR="006D4449" w:rsidRDefault="006D4449" w:rsidP="006D4449">
      <w:r>
        <w:t>243.5621</w:t>
      </w:r>
      <w:r>
        <w:tab/>
        <w:t>1.013e0</w:t>
      </w:r>
    </w:p>
    <w:p w14:paraId="0588D85A" w14:textId="77777777" w:rsidR="006D4449" w:rsidRDefault="006D4449" w:rsidP="006D4449">
      <w:r>
        <w:t>243.5747</w:t>
      </w:r>
      <w:r>
        <w:tab/>
        <w:t>1.013e0</w:t>
      </w:r>
    </w:p>
    <w:p w14:paraId="6DE0B0C9" w14:textId="77777777" w:rsidR="006D4449" w:rsidRDefault="006D4449" w:rsidP="006D4449">
      <w:r>
        <w:t>243.5878</w:t>
      </w:r>
      <w:r>
        <w:tab/>
        <w:t>1.013e0</w:t>
      </w:r>
    </w:p>
    <w:p w14:paraId="5FEB02C8" w14:textId="77777777" w:rsidR="006D4449" w:rsidRDefault="006D4449" w:rsidP="006D4449">
      <w:r>
        <w:t>243.5997</w:t>
      </w:r>
      <w:r>
        <w:tab/>
        <w:t>1.013e0</w:t>
      </w:r>
    </w:p>
    <w:p w14:paraId="55D6A4EC" w14:textId="77777777" w:rsidR="006D4449" w:rsidRDefault="006D4449" w:rsidP="006D4449">
      <w:r>
        <w:t>243.6066</w:t>
      </w:r>
      <w:r>
        <w:tab/>
        <w:t>1.013e0</w:t>
      </w:r>
    </w:p>
    <w:p w14:paraId="2681CBA6" w14:textId="77777777" w:rsidR="006D4449" w:rsidRDefault="006D4449" w:rsidP="006D4449">
      <w:r>
        <w:t>243.6248</w:t>
      </w:r>
      <w:r>
        <w:tab/>
        <w:t>1.013e0</w:t>
      </w:r>
    </w:p>
    <w:p w14:paraId="5C6E77F2" w14:textId="77777777" w:rsidR="006D4449" w:rsidRDefault="006D4449" w:rsidP="006D4449">
      <w:r>
        <w:t>243.6258</w:t>
      </w:r>
      <w:r>
        <w:tab/>
        <w:t>1.013e0</w:t>
      </w:r>
    </w:p>
    <w:p w14:paraId="14FC542F" w14:textId="77777777" w:rsidR="006D4449" w:rsidRDefault="006D4449" w:rsidP="006D4449">
      <w:r>
        <w:lastRenderedPageBreak/>
        <w:t>243.6454</w:t>
      </w:r>
      <w:r>
        <w:tab/>
        <w:t>1.013e0</w:t>
      </w:r>
    </w:p>
    <w:p w14:paraId="2F365DAD" w14:textId="77777777" w:rsidR="006D4449" w:rsidRDefault="006D4449" w:rsidP="006D4449">
      <w:r>
        <w:t>243.6521</w:t>
      </w:r>
      <w:r>
        <w:tab/>
        <w:t>2.025e0</w:t>
      </w:r>
    </w:p>
    <w:p w14:paraId="53B47E14" w14:textId="77777777" w:rsidR="006D4449" w:rsidRDefault="006D4449" w:rsidP="006D4449">
      <w:r>
        <w:t>243.6531</w:t>
      </w:r>
      <w:r>
        <w:tab/>
        <w:t>1.013e0</w:t>
      </w:r>
    </w:p>
    <w:p w14:paraId="4E55A300" w14:textId="77777777" w:rsidR="006D4449" w:rsidRDefault="006D4449" w:rsidP="006D4449">
      <w:r>
        <w:t>243.6622</w:t>
      </w:r>
      <w:r>
        <w:tab/>
        <w:t>1.013e0</w:t>
      </w:r>
    </w:p>
    <w:p w14:paraId="465B19C1" w14:textId="77777777" w:rsidR="006D4449" w:rsidRDefault="006D4449" w:rsidP="006D4449">
      <w:r>
        <w:t>243.6924</w:t>
      </w:r>
      <w:r>
        <w:tab/>
        <w:t>4.051e0</w:t>
      </w:r>
    </w:p>
    <w:p w14:paraId="2FF7EA64" w14:textId="77777777" w:rsidR="006D4449" w:rsidRDefault="006D4449" w:rsidP="006D4449">
      <w:r>
        <w:t>243.7057</w:t>
      </w:r>
      <w:r>
        <w:tab/>
        <w:t>2.025e0</w:t>
      </w:r>
    </w:p>
    <w:p w14:paraId="54E7B9AC" w14:textId="77777777" w:rsidR="006D4449" w:rsidRDefault="006D4449" w:rsidP="006D4449">
      <w:r>
        <w:t>243.7136</w:t>
      </w:r>
      <w:r>
        <w:tab/>
        <w:t>2.025e0</w:t>
      </w:r>
    </w:p>
    <w:p w14:paraId="58CACFED" w14:textId="77777777" w:rsidR="006D4449" w:rsidRDefault="006D4449" w:rsidP="006D4449">
      <w:r>
        <w:t>243.7426</w:t>
      </w:r>
      <w:r>
        <w:tab/>
        <w:t>2.025e0</w:t>
      </w:r>
    </w:p>
    <w:p w14:paraId="7797AC22" w14:textId="77777777" w:rsidR="006D4449" w:rsidRDefault="006D4449" w:rsidP="006D4449">
      <w:r>
        <w:t>243.7476</w:t>
      </w:r>
      <w:r>
        <w:tab/>
        <w:t>1.013e0</w:t>
      </w:r>
    </w:p>
    <w:p w14:paraId="10B389EB" w14:textId="77777777" w:rsidR="006D4449" w:rsidRDefault="006D4449" w:rsidP="006D4449">
      <w:r>
        <w:t>243.7775</w:t>
      </w:r>
      <w:r>
        <w:tab/>
        <w:t>1.013e0</w:t>
      </w:r>
    </w:p>
    <w:p w14:paraId="52BEAFB2" w14:textId="77777777" w:rsidR="006D4449" w:rsidRDefault="006D4449" w:rsidP="006D4449">
      <w:r>
        <w:t>243.7903</w:t>
      </w:r>
      <w:r>
        <w:tab/>
        <w:t>1.013e0</w:t>
      </w:r>
    </w:p>
    <w:p w14:paraId="786729C2" w14:textId="77777777" w:rsidR="006D4449" w:rsidRDefault="006D4449" w:rsidP="006D4449">
      <w:r>
        <w:t>243.8113</w:t>
      </w:r>
      <w:r>
        <w:tab/>
        <w:t>1.013e0</w:t>
      </w:r>
    </w:p>
    <w:p w14:paraId="28B9FF79" w14:textId="77777777" w:rsidR="006D4449" w:rsidRDefault="006D4449" w:rsidP="006D4449">
      <w:r>
        <w:t>243.8432</w:t>
      </w:r>
      <w:r>
        <w:tab/>
        <w:t>1.013e0</w:t>
      </w:r>
    </w:p>
    <w:p w14:paraId="028A9283" w14:textId="77777777" w:rsidR="006D4449" w:rsidRDefault="006D4449" w:rsidP="006D4449">
      <w:r>
        <w:t>243.8699</w:t>
      </w:r>
      <w:r>
        <w:tab/>
        <w:t>1.013e0</w:t>
      </w:r>
    </w:p>
    <w:p w14:paraId="19235EFE" w14:textId="77777777" w:rsidR="006D4449" w:rsidRDefault="006D4449" w:rsidP="006D4449">
      <w:r>
        <w:t>243.8779</w:t>
      </w:r>
      <w:r>
        <w:tab/>
        <w:t>1.013e0</w:t>
      </w:r>
    </w:p>
    <w:p w14:paraId="7D0000FA" w14:textId="77777777" w:rsidR="006D4449" w:rsidRDefault="006D4449" w:rsidP="006D4449">
      <w:r>
        <w:t>243.9107</w:t>
      </w:r>
      <w:r>
        <w:tab/>
        <w:t>1.013e0</w:t>
      </w:r>
    </w:p>
    <w:p w14:paraId="04326B56" w14:textId="77777777" w:rsidR="006D4449" w:rsidRDefault="006D4449" w:rsidP="006D4449">
      <w:r>
        <w:t>243.9156</w:t>
      </w:r>
      <w:r>
        <w:tab/>
        <w:t>1.013e0</w:t>
      </w:r>
    </w:p>
    <w:p w14:paraId="1D4C871B" w14:textId="77777777" w:rsidR="006D4449" w:rsidRDefault="006D4449" w:rsidP="006D4449">
      <w:r>
        <w:t>243.9235</w:t>
      </w:r>
      <w:r>
        <w:tab/>
        <w:t>2.025e0</w:t>
      </w:r>
    </w:p>
    <w:p w14:paraId="1BE7C784" w14:textId="77777777" w:rsidR="006D4449" w:rsidRDefault="006D4449" w:rsidP="006D4449">
      <w:r>
        <w:t>243.9854</w:t>
      </w:r>
      <w:r>
        <w:tab/>
        <w:t>1.013e0</w:t>
      </w:r>
    </w:p>
    <w:p w14:paraId="25DDC8FA" w14:textId="77777777" w:rsidR="006D4449" w:rsidRDefault="006D4449" w:rsidP="006D4449">
      <w:r>
        <w:lastRenderedPageBreak/>
        <w:t>243.9965</w:t>
      </w:r>
      <w:r>
        <w:tab/>
        <w:t>2.025e0</w:t>
      </w:r>
    </w:p>
    <w:p w14:paraId="4873F73C" w14:textId="77777777" w:rsidR="006D4449" w:rsidRDefault="006D4449" w:rsidP="006D4449">
      <w:r>
        <w:t>244.0110</w:t>
      </w:r>
      <w:r>
        <w:tab/>
        <w:t>1.013e0</w:t>
      </w:r>
    </w:p>
    <w:p w14:paraId="23E09F87" w14:textId="77777777" w:rsidR="006D4449" w:rsidRDefault="006D4449" w:rsidP="006D4449">
      <w:r>
        <w:t>244.0124</w:t>
      </w:r>
      <w:r>
        <w:tab/>
        <w:t>5.063e0</w:t>
      </w:r>
    </w:p>
    <w:p w14:paraId="7B54B2A4" w14:textId="77777777" w:rsidR="006D4449" w:rsidRDefault="006D4449" w:rsidP="006D4449">
      <w:r>
        <w:t>244.0217</w:t>
      </w:r>
      <w:r>
        <w:tab/>
        <w:t>6.069e0</w:t>
      </w:r>
    </w:p>
    <w:p w14:paraId="7B562B0C" w14:textId="77777777" w:rsidR="006D4449" w:rsidRDefault="006D4449" w:rsidP="006D4449">
      <w:r>
        <w:t>244.0306</w:t>
      </w:r>
      <w:r>
        <w:tab/>
        <w:t>3.038e0</w:t>
      </w:r>
    </w:p>
    <w:p w14:paraId="33BE53BC" w14:textId="77777777" w:rsidR="006D4449" w:rsidRDefault="006D4449" w:rsidP="006D4449">
      <w:r>
        <w:t>244.0519</w:t>
      </w:r>
      <w:r>
        <w:tab/>
        <w:t>2.025e0</w:t>
      </w:r>
    </w:p>
    <w:p w14:paraId="279F2E30" w14:textId="77777777" w:rsidR="006D4449" w:rsidRDefault="006D4449" w:rsidP="006D4449">
      <w:r>
        <w:t>244.0597</w:t>
      </w:r>
      <w:r>
        <w:tab/>
        <w:t>1.013e0</w:t>
      </w:r>
    </w:p>
    <w:p w14:paraId="20BBA794" w14:textId="77777777" w:rsidR="006D4449" w:rsidRDefault="006D4449" w:rsidP="006D4449">
      <w:r>
        <w:t>244.0607</w:t>
      </w:r>
      <w:r>
        <w:tab/>
        <w:t>1.013e0</w:t>
      </w:r>
    </w:p>
    <w:p w14:paraId="5A189ED3" w14:textId="77777777" w:rsidR="006D4449" w:rsidRDefault="006D4449" w:rsidP="006D4449">
      <w:r>
        <w:t>244.0992</w:t>
      </w:r>
      <w:r>
        <w:tab/>
        <w:t>3.038e0</w:t>
      </w:r>
    </w:p>
    <w:p w14:paraId="7D91D81E" w14:textId="77777777" w:rsidR="006D4449" w:rsidRDefault="006D4449" w:rsidP="006D4449">
      <w:r>
        <w:t>244.1182</w:t>
      </w:r>
      <w:r>
        <w:tab/>
        <w:t>1.013e0</w:t>
      </w:r>
    </w:p>
    <w:p w14:paraId="5F1D0470" w14:textId="77777777" w:rsidR="006D4449" w:rsidRDefault="006D4449" w:rsidP="006D4449">
      <w:r>
        <w:t>244.1256</w:t>
      </w:r>
      <w:r>
        <w:tab/>
        <w:t>1.013e0</w:t>
      </w:r>
    </w:p>
    <w:p w14:paraId="77401B2B" w14:textId="77777777" w:rsidR="006D4449" w:rsidRDefault="006D4449" w:rsidP="006D4449">
      <w:r>
        <w:t>244.1391</w:t>
      </w:r>
      <w:r>
        <w:tab/>
        <w:t>2.986e0</w:t>
      </w:r>
    </w:p>
    <w:p w14:paraId="715F42B2" w14:textId="77777777" w:rsidR="006D4449" w:rsidRDefault="006D4449" w:rsidP="006D4449">
      <w:r>
        <w:t>244.1472</w:t>
      </w:r>
      <w:r>
        <w:tab/>
        <w:t>1.013e0</w:t>
      </w:r>
    </w:p>
    <w:p w14:paraId="6E8E8D17" w14:textId="77777777" w:rsidR="006D4449" w:rsidRDefault="006D4449" w:rsidP="006D4449">
      <w:r>
        <w:t>244.1483</w:t>
      </w:r>
      <w:r>
        <w:tab/>
        <w:t>2.025e0</w:t>
      </w:r>
    </w:p>
    <w:p w14:paraId="6DC790E1" w14:textId="77777777" w:rsidR="006D4449" w:rsidRDefault="006D4449" w:rsidP="006D4449">
      <w:r>
        <w:t>244.1600</w:t>
      </w:r>
      <w:r>
        <w:tab/>
        <w:t>2.025e0</w:t>
      </w:r>
    </w:p>
    <w:p w14:paraId="1C0E0CBD" w14:textId="77777777" w:rsidR="006D4449" w:rsidRDefault="006D4449" w:rsidP="006D4449">
      <w:r>
        <w:t>244.1629</w:t>
      </w:r>
      <w:r>
        <w:tab/>
        <w:t>1.013e0</w:t>
      </w:r>
    </w:p>
    <w:p w14:paraId="620B7205" w14:textId="77777777" w:rsidR="006D4449" w:rsidRDefault="006D4449" w:rsidP="006D4449">
      <w:r>
        <w:t>244.1917</w:t>
      </w:r>
      <w:r>
        <w:tab/>
        <w:t>3.038e0</w:t>
      </w:r>
    </w:p>
    <w:p w14:paraId="6C220EF8" w14:textId="77777777" w:rsidR="006D4449" w:rsidRDefault="006D4449" w:rsidP="006D4449">
      <w:r>
        <w:t>244.1950</w:t>
      </w:r>
      <w:r>
        <w:tab/>
        <w:t>2.025e0</w:t>
      </w:r>
    </w:p>
    <w:p w14:paraId="71A5222C" w14:textId="77777777" w:rsidR="006D4449" w:rsidRDefault="006D4449" w:rsidP="006D4449">
      <w:r>
        <w:t>244.1979</w:t>
      </w:r>
      <w:r>
        <w:tab/>
        <w:t>1.013e0</w:t>
      </w:r>
    </w:p>
    <w:p w14:paraId="671CE958" w14:textId="77777777" w:rsidR="006D4449" w:rsidRDefault="006D4449" w:rsidP="006D4449">
      <w:r>
        <w:lastRenderedPageBreak/>
        <w:t>244.2019</w:t>
      </w:r>
      <w:r>
        <w:tab/>
        <w:t>1.013e0</w:t>
      </w:r>
    </w:p>
    <w:p w14:paraId="5B30BC72" w14:textId="77777777" w:rsidR="006D4449" w:rsidRDefault="006D4449" w:rsidP="006D4449">
      <w:r>
        <w:t>244.2165</w:t>
      </w:r>
      <w:r>
        <w:tab/>
        <w:t>2.429e0</w:t>
      </w:r>
    </w:p>
    <w:p w14:paraId="77BA3555" w14:textId="77777777" w:rsidR="006D4449" w:rsidRDefault="006D4449" w:rsidP="006D4449">
      <w:r>
        <w:t>244.2204</w:t>
      </w:r>
      <w:r>
        <w:tab/>
        <w:t>2.025e0</w:t>
      </w:r>
    </w:p>
    <w:p w14:paraId="3D9CE881" w14:textId="77777777" w:rsidR="006D4449" w:rsidRDefault="006D4449" w:rsidP="006D4449">
      <w:r>
        <w:t>244.2338</w:t>
      </w:r>
      <w:r>
        <w:tab/>
        <w:t>3.038e0</w:t>
      </w:r>
    </w:p>
    <w:p w14:paraId="4790629F" w14:textId="77777777" w:rsidR="006D4449" w:rsidRDefault="006D4449" w:rsidP="006D4449">
      <w:r>
        <w:t>244.2476</w:t>
      </w:r>
      <w:r>
        <w:tab/>
        <w:t>1.013e0</w:t>
      </w:r>
    </w:p>
    <w:p w14:paraId="09244BBA" w14:textId="77777777" w:rsidR="006D4449" w:rsidRDefault="006D4449" w:rsidP="006D4449">
      <w:r>
        <w:t>244.2817</w:t>
      </w:r>
      <w:r>
        <w:tab/>
        <w:t>1.013e0</w:t>
      </w:r>
    </w:p>
    <w:p w14:paraId="5079C981" w14:textId="77777777" w:rsidR="006D4449" w:rsidRDefault="006D4449" w:rsidP="006D4449">
      <w:r>
        <w:t>244.2933</w:t>
      </w:r>
      <w:r>
        <w:tab/>
        <w:t>2.025e0</w:t>
      </w:r>
    </w:p>
    <w:p w14:paraId="6B3436C6" w14:textId="77777777" w:rsidR="006D4449" w:rsidRDefault="006D4449" w:rsidP="006D4449">
      <w:r>
        <w:t>244.3097</w:t>
      </w:r>
      <w:r>
        <w:tab/>
        <w:t>2.025e0</w:t>
      </w:r>
    </w:p>
    <w:p w14:paraId="4D262CC2" w14:textId="77777777" w:rsidR="006D4449" w:rsidRDefault="006D4449" w:rsidP="006D4449">
      <w:r>
        <w:t>244.3341</w:t>
      </w:r>
      <w:r>
        <w:tab/>
        <w:t>1.013e0</w:t>
      </w:r>
    </w:p>
    <w:p w14:paraId="4C8FFECB" w14:textId="77777777" w:rsidR="006D4449" w:rsidRDefault="006D4449" w:rsidP="006D4449">
      <w:r>
        <w:t>244.3809</w:t>
      </w:r>
      <w:r>
        <w:tab/>
        <w:t>1.013e0</w:t>
      </w:r>
    </w:p>
    <w:p w14:paraId="4B2E964D" w14:textId="77777777" w:rsidR="006D4449" w:rsidRDefault="006D4449" w:rsidP="006D4449">
      <w:r>
        <w:t>244.3848</w:t>
      </w:r>
      <w:r>
        <w:tab/>
        <w:t>1.013e0</w:t>
      </w:r>
    </w:p>
    <w:p w14:paraId="5548D8AB" w14:textId="77777777" w:rsidR="006D4449" w:rsidRDefault="006D4449" w:rsidP="006D4449">
      <w:r>
        <w:t>244.4080</w:t>
      </w:r>
      <w:r>
        <w:tab/>
        <w:t>2.025e0</w:t>
      </w:r>
    </w:p>
    <w:p w14:paraId="66AD0A03" w14:textId="77777777" w:rsidR="006D4449" w:rsidRDefault="006D4449" w:rsidP="006D4449">
      <w:r>
        <w:t>244.4174</w:t>
      </w:r>
      <w:r>
        <w:tab/>
        <w:t>1.013e0</w:t>
      </w:r>
    </w:p>
    <w:p w14:paraId="1765F287" w14:textId="77777777" w:rsidR="006D4449" w:rsidRDefault="006D4449" w:rsidP="006D4449">
      <w:r>
        <w:t>244.4484</w:t>
      </w:r>
      <w:r>
        <w:tab/>
        <w:t>2.025e0</w:t>
      </w:r>
    </w:p>
    <w:p w14:paraId="3D15EBED" w14:textId="77777777" w:rsidR="006D4449" w:rsidRDefault="006D4449" w:rsidP="006D4449">
      <w:r>
        <w:t>244.4724</w:t>
      </w:r>
      <w:r>
        <w:tab/>
        <w:t>1.013e0</w:t>
      </w:r>
    </w:p>
    <w:p w14:paraId="0D08B67F" w14:textId="77777777" w:rsidR="006D4449" w:rsidRDefault="006D4449" w:rsidP="006D4449">
      <w:r>
        <w:t>244.5042</w:t>
      </w:r>
      <w:r>
        <w:tab/>
        <w:t>1.013e0</w:t>
      </w:r>
    </w:p>
    <w:p w14:paraId="224DDFFC" w14:textId="77777777" w:rsidR="006D4449" w:rsidRDefault="006D4449" w:rsidP="006D4449">
      <w:r>
        <w:t>244.5150</w:t>
      </w:r>
      <w:r>
        <w:tab/>
        <w:t>2.025e0</w:t>
      </w:r>
    </w:p>
    <w:p w14:paraId="209682B7" w14:textId="77777777" w:rsidR="006D4449" w:rsidRDefault="006D4449" w:rsidP="006D4449">
      <w:r>
        <w:t>244.5189</w:t>
      </w:r>
      <w:r>
        <w:tab/>
        <w:t>3.038e0</w:t>
      </w:r>
    </w:p>
    <w:p w14:paraId="49217AD9" w14:textId="77777777" w:rsidR="006D4449" w:rsidRDefault="006D4449" w:rsidP="006D4449">
      <w:r>
        <w:t>244.5260</w:t>
      </w:r>
      <w:r>
        <w:tab/>
        <w:t>1.013e0</w:t>
      </w:r>
    </w:p>
    <w:p w14:paraId="2472C4E7" w14:textId="77777777" w:rsidR="006D4449" w:rsidRDefault="006D4449" w:rsidP="006D4449">
      <w:r>
        <w:lastRenderedPageBreak/>
        <w:t>244.5628</w:t>
      </w:r>
      <w:r>
        <w:tab/>
        <w:t>2.025e0</w:t>
      </w:r>
    </w:p>
    <w:p w14:paraId="61F8A53D" w14:textId="77777777" w:rsidR="006D4449" w:rsidRDefault="006D4449" w:rsidP="006D4449">
      <w:r>
        <w:t>244.5737</w:t>
      </w:r>
      <w:r>
        <w:tab/>
        <w:t>2.025e0</w:t>
      </w:r>
    </w:p>
    <w:p w14:paraId="1AE7EE67" w14:textId="77777777" w:rsidR="006D4449" w:rsidRDefault="006D4449" w:rsidP="006D4449">
      <w:r>
        <w:t>244.5797</w:t>
      </w:r>
      <w:r>
        <w:tab/>
        <w:t>1.013e0</w:t>
      </w:r>
    </w:p>
    <w:p w14:paraId="4EB1A5B5" w14:textId="77777777" w:rsidR="006D4449" w:rsidRDefault="006D4449" w:rsidP="006D4449">
      <w:r>
        <w:t>244.5836</w:t>
      </w:r>
      <w:r>
        <w:tab/>
        <w:t>1.013e0</w:t>
      </w:r>
    </w:p>
    <w:p w14:paraId="102EE4C0" w14:textId="77777777" w:rsidR="006D4449" w:rsidRDefault="006D4449" w:rsidP="006D4449">
      <w:r>
        <w:t>244.6331</w:t>
      </w:r>
      <w:r>
        <w:tab/>
        <w:t>1.013e0</w:t>
      </w:r>
    </w:p>
    <w:p w14:paraId="720A64FA" w14:textId="77777777" w:rsidR="006D4449" w:rsidRDefault="006D4449" w:rsidP="006D4449">
      <w:r>
        <w:t>244.6672</w:t>
      </w:r>
      <w:r>
        <w:tab/>
        <w:t>1.013e0</w:t>
      </w:r>
    </w:p>
    <w:p w14:paraId="13D0B2C0" w14:textId="77777777" w:rsidR="006D4449" w:rsidRDefault="006D4449" w:rsidP="006D4449">
      <w:r>
        <w:t>244.6779</w:t>
      </w:r>
      <w:r>
        <w:tab/>
        <w:t>1.013e0</w:t>
      </w:r>
    </w:p>
    <w:p w14:paraId="486620D4" w14:textId="77777777" w:rsidR="006D4449" w:rsidRDefault="006D4449" w:rsidP="006D4449">
      <w:r>
        <w:t>244.6924</w:t>
      </w:r>
      <w:r>
        <w:tab/>
        <w:t>1.013e0</w:t>
      </w:r>
    </w:p>
    <w:p w14:paraId="11063DE2" w14:textId="77777777" w:rsidR="006D4449" w:rsidRDefault="006D4449" w:rsidP="006D4449">
      <w:r>
        <w:t>244.7027</w:t>
      </w:r>
      <w:r>
        <w:tab/>
        <w:t>2.025e0</w:t>
      </w:r>
    </w:p>
    <w:p w14:paraId="3780CAEA" w14:textId="77777777" w:rsidR="006D4449" w:rsidRDefault="006D4449" w:rsidP="006D4449">
      <w:r>
        <w:t>244.7426</w:t>
      </w:r>
      <w:r>
        <w:tab/>
        <w:t>1.013e0</w:t>
      </w:r>
    </w:p>
    <w:p w14:paraId="62F5353E" w14:textId="77777777" w:rsidR="006D4449" w:rsidRDefault="006D4449" w:rsidP="006D4449">
      <w:r>
        <w:t>244.7587</w:t>
      </w:r>
      <w:r>
        <w:tab/>
        <w:t>1.013e0</w:t>
      </w:r>
    </w:p>
    <w:p w14:paraId="74087B3D" w14:textId="77777777" w:rsidR="006D4449" w:rsidRDefault="006D4449" w:rsidP="006D4449">
      <w:r>
        <w:t>244.7764</w:t>
      </w:r>
      <w:r>
        <w:tab/>
        <w:t>4.051e0</w:t>
      </w:r>
    </w:p>
    <w:p w14:paraId="046CCCB3" w14:textId="77777777" w:rsidR="006D4449" w:rsidRDefault="006D4449" w:rsidP="006D4449">
      <w:r>
        <w:t>244.7854</w:t>
      </w:r>
      <w:r>
        <w:tab/>
        <w:t>2.025e0</w:t>
      </w:r>
    </w:p>
    <w:p w14:paraId="5CF5941E" w14:textId="77777777" w:rsidR="006D4449" w:rsidRDefault="006D4449" w:rsidP="006D4449">
      <w:r>
        <w:t>244.7883</w:t>
      </w:r>
      <w:r>
        <w:tab/>
        <w:t>1.013e0</w:t>
      </w:r>
    </w:p>
    <w:p w14:paraId="5440195D" w14:textId="77777777" w:rsidR="006D4449" w:rsidRDefault="006D4449" w:rsidP="006D4449">
      <w:r>
        <w:t>244.8238</w:t>
      </w:r>
      <w:r>
        <w:tab/>
        <w:t>1.013e0</w:t>
      </w:r>
    </w:p>
    <w:p w14:paraId="3A19F627" w14:textId="77777777" w:rsidR="006D4449" w:rsidRDefault="006D4449" w:rsidP="006D4449">
      <w:r>
        <w:t>244.8248</w:t>
      </w:r>
      <w:r>
        <w:tab/>
        <w:t>1.013e0</w:t>
      </w:r>
    </w:p>
    <w:p w14:paraId="11050931" w14:textId="77777777" w:rsidR="006D4449" w:rsidRDefault="006D4449" w:rsidP="006D4449">
      <w:r>
        <w:t>244.8601</w:t>
      </w:r>
      <w:r>
        <w:tab/>
        <w:t>2.025e0</w:t>
      </w:r>
    </w:p>
    <w:p w14:paraId="093E5A2C" w14:textId="77777777" w:rsidR="006D4449" w:rsidRDefault="006D4449" w:rsidP="006D4449">
      <w:r>
        <w:t>244.8649</w:t>
      </w:r>
      <w:r>
        <w:tab/>
        <w:t>1.013e0</w:t>
      </w:r>
    </w:p>
    <w:p w14:paraId="3815F465" w14:textId="77777777" w:rsidR="006D4449" w:rsidRDefault="006D4449" w:rsidP="006D4449">
      <w:r>
        <w:t>244.9062</w:t>
      </w:r>
      <w:r>
        <w:tab/>
        <w:t>3.038e0</w:t>
      </w:r>
    </w:p>
    <w:p w14:paraId="3D4D9930" w14:textId="77777777" w:rsidR="006D4449" w:rsidRDefault="006D4449" w:rsidP="006D4449">
      <w:r>
        <w:lastRenderedPageBreak/>
        <w:t>244.9537</w:t>
      </w:r>
      <w:r>
        <w:tab/>
        <w:t>1.013e0</w:t>
      </w:r>
    </w:p>
    <w:p w14:paraId="64FA9FC0" w14:textId="77777777" w:rsidR="006D4449" w:rsidRDefault="006D4449" w:rsidP="006D4449">
      <w:r>
        <w:t>244.9837</w:t>
      </w:r>
      <w:r>
        <w:tab/>
        <w:t>1.013e0</w:t>
      </w:r>
    </w:p>
    <w:p w14:paraId="7DCF765E" w14:textId="77777777" w:rsidR="006D4449" w:rsidRDefault="006D4449" w:rsidP="006D4449">
      <w:r>
        <w:t>245.0130</w:t>
      </w:r>
      <w:r>
        <w:tab/>
        <w:t>5.063e0</w:t>
      </w:r>
    </w:p>
    <w:p w14:paraId="1AFCEA63" w14:textId="77777777" w:rsidR="006D4449" w:rsidRDefault="006D4449" w:rsidP="006D4449">
      <w:r>
        <w:t>245.0145</w:t>
      </w:r>
      <w:r>
        <w:tab/>
        <w:t>2.025e0</w:t>
      </w:r>
    </w:p>
    <w:p w14:paraId="73B8A3B7" w14:textId="77777777" w:rsidR="006D4449" w:rsidRDefault="006D4449" w:rsidP="006D4449">
      <w:r>
        <w:t>245.0240</w:t>
      </w:r>
      <w:r>
        <w:tab/>
        <w:t>6.076e0</w:t>
      </w:r>
    </w:p>
    <w:p w14:paraId="0D6D95D3" w14:textId="77777777" w:rsidR="006D4449" w:rsidRDefault="006D4449" w:rsidP="006D4449">
      <w:r>
        <w:t>245.0284</w:t>
      </w:r>
      <w:r>
        <w:tab/>
        <w:t>3.038e0</w:t>
      </w:r>
    </w:p>
    <w:p w14:paraId="40197A52" w14:textId="77777777" w:rsidR="006D4449" w:rsidRDefault="006D4449" w:rsidP="006D4449">
      <w:r>
        <w:t>245.0374</w:t>
      </w:r>
      <w:r>
        <w:tab/>
        <w:t>1.013e0</w:t>
      </w:r>
    </w:p>
    <w:p w14:paraId="2C767E3F" w14:textId="77777777" w:rsidR="006D4449" w:rsidRDefault="006D4449" w:rsidP="006D4449">
      <w:r>
        <w:t>245.0466</w:t>
      </w:r>
      <w:r>
        <w:tab/>
        <w:t>4.051e0</w:t>
      </w:r>
    </w:p>
    <w:p w14:paraId="58D60449" w14:textId="77777777" w:rsidR="006D4449" w:rsidRDefault="006D4449" w:rsidP="006D4449">
      <w:r>
        <w:t>245.0592</w:t>
      </w:r>
      <w:r>
        <w:tab/>
        <w:t>2.025e0</w:t>
      </w:r>
    </w:p>
    <w:p w14:paraId="256F56B6" w14:textId="77777777" w:rsidR="006D4449" w:rsidRDefault="006D4449" w:rsidP="006D4449">
      <w:r>
        <w:t>245.0671</w:t>
      </w:r>
      <w:r>
        <w:tab/>
        <w:t>1.013e0</w:t>
      </w:r>
    </w:p>
    <w:p w14:paraId="3B5E5710" w14:textId="77777777" w:rsidR="006D4449" w:rsidRDefault="006D4449" w:rsidP="006D4449">
      <w:r>
        <w:t>245.0890</w:t>
      </w:r>
      <w:r>
        <w:tab/>
        <w:t>2.025e0</w:t>
      </w:r>
    </w:p>
    <w:p w14:paraId="2D3EDD93" w14:textId="77777777" w:rsidR="006D4449" w:rsidRDefault="006D4449" w:rsidP="006D4449">
      <w:r>
        <w:t>245.1061</w:t>
      </w:r>
      <w:r>
        <w:tab/>
        <w:t>2.025e0</w:t>
      </w:r>
    </w:p>
    <w:p w14:paraId="5FC7254B" w14:textId="77777777" w:rsidR="006D4449" w:rsidRDefault="006D4449" w:rsidP="006D4449">
      <w:r>
        <w:t>245.1103</w:t>
      </w:r>
      <w:r>
        <w:tab/>
        <w:t>2.025e0</w:t>
      </w:r>
    </w:p>
    <w:p w14:paraId="75EEA6BA" w14:textId="77777777" w:rsidR="006D4449" w:rsidRDefault="006D4449" w:rsidP="006D4449">
      <w:r>
        <w:t>245.1119</w:t>
      </w:r>
      <w:r>
        <w:tab/>
        <w:t>3.038e0</w:t>
      </w:r>
    </w:p>
    <w:p w14:paraId="5F7F30C5" w14:textId="77777777" w:rsidR="006D4449" w:rsidRDefault="006D4449" w:rsidP="006D4449">
      <w:r>
        <w:t>245.1368</w:t>
      </w:r>
      <w:r>
        <w:tab/>
        <w:t>1.013e0</w:t>
      </w:r>
    </w:p>
    <w:p w14:paraId="2D7ED181" w14:textId="77777777" w:rsidR="006D4449" w:rsidRDefault="006D4449" w:rsidP="006D4449">
      <w:r>
        <w:t>245.1620</w:t>
      </w:r>
      <w:r>
        <w:tab/>
        <w:t>1.013e0</w:t>
      </w:r>
    </w:p>
    <w:p w14:paraId="753816D4" w14:textId="77777777" w:rsidR="006D4449" w:rsidRDefault="006D4449" w:rsidP="006D4449">
      <w:r>
        <w:t>245.1630</w:t>
      </w:r>
      <w:r>
        <w:tab/>
        <w:t>1.013e0</w:t>
      </w:r>
    </w:p>
    <w:p w14:paraId="03D0C279" w14:textId="77777777" w:rsidR="006D4449" w:rsidRDefault="006D4449" w:rsidP="006D4449">
      <w:r>
        <w:t>245.1660</w:t>
      </w:r>
      <w:r>
        <w:tab/>
        <w:t>2.025e0</w:t>
      </w:r>
    </w:p>
    <w:p w14:paraId="7AC14E61" w14:textId="77777777" w:rsidR="006D4449" w:rsidRDefault="006D4449" w:rsidP="006D4449">
      <w:r>
        <w:t>245.1737</w:t>
      </w:r>
      <w:r>
        <w:tab/>
        <w:t>1.013e0</w:t>
      </w:r>
    </w:p>
    <w:p w14:paraId="64E8E8CE" w14:textId="77777777" w:rsidR="006D4449" w:rsidRDefault="006D4449" w:rsidP="006D4449">
      <w:r>
        <w:lastRenderedPageBreak/>
        <w:t>245.1951</w:t>
      </w:r>
      <w:r>
        <w:tab/>
        <w:t>1.013e0</w:t>
      </w:r>
    </w:p>
    <w:p w14:paraId="5638138E" w14:textId="77777777" w:rsidR="006D4449" w:rsidRDefault="006D4449" w:rsidP="006D4449">
      <w:r>
        <w:t>245.1987</w:t>
      </w:r>
      <w:r>
        <w:tab/>
        <w:t>1.013e0</w:t>
      </w:r>
    </w:p>
    <w:p w14:paraId="40531DEE" w14:textId="77777777" w:rsidR="006D4449" w:rsidRDefault="006D4449" w:rsidP="006D4449">
      <w:r>
        <w:t>245.2165</w:t>
      </w:r>
      <w:r>
        <w:tab/>
        <w:t>1.013e0</w:t>
      </w:r>
    </w:p>
    <w:p w14:paraId="4FB00A27" w14:textId="77777777" w:rsidR="006D4449" w:rsidRDefault="006D4449" w:rsidP="006D4449">
      <w:r>
        <w:t>245.2245</w:t>
      </w:r>
      <w:r>
        <w:tab/>
        <w:t>2.025e0</w:t>
      </w:r>
    </w:p>
    <w:p w14:paraId="2F825A14" w14:textId="77777777" w:rsidR="006D4449" w:rsidRDefault="006D4449" w:rsidP="006D4449">
      <w:r>
        <w:t>245.2490</w:t>
      </w:r>
      <w:r>
        <w:tab/>
        <w:t>1.013e0</w:t>
      </w:r>
    </w:p>
    <w:p w14:paraId="36C677ED" w14:textId="77777777" w:rsidR="006D4449" w:rsidRDefault="006D4449" w:rsidP="006D4449">
      <w:r>
        <w:t>245.2652</w:t>
      </w:r>
      <w:r>
        <w:tab/>
        <w:t>1.013e0</w:t>
      </w:r>
    </w:p>
    <w:p w14:paraId="76F37D96" w14:textId="77777777" w:rsidR="006D4449" w:rsidRDefault="006D4449" w:rsidP="006D4449">
      <w:r>
        <w:t>245.3539</w:t>
      </w:r>
      <w:r>
        <w:tab/>
        <w:t>2.025e0</w:t>
      </w:r>
    </w:p>
    <w:p w14:paraId="7625D00F" w14:textId="77777777" w:rsidR="006D4449" w:rsidRDefault="006D4449" w:rsidP="006D4449">
      <w:r>
        <w:t>245.3708</w:t>
      </w:r>
      <w:r>
        <w:tab/>
        <w:t>3.038e0</w:t>
      </w:r>
    </w:p>
    <w:p w14:paraId="23ABD74C" w14:textId="77777777" w:rsidR="006D4449" w:rsidRDefault="006D4449" w:rsidP="006D4449">
      <w:r>
        <w:t>245.4037</w:t>
      </w:r>
      <w:r>
        <w:tab/>
        <w:t>2.025e0</w:t>
      </w:r>
    </w:p>
    <w:p w14:paraId="126F3E3A" w14:textId="77777777" w:rsidR="006D4449" w:rsidRDefault="006D4449" w:rsidP="006D4449">
      <w:r>
        <w:t>245.4275</w:t>
      </w:r>
      <w:r>
        <w:tab/>
        <w:t>1.013e0</w:t>
      </w:r>
    </w:p>
    <w:p w14:paraId="50B2F2B6" w14:textId="77777777" w:rsidR="006D4449" w:rsidRDefault="006D4449" w:rsidP="006D4449">
      <w:r>
        <w:t>245.4286</w:t>
      </w:r>
      <w:r>
        <w:tab/>
        <w:t>1.013e0</w:t>
      </w:r>
    </w:p>
    <w:p w14:paraId="7C16206E" w14:textId="77777777" w:rsidR="006D4449" w:rsidRDefault="006D4449" w:rsidP="006D4449">
      <w:r>
        <w:t>245.4359</w:t>
      </w:r>
      <w:r>
        <w:tab/>
        <w:t>2.025e0</w:t>
      </w:r>
    </w:p>
    <w:p w14:paraId="77E726E0" w14:textId="77777777" w:rsidR="006D4449" w:rsidRDefault="006D4449" w:rsidP="006D4449">
      <w:r>
        <w:t>245.4406</w:t>
      </w:r>
      <w:r>
        <w:tab/>
        <w:t>1.013e0</w:t>
      </w:r>
    </w:p>
    <w:p w14:paraId="79CB5695" w14:textId="77777777" w:rsidR="006D4449" w:rsidRDefault="006D4449" w:rsidP="006D4449">
      <w:r>
        <w:t>245.4733</w:t>
      </w:r>
      <w:r>
        <w:tab/>
        <w:t>1.013e0</w:t>
      </w:r>
    </w:p>
    <w:p w14:paraId="08C59209" w14:textId="77777777" w:rsidR="006D4449" w:rsidRDefault="006D4449" w:rsidP="006D4449">
      <w:r>
        <w:t>245.4789</w:t>
      </w:r>
      <w:r>
        <w:tab/>
        <w:t>1.013e0</w:t>
      </w:r>
    </w:p>
    <w:p w14:paraId="1E801925" w14:textId="77777777" w:rsidR="006D4449" w:rsidRDefault="006D4449" w:rsidP="006D4449">
      <w:r>
        <w:t>245.5266</w:t>
      </w:r>
      <w:r>
        <w:tab/>
        <w:t>2.025e0</w:t>
      </w:r>
    </w:p>
    <w:p w14:paraId="33516AEC" w14:textId="77777777" w:rsidR="006D4449" w:rsidRDefault="006D4449" w:rsidP="006D4449">
      <w:r>
        <w:t>245.5401</w:t>
      </w:r>
      <w:r>
        <w:tab/>
        <w:t>1.013e0</w:t>
      </w:r>
    </w:p>
    <w:p w14:paraId="557FA857" w14:textId="77777777" w:rsidR="006D4449" w:rsidRDefault="006D4449" w:rsidP="006D4449">
      <w:r>
        <w:t>245.5490</w:t>
      </w:r>
      <w:r>
        <w:tab/>
        <w:t>1.013e0</w:t>
      </w:r>
    </w:p>
    <w:p w14:paraId="1D69EBD2" w14:textId="77777777" w:rsidR="006D4449" w:rsidRDefault="006D4449" w:rsidP="006D4449">
      <w:r>
        <w:t>245.5577</w:t>
      </w:r>
      <w:r>
        <w:tab/>
        <w:t>1.478e0</w:t>
      </w:r>
    </w:p>
    <w:p w14:paraId="0388A571" w14:textId="77777777" w:rsidR="006D4449" w:rsidRDefault="006D4449" w:rsidP="006D4449">
      <w:r>
        <w:lastRenderedPageBreak/>
        <w:t>245.5949</w:t>
      </w:r>
      <w:r>
        <w:tab/>
        <w:t>1.013e0</w:t>
      </w:r>
    </w:p>
    <w:p w14:paraId="2C3FA4D6" w14:textId="77777777" w:rsidR="006D4449" w:rsidRDefault="006D4449" w:rsidP="006D4449">
      <w:r>
        <w:t>245.6118</w:t>
      </w:r>
      <w:r>
        <w:tab/>
        <w:t>1.013e0</w:t>
      </w:r>
    </w:p>
    <w:p w14:paraId="20A375D8" w14:textId="77777777" w:rsidR="006D4449" w:rsidRDefault="006D4449" w:rsidP="006D4449">
      <w:r>
        <w:t>245.6153</w:t>
      </w:r>
      <w:r>
        <w:tab/>
        <w:t>1.013e0</w:t>
      </w:r>
    </w:p>
    <w:p w14:paraId="39EC999D" w14:textId="77777777" w:rsidR="006D4449" w:rsidRDefault="006D4449" w:rsidP="006D4449">
      <w:r>
        <w:t>245.6288</w:t>
      </w:r>
      <w:r>
        <w:tab/>
        <w:t>1.013e0</w:t>
      </w:r>
    </w:p>
    <w:p w14:paraId="44CDF413" w14:textId="77777777" w:rsidR="006D4449" w:rsidRDefault="006D4449" w:rsidP="006D4449">
      <w:r>
        <w:t>245.6396</w:t>
      </w:r>
      <w:r>
        <w:tab/>
        <w:t>1.013e0</w:t>
      </w:r>
    </w:p>
    <w:p w14:paraId="2C196727" w14:textId="77777777" w:rsidR="006D4449" w:rsidRDefault="006D4449" w:rsidP="006D4449">
      <w:r>
        <w:t>245.6519</w:t>
      </w:r>
      <w:r>
        <w:tab/>
        <w:t>1.013e0</w:t>
      </w:r>
    </w:p>
    <w:p w14:paraId="65970C5F" w14:textId="77777777" w:rsidR="006D4449" w:rsidRDefault="006D4449" w:rsidP="006D4449">
      <w:r>
        <w:t>245.6622</w:t>
      </w:r>
      <w:r>
        <w:tab/>
        <w:t>1.013e0</w:t>
      </w:r>
    </w:p>
    <w:p w14:paraId="6EC2841B" w14:textId="77777777" w:rsidR="006D4449" w:rsidRDefault="006D4449" w:rsidP="006D4449">
      <w:r>
        <w:t>245.6736</w:t>
      </w:r>
      <w:r>
        <w:tab/>
        <w:t>1.013e0</w:t>
      </w:r>
    </w:p>
    <w:p w14:paraId="3752F9B8" w14:textId="77777777" w:rsidR="006D4449" w:rsidRDefault="006D4449" w:rsidP="006D4449">
      <w:r>
        <w:t>245.6893</w:t>
      </w:r>
      <w:r>
        <w:tab/>
        <w:t>1.013e0</w:t>
      </w:r>
    </w:p>
    <w:p w14:paraId="0542CFB4" w14:textId="77777777" w:rsidR="006D4449" w:rsidRDefault="006D4449" w:rsidP="006D4449">
      <w:r>
        <w:t>245.6942</w:t>
      </w:r>
      <w:r>
        <w:tab/>
        <w:t>1.013e0</w:t>
      </w:r>
    </w:p>
    <w:p w14:paraId="6F26E748" w14:textId="77777777" w:rsidR="006D4449" w:rsidRDefault="006D4449" w:rsidP="006D4449">
      <w:r>
        <w:t>245.7023</w:t>
      </w:r>
      <w:r>
        <w:tab/>
        <w:t>1.013e0</w:t>
      </w:r>
    </w:p>
    <w:p w14:paraId="4283AC84" w14:textId="77777777" w:rsidR="006D4449" w:rsidRDefault="006D4449" w:rsidP="006D4449">
      <w:r>
        <w:t>245.7155</w:t>
      </w:r>
      <w:r>
        <w:tab/>
        <w:t>2.025e0</w:t>
      </w:r>
    </w:p>
    <w:p w14:paraId="507E2B6E" w14:textId="77777777" w:rsidR="006D4449" w:rsidRDefault="006D4449" w:rsidP="006D4449">
      <w:r>
        <w:t>245.7362</w:t>
      </w:r>
      <w:r>
        <w:tab/>
        <w:t>1.013e0</w:t>
      </w:r>
    </w:p>
    <w:p w14:paraId="1354EEE2" w14:textId="77777777" w:rsidR="006D4449" w:rsidRDefault="006D4449" w:rsidP="006D4449">
      <w:r>
        <w:t>245.7663</w:t>
      </w:r>
      <w:r>
        <w:tab/>
        <w:t>1.013e0</w:t>
      </w:r>
    </w:p>
    <w:p w14:paraId="3C5D185D" w14:textId="77777777" w:rsidR="006D4449" w:rsidRDefault="006D4449" w:rsidP="006D4449">
      <w:r>
        <w:t>245.7770</w:t>
      </w:r>
      <w:r>
        <w:tab/>
        <w:t>2.025e0</w:t>
      </w:r>
    </w:p>
    <w:p w14:paraId="5A7C6D78" w14:textId="77777777" w:rsidR="006D4449" w:rsidRDefault="006D4449" w:rsidP="006D4449">
      <w:r>
        <w:t>245.8322</w:t>
      </w:r>
      <w:r>
        <w:tab/>
        <w:t>3.038e0</w:t>
      </w:r>
    </w:p>
    <w:p w14:paraId="72806B95" w14:textId="77777777" w:rsidR="006D4449" w:rsidRDefault="006D4449" w:rsidP="006D4449">
      <w:r>
        <w:t>245.8698</w:t>
      </w:r>
      <w:r>
        <w:tab/>
        <w:t>1.013e0</w:t>
      </w:r>
    </w:p>
    <w:p w14:paraId="43AC2EE9" w14:textId="77777777" w:rsidR="006D4449" w:rsidRDefault="006D4449" w:rsidP="006D4449">
      <w:r>
        <w:t>245.9067</w:t>
      </w:r>
      <w:r>
        <w:tab/>
        <w:t>2.025e0</w:t>
      </w:r>
    </w:p>
    <w:p w14:paraId="3F907D2E" w14:textId="77777777" w:rsidR="006D4449" w:rsidRDefault="006D4449" w:rsidP="006D4449">
      <w:r>
        <w:t>245.9281</w:t>
      </w:r>
      <w:r>
        <w:tab/>
        <w:t>1.013e0</w:t>
      </w:r>
    </w:p>
    <w:p w14:paraId="251F3411" w14:textId="77777777" w:rsidR="006D4449" w:rsidRDefault="006D4449" w:rsidP="006D4449">
      <w:r>
        <w:lastRenderedPageBreak/>
        <w:t>245.9446</w:t>
      </w:r>
      <w:r>
        <w:tab/>
        <w:t>2.025e0</w:t>
      </w:r>
    </w:p>
    <w:p w14:paraId="391D284C" w14:textId="77777777" w:rsidR="006D4449" w:rsidRDefault="006D4449" w:rsidP="006D4449">
      <w:r>
        <w:t>245.9496</w:t>
      </w:r>
      <w:r>
        <w:tab/>
        <w:t>1.013e0</w:t>
      </w:r>
    </w:p>
    <w:p w14:paraId="2E9FC753" w14:textId="77777777" w:rsidR="006D4449" w:rsidRDefault="006D4449" w:rsidP="006D4449">
      <w:r>
        <w:t>245.9535</w:t>
      </w:r>
      <w:r>
        <w:tab/>
        <w:t>1.013e0</w:t>
      </w:r>
    </w:p>
    <w:p w14:paraId="42AE7B37" w14:textId="77777777" w:rsidR="006D4449" w:rsidRDefault="006D4449" w:rsidP="006D4449">
      <w:r>
        <w:t>245.9943</w:t>
      </w:r>
      <w:r>
        <w:tab/>
        <w:t>1.371e1</w:t>
      </w:r>
    </w:p>
    <w:p w14:paraId="3AB9D26F" w14:textId="77777777" w:rsidR="006D4449" w:rsidRDefault="006D4449" w:rsidP="006D4449">
      <w:r>
        <w:t>245.9955</w:t>
      </w:r>
      <w:r>
        <w:tab/>
        <w:t>5.861e1</w:t>
      </w:r>
    </w:p>
    <w:p w14:paraId="05CAC3EB" w14:textId="77777777" w:rsidR="006D4449" w:rsidRDefault="006D4449" w:rsidP="006D4449">
      <w:r>
        <w:t>245.9987</w:t>
      </w:r>
      <w:r>
        <w:tab/>
        <w:t>1.823e1</w:t>
      </w:r>
    </w:p>
    <w:p w14:paraId="4ECACECF" w14:textId="77777777" w:rsidR="006D4449" w:rsidRDefault="006D4449" w:rsidP="006D4449">
      <w:r>
        <w:t>246.0431</w:t>
      </w:r>
      <w:r>
        <w:tab/>
        <w:t>1.752e0</w:t>
      </w:r>
    </w:p>
    <w:p w14:paraId="556CBD21" w14:textId="77777777" w:rsidR="006D4449" w:rsidRDefault="006D4449" w:rsidP="006D4449">
      <w:r>
        <w:t>246.0452</w:t>
      </w:r>
      <w:r>
        <w:tab/>
        <w:t>2.025e0</w:t>
      </w:r>
    </w:p>
    <w:p w14:paraId="47A08456" w14:textId="77777777" w:rsidR="006D4449" w:rsidRDefault="006D4449" w:rsidP="006D4449">
      <w:r>
        <w:t>246.0783</w:t>
      </w:r>
      <w:r>
        <w:tab/>
        <w:t>1.013e0</w:t>
      </w:r>
    </w:p>
    <w:p w14:paraId="7401BFEA" w14:textId="77777777" w:rsidR="006D4449" w:rsidRDefault="006D4449" w:rsidP="006D4449">
      <w:r>
        <w:t>246.0794</w:t>
      </w:r>
      <w:r>
        <w:tab/>
        <w:t>1.013e0</w:t>
      </w:r>
    </w:p>
    <w:p w14:paraId="022C6AB3" w14:textId="77777777" w:rsidR="006D4449" w:rsidRDefault="006D4449" w:rsidP="006D4449">
      <w:r>
        <w:t>246.0871</w:t>
      </w:r>
      <w:r>
        <w:tab/>
        <w:t>3.038e0</w:t>
      </w:r>
    </w:p>
    <w:p w14:paraId="7D05FDB6" w14:textId="77777777" w:rsidR="006D4449" w:rsidRDefault="006D4449" w:rsidP="006D4449">
      <w:r>
        <w:t>246.1059</w:t>
      </w:r>
      <w:r>
        <w:tab/>
        <w:t>1.013e0</w:t>
      </w:r>
    </w:p>
    <w:p w14:paraId="69E32128" w14:textId="77777777" w:rsidR="006D4449" w:rsidRDefault="006D4449" w:rsidP="006D4449">
      <w:r>
        <w:t>246.1120</w:t>
      </w:r>
      <w:r>
        <w:tab/>
        <w:t>2.025e0</w:t>
      </w:r>
    </w:p>
    <w:p w14:paraId="497BFDFB" w14:textId="77777777" w:rsidR="006D4449" w:rsidRDefault="006D4449" w:rsidP="006D4449">
      <w:r>
        <w:t>246.1222</w:t>
      </w:r>
      <w:r>
        <w:tab/>
        <w:t>3.038e0</w:t>
      </w:r>
    </w:p>
    <w:p w14:paraId="34CB6917" w14:textId="77777777" w:rsidR="006D4449" w:rsidRDefault="006D4449" w:rsidP="006D4449">
      <w:r>
        <w:t>246.1297</w:t>
      </w:r>
      <w:r>
        <w:tab/>
        <w:t>3.038e0</w:t>
      </w:r>
    </w:p>
    <w:p w14:paraId="7A8B6833" w14:textId="77777777" w:rsidR="006D4449" w:rsidRDefault="006D4449" w:rsidP="006D4449">
      <w:r>
        <w:t>246.1511</w:t>
      </w:r>
      <w:r>
        <w:tab/>
        <w:t>2.025e0</w:t>
      </w:r>
    </w:p>
    <w:p w14:paraId="51296C5B" w14:textId="77777777" w:rsidR="006D4449" w:rsidRDefault="006D4449" w:rsidP="006D4449">
      <w:r>
        <w:t>246.1562</w:t>
      </w:r>
      <w:r>
        <w:tab/>
        <w:t>2.025e0</w:t>
      </w:r>
    </w:p>
    <w:p w14:paraId="3D2EB467" w14:textId="77777777" w:rsidR="006D4449" w:rsidRDefault="006D4449" w:rsidP="006D4449">
      <w:r>
        <w:t>246.1700</w:t>
      </w:r>
      <w:r>
        <w:tab/>
        <w:t>1.013e0</w:t>
      </w:r>
    </w:p>
    <w:p w14:paraId="43CBA8FC" w14:textId="77777777" w:rsidR="006D4449" w:rsidRDefault="006D4449" w:rsidP="006D4449">
      <w:r>
        <w:t>246.1710</w:t>
      </w:r>
      <w:r>
        <w:tab/>
        <w:t>2.025e0</w:t>
      </w:r>
    </w:p>
    <w:p w14:paraId="771EB604" w14:textId="77777777" w:rsidR="006D4449" w:rsidRDefault="006D4449" w:rsidP="006D4449">
      <w:r>
        <w:lastRenderedPageBreak/>
        <w:t>246.1817</w:t>
      </w:r>
      <w:r>
        <w:tab/>
        <w:t>1.013e0</w:t>
      </w:r>
    </w:p>
    <w:p w14:paraId="7039BBEC" w14:textId="77777777" w:rsidR="006D4449" w:rsidRDefault="006D4449" w:rsidP="006D4449">
      <w:r>
        <w:t>246.1906</w:t>
      </w:r>
      <w:r>
        <w:tab/>
        <w:t>2.025e0</w:t>
      </w:r>
    </w:p>
    <w:p w14:paraId="71EB5254" w14:textId="77777777" w:rsidR="006D4449" w:rsidRDefault="006D4449" w:rsidP="006D4449">
      <w:r>
        <w:t>246.2089</w:t>
      </w:r>
      <w:r>
        <w:tab/>
        <w:t>2.025e0</w:t>
      </w:r>
    </w:p>
    <w:p w14:paraId="6BC25B9F" w14:textId="77777777" w:rsidR="006D4449" w:rsidRDefault="006D4449" w:rsidP="006D4449">
      <w:r>
        <w:t>246.2191</w:t>
      </w:r>
      <w:r>
        <w:tab/>
        <w:t>2.025e0</w:t>
      </w:r>
    </w:p>
    <w:p w14:paraId="1A41CD63" w14:textId="77777777" w:rsidR="006D4449" w:rsidRDefault="006D4449" w:rsidP="006D4449">
      <w:r>
        <w:t>246.2207</w:t>
      </w:r>
      <w:r>
        <w:tab/>
        <w:t>1.013e0</w:t>
      </w:r>
    </w:p>
    <w:p w14:paraId="697114B9" w14:textId="77777777" w:rsidR="006D4449" w:rsidRDefault="006D4449" w:rsidP="006D4449">
      <w:r>
        <w:t>246.2862</w:t>
      </w:r>
      <w:r>
        <w:tab/>
        <w:t>1.013e0</w:t>
      </w:r>
    </w:p>
    <w:p w14:paraId="3234DB2B" w14:textId="77777777" w:rsidR="006D4449" w:rsidRDefault="006D4449" w:rsidP="006D4449">
      <w:r>
        <w:t>246.2921</w:t>
      </w:r>
      <w:r>
        <w:tab/>
        <w:t>2.025e0</w:t>
      </w:r>
    </w:p>
    <w:p w14:paraId="30C8D1EB" w14:textId="77777777" w:rsidR="006D4449" w:rsidRDefault="006D4449" w:rsidP="006D4449">
      <w:r>
        <w:t>246.3163</w:t>
      </w:r>
      <w:r>
        <w:tab/>
        <w:t>1.013e0</w:t>
      </w:r>
    </w:p>
    <w:p w14:paraId="232A0149" w14:textId="77777777" w:rsidR="006D4449" w:rsidRDefault="006D4449" w:rsidP="006D4449">
      <w:r>
        <w:t>246.3282</w:t>
      </w:r>
      <w:r>
        <w:tab/>
        <w:t>1.013e0</w:t>
      </w:r>
    </w:p>
    <w:p w14:paraId="1D8009FD" w14:textId="77777777" w:rsidR="006D4449" w:rsidRDefault="006D4449" w:rsidP="006D4449">
      <w:r>
        <w:t>246.3544</w:t>
      </w:r>
      <w:r>
        <w:tab/>
        <w:t>1.013e0</w:t>
      </w:r>
    </w:p>
    <w:p w14:paraId="540BF8CA" w14:textId="77777777" w:rsidR="006D4449" w:rsidRDefault="006D4449" w:rsidP="006D4449">
      <w:r>
        <w:t>246.3651</w:t>
      </w:r>
      <w:r>
        <w:tab/>
        <w:t>1.013e0</w:t>
      </w:r>
    </w:p>
    <w:p w14:paraId="6A543AF7" w14:textId="77777777" w:rsidR="006D4449" w:rsidRDefault="006D4449" w:rsidP="006D4449">
      <w:r>
        <w:t>246.3701</w:t>
      </w:r>
      <w:r>
        <w:tab/>
        <w:t>2.025e0</w:t>
      </w:r>
    </w:p>
    <w:p w14:paraId="3C6710EA" w14:textId="77777777" w:rsidR="006D4449" w:rsidRDefault="006D4449" w:rsidP="006D4449">
      <w:r>
        <w:t>246.4081</w:t>
      </w:r>
      <w:r>
        <w:tab/>
        <w:t>1.013e0</w:t>
      </w:r>
    </w:p>
    <w:p w14:paraId="5900AC29" w14:textId="77777777" w:rsidR="006D4449" w:rsidRDefault="006D4449" w:rsidP="006D4449">
      <w:r>
        <w:t>246.4188</w:t>
      </w:r>
      <w:r>
        <w:tab/>
        <w:t>1.013e0</w:t>
      </w:r>
    </w:p>
    <w:p w14:paraId="09D981DB" w14:textId="77777777" w:rsidR="006D4449" w:rsidRDefault="006D4449" w:rsidP="006D4449">
      <w:r>
        <w:t>246.4579</w:t>
      </w:r>
      <w:r>
        <w:tab/>
        <w:t>1.013e0</w:t>
      </w:r>
    </w:p>
    <w:p w14:paraId="785763AE" w14:textId="77777777" w:rsidR="006D4449" w:rsidRDefault="006D4449" w:rsidP="006D4449">
      <w:r>
        <w:t>246.4779</w:t>
      </w:r>
      <w:r>
        <w:tab/>
        <w:t>1.013e0</w:t>
      </w:r>
    </w:p>
    <w:p w14:paraId="4B980219" w14:textId="77777777" w:rsidR="006D4449" w:rsidRDefault="006D4449" w:rsidP="006D4449">
      <w:r>
        <w:t>246.5158</w:t>
      </w:r>
      <w:r>
        <w:tab/>
        <w:t>1.013e0</w:t>
      </w:r>
    </w:p>
    <w:p w14:paraId="21954489" w14:textId="77777777" w:rsidR="006D4449" w:rsidRDefault="006D4449" w:rsidP="006D4449">
      <w:r>
        <w:t>246.5193</w:t>
      </w:r>
      <w:r>
        <w:tab/>
        <w:t>1.013e0</w:t>
      </w:r>
    </w:p>
    <w:p w14:paraId="7673123C" w14:textId="77777777" w:rsidR="006D4449" w:rsidRDefault="006D4449" w:rsidP="006D4449">
      <w:r>
        <w:t>246.5206</w:t>
      </w:r>
      <w:r>
        <w:tab/>
        <w:t>3.038e0</w:t>
      </w:r>
    </w:p>
    <w:p w14:paraId="378F792A" w14:textId="77777777" w:rsidR="006D4449" w:rsidRDefault="006D4449" w:rsidP="006D4449">
      <w:r>
        <w:lastRenderedPageBreak/>
        <w:t>246.5329</w:t>
      </w:r>
      <w:r>
        <w:tab/>
        <w:t>1.013e0</w:t>
      </w:r>
    </w:p>
    <w:p w14:paraId="1628135B" w14:textId="77777777" w:rsidR="006D4449" w:rsidRDefault="006D4449" w:rsidP="006D4449">
      <w:r>
        <w:t>246.6273</w:t>
      </w:r>
      <w:r>
        <w:tab/>
        <w:t>2.025e0</w:t>
      </w:r>
    </w:p>
    <w:p w14:paraId="1A7B4E65" w14:textId="77777777" w:rsidR="006D4449" w:rsidRDefault="006D4449" w:rsidP="006D4449">
      <w:r>
        <w:t>246.6324</w:t>
      </w:r>
      <w:r>
        <w:tab/>
        <w:t>1.013e0</w:t>
      </w:r>
    </w:p>
    <w:p w14:paraId="077B4559" w14:textId="77777777" w:rsidR="006D4449" w:rsidRDefault="006D4449" w:rsidP="006D4449">
      <w:r>
        <w:t>246.6491</w:t>
      </w:r>
      <w:r>
        <w:tab/>
        <w:t>1.013e0</w:t>
      </w:r>
    </w:p>
    <w:p w14:paraId="1F2013D7" w14:textId="77777777" w:rsidR="006D4449" w:rsidRDefault="006D4449" w:rsidP="006D4449">
      <w:r>
        <w:t>246.6618</w:t>
      </w:r>
      <w:r>
        <w:tab/>
        <w:t>2.025e0</w:t>
      </w:r>
    </w:p>
    <w:p w14:paraId="2CA5F4E6" w14:textId="77777777" w:rsidR="006D4449" w:rsidRDefault="006D4449" w:rsidP="006D4449">
      <w:r>
        <w:t>246.6842</w:t>
      </w:r>
      <w:r>
        <w:tab/>
        <w:t>3.038e0</w:t>
      </w:r>
    </w:p>
    <w:p w14:paraId="75B0F491" w14:textId="77777777" w:rsidR="006D4449" w:rsidRDefault="006D4449" w:rsidP="006D4449">
      <w:r>
        <w:t>246.7054</w:t>
      </w:r>
      <w:r>
        <w:tab/>
        <w:t>2.025e0</w:t>
      </w:r>
    </w:p>
    <w:p w14:paraId="20A356CA" w14:textId="77777777" w:rsidR="006D4449" w:rsidRDefault="006D4449" w:rsidP="006D4449">
      <w:r>
        <w:t>246.7213</w:t>
      </w:r>
      <w:r>
        <w:tab/>
        <w:t>1.013e0</w:t>
      </w:r>
    </w:p>
    <w:p w14:paraId="35453D74" w14:textId="77777777" w:rsidR="006D4449" w:rsidRDefault="006D4449" w:rsidP="006D4449">
      <w:r>
        <w:t>246.7332</w:t>
      </w:r>
      <w:r>
        <w:tab/>
        <w:t>1.013e0</w:t>
      </w:r>
    </w:p>
    <w:p w14:paraId="3C535C37" w14:textId="77777777" w:rsidR="006D4449" w:rsidRDefault="006D4449" w:rsidP="006D4449">
      <w:r>
        <w:t>246.8120</w:t>
      </w:r>
      <w:r>
        <w:tab/>
        <w:t>1.013e0</w:t>
      </w:r>
    </w:p>
    <w:p w14:paraId="650571FC" w14:textId="77777777" w:rsidR="006D4449" w:rsidRDefault="006D4449" w:rsidP="006D4449">
      <w:r>
        <w:t>246.8159</w:t>
      </w:r>
      <w:r>
        <w:tab/>
        <w:t>2.025e0</w:t>
      </w:r>
    </w:p>
    <w:p w14:paraId="1CF2BFBE" w14:textId="77777777" w:rsidR="006D4449" w:rsidRDefault="006D4449" w:rsidP="006D4449">
      <w:r>
        <w:t>246.8170</w:t>
      </w:r>
      <w:r>
        <w:tab/>
        <w:t>1.013e0</w:t>
      </w:r>
    </w:p>
    <w:p w14:paraId="27B2A4C8" w14:textId="77777777" w:rsidR="006D4449" w:rsidRDefault="006D4449" w:rsidP="006D4449">
      <w:r>
        <w:t>246.8658</w:t>
      </w:r>
      <w:r>
        <w:tab/>
        <w:t>1.013e0</w:t>
      </w:r>
    </w:p>
    <w:p w14:paraId="0B684E72" w14:textId="77777777" w:rsidR="006D4449" w:rsidRDefault="006D4449" w:rsidP="006D4449">
      <w:r>
        <w:t>246.8746</w:t>
      </w:r>
      <w:r>
        <w:tab/>
        <w:t>1.013e0</w:t>
      </w:r>
    </w:p>
    <w:p w14:paraId="3B963153" w14:textId="77777777" w:rsidR="006D4449" w:rsidRDefault="006D4449" w:rsidP="006D4449">
      <w:r>
        <w:t>246.8976</w:t>
      </w:r>
      <w:r>
        <w:tab/>
        <w:t>2.025e0</w:t>
      </w:r>
    </w:p>
    <w:p w14:paraId="0BEF02B0" w14:textId="77777777" w:rsidR="006D4449" w:rsidRDefault="006D4449" w:rsidP="006D4449">
      <w:r>
        <w:t>246.9005</w:t>
      </w:r>
      <w:r>
        <w:tab/>
        <w:t>2.672e0</w:t>
      </w:r>
    </w:p>
    <w:p w14:paraId="6B46E2FE" w14:textId="77777777" w:rsidR="006D4449" w:rsidRDefault="006D4449" w:rsidP="006D4449">
      <w:r>
        <w:t>246.9297</w:t>
      </w:r>
      <w:r>
        <w:tab/>
        <w:t>1.013e0</w:t>
      </w:r>
    </w:p>
    <w:p w14:paraId="197F07F0" w14:textId="77777777" w:rsidR="006D4449" w:rsidRDefault="006D4449" w:rsidP="006D4449">
      <w:r>
        <w:t>246.9382</w:t>
      </w:r>
      <w:r>
        <w:tab/>
        <w:t>2.025e0</w:t>
      </w:r>
    </w:p>
    <w:p w14:paraId="396037C3" w14:textId="77777777" w:rsidR="006D4449" w:rsidRDefault="006D4449" w:rsidP="006D4449">
      <w:r>
        <w:t>246.9457</w:t>
      </w:r>
      <w:r>
        <w:tab/>
        <w:t>1.013e0</w:t>
      </w:r>
    </w:p>
    <w:p w14:paraId="3B4808CF" w14:textId="77777777" w:rsidR="006D4449" w:rsidRDefault="006D4449" w:rsidP="006D4449">
      <w:r>
        <w:lastRenderedPageBreak/>
        <w:t>246.9804</w:t>
      </w:r>
      <w:r>
        <w:tab/>
        <w:t>2.025e0</w:t>
      </w:r>
    </w:p>
    <w:p w14:paraId="5586C64A" w14:textId="77777777" w:rsidR="006D4449" w:rsidRDefault="006D4449" w:rsidP="006D4449">
      <w:r>
        <w:t>246.9908</w:t>
      </w:r>
      <w:r>
        <w:tab/>
        <w:t>2.025e0</w:t>
      </w:r>
    </w:p>
    <w:p w14:paraId="2E71DD99" w14:textId="77777777" w:rsidR="006D4449" w:rsidRDefault="006D4449" w:rsidP="006D4449">
      <w:r>
        <w:t>246.9936</w:t>
      </w:r>
      <w:r>
        <w:tab/>
        <w:t>2.025e0</w:t>
      </w:r>
    </w:p>
    <w:p w14:paraId="614F12D1" w14:textId="77777777" w:rsidR="006D4449" w:rsidRDefault="006D4449" w:rsidP="006D4449">
      <w:r>
        <w:t>247.0014</w:t>
      </w:r>
      <w:r>
        <w:tab/>
        <w:t>2.025e0</w:t>
      </w:r>
    </w:p>
    <w:p w14:paraId="3191CCC5" w14:textId="77777777" w:rsidR="006D4449" w:rsidRDefault="006D4449" w:rsidP="006D4449">
      <w:r>
        <w:t>247.0045</w:t>
      </w:r>
      <w:r>
        <w:tab/>
        <w:t>2.025e0</w:t>
      </w:r>
    </w:p>
    <w:p w14:paraId="41696A2C" w14:textId="77777777" w:rsidR="006D4449" w:rsidRDefault="006D4449" w:rsidP="006D4449">
      <w:r>
        <w:t>247.0089</w:t>
      </w:r>
      <w:r>
        <w:tab/>
        <w:t>3.038e0</w:t>
      </w:r>
    </w:p>
    <w:p w14:paraId="041AF434" w14:textId="77777777" w:rsidR="006D4449" w:rsidRDefault="006D4449" w:rsidP="006D4449">
      <w:r>
        <w:t>247.0336</w:t>
      </w:r>
      <w:r>
        <w:tab/>
        <w:t>1.013e0</w:t>
      </w:r>
    </w:p>
    <w:p w14:paraId="191716AE" w14:textId="77777777" w:rsidR="006D4449" w:rsidRDefault="006D4449" w:rsidP="006D4449">
      <w:r>
        <w:t>247.0369</w:t>
      </w:r>
      <w:r>
        <w:tab/>
        <w:t>6.076e0</w:t>
      </w:r>
    </w:p>
    <w:p w14:paraId="25CDD5FF" w14:textId="77777777" w:rsidR="006D4449" w:rsidRDefault="006D4449" w:rsidP="006D4449">
      <w:r>
        <w:t>247.0390</w:t>
      </w:r>
      <w:r>
        <w:tab/>
        <w:t>1.013e1</w:t>
      </w:r>
    </w:p>
    <w:p w14:paraId="649767BC" w14:textId="77777777" w:rsidR="006D4449" w:rsidRDefault="006D4449" w:rsidP="006D4449">
      <w:r>
        <w:t>247.0519</w:t>
      </w:r>
      <w:r>
        <w:tab/>
        <w:t>4.051e0</w:t>
      </w:r>
    </w:p>
    <w:p w14:paraId="1F7377CF" w14:textId="77777777" w:rsidR="006D4449" w:rsidRDefault="006D4449" w:rsidP="006D4449">
      <w:r>
        <w:t>247.0722</w:t>
      </w:r>
      <w:r>
        <w:tab/>
        <w:t>3.038e0</w:t>
      </w:r>
    </w:p>
    <w:p w14:paraId="2BC7F1E1" w14:textId="77777777" w:rsidR="006D4449" w:rsidRDefault="006D4449" w:rsidP="006D4449">
      <w:r>
        <w:t>247.0781</w:t>
      </w:r>
      <w:r>
        <w:tab/>
        <w:t>3.038e0</w:t>
      </w:r>
    </w:p>
    <w:p w14:paraId="309708A0" w14:textId="77777777" w:rsidR="006D4449" w:rsidRDefault="006D4449" w:rsidP="006D4449">
      <w:r>
        <w:t>247.0892</w:t>
      </w:r>
      <w:r>
        <w:tab/>
        <w:t>3.038e0</w:t>
      </w:r>
    </w:p>
    <w:p w14:paraId="2D32AB55" w14:textId="77777777" w:rsidR="006D4449" w:rsidRDefault="006D4449" w:rsidP="006D4449">
      <w:r>
        <w:t>247.1001</w:t>
      </w:r>
      <w:r>
        <w:tab/>
        <w:t>1.013e0</w:t>
      </w:r>
    </w:p>
    <w:p w14:paraId="0BE3A11E" w14:textId="77777777" w:rsidR="006D4449" w:rsidRDefault="006D4449" w:rsidP="006D4449">
      <w:r>
        <w:t>247.1215</w:t>
      </w:r>
      <w:r>
        <w:tab/>
        <w:t>1.079e0</w:t>
      </w:r>
    </w:p>
    <w:p w14:paraId="36A8A915" w14:textId="77777777" w:rsidR="006D4449" w:rsidRDefault="006D4449" w:rsidP="006D4449">
      <w:r>
        <w:t>247.1225</w:t>
      </w:r>
      <w:r>
        <w:tab/>
        <w:t>1.013e0</w:t>
      </w:r>
    </w:p>
    <w:p w14:paraId="7F6B5268" w14:textId="77777777" w:rsidR="006D4449" w:rsidRDefault="006D4449" w:rsidP="006D4449">
      <w:r>
        <w:t>247.1501</w:t>
      </w:r>
      <w:r>
        <w:tab/>
        <w:t>2.025e0</w:t>
      </w:r>
    </w:p>
    <w:p w14:paraId="5345606F" w14:textId="77777777" w:rsidR="006D4449" w:rsidRDefault="006D4449" w:rsidP="006D4449">
      <w:r>
        <w:t>247.1553</w:t>
      </w:r>
      <w:r>
        <w:tab/>
        <w:t>1.013e0</w:t>
      </w:r>
    </w:p>
    <w:p w14:paraId="27915785" w14:textId="77777777" w:rsidR="006D4449" w:rsidRDefault="006D4449" w:rsidP="006D4449">
      <w:r>
        <w:t>247.1733</w:t>
      </w:r>
      <w:r>
        <w:tab/>
        <w:t>2.025e0</w:t>
      </w:r>
    </w:p>
    <w:p w14:paraId="0DD750F4" w14:textId="77777777" w:rsidR="006D4449" w:rsidRDefault="006D4449" w:rsidP="006D4449">
      <w:r>
        <w:lastRenderedPageBreak/>
        <w:t>247.2079</w:t>
      </w:r>
      <w:r>
        <w:tab/>
        <w:t>2.025e0</w:t>
      </w:r>
    </w:p>
    <w:p w14:paraId="184946A2" w14:textId="77777777" w:rsidR="006D4449" w:rsidRDefault="006D4449" w:rsidP="006D4449">
      <w:r>
        <w:t>247.2171</w:t>
      </w:r>
      <w:r>
        <w:tab/>
        <w:t>2.025e0</w:t>
      </w:r>
    </w:p>
    <w:p w14:paraId="4E276BD9" w14:textId="77777777" w:rsidR="006D4449" w:rsidRDefault="006D4449" w:rsidP="006D4449">
      <w:r>
        <w:t>247.2372</w:t>
      </w:r>
      <w:r>
        <w:tab/>
        <w:t>1.013e0</w:t>
      </w:r>
    </w:p>
    <w:p w14:paraId="59614A1C" w14:textId="77777777" w:rsidR="006D4449" w:rsidRDefault="006D4449" w:rsidP="006D4449">
      <w:r>
        <w:t>247.2408</w:t>
      </w:r>
      <w:r>
        <w:tab/>
        <w:t>2.025e0</w:t>
      </w:r>
    </w:p>
    <w:p w14:paraId="0464EBB1" w14:textId="77777777" w:rsidR="006D4449" w:rsidRDefault="006D4449" w:rsidP="006D4449">
      <w:r>
        <w:t>247.2511</w:t>
      </w:r>
      <w:r>
        <w:tab/>
        <w:t>1.013e0</w:t>
      </w:r>
    </w:p>
    <w:p w14:paraId="2EB29EC6" w14:textId="77777777" w:rsidR="006D4449" w:rsidRDefault="006D4449" w:rsidP="006D4449">
      <w:r>
        <w:t>247.2630</w:t>
      </w:r>
      <w:r>
        <w:tab/>
        <w:t>1.013e0</w:t>
      </w:r>
    </w:p>
    <w:p w14:paraId="1581D19F" w14:textId="77777777" w:rsidR="006D4449" w:rsidRDefault="006D4449" w:rsidP="006D4449">
      <w:r>
        <w:t>247.3180</w:t>
      </w:r>
      <w:r>
        <w:tab/>
        <w:t>1.013e0</w:t>
      </w:r>
    </w:p>
    <w:p w14:paraId="30538360" w14:textId="77777777" w:rsidR="006D4449" w:rsidRDefault="006D4449" w:rsidP="006D4449">
      <w:r>
        <w:t>247.3198</w:t>
      </w:r>
      <w:r>
        <w:tab/>
        <w:t>2.025e0</w:t>
      </w:r>
    </w:p>
    <w:p w14:paraId="0EE3BFB6" w14:textId="77777777" w:rsidR="006D4449" w:rsidRDefault="006D4449" w:rsidP="006D4449">
      <w:r>
        <w:t>247.3386</w:t>
      </w:r>
      <w:r>
        <w:tab/>
        <w:t>1.013e0</w:t>
      </w:r>
    </w:p>
    <w:p w14:paraId="523E67AE" w14:textId="77777777" w:rsidR="006D4449" w:rsidRDefault="006D4449" w:rsidP="006D4449">
      <w:r>
        <w:t>247.3397</w:t>
      </w:r>
      <w:r>
        <w:tab/>
        <w:t>1.013e0</w:t>
      </w:r>
    </w:p>
    <w:p w14:paraId="3F1C71C0" w14:textId="77777777" w:rsidR="006D4449" w:rsidRDefault="006D4449" w:rsidP="006D4449">
      <w:r>
        <w:t>247.3520</w:t>
      </w:r>
      <w:r>
        <w:tab/>
        <w:t>1.013e0</w:t>
      </w:r>
    </w:p>
    <w:p w14:paraId="4144B009" w14:textId="77777777" w:rsidR="006D4449" w:rsidRDefault="006D4449" w:rsidP="006D4449">
      <w:r>
        <w:t>247.3549</w:t>
      </w:r>
      <w:r>
        <w:tab/>
        <w:t>2.025e0</w:t>
      </w:r>
    </w:p>
    <w:p w14:paraId="03222895" w14:textId="77777777" w:rsidR="006D4449" w:rsidRDefault="006D4449" w:rsidP="006D4449">
      <w:r>
        <w:t>247.3559</w:t>
      </w:r>
      <w:r>
        <w:tab/>
        <w:t>1.013e0</w:t>
      </w:r>
    </w:p>
    <w:p w14:paraId="507B9167" w14:textId="77777777" w:rsidR="006D4449" w:rsidRDefault="006D4449" w:rsidP="006D4449">
      <w:r>
        <w:t>247.3901</w:t>
      </w:r>
      <w:r>
        <w:tab/>
        <w:t>1.013e0</w:t>
      </w:r>
    </w:p>
    <w:p w14:paraId="2F85FBE1" w14:textId="77777777" w:rsidR="006D4449" w:rsidRDefault="006D4449" w:rsidP="006D4449">
      <w:r>
        <w:t>247.3979</w:t>
      </w:r>
      <w:r>
        <w:tab/>
        <w:t>1.013e0</w:t>
      </w:r>
    </w:p>
    <w:p w14:paraId="421CC0F4" w14:textId="77777777" w:rsidR="006D4449" w:rsidRDefault="006D4449" w:rsidP="006D4449">
      <w:r>
        <w:t>247.4098</w:t>
      </w:r>
      <w:r>
        <w:tab/>
        <w:t>1.013e0</w:t>
      </w:r>
    </w:p>
    <w:p w14:paraId="64231ECA" w14:textId="77777777" w:rsidR="006D4449" w:rsidRDefault="006D4449" w:rsidP="006D4449">
      <w:r>
        <w:t>247.4546</w:t>
      </w:r>
      <w:r>
        <w:tab/>
        <w:t>1.013e0</w:t>
      </w:r>
    </w:p>
    <w:p w14:paraId="32611688" w14:textId="77777777" w:rsidR="006D4449" w:rsidRDefault="006D4449" w:rsidP="006D4449">
      <w:r>
        <w:t>247.4595</w:t>
      </w:r>
      <w:r>
        <w:tab/>
        <w:t>1.013e0</w:t>
      </w:r>
    </w:p>
    <w:p w14:paraId="51AA2F81" w14:textId="77777777" w:rsidR="006D4449" w:rsidRDefault="006D4449" w:rsidP="006D4449">
      <w:r>
        <w:t>247.4773</w:t>
      </w:r>
      <w:r>
        <w:tab/>
        <w:t>2.025e0</w:t>
      </w:r>
    </w:p>
    <w:p w14:paraId="08ED4860" w14:textId="77777777" w:rsidR="006D4449" w:rsidRDefault="006D4449" w:rsidP="006D4449">
      <w:r>
        <w:lastRenderedPageBreak/>
        <w:t>247.4808</w:t>
      </w:r>
      <w:r>
        <w:tab/>
        <w:t>1.013e0</w:t>
      </w:r>
    </w:p>
    <w:p w14:paraId="11FE3C8E" w14:textId="77777777" w:rsidR="006D4449" w:rsidRDefault="006D4449" w:rsidP="006D4449">
      <w:r>
        <w:t>247.4858</w:t>
      </w:r>
      <w:r>
        <w:tab/>
        <w:t>1.013e0</w:t>
      </w:r>
    </w:p>
    <w:p w14:paraId="6165D778" w14:textId="77777777" w:rsidR="006D4449" w:rsidRDefault="006D4449" w:rsidP="006D4449">
      <w:r>
        <w:t>247.5366</w:t>
      </w:r>
      <w:r>
        <w:tab/>
        <w:t>2.025e0</w:t>
      </w:r>
    </w:p>
    <w:p w14:paraId="1B08062A" w14:textId="77777777" w:rsidR="006D4449" w:rsidRDefault="006D4449" w:rsidP="006D4449">
      <w:r>
        <w:t>247.5405</w:t>
      </w:r>
      <w:r>
        <w:tab/>
        <w:t>2.025e0</w:t>
      </w:r>
    </w:p>
    <w:p w14:paraId="1DE13E7E" w14:textId="77777777" w:rsidR="006D4449" w:rsidRDefault="006D4449" w:rsidP="006D4449">
      <w:r>
        <w:t>247.5518</w:t>
      </w:r>
      <w:r>
        <w:tab/>
        <w:t>1.013e0</w:t>
      </w:r>
    </w:p>
    <w:p w14:paraId="65273B51" w14:textId="77777777" w:rsidR="006D4449" w:rsidRDefault="006D4449" w:rsidP="006D4449">
      <w:r>
        <w:t>247.5766</w:t>
      </w:r>
      <w:r>
        <w:tab/>
        <w:t>1.013e0</w:t>
      </w:r>
    </w:p>
    <w:p w14:paraId="2D1B8092" w14:textId="77777777" w:rsidR="006D4449" w:rsidRDefault="006D4449" w:rsidP="006D4449">
      <w:r>
        <w:t>247.5875</w:t>
      </w:r>
      <w:r>
        <w:tab/>
        <w:t>2.025e0</w:t>
      </w:r>
    </w:p>
    <w:p w14:paraId="13203B55" w14:textId="77777777" w:rsidR="006D4449" w:rsidRDefault="006D4449" w:rsidP="006D4449">
      <w:r>
        <w:t>247.5905</w:t>
      </w:r>
      <w:r>
        <w:tab/>
        <w:t>2.025e0</w:t>
      </w:r>
    </w:p>
    <w:p w14:paraId="5690DAA2" w14:textId="77777777" w:rsidR="006D4449" w:rsidRDefault="006D4449" w:rsidP="006D4449">
      <w:r>
        <w:t>247.6071</w:t>
      </w:r>
      <w:r>
        <w:tab/>
        <w:t>1.013e0</w:t>
      </w:r>
    </w:p>
    <w:p w14:paraId="0E205FE2" w14:textId="77777777" w:rsidR="006D4449" w:rsidRDefault="006D4449" w:rsidP="006D4449">
      <w:r>
        <w:t>247.6236</w:t>
      </w:r>
      <w:r>
        <w:tab/>
        <w:t>1.013e0</w:t>
      </w:r>
    </w:p>
    <w:p w14:paraId="0B0B0B37" w14:textId="77777777" w:rsidR="006D4449" w:rsidRDefault="006D4449" w:rsidP="006D4449">
      <w:r>
        <w:t>247.6430</w:t>
      </w:r>
      <w:r>
        <w:tab/>
        <w:t>1.013e0</w:t>
      </w:r>
    </w:p>
    <w:p w14:paraId="41B9F39A" w14:textId="77777777" w:rsidR="006D4449" w:rsidRDefault="006D4449" w:rsidP="006D4449">
      <w:r>
        <w:t>247.6856</w:t>
      </w:r>
      <w:r>
        <w:tab/>
        <w:t>1.013e0</w:t>
      </w:r>
    </w:p>
    <w:p w14:paraId="15C344BF" w14:textId="77777777" w:rsidR="006D4449" w:rsidRDefault="006D4449" w:rsidP="006D4449">
      <w:r>
        <w:t>247.7213</w:t>
      </w:r>
      <w:r>
        <w:tab/>
        <w:t>2.025e0</w:t>
      </w:r>
    </w:p>
    <w:p w14:paraId="7F311924" w14:textId="77777777" w:rsidR="006D4449" w:rsidRDefault="006D4449" w:rsidP="006D4449">
      <w:r>
        <w:t>247.7246</w:t>
      </w:r>
      <w:r>
        <w:tab/>
        <w:t>4.051e0</w:t>
      </w:r>
    </w:p>
    <w:p w14:paraId="199E7E67" w14:textId="77777777" w:rsidR="006D4449" w:rsidRDefault="006D4449" w:rsidP="006D4449">
      <w:r>
        <w:t>247.7603</w:t>
      </w:r>
      <w:r>
        <w:tab/>
        <w:t>1.013e0</w:t>
      </w:r>
    </w:p>
    <w:p w14:paraId="706406DD" w14:textId="77777777" w:rsidR="006D4449" w:rsidRDefault="006D4449" w:rsidP="006D4449">
      <w:r>
        <w:t>247.7779</w:t>
      </w:r>
      <w:r>
        <w:tab/>
        <w:t>1.013e0</w:t>
      </w:r>
    </w:p>
    <w:p w14:paraId="48683722" w14:textId="77777777" w:rsidR="006D4449" w:rsidRDefault="006D4449" w:rsidP="006D4449">
      <w:r>
        <w:t>247.7825</w:t>
      </w:r>
      <w:r>
        <w:tab/>
        <w:t>1.013e0</w:t>
      </w:r>
    </w:p>
    <w:p w14:paraId="6117EE17" w14:textId="77777777" w:rsidR="006D4449" w:rsidRDefault="006D4449" w:rsidP="006D4449">
      <w:r>
        <w:t>247.8074</w:t>
      </w:r>
      <w:r>
        <w:tab/>
        <w:t>1.013e0</w:t>
      </w:r>
    </w:p>
    <w:p w14:paraId="6E15C0EB" w14:textId="77777777" w:rsidR="006D4449" w:rsidRDefault="006D4449" w:rsidP="006D4449">
      <w:r>
        <w:t>247.8200</w:t>
      </w:r>
      <w:r>
        <w:tab/>
        <w:t>2.025e0</w:t>
      </w:r>
    </w:p>
    <w:p w14:paraId="5396EC09" w14:textId="77777777" w:rsidR="006D4449" w:rsidRDefault="006D4449" w:rsidP="006D4449">
      <w:r>
        <w:lastRenderedPageBreak/>
        <w:t>247.8600</w:t>
      </w:r>
      <w:r>
        <w:tab/>
        <w:t>1.013e0</w:t>
      </w:r>
    </w:p>
    <w:p w14:paraId="5FE9E810" w14:textId="77777777" w:rsidR="006D4449" w:rsidRDefault="006D4449" w:rsidP="006D4449">
      <w:r>
        <w:t>247.8942</w:t>
      </w:r>
      <w:r>
        <w:tab/>
        <w:t>1.013e0</w:t>
      </w:r>
    </w:p>
    <w:p w14:paraId="2B78A300" w14:textId="77777777" w:rsidR="006D4449" w:rsidRDefault="006D4449" w:rsidP="006D4449">
      <w:r>
        <w:t>247.9061</w:t>
      </w:r>
      <w:r>
        <w:tab/>
        <w:t>1.013e0</w:t>
      </w:r>
    </w:p>
    <w:p w14:paraId="4E121423" w14:textId="77777777" w:rsidR="006D4449" w:rsidRDefault="006D4449" w:rsidP="006D4449">
      <w:r>
        <w:t>247.9372</w:t>
      </w:r>
      <w:r>
        <w:tab/>
        <w:t>1.013e0</w:t>
      </w:r>
    </w:p>
    <w:p w14:paraId="269B5417" w14:textId="77777777" w:rsidR="006D4449" w:rsidRDefault="006D4449" w:rsidP="006D4449">
      <w:r>
        <w:t>247.9402</w:t>
      </w:r>
      <w:r>
        <w:tab/>
        <w:t>1.013e0</w:t>
      </w:r>
    </w:p>
    <w:p w14:paraId="2FF5B3DF" w14:textId="77777777" w:rsidR="006D4449" w:rsidRDefault="006D4449" w:rsidP="006D4449">
      <w:r>
        <w:t>247.9616</w:t>
      </w:r>
      <w:r>
        <w:tab/>
        <w:t>1.013e0</w:t>
      </w:r>
    </w:p>
    <w:p w14:paraId="000250BA" w14:textId="77777777" w:rsidR="006D4449" w:rsidRDefault="006D4449" w:rsidP="006D4449">
      <w:r>
        <w:t>247.9871</w:t>
      </w:r>
      <w:r>
        <w:tab/>
        <w:t>2.025e0</w:t>
      </w:r>
    </w:p>
    <w:p w14:paraId="73DF9375" w14:textId="77777777" w:rsidR="006D4449" w:rsidRDefault="006D4449" w:rsidP="006D4449">
      <w:r>
        <w:t>248.0032</w:t>
      </w:r>
      <w:r>
        <w:tab/>
        <w:t>1.013e0</w:t>
      </w:r>
    </w:p>
    <w:p w14:paraId="6328EFEE" w14:textId="77777777" w:rsidR="006D4449" w:rsidRDefault="006D4449" w:rsidP="006D4449">
      <w:r>
        <w:t>248.0221</w:t>
      </w:r>
      <w:r>
        <w:tab/>
        <w:t>7.089e0</w:t>
      </w:r>
    </w:p>
    <w:p w14:paraId="348971FA" w14:textId="77777777" w:rsidR="006D4449" w:rsidRDefault="006D4449" w:rsidP="006D4449">
      <w:r>
        <w:t>248.0281</w:t>
      </w:r>
      <w:r>
        <w:tab/>
        <w:t>1.013e0</w:t>
      </w:r>
    </w:p>
    <w:p w14:paraId="17E6489B" w14:textId="77777777" w:rsidR="006D4449" w:rsidRDefault="006D4449" w:rsidP="006D4449">
      <w:r>
        <w:t>248.0292</w:t>
      </w:r>
      <w:r>
        <w:tab/>
        <w:t>1.013e0</w:t>
      </w:r>
    </w:p>
    <w:p w14:paraId="787C3267" w14:textId="77777777" w:rsidR="006D4449" w:rsidRDefault="006D4449" w:rsidP="006D4449">
      <w:r>
        <w:t>248.0661</w:t>
      </w:r>
      <w:r>
        <w:tab/>
        <w:t>1.013e0</w:t>
      </w:r>
    </w:p>
    <w:p w14:paraId="4FA6A04A" w14:textId="77777777" w:rsidR="006D4449" w:rsidRDefault="006D4449" w:rsidP="006D4449">
      <w:r>
        <w:t>248.0811</w:t>
      </w:r>
      <w:r>
        <w:tab/>
        <w:t>2.025e0</w:t>
      </w:r>
    </w:p>
    <w:p w14:paraId="46600EEC" w14:textId="77777777" w:rsidR="006D4449" w:rsidRDefault="006D4449" w:rsidP="006D4449">
      <w:r>
        <w:t>248.0874</w:t>
      </w:r>
      <w:r>
        <w:tab/>
        <w:t>1.013e0</w:t>
      </w:r>
    </w:p>
    <w:p w14:paraId="6E295DFB" w14:textId="77777777" w:rsidR="006D4449" w:rsidRDefault="006D4449" w:rsidP="006D4449">
      <w:r>
        <w:t>248.0966</w:t>
      </w:r>
      <w:r>
        <w:tab/>
        <w:t>2.025e0</w:t>
      </w:r>
    </w:p>
    <w:p w14:paraId="440755C0" w14:textId="77777777" w:rsidR="006D4449" w:rsidRDefault="006D4449" w:rsidP="006D4449">
      <w:r>
        <w:t>248.1042</w:t>
      </w:r>
      <w:r>
        <w:tab/>
        <w:t>1.013e0</w:t>
      </w:r>
    </w:p>
    <w:p w14:paraId="6871926B" w14:textId="77777777" w:rsidR="006D4449" w:rsidRDefault="006D4449" w:rsidP="006D4449">
      <w:r>
        <w:t>248.1354</w:t>
      </w:r>
      <w:r>
        <w:tab/>
        <w:t>6.297e0</w:t>
      </w:r>
    </w:p>
    <w:p w14:paraId="680B13BF" w14:textId="77777777" w:rsidR="006D4449" w:rsidRDefault="006D4449" w:rsidP="006D4449">
      <w:r>
        <w:t>248.1488</w:t>
      </w:r>
      <w:r>
        <w:tab/>
        <w:t>4.051e0</w:t>
      </w:r>
    </w:p>
    <w:p w14:paraId="0C01706A" w14:textId="77777777" w:rsidR="006D4449" w:rsidRDefault="006D4449" w:rsidP="006D4449">
      <w:r>
        <w:t>248.1612</w:t>
      </w:r>
      <w:r>
        <w:tab/>
        <w:t>3.038e0</w:t>
      </w:r>
    </w:p>
    <w:p w14:paraId="2E4246CF" w14:textId="77777777" w:rsidR="006D4449" w:rsidRDefault="006D4449" w:rsidP="006D4449">
      <w:r>
        <w:lastRenderedPageBreak/>
        <w:t>248.1720</w:t>
      </w:r>
      <w:r>
        <w:tab/>
        <w:t>6.076e0</w:t>
      </w:r>
    </w:p>
    <w:p w14:paraId="3FA344CC" w14:textId="77777777" w:rsidR="006D4449" w:rsidRDefault="006D4449" w:rsidP="006D4449">
      <w:r>
        <w:t>248.1841</w:t>
      </w:r>
      <w:r>
        <w:tab/>
        <w:t>3.038e0</w:t>
      </w:r>
    </w:p>
    <w:p w14:paraId="75931887" w14:textId="77777777" w:rsidR="006D4449" w:rsidRDefault="006D4449" w:rsidP="006D4449">
      <w:r>
        <w:t>248.1870</w:t>
      </w:r>
      <w:r>
        <w:tab/>
        <w:t>8.302e0</w:t>
      </w:r>
    </w:p>
    <w:p w14:paraId="2720EBC1" w14:textId="77777777" w:rsidR="006D4449" w:rsidRDefault="006D4449" w:rsidP="006D4449">
      <w:r>
        <w:t>248.2220</w:t>
      </w:r>
      <w:r>
        <w:tab/>
        <w:t>2.025e0</w:t>
      </w:r>
    </w:p>
    <w:p w14:paraId="35011691" w14:textId="77777777" w:rsidR="006D4449" w:rsidRDefault="006D4449" w:rsidP="006D4449">
      <w:r>
        <w:t>248.2500</w:t>
      </w:r>
      <w:r>
        <w:tab/>
        <w:t>1.013e0</w:t>
      </w:r>
    </w:p>
    <w:p w14:paraId="05CB8F26" w14:textId="77777777" w:rsidR="006D4449" w:rsidRDefault="006D4449" w:rsidP="006D4449">
      <w:r>
        <w:t>248.2550</w:t>
      </w:r>
      <w:r>
        <w:tab/>
        <w:t>1.013e0</w:t>
      </w:r>
    </w:p>
    <w:p w14:paraId="6D3F4971" w14:textId="77777777" w:rsidR="006D4449" w:rsidRDefault="006D4449" w:rsidP="006D4449">
      <w:r>
        <w:t>248.2631</w:t>
      </w:r>
      <w:r>
        <w:tab/>
        <w:t>1.013e0</w:t>
      </w:r>
    </w:p>
    <w:p w14:paraId="2FF16D70" w14:textId="77777777" w:rsidR="006D4449" w:rsidRDefault="006D4449" w:rsidP="006D4449">
      <w:r>
        <w:t>248.2657</w:t>
      </w:r>
      <w:r>
        <w:tab/>
        <w:t>2.025e0</w:t>
      </w:r>
    </w:p>
    <w:p w14:paraId="5C001F0D" w14:textId="77777777" w:rsidR="006D4449" w:rsidRDefault="006D4449" w:rsidP="006D4449">
      <w:r>
        <w:t>248.2920</w:t>
      </w:r>
      <w:r>
        <w:tab/>
        <w:t>2.025e0</w:t>
      </w:r>
    </w:p>
    <w:p w14:paraId="0BB42CDD" w14:textId="77777777" w:rsidR="006D4449" w:rsidRDefault="006D4449" w:rsidP="006D4449">
      <w:r>
        <w:t>248.3009</w:t>
      </w:r>
      <w:r>
        <w:tab/>
        <w:t>1.013e0</w:t>
      </w:r>
    </w:p>
    <w:p w14:paraId="1A29C66C" w14:textId="77777777" w:rsidR="006D4449" w:rsidRDefault="006D4449" w:rsidP="006D4449">
      <w:r>
        <w:t>248.3093</w:t>
      </w:r>
      <w:r>
        <w:tab/>
        <w:t>1.013e0</w:t>
      </w:r>
    </w:p>
    <w:p w14:paraId="4FADD02F" w14:textId="77777777" w:rsidR="006D4449" w:rsidRDefault="006D4449" w:rsidP="006D4449">
      <w:r>
        <w:t>248.3186</w:t>
      </w:r>
      <w:r>
        <w:tab/>
        <w:t>1.013e0</w:t>
      </w:r>
    </w:p>
    <w:p w14:paraId="5A1888B1" w14:textId="77777777" w:rsidR="006D4449" w:rsidRDefault="006D4449" w:rsidP="006D4449">
      <w:r>
        <w:t>248.3390</w:t>
      </w:r>
      <w:r>
        <w:tab/>
        <w:t>1.013e0</w:t>
      </w:r>
    </w:p>
    <w:p w14:paraId="7A40E489" w14:textId="77777777" w:rsidR="006D4449" w:rsidRDefault="006D4449" w:rsidP="006D4449">
      <w:r>
        <w:t>248.3638</w:t>
      </w:r>
      <w:r>
        <w:tab/>
        <w:t>1.013e0</w:t>
      </w:r>
    </w:p>
    <w:p w14:paraId="268C4DBD" w14:textId="77777777" w:rsidR="006D4449" w:rsidRDefault="006D4449" w:rsidP="006D4449">
      <w:r>
        <w:t>248.3721</w:t>
      </w:r>
      <w:r>
        <w:tab/>
        <w:t>1.013e0</w:t>
      </w:r>
    </w:p>
    <w:p w14:paraId="6F8F09C6" w14:textId="77777777" w:rsidR="006D4449" w:rsidRDefault="006D4449" w:rsidP="006D4449">
      <w:r>
        <w:t>248.3752</w:t>
      </w:r>
      <w:r>
        <w:tab/>
        <w:t>2.025e0</w:t>
      </w:r>
    </w:p>
    <w:p w14:paraId="5D76E105" w14:textId="77777777" w:rsidR="006D4449" w:rsidRDefault="006D4449" w:rsidP="006D4449">
      <w:r>
        <w:t>248.4065</w:t>
      </w:r>
      <w:r>
        <w:tab/>
        <w:t>1.013e0</w:t>
      </w:r>
    </w:p>
    <w:p w14:paraId="34A372D4" w14:textId="77777777" w:rsidR="006D4449" w:rsidRDefault="006D4449" w:rsidP="006D4449">
      <w:r>
        <w:t>248.4152</w:t>
      </w:r>
      <w:r>
        <w:tab/>
        <w:t>1.013e0</w:t>
      </w:r>
    </w:p>
    <w:p w14:paraId="7D790C13" w14:textId="77777777" w:rsidR="006D4449" w:rsidRDefault="006D4449" w:rsidP="006D4449">
      <w:r>
        <w:t>248.4230</w:t>
      </w:r>
      <w:r>
        <w:tab/>
        <w:t>1.013e0</w:t>
      </w:r>
    </w:p>
    <w:p w14:paraId="27D125AC" w14:textId="77777777" w:rsidR="006D4449" w:rsidRDefault="006D4449" w:rsidP="006D4449">
      <w:r>
        <w:lastRenderedPageBreak/>
        <w:t>248.4338</w:t>
      </w:r>
      <w:r>
        <w:tab/>
        <w:t>1.013e0</w:t>
      </w:r>
    </w:p>
    <w:p w14:paraId="1D9EF933" w14:textId="77777777" w:rsidR="006D4449" w:rsidRDefault="006D4449" w:rsidP="006D4449">
      <w:r>
        <w:t>248.4527</w:t>
      </w:r>
      <w:r>
        <w:tab/>
        <w:t>1.013e0</w:t>
      </w:r>
    </w:p>
    <w:p w14:paraId="76CAD877" w14:textId="77777777" w:rsidR="006D4449" w:rsidRDefault="006D4449" w:rsidP="006D4449">
      <w:r>
        <w:t>248.4720</w:t>
      </w:r>
      <w:r>
        <w:tab/>
        <w:t>1.013e0</w:t>
      </w:r>
    </w:p>
    <w:p w14:paraId="5EDF3D3F" w14:textId="77777777" w:rsidR="006D4449" w:rsidRDefault="006D4449" w:rsidP="006D4449">
      <w:r>
        <w:t>248.4730</w:t>
      </w:r>
      <w:r>
        <w:tab/>
        <w:t>1.013e0</w:t>
      </w:r>
    </w:p>
    <w:p w14:paraId="353D8902" w14:textId="77777777" w:rsidR="006D4449" w:rsidRDefault="006D4449" w:rsidP="006D4449">
      <w:r>
        <w:t>248.5140</w:t>
      </w:r>
      <w:r>
        <w:tab/>
        <w:t>1.013e0</w:t>
      </w:r>
    </w:p>
    <w:p w14:paraId="14BDD384" w14:textId="77777777" w:rsidR="006D4449" w:rsidRDefault="006D4449" w:rsidP="006D4449">
      <w:r>
        <w:t>248.5360</w:t>
      </w:r>
      <w:r>
        <w:tab/>
        <w:t>2.025e0</w:t>
      </w:r>
    </w:p>
    <w:p w14:paraId="516834DC" w14:textId="77777777" w:rsidR="006D4449" w:rsidRDefault="006D4449" w:rsidP="006D4449">
      <w:r>
        <w:t>248.5677</w:t>
      </w:r>
      <w:r>
        <w:tab/>
        <w:t>1.013e0</w:t>
      </w:r>
    </w:p>
    <w:p w14:paraId="25C0C7D2" w14:textId="77777777" w:rsidR="006D4449" w:rsidRDefault="006D4449" w:rsidP="006D4449">
      <w:r>
        <w:t>248.5823</w:t>
      </w:r>
      <w:r>
        <w:tab/>
        <w:t>1.013e0</w:t>
      </w:r>
    </w:p>
    <w:p w14:paraId="6FBE8C57" w14:textId="77777777" w:rsidR="006D4449" w:rsidRDefault="006D4449" w:rsidP="006D4449">
      <w:r>
        <w:t>248.5895</w:t>
      </w:r>
      <w:r>
        <w:tab/>
        <w:t>2.025e0</w:t>
      </w:r>
    </w:p>
    <w:p w14:paraId="7C1AE9A0" w14:textId="77777777" w:rsidR="006D4449" w:rsidRDefault="006D4449" w:rsidP="006D4449">
      <w:r>
        <w:t>248.6078</w:t>
      </w:r>
      <w:r>
        <w:tab/>
        <w:t>2.025e0</w:t>
      </w:r>
    </w:p>
    <w:p w14:paraId="2F81A16D" w14:textId="77777777" w:rsidR="006D4449" w:rsidRDefault="006D4449" w:rsidP="006D4449">
      <w:r>
        <w:t>248.6240</w:t>
      </w:r>
      <w:r>
        <w:tab/>
        <w:t>1.013e0</w:t>
      </w:r>
    </w:p>
    <w:p w14:paraId="1B1AA7A5" w14:textId="77777777" w:rsidR="006D4449" w:rsidRDefault="006D4449" w:rsidP="006D4449">
      <w:r>
        <w:t>248.6530</w:t>
      </w:r>
      <w:r>
        <w:tab/>
        <w:t>1.013e0</w:t>
      </w:r>
    </w:p>
    <w:p w14:paraId="689E1EA2" w14:textId="77777777" w:rsidR="006D4449" w:rsidRDefault="006D4449" w:rsidP="006D4449">
      <w:r>
        <w:t>248.6660</w:t>
      </w:r>
      <w:r>
        <w:tab/>
        <w:t>2.025e0</w:t>
      </w:r>
    </w:p>
    <w:p w14:paraId="150A27D0" w14:textId="77777777" w:rsidR="006D4449" w:rsidRDefault="006D4449" w:rsidP="006D4449">
      <w:r>
        <w:t>248.6693</w:t>
      </w:r>
      <w:r>
        <w:tab/>
        <w:t>1.013e0</w:t>
      </w:r>
    </w:p>
    <w:p w14:paraId="41A60CD0" w14:textId="77777777" w:rsidR="006D4449" w:rsidRDefault="006D4449" w:rsidP="006D4449">
      <w:r>
        <w:t>248.6978</w:t>
      </w:r>
      <w:r>
        <w:tab/>
        <w:t>1.013e0</w:t>
      </w:r>
    </w:p>
    <w:p w14:paraId="1A464E86" w14:textId="77777777" w:rsidR="006D4449" w:rsidRDefault="006D4449" w:rsidP="006D4449">
      <w:r>
        <w:t>248.7183</w:t>
      </w:r>
      <w:r>
        <w:tab/>
        <w:t>1.377e0</w:t>
      </w:r>
    </w:p>
    <w:p w14:paraId="163F1EAF" w14:textId="77777777" w:rsidR="006D4449" w:rsidRDefault="006D4449" w:rsidP="006D4449">
      <w:r>
        <w:t>248.7448</w:t>
      </w:r>
      <w:r>
        <w:tab/>
        <w:t>2.025e0</w:t>
      </w:r>
    </w:p>
    <w:p w14:paraId="0E88D54D" w14:textId="77777777" w:rsidR="006D4449" w:rsidRDefault="006D4449" w:rsidP="006D4449">
      <w:r>
        <w:t>248.7537</w:t>
      </w:r>
      <w:r>
        <w:tab/>
        <w:t>1.013e0</w:t>
      </w:r>
    </w:p>
    <w:p w14:paraId="326BA784" w14:textId="77777777" w:rsidR="006D4449" w:rsidRDefault="006D4449" w:rsidP="006D4449">
      <w:r>
        <w:t>248.7740</w:t>
      </w:r>
      <w:r>
        <w:tab/>
        <w:t>1.013e0</w:t>
      </w:r>
    </w:p>
    <w:p w14:paraId="670643CC" w14:textId="77777777" w:rsidR="006D4449" w:rsidRDefault="006D4449" w:rsidP="006D4449">
      <w:r>
        <w:lastRenderedPageBreak/>
        <w:t>248.8036</w:t>
      </w:r>
      <w:r>
        <w:tab/>
        <w:t>1.013e0</w:t>
      </w:r>
    </w:p>
    <w:p w14:paraId="7663E8EF" w14:textId="77777777" w:rsidR="006D4449" w:rsidRDefault="006D4449" w:rsidP="006D4449">
      <w:r>
        <w:t>248.8499</w:t>
      </w:r>
      <w:r>
        <w:tab/>
        <w:t>1.013e0</w:t>
      </w:r>
    </w:p>
    <w:p w14:paraId="71EC1461" w14:textId="77777777" w:rsidR="006D4449" w:rsidRDefault="006D4449" w:rsidP="006D4449">
      <w:r>
        <w:t>248.8671</w:t>
      </w:r>
      <w:r>
        <w:tab/>
        <w:t>1.013e0</w:t>
      </w:r>
    </w:p>
    <w:p w14:paraId="08D6BB50" w14:textId="77777777" w:rsidR="006D4449" w:rsidRDefault="006D4449" w:rsidP="006D4449">
      <w:r>
        <w:t>248.8973</w:t>
      </w:r>
      <w:r>
        <w:tab/>
        <w:t>1.013e0</w:t>
      </w:r>
    </w:p>
    <w:p w14:paraId="30DC9918" w14:textId="77777777" w:rsidR="006D4449" w:rsidRDefault="006D4449" w:rsidP="006D4449">
      <w:r>
        <w:t>248.9091</w:t>
      </w:r>
      <w:r>
        <w:tab/>
        <w:t>1.013e0</w:t>
      </w:r>
    </w:p>
    <w:p w14:paraId="19EA0DEE" w14:textId="77777777" w:rsidR="006D4449" w:rsidRDefault="006D4449" w:rsidP="006D4449">
      <w:r>
        <w:t>248.9171</w:t>
      </w:r>
      <w:r>
        <w:tab/>
        <w:t>1.013e0</w:t>
      </w:r>
    </w:p>
    <w:p w14:paraId="43251FA1" w14:textId="77777777" w:rsidR="006D4449" w:rsidRDefault="006D4449" w:rsidP="006D4449">
      <w:r>
        <w:t>248.9287</w:t>
      </w:r>
      <w:r>
        <w:tab/>
        <w:t>1.013e0</w:t>
      </w:r>
    </w:p>
    <w:p w14:paraId="023B37DD" w14:textId="77777777" w:rsidR="006D4449" w:rsidRDefault="006D4449" w:rsidP="006D4449">
      <w:r>
        <w:t>248.9783</w:t>
      </w:r>
      <w:r>
        <w:tab/>
        <w:t>2.025e0</w:t>
      </w:r>
    </w:p>
    <w:p w14:paraId="34DABAA1" w14:textId="77777777" w:rsidR="006D4449" w:rsidRDefault="006D4449" w:rsidP="006D4449">
      <w:r>
        <w:t>248.9803</w:t>
      </w:r>
      <w:r>
        <w:tab/>
        <w:t>2.025e0</w:t>
      </w:r>
    </w:p>
    <w:p w14:paraId="463685D0" w14:textId="77777777" w:rsidR="006D4449" w:rsidRDefault="006D4449" w:rsidP="006D4449">
      <w:r>
        <w:t>249.0030</w:t>
      </w:r>
      <w:r>
        <w:tab/>
        <w:t>3.038e0</w:t>
      </w:r>
    </w:p>
    <w:p w14:paraId="34B84671" w14:textId="77777777" w:rsidR="006D4449" w:rsidRDefault="006D4449" w:rsidP="006D4449">
      <w:r>
        <w:t>249.0051</w:t>
      </w:r>
      <w:r>
        <w:tab/>
        <w:t>1.013e0</w:t>
      </w:r>
    </w:p>
    <w:p w14:paraId="1C733AA4" w14:textId="77777777" w:rsidR="006D4449" w:rsidRDefault="006D4449" w:rsidP="006D4449">
      <w:r>
        <w:t>249.0169</w:t>
      </w:r>
      <w:r>
        <w:tab/>
        <w:t>3.469e0</w:t>
      </w:r>
    </w:p>
    <w:p w14:paraId="0B9D540A" w14:textId="77777777" w:rsidR="006D4449" w:rsidRDefault="006D4449" w:rsidP="006D4449">
      <w:r>
        <w:t>249.0264</w:t>
      </w:r>
      <w:r>
        <w:tab/>
        <w:t>2.025e0</w:t>
      </w:r>
    </w:p>
    <w:p w14:paraId="2DADA86D" w14:textId="77777777" w:rsidR="006D4449" w:rsidRDefault="006D4449" w:rsidP="006D4449">
      <w:r>
        <w:t>249.0646</w:t>
      </w:r>
      <w:r>
        <w:tab/>
        <w:t>3.092e1</w:t>
      </w:r>
    </w:p>
    <w:p w14:paraId="7A231830" w14:textId="77777777" w:rsidR="006D4449" w:rsidRDefault="006D4449" w:rsidP="006D4449">
      <w:r>
        <w:t>249.0664</w:t>
      </w:r>
      <w:r>
        <w:tab/>
        <w:t>2.228e1</w:t>
      </w:r>
    </w:p>
    <w:p w14:paraId="2F63EB4A" w14:textId="77777777" w:rsidR="006D4449" w:rsidRDefault="006D4449" w:rsidP="006D4449">
      <w:r>
        <w:t>249.0705</w:t>
      </w:r>
      <w:r>
        <w:tab/>
        <w:t>1.114e1</w:t>
      </w:r>
    </w:p>
    <w:p w14:paraId="2746477B" w14:textId="77777777" w:rsidR="006D4449" w:rsidRDefault="006D4449" w:rsidP="006D4449">
      <w:r>
        <w:t>249.0719</w:t>
      </w:r>
      <w:r>
        <w:tab/>
        <w:t>1.567e1</w:t>
      </w:r>
    </w:p>
    <w:p w14:paraId="4E310C1B" w14:textId="77777777" w:rsidR="006D4449" w:rsidRDefault="006D4449" w:rsidP="006D4449">
      <w:r>
        <w:t>249.1135</w:t>
      </w:r>
      <w:r>
        <w:tab/>
        <w:t>2.025e0</w:t>
      </w:r>
    </w:p>
    <w:p w14:paraId="4AAA3A28" w14:textId="77777777" w:rsidR="006D4449" w:rsidRDefault="006D4449" w:rsidP="006D4449">
      <w:r>
        <w:t>249.1184</w:t>
      </w:r>
      <w:r>
        <w:tab/>
        <w:t>1.013e0</w:t>
      </w:r>
    </w:p>
    <w:p w14:paraId="7F85DBE8" w14:textId="77777777" w:rsidR="006D4449" w:rsidRDefault="006D4449" w:rsidP="006D4449">
      <w:r>
        <w:lastRenderedPageBreak/>
        <w:t>249.1352</w:t>
      </w:r>
      <w:r>
        <w:tab/>
        <w:t>2.025e0</w:t>
      </w:r>
    </w:p>
    <w:p w14:paraId="4D524925" w14:textId="77777777" w:rsidR="006D4449" w:rsidRDefault="006D4449" w:rsidP="006D4449">
      <w:r>
        <w:t>249.1455</w:t>
      </w:r>
      <w:r>
        <w:tab/>
        <w:t>2.025e0</w:t>
      </w:r>
    </w:p>
    <w:p w14:paraId="68CCDFA3" w14:textId="77777777" w:rsidR="006D4449" w:rsidRDefault="006D4449" w:rsidP="006D4449">
      <w:r>
        <w:t>249.1644</w:t>
      </w:r>
      <w:r>
        <w:tab/>
        <w:t>1.013e0</w:t>
      </w:r>
    </w:p>
    <w:p w14:paraId="16AC7032" w14:textId="77777777" w:rsidR="006D4449" w:rsidRDefault="006D4449" w:rsidP="006D4449">
      <w:r>
        <w:t>249.1654</w:t>
      </w:r>
      <w:r>
        <w:tab/>
        <w:t>1.013e0</w:t>
      </w:r>
    </w:p>
    <w:p w14:paraId="7058EAEE" w14:textId="77777777" w:rsidR="006D4449" w:rsidRDefault="006D4449" w:rsidP="006D4449">
      <w:r>
        <w:t>249.1876</w:t>
      </w:r>
      <w:r>
        <w:tab/>
        <w:t>2.025e0</w:t>
      </w:r>
    </w:p>
    <w:p w14:paraId="1E399237" w14:textId="77777777" w:rsidR="006D4449" w:rsidRDefault="006D4449" w:rsidP="006D4449">
      <w:r>
        <w:t>249.1920</w:t>
      </w:r>
      <w:r>
        <w:tab/>
        <w:t>2.025e0</w:t>
      </w:r>
    </w:p>
    <w:p w14:paraId="21AB153C" w14:textId="77777777" w:rsidR="006D4449" w:rsidRDefault="006D4449" w:rsidP="006D4449">
      <w:r>
        <w:t>249.1941</w:t>
      </w:r>
      <w:r>
        <w:tab/>
        <w:t>1.013e0</w:t>
      </w:r>
    </w:p>
    <w:p w14:paraId="3B5A5CB0" w14:textId="77777777" w:rsidR="006D4449" w:rsidRDefault="006D4449" w:rsidP="006D4449">
      <w:r>
        <w:t>249.2062</w:t>
      </w:r>
      <w:r>
        <w:tab/>
        <w:t>2.025e0</w:t>
      </w:r>
    </w:p>
    <w:p w14:paraId="14A2A721" w14:textId="77777777" w:rsidR="006D4449" w:rsidRDefault="006D4449" w:rsidP="006D4449">
      <w:r>
        <w:t>249.2241</w:t>
      </w:r>
      <w:r>
        <w:tab/>
        <w:t>2.025e0</w:t>
      </w:r>
    </w:p>
    <w:p w14:paraId="3EF252A3" w14:textId="77777777" w:rsidR="006D4449" w:rsidRDefault="006D4449" w:rsidP="006D4449">
      <w:r>
        <w:t>249.3153</w:t>
      </w:r>
      <w:r>
        <w:tab/>
        <w:t>1.013e0</w:t>
      </w:r>
    </w:p>
    <w:p w14:paraId="71591326" w14:textId="77777777" w:rsidR="006D4449" w:rsidRDefault="006D4449" w:rsidP="006D4449">
      <w:r>
        <w:t>249.3444</w:t>
      </w:r>
      <w:r>
        <w:tab/>
        <w:t>1.013e0</w:t>
      </w:r>
    </w:p>
    <w:p w14:paraId="01409424" w14:textId="77777777" w:rsidR="006D4449" w:rsidRDefault="006D4449" w:rsidP="006D4449">
      <w:r>
        <w:t>249.3705</w:t>
      </w:r>
      <w:r>
        <w:tab/>
        <w:t>1.013e0</w:t>
      </w:r>
    </w:p>
    <w:p w14:paraId="257FDBF5" w14:textId="77777777" w:rsidR="006D4449" w:rsidRDefault="006D4449" w:rsidP="006D4449">
      <w:r>
        <w:t>249.3989</w:t>
      </w:r>
      <w:r>
        <w:tab/>
        <w:t>2.025e0</w:t>
      </w:r>
    </w:p>
    <w:p w14:paraId="3526064B" w14:textId="77777777" w:rsidR="006D4449" w:rsidRDefault="006D4449" w:rsidP="006D4449">
      <w:r>
        <w:t>249.4112</w:t>
      </w:r>
      <w:r>
        <w:tab/>
        <w:t>1.013e0</w:t>
      </w:r>
    </w:p>
    <w:p w14:paraId="0ECC4ABF" w14:textId="77777777" w:rsidR="006D4449" w:rsidRDefault="006D4449" w:rsidP="006D4449">
      <w:r>
        <w:t>249.4122</w:t>
      </w:r>
      <w:r>
        <w:tab/>
        <w:t>1.013e0</w:t>
      </w:r>
    </w:p>
    <w:p w14:paraId="4E5C34E6" w14:textId="77777777" w:rsidR="006D4449" w:rsidRDefault="006D4449" w:rsidP="006D4449">
      <w:r>
        <w:t>249.4247</w:t>
      </w:r>
      <w:r>
        <w:tab/>
        <w:t>1.121e0</w:t>
      </w:r>
    </w:p>
    <w:p w14:paraId="426643E4" w14:textId="77777777" w:rsidR="006D4449" w:rsidRDefault="006D4449" w:rsidP="006D4449">
      <w:r>
        <w:t>249.4628</w:t>
      </w:r>
      <w:r>
        <w:tab/>
        <w:t>2.025e0</w:t>
      </w:r>
    </w:p>
    <w:p w14:paraId="68476C60" w14:textId="77777777" w:rsidR="006D4449" w:rsidRDefault="006D4449" w:rsidP="006D4449">
      <w:r>
        <w:t>249.4796</w:t>
      </w:r>
      <w:r>
        <w:tab/>
        <w:t>1.013e0</w:t>
      </w:r>
    </w:p>
    <w:p w14:paraId="171583F5" w14:textId="77777777" w:rsidR="006D4449" w:rsidRDefault="006D4449" w:rsidP="006D4449">
      <w:r>
        <w:t>249.5087</w:t>
      </w:r>
      <w:r>
        <w:tab/>
        <w:t>1.013e0</w:t>
      </w:r>
    </w:p>
    <w:p w14:paraId="2F7402C1" w14:textId="77777777" w:rsidR="006D4449" w:rsidRDefault="006D4449" w:rsidP="006D4449">
      <w:r>
        <w:lastRenderedPageBreak/>
        <w:t>249.5175</w:t>
      </w:r>
      <w:r>
        <w:tab/>
        <w:t>3.038e0</w:t>
      </w:r>
    </w:p>
    <w:p w14:paraId="109A7B29" w14:textId="77777777" w:rsidR="006D4449" w:rsidRDefault="006D4449" w:rsidP="006D4449">
      <w:r>
        <w:t>249.5217</w:t>
      </w:r>
      <w:r>
        <w:tab/>
        <w:t>1.013e0</w:t>
      </w:r>
    </w:p>
    <w:p w14:paraId="11738D98" w14:textId="77777777" w:rsidR="006D4449" w:rsidRDefault="006D4449" w:rsidP="006D4449">
      <w:r>
        <w:t>249.5376</w:t>
      </w:r>
      <w:r>
        <w:tab/>
        <w:t>1.013e0</w:t>
      </w:r>
    </w:p>
    <w:p w14:paraId="190BAE74" w14:textId="77777777" w:rsidR="006D4449" w:rsidRDefault="006D4449" w:rsidP="006D4449">
      <w:r>
        <w:t>249.5718</w:t>
      </w:r>
      <w:r>
        <w:tab/>
        <w:t>1.013e0</w:t>
      </w:r>
    </w:p>
    <w:p w14:paraId="70304E63" w14:textId="77777777" w:rsidR="006D4449" w:rsidRDefault="006D4449" w:rsidP="006D4449">
      <w:r>
        <w:t>249.5877</w:t>
      </w:r>
      <w:r>
        <w:tab/>
        <w:t>1.013e0</w:t>
      </w:r>
    </w:p>
    <w:p w14:paraId="083C194A" w14:textId="77777777" w:rsidR="006D4449" w:rsidRDefault="006D4449" w:rsidP="006D4449">
      <w:r>
        <w:t>249.5899</w:t>
      </w:r>
      <w:r>
        <w:tab/>
        <w:t>2.025e0</w:t>
      </w:r>
    </w:p>
    <w:p w14:paraId="04A2DFF6" w14:textId="77777777" w:rsidR="006D4449" w:rsidRDefault="006D4449" w:rsidP="006D4449">
      <w:r>
        <w:t>249.6138</w:t>
      </w:r>
      <w:r>
        <w:tab/>
        <w:t>1.013e0</w:t>
      </w:r>
    </w:p>
    <w:p w14:paraId="77769D0E" w14:textId="77777777" w:rsidR="006D4449" w:rsidRDefault="006D4449" w:rsidP="006D4449">
      <w:r>
        <w:t>249.6479</w:t>
      </w:r>
      <w:r>
        <w:tab/>
        <w:t>1.013e0</w:t>
      </w:r>
    </w:p>
    <w:p w14:paraId="1C74273C" w14:textId="77777777" w:rsidR="006D4449" w:rsidRDefault="006D4449" w:rsidP="006D4449">
      <w:r>
        <w:t>249.6770</w:t>
      </w:r>
      <w:r>
        <w:tab/>
        <w:t>1.013e0</w:t>
      </w:r>
    </w:p>
    <w:p w14:paraId="2F11FA18" w14:textId="77777777" w:rsidR="006D4449" w:rsidRDefault="006D4449" w:rsidP="006D4449">
      <w:r>
        <w:t>249.7146</w:t>
      </w:r>
      <w:r>
        <w:tab/>
        <w:t>2.025e0</w:t>
      </w:r>
    </w:p>
    <w:p w14:paraId="5FB447A1" w14:textId="77777777" w:rsidR="006D4449" w:rsidRDefault="006D4449" w:rsidP="006D4449">
      <w:r>
        <w:t>249.7322</w:t>
      </w:r>
      <w:r>
        <w:tab/>
        <w:t>1.013e0</w:t>
      </w:r>
    </w:p>
    <w:p w14:paraId="222CCE52" w14:textId="77777777" w:rsidR="006D4449" w:rsidRDefault="006D4449" w:rsidP="006D4449">
      <w:r>
        <w:t>249.7440</w:t>
      </w:r>
      <w:r>
        <w:tab/>
        <w:t>1.013e0</w:t>
      </w:r>
    </w:p>
    <w:p w14:paraId="2BF3E9AB" w14:textId="77777777" w:rsidR="006D4449" w:rsidRDefault="006D4449" w:rsidP="006D4449">
      <w:r>
        <w:t>249.7653</w:t>
      </w:r>
      <w:r>
        <w:tab/>
        <w:t>1.013e0</w:t>
      </w:r>
    </w:p>
    <w:p w14:paraId="475822B5" w14:textId="77777777" w:rsidR="006D4449" w:rsidRDefault="006D4449" w:rsidP="006D4449">
      <w:r>
        <w:t>249.7743</w:t>
      </w:r>
      <w:r>
        <w:tab/>
        <w:t>2.025e0</w:t>
      </w:r>
    </w:p>
    <w:p w14:paraId="1B384E93" w14:textId="77777777" w:rsidR="006D4449" w:rsidRDefault="006D4449" w:rsidP="006D4449">
      <w:r>
        <w:t>249.7901</w:t>
      </w:r>
      <w:r>
        <w:tab/>
        <w:t>2.025e0</w:t>
      </w:r>
    </w:p>
    <w:p w14:paraId="5A2B288E" w14:textId="77777777" w:rsidR="006D4449" w:rsidRDefault="006D4449" w:rsidP="006D4449">
      <w:r>
        <w:t>249.8107</w:t>
      </w:r>
      <w:r>
        <w:tab/>
        <w:t>1.013e0</w:t>
      </w:r>
    </w:p>
    <w:p w14:paraId="44BFB08B" w14:textId="77777777" w:rsidR="006D4449" w:rsidRDefault="006D4449" w:rsidP="006D4449">
      <w:r>
        <w:t>249.8311</w:t>
      </w:r>
      <w:r>
        <w:tab/>
        <w:t>1.013e0</w:t>
      </w:r>
    </w:p>
    <w:p w14:paraId="08E49FFD" w14:textId="77777777" w:rsidR="006D4449" w:rsidRDefault="006D4449" w:rsidP="006D4449">
      <w:r>
        <w:t>249.8663</w:t>
      </w:r>
      <w:r>
        <w:tab/>
        <w:t>1.013e0</w:t>
      </w:r>
    </w:p>
    <w:p w14:paraId="45DA5812" w14:textId="77777777" w:rsidR="006D4449" w:rsidRDefault="006D4449" w:rsidP="006D4449">
      <w:r>
        <w:t>249.8810</w:t>
      </w:r>
      <w:r>
        <w:tab/>
        <w:t>1.013e0</w:t>
      </w:r>
    </w:p>
    <w:p w14:paraId="647175FD" w14:textId="77777777" w:rsidR="006D4449" w:rsidRDefault="006D4449" w:rsidP="006D4449">
      <w:r>
        <w:lastRenderedPageBreak/>
        <w:t>249.9074</w:t>
      </w:r>
      <w:r>
        <w:tab/>
        <w:t>1.013e0</w:t>
      </w:r>
    </w:p>
    <w:p w14:paraId="6FC867BD" w14:textId="77777777" w:rsidR="006D4449" w:rsidRDefault="006D4449" w:rsidP="006D4449">
      <w:r>
        <w:t>249.9467</w:t>
      </w:r>
      <w:r>
        <w:tab/>
        <w:t>1.013e0</w:t>
      </w:r>
    </w:p>
    <w:p w14:paraId="7640AF06" w14:textId="77777777" w:rsidR="006D4449" w:rsidRDefault="006D4449" w:rsidP="006D4449">
      <w:r>
        <w:t>249.9505</w:t>
      </w:r>
      <w:r>
        <w:tab/>
        <w:t>1.013e0</w:t>
      </w:r>
    </w:p>
    <w:p w14:paraId="2A8772A4" w14:textId="77777777" w:rsidR="006D4449" w:rsidRDefault="006D4449" w:rsidP="006D4449">
      <w:r>
        <w:t>249.9664</w:t>
      </w:r>
      <w:r>
        <w:tab/>
        <w:t>1.013e0</w:t>
      </w:r>
    </w:p>
    <w:p w14:paraId="2945C1FD" w14:textId="77777777" w:rsidR="006D4449" w:rsidRDefault="006D4449" w:rsidP="006D4449">
      <w:r>
        <w:t>249.9728</w:t>
      </w:r>
      <w:r>
        <w:tab/>
        <w:t>2.025e0</w:t>
      </w:r>
    </w:p>
    <w:p w14:paraId="742FDA87" w14:textId="77777777" w:rsidR="006D4449" w:rsidRDefault="006D4449" w:rsidP="006D4449">
      <w:r>
        <w:t>249.9859</w:t>
      </w:r>
      <w:r>
        <w:tab/>
        <w:t>2.025e0</w:t>
      </w:r>
    </w:p>
    <w:p w14:paraId="6ADF6227" w14:textId="77777777" w:rsidR="006D4449" w:rsidRDefault="006D4449" w:rsidP="006D4449">
      <w:r>
        <w:t>249.9916</w:t>
      </w:r>
      <w:r>
        <w:tab/>
        <w:t>1.013e0</w:t>
      </w:r>
    </w:p>
    <w:p w14:paraId="16C56EC7" w14:textId="77777777" w:rsidR="006D4449" w:rsidRDefault="006D4449" w:rsidP="006D4449">
      <w:r>
        <w:t>249.9987</w:t>
      </w:r>
      <w:r>
        <w:tab/>
        <w:t>3.038e0</w:t>
      </w:r>
    </w:p>
    <w:p w14:paraId="2F377E78" w14:textId="77777777" w:rsidR="006D4449" w:rsidRDefault="006D4449" w:rsidP="006D4449">
      <w:r>
        <w:t>250.0085</w:t>
      </w:r>
      <w:r>
        <w:tab/>
        <w:t>1.013e0</w:t>
      </w:r>
    </w:p>
    <w:p w14:paraId="7EFB8194" w14:textId="77777777" w:rsidR="006D4449" w:rsidRDefault="006D4449" w:rsidP="006D4449">
      <w:r>
        <w:t>250.0103</w:t>
      </w:r>
      <w:r>
        <w:tab/>
        <w:t>2.025e0</w:t>
      </w:r>
    </w:p>
    <w:p w14:paraId="11A70F9E" w14:textId="77777777" w:rsidR="006D4449" w:rsidRDefault="006D4449" w:rsidP="006D4449">
      <w:r>
        <w:t>250.0154</w:t>
      </w:r>
      <w:r>
        <w:tab/>
        <w:t>1.013e0</w:t>
      </w:r>
    </w:p>
    <w:p w14:paraId="510ED5D2" w14:textId="77777777" w:rsidR="006D4449" w:rsidRDefault="006D4449" w:rsidP="006D4449">
      <w:r>
        <w:t>250.0261</w:t>
      </w:r>
      <w:r>
        <w:tab/>
        <w:t>6.076e0</w:t>
      </w:r>
    </w:p>
    <w:p w14:paraId="412DC6AF" w14:textId="77777777" w:rsidR="006D4449" w:rsidRDefault="006D4449" w:rsidP="006D4449">
      <w:r>
        <w:t>250.0486</w:t>
      </w:r>
      <w:r>
        <w:tab/>
        <w:t>2.025e0</w:t>
      </w:r>
    </w:p>
    <w:p w14:paraId="142C08E9" w14:textId="77777777" w:rsidR="006D4449" w:rsidRDefault="006D4449" w:rsidP="006D4449">
      <w:r>
        <w:t>250.0563</w:t>
      </w:r>
      <w:r>
        <w:tab/>
        <w:t>2.025e0</w:t>
      </w:r>
    </w:p>
    <w:p w14:paraId="785E843E" w14:textId="77777777" w:rsidR="006D4449" w:rsidRDefault="006D4449" w:rsidP="006D4449">
      <w:r>
        <w:t>250.0614</w:t>
      </w:r>
      <w:r>
        <w:tab/>
        <w:t>3.038e0</w:t>
      </w:r>
    </w:p>
    <w:p w14:paraId="5D04482A" w14:textId="77777777" w:rsidR="006D4449" w:rsidRDefault="006D4449" w:rsidP="006D4449">
      <w:r>
        <w:t>250.0665</w:t>
      </w:r>
      <w:r>
        <w:tab/>
        <w:t>3.419e0</w:t>
      </w:r>
    </w:p>
    <w:p w14:paraId="08516707" w14:textId="77777777" w:rsidR="006D4449" w:rsidRDefault="006D4449" w:rsidP="006D4449">
      <w:r>
        <w:t>250.0742</w:t>
      </w:r>
      <w:r>
        <w:tab/>
        <w:t>2.025e0</w:t>
      </w:r>
    </w:p>
    <w:p w14:paraId="35EA1D02" w14:textId="77777777" w:rsidR="006D4449" w:rsidRDefault="006D4449" w:rsidP="006D4449">
      <w:r>
        <w:t>250.0896</w:t>
      </w:r>
      <w:r>
        <w:tab/>
        <w:t>2.025e0</w:t>
      </w:r>
    </w:p>
    <w:p w14:paraId="7167A8AB" w14:textId="77777777" w:rsidR="006D4449" w:rsidRDefault="006D4449" w:rsidP="006D4449">
      <w:r>
        <w:t>250.1005</w:t>
      </w:r>
      <w:r>
        <w:tab/>
        <w:t>1.013e0</w:t>
      </w:r>
    </w:p>
    <w:p w14:paraId="30BEAB3F" w14:textId="77777777" w:rsidR="006D4449" w:rsidRDefault="006D4449" w:rsidP="006D4449">
      <w:r>
        <w:lastRenderedPageBreak/>
        <w:t>250.1020</w:t>
      </w:r>
      <w:r>
        <w:tab/>
        <w:t>2.025e0</w:t>
      </w:r>
    </w:p>
    <w:p w14:paraId="1DBC64EF" w14:textId="77777777" w:rsidR="006D4449" w:rsidRDefault="006D4449" w:rsidP="006D4449">
      <w:r>
        <w:t>250.1211</w:t>
      </w:r>
      <w:r>
        <w:tab/>
        <w:t>3.038e0</w:t>
      </w:r>
    </w:p>
    <w:p w14:paraId="5F78DE84" w14:textId="77777777" w:rsidR="006D4449" w:rsidRDefault="006D4449" w:rsidP="006D4449">
      <w:r>
        <w:t>250.1261</w:t>
      </w:r>
      <w:r>
        <w:tab/>
        <w:t>4.051e0</w:t>
      </w:r>
    </w:p>
    <w:p w14:paraId="3AFD68E9" w14:textId="77777777" w:rsidR="006D4449" w:rsidRDefault="006D4449" w:rsidP="006D4449">
      <w:r>
        <w:t>250.1308</w:t>
      </w:r>
      <w:r>
        <w:tab/>
        <w:t>3.038e0</w:t>
      </w:r>
    </w:p>
    <w:p w14:paraId="26AE8F42" w14:textId="77777777" w:rsidR="006D4449" w:rsidRDefault="006D4449" w:rsidP="006D4449">
      <w:r>
        <w:t>250.1339</w:t>
      </w:r>
      <w:r>
        <w:tab/>
        <w:t>8.190e0</w:t>
      </w:r>
    </w:p>
    <w:p w14:paraId="11BA9DF0" w14:textId="77777777" w:rsidR="006D4449" w:rsidRDefault="006D4449" w:rsidP="006D4449">
      <w:r>
        <w:t>250.1495</w:t>
      </w:r>
      <w:r>
        <w:tab/>
        <w:t>6.076e0</w:t>
      </w:r>
    </w:p>
    <w:p w14:paraId="3F49B430" w14:textId="77777777" w:rsidR="006D4449" w:rsidRDefault="006D4449" w:rsidP="006D4449">
      <w:r>
        <w:t>250.1651</w:t>
      </w:r>
      <w:r>
        <w:tab/>
        <w:t>2.025e0</w:t>
      </w:r>
    </w:p>
    <w:p w14:paraId="09927187" w14:textId="77777777" w:rsidR="006D4449" w:rsidRDefault="006D4449" w:rsidP="006D4449">
      <w:r>
        <w:t>250.1923</w:t>
      </w:r>
      <w:r>
        <w:tab/>
        <w:t>3.038e0</w:t>
      </w:r>
    </w:p>
    <w:p w14:paraId="521A0496" w14:textId="77777777" w:rsidR="006D4449" w:rsidRDefault="006D4449" w:rsidP="006D4449">
      <w:r>
        <w:t>250.1949</w:t>
      </w:r>
      <w:r>
        <w:tab/>
        <w:t>3.038e0</w:t>
      </w:r>
    </w:p>
    <w:p w14:paraId="4B2EBF57" w14:textId="77777777" w:rsidR="006D4449" w:rsidRDefault="006D4449" w:rsidP="006D4449">
      <w:r>
        <w:t>250.2029</w:t>
      </w:r>
      <w:r>
        <w:tab/>
        <w:t>3.038e0</w:t>
      </w:r>
    </w:p>
    <w:p w14:paraId="5B6F4612" w14:textId="77777777" w:rsidR="006D4449" w:rsidRDefault="006D4449" w:rsidP="006D4449">
      <w:r>
        <w:t>250.2062</w:t>
      </w:r>
      <w:r>
        <w:tab/>
        <w:t>1.013e0</w:t>
      </w:r>
    </w:p>
    <w:p w14:paraId="56DFF5BB" w14:textId="77777777" w:rsidR="006D4449" w:rsidRDefault="006D4449" w:rsidP="006D4449">
      <w:r>
        <w:t>250.2252</w:t>
      </w:r>
      <w:r>
        <w:tab/>
        <w:t>3.038e0</w:t>
      </w:r>
    </w:p>
    <w:p w14:paraId="68E2F4ED" w14:textId="77777777" w:rsidR="006D4449" w:rsidRDefault="006D4449" w:rsidP="006D4449">
      <w:r>
        <w:t>250.2481</w:t>
      </w:r>
      <w:r>
        <w:tab/>
        <w:t>1.013e0</w:t>
      </w:r>
    </w:p>
    <w:p w14:paraId="65DB1AD0" w14:textId="77777777" w:rsidR="006D4449" w:rsidRDefault="006D4449" w:rsidP="006D4449">
      <w:r>
        <w:t>250.2807</w:t>
      </w:r>
      <w:r>
        <w:tab/>
        <w:t>1.013e0</w:t>
      </w:r>
    </w:p>
    <w:p w14:paraId="21A07AED" w14:textId="77777777" w:rsidR="006D4449" w:rsidRDefault="006D4449" w:rsidP="006D4449">
      <w:r>
        <w:t>250.2818</w:t>
      </w:r>
      <w:r>
        <w:tab/>
        <w:t>2.025e0</w:t>
      </w:r>
    </w:p>
    <w:p w14:paraId="24989603" w14:textId="77777777" w:rsidR="006D4449" w:rsidRDefault="006D4449" w:rsidP="006D4449">
      <w:r>
        <w:t>250.2954</w:t>
      </w:r>
      <w:r>
        <w:tab/>
        <w:t>1.013e0</w:t>
      </w:r>
    </w:p>
    <w:p w14:paraId="0CBFC89C" w14:textId="77777777" w:rsidR="006D4449" w:rsidRDefault="006D4449" w:rsidP="006D4449">
      <w:r>
        <w:t>250.3191</w:t>
      </w:r>
      <w:r>
        <w:tab/>
        <w:t>1.013e0</w:t>
      </w:r>
    </w:p>
    <w:p w14:paraId="347FC225" w14:textId="77777777" w:rsidR="006D4449" w:rsidRDefault="006D4449" w:rsidP="006D4449">
      <w:r>
        <w:t>250.3750</w:t>
      </w:r>
      <w:r>
        <w:tab/>
        <w:t>1.013e0</w:t>
      </w:r>
    </w:p>
    <w:p w14:paraId="2447C522" w14:textId="77777777" w:rsidR="006D4449" w:rsidRDefault="006D4449" w:rsidP="006D4449">
      <w:r>
        <w:t>250.3835</w:t>
      </w:r>
      <w:r>
        <w:tab/>
        <w:t>2.025e0</w:t>
      </w:r>
    </w:p>
    <w:p w14:paraId="70626BF6" w14:textId="77777777" w:rsidR="006D4449" w:rsidRDefault="006D4449" w:rsidP="006D4449">
      <w:r>
        <w:lastRenderedPageBreak/>
        <w:t>250.3874</w:t>
      </w:r>
      <w:r>
        <w:tab/>
        <w:t>1.013e0</w:t>
      </w:r>
    </w:p>
    <w:p w14:paraId="0AD4A891" w14:textId="77777777" w:rsidR="006D4449" w:rsidRDefault="006D4449" w:rsidP="006D4449">
      <w:r>
        <w:t>250.4169</w:t>
      </w:r>
      <w:r>
        <w:tab/>
        <w:t>1.013e0</w:t>
      </w:r>
    </w:p>
    <w:p w14:paraId="1B53813E" w14:textId="77777777" w:rsidR="006D4449" w:rsidRDefault="006D4449" w:rsidP="006D4449">
      <w:r>
        <w:t>250.4285</w:t>
      </w:r>
      <w:r>
        <w:tab/>
        <w:t>1.013e0</w:t>
      </w:r>
    </w:p>
    <w:p w14:paraId="6D91F4B2" w14:textId="77777777" w:rsidR="006D4449" w:rsidRDefault="006D4449" w:rsidP="006D4449">
      <w:r>
        <w:t>250.4324</w:t>
      </w:r>
      <w:r>
        <w:tab/>
        <w:t>1.013e0</w:t>
      </w:r>
    </w:p>
    <w:p w14:paraId="13655451" w14:textId="77777777" w:rsidR="006D4449" w:rsidRDefault="006D4449" w:rsidP="006D4449">
      <w:r>
        <w:t>250.5024</w:t>
      </w:r>
      <w:r>
        <w:tab/>
        <w:t>2.025e0</w:t>
      </w:r>
    </w:p>
    <w:p w14:paraId="31606073" w14:textId="77777777" w:rsidR="006D4449" w:rsidRDefault="006D4449" w:rsidP="006D4449">
      <w:r>
        <w:t>250.5044</w:t>
      </w:r>
      <w:r>
        <w:tab/>
        <w:t>1.013e0</w:t>
      </w:r>
    </w:p>
    <w:p w14:paraId="5960D805" w14:textId="77777777" w:rsidR="006D4449" w:rsidRDefault="006D4449" w:rsidP="006D4449">
      <w:r>
        <w:t>250.5063</w:t>
      </w:r>
      <w:r>
        <w:tab/>
        <w:t>2.025e0</w:t>
      </w:r>
    </w:p>
    <w:p w14:paraId="734C1327" w14:textId="77777777" w:rsidR="006D4449" w:rsidRDefault="006D4449" w:rsidP="006D4449">
      <w:r>
        <w:t>250.5247</w:t>
      </w:r>
      <w:r>
        <w:tab/>
        <w:t>1.013e0</w:t>
      </w:r>
    </w:p>
    <w:p w14:paraId="4887A91E" w14:textId="77777777" w:rsidR="006D4449" w:rsidRDefault="006D4449" w:rsidP="006D4449">
      <w:r>
        <w:t>250.5286</w:t>
      </w:r>
      <w:r>
        <w:tab/>
        <w:t>1.013e0</w:t>
      </w:r>
    </w:p>
    <w:p w14:paraId="176FB7BF" w14:textId="77777777" w:rsidR="006D4449" w:rsidRDefault="006D4449" w:rsidP="006D4449">
      <w:r>
        <w:t>250.5335</w:t>
      </w:r>
      <w:r>
        <w:tab/>
        <w:t>1.013e0</w:t>
      </w:r>
    </w:p>
    <w:p w14:paraId="33E8D7AE" w14:textId="77777777" w:rsidR="006D4449" w:rsidRDefault="006D4449" w:rsidP="006D4449">
      <w:r>
        <w:t>250.5520</w:t>
      </w:r>
      <w:r>
        <w:tab/>
        <w:t>1.013e0</w:t>
      </w:r>
    </w:p>
    <w:p w14:paraId="06A6F805" w14:textId="77777777" w:rsidR="006D4449" w:rsidRDefault="006D4449" w:rsidP="006D4449">
      <w:r>
        <w:t>250.5708</w:t>
      </w:r>
      <w:r>
        <w:tab/>
        <w:t>1.013e0</w:t>
      </w:r>
    </w:p>
    <w:p w14:paraId="4E858812" w14:textId="77777777" w:rsidR="006D4449" w:rsidRDefault="006D4449" w:rsidP="006D4449">
      <w:r>
        <w:t>250.5833</w:t>
      </w:r>
      <w:r>
        <w:tab/>
        <w:t>2.025e0</w:t>
      </w:r>
    </w:p>
    <w:p w14:paraId="73C1F37A" w14:textId="77777777" w:rsidR="006D4449" w:rsidRDefault="006D4449" w:rsidP="006D4449">
      <w:r>
        <w:t>250.6403</w:t>
      </w:r>
      <w:r>
        <w:tab/>
        <w:t>1.013e0</w:t>
      </w:r>
    </w:p>
    <w:p w14:paraId="72A68076" w14:textId="77777777" w:rsidR="006D4449" w:rsidRDefault="006D4449" w:rsidP="006D4449">
      <w:r>
        <w:t>250.6442</w:t>
      </w:r>
      <w:r>
        <w:tab/>
        <w:t>1.013e0</w:t>
      </w:r>
    </w:p>
    <w:p w14:paraId="789B137E" w14:textId="77777777" w:rsidR="006D4449" w:rsidRDefault="006D4449" w:rsidP="006D4449">
      <w:r>
        <w:t>250.6471</w:t>
      </w:r>
      <w:r>
        <w:tab/>
        <w:t>2.025e0</w:t>
      </w:r>
    </w:p>
    <w:p w14:paraId="7047C6E0" w14:textId="77777777" w:rsidR="006D4449" w:rsidRDefault="006D4449" w:rsidP="006D4449">
      <w:r>
        <w:t>250.6481</w:t>
      </w:r>
      <w:r>
        <w:tab/>
        <w:t>1.013e0</w:t>
      </w:r>
    </w:p>
    <w:p w14:paraId="0CA57431" w14:textId="77777777" w:rsidR="006D4449" w:rsidRDefault="006D4449" w:rsidP="006D4449">
      <w:r>
        <w:t>250.6722</w:t>
      </w:r>
      <w:r>
        <w:tab/>
        <w:t>1.013e0</w:t>
      </w:r>
    </w:p>
    <w:p w14:paraId="4267362C" w14:textId="77777777" w:rsidR="006D4449" w:rsidRDefault="006D4449" w:rsidP="006D4449">
      <w:r>
        <w:t>250.6825</w:t>
      </w:r>
      <w:r>
        <w:tab/>
        <w:t>2.025e0</w:t>
      </w:r>
    </w:p>
    <w:p w14:paraId="0C95FC92" w14:textId="77777777" w:rsidR="006D4449" w:rsidRDefault="006D4449" w:rsidP="006D4449">
      <w:r>
        <w:lastRenderedPageBreak/>
        <w:t>250.7141</w:t>
      </w:r>
      <w:r>
        <w:tab/>
        <w:t>4.051e0</w:t>
      </w:r>
    </w:p>
    <w:p w14:paraId="7107248F" w14:textId="77777777" w:rsidR="006D4449" w:rsidRDefault="006D4449" w:rsidP="006D4449">
      <w:r>
        <w:t>250.7188</w:t>
      </w:r>
      <w:r>
        <w:tab/>
        <w:t>2.025e0</w:t>
      </w:r>
    </w:p>
    <w:p w14:paraId="3A1272A4" w14:textId="77777777" w:rsidR="006D4449" w:rsidRDefault="006D4449" w:rsidP="006D4449">
      <w:r>
        <w:t>250.7666</w:t>
      </w:r>
      <w:r>
        <w:tab/>
        <w:t>3.038e0</w:t>
      </w:r>
    </w:p>
    <w:p w14:paraId="70C4DE9C" w14:textId="77777777" w:rsidR="006D4449" w:rsidRDefault="006D4449" w:rsidP="006D4449">
      <w:r>
        <w:t>250.7735</w:t>
      </w:r>
      <w:r>
        <w:tab/>
        <w:t>1.013e0</w:t>
      </w:r>
    </w:p>
    <w:p w14:paraId="4B9CE921" w14:textId="77777777" w:rsidR="006D4449" w:rsidRDefault="006D4449" w:rsidP="006D4449">
      <w:r>
        <w:t>250.8355</w:t>
      </w:r>
      <w:r>
        <w:tab/>
        <w:t>1.013e0</w:t>
      </w:r>
    </w:p>
    <w:p w14:paraId="5DA8648A" w14:textId="77777777" w:rsidR="006D4449" w:rsidRDefault="006D4449" w:rsidP="006D4449">
      <w:r>
        <w:t>250.8400</w:t>
      </w:r>
      <w:r>
        <w:tab/>
        <w:t>3.038e0</w:t>
      </w:r>
    </w:p>
    <w:p w14:paraId="2025DBE6" w14:textId="77777777" w:rsidR="006D4449" w:rsidRDefault="006D4449" w:rsidP="006D4449">
      <w:r>
        <w:t>250.8821</w:t>
      </w:r>
      <w:r>
        <w:tab/>
        <w:t>1.013e0</w:t>
      </w:r>
    </w:p>
    <w:p w14:paraId="6771D142" w14:textId="77777777" w:rsidR="006D4449" w:rsidRDefault="006D4449" w:rsidP="006D4449">
      <w:r>
        <w:t>250.9010</w:t>
      </w:r>
      <w:r>
        <w:tab/>
        <w:t>1.013e0</w:t>
      </w:r>
    </w:p>
    <w:p w14:paraId="1475AE7D" w14:textId="77777777" w:rsidR="006D4449" w:rsidRDefault="006D4449" w:rsidP="006D4449">
      <w:r>
        <w:t>250.9167</w:t>
      </w:r>
      <w:r>
        <w:tab/>
        <w:t>3.038e0</w:t>
      </w:r>
    </w:p>
    <w:p w14:paraId="01B3BF44" w14:textId="77777777" w:rsidR="006D4449" w:rsidRDefault="006D4449" w:rsidP="006D4449">
      <w:r>
        <w:t>250.9341</w:t>
      </w:r>
      <w:r>
        <w:tab/>
        <w:t>2.025e0</w:t>
      </w:r>
    </w:p>
    <w:p w14:paraId="67BD3C9D" w14:textId="77777777" w:rsidR="006D4449" w:rsidRDefault="006D4449" w:rsidP="006D4449">
      <w:r>
        <w:t>250.9642</w:t>
      </w:r>
      <w:r>
        <w:tab/>
        <w:t>9.114e0</w:t>
      </w:r>
    </w:p>
    <w:p w14:paraId="61CB339E" w14:textId="77777777" w:rsidR="006D4449" w:rsidRDefault="006D4449" w:rsidP="006D4449">
      <w:r>
        <w:t>250.9702</w:t>
      </w:r>
      <w:r>
        <w:tab/>
        <w:t>6.421e0</w:t>
      </w:r>
    </w:p>
    <w:p w14:paraId="4B882A69" w14:textId="77777777" w:rsidR="006D4449" w:rsidRDefault="006D4449" w:rsidP="006D4449">
      <w:r>
        <w:t>250.9732</w:t>
      </w:r>
      <w:r>
        <w:tab/>
        <w:t>9.540e0</w:t>
      </w:r>
    </w:p>
    <w:p w14:paraId="41CFDB35" w14:textId="77777777" w:rsidR="006D4449" w:rsidRDefault="006D4449" w:rsidP="006D4449">
      <w:r>
        <w:t>250.9758</w:t>
      </w:r>
      <w:r>
        <w:tab/>
        <w:t>2.127e1</w:t>
      </w:r>
    </w:p>
    <w:p w14:paraId="5E194AA8" w14:textId="77777777" w:rsidR="006D4449" w:rsidRDefault="006D4449" w:rsidP="006D4449">
      <w:r>
        <w:t>251.0100</w:t>
      </w:r>
      <w:r>
        <w:tab/>
        <w:t>2.025e0</w:t>
      </w:r>
    </w:p>
    <w:p w14:paraId="0B51F709" w14:textId="77777777" w:rsidR="006D4449" w:rsidRDefault="006D4449" w:rsidP="006D4449">
      <w:r>
        <w:t>251.0186</w:t>
      </w:r>
      <w:r>
        <w:tab/>
        <w:t>2.025e0</w:t>
      </w:r>
    </w:p>
    <w:p w14:paraId="627ECC3D" w14:textId="77777777" w:rsidR="006D4449" w:rsidRDefault="006D4449" w:rsidP="006D4449">
      <w:r>
        <w:t>251.0231</w:t>
      </w:r>
      <w:r>
        <w:tab/>
        <w:t>2.025e0</w:t>
      </w:r>
    </w:p>
    <w:p w14:paraId="356E344D" w14:textId="77777777" w:rsidR="006D4449" w:rsidRDefault="006D4449" w:rsidP="006D4449">
      <w:r>
        <w:t>251.0500</w:t>
      </w:r>
      <w:r>
        <w:tab/>
        <w:t>3.038e0</w:t>
      </w:r>
    </w:p>
    <w:p w14:paraId="5FD93647" w14:textId="77777777" w:rsidR="006D4449" w:rsidRDefault="006D4449" w:rsidP="006D4449">
      <w:r>
        <w:t>251.0559</w:t>
      </w:r>
      <w:r>
        <w:tab/>
        <w:t>1.013e0</w:t>
      </w:r>
    </w:p>
    <w:p w14:paraId="2B042680" w14:textId="77777777" w:rsidR="006D4449" w:rsidRDefault="006D4449" w:rsidP="006D4449">
      <w:r>
        <w:lastRenderedPageBreak/>
        <w:t>251.0595</w:t>
      </w:r>
      <w:r>
        <w:tab/>
        <w:t>2.025e0</w:t>
      </w:r>
    </w:p>
    <w:p w14:paraId="5945B4C5" w14:textId="77777777" w:rsidR="006D4449" w:rsidRDefault="006D4449" w:rsidP="006D4449">
      <w:r>
        <w:t>251.0736</w:t>
      </w:r>
      <w:r>
        <w:tab/>
        <w:t>1.013e0</w:t>
      </w:r>
    </w:p>
    <w:p w14:paraId="6234D337" w14:textId="77777777" w:rsidR="006D4449" w:rsidRDefault="006D4449" w:rsidP="006D4449">
      <w:r>
        <w:t>251.0756</w:t>
      </w:r>
      <w:r>
        <w:tab/>
        <w:t>2.025e0</w:t>
      </w:r>
    </w:p>
    <w:p w14:paraId="1F97C32B" w14:textId="77777777" w:rsidR="006D4449" w:rsidRDefault="006D4449" w:rsidP="006D4449">
      <w:r>
        <w:t>251.0853</w:t>
      </w:r>
      <w:r>
        <w:tab/>
        <w:t>6.076e0</w:t>
      </w:r>
    </w:p>
    <w:p w14:paraId="1C270876" w14:textId="77777777" w:rsidR="006D4449" w:rsidRDefault="006D4449" w:rsidP="006D4449">
      <w:r>
        <w:t>251.1026</w:t>
      </w:r>
      <w:r>
        <w:tab/>
        <w:t>2.025e0</w:t>
      </w:r>
    </w:p>
    <w:p w14:paraId="207C676B" w14:textId="77777777" w:rsidR="006D4449" w:rsidRDefault="006D4449" w:rsidP="006D4449">
      <w:r>
        <w:t>251.1109</w:t>
      </w:r>
      <w:r>
        <w:tab/>
        <w:t>1.013e0</w:t>
      </w:r>
    </w:p>
    <w:p w14:paraId="5F983176" w14:textId="77777777" w:rsidR="006D4449" w:rsidRDefault="006D4449" w:rsidP="006D4449">
      <w:r>
        <w:t>251.1256</w:t>
      </w:r>
      <w:r>
        <w:tab/>
        <w:t>2.025e0</w:t>
      </w:r>
    </w:p>
    <w:p w14:paraId="6CAE618B" w14:textId="77777777" w:rsidR="006D4449" w:rsidRDefault="006D4449" w:rsidP="006D4449">
      <w:r>
        <w:t>251.1385</w:t>
      </w:r>
      <w:r>
        <w:tab/>
        <w:t>2.291e0</w:t>
      </w:r>
    </w:p>
    <w:p w14:paraId="78E0FDFD" w14:textId="77777777" w:rsidR="006D4449" w:rsidRDefault="006D4449" w:rsidP="006D4449">
      <w:r>
        <w:t>251.1400</w:t>
      </w:r>
      <w:r>
        <w:tab/>
        <w:t>1.013e0</w:t>
      </w:r>
    </w:p>
    <w:p w14:paraId="6A7CD3B6" w14:textId="77777777" w:rsidR="006D4449" w:rsidRDefault="006D4449" w:rsidP="006D4449">
      <w:r>
        <w:t>251.1451</w:t>
      </w:r>
      <w:r>
        <w:tab/>
        <w:t>4.051e0</w:t>
      </w:r>
    </w:p>
    <w:p w14:paraId="51D2D03F" w14:textId="77777777" w:rsidR="006D4449" w:rsidRDefault="006D4449" w:rsidP="006D4449">
      <w:r>
        <w:t>251.1541</w:t>
      </w:r>
      <w:r>
        <w:tab/>
        <w:t>5.063e0</w:t>
      </w:r>
    </w:p>
    <w:p w14:paraId="1F8BE6A4" w14:textId="77777777" w:rsidR="006D4449" w:rsidRDefault="006D4449" w:rsidP="006D4449">
      <w:r>
        <w:t>251.1644</w:t>
      </w:r>
      <w:r>
        <w:tab/>
        <w:t>3.038e0</w:t>
      </w:r>
    </w:p>
    <w:p w14:paraId="551BEEAE" w14:textId="77777777" w:rsidR="006D4449" w:rsidRDefault="006D4449" w:rsidP="006D4449">
      <w:r>
        <w:t>251.1698</w:t>
      </w:r>
      <w:r>
        <w:tab/>
        <w:t>1.013e0</w:t>
      </w:r>
    </w:p>
    <w:p w14:paraId="2BA05F88" w14:textId="77777777" w:rsidR="006D4449" w:rsidRDefault="006D4449" w:rsidP="006D4449">
      <w:r>
        <w:t>251.1749</w:t>
      </w:r>
      <w:r>
        <w:tab/>
        <w:t>3.564e0</w:t>
      </w:r>
    </w:p>
    <w:p w14:paraId="427DA179" w14:textId="77777777" w:rsidR="006D4449" w:rsidRDefault="006D4449" w:rsidP="006D4449">
      <w:r>
        <w:t>251.1909</w:t>
      </w:r>
      <w:r>
        <w:tab/>
        <w:t>2.025e0</w:t>
      </w:r>
    </w:p>
    <w:p w14:paraId="68A87A38" w14:textId="77777777" w:rsidR="006D4449" w:rsidRDefault="006D4449" w:rsidP="006D4449">
      <w:r>
        <w:t>251.1950</w:t>
      </w:r>
      <w:r>
        <w:tab/>
        <w:t>1.013e0</w:t>
      </w:r>
    </w:p>
    <w:p w14:paraId="22659953" w14:textId="77777777" w:rsidR="006D4449" w:rsidRDefault="006D4449" w:rsidP="006D4449">
      <w:r>
        <w:t>251.2029</w:t>
      </w:r>
      <w:r>
        <w:tab/>
        <w:t>1.013e0</w:t>
      </w:r>
    </w:p>
    <w:p w14:paraId="2EB7DCF8" w14:textId="77777777" w:rsidR="006D4449" w:rsidRDefault="006D4449" w:rsidP="006D4449">
      <w:r>
        <w:t>251.2040</w:t>
      </w:r>
      <w:r>
        <w:tab/>
        <w:t>1.013e0</w:t>
      </w:r>
    </w:p>
    <w:p w14:paraId="5EA4EB6F" w14:textId="77777777" w:rsidR="006D4449" w:rsidRDefault="006D4449" w:rsidP="006D4449">
      <w:r>
        <w:t>251.2080</w:t>
      </w:r>
      <w:r>
        <w:tab/>
        <w:t>2.025e0</w:t>
      </w:r>
    </w:p>
    <w:p w14:paraId="77E8FD41" w14:textId="77777777" w:rsidR="006D4449" w:rsidRDefault="006D4449" w:rsidP="006D4449">
      <w:r>
        <w:lastRenderedPageBreak/>
        <w:t>251.2293</w:t>
      </w:r>
      <w:r>
        <w:tab/>
        <w:t>2.025e0</w:t>
      </w:r>
    </w:p>
    <w:p w14:paraId="40489116" w14:textId="77777777" w:rsidR="006D4449" w:rsidRDefault="006D4449" w:rsidP="006D4449">
      <w:r>
        <w:t>251.2501</w:t>
      </w:r>
      <w:r>
        <w:tab/>
        <w:t>1.013e0</w:t>
      </w:r>
    </w:p>
    <w:p w14:paraId="3AF2D72D" w14:textId="77777777" w:rsidR="006D4449" w:rsidRDefault="006D4449" w:rsidP="006D4449">
      <w:r>
        <w:t>251.2570</w:t>
      </w:r>
      <w:r>
        <w:tab/>
        <w:t>1.013e0</w:t>
      </w:r>
    </w:p>
    <w:p w14:paraId="1135BF8E" w14:textId="77777777" w:rsidR="006D4449" w:rsidRDefault="006D4449" w:rsidP="006D4449">
      <w:r>
        <w:t>251.2708</w:t>
      </w:r>
      <w:r>
        <w:tab/>
        <w:t>1.013e0</w:t>
      </w:r>
    </w:p>
    <w:p w14:paraId="560254C5" w14:textId="77777777" w:rsidR="006D4449" w:rsidRDefault="006D4449" w:rsidP="006D4449">
      <w:r>
        <w:t>251.2904</w:t>
      </w:r>
      <w:r>
        <w:tab/>
        <w:t>2.025e0</w:t>
      </w:r>
    </w:p>
    <w:p w14:paraId="327AED86" w14:textId="77777777" w:rsidR="006D4449" w:rsidRDefault="006D4449" w:rsidP="006D4449">
      <w:r>
        <w:t>251.3345</w:t>
      </w:r>
      <w:r>
        <w:tab/>
        <w:t>2.025e0</w:t>
      </w:r>
    </w:p>
    <w:p w14:paraId="30F6ECFF" w14:textId="77777777" w:rsidR="006D4449" w:rsidRDefault="006D4449" w:rsidP="006D4449">
      <w:r>
        <w:t>251.3596</w:t>
      </w:r>
      <w:r>
        <w:tab/>
        <w:t>1.013e0</w:t>
      </w:r>
    </w:p>
    <w:p w14:paraId="0BEEB8C6" w14:textId="77777777" w:rsidR="006D4449" w:rsidRDefault="006D4449" w:rsidP="006D4449">
      <w:r>
        <w:t>251.3795</w:t>
      </w:r>
      <w:r>
        <w:tab/>
        <w:t>1.013e0</w:t>
      </w:r>
    </w:p>
    <w:p w14:paraId="60333801" w14:textId="77777777" w:rsidR="006D4449" w:rsidRDefault="006D4449" w:rsidP="006D4449">
      <w:r>
        <w:t>251.4177</w:t>
      </w:r>
      <w:r>
        <w:tab/>
        <w:t>1.013e0</w:t>
      </w:r>
    </w:p>
    <w:p w14:paraId="27F8616C" w14:textId="77777777" w:rsidR="006D4449" w:rsidRDefault="006D4449" w:rsidP="006D4449">
      <w:r>
        <w:t>251.4188</w:t>
      </w:r>
      <w:r>
        <w:tab/>
        <w:t>1.013e0</w:t>
      </w:r>
    </w:p>
    <w:p w14:paraId="7EBE24A7" w14:textId="77777777" w:rsidR="006D4449" w:rsidRDefault="006D4449" w:rsidP="006D4449">
      <w:r>
        <w:t>251.4248</w:t>
      </w:r>
      <w:r>
        <w:tab/>
        <w:t>2.025e0</w:t>
      </w:r>
    </w:p>
    <w:p w14:paraId="5F911240" w14:textId="77777777" w:rsidR="006D4449" w:rsidRDefault="006D4449" w:rsidP="006D4449">
      <w:r>
        <w:t>251.4334</w:t>
      </w:r>
      <w:r>
        <w:tab/>
        <w:t>1.013e0</w:t>
      </w:r>
    </w:p>
    <w:p w14:paraId="5B761D8E" w14:textId="77777777" w:rsidR="006D4449" w:rsidRDefault="006D4449" w:rsidP="006D4449">
      <w:r>
        <w:t>251.4468</w:t>
      </w:r>
      <w:r>
        <w:tab/>
        <w:t>3.038e0</w:t>
      </w:r>
    </w:p>
    <w:p w14:paraId="5D58B789" w14:textId="77777777" w:rsidR="006D4449" w:rsidRDefault="006D4449" w:rsidP="006D4449">
      <w:r>
        <w:t>251.4767</w:t>
      </w:r>
      <w:r>
        <w:tab/>
        <w:t>1.013e0</w:t>
      </w:r>
    </w:p>
    <w:p w14:paraId="2F85F2A4" w14:textId="77777777" w:rsidR="006D4449" w:rsidRDefault="006D4449" w:rsidP="006D4449">
      <w:r>
        <w:t>251.4783</w:t>
      </w:r>
      <w:r>
        <w:tab/>
        <w:t>2.025e0</w:t>
      </w:r>
    </w:p>
    <w:p w14:paraId="40BA3852" w14:textId="77777777" w:rsidR="006D4449" w:rsidRDefault="006D4449" w:rsidP="006D4449">
      <w:r>
        <w:t>251.5031</w:t>
      </w:r>
      <w:r>
        <w:tab/>
        <w:t>1.013e0</w:t>
      </w:r>
    </w:p>
    <w:p w14:paraId="430F8B37" w14:textId="77777777" w:rsidR="006D4449" w:rsidRDefault="006D4449" w:rsidP="006D4449">
      <w:r>
        <w:t>251.5175</w:t>
      </w:r>
      <w:r>
        <w:tab/>
        <w:t>2.025e0</w:t>
      </w:r>
    </w:p>
    <w:p w14:paraId="465C8643" w14:textId="77777777" w:rsidR="006D4449" w:rsidRDefault="006D4449" w:rsidP="006D4449">
      <w:r>
        <w:t>251.5189</w:t>
      </w:r>
      <w:r>
        <w:tab/>
        <w:t>1.013e0</w:t>
      </w:r>
    </w:p>
    <w:p w14:paraId="6697848A" w14:textId="77777777" w:rsidR="006D4449" w:rsidRDefault="006D4449" w:rsidP="006D4449">
      <w:r>
        <w:t>251.5301</w:t>
      </w:r>
      <w:r>
        <w:tab/>
        <w:t>3.038e0</w:t>
      </w:r>
    </w:p>
    <w:p w14:paraId="5DC497EB" w14:textId="77777777" w:rsidR="006D4449" w:rsidRDefault="006D4449" w:rsidP="006D4449">
      <w:r>
        <w:lastRenderedPageBreak/>
        <w:t>251.5473</w:t>
      </w:r>
      <w:r>
        <w:tab/>
        <w:t>2.025e0</w:t>
      </w:r>
    </w:p>
    <w:p w14:paraId="5A0500E4" w14:textId="77777777" w:rsidR="006D4449" w:rsidRDefault="006D4449" w:rsidP="006D4449">
      <w:r>
        <w:t>251.5611</w:t>
      </w:r>
      <w:r>
        <w:tab/>
        <w:t>1.013e0</w:t>
      </w:r>
    </w:p>
    <w:p w14:paraId="0D000199" w14:textId="77777777" w:rsidR="006D4449" w:rsidRDefault="006D4449" w:rsidP="006D4449">
      <w:r>
        <w:t>251.5924</w:t>
      </w:r>
      <w:r>
        <w:tab/>
        <w:t>2.025e0</w:t>
      </w:r>
    </w:p>
    <w:p w14:paraId="544A0B18" w14:textId="77777777" w:rsidR="006D4449" w:rsidRDefault="006D4449" w:rsidP="006D4449">
      <w:r>
        <w:t>251.6523</w:t>
      </w:r>
      <w:r>
        <w:tab/>
        <w:t>2.025e0</w:t>
      </w:r>
    </w:p>
    <w:p w14:paraId="3798809F" w14:textId="77777777" w:rsidR="006D4449" w:rsidRDefault="006D4449" w:rsidP="006D4449">
      <w:r>
        <w:t>251.6925</w:t>
      </w:r>
      <w:r>
        <w:tab/>
        <w:t>2.025e0</w:t>
      </w:r>
    </w:p>
    <w:p w14:paraId="708B12A0" w14:textId="77777777" w:rsidR="006D4449" w:rsidRDefault="006D4449" w:rsidP="006D4449">
      <w:r>
        <w:t>251.7169</w:t>
      </w:r>
      <w:r>
        <w:tab/>
        <w:t>1.013e0</w:t>
      </w:r>
    </w:p>
    <w:p w14:paraId="22566D2D" w14:textId="77777777" w:rsidR="006D4449" w:rsidRDefault="006D4449" w:rsidP="006D4449">
      <w:r>
        <w:t>251.7563</w:t>
      </w:r>
      <w:r>
        <w:tab/>
        <w:t>1.013e0</w:t>
      </w:r>
    </w:p>
    <w:p w14:paraId="68A7244C" w14:textId="77777777" w:rsidR="006D4449" w:rsidRDefault="006D4449" w:rsidP="006D4449">
      <w:r>
        <w:t>251.7760</w:t>
      </w:r>
      <w:r>
        <w:tab/>
        <w:t>2.025e0</w:t>
      </w:r>
    </w:p>
    <w:p w14:paraId="6F28665A" w14:textId="77777777" w:rsidR="006D4449" w:rsidRDefault="006D4449" w:rsidP="006D4449">
      <w:r>
        <w:t>251.8093</w:t>
      </w:r>
      <w:r>
        <w:tab/>
        <w:t>1.013e0</w:t>
      </w:r>
    </w:p>
    <w:p w14:paraId="7BEB765D" w14:textId="77777777" w:rsidR="006D4449" w:rsidRDefault="006D4449" w:rsidP="006D4449">
      <w:r>
        <w:t>251.8655</w:t>
      </w:r>
      <w:r>
        <w:tab/>
        <w:t>2.025e0</w:t>
      </w:r>
    </w:p>
    <w:p w14:paraId="1328CEBD" w14:textId="77777777" w:rsidR="006D4449" w:rsidRDefault="006D4449" w:rsidP="006D4449">
      <w:r>
        <w:t>251.8743</w:t>
      </w:r>
      <w:r>
        <w:tab/>
        <w:t>2.025e0</w:t>
      </w:r>
    </w:p>
    <w:p w14:paraId="1F8FF35E" w14:textId="77777777" w:rsidR="006D4449" w:rsidRDefault="006D4449" w:rsidP="006D4449">
      <w:r>
        <w:t>251.8910</w:t>
      </w:r>
      <w:r>
        <w:tab/>
        <w:t>3.038e0</w:t>
      </w:r>
    </w:p>
    <w:p w14:paraId="7078144B" w14:textId="77777777" w:rsidR="006D4449" w:rsidRDefault="006D4449" w:rsidP="006D4449">
      <w:r>
        <w:t>251.9138</w:t>
      </w:r>
      <w:r>
        <w:tab/>
        <w:t>4.051e0</w:t>
      </w:r>
    </w:p>
    <w:p w14:paraId="49AF7576" w14:textId="77777777" w:rsidR="006D4449" w:rsidRDefault="006D4449" w:rsidP="006D4449">
      <w:r>
        <w:t>251.9211</w:t>
      </w:r>
      <w:r>
        <w:tab/>
        <w:t>1.013e0</w:t>
      </w:r>
    </w:p>
    <w:p w14:paraId="6B39FF37" w14:textId="77777777" w:rsidR="006D4449" w:rsidRDefault="006D4449" w:rsidP="006D4449">
      <w:r>
        <w:t>251.9539</w:t>
      </w:r>
      <w:r>
        <w:tab/>
        <w:t>1.013e0</w:t>
      </w:r>
    </w:p>
    <w:p w14:paraId="2B00C888" w14:textId="77777777" w:rsidR="006D4449" w:rsidRDefault="006D4449" w:rsidP="006D4449">
      <w:r>
        <w:t>251.9662</w:t>
      </w:r>
      <w:r>
        <w:tab/>
        <w:t>1.013e0</w:t>
      </w:r>
    </w:p>
    <w:p w14:paraId="5819E471" w14:textId="77777777" w:rsidR="006D4449" w:rsidRDefault="006D4449" w:rsidP="006D4449">
      <w:r>
        <w:t>251.9712</w:t>
      </w:r>
      <w:r>
        <w:tab/>
        <w:t>1.013e0</w:t>
      </w:r>
    </w:p>
    <w:p w14:paraId="745DB77D" w14:textId="77777777" w:rsidR="006D4449" w:rsidRDefault="006D4449" w:rsidP="006D4449">
      <w:r>
        <w:t>251.9831</w:t>
      </w:r>
      <w:r>
        <w:tab/>
        <w:t>1.013e0</w:t>
      </w:r>
    </w:p>
    <w:p w14:paraId="4A551A97" w14:textId="77777777" w:rsidR="006D4449" w:rsidRDefault="006D4449" w:rsidP="006D4449">
      <w:r>
        <w:t>251.9856</w:t>
      </w:r>
      <w:r>
        <w:tab/>
        <w:t>2.025e0</w:t>
      </w:r>
    </w:p>
    <w:p w14:paraId="3DE9E726" w14:textId="77777777" w:rsidR="006D4449" w:rsidRDefault="006D4449" w:rsidP="006D4449">
      <w:r>
        <w:lastRenderedPageBreak/>
        <w:t>251.9965</w:t>
      </w:r>
      <w:r>
        <w:tab/>
        <w:t>2.340e0</w:t>
      </w:r>
    </w:p>
    <w:p w14:paraId="515583E8" w14:textId="77777777" w:rsidR="006D4449" w:rsidRDefault="006D4449" w:rsidP="006D4449">
      <w:r>
        <w:t>252.0095</w:t>
      </w:r>
      <w:r>
        <w:tab/>
        <w:t>1.013e0</w:t>
      </w:r>
    </w:p>
    <w:p w14:paraId="58B232B9" w14:textId="77777777" w:rsidR="006D4449" w:rsidRDefault="006D4449" w:rsidP="006D4449">
      <w:r>
        <w:t>252.0214</w:t>
      </w:r>
      <w:r>
        <w:tab/>
        <w:t>1.013e0</w:t>
      </w:r>
    </w:p>
    <w:p w14:paraId="4750BC12" w14:textId="77777777" w:rsidR="006D4449" w:rsidRDefault="006D4449" w:rsidP="006D4449">
      <w:r>
        <w:t>252.0429</w:t>
      </w:r>
      <w:r>
        <w:tab/>
        <w:t>1.013e0</w:t>
      </w:r>
    </w:p>
    <w:p w14:paraId="7F4BE8B5" w14:textId="77777777" w:rsidR="006D4449" w:rsidRDefault="006D4449" w:rsidP="006D4449">
      <w:r>
        <w:t>252.0452</w:t>
      </w:r>
      <w:r>
        <w:tab/>
        <w:t>3.038e0</w:t>
      </w:r>
    </w:p>
    <w:p w14:paraId="1E2B76B8" w14:textId="77777777" w:rsidR="006D4449" w:rsidRDefault="006D4449" w:rsidP="006D4449">
      <w:r>
        <w:t>252.0506</w:t>
      </w:r>
      <w:r>
        <w:tab/>
        <w:t>1.013e0</w:t>
      </w:r>
    </w:p>
    <w:p w14:paraId="04763A34" w14:textId="77777777" w:rsidR="006D4449" w:rsidRDefault="006D4449" w:rsidP="006D4449">
      <w:r>
        <w:t>252.0636</w:t>
      </w:r>
      <w:r>
        <w:tab/>
        <w:t>1.013e0</w:t>
      </w:r>
    </w:p>
    <w:p w14:paraId="46A389B3" w14:textId="77777777" w:rsidR="006D4449" w:rsidRDefault="006D4449" w:rsidP="006D4449">
      <w:r>
        <w:t>252.0885</w:t>
      </w:r>
      <w:r>
        <w:tab/>
        <w:t>3.038e0</w:t>
      </w:r>
    </w:p>
    <w:p w14:paraId="0AE66355" w14:textId="77777777" w:rsidR="006D4449" w:rsidRDefault="006D4449" w:rsidP="006D4449">
      <w:r>
        <w:t>252.1027</w:t>
      </w:r>
      <w:r>
        <w:tab/>
        <w:t>2.025e0</w:t>
      </w:r>
    </w:p>
    <w:p w14:paraId="437D7C69" w14:textId="77777777" w:rsidR="006D4449" w:rsidRDefault="006D4449" w:rsidP="006D4449">
      <w:r>
        <w:t>252.1161</w:t>
      </w:r>
      <w:r>
        <w:tab/>
        <w:t>2.025e0</w:t>
      </w:r>
    </w:p>
    <w:p w14:paraId="401A9B64" w14:textId="77777777" w:rsidR="006D4449" w:rsidRDefault="006D4449" w:rsidP="006D4449">
      <w:r>
        <w:t>252.1255</w:t>
      </w:r>
      <w:r>
        <w:tab/>
        <w:t>2.025e0</w:t>
      </w:r>
    </w:p>
    <w:p w14:paraId="57C81D99" w14:textId="77777777" w:rsidR="006D4449" w:rsidRDefault="006D4449" w:rsidP="006D4449">
      <w:r>
        <w:t>252.1329</w:t>
      </w:r>
      <w:r>
        <w:tab/>
        <w:t>2.025e0</w:t>
      </w:r>
    </w:p>
    <w:p w14:paraId="3324615B" w14:textId="77777777" w:rsidR="006D4449" w:rsidRDefault="006D4449" w:rsidP="006D4449">
      <w:r>
        <w:t>252.1429</w:t>
      </w:r>
      <w:r>
        <w:tab/>
        <w:t>1.013e0</w:t>
      </w:r>
    </w:p>
    <w:p w14:paraId="15B7B3AE" w14:textId="77777777" w:rsidR="006D4449" w:rsidRDefault="006D4449" w:rsidP="006D4449">
      <w:r>
        <w:t>252.1555</w:t>
      </w:r>
      <w:r>
        <w:tab/>
        <w:t>5.966e0</w:t>
      </w:r>
    </w:p>
    <w:p w14:paraId="4374E8F6" w14:textId="77777777" w:rsidR="006D4449" w:rsidRDefault="006D4449" w:rsidP="006D4449">
      <w:r>
        <w:t>252.1784</w:t>
      </w:r>
      <w:r>
        <w:tab/>
        <w:t>5.173e0</w:t>
      </w:r>
    </w:p>
    <w:p w14:paraId="7719FB88" w14:textId="77777777" w:rsidR="006D4449" w:rsidRDefault="006D4449" w:rsidP="006D4449">
      <w:r>
        <w:t>252.1823</w:t>
      </w:r>
      <w:r>
        <w:tab/>
        <w:t>3.038e0</w:t>
      </w:r>
    </w:p>
    <w:p w14:paraId="3AD38C43" w14:textId="77777777" w:rsidR="006D4449" w:rsidRDefault="006D4449" w:rsidP="006D4449">
      <w:r>
        <w:t>252.1862</w:t>
      </w:r>
      <w:r>
        <w:tab/>
        <w:t>2.025e0</w:t>
      </w:r>
    </w:p>
    <w:p w14:paraId="60B8C9EB" w14:textId="77777777" w:rsidR="006D4449" w:rsidRDefault="006D4449" w:rsidP="006D4449">
      <w:r>
        <w:t>252.1891</w:t>
      </w:r>
      <w:r>
        <w:tab/>
        <w:t>2.025e0</w:t>
      </w:r>
    </w:p>
    <w:p w14:paraId="2C272592" w14:textId="77777777" w:rsidR="006D4449" w:rsidRDefault="006D4449" w:rsidP="006D4449">
      <w:r>
        <w:t>252.1934</w:t>
      </w:r>
      <w:r>
        <w:tab/>
        <w:t>3.038e0</w:t>
      </w:r>
    </w:p>
    <w:p w14:paraId="74D92CC6" w14:textId="77777777" w:rsidR="006D4449" w:rsidRDefault="006D4449" w:rsidP="006D4449">
      <w:r>
        <w:lastRenderedPageBreak/>
        <w:t>252.2226</w:t>
      </w:r>
      <w:r>
        <w:tab/>
        <w:t>2.025e0</w:t>
      </w:r>
    </w:p>
    <w:p w14:paraId="4A97A6DC" w14:textId="77777777" w:rsidR="006D4449" w:rsidRDefault="006D4449" w:rsidP="006D4449">
      <w:r>
        <w:t>252.2244</w:t>
      </w:r>
      <w:r>
        <w:tab/>
        <w:t>1.013e0</w:t>
      </w:r>
    </w:p>
    <w:p w14:paraId="36E9145F" w14:textId="77777777" w:rsidR="006D4449" w:rsidRDefault="006D4449" w:rsidP="006D4449">
      <w:r>
        <w:t>252.2274</w:t>
      </w:r>
      <w:r>
        <w:tab/>
        <w:t>3.038e0</w:t>
      </w:r>
    </w:p>
    <w:p w14:paraId="26BF612C" w14:textId="77777777" w:rsidR="006D4449" w:rsidRDefault="006D4449" w:rsidP="006D4449">
      <w:r>
        <w:t>252.2284</w:t>
      </w:r>
      <w:r>
        <w:tab/>
        <w:t>1.013e0</w:t>
      </w:r>
    </w:p>
    <w:p w14:paraId="16FF949A" w14:textId="77777777" w:rsidR="006D4449" w:rsidRDefault="006D4449" w:rsidP="006D4449">
      <w:r>
        <w:t>252.2538</w:t>
      </w:r>
      <w:r>
        <w:tab/>
        <w:t>2.025e0</w:t>
      </w:r>
    </w:p>
    <w:p w14:paraId="65F49396" w14:textId="77777777" w:rsidR="006D4449" w:rsidRDefault="006D4449" w:rsidP="006D4449">
      <w:r>
        <w:t>252.2695</w:t>
      </w:r>
      <w:r>
        <w:tab/>
        <w:t>1.013e0</w:t>
      </w:r>
    </w:p>
    <w:p w14:paraId="72CED1CF" w14:textId="77777777" w:rsidR="006D4449" w:rsidRDefault="006D4449" w:rsidP="006D4449">
      <w:r>
        <w:t>252.2726</w:t>
      </w:r>
      <w:r>
        <w:tab/>
        <w:t>2.025e0</w:t>
      </w:r>
    </w:p>
    <w:p w14:paraId="0353D6C2" w14:textId="77777777" w:rsidR="006D4449" w:rsidRDefault="006D4449" w:rsidP="006D4449">
      <w:r>
        <w:t>252.2786</w:t>
      </w:r>
      <w:r>
        <w:tab/>
        <w:t>1.013e0</w:t>
      </w:r>
    </w:p>
    <w:p w14:paraId="42627AF6" w14:textId="77777777" w:rsidR="006D4449" w:rsidRDefault="006D4449" w:rsidP="006D4449">
      <w:r>
        <w:t>252.2825</w:t>
      </w:r>
      <w:r>
        <w:tab/>
        <w:t>1.013e0</w:t>
      </w:r>
    </w:p>
    <w:p w14:paraId="571408D5" w14:textId="77777777" w:rsidR="006D4449" w:rsidRDefault="006D4449" w:rsidP="006D4449">
      <w:r>
        <w:t>252.3263</w:t>
      </w:r>
      <w:r>
        <w:tab/>
        <w:t>2.025e0</w:t>
      </w:r>
    </w:p>
    <w:p w14:paraId="36A3BF94" w14:textId="77777777" w:rsidR="006D4449" w:rsidRDefault="006D4449" w:rsidP="006D4449">
      <w:r>
        <w:t>252.3419</w:t>
      </w:r>
      <w:r>
        <w:tab/>
        <w:t>1.013e0</w:t>
      </w:r>
    </w:p>
    <w:p w14:paraId="42F94F55" w14:textId="77777777" w:rsidR="006D4449" w:rsidRDefault="006D4449" w:rsidP="006D4449">
      <w:r>
        <w:t>252.3429</w:t>
      </w:r>
      <w:r>
        <w:tab/>
        <w:t>1.013e0</w:t>
      </w:r>
    </w:p>
    <w:p w14:paraId="71653D0D" w14:textId="77777777" w:rsidR="006D4449" w:rsidRDefault="006D4449" w:rsidP="006D4449">
      <w:r>
        <w:t>252.3473</w:t>
      </w:r>
      <w:r>
        <w:tab/>
        <w:t>3.038e0</w:t>
      </w:r>
    </w:p>
    <w:p w14:paraId="53E41F5F" w14:textId="77777777" w:rsidR="006D4449" w:rsidRDefault="006D4449" w:rsidP="006D4449">
      <w:r>
        <w:t>252.3933</w:t>
      </w:r>
      <w:r>
        <w:tab/>
        <w:t>1.013e0</w:t>
      </w:r>
    </w:p>
    <w:p w14:paraId="71945EE5" w14:textId="77777777" w:rsidR="006D4449" w:rsidRDefault="006D4449" w:rsidP="006D4449">
      <w:r>
        <w:t>252.3996</w:t>
      </w:r>
      <w:r>
        <w:tab/>
        <w:t>3.038e0</w:t>
      </w:r>
    </w:p>
    <w:p w14:paraId="640959CC" w14:textId="77777777" w:rsidR="006D4449" w:rsidRDefault="006D4449" w:rsidP="006D4449">
      <w:r>
        <w:t>252.4345</w:t>
      </w:r>
      <w:r>
        <w:tab/>
        <w:t>1.013e0</w:t>
      </w:r>
    </w:p>
    <w:p w14:paraId="55C6C272" w14:textId="77777777" w:rsidR="006D4449" w:rsidRDefault="006D4449" w:rsidP="006D4449">
      <w:r>
        <w:t>252.4424</w:t>
      </w:r>
      <w:r>
        <w:tab/>
        <w:t>1.013e0</w:t>
      </w:r>
    </w:p>
    <w:p w14:paraId="451E795D" w14:textId="77777777" w:rsidR="006D4449" w:rsidRDefault="006D4449" w:rsidP="006D4449">
      <w:r>
        <w:t>252.4435</w:t>
      </w:r>
      <w:r>
        <w:tab/>
        <w:t>1.013e0</w:t>
      </w:r>
    </w:p>
    <w:p w14:paraId="3D22B87B" w14:textId="77777777" w:rsidR="006D4449" w:rsidRDefault="006D4449" w:rsidP="006D4449">
      <w:r>
        <w:t>252.4806</w:t>
      </w:r>
      <w:r>
        <w:tab/>
        <w:t>1.013e0</w:t>
      </w:r>
    </w:p>
    <w:p w14:paraId="780C1C66" w14:textId="77777777" w:rsidR="006D4449" w:rsidRDefault="006D4449" w:rsidP="006D4449">
      <w:r>
        <w:lastRenderedPageBreak/>
        <w:t>252.4886</w:t>
      </w:r>
      <w:r>
        <w:tab/>
        <w:t>1.013e0</w:t>
      </w:r>
    </w:p>
    <w:p w14:paraId="03AA6D78" w14:textId="77777777" w:rsidR="006D4449" w:rsidRDefault="006D4449" w:rsidP="006D4449">
      <w:r>
        <w:t>252.4897</w:t>
      </w:r>
      <w:r>
        <w:tab/>
        <w:t>1.013e0</w:t>
      </w:r>
    </w:p>
    <w:p w14:paraId="3C36442C" w14:textId="77777777" w:rsidR="006D4449" w:rsidRDefault="006D4449" w:rsidP="006D4449">
      <w:r>
        <w:t>252.4978</w:t>
      </w:r>
      <w:r>
        <w:tab/>
        <w:t>1.013e0</w:t>
      </w:r>
    </w:p>
    <w:p w14:paraId="08E232F1" w14:textId="77777777" w:rsidR="006D4449" w:rsidRDefault="006D4449" w:rsidP="006D4449">
      <w:r>
        <w:t>252.5400</w:t>
      </w:r>
      <w:r>
        <w:tab/>
        <w:t>2.025e0</w:t>
      </w:r>
    </w:p>
    <w:p w14:paraId="68C8EAB1" w14:textId="77777777" w:rsidR="006D4449" w:rsidRDefault="006D4449" w:rsidP="006D4449">
      <w:r>
        <w:t>252.5583</w:t>
      </w:r>
      <w:r>
        <w:tab/>
        <w:t>1.013e0</w:t>
      </w:r>
    </w:p>
    <w:p w14:paraId="7EE06968" w14:textId="77777777" w:rsidR="006D4449" w:rsidRDefault="006D4449" w:rsidP="006D4449">
      <w:r>
        <w:t>252.5780</w:t>
      </w:r>
      <w:r>
        <w:tab/>
        <w:t>1.013e0</w:t>
      </w:r>
    </w:p>
    <w:p w14:paraId="0238A436" w14:textId="77777777" w:rsidR="006D4449" w:rsidRDefault="006D4449" w:rsidP="006D4449">
      <w:r>
        <w:t>252.5953</w:t>
      </w:r>
      <w:r>
        <w:tab/>
        <w:t>1.013e0</w:t>
      </w:r>
    </w:p>
    <w:p w14:paraId="52004E9C" w14:textId="77777777" w:rsidR="006D4449" w:rsidRDefault="006D4449" w:rsidP="006D4449">
      <w:r>
        <w:t>252.6084</w:t>
      </w:r>
      <w:r>
        <w:tab/>
        <w:t>1.013e0</w:t>
      </w:r>
    </w:p>
    <w:p w14:paraId="70D489D8" w14:textId="77777777" w:rsidR="006D4449" w:rsidRDefault="006D4449" w:rsidP="006D4449">
      <w:r>
        <w:t>252.6164</w:t>
      </w:r>
      <w:r>
        <w:tab/>
        <w:t>1.013e0</w:t>
      </w:r>
    </w:p>
    <w:p w14:paraId="24B905C7" w14:textId="77777777" w:rsidR="006D4449" w:rsidRDefault="006D4449" w:rsidP="006D4449">
      <w:r>
        <w:t>252.6328</w:t>
      </w:r>
      <w:r>
        <w:tab/>
        <w:t>2.025e0</w:t>
      </w:r>
    </w:p>
    <w:p w14:paraId="691F62C1" w14:textId="77777777" w:rsidR="006D4449" w:rsidRDefault="006D4449" w:rsidP="006D4449">
      <w:r>
        <w:t>252.6575</w:t>
      </w:r>
      <w:r>
        <w:tab/>
        <w:t>1.013e0</w:t>
      </w:r>
    </w:p>
    <w:p w14:paraId="741C808B" w14:textId="77777777" w:rsidR="006D4449" w:rsidRDefault="006D4449" w:rsidP="006D4449">
      <w:r>
        <w:t>252.6850</w:t>
      </w:r>
      <w:r>
        <w:tab/>
        <w:t>2.025e0</w:t>
      </w:r>
    </w:p>
    <w:p w14:paraId="047C4D0F" w14:textId="77777777" w:rsidR="006D4449" w:rsidRDefault="006D4449" w:rsidP="006D4449">
      <w:r>
        <w:t>252.6918</w:t>
      </w:r>
      <w:r>
        <w:tab/>
        <w:t>1.013e0</w:t>
      </w:r>
    </w:p>
    <w:p w14:paraId="2FA4F5F7" w14:textId="77777777" w:rsidR="006D4449" w:rsidRDefault="006D4449" w:rsidP="006D4449">
      <w:r>
        <w:t>252.7061</w:t>
      </w:r>
      <w:r>
        <w:tab/>
        <w:t>2.025e0</w:t>
      </w:r>
    </w:p>
    <w:p w14:paraId="667CE370" w14:textId="77777777" w:rsidR="006D4449" w:rsidRDefault="006D4449" w:rsidP="006D4449">
      <w:r>
        <w:t>252.7097</w:t>
      </w:r>
      <w:r>
        <w:tab/>
        <w:t>5.300e0</w:t>
      </w:r>
    </w:p>
    <w:p w14:paraId="602E304E" w14:textId="77777777" w:rsidR="006D4449" w:rsidRDefault="006D4449" w:rsidP="006D4449">
      <w:r>
        <w:t>252.7173</w:t>
      </w:r>
      <w:r>
        <w:tab/>
        <w:t>1.013e0</w:t>
      </w:r>
    </w:p>
    <w:p w14:paraId="66FFFA66" w14:textId="77777777" w:rsidR="006D4449" w:rsidRDefault="006D4449" w:rsidP="006D4449">
      <w:r>
        <w:t>252.7534</w:t>
      </w:r>
      <w:r>
        <w:tab/>
        <w:t>3.038e0</w:t>
      </w:r>
    </w:p>
    <w:p w14:paraId="053601A3" w14:textId="77777777" w:rsidR="006D4449" w:rsidRDefault="006D4449" w:rsidP="006D4449">
      <w:r>
        <w:t>252.7607</w:t>
      </w:r>
      <w:r>
        <w:tab/>
        <w:t>1.013e0</w:t>
      </w:r>
    </w:p>
    <w:p w14:paraId="03E970E2" w14:textId="77777777" w:rsidR="006D4449" w:rsidRDefault="006D4449" w:rsidP="006D4449">
      <w:r>
        <w:t>252.7636</w:t>
      </w:r>
      <w:r>
        <w:tab/>
        <w:t>2.025e0</w:t>
      </w:r>
    </w:p>
    <w:p w14:paraId="2D9C3717" w14:textId="77777777" w:rsidR="006D4449" w:rsidRDefault="006D4449" w:rsidP="006D4449">
      <w:r>
        <w:lastRenderedPageBreak/>
        <w:t>252.7823</w:t>
      </w:r>
      <w:r>
        <w:tab/>
        <w:t>3.038e0</w:t>
      </w:r>
    </w:p>
    <w:p w14:paraId="5CFA2E8B" w14:textId="77777777" w:rsidR="006D4449" w:rsidRDefault="006D4449" w:rsidP="006D4449">
      <w:r>
        <w:t>252.7972</w:t>
      </w:r>
      <w:r>
        <w:tab/>
        <w:t>1.013e0</w:t>
      </w:r>
    </w:p>
    <w:p w14:paraId="04D86563" w14:textId="77777777" w:rsidR="006D4449" w:rsidRDefault="006D4449" w:rsidP="006D4449">
      <w:r>
        <w:t>252.8395</w:t>
      </w:r>
      <w:r>
        <w:tab/>
        <w:t>1.013e0</w:t>
      </w:r>
    </w:p>
    <w:p w14:paraId="7CB6471A" w14:textId="77777777" w:rsidR="006D4449" w:rsidRDefault="006D4449" w:rsidP="006D4449">
      <w:r>
        <w:t>252.8442</w:t>
      </w:r>
      <w:r>
        <w:tab/>
        <w:t>1.013e0</w:t>
      </w:r>
    </w:p>
    <w:p w14:paraId="77D29CDD" w14:textId="77777777" w:rsidR="006D4449" w:rsidRDefault="006D4449" w:rsidP="006D4449">
      <w:r>
        <w:t>252.8807</w:t>
      </w:r>
      <w:r>
        <w:tab/>
        <w:t>2.025e0</w:t>
      </w:r>
    </w:p>
    <w:p w14:paraId="65D8C431" w14:textId="77777777" w:rsidR="006D4449" w:rsidRDefault="006D4449" w:rsidP="006D4449">
      <w:r>
        <w:t>252.8818</w:t>
      </w:r>
      <w:r>
        <w:tab/>
        <w:t>1.013e0</w:t>
      </w:r>
    </w:p>
    <w:p w14:paraId="47EB7A05" w14:textId="77777777" w:rsidR="006D4449" w:rsidRDefault="006D4449" w:rsidP="006D4449">
      <w:r>
        <w:t>252.8829</w:t>
      </w:r>
      <w:r>
        <w:tab/>
        <w:t>1.013e0</w:t>
      </w:r>
    </w:p>
    <w:p w14:paraId="2FB4F313" w14:textId="77777777" w:rsidR="006D4449" w:rsidRDefault="006D4449" w:rsidP="006D4449">
      <w:r>
        <w:t>252.9252</w:t>
      </w:r>
      <w:r>
        <w:tab/>
        <w:t>1.013e0</w:t>
      </w:r>
    </w:p>
    <w:p w14:paraId="4BDDF0E6" w14:textId="77777777" w:rsidR="006D4449" w:rsidRDefault="006D4449" w:rsidP="006D4449">
      <w:r>
        <w:t>252.9277</w:t>
      </w:r>
      <w:r>
        <w:tab/>
        <w:t>2.025e0</w:t>
      </w:r>
    </w:p>
    <w:p w14:paraId="1C6F8EF5" w14:textId="77777777" w:rsidR="006D4449" w:rsidRDefault="006D4449" w:rsidP="006D4449">
      <w:r>
        <w:t>252.9532</w:t>
      </w:r>
      <w:r>
        <w:tab/>
        <w:t>1.013e0</w:t>
      </w:r>
    </w:p>
    <w:p w14:paraId="7ECC19F4" w14:textId="77777777" w:rsidR="006D4449" w:rsidRDefault="006D4449" w:rsidP="006D4449">
      <w:r>
        <w:t>252.9696</w:t>
      </w:r>
      <w:r>
        <w:tab/>
        <w:t>3.038e0</w:t>
      </w:r>
    </w:p>
    <w:p w14:paraId="770C9462" w14:textId="77777777" w:rsidR="006D4449" w:rsidRDefault="006D4449" w:rsidP="006D4449">
      <w:r>
        <w:t>252.9711</w:t>
      </w:r>
      <w:r>
        <w:tab/>
        <w:t>1.013e0</w:t>
      </w:r>
    </w:p>
    <w:p w14:paraId="38A55F6D" w14:textId="77777777" w:rsidR="006D4449" w:rsidRDefault="006D4449" w:rsidP="006D4449">
      <w:r>
        <w:t>252.9758</w:t>
      </w:r>
      <w:r>
        <w:tab/>
        <w:t>1.013e0</w:t>
      </w:r>
    </w:p>
    <w:p w14:paraId="3B4A9AC3" w14:textId="77777777" w:rsidR="006D4449" w:rsidRDefault="006D4449" w:rsidP="006D4449">
      <w:r>
        <w:t>252.9807</w:t>
      </w:r>
      <w:r>
        <w:tab/>
        <w:t>1.013e0</w:t>
      </w:r>
    </w:p>
    <w:p w14:paraId="381FED3A" w14:textId="77777777" w:rsidR="006D4449" w:rsidRDefault="006D4449" w:rsidP="006D4449">
      <w:r>
        <w:t>253.0051</w:t>
      </w:r>
      <w:r>
        <w:tab/>
        <w:t>1.013e0</w:t>
      </w:r>
    </w:p>
    <w:p w14:paraId="3BDCA15D" w14:textId="77777777" w:rsidR="006D4449" w:rsidRDefault="006D4449" w:rsidP="006D4449">
      <w:r>
        <w:t>253.0075</w:t>
      </w:r>
      <w:r>
        <w:tab/>
        <w:t>3.038e0</w:t>
      </w:r>
    </w:p>
    <w:p w14:paraId="1A2737B7" w14:textId="77777777" w:rsidR="006D4449" w:rsidRDefault="006D4449" w:rsidP="006D4449">
      <w:r>
        <w:t>253.0191</w:t>
      </w:r>
      <w:r>
        <w:tab/>
        <w:t>1.013e0</w:t>
      </w:r>
    </w:p>
    <w:p w14:paraId="6D913388" w14:textId="77777777" w:rsidR="006D4449" w:rsidRDefault="006D4449" w:rsidP="006D4449">
      <w:r>
        <w:t>253.0510</w:t>
      </w:r>
      <w:r>
        <w:tab/>
        <w:t>1.013e0</w:t>
      </w:r>
    </w:p>
    <w:p w14:paraId="7672D041" w14:textId="77777777" w:rsidR="006D4449" w:rsidRDefault="006D4449" w:rsidP="006D4449">
      <w:r>
        <w:t>253.0614</w:t>
      </w:r>
      <w:r>
        <w:tab/>
        <w:t>2.025e0</w:t>
      </w:r>
    </w:p>
    <w:p w14:paraId="2DAC4487" w14:textId="77777777" w:rsidR="006D4449" w:rsidRDefault="006D4449" w:rsidP="006D4449">
      <w:r>
        <w:lastRenderedPageBreak/>
        <w:t>253.1224</w:t>
      </w:r>
      <w:r>
        <w:tab/>
        <w:t>8.497e1</w:t>
      </w:r>
    </w:p>
    <w:p w14:paraId="44CDACB6" w14:textId="77777777" w:rsidR="006D4449" w:rsidRDefault="006D4449" w:rsidP="006D4449">
      <w:r>
        <w:t>253.1235</w:t>
      </w:r>
      <w:r>
        <w:tab/>
        <w:t>8.209e2</w:t>
      </w:r>
    </w:p>
    <w:p w14:paraId="21678867" w14:textId="77777777" w:rsidR="006D4449" w:rsidRDefault="006D4449" w:rsidP="006D4449">
      <w:r>
        <w:t>253.1248</w:t>
      </w:r>
      <w:r>
        <w:tab/>
        <w:t>2.668e2</w:t>
      </w:r>
    </w:p>
    <w:p w14:paraId="1BE8996F" w14:textId="77777777" w:rsidR="006D4449" w:rsidRDefault="006D4449" w:rsidP="006D4449">
      <w:r>
        <w:t>253.1863</w:t>
      </w:r>
      <w:r>
        <w:tab/>
        <w:t>3.038e0</w:t>
      </w:r>
    </w:p>
    <w:p w14:paraId="4552EBC6" w14:textId="77777777" w:rsidR="006D4449" w:rsidRDefault="006D4449" w:rsidP="006D4449">
      <w:r>
        <w:t>253.2027</w:t>
      </w:r>
      <w:r>
        <w:tab/>
        <w:t>2.025e0</w:t>
      </w:r>
    </w:p>
    <w:p w14:paraId="192BEA77" w14:textId="77777777" w:rsidR="006D4449" w:rsidRDefault="006D4449" w:rsidP="006D4449">
      <w:r>
        <w:t>253.2141</w:t>
      </w:r>
      <w:r>
        <w:tab/>
        <w:t>8.101e0</w:t>
      </w:r>
    </w:p>
    <w:p w14:paraId="44CEA169" w14:textId="77777777" w:rsidR="006D4449" w:rsidRDefault="006D4449" w:rsidP="006D4449">
      <w:r>
        <w:t>253.2214</w:t>
      </w:r>
      <w:r>
        <w:tab/>
        <w:t>1.013e0</w:t>
      </w:r>
    </w:p>
    <w:p w14:paraId="46130C3D" w14:textId="77777777" w:rsidR="006D4449" w:rsidRDefault="006D4449" w:rsidP="006D4449">
      <w:r>
        <w:t>253.2391</w:t>
      </w:r>
      <w:r>
        <w:tab/>
        <w:t>2.025e0</w:t>
      </w:r>
    </w:p>
    <w:p w14:paraId="63C96ADB" w14:textId="77777777" w:rsidR="006D4449" w:rsidRDefault="006D4449" w:rsidP="006D4449">
      <w:r>
        <w:t>253.2500</w:t>
      </w:r>
      <w:r>
        <w:tab/>
        <w:t>1.138e0</w:t>
      </w:r>
    </w:p>
    <w:p w14:paraId="41154693" w14:textId="77777777" w:rsidR="006D4449" w:rsidRDefault="006D4449" w:rsidP="006D4449">
      <w:r>
        <w:t>253.2614</w:t>
      </w:r>
      <w:r>
        <w:tab/>
        <w:t>2.025e0</w:t>
      </w:r>
    </w:p>
    <w:p w14:paraId="68414845" w14:textId="77777777" w:rsidR="006D4449" w:rsidRDefault="006D4449" w:rsidP="006D4449">
      <w:r>
        <w:t>253.2863</w:t>
      </w:r>
      <w:r>
        <w:tab/>
        <w:t>2.025e0</w:t>
      </w:r>
    </w:p>
    <w:p w14:paraId="2B7E7B39" w14:textId="77777777" w:rsidR="006D4449" w:rsidRDefault="006D4449" w:rsidP="006D4449">
      <w:r>
        <w:t>253.2937</w:t>
      </w:r>
      <w:r>
        <w:tab/>
        <w:t>4.051e0</w:t>
      </w:r>
    </w:p>
    <w:p w14:paraId="2E4A12B9" w14:textId="77777777" w:rsidR="006D4449" w:rsidRDefault="006D4449" w:rsidP="006D4449">
      <w:r>
        <w:t>253.3216</w:t>
      </w:r>
      <w:r>
        <w:tab/>
        <w:t>1.013e0</w:t>
      </w:r>
    </w:p>
    <w:p w14:paraId="6ABD14F4" w14:textId="77777777" w:rsidR="006D4449" w:rsidRDefault="006D4449" w:rsidP="006D4449">
      <w:r>
        <w:t>253.3267</w:t>
      </w:r>
      <w:r>
        <w:tab/>
        <w:t>2.025e0</w:t>
      </w:r>
    </w:p>
    <w:p w14:paraId="72D9B4FF" w14:textId="77777777" w:rsidR="006D4449" w:rsidRDefault="006D4449" w:rsidP="006D4449">
      <w:r>
        <w:t>253.3565</w:t>
      </w:r>
      <w:r>
        <w:tab/>
        <w:t>5.063e0</w:t>
      </w:r>
    </w:p>
    <w:p w14:paraId="25018B1B" w14:textId="77777777" w:rsidR="006D4449" w:rsidRDefault="006D4449" w:rsidP="006D4449">
      <w:r>
        <w:t>253.3679</w:t>
      </w:r>
      <w:r>
        <w:tab/>
        <w:t>1.013e0</w:t>
      </w:r>
    </w:p>
    <w:p w14:paraId="47425703" w14:textId="77777777" w:rsidR="006D4449" w:rsidRDefault="006D4449" w:rsidP="006D4449">
      <w:r>
        <w:t>253.3689</w:t>
      </w:r>
      <w:r>
        <w:tab/>
        <w:t>2.025e0</w:t>
      </w:r>
    </w:p>
    <w:p w14:paraId="5710DD83" w14:textId="77777777" w:rsidR="006D4449" w:rsidRDefault="006D4449" w:rsidP="006D4449">
      <w:r>
        <w:t>253.3908</w:t>
      </w:r>
      <w:r>
        <w:tab/>
        <w:t>1.013e0</w:t>
      </w:r>
    </w:p>
    <w:p w14:paraId="3D0ED91C" w14:textId="77777777" w:rsidR="006D4449" w:rsidRDefault="006D4449" w:rsidP="006D4449">
      <w:r>
        <w:t>253.4022</w:t>
      </w:r>
      <w:r>
        <w:tab/>
        <w:t>1.013e0</w:t>
      </w:r>
    </w:p>
    <w:p w14:paraId="7DABDDEF" w14:textId="77777777" w:rsidR="006D4449" w:rsidRDefault="006D4449" w:rsidP="006D4449">
      <w:r>
        <w:lastRenderedPageBreak/>
        <w:t>253.4053</w:t>
      </w:r>
      <w:r>
        <w:tab/>
        <w:t>2.025e0</w:t>
      </w:r>
    </w:p>
    <w:p w14:paraId="456E2710" w14:textId="77777777" w:rsidR="006D4449" w:rsidRDefault="006D4449" w:rsidP="006D4449">
      <w:r>
        <w:t>253.4163</w:t>
      </w:r>
      <w:r>
        <w:tab/>
        <w:t>2.025e0</w:t>
      </w:r>
    </w:p>
    <w:p w14:paraId="2DDD79CA" w14:textId="77777777" w:rsidR="006D4449" w:rsidRDefault="006D4449" w:rsidP="006D4449">
      <w:r>
        <w:t>253.4191</w:t>
      </w:r>
      <w:r>
        <w:tab/>
        <w:t>1.013e0</w:t>
      </w:r>
    </w:p>
    <w:p w14:paraId="24960038" w14:textId="77777777" w:rsidR="006D4449" w:rsidRDefault="006D4449" w:rsidP="006D4449">
      <w:r>
        <w:t>253.4425</w:t>
      </w:r>
      <w:r>
        <w:tab/>
        <w:t>4.051e0</w:t>
      </w:r>
    </w:p>
    <w:p w14:paraId="299322E9" w14:textId="77777777" w:rsidR="006D4449" w:rsidRDefault="006D4449" w:rsidP="006D4449">
      <w:r>
        <w:t>253.4456</w:t>
      </w:r>
      <w:r>
        <w:tab/>
        <w:t>3.038e0</w:t>
      </w:r>
    </w:p>
    <w:p w14:paraId="0CAF11D3" w14:textId="77777777" w:rsidR="006D4449" w:rsidRDefault="006D4449" w:rsidP="006D4449">
      <w:r>
        <w:t>253.4713</w:t>
      </w:r>
      <w:r>
        <w:tab/>
        <w:t>2.025e0</w:t>
      </w:r>
    </w:p>
    <w:p w14:paraId="334B8293" w14:textId="77777777" w:rsidR="006D4449" w:rsidRDefault="006D4449" w:rsidP="006D4449">
      <w:r>
        <w:t>253.4849</w:t>
      </w:r>
      <w:r>
        <w:tab/>
        <w:t>4.051e0</w:t>
      </w:r>
    </w:p>
    <w:p w14:paraId="72DD20B5" w14:textId="77777777" w:rsidR="006D4449" w:rsidRDefault="006D4449" w:rsidP="006D4449">
      <w:r>
        <w:t>253.4927</w:t>
      </w:r>
      <w:r>
        <w:tab/>
        <w:t>2.025e0</w:t>
      </w:r>
    </w:p>
    <w:p w14:paraId="283CC1C2" w14:textId="77777777" w:rsidR="006D4449" w:rsidRDefault="006D4449" w:rsidP="006D4449">
      <w:r>
        <w:t>253.4977</w:t>
      </w:r>
      <w:r>
        <w:tab/>
        <w:t>2.025e0</w:t>
      </w:r>
    </w:p>
    <w:p w14:paraId="3DE1E8A6" w14:textId="77777777" w:rsidR="006D4449" w:rsidRDefault="006D4449" w:rsidP="006D4449">
      <w:r>
        <w:t>253.5058</w:t>
      </w:r>
      <w:r>
        <w:tab/>
        <w:t>5.063e0</w:t>
      </w:r>
    </w:p>
    <w:p w14:paraId="1EA6F27C" w14:textId="77777777" w:rsidR="006D4449" w:rsidRDefault="006D4449" w:rsidP="006D4449">
      <w:r>
        <w:t>253.5202</w:t>
      </w:r>
      <w:r>
        <w:tab/>
        <w:t>3.038e0</w:t>
      </w:r>
    </w:p>
    <w:p w14:paraId="05B15225" w14:textId="77777777" w:rsidR="006D4449" w:rsidRDefault="006D4449" w:rsidP="006D4449">
      <w:r>
        <w:t>253.5420</w:t>
      </w:r>
      <w:r>
        <w:tab/>
        <w:t>1.013e0</w:t>
      </w:r>
    </w:p>
    <w:p w14:paraId="7EA919C6" w14:textId="77777777" w:rsidR="006D4449" w:rsidRDefault="006D4449" w:rsidP="006D4449">
      <w:r>
        <w:t>253.5522</w:t>
      </w:r>
      <w:r>
        <w:tab/>
        <w:t>2.025e0</w:t>
      </w:r>
    </w:p>
    <w:p w14:paraId="384EB3F2" w14:textId="77777777" w:rsidR="006D4449" w:rsidRDefault="006D4449" w:rsidP="006D4449">
      <w:r>
        <w:t>253.5645</w:t>
      </w:r>
      <w:r>
        <w:tab/>
        <w:t>1.013e0</w:t>
      </w:r>
    </w:p>
    <w:p w14:paraId="3E5A1DDC" w14:textId="77777777" w:rsidR="006D4449" w:rsidRDefault="006D4449" w:rsidP="006D4449">
      <w:r>
        <w:t>253.5674</w:t>
      </w:r>
      <w:r>
        <w:tab/>
        <w:t>3.038e0</w:t>
      </w:r>
    </w:p>
    <w:p w14:paraId="22385DAF" w14:textId="77777777" w:rsidR="006D4449" w:rsidRDefault="006D4449" w:rsidP="006D4449">
      <w:r>
        <w:t>253.5764</w:t>
      </w:r>
      <w:r>
        <w:tab/>
        <w:t>1.013e0</w:t>
      </w:r>
    </w:p>
    <w:p w14:paraId="676ED777" w14:textId="77777777" w:rsidR="006D4449" w:rsidRDefault="006D4449" w:rsidP="006D4449">
      <w:r>
        <w:t>253.5781</w:t>
      </w:r>
      <w:r>
        <w:tab/>
        <w:t>3.038e0</w:t>
      </w:r>
    </w:p>
    <w:p w14:paraId="224CE8B8" w14:textId="77777777" w:rsidR="006D4449" w:rsidRDefault="006D4449" w:rsidP="006D4449">
      <w:r>
        <w:t>253.5902</w:t>
      </w:r>
      <w:r>
        <w:tab/>
        <w:t>2.025e0</w:t>
      </w:r>
    </w:p>
    <w:p w14:paraId="7B889150" w14:textId="77777777" w:rsidR="006D4449" w:rsidRDefault="006D4449" w:rsidP="006D4449">
      <w:r>
        <w:t>253.6147</w:t>
      </w:r>
      <w:r>
        <w:tab/>
        <w:t>1.013e0</w:t>
      </w:r>
    </w:p>
    <w:p w14:paraId="413BAC4A" w14:textId="77777777" w:rsidR="006D4449" w:rsidRDefault="006D4449" w:rsidP="006D4449">
      <w:r>
        <w:lastRenderedPageBreak/>
        <w:t>253.6191</w:t>
      </w:r>
      <w:r>
        <w:tab/>
        <w:t>4.051e0</w:t>
      </w:r>
    </w:p>
    <w:p w14:paraId="294D6109" w14:textId="77777777" w:rsidR="006D4449" w:rsidRDefault="006D4449" w:rsidP="006D4449">
      <w:r>
        <w:t>253.6358</w:t>
      </w:r>
      <w:r>
        <w:tab/>
        <w:t>2.025e0</w:t>
      </w:r>
    </w:p>
    <w:p w14:paraId="18905B0E" w14:textId="77777777" w:rsidR="006D4449" w:rsidRDefault="006D4449" w:rsidP="006D4449">
      <w:r>
        <w:t>253.6427</w:t>
      </w:r>
      <w:r>
        <w:tab/>
        <w:t>3.038e0</w:t>
      </w:r>
    </w:p>
    <w:p w14:paraId="7501F82E" w14:textId="77777777" w:rsidR="006D4449" w:rsidRDefault="006D4449" w:rsidP="006D4449">
      <w:r>
        <w:t>253.6570</w:t>
      </w:r>
      <w:r>
        <w:tab/>
        <w:t>1.013e0</w:t>
      </w:r>
    </w:p>
    <w:p w14:paraId="679B0394" w14:textId="77777777" w:rsidR="006D4449" w:rsidRDefault="006D4449" w:rsidP="006D4449">
      <w:r>
        <w:t>253.6670</w:t>
      </w:r>
      <w:r>
        <w:tab/>
        <w:t>2.025e0</w:t>
      </w:r>
    </w:p>
    <w:p w14:paraId="40E5432B" w14:textId="77777777" w:rsidR="006D4449" w:rsidRDefault="006D4449" w:rsidP="006D4449">
      <w:r>
        <w:t>253.6707</w:t>
      </w:r>
      <w:r>
        <w:tab/>
        <w:t>3.038e0</w:t>
      </w:r>
    </w:p>
    <w:p w14:paraId="364EB2DF" w14:textId="77777777" w:rsidR="006D4449" w:rsidRDefault="006D4449" w:rsidP="006D4449">
      <w:r>
        <w:t>253.6813</w:t>
      </w:r>
      <w:r>
        <w:tab/>
        <w:t>3.038e0</w:t>
      </w:r>
    </w:p>
    <w:p w14:paraId="0430DE38" w14:textId="77777777" w:rsidR="006D4449" w:rsidRDefault="006D4449" w:rsidP="006D4449">
      <w:r>
        <w:t>253.6875</w:t>
      </w:r>
      <w:r>
        <w:tab/>
        <w:t>1.013e0</w:t>
      </w:r>
    </w:p>
    <w:p w14:paraId="61C9CF93" w14:textId="77777777" w:rsidR="006D4449" w:rsidRDefault="006D4449" w:rsidP="006D4449">
      <w:r>
        <w:t>253.6913</w:t>
      </w:r>
      <w:r>
        <w:tab/>
        <w:t>2.025e0</w:t>
      </w:r>
    </w:p>
    <w:p w14:paraId="162D3450" w14:textId="77777777" w:rsidR="006D4449" w:rsidRDefault="006D4449" w:rsidP="006D4449">
      <w:r>
        <w:t>253.7147</w:t>
      </w:r>
      <w:r>
        <w:tab/>
        <w:t>1.013e0</w:t>
      </w:r>
    </w:p>
    <w:p w14:paraId="5F3CA8D8" w14:textId="77777777" w:rsidR="006D4449" w:rsidRDefault="006D4449" w:rsidP="006D4449">
      <w:r>
        <w:t>253.7390</w:t>
      </w:r>
      <w:r>
        <w:tab/>
        <w:t>3.860e0</w:t>
      </w:r>
    </w:p>
    <w:p w14:paraId="352640C2" w14:textId="77777777" w:rsidR="006D4449" w:rsidRDefault="006D4449" w:rsidP="006D4449">
      <w:r>
        <w:t>253.7463</w:t>
      </w:r>
      <w:r>
        <w:tab/>
        <w:t>2.025e0</w:t>
      </w:r>
    </w:p>
    <w:p w14:paraId="178F2799" w14:textId="77777777" w:rsidR="006D4449" w:rsidRDefault="006D4449" w:rsidP="006D4449">
      <w:r>
        <w:t>253.7500</w:t>
      </w:r>
      <w:r>
        <w:tab/>
        <w:t>5.063e0</w:t>
      </w:r>
    </w:p>
    <w:p w14:paraId="69EED93E" w14:textId="77777777" w:rsidR="006D4449" w:rsidRDefault="006D4449" w:rsidP="006D4449">
      <w:r>
        <w:t>253.7672</w:t>
      </w:r>
      <w:r>
        <w:tab/>
        <w:t>3.038e0</w:t>
      </w:r>
    </w:p>
    <w:p w14:paraId="0B11165D" w14:textId="77777777" w:rsidR="006D4449" w:rsidRDefault="006D4449" w:rsidP="006D4449">
      <w:r>
        <w:t>253.7706</w:t>
      </w:r>
      <w:r>
        <w:tab/>
        <w:t>2.580e0</w:t>
      </w:r>
    </w:p>
    <w:p w14:paraId="2993A469" w14:textId="77777777" w:rsidR="006D4449" w:rsidRDefault="006D4449" w:rsidP="006D4449">
      <w:r>
        <w:t>253.7759</w:t>
      </w:r>
      <w:r>
        <w:tab/>
        <w:t>2.025e0</w:t>
      </w:r>
    </w:p>
    <w:p w14:paraId="20171395" w14:textId="77777777" w:rsidR="006D4449" w:rsidRDefault="006D4449" w:rsidP="006D4449">
      <w:r>
        <w:t>253.7948</w:t>
      </w:r>
      <w:r>
        <w:tab/>
        <w:t>1.013e0</w:t>
      </w:r>
    </w:p>
    <w:p w14:paraId="305700E3" w14:textId="77777777" w:rsidR="006D4449" w:rsidRDefault="006D4449" w:rsidP="006D4449">
      <w:r>
        <w:t>253.7996</w:t>
      </w:r>
      <w:r>
        <w:tab/>
        <w:t>1.013e0</w:t>
      </w:r>
    </w:p>
    <w:p w14:paraId="14C9E26E" w14:textId="77777777" w:rsidR="006D4449" w:rsidRDefault="006D4449" w:rsidP="006D4449">
      <w:r>
        <w:t>253.8054</w:t>
      </w:r>
      <w:r>
        <w:tab/>
        <w:t>1.013e0</w:t>
      </w:r>
    </w:p>
    <w:p w14:paraId="200040E6" w14:textId="77777777" w:rsidR="006D4449" w:rsidRDefault="006D4449" w:rsidP="006D4449">
      <w:r>
        <w:lastRenderedPageBreak/>
        <w:t>253.8202</w:t>
      </w:r>
      <w:r>
        <w:tab/>
        <w:t>2.025e0</w:t>
      </w:r>
    </w:p>
    <w:p w14:paraId="44C66E1A" w14:textId="77777777" w:rsidR="006D4449" w:rsidRDefault="006D4449" w:rsidP="006D4449">
      <w:r>
        <w:t>253.8251</w:t>
      </w:r>
      <w:r>
        <w:tab/>
        <w:t>1.013e0</w:t>
      </w:r>
    </w:p>
    <w:p w14:paraId="0B7ABE47" w14:textId="77777777" w:rsidR="006D4449" w:rsidRDefault="006D4449" w:rsidP="006D4449">
      <w:r>
        <w:t>253.8405</w:t>
      </w:r>
      <w:r>
        <w:tab/>
        <w:t>2.025e0</w:t>
      </w:r>
    </w:p>
    <w:p w14:paraId="7EE273AB" w14:textId="77777777" w:rsidR="006D4449" w:rsidRDefault="006D4449" w:rsidP="006D4449">
      <w:r>
        <w:t>253.8472</w:t>
      </w:r>
      <w:r>
        <w:tab/>
        <w:t>3.038e0</w:t>
      </w:r>
    </w:p>
    <w:p w14:paraId="507C6B12" w14:textId="77777777" w:rsidR="006D4449" w:rsidRDefault="006D4449" w:rsidP="006D4449">
      <w:r>
        <w:t>253.8540</w:t>
      </w:r>
      <w:r>
        <w:tab/>
        <w:t>2.025e0</w:t>
      </w:r>
    </w:p>
    <w:p w14:paraId="5024666F" w14:textId="77777777" w:rsidR="006D4449" w:rsidRDefault="006D4449" w:rsidP="006D4449">
      <w:r>
        <w:t>253.8725</w:t>
      </w:r>
      <w:r>
        <w:tab/>
        <w:t>3.038e0</w:t>
      </w:r>
    </w:p>
    <w:p w14:paraId="1F7A8273" w14:textId="77777777" w:rsidR="006D4449" w:rsidRDefault="006D4449" w:rsidP="006D4449">
      <w:r>
        <w:t>253.9097</w:t>
      </w:r>
      <w:r>
        <w:tab/>
        <w:t>1.013e0</w:t>
      </w:r>
    </w:p>
    <w:p w14:paraId="39EB2C40" w14:textId="77777777" w:rsidR="006D4449" w:rsidRDefault="006D4449" w:rsidP="006D4449">
      <w:r>
        <w:t>253.9108</w:t>
      </w:r>
      <w:r>
        <w:tab/>
        <w:t>1.013e0</w:t>
      </w:r>
    </w:p>
    <w:p w14:paraId="0E0D6F1E" w14:textId="77777777" w:rsidR="006D4449" w:rsidRDefault="006D4449" w:rsidP="006D4449">
      <w:r>
        <w:t>253.9129</w:t>
      </w:r>
      <w:r>
        <w:tab/>
        <w:t>3.038e0</w:t>
      </w:r>
    </w:p>
    <w:p w14:paraId="346C7989" w14:textId="77777777" w:rsidR="006D4449" w:rsidRDefault="006D4449" w:rsidP="006D4449">
      <w:r>
        <w:t>253.9395</w:t>
      </w:r>
      <w:r>
        <w:tab/>
        <w:t>1.540e0</w:t>
      </w:r>
    </w:p>
    <w:p w14:paraId="407F59FB" w14:textId="77777777" w:rsidR="006D4449" w:rsidRDefault="006D4449" w:rsidP="006D4449">
      <w:r>
        <w:t>253.9450</w:t>
      </w:r>
      <w:r>
        <w:tab/>
        <w:t>1.013e0</w:t>
      </w:r>
    </w:p>
    <w:p w14:paraId="70ABCA85" w14:textId="77777777" w:rsidR="006D4449" w:rsidRDefault="006D4449" w:rsidP="006D4449">
      <w:r>
        <w:t>253.9480</w:t>
      </w:r>
      <w:r>
        <w:tab/>
        <w:t>2.025e0</w:t>
      </w:r>
    </w:p>
    <w:p w14:paraId="09855671" w14:textId="77777777" w:rsidR="006D4449" w:rsidRDefault="006D4449" w:rsidP="006D4449">
      <w:r>
        <w:t>253.9610</w:t>
      </w:r>
      <w:r>
        <w:tab/>
        <w:t>1.013e0</w:t>
      </w:r>
    </w:p>
    <w:p w14:paraId="5B51E5EC" w14:textId="77777777" w:rsidR="006D4449" w:rsidRDefault="006D4449" w:rsidP="006D4449">
      <w:r>
        <w:t>253.9670</w:t>
      </w:r>
      <w:r>
        <w:tab/>
        <w:t>2.025e0</w:t>
      </w:r>
    </w:p>
    <w:p w14:paraId="6FEE6367" w14:textId="77777777" w:rsidR="006D4449" w:rsidRDefault="006D4449" w:rsidP="006D4449">
      <w:r>
        <w:t>253.9825</w:t>
      </w:r>
      <w:r>
        <w:tab/>
        <w:t>4.051e0</w:t>
      </w:r>
    </w:p>
    <w:p w14:paraId="27684A00" w14:textId="77777777" w:rsidR="006D4449" w:rsidRDefault="006D4449" w:rsidP="006D4449">
      <w:r>
        <w:t>253.9984</w:t>
      </w:r>
      <w:r>
        <w:tab/>
        <w:t>4.051e0</w:t>
      </w:r>
    </w:p>
    <w:p w14:paraId="66EBA4E9" w14:textId="77777777" w:rsidR="006D4449" w:rsidRDefault="006D4449" w:rsidP="006D4449">
      <w:r>
        <w:t>254.0446</w:t>
      </w:r>
      <w:r>
        <w:tab/>
        <w:t>4.557e1</w:t>
      </w:r>
    </w:p>
    <w:p w14:paraId="79226059" w14:textId="77777777" w:rsidR="006D4449" w:rsidRDefault="006D4449" w:rsidP="006D4449">
      <w:r>
        <w:t>254.0466</w:t>
      </w:r>
      <w:r>
        <w:tab/>
        <w:t>3.862e1</w:t>
      </w:r>
    </w:p>
    <w:p w14:paraId="36D73124" w14:textId="77777777" w:rsidR="006D4449" w:rsidRDefault="006D4449" w:rsidP="006D4449">
      <w:r>
        <w:t>254.0485</w:t>
      </w:r>
      <w:r>
        <w:tab/>
        <w:t>3.646e1</w:t>
      </w:r>
    </w:p>
    <w:p w14:paraId="788500D3" w14:textId="77777777" w:rsidR="006D4449" w:rsidRDefault="006D4449" w:rsidP="006D4449">
      <w:r>
        <w:lastRenderedPageBreak/>
        <w:t>254.0499</w:t>
      </w:r>
      <w:r>
        <w:tab/>
        <w:t>1.118e2</w:t>
      </w:r>
    </w:p>
    <w:p w14:paraId="217D9B2F" w14:textId="77777777" w:rsidR="006D4449" w:rsidRDefault="006D4449" w:rsidP="006D4449">
      <w:r>
        <w:t>254.1290</w:t>
      </w:r>
      <w:r>
        <w:tab/>
        <w:t>1.757e2</w:t>
      </w:r>
    </w:p>
    <w:p w14:paraId="6AB72FB7" w14:textId="77777777" w:rsidR="006D4449" w:rsidRDefault="006D4449" w:rsidP="006D4449">
      <w:r>
        <w:t>254.1312</w:t>
      </w:r>
      <w:r>
        <w:tab/>
        <w:t>4.161e1</w:t>
      </w:r>
    </w:p>
    <w:p w14:paraId="10AE70ED" w14:textId="77777777" w:rsidR="006D4449" w:rsidRDefault="006D4449" w:rsidP="006D4449">
      <w:r>
        <w:t>254.1375</w:t>
      </w:r>
      <w:r>
        <w:tab/>
        <w:t>1.355e1</w:t>
      </w:r>
    </w:p>
    <w:p w14:paraId="0F2EE7BA" w14:textId="77777777" w:rsidR="006D4449" w:rsidRDefault="006D4449" w:rsidP="006D4449">
      <w:r>
        <w:t>254.1663</w:t>
      </w:r>
      <w:r>
        <w:tab/>
        <w:t>4.051e0</w:t>
      </w:r>
    </w:p>
    <w:p w14:paraId="157C83D2" w14:textId="77777777" w:rsidR="006D4449" w:rsidRDefault="006D4449" w:rsidP="006D4449">
      <w:r>
        <w:t>254.1810</w:t>
      </w:r>
      <w:r>
        <w:tab/>
        <w:t>6.339e0</w:t>
      </w:r>
    </w:p>
    <w:p w14:paraId="64D9BA12" w14:textId="77777777" w:rsidR="006D4449" w:rsidRDefault="006D4449" w:rsidP="006D4449">
      <w:r>
        <w:t>254.1969</w:t>
      </w:r>
      <w:r>
        <w:tab/>
        <w:t>4.051e0</w:t>
      </w:r>
    </w:p>
    <w:p w14:paraId="0FC439E1" w14:textId="77777777" w:rsidR="006D4449" w:rsidRDefault="006D4449" w:rsidP="006D4449">
      <w:r>
        <w:t>254.2115</w:t>
      </w:r>
      <w:r>
        <w:tab/>
        <w:t>4.051e0</w:t>
      </w:r>
    </w:p>
    <w:p w14:paraId="75ED3172" w14:textId="77777777" w:rsidR="006D4449" w:rsidRDefault="006D4449" w:rsidP="006D4449">
      <w:r>
        <w:t>254.2278</w:t>
      </w:r>
      <w:r>
        <w:tab/>
        <w:t>4.051e0</w:t>
      </w:r>
    </w:p>
    <w:p w14:paraId="278ED1E9" w14:textId="77777777" w:rsidR="006D4449" w:rsidRDefault="006D4449" w:rsidP="006D4449">
      <w:r>
        <w:t>254.2372</w:t>
      </w:r>
      <w:r>
        <w:tab/>
        <w:t>2.025e0</w:t>
      </w:r>
    </w:p>
    <w:p w14:paraId="2D1795E9" w14:textId="77777777" w:rsidR="006D4449" w:rsidRDefault="006D4449" w:rsidP="006D4449">
      <w:r>
        <w:t>254.2387</w:t>
      </w:r>
      <w:r>
        <w:tab/>
        <w:t>4.051e0</w:t>
      </w:r>
    </w:p>
    <w:p w14:paraId="7CDEE34F" w14:textId="77777777" w:rsidR="006D4449" w:rsidRDefault="006D4449" w:rsidP="006D4449">
      <w:r>
        <w:t>254.2506</w:t>
      </w:r>
      <w:r>
        <w:tab/>
        <w:t>4.320e0</w:t>
      </w:r>
    </w:p>
    <w:p w14:paraId="0DC33B79" w14:textId="77777777" w:rsidR="006D4449" w:rsidRDefault="006D4449" w:rsidP="006D4449">
      <w:r>
        <w:t>254.2583</w:t>
      </w:r>
      <w:r>
        <w:tab/>
        <w:t>1.013e0</w:t>
      </w:r>
    </w:p>
    <w:p w14:paraId="15CD487B" w14:textId="77777777" w:rsidR="006D4449" w:rsidRDefault="006D4449" w:rsidP="006D4449">
      <w:r>
        <w:t>254.2677</w:t>
      </w:r>
      <w:r>
        <w:tab/>
        <w:t>1.013e0</w:t>
      </w:r>
    </w:p>
    <w:p w14:paraId="7F626102" w14:textId="77777777" w:rsidR="006D4449" w:rsidRDefault="006D4449" w:rsidP="006D4449">
      <w:r>
        <w:t>254.2863</w:t>
      </w:r>
      <w:r>
        <w:tab/>
        <w:t>2.025e0</w:t>
      </w:r>
    </w:p>
    <w:p w14:paraId="7C30911E" w14:textId="77777777" w:rsidR="006D4449" w:rsidRDefault="006D4449" w:rsidP="006D4449">
      <w:r>
        <w:t>254.2961</w:t>
      </w:r>
      <w:r>
        <w:tab/>
        <w:t>1.013e0</w:t>
      </w:r>
    </w:p>
    <w:p w14:paraId="6E3C34CA" w14:textId="77777777" w:rsidR="006D4449" w:rsidRDefault="006D4449" w:rsidP="006D4449">
      <w:r>
        <w:t>254.2997</w:t>
      </w:r>
      <w:r>
        <w:tab/>
        <w:t>1.013e0</w:t>
      </w:r>
    </w:p>
    <w:p w14:paraId="16C22431" w14:textId="77777777" w:rsidR="006D4449" w:rsidRDefault="006D4449" w:rsidP="006D4449">
      <w:r>
        <w:t>254.3168</w:t>
      </w:r>
      <w:r>
        <w:tab/>
        <w:t>1.013e0</w:t>
      </w:r>
    </w:p>
    <w:p w14:paraId="30F33A8D" w14:textId="77777777" w:rsidR="006D4449" w:rsidRDefault="006D4449" w:rsidP="006D4449">
      <w:r>
        <w:t>254.3219</w:t>
      </w:r>
      <w:r>
        <w:tab/>
        <w:t>3.038e0</w:t>
      </w:r>
    </w:p>
    <w:p w14:paraId="7E1A0963" w14:textId="77777777" w:rsidR="006D4449" w:rsidRDefault="006D4449" w:rsidP="006D4449">
      <w:r>
        <w:lastRenderedPageBreak/>
        <w:t>254.3321</w:t>
      </w:r>
      <w:r>
        <w:tab/>
        <w:t>2.025e0</w:t>
      </w:r>
    </w:p>
    <w:p w14:paraId="47E716D2" w14:textId="77777777" w:rsidR="006D4449" w:rsidRDefault="006D4449" w:rsidP="006D4449">
      <w:r>
        <w:t>254.3375</w:t>
      </w:r>
      <w:r>
        <w:tab/>
        <w:t>1.013e0</w:t>
      </w:r>
    </w:p>
    <w:p w14:paraId="076359DF" w14:textId="77777777" w:rsidR="006D4449" w:rsidRDefault="006D4449" w:rsidP="006D4449">
      <w:r>
        <w:t>254.3422</w:t>
      </w:r>
      <w:r>
        <w:tab/>
        <w:t>1.013e0</w:t>
      </w:r>
    </w:p>
    <w:p w14:paraId="097B82DA" w14:textId="77777777" w:rsidR="006D4449" w:rsidRDefault="006D4449" w:rsidP="006D4449">
      <w:r>
        <w:t>254.3489</w:t>
      </w:r>
      <w:r>
        <w:tab/>
        <w:t>2.025e0</w:t>
      </w:r>
    </w:p>
    <w:p w14:paraId="62579992" w14:textId="77777777" w:rsidR="006D4449" w:rsidRDefault="006D4449" w:rsidP="006D4449">
      <w:r>
        <w:t>254.3642</w:t>
      </w:r>
      <w:r>
        <w:tab/>
        <w:t>1.013e0</w:t>
      </w:r>
    </w:p>
    <w:p w14:paraId="55AB4E9A" w14:textId="77777777" w:rsidR="006D4449" w:rsidRDefault="006D4449" w:rsidP="006D4449">
      <w:r>
        <w:t>254.3858</w:t>
      </w:r>
      <w:r>
        <w:tab/>
        <w:t>1.013e0</w:t>
      </w:r>
    </w:p>
    <w:p w14:paraId="27F35E9C" w14:textId="77777777" w:rsidR="006D4449" w:rsidRDefault="006D4449" w:rsidP="006D4449">
      <w:r>
        <w:t>254.3876</w:t>
      </w:r>
      <w:r>
        <w:tab/>
        <w:t>2.025e0</w:t>
      </w:r>
    </w:p>
    <w:p w14:paraId="3E815965" w14:textId="77777777" w:rsidR="006D4449" w:rsidRDefault="006D4449" w:rsidP="006D4449">
      <w:r>
        <w:t>254.3905</w:t>
      </w:r>
      <w:r>
        <w:tab/>
        <w:t>1.013e0</w:t>
      </w:r>
    </w:p>
    <w:p w14:paraId="034F3F8D" w14:textId="77777777" w:rsidR="006D4449" w:rsidRDefault="006D4449" w:rsidP="006D4449">
      <w:r>
        <w:t>254.3953</w:t>
      </w:r>
      <w:r>
        <w:tab/>
        <w:t>3.038e0</w:t>
      </w:r>
    </w:p>
    <w:p w14:paraId="1245BF1F" w14:textId="77777777" w:rsidR="006D4449" w:rsidRDefault="006D4449" w:rsidP="006D4449">
      <w:r>
        <w:t>254.4189</w:t>
      </w:r>
      <w:r>
        <w:tab/>
        <w:t>1.013e0</w:t>
      </w:r>
    </w:p>
    <w:p w14:paraId="18C1B2E7" w14:textId="77777777" w:rsidR="006D4449" w:rsidRDefault="006D4449" w:rsidP="006D4449">
      <w:r>
        <w:t>254.4278</w:t>
      </w:r>
      <w:r>
        <w:tab/>
        <w:t>2.025e0</w:t>
      </w:r>
    </w:p>
    <w:p w14:paraId="59F8F998" w14:textId="77777777" w:rsidR="006D4449" w:rsidRDefault="006D4449" w:rsidP="006D4449">
      <w:r>
        <w:t>254.4398</w:t>
      </w:r>
      <w:r>
        <w:tab/>
        <w:t>3.038e0</w:t>
      </w:r>
    </w:p>
    <w:p w14:paraId="3F8C2678" w14:textId="77777777" w:rsidR="006D4449" w:rsidRDefault="006D4449" w:rsidP="006D4449">
      <w:r>
        <w:t>254.4528</w:t>
      </w:r>
      <w:r>
        <w:tab/>
        <w:t>1.013e0</w:t>
      </w:r>
    </w:p>
    <w:p w14:paraId="7EAC92CC" w14:textId="77777777" w:rsidR="006D4449" w:rsidRDefault="006D4449" w:rsidP="006D4449">
      <w:r>
        <w:t>254.4661</w:t>
      </w:r>
      <w:r>
        <w:tab/>
        <w:t>1.013e0</w:t>
      </w:r>
    </w:p>
    <w:p w14:paraId="3D8887B5" w14:textId="77777777" w:rsidR="006D4449" w:rsidRDefault="006D4449" w:rsidP="006D4449">
      <w:r>
        <w:t>254.4697</w:t>
      </w:r>
      <w:r>
        <w:tab/>
        <w:t>1.013e0</w:t>
      </w:r>
    </w:p>
    <w:p w14:paraId="39CAFE4D" w14:textId="77777777" w:rsidR="006D4449" w:rsidRDefault="006D4449" w:rsidP="006D4449">
      <w:r>
        <w:t>254.4881</w:t>
      </w:r>
      <w:r>
        <w:tab/>
        <w:t>2.025e0</w:t>
      </w:r>
    </w:p>
    <w:p w14:paraId="3B8A97C1" w14:textId="77777777" w:rsidR="006D4449" w:rsidRDefault="006D4449" w:rsidP="006D4449">
      <w:r>
        <w:t>254.4920</w:t>
      </w:r>
      <w:r>
        <w:tab/>
        <w:t>2.025e0</w:t>
      </w:r>
    </w:p>
    <w:p w14:paraId="4EECA167" w14:textId="77777777" w:rsidR="006D4449" w:rsidRDefault="006D4449" w:rsidP="006D4449">
      <w:r>
        <w:t>254.4951</w:t>
      </w:r>
      <w:r>
        <w:tab/>
        <w:t>2.025e0</w:t>
      </w:r>
    </w:p>
    <w:p w14:paraId="66F8C189" w14:textId="77777777" w:rsidR="006D4449" w:rsidRDefault="006D4449" w:rsidP="006D4449">
      <w:r>
        <w:t>254.5063</w:t>
      </w:r>
      <w:r>
        <w:tab/>
        <w:t>2.025e0</w:t>
      </w:r>
    </w:p>
    <w:p w14:paraId="70258BCB" w14:textId="77777777" w:rsidR="006D4449" w:rsidRDefault="006D4449" w:rsidP="006D4449">
      <w:r>
        <w:lastRenderedPageBreak/>
        <w:t>254.5303</w:t>
      </w:r>
      <w:r>
        <w:tab/>
        <w:t>3.038e0</w:t>
      </w:r>
    </w:p>
    <w:p w14:paraId="6B70E194" w14:textId="77777777" w:rsidR="006D4449" w:rsidRDefault="006D4449" w:rsidP="006D4449">
      <w:r>
        <w:t>254.5363</w:t>
      </w:r>
      <w:r>
        <w:tab/>
        <w:t>1.013e0</w:t>
      </w:r>
    </w:p>
    <w:p w14:paraId="648AEE43" w14:textId="77777777" w:rsidR="006D4449" w:rsidRDefault="006D4449" w:rsidP="006D4449">
      <w:r>
        <w:t>254.5501</w:t>
      </w:r>
      <w:r>
        <w:tab/>
        <w:t>1.013e0</w:t>
      </w:r>
    </w:p>
    <w:p w14:paraId="40E37827" w14:textId="77777777" w:rsidR="006D4449" w:rsidRDefault="006D4449" w:rsidP="006D4449">
      <w:r>
        <w:t>254.5546</w:t>
      </w:r>
      <w:r>
        <w:tab/>
        <w:t>3.038e0</w:t>
      </w:r>
    </w:p>
    <w:p w14:paraId="718534A6" w14:textId="77777777" w:rsidR="006D4449" w:rsidRDefault="006D4449" w:rsidP="006D4449">
      <w:r>
        <w:t>254.5973</w:t>
      </w:r>
      <w:r>
        <w:tab/>
        <w:t>1.013e0</w:t>
      </w:r>
    </w:p>
    <w:p w14:paraId="1E41C542" w14:textId="77777777" w:rsidR="006D4449" w:rsidRDefault="006D4449" w:rsidP="006D4449">
      <w:r>
        <w:t>254.6181</w:t>
      </w:r>
      <w:r>
        <w:tab/>
        <w:t>2.025e0</w:t>
      </w:r>
    </w:p>
    <w:p w14:paraId="5C393FAE" w14:textId="77777777" w:rsidR="006D4449" w:rsidRDefault="006D4449" w:rsidP="006D4449">
      <w:r>
        <w:t>254.6282</w:t>
      </w:r>
      <w:r>
        <w:tab/>
        <w:t>2.025e0</w:t>
      </w:r>
    </w:p>
    <w:p w14:paraId="1B4CD3B9" w14:textId="77777777" w:rsidR="006D4449" w:rsidRDefault="006D4449" w:rsidP="006D4449">
      <w:r>
        <w:t>254.6336</w:t>
      </w:r>
      <w:r>
        <w:tab/>
        <w:t>2.025e0</w:t>
      </w:r>
    </w:p>
    <w:p w14:paraId="6D632E0E" w14:textId="77777777" w:rsidR="006D4449" w:rsidRDefault="006D4449" w:rsidP="006D4449">
      <w:r>
        <w:t>254.6474</w:t>
      </w:r>
      <w:r>
        <w:tab/>
        <w:t>1.013e0</w:t>
      </w:r>
    </w:p>
    <w:p w14:paraId="10EAC4BA" w14:textId="77777777" w:rsidR="006D4449" w:rsidRDefault="006D4449" w:rsidP="006D4449">
      <w:r>
        <w:t>254.6506</w:t>
      </w:r>
      <w:r>
        <w:tab/>
        <w:t>2.025e0</w:t>
      </w:r>
    </w:p>
    <w:p w14:paraId="1989CDF1" w14:textId="77777777" w:rsidR="006D4449" w:rsidRDefault="006D4449" w:rsidP="006D4449">
      <w:r>
        <w:t>254.6526</w:t>
      </w:r>
      <w:r>
        <w:tab/>
        <w:t>2.025e0</w:t>
      </w:r>
    </w:p>
    <w:p w14:paraId="56AE5D22" w14:textId="77777777" w:rsidR="006D4449" w:rsidRDefault="006D4449" w:rsidP="006D4449">
      <w:r>
        <w:t>254.6593</w:t>
      </w:r>
      <w:r>
        <w:tab/>
        <w:t>1.013e0</w:t>
      </w:r>
    </w:p>
    <w:p w14:paraId="7A37BF3C" w14:textId="77777777" w:rsidR="006D4449" w:rsidRDefault="006D4449" w:rsidP="006D4449">
      <w:r>
        <w:t>254.6813</w:t>
      </w:r>
      <w:r>
        <w:tab/>
        <w:t>2.025e0</w:t>
      </w:r>
    </w:p>
    <w:p w14:paraId="47B0517D" w14:textId="77777777" w:rsidR="006D4449" w:rsidRDefault="006D4449" w:rsidP="006D4449">
      <w:r>
        <w:t>254.6869</w:t>
      </w:r>
      <w:r>
        <w:tab/>
        <w:t>2.025e0</w:t>
      </w:r>
    </w:p>
    <w:p w14:paraId="52330971" w14:textId="77777777" w:rsidR="006D4449" w:rsidRDefault="006D4449" w:rsidP="006D4449">
      <w:r>
        <w:t>254.7121</w:t>
      </w:r>
      <w:r>
        <w:tab/>
        <w:t>2.025e0</w:t>
      </w:r>
    </w:p>
    <w:p w14:paraId="0AFE1683" w14:textId="77777777" w:rsidR="006D4449" w:rsidRDefault="006D4449" w:rsidP="006D4449">
      <w:r>
        <w:t>254.7412</w:t>
      </w:r>
      <w:r>
        <w:tab/>
        <w:t>1.013e0</w:t>
      </w:r>
    </w:p>
    <w:p w14:paraId="50B246A0" w14:textId="77777777" w:rsidR="006D4449" w:rsidRDefault="006D4449" w:rsidP="006D4449">
      <w:r>
        <w:t>254.7450</w:t>
      </w:r>
      <w:r>
        <w:tab/>
        <w:t>1.013e0</w:t>
      </w:r>
    </w:p>
    <w:p w14:paraId="624C5A50" w14:textId="77777777" w:rsidR="006D4449" w:rsidRDefault="006D4449" w:rsidP="006D4449">
      <w:r>
        <w:t>254.7545</w:t>
      </w:r>
      <w:r>
        <w:tab/>
        <w:t>1.013e0</w:t>
      </w:r>
    </w:p>
    <w:p w14:paraId="2631A860" w14:textId="77777777" w:rsidR="006D4449" w:rsidRDefault="006D4449" w:rsidP="006D4449">
      <w:r>
        <w:t>254.7736</w:t>
      </w:r>
      <w:r>
        <w:tab/>
        <w:t>2.025e0</w:t>
      </w:r>
    </w:p>
    <w:p w14:paraId="5A152146" w14:textId="77777777" w:rsidR="006D4449" w:rsidRDefault="006D4449" w:rsidP="006D4449">
      <w:r>
        <w:lastRenderedPageBreak/>
        <w:t>254.8017</w:t>
      </w:r>
      <w:r>
        <w:tab/>
        <w:t>1.013e0</w:t>
      </w:r>
    </w:p>
    <w:p w14:paraId="77AA4F52" w14:textId="77777777" w:rsidR="006D4449" w:rsidRDefault="006D4449" w:rsidP="006D4449">
      <w:r>
        <w:t>254.8292</w:t>
      </w:r>
      <w:r>
        <w:tab/>
        <w:t>2.025e0</w:t>
      </w:r>
    </w:p>
    <w:p w14:paraId="5BB1F546" w14:textId="77777777" w:rsidR="006D4449" w:rsidRDefault="006D4449" w:rsidP="006D4449">
      <w:r>
        <w:t>254.8493</w:t>
      </w:r>
      <w:r>
        <w:tab/>
        <w:t>2.025e0</w:t>
      </w:r>
    </w:p>
    <w:p w14:paraId="551B5B44" w14:textId="77777777" w:rsidR="006D4449" w:rsidRDefault="006D4449" w:rsidP="006D4449">
      <w:r>
        <w:t>254.8523</w:t>
      </w:r>
      <w:r>
        <w:tab/>
        <w:t>2.025e0</w:t>
      </w:r>
    </w:p>
    <w:p w14:paraId="15891B91" w14:textId="77777777" w:rsidR="006D4449" w:rsidRDefault="006D4449" w:rsidP="006D4449">
      <w:r>
        <w:t>254.8716</w:t>
      </w:r>
      <w:r>
        <w:tab/>
        <w:t>1.013e0</w:t>
      </w:r>
    </w:p>
    <w:p w14:paraId="47F357AD" w14:textId="77777777" w:rsidR="006D4449" w:rsidRDefault="006D4449" w:rsidP="006D4449">
      <w:r>
        <w:t>254.8822</w:t>
      </w:r>
      <w:r>
        <w:tab/>
        <w:t>1.013e0</w:t>
      </w:r>
    </w:p>
    <w:p w14:paraId="5D77650F" w14:textId="77777777" w:rsidR="006D4449" w:rsidRDefault="006D4449" w:rsidP="006D4449">
      <w:r>
        <w:t>254.8896</w:t>
      </w:r>
      <w:r>
        <w:tab/>
        <w:t>1.013e0</w:t>
      </w:r>
    </w:p>
    <w:p w14:paraId="486CC8CA" w14:textId="77777777" w:rsidR="006D4449" w:rsidRDefault="006D4449" w:rsidP="006D4449">
      <w:r>
        <w:t>254.8907</w:t>
      </w:r>
      <w:r>
        <w:tab/>
        <w:t>1.013e0</w:t>
      </w:r>
    </w:p>
    <w:p w14:paraId="105FCD25" w14:textId="77777777" w:rsidR="006D4449" w:rsidRDefault="006D4449" w:rsidP="006D4449">
      <w:r>
        <w:t>254.9106</w:t>
      </w:r>
      <w:r>
        <w:tab/>
        <w:t>2.025e0</w:t>
      </w:r>
    </w:p>
    <w:p w14:paraId="464DBD29" w14:textId="77777777" w:rsidR="006D4449" w:rsidRDefault="006D4449" w:rsidP="006D4449">
      <w:r>
        <w:t>254.9189</w:t>
      </w:r>
      <w:r>
        <w:tab/>
        <w:t>1.013e0</w:t>
      </w:r>
    </w:p>
    <w:p w14:paraId="2F5EBAFE" w14:textId="77777777" w:rsidR="006D4449" w:rsidRDefault="006D4449" w:rsidP="006D4449">
      <w:r>
        <w:t>254.9200</w:t>
      </w:r>
      <w:r>
        <w:tab/>
        <w:t>1.013e0</w:t>
      </w:r>
    </w:p>
    <w:p w14:paraId="603867BB" w14:textId="77777777" w:rsidR="006D4449" w:rsidRDefault="006D4449" w:rsidP="006D4449">
      <w:r>
        <w:t>254.9281</w:t>
      </w:r>
      <w:r>
        <w:tab/>
        <w:t>1.013e0</w:t>
      </w:r>
    </w:p>
    <w:p w14:paraId="6EF05962" w14:textId="77777777" w:rsidR="006D4449" w:rsidRDefault="006D4449" w:rsidP="006D4449">
      <w:r>
        <w:t>254.9622</w:t>
      </w:r>
      <w:r>
        <w:tab/>
        <w:t>4.051e0</w:t>
      </w:r>
    </w:p>
    <w:p w14:paraId="15A1E663" w14:textId="77777777" w:rsidR="006D4449" w:rsidRDefault="006D4449" w:rsidP="006D4449">
      <w:r>
        <w:t>254.9663</w:t>
      </w:r>
      <w:r>
        <w:tab/>
        <w:t>1.013e0</w:t>
      </w:r>
    </w:p>
    <w:p w14:paraId="7F101916" w14:textId="77777777" w:rsidR="006D4449" w:rsidRDefault="006D4449" w:rsidP="006D4449">
      <w:r>
        <w:t>254.9793</w:t>
      </w:r>
      <w:r>
        <w:tab/>
        <w:t>1.013e0</w:t>
      </w:r>
    </w:p>
    <w:p w14:paraId="279F58E1" w14:textId="77777777" w:rsidR="006D4449" w:rsidRDefault="006D4449" w:rsidP="006D4449">
      <w:r>
        <w:t>255.0106</w:t>
      </w:r>
      <w:r>
        <w:tab/>
        <w:t>2.025e0</w:t>
      </w:r>
    </w:p>
    <w:p w14:paraId="27217B31" w14:textId="77777777" w:rsidR="006D4449" w:rsidRDefault="006D4449" w:rsidP="006D4449">
      <w:r>
        <w:t>255.0147</w:t>
      </w:r>
      <w:r>
        <w:tab/>
        <w:t>1.650e0</w:t>
      </w:r>
    </w:p>
    <w:p w14:paraId="4A7FDD45" w14:textId="77777777" w:rsidR="006D4449" w:rsidRDefault="006D4449" w:rsidP="006D4449">
      <w:r>
        <w:t>255.0158</w:t>
      </w:r>
      <w:r>
        <w:tab/>
        <w:t>2.025e0</w:t>
      </w:r>
    </w:p>
    <w:p w14:paraId="26586B12" w14:textId="77777777" w:rsidR="006D4449" w:rsidRDefault="006D4449" w:rsidP="006D4449">
      <w:r>
        <w:t>255.0419</w:t>
      </w:r>
      <w:r>
        <w:tab/>
        <w:t>4.494e0</w:t>
      </w:r>
    </w:p>
    <w:p w14:paraId="29106490" w14:textId="77777777" w:rsidR="006D4449" w:rsidRDefault="006D4449" w:rsidP="006D4449">
      <w:r>
        <w:lastRenderedPageBreak/>
        <w:t>255.0490</w:t>
      </w:r>
      <w:r>
        <w:tab/>
        <w:t>3.038e0</w:t>
      </w:r>
    </w:p>
    <w:p w14:paraId="74EEA5AD" w14:textId="77777777" w:rsidR="006D4449" w:rsidRDefault="006D4449" w:rsidP="006D4449">
      <w:r>
        <w:t>255.0505</w:t>
      </w:r>
      <w:r>
        <w:tab/>
        <w:t>6.076e0</w:t>
      </w:r>
    </w:p>
    <w:p w14:paraId="0256D4FD" w14:textId="77777777" w:rsidR="006D4449" w:rsidRDefault="006D4449" w:rsidP="006D4449">
      <w:r>
        <w:t>255.0528</w:t>
      </w:r>
      <w:r>
        <w:tab/>
        <w:t>4.192e0</w:t>
      </w:r>
    </w:p>
    <w:p w14:paraId="58359A31" w14:textId="77777777" w:rsidR="006D4449" w:rsidRDefault="006D4449" w:rsidP="006D4449">
      <w:r>
        <w:t>255.0564</w:t>
      </w:r>
      <w:r>
        <w:tab/>
        <w:t>5.857e0</w:t>
      </w:r>
    </w:p>
    <w:p w14:paraId="1B69310F" w14:textId="77777777" w:rsidR="006D4449" w:rsidRDefault="006D4449" w:rsidP="006D4449">
      <w:r>
        <w:t>255.0973</w:t>
      </w:r>
      <w:r>
        <w:tab/>
        <w:t>3.038e0</w:t>
      </w:r>
    </w:p>
    <w:p w14:paraId="2D8BBC1B" w14:textId="77777777" w:rsidR="006D4449" w:rsidRDefault="006D4449" w:rsidP="006D4449">
      <w:r>
        <w:t>255.1032</w:t>
      </w:r>
      <w:r>
        <w:tab/>
        <w:t>7.089e0</w:t>
      </w:r>
    </w:p>
    <w:p w14:paraId="64BC1F5D" w14:textId="77777777" w:rsidR="006D4449" w:rsidRDefault="006D4449" w:rsidP="006D4449">
      <w:r>
        <w:t>255.1225</w:t>
      </w:r>
      <w:r>
        <w:tab/>
        <w:t>1.013e1</w:t>
      </w:r>
    </w:p>
    <w:p w14:paraId="200C1E89" w14:textId="77777777" w:rsidR="006D4449" w:rsidRDefault="006D4449" w:rsidP="006D4449">
      <w:r>
        <w:t>255.1295</w:t>
      </w:r>
      <w:r>
        <w:tab/>
        <w:t>9.114e0</w:t>
      </w:r>
    </w:p>
    <w:p w14:paraId="0BFC28E4" w14:textId="77777777" w:rsidR="006D4449" w:rsidRDefault="006D4449" w:rsidP="006D4449">
      <w:r>
        <w:t>255.1402</w:t>
      </w:r>
      <w:r>
        <w:tab/>
        <w:t>8.101e0</w:t>
      </w:r>
    </w:p>
    <w:p w14:paraId="63B9725E" w14:textId="77777777" w:rsidR="006D4449" w:rsidRDefault="006D4449" w:rsidP="006D4449">
      <w:r>
        <w:t>255.1421</w:t>
      </w:r>
      <w:r>
        <w:tab/>
        <w:t>5.063e0</w:t>
      </w:r>
    </w:p>
    <w:p w14:paraId="5C655B2F" w14:textId="77777777" w:rsidR="006D4449" w:rsidRDefault="006D4449" w:rsidP="006D4449">
      <w:r>
        <w:t>255.1456</w:t>
      </w:r>
      <w:r>
        <w:tab/>
        <w:t>7.089e0</w:t>
      </w:r>
    </w:p>
    <w:p w14:paraId="37680E83" w14:textId="77777777" w:rsidR="006D4449" w:rsidRDefault="006D4449" w:rsidP="006D4449">
      <w:r>
        <w:t>255.1506</w:t>
      </w:r>
      <w:r>
        <w:tab/>
        <w:t>3.134e0</w:t>
      </w:r>
    </w:p>
    <w:p w14:paraId="2E019BC5" w14:textId="77777777" w:rsidR="006D4449" w:rsidRDefault="006D4449" w:rsidP="006D4449">
      <w:r>
        <w:t>255.1630</w:t>
      </w:r>
      <w:r>
        <w:tab/>
        <w:t>3.038e0</w:t>
      </w:r>
    </w:p>
    <w:p w14:paraId="0EC1A8CA" w14:textId="77777777" w:rsidR="006D4449" w:rsidRDefault="006D4449" w:rsidP="006D4449">
      <w:r>
        <w:t>255.1880</w:t>
      </w:r>
      <w:r>
        <w:tab/>
        <w:t>2.025e0</w:t>
      </w:r>
    </w:p>
    <w:p w14:paraId="36750727" w14:textId="77777777" w:rsidR="006D4449" w:rsidRDefault="006D4449" w:rsidP="006D4449">
      <w:r>
        <w:t>255.1971</w:t>
      </w:r>
      <w:r>
        <w:tab/>
        <w:t>3.038e0</w:t>
      </w:r>
    </w:p>
    <w:p w14:paraId="42A03EBB" w14:textId="77777777" w:rsidR="006D4449" w:rsidRDefault="006D4449" w:rsidP="006D4449">
      <w:r>
        <w:t>255.1983</w:t>
      </w:r>
      <w:r>
        <w:tab/>
        <w:t>1.013e0</w:t>
      </w:r>
    </w:p>
    <w:p w14:paraId="1893646D" w14:textId="77777777" w:rsidR="006D4449" w:rsidRDefault="006D4449" w:rsidP="006D4449">
      <w:r>
        <w:t>255.2134</w:t>
      </w:r>
      <w:r>
        <w:tab/>
        <w:t>2.025e0</w:t>
      </w:r>
    </w:p>
    <w:p w14:paraId="698070ED" w14:textId="77777777" w:rsidR="006D4449" w:rsidRDefault="006D4449" w:rsidP="006D4449">
      <w:r>
        <w:t>255.2204</w:t>
      </w:r>
      <w:r>
        <w:tab/>
        <w:t>1.013e0</w:t>
      </w:r>
    </w:p>
    <w:p w14:paraId="7F79314D" w14:textId="77777777" w:rsidR="006D4449" w:rsidRDefault="006D4449" w:rsidP="006D4449">
      <w:r>
        <w:t>255.2238</w:t>
      </w:r>
      <w:r>
        <w:tab/>
        <w:t>5.063e0</w:t>
      </w:r>
    </w:p>
    <w:p w14:paraId="676544D1" w14:textId="77777777" w:rsidR="006D4449" w:rsidRDefault="006D4449" w:rsidP="006D4449">
      <w:r>
        <w:lastRenderedPageBreak/>
        <w:t>255.2504</w:t>
      </w:r>
      <w:r>
        <w:tab/>
        <w:t>1.013e0</w:t>
      </w:r>
    </w:p>
    <w:p w14:paraId="330DEADB" w14:textId="77777777" w:rsidR="006D4449" w:rsidRDefault="006D4449" w:rsidP="006D4449">
      <w:r>
        <w:t>255.2561</w:t>
      </w:r>
      <w:r>
        <w:tab/>
        <w:t>1.013e0</w:t>
      </w:r>
    </w:p>
    <w:p w14:paraId="37F7A0BC" w14:textId="77777777" w:rsidR="006D4449" w:rsidRDefault="006D4449" w:rsidP="006D4449">
      <w:r>
        <w:t>255.2579</w:t>
      </w:r>
      <w:r>
        <w:tab/>
        <w:t>2.025e0</w:t>
      </w:r>
    </w:p>
    <w:p w14:paraId="31DE2995" w14:textId="77777777" w:rsidR="006D4449" w:rsidRDefault="006D4449" w:rsidP="006D4449">
      <w:r>
        <w:t>255.2722</w:t>
      </w:r>
      <w:r>
        <w:tab/>
        <w:t>4.051e0</w:t>
      </w:r>
    </w:p>
    <w:p w14:paraId="32EE1870" w14:textId="77777777" w:rsidR="006D4449" w:rsidRDefault="006D4449" w:rsidP="006D4449">
      <w:r>
        <w:t>255.2799</w:t>
      </w:r>
      <w:r>
        <w:tab/>
        <w:t>1.013e0</w:t>
      </w:r>
    </w:p>
    <w:p w14:paraId="732C5C52" w14:textId="77777777" w:rsidR="006D4449" w:rsidRDefault="006D4449" w:rsidP="006D4449">
      <w:r>
        <w:t>255.3092</w:t>
      </w:r>
      <w:r>
        <w:tab/>
        <w:t>2.025e0</w:t>
      </w:r>
    </w:p>
    <w:p w14:paraId="07DEBB9D" w14:textId="77777777" w:rsidR="006D4449" w:rsidRDefault="006D4449" w:rsidP="006D4449">
      <w:r>
        <w:t>255.3215</w:t>
      </w:r>
      <w:r>
        <w:tab/>
        <w:t>1.013e0</w:t>
      </w:r>
    </w:p>
    <w:p w14:paraId="06D03966" w14:textId="77777777" w:rsidR="006D4449" w:rsidRDefault="006D4449" w:rsidP="006D4449">
      <w:r>
        <w:t>255.3436</w:t>
      </w:r>
      <w:r>
        <w:tab/>
        <w:t>1.013e0</w:t>
      </w:r>
    </w:p>
    <w:p w14:paraId="7D36BCD7" w14:textId="77777777" w:rsidR="006D4449" w:rsidRDefault="006D4449" w:rsidP="006D4449">
      <w:r>
        <w:t>255.3633</w:t>
      </w:r>
      <w:r>
        <w:tab/>
        <w:t>2.025e0</w:t>
      </w:r>
    </w:p>
    <w:p w14:paraId="37F78C8D" w14:textId="77777777" w:rsidR="006D4449" w:rsidRDefault="006D4449" w:rsidP="006D4449">
      <w:r>
        <w:t>255.3820</w:t>
      </w:r>
      <w:r>
        <w:tab/>
        <w:t>1.013e0</w:t>
      </w:r>
    </w:p>
    <w:p w14:paraId="2ED7CE39" w14:textId="77777777" w:rsidR="006D4449" w:rsidRDefault="006D4449" w:rsidP="006D4449">
      <w:r>
        <w:t>255.3831</w:t>
      </w:r>
      <w:r>
        <w:tab/>
        <w:t>1.013e0</w:t>
      </w:r>
    </w:p>
    <w:p w14:paraId="280F21BF" w14:textId="77777777" w:rsidR="006D4449" w:rsidRDefault="006D4449" w:rsidP="006D4449">
      <w:r>
        <w:t>255.4173</w:t>
      </w:r>
      <w:r>
        <w:tab/>
        <w:t>1.013e0</w:t>
      </w:r>
    </w:p>
    <w:p w14:paraId="678E6956" w14:textId="77777777" w:rsidR="006D4449" w:rsidRDefault="006D4449" w:rsidP="006D4449">
      <w:r>
        <w:t>255.4236</w:t>
      </w:r>
      <w:r>
        <w:tab/>
        <w:t>2.025e0</w:t>
      </w:r>
    </w:p>
    <w:p w14:paraId="5D6BF6FC" w14:textId="77777777" w:rsidR="006D4449" w:rsidRDefault="006D4449" w:rsidP="006D4449">
      <w:r>
        <w:t>255.4412</w:t>
      </w:r>
      <w:r>
        <w:tab/>
        <w:t>1.013e0</w:t>
      </w:r>
    </w:p>
    <w:p w14:paraId="11EF0D39" w14:textId="77777777" w:rsidR="006D4449" w:rsidRDefault="006D4449" w:rsidP="006D4449">
      <w:r>
        <w:t>255.4553</w:t>
      </w:r>
      <w:r>
        <w:tab/>
        <w:t>1.013e0</w:t>
      </w:r>
    </w:p>
    <w:p w14:paraId="1ADAF7DC" w14:textId="77777777" w:rsidR="006D4449" w:rsidRDefault="006D4449" w:rsidP="006D4449">
      <w:r>
        <w:t>255.4667</w:t>
      </w:r>
      <w:r>
        <w:tab/>
        <w:t>1.013e0</w:t>
      </w:r>
    </w:p>
    <w:p w14:paraId="5D637695" w14:textId="77777777" w:rsidR="006D4449" w:rsidRDefault="006D4449" w:rsidP="006D4449">
      <w:r>
        <w:t>255.4678</w:t>
      </w:r>
      <w:r>
        <w:tab/>
        <w:t>1.013e0</w:t>
      </w:r>
    </w:p>
    <w:p w14:paraId="4BC90CCB" w14:textId="77777777" w:rsidR="006D4449" w:rsidRDefault="006D4449" w:rsidP="006D4449">
      <w:r>
        <w:t>255.4972</w:t>
      </w:r>
      <w:r>
        <w:tab/>
        <w:t>2.025e0</w:t>
      </w:r>
    </w:p>
    <w:p w14:paraId="7AFC9957" w14:textId="77777777" w:rsidR="006D4449" w:rsidRDefault="006D4449" w:rsidP="006D4449">
      <w:r>
        <w:t>255.5314</w:t>
      </w:r>
      <w:r>
        <w:tab/>
        <w:t>2.025e0</w:t>
      </w:r>
    </w:p>
    <w:p w14:paraId="47939764" w14:textId="77777777" w:rsidR="006D4449" w:rsidRDefault="006D4449" w:rsidP="006D4449">
      <w:r>
        <w:lastRenderedPageBreak/>
        <w:t>255.5452</w:t>
      </w:r>
      <w:r>
        <w:tab/>
        <w:t>3.038e0</w:t>
      </w:r>
    </w:p>
    <w:p w14:paraId="0423A9AE" w14:textId="77777777" w:rsidR="006D4449" w:rsidRDefault="006D4449" w:rsidP="006D4449">
      <w:r>
        <w:t>255.5566</w:t>
      </w:r>
      <w:r>
        <w:tab/>
        <w:t>1.013e0</w:t>
      </w:r>
    </w:p>
    <w:p w14:paraId="67311D39" w14:textId="77777777" w:rsidR="006D4449" w:rsidRDefault="006D4449" w:rsidP="006D4449">
      <w:r>
        <w:t>255.5898</w:t>
      </w:r>
      <w:r>
        <w:tab/>
        <w:t>1.013e0</w:t>
      </w:r>
    </w:p>
    <w:p w14:paraId="623B0991" w14:textId="77777777" w:rsidR="006D4449" w:rsidRDefault="006D4449" w:rsidP="006D4449">
      <w:r>
        <w:t>255.5989</w:t>
      </w:r>
      <w:r>
        <w:tab/>
        <w:t>1.013e0</w:t>
      </w:r>
    </w:p>
    <w:p w14:paraId="0DEAF52B" w14:textId="77777777" w:rsidR="006D4449" w:rsidRDefault="006D4449" w:rsidP="006D4449">
      <w:r>
        <w:t>255.6070</w:t>
      </w:r>
      <w:r>
        <w:tab/>
        <w:t>1.013e0</w:t>
      </w:r>
    </w:p>
    <w:p w14:paraId="09CC1EE8" w14:textId="77777777" w:rsidR="006D4449" w:rsidRDefault="006D4449" w:rsidP="006D4449">
      <w:r>
        <w:t>255.6402</w:t>
      </w:r>
      <w:r>
        <w:tab/>
        <w:t>1.013e0</w:t>
      </w:r>
    </w:p>
    <w:p w14:paraId="76CA6B2B" w14:textId="77777777" w:rsidR="006D4449" w:rsidRDefault="006D4449" w:rsidP="006D4449">
      <w:r>
        <w:t>255.6628</w:t>
      </w:r>
      <w:r>
        <w:tab/>
        <w:t>1.013e0</w:t>
      </w:r>
    </w:p>
    <w:p w14:paraId="4E7E3600" w14:textId="77777777" w:rsidR="006D4449" w:rsidRDefault="006D4449" w:rsidP="006D4449">
      <w:r>
        <w:t>255.7063</w:t>
      </w:r>
      <w:r>
        <w:tab/>
        <w:t>1.013e0</w:t>
      </w:r>
    </w:p>
    <w:p w14:paraId="5AEA6EB2" w14:textId="77777777" w:rsidR="006D4449" w:rsidRDefault="006D4449" w:rsidP="006D4449">
      <w:r>
        <w:t>255.7486</w:t>
      </w:r>
      <w:r>
        <w:tab/>
        <w:t>2.025e0</w:t>
      </w:r>
    </w:p>
    <w:p w14:paraId="6EA5948D" w14:textId="77777777" w:rsidR="006D4449" w:rsidRDefault="006D4449" w:rsidP="006D4449">
      <w:r>
        <w:t>255.7594</w:t>
      </w:r>
      <w:r>
        <w:tab/>
        <w:t>2.025e0</w:t>
      </w:r>
    </w:p>
    <w:p w14:paraId="6140E905" w14:textId="77777777" w:rsidR="006D4449" w:rsidRDefault="006D4449" w:rsidP="006D4449">
      <w:r>
        <w:t>255.7731</w:t>
      </w:r>
      <w:r>
        <w:tab/>
        <w:t>1.013e0</w:t>
      </w:r>
    </w:p>
    <w:p w14:paraId="12385224" w14:textId="77777777" w:rsidR="006D4449" w:rsidRDefault="006D4449" w:rsidP="006D4449">
      <w:r>
        <w:t>255.7860</w:t>
      </w:r>
      <w:r>
        <w:tab/>
        <w:t>1.013e0</w:t>
      </w:r>
    </w:p>
    <w:p w14:paraId="15B3E315" w14:textId="77777777" w:rsidR="006D4449" w:rsidRDefault="006D4449" w:rsidP="006D4449">
      <w:r>
        <w:t>255.8373</w:t>
      </w:r>
      <w:r>
        <w:tab/>
        <w:t>1.013e0</w:t>
      </w:r>
    </w:p>
    <w:p w14:paraId="311B525B" w14:textId="77777777" w:rsidR="006D4449" w:rsidRDefault="006D4449" w:rsidP="006D4449">
      <w:r>
        <w:t>255.8402</w:t>
      </w:r>
      <w:r>
        <w:tab/>
        <w:t>1.013e0</w:t>
      </w:r>
    </w:p>
    <w:p w14:paraId="0033299B" w14:textId="77777777" w:rsidR="006D4449" w:rsidRDefault="006D4449" w:rsidP="006D4449">
      <w:r>
        <w:t>255.8603</w:t>
      </w:r>
      <w:r>
        <w:tab/>
        <w:t>2.025e0</w:t>
      </w:r>
    </w:p>
    <w:p w14:paraId="45CFC9CB" w14:textId="77777777" w:rsidR="006D4449" w:rsidRDefault="006D4449" w:rsidP="006D4449">
      <w:r>
        <w:t>255.8889</w:t>
      </w:r>
      <w:r>
        <w:tab/>
        <w:t>2.025e0</w:t>
      </w:r>
    </w:p>
    <w:p w14:paraId="4F7D4A36" w14:textId="77777777" w:rsidR="006D4449" w:rsidRDefault="006D4449" w:rsidP="006D4449">
      <w:r>
        <w:t>255.8996</w:t>
      </w:r>
      <w:r>
        <w:tab/>
        <w:t>2.025e0</w:t>
      </w:r>
    </w:p>
    <w:p w14:paraId="1494DD33" w14:textId="77777777" w:rsidR="006D4449" w:rsidRDefault="006D4449" w:rsidP="006D4449">
      <w:r>
        <w:t>255.9060</w:t>
      </w:r>
      <w:r>
        <w:tab/>
        <w:t>1.013e0</w:t>
      </w:r>
    </w:p>
    <w:p w14:paraId="2DF6B05D" w14:textId="77777777" w:rsidR="006D4449" w:rsidRDefault="006D4449" w:rsidP="006D4449">
      <w:r>
        <w:t>255.9141</w:t>
      </w:r>
      <w:r>
        <w:tab/>
        <w:t>1.013e0</w:t>
      </w:r>
    </w:p>
    <w:p w14:paraId="6BD8BA85" w14:textId="77777777" w:rsidR="006D4449" w:rsidRDefault="006D4449" w:rsidP="006D4449">
      <w:r>
        <w:lastRenderedPageBreak/>
        <w:t>255.9345</w:t>
      </w:r>
      <w:r>
        <w:tab/>
        <w:t>1.013e0</w:t>
      </w:r>
    </w:p>
    <w:p w14:paraId="74787F3E" w14:textId="77777777" w:rsidR="006D4449" w:rsidRDefault="006D4449" w:rsidP="006D4449">
      <w:r>
        <w:t>255.9429</w:t>
      </w:r>
      <w:r>
        <w:tab/>
        <w:t>1.013e0</w:t>
      </w:r>
    </w:p>
    <w:p w14:paraId="4DB66256" w14:textId="77777777" w:rsidR="006D4449" w:rsidRDefault="006D4449" w:rsidP="006D4449">
      <w:r>
        <w:t>255.9806</w:t>
      </w:r>
      <w:r>
        <w:tab/>
        <w:t>3.038e0</w:t>
      </w:r>
    </w:p>
    <w:p w14:paraId="68E75DF9" w14:textId="77777777" w:rsidR="006D4449" w:rsidRDefault="006D4449" w:rsidP="006D4449">
      <w:r>
        <w:t>255.9820</w:t>
      </w:r>
      <w:r>
        <w:tab/>
        <w:t>1.013e0</w:t>
      </w:r>
    </w:p>
    <w:p w14:paraId="0F0D0668" w14:textId="77777777" w:rsidR="006D4449" w:rsidRDefault="006D4449" w:rsidP="006D4449">
      <w:r>
        <w:t>255.9964</w:t>
      </w:r>
      <w:r>
        <w:tab/>
        <w:t>4.051e0</w:t>
      </w:r>
    </w:p>
    <w:p w14:paraId="01BB7B4F" w14:textId="77777777" w:rsidR="006D4449" w:rsidRDefault="006D4449" w:rsidP="006D4449">
      <w:r>
        <w:t>256.0020</w:t>
      </w:r>
      <w:r>
        <w:tab/>
        <w:t>3.038e0</w:t>
      </w:r>
    </w:p>
    <w:p w14:paraId="107629AB" w14:textId="77777777" w:rsidR="006D4449" w:rsidRDefault="006D4449" w:rsidP="006D4449">
      <w:r>
        <w:t>256.0324</w:t>
      </w:r>
      <w:r>
        <w:tab/>
        <w:t>7.089e0</w:t>
      </w:r>
    </w:p>
    <w:p w14:paraId="20293FCB" w14:textId="77777777" w:rsidR="006D4449" w:rsidRDefault="006D4449" w:rsidP="006D4449">
      <w:r>
        <w:t>256.0414</w:t>
      </w:r>
      <w:r>
        <w:tab/>
        <w:t>1.013e0</w:t>
      </w:r>
    </w:p>
    <w:p w14:paraId="698121D7" w14:textId="77777777" w:rsidR="006D4449" w:rsidRDefault="006D4449" w:rsidP="006D4449">
      <w:r>
        <w:t>256.0427</w:t>
      </w:r>
      <w:r>
        <w:tab/>
        <w:t>6.076e0</w:t>
      </w:r>
    </w:p>
    <w:p w14:paraId="19FC1FCE" w14:textId="77777777" w:rsidR="006D4449" w:rsidRDefault="006D4449" w:rsidP="006D4449">
      <w:r>
        <w:t>256.0501</w:t>
      </w:r>
      <w:r>
        <w:tab/>
        <w:t>1.520e0</w:t>
      </w:r>
    </w:p>
    <w:p w14:paraId="785CEE7C" w14:textId="77777777" w:rsidR="006D4449" w:rsidRDefault="006D4449" w:rsidP="006D4449">
      <w:r>
        <w:t>256.0596</w:t>
      </w:r>
      <w:r>
        <w:tab/>
        <w:t>2.025e0</w:t>
      </w:r>
    </w:p>
    <w:p w14:paraId="20360448" w14:textId="77777777" w:rsidR="006D4449" w:rsidRDefault="006D4449" w:rsidP="006D4449">
      <w:r>
        <w:t>256.0807</w:t>
      </w:r>
      <w:r>
        <w:tab/>
        <w:t>2.025e0</w:t>
      </w:r>
    </w:p>
    <w:p w14:paraId="534F1419" w14:textId="77777777" w:rsidR="006D4449" w:rsidRDefault="006D4449" w:rsidP="006D4449">
      <w:r>
        <w:t>256.0857</w:t>
      </w:r>
      <w:r>
        <w:tab/>
        <w:t>2.025e0</w:t>
      </w:r>
    </w:p>
    <w:p w14:paraId="1BC2EA09" w14:textId="77777777" w:rsidR="006D4449" w:rsidRDefault="006D4449" w:rsidP="006D4449">
      <w:r>
        <w:t>256.0877</w:t>
      </w:r>
      <w:r>
        <w:tab/>
        <w:t>3.038e0</w:t>
      </w:r>
    </w:p>
    <w:p w14:paraId="1F9924C7" w14:textId="77777777" w:rsidR="006D4449" w:rsidRDefault="006D4449" w:rsidP="006D4449">
      <w:r>
        <w:t>256.0941</w:t>
      </w:r>
      <w:r>
        <w:tab/>
        <w:t>2.025e0</w:t>
      </w:r>
    </w:p>
    <w:p w14:paraId="5124A109" w14:textId="77777777" w:rsidR="006D4449" w:rsidRDefault="006D4449" w:rsidP="006D4449">
      <w:r>
        <w:t>256.0998</w:t>
      </w:r>
      <w:r>
        <w:tab/>
        <w:t>3.038e0</w:t>
      </w:r>
    </w:p>
    <w:p w14:paraId="0542BFB3" w14:textId="77777777" w:rsidR="006D4449" w:rsidRDefault="006D4449" w:rsidP="006D4449">
      <w:r>
        <w:t>256.1132</w:t>
      </w:r>
      <w:r>
        <w:tab/>
        <w:t>1.013e0</w:t>
      </w:r>
    </w:p>
    <w:p w14:paraId="6CC0D8F1" w14:textId="77777777" w:rsidR="006D4449" w:rsidRDefault="006D4449" w:rsidP="006D4449">
      <w:r>
        <w:t>256.1262</w:t>
      </w:r>
      <w:r>
        <w:tab/>
        <w:t>2.025e0</w:t>
      </w:r>
    </w:p>
    <w:p w14:paraId="3D4F881E" w14:textId="77777777" w:rsidR="006D4449" w:rsidRDefault="006D4449" w:rsidP="006D4449">
      <w:r>
        <w:t>256.1281</w:t>
      </w:r>
      <w:r>
        <w:tab/>
        <w:t>2.025e0</w:t>
      </w:r>
    </w:p>
    <w:p w14:paraId="2F25B666" w14:textId="77777777" w:rsidR="006D4449" w:rsidRDefault="006D4449" w:rsidP="006D4449">
      <w:r>
        <w:lastRenderedPageBreak/>
        <w:t>256.1360</w:t>
      </w:r>
      <w:r>
        <w:tab/>
        <w:t>2.025e0</w:t>
      </w:r>
    </w:p>
    <w:p w14:paraId="54D3362E" w14:textId="77777777" w:rsidR="006D4449" w:rsidRDefault="006D4449" w:rsidP="006D4449">
      <w:r>
        <w:t>256.1472</w:t>
      </w:r>
      <w:r>
        <w:tab/>
        <w:t>1.013e0</w:t>
      </w:r>
    </w:p>
    <w:p w14:paraId="45D2555B" w14:textId="77777777" w:rsidR="006D4449" w:rsidRDefault="006D4449" w:rsidP="006D4449">
      <w:r>
        <w:t>256.1710</w:t>
      </w:r>
      <w:r>
        <w:tab/>
        <w:t>2.025e0</w:t>
      </w:r>
    </w:p>
    <w:p w14:paraId="31216B50" w14:textId="77777777" w:rsidR="006D4449" w:rsidRDefault="006D4449" w:rsidP="006D4449">
      <w:r>
        <w:t>256.1757</w:t>
      </w:r>
      <w:r>
        <w:tab/>
        <w:t>6.076e0</w:t>
      </w:r>
    </w:p>
    <w:p w14:paraId="6A1E9B13" w14:textId="77777777" w:rsidR="006D4449" w:rsidRDefault="006D4449" w:rsidP="006D4449">
      <w:r>
        <w:t>256.1789</w:t>
      </w:r>
      <w:r>
        <w:tab/>
        <w:t>7.089e0</w:t>
      </w:r>
    </w:p>
    <w:p w14:paraId="33301EE4" w14:textId="77777777" w:rsidR="006D4449" w:rsidRDefault="006D4449" w:rsidP="006D4449">
      <w:r>
        <w:t>256.2070</w:t>
      </w:r>
      <w:r>
        <w:tab/>
        <w:t>1.013e0</w:t>
      </w:r>
    </w:p>
    <w:p w14:paraId="581DD563" w14:textId="77777777" w:rsidR="006D4449" w:rsidRDefault="006D4449" w:rsidP="006D4449">
      <w:r>
        <w:t>256.2137</w:t>
      </w:r>
      <w:r>
        <w:tab/>
        <w:t>1.013e0</w:t>
      </w:r>
    </w:p>
    <w:p w14:paraId="0B901886" w14:textId="77777777" w:rsidR="006D4449" w:rsidRDefault="006D4449" w:rsidP="006D4449">
      <w:r>
        <w:t>256.2147</w:t>
      </w:r>
      <w:r>
        <w:tab/>
        <w:t>3.038e0</w:t>
      </w:r>
    </w:p>
    <w:p w14:paraId="32099330" w14:textId="77777777" w:rsidR="006D4449" w:rsidRDefault="006D4449" w:rsidP="006D4449">
      <w:r>
        <w:t>256.2279</w:t>
      </w:r>
      <w:r>
        <w:tab/>
        <w:t>2.025e0</w:t>
      </w:r>
    </w:p>
    <w:p w14:paraId="34606F5B" w14:textId="77777777" w:rsidR="006D4449" w:rsidRDefault="006D4449" w:rsidP="006D4449">
      <w:r>
        <w:t>256.2483</w:t>
      </w:r>
      <w:r>
        <w:tab/>
        <w:t>1.013e0</w:t>
      </w:r>
    </w:p>
    <w:p w14:paraId="729CC481" w14:textId="77777777" w:rsidR="006D4449" w:rsidRDefault="006D4449" w:rsidP="006D4449">
      <w:r>
        <w:t>256.2540</w:t>
      </w:r>
      <w:r>
        <w:tab/>
        <w:t>4.051e0</w:t>
      </w:r>
    </w:p>
    <w:p w14:paraId="032B8FE3" w14:textId="77777777" w:rsidR="006D4449" w:rsidRDefault="006D4449" w:rsidP="006D4449">
      <w:r>
        <w:t>256.2718</w:t>
      </w:r>
      <w:r>
        <w:tab/>
        <w:t>1.013e0</w:t>
      </w:r>
    </w:p>
    <w:p w14:paraId="393BB73B" w14:textId="77777777" w:rsidR="006D4449" w:rsidRDefault="006D4449" w:rsidP="006D4449">
      <w:r>
        <w:t>256.2769</w:t>
      </w:r>
      <w:r>
        <w:tab/>
        <w:t>2.025e0</w:t>
      </w:r>
    </w:p>
    <w:p w14:paraId="42F11C04" w14:textId="77777777" w:rsidR="006D4449" w:rsidRDefault="006D4449" w:rsidP="006D4449">
      <w:r>
        <w:t>256.2945</w:t>
      </w:r>
      <w:r>
        <w:tab/>
        <w:t>1.013e0</w:t>
      </w:r>
    </w:p>
    <w:p w14:paraId="36CC9E2B" w14:textId="77777777" w:rsidR="006D4449" w:rsidRDefault="006D4449" w:rsidP="006D4449">
      <w:r>
        <w:t>256.3098</w:t>
      </w:r>
      <w:r>
        <w:tab/>
        <w:t>1.013e0</w:t>
      </w:r>
    </w:p>
    <w:p w14:paraId="62DCB3DB" w14:textId="77777777" w:rsidR="006D4449" w:rsidRDefault="006D4449" w:rsidP="006D4449">
      <w:r>
        <w:t>256.3252</w:t>
      </w:r>
      <w:r>
        <w:tab/>
        <w:t>1.013e0</w:t>
      </w:r>
    </w:p>
    <w:p w14:paraId="47ECC967" w14:textId="77777777" w:rsidR="006D4449" w:rsidRDefault="006D4449" w:rsidP="006D4449">
      <w:r>
        <w:t>256.3468</w:t>
      </w:r>
      <w:r>
        <w:tab/>
        <w:t>1.013e0</w:t>
      </w:r>
    </w:p>
    <w:p w14:paraId="61F73D06" w14:textId="77777777" w:rsidR="006D4449" w:rsidRDefault="006D4449" w:rsidP="006D4449">
      <w:r>
        <w:t>256.3617</w:t>
      </w:r>
      <w:r>
        <w:tab/>
        <w:t>2.025e0</w:t>
      </w:r>
    </w:p>
    <w:p w14:paraId="64ECE964" w14:textId="77777777" w:rsidR="006D4449" w:rsidRDefault="006D4449" w:rsidP="006D4449">
      <w:r>
        <w:t>256.3812</w:t>
      </w:r>
      <w:r>
        <w:tab/>
        <w:t>1.013e0</w:t>
      </w:r>
    </w:p>
    <w:p w14:paraId="6FC295D7" w14:textId="77777777" w:rsidR="006D4449" w:rsidRDefault="006D4449" w:rsidP="006D4449">
      <w:r>
        <w:lastRenderedPageBreak/>
        <w:t>256.3907</w:t>
      </w:r>
      <w:r>
        <w:tab/>
        <w:t>1.013e0</w:t>
      </w:r>
    </w:p>
    <w:p w14:paraId="16FB4441" w14:textId="77777777" w:rsidR="006D4449" w:rsidRDefault="006D4449" w:rsidP="006D4449">
      <w:r>
        <w:t>256.3971</w:t>
      </w:r>
      <w:r>
        <w:tab/>
        <w:t>2.025e0</w:t>
      </w:r>
    </w:p>
    <w:p w14:paraId="407641DD" w14:textId="77777777" w:rsidR="006D4449" w:rsidRDefault="006D4449" w:rsidP="006D4449">
      <w:r>
        <w:t>256.4192</w:t>
      </w:r>
      <w:r>
        <w:tab/>
        <w:t>1.013e0</w:t>
      </w:r>
    </w:p>
    <w:p w14:paraId="13C9835F" w14:textId="77777777" w:rsidR="006D4449" w:rsidRDefault="006D4449" w:rsidP="006D4449">
      <w:r>
        <w:t>256.4324</w:t>
      </w:r>
      <w:r>
        <w:tab/>
        <w:t>1.013e0</w:t>
      </w:r>
    </w:p>
    <w:p w14:paraId="34C17CF3" w14:textId="77777777" w:rsidR="006D4449" w:rsidRDefault="006D4449" w:rsidP="006D4449">
      <w:r>
        <w:t>256.4620</w:t>
      </w:r>
      <w:r>
        <w:tab/>
        <w:t>1.013e0</w:t>
      </w:r>
    </w:p>
    <w:p w14:paraId="7DE33AE9" w14:textId="77777777" w:rsidR="006D4449" w:rsidRDefault="006D4449" w:rsidP="006D4449">
      <w:r>
        <w:t>256.4762</w:t>
      </w:r>
      <w:r>
        <w:tab/>
        <w:t>1.013e0</w:t>
      </w:r>
    </w:p>
    <w:p w14:paraId="1157E52C" w14:textId="77777777" w:rsidR="006D4449" w:rsidRDefault="006D4449" w:rsidP="006D4449">
      <w:r>
        <w:t>256.5038</w:t>
      </w:r>
      <w:r>
        <w:tab/>
        <w:t>1.013e0</w:t>
      </w:r>
    </w:p>
    <w:p w14:paraId="73FF8B71" w14:textId="77777777" w:rsidR="006D4449" w:rsidRDefault="006D4449" w:rsidP="006D4449">
      <w:r>
        <w:t>256.5158</w:t>
      </w:r>
      <w:r>
        <w:tab/>
        <w:t>2.025e0</w:t>
      </w:r>
    </w:p>
    <w:p w14:paraId="2D9572AD" w14:textId="77777777" w:rsidR="006D4449" w:rsidRDefault="006D4449" w:rsidP="006D4449">
      <w:r>
        <w:t>256.5185</w:t>
      </w:r>
      <w:r>
        <w:tab/>
        <w:t>1.013e0</w:t>
      </w:r>
    </w:p>
    <w:p w14:paraId="595D1DCE" w14:textId="77777777" w:rsidR="006D4449" w:rsidRDefault="006D4449" w:rsidP="006D4449">
      <w:r>
        <w:t>256.5206</w:t>
      </w:r>
      <w:r>
        <w:tab/>
        <w:t>2.025e0</w:t>
      </w:r>
    </w:p>
    <w:p w14:paraId="644D4233" w14:textId="77777777" w:rsidR="006D4449" w:rsidRDefault="006D4449" w:rsidP="006D4449">
      <w:r>
        <w:t>256.5429</w:t>
      </w:r>
      <w:r>
        <w:tab/>
        <w:t>1.013e0</w:t>
      </w:r>
    </w:p>
    <w:p w14:paraId="02F17A9E" w14:textId="77777777" w:rsidR="006D4449" w:rsidRDefault="006D4449" w:rsidP="006D4449">
      <w:r>
        <w:t>256.5609</w:t>
      </w:r>
      <w:r>
        <w:tab/>
        <w:t>1.013e0</w:t>
      </w:r>
    </w:p>
    <w:p w14:paraId="04F9BBF2" w14:textId="77777777" w:rsidR="006D4449" w:rsidRDefault="006D4449" w:rsidP="006D4449">
      <w:r>
        <w:t>256.5850</w:t>
      </w:r>
      <w:r>
        <w:tab/>
        <w:t>2.025e0</w:t>
      </w:r>
    </w:p>
    <w:p w14:paraId="7BABDD66" w14:textId="77777777" w:rsidR="006D4449" w:rsidRDefault="006D4449" w:rsidP="006D4449">
      <w:r>
        <w:t>256.6033</w:t>
      </w:r>
      <w:r>
        <w:tab/>
        <w:t>1.013e0</w:t>
      </w:r>
    </w:p>
    <w:p w14:paraId="0B598284" w14:textId="77777777" w:rsidR="006D4449" w:rsidRDefault="006D4449" w:rsidP="006D4449">
      <w:r>
        <w:t>256.6191</w:t>
      </w:r>
      <w:r>
        <w:tab/>
        <w:t>1.013e0</w:t>
      </w:r>
    </w:p>
    <w:p w14:paraId="03F0BEE0" w14:textId="77777777" w:rsidR="006D4449" w:rsidRDefault="006D4449" w:rsidP="006D4449">
      <w:r>
        <w:t>256.6667</w:t>
      </w:r>
      <w:r>
        <w:tab/>
        <w:t>1.013e0</w:t>
      </w:r>
    </w:p>
    <w:p w14:paraId="45D73E56" w14:textId="77777777" w:rsidR="006D4449" w:rsidRDefault="006D4449" w:rsidP="006D4449">
      <w:r>
        <w:t>256.6813</w:t>
      </w:r>
      <w:r>
        <w:tab/>
        <w:t>3.038e0</w:t>
      </w:r>
    </w:p>
    <w:p w14:paraId="6D7F5476" w14:textId="77777777" w:rsidR="006D4449" w:rsidRDefault="006D4449" w:rsidP="006D4449">
      <w:r>
        <w:t>256.6831</w:t>
      </w:r>
      <w:r>
        <w:tab/>
        <w:t>1.013e0</w:t>
      </w:r>
    </w:p>
    <w:p w14:paraId="48D8304C" w14:textId="77777777" w:rsidR="006D4449" w:rsidRDefault="006D4449" w:rsidP="006D4449">
      <w:r>
        <w:t>256.6882</w:t>
      </w:r>
      <w:r>
        <w:tab/>
        <w:t>1.013e0</w:t>
      </w:r>
    </w:p>
    <w:p w14:paraId="28C1B026" w14:textId="77777777" w:rsidR="006D4449" w:rsidRDefault="006D4449" w:rsidP="006D4449">
      <w:r>
        <w:lastRenderedPageBreak/>
        <w:t>256.7306</w:t>
      </w:r>
      <w:r>
        <w:tab/>
        <w:t>1.013e0</w:t>
      </w:r>
    </w:p>
    <w:p w14:paraId="298F61CC" w14:textId="77777777" w:rsidR="006D4449" w:rsidRDefault="006D4449" w:rsidP="006D4449">
      <w:r>
        <w:t>256.7418</w:t>
      </w:r>
      <w:r>
        <w:tab/>
        <w:t>1.013e0</w:t>
      </w:r>
    </w:p>
    <w:p w14:paraId="7CA7873A" w14:textId="77777777" w:rsidR="006D4449" w:rsidRDefault="006D4449" w:rsidP="006D4449">
      <w:r>
        <w:t>256.7478</w:t>
      </w:r>
      <w:r>
        <w:tab/>
        <w:t>2.025e0</w:t>
      </w:r>
    </w:p>
    <w:p w14:paraId="41FBBE25" w14:textId="77777777" w:rsidR="006D4449" w:rsidRDefault="006D4449" w:rsidP="006D4449">
      <w:r>
        <w:t>256.7639</w:t>
      </w:r>
      <w:r>
        <w:tab/>
        <w:t>1.013e0</w:t>
      </w:r>
    </w:p>
    <w:p w14:paraId="71BA77DE" w14:textId="77777777" w:rsidR="006D4449" w:rsidRDefault="006D4449" w:rsidP="006D4449">
      <w:r>
        <w:t>256.7720</w:t>
      </w:r>
      <w:r>
        <w:tab/>
        <w:t>1.013e0</w:t>
      </w:r>
    </w:p>
    <w:p w14:paraId="1995651B" w14:textId="77777777" w:rsidR="006D4449" w:rsidRDefault="006D4449" w:rsidP="006D4449">
      <w:r>
        <w:t>256.7731</w:t>
      </w:r>
      <w:r>
        <w:tab/>
        <w:t>1.013e0</w:t>
      </w:r>
    </w:p>
    <w:p w14:paraId="13546E30" w14:textId="77777777" w:rsidR="006D4449" w:rsidRDefault="006D4449" w:rsidP="006D4449">
      <w:r>
        <w:t>256.7905</w:t>
      </w:r>
      <w:r>
        <w:tab/>
        <w:t>1.013e0</w:t>
      </w:r>
    </w:p>
    <w:p w14:paraId="2913F5D0" w14:textId="77777777" w:rsidR="006D4449" w:rsidRDefault="006D4449" w:rsidP="006D4449">
      <w:r>
        <w:t>256.8115</w:t>
      </w:r>
      <w:r>
        <w:tab/>
        <w:t>1.013e0</w:t>
      </w:r>
    </w:p>
    <w:p w14:paraId="7DCA0640" w14:textId="77777777" w:rsidR="006D4449" w:rsidRDefault="006D4449" w:rsidP="006D4449">
      <w:r>
        <w:t>256.8260</w:t>
      </w:r>
      <w:r>
        <w:tab/>
        <w:t>2.025e0</w:t>
      </w:r>
    </w:p>
    <w:p w14:paraId="4A5EAF59" w14:textId="77777777" w:rsidR="006D4449" w:rsidRDefault="006D4449" w:rsidP="006D4449">
      <w:r>
        <w:t>256.8817</w:t>
      </w:r>
      <w:r>
        <w:tab/>
        <w:t>3.038e0</w:t>
      </w:r>
    </w:p>
    <w:p w14:paraId="2D79CAF7" w14:textId="77777777" w:rsidR="006D4449" w:rsidRDefault="006D4449" w:rsidP="006D4449">
      <w:r>
        <w:t>256.8924</w:t>
      </w:r>
      <w:r>
        <w:tab/>
        <w:t>1.013e0</w:t>
      </w:r>
    </w:p>
    <w:p w14:paraId="346C3335" w14:textId="77777777" w:rsidR="006D4449" w:rsidRDefault="006D4449" w:rsidP="006D4449">
      <w:r>
        <w:t>256.9191</w:t>
      </w:r>
      <w:r>
        <w:tab/>
        <w:t>1.013e0</w:t>
      </w:r>
    </w:p>
    <w:p w14:paraId="35F54B0D" w14:textId="77777777" w:rsidR="006D4449" w:rsidRDefault="006D4449" w:rsidP="006D4449">
      <w:r>
        <w:t>256.9258</w:t>
      </w:r>
      <w:r>
        <w:tab/>
        <w:t>1.013e0</w:t>
      </w:r>
    </w:p>
    <w:p w14:paraId="1E4D008D" w14:textId="77777777" w:rsidR="006D4449" w:rsidRDefault="006D4449" w:rsidP="006D4449">
      <w:r>
        <w:t>256.9466</w:t>
      </w:r>
      <w:r>
        <w:tab/>
        <w:t>1.013e0</w:t>
      </w:r>
    </w:p>
    <w:p w14:paraId="0B1AD800" w14:textId="77777777" w:rsidR="006D4449" w:rsidRDefault="006D4449" w:rsidP="006D4449">
      <w:r>
        <w:t>256.9682</w:t>
      </w:r>
      <w:r>
        <w:tab/>
        <w:t>1.013e0</w:t>
      </w:r>
    </w:p>
    <w:p w14:paraId="1FDD2303" w14:textId="77777777" w:rsidR="006D4449" w:rsidRDefault="006D4449" w:rsidP="006D4449">
      <w:r>
        <w:t>256.9693</w:t>
      </w:r>
      <w:r>
        <w:tab/>
        <w:t>1.013e0</w:t>
      </w:r>
    </w:p>
    <w:p w14:paraId="0194E79C" w14:textId="77777777" w:rsidR="006D4449" w:rsidRDefault="006D4449" w:rsidP="006D4449">
      <w:r>
        <w:t>257.0124</w:t>
      </w:r>
      <w:r>
        <w:tab/>
        <w:t>6.076e0</w:t>
      </w:r>
    </w:p>
    <w:p w14:paraId="48860405" w14:textId="77777777" w:rsidR="006D4449" w:rsidRDefault="006D4449" w:rsidP="006D4449">
      <w:r>
        <w:t>257.0230</w:t>
      </w:r>
      <w:r>
        <w:tab/>
        <w:t>2.025e0</w:t>
      </w:r>
    </w:p>
    <w:p w14:paraId="5854FE12" w14:textId="77777777" w:rsidR="006D4449" w:rsidRDefault="006D4449" w:rsidP="006D4449">
      <w:r>
        <w:t>257.0276</w:t>
      </w:r>
      <w:r>
        <w:tab/>
        <w:t>2.025e0</w:t>
      </w:r>
    </w:p>
    <w:p w14:paraId="4FA3DE11" w14:textId="77777777" w:rsidR="006D4449" w:rsidRDefault="006D4449" w:rsidP="006D4449">
      <w:r>
        <w:lastRenderedPageBreak/>
        <w:t>257.0346</w:t>
      </w:r>
      <w:r>
        <w:tab/>
        <w:t>4.401e0</w:t>
      </w:r>
    </w:p>
    <w:p w14:paraId="5C8B10BC" w14:textId="77777777" w:rsidR="006D4449" w:rsidRDefault="006D4449" w:rsidP="006D4449">
      <w:r>
        <w:t>257.0482</w:t>
      </w:r>
      <w:r>
        <w:tab/>
        <w:t>2.025e0</w:t>
      </w:r>
    </w:p>
    <w:p w14:paraId="5E0DDEFA" w14:textId="77777777" w:rsidR="006D4449" w:rsidRDefault="006D4449" w:rsidP="006D4449">
      <w:r>
        <w:t>257.0543</w:t>
      </w:r>
      <w:r>
        <w:tab/>
        <w:t>1.013e0</w:t>
      </w:r>
    </w:p>
    <w:p w14:paraId="552FFF20" w14:textId="77777777" w:rsidR="006D4449" w:rsidRDefault="006D4449" w:rsidP="006D4449">
      <w:r>
        <w:t>257.0847</w:t>
      </w:r>
      <w:r>
        <w:tab/>
        <w:t>2.025e0</w:t>
      </w:r>
    </w:p>
    <w:p w14:paraId="2D5B5474" w14:textId="77777777" w:rsidR="006D4449" w:rsidRDefault="006D4449" w:rsidP="006D4449">
      <w:r>
        <w:t>257.0916</w:t>
      </w:r>
      <w:r>
        <w:tab/>
        <w:t>1.013e0</w:t>
      </w:r>
    </w:p>
    <w:p w14:paraId="23C3BA36" w14:textId="77777777" w:rsidR="006D4449" w:rsidRDefault="006D4449" w:rsidP="006D4449">
      <w:r>
        <w:t>257.1277</w:t>
      </w:r>
      <w:r>
        <w:tab/>
        <w:t>3.038e0</w:t>
      </w:r>
    </w:p>
    <w:p w14:paraId="26CB7BD1" w14:textId="77777777" w:rsidR="006D4449" w:rsidRDefault="006D4449" w:rsidP="006D4449">
      <w:r>
        <w:t>257.1301</w:t>
      </w:r>
      <w:r>
        <w:tab/>
        <w:t>3.038e0</w:t>
      </w:r>
    </w:p>
    <w:p w14:paraId="6759BE5D" w14:textId="77777777" w:rsidR="006D4449" w:rsidRDefault="006D4449" w:rsidP="006D4449">
      <w:r>
        <w:t>257.1380</w:t>
      </w:r>
      <w:r>
        <w:tab/>
        <w:t>1.013e0</w:t>
      </w:r>
    </w:p>
    <w:p w14:paraId="78E8F3E3" w14:textId="77777777" w:rsidR="006D4449" w:rsidRDefault="006D4449" w:rsidP="006D4449">
      <w:r>
        <w:t>257.1522</w:t>
      </w:r>
      <w:r>
        <w:tab/>
        <w:t>4.051e0</w:t>
      </w:r>
    </w:p>
    <w:p w14:paraId="1BE14035" w14:textId="77777777" w:rsidR="006D4449" w:rsidRDefault="006D4449" w:rsidP="006D4449">
      <w:r>
        <w:t>257.1554</w:t>
      </w:r>
      <w:r>
        <w:tab/>
        <w:t>3.038e0</w:t>
      </w:r>
    </w:p>
    <w:p w14:paraId="2B68E4BB" w14:textId="77777777" w:rsidR="006D4449" w:rsidRDefault="006D4449" w:rsidP="006D4449">
      <w:r>
        <w:t>257.1725</w:t>
      </w:r>
      <w:r>
        <w:tab/>
        <w:t>1.013e0</w:t>
      </w:r>
    </w:p>
    <w:p w14:paraId="721BAB9A" w14:textId="77777777" w:rsidR="006D4449" w:rsidRDefault="006D4449" w:rsidP="006D4449">
      <w:r>
        <w:t>257.1808</w:t>
      </w:r>
      <w:r>
        <w:tab/>
        <w:t>5.063e0</w:t>
      </w:r>
    </w:p>
    <w:p w14:paraId="2A9332B3" w14:textId="77777777" w:rsidR="006D4449" w:rsidRDefault="006D4449" w:rsidP="006D4449">
      <w:r>
        <w:t>257.2039</w:t>
      </w:r>
      <w:r>
        <w:tab/>
        <w:t>3.110e0</w:t>
      </w:r>
    </w:p>
    <w:p w14:paraId="6C0CCB53" w14:textId="77777777" w:rsidR="006D4449" w:rsidRDefault="006D4449" w:rsidP="006D4449">
      <w:r>
        <w:t>257.2070</w:t>
      </w:r>
      <w:r>
        <w:tab/>
        <w:t>1.013e0</w:t>
      </w:r>
    </w:p>
    <w:p w14:paraId="41E1283D" w14:textId="77777777" w:rsidR="006D4449" w:rsidRDefault="006D4449" w:rsidP="006D4449">
      <w:r>
        <w:t>257.2165</w:t>
      </w:r>
      <w:r>
        <w:tab/>
        <w:t>2.025e0</w:t>
      </w:r>
    </w:p>
    <w:p w14:paraId="75D17403" w14:textId="77777777" w:rsidR="006D4449" w:rsidRDefault="006D4449" w:rsidP="006D4449">
      <w:r>
        <w:t>257.2222</w:t>
      </w:r>
      <w:r>
        <w:tab/>
        <w:t>2.025e0</w:t>
      </w:r>
    </w:p>
    <w:p w14:paraId="7F5C9EB5" w14:textId="77777777" w:rsidR="006D4449" w:rsidRDefault="006D4449" w:rsidP="006D4449">
      <w:r>
        <w:t>257.2357</w:t>
      </w:r>
      <w:r>
        <w:tab/>
        <w:t>2.025e0</w:t>
      </w:r>
    </w:p>
    <w:p w14:paraId="1F417D44" w14:textId="77777777" w:rsidR="006D4449" w:rsidRDefault="006D4449" w:rsidP="006D4449">
      <w:r>
        <w:t>257.2374</w:t>
      </w:r>
      <w:r>
        <w:tab/>
        <w:t>1.013e0</w:t>
      </w:r>
    </w:p>
    <w:p w14:paraId="2E6F68C1" w14:textId="77777777" w:rsidR="006D4449" w:rsidRDefault="006D4449" w:rsidP="006D4449">
      <w:r>
        <w:t>257.2505</w:t>
      </w:r>
      <w:r>
        <w:tab/>
        <w:t>1.013e0</w:t>
      </w:r>
    </w:p>
    <w:p w14:paraId="03127FCB" w14:textId="77777777" w:rsidR="006D4449" w:rsidRDefault="006D4449" w:rsidP="006D4449">
      <w:r>
        <w:lastRenderedPageBreak/>
        <w:t>257.2546</w:t>
      </w:r>
      <w:r>
        <w:tab/>
        <w:t>1.013e0</w:t>
      </w:r>
    </w:p>
    <w:p w14:paraId="77BD53C1" w14:textId="77777777" w:rsidR="006D4449" w:rsidRDefault="006D4449" w:rsidP="006D4449">
      <w:r>
        <w:t>257.2596</w:t>
      </w:r>
      <w:r>
        <w:tab/>
        <w:t>2.025e0</w:t>
      </w:r>
    </w:p>
    <w:p w14:paraId="3542F81F" w14:textId="77777777" w:rsidR="006D4449" w:rsidRDefault="006D4449" w:rsidP="006D4449">
      <w:r>
        <w:t>257.2851</w:t>
      </w:r>
      <w:r>
        <w:tab/>
        <w:t>1.013e0</w:t>
      </w:r>
    </w:p>
    <w:p w14:paraId="6535821E" w14:textId="77777777" w:rsidR="006D4449" w:rsidRDefault="006D4449" w:rsidP="006D4449">
      <w:r>
        <w:t>257.3053</w:t>
      </w:r>
      <w:r>
        <w:tab/>
        <w:t>1.013e0</w:t>
      </w:r>
    </w:p>
    <w:p w14:paraId="50CDB654" w14:textId="77777777" w:rsidR="006D4449" w:rsidRDefault="006D4449" w:rsidP="006D4449">
      <w:r>
        <w:t>257.3089</w:t>
      </w:r>
      <w:r>
        <w:tab/>
        <w:t>1.013e0</w:t>
      </w:r>
    </w:p>
    <w:p w14:paraId="7ED890E6" w14:textId="77777777" w:rsidR="006D4449" w:rsidRDefault="006D4449" w:rsidP="006D4449">
      <w:r>
        <w:t>257.3236</w:t>
      </w:r>
      <w:r>
        <w:tab/>
        <w:t>1.013e0</w:t>
      </w:r>
    </w:p>
    <w:p w14:paraId="553BC655" w14:textId="77777777" w:rsidR="006D4449" w:rsidRDefault="006D4449" w:rsidP="006D4449">
      <w:r>
        <w:t>257.3864</w:t>
      </w:r>
      <w:r>
        <w:tab/>
        <w:t>1.013e0</w:t>
      </w:r>
    </w:p>
    <w:p w14:paraId="7134919A" w14:textId="77777777" w:rsidR="006D4449" w:rsidRDefault="006D4449" w:rsidP="006D4449">
      <w:r>
        <w:t>257.4588</w:t>
      </w:r>
      <w:r>
        <w:tab/>
        <w:t>2.025e0</w:t>
      </w:r>
    </w:p>
    <w:p w14:paraId="08C2C246" w14:textId="77777777" w:rsidR="006D4449" w:rsidRDefault="006D4449" w:rsidP="006D4449">
      <w:r>
        <w:t>257.4711</w:t>
      </w:r>
      <w:r>
        <w:tab/>
        <w:t>3.038e0</w:t>
      </w:r>
    </w:p>
    <w:p w14:paraId="32A3BEB0" w14:textId="77777777" w:rsidR="006D4449" w:rsidRDefault="006D4449" w:rsidP="006D4449">
      <w:r>
        <w:t>257.4805</w:t>
      </w:r>
      <w:r>
        <w:tab/>
        <w:t>1.013e0</w:t>
      </w:r>
    </w:p>
    <w:p w14:paraId="4ED735CF" w14:textId="77777777" w:rsidR="006D4449" w:rsidRDefault="006D4449" w:rsidP="006D4449">
      <w:r>
        <w:t>257.5240</w:t>
      </w:r>
      <w:r>
        <w:tab/>
        <w:t>1.013e0</w:t>
      </w:r>
    </w:p>
    <w:p w14:paraId="3138382B" w14:textId="77777777" w:rsidR="006D4449" w:rsidRDefault="006D4449" w:rsidP="006D4449">
      <w:r>
        <w:t>257.5319</w:t>
      </w:r>
      <w:r>
        <w:tab/>
        <w:t>1.013e0</w:t>
      </w:r>
    </w:p>
    <w:p w14:paraId="54CF87A9" w14:textId="77777777" w:rsidR="006D4449" w:rsidRDefault="006D4449" w:rsidP="006D4449">
      <w:r>
        <w:t>257.5428</w:t>
      </w:r>
      <w:r>
        <w:tab/>
        <w:t>1.013e0</w:t>
      </w:r>
    </w:p>
    <w:p w14:paraId="38944785" w14:textId="77777777" w:rsidR="006D4449" w:rsidRDefault="006D4449" w:rsidP="006D4449">
      <w:r>
        <w:t>257.5534</w:t>
      </w:r>
      <w:r>
        <w:tab/>
        <w:t>1.013e0</w:t>
      </w:r>
    </w:p>
    <w:p w14:paraId="2B888D16" w14:textId="77777777" w:rsidR="006D4449" w:rsidRDefault="006D4449" w:rsidP="006D4449">
      <w:r>
        <w:t>257.5664</w:t>
      </w:r>
      <w:r>
        <w:tab/>
        <w:t>1.013e0</w:t>
      </w:r>
    </w:p>
    <w:p w14:paraId="309961AE" w14:textId="77777777" w:rsidR="006D4449" w:rsidRDefault="006D4449" w:rsidP="006D4449">
      <w:r>
        <w:t>257.5693</w:t>
      </w:r>
      <w:r>
        <w:tab/>
        <w:t>1.013e0</w:t>
      </w:r>
    </w:p>
    <w:p w14:paraId="07451E24" w14:textId="77777777" w:rsidR="006D4449" w:rsidRDefault="006D4449" w:rsidP="006D4449">
      <w:r>
        <w:t>257.5744</w:t>
      </w:r>
      <w:r>
        <w:tab/>
        <w:t>1.013e0</w:t>
      </w:r>
    </w:p>
    <w:p w14:paraId="01A1FAF6" w14:textId="77777777" w:rsidR="006D4449" w:rsidRDefault="006D4449" w:rsidP="006D4449">
      <w:r>
        <w:t>257.5811</w:t>
      </w:r>
      <w:r>
        <w:tab/>
        <w:t>1.013e0</w:t>
      </w:r>
    </w:p>
    <w:p w14:paraId="3E256577" w14:textId="77777777" w:rsidR="006D4449" w:rsidRDefault="006D4449" w:rsidP="006D4449">
      <w:r>
        <w:t>257.6158</w:t>
      </w:r>
      <w:r>
        <w:tab/>
        <w:t>1.013e0</w:t>
      </w:r>
    </w:p>
    <w:p w14:paraId="3BB2659E" w14:textId="77777777" w:rsidR="006D4449" w:rsidRDefault="006D4449" w:rsidP="006D4449">
      <w:r>
        <w:lastRenderedPageBreak/>
        <w:t>257.6169</w:t>
      </w:r>
      <w:r>
        <w:tab/>
        <w:t>1.013e0</w:t>
      </w:r>
    </w:p>
    <w:p w14:paraId="45F1261B" w14:textId="77777777" w:rsidR="006D4449" w:rsidRDefault="006D4449" w:rsidP="006D4449">
      <w:r>
        <w:t>257.6681</w:t>
      </w:r>
      <w:r>
        <w:tab/>
        <w:t>1.013e0</w:t>
      </w:r>
    </w:p>
    <w:p w14:paraId="4F4FAD21" w14:textId="77777777" w:rsidR="006D4449" w:rsidRDefault="006D4449" w:rsidP="006D4449">
      <w:r>
        <w:t>257.6898</w:t>
      </w:r>
      <w:r>
        <w:tab/>
        <w:t>1.013e0</w:t>
      </w:r>
    </w:p>
    <w:p w14:paraId="3EB1A43A" w14:textId="77777777" w:rsidR="006D4449" w:rsidRDefault="006D4449" w:rsidP="006D4449">
      <w:r>
        <w:t>257.7100</w:t>
      </w:r>
      <w:r>
        <w:tab/>
        <w:t>1.013e0</w:t>
      </w:r>
    </w:p>
    <w:p w14:paraId="3FF62BB9" w14:textId="77777777" w:rsidR="006D4449" w:rsidRDefault="006D4449" w:rsidP="006D4449">
      <w:r>
        <w:t>257.7206</w:t>
      </w:r>
      <w:r>
        <w:tab/>
        <w:t>1.013e0</w:t>
      </w:r>
    </w:p>
    <w:p w14:paraId="61F82C33" w14:textId="77777777" w:rsidR="006D4449" w:rsidRDefault="006D4449" w:rsidP="006D4449">
      <w:r>
        <w:t>257.7493</w:t>
      </w:r>
      <w:r>
        <w:tab/>
        <w:t>1.013e0</w:t>
      </w:r>
    </w:p>
    <w:p w14:paraId="08C4921F" w14:textId="77777777" w:rsidR="006D4449" w:rsidRDefault="006D4449" w:rsidP="006D4449">
      <w:r>
        <w:t>257.7889</w:t>
      </w:r>
      <w:r>
        <w:tab/>
        <w:t>2.025e0</w:t>
      </w:r>
    </w:p>
    <w:p w14:paraId="782670D2" w14:textId="77777777" w:rsidR="006D4449" w:rsidRDefault="006D4449" w:rsidP="006D4449">
      <w:r>
        <w:t>257.8093</w:t>
      </w:r>
      <w:r>
        <w:tab/>
        <w:t>1.013e0</w:t>
      </w:r>
    </w:p>
    <w:p w14:paraId="75C32604" w14:textId="77777777" w:rsidR="006D4449" w:rsidRDefault="006D4449" w:rsidP="006D4449">
      <w:r>
        <w:t>257.8507</w:t>
      </w:r>
      <w:r>
        <w:tab/>
        <w:t>1.013e0</w:t>
      </w:r>
    </w:p>
    <w:p w14:paraId="5A965FDD" w14:textId="77777777" w:rsidR="006D4449" w:rsidRDefault="006D4449" w:rsidP="006D4449">
      <w:r>
        <w:t>257.8687</w:t>
      </w:r>
      <w:r>
        <w:tab/>
        <w:t>1.013e0</w:t>
      </w:r>
    </w:p>
    <w:p w14:paraId="55E8773A" w14:textId="77777777" w:rsidR="006D4449" w:rsidRDefault="006D4449" w:rsidP="006D4449">
      <w:r>
        <w:t>257.8943</w:t>
      </w:r>
      <w:r>
        <w:tab/>
        <w:t>1.013e0</w:t>
      </w:r>
    </w:p>
    <w:p w14:paraId="5232D305" w14:textId="77777777" w:rsidR="006D4449" w:rsidRDefault="006D4449" w:rsidP="006D4449">
      <w:r>
        <w:t>257.9297</w:t>
      </w:r>
      <w:r>
        <w:tab/>
        <w:t>4.051e0</w:t>
      </w:r>
    </w:p>
    <w:p w14:paraId="02D656B0" w14:textId="77777777" w:rsidR="006D4449" w:rsidRDefault="006D4449" w:rsidP="006D4449">
      <w:r>
        <w:t>257.9432</w:t>
      </w:r>
      <w:r>
        <w:tab/>
        <w:t>3.038e0</w:t>
      </w:r>
    </w:p>
    <w:p w14:paraId="73C858AE" w14:textId="77777777" w:rsidR="006D4449" w:rsidRDefault="006D4449" w:rsidP="006D4449">
      <w:r>
        <w:t>257.9452</w:t>
      </w:r>
      <w:r>
        <w:tab/>
        <w:t>1.013e0</w:t>
      </w:r>
    </w:p>
    <w:p w14:paraId="67FEF4A3" w14:textId="77777777" w:rsidR="006D4449" w:rsidRDefault="006D4449" w:rsidP="006D4449">
      <w:r>
        <w:t>257.9633</w:t>
      </w:r>
      <w:r>
        <w:tab/>
        <w:t>1.013e0</w:t>
      </w:r>
    </w:p>
    <w:p w14:paraId="3AFBF180" w14:textId="77777777" w:rsidR="006D4449" w:rsidRDefault="006D4449" w:rsidP="006D4449">
      <w:r>
        <w:t>257.9702</w:t>
      </w:r>
      <w:r>
        <w:tab/>
        <w:t>1.013e0</w:t>
      </w:r>
    </w:p>
    <w:p w14:paraId="6E6C7EA2" w14:textId="77777777" w:rsidR="006D4449" w:rsidRDefault="006D4449" w:rsidP="006D4449">
      <w:r>
        <w:t>257.9872</w:t>
      </w:r>
      <w:r>
        <w:tab/>
        <w:t>1.013e0</w:t>
      </w:r>
    </w:p>
    <w:p w14:paraId="53430376" w14:textId="77777777" w:rsidR="006D4449" w:rsidRDefault="006D4449" w:rsidP="006D4449">
      <w:r>
        <w:t>257.9951</w:t>
      </w:r>
      <w:r>
        <w:tab/>
        <w:t>2.025e0</w:t>
      </w:r>
    </w:p>
    <w:p w14:paraId="4CE8B463" w14:textId="77777777" w:rsidR="006D4449" w:rsidRDefault="006D4449" w:rsidP="006D4449">
      <w:r>
        <w:t>258.0160</w:t>
      </w:r>
      <w:r>
        <w:tab/>
        <w:t>3.038e0</w:t>
      </w:r>
    </w:p>
    <w:p w14:paraId="165D10BC" w14:textId="77777777" w:rsidR="006D4449" w:rsidRDefault="006D4449" w:rsidP="006D4449">
      <w:r>
        <w:lastRenderedPageBreak/>
        <w:t>258.0185</w:t>
      </w:r>
      <w:r>
        <w:tab/>
        <w:t>5.063e0</w:t>
      </w:r>
    </w:p>
    <w:p w14:paraId="0B57BCD0" w14:textId="77777777" w:rsidR="006D4449" w:rsidRDefault="006D4449" w:rsidP="006D4449">
      <w:r>
        <w:t>258.0200</w:t>
      </w:r>
      <w:r>
        <w:tab/>
        <w:t>2.025e0</w:t>
      </w:r>
    </w:p>
    <w:p w14:paraId="3FF33A19" w14:textId="77777777" w:rsidR="006D4449" w:rsidRDefault="006D4449" w:rsidP="006D4449">
      <w:r>
        <w:t>258.0343</w:t>
      </w:r>
      <w:r>
        <w:tab/>
        <w:t>4.051e0</w:t>
      </w:r>
    </w:p>
    <w:p w14:paraId="7108B64F" w14:textId="77777777" w:rsidR="006D4449" w:rsidRDefault="006D4449" w:rsidP="006D4449">
      <w:r>
        <w:t>258.0443</w:t>
      </w:r>
      <w:r>
        <w:tab/>
        <w:t>2.025e0</w:t>
      </w:r>
    </w:p>
    <w:p w14:paraId="7646DDBF" w14:textId="77777777" w:rsidR="006D4449" w:rsidRDefault="006D4449" w:rsidP="006D4449">
      <w:r>
        <w:t>258.0464</w:t>
      </w:r>
      <w:r>
        <w:tab/>
        <w:t>4.051e0</w:t>
      </w:r>
    </w:p>
    <w:p w14:paraId="17B5DBB4" w14:textId="77777777" w:rsidR="006D4449" w:rsidRDefault="006D4449" w:rsidP="006D4449">
      <w:r>
        <w:t>258.0487</w:t>
      </w:r>
      <w:r>
        <w:tab/>
        <w:t>5.063e0</w:t>
      </w:r>
    </w:p>
    <w:p w14:paraId="36BA50D9" w14:textId="77777777" w:rsidR="006D4449" w:rsidRDefault="006D4449" w:rsidP="006D4449">
      <w:r>
        <w:t>258.0790</w:t>
      </w:r>
      <w:r>
        <w:tab/>
        <w:t>1.013e0</w:t>
      </w:r>
    </w:p>
    <w:p w14:paraId="24BC611C" w14:textId="77777777" w:rsidR="006D4449" w:rsidRDefault="006D4449" w:rsidP="006D4449">
      <w:r>
        <w:t>258.0829</w:t>
      </w:r>
      <w:r>
        <w:tab/>
        <w:t>3.038e0</w:t>
      </w:r>
    </w:p>
    <w:p w14:paraId="69E64590" w14:textId="77777777" w:rsidR="006D4449" w:rsidRDefault="006D4449" w:rsidP="006D4449">
      <w:r>
        <w:t>258.0882</w:t>
      </w:r>
      <w:r>
        <w:tab/>
        <w:t>3.038e0</w:t>
      </w:r>
    </w:p>
    <w:p w14:paraId="42078FB6" w14:textId="77777777" w:rsidR="006D4449" w:rsidRDefault="006D4449" w:rsidP="006D4449">
      <w:r>
        <w:t>258.0972</w:t>
      </w:r>
      <w:r>
        <w:tab/>
        <w:t>3.038e0</w:t>
      </w:r>
    </w:p>
    <w:p w14:paraId="37211042" w14:textId="77777777" w:rsidR="006D4449" w:rsidRDefault="006D4449" w:rsidP="006D4449">
      <w:r>
        <w:t>258.1020</w:t>
      </w:r>
      <w:r>
        <w:tab/>
        <w:t>1.013e0</w:t>
      </w:r>
    </w:p>
    <w:p w14:paraId="0A799756" w14:textId="77777777" w:rsidR="006D4449" w:rsidRDefault="006D4449" w:rsidP="006D4449">
      <w:r>
        <w:t>258.1242</w:t>
      </w:r>
      <w:r>
        <w:tab/>
        <w:t>1.013e0</w:t>
      </w:r>
    </w:p>
    <w:p w14:paraId="75AF6C2C" w14:textId="77777777" w:rsidR="006D4449" w:rsidRDefault="006D4449" w:rsidP="006D4449">
      <w:r>
        <w:t>258.1253</w:t>
      </w:r>
      <w:r>
        <w:tab/>
        <w:t>1.013e0</w:t>
      </w:r>
    </w:p>
    <w:p w14:paraId="65D5BB15" w14:textId="77777777" w:rsidR="006D4449" w:rsidRDefault="006D4449" w:rsidP="006D4449">
      <w:r>
        <w:t>258.1450</w:t>
      </w:r>
      <w:r>
        <w:tab/>
        <w:t>1.013e0</w:t>
      </w:r>
    </w:p>
    <w:p w14:paraId="5377126F" w14:textId="77777777" w:rsidR="006D4449" w:rsidRDefault="006D4449" w:rsidP="006D4449">
      <w:r>
        <w:t>258.1486</w:t>
      </w:r>
      <w:r>
        <w:tab/>
        <w:t>2.025e0</w:t>
      </w:r>
    </w:p>
    <w:p w14:paraId="1A0B0531" w14:textId="77777777" w:rsidR="006D4449" w:rsidRDefault="006D4449" w:rsidP="006D4449">
      <w:r>
        <w:t>258.1691</w:t>
      </w:r>
      <w:r>
        <w:tab/>
        <w:t>2.863e0</w:t>
      </w:r>
    </w:p>
    <w:p w14:paraId="33D2EC9D" w14:textId="77777777" w:rsidR="006D4449" w:rsidRDefault="006D4449" w:rsidP="006D4449">
      <w:r>
        <w:t>258.1786</w:t>
      </w:r>
      <w:r>
        <w:tab/>
        <w:t>1.013e0</w:t>
      </w:r>
    </w:p>
    <w:p w14:paraId="3DCC0546" w14:textId="77777777" w:rsidR="006D4449" w:rsidRDefault="006D4449" w:rsidP="006D4449">
      <w:r>
        <w:t>258.1881</w:t>
      </w:r>
      <w:r>
        <w:tab/>
        <w:t>1.013e0</w:t>
      </w:r>
    </w:p>
    <w:p w14:paraId="56F317C9" w14:textId="77777777" w:rsidR="006D4449" w:rsidRDefault="006D4449" w:rsidP="006D4449">
      <w:r>
        <w:t>258.1985</w:t>
      </w:r>
      <w:r>
        <w:tab/>
        <w:t>1.013e0</w:t>
      </w:r>
    </w:p>
    <w:p w14:paraId="46E44D31" w14:textId="77777777" w:rsidR="006D4449" w:rsidRDefault="006D4449" w:rsidP="006D4449">
      <w:r>
        <w:lastRenderedPageBreak/>
        <w:t>258.2093</w:t>
      </w:r>
      <w:r>
        <w:tab/>
        <w:t>1.013e0</w:t>
      </w:r>
    </w:p>
    <w:p w14:paraId="3F721C1B" w14:textId="77777777" w:rsidR="006D4449" w:rsidRDefault="006D4449" w:rsidP="006D4449">
      <w:r>
        <w:t>258.2123</w:t>
      </w:r>
      <w:r>
        <w:tab/>
        <w:t>2.025e0</w:t>
      </w:r>
    </w:p>
    <w:p w14:paraId="17AD0058" w14:textId="77777777" w:rsidR="006D4449" w:rsidRDefault="006D4449" w:rsidP="006D4449">
      <w:r>
        <w:t>258.2142</w:t>
      </w:r>
      <w:r>
        <w:tab/>
        <w:t>3.038e0</w:t>
      </w:r>
    </w:p>
    <w:p w14:paraId="62F2DCD9" w14:textId="77777777" w:rsidR="006D4449" w:rsidRDefault="006D4449" w:rsidP="006D4449">
      <w:r>
        <w:t>258.2316</w:t>
      </w:r>
      <w:r>
        <w:tab/>
        <w:t>3.038e0</w:t>
      </w:r>
    </w:p>
    <w:p w14:paraId="1A0F6978" w14:textId="77777777" w:rsidR="006D4449" w:rsidRDefault="006D4449" w:rsidP="006D4449">
      <w:r>
        <w:t>258.2387</w:t>
      </w:r>
      <w:r>
        <w:tab/>
        <w:t>2.025e0</w:t>
      </w:r>
    </w:p>
    <w:p w14:paraId="5C4DE500" w14:textId="77777777" w:rsidR="006D4449" w:rsidRDefault="006D4449" w:rsidP="006D4449">
      <w:r>
        <w:t>258.2657</w:t>
      </w:r>
      <w:r>
        <w:tab/>
        <w:t>2.025e0</w:t>
      </w:r>
    </w:p>
    <w:p w14:paraId="33572AFC" w14:textId="77777777" w:rsidR="006D4449" w:rsidRDefault="006D4449" w:rsidP="006D4449">
      <w:r>
        <w:t>258.2753</w:t>
      </w:r>
      <w:r>
        <w:tab/>
        <w:t>1.013e0</w:t>
      </w:r>
    </w:p>
    <w:p w14:paraId="3218D44C" w14:textId="77777777" w:rsidR="006D4449" w:rsidRDefault="006D4449" w:rsidP="006D4449">
      <w:r>
        <w:t>258.3088</w:t>
      </w:r>
      <w:r>
        <w:tab/>
        <w:t>1.013e0</w:t>
      </w:r>
    </w:p>
    <w:p w14:paraId="7D953DC6" w14:textId="77777777" w:rsidR="006D4449" w:rsidRDefault="006D4449" w:rsidP="006D4449">
      <w:r>
        <w:t>258.3136</w:t>
      </w:r>
      <w:r>
        <w:tab/>
        <w:t>2.025e0</w:t>
      </w:r>
    </w:p>
    <w:p w14:paraId="616FD0C9" w14:textId="77777777" w:rsidR="006D4449" w:rsidRDefault="006D4449" w:rsidP="006D4449">
      <w:r>
        <w:t>258.3367</w:t>
      </w:r>
      <w:r>
        <w:tab/>
        <w:t>1.013e0</w:t>
      </w:r>
    </w:p>
    <w:p w14:paraId="19A9929A" w14:textId="77777777" w:rsidR="006D4449" w:rsidRDefault="006D4449" w:rsidP="006D4449">
      <w:r>
        <w:t>258.3471</w:t>
      </w:r>
      <w:r>
        <w:tab/>
        <w:t>1.013e0</w:t>
      </w:r>
    </w:p>
    <w:p w14:paraId="1969E0C9" w14:textId="77777777" w:rsidR="006D4449" w:rsidRDefault="006D4449" w:rsidP="006D4449">
      <w:r>
        <w:t>258.3719</w:t>
      </w:r>
      <w:r>
        <w:tab/>
        <w:t>2.025e0</w:t>
      </w:r>
    </w:p>
    <w:p w14:paraId="0DE13366" w14:textId="77777777" w:rsidR="006D4449" w:rsidRDefault="006D4449" w:rsidP="006D4449">
      <w:r>
        <w:t>258.4226</w:t>
      </w:r>
      <w:r>
        <w:tab/>
        <w:t>1.013e0</w:t>
      </w:r>
    </w:p>
    <w:p w14:paraId="137D8242" w14:textId="77777777" w:rsidR="006D4449" w:rsidRDefault="006D4449" w:rsidP="006D4449">
      <w:r>
        <w:t>258.4524</w:t>
      </w:r>
      <w:r>
        <w:tab/>
        <w:t>1.013e0</w:t>
      </w:r>
    </w:p>
    <w:p w14:paraId="50FAEC47" w14:textId="77777777" w:rsidR="006D4449" w:rsidRDefault="006D4449" w:rsidP="006D4449">
      <w:r>
        <w:t>258.4621</w:t>
      </w:r>
      <w:r>
        <w:tab/>
        <w:t>2.025e0</w:t>
      </w:r>
    </w:p>
    <w:p w14:paraId="45473284" w14:textId="77777777" w:rsidR="006D4449" w:rsidRDefault="006D4449" w:rsidP="006D4449">
      <w:r>
        <w:t>258.4751</w:t>
      </w:r>
      <w:r>
        <w:tab/>
        <w:t>1.013e0</w:t>
      </w:r>
    </w:p>
    <w:p w14:paraId="5769B9CF" w14:textId="77777777" w:rsidR="006D4449" w:rsidRDefault="006D4449" w:rsidP="006D4449">
      <w:r>
        <w:t>258.4800</w:t>
      </w:r>
      <w:r>
        <w:tab/>
        <w:t>1.013e0</w:t>
      </w:r>
    </w:p>
    <w:p w14:paraId="0E0A1B76" w14:textId="77777777" w:rsidR="006D4449" w:rsidRDefault="006D4449" w:rsidP="006D4449">
      <w:r>
        <w:t>258.4900</w:t>
      </w:r>
      <w:r>
        <w:tab/>
        <w:t>2.025e0</w:t>
      </w:r>
    </w:p>
    <w:p w14:paraId="34CC2881" w14:textId="77777777" w:rsidR="006D4449" w:rsidRDefault="006D4449" w:rsidP="006D4449">
      <w:r>
        <w:t>258.5266</w:t>
      </w:r>
      <w:r>
        <w:tab/>
        <w:t>2.025e0</w:t>
      </w:r>
    </w:p>
    <w:p w14:paraId="173A9DE7" w14:textId="77777777" w:rsidR="006D4449" w:rsidRDefault="006D4449" w:rsidP="006D4449">
      <w:r>
        <w:lastRenderedPageBreak/>
        <w:t>258.5600</w:t>
      </w:r>
      <w:r>
        <w:tab/>
        <w:t>1.013e0</w:t>
      </w:r>
    </w:p>
    <w:p w14:paraId="3EC873DF" w14:textId="77777777" w:rsidR="006D4449" w:rsidRDefault="006D4449" w:rsidP="006D4449">
      <w:r>
        <w:t>258.5864</w:t>
      </w:r>
      <w:r>
        <w:tab/>
        <w:t>2.025e0</w:t>
      </w:r>
    </w:p>
    <w:p w14:paraId="2B11FA65" w14:textId="77777777" w:rsidR="006D4449" w:rsidRDefault="006D4449" w:rsidP="006D4449">
      <w:r>
        <w:t>258.6019</w:t>
      </w:r>
      <w:r>
        <w:tab/>
        <w:t>1.215e1</w:t>
      </w:r>
    </w:p>
    <w:p w14:paraId="6BBFB9FF" w14:textId="77777777" w:rsidR="006D4449" w:rsidRDefault="006D4449" w:rsidP="006D4449">
      <w:r>
        <w:t>258.6031</w:t>
      </w:r>
      <w:r>
        <w:tab/>
        <w:t>1.722e1</w:t>
      </w:r>
    </w:p>
    <w:p w14:paraId="354F6C84" w14:textId="77777777" w:rsidR="006D4449" w:rsidRDefault="006D4449" w:rsidP="006D4449">
      <w:r>
        <w:t>258.6054</w:t>
      </w:r>
      <w:r>
        <w:tab/>
        <w:t>8.101e0</w:t>
      </w:r>
    </w:p>
    <w:p w14:paraId="4302C79D" w14:textId="77777777" w:rsidR="006D4449" w:rsidRDefault="006D4449" w:rsidP="006D4449">
      <w:r>
        <w:t>258.6121</w:t>
      </w:r>
      <w:r>
        <w:tab/>
        <w:t>4.051e0</w:t>
      </w:r>
    </w:p>
    <w:p w14:paraId="5CB0ACB2" w14:textId="77777777" w:rsidR="006D4449" w:rsidRDefault="006D4449" w:rsidP="006D4449">
      <w:r>
        <w:t>258.6154</w:t>
      </w:r>
      <w:r>
        <w:tab/>
        <w:t>1.013e0</w:t>
      </w:r>
    </w:p>
    <w:p w14:paraId="00DE20A1" w14:textId="77777777" w:rsidR="006D4449" w:rsidRDefault="006D4449" w:rsidP="006D4449">
      <w:r>
        <w:t>258.6633</w:t>
      </w:r>
      <w:r>
        <w:tab/>
        <w:t>1.013e0</w:t>
      </w:r>
    </w:p>
    <w:p w14:paraId="64966C8B" w14:textId="77777777" w:rsidR="006D4449" w:rsidRDefault="006D4449" w:rsidP="006D4449">
      <w:r>
        <w:t>258.6728</w:t>
      </w:r>
      <w:r>
        <w:tab/>
        <w:t>3.038e0</w:t>
      </w:r>
    </w:p>
    <w:p w14:paraId="79CF0934" w14:textId="77777777" w:rsidR="006D4449" w:rsidRDefault="006D4449" w:rsidP="006D4449">
      <w:r>
        <w:t>258.6976</w:t>
      </w:r>
      <w:r>
        <w:tab/>
        <w:t>2.025e0</w:t>
      </w:r>
    </w:p>
    <w:p w14:paraId="16A10D19" w14:textId="77777777" w:rsidR="006D4449" w:rsidRDefault="006D4449" w:rsidP="006D4449">
      <w:r>
        <w:t>258.7064</w:t>
      </w:r>
      <w:r>
        <w:tab/>
        <w:t>1.013e0</w:t>
      </w:r>
    </w:p>
    <w:p w14:paraId="3B803FA4" w14:textId="77777777" w:rsidR="006D4449" w:rsidRDefault="006D4449" w:rsidP="006D4449">
      <w:r>
        <w:t>258.7142</w:t>
      </w:r>
      <w:r>
        <w:tab/>
        <w:t>1.013e0</w:t>
      </w:r>
    </w:p>
    <w:p w14:paraId="42163BF6" w14:textId="77777777" w:rsidR="006D4449" w:rsidRDefault="006D4449" w:rsidP="006D4449">
      <w:r>
        <w:t>258.7503</w:t>
      </w:r>
      <w:r>
        <w:tab/>
        <w:t>2.025e0</w:t>
      </w:r>
    </w:p>
    <w:p w14:paraId="6A072DD9" w14:textId="77777777" w:rsidR="006D4449" w:rsidRDefault="006D4449" w:rsidP="006D4449">
      <w:r>
        <w:t>258.7617</w:t>
      </w:r>
      <w:r>
        <w:tab/>
        <w:t>1.013e0</w:t>
      </w:r>
    </w:p>
    <w:p w14:paraId="3076C3BC" w14:textId="77777777" w:rsidR="006D4449" w:rsidRDefault="006D4449" w:rsidP="006D4449">
      <w:r>
        <w:t>258.7795</w:t>
      </w:r>
      <w:r>
        <w:tab/>
        <w:t>2.025e0</w:t>
      </w:r>
    </w:p>
    <w:p w14:paraId="573FDE55" w14:textId="77777777" w:rsidR="006D4449" w:rsidRDefault="006D4449" w:rsidP="006D4449">
      <w:r>
        <w:t>258.7860</w:t>
      </w:r>
      <w:r>
        <w:tab/>
        <w:t>5.063e0</w:t>
      </w:r>
    </w:p>
    <w:p w14:paraId="48415751" w14:textId="77777777" w:rsidR="006D4449" w:rsidRDefault="006D4449" w:rsidP="006D4449">
      <w:r>
        <w:t>258.7879</w:t>
      </w:r>
      <w:r>
        <w:tab/>
        <w:t>1.013e0</w:t>
      </w:r>
    </w:p>
    <w:p w14:paraId="0DBFA29C" w14:textId="77777777" w:rsidR="006D4449" w:rsidRDefault="006D4449" w:rsidP="006D4449">
      <w:r>
        <w:t>258.8003</w:t>
      </w:r>
      <w:r>
        <w:tab/>
        <w:t>1.013e0</w:t>
      </w:r>
    </w:p>
    <w:p w14:paraId="0BCDE888" w14:textId="77777777" w:rsidR="006D4449" w:rsidRDefault="006D4449" w:rsidP="006D4449">
      <w:r>
        <w:t>258.8146</w:t>
      </w:r>
      <w:r>
        <w:tab/>
        <w:t>2.025e0</w:t>
      </w:r>
    </w:p>
    <w:p w14:paraId="755E632C" w14:textId="77777777" w:rsidR="006D4449" w:rsidRDefault="006D4449" w:rsidP="006D4449">
      <w:r>
        <w:lastRenderedPageBreak/>
        <w:t>258.8496</w:t>
      </w:r>
      <w:r>
        <w:tab/>
        <w:t>1.013e0</w:t>
      </w:r>
    </w:p>
    <w:p w14:paraId="410F90E9" w14:textId="77777777" w:rsidR="006D4449" w:rsidRDefault="006D4449" w:rsidP="006D4449">
      <w:r>
        <w:t>258.8507</w:t>
      </w:r>
      <w:r>
        <w:tab/>
        <w:t>2.025e0</w:t>
      </w:r>
    </w:p>
    <w:p w14:paraId="0D37134A" w14:textId="77777777" w:rsidR="006D4449" w:rsidRDefault="006D4449" w:rsidP="006D4449">
      <w:r>
        <w:t>258.8878</w:t>
      </w:r>
      <w:r>
        <w:tab/>
        <w:t>3.038e0</w:t>
      </w:r>
    </w:p>
    <w:p w14:paraId="14EBACCA" w14:textId="77777777" w:rsidR="006D4449" w:rsidRDefault="006D4449" w:rsidP="006D4449">
      <w:r>
        <w:t>258.9067</w:t>
      </w:r>
      <w:r>
        <w:tab/>
        <w:t>1.013e0</w:t>
      </w:r>
    </w:p>
    <w:p w14:paraId="30508FFC" w14:textId="77777777" w:rsidR="006D4449" w:rsidRDefault="006D4449" w:rsidP="006D4449">
      <w:r>
        <w:t>258.9200</w:t>
      </w:r>
      <w:r>
        <w:tab/>
        <w:t>1.013e0</w:t>
      </w:r>
    </w:p>
    <w:p w14:paraId="1DB07EC8" w14:textId="77777777" w:rsidR="006D4449" w:rsidRDefault="006D4449" w:rsidP="006D4449">
      <w:r>
        <w:t>258.9501</w:t>
      </w:r>
      <w:r>
        <w:tab/>
        <w:t>2.025e0</w:t>
      </w:r>
    </w:p>
    <w:p w14:paraId="16FC7608" w14:textId="77777777" w:rsidR="006D4449" w:rsidRDefault="006D4449" w:rsidP="006D4449">
      <w:r>
        <w:t>258.9574</w:t>
      </w:r>
      <w:r>
        <w:tab/>
        <w:t>1.013e0</w:t>
      </w:r>
    </w:p>
    <w:p w14:paraId="6E48CD4C" w14:textId="77777777" w:rsidR="006D4449" w:rsidRDefault="006D4449" w:rsidP="006D4449">
      <w:r>
        <w:t>258.9720</w:t>
      </w:r>
      <w:r>
        <w:tab/>
        <w:t>2.025e0</w:t>
      </w:r>
    </w:p>
    <w:p w14:paraId="79F8C5E1" w14:textId="77777777" w:rsidR="006D4449" w:rsidRDefault="006D4449" w:rsidP="006D4449">
      <w:r>
        <w:t>258.9798</w:t>
      </w:r>
      <w:r>
        <w:tab/>
        <w:t>1.013e0</w:t>
      </w:r>
    </w:p>
    <w:p w14:paraId="57CC50E2" w14:textId="77777777" w:rsidR="006D4449" w:rsidRDefault="006D4449" w:rsidP="006D4449">
      <w:r>
        <w:t>258.9820</w:t>
      </w:r>
      <w:r>
        <w:tab/>
        <w:t>3.038e0</w:t>
      </w:r>
    </w:p>
    <w:p w14:paraId="5447C997" w14:textId="77777777" w:rsidR="006D4449" w:rsidRDefault="006D4449" w:rsidP="006D4449">
      <w:r>
        <w:t>258.9903</w:t>
      </w:r>
      <w:r>
        <w:tab/>
        <w:t>2.025e0</w:t>
      </w:r>
    </w:p>
    <w:p w14:paraId="610D7760" w14:textId="77777777" w:rsidR="006D4449" w:rsidRDefault="006D4449" w:rsidP="006D4449">
      <w:r>
        <w:t>259.0169</w:t>
      </w:r>
      <w:r>
        <w:tab/>
        <w:t>3.038e0</w:t>
      </w:r>
    </w:p>
    <w:p w14:paraId="5CA98FB1" w14:textId="77777777" w:rsidR="006D4449" w:rsidRDefault="006D4449" w:rsidP="006D4449">
      <w:r>
        <w:t>259.0213</w:t>
      </w:r>
      <w:r>
        <w:tab/>
        <w:t>6.076e0</w:t>
      </w:r>
    </w:p>
    <w:p w14:paraId="6FFA4FC4" w14:textId="77777777" w:rsidR="006D4449" w:rsidRDefault="006D4449" w:rsidP="006D4449">
      <w:r>
        <w:t>259.0233</w:t>
      </w:r>
      <w:r>
        <w:tab/>
        <w:t>4.051e0</w:t>
      </w:r>
    </w:p>
    <w:p w14:paraId="70D30391" w14:textId="77777777" w:rsidR="006D4449" w:rsidRDefault="006D4449" w:rsidP="006D4449">
      <w:r>
        <w:t>259.0302</w:t>
      </w:r>
      <w:r>
        <w:tab/>
        <w:t>7.089e0</w:t>
      </w:r>
    </w:p>
    <w:p w14:paraId="6A3CCB22" w14:textId="77777777" w:rsidR="006D4449" w:rsidRDefault="006D4449" w:rsidP="006D4449">
      <w:r>
        <w:t>259.0581</w:t>
      </w:r>
      <w:r>
        <w:tab/>
        <w:t>8.101e0</w:t>
      </w:r>
    </w:p>
    <w:p w14:paraId="3949C220" w14:textId="77777777" w:rsidR="006D4449" w:rsidRDefault="006D4449" w:rsidP="006D4449">
      <w:r>
        <w:t>259.0607</w:t>
      </w:r>
      <w:r>
        <w:tab/>
        <w:t>8.101e0</w:t>
      </w:r>
    </w:p>
    <w:p w14:paraId="5DA9193E" w14:textId="77777777" w:rsidR="006D4449" w:rsidRDefault="006D4449" w:rsidP="006D4449">
      <w:r>
        <w:t>259.0637</w:t>
      </w:r>
      <w:r>
        <w:tab/>
        <w:t>6.076e0</w:t>
      </w:r>
    </w:p>
    <w:p w14:paraId="3B3A54A3" w14:textId="77777777" w:rsidR="006D4449" w:rsidRDefault="006D4449" w:rsidP="006D4449">
      <w:r>
        <w:t>259.0739</w:t>
      </w:r>
      <w:r>
        <w:tab/>
        <w:t>5.690e0</w:t>
      </w:r>
    </w:p>
    <w:p w14:paraId="47CDC762" w14:textId="77777777" w:rsidR="006D4449" w:rsidRDefault="006D4449" w:rsidP="006D4449">
      <w:r>
        <w:lastRenderedPageBreak/>
        <w:t>259.1012</w:t>
      </w:r>
      <w:r>
        <w:tab/>
        <w:t>9.500e0</w:t>
      </w:r>
    </w:p>
    <w:p w14:paraId="3C66D018" w14:textId="77777777" w:rsidR="006D4449" w:rsidRDefault="006D4449" w:rsidP="006D4449">
      <w:r>
        <w:t>259.1077</w:t>
      </w:r>
      <w:r>
        <w:tab/>
        <w:t>1.013e0</w:t>
      </w:r>
    </w:p>
    <w:p w14:paraId="4F4A0C39" w14:textId="77777777" w:rsidR="006D4449" w:rsidRDefault="006D4449" w:rsidP="006D4449">
      <w:r>
        <w:t>259.1092</w:t>
      </w:r>
      <w:r>
        <w:tab/>
        <w:t>3.038e0</w:t>
      </w:r>
    </w:p>
    <w:p w14:paraId="66C3C8F0" w14:textId="77777777" w:rsidR="006D4449" w:rsidRDefault="006D4449" w:rsidP="006D4449">
      <w:r>
        <w:t>259.1437</w:t>
      </w:r>
      <w:r>
        <w:tab/>
        <w:t>2.025e0</w:t>
      </w:r>
    </w:p>
    <w:p w14:paraId="00007E0D" w14:textId="77777777" w:rsidR="006D4449" w:rsidRDefault="006D4449" w:rsidP="006D4449">
      <w:r>
        <w:t>259.1455</w:t>
      </w:r>
      <w:r>
        <w:tab/>
        <w:t>2.025e0</w:t>
      </w:r>
    </w:p>
    <w:p w14:paraId="2DF06A8D" w14:textId="77777777" w:rsidR="006D4449" w:rsidRDefault="006D4449" w:rsidP="006D4449">
      <w:r>
        <w:t>259.1482</w:t>
      </w:r>
      <w:r>
        <w:tab/>
        <w:t>2.188e0</w:t>
      </w:r>
    </w:p>
    <w:p w14:paraId="7B34750B" w14:textId="77777777" w:rsidR="006D4449" w:rsidRDefault="006D4449" w:rsidP="006D4449">
      <w:r>
        <w:t>259.1496</w:t>
      </w:r>
      <w:r>
        <w:tab/>
        <w:t>3.038e0</w:t>
      </w:r>
    </w:p>
    <w:p w14:paraId="267B1C1C" w14:textId="77777777" w:rsidR="006D4449" w:rsidRDefault="006D4449" w:rsidP="006D4449">
      <w:r>
        <w:t>259.1703</w:t>
      </w:r>
      <w:r>
        <w:tab/>
        <w:t>3.038e0</w:t>
      </w:r>
    </w:p>
    <w:p w14:paraId="5BF2346A" w14:textId="77777777" w:rsidR="006D4449" w:rsidRDefault="006D4449" w:rsidP="006D4449">
      <w:r>
        <w:t>259.1898</w:t>
      </w:r>
      <w:r>
        <w:tab/>
        <w:t>1.013e0</w:t>
      </w:r>
    </w:p>
    <w:p w14:paraId="75D1A2F7" w14:textId="77777777" w:rsidR="006D4449" w:rsidRDefault="006D4449" w:rsidP="006D4449">
      <w:r>
        <w:t>259.1967</w:t>
      </w:r>
      <w:r>
        <w:tab/>
        <w:t>2.025e0</w:t>
      </w:r>
    </w:p>
    <w:p w14:paraId="0665E37B" w14:textId="77777777" w:rsidR="006D4449" w:rsidRDefault="006D4449" w:rsidP="006D4449">
      <w:r>
        <w:t>259.2046</w:t>
      </w:r>
      <w:r>
        <w:tab/>
        <w:t>2.025e0</w:t>
      </w:r>
    </w:p>
    <w:p w14:paraId="0DD4A201" w14:textId="77777777" w:rsidR="006D4449" w:rsidRDefault="006D4449" w:rsidP="006D4449">
      <w:r>
        <w:t>259.2150</w:t>
      </w:r>
      <w:r>
        <w:tab/>
        <w:t>1.013e0</w:t>
      </w:r>
    </w:p>
    <w:p w14:paraId="3157BC4F" w14:textId="77777777" w:rsidR="006D4449" w:rsidRDefault="006D4449" w:rsidP="006D4449">
      <w:r>
        <w:t>259.2245</w:t>
      </w:r>
      <w:r>
        <w:tab/>
        <w:t>1.013e0</w:t>
      </w:r>
    </w:p>
    <w:p w14:paraId="0DDFE22B" w14:textId="77777777" w:rsidR="006D4449" w:rsidRDefault="006D4449" w:rsidP="006D4449">
      <w:r>
        <w:t>259.2523</w:t>
      </w:r>
      <w:r>
        <w:tab/>
        <w:t>1.013e0</w:t>
      </w:r>
    </w:p>
    <w:p w14:paraId="60F43953" w14:textId="77777777" w:rsidR="006D4449" w:rsidRDefault="006D4449" w:rsidP="006D4449">
      <w:r>
        <w:t>259.2630</w:t>
      </w:r>
      <w:r>
        <w:tab/>
        <w:t>2.025e0</w:t>
      </w:r>
    </w:p>
    <w:p w14:paraId="14481DB7" w14:textId="77777777" w:rsidR="006D4449" w:rsidRDefault="006D4449" w:rsidP="006D4449">
      <w:r>
        <w:t>259.2707</w:t>
      </w:r>
      <w:r>
        <w:tab/>
        <w:t>2.025e0</w:t>
      </w:r>
    </w:p>
    <w:p w14:paraId="2DA8B2EC" w14:textId="77777777" w:rsidR="006D4449" w:rsidRDefault="006D4449" w:rsidP="006D4449">
      <w:r>
        <w:t>259.3175</w:t>
      </w:r>
      <w:r>
        <w:tab/>
        <w:t>3.038e0</w:t>
      </w:r>
    </w:p>
    <w:p w14:paraId="3BE4DF7A" w14:textId="77777777" w:rsidR="006D4449" w:rsidRDefault="006D4449" w:rsidP="006D4449">
      <w:r>
        <w:t>259.3628</w:t>
      </w:r>
      <w:r>
        <w:tab/>
        <w:t>1.013e0</w:t>
      </w:r>
    </w:p>
    <w:p w14:paraId="565E19B2" w14:textId="77777777" w:rsidR="006D4449" w:rsidRDefault="006D4449" w:rsidP="006D4449">
      <w:r>
        <w:t>259.4638</w:t>
      </w:r>
      <w:r>
        <w:tab/>
        <w:t>1.013e0</w:t>
      </w:r>
    </w:p>
    <w:p w14:paraId="730C9B5A" w14:textId="77777777" w:rsidR="006D4449" w:rsidRDefault="006D4449" w:rsidP="006D4449">
      <w:r>
        <w:lastRenderedPageBreak/>
        <w:t>259.4877</w:t>
      </w:r>
      <w:r>
        <w:tab/>
        <w:t>1.013e0</w:t>
      </w:r>
    </w:p>
    <w:p w14:paraId="45B0B5CB" w14:textId="77777777" w:rsidR="006D4449" w:rsidRDefault="006D4449" w:rsidP="006D4449">
      <w:r>
        <w:t>259.4925</w:t>
      </w:r>
      <w:r>
        <w:tab/>
        <w:t>1.013e0</w:t>
      </w:r>
    </w:p>
    <w:p w14:paraId="273B0E61" w14:textId="77777777" w:rsidR="006D4449" w:rsidRDefault="006D4449" w:rsidP="006D4449">
      <w:r>
        <w:t>259.4984</w:t>
      </w:r>
      <w:r>
        <w:tab/>
        <w:t>1.013e0</w:t>
      </w:r>
    </w:p>
    <w:p w14:paraId="1FA36CB7" w14:textId="77777777" w:rsidR="006D4449" w:rsidRDefault="006D4449" w:rsidP="006D4449">
      <w:r>
        <w:t>259.5133</w:t>
      </w:r>
      <w:r>
        <w:tab/>
        <w:t>1.013e0</w:t>
      </w:r>
    </w:p>
    <w:p w14:paraId="5B8E7B46" w14:textId="77777777" w:rsidR="006D4449" w:rsidRDefault="006D4449" w:rsidP="006D4449">
      <w:r>
        <w:t>259.5172</w:t>
      </w:r>
      <w:r>
        <w:tab/>
        <w:t>1.013e0</w:t>
      </w:r>
    </w:p>
    <w:p w14:paraId="041C219F" w14:textId="77777777" w:rsidR="006D4449" w:rsidRDefault="006D4449" w:rsidP="006D4449">
      <w:r>
        <w:t>259.5368</w:t>
      </w:r>
      <w:r>
        <w:tab/>
        <w:t>1.013e0</w:t>
      </w:r>
    </w:p>
    <w:p w14:paraId="46428789" w14:textId="77777777" w:rsidR="006D4449" w:rsidRDefault="006D4449" w:rsidP="006D4449">
      <w:r>
        <w:t>259.5478</w:t>
      </w:r>
      <w:r>
        <w:tab/>
        <w:t>1.013e0</w:t>
      </w:r>
    </w:p>
    <w:p w14:paraId="01566425" w14:textId="77777777" w:rsidR="006D4449" w:rsidRDefault="006D4449" w:rsidP="006D4449">
      <w:r>
        <w:t>259.5569</w:t>
      </w:r>
      <w:r>
        <w:tab/>
        <w:t>1.013e0</w:t>
      </w:r>
    </w:p>
    <w:p w14:paraId="6A4C9CF5" w14:textId="77777777" w:rsidR="006D4449" w:rsidRDefault="006D4449" w:rsidP="006D4449">
      <w:r>
        <w:t>259.5742</w:t>
      </w:r>
      <w:r>
        <w:tab/>
        <w:t>1.013e0</w:t>
      </w:r>
    </w:p>
    <w:p w14:paraId="182E41B8" w14:textId="77777777" w:rsidR="006D4449" w:rsidRDefault="006D4449" w:rsidP="006D4449">
      <w:r>
        <w:t>259.5955</w:t>
      </w:r>
      <w:r>
        <w:tab/>
        <w:t>1.013e0</w:t>
      </w:r>
    </w:p>
    <w:p w14:paraId="419BDF33" w14:textId="77777777" w:rsidR="006D4449" w:rsidRDefault="006D4449" w:rsidP="006D4449">
      <w:r>
        <w:t>259.6042</w:t>
      </w:r>
      <w:r>
        <w:tab/>
        <w:t>1.013e0</w:t>
      </w:r>
    </w:p>
    <w:p w14:paraId="13CE7994" w14:textId="77777777" w:rsidR="006D4449" w:rsidRDefault="006D4449" w:rsidP="006D4449">
      <w:r>
        <w:t>259.6126</w:t>
      </w:r>
      <w:r>
        <w:tab/>
        <w:t>1.013e0</w:t>
      </w:r>
    </w:p>
    <w:p w14:paraId="731AD244" w14:textId="77777777" w:rsidR="006D4449" w:rsidRDefault="006D4449" w:rsidP="006D4449">
      <w:r>
        <w:t>259.6171</w:t>
      </w:r>
      <w:r>
        <w:tab/>
        <w:t>1.013e0</w:t>
      </w:r>
    </w:p>
    <w:p w14:paraId="6701810C" w14:textId="77777777" w:rsidR="006D4449" w:rsidRDefault="006D4449" w:rsidP="006D4449">
      <w:r>
        <w:t>259.6222</w:t>
      </w:r>
      <w:r>
        <w:tab/>
        <w:t>2.025e0</w:t>
      </w:r>
    </w:p>
    <w:p w14:paraId="3FC09D6C" w14:textId="77777777" w:rsidR="006D4449" w:rsidRDefault="006D4449" w:rsidP="006D4449">
      <w:r>
        <w:t>259.6647</w:t>
      </w:r>
      <w:r>
        <w:tab/>
        <w:t>1.013e0</w:t>
      </w:r>
    </w:p>
    <w:p w14:paraId="5B641FEF" w14:textId="77777777" w:rsidR="006D4449" w:rsidRDefault="006D4449" w:rsidP="006D4449">
      <w:r>
        <w:t>259.6907</w:t>
      </w:r>
      <w:r>
        <w:tab/>
        <w:t>1.013e0</w:t>
      </w:r>
    </w:p>
    <w:p w14:paraId="2B29FCA7" w14:textId="77777777" w:rsidR="006D4449" w:rsidRDefault="006D4449" w:rsidP="006D4449">
      <w:r>
        <w:t>259.6917</w:t>
      </w:r>
      <w:r>
        <w:tab/>
        <w:t>2.025e0</w:t>
      </w:r>
    </w:p>
    <w:p w14:paraId="04CE4A92" w14:textId="77777777" w:rsidR="006D4449" w:rsidRDefault="006D4449" w:rsidP="006D4449">
      <w:r>
        <w:t>259.7195</w:t>
      </w:r>
      <w:r>
        <w:tab/>
        <w:t>1.013e0</w:t>
      </w:r>
    </w:p>
    <w:p w14:paraId="790F637B" w14:textId="77777777" w:rsidR="006D4449" w:rsidRDefault="006D4449" w:rsidP="006D4449">
      <w:r>
        <w:t>259.7418</w:t>
      </w:r>
      <w:r>
        <w:tab/>
        <w:t>1.013e0</w:t>
      </w:r>
    </w:p>
    <w:p w14:paraId="5E685879" w14:textId="77777777" w:rsidR="006D4449" w:rsidRDefault="006D4449" w:rsidP="006D4449">
      <w:r>
        <w:lastRenderedPageBreak/>
        <w:t>259.7714</w:t>
      </w:r>
      <w:r>
        <w:tab/>
        <w:t>1.013e0</w:t>
      </w:r>
    </w:p>
    <w:p w14:paraId="6416FE49" w14:textId="77777777" w:rsidR="006D4449" w:rsidRDefault="006D4449" w:rsidP="006D4449">
      <w:r>
        <w:t>259.7827</w:t>
      </w:r>
      <w:r>
        <w:tab/>
        <w:t>4.051e0</w:t>
      </w:r>
    </w:p>
    <w:p w14:paraId="612618AD" w14:textId="77777777" w:rsidR="006D4449" w:rsidRDefault="006D4449" w:rsidP="006D4449">
      <w:r>
        <w:t>259.8140</w:t>
      </w:r>
      <w:r>
        <w:tab/>
        <w:t>1.013e0</w:t>
      </w:r>
    </w:p>
    <w:p w14:paraId="0D8D7CBE" w14:textId="77777777" w:rsidR="006D4449" w:rsidRDefault="006D4449" w:rsidP="006D4449">
      <w:r>
        <w:t>259.8446</w:t>
      </w:r>
      <w:r>
        <w:tab/>
        <w:t>1.013e0</w:t>
      </w:r>
    </w:p>
    <w:p w14:paraId="07F73AFA" w14:textId="77777777" w:rsidR="006D4449" w:rsidRDefault="006D4449" w:rsidP="006D4449">
      <w:r>
        <w:t>259.8487</w:t>
      </w:r>
      <w:r>
        <w:tab/>
        <w:t>2.025e0</w:t>
      </w:r>
    </w:p>
    <w:p w14:paraId="329E33E8" w14:textId="77777777" w:rsidR="006D4449" w:rsidRDefault="006D4449" w:rsidP="006D4449">
      <w:r>
        <w:t>259.8727</w:t>
      </w:r>
      <w:r>
        <w:tab/>
        <w:t>2.025e0</w:t>
      </w:r>
    </w:p>
    <w:p w14:paraId="7A3A0FC3" w14:textId="77777777" w:rsidR="006D4449" w:rsidRDefault="006D4449" w:rsidP="006D4449">
      <w:r>
        <w:t>259.9042</w:t>
      </w:r>
      <w:r>
        <w:tab/>
        <w:t>1.013e0</w:t>
      </w:r>
    </w:p>
    <w:p w14:paraId="207BACCB" w14:textId="77777777" w:rsidR="006D4449" w:rsidRDefault="006D4449" w:rsidP="006D4449">
      <w:r>
        <w:t>259.9457</w:t>
      </w:r>
      <w:r>
        <w:tab/>
        <w:t>1.013e0</w:t>
      </w:r>
    </w:p>
    <w:p w14:paraId="43A0B273" w14:textId="77777777" w:rsidR="006D4449" w:rsidRDefault="006D4449" w:rsidP="006D4449">
      <w:r>
        <w:t>259.9650</w:t>
      </w:r>
      <w:r>
        <w:tab/>
        <w:t>1.013e0</w:t>
      </w:r>
    </w:p>
    <w:p w14:paraId="06EAC34B" w14:textId="77777777" w:rsidR="006D4449" w:rsidRDefault="006D4449" w:rsidP="006D4449">
      <w:r>
        <w:t>259.9843</w:t>
      </w:r>
      <w:r>
        <w:tab/>
        <w:t>2.025e0</w:t>
      </w:r>
    </w:p>
    <w:p w14:paraId="7752BBBB" w14:textId="77777777" w:rsidR="006D4449" w:rsidRDefault="006D4449" w:rsidP="006D4449">
      <w:r>
        <w:t>259.9854</w:t>
      </w:r>
      <w:r>
        <w:tab/>
        <w:t>1.013e0</w:t>
      </w:r>
    </w:p>
    <w:p w14:paraId="3BF8EA92" w14:textId="77777777" w:rsidR="006D4449" w:rsidRDefault="006D4449" w:rsidP="006D4449">
      <w:r>
        <w:t>260.0067</w:t>
      </w:r>
      <w:r>
        <w:tab/>
        <w:t>7.089e0</w:t>
      </w:r>
    </w:p>
    <w:p w14:paraId="574BC3C5" w14:textId="77777777" w:rsidR="006D4449" w:rsidRDefault="006D4449" w:rsidP="006D4449">
      <w:r>
        <w:t>260.0082</w:t>
      </w:r>
      <w:r>
        <w:tab/>
        <w:t>1.013e0</w:t>
      </w:r>
    </w:p>
    <w:p w14:paraId="10A24984" w14:textId="77777777" w:rsidR="006D4449" w:rsidRDefault="006D4449" w:rsidP="006D4449">
      <w:r>
        <w:t>260.0092</w:t>
      </w:r>
      <w:r>
        <w:tab/>
        <w:t>3.038e0</w:t>
      </w:r>
    </w:p>
    <w:p w14:paraId="3CEB047A" w14:textId="77777777" w:rsidR="006D4449" w:rsidRDefault="006D4449" w:rsidP="006D4449">
      <w:r>
        <w:t>260.0156</w:t>
      </w:r>
      <w:r>
        <w:tab/>
        <w:t>6.076e0</w:t>
      </w:r>
    </w:p>
    <w:p w14:paraId="1F1786A7" w14:textId="77777777" w:rsidR="006D4449" w:rsidRDefault="006D4449" w:rsidP="006D4449">
      <w:r>
        <w:t>260.0323</w:t>
      </w:r>
      <w:r>
        <w:tab/>
        <w:t>1.013e0</w:t>
      </w:r>
    </w:p>
    <w:p w14:paraId="64956F56" w14:textId="77777777" w:rsidR="006D4449" w:rsidRDefault="006D4449" w:rsidP="006D4449">
      <w:r>
        <w:t>260.0496</w:t>
      </w:r>
      <w:r>
        <w:tab/>
        <w:t>2.025e0</w:t>
      </w:r>
    </w:p>
    <w:p w14:paraId="53DD18B2" w14:textId="77777777" w:rsidR="006D4449" w:rsidRDefault="006D4449" w:rsidP="006D4449">
      <w:r>
        <w:t>260.0586</w:t>
      </w:r>
      <w:r>
        <w:tab/>
        <w:t>1.013e0</w:t>
      </w:r>
    </w:p>
    <w:p w14:paraId="6409586D" w14:textId="77777777" w:rsidR="006D4449" w:rsidRDefault="006D4449" w:rsidP="006D4449">
      <w:r>
        <w:t>260.0677</w:t>
      </w:r>
      <w:r>
        <w:tab/>
        <w:t>3.038e0</w:t>
      </w:r>
    </w:p>
    <w:p w14:paraId="55923FCA" w14:textId="77777777" w:rsidR="006D4449" w:rsidRDefault="006D4449" w:rsidP="006D4449">
      <w:r>
        <w:lastRenderedPageBreak/>
        <w:t>260.0705</w:t>
      </w:r>
      <w:r>
        <w:tab/>
        <w:t>2.025e0</w:t>
      </w:r>
    </w:p>
    <w:p w14:paraId="66A5FB54" w14:textId="77777777" w:rsidR="006D4449" w:rsidRDefault="006D4449" w:rsidP="006D4449">
      <w:r>
        <w:t>260.0842</w:t>
      </w:r>
      <w:r>
        <w:tab/>
        <w:t>1.013e0</w:t>
      </w:r>
    </w:p>
    <w:p w14:paraId="08A7A248" w14:textId="77777777" w:rsidR="006D4449" w:rsidRDefault="006D4449" w:rsidP="006D4449">
      <w:r>
        <w:t>260.1041</w:t>
      </w:r>
      <w:r>
        <w:tab/>
        <w:t>1.618e0</w:t>
      </w:r>
    </w:p>
    <w:p w14:paraId="220952B0" w14:textId="77777777" w:rsidR="006D4449" w:rsidRDefault="006D4449" w:rsidP="006D4449">
      <w:r>
        <w:t>260.1083</w:t>
      </w:r>
      <w:r>
        <w:tab/>
        <w:t>1.013e0</w:t>
      </w:r>
    </w:p>
    <w:p w14:paraId="5AB5FC0F" w14:textId="77777777" w:rsidR="006D4449" w:rsidRDefault="006D4449" w:rsidP="006D4449">
      <w:r>
        <w:t>260.1137</w:t>
      </w:r>
      <w:r>
        <w:tab/>
        <w:t>4.927e0</w:t>
      </w:r>
    </w:p>
    <w:p w14:paraId="1293A84A" w14:textId="77777777" w:rsidR="006D4449" w:rsidRDefault="006D4449" w:rsidP="006D4449">
      <w:r>
        <w:t>260.1256</w:t>
      </w:r>
      <w:r>
        <w:tab/>
        <w:t>2.025e0</w:t>
      </w:r>
    </w:p>
    <w:p w14:paraId="45ABD462" w14:textId="77777777" w:rsidR="006D4449" w:rsidRDefault="006D4449" w:rsidP="006D4449">
      <w:r>
        <w:t>260.1267</w:t>
      </w:r>
      <w:r>
        <w:tab/>
        <w:t>1.013e0</w:t>
      </w:r>
    </w:p>
    <w:p w14:paraId="6BFF8199" w14:textId="77777777" w:rsidR="006D4449" w:rsidRDefault="006D4449" w:rsidP="006D4449">
      <w:r>
        <w:t>260.1456</w:t>
      </w:r>
      <w:r>
        <w:tab/>
        <w:t>5.063e0</w:t>
      </w:r>
    </w:p>
    <w:p w14:paraId="441BCE28" w14:textId="77777777" w:rsidR="006D4449" w:rsidRDefault="006D4449" w:rsidP="006D4449">
      <w:r>
        <w:t>260.1468</w:t>
      </w:r>
      <w:r>
        <w:tab/>
        <w:t>1.013e0</w:t>
      </w:r>
    </w:p>
    <w:p w14:paraId="79C0ACDE" w14:textId="77777777" w:rsidR="006D4449" w:rsidRDefault="006D4449" w:rsidP="006D4449">
      <w:r>
        <w:t>260.1531</w:t>
      </w:r>
      <w:r>
        <w:tab/>
        <w:t>4.051e0</w:t>
      </w:r>
    </w:p>
    <w:p w14:paraId="6FB4C6C4" w14:textId="77777777" w:rsidR="006D4449" w:rsidRDefault="006D4449" w:rsidP="006D4449">
      <w:r>
        <w:t>260.1560</w:t>
      </w:r>
      <w:r>
        <w:tab/>
        <w:t>2.025e0</w:t>
      </w:r>
    </w:p>
    <w:p w14:paraId="053A52CE" w14:textId="77777777" w:rsidR="006D4449" w:rsidRDefault="006D4449" w:rsidP="006D4449">
      <w:r>
        <w:t>260.1665</w:t>
      </w:r>
      <w:r>
        <w:tab/>
        <w:t>1.013e0</w:t>
      </w:r>
    </w:p>
    <w:p w14:paraId="29875738" w14:textId="77777777" w:rsidR="006D4449" w:rsidRDefault="006D4449" w:rsidP="006D4449">
      <w:r>
        <w:t>260.1887</w:t>
      </w:r>
      <w:r>
        <w:tab/>
        <w:t>3.038e0</w:t>
      </w:r>
    </w:p>
    <w:p w14:paraId="4829C387" w14:textId="77777777" w:rsidR="006D4449" w:rsidRDefault="006D4449" w:rsidP="006D4449">
      <w:r>
        <w:t>260.2170</w:t>
      </w:r>
      <w:r>
        <w:tab/>
        <w:t>1.013e0</w:t>
      </w:r>
    </w:p>
    <w:p w14:paraId="053EF720" w14:textId="77777777" w:rsidR="006D4449" w:rsidRDefault="006D4449" w:rsidP="006D4449">
      <w:r>
        <w:t>260.2239</w:t>
      </w:r>
      <w:r>
        <w:tab/>
        <w:t>1.013e0</w:t>
      </w:r>
    </w:p>
    <w:p w14:paraId="5B9B3B60" w14:textId="77777777" w:rsidR="006D4449" w:rsidRDefault="006D4449" w:rsidP="006D4449">
      <w:r>
        <w:t>260.2298</w:t>
      </w:r>
      <w:r>
        <w:tab/>
        <w:t>1.013e0</w:t>
      </w:r>
    </w:p>
    <w:p w14:paraId="6D41A6EB" w14:textId="77777777" w:rsidR="006D4449" w:rsidRDefault="006D4449" w:rsidP="006D4449">
      <w:r>
        <w:t>260.2346</w:t>
      </w:r>
      <w:r>
        <w:tab/>
        <w:t>1.013e0</w:t>
      </w:r>
    </w:p>
    <w:p w14:paraId="0AAD656F" w14:textId="77777777" w:rsidR="006D4449" w:rsidRDefault="006D4449" w:rsidP="006D4449">
      <w:r>
        <w:t>260.2472</w:t>
      </w:r>
      <w:r>
        <w:tab/>
        <w:t>4.051e0</w:t>
      </w:r>
    </w:p>
    <w:p w14:paraId="391901B5" w14:textId="77777777" w:rsidR="006D4449" w:rsidRDefault="006D4449" w:rsidP="006D4449">
      <w:r>
        <w:t>260.2664</w:t>
      </w:r>
      <w:r>
        <w:tab/>
        <w:t>2.025e0</w:t>
      </w:r>
    </w:p>
    <w:p w14:paraId="0F6340F1" w14:textId="77777777" w:rsidR="006D4449" w:rsidRDefault="006D4449" w:rsidP="006D4449">
      <w:r>
        <w:lastRenderedPageBreak/>
        <w:t>260.2732</w:t>
      </w:r>
      <w:r>
        <w:tab/>
        <w:t>1.013e0</w:t>
      </w:r>
    </w:p>
    <w:p w14:paraId="6DBF1C43" w14:textId="77777777" w:rsidR="006D4449" w:rsidRDefault="006D4449" w:rsidP="006D4449">
      <w:r>
        <w:t>260.2851</w:t>
      </w:r>
      <w:r>
        <w:tab/>
        <w:t>1.013e0</w:t>
      </w:r>
    </w:p>
    <w:p w14:paraId="57AC37D1" w14:textId="77777777" w:rsidR="006D4449" w:rsidRDefault="006D4449" w:rsidP="006D4449">
      <w:r>
        <w:t>260.3866</w:t>
      </w:r>
      <w:r>
        <w:tab/>
        <w:t>2.025e0</w:t>
      </w:r>
    </w:p>
    <w:p w14:paraId="04E621F9" w14:textId="77777777" w:rsidR="006D4449" w:rsidRDefault="006D4449" w:rsidP="006D4449">
      <w:r>
        <w:t>260.3971</w:t>
      </w:r>
      <w:r>
        <w:tab/>
        <w:t>1.013e0</w:t>
      </w:r>
    </w:p>
    <w:p w14:paraId="0BB20728" w14:textId="77777777" w:rsidR="006D4449" w:rsidRDefault="006D4449" w:rsidP="006D4449">
      <w:r>
        <w:t>260.4060</w:t>
      </w:r>
      <w:r>
        <w:tab/>
        <w:t>1.013e0</w:t>
      </w:r>
    </w:p>
    <w:p w14:paraId="47C937C3" w14:textId="77777777" w:rsidR="006D4449" w:rsidRDefault="006D4449" w:rsidP="006D4449">
      <w:r>
        <w:t>260.4179</w:t>
      </w:r>
      <w:r>
        <w:tab/>
        <w:t>1.013e0</w:t>
      </w:r>
    </w:p>
    <w:p w14:paraId="0D6D1074" w14:textId="77777777" w:rsidR="006D4449" w:rsidRDefault="006D4449" w:rsidP="006D4449">
      <w:r>
        <w:t>260.4516</w:t>
      </w:r>
      <w:r>
        <w:tab/>
        <w:t>1.013e0</w:t>
      </w:r>
    </w:p>
    <w:p w14:paraId="2C1CF919" w14:textId="77777777" w:rsidR="006D4449" w:rsidRDefault="006D4449" w:rsidP="006D4449">
      <w:r>
        <w:t>260.4951</w:t>
      </w:r>
      <w:r>
        <w:tab/>
        <w:t>1.013e0</w:t>
      </w:r>
    </w:p>
    <w:p w14:paraId="6E8D0E71" w14:textId="77777777" w:rsidR="006D4449" w:rsidRDefault="006D4449" w:rsidP="006D4449">
      <w:r>
        <w:t>260.5035</w:t>
      </w:r>
      <w:r>
        <w:tab/>
        <w:t>1.013e0</w:t>
      </w:r>
    </w:p>
    <w:p w14:paraId="34700781" w14:textId="77777777" w:rsidR="006D4449" w:rsidRDefault="006D4449" w:rsidP="006D4449">
      <w:r>
        <w:t>260.5094</w:t>
      </w:r>
      <w:r>
        <w:tab/>
        <w:t>1.013e0</w:t>
      </w:r>
    </w:p>
    <w:p w14:paraId="48DC9C7B" w14:textId="77777777" w:rsidR="006D4449" w:rsidRDefault="006D4449" w:rsidP="006D4449">
      <w:r>
        <w:t>260.5259</w:t>
      </w:r>
      <w:r>
        <w:tab/>
        <w:t>1.013e0</w:t>
      </w:r>
    </w:p>
    <w:p w14:paraId="526BF280" w14:textId="77777777" w:rsidR="006D4449" w:rsidRDefault="006D4449" w:rsidP="006D4449">
      <w:r>
        <w:t>260.5527</w:t>
      </w:r>
      <w:r>
        <w:tab/>
        <w:t>1.013e0</w:t>
      </w:r>
    </w:p>
    <w:p w14:paraId="1242EDD9" w14:textId="77777777" w:rsidR="006D4449" w:rsidRDefault="006D4449" w:rsidP="006D4449">
      <w:r>
        <w:t>260.5685</w:t>
      </w:r>
      <w:r>
        <w:tab/>
        <w:t>1.013e0</w:t>
      </w:r>
    </w:p>
    <w:p w14:paraId="2CAB4D0A" w14:textId="77777777" w:rsidR="006D4449" w:rsidRDefault="006D4449" w:rsidP="006D4449">
      <w:r>
        <w:t>260.5713</w:t>
      </w:r>
      <w:r>
        <w:tab/>
        <w:t>1.013e0</w:t>
      </w:r>
    </w:p>
    <w:p w14:paraId="42B73CBE" w14:textId="77777777" w:rsidR="006D4449" w:rsidRDefault="006D4449" w:rsidP="006D4449">
      <w:r>
        <w:t>260.5724</w:t>
      </w:r>
      <w:r>
        <w:tab/>
        <w:t>1.013e0</w:t>
      </w:r>
    </w:p>
    <w:p w14:paraId="0AA22323" w14:textId="77777777" w:rsidR="006D4449" w:rsidRDefault="006D4449" w:rsidP="006D4449">
      <w:r>
        <w:t>260.6204</w:t>
      </w:r>
      <w:r>
        <w:tab/>
        <w:t>1.013e0</w:t>
      </w:r>
    </w:p>
    <w:p w14:paraId="092AAE97" w14:textId="77777777" w:rsidR="006D4449" w:rsidRDefault="006D4449" w:rsidP="006D4449">
      <w:r>
        <w:t>260.6300</w:t>
      </w:r>
      <w:r>
        <w:tab/>
        <w:t>1.013e0</w:t>
      </w:r>
    </w:p>
    <w:p w14:paraId="45788529" w14:textId="77777777" w:rsidR="006D4449" w:rsidRDefault="006D4449" w:rsidP="006D4449">
      <w:r>
        <w:t>260.6327</w:t>
      </w:r>
      <w:r>
        <w:tab/>
        <w:t>1.013e0</w:t>
      </w:r>
    </w:p>
    <w:p w14:paraId="3B99597A" w14:textId="77777777" w:rsidR="006D4449" w:rsidRDefault="006D4449" w:rsidP="006D4449">
      <w:r>
        <w:t>260.6359</w:t>
      </w:r>
      <w:r>
        <w:tab/>
        <w:t>2.025e0</w:t>
      </w:r>
    </w:p>
    <w:p w14:paraId="050A6029" w14:textId="77777777" w:rsidR="006D4449" w:rsidRDefault="006D4449" w:rsidP="006D4449">
      <w:r>
        <w:lastRenderedPageBreak/>
        <w:t>260.6497</w:t>
      </w:r>
      <w:r>
        <w:tab/>
        <w:t>1.013e0</w:t>
      </w:r>
    </w:p>
    <w:p w14:paraId="7A17B944" w14:textId="77777777" w:rsidR="006D4449" w:rsidRDefault="006D4449" w:rsidP="006D4449">
      <w:r>
        <w:t>260.6713</w:t>
      </w:r>
      <w:r>
        <w:tab/>
        <w:t>1.013e0</w:t>
      </w:r>
    </w:p>
    <w:p w14:paraId="7B2B64A1" w14:textId="77777777" w:rsidR="006D4449" w:rsidRDefault="006D4449" w:rsidP="006D4449">
      <w:r>
        <w:t>260.6724</w:t>
      </w:r>
      <w:r>
        <w:tab/>
        <w:t>1.013e0</w:t>
      </w:r>
    </w:p>
    <w:p w14:paraId="4AC0694D" w14:textId="77777777" w:rsidR="006D4449" w:rsidRDefault="006D4449" w:rsidP="006D4449">
      <w:r>
        <w:t>260.6844</w:t>
      </w:r>
      <w:r>
        <w:tab/>
        <w:t>1.013e0</w:t>
      </w:r>
    </w:p>
    <w:p w14:paraId="52948FB4" w14:textId="77777777" w:rsidR="006D4449" w:rsidRDefault="006D4449" w:rsidP="006D4449">
      <w:r>
        <w:t>260.6883</w:t>
      </w:r>
      <w:r>
        <w:tab/>
        <w:t>1.013e0</w:t>
      </w:r>
    </w:p>
    <w:p w14:paraId="2859D957" w14:textId="77777777" w:rsidR="006D4449" w:rsidRDefault="006D4449" w:rsidP="006D4449">
      <w:r>
        <w:t>260.7302</w:t>
      </w:r>
      <w:r>
        <w:tab/>
        <w:t>1.013e0</w:t>
      </w:r>
    </w:p>
    <w:p w14:paraId="19F39621" w14:textId="77777777" w:rsidR="006D4449" w:rsidRDefault="006D4449" w:rsidP="006D4449">
      <w:r>
        <w:t>260.7991</w:t>
      </w:r>
      <w:r>
        <w:tab/>
        <w:t>2.025e0</w:t>
      </w:r>
    </w:p>
    <w:p w14:paraId="30D33A52" w14:textId="77777777" w:rsidR="006D4449" w:rsidRDefault="006D4449" w:rsidP="006D4449">
      <w:r>
        <w:t>260.8134</w:t>
      </w:r>
      <w:r>
        <w:tab/>
        <w:t>1.013e0</w:t>
      </w:r>
    </w:p>
    <w:p w14:paraId="32711676" w14:textId="77777777" w:rsidR="006D4449" w:rsidRDefault="006D4449" w:rsidP="006D4449">
      <w:r>
        <w:t>260.8350</w:t>
      </w:r>
      <w:r>
        <w:tab/>
        <w:t>2.025e0</w:t>
      </w:r>
    </w:p>
    <w:p w14:paraId="377768F6" w14:textId="77777777" w:rsidR="006D4449" w:rsidRDefault="006D4449" w:rsidP="006D4449">
      <w:r>
        <w:t>260.8725</w:t>
      </w:r>
      <w:r>
        <w:tab/>
        <w:t>1.013e0</w:t>
      </w:r>
    </w:p>
    <w:p w14:paraId="7B0272C4" w14:textId="77777777" w:rsidR="006D4449" w:rsidRDefault="006D4449" w:rsidP="006D4449">
      <w:r>
        <w:t>260.9003</w:t>
      </w:r>
      <w:r>
        <w:tab/>
        <w:t>1.013e0</w:t>
      </w:r>
    </w:p>
    <w:p w14:paraId="27F9BB65" w14:textId="77777777" w:rsidR="006D4449" w:rsidRDefault="006D4449" w:rsidP="006D4449">
      <w:r>
        <w:t>260.9301</w:t>
      </w:r>
      <w:r>
        <w:tab/>
        <w:t>3.038e0</w:t>
      </w:r>
    </w:p>
    <w:p w14:paraId="3296E4A3" w14:textId="77777777" w:rsidR="006D4449" w:rsidRDefault="006D4449" w:rsidP="006D4449">
      <w:r>
        <w:t>260.9341</w:t>
      </w:r>
      <w:r>
        <w:tab/>
        <w:t>1.013e0</w:t>
      </w:r>
    </w:p>
    <w:p w14:paraId="61CE1DF9" w14:textId="77777777" w:rsidR="006D4449" w:rsidRDefault="006D4449" w:rsidP="006D4449">
      <w:r>
        <w:t>260.9389</w:t>
      </w:r>
      <w:r>
        <w:tab/>
        <w:t>1.013e0</w:t>
      </w:r>
    </w:p>
    <w:p w14:paraId="3B60D4B7" w14:textId="77777777" w:rsidR="006D4449" w:rsidRDefault="006D4449" w:rsidP="006D4449">
      <w:r>
        <w:t>260.9457</w:t>
      </w:r>
      <w:r>
        <w:tab/>
        <w:t>1.013e0</w:t>
      </w:r>
    </w:p>
    <w:p w14:paraId="0CCD429B" w14:textId="77777777" w:rsidR="006D4449" w:rsidRDefault="006D4449" w:rsidP="006D4449">
      <w:r>
        <w:t>260.9801</w:t>
      </w:r>
      <w:r>
        <w:tab/>
        <w:t>4.051e0</w:t>
      </w:r>
    </w:p>
    <w:p w14:paraId="3980EAC8" w14:textId="77777777" w:rsidR="006D4449" w:rsidRDefault="006D4449" w:rsidP="006D4449">
      <w:r>
        <w:t>260.9968</w:t>
      </w:r>
      <w:r>
        <w:tab/>
        <w:t>5.063e0</w:t>
      </w:r>
    </w:p>
    <w:p w14:paraId="21BBD685" w14:textId="77777777" w:rsidR="006D4449" w:rsidRDefault="006D4449" w:rsidP="006D4449">
      <w:r>
        <w:t>261.0034</w:t>
      </w:r>
      <w:r>
        <w:tab/>
        <w:t>4.051e0</w:t>
      </w:r>
    </w:p>
    <w:p w14:paraId="3E217A51" w14:textId="77777777" w:rsidR="006D4449" w:rsidRDefault="006D4449" w:rsidP="006D4449">
      <w:r>
        <w:t>261.0089</w:t>
      </w:r>
      <w:r>
        <w:tab/>
        <w:t>2.025e0</w:t>
      </w:r>
    </w:p>
    <w:p w14:paraId="255E52A3" w14:textId="77777777" w:rsidR="006D4449" w:rsidRDefault="006D4449" w:rsidP="006D4449">
      <w:r>
        <w:lastRenderedPageBreak/>
        <w:t>261.0134</w:t>
      </w:r>
      <w:r>
        <w:tab/>
        <w:t>2.025e0</w:t>
      </w:r>
    </w:p>
    <w:p w14:paraId="2E950F8F" w14:textId="77777777" w:rsidR="006D4449" w:rsidRDefault="006D4449" w:rsidP="006D4449">
      <w:r>
        <w:t>261.0648</w:t>
      </w:r>
      <w:r>
        <w:tab/>
        <w:t>3.038e0</w:t>
      </w:r>
    </w:p>
    <w:p w14:paraId="27829A59" w14:textId="77777777" w:rsidR="006D4449" w:rsidRDefault="006D4449" w:rsidP="006D4449">
      <w:r>
        <w:t>261.0758</w:t>
      </w:r>
      <w:r>
        <w:tab/>
        <w:t>4.051e0</w:t>
      </w:r>
    </w:p>
    <w:p w14:paraId="5868010D" w14:textId="77777777" w:rsidR="006D4449" w:rsidRDefault="006D4449" w:rsidP="006D4449">
      <w:r>
        <w:t>261.0782</w:t>
      </w:r>
      <w:r>
        <w:tab/>
        <w:t>2.025e0</w:t>
      </w:r>
    </w:p>
    <w:p w14:paraId="28FD3CD2" w14:textId="77777777" w:rsidR="006D4449" w:rsidRDefault="006D4449" w:rsidP="006D4449">
      <w:r>
        <w:t>261.0876</w:t>
      </w:r>
      <w:r>
        <w:tab/>
        <w:t>1.013e0</w:t>
      </w:r>
    </w:p>
    <w:p w14:paraId="161309C0" w14:textId="77777777" w:rsidR="006D4449" w:rsidRDefault="006D4449" w:rsidP="006D4449">
      <w:r>
        <w:t>261.1193</w:t>
      </w:r>
      <w:r>
        <w:tab/>
        <w:t>2.025e0</w:t>
      </w:r>
    </w:p>
    <w:p w14:paraId="7369CCD5" w14:textId="77777777" w:rsidR="006D4449" w:rsidRDefault="006D4449" w:rsidP="006D4449">
      <w:r>
        <w:t>261.1295</w:t>
      </w:r>
      <w:r>
        <w:tab/>
        <w:t>4.051e0</w:t>
      </w:r>
    </w:p>
    <w:p w14:paraId="3CE40F86" w14:textId="77777777" w:rsidR="006D4449" w:rsidRDefault="006D4449" w:rsidP="006D4449">
      <w:r>
        <w:t>261.1382</w:t>
      </w:r>
      <w:r>
        <w:tab/>
        <w:t>5.063e0</w:t>
      </w:r>
    </w:p>
    <w:p w14:paraId="1434632C" w14:textId="77777777" w:rsidR="006D4449" w:rsidRDefault="006D4449" w:rsidP="006D4449">
      <w:r>
        <w:t>261.1394</w:t>
      </w:r>
      <w:r>
        <w:tab/>
        <w:t>5.063e0</w:t>
      </w:r>
    </w:p>
    <w:p w14:paraId="38CD3A25" w14:textId="77777777" w:rsidR="006D4449" w:rsidRDefault="006D4449" w:rsidP="006D4449">
      <w:r>
        <w:t>261.1426</w:t>
      </w:r>
      <w:r>
        <w:tab/>
        <w:t>3.038e0</w:t>
      </w:r>
    </w:p>
    <w:p w14:paraId="343C68E5" w14:textId="77777777" w:rsidR="006D4449" w:rsidRDefault="006D4449" w:rsidP="006D4449">
      <w:r>
        <w:t>261.1470</w:t>
      </w:r>
      <w:r>
        <w:tab/>
        <w:t>1.044e0</w:t>
      </w:r>
    </w:p>
    <w:p w14:paraId="0C90EFAA" w14:textId="77777777" w:rsidR="006D4449" w:rsidRDefault="006D4449" w:rsidP="006D4449">
      <w:r>
        <w:t>261.1722</w:t>
      </w:r>
      <w:r>
        <w:tab/>
        <w:t>2.025e0</w:t>
      </w:r>
    </w:p>
    <w:p w14:paraId="2F46F166" w14:textId="77777777" w:rsidR="006D4449" w:rsidRDefault="006D4449" w:rsidP="006D4449">
      <w:r>
        <w:t>261.1886</w:t>
      </w:r>
      <w:r>
        <w:tab/>
        <w:t>2.025e0</w:t>
      </w:r>
    </w:p>
    <w:p w14:paraId="4FA7A913" w14:textId="77777777" w:rsidR="006D4449" w:rsidRDefault="006D4449" w:rsidP="006D4449">
      <w:r>
        <w:t>261.1939</w:t>
      </w:r>
      <w:r>
        <w:tab/>
        <w:t>1.013e0</w:t>
      </w:r>
    </w:p>
    <w:p w14:paraId="6E0E21A1" w14:textId="77777777" w:rsidR="006D4449" w:rsidRDefault="006D4449" w:rsidP="006D4449">
      <w:r>
        <w:t>261.2214</w:t>
      </w:r>
      <w:r>
        <w:tab/>
        <w:t>1.013e0</w:t>
      </w:r>
    </w:p>
    <w:p w14:paraId="2F2D14A0" w14:textId="77777777" w:rsidR="006D4449" w:rsidRDefault="006D4449" w:rsidP="006D4449">
      <w:r>
        <w:t>261.2292</w:t>
      </w:r>
      <w:r>
        <w:tab/>
        <w:t>1.013e0</w:t>
      </w:r>
    </w:p>
    <w:p w14:paraId="6F7D10C5" w14:textId="77777777" w:rsidR="006D4449" w:rsidRDefault="006D4449" w:rsidP="006D4449">
      <w:r>
        <w:t>261.2507</w:t>
      </w:r>
      <w:r>
        <w:tab/>
        <w:t>2.025e0</w:t>
      </w:r>
    </w:p>
    <w:p w14:paraId="2BF93CD2" w14:textId="77777777" w:rsidR="006D4449" w:rsidRDefault="006D4449" w:rsidP="006D4449">
      <w:r>
        <w:t>261.2935</w:t>
      </w:r>
      <w:r>
        <w:tab/>
        <w:t>1.013e0</w:t>
      </w:r>
    </w:p>
    <w:p w14:paraId="139F0375" w14:textId="77777777" w:rsidR="006D4449" w:rsidRDefault="006D4449" w:rsidP="006D4449">
      <w:r>
        <w:t>261.3160</w:t>
      </w:r>
      <w:r>
        <w:tab/>
        <w:t>2.025e0</w:t>
      </w:r>
    </w:p>
    <w:p w14:paraId="565457B3" w14:textId="77777777" w:rsidR="006D4449" w:rsidRDefault="006D4449" w:rsidP="006D4449">
      <w:r>
        <w:lastRenderedPageBreak/>
        <w:t>261.3613</w:t>
      </w:r>
      <w:r>
        <w:tab/>
        <w:t>2.025e0</w:t>
      </w:r>
    </w:p>
    <w:p w14:paraId="7CB550B4" w14:textId="77777777" w:rsidR="006D4449" w:rsidRDefault="006D4449" w:rsidP="006D4449">
      <w:r>
        <w:t>261.3708</w:t>
      </w:r>
      <w:r>
        <w:tab/>
        <w:t>1.013e0</w:t>
      </w:r>
    </w:p>
    <w:p w14:paraId="52E6120F" w14:textId="77777777" w:rsidR="006D4449" w:rsidRDefault="006D4449" w:rsidP="006D4449">
      <w:r>
        <w:t>261.4087</w:t>
      </w:r>
      <w:r>
        <w:tab/>
        <w:t>2.025e0</w:t>
      </w:r>
    </w:p>
    <w:p w14:paraId="5F4FAF46" w14:textId="77777777" w:rsidR="006D4449" w:rsidRDefault="006D4449" w:rsidP="006D4449">
      <w:r>
        <w:t>261.4357</w:t>
      </w:r>
      <w:r>
        <w:tab/>
        <w:t>1.013e0</w:t>
      </w:r>
    </w:p>
    <w:p w14:paraId="0F040ADE" w14:textId="77777777" w:rsidR="006D4449" w:rsidRDefault="006D4449" w:rsidP="006D4449">
      <w:r>
        <w:t>261.4414</w:t>
      </w:r>
      <w:r>
        <w:tab/>
        <w:t>2.025e0</w:t>
      </w:r>
    </w:p>
    <w:p w14:paraId="2921927C" w14:textId="77777777" w:rsidR="006D4449" w:rsidRDefault="006D4449" w:rsidP="006D4449">
      <w:r>
        <w:t>261.4755</w:t>
      </w:r>
      <w:r>
        <w:tab/>
        <w:t>1.013e0</w:t>
      </w:r>
    </w:p>
    <w:p w14:paraId="07FD5C7E" w14:textId="77777777" w:rsidR="006D4449" w:rsidRDefault="006D4449" w:rsidP="006D4449">
      <w:r>
        <w:t>261.5142</w:t>
      </w:r>
      <w:r>
        <w:tab/>
        <w:t>1.013e0</w:t>
      </w:r>
    </w:p>
    <w:p w14:paraId="1DD1FF27" w14:textId="77777777" w:rsidR="006D4449" w:rsidRDefault="006D4449" w:rsidP="006D4449">
      <w:r>
        <w:t>261.5358</w:t>
      </w:r>
      <w:r>
        <w:tab/>
        <w:t>2.025e0</w:t>
      </w:r>
    </w:p>
    <w:p w14:paraId="1C36498C" w14:textId="77777777" w:rsidR="006D4449" w:rsidRDefault="006D4449" w:rsidP="006D4449">
      <w:r>
        <w:t>261.5563</w:t>
      </w:r>
      <w:r>
        <w:tab/>
        <w:t>1.013e0</w:t>
      </w:r>
    </w:p>
    <w:p w14:paraId="69B0332F" w14:textId="77777777" w:rsidR="006D4449" w:rsidRDefault="006D4449" w:rsidP="006D4449">
      <w:r>
        <w:t>261.5771</w:t>
      </w:r>
      <w:r>
        <w:tab/>
        <w:t>1.013e0</w:t>
      </w:r>
    </w:p>
    <w:p w14:paraId="27A87C2D" w14:textId="77777777" w:rsidR="006D4449" w:rsidRDefault="006D4449" w:rsidP="006D4449">
      <w:r>
        <w:t>261.5930</w:t>
      </w:r>
      <w:r>
        <w:tab/>
        <w:t>2.025e0</w:t>
      </w:r>
    </w:p>
    <w:p w14:paraId="05B0859F" w14:textId="77777777" w:rsidR="006D4449" w:rsidRDefault="006D4449" w:rsidP="006D4449">
      <w:r>
        <w:t>261.5999</w:t>
      </w:r>
      <w:r>
        <w:tab/>
        <w:t>1.013e0</w:t>
      </w:r>
    </w:p>
    <w:p w14:paraId="6002CBDF" w14:textId="77777777" w:rsidR="006D4449" w:rsidRDefault="006D4449" w:rsidP="006D4449">
      <w:r>
        <w:t>261.6095</w:t>
      </w:r>
      <w:r>
        <w:tab/>
        <w:t>4.051e0</w:t>
      </w:r>
    </w:p>
    <w:p w14:paraId="6654232B" w14:textId="77777777" w:rsidR="006D4449" w:rsidRDefault="006D4449" w:rsidP="006D4449">
      <w:r>
        <w:t>261.6375</w:t>
      </w:r>
      <w:r>
        <w:tab/>
        <w:t>1.013e0</w:t>
      </w:r>
    </w:p>
    <w:p w14:paraId="44D61DCF" w14:textId="77777777" w:rsidR="006D4449" w:rsidRDefault="006D4449" w:rsidP="006D4449">
      <w:r>
        <w:t>261.6506</w:t>
      </w:r>
      <w:r>
        <w:tab/>
        <w:t>1.013e0</w:t>
      </w:r>
    </w:p>
    <w:p w14:paraId="65426B55" w14:textId="77777777" w:rsidR="006D4449" w:rsidRDefault="006D4449" w:rsidP="006D4449">
      <w:r>
        <w:t>261.6761</w:t>
      </w:r>
      <w:r>
        <w:tab/>
        <w:t>1.013e0</w:t>
      </w:r>
    </w:p>
    <w:p w14:paraId="401C939D" w14:textId="77777777" w:rsidR="006D4449" w:rsidRDefault="006D4449" w:rsidP="006D4449">
      <w:r>
        <w:t>261.6881</w:t>
      </w:r>
      <w:r>
        <w:tab/>
        <w:t>1.013e0</w:t>
      </w:r>
    </w:p>
    <w:p w14:paraId="2357D1EB" w14:textId="77777777" w:rsidR="006D4449" w:rsidRDefault="006D4449" w:rsidP="006D4449">
      <w:r>
        <w:t>261.7120</w:t>
      </w:r>
      <w:r>
        <w:tab/>
        <w:t>1.013e0</w:t>
      </w:r>
    </w:p>
    <w:p w14:paraId="7B1CDCB7" w14:textId="77777777" w:rsidR="006D4449" w:rsidRDefault="006D4449" w:rsidP="006D4449">
      <w:r>
        <w:t>261.7188</w:t>
      </w:r>
      <w:r>
        <w:tab/>
        <w:t>1.013e0</w:t>
      </w:r>
    </w:p>
    <w:p w14:paraId="1D4C491A" w14:textId="77777777" w:rsidR="006D4449" w:rsidRDefault="006D4449" w:rsidP="006D4449">
      <w:r>
        <w:lastRenderedPageBreak/>
        <w:t>261.7473</w:t>
      </w:r>
      <w:r>
        <w:tab/>
        <w:t>2.025e0</w:t>
      </w:r>
    </w:p>
    <w:p w14:paraId="129D1E39" w14:textId="77777777" w:rsidR="006D4449" w:rsidRDefault="006D4449" w:rsidP="006D4449">
      <w:r>
        <w:t>261.7756</w:t>
      </w:r>
      <w:r>
        <w:tab/>
        <w:t>1.013e0</w:t>
      </w:r>
    </w:p>
    <w:p w14:paraId="309D37E4" w14:textId="77777777" w:rsidR="006D4449" w:rsidRDefault="006D4449" w:rsidP="006D4449">
      <w:r>
        <w:t>261.8471</w:t>
      </w:r>
      <w:r>
        <w:tab/>
        <w:t>1.013e0</w:t>
      </w:r>
    </w:p>
    <w:p w14:paraId="1A75EEBC" w14:textId="77777777" w:rsidR="006D4449" w:rsidRDefault="006D4449" w:rsidP="006D4449">
      <w:r>
        <w:t>261.9123</w:t>
      </w:r>
      <w:r>
        <w:tab/>
        <w:t>1.013e0</w:t>
      </w:r>
    </w:p>
    <w:p w14:paraId="39547205" w14:textId="77777777" w:rsidR="006D4449" w:rsidRDefault="006D4449" w:rsidP="006D4449">
      <w:r>
        <w:t>261.9134</w:t>
      </w:r>
      <w:r>
        <w:tab/>
        <w:t>1.013e0</w:t>
      </w:r>
    </w:p>
    <w:p w14:paraId="77A70DD8" w14:textId="77777777" w:rsidR="006D4449" w:rsidRDefault="006D4449" w:rsidP="006D4449">
      <w:r>
        <w:t>261.9247</w:t>
      </w:r>
      <w:r>
        <w:tab/>
        <w:t>1.013e0</w:t>
      </w:r>
    </w:p>
    <w:p w14:paraId="5ECB041D" w14:textId="77777777" w:rsidR="006D4449" w:rsidRDefault="006D4449" w:rsidP="006D4449">
      <w:r>
        <w:t>261.9731</w:t>
      </w:r>
      <w:r>
        <w:tab/>
        <w:t>1.013e0</w:t>
      </w:r>
    </w:p>
    <w:p w14:paraId="2D69B510" w14:textId="77777777" w:rsidR="006D4449" w:rsidRDefault="006D4449" w:rsidP="006D4449">
      <w:r>
        <w:t>261.9742</w:t>
      </w:r>
      <w:r>
        <w:tab/>
        <w:t>1.013e0</w:t>
      </w:r>
    </w:p>
    <w:p w14:paraId="4B53E933" w14:textId="77777777" w:rsidR="006D4449" w:rsidRDefault="006D4449" w:rsidP="006D4449">
      <w:r>
        <w:t>261.9876</w:t>
      </w:r>
      <w:r>
        <w:tab/>
        <w:t>2.025e0</w:t>
      </w:r>
    </w:p>
    <w:p w14:paraId="6D2620D1" w14:textId="77777777" w:rsidR="006D4449" w:rsidRDefault="006D4449" w:rsidP="006D4449">
      <w:r>
        <w:t>261.9947</w:t>
      </w:r>
      <w:r>
        <w:tab/>
        <w:t>1.013e0</w:t>
      </w:r>
    </w:p>
    <w:p w14:paraId="6AC5E337" w14:textId="77777777" w:rsidR="006D4449" w:rsidRDefault="006D4449" w:rsidP="006D4449">
      <w:r>
        <w:t>261.9985</w:t>
      </w:r>
      <w:r>
        <w:tab/>
        <w:t>1.013e0</w:t>
      </w:r>
    </w:p>
    <w:p w14:paraId="44AAA765" w14:textId="77777777" w:rsidR="006D4449" w:rsidRDefault="006D4449" w:rsidP="006D4449">
      <w:r>
        <w:t>262.0070</w:t>
      </w:r>
      <w:r>
        <w:tab/>
        <w:t>3.469e0</w:t>
      </w:r>
    </w:p>
    <w:p w14:paraId="61E4B59D" w14:textId="77777777" w:rsidR="006D4449" w:rsidRDefault="006D4449" w:rsidP="006D4449">
      <w:r>
        <w:t>262.0104</w:t>
      </w:r>
      <w:r>
        <w:tab/>
        <w:t>2.025e0</w:t>
      </w:r>
    </w:p>
    <w:p w14:paraId="1E1845C4" w14:textId="77777777" w:rsidR="006D4449" w:rsidRDefault="006D4449" w:rsidP="006D4449">
      <w:r>
        <w:t>262.0223</w:t>
      </w:r>
      <w:r>
        <w:tab/>
        <w:t>2.025e0</w:t>
      </w:r>
    </w:p>
    <w:p w14:paraId="2439421A" w14:textId="77777777" w:rsidR="006D4449" w:rsidRDefault="006D4449" w:rsidP="006D4449">
      <w:r>
        <w:t>262.0364</w:t>
      </w:r>
      <w:r>
        <w:tab/>
        <w:t>2.025e0</w:t>
      </w:r>
    </w:p>
    <w:p w14:paraId="43A9A760" w14:textId="77777777" w:rsidR="006D4449" w:rsidRDefault="006D4449" w:rsidP="006D4449">
      <w:r>
        <w:t>262.0525</w:t>
      </w:r>
      <w:r>
        <w:tab/>
        <w:t>2.025e0</w:t>
      </w:r>
    </w:p>
    <w:p w14:paraId="5E86F619" w14:textId="77777777" w:rsidR="006D4449" w:rsidRDefault="006D4449" w:rsidP="006D4449">
      <w:r>
        <w:t>262.0721</w:t>
      </w:r>
      <w:r>
        <w:tab/>
        <w:t>1.013e0</w:t>
      </w:r>
    </w:p>
    <w:p w14:paraId="7A9C1052" w14:textId="77777777" w:rsidR="006D4449" w:rsidRDefault="006D4449" w:rsidP="006D4449">
      <w:r>
        <w:t>262.0760</w:t>
      </w:r>
      <w:r>
        <w:tab/>
        <w:t>1.013e0</w:t>
      </w:r>
    </w:p>
    <w:p w14:paraId="502B0190" w14:textId="77777777" w:rsidR="006D4449" w:rsidRDefault="006D4449" w:rsidP="006D4449">
      <w:r>
        <w:t>262.0894</w:t>
      </w:r>
      <w:r>
        <w:tab/>
        <w:t>1.013e0</w:t>
      </w:r>
    </w:p>
    <w:p w14:paraId="1CE7E12F" w14:textId="77777777" w:rsidR="006D4449" w:rsidRDefault="006D4449" w:rsidP="006D4449">
      <w:r>
        <w:lastRenderedPageBreak/>
        <w:t>262.1057</w:t>
      </w:r>
      <w:r>
        <w:tab/>
        <w:t>1.013e0</w:t>
      </w:r>
    </w:p>
    <w:p w14:paraId="06B682D2" w14:textId="77777777" w:rsidR="006D4449" w:rsidRDefault="006D4449" w:rsidP="006D4449">
      <w:r>
        <w:t>262.1081</w:t>
      </w:r>
      <w:r>
        <w:tab/>
        <w:t>3.038e0</w:t>
      </w:r>
    </w:p>
    <w:p w14:paraId="22C5755A" w14:textId="77777777" w:rsidR="006D4449" w:rsidRDefault="006D4449" w:rsidP="006D4449">
      <w:r>
        <w:t>262.1235</w:t>
      </w:r>
      <w:r>
        <w:tab/>
        <w:t>5.063e0</w:t>
      </w:r>
    </w:p>
    <w:p w14:paraId="0C33C6FB" w14:textId="77777777" w:rsidR="006D4449" w:rsidRDefault="006D4449" w:rsidP="006D4449">
      <w:r>
        <w:t>262.1294</w:t>
      </w:r>
      <w:r>
        <w:tab/>
        <w:t>2.025e0</w:t>
      </w:r>
    </w:p>
    <w:p w14:paraId="39653106" w14:textId="77777777" w:rsidR="006D4449" w:rsidRDefault="006D4449" w:rsidP="006D4449">
      <w:r>
        <w:t>262.1467</w:t>
      </w:r>
      <w:r>
        <w:tab/>
        <w:t>2.025e0</w:t>
      </w:r>
    </w:p>
    <w:p w14:paraId="7A16829A" w14:textId="77777777" w:rsidR="006D4449" w:rsidRDefault="006D4449" w:rsidP="006D4449">
      <w:r>
        <w:t>262.1567</w:t>
      </w:r>
      <w:r>
        <w:tab/>
        <w:t>6.076e0</w:t>
      </w:r>
    </w:p>
    <w:p w14:paraId="4C9D3C77" w14:textId="77777777" w:rsidR="006D4449" w:rsidRDefault="006D4449" w:rsidP="006D4449">
      <w:r>
        <w:t>262.1801</w:t>
      </w:r>
      <w:r>
        <w:tab/>
        <w:t>1.013e0</w:t>
      </w:r>
    </w:p>
    <w:p w14:paraId="47257812" w14:textId="77777777" w:rsidR="006D4449" w:rsidRDefault="006D4449" w:rsidP="006D4449">
      <w:r>
        <w:t>262.1899</w:t>
      </w:r>
      <w:r>
        <w:tab/>
        <w:t>2.025e0</w:t>
      </w:r>
    </w:p>
    <w:p w14:paraId="037C3863" w14:textId="77777777" w:rsidR="006D4449" w:rsidRDefault="006D4449" w:rsidP="006D4449">
      <w:r>
        <w:t>262.1910</w:t>
      </w:r>
      <w:r>
        <w:tab/>
        <w:t>4.051e0</w:t>
      </w:r>
    </w:p>
    <w:p w14:paraId="4F8BEC61" w14:textId="77777777" w:rsidR="006D4449" w:rsidRDefault="006D4449" w:rsidP="006D4449">
      <w:r>
        <w:t>262.2043</w:t>
      </w:r>
      <w:r>
        <w:tab/>
        <w:t>5.063e0</w:t>
      </w:r>
    </w:p>
    <w:p w14:paraId="45F82AD7" w14:textId="77777777" w:rsidR="006D4449" w:rsidRDefault="006D4449" w:rsidP="006D4449">
      <w:r>
        <w:t>262.2097</w:t>
      </w:r>
      <w:r>
        <w:tab/>
        <w:t>1.013e0</w:t>
      </w:r>
    </w:p>
    <w:p w14:paraId="5C905FA2" w14:textId="77777777" w:rsidR="006D4449" w:rsidRDefault="006D4449" w:rsidP="006D4449">
      <w:r>
        <w:t>262.2457</w:t>
      </w:r>
      <w:r>
        <w:tab/>
        <w:t>1.013e0</w:t>
      </w:r>
    </w:p>
    <w:p w14:paraId="29B1A86A" w14:textId="77777777" w:rsidR="006D4449" w:rsidRDefault="006D4449" w:rsidP="006D4449">
      <w:r>
        <w:t>262.2731</w:t>
      </w:r>
      <w:r>
        <w:tab/>
        <w:t>2.025e0</w:t>
      </w:r>
    </w:p>
    <w:p w14:paraId="1F96A6D4" w14:textId="77777777" w:rsidR="006D4449" w:rsidRDefault="006D4449" w:rsidP="006D4449">
      <w:r>
        <w:t>262.3077</w:t>
      </w:r>
      <w:r>
        <w:tab/>
        <w:t>1.013e0</w:t>
      </w:r>
    </w:p>
    <w:p w14:paraId="718ACEF5" w14:textId="77777777" w:rsidR="006D4449" w:rsidRDefault="006D4449" w:rsidP="006D4449">
      <w:r>
        <w:t>262.3269</w:t>
      </w:r>
      <w:r>
        <w:tab/>
        <w:t>1.013e0</w:t>
      </w:r>
    </w:p>
    <w:p w14:paraId="753272D4" w14:textId="77777777" w:rsidR="006D4449" w:rsidRDefault="006D4449" w:rsidP="006D4449">
      <w:r>
        <w:t>262.3417</w:t>
      </w:r>
      <w:r>
        <w:tab/>
        <w:t>1.013e0</w:t>
      </w:r>
    </w:p>
    <w:p w14:paraId="2B6C2986" w14:textId="77777777" w:rsidR="006D4449" w:rsidRDefault="006D4449" w:rsidP="006D4449">
      <w:r>
        <w:t>262.3685</w:t>
      </w:r>
      <w:r>
        <w:tab/>
        <w:t>1.013e0</w:t>
      </w:r>
    </w:p>
    <w:p w14:paraId="6F81D2EB" w14:textId="77777777" w:rsidR="006D4449" w:rsidRDefault="006D4449" w:rsidP="006D4449">
      <w:r>
        <w:t>262.3737</w:t>
      </w:r>
      <w:r>
        <w:tab/>
        <w:t>1.013e0</w:t>
      </w:r>
    </w:p>
    <w:p w14:paraId="62856805" w14:textId="77777777" w:rsidR="006D4449" w:rsidRDefault="006D4449" w:rsidP="006D4449">
      <w:r>
        <w:t>262.4043</w:t>
      </w:r>
      <w:r>
        <w:tab/>
        <w:t>1.013e0</w:t>
      </w:r>
    </w:p>
    <w:p w14:paraId="32F48253" w14:textId="77777777" w:rsidR="006D4449" w:rsidRDefault="006D4449" w:rsidP="006D4449">
      <w:r>
        <w:lastRenderedPageBreak/>
        <w:t>262.4295</w:t>
      </w:r>
      <w:r>
        <w:tab/>
        <w:t>2.025e0</w:t>
      </w:r>
    </w:p>
    <w:p w14:paraId="69388351" w14:textId="77777777" w:rsidR="006D4449" w:rsidRDefault="006D4449" w:rsidP="006D4449">
      <w:r>
        <w:t>262.4727</w:t>
      </w:r>
      <w:r>
        <w:tab/>
        <w:t>1.013e0</w:t>
      </w:r>
    </w:p>
    <w:p w14:paraId="38129A1C" w14:textId="77777777" w:rsidR="006D4449" w:rsidRDefault="006D4449" w:rsidP="006D4449">
      <w:r>
        <w:t>262.5204</w:t>
      </w:r>
      <w:r>
        <w:tab/>
        <w:t>1.013e0</w:t>
      </w:r>
    </w:p>
    <w:p w14:paraId="3CAEFC4A" w14:textId="77777777" w:rsidR="006D4449" w:rsidRDefault="006D4449" w:rsidP="006D4449">
      <w:r>
        <w:t>262.5938</w:t>
      </w:r>
      <w:r>
        <w:tab/>
        <w:t>2.025e0</w:t>
      </w:r>
    </w:p>
    <w:p w14:paraId="20116DBD" w14:textId="77777777" w:rsidR="006D4449" w:rsidRDefault="006D4449" w:rsidP="006D4449">
      <w:r>
        <w:t>262.5967</w:t>
      </w:r>
      <w:r>
        <w:tab/>
        <w:t>1.013e0</w:t>
      </w:r>
    </w:p>
    <w:p w14:paraId="57ABB0BE" w14:textId="77777777" w:rsidR="006D4449" w:rsidRDefault="006D4449" w:rsidP="006D4449">
      <w:r>
        <w:t>262.6058</w:t>
      </w:r>
      <w:r>
        <w:tab/>
        <w:t>1.013e0</w:t>
      </w:r>
    </w:p>
    <w:p w14:paraId="70A854FE" w14:textId="77777777" w:rsidR="006D4449" w:rsidRDefault="006D4449" w:rsidP="006D4449">
      <w:r>
        <w:t>262.6524</w:t>
      </w:r>
      <w:r>
        <w:tab/>
        <w:t>1.013e0</w:t>
      </w:r>
    </w:p>
    <w:p w14:paraId="04D18AAA" w14:textId="77777777" w:rsidR="006D4449" w:rsidRDefault="006D4449" w:rsidP="006D4449">
      <w:r>
        <w:t>262.6673</w:t>
      </w:r>
      <w:r>
        <w:tab/>
        <w:t>1.013e0</w:t>
      </w:r>
    </w:p>
    <w:p w14:paraId="75C14EEE" w14:textId="77777777" w:rsidR="006D4449" w:rsidRDefault="006D4449" w:rsidP="006D4449">
      <w:r>
        <w:t>262.6832</w:t>
      </w:r>
      <w:r>
        <w:tab/>
        <w:t>1.013e0</w:t>
      </w:r>
    </w:p>
    <w:p w14:paraId="13FE02FD" w14:textId="77777777" w:rsidR="006D4449" w:rsidRDefault="006D4449" w:rsidP="006D4449">
      <w:r>
        <w:t>262.7253</w:t>
      </w:r>
      <w:r>
        <w:tab/>
        <w:t>1.013e0</w:t>
      </w:r>
    </w:p>
    <w:p w14:paraId="12C56793" w14:textId="77777777" w:rsidR="006D4449" w:rsidRDefault="006D4449" w:rsidP="006D4449">
      <w:r>
        <w:t>262.7894</w:t>
      </w:r>
      <w:r>
        <w:tab/>
        <w:t>2.025e0</w:t>
      </w:r>
    </w:p>
    <w:p w14:paraId="3A2326B4" w14:textId="77777777" w:rsidR="006D4449" w:rsidRDefault="006D4449" w:rsidP="006D4449">
      <w:r>
        <w:t>262.8078</w:t>
      </w:r>
      <w:r>
        <w:tab/>
        <w:t>1.013e0</w:t>
      </w:r>
    </w:p>
    <w:p w14:paraId="719098FC" w14:textId="77777777" w:rsidR="006D4449" w:rsidRDefault="006D4449" w:rsidP="006D4449">
      <w:r>
        <w:t>262.8399</w:t>
      </w:r>
      <w:r>
        <w:tab/>
        <w:t>2.025e0</w:t>
      </w:r>
    </w:p>
    <w:p w14:paraId="5349F455" w14:textId="77777777" w:rsidR="006D4449" w:rsidRDefault="006D4449" w:rsidP="006D4449">
      <w:r>
        <w:t>262.8637</w:t>
      </w:r>
      <w:r>
        <w:tab/>
        <w:t>1.013e0</w:t>
      </w:r>
    </w:p>
    <w:p w14:paraId="572F3339" w14:textId="77777777" w:rsidR="006D4449" w:rsidRDefault="006D4449" w:rsidP="006D4449">
      <w:r>
        <w:t>262.8956</w:t>
      </w:r>
      <w:r>
        <w:tab/>
        <w:t>2.025e0</w:t>
      </w:r>
    </w:p>
    <w:p w14:paraId="48CD0373" w14:textId="77777777" w:rsidR="006D4449" w:rsidRDefault="006D4449" w:rsidP="006D4449">
      <w:r>
        <w:t>262.8996</w:t>
      </w:r>
      <w:r>
        <w:tab/>
        <w:t>1.013e0</w:t>
      </w:r>
    </w:p>
    <w:p w14:paraId="7C0A2246" w14:textId="77777777" w:rsidR="006D4449" w:rsidRDefault="006D4449" w:rsidP="006D4449">
      <w:r>
        <w:t>262.9025</w:t>
      </w:r>
      <w:r>
        <w:tab/>
        <w:t>1.013e0</w:t>
      </w:r>
    </w:p>
    <w:p w14:paraId="2BD1CCEB" w14:textId="77777777" w:rsidR="006D4449" w:rsidRDefault="006D4449" w:rsidP="006D4449">
      <w:r>
        <w:t>262.9294</w:t>
      </w:r>
      <w:r>
        <w:tab/>
        <w:t>1.013e0</w:t>
      </w:r>
    </w:p>
    <w:p w14:paraId="2AAF2605" w14:textId="77777777" w:rsidR="006D4449" w:rsidRDefault="006D4449" w:rsidP="006D4449">
      <w:r>
        <w:t>262.9332</w:t>
      </w:r>
      <w:r>
        <w:tab/>
        <w:t>1.013e0</w:t>
      </w:r>
    </w:p>
    <w:p w14:paraId="1C524EB5" w14:textId="77777777" w:rsidR="006D4449" w:rsidRDefault="006D4449" w:rsidP="006D4449">
      <w:r>
        <w:lastRenderedPageBreak/>
        <w:t>262.9383</w:t>
      </w:r>
      <w:r>
        <w:tab/>
        <w:t>1.013e0</w:t>
      </w:r>
    </w:p>
    <w:p w14:paraId="1CA234C5" w14:textId="77777777" w:rsidR="006D4449" w:rsidRDefault="006D4449" w:rsidP="006D4449">
      <w:r>
        <w:t>262.9538</w:t>
      </w:r>
      <w:r>
        <w:tab/>
        <w:t>2.025e0</w:t>
      </w:r>
    </w:p>
    <w:p w14:paraId="15CF3A31" w14:textId="77777777" w:rsidR="006D4449" w:rsidRDefault="006D4449" w:rsidP="006D4449">
      <w:r>
        <w:t>262.9685</w:t>
      </w:r>
      <w:r>
        <w:tab/>
        <w:t>2.025e0</w:t>
      </w:r>
    </w:p>
    <w:p w14:paraId="49F82E5C" w14:textId="77777777" w:rsidR="006D4449" w:rsidRDefault="006D4449" w:rsidP="006D4449">
      <w:r>
        <w:t>262.9770</w:t>
      </w:r>
      <w:r>
        <w:tab/>
        <w:t>1.013e0</w:t>
      </w:r>
    </w:p>
    <w:p w14:paraId="511760FA" w14:textId="77777777" w:rsidR="006D4449" w:rsidRDefault="006D4449" w:rsidP="006D4449">
      <w:r>
        <w:t>263.0158</w:t>
      </w:r>
      <w:r>
        <w:tab/>
        <w:t>2.025e0</w:t>
      </w:r>
    </w:p>
    <w:p w14:paraId="08F043B2" w14:textId="77777777" w:rsidR="006D4449" w:rsidRDefault="006D4449" w:rsidP="006D4449">
      <w:r>
        <w:t>263.0371</w:t>
      </w:r>
      <w:r>
        <w:tab/>
        <w:t>2.025e0</w:t>
      </w:r>
    </w:p>
    <w:p w14:paraId="0461B439" w14:textId="77777777" w:rsidR="006D4449" w:rsidRDefault="006D4449" w:rsidP="006D4449">
      <w:r>
        <w:t>263.0585</w:t>
      </w:r>
      <w:r>
        <w:tab/>
        <w:t>1.013e0</w:t>
      </w:r>
    </w:p>
    <w:p w14:paraId="334B96CB" w14:textId="77777777" w:rsidR="006D4449" w:rsidRDefault="006D4449" w:rsidP="006D4449">
      <w:r>
        <w:t>263.0613</w:t>
      </w:r>
      <w:r>
        <w:tab/>
        <w:t>1.013e0</w:t>
      </w:r>
    </w:p>
    <w:p w14:paraId="75E4CA67" w14:textId="77777777" w:rsidR="006D4449" w:rsidRDefault="006D4449" w:rsidP="006D4449">
      <w:r>
        <w:t>263.0801</w:t>
      </w:r>
      <w:r>
        <w:tab/>
        <w:t>1.013e0</w:t>
      </w:r>
    </w:p>
    <w:p w14:paraId="6535B765" w14:textId="77777777" w:rsidR="006D4449" w:rsidRDefault="006D4449" w:rsidP="006D4449">
      <w:r>
        <w:t>263.0952</w:t>
      </w:r>
      <w:r>
        <w:tab/>
        <w:t>2.025e0</w:t>
      </w:r>
    </w:p>
    <w:p w14:paraId="58C97FC5" w14:textId="77777777" w:rsidR="006D4449" w:rsidRDefault="006D4449" w:rsidP="006D4449">
      <w:r>
        <w:t>263.0997</w:t>
      </w:r>
      <w:r>
        <w:tab/>
        <w:t>3.038e0</w:t>
      </w:r>
    </w:p>
    <w:p w14:paraId="45379FDA" w14:textId="77777777" w:rsidR="006D4449" w:rsidRDefault="006D4449" w:rsidP="006D4449">
      <w:r>
        <w:t>263.1052</w:t>
      </w:r>
      <w:r>
        <w:tab/>
        <w:t>2.025e0</w:t>
      </w:r>
    </w:p>
    <w:p w14:paraId="01FC4EA2" w14:textId="77777777" w:rsidR="006D4449" w:rsidRDefault="006D4449" w:rsidP="006D4449">
      <w:r>
        <w:t>263.1309</w:t>
      </w:r>
      <w:r>
        <w:tab/>
        <w:t>1.013e0</w:t>
      </w:r>
    </w:p>
    <w:p w14:paraId="47614790" w14:textId="77777777" w:rsidR="006D4449" w:rsidRDefault="006D4449" w:rsidP="006D4449">
      <w:r>
        <w:t>263.1339</w:t>
      </w:r>
      <w:r>
        <w:tab/>
        <w:t>2.025e0</w:t>
      </w:r>
    </w:p>
    <w:p w14:paraId="7A032751" w14:textId="77777777" w:rsidR="006D4449" w:rsidRDefault="006D4449" w:rsidP="006D4449">
      <w:r>
        <w:t>263.1366</w:t>
      </w:r>
      <w:r>
        <w:tab/>
        <w:t>3.038e0</w:t>
      </w:r>
    </w:p>
    <w:p w14:paraId="6608549F" w14:textId="77777777" w:rsidR="006D4449" w:rsidRDefault="006D4449" w:rsidP="006D4449">
      <w:r>
        <w:t>263.1473</w:t>
      </w:r>
      <w:r>
        <w:tab/>
        <w:t>4.051e0</w:t>
      </w:r>
    </w:p>
    <w:p w14:paraId="68A33DE3" w14:textId="77777777" w:rsidR="006D4449" w:rsidRDefault="006D4449" w:rsidP="006D4449">
      <w:r>
        <w:t>263.1707</w:t>
      </w:r>
      <w:r>
        <w:tab/>
        <w:t>2.025e0</w:t>
      </w:r>
    </w:p>
    <w:p w14:paraId="598A1D68" w14:textId="77777777" w:rsidR="006D4449" w:rsidRDefault="006D4449" w:rsidP="006D4449">
      <w:r>
        <w:t>263.1774</w:t>
      </w:r>
      <w:r>
        <w:tab/>
        <w:t>2.025e0</w:t>
      </w:r>
    </w:p>
    <w:p w14:paraId="229706DC" w14:textId="77777777" w:rsidR="006D4449" w:rsidRDefault="006D4449" w:rsidP="006D4449">
      <w:r>
        <w:t>263.1915</w:t>
      </w:r>
      <w:r>
        <w:tab/>
        <w:t>2.319e0</w:t>
      </w:r>
    </w:p>
    <w:p w14:paraId="16EEE4DD" w14:textId="77777777" w:rsidR="006D4449" w:rsidRDefault="006D4449" w:rsidP="006D4449">
      <w:r>
        <w:lastRenderedPageBreak/>
        <w:t>263.2140</w:t>
      </w:r>
      <w:r>
        <w:tab/>
        <w:t>2.025e0</w:t>
      </w:r>
    </w:p>
    <w:p w14:paraId="65CEBBF0" w14:textId="77777777" w:rsidR="006D4449" w:rsidRDefault="006D4449" w:rsidP="006D4449">
      <w:r>
        <w:t>263.3014</w:t>
      </w:r>
      <w:r>
        <w:tab/>
        <w:t>2.025e0</w:t>
      </w:r>
    </w:p>
    <w:p w14:paraId="470CD53B" w14:textId="77777777" w:rsidR="006D4449" w:rsidRDefault="006D4449" w:rsidP="006D4449">
      <w:r>
        <w:t>263.3245</w:t>
      </w:r>
      <w:r>
        <w:tab/>
        <w:t>1.013e0</w:t>
      </w:r>
    </w:p>
    <w:p w14:paraId="525D199D" w14:textId="77777777" w:rsidR="006D4449" w:rsidRDefault="006D4449" w:rsidP="006D4449">
      <w:r>
        <w:t>263.3391</w:t>
      </w:r>
      <w:r>
        <w:tab/>
        <w:t>1.013e0</w:t>
      </w:r>
    </w:p>
    <w:p w14:paraId="58AC8C6D" w14:textId="77777777" w:rsidR="006D4449" w:rsidRDefault="006D4449" w:rsidP="006D4449">
      <w:r>
        <w:t>263.3721</w:t>
      </w:r>
      <w:r>
        <w:tab/>
        <w:t>1.013e0</w:t>
      </w:r>
    </w:p>
    <w:p w14:paraId="6E941D1E" w14:textId="77777777" w:rsidR="006D4449" w:rsidRDefault="006D4449" w:rsidP="006D4449">
      <w:r>
        <w:t>263.4019</w:t>
      </w:r>
      <w:r>
        <w:tab/>
        <w:t>1.013e0</w:t>
      </w:r>
    </w:p>
    <w:p w14:paraId="432DFAD7" w14:textId="77777777" w:rsidR="006D4449" w:rsidRDefault="006D4449" w:rsidP="006D4449">
      <w:r>
        <w:t>263.4208</w:t>
      </w:r>
      <w:r>
        <w:tab/>
        <w:t>1.013e0</w:t>
      </w:r>
    </w:p>
    <w:p w14:paraId="55FCD628" w14:textId="77777777" w:rsidR="006D4449" w:rsidRDefault="006D4449" w:rsidP="006D4449">
      <w:r>
        <w:t>263.4559</w:t>
      </w:r>
      <w:r>
        <w:tab/>
        <w:t>3.038e0</w:t>
      </w:r>
    </w:p>
    <w:p w14:paraId="5FB0A461" w14:textId="77777777" w:rsidR="006D4449" w:rsidRDefault="006D4449" w:rsidP="006D4449">
      <w:r>
        <w:t>263.4726</w:t>
      </w:r>
      <w:r>
        <w:tab/>
        <w:t>2.025e0</w:t>
      </w:r>
    </w:p>
    <w:p w14:paraId="169F1401" w14:textId="77777777" w:rsidR="006D4449" w:rsidRDefault="006D4449" w:rsidP="006D4449">
      <w:r>
        <w:t>263.4890</w:t>
      </w:r>
      <w:r>
        <w:tab/>
        <w:t>1.013e0</w:t>
      </w:r>
    </w:p>
    <w:p w14:paraId="6FCF1A04" w14:textId="77777777" w:rsidR="006D4449" w:rsidRDefault="006D4449" w:rsidP="006D4449">
      <w:r>
        <w:t>263.4991</w:t>
      </w:r>
      <w:r>
        <w:tab/>
        <w:t>1.191e0</w:t>
      </w:r>
    </w:p>
    <w:p w14:paraId="7725F95F" w14:textId="77777777" w:rsidR="006D4449" w:rsidRDefault="006D4449" w:rsidP="006D4449">
      <w:r>
        <w:t>263.5980</w:t>
      </w:r>
      <w:r>
        <w:tab/>
        <w:t>2.025e0</w:t>
      </w:r>
    </w:p>
    <w:p w14:paraId="06DC9D56" w14:textId="77777777" w:rsidR="006D4449" w:rsidRDefault="006D4449" w:rsidP="006D4449">
      <w:r>
        <w:t>263.6196</w:t>
      </w:r>
      <w:r>
        <w:tab/>
        <w:t>1.013e0</w:t>
      </w:r>
    </w:p>
    <w:p w14:paraId="588CAE67" w14:textId="77777777" w:rsidR="006D4449" w:rsidRDefault="006D4449" w:rsidP="006D4449">
      <w:r>
        <w:t>263.6303</w:t>
      </w:r>
      <w:r>
        <w:tab/>
        <w:t>1.013e0</w:t>
      </w:r>
    </w:p>
    <w:p w14:paraId="280B8E2B" w14:textId="77777777" w:rsidR="006D4449" w:rsidRDefault="006D4449" w:rsidP="006D4449">
      <w:r>
        <w:t>263.6460</w:t>
      </w:r>
      <w:r>
        <w:tab/>
        <w:t>2.025e0</w:t>
      </w:r>
    </w:p>
    <w:p w14:paraId="5E59DEE9" w14:textId="77777777" w:rsidR="006D4449" w:rsidRDefault="006D4449" w:rsidP="006D4449">
      <w:r>
        <w:t>263.6693</w:t>
      </w:r>
      <w:r>
        <w:tab/>
        <w:t>1.013e0</w:t>
      </w:r>
    </w:p>
    <w:p w14:paraId="38C981F0" w14:textId="77777777" w:rsidR="006D4449" w:rsidRDefault="006D4449" w:rsidP="006D4449">
      <w:r>
        <w:t>263.6874</w:t>
      </w:r>
      <w:r>
        <w:tab/>
        <w:t>2.025e0</w:t>
      </w:r>
    </w:p>
    <w:p w14:paraId="258AA03E" w14:textId="77777777" w:rsidR="006D4449" w:rsidRDefault="006D4449" w:rsidP="006D4449">
      <w:r>
        <w:t>263.6920</w:t>
      </w:r>
      <w:r>
        <w:tab/>
        <w:t>1.013e0</w:t>
      </w:r>
    </w:p>
    <w:p w14:paraId="52322C03" w14:textId="77777777" w:rsidR="006D4449" w:rsidRDefault="006D4449" w:rsidP="006D4449">
      <w:r>
        <w:t>263.7570</w:t>
      </w:r>
      <w:r>
        <w:tab/>
        <w:t>1.013e0</w:t>
      </w:r>
    </w:p>
    <w:p w14:paraId="69CF3F7C" w14:textId="77777777" w:rsidR="006D4449" w:rsidRDefault="006D4449" w:rsidP="006D4449">
      <w:r>
        <w:lastRenderedPageBreak/>
        <w:t>263.8114</w:t>
      </w:r>
      <w:r>
        <w:tab/>
        <w:t>2.025e0</w:t>
      </w:r>
    </w:p>
    <w:p w14:paraId="4EC3746D" w14:textId="77777777" w:rsidR="006D4449" w:rsidRDefault="006D4449" w:rsidP="006D4449">
      <w:r>
        <w:t>263.8232</w:t>
      </w:r>
      <w:r>
        <w:tab/>
        <w:t>2.025e0</w:t>
      </w:r>
    </w:p>
    <w:p w14:paraId="3B566785" w14:textId="77777777" w:rsidR="006D4449" w:rsidRDefault="006D4449" w:rsidP="006D4449">
      <w:r>
        <w:t>263.8301</w:t>
      </w:r>
      <w:r>
        <w:tab/>
        <w:t>1.013e0</w:t>
      </w:r>
    </w:p>
    <w:p w14:paraId="7CCE1EB2" w14:textId="77777777" w:rsidR="006D4449" w:rsidRDefault="006D4449" w:rsidP="006D4449">
      <w:r>
        <w:t>263.8402</w:t>
      </w:r>
      <w:r>
        <w:tab/>
        <w:t>1.013e0</w:t>
      </w:r>
    </w:p>
    <w:p w14:paraId="0A7C9A83" w14:textId="77777777" w:rsidR="006D4449" w:rsidRDefault="006D4449" w:rsidP="006D4449">
      <w:r>
        <w:t>263.8654</w:t>
      </w:r>
      <w:r>
        <w:tab/>
        <w:t>1.013e0</w:t>
      </w:r>
    </w:p>
    <w:p w14:paraId="69405334" w14:textId="77777777" w:rsidR="006D4449" w:rsidRDefault="006D4449" w:rsidP="006D4449">
      <w:r>
        <w:t>263.8947</w:t>
      </w:r>
      <w:r>
        <w:tab/>
        <w:t>2.025e0</w:t>
      </w:r>
    </w:p>
    <w:p w14:paraId="63C4D3E5" w14:textId="77777777" w:rsidR="006D4449" w:rsidRDefault="006D4449" w:rsidP="006D4449">
      <w:r>
        <w:t>263.8995</w:t>
      </w:r>
      <w:r>
        <w:tab/>
        <w:t>1.013e0</w:t>
      </w:r>
    </w:p>
    <w:p w14:paraId="1101E883" w14:textId="77777777" w:rsidR="006D4449" w:rsidRDefault="006D4449" w:rsidP="006D4449">
      <w:r>
        <w:t>263.9093</w:t>
      </w:r>
      <w:r>
        <w:tab/>
        <w:t>1.013e0</w:t>
      </w:r>
    </w:p>
    <w:p w14:paraId="1141A7C9" w14:textId="77777777" w:rsidR="006D4449" w:rsidRDefault="006D4449" w:rsidP="006D4449">
      <w:r>
        <w:t>263.9337</w:t>
      </w:r>
      <w:r>
        <w:tab/>
        <w:t>1.013e0</w:t>
      </w:r>
    </w:p>
    <w:p w14:paraId="1ECE745B" w14:textId="77777777" w:rsidR="006D4449" w:rsidRDefault="006D4449" w:rsidP="006D4449">
      <w:r>
        <w:t>263.9472</w:t>
      </w:r>
      <w:r>
        <w:tab/>
        <w:t>1.013e0</w:t>
      </w:r>
    </w:p>
    <w:p w14:paraId="71529295" w14:textId="77777777" w:rsidR="006D4449" w:rsidRDefault="006D4449" w:rsidP="006D4449">
      <w:r>
        <w:t>263.9483</w:t>
      </w:r>
      <w:r>
        <w:tab/>
        <w:t>1.013e0</w:t>
      </w:r>
    </w:p>
    <w:p w14:paraId="07CE61EE" w14:textId="77777777" w:rsidR="006D4449" w:rsidRDefault="006D4449" w:rsidP="006D4449">
      <w:r>
        <w:t>263.9564</w:t>
      </w:r>
      <w:r>
        <w:tab/>
        <w:t>2.025e0</w:t>
      </w:r>
    </w:p>
    <w:p w14:paraId="138FAE6C" w14:textId="77777777" w:rsidR="006D4449" w:rsidRDefault="006D4449" w:rsidP="006D4449">
      <w:r>
        <w:t>263.9673</w:t>
      </w:r>
      <w:r>
        <w:tab/>
        <w:t>1.013e0</w:t>
      </w:r>
    </w:p>
    <w:p w14:paraId="0A23193D" w14:textId="77777777" w:rsidR="006D4449" w:rsidRDefault="006D4449" w:rsidP="006D4449">
      <w:r>
        <w:t>263.9932</w:t>
      </w:r>
      <w:r>
        <w:tab/>
        <w:t>2.025e0</w:t>
      </w:r>
    </w:p>
    <w:p w14:paraId="7F8BEEE1" w14:textId="77777777" w:rsidR="006D4449" w:rsidRDefault="006D4449" w:rsidP="006D4449">
      <w:r>
        <w:t>263.9952</w:t>
      </w:r>
      <w:r>
        <w:tab/>
        <w:t>1.013e0</w:t>
      </w:r>
    </w:p>
    <w:p w14:paraId="36583702" w14:textId="77777777" w:rsidR="006D4449" w:rsidRDefault="006D4449" w:rsidP="006D4449">
      <w:r>
        <w:t>263.9992</w:t>
      </w:r>
      <w:r>
        <w:tab/>
        <w:t>1.013e0</w:t>
      </w:r>
    </w:p>
    <w:p w14:paraId="71431892" w14:textId="77777777" w:rsidR="006D4449" w:rsidRDefault="006D4449" w:rsidP="006D4449">
      <w:r>
        <w:t>264.0184</w:t>
      </w:r>
      <w:r>
        <w:tab/>
        <w:t>4.051e0</w:t>
      </w:r>
    </w:p>
    <w:p w14:paraId="361298DE" w14:textId="77777777" w:rsidR="006D4449" w:rsidRDefault="006D4449" w:rsidP="006D4449">
      <w:r>
        <w:t>264.0204</w:t>
      </w:r>
      <w:r>
        <w:tab/>
        <w:t>4.378e0</w:t>
      </w:r>
    </w:p>
    <w:p w14:paraId="027F51FF" w14:textId="77777777" w:rsidR="006D4449" w:rsidRDefault="006D4449" w:rsidP="006D4449">
      <w:r>
        <w:t>264.0215</w:t>
      </w:r>
      <w:r>
        <w:tab/>
        <w:t>1.013e0</w:t>
      </w:r>
    </w:p>
    <w:p w14:paraId="697952D7" w14:textId="77777777" w:rsidR="006D4449" w:rsidRDefault="006D4449" w:rsidP="006D4449">
      <w:r>
        <w:lastRenderedPageBreak/>
        <w:t>264.0492</w:t>
      </w:r>
      <w:r>
        <w:tab/>
        <w:t>4.051e0</w:t>
      </w:r>
    </w:p>
    <w:p w14:paraId="6E6BEC94" w14:textId="77777777" w:rsidR="006D4449" w:rsidRDefault="006D4449" w:rsidP="006D4449">
      <w:r>
        <w:t>264.0594</w:t>
      </w:r>
      <w:r>
        <w:tab/>
        <w:t>1.013e0</w:t>
      </w:r>
    </w:p>
    <w:p w14:paraId="3D5FDEE1" w14:textId="77777777" w:rsidR="006D4449" w:rsidRDefault="006D4449" w:rsidP="006D4449">
      <w:r>
        <w:t>264.0716</w:t>
      </w:r>
      <w:r>
        <w:tab/>
        <w:t>1.013e0</w:t>
      </w:r>
    </w:p>
    <w:p w14:paraId="21F633FC" w14:textId="77777777" w:rsidR="006D4449" w:rsidRDefault="006D4449" w:rsidP="006D4449">
      <w:r>
        <w:t>264.0936</w:t>
      </w:r>
      <w:r>
        <w:tab/>
        <w:t>1.013e0</w:t>
      </w:r>
    </w:p>
    <w:p w14:paraId="7D3500A4" w14:textId="77777777" w:rsidR="006D4449" w:rsidRDefault="006D4449" w:rsidP="006D4449">
      <w:r>
        <w:t>264.0947</w:t>
      </w:r>
      <w:r>
        <w:tab/>
        <w:t>1.013e0</w:t>
      </w:r>
    </w:p>
    <w:p w14:paraId="75669952" w14:textId="77777777" w:rsidR="006D4449" w:rsidRDefault="006D4449" w:rsidP="006D4449">
      <w:r>
        <w:t>264.1266</w:t>
      </w:r>
      <w:r>
        <w:tab/>
        <w:t>2.025e0</w:t>
      </w:r>
    </w:p>
    <w:p w14:paraId="7C14E7D4" w14:textId="77777777" w:rsidR="006D4449" w:rsidRDefault="006D4449" w:rsidP="006D4449">
      <w:r>
        <w:t>264.1326</w:t>
      </w:r>
      <w:r>
        <w:tab/>
        <w:t>1.013e0</w:t>
      </w:r>
    </w:p>
    <w:p w14:paraId="490EB8C2" w14:textId="77777777" w:rsidR="006D4449" w:rsidRDefault="006D4449" w:rsidP="006D4449">
      <w:r>
        <w:t>264.1357</w:t>
      </w:r>
      <w:r>
        <w:tab/>
        <w:t>2.025e0</w:t>
      </w:r>
    </w:p>
    <w:p w14:paraId="54D2D759" w14:textId="77777777" w:rsidR="006D4449" w:rsidRDefault="006D4449" w:rsidP="006D4449">
      <w:r>
        <w:t>264.1375</w:t>
      </w:r>
      <w:r>
        <w:tab/>
        <w:t>3.038e0</w:t>
      </w:r>
    </w:p>
    <w:p w14:paraId="379C4840" w14:textId="77777777" w:rsidR="006D4449" w:rsidRDefault="006D4449" w:rsidP="006D4449">
      <w:r>
        <w:t>264.1532</w:t>
      </w:r>
      <w:r>
        <w:tab/>
        <w:t>1.013e0</w:t>
      </w:r>
    </w:p>
    <w:p w14:paraId="018C8DB4" w14:textId="77777777" w:rsidR="006D4449" w:rsidRDefault="006D4449" w:rsidP="006D4449">
      <w:r>
        <w:t>264.1667</w:t>
      </w:r>
      <w:r>
        <w:tab/>
        <w:t>3.038e0</w:t>
      </w:r>
    </w:p>
    <w:p w14:paraId="0824ECB0" w14:textId="77777777" w:rsidR="006D4449" w:rsidRDefault="006D4449" w:rsidP="006D4449">
      <w:r>
        <w:t>264.1851</w:t>
      </w:r>
      <w:r>
        <w:tab/>
        <w:t>4.051e0</w:t>
      </w:r>
    </w:p>
    <w:p w14:paraId="0B98DB8E" w14:textId="77777777" w:rsidR="006D4449" w:rsidRDefault="006D4449" w:rsidP="006D4449">
      <w:r>
        <w:t>264.1923</w:t>
      </w:r>
      <w:r>
        <w:tab/>
        <w:t>3.038e0</w:t>
      </w:r>
    </w:p>
    <w:p w14:paraId="022B9DBC" w14:textId="77777777" w:rsidR="006D4449" w:rsidRDefault="006D4449" w:rsidP="006D4449">
      <w:r>
        <w:t>264.1972</w:t>
      </w:r>
      <w:r>
        <w:tab/>
        <w:t>4.051e0</w:t>
      </w:r>
    </w:p>
    <w:p w14:paraId="5E4EE789" w14:textId="77777777" w:rsidR="006D4449" w:rsidRDefault="006D4449" w:rsidP="006D4449">
      <w:r>
        <w:t>264.2198</w:t>
      </w:r>
      <w:r>
        <w:tab/>
        <w:t>1.013e0</w:t>
      </w:r>
    </w:p>
    <w:p w14:paraId="141557BE" w14:textId="77777777" w:rsidR="006D4449" w:rsidRDefault="006D4449" w:rsidP="006D4449">
      <w:r>
        <w:t>264.2305</w:t>
      </w:r>
      <w:r>
        <w:tab/>
        <w:t>2.025e0</w:t>
      </w:r>
    </w:p>
    <w:p w14:paraId="11D3C21C" w14:textId="77777777" w:rsidR="006D4449" w:rsidRDefault="006D4449" w:rsidP="006D4449">
      <w:r>
        <w:t>264.2523</w:t>
      </w:r>
      <w:r>
        <w:tab/>
        <w:t>2.025e0</w:t>
      </w:r>
    </w:p>
    <w:p w14:paraId="03CA547D" w14:textId="77777777" w:rsidR="006D4449" w:rsidRDefault="006D4449" w:rsidP="006D4449">
      <w:r>
        <w:t>264.2586</w:t>
      </w:r>
      <w:r>
        <w:tab/>
        <w:t>1.013e0</w:t>
      </w:r>
    </w:p>
    <w:p w14:paraId="0417E840" w14:textId="77777777" w:rsidR="006D4449" w:rsidRDefault="006D4449" w:rsidP="006D4449">
      <w:r>
        <w:t>264.2802</w:t>
      </w:r>
      <w:r>
        <w:tab/>
        <w:t>2.025e0</w:t>
      </w:r>
    </w:p>
    <w:p w14:paraId="24359281" w14:textId="77777777" w:rsidR="006D4449" w:rsidRDefault="006D4449" w:rsidP="006D4449">
      <w:r>
        <w:lastRenderedPageBreak/>
        <w:t>264.2934</w:t>
      </w:r>
      <w:r>
        <w:tab/>
        <w:t>1.013e0</w:t>
      </w:r>
    </w:p>
    <w:p w14:paraId="36421BA2" w14:textId="77777777" w:rsidR="006D4449" w:rsidRDefault="006D4449" w:rsidP="006D4449">
      <w:r>
        <w:t>264.3003</w:t>
      </w:r>
      <w:r>
        <w:tab/>
        <w:t>1.013e0</w:t>
      </w:r>
    </w:p>
    <w:p w14:paraId="212AD53E" w14:textId="77777777" w:rsidR="006D4449" w:rsidRDefault="006D4449" w:rsidP="006D4449">
      <w:r>
        <w:t>264.3230</w:t>
      </w:r>
      <w:r>
        <w:tab/>
        <w:t>1.013e0</w:t>
      </w:r>
    </w:p>
    <w:p w14:paraId="034378A1" w14:textId="77777777" w:rsidR="006D4449" w:rsidRDefault="006D4449" w:rsidP="006D4449">
      <w:r>
        <w:t>264.3877</w:t>
      </w:r>
      <w:r>
        <w:tab/>
        <w:t>1.013e0</w:t>
      </w:r>
    </w:p>
    <w:p w14:paraId="4E776871" w14:textId="77777777" w:rsidR="006D4449" w:rsidRDefault="006D4449" w:rsidP="006D4449">
      <w:r>
        <w:t>264.4143</w:t>
      </w:r>
      <w:r>
        <w:tab/>
        <w:t>3.038e0</w:t>
      </w:r>
    </w:p>
    <w:p w14:paraId="55EE9A7B" w14:textId="77777777" w:rsidR="006D4449" w:rsidRDefault="006D4449" w:rsidP="006D4449">
      <w:r>
        <w:t>264.4219</w:t>
      </w:r>
      <w:r>
        <w:tab/>
        <w:t>1.013e0</w:t>
      </w:r>
    </w:p>
    <w:p w14:paraId="3DA952F3" w14:textId="77777777" w:rsidR="006D4449" w:rsidRDefault="006D4449" w:rsidP="006D4449">
      <w:r>
        <w:t>264.4434</w:t>
      </w:r>
      <w:r>
        <w:tab/>
        <w:t>2.025e0</w:t>
      </w:r>
    </w:p>
    <w:p w14:paraId="23E00E31" w14:textId="77777777" w:rsidR="006D4449" w:rsidRDefault="006D4449" w:rsidP="006D4449">
      <w:r>
        <w:t>264.4647</w:t>
      </w:r>
      <w:r>
        <w:tab/>
        <w:t>1.013e0</w:t>
      </w:r>
    </w:p>
    <w:p w14:paraId="658D4670" w14:textId="77777777" w:rsidR="006D4449" w:rsidRDefault="006D4449" w:rsidP="006D4449">
      <w:r>
        <w:t>264.5049</w:t>
      </w:r>
      <w:r>
        <w:tab/>
        <w:t>1.013e0</w:t>
      </w:r>
    </w:p>
    <w:p w14:paraId="77D43251" w14:textId="77777777" w:rsidR="006D4449" w:rsidRDefault="006D4449" w:rsidP="006D4449">
      <w:r>
        <w:t>264.5380</w:t>
      </w:r>
      <w:r>
        <w:tab/>
        <w:t>1.013e0</w:t>
      </w:r>
    </w:p>
    <w:p w14:paraId="229B4264" w14:textId="77777777" w:rsidR="006D4449" w:rsidRDefault="006D4449" w:rsidP="006D4449">
      <w:r>
        <w:t>264.5688</w:t>
      </w:r>
      <w:r>
        <w:tab/>
        <w:t>1.013e0</w:t>
      </w:r>
    </w:p>
    <w:p w14:paraId="394EBEA2" w14:textId="77777777" w:rsidR="006D4449" w:rsidRDefault="006D4449" w:rsidP="006D4449">
      <w:r>
        <w:t>264.5820</w:t>
      </w:r>
      <w:r>
        <w:tab/>
        <w:t>1.013e0</w:t>
      </w:r>
    </w:p>
    <w:p w14:paraId="1CF4318F" w14:textId="77777777" w:rsidR="006D4449" w:rsidRDefault="006D4449" w:rsidP="006D4449">
      <w:r>
        <w:t>264.5878</w:t>
      </w:r>
      <w:r>
        <w:tab/>
        <w:t>1.013e0</w:t>
      </w:r>
    </w:p>
    <w:p w14:paraId="5F1DF338" w14:textId="77777777" w:rsidR="006D4449" w:rsidRDefault="006D4449" w:rsidP="006D4449">
      <w:r>
        <w:t>264.6174</w:t>
      </w:r>
      <w:r>
        <w:tab/>
        <w:t>1.013e0</w:t>
      </w:r>
    </w:p>
    <w:p w14:paraId="1B0894FF" w14:textId="77777777" w:rsidR="006D4449" w:rsidRDefault="006D4449" w:rsidP="006D4449">
      <w:r>
        <w:t>264.6413</w:t>
      </w:r>
      <w:r>
        <w:tab/>
        <w:t>2.025e0</w:t>
      </w:r>
    </w:p>
    <w:p w14:paraId="3348B276" w14:textId="77777777" w:rsidR="006D4449" w:rsidRDefault="006D4449" w:rsidP="006D4449">
      <w:r>
        <w:t>264.6565</w:t>
      </w:r>
      <w:r>
        <w:tab/>
        <w:t>1.013e0</w:t>
      </w:r>
    </w:p>
    <w:p w14:paraId="06F318B6" w14:textId="77777777" w:rsidR="006D4449" w:rsidRDefault="006D4449" w:rsidP="006D4449">
      <w:r>
        <w:t>264.6896</w:t>
      </w:r>
      <w:r>
        <w:tab/>
        <w:t>1.013e0</w:t>
      </w:r>
    </w:p>
    <w:p w14:paraId="3707A84D" w14:textId="77777777" w:rsidR="006D4449" w:rsidRDefault="006D4449" w:rsidP="006D4449">
      <w:r>
        <w:t>264.7161</w:t>
      </w:r>
      <w:r>
        <w:tab/>
        <w:t>1.013e0</w:t>
      </w:r>
    </w:p>
    <w:p w14:paraId="3BD075ED" w14:textId="77777777" w:rsidR="006D4449" w:rsidRDefault="006D4449" w:rsidP="006D4449">
      <w:r>
        <w:t>264.7201</w:t>
      </w:r>
      <w:r>
        <w:tab/>
        <w:t>1.013e0</w:t>
      </w:r>
    </w:p>
    <w:p w14:paraId="4748EAC6" w14:textId="77777777" w:rsidR="006D4449" w:rsidRDefault="006D4449" w:rsidP="006D4449">
      <w:r>
        <w:lastRenderedPageBreak/>
        <w:t>264.7678</w:t>
      </w:r>
      <w:r>
        <w:tab/>
        <w:t>1.013e0</w:t>
      </w:r>
    </w:p>
    <w:p w14:paraId="53639A6D" w14:textId="77777777" w:rsidR="006D4449" w:rsidRDefault="006D4449" w:rsidP="006D4449">
      <w:r>
        <w:t>264.7690</w:t>
      </w:r>
      <w:r>
        <w:tab/>
        <w:t>1.013e0</w:t>
      </w:r>
    </w:p>
    <w:p w14:paraId="2F28220A" w14:textId="77777777" w:rsidR="006D4449" w:rsidRDefault="006D4449" w:rsidP="006D4449">
      <w:r>
        <w:t>264.7703</w:t>
      </w:r>
      <w:r>
        <w:tab/>
        <w:t>5.063e0</w:t>
      </w:r>
    </w:p>
    <w:p w14:paraId="31AE9653" w14:textId="77777777" w:rsidR="006D4449" w:rsidRDefault="006D4449" w:rsidP="006D4449">
      <w:r>
        <w:t>264.7926</w:t>
      </w:r>
      <w:r>
        <w:tab/>
        <w:t>2.025e0</w:t>
      </w:r>
    </w:p>
    <w:p w14:paraId="11C9CCF1" w14:textId="77777777" w:rsidR="006D4449" w:rsidRDefault="006D4449" w:rsidP="006D4449">
      <w:r>
        <w:t>264.7998</w:t>
      </w:r>
      <w:r>
        <w:tab/>
        <w:t>2.025e0</w:t>
      </w:r>
    </w:p>
    <w:p w14:paraId="05C7E46A" w14:textId="77777777" w:rsidR="006D4449" w:rsidRDefault="006D4449" w:rsidP="006D4449">
      <w:r>
        <w:t>264.8284</w:t>
      </w:r>
      <w:r>
        <w:tab/>
        <w:t>1.013e0</w:t>
      </w:r>
    </w:p>
    <w:p w14:paraId="60926616" w14:textId="77777777" w:rsidR="006D4449" w:rsidRDefault="006D4449" w:rsidP="006D4449">
      <w:r>
        <w:t>264.8541</w:t>
      </w:r>
      <w:r>
        <w:tab/>
        <w:t>1.013e0</w:t>
      </w:r>
    </w:p>
    <w:p w14:paraId="6B6340F1" w14:textId="77777777" w:rsidR="006D4449" w:rsidRDefault="006D4449" w:rsidP="006D4449">
      <w:r>
        <w:t>264.9097</w:t>
      </w:r>
      <w:r>
        <w:tab/>
        <w:t>1.013e0</w:t>
      </w:r>
    </w:p>
    <w:p w14:paraId="59BF4D6B" w14:textId="77777777" w:rsidR="006D4449" w:rsidRDefault="006D4449" w:rsidP="006D4449">
      <w:r>
        <w:t>264.9206</w:t>
      </w:r>
      <w:r>
        <w:tab/>
        <w:t>1.013e0</w:t>
      </w:r>
    </w:p>
    <w:p w14:paraId="1B09E30E" w14:textId="77777777" w:rsidR="006D4449" w:rsidRDefault="006D4449" w:rsidP="006D4449">
      <w:r>
        <w:t>264.9250</w:t>
      </w:r>
      <w:r>
        <w:tab/>
        <w:t>1.013e0</w:t>
      </w:r>
    </w:p>
    <w:p w14:paraId="65585A1D" w14:textId="77777777" w:rsidR="006D4449" w:rsidRDefault="006D4449" w:rsidP="006D4449">
      <w:r>
        <w:t>264.9369</w:t>
      </w:r>
      <w:r>
        <w:tab/>
        <w:t>1.013e0</w:t>
      </w:r>
    </w:p>
    <w:p w14:paraId="0985F610" w14:textId="77777777" w:rsidR="006D4449" w:rsidRDefault="006D4449" w:rsidP="006D4449">
      <w:r>
        <w:t>264.9408</w:t>
      </w:r>
      <w:r>
        <w:tab/>
        <w:t>1.013e0</w:t>
      </w:r>
    </w:p>
    <w:p w14:paraId="733D6A06" w14:textId="77777777" w:rsidR="006D4449" w:rsidRDefault="006D4449" w:rsidP="006D4449">
      <w:r>
        <w:t>264.9540</w:t>
      </w:r>
      <w:r>
        <w:tab/>
        <w:t>2.025e0</w:t>
      </w:r>
    </w:p>
    <w:p w14:paraId="16195A73" w14:textId="77777777" w:rsidR="006D4449" w:rsidRDefault="006D4449" w:rsidP="006D4449">
      <w:r>
        <w:t>264.9679</w:t>
      </w:r>
      <w:r>
        <w:tab/>
        <w:t>3.038e0</w:t>
      </w:r>
    </w:p>
    <w:p w14:paraId="65AFA167" w14:textId="77777777" w:rsidR="006D4449" w:rsidRDefault="006D4449" w:rsidP="006D4449">
      <w:r>
        <w:t>264.9736</w:t>
      </w:r>
      <w:r>
        <w:tab/>
        <w:t>2.025e0</w:t>
      </w:r>
    </w:p>
    <w:p w14:paraId="1DCFCC07" w14:textId="77777777" w:rsidR="006D4449" w:rsidRDefault="006D4449" w:rsidP="006D4449">
      <w:r>
        <w:t>264.9956</w:t>
      </w:r>
      <w:r>
        <w:tab/>
        <w:t>3.038e0</w:t>
      </w:r>
    </w:p>
    <w:p w14:paraId="47D2F9B1" w14:textId="77777777" w:rsidR="006D4449" w:rsidRDefault="006D4449" w:rsidP="006D4449">
      <w:r>
        <w:t>265.0096</w:t>
      </w:r>
      <w:r>
        <w:tab/>
        <w:t>3.038e0</w:t>
      </w:r>
    </w:p>
    <w:p w14:paraId="03C1CA47" w14:textId="77777777" w:rsidR="006D4449" w:rsidRDefault="006D4449" w:rsidP="006D4449">
      <w:r>
        <w:t>265.0174</w:t>
      </w:r>
      <w:r>
        <w:tab/>
        <w:t>1.013e0</w:t>
      </w:r>
    </w:p>
    <w:p w14:paraId="3C79CA81" w14:textId="77777777" w:rsidR="006D4449" w:rsidRDefault="006D4449" w:rsidP="006D4449">
      <w:r>
        <w:t>265.0188</w:t>
      </w:r>
      <w:r>
        <w:tab/>
        <w:t>3.038e0</w:t>
      </w:r>
    </w:p>
    <w:p w14:paraId="275A7FFF" w14:textId="77777777" w:rsidR="006D4449" w:rsidRDefault="006D4449" w:rsidP="006D4449">
      <w:r>
        <w:lastRenderedPageBreak/>
        <w:t>265.0374</w:t>
      </w:r>
      <w:r>
        <w:tab/>
        <w:t>1.013e0</w:t>
      </w:r>
    </w:p>
    <w:p w14:paraId="55ED17E7" w14:textId="77777777" w:rsidR="006D4449" w:rsidRDefault="006D4449" w:rsidP="006D4449">
      <w:r>
        <w:t>265.0493</w:t>
      </w:r>
      <w:r>
        <w:tab/>
        <w:t>1.013e0</w:t>
      </w:r>
    </w:p>
    <w:p w14:paraId="03BAD097" w14:textId="77777777" w:rsidR="006D4449" w:rsidRDefault="006D4449" w:rsidP="006D4449">
      <w:r>
        <w:t>265.0740</w:t>
      </w:r>
      <w:r>
        <w:tab/>
        <w:t>2.025e0</w:t>
      </w:r>
    </w:p>
    <w:p w14:paraId="30E0D1E6" w14:textId="77777777" w:rsidR="006D4449" w:rsidRDefault="006D4449" w:rsidP="006D4449">
      <w:r>
        <w:t>265.1049</w:t>
      </w:r>
      <w:r>
        <w:tab/>
        <w:t>2.025e0</w:t>
      </w:r>
    </w:p>
    <w:p w14:paraId="3BE1425E" w14:textId="77777777" w:rsidR="006D4449" w:rsidRDefault="006D4449" w:rsidP="006D4449">
      <w:r>
        <w:t>265.1138</w:t>
      </w:r>
      <w:r>
        <w:tab/>
        <w:t>1.013e0</w:t>
      </w:r>
    </w:p>
    <w:p w14:paraId="4BBBD382" w14:textId="77777777" w:rsidR="006D4449" w:rsidRDefault="006D4449" w:rsidP="006D4449">
      <w:r>
        <w:t>265.1293</w:t>
      </w:r>
      <w:r>
        <w:tab/>
        <w:t>2.025e0</w:t>
      </w:r>
    </w:p>
    <w:p w14:paraId="7FAE0760" w14:textId="77777777" w:rsidR="006D4449" w:rsidRDefault="006D4449" w:rsidP="006D4449">
      <w:r>
        <w:t>265.1360</w:t>
      </w:r>
      <w:r>
        <w:tab/>
        <w:t>1.013e0</w:t>
      </w:r>
    </w:p>
    <w:p w14:paraId="525DF652" w14:textId="77777777" w:rsidR="006D4449" w:rsidRDefault="006D4449" w:rsidP="006D4449">
      <w:r>
        <w:t>265.1409</w:t>
      </w:r>
      <w:r>
        <w:tab/>
        <w:t>2.025e0</w:t>
      </w:r>
    </w:p>
    <w:p w14:paraId="79BF78C9" w14:textId="77777777" w:rsidR="006D4449" w:rsidRDefault="006D4449" w:rsidP="006D4449">
      <w:r>
        <w:t>265.1478</w:t>
      </w:r>
      <w:r>
        <w:tab/>
        <w:t>3.038e0</w:t>
      </w:r>
    </w:p>
    <w:p w14:paraId="41899E6C" w14:textId="77777777" w:rsidR="006D4449" w:rsidRDefault="006D4449" w:rsidP="006D4449">
      <w:r>
        <w:t>265.1646</w:t>
      </w:r>
      <w:r>
        <w:tab/>
        <w:t>3.038e0</w:t>
      </w:r>
    </w:p>
    <w:p w14:paraId="578F622F" w14:textId="77777777" w:rsidR="006D4449" w:rsidRDefault="006D4449" w:rsidP="006D4449">
      <w:r>
        <w:t>265.1692</w:t>
      </w:r>
      <w:r>
        <w:tab/>
        <w:t>1.013e0</w:t>
      </w:r>
    </w:p>
    <w:p w14:paraId="32B693D2" w14:textId="77777777" w:rsidR="006D4449" w:rsidRDefault="006D4449" w:rsidP="006D4449">
      <w:r>
        <w:t>265.1785</w:t>
      </w:r>
      <w:r>
        <w:tab/>
        <w:t>4.051e0</w:t>
      </w:r>
    </w:p>
    <w:p w14:paraId="2151A49A" w14:textId="77777777" w:rsidR="006D4449" w:rsidRDefault="006D4449" w:rsidP="006D4449">
      <w:r>
        <w:t>265.2001</w:t>
      </w:r>
      <w:r>
        <w:tab/>
        <w:t>3.038e0</w:t>
      </w:r>
    </w:p>
    <w:p w14:paraId="54245C18" w14:textId="77777777" w:rsidR="006D4449" w:rsidRDefault="006D4449" w:rsidP="006D4449">
      <w:r>
        <w:t>265.2031</w:t>
      </w:r>
      <w:r>
        <w:tab/>
        <w:t>3.038e0</w:t>
      </w:r>
    </w:p>
    <w:p w14:paraId="11EDEEBF" w14:textId="77777777" w:rsidR="006D4449" w:rsidRDefault="006D4449" w:rsidP="006D4449">
      <w:r>
        <w:t>265.2195</w:t>
      </w:r>
      <w:r>
        <w:tab/>
        <w:t>5.063e0</w:t>
      </w:r>
    </w:p>
    <w:p w14:paraId="6FECC9AF" w14:textId="77777777" w:rsidR="006D4449" w:rsidRDefault="006D4449" w:rsidP="006D4449">
      <w:r>
        <w:t>265.2303</w:t>
      </w:r>
      <w:r>
        <w:tab/>
        <w:t>1.013e0</w:t>
      </w:r>
    </w:p>
    <w:p w14:paraId="6A023688" w14:textId="77777777" w:rsidR="006D4449" w:rsidRDefault="006D4449" w:rsidP="006D4449">
      <w:r>
        <w:t>265.2487</w:t>
      </w:r>
      <w:r>
        <w:tab/>
        <w:t>1.013e0</w:t>
      </w:r>
    </w:p>
    <w:p w14:paraId="71F2F843" w14:textId="77777777" w:rsidR="006D4449" w:rsidRDefault="006D4449" w:rsidP="006D4449">
      <w:r>
        <w:t>265.2525</w:t>
      </w:r>
      <w:r>
        <w:tab/>
        <w:t>1.013e0</w:t>
      </w:r>
    </w:p>
    <w:p w14:paraId="112B2205" w14:textId="77777777" w:rsidR="006D4449" w:rsidRDefault="006D4449" w:rsidP="006D4449">
      <w:r>
        <w:t>265.2662</w:t>
      </w:r>
      <w:r>
        <w:tab/>
        <w:t>1.013e0</w:t>
      </w:r>
    </w:p>
    <w:p w14:paraId="3EC4E113" w14:textId="77777777" w:rsidR="006D4449" w:rsidRDefault="006D4449" w:rsidP="006D4449">
      <w:r>
        <w:lastRenderedPageBreak/>
        <w:t>265.2691</w:t>
      </w:r>
      <w:r>
        <w:tab/>
        <w:t>1.013e0</w:t>
      </w:r>
    </w:p>
    <w:p w14:paraId="21FB65C7" w14:textId="77777777" w:rsidR="006D4449" w:rsidRDefault="006D4449" w:rsidP="006D4449">
      <w:r>
        <w:t>265.2906</w:t>
      </w:r>
      <w:r>
        <w:tab/>
        <w:t>3.038e0</w:t>
      </w:r>
    </w:p>
    <w:p w14:paraId="447C4EE5" w14:textId="77777777" w:rsidR="006D4449" w:rsidRDefault="006D4449" w:rsidP="006D4449">
      <w:r>
        <w:t>265.2917</w:t>
      </w:r>
      <w:r>
        <w:tab/>
        <w:t>1.013e0</w:t>
      </w:r>
    </w:p>
    <w:p w14:paraId="6FEB8B98" w14:textId="77777777" w:rsidR="006D4449" w:rsidRDefault="006D4449" w:rsidP="006D4449">
      <w:r>
        <w:t>265.3506</w:t>
      </w:r>
      <w:r>
        <w:tab/>
        <w:t>1.013e0</w:t>
      </w:r>
    </w:p>
    <w:p w14:paraId="3A572F58" w14:textId="77777777" w:rsidR="006D4449" w:rsidRDefault="006D4449" w:rsidP="006D4449">
      <w:r>
        <w:t>265.3890</w:t>
      </w:r>
      <w:r>
        <w:tab/>
        <w:t>2.025e0</w:t>
      </w:r>
    </w:p>
    <w:p w14:paraId="3DC016D0" w14:textId="77777777" w:rsidR="006D4449" w:rsidRDefault="006D4449" w:rsidP="006D4449">
      <w:r>
        <w:t>265.3995</w:t>
      </w:r>
      <w:r>
        <w:tab/>
        <w:t>1.013e0</w:t>
      </w:r>
    </w:p>
    <w:p w14:paraId="0D380D38" w14:textId="77777777" w:rsidR="006D4449" w:rsidRDefault="006D4449" w:rsidP="006D4449">
      <w:r>
        <w:t>265.4084</w:t>
      </w:r>
      <w:r>
        <w:tab/>
        <w:t>1.013e0</w:t>
      </w:r>
    </w:p>
    <w:p w14:paraId="3A5FE726" w14:textId="77777777" w:rsidR="006D4449" w:rsidRDefault="006D4449" w:rsidP="006D4449">
      <w:r>
        <w:t>265.4215</w:t>
      </w:r>
      <w:r>
        <w:tab/>
        <w:t>1.013e0</w:t>
      </w:r>
    </w:p>
    <w:p w14:paraId="0C33736D" w14:textId="77777777" w:rsidR="006D4449" w:rsidRDefault="006D4449" w:rsidP="006D4449">
      <w:r>
        <w:t>265.4472</w:t>
      </w:r>
      <w:r>
        <w:tab/>
        <w:t>1.013e0</w:t>
      </w:r>
    </w:p>
    <w:p w14:paraId="2CDFCF2D" w14:textId="77777777" w:rsidR="006D4449" w:rsidRDefault="006D4449" w:rsidP="006D4449">
      <w:r>
        <w:t>265.4512</w:t>
      </w:r>
      <w:r>
        <w:tab/>
        <w:t>1.013e0</w:t>
      </w:r>
    </w:p>
    <w:p w14:paraId="211BBC21" w14:textId="77777777" w:rsidR="006D4449" w:rsidRDefault="006D4449" w:rsidP="006D4449">
      <w:r>
        <w:t>265.4742</w:t>
      </w:r>
      <w:r>
        <w:tab/>
        <w:t>1.013e0</w:t>
      </w:r>
    </w:p>
    <w:p w14:paraId="400CFC1B" w14:textId="77777777" w:rsidR="006D4449" w:rsidRDefault="006D4449" w:rsidP="006D4449">
      <w:r>
        <w:t>265.4900</w:t>
      </w:r>
      <w:r>
        <w:tab/>
        <w:t>2.025e0</w:t>
      </w:r>
    </w:p>
    <w:p w14:paraId="4D30618A" w14:textId="77777777" w:rsidR="006D4449" w:rsidRDefault="006D4449" w:rsidP="006D4449">
      <w:r>
        <w:t>265.5134</w:t>
      </w:r>
      <w:r>
        <w:tab/>
        <w:t>1.013e0</w:t>
      </w:r>
    </w:p>
    <w:p w14:paraId="541ABAC8" w14:textId="77777777" w:rsidR="006D4449" w:rsidRDefault="006D4449" w:rsidP="006D4449">
      <w:r>
        <w:t>265.5208</w:t>
      </w:r>
      <w:r>
        <w:tab/>
        <w:t>1.013e0</w:t>
      </w:r>
    </w:p>
    <w:p w14:paraId="207C67B8" w14:textId="77777777" w:rsidR="006D4449" w:rsidRDefault="006D4449" w:rsidP="006D4449">
      <w:r>
        <w:t>265.5510</w:t>
      </w:r>
      <w:r>
        <w:tab/>
        <w:t>3.038e0</w:t>
      </w:r>
    </w:p>
    <w:p w14:paraId="5FA3C83F" w14:textId="77777777" w:rsidR="006D4449" w:rsidRDefault="006D4449" w:rsidP="006D4449">
      <w:r>
        <w:t>265.5858</w:t>
      </w:r>
      <w:r>
        <w:tab/>
        <w:t>2.025e0</w:t>
      </w:r>
    </w:p>
    <w:p w14:paraId="294600E4" w14:textId="77777777" w:rsidR="006D4449" w:rsidRDefault="006D4449" w:rsidP="006D4449">
      <w:r>
        <w:t>265.5918</w:t>
      </w:r>
      <w:r>
        <w:tab/>
        <w:t>1.013e0</w:t>
      </w:r>
    </w:p>
    <w:p w14:paraId="7D9CE2CC" w14:textId="77777777" w:rsidR="006D4449" w:rsidRDefault="006D4449" w:rsidP="006D4449">
      <w:r>
        <w:t>265.6116</w:t>
      </w:r>
      <w:r>
        <w:tab/>
        <w:t>5.063e0</w:t>
      </w:r>
    </w:p>
    <w:p w14:paraId="06B5A041" w14:textId="77777777" w:rsidR="006D4449" w:rsidRDefault="006D4449" w:rsidP="006D4449">
      <w:r>
        <w:t>265.6234</w:t>
      </w:r>
      <w:r>
        <w:tab/>
        <w:t>4.051e0</w:t>
      </w:r>
    </w:p>
    <w:p w14:paraId="00D17FB6" w14:textId="77777777" w:rsidR="006D4449" w:rsidRDefault="006D4449" w:rsidP="006D4449">
      <w:r>
        <w:lastRenderedPageBreak/>
        <w:t>265.6605</w:t>
      </w:r>
      <w:r>
        <w:tab/>
        <w:t>1.013e0</w:t>
      </w:r>
    </w:p>
    <w:p w14:paraId="001D0F09" w14:textId="77777777" w:rsidR="006D4449" w:rsidRDefault="006D4449" w:rsidP="006D4449">
      <w:r>
        <w:t>265.7042</w:t>
      </w:r>
      <w:r>
        <w:tab/>
        <w:t>1.013e0</w:t>
      </w:r>
    </w:p>
    <w:p w14:paraId="75D67C4C" w14:textId="77777777" w:rsidR="006D4449" w:rsidRDefault="006D4449" w:rsidP="006D4449">
      <w:r>
        <w:t>265.7458</w:t>
      </w:r>
      <w:r>
        <w:tab/>
        <w:t>1.013e0</w:t>
      </w:r>
    </w:p>
    <w:p w14:paraId="406B6582" w14:textId="77777777" w:rsidR="006D4449" w:rsidRDefault="006D4449" w:rsidP="006D4449">
      <w:r>
        <w:t>265.7734</w:t>
      </w:r>
      <w:r>
        <w:tab/>
        <w:t>1.013e0</w:t>
      </w:r>
    </w:p>
    <w:p w14:paraId="7321FDF8" w14:textId="77777777" w:rsidR="006D4449" w:rsidRDefault="006D4449" w:rsidP="006D4449">
      <w:r>
        <w:t>265.7847</w:t>
      </w:r>
      <w:r>
        <w:tab/>
        <w:t>1.013e0</w:t>
      </w:r>
    </w:p>
    <w:p w14:paraId="7A1919D0" w14:textId="77777777" w:rsidR="006D4449" w:rsidRDefault="006D4449" w:rsidP="006D4449">
      <w:r>
        <w:t>265.7938</w:t>
      </w:r>
      <w:r>
        <w:tab/>
        <w:t>1.013e0</w:t>
      </w:r>
    </w:p>
    <w:p w14:paraId="3000312E" w14:textId="77777777" w:rsidR="006D4449" w:rsidRDefault="006D4449" w:rsidP="006D4449">
      <w:r>
        <w:t>265.8206</w:t>
      </w:r>
      <w:r>
        <w:tab/>
        <w:t>1.013e0</w:t>
      </w:r>
    </w:p>
    <w:p w14:paraId="126B8BDA" w14:textId="77777777" w:rsidR="006D4449" w:rsidRDefault="006D4449" w:rsidP="006D4449">
      <w:r>
        <w:t>265.8583</w:t>
      </w:r>
      <w:r>
        <w:tab/>
        <w:t>1.013e0</w:t>
      </w:r>
    </w:p>
    <w:p w14:paraId="42E0F161" w14:textId="77777777" w:rsidR="006D4449" w:rsidRDefault="006D4449" w:rsidP="006D4449">
      <w:r>
        <w:t>265.8972</w:t>
      </w:r>
      <w:r>
        <w:tab/>
        <w:t>1.013e0</w:t>
      </w:r>
    </w:p>
    <w:p w14:paraId="4A98DF25" w14:textId="77777777" w:rsidR="006D4449" w:rsidRDefault="006D4449" w:rsidP="006D4449">
      <w:r>
        <w:t>265.9207</w:t>
      </w:r>
      <w:r>
        <w:tab/>
        <w:t>1.013e0</w:t>
      </w:r>
    </w:p>
    <w:p w14:paraId="65B55E2A" w14:textId="77777777" w:rsidR="006D4449" w:rsidRDefault="006D4449" w:rsidP="006D4449">
      <w:r>
        <w:t>265.9490</w:t>
      </w:r>
      <w:r>
        <w:tab/>
        <w:t>1.013e0</w:t>
      </w:r>
    </w:p>
    <w:p w14:paraId="79EA5549" w14:textId="77777777" w:rsidR="006D4449" w:rsidRDefault="006D4449" w:rsidP="006D4449">
      <w:r>
        <w:t>265.9568</w:t>
      </w:r>
      <w:r>
        <w:tab/>
        <w:t>3.038e0</w:t>
      </w:r>
    </w:p>
    <w:p w14:paraId="2DD6BE2B" w14:textId="77777777" w:rsidR="006D4449" w:rsidRDefault="006D4449" w:rsidP="006D4449">
      <w:r>
        <w:t>265.9941</w:t>
      </w:r>
      <w:r>
        <w:tab/>
        <w:t>2.025e0</w:t>
      </w:r>
    </w:p>
    <w:p w14:paraId="224A39C9" w14:textId="77777777" w:rsidR="006D4449" w:rsidRDefault="006D4449" w:rsidP="006D4449">
      <w:r>
        <w:t>266.0189</w:t>
      </w:r>
      <w:r>
        <w:tab/>
        <w:t>1.013e0</w:t>
      </w:r>
    </w:p>
    <w:p w14:paraId="14979669" w14:textId="77777777" w:rsidR="006D4449" w:rsidRDefault="006D4449" w:rsidP="006D4449">
      <w:r>
        <w:t>266.0287</w:t>
      </w:r>
      <w:r>
        <w:tab/>
        <w:t>1.013e0</w:t>
      </w:r>
    </w:p>
    <w:p w14:paraId="1671EB13" w14:textId="77777777" w:rsidR="006D4449" w:rsidRDefault="006D4449" w:rsidP="006D4449">
      <w:r>
        <w:t>266.0382</w:t>
      </w:r>
      <w:r>
        <w:tab/>
        <w:t>3.038e0</w:t>
      </w:r>
    </w:p>
    <w:p w14:paraId="2B5402D5" w14:textId="77777777" w:rsidR="006D4449" w:rsidRDefault="006D4449" w:rsidP="006D4449">
      <w:r>
        <w:t>266.0406</w:t>
      </w:r>
      <w:r>
        <w:tab/>
        <w:t>1.013e0</w:t>
      </w:r>
    </w:p>
    <w:p w14:paraId="50FD716E" w14:textId="77777777" w:rsidR="006D4449" w:rsidRDefault="006D4449" w:rsidP="006D4449">
      <w:r>
        <w:t>266.0524</w:t>
      </w:r>
      <w:r>
        <w:tab/>
        <w:t>2.025e0</w:t>
      </w:r>
    </w:p>
    <w:p w14:paraId="25F570D0" w14:textId="77777777" w:rsidR="006D4449" w:rsidRDefault="006D4449" w:rsidP="006D4449">
      <w:r>
        <w:t>266.0582</w:t>
      </w:r>
      <w:r>
        <w:tab/>
        <w:t>1.013e0</w:t>
      </w:r>
    </w:p>
    <w:p w14:paraId="53F5ABF6" w14:textId="77777777" w:rsidR="006D4449" w:rsidRDefault="006D4449" w:rsidP="006D4449">
      <w:r>
        <w:lastRenderedPageBreak/>
        <w:t>266.0925</w:t>
      </w:r>
      <w:r>
        <w:tab/>
        <w:t>1.013e0</w:t>
      </w:r>
    </w:p>
    <w:p w14:paraId="12D2D263" w14:textId="77777777" w:rsidR="006D4449" w:rsidRDefault="006D4449" w:rsidP="006D4449">
      <w:r>
        <w:t>266.1058</w:t>
      </w:r>
      <w:r>
        <w:tab/>
        <w:t>6.076e0</w:t>
      </w:r>
    </w:p>
    <w:p w14:paraId="3CDDE786" w14:textId="77777777" w:rsidR="006D4449" w:rsidRDefault="006D4449" w:rsidP="006D4449">
      <w:r>
        <w:t>266.1129</w:t>
      </w:r>
      <w:r>
        <w:tab/>
        <w:t>3.833e0</w:t>
      </w:r>
    </w:p>
    <w:p w14:paraId="2807C511" w14:textId="77777777" w:rsidR="006D4449" w:rsidRDefault="006D4449" w:rsidP="006D4449">
      <w:r>
        <w:t>266.1177</w:t>
      </w:r>
      <w:r>
        <w:tab/>
        <w:t>7.089e0</w:t>
      </w:r>
    </w:p>
    <w:p w14:paraId="4D1FD84B" w14:textId="77777777" w:rsidR="006D4449" w:rsidRDefault="006D4449" w:rsidP="006D4449">
      <w:r>
        <w:t>266.1273</w:t>
      </w:r>
      <w:r>
        <w:tab/>
        <w:t>1.013e0</w:t>
      </w:r>
    </w:p>
    <w:p w14:paraId="59B99B26" w14:textId="77777777" w:rsidR="006D4449" w:rsidRDefault="006D4449" w:rsidP="006D4449">
      <w:r>
        <w:t>266.1369</w:t>
      </w:r>
      <w:r>
        <w:tab/>
        <w:t>3.038e0</w:t>
      </w:r>
    </w:p>
    <w:p w14:paraId="4081DBD8" w14:textId="77777777" w:rsidR="006D4449" w:rsidRDefault="006D4449" w:rsidP="006D4449">
      <w:r>
        <w:t>266.1464</w:t>
      </w:r>
      <w:r>
        <w:tab/>
        <w:t>2.025e0</w:t>
      </w:r>
    </w:p>
    <w:p w14:paraId="50DBBB8B" w14:textId="77777777" w:rsidR="006D4449" w:rsidRDefault="006D4449" w:rsidP="006D4449">
      <w:r>
        <w:t>266.1572</w:t>
      </w:r>
      <w:r>
        <w:tab/>
        <w:t>1.013e0</w:t>
      </w:r>
    </w:p>
    <w:p w14:paraId="18B6A7AE" w14:textId="77777777" w:rsidR="006D4449" w:rsidRDefault="006D4449" w:rsidP="006D4449">
      <w:r>
        <w:t>266.1700</w:t>
      </w:r>
      <w:r>
        <w:tab/>
        <w:t>1.013e0</w:t>
      </w:r>
    </w:p>
    <w:p w14:paraId="324B6C11" w14:textId="77777777" w:rsidR="006D4449" w:rsidRDefault="006D4449" w:rsidP="006D4449">
      <w:r>
        <w:t>266.1711</w:t>
      </w:r>
      <w:r>
        <w:tab/>
        <w:t>1.013e0</w:t>
      </w:r>
    </w:p>
    <w:p w14:paraId="127DA850" w14:textId="77777777" w:rsidR="006D4449" w:rsidRDefault="006D4449" w:rsidP="006D4449">
      <w:r>
        <w:t>266.1852</w:t>
      </w:r>
      <w:r>
        <w:tab/>
        <w:t>1.013e0</w:t>
      </w:r>
    </w:p>
    <w:p w14:paraId="79AEBA42" w14:textId="77777777" w:rsidR="006D4449" w:rsidRDefault="006D4449" w:rsidP="006D4449">
      <w:r>
        <w:t>266.2010</w:t>
      </w:r>
      <w:r>
        <w:tab/>
        <w:t>1.013e0</w:t>
      </w:r>
    </w:p>
    <w:p w14:paraId="3F2C74D5" w14:textId="77777777" w:rsidR="006D4449" w:rsidRDefault="006D4449" w:rsidP="006D4449">
      <w:r>
        <w:t>266.2094</w:t>
      </w:r>
      <w:r>
        <w:tab/>
        <w:t>2.025e0</w:t>
      </w:r>
    </w:p>
    <w:p w14:paraId="278AD6CA" w14:textId="77777777" w:rsidR="006D4449" w:rsidRDefault="006D4449" w:rsidP="006D4449">
      <w:r>
        <w:t>266.2154</w:t>
      </w:r>
      <w:r>
        <w:tab/>
        <w:t>1.013e0</w:t>
      </w:r>
    </w:p>
    <w:p w14:paraId="145EBAD5" w14:textId="77777777" w:rsidR="006D4449" w:rsidRDefault="006D4449" w:rsidP="006D4449">
      <w:r>
        <w:t>266.2201</w:t>
      </w:r>
      <w:r>
        <w:tab/>
        <w:t>1.013e0</w:t>
      </w:r>
    </w:p>
    <w:p w14:paraId="113240BE" w14:textId="77777777" w:rsidR="006D4449" w:rsidRDefault="006D4449" w:rsidP="006D4449">
      <w:r>
        <w:t>266.2400</w:t>
      </w:r>
      <w:r>
        <w:tab/>
        <w:t>1.013e0</w:t>
      </w:r>
    </w:p>
    <w:p w14:paraId="4FEA77D0" w14:textId="77777777" w:rsidR="006D4449" w:rsidRDefault="006D4449" w:rsidP="006D4449">
      <w:r>
        <w:t>266.2426</w:t>
      </w:r>
      <w:r>
        <w:tab/>
        <w:t>2.025e0</w:t>
      </w:r>
    </w:p>
    <w:p w14:paraId="710348A4" w14:textId="77777777" w:rsidR="006D4449" w:rsidRDefault="006D4449" w:rsidP="006D4449">
      <w:r>
        <w:t>266.2657</w:t>
      </w:r>
      <w:r>
        <w:tab/>
        <w:t>1.013e0</w:t>
      </w:r>
    </w:p>
    <w:p w14:paraId="2606B2DE" w14:textId="77777777" w:rsidR="006D4449" w:rsidRDefault="006D4449" w:rsidP="006D4449">
      <w:r>
        <w:t>266.2915</w:t>
      </w:r>
      <w:r>
        <w:tab/>
        <w:t>3.038e0</w:t>
      </w:r>
    </w:p>
    <w:p w14:paraId="6A08A8B7" w14:textId="77777777" w:rsidR="006D4449" w:rsidRDefault="006D4449" w:rsidP="006D4449">
      <w:r>
        <w:lastRenderedPageBreak/>
        <w:t>266.3530</w:t>
      </w:r>
      <w:r>
        <w:tab/>
        <w:t>1.013e0</w:t>
      </w:r>
    </w:p>
    <w:p w14:paraId="693D6BEA" w14:textId="77777777" w:rsidR="006D4449" w:rsidRDefault="006D4449" w:rsidP="006D4449">
      <w:r>
        <w:t>266.4211</w:t>
      </w:r>
      <w:r>
        <w:tab/>
        <w:t>1.013e0</w:t>
      </w:r>
    </w:p>
    <w:p w14:paraId="7461DE60" w14:textId="77777777" w:rsidR="006D4449" w:rsidRDefault="006D4449" w:rsidP="006D4449">
      <w:r>
        <w:t>266.4615</w:t>
      </w:r>
      <w:r>
        <w:tab/>
        <w:t>3.038e0</w:t>
      </w:r>
    </w:p>
    <w:p w14:paraId="699CF811" w14:textId="77777777" w:rsidR="006D4449" w:rsidRDefault="006D4449" w:rsidP="006D4449">
      <w:r>
        <w:t>266.4749</w:t>
      </w:r>
      <w:r>
        <w:tab/>
        <w:t>1.013e0</w:t>
      </w:r>
    </w:p>
    <w:p w14:paraId="45E5934B" w14:textId="77777777" w:rsidR="006D4449" w:rsidRDefault="006D4449" w:rsidP="006D4449">
      <w:r>
        <w:t>266.5218</w:t>
      </w:r>
      <w:r>
        <w:tab/>
        <w:t>1.013e0</w:t>
      </w:r>
    </w:p>
    <w:p w14:paraId="13508C66" w14:textId="77777777" w:rsidR="006D4449" w:rsidRDefault="006D4449" w:rsidP="006D4449">
      <w:r>
        <w:t>266.5618</w:t>
      </w:r>
      <w:r>
        <w:tab/>
        <w:t>1.013e0</w:t>
      </w:r>
    </w:p>
    <w:p w14:paraId="1426EAF7" w14:textId="77777777" w:rsidR="006D4449" w:rsidRDefault="006D4449" w:rsidP="006D4449">
      <w:r>
        <w:t>266.5766</w:t>
      </w:r>
      <w:r>
        <w:tab/>
        <w:t>6.076e0</w:t>
      </w:r>
    </w:p>
    <w:p w14:paraId="3410CB44" w14:textId="77777777" w:rsidR="006D4449" w:rsidRDefault="006D4449" w:rsidP="006D4449">
      <w:r>
        <w:t>266.5831</w:t>
      </w:r>
      <w:r>
        <w:tab/>
        <w:t>1.013e0</w:t>
      </w:r>
    </w:p>
    <w:p w14:paraId="0352B8C3" w14:textId="77777777" w:rsidR="006D4449" w:rsidRDefault="006D4449" w:rsidP="006D4449">
      <w:r>
        <w:t>266.6035</w:t>
      </w:r>
      <w:r>
        <w:tab/>
        <w:t>1.013e0</w:t>
      </w:r>
    </w:p>
    <w:p w14:paraId="1786C824" w14:textId="77777777" w:rsidR="006D4449" w:rsidRDefault="006D4449" w:rsidP="006D4449">
      <w:r>
        <w:t>266.6046</w:t>
      </w:r>
      <w:r>
        <w:tab/>
        <w:t>2.181e0</w:t>
      </w:r>
    </w:p>
    <w:p w14:paraId="28B8C282" w14:textId="77777777" w:rsidR="006D4449" w:rsidRDefault="006D4449" w:rsidP="006D4449">
      <w:r>
        <w:t>266.6285</w:t>
      </w:r>
      <w:r>
        <w:tab/>
        <w:t>2.025e0</w:t>
      </w:r>
    </w:p>
    <w:p w14:paraId="530AACE6" w14:textId="77777777" w:rsidR="006D4449" w:rsidRDefault="006D4449" w:rsidP="006D4449">
      <w:r>
        <w:t>266.6428</w:t>
      </w:r>
      <w:r>
        <w:tab/>
        <w:t>3.038e0</w:t>
      </w:r>
    </w:p>
    <w:p w14:paraId="5B97CBD2" w14:textId="77777777" w:rsidR="006D4449" w:rsidRDefault="006D4449" w:rsidP="006D4449">
      <w:r>
        <w:t>266.6471</w:t>
      </w:r>
      <w:r>
        <w:tab/>
        <w:t>1.013e0</w:t>
      </w:r>
    </w:p>
    <w:p w14:paraId="69731014" w14:textId="77777777" w:rsidR="006D4449" w:rsidRDefault="006D4449" w:rsidP="006D4449">
      <w:r>
        <w:t>266.6945</w:t>
      </w:r>
      <w:r>
        <w:tab/>
        <w:t>2.025e0</w:t>
      </w:r>
    </w:p>
    <w:p w14:paraId="7E3CB278" w14:textId="77777777" w:rsidR="006D4449" w:rsidRDefault="006D4449" w:rsidP="006D4449">
      <w:r>
        <w:t>266.7052</w:t>
      </w:r>
      <w:r>
        <w:tab/>
        <w:t>1.013e0</w:t>
      </w:r>
    </w:p>
    <w:p w14:paraId="79979250" w14:textId="77777777" w:rsidR="006D4449" w:rsidRDefault="006D4449" w:rsidP="006D4449">
      <w:r>
        <w:t>266.7082</w:t>
      </w:r>
      <w:r>
        <w:tab/>
        <w:t>2.025e0</w:t>
      </w:r>
    </w:p>
    <w:p w14:paraId="46D4F67B" w14:textId="77777777" w:rsidR="006D4449" w:rsidRDefault="006D4449" w:rsidP="006D4449">
      <w:r>
        <w:t>266.7362</w:t>
      </w:r>
      <w:r>
        <w:tab/>
        <w:t>1.013e0</w:t>
      </w:r>
    </w:p>
    <w:p w14:paraId="7300AA6B" w14:textId="77777777" w:rsidR="006D4449" w:rsidRDefault="006D4449" w:rsidP="006D4449">
      <w:r>
        <w:t>266.7430</w:t>
      </w:r>
      <w:r>
        <w:tab/>
        <w:t>2.025e0</w:t>
      </w:r>
    </w:p>
    <w:p w14:paraId="7B96ADA0" w14:textId="77777777" w:rsidR="006D4449" w:rsidRDefault="006D4449" w:rsidP="006D4449">
      <w:r>
        <w:t>266.7614</w:t>
      </w:r>
      <w:r>
        <w:tab/>
        <w:t>1.013e0</w:t>
      </w:r>
    </w:p>
    <w:p w14:paraId="5E8FBC8C" w14:textId="77777777" w:rsidR="006D4449" w:rsidRDefault="006D4449" w:rsidP="006D4449">
      <w:r>
        <w:lastRenderedPageBreak/>
        <w:t>266.7664</w:t>
      </w:r>
      <w:r>
        <w:tab/>
        <w:t>1.013e0</w:t>
      </w:r>
    </w:p>
    <w:p w14:paraId="4B413694" w14:textId="77777777" w:rsidR="006D4449" w:rsidRDefault="006D4449" w:rsidP="006D4449">
      <w:r>
        <w:t>266.7790</w:t>
      </w:r>
      <w:r>
        <w:tab/>
        <w:t>1.013e0</w:t>
      </w:r>
    </w:p>
    <w:p w14:paraId="1FD79EF0" w14:textId="77777777" w:rsidR="006D4449" w:rsidRDefault="006D4449" w:rsidP="006D4449">
      <w:r>
        <w:t>266.8187</w:t>
      </w:r>
      <w:r>
        <w:tab/>
        <w:t>2.025e0</w:t>
      </w:r>
    </w:p>
    <w:p w14:paraId="2DF9287E" w14:textId="77777777" w:rsidR="006D4449" w:rsidRDefault="006D4449" w:rsidP="006D4449">
      <w:r>
        <w:t>266.8557</w:t>
      </w:r>
      <w:r>
        <w:tab/>
        <w:t>1.013e0</w:t>
      </w:r>
    </w:p>
    <w:p w14:paraId="4A93324E" w14:textId="77777777" w:rsidR="006D4449" w:rsidRDefault="006D4449" w:rsidP="006D4449">
      <w:r>
        <w:t>266.8796</w:t>
      </w:r>
      <w:r>
        <w:tab/>
        <w:t>2.025e0</w:t>
      </w:r>
    </w:p>
    <w:p w14:paraId="0BFDAD96" w14:textId="77777777" w:rsidR="006D4449" w:rsidRDefault="006D4449" w:rsidP="006D4449">
      <w:r>
        <w:t>266.9136</w:t>
      </w:r>
      <w:r>
        <w:tab/>
        <w:t>3.038e0</w:t>
      </w:r>
    </w:p>
    <w:p w14:paraId="1DF8FF67" w14:textId="77777777" w:rsidR="006D4449" w:rsidRDefault="006D4449" w:rsidP="006D4449">
      <w:r>
        <w:t>266.9382</w:t>
      </w:r>
      <w:r>
        <w:tab/>
        <w:t>6.076e0</w:t>
      </w:r>
    </w:p>
    <w:p w14:paraId="746AD6D3" w14:textId="77777777" w:rsidR="006D4449" w:rsidRDefault="006D4449" w:rsidP="006D4449">
      <w:r>
        <w:t>266.9524</w:t>
      </w:r>
      <w:r>
        <w:tab/>
        <w:t>2.025e0</w:t>
      </w:r>
    </w:p>
    <w:p w14:paraId="41C056A3" w14:textId="77777777" w:rsidR="006D4449" w:rsidRDefault="006D4449" w:rsidP="006D4449">
      <w:r>
        <w:t>266.9535</w:t>
      </w:r>
      <w:r>
        <w:tab/>
        <w:t>1.013e0</w:t>
      </w:r>
    </w:p>
    <w:p w14:paraId="0AC879F8" w14:textId="77777777" w:rsidR="006D4449" w:rsidRDefault="006D4449" w:rsidP="006D4449">
      <w:r>
        <w:t>266.9614</w:t>
      </w:r>
      <w:r>
        <w:tab/>
        <w:t>1.013e0</w:t>
      </w:r>
    </w:p>
    <w:p w14:paraId="47FBCEE6" w14:textId="77777777" w:rsidR="006D4449" w:rsidRDefault="006D4449" w:rsidP="006D4449">
      <w:r>
        <w:t>266.9831</w:t>
      </w:r>
      <w:r>
        <w:tab/>
        <w:t>1.013e0</w:t>
      </w:r>
    </w:p>
    <w:p w14:paraId="223D230D" w14:textId="77777777" w:rsidR="006D4449" w:rsidRDefault="006D4449" w:rsidP="006D4449">
      <w:r>
        <w:t>267.0023</w:t>
      </w:r>
      <w:r>
        <w:tab/>
        <w:t>2.025e0</w:t>
      </w:r>
    </w:p>
    <w:p w14:paraId="1E7666DE" w14:textId="77777777" w:rsidR="006D4449" w:rsidRDefault="006D4449" w:rsidP="006D4449">
      <w:r>
        <w:t>267.0095</w:t>
      </w:r>
      <w:r>
        <w:tab/>
        <w:t>3.038e0</w:t>
      </w:r>
    </w:p>
    <w:p w14:paraId="3F550E84" w14:textId="77777777" w:rsidR="006D4449" w:rsidRDefault="006D4449" w:rsidP="006D4449">
      <w:r>
        <w:t>267.0115</w:t>
      </w:r>
      <w:r>
        <w:tab/>
        <w:t>2.025e0</w:t>
      </w:r>
    </w:p>
    <w:p w14:paraId="3D1ABCD0" w14:textId="77777777" w:rsidR="006D4449" w:rsidRDefault="006D4449" w:rsidP="006D4449">
      <w:r>
        <w:t>267.0176</w:t>
      </w:r>
      <w:r>
        <w:tab/>
        <w:t>1.013e0</w:t>
      </w:r>
    </w:p>
    <w:p w14:paraId="45CA4FC1" w14:textId="77777777" w:rsidR="006D4449" w:rsidRDefault="006D4449" w:rsidP="006D4449">
      <w:r>
        <w:t>267.0273</w:t>
      </w:r>
      <w:r>
        <w:tab/>
        <w:t>1.013e0</w:t>
      </w:r>
    </w:p>
    <w:p w14:paraId="7D6270EE" w14:textId="77777777" w:rsidR="006D4449" w:rsidRDefault="006D4449" w:rsidP="006D4449">
      <w:r>
        <w:t>267.0381</w:t>
      </w:r>
      <w:r>
        <w:tab/>
        <w:t>3.038e0</w:t>
      </w:r>
    </w:p>
    <w:p w14:paraId="44936826" w14:textId="77777777" w:rsidR="006D4449" w:rsidRDefault="006D4449" w:rsidP="006D4449">
      <w:r>
        <w:t>267.0392</w:t>
      </w:r>
      <w:r>
        <w:tab/>
        <w:t>1.013e0</w:t>
      </w:r>
    </w:p>
    <w:p w14:paraId="660F6639" w14:textId="77777777" w:rsidR="006D4449" w:rsidRDefault="006D4449" w:rsidP="006D4449">
      <w:r>
        <w:t>267.0419</w:t>
      </w:r>
      <w:r>
        <w:tab/>
        <w:t>3.038e0</w:t>
      </w:r>
    </w:p>
    <w:p w14:paraId="77D1928A" w14:textId="77777777" w:rsidR="006D4449" w:rsidRDefault="006D4449" w:rsidP="006D4449">
      <w:r>
        <w:lastRenderedPageBreak/>
        <w:t>267.0509</w:t>
      </w:r>
      <w:r>
        <w:tab/>
        <w:t>1.013e0</w:t>
      </w:r>
    </w:p>
    <w:p w14:paraId="3DEF9F4F" w14:textId="77777777" w:rsidR="006D4449" w:rsidRDefault="006D4449" w:rsidP="006D4449">
      <w:r>
        <w:t>267.0913</w:t>
      </w:r>
      <w:r>
        <w:tab/>
        <w:t>6.560e0</w:t>
      </w:r>
    </w:p>
    <w:p w14:paraId="2CBF782F" w14:textId="77777777" w:rsidR="006D4449" w:rsidRDefault="006D4449" w:rsidP="006D4449">
      <w:r>
        <w:t>267.0936</w:t>
      </w:r>
      <w:r>
        <w:tab/>
        <w:t>6.076e0</w:t>
      </w:r>
    </w:p>
    <w:p w14:paraId="48727EC9" w14:textId="77777777" w:rsidR="006D4449" w:rsidRDefault="006D4449" w:rsidP="006D4449">
      <w:r>
        <w:t>267.0975</w:t>
      </w:r>
      <w:r>
        <w:tab/>
        <w:t>4.659e0</w:t>
      </w:r>
    </w:p>
    <w:p w14:paraId="6B76CB72" w14:textId="77777777" w:rsidR="006D4449" w:rsidRDefault="006D4449" w:rsidP="006D4449">
      <w:r>
        <w:t>267.0994</w:t>
      </w:r>
      <w:r>
        <w:tab/>
        <w:t>4.051e0</w:t>
      </w:r>
    </w:p>
    <w:p w14:paraId="4767B9DE" w14:textId="77777777" w:rsidR="006D4449" w:rsidRDefault="006D4449" w:rsidP="006D4449">
      <w:r>
        <w:t>267.1300</w:t>
      </w:r>
      <w:r>
        <w:tab/>
        <w:t>9.114e0</w:t>
      </w:r>
    </w:p>
    <w:p w14:paraId="71525163" w14:textId="77777777" w:rsidR="006D4449" w:rsidRDefault="006D4449" w:rsidP="006D4449">
      <w:r>
        <w:t>267.1374</w:t>
      </w:r>
      <w:r>
        <w:tab/>
        <w:t>7.089e0</w:t>
      </w:r>
    </w:p>
    <w:p w14:paraId="7E0937B3" w14:textId="77777777" w:rsidR="006D4449" w:rsidRDefault="006D4449" w:rsidP="006D4449">
      <w:r>
        <w:t>267.1403</w:t>
      </w:r>
      <w:r>
        <w:tab/>
        <w:t>1.316e1</w:t>
      </w:r>
    </w:p>
    <w:p w14:paraId="42AACE3B" w14:textId="77777777" w:rsidR="006D4449" w:rsidRDefault="006D4449" w:rsidP="006D4449">
      <w:r>
        <w:t>267.1433</w:t>
      </w:r>
      <w:r>
        <w:tab/>
        <w:t>1.215e1</w:t>
      </w:r>
    </w:p>
    <w:p w14:paraId="2DB67F2F" w14:textId="77777777" w:rsidR="006D4449" w:rsidRDefault="006D4449" w:rsidP="006D4449">
      <w:r>
        <w:t>267.1457</w:t>
      </w:r>
      <w:r>
        <w:tab/>
        <w:t>1.519e1</w:t>
      </w:r>
    </w:p>
    <w:p w14:paraId="4D39E811" w14:textId="77777777" w:rsidR="006D4449" w:rsidRDefault="006D4449" w:rsidP="006D4449">
      <w:r>
        <w:t>267.1894</w:t>
      </w:r>
      <w:r>
        <w:tab/>
        <w:t>3.038e0</w:t>
      </w:r>
    </w:p>
    <w:p w14:paraId="4188C4A5" w14:textId="77777777" w:rsidR="006D4449" w:rsidRDefault="006D4449" w:rsidP="006D4449">
      <w:r>
        <w:t>267.1909</w:t>
      </w:r>
      <w:r>
        <w:tab/>
        <w:t>2.679e0</w:t>
      </w:r>
    </w:p>
    <w:p w14:paraId="36ECBA12" w14:textId="77777777" w:rsidR="006D4449" w:rsidRDefault="006D4449" w:rsidP="006D4449">
      <w:r>
        <w:t>267.2000</w:t>
      </w:r>
      <w:r>
        <w:tab/>
        <w:t>1.013e0</w:t>
      </w:r>
    </w:p>
    <w:p w14:paraId="32AB0CFF" w14:textId="77777777" w:rsidR="006D4449" w:rsidRDefault="006D4449" w:rsidP="006D4449">
      <w:r>
        <w:t>267.2176</w:t>
      </w:r>
      <w:r>
        <w:tab/>
        <w:t>1.013e0</w:t>
      </w:r>
    </w:p>
    <w:p w14:paraId="671E5EE9" w14:textId="77777777" w:rsidR="006D4449" w:rsidRDefault="006D4449" w:rsidP="006D4449">
      <w:r>
        <w:t>267.2283</w:t>
      </w:r>
      <w:r>
        <w:tab/>
        <w:t>3.038e0</w:t>
      </w:r>
    </w:p>
    <w:p w14:paraId="132C0D67" w14:textId="77777777" w:rsidR="006D4449" w:rsidRDefault="006D4449" w:rsidP="006D4449">
      <w:r>
        <w:t>267.2333</w:t>
      </w:r>
      <w:r>
        <w:tab/>
        <w:t>1.013e0</w:t>
      </w:r>
    </w:p>
    <w:p w14:paraId="1C0AEC75" w14:textId="77777777" w:rsidR="006D4449" w:rsidRDefault="006D4449" w:rsidP="006D4449">
      <w:r>
        <w:t>267.2345</w:t>
      </w:r>
      <w:r>
        <w:tab/>
        <w:t>1.013e0</w:t>
      </w:r>
    </w:p>
    <w:p w14:paraId="6A1DF548" w14:textId="77777777" w:rsidR="006D4449" w:rsidRDefault="006D4449" w:rsidP="006D4449">
      <w:r>
        <w:t>267.2394</w:t>
      </w:r>
      <w:r>
        <w:tab/>
        <w:t>1.013e0</w:t>
      </w:r>
    </w:p>
    <w:p w14:paraId="1A57AE84" w14:textId="77777777" w:rsidR="006D4449" w:rsidRDefault="006D4449" w:rsidP="006D4449">
      <w:r>
        <w:t>267.2603</w:t>
      </w:r>
      <w:r>
        <w:tab/>
        <w:t>2.025e0</w:t>
      </w:r>
    </w:p>
    <w:p w14:paraId="30CEABE3" w14:textId="77777777" w:rsidR="006D4449" w:rsidRDefault="006D4449" w:rsidP="006D4449">
      <w:r>
        <w:lastRenderedPageBreak/>
        <w:t>267.2645</w:t>
      </w:r>
      <w:r>
        <w:tab/>
        <w:t>1.013e0</w:t>
      </w:r>
    </w:p>
    <w:p w14:paraId="03A4E435" w14:textId="77777777" w:rsidR="006D4449" w:rsidRDefault="006D4449" w:rsidP="006D4449">
      <w:r>
        <w:t>267.2788</w:t>
      </w:r>
      <w:r>
        <w:tab/>
        <w:t>1.013e0</w:t>
      </w:r>
    </w:p>
    <w:p w14:paraId="67D37654" w14:textId="77777777" w:rsidR="006D4449" w:rsidRDefault="006D4449" w:rsidP="006D4449">
      <w:r>
        <w:t>267.3333</w:t>
      </w:r>
      <w:r>
        <w:tab/>
        <w:t>1.013e0</w:t>
      </w:r>
    </w:p>
    <w:p w14:paraId="366F73BF" w14:textId="77777777" w:rsidR="006D4449" w:rsidRDefault="006D4449" w:rsidP="006D4449">
      <w:r>
        <w:t>267.3373</w:t>
      </w:r>
      <w:r>
        <w:tab/>
        <w:t>2.025e0</w:t>
      </w:r>
    </w:p>
    <w:p w14:paraId="6CB82A32" w14:textId="77777777" w:rsidR="006D4449" w:rsidRDefault="006D4449" w:rsidP="006D4449">
      <w:r>
        <w:t>267.3562</w:t>
      </w:r>
      <w:r>
        <w:tab/>
        <w:t>1.013e0</w:t>
      </w:r>
    </w:p>
    <w:p w14:paraId="7037A8C3" w14:textId="77777777" w:rsidR="006D4449" w:rsidRDefault="006D4449" w:rsidP="006D4449">
      <w:r>
        <w:t>267.3601</w:t>
      </w:r>
      <w:r>
        <w:tab/>
        <w:t>4.051e0</w:t>
      </w:r>
    </w:p>
    <w:p w14:paraId="2252308F" w14:textId="77777777" w:rsidR="006D4449" w:rsidRDefault="006D4449" w:rsidP="006D4449">
      <w:r>
        <w:t>267.3990</w:t>
      </w:r>
      <w:r>
        <w:tab/>
        <w:t>1.013e0</w:t>
      </w:r>
    </w:p>
    <w:p w14:paraId="461DB132" w14:textId="77777777" w:rsidR="006D4449" w:rsidRDefault="006D4449" w:rsidP="006D4449">
      <w:r>
        <w:t>267.4109</w:t>
      </w:r>
      <w:r>
        <w:tab/>
        <w:t>1.013e0</w:t>
      </w:r>
    </w:p>
    <w:p w14:paraId="7C239D6F" w14:textId="77777777" w:rsidR="006D4449" w:rsidRDefault="006D4449" w:rsidP="006D4449">
      <w:r>
        <w:t>267.4268</w:t>
      </w:r>
      <w:r>
        <w:tab/>
        <w:t>1.013e0</w:t>
      </w:r>
    </w:p>
    <w:p w14:paraId="7D5B9618" w14:textId="77777777" w:rsidR="006D4449" w:rsidRDefault="006D4449" w:rsidP="006D4449">
      <w:r>
        <w:t>267.4843</w:t>
      </w:r>
      <w:r>
        <w:tab/>
        <w:t>2.025e0</w:t>
      </w:r>
    </w:p>
    <w:p w14:paraId="3D9A10C7" w14:textId="77777777" w:rsidR="006D4449" w:rsidRDefault="006D4449" w:rsidP="006D4449">
      <w:r>
        <w:t>267.4948</w:t>
      </w:r>
      <w:r>
        <w:tab/>
        <w:t>1.013e0</w:t>
      </w:r>
    </w:p>
    <w:p w14:paraId="5A827816" w14:textId="77777777" w:rsidR="006D4449" w:rsidRDefault="006D4449" w:rsidP="006D4449">
      <w:r>
        <w:t>267.5129</w:t>
      </w:r>
      <w:r>
        <w:tab/>
        <w:t>1.013e0</w:t>
      </w:r>
    </w:p>
    <w:p w14:paraId="5A45BD01" w14:textId="77777777" w:rsidR="006D4449" w:rsidRDefault="006D4449" w:rsidP="006D4449">
      <w:r>
        <w:t>267.5590</w:t>
      </w:r>
      <w:r>
        <w:tab/>
        <w:t>1.013e0</w:t>
      </w:r>
    </w:p>
    <w:p w14:paraId="4070C779" w14:textId="77777777" w:rsidR="006D4449" w:rsidRDefault="006D4449" w:rsidP="006D4449">
      <w:r>
        <w:t>267.6071</w:t>
      </w:r>
      <w:r>
        <w:tab/>
        <w:t>4.051e0</w:t>
      </w:r>
    </w:p>
    <w:p w14:paraId="41A14D51" w14:textId="77777777" w:rsidR="006D4449" w:rsidRDefault="006D4449" w:rsidP="006D4449">
      <w:r>
        <w:t>267.6095</w:t>
      </w:r>
      <w:r>
        <w:tab/>
        <w:t>1.013e0</w:t>
      </w:r>
    </w:p>
    <w:p w14:paraId="641FE687" w14:textId="77777777" w:rsidR="006D4449" w:rsidRDefault="006D4449" w:rsidP="006D4449">
      <w:r>
        <w:t>267.6125</w:t>
      </w:r>
      <w:r>
        <w:tab/>
        <w:t>1.013e0</w:t>
      </w:r>
    </w:p>
    <w:p w14:paraId="36DBBB89" w14:textId="77777777" w:rsidR="006D4449" w:rsidRDefault="006D4449" w:rsidP="006D4449">
      <w:r>
        <w:t>267.6391</w:t>
      </w:r>
      <w:r>
        <w:tab/>
        <w:t>1.013e0</w:t>
      </w:r>
    </w:p>
    <w:p w14:paraId="26B63F3A" w14:textId="77777777" w:rsidR="006D4449" w:rsidRDefault="006D4449" w:rsidP="006D4449">
      <w:r>
        <w:t>267.6480</w:t>
      </w:r>
      <w:r>
        <w:tab/>
        <w:t>2.025e0</w:t>
      </w:r>
    </w:p>
    <w:p w14:paraId="38A46059" w14:textId="77777777" w:rsidR="006D4449" w:rsidRDefault="006D4449" w:rsidP="006D4449">
      <w:r>
        <w:t>267.6513</w:t>
      </w:r>
      <w:r>
        <w:tab/>
        <w:t>1.013e0</w:t>
      </w:r>
    </w:p>
    <w:p w14:paraId="15110CBA" w14:textId="77777777" w:rsidR="006D4449" w:rsidRDefault="006D4449" w:rsidP="006D4449">
      <w:r>
        <w:lastRenderedPageBreak/>
        <w:t>267.6725</w:t>
      </w:r>
      <w:r>
        <w:tab/>
        <w:t>1.013e0</w:t>
      </w:r>
    </w:p>
    <w:p w14:paraId="4A21FF9B" w14:textId="77777777" w:rsidR="006D4449" w:rsidRDefault="006D4449" w:rsidP="006D4449">
      <w:r>
        <w:t>267.6737</w:t>
      </w:r>
      <w:r>
        <w:tab/>
        <w:t>1.013e0</w:t>
      </w:r>
    </w:p>
    <w:p w14:paraId="1557B474" w14:textId="77777777" w:rsidR="006D4449" w:rsidRDefault="006D4449" w:rsidP="006D4449">
      <w:r>
        <w:t>267.6835</w:t>
      </w:r>
      <w:r>
        <w:tab/>
        <w:t>1.013e0</w:t>
      </w:r>
    </w:p>
    <w:p w14:paraId="60B28321" w14:textId="77777777" w:rsidR="006D4449" w:rsidRDefault="006D4449" w:rsidP="006D4449">
      <w:r>
        <w:t>267.6955</w:t>
      </w:r>
      <w:r>
        <w:tab/>
        <w:t>1.013e0</w:t>
      </w:r>
    </w:p>
    <w:p w14:paraId="3B5D83A6" w14:textId="77777777" w:rsidR="006D4449" w:rsidRDefault="006D4449" w:rsidP="006D4449">
      <w:r>
        <w:t>267.7021</w:t>
      </w:r>
      <w:r>
        <w:tab/>
        <w:t>1.013e0</w:t>
      </w:r>
    </w:p>
    <w:p w14:paraId="0D90380C" w14:textId="77777777" w:rsidR="006D4449" w:rsidRDefault="006D4449" w:rsidP="006D4449">
      <w:r>
        <w:t>267.7417</w:t>
      </w:r>
      <w:r>
        <w:tab/>
        <w:t>1.013e0</w:t>
      </w:r>
    </w:p>
    <w:p w14:paraId="70C2D56F" w14:textId="77777777" w:rsidR="006D4449" w:rsidRDefault="006D4449" w:rsidP="006D4449">
      <w:r>
        <w:t>267.8109</w:t>
      </w:r>
      <w:r>
        <w:tab/>
        <w:t>1.013e0</w:t>
      </w:r>
    </w:p>
    <w:p w14:paraId="7D83028D" w14:textId="77777777" w:rsidR="006D4449" w:rsidRDefault="006D4449" w:rsidP="006D4449">
      <w:r>
        <w:t>267.8120</w:t>
      </w:r>
      <w:r>
        <w:tab/>
        <w:t>1.013e0</w:t>
      </w:r>
    </w:p>
    <w:p w14:paraId="2605C58C" w14:textId="77777777" w:rsidR="006D4449" w:rsidRDefault="006D4449" w:rsidP="006D4449">
      <w:r>
        <w:t>267.8219</w:t>
      </w:r>
      <w:r>
        <w:tab/>
        <w:t>1.013e0</w:t>
      </w:r>
    </w:p>
    <w:p w14:paraId="46785C1C" w14:textId="77777777" w:rsidR="006D4449" w:rsidRDefault="006D4449" w:rsidP="006D4449">
      <w:r>
        <w:t>267.8311</w:t>
      </w:r>
      <w:r>
        <w:tab/>
        <w:t>1.013e0</w:t>
      </w:r>
    </w:p>
    <w:p w14:paraId="12726642" w14:textId="77777777" w:rsidR="006D4449" w:rsidRDefault="006D4449" w:rsidP="006D4449">
      <w:r>
        <w:t>267.8661</w:t>
      </w:r>
      <w:r>
        <w:tab/>
        <w:t>1.013e0</w:t>
      </w:r>
    </w:p>
    <w:p w14:paraId="49C99B69" w14:textId="77777777" w:rsidR="006D4449" w:rsidRDefault="006D4449" w:rsidP="006D4449">
      <w:r>
        <w:t>267.8740</w:t>
      </w:r>
      <w:r>
        <w:tab/>
        <w:t>1.013e0</w:t>
      </w:r>
    </w:p>
    <w:p w14:paraId="565BF624" w14:textId="77777777" w:rsidR="006D4449" w:rsidRDefault="006D4449" w:rsidP="006D4449">
      <w:r>
        <w:t>267.8948</w:t>
      </w:r>
      <w:r>
        <w:tab/>
        <w:t>1.013e0</w:t>
      </w:r>
    </w:p>
    <w:p w14:paraId="20FEAB9B" w14:textId="77777777" w:rsidR="006D4449" w:rsidRDefault="006D4449" w:rsidP="006D4449">
      <w:r>
        <w:t>267.9077</w:t>
      </w:r>
      <w:r>
        <w:tab/>
        <w:t>1.013e0</w:t>
      </w:r>
    </w:p>
    <w:p w14:paraId="650A1BB1" w14:textId="77777777" w:rsidR="006D4449" w:rsidRDefault="006D4449" w:rsidP="006D4449">
      <w:r>
        <w:t>267.9507</w:t>
      </w:r>
      <w:r>
        <w:tab/>
        <w:t>1.013e0</w:t>
      </w:r>
    </w:p>
    <w:p w14:paraId="4FD552F4" w14:textId="77777777" w:rsidR="006D4449" w:rsidRDefault="006D4449" w:rsidP="006D4449">
      <w:r>
        <w:t>267.9546</w:t>
      </w:r>
      <w:r>
        <w:tab/>
        <w:t>1.013e0</w:t>
      </w:r>
    </w:p>
    <w:p w14:paraId="45DC4BEF" w14:textId="77777777" w:rsidR="006D4449" w:rsidRDefault="006D4449" w:rsidP="006D4449">
      <w:r>
        <w:t>267.9788</w:t>
      </w:r>
      <w:r>
        <w:tab/>
        <w:t>2.025e0</w:t>
      </w:r>
    </w:p>
    <w:p w14:paraId="2F59DBE1" w14:textId="77777777" w:rsidR="006D4449" w:rsidRDefault="006D4449" w:rsidP="006D4449">
      <w:r>
        <w:t>267.9816</w:t>
      </w:r>
      <w:r>
        <w:tab/>
        <w:t>1.013e0</w:t>
      </w:r>
    </w:p>
    <w:p w14:paraId="2555083A" w14:textId="77777777" w:rsidR="006D4449" w:rsidRDefault="006D4449" w:rsidP="006D4449">
      <w:r>
        <w:t>267.9828</w:t>
      </w:r>
      <w:r>
        <w:tab/>
        <w:t>1.013e0</w:t>
      </w:r>
    </w:p>
    <w:p w14:paraId="4A296978" w14:textId="77777777" w:rsidR="006D4449" w:rsidRDefault="006D4449" w:rsidP="006D4449">
      <w:r>
        <w:lastRenderedPageBreak/>
        <w:t>267.9932</w:t>
      </w:r>
      <w:r>
        <w:tab/>
        <w:t>3.038e0</w:t>
      </w:r>
    </w:p>
    <w:p w14:paraId="31BFF69D" w14:textId="77777777" w:rsidR="006D4449" w:rsidRDefault="006D4449" w:rsidP="006D4449">
      <w:r>
        <w:t>268.0246</w:t>
      </w:r>
      <w:r>
        <w:tab/>
        <w:t>1.013e0</w:t>
      </w:r>
    </w:p>
    <w:p w14:paraId="2C64AC98" w14:textId="77777777" w:rsidR="006D4449" w:rsidRDefault="006D4449" w:rsidP="006D4449">
      <w:r>
        <w:t>268.0456</w:t>
      </w:r>
      <w:r>
        <w:tab/>
        <w:t>3.038e0</w:t>
      </w:r>
    </w:p>
    <w:p w14:paraId="2D3E089B" w14:textId="77777777" w:rsidR="006D4449" w:rsidRDefault="006D4449" w:rsidP="006D4449">
      <w:r>
        <w:t>268.0552</w:t>
      </w:r>
      <w:r>
        <w:tab/>
        <w:t>3.038e0</w:t>
      </w:r>
    </w:p>
    <w:p w14:paraId="3FDCDD6D" w14:textId="77777777" w:rsidR="006D4449" w:rsidRDefault="006D4449" w:rsidP="006D4449">
      <w:r>
        <w:t>268.0645</w:t>
      </w:r>
      <w:r>
        <w:tab/>
        <w:t>1.013e0</w:t>
      </w:r>
    </w:p>
    <w:p w14:paraId="17278481" w14:textId="77777777" w:rsidR="006D4449" w:rsidRDefault="006D4449" w:rsidP="006D4449">
      <w:r>
        <w:t>268.0687</w:t>
      </w:r>
      <w:r>
        <w:tab/>
        <w:t>2.025e0</w:t>
      </w:r>
    </w:p>
    <w:p w14:paraId="6212FD89" w14:textId="77777777" w:rsidR="006D4449" w:rsidRDefault="006D4449" w:rsidP="006D4449">
      <w:r>
        <w:t>268.0915</w:t>
      </w:r>
      <w:r>
        <w:tab/>
        <w:t>1.013e0</w:t>
      </w:r>
    </w:p>
    <w:p w14:paraId="0D956536" w14:textId="77777777" w:rsidR="006D4449" w:rsidRDefault="006D4449" w:rsidP="006D4449">
      <w:r>
        <w:t>268.1036</w:t>
      </w:r>
      <w:r>
        <w:tab/>
        <w:t>2.167e0</w:t>
      </w:r>
    </w:p>
    <w:p w14:paraId="3758866F" w14:textId="77777777" w:rsidR="006D4449" w:rsidRDefault="006D4449" w:rsidP="006D4449">
      <w:r>
        <w:t>268.1062</w:t>
      </w:r>
      <w:r>
        <w:tab/>
        <w:t>3.318e0</w:t>
      </w:r>
    </w:p>
    <w:p w14:paraId="5A2A248B" w14:textId="77777777" w:rsidR="006D4449" w:rsidRDefault="006D4449" w:rsidP="006D4449">
      <w:r>
        <w:t>268.1313</w:t>
      </w:r>
      <w:r>
        <w:tab/>
        <w:t>2.025e0</w:t>
      </w:r>
    </w:p>
    <w:p w14:paraId="1DC8C8A2" w14:textId="77777777" w:rsidR="006D4449" w:rsidRDefault="006D4449" w:rsidP="006D4449">
      <w:r>
        <w:t>268.1406</w:t>
      </w:r>
      <w:r>
        <w:tab/>
        <w:t>1.238e1</w:t>
      </w:r>
    </w:p>
    <w:p w14:paraId="3AC5A40D" w14:textId="77777777" w:rsidR="006D4449" w:rsidRDefault="006D4449" w:rsidP="006D4449">
      <w:r>
        <w:t>268.1428</w:t>
      </w:r>
      <w:r>
        <w:tab/>
        <w:t>1.584e1</w:t>
      </w:r>
    </w:p>
    <w:p w14:paraId="4B335F36" w14:textId="77777777" w:rsidR="006D4449" w:rsidRDefault="006D4449" w:rsidP="006D4449">
      <w:r>
        <w:t>268.1557</w:t>
      </w:r>
      <w:r>
        <w:tab/>
        <w:t>1.114e1</w:t>
      </w:r>
    </w:p>
    <w:p w14:paraId="0CD88851" w14:textId="77777777" w:rsidR="006D4449" w:rsidRDefault="006D4449" w:rsidP="006D4449">
      <w:r>
        <w:t>268.1643</w:t>
      </w:r>
      <w:r>
        <w:tab/>
        <w:t>4.051e0</w:t>
      </w:r>
    </w:p>
    <w:p w14:paraId="69F23BE7" w14:textId="77777777" w:rsidR="006D4449" w:rsidRDefault="006D4449" w:rsidP="006D4449">
      <w:r>
        <w:t>268.1751</w:t>
      </w:r>
      <w:r>
        <w:tab/>
        <w:t>3.228e0</w:t>
      </w:r>
    </w:p>
    <w:p w14:paraId="0CF0FAC4" w14:textId="77777777" w:rsidR="006D4449" w:rsidRDefault="006D4449" w:rsidP="006D4449">
      <w:r>
        <w:t>268.1984</w:t>
      </w:r>
      <w:r>
        <w:tab/>
        <w:t>2.025e0</w:t>
      </w:r>
    </w:p>
    <w:p w14:paraId="13D0EF9F" w14:textId="77777777" w:rsidR="006D4449" w:rsidRDefault="006D4449" w:rsidP="006D4449">
      <w:r>
        <w:t>268.2263</w:t>
      </w:r>
      <w:r>
        <w:tab/>
        <w:t>3.038e0</w:t>
      </w:r>
    </w:p>
    <w:p w14:paraId="51856600" w14:textId="77777777" w:rsidR="006D4449" w:rsidRDefault="006D4449" w:rsidP="006D4449">
      <w:r>
        <w:t>268.2307</w:t>
      </w:r>
      <w:r>
        <w:tab/>
        <w:t>3.038e0</w:t>
      </w:r>
    </w:p>
    <w:p w14:paraId="05A6F388" w14:textId="77777777" w:rsidR="006D4449" w:rsidRDefault="006D4449" w:rsidP="006D4449">
      <w:r>
        <w:t>268.2353</w:t>
      </w:r>
      <w:r>
        <w:tab/>
        <w:t>2.025e0</w:t>
      </w:r>
    </w:p>
    <w:p w14:paraId="70D9609A" w14:textId="77777777" w:rsidR="006D4449" w:rsidRDefault="006D4449" w:rsidP="006D4449">
      <w:r>
        <w:lastRenderedPageBreak/>
        <w:t>268.2619</w:t>
      </w:r>
      <w:r>
        <w:tab/>
        <w:t>1.013e0</w:t>
      </w:r>
    </w:p>
    <w:p w14:paraId="5E5BD6A0" w14:textId="77777777" w:rsidR="006D4449" w:rsidRDefault="006D4449" w:rsidP="006D4449">
      <w:r>
        <w:t>268.2663</w:t>
      </w:r>
      <w:r>
        <w:tab/>
        <w:t>1.013e0</w:t>
      </w:r>
    </w:p>
    <w:p w14:paraId="04459A83" w14:textId="77777777" w:rsidR="006D4449" w:rsidRDefault="006D4449" w:rsidP="006D4449">
      <w:r>
        <w:t>268.2731</w:t>
      </w:r>
      <w:r>
        <w:tab/>
        <w:t>1.013e0</w:t>
      </w:r>
    </w:p>
    <w:p w14:paraId="7D4533A8" w14:textId="77777777" w:rsidR="006D4449" w:rsidRDefault="006D4449" w:rsidP="006D4449">
      <w:r>
        <w:t>268.3012</w:t>
      </w:r>
      <w:r>
        <w:tab/>
        <w:t>1.013e0</w:t>
      </w:r>
    </w:p>
    <w:p w14:paraId="62DBAA57" w14:textId="77777777" w:rsidR="006D4449" w:rsidRDefault="006D4449" w:rsidP="006D4449">
      <w:r>
        <w:t>268.3132</w:t>
      </w:r>
      <w:r>
        <w:tab/>
        <w:t>1.013e0</w:t>
      </w:r>
    </w:p>
    <w:p w14:paraId="2022C49E" w14:textId="77777777" w:rsidR="006D4449" w:rsidRDefault="006D4449" w:rsidP="006D4449">
      <w:r>
        <w:t>268.3258</w:t>
      </w:r>
      <w:r>
        <w:tab/>
        <w:t>3.038e0</w:t>
      </w:r>
    </w:p>
    <w:p w14:paraId="70DDA249" w14:textId="77777777" w:rsidR="006D4449" w:rsidRDefault="006D4449" w:rsidP="006D4449">
      <w:r>
        <w:t>268.3559</w:t>
      </w:r>
      <w:r>
        <w:tab/>
        <w:t>1.013e0</w:t>
      </w:r>
    </w:p>
    <w:p w14:paraId="01A7AFE7" w14:textId="77777777" w:rsidR="006D4449" w:rsidRDefault="006D4449" w:rsidP="006D4449">
      <w:r>
        <w:t>268.3790</w:t>
      </w:r>
      <w:r>
        <w:tab/>
        <w:t>1.013e0</w:t>
      </w:r>
    </w:p>
    <w:p w14:paraId="1913DB41" w14:textId="77777777" w:rsidR="006D4449" w:rsidRDefault="006D4449" w:rsidP="006D4449">
      <w:r>
        <w:t>268.3909</w:t>
      </w:r>
      <w:r>
        <w:tab/>
        <w:t>1.013e0</w:t>
      </w:r>
    </w:p>
    <w:p w14:paraId="29CF1825" w14:textId="77777777" w:rsidR="006D4449" w:rsidRDefault="006D4449" w:rsidP="006D4449">
      <w:r>
        <w:t>268.3944</w:t>
      </w:r>
      <w:r>
        <w:tab/>
        <w:t>1.013e0</w:t>
      </w:r>
    </w:p>
    <w:p w14:paraId="08DE0605" w14:textId="77777777" w:rsidR="006D4449" w:rsidRDefault="006D4449" w:rsidP="006D4449">
      <w:r>
        <w:t>268.4139</w:t>
      </w:r>
      <w:r>
        <w:tab/>
        <w:t>1.013e0</w:t>
      </w:r>
    </w:p>
    <w:p w14:paraId="48999CFC" w14:textId="77777777" w:rsidR="006D4449" w:rsidRDefault="006D4449" w:rsidP="006D4449">
      <w:r>
        <w:t>268.4401</w:t>
      </w:r>
      <w:r>
        <w:tab/>
        <w:t>2.025e0</w:t>
      </w:r>
    </w:p>
    <w:p w14:paraId="4828435B" w14:textId="77777777" w:rsidR="006D4449" w:rsidRDefault="006D4449" w:rsidP="006D4449">
      <w:r>
        <w:t>268.4609</w:t>
      </w:r>
      <w:r>
        <w:tab/>
        <w:t>1.013e0</w:t>
      </w:r>
    </w:p>
    <w:p w14:paraId="4BACC716" w14:textId="77777777" w:rsidR="006D4449" w:rsidRDefault="006D4449" w:rsidP="006D4449">
      <w:r>
        <w:t>268.4647</w:t>
      </w:r>
      <w:r>
        <w:tab/>
        <w:t>2.025e0</w:t>
      </w:r>
    </w:p>
    <w:p w14:paraId="3E5E6657" w14:textId="77777777" w:rsidR="006D4449" w:rsidRDefault="006D4449" w:rsidP="006D4449">
      <w:r>
        <w:t>268.4839</w:t>
      </w:r>
      <w:r>
        <w:tab/>
        <w:t>1.013e0</w:t>
      </w:r>
    </w:p>
    <w:p w14:paraId="4688FF28" w14:textId="77777777" w:rsidR="006D4449" w:rsidRDefault="006D4449" w:rsidP="006D4449">
      <w:r>
        <w:t>268.4887</w:t>
      </w:r>
      <w:r>
        <w:tab/>
        <w:t>2.025e0</w:t>
      </w:r>
    </w:p>
    <w:p w14:paraId="10B17C6C" w14:textId="77777777" w:rsidR="006D4449" w:rsidRDefault="006D4449" w:rsidP="006D4449">
      <w:r>
        <w:t>268.4926</w:t>
      </w:r>
      <w:r>
        <w:tab/>
        <w:t>2.025e0</w:t>
      </w:r>
    </w:p>
    <w:p w14:paraId="03FEFB61" w14:textId="77777777" w:rsidR="006D4449" w:rsidRDefault="006D4449" w:rsidP="006D4449">
      <w:r>
        <w:t>268.4959</w:t>
      </w:r>
      <w:r>
        <w:tab/>
        <w:t>1.013e0</w:t>
      </w:r>
    </w:p>
    <w:p w14:paraId="67FE57EE" w14:textId="77777777" w:rsidR="006D4449" w:rsidRDefault="006D4449" w:rsidP="006D4449">
      <w:r>
        <w:t>268.5051</w:t>
      </w:r>
      <w:r>
        <w:tab/>
        <w:t>2.025e0</w:t>
      </w:r>
    </w:p>
    <w:p w14:paraId="23803F4C" w14:textId="77777777" w:rsidR="006D4449" w:rsidRDefault="006D4449" w:rsidP="006D4449">
      <w:r>
        <w:lastRenderedPageBreak/>
        <w:t>268.5094</w:t>
      </w:r>
      <w:r>
        <w:tab/>
        <w:t>1.013e0</w:t>
      </w:r>
    </w:p>
    <w:p w14:paraId="0A09076D" w14:textId="77777777" w:rsidR="006D4449" w:rsidRDefault="006D4449" w:rsidP="006D4449">
      <w:r>
        <w:t>268.5380</w:t>
      </w:r>
      <w:r>
        <w:tab/>
        <w:t>1.013e0</w:t>
      </w:r>
    </w:p>
    <w:p w14:paraId="176E98A6" w14:textId="77777777" w:rsidR="006D4449" w:rsidRDefault="006D4449" w:rsidP="006D4449">
      <w:r>
        <w:t>268.5391</w:t>
      </w:r>
      <w:r>
        <w:tab/>
        <w:t>1.013e0</w:t>
      </w:r>
    </w:p>
    <w:p w14:paraId="08E2C6B0" w14:textId="77777777" w:rsidR="006D4449" w:rsidRDefault="006D4449" w:rsidP="006D4449">
      <w:r>
        <w:t>268.5646</w:t>
      </w:r>
      <w:r>
        <w:tab/>
        <w:t>1.013e0</w:t>
      </w:r>
    </w:p>
    <w:p w14:paraId="7EED121E" w14:textId="77777777" w:rsidR="006D4449" w:rsidRDefault="006D4449" w:rsidP="006D4449">
      <w:r>
        <w:t>268.5995</w:t>
      </w:r>
      <w:r>
        <w:tab/>
        <w:t>1.013e0</w:t>
      </w:r>
    </w:p>
    <w:p w14:paraId="67DD1456" w14:textId="77777777" w:rsidR="006D4449" w:rsidRDefault="006D4449" w:rsidP="006D4449">
      <w:r>
        <w:t>268.6085</w:t>
      </w:r>
      <w:r>
        <w:tab/>
        <w:t>1.013e0</w:t>
      </w:r>
    </w:p>
    <w:p w14:paraId="276228CC" w14:textId="77777777" w:rsidR="006D4449" w:rsidRDefault="006D4449" w:rsidP="006D4449">
      <w:r>
        <w:t>268.6222</w:t>
      </w:r>
      <w:r>
        <w:tab/>
        <w:t>2.025e0</w:t>
      </w:r>
    </w:p>
    <w:p w14:paraId="7BC3CFC1" w14:textId="77777777" w:rsidR="006D4449" w:rsidRDefault="006D4449" w:rsidP="006D4449">
      <w:r>
        <w:t>268.6233</w:t>
      </w:r>
      <w:r>
        <w:tab/>
        <w:t>1.013e0</w:t>
      </w:r>
    </w:p>
    <w:p w14:paraId="2206216A" w14:textId="77777777" w:rsidR="006D4449" w:rsidRDefault="006D4449" w:rsidP="006D4449">
      <w:r>
        <w:t>268.6519</w:t>
      </w:r>
      <w:r>
        <w:tab/>
        <w:t>1.013e0</w:t>
      </w:r>
    </w:p>
    <w:p w14:paraId="603CB48D" w14:textId="77777777" w:rsidR="006D4449" w:rsidRDefault="006D4449" w:rsidP="006D4449">
      <w:r>
        <w:t>268.6804</w:t>
      </w:r>
      <w:r>
        <w:tab/>
        <w:t>2.025e0</w:t>
      </w:r>
    </w:p>
    <w:p w14:paraId="13E76549" w14:textId="77777777" w:rsidR="006D4449" w:rsidRDefault="006D4449" w:rsidP="006D4449">
      <w:r>
        <w:t>268.7248</w:t>
      </w:r>
      <w:r>
        <w:tab/>
        <w:t>3.038e0</w:t>
      </w:r>
    </w:p>
    <w:p w14:paraId="2F254FC0" w14:textId="77777777" w:rsidR="006D4449" w:rsidRDefault="006D4449" w:rsidP="006D4449">
      <w:r>
        <w:t>268.7560</w:t>
      </w:r>
      <w:r>
        <w:tab/>
        <w:t>1.013e0</w:t>
      </w:r>
    </w:p>
    <w:p w14:paraId="4571555D" w14:textId="77777777" w:rsidR="006D4449" w:rsidRDefault="006D4449" w:rsidP="006D4449">
      <w:r>
        <w:t>268.7862</w:t>
      </w:r>
      <w:r>
        <w:tab/>
        <w:t>1.013e0</w:t>
      </w:r>
    </w:p>
    <w:p w14:paraId="27E497BE" w14:textId="77777777" w:rsidR="006D4449" w:rsidRDefault="006D4449" w:rsidP="006D4449">
      <w:r>
        <w:t>268.8315</w:t>
      </w:r>
      <w:r>
        <w:tab/>
        <w:t>1.013e0</w:t>
      </w:r>
    </w:p>
    <w:p w14:paraId="079E2E64" w14:textId="77777777" w:rsidR="006D4449" w:rsidRDefault="006D4449" w:rsidP="006D4449">
      <w:r>
        <w:t>268.8442</w:t>
      </w:r>
      <w:r>
        <w:tab/>
        <w:t>1.013e0</w:t>
      </w:r>
    </w:p>
    <w:p w14:paraId="5A66680D" w14:textId="77777777" w:rsidR="006D4449" w:rsidRDefault="006D4449" w:rsidP="006D4449">
      <w:r>
        <w:t>268.8841</w:t>
      </w:r>
      <w:r>
        <w:tab/>
        <w:t>3.038e0</w:t>
      </w:r>
    </w:p>
    <w:p w14:paraId="25B29DA1" w14:textId="77777777" w:rsidR="006D4449" w:rsidRDefault="006D4449" w:rsidP="006D4449">
      <w:r>
        <w:t>268.8872</w:t>
      </w:r>
      <w:r>
        <w:tab/>
        <w:t>1.013e0</w:t>
      </w:r>
    </w:p>
    <w:p w14:paraId="5055FA56" w14:textId="77777777" w:rsidR="006D4449" w:rsidRDefault="006D4449" w:rsidP="006D4449">
      <w:r>
        <w:t>268.8883</w:t>
      </w:r>
      <w:r>
        <w:tab/>
        <w:t>1.013e0</w:t>
      </w:r>
    </w:p>
    <w:p w14:paraId="0D718EB6" w14:textId="77777777" w:rsidR="006D4449" w:rsidRDefault="006D4449" w:rsidP="006D4449">
      <w:r>
        <w:t>268.9108</w:t>
      </w:r>
      <w:r>
        <w:tab/>
        <w:t>1.013e0</w:t>
      </w:r>
    </w:p>
    <w:p w14:paraId="587C8AF2" w14:textId="77777777" w:rsidR="006D4449" w:rsidRDefault="006D4449" w:rsidP="006D4449">
      <w:r>
        <w:lastRenderedPageBreak/>
        <w:t>268.9261</w:t>
      </w:r>
      <w:r>
        <w:tab/>
        <w:t>1.052e0</w:t>
      </w:r>
    </w:p>
    <w:p w14:paraId="3CEB53E9" w14:textId="77777777" w:rsidR="006D4449" w:rsidRDefault="006D4449" w:rsidP="006D4449">
      <w:r>
        <w:t>268.9503</w:t>
      </w:r>
      <w:r>
        <w:tab/>
        <w:t>1.013e0</w:t>
      </w:r>
    </w:p>
    <w:p w14:paraId="2AFEDE00" w14:textId="77777777" w:rsidR="006D4449" w:rsidRDefault="006D4449" w:rsidP="006D4449">
      <w:r>
        <w:t>268.9724</w:t>
      </w:r>
      <w:r>
        <w:tab/>
        <w:t>3.460e0</w:t>
      </w:r>
    </w:p>
    <w:p w14:paraId="0E975D00" w14:textId="77777777" w:rsidR="006D4449" w:rsidRDefault="006D4449" w:rsidP="006D4449">
      <w:r>
        <w:t>268.9758</w:t>
      </w:r>
      <w:r>
        <w:tab/>
        <w:t>2.025e0</w:t>
      </w:r>
    </w:p>
    <w:p w14:paraId="5FD788EA" w14:textId="77777777" w:rsidR="006D4449" w:rsidRDefault="006D4449" w:rsidP="006D4449">
      <w:r>
        <w:t>269.0125</w:t>
      </w:r>
      <w:r>
        <w:tab/>
        <w:t>2.025e0</w:t>
      </w:r>
    </w:p>
    <w:p w14:paraId="6AAC5086" w14:textId="77777777" w:rsidR="006D4449" w:rsidRDefault="006D4449" w:rsidP="006D4449">
      <w:r>
        <w:t>269.0138</w:t>
      </w:r>
      <w:r>
        <w:tab/>
        <w:t>1.013e0</w:t>
      </w:r>
    </w:p>
    <w:p w14:paraId="6F9A0483" w14:textId="77777777" w:rsidR="006D4449" w:rsidRDefault="006D4449" w:rsidP="006D4449">
      <w:r>
        <w:t>269.0281</w:t>
      </w:r>
      <w:r>
        <w:tab/>
        <w:t>1.013e0</w:t>
      </w:r>
    </w:p>
    <w:p w14:paraId="02ABFBA5" w14:textId="77777777" w:rsidR="006D4449" w:rsidRDefault="006D4449" w:rsidP="006D4449">
      <w:r>
        <w:t>269.0556</w:t>
      </w:r>
      <w:r>
        <w:tab/>
        <w:t>4.051e0</w:t>
      </w:r>
    </w:p>
    <w:p w14:paraId="1AE1ABB5" w14:textId="77777777" w:rsidR="006D4449" w:rsidRDefault="006D4449" w:rsidP="006D4449">
      <w:r>
        <w:t>269.0833</w:t>
      </w:r>
      <w:r>
        <w:tab/>
        <w:t>2.483e0</w:t>
      </w:r>
    </w:p>
    <w:p w14:paraId="5E84EC29" w14:textId="77777777" w:rsidR="006D4449" w:rsidRDefault="006D4449" w:rsidP="006D4449">
      <w:r>
        <w:t>269.0999</w:t>
      </w:r>
      <w:r>
        <w:tab/>
        <w:t>5.063e0</w:t>
      </w:r>
    </w:p>
    <w:p w14:paraId="2C64D496" w14:textId="77777777" w:rsidR="006D4449" w:rsidRDefault="006D4449" w:rsidP="006D4449">
      <w:r>
        <w:t>269.1236</w:t>
      </w:r>
      <w:r>
        <w:tab/>
        <w:t>3.038e0</w:t>
      </w:r>
    </w:p>
    <w:p w14:paraId="333C435A" w14:textId="77777777" w:rsidR="006D4449" w:rsidRDefault="006D4449" w:rsidP="006D4449">
      <w:r>
        <w:t>269.1267</w:t>
      </w:r>
      <w:r>
        <w:tab/>
        <w:t>4.051e0</w:t>
      </w:r>
    </w:p>
    <w:p w14:paraId="29F0AAC3" w14:textId="77777777" w:rsidR="006D4449" w:rsidRDefault="006D4449" w:rsidP="006D4449">
      <w:r>
        <w:t>269.1329</w:t>
      </w:r>
      <w:r>
        <w:tab/>
        <w:t>3.174e0</w:t>
      </w:r>
    </w:p>
    <w:p w14:paraId="10D3D73B" w14:textId="77777777" w:rsidR="006D4449" w:rsidRDefault="006D4449" w:rsidP="006D4449">
      <w:r>
        <w:t>269.1351</w:t>
      </w:r>
      <w:r>
        <w:tab/>
        <w:t>3.038e0</w:t>
      </w:r>
    </w:p>
    <w:p w14:paraId="29F4A47D" w14:textId="77777777" w:rsidR="006D4449" w:rsidRDefault="006D4449" w:rsidP="006D4449">
      <w:r>
        <w:t>269.1567</w:t>
      </w:r>
      <w:r>
        <w:tab/>
        <w:t>3.038e0</w:t>
      </w:r>
    </w:p>
    <w:p w14:paraId="29570FC6" w14:textId="77777777" w:rsidR="006D4449" w:rsidRDefault="006D4449" w:rsidP="006D4449">
      <w:r>
        <w:t>269.1696</w:t>
      </w:r>
      <w:r>
        <w:tab/>
        <w:t>2.025e0</w:t>
      </w:r>
    </w:p>
    <w:p w14:paraId="0C04F9E5" w14:textId="77777777" w:rsidR="006D4449" w:rsidRDefault="006D4449" w:rsidP="006D4449">
      <w:r>
        <w:t>269.1839</w:t>
      </w:r>
      <w:r>
        <w:tab/>
        <w:t>1.013e0</w:t>
      </w:r>
    </w:p>
    <w:p w14:paraId="35F38D4D" w14:textId="77777777" w:rsidR="006D4449" w:rsidRDefault="006D4449" w:rsidP="006D4449">
      <w:r>
        <w:t>269.1935</w:t>
      </w:r>
      <w:r>
        <w:tab/>
        <w:t>3.038e0</w:t>
      </w:r>
    </w:p>
    <w:p w14:paraId="5B8084E8" w14:textId="77777777" w:rsidR="006D4449" w:rsidRDefault="006D4449" w:rsidP="006D4449">
      <w:r>
        <w:t>269.2019</w:t>
      </w:r>
      <w:r>
        <w:tab/>
        <w:t>1.013e0</w:t>
      </w:r>
    </w:p>
    <w:p w14:paraId="6C77B27D" w14:textId="77777777" w:rsidR="006D4449" w:rsidRDefault="006D4449" w:rsidP="006D4449">
      <w:r>
        <w:lastRenderedPageBreak/>
        <w:t>269.2031</w:t>
      </w:r>
      <w:r>
        <w:tab/>
        <w:t>1.013e0</w:t>
      </w:r>
    </w:p>
    <w:p w14:paraId="47074911" w14:textId="77777777" w:rsidR="006D4449" w:rsidRDefault="006D4449" w:rsidP="006D4449">
      <w:r>
        <w:t>269.2148</w:t>
      </w:r>
      <w:r>
        <w:tab/>
        <w:t>3.038e0</w:t>
      </w:r>
    </w:p>
    <w:p w14:paraId="7D8ADB20" w14:textId="77777777" w:rsidR="006D4449" w:rsidRDefault="006D4449" w:rsidP="006D4449">
      <w:r>
        <w:t>269.2381</w:t>
      </w:r>
      <w:r>
        <w:tab/>
        <w:t>1.013e0</w:t>
      </w:r>
    </w:p>
    <w:p w14:paraId="5305658B" w14:textId="77777777" w:rsidR="006D4449" w:rsidRDefault="006D4449" w:rsidP="006D4449">
      <w:r>
        <w:t>269.2468</w:t>
      </w:r>
      <w:r>
        <w:tab/>
        <w:t>2.025e0</w:t>
      </w:r>
    </w:p>
    <w:p w14:paraId="11155659" w14:textId="77777777" w:rsidR="006D4449" w:rsidRDefault="006D4449" w:rsidP="006D4449">
      <w:r>
        <w:t>269.2500</w:t>
      </w:r>
      <w:r>
        <w:tab/>
        <w:t>2.025e0</w:t>
      </w:r>
    </w:p>
    <w:p w14:paraId="7A9E476E" w14:textId="77777777" w:rsidR="006D4449" w:rsidRDefault="006D4449" w:rsidP="006D4449">
      <w:r>
        <w:t>269.2551</w:t>
      </w:r>
      <w:r>
        <w:tab/>
        <w:t>2.025e0</w:t>
      </w:r>
    </w:p>
    <w:p w14:paraId="25274285" w14:textId="77777777" w:rsidR="006D4449" w:rsidRDefault="006D4449" w:rsidP="006D4449">
      <w:r>
        <w:t>269.2634</w:t>
      </w:r>
      <w:r>
        <w:tab/>
        <w:t>2.025e0</w:t>
      </w:r>
    </w:p>
    <w:p w14:paraId="6E2FB005" w14:textId="77777777" w:rsidR="006D4449" w:rsidRDefault="006D4449" w:rsidP="006D4449">
      <w:r>
        <w:t>269.2904</w:t>
      </w:r>
      <w:r>
        <w:tab/>
        <w:t>2.025e0</w:t>
      </w:r>
    </w:p>
    <w:p w14:paraId="3680A980" w14:textId="77777777" w:rsidR="006D4449" w:rsidRDefault="006D4449" w:rsidP="006D4449">
      <w:r>
        <w:t>269.2966</w:t>
      </w:r>
      <w:r>
        <w:tab/>
        <w:t>1.013e0</w:t>
      </w:r>
    </w:p>
    <w:p w14:paraId="00F36CBE" w14:textId="77777777" w:rsidR="006D4449" w:rsidRDefault="006D4449" w:rsidP="006D4449">
      <w:r>
        <w:t>269.3044</w:t>
      </w:r>
      <w:r>
        <w:tab/>
        <w:t>3.038e0</w:t>
      </w:r>
    </w:p>
    <w:p w14:paraId="159F7551" w14:textId="77777777" w:rsidR="006D4449" w:rsidRDefault="006D4449" w:rsidP="006D4449">
      <w:r>
        <w:t>269.3266</w:t>
      </w:r>
      <w:r>
        <w:tab/>
        <w:t>1.013e0</w:t>
      </w:r>
    </w:p>
    <w:p w14:paraId="2164520F" w14:textId="77777777" w:rsidR="006D4449" w:rsidRDefault="006D4449" w:rsidP="006D4449">
      <w:r>
        <w:t>269.3443</w:t>
      </w:r>
      <w:r>
        <w:tab/>
        <w:t>2.025e0</w:t>
      </w:r>
    </w:p>
    <w:p w14:paraId="20ACE02E" w14:textId="77777777" w:rsidR="006D4449" w:rsidRDefault="006D4449" w:rsidP="006D4449">
      <w:r>
        <w:t>269.3898</w:t>
      </w:r>
      <w:r>
        <w:tab/>
        <w:t>1.013e0</w:t>
      </w:r>
    </w:p>
    <w:p w14:paraId="232114EC" w14:textId="77777777" w:rsidR="006D4449" w:rsidRDefault="006D4449" w:rsidP="006D4449">
      <w:r>
        <w:t>269.3939</w:t>
      </w:r>
      <w:r>
        <w:tab/>
        <w:t>1.013e0</w:t>
      </w:r>
    </w:p>
    <w:p w14:paraId="472C7983" w14:textId="77777777" w:rsidR="006D4449" w:rsidRDefault="006D4449" w:rsidP="006D4449">
      <w:r>
        <w:t>269.4158</w:t>
      </w:r>
      <w:r>
        <w:tab/>
        <w:t>1.013e0</w:t>
      </w:r>
    </w:p>
    <w:p w14:paraId="103E7BA2" w14:textId="77777777" w:rsidR="006D4449" w:rsidRDefault="006D4449" w:rsidP="006D4449">
      <w:r>
        <w:t>269.4558</w:t>
      </w:r>
      <w:r>
        <w:tab/>
        <w:t>1.013e0</w:t>
      </w:r>
    </w:p>
    <w:p w14:paraId="4819BA56" w14:textId="77777777" w:rsidR="006D4449" w:rsidRDefault="006D4449" w:rsidP="006D4449">
      <w:r>
        <w:t>269.4764</w:t>
      </w:r>
      <w:r>
        <w:tab/>
        <w:t>2.025e0</w:t>
      </w:r>
    </w:p>
    <w:p w14:paraId="1E0E4FD5" w14:textId="77777777" w:rsidR="006D4449" w:rsidRDefault="006D4449" w:rsidP="006D4449">
      <w:r>
        <w:t>269.4908</w:t>
      </w:r>
      <w:r>
        <w:tab/>
        <w:t>1.013e0</w:t>
      </w:r>
    </w:p>
    <w:p w14:paraId="26196902" w14:textId="77777777" w:rsidR="006D4449" w:rsidRDefault="006D4449" w:rsidP="006D4449">
      <w:r>
        <w:t>269.5338</w:t>
      </w:r>
      <w:r>
        <w:tab/>
        <w:t>1.013e0</w:t>
      </w:r>
    </w:p>
    <w:p w14:paraId="37DE4845" w14:textId="77777777" w:rsidR="006D4449" w:rsidRDefault="006D4449" w:rsidP="006D4449">
      <w:r>
        <w:lastRenderedPageBreak/>
        <w:t>269.5378</w:t>
      </w:r>
      <w:r>
        <w:tab/>
        <w:t>1.013e0</w:t>
      </w:r>
    </w:p>
    <w:p w14:paraId="65875109" w14:textId="77777777" w:rsidR="006D4449" w:rsidRDefault="006D4449" w:rsidP="006D4449">
      <w:r>
        <w:t>269.5647</w:t>
      </w:r>
      <w:r>
        <w:tab/>
        <w:t>1.013e0</w:t>
      </w:r>
    </w:p>
    <w:p w14:paraId="133CBB89" w14:textId="77777777" w:rsidR="006D4449" w:rsidRDefault="006D4449" w:rsidP="006D4449">
      <w:r>
        <w:t>269.5763</w:t>
      </w:r>
      <w:r>
        <w:tab/>
        <w:t>3.038e0</w:t>
      </w:r>
    </w:p>
    <w:p w14:paraId="1BF33483" w14:textId="77777777" w:rsidR="006D4449" w:rsidRDefault="006D4449" w:rsidP="006D4449">
      <w:r>
        <w:t>269.6078</w:t>
      </w:r>
      <w:r>
        <w:tab/>
        <w:t>1.013e0</w:t>
      </w:r>
    </w:p>
    <w:p w14:paraId="5C3252D7" w14:textId="77777777" w:rsidR="006D4449" w:rsidRDefault="006D4449" w:rsidP="006D4449">
      <w:r>
        <w:t>269.6157</w:t>
      </w:r>
      <w:r>
        <w:tab/>
        <w:t>1.013e0</w:t>
      </w:r>
    </w:p>
    <w:p w14:paraId="11A0E65D" w14:textId="77777777" w:rsidR="006D4449" w:rsidRDefault="006D4449" w:rsidP="006D4449">
      <w:r>
        <w:t>269.6175</w:t>
      </w:r>
      <w:r>
        <w:tab/>
        <w:t>2.025e0</w:t>
      </w:r>
    </w:p>
    <w:p w14:paraId="64B2329C" w14:textId="77777777" w:rsidR="006D4449" w:rsidRDefault="006D4449" w:rsidP="006D4449">
      <w:r>
        <w:t>269.6613</w:t>
      </w:r>
      <w:r>
        <w:tab/>
        <w:t>3.038e0</w:t>
      </w:r>
    </w:p>
    <w:p w14:paraId="234C66B0" w14:textId="77777777" w:rsidR="006D4449" w:rsidRDefault="006D4449" w:rsidP="006D4449">
      <w:r>
        <w:t>269.6872</w:t>
      </w:r>
      <w:r>
        <w:tab/>
        <w:t>3.038e0</w:t>
      </w:r>
    </w:p>
    <w:p w14:paraId="450C2383" w14:textId="77777777" w:rsidR="006D4449" w:rsidRDefault="006D4449" w:rsidP="006D4449">
      <w:r>
        <w:t>269.7002</w:t>
      </w:r>
      <w:r>
        <w:tab/>
        <w:t>1.013e0</w:t>
      </w:r>
    </w:p>
    <w:p w14:paraId="7DBB2D8E" w14:textId="77777777" w:rsidR="006D4449" w:rsidRDefault="006D4449" w:rsidP="006D4449">
      <w:r>
        <w:t>269.7047</w:t>
      </w:r>
      <w:r>
        <w:tab/>
        <w:t>1.013e0</w:t>
      </w:r>
    </w:p>
    <w:p w14:paraId="10CFA00B" w14:textId="77777777" w:rsidR="006D4449" w:rsidRDefault="006D4449" w:rsidP="006D4449">
      <w:r>
        <w:t>269.7206</w:t>
      </w:r>
      <w:r>
        <w:tab/>
        <w:t>1.013e0</w:t>
      </w:r>
    </w:p>
    <w:p w14:paraId="083B786D" w14:textId="77777777" w:rsidR="006D4449" w:rsidRDefault="006D4449" w:rsidP="006D4449">
      <w:r>
        <w:t>269.7386</w:t>
      </w:r>
      <w:r>
        <w:tab/>
        <w:t>1.013e0</w:t>
      </w:r>
    </w:p>
    <w:p w14:paraId="6C87AA70" w14:textId="77777777" w:rsidR="006D4449" w:rsidRDefault="006D4449" w:rsidP="006D4449">
      <w:r>
        <w:t>269.7425</w:t>
      </w:r>
      <w:r>
        <w:tab/>
        <w:t>1.013e0</w:t>
      </w:r>
    </w:p>
    <w:p w14:paraId="2BA27769" w14:textId="77777777" w:rsidR="006D4449" w:rsidRDefault="006D4449" w:rsidP="006D4449">
      <w:r>
        <w:t>269.8176</w:t>
      </w:r>
      <w:r>
        <w:tab/>
        <w:t>1.013e0</w:t>
      </w:r>
    </w:p>
    <w:p w14:paraId="12CBC034" w14:textId="77777777" w:rsidR="006D4449" w:rsidRDefault="006D4449" w:rsidP="006D4449">
      <w:r>
        <w:t>269.8444</w:t>
      </w:r>
      <w:r>
        <w:tab/>
        <w:t>1.013e0</w:t>
      </w:r>
    </w:p>
    <w:p w14:paraId="2D994230" w14:textId="77777777" w:rsidR="006D4449" w:rsidRDefault="006D4449" w:rsidP="006D4449">
      <w:r>
        <w:t>269.8634</w:t>
      </w:r>
      <w:r>
        <w:tab/>
        <w:t>1.013e0</w:t>
      </w:r>
    </w:p>
    <w:p w14:paraId="6B8D0739" w14:textId="77777777" w:rsidR="006D4449" w:rsidRDefault="006D4449" w:rsidP="006D4449">
      <w:r>
        <w:t>269.8792</w:t>
      </w:r>
      <w:r>
        <w:tab/>
        <w:t>1.013e0</w:t>
      </w:r>
    </w:p>
    <w:p w14:paraId="1C5B031B" w14:textId="77777777" w:rsidR="006D4449" w:rsidRDefault="006D4449" w:rsidP="006D4449">
      <w:r>
        <w:t>269.8993</w:t>
      </w:r>
      <w:r>
        <w:tab/>
        <w:t>3.038e0</w:t>
      </w:r>
    </w:p>
    <w:p w14:paraId="6A92DDC6" w14:textId="77777777" w:rsidR="006D4449" w:rsidRDefault="006D4449" w:rsidP="006D4449">
      <w:r>
        <w:t>269.9029</w:t>
      </w:r>
      <w:r>
        <w:tab/>
        <w:t>1.013e0</w:t>
      </w:r>
    </w:p>
    <w:p w14:paraId="1F52F343" w14:textId="77777777" w:rsidR="006D4449" w:rsidRDefault="006D4449" w:rsidP="006D4449">
      <w:r>
        <w:lastRenderedPageBreak/>
        <w:t>269.9129</w:t>
      </w:r>
      <w:r>
        <w:tab/>
        <w:t>1.013e0</w:t>
      </w:r>
    </w:p>
    <w:p w14:paraId="4C4B0E42" w14:textId="77777777" w:rsidR="006D4449" w:rsidRDefault="006D4449" w:rsidP="006D4449">
      <w:r>
        <w:t>269.9286</w:t>
      </w:r>
      <w:r>
        <w:tab/>
        <w:t>2.025e0</w:t>
      </w:r>
    </w:p>
    <w:p w14:paraId="766EC74D" w14:textId="77777777" w:rsidR="006D4449" w:rsidRDefault="006D4449" w:rsidP="006D4449">
      <w:r>
        <w:t>269.9737</w:t>
      </w:r>
      <w:r>
        <w:tab/>
        <w:t>1.013e0</w:t>
      </w:r>
    </w:p>
    <w:p w14:paraId="12E0C033" w14:textId="77777777" w:rsidR="006D4449" w:rsidRDefault="006D4449" w:rsidP="006D4449">
      <w:r>
        <w:t>269.9837</w:t>
      </w:r>
      <w:r>
        <w:tab/>
        <w:t>1.013e0</w:t>
      </w:r>
    </w:p>
    <w:p w14:paraId="533A154E" w14:textId="77777777" w:rsidR="006D4449" w:rsidRDefault="006D4449" w:rsidP="006D4449">
      <w:r>
        <w:t>269.9926</w:t>
      </w:r>
      <w:r>
        <w:tab/>
        <w:t>1.013e0</w:t>
      </w:r>
    </w:p>
    <w:p w14:paraId="765034B0" w14:textId="77777777" w:rsidR="006D4449" w:rsidRDefault="006D4449" w:rsidP="006D4449">
      <w:r>
        <w:t>270.0074</w:t>
      </w:r>
      <w:r>
        <w:tab/>
        <w:t>1.013e0</w:t>
      </w:r>
    </w:p>
    <w:p w14:paraId="7E023E97" w14:textId="77777777" w:rsidR="006D4449" w:rsidRDefault="006D4449" w:rsidP="006D4449">
      <w:r>
        <w:t>270.0124</w:t>
      </w:r>
      <w:r>
        <w:tab/>
        <w:t>1.013e0</w:t>
      </w:r>
    </w:p>
    <w:p w14:paraId="37283465" w14:textId="77777777" w:rsidR="006D4449" w:rsidRDefault="006D4449" w:rsidP="006D4449">
      <w:r>
        <w:t>270.0242</w:t>
      </w:r>
      <w:r>
        <w:tab/>
        <w:t>2.025e0</w:t>
      </w:r>
    </w:p>
    <w:p w14:paraId="1C6EE52E" w14:textId="77777777" w:rsidR="006D4449" w:rsidRDefault="006D4449" w:rsidP="006D4449">
      <w:r>
        <w:t>270.0325</w:t>
      </w:r>
      <w:r>
        <w:tab/>
        <w:t>3.038e0</w:t>
      </w:r>
    </w:p>
    <w:p w14:paraId="655ACB0F" w14:textId="77777777" w:rsidR="006D4449" w:rsidRDefault="006D4449" w:rsidP="006D4449">
      <w:r>
        <w:t>270.0572</w:t>
      </w:r>
      <w:r>
        <w:tab/>
        <w:t>1.013e0</w:t>
      </w:r>
    </w:p>
    <w:p w14:paraId="672CE4E0" w14:textId="77777777" w:rsidR="006D4449" w:rsidRDefault="006D4449" w:rsidP="006D4449">
      <w:r>
        <w:t>270.0675</w:t>
      </w:r>
      <w:r>
        <w:tab/>
        <w:t>2.025e0</w:t>
      </w:r>
    </w:p>
    <w:p w14:paraId="40554AD4" w14:textId="77777777" w:rsidR="006D4449" w:rsidRDefault="006D4449" w:rsidP="006D4449">
      <w:r>
        <w:t>270.0785</w:t>
      </w:r>
      <w:r>
        <w:tab/>
        <w:t>1.013e0</w:t>
      </w:r>
    </w:p>
    <w:p w14:paraId="23247E9C" w14:textId="77777777" w:rsidR="006D4449" w:rsidRDefault="006D4449" w:rsidP="006D4449">
      <w:r>
        <w:t>270.0820</w:t>
      </w:r>
      <w:r>
        <w:tab/>
        <w:t>1.013e0</w:t>
      </w:r>
    </w:p>
    <w:p w14:paraId="4A19E71C" w14:textId="77777777" w:rsidR="006D4449" w:rsidRDefault="006D4449" w:rsidP="006D4449">
      <w:r>
        <w:t>270.1016</w:t>
      </w:r>
      <w:r>
        <w:tab/>
        <w:t>1.013e0</w:t>
      </w:r>
    </w:p>
    <w:p w14:paraId="5EC3FF1A" w14:textId="77777777" w:rsidR="006D4449" w:rsidRDefault="006D4449" w:rsidP="006D4449">
      <w:r>
        <w:t>270.1124</w:t>
      </w:r>
      <w:r>
        <w:tab/>
        <w:t>1.013e0</w:t>
      </w:r>
    </w:p>
    <w:p w14:paraId="201E71CC" w14:textId="77777777" w:rsidR="006D4449" w:rsidRDefault="006D4449" w:rsidP="006D4449">
      <w:r>
        <w:t>270.1289</w:t>
      </w:r>
      <w:r>
        <w:tab/>
        <w:t>5.063e0</w:t>
      </w:r>
    </w:p>
    <w:p w14:paraId="4B00616C" w14:textId="77777777" w:rsidR="006D4449" w:rsidRDefault="006D4449" w:rsidP="006D4449">
      <w:r>
        <w:t>270.1355</w:t>
      </w:r>
      <w:r>
        <w:tab/>
        <w:t>2.025e0</w:t>
      </w:r>
    </w:p>
    <w:p w14:paraId="68A63C8E" w14:textId="77777777" w:rsidR="006D4449" w:rsidRDefault="006D4449" w:rsidP="006D4449">
      <w:r>
        <w:t>270.1366</w:t>
      </w:r>
      <w:r>
        <w:tab/>
        <w:t>1.013e0</w:t>
      </w:r>
    </w:p>
    <w:p w14:paraId="4C6E0900" w14:textId="77777777" w:rsidR="006D4449" w:rsidRDefault="006D4449" w:rsidP="006D4449">
      <w:r>
        <w:t>270.1461</w:t>
      </w:r>
      <w:r>
        <w:tab/>
        <w:t>3.038e0</w:t>
      </w:r>
    </w:p>
    <w:p w14:paraId="345C10AE" w14:textId="77777777" w:rsidR="006D4449" w:rsidRDefault="006D4449" w:rsidP="006D4449">
      <w:r>
        <w:lastRenderedPageBreak/>
        <w:t>270.1471</w:t>
      </w:r>
      <w:r>
        <w:tab/>
        <w:t>2.025e0</w:t>
      </w:r>
    </w:p>
    <w:p w14:paraId="4AF8A838" w14:textId="77777777" w:rsidR="006D4449" w:rsidRDefault="006D4449" w:rsidP="006D4449">
      <w:r>
        <w:t>270.1617</w:t>
      </w:r>
      <w:r>
        <w:tab/>
        <w:t>2.025e0</w:t>
      </w:r>
    </w:p>
    <w:p w14:paraId="405A5159" w14:textId="77777777" w:rsidR="006D4449" w:rsidRDefault="006D4449" w:rsidP="006D4449">
      <w:r>
        <w:t>270.1716</w:t>
      </w:r>
      <w:r>
        <w:tab/>
        <w:t>1.013e0</w:t>
      </w:r>
    </w:p>
    <w:p w14:paraId="63EF977A" w14:textId="77777777" w:rsidR="006D4449" w:rsidRDefault="006D4449" w:rsidP="006D4449">
      <w:r>
        <w:t>270.1866</w:t>
      </w:r>
      <w:r>
        <w:tab/>
        <w:t>3.038e0</w:t>
      </w:r>
    </w:p>
    <w:p w14:paraId="7992FC7B" w14:textId="77777777" w:rsidR="006D4449" w:rsidRDefault="006D4449" w:rsidP="006D4449">
      <w:r>
        <w:t>270.1939</w:t>
      </w:r>
      <w:r>
        <w:tab/>
        <w:t>2.025e0</w:t>
      </w:r>
    </w:p>
    <w:p w14:paraId="16ED00BC" w14:textId="77777777" w:rsidR="006D4449" w:rsidRDefault="006D4449" w:rsidP="006D4449">
      <w:r>
        <w:t>270.1954</w:t>
      </w:r>
      <w:r>
        <w:tab/>
        <w:t>3.038e0</w:t>
      </w:r>
    </w:p>
    <w:p w14:paraId="1D41DE20" w14:textId="77777777" w:rsidR="006D4449" w:rsidRDefault="006D4449" w:rsidP="006D4449">
      <w:r>
        <w:t>270.2077</w:t>
      </w:r>
      <w:r>
        <w:tab/>
        <w:t>6.076e0</w:t>
      </w:r>
    </w:p>
    <w:p w14:paraId="02F34373" w14:textId="77777777" w:rsidR="006D4449" w:rsidRDefault="006D4449" w:rsidP="006D4449">
      <w:r>
        <w:t>270.2326</w:t>
      </w:r>
      <w:r>
        <w:tab/>
        <w:t>3.038e0</w:t>
      </w:r>
    </w:p>
    <w:p w14:paraId="496F53BD" w14:textId="77777777" w:rsidR="006D4449" w:rsidRDefault="006D4449" w:rsidP="006D4449">
      <w:r>
        <w:t>270.2364</w:t>
      </w:r>
      <w:r>
        <w:tab/>
        <w:t>1.013e0</w:t>
      </w:r>
    </w:p>
    <w:p w14:paraId="4EEC6602" w14:textId="77777777" w:rsidR="006D4449" w:rsidRDefault="006D4449" w:rsidP="006D4449">
      <w:r>
        <w:t>270.2456</w:t>
      </w:r>
      <w:r>
        <w:tab/>
        <w:t>1.013e0</w:t>
      </w:r>
    </w:p>
    <w:p w14:paraId="5E123E3B" w14:textId="77777777" w:rsidR="006D4449" w:rsidRDefault="006D4449" w:rsidP="006D4449">
      <w:r>
        <w:t>270.2551</w:t>
      </w:r>
      <w:r>
        <w:tab/>
        <w:t>2.025e0</w:t>
      </w:r>
    </w:p>
    <w:p w14:paraId="7CEA3FA9" w14:textId="77777777" w:rsidR="006D4449" w:rsidRDefault="006D4449" w:rsidP="006D4449">
      <w:r>
        <w:t>270.2674</w:t>
      </w:r>
      <w:r>
        <w:tab/>
        <w:t>1.013e0</w:t>
      </w:r>
    </w:p>
    <w:p w14:paraId="41993B9E" w14:textId="77777777" w:rsidR="006D4449" w:rsidRDefault="006D4449" w:rsidP="006D4449">
      <w:r>
        <w:t>270.3225</w:t>
      </w:r>
      <w:r>
        <w:tab/>
        <w:t>1.013e0</w:t>
      </w:r>
    </w:p>
    <w:p w14:paraId="2E90F4BE" w14:textId="77777777" w:rsidR="006D4449" w:rsidRDefault="006D4449" w:rsidP="006D4449">
      <w:r>
        <w:t>270.3303</w:t>
      </w:r>
      <w:r>
        <w:tab/>
        <w:t>2.025e0</w:t>
      </w:r>
    </w:p>
    <w:p w14:paraId="0A09D66C" w14:textId="77777777" w:rsidR="006D4449" w:rsidRDefault="006D4449" w:rsidP="006D4449">
      <w:r>
        <w:t>270.3495</w:t>
      </w:r>
      <w:r>
        <w:tab/>
        <w:t>1.013e0</w:t>
      </w:r>
    </w:p>
    <w:p w14:paraId="3673A5F5" w14:textId="77777777" w:rsidR="006D4449" w:rsidRDefault="006D4449" w:rsidP="006D4449">
      <w:r>
        <w:t>270.3720</w:t>
      </w:r>
      <w:r>
        <w:tab/>
        <w:t>1.013e0</w:t>
      </w:r>
    </w:p>
    <w:p w14:paraId="0DB26EBD" w14:textId="77777777" w:rsidR="006D4449" w:rsidRDefault="006D4449" w:rsidP="006D4449">
      <w:r>
        <w:t>270.3770</w:t>
      </w:r>
      <w:r>
        <w:tab/>
        <w:t>1.013e0</w:t>
      </w:r>
    </w:p>
    <w:p w14:paraId="114F0E1F" w14:textId="77777777" w:rsidR="006D4449" w:rsidRDefault="006D4449" w:rsidP="006D4449">
      <w:r>
        <w:t>270.3806</w:t>
      </w:r>
      <w:r>
        <w:tab/>
        <w:t>1.013e0</w:t>
      </w:r>
    </w:p>
    <w:p w14:paraId="20DD7D5A" w14:textId="77777777" w:rsidR="006D4449" w:rsidRDefault="006D4449" w:rsidP="006D4449">
      <w:r>
        <w:t>270.3885</w:t>
      </w:r>
      <w:r>
        <w:tab/>
        <w:t>1.013e0</w:t>
      </w:r>
    </w:p>
    <w:p w14:paraId="6C1EA11C" w14:textId="77777777" w:rsidR="006D4449" w:rsidRDefault="006D4449" w:rsidP="006D4449">
      <w:r>
        <w:lastRenderedPageBreak/>
        <w:t>270.3937</w:t>
      </w:r>
      <w:r>
        <w:tab/>
        <w:t>1.013e0</w:t>
      </w:r>
    </w:p>
    <w:p w14:paraId="6E17B0F2" w14:textId="77777777" w:rsidR="006D4449" w:rsidRDefault="006D4449" w:rsidP="006D4449">
      <w:r>
        <w:t>270.3977</w:t>
      </w:r>
      <w:r>
        <w:tab/>
        <w:t>1.013e0</w:t>
      </w:r>
    </w:p>
    <w:p w14:paraId="1DEC24D5" w14:textId="77777777" w:rsidR="006D4449" w:rsidRDefault="006D4449" w:rsidP="006D4449">
      <w:r>
        <w:t>270.4309</w:t>
      </w:r>
      <w:r>
        <w:tab/>
        <w:t>2.025e0</w:t>
      </w:r>
    </w:p>
    <w:p w14:paraId="074DCF08" w14:textId="77777777" w:rsidR="006D4449" w:rsidRDefault="006D4449" w:rsidP="006D4449">
      <w:r>
        <w:t>270.4488</w:t>
      </w:r>
      <w:r>
        <w:tab/>
        <w:t>2.025e0</w:t>
      </w:r>
    </w:p>
    <w:p w14:paraId="4F0C1C9A" w14:textId="77777777" w:rsidR="006D4449" w:rsidRDefault="006D4449" w:rsidP="006D4449">
      <w:r>
        <w:t>270.4585</w:t>
      </w:r>
      <w:r>
        <w:tab/>
        <w:t>1.013e0</w:t>
      </w:r>
    </w:p>
    <w:p w14:paraId="1EB230B7" w14:textId="77777777" w:rsidR="006D4449" w:rsidRDefault="006D4449" w:rsidP="006D4449">
      <w:r>
        <w:t>270.4699</w:t>
      </w:r>
      <w:r>
        <w:tab/>
        <w:t>2.025e0</w:t>
      </w:r>
    </w:p>
    <w:p w14:paraId="35039E1E" w14:textId="77777777" w:rsidR="006D4449" w:rsidRDefault="006D4449" w:rsidP="006D4449">
      <w:r>
        <w:t>270.4855</w:t>
      </w:r>
      <w:r>
        <w:tab/>
        <w:t>1.013e0</w:t>
      </w:r>
    </w:p>
    <w:p w14:paraId="66D5C33B" w14:textId="77777777" w:rsidR="006D4449" w:rsidRDefault="006D4449" w:rsidP="006D4449">
      <w:r>
        <w:t>270.4866</w:t>
      </w:r>
      <w:r>
        <w:tab/>
        <w:t>1.013e0</w:t>
      </w:r>
    </w:p>
    <w:p w14:paraId="31AFA293" w14:textId="77777777" w:rsidR="006D4449" w:rsidRDefault="006D4449" w:rsidP="006D4449">
      <w:r>
        <w:t>270.4907</w:t>
      </w:r>
      <w:r>
        <w:tab/>
        <w:t>1.013e0</w:t>
      </w:r>
    </w:p>
    <w:p w14:paraId="39FCA9B5" w14:textId="77777777" w:rsidR="006D4449" w:rsidRDefault="006D4449" w:rsidP="006D4449">
      <w:r>
        <w:t>270.4977</w:t>
      </w:r>
      <w:r>
        <w:tab/>
        <w:t>1.751e0</w:t>
      </w:r>
    </w:p>
    <w:p w14:paraId="2D076976" w14:textId="77777777" w:rsidR="006D4449" w:rsidRDefault="006D4449" w:rsidP="006D4449">
      <w:r>
        <w:t>270.5165</w:t>
      </w:r>
      <w:r>
        <w:tab/>
        <w:t>1.013e0</w:t>
      </w:r>
    </w:p>
    <w:p w14:paraId="10658C24" w14:textId="77777777" w:rsidR="006D4449" w:rsidRDefault="006D4449" w:rsidP="006D4449">
      <w:r>
        <w:t>270.5297</w:t>
      </w:r>
      <w:r>
        <w:tab/>
        <w:t>1.013e0</w:t>
      </w:r>
    </w:p>
    <w:p w14:paraId="22BE045E" w14:textId="77777777" w:rsidR="006D4449" w:rsidRDefault="006D4449" w:rsidP="006D4449">
      <w:r>
        <w:t>270.5366</w:t>
      </w:r>
      <w:r>
        <w:tab/>
        <w:t>1.013e0</w:t>
      </w:r>
    </w:p>
    <w:p w14:paraId="6EBA41F8" w14:textId="77777777" w:rsidR="006D4449" w:rsidRDefault="006D4449" w:rsidP="006D4449">
      <w:r>
        <w:t>270.5464</w:t>
      </w:r>
      <w:r>
        <w:tab/>
        <w:t>1.013e0</w:t>
      </w:r>
    </w:p>
    <w:p w14:paraId="7A81AD4B" w14:textId="77777777" w:rsidR="006D4449" w:rsidRDefault="006D4449" w:rsidP="006D4449">
      <w:r>
        <w:t>270.5553</w:t>
      </w:r>
      <w:r>
        <w:tab/>
        <w:t>1.013e0</w:t>
      </w:r>
    </w:p>
    <w:p w14:paraId="5BE20D28" w14:textId="77777777" w:rsidR="006D4449" w:rsidRDefault="006D4449" w:rsidP="006D4449">
      <w:r>
        <w:t>270.5767</w:t>
      </w:r>
      <w:r>
        <w:tab/>
        <w:t>1.013e0</w:t>
      </w:r>
    </w:p>
    <w:p w14:paraId="0A1F9B90" w14:textId="77777777" w:rsidR="006D4449" w:rsidRDefault="006D4449" w:rsidP="006D4449">
      <w:r>
        <w:t>270.6067</w:t>
      </w:r>
      <w:r>
        <w:tab/>
        <w:t>1.013e0</w:t>
      </w:r>
    </w:p>
    <w:p w14:paraId="799FA998" w14:textId="77777777" w:rsidR="006D4449" w:rsidRDefault="006D4449" w:rsidP="006D4449">
      <w:r>
        <w:t>270.6097</w:t>
      </w:r>
      <w:r>
        <w:tab/>
        <w:t>2.025e0</w:t>
      </w:r>
    </w:p>
    <w:p w14:paraId="7D3A1497" w14:textId="77777777" w:rsidR="006D4449" w:rsidRDefault="006D4449" w:rsidP="006D4449">
      <w:r>
        <w:t>270.6309</w:t>
      </w:r>
      <w:r>
        <w:tab/>
        <w:t>1.013e0</w:t>
      </w:r>
    </w:p>
    <w:p w14:paraId="3834E61C" w14:textId="77777777" w:rsidR="006D4449" w:rsidRDefault="006D4449" w:rsidP="006D4449">
      <w:r>
        <w:lastRenderedPageBreak/>
        <w:t>270.6396</w:t>
      </w:r>
      <w:r>
        <w:tab/>
        <w:t>2.025e0</w:t>
      </w:r>
    </w:p>
    <w:p w14:paraId="606C8062" w14:textId="77777777" w:rsidR="006D4449" w:rsidRDefault="006D4449" w:rsidP="006D4449">
      <w:r>
        <w:t>270.6468</w:t>
      </w:r>
      <w:r>
        <w:tab/>
        <w:t>1.013e0</w:t>
      </w:r>
    </w:p>
    <w:p w14:paraId="3D8622FE" w14:textId="77777777" w:rsidR="006D4449" w:rsidRDefault="006D4449" w:rsidP="006D4449">
      <w:r>
        <w:t>270.6605</w:t>
      </w:r>
      <w:r>
        <w:tab/>
        <w:t>2.025e0</w:t>
      </w:r>
    </w:p>
    <w:p w14:paraId="5DF9399F" w14:textId="77777777" w:rsidR="006D4449" w:rsidRDefault="006D4449" w:rsidP="006D4449">
      <w:r>
        <w:t>270.6954</w:t>
      </w:r>
      <w:r>
        <w:tab/>
        <w:t>2.025e0</w:t>
      </w:r>
    </w:p>
    <w:p w14:paraId="3D247050" w14:textId="77777777" w:rsidR="006D4449" w:rsidRDefault="006D4449" w:rsidP="006D4449">
      <w:r>
        <w:t>270.7309</w:t>
      </w:r>
      <w:r>
        <w:tab/>
        <w:t>1.013e0</w:t>
      </w:r>
    </w:p>
    <w:p w14:paraId="39F587F4" w14:textId="77777777" w:rsidR="006D4449" w:rsidRDefault="006D4449" w:rsidP="006D4449">
      <w:r>
        <w:t>270.7634</w:t>
      </w:r>
      <w:r>
        <w:tab/>
        <w:t>2.025e0</w:t>
      </w:r>
    </w:p>
    <w:p w14:paraId="1B6D5BC8" w14:textId="77777777" w:rsidR="006D4449" w:rsidRDefault="006D4449" w:rsidP="006D4449">
      <w:r>
        <w:t>270.7891</w:t>
      </w:r>
      <w:r>
        <w:tab/>
        <w:t>2.025e0</w:t>
      </w:r>
    </w:p>
    <w:p w14:paraId="4D66CDB7" w14:textId="77777777" w:rsidR="006D4449" w:rsidRDefault="006D4449" w:rsidP="006D4449">
      <w:r>
        <w:t>270.8168</w:t>
      </w:r>
      <w:r>
        <w:tab/>
        <w:t>1.013e0</w:t>
      </w:r>
    </w:p>
    <w:p w14:paraId="7BEEB8F2" w14:textId="77777777" w:rsidR="006D4449" w:rsidRDefault="006D4449" w:rsidP="006D4449">
      <w:r>
        <w:t>270.8258</w:t>
      </w:r>
      <w:r>
        <w:tab/>
        <w:t>1.013e0</w:t>
      </w:r>
    </w:p>
    <w:p w14:paraId="103A2975" w14:textId="77777777" w:rsidR="006D4449" w:rsidRDefault="006D4449" w:rsidP="006D4449">
      <w:r>
        <w:t>270.8530</w:t>
      </w:r>
      <w:r>
        <w:tab/>
        <w:t>1.013e0</w:t>
      </w:r>
    </w:p>
    <w:p w14:paraId="225525A1" w14:textId="77777777" w:rsidR="006D4449" w:rsidRDefault="006D4449" w:rsidP="006D4449">
      <w:r>
        <w:t>270.8656</w:t>
      </w:r>
      <w:r>
        <w:tab/>
        <w:t>1.013e0</w:t>
      </w:r>
    </w:p>
    <w:p w14:paraId="379146D7" w14:textId="77777777" w:rsidR="006D4449" w:rsidRDefault="006D4449" w:rsidP="006D4449">
      <w:r>
        <w:t>270.8880</w:t>
      </w:r>
      <w:r>
        <w:tab/>
        <w:t>1.013e0</w:t>
      </w:r>
    </w:p>
    <w:p w14:paraId="5B57662B" w14:textId="77777777" w:rsidR="006D4449" w:rsidRDefault="006D4449" w:rsidP="006D4449">
      <w:r>
        <w:t>270.9665</w:t>
      </w:r>
      <w:r>
        <w:tab/>
        <w:t>2.025e0</w:t>
      </w:r>
    </w:p>
    <w:p w14:paraId="42F76513" w14:textId="77777777" w:rsidR="006D4449" w:rsidRDefault="006D4449" w:rsidP="006D4449">
      <w:r>
        <w:t>270.9804</w:t>
      </w:r>
      <w:r>
        <w:tab/>
        <w:t>1.013e0</w:t>
      </w:r>
    </w:p>
    <w:p w14:paraId="27ED617F" w14:textId="77777777" w:rsidR="006D4449" w:rsidRDefault="006D4449" w:rsidP="006D4449">
      <w:r>
        <w:t>270.9890</w:t>
      </w:r>
      <w:r>
        <w:tab/>
        <w:t>1.013e0</w:t>
      </w:r>
    </w:p>
    <w:p w14:paraId="58C20593" w14:textId="77777777" w:rsidR="006D4449" w:rsidRDefault="006D4449" w:rsidP="006D4449">
      <w:r>
        <w:t>270.9919</w:t>
      </w:r>
      <w:r>
        <w:tab/>
        <w:t>1.013e0</w:t>
      </w:r>
    </w:p>
    <w:p w14:paraId="265CBA56" w14:textId="77777777" w:rsidR="006D4449" w:rsidRDefault="006D4449" w:rsidP="006D4449">
      <w:r>
        <w:t>271.0075</w:t>
      </w:r>
      <w:r>
        <w:tab/>
        <w:t>5.063e0</w:t>
      </w:r>
    </w:p>
    <w:p w14:paraId="4E65383A" w14:textId="77777777" w:rsidR="006D4449" w:rsidRDefault="006D4449" w:rsidP="006D4449">
      <w:r>
        <w:t>271.0125</w:t>
      </w:r>
      <w:r>
        <w:tab/>
        <w:t>2.025e0</w:t>
      </w:r>
    </w:p>
    <w:p w14:paraId="1C2AF1BF" w14:textId="77777777" w:rsidR="006D4449" w:rsidRDefault="006D4449" w:rsidP="006D4449">
      <w:r>
        <w:t>271.0229</w:t>
      </w:r>
      <w:r>
        <w:tab/>
        <w:t>1.013e0</w:t>
      </w:r>
    </w:p>
    <w:p w14:paraId="3688FCB6" w14:textId="77777777" w:rsidR="006D4449" w:rsidRDefault="006D4449" w:rsidP="006D4449">
      <w:r>
        <w:lastRenderedPageBreak/>
        <w:t>271.0403</w:t>
      </w:r>
      <w:r>
        <w:tab/>
        <w:t>1.013e0</w:t>
      </w:r>
    </w:p>
    <w:p w14:paraId="4053A12B" w14:textId="77777777" w:rsidR="006D4449" w:rsidRDefault="006D4449" w:rsidP="006D4449">
      <w:r>
        <w:t>271.0598</w:t>
      </w:r>
      <w:r>
        <w:tab/>
        <w:t>3.038e0</w:t>
      </w:r>
    </w:p>
    <w:p w14:paraId="635ABA4C" w14:textId="77777777" w:rsidR="006D4449" w:rsidRDefault="006D4449" w:rsidP="006D4449">
      <w:r>
        <w:t>271.0841</w:t>
      </w:r>
      <w:r>
        <w:tab/>
        <w:t>1.013e0</w:t>
      </w:r>
    </w:p>
    <w:p w14:paraId="2AA9E0FC" w14:textId="77777777" w:rsidR="006D4449" w:rsidRDefault="006D4449" w:rsidP="006D4449">
      <w:r>
        <w:t>271.0864</w:t>
      </w:r>
      <w:r>
        <w:tab/>
        <w:t>2.025e0</w:t>
      </w:r>
    </w:p>
    <w:p w14:paraId="5228E230" w14:textId="77777777" w:rsidR="006D4449" w:rsidRDefault="006D4449" w:rsidP="006D4449">
      <w:r>
        <w:t>271.0893</w:t>
      </w:r>
      <w:r>
        <w:tab/>
        <w:t>2.025e0</w:t>
      </w:r>
    </w:p>
    <w:p w14:paraId="057A1F96" w14:textId="77777777" w:rsidR="006D4449" w:rsidRDefault="006D4449" w:rsidP="006D4449">
      <w:r>
        <w:t>271.0930</w:t>
      </w:r>
      <w:r>
        <w:tab/>
        <w:t>2.025e0</w:t>
      </w:r>
    </w:p>
    <w:p w14:paraId="391A704B" w14:textId="77777777" w:rsidR="006D4449" w:rsidRDefault="006D4449" w:rsidP="006D4449">
      <w:r>
        <w:t>271.1132</w:t>
      </w:r>
      <w:r>
        <w:tab/>
        <w:t>2.025e0</w:t>
      </w:r>
    </w:p>
    <w:p w14:paraId="4652CCEE" w14:textId="77777777" w:rsidR="006D4449" w:rsidRDefault="006D4449" w:rsidP="006D4449">
      <w:r>
        <w:t>271.1299</w:t>
      </w:r>
      <w:r>
        <w:tab/>
        <w:t>2.025e0</w:t>
      </w:r>
    </w:p>
    <w:p w14:paraId="718C9E93" w14:textId="77777777" w:rsidR="006D4449" w:rsidRDefault="006D4449" w:rsidP="006D4449">
      <w:r>
        <w:t>271.1332</w:t>
      </w:r>
      <w:r>
        <w:tab/>
        <w:t>1.013e0</w:t>
      </w:r>
    </w:p>
    <w:p w14:paraId="3AAC5E9F" w14:textId="77777777" w:rsidR="006D4449" w:rsidRDefault="006D4449" w:rsidP="006D4449">
      <w:r>
        <w:t>271.1361</w:t>
      </w:r>
      <w:r>
        <w:tab/>
        <w:t>2.025e0</w:t>
      </w:r>
    </w:p>
    <w:p w14:paraId="01B6BEED" w14:textId="77777777" w:rsidR="006D4449" w:rsidRDefault="006D4449" w:rsidP="006D4449">
      <w:r>
        <w:t>271.1656</w:t>
      </w:r>
      <w:r>
        <w:tab/>
        <w:t>7.089e0</w:t>
      </w:r>
    </w:p>
    <w:p w14:paraId="5AC7304F" w14:textId="77777777" w:rsidR="006D4449" w:rsidRDefault="006D4449" w:rsidP="006D4449">
      <w:r>
        <w:t>271.1763</w:t>
      </w:r>
      <w:r>
        <w:tab/>
        <w:t>1.013e0</w:t>
      </w:r>
    </w:p>
    <w:p w14:paraId="269538F8" w14:textId="77777777" w:rsidR="006D4449" w:rsidRDefault="006D4449" w:rsidP="006D4449">
      <w:r>
        <w:t>271.1916</w:t>
      </w:r>
      <w:r>
        <w:tab/>
        <w:t>4.051e0</w:t>
      </w:r>
    </w:p>
    <w:p w14:paraId="45B74CA6" w14:textId="77777777" w:rsidR="006D4449" w:rsidRDefault="006D4449" w:rsidP="006D4449">
      <w:r>
        <w:t>271.2021</w:t>
      </w:r>
      <w:r>
        <w:tab/>
        <w:t>1.013e0</w:t>
      </w:r>
    </w:p>
    <w:p w14:paraId="24044BE1" w14:textId="77777777" w:rsidR="006D4449" w:rsidRDefault="006D4449" w:rsidP="006D4449">
      <w:r>
        <w:t>271.2159</w:t>
      </w:r>
      <w:r>
        <w:tab/>
        <w:t>3.038e0</w:t>
      </w:r>
    </w:p>
    <w:p w14:paraId="53DFCCD4" w14:textId="77777777" w:rsidR="006D4449" w:rsidRDefault="006D4449" w:rsidP="006D4449">
      <w:r>
        <w:t>271.2218</w:t>
      </w:r>
      <w:r>
        <w:tab/>
        <w:t>2.025e0</w:t>
      </w:r>
    </w:p>
    <w:p w14:paraId="4BC1D5E7" w14:textId="77777777" w:rsidR="006D4449" w:rsidRDefault="006D4449" w:rsidP="006D4449">
      <w:r>
        <w:t>271.2251</w:t>
      </w:r>
      <w:r>
        <w:tab/>
        <w:t>1.013e0</w:t>
      </w:r>
    </w:p>
    <w:p w14:paraId="6637E68B" w14:textId="77777777" w:rsidR="006D4449" w:rsidRDefault="006D4449" w:rsidP="006D4449">
      <w:r>
        <w:t>271.2365</w:t>
      </w:r>
      <w:r>
        <w:tab/>
        <w:t>2.025e0</w:t>
      </w:r>
    </w:p>
    <w:p w14:paraId="0994445B" w14:textId="77777777" w:rsidR="006D4449" w:rsidRDefault="006D4449" w:rsidP="006D4449">
      <w:r>
        <w:t>271.2452</w:t>
      </w:r>
      <w:r>
        <w:tab/>
        <w:t>1.013e0</w:t>
      </w:r>
    </w:p>
    <w:p w14:paraId="180F1314" w14:textId="77777777" w:rsidR="006D4449" w:rsidRDefault="006D4449" w:rsidP="006D4449">
      <w:r>
        <w:lastRenderedPageBreak/>
        <w:t>271.2601</w:t>
      </w:r>
      <w:r>
        <w:tab/>
        <w:t>1.013e0</w:t>
      </w:r>
    </w:p>
    <w:p w14:paraId="155BACB3" w14:textId="77777777" w:rsidR="006D4449" w:rsidRDefault="006D4449" w:rsidP="006D4449">
      <w:r>
        <w:t>271.2762</w:t>
      </w:r>
      <w:r>
        <w:tab/>
        <w:t>2.025e0</w:t>
      </w:r>
    </w:p>
    <w:p w14:paraId="78FD1EF9" w14:textId="77777777" w:rsidR="006D4449" w:rsidRDefault="006D4449" w:rsidP="006D4449">
      <w:r>
        <w:t>271.2813</w:t>
      </w:r>
      <w:r>
        <w:tab/>
        <w:t>2.025e0</w:t>
      </w:r>
    </w:p>
    <w:p w14:paraId="219A2F65" w14:textId="77777777" w:rsidR="006D4449" w:rsidRDefault="006D4449" w:rsidP="006D4449">
      <w:r>
        <w:t>271.2881</w:t>
      </w:r>
      <w:r>
        <w:tab/>
        <w:t>3.038e0</w:t>
      </w:r>
    </w:p>
    <w:p w14:paraId="3318EFC3" w14:textId="77777777" w:rsidR="006D4449" w:rsidRDefault="006D4449" w:rsidP="006D4449">
      <w:r>
        <w:t>271.3152</w:t>
      </w:r>
      <w:r>
        <w:tab/>
        <w:t>2.025e0</w:t>
      </w:r>
    </w:p>
    <w:p w14:paraId="5EB2DCE9" w14:textId="77777777" w:rsidR="006D4449" w:rsidRDefault="006D4449" w:rsidP="006D4449">
      <w:r>
        <w:t>271.3475</w:t>
      </w:r>
      <w:r>
        <w:tab/>
        <w:t>1.013e0</w:t>
      </w:r>
    </w:p>
    <w:p w14:paraId="0ED1C504" w14:textId="77777777" w:rsidR="006D4449" w:rsidRDefault="006D4449" w:rsidP="006D4449">
      <w:r>
        <w:t>271.3689</w:t>
      </w:r>
      <w:r>
        <w:tab/>
        <w:t>1.013e0</w:t>
      </w:r>
    </w:p>
    <w:p w14:paraId="207FF349" w14:textId="77777777" w:rsidR="006D4449" w:rsidRDefault="006D4449" w:rsidP="006D4449">
      <w:r>
        <w:t>271.3700</w:t>
      </w:r>
      <w:r>
        <w:tab/>
        <w:t>1.013e0</w:t>
      </w:r>
    </w:p>
    <w:p w14:paraId="67A50046" w14:textId="77777777" w:rsidR="006D4449" w:rsidRDefault="006D4449" w:rsidP="006D4449">
      <w:r>
        <w:t>271.4000</w:t>
      </w:r>
      <w:r>
        <w:tab/>
        <w:t>1.013e0</w:t>
      </w:r>
    </w:p>
    <w:p w14:paraId="40086595" w14:textId="77777777" w:rsidR="006D4449" w:rsidRDefault="006D4449" w:rsidP="006D4449">
      <w:r>
        <w:t>271.4096</w:t>
      </w:r>
      <w:r>
        <w:tab/>
        <w:t>1.013e0</w:t>
      </w:r>
    </w:p>
    <w:p w14:paraId="1D2DCB0A" w14:textId="77777777" w:rsidR="006D4449" w:rsidRDefault="006D4449" w:rsidP="006D4449">
      <w:r>
        <w:t>271.4300</w:t>
      </w:r>
      <w:r>
        <w:tab/>
        <w:t>1.013e0</w:t>
      </w:r>
    </w:p>
    <w:p w14:paraId="00D3042C" w14:textId="77777777" w:rsidR="006D4449" w:rsidRDefault="006D4449" w:rsidP="006D4449">
      <w:r>
        <w:t>271.4534</w:t>
      </w:r>
      <w:r>
        <w:tab/>
        <w:t>2.025e0</w:t>
      </w:r>
    </w:p>
    <w:p w14:paraId="3A53AEAD" w14:textId="77777777" w:rsidR="006D4449" w:rsidRDefault="006D4449" w:rsidP="006D4449">
      <w:r>
        <w:t>271.4626</w:t>
      </w:r>
      <w:r>
        <w:tab/>
        <w:t>2.025e0</w:t>
      </w:r>
    </w:p>
    <w:p w14:paraId="37610083" w14:textId="77777777" w:rsidR="006D4449" w:rsidRDefault="006D4449" w:rsidP="006D4449">
      <w:r>
        <w:t>271.4650</w:t>
      </w:r>
      <w:r>
        <w:tab/>
        <w:t>1.013e0</w:t>
      </w:r>
    </w:p>
    <w:p w14:paraId="1F5D627B" w14:textId="77777777" w:rsidR="006D4449" w:rsidRDefault="006D4449" w:rsidP="006D4449">
      <w:r>
        <w:t>271.5100</w:t>
      </w:r>
      <w:r>
        <w:tab/>
        <w:t>1.013e0</w:t>
      </w:r>
    </w:p>
    <w:p w14:paraId="5C97C7B2" w14:textId="77777777" w:rsidR="006D4449" w:rsidRDefault="006D4449" w:rsidP="006D4449">
      <w:r>
        <w:t>271.5215</w:t>
      </w:r>
      <w:r>
        <w:tab/>
        <w:t>1.013e0</w:t>
      </w:r>
    </w:p>
    <w:p w14:paraId="45D4EEA6" w14:textId="77777777" w:rsidR="006D4449" w:rsidRDefault="006D4449" w:rsidP="006D4449">
      <w:r>
        <w:t>271.5339</w:t>
      </w:r>
      <w:r>
        <w:tab/>
        <w:t>1.013e0</w:t>
      </w:r>
    </w:p>
    <w:p w14:paraId="14D4413B" w14:textId="77777777" w:rsidR="006D4449" w:rsidRDefault="006D4449" w:rsidP="006D4449">
      <w:r>
        <w:t>271.5400</w:t>
      </w:r>
      <w:r>
        <w:tab/>
        <w:t>1.013e0</w:t>
      </w:r>
    </w:p>
    <w:p w14:paraId="2DD72FA1" w14:textId="77777777" w:rsidR="006D4449" w:rsidRDefault="006D4449" w:rsidP="006D4449">
      <w:r>
        <w:t>271.5751</w:t>
      </w:r>
      <w:r>
        <w:tab/>
        <w:t>3.038e0</w:t>
      </w:r>
    </w:p>
    <w:p w14:paraId="334AF9FF" w14:textId="77777777" w:rsidR="006D4449" w:rsidRDefault="006D4449" w:rsidP="006D4449">
      <w:r>
        <w:lastRenderedPageBreak/>
        <w:t>271.6008</w:t>
      </w:r>
      <w:r>
        <w:tab/>
        <w:t>1.013e0</w:t>
      </w:r>
    </w:p>
    <w:p w14:paraId="5E65828D" w14:textId="77777777" w:rsidR="006D4449" w:rsidRDefault="006D4449" w:rsidP="006D4449">
      <w:r>
        <w:t>271.6089</w:t>
      </w:r>
      <w:r>
        <w:tab/>
        <w:t>1.013e0</w:t>
      </w:r>
    </w:p>
    <w:p w14:paraId="774E5008" w14:textId="77777777" w:rsidR="006D4449" w:rsidRDefault="006D4449" w:rsidP="006D4449">
      <w:r>
        <w:t>271.6149</w:t>
      </w:r>
      <w:r>
        <w:tab/>
        <w:t>2.025e0</w:t>
      </w:r>
    </w:p>
    <w:p w14:paraId="126149EE" w14:textId="77777777" w:rsidR="006D4449" w:rsidRDefault="006D4449" w:rsidP="006D4449">
      <w:r>
        <w:t>271.6279</w:t>
      </w:r>
      <w:r>
        <w:tab/>
        <w:t>3.038e0</w:t>
      </w:r>
    </w:p>
    <w:p w14:paraId="395DEF3A" w14:textId="77777777" w:rsidR="006D4449" w:rsidRDefault="006D4449" w:rsidP="006D4449">
      <w:r>
        <w:t>271.6629</w:t>
      </w:r>
      <w:r>
        <w:tab/>
        <w:t>1.013e0</w:t>
      </w:r>
    </w:p>
    <w:p w14:paraId="63AF4DA6" w14:textId="77777777" w:rsidR="006D4449" w:rsidRDefault="006D4449" w:rsidP="006D4449">
      <w:r>
        <w:t>271.6658</w:t>
      </w:r>
      <w:r>
        <w:tab/>
        <w:t>1.013e0</w:t>
      </w:r>
    </w:p>
    <w:p w14:paraId="5742C161" w14:textId="77777777" w:rsidR="006D4449" w:rsidRDefault="006D4449" w:rsidP="006D4449">
      <w:r>
        <w:t>271.7009</w:t>
      </w:r>
      <w:r>
        <w:tab/>
        <w:t>1.013e0</w:t>
      </w:r>
    </w:p>
    <w:p w14:paraId="37018B8B" w14:textId="77777777" w:rsidR="006D4449" w:rsidRDefault="006D4449" w:rsidP="006D4449">
      <w:r>
        <w:t>271.7196</w:t>
      </w:r>
      <w:r>
        <w:tab/>
        <w:t>2.025e0</w:t>
      </w:r>
    </w:p>
    <w:p w14:paraId="51531D26" w14:textId="77777777" w:rsidR="006D4449" w:rsidRDefault="006D4449" w:rsidP="006D4449">
      <w:r>
        <w:t>271.7360</w:t>
      </w:r>
      <w:r>
        <w:tab/>
        <w:t>1.013e0</w:t>
      </w:r>
    </w:p>
    <w:p w14:paraId="7C9229D8" w14:textId="77777777" w:rsidR="006D4449" w:rsidRDefault="006D4449" w:rsidP="006D4449">
      <w:r>
        <w:t>271.7551</w:t>
      </w:r>
      <w:r>
        <w:tab/>
        <w:t>1.013e0</w:t>
      </w:r>
    </w:p>
    <w:p w14:paraId="0E5C4B04" w14:textId="77777777" w:rsidR="006D4449" w:rsidRDefault="006D4449" w:rsidP="006D4449">
      <w:r>
        <w:t>271.7902</w:t>
      </w:r>
      <w:r>
        <w:tab/>
        <w:t>1.013e0</w:t>
      </w:r>
    </w:p>
    <w:p w14:paraId="05B6A290" w14:textId="77777777" w:rsidR="006D4449" w:rsidRDefault="006D4449" w:rsidP="006D4449">
      <w:r>
        <w:t>271.8140</w:t>
      </w:r>
      <w:r>
        <w:tab/>
        <w:t>1.013e0</w:t>
      </w:r>
    </w:p>
    <w:p w14:paraId="4A871413" w14:textId="77777777" w:rsidR="006D4449" w:rsidRDefault="006D4449" w:rsidP="006D4449">
      <w:r>
        <w:t>271.8502</w:t>
      </w:r>
      <w:r>
        <w:tab/>
        <w:t>1.013e0</w:t>
      </w:r>
    </w:p>
    <w:p w14:paraId="3B1A0BB9" w14:textId="77777777" w:rsidR="006D4449" w:rsidRDefault="006D4449" w:rsidP="006D4449">
      <w:r>
        <w:t>271.8541</w:t>
      </w:r>
      <w:r>
        <w:tab/>
        <w:t>1.013e0</w:t>
      </w:r>
    </w:p>
    <w:p w14:paraId="7140847B" w14:textId="77777777" w:rsidR="006D4449" w:rsidRDefault="006D4449" w:rsidP="006D4449">
      <w:r>
        <w:t>271.8578</w:t>
      </w:r>
      <w:r>
        <w:tab/>
        <w:t>2.025e0</w:t>
      </w:r>
    </w:p>
    <w:p w14:paraId="53275F70" w14:textId="77777777" w:rsidR="006D4449" w:rsidRDefault="006D4449" w:rsidP="006D4449">
      <w:r>
        <w:t>271.9072</w:t>
      </w:r>
      <w:r>
        <w:tab/>
        <w:t>1.013e0</w:t>
      </w:r>
    </w:p>
    <w:p w14:paraId="2885362A" w14:textId="77777777" w:rsidR="006D4449" w:rsidRDefault="006D4449" w:rsidP="006D4449">
      <w:r>
        <w:t>271.9475</w:t>
      </w:r>
      <w:r>
        <w:tab/>
        <w:t>2.025e0</w:t>
      </w:r>
    </w:p>
    <w:p w14:paraId="197BA102" w14:textId="77777777" w:rsidR="006D4449" w:rsidRDefault="006D4449" w:rsidP="006D4449">
      <w:r>
        <w:t>271.9704</w:t>
      </w:r>
      <w:r>
        <w:tab/>
        <w:t>1.013e0</w:t>
      </w:r>
    </w:p>
    <w:p w14:paraId="36DC8299" w14:textId="77777777" w:rsidR="006D4449" w:rsidRDefault="006D4449" w:rsidP="006D4449">
      <w:r>
        <w:t>271.9745</w:t>
      </w:r>
      <w:r>
        <w:tab/>
        <w:t>1.013e0</w:t>
      </w:r>
    </w:p>
    <w:p w14:paraId="448AFC40" w14:textId="77777777" w:rsidR="006D4449" w:rsidRDefault="006D4449" w:rsidP="006D4449">
      <w:r>
        <w:lastRenderedPageBreak/>
        <w:t>271.9814</w:t>
      </w:r>
      <w:r>
        <w:tab/>
        <w:t>1.013e0</w:t>
      </w:r>
    </w:p>
    <w:p w14:paraId="22FC06D5" w14:textId="77777777" w:rsidR="006D4449" w:rsidRDefault="006D4449" w:rsidP="006D4449">
      <w:r>
        <w:t>271.9962</w:t>
      </w:r>
      <w:r>
        <w:tab/>
        <w:t>4.051e0</w:t>
      </w:r>
    </w:p>
    <w:p w14:paraId="399EDC37" w14:textId="77777777" w:rsidR="006D4449" w:rsidRDefault="006D4449" w:rsidP="006D4449">
      <w:r>
        <w:t>272.0089</w:t>
      </w:r>
      <w:r>
        <w:tab/>
        <w:t>3.038e0</w:t>
      </w:r>
    </w:p>
    <w:p w14:paraId="1E7304B9" w14:textId="77777777" w:rsidR="006D4449" w:rsidRDefault="006D4449" w:rsidP="006D4449">
      <w:r>
        <w:t>272.0140</w:t>
      </w:r>
      <w:r>
        <w:tab/>
        <w:t>3.038e0</w:t>
      </w:r>
    </w:p>
    <w:p w14:paraId="3D88DF69" w14:textId="77777777" w:rsidR="006D4449" w:rsidRDefault="006D4449" w:rsidP="006D4449">
      <w:r>
        <w:t>272.0209</w:t>
      </w:r>
      <w:r>
        <w:tab/>
        <w:t>3.038e0</w:t>
      </w:r>
    </w:p>
    <w:p w14:paraId="46EF8D72" w14:textId="77777777" w:rsidR="006D4449" w:rsidRDefault="006D4449" w:rsidP="006D4449">
      <w:r>
        <w:t>272.0461</w:t>
      </w:r>
      <w:r>
        <w:tab/>
        <w:t>9.114e0</w:t>
      </w:r>
    </w:p>
    <w:p w14:paraId="6F122122" w14:textId="77777777" w:rsidR="006D4449" w:rsidRDefault="006D4449" w:rsidP="006D4449">
      <w:r>
        <w:t>272.0565</w:t>
      </w:r>
      <w:r>
        <w:tab/>
        <w:t>4.051e0</w:t>
      </w:r>
    </w:p>
    <w:p w14:paraId="258E0393" w14:textId="77777777" w:rsidR="006D4449" w:rsidRDefault="006D4449" w:rsidP="006D4449">
      <w:r>
        <w:t>272.0632</w:t>
      </w:r>
      <w:r>
        <w:tab/>
        <w:t>3.038e0</w:t>
      </w:r>
    </w:p>
    <w:p w14:paraId="542BD95F" w14:textId="77777777" w:rsidR="006D4449" w:rsidRDefault="006D4449" w:rsidP="006D4449">
      <w:r>
        <w:t>272.0851</w:t>
      </w:r>
      <w:r>
        <w:tab/>
        <w:t>3.038e0</w:t>
      </w:r>
    </w:p>
    <w:p w14:paraId="313EE97B" w14:textId="77777777" w:rsidR="006D4449" w:rsidRDefault="006D4449" w:rsidP="006D4449">
      <w:r>
        <w:t>272.0878</w:t>
      </w:r>
      <w:r>
        <w:tab/>
        <w:t>1.013e0</w:t>
      </w:r>
    </w:p>
    <w:p w14:paraId="558FD099" w14:textId="77777777" w:rsidR="006D4449" w:rsidRDefault="006D4449" w:rsidP="006D4449">
      <w:r>
        <w:t>272.1025</w:t>
      </w:r>
      <w:r>
        <w:tab/>
        <w:t>3.038e0</w:t>
      </w:r>
    </w:p>
    <w:p w14:paraId="09427146" w14:textId="77777777" w:rsidR="006D4449" w:rsidRDefault="006D4449" w:rsidP="006D4449">
      <w:r>
        <w:t>272.1043</w:t>
      </w:r>
      <w:r>
        <w:tab/>
        <w:t>3.038e0</w:t>
      </w:r>
    </w:p>
    <w:p w14:paraId="55004F4A" w14:textId="77777777" w:rsidR="006D4449" w:rsidRDefault="006D4449" w:rsidP="006D4449">
      <w:r>
        <w:t>272.1096</w:t>
      </w:r>
      <w:r>
        <w:tab/>
        <w:t>4.051e0</w:t>
      </w:r>
    </w:p>
    <w:p w14:paraId="07EEA0F4" w14:textId="77777777" w:rsidR="006D4449" w:rsidRDefault="006D4449" w:rsidP="006D4449">
      <w:r>
        <w:t>272.1217</w:t>
      </w:r>
      <w:r>
        <w:tab/>
        <w:t>1.013e0</w:t>
      </w:r>
    </w:p>
    <w:p w14:paraId="68A166A9" w14:textId="77777777" w:rsidR="006D4449" w:rsidRDefault="006D4449" w:rsidP="006D4449">
      <w:r>
        <w:t>272.1370</w:t>
      </w:r>
      <w:r>
        <w:tab/>
        <w:t>5.063e0</w:t>
      </w:r>
    </w:p>
    <w:p w14:paraId="12EC602D" w14:textId="77777777" w:rsidR="006D4449" w:rsidRDefault="006D4449" w:rsidP="006D4449">
      <w:r>
        <w:t>272.1527</w:t>
      </w:r>
      <w:r>
        <w:tab/>
        <w:t>2.025e0</w:t>
      </w:r>
    </w:p>
    <w:p w14:paraId="11325EB7" w14:textId="77777777" w:rsidR="006D4449" w:rsidRDefault="006D4449" w:rsidP="006D4449">
      <w:r>
        <w:t>272.1582</w:t>
      </w:r>
      <w:r>
        <w:tab/>
        <w:t>3.888e0</w:t>
      </w:r>
    </w:p>
    <w:p w14:paraId="54684714" w14:textId="77777777" w:rsidR="006D4449" w:rsidRDefault="006D4449" w:rsidP="006D4449">
      <w:r>
        <w:t>272.1845</w:t>
      </w:r>
      <w:r>
        <w:tab/>
        <w:t>3.038e0</w:t>
      </w:r>
    </w:p>
    <w:p w14:paraId="3F7BB7BC" w14:textId="77777777" w:rsidR="006D4449" w:rsidRDefault="006D4449" w:rsidP="006D4449">
      <w:r>
        <w:t>272.1856</w:t>
      </w:r>
      <w:r>
        <w:tab/>
        <w:t>5.226e0</w:t>
      </w:r>
    </w:p>
    <w:p w14:paraId="08448F9A" w14:textId="77777777" w:rsidR="006D4449" w:rsidRDefault="006D4449" w:rsidP="006D4449">
      <w:r>
        <w:lastRenderedPageBreak/>
        <w:t>272.1968</w:t>
      </w:r>
      <w:r>
        <w:tab/>
        <w:t>4.178e0</w:t>
      </w:r>
    </w:p>
    <w:p w14:paraId="4945B46D" w14:textId="77777777" w:rsidR="006D4449" w:rsidRDefault="006D4449" w:rsidP="006D4449">
      <w:r>
        <w:t>272.2137</w:t>
      </w:r>
      <w:r>
        <w:tab/>
        <w:t>3.038e0</w:t>
      </w:r>
    </w:p>
    <w:p w14:paraId="12279D41" w14:textId="77777777" w:rsidR="006D4449" w:rsidRDefault="006D4449" w:rsidP="006D4449">
      <w:r>
        <w:t>272.2228</w:t>
      </w:r>
      <w:r>
        <w:tab/>
        <w:t>1.013e0</w:t>
      </w:r>
    </w:p>
    <w:p w14:paraId="14C8906C" w14:textId="77777777" w:rsidR="006D4449" w:rsidRDefault="006D4449" w:rsidP="006D4449">
      <w:r>
        <w:t>272.2281</w:t>
      </w:r>
      <w:r>
        <w:tab/>
        <w:t>1.013e0</w:t>
      </w:r>
    </w:p>
    <w:p w14:paraId="6D592F7C" w14:textId="77777777" w:rsidR="006D4449" w:rsidRDefault="006D4449" w:rsidP="006D4449">
      <w:r>
        <w:t>272.2425</w:t>
      </w:r>
      <w:r>
        <w:tab/>
        <w:t>3.038e0</w:t>
      </w:r>
    </w:p>
    <w:p w14:paraId="117FA75A" w14:textId="77777777" w:rsidR="006D4449" w:rsidRDefault="006D4449" w:rsidP="006D4449">
      <w:r>
        <w:t>272.2591</w:t>
      </w:r>
      <w:r>
        <w:tab/>
        <w:t>2.025e0</w:t>
      </w:r>
    </w:p>
    <w:p w14:paraId="6943F28C" w14:textId="77777777" w:rsidR="006D4449" w:rsidRDefault="006D4449" w:rsidP="006D4449">
      <w:r>
        <w:t>272.3241</w:t>
      </w:r>
      <w:r>
        <w:tab/>
        <w:t>1.013e0</w:t>
      </w:r>
    </w:p>
    <w:p w14:paraId="6EBCD04E" w14:textId="77777777" w:rsidR="006D4449" w:rsidRDefault="006D4449" w:rsidP="006D4449">
      <w:r>
        <w:t>272.3253</w:t>
      </w:r>
      <w:r>
        <w:tab/>
        <w:t>1.013e0</w:t>
      </w:r>
    </w:p>
    <w:p w14:paraId="5C902C4E" w14:textId="77777777" w:rsidR="006D4449" w:rsidRDefault="006D4449" w:rsidP="006D4449">
      <w:r>
        <w:t>272.3462</w:t>
      </w:r>
      <w:r>
        <w:tab/>
        <w:t>1.013e0</w:t>
      </w:r>
    </w:p>
    <w:p w14:paraId="2200A2CD" w14:textId="77777777" w:rsidR="006D4449" w:rsidRDefault="006D4449" w:rsidP="006D4449">
      <w:r>
        <w:t>272.3551</w:t>
      </w:r>
      <w:r>
        <w:tab/>
        <w:t>1.013e0</w:t>
      </w:r>
    </w:p>
    <w:p w14:paraId="0D724C9F" w14:textId="77777777" w:rsidR="006D4449" w:rsidRDefault="006D4449" w:rsidP="006D4449">
      <w:r>
        <w:t>272.3604</w:t>
      </w:r>
      <w:r>
        <w:tab/>
        <w:t>1.013e0</w:t>
      </w:r>
    </w:p>
    <w:p w14:paraId="74F22170" w14:textId="77777777" w:rsidR="006D4449" w:rsidRDefault="006D4449" w:rsidP="006D4449">
      <w:r>
        <w:t>272.3640</w:t>
      </w:r>
      <w:r>
        <w:tab/>
        <w:t>2.025e0</w:t>
      </w:r>
    </w:p>
    <w:p w14:paraId="07F9AFF1" w14:textId="77777777" w:rsidR="006D4449" w:rsidRDefault="006D4449" w:rsidP="006D4449">
      <w:r>
        <w:t>272.3813</w:t>
      </w:r>
      <w:r>
        <w:tab/>
        <w:t>1.013e0</w:t>
      </w:r>
    </w:p>
    <w:p w14:paraId="10DF538C" w14:textId="77777777" w:rsidR="006D4449" w:rsidRDefault="006D4449" w:rsidP="006D4449">
      <w:r>
        <w:t>272.4035</w:t>
      </w:r>
      <w:r>
        <w:tab/>
        <w:t>1.013e0</w:t>
      </w:r>
    </w:p>
    <w:p w14:paraId="6294CEAA" w14:textId="77777777" w:rsidR="006D4449" w:rsidRDefault="006D4449" w:rsidP="006D4449">
      <w:r>
        <w:t>272.4294</w:t>
      </w:r>
      <w:r>
        <w:tab/>
        <w:t>1.013e0</w:t>
      </w:r>
    </w:p>
    <w:p w14:paraId="01C9416E" w14:textId="77777777" w:rsidR="006D4449" w:rsidRDefault="006D4449" w:rsidP="006D4449">
      <w:r>
        <w:t>272.4385</w:t>
      </w:r>
      <w:r>
        <w:tab/>
        <w:t>2.025e0</w:t>
      </w:r>
    </w:p>
    <w:p w14:paraId="20DFBB21" w14:textId="77777777" w:rsidR="006D4449" w:rsidRDefault="006D4449" w:rsidP="006D4449">
      <w:r>
        <w:t>272.4604</w:t>
      </w:r>
      <w:r>
        <w:tab/>
        <w:t>1.013e0</w:t>
      </w:r>
    </w:p>
    <w:p w14:paraId="421AB43C" w14:textId="77777777" w:rsidR="006D4449" w:rsidRDefault="006D4449" w:rsidP="006D4449">
      <w:r>
        <w:t>272.4677</w:t>
      </w:r>
      <w:r>
        <w:tab/>
        <w:t>2.025e0</w:t>
      </w:r>
    </w:p>
    <w:p w14:paraId="15814B13" w14:textId="77777777" w:rsidR="006D4449" w:rsidRDefault="006D4449" w:rsidP="006D4449">
      <w:r>
        <w:t>272.5007</w:t>
      </w:r>
      <w:r>
        <w:tab/>
        <w:t>1.013e0</w:t>
      </w:r>
    </w:p>
    <w:p w14:paraId="1C29D340" w14:textId="77777777" w:rsidR="006D4449" w:rsidRDefault="006D4449" w:rsidP="006D4449">
      <w:r>
        <w:lastRenderedPageBreak/>
        <w:t>272.5206</w:t>
      </w:r>
      <w:r>
        <w:tab/>
        <w:t>1.013e0</w:t>
      </w:r>
    </w:p>
    <w:p w14:paraId="0B99EC56" w14:textId="77777777" w:rsidR="006D4449" w:rsidRDefault="006D4449" w:rsidP="006D4449">
      <w:r>
        <w:t>272.5357</w:t>
      </w:r>
      <w:r>
        <w:tab/>
        <w:t>1.013e0</w:t>
      </w:r>
    </w:p>
    <w:p w14:paraId="2B0C478E" w14:textId="77777777" w:rsidR="006D4449" w:rsidRDefault="006D4449" w:rsidP="006D4449">
      <w:r>
        <w:t>272.5574</w:t>
      </w:r>
      <w:r>
        <w:tab/>
        <w:t>2.025e0</w:t>
      </w:r>
    </w:p>
    <w:p w14:paraId="1121E1CA" w14:textId="77777777" w:rsidR="006D4449" w:rsidRDefault="006D4449" w:rsidP="006D4449">
      <w:r>
        <w:t>272.6020</w:t>
      </w:r>
      <w:r>
        <w:tab/>
        <w:t>2.025e0</w:t>
      </w:r>
    </w:p>
    <w:p w14:paraId="5BDFB5A2" w14:textId="77777777" w:rsidR="006D4449" w:rsidRDefault="006D4449" w:rsidP="006D4449">
      <w:r>
        <w:t>272.6087</w:t>
      </w:r>
      <w:r>
        <w:tab/>
        <w:t>1.013e0</w:t>
      </w:r>
    </w:p>
    <w:p w14:paraId="3047EAFC" w14:textId="77777777" w:rsidR="006D4449" w:rsidRDefault="006D4449" w:rsidP="006D4449">
      <w:r>
        <w:t>272.6168</w:t>
      </w:r>
      <w:r>
        <w:tab/>
        <w:t>1.013e0</w:t>
      </w:r>
    </w:p>
    <w:p w14:paraId="520E84EF" w14:textId="77777777" w:rsidR="006D4449" w:rsidRDefault="006D4449" w:rsidP="006D4449">
      <w:r>
        <w:t>272.6398</w:t>
      </w:r>
      <w:r>
        <w:tab/>
        <w:t>1.013e0</w:t>
      </w:r>
    </w:p>
    <w:p w14:paraId="120EB84B" w14:textId="77777777" w:rsidR="006D4449" w:rsidRDefault="006D4449" w:rsidP="006D4449">
      <w:r>
        <w:t>272.6491</w:t>
      </w:r>
      <w:r>
        <w:tab/>
        <w:t>1.013e0</w:t>
      </w:r>
    </w:p>
    <w:p w14:paraId="59C0C533" w14:textId="77777777" w:rsidR="006D4449" w:rsidRDefault="006D4449" w:rsidP="006D4449">
      <w:r>
        <w:t>272.6572</w:t>
      </w:r>
      <w:r>
        <w:tab/>
        <w:t>1.013e0</w:t>
      </w:r>
    </w:p>
    <w:p w14:paraId="535A18F5" w14:textId="77777777" w:rsidR="006D4449" w:rsidRDefault="006D4449" w:rsidP="006D4449">
      <w:r>
        <w:t>272.6870</w:t>
      </w:r>
      <w:r>
        <w:tab/>
        <w:t>1.013e0</w:t>
      </w:r>
    </w:p>
    <w:p w14:paraId="427C4A44" w14:textId="77777777" w:rsidR="006D4449" w:rsidRDefault="006D4449" w:rsidP="006D4449">
      <w:r>
        <w:t>272.7073</w:t>
      </w:r>
      <w:r>
        <w:tab/>
        <w:t>1.013e0</w:t>
      </w:r>
    </w:p>
    <w:p w14:paraId="3539F5AF" w14:textId="77777777" w:rsidR="006D4449" w:rsidRDefault="006D4449" w:rsidP="006D4449">
      <w:r>
        <w:t>272.7275</w:t>
      </w:r>
      <w:r>
        <w:tab/>
        <w:t>1.013e0</w:t>
      </w:r>
    </w:p>
    <w:p w14:paraId="0B931265" w14:textId="77777777" w:rsidR="006D4449" w:rsidRDefault="006D4449" w:rsidP="006D4449">
      <w:r>
        <w:t>272.7375</w:t>
      </w:r>
      <w:r>
        <w:tab/>
        <w:t>1.013e0</w:t>
      </w:r>
    </w:p>
    <w:p w14:paraId="24355BAC" w14:textId="77777777" w:rsidR="006D4449" w:rsidRDefault="006D4449" w:rsidP="006D4449">
      <w:r>
        <w:t>272.7814</w:t>
      </w:r>
      <w:r>
        <w:tab/>
        <w:t>1.013e0</w:t>
      </w:r>
    </w:p>
    <w:p w14:paraId="2E0AAB0E" w14:textId="77777777" w:rsidR="006D4449" w:rsidRDefault="006D4449" w:rsidP="006D4449">
      <w:r>
        <w:t>272.8273</w:t>
      </w:r>
      <w:r>
        <w:tab/>
        <w:t>1.013e0</w:t>
      </w:r>
    </w:p>
    <w:p w14:paraId="6A50FC32" w14:textId="77777777" w:rsidR="006D4449" w:rsidRDefault="006D4449" w:rsidP="006D4449">
      <w:r>
        <w:t>272.8285</w:t>
      </w:r>
      <w:r>
        <w:tab/>
        <w:t>1.013e0</w:t>
      </w:r>
    </w:p>
    <w:p w14:paraId="3FE7E846" w14:textId="77777777" w:rsidR="006D4449" w:rsidRDefault="006D4449" w:rsidP="006D4449">
      <w:r>
        <w:t>272.9298</w:t>
      </w:r>
      <w:r>
        <w:tab/>
        <w:t>1.013e0</w:t>
      </w:r>
    </w:p>
    <w:p w14:paraId="3EC6A4AA" w14:textId="77777777" w:rsidR="006D4449" w:rsidRDefault="006D4449" w:rsidP="006D4449">
      <w:r>
        <w:t>272.9755</w:t>
      </w:r>
      <w:r>
        <w:tab/>
        <w:t>2.025e0</w:t>
      </w:r>
    </w:p>
    <w:p w14:paraId="65A7E26D" w14:textId="77777777" w:rsidR="006D4449" w:rsidRDefault="006D4449" w:rsidP="006D4449">
      <w:r>
        <w:t>272.9802</w:t>
      </w:r>
      <w:r>
        <w:tab/>
        <w:t>2.025e0</w:t>
      </w:r>
    </w:p>
    <w:p w14:paraId="74A6532D" w14:textId="77777777" w:rsidR="006D4449" w:rsidRDefault="006D4449" w:rsidP="006D4449">
      <w:r>
        <w:lastRenderedPageBreak/>
        <w:t>272.9816</w:t>
      </w:r>
      <w:r>
        <w:tab/>
        <w:t>2.025e0</w:t>
      </w:r>
    </w:p>
    <w:p w14:paraId="2BD1CE8C" w14:textId="77777777" w:rsidR="006D4449" w:rsidRDefault="006D4449" w:rsidP="006D4449">
      <w:r>
        <w:t>273.0126</w:t>
      </w:r>
      <w:r>
        <w:tab/>
        <w:t>1.013e0</w:t>
      </w:r>
    </w:p>
    <w:p w14:paraId="2AEDAB99" w14:textId="77777777" w:rsidR="006D4449" w:rsidRDefault="006D4449" w:rsidP="006D4449">
      <w:r>
        <w:t>273.0181</w:t>
      </w:r>
      <w:r>
        <w:tab/>
        <w:t>3.038e0</w:t>
      </w:r>
    </w:p>
    <w:p w14:paraId="7ADCE525" w14:textId="77777777" w:rsidR="006D4449" w:rsidRDefault="006D4449" w:rsidP="006D4449">
      <w:r>
        <w:t>273.0228</w:t>
      </w:r>
      <w:r>
        <w:tab/>
        <w:t>2.025e0</w:t>
      </w:r>
    </w:p>
    <w:p w14:paraId="074FB11C" w14:textId="77777777" w:rsidR="006D4449" w:rsidRDefault="006D4449" w:rsidP="006D4449">
      <w:r>
        <w:t>273.0333</w:t>
      </w:r>
      <w:r>
        <w:tab/>
        <w:t>3.038e0</w:t>
      </w:r>
    </w:p>
    <w:p w14:paraId="174A2B9B" w14:textId="77777777" w:rsidR="006D4449" w:rsidRDefault="006D4449" w:rsidP="006D4449">
      <w:r>
        <w:t>273.0378</w:t>
      </w:r>
      <w:r>
        <w:tab/>
        <w:t>2.025e0</w:t>
      </w:r>
    </w:p>
    <w:p w14:paraId="1377A823" w14:textId="77777777" w:rsidR="006D4449" w:rsidRDefault="006D4449" w:rsidP="006D4449">
      <w:r>
        <w:t>273.0554</w:t>
      </w:r>
      <w:r>
        <w:tab/>
        <w:t>4.374e0</w:t>
      </w:r>
    </w:p>
    <w:p w14:paraId="7079FD7C" w14:textId="77777777" w:rsidR="006D4449" w:rsidRDefault="006D4449" w:rsidP="006D4449">
      <w:r>
        <w:t>273.0617</w:t>
      </w:r>
      <w:r>
        <w:tab/>
        <w:t>2.025e0</w:t>
      </w:r>
    </w:p>
    <w:p w14:paraId="12FE75C9" w14:textId="77777777" w:rsidR="006D4449" w:rsidRDefault="006D4449" w:rsidP="006D4449">
      <w:r>
        <w:t>273.0877</w:t>
      </w:r>
      <w:r>
        <w:tab/>
        <w:t>5.774e0</w:t>
      </w:r>
    </w:p>
    <w:p w14:paraId="46F95DAF" w14:textId="77777777" w:rsidR="006D4449" w:rsidRDefault="006D4449" w:rsidP="006D4449">
      <w:r>
        <w:t>273.0902</w:t>
      </w:r>
      <w:r>
        <w:tab/>
        <w:t>3.038e0</w:t>
      </w:r>
    </w:p>
    <w:p w14:paraId="678BEF38" w14:textId="77777777" w:rsidR="006D4449" w:rsidRDefault="006D4449" w:rsidP="006D4449">
      <w:r>
        <w:t>273.0974</w:t>
      </w:r>
      <w:r>
        <w:tab/>
        <w:t>3.038e0</w:t>
      </w:r>
    </w:p>
    <w:p w14:paraId="7E651FB7" w14:textId="77777777" w:rsidR="006D4449" w:rsidRDefault="006D4449" w:rsidP="006D4449">
      <w:r>
        <w:t>273.1013</w:t>
      </w:r>
      <w:r>
        <w:tab/>
        <w:t>1.013e0</w:t>
      </w:r>
    </w:p>
    <w:p w14:paraId="087EB0A9" w14:textId="77777777" w:rsidR="006D4449" w:rsidRDefault="006D4449" w:rsidP="006D4449">
      <w:r>
        <w:t>273.1025</w:t>
      </w:r>
      <w:r>
        <w:tab/>
        <w:t>3.038e0</w:t>
      </w:r>
    </w:p>
    <w:p w14:paraId="7F4BFC90" w14:textId="77777777" w:rsidR="006D4449" w:rsidRDefault="006D4449" w:rsidP="006D4449">
      <w:r>
        <w:t>273.1244</w:t>
      </w:r>
      <w:r>
        <w:tab/>
        <w:t>1.013e0</w:t>
      </w:r>
    </w:p>
    <w:p w14:paraId="212510DB" w14:textId="77777777" w:rsidR="006D4449" w:rsidRDefault="006D4449" w:rsidP="006D4449">
      <w:r>
        <w:t>273.1266</w:t>
      </w:r>
      <w:r>
        <w:tab/>
        <w:t>2.025e0</w:t>
      </w:r>
    </w:p>
    <w:p w14:paraId="260474CE" w14:textId="77777777" w:rsidR="006D4449" w:rsidRDefault="006D4449" w:rsidP="006D4449">
      <w:r>
        <w:t>273.1300</w:t>
      </w:r>
      <w:r>
        <w:tab/>
        <w:t>3.038e0</w:t>
      </w:r>
    </w:p>
    <w:p w14:paraId="1401D51C" w14:textId="77777777" w:rsidR="006D4449" w:rsidRDefault="006D4449" w:rsidP="006D4449">
      <w:r>
        <w:t>273.1313</w:t>
      </w:r>
      <w:r>
        <w:tab/>
        <w:t>3.038e0</w:t>
      </w:r>
    </w:p>
    <w:p w14:paraId="25595795" w14:textId="77777777" w:rsidR="006D4449" w:rsidRDefault="006D4449" w:rsidP="006D4449">
      <w:r>
        <w:t>273.1545</w:t>
      </w:r>
      <w:r>
        <w:tab/>
        <w:t>1.013e0</w:t>
      </w:r>
    </w:p>
    <w:p w14:paraId="6F81C2BF" w14:textId="77777777" w:rsidR="006D4449" w:rsidRDefault="006D4449" w:rsidP="006D4449">
      <w:r>
        <w:t>273.1675</w:t>
      </w:r>
      <w:r>
        <w:tab/>
        <w:t>3.038e0</w:t>
      </w:r>
    </w:p>
    <w:p w14:paraId="60190E7F" w14:textId="77777777" w:rsidR="006D4449" w:rsidRDefault="006D4449" w:rsidP="006D4449">
      <w:r>
        <w:lastRenderedPageBreak/>
        <w:t>273.1704</w:t>
      </w:r>
      <w:r>
        <w:tab/>
        <w:t>3.038e0</w:t>
      </w:r>
    </w:p>
    <w:p w14:paraId="3C4E1ABE" w14:textId="77777777" w:rsidR="006D4449" w:rsidRDefault="006D4449" w:rsidP="006D4449">
      <w:r>
        <w:t>273.1722</w:t>
      </w:r>
      <w:r>
        <w:tab/>
        <w:t>2.890e0</w:t>
      </w:r>
    </w:p>
    <w:p w14:paraId="1B64C77D" w14:textId="77777777" w:rsidR="006D4449" w:rsidRDefault="006D4449" w:rsidP="006D4449">
      <w:r>
        <w:t>273.1897</w:t>
      </w:r>
      <w:r>
        <w:tab/>
        <w:t>2.025e0</w:t>
      </w:r>
    </w:p>
    <w:p w14:paraId="0445BF6F" w14:textId="77777777" w:rsidR="006D4449" w:rsidRDefault="006D4449" w:rsidP="006D4449">
      <w:r>
        <w:t>273.1918</w:t>
      </w:r>
      <w:r>
        <w:tab/>
        <w:t>4.051e0</w:t>
      </w:r>
    </w:p>
    <w:p w14:paraId="02CDC192" w14:textId="77777777" w:rsidR="006D4449" w:rsidRDefault="006D4449" w:rsidP="006D4449">
      <w:r>
        <w:t>273.2119</w:t>
      </w:r>
      <w:r>
        <w:tab/>
        <w:t>2.025e0</w:t>
      </w:r>
    </w:p>
    <w:p w14:paraId="2A87B304" w14:textId="77777777" w:rsidR="006D4449" w:rsidRDefault="006D4449" w:rsidP="006D4449">
      <w:r>
        <w:t>273.2154</w:t>
      </w:r>
      <w:r>
        <w:tab/>
        <w:t>3.038e0</w:t>
      </w:r>
    </w:p>
    <w:p w14:paraId="32EB640B" w14:textId="77777777" w:rsidR="006D4449" w:rsidRDefault="006D4449" w:rsidP="006D4449">
      <w:r>
        <w:t>273.2397</w:t>
      </w:r>
      <w:r>
        <w:tab/>
        <w:t>2.025e0</w:t>
      </w:r>
    </w:p>
    <w:p w14:paraId="0B69BE56" w14:textId="77777777" w:rsidR="006D4449" w:rsidRDefault="006D4449" w:rsidP="006D4449">
      <w:r>
        <w:t>273.2697</w:t>
      </w:r>
      <w:r>
        <w:tab/>
        <w:t>2.025e0</w:t>
      </w:r>
    </w:p>
    <w:p w14:paraId="72B78F87" w14:textId="77777777" w:rsidR="006D4449" w:rsidRDefault="006D4449" w:rsidP="006D4449">
      <w:r>
        <w:t>273.2769</w:t>
      </w:r>
      <w:r>
        <w:tab/>
        <w:t>1.013e0</w:t>
      </w:r>
    </w:p>
    <w:p w14:paraId="070A2748" w14:textId="77777777" w:rsidR="006D4449" w:rsidRDefault="006D4449" w:rsidP="006D4449">
      <w:r>
        <w:t>273.3080</w:t>
      </w:r>
      <w:r>
        <w:tab/>
        <w:t>1.013e0</w:t>
      </w:r>
    </w:p>
    <w:p w14:paraId="2B91A4BD" w14:textId="77777777" w:rsidR="006D4449" w:rsidRDefault="006D4449" w:rsidP="006D4449">
      <w:r>
        <w:t>273.3185</w:t>
      </w:r>
      <w:r>
        <w:tab/>
        <w:t>2.025e0</w:t>
      </w:r>
    </w:p>
    <w:p w14:paraId="0D69A740" w14:textId="77777777" w:rsidR="006D4449" w:rsidRDefault="006D4449" w:rsidP="006D4449">
      <w:r>
        <w:t>273.3419</w:t>
      </w:r>
      <w:r>
        <w:tab/>
        <w:t>1.013e0</w:t>
      </w:r>
    </w:p>
    <w:p w14:paraId="29420BC2" w14:textId="77777777" w:rsidR="006D4449" w:rsidRDefault="006D4449" w:rsidP="006D4449">
      <w:r>
        <w:t>273.3431</w:t>
      </w:r>
      <w:r>
        <w:tab/>
        <w:t>1.013e0</w:t>
      </w:r>
    </w:p>
    <w:p w14:paraId="65C9CC38" w14:textId="77777777" w:rsidR="006D4449" w:rsidRDefault="006D4449" w:rsidP="006D4449">
      <w:r>
        <w:t>273.3595</w:t>
      </w:r>
      <w:r>
        <w:tab/>
        <w:t>1.013e0</w:t>
      </w:r>
    </w:p>
    <w:p w14:paraId="09AC69C6" w14:textId="77777777" w:rsidR="006D4449" w:rsidRDefault="006D4449" w:rsidP="006D4449">
      <w:r>
        <w:t>273.3703</w:t>
      </w:r>
      <w:r>
        <w:tab/>
        <w:t>1.013e0</w:t>
      </w:r>
    </w:p>
    <w:p w14:paraId="366273D9" w14:textId="77777777" w:rsidR="006D4449" w:rsidRDefault="006D4449" w:rsidP="006D4449">
      <w:r>
        <w:t>273.3909</w:t>
      </w:r>
      <w:r>
        <w:tab/>
        <w:t>1.013e0</w:t>
      </w:r>
    </w:p>
    <w:p w14:paraId="7A031808" w14:textId="77777777" w:rsidR="006D4449" w:rsidRDefault="006D4449" w:rsidP="006D4449">
      <w:r>
        <w:t>273.4052</w:t>
      </w:r>
      <w:r>
        <w:tab/>
        <w:t>3.038e0</w:t>
      </w:r>
    </w:p>
    <w:p w14:paraId="63BDE0B1" w14:textId="77777777" w:rsidR="006D4449" w:rsidRDefault="006D4449" w:rsidP="006D4449">
      <w:r>
        <w:t>273.4134</w:t>
      </w:r>
      <w:r>
        <w:tab/>
        <w:t>1.013e0</w:t>
      </w:r>
    </w:p>
    <w:p w14:paraId="0661D4D3" w14:textId="77777777" w:rsidR="006D4449" w:rsidRDefault="006D4449" w:rsidP="006D4449">
      <w:r>
        <w:t>273.4485</w:t>
      </w:r>
      <w:r>
        <w:tab/>
        <w:t>1.013e0</w:t>
      </w:r>
    </w:p>
    <w:p w14:paraId="722E530E" w14:textId="77777777" w:rsidR="006D4449" w:rsidRDefault="006D4449" w:rsidP="006D4449">
      <w:r>
        <w:lastRenderedPageBreak/>
        <w:t>273.4795</w:t>
      </w:r>
      <w:r>
        <w:tab/>
        <w:t>1.013e0</w:t>
      </w:r>
    </w:p>
    <w:p w14:paraId="763526F6" w14:textId="77777777" w:rsidR="006D4449" w:rsidRDefault="006D4449" w:rsidP="006D4449">
      <w:r>
        <w:t>273.4903</w:t>
      </w:r>
      <w:r>
        <w:tab/>
        <w:t>1.013e0</w:t>
      </w:r>
    </w:p>
    <w:p w14:paraId="70249457" w14:textId="77777777" w:rsidR="006D4449" w:rsidRDefault="006D4449" w:rsidP="006D4449">
      <w:r>
        <w:t>273.5066</w:t>
      </w:r>
      <w:r>
        <w:tab/>
        <w:t>1.013e0</w:t>
      </w:r>
    </w:p>
    <w:p w14:paraId="465BB9E0" w14:textId="77777777" w:rsidR="006D4449" w:rsidRDefault="006D4449" w:rsidP="006D4449">
      <w:r>
        <w:t>273.5095</w:t>
      </w:r>
      <w:r>
        <w:tab/>
        <w:t>1.013e0</w:t>
      </w:r>
    </w:p>
    <w:p w14:paraId="47F6B259" w14:textId="77777777" w:rsidR="006D4449" w:rsidRDefault="006D4449" w:rsidP="006D4449">
      <w:r>
        <w:t>273.5187</w:t>
      </w:r>
      <w:r>
        <w:tab/>
        <w:t>1.013e0</w:t>
      </w:r>
    </w:p>
    <w:p w14:paraId="5E24D05B" w14:textId="77777777" w:rsidR="006D4449" w:rsidRDefault="006D4449" w:rsidP="006D4449">
      <w:r>
        <w:t>273.5321</w:t>
      </w:r>
      <w:r>
        <w:tab/>
        <w:t>3.038e0</w:t>
      </w:r>
    </w:p>
    <w:p w14:paraId="455A0C99" w14:textId="77777777" w:rsidR="006D4449" w:rsidRDefault="006D4449" w:rsidP="006D4449">
      <w:r>
        <w:t>273.5407</w:t>
      </w:r>
      <w:r>
        <w:tab/>
        <w:t>1.013e0</w:t>
      </w:r>
    </w:p>
    <w:p w14:paraId="2AA225BF" w14:textId="77777777" w:rsidR="006D4449" w:rsidRDefault="006D4449" w:rsidP="006D4449">
      <w:r>
        <w:t>273.5740</w:t>
      </w:r>
      <w:r>
        <w:tab/>
        <w:t>2.025e0</w:t>
      </w:r>
    </w:p>
    <w:p w14:paraId="298ED3E6" w14:textId="77777777" w:rsidR="006D4449" w:rsidRDefault="006D4449" w:rsidP="006D4449">
      <w:r>
        <w:t>273.5929</w:t>
      </w:r>
      <w:r>
        <w:tab/>
        <w:t>2.025e0</w:t>
      </w:r>
    </w:p>
    <w:p w14:paraId="6763EB47" w14:textId="77777777" w:rsidR="006D4449" w:rsidRDefault="006D4449" w:rsidP="006D4449">
      <w:r>
        <w:t>273.6025</w:t>
      </w:r>
      <w:r>
        <w:tab/>
        <w:t>2.025e0</w:t>
      </w:r>
    </w:p>
    <w:p w14:paraId="7F4602FE" w14:textId="77777777" w:rsidR="006D4449" w:rsidRDefault="006D4449" w:rsidP="006D4449">
      <w:r>
        <w:t>273.6110</w:t>
      </w:r>
      <w:r>
        <w:tab/>
        <w:t>1.013e0</w:t>
      </w:r>
    </w:p>
    <w:p w14:paraId="3BEDC24F" w14:textId="77777777" w:rsidR="006D4449" w:rsidRDefault="006D4449" w:rsidP="006D4449">
      <w:r>
        <w:t>273.6160</w:t>
      </w:r>
      <w:r>
        <w:tab/>
        <w:t>1.013e0</w:t>
      </w:r>
    </w:p>
    <w:p w14:paraId="2B442A3D" w14:textId="77777777" w:rsidR="006D4449" w:rsidRDefault="006D4449" w:rsidP="006D4449">
      <w:r>
        <w:t>273.6200</w:t>
      </w:r>
      <w:r>
        <w:tab/>
        <w:t>1.013e0</w:t>
      </w:r>
    </w:p>
    <w:p w14:paraId="71154252" w14:textId="77777777" w:rsidR="006D4449" w:rsidRDefault="006D4449" w:rsidP="006D4449">
      <w:r>
        <w:t>273.6230</w:t>
      </w:r>
      <w:r>
        <w:tab/>
        <w:t>1.013e0</w:t>
      </w:r>
    </w:p>
    <w:p w14:paraId="579E2DA9" w14:textId="77777777" w:rsidR="006D4449" w:rsidRDefault="006D4449" w:rsidP="006D4449">
      <w:r>
        <w:t>273.6763</w:t>
      </w:r>
      <w:r>
        <w:tab/>
        <w:t>2.025e0</w:t>
      </w:r>
    </w:p>
    <w:p w14:paraId="6A4A9F8F" w14:textId="77777777" w:rsidR="006D4449" w:rsidRDefault="006D4449" w:rsidP="006D4449">
      <w:r>
        <w:t>273.6812</w:t>
      </w:r>
      <w:r>
        <w:tab/>
        <w:t>1.013e0</w:t>
      </w:r>
    </w:p>
    <w:p w14:paraId="4BD811C2" w14:textId="77777777" w:rsidR="006D4449" w:rsidRDefault="006D4449" w:rsidP="006D4449">
      <w:r>
        <w:t>273.7018</w:t>
      </w:r>
      <w:r>
        <w:tab/>
        <w:t>1.013e0</w:t>
      </w:r>
    </w:p>
    <w:p w14:paraId="3B2E0D07" w14:textId="77777777" w:rsidR="006D4449" w:rsidRDefault="006D4449" w:rsidP="006D4449">
      <w:r>
        <w:t>273.7333</w:t>
      </w:r>
      <w:r>
        <w:tab/>
        <w:t>1.013e0</w:t>
      </w:r>
    </w:p>
    <w:p w14:paraId="70B69F4E" w14:textId="77777777" w:rsidR="006D4449" w:rsidRDefault="006D4449" w:rsidP="006D4449">
      <w:r>
        <w:t>273.7471</w:t>
      </w:r>
      <w:r>
        <w:tab/>
        <w:t>1.013e0</w:t>
      </w:r>
    </w:p>
    <w:p w14:paraId="290A6468" w14:textId="77777777" w:rsidR="006D4449" w:rsidRDefault="006D4449" w:rsidP="006D4449">
      <w:r>
        <w:lastRenderedPageBreak/>
        <w:t>273.7673</w:t>
      </w:r>
      <w:r>
        <w:tab/>
        <w:t>1.013e0</w:t>
      </w:r>
    </w:p>
    <w:p w14:paraId="0EBAA102" w14:textId="77777777" w:rsidR="006D4449" w:rsidRDefault="006D4449" w:rsidP="006D4449">
      <w:r>
        <w:t>273.7917</w:t>
      </w:r>
      <w:r>
        <w:tab/>
        <w:t>1.013e0</w:t>
      </w:r>
    </w:p>
    <w:p w14:paraId="28BF782F" w14:textId="77777777" w:rsidR="006D4449" w:rsidRDefault="006D4449" w:rsidP="006D4449">
      <w:r>
        <w:t>273.7957</w:t>
      </w:r>
      <w:r>
        <w:tab/>
        <w:t>2.025e0</w:t>
      </w:r>
    </w:p>
    <w:p w14:paraId="54726E3A" w14:textId="77777777" w:rsidR="006D4449" w:rsidRDefault="006D4449" w:rsidP="006D4449">
      <w:r>
        <w:t>273.8176</w:t>
      </w:r>
      <w:r>
        <w:tab/>
        <w:t>1.013e0</w:t>
      </w:r>
    </w:p>
    <w:p w14:paraId="44FB8807" w14:textId="77777777" w:rsidR="006D4449" w:rsidRDefault="006D4449" w:rsidP="006D4449">
      <w:r>
        <w:t>273.8188</w:t>
      </w:r>
      <w:r>
        <w:tab/>
        <w:t>1.013e0</w:t>
      </w:r>
    </w:p>
    <w:p w14:paraId="009E5009" w14:textId="77777777" w:rsidR="006D4449" w:rsidRDefault="006D4449" w:rsidP="006D4449">
      <w:r>
        <w:t>273.8529</w:t>
      </w:r>
      <w:r>
        <w:tab/>
        <w:t>1.013e0</w:t>
      </w:r>
    </w:p>
    <w:p w14:paraId="5471146D" w14:textId="77777777" w:rsidR="006D4449" w:rsidRDefault="006D4449" w:rsidP="006D4449">
      <w:r>
        <w:t>273.9145</w:t>
      </w:r>
      <w:r>
        <w:tab/>
        <w:t>1.013e0</w:t>
      </w:r>
    </w:p>
    <w:p w14:paraId="11298B6B" w14:textId="77777777" w:rsidR="006D4449" w:rsidRDefault="006D4449" w:rsidP="006D4449">
      <w:r>
        <w:t>273.9322</w:t>
      </w:r>
      <w:r>
        <w:tab/>
        <w:t>1.013e0</w:t>
      </w:r>
    </w:p>
    <w:p w14:paraId="01D64371" w14:textId="77777777" w:rsidR="006D4449" w:rsidRDefault="006D4449" w:rsidP="006D4449">
      <w:r>
        <w:t>273.9402</w:t>
      </w:r>
      <w:r>
        <w:tab/>
        <w:t>1.013e0</w:t>
      </w:r>
    </w:p>
    <w:p w14:paraId="13E6090A" w14:textId="77777777" w:rsidR="006D4449" w:rsidRDefault="006D4449" w:rsidP="006D4449">
      <w:r>
        <w:t>273.9548</w:t>
      </w:r>
      <w:r>
        <w:tab/>
        <w:t>2.025e0</w:t>
      </w:r>
    </w:p>
    <w:p w14:paraId="7AF586F2" w14:textId="77777777" w:rsidR="006D4449" w:rsidRDefault="006D4449" w:rsidP="006D4449">
      <w:r>
        <w:t>273.9785</w:t>
      </w:r>
      <w:r>
        <w:tab/>
        <w:t>3.038e0</w:t>
      </w:r>
    </w:p>
    <w:p w14:paraId="3846D93E" w14:textId="77777777" w:rsidR="006D4449" w:rsidRDefault="006D4449" w:rsidP="006D4449">
      <w:r>
        <w:t>273.9973</w:t>
      </w:r>
      <w:r>
        <w:tab/>
        <w:t>2.025e0</w:t>
      </w:r>
    </w:p>
    <w:p w14:paraId="1108E596" w14:textId="77777777" w:rsidR="006D4449" w:rsidRDefault="006D4449" w:rsidP="006D4449">
      <w:r>
        <w:t>273.9985</w:t>
      </w:r>
      <w:r>
        <w:tab/>
        <w:t>6.076e0</w:t>
      </w:r>
    </w:p>
    <w:p w14:paraId="1D5C589A" w14:textId="77777777" w:rsidR="006D4449" w:rsidRDefault="006D4449" w:rsidP="006D4449">
      <w:r>
        <w:t>274.0133</w:t>
      </w:r>
      <w:r>
        <w:tab/>
        <w:t>5.063e0</w:t>
      </w:r>
    </w:p>
    <w:p w14:paraId="7ABFCCC1" w14:textId="77777777" w:rsidR="006D4449" w:rsidRDefault="006D4449" w:rsidP="006D4449">
      <w:r>
        <w:t>274.0188</w:t>
      </w:r>
      <w:r>
        <w:tab/>
        <w:t>6.076e0</w:t>
      </w:r>
    </w:p>
    <w:p w14:paraId="2B1F0CE3" w14:textId="77777777" w:rsidR="006D4449" w:rsidRDefault="006D4449" w:rsidP="006D4449">
      <w:r>
        <w:t>274.0215</w:t>
      </w:r>
      <w:r>
        <w:tab/>
        <w:t>6.782e0</w:t>
      </w:r>
    </w:p>
    <w:p w14:paraId="613E3535" w14:textId="77777777" w:rsidR="006D4449" w:rsidRDefault="006D4449" w:rsidP="006D4449">
      <w:r>
        <w:t>274.0243</w:t>
      </w:r>
      <w:r>
        <w:tab/>
        <w:t>6.552e0</w:t>
      </w:r>
    </w:p>
    <w:p w14:paraId="2A8C1CCE" w14:textId="77777777" w:rsidR="006D4449" w:rsidRDefault="006D4449" w:rsidP="006D4449">
      <w:r>
        <w:t>274.0418</w:t>
      </w:r>
      <w:r>
        <w:tab/>
        <w:t>5.063e0</w:t>
      </w:r>
    </w:p>
    <w:p w14:paraId="5C39C98D" w14:textId="77777777" w:rsidR="006D4449" w:rsidRDefault="006D4449" w:rsidP="006D4449">
      <w:r>
        <w:t>274.0511</w:t>
      </w:r>
      <w:r>
        <w:tab/>
        <w:t>2.025e0</w:t>
      </w:r>
    </w:p>
    <w:p w14:paraId="2FF60156" w14:textId="77777777" w:rsidR="006D4449" w:rsidRDefault="006D4449" w:rsidP="006D4449">
      <w:r>
        <w:lastRenderedPageBreak/>
        <w:t>274.0557</w:t>
      </w:r>
      <w:r>
        <w:tab/>
        <w:t>2.332e0</w:t>
      </w:r>
    </w:p>
    <w:p w14:paraId="0B9E154A" w14:textId="77777777" w:rsidR="006D4449" w:rsidRDefault="006D4449" w:rsidP="006D4449">
      <w:r>
        <w:t>274.0855</w:t>
      </w:r>
      <w:r>
        <w:tab/>
        <w:t>4.051e0</w:t>
      </w:r>
    </w:p>
    <w:p w14:paraId="4AA37194" w14:textId="77777777" w:rsidR="006D4449" w:rsidRDefault="006D4449" w:rsidP="006D4449">
      <w:r>
        <w:t>274.0909</w:t>
      </w:r>
      <w:r>
        <w:tab/>
        <w:t>1.013e0</w:t>
      </w:r>
    </w:p>
    <w:p w14:paraId="7B490F5B" w14:textId="77777777" w:rsidR="006D4449" w:rsidRDefault="006D4449" w:rsidP="006D4449">
      <w:r>
        <w:t>274.0947</w:t>
      </w:r>
      <w:r>
        <w:tab/>
        <w:t>3.038e0</w:t>
      </w:r>
    </w:p>
    <w:p w14:paraId="3CDF1909" w14:textId="77777777" w:rsidR="006D4449" w:rsidRDefault="006D4449" w:rsidP="006D4449">
      <w:r>
        <w:t>274.0962</w:t>
      </w:r>
      <w:r>
        <w:tab/>
        <w:t>6.973e0</w:t>
      </w:r>
    </w:p>
    <w:p w14:paraId="55D0353A" w14:textId="77777777" w:rsidR="006D4449" w:rsidRDefault="006D4449" w:rsidP="006D4449">
      <w:r>
        <w:t>274.1039</w:t>
      </w:r>
      <w:r>
        <w:tab/>
        <w:t>4.073e0</w:t>
      </w:r>
    </w:p>
    <w:p w14:paraId="2F96CC6F" w14:textId="77777777" w:rsidR="006D4449" w:rsidRDefault="006D4449" w:rsidP="006D4449">
      <w:r>
        <w:t>274.1454</w:t>
      </w:r>
      <w:r>
        <w:tab/>
        <w:t>6.279e0</w:t>
      </w:r>
    </w:p>
    <w:p w14:paraId="472D9A69" w14:textId="77777777" w:rsidR="006D4449" w:rsidRDefault="006D4449" w:rsidP="006D4449">
      <w:r>
        <w:t>274.1513</w:t>
      </w:r>
      <w:r>
        <w:tab/>
        <w:t>6.076e0</w:t>
      </w:r>
    </w:p>
    <w:p w14:paraId="3B89910D" w14:textId="77777777" w:rsidR="006D4449" w:rsidRDefault="006D4449" w:rsidP="006D4449">
      <w:r>
        <w:t>274.1663</w:t>
      </w:r>
      <w:r>
        <w:tab/>
        <w:t>3.038e0</w:t>
      </w:r>
    </w:p>
    <w:p w14:paraId="278E7092" w14:textId="77777777" w:rsidR="006D4449" w:rsidRDefault="006D4449" w:rsidP="006D4449">
      <w:r>
        <w:t>274.1673</w:t>
      </w:r>
      <w:r>
        <w:tab/>
        <w:t>2.025e0</w:t>
      </w:r>
    </w:p>
    <w:p w14:paraId="1E816A81" w14:textId="77777777" w:rsidR="006D4449" w:rsidRDefault="006D4449" w:rsidP="006D4449">
      <w:r>
        <w:t>274.1941</w:t>
      </w:r>
      <w:r>
        <w:tab/>
        <w:t>2.025e0</w:t>
      </w:r>
    </w:p>
    <w:p w14:paraId="65DFAC0E" w14:textId="77777777" w:rsidR="006D4449" w:rsidRDefault="006D4449" w:rsidP="006D4449">
      <w:r>
        <w:t>274.2053</w:t>
      </w:r>
      <w:r>
        <w:tab/>
        <w:t>1.013e0</w:t>
      </w:r>
    </w:p>
    <w:p w14:paraId="50D88314" w14:textId="77777777" w:rsidR="006D4449" w:rsidRDefault="006D4449" w:rsidP="006D4449">
      <w:r>
        <w:t>274.2094</w:t>
      </w:r>
      <w:r>
        <w:tab/>
        <w:t>2.025e0</w:t>
      </w:r>
    </w:p>
    <w:p w14:paraId="1D2988FC" w14:textId="77777777" w:rsidR="006D4449" w:rsidRDefault="006D4449" w:rsidP="006D4449">
      <w:r>
        <w:t>274.2221</w:t>
      </w:r>
      <w:r>
        <w:tab/>
        <w:t>1.013e0</w:t>
      </w:r>
    </w:p>
    <w:p w14:paraId="5D78E28B" w14:textId="77777777" w:rsidR="006D4449" w:rsidRDefault="006D4449" w:rsidP="006D4449">
      <w:r>
        <w:t>274.2473</w:t>
      </w:r>
      <w:r>
        <w:tab/>
        <w:t>1.013e0</w:t>
      </w:r>
    </w:p>
    <w:p w14:paraId="0197D4C7" w14:textId="77777777" w:rsidR="006D4449" w:rsidRDefault="006D4449" w:rsidP="006D4449">
      <w:r>
        <w:t>274.3056</w:t>
      </w:r>
      <w:r>
        <w:tab/>
        <w:t>1.013e0</w:t>
      </w:r>
    </w:p>
    <w:p w14:paraId="38CA8772" w14:textId="77777777" w:rsidR="006D4449" w:rsidRDefault="006D4449" w:rsidP="006D4449">
      <w:r>
        <w:t>274.3107</w:t>
      </w:r>
      <w:r>
        <w:tab/>
        <w:t>1.013e0</w:t>
      </w:r>
    </w:p>
    <w:p w14:paraId="4CBB0040" w14:textId="77777777" w:rsidR="006D4449" w:rsidRDefault="006D4449" w:rsidP="006D4449">
      <w:r>
        <w:t>274.3331</w:t>
      </w:r>
      <w:r>
        <w:tab/>
        <w:t>1.013e0</w:t>
      </w:r>
    </w:p>
    <w:p w14:paraId="3D056267" w14:textId="77777777" w:rsidR="006D4449" w:rsidRDefault="006D4449" w:rsidP="006D4449">
      <w:r>
        <w:t>274.3377</w:t>
      </w:r>
      <w:r>
        <w:tab/>
        <w:t>3.038e0</w:t>
      </w:r>
    </w:p>
    <w:p w14:paraId="129CEA61" w14:textId="77777777" w:rsidR="006D4449" w:rsidRDefault="006D4449" w:rsidP="006D4449">
      <w:r>
        <w:lastRenderedPageBreak/>
        <w:t>274.3684</w:t>
      </w:r>
      <w:r>
        <w:tab/>
        <w:t>1.013e0</w:t>
      </w:r>
    </w:p>
    <w:p w14:paraId="28D8405D" w14:textId="77777777" w:rsidR="006D4449" w:rsidRDefault="006D4449" w:rsidP="006D4449">
      <w:r>
        <w:t>274.4203</w:t>
      </w:r>
      <w:r>
        <w:tab/>
        <w:t>1.013e0</w:t>
      </w:r>
    </w:p>
    <w:p w14:paraId="0B2A0150" w14:textId="77777777" w:rsidR="006D4449" w:rsidRDefault="006D4449" w:rsidP="006D4449">
      <w:r>
        <w:t>274.4434</w:t>
      </w:r>
      <w:r>
        <w:tab/>
        <w:t>1.013e0</w:t>
      </w:r>
    </w:p>
    <w:p w14:paraId="6580FF26" w14:textId="77777777" w:rsidR="006D4449" w:rsidRDefault="006D4449" w:rsidP="006D4449">
      <w:r>
        <w:t>274.4557</w:t>
      </w:r>
      <w:r>
        <w:tab/>
        <w:t>3.038e0</w:t>
      </w:r>
    </w:p>
    <w:p w14:paraId="20C951A3" w14:textId="77777777" w:rsidR="006D4449" w:rsidRDefault="006D4449" w:rsidP="006D4449">
      <w:r>
        <w:t>274.4825</w:t>
      </w:r>
      <w:r>
        <w:tab/>
        <w:t>1.013e0</w:t>
      </w:r>
    </w:p>
    <w:p w14:paraId="664DA537" w14:textId="77777777" w:rsidR="006D4449" w:rsidRDefault="006D4449" w:rsidP="006D4449">
      <w:r>
        <w:t>274.4866</w:t>
      </w:r>
      <w:r>
        <w:tab/>
        <w:t>1.013e0</w:t>
      </w:r>
    </w:p>
    <w:p w14:paraId="4BC8285D" w14:textId="77777777" w:rsidR="006D4449" w:rsidRDefault="006D4449" w:rsidP="006D4449">
      <w:r>
        <w:t>274.5043</w:t>
      </w:r>
      <w:r>
        <w:tab/>
        <w:t>3.038e0</w:t>
      </w:r>
    </w:p>
    <w:p w14:paraId="58C15B83" w14:textId="77777777" w:rsidR="006D4449" w:rsidRDefault="006D4449" w:rsidP="006D4449">
      <w:r>
        <w:t>274.5055</w:t>
      </w:r>
      <w:r>
        <w:tab/>
        <w:t>2.025e0</w:t>
      </w:r>
    </w:p>
    <w:p w14:paraId="0CE0A7BB" w14:textId="77777777" w:rsidR="006D4449" w:rsidRDefault="006D4449" w:rsidP="006D4449">
      <w:r>
        <w:t>274.5176</w:t>
      </w:r>
      <w:r>
        <w:tab/>
        <w:t>1.013e0</w:t>
      </w:r>
    </w:p>
    <w:p w14:paraId="218F5D12" w14:textId="77777777" w:rsidR="006D4449" w:rsidRDefault="006D4449" w:rsidP="006D4449">
      <w:r>
        <w:t>274.5292</w:t>
      </w:r>
      <w:r>
        <w:tab/>
        <w:t>2.025e0</w:t>
      </w:r>
    </w:p>
    <w:p w14:paraId="13F22E7E" w14:textId="77777777" w:rsidR="006D4449" w:rsidRDefault="006D4449" w:rsidP="006D4449">
      <w:r>
        <w:t>274.5400</w:t>
      </w:r>
      <w:r>
        <w:tab/>
        <w:t>1.013e0</w:t>
      </w:r>
    </w:p>
    <w:p w14:paraId="4CEE5F08" w14:textId="77777777" w:rsidR="006D4449" w:rsidRDefault="006D4449" w:rsidP="006D4449">
      <w:r>
        <w:t>274.5488</w:t>
      </w:r>
      <w:r>
        <w:tab/>
        <w:t>1.013e0</w:t>
      </w:r>
    </w:p>
    <w:p w14:paraId="6FC085C7" w14:textId="77777777" w:rsidR="006D4449" w:rsidRDefault="006D4449" w:rsidP="006D4449">
      <w:r>
        <w:t>274.5811</w:t>
      </w:r>
      <w:r>
        <w:tab/>
        <w:t>2.025e0</w:t>
      </w:r>
    </w:p>
    <w:p w14:paraId="47D91542" w14:textId="77777777" w:rsidR="006D4449" w:rsidRDefault="006D4449" w:rsidP="006D4449">
      <w:r>
        <w:t>274.6057</w:t>
      </w:r>
      <w:r>
        <w:tab/>
        <w:t>1.013e0</w:t>
      </w:r>
    </w:p>
    <w:p w14:paraId="6E116974" w14:textId="77777777" w:rsidR="006D4449" w:rsidRDefault="006D4449" w:rsidP="006D4449">
      <w:r>
        <w:t>274.6220</w:t>
      </w:r>
      <w:r>
        <w:tab/>
        <w:t>1.013e0</w:t>
      </w:r>
    </w:p>
    <w:p w14:paraId="2D07773C" w14:textId="77777777" w:rsidR="006D4449" w:rsidRDefault="006D4449" w:rsidP="006D4449">
      <w:r>
        <w:t>274.6260</w:t>
      </w:r>
      <w:r>
        <w:tab/>
        <w:t>1.013e0</w:t>
      </w:r>
    </w:p>
    <w:p w14:paraId="12760873" w14:textId="77777777" w:rsidR="006D4449" w:rsidRDefault="006D4449" w:rsidP="006D4449">
      <w:r>
        <w:t>274.6325</w:t>
      </w:r>
      <w:r>
        <w:tab/>
        <w:t>3.038e0</w:t>
      </w:r>
    </w:p>
    <w:p w14:paraId="552EDA79" w14:textId="77777777" w:rsidR="006D4449" w:rsidRDefault="006D4449" w:rsidP="006D4449">
      <w:r>
        <w:t>274.6461</w:t>
      </w:r>
      <w:r>
        <w:tab/>
        <w:t>1.013e0</w:t>
      </w:r>
    </w:p>
    <w:p w14:paraId="018044BA" w14:textId="77777777" w:rsidR="006D4449" w:rsidRDefault="006D4449" w:rsidP="006D4449">
      <w:r>
        <w:t>274.6651</w:t>
      </w:r>
      <w:r>
        <w:tab/>
        <w:t>1.013e0</w:t>
      </w:r>
    </w:p>
    <w:p w14:paraId="30D95535" w14:textId="77777777" w:rsidR="006D4449" w:rsidRDefault="006D4449" w:rsidP="006D4449">
      <w:r>
        <w:lastRenderedPageBreak/>
        <w:t>274.6739</w:t>
      </w:r>
      <w:r>
        <w:tab/>
        <w:t>2.025e0</w:t>
      </w:r>
    </w:p>
    <w:p w14:paraId="1CA6B098" w14:textId="77777777" w:rsidR="006D4449" w:rsidRDefault="006D4449" w:rsidP="006D4449">
      <w:r>
        <w:t>274.6855</w:t>
      </w:r>
      <w:r>
        <w:tab/>
        <w:t>1.013e0</w:t>
      </w:r>
    </w:p>
    <w:p w14:paraId="41D16A22" w14:textId="77777777" w:rsidR="006D4449" w:rsidRDefault="006D4449" w:rsidP="006D4449">
      <w:r>
        <w:t>274.6999</w:t>
      </w:r>
      <w:r>
        <w:tab/>
        <w:t>2.025e0</w:t>
      </w:r>
    </w:p>
    <w:p w14:paraId="19E1714F" w14:textId="77777777" w:rsidR="006D4449" w:rsidRDefault="006D4449" w:rsidP="006D4449">
      <w:r>
        <w:t>274.7117</w:t>
      </w:r>
      <w:r>
        <w:tab/>
        <w:t>1.013e0</w:t>
      </w:r>
    </w:p>
    <w:p w14:paraId="78C4A27C" w14:textId="77777777" w:rsidR="006D4449" w:rsidRDefault="006D4449" w:rsidP="006D4449">
      <w:r>
        <w:t>274.7370</w:t>
      </w:r>
      <w:r>
        <w:tab/>
        <w:t>1.013e0</w:t>
      </w:r>
    </w:p>
    <w:p w14:paraId="2A9A777E" w14:textId="77777777" w:rsidR="006D4449" w:rsidRDefault="006D4449" w:rsidP="006D4449">
      <w:r>
        <w:t>274.7441</w:t>
      </w:r>
      <w:r>
        <w:tab/>
        <w:t>3.038e0</w:t>
      </w:r>
    </w:p>
    <w:p w14:paraId="02E6EDC6" w14:textId="77777777" w:rsidR="006D4449" w:rsidRDefault="006D4449" w:rsidP="006D4449">
      <w:r>
        <w:t>274.7666</w:t>
      </w:r>
      <w:r>
        <w:tab/>
        <w:t>1.013e0</w:t>
      </w:r>
    </w:p>
    <w:p w14:paraId="703C85F7" w14:textId="77777777" w:rsidR="006D4449" w:rsidRDefault="006D4449" w:rsidP="006D4449">
      <w:r>
        <w:t>274.7897</w:t>
      </w:r>
      <w:r>
        <w:tab/>
        <w:t>1.013e0</w:t>
      </w:r>
    </w:p>
    <w:p w14:paraId="5CEC480C" w14:textId="77777777" w:rsidR="006D4449" w:rsidRDefault="006D4449" w:rsidP="006D4449">
      <w:r>
        <w:t>274.8247</w:t>
      </w:r>
      <w:r>
        <w:tab/>
        <w:t>3.038e0</w:t>
      </w:r>
    </w:p>
    <w:p w14:paraId="6F94D3BE" w14:textId="77777777" w:rsidR="006D4449" w:rsidRDefault="006D4449" w:rsidP="006D4449">
      <w:r>
        <w:t>274.8261</w:t>
      </w:r>
      <w:r>
        <w:tab/>
        <w:t>1.013e0</w:t>
      </w:r>
    </w:p>
    <w:p w14:paraId="3B8C02A1" w14:textId="77777777" w:rsidR="006D4449" w:rsidRDefault="006D4449" w:rsidP="006D4449">
      <w:r>
        <w:t>274.8810</w:t>
      </w:r>
      <w:r>
        <w:tab/>
        <w:t>2.025e0</w:t>
      </w:r>
    </w:p>
    <w:p w14:paraId="054DB5D4" w14:textId="77777777" w:rsidR="006D4449" w:rsidRDefault="006D4449" w:rsidP="006D4449">
      <w:r>
        <w:t>274.8836</w:t>
      </w:r>
      <w:r>
        <w:tab/>
        <w:t>1.013e0</w:t>
      </w:r>
    </w:p>
    <w:p w14:paraId="1145499B" w14:textId="77777777" w:rsidR="006D4449" w:rsidRDefault="006D4449" w:rsidP="006D4449">
      <w:r>
        <w:t>274.9264</w:t>
      </w:r>
      <w:r>
        <w:tab/>
        <w:t>1.013e0</w:t>
      </w:r>
    </w:p>
    <w:p w14:paraId="2A256CA4" w14:textId="77777777" w:rsidR="006D4449" w:rsidRDefault="006D4449" w:rsidP="006D4449">
      <w:r>
        <w:t>274.9396</w:t>
      </w:r>
      <w:r>
        <w:tab/>
        <w:t>1.013e0</w:t>
      </w:r>
    </w:p>
    <w:p w14:paraId="78C5A54B" w14:textId="77777777" w:rsidR="006D4449" w:rsidRDefault="006D4449" w:rsidP="006D4449">
      <w:r>
        <w:t>274.9532</w:t>
      </w:r>
      <w:r>
        <w:tab/>
        <w:t>1.013e0</w:t>
      </w:r>
    </w:p>
    <w:p w14:paraId="516326A8" w14:textId="77777777" w:rsidR="006D4449" w:rsidRDefault="006D4449" w:rsidP="006D4449">
      <w:r>
        <w:t>274.9656</w:t>
      </w:r>
      <w:r>
        <w:tab/>
        <w:t>2.025e0</w:t>
      </w:r>
    </w:p>
    <w:p w14:paraId="63CED0F9" w14:textId="77777777" w:rsidR="006D4449" w:rsidRDefault="006D4449" w:rsidP="006D4449">
      <w:r>
        <w:t>274.9834</w:t>
      </w:r>
      <w:r>
        <w:tab/>
        <w:t>3.038e0</w:t>
      </w:r>
    </w:p>
    <w:p w14:paraId="1033C769" w14:textId="77777777" w:rsidR="006D4449" w:rsidRDefault="006D4449" w:rsidP="006D4449">
      <w:r>
        <w:t>274.9949</w:t>
      </w:r>
      <w:r>
        <w:tab/>
        <w:t>2.025e0</w:t>
      </w:r>
    </w:p>
    <w:p w14:paraId="2D75D0A7" w14:textId="77777777" w:rsidR="006D4449" w:rsidRDefault="006D4449" w:rsidP="006D4449">
      <w:r>
        <w:t>275.0292</w:t>
      </w:r>
      <w:r>
        <w:tab/>
        <w:t>9.210e0</w:t>
      </w:r>
    </w:p>
    <w:p w14:paraId="1BD2516A" w14:textId="77777777" w:rsidR="006D4449" w:rsidRDefault="006D4449" w:rsidP="006D4449">
      <w:r>
        <w:lastRenderedPageBreak/>
        <w:t>275.0320</w:t>
      </w:r>
      <w:r>
        <w:tab/>
        <w:t>1.552e1</w:t>
      </w:r>
    </w:p>
    <w:p w14:paraId="6E8A1291" w14:textId="77777777" w:rsidR="006D4449" w:rsidRDefault="006D4449" w:rsidP="006D4449">
      <w:r>
        <w:t>275.0387</w:t>
      </w:r>
      <w:r>
        <w:tab/>
        <w:t>1.736e1</w:t>
      </w:r>
    </w:p>
    <w:p w14:paraId="41F73452" w14:textId="77777777" w:rsidR="006D4449" w:rsidRDefault="006D4449" w:rsidP="006D4449">
      <w:r>
        <w:t>275.0408</w:t>
      </w:r>
      <w:r>
        <w:tab/>
        <w:t>2.329e1</w:t>
      </w:r>
    </w:p>
    <w:p w14:paraId="439EFA24" w14:textId="77777777" w:rsidR="006D4449" w:rsidRDefault="006D4449" w:rsidP="006D4449">
      <w:r>
        <w:t>275.0433</w:t>
      </w:r>
      <w:r>
        <w:tab/>
        <w:t>1.379e1</w:t>
      </w:r>
    </w:p>
    <w:p w14:paraId="44EF1470" w14:textId="77777777" w:rsidR="006D4449" w:rsidRDefault="006D4449" w:rsidP="006D4449">
      <w:r>
        <w:t>275.1035</w:t>
      </w:r>
      <w:r>
        <w:tab/>
        <w:t>1.013e0</w:t>
      </w:r>
    </w:p>
    <w:p w14:paraId="22EFF2F7" w14:textId="77777777" w:rsidR="006D4449" w:rsidRDefault="006D4449" w:rsidP="006D4449">
      <w:r>
        <w:t>275.1153</w:t>
      </w:r>
      <w:r>
        <w:tab/>
        <w:t>2.025e0</w:t>
      </w:r>
    </w:p>
    <w:p w14:paraId="6A48C53F" w14:textId="77777777" w:rsidR="006D4449" w:rsidRDefault="006D4449" w:rsidP="006D4449">
      <w:r>
        <w:t>275.1199</w:t>
      </w:r>
      <w:r>
        <w:tab/>
        <w:t>2.025e0</w:t>
      </w:r>
    </w:p>
    <w:p w14:paraId="04C3E1B9" w14:textId="77777777" w:rsidR="006D4449" w:rsidRDefault="006D4449" w:rsidP="006D4449">
      <w:r>
        <w:t>275.1291</w:t>
      </w:r>
      <w:r>
        <w:tab/>
        <w:t>2.025e0</w:t>
      </w:r>
    </w:p>
    <w:p w14:paraId="69B735E5" w14:textId="77777777" w:rsidR="006D4449" w:rsidRDefault="006D4449" w:rsidP="006D4449">
      <w:r>
        <w:t>275.1387</w:t>
      </w:r>
      <w:r>
        <w:tab/>
        <w:t>1.013e0</w:t>
      </w:r>
    </w:p>
    <w:p w14:paraId="349B7B2B" w14:textId="77777777" w:rsidR="006D4449" w:rsidRDefault="006D4449" w:rsidP="006D4449">
      <w:r>
        <w:t>275.1619</w:t>
      </w:r>
      <w:r>
        <w:tab/>
        <w:t>5.063e0</w:t>
      </w:r>
    </w:p>
    <w:p w14:paraId="4BD0E674" w14:textId="77777777" w:rsidR="006D4449" w:rsidRDefault="006D4449" w:rsidP="006D4449">
      <w:r>
        <w:t>275.1698</w:t>
      </w:r>
      <w:r>
        <w:tab/>
        <w:t>1.013e0</w:t>
      </w:r>
    </w:p>
    <w:p w14:paraId="2825D512" w14:textId="77777777" w:rsidR="006D4449" w:rsidRDefault="006D4449" w:rsidP="006D4449">
      <w:r>
        <w:t>275.1713</w:t>
      </w:r>
      <w:r>
        <w:tab/>
        <w:t>5.081e0</w:t>
      </w:r>
    </w:p>
    <w:p w14:paraId="4E6BE0B7" w14:textId="77777777" w:rsidR="006D4449" w:rsidRDefault="006D4449" w:rsidP="006D4449">
      <w:r>
        <w:t>275.1917</w:t>
      </w:r>
      <w:r>
        <w:tab/>
        <w:t>4.051e0</w:t>
      </w:r>
    </w:p>
    <w:p w14:paraId="1B98A9C5" w14:textId="77777777" w:rsidR="006D4449" w:rsidRDefault="006D4449" w:rsidP="006D4449">
      <w:r>
        <w:t>275.2079</w:t>
      </w:r>
      <w:r>
        <w:tab/>
        <w:t>1.013e0</w:t>
      </w:r>
    </w:p>
    <w:p w14:paraId="4AB5A383" w14:textId="77777777" w:rsidR="006D4449" w:rsidRDefault="006D4449" w:rsidP="006D4449">
      <w:r>
        <w:t>275.2342</w:t>
      </w:r>
      <w:r>
        <w:tab/>
        <w:t>2.025e0</w:t>
      </w:r>
    </w:p>
    <w:p w14:paraId="354EB43A" w14:textId="77777777" w:rsidR="006D4449" w:rsidRDefault="006D4449" w:rsidP="006D4449">
      <w:r>
        <w:t>275.2544</w:t>
      </w:r>
      <w:r>
        <w:tab/>
        <w:t>2.025e0</w:t>
      </w:r>
    </w:p>
    <w:p w14:paraId="2764F488" w14:textId="77777777" w:rsidR="006D4449" w:rsidRDefault="006D4449" w:rsidP="006D4449">
      <w:r>
        <w:t>275.2578</w:t>
      </w:r>
      <w:r>
        <w:tab/>
        <w:t>2.025e0</w:t>
      </w:r>
    </w:p>
    <w:p w14:paraId="6705C89D" w14:textId="77777777" w:rsidR="006D4449" w:rsidRDefault="006D4449" w:rsidP="006D4449">
      <w:r>
        <w:t>275.2645</w:t>
      </w:r>
      <w:r>
        <w:tab/>
        <w:t>4.051e0</w:t>
      </w:r>
    </w:p>
    <w:p w14:paraId="63EE2C9D" w14:textId="77777777" w:rsidR="006D4449" w:rsidRDefault="006D4449" w:rsidP="006D4449">
      <w:r>
        <w:t>275.2776</w:t>
      </w:r>
      <w:r>
        <w:tab/>
        <w:t>3.038e0</w:t>
      </w:r>
    </w:p>
    <w:p w14:paraId="43326D5C" w14:textId="77777777" w:rsidR="006D4449" w:rsidRDefault="006D4449" w:rsidP="006D4449">
      <w:r>
        <w:lastRenderedPageBreak/>
        <w:t>275.3065</w:t>
      </w:r>
      <w:r>
        <w:tab/>
        <w:t>2.025e0</w:t>
      </w:r>
    </w:p>
    <w:p w14:paraId="009A3299" w14:textId="77777777" w:rsidR="006D4449" w:rsidRDefault="006D4449" w:rsidP="006D4449">
      <w:r>
        <w:t>275.3134</w:t>
      </w:r>
      <w:r>
        <w:tab/>
        <w:t>1.013e0</w:t>
      </w:r>
    </w:p>
    <w:p w14:paraId="3693D8B2" w14:textId="77777777" w:rsidR="006D4449" w:rsidRDefault="006D4449" w:rsidP="006D4449">
      <w:r>
        <w:t>275.3146</w:t>
      </w:r>
      <w:r>
        <w:tab/>
        <w:t>1.013e0</w:t>
      </w:r>
    </w:p>
    <w:p w14:paraId="60ECF895" w14:textId="77777777" w:rsidR="006D4449" w:rsidRDefault="006D4449" w:rsidP="006D4449">
      <w:r>
        <w:t>275.3485</w:t>
      </w:r>
      <w:r>
        <w:tab/>
        <w:t>1.013e0</w:t>
      </w:r>
    </w:p>
    <w:p w14:paraId="7E096236" w14:textId="77777777" w:rsidR="006D4449" w:rsidRDefault="006D4449" w:rsidP="006D4449">
      <w:r>
        <w:t>275.3641</w:t>
      </w:r>
      <w:r>
        <w:tab/>
        <w:t>1.013e0</w:t>
      </w:r>
    </w:p>
    <w:p w14:paraId="4909BC02" w14:textId="77777777" w:rsidR="006D4449" w:rsidRDefault="006D4449" w:rsidP="006D4449">
      <w:r>
        <w:t>275.4672</w:t>
      </w:r>
      <w:r>
        <w:tab/>
        <w:t>3.038e0</w:t>
      </w:r>
    </w:p>
    <w:p w14:paraId="157E8573" w14:textId="77777777" w:rsidR="006D4449" w:rsidRDefault="006D4449" w:rsidP="006D4449">
      <w:r>
        <w:t>275.5165</w:t>
      </w:r>
      <w:r>
        <w:tab/>
        <w:t>1.013e0</w:t>
      </w:r>
    </w:p>
    <w:p w14:paraId="31D255C2" w14:textId="77777777" w:rsidR="006D4449" w:rsidRDefault="006D4449" w:rsidP="006D4449">
      <w:r>
        <w:t>275.5555</w:t>
      </w:r>
      <w:r>
        <w:tab/>
        <w:t>1.013e0</w:t>
      </w:r>
    </w:p>
    <w:p w14:paraId="6D30CA2B" w14:textId="77777777" w:rsidR="006D4449" w:rsidRDefault="006D4449" w:rsidP="006D4449">
      <w:r>
        <w:t>275.5800</w:t>
      </w:r>
      <w:r>
        <w:tab/>
        <w:t>1.013e0</w:t>
      </w:r>
    </w:p>
    <w:p w14:paraId="03C8B389" w14:textId="77777777" w:rsidR="006D4449" w:rsidRDefault="006D4449" w:rsidP="006D4449">
      <w:r>
        <w:t>275.6432</w:t>
      </w:r>
      <w:r>
        <w:tab/>
        <w:t>4.051e0</w:t>
      </w:r>
    </w:p>
    <w:p w14:paraId="459C2F10" w14:textId="77777777" w:rsidR="006D4449" w:rsidRDefault="006D4449" w:rsidP="006D4449">
      <w:r>
        <w:t>275.6544</w:t>
      </w:r>
      <w:r>
        <w:tab/>
        <w:t>2.025e0</w:t>
      </w:r>
    </w:p>
    <w:p w14:paraId="13C65DAB" w14:textId="77777777" w:rsidR="006D4449" w:rsidRDefault="006D4449" w:rsidP="006D4449">
      <w:r>
        <w:t>275.6632</w:t>
      </w:r>
      <w:r>
        <w:tab/>
        <w:t>2.025e0</w:t>
      </w:r>
    </w:p>
    <w:p w14:paraId="3C042F54" w14:textId="77777777" w:rsidR="006D4449" w:rsidRDefault="006D4449" w:rsidP="006D4449">
      <w:r>
        <w:t>275.6973</w:t>
      </w:r>
      <w:r>
        <w:tab/>
        <w:t>1.013e0</w:t>
      </w:r>
    </w:p>
    <w:p w14:paraId="07988AED" w14:textId="77777777" w:rsidR="006D4449" w:rsidRDefault="006D4449" w:rsidP="006D4449">
      <w:r>
        <w:t>275.7086</w:t>
      </w:r>
      <w:r>
        <w:tab/>
        <w:t>1.013e0</w:t>
      </w:r>
    </w:p>
    <w:p w14:paraId="02165EAC" w14:textId="77777777" w:rsidR="006D4449" w:rsidRDefault="006D4449" w:rsidP="006D4449">
      <w:r>
        <w:t>275.7447</w:t>
      </w:r>
      <w:r>
        <w:tab/>
        <w:t>2.025e0</w:t>
      </w:r>
    </w:p>
    <w:p w14:paraId="2F3AA548" w14:textId="77777777" w:rsidR="006D4449" w:rsidRDefault="006D4449" w:rsidP="006D4449">
      <w:r>
        <w:t>275.7586</w:t>
      </w:r>
      <w:r>
        <w:tab/>
        <w:t>2.025e0</w:t>
      </w:r>
    </w:p>
    <w:p w14:paraId="77E388DB" w14:textId="77777777" w:rsidR="006D4449" w:rsidRDefault="006D4449" w:rsidP="006D4449">
      <w:r>
        <w:t>275.7872</w:t>
      </w:r>
      <w:r>
        <w:tab/>
        <w:t>2.025e0</w:t>
      </w:r>
    </w:p>
    <w:p w14:paraId="6F063843" w14:textId="77777777" w:rsidR="006D4449" w:rsidRDefault="006D4449" w:rsidP="006D4449">
      <w:r>
        <w:t>275.8524</w:t>
      </w:r>
      <w:r>
        <w:tab/>
        <w:t>1.013e0</w:t>
      </w:r>
    </w:p>
    <w:p w14:paraId="5CA9422C" w14:textId="77777777" w:rsidR="006D4449" w:rsidRDefault="006D4449" w:rsidP="006D4449">
      <w:r>
        <w:t>275.8695</w:t>
      </w:r>
      <w:r>
        <w:tab/>
        <w:t>2.025e0</w:t>
      </w:r>
    </w:p>
    <w:p w14:paraId="645C781C" w14:textId="77777777" w:rsidR="006D4449" w:rsidRDefault="006D4449" w:rsidP="006D4449">
      <w:r>
        <w:lastRenderedPageBreak/>
        <w:t>275.9012</w:t>
      </w:r>
      <w:r>
        <w:tab/>
        <w:t>1.013e0</w:t>
      </w:r>
    </w:p>
    <w:p w14:paraId="4A78BA1D" w14:textId="77777777" w:rsidR="006D4449" w:rsidRDefault="006D4449" w:rsidP="006D4449">
      <w:r>
        <w:t>275.9073</w:t>
      </w:r>
      <w:r>
        <w:tab/>
        <w:t>3.038e0</w:t>
      </w:r>
    </w:p>
    <w:p w14:paraId="1488D29D" w14:textId="77777777" w:rsidR="006D4449" w:rsidRDefault="006D4449" w:rsidP="006D4449">
      <w:r>
        <w:t>275.9307</w:t>
      </w:r>
      <w:r>
        <w:tab/>
        <w:t>1.013e0</w:t>
      </w:r>
    </w:p>
    <w:p w14:paraId="60048FF9" w14:textId="77777777" w:rsidR="006D4449" w:rsidRDefault="006D4449" w:rsidP="006D4449">
      <w:r>
        <w:t>275.9622</w:t>
      </w:r>
      <w:r>
        <w:tab/>
        <w:t>4.051e0</w:t>
      </w:r>
    </w:p>
    <w:p w14:paraId="2A14337A" w14:textId="77777777" w:rsidR="006D4449" w:rsidRDefault="006D4449" w:rsidP="006D4449">
      <w:r>
        <w:t>275.9748</w:t>
      </w:r>
      <w:r>
        <w:tab/>
        <w:t>4.051e0</w:t>
      </w:r>
    </w:p>
    <w:p w14:paraId="64079800" w14:textId="77777777" w:rsidR="006D4449" w:rsidRDefault="006D4449" w:rsidP="006D4449">
      <w:r>
        <w:t>275.9791</w:t>
      </w:r>
      <w:r>
        <w:tab/>
        <w:t>7.847e0</w:t>
      </w:r>
    </w:p>
    <w:p w14:paraId="125F192F" w14:textId="77777777" w:rsidR="006D4449" w:rsidRDefault="006D4449" w:rsidP="006D4449">
      <w:r>
        <w:t>275.9972</w:t>
      </w:r>
      <w:r>
        <w:tab/>
        <w:t>1.013e0</w:t>
      </w:r>
    </w:p>
    <w:p w14:paraId="6555EA1A" w14:textId="77777777" w:rsidR="006D4449" w:rsidRDefault="006D4449" w:rsidP="006D4449">
      <w:r>
        <w:t>276.0258</w:t>
      </w:r>
      <w:r>
        <w:tab/>
        <w:t>6.076e0</w:t>
      </w:r>
    </w:p>
    <w:p w14:paraId="2C02D2F8" w14:textId="77777777" w:rsidR="006D4449" w:rsidRDefault="006D4449" w:rsidP="006D4449">
      <w:r>
        <w:t>276.0272</w:t>
      </w:r>
      <w:r>
        <w:tab/>
        <w:t>4.051e0</w:t>
      </w:r>
    </w:p>
    <w:p w14:paraId="036440AD" w14:textId="77777777" w:rsidR="006D4449" w:rsidRDefault="006D4449" w:rsidP="006D4449">
      <w:r>
        <w:t>276.0307</w:t>
      </w:r>
      <w:r>
        <w:tab/>
        <w:t>4.051e0</w:t>
      </w:r>
    </w:p>
    <w:p w14:paraId="3811D263" w14:textId="77777777" w:rsidR="006D4449" w:rsidRDefault="006D4449" w:rsidP="006D4449">
      <w:r>
        <w:t>276.0428</w:t>
      </w:r>
      <w:r>
        <w:tab/>
        <w:t>4.563e0</w:t>
      </w:r>
    </w:p>
    <w:p w14:paraId="1EC0F9E2" w14:textId="77777777" w:rsidR="006D4449" w:rsidRDefault="006D4449" w:rsidP="006D4449">
      <w:r>
        <w:t>276.0648</w:t>
      </w:r>
      <w:r>
        <w:tab/>
        <w:t>1.013e0</w:t>
      </w:r>
    </w:p>
    <w:p w14:paraId="6C3F0560" w14:textId="77777777" w:rsidR="006D4449" w:rsidRDefault="006D4449" w:rsidP="006D4449">
      <w:r>
        <w:t>276.0829</w:t>
      </w:r>
      <w:r>
        <w:tab/>
        <w:t>2.025e0</w:t>
      </w:r>
    </w:p>
    <w:p w14:paraId="48BE2F82" w14:textId="77777777" w:rsidR="006D4449" w:rsidRDefault="006D4449" w:rsidP="006D4449">
      <w:r>
        <w:t>276.0880</w:t>
      </w:r>
      <w:r>
        <w:tab/>
        <w:t>1.013e0</w:t>
      </w:r>
    </w:p>
    <w:p w14:paraId="43315CFA" w14:textId="77777777" w:rsidR="006D4449" w:rsidRDefault="006D4449" w:rsidP="006D4449">
      <w:r>
        <w:t>276.1000</w:t>
      </w:r>
      <w:r>
        <w:tab/>
        <w:t>1.013e0</w:t>
      </w:r>
    </w:p>
    <w:p w14:paraId="57C8B8FD" w14:textId="77777777" w:rsidR="006D4449" w:rsidRDefault="006D4449" w:rsidP="006D4449">
      <w:r>
        <w:t>276.1181</w:t>
      </w:r>
      <w:r>
        <w:tab/>
        <w:t>1.013e0</w:t>
      </w:r>
    </w:p>
    <w:p w14:paraId="4A6D9767" w14:textId="77777777" w:rsidR="006D4449" w:rsidRDefault="006D4449" w:rsidP="006D4449">
      <w:r>
        <w:t>276.1361</w:t>
      </w:r>
      <w:r>
        <w:tab/>
        <w:t>4.051e0</w:t>
      </w:r>
    </w:p>
    <w:p w14:paraId="69562DEC" w14:textId="77777777" w:rsidR="006D4449" w:rsidRDefault="006D4449" w:rsidP="006D4449">
      <w:r>
        <w:t>276.1448</w:t>
      </w:r>
      <w:r>
        <w:tab/>
        <w:t>3.038e0</w:t>
      </w:r>
    </w:p>
    <w:p w14:paraId="2A2C98F8" w14:textId="77777777" w:rsidR="006D4449" w:rsidRDefault="006D4449" w:rsidP="006D4449">
      <w:r>
        <w:t>276.1514</w:t>
      </w:r>
      <w:r>
        <w:tab/>
        <w:t>3.038e0</w:t>
      </w:r>
    </w:p>
    <w:p w14:paraId="0BF51A98" w14:textId="77777777" w:rsidR="006D4449" w:rsidRDefault="006D4449" w:rsidP="006D4449">
      <w:r>
        <w:lastRenderedPageBreak/>
        <w:t>276.1743</w:t>
      </w:r>
      <w:r>
        <w:tab/>
        <w:t>2.025e0</w:t>
      </w:r>
    </w:p>
    <w:p w14:paraId="5509EB0C" w14:textId="77777777" w:rsidR="006D4449" w:rsidRDefault="006D4449" w:rsidP="006D4449">
      <w:r>
        <w:t>276.2016</w:t>
      </w:r>
      <w:r>
        <w:tab/>
        <w:t>1.013e0</w:t>
      </w:r>
    </w:p>
    <w:p w14:paraId="788AFD2E" w14:textId="77777777" w:rsidR="006D4449" w:rsidRDefault="006D4449" w:rsidP="006D4449">
      <w:r>
        <w:t>276.2056</w:t>
      </w:r>
      <w:r>
        <w:tab/>
        <w:t>3.038e0</w:t>
      </w:r>
    </w:p>
    <w:p w14:paraId="071FB50A" w14:textId="77777777" w:rsidR="006D4449" w:rsidRDefault="006D4449" w:rsidP="006D4449">
      <w:r>
        <w:t>276.2248</w:t>
      </w:r>
      <w:r>
        <w:tab/>
        <w:t>1.013e0</w:t>
      </w:r>
    </w:p>
    <w:p w14:paraId="667106B0" w14:textId="77777777" w:rsidR="006D4449" w:rsidRDefault="006D4449" w:rsidP="006D4449">
      <w:r>
        <w:t>276.2388</w:t>
      </w:r>
      <w:r>
        <w:tab/>
        <w:t>3.038e0</w:t>
      </w:r>
    </w:p>
    <w:p w14:paraId="191A87C6" w14:textId="77777777" w:rsidR="006D4449" w:rsidRDefault="006D4449" w:rsidP="006D4449">
      <w:r>
        <w:t>276.2463</w:t>
      </w:r>
      <w:r>
        <w:tab/>
        <w:t>1.013e0</w:t>
      </w:r>
    </w:p>
    <w:p w14:paraId="29D777BF" w14:textId="77777777" w:rsidR="006D4449" w:rsidRDefault="006D4449" w:rsidP="006D4449">
      <w:r>
        <w:t>276.2648</w:t>
      </w:r>
      <w:r>
        <w:tab/>
        <w:t>2.025e0</w:t>
      </w:r>
    </w:p>
    <w:p w14:paraId="4A19926F" w14:textId="77777777" w:rsidR="006D4449" w:rsidRDefault="006D4449" w:rsidP="006D4449">
      <w:r>
        <w:t>276.2756</w:t>
      </w:r>
      <w:r>
        <w:tab/>
        <w:t>1.013e0</w:t>
      </w:r>
    </w:p>
    <w:p w14:paraId="52138111" w14:textId="77777777" w:rsidR="006D4449" w:rsidRDefault="006D4449" w:rsidP="006D4449">
      <w:r>
        <w:t>276.2818</w:t>
      </w:r>
      <w:r>
        <w:tab/>
        <w:t>1.013e0</w:t>
      </w:r>
    </w:p>
    <w:p w14:paraId="514B53B9" w14:textId="77777777" w:rsidR="006D4449" w:rsidRDefault="006D4449" w:rsidP="006D4449">
      <w:r>
        <w:t>276.3174</w:t>
      </w:r>
      <w:r>
        <w:tab/>
        <w:t>1.013e0</w:t>
      </w:r>
    </w:p>
    <w:p w14:paraId="51D7C549" w14:textId="77777777" w:rsidR="006D4449" w:rsidRDefault="006D4449" w:rsidP="006D4449">
      <w:r>
        <w:t>276.3685</w:t>
      </w:r>
      <w:r>
        <w:tab/>
        <w:t>1.013e0</w:t>
      </w:r>
    </w:p>
    <w:p w14:paraId="5DB85CA1" w14:textId="77777777" w:rsidR="006D4449" w:rsidRDefault="006D4449" w:rsidP="006D4449">
      <w:r>
        <w:t>276.4049</w:t>
      </w:r>
      <w:r>
        <w:tab/>
        <w:t>1.013e0</w:t>
      </w:r>
    </w:p>
    <w:p w14:paraId="04C687E6" w14:textId="77777777" w:rsidR="006D4449" w:rsidRDefault="006D4449" w:rsidP="006D4449">
      <w:r>
        <w:t>276.4401</w:t>
      </w:r>
      <w:r>
        <w:tab/>
        <w:t>1.013e0</w:t>
      </w:r>
    </w:p>
    <w:p w14:paraId="4F583C40" w14:textId="77777777" w:rsidR="006D4449" w:rsidRDefault="006D4449" w:rsidP="006D4449">
      <w:r>
        <w:t>276.4693</w:t>
      </w:r>
      <w:r>
        <w:tab/>
        <w:t>2.025e0</w:t>
      </w:r>
    </w:p>
    <w:p w14:paraId="070C37D9" w14:textId="77777777" w:rsidR="006D4449" w:rsidRDefault="006D4449" w:rsidP="006D4449">
      <w:r>
        <w:t>276.4714</w:t>
      </w:r>
      <w:r>
        <w:tab/>
        <w:t>1.013e0</w:t>
      </w:r>
    </w:p>
    <w:p w14:paraId="7AC73614" w14:textId="77777777" w:rsidR="006D4449" w:rsidRDefault="006D4449" w:rsidP="006D4449">
      <w:r>
        <w:t>276.4819</w:t>
      </w:r>
      <w:r>
        <w:tab/>
        <w:t>2.025e0</w:t>
      </w:r>
    </w:p>
    <w:p w14:paraId="47728A96" w14:textId="77777777" w:rsidR="006D4449" w:rsidRDefault="006D4449" w:rsidP="006D4449">
      <w:r>
        <w:t>276.5070</w:t>
      </w:r>
      <w:r>
        <w:tab/>
        <w:t>2.025e0</w:t>
      </w:r>
    </w:p>
    <w:p w14:paraId="103B76EF" w14:textId="77777777" w:rsidR="006D4449" w:rsidRDefault="006D4449" w:rsidP="006D4449">
      <w:r>
        <w:t>276.5104</w:t>
      </w:r>
      <w:r>
        <w:tab/>
        <w:t>1.013e0</w:t>
      </w:r>
    </w:p>
    <w:p w14:paraId="544E6B84" w14:textId="77777777" w:rsidR="006D4449" w:rsidRDefault="006D4449" w:rsidP="006D4449">
      <w:r>
        <w:t>276.5161</w:t>
      </w:r>
      <w:r>
        <w:tab/>
        <w:t>2.025e0</w:t>
      </w:r>
    </w:p>
    <w:p w14:paraId="5F7F85BC" w14:textId="77777777" w:rsidR="006D4449" w:rsidRDefault="006D4449" w:rsidP="006D4449">
      <w:r>
        <w:lastRenderedPageBreak/>
        <w:t>276.5678</w:t>
      </w:r>
      <w:r>
        <w:tab/>
        <w:t>2.025e0</w:t>
      </w:r>
    </w:p>
    <w:p w14:paraId="3A3A74E2" w14:textId="77777777" w:rsidR="006D4449" w:rsidRDefault="006D4449" w:rsidP="006D4449">
      <w:r>
        <w:t>276.5854</w:t>
      </w:r>
      <w:r>
        <w:tab/>
        <w:t>1.013e0</w:t>
      </w:r>
    </w:p>
    <w:p w14:paraId="6FA2D80B" w14:textId="77777777" w:rsidR="006D4449" w:rsidRDefault="006D4449" w:rsidP="006D4449">
      <w:r>
        <w:t>276.5990</w:t>
      </w:r>
      <w:r>
        <w:tab/>
        <w:t>1.013e0</w:t>
      </w:r>
    </w:p>
    <w:p w14:paraId="554704F2" w14:textId="77777777" w:rsidR="006D4449" w:rsidRDefault="006D4449" w:rsidP="006D4449">
      <w:r>
        <w:t>276.6501</w:t>
      </w:r>
      <w:r>
        <w:tab/>
        <w:t>2.025e0</w:t>
      </w:r>
    </w:p>
    <w:p w14:paraId="2095A7EF" w14:textId="77777777" w:rsidR="006D4449" w:rsidRDefault="006D4449" w:rsidP="006D4449">
      <w:r>
        <w:t>276.6568</w:t>
      </w:r>
      <w:r>
        <w:tab/>
        <w:t>2.025e0</w:t>
      </w:r>
    </w:p>
    <w:p w14:paraId="28584482" w14:textId="77777777" w:rsidR="006D4449" w:rsidRDefault="006D4449" w:rsidP="006D4449">
      <w:r>
        <w:t>276.6915</w:t>
      </w:r>
      <w:r>
        <w:tab/>
        <w:t>3.038e0</w:t>
      </w:r>
    </w:p>
    <w:p w14:paraId="5D48EA0B" w14:textId="77777777" w:rsidR="006D4449" w:rsidRDefault="006D4449" w:rsidP="006D4449">
      <w:r>
        <w:t>276.7239</w:t>
      </w:r>
      <w:r>
        <w:tab/>
        <w:t>1.013e0</w:t>
      </w:r>
    </w:p>
    <w:p w14:paraId="51479863" w14:textId="77777777" w:rsidR="006D4449" w:rsidRDefault="006D4449" w:rsidP="006D4449">
      <w:r>
        <w:t>276.7671</w:t>
      </w:r>
      <w:r>
        <w:tab/>
        <w:t>1.013e0</w:t>
      </w:r>
    </w:p>
    <w:p w14:paraId="42ADF97D" w14:textId="77777777" w:rsidR="006D4449" w:rsidRDefault="006D4449" w:rsidP="006D4449">
      <w:r>
        <w:t>276.7870</w:t>
      </w:r>
      <w:r>
        <w:tab/>
        <w:t>2.025e0</w:t>
      </w:r>
    </w:p>
    <w:p w14:paraId="2748FCFD" w14:textId="77777777" w:rsidR="006D4449" w:rsidRDefault="006D4449" w:rsidP="006D4449">
      <w:r>
        <w:t>276.8855</w:t>
      </w:r>
      <w:r>
        <w:tab/>
        <w:t>1.013e0</w:t>
      </w:r>
    </w:p>
    <w:p w14:paraId="361E41D0" w14:textId="77777777" w:rsidR="006D4449" w:rsidRDefault="006D4449" w:rsidP="006D4449">
      <w:r>
        <w:t>276.8906</w:t>
      </w:r>
      <w:r>
        <w:tab/>
        <w:t>1.013e0</w:t>
      </w:r>
    </w:p>
    <w:p w14:paraId="41CFA27A" w14:textId="77777777" w:rsidR="006D4449" w:rsidRDefault="006D4449" w:rsidP="006D4449">
      <w:r>
        <w:t>276.8917</w:t>
      </w:r>
      <w:r>
        <w:tab/>
        <w:t>1.013e0</w:t>
      </w:r>
    </w:p>
    <w:p w14:paraId="5598FAF6" w14:textId="77777777" w:rsidR="006D4449" w:rsidRDefault="006D4449" w:rsidP="006D4449">
      <w:r>
        <w:t>276.8976</w:t>
      </w:r>
      <w:r>
        <w:tab/>
        <w:t>2.025e0</w:t>
      </w:r>
    </w:p>
    <w:p w14:paraId="68E084A2" w14:textId="77777777" w:rsidR="006D4449" w:rsidRDefault="006D4449" w:rsidP="006D4449">
      <w:r>
        <w:t>276.9216</w:t>
      </w:r>
      <w:r>
        <w:tab/>
        <w:t>2.025e0</w:t>
      </w:r>
    </w:p>
    <w:p w14:paraId="084D2FD1" w14:textId="77777777" w:rsidR="006D4449" w:rsidRDefault="006D4449" w:rsidP="006D4449">
      <w:r>
        <w:t>276.9470</w:t>
      </w:r>
      <w:r>
        <w:tab/>
        <w:t>2.025e0</w:t>
      </w:r>
    </w:p>
    <w:p w14:paraId="14302D29" w14:textId="77777777" w:rsidR="006D4449" w:rsidRDefault="006D4449" w:rsidP="006D4449">
      <w:r>
        <w:t>276.9630</w:t>
      </w:r>
      <w:r>
        <w:tab/>
        <w:t>1.013e0</w:t>
      </w:r>
    </w:p>
    <w:p w14:paraId="17413545" w14:textId="77777777" w:rsidR="006D4449" w:rsidRDefault="006D4449" w:rsidP="006D4449">
      <w:r>
        <w:t>276.9884</w:t>
      </w:r>
      <w:r>
        <w:tab/>
        <w:t>1.013e0</w:t>
      </w:r>
    </w:p>
    <w:p w14:paraId="3BA55476" w14:textId="77777777" w:rsidR="006D4449" w:rsidRDefault="006D4449" w:rsidP="006D4449">
      <w:r>
        <w:t>276.9898</w:t>
      </w:r>
      <w:r>
        <w:tab/>
        <w:t>3.038e0</w:t>
      </w:r>
    </w:p>
    <w:p w14:paraId="50A5F5C7" w14:textId="77777777" w:rsidR="006D4449" w:rsidRDefault="006D4449" w:rsidP="006D4449">
      <w:r>
        <w:t>276.9987</w:t>
      </w:r>
      <w:r>
        <w:tab/>
        <w:t>6.076e0</w:t>
      </w:r>
    </w:p>
    <w:p w14:paraId="09D2B501" w14:textId="77777777" w:rsidR="006D4449" w:rsidRDefault="006D4449" w:rsidP="006D4449">
      <w:r>
        <w:lastRenderedPageBreak/>
        <w:t>277.0119</w:t>
      </w:r>
      <w:r>
        <w:tab/>
        <w:t>2.025e0</w:t>
      </w:r>
    </w:p>
    <w:p w14:paraId="73769571" w14:textId="77777777" w:rsidR="006D4449" w:rsidRDefault="006D4449" w:rsidP="006D4449">
      <w:r>
        <w:t>277.0349</w:t>
      </w:r>
      <w:r>
        <w:tab/>
        <w:t>1.003e1</w:t>
      </w:r>
    </w:p>
    <w:p w14:paraId="27500517" w14:textId="77777777" w:rsidR="006D4449" w:rsidRDefault="006D4449" w:rsidP="006D4449">
      <w:r>
        <w:t>277.0361</w:t>
      </w:r>
      <w:r>
        <w:tab/>
        <w:t>3.187e0</w:t>
      </w:r>
    </w:p>
    <w:p w14:paraId="43E012B4" w14:textId="77777777" w:rsidR="006D4449" w:rsidRDefault="006D4449" w:rsidP="006D4449">
      <w:r>
        <w:t>277.0501</w:t>
      </w:r>
      <w:r>
        <w:tab/>
        <w:t>1.013e0</w:t>
      </w:r>
    </w:p>
    <w:p w14:paraId="063A6AF2" w14:textId="77777777" w:rsidR="006D4449" w:rsidRDefault="006D4449" w:rsidP="006D4449">
      <w:r>
        <w:t>277.0598</w:t>
      </w:r>
      <w:r>
        <w:tab/>
        <w:t>2.025e0</w:t>
      </w:r>
    </w:p>
    <w:p w14:paraId="0A257A71" w14:textId="77777777" w:rsidR="006D4449" w:rsidRDefault="006D4449" w:rsidP="006D4449">
      <w:r>
        <w:t>277.0636</w:t>
      </w:r>
      <w:r>
        <w:tab/>
        <w:t>1.013e0</w:t>
      </w:r>
    </w:p>
    <w:p w14:paraId="5AD70130" w14:textId="77777777" w:rsidR="006D4449" w:rsidRDefault="006D4449" w:rsidP="006D4449">
      <w:r>
        <w:t>277.0941</w:t>
      </w:r>
      <w:r>
        <w:tab/>
        <w:t>2.025e0</w:t>
      </w:r>
    </w:p>
    <w:p w14:paraId="05557ADD" w14:textId="77777777" w:rsidR="006D4449" w:rsidRDefault="006D4449" w:rsidP="006D4449">
      <w:r>
        <w:t>277.0999</w:t>
      </w:r>
      <w:r>
        <w:tab/>
        <w:t>2.025e0</w:t>
      </w:r>
    </w:p>
    <w:p w14:paraId="3B571D65" w14:textId="77777777" w:rsidR="006D4449" w:rsidRDefault="006D4449" w:rsidP="006D4449">
      <w:r>
        <w:t>277.1131</w:t>
      </w:r>
      <w:r>
        <w:tab/>
        <w:t>4.051e0</w:t>
      </w:r>
    </w:p>
    <w:p w14:paraId="180F6C82" w14:textId="77777777" w:rsidR="006D4449" w:rsidRDefault="006D4449" w:rsidP="006D4449">
      <w:r>
        <w:t>277.1242</w:t>
      </w:r>
      <w:r>
        <w:tab/>
        <w:t>3.038e0</w:t>
      </w:r>
    </w:p>
    <w:p w14:paraId="22C26F46" w14:textId="77777777" w:rsidR="006D4449" w:rsidRDefault="006D4449" w:rsidP="006D4449">
      <w:r>
        <w:t>277.1308</w:t>
      </w:r>
      <w:r>
        <w:tab/>
        <w:t>2.025e0</w:t>
      </w:r>
    </w:p>
    <w:p w14:paraId="1833A52D" w14:textId="77777777" w:rsidR="006D4449" w:rsidRDefault="006D4449" w:rsidP="006D4449">
      <w:r>
        <w:t>277.1439</w:t>
      </w:r>
      <w:r>
        <w:tab/>
        <w:t>3.038e0</w:t>
      </w:r>
    </w:p>
    <w:p w14:paraId="10547389" w14:textId="77777777" w:rsidR="006D4449" w:rsidRDefault="006D4449" w:rsidP="006D4449">
      <w:r>
        <w:t>277.1654</w:t>
      </w:r>
      <w:r>
        <w:tab/>
        <w:t>1.013e0</w:t>
      </w:r>
    </w:p>
    <w:p w14:paraId="12E10D7D" w14:textId="77777777" w:rsidR="006D4449" w:rsidRDefault="006D4449" w:rsidP="006D4449">
      <w:r>
        <w:t>277.1739</w:t>
      </w:r>
      <w:r>
        <w:tab/>
        <w:t>1.013e0</w:t>
      </w:r>
    </w:p>
    <w:p w14:paraId="5ECF2928" w14:textId="77777777" w:rsidR="006D4449" w:rsidRDefault="006D4449" w:rsidP="006D4449">
      <w:r>
        <w:t>277.1770</w:t>
      </w:r>
      <w:r>
        <w:tab/>
        <w:t>2.862e0</w:t>
      </w:r>
    </w:p>
    <w:p w14:paraId="4C6ADEF0" w14:textId="77777777" w:rsidR="006D4449" w:rsidRDefault="006D4449" w:rsidP="006D4449">
      <w:r>
        <w:t>277.1811</w:t>
      </w:r>
      <w:r>
        <w:tab/>
        <w:t>2.025e0</w:t>
      </w:r>
    </w:p>
    <w:p w14:paraId="3AF77D3F" w14:textId="77777777" w:rsidR="006D4449" w:rsidRDefault="006D4449" w:rsidP="006D4449">
      <w:r>
        <w:t>277.1960</w:t>
      </w:r>
      <w:r>
        <w:tab/>
        <w:t>1.013e0</w:t>
      </w:r>
    </w:p>
    <w:p w14:paraId="438CAE7B" w14:textId="77777777" w:rsidR="006D4449" w:rsidRDefault="006D4449" w:rsidP="006D4449">
      <w:r>
        <w:t>277.2017</w:t>
      </w:r>
      <w:r>
        <w:tab/>
        <w:t>3.038e0</w:t>
      </w:r>
    </w:p>
    <w:p w14:paraId="070E814C" w14:textId="77777777" w:rsidR="006D4449" w:rsidRDefault="006D4449" w:rsidP="006D4449">
      <w:r>
        <w:t>277.2309</w:t>
      </w:r>
      <w:r>
        <w:tab/>
        <w:t>2.025e0</w:t>
      </w:r>
    </w:p>
    <w:p w14:paraId="52830791" w14:textId="77777777" w:rsidR="006D4449" w:rsidRDefault="006D4449" w:rsidP="006D4449">
      <w:r>
        <w:lastRenderedPageBreak/>
        <w:t>277.2365</w:t>
      </w:r>
      <w:r>
        <w:tab/>
        <w:t>1.013e0</w:t>
      </w:r>
    </w:p>
    <w:p w14:paraId="07C6200B" w14:textId="77777777" w:rsidR="006D4449" w:rsidRDefault="006D4449" w:rsidP="006D4449">
      <w:r>
        <w:t>277.2401</w:t>
      </w:r>
      <w:r>
        <w:tab/>
        <w:t>2.025e0</w:t>
      </w:r>
    </w:p>
    <w:p w14:paraId="56C7FBB8" w14:textId="77777777" w:rsidR="006D4449" w:rsidRDefault="006D4449" w:rsidP="006D4449">
      <w:r>
        <w:t>277.2476</w:t>
      </w:r>
      <w:r>
        <w:tab/>
        <w:t>2.025e0</w:t>
      </w:r>
    </w:p>
    <w:p w14:paraId="5110A4C0" w14:textId="77777777" w:rsidR="006D4449" w:rsidRDefault="006D4449" w:rsidP="006D4449">
      <w:r>
        <w:t>277.2578</w:t>
      </w:r>
      <w:r>
        <w:tab/>
        <w:t>2.025e0</w:t>
      </w:r>
    </w:p>
    <w:p w14:paraId="068D2A9A" w14:textId="77777777" w:rsidR="006D4449" w:rsidRDefault="006D4449" w:rsidP="006D4449">
      <w:r>
        <w:t>277.3162</w:t>
      </w:r>
      <w:r>
        <w:tab/>
        <w:t>1.013e0</w:t>
      </w:r>
    </w:p>
    <w:p w14:paraId="70A8090B" w14:textId="77777777" w:rsidR="006D4449" w:rsidRDefault="006D4449" w:rsidP="006D4449">
      <w:r>
        <w:t>277.3502</w:t>
      </w:r>
      <w:r>
        <w:tab/>
        <w:t>2.025e0</w:t>
      </w:r>
    </w:p>
    <w:p w14:paraId="796FE68D" w14:textId="77777777" w:rsidR="006D4449" w:rsidRDefault="006D4449" w:rsidP="006D4449">
      <w:r>
        <w:t>277.3703</w:t>
      </w:r>
      <w:r>
        <w:tab/>
        <w:t>1.013e0</w:t>
      </w:r>
    </w:p>
    <w:p w14:paraId="54EC9D4B" w14:textId="77777777" w:rsidR="006D4449" w:rsidRDefault="006D4449" w:rsidP="006D4449">
      <w:r>
        <w:t>277.4491</w:t>
      </w:r>
      <w:r>
        <w:tab/>
        <w:t>1.013e0</w:t>
      </w:r>
    </w:p>
    <w:p w14:paraId="145B19A5" w14:textId="77777777" w:rsidR="006D4449" w:rsidRDefault="006D4449" w:rsidP="006D4449">
      <w:r>
        <w:t>277.4510</w:t>
      </w:r>
      <w:r>
        <w:tab/>
        <w:t>2.025e0</w:t>
      </w:r>
    </w:p>
    <w:p w14:paraId="05F388CA" w14:textId="77777777" w:rsidR="006D4449" w:rsidRDefault="006D4449" w:rsidP="006D4449">
      <w:r>
        <w:t>277.4844</w:t>
      </w:r>
      <w:r>
        <w:tab/>
        <w:t>1.013e0</w:t>
      </w:r>
    </w:p>
    <w:p w14:paraId="6AD3698C" w14:textId="77777777" w:rsidR="006D4449" w:rsidRDefault="006D4449" w:rsidP="006D4449">
      <w:r>
        <w:t>277.5628</w:t>
      </w:r>
      <w:r>
        <w:tab/>
        <w:t>1.013e0</w:t>
      </w:r>
    </w:p>
    <w:p w14:paraId="4B851A97" w14:textId="77777777" w:rsidR="006D4449" w:rsidRDefault="006D4449" w:rsidP="006D4449">
      <w:r>
        <w:t>277.5742</w:t>
      </w:r>
      <w:r>
        <w:tab/>
        <w:t>1.013e0</w:t>
      </w:r>
    </w:p>
    <w:p w14:paraId="4C5A0113" w14:textId="77777777" w:rsidR="006D4449" w:rsidRDefault="006D4449" w:rsidP="006D4449">
      <w:r>
        <w:t>277.5781</w:t>
      </w:r>
      <w:r>
        <w:tab/>
        <w:t>2.025e0</w:t>
      </w:r>
    </w:p>
    <w:p w14:paraId="33E81729" w14:textId="77777777" w:rsidR="006D4449" w:rsidRDefault="006D4449" w:rsidP="006D4449">
      <w:r>
        <w:t>277.5809</w:t>
      </w:r>
      <w:r>
        <w:tab/>
        <w:t>1.013e0</w:t>
      </w:r>
    </w:p>
    <w:p w14:paraId="69CD50E4" w14:textId="77777777" w:rsidR="006D4449" w:rsidRDefault="006D4449" w:rsidP="006D4449">
      <w:r>
        <w:t>277.5946</w:t>
      </w:r>
      <w:r>
        <w:tab/>
        <w:t>1.013e0</w:t>
      </w:r>
    </w:p>
    <w:p w14:paraId="04A5223C" w14:textId="77777777" w:rsidR="006D4449" w:rsidRDefault="006D4449" w:rsidP="006D4449">
      <w:r>
        <w:t>277.6154</w:t>
      </w:r>
      <w:r>
        <w:tab/>
        <w:t>2.025e0</w:t>
      </w:r>
    </w:p>
    <w:p w14:paraId="4E1EFE62" w14:textId="77777777" w:rsidR="006D4449" w:rsidRDefault="006D4449" w:rsidP="006D4449">
      <w:r>
        <w:t>277.6354</w:t>
      </w:r>
      <w:r>
        <w:tab/>
        <w:t>1.013e0</w:t>
      </w:r>
    </w:p>
    <w:p w14:paraId="1611E459" w14:textId="77777777" w:rsidR="006D4449" w:rsidRDefault="006D4449" w:rsidP="006D4449">
      <w:r>
        <w:t>277.6602</w:t>
      </w:r>
      <w:r>
        <w:tab/>
        <w:t>2.025e0</w:t>
      </w:r>
    </w:p>
    <w:p w14:paraId="4771EFA4" w14:textId="77777777" w:rsidR="006D4449" w:rsidRDefault="006D4449" w:rsidP="006D4449">
      <w:r>
        <w:t>277.6747</w:t>
      </w:r>
      <w:r>
        <w:tab/>
        <w:t>1.013e0</w:t>
      </w:r>
    </w:p>
    <w:p w14:paraId="79034117" w14:textId="77777777" w:rsidR="006D4449" w:rsidRDefault="006D4449" w:rsidP="006D4449">
      <w:r>
        <w:lastRenderedPageBreak/>
        <w:t>277.6759</w:t>
      </w:r>
      <w:r>
        <w:tab/>
        <w:t>1.013e0</w:t>
      </w:r>
    </w:p>
    <w:p w14:paraId="0CE4F962" w14:textId="77777777" w:rsidR="006D4449" w:rsidRDefault="006D4449" w:rsidP="006D4449">
      <w:r>
        <w:t>277.7231</w:t>
      </w:r>
      <w:r>
        <w:tab/>
        <w:t>1.013e0</w:t>
      </w:r>
    </w:p>
    <w:p w14:paraId="473FD8FA" w14:textId="77777777" w:rsidR="006D4449" w:rsidRDefault="006D4449" w:rsidP="006D4449">
      <w:r>
        <w:t>277.7272</w:t>
      </w:r>
      <w:r>
        <w:tab/>
        <w:t>1.013e0</w:t>
      </w:r>
    </w:p>
    <w:p w14:paraId="7773C762" w14:textId="77777777" w:rsidR="006D4449" w:rsidRDefault="006D4449" w:rsidP="006D4449">
      <w:r>
        <w:t>277.7776</w:t>
      </w:r>
      <w:r>
        <w:tab/>
        <w:t>1.013e0</w:t>
      </w:r>
    </w:p>
    <w:p w14:paraId="2FB4EF44" w14:textId="77777777" w:rsidR="006D4449" w:rsidRDefault="006D4449" w:rsidP="006D4449">
      <w:r>
        <w:t>277.8198</w:t>
      </w:r>
      <w:r>
        <w:tab/>
        <w:t>1.013e0</w:t>
      </w:r>
    </w:p>
    <w:p w14:paraId="4B4BD680" w14:textId="77777777" w:rsidR="006D4449" w:rsidRDefault="006D4449" w:rsidP="006D4449">
      <w:r>
        <w:t>277.8209</w:t>
      </w:r>
      <w:r>
        <w:tab/>
        <w:t>1.013e0</w:t>
      </w:r>
    </w:p>
    <w:p w14:paraId="3770BB53" w14:textId="77777777" w:rsidR="006D4449" w:rsidRDefault="006D4449" w:rsidP="006D4449">
      <w:r>
        <w:t>277.8649</w:t>
      </w:r>
      <w:r>
        <w:tab/>
        <w:t>1.013e0</w:t>
      </w:r>
    </w:p>
    <w:p w14:paraId="7ACF3C49" w14:textId="77777777" w:rsidR="006D4449" w:rsidRDefault="006D4449" w:rsidP="006D4449">
      <w:r>
        <w:t>277.8729</w:t>
      </w:r>
      <w:r>
        <w:tab/>
        <w:t>3.038e0</w:t>
      </w:r>
    </w:p>
    <w:p w14:paraId="7B48B440" w14:textId="77777777" w:rsidR="006D4449" w:rsidRDefault="006D4449" w:rsidP="006D4449">
      <w:r>
        <w:t>277.8739</w:t>
      </w:r>
      <w:r>
        <w:tab/>
        <w:t>1.013e0</w:t>
      </w:r>
    </w:p>
    <w:p w14:paraId="2F3805A5" w14:textId="77777777" w:rsidR="006D4449" w:rsidRDefault="006D4449" w:rsidP="006D4449">
      <w:r>
        <w:t>277.9046</w:t>
      </w:r>
      <w:r>
        <w:tab/>
        <w:t>1.013e0</w:t>
      </w:r>
    </w:p>
    <w:p w14:paraId="133D514D" w14:textId="77777777" w:rsidR="006D4449" w:rsidRDefault="006D4449" w:rsidP="006D4449">
      <w:r>
        <w:t>277.9206</w:t>
      </w:r>
      <w:r>
        <w:tab/>
        <w:t>2.025e0</w:t>
      </w:r>
    </w:p>
    <w:p w14:paraId="3264BFF4" w14:textId="77777777" w:rsidR="006D4449" w:rsidRDefault="006D4449" w:rsidP="006D4449">
      <w:r>
        <w:t>277.9602</w:t>
      </w:r>
      <w:r>
        <w:tab/>
        <w:t>9.575e0</w:t>
      </w:r>
    </w:p>
    <w:p w14:paraId="5E24CA55" w14:textId="77777777" w:rsidR="006D4449" w:rsidRDefault="006D4449" w:rsidP="006D4449">
      <w:r>
        <w:t>277.9623</w:t>
      </w:r>
      <w:r>
        <w:tab/>
        <w:t>3.038e0</w:t>
      </w:r>
    </w:p>
    <w:p w14:paraId="4472FECA" w14:textId="77777777" w:rsidR="006D4449" w:rsidRDefault="006D4449" w:rsidP="006D4449">
      <w:r>
        <w:t>277.9635</w:t>
      </w:r>
      <w:r>
        <w:tab/>
        <w:t>9.114e0</w:t>
      </w:r>
    </w:p>
    <w:p w14:paraId="0AA5520B" w14:textId="77777777" w:rsidR="006D4449" w:rsidRDefault="006D4449" w:rsidP="006D4449">
      <w:r>
        <w:t>277.9656</w:t>
      </w:r>
      <w:r>
        <w:tab/>
        <w:t>1.175e1</w:t>
      </w:r>
    </w:p>
    <w:p w14:paraId="03492E7E" w14:textId="77777777" w:rsidR="006D4449" w:rsidRDefault="006D4449" w:rsidP="006D4449">
      <w:r>
        <w:t>277.9713</w:t>
      </w:r>
      <w:r>
        <w:tab/>
        <w:t>1.114e1</w:t>
      </w:r>
    </w:p>
    <w:p w14:paraId="2989379F" w14:textId="77777777" w:rsidR="006D4449" w:rsidRDefault="006D4449" w:rsidP="006D4449">
      <w:r>
        <w:t>277.9879</w:t>
      </w:r>
      <w:r>
        <w:tab/>
        <w:t>5.128e0</w:t>
      </w:r>
    </w:p>
    <w:p w14:paraId="102789D0" w14:textId="77777777" w:rsidR="006D4449" w:rsidRDefault="006D4449" w:rsidP="006D4449">
      <w:r>
        <w:t>278.0067</w:t>
      </w:r>
      <w:r>
        <w:tab/>
        <w:t>1.013e0</w:t>
      </w:r>
    </w:p>
    <w:p w14:paraId="57DE99C6" w14:textId="77777777" w:rsidR="006D4449" w:rsidRDefault="006D4449" w:rsidP="006D4449">
      <w:r>
        <w:t>278.0195</w:t>
      </w:r>
      <w:r>
        <w:tab/>
        <w:t>4.051e0</w:t>
      </w:r>
    </w:p>
    <w:p w14:paraId="11BE1707" w14:textId="77777777" w:rsidR="006D4449" w:rsidRDefault="006D4449" w:rsidP="006D4449">
      <w:r>
        <w:lastRenderedPageBreak/>
        <w:t>278.0309</w:t>
      </w:r>
      <w:r>
        <w:tab/>
        <w:t>3.038e0</w:t>
      </w:r>
    </w:p>
    <w:p w14:paraId="44860FB4" w14:textId="77777777" w:rsidR="006D4449" w:rsidRDefault="006D4449" w:rsidP="006D4449">
      <w:r>
        <w:t>278.0438</w:t>
      </w:r>
      <w:r>
        <w:tab/>
        <w:t>5.063e0</w:t>
      </w:r>
    </w:p>
    <w:p w14:paraId="66155404" w14:textId="77777777" w:rsidR="006D4449" w:rsidRDefault="006D4449" w:rsidP="006D4449">
      <w:r>
        <w:t>278.0487</w:t>
      </w:r>
      <w:r>
        <w:tab/>
        <w:t>4.051e0</w:t>
      </w:r>
    </w:p>
    <w:p w14:paraId="5B44FF4F" w14:textId="77777777" w:rsidR="006D4449" w:rsidRDefault="006D4449" w:rsidP="006D4449">
      <w:r>
        <w:t>278.0679</w:t>
      </w:r>
      <w:r>
        <w:tab/>
        <w:t>1.013e0</w:t>
      </w:r>
    </w:p>
    <w:p w14:paraId="01035C16" w14:textId="77777777" w:rsidR="006D4449" w:rsidRDefault="006D4449" w:rsidP="006D4449">
      <w:r>
        <w:t>278.0858</w:t>
      </w:r>
      <w:r>
        <w:tab/>
        <w:t>1.013e0</w:t>
      </w:r>
    </w:p>
    <w:p w14:paraId="78F0580F" w14:textId="77777777" w:rsidR="006D4449" w:rsidRDefault="006D4449" w:rsidP="006D4449">
      <w:r>
        <w:t>278.0870</w:t>
      </w:r>
      <w:r>
        <w:tab/>
        <w:t>1.013e0</w:t>
      </w:r>
    </w:p>
    <w:p w14:paraId="376F2DC3" w14:textId="77777777" w:rsidR="006D4449" w:rsidRDefault="006D4449" w:rsidP="006D4449">
      <w:r>
        <w:t>278.0941</w:t>
      </w:r>
      <w:r>
        <w:tab/>
        <w:t>1.980e0</w:t>
      </w:r>
    </w:p>
    <w:p w14:paraId="3F3B7006" w14:textId="77777777" w:rsidR="006D4449" w:rsidRDefault="006D4449" w:rsidP="006D4449">
      <w:r>
        <w:t>278.1202</w:t>
      </w:r>
      <w:r>
        <w:tab/>
        <w:t>7.089e0</w:t>
      </w:r>
    </w:p>
    <w:p w14:paraId="66457C61" w14:textId="77777777" w:rsidR="006D4449" w:rsidRDefault="006D4449" w:rsidP="006D4449">
      <w:r>
        <w:t>278.1226</w:t>
      </w:r>
      <w:r>
        <w:tab/>
        <w:t>6.076e0</w:t>
      </w:r>
    </w:p>
    <w:p w14:paraId="12C18C27" w14:textId="77777777" w:rsidR="006D4449" w:rsidRDefault="006D4449" w:rsidP="006D4449">
      <w:r>
        <w:t>278.1255</w:t>
      </w:r>
      <w:r>
        <w:tab/>
        <w:t>5.063e0</w:t>
      </w:r>
    </w:p>
    <w:p w14:paraId="262A71C3" w14:textId="77777777" w:rsidR="006D4449" w:rsidRDefault="006D4449" w:rsidP="006D4449">
      <w:r>
        <w:t>278.1334</w:t>
      </w:r>
      <w:r>
        <w:tab/>
        <w:t>4.051e0</w:t>
      </w:r>
    </w:p>
    <w:p w14:paraId="455B0527" w14:textId="77777777" w:rsidR="006D4449" w:rsidRDefault="006D4449" w:rsidP="006D4449">
      <w:r>
        <w:t>278.1682</w:t>
      </w:r>
      <w:r>
        <w:tab/>
        <w:t>3.436e0</w:t>
      </w:r>
    </w:p>
    <w:p w14:paraId="4FE195AA" w14:textId="77777777" w:rsidR="006D4449" w:rsidRDefault="006D4449" w:rsidP="006D4449">
      <w:r>
        <w:t>278.1729</w:t>
      </w:r>
      <w:r>
        <w:tab/>
        <w:t>2.025e0</w:t>
      </w:r>
    </w:p>
    <w:p w14:paraId="1C377533" w14:textId="77777777" w:rsidR="006D4449" w:rsidRDefault="006D4449" w:rsidP="006D4449">
      <w:r>
        <w:t>278.1782</w:t>
      </w:r>
      <w:r>
        <w:tab/>
        <w:t>3.038e0</w:t>
      </w:r>
    </w:p>
    <w:p w14:paraId="1697E239" w14:textId="77777777" w:rsidR="006D4449" w:rsidRDefault="006D4449" w:rsidP="006D4449">
      <w:r>
        <w:t>278.1911</w:t>
      </w:r>
      <w:r>
        <w:tab/>
        <w:t>3.038e0</w:t>
      </w:r>
    </w:p>
    <w:p w14:paraId="5BCE5D20" w14:textId="77777777" w:rsidR="006D4449" w:rsidRDefault="006D4449" w:rsidP="006D4449">
      <w:r>
        <w:t>278.2027</w:t>
      </w:r>
      <w:r>
        <w:tab/>
        <w:t>4.051e0</w:t>
      </w:r>
    </w:p>
    <w:p w14:paraId="16D78C37" w14:textId="77777777" w:rsidR="006D4449" w:rsidRDefault="006D4449" w:rsidP="006D4449">
      <w:r>
        <w:t>278.2160</w:t>
      </w:r>
      <w:r>
        <w:tab/>
        <w:t>1.013e0</w:t>
      </w:r>
    </w:p>
    <w:p w14:paraId="662AC98F" w14:textId="77777777" w:rsidR="006D4449" w:rsidRDefault="006D4449" w:rsidP="006D4449">
      <w:r>
        <w:t>278.2241</w:t>
      </w:r>
      <w:r>
        <w:tab/>
        <w:t>1.013e0</w:t>
      </w:r>
    </w:p>
    <w:p w14:paraId="128359E7" w14:textId="77777777" w:rsidR="006D4449" w:rsidRDefault="006D4449" w:rsidP="006D4449">
      <w:r>
        <w:t>278.2377</w:t>
      </w:r>
      <w:r>
        <w:tab/>
        <w:t>1.013e0</w:t>
      </w:r>
    </w:p>
    <w:p w14:paraId="541CBC6C" w14:textId="77777777" w:rsidR="006D4449" w:rsidRDefault="006D4449" w:rsidP="006D4449">
      <w:r>
        <w:lastRenderedPageBreak/>
        <w:t>278.2594</w:t>
      </w:r>
      <w:r>
        <w:tab/>
        <w:t>1.013e0</w:t>
      </w:r>
    </w:p>
    <w:p w14:paraId="6D755C57" w14:textId="77777777" w:rsidR="006D4449" w:rsidRDefault="006D4449" w:rsidP="006D4449">
      <w:r>
        <w:t>278.2826</w:t>
      </w:r>
      <w:r>
        <w:tab/>
        <w:t>1.013e0</w:t>
      </w:r>
    </w:p>
    <w:p w14:paraId="4A645F07" w14:textId="77777777" w:rsidR="006D4449" w:rsidRDefault="006D4449" w:rsidP="006D4449">
      <w:r>
        <w:t>278.3590</w:t>
      </w:r>
      <w:r>
        <w:tab/>
        <w:t>4.051e0</w:t>
      </w:r>
    </w:p>
    <w:p w14:paraId="079E7F44" w14:textId="77777777" w:rsidR="006D4449" w:rsidRDefault="006D4449" w:rsidP="006D4449">
      <w:r>
        <w:t>278.3708</w:t>
      </w:r>
      <w:r>
        <w:tab/>
        <w:t>2.025e0</w:t>
      </w:r>
    </w:p>
    <w:p w14:paraId="66850082" w14:textId="77777777" w:rsidR="006D4449" w:rsidRDefault="006D4449" w:rsidP="006D4449">
      <w:r>
        <w:t>278.3794</w:t>
      </w:r>
      <w:r>
        <w:tab/>
        <w:t>2.025e0</w:t>
      </w:r>
    </w:p>
    <w:p w14:paraId="17716CE5" w14:textId="77777777" w:rsidR="006D4449" w:rsidRDefault="006D4449" w:rsidP="006D4449">
      <w:r>
        <w:t>278.4319</w:t>
      </w:r>
      <w:r>
        <w:tab/>
        <w:t>1.013e0</w:t>
      </w:r>
    </w:p>
    <w:p w14:paraId="756B55B8" w14:textId="77777777" w:rsidR="006D4449" w:rsidRDefault="006D4449" w:rsidP="006D4449">
      <w:r>
        <w:t>278.4329</w:t>
      </w:r>
      <w:r>
        <w:tab/>
        <w:t>2.025e0</w:t>
      </w:r>
    </w:p>
    <w:p w14:paraId="31C46D74" w14:textId="77777777" w:rsidR="006D4449" w:rsidRDefault="006D4449" w:rsidP="006D4449">
      <w:r>
        <w:t>278.4471</w:t>
      </w:r>
      <w:r>
        <w:tab/>
        <w:t>1.013e0</w:t>
      </w:r>
    </w:p>
    <w:p w14:paraId="57A7CD7C" w14:textId="77777777" w:rsidR="006D4449" w:rsidRDefault="006D4449" w:rsidP="006D4449">
      <w:r>
        <w:t>278.4538</w:t>
      </w:r>
      <w:r>
        <w:tab/>
        <w:t>1.013e0</w:t>
      </w:r>
    </w:p>
    <w:p w14:paraId="5B82FFC9" w14:textId="77777777" w:rsidR="006D4449" w:rsidRDefault="006D4449" w:rsidP="006D4449">
      <w:r>
        <w:t>278.4903</w:t>
      </w:r>
      <w:r>
        <w:tab/>
        <w:t>1.013e0</w:t>
      </w:r>
    </w:p>
    <w:p w14:paraId="4B9BB7E2" w14:textId="77777777" w:rsidR="006D4449" w:rsidRDefault="006D4449" w:rsidP="006D4449">
      <w:r>
        <w:t>278.5137</w:t>
      </w:r>
      <w:r>
        <w:tab/>
        <w:t>1.013e0</w:t>
      </w:r>
    </w:p>
    <w:p w14:paraId="2FEA283A" w14:textId="77777777" w:rsidR="006D4449" w:rsidRDefault="006D4449" w:rsidP="006D4449">
      <w:r>
        <w:t>278.5444</w:t>
      </w:r>
      <w:r>
        <w:tab/>
        <w:t>1.013e0</w:t>
      </w:r>
    </w:p>
    <w:p w14:paraId="45160BB7" w14:textId="77777777" w:rsidR="006D4449" w:rsidRDefault="006D4449" w:rsidP="006D4449">
      <w:r>
        <w:t>278.5456</w:t>
      </w:r>
      <w:r>
        <w:tab/>
        <w:t>2.025e0</w:t>
      </w:r>
    </w:p>
    <w:p w14:paraId="79CC52BA" w14:textId="77777777" w:rsidR="006D4449" w:rsidRDefault="006D4449" w:rsidP="006D4449">
      <w:r>
        <w:t>278.5713</w:t>
      </w:r>
      <w:r>
        <w:tab/>
        <w:t>2.025e0</w:t>
      </w:r>
    </w:p>
    <w:p w14:paraId="2E8EB550" w14:textId="77777777" w:rsidR="006D4449" w:rsidRDefault="006D4449" w:rsidP="006D4449">
      <w:r>
        <w:t>278.5949</w:t>
      </w:r>
      <w:r>
        <w:tab/>
        <w:t>1.013e0</w:t>
      </w:r>
    </w:p>
    <w:p w14:paraId="33CE8EC3" w14:textId="77777777" w:rsidR="006D4449" w:rsidRDefault="006D4449" w:rsidP="006D4449">
      <w:r>
        <w:t>278.6076</w:t>
      </w:r>
      <w:r>
        <w:tab/>
        <w:t>2.025e0</w:t>
      </w:r>
    </w:p>
    <w:p w14:paraId="16479A5F" w14:textId="77777777" w:rsidR="006D4449" w:rsidRDefault="006D4449" w:rsidP="006D4449">
      <w:r>
        <w:t>278.6155</w:t>
      </w:r>
      <w:r>
        <w:tab/>
        <w:t>1.013e0</w:t>
      </w:r>
    </w:p>
    <w:p w14:paraId="53F9E595" w14:textId="77777777" w:rsidR="006D4449" w:rsidRDefault="006D4449" w:rsidP="006D4449">
      <w:r>
        <w:t>278.6411</w:t>
      </w:r>
      <w:r>
        <w:tab/>
        <w:t>2.025e0</w:t>
      </w:r>
    </w:p>
    <w:p w14:paraId="34E97260" w14:textId="77777777" w:rsidR="006D4449" w:rsidRDefault="006D4449" w:rsidP="006D4449">
      <w:r>
        <w:t>278.6495</w:t>
      </w:r>
      <w:r>
        <w:tab/>
        <w:t>1.013e0</w:t>
      </w:r>
    </w:p>
    <w:p w14:paraId="7AD5A044" w14:textId="77777777" w:rsidR="006D4449" w:rsidRDefault="006D4449" w:rsidP="006D4449">
      <w:r>
        <w:lastRenderedPageBreak/>
        <w:t>278.6547</w:t>
      </w:r>
      <w:r>
        <w:tab/>
        <w:t>1.013e0</w:t>
      </w:r>
    </w:p>
    <w:p w14:paraId="70725746" w14:textId="77777777" w:rsidR="006D4449" w:rsidRDefault="006D4449" w:rsidP="006D4449">
      <w:r>
        <w:t>278.6588</w:t>
      </w:r>
      <w:r>
        <w:tab/>
        <w:t>1.013e0</w:t>
      </w:r>
    </w:p>
    <w:p w14:paraId="6D8AFAF5" w14:textId="77777777" w:rsidR="006D4449" w:rsidRDefault="006D4449" w:rsidP="006D4449">
      <w:r>
        <w:t>278.6819</w:t>
      </w:r>
      <w:r>
        <w:tab/>
        <w:t>2.025e0</w:t>
      </w:r>
    </w:p>
    <w:p w14:paraId="07CA83D1" w14:textId="77777777" w:rsidR="006D4449" w:rsidRDefault="006D4449" w:rsidP="006D4449">
      <w:r>
        <w:t>278.6927</w:t>
      </w:r>
      <w:r>
        <w:tab/>
        <w:t>2.025e0</w:t>
      </w:r>
    </w:p>
    <w:p w14:paraId="7F2F914F" w14:textId="77777777" w:rsidR="006D4449" w:rsidRDefault="006D4449" w:rsidP="006D4449">
      <w:r>
        <w:t>278.6939</w:t>
      </w:r>
      <w:r>
        <w:tab/>
        <w:t>2.025e0</w:t>
      </w:r>
    </w:p>
    <w:p w14:paraId="5EE6803A" w14:textId="77777777" w:rsidR="006D4449" w:rsidRDefault="006D4449" w:rsidP="006D4449">
      <w:r>
        <w:t>278.7354</w:t>
      </w:r>
      <w:r>
        <w:tab/>
        <w:t>2.025e0</w:t>
      </w:r>
    </w:p>
    <w:p w14:paraId="4BD22D14" w14:textId="77777777" w:rsidR="006D4449" w:rsidRDefault="006D4449" w:rsidP="006D4449">
      <w:r>
        <w:t>278.8026</w:t>
      </w:r>
      <w:r>
        <w:tab/>
        <w:t>2.025e0</w:t>
      </w:r>
    </w:p>
    <w:p w14:paraId="59182358" w14:textId="77777777" w:rsidR="006D4449" w:rsidRDefault="006D4449" w:rsidP="006D4449">
      <w:r>
        <w:t>278.8492</w:t>
      </w:r>
      <w:r>
        <w:tab/>
        <w:t>1.013e0</w:t>
      </w:r>
    </w:p>
    <w:p w14:paraId="0E10C0F6" w14:textId="77777777" w:rsidR="006D4449" w:rsidRDefault="006D4449" w:rsidP="006D4449">
      <w:r>
        <w:t>278.8704</w:t>
      </w:r>
      <w:r>
        <w:tab/>
        <w:t>2.025e0</w:t>
      </w:r>
    </w:p>
    <w:p w14:paraId="33C7569D" w14:textId="77777777" w:rsidR="006D4449" w:rsidRDefault="006D4449" w:rsidP="006D4449">
      <w:r>
        <w:t>278.9186</w:t>
      </w:r>
      <w:r>
        <w:tab/>
        <w:t>2.025e0</w:t>
      </w:r>
    </w:p>
    <w:p w14:paraId="01529630" w14:textId="77777777" w:rsidR="006D4449" w:rsidRDefault="006D4449" w:rsidP="006D4449">
      <w:r>
        <w:t>278.9469</w:t>
      </w:r>
      <w:r>
        <w:tab/>
        <w:t>3.038e0</w:t>
      </w:r>
    </w:p>
    <w:p w14:paraId="5858580C" w14:textId="77777777" w:rsidR="006D4449" w:rsidRDefault="006D4449" w:rsidP="006D4449">
      <w:r>
        <w:t>278.9523</w:t>
      </w:r>
      <w:r>
        <w:tab/>
        <w:t>1.013e0</w:t>
      </w:r>
    </w:p>
    <w:p w14:paraId="5036AF6F" w14:textId="77777777" w:rsidR="006D4449" w:rsidRDefault="006D4449" w:rsidP="006D4449">
      <w:r>
        <w:t>278.9604</w:t>
      </w:r>
      <w:r>
        <w:tab/>
        <w:t>1.013e0</w:t>
      </w:r>
    </w:p>
    <w:p w14:paraId="5CF509EB" w14:textId="77777777" w:rsidR="006D4449" w:rsidRDefault="006D4449" w:rsidP="006D4449">
      <w:r>
        <w:t>278.9708</w:t>
      </w:r>
      <w:r>
        <w:tab/>
        <w:t>4.051e0</w:t>
      </w:r>
    </w:p>
    <w:p w14:paraId="3F8A58FC" w14:textId="77777777" w:rsidR="006D4449" w:rsidRDefault="006D4449" w:rsidP="006D4449">
      <w:r>
        <w:t>278.9857</w:t>
      </w:r>
      <w:r>
        <w:tab/>
        <w:t>2.025e0</w:t>
      </w:r>
    </w:p>
    <w:p w14:paraId="39848281" w14:textId="77777777" w:rsidR="006D4449" w:rsidRDefault="006D4449" w:rsidP="006D4449">
      <w:r>
        <w:t>278.9917</w:t>
      </w:r>
      <w:r>
        <w:tab/>
        <w:t>1.013e0</w:t>
      </w:r>
    </w:p>
    <w:p w14:paraId="2B8F693A" w14:textId="77777777" w:rsidR="006D4449" w:rsidRDefault="006D4449" w:rsidP="006D4449">
      <w:r>
        <w:t>279.0024</w:t>
      </w:r>
      <w:r>
        <w:tab/>
        <w:t>2.025e0</w:t>
      </w:r>
    </w:p>
    <w:p w14:paraId="37C4B228" w14:textId="77777777" w:rsidR="006D4449" w:rsidRDefault="006D4449" w:rsidP="006D4449">
      <w:r>
        <w:t>279.0189</w:t>
      </w:r>
      <w:r>
        <w:tab/>
        <w:t>1.013e0</w:t>
      </w:r>
    </w:p>
    <w:p w14:paraId="0FF38B71" w14:textId="77777777" w:rsidR="006D4449" w:rsidRDefault="006D4449" w:rsidP="006D4449">
      <w:r>
        <w:t>279.0317</w:t>
      </w:r>
      <w:r>
        <w:tab/>
        <w:t>2.025e0</w:t>
      </w:r>
    </w:p>
    <w:p w14:paraId="0D39188A" w14:textId="77777777" w:rsidR="006D4449" w:rsidRDefault="006D4449" w:rsidP="006D4449">
      <w:r>
        <w:lastRenderedPageBreak/>
        <w:t>279.0338</w:t>
      </w:r>
      <w:r>
        <w:tab/>
        <w:t>5.063e0</w:t>
      </w:r>
    </w:p>
    <w:p w14:paraId="626F193B" w14:textId="77777777" w:rsidR="006D4449" w:rsidRDefault="006D4449" w:rsidP="006D4449">
      <w:r>
        <w:t>279.0384</w:t>
      </w:r>
      <w:r>
        <w:tab/>
        <w:t>2.025e0</w:t>
      </w:r>
    </w:p>
    <w:p w14:paraId="5B27E7FD" w14:textId="77777777" w:rsidR="006D4449" w:rsidRDefault="006D4449" w:rsidP="006D4449">
      <w:r>
        <w:t>279.0917</w:t>
      </w:r>
      <w:r>
        <w:tab/>
        <w:t>2.835e1</w:t>
      </w:r>
    </w:p>
    <w:p w14:paraId="24FBC2E8" w14:textId="77777777" w:rsidR="006D4449" w:rsidRDefault="006D4449" w:rsidP="006D4449">
      <w:r>
        <w:t>279.0977</w:t>
      </w:r>
      <w:r>
        <w:tab/>
        <w:t>1.013e1</w:t>
      </w:r>
    </w:p>
    <w:p w14:paraId="69710AA2" w14:textId="77777777" w:rsidR="006D4449" w:rsidRDefault="006D4449" w:rsidP="006D4449">
      <w:r>
        <w:t>279.0992</w:t>
      </w:r>
      <w:r>
        <w:tab/>
        <w:t>1.033e1</w:t>
      </w:r>
    </w:p>
    <w:p w14:paraId="30B1C637" w14:textId="77777777" w:rsidR="006D4449" w:rsidRDefault="006D4449" w:rsidP="006D4449">
      <w:r>
        <w:t>279.1027</w:t>
      </w:r>
      <w:r>
        <w:tab/>
        <w:t>8.681e0</w:t>
      </w:r>
    </w:p>
    <w:p w14:paraId="2F0DEBE5" w14:textId="77777777" w:rsidR="006D4449" w:rsidRDefault="006D4449" w:rsidP="006D4449">
      <w:r>
        <w:t>279.1335</w:t>
      </w:r>
      <w:r>
        <w:tab/>
        <w:t>4.051e0</w:t>
      </w:r>
    </w:p>
    <w:p w14:paraId="441F87B5" w14:textId="77777777" w:rsidR="006D4449" w:rsidRDefault="006D4449" w:rsidP="006D4449">
      <w:r>
        <w:t>279.1460</w:t>
      </w:r>
      <w:r>
        <w:tab/>
        <w:t>5.496e0</w:t>
      </w:r>
    </w:p>
    <w:p w14:paraId="08A60A97" w14:textId="77777777" w:rsidR="006D4449" w:rsidRDefault="006D4449" w:rsidP="006D4449">
      <w:r>
        <w:t>279.1544</w:t>
      </w:r>
      <w:r>
        <w:tab/>
        <w:t>1.148e1</w:t>
      </w:r>
    </w:p>
    <w:p w14:paraId="64F1028B" w14:textId="77777777" w:rsidR="006D4449" w:rsidRDefault="006D4449" w:rsidP="006D4449">
      <w:r>
        <w:t>279.1587</w:t>
      </w:r>
      <w:r>
        <w:tab/>
        <w:t>1.258e1</w:t>
      </w:r>
    </w:p>
    <w:p w14:paraId="0CFB7779" w14:textId="77777777" w:rsidR="006D4449" w:rsidRDefault="006D4449" w:rsidP="006D4449">
      <w:r>
        <w:t>279.1681</w:t>
      </w:r>
      <w:r>
        <w:tab/>
        <w:t>7.669e0</w:t>
      </w:r>
    </w:p>
    <w:p w14:paraId="262322CB" w14:textId="77777777" w:rsidR="006D4449" w:rsidRDefault="006D4449" w:rsidP="006D4449">
      <w:r>
        <w:t>279.1850</w:t>
      </w:r>
      <w:r>
        <w:tab/>
        <w:t>4.094e0</w:t>
      </w:r>
    </w:p>
    <w:p w14:paraId="2CFA8450" w14:textId="77777777" w:rsidR="006D4449" w:rsidRDefault="006D4449" w:rsidP="006D4449">
      <w:r>
        <w:t>279.1883</w:t>
      </w:r>
      <w:r>
        <w:tab/>
        <w:t>3.038e0</w:t>
      </w:r>
    </w:p>
    <w:p w14:paraId="21B2BE3E" w14:textId="77777777" w:rsidR="006D4449" w:rsidRDefault="006D4449" w:rsidP="006D4449">
      <w:r>
        <w:t>279.2129</w:t>
      </w:r>
      <w:r>
        <w:tab/>
        <w:t>3.038e0</w:t>
      </w:r>
    </w:p>
    <w:p w14:paraId="61390772" w14:textId="77777777" w:rsidR="006D4449" w:rsidRDefault="006D4449" w:rsidP="006D4449">
      <w:r>
        <w:t>279.2310</w:t>
      </w:r>
      <w:r>
        <w:tab/>
        <w:t>3.038e0</w:t>
      </w:r>
    </w:p>
    <w:p w14:paraId="63DF7FB9" w14:textId="77777777" w:rsidR="006D4449" w:rsidRDefault="006D4449" w:rsidP="006D4449">
      <w:r>
        <w:t>279.2500</w:t>
      </w:r>
      <w:r>
        <w:tab/>
        <w:t>1.013e0</w:t>
      </w:r>
    </w:p>
    <w:p w14:paraId="1033B7D9" w14:textId="77777777" w:rsidR="006D4449" w:rsidRDefault="006D4449" w:rsidP="006D4449">
      <w:r>
        <w:t>279.2972</w:t>
      </w:r>
      <w:r>
        <w:tab/>
        <w:t>1.013e0</w:t>
      </w:r>
    </w:p>
    <w:p w14:paraId="2B20B8EE" w14:textId="77777777" w:rsidR="006D4449" w:rsidRDefault="006D4449" w:rsidP="006D4449">
      <w:r>
        <w:t>279.3124</w:t>
      </w:r>
      <w:r>
        <w:tab/>
        <w:t>1.013e0</w:t>
      </w:r>
    </w:p>
    <w:p w14:paraId="216345AC" w14:textId="77777777" w:rsidR="006D4449" w:rsidRDefault="006D4449" w:rsidP="006D4449">
      <w:r>
        <w:t>279.3166</w:t>
      </w:r>
      <w:r>
        <w:tab/>
        <w:t>1.013e0</w:t>
      </w:r>
    </w:p>
    <w:p w14:paraId="7874AEB3" w14:textId="77777777" w:rsidR="006D4449" w:rsidRDefault="006D4449" w:rsidP="006D4449">
      <w:r>
        <w:lastRenderedPageBreak/>
        <w:t>279.3688</w:t>
      </w:r>
      <w:r>
        <w:tab/>
        <w:t>1.013e0</w:t>
      </w:r>
    </w:p>
    <w:p w14:paraId="2F5EF35A" w14:textId="77777777" w:rsidR="006D4449" w:rsidRDefault="006D4449" w:rsidP="006D4449">
      <w:r>
        <w:t>279.4015</w:t>
      </w:r>
      <w:r>
        <w:tab/>
        <w:t>2.025e0</w:t>
      </w:r>
    </w:p>
    <w:p w14:paraId="68AA93F1" w14:textId="77777777" w:rsidR="006D4449" w:rsidRDefault="006D4449" w:rsidP="006D4449">
      <w:r>
        <w:t>279.4811</w:t>
      </w:r>
      <w:r>
        <w:tab/>
        <w:t>3.038e0</w:t>
      </w:r>
    </w:p>
    <w:p w14:paraId="72FA72FE" w14:textId="77777777" w:rsidR="006D4449" w:rsidRDefault="006D4449" w:rsidP="006D4449">
      <w:r>
        <w:t>279.5165</w:t>
      </w:r>
      <w:r>
        <w:tab/>
        <w:t>1.013e0</w:t>
      </w:r>
    </w:p>
    <w:p w14:paraId="0D1A7070" w14:textId="77777777" w:rsidR="006D4449" w:rsidRDefault="006D4449" w:rsidP="006D4449">
      <w:r>
        <w:t>279.5329</w:t>
      </w:r>
      <w:r>
        <w:tab/>
        <w:t>1.013e0</w:t>
      </w:r>
    </w:p>
    <w:p w14:paraId="4A583D65" w14:textId="77777777" w:rsidR="006D4449" w:rsidRDefault="006D4449" w:rsidP="006D4449">
      <w:r>
        <w:t>279.5381</w:t>
      </w:r>
      <w:r>
        <w:tab/>
        <w:t>1.013e0</w:t>
      </w:r>
    </w:p>
    <w:p w14:paraId="36383B30" w14:textId="77777777" w:rsidR="006D4449" w:rsidRDefault="006D4449" w:rsidP="006D4449">
      <w:r>
        <w:t>279.5637</w:t>
      </w:r>
      <w:r>
        <w:tab/>
        <w:t>1.013e0</w:t>
      </w:r>
    </w:p>
    <w:p w14:paraId="26435EB4" w14:textId="77777777" w:rsidR="006D4449" w:rsidRDefault="006D4449" w:rsidP="006D4449">
      <w:r>
        <w:t>279.5859</w:t>
      </w:r>
      <w:r>
        <w:tab/>
        <w:t>1.013e0</w:t>
      </w:r>
    </w:p>
    <w:p w14:paraId="0194F710" w14:textId="77777777" w:rsidR="006D4449" w:rsidRDefault="006D4449" w:rsidP="006D4449">
      <w:r>
        <w:t>279.5945</w:t>
      </w:r>
      <w:r>
        <w:tab/>
        <w:t>2.025e0</w:t>
      </w:r>
    </w:p>
    <w:p w14:paraId="4AD6C1DB" w14:textId="77777777" w:rsidR="006D4449" w:rsidRDefault="006D4449" w:rsidP="006D4449">
      <w:r>
        <w:t>279.6275</w:t>
      </w:r>
      <w:r>
        <w:tab/>
        <w:t>2.025e0</w:t>
      </w:r>
    </w:p>
    <w:p w14:paraId="2BD7CC5F" w14:textId="77777777" w:rsidR="006D4449" w:rsidRDefault="006D4449" w:rsidP="006D4449">
      <w:r>
        <w:t>279.6588</w:t>
      </w:r>
      <w:r>
        <w:tab/>
        <w:t>2.025e0</w:t>
      </w:r>
    </w:p>
    <w:p w14:paraId="10C82757" w14:textId="77777777" w:rsidR="006D4449" w:rsidRDefault="006D4449" w:rsidP="006D4449">
      <w:r>
        <w:t>279.6766</w:t>
      </w:r>
      <w:r>
        <w:tab/>
        <w:t>1.013e0</w:t>
      </w:r>
    </w:p>
    <w:p w14:paraId="6999EB60" w14:textId="77777777" w:rsidR="006D4449" w:rsidRDefault="006D4449" w:rsidP="006D4449">
      <w:r>
        <w:t>279.7113</w:t>
      </w:r>
      <w:r>
        <w:tab/>
        <w:t>2.025e0</w:t>
      </w:r>
    </w:p>
    <w:p w14:paraId="50E7B99C" w14:textId="77777777" w:rsidR="006D4449" w:rsidRDefault="006D4449" w:rsidP="006D4449">
      <w:r>
        <w:t>279.7125</w:t>
      </w:r>
      <w:r>
        <w:tab/>
        <w:t>2.025e0</w:t>
      </w:r>
    </w:p>
    <w:p w14:paraId="64C8798D" w14:textId="77777777" w:rsidR="006D4449" w:rsidRDefault="006D4449" w:rsidP="006D4449">
      <w:r>
        <w:t>279.7233</w:t>
      </w:r>
      <w:r>
        <w:tab/>
        <w:t>1.013e0</w:t>
      </w:r>
    </w:p>
    <w:p w14:paraId="79EBF4EE" w14:textId="77777777" w:rsidR="006D4449" w:rsidRDefault="006D4449" w:rsidP="006D4449">
      <w:r>
        <w:t>279.7245</w:t>
      </w:r>
      <w:r>
        <w:tab/>
        <w:t>1.013e0</w:t>
      </w:r>
    </w:p>
    <w:p w14:paraId="6C203F13" w14:textId="77777777" w:rsidR="006D4449" w:rsidRDefault="006D4449" w:rsidP="006D4449">
      <w:r>
        <w:t>279.7382</w:t>
      </w:r>
      <w:r>
        <w:tab/>
        <w:t>1.013e0</w:t>
      </w:r>
    </w:p>
    <w:p w14:paraId="2C20BC68" w14:textId="77777777" w:rsidR="006D4449" w:rsidRDefault="006D4449" w:rsidP="006D4449">
      <w:r>
        <w:t>279.7516</w:t>
      </w:r>
      <w:r>
        <w:tab/>
        <w:t>1.013e0</w:t>
      </w:r>
    </w:p>
    <w:p w14:paraId="7EE8A909" w14:textId="77777777" w:rsidR="006D4449" w:rsidRDefault="006D4449" w:rsidP="006D4449">
      <w:r>
        <w:t>279.7779</w:t>
      </w:r>
      <w:r>
        <w:tab/>
        <w:t>1.013e0</w:t>
      </w:r>
    </w:p>
    <w:p w14:paraId="3EA9B482" w14:textId="77777777" w:rsidR="006D4449" w:rsidRDefault="006D4449" w:rsidP="006D4449">
      <w:r>
        <w:lastRenderedPageBreak/>
        <w:t>279.8537</w:t>
      </w:r>
      <w:r>
        <w:tab/>
        <w:t>1.013e0</w:t>
      </w:r>
    </w:p>
    <w:p w14:paraId="0F7EAAFB" w14:textId="77777777" w:rsidR="006D4449" w:rsidRDefault="006D4449" w:rsidP="006D4449">
      <w:r>
        <w:t>279.8717</w:t>
      </w:r>
      <w:r>
        <w:tab/>
        <w:t>1.013e0</w:t>
      </w:r>
    </w:p>
    <w:p w14:paraId="09722B2A" w14:textId="77777777" w:rsidR="006D4449" w:rsidRDefault="006D4449" w:rsidP="006D4449">
      <w:r>
        <w:t>279.8756</w:t>
      </w:r>
      <w:r>
        <w:tab/>
        <w:t>2.025e0</w:t>
      </w:r>
    </w:p>
    <w:p w14:paraId="7BEEA4C6" w14:textId="77777777" w:rsidR="006D4449" w:rsidRDefault="006D4449" w:rsidP="006D4449">
      <w:r>
        <w:t>279.8810</w:t>
      </w:r>
      <w:r>
        <w:tab/>
        <w:t>1.013e0</w:t>
      </w:r>
    </w:p>
    <w:p w14:paraId="0D343AD1" w14:textId="77777777" w:rsidR="006D4449" w:rsidRDefault="006D4449" w:rsidP="006D4449">
      <w:r>
        <w:t>279.8849</w:t>
      </w:r>
      <w:r>
        <w:tab/>
        <w:t>1.013e0</w:t>
      </w:r>
    </w:p>
    <w:p w14:paraId="27C11335" w14:textId="77777777" w:rsidR="006D4449" w:rsidRDefault="006D4449" w:rsidP="006D4449">
      <w:r>
        <w:t>279.8962</w:t>
      </w:r>
      <w:r>
        <w:tab/>
        <w:t>1.013e0</w:t>
      </w:r>
    </w:p>
    <w:p w14:paraId="350AA355" w14:textId="77777777" w:rsidR="006D4449" w:rsidRDefault="006D4449" w:rsidP="006D4449">
      <w:r>
        <w:t>279.9076</w:t>
      </w:r>
      <w:r>
        <w:tab/>
        <w:t>1.013e0</w:t>
      </w:r>
    </w:p>
    <w:p w14:paraId="7428CDDD" w14:textId="77777777" w:rsidR="006D4449" w:rsidRDefault="006D4449" w:rsidP="006D4449">
      <w:r>
        <w:t>279.9096</w:t>
      </w:r>
      <w:r>
        <w:tab/>
        <w:t>3.038e0</w:t>
      </w:r>
    </w:p>
    <w:p w14:paraId="5C6E9D41" w14:textId="77777777" w:rsidR="006D4449" w:rsidRDefault="006D4449" w:rsidP="006D4449">
      <w:r>
        <w:t>279.9124</w:t>
      </w:r>
      <w:r>
        <w:tab/>
        <w:t>1.013e0</w:t>
      </w:r>
    </w:p>
    <w:p w14:paraId="1A93BE20" w14:textId="77777777" w:rsidR="006D4449" w:rsidRDefault="006D4449" w:rsidP="006D4449">
      <w:r>
        <w:t>279.9527</w:t>
      </w:r>
      <w:r>
        <w:tab/>
        <w:t>3.038e0</w:t>
      </w:r>
    </w:p>
    <w:p w14:paraId="30F1A09A" w14:textId="77777777" w:rsidR="006D4449" w:rsidRDefault="006D4449" w:rsidP="006D4449">
      <w:r>
        <w:t>279.9627</w:t>
      </w:r>
      <w:r>
        <w:tab/>
        <w:t>3.038e0</w:t>
      </w:r>
    </w:p>
    <w:p w14:paraId="40AAF8A8" w14:textId="77777777" w:rsidR="006D4449" w:rsidRDefault="006D4449" w:rsidP="006D4449">
      <w:r>
        <w:t>279.9641</w:t>
      </w:r>
      <w:r>
        <w:tab/>
        <w:t>1.013e0</w:t>
      </w:r>
    </w:p>
    <w:p w14:paraId="7A120E28" w14:textId="77777777" w:rsidR="006D4449" w:rsidRDefault="006D4449" w:rsidP="006D4449">
      <w:r>
        <w:t>279.9683</w:t>
      </w:r>
      <w:r>
        <w:tab/>
        <w:t>4.051e0</w:t>
      </w:r>
    </w:p>
    <w:p w14:paraId="21B61F87" w14:textId="77777777" w:rsidR="006D4449" w:rsidRDefault="006D4449" w:rsidP="006D4449">
      <w:r>
        <w:t>279.9891</w:t>
      </w:r>
      <w:r>
        <w:tab/>
        <w:t>2.025e0</w:t>
      </w:r>
    </w:p>
    <w:p w14:paraId="62E42F6B" w14:textId="77777777" w:rsidR="006D4449" w:rsidRDefault="006D4449" w:rsidP="006D4449">
      <w:r>
        <w:t>279.9991</w:t>
      </w:r>
      <w:r>
        <w:tab/>
        <w:t>3.038e0</w:t>
      </w:r>
    </w:p>
    <w:p w14:paraId="66FC109B" w14:textId="77777777" w:rsidR="006D4449" w:rsidRDefault="006D4449" w:rsidP="006D4449">
      <w:r>
        <w:t>280.0052</w:t>
      </w:r>
      <w:r>
        <w:tab/>
        <w:t>1.013e0</w:t>
      </w:r>
    </w:p>
    <w:p w14:paraId="6F160A5C" w14:textId="77777777" w:rsidR="006D4449" w:rsidRDefault="006D4449" w:rsidP="006D4449">
      <w:r>
        <w:t>280.0187</w:t>
      </w:r>
      <w:r>
        <w:tab/>
        <w:t>3.038e0</w:t>
      </w:r>
    </w:p>
    <w:p w14:paraId="3B985585" w14:textId="77777777" w:rsidR="006D4449" w:rsidRDefault="006D4449" w:rsidP="006D4449">
      <w:r>
        <w:t>280.0251</w:t>
      </w:r>
      <w:r>
        <w:tab/>
        <w:t>1.013e0</w:t>
      </w:r>
    </w:p>
    <w:p w14:paraId="5E15B0F2" w14:textId="77777777" w:rsidR="006D4449" w:rsidRDefault="006D4449" w:rsidP="006D4449">
      <w:r>
        <w:t>280.0262</w:t>
      </w:r>
      <w:r>
        <w:tab/>
        <w:t>1.013e0</w:t>
      </w:r>
    </w:p>
    <w:p w14:paraId="013227C2" w14:textId="77777777" w:rsidR="006D4449" w:rsidRDefault="006D4449" w:rsidP="006D4449">
      <w:r>
        <w:lastRenderedPageBreak/>
        <w:t>280.0317</w:t>
      </w:r>
      <w:r>
        <w:tab/>
        <w:t>2.025e0</w:t>
      </w:r>
    </w:p>
    <w:p w14:paraId="7C2BE9E8" w14:textId="77777777" w:rsidR="006D4449" w:rsidRDefault="006D4449" w:rsidP="006D4449">
      <w:r>
        <w:t>280.0576</w:t>
      </w:r>
      <w:r>
        <w:tab/>
        <w:t>1.013e0</w:t>
      </w:r>
    </w:p>
    <w:p w14:paraId="3BB95E79" w14:textId="77777777" w:rsidR="006D4449" w:rsidRDefault="006D4449" w:rsidP="006D4449">
      <w:r>
        <w:t>280.0661</w:t>
      </w:r>
      <w:r>
        <w:tab/>
        <w:t>2.025e0</w:t>
      </w:r>
    </w:p>
    <w:p w14:paraId="516A0A45" w14:textId="77777777" w:rsidR="006D4449" w:rsidRDefault="006D4449" w:rsidP="006D4449">
      <w:r>
        <w:t>280.0810</w:t>
      </w:r>
      <w:r>
        <w:tab/>
        <w:t>2.025e0</w:t>
      </w:r>
    </w:p>
    <w:p w14:paraId="6C18C963" w14:textId="77777777" w:rsidR="006D4449" w:rsidRDefault="006D4449" w:rsidP="006D4449">
      <w:r>
        <w:t>280.0889</w:t>
      </w:r>
      <w:r>
        <w:tab/>
        <w:t>2.025e0</w:t>
      </w:r>
    </w:p>
    <w:p w14:paraId="0DF2D062" w14:textId="77777777" w:rsidR="006D4449" w:rsidRDefault="006D4449" w:rsidP="006D4449">
      <w:r>
        <w:t>280.0963</w:t>
      </w:r>
      <w:r>
        <w:tab/>
        <w:t>5.063e0</w:t>
      </w:r>
    </w:p>
    <w:p w14:paraId="3730E4FE" w14:textId="77777777" w:rsidR="006D4449" w:rsidRDefault="006D4449" w:rsidP="006D4449">
      <w:r>
        <w:t>280.1268</w:t>
      </w:r>
      <w:r>
        <w:tab/>
        <w:t>2.025e0</w:t>
      </w:r>
    </w:p>
    <w:p w14:paraId="69CDB040" w14:textId="77777777" w:rsidR="006D4449" w:rsidRDefault="006D4449" w:rsidP="006D4449">
      <w:r>
        <w:t>280.1293</w:t>
      </w:r>
      <w:r>
        <w:tab/>
        <w:t>3.038e0</w:t>
      </w:r>
    </w:p>
    <w:p w14:paraId="12EF6823" w14:textId="77777777" w:rsidR="006D4449" w:rsidRDefault="006D4449" w:rsidP="006D4449">
      <w:r>
        <w:t>280.1530</w:t>
      </w:r>
      <w:r>
        <w:tab/>
        <w:t>5.063e0</w:t>
      </w:r>
    </w:p>
    <w:p w14:paraId="057AB4E0" w14:textId="77777777" w:rsidR="006D4449" w:rsidRDefault="006D4449" w:rsidP="006D4449">
      <w:r>
        <w:t>280.1545</w:t>
      </w:r>
      <w:r>
        <w:tab/>
        <w:t>1.013e0</w:t>
      </w:r>
    </w:p>
    <w:p w14:paraId="4F79A4A7" w14:textId="77777777" w:rsidR="006D4449" w:rsidRDefault="006D4449" w:rsidP="006D4449">
      <w:r>
        <w:t>280.1625</w:t>
      </w:r>
      <w:r>
        <w:tab/>
        <w:t>4.051e0</w:t>
      </w:r>
    </w:p>
    <w:p w14:paraId="08AE8C1D" w14:textId="77777777" w:rsidR="006D4449" w:rsidRDefault="006D4449" w:rsidP="006D4449">
      <w:r>
        <w:t>280.1748</w:t>
      </w:r>
      <w:r>
        <w:tab/>
        <w:t>2.025e0</w:t>
      </w:r>
    </w:p>
    <w:p w14:paraId="2B41E82A" w14:textId="77777777" w:rsidR="006D4449" w:rsidRDefault="006D4449" w:rsidP="006D4449">
      <w:r>
        <w:t>280.1898</w:t>
      </w:r>
      <w:r>
        <w:tab/>
        <w:t>1.013e0</w:t>
      </w:r>
    </w:p>
    <w:p w14:paraId="1A744C81" w14:textId="77777777" w:rsidR="006D4449" w:rsidRDefault="006D4449" w:rsidP="006D4449">
      <w:r>
        <w:t>280.1924</w:t>
      </w:r>
      <w:r>
        <w:tab/>
        <w:t>4.051e0</w:t>
      </w:r>
    </w:p>
    <w:p w14:paraId="7AA7C202" w14:textId="77777777" w:rsidR="006D4449" w:rsidRDefault="006D4449" w:rsidP="006D4449">
      <w:r>
        <w:t>280.2016</w:t>
      </w:r>
      <w:r>
        <w:tab/>
        <w:t>3.038e0</w:t>
      </w:r>
    </w:p>
    <w:p w14:paraId="10CABC11" w14:textId="77777777" w:rsidR="006D4449" w:rsidRDefault="006D4449" w:rsidP="006D4449">
      <w:r>
        <w:t>280.2058</w:t>
      </w:r>
      <w:r>
        <w:tab/>
        <w:t>3.444e0</w:t>
      </w:r>
    </w:p>
    <w:p w14:paraId="4C9D9D09" w14:textId="77777777" w:rsidR="006D4449" w:rsidRDefault="006D4449" w:rsidP="006D4449">
      <w:r>
        <w:t>280.2183</w:t>
      </w:r>
      <w:r>
        <w:tab/>
        <w:t>2.025e0</w:t>
      </w:r>
    </w:p>
    <w:p w14:paraId="559E3956" w14:textId="77777777" w:rsidR="006D4449" w:rsidRDefault="006D4449" w:rsidP="006D4449">
      <w:r>
        <w:t>280.2211</w:t>
      </w:r>
      <w:r>
        <w:tab/>
        <w:t>2.025e0</w:t>
      </w:r>
    </w:p>
    <w:p w14:paraId="320A74A1" w14:textId="77777777" w:rsidR="006D4449" w:rsidRDefault="006D4449" w:rsidP="006D4449">
      <w:r>
        <w:t>280.2353</w:t>
      </w:r>
      <w:r>
        <w:tab/>
        <w:t>2.025e0</w:t>
      </w:r>
    </w:p>
    <w:p w14:paraId="56291CE7" w14:textId="77777777" w:rsidR="006D4449" w:rsidRDefault="006D4449" w:rsidP="006D4449">
      <w:r>
        <w:lastRenderedPageBreak/>
        <w:t>280.2496</w:t>
      </w:r>
      <w:r>
        <w:tab/>
        <w:t>1.013e0</w:t>
      </w:r>
    </w:p>
    <w:p w14:paraId="0246B0A6" w14:textId="77777777" w:rsidR="006D4449" w:rsidRDefault="006D4449" w:rsidP="006D4449">
      <w:r>
        <w:t>280.3359</w:t>
      </w:r>
      <w:r>
        <w:tab/>
        <w:t>3.038e0</w:t>
      </w:r>
    </w:p>
    <w:p w14:paraId="6CF384E7" w14:textId="77777777" w:rsidR="006D4449" w:rsidRDefault="006D4449" w:rsidP="006D4449">
      <w:r>
        <w:t>280.3388</w:t>
      </w:r>
      <w:r>
        <w:tab/>
        <w:t>2.025e0</w:t>
      </w:r>
    </w:p>
    <w:p w14:paraId="553E7F64" w14:textId="77777777" w:rsidR="006D4449" w:rsidRDefault="006D4449" w:rsidP="006D4449">
      <w:r>
        <w:t>280.3690</w:t>
      </w:r>
      <w:r>
        <w:tab/>
        <w:t>1.013e0</w:t>
      </w:r>
    </w:p>
    <w:p w14:paraId="59A9F844" w14:textId="77777777" w:rsidR="006D4449" w:rsidRDefault="006D4449" w:rsidP="006D4449">
      <w:r>
        <w:t>280.3702</w:t>
      </w:r>
      <w:r>
        <w:tab/>
        <w:t>1.013e0</w:t>
      </w:r>
    </w:p>
    <w:p w14:paraId="68A639D8" w14:textId="77777777" w:rsidR="006D4449" w:rsidRDefault="006D4449" w:rsidP="006D4449">
      <w:r>
        <w:t>280.3959</w:t>
      </w:r>
      <w:r>
        <w:tab/>
        <w:t>1.013e0</w:t>
      </w:r>
    </w:p>
    <w:p w14:paraId="4C05F7F2" w14:textId="77777777" w:rsidR="006D4449" w:rsidRDefault="006D4449" w:rsidP="006D4449">
      <w:r>
        <w:t>280.4103</w:t>
      </w:r>
      <w:r>
        <w:tab/>
        <w:t>1.013e0</w:t>
      </w:r>
    </w:p>
    <w:p w14:paraId="1C05EF02" w14:textId="77777777" w:rsidR="006D4449" w:rsidRDefault="006D4449" w:rsidP="006D4449">
      <w:r>
        <w:t>280.4256</w:t>
      </w:r>
      <w:r>
        <w:tab/>
        <w:t>1.013e0</w:t>
      </w:r>
    </w:p>
    <w:p w14:paraId="2AAEEF61" w14:textId="77777777" w:rsidR="006D4449" w:rsidRDefault="006D4449" w:rsidP="006D4449">
      <w:r>
        <w:t>280.4839</w:t>
      </w:r>
      <w:r>
        <w:tab/>
        <w:t>1.013e0</w:t>
      </w:r>
    </w:p>
    <w:p w14:paraId="142212F0" w14:textId="77777777" w:rsidR="006D4449" w:rsidRDefault="006D4449" w:rsidP="006D4449">
      <w:r>
        <w:t>280.5047</w:t>
      </w:r>
      <w:r>
        <w:tab/>
        <w:t>2.025e0</w:t>
      </w:r>
    </w:p>
    <w:p w14:paraId="7A3D4B97" w14:textId="77777777" w:rsidR="006D4449" w:rsidRDefault="006D4449" w:rsidP="006D4449">
      <w:r>
        <w:t>280.5164</w:t>
      </w:r>
      <w:r>
        <w:tab/>
        <w:t>1.013e0</w:t>
      </w:r>
    </w:p>
    <w:p w14:paraId="1C89C7DC" w14:textId="77777777" w:rsidR="006D4449" w:rsidRDefault="006D4449" w:rsidP="006D4449">
      <w:r>
        <w:t>280.5424</w:t>
      </w:r>
      <w:r>
        <w:tab/>
        <w:t>1.013e0</w:t>
      </w:r>
    </w:p>
    <w:p w14:paraId="6CC4FAE4" w14:textId="77777777" w:rsidR="006D4449" w:rsidRDefault="006D4449" w:rsidP="006D4449">
      <w:r>
        <w:t>280.6006</w:t>
      </w:r>
      <w:r>
        <w:tab/>
        <w:t>2.025e0</w:t>
      </w:r>
    </w:p>
    <w:p w14:paraId="5BD9F0F7" w14:textId="77777777" w:rsidR="006D4449" w:rsidRDefault="006D4449" w:rsidP="006D4449">
      <w:r>
        <w:t>280.6144</w:t>
      </w:r>
      <w:r>
        <w:tab/>
        <w:t>2.025e0</w:t>
      </w:r>
    </w:p>
    <w:p w14:paraId="52FE228C" w14:textId="77777777" w:rsidR="006D4449" w:rsidRDefault="006D4449" w:rsidP="006D4449">
      <w:r>
        <w:t>280.6309</w:t>
      </w:r>
      <w:r>
        <w:tab/>
        <w:t>2.025e0</w:t>
      </w:r>
    </w:p>
    <w:p w14:paraId="7A80477F" w14:textId="77777777" w:rsidR="006D4449" w:rsidRDefault="006D4449" w:rsidP="006D4449">
      <w:r>
        <w:t>280.6525</w:t>
      </w:r>
      <w:r>
        <w:tab/>
        <w:t>1.013e0</w:t>
      </w:r>
    </w:p>
    <w:p w14:paraId="2643CFE5" w14:textId="77777777" w:rsidR="006D4449" w:rsidRDefault="006D4449" w:rsidP="006D4449">
      <w:r>
        <w:t>280.6985</w:t>
      </w:r>
      <w:r>
        <w:tab/>
        <w:t>2.025e0</w:t>
      </w:r>
    </w:p>
    <w:p w14:paraId="128B484E" w14:textId="77777777" w:rsidR="006D4449" w:rsidRDefault="006D4449" w:rsidP="006D4449">
      <w:r>
        <w:t>280.7241</w:t>
      </w:r>
      <w:r>
        <w:tab/>
        <w:t>1.013e0</w:t>
      </w:r>
    </w:p>
    <w:p w14:paraId="04619016" w14:textId="77777777" w:rsidR="006D4449" w:rsidRDefault="006D4449" w:rsidP="006D4449">
      <w:r>
        <w:t>280.7293</w:t>
      </w:r>
      <w:r>
        <w:tab/>
        <w:t>1.013e0</w:t>
      </w:r>
    </w:p>
    <w:p w14:paraId="2DE154DD" w14:textId="77777777" w:rsidR="006D4449" w:rsidRDefault="006D4449" w:rsidP="006D4449">
      <w:r>
        <w:lastRenderedPageBreak/>
        <w:t>280.7478</w:t>
      </w:r>
      <w:r>
        <w:tab/>
        <w:t>1.013e0</w:t>
      </w:r>
    </w:p>
    <w:p w14:paraId="388176F4" w14:textId="77777777" w:rsidR="006D4449" w:rsidRDefault="006D4449" w:rsidP="006D4449">
      <w:r>
        <w:t>280.7562</w:t>
      </w:r>
      <w:r>
        <w:tab/>
        <w:t>1.013e0</w:t>
      </w:r>
    </w:p>
    <w:p w14:paraId="59BD5238" w14:textId="77777777" w:rsidR="006D4449" w:rsidRDefault="006D4449" w:rsidP="006D4449">
      <w:r>
        <w:t>280.7962</w:t>
      </w:r>
      <w:r>
        <w:tab/>
        <w:t>1.013e0</w:t>
      </w:r>
    </w:p>
    <w:p w14:paraId="4F08178B" w14:textId="77777777" w:rsidR="006D4449" w:rsidRDefault="006D4449" w:rsidP="006D4449">
      <w:r>
        <w:t>280.8232</w:t>
      </w:r>
      <w:r>
        <w:tab/>
        <w:t>1.013e0</w:t>
      </w:r>
    </w:p>
    <w:p w14:paraId="047C0A3D" w14:textId="77777777" w:rsidR="006D4449" w:rsidRDefault="006D4449" w:rsidP="006D4449">
      <w:r>
        <w:t>280.8283</w:t>
      </w:r>
      <w:r>
        <w:tab/>
        <w:t>1.013e0</w:t>
      </w:r>
    </w:p>
    <w:p w14:paraId="25A1785D" w14:textId="77777777" w:rsidR="006D4449" w:rsidRDefault="006D4449" w:rsidP="006D4449">
      <w:r>
        <w:t>280.8366</w:t>
      </w:r>
      <w:r>
        <w:tab/>
        <w:t>1.013e0</w:t>
      </w:r>
    </w:p>
    <w:p w14:paraId="3E935616" w14:textId="77777777" w:rsidR="006D4449" w:rsidRDefault="006D4449" w:rsidP="006D4449">
      <w:r>
        <w:t>280.8529</w:t>
      </w:r>
      <w:r>
        <w:tab/>
        <w:t>1.013e0</w:t>
      </w:r>
    </w:p>
    <w:p w14:paraId="355A5CB7" w14:textId="77777777" w:rsidR="006D4449" w:rsidRDefault="006D4449" w:rsidP="006D4449">
      <w:r>
        <w:t>280.8657</w:t>
      </w:r>
      <w:r>
        <w:tab/>
        <w:t>2.025e0</w:t>
      </w:r>
    </w:p>
    <w:p w14:paraId="66A3A056" w14:textId="77777777" w:rsidR="006D4449" w:rsidRDefault="006D4449" w:rsidP="006D4449">
      <w:r>
        <w:t>280.8901</w:t>
      </w:r>
      <w:r>
        <w:tab/>
        <w:t>1.013e0</w:t>
      </w:r>
    </w:p>
    <w:p w14:paraId="2E4AE480" w14:textId="77777777" w:rsidR="006D4449" w:rsidRDefault="006D4449" w:rsidP="006D4449">
      <w:r>
        <w:t>280.9153</w:t>
      </w:r>
      <w:r>
        <w:tab/>
        <w:t>2.025e0</w:t>
      </w:r>
    </w:p>
    <w:p w14:paraId="0A2CD380" w14:textId="77777777" w:rsidR="006D4449" w:rsidRDefault="006D4449" w:rsidP="006D4449">
      <w:r>
        <w:t>280.9386</w:t>
      </w:r>
      <w:r>
        <w:tab/>
        <w:t>1.013e0</w:t>
      </w:r>
    </w:p>
    <w:p w14:paraId="74BA9689" w14:textId="77777777" w:rsidR="006D4449" w:rsidRDefault="006D4449" w:rsidP="006D4449">
      <w:r>
        <w:t>280.9574</w:t>
      </w:r>
      <w:r>
        <w:tab/>
        <w:t>3.038e0</w:t>
      </w:r>
    </w:p>
    <w:p w14:paraId="352DF916" w14:textId="77777777" w:rsidR="006D4449" w:rsidRDefault="006D4449" w:rsidP="006D4449">
      <w:r>
        <w:t>280.9585</w:t>
      </w:r>
      <w:r>
        <w:tab/>
        <w:t>5.063e0</w:t>
      </w:r>
    </w:p>
    <w:p w14:paraId="3FB98973" w14:textId="77777777" w:rsidR="006D4449" w:rsidRDefault="006D4449" w:rsidP="006D4449">
      <w:r>
        <w:t>280.9673</w:t>
      </w:r>
      <w:r>
        <w:tab/>
        <w:t>1.013e0</w:t>
      </w:r>
    </w:p>
    <w:p w14:paraId="4BDACD0E" w14:textId="77777777" w:rsidR="006D4449" w:rsidRDefault="006D4449" w:rsidP="006D4449">
      <w:r>
        <w:t>280.9831</w:t>
      </w:r>
      <w:r>
        <w:tab/>
        <w:t>1.013e0</w:t>
      </w:r>
    </w:p>
    <w:p w14:paraId="23F9687B" w14:textId="77777777" w:rsidR="006D4449" w:rsidRDefault="006D4449" w:rsidP="006D4449">
      <w:r>
        <w:t>280.9968</w:t>
      </w:r>
      <w:r>
        <w:tab/>
        <w:t>5.063e0</w:t>
      </w:r>
    </w:p>
    <w:p w14:paraId="3229FAB8" w14:textId="77777777" w:rsidR="006D4449" w:rsidRDefault="006D4449" w:rsidP="006D4449">
      <w:r>
        <w:t>281.0049</w:t>
      </w:r>
      <w:r>
        <w:tab/>
        <w:t>2.025e0</w:t>
      </w:r>
    </w:p>
    <w:p w14:paraId="0F843BFD" w14:textId="77777777" w:rsidR="006D4449" w:rsidRDefault="006D4449" w:rsidP="006D4449">
      <w:r>
        <w:t>281.0164</w:t>
      </w:r>
      <w:r>
        <w:tab/>
        <w:t>3.038e0</w:t>
      </w:r>
    </w:p>
    <w:p w14:paraId="5EFE15E6" w14:textId="77777777" w:rsidR="006D4449" w:rsidRDefault="006D4449" w:rsidP="006D4449">
      <w:r>
        <w:t>281.0293</w:t>
      </w:r>
      <w:r>
        <w:tab/>
        <w:t>1.013e0</w:t>
      </w:r>
    </w:p>
    <w:p w14:paraId="549B1336" w14:textId="77777777" w:rsidR="006D4449" w:rsidRDefault="006D4449" w:rsidP="006D4449">
      <w:r>
        <w:lastRenderedPageBreak/>
        <w:t>281.0721</w:t>
      </w:r>
      <w:r>
        <w:tab/>
        <w:t>1.013e0</w:t>
      </w:r>
    </w:p>
    <w:p w14:paraId="5C3CE5B8" w14:textId="77777777" w:rsidR="006D4449" w:rsidRDefault="006D4449" w:rsidP="006D4449">
      <w:r>
        <w:t>281.0752</w:t>
      </w:r>
      <w:r>
        <w:tab/>
        <w:t>3.038e0</w:t>
      </w:r>
    </w:p>
    <w:p w14:paraId="27459B49" w14:textId="77777777" w:rsidR="006D4449" w:rsidRDefault="006D4449" w:rsidP="006D4449">
      <w:r>
        <w:t>281.0851</w:t>
      </w:r>
      <w:r>
        <w:tab/>
        <w:t>2.025e0</w:t>
      </w:r>
    </w:p>
    <w:p w14:paraId="34631863" w14:textId="77777777" w:rsidR="006D4449" w:rsidRDefault="006D4449" w:rsidP="006D4449">
      <w:r>
        <w:t>281.1006</w:t>
      </w:r>
      <w:r>
        <w:tab/>
        <w:t>1.013e0</w:t>
      </w:r>
    </w:p>
    <w:p w14:paraId="58AB51C6" w14:textId="77777777" w:rsidR="006D4449" w:rsidRDefault="006D4449" w:rsidP="006D4449">
      <w:r>
        <w:t>281.1129</w:t>
      </w:r>
      <w:r>
        <w:tab/>
        <w:t>2.025e0</w:t>
      </w:r>
    </w:p>
    <w:p w14:paraId="3F6D0188" w14:textId="77777777" w:rsidR="006D4449" w:rsidRDefault="006D4449" w:rsidP="006D4449">
      <w:r>
        <w:t>281.1157</w:t>
      </w:r>
      <w:r>
        <w:tab/>
        <w:t>1.013e0</w:t>
      </w:r>
    </w:p>
    <w:p w14:paraId="53E087C3" w14:textId="77777777" w:rsidR="006D4449" w:rsidRDefault="006D4449" w:rsidP="006D4449">
      <w:r>
        <w:t>281.1214</w:t>
      </w:r>
      <w:r>
        <w:tab/>
        <w:t>5.063e0</w:t>
      </w:r>
    </w:p>
    <w:p w14:paraId="67C51702" w14:textId="77777777" w:rsidR="006D4449" w:rsidRDefault="006D4449" w:rsidP="006D4449">
      <w:r>
        <w:t>281.1440</w:t>
      </w:r>
      <w:r>
        <w:tab/>
        <w:t>1.013e0</w:t>
      </w:r>
    </w:p>
    <w:p w14:paraId="0F109965" w14:textId="77777777" w:rsidR="006D4449" w:rsidRDefault="006D4449" w:rsidP="006D4449">
      <w:r>
        <w:t>281.1467</w:t>
      </w:r>
      <w:r>
        <w:tab/>
        <w:t>1.013e0</w:t>
      </w:r>
    </w:p>
    <w:p w14:paraId="0AD9803A" w14:textId="77777777" w:rsidR="006D4449" w:rsidRDefault="006D4449" w:rsidP="006D4449">
      <w:r>
        <w:t>281.1643</w:t>
      </w:r>
      <w:r>
        <w:tab/>
        <w:t>2.025e0</w:t>
      </w:r>
    </w:p>
    <w:p w14:paraId="5518DDF4" w14:textId="77777777" w:rsidR="006D4449" w:rsidRDefault="006D4449" w:rsidP="006D4449">
      <w:r>
        <w:t>281.1694</w:t>
      </w:r>
      <w:r>
        <w:tab/>
        <w:t>2.025e0</w:t>
      </w:r>
    </w:p>
    <w:p w14:paraId="3607ABEA" w14:textId="77777777" w:rsidR="006D4449" w:rsidRDefault="006D4449" w:rsidP="006D4449">
      <w:r>
        <w:t>281.1754</w:t>
      </w:r>
      <w:r>
        <w:tab/>
        <w:t>1.013e0</w:t>
      </w:r>
    </w:p>
    <w:p w14:paraId="5F5AF46A" w14:textId="77777777" w:rsidR="006D4449" w:rsidRDefault="006D4449" w:rsidP="006D4449">
      <w:r>
        <w:t>281.1846</w:t>
      </w:r>
      <w:r>
        <w:tab/>
        <w:t>4.051e0</w:t>
      </w:r>
    </w:p>
    <w:p w14:paraId="3F5F807E" w14:textId="77777777" w:rsidR="006D4449" w:rsidRDefault="006D4449" w:rsidP="006D4449">
      <w:r>
        <w:t>281.2096</w:t>
      </w:r>
      <w:r>
        <w:tab/>
        <w:t>1.013e0</w:t>
      </w:r>
    </w:p>
    <w:p w14:paraId="4DD13086" w14:textId="77777777" w:rsidR="006D4449" w:rsidRDefault="006D4449" w:rsidP="006D4449">
      <w:r>
        <w:t>281.2149</w:t>
      </w:r>
      <w:r>
        <w:tab/>
        <w:t>1.013e0</w:t>
      </w:r>
    </w:p>
    <w:p w14:paraId="6D3F5AD8" w14:textId="77777777" w:rsidR="006D4449" w:rsidRDefault="006D4449" w:rsidP="006D4449">
      <w:r>
        <w:t>281.2216</w:t>
      </w:r>
      <w:r>
        <w:tab/>
        <w:t>3.038e0</w:t>
      </w:r>
    </w:p>
    <w:p w14:paraId="328D0C54" w14:textId="77777777" w:rsidR="006D4449" w:rsidRDefault="006D4449" w:rsidP="006D4449">
      <w:r>
        <w:t>281.2328</w:t>
      </w:r>
      <w:r>
        <w:tab/>
        <w:t>1.013e0</w:t>
      </w:r>
    </w:p>
    <w:p w14:paraId="681EAFBB" w14:textId="77777777" w:rsidR="006D4449" w:rsidRDefault="006D4449" w:rsidP="006D4449">
      <w:r>
        <w:t>281.2381</w:t>
      </w:r>
      <w:r>
        <w:tab/>
        <w:t>1.013e0</w:t>
      </w:r>
    </w:p>
    <w:p w14:paraId="7C488221" w14:textId="77777777" w:rsidR="006D4449" w:rsidRDefault="006D4449" w:rsidP="006D4449">
      <w:r>
        <w:t>281.2514</w:t>
      </w:r>
      <w:r>
        <w:tab/>
        <w:t>3.038e0</w:t>
      </w:r>
    </w:p>
    <w:p w14:paraId="04B52D18" w14:textId="77777777" w:rsidR="006D4449" w:rsidRDefault="006D4449" w:rsidP="006D4449">
      <w:r>
        <w:lastRenderedPageBreak/>
        <w:t>281.2923</w:t>
      </w:r>
      <w:r>
        <w:tab/>
        <w:t>1.013e0</w:t>
      </w:r>
    </w:p>
    <w:p w14:paraId="358FA3FF" w14:textId="77777777" w:rsidR="006D4449" w:rsidRDefault="006D4449" w:rsidP="006D4449">
      <w:r>
        <w:t>281.3421</w:t>
      </w:r>
      <w:r>
        <w:tab/>
        <w:t>2.025e0</w:t>
      </w:r>
    </w:p>
    <w:p w14:paraId="629342E7" w14:textId="77777777" w:rsidR="006D4449" w:rsidRDefault="006D4449" w:rsidP="006D4449">
      <w:r>
        <w:t>281.3458</w:t>
      </w:r>
      <w:r>
        <w:tab/>
        <w:t>2.025e0</w:t>
      </w:r>
    </w:p>
    <w:p w14:paraId="467A8CE2" w14:textId="77777777" w:rsidR="006D4449" w:rsidRDefault="006D4449" w:rsidP="006D4449">
      <w:r>
        <w:t>281.3490</w:t>
      </w:r>
      <w:r>
        <w:tab/>
        <w:t>1.013e0</w:t>
      </w:r>
    </w:p>
    <w:p w14:paraId="667B8255" w14:textId="77777777" w:rsidR="006D4449" w:rsidRDefault="006D4449" w:rsidP="006D4449">
      <w:r>
        <w:t>281.3989</w:t>
      </w:r>
      <w:r>
        <w:tab/>
        <w:t>2.025e0</w:t>
      </w:r>
    </w:p>
    <w:p w14:paraId="2B43D49E" w14:textId="77777777" w:rsidR="006D4449" w:rsidRDefault="006D4449" w:rsidP="006D4449">
      <w:r>
        <w:t>281.4343</w:t>
      </w:r>
      <w:r>
        <w:tab/>
        <w:t>1.013e0</w:t>
      </w:r>
    </w:p>
    <w:p w14:paraId="64406DCA" w14:textId="77777777" w:rsidR="006D4449" w:rsidRDefault="006D4449" w:rsidP="006D4449">
      <w:r>
        <w:t>281.4522</w:t>
      </w:r>
      <w:r>
        <w:tab/>
        <w:t>2.025e0</w:t>
      </w:r>
    </w:p>
    <w:p w14:paraId="16C0C7A9" w14:textId="77777777" w:rsidR="006D4449" w:rsidRDefault="006D4449" w:rsidP="006D4449">
      <w:r>
        <w:t>281.4604</w:t>
      </w:r>
      <w:r>
        <w:tab/>
        <w:t>1.013e0</w:t>
      </w:r>
    </w:p>
    <w:p w14:paraId="7CB859BC" w14:textId="77777777" w:rsidR="006D4449" w:rsidRDefault="006D4449" w:rsidP="006D4449">
      <w:r>
        <w:t>281.4656</w:t>
      </w:r>
      <w:r>
        <w:tab/>
        <w:t>1.013e0</w:t>
      </w:r>
    </w:p>
    <w:p w14:paraId="47577C1B" w14:textId="77777777" w:rsidR="006D4449" w:rsidRDefault="006D4449" w:rsidP="006D4449">
      <w:r>
        <w:t>281.4685</w:t>
      </w:r>
      <w:r>
        <w:tab/>
        <w:t>1.013e0</w:t>
      </w:r>
    </w:p>
    <w:p w14:paraId="0240E690" w14:textId="77777777" w:rsidR="006D4449" w:rsidRDefault="006D4449" w:rsidP="006D4449">
      <w:r>
        <w:t>281.4919</w:t>
      </w:r>
      <w:r>
        <w:tab/>
        <w:t>1.013e0</w:t>
      </w:r>
    </w:p>
    <w:p w14:paraId="0ED9D21F" w14:textId="77777777" w:rsidR="006D4449" w:rsidRDefault="006D4449" w:rsidP="006D4449">
      <w:r>
        <w:t>281.5051</w:t>
      </w:r>
      <w:r>
        <w:tab/>
        <w:t>1.013e0</w:t>
      </w:r>
    </w:p>
    <w:p w14:paraId="555E9E65" w14:textId="77777777" w:rsidR="006D4449" w:rsidRDefault="006D4449" w:rsidP="006D4449">
      <w:r>
        <w:t>281.5090</w:t>
      </w:r>
      <w:r>
        <w:tab/>
        <w:t>1.013e0</w:t>
      </w:r>
    </w:p>
    <w:p w14:paraId="29EF5CD6" w14:textId="77777777" w:rsidR="006D4449" w:rsidRDefault="006D4449" w:rsidP="006D4449">
      <w:r>
        <w:t>281.5451</w:t>
      </w:r>
      <w:r>
        <w:tab/>
        <w:t>1.013e0</w:t>
      </w:r>
    </w:p>
    <w:p w14:paraId="5EC956E8" w14:textId="77777777" w:rsidR="006D4449" w:rsidRDefault="006D4449" w:rsidP="006D4449">
      <w:r>
        <w:t>281.5761</w:t>
      </w:r>
      <w:r>
        <w:tab/>
        <w:t>1.013e0</w:t>
      </w:r>
    </w:p>
    <w:p w14:paraId="6D17E1F6" w14:textId="77777777" w:rsidR="006D4449" w:rsidRDefault="006D4449" w:rsidP="006D4449">
      <w:r>
        <w:t>281.5815</w:t>
      </w:r>
      <w:r>
        <w:tab/>
        <w:t>2.025e0</w:t>
      </w:r>
    </w:p>
    <w:p w14:paraId="484498D9" w14:textId="77777777" w:rsidR="006D4449" w:rsidRDefault="006D4449" w:rsidP="006D4449">
      <w:r>
        <w:t>281.5864</w:t>
      </w:r>
      <w:r>
        <w:tab/>
        <w:t>1.013e0</w:t>
      </w:r>
    </w:p>
    <w:p w14:paraId="0AA887B0" w14:textId="77777777" w:rsidR="006D4449" w:rsidRDefault="006D4449" w:rsidP="006D4449">
      <w:r>
        <w:t>281.6032</w:t>
      </w:r>
      <w:r>
        <w:tab/>
        <w:t>1.013e0</w:t>
      </w:r>
    </w:p>
    <w:p w14:paraId="7E6A3005" w14:textId="77777777" w:rsidR="006D4449" w:rsidRDefault="006D4449" w:rsidP="006D4449">
      <w:r>
        <w:t>281.6059</w:t>
      </w:r>
      <w:r>
        <w:tab/>
        <w:t>1.013e0</w:t>
      </w:r>
    </w:p>
    <w:p w14:paraId="4AC11BCA" w14:textId="77777777" w:rsidR="006D4449" w:rsidRDefault="006D4449" w:rsidP="006D4449">
      <w:r>
        <w:lastRenderedPageBreak/>
        <w:t>281.6373</w:t>
      </w:r>
      <w:r>
        <w:tab/>
        <w:t>1.013e0</w:t>
      </w:r>
    </w:p>
    <w:p w14:paraId="6D53E47B" w14:textId="77777777" w:rsidR="006D4449" w:rsidRDefault="006D4449" w:rsidP="006D4449">
      <w:r>
        <w:t>281.6432</w:t>
      </w:r>
      <w:r>
        <w:tab/>
        <w:t>1.013e0</w:t>
      </w:r>
    </w:p>
    <w:p w14:paraId="46712331" w14:textId="77777777" w:rsidR="006D4449" w:rsidRDefault="006D4449" w:rsidP="006D4449">
      <w:r>
        <w:t>281.6542</w:t>
      </w:r>
      <w:r>
        <w:tab/>
        <w:t>2.025e0</w:t>
      </w:r>
    </w:p>
    <w:p w14:paraId="7D5FE6D7" w14:textId="77777777" w:rsidR="006D4449" w:rsidRDefault="006D4449" w:rsidP="006D4449">
      <w:r>
        <w:t>281.6579</w:t>
      </w:r>
      <w:r>
        <w:tab/>
        <w:t>1.013e0</w:t>
      </w:r>
    </w:p>
    <w:p w14:paraId="6327B05A" w14:textId="77777777" w:rsidR="006D4449" w:rsidRDefault="006D4449" w:rsidP="006D4449">
      <w:r>
        <w:t>281.6794</w:t>
      </w:r>
      <w:r>
        <w:tab/>
        <w:t>1.013e0</w:t>
      </w:r>
    </w:p>
    <w:p w14:paraId="04A55C6B" w14:textId="77777777" w:rsidR="006D4449" w:rsidRDefault="006D4449" w:rsidP="006D4449">
      <w:r>
        <w:t>281.7195</w:t>
      </w:r>
      <w:r>
        <w:tab/>
        <w:t>1.013e0</w:t>
      </w:r>
    </w:p>
    <w:p w14:paraId="56D721AD" w14:textId="77777777" w:rsidR="006D4449" w:rsidRDefault="006D4449" w:rsidP="006D4449">
      <w:r>
        <w:t>281.7274</w:t>
      </w:r>
      <w:r>
        <w:tab/>
        <w:t>1.013e0</w:t>
      </w:r>
    </w:p>
    <w:p w14:paraId="1633DB84" w14:textId="77777777" w:rsidR="006D4449" w:rsidRDefault="006D4449" w:rsidP="006D4449">
      <w:r>
        <w:t>281.7366</w:t>
      </w:r>
      <w:r>
        <w:tab/>
        <w:t>1.013e0</w:t>
      </w:r>
    </w:p>
    <w:p w14:paraId="5E791F7B" w14:textId="77777777" w:rsidR="006D4449" w:rsidRDefault="006D4449" w:rsidP="006D4449">
      <w:r>
        <w:t>281.7600</w:t>
      </w:r>
      <w:r>
        <w:tab/>
        <w:t>1.013e0</w:t>
      </w:r>
    </w:p>
    <w:p w14:paraId="67B9AB4A" w14:textId="77777777" w:rsidR="006D4449" w:rsidRDefault="006D4449" w:rsidP="006D4449">
      <w:r>
        <w:t>281.7914</w:t>
      </w:r>
      <w:r>
        <w:tab/>
        <w:t>1.013e0</w:t>
      </w:r>
    </w:p>
    <w:p w14:paraId="58ED2E84" w14:textId="77777777" w:rsidR="006D4449" w:rsidRDefault="006D4449" w:rsidP="006D4449">
      <w:r>
        <w:t>281.8188</w:t>
      </w:r>
      <w:r>
        <w:tab/>
        <w:t>1.013e0</w:t>
      </w:r>
    </w:p>
    <w:p w14:paraId="1E1E68BA" w14:textId="77777777" w:rsidR="006D4449" w:rsidRDefault="006D4449" w:rsidP="006D4449">
      <w:r>
        <w:t>281.8335</w:t>
      </w:r>
      <w:r>
        <w:tab/>
        <w:t>1.013e0</w:t>
      </w:r>
    </w:p>
    <w:p w14:paraId="0FA47B32" w14:textId="77777777" w:rsidR="006D4449" w:rsidRDefault="006D4449" w:rsidP="006D4449">
      <w:r>
        <w:t>281.8347</w:t>
      </w:r>
      <w:r>
        <w:tab/>
        <w:t>1.013e0</w:t>
      </w:r>
    </w:p>
    <w:p w14:paraId="3416D58D" w14:textId="77777777" w:rsidR="006D4449" w:rsidRDefault="006D4449" w:rsidP="006D4449">
      <w:r>
        <w:t>281.8487</w:t>
      </w:r>
      <w:r>
        <w:tab/>
        <w:t>1.013e0</w:t>
      </w:r>
    </w:p>
    <w:p w14:paraId="6B0B5863" w14:textId="77777777" w:rsidR="006D4449" w:rsidRDefault="006D4449" w:rsidP="006D4449">
      <w:r>
        <w:t>281.8895</w:t>
      </w:r>
      <w:r>
        <w:tab/>
        <w:t>1.013e0</w:t>
      </w:r>
    </w:p>
    <w:p w14:paraId="2D4AC9D3" w14:textId="77777777" w:rsidR="006D4449" w:rsidRDefault="006D4449" w:rsidP="006D4449">
      <w:r>
        <w:t>281.8924</w:t>
      </w:r>
      <w:r>
        <w:tab/>
        <w:t>1.013e0</w:t>
      </w:r>
    </w:p>
    <w:p w14:paraId="292D60DF" w14:textId="77777777" w:rsidR="006D4449" w:rsidRDefault="006D4449" w:rsidP="006D4449">
      <w:r>
        <w:t>281.8976</w:t>
      </w:r>
      <w:r>
        <w:tab/>
        <w:t>1.013e0</w:t>
      </w:r>
    </w:p>
    <w:p w14:paraId="4CEA0DD9" w14:textId="77777777" w:rsidR="006D4449" w:rsidRDefault="006D4449" w:rsidP="006D4449">
      <w:r>
        <w:t>281.9249</w:t>
      </w:r>
      <w:r>
        <w:tab/>
        <w:t>1.013e0</w:t>
      </w:r>
    </w:p>
    <w:p w14:paraId="4A221892" w14:textId="77777777" w:rsidR="006D4449" w:rsidRDefault="006D4449" w:rsidP="006D4449">
      <w:r>
        <w:t>281.9277</w:t>
      </w:r>
      <w:r>
        <w:tab/>
        <w:t>2.025e0</w:t>
      </w:r>
    </w:p>
    <w:p w14:paraId="1915719B" w14:textId="77777777" w:rsidR="006D4449" w:rsidRDefault="006D4449" w:rsidP="006D4449">
      <w:r>
        <w:lastRenderedPageBreak/>
        <w:t>281.9622</w:t>
      </w:r>
      <w:r>
        <w:tab/>
        <w:t>2.025e0</w:t>
      </w:r>
    </w:p>
    <w:p w14:paraId="66B4159B" w14:textId="77777777" w:rsidR="006D4449" w:rsidRDefault="006D4449" w:rsidP="006D4449">
      <w:r>
        <w:t>281.9740</w:t>
      </w:r>
      <w:r>
        <w:tab/>
        <w:t>3.038e0</w:t>
      </w:r>
    </w:p>
    <w:p w14:paraId="25ADD465" w14:textId="77777777" w:rsidR="006D4449" w:rsidRDefault="006D4449" w:rsidP="006D4449">
      <w:r>
        <w:t>281.9836</w:t>
      </w:r>
      <w:r>
        <w:tab/>
        <w:t>3.038e0</w:t>
      </w:r>
    </w:p>
    <w:p w14:paraId="18B9EE8D" w14:textId="77777777" w:rsidR="006D4449" w:rsidRDefault="006D4449" w:rsidP="006D4449">
      <w:r>
        <w:t>281.9958</w:t>
      </w:r>
      <w:r>
        <w:tab/>
        <w:t>2.025e0</w:t>
      </w:r>
    </w:p>
    <w:p w14:paraId="3001521E" w14:textId="77777777" w:rsidR="006D4449" w:rsidRDefault="006D4449" w:rsidP="006D4449">
      <w:r>
        <w:t>282.0028</w:t>
      </w:r>
      <w:r>
        <w:tab/>
        <w:t>2.025e0</w:t>
      </w:r>
    </w:p>
    <w:p w14:paraId="3DB819E5" w14:textId="77777777" w:rsidR="006D4449" w:rsidRDefault="006D4449" w:rsidP="006D4449">
      <w:r>
        <w:t>282.0101</w:t>
      </w:r>
      <w:r>
        <w:tab/>
        <w:t>1.013e0</w:t>
      </w:r>
    </w:p>
    <w:p w14:paraId="5AC64D97" w14:textId="77777777" w:rsidR="006D4449" w:rsidRDefault="006D4449" w:rsidP="006D4449">
      <w:r>
        <w:t>282.0259</w:t>
      </w:r>
      <w:r>
        <w:tab/>
        <w:t>1.013e0</w:t>
      </w:r>
    </w:p>
    <w:p w14:paraId="049B8D2D" w14:textId="77777777" w:rsidR="006D4449" w:rsidRDefault="006D4449" w:rsidP="006D4449">
      <w:r>
        <w:t>282.0378</w:t>
      </w:r>
      <w:r>
        <w:tab/>
        <w:t>3.038e0</w:t>
      </w:r>
    </w:p>
    <w:p w14:paraId="5E83995D" w14:textId="77777777" w:rsidR="006D4449" w:rsidRDefault="006D4449" w:rsidP="006D4449">
      <w:r>
        <w:t>282.0544</w:t>
      </w:r>
      <w:r>
        <w:tab/>
        <w:t>1.013e0</w:t>
      </w:r>
    </w:p>
    <w:p w14:paraId="799F7074" w14:textId="77777777" w:rsidR="006D4449" w:rsidRDefault="006D4449" w:rsidP="006D4449">
      <w:r>
        <w:t>282.0585</w:t>
      </w:r>
      <w:r>
        <w:tab/>
        <w:t>2.025e0</w:t>
      </w:r>
    </w:p>
    <w:p w14:paraId="74AA1304" w14:textId="77777777" w:rsidR="006D4449" w:rsidRDefault="006D4449" w:rsidP="006D4449">
      <w:r>
        <w:t>282.0658</w:t>
      </w:r>
      <w:r>
        <w:tab/>
        <w:t>1.013e0</w:t>
      </w:r>
    </w:p>
    <w:p w14:paraId="3BA86A7A" w14:textId="77777777" w:rsidR="006D4449" w:rsidRDefault="006D4449" w:rsidP="006D4449">
      <w:r>
        <w:t>282.0761</w:t>
      </w:r>
      <w:r>
        <w:tab/>
        <w:t>1.013e0</w:t>
      </w:r>
    </w:p>
    <w:p w14:paraId="4709A50F" w14:textId="77777777" w:rsidR="006D4449" w:rsidRDefault="006D4449" w:rsidP="006D4449">
      <w:r>
        <w:t>282.0899</w:t>
      </w:r>
      <w:r>
        <w:tab/>
        <w:t>1.013e0</w:t>
      </w:r>
    </w:p>
    <w:p w14:paraId="580E0903" w14:textId="77777777" w:rsidR="006D4449" w:rsidRDefault="006D4449" w:rsidP="006D4449">
      <w:r>
        <w:t>282.1031</w:t>
      </w:r>
      <w:r>
        <w:tab/>
        <w:t>1.013e0</w:t>
      </w:r>
    </w:p>
    <w:p w14:paraId="2D7CACC1" w14:textId="77777777" w:rsidR="006D4449" w:rsidRDefault="006D4449" w:rsidP="006D4449">
      <w:r>
        <w:t>282.1369</w:t>
      </w:r>
      <w:r>
        <w:tab/>
        <w:t>2.025e0</w:t>
      </w:r>
    </w:p>
    <w:p w14:paraId="22FC3AD6" w14:textId="77777777" w:rsidR="006D4449" w:rsidRDefault="006D4449" w:rsidP="006D4449">
      <w:r>
        <w:t>282.1421</w:t>
      </w:r>
      <w:r>
        <w:tab/>
        <w:t>3.038e0</w:t>
      </w:r>
    </w:p>
    <w:p w14:paraId="4169EB99" w14:textId="77777777" w:rsidR="006D4449" w:rsidRDefault="006D4449" w:rsidP="006D4449">
      <w:r>
        <w:t>282.1474</w:t>
      </w:r>
      <w:r>
        <w:tab/>
        <w:t>1.013e0</w:t>
      </w:r>
    </w:p>
    <w:p w14:paraId="17802DD7" w14:textId="77777777" w:rsidR="006D4449" w:rsidRDefault="006D4449" w:rsidP="006D4449">
      <w:r>
        <w:t>282.1668</w:t>
      </w:r>
      <w:r>
        <w:tab/>
        <w:t>2.025e0</w:t>
      </w:r>
    </w:p>
    <w:p w14:paraId="2B6B621B" w14:textId="77777777" w:rsidR="006D4449" w:rsidRDefault="006D4449" w:rsidP="006D4449">
      <w:r>
        <w:t>282.1680</w:t>
      </w:r>
      <w:r>
        <w:tab/>
        <w:t>3.038e0</w:t>
      </w:r>
    </w:p>
    <w:p w14:paraId="519F66D8" w14:textId="77777777" w:rsidR="006D4449" w:rsidRDefault="006D4449" w:rsidP="006D4449">
      <w:r>
        <w:lastRenderedPageBreak/>
        <w:t>282.1921</w:t>
      </w:r>
      <w:r>
        <w:tab/>
        <w:t>2.025e0</w:t>
      </w:r>
    </w:p>
    <w:p w14:paraId="6B395FC8" w14:textId="77777777" w:rsidR="006D4449" w:rsidRDefault="006D4449" w:rsidP="006D4449">
      <w:r>
        <w:t>282.2029</w:t>
      </w:r>
      <w:r>
        <w:tab/>
        <w:t>8.101e0</w:t>
      </w:r>
    </w:p>
    <w:p w14:paraId="131C6A67" w14:textId="77777777" w:rsidR="006D4449" w:rsidRDefault="006D4449" w:rsidP="006D4449">
      <w:r>
        <w:t>282.2134</w:t>
      </w:r>
      <w:r>
        <w:tab/>
        <w:t>2.025e0</w:t>
      </w:r>
    </w:p>
    <w:p w14:paraId="442AB6E0" w14:textId="77777777" w:rsidR="006D4449" w:rsidRDefault="006D4449" w:rsidP="006D4449">
      <w:r>
        <w:t>282.2230</w:t>
      </w:r>
      <w:r>
        <w:tab/>
        <w:t>4.051e0</w:t>
      </w:r>
    </w:p>
    <w:p w14:paraId="35B697D3" w14:textId="77777777" w:rsidR="006D4449" w:rsidRDefault="006D4449" w:rsidP="006D4449">
      <w:r>
        <w:t>282.2315</w:t>
      </w:r>
      <w:r>
        <w:tab/>
        <w:t>4.051e0</w:t>
      </w:r>
    </w:p>
    <w:p w14:paraId="38EB5B6F" w14:textId="77777777" w:rsidR="006D4449" w:rsidRDefault="006D4449" w:rsidP="006D4449">
      <w:r>
        <w:t>282.2516</w:t>
      </w:r>
      <w:r>
        <w:tab/>
        <w:t>2.025e0</w:t>
      </w:r>
    </w:p>
    <w:p w14:paraId="381F8CBD" w14:textId="77777777" w:rsidR="006D4449" w:rsidRDefault="006D4449" w:rsidP="006D4449">
      <w:r>
        <w:t>282.2583</w:t>
      </w:r>
      <w:r>
        <w:tab/>
        <w:t>2.025e0</w:t>
      </w:r>
    </w:p>
    <w:p w14:paraId="2D66F937" w14:textId="77777777" w:rsidR="006D4449" w:rsidRDefault="006D4449" w:rsidP="006D4449">
      <w:r>
        <w:t>282.2782</w:t>
      </w:r>
      <w:r>
        <w:tab/>
        <w:t>1.013e0</w:t>
      </w:r>
    </w:p>
    <w:p w14:paraId="6273828D" w14:textId="77777777" w:rsidR="006D4449" w:rsidRDefault="006D4449" w:rsidP="006D4449">
      <w:r>
        <w:t>282.2983</w:t>
      </w:r>
      <w:r>
        <w:tab/>
        <w:t>3.038e0</w:t>
      </w:r>
    </w:p>
    <w:p w14:paraId="046457AF" w14:textId="77777777" w:rsidR="006D4449" w:rsidRDefault="006D4449" w:rsidP="006D4449">
      <w:r>
        <w:t>282.3296</w:t>
      </w:r>
      <w:r>
        <w:tab/>
        <w:t>1.013e0</w:t>
      </w:r>
    </w:p>
    <w:p w14:paraId="18847CBD" w14:textId="77777777" w:rsidR="006D4449" w:rsidRDefault="006D4449" w:rsidP="006D4449">
      <w:r>
        <w:t>282.3920</w:t>
      </w:r>
      <w:r>
        <w:tab/>
        <w:t>3.038e0</w:t>
      </w:r>
    </w:p>
    <w:p w14:paraId="2DB21FED" w14:textId="77777777" w:rsidR="006D4449" w:rsidRDefault="006D4449" w:rsidP="006D4449">
      <w:r>
        <w:t>282.4118</w:t>
      </w:r>
      <w:r>
        <w:tab/>
        <w:t>2.025e0</w:t>
      </w:r>
    </w:p>
    <w:p w14:paraId="257F8298" w14:textId="77777777" w:rsidR="006D4449" w:rsidRDefault="006D4449" w:rsidP="006D4449">
      <w:r>
        <w:t>282.4381</w:t>
      </w:r>
      <w:r>
        <w:tab/>
        <w:t>1.013e0</w:t>
      </w:r>
    </w:p>
    <w:p w14:paraId="27C1BD3D" w14:textId="77777777" w:rsidR="006D4449" w:rsidRDefault="006D4449" w:rsidP="006D4449">
      <w:r>
        <w:t>282.4472</w:t>
      </w:r>
      <w:r>
        <w:tab/>
        <w:t>1.013e0</w:t>
      </w:r>
    </w:p>
    <w:p w14:paraId="4E859398" w14:textId="77777777" w:rsidR="006D4449" w:rsidRDefault="006D4449" w:rsidP="006D4449">
      <w:r>
        <w:t>282.5016</w:t>
      </w:r>
      <w:r>
        <w:tab/>
        <w:t>1.013e0</w:t>
      </w:r>
    </w:p>
    <w:p w14:paraId="757BFE2A" w14:textId="77777777" w:rsidR="006D4449" w:rsidRDefault="006D4449" w:rsidP="006D4449">
      <w:r>
        <w:t>282.5140</w:t>
      </w:r>
      <w:r>
        <w:tab/>
        <w:t>1.013e0</w:t>
      </w:r>
    </w:p>
    <w:p w14:paraId="30D28A31" w14:textId="77777777" w:rsidR="006D4449" w:rsidRDefault="006D4449" w:rsidP="006D4449">
      <w:r>
        <w:t>282.5473</w:t>
      </w:r>
      <w:r>
        <w:tab/>
        <w:t>2.025e0</w:t>
      </w:r>
    </w:p>
    <w:p w14:paraId="180C5A3C" w14:textId="77777777" w:rsidR="006D4449" w:rsidRDefault="006D4449" w:rsidP="006D4449">
      <w:r>
        <w:t>282.5626</w:t>
      </w:r>
      <w:r>
        <w:tab/>
        <w:t>1.013e0</w:t>
      </w:r>
    </w:p>
    <w:p w14:paraId="2CEE80DF" w14:textId="77777777" w:rsidR="006D4449" w:rsidRDefault="006D4449" w:rsidP="006D4449">
      <w:r>
        <w:t>282.5638</w:t>
      </w:r>
      <w:r>
        <w:tab/>
        <w:t>1.013e0</w:t>
      </w:r>
    </w:p>
    <w:p w14:paraId="54D2B304" w14:textId="77777777" w:rsidR="006D4449" w:rsidRDefault="006D4449" w:rsidP="006D4449">
      <w:r>
        <w:lastRenderedPageBreak/>
        <w:t>282.5835</w:t>
      </w:r>
      <w:r>
        <w:tab/>
        <w:t>1.013e0</w:t>
      </w:r>
    </w:p>
    <w:p w14:paraId="322A8FA6" w14:textId="77777777" w:rsidR="006D4449" w:rsidRDefault="006D4449" w:rsidP="006D4449">
      <w:r>
        <w:t>282.5936</w:t>
      </w:r>
      <w:r>
        <w:tab/>
        <w:t>1.013e0</w:t>
      </w:r>
    </w:p>
    <w:p w14:paraId="25D59C10" w14:textId="77777777" w:rsidR="006D4449" w:rsidRDefault="006D4449" w:rsidP="006D4449">
      <w:r>
        <w:t>282.6162</w:t>
      </w:r>
      <w:r>
        <w:tab/>
        <w:t>1.013e0</w:t>
      </w:r>
    </w:p>
    <w:p w14:paraId="0ED0D39A" w14:textId="77777777" w:rsidR="006D4449" w:rsidRDefault="006D4449" w:rsidP="006D4449">
      <w:r>
        <w:t>282.6356</w:t>
      </w:r>
      <w:r>
        <w:tab/>
        <w:t>1.013e0</w:t>
      </w:r>
    </w:p>
    <w:p w14:paraId="7C5280DA" w14:textId="77777777" w:rsidR="006D4449" w:rsidRDefault="006D4449" w:rsidP="006D4449">
      <w:r>
        <w:t>282.6710</w:t>
      </w:r>
      <w:r>
        <w:tab/>
        <w:t>1.013e0</w:t>
      </w:r>
    </w:p>
    <w:p w14:paraId="04261719" w14:textId="77777777" w:rsidR="006D4449" w:rsidRDefault="006D4449" w:rsidP="006D4449">
      <w:r>
        <w:t>282.7093</w:t>
      </w:r>
      <w:r>
        <w:tab/>
        <w:t>1.013e0</w:t>
      </w:r>
    </w:p>
    <w:p w14:paraId="4450BCC6" w14:textId="77777777" w:rsidR="006D4449" w:rsidRDefault="006D4449" w:rsidP="006D4449">
      <w:r>
        <w:t>282.7172</w:t>
      </w:r>
      <w:r>
        <w:tab/>
        <w:t>4.051e0</w:t>
      </w:r>
    </w:p>
    <w:p w14:paraId="6866D597" w14:textId="77777777" w:rsidR="006D4449" w:rsidRDefault="006D4449" w:rsidP="006D4449">
      <w:r>
        <w:t>282.7761</w:t>
      </w:r>
      <w:r>
        <w:tab/>
        <w:t>1.013e0</w:t>
      </w:r>
    </w:p>
    <w:p w14:paraId="4C1CDDA4" w14:textId="77777777" w:rsidR="006D4449" w:rsidRDefault="006D4449" w:rsidP="006D4449">
      <w:r>
        <w:t>282.8087</w:t>
      </w:r>
      <w:r>
        <w:tab/>
        <w:t>1.013e0</w:t>
      </w:r>
    </w:p>
    <w:p w14:paraId="0A6FC9FA" w14:textId="77777777" w:rsidR="006D4449" w:rsidRDefault="006D4449" w:rsidP="006D4449">
      <w:r>
        <w:t>282.8280</w:t>
      </w:r>
      <w:r>
        <w:tab/>
        <w:t>1.013e0</w:t>
      </w:r>
    </w:p>
    <w:p w14:paraId="7DA436C9" w14:textId="77777777" w:rsidR="006D4449" w:rsidRDefault="006D4449" w:rsidP="006D4449">
      <w:r>
        <w:t>282.8539</w:t>
      </w:r>
      <w:r>
        <w:tab/>
        <w:t>2.025e0</w:t>
      </w:r>
    </w:p>
    <w:p w14:paraId="1FD6BB5A" w14:textId="77777777" w:rsidR="006D4449" w:rsidRDefault="006D4449" w:rsidP="006D4449">
      <w:r>
        <w:t>282.8838</w:t>
      </w:r>
      <w:r>
        <w:tab/>
        <w:t>1.013e0</w:t>
      </w:r>
    </w:p>
    <w:p w14:paraId="0BDE28C4" w14:textId="77777777" w:rsidR="006D4449" w:rsidRDefault="006D4449" w:rsidP="006D4449">
      <w:r>
        <w:t>282.8902</w:t>
      </w:r>
      <w:r>
        <w:tab/>
        <w:t>1.013e0</w:t>
      </w:r>
    </w:p>
    <w:p w14:paraId="64CE9C1A" w14:textId="77777777" w:rsidR="006D4449" w:rsidRDefault="006D4449" w:rsidP="006D4449">
      <w:r>
        <w:t>282.9057</w:t>
      </w:r>
      <w:r>
        <w:tab/>
        <w:t>1.013e0</w:t>
      </w:r>
    </w:p>
    <w:p w14:paraId="6547746C" w14:textId="77777777" w:rsidR="006D4449" w:rsidRDefault="006D4449" w:rsidP="006D4449">
      <w:r>
        <w:t>282.9594</w:t>
      </w:r>
      <w:r>
        <w:tab/>
        <w:t>2.025e0</w:t>
      </w:r>
    </w:p>
    <w:p w14:paraId="014A516B" w14:textId="77777777" w:rsidR="006D4449" w:rsidRDefault="006D4449" w:rsidP="006D4449">
      <w:r>
        <w:t>282.9803</w:t>
      </w:r>
      <w:r>
        <w:tab/>
        <w:t>3.038e0</w:t>
      </w:r>
    </w:p>
    <w:p w14:paraId="1B2224DB" w14:textId="77777777" w:rsidR="006D4449" w:rsidRDefault="006D4449" w:rsidP="006D4449">
      <w:r>
        <w:t>282.9857</w:t>
      </w:r>
      <w:r>
        <w:tab/>
        <w:t>2.025e0</w:t>
      </w:r>
    </w:p>
    <w:p w14:paraId="07EC94C5" w14:textId="77777777" w:rsidR="006D4449" w:rsidRDefault="006D4449" w:rsidP="006D4449">
      <w:r>
        <w:t>282.9931</w:t>
      </w:r>
      <w:r>
        <w:tab/>
        <w:t>1.013e0</w:t>
      </w:r>
    </w:p>
    <w:p w14:paraId="1A13F2D1" w14:textId="77777777" w:rsidR="006D4449" w:rsidRDefault="006D4449" w:rsidP="006D4449">
      <w:r>
        <w:t>282.9991</w:t>
      </w:r>
      <w:r>
        <w:tab/>
        <w:t>2.025e0</w:t>
      </w:r>
    </w:p>
    <w:p w14:paraId="0A570253" w14:textId="77777777" w:rsidR="006D4449" w:rsidRDefault="006D4449" w:rsidP="006D4449">
      <w:r>
        <w:lastRenderedPageBreak/>
        <w:t>283.0340</w:t>
      </w:r>
      <w:r>
        <w:tab/>
        <w:t>5.063e0</w:t>
      </w:r>
    </w:p>
    <w:p w14:paraId="4700E36F" w14:textId="77777777" w:rsidR="006D4449" w:rsidRDefault="006D4449" w:rsidP="006D4449">
      <w:r>
        <w:t>283.0417</w:t>
      </w:r>
      <w:r>
        <w:tab/>
        <w:t>2.025e0</w:t>
      </w:r>
    </w:p>
    <w:p w14:paraId="08220124" w14:textId="77777777" w:rsidR="006D4449" w:rsidRDefault="006D4449" w:rsidP="006D4449">
      <w:r>
        <w:t>283.0443</w:t>
      </w:r>
      <w:r>
        <w:tab/>
        <w:t>5.695e0</w:t>
      </w:r>
    </w:p>
    <w:p w14:paraId="1B927BC7" w14:textId="77777777" w:rsidR="006D4449" w:rsidRDefault="006D4449" w:rsidP="006D4449">
      <w:r>
        <w:t>283.0468</w:t>
      </w:r>
      <w:r>
        <w:tab/>
        <w:t>3.038e0</w:t>
      </w:r>
    </w:p>
    <w:p w14:paraId="5DA32F86" w14:textId="77777777" w:rsidR="006D4449" w:rsidRDefault="006D4449" w:rsidP="006D4449">
      <w:r>
        <w:t>283.0510</w:t>
      </w:r>
      <w:r>
        <w:tab/>
        <w:t>5.063e0</w:t>
      </w:r>
    </w:p>
    <w:p w14:paraId="5863044A" w14:textId="77777777" w:rsidR="006D4449" w:rsidRDefault="006D4449" w:rsidP="006D4449">
      <w:r>
        <w:t>283.0878</w:t>
      </w:r>
      <w:r>
        <w:tab/>
        <w:t>2.025e0</w:t>
      </w:r>
    </w:p>
    <w:p w14:paraId="69A87833" w14:textId="77777777" w:rsidR="006D4449" w:rsidRDefault="006D4449" w:rsidP="006D4449">
      <w:r>
        <w:t>283.0941</w:t>
      </w:r>
      <w:r>
        <w:tab/>
        <w:t>2.025e0</w:t>
      </w:r>
    </w:p>
    <w:p w14:paraId="7F183D40" w14:textId="77777777" w:rsidR="006D4449" w:rsidRDefault="006D4449" w:rsidP="006D4449">
      <w:r>
        <w:t>283.1183</w:t>
      </w:r>
      <w:r>
        <w:tab/>
        <w:t>3.038e0</w:t>
      </w:r>
    </w:p>
    <w:p w14:paraId="5FF2C2B3" w14:textId="77777777" w:rsidR="006D4449" w:rsidRDefault="006D4449" w:rsidP="006D4449">
      <w:r>
        <w:t>283.1444</w:t>
      </w:r>
      <w:r>
        <w:tab/>
        <w:t>3.038e0</w:t>
      </w:r>
    </w:p>
    <w:p w14:paraId="7F243001" w14:textId="77777777" w:rsidR="006D4449" w:rsidRDefault="006D4449" w:rsidP="006D4449">
      <w:r>
        <w:t>283.1568</w:t>
      </w:r>
      <w:r>
        <w:tab/>
        <w:t>4.051e0</w:t>
      </w:r>
    </w:p>
    <w:p w14:paraId="2A52948B" w14:textId="77777777" w:rsidR="006D4449" w:rsidRDefault="006D4449" w:rsidP="006D4449">
      <w:r>
        <w:t>283.1638</w:t>
      </w:r>
      <w:r>
        <w:tab/>
        <w:t>5.245e0</w:t>
      </w:r>
    </w:p>
    <w:p w14:paraId="3D196DD7" w14:textId="77777777" w:rsidR="006D4449" w:rsidRDefault="006D4449" w:rsidP="006D4449">
      <w:r>
        <w:t>283.1831</w:t>
      </w:r>
      <w:r>
        <w:tab/>
        <w:t>1.317e0</w:t>
      </w:r>
    </w:p>
    <w:p w14:paraId="1397A6AD" w14:textId="77777777" w:rsidR="006D4449" w:rsidRDefault="006D4449" w:rsidP="006D4449">
      <w:r>
        <w:t>283.1936</w:t>
      </w:r>
      <w:r>
        <w:tab/>
        <w:t>1.013e0</w:t>
      </w:r>
    </w:p>
    <w:p w14:paraId="3BE1FEF5" w14:textId="77777777" w:rsidR="006D4449" w:rsidRDefault="006D4449" w:rsidP="006D4449">
      <w:r>
        <w:t>283.1964</w:t>
      </w:r>
      <w:r>
        <w:tab/>
        <w:t>2.168e0</w:t>
      </w:r>
    </w:p>
    <w:p w14:paraId="67FEDB1D" w14:textId="77777777" w:rsidR="006D4449" w:rsidRDefault="006D4449" w:rsidP="006D4449">
      <w:r>
        <w:t>283.2066</w:t>
      </w:r>
      <w:r>
        <w:tab/>
        <w:t>1.013e0</w:t>
      </w:r>
    </w:p>
    <w:p w14:paraId="3728C6C5" w14:textId="77777777" w:rsidR="006D4449" w:rsidRDefault="006D4449" w:rsidP="006D4449">
      <w:r>
        <w:t>283.2231</w:t>
      </w:r>
      <w:r>
        <w:tab/>
        <w:t>2.025e0</w:t>
      </w:r>
    </w:p>
    <w:p w14:paraId="325E483D" w14:textId="77777777" w:rsidR="006D4449" w:rsidRDefault="006D4449" w:rsidP="006D4449">
      <w:r>
        <w:t>283.2377</w:t>
      </w:r>
      <w:r>
        <w:tab/>
        <w:t>1.013e0</w:t>
      </w:r>
    </w:p>
    <w:p w14:paraId="66060960" w14:textId="77777777" w:rsidR="006D4449" w:rsidRDefault="006D4449" w:rsidP="006D4449">
      <w:r>
        <w:t>283.2429</w:t>
      </w:r>
      <w:r>
        <w:tab/>
        <w:t>1.013e0</w:t>
      </w:r>
    </w:p>
    <w:p w14:paraId="10A29114" w14:textId="77777777" w:rsidR="006D4449" w:rsidRDefault="006D4449" w:rsidP="006D4449">
      <w:r>
        <w:t>283.2476</w:t>
      </w:r>
      <w:r>
        <w:tab/>
        <w:t>2.025e0</w:t>
      </w:r>
    </w:p>
    <w:p w14:paraId="47A460A4" w14:textId="77777777" w:rsidR="006D4449" w:rsidRDefault="006D4449" w:rsidP="006D4449">
      <w:r>
        <w:lastRenderedPageBreak/>
        <w:t>283.2741</w:t>
      </w:r>
      <w:r>
        <w:tab/>
        <w:t>1.013e0</w:t>
      </w:r>
    </w:p>
    <w:p w14:paraId="081C4C26" w14:textId="77777777" w:rsidR="006D4449" w:rsidRDefault="006D4449" w:rsidP="006D4449">
      <w:r>
        <w:t>283.2866</w:t>
      </w:r>
      <w:r>
        <w:tab/>
        <w:t>1.013e0</w:t>
      </w:r>
    </w:p>
    <w:p w14:paraId="40A1F5BE" w14:textId="77777777" w:rsidR="006D4449" w:rsidRDefault="006D4449" w:rsidP="006D4449">
      <w:r>
        <w:t>283.3221</w:t>
      </w:r>
      <w:r>
        <w:tab/>
        <w:t>1.013e0</w:t>
      </w:r>
    </w:p>
    <w:p w14:paraId="205D4CBF" w14:textId="77777777" w:rsidR="006D4449" w:rsidRDefault="006D4449" w:rsidP="006D4449">
      <w:r>
        <w:t>283.3274</w:t>
      </w:r>
      <w:r>
        <w:tab/>
        <w:t>1.013e0</w:t>
      </w:r>
    </w:p>
    <w:p w14:paraId="3656033E" w14:textId="77777777" w:rsidR="006D4449" w:rsidRDefault="006D4449" w:rsidP="006D4449">
      <w:r>
        <w:t>283.3364</w:t>
      </w:r>
      <w:r>
        <w:tab/>
        <w:t>1.013e0</w:t>
      </w:r>
    </w:p>
    <w:p w14:paraId="1CC742C8" w14:textId="77777777" w:rsidR="006D4449" w:rsidRDefault="006D4449" w:rsidP="006D4449">
      <w:r>
        <w:t>283.3727</w:t>
      </w:r>
      <w:r>
        <w:tab/>
        <w:t>1.013e0</w:t>
      </w:r>
    </w:p>
    <w:p w14:paraId="2359C3A8" w14:textId="77777777" w:rsidR="006D4449" w:rsidRDefault="006D4449" w:rsidP="006D4449">
      <w:r>
        <w:t>283.3779</w:t>
      </w:r>
      <w:r>
        <w:tab/>
        <w:t>1.013e0</w:t>
      </w:r>
    </w:p>
    <w:p w14:paraId="45B3C512" w14:textId="77777777" w:rsidR="006D4449" w:rsidRDefault="006D4449" w:rsidP="006D4449">
      <w:r>
        <w:t>283.3929</w:t>
      </w:r>
      <w:r>
        <w:tab/>
        <w:t>1.013e0</w:t>
      </w:r>
    </w:p>
    <w:p w14:paraId="1C9C107E" w14:textId="77777777" w:rsidR="006D4449" w:rsidRDefault="006D4449" w:rsidP="006D4449">
      <w:r>
        <w:t>283.4256</w:t>
      </w:r>
      <w:r>
        <w:tab/>
        <w:t>1.013e0</w:t>
      </w:r>
    </w:p>
    <w:p w14:paraId="2A317A28" w14:textId="77777777" w:rsidR="006D4449" w:rsidRDefault="006D4449" w:rsidP="006D4449">
      <w:r>
        <w:t>283.4427</w:t>
      </w:r>
      <w:r>
        <w:tab/>
        <w:t>2.025e0</w:t>
      </w:r>
    </w:p>
    <w:p w14:paraId="472815D7" w14:textId="77777777" w:rsidR="006D4449" w:rsidRDefault="006D4449" w:rsidP="006D4449">
      <w:r>
        <w:t>283.4698</w:t>
      </w:r>
      <w:r>
        <w:tab/>
        <w:t>3.038e0</w:t>
      </w:r>
    </w:p>
    <w:p w14:paraId="67DAB39E" w14:textId="77777777" w:rsidR="006D4449" w:rsidRDefault="006D4449" w:rsidP="006D4449">
      <w:r>
        <w:t>283.4832</w:t>
      </w:r>
      <w:r>
        <w:tab/>
        <w:t>1.013e0</w:t>
      </w:r>
    </w:p>
    <w:p w14:paraId="4C299E6C" w14:textId="77777777" w:rsidR="006D4449" w:rsidRDefault="006D4449" w:rsidP="006D4449">
      <w:r>
        <w:t>283.5022</w:t>
      </w:r>
      <w:r>
        <w:tab/>
        <w:t>2.025e0</w:t>
      </w:r>
    </w:p>
    <w:p w14:paraId="73AF6FE5" w14:textId="77777777" w:rsidR="006D4449" w:rsidRDefault="006D4449" w:rsidP="006D4449">
      <w:r>
        <w:t>283.5146</w:t>
      </w:r>
      <w:r>
        <w:tab/>
        <w:t>1.013e0</w:t>
      </w:r>
    </w:p>
    <w:p w14:paraId="2C649C27" w14:textId="77777777" w:rsidR="006D4449" w:rsidRDefault="006D4449" w:rsidP="006D4449">
      <w:r>
        <w:t>283.5541</w:t>
      </w:r>
      <w:r>
        <w:tab/>
        <w:t>1.013e0</w:t>
      </w:r>
    </w:p>
    <w:p w14:paraId="2AC756AA" w14:textId="77777777" w:rsidR="006D4449" w:rsidRDefault="006D4449" w:rsidP="006D4449">
      <w:r>
        <w:t>283.5688</w:t>
      </w:r>
      <w:r>
        <w:tab/>
        <w:t>1.013e0</w:t>
      </w:r>
    </w:p>
    <w:p w14:paraId="3C549113" w14:textId="77777777" w:rsidR="006D4449" w:rsidRDefault="006D4449" w:rsidP="006D4449">
      <w:r>
        <w:t>283.5748</w:t>
      </w:r>
      <w:r>
        <w:tab/>
        <w:t>1.013e0</w:t>
      </w:r>
    </w:p>
    <w:p w14:paraId="134E4D2A" w14:textId="77777777" w:rsidR="006D4449" w:rsidRDefault="006D4449" w:rsidP="006D4449">
      <w:r>
        <w:t>283.5828</w:t>
      </w:r>
      <w:r>
        <w:tab/>
        <w:t>1.013e0</w:t>
      </w:r>
    </w:p>
    <w:p w14:paraId="3DF2EDC5" w14:textId="77777777" w:rsidR="006D4449" w:rsidRDefault="006D4449" w:rsidP="006D4449">
      <w:r>
        <w:t>283.6000</w:t>
      </w:r>
      <w:r>
        <w:tab/>
        <w:t>1.013e0</w:t>
      </w:r>
    </w:p>
    <w:p w14:paraId="2B986A2C" w14:textId="77777777" w:rsidR="006D4449" w:rsidRDefault="006D4449" w:rsidP="006D4449">
      <w:r>
        <w:lastRenderedPageBreak/>
        <w:t>283.6101</w:t>
      </w:r>
      <w:r>
        <w:tab/>
        <w:t>1.013e0</w:t>
      </w:r>
    </w:p>
    <w:p w14:paraId="112DD807" w14:textId="77777777" w:rsidR="006D4449" w:rsidRDefault="006D4449" w:rsidP="006D4449">
      <w:r>
        <w:t>283.6444</w:t>
      </w:r>
      <w:r>
        <w:tab/>
        <w:t>1.013e0</w:t>
      </w:r>
    </w:p>
    <w:p w14:paraId="26C5474E" w14:textId="77777777" w:rsidR="006D4449" w:rsidRDefault="006D4449" w:rsidP="006D4449">
      <w:r>
        <w:t>283.6535</w:t>
      </w:r>
      <w:r>
        <w:tab/>
        <w:t>1.013e0</w:t>
      </w:r>
    </w:p>
    <w:p w14:paraId="794D4F1A" w14:textId="77777777" w:rsidR="006D4449" w:rsidRDefault="006D4449" w:rsidP="006D4449">
      <w:r>
        <w:t>283.6575</w:t>
      </w:r>
      <w:r>
        <w:tab/>
        <w:t>2.025e0</w:t>
      </w:r>
    </w:p>
    <w:p w14:paraId="25E09B7F" w14:textId="77777777" w:rsidR="006D4449" w:rsidRDefault="006D4449" w:rsidP="006D4449">
      <w:r>
        <w:t>283.6624</w:t>
      </w:r>
      <w:r>
        <w:tab/>
        <w:t>1.013e0</w:t>
      </w:r>
    </w:p>
    <w:p w14:paraId="34BA2523" w14:textId="77777777" w:rsidR="006D4449" w:rsidRDefault="006D4449" w:rsidP="006D4449">
      <w:r>
        <w:t>283.6959</w:t>
      </w:r>
      <w:r>
        <w:tab/>
        <w:t>2.025e0</w:t>
      </w:r>
    </w:p>
    <w:p w14:paraId="642F8CEC" w14:textId="77777777" w:rsidR="006D4449" w:rsidRDefault="006D4449" w:rsidP="006D4449">
      <w:r>
        <w:t>283.7185</w:t>
      </w:r>
      <w:r>
        <w:tab/>
        <w:t>2.025e0</w:t>
      </w:r>
    </w:p>
    <w:p w14:paraId="0F3E3871" w14:textId="77777777" w:rsidR="006D4449" w:rsidRDefault="006D4449" w:rsidP="006D4449">
      <w:r>
        <w:t>283.7386</w:t>
      </w:r>
      <w:r>
        <w:tab/>
        <w:t>1.013e0</w:t>
      </w:r>
    </w:p>
    <w:p w14:paraId="61080072" w14:textId="77777777" w:rsidR="006D4449" w:rsidRDefault="006D4449" w:rsidP="006D4449">
      <w:r>
        <w:t>283.7741</w:t>
      </w:r>
      <w:r>
        <w:tab/>
        <w:t>1.013e0</w:t>
      </w:r>
    </w:p>
    <w:p w14:paraId="0B05F480" w14:textId="77777777" w:rsidR="006D4449" w:rsidRDefault="006D4449" w:rsidP="006D4449">
      <w:r>
        <w:t>283.8402</w:t>
      </w:r>
      <w:r>
        <w:tab/>
        <w:t>2.025e0</w:t>
      </w:r>
    </w:p>
    <w:p w14:paraId="7E81993B" w14:textId="77777777" w:rsidR="006D4449" w:rsidRDefault="006D4449" w:rsidP="006D4449">
      <w:r>
        <w:t>283.8507</w:t>
      </w:r>
      <w:r>
        <w:tab/>
        <w:t>1.013e0</w:t>
      </w:r>
    </w:p>
    <w:p w14:paraId="4CE05841" w14:textId="77777777" w:rsidR="006D4449" w:rsidRDefault="006D4449" w:rsidP="006D4449">
      <w:r>
        <w:t>283.8559</w:t>
      </w:r>
      <w:r>
        <w:tab/>
        <w:t>1.013e0</w:t>
      </w:r>
    </w:p>
    <w:p w14:paraId="55A69E23" w14:textId="77777777" w:rsidR="006D4449" w:rsidRDefault="006D4449" w:rsidP="006D4449">
      <w:r>
        <w:t>283.8599</w:t>
      </w:r>
      <w:r>
        <w:tab/>
        <w:t>1.013e0</w:t>
      </w:r>
    </w:p>
    <w:p w14:paraId="740D8D76" w14:textId="77777777" w:rsidR="006D4449" w:rsidRDefault="006D4449" w:rsidP="006D4449">
      <w:r>
        <w:t>283.8923</w:t>
      </w:r>
      <w:r>
        <w:tab/>
        <w:t>1.013e0</w:t>
      </w:r>
    </w:p>
    <w:p w14:paraId="46F8E586" w14:textId="77777777" w:rsidR="006D4449" w:rsidRDefault="006D4449" w:rsidP="006D4449">
      <w:r>
        <w:t>283.8959</w:t>
      </w:r>
      <w:r>
        <w:tab/>
        <w:t>1.013e0</w:t>
      </w:r>
    </w:p>
    <w:p w14:paraId="558A10AF" w14:textId="77777777" w:rsidR="006D4449" w:rsidRDefault="006D4449" w:rsidP="006D4449">
      <w:r>
        <w:t>283.9171</w:t>
      </w:r>
      <w:r>
        <w:tab/>
        <w:t>1.013e0</w:t>
      </w:r>
    </w:p>
    <w:p w14:paraId="2CAEDC99" w14:textId="77777777" w:rsidR="006D4449" w:rsidRDefault="006D4449" w:rsidP="006D4449">
      <w:r>
        <w:t>283.9183</w:t>
      </w:r>
      <w:r>
        <w:tab/>
        <w:t>1.013e0</w:t>
      </w:r>
    </w:p>
    <w:p w14:paraId="4B5196F3" w14:textId="77777777" w:rsidR="006D4449" w:rsidRDefault="006D4449" w:rsidP="006D4449">
      <w:r>
        <w:t>283.9406</w:t>
      </w:r>
      <w:r>
        <w:tab/>
        <w:t>1.013e0</w:t>
      </w:r>
    </w:p>
    <w:p w14:paraId="1418B90E" w14:textId="77777777" w:rsidR="006D4449" w:rsidRDefault="006D4449" w:rsidP="006D4449">
      <w:r>
        <w:t>283.9432</w:t>
      </w:r>
      <w:r>
        <w:tab/>
        <w:t>1.013e0</w:t>
      </w:r>
    </w:p>
    <w:p w14:paraId="137FFA39" w14:textId="77777777" w:rsidR="006D4449" w:rsidRDefault="006D4449" w:rsidP="006D4449">
      <w:r>
        <w:lastRenderedPageBreak/>
        <w:t>283.9542</w:t>
      </w:r>
      <w:r>
        <w:tab/>
        <w:t>2.025e0</w:t>
      </w:r>
    </w:p>
    <w:p w14:paraId="2FAF0FA9" w14:textId="77777777" w:rsidR="006D4449" w:rsidRDefault="006D4449" w:rsidP="006D4449">
      <w:r>
        <w:t>283.9759</w:t>
      </w:r>
      <w:r>
        <w:tab/>
        <w:t>1.013e0</w:t>
      </w:r>
    </w:p>
    <w:p w14:paraId="69F88DA6" w14:textId="77777777" w:rsidR="006D4449" w:rsidRDefault="006D4449" w:rsidP="006D4449">
      <w:r>
        <w:t>284.0035</w:t>
      </w:r>
      <w:r>
        <w:tab/>
        <w:t>1.013e0</w:t>
      </w:r>
    </w:p>
    <w:p w14:paraId="7F5F0F8A" w14:textId="77777777" w:rsidR="006D4449" w:rsidRDefault="006D4449" w:rsidP="006D4449">
      <w:r>
        <w:t>284.0074</w:t>
      </w:r>
      <w:r>
        <w:tab/>
        <w:t>1.013e0</w:t>
      </w:r>
    </w:p>
    <w:p w14:paraId="7CE41318" w14:textId="77777777" w:rsidR="006D4449" w:rsidRDefault="006D4449" w:rsidP="006D4449">
      <w:r>
        <w:t>284.0107</w:t>
      </w:r>
      <w:r>
        <w:tab/>
        <w:t>1.013e0</w:t>
      </w:r>
    </w:p>
    <w:p w14:paraId="54BD8A8F" w14:textId="77777777" w:rsidR="006D4449" w:rsidRDefault="006D4449" w:rsidP="006D4449">
      <w:r>
        <w:t>284.0224</w:t>
      </w:r>
      <w:r>
        <w:tab/>
        <w:t>1.013e0</w:t>
      </w:r>
    </w:p>
    <w:p w14:paraId="0679801F" w14:textId="77777777" w:rsidR="006D4449" w:rsidRDefault="006D4449" w:rsidP="006D4449">
      <w:r>
        <w:t>284.0389</w:t>
      </w:r>
      <w:r>
        <w:tab/>
        <w:t>1.013e0</w:t>
      </w:r>
    </w:p>
    <w:p w14:paraId="7E34D583" w14:textId="77777777" w:rsidR="006D4449" w:rsidRDefault="006D4449" w:rsidP="006D4449">
      <w:r>
        <w:t>284.0524</w:t>
      </w:r>
      <w:r>
        <w:tab/>
        <w:t>1.013e0</w:t>
      </w:r>
    </w:p>
    <w:p w14:paraId="4BF001E5" w14:textId="77777777" w:rsidR="006D4449" w:rsidRDefault="006D4449" w:rsidP="006D4449">
      <w:r>
        <w:t>284.0663</w:t>
      </w:r>
      <w:r>
        <w:tab/>
        <w:t>1.013e0</w:t>
      </w:r>
    </w:p>
    <w:p w14:paraId="5185790B" w14:textId="77777777" w:rsidR="006D4449" w:rsidRDefault="006D4449" w:rsidP="006D4449">
      <w:r>
        <w:t>284.0732</w:t>
      </w:r>
      <w:r>
        <w:tab/>
        <w:t>1.013e0</w:t>
      </w:r>
    </w:p>
    <w:p w14:paraId="08818672" w14:textId="77777777" w:rsidR="006D4449" w:rsidRDefault="006D4449" w:rsidP="006D4449">
      <w:r>
        <w:t>284.0744</w:t>
      </w:r>
      <w:r>
        <w:tab/>
        <w:t>1.013e0</w:t>
      </w:r>
    </w:p>
    <w:p w14:paraId="6C0F8905" w14:textId="77777777" w:rsidR="006D4449" w:rsidRDefault="006D4449" w:rsidP="006D4449">
      <w:r>
        <w:t>284.0755</w:t>
      </w:r>
      <w:r>
        <w:tab/>
        <w:t>2.025e0</w:t>
      </w:r>
    </w:p>
    <w:p w14:paraId="2B087B34" w14:textId="77777777" w:rsidR="006D4449" w:rsidRDefault="006D4449" w:rsidP="006D4449">
      <w:r>
        <w:t>284.1056</w:t>
      </w:r>
      <w:r>
        <w:tab/>
        <w:t>1.013e0</w:t>
      </w:r>
    </w:p>
    <w:p w14:paraId="7F6B536D" w14:textId="77777777" w:rsidR="006D4449" w:rsidRDefault="006D4449" w:rsidP="006D4449">
      <w:r>
        <w:t>284.1252</w:t>
      </w:r>
      <w:r>
        <w:tab/>
        <w:t>1.013e0</w:t>
      </w:r>
    </w:p>
    <w:p w14:paraId="536C7F1F" w14:textId="77777777" w:rsidR="006D4449" w:rsidRDefault="006D4449" w:rsidP="006D4449">
      <w:r>
        <w:t>284.1280</w:t>
      </w:r>
      <w:r>
        <w:tab/>
        <w:t>1.013e0</w:t>
      </w:r>
    </w:p>
    <w:p w14:paraId="0455B24A" w14:textId="77777777" w:rsidR="006D4449" w:rsidRDefault="006D4449" w:rsidP="006D4449">
      <w:r>
        <w:t>284.1431</w:t>
      </w:r>
      <w:r>
        <w:tab/>
        <w:t>2.025e0</w:t>
      </w:r>
    </w:p>
    <w:p w14:paraId="66A5752E" w14:textId="77777777" w:rsidR="006D4449" w:rsidRDefault="006D4449" w:rsidP="006D4449">
      <w:r>
        <w:t>284.1525</w:t>
      </w:r>
      <w:r>
        <w:tab/>
        <w:t>1.013e0</w:t>
      </w:r>
    </w:p>
    <w:p w14:paraId="748D5DAB" w14:textId="77777777" w:rsidR="006D4449" w:rsidRDefault="006D4449" w:rsidP="006D4449">
      <w:r>
        <w:t>284.1735</w:t>
      </w:r>
      <w:r>
        <w:tab/>
        <w:t>2.025e0</w:t>
      </w:r>
    </w:p>
    <w:p w14:paraId="6E4F61E7" w14:textId="77777777" w:rsidR="006D4449" w:rsidRDefault="006D4449" w:rsidP="006D4449">
      <w:r>
        <w:t>284.1904</w:t>
      </w:r>
      <w:r>
        <w:tab/>
        <w:t>3.038e0</w:t>
      </w:r>
    </w:p>
    <w:p w14:paraId="766BD3A0" w14:textId="77777777" w:rsidR="006D4449" w:rsidRDefault="006D4449" w:rsidP="006D4449">
      <w:r>
        <w:lastRenderedPageBreak/>
        <w:t>284.1931</w:t>
      </w:r>
      <w:r>
        <w:tab/>
        <w:t>4.051e0</w:t>
      </w:r>
    </w:p>
    <w:p w14:paraId="21A292F1" w14:textId="77777777" w:rsidR="006D4449" w:rsidRDefault="006D4449" w:rsidP="006D4449">
      <w:r>
        <w:t>284.2196</w:t>
      </w:r>
      <w:r>
        <w:tab/>
        <w:t>1.013e0</w:t>
      </w:r>
    </w:p>
    <w:p w14:paraId="74EBFE17" w14:textId="77777777" w:rsidR="006D4449" w:rsidRDefault="006D4449" w:rsidP="006D4449">
      <w:r>
        <w:t>284.2280</w:t>
      </w:r>
      <w:r>
        <w:tab/>
        <w:t>2.025e0</w:t>
      </w:r>
    </w:p>
    <w:p w14:paraId="1C7FB0B1" w14:textId="77777777" w:rsidR="006D4449" w:rsidRDefault="006D4449" w:rsidP="006D4449">
      <w:r>
        <w:t>284.2401</w:t>
      </w:r>
      <w:r>
        <w:tab/>
        <w:t>2.025e0</w:t>
      </w:r>
    </w:p>
    <w:p w14:paraId="69AA4559" w14:textId="77777777" w:rsidR="006D4449" w:rsidRDefault="006D4449" w:rsidP="006D4449">
      <w:r>
        <w:t>284.2831</w:t>
      </w:r>
      <w:r>
        <w:tab/>
        <w:t>2.025e0</w:t>
      </w:r>
    </w:p>
    <w:p w14:paraId="4433595F" w14:textId="77777777" w:rsidR="006D4449" w:rsidRDefault="006D4449" w:rsidP="006D4449">
      <w:r>
        <w:t>284.2864</w:t>
      </w:r>
      <w:r>
        <w:tab/>
        <w:t>1.013e0</w:t>
      </w:r>
    </w:p>
    <w:p w14:paraId="00F87CE3" w14:textId="77777777" w:rsidR="006D4449" w:rsidRDefault="006D4449" w:rsidP="006D4449">
      <w:r>
        <w:t>284.3041</w:t>
      </w:r>
      <w:r>
        <w:tab/>
        <w:t>2.025e0</w:t>
      </w:r>
    </w:p>
    <w:p w14:paraId="57DBCF1B" w14:textId="77777777" w:rsidR="006D4449" w:rsidRDefault="006D4449" w:rsidP="006D4449">
      <w:r>
        <w:t>284.3229</w:t>
      </w:r>
      <w:r>
        <w:tab/>
        <w:t>3.038e0</w:t>
      </w:r>
    </w:p>
    <w:p w14:paraId="26A512F5" w14:textId="77777777" w:rsidR="006D4449" w:rsidRDefault="006D4449" w:rsidP="006D4449">
      <w:r>
        <w:t>284.3260</w:t>
      </w:r>
      <w:r>
        <w:tab/>
        <w:t>1.013e0</w:t>
      </w:r>
    </w:p>
    <w:p w14:paraId="25D4FF45" w14:textId="77777777" w:rsidR="006D4449" w:rsidRDefault="006D4449" w:rsidP="006D4449">
      <w:r>
        <w:t>284.3315</w:t>
      </w:r>
      <w:r>
        <w:tab/>
        <w:t>2.025e0</w:t>
      </w:r>
    </w:p>
    <w:p w14:paraId="7751D1BB" w14:textId="77777777" w:rsidR="006D4449" w:rsidRDefault="006D4449" w:rsidP="006D4449">
      <w:r>
        <w:t>284.3493</w:t>
      </w:r>
      <w:r>
        <w:tab/>
        <w:t>1.013e0</w:t>
      </w:r>
    </w:p>
    <w:p w14:paraId="18E7E0B5" w14:textId="77777777" w:rsidR="006D4449" w:rsidRDefault="006D4449" w:rsidP="006D4449">
      <w:r>
        <w:t>284.3533</w:t>
      </w:r>
      <w:r>
        <w:tab/>
        <w:t>1.013e0</w:t>
      </w:r>
    </w:p>
    <w:p w14:paraId="12A43747" w14:textId="77777777" w:rsidR="006D4449" w:rsidRDefault="006D4449" w:rsidP="006D4449">
      <w:r>
        <w:t>284.3763</w:t>
      </w:r>
      <w:r>
        <w:tab/>
        <w:t>1.013e0</w:t>
      </w:r>
    </w:p>
    <w:p w14:paraId="40E9691F" w14:textId="77777777" w:rsidR="006D4449" w:rsidRDefault="006D4449" w:rsidP="006D4449">
      <w:r>
        <w:t>284.3972</w:t>
      </w:r>
      <w:r>
        <w:tab/>
        <w:t>1.013e0</w:t>
      </w:r>
    </w:p>
    <w:p w14:paraId="5572AB4B" w14:textId="77777777" w:rsidR="006D4449" w:rsidRDefault="006D4449" w:rsidP="006D4449">
      <w:r>
        <w:t>284.4557</w:t>
      </w:r>
      <w:r>
        <w:tab/>
        <w:t>1.013e0</w:t>
      </w:r>
    </w:p>
    <w:p w14:paraId="2B223EB4" w14:textId="77777777" w:rsidR="006D4449" w:rsidRDefault="006D4449" w:rsidP="006D4449">
      <w:r>
        <w:t>284.4851</w:t>
      </w:r>
      <w:r>
        <w:tab/>
        <w:t>2.025e0</w:t>
      </w:r>
    </w:p>
    <w:p w14:paraId="5BCC4CCA" w14:textId="77777777" w:rsidR="006D4449" w:rsidRDefault="006D4449" w:rsidP="006D4449">
      <w:r>
        <w:t>284.5166</w:t>
      </w:r>
      <w:r>
        <w:tab/>
        <w:t>2.025e0</w:t>
      </w:r>
    </w:p>
    <w:p w14:paraId="47AAD393" w14:textId="77777777" w:rsidR="006D4449" w:rsidRDefault="006D4449" w:rsidP="006D4449">
      <w:r>
        <w:t>284.5262</w:t>
      </w:r>
      <w:r>
        <w:tab/>
        <w:t>1.013e0</w:t>
      </w:r>
    </w:p>
    <w:p w14:paraId="7F838158" w14:textId="77777777" w:rsidR="006D4449" w:rsidRDefault="006D4449" w:rsidP="006D4449">
      <w:r>
        <w:t>284.5323</w:t>
      </w:r>
      <w:r>
        <w:tab/>
        <w:t>2.025e0</w:t>
      </w:r>
    </w:p>
    <w:p w14:paraId="73061017" w14:textId="77777777" w:rsidR="006D4449" w:rsidRDefault="006D4449" w:rsidP="006D4449">
      <w:r>
        <w:lastRenderedPageBreak/>
        <w:t>284.5540</w:t>
      </w:r>
      <w:r>
        <w:tab/>
        <w:t>1.013e0</w:t>
      </w:r>
    </w:p>
    <w:p w14:paraId="4AA43DC3" w14:textId="77777777" w:rsidR="006D4449" w:rsidRDefault="006D4449" w:rsidP="006D4449">
      <w:r>
        <w:t>284.5639</w:t>
      </w:r>
      <w:r>
        <w:tab/>
        <w:t>1.013e0</w:t>
      </w:r>
    </w:p>
    <w:p w14:paraId="19E241FA" w14:textId="77777777" w:rsidR="006D4449" w:rsidRDefault="006D4449" w:rsidP="006D4449">
      <w:r>
        <w:t>284.5855</w:t>
      </w:r>
      <w:r>
        <w:tab/>
        <w:t>1.013e0</w:t>
      </w:r>
    </w:p>
    <w:p w14:paraId="1809C906" w14:textId="77777777" w:rsidR="006D4449" w:rsidRDefault="006D4449" w:rsidP="006D4449">
      <w:r>
        <w:t>284.6077</w:t>
      </w:r>
      <w:r>
        <w:tab/>
        <w:t>1.013e0</w:t>
      </w:r>
    </w:p>
    <w:p w14:paraId="4A719D4E" w14:textId="77777777" w:rsidR="006D4449" w:rsidRDefault="006D4449" w:rsidP="006D4449">
      <w:r>
        <w:t>284.6118</w:t>
      </w:r>
      <w:r>
        <w:tab/>
        <w:t>1.013e0</w:t>
      </w:r>
    </w:p>
    <w:p w14:paraId="03ACA709" w14:textId="77777777" w:rsidR="006D4449" w:rsidRDefault="006D4449" w:rsidP="006D4449">
      <w:r>
        <w:t>284.6404</w:t>
      </w:r>
      <w:r>
        <w:tab/>
        <w:t>1.013e0</w:t>
      </w:r>
    </w:p>
    <w:p w14:paraId="1190B4C0" w14:textId="77777777" w:rsidR="006D4449" w:rsidRDefault="006D4449" w:rsidP="006D4449">
      <w:r>
        <w:t>284.6759</w:t>
      </w:r>
      <w:r>
        <w:tab/>
        <w:t>2.025e0</w:t>
      </w:r>
    </w:p>
    <w:p w14:paraId="7772F13B" w14:textId="77777777" w:rsidR="006D4449" w:rsidRDefault="006D4449" w:rsidP="006D4449">
      <w:r>
        <w:t>284.7376</w:t>
      </w:r>
      <w:r>
        <w:tab/>
        <w:t>1.013e0</w:t>
      </w:r>
    </w:p>
    <w:p w14:paraId="0F9D4937" w14:textId="77777777" w:rsidR="006D4449" w:rsidRDefault="006D4449" w:rsidP="006D4449">
      <w:r>
        <w:t>284.7408</w:t>
      </w:r>
      <w:r>
        <w:tab/>
        <w:t>2.025e0</w:t>
      </w:r>
    </w:p>
    <w:p w14:paraId="200E824C" w14:textId="77777777" w:rsidR="006D4449" w:rsidRDefault="006D4449" w:rsidP="006D4449">
      <w:r>
        <w:t>284.7429</w:t>
      </w:r>
      <w:r>
        <w:tab/>
        <w:t>1.013e0</w:t>
      </w:r>
    </w:p>
    <w:p w14:paraId="67A963BD" w14:textId="77777777" w:rsidR="006D4449" w:rsidRDefault="006D4449" w:rsidP="006D4449">
      <w:r>
        <w:t>284.7608</w:t>
      </w:r>
      <w:r>
        <w:tab/>
        <w:t>1.013e0</w:t>
      </w:r>
    </w:p>
    <w:p w14:paraId="68644A76" w14:textId="77777777" w:rsidR="006D4449" w:rsidRDefault="006D4449" w:rsidP="006D4449">
      <w:r>
        <w:t>284.7732</w:t>
      </w:r>
      <w:r>
        <w:tab/>
        <w:t>1.013e0</w:t>
      </w:r>
    </w:p>
    <w:p w14:paraId="6A8973EC" w14:textId="77777777" w:rsidR="006D4449" w:rsidRDefault="006D4449" w:rsidP="006D4449">
      <w:r>
        <w:t>284.8058</w:t>
      </w:r>
      <w:r>
        <w:tab/>
        <w:t>1.013e0</w:t>
      </w:r>
    </w:p>
    <w:p w14:paraId="36310385" w14:textId="77777777" w:rsidR="006D4449" w:rsidRDefault="006D4449" w:rsidP="006D4449">
      <w:r>
        <w:t>284.8086</w:t>
      </w:r>
      <w:r>
        <w:tab/>
        <w:t>1.013e0</w:t>
      </w:r>
    </w:p>
    <w:p w14:paraId="1160D68B" w14:textId="77777777" w:rsidR="006D4449" w:rsidRDefault="006D4449" w:rsidP="006D4449">
      <w:r>
        <w:t>284.8193</w:t>
      </w:r>
      <w:r>
        <w:tab/>
        <w:t>2.025e0</w:t>
      </w:r>
    </w:p>
    <w:p w14:paraId="4B134213" w14:textId="77777777" w:rsidR="006D4449" w:rsidRDefault="006D4449" w:rsidP="006D4449">
      <w:r>
        <w:t>284.8401</w:t>
      </w:r>
      <w:r>
        <w:tab/>
        <w:t>1.013e0</w:t>
      </w:r>
    </w:p>
    <w:p w14:paraId="3CDAB9DB" w14:textId="77777777" w:rsidR="006D4449" w:rsidRDefault="006D4449" w:rsidP="006D4449">
      <w:r>
        <w:t>284.8901</w:t>
      </w:r>
      <w:r>
        <w:tab/>
        <w:t>3.038e0</w:t>
      </w:r>
    </w:p>
    <w:p w14:paraId="2E18D011" w14:textId="77777777" w:rsidR="006D4449" w:rsidRDefault="006D4449" w:rsidP="006D4449">
      <w:r>
        <w:t>284.9110</w:t>
      </w:r>
      <w:r>
        <w:tab/>
        <w:t>2.025e0</w:t>
      </w:r>
    </w:p>
    <w:p w14:paraId="08F2D6EC" w14:textId="77777777" w:rsidR="006D4449" w:rsidRDefault="006D4449" w:rsidP="006D4449">
      <w:r>
        <w:t>284.9316</w:t>
      </w:r>
      <w:r>
        <w:tab/>
        <w:t>1.013e0</w:t>
      </w:r>
    </w:p>
    <w:p w14:paraId="672BDECB" w14:textId="77777777" w:rsidR="006D4449" w:rsidRDefault="006D4449" w:rsidP="006D4449">
      <w:r>
        <w:lastRenderedPageBreak/>
        <w:t>284.9384</w:t>
      </w:r>
      <w:r>
        <w:tab/>
        <w:t>1.013e0</w:t>
      </w:r>
    </w:p>
    <w:p w14:paraId="190F0164" w14:textId="77777777" w:rsidR="006D4449" w:rsidRDefault="006D4449" w:rsidP="006D4449">
      <w:r>
        <w:t>284.9497</w:t>
      </w:r>
      <w:r>
        <w:tab/>
        <w:t>1.013e0</w:t>
      </w:r>
    </w:p>
    <w:p w14:paraId="6FB52587" w14:textId="77777777" w:rsidR="006D4449" w:rsidRDefault="006D4449" w:rsidP="006D4449">
      <w:r>
        <w:t>284.9550</w:t>
      </w:r>
      <w:r>
        <w:tab/>
        <w:t>1.013e0</w:t>
      </w:r>
    </w:p>
    <w:p w14:paraId="136DA1D5" w14:textId="77777777" w:rsidR="006D4449" w:rsidRDefault="006D4449" w:rsidP="006D4449">
      <w:r>
        <w:t>284.9993</w:t>
      </w:r>
      <w:r>
        <w:tab/>
        <w:t>2.025e0</w:t>
      </w:r>
    </w:p>
    <w:p w14:paraId="6FE63088" w14:textId="77777777" w:rsidR="006D4449" w:rsidRDefault="006D4449" w:rsidP="006D4449">
      <w:r>
        <w:t>285.0099</w:t>
      </w:r>
      <w:r>
        <w:tab/>
        <w:t>6.076e0</w:t>
      </w:r>
    </w:p>
    <w:p w14:paraId="6CE0CE89" w14:textId="77777777" w:rsidR="006D4449" w:rsidRDefault="006D4449" w:rsidP="006D4449">
      <w:r>
        <w:t>285.0297</w:t>
      </w:r>
      <w:r>
        <w:tab/>
        <w:t>5.063e0</w:t>
      </w:r>
    </w:p>
    <w:p w14:paraId="076044CD" w14:textId="77777777" w:rsidR="006D4449" w:rsidRDefault="006D4449" w:rsidP="006D4449">
      <w:r>
        <w:t>285.0461</w:t>
      </w:r>
      <w:r>
        <w:tab/>
        <w:t>2.025e0</w:t>
      </w:r>
    </w:p>
    <w:p w14:paraId="133C16A9" w14:textId="77777777" w:rsidR="006D4449" w:rsidRDefault="006D4449" w:rsidP="006D4449">
      <w:r>
        <w:t>285.0643</w:t>
      </w:r>
      <w:r>
        <w:tab/>
        <w:t>1.013e0</w:t>
      </w:r>
    </w:p>
    <w:p w14:paraId="033E0EFD" w14:textId="77777777" w:rsidR="006D4449" w:rsidRDefault="006D4449" w:rsidP="006D4449">
      <w:r>
        <w:t>285.0790</w:t>
      </w:r>
      <w:r>
        <w:tab/>
        <w:t>4.051e0</w:t>
      </w:r>
    </w:p>
    <w:p w14:paraId="7ED1BF39" w14:textId="77777777" w:rsidR="006D4449" w:rsidRDefault="006D4449" w:rsidP="006D4449">
      <w:r>
        <w:t>285.0802</w:t>
      </w:r>
      <w:r>
        <w:tab/>
        <w:t>1.013e0</w:t>
      </w:r>
    </w:p>
    <w:p w14:paraId="4FA1DA34" w14:textId="77777777" w:rsidR="006D4449" w:rsidRDefault="006D4449" w:rsidP="006D4449">
      <w:r>
        <w:t>285.0851</w:t>
      </w:r>
      <w:r>
        <w:tab/>
        <w:t>1.013e0</w:t>
      </w:r>
    </w:p>
    <w:p w14:paraId="0F3CEE69" w14:textId="77777777" w:rsidR="006D4449" w:rsidRDefault="006D4449" w:rsidP="006D4449">
      <w:r>
        <w:t>285.1198</w:t>
      </w:r>
      <w:r>
        <w:tab/>
        <w:t>3.038e0</w:t>
      </w:r>
    </w:p>
    <w:p w14:paraId="2F92ECBD" w14:textId="77777777" w:rsidR="006D4449" w:rsidRDefault="006D4449" w:rsidP="006D4449">
      <w:r>
        <w:t>285.1245</w:t>
      </w:r>
      <w:r>
        <w:tab/>
        <w:t>1.013e0</w:t>
      </w:r>
    </w:p>
    <w:p w14:paraId="3290EA26" w14:textId="77777777" w:rsidR="006D4449" w:rsidRDefault="006D4449" w:rsidP="006D4449">
      <w:r>
        <w:t>285.1337</w:t>
      </w:r>
      <w:r>
        <w:tab/>
        <w:t>3.038e0</w:t>
      </w:r>
    </w:p>
    <w:p w14:paraId="7C738553" w14:textId="77777777" w:rsidR="006D4449" w:rsidRDefault="006D4449" w:rsidP="006D4449">
      <w:r>
        <w:t>285.1402</w:t>
      </w:r>
      <w:r>
        <w:tab/>
        <w:t>2.025e0</w:t>
      </w:r>
    </w:p>
    <w:p w14:paraId="76CEB2F7" w14:textId="77777777" w:rsidR="006D4449" w:rsidRDefault="006D4449" w:rsidP="006D4449">
      <w:r>
        <w:t>285.1530</w:t>
      </w:r>
      <w:r>
        <w:tab/>
        <w:t>4.051e0</w:t>
      </w:r>
    </w:p>
    <w:p w14:paraId="72B4AAA2" w14:textId="77777777" w:rsidR="006D4449" w:rsidRDefault="006D4449" w:rsidP="006D4449">
      <w:r>
        <w:t>285.1609</w:t>
      </w:r>
      <w:r>
        <w:tab/>
        <w:t>2.025e0</w:t>
      </w:r>
    </w:p>
    <w:p w14:paraId="18030144" w14:textId="77777777" w:rsidR="006D4449" w:rsidRDefault="006D4449" w:rsidP="006D4449">
      <w:r>
        <w:t>285.1678</w:t>
      </w:r>
      <w:r>
        <w:tab/>
        <w:t>1.013e0</w:t>
      </w:r>
    </w:p>
    <w:p w14:paraId="46543D48" w14:textId="77777777" w:rsidR="006D4449" w:rsidRDefault="006D4449" w:rsidP="006D4449">
      <w:r>
        <w:t>285.1794</w:t>
      </w:r>
      <w:r>
        <w:tab/>
        <w:t>1.013e0</w:t>
      </w:r>
    </w:p>
    <w:p w14:paraId="28BFDA1C" w14:textId="77777777" w:rsidR="006D4449" w:rsidRDefault="006D4449" w:rsidP="006D4449">
      <w:r>
        <w:lastRenderedPageBreak/>
        <w:t>285.1861</w:t>
      </w:r>
      <w:r>
        <w:tab/>
        <w:t>5.063e0</w:t>
      </w:r>
    </w:p>
    <w:p w14:paraId="631F2DAD" w14:textId="77777777" w:rsidR="006D4449" w:rsidRDefault="006D4449" w:rsidP="006D4449">
      <w:r>
        <w:t>285.1915</w:t>
      </w:r>
      <w:r>
        <w:tab/>
        <w:t>1.013e0</w:t>
      </w:r>
    </w:p>
    <w:p w14:paraId="3E2826F5" w14:textId="77777777" w:rsidR="006D4449" w:rsidRDefault="006D4449" w:rsidP="006D4449">
      <w:r>
        <w:t>285.2095</w:t>
      </w:r>
      <w:r>
        <w:tab/>
        <w:t>1.013e0</w:t>
      </w:r>
    </w:p>
    <w:p w14:paraId="256B4811" w14:textId="77777777" w:rsidR="006D4449" w:rsidRDefault="006D4449" w:rsidP="006D4449">
      <w:r>
        <w:t>285.2113</w:t>
      </w:r>
      <w:r>
        <w:tab/>
        <w:t>2.025e0</w:t>
      </w:r>
    </w:p>
    <w:p w14:paraId="1FB87D75" w14:textId="77777777" w:rsidR="006D4449" w:rsidRDefault="006D4449" w:rsidP="006D4449">
      <w:r>
        <w:t>285.2368</w:t>
      </w:r>
      <w:r>
        <w:tab/>
        <w:t>1.013e0</w:t>
      </w:r>
    </w:p>
    <w:p w14:paraId="03B1BDB6" w14:textId="77777777" w:rsidR="006D4449" w:rsidRDefault="006D4449" w:rsidP="006D4449">
      <w:r>
        <w:t>285.2477</w:t>
      </w:r>
      <w:r>
        <w:tab/>
        <w:t>3.038e0</w:t>
      </w:r>
    </w:p>
    <w:p w14:paraId="54C7982D" w14:textId="77777777" w:rsidR="006D4449" w:rsidRDefault="006D4449" w:rsidP="006D4449">
      <w:r>
        <w:t>285.2810</w:t>
      </w:r>
      <w:r>
        <w:tab/>
        <w:t>2.025e0</w:t>
      </w:r>
    </w:p>
    <w:p w14:paraId="0825E4DF" w14:textId="77777777" w:rsidR="006D4449" w:rsidRDefault="006D4449" w:rsidP="006D4449">
      <w:r>
        <w:t>285.2943</w:t>
      </w:r>
      <w:r>
        <w:tab/>
        <w:t>1.013e0</w:t>
      </w:r>
    </w:p>
    <w:p w14:paraId="30C9EF6B" w14:textId="77777777" w:rsidR="006D4449" w:rsidRDefault="006D4449" w:rsidP="006D4449">
      <w:r>
        <w:t>285.3120</w:t>
      </w:r>
      <w:r>
        <w:tab/>
        <w:t>1.013e0</w:t>
      </w:r>
    </w:p>
    <w:p w14:paraId="4DF29C62" w14:textId="77777777" w:rsidR="006D4449" w:rsidRDefault="006D4449" w:rsidP="006D4449">
      <w:r>
        <w:t>285.3349</w:t>
      </w:r>
      <w:r>
        <w:tab/>
        <w:t>1.013e0</w:t>
      </w:r>
    </w:p>
    <w:p w14:paraId="6F664480" w14:textId="77777777" w:rsidR="006D4449" w:rsidRDefault="006D4449" w:rsidP="006D4449">
      <w:r>
        <w:t>285.3361</w:t>
      </w:r>
      <w:r>
        <w:tab/>
        <w:t>1.013e0</w:t>
      </w:r>
    </w:p>
    <w:p w14:paraId="415EC7BA" w14:textId="77777777" w:rsidR="006D4449" w:rsidRDefault="006D4449" w:rsidP="006D4449">
      <w:r>
        <w:t>285.3379</w:t>
      </w:r>
      <w:r>
        <w:tab/>
        <w:t>4.051e0</w:t>
      </w:r>
    </w:p>
    <w:p w14:paraId="6C2113B1" w14:textId="77777777" w:rsidR="006D4449" w:rsidRDefault="006D4449" w:rsidP="006D4449">
      <w:r>
        <w:t>285.4026</w:t>
      </w:r>
      <w:r>
        <w:tab/>
        <w:t>1.013e0</w:t>
      </w:r>
    </w:p>
    <w:p w14:paraId="4BFD676F" w14:textId="77777777" w:rsidR="006D4449" w:rsidRDefault="006D4449" w:rsidP="006D4449">
      <w:r>
        <w:t>285.4289</w:t>
      </w:r>
      <w:r>
        <w:tab/>
        <w:t>1.013e0</w:t>
      </w:r>
    </w:p>
    <w:p w14:paraId="5375EA29" w14:textId="77777777" w:rsidR="006D4449" w:rsidRDefault="006D4449" w:rsidP="006D4449">
      <w:r>
        <w:t>285.4603</w:t>
      </w:r>
      <w:r>
        <w:tab/>
        <w:t>1.013e0</w:t>
      </w:r>
    </w:p>
    <w:p w14:paraId="6DA502C1" w14:textId="77777777" w:rsidR="006D4449" w:rsidRDefault="006D4449" w:rsidP="006D4449">
      <w:r>
        <w:t>285.4707</w:t>
      </w:r>
      <w:r>
        <w:tab/>
        <w:t>1.013e0</w:t>
      </w:r>
    </w:p>
    <w:p w14:paraId="6E679A79" w14:textId="77777777" w:rsidR="006D4449" w:rsidRDefault="006D4449" w:rsidP="006D4449">
      <w:r>
        <w:t>285.4787</w:t>
      </w:r>
      <w:r>
        <w:tab/>
        <w:t>2.025e0</w:t>
      </w:r>
    </w:p>
    <w:p w14:paraId="179E179C" w14:textId="77777777" w:rsidR="006D4449" w:rsidRDefault="006D4449" w:rsidP="006D4449">
      <w:r>
        <w:t>285.4916</w:t>
      </w:r>
      <w:r>
        <w:tab/>
        <w:t>1.013e0</w:t>
      </w:r>
    </w:p>
    <w:p w14:paraId="26FC74B2" w14:textId="77777777" w:rsidR="006D4449" w:rsidRDefault="006D4449" w:rsidP="006D4449">
      <w:r>
        <w:t>285.5050</w:t>
      </w:r>
      <w:r>
        <w:tab/>
        <w:t>1.013e0</w:t>
      </w:r>
    </w:p>
    <w:p w14:paraId="3E158CE8" w14:textId="77777777" w:rsidR="006D4449" w:rsidRDefault="006D4449" w:rsidP="006D4449">
      <w:r>
        <w:lastRenderedPageBreak/>
        <w:t>285.5142</w:t>
      </w:r>
      <w:r>
        <w:tab/>
        <w:t>1.013e0</w:t>
      </w:r>
    </w:p>
    <w:p w14:paraId="5BCB7B9E" w14:textId="77777777" w:rsidR="006D4449" w:rsidRDefault="006D4449" w:rsidP="006D4449">
      <w:r>
        <w:t>285.5170</w:t>
      </w:r>
      <w:r>
        <w:tab/>
        <w:t>2.025e0</w:t>
      </w:r>
    </w:p>
    <w:p w14:paraId="28524659" w14:textId="77777777" w:rsidR="006D4449" w:rsidRDefault="006D4449" w:rsidP="006D4449">
      <w:r>
        <w:t>285.5294</w:t>
      </w:r>
      <w:r>
        <w:tab/>
        <w:t>1.013e0</w:t>
      </w:r>
    </w:p>
    <w:p w14:paraId="77619806" w14:textId="77777777" w:rsidR="006D4449" w:rsidRDefault="006D4449" w:rsidP="006D4449">
      <w:r>
        <w:t>285.5652</w:t>
      </w:r>
      <w:r>
        <w:tab/>
        <w:t>1.013e0</w:t>
      </w:r>
    </w:p>
    <w:p w14:paraId="76121A42" w14:textId="77777777" w:rsidR="006D4449" w:rsidRDefault="006D4449" w:rsidP="006D4449">
      <w:r>
        <w:t>285.6235</w:t>
      </w:r>
      <w:r>
        <w:tab/>
        <w:t>2.025e0</w:t>
      </w:r>
    </w:p>
    <w:p w14:paraId="2F864E63" w14:textId="77777777" w:rsidR="006D4449" w:rsidRDefault="006D4449" w:rsidP="006D4449">
      <w:r>
        <w:t>285.6309</w:t>
      </w:r>
      <w:r>
        <w:tab/>
        <w:t>1.013e0</w:t>
      </w:r>
    </w:p>
    <w:p w14:paraId="4E7A01E8" w14:textId="77777777" w:rsidR="006D4449" w:rsidRDefault="006D4449" w:rsidP="006D4449">
      <w:r>
        <w:t>285.6444</w:t>
      </w:r>
      <w:r>
        <w:tab/>
        <w:t>1.013e0</w:t>
      </w:r>
    </w:p>
    <w:p w14:paraId="39A8083C" w14:textId="77777777" w:rsidR="006D4449" w:rsidRDefault="006D4449" w:rsidP="006D4449">
      <w:r>
        <w:t>285.6497</w:t>
      </w:r>
      <w:r>
        <w:tab/>
        <w:t>1.013e0</w:t>
      </w:r>
    </w:p>
    <w:p w14:paraId="7E50AF4C" w14:textId="77777777" w:rsidR="006D4449" w:rsidRDefault="006D4449" w:rsidP="006D4449">
      <w:r>
        <w:t>285.6665</w:t>
      </w:r>
      <w:r>
        <w:tab/>
        <w:t>1.013e0</w:t>
      </w:r>
    </w:p>
    <w:p w14:paraId="7861FE14" w14:textId="77777777" w:rsidR="006D4449" w:rsidRDefault="006D4449" w:rsidP="006D4449">
      <w:r>
        <w:t>285.6798</w:t>
      </w:r>
      <w:r>
        <w:tab/>
        <w:t>1.013e0</w:t>
      </w:r>
    </w:p>
    <w:p w14:paraId="625D2EB0" w14:textId="77777777" w:rsidR="006D4449" w:rsidRDefault="006D4449" w:rsidP="006D4449">
      <w:r>
        <w:t>285.7020</w:t>
      </w:r>
      <w:r>
        <w:tab/>
        <w:t>1.013e0</w:t>
      </w:r>
    </w:p>
    <w:p w14:paraId="2BD505A8" w14:textId="77777777" w:rsidR="006D4449" w:rsidRDefault="006D4449" w:rsidP="006D4449">
      <w:r>
        <w:t>285.7060</w:t>
      </w:r>
      <w:r>
        <w:tab/>
        <w:t>1.013e0</w:t>
      </w:r>
    </w:p>
    <w:p w14:paraId="2646D134" w14:textId="77777777" w:rsidR="006D4449" w:rsidRDefault="006D4449" w:rsidP="006D4449">
      <w:r>
        <w:t>285.7177</w:t>
      </w:r>
      <w:r>
        <w:tab/>
        <w:t>1.013e0</w:t>
      </w:r>
    </w:p>
    <w:p w14:paraId="05D48333" w14:textId="77777777" w:rsidR="006D4449" w:rsidRDefault="006D4449" w:rsidP="006D4449">
      <w:r>
        <w:t>285.7197</w:t>
      </w:r>
      <w:r>
        <w:tab/>
        <w:t>2.025e0</w:t>
      </w:r>
    </w:p>
    <w:p w14:paraId="44B9DDB2" w14:textId="77777777" w:rsidR="006D4449" w:rsidRDefault="006D4449" w:rsidP="006D4449">
      <w:r>
        <w:t>285.7581</w:t>
      </w:r>
      <w:r>
        <w:tab/>
        <w:t>1.013e0</w:t>
      </w:r>
    </w:p>
    <w:p w14:paraId="297AC8E9" w14:textId="77777777" w:rsidR="006D4449" w:rsidRDefault="006D4449" w:rsidP="006D4449">
      <w:r>
        <w:t>285.7688</w:t>
      </w:r>
      <w:r>
        <w:tab/>
        <w:t>1.013e0</w:t>
      </w:r>
    </w:p>
    <w:p w14:paraId="667A64EA" w14:textId="77777777" w:rsidR="006D4449" w:rsidRDefault="006D4449" w:rsidP="006D4449">
      <w:r>
        <w:t>285.7896</w:t>
      </w:r>
      <w:r>
        <w:tab/>
        <w:t>2.025e0</w:t>
      </w:r>
    </w:p>
    <w:p w14:paraId="007E4FC9" w14:textId="77777777" w:rsidR="006D4449" w:rsidRDefault="006D4449" w:rsidP="006D4449">
      <w:r>
        <w:t>285.8053</w:t>
      </w:r>
      <w:r>
        <w:tab/>
        <w:t>1.013e0</w:t>
      </w:r>
    </w:p>
    <w:p w14:paraId="08C77F48" w14:textId="77777777" w:rsidR="006D4449" w:rsidRDefault="006D4449" w:rsidP="006D4449">
      <w:r>
        <w:t>285.8160</w:t>
      </w:r>
      <w:r>
        <w:tab/>
        <w:t>3.038e0</w:t>
      </w:r>
    </w:p>
    <w:p w14:paraId="686A958B" w14:textId="77777777" w:rsidR="006D4449" w:rsidRDefault="006D4449" w:rsidP="006D4449">
      <w:r>
        <w:lastRenderedPageBreak/>
        <w:t>285.8251</w:t>
      </w:r>
      <w:r>
        <w:tab/>
        <w:t>1.013e0</w:t>
      </w:r>
    </w:p>
    <w:p w14:paraId="5BF7D72A" w14:textId="77777777" w:rsidR="006D4449" w:rsidRDefault="006D4449" w:rsidP="006D4449">
      <w:r>
        <w:t>285.8574</w:t>
      </w:r>
      <w:r>
        <w:tab/>
        <w:t>2.025e0</w:t>
      </w:r>
    </w:p>
    <w:p w14:paraId="4E064A5D" w14:textId="77777777" w:rsidR="006D4449" w:rsidRDefault="006D4449" w:rsidP="006D4449">
      <w:r>
        <w:t>285.8746</w:t>
      </w:r>
      <w:r>
        <w:tab/>
        <w:t>1.013e0</w:t>
      </w:r>
    </w:p>
    <w:p w14:paraId="625F9F09" w14:textId="77777777" w:rsidR="006D4449" w:rsidRDefault="006D4449" w:rsidP="006D4449">
      <w:r>
        <w:t>285.9100</w:t>
      </w:r>
      <w:r>
        <w:tab/>
        <w:t>1.013e0</w:t>
      </w:r>
    </w:p>
    <w:p w14:paraId="09650087" w14:textId="77777777" w:rsidR="006D4449" w:rsidRDefault="006D4449" w:rsidP="006D4449">
      <w:r>
        <w:t>285.9236</w:t>
      </w:r>
      <w:r>
        <w:tab/>
        <w:t>1.013e0</w:t>
      </w:r>
    </w:p>
    <w:p w14:paraId="02D1EFDF" w14:textId="77777777" w:rsidR="006D4449" w:rsidRDefault="006D4449" w:rsidP="006D4449">
      <w:r>
        <w:t>285.9498</w:t>
      </w:r>
      <w:r>
        <w:tab/>
        <w:t>2.025e0</w:t>
      </w:r>
    </w:p>
    <w:p w14:paraId="4AEBF3A9" w14:textId="77777777" w:rsidR="006D4449" w:rsidRDefault="006D4449" w:rsidP="006D4449">
      <w:r>
        <w:t>285.9973</w:t>
      </w:r>
      <w:r>
        <w:tab/>
        <w:t>3.038e0</w:t>
      </w:r>
    </w:p>
    <w:p w14:paraId="58EF7655" w14:textId="77777777" w:rsidR="006D4449" w:rsidRDefault="006D4449" w:rsidP="006D4449">
      <w:r>
        <w:t>286.0002</w:t>
      </w:r>
      <w:r>
        <w:tab/>
        <w:t>1.013e0</w:t>
      </w:r>
    </w:p>
    <w:p w14:paraId="759B86D9" w14:textId="77777777" w:rsidR="006D4449" w:rsidRDefault="006D4449" w:rsidP="006D4449">
      <w:r>
        <w:t>286.0140</w:t>
      </w:r>
      <w:r>
        <w:tab/>
        <w:t>2.025e0</w:t>
      </w:r>
    </w:p>
    <w:p w14:paraId="6A912937" w14:textId="77777777" w:rsidR="006D4449" w:rsidRDefault="006D4449" w:rsidP="006D4449">
      <w:r>
        <w:t>286.0294</w:t>
      </w:r>
      <w:r>
        <w:tab/>
        <w:t>2.025e0</w:t>
      </w:r>
    </w:p>
    <w:p w14:paraId="5DE722E2" w14:textId="77777777" w:rsidR="006D4449" w:rsidRDefault="006D4449" w:rsidP="006D4449">
      <w:r>
        <w:t>286.0565</w:t>
      </w:r>
      <w:r>
        <w:tab/>
        <w:t>1.013e0</w:t>
      </w:r>
    </w:p>
    <w:p w14:paraId="07321444" w14:textId="77777777" w:rsidR="006D4449" w:rsidRDefault="006D4449" w:rsidP="006D4449">
      <w:r>
        <w:t>286.0589</w:t>
      </w:r>
      <w:r>
        <w:tab/>
        <w:t>2.025e0</w:t>
      </w:r>
    </w:p>
    <w:p w14:paraId="27403837" w14:textId="77777777" w:rsidR="006D4449" w:rsidRDefault="006D4449" w:rsidP="006D4449">
      <w:r>
        <w:t>286.0621</w:t>
      </w:r>
      <w:r>
        <w:tab/>
        <w:t>2.025e0</w:t>
      </w:r>
    </w:p>
    <w:p w14:paraId="65B962B4" w14:textId="77777777" w:rsidR="006D4449" w:rsidRDefault="006D4449" w:rsidP="006D4449">
      <w:r>
        <w:t>286.0770</w:t>
      </w:r>
      <w:r>
        <w:tab/>
        <w:t>1.013e0</w:t>
      </w:r>
    </w:p>
    <w:p w14:paraId="140C9399" w14:textId="77777777" w:rsidR="006D4449" w:rsidRDefault="006D4449" w:rsidP="006D4449">
      <w:r>
        <w:t>286.0990</w:t>
      </w:r>
      <w:r>
        <w:tab/>
        <w:t>3.038e0</w:t>
      </w:r>
    </w:p>
    <w:p w14:paraId="4186FFE4" w14:textId="77777777" w:rsidR="006D4449" w:rsidRDefault="006D4449" w:rsidP="006D4449">
      <w:r>
        <w:t>286.1106</w:t>
      </w:r>
      <w:r>
        <w:tab/>
        <w:t>2.025e0</w:t>
      </w:r>
    </w:p>
    <w:p w14:paraId="7313A737" w14:textId="77777777" w:rsidR="006D4449" w:rsidRDefault="006D4449" w:rsidP="006D4449">
      <w:r>
        <w:t>286.1404</w:t>
      </w:r>
      <w:r>
        <w:tab/>
        <w:t>4.051e0</w:t>
      </w:r>
    </w:p>
    <w:p w14:paraId="5402DD91" w14:textId="77777777" w:rsidR="006D4449" w:rsidRDefault="006D4449" w:rsidP="006D4449">
      <w:r>
        <w:t>286.1482</w:t>
      </w:r>
      <w:r>
        <w:tab/>
        <w:t>1.013e0</w:t>
      </w:r>
    </w:p>
    <w:p w14:paraId="0CFAF5CC" w14:textId="77777777" w:rsidR="006D4449" w:rsidRDefault="006D4449" w:rsidP="006D4449">
      <w:r>
        <w:t>286.1718</w:t>
      </w:r>
      <w:r>
        <w:tab/>
        <w:t>3.038e0</w:t>
      </w:r>
    </w:p>
    <w:p w14:paraId="12B438BA" w14:textId="77777777" w:rsidR="006D4449" w:rsidRDefault="006D4449" w:rsidP="006D4449">
      <w:r>
        <w:lastRenderedPageBreak/>
        <w:t>286.1768</w:t>
      </w:r>
      <w:r>
        <w:tab/>
        <w:t>4.051e0</w:t>
      </w:r>
    </w:p>
    <w:p w14:paraId="26F0F217" w14:textId="77777777" w:rsidR="006D4449" w:rsidRDefault="006D4449" w:rsidP="006D4449">
      <w:r>
        <w:t>286.1782</w:t>
      </w:r>
      <w:r>
        <w:tab/>
        <w:t>3.038e0</w:t>
      </w:r>
    </w:p>
    <w:p w14:paraId="048430E1" w14:textId="77777777" w:rsidR="006D4449" w:rsidRDefault="006D4449" w:rsidP="006D4449">
      <w:r>
        <w:t>286.2112</w:t>
      </w:r>
      <w:r>
        <w:tab/>
        <w:t>1.013e0</w:t>
      </w:r>
    </w:p>
    <w:p w14:paraId="5E53D704" w14:textId="77777777" w:rsidR="006D4449" w:rsidRDefault="006D4449" w:rsidP="006D4449">
      <w:r>
        <w:t>286.2138</w:t>
      </w:r>
      <w:r>
        <w:tab/>
        <w:t>1.013e0</w:t>
      </w:r>
    </w:p>
    <w:p w14:paraId="516CA5E5" w14:textId="77777777" w:rsidR="006D4449" w:rsidRDefault="006D4449" w:rsidP="006D4449">
      <w:r>
        <w:t>286.2150</w:t>
      </w:r>
      <w:r>
        <w:tab/>
        <w:t>1.013e0</w:t>
      </w:r>
    </w:p>
    <w:p w14:paraId="50251C2E" w14:textId="77777777" w:rsidR="006D4449" w:rsidRDefault="006D4449" w:rsidP="006D4449">
      <w:r>
        <w:t>286.2236</w:t>
      </w:r>
      <w:r>
        <w:tab/>
        <w:t>2.025e0</w:t>
      </w:r>
    </w:p>
    <w:p w14:paraId="3AB6F052" w14:textId="77777777" w:rsidR="006D4449" w:rsidRDefault="006D4449" w:rsidP="006D4449">
      <w:r>
        <w:t>286.2249</w:t>
      </w:r>
      <w:r>
        <w:tab/>
        <w:t>2.025e0</w:t>
      </w:r>
    </w:p>
    <w:p w14:paraId="172E4AF0" w14:textId="77777777" w:rsidR="006D4449" w:rsidRDefault="006D4449" w:rsidP="006D4449">
      <w:r>
        <w:t>286.2515</w:t>
      </w:r>
      <w:r>
        <w:tab/>
        <w:t>2.025e0</w:t>
      </w:r>
    </w:p>
    <w:p w14:paraId="65FDA829" w14:textId="77777777" w:rsidR="006D4449" w:rsidRDefault="006D4449" w:rsidP="006D4449">
      <w:r>
        <w:t>286.2608</w:t>
      </w:r>
      <w:r>
        <w:tab/>
        <w:t>1.013e0</w:t>
      </w:r>
    </w:p>
    <w:p w14:paraId="4F2917F7" w14:textId="77777777" w:rsidR="006D4449" w:rsidRDefault="006D4449" w:rsidP="006D4449">
      <w:r>
        <w:t>286.2648</w:t>
      </w:r>
      <w:r>
        <w:tab/>
        <w:t>1.013e0</w:t>
      </w:r>
    </w:p>
    <w:p w14:paraId="76894E39" w14:textId="77777777" w:rsidR="006D4449" w:rsidRDefault="006D4449" w:rsidP="006D4449">
      <w:r>
        <w:t>286.2732</w:t>
      </w:r>
      <w:r>
        <w:tab/>
        <w:t>3.066e0</w:t>
      </w:r>
    </w:p>
    <w:p w14:paraId="0C8AC557" w14:textId="77777777" w:rsidR="006D4449" w:rsidRDefault="006D4449" w:rsidP="006D4449">
      <w:r>
        <w:t>286.3083</w:t>
      </w:r>
      <w:r>
        <w:tab/>
        <w:t>2.025e0</w:t>
      </w:r>
    </w:p>
    <w:p w14:paraId="42C14BFC" w14:textId="77777777" w:rsidR="006D4449" w:rsidRDefault="006D4449" w:rsidP="006D4449">
      <w:r>
        <w:t>286.3096</w:t>
      </w:r>
      <w:r>
        <w:tab/>
        <w:t>1.013e0</w:t>
      </w:r>
    </w:p>
    <w:p w14:paraId="0C8CD0ED" w14:textId="77777777" w:rsidR="006D4449" w:rsidRDefault="006D4449" w:rsidP="006D4449">
      <w:r>
        <w:t>286.3120</w:t>
      </w:r>
      <w:r>
        <w:tab/>
        <w:t>2.025e0</w:t>
      </w:r>
    </w:p>
    <w:p w14:paraId="1137C76D" w14:textId="77777777" w:rsidR="006D4449" w:rsidRDefault="006D4449" w:rsidP="006D4449">
      <w:r>
        <w:t>286.3372</w:t>
      </w:r>
      <w:r>
        <w:tab/>
        <w:t>2.025e0</w:t>
      </w:r>
    </w:p>
    <w:p w14:paraId="23EA6456" w14:textId="77777777" w:rsidR="006D4449" w:rsidRDefault="006D4449" w:rsidP="006D4449">
      <w:r>
        <w:t>286.3848</w:t>
      </w:r>
      <w:r>
        <w:tab/>
        <w:t>3.038e0</w:t>
      </w:r>
    </w:p>
    <w:p w14:paraId="7217F282" w14:textId="77777777" w:rsidR="006D4449" w:rsidRDefault="006D4449" w:rsidP="006D4449">
      <w:r>
        <w:t>286.4180</w:t>
      </w:r>
      <w:r>
        <w:tab/>
        <w:t>1.013e0</w:t>
      </w:r>
    </w:p>
    <w:p w14:paraId="1BBF5911" w14:textId="77777777" w:rsidR="006D4449" w:rsidRDefault="006D4449" w:rsidP="006D4449">
      <w:r>
        <w:t>286.4402</w:t>
      </w:r>
      <w:r>
        <w:tab/>
        <w:t>1.013e0</w:t>
      </w:r>
    </w:p>
    <w:p w14:paraId="16C8B420" w14:textId="77777777" w:rsidR="006D4449" w:rsidRDefault="006D4449" w:rsidP="006D4449">
      <w:r>
        <w:t>286.4632</w:t>
      </w:r>
      <w:r>
        <w:tab/>
        <w:t>1.013e0</w:t>
      </w:r>
    </w:p>
    <w:p w14:paraId="2CB2E606" w14:textId="77777777" w:rsidR="006D4449" w:rsidRDefault="006D4449" w:rsidP="006D4449">
      <w:r>
        <w:lastRenderedPageBreak/>
        <w:t>286.4659</w:t>
      </w:r>
      <w:r>
        <w:tab/>
        <w:t>1.013e0</w:t>
      </w:r>
    </w:p>
    <w:p w14:paraId="662F4912" w14:textId="77777777" w:rsidR="006D4449" w:rsidRDefault="006D4449" w:rsidP="006D4449">
      <w:r>
        <w:t>286.4769</w:t>
      </w:r>
      <w:r>
        <w:tab/>
        <w:t>1.013e0</w:t>
      </w:r>
    </w:p>
    <w:p w14:paraId="3F133006" w14:textId="77777777" w:rsidR="006D4449" w:rsidRDefault="006D4449" w:rsidP="006D4449">
      <w:r>
        <w:t>286.4854</w:t>
      </w:r>
      <w:r>
        <w:tab/>
        <w:t>1.013e0</w:t>
      </w:r>
    </w:p>
    <w:p w14:paraId="5E263304" w14:textId="77777777" w:rsidR="006D4449" w:rsidRDefault="006D4449" w:rsidP="006D4449">
      <w:r>
        <w:t>286.4991</w:t>
      </w:r>
      <w:r>
        <w:tab/>
        <w:t>2.025e0</w:t>
      </w:r>
    </w:p>
    <w:p w14:paraId="7A7FFC50" w14:textId="77777777" w:rsidR="006D4449" w:rsidRDefault="006D4449" w:rsidP="006D4449">
      <w:r>
        <w:t>286.5287</w:t>
      </w:r>
      <w:r>
        <w:tab/>
        <w:t>2.025e0</w:t>
      </w:r>
    </w:p>
    <w:p w14:paraId="1AFF7D6E" w14:textId="77777777" w:rsidR="006D4449" w:rsidRDefault="006D4449" w:rsidP="006D4449">
      <w:r>
        <w:t>286.5327</w:t>
      </w:r>
      <w:r>
        <w:tab/>
        <w:t>2.025e0</w:t>
      </w:r>
    </w:p>
    <w:p w14:paraId="567B9BE2" w14:textId="77777777" w:rsidR="006D4449" w:rsidRDefault="006D4449" w:rsidP="006D4449">
      <w:r>
        <w:t>286.5545</w:t>
      </w:r>
      <w:r>
        <w:tab/>
        <w:t>2.025e0</w:t>
      </w:r>
    </w:p>
    <w:p w14:paraId="5F180C69" w14:textId="77777777" w:rsidR="006D4449" w:rsidRDefault="006D4449" w:rsidP="006D4449">
      <w:r>
        <w:t>286.5765</w:t>
      </w:r>
      <w:r>
        <w:tab/>
        <w:t>1.013e0</w:t>
      </w:r>
    </w:p>
    <w:p w14:paraId="38A0F3C8" w14:textId="77777777" w:rsidR="006D4449" w:rsidRDefault="006D4449" w:rsidP="006D4449">
      <w:r>
        <w:t>286.6279</w:t>
      </w:r>
      <w:r>
        <w:tab/>
        <w:t>7.633e0</w:t>
      </w:r>
    </w:p>
    <w:p w14:paraId="11B51F1E" w14:textId="77777777" w:rsidR="006D4449" w:rsidRDefault="006D4449" w:rsidP="006D4449">
      <w:r>
        <w:t>286.6295</w:t>
      </w:r>
      <w:r>
        <w:tab/>
        <w:t>3.175e1</w:t>
      </w:r>
    </w:p>
    <w:p w14:paraId="6C77851B" w14:textId="77777777" w:rsidR="006D4449" w:rsidRDefault="006D4449" w:rsidP="006D4449">
      <w:r>
        <w:t>286.6318</w:t>
      </w:r>
      <w:r>
        <w:tab/>
        <w:t>9.332e1</w:t>
      </w:r>
    </w:p>
    <w:p w14:paraId="403A5A64" w14:textId="77777777" w:rsidR="006D4449" w:rsidRDefault="006D4449" w:rsidP="006D4449">
      <w:r>
        <w:t>286.6351</w:t>
      </w:r>
      <w:r>
        <w:tab/>
        <w:t>2.734e1</w:t>
      </w:r>
    </w:p>
    <w:p w14:paraId="19AA724A" w14:textId="77777777" w:rsidR="006D4449" w:rsidRDefault="006D4449" w:rsidP="006D4449">
      <w:r>
        <w:t>286.7073</w:t>
      </w:r>
      <w:r>
        <w:tab/>
        <w:t>1.013e0</w:t>
      </w:r>
    </w:p>
    <w:p w14:paraId="3AEF510F" w14:textId="77777777" w:rsidR="006D4449" w:rsidRDefault="006D4449" w:rsidP="006D4449">
      <w:r>
        <w:t>286.7100</w:t>
      </w:r>
      <w:r>
        <w:tab/>
        <w:t>1.013e0</w:t>
      </w:r>
    </w:p>
    <w:p w14:paraId="0A056D91" w14:textId="77777777" w:rsidR="006D4449" w:rsidRDefault="006D4449" w:rsidP="006D4449">
      <w:r>
        <w:t>286.7194</w:t>
      </w:r>
      <w:r>
        <w:tab/>
        <w:t>2.025e0</w:t>
      </w:r>
    </w:p>
    <w:p w14:paraId="0D49013C" w14:textId="77777777" w:rsidR="006D4449" w:rsidRDefault="006D4449" w:rsidP="006D4449">
      <w:r>
        <w:t>286.7470</w:t>
      </w:r>
      <w:r>
        <w:tab/>
        <w:t>2.025e0</w:t>
      </w:r>
    </w:p>
    <w:p w14:paraId="44C11F0E" w14:textId="77777777" w:rsidR="006D4449" w:rsidRDefault="006D4449" w:rsidP="006D4449">
      <w:r>
        <w:t>286.7509</w:t>
      </w:r>
      <w:r>
        <w:tab/>
        <w:t>2.025e0</w:t>
      </w:r>
    </w:p>
    <w:p w14:paraId="3FD14822" w14:textId="77777777" w:rsidR="006D4449" w:rsidRDefault="006D4449" w:rsidP="006D4449">
      <w:r>
        <w:t>286.7567</w:t>
      </w:r>
      <w:r>
        <w:tab/>
        <w:t>2.025e0</w:t>
      </w:r>
    </w:p>
    <w:p w14:paraId="5AC91758" w14:textId="77777777" w:rsidR="006D4449" w:rsidRDefault="006D4449" w:rsidP="006D4449">
      <w:r>
        <w:t>286.8050</w:t>
      </w:r>
      <w:r>
        <w:tab/>
        <w:t>3.038e0</w:t>
      </w:r>
    </w:p>
    <w:p w14:paraId="6F916062" w14:textId="77777777" w:rsidR="006D4449" w:rsidRDefault="006D4449" w:rsidP="006D4449">
      <w:r>
        <w:lastRenderedPageBreak/>
        <w:t>286.8127</w:t>
      </w:r>
      <w:r>
        <w:tab/>
        <w:t>1.013e0</w:t>
      </w:r>
    </w:p>
    <w:p w14:paraId="372B9281" w14:textId="77777777" w:rsidR="006D4449" w:rsidRDefault="006D4449" w:rsidP="006D4449">
      <w:r>
        <w:t>286.8481</w:t>
      </w:r>
      <w:r>
        <w:tab/>
        <w:t>1.013e0</w:t>
      </w:r>
    </w:p>
    <w:p w14:paraId="1DA01EEE" w14:textId="77777777" w:rsidR="006D4449" w:rsidRDefault="006D4449" w:rsidP="006D4449">
      <w:r>
        <w:t>286.8493</w:t>
      </w:r>
      <w:r>
        <w:tab/>
        <w:t>2.025e0</w:t>
      </w:r>
    </w:p>
    <w:p w14:paraId="22CF4F8D" w14:textId="77777777" w:rsidR="006D4449" w:rsidRDefault="006D4449" w:rsidP="006D4449">
      <w:r>
        <w:t>286.8969</w:t>
      </w:r>
      <w:r>
        <w:tab/>
        <w:t>2.025e0</w:t>
      </w:r>
    </w:p>
    <w:p w14:paraId="062BABD1" w14:textId="77777777" w:rsidR="006D4449" w:rsidRDefault="006D4449" w:rsidP="006D4449">
      <w:r>
        <w:t>286.9165</w:t>
      </w:r>
      <w:r>
        <w:tab/>
        <w:t>2.025e0</w:t>
      </w:r>
    </w:p>
    <w:p w14:paraId="546B315D" w14:textId="77777777" w:rsidR="006D4449" w:rsidRDefault="006D4449" w:rsidP="006D4449">
      <w:r>
        <w:t>286.9255</w:t>
      </w:r>
      <w:r>
        <w:tab/>
        <w:t>2.025e0</w:t>
      </w:r>
    </w:p>
    <w:p w14:paraId="2F519EB8" w14:textId="77777777" w:rsidR="006D4449" w:rsidRDefault="006D4449" w:rsidP="006D4449">
      <w:r>
        <w:t>286.9426</w:t>
      </w:r>
      <w:r>
        <w:tab/>
        <w:t>1.013e0</w:t>
      </w:r>
    </w:p>
    <w:p w14:paraId="6942BBD4" w14:textId="77777777" w:rsidR="006D4449" w:rsidRDefault="006D4449" w:rsidP="006D4449">
      <w:r>
        <w:t>286.9799</w:t>
      </w:r>
      <w:r>
        <w:tab/>
        <w:t>2.025e0</w:t>
      </w:r>
    </w:p>
    <w:p w14:paraId="402C9CB1" w14:textId="77777777" w:rsidR="006D4449" w:rsidRDefault="006D4449" w:rsidP="006D4449">
      <w:r>
        <w:t>286.9927</w:t>
      </w:r>
      <w:r>
        <w:tab/>
        <w:t>2.025e0</w:t>
      </w:r>
    </w:p>
    <w:p w14:paraId="0A8402A1" w14:textId="77777777" w:rsidR="006D4449" w:rsidRDefault="006D4449" w:rsidP="006D4449">
      <w:r>
        <w:t>286.9949</w:t>
      </w:r>
      <w:r>
        <w:tab/>
        <w:t>1.013e0</w:t>
      </w:r>
    </w:p>
    <w:p w14:paraId="0565832E" w14:textId="77777777" w:rsidR="006D4449" w:rsidRDefault="006D4449" w:rsidP="006D4449">
      <w:r>
        <w:t>287.0108</w:t>
      </w:r>
      <w:r>
        <w:tab/>
        <w:t>1.013e0</w:t>
      </w:r>
    </w:p>
    <w:p w14:paraId="22662107" w14:textId="77777777" w:rsidR="006D4449" w:rsidRDefault="006D4449" w:rsidP="006D4449">
      <w:r>
        <w:t>287.0497</w:t>
      </w:r>
      <w:r>
        <w:tab/>
        <w:t>4.051e0</w:t>
      </w:r>
    </w:p>
    <w:p w14:paraId="430DCE8D" w14:textId="77777777" w:rsidR="006D4449" w:rsidRDefault="006D4449" w:rsidP="006D4449">
      <w:r>
        <w:t>287.0508</w:t>
      </w:r>
      <w:r>
        <w:tab/>
        <w:t>1.821e1</w:t>
      </w:r>
    </w:p>
    <w:p w14:paraId="03B9DC3B" w14:textId="77777777" w:rsidR="006D4449" w:rsidRDefault="006D4449" w:rsidP="006D4449">
      <w:r>
        <w:t>287.0521</w:t>
      </w:r>
      <w:r>
        <w:tab/>
        <w:t>1.924e1</w:t>
      </w:r>
    </w:p>
    <w:p w14:paraId="0C427138" w14:textId="77777777" w:rsidR="006D4449" w:rsidRDefault="006D4449" w:rsidP="006D4449">
      <w:r>
        <w:t>287.0580</w:t>
      </w:r>
      <w:r>
        <w:tab/>
        <w:t>1.065e1</w:t>
      </w:r>
    </w:p>
    <w:p w14:paraId="6BFE2425" w14:textId="77777777" w:rsidR="006D4449" w:rsidRDefault="006D4449" w:rsidP="006D4449">
      <w:r>
        <w:t>287.0626</w:t>
      </w:r>
      <w:r>
        <w:tab/>
        <w:t>1.551e1</w:t>
      </w:r>
    </w:p>
    <w:p w14:paraId="0FBD7F21" w14:textId="77777777" w:rsidR="006D4449" w:rsidRDefault="006D4449" w:rsidP="006D4449">
      <w:r>
        <w:t>287.0935</w:t>
      </w:r>
      <w:r>
        <w:tab/>
        <w:t>3.038e0</w:t>
      </w:r>
    </w:p>
    <w:p w14:paraId="73C2C6D0" w14:textId="77777777" w:rsidR="006D4449" w:rsidRDefault="006D4449" w:rsidP="006D4449">
      <w:r>
        <w:t>287.0963</w:t>
      </w:r>
      <w:r>
        <w:tab/>
        <w:t>6.076e0</w:t>
      </w:r>
    </w:p>
    <w:p w14:paraId="125211C0" w14:textId="77777777" w:rsidR="006D4449" w:rsidRDefault="006D4449" w:rsidP="006D4449">
      <w:r>
        <w:t>287.1031</w:t>
      </w:r>
      <w:r>
        <w:tab/>
        <w:t>7.089e0</w:t>
      </w:r>
    </w:p>
    <w:p w14:paraId="717FB3B6" w14:textId="77777777" w:rsidR="006D4449" w:rsidRDefault="006D4449" w:rsidP="006D4449">
      <w:r>
        <w:lastRenderedPageBreak/>
        <w:t>287.1316</w:t>
      </w:r>
      <w:r>
        <w:tab/>
        <w:t>1.013e1</w:t>
      </w:r>
    </w:p>
    <w:p w14:paraId="4B1E3977" w14:textId="77777777" w:rsidR="006D4449" w:rsidRDefault="006D4449" w:rsidP="006D4449">
      <w:r>
        <w:t>287.1337</w:t>
      </w:r>
      <w:r>
        <w:tab/>
        <w:t>1.620e1</w:t>
      </w:r>
    </w:p>
    <w:p w14:paraId="618F56E1" w14:textId="77777777" w:rsidR="006D4449" w:rsidRDefault="006D4449" w:rsidP="006D4449">
      <w:r>
        <w:t>287.1379</w:t>
      </w:r>
      <w:r>
        <w:tab/>
        <w:t>1.114e1</w:t>
      </w:r>
    </w:p>
    <w:p w14:paraId="5304EEF9" w14:textId="77777777" w:rsidR="006D4449" w:rsidRDefault="006D4449" w:rsidP="006D4449">
      <w:r>
        <w:t>287.1413</w:t>
      </w:r>
      <w:r>
        <w:tab/>
        <w:t>8.101e0</w:t>
      </w:r>
    </w:p>
    <w:p w14:paraId="7F509C3F" w14:textId="77777777" w:rsidR="006D4449" w:rsidRDefault="006D4449" w:rsidP="006D4449">
      <w:r>
        <w:t>287.1426</w:t>
      </w:r>
      <w:r>
        <w:tab/>
        <w:t>5.063e0</w:t>
      </w:r>
    </w:p>
    <w:p w14:paraId="52871C44" w14:textId="77777777" w:rsidR="006D4449" w:rsidRDefault="006D4449" w:rsidP="006D4449">
      <w:r>
        <w:t>287.1789</w:t>
      </w:r>
      <w:r>
        <w:tab/>
        <w:t>3.038e0</w:t>
      </w:r>
    </w:p>
    <w:p w14:paraId="24542E74" w14:textId="77777777" w:rsidR="006D4449" w:rsidRDefault="006D4449" w:rsidP="006D4449">
      <w:r>
        <w:t>287.1921</w:t>
      </w:r>
      <w:r>
        <w:tab/>
        <w:t>2.025e0</w:t>
      </w:r>
    </w:p>
    <w:p w14:paraId="4C86D222" w14:textId="77777777" w:rsidR="006D4449" w:rsidRDefault="006D4449" w:rsidP="006D4449">
      <w:r>
        <w:t>287.2104</w:t>
      </w:r>
      <w:r>
        <w:tab/>
        <w:t>1.013e0</w:t>
      </w:r>
    </w:p>
    <w:p w14:paraId="6B3852D1" w14:textId="77777777" w:rsidR="006D4449" w:rsidRDefault="006D4449" w:rsidP="006D4449">
      <w:r>
        <w:t>287.2177</w:t>
      </w:r>
      <w:r>
        <w:tab/>
        <w:t>2.025e0</w:t>
      </w:r>
    </w:p>
    <w:p w14:paraId="6ACE0E6A" w14:textId="77777777" w:rsidR="006D4449" w:rsidRDefault="006D4449" w:rsidP="006D4449">
      <w:r>
        <w:t>287.2197</w:t>
      </w:r>
      <w:r>
        <w:tab/>
        <w:t>2.025e0</w:t>
      </w:r>
    </w:p>
    <w:p w14:paraId="7E0BE753" w14:textId="77777777" w:rsidR="006D4449" w:rsidRDefault="006D4449" w:rsidP="006D4449">
      <w:r>
        <w:t>287.2254</w:t>
      </w:r>
      <w:r>
        <w:tab/>
        <w:t>3.038e0</w:t>
      </w:r>
    </w:p>
    <w:p w14:paraId="29B64DDF" w14:textId="77777777" w:rsidR="006D4449" w:rsidRDefault="006D4449" w:rsidP="006D4449">
      <w:r>
        <w:t>287.2294</w:t>
      </w:r>
      <w:r>
        <w:tab/>
        <w:t>5.063e0</w:t>
      </w:r>
    </w:p>
    <w:p w14:paraId="51D61B15" w14:textId="77777777" w:rsidR="006D4449" w:rsidRDefault="006D4449" w:rsidP="006D4449">
      <w:r>
        <w:t>287.2471</w:t>
      </w:r>
      <w:r>
        <w:tab/>
        <w:t>1.013e0</w:t>
      </w:r>
    </w:p>
    <w:p w14:paraId="1DD9E1E0" w14:textId="77777777" w:rsidR="006D4449" w:rsidRDefault="006D4449" w:rsidP="006D4449">
      <w:r>
        <w:t>287.2694</w:t>
      </w:r>
      <w:r>
        <w:tab/>
        <w:t>1.013e0</w:t>
      </w:r>
    </w:p>
    <w:p w14:paraId="4ABB21C5" w14:textId="77777777" w:rsidR="006D4449" w:rsidRDefault="006D4449" w:rsidP="006D4449">
      <w:r>
        <w:t>287.2775</w:t>
      </w:r>
      <w:r>
        <w:tab/>
        <w:t>1.013e0</w:t>
      </w:r>
    </w:p>
    <w:p w14:paraId="080B62C7" w14:textId="77777777" w:rsidR="006D4449" w:rsidRDefault="006D4449" w:rsidP="006D4449">
      <w:r>
        <w:t>287.2957</w:t>
      </w:r>
      <w:r>
        <w:tab/>
        <w:t>1.013e0</w:t>
      </w:r>
    </w:p>
    <w:p w14:paraId="37D92876" w14:textId="77777777" w:rsidR="006D4449" w:rsidRDefault="006D4449" w:rsidP="006D4449">
      <w:r>
        <w:t>287.3062</w:t>
      </w:r>
      <w:r>
        <w:tab/>
        <w:t>1.013e0</w:t>
      </w:r>
    </w:p>
    <w:p w14:paraId="20F20B3D" w14:textId="77777777" w:rsidR="006D4449" w:rsidRDefault="006D4449" w:rsidP="006D4449">
      <w:r>
        <w:t>287.3142</w:t>
      </w:r>
      <w:r>
        <w:tab/>
        <w:t>1.013e0</w:t>
      </w:r>
    </w:p>
    <w:p w14:paraId="00A5EADF" w14:textId="77777777" w:rsidR="006D4449" w:rsidRDefault="006D4449" w:rsidP="006D4449">
      <w:r>
        <w:t>287.3260</w:t>
      </w:r>
      <w:r>
        <w:tab/>
        <w:t>1.013e0</w:t>
      </w:r>
    </w:p>
    <w:p w14:paraId="783019F7" w14:textId="77777777" w:rsidR="006D4449" w:rsidRDefault="006D4449" w:rsidP="006D4449">
      <w:r>
        <w:lastRenderedPageBreak/>
        <w:t>287.3325</w:t>
      </w:r>
      <w:r>
        <w:tab/>
        <w:t>2.025e0</w:t>
      </w:r>
    </w:p>
    <w:p w14:paraId="68611855" w14:textId="77777777" w:rsidR="006D4449" w:rsidRDefault="006D4449" w:rsidP="006D4449">
      <w:r>
        <w:t>287.3587</w:t>
      </w:r>
      <w:r>
        <w:tab/>
        <w:t>1.013e0</w:t>
      </w:r>
    </w:p>
    <w:p w14:paraId="6FEF6724" w14:textId="77777777" w:rsidR="006D4449" w:rsidRDefault="006D4449" w:rsidP="006D4449">
      <w:r>
        <w:t>287.3628</w:t>
      </w:r>
      <w:r>
        <w:tab/>
        <w:t>1.013e0</w:t>
      </w:r>
    </w:p>
    <w:p w14:paraId="4E54D05B" w14:textId="77777777" w:rsidR="006D4449" w:rsidRDefault="006D4449" w:rsidP="006D4449">
      <w:r>
        <w:t>287.3891</w:t>
      </w:r>
      <w:r>
        <w:tab/>
        <w:t>1.013e0</w:t>
      </w:r>
    </w:p>
    <w:p w14:paraId="26CA0BB3" w14:textId="77777777" w:rsidR="006D4449" w:rsidRDefault="006D4449" w:rsidP="006D4449">
      <w:r>
        <w:t>287.3996</w:t>
      </w:r>
      <w:r>
        <w:tab/>
        <w:t>1.013e0</w:t>
      </w:r>
    </w:p>
    <w:p w14:paraId="302FA74C" w14:textId="77777777" w:rsidR="006D4449" w:rsidRDefault="006D4449" w:rsidP="006D4449">
      <w:r>
        <w:t>287.4124</w:t>
      </w:r>
      <w:r>
        <w:tab/>
        <w:t>3.038e0</w:t>
      </w:r>
    </w:p>
    <w:p w14:paraId="2F31DD36" w14:textId="77777777" w:rsidR="006D4449" w:rsidRDefault="006D4449" w:rsidP="006D4449">
      <w:r>
        <w:t>287.4300</w:t>
      </w:r>
      <w:r>
        <w:tab/>
        <w:t>2.025e0</w:t>
      </w:r>
    </w:p>
    <w:p w14:paraId="270028DA" w14:textId="77777777" w:rsidR="006D4449" w:rsidRDefault="006D4449" w:rsidP="006D4449">
      <w:r>
        <w:t>287.4586</w:t>
      </w:r>
      <w:r>
        <w:tab/>
        <w:t>1.013e0</w:t>
      </w:r>
    </w:p>
    <w:p w14:paraId="4C2BEA91" w14:textId="77777777" w:rsidR="006D4449" w:rsidRDefault="006D4449" w:rsidP="006D4449">
      <w:r>
        <w:t>287.4666</w:t>
      </w:r>
      <w:r>
        <w:tab/>
        <w:t>2.025e0</w:t>
      </w:r>
    </w:p>
    <w:p w14:paraId="4BD29F6E" w14:textId="77777777" w:rsidR="006D4449" w:rsidRDefault="006D4449" w:rsidP="006D4449">
      <w:r>
        <w:t>287.4799</w:t>
      </w:r>
      <w:r>
        <w:tab/>
        <w:t>1.013e0</w:t>
      </w:r>
    </w:p>
    <w:p w14:paraId="6A3B283C" w14:textId="77777777" w:rsidR="006D4449" w:rsidRDefault="006D4449" w:rsidP="006D4449">
      <w:r>
        <w:t>287.5165</w:t>
      </w:r>
      <w:r>
        <w:tab/>
        <w:t>1.013e0</w:t>
      </w:r>
    </w:p>
    <w:p w14:paraId="7A836780" w14:textId="77777777" w:rsidR="006D4449" w:rsidRDefault="006D4449" w:rsidP="006D4449">
      <w:r>
        <w:t>287.5213</w:t>
      </w:r>
      <w:r>
        <w:tab/>
        <w:t>2.025e0</w:t>
      </w:r>
    </w:p>
    <w:p w14:paraId="1E26944F" w14:textId="77777777" w:rsidR="006D4449" w:rsidRDefault="006D4449" w:rsidP="006D4449">
      <w:r>
        <w:t>287.5297</w:t>
      </w:r>
      <w:r>
        <w:tab/>
        <w:t>2.025e0</w:t>
      </w:r>
    </w:p>
    <w:p w14:paraId="49146973" w14:textId="77777777" w:rsidR="006D4449" w:rsidRDefault="006D4449" w:rsidP="006D4449">
      <w:r>
        <w:t>287.5378</w:t>
      </w:r>
      <w:r>
        <w:tab/>
        <w:t>1.013e0</w:t>
      </w:r>
    </w:p>
    <w:p w14:paraId="2F1E36F2" w14:textId="77777777" w:rsidR="006D4449" w:rsidRDefault="006D4449" w:rsidP="006D4449">
      <w:r>
        <w:t>287.5424</w:t>
      </w:r>
      <w:r>
        <w:tab/>
        <w:t>2.025e0</w:t>
      </w:r>
    </w:p>
    <w:p w14:paraId="352EB769" w14:textId="77777777" w:rsidR="006D4449" w:rsidRDefault="006D4449" w:rsidP="006D4449">
      <w:r>
        <w:t>287.5653</w:t>
      </w:r>
      <w:r>
        <w:tab/>
        <w:t>1.013e0</w:t>
      </w:r>
    </w:p>
    <w:p w14:paraId="5C3EF449" w14:textId="77777777" w:rsidR="006D4449" w:rsidRDefault="006D4449" w:rsidP="006D4449">
      <w:r>
        <w:t>287.5941</w:t>
      </w:r>
      <w:r>
        <w:tab/>
        <w:t>2.025e0</w:t>
      </w:r>
    </w:p>
    <w:p w14:paraId="762E76BF" w14:textId="77777777" w:rsidR="006D4449" w:rsidRDefault="006D4449" w:rsidP="006D4449">
      <w:r>
        <w:t>287.5986</w:t>
      </w:r>
      <w:r>
        <w:tab/>
        <w:t>5.063e0</w:t>
      </w:r>
    </w:p>
    <w:p w14:paraId="6F8E829B" w14:textId="77777777" w:rsidR="006D4449" w:rsidRDefault="006D4449" w:rsidP="006D4449">
      <w:r>
        <w:t>287.6046</w:t>
      </w:r>
      <w:r>
        <w:tab/>
        <w:t>4.051e0</w:t>
      </w:r>
    </w:p>
    <w:p w14:paraId="49357303" w14:textId="77777777" w:rsidR="006D4449" w:rsidRDefault="006D4449" w:rsidP="006D4449">
      <w:r>
        <w:lastRenderedPageBreak/>
        <w:t>287.6316</w:t>
      </w:r>
      <w:r>
        <w:tab/>
        <w:t>2.025e0</w:t>
      </w:r>
    </w:p>
    <w:p w14:paraId="228A19ED" w14:textId="77777777" w:rsidR="006D4449" w:rsidRDefault="006D4449" w:rsidP="006D4449">
      <w:r>
        <w:t>287.6358</w:t>
      </w:r>
      <w:r>
        <w:tab/>
        <w:t>2.025e0</w:t>
      </w:r>
    </w:p>
    <w:p w14:paraId="271158CA" w14:textId="77777777" w:rsidR="006D4449" w:rsidRDefault="006D4449" w:rsidP="006D4449">
      <w:r>
        <w:t>287.6442</w:t>
      </w:r>
      <w:r>
        <w:tab/>
        <w:t>2.025e0</w:t>
      </w:r>
    </w:p>
    <w:p w14:paraId="5F87FFFE" w14:textId="77777777" w:rsidR="006D4449" w:rsidRDefault="006D4449" w:rsidP="006D4449">
      <w:r>
        <w:t>287.6458</w:t>
      </w:r>
      <w:r>
        <w:tab/>
        <w:t>3.038e0</w:t>
      </w:r>
    </w:p>
    <w:p w14:paraId="7F749F77" w14:textId="77777777" w:rsidR="006D4449" w:rsidRDefault="006D4449" w:rsidP="006D4449">
      <w:r>
        <w:t>287.6501</w:t>
      </w:r>
      <w:r>
        <w:tab/>
        <w:t>2.025e0</w:t>
      </w:r>
    </w:p>
    <w:p w14:paraId="3816A386" w14:textId="77777777" w:rsidR="006D4449" w:rsidRDefault="006D4449" w:rsidP="006D4449">
      <w:r>
        <w:t>287.6743</w:t>
      </w:r>
      <w:r>
        <w:tab/>
        <w:t>1.013e0</w:t>
      </w:r>
    </w:p>
    <w:p w14:paraId="578C18EE" w14:textId="77777777" w:rsidR="006D4449" w:rsidRDefault="006D4449" w:rsidP="006D4449">
      <w:r>
        <w:t>287.6836</w:t>
      </w:r>
      <w:r>
        <w:tab/>
        <w:t>1.013e0</w:t>
      </w:r>
    </w:p>
    <w:p w14:paraId="34A546B7" w14:textId="77777777" w:rsidR="006D4449" w:rsidRDefault="006D4449" w:rsidP="006D4449">
      <w:r>
        <w:t>287.6848</w:t>
      </w:r>
      <w:r>
        <w:tab/>
        <w:t>1.013e0</w:t>
      </w:r>
    </w:p>
    <w:p w14:paraId="4396B5AB" w14:textId="77777777" w:rsidR="006D4449" w:rsidRDefault="006D4449" w:rsidP="006D4449">
      <w:r>
        <w:t>287.6994</w:t>
      </w:r>
      <w:r>
        <w:tab/>
        <w:t>1.013e0</w:t>
      </w:r>
    </w:p>
    <w:p w14:paraId="07C43D23" w14:textId="77777777" w:rsidR="006D4449" w:rsidRDefault="006D4449" w:rsidP="006D4449">
      <w:r>
        <w:t>287.7006</w:t>
      </w:r>
      <w:r>
        <w:tab/>
        <w:t>2.025e0</w:t>
      </w:r>
    </w:p>
    <w:p w14:paraId="0E6A1D4B" w14:textId="77777777" w:rsidR="006D4449" w:rsidRDefault="006D4449" w:rsidP="006D4449">
      <w:r>
        <w:t>287.7202</w:t>
      </w:r>
      <w:r>
        <w:tab/>
        <w:t>1.013e0</w:t>
      </w:r>
    </w:p>
    <w:p w14:paraId="17F274DB" w14:textId="77777777" w:rsidR="006D4449" w:rsidRDefault="006D4449" w:rsidP="006D4449">
      <w:r>
        <w:t>287.7467</w:t>
      </w:r>
      <w:r>
        <w:tab/>
        <w:t>1.013e0</w:t>
      </w:r>
    </w:p>
    <w:p w14:paraId="4B79A849" w14:textId="77777777" w:rsidR="006D4449" w:rsidRDefault="006D4449" w:rsidP="006D4449">
      <w:r>
        <w:t>287.7743</w:t>
      </w:r>
      <w:r>
        <w:tab/>
        <w:t>1.013e0</w:t>
      </w:r>
    </w:p>
    <w:p w14:paraId="1539D13D" w14:textId="77777777" w:rsidR="006D4449" w:rsidRDefault="006D4449" w:rsidP="006D4449">
      <w:r>
        <w:t>287.7794</w:t>
      </w:r>
      <w:r>
        <w:tab/>
        <w:t>1.013e0</w:t>
      </w:r>
    </w:p>
    <w:p w14:paraId="661CC708" w14:textId="77777777" w:rsidR="006D4449" w:rsidRDefault="006D4449" w:rsidP="006D4449">
      <w:r>
        <w:t>287.7914</w:t>
      </w:r>
      <w:r>
        <w:tab/>
        <w:t>1.013e0</w:t>
      </w:r>
    </w:p>
    <w:p w14:paraId="790C6EBF" w14:textId="77777777" w:rsidR="006D4449" w:rsidRDefault="006D4449" w:rsidP="006D4449">
      <w:r>
        <w:t>287.8322</w:t>
      </w:r>
      <w:r>
        <w:tab/>
        <w:t>1.013e0</w:t>
      </w:r>
    </w:p>
    <w:p w14:paraId="6D01845A" w14:textId="77777777" w:rsidR="006D4449" w:rsidRDefault="006D4449" w:rsidP="006D4449">
      <w:r>
        <w:t>287.8425</w:t>
      </w:r>
      <w:r>
        <w:tab/>
        <w:t>1.013e0</w:t>
      </w:r>
    </w:p>
    <w:p w14:paraId="6E3F7158" w14:textId="77777777" w:rsidR="006D4449" w:rsidRDefault="006D4449" w:rsidP="006D4449">
      <w:r>
        <w:t>287.8585</w:t>
      </w:r>
      <w:r>
        <w:tab/>
        <w:t>1.013e0</w:t>
      </w:r>
    </w:p>
    <w:p w14:paraId="12EC3887" w14:textId="77777777" w:rsidR="006D4449" w:rsidRDefault="006D4449" w:rsidP="006D4449">
      <w:r>
        <w:t>287.8643</w:t>
      </w:r>
      <w:r>
        <w:tab/>
        <w:t>2.025e0</w:t>
      </w:r>
    </w:p>
    <w:p w14:paraId="0B415AC1" w14:textId="77777777" w:rsidR="006D4449" w:rsidRDefault="006D4449" w:rsidP="006D4449">
      <w:r>
        <w:lastRenderedPageBreak/>
        <w:t>287.8741</w:t>
      </w:r>
      <w:r>
        <w:tab/>
        <w:t>1.013e0</w:t>
      </w:r>
    </w:p>
    <w:p w14:paraId="65434B11" w14:textId="77777777" w:rsidR="006D4449" w:rsidRDefault="006D4449" w:rsidP="006D4449">
      <w:r>
        <w:t>287.9083</w:t>
      </w:r>
      <w:r>
        <w:tab/>
        <w:t>1.013e0</w:t>
      </w:r>
    </w:p>
    <w:p w14:paraId="61A3CAC7" w14:textId="77777777" w:rsidR="006D4449" w:rsidRDefault="006D4449" w:rsidP="006D4449">
      <w:r>
        <w:t>287.9273</w:t>
      </w:r>
      <w:r>
        <w:tab/>
        <w:t>2.025e0</w:t>
      </w:r>
    </w:p>
    <w:p w14:paraId="63A71AF1" w14:textId="77777777" w:rsidR="006D4449" w:rsidRDefault="006D4449" w:rsidP="006D4449">
      <w:r>
        <w:t>287.9626</w:t>
      </w:r>
      <w:r>
        <w:tab/>
        <w:t>2.025e0</w:t>
      </w:r>
    </w:p>
    <w:p w14:paraId="1CC189E9" w14:textId="77777777" w:rsidR="006D4449" w:rsidRDefault="006D4449" w:rsidP="006D4449">
      <w:r>
        <w:t>287.9795</w:t>
      </w:r>
      <w:r>
        <w:tab/>
        <w:t>1.013e0</w:t>
      </w:r>
    </w:p>
    <w:p w14:paraId="47D47ADF" w14:textId="77777777" w:rsidR="006D4449" w:rsidRDefault="006D4449" w:rsidP="006D4449">
      <w:r>
        <w:t>287.9901</w:t>
      </w:r>
      <w:r>
        <w:tab/>
        <w:t>1.013e0</w:t>
      </w:r>
    </w:p>
    <w:p w14:paraId="3D7AA4F0" w14:textId="77777777" w:rsidR="006D4449" w:rsidRDefault="006D4449" w:rsidP="006D4449">
      <w:r>
        <w:t>288.0042</w:t>
      </w:r>
      <w:r>
        <w:tab/>
        <w:t>1.013e0</w:t>
      </w:r>
    </w:p>
    <w:p w14:paraId="2516628E" w14:textId="77777777" w:rsidR="006D4449" w:rsidRDefault="006D4449" w:rsidP="006D4449">
      <w:r>
        <w:t>288.0164</w:t>
      </w:r>
      <w:r>
        <w:tab/>
        <w:t>1.013e0</w:t>
      </w:r>
    </w:p>
    <w:p w14:paraId="66CFB37B" w14:textId="77777777" w:rsidR="006D4449" w:rsidRDefault="006D4449" w:rsidP="006D4449">
      <w:r>
        <w:t>288.0183</w:t>
      </w:r>
      <w:r>
        <w:tab/>
        <w:t>2.025e0</w:t>
      </w:r>
    </w:p>
    <w:p w14:paraId="492563FA" w14:textId="77777777" w:rsidR="006D4449" w:rsidRDefault="006D4449" w:rsidP="006D4449">
      <w:r>
        <w:t>288.0417</w:t>
      </w:r>
      <w:r>
        <w:tab/>
        <w:t>2.025e0</w:t>
      </w:r>
    </w:p>
    <w:p w14:paraId="3A79560C" w14:textId="77777777" w:rsidR="006D4449" w:rsidRDefault="006D4449" w:rsidP="006D4449">
      <w:r>
        <w:t>288.0498</w:t>
      </w:r>
      <w:r>
        <w:tab/>
        <w:t>2.025e0</w:t>
      </w:r>
    </w:p>
    <w:p w14:paraId="5BE6D73C" w14:textId="77777777" w:rsidR="006D4449" w:rsidRDefault="006D4449" w:rsidP="006D4449">
      <w:r>
        <w:t>288.0510</w:t>
      </w:r>
      <w:r>
        <w:tab/>
        <w:t>3.038e0</w:t>
      </w:r>
    </w:p>
    <w:p w14:paraId="41DC0093" w14:textId="77777777" w:rsidR="006D4449" w:rsidRDefault="006D4449" w:rsidP="006D4449">
      <w:r>
        <w:t>288.0633</w:t>
      </w:r>
      <w:r>
        <w:tab/>
        <w:t>1.013e0</w:t>
      </w:r>
    </w:p>
    <w:p w14:paraId="300ED0D5" w14:textId="77777777" w:rsidR="006D4449" w:rsidRDefault="006D4449" w:rsidP="006D4449">
      <w:r>
        <w:t>288.0737</w:t>
      </w:r>
      <w:r>
        <w:tab/>
        <w:t>7.089e0</w:t>
      </w:r>
    </w:p>
    <w:p w14:paraId="436E5585" w14:textId="77777777" w:rsidR="006D4449" w:rsidRDefault="006D4449" w:rsidP="006D4449">
      <w:r>
        <w:t>288.0805</w:t>
      </w:r>
      <w:r>
        <w:tab/>
        <w:t>3.038e0</w:t>
      </w:r>
    </w:p>
    <w:p w14:paraId="7AD3967F" w14:textId="77777777" w:rsidR="006D4449" w:rsidRDefault="006D4449" w:rsidP="006D4449">
      <w:r>
        <w:t>288.0919</w:t>
      </w:r>
      <w:r>
        <w:tab/>
        <w:t>4.051e0</w:t>
      </w:r>
    </w:p>
    <w:p w14:paraId="22417568" w14:textId="77777777" w:rsidR="006D4449" w:rsidRDefault="006D4449" w:rsidP="006D4449">
      <w:r>
        <w:t>288.0976</w:t>
      </w:r>
      <w:r>
        <w:tab/>
        <w:t>1.013e0</w:t>
      </w:r>
    </w:p>
    <w:p w14:paraId="4441E694" w14:textId="77777777" w:rsidR="006D4449" w:rsidRDefault="006D4449" w:rsidP="006D4449">
      <w:r>
        <w:t>288.1252</w:t>
      </w:r>
      <w:r>
        <w:tab/>
        <w:t>1.013e0</w:t>
      </w:r>
    </w:p>
    <w:p w14:paraId="2F37A6C4" w14:textId="77777777" w:rsidR="006D4449" w:rsidRDefault="006D4449" w:rsidP="006D4449">
      <w:r>
        <w:t>288.1345</w:t>
      </w:r>
      <w:r>
        <w:tab/>
        <w:t>2.025e0</w:t>
      </w:r>
    </w:p>
    <w:p w14:paraId="05056F5E" w14:textId="77777777" w:rsidR="006D4449" w:rsidRDefault="006D4449" w:rsidP="006D4449">
      <w:r>
        <w:lastRenderedPageBreak/>
        <w:t>288.1450</w:t>
      </w:r>
      <w:r>
        <w:tab/>
        <w:t>3.038e0</w:t>
      </w:r>
    </w:p>
    <w:p w14:paraId="3C8E2B89" w14:textId="77777777" w:rsidR="006D4449" w:rsidRDefault="006D4449" w:rsidP="006D4449">
      <w:r>
        <w:t>288.1594</w:t>
      </w:r>
      <w:r>
        <w:tab/>
        <w:t>4.051e0</w:t>
      </w:r>
    </w:p>
    <w:p w14:paraId="3528FE10" w14:textId="77777777" w:rsidR="006D4449" w:rsidRDefault="006D4449" w:rsidP="006D4449">
      <w:r>
        <w:t>288.1686</w:t>
      </w:r>
      <w:r>
        <w:tab/>
        <w:t>4.051e0</w:t>
      </w:r>
    </w:p>
    <w:p w14:paraId="00A776BF" w14:textId="77777777" w:rsidR="006D4449" w:rsidRDefault="006D4449" w:rsidP="006D4449">
      <w:r>
        <w:t>288.1742</w:t>
      </w:r>
      <w:r>
        <w:tab/>
        <w:t>2.025e0</w:t>
      </w:r>
    </w:p>
    <w:p w14:paraId="33832314" w14:textId="77777777" w:rsidR="006D4449" w:rsidRDefault="006D4449" w:rsidP="006D4449">
      <w:r>
        <w:t>288.1935</w:t>
      </w:r>
      <w:r>
        <w:tab/>
        <w:t>2.025e0</w:t>
      </w:r>
    </w:p>
    <w:p w14:paraId="48E577C1" w14:textId="77777777" w:rsidR="006D4449" w:rsidRDefault="006D4449" w:rsidP="006D4449">
      <w:r>
        <w:t>288.2049</w:t>
      </w:r>
      <w:r>
        <w:tab/>
        <w:t>1.013e0</w:t>
      </w:r>
    </w:p>
    <w:p w14:paraId="26300304" w14:textId="77777777" w:rsidR="006D4449" w:rsidRDefault="006D4449" w:rsidP="006D4449">
      <w:r>
        <w:t>288.2101</w:t>
      </w:r>
      <w:r>
        <w:tab/>
        <w:t>3.038e0</w:t>
      </w:r>
    </w:p>
    <w:p w14:paraId="1AF06ECC" w14:textId="77777777" w:rsidR="006D4449" w:rsidRDefault="006D4449" w:rsidP="006D4449">
      <w:r>
        <w:t>288.2167</w:t>
      </w:r>
      <w:r>
        <w:tab/>
        <w:t>1.013e0</w:t>
      </w:r>
    </w:p>
    <w:p w14:paraId="14D74062" w14:textId="77777777" w:rsidR="006D4449" w:rsidRDefault="006D4449" w:rsidP="006D4449">
      <w:r>
        <w:t>288.2292</w:t>
      </w:r>
      <w:r>
        <w:tab/>
        <w:t>1.013e0</w:t>
      </w:r>
    </w:p>
    <w:p w14:paraId="20CDB2E4" w14:textId="77777777" w:rsidR="006D4449" w:rsidRDefault="006D4449" w:rsidP="006D4449">
      <w:r>
        <w:t>288.2318</w:t>
      </w:r>
      <w:r>
        <w:tab/>
        <w:t>1.013e0</w:t>
      </w:r>
    </w:p>
    <w:p w14:paraId="0E548CA7" w14:textId="77777777" w:rsidR="006D4449" w:rsidRDefault="006D4449" w:rsidP="006D4449">
      <w:r>
        <w:t>288.2603</w:t>
      </w:r>
      <w:r>
        <w:tab/>
        <w:t>6.076e0</w:t>
      </w:r>
    </w:p>
    <w:p w14:paraId="5CA4A281" w14:textId="77777777" w:rsidR="006D4449" w:rsidRDefault="006D4449" w:rsidP="006D4449">
      <w:r>
        <w:t>288.2662</w:t>
      </w:r>
      <w:r>
        <w:tab/>
        <w:t>3.038e0</w:t>
      </w:r>
    </w:p>
    <w:p w14:paraId="32FB25C7" w14:textId="77777777" w:rsidR="006D4449" w:rsidRDefault="006D4449" w:rsidP="006D4449">
      <w:r>
        <w:t>288.2842</w:t>
      </w:r>
      <w:r>
        <w:tab/>
        <w:t>2.025e0</w:t>
      </w:r>
    </w:p>
    <w:p w14:paraId="67E500E2" w14:textId="77777777" w:rsidR="006D4449" w:rsidRDefault="006D4449" w:rsidP="006D4449">
      <w:r>
        <w:t>288.3185</w:t>
      </w:r>
      <w:r>
        <w:tab/>
        <w:t>1.013e0</w:t>
      </w:r>
    </w:p>
    <w:p w14:paraId="575FC3C7" w14:textId="77777777" w:rsidR="006D4449" w:rsidRDefault="006D4449" w:rsidP="006D4449">
      <w:r>
        <w:t>288.3314</w:t>
      </w:r>
      <w:r>
        <w:tab/>
        <w:t>1.013e0</w:t>
      </w:r>
    </w:p>
    <w:p w14:paraId="0FE695CB" w14:textId="77777777" w:rsidR="006D4449" w:rsidRDefault="006D4449" w:rsidP="006D4449">
      <w:r>
        <w:t>288.3432</w:t>
      </w:r>
      <w:r>
        <w:tab/>
        <w:t>1.013e0</w:t>
      </w:r>
    </w:p>
    <w:p w14:paraId="1C0D40D3" w14:textId="77777777" w:rsidR="006D4449" w:rsidRDefault="006D4449" w:rsidP="006D4449">
      <w:r>
        <w:t>288.3593</w:t>
      </w:r>
      <w:r>
        <w:tab/>
        <w:t>1.013e0</w:t>
      </w:r>
    </w:p>
    <w:p w14:paraId="437C9B58" w14:textId="77777777" w:rsidR="006D4449" w:rsidRDefault="006D4449" w:rsidP="006D4449">
      <w:r>
        <w:t>288.3630</w:t>
      </w:r>
      <w:r>
        <w:tab/>
        <w:t>1.013e0</w:t>
      </w:r>
    </w:p>
    <w:p w14:paraId="1E605DC1" w14:textId="77777777" w:rsidR="006D4449" w:rsidRDefault="006D4449" w:rsidP="006D4449">
      <w:r>
        <w:t>288.3817</w:t>
      </w:r>
      <w:r>
        <w:tab/>
        <w:t>1.013e0</w:t>
      </w:r>
    </w:p>
    <w:p w14:paraId="71F98655" w14:textId="77777777" w:rsidR="006D4449" w:rsidRDefault="006D4449" w:rsidP="006D4449">
      <w:r>
        <w:lastRenderedPageBreak/>
        <w:t>288.4012</w:t>
      </w:r>
      <w:r>
        <w:tab/>
        <w:t>2.025e0</w:t>
      </w:r>
    </w:p>
    <w:p w14:paraId="0CA36730" w14:textId="77777777" w:rsidR="006D4449" w:rsidRDefault="006D4449" w:rsidP="006D4449">
      <w:r>
        <w:t>288.4460</w:t>
      </w:r>
      <w:r>
        <w:tab/>
        <w:t>1.013e0</w:t>
      </w:r>
    </w:p>
    <w:p w14:paraId="73BA5D19" w14:textId="77777777" w:rsidR="006D4449" w:rsidRDefault="006D4449" w:rsidP="006D4449">
      <w:r>
        <w:t>288.4697</w:t>
      </w:r>
      <w:r>
        <w:tab/>
        <w:t>1.013e0</w:t>
      </w:r>
    </w:p>
    <w:p w14:paraId="4F927EEB" w14:textId="77777777" w:rsidR="006D4449" w:rsidRDefault="006D4449" w:rsidP="006D4449">
      <w:r>
        <w:t>288.4843</w:t>
      </w:r>
      <w:r>
        <w:tab/>
        <w:t>1.013e0</w:t>
      </w:r>
    </w:p>
    <w:p w14:paraId="421BDA82" w14:textId="77777777" w:rsidR="006D4449" w:rsidRDefault="006D4449" w:rsidP="006D4449">
      <w:r>
        <w:t>288.5051</w:t>
      </w:r>
      <w:r>
        <w:tab/>
        <w:t>1.013e0</w:t>
      </w:r>
    </w:p>
    <w:p w14:paraId="419A7E99" w14:textId="77777777" w:rsidR="006D4449" w:rsidRDefault="006D4449" w:rsidP="006D4449">
      <w:r>
        <w:t>288.5354</w:t>
      </w:r>
      <w:r>
        <w:tab/>
        <w:t>2.025e0</w:t>
      </w:r>
    </w:p>
    <w:p w14:paraId="5EF79776" w14:textId="77777777" w:rsidR="006D4449" w:rsidRDefault="006D4449" w:rsidP="006D4449">
      <w:r>
        <w:t>288.5545</w:t>
      </w:r>
      <w:r>
        <w:tab/>
        <w:t>2.025e0</w:t>
      </w:r>
    </w:p>
    <w:p w14:paraId="5B7A6893" w14:textId="77777777" w:rsidR="006D4449" w:rsidRDefault="006D4449" w:rsidP="006D4449">
      <w:r>
        <w:t>288.5582</w:t>
      </w:r>
      <w:r>
        <w:tab/>
        <w:t>1.013e0</w:t>
      </w:r>
    </w:p>
    <w:p w14:paraId="020AC006" w14:textId="77777777" w:rsidR="006D4449" w:rsidRDefault="006D4449" w:rsidP="006D4449">
      <w:r>
        <w:t>288.5631</w:t>
      </w:r>
      <w:r>
        <w:tab/>
        <w:t>1.013e0</w:t>
      </w:r>
    </w:p>
    <w:p w14:paraId="717559E1" w14:textId="77777777" w:rsidR="006D4449" w:rsidRDefault="006D4449" w:rsidP="006D4449">
      <w:r>
        <w:t>288.5682</w:t>
      </w:r>
      <w:r>
        <w:tab/>
        <w:t>1.013e0</w:t>
      </w:r>
    </w:p>
    <w:p w14:paraId="3E05F351" w14:textId="77777777" w:rsidR="006D4449" w:rsidRDefault="006D4449" w:rsidP="006D4449">
      <w:r>
        <w:t>288.5898</w:t>
      </w:r>
      <w:r>
        <w:tab/>
        <w:t>1.013e0</w:t>
      </w:r>
    </w:p>
    <w:p w14:paraId="05544E75" w14:textId="77777777" w:rsidR="006D4449" w:rsidRDefault="006D4449" w:rsidP="006D4449">
      <w:r>
        <w:t>288.5985</w:t>
      </w:r>
      <w:r>
        <w:tab/>
        <w:t>1.013e0</w:t>
      </w:r>
    </w:p>
    <w:p w14:paraId="0E52A4CA" w14:textId="77777777" w:rsidR="006D4449" w:rsidRDefault="006D4449" w:rsidP="006D4449">
      <w:r>
        <w:t>288.6039</w:t>
      </w:r>
      <w:r>
        <w:tab/>
        <w:t>1.013e0</w:t>
      </w:r>
    </w:p>
    <w:p w14:paraId="13889B66" w14:textId="77777777" w:rsidR="006D4449" w:rsidRDefault="006D4449" w:rsidP="006D4449">
      <w:r>
        <w:t>288.6220</w:t>
      </w:r>
      <w:r>
        <w:tab/>
        <w:t>4.051e0</w:t>
      </w:r>
    </w:p>
    <w:p w14:paraId="7ABE4C80" w14:textId="77777777" w:rsidR="006D4449" w:rsidRDefault="006D4449" w:rsidP="006D4449">
      <w:r>
        <w:t>288.6234</w:t>
      </w:r>
      <w:r>
        <w:tab/>
        <w:t>2.025e0</w:t>
      </w:r>
    </w:p>
    <w:p w14:paraId="7189D065" w14:textId="77777777" w:rsidR="006D4449" w:rsidRDefault="006D4449" w:rsidP="006D4449">
      <w:r>
        <w:t>288.6697</w:t>
      </w:r>
      <w:r>
        <w:tab/>
        <w:t>1.013e0</w:t>
      </w:r>
    </w:p>
    <w:p w14:paraId="4F0CA34F" w14:textId="77777777" w:rsidR="006D4449" w:rsidRDefault="006D4449" w:rsidP="006D4449">
      <w:r>
        <w:t>288.6905</w:t>
      </w:r>
      <w:r>
        <w:tab/>
        <w:t>1.013e0</w:t>
      </w:r>
    </w:p>
    <w:p w14:paraId="32E1E7D7" w14:textId="77777777" w:rsidR="006D4449" w:rsidRDefault="006D4449" w:rsidP="006D4449">
      <w:r>
        <w:t>288.6974</w:t>
      </w:r>
      <w:r>
        <w:tab/>
        <w:t>1.013e0</w:t>
      </w:r>
    </w:p>
    <w:p w14:paraId="1F87EA4A" w14:textId="77777777" w:rsidR="006D4449" w:rsidRDefault="006D4449" w:rsidP="006D4449">
      <w:r>
        <w:t>288.6986</w:t>
      </w:r>
      <w:r>
        <w:tab/>
        <w:t>1.013e0</w:t>
      </w:r>
    </w:p>
    <w:p w14:paraId="3C33E1CA" w14:textId="77777777" w:rsidR="006D4449" w:rsidRDefault="006D4449" w:rsidP="006D4449">
      <w:r>
        <w:lastRenderedPageBreak/>
        <w:t>288.7221</w:t>
      </w:r>
      <w:r>
        <w:tab/>
        <w:t>1.013e0</w:t>
      </w:r>
    </w:p>
    <w:p w14:paraId="2D69D21C" w14:textId="77777777" w:rsidR="006D4449" w:rsidRDefault="006D4449" w:rsidP="006D4449">
      <w:r>
        <w:t>288.7494</w:t>
      </w:r>
      <w:r>
        <w:tab/>
        <w:t>1.013e0</w:t>
      </w:r>
    </w:p>
    <w:p w14:paraId="4FAE39D6" w14:textId="77777777" w:rsidR="006D4449" w:rsidRDefault="006D4449" w:rsidP="006D4449">
      <w:r>
        <w:t>288.7524</w:t>
      </w:r>
      <w:r>
        <w:tab/>
        <w:t>1.013e0</w:t>
      </w:r>
    </w:p>
    <w:p w14:paraId="69EDB363" w14:textId="77777777" w:rsidR="006D4449" w:rsidRDefault="006D4449" w:rsidP="006D4449">
      <w:r>
        <w:t>288.7852</w:t>
      </w:r>
      <w:r>
        <w:tab/>
        <w:t>1.013e0</w:t>
      </w:r>
    </w:p>
    <w:p w14:paraId="5F07C557" w14:textId="77777777" w:rsidR="006D4449" w:rsidRDefault="006D4449" w:rsidP="006D4449">
      <w:r>
        <w:t>288.7933</w:t>
      </w:r>
      <w:r>
        <w:tab/>
        <w:t>1.013e0</w:t>
      </w:r>
    </w:p>
    <w:p w14:paraId="482A756B" w14:textId="77777777" w:rsidR="006D4449" w:rsidRDefault="006D4449" w:rsidP="006D4449">
      <w:r>
        <w:t>288.8761</w:t>
      </w:r>
      <w:r>
        <w:tab/>
        <w:t>1.013e0</w:t>
      </w:r>
    </w:p>
    <w:p w14:paraId="1FE76968" w14:textId="77777777" w:rsidR="006D4449" w:rsidRDefault="006D4449" w:rsidP="006D4449">
      <w:r>
        <w:t>288.8808</w:t>
      </w:r>
      <w:r>
        <w:tab/>
        <w:t>2.025e0</w:t>
      </w:r>
    </w:p>
    <w:p w14:paraId="0BC384F7" w14:textId="77777777" w:rsidR="006D4449" w:rsidRDefault="006D4449" w:rsidP="006D4449">
      <w:r>
        <w:t>288.8945</w:t>
      </w:r>
      <w:r>
        <w:tab/>
        <w:t>2.025e0</w:t>
      </w:r>
    </w:p>
    <w:p w14:paraId="66D0A476" w14:textId="77777777" w:rsidR="006D4449" w:rsidRDefault="006D4449" w:rsidP="006D4449">
      <w:r>
        <w:t>288.8972</w:t>
      </w:r>
      <w:r>
        <w:tab/>
        <w:t>1.013e0</w:t>
      </w:r>
    </w:p>
    <w:p w14:paraId="6D422D90" w14:textId="77777777" w:rsidR="006D4449" w:rsidRDefault="006D4449" w:rsidP="006D4449">
      <w:r>
        <w:t>288.9102</w:t>
      </w:r>
      <w:r>
        <w:tab/>
        <w:t>1.013e0</w:t>
      </w:r>
    </w:p>
    <w:p w14:paraId="1EDAE054" w14:textId="77777777" w:rsidR="006D4449" w:rsidRDefault="006D4449" w:rsidP="006D4449">
      <w:r>
        <w:t>288.9120</w:t>
      </w:r>
      <w:r>
        <w:tab/>
        <w:t>3.038e0</w:t>
      </w:r>
    </w:p>
    <w:p w14:paraId="4DDCC976" w14:textId="77777777" w:rsidR="006D4449" w:rsidRDefault="006D4449" w:rsidP="006D4449">
      <w:r>
        <w:t>288.9459</w:t>
      </w:r>
      <w:r>
        <w:tab/>
        <w:t>2.025e0</w:t>
      </w:r>
    </w:p>
    <w:p w14:paraId="2A2990A1" w14:textId="77777777" w:rsidR="006D4449" w:rsidRDefault="006D4449" w:rsidP="006D4449">
      <w:r>
        <w:t>288.9659</w:t>
      </w:r>
      <w:r>
        <w:tab/>
        <w:t>3.038e0</w:t>
      </w:r>
    </w:p>
    <w:p w14:paraId="179E4563" w14:textId="77777777" w:rsidR="006D4449" w:rsidRDefault="006D4449" w:rsidP="006D4449">
      <w:r>
        <w:t>288.9746</w:t>
      </w:r>
      <w:r>
        <w:tab/>
        <w:t>1.013e0</w:t>
      </w:r>
    </w:p>
    <w:p w14:paraId="2DD892B9" w14:textId="77777777" w:rsidR="006D4449" w:rsidRDefault="006D4449" w:rsidP="006D4449">
      <w:r>
        <w:t>288.9840</w:t>
      </w:r>
      <w:r>
        <w:tab/>
        <w:t>2.025e0</w:t>
      </w:r>
    </w:p>
    <w:p w14:paraId="6881A00B" w14:textId="77777777" w:rsidR="006D4449" w:rsidRDefault="006D4449" w:rsidP="006D4449">
      <w:r>
        <w:t>288.9858</w:t>
      </w:r>
      <w:r>
        <w:tab/>
        <w:t>1.013e0</w:t>
      </w:r>
    </w:p>
    <w:p w14:paraId="4FE5A1DC" w14:textId="77777777" w:rsidR="006D4449" w:rsidRDefault="006D4449" w:rsidP="006D4449">
      <w:r>
        <w:t>288.9870</w:t>
      </w:r>
      <w:r>
        <w:tab/>
        <w:t>1.013e0</w:t>
      </w:r>
    </w:p>
    <w:p w14:paraId="377F42EC" w14:textId="77777777" w:rsidR="006D4449" w:rsidRDefault="006D4449" w:rsidP="006D4449">
      <w:r>
        <w:t>289.0100</w:t>
      </w:r>
      <w:r>
        <w:tab/>
        <w:t>3.038e0</w:t>
      </w:r>
    </w:p>
    <w:p w14:paraId="283734F2" w14:textId="77777777" w:rsidR="006D4449" w:rsidRDefault="006D4449" w:rsidP="006D4449">
      <w:r>
        <w:t>289.0131</w:t>
      </w:r>
      <w:r>
        <w:tab/>
        <w:t>1.013e0</w:t>
      </w:r>
    </w:p>
    <w:p w14:paraId="68F70041" w14:textId="77777777" w:rsidR="006D4449" w:rsidRDefault="006D4449" w:rsidP="006D4449">
      <w:r>
        <w:lastRenderedPageBreak/>
        <w:t>289.0229</w:t>
      </w:r>
      <w:r>
        <w:tab/>
        <w:t>2.025e0</w:t>
      </w:r>
    </w:p>
    <w:p w14:paraId="66D19D5F" w14:textId="77777777" w:rsidR="006D4449" w:rsidRDefault="006D4449" w:rsidP="006D4449">
      <w:r>
        <w:t>289.0301</w:t>
      </w:r>
      <w:r>
        <w:tab/>
        <w:t>3.038e0</w:t>
      </w:r>
    </w:p>
    <w:p w14:paraId="128F2499" w14:textId="77777777" w:rsidR="006D4449" w:rsidRDefault="006D4449" w:rsidP="006D4449">
      <w:r>
        <w:t>289.0316</w:t>
      </w:r>
      <w:r>
        <w:tab/>
        <w:t>2.025e0</w:t>
      </w:r>
    </w:p>
    <w:p w14:paraId="187BC851" w14:textId="77777777" w:rsidR="006D4449" w:rsidRDefault="006D4449" w:rsidP="006D4449">
      <w:r>
        <w:t>289.0447</w:t>
      </w:r>
      <w:r>
        <w:tab/>
        <w:t>2.025e0</w:t>
      </w:r>
    </w:p>
    <w:p w14:paraId="5FC090E2" w14:textId="77777777" w:rsidR="006D4449" w:rsidRDefault="006D4449" w:rsidP="006D4449">
      <w:r>
        <w:t>289.0492</w:t>
      </w:r>
      <w:r>
        <w:tab/>
        <w:t>1.013e0</w:t>
      </w:r>
    </w:p>
    <w:p w14:paraId="7983168C" w14:textId="77777777" w:rsidR="006D4449" w:rsidRDefault="006D4449" w:rsidP="006D4449">
      <w:r>
        <w:t>289.0682</w:t>
      </w:r>
      <w:r>
        <w:tab/>
        <w:t>2.025e0</w:t>
      </w:r>
    </w:p>
    <w:p w14:paraId="35050101" w14:textId="77777777" w:rsidR="006D4449" w:rsidRDefault="006D4449" w:rsidP="006D4449">
      <w:r>
        <w:t>289.0754</w:t>
      </w:r>
      <w:r>
        <w:tab/>
        <w:t>2.025e0</w:t>
      </w:r>
    </w:p>
    <w:p w14:paraId="1C045EDA" w14:textId="77777777" w:rsidR="006D4449" w:rsidRDefault="006D4449" w:rsidP="006D4449">
      <w:r>
        <w:t>289.0998</w:t>
      </w:r>
      <w:r>
        <w:tab/>
        <w:t>1.013e0</w:t>
      </w:r>
    </w:p>
    <w:p w14:paraId="6EB7A2B7" w14:textId="77777777" w:rsidR="006D4449" w:rsidRDefault="006D4449" w:rsidP="006D4449">
      <w:r>
        <w:t>289.1030</w:t>
      </w:r>
      <w:r>
        <w:tab/>
        <w:t>2.025e0</w:t>
      </w:r>
    </w:p>
    <w:p w14:paraId="15EA384D" w14:textId="77777777" w:rsidR="006D4449" w:rsidRDefault="006D4449" w:rsidP="006D4449">
      <w:r>
        <w:t>289.1044</w:t>
      </w:r>
      <w:r>
        <w:tab/>
        <w:t>3.038e0</w:t>
      </w:r>
    </w:p>
    <w:p w14:paraId="557E9227" w14:textId="77777777" w:rsidR="006D4449" w:rsidRDefault="006D4449" w:rsidP="006D4449">
      <w:r>
        <w:t>289.1273</w:t>
      </w:r>
      <w:r>
        <w:tab/>
        <w:t>1.013e0</w:t>
      </w:r>
    </w:p>
    <w:p w14:paraId="73B9B423" w14:textId="77777777" w:rsidR="006D4449" w:rsidRDefault="006D4449" w:rsidP="006D4449">
      <w:r>
        <w:t>289.1326</w:t>
      </w:r>
      <w:r>
        <w:tab/>
        <w:t>1.013e0</w:t>
      </w:r>
    </w:p>
    <w:p w14:paraId="364097FB" w14:textId="77777777" w:rsidR="006D4449" w:rsidRDefault="006D4449" w:rsidP="006D4449">
      <w:r>
        <w:t>289.1347</w:t>
      </w:r>
      <w:r>
        <w:tab/>
        <w:t>3.038e0</w:t>
      </w:r>
    </w:p>
    <w:p w14:paraId="671335FF" w14:textId="77777777" w:rsidR="006D4449" w:rsidRDefault="006D4449" w:rsidP="006D4449">
      <w:r>
        <w:t>289.1601</w:t>
      </w:r>
      <w:r>
        <w:tab/>
        <w:t>2.025e0</w:t>
      </w:r>
    </w:p>
    <w:p w14:paraId="670B7238" w14:textId="77777777" w:rsidR="006D4449" w:rsidRDefault="006D4449" w:rsidP="006D4449">
      <w:r>
        <w:t>289.1682</w:t>
      </w:r>
      <w:r>
        <w:tab/>
        <w:t>3.038e0</w:t>
      </w:r>
    </w:p>
    <w:p w14:paraId="3D29AE7A" w14:textId="77777777" w:rsidR="006D4449" w:rsidRDefault="006D4449" w:rsidP="006D4449">
      <w:r>
        <w:t>289.1882</w:t>
      </w:r>
      <w:r>
        <w:tab/>
        <w:t>2.025e0</w:t>
      </w:r>
    </w:p>
    <w:p w14:paraId="031759E3" w14:textId="77777777" w:rsidR="006D4449" w:rsidRDefault="006D4449" w:rsidP="006D4449">
      <w:r>
        <w:t>289.1916</w:t>
      </w:r>
      <w:r>
        <w:tab/>
        <w:t>4.051e0</w:t>
      </w:r>
    </w:p>
    <w:p w14:paraId="31E00B98" w14:textId="77777777" w:rsidR="006D4449" w:rsidRDefault="006D4449" w:rsidP="006D4449">
      <w:r>
        <w:t>289.2036</w:t>
      </w:r>
      <w:r>
        <w:tab/>
        <w:t>3.038e0</w:t>
      </w:r>
    </w:p>
    <w:p w14:paraId="7B298D8D" w14:textId="77777777" w:rsidR="006D4449" w:rsidRDefault="006D4449" w:rsidP="006D4449">
      <w:r>
        <w:t>289.2234</w:t>
      </w:r>
      <w:r>
        <w:tab/>
        <w:t>2.025e0</w:t>
      </w:r>
    </w:p>
    <w:p w14:paraId="04284812" w14:textId="77777777" w:rsidR="006D4449" w:rsidRDefault="006D4449" w:rsidP="006D4449">
      <w:r>
        <w:lastRenderedPageBreak/>
        <w:t>289.2314</w:t>
      </w:r>
      <w:r>
        <w:tab/>
        <w:t>1.013e0</w:t>
      </w:r>
    </w:p>
    <w:p w14:paraId="1861991B" w14:textId="77777777" w:rsidR="006D4449" w:rsidRDefault="006D4449" w:rsidP="006D4449">
      <w:r>
        <w:t>289.2498</w:t>
      </w:r>
      <w:r>
        <w:tab/>
        <w:t>1.013e0</w:t>
      </w:r>
    </w:p>
    <w:p w14:paraId="733B6DFB" w14:textId="77777777" w:rsidR="006D4449" w:rsidRDefault="006D4449" w:rsidP="006D4449">
      <w:r>
        <w:t>289.2630</w:t>
      </w:r>
      <w:r>
        <w:tab/>
        <w:t>1.013e0</w:t>
      </w:r>
    </w:p>
    <w:p w14:paraId="49F739D5" w14:textId="77777777" w:rsidR="006D4449" w:rsidRDefault="006D4449" w:rsidP="006D4449">
      <w:r>
        <w:t>289.2813</w:t>
      </w:r>
      <w:r>
        <w:tab/>
        <w:t>2.025e0</w:t>
      </w:r>
    </w:p>
    <w:p w14:paraId="2C727FC4" w14:textId="77777777" w:rsidR="006D4449" w:rsidRDefault="006D4449" w:rsidP="006D4449">
      <w:r>
        <w:t>289.2949</w:t>
      </w:r>
      <w:r>
        <w:tab/>
        <w:t>2.025e0</w:t>
      </w:r>
    </w:p>
    <w:p w14:paraId="3F9C3E72" w14:textId="77777777" w:rsidR="006D4449" w:rsidRDefault="006D4449" w:rsidP="006D4449">
      <w:r>
        <w:t>289.3042</w:t>
      </w:r>
      <w:r>
        <w:tab/>
        <w:t>1.013e0</w:t>
      </w:r>
    </w:p>
    <w:p w14:paraId="681476C0" w14:textId="77777777" w:rsidR="006D4449" w:rsidRDefault="006D4449" w:rsidP="006D4449">
      <w:r>
        <w:t>289.3279</w:t>
      </w:r>
      <w:r>
        <w:tab/>
        <w:t>6.076e0</w:t>
      </w:r>
    </w:p>
    <w:p w14:paraId="741C8DB2" w14:textId="77777777" w:rsidR="006D4449" w:rsidRDefault="006D4449" w:rsidP="006D4449">
      <w:r>
        <w:t>289.3484</w:t>
      </w:r>
      <w:r>
        <w:tab/>
        <w:t>1.013e0</w:t>
      </w:r>
    </w:p>
    <w:p w14:paraId="0674DFBA" w14:textId="77777777" w:rsidR="006D4449" w:rsidRDefault="006D4449" w:rsidP="006D4449">
      <w:r>
        <w:t>289.3496</w:t>
      </w:r>
      <w:r>
        <w:tab/>
        <w:t>1.013e0</w:t>
      </w:r>
    </w:p>
    <w:p w14:paraId="4CB79200" w14:textId="77777777" w:rsidR="006D4449" w:rsidRDefault="006D4449" w:rsidP="006D4449">
      <w:r>
        <w:t>289.3981</w:t>
      </w:r>
      <w:r>
        <w:tab/>
        <w:t>1.013e0</w:t>
      </w:r>
    </w:p>
    <w:p w14:paraId="3968E304" w14:textId="77777777" w:rsidR="006D4449" w:rsidRDefault="006D4449" w:rsidP="006D4449">
      <w:r>
        <w:t>289.3994</w:t>
      </w:r>
      <w:r>
        <w:tab/>
        <w:t>1.013e0</w:t>
      </w:r>
    </w:p>
    <w:p w14:paraId="07D9E234" w14:textId="77777777" w:rsidR="006D4449" w:rsidRDefault="006D4449" w:rsidP="006D4449">
      <w:r>
        <w:t>289.4311</w:t>
      </w:r>
      <w:r>
        <w:tab/>
        <w:t>1.013e0</w:t>
      </w:r>
    </w:p>
    <w:p w14:paraId="4CC79EE2" w14:textId="77777777" w:rsidR="006D4449" w:rsidRDefault="006D4449" w:rsidP="006D4449">
      <w:r>
        <w:t>289.4404</w:t>
      </w:r>
      <w:r>
        <w:tab/>
        <w:t>1.013e0</w:t>
      </w:r>
    </w:p>
    <w:p w14:paraId="21273492" w14:textId="77777777" w:rsidR="006D4449" w:rsidRDefault="006D4449" w:rsidP="006D4449">
      <w:r>
        <w:t>289.4616</w:t>
      </w:r>
      <w:r>
        <w:tab/>
        <w:t>1.013e0</w:t>
      </w:r>
    </w:p>
    <w:p w14:paraId="7818912A" w14:textId="77777777" w:rsidR="006D4449" w:rsidRDefault="006D4449" w:rsidP="006D4449">
      <w:r>
        <w:t>289.4820</w:t>
      </w:r>
      <w:r>
        <w:tab/>
        <w:t>2.025e0</w:t>
      </w:r>
    </w:p>
    <w:p w14:paraId="6185E713" w14:textId="77777777" w:rsidR="006D4449" w:rsidRDefault="006D4449" w:rsidP="006D4449">
      <w:r>
        <w:t>289.4933</w:t>
      </w:r>
      <w:r>
        <w:tab/>
        <w:t>1.013e0</w:t>
      </w:r>
    </w:p>
    <w:p w14:paraId="68FEB69E" w14:textId="77777777" w:rsidR="006D4449" w:rsidRDefault="006D4449" w:rsidP="006D4449">
      <w:r>
        <w:t>289.4946</w:t>
      </w:r>
      <w:r>
        <w:tab/>
        <w:t>1.013e0</w:t>
      </w:r>
    </w:p>
    <w:p w14:paraId="0EB0A8C3" w14:textId="77777777" w:rsidR="006D4449" w:rsidRDefault="006D4449" w:rsidP="006D4449">
      <w:r>
        <w:t>289.5301</w:t>
      </w:r>
      <w:r>
        <w:tab/>
        <w:t>1.013e0</w:t>
      </w:r>
    </w:p>
    <w:p w14:paraId="2A4700C1" w14:textId="77777777" w:rsidR="006D4449" w:rsidRDefault="006D4449" w:rsidP="006D4449">
      <w:r>
        <w:t>289.5589</w:t>
      </w:r>
      <w:r>
        <w:tab/>
        <w:t>2.025e0</w:t>
      </w:r>
    </w:p>
    <w:p w14:paraId="00F4C3A2" w14:textId="77777777" w:rsidR="006D4449" w:rsidRDefault="006D4449" w:rsidP="006D4449">
      <w:r>
        <w:lastRenderedPageBreak/>
        <w:t>289.5977</w:t>
      </w:r>
      <w:r>
        <w:tab/>
        <w:t>4.051e0</w:t>
      </w:r>
    </w:p>
    <w:p w14:paraId="4901D752" w14:textId="77777777" w:rsidR="006D4449" w:rsidRDefault="006D4449" w:rsidP="006D4449">
      <w:r>
        <w:t>289.6012</w:t>
      </w:r>
      <w:r>
        <w:tab/>
        <w:t>1.013e0</w:t>
      </w:r>
    </w:p>
    <w:p w14:paraId="66AE4AD7" w14:textId="77777777" w:rsidR="006D4449" w:rsidRDefault="006D4449" w:rsidP="006D4449">
      <w:r>
        <w:t>289.6052</w:t>
      </w:r>
      <w:r>
        <w:tab/>
        <w:t>1.013e0</w:t>
      </w:r>
    </w:p>
    <w:p w14:paraId="477A0E8B" w14:textId="77777777" w:rsidR="006D4449" w:rsidRDefault="006D4449" w:rsidP="006D4449">
      <w:r>
        <w:t>289.6328</w:t>
      </w:r>
      <w:r>
        <w:tab/>
        <w:t>1.013e0</w:t>
      </w:r>
    </w:p>
    <w:p w14:paraId="308CCEAD" w14:textId="77777777" w:rsidR="006D4449" w:rsidRDefault="006D4449" w:rsidP="006D4449">
      <w:r>
        <w:t>289.6380</w:t>
      </w:r>
      <w:r>
        <w:tab/>
        <w:t>1.013e0</w:t>
      </w:r>
    </w:p>
    <w:p w14:paraId="24E19712" w14:textId="77777777" w:rsidR="006D4449" w:rsidRDefault="006D4449" w:rsidP="006D4449">
      <w:r>
        <w:t>289.6539</w:t>
      </w:r>
      <w:r>
        <w:tab/>
        <w:t>2.025e0</w:t>
      </w:r>
    </w:p>
    <w:p w14:paraId="7D6D474E" w14:textId="77777777" w:rsidR="006D4449" w:rsidRDefault="006D4449" w:rsidP="006D4449">
      <w:r>
        <w:t>289.6636</w:t>
      </w:r>
      <w:r>
        <w:tab/>
        <w:t>2.025e0</w:t>
      </w:r>
    </w:p>
    <w:p w14:paraId="64557D42" w14:textId="77777777" w:rsidR="006D4449" w:rsidRDefault="006D4449" w:rsidP="006D4449">
      <w:r>
        <w:t>289.6960</w:t>
      </w:r>
      <w:r>
        <w:tab/>
        <w:t>1.013e0</w:t>
      </w:r>
    </w:p>
    <w:p w14:paraId="3EB34BFB" w14:textId="77777777" w:rsidR="006D4449" w:rsidRDefault="006D4449" w:rsidP="006D4449">
      <w:r>
        <w:t>289.7063</w:t>
      </w:r>
      <w:r>
        <w:tab/>
        <w:t>1.013e0</w:t>
      </w:r>
    </w:p>
    <w:p w14:paraId="7F76B173" w14:textId="77777777" w:rsidR="006D4449" w:rsidRDefault="006D4449" w:rsidP="006D4449">
      <w:r>
        <w:t>289.7116</w:t>
      </w:r>
      <w:r>
        <w:tab/>
        <w:t>1.013e0</w:t>
      </w:r>
    </w:p>
    <w:p w14:paraId="07827DBF" w14:textId="77777777" w:rsidR="006D4449" w:rsidRDefault="006D4449" w:rsidP="006D4449">
      <w:r>
        <w:t>289.7328</w:t>
      </w:r>
      <w:r>
        <w:tab/>
        <w:t>1.013e0</w:t>
      </w:r>
    </w:p>
    <w:p w14:paraId="341EAA55" w14:textId="77777777" w:rsidR="006D4449" w:rsidRDefault="006D4449" w:rsidP="006D4449">
      <w:r>
        <w:t>289.7552</w:t>
      </w:r>
      <w:r>
        <w:tab/>
        <w:t>1.013e0</w:t>
      </w:r>
    </w:p>
    <w:p w14:paraId="17793D39" w14:textId="77777777" w:rsidR="006D4449" w:rsidRDefault="006D4449" w:rsidP="006D4449">
      <w:r>
        <w:t>289.7751</w:t>
      </w:r>
      <w:r>
        <w:tab/>
        <w:t>1.013e0</w:t>
      </w:r>
    </w:p>
    <w:p w14:paraId="212E6BFB" w14:textId="77777777" w:rsidR="006D4449" w:rsidRDefault="006D4449" w:rsidP="006D4449">
      <w:r>
        <w:t>289.7920</w:t>
      </w:r>
      <w:r>
        <w:tab/>
        <w:t>1.013e0</w:t>
      </w:r>
    </w:p>
    <w:p w14:paraId="0CF13F79" w14:textId="77777777" w:rsidR="006D4449" w:rsidRDefault="006D4449" w:rsidP="006D4449">
      <w:r>
        <w:t>289.8586</w:t>
      </w:r>
      <w:r>
        <w:tab/>
        <w:t>1.013e0</w:t>
      </w:r>
    </w:p>
    <w:p w14:paraId="1E1CBCC8" w14:textId="77777777" w:rsidR="006D4449" w:rsidRDefault="006D4449" w:rsidP="006D4449">
      <w:r>
        <w:t>289.8627</w:t>
      </w:r>
      <w:r>
        <w:tab/>
        <w:t>2.025e0</w:t>
      </w:r>
    </w:p>
    <w:p w14:paraId="4F83047F" w14:textId="77777777" w:rsidR="006D4449" w:rsidRDefault="006D4449" w:rsidP="006D4449">
      <w:r>
        <w:t>289.9194</w:t>
      </w:r>
      <w:r>
        <w:tab/>
        <w:t>2.025e0</w:t>
      </w:r>
    </w:p>
    <w:p w14:paraId="70504CAF" w14:textId="77777777" w:rsidR="006D4449" w:rsidRDefault="006D4449" w:rsidP="006D4449">
      <w:r>
        <w:t>289.9552</w:t>
      </w:r>
      <w:r>
        <w:tab/>
        <w:t>1.013e0</w:t>
      </w:r>
    </w:p>
    <w:p w14:paraId="539AB987" w14:textId="77777777" w:rsidR="006D4449" w:rsidRDefault="006D4449" w:rsidP="006D4449">
      <w:r>
        <w:t>289.9578</w:t>
      </w:r>
      <w:r>
        <w:tab/>
        <w:t>2.025e0</w:t>
      </w:r>
    </w:p>
    <w:p w14:paraId="71CC55DE" w14:textId="77777777" w:rsidR="006D4449" w:rsidRDefault="006D4449" w:rsidP="006D4449">
      <w:r>
        <w:lastRenderedPageBreak/>
        <w:t>289.9605</w:t>
      </w:r>
      <w:r>
        <w:tab/>
        <w:t>1.013e0</w:t>
      </w:r>
    </w:p>
    <w:p w14:paraId="47072015" w14:textId="77777777" w:rsidR="006D4449" w:rsidRDefault="006D4449" w:rsidP="006D4449">
      <w:r>
        <w:t>289.9689</w:t>
      </w:r>
      <w:r>
        <w:tab/>
        <w:t>3.038e0</w:t>
      </w:r>
    </w:p>
    <w:p w14:paraId="776697F9" w14:textId="77777777" w:rsidR="006D4449" w:rsidRDefault="006D4449" w:rsidP="006D4449">
      <w:r>
        <w:t>289.9764</w:t>
      </w:r>
      <w:r>
        <w:tab/>
        <w:t>1.013e0</w:t>
      </w:r>
    </w:p>
    <w:p w14:paraId="35E11D33" w14:textId="77777777" w:rsidR="006D4449" w:rsidRDefault="006D4449" w:rsidP="006D4449">
      <w:r>
        <w:t>290.0260</w:t>
      </w:r>
      <w:r>
        <w:tab/>
        <w:t>2.025e0</w:t>
      </w:r>
    </w:p>
    <w:p w14:paraId="1829FD2E" w14:textId="77777777" w:rsidR="006D4449" w:rsidRDefault="006D4449" w:rsidP="006D4449">
      <w:r>
        <w:t>290.0288</w:t>
      </w:r>
      <w:r>
        <w:tab/>
        <w:t>2.025e0</w:t>
      </w:r>
    </w:p>
    <w:p w14:paraId="1DE28469" w14:textId="77777777" w:rsidR="006D4449" w:rsidRDefault="006D4449" w:rsidP="006D4449">
      <w:r>
        <w:t>290.0315</w:t>
      </w:r>
      <w:r>
        <w:tab/>
        <w:t>1.013e0</w:t>
      </w:r>
    </w:p>
    <w:p w14:paraId="15FE7A8D" w14:textId="77777777" w:rsidR="006D4449" w:rsidRDefault="006D4449" w:rsidP="006D4449">
      <w:r>
        <w:t>290.0644</w:t>
      </w:r>
      <w:r>
        <w:tab/>
        <w:t>1.013e0</w:t>
      </w:r>
    </w:p>
    <w:p w14:paraId="5EB034DC" w14:textId="77777777" w:rsidR="006D4449" w:rsidRDefault="006D4449" w:rsidP="006D4449">
      <w:r>
        <w:t>290.0877</w:t>
      </w:r>
      <w:r>
        <w:tab/>
        <w:t>1.013e0</w:t>
      </w:r>
    </w:p>
    <w:p w14:paraId="28E8BA42" w14:textId="77777777" w:rsidR="006D4449" w:rsidRDefault="006D4449" w:rsidP="006D4449">
      <w:r>
        <w:t>290.0941</w:t>
      </w:r>
      <w:r>
        <w:tab/>
        <w:t>2.025e0</w:t>
      </w:r>
    </w:p>
    <w:p w14:paraId="033E43C2" w14:textId="77777777" w:rsidR="006D4449" w:rsidRDefault="006D4449" w:rsidP="006D4449">
      <w:r>
        <w:t>290.1157</w:t>
      </w:r>
      <w:r>
        <w:tab/>
        <w:t>6.076e0</w:t>
      </w:r>
    </w:p>
    <w:p w14:paraId="06BA0B6C" w14:textId="77777777" w:rsidR="006D4449" w:rsidRDefault="006D4449" w:rsidP="006D4449">
      <w:r>
        <w:t>290.1253</w:t>
      </w:r>
      <w:r>
        <w:tab/>
        <w:t>2.025e0</w:t>
      </w:r>
    </w:p>
    <w:p w14:paraId="2A54EC94" w14:textId="77777777" w:rsidR="006D4449" w:rsidRDefault="006D4449" w:rsidP="006D4449">
      <w:r>
        <w:t>290.1454</w:t>
      </w:r>
      <w:r>
        <w:tab/>
        <w:t>2.025e0</w:t>
      </w:r>
    </w:p>
    <w:p w14:paraId="1704B909" w14:textId="77777777" w:rsidR="006D4449" w:rsidRDefault="006D4449" w:rsidP="006D4449">
      <w:r>
        <w:t>290.1575</w:t>
      </w:r>
      <w:r>
        <w:tab/>
        <w:t>3.038e0</w:t>
      </w:r>
    </w:p>
    <w:p w14:paraId="2B3B393E" w14:textId="77777777" w:rsidR="006D4449" w:rsidRDefault="006D4449" w:rsidP="006D4449">
      <w:r>
        <w:t>290.1701</w:t>
      </w:r>
      <w:r>
        <w:tab/>
        <w:t>7.462e0</w:t>
      </w:r>
    </w:p>
    <w:p w14:paraId="1A0FCCBD" w14:textId="77777777" w:rsidR="006D4449" w:rsidRDefault="006D4449" w:rsidP="006D4449">
      <w:r>
        <w:t>290.1847</w:t>
      </w:r>
      <w:r>
        <w:tab/>
        <w:t>2.025e0</w:t>
      </w:r>
    </w:p>
    <w:p w14:paraId="6B2E3C3F" w14:textId="77777777" w:rsidR="006D4449" w:rsidRDefault="006D4449" w:rsidP="006D4449">
      <w:r>
        <w:t>290.2002</w:t>
      </w:r>
      <w:r>
        <w:tab/>
        <w:t>2.025e0</w:t>
      </w:r>
    </w:p>
    <w:p w14:paraId="67CA2D51" w14:textId="77777777" w:rsidR="006D4449" w:rsidRDefault="006D4449" w:rsidP="006D4449">
      <w:r>
        <w:t>290.2023</w:t>
      </w:r>
      <w:r>
        <w:tab/>
        <w:t>3.038e0</w:t>
      </w:r>
    </w:p>
    <w:p w14:paraId="5239585D" w14:textId="77777777" w:rsidR="006D4449" w:rsidRDefault="006D4449" w:rsidP="006D4449">
      <w:r>
        <w:t>290.2205</w:t>
      </w:r>
      <w:r>
        <w:tab/>
        <w:t>2.025e0</w:t>
      </w:r>
    </w:p>
    <w:p w14:paraId="7CFFBCC0" w14:textId="77777777" w:rsidR="006D4449" w:rsidRDefault="006D4449" w:rsidP="006D4449">
      <w:r>
        <w:t>290.2265</w:t>
      </w:r>
      <w:r>
        <w:tab/>
        <w:t>1.013e0</w:t>
      </w:r>
    </w:p>
    <w:p w14:paraId="79F91133" w14:textId="77777777" w:rsidR="006D4449" w:rsidRDefault="006D4449" w:rsidP="006D4449">
      <w:r>
        <w:lastRenderedPageBreak/>
        <w:t>290.2296</w:t>
      </w:r>
      <w:r>
        <w:tab/>
        <w:t>1.013e0</w:t>
      </w:r>
    </w:p>
    <w:p w14:paraId="6315D0AE" w14:textId="77777777" w:rsidR="006D4449" w:rsidRDefault="006D4449" w:rsidP="006D4449">
      <w:r>
        <w:t>290.2402</w:t>
      </w:r>
      <w:r>
        <w:tab/>
        <w:t>1.013e0</w:t>
      </w:r>
    </w:p>
    <w:p w14:paraId="56F3867D" w14:textId="77777777" w:rsidR="006D4449" w:rsidRDefault="006D4449" w:rsidP="006D4449">
      <w:r>
        <w:t>290.2696</w:t>
      </w:r>
      <w:r>
        <w:tab/>
        <w:t>3.038e0</w:t>
      </w:r>
    </w:p>
    <w:p w14:paraId="577B5D19" w14:textId="77777777" w:rsidR="006D4449" w:rsidRDefault="006D4449" w:rsidP="006D4449">
      <w:r>
        <w:t>290.3161</w:t>
      </w:r>
      <w:r>
        <w:tab/>
        <w:t>1.013e0</w:t>
      </w:r>
    </w:p>
    <w:p w14:paraId="32AF734E" w14:textId="77777777" w:rsidR="006D4449" w:rsidRDefault="006D4449" w:rsidP="006D4449">
      <w:r>
        <w:t>290.3263</w:t>
      </w:r>
      <w:r>
        <w:tab/>
        <w:t>1.013e0</w:t>
      </w:r>
    </w:p>
    <w:p w14:paraId="0FE74E68" w14:textId="77777777" w:rsidR="006D4449" w:rsidRDefault="006D4449" w:rsidP="006D4449">
      <w:r>
        <w:t>290.3569</w:t>
      </w:r>
      <w:r>
        <w:tab/>
        <w:t>1.013e0</w:t>
      </w:r>
    </w:p>
    <w:p w14:paraId="37B7A1CE" w14:textId="77777777" w:rsidR="006D4449" w:rsidRDefault="006D4449" w:rsidP="006D4449">
      <w:r>
        <w:t>290.3989</w:t>
      </w:r>
      <w:r>
        <w:tab/>
        <w:t>1.013e0</w:t>
      </w:r>
    </w:p>
    <w:p w14:paraId="1AC73441" w14:textId="77777777" w:rsidR="006D4449" w:rsidRDefault="006D4449" w:rsidP="006D4449">
      <w:r>
        <w:t>290.4041</w:t>
      </w:r>
      <w:r>
        <w:tab/>
        <w:t>1.013e0</w:t>
      </w:r>
    </w:p>
    <w:p w14:paraId="672C61FA" w14:textId="77777777" w:rsidR="006D4449" w:rsidRDefault="006D4449" w:rsidP="006D4449">
      <w:r>
        <w:t>290.4294</w:t>
      </w:r>
      <w:r>
        <w:tab/>
        <w:t>2.025e0</w:t>
      </w:r>
    </w:p>
    <w:p w14:paraId="2CB78EC9" w14:textId="77777777" w:rsidR="006D4449" w:rsidRDefault="006D4449" w:rsidP="006D4449">
      <w:r>
        <w:t>290.4385</w:t>
      </w:r>
      <w:r>
        <w:tab/>
        <w:t>1.013e0</w:t>
      </w:r>
    </w:p>
    <w:p w14:paraId="18ED7C21" w14:textId="77777777" w:rsidR="006D4449" w:rsidRDefault="006D4449" w:rsidP="006D4449">
      <w:r>
        <w:t>290.4536</w:t>
      </w:r>
      <w:r>
        <w:tab/>
        <w:t>1.013e0</w:t>
      </w:r>
    </w:p>
    <w:p w14:paraId="69BFBFEC" w14:textId="77777777" w:rsidR="006D4449" w:rsidRDefault="006D4449" w:rsidP="006D4449">
      <w:r>
        <w:t>290.4589</w:t>
      </w:r>
      <w:r>
        <w:tab/>
        <w:t>1.013e0</w:t>
      </w:r>
    </w:p>
    <w:p w14:paraId="7C32BAF0" w14:textId="77777777" w:rsidR="006D4449" w:rsidRDefault="006D4449" w:rsidP="006D4449">
      <w:r>
        <w:t>290.5069</w:t>
      </w:r>
      <w:r>
        <w:tab/>
        <w:t>1.013e0</w:t>
      </w:r>
    </w:p>
    <w:p w14:paraId="413A9335" w14:textId="77777777" w:rsidR="006D4449" w:rsidRDefault="006D4449" w:rsidP="006D4449">
      <w:r>
        <w:t>290.5501</w:t>
      </w:r>
      <w:r>
        <w:tab/>
        <w:t>2.025e0</w:t>
      </w:r>
    </w:p>
    <w:p w14:paraId="7F2E2234" w14:textId="77777777" w:rsidR="006D4449" w:rsidRDefault="006D4449" w:rsidP="006D4449">
      <w:r>
        <w:t>290.5530</w:t>
      </w:r>
      <w:r>
        <w:tab/>
        <w:t>1.013e0</w:t>
      </w:r>
    </w:p>
    <w:p w14:paraId="27E32FCF" w14:textId="77777777" w:rsidR="006D4449" w:rsidRDefault="006D4449" w:rsidP="006D4449">
      <w:r>
        <w:t>290.5622</w:t>
      </w:r>
      <w:r>
        <w:tab/>
        <w:t>1.013e0</w:t>
      </w:r>
    </w:p>
    <w:p w14:paraId="51ADE90C" w14:textId="77777777" w:rsidR="006D4449" w:rsidRDefault="006D4449" w:rsidP="006D4449">
      <w:r>
        <w:t>290.6075</w:t>
      </w:r>
      <w:r>
        <w:tab/>
        <w:t>1.013e0</w:t>
      </w:r>
    </w:p>
    <w:p w14:paraId="17D24AD4" w14:textId="77777777" w:rsidR="006D4449" w:rsidRDefault="006D4449" w:rsidP="006D4449">
      <w:r>
        <w:t>290.6696</w:t>
      </w:r>
      <w:r>
        <w:tab/>
        <w:t>2.025e0</w:t>
      </w:r>
    </w:p>
    <w:p w14:paraId="798D55D8" w14:textId="77777777" w:rsidR="006D4449" w:rsidRDefault="006D4449" w:rsidP="006D4449">
      <w:r>
        <w:t>290.6794</w:t>
      </w:r>
      <w:r>
        <w:tab/>
        <w:t>1.013e0</w:t>
      </w:r>
    </w:p>
    <w:p w14:paraId="3E232D77" w14:textId="77777777" w:rsidR="006D4449" w:rsidRDefault="006D4449" w:rsidP="006D4449">
      <w:r>
        <w:lastRenderedPageBreak/>
        <w:t>290.6820</w:t>
      </w:r>
      <w:r>
        <w:tab/>
        <w:t>4.051e0</w:t>
      </w:r>
    </w:p>
    <w:p w14:paraId="6693FA95" w14:textId="77777777" w:rsidR="006D4449" w:rsidRDefault="006D4449" w:rsidP="006D4449">
      <w:r>
        <w:t>290.6847</w:t>
      </w:r>
      <w:r>
        <w:tab/>
        <w:t>1.013e0</w:t>
      </w:r>
    </w:p>
    <w:p w14:paraId="5601037D" w14:textId="77777777" w:rsidR="006D4449" w:rsidRDefault="006D4449" w:rsidP="006D4449">
      <w:r>
        <w:t>290.7031</w:t>
      </w:r>
      <w:r>
        <w:tab/>
        <w:t>1.013e0</w:t>
      </w:r>
    </w:p>
    <w:p w14:paraId="7FEFB8AF" w14:textId="77777777" w:rsidR="006D4449" w:rsidRDefault="006D4449" w:rsidP="006D4449">
      <w:r>
        <w:t>290.7244</w:t>
      </w:r>
      <w:r>
        <w:tab/>
        <w:t>1.013e0</w:t>
      </w:r>
    </w:p>
    <w:p w14:paraId="2A8D0F75" w14:textId="77777777" w:rsidR="006D4449" w:rsidRDefault="006D4449" w:rsidP="006D4449">
      <w:r>
        <w:t>290.7532</w:t>
      </w:r>
      <w:r>
        <w:tab/>
        <w:t>2.025e0</w:t>
      </w:r>
    </w:p>
    <w:p w14:paraId="0096B4FA" w14:textId="77777777" w:rsidR="006D4449" w:rsidRDefault="006D4449" w:rsidP="006D4449">
      <w:r>
        <w:t>290.7550</w:t>
      </w:r>
      <w:r>
        <w:tab/>
        <w:t>1.013e0</w:t>
      </w:r>
    </w:p>
    <w:p w14:paraId="30A99A83" w14:textId="77777777" w:rsidR="006D4449" w:rsidRDefault="006D4449" w:rsidP="006D4449">
      <w:r>
        <w:t>290.8112</w:t>
      </w:r>
      <w:r>
        <w:tab/>
        <w:t>1.013e0</w:t>
      </w:r>
    </w:p>
    <w:p w14:paraId="75995633" w14:textId="77777777" w:rsidR="006D4449" w:rsidRDefault="006D4449" w:rsidP="006D4449">
      <w:r>
        <w:t>290.8388</w:t>
      </w:r>
      <w:r>
        <w:tab/>
        <w:t>1.013e0</w:t>
      </w:r>
    </w:p>
    <w:p w14:paraId="168CDA3A" w14:textId="77777777" w:rsidR="006D4449" w:rsidRDefault="006D4449" w:rsidP="006D4449">
      <w:r>
        <w:t>290.8506</w:t>
      </w:r>
      <w:r>
        <w:tab/>
        <w:t>1.013e0</w:t>
      </w:r>
    </w:p>
    <w:p w14:paraId="349CB053" w14:textId="77777777" w:rsidR="006D4449" w:rsidRDefault="006D4449" w:rsidP="006D4449">
      <w:r>
        <w:t>290.8664</w:t>
      </w:r>
      <w:r>
        <w:tab/>
        <w:t>1.013e0</w:t>
      </w:r>
    </w:p>
    <w:p w14:paraId="7A251E0A" w14:textId="77777777" w:rsidR="006D4449" w:rsidRDefault="006D4449" w:rsidP="006D4449">
      <w:r>
        <w:t>290.8704</w:t>
      </w:r>
      <w:r>
        <w:tab/>
        <w:t>1.013e0</w:t>
      </w:r>
    </w:p>
    <w:p w14:paraId="7CFE672E" w14:textId="77777777" w:rsidR="006D4449" w:rsidRDefault="006D4449" w:rsidP="006D4449">
      <w:r>
        <w:t>290.8941</w:t>
      </w:r>
      <w:r>
        <w:tab/>
        <w:t>1.013e0</w:t>
      </w:r>
    </w:p>
    <w:p w14:paraId="46C95229" w14:textId="77777777" w:rsidR="006D4449" w:rsidRDefault="006D4449" w:rsidP="006D4449">
      <w:r>
        <w:t>290.9244</w:t>
      </w:r>
      <w:r>
        <w:tab/>
        <w:t>1.013e0</w:t>
      </w:r>
    </w:p>
    <w:p w14:paraId="3461D1E0" w14:textId="77777777" w:rsidR="006D4449" w:rsidRDefault="006D4449" w:rsidP="006D4449">
      <w:r>
        <w:t>290.9422</w:t>
      </w:r>
      <w:r>
        <w:tab/>
        <w:t>1.013e0</w:t>
      </w:r>
    </w:p>
    <w:p w14:paraId="27BD5631" w14:textId="77777777" w:rsidR="006D4449" w:rsidRDefault="006D4449" w:rsidP="006D4449">
      <w:r>
        <w:t>290.9600</w:t>
      </w:r>
      <w:r>
        <w:tab/>
        <w:t>1.013e0</w:t>
      </w:r>
    </w:p>
    <w:p w14:paraId="25A06B25" w14:textId="77777777" w:rsidR="006D4449" w:rsidRDefault="006D4449" w:rsidP="006D4449">
      <w:r>
        <w:t>290.9641</w:t>
      </w:r>
      <w:r>
        <w:tab/>
        <w:t>3.038e0</w:t>
      </w:r>
    </w:p>
    <w:p w14:paraId="163B4003" w14:textId="77777777" w:rsidR="006D4449" w:rsidRDefault="006D4449" w:rsidP="006D4449">
      <w:r>
        <w:t>290.9847</w:t>
      </w:r>
      <w:r>
        <w:tab/>
        <w:t>1.013e0</w:t>
      </w:r>
    </w:p>
    <w:p w14:paraId="7A137732" w14:textId="77777777" w:rsidR="006D4449" w:rsidRDefault="006D4449" w:rsidP="006D4449">
      <w:r>
        <w:t>291.0009</w:t>
      </w:r>
      <w:r>
        <w:tab/>
        <w:t>1.013e0</w:t>
      </w:r>
    </w:p>
    <w:p w14:paraId="57D0BDA3" w14:textId="77777777" w:rsidR="006D4449" w:rsidRDefault="006D4449" w:rsidP="006D4449">
      <w:r>
        <w:t>291.0123</w:t>
      </w:r>
      <w:r>
        <w:tab/>
        <w:t>3.038e0</w:t>
      </w:r>
    </w:p>
    <w:p w14:paraId="7E07F572" w14:textId="77777777" w:rsidR="006D4449" w:rsidRDefault="006D4449" w:rsidP="006D4449">
      <w:r>
        <w:lastRenderedPageBreak/>
        <w:t>291.0233</w:t>
      </w:r>
      <w:r>
        <w:tab/>
        <w:t>1.013e0</w:t>
      </w:r>
    </w:p>
    <w:p w14:paraId="12601173" w14:textId="77777777" w:rsidR="006D4449" w:rsidRDefault="006D4449" w:rsidP="006D4449">
      <w:r>
        <w:t>291.0320</w:t>
      </w:r>
      <w:r>
        <w:tab/>
        <w:t>3.038e0</w:t>
      </w:r>
    </w:p>
    <w:p w14:paraId="0A8A2626" w14:textId="77777777" w:rsidR="006D4449" w:rsidRDefault="006D4449" w:rsidP="006D4449">
      <w:r>
        <w:t>291.0368</w:t>
      </w:r>
      <w:r>
        <w:tab/>
        <w:t>3.038e0</w:t>
      </w:r>
    </w:p>
    <w:p w14:paraId="70E62A36" w14:textId="77777777" w:rsidR="006D4449" w:rsidRDefault="006D4449" w:rsidP="006D4449">
      <w:r>
        <w:t>291.0628</w:t>
      </w:r>
      <w:r>
        <w:tab/>
        <w:t>8.486e0</w:t>
      </w:r>
    </w:p>
    <w:p w14:paraId="48EE527A" w14:textId="77777777" w:rsidR="006D4449" w:rsidRDefault="006D4449" w:rsidP="006D4449">
      <w:r>
        <w:t>291.0670</w:t>
      </w:r>
      <w:r>
        <w:tab/>
        <w:t>2.025e0</w:t>
      </w:r>
    </w:p>
    <w:p w14:paraId="79DEEBB5" w14:textId="77777777" w:rsidR="006D4449" w:rsidRDefault="006D4449" w:rsidP="006D4449">
      <w:r>
        <w:t>291.0697</w:t>
      </w:r>
      <w:r>
        <w:tab/>
        <w:t>1.013e0</w:t>
      </w:r>
    </w:p>
    <w:p w14:paraId="78057357" w14:textId="77777777" w:rsidR="006D4449" w:rsidRDefault="006D4449" w:rsidP="006D4449">
      <w:r>
        <w:t>291.0865</w:t>
      </w:r>
      <w:r>
        <w:tab/>
        <w:t>5.063e0</w:t>
      </w:r>
    </w:p>
    <w:p w14:paraId="0426C2BA" w14:textId="77777777" w:rsidR="006D4449" w:rsidRDefault="006D4449" w:rsidP="006D4449">
      <w:r>
        <w:t>291.0951</w:t>
      </w:r>
      <w:r>
        <w:tab/>
        <w:t>3.038e0</w:t>
      </w:r>
    </w:p>
    <w:p w14:paraId="5E08FF42" w14:textId="77777777" w:rsidR="006D4449" w:rsidRDefault="006D4449" w:rsidP="006D4449">
      <w:r>
        <w:t>291.1028</w:t>
      </w:r>
      <w:r>
        <w:tab/>
        <w:t>3.474e0</w:t>
      </w:r>
    </w:p>
    <w:p w14:paraId="1A356ED4" w14:textId="77777777" w:rsidR="006D4449" w:rsidRDefault="006D4449" w:rsidP="006D4449">
      <w:r>
        <w:t>291.1183</w:t>
      </w:r>
      <w:r>
        <w:tab/>
        <w:t>1.013e0</w:t>
      </w:r>
    </w:p>
    <w:p w14:paraId="0EE98B6B" w14:textId="77777777" w:rsidR="006D4449" w:rsidRDefault="006D4449" w:rsidP="006D4449">
      <w:r>
        <w:t>291.1422</w:t>
      </w:r>
      <w:r>
        <w:tab/>
        <w:t>5.063e0</w:t>
      </w:r>
    </w:p>
    <w:p w14:paraId="30963787" w14:textId="77777777" w:rsidR="006D4449" w:rsidRDefault="006D4449" w:rsidP="006D4449">
      <w:r>
        <w:t>291.1471</w:t>
      </w:r>
      <w:r>
        <w:tab/>
        <w:t>1.013e0</w:t>
      </w:r>
    </w:p>
    <w:p w14:paraId="0DDCFD9A" w14:textId="77777777" w:rsidR="006D4449" w:rsidRDefault="006D4449" w:rsidP="006D4449">
      <w:r>
        <w:t>291.1499</w:t>
      </w:r>
      <w:r>
        <w:tab/>
        <w:t>1.013e0</w:t>
      </w:r>
    </w:p>
    <w:p w14:paraId="71F9C254" w14:textId="77777777" w:rsidR="006D4449" w:rsidRDefault="006D4449" w:rsidP="006D4449">
      <w:r>
        <w:t>291.1538</w:t>
      </w:r>
      <w:r>
        <w:tab/>
        <w:t>5.063e0</w:t>
      </w:r>
    </w:p>
    <w:p w14:paraId="15A0F200" w14:textId="77777777" w:rsidR="006D4449" w:rsidRDefault="006D4449" w:rsidP="006D4449">
      <w:r>
        <w:t>291.1794</w:t>
      </w:r>
      <w:r>
        <w:tab/>
        <w:t>2.025e0</w:t>
      </w:r>
    </w:p>
    <w:p w14:paraId="5A70A99D" w14:textId="77777777" w:rsidR="006D4449" w:rsidRDefault="006D4449" w:rsidP="006D4449">
      <w:r>
        <w:t>291.1978</w:t>
      </w:r>
      <w:r>
        <w:tab/>
        <w:t>3.038e0</w:t>
      </w:r>
    </w:p>
    <w:p w14:paraId="2F27CE0B" w14:textId="77777777" w:rsidR="006D4449" w:rsidRDefault="006D4449" w:rsidP="006D4449">
      <w:r>
        <w:t>291.2024</w:t>
      </w:r>
      <w:r>
        <w:tab/>
        <w:t>1.013e0</w:t>
      </w:r>
    </w:p>
    <w:p w14:paraId="251845F4" w14:textId="77777777" w:rsidR="006D4449" w:rsidRDefault="006D4449" w:rsidP="006D4449">
      <w:r>
        <w:t>291.2091</w:t>
      </w:r>
      <w:r>
        <w:tab/>
        <w:t>4.051e0</w:t>
      </w:r>
    </w:p>
    <w:p w14:paraId="2F405FD5" w14:textId="77777777" w:rsidR="006D4449" w:rsidRDefault="006D4449" w:rsidP="006D4449">
      <w:r>
        <w:t>291.2116</w:t>
      </w:r>
      <w:r>
        <w:tab/>
        <w:t>2.025e0</w:t>
      </w:r>
    </w:p>
    <w:p w14:paraId="53A93F13" w14:textId="77777777" w:rsidR="006D4449" w:rsidRDefault="006D4449" w:rsidP="006D4449">
      <w:r>
        <w:lastRenderedPageBreak/>
        <w:t>291.2293</w:t>
      </w:r>
      <w:r>
        <w:tab/>
        <w:t>1.013e0</w:t>
      </w:r>
    </w:p>
    <w:p w14:paraId="1EE5ADCC" w14:textId="77777777" w:rsidR="006D4449" w:rsidRDefault="006D4449" w:rsidP="006D4449">
      <w:r>
        <w:t>291.2400</w:t>
      </w:r>
      <w:r>
        <w:tab/>
        <w:t>2.025e0</w:t>
      </w:r>
    </w:p>
    <w:p w14:paraId="6C49222E" w14:textId="77777777" w:rsidR="006D4449" w:rsidRDefault="006D4449" w:rsidP="006D4449">
      <w:r>
        <w:t>291.2498</w:t>
      </w:r>
      <w:r>
        <w:tab/>
        <w:t>3.038e0</w:t>
      </w:r>
    </w:p>
    <w:p w14:paraId="4CB12BF5" w14:textId="77777777" w:rsidR="006D4449" w:rsidRDefault="006D4449" w:rsidP="006D4449">
      <w:r>
        <w:t>291.2643</w:t>
      </w:r>
      <w:r>
        <w:tab/>
        <w:t>1.013e0</w:t>
      </w:r>
    </w:p>
    <w:p w14:paraId="43F0298D" w14:textId="77777777" w:rsidR="006D4449" w:rsidRDefault="006D4449" w:rsidP="006D4449">
      <w:r>
        <w:t>291.2683</w:t>
      </w:r>
      <w:r>
        <w:tab/>
        <w:t>1.013e0</w:t>
      </w:r>
    </w:p>
    <w:p w14:paraId="6F76CE00" w14:textId="77777777" w:rsidR="006D4449" w:rsidRDefault="006D4449" w:rsidP="006D4449">
      <w:r>
        <w:t>291.3053</w:t>
      </w:r>
      <w:r>
        <w:tab/>
        <w:t>1.013e0</w:t>
      </w:r>
    </w:p>
    <w:p w14:paraId="3BC9D6A7" w14:textId="77777777" w:rsidR="006D4449" w:rsidRDefault="006D4449" w:rsidP="006D4449">
      <w:r>
        <w:t>291.3276</w:t>
      </w:r>
      <w:r>
        <w:tab/>
        <w:t>1.013e0</w:t>
      </w:r>
    </w:p>
    <w:p w14:paraId="493C99DC" w14:textId="77777777" w:rsidR="006D4449" w:rsidRDefault="006D4449" w:rsidP="006D4449">
      <w:r>
        <w:t>291.3288</w:t>
      </w:r>
      <w:r>
        <w:tab/>
        <w:t>1.013e0</w:t>
      </w:r>
    </w:p>
    <w:p w14:paraId="34E77AEB" w14:textId="77777777" w:rsidR="006D4449" w:rsidRDefault="006D4449" w:rsidP="006D4449">
      <w:r>
        <w:t>291.3645</w:t>
      </w:r>
      <w:r>
        <w:tab/>
        <w:t>2.025e0</w:t>
      </w:r>
    </w:p>
    <w:p w14:paraId="2F6355B9" w14:textId="77777777" w:rsidR="006D4449" w:rsidRDefault="006D4449" w:rsidP="006D4449">
      <w:r>
        <w:t>291.3802</w:t>
      </w:r>
      <w:r>
        <w:tab/>
        <w:t>2.025e0</w:t>
      </w:r>
    </w:p>
    <w:p w14:paraId="10DC7792" w14:textId="77777777" w:rsidR="006D4449" w:rsidRDefault="006D4449" w:rsidP="006D4449">
      <w:r>
        <w:t>291.3962</w:t>
      </w:r>
      <w:r>
        <w:tab/>
        <w:t>1.013e0</w:t>
      </w:r>
    </w:p>
    <w:p w14:paraId="74E3DBF3" w14:textId="77777777" w:rsidR="006D4449" w:rsidRDefault="006D4449" w:rsidP="006D4449">
      <w:r>
        <w:t>291.4305</w:t>
      </w:r>
      <w:r>
        <w:tab/>
        <w:t>1.013e0</w:t>
      </w:r>
    </w:p>
    <w:p w14:paraId="6479F728" w14:textId="77777777" w:rsidR="006D4449" w:rsidRDefault="006D4449" w:rsidP="006D4449">
      <w:r>
        <w:t>291.4368</w:t>
      </w:r>
      <w:r>
        <w:tab/>
        <w:t>1.013e0</w:t>
      </w:r>
    </w:p>
    <w:p w14:paraId="360B995E" w14:textId="77777777" w:rsidR="006D4449" w:rsidRDefault="006D4449" w:rsidP="006D4449">
      <w:r>
        <w:t>291.4514</w:t>
      </w:r>
      <w:r>
        <w:tab/>
        <w:t>1.013e0</w:t>
      </w:r>
    </w:p>
    <w:p w14:paraId="76076AD6" w14:textId="77777777" w:rsidR="006D4449" w:rsidRDefault="006D4449" w:rsidP="006D4449">
      <w:r>
        <w:t>291.4595</w:t>
      </w:r>
      <w:r>
        <w:tab/>
        <w:t>1.013e0</w:t>
      </w:r>
    </w:p>
    <w:p w14:paraId="159A7CB8" w14:textId="77777777" w:rsidR="006D4449" w:rsidRDefault="006D4449" w:rsidP="006D4449">
      <w:r>
        <w:t>291.5155</w:t>
      </w:r>
      <w:r>
        <w:tab/>
        <w:t>2.025e0</w:t>
      </w:r>
    </w:p>
    <w:p w14:paraId="62AF64C0" w14:textId="77777777" w:rsidR="006D4449" w:rsidRDefault="006D4449" w:rsidP="006D4449">
      <w:r>
        <w:t>291.5188</w:t>
      </w:r>
      <w:r>
        <w:tab/>
        <w:t>1.013e0</w:t>
      </w:r>
    </w:p>
    <w:p w14:paraId="7DB905A5" w14:textId="77777777" w:rsidR="006D4449" w:rsidRDefault="006D4449" w:rsidP="006D4449">
      <w:r>
        <w:t>291.5215</w:t>
      </w:r>
      <w:r>
        <w:tab/>
        <w:t>1.013e0</w:t>
      </w:r>
    </w:p>
    <w:p w14:paraId="3E1A7A5C" w14:textId="77777777" w:rsidR="006D4449" w:rsidRDefault="006D4449" w:rsidP="006D4449">
      <w:r>
        <w:t>291.5379</w:t>
      </w:r>
      <w:r>
        <w:tab/>
        <w:t>1.013e0</w:t>
      </w:r>
    </w:p>
    <w:p w14:paraId="18D4F929" w14:textId="77777777" w:rsidR="006D4449" w:rsidRDefault="006D4449" w:rsidP="006D4449">
      <w:r>
        <w:lastRenderedPageBreak/>
        <w:t>291.5645</w:t>
      </w:r>
      <w:r>
        <w:tab/>
        <w:t>1.013e0</w:t>
      </w:r>
    </w:p>
    <w:p w14:paraId="3D67564A" w14:textId="77777777" w:rsidR="006D4449" w:rsidRDefault="006D4449" w:rsidP="006D4449">
      <w:r>
        <w:t>291.6056</w:t>
      </w:r>
      <w:r>
        <w:tab/>
        <w:t>1.013e0</w:t>
      </w:r>
    </w:p>
    <w:p w14:paraId="406617CB" w14:textId="77777777" w:rsidR="006D4449" w:rsidRDefault="006D4449" w:rsidP="006D4449">
      <w:r>
        <w:t>291.6084</w:t>
      </w:r>
      <w:r>
        <w:tab/>
        <w:t>1.013e0</w:t>
      </w:r>
    </w:p>
    <w:p w14:paraId="27ABA874" w14:textId="77777777" w:rsidR="006D4449" w:rsidRDefault="006D4449" w:rsidP="006D4449">
      <w:r>
        <w:t>291.6125</w:t>
      </w:r>
      <w:r>
        <w:tab/>
        <w:t>1.013e0</w:t>
      </w:r>
    </w:p>
    <w:p w14:paraId="7F6A3E95" w14:textId="77777777" w:rsidR="006D4449" w:rsidRDefault="006D4449" w:rsidP="006D4449">
      <w:r>
        <w:t>291.6432</w:t>
      </w:r>
      <w:r>
        <w:tab/>
        <w:t>2.025e0</w:t>
      </w:r>
    </w:p>
    <w:p w14:paraId="29EFCF2B" w14:textId="77777777" w:rsidR="006D4449" w:rsidRDefault="006D4449" w:rsidP="006D4449">
      <w:r>
        <w:t>291.6689</w:t>
      </w:r>
      <w:r>
        <w:tab/>
        <w:t>2.025e0</w:t>
      </w:r>
    </w:p>
    <w:p w14:paraId="6FEB73F8" w14:textId="77777777" w:rsidR="006D4449" w:rsidRDefault="006D4449" w:rsidP="006D4449">
      <w:r>
        <w:t>291.6805</w:t>
      </w:r>
      <w:r>
        <w:tab/>
        <w:t>1.013e0</w:t>
      </w:r>
    </w:p>
    <w:p w14:paraId="36CCD8A5" w14:textId="77777777" w:rsidR="006D4449" w:rsidRDefault="006D4449" w:rsidP="006D4449">
      <w:r>
        <w:t>291.6966</w:t>
      </w:r>
      <w:r>
        <w:tab/>
        <w:t>1.013e0</w:t>
      </w:r>
    </w:p>
    <w:p w14:paraId="6BA00CFA" w14:textId="77777777" w:rsidR="006D4449" w:rsidRDefault="006D4449" w:rsidP="006D4449">
      <w:r>
        <w:t>291.7282</w:t>
      </w:r>
      <w:r>
        <w:tab/>
        <w:t>1.013e0</w:t>
      </w:r>
    </w:p>
    <w:p w14:paraId="761EC742" w14:textId="77777777" w:rsidR="006D4449" w:rsidRDefault="006D4449" w:rsidP="006D4449">
      <w:r>
        <w:t>291.7390</w:t>
      </w:r>
      <w:r>
        <w:tab/>
        <w:t>1.013e0</w:t>
      </w:r>
    </w:p>
    <w:p w14:paraId="15CF134F" w14:textId="77777777" w:rsidR="006D4449" w:rsidRDefault="006D4449" w:rsidP="006D4449">
      <w:r>
        <w:t>291.7956</w:t>
      </w:r>
      <w:r>
        <w:tab/>
        <w:t>1.013e0</w:t>
      </w:r>
    </w:p>
    <w:p w14:paraId="44247991" w14:textId="77777777" w:rsidR="006D4449" w:rsidRDefault="006D4449" w:rsidP="006D4449">
      <w:r>
        <w:t>291.8495</w:t>
      </w:r>
      <w:r>
        <w:tab/>
        <w:t>1.013e0</w:t>
      </w:r>
    </w:p>
    <w:p w14:paraId="46588E89" w14:textId="77777777" w:rsidR="006D4449" w:rsidRDefault="006D4449" w:rsidP="006D4449">
      <w:r>
        <w:t>291.8786</w:t>
      </w:r>
      <w:r>
        <w:tab/>
        <w:t>1.013e0</w:t>
      </w:r>
    </w:p>
    <w:p w14:paraId="4E60F5F6" w14:textId="77777777" w:rsidR="006D4449" w:rsidRDefault="006D4449" w:rsidP="006D4449">
      <w:r>
        <w:t>291.9055</w:t>
      </w:r>
      <w:r>
        <w:tab/>
        <w:t>1.013e0</w:t>
      </w:r>
    </w:p>
    <w:p w14:paraId="78C8B030" w14:textId="77777777" w:rsidR="006D4449" w:rsidRDefault="006D4449" w:rsidP="006D4449">
      <w:r>
        <w:t>291.9486</w:t>
      </w:r>
      <w:r>
        <w:tab/>
        <w:t>1.013e0</w:t>
      </w:r>
    </w:p>
    <w:p w14:paraId="461C08C3" w14:textId="77777777" w:rsidR="006D4449" w:rsidRDefault="006D4449" w:rsidP="006D4449">
      <w:r>
        <w:t>291.9774</w:t>
      </w:r>
      <w:r>
        <w:tab/>
        <w:t>1.013e0</w:t>
      </w:r>
    </w:p>
    <w:p w14:paraId="3C890D43" w14:textId="77777777" w:rsidR="006D4449" w:rsidRDefault="006D4449" w:rsidP="006D4449">
      <w:r>
        <w:t>291.9923</w:t>
      </w:r>
      <w:r>
        <w:tab/>
        <w:t>4.051e0</w:t>
      </w:r>
    </w:p>
    <w:p w14:paraId="70CE96CF" w14:textId="77777777" w:rsidR="006D4449" w:rsidRDefault="006D4449" w:rsidP="006D4449">
      <w:r>
        <w:t>291.9952</w:t>
      </w:r>
      <w:r>
        <w:tab/>
        <w:t>4.051e0</w:t>
      </w:r>
    </w:p>
    <w:p w14:paraId="407C6A60" w14:textId="77777777" w:rsidR="006D4449" w:rsidRDefault="006D4449" w:rsidP="006D4449">
      <w:r>
        <w:t>291.9987</w:t>
      </w:r>
      <w:r>
        <w:tab/>
        <w:t>4.051e0</w:t>
      </w:r>
    </w:p>
    <w:p w14:paraId="0009C35D" w14:textId="77777777" w:rsidR="006D4449" w:rsidRDefault="006D4449" w:rsidP="006D4449">
      <w:r>
        <w:lastRenderedPageBreak/>
        <w:t>292.0132</w:t>
      </w:r>
      <w:r>
        <w:tab/>
        <w:t>2.025e0</w:t>
      </w:r>
    </w:p>
    <w:p w14:paraId="11987C23" w14:textId="77777777" w:rsidR="006D4449" w:rsidRDefault="006D4449" w:rsidP="006D4449">
      <w:r>
        <w:t>292.0156</w:t>
      </w:r>
      <w:r>
        <w:tab/>
        <w:t>3.453e0</w:t>
      </w:r>
    </w:p>
    <w:p w14:paraId="21DF0AC8" w14:textId="77777777" w:rsidR="006D4449" w:rsidRDefault="006D4449" w:rsidP="006D4449">
      <w:r>
        <w:t>292.0408</w:t>
      </w:r>
      <w:r>
        <w:tab/>
        <w:t>1.013e0</w:t>
      </w:r>
    </w:p>
    <w:p w14:paraId="04AD6768" w14:textId="77777777" w:rsidR="006D4449" w:rsidRDefault="006D4449" w:rsidP="006D4449">
      <w:r>
        <w:t>292.0467</w:t>
      </w:r>
      <w:r>
        <w:tab/>
        <w:t>3.038e0</w:t>
      </w:r>
    </w:p>
    <w:p w14:paraId="0B64AC65" w14:textId="77777777" w:rsidR="006D4449" w:rsidRDefault="006D4449" w:rsidP="006D4449">
      <w:r>
        <w:t>292.0494</w:t>
      </w:r>
      <w:r>
        <w:tab/>
        <w:t>1.013e0</w:t>
      </w:r>
    </w:p>
    <w:p w14:paraId="3036473B" w14:textId="77777777" w:rsidR="006D4449" w:rsidRDefault="006D4449" w:rsidP="006D4449">
      <w:r>
        <w:t>292.0712</w:t>
      </w:r>
      <w:r>
        <w:tab/>
        <w:t>1.013e0</w:t>
      </w:r>
    </w:p>
    <w:p w14:paraId="2D57602D" w14:textId="77777777" w:rsidR="006D4449" w:rsidRDefault="006D4449" w:rsidP="006D4449">
      <w:r>
        <w:t>292.0725</w:t>
      </w:r>
      <w:r>
        <w:tab/>
        <w:t>1.013e0</w:t>
      </w:r>
    </w:p>
    <w:p w14:paraId="0C116B9A" w14:textId="77777777" w:rsidR="006D4449" w:rsidRDefault="006D4449" w:rsidP="006D4449">
      <w:r>
        <w:t>292.0885</w:t>
      </w:r>
      <w:r>
        <w:tab/>
        <w:t>3.038e0</w:t>
      </w:r>
    </w:p>
    <w:p w14:paraId="1359B0D7" w14:textId="77777777" w:rsidR="006D4449" w:rsidRDefault="006D4449" w:rsidP="006D4449">
      <w:r>
        <w:t>292.0988</w:t>
      </w:r>
      <w:r>
        <w:tab/>
        <w:t>1.013e0</w:t>
      </w:r>
    </w:p>
    <w:p w14:paraId="72E1DCED" w14:textId="77777777" w:rsidR="006D4449" w:rsidRDefault="006D4449" w:rsidP="006D4449">
      <w:r>
        <w:t>292.1317</w:t>
      </w:r>
      <w:r>
        <w:tab/>
        <w:t>2.025e0</w:t>
      </w:r>
    </w:p>
    <w:p w14:paraId="5DE57279" w14:textId="77777777" w:rsidR="006D4449" w:rsidRDefault="006D4449" w:rsidP="006D4449">
      <w:r>
        <w:t>292.1345</w:t>
      </w:r>
      <w:r>
        <w:tab/>
        <w:t>1.013e0</w:t>
      </w:r>
    </w:p>
    <w:p w14:paraId="466567E5" w14:textId="77777777" w:rsidR="006D4449" w:rsidRDefault="006D4449" w:rsidP="006D4449">
      <w:r>
        <w:t>292.1541</w:t>
      </w:r>
      <w:r>
        <w:tab/>
        <w:t>1.013e0</w:t>
      </w:r>
    </w:p>
    <w:p w14:paraId="3B4F9129" w14:textId="77777777" w:rsidR="006D4449" w:rsidRDefault="006D4449" w:rsidP="006D4449">
      <w:r>
        <w:t>292.1780</w:t>
      </w:r>
      <w:r>
        <w:tab/>
        <w:t>3.038e0</w:t>
      </w:r>
    </w:p>
    <w:p w14:paraId="7680AAFB" w14:textId="77777777" w:rsidR="006D4449" w:rsidRDefault="006D4449" w:rsidP="006D4449">
      <w:r>
        <w:t>292.1866</w:t>
      </w:r>
      <w:r>
        <w:tab/>
        <w:t>3.038e0</w:t>
      </w:r>
    </w:p>
    <w:p w14:paraId="412C5E43" w14:textId="77777777" w:rsidR="006D4449" w:rsidRDefault="006D4449" w:rsidP="006D4449">
      <w:r>
        <w:t>292.1905</w:t>
      </w:r>
      <w:r>
        <w:tab/>
        <w:t>2.843e0</w:t>
      </w:r>
    </w:p>
    <w:p w14:paraId="5E290C93" w14:textId="77777777" w:rsidR="006D4449" w:rsidRDefault="006D4449" w:rsidP="006D4449">
      <w:r>
        <w:t>292.2187</w:t>
      </w:r>
      <w:r>
        <w:tab/>
        <w:t>3.233e0</w:t>
      </w:r>
    </w:p>
    <w:p w14:paraId="67D4543E" w14:textId="77777777" w:rsidR="006D4449" w:rsidRDefault="006D4449" w:rsidP="006D4449">
      <w:r>
        <w:t>292.2464</w:t>
      </w:r>
      <w:r>
        <w:tab/>
        <w:t>1.013e0</w:t>
      </w:r>
    </w:p>
    <w:p w14:paraId="57B0BD7E" w14:textId="77777777" w:rsidR="006D4449" w:rsidRDefault="006D4449" w:rsidP="006D4449">
      <w:r>
        <w:t>292.2780</w:t>
      </w:r>
      <w:r>
        <w:tab/>
        <w:t>1.013e0</w:t>
      </w:r>
    </w:p>
    <w:p w14:paraId="326264FD" w14:textId="77777777" w:rsidR="006D4449" w:rsidRDefault="006D4449" w:rsidP="006D4449">
      <w:r>
        <w:t>292.2948</w:t>
      </w:r>
      <w:r>
        <w:tab/>
        <w:t>1.013e0</w:t>
      </w:r>
    </w:p>
    <w:p w14:paraId="03C90C10" w14:textId="77777777" w:rsidR="006D4449" w:rsidRDefault="006D4449" w:rsidP="006D4449">
      <w:r>
        <w:lastRenderedPageBreak/>
        <w:t>292.2989</w:t>
      </w:r>
      <w:r>
        <w:tab/>
        <w:t>2.025e0</w:t>
      </w:r>
    </w:p>
    <w:p w14:paraId="52E08699" w14:textId="77777777" w:rsidR="006D4449" w:rsidRDefault="006D4449" w:rsidP="006D4449">
      <w:r>
        <w:t>292.3216</w:t>
      </w:r>
      <w:r>
        <w:tab/>
        <w:t>1.013e0</w:t>
      </w:r>
    </w:p>
    <w:p w14:paraId="0A986BAF" w14:textId="77777777" w:rsidR="006D4449" w:rsidRDefault="006D4449" w:rsidP="006D4449">
      <w:r>
        <w:t>292.3758</w:t>
      </w:r>
      <w:r>
        <w:tab/>
        <w:t>2.025e0</w:t>
      </w:r>
    </w:p>
    <w:p w14:paraId="1467D2B9" w14:textId="77777777" w:rsidR="006D4449" w:rsidRDefault="006D4449" w:rsidP="006D4449">
      <w:r>
        <w:t>292.3771</w:t>
      </w:r>
      <w:r>
        <w:tab/>
        <w:t>1.013e0</w:t>
      </w:r>
    </w:p>
    <w:p w14:paraId="6E0BB4E2" w14:textId="77777777" w:rsidR="006D4449" w:rsidRDefault="006D4449" w:rsidP="006D4449">
      <w:r>
        <w:t>292.3994</w:t>
      </w:r>
      <w:r>
        <w:tab/>
        <w:t>1.013e0</w:t>
      </w:r>
    </w:p>
    <w:p w14:paraId="52272C59" w14:textId="77777777" w:rsidR="006D4449" w:rsidRDefault="006D4449" w:rsidP="006D4449">
      <w:r>
        <w:t>292.4269</w:t>
      </w:r>
      <w:r>
        <w:tab/>
        <w:t>2.025e0</w:t>
      </w:r>
    </w:p>
    <w:p w14:paraId="43DD420D" w14:textId="77777777" w:rsidR="006D4449" w:rsidRDefault="006D4449" w:rsidP="006D4449">
      <w:r>
        <w:t>292.4351</w:t>
      </w:r>
      <w:r>
        <w:tab/>
        <w:t>1.013e0</w:t>
      </w:r>
    </w:p>
    <w:p w14:paraId="1A3BBFE5" w14:textId="77777777" w:rsidR="006D4449" w:rsidRDefault="006D4449" w:rsidP="006D4449">
      <w:r>
        <w:t>292.4404</w:t>
      </w:r>
      <w:r>
        <w:tab/>
        <w:t>1.013e0</w:t>
      </w:r>
    </w:p>
    <w:p w14:paraId="013D7F80" w14:textId="77777777" w:rsidR="006D4449" w:rsidRDefault="006D4449" w:rsidP="006D4449">
      <w:r>
        <w:t>292.5024</w:t>
      </w:r>
      <w:r>
        <w:tab/>
        <w:t>1.013e0</w:t>
      </w:r>
    </w:p>
    <w:p w14:paraId="2F50F3AB" w14:textId="77777777" w:rsidR="006D4449" w:rsidRDefault="006D4449" w:rsidP="006D4449">
      <w:r>
        <w:t>292.5083</w:t>
      </w:r>
      <w:r>
        <w:tab/>
        <w:t>1.013e0</w:t>
      </w:r>
    </w:p>
    <w:p w14:paraId="4FA0BA5E" w14:textId="77777777" w:rsidR="006D4449" w:rsidRDefault="006D4449" w:rsidP="006D4449">
      <w:r>
        <w:t>292.5261</w:t>
      </w:r>
      <w:r>
        <w:tab/>
        <w:t>1.013e0</w:t>
      </w:r>
    </w:p>
    <w:p w14:paraId="641A85EB" w14:textId="77777777" w:rsidR="006D4449" w:rsidRDefault="006D4449" w:rsidP="006D4449">
      <w:r>
        <w:t>292.5658</w:t>
      </w:r>
      <w:r>
        <w:tab/>
        <w:t>1.013e0</w:t>
      </w:r>
    </w:p>
    <w:p w14:paraId="689081C1" w14:textId="77777777" w:rsidR="006D4449" w:rsidRDefault="006D4449" w:rsidP="006D4449">
      <w:r>
        <w:t>292.5724</w:t>
      </w:r>
      <w:r>
        <w:tab/>
        <w:t>1.013e0</w:t>
      </w:r>
    </w:p>
    <w:p w14:paraId="0ACEACD9" w14:textId="77777777" w:rsidR="006D4449" w:rsidRDefault="006D4449" w:rsidP="006D4449">
      <w:r>
        <w:t>292.5846</w:t>
      </w:r>
      <w:r>
        <w:tab/>
        <w:t>2.025e0</w:t>
      </w:r>
    </w:p>
    <w:p w14:paraId="35C9AB3E" w14:textId="77777777" w:rsidR="006D4449" w:rsidRDefault="006D4449" w:rsidP="006D4449">
      <w:r>
        <w:t>292.6567</w:t>
      </w:r>
      <w:r>
        <w:tab/>
        <w:t>1.013e0</w:t>
      </w:r>
    </w:p>
    <w:p w14:paraId="14BB3C06" w14:textId="77777777" w:rsidR="006D4449" w:rsidRDefault="006D4449" w:rsidP="006D4449">
      <w:r>
        <w:t>292.6738</w:t>
      </w:r>
      <w:r>
        <w:tab/>
        <w:t>1.013e0</w:t>
      </w:r>
    </w:p>
    <w:p w14:paraId="6DFA6521" w14:textId="77777777" w:rsidR="006D4449" w:rsidRDefault="006D4449" w:rsidP="006D4449">
      <w:r>
        <w:t>292.6952</w:t>
      </w:r>
      <w:r>
        <w:tab/>
        <w:t>1.013e0</w:t>
      </w:r>
    </w:p>
    <w:p w14:paraId="3A06909C" w14:textId="77777777" w:rsidR="006D4449" w:rsidRDefault="006D4449" w:rsidP="006D4449">
      <w:r>
        <w:t>292.7807</w:t>
      </w:r>
      <w:r>
        <w:tab/>
        <w:t>1.013e0</w:t>
      </w:r>
    </w:p>
    <w:p w14:paraId="28E6809F" w14:textId="77777777" w:rsidR="006D4449" w:rsidRDefault="006D4449" w:rsidP="006D4449">
      <w:r>
        <w:t>292.7849</w:t>
      </w:r>
      <w:r>
        <w:tab/>
        <w:t>2.025e0</w:t>
      </w:r>
    </w:p>
    <w:p w14:paraId="2DE12656" w14:textId="77777777" w:rsidR="006D4449" w:rsidRDefault="006D4449" w:rsidP="006D4449">
      <w:r>
        <w:lastRenderedPageBreak/>
        <w:t>292.8268</w:t>
      </w:r>
      <w:r>
        <w:tab/>
        <w:t>1.013e0</w:t>
      </w:r>
    </w:p>
    <w:p w14:paraId="31886B2A" w14:textId="77777777" w:rsidR="006D4449" w:rsidRDefault="006D4449" w:rsidP="006D4449">
      <w:r>
        <w:t>292.8448</w:t>
      </w:r>
      <w:r>
        <w:tab/>
        <w:t>1.013e0</w:t>
      </w:r>
    </w:p>
    <w:p w14:paraId="5983ED64" w14:textId="77777777" w:rsidR="006D4449" w:rsidRDefault="006D4449" w:rsidP="006D4449">
      <w:r>
        <w:t>292.8543</w:t>
      </w:r>
      <w:r>
        <w:tab/>
        <w:t>1.013e0</w:t>
      </w:r>
    </w:p>
    <w:p w14:paraId="35370BF1" w14:textId="77777777" w:rsidR="006D4449" w:rsidRDefault="006D4449" w:rsidP="006D4449">
      <w:r>
        <w:t>292.8555</w:t>
      </w:r>
      <w:r>
        <w:tab/>
        <w:t>1.013e0</w:t>
      </w:r>
    </w:p>
    <w:p w14:paraId="1BD1E4A2" w14:textId="77777777" w:rsidR="006D4449" w:rsidRDefault="006D4449" w:rsidP="006D4449">
      <w:r>
        <w:t>292.8584</w:t>
      </w:r>
      <w:r>
        <w:tab/>
        <w:t>1.013e0</w:t>
      </w:r>
    </w:p>
    <w:p w14:paraId="5E3CEAA6" w14:textId="77777777" w:rsidR="006D4449" w:rsidRDefault="006D4449" w:rsidP="006D4449">
      <w:r>
        <w:t>292.8597</w:t>
      </w:r>
      <w:r>
        <w:tab/>
        <w:t>1.013e0</w:t>
      </w:r>
    </w:p>
    <w:p w14:paraId="6202CD4D" w14:textId="77777777" w:rsidR="006D4449" w:rsidRDefault="006D4449" w:rsidP="006D4449">
      <w:r>
        <w:t>292.8862</w:t>
      </w:r>
      <w:r>
        <w:tab/>
        <w:t>1.013e0</w:t>
      </w:r>
    </w:p>
    <w:p w14:paraId="208AEB80" w14:textId="77777777" w:rsidR="006D4449" w:rsidRDefault="006D4449" w:rsidP="006D4449">
      <w:r>
        <w:t>292.8982</w:t>
      </w:r>
      <w:r>
        <w:tab/>
        <w:t>1.013e0</w:t>
      </w:r>
    </w:p>
    <w:p w14:paraId="0C794FE4" w14:textId="77777777" w:rsidR="006D4449" w:rsidRDefault="006D4449" w:rsidP="006D4449">
      <w:r>
        <w:t>292.9507</w:t>
      </w:r>
      <w:r>
        <w:tab/>
        <w:t>1.013e0</w:t>
      </w:r>
    </w:p>
    <w:p w14:paraId="24FA8EC2" w14:textId="77777777" w:rsidR="006D4449" w:rsidRDefault="006D4449" w:rsidP="006D4449">
      <w:r>
        <w:t>292.9693</w:t>
      </w:r>
      <w:r>
        <w:tab/>
        <w:t>2.025e0</w:t>
      </w:r>
    </w:p>
    <w:p w14:paraId="3B437368" w14:textId="77777777" w:rsidR="006D4449" w:rsidRDefault="006D4449" w:rsidP="006D4449">
      <w:r>
        <w:t>292.9746</w:t>
      </w:r>
      <w:r>
        <w:tab/>
        <w:t>2.025e0</w:t>
      </w:r>
    </w:p>
    <w:p w14:paraId="25AF28D6" w14:textId="77777777" w:rsidR="006D4449" w:rsidRDefault="006D4449" w:rsidP="006D4449">
      <w:r>
        <w:t>292.9865</w:t>
      </w:r>
      <w:r>
        <w:tab/>
        <w:t>1.013e0</w:t>
      </w:r>
    </w:p>
    <w:p w14:paraId="4BBE5B3B" w14:textId="77777777" w:rsidR="006D4449" w:rsidRDefault="006D4449" w:rsidP="006D4449">
      <w:r>
        <w:t>292.9919</w:t>
      </w:r>
      <w:r>
        <w:tab/>
        <w:t>3.038e0</w:t>
      </w:r>
    </w:p>
    <w:p w14:paraId="60BEB6D4" w14:textId="77777777" w:rsidR="006D4449" w:rsidRDefault="006D4449" w:rsidP="006D4449">
      <w:r>
        <w:t>293.0020</w:t>
      </w:r>
      <w:r>
        <w:tab/>
        <w:t>3.038e0</w:t>
      </w:r>
    </w:p>
    <w:p w14:paraId="0F78DF66" w14:textId="77777777" w:rsidR="006D4449" w:rsidRDefault="006D4449" w:rsidP="006D4449">
      <w:r>
        <w:t>293.0113</w:t>
      </w:r>
      <w:r>
        <w:tab/>
        <w:t>3.038e0</w:t>
      </w:r>
    </w:p>
    <w:p w14:paraId="2B1F139D" w14:textId="77777777" w:rsidR="006D4449" w:rsidRDefault="006D4449" w:rsidP="006D4449">
      <w:r>
        <w:t>293.0182</w:t>
      </w:r>
      <w:r>
        <w:tab/>
        <w:t>1.013e0</w:t>
      </w:r>
    </w:p>
    <w:p w14:paraId="6240336B" w14:textId="77777777" w:rsidR="006D4449" w:rsidRDefault="006D4449" w:rsidP="006D4449">
      <w:r>
        <w:t>293.0392</w:t>
      </w:r>
      <w:r>
        <w:tab/>
        <w:t>2.025e0</w:t>
      </w:r>
    </w:p>
    <w:p w14:paraId="5401715A" w14:textId="77777777" w:rsidR="006D4449" w:rsidRDefault="006D4449" w:rsidP="006D4449">
      <w:r>
        <w:t>293.0405</w:t>
      </w:r>
      <w:r>
        <w:tab/>
        <w:t>3.302e0</w:t>
      </w:r>
    </w:p>
    <w:p w14:paraId="56666F99" w14:textId="77777777" w:rsidR="006D4449" w:rsidRDefault="006D4449" w:rsidP="006D4449">
      <w:r>
        <w:t>293.0418</w:t>
      </w:r>
      <w:r>
        <w:tab/>
        <w:t>1.013e0</w:t>
      </w:r>
    </w:p>
    <w:p w14:paraId="32D41B9F" w14:textId="77777777" w:rsidR="006D4449" w:rsidRDefault="006D4449" w:rsidP="006D4449">
      <w:r>
        <w:lastRenderedPageBreak/>
        <w:t>293.0971</w:t>
      </w:r>
      <w:r>
        <w:tab/>
        <w:t>4.051e0</w:t>
      </w:r>
    </w:p>
    <w:p w14:paraId="0E3470D7" w14:textId="77777777" w:rsidR="006D4449" w:rsidRDefault="006D4449" w:rsidP="006D4449">
      <w:r>
        <w:t>293.1072</w:t>
      </w:r>
      <w:r>
        <w:tab/>
        <w:t>2.025e0</w:t>
      </w:r>
    </w:p>
    <w:p w14:paraId="0CD9A5ED" w14:textId="77777777" w:rsidR="006D4449" w:rsidRDefault="006D4449" w:rsidP="006D4449">
      <w:r>
        <w:t>293.1098</w:t>
      </w:r>
      <w:r>
        <w:tab/>
        <w:t>2.025e0</w:t>
      </w:r>
    </w:p>
    <w:p w14:paraId="14BF22F5" w14:textId="77777777" w:rsidR="006D4449" w:rsidRDefault="006D4449" w:rsidP="006D4449">
      <w:r>
        <w:t>293.1345</w:t>
      </w:r>
      <w:r>
        <w:tab/>
        <w:t>2.025e0</w:t>
      </w:r>
    </w:p>
    <w:p w14:paraId="03ACCAC7" w14:textId="77777777" w:rsidR="006D4449" w:rsidRDefault="006D4449" w:rsidP="006D4449">
      <w:r>
        <w:t>293.1408</w:t>
      </w:r>
      <w:r>
        <w:tab/>
        <w:t>2.025e0</w:t>
      </w:r>
    </w:p>
    <w:p w14:paraId="16EBE97F" w14:textId="77777777" w:rsidR="006D4449" w:rsidRDefault="006D4449" w:rsidP="006D4449">
      <w:r>
        <w:t>293.1444</w:t>
      </w:r>
      <w:r>
        <w:tab/>
        <w:t>2.025e0</w:t>
      </w:r>
    </w:p>
    <w:p w14:paraId="73695F43" w14:textId="77777777" w:rsidR="006D4449" w:rsidRDefault="006D4449" w:rsidP="006D4449">
      <w:r>
        <w:t>293.1541</w:t>
      </w:r>
      <w:r>
        <w:tab/>
        <w:t>6.076e0</w:t>
      </w:r>
    </w:p>
    <w:p w14:paraId="2C787B09" w14:textId="77777777" w:rsidR="006D4449" w:rsidRDefault="006D4449" w:rsidP="006D4449">
      <w:r>
        <w:t>293.1623</w:t>
      </w:r>
      <w:r>
        <w:tab/>
        <w:t>3.038e0</w:t>
      </w:r>
    </w:p>
    <w:p w14:paraId="2514DF1D" w14:textId="77777777" w:rsidR="006D4449" w:rsidRDefault="006D4449" w:rsidP="006D4449">
      <w:r>
        <w:t>293.1862</w:t>
      </w:r>
      <w:r>
        <w:tab/>
        <w:t>4.051e0</w:t>
      </w:r>
    </w:p>
    <w:p w14:paraId="2CC02305" w14:textId="77777777" w:rsidR="006D4449" w:rsidRDefault="006D4449" w:rsidP="006D4449">
      <w:r>
        <w:t>293.1911</w:t>
      </w:r>
      <w:r>
        <w:tab/>
        <w:t>2.025e0</w:t>
      </w:r>
    </w:p>
    <w:p w14:paraId="620C353B" w14:textId="77777777" w:rsidR="006D4449" w:rsidRDefault="006D4449" w:rsidP="006D4449">
      <w:r>
        <w:t>293.1949</w:t>
      </w:r>
      <w:r>
        <w:tab/>
        <w:t>2.025e0</w:t>
      </w:r>
    </w:p>
    <w:p w14:paraId="0962FE0A" w14:textId="77777777" w:rsidR="006D4449" w:rsidRDefault="006D4449" w:rsidP="006D4449">
      <w:r>
        <w:t>293.2080</w:t>
      </w:r>
      <w:r>
        <w:tab/>
        <w:t>2.025e0</w:t>
      </w:r>
    </w:p>
    <w:p w14:paraId="35B884CC" w14:textId="77777777" w:rsidR="006D4449" w:rsidRDefault="006D4449" w:rsidP="006D4449">
      <w:r>
        <w:t>293.2111</w:t>
      </w:r>
      <w:r>
        <w:tab/>
        <w:t>2.025e0</w:t>
      </w:r>
    </w:p>
    <w:p w14:paraId="02CB64AC" w14:textId="77777777" w:rsidR="006D4449" w:rsidRDefault="006D4449" w:rsidP="006D4449">
      <w:r>
        <w:t>293.2636</w:t>
      </w:r>
      <w:r>
        <w:tab/>
        <w:t>1.013e0</w:t>
      </w:r>
    </w:p>
    <w:p w14:paraId="4FE1D6CD" w14:textId="77777777" w:rsidR="006D4449" w:rsidRDefault="006D4449" w:rsidP="006D4449">
      <w:r>
        <w:t>293.2727</w:t>
      </w:r>
      <w:r>
        <w:tab/>
        <w:t>1.013e0</w:t>
      </w:r>
    </w:p>
    <w:p w14:paraId="25FA58C8" w14:textId="77777777" w:rsidR="006D4449" w:rsidRDefault="006D4449" w:rsidP="006D4449">
      <w:r>
        <w:t>293.2959</w:t>
      </w:r>
      <w:r>
        <w:tab/>
        <w:t>3.038e0</w:t>
      </w:r>
    </w:p>
    <w:p w14:paraId="102CC720" w14:textId="77777777" w:rsidR="006D4449" w:rsidRDefault="006D4449" w:rsidP="006D4449">
      <w:r>
        <w:t>293.3230</w:t>
      </w:r>
      <w:r>
        <w:tab/>
        <w:t>3.038e0</w:t>
      </w:r>
    </w:p>
    <w:p w14:paraId="20DFE1A1" w14:textId="77777777" w:rsidR="006D4449" w:rsidRDefault="006D4449" w:rsidP="006D4449">
      <w:r>
        <w:t>293.3369</w:t>
      </w:r>
      <w:r>
        <w:tab/>
        <w:t>3.038e0</w:t>
      </w:r>
    </w:p>
    <w:p w14:paraId="47DFB082" w14:textId="77777777" w:rsidR="006D4449" w:rsidRDefault="006D4449" w:rsidP="006D4449">
      <w:r>
        <w:t>293.3783</w:t>
      </w:r>
      <w:r>
        <w:tab/>
        <w:t>1.013e0</w:t>
      </w:r>
    </w:p>
    <w:p w14:paraId="6B834EF4" w14:textId="77777777" w:rsidR="006D4449" w:rsidRDefault="006D4449" w:rsidP="006D4449">
      <w:r>
        <w:lastRenderedPageBreak/>
        <w:t>293.4128</w:t>
      </w:r>
      <w:r>
        <w:tab/>
        <w:t>1.013e0</w:t>
      </w:r>
    </w:p>
    <w:p w14:paraId="2778DDC7" w14:textId="77777777" w:rsidR="006D4449" w:rsidRDefault="006D4449" w:rsidP="006D4449">
      <w:r>
        <w:t>293.4180</w:t>
      </w:r>
      <w:r>
        <w:tab/>
        <w:t>1.013e0</w:t>
      </w:r>
    </w:p>
    <w:p w14:paraId="62E0EDF0" w14:textId="77777777" w:rsidR="006D4449" w:rsidRDefault="006D4449" w:rsidP="006D4449">
      <w:r>
        <w:t>293.4324</w:t>
      </w:r>
      <w:r>
        <w:tab/>
        <w:t>3.038e0</w:t>
      </w:r>
    </w:p>
    <w:p w14:paraId="6A14F770" w14:textId="77777777" w:rsidR="006D4449" w:rsidRDefault="006D4449" w:rsidP="006D4449">
      <w:r>
        <w:t>293.4734</w:t>
      </w:r>
      <w:r>
        <w:tab/>
        <w:t>1.013e0</w:t>
      </w:r>
    </w:p>
    <w:p w14:paraId="41656911" w14:textId="77777777" w:rsidR="006D4449" w:rsidRDefault="006D4449" w:rsidP="006D4449">
      <w:r>
        <w:t>293.4803</w:t>
      </w:r>
      <w:r>
        <w:tab/>
        <w:t>1.013e0</w:t>
      </w:r>
    </w:p>
    <w:p w14:paraId="6A7C81CC" w14:textId="77777777" w:rsidR="006D4449" w:rsidRDefault="006D4449" w:rsidP="006D4449">
      <w:r>
        <w:t>293.5051</w:t>
      </w:r>
      <w:r>
        <w:tab/>
        <w:t>2.025e0</w:t>
      </w:r>
    </w:p>
    <w:p w14:paraId="458C5A08" w14:textId="77777777" w:rsidR="006D4449" w:rsidRDefault="006D4449" w:rsidP="006D4449">
      <w:r>
        <w:t>293.5309</w:t>
      </w:r>
      <w:r>
        <w:tab/>
        <w:t>2.025e0</w:t>
      </w:r>
    </w:p>
    <w:p w14:paraId="3466C677" w14:textId="77777777" w:rsidR="006D4449" w:rsidRDefault="006D4449" w:rsidP="006D4449">
      <w:r>
        <w:t>293.5395</w:t>
      </w:r>
      <w:r>
        <w:tab/>
        <w:t>1.013e0</w:t>
      </w:r>
    </w:p>
    <w:p w14:paraId="65D889BC" w14:textId="77777777" w:rsidR="006D4449" w:rsidRDefault="006D4449" w:rsidP="006D4449">
      <w:r>
        <w:t>293.5407</w:t>
      </w:r>
      <w:r>
        <w:tab/>
        <w:t>1.013e0</w:t>
      </w:r>
    </w:p>
    <w:p w14:paraId="3F28EE94" w14:textId="77777777" w:rsidR="006D4449" w:rsidRDefault="006D4449" w:rsidP="006D4449">
      <w:r>
        <w:t>293.5533</w:t>
      </w:r>
      <w:r>
        <w:tab/>
        <w:t>2.025e0</w:t>
      </w:r>
    </w:p>
    <w:p w14:paraId="20557238" w14:textId="77777777" w:rsidR="006D4449" w:rsidRDefault="006D4449" w:rsidP="006D4449">
      <w:r>
        <w:t>293.5726</w:t>
      </w:r>
      <w:r>
        <w:tab/>
        <w:t>1.013e0</w:t>
      </w:r>
    </w:p>
    <w:p w14:paraId="090B88A4" w14:textId="77777777" w:rsidR="006D4449" w:rsidRDefault="006D4449" w:rsidP="006D4449">
      <w:r>
        <w:t>293.6136</w:t>
      </w:r>
      <w:r>
        <w:tab/>
        <w:t>2.025e0</w:t>
      </w:r>
    </w:p>
    <w:p w14:paraId="1A85BB32" w14:textId="77777777" w:rsidR="006D4449" w:rsidRDefault="006D4449" w:rsidP="006D4449">
      <w:r>
        <w:t>293.6226</w:t>
      </w:r>
      <w:r>
        <w:tab/>
        <w:t>2.025e0</w:t>
      </w:r>
    </w:p>
    <w:p w14:paraId="176B28CF" w14:textId="77777777" w:rsidR="006D4449" w:rsidRDefault="006D4449" w:rsidP="006D4449">
      <w:r>
        <w:t>293.6238</w:t>
      </w:r>
      <w:r>
        <w:tab/>
        <w:t>1.013e0</w:t>
      </w:r>
    </w:p>
    <w:p w14:paraId="05095728" w14:textId="77777777" w:rsidR="006D4449" w:rsidRDefault="006D4449" w:rsidP="006D4449">
      <w:r>
        <w:t>293.6267</w:t>
      </w:r>
      <w:r>
        <w:tab/>
        <w:t>1.013e0</w:t>
      </w:r>
    </w:p>
    <w:p w14:paraId="526157B9" w14:textId="77777777" w:rsidR="006D4449" w:rsidRDefault="006D4449" w:rsidP="006D4449">
      <w:r>
        <w:t>293.6515</w:t>
      </w:r>
      <w:r>
        <w:tab/>
        <w:t>1.013e0</w:t>
      </w:r>
    </w:p>
    <w:p w14:paraId="7B6F24E7" w14:textId="77777777" w:rsidR="006D4449" w:rsidRDefault="006D4449" w:rsidP="006D4449">
      <w:r>
        <w:t>293.6619</w:t>
      </w:r>
      <w:r>
        <w:tab/>
        <w:t>2.025e0</w:t>
      </w:r>
    </w:p>
    <w:p w14:paraId="71E7A3CE" w14:textId="77777777" w:rsidR="006D4449" w:rsidRDefault="006D4449" w:rsidP="006D4449">
      <w:r>
        <w:t>293.6647</w:t>
      </w:r>
      <w:r>
        <w:tab/>
        <w:t>2.025e0</w:t>
      </w:r>
    </w:p>
    <w:p w14:paraId="5E8419A2" w14:textId="77777777" w:rsidR="006D4449" w:rsidRDefault="006D4449" w:rsidP="006D4449">
      <w:r>
        <w:t>293.6819</w:t>
      </w:r>
      <w:r>
        <w:tab/>
        <w:t>1.013e0</w:t>
      </w:r>
    </w:p>
    <w:p w14:paraId="0CD8492D" w14:textId="77777777" w:rsidR="006D4449" w:rsidRDefault="006D4449" w:rsidP="006D4449">
      <w:r>
        <w:lastRenderedPageBreak/>
        <w:t>293.6910</w:t>
      </w:r>
      <w:r>
        <w:tab/>
        <w:t>4.051e0</w:t>
      </w:r>
    </w:p>
    <w:p w14:paraId="607BF759" w14:textId="77777777" w:rsidR="006D4449" w:rsidRDefault="006D4449" w:rsidP="006D4449">
      <w:r>
        <w:t>293.7194</w:t>
      </w:r>
      <w:r>
        <w:tab/>
        <w:t>2.025e0</w:t>
      </w:r>
    </w:p>
    <w:p w14:paraId="0ECCED6C" w14:textId="77777777" w:rsidR="006D4449" w:rsidRDefault="006D4449" w:rsidP="006D4449">
      <w:r>
        <w:t>293.7229</w:t>
      </w:r>
      <w:r>
        <w:tab/>
        <w:t>1.013e0</w:t>
      </w:r>
    </w:p>
    <w:p w14:paraId="66BD04C6" w14:textId="77777777" w:rsidR="006D4449" w:rsidRDefault="006D4449" w:rsidP="006D4449">
      <w:r>
        <w:t>293.7446</w:t>
      </w:r>
      <w:r>
        <w:tab/>
        <w:t>2.025e0</w:t>
      </w:r>
    </w:p>
    <w:p w14:paraId="7C6D1723" w14:textId="77777777" w:rsidR="006D4449" w:rsidRDefault="006D4449" w:rsidP="006D4449">
      <w:r>
        <w:t>293.7494</w:t>
      </w:r>
      <w:r>
        <w:tab/>
        <w:t>1.013e0</w:t>
      </w:r>
    </w:p>
    <w:p w14:paraId="001D998C" w14:textId="77777777" w:rsidR="006D4449" w:rsidRDefault="006D4449" w:rsidP="006D4449">
      <w:r>
        <w:t>293.7601</w:t>
      </w:r>
      <w:r>
        <w:tab/>
        <w:t>1.013e0</w:t>
      </w:r>
    </w:p>
    <w:p w14:paraId="0A983ED8" w14:textId="77777777" w:rsidR="006D4449" w:rsidRDefault="006D4449" w:rsidP="006D4449">
      <w:r>
        <w:t>293.7771</w:t>
      </w:r>
      <w:r>
        <w:tab/>
        <w:t>1.013e0</w:t>
      </w:r>
    </w:p>
    <w:p w14:paraId="0DAF93AE" w14:textId="77777777" w:rsidR="006D4449" w:rsidRDefault="006D4449" w:rsidP="006D4449">
      <w:r>
        <w:t>293.7823</w:t>
      </w:r>
      <w:r>
        <w:tab/>
        <w:t>1.013e0</w:t>
      </w:r>
    </w:p>
    <w:p w14:paraId="23C12656" w14:textId="77777777" w:rsidR="006D4449" w:rsidRDefault="006D4449" w:rsidP="006D4449">
      <w:r>
        <w:t>293.7869</w:t>
      </w:r>
      <w:r>
        <w:tab/>
        <w:t>1.013e0</w:t>
      </w:r>
    </w:p>
    <w:p w14:paraId="43E87B4F" w14:textId="77777777" w:rsidR="006D4449" w:rsidRDefault="006D4449" w:rsidP="006D4449">
      <w:r>
        <w:t>293.8140</w:t>
      </w:r>
      <w:r>
        <w:tab/>
        <w:t>1.013e0</w:t>
      </w:r>
    </w:p>
    <w:p w14:paraId="48CF6186" w14:textId="77777777" w:rsidR="006D4449" w:rsidRDefault="006D4449" w:rsidP="006D4449">
      <w:r>
        <w:t>293.8191</w:t>
      </w:r>
      <w:r>
        <w:tab/>
        <w:t>1.013e0</w:t>
      </w:r>
    </w:p>
    <w:p w14:paraId="56DD2F57" w14:textId="77777777" w:rsidR="006D4449" w:rsidRDefault="006D4449" w:rsidP="006D4449">
      <w:r>
        <w:t>293.8512</w:t>
      </w:r>
      <w:r>
        <w:tab/>
        <w:t>1.013e0</w:t>
      </w:r>
    </w:p>
    <w:p w14:paraId="7E6DF864" w14:textId="77777777" w:rsidR="006D4449" w:rsidRDefault="006D4449" w:rsidP="006D4449">
      <w:r>
        <w:t>293.8834</w:t>
      </w:r>
      <w:r>
        <w:tab/>
        <w:t>1.013e0</w:t>
      </w:r>
    </w:p>
    <w:p w14:paraId="5BDF01B9" w14:textId="77777777" w:rsidR="006D4449" w:rsidRDefault="006D4449" w:rsidP="006D4449">
      <w:r>
        <w:t>293.8931</w:t>
      </w:r>
      <w:r>
        <w:tab/>
        <w:t>1.013e0</w:t>
      </w:r>
    </w:p>
    <w:p w14:paraId="1551F78B" w14:textId="77777777" w:rsidR="006D4449" w:rsidRDefault="006D4449" w:rsidP="006D4449">
      <w:r>
        <w:t>293.9370</w:t>
      </w:r>
      <w:r>
        <w:tab/>
        <w:t>1.013e0</w:t>
      </w:r>
    </w:p>
    <w:p w14:paraId="0492411A" w14:textId="77777777" w:rsidR="006D4449" w:rsidRDefault="006D4449" w:rsidP="006D4449">
      <w:r>
        <w:t>293.9513</w:t>
      </w:r>
      <w:r>
        <w:tab/>
        <w:t>1.013e0</w:t>
      </w:r>
    </w:p>
    <w:p w14:paraId="79D83F5C" w14:textId="77777777" w:rsidR="006D4449" w:rsidRDefault="006D4449" w:rsidP="006D4449">
      <w:r>
        <w:t>293.9645</w:t>
      </w:r>
      <w:r>
        <w:tab/>
        <w:t>1.013e0</w:t>
      </w:r>
    </w:p>
    <w:p w14:paraId="7803A01C" w14:textId="77777777" w:rsidR="006D4449" w:rsidRDefault="006D4449" w:rsidP="006D4449">
      <w:r>
        <w:t>293.9685</w:t>
      </w:r>
      <w:r>
        <w:tab/>
        <w:t>2.025e0</w:t>
      </w:r>
    </w:p>
    <w:p w14:paraId="3E223D65" w14:textId="77777777" w:rsidR="006D4449" w:rsidRDefault="006D4449" w:rsidP="006D4449">
      <w:r>
        <w:t>293.9894</w:t>
      </w:r>
      <w:r>
        <w:tab/>
        <w:t>4.051e0</w:t>
      </w:r>
    </w:p>
    <w:p w14:paraId="429A22D5" w14:textId="77777777" w:rsidR="006D4449" w:rsidRDefault="006D4449" w:rsidP="006D4449">
      <w:r>
        <w:lastRenderedPageBreak/>
        <w:t>293.9911</w:t>
      </w:r>
      <w:r>
        <w:tab/>
        <w:t>1.013e0</w:t>
      </w:r>
    </w:p>
    <w:p w14:paraId="2E3728BC" w14:textId="77777777" w:rsidR="006D4449" w:rsidRDefault="006D4449" w:rsidP="006D4449">
      <w:r>
        <w:t>294.0120</w:t>
      </w:r>
      <w:r>
        <w:tab/>
        <w:t>1.013e0</w:t>
      </w:r>
    </w:p>
    <w:p w14:paraId="15228898" w14:textId="77777777" w:rsidR="006D4449" w:rsidRDefault="006D4449" w:rsidP="006D4449">
      <w:r>
        <w:t>294.0159</w:t>
      </w:r>
      <w:r>
        <w:tab/>
        <w:t>1.013e0</w:t>
      </w:r>
    </w:p>
    <w:p w14:paraId="68DEEFF4" w14:textId="77777777" w:rsidR="006D4449" w:rsidRDefault="006D4449" w:rsidP="006D4449">
      <w:r>
        <w:t>294.0338</w:t>
      </w:r>
      <w:r>
        <w:tab/>
        <w:t>2.025e0</w:t>
      </w:r>
    </w:p>
    <w:p w14:paraId="4BA86172" w14:textId="77777777" w:rsidR="006D4449" w:rsidRDefault="006D4449" w:rsidP="006D4449">
      <w:r>
        <w:t>294.0377</w:t>
      </w:r>
      <w:r>
        <w:tab/>
        <w:t>1.013e0</w:t>
      </w:r>
    </w:p>
    <w:p w14:paraId="15AF2B48" w14:textId="77777777" w:rsidR="006D4449" w:rsidRDefault="006D4449" w:rsidP="006D4449">
      <w:r>
        <w:t>294.0604</w:t>
      </w:r>
      <w:r>
        <w:tab/>
        <w:t>1.013e0</w:t>
      </w:r>
    </w:p>
    <w:p w14:paraId="7C1C2CF7" w14:textId="77777777" w:rsidR="006D4449" w:rsidRDefault="006D4449" w:rsidP="006D4449">
      <w:r>
        <w:t>294.0740</w:t>
      </w:r>
      <w:r>
        <w:tab/>
        <w:t>1.013e0</w:t>
      </w:r>
    </w:p>
    <w:p w14:paraId="5FF5E854" w14:textId="77777777" w:rsidR="006D4449" w:rsidRDefault="006D4449" w:rsidP="006D4449">
      <w:r>
        <w:t>294.0753</w:t>
      </w:r>
      <w:r>
        <w:tab/>
        <w:t>1.013e0</w:t>
      </w:r>
    </w:p>
    <w:p w14:paraId="77DECE3B" w14:textId="77777777" w:rsidR="006D4449" w:rsidRDefault="006D4449" w:rsidP="006D4449">
      <w:r>
        <w:t>294.0869</w:t>
      </w:r>
      <w:r>
        <w:tab/>
        <w:t>2.025e0</w:t>
      </w:r>
    </w:p>
    <w:p w14:paraId="399AA6F8" w14:textId="77777777" w:rsidR="006D4449" w:rsidRDefault="006D4449" w:rsidP="006D4449">
      <w:r>
        <w:t>294.0892</w:t>
      </w:r>
      <w:r>
        <w:tab/>
        <w:t>2.025e0</w:t>
      </w:r>
    </w:p>
    <w:p w14:paraId="7D04438B" w14:textId="77777777" w:rsidR="006D4449" w:rsidRDefault="006D4449" w:rsidP="006D4449">
      <w:r>
        <w:t>294.1229</w:t>
      </w:r>
      <w:r>
        <w:tab/>
        <w:t>4.481e0</w:t>
      </w:r>
    </w:p>
    <w:p w14:paraId="27A02854" w14:textId="77777777" w:rsidR="006D4449" w:rsidRDefault="006D4449" w:rsidP="006D4449">
      <w:r>
        <w:t>294.1473</w:t>
      </w:r>
      <w:r>
        <w:tab/>
        <w:t>1.551e1</w:t>
      </w:r>
    </w:p>
    <w:p w14:paraId="4637E9AB" w14:textId="77777777" w:rsidR="006D4449" w:rsidRDefault="006D4449" w:rsidP="006D4449">
      <w:r>
        <w:t>294.1513</w:t>
      </w:r>
      <w:r>
        <w:tab/>
        <w:t>6.076e0</w:t>
      </w:r>
    </w:p>
    <w:p w14:paraId="6A0C2613" w14:textId="77777777" w:rsidR="006D4449" w:rsidRDefault="006D4449" w:rsidP="006D4449">
      <w:r>
        <w:t>294.1585</w:t>
      </w:r>
      <w:r>
        <w:tab/>
        <w:t>3.038e0</w:t>
      </w:r>
    </w:p>
    <w:p w14:paraId="6F1DA8C0" w14:textId="77777777" w:rsidR="006D4449" w:rsidRDefault="006D4449" w:rsidP="006D4449">
      <w:r>
        <w:t>294.1631</w:t>
      </w:r>
      <w:r>
        <w:tab/>
        <w:t>1.013e1</w:t>
      </w:r>
    </w:p>
    <w:p w14:paraId="5FDFC5A2" w14:textId="77777777" w:rsidR="006D4449" w:rsidRDefault="006D4449" w:rsidP="006D4449">
      <w:r>
        <w:t>294.1852</w:t>
      </w:r>
      <w:r>
        <w:tab/>
        <w:t>3.038e0</w:t>
      </w:r>
    </w:p>
    <w:p w14:paraId="26ADC9AB" w14:textId="77777777" w:rsidR="006D4449" w:rsidRDefault="006D4449" w:rsidP="006D4449">
      <w:r>
        <w:t>294.2106</w:t>
      </w:r>
      <w:r>
        <w:tab/>
        <w:t>1.013e0</w:t>
      </w:r>
    </w:p>
    <w:p w14:paraId="741E7B96" w14:textId="77777777" w:rsidR="006D4449" w:rsidRDefault="006D4449" w:rsidP="006D4449">
      <w:r>
        <w:t>294.2148</w:t>
      </w:r>
      <w:r>
        <w:tab/>
        <w:t>1.013e0</w:t>
      </w:r>
    </w:p>
    <w:p w14:paraId="50781ADC" w14:textId="77777777" w:rsidR="006D4449" w:rsidRDefault="006D4449" w:rsidP="006D4449">
      <w:r>
        <w:t>294.2301</w:t>
      </w:r>
      <w:r>
        <w:tab/>
        <w:t>3.038e0</w:t>
      </w:r>
    </w:p>
    <w:p w14:paraId="2AAB3D05" w14:textId="77777777" w:rsidR="006D4449" w:rsidRDefault="006D4449" w:rsidP="006D4449">
      <w:r>
        <w:lastRenderedPageBreak/>
        <w:t>294.2390</w:t>
      </w:r>
      <w:r>
        <w:tab/>
        <w:t>4.051e0</w:t>
      </w:r>
    </w:p>
    <w:p w14:paraId="0650AD28" w14:textId="77777777" w:rsidR="006D4449" w:rsidRDefault="006D4449" w:rsidP="006D4449">
      <w:r>
        <w:t>294.2467</w:t>
      </w:r>
      <w:r>
        <w:tab/>
        <w:t>4.051e0</w:t>
      </w:r>
    </w:p>
    <w:p w14:paraId="600F7DD1" w14:textId="77777777" w:rsidR="006D4449" w:rsidRDefault="006D4449" w:rsidP="006D4449">
      <w:r>
        <w:t>294.2482</w:t>
      </w:r>
      <w:r>
        <w:tab/>
        <w:t>1.013e0</w:t>
      </w:r>
    </w:p>
    <w:p w14:paraId="4D5AB429" w14:textId="77777777" w:rsidR="006D4449" w:rsidRDefault="006D4449" w:rsidP="006D4449">
      <w:r>
        <w:t>294.2563</w:t>
      </w:r>
      <w:r>
        <w:tab/>
        <w:t>1.013e0</w:t>
      </w:r>
    </w:p>
    <w:p w14:paraId="2BBE5EB0" w14:textId="77777777" w:rsidR="006D4449" w:rsidRDefault="006D4449" w:rsidP="006D4449">
      <w:r>
        <w:t>294.2697</w:t>
      </w:r>
      <w:r>
        <w:tab/>
        <w:t>1.013e0</w:t>
      </w:r>
    </w:p>
    <w:p w14:paraId="41435EF4" w14:textId="77777777" w:rsidR="006D4449" w:rsidRDefault="006D4449" w:rsidP="006D4449">
      <w:r>
        <w:t>294.3019</w:t>
      </w:r>
      <w:r>
        <w:tab/>
        <w:t>1.013e0</w:t>
      </w:r>
    </w:p>
    <w:p w14:paraId="509E8863" w14:textId="77777777" w:rsidR="006D4449" w:rsidRDefault="006D4449" w:rsidP="006D4449">
      <w:r>
        <w:t>294.3277</w:t>
      </w:r>
      <w:r>
        <w:tab/>
        <w:t>1.013e0</w:t>
      </w:r>
    </w:p>
    <w:p w14:paraId="6CE31E52" w14:textId="77777777" w:rsidR="006D4449" w:rsidRDefault="006D4449" w:rsidP="006D4449">
      <w:r>
        <w:t>294.3394</w:t>
      </w:r>
      <w:r>
        <w:tab/>
        <w:t>1.013e0</w:t>
      </w:r>
    </w:p>
    <w:p w14:paraId="600F2041" w14:textId="77777777" w:rsidR="006D4449" w:rsidRDefault="006D4449" w:rsidP="006D4449">
      <w:r>
        <w:t>294.3527</w:t>
      </w:r>
      <w:r>
        <w:tab/>
        <w:t>1.013e0</w:t>
      </w:r>
    </w:p>
    <w:p w14:paraId="3F55502E" w14:textId="77777777" w:rsidR="006D4449" w:rsidRDefault="006D4449" w:rsidP="006D4449">
      <w:r>
        <w:t>294.3663</w:t>
      </w:r>
      <w:r>
        <w:tab/>
        <w:t>1.013e0</w:t>
      </w:r>
    </w:p>
    <w:p w14:paraId="46F1C423" w14:textId="77777777" w:rsidR="006D4449" w:rsidRDefault="006D4449" w:rsidP="006D4449">
      <w:r>
        <w:t>294.4359</w:t>
      </w:r>
      <w:r>
        <w:tab/>
        <w:t>1.013e0</w:t>
      </w:r>
    </w:p>
    <w:p w14:paraId="43FE3ADF" w14:textId="77777777" w:rsidR="006D4449" w:rsidRDefault="006D4449" w:rsidP="006D4449">
      <w:r>
        <w:t>294.4687</w:t>
      </w:r>
      <w:r>
        <w:tab/>
        <w:t>2.025e0</w:t>
      </w:r>
    </w:p>
    <w:p w14:paraId="0B2553C8" w14:textId="77777777" w:rsidR="006D4449" w:rsidRDefault="006D4449" w:rsidP="006D4449">
      <w:r>
        <w:t>294.4886</w:t>
      </w:r>
      <w:r>
        <w:tab/>
        <w:t>1.013e0</w:t>
      </w:r>
    </w:p>
    <w:p w14:paraId="320BE02C" w14:textId="77777777" w:rsidR="006D4449" w:rsidRDefault="006D4449" w:rsidP="006D4449">
      <w:r>
        <w:t>294.5054</w:t>
      </w:r>
      <w:r>
        <w:tab/>
        <w:t>2.025e0</w:t>
      </w:r>
    </w:p>
    <w:p w14:paraId="0CA3BA86" w14:textId="77777777" w:rsidR="006D4449" w:rsidRDefault="006D4449" w:rsidP="006D4449">
      <w:r>
        <w:t>294.5153</w:t>
      </w:r>
      <w:r>
        <w:tab/>
        <w:t>3.038e0</w:t>
      </w:r>
    </w:p>
    <w:p w14:paraId="0037658C" w14:textId="77777777" w:rsidR="006D4449" w:rsidRDefault="006D4449" w:rsidP="006D4449">
      <w:r>
        <w:t>294.5338</w:t>
      </w:r>
      <w:r>
        <w:tab/>
        <w:t>1.013e0</w:t>
      </w:r>
    </w:p>
    <w:p w14:paraId="683F6E8B" w14:textId="77777777" w:rsidR="006D4449" w:rsidRDefault="006D4449" w:rsidP="006D4449">
      <w:r>
        <w:t>294.5476</w:t>
      </w:r>
      <w:r>
        <w:tab/>
        <w:t>2.025e0</w:t>
      </w:r>
    </w:p>
    <w:p w14:paraId="6480BDA9" w14:textId="77777777" w:rsidR="006D4449" w:rsidRDefault="006D4449" w:rsidP="006D4449">
      <w:r>
        <w:t>294.6126</w:t>
      </w:r>
      <w:r>
        <w:tab/>
        <w:t>9.057e0</w:t>
      </w:r>
    </w:p>
    <w:p w14:paraId="39F8EB97" w14:textId="77777777" w:rsidR="006D4449" w:rsidRDefault="006D4449" w:rsidP="006D4449">
      <w:r>
        <w:t>294.6145</w:t>
      </w:r>
      <w:r>
        <w:tab/>
        <w:t>1.924e1</w:t>
      </w:r>
    </w:p>
    <w:p w14:paraId="1D72C89D" w14:textId="77777777" w:rsidR="006D4449" w:rsidRDefault="006D4449" w:rsidP="006D4449">
      <w:r>
        <w:lastRenderedPageBreak/>
        <w:t>294.6182</w:t>
      </w:r>
      <w:r>
        <w:tab/>
        <w:t>3.003e1</w:t>
      </w:r>
    </w:p>
    <w:p w14:paraId="5786F0D2" w14:textId="77777777" w:rsidR="006D4449" w:rsidRDefault="006D4449" w:rsidP="006D4449">
      <w:r>
        <w:t>294.7429</w:t>
      </w:r>
      <w:r>
        <w:tab/>
        <w:t>2.025e0</w:t>
      </w:r>
    </w:p>
    <w:p w14:paraId="6ED1948F" w14:textId="77777777" w:rsidR="006D4449" w:rsidRDefault="006D4449" w:rsidP="006D4449">
      <w:r>
        <w:t>294.7626</w:t>
      </w:r>
      <w:r>
        <w:tab/>
        <w:t>1.013e0</w:t>
      </w:r>
    </w:p>
    <w:p w14:paraId="793D1DD8" w14:textId="77777777" w:rsidR="006D4449" w:rsidRDefault="006D4449" w:rsidP="006D4449">
      <w:r>
        <w:t>294.7747</w:t>
      </w:r>
      <w:r>
        <w:tab/>
        <w:t>2.025e0</w:t>
      </w:r>
    </w:p>
    <w:p w14:paraId="38AED6E3" w14:textId="77777777" w:rsidR="006D4449" w:rsidRDefault="006D4449" w:rsidP="006D4449">
      <w:r>
        <w:t>294.7768</w:t>
      </w:r>
      <w:r>
        <w:tab/>
        <w:t>1.013e0</w:t>
      </w:r>
    </w:p>
    <w:p w14:paraId="2676A034" w14:textId="77777777" w:rsidR="006D4449" w:rsidRDefault="006D4449" w:rsidP="006D4449">
      <w:r>
        <w:t>294.8032</w:t>
      </w:r>
      <w:r>
        <w:tab/>
        <w:t>1.013e0</w:t>
      </w:r>
    </w:p>
    <w:p w14:paraId="2FECA749" w14:textId="77777777" w:rsidR="006D4449" w:rsidRDefault="006D4449" w:rsidP="006D4449">
      <w:r>
        <w:t>294.8124</w:t>
      </w:r>
      <w:r>
        <w:tab/>
        <w:t>1.013e0</w:t>
      </w:r>
    </w:p>
    <w:p w14:paraId="24DA5E6F" w14:textId="77777777" w:rsidR="006D4449" w:rsidRDefault="006D4449" w:rsidP="006D4449">
      <w:r>
        <w:t>294.8433</w:t>
      </w:r>
      <w:r>
        <w:tab/>
        <w:t>1.013e0</w:t>
      </w:r>
    </w:p>
    <w:p w14:paraId="686583AA" w14:textId="77777777" w:rsidR="006D4449" w:rsidRDefault="006D4449" w:rsidP="006D4449">
      <w:r>
        <w:t>294.8456</w:t>
      </w:r>
      <w:r>
        <w:tab/>
        <w:t>2.025e0</w:t>
      </w:r>
    </w:p>
    <w:p w14:paraId="19790B91" w14:textId="77777777" w:rsidR="006D4449" w:rsidRDefault="006D4449" w:rsidP="006D4449">
      <w:r>
        <w:t>294.8680</w:t>
      </w:r>
      <w:r>
        <w:tab/>
        <w:t>1.013e0</w:t>
      </w:r>
    </w:p>
    <w:p w14:paraId="53BD885A" w14:textId="77777777" w:rsidR="006D4449" w:rsidRDefault="006D4449" w:rsidP="006D4449">
      <w:r>
        <w:t>294.8822</w:t>
      </w:r>
      <w:r>
        <w:tab/>
        <w:t>2.025e0</w:t>
      </w:r>
    </w:p>
    <w:p w14:paraId="2924B3E5" w14:textId="77777777" w:rsidR="006D4449" w:rsidRDefault="006D4449" w:rsidP="006D4449">
      <w:r>
        <w:t>294.9049</w:t>
      </w:r>
      <w:r>
        <w:tab/>
        <w:t>2.025e0</w:t>
      </w:r>
    </w:p>
    <w:p w14:paraId="001631CF" w14:textId="77777777" w:rsidR="006D4449" w:rsidRDefault="006D4449" w:rsidP="006D4449">
      <w:r>
        <w:t>294.9091</w:t>
      </w:r>
      <w:r>
        <w:tab/>
        <w:t>1.013e0</w:t>
      </w:r>
    </w:p>
    <w:p w14:paraId="6E818EF7" w14:textId="77777777" w:rsidR="006D4449" w:rsidRDefault="006D4449" w:rsidP="006D4449">
      <w:r>
        <w:t>294.9145</w:t>
      </w:r>
      <w:r>
        <w:tab/>
        <w:t>1.013e0</w:t>
      </w:r>
    </w:p>
    <w:p w14:paraId="7B567F7B" w14:textId="77777777" w:rsidR="006D4449" w:rsidRDefault="006D4449" w:rsidP="006D4449">
      <w:r>
        <w:t>294.9347</w:t>
      </w:r>
      <w:r>
        <w:tab/>
        <w:t>2.025e0</w:t>
      </w:r>
    </w:p>
    <w:p w14:paraId="406592EF" w14:textId="77777777" w:rsidR="006D4449" w:rsidRDefault="006D4449" w:rsidP="006D4449">
      <w:r>
        <w:t>294.9551</w:t>
      </w:r>
      <w:r>
        <w:tab/>
        <w:t>3.038e0</w:t>
      </w:r>
    </w:p>
    <w:p w14:paraId="13C2C167" w14:textId="77777777" w:rsidR="006D4449" w:rsidRDefault="006D4449" w:rsidP="006D4449">
      <w:r>
        <w:t>294.9845</w:t>
      </w:r>
      <w:r>
        <w:tab/>
        <w:t>3.038e0</w:t>
      </w:r>
    </w:p>
    <w:p w14:paraId="31825972" w14:textId="77777777" w:rsidR="006D4449" w:rsidRDefault="006D4449" w:rsidP="006D4449">
      <w:r>
        <w:t>294.9887</w:t>
      </w:r>
      <w:r>
        <w:tab/>
        <w:t>2.025e0</w:t>
      </w:r>
    </w:p>
    <w:p w14:paraId="70AE39C3" w14:textId="77777777" w:rsidR="006D4449" w:rsidRDefault="006D4449" w:rsidP="006D4449">
      <w:r>
        <w:t>294.9918</w:t>
      </w:r>
      <w:r>
        <w:tab/>
        <w:t>2.025e0</w:t>
      </w:r>
    </w:p>
    <w:p w14:paraId="66EAD564" w14:textId="77777777" w:rsidR="006D4449" w:rsidRDefault="006D4449" w:rsidP="006D4449">
      <w:r>
        <w:lastRenderedPageBreak/>
        <w:t>294.9933</w:t>
      </w:r>
      <w:r>
        <w:tab/>
        <w:t>2.025e0</w:t>
      </w:r>
    </w:p>
    <w:p w14:paraId="5A09385D" w14:textId="77777777" w:rsidR="006D4449" w:rsidRDefault="006D4449" w:rsidP="006D4449">
      <w:r>
        <w:t>295.0174</w:t>
      </w:r>
      <w:r>
        <w:tab/>
        <w:t>1.013e0</w:t>
      </w:r>
    </w:p>
    <w:p w14:paraId="2EC43C3A" w14:textId="77777777" w:rsidR="006D4449" w:rsidRDefault="006D4449" w:rsidP="006D4449">
      <w:r>
        <w:t>295.0328</w:t>
      </w:r>
      <w:r>
        <w:tab/>
        <w:t>1.013e0</w:t>
      </w:r>
    </w:p>
    <w:p w14:paraId="39473AE3" w14:textId="77777777" w:rsidR="006D4449" w:rsidRDefault="006D4449" w:rsidP="006D4449">
      <w:r>
        <w:t>295.0566</w:t>
      </w:r>
      <w:r>
        <w:tab/>
        <w:t>4.742e0</w:t>
      </w:r>
    </w:p>
    <w:p w14:paraId="7CAAEAAE" w14:textId="77777777" w:rsidR="006D4449" w:rsidRDefault="006D4449" w:rsidP="006D4449">
      <w:r>
        <w:t>295.0655</w:t>
      </w:r>
      <w:r>
        <w:tab/>
        <w:t>4.807e0</w:t>
      </w:r>
    </w:p>
    <w:p w14:paraId="43FA1BB5" w14:textId="77777777" w:rsidR="006D4449" w:rsidRDefault="006D4449" w:rsidP="006D4449">
      <w:r>
        <w:t>295.0718</w:t>
      </w:r>
      <w:r>
        <w:tab/>
        <w:t>1.769e0</w:t>
      </w:r>
    </w:p>
    <w:p w14:paraId="6D05CA64" w14:textId="77777777" w:rsidR="006D4449" w:rsidRDefault="006D4449" w:rsidP="006D4449">
      <w:r>
        <w:t>295.0786</w:t>
      </w:r>
      <w:r>
        <w:tab/>
        <w:t>2.025e0</w:t>
      </w:r>
    </w:p>
    <w:p w14:paraId="12323DCA" w14:textId="77777777" w:rsidR="006D4449" w:rsidRDefault="006D4449" w:rsidP="006D4449">
      <w:r>
        <w:t>295.1057</w:t>
      </w:r>
      <w:r>
        <w:tab/>
        <w:t>1.013e0</w:t>
      </w:r>
    </w:p>
    <w:p w14:paraId="2C7931BF" w14:textId="77777777" w:rsidR="006D4449" w:rsidRDefault="006D4449" w:rsidP="006D4449">
      <w:r>
        <w:t>295.1186</w:t>
      </w:r>
      <w:r>
        <w:tab/>
        <w:t>9.114e0</w:t>
      </w:r>
    </w:p>
    <w:p w14:paraId="40762B2D" w14:textId="77777777" w:rsidR="006D4449" w:rsidRDefault="006D4449" w:rsidP="006D4449">
      <w:r>
        <w:t>295.1389</w:t>
      </w:r>
      <w:r>
        <w:tab/>
        <w:t>2.025e1</w:t>
      </w:r>
    </w:p>
    <w:p w14:paraId="10633F6F" w14:textId="77777777" w:rsidR="006D4449" w:rsidRDefault="006D4449" w:rsidP="006D4449">
      <w:r>
        <w:t>295.1465</w:t>
      </w:r>
      <w:r>
        <w:tab/>
        <w:t>1.924e1</w:t>
      </w:r>
    </w:p>
    <w:p w14:paraId="4A852FE2" w14:textId="77777777" w:rsidR="006D4449" w:rsidRDefault="006D4449" w:rsidP="006D4449">
      <w:r>
        <w:t>295.1498</w:t>
      </w:r>
      <w:r>
        <w:tab/>
        <w:t>2.712e1</w:t>
      </w:r>
    </w:p>
    <w:p w14:paraId="728AD188" w14:textId="77777777" w:rsidR="006D4449" w:rsidRDefault="006D4449" w:rsidP="006D4449">
      <w:r>
        <w:t>295.1610</w:t>
      </w:r>
      <w:r>
        <w:tab/>
        <w:t>8.101e0</w:t>
      </w:r>
    </w:p>
    <w:p w14:paraId="529545D7" w14:textId="77777777" w:rsidR="006D4449" w:rsidRDefault="006D4449" w:rsidP="006D4449">
      <w:r>
        <w:t>295.1963</w:t>
      </w:r>
      <w:r>
        <w:tab/>
        <w:t>3.074e0</w:t>
      </w:r>
    </w:p>
    <w:p w14:paraId="43A537A0" w14:textId="77777777" w:rsidR="006D4449" w:rsidRDefault="006D4449" w:rsidP="006D4449">
      <w:r>
        <w:t>295.2287</w:t>
      </w:r>
      <w:r>
        <w:tab/>
        <w:t>1.013e0</w:t>
      </w:r>
    </w:p>
    <w:p w14:paraId="3453CBE5" w14:textId="77777777" w:rsidR="006D4449" w:rsidRDefault="006D4449" w:rsidP="006D4449">
      <w:r>
        <w:t>295.2314</w:t>
      </w:r>
      <w:r>
        <w:tab/>
        <w:t>1.013e0</w:t>
      </w:r>
    </w:p>
    <w:p w14:paraId="0DC1D0B5" w14:textId="77777777" w:rsidR="006D4449" w:rsidRDefault="006D4449" w:rsidP="006D4449">
      <w:r>
        <w:t>295.2605</w:t>
      </w:r>
      <w:r>
        <w:tab/>
        <w:t>1.013e0</w:t>
      </w:r>
    </w:p>
    <w:p w14:paraId="5F70724A" w14:textId="77777777" w:rsidR="006D4449" w:rsidRDefault="006D4449" w:rsidP="006D4449">
      <w:r>
        <w:t>295.2626</w:t>
      </w:r>
      <w:r>
        <w:tab/>
        <w:t>2.025e0</w:t>
      </w:r>
    </w:p>
    <w:p w14:paraId="77DD661C" w14:textId="77777777" w:rsidR="006D4449" w:rsidRDefault="006D4449" w:rsidP="006D4449">
      <w:r>
        <w:t>295.2659</w:t>
      </w:r>
      <w:r>
        <w:tab/>
        <w:t>3.038e0</w:t>
      </w:r>
    </w:p>
    <w:p w14:paraId="03A3293A" w14:textId="77777777" w:rsidR="006D4449" w:rsidRDefault="006D4449" w:rsidP="006D4449">
      <w:r>
        <w:lastRenderedPageBreak/>
        <w:t>295.2790</w:t>
      </w:r>
      <w:r>
        <w:tab/>
        <w:t>1.013e0</w:t>
      </w:r>
    </w:p>
    <w:p w14:paraId="25713CA9" w14:textId="77777777" w:rsidR="006D4449" w:rsidRDefault="006D4449" w:rsidP="006D4449">
      <w:r>
        <w:t>295.2828</w:t>
      </w:r>
      <w:r>
        <w:tab/>
        <w:t>1.013e0</w:t>
      </w:r>
    </w:p>
    <w:p w14:paraId="0430E7C7" w14:textId="77777777" w:rsidR="006D4449" w:rsidRDefault="006D4449" w:rsidP="006D4449">
      <w:r>
        <w:t>295.3118</w:t>
      </w:r>
      <w:r>
        <w:tab/>
        <w:t>1.013e0</w:t>
      </w:r>
    </w:p>
    <w:p w14:paraId="6338829A" w14:textId="77777777" w:rsidR="006D4449" w:rsidRDefault="006D4449" w:rsidP="006D4449">
      <w:r>
        <w:t>295.3342</w:t>
      </w:r>
      <w:r>
        <w:tab/>
        <w:t>1.013e0</w:t>
      </w:r>
    </w:p>
    <w:p w14:paraId="09F72876" w14:textId="77777777" w:rsidR="006D4449" w:rsidRDefault="006D4449" w:rsidP="006D4449">
      <w:r>
        <w:t>295.3383</w:t>
      </w:r>
      <w:r>
        <w:tab/>
        <w:t>1.013e0</w:t>
      </w:r>
    </w:p>
    <w:p w14:paraId="69D7FA86" w14:textId="77777777" w:rsidR="006D4449" w:rsidRDefault="006D4449" w:rsidP="006D4449">
      <w:r>
        <w:t>295.3403</w:t>
      </w:r>
      <w:r>
        <w:tab/>
        <w:t>2.025e0</w:t>
      </w:r>
    </w:p>
    <w:p w14:paraId="1DB2E7B5" w14:textId="77777777" w:rsidR="006D4449" w:rsidRDefault="006D4449" w:rsidP="006D4449">
      <w:r>
        <w:t>295.3597</w:t>
      </w:r>
      <w:r>
        <w:tab/>
        <w:t>2.025e0</w:t>
      </w:r>
    </w:p>
    <w:p w14:paraId="736FDC59" w14:textId="77777777" w:rsidR="006D4449" w:rsidRDefault="006D4449" w:rsidP="006D4449">
      <w:r>
        <w:t>295.3833</w:t>
      </w:r>
      <w:r>
        <w:tab/>
        <w:t>1.013e0</w:t>
      </w:r>
    </w:p>
    <w:p w14:paraId="25653B1E" w14:textId="77777777" w:rsidR="006D4449" w:rsidRDefault="006D4449" w:rsidP="006D4449">
      <w:r>
        <w:t>295.4070</w:t>
      </w:r>
      <w:r>
        <w:tab/>
        <w:t>1.013e0</w:t>
      </w:r>
    </w:p>
    <w:p w14:paraId="3799C03F" w14:textId="77777777" w:rsidR="006D4449" w:rsidRDefault="006D4449" w:rsidP="006D4449">
      <w:r>
        <w:t>295.4209</w:t>
      </w:r>
      <w:r>
        <w:tab/>
        <w:t>2.025e0</w:t>
      </w:r>
    </w:p>
    <w:p w14:paraId="2070FC44" w14:textId="77777777" w:rsidR="006D4449" w:rsidRDefault="006D4449" w:rsidP="006D4449">
      <w:r>
        <w:t>295.4245</w:t>
      </w:r>
      <w:r>
        <w:tab/>
        <w:t>1.013e0</w:t>
      </w:r>
    </w:p>
    <w:p w14:paraId="298A8C34" w14:textId="77777777" w:rsidR="006D4449" w:rsidRDefault="006D4449" w:rsidP="006D4449">
      <w:r>
        <w:t>295.4473</w:t>
      </w:r>
      <w:r>
        <w:tab/>
        <w:t>1.013e0</w:t>
      </w:r>
    </w:p>
    <w:p w14:paraId="43317604" w14:textId="77777777" w:rsidR="006D4449" w:rsidRDefault="006D4449" w:rsidP="006D4449">
      <w:r>
        <w:t>295.4483</w:t>
      </w:r>
      <w:r>
        <w:tab/>
        <w:t>2.025e0</w:t>
      </w:r>
    </w:p>
    <w:p w14:paraId="5B894A19" w14:textId="77777777" w:rsidR="006D4449" w:rsidRDefault="006D4449" w:rsidP="006D4449">
      <w:r>
        <w:t>295.4527</w:t>
      </w:r>
      <w:r>
        <w:tab/>
        <w:t>1.013e0</w:t>
      </w:r>
    </w:p>
    <w:p w14:paraId="3CEC8855" w14:textId="77777777" w:rsidR="006D4449" w:rsidRDefault="006D4449" w:rsidP="006D4449">
      <w:r>
        <w:t>295.4943</w:t>
      </w:r>
      <w:r>
        <w:tab/>
        <w:t>2.025e0</w:t>
      </w:r>
    </w:p>
    <w:p w14:paraId="59370A41" w14:textId="77777777" w:rsidR="006D4449" w:rsidRDefault="006D4449" w:rsidP="006D4449">
      <w:r>
        <w:t>295.5168</w:t>
      </w:r>
      <w:r>
        <w:tab/>
        <w:t>2.025e0</w:t>
      </w:r>
    </w:p>
    <w:p w14:paraId="2F91569A" w14:textId="77777777" w:rsidR="006D4449" w:rsidRDefault="006D4449" w:rsidP="006D4449">
      <w:r>
        <w:t>295.5241</w:t>
      </w:r>
      <w:r>
        <w:tab/>
        <w:t>2.025e0</w:t>
      </w:r>
    </w:p>
    <w:p w14:paraId="75B41680" w14:textId="77777777" w:rsidR="006D4449" w:rsidRDefault="006D4449" w:rsidP="006D4449">
      <w:r>
        <w:t>295.5320</w:t>
      </w:r>
      <w:r>
        <w:tab/>
        <w:t>2.025e0</w:t>
      </w:r>
    </w:p>
    <w:p w14:paraId="18D0346C" w14:textId="77777777" w:rsidR="006D4449" w:rsidRDefault="006D4449" w:rsidP="006D4449">
      <w:r>
        <w:t>295.5565</w:t>
      </w:r>
      <w:r>
        <w:tab/>
        <w:t>1.013e0</w:t>
      </w:r>
    </w:p>
    <w:p w14:paraId="0677D9E5" w14:textId="77777777" w:rsidR="006D4449" w:rsidRDefault="006D4449" w:rsidP="006D4449">
      <w:r>
        <w:lastRenderedPageBreak/>
        <w:t>295.5605</w:t>
      </w:r>
      <w:r>
        <w:tab/>
        <w:t>1.013e0</w:t>
      </w:r>
    </w:p>
    <w:p w14:paraId="3EEEE4AF" w14:textId="77777777" w:rsidR="006D4449" w:rsidRDefault="006D4449" w:rsidP="006D4449">
      <w:r>
        <w:t>295.5659</w:t>
      </w:r>
      <w:r>
        <w:tab/>
        <w:t>1.013e0</w:t>
      </w:r>
    </w:p>
    <w:p w14:paraId="6DC7D3C8" w14:textId="77777777" w:rsidR="006D4449" w:rsidRDefault="006D4449" w:rsidP="006D4449">
      <w:r>
        <w:t>295.5935</w:t>
      </w:r>
      <w:r>
        <w:tab/>
        <w:t>1.013e0</w:t>
      </w:r>
    </w:p>
    <w:p w14:paraId="26148111" w14:textId="77777777" w:rsidR="006D4449" w:rsidRDefault="006D4449" w:rsidP="006D4449">
      <w:r>
        <w:t>295.6232</w:t>
      </w:r>
      <w:r>
        <w:tab/>
        <w:t>7.089e0</w:t>
      </w:r>
    </w:p>
    <w:p w14:paraId="7BA821BE" w14:textId="77777777" w:rsidR="006D4449" w:rsidRDefault="006D4449" w:rsidP="006D4449">
      <w:r>
        <w:t>295.6336</w:t>
      </w:r>
      <w:r>
        <w:tab/>
        <w:t>3.038e0</w:t>
      </w:r>
    </w:p>
    <w:p w14:paraId="7C237B8B" w14:textId="77777777" w:rsidR="006D4449" w:rsidRDefault="006D4449" w:rsidP="006D4449">
      <w:r>
        <w:t>295.6709</w:t>
      </w:r>
      <w:r>
        <w:tab/>
        <w:t>4.051e0</w:t>
      </w:r>
    </w:p>
    <w:p w14:paraId="784777B5" w14:textId="77777777" w:rsidR="006D4449" w:rsidRDefault="006D4449" w:rsidP="006D4449">
      <w:r>
        <w:t>295.6767</w:t>
      </w:r>
      <w:r>
        <w:tab/>
        <w:t>1.013e0</w:t>
      </w:r>
    </w:p>
    <w:p w14:paraId="68C85077" w14:textId="77777777" w:rsidR="006D4449" w:rsidRDefault="006D4449" w:rsidP="006D4449">
      <w:r>
        <w:t>295.6808</w:t>
      </w:r>
      <w:r>
        <w:tab/>
        <w:t>1.013e0</w:t>
      </w:r>
    </w:p>
    <w:p w14:paraId="67C3CCDB" w14:textId="77777777" w:rsidR="006D4449" w:rsidRDefault="006D4449" w:rsidP="006D4449">
      <w:r>
        <w:t>295.7125</w:t>
      </w:r>
      <w:r>
        <w:tab/>
        <w:t>1.013e0</w:t>
      </w:r>
    </w:p>
    <w:p w14:paraId="5D96CF6A" w14:textId="77777777" w:rsidR="006D4449" w:rsidRDefault="006D4449" w:rsidP="006D4449">
      <w:r>
        <w:t>295.7429</w:t>
      </w:r>
      <w:r>
        <w:tab/>
        <w:t>1.013e0</w:t>
      </w:r>
    </w:p>
    <w:p w14:paraId="7D9FF7E3" w14:textId="77777777" w:rsidR="006D4449" w:rsidRDefault="006D4449" w:rsidP="006D4449">
      <w:r>
        <w:t>295.7541</w:t>
      </w:r>
      <w:r>
        <w:tab/>
        <w:t>2.025e0</w:t>
      </w:r>
    </w:p>
    <w:p w14:paraId="7CF5AC42" w14:textId="77777777" w:rsidR="006D4449" w:rsidRDefault="006D4449" w:rsidP="006D4449">
      <w:r>
        <w:t>295.7632</w:t>
      </w:r>
      <w:r>
        <w:tab/>
        <w:t>3.038e0</w:t>
      </w:r>
    </w:p>
    <w:p w14:paraId="77DE5649" w14:textId="77777777" w:rsidR="006D4449" w:rsidRDefault="006D4449" w:rsidP="006D4449">
      <w:r>
        <w:t>295.7917</w:t>
      </w:r>
      <w:r>
        <w:tab/>
        <w:t>1.013e0</w:t>
      </w:r>
    </w:p>
    <w:p w14:paraId="27A12788" w14:textId="77777777" w:rsidR="006D4449" w:rsidRDefault="006D4449" w:rsidP="006D4449">
      <w:r>
        <w:t>295.8037</w:t>
      </w:r>
      <w:r>
        <w:tab/>
        <w:t>1.013e0</w:t>
      </w:r>
    </w:p>
    <w:p w14:paraId="6C764D5E" w14:textId="77777777" w:rsidR="006D4449" w:rsidRDefault="006D4449" w:rsidP="006D4449">
      <w:r>
        <w:t>295.8180</w:t>
      </w:r>
      <w:r>
        <w:tab/>
        <w:t>1.013e0</w:t>
      </w:r>
    </w:p>
    <w:p w14:paraId="1182FB7F" w14:textId="77777777" w:rsidR="006D4449" w:rsidRDefault="006D4449" w:rsidP="006D4449">
      <w:r>
        <w:t>295.8275</w:t>
      </w:r>
      <w:r>
        <w:tab/>
        <w:t>1.013e0</w:t>
      </w:r>
    </w:p>
    <w:p w14:paraId="68F703C9" w14:textId="77777777" w:rsidR="006D4449" w:rsidRDefault="006D4449" w:rsidP="006D4449">
      <w:r>
        <w:t>295.8678</w:t>
      </w:r>
      <w:r>
        <w:tab/>
        <w:t>2.025e0</w:t>
      </w:r>
    </w:p>
    <w:p w14:paraId="67592F40" w14:textId="77777777" w:rsidR="006D4449" w:rsidRDefault="006D4449" w:rsidP="006D4449">
      <w:r>
        <w:t>295.8732</w:t>
      </w:r>
      <w:r>
        <w:tab/>
        <w:t>1.013e0</w:t>
      </w:r>
    </w:p>
    <w:p w14:paraId="6376A668" w14:textId="77777777" w:rsidR="006D4449" w:rsidRDefault="006D4449" w:rsidP="006D4449">
      <w:r>
        <w:t>295.8786</w:t>
      </w:r>
      <w:r>
        <w:tab/>
        <w:t>1.013e0</w:t>
      </w:r>
    </w:p>
    <w:p w14:paraId="59DABCCB" w14:textId="77777777" w:rsidR="006D4449" w:rsidRDefault="006D4449" w:rsidP="006D4449">
      <w:r>
        <w:lastRenderedPageBreak/>
        <w:t>295.8949</w:t>
      </w:r>
      <w:r>
        <w:tab/>
        <w:t>2.025e0</w:t>
      </w:r>
    </w:p>
    <w:p w14:paraId="3789AFDB" w14:textId="77777777" w:rsidR="006D4449" w:rsidRDefault="006D4449" w:rsidP="006D4449">
      <w:r>
        <w:t>295.8963</w:t>
      </w:r>
      <w:r>
        <w:tab/>
        <w:t>2.025e0</w:t>
      </w:r>
    </w:p>
    <w:p w14:paraId="382C44EB" w14:textId="77777777" w:rsidR="006D4449" w:rsidRDefault="006D4449" w:rsidP="006D4449">
      <w:r>
        <w:t>295.9125</w:t>
      </w:r>
      <w:r>
        <w:tab/>
        <w:t>2.025e0</w:t>
      </w:r>
    </w:p>
    <w:p w14:paraId="155CB57A" w14:textId="77777777" w:rsidR="006D4449" w:rsidRDefault="006D4449" w:rsidP="006D4449">
      <w:r>
        <w:t>295.9146</w:t>
      </w:r>
      <w:r>
        <w:tab/>
        <w:t>1.013e0</w:t>
      </w:r>
    </w:p>
    <w:p w14:paraId="20AAD573" w14:textId="77777777" w:rsidR="006D4449" w:rsidRDefault="006D4449" w:rsidP="006D4449">
      <w:r>
        <w:t>295.9313</w:t>
      </w:r>
      <w:r>
        <w:tab/>
        <w:t>2.025e0</w:t>
      </w:r>
    </w:p>
    <w:p w14:paraId="54CB653B" w14:textId="77777777" w:rsidR="006D4449" w:rsidRDefault="006D4449" w:rsidP="006D4449">
      <w:r>
        <w:t>295.9590</w:t>
      </w:r>
      <w:r>
        <w:tab/>
        <w:t>2.025e0</w:t>
      </w:r>
    </w:p>
    <w:p w14:paraId="19F77B14" w14:textId="77777777" w:rsidR="006D4449" w:rsidRDefault="006D4449" w:rsidP="006D4449">
      <w:r>
        <w:t>295.9660</w:t>
      </w:r>
      <w:r>
        <w:tab/>
        <w:t>2.025e0</w:t>
      </w:r>
    </w:p>
    <w:p w14:paraId="46395E4B" w14:textId="77777777" w:rsidR="006D4449" w:rsidRDefault="006D4449" w:rsidP="006D4449">
      <w:r>
        <w:t>295.9794</w:t>
      </w:r>
      <w:r>
        <w:tab/>
        <w:t>2.025e0</w:t>
      </w:r>
    </w:p>
    <w:p w14:paraId="21E34DA5" w14:textId="77777777" w:rsidR="006D4449" w:rsidRDefault="006D4449" w:rsidP="006D4449">
      <w:r>
        <w:t>295.9841</w:t>
      </w:r>
      <w:r>
        <w:tab/>
        <w:t>3.038e0</w:t>
      </w:r>
    </w:p>
    <w:p w14:paraId="28268A16" w14:textId="77777777" w:rsidR="006D4449" w:rsidRDefault="006D4449" w:rsidP="006D4449">
      <w:r>
        <w:t>295.9960</w:t>
      </w:r>
      <w:r>
        <w:tab/>
        <w:t>2.025e0</w:t>
      </w:r>
    </w:p>
    <w:p w14:paraId="698C2AFB" w14:textId="77777777" w:rsidR="006D4449" w:rsidRDefault="006D4449" w:rsidP="006D4449">
      <w:r>
        <w:t>296.0377</w:t>
      </w:r>
      <w:r>
        <w:tab/>
        <w:t>1.013e0</w:t>
      </w:r>
    </w:p>
    <w:p w14:paraId="4159D9D7" w14:textId="77777777" w:rsidR="006D4449" w:rsidRDefault="006D4449" w:rsidP="006D4449">
      <w:r>
        <w:t>296.0417</w:t>
      </w:r>
      <w:r>
        <w:tab/>
        <w:t>1.013e0</w:t>
      </w:r>
    </w:p>
    <w:p w14:paraId="2F06F435" w14:textId="77777777" w:rsidR="006D4449" w:rsidRDefault="006D4449" w:rsidP="006D4449">
      <w:r>
        <w:t>296.0449</w:t>
      </w:r>
      <w:r>
        <w:tab/>
        <w:t>3.038e0</w:t>
      </w:r>
    </w:p>
    <w:p w14:paraId="38D36CB2" w14:textId="77777777" w:rsidR="006D4449" w:rsidRDefault="006D4449" w:rsidP="006D4449">
      <w:r>
        <w:t>296.0602</w:t>
      </w:r>
      <w:r>
        <w:tab/>
        <w:t>1.013e0</w:t>
      </w:r>
    </w:p>
    <w:p w14:paraId="21FDC188" w14:textId="77777777" w:rsidR="006D4449" w:rsidRDefault="006D4449" w:rsidP="006D4449">
      <w:r>
        <w:t>296.0655</w:t>
      </w:r>
      <w:r>
        <w:tab/>
        <w:t>2.025e0</w:t>
      </w:r>
    </w:p>
    <w:p w14:paraId="1EF64238" w14:textId="77777777" w:rsidR="006D4449" w:rsidRDefault="006D4449" w:rsidP="006D4449">
      <w:r>
        <w:t>296.0722</w:t>
      </w:r>
      <w:r>
        <w:tab/>
        <w:t>1.013e0</w:t>
      </w:r>
    </w:p>
    <w:p w14:paraId="68572094" w14:textId="77777777" w:rsidR="006D4449" w:rsidRDefault="006D4449" w:rsidP="006D4449">
      <w:r>
        <w:t>296.0791</w:t>
      </w:r>
      <w:r>
        <w:tab/>
        <w:t>2.025e0</w:t>
      </w:r>
    </w:p>
    <w:p w14:paraId="7189BD7B" w14:textId="77777777" w:rsidR="006D4449" w:rsidRDefault="006D4449" w:rsidP="006D4449">
      <w:r>
        <w:t>296.0972</w:t>
      </w:r>
      <w:r>
        <w:tab/>
        <w:t>2.025e0</w:t>
      </w:r>
    </w:p>
    <w:p w14:paraId="4C371138" w14:textId="77777777" w:rsidR="006D4449" w:rsidRDefault="006D4449" w:rsidP="006D4449">
      <w:r>
        <w:t>296.1052</w:t>
      </w:r>
      <w:r>
        <w:tab/>
        <w:t>1.013e0</w:t>
      </w:r>
    </w:p>
    <w:p w14:paraId="779C5CCB" w14:textId="77777777" w:rsidR="006D4449" w:rsidRDefault="006D4449" w:rsidP="006D4449">
      <w:r>
        <w:lastRenderedPageBreak/>
        <w:t>296.1147</w:t>
      </w:r>
      <w:r>
        <w:tab/>
        <w:t>1.013e0</w:t>
      </w:r>
    </w:p>
    <w:p w14:paraId="44A0D494" w14:textId="77777777" w:rsidR="006D4449" w:rsidRDefault="006D4449" w:rsidP="006D4449">
      <w:r>
        <w:t>296.1318</w:t>
      </w:r>
      <w:r>
        <w:tab/>
        <w:t>5.063e0</w:t>
      </w:r>
    </w:p>
    <w:p w14:paraId="6907FCEB" w14:textId="77777777" w:rsidR="006D4449" w:rsidRDefault="006D4449" w:rsidP="006D4449">
      <w:r>
        <w:t>296.1386</w:t>
      </w:r>
      <w:r>
        <w:tab/>
        <w:t>4.051e0</w:t>
      </w:r>
    </w:p>
    <w:p w14:paraId="727EA453" w14:textId="77777777" w:rsidR="006D4449" w:rsidRDefault="006D4449" w:rsidP="006D4449">
      <w:r>
        <w:t>296.1610</w:t>
      </w:r>
      <w:r>
        <w:tab/>
        <w:t>9.114e0</w:t>
      </w:r>
    </w:p>
    <w:p w14:paraId="7F730600" w14:textId="77777777" w:rsidR="006D4449" w:rsidRDefault="006D4449" w:rsidP="006D4449">
      <w:r>
        <w:t>296.1667</w:t>
      </w:r>
      <w:r>
        <w:tab/>
        <w:t>7.089e0</w:t>
      </w:r>
    </w:p>
    <w:p w14:paraId="7ABA25F5" w14:textId="77777777" w:rsidR="006D4449" w:rsidRDefault="006D4449" w:rsidP="006D4449">
      <w:r>
        <w:t>296.1681</w:t>
      </w:r>
      <w:r>
        <w:tab/>
        <w:t>1.361e1</w:t>
      </w:r>
    </w:p>
    <w:p w14:paraId="524F20DD" w14:textId="77777777" w:rsidR="006D4449" w:rsidRDefault="006D4449" w:rsidP="006D4449">
      <w:r>
        <w:t>296.1957</w:t>
      </w:r>
      <w:r>
        <w:tab/>
        <w:t>8.743e0</w:t>
      </w:r>
    </w:p>
    <w:p w14:paraId="40AC97AD" w14:textId="77777777" w:rsidR="006D4449" w:rsidRDefault="006D4449" w:rsidP="006D4449">
      <w:r>
        <w:t>296.2036</w:t>
      </w:r>
      <w:r>
        <w:tab/>
        <w:t>3.038e0</w:t>
      </w:r>
    </w:p>
    <w:p w14:paraId="38439613" w14:textId="77777777" w:rsidR="006D4449" w:rsidRDefault="006D4449" w:rsidP="006D4449">
      <w:r>
        <w:t>296.2108</w:t>
      </w:r>
      <w:r>
        <w:tab/>
        <w:t>3.309e0</w:t>
      </w:r>
    </w:p>
    <w:p w14:paraId="13E122A8" w14:textId="77777777" w:rsidR="006D4449" w:rsidRDefault="006D4449" w:rsidP="006D4449">
      <w:r>
        <w:t>296.2362</w:t>
      </w:r>
      <w:r>
        <w:tab/>
        <w:t>2.751e0</w:t>
      </w:r>
    </w:p>
    <w:p w14:paraId="3EFB5302" w14:textId="77777777" w:rsidR="006D4449" w:rsidRDefault="006D4449" w:rsidP="006D4449">
      <w:r>
        <w:t>296.2520</w:t>
      </w:r>
      <w:r>
        <w:tab/>
        <w:t>1.013e0</w:t>
      </w:r>
    </w:p>
    <w:p w14:paraId="4AAC549C" w14:textId="77777777" w:rsidR="006D4449" w:rsidRDefault="006D4449" w:rsidP="006D4449">
      <w:r>
        <w:t>296.2563</w:t>
      </w:r>
      <w:r>
        <w:tab/>
        <w:t>1.013e0</w:t>
      </w:r>
    </w:p>
    <w:p w14:paraId="5036B931" w14:textId="77777777" w:rsidR="006D4449" w:rsidRDefault="006D4449" w:rsidP="006D4449">
      <w:r>
        <w:t>296.2617</w:t>
      </w:r>
      <w:r>
        <w:tab/>
        <w:t>1.013e0</w:t>
      </w:r>
    </w:p>
    <w:p w14:paraId="5E6B6271" w14:textId="77777777" w:rsidR="006D4449" w:rsidRDefault="006D4449" w:rsidP="006D4449">
      <w:r>
        <w:t>296.2795</w:t>
      </w:r>
      <w:r>
        <w:tab/>
        <w:t>4.051e0</w:t>
      </w:r>
    </w:p>
    <w:p w14:paraId="58AC7A7E" w14:textId="77777777" w:rsidR="006D4449" w:rsidRDefault="006D4449" w:rsidP="006D4449">
      <w:r>
        <w:t>296.3043</w:t>
      </w:r>
      <w:r>
        <w:tab/>
        <w:t>2.025e0</w:t>
      </w:r>
    </w:p>
    <w:p w14:paraId="6BE40DC3" w14:textId="77777777" w:rsidR="006D4449" w:rsidRDefault="006D4449" w:rsidP="006D4449">
      <w:r>
        <w:t>296.3212</w:t>
      </w:r>
      <w:r>
        <w:tab/>
        <w:t>1.013e0</w:t>
      </w:r>
    </w:p>
    <w:p w14:paraId="26F0D173" w14:textId="77777777" w:rsidR="006D4449" w:rsidRDefault="006D4449" w:rsidP="006D4449">
      <w:r>
        <w:t>296.3339</w:t>
      </w:r>
      <w:r>
        <w:tab/>
        <w:t>1.013e0</w:t>
      </w:r>
    </w:p>
    <w:p w14:paraId="7F9FF9EC" w14:textId="77777777" w:rsidR="006D4449" w:rsidRDefault="006D4449" w:rsidP="006D4449">
      <w:r>
        <w:t>296.3462</w:t>
      </w:r>
      <w:r>
        <w:tab/>
        <w:t>2.025e0</w:t>
      </w:r>
    </w:p>
    <w:p w14:paraId="3743C813" w14:textId="77777777" w:rsidR="006D4449" w:rsidRDefault="006D4449" w:rsidP="006D4449">
      <w:r>
        <w:t>296.3536</w:t>
      </w:r>
      <w:r>
        <w:tab/>
        <w:t>1.013e0</w:t>
      </w:r>
    </w:p>
    <w:p w14:paraId="3E5F45C3" w14:textId="77777777" w:rsidR="006D4449" w:rsidRDefault="006D4449" w:rsidP="006D4449">
      <w:r>
        <w:lastRenderedPageBreak/>
        <w:t>296.3795</w:t>
      </w:r>
      <w:r>
        <w:tab/>
        <w:t>3.038e0</w:t>
      </w:r>
    </w:p>
    <w:p w14:paraId="680420E8" w14:textId="77777777" w:rsidR="006D4449" w:rsidRDefault="006D4449" w:rsidP="006D4449">
      <w:r>
        <w:t>296.3947</w:t>
      </w:r>
      <w:r>
        <w:tab/>
        <w:t>1.013e0</w:t>
      </w:r>
    </w:p>
    <w:p w14:paraId="016F40AC" w14:textId="77777777" w:rsidR="006D4449" w:rsidRDefault="006D4449" w:rsidP="006D4449">
      <w:r>
        <w:t>296.4151</w:t>
      </w:r>
      <w:r>
        <w:tab/>
        <w:t>3.038e0</w:t>
      </w:r>
    </w:p>
    <w:p w14:paraId="2410B88A" w14:textId="77777777" w:rsidR="006D4449" w:rsidRDefault="006D4449" w:rsidP="006D4449">
      <w:r>
        <w:t>296.4333</w:t>
      </w:r>
      <w:r>
        <w:tab/>
        <w:t>1.013e0</w:t>
      </w:r>
    </w:p>
    <w:p w14:paraId="30844680" w14:textId="77777777" w:rsidR="006D4449" w:rsidRDefault="006D4449" w:rsidP="006D4449">
      <w:r>
        <w:t>296.4346</w:t>
      </w:r>
      <w:r>
        <w:tab/>
        <w:t>1.013e0</w:t>
      </w:r>
    </w:p>
    <w:p w14:paraId="5D915C9A" w14:textId="77777777" w:rsidR="006D4449" w:rsidRDefault="006D4449" w:rsidP="006D4449">
      <w:r>
        <w:t>296.4766</w:t>
      </w:r>
      <w:r>
        <w:tab/>
        <w:t>1.013e0</w:t>
      </w:r>
    </w:p>
    <w:p w14:paraId="2C9A55B4" w14:textId="77777777" w:rsidR="006D4449" w:rsidRDefault="006D4449" w:rsidP="006D4449">
      <w:r>
        <w:t>296.4807</w:t>
      </w:r>
      <w:r>
        <w:tab/>
        <w:t>1.013e0</w:t>
      </w:r>
    </w:p>
    <w:p w14:paraId="37D69CC7" w14:textId="77777777" w:rsidR="006D4449" w:rsidRDefault="006D4449" w:rsidP="006D4449">
      <w:r>
        <w:t>296.5008</w:t>
      </w:r>
      <w:r>
        <w:tab/>
        <w:t>2.025e0</w:t>
      </w:r>
    </w:p>
    <w:p w14:paraId="3F495596" w14:textId="77777777" w:rsidR="006D4449" w:rsidRDefault="006D4449" w:rsidP="006D4449">
      <w:r>
        <w:t>296.5138</w:t>
      </w:r>
      <w:r>
        <w:tab/>
        <w:t>1.013e0</w:t>
      </w:r>
    </w:p>
    <w:p w14:paraId="7B65266B" w14:textId="77777777" w:rsidR="006D4449" w:rsidRDefault="006D4449" w:rsidP="006D4449">
      <w:r>
        <w:t>296.5484</w:t>
      </w:r>
      <w:r>
        <w:tab/>
        <w:t>1.013e0</w:t>
      </w:r>
    </w:p>
    <w:p w14:paraId="727FC949" w14:textId="77777777" w:rsidR="006D4449" w:rsidRDefault="006D4449" w:rsidP="006D4449">
      <w:r>
        <w:t>296.5535</w:t>
      </w:r>
      <w:r>
        <w:tab/>
        <w:t>1.013e0</w:t>
      </w:r>
    </w:p>
    <w:p w14:paraId="2B59DD72" w14:textId="77777777" w:rsidR="006D4449" w:rsidRDefault="006D4449" w:rsidP="006D4449">
      <w:r>
        <w:t>296.5589</w:t>
      </w:r>
      <w:r>
        <w:tab/>
        <w:t>1.013e0</w:t>
      </w:r>
    </w:p>
    <w:p w14:paraId="319135DB" w14:textId="77777777" w:rsidR="006D4449" w:rsidRDefault="006D4449" w:rsidP="006D4449">
      <w:r>
        <w:t>296.5802</w:t>
      </w:r>
      <w:r>
        <w:tab/>
        <w:t>2.025e0</w:t>
      </w:r>
    </w:p>
    <w:p w14:paraId="2ACBEB6D" w14:textId="77777777" w:rsidR="006D4449" w:rsidRDefault="006D4449" w:rsidP="006D4449">
      <w:r>
        <w:t>296.6051</w:t>
      </w:r>
      <w:r>
        <w:tab/>
        <w:t>1.013e0</w:t>
      </w:r>
    </w:p>
    <w:p w14:paraId="6C137868" w14:textId="77777777" w:rsidR="006D4449" w:rsidRDefault="006D4449" w:rsidP="006D4449">
      <w:r>
        <w:t>296.6079</w:t>
      </w:r>
      <w:r>
        <w:tab/>
        <w:t>1.013e0</w:t>
      </w:r>
    </w:p>
    <w:p w14:paraId="41FF1662" w14:textId="77777777" w:rsidR="006D4449" w:rsidRDefault="006D4449" w:rsidP="006D4449">
      <w:r>
        <w:t>296.6357</w:t>
      </w:r>
      <w:r>
        <w:tab/>
        <w:t>1.013e0</w:t>
      </w:r>
    </w:p>
    <w:p w14:paraId="720A76F4" w14:textId="77777777" w:rsidR="006D4449" w:rsidRDefault="006D4449" w:rsidP="006D4449">
      <w:r>
        <w:t>296.6971</w:t>
      </w:r>
      <w:r>
        <w:tab/>
        <w:t>2.025e0</w:t>
      </w:r>
    </w:p>
    <w:p w14:paraId="1682682D" w14:textId="77777777" w:rsidR="006D4449" w:rsidRDefault="006D4449" w:rsidP="006D4449">
      <w:r>
        <w:t>296.7175</w:t>
      </w:r>
      <w:r>
        <w:tab/>
        <w:t>2.025e0</w:t>
      </w:r>
    </w:p>
    <w:p w14:paraId="23E351CD" w14:textId="77777777" w:rsidR="006D4449" w:rsidRDefault="006D4449" w:rsidP="006D4449">
      <w:r>
        <w:t>296.7202</w:t>
      </w:r>
      <w:r>
        <w:tab/>
        <w:t>1.013e0</w:t>
      </w:r>
    </w:p>
    <w:p w14:paraId="62C5FBF0" w14:textId="77777777" w:rsidR="006D4449" w:rsidRDefault="006D4449" w:rsidP="006D4449">
      <w:r>
        <w:lastRenderedPageBreak/>
        <w:t>296.7525</w:t>
      </w:r>
      <w:r>
        <w:tab/>
        <w:t>3.038e0</w:t>
      </w:r>
    </w:p>
    <w:p w14:paraId="605F178D" w14:textId="77777777" w:rsidR="006D4449" w:rsidRDefault="006D4449" w:rsidP="006D4449">
      <w:r>
        <w:t>296.7631</w:t>
      </w:r>
      <w:r>
        <w:tab/>
        <w:t>1.013e0</w:t>
      </w:r>
    </w:p>
    <w:p w14:paraId="3B17759B" w14:textId="77777777" w:rsidR="006D4449" w:rsidRDefault="006D4449" w:rsidP="006D4449">
      <w:r>
        <w:t>296.7643</w:t>
      </w:r>
      <w:r>
        <w:tab/>
        <w:t>1.013e0</w:t>
      </w:r>
    </w:p>
    <w:p w14:paraId="0E079F0B" w14:textId="77777777" w:rsidR="006D4449" w:rsidRDefault="006D4449" w:rsidP="006D4449">
      <w:r>
        <w:t>296.7797</w:t>
      </w:r>
      <w:r>
        <w:tab/>
        <w:t>1.013e0</w:t>
      </w:r>
    </w:p>
    <w:p w14:paraId="556D1368" w14:textId="77777777" w:rsidR="006D4449" w:rsidRDefault="006D4449" w:rsidP="006D4449">
      <w:r>
        <w:t>296.7968</w:t>
      </w:r>
      <w:r>
        <w:tab/>
        <w:t>1.013e0</w:t>
      </w:r>
    </w:p>
    <w:p w14:paraId="548E4F47" w14:textId="77777777" w:rsidR="006D4449" w:rsidRDefault="006D4449" w:rsidP="006D4449">
      <w:r>
        <w:t>296.8022</w:t>
      </w:r>
      <w:r>
        <w:tab/>
        <w:t>1.013e0</w:t>
      </w:r>
    </w:p>
    <w:p w14:paraId="7284301B" w14:textId="77777777" w:rsidR="006D4449" w:rsidRDefault="006D4449" w:rsidP="006D4449">
      <w:r>
        <w:t>296.8082</w:t>
      </w:r>
      <w:r>
        <w:tab/>
        <w:t>2.025e0</w:t>
      </w:r>
    </w:p>
    <w:p w14:paraId="5436696E" w14:textId="77777777" w:rsidR="006D4449" w:rsidRDefault="006D4449" w:rsidP="006D4449">
      <w:r>
        <w:t>296.8610</w:t>
      </w:r>
      <w:r>
        <w:tab/>
        <w:t>4.051e0</w:t>
      </w:r>
    </w:p>
    <w:p w14:paraId="467770E9" w14:textId="77777777" w:rsidR="006D4449" w:rsidRDefault="006D4449" w:rsidP="006D4449">
      <w:r>
        <w:t>296.8791</w:t>
      </w:r>
      <w:r>
        <w:tab/>
        <w:t>1.013e0</w:t>
      </w:r>
    </w:p>
    <w:p w14:paraId="6F336D37" w14:textId="77777777" w:rsidR="006D4449" w:rsidRDefault="006D4449" w:rsidP="006D4449">
      <w:r>
        <w:t>296.9306</w:t>
      </w:r>
      <w:r>
        <w:tab/>
        <w:t>2.025e0</w:t>
      </w:r>
    </w:p>
    <w:p w14:paraId="22F1B744" w14:textId="77777777" w:rsidR="006D4449" w:rsidRDefault="006D4449" w:rsidP="006D4449">
      <w:r>
        <w:t>296.9373</w:t>
      </w:r>
      <w:r>
        <w:tab/>
        <w:t>1.013e0</w:t>
      </w:r>
    </w:p>
    <w:p w14:paraId="2E106EEA" w14:textId="77777777" w:rsidR="006D4449" w:rsidRDefault="006D4449" w:rsidP="006D4449">
      <w:r>
        <w:t>296.9537</w:t>
      </w:r>
      <w:r>
        <w:tab/>
        <w:t>2.025e0</w:t>
      </w:r>
    </w:p>
    <w:p w14:paraId="477BDE39" w14:textId="77777777" w:rsidR="006D4449" w:rsidRDefault="006D4449" w:rsidP="006D4449">
      <w:r>
        <w:t>296.9707</w:t>
      </w:r>
      <w:r>
        <w:tab/>
        <w:t>3.038e0</w:t>
      </w:r>
    </w:p>
    <w:p w14:paraId="76091B07" w14:textId="77777777" w:rsidR="006D4449" w:rsidRDefault="006D4449" w:rsidP="006D4449">
      <w:r>
        <w:t>296.9768</w:t>
      </w:r>
      <w:r>
        <w:tab/>
        <w:t>5.823e0</w:t>
      </w:r>
    </w:p>
    <w:p w14:paraId="565ED214" w14:textId="77777777" w:rsidR="006D4449" w:rsidRDefault="006D4449" w:rsidP="006D4449">
      <w:r>
        <w:t>296.9808</w:t>
      </w:r>
      <w:r>
        <w:tab/>
        <w:t>7.089e0</w:t>
      </w:r>
    </w:p>
    <w:p w14:paraId="0EAE30E5" w14:textId="77777777" w:rsidR="006D4449" w:rsidRDefault="006D4449" w:rsidP="006D4449">
      <w:r>
        <w:t>296.9835</w:t>
      </w:r>
      <w:r>
        <w:tab/>
        <w:t>3.038e0</w:t>
      </w:r>
    </w:p>
    <w:p w14:paraId="4B967CAF" w14:textId="77777777" w:rsidR="006D4449" w:rsidRDefault="006D4449" w:rsidP="006D4449">
      <w:r>
        <w:t>296.9852</w:t>
      </w:r>
      <w:r>
        <w:tab/>
        <w:t>2.025e0</w:t>
      </w:r>
    </w:p>
    <w:p w14:paraId="673A27F4" w14:textId="77777777" w:rsidR="006D4449" w:rsidRDefault="006D4449" w:rsidP="006D4449">
      <w:r>
        <w:t>297.0403</w:t>
      </w:r>
      <w:r>
        <w:tab/>
        <w:t>1.013e0</w:t>
      </w:r>
    </w:p>
    <w:p w14:paraId="3D1BA870" w14:textId="77777777" w:rsidR="006D4449" w:rsidRDefault="006D4449" w:rsidP="006D4449">
      <w:r>
        <w:t>297.0422</w:t>
      </w:r>
      <w:r>
        <w:tab/>
        <w:t>3.038e0</w:t>
      </w:r>
    </w:p>
    <w:p w14:paraId="6919A0A2" w14:textId="77777777" w:rsidR="006D4449" w:rsidRDefault="006D4449" w:rsidP="006D4449">
      <w:r>
        <w:lastRenderedPageBreak/>
        <w:t>297.0537</w:t>
      </w:r>
      <w:r>
        <w:tab/>
        <w:t>1.013e0</w:t>
      </w:r>
    </w:p>
    <w:p w14:paraId="17345FCA" w14:textId="77777777" w:rsidR="006D4449" w:rsidRDefault="006D4449" w:rsidP="006D4449">
      <w:r>
        <w:t>297.0548</w:t>
      </w:r>
      <w:r>
        <w:tab/>
        <w:t>2.025e0</w:t>
      </w:r>
    </w:p>
    <w:p w14:paraId="4F4B824D" w14:textId="77777777" w:rsidR="006D4449" w:rsidRDefault="006D4449" w:rsidP="006D4449">
      <w:r>
        <w:t>297.0622</w:t>
      </w:r>
      <w:r>
        <w:tab/>
        <w:t>3.038e0</w:t>
      </w:r>
    </w:p>
    <w:p w14:paraId="1ED2AD79" w14:textId="77777777" w:rsidR="006D4449" w:rsidRDefault="006D4449" w:rsidP="006D4449">
      <w:r>
        <w:t>297.0944</w:t>
      </w:r>
      <w:r>
        <w:tab/>
        <w:t>1.013e0</w:t>
      </w:r>
    </w:p>
    <w:p w14:paraId="1355CB35" w14:textId="77777777" w:rsidR="006D4449" w:rsidRDefault="006D4449" w:rsidP="006D4449">
      <w:r>
        <w:t>297.1018</w:t>
      </w:r>
      <w:r>
        <w:tab/>
        <w:t>3.038e0</w:t>
      </w:r>
    </w:p>
    <w:p w14:paraId="5D617855" w14:textId="77777777" w:rsidR="006D4449" w:rsidRDefault="006D4449" w:rsidP="006D4449">
      <w:r>
        <w:t>297.1102</w:t>
      </w:r>
      <w:r>
        <w:tab/>
        <w:t>4.051e0</w:t>
      </w:r>
    </w:p>
    <w:p w14:paraId="7F524B0A" w14:textId="77777777" w:rsidR="006D4449" w:rsidRDefault="006D4449" w:rsidP="006D4449">
      <w:r>
        <w:t>297.1120</w:t>
      </w:r>
      <w:r>
        <w:tab/>
        <w:t>1.013e0</w:t>
      </w:r>
    </w:p>
    <w:p w14:paraId="1315A9A2" w14:textId="77777777" w:rsidR="006D4449" w:rsidRDefault="006D4449" w:rsidP="006D4449">
      <w:r>
        <w:t>297.1241</w:t>
      </w:r>
      <w:r>
        <w:tab/>
        <w:t>2.025e0</w:t>
      </w:r>
    </w:p>
    <w:p w14:paraId="41196E03" w14:textId="77777777" w:rsidR="006D4449" w:rsidRDefault="006D4449" w:rsidP="006D4449">
      <w:r>
        <w:t>297.1516</w:t>
      </w:r>
      <w:r>
        <w:tab/>
        <w:t>3.038e0</w:t>
      </w:r>
    </w:p>
    <w:p w14:paraId="079E51D8" w14:textId="77777777" w:rsidR="006D4449" w:rsidRDefault="006D4449" w:rsidP="006D4449">
      <w:r>
        <w:t>297.1696</w:t>
      </w:r>
      <w:r>
        <w:tab/>
        <w:t>2.025e0</w:t>
      </w:r>
    </w:p>
    <w:p w14:paraId="5FB67C65" w14:textId="77777777" w:rsidR="006D4449" w:rsidRDefault="006D4449" w:rsidP="006D4449">
      <w:r>
        <w:t>297.1869</w:t>
      </w:r>
      <w:r>
        <w:tab/>
        <w:t>4.051e0</w:t>
      </w:r>
    </w:p>
    <w:p w14:paraId="76CF1FFB" w14:textId="77777777" w:rsidR="006D4449" w:rsidRDefault="006D4449" w:rsidP="006D4449">
      <w:r>
        <w:t>297.1964</w:t>
      </w:r>
      <w:r>
        <w:tab/>
        <w:t>2.025e0</w:t>
      </w:r>
    </w:p>
    <w:p w14:paraId="030AD29A" w14:textId="77777777" w:rsidR="006D4449" w:rsidRDefault="006D4449" w:rsidP="006D4449">
      <w:r>
        <w:t>297.2020</w:t>
      </w:r>
      <w:r>
        <w:tab/>
        <w:t>5.063e0</w:t>
      </w:r>
    </w:p>
    <w:p w14:paraId="513E1F82" w14:textId="77777777" w:rsidR="006D4449" w:rsidRDefault="006D4449" w:rsidP="006D4449">
      <w:r>
        <w:t>297.2163</w:t>
      </w:r>
      <w:r>
        <w:tab/>
        <w:t>2.025e0</w:t>
      </w:r>
    </w:p>
    <w:p w14:paraId="574B9598" w14:textId="77777777" w:rsidR="006D4449" w:rsidRDefault="006D4449" w:rsidP="006D4449">
      <w:r>
        <w:t>297.2198</w:t>
      </w:r>
      <w:r>
        <w:tab/>
        <w:t>2.025e0</w:t>
      </w:r>
    </w:p>
    <w:p w14:paraId="09B6D11F" w14:textId="77777777" w:rsidR="006D4449" w:rsidRDefault="006D4449" w:rsidP="006D4449">
      <w:r>
        <w:t>297.2311</w:t>
      </w:r>
      <w:r>
        <w:tab/>
        <w:t>2.025e0</w:t>
      </w:r>
    </w:p>
    <w:p w14:paraId="45815120" w14:textId="77777777" w:rsidR="006D4449" w:rsidRDefault="006D4449" w:rsidP="006D4449">
      <w:r>
        <w:t>297.2364</w:t>
      </w:r>
      <w:r>
        <w:tab/>
        <w:t>1.013e0</w:t>
      </w:r>
    </w:p>
    <w:p w14:paraId="0D1221AE" w14:textId="77777777" w:rsidR="006D4449" w:rsidRDefault="006D4449" w:rsidP="006D4449">
      <w:r>
        <w:t>297.2610</w:t>
      </w:r>
      <w:r>
        <w:tab/>
        <w:t>7.089e0</w:t>
      </w:r>
    </w:p>
    <w:p w14:paraId="0BA2B6A7" w14:textId="77777777" w:rsidR="006D4449" w:rsidRDefault="006D4449" w:rsidP="006D4449">
      <w:r>
        <w:t>297.2657</w:t>
      </w:r>
      <w:r>
        <w:tab/>
        <w:t>4.027e0</w:t>
      </w:r>
    </w:p>
    <w:p w14:paraId="7C45DF1C" w14:textId="77777777" w:rsidR="006D4449" w:rsidRDefault="006D4449" w:rsidP="006D4449">
      <w:r>
        <w:lastRenderedPageBreak/>
        <w:t>297.2877</w:t>
      </w:r>
      <w:r>
        <w:tab/>
        <w:t>6.076e0</w:t>
      </w:r>
    </w:p>
    <w:p w14:paraId="1F8D2917" w14:textId="77777777" w:rsidR="006D4449" w:rsidRDefault="006D4449" w:rsidP="006D4449">
      <w:r>
        <w:t>297.2925</w:t>
      </w:r>
      <w:r>
        <w:tab/>
        <w:t>1.337e1</w:t>
      </w:r>
    </w:p>
    <w:p w14:paraId="056E0AD6" w14:textId="77777777" w:rsidR="006D4449" w:rsidRDefault="006D4449" w:rsidP="006D4449">
      <w:r>
        <w:t>297.2941</w:t>
      </w:r>
      <w:r>
        <w:tab/>
        <w:t>1.316e1</w:t>
      </w:r>
    </w:p>
    <w:p w14:paraId="69A25F0C" w14:textId="77777777" w:rsidR="006D4449" w:rsidRDefault="006D4449" w:rsidP="006D4449">
      <w:r>
        <w:t>297.3542</w:t>
      </w:r>
      <w:r>
        <w:tab/>
        <w:t>1.013e0</w:t>
      </w:r>
    </w:p>
    <w:p w14:paraId="15254F1D" w14:textId="77777777" w:rsidR="006D4449" w:rsidRDefault="006D4449" w:rsidP="006D4449">
      <w:r>
        <w:t>297.3555</w:t>
      </w:r>
      <w:r>
        <w:tab/>
        <w:t>1.013e0</w:t>
      </w:r>
    </w:p>
    <w:p w14:paraId="5358D9C2" w14:textId="77777777" w:rsidR="006D4449" w:rsidRDefault="006D4449" w:rsidP="006D4449">
      <w:r>
        <w:t>297.3833</w:t>
      </w:r>
      <w:r>
        <w:tab/>
        <w:t>1.013e0</w:t>
      </w:r>
    </w:p>
    <w:p w14:paraId="12A6D998" w14:textId="77777777" w:rsidR="006D4449" w:rsidRDefault="006D4449" w:rsidP="006D4449">
      <w:r>
        <w:t>297.3910</w:t>
      </w:r>
      <w:r>
        <w:tab/>
        <w:t>1.013e0</w:t>
      </w:r>
    </w:p>
    <w:p w14:paraId="25F66833" w14:textId="77777777" w:rsidR="006D4449" w:rsidRDefault="006D4449" w:rsidP="006D4449">
      <w:r>
        <w:t>297.4005</w:t>
      </w:r>
      <w:r>
        <w:tab/>
        <w:t>2.025e0</w:t>
      </w:r>
    </w:p>
    <w:p w14:paraId="7908270B" w14:textId="77777777" w:rsidR="006D4449" w:rsidRDefault="006D4449" w:rsidP="006D4449">
      <w:r>
        <w:t>297.4151</w:t>
      </w:r>
      <w:r>
        <w:tab/>
        <w:t>1.013e0</w:t>
      </w:r>
    </w:p>
    <w:p w14:paraId="48CECBE1" w14:textId="77777777" w:rsidR="006D4449" w:rsidRDefault="006D4449" w:rsidP="006D4449">
      <w:r>
        <w:t>297.4356</w:t>
      </w:r>
      <w:r>
        <w:tab/>
        <w:t>2.025e0</w:t>
      </w:r>
    </w:p>
    <w:p w14:paraId="40704C62" w14:textId="77777777" w:rsidR="006D4449" w:rsidRDefault="006D4449" w:rsidP="006D4449">
      <w:r>
        <w:t>297.4750</w:t>
      </w:r>
      <w:r>
        <w:tab/>
        <w:t>2.025e0</w:t>
      </w:r>
    </w:p>
    <w:p w14:paraId="2F2F16AE" w14:textId="77777777" w:rsidR="006D4449" w:rsidRDefault="006D4449" w:rsidP="006D4449">
      <w:r>
        <w:t>297.5143</w:t>
      </w:r>
      <w:r>
        <w:tab/>
        <w:t>2.025e0</w:t>
      </w:r>
    </w:p>
    <w:p w14:paraId="3C85EB33" w14:textId="77777777" w:rsidR="006D4449" w:rsidRDefault="006D4449" w:rsidP="006D4449">
      <w:r>
        <w:t>297.5261</w:t>
      </w:r>
      <w:r>
        <w:tab/>
        <w:t>1.013e0</w:t>
      </w:r>
    </w:p>
    <w:p w14:paraId="789CE322" w14:textId="77777777" w:rsidR="006D4449" w:rsidRDefault="006D4449" w:rsidP="006D4449">
      <w:r>
        <w:t>297.5342</w:t>
      </w:r>
      <w:r>
        <w:tab/>
        <w:t>1.013e0</w:t>
      </w:r>
    </w:p>
    <w:p w14:paraId="35C286DD" w14:textId="77777777" w:rsidR="006D4449" w:rsidRDefault="006D4449" w:rsidP="006D4449">
      <w:r>
        <w:t>297.5428</w:t>
      </w:r>
      <w:r>
        <w:tab/>
        <w:t>1.013e0</w:t>
      </w:r>
    </w:p>
    <w:p w14:paraId="02BC9B57" w14:textId="77777777" w:rsidR="006D4449" w:rsidRDefault="006D4449" w:rsidP="006D4449">
      <w:r>
        <w:t>297.5526</w:t>
      </w:r>
      <w:r>
        <w:tab/>
        <w:t>1.013e0</w:t>
      </w:r>
    </w:p>
    <w:p w14:paraId="189FFDEC" w14:textId="77777777" w:rsidR="006D4449" w:rsidRDefault="006D4449" w:rsidP="006D4449">
      <w:r>
        <w:t>297.5753</w:t>
      </w:r>
      <w:r>
        <w:tab/>
        <w:t>1.013e0</w:t>
      </w:r>
    </w:p>
    <w:p w14:paraId="4CDD0BBF" w14:textId="77777777" w:rsidR="006D4449" w:rsidRDefault="006D4449" w:rsidP="006D4449">
      <w:r>
        <w:t>297.5898</w:t>
      </w:r>
      <w:r>
        <w:tab/>
        <w:t>1.013e0</w:t>
      </w:r>
    </w:p>
    <w:p w14:paraId="57187407" w14:textId="77777777" w:rsidR="006D4449" w:rsidRDefault="006D4449" w:rsidP="006D4449">
      <w:r>
        <w:t>297.6235</w:t>
      </w:r>
      <w:r>
        <w:tab/>
        <w:t>2.025e0</w:t>
      </w:r>
    </w:p>
    <w:p w14:paraId="602821FC" w14:textId="77777777" w:rsidR="006D4449" w:rsidRDefault="006D4449" w:rsidP="006D4449">
      <w:r>
        <w:lastRenderedPageBreak/>
        <w:t>297.6440</w:t>
      </w:r>
      <w:r>
        <w:tab/>
        <w:t>1.013e0</w:t>
      </w:r>
    </w:p>
    <w:p w14:paraId="7EAC9A88" w14:textId="77777777" w:rsidR="006D4449" w:rsidRDefault="006D4449" w:rsidP="006D4449">
      <w:r>
        <w:t>297.6633</w:t>
      </w:r>
      <w:r>
        <w:tab/>
        <w:t>2.025e0</w:t>
      </w:r>
    </w:p>
    <w:p w14:paraId="3EB15961" w14:textId="77777777" w:rsidR="006D4449" w:rsidRDefault="006D4449" w:rsidP="006D4449">
      <w:r>
        <w:t>297.6799</w:t>
      </w:r>
      <w:r>
        <w:tab/>
        <w:t>1.013e0</w:t>
      </w:r>
    </w:p>
    <w:p w14:paraId="34BEAF63" w14:textId="77777777" w:rsidR="006D4449" w:rsidRDefault="006D4449" w:rsidP="006D4449">
      <w:r>
        <w:t>297.6959</w:t>
      </w:r>
      <w:r>
        <w:tab/>
        <w:t>2.025e0</w:t>
      </w:r>
    </w:p>
    <w:p w14:paraId="125B37F1" w14:textId="77777777" w:rsidR="006D4449" w:rsidRDefault="006D4449" w:rsidP="006D4449">
      <w:r>
        <w:t>297.7090</w:t>
      </w:r>
      <w:r>
        <w:tab/>
        <w:t>1.013e0</w:t>
      </w:r>
    </w:p>
    <w:p w14:paraId="507DDD42" w14:textId="77777777" w:rsidR="006D4449" w:rsidRDefault="006D4449" w:rsidP="006D4449">
      <w:r>
        <w:t>297.7176</w:t>
      </w:r>
      <w:r>
        <w:tab/>
        <w:t>1.013e0</w:t>
      </w:r>
    </w:p>
    <w:p w14:paraId="079E1C79" w14:textId="77777777" w:rsidR="006D4449" w:rsidRDefault="006D4449" w:rsidP="006D4449">
      <w:r>
        <w:t>297.7488</w:t>
      </w:r>
      <w:r>
        <w:tab/>
        <w:t>1.013e0</w:t>
      </w:r>
    </w:p>
    <w:p w14:paraId="57B70C39" w14:textId="77777777" w:rsidR="006D4449" w:rsidRDefault="006D4449" w:rsidP="006D4449">
      <w:r>
        <w:t>297.7718</w:t>
      </w:r>
      <w:r>
        <w:tab/>
        <w:t>3.038e0</w:t>
      </w:r>
    </w:p>
    <w:p w14:paraId="245CBE60" w14:textId="77777777" w:rsidR="006D4449" w:rsidRDefault="006D4449" w:rsidP="006D4449">
      <w:r>
        <w:t>297.7922</w:t>
      </w:r>
      <w:r>
        <w:tab/>
        <w:t>1.013e0</w:t>
      </w:r>
    </w:p>
    <w:p w14:paraId="15003049" w14:textId="77777777" w:rsidR="006D4449" w:rsidRDefault="006D4449" w:rsidP="006D4449">
      <w:r>
        <w:t>297.8241</w:t>
      </w:r>
      <w:r>
        <w:tab/>
        <w:t>2.025e0</w:t>
      </w:r>
    </w:p>
    <w:p w14:paraId="434917F7" w14:textId="77777777" w:rsidR="006D4449" w:rsidRDefault="006D4449" w:rsidP="006D4449">
      <w:r>
        <w:t>297.8505</w:t>
      </w:r>
      <w:r>
        <w:tab/>
        <w:t>1.013e0</w:t>
      </w:r>
    </w:p>
    <w:p w14:paraId="66294874" w14:textId="77777777" w:rsidR="006D4449" w:rsidRDefault="006D4449" w:rsidP="006D4449">
      <w:r>
        <w:t>297.8694</w:t>
      </w:r>
      <w:r>
        <w:tab/>
        <w:t>1.013e0</w:t>
      </w:r>
    </w:p>
    <w:p w14:paraId="58CD6F4B" w14:textId="77777777" w:rsidR="006D4449" w:rsidRDefault="006D4449" w:rsidP="006D4449">
      <w:r>
        <w:t>297.8793</w:t>
      </w:r>
      <w:r>
        <w:tab/>
        <w:t>2.025e0</w:t>
      </w:r>
    </w:p>
    <w:p w14:paraId="5C337253" w14:textId="77777777" w:rsidR="006D4449" w:rsidRDefault="006D4449" w:rsidP="006D4449">
      <w:r>
        <w:t>297.9101</w:t>
      </w:r>
      <w:r>
        <w:tab/>
        <w:t>1.013e0</w:t>
      </w:r>
    </w:p>
    <w:p w14:paraId="3CB5D170" w14:textId="77777777" w:rsidR="006D4449" w:rsidRDefault="006D4449" w:rsidP="006D4449">
      <w:r>
        <w:t>297.9420</w:t>
      </w:r>
      <w:r>
        <w:tab/>
        <w:t>2.025e0</w:t>
      </w:r>
    </w:p>
    <w:p w14:paraId="2630961F" w14:textId="77777777" w:rsidR="006D4449" w:rsidRDefault="006D4449" w:rsidP="006D4449">
      <w:r>
        <w:t>297.9697</w:t>
      </w:r>
      <w:r>
        <w:tab/>
        <w:t>1.216e0</w:t>
      </w:r>
    </w:p>
    <w:p w14:paraId="30FBF456" w14:textId="77777777" w:rsidR="006D4449" w:rsidRDefault="006D4449" w:rsidP="006D4449">
      <w:r>
        <w:t>297.9751</w:t>
      </w:r>
      <w:r>
        <w:tab/>
        <w:t>1.013e0</w:t>
      </w:r>
    </w:p>
    <w:p w14:paraId="4CD94F3F" w14:textId="77777777" w:rsidR="006D4449" w:rsidRDefault="006D4449" w:rsidP="006D4449">
      <w:r>
        <w:t>297.9889</w:t>
      </w:r>
      <w:r>
        <w:tab/>
        <w:t>3.038e0</w:t>
      </w:r>
    </w:p>
    <w:p w14:paraId="47C21315" w14:textId="77777777" w:rsidR="006D4449" w:rsidRDefault="006D4449" w:rsidP="006D4449">
      <w:r>
        <w:t>297.9930</w:t>
      </w:r>
      <w:r>
        <w:tab/>
        <w:t>1.013e0</w:t>
      </w:r>
    </w:p>
    <w:p w14:paraId="7B62D562" w14:textId="77777777" w:rsidR="006D4449" w:rsidRDefault="006D4449" w:rsidP="006D4449">
      <w:r>
        <w:lastRenderedPageBreak/>
        <w:t>298.0056</w:t>
      </w:r>
      <w:r>
        <w:tab/>
        <w:t>1.013e0</w:t>
      </w:r>
    </w:p>
    <w:p w14:paraId="19A0F8C1" w14:textId="77777777" w:rsidR="006D4449" w:rsidRDefault="006D4449" w:rsidP="006D4449">
      <w:r>
        <w:t>298.0107</w:t>
      </w:r>
      <w:r>
        <w:tab/>
        <w:t>1.013e0</w:t>
      </w:r>
    </w:p>
    <w:p w14:paraId="4F73CA2C" w14:textId="77777777" w:rsidR="006D4449" w:rsidRDefault="006D4449" w:rsidP="006D4449">
      <w:r>
        <w:t>298.0364</w:t>
      </w:r>
      <w:r>
        <w:tab/>
        <w:t>3.042e0</w:t>
      </w:r>
    </w:p>
    <w:p w14:paraId="281FCD75" w14:textId="77777777" w:rsidR="006D4449" w:rsidRDefault="006D4449" w:rsidP="006D4449">
      <w:r>
        <w:t>298.0387</w:t>
      </w:r>
      <w:r>
        <w:tab/>
        <w:t>1.013e0</w:t>
      </w:r>
    </w:p>
    <w:p w14:paraId="6719C251" w14:textId="77777777" w:rsidR="006D4449" w:rsidRDefault="006D4449" w:rsidP="006D4449">
      <w:r>
        <w:t>298.0584</w:t>
      </w:r>
      <w:r>
        <w:tab/>
        <w:t>1.013e0</w:t>
      </w:r>
    </w:p>
    <w:p w14:paraId="62407BD5" w14:textId="77777777" w:rsidR="006D4449" w:rsidRDefault="006D4449" w:rsidP="006D4449">
      <w:r>
        <w:t>298.0624</w:t>
      </w:r>
      <w:r>
        <w:tab/>
        <w:t>1.013e0</w:t>
      </w:r>
    </w:p>
    <w:p w14:paraId="5EDB957C" w14:textId="77777777" w:rsidR="006D4449" w:rsidRDefault="006D4449" w:rsidP="006D4449">
      <w:r>
        <w:t>298.0969</w:t>
      </w:r>
      <w:r>
        <w:tab/>
        <w:t>2.324e0</w:t>
      </w:r>
    </w:p>
    <w:p w14:paraId="2902A099" w14:textId="77777777" w:rsidR="006D4449" w:rsidRDefault="006D4449" w:rsidP="006D4449">
      <w:r>
        <w:t>298.1068</w:t>
      </w:r>
      <w:r>
        <w:tab/>
        <w:t>2.025e0</w:t>
      </w:r>
    </w:p>
    <w:p w14:paraId="64D7CC4C" w14:textId="77777777" w:rsidR="006D4449" w:rsidRDefault="006D4449" w:rsidP="006D4449">
      <w:r>
        <w:t>298.1099</w:t>
      </w:r>
      <w:r>
        <w:tab/>
        <w:t>3.038e0</w:t>
      </w:r>
    </w:p>
    <w:p w14:paraId="45C55AB9" w14:textId="77777777" w:rsidR="006D4449" w:rsidRDefault="006D4449" w:rsidP="006D4449">
      <w:r>
        <w:t>298.1331</w:t>
      </w:r>
      <w:r>
        <w:tab/>
        <w:t>6.076e0</w:t>
      </w:r>
    </w:p>
    <w:p w14:paraId="3F364040" w14:textId="77777777" w:rsidR="006D4449" w:rsidRDefault="006D4449" w:rsidP="006D4449">
      <w:r>
        <w:t>298.1409</w:t>
      </w:r>
      <w:r>
        <w:tab/>
        <w:t>1.013e0</w:t>
      </w:r>
    </w:p>
    <w:p w14:paraId="1F4BB74F" w14:textId="77777777" w:rsidR="006D4449" w:rsidRDefault="006D4449" w:rsidP="006D4449">
      <w:r>
        <w:t>298.1692</w:t>
      </w:r>
      <w:r>
        <w:tab/>
        <w:t>6.076e0</w:t>
      </w:r>
    </w:p>
    <w:p w14:paraId="36C4264B" w14:textId="77777777" w:rsidR="006D4449" w:rsidRDefault="006D4449" w:rsidP="006D4449">
      <w:r>
        <w:t>298.1881</w:t>
      </w:r>
      <w:r>
        <w:tab/>
        <w:t>2.025e0</w:t>
      </w:r>
    </w:p>
    <w:p w14:paraId="1DFDE7DC" w14:textId="77777777" w:rsidR="006D4449" w:rsidRDefault="006D4449" w:rsidP="006D4449">
      <w:r>
        <w:t>298.2229</w:t>
      </w:r>
      <w:r>
        <w:tab/>
        <w:t>3.038e0</w:t>
      </w:r>
    </w:p>
    <w:p w14:paraId="30B4A9E1" w14:textId="77777777" w:rsidR="006D4449" w:rsidRDefault="006D4449" w:rsidP="006D4449">
      <w:r>
        <w:t>298.2412</w:t>
      </w:r>
      <w:r>
        <w:tab/>
        <w:t>1.013e0</w:t>
      </w:r>
    </w:p>
    <w:p w14:paraId="1DE5F71B" w14:textId="77777777" w:rsidR="006D4449" w:rsidRDefault="006D4449" w:rsidP="006D4449">
      <w:r>
        <w:t>298.2440</w:t>
      </w:r>
      <w:r>
        <w:tab/>
        <w:t>1.013e0</w:t>
      </w:r>
    </w:p>
    <w:p w14:paraId="1A457C89" w14:textId="77777777" w:rsidR="006D4449" w:rsidRDefault="006D4449" w:rsidP="006D4449">
      <w:r>
        <w:t>298.2477</w:t>
      </w:r>
      <w:r>
        <w:tab/>
        <w:t>2.025e0</w:t>
      </w:r>
    </w:p>
    <w:p w14:paraId="76C7504F" w14:textId="77777777" w:rsidR="006D4449" w:rsidRDefault="006D4449" w:rsidP="006D4449">
      <w:r>
        <w:t>298.2526</w:t>
      </w:r>
      <w:r>
        <w:tab/>
        <w:t>2.025e0</w:t>
      </w:r>
    </w:p>
    <w:p w14:paraId="5760DDE9" w14:textId="77777777" w:rsidR="006D4449" w:rsidRDefault="006D4449" w:rsidP="006D4449">
      <w:r>
        <w:t>298.2604</w:t>
      </w:r>
      <w:r>
        <w:tab/>
        <w:t>3.038e0</w:t>
      </w:r>
    </w:p>
    <w:p w14:paraId="3A2E0D2F" w14:textId="77777777" w:rsidR="006D4449" w:rsidRDefault="006D4449" w:rsidP="006D4449">
      <w:r>
        <w:lastRenderedPageBreak/>
        <w:t>298.2697</w:t>
      </w:r>
      <w:r>
        <w:tab/>
        <w:t>2.025e0</w:t>
      </w:r>
    </w:p>
    <w:p w14:paraId="13BCA03D" w14:textId="77777777" w:rsidR="006D4449" w:rsidRDefault="006D4449" w:rsidP="006D4449">
      <w:r>
        <w:t>298.2954</w:t>
      </w:r>
      <w:r>
        <w:tab/>
        <w:t>3.038e0</w:t>
      </w:r>
    </w:p>
    <w:p w14:paraId="465C07AC" w14:textId="77777777" w:rsidR="006D4449" w:rsidRDefault="006D4449" w:rsidP="006D4449">
      <w:r>
        <w:t>298.2973</w:t>
      </w:r>
      <w:r>
        <w:tab/>
        <w:t>3.038e0</w:t>
      </w:r>
    </w:p>
    <w:p w14:paraId="539F1E36" w14:textId="77777777" w:rsidR="006D4449" w:rsidRDefault="006D4449" w:rsidP="006D4449">
      <w:r>
        <w:t>298.3010</w:t>
      </w:r>
      <w:r>
        <w:tab/>
        <w:t>3.038e0</w:t>
      </w:r>
    </w:p>
    <w:p w14:paraId="1A56D775" w14:textId="77777777" w:rsidR="006D4449" w:rsidRDefault="006D4449" w:rsidP="006D4449">
      <w:r>
        <w:t>298.3135</w:t>
      </w:r>
      <w:r>
        <w:tab/>
        <w:t>3.038e0</w:t>
      </w:r>
    </w:p>
    <w:p w14:paraId="1094752E" w14:textId="77777777" w:rsidR="006D4449" w:rsidRDefault="006D4449" w:rsidP="006D4449">
      <w:r>
        <w:t>298.3306</w:t>
      </w:r>
      <w:r>
        <w:tab/>
        <w:t>2.025e0</w:t>
      </w:r>
    </w:p>
    <w:p w14:paraId="2A6018BD" w14:textId="77777777" w:rsidR="006D4449" w:rsidRDefault="006D4449" w:rsidP="006D4449">
      <w:r>
        <w:t>298.3433</w:t>
      </w:r>
      <w:r>
        <w:tab/>
        <w:t>2.025e0</w:t>
      </w:r>
    </w:p>
    <w:p w14:paraId="43A1D8E3" w14:textId="77777777" w:rsidR="006D4449" w:rsidRDefault="006D4449" w:rsidP="006D4449">
      <w:r>
        <w:t>298.3615</w:t>
      </w:r>
      <w:r>
        <w:tab/>
        <w:t>3.038e0</w:t>
      </w:r>
    </w:p>
    <w:p w14:paraId="330A4838" w14:textId="77777777" w:rsidR="006D4449" w:rsidRDefault="006D4449" w:rsidP="006D4449">
      <w:r>
        <w:t>298.3645</w:t>
      </w:r>
      <w:r>
        <w:tab/>
        <w:t>1.013e0</w:t>
      </w:r>
    </w:p>
    <w:p w14:paraId="2C815853" w14:textId="77777777" w:rsidR="006D4449" w:rsidRDefault="006D4449" w:rsidP="006D4449">
      <w:r>
        <w:t>298.3850</w:t>
      </w:r>
      <w:r>
        <w:tab/>
        <w:t>2.025e0</w:t>
      </w:r>
    </w:p>
    <w:p w14:paraId="792622AB" w14:textId="77777777" w:rsidR="006D4449" w:rsidRDefault="006D4449" w:rsidP="006D4449">
      <w:r>
        <w:t>298.3946</w:t>
      </w:r>
      <w:r>
        <w:tab/>
        <w:t>2.025e0</w:t>
      </w:r>
    </w:p>
    <w:p w14:paraId="470CF501" w14:textId="77777777" w:rsidR="006D4449" w:rsidRDefault="006D4449" w:rsidP="006D4449">
      <w:r>
        <w:t>298.4016</w:t>
      </w:r>
      <w:r>
        <w:tab/>
        <w:t>1.013e0</w:t>
      </w:r>
    </w:p>
    <w:p w14:paraId="571FFD01" w14:textId="77777777" w:rsidR="006D4449" w:rsidRDefault="006D4449" w:rsidP="006D4449">
      <w:r>
        <w:t>298.4121</w:t>
      </w:r>
      <w:r>
        <w:tab/>
        <w:t>1.013e0</w:t>
      </w:r>
    </w:p>
    <w:p w14:paraId="013A00CF" w14:textId="77777777" w:rsidR="006D4449" w:rsidRDefault="006D4449" w:rsidP="006D4449">
      <w:r>
        <w:t>298.4438</w:t>
      </w:r>
      <w:r>
        <w:tab/>
        <w:t>1.013e0</w:t>
      </w:r>
    </w:p>
    <w:p w14:paraId="293DB8D4" w14:textId="77777777" w:rsidR="006D4449" w:rsidRDefault="006D4449" w:rsidP="006D4449">
      <w:r>
        <w:t>298.4547</w:t>
      </w:r>
      <w:r>
        <w:tab/>
        <w:t>1.013e0</w:t>
      </w:r>
    </w:p>
    <w:p w14:paraId="3FE85643" w14:textId="77777777" w:rsidR="006D4449" w:rsidRDefault="006D4449" w:rsidP="006D4449">
      <w:r>
        <w:t>298.4614</w:t>
      </w:r>
      <w:r>
        <w:tab/>
        <w:t>1.013e0</w:t>
      </w:r>
    </w:p>
    <w:p w14:paraId="4F4224FD" w14:textId="77777777" w:rsidR="006D4449" w:rsidRDefault="006D4449" w:rsidP="006D4449">
      <w:r>
        <w:t>298.4995</w:t>
      </w:r>
      <w:r>
        <w:tab/>
        <w:t>1.013e0</w:t>
      </w:r>
    </w:p>
    <w:p w14:paraId="3791DB92" w14:textId="77777777" w:rsidR="006D4449" w:rsidRDefault="006D4449" w:rsidP="006D4449">
      <w:r>
        <w:t>298.5300</w:t>
      </w:r>
      <w:r>
        <w:tab/>
        <w:t>1.013e0</w:t>
      </w:r>
    </w:p>
    <w:p w14:paraId="71A14BD3" w14:textId="77777777" w:rsidR="006D4449" w:rsidRDefault="006D4449" w:rsidP="006D4449">
      <w:r>
        <w:t>298.5579</w:t>
      </w:r>
      <w:r>
        <w:tab/>
        <w:t>1.013e0</w:t>
      </w:r>
    </w:p>
    <w:p w14:paraId="53E6CB0C" w14:textId="77777777" w:rsidR="006D4449" w:rsidRDefault="006D4449" w:rsidP="006D4449">
      <w:r>
        <w:lastRenderedPageBreak/>
        <w:t>298.5777</w:t>
      </w:r>
      <w:r>
        <w:tab/>
        <w:t>2.025e0</w:t>
      </w:r>
    </w:p>
    <w:p w14:paraId="58086CB1" w14:textId="77777777" w:rsidR="006D4449" w:rsidRDefault="006D4449" w:rsidP="006D4449">
      <w:r>
        <w:t>298.6109</w:t>
      </w:r>
      <w:r>
        <w:tab/>
        <w:t>2.025e0</w:t>
      </w:r>
    </w:p>
    <w:p w14:paraId="563E9A44" w14:textId="77777777" w:rsidR="006D4449" w:rsidRDefault="006D4449" w:rsidP="006D4449">
      <w:r>
        <w:t>298.6295</w:t>
      </w:r>
      <w:r>
        <w:tab/>
        <w:t>1.013e0</w:t>
      </w:r>
    </w:p>
    <w:p w14:paraId="3AB105FC" w14:textId="77777777" w:rsidR="006D4449" w:rsidRDefault="006D4449" w:rsidP="006D4449">
      <w:r>
        <w:t>298.6680</w:t>
      </w:r>
      <w:r>
        <w:tab/>
        <w:t>1.013e0</w:t>
      </w:r>
    </w:p>
    <w:p w14:paraId="343F61E0" w14:textId="77777777" w:rsidR="006D4449" w:rsidRDefault="006D4449" w:rsidP="006D4449">
      <w:r>
        <w:t>298.6722</w:t>
      </w:r>
      <w:r>
        <w:tab/>
        <w:t>1.013e0</w:t>
      </w:r>
    </w:p>
    <w:p w14:paraId="7E9A933B" w14:textId="77777777" w:rsidR="006D4449" w:rsidRDefault="006D4449" w:rsidP="006D4449">
      <w:r>
        <w:t>298.6891</w:t>
      </w:r>
      <w:r>
        <w:tab/>
        <w:t>1.013e0</w:t>
      </w:r>
    </w:p>
    <w:p w14:paraId="0B0F3BDE" w14:textId="77777777" w:rsidR="006D4449" w:rsidRDefault="006D4449" w:rsidP="006D4449">
      <w:r>
        <w:t>298.7036</w:t>
      </w:r>
      <w:r>
        <w:tab/>
        <w:t>2.025e0</w:t>
      </w:r>
    </w:p>
    <w:p w14:paraId="627869D2" w14:textId="77777777" w:rsidR="006D4449" w:rsidRDefault="006D4449" w:rsidP="006D4449">
      <w:r>
        <w:t>298.7088</w:t>
      </w:r>
      <w:r>
        <w:tab/>
        <w:t>1.013e0</w:t>
      </w:r>
    </w:p>
    <w:p w14:paraId="408083A4" w14:textId="77777777" w:rsidR="006D4449" w:rsidRDefault="006D4449" w:rsidP="006D4449">
      <w:r>
        <w:t>298.7142</w:t>
      </w:r>
      <w:r>
        <w:tab/>
        <w:t>1.013e0</w:t>
      </w:r>
    </w:p>
    <w:p w14:paraId="1D470911" w14:textId="77777777" w:rsidR="006D4449" w:rsidRDefault="006D4449" w:rsidP="006D4449">
      <w:r>
        <w:t>298.8057</w:t>
      </w:r>
      <w:r>
        <w:tab/>
        <w:t>1.013e0</w:t>
      </w:r>
    </w:p>
    <w:p w14:paraId="49338686" w14:textId="77777777" w:rsidR="006D4449" w:rsidRDefault="006D4449" w:rsidP="006D4449">
      <w:r>
        <w:t>298.8293</w:t>
      </w:r>
      <w:r>
        <w:tab/>
        <w:t>2.025e0</w:t>
      </w:r>
    </w:p>
    <w:p w14:paraId="58BCA91B" w14:textId="77777777" w:rsidR="006D4449" w:rsidRDefault="006D4449" w:rsidP="006D4449">
      <w:r>
        <w:t>298.8463</w:t>
      </w:r>
      <w:r>
        <w:tab/>
        <w:t>1.013e0</w:t>
      </w:r>
    </w:p>
    <w:p w14:paraId="58B05643" w14:textId="77777777" w:rsidR="006D4449" w:rsidRDefault="006D4449" w:rsidP="006D4449">
      <w:r>
        <w:t>298.9074</w:t>
      </w:r>
      <w:r>
        <w:tab/>
        <w:t>1.013e0</w:t>
      </w:r>
    </w:p>
    <w:p w14:paraId="7FEA1FED" w14:textId="77777777" w:rsidR="006D4449" w:rsidRDefault="006D4449" w:rsidP="006D4449">
      <w:r>
        <w:t>298.9335</w:t>
      </w:r>
      <w:r>
        <w:tab/>
        <w:t>2.025e0</w:t>
      </w:r>
    </w:p>
    <w:p w14:paraId="53D7D443" w14:textId="77777777" w:rsidR="006D4449" w:rsidRDefault="006D4449" w:rsidP="006D4449">
      <w:r>
        <w:t>298.9346</w:t>
      </w:r>
      <w:r>
        <w:tab/>
        <w:t>1.013e0</w:t>
      </w:r>
    </w:p>
    <w:p w14:paraId="19F6F046" w14:textId="77777777" w:rsidR="006D4449" w:rsidRDefault="006D4449" w:rsidP="006D4449">
      <w:r>
        <w:t>298.9538</w:t>
      </w:r>
      <w:r>
        <w:tab/>
        <w:t>1.198e0</w:t>
      </w:r>
    </w:p>
    <w:p w14:paraId="316C706B" w14:textId="77777777" w:rsidR="006D4449" w:rsidRDefault="006D4449" w:rsidP="006D4449">
      <w:r>
        <w:t>298.9666</w:t>
      </w:r>
      <w:r>
        <w:tab/>
        <w:t>2.025e0</w:t>
      </w:r>
    </w:p>
    <w:p w14:paraId="28217B2F" w14:textId="77777777" w:rsidR="006D4449" w:rsidRDefault="006D4449" w:rsidP="006D4449">
      <w:r>
        <w:t>298.9815</w:t>
      </w:r>
      <w:r>
        <w:tab/>
        <w:t>2.025e0</w:t>
      </w:r>
    </w:p>
    <w:p w14:paraId="277F8A66" w14:textId="77777777" w:rsidR="006D4449" w:rsidRDefault="006D4449" w:rsidP="006D4449">
      <w:r>
        <w:t>298.9832</w:t>
      </w:r>
      <w:r>
        <w:tab/>
        <w:t>3.038e0</w:t>
      </w:r>
    </w:p>
    <w:p w14:paraId="62ED3A1A" w14:textId="77777777" w:rsidR="006D4449" w:rsidRDefault="006D4449" w:rsidP="006D4449">
      <w:r>
        <w:lastRenderedPageBreak/>
        <w:t>299.0000</w:t>
      </w:r>
      <w:r>
        <w:tab/>
        <w:t>1.013e0</w:t>
      </w:r>
    </w:p>
    <w:p w14:paraId="41DAE97D" w14:textId="77777777" w:rsidR="006D4449" w:rsidRDefault="006D4449" w:rsidP="006D4449">
      <w:r>
        <w:t>299.0336</w:t>
      </w:r>
      <w:r>
        <w:tab/>
        <w:t>7.089e0</w:t>
      </w:r>
    </w:p>
    <w:p w14:paraId="063C256C" w14:textId="77777777" w:rsidR="006D4449" w:rsidRDefault="006D4449" w:rsidP="006D4449">
      <w:r>
        <w:t>299.0377</w:t>
      </w:r>
      <w:r>
        <w:tab/>
        <w:t>8.101e0</w:t>
      </w:r>
    </w:p>
    <w:p w14:paraId="4C745EE0" w14:textId="77777777" w:rsidR="006D4449" w:rsidRDefault="006D4449" w:rsidP="006D4449">
      <w:r>
        <w:t>299.0438</w:t>
      </w:r>
      <w:r>
        <w:tab/>
        <w:t>4.051e0</w:t>
      </w:r>
    </w:p>
    <w:p w14:paraId="27688B85" w14:textId="77777777" w:rsidR="006D4449" w:rsidRDefault="006D4449" w:rsidP="006D4449">
      <w:r>
        <w:t>299.0522</w:t>
      </w:r>
      <w:r>
        <w:tab/>
        <w:t>4.051e0</w:t>
      </w:r>
    </w:p>
    <w:p w14:paraId="70BD467A" w14:textId="77777777" w:rsidR="006D4449" w:rsidRDefault="006D4449" w:rsidP="006D4449">
      <w:r>
        <w:t>299.0819</w:t>
      </w:r>
      <w:r>
        <w:tab/>
        <w:t>2.025e0</w:t>
      </w:r>
    </w:p>
    <w:p w14:paraId="2845BC5E" w14:textId="77777777" w:rsidR="006D4449" w:rsidRDefault="006D4449" w:rsidP="006D4449">
      <w:r>
        <w:t>299.0905</w:t>
      </w:r>
      <w:r>
        <w:tab/>
        <w:t>3.038e0</w:t>
      </w:r>
    </w:p>
    <w:p w14:paraId="16583A58" w14:textId="77777777" w:rsidR="006D4449" w:rsidRDefault="006D4449" w:rsidP="006D4449">
      <w:r>
        <w:t>299.0945</w:t>
      </w:r>
      <w:r>
        <w:tab/>
        <w:t>1.013e0</w:t>
      </w:r>
    </w:p>
    <w:p w14:paraId="51C2ED6D" w14:textId="77777777" w:rsidR="006D4449" w:rsidRDefault="006D4449" w:rsidP="006D4449">
      <w:r>
        <w:t>299.1207</w:t>
      </w:r>
      <w:r>
        <w:tab/>
        <w:t>6.076e0</w:t>
      </w:r>
    </w:p>
    <w:p w14:paraId="3E1B55ED" w14:textId="77777777" w:rsidR="006D4449" w:rsidRDefault="006D4449" w:rsidP="006D4449">
      <w:r>
        <w:t>299.1264</w:t>
      </w:r>
      <w:r>
        <w:tab/>
        <w:t>1.013e0</w:t>
      </w:r>
    </w:p>
    <w:p w14:paraId="39BC2B15" w14:textId="77777777" w:rsidR="006D4449" w:rsidRDefault="006D4449" w:rsidP="006D4449">
      <w:r>
        <w:t>299.1361</w:t>
      </w:r>
      <w:r>
        <w:tab/>
        <w:t>1.013e0</w:t>
      </w:r>
    </w:p>
    <w:p w14:paraId="02CD9122" w14:textId="77777777" w:rsidR="006D4449" w:rsidRDefault="006D4449" w:rsidP="006D4449">
      <w:r>
        <w:t>299.1415</w:t>
      </w:r>
      <w:r>
        <w:tab/>
        <w:t>3.038e0</w:t>
      </w:r>
    </w:p>
    <w:p w14:paraId="23458A4A" w14:textId="77777777" w:rsidR="006D4449" w:rsidRDefault="006D4449" w:rsidP="006D4449">
      <w:r>
        <w:t>299.1737</w:t>
      </w:r>
      <w:r>
        <w:tab/>
        <w:t>3.038e0</w:t>
      </w:r>
    </w:p>
    <w:p w14:paraId="3DD6F08F" w14:textId="77777777" w:rsidR="006D4449" w:rsidRDefault="006D4449" w:rsidP="006D4449">
      <w:r>
        <w:t>299.1758</w:t>
      </w:r>
      <w:r>
        <w:tab/>
        <w:t>3.038e0</w:t>
      </w:r>
    </w:p>
    <w:p w14:paraId="79D766DA" w14:textId="77777777" w:rsidR="006D4449" w:rsidRDefault="006D4449" w:rsidP="006D4449">
      <w:r>
        <w:t>299.1780</w:t>
      </w:r>
      <w:r>
        <w:tab/>
        <w:t>2.025e0</w:t>
      </w:r>
    </w:p>
    <w:p w14:paraId="5791AF48" w14:textId="77777777" w:rsidR="006D4449" w:rsidRDefault="006D4449" w:rsidP="006D4449">
      <w:r>
        <w:t>299.1950</w:t>
      </w:r>
      <w:r>
        <w:tab/>
        <w:t>3.038e0</w:t>
      </w:r>
    </w:p>
    <w:p w14:paraId="0AFE4130" w14:textId="77777777" w:rsidR="006D4449" w:rsidRDefault="006D4449" w:rsidP="006D4449">
      <w:r>
        <w:t>299.2056</w:t>
      </w:r>
      <w:r>
        <w:tab/>
        <w:t>1.013e0</w:t>
      </w:r>
    </w:p>
    <w:p w14:paraId="571794B8" w14:textId="77777777" w:rsidR="006D4449" w:rsidRDefault="006D4449" w:rsidP="006D4449">
      <w:r>
        <w:t>299.2286</w:t>
      </w:r>
      <w:r>
        <w:tab/>
        <w:t>4.051e0</w:t>
      </w:r>
    </w:p>
    <w:p w14:paraId="3EB13F38" w14:textId="77777777" w:rsidR="006D4449" w:rsidRDefault="006D4449" w:rsidP="006D4449">
      <w:r>
        <w:t>299.2641</w:t>
      </w:r>
      <w:r>
        <w:tab/>
        <w:t>2.025e0</w:t>
      </w:r>
    </w:p>
    <w:p w14:paraId="30D32228" w14:textId="77777777" w:rsidR="006D4449" w:rsidRDefault="006D4449" w:rsidP="006D4449">
      <w:r>
        <w:lastRenderedPageBreak/>
        <w:t>299.2716</w:t>
      </w:r>
      <w:r>
        <w:tab/>
        <w:t>3.038e0</w:t>
      </w:r>
    </w:p>
    <w:p w14:paraId="2ED23811" w14:textId="77777777" w:rsidR="006D4449" w:rsidRDefault="006D4449" w:rsidP="006D4449">
      <w:r>
        <w:t>299.2738</w:t>
      </w:r>
      <w:r>
        <w:tab/>
        <w:t>4.051e0</w:t>
      </w:r>
    </w:p>
    <w:p w14:paraId="51BDAE5B" w14:textId="77777777" w:rsidR="006D4449" w:rsidRDefault="006D4449" w:rsidP="006D4449">
      <w:r>
        <w:t>299.2819</w:t>
      </w:r>
      <w:r>
        <w:tab/>
        <w:t>1.013e0</w:t>
      </w:r>
    </w:p>
    <w:p w14:paraId="74D6AC27" w14:textId="77777777" w:rsidR="006D4449" w:rsidRDefault="006D4449" w:rsidP="006D4449">
      <w:r>
        <w:t>299.3054</w:t>
      </w:r>
      <w:r>
        <w:tab/>
        <w:t>1.013e0</w:t>
      </w:r>
    </w:p>
    <w:p w14:paraId="6A973EDD" w14:textId="77777777" w:rsidR="006D4449" w:rsidRDefault="006D4449" w:rsidP="006D4449">
      <w:r>
        <w:t>299.3088</w:t>
      </w:r>
      <w:r>
        <w:tab/>
        <w:t>2.025e0</w:t>
      </w:r>
    </w:p>
    <w:p w14:paraId="4753974D" w14:textId="77777777" w:rsidR="006D4449" w:rsidRDefault="006D4449" w:rsidP="006D4449">
      <w:r>
        <w:t>299.3609</w:t>
      </w:r>
      <w:r>
        <w:tab/>
        <w:t>1.013e0</w:t>
      </w:r>
    </w:p>
    <w:p w14:paraId="6CE037D7" w14:textId="77777777" w:rsidR="006D4449" w:rsidRDefault="006D4449" w:rsidP="006D4449">
      <w:r>
        <w:t>299.3900</w:t>
      </w:r>
      <w:r>
        <w:tab/>
        <w:t>1.013e0</w:t>
      </w:r>
    </w:p>
    <w:p w14:paraId="70CB2F42" w14:textId="77777777" w:rsidR="006D4449" w:rsidRDefault="006D4449" w:rsidP="006D4449">
      <w:r>
        <w:t>299.3941</w:t>
      </w:r>
      <w:r>
        <w:tab/>
        <w:t>1.013e0</w:t>
      </w:r>
    </w:p>
    <w:p w14:paraId="3DE0F66E" w14:textId="77777777" w:rsidR="006D4449" w:rsidRDefault="006D4449" w:rsidP="006D4449">
      <w:r>
        <w:t>299.4484</w:t>
      </w:r>
      <w:r>
        <w:tab/>
        <w:t>2.025e0</w:t>
      </w:r>
    </w:p>
    <w:p w14:paraId="7A5AB2BF" w14:textId="77777777" w:rsidR="006D4449" w:rsidRDefault="006D4449" w:rsidP="006D4449">
      <w:r>
        <w:t>299.4497</w:t>
      </w:r>
      <w:r>
        <w:tab/>
        <w:t>1.013e0</w:t>
      </w:r>
    </w:p>
    <w:p w14:paraId="048852F6" w14:textId="77777777" w:rsidR="006D4449" w:rsidRDefault="006D4449" w:rsidP="006D4449">
      <w:r>
        <w:t>299.4596</w:t>
      </w:r>
      <w:r>
        <w:tab/>
        <w:t>2.025e0</w:t>
      </w:r>
    </w:p>
    <w:p w14:paraId="7CE3475C" w14:textId="77777777" w:rsidR="006D4449" w:rsidRDefault="006D4449" w:rsidP="006D4449">
      <w:r>
        <w:t>299.4620</w:t>
      </w:r>
      <w:r>
        <w:tab/>
        <w:t>2.025e0</w:t>
      </w:r>
    </w:p>
    <w:p w14:paraId="363583C4" w14:textId="77777777" w:rsidR="006D4449" w:rsidRDefault="006D4449" w:rsidP="006D4449">
      <w:r>
        <w:t>299.4693</w:t>
      </w:r>
      <w:r>
        <w:tab/>
        <w:t>2.025e0</w:t>
      </w:r>
    </w:p>
    <w:p w14:paraId="3E0CCD0C" w14:textId="77777777" w:rsidR="006D4449" w:rsidRDefault="006D4449" w:rsidP="006D4449">
      <w:r>
        <w:t>299.5158</w:t>
      </w:r>
      <w:r>
        <w:tab/>
        <w:t>2.025e0</w:t>
      </w:r>
    </w:p>
    <w:p w14:paraId="0C230CD8" w14:textId="77777777" w:rsidR="006D4449" w:rsidRDefault="006D4449" w:rsidP="006D4449">
      <w:r>
        <w:t>299.5392</w:t>
      </w:r>
      <w:r>
        <w:tab/>
        <w:t>2.025e0</w:t>
      </w:r>
    </w:p>
    <w:p w14:paraId="37B078E3" w14:textId="77777777" w:rsidR="006D4449" w:rsidRDefault="006D4449" w:rsidP="006D4449">
      <w:r>
        <w:t>299.5451</w:t>
      </w:r>
      <w:r>
        <w:tab/>
        <w:t>1.013e0</w:t>
      </w:r>
    </w:p>
    <w:p w14:paraId="081A5BB5" w14:textId="77777777" w:rsidR="006D4449" w:rsidRDefault="006D4449" w:rsidP="006D4449">
      <w:r>
        <w:t>299.6029</w:t>
      </w:r>
      <w:r>
        <w:tab/>
        <w:t>2.025e0</w:t>
      </w:r>
    </w:p>
    <w:p w14:paraId="763CEDEA" w14:textId="77777777" w:rsidR="006D4449" w:rsidRDefault="006D4449" w:rsidP="006D4449">
      <w:r>
        <w:t>299.6194</w:t>
      </w:r>
      <w:r>
        <w:tab/>
        <w:t>1.013e0</w:t>
      </w:r>
    </w:p>
    <w:p w14:paraId="1A802EEF" w14:textId="77777777" w:rsidR="006D4449" w:rsidRDefault="006D4449" w:rsidP="006D4449">
      <w:r>
        <w:t>299.6553</w:t>
      </w:r>
      <w:r>
        <w:tab/>
        <w:t>1.013e0</w:t>
      </w:r>
    </w:p>
    <w:p w14:paraId="4295434B" w14:textId="77777777" w:rsidR="006D4449" w:rsidRDefault="006D4449" w:rsidP="006D4449">
      <w:r>
        <w:lastRenderedPageBreak/>
        <w:t>299.6976</w:t>
      </w:r>
      <w:r>
        <w:tab/>
        <w:t>2.025e0</w:t>
      </w:r>
    </w:p>
    <w:p w14:paraId="73435E1F" w14:textId="77777777" w:rsidR="006D4449" w:rsidRDefault="006D4449" w:rsidP="006D4449">
      <w:r>
        <w:t>299.7290</w:t>
      </w:r>
      <w:r>
        <w:tab/>
        <w:t>1.013e0</w:t>
      </w:r>
    </w:p>
    <w:p w14:paraId="7A7ECF35" w14:textId="77777777" w:rsidR="006D4449" w:rsidRDefault="006D4449" w:rsidP="006D4449">
      <w:r>
        <w:t>299.7625</w:t>
      </w:r>
      <w:r>
        <w:tab/>
        <w:t>3.038e0</w:t>
      </w:r>
    </w:p>
    <w:p w14:paraId="6DE01F82" w14:textId="77777777" w:rsidR="006D4449" w:rsidRDefault="006D4449" w:rsidP="006D4449">
      <w:r>
        <w:t>299.7985</w:t>
      </w:r>
      <w:r>
        <w:tab/>
        <w:t>3.038e0</w:t>
      </w:r>
    </w:p>
    <w:p w14:paraId="4A25B6C9" w14:textId="77777777" w:rsidR="006D4449" w:rsidRDefault="006D4449" w:rsidP="006D4449">
      <w:r>
        <w:t>299.8121</w:t>
      </w:r>
      <w:r>
        <w:tab/>
        <w:t>1.013e0</w:t>
      </w:r>
    </w:p>
    <w:p w14:paraId="23E220E7" w14:textId="77777777" w:rsidR="006D4449" w:rsidRDefault="006D4449" w:rsidP="006D4449">
      <w:r>
        <w:t>299.8262</w:t>
      </w:r>
      <w:r>
        <w:tab/>
        <w:t>1.013e0</w:t>
      </w:r>
    </w:p>
    <w:p w14:paraId="3514F644" w14:textId="77777777" w:rsidR="006D4449" w:rsidRDefault="006D4449" w:rsidP="006D4449">
      <w:r>
        <w:t>299.8394</w:t>
      </w:r>
      <w:r>
        <w:tab/>
        <w:t>1.013e0</w:t>
      </w:r>
    </w:p>
    <w:p w14:paraId="003858F6" w14:textId="77777777" w:rsidR="006D4449" w:rsidRDefault="006D4449" w:rsidP="006D4449">
      <w:r>
        <w:t>299.8409</w:t>
      </w:r>
      <w:r>
        <w:tab/>
        <w:t>2.025e0</w:t>
      </w:r>
    </w:p>
    <w:p w14:paraId="0CB98912" w14:textId="77777777" w:rsidR="006D4449" w:rsidRDefault="006D4449" w:rsidP="006D4449">
      <w:r>
        <w:t>299.8593</w:t>
      </w:r>
      <w:r>
        <w:tab/>
        <w:t>1.013e0</w:t>
      </w:r>
    </w:p>
    <w:p w14:paraId="44CC37C1" w14:textId="77777777" w:rsidR="006D4449" w:rsidRDefault="006D4449" w:rsidP="006D4449">
      <w:r>
        <w:t>299.8907</w:t>
      </w:r>
      <w:r>
        <w:tab/>
        <w:t>3.038e0</w:t>
      </w:r>
    </w:p>
    <w:p w14:paraId="6983C284" w14:textId="77777777" w:rsidR="006D4449" w:rsidRDefault="006D4449" w:rsidP="006D4449">
      <w:r>
        <w:t>299.8953</w:t>
      </w:r>
      <w:r>
        <w:tab/>
        <w:t>1.013e0</w:t>
      </w:r>
    </w:p>
    <w:p w14:paraId="7ECA2395" w14:textId="77777777" w:rsidR="006D4449" w:rsidRDefault="006D4449" w:rsidP="006D4449">
      <w:r>
        <w:t>299.8995</w:t>
      </w:r>
      <w:r>
        <w:tab/>
        <w:t>1.013e0</w:t>
      </w:r>
    </w:p>
    <w:p w14:paraId="2BC3FEF8" w14:textId="77777777" w:rsidR="006D4449" w:rsidRDefault="006D4449" w:rsidP="006D4449">
      <w:r>
        <w:t>299.9109</w:t>
      </w:r>
      <w:r>
        <w:tab/>
        <w:t>3.038e0</w:t>
      </w:r>
    </w:p>
    <w:p w14:paraId="1919430B" w14:textId="77777777" w:rsidR="006D4449" w:rsidRDefault="006D4449" w:rsidP="006D4449">
      <w:r>
        <w:t>299.9231</w:t>
      </w:r>
      <w:r>
        <w:tab/>
        <w:t>1.013e0</w:t>
      </w:r>
    </w:p>
    <w:p w14:paraId="792DB364" w14:textId="77777777" w:rsidR="006D4449" w:rsidRDefault="006D4449" w:rsidP="006D4449">
      <w:r>
        <w:t>299.9309</w:t>
      </w:r>
      <w:r>
        <w:tab/>
        <w:t>1.013e0</w:t>
      </w:r>
    </w:p>
    <w:p w14:paraId="6947FE95" w14:textId="77777777" w:rsidR="006D4449" w:rsidRDefault="006D4449" w:rsidP="006D4449">
      <w:r>
        <w:t>299.9417</w:t>
      </w:r>
      <w:r>
        <w:tab/>
        <w:t>2.025e0</w:t>
      </w:r>
    </w:p>
    <w:p w14:paraId="09FE92B1" w14:textId="77777777" w:rsidR="006D4449" w:rsidRDefault="006D4449" w:rsidP="006D4449">
      <w:r>
        <w:t>299.9595</w:t>
      </w:r>
      <w:r>
        <w:tab/>
        <w:t>1.013e0</w:t>
      </w:r>
    </w:p>
    <w:p w14:paraId="064E4DBF" w14:textId="77777777" w:rsidR="006D4449" w:rsidRDefault="006D4449" w:rsidP="006D4449">
      <w:r>
        <w:t>299.9637</w:t>
      </w:r>
      <w:r>
        <w:tab/>
        <w:t>1.013e0</w:t>
      </w:r>
    </w:p>
    <w:p w14:paraId="050949C5" w14:textId="77777777" w:rsidR="006D4449" w:rsidRDefault="006D4449" w:rsidP="006D4449">
      <w:r>
        <w:t>299.9829</w:t>
      </w:r>
      <w:r>
        <w:tab/>
        <w:t>2.025e0</w:t>
      </w:r>
    </w:p>
    <w:p w14:paraId="505FB294" w14:textId="77777777" w:rsidR="006D4449" w:rsidRDefault="006D4449" w:rsidP="006D4449">
      <w:r>
        <w:lastRenderedPageBreak/>
        <w:t>300.0013</w:t>
      </w:r>
      <w:r>
        <w:tab/>
        <w:t>1.013e0</w:t>
      </w:r>
    </w:p>
    <w:p w14:paraId="0252B175" w14:textId="77777777" w:rsidR="006D4449" w:rsidRDefault="006D4449" w:rsidP="006D4449">
      <w:r>
        <w:t>300.0026</w:t>
      </w:r>
      <w:r>
        <w:tab/>
        <w:t>1.013e0</w:t>
      </w:r>
    </w:p>
    <w:p w14:paraId="396E993D" w14:textId="77777777" w:rsidR="006D4449" w:rsidRDefault="006D4449" w:rsidP="006D4449">
      <w:r>
        <w:t>300.0143</w:t>
      </w:r>
      <w:r>
        <w:tab/>
        <w:t>2.025e0</w:t>
      </w:r>
    </w:p>
    <w:p w14:paraId="62F99ACB" w14:textId="77777777" w:rsidR="006D4449" w:rsidRDefault="006D4449" w:rsidP="006D4449">
      <w:r>
        <w:t>300.0379</w:t>
      </w:r>
      <w:r>
        <w:tab/>
        <w:t>4.051e0</w:t>
      </w:r>
    </w:p>
    <w:p w14:paraId="1CB4423A" w14:textId="77777777" w:rsidR="006D4449" w:rsidRDefault="006D4449" w:rsidP="006D4449">
      <w:r>
        <w:t>300.0435</w:t>
      </w:r>
      <w:r>
        <w:tab/>
        <w:t>3.038e0</w:t>
      </w:r>
    </w:p>
    <w:p w14:paraId="4A5D74CD" w14:textId="77777777" w:rsidR="006D4449" w:rsidRDefault="006D4449" w:rsidP="006D4449">
      <w:r>
        <w:t>300.0600</w:t>
      </w:r>
      <w:r>
        <w:tab/>
        <w:t>2.025e0</w:t>
      </w:r>
    </w:p>
    <w:p w14:paraId="7E56AC1E" w14:textId="77777777" w:rsidR="006D4449" w:rsidRDefault="006D4449" w:rsidP="006D4449">
      <w:r>
        <w:t>300.0610</w:t>
      </w:r>
      <w:r>
        <w:tab/>
        <w:t>5.560e0</w:t>
      </w:r>
    </w:p>
    <w:p w14:paraId="5E15FE52" w14:textId="77777777" w:rsidR="006D4449" w:rsidRDefault="006D4449" w:rsidP="006D4449">
      <w:r>
        <w:t>300.0791</w:t>
      </w:r>
      <w:r>
        <w:tab/>
        <w:t>6.076e0</w:t>
      </w:r>
    </w:p>
    <w:p w14:paraId="0CCA80B6" w14:textId="77777777" w:rsidR="006D4449" w:rsidRDefault="006D4449" w:rsidP="006D4449">
      <w:r>
        <w:t>300.0914</w:t>
      </w:r>
      <w:r>
        <w:tab/>
        <w:t>7.089e0</w:t>
      </w:r>
    </w:p>
    <w:p w14:paraId="4FB86F54" w14:textId="77777777" w:rsidR="006D4449" w:rsidRDefault="006D4449" w:rsidP="006D4449">
      <w:r>
        <w:t>300.0981</w:t>
      </w:r>
      <w:r>
        <w:tab/>
        <w:t>2.025e0</w:t>
      </w:r>
    </w:p>
    <w:p w14:paraId="7193BF9B" w14:textId="77777777" w:rsidR="006D4449" w:rsidRDefault="006D4449" w:rsidP="006D4449">
      <w:r>
        <w:t>300.1122</w:t>
      </w:r>
      <w:r>
        <w:tab/>
        <w:t>3.038e0</w:t>
      </w:r>
    </w:p>
    <w:p w14:paraId="4C2A9232" w14:textId="77777777" w:rsidR="006D4449" w:rsidRDefault="006D4449" w:rsidP="006D4449">
      <w:r>
        <w:t>300.1225</w:t>
      </w:r>
      <w:r>
        <w:tab/>
        <w:t>2.025e0</w:t>
      </w:r>
    </w:p>
    <w:p w14:paraId="18376FCB" w14:textId="77777777" w:rsidR="006D4449" w:rsidRDefault="006D4449" w:rsidP="006D4449">
      <w:r>
        <w:t>300.1300</w:t>
      </w:r>
      <w:r>
        <w:tab/>
        <w:t>1.013e0</w:t>
      </w:r>
    </w:p>
    <w:p w14:paraId="21C87A3E" w14:textId="77777777" w:rsidR="006D4449" w:rsidRDefault="006D4449" w:rsidP="006D4449">
      <w:r>
        <w:t>300.1525</w:t>
      </w:r>
      <w:r>
        <w:tab/>
        <w:t>1.013e0</w:t>
      </w:r>
    </w:p>
    <w:p w14:paraId="2306588B" w14:textId="77777777" w:rsidR="006D4449" w:rsidRDefault="006D4449" w:rsidP="006D4449">
      <w:r>
        <w:t>300.1579</w:t>
      </w:r>
      <w:r>
        <w:tab/>
        <w:t>1.013e0</w:t>
      </w:r>
    </w:p>
    <w:p w14:paraId="457F92EE" w14:textId="77777777" w:rsidR="006D4449" w:rsidRDefault="006D4449" w:rsidP="006D4449">
      <w:r>
        <w:t>300.1791</w:t>
      </w:r>
      <w:r>
        <w:tab/>
        <w:t>2.788e0</w:t>
      </w:r>
    </w:p>
    <w:p w14:paraId="4A348469" w14:textId="77777777" w:rsidR="006D4449" w:rsidRDefault="006D4449" w:rsidP="006D4449">
      <w:r>
        <w:t>300.1816</w:t>
      </w:r>
      <w:r>
        <w:tab/>
        <w:t>1.013e0</w:t>
      </w:r>
    </w:p>
    <w:p w14:paraId="5BC882B7" w14:textId="77777777" w:rsidR="006D4449" w:rsidRDefault="006D4449" w:rsidP="006D4449">
      <w:r>
        <w:t>300.1981</w:t>
      </w:r>
      <w:r>
        <w:tab/>
        <w:t>3.038e0</w:t>
      </w:r>
    </w:p>
    <w:p w14:paraId="364B86C4" w14:textId="77777777" w:rsidR="006D4449" w:rsidRDefault="006D4449" w:rsidP="006D4449">
      <w:r>
        <w:t>300.2113</w:t>
      </w:r>
      <w:r>
        <w:tab/>
        <w:t>8.351e0</w:t>
      </w:r>
    </w:p>
    <w:p w14:paraId="0A7DD058" w14:textId="77777777" w:rsidR="006D4449" w:rsidRDefault="006D4449" w:rsidP="006D4449">
      <w:r>
        <w:lastRenderedPageBreak/>
        <w:t>300.2163</w:t>
      </w:r>
      <w:r>
        <w:tab/>
        <w:t>1.013e0</w:t>
      </w:r>
    </w:p>
    <w:p w14:paraId="17AE69DB" w14:textId="77777777" w:rsidR="006D4449" w:rsidRDefault="006D4449" w:rsidP="006D4449">
      <w:r>
        <w:t>300.2180</w:t>
      </w:r>
      <w:r>
        <w:tab/>
        <w:t>3.038e0</w:t>
      </w:r>
    </w:p>
    <w:p w14:paraId="191FBEA4" w14:textId="77777777" w:rsidR="006D4449" w:rsidRDefault="006D4449" w:rsidP="006D4449">
      <w:r>
        <w:t>300.2643</w:t>
      </w:r>
      <w:r>
        <w:tab/>
        <w:t>2.025e0</w:t>
      </w:r>
    </w:p>
    <w:p w14:paraId="71E16960" w14:textId="77777777" w:rsidR="006D4449" w:rsidRDefault="006D4449" w:rsidP="006D4449">
      <w:r>
        <w:t>300.2818</w:t>
      </w:r>
      <w:r>
        <w:tab/>
        <w:t>2.025e0</w:t>
      </w:r>
    </w:p>
    <w:p w14:paraId="6F9472DF" w14:textId="77777777" w:rsidR="006D4449" w:rsidRDefault="006D4449" w:rsidP="006D4449">
      <w:r>
        <w:t>300.2916</w:t>
      </w:r>
      <w:r>
        <w:tab/>
        <w:t>2.025e0</w:t>
      </w:r>
    </w:p>
    <w:p w14:paraId="2D07BD8A" w14:textId="77777777" w:rsidR="006D4449" w:rsidRDefault="006D4449" w:rsidP="006D4449">
      <w:r>
        <w:t>300.3038</w:t>
      </w:r>
      <w:r>
        <w:tab/>
        <w:t>1.013e0</w:t>
      </w:r>
    </w:p>
    <w:p w14:paraId="1CFF1999" w14:textId="77777777" w:rsidR="006D4449" w:rsidRDefault="006D4449" w:rsidP="006D4449">
      <w:r>
        <w:t>300.3051</w:t>
      </w:r>
      <w:r>
        <w:tab/>
        <w:t>1.013e0</w:t>
      </w:r>
    </w:p>
    <w:p w14:paraId="0185BA7C" w14:textId="77777777" w:rsidR="006D4449" w:rsidRDefault="006D4449" w:rsidP="006D4449">
      <w:r>
        <w:t>300.3133</w:t>
      </w:r>
      <w:r>
        <w:tab/>
        <w:t>1.013e0</w:t>
      </w:r>
    </w:p>
    <w:p w14:paraId="024FC77F" w14:textId="77777777" w:rsidR="006D4449" w:rsidRDefault="006D4449" w:rsidP="006D4449">
      <w:r>
        <w:t>300.3201</w:t>
      </w:r>
      <w:r>
        <w:tab/>
        <w:t>1.013e0</w:t>
      </w:r>
    </w:p>
    <w:p w14:paraId="49A4F934" w14:textId="77777777" w:rsidR="006D4449" w:rsidRDefault="006D4449" w:rsidP="006D4449">
      <w:r>
        <w:t>300.3406</w:t>
      </w:r>
      <w:r>
        <w:tab/>
        <w:t>1.013e0</w:t>
      </w:r>
    </w:p>
    <w:p w14:paraId="58F9095B" w14:textId="77777777" w:rsidR="006D4449" w:rsidRDefault="006D4449" w:rsidP="006D4449">
      <w:r>
        <w:t>300.3802</w:t>
      </w:r>
      <w:r>
        <w:tab/>
        <w:t>1.013e0</w:t>
      </w:r>
    </w:p>
    <w:p w14:paraId="64E8C1E5" w14:textId="77777777" w:rsidR="006D4449" w:rsidRDefault="006D4449" w:rsidP="006D4449">
      <w:r>
        <w:t>300.3886</w:t>
      </w:r>
      <w:r>
        <w:tab/>
        <w:t>1.013e0</w:t>
      </w:r>
    </w:p>
    <w:p w14:paraId="5063663A" w14:textId="77777777" w:rsidR="006D4449" w:rsidRDefault="006D4449" w:rsidP="006D4449">
      <w:r>
        <w:t>300.3914</w:t>
      </w:r>
      <w:r>
        <w:tab/>
        <w:t>1.013e0</w:t>
      </w:r>
    </w:p>
    <w:p w14:paraId="10559877" w14:textId="77777777" w:rsidR="006D4449" w:rsidRDefault="006D4449" w:rsidP="006D4449">
      <w:r>
        <w:t>300.4193</w:t>
      </w:r>
      <w:r>
        <w:tab/>
        <w:t>1.013e0</w:t>
      </w:r>
    </w:p>
    <w:p w14:paraId="3EC6B518" w14:textId="77777777" w:rsidR="006D4449" w:rsidRDefault="006D4449" w:rsidP="006D4449">
      <w:r>
        <w:t>300.4622</w:t>
      </w:r>
      <w:r>
        <w:tab/>
        <w:t>1.013e0</w:t>
      </w:r>
    </w:p>
    <w:p w14:paraId="681E2578" w14:textId="77777777" w:rsidR="006D4449" w:rsidRDefault="006D4449" w:rsidP="006D4449">
      <w:r>
        <w:t>300.4642</w:t>
      </w:r>
      <w:r>
        <w:tab/>
        <w:t>3.038e0</w:t>
      </w:r>
    </w:p>
    <w:p w14:paraId="67905EEF" w14:textId="77777777" w:rsidR="006D4449" w:rsidRDefault="006D4449" w:rsidP="006D4449">
      <w:r>
        <w:t>300.4721</w:t>
      </w:r>
      <w:r>
        <w:tab/>
        <w:t>2.025e0</w:t>
      </w:r>
    </w:p>
    <w:p w14:paraId="2896D7B5" w14:textId="77777777" w:rsidR="006D4449" w:rsidRDefault="006D4449" w:rsidP="006D4449">
      <w:r>
        <w:t>300.4950</w:t>
      </w:r>
      <w:r>
        <w:tab/>
        <w:t>1.013e0</w:t>
      </w:r>
    </w:p>
    <w:p w14:paraId="3DDE0F46" w14:textId="77777777" w:rsidR="006D4449" w:rsidRDefault="006D4449" w:rsidP="006D4449">
      <w:r>
        <w:t>300.5120</w:t>
      </w:r>
      <w:r>
        <w:tab/>
        <w:t>1.013e0</w:t>
      </w:r>
    </w:p>
    <w:p w14:paraId="0AFCC614" w14:textId="77777777" w:rsidR="006D4449" w:rsidRDefault="006D4449" w:rsidP="006D4449">
      <w:r>
        <w:lastRenderedPageBreak/>
        <w:t>300.5346</w:t>
      </w:r>
      <w:r>
        <w:tab/>
        <w:t>1.013e0</w:t>
      </w:r>
    </w:p>
    <w:p w14:paraId="1E4791FC" w14:textId="77777777" w:rsidR="006D4449" w:rsidRDefault="006D4449" w:rsidP="006D4449">
      <w:r>
        <w:t>300.5473</w:t>
      </w:r>
      <w:r>
        <w:tab/>
        <w:t>2.025e0</w:t>
      </w:r>
    </w:p>
    <w:p w14:paraId="3AB8242C" w14:textId="77777777" w:rsidR="006D4449" w:rsidRDefault="006D4449" w:rsidP="006D4449">
      <w:r>
        <w:t>300.6222</w:t>
      </w:r>
      <w:r>
        <w:tab/>
        <w:t>3.038e0</w:t>
      </w:r>
    </w:p>
    <w:p w14:paraId="45508B98" w14:textId="77777777" w:rsidR="006D4449" w:rsidRDefault="006D4449" w:rsidP="006D4449">
      <w:r>
        <w:t>300.6313</w:t>
      </w:r>
      <w:r>
        <w:tab/>
        <w:t>2.025e0</w:t>
      </w:r>
    </w:p>
    <w:p w14:paraId="3E08175E" w14:textId="77777777" w:rsidR="006D4449" w:rsidRDefault="006D4449" w:rsidP="006D4449">
      <w:r>
        <w:t>300.6427</w:t>
      </w:r>
      <w:r>
        <w:tab/>
        <w:t>1.013e0</w:t>
      </w:r>
    </w:p>
    <w:p w14:paraId="5775401F" w14:textId="77777777" w:rsidR="006D4449" w:rsidRDefault="006D4449" w:rsidP="006D4449">
      <w:r>
        <w:t>300.6757</w:t>
      </w:r>
      <w:r>
        <w:tab/>
        <w:t>2.025e0</w:t>
      </w:r>
    </w:p>
    <w:p w14:paraId="4829D056" w14:textId="77777777" w:rsidR="006D4449" w:rsidRDefault="006D4449" w:rsidP="006D4449">
      <w:r>
        <w:t>300.6791</w:t>
      </w:r>
      <w:r>
        <w:tab/>
        <w:t>1.013e0</w:t>
      </w:r>
    </w:p>
    <w:p w14:paraId="072A3C60" w14:textId="77777777" w:rsidR="006D4449" w:rsidRDefault="006D4449" w:rsidP="006D4449">
      <w:r>
        <w:t>300.7336</w:t>
      </w:r>
      <w:r>
        <w:tab/>
        <w:t>1.013e0</w:t>
      </w:r>
    </w:p>
    <w:p w14:paraId="7A5AED23" w14:textId="77777777" w:rsidR="006D4449" w:rsidRDefault="006D4449" w:rsidP="006D4449">
      <w:r>
        <w:t>300.7509</w:t>
      </w:r>
      <w:r>
        <w:tab/>
        <w:t>1.013e0</w:t>
      </w:r>
    </w:p>
    <w:p w14:paraId="0D4855BF" w14:textId="77777777" w:rsidR="006D4449" w:rsidRDefault="006D4449" w:rsidP="006D4449">
      <w:r>
        <w:t>300.7521</w:t>
      </w:r>
      <w:r>
        <w:tab/>
        <w:t>1.013e0</w:t>
      </w:r>
    </w:p>
    <w:p w14:paraId="2B0E47F2" w14:textId="77777777" w:rsidR="006D4449" w:rsidRDefault="006D4449" w:rsidP="006D4449">
      <w:r>
        <w:t>300.7726</w:t>
      </w:r>
      <w:r>
        <w:tab/>
        <w:t>2.025e0</w:t>
      </w:r>
    </w:p>
    <w:p w14:paraId="5DEAD44C" w14:textId="77777777" w:rsidR="006D4449" w:rsidRDefault="006D4449" w:rsidP="006D4449">
      <w:r>
        <w:t>300.7747</w:t>
      </w:r>
      <w:r>
        <w:tab/>
        <w:t>1.013e0</w:t>
      </w:r>
    </w:p>
    <w:p w14:paraId="14DF4918" w14:textId="77777777" w:rsidR="006D4449" w:rsidRDefault="006D4449" w:rsidP="006D4449">
      <w:r>
        <w:t>300.7782</w:t>
      </w:r>
      <w:r>
        <w:tab/>
        <w:t>1.013e0</w:t>
      </w:r>
    </w:p>
    <w:p w14:paraId="5503DD42" w14:textId="77777777" w:rsidR="006D4449" w:rsidRDefault="006D4449" w:rsidP="006D4449">
      <w:r>
        <w:t>300.8264</w:t>
      </w:r>
      <w:r>
        <w:tab/>
        <w:t>1.013e0</w:t>
      </w:r>
    </w:p>
    <w:p w14:paraId="104C0805" w14:textId="77777777" w:rsidR="006D4449" w:rsidRDefault="006D4449" w:rsidP="006D4449">
      <w:r>
        <w:t>300.8529</w:t>
      </w:r>
      <w:r>
        <w:tab/>
        <w:t>1.013e0</w:t>
      </w:r>
    </w:p>
    <w:p w14:paraId="4FDC4F87" w14:textId="77777777" w:rsidR="006D4449" w:rsidRDefault="006D4449" w:rsidP="006D4449">
      <w:r>
        <w:t>300.8623</w:t>
      </w:r>
      <w:r>
        <w:tab/>
        <w:t>1.013e0</w:t>
      </w:r>
    </w:p>
    <w:p w14:paraId="51E3D239" w14:textId="77777777" w:rsidR="006D4449" w:rsidRDefault="006D4449" w:rsidP="006D4449">
      <w:r>
        <w:t>300.9127</w:t>
      </w:r>
      <w:r>
        <w:tab/>
        <w:t>1.013e0</w:t>
      </w:r>
    </w:p>
    <w:p w14:paraId="2C04A8EE" w14:textId="77777777" w:rsidR="006D4449" w:rsidRDefault="006D4449" w:rsidP="006D4449">
      <w:r>
        <w:t>300.9384</w:t>
      </w:r>
      <w:r>
        <w:tab/>
        <w:t>2.025e0</w:t>
      </w:r>
    </w:p>
    <w:p w14:paraId="49D16C3B" w14:textId="77777777" w:rsidR="006D4449" w:rsidRDefault="006D4449" w:rsidP="006D4449">
      <w:r>
        <w:t>300.9406</w:t>
      </w:r>
      <w:r>
        <w:tab/>
        <w:t>1.013e0</w:t>
      </w:r>
    </w:p>
    <w:p w14:paraId="0231EF00" w14:textId="77777777" w:rsidR="006D4449" w:rsidRDefault="006D4449" w:rsidP="006D4449">
      <w:r>
        <w:lastRenderedPageBreak/>
        <w:t>300.9418</w:t>
      </w:r>
      <w:r>
        <w:tab/>
        <w:t>1.013e0</w:t>
      </w:r>
    </w:p>
    <w:p w14:paraId="50AA8520" w14:textId="77777777" w:rsidR="006D4449" w:rsidRDefault="006D4449" w:rsidP="006D4449">
      <w:r>
        <w:t>300.9477</w:t>
      </w:r>
      <w:r>
        <w:tab/>
        <w:t>3.038e0</w:t>
      </w:r>
    </w:p>
    <w:p w14:paraId="38C20A53" w14:textId="77777777" w:rsidR="006D4449" w:rsidRDefault="006D4449" w:rsidP="006D4449">
      <w:r>
        <w:t>300.9878</w:t>
      </w:r>
      <w:r>
        <w:tab/>
        <w:t>4.506e0</w:t>
      </w:r>
    </w:p>
    <w:p w14:paraId="0712D9A3" w14:textId="77777777" w:rsidR="006D4449" w:rsidRDefault="006D4449" w:rsidP="006D4449">
      <w:r>
        <w:t>300.9976</w:t>
      </w:r>
      <w:r>
        <w:tab/>
        <w:t>2.025e0</w:t>
      </w:r>
    </w:p>
    <w:p w14:paraId="793400A0" w14:textId="77777777" w:rsidR="006D4449" w:rsidRDefault="006D4449" w:rsidP="006D4449">
      <w:r>
        <w:t>301.0167</w:t>
      </w:r>
      <w:r>
        <w:tab/>
        <w:t>5.063e0</w:t>
      </w:r>
    </w:p>
    <w:p w14:paraId="5B090617" w14:textId="77777777" w:rsidR="006D4449" w:rsidRDefault="006D4449" w:rsidP="006D4449">
      <w:r>
        <w:t>301.0211</w:t>
      </w:r>
      <w:r>
        <w:tab/>
        <w:t>4.051e0</w:t>
      </w:r>
    </w:p>
    <w:p w14:paraId="043B85E3" w14:textId="77777777" w:rsidR="006D4449" w:rsidRDefault="006D4449" w:rsidP="006D4449">
      <w:r>
        <w:t>301.0315</w:t>
      </w:r>
      <w:r>
        <w:tab/>
        <w:t>1.316e1</w:t>
      </w:r>
    </w:p>
    <w:p w14:paraId="7A8C0DA8" w14:textId="77777777" w:rsidR="006D4449" w:rsidRDefault="006D4449" w:rsidP="006D4449">
      <w:r>
        <w:t>301.0368</w:t>
      </w:r>
      <w:r>
        <w:tab/>
        <w:t>5.051e0</w:t>
      </w:r>
    </w:p>
    <w:p w14:paraId="69F4EF13" w14:textId="77777777" w:rsidR="006D4449" w:rsidRDefault="006D4449" w:rsidP="006D4449">
      <w:r>
        <w:t>301.0452</w:t>
      </w:r>
      <w:r>
        <w:tab/>
        <w:t>7.089e0</w:t>
      </w:r>
    </w:p>
    <w:p w14:paraId="74848E48" w14:textId="77777777" w:rsidR="006D4449" w:rsidRDefault="006D4449" w:rsidP="006D4449">
      <w:r>
        <w:t>301.0771</w:t>
      </w:r>
      <w:r>
        <w:tab/>
        <w:t>2.025e0</w:t>
      </w:r>
    </w:p>
    <w:p w14:paraId="1C534CF4" w14:textId="77777777" w:rsidR="006D4449" w:rsidRDefault="006D4449" w:rsidP="006D4449">
      <w:r>
        <w:t>301.0892</w:t>
      </w:r>
      <w:r>
        <w:tab/>
        <w:t>1.013e0</w:t>
      </w:r>
    </w:p>
    <w:p w14:paraId="42BBFC97" w14:textId="77777777" w:rsidR="006D4449" w:rsidRDefault="006D4449" w:rsidP="006D4449">
      <w:r>
        <w:t>301.1002</w:t>
      </w:r>
      <w:r>
        <w:tab/>
        <w:t>2.025e0</w:t>
      </w:r>
    </w:p>
    <w:p w14:paraId="40D5FF6D" w14:textId="77777777" w:rsidR="006D4449" w:rsidRDefault="006D4449" w:rsidP="006D4449">
      <w:r>
        <w:t>301.1176</w:t>
      </w:r>
      <w:r>
        <w:tab/>
        <w:t>3.038e0</w:t>
      </w:r>
    </w:p>
    <w:p w14:paraId="6CB4D8E1" w14:textId="77777777" w:rsidR="006D4449" w:rsidRDefault="006D4449" w:rsidP="006D4449">
      <w:r>
        <w:t>301.1212</w:t>
      </w:r>
      <w:r>
        <w:tab/>
        <w:t>3.038e0</w:t>
      </w:r>
    </w:p>
    <w:p w14:paraId="70F1193C" w14:textId="77777777" w:rsidR="006D4449" w:rsidRDefault="006D4449" w:rsidP="006D4449">
      <w:r>
        <w:t>301.1396</w:t>
      </w:r>
      <w:r>
        <w:tab/>
        <w:t>1.013e0</w:t>
      </w:r>
    </w:p>
    <w:p w14:paraId="6C620968" w14:textId="77777777" w:rsidR="006D4449" w:rsidRDefault="006D4449" w:rsidP="006D4449">
      <w:r>
        <w:t>301.1547</w:t>
      </w:r>
      <w:r>
        <w:tab/>
        <w:t>6.076e0</w:t>
      </w:r>
    </w:p>
    <w:p w14:paraId="080FC94E" w14:textId="77777777" w:rsidR="006D4449" w:rsidRDefault="006D4449" w:rsidP="006D4449">
      <w:r>
        <w:t>301.1580</w:t>
      </w:r>
      <w:r>
        <w:tab/>
        <w:t>2.025e0</w:t>
      </w:r>
    </w:p>
    <w:p w14:paraId="60AA65D0" w14:textId="77777777" w:rsidR="006D4449" w:rsidRDefault="006D4449" w:rsidP="006D4449">
      <w:r>
        <w:t>301.1628</w:t>
      </w:r>
      <w:r>
        <w:tab/>
        <w:t>1.013e0</w:t>
      </w:r>
    </w:p>
    <w:p w14:paraId="0410CA69" w14:textId="77777777" w:rsidR="006D4449" w:rsidRDefault="006D4449" w:rsidP="006D4449">
      <w:r>
        <w:t>301.1796</w:t>
      </w:r>
      <w:r>
        <w:tab/>
        <w:t>1.013e0</w:t>
      </w:r>
    </w:p>
    <w:p w14:paraId="1331DC90" w14:textId="77777777" w:rsidR="006D4449" w:rsidRDefault="006D4449" w:rsidP="006D4449">
      <w:r>
        <w:lastRenderedPageBreak/>
        <w:t>301.1839</w:t>
      </w:r>
      <w:r>
        <w:tab/>
        <w:t>4.051e0</w:t>
      </w:r>
    </w:p>
    <w:p w14:paraId="7AE73F8C" w14:textId="77777777" w:rsidR="006D4449" w:rsidRDefault="006D4449" w:rsidP="006D4449">
      <w:r>
        <w:t>301.1982</w:t>
      </w:r>
      <w:r>
        <w:tab/>
        <w:t>2.380e0</w:t>
      </w:r>
    </w:p>
    <w:p w14:paraId="147DE9C1" w14:textId="77777777" w:rsidR="006D4449" w:rsidRDefault="006D4449" w:rsidP="006D4449">
      <w:r>
        <w:t>301.2094</w:t>
      </w:r>
      <w:r>
        <w:tab/>
        <w:t>2.181e0</w:t>
      </w:r>
    </w:p>
    <w:p w14:paraId="3D7D4963" w14:textId="77777777" w:rsidR="006D4449" w:rsidRDefault="006D4449" w:rsidP="006D4449">
      <w:r>
        <w:t>301.2235</w:t>
      </w:r>
      <w:r>
        <w:tab/>
        <w:t>3.038e0</w:t>
      </w:r>
    </w:p>
    <w:p w14:paraId="0A751E41" w14:textId="77777777" w:rsidR="006D4449" w:rsidRDefault="006D4449" w:rsidP="006D4449">
      <w:r>
        <w:t>301.2285</w:t>
      </w:r>
      <w:r>
        <w:tab/>
        <w:t>3.038e0</w:t>
      </w:r>
    </w:p>
    <w:p w14:paraId="4A165B6F" w14:textId="77777777" w:rsidR="006D4449" w:rsidRDefault="006D4449" w:rsidP="006D4449">
      <w:r>
        <w:t>301.2346</w:t>
      </w:r>
      <w:r>
        <w:tab/>
        <w:t>2.060e0</w:t>
      </w:r>
    </w:p>
    <w:p w14:paraId="56BE9786" w14:textId="77777777" w:rsidR="006D4449" w:rsidRDefault="006D4449" w:rsidP="006D4449">
      <w:r>
        <w:t>301.2357</w:t>
      </w:r>
      <w:r>
        <w:tab/>
        <w:t>3.038e0</w:t>
      </w:r>
    </w:p>
    <w:p w14:paraId="68C7E697" w14:textId="77777777" w:rsidR="006D4449" w:rsidRDefault="006D4449" w:rsidP="006D4449">
      <w:r>
        <w:t>301.2591</w:t>
      </w:r>
      <w:r>
        <w:tab/>
        <w:t>1.013e0</w:t>
      </w:r>
    </w:p>
    <w:p w14:paraId="57E612CF" w14:textId="77777777" w:rsidR="006D4449" w:rsidRDefault="006D4449" w:rsidP="006D4449">
      <w:r>
        <w:t>301.2711</w:t>
      </w:r>
      <w:r>
        <w:tab/>
        <w:t>1.013e0</w:t>
      </w:r>
    </w:p>
    <w:p w14:paraId="306C74E1" w14:textId="77777777" w:rsidR="006D4449" w:rsidRDefault="006D4449" w:rsidP="006D4449">
      <w:r>
        <w:t>301.2834</w:t>
      </w:r>
      <w:r>
        <w:tab/>
        <w:t>1.013e0</w:t>
      </w:r>
    </w:p>
    <w:p w14:paraId="4BCCA1DF" w14:textId="77777777" w:rsidR="006D4449" w:rsidRDefault="006D4449" w:rsidP="006D4449">
      <w:r>
        <w:t>301.2951</w:t>
      </w:r>
      <w:r>
        <w:tab/>
        <w:t>1.013e0</w:t>
      </w:r>
    </w:p>
    <w:p w14:paraId="046AC274" w14:textId="77777777" w:rsidR="006D4449" w:rsidRDefault="006D4449" w:rsidP="006D4449">
      <w:r>
        <w:t>301.2964</w:t>
      </w:r>
      <w:r>
        <w:tab/>
        <w:t>1.013e0</w:t>
      </w:r>
    </w:p>
    <w:p w14:paraId="0EB298D6" w14:textId="77777777" w:rsidR="006D4449" w:rsidRDefault="006D4449" w:rsidP="006D4449">
      <w:r>
        <w:t>301.3163</w:t>
      </w:r>
      <w:r>
        <w:tab/>
        <w:t>1.013e0</w:t>
      </w:r>
    </w:p>
    <w:p w14:paraId="749E0229" w14:textId="77777777" w:rsidR="006D4449" w:rsidRDefault="006D4449" w:rsidP="006D4449">
      <w:r>
        <w:t>301.3437</w:t>
      </w:r>
      <w:r>
        <w:tab/>
        <w:t>1.013e0</w:t>
      </w:r>
    </w:p>
    <w:p w14:paraId="6CC5D67A" w14:textId="77777777" w:rsidR="006D4449" w:rsidRDefault="006D4449" w:rsidP="006D4449">
      <w:r>
        <w:t>301.3759</w:t>
      </w:r>
      <w:r>
        <w:tab/>
        <w:t>1.013e0</w:t>
      </w:r>
    </w:p>
    <w:p w14:paraId="7CC2029F" w14:textId="77777777" w:rsidR="006D4449" w:rsidRDefault="006D4449" w:rsidP="006D4449">
      <w:r>
        <w:t>301.4077</w:t>
      </w:r>
      <w:r>
        <w:tab/>
        <w:t>1.013e0</w:t>
      </w:r>
    </w:p>
    <w:p w14:paraId="39EB9B27" w14:textId="77777777" w:rsidR="006D4449" w:rsidRDefault="006D4449" w:rsidP="006D4449">
      <w:r>
        <w:t>301.4106</w:t>
      </w:r>
      <w:r>
        <w:tab/>
        <w:t>1.013e0</w:t>
      </w:r>
    </w:p>
    <w:p w14:paraId="1EABF7B8" w14:textId="77777777" w:rsidR="006D4449" w:rsidRDefault="006D4449" w:rsidP="006D4449">
      <w:r>
        <w:t>301.4384</w:t>
      </w:r>
      <w:r>
        <w:tab/>
        <w:t>1.013e0</w:t>
      </w:r>
    </w:p>
    <w:p w14:paraId="464B0B6F" w14:textId="77777777" w:rsidR="006D4449" w:rsidRDefault="006D4449" w:rsidP="006D4449">
      <w:r>
        <w:t>301.4511</w:t>
      </w:r>
      <w:r>
        <w:tab/>
        <w:t>3.038e0</w:t>
      </w:r>
    </w:p>
    <w:p w14:paraId="48028700" w14:textId="77777777" w:rsidR="006D4449" w:rsidRDefault="006D4449" w:rsidP="006D4449">
      <w:r>
        <w:lastRenderedPageBreak/>
        <w:t>301.4675</w:t>
      </w:r>
      <w:r>
        <w:tab/>
        <w:t>1.013e0</w:t>
      </w:r>
    </w:p>
    <w:p w14:paraId="2401F780" w14:textId="77777777" w:rsidR="006D4449" w:rsidRDefault="006D4449" w:rsidP="006D4449">
      <w:r>
        <w:t>301.4722</w:t>
      </w:r>
      <w:r>
        <w:tab/>
        <w:t>2.025e0</w:t>
      </w:r>
    </w:p>
    <w:p w14:paraId="7A809D92" w14:textId="77777777" w:rsidR="006D4449" w:rsidRDefault="006D4449" w:rsidP="006D4449">
      <w:r>
        <w:t>301.4915</w:t>
      </w:r>
      <w:r>
        <w:tab/>
        <w:t>1.013e0</w:t>
      </w:r>
    </w:p>
    <w:p w14:paraId="3329F375" w14:textId="77777777" w:rsidR="006D4449" w:rsidRDefault="006D4449" w:rsidP="006D4449">
      <w:r>
        <w:t>301.5134</w:t>
      </w:r>
      <w:r>
        <w:tab/>
        <w:t>2.025e0</w:t>
      </w:r>
    </w:p>
    <w:p w14:paraId="6B6DAE70" w14:textId="77777777" w:rsidR="006D4449" w:rsidRDefault="006D4449" w:rsidP="006D4449">
      <w:r>
        <w:t>301.5343</w:t>
      </w:r>
      <w:r>
        <w:tab/>
        <w:t>1.013e0</w:t>
      </w:r>
    </w:p>
    <w:p w14:paraId="69C9DDD8" w14:textId="77777777" w:rsidR="006D4449" w:rsidRDefault="006D4449" w:rsidP="006D4449">
      <w:r>
        <w:t>301.5466</w:t>
      </w:r>
      <w:r>
        <w:tab/>
        <w:t>1.013e0</w:t>
      </w:r>
    </w:p>
    <w:p w14:paraId="00509BB0" w14:textId="77777777" w:rsidR="006D4449" w:rsidRDefault="006D4449" w:rsidP="006D4449">
      <w:r>
        <w:t>301.5551</w:t>
      </w:r>
      <w:r>
        <w:tab/>
        <w:t>1.013e0</w:t>
      </w:r>
    </w:p>
    <w:p w14:paraId="2F7157DA" w14:textId="77777777" w:rsidR="006D4449" w:rsidRDefault="006D4449" w:rsidP="006D4449">
      <w:r>
        <w:t>301.5672</w:t>
      </w:r>
      <w:r>
        <w:tab/>
        <w:t>1.013e0</w:t>
      </w:r>
    </w:p>
    <w:p w14:paraId="2A44006B" w14:textId="77777777" w:rsidR="006D4449" w:rsidRDefault="006D4449" w:rsidP="006D4449">
      <w:r>
        <w:t>301.6190</w:t>
      </w:r>
      <w:r>
        <w:tab/>
        <w:t>1.013e0</w:t>
      </w:r>
    </w:p>
    <w:p w14:paraId="0DD0CFE8" w14:textId="77777777" w:rsidR="006D4449" w:rsidRDefault="006D4449" w:rsidP="006D4449">
      <w:r>
        <w:t>301.6289</w:t>
      </w:r>
      <w:r>
        <w:tab/>
        <w:t>3.038e0</w:t>
      </w:r>
    </w:p>
    <w:p w14:paraId="1EC4B241" w14:textId="77777777" w:rsidR="006D4449" w:rsidRDefault="006D4449" w:rsidP="006D4449">
      <w:r>
        <w:t>301.6476</w:t>
      </w:r>
      <w:r>
        <w:tab/>
        <w:t>2.025e0</w:t>
      </w:r>
    </w:p>
    <w:p w14:paraId="7AF71936" w14:textId="77777777" w:rsidR="006D4449" w:rsidRDefault="006D4449" w:rsidP="006D4449">
      <w:r>
        <w:t>301.6693</w:t>
      </w:r>
      <w:r>
        <w:tab/>
        <w:t>1.013e0</w:t>
      </w:r>
    </w:p>
    <w:p w14:paraId="748F3642" w14:textId="77777777" w:rsidR="006D4449" w:rsidRDefault="006D4449" w:rsidP="006D4449">
      <w:r>
        <w:t>301.7026</w:t>
      </w:r>
      <w:r>
        <w:tab/>
        <w:t>1.013e0</w:t>
      </w:r>
    </w:p>
    <w:p w14:paraId="352175BE" w14:textId="77777777" w:rsidR="006D4449" w:rsidRDefault="006D4449" w:rsidP="006D4449">
      <w:r>
        <w:t>301.7148</w:t>
      </w:r>
      <w:r>
        <w:tab/>
        <w:t>3.038e0</w:t>
      </w:r>
    </w:p>
    <w:p w14:paraId="5FAEC5ED" w14:textId="77777777" w:rsidR="006D4449" w:rsidRDefault="006D4449" w:rsidP="006D4449">
      <w:r>
        <w:t>301.7543</w:t>
      </w:r>
      <w:r>
        <w:tab/>
        <w:t>1.013e0</w:t>
      </w:r>
    </w:p>
    <w:p w14:paraId="4EEBEF03" w14:textId="77777777" w:rsidR="006D4449" w:rsidRDefault="006D4449" w:rsidP="006D4449">
      <w:r>
        <w:t>301.7623</w:t>
      </w:r>
      <w:r>
        <w:tab/>
        <w:t>1.210e0</w:t>
      </w:r>
    </w:p>
    <w:p w14:paraId="4C3D1EBB" w14:textId="77777777" w:rsidR="006D4449" w:rsidRDefault="006D4449" w:rsidP="006D4449">
      <w:r>
        <w:t>301.7770</w:t>
      </w:r>
      <w:r>
        <w:tab/>
        <w:t>1.013e0</w:t>
      </w:r>
    </w:p>
    <w:p w14:paraId="5FD0C133" w14:textId="77777777" w:rsidR="006D4449" w:rsidRDefault="006D4449" w:rsidP="006D4449">
      <w:r>
        <w:t>301.7903</w:t>
      </w:r>
      <w:r>
        <w:tab/>
        <w:t>2.025e0</w:t>
      </w:r>
    </w:p>
    <w:p w14:paraId="6690B67D" w14:textId="77777777" w:rsidR="006D4449" w:rsidRDefault="006D4449" w:rsidP="006D4449">
      <w:r>
        <w:t>301.8726</w:t>
      </w:r>
      <w:r>
        <w:tab/>
        <w:t>2.025e0</w:t>
      </w:r>
    </w:p>
    <w:p w14:paraId="58B5C801" w14:textId="77777777" w:rsidR="006D4449" w:rsidRDefault="006D4449" w:rsidP="006D4449">
      <w:r>
        <w:lastRenderedPageBreak/>
        <w:t>301.8759</w:t>
      </w:r>
      <w:r>
        <w:tab/>
        <w:t>2.025e0</w:t>
      </w:r>
    </w:p>
    <w:p w14:paraId="50C6AC19" w14:textId="77777777" w:rsidR="006D4449" w:rsidRDefault="006D4449" w:rsidP="006D4449">
      <w:r>
        <w:t>301.8923</w:t>
      </w:r>
      <w:r>
        <w:tab/>
        <w:t>1.013e0</w:t>
      </w:r>
    </w:p>
    <w:p w14:paraId="70C51DD6" w14:textId="77777777" w:rsidR="006D4449" w:rsidRDefault="006D4449" w:rsidP="006D4449">
      <w:r>
        <w:t>301.9124</w:t>
      </w:r>
      <w:r>
        <w:tab/>
        <w:t>4.051e0</w:t>
      </w:r>
    </w:p>
    <w:p w14:paraId="55168404" w14:textId="77777777" w:rsidR="006D4449" w:rsidRDefault="006D4449" w:rsidP="006D4449">
      <w:r>
        <w:t>301.9423</w:t>
      </w:r>
      <w:r>
        <w:tab/>
        <w:t>4.051e0</w:t>
      </w:r>
    </w:p>
    <w:p w14:paraId="5BD36F3C" w14:textId="77777777" w:rsidR="006D4449" w:rsidRDefault="006D4449" w:rsidP="006D4449">
      <w:r>
        <w:t>301.9472</w:t>
      </w:r>
      <w:r>
        <w:tab/>
        <w:t>1.013e0</w:t>
      </w:r>
    </w:p>
    <w:p w14:paraId="595F2C35" w14:textId="77777777" w:rsidR="006D4449" w:rsidRDefault="006D4449" w:rsidP="006D4449">
      <w:r>
        <w:t>301.9572</w:t>
      </w:r>
      <w:r>
        <w:tab/>
        <w:t>3.038e0</w:t>
      </w:r>
    </w:p>
    <w:p w14:paraId="332FDE2C" w14:textId="77777777" w:rsidR="006D4449" w:rsidRDefault="006D4449" w:rsidP="006D4449">
      <w:r>
        <w:t>301.9845</w:t>
      </w:r>
      <w:r>
        <w:tab/>
        <w:t>3.615e0</w:t>
      </w:r>
    </w:p>
    <w:p w14:paraId="4E6B0D8F" w14:textId="77777777" w:rsidR="006D4449" w:rsidRDefault="006D4449" w:rsidP="006D4449">
      <w:r>
        <w:t>301.9899</w:t>
      </w:r>
      <w:r>
        <w:tab/>
        <w:t>7.089e0</w:t>
      </w:r>
    </w:p>
    <w:p w14:paraId="7BF3FD0A" w14:textId="77777777" w:rsidR="006D4449" w:rsidRDefault="006D4449" w:rsidP="006D4449">
      <w:r>
        <w:t>302.0015</w:t>
      </w:r>
      <w:r>
        <w:tab/>
        <w:t>4.051e0</w:t>
      </w:r>
    </w:p>
    <w:p w14:paraId="5A3F5D85" w14:textId="77777777" w:rsidR="006D4449" w:rsidRDefault="006D4449" w:rsidP="006D4449">
      <w:r>
        <w:t>302.0119</w:t>
      </w:r>
      <w:r>
        <w:tab/>
        <w:t>2.025e0</w:t>
      </w:r>
    </w:p>
    <w:p w14:paraId="4BF39EF1" w14:textId="77777777" w:rsidR="006D4449" w:rsidRDefault="006D4449" w:rsidP="006D4449">
      <w:r>
        <w:t>302.0136</w:t>
      </w:r>
      <w:r>
        <w:tab/>
        <w:t>1.609e1</w:t>
      </w:r>
    </w:p>
    <w:p w14:paraId="5C256568" w14:textId="77777777" w:rsidR="006D4449" w:rsidRDefault="006D4449" w:rsidP="006D4449">
      <w:r>
        <w:t>302.0229</w:t>
      </w:r>
      <w:r>
        <w:tab/>
        <w:t>2.014e1</w:t>
      </w:r>
    </w:p>
    <w:p w14:paraId="21B0292A" w14:textId="77777777" w:rsidR="006D4449" w:rsidRDefault="006D4449" w:rsidP="006D4449">
      <w:r>
        <w:t>302.0246</w:t>
      </w:r>
      <w:r>
        <w:tab/>
        <w:t>5.340e0</w:t>
      </w:r>
    </w:p>
    <w:p w14:paraId="7E27F6B0" w14:textId="77777777" w:rsidR="006D4449" w:rsidRDefault="006D4449" w:rsidP="006D4449">
      <w:r>
        <w:t>302.0363</w:t>
      </w:r>
      <w:r>
        <w:tab/>
        <w:t>7.089e0</w:t>
      </w:r>
    </w:p>
    <w:p w14:paraId="5E2FB43F" w14:textId="77777777" w:rsidR="006D4449" w:rsidRDefault="006D4449" w:rsidP="006D4449">
      <w:r>
        <w:t>302.0543</w:t>
      </w:r>
      <w:r>
        <w:tab/>
        <w:t>3.774e0</w:t>
      </w:r>
    </w:p>
    <w:p w14:paraId="6722CDE5" w14:textId="77777777" w:rsidR="006D4449" w:rsidRDefault="006D4449" w:rsidP="006D4449">
      <w:r>
        <w:t>302.0811</w:t>
      </w:r>
      <w:r>
        <w:tab/>
        <w:t>1.013e0</w:t>
      </w:r>
    </w:p>
    <w:p w14:paraId="3D41B171" w14:textId="77777777" w:rsidR="006D4449" w:rsidRDefault="006D4449" w:rsidP="006D4449">
      <w:r>
        <w:t>302.0880</w:t>
      </w:r>
      <w:r>
        <w:tab/>
        <w:t>2.025e0</w:t>
      </w:r>
    </w:p>
    <w:p w14:paraId="1C41216E" w14:textId="77777777" w:rsidR="006D4449" w:rsidRDefault="006D4449" w:rsidP="006D4449">
      <w:r>
        <w:t>302.0998</w:t>
      </w:r>
      <w:r>
        <w:tab/>
        <w:t>1.013e0</w:t>
      </w:r>
    </w:p>
    <w:p w14:paraId="09AC4996" w14:textId="77777777" w:rsidR="006D4449" w:rsidRDefault="006D4449" w:rsidP="006D4449">
      <w:r>
        <w:t>302.1049</w:t>
      </w:r>
      <w:r>
        <w:tab/>
        <w:t>1.013e0</w:t>
      </w:r>
    </w:p>
    <w:p w14:paraId="318FC40E" w14:textId="77777777" w:rsidR="006D4449" w:rsidRDefault="006D4449" w:rsidP="006D4449">
      <w:r>
        <w:lastRenderedPageBreak/>
        <w:t>302.1129</w:t>
      </w:r>
      <w:r>
        <w:tab/>
        <w:t>1.013e0</w:t>
      </w:r>
    </w:p>
    <w:p w14:paraId="73610847" w14:textId="77777777" w:rsidR="006D4449" w:rsidRDefault="006D4449" w:rsidP="006D4449">
      <w:r>
        <w:t>302.1409</w:t>
      </w:r>
      <w:r>
        <w:tab/>
        <w:t>1.013e0</w:t>
      </w:r>
    </w:p>
    <w:p w14:paraId="6C8778A9" w14:textId="77777777" w:rsidR="006D4449" w:rsidRDefault="006D4449" w:rsidP="006D4449">
      <w:r>
        <w:t>302.1484</w:t>
      </w:r>
      <w:r>
        <w:tab/>
        <w:t>3.743e0</w:t>
      </w:r>
    </w:p>
    <w:p w14:paraId="242CE8C0" w14:textId="77777777" w:rsidR="006D4449" w:rsidRDefault="006D4449" w:rsidP="006D4449">
      <w:r>
        <w:t>302.1505</w:t>
      </w:r>
      <w:r>
        <w:tab/>
        <w:t>1.013e0</w:t>
      </w:r>
    </w:p>
    <w:p w14:paraId="69E9E33E" w14:textId="77777777" w:rsidR="006D4449" w:rsidRDefault="006D4449" w:rsidP="006D4449">
      <w:r>
        <w:t>302.1581</w:t>
      </w:r>
      <w:r>
        <w:tab/>
        <w:t>7.089e0</w:t>
      </w:r>
    </w:p>
    <w:p w14:paraId="4CBFA507" w14:textId="77777777" w:rsidR="006D4449" w:rsidRDefault="006D4449" w:rsidP="006D4449">
      <w:r>
        <w:t>302.1887</w:t>
      </w:r>
      <w:r>
        <w:tab/>
        <w:t>1.013e0</w:t>
      </w:r>
    </w:p>
    <w:p w14:paraId="6F2ADFC5" w14:textId="77777777" w:rsidR="006D4449" w:rsidRDefault="006D4449" w:rsidP="006D4449">
      <w:r>
        <w:t>302.2032</w:t>
      </w:r>
      <w:r>
        <w:tab/>
        <w:t>2.025e0</w:t>
      </w:r>
    </w:p>
    <w:p w14:paraId="5AD78DCA" w14:textId="77777777" w:rsidR="006D4449" w:rsidRDefault="006D4449" w:rsidP="006D4449">
      <w:r>
        <w:t>302.2042</w:t>
      </w:r>
      <w:r>
        <w:tab/>
        <w:t>1.013e0</w:t>
      </w:r>
    </w:p>
    <w:p w14:paraId="1A6756BA" w14:textId="77777777" w:rsidR="006D4449" w:rsidRDefault="006D4449" w:rsidP="006D4449">
      <w:r>
        <w:t>302.2105</w:t>
      </w:r>
      <w:r>
        <w:tab/>
        <w:t>3.038e0</w:t>
      </w:r>
    </w:p>
    <w:p w14:paraId="0976D6F8" w14:textId="77777777" w:rsidR="006D4449" w:rsidRDefault="006D4449" w:rsidP="006D4449">
      <w:r>
        <w:t>302.2332</w:t>
      </w:r>
      <w:r>
        <w:tab/>
        <w:t>4.051e0</w:t>
      </w:r>
    </w:p>
    <w:p w14:paraId="2F21A0D1" w14:textId="77777777" w:rsidR="006D4449" w:rsidRDefault="006D4449" w:rsidP="006D4449">
      <w:r>
        <w:t>302.2411</w:t>
      </w:r>
      <w:r>
        <w:tab/>
        <w:t>6.076e0</w:t>
      </w:r>
    </w:p>
    <w:p w14:paraId="382338A9" w14:textId="77777777" w:rsidR="006D4449" w:rsidRDefault="006D4449" w:rsidP="006D4449">
      <w:r>
        <w:t>302.2788</w:t>
      </w:r>
      <w:r>
        <w:tab/>
        <w:t>4.051e0</w:t>
      </w:r>
    </w:p>
    <w:p w14:paraId="3A4170DB" w14:textId="77777777" w:rsidR="006D4449" w:rsidRDefault="006D4449" w:rsidP="006D4449">
      <w:r>
        <w:t>302.2803</w:t>
      </w:r>
      <w:r>
        <w:tab/>
        <w:t>2.025e0</w:t>
      </w:r>
    </w:p>
    <w:p w14:paraId="7B9343A4" w14:textId="77777777" w:rsidR="006D4449" w:rsidRDefault="006D4449" w:rsidP="006D4449">
      <w:r>
        <w:t>302.2867</w:t>
      </w:r>
      <w:r>
        <w:tab/>
        <w:t>4.051e0</w:t>
      </w:r>
    </w:p>
    <w:p w14:paraId="5B96F2B9" w14:textId="77777777" w:rsidR="006D4449" w:rsidRDefault="006D4449" w:rsidP="006D4449">
      <w:r>
        <w:t>302.3081</w:t>
      </w:r>
      <w:r>
        <w:tab/>
        <w:t>1.013e0</w:t>
      </w:r>
    </w:p>
    <w:p w14:paraId="48EA7EB2" w14:textId="77777777" w:rsidR="006D4449" w:rsidRDefault="006D4449" w:rsidP="006D4449">
      <w:r>
        <w:t>302.3248</w:t>
      </w:r>
      <w:r>
        <w:tab/>
        <w:t>2.025e0</w:t>
      </w:r>
    </w:p>
    <w:p w14:paraId="670B442F" w14:textId="77777777" w:rsidR="006D4449" w:rsidRDefault="006D4449" w:rsidP="006D4449">
      <w:r>
        <w:t>302.3358</w:t>
      </w:r>
      <w:r>
        <w:tab/>
        <w:t>2.025e0</w:t>
      </w:r>
    </w:p>
    <w:p w14:paraId="3643B0E4" w14:textId="77777777" w:rsidR="006D4449" w:rsidRDefault="006D4449" w:rsidP="006D4449">
      <w:r>
        <w:t>302.3720</w:t>
      </w:r>
      <w:r>
        <w:tab/>
        <w:t>1.013e0</w:t>
      </w:r>
    </w:p>
    <w:p w14:paraId="5DE5F14B" w14:textId="77777777" w:rsidR="006D4449" w:rsidRDefault="006D4449" w:rsidP="006D4449">
      <w:r>
        <w:t>302.3746</w:t>
      </w:r>
      <w:r>
        <w:tab/>
        <w:t>1.013e0</w:t>
      </w:r>
    </w:p>
    <w:p w14:paraId="5966BB9D" w14:textId="77777777" w:rsidR="006D4449" w:rsidRDefault="006D4449" w:rsidP="006D4449">
      <w:r>
        <w:lastRenderedPageBreak/>
        <w:t>302.3759</w:t>
      </w:r>
      <w:r>
        <w:tab/>
        <w:t>2.025e0</w:t>
      </w:r>
    </w:p>
    <w:p w14:paraId="5538490E" w14:textId="77777777" w:rsidR="006D4449" w:rsidRDefault="006D4449" w:rsidP="006D4449">
      <w:r>
        <w:t>302.3999</w:t>
      </w:r>
      <w:r>
        <w:tab/>
        <w:t>1.013e0</w:t>
      </w:r>
    </w:p>
    <w:p w14:paraId="6B5781D0" w14:textId="77777777" w:rsidR="006D4449" w:rsidRDefault="006D4449" w:rsidP="006D4449">
      <w:r>
        <w:t>302.4076</w:t>
      </w:r>
      <w:r>
        <w:tab/>
        <w:t>1.013e0</w:t>
      </w:r>
    </w:p>
    <w:p w14:paraId="171BFFB4" w14:textId="77777777" w:rsidR="006D4449" w:rsidRDefault="006D4449" w:rsidP="006D4449">
      <w:r>
        <w:t>302.4437</w:t>
      </w:r>
      <w:r>
        <w:tab/>
        <w:t>2.025e0</w:t>
      </w:r>
    </w:p>
    <w:p w14:paraId="282D48AD" w14:textId="77777777" w:rsidR="006D4449" w:rsidRDefault="006D4449" w:rsidP="006D4449">
      <w:r>
        <w:t>302.4597</w:t>
      </w:r>
      <w:r>
        <w:tab/>
        <w:t>1.013e0</w:t>
      </w:r>
    </w:p>
    <w:p w14:paraId="6C49D5BC" w14:textId="77777777" w:rsidR="006D4449" w:rsidRDefault="006D4449" w:rsidP="006D4449">
      <w:r>
        <w:t>302.4661</w:t>
      </w:r>
      <w:r>
        <w:tab/>
        <w:t>2.025e0</w:t>
      </w:r>
    </w:p>
    <w:p w14:paraId="679972AC" w14:textId="77777777" w:rsidR="006D4449" w:rsidRDefault="006D4449" w:rsidP="006D4449">
      <w:r>
        <w:t>302.4876</w:t>
      </w:r>
      <w:r>
        <w:tab/>
        <w:t>1.013e0</w:t>
      </w:r>
    </w:p>
    <w:p w14:paraId="04D1278D" w14:textId="77777777" w:rsidR="006D4449" w:rsidRDefault="006D4449" w:rsidP="006D4449">
      <w:r>
        <w:t>302.5181</w:t>
      </w:r>
      <w:r>
        <w:tab/>
        <w:t>1.013e0</w:t>
      </w:r>
    </w:p>
    <w:p w14:paraId="66E6F163" w14:textId="77777777" w:rsidR="006D4449" w:rsidRDefault="006D4449" w:rsidP="006D4449">
      <w:r>
        <w:t>302.5211</w:t>
      </w:r>
      <w:r>
        <w:tab/>
        <w:t>3.038e0</w:t>
      </w:r>
    </w:p>
    <w:p w14:paraId="44C74067" w14:textId="77777777" w:rsidR="006D4449" w:rsidRDefault="006D4449" w:rsidP="006D4449">
      <w:r>
        <w:t>302.5354</w:t>
      </w:r>
      <w:r>
        <w:tab/>
        <w:t>1.013e0</w:t>
      </w:r>
    </w:p>
    <w:p w14:paraId="2AFE764D" w14:textId="77777777" w:rsidR="006D4449" w:rsidRDefault="006D4449" w:rsidP="006D4449">
      <w:r>
        <w:t>302.5740</w:t>
      </w:r>
      <w:r>
        <w:tab/>
        <w:t>1.013e0</w:t>
      </w:r>
    </w:p>
    <w:p w14:paraId="7F0D3B5D" w14:textId="77777777" w:rsidR="006D4449" w:rsidRDefault="006D4449" w:rsidP="006D4449">
      <w:r>
        <w:t>302.5794</w:t>
      </w:r>
      <w:r>
        <w:tab/>
        <w:t>1.013e0</w:t>
      </w:r>
    </w:p>
    <w:p w14:paraId="39AB655B" w14:textId="77777777" w:rsidR="006D4449" w:rsidRDefault="006D4449" w:rsidP="006D4449">
      <w:r>
        <w:t>302.5891</w:t>
      </w:r>
      <w:r>
        <w:tab/>
        <w:t>1.013e0</w:t>
      </w:r>
    </w:p>
    <w:p w14:paraId="7F5C3696" w14:textId="77777777" w:rsidR="006D4449" w:rsidRDefault="006D4449" w:rsidP="006D4449">
      <w:r>
        <w:t>302.6257</w:t>
      </w:r>
      <w:r>
        <w:tab/>
        <w:t>1.013e0</w:t>
      </w:r>
    </w:p>
    <w:p w14:paraId="0FA7133A" w14:textId="77777777" w:rsidR="006D4449" w:rsidRDefault="006D4449" w:rsidP="006D4449">
      <w:r>
        <w:t>302.6441</w:t>
      </w:r>
      <w:r>
        <w:tab/>
        <w:t>1.013e0</w:t>
      </w:r>
    </w:p>
    <w:p w14:paraId="17995FEE" w14:textId="77777777" w:rsidR="006D4449" w:rsidRDefault="006D4449" w:rsidP="006D4449">
      <w:r>
        <w:t>302.6568</w:t>
      </w:r>
      <w:r>
        <w:tab/>
        <w:t>2.025e0</w:t>
      </w:r>
    </w:p>
    <w:p w14:paraId="7201E85A" w14:textId="77777777" w:rsidR="006D4449" w:rsidRDefault="006D4449" w:rsidP="006D4449">
      <w:r>
        <w:t>302.6753</w:t>
      </w:r>
      <w:r>
        <w:tab/>
        <w:t>2.025e0</w:t>
      </w:r>
    </w:p>
    <w:p w14:paraId="4E3BBC0E" w14:textId="77777777" w:rsidR="006D4449" w:rsidRDefault="006D4449" w:rsidP="006D4449">
      <w:r>
        <w:t>302.6784</w:t>
      </w:r>
      <w:r>
        <w:tab/>
        <w:t>1.013e0</w:t>
      </w:r>
    </w:p>
    <w:p w14:paraId="64AA4C8F" w14:textId="77777777" w:rsidR="006D4449" w:rsidRDefault="006D4449" w:rsidP="006D4449">
      <w:r>
        <w:t>302.7542</w:t>
      </w:r>
      <w:r>
        <w:tab/>
        <w:t>2.025e0</w:t>
      </w:r>
    </w:p>
    <w:p w14:paraId="7448043B" w14:textId="77777777" w:rsidR="006D4449" w:rsidRDefault="006D4449" w:rsidP="006D4449">
      <w:r>
        <w:lastRenderedPageBreak/>
        <w:t>302.7921</w:t>
      </w:r>
      <w:r>
        <w:tab/>
        <w:t>2.025e0</w:t>
      </w:r>
    </w:p>
    <w:p w14:paraId="09D7360F" w14:textId="77777777" w:rsidR="006D4449" w:rsidRDefault="006D4449" w:rsidP="006D4449">
      <w:r>
        <w:t>302.7940</w:t>
      </w:r>
      <w:r>
        <w:tab/>
        <w:t>1.013e0</w:t>
      </w:r>
    </w:p>
    <w:p w14:paraId="2041A336" w14:textId="77777777" w:rsidR="006D4449" w:rsidRDefault="006D4449" w:rsidP="006D4449">
      <w:r>
        <w:t>302.8582</w:t>
      </w:r>
      <w:r>
        <w:tab/>
        <w:t>1.013e0</w:t>
      </w:r>
    </w:p>
    <w:p w14:paraId="111F0638" w14:textId="77777777" w:rsidR="006D4449" w:rsidRDefault="006D4449" w:rsidP="006D4449">
      <w:r>
        <w:t>302.8662</w:t>
      </w:r>
      <w:r>
        <w:tab/>
        <w:t>1.013e0</w:t>
      </w:r>
    </w:p>
    <w:p w14:paraId="6E3E3D46" w14:textId="77777777" w:rsidR="006D4449" w:rsidRDefault="006D4449" w:rsidP="006D4449">
      <w:r>
        <w:t>302.8902</w:t>
      </w:r>
      <w:r>
        <w:tab/>
        <w:t>2.025e0</w:t>
      </w:r>
    </w:p>
    <w:p w14:paraId="64C1A9B4" w14:textId="77777777" w:rsidR="006D4449" w:rsidRDefault="006D4449" w:rsidP="006D4449">
      <w:r>
        <w:t>302.8942</w:t>
      </w:r>
      <w:r>
        <w:tab/>
        <w:t>1.013e0</w:t>
      </w:r>
    </w:p>
    <w:p w14:paraId="74984138" w14:textId="77777777" w:rsidR="006D4449" w:rsidRDefault="006D4449" w:rsidP="006D4449">
      <w:r>
        <w:t>302.8974</w:t>
      </w:r>
      <w:r>
        <w:tab/>
        <w:t>1.013e0</w:t>
      </w:r>
    </w:p>
    <w:p w14:paraId="100AF197" w14:textId="77777777" w:rsidR="006D4449" w:rsidRDefault="006D4449" w:rsidP="006D4449">
      <w:r>
        <w:t>302.9042</w:t>
      </w:r>
      <w:r>
        <w:tab/>
        <w:t>1.013e0</w:t>
      </w:r>
    </w:p>
    <w:p w14:paraId="0EE2E53B" w14:textId="77777777" w:rsidR="006D4449" w:rsidRDefault="006D4449" w:rsidP="006D4449">
      <w:r>
        <w:t>302.9300</w:t>
      </w:r>
      <w:r>
        <w:tab/>
        <w:t>2.025e0</w:t>
      </w:r>
    </w:p>
    <w:p w14:paraId="3180C4D4" w14:textId="77777777" w:rsidR="006D4449" w:rsidRDefault="006D4449" w:rsidP="006D4449">
      <w:r>
        <w:t>302.9317</w:t>
      </w:r>
      <w:r>
        <w:tab/>
        <w:t>1.013e0</w:t>
      </w:r>
    </w:p>
    <w:p w14:paraId="340BBBED" w14:textId="77777777" w:rsidR="006D4449" w:rsidRDefault="006D4449" w:rsidP="006D4449">
      <w:r>
        <w:t>302.9526</w:t>
      </w:r>
      <w:r>
        <w:tab/>
        <w:t>1.013e0</w:t>
      </w:r>
    </w:p>
    <w:p w14:paraId="413554CE" w14:textId="77777777" w:rsidR="006D4449" w:rsidRDefault="006D4449" w:rsidP="006D4449">
      <w:r>
        <w:t>303.0248</w:t>
      </w:r>
      <w:r>
        <w:tab/>
        <w:t>5.978e1</w:t>
      </w:r>
    </w:p>
    <w:p w14:paraId="36033748" w14:textId="77777777" w:rsidR="006D4449" w:rsidRDefault="006D4449" w:rsidP="006D4449">
      <w:r>
        <w:t>303.0269</w:t>
      </w:r>
      <w:r>
        <w:tab/>
        <w:t>6.735e1</w:t>
      </w:r>
    </w:p>
    <w:p w14:paraId="346C93D5" w14:textId="77777777" w:rsidR="006D4449" w:rsidRDefault="006D4449" w:rsidP="006D4449">
      <w:r>
        <w:t>303.0294</w:t>
      </w:r>
      <w:r>
        <w:tab/>
        <w:t>2.937e1</w:t>
      </w:r>
    </w:p>
    <w:p w14:paraId="44702194" w14:textId="77777777" w:rsidR="006D4449" w:rsidRDefault="006D4449" w:rsidP="006D4449">
      <w:r>
        <w:t>303.0678</w:t>
      </w:r>
      <w:r>
        <w:tab/>
        <w:t>3.038e0</w:t>
      </w:r>
    </w:p>
    <w:p w14:paraId="1CC50462" w14:textId="77777777" w:rsidR="006D4449" w:rsidRDefault="006D4449" w:rsidP="006D4449">
      <w:r>
        <w:t>303.0768</w:t>
      </w:r>
      <w:r>
        <w:tab/>
        <w:t>2.763e0</w:t>
      </w:r>
    </w:p>
    <w:p w14:paraId="4D45E05E" w14:textId="77777777" w:rsidR="006D4449" w:rsidRDefault="006D4449" w:rsidP="006D4449">
      <w:r>
        <w:t>303.0882</w:t>
      </w:r>
      <w:r>
        <w:tab/>
        <w:t>1.013e0</w:t>
      </w:r>
    </w:p>
    <w:p w14:paraId="0CBD5BE8" w14:textId="77777777" w:rsidR="006D4449" w:rsidRDefault="006D4449" w:rsidP="006D4449">
      <w:r>
        <w:t>303.1005</w:t>
      </w:r>
      <w:r>
        <w:tab/>
        <w:t>2.025e0</w:t>
      </w:r>
    </w:p>
    <w:p w14:paraId="577B7A05" w14:textId="77777777" w:rsidR="006D4449" w:rsidRDefault="006D4449" w:rsidP="006D4449">
      <w:r>
        <w:t>303.1161</w:t>
      </w:r>
      <w:r>
        <w:tab/>
        <w:t>2.025e0</w:t>
      </w:r>
    </w:p>
    <w:p w14:paraId="3704E822" w14:textId="77777777" w:rsidR="006D4449" w:rsidRDefault="006D4449" w:rsidP="006D4449">
      <w:r>
        <w:lastRenderedPageBreak/>
        <w:t>303.1215</w:t>
      </w:r>
      <w:r>
        <w:tab/>
        <w:t>1.013e0</w:t>
      </w:r>
    </w:p>
    <w:p w14:paraId="524A43C8" w14:textId="77777777" w:rsidR="006D4449" w:rsidRDefault="006D4449" w:rsidP="006D4449">
      <w:r>
        <w:t>303.1356</w:t>
      </w:r>
      <w:r>
        <w:tab/>
        <w:t>1.013e0</w:t>
      </w:r>
    </w:p>
    <w:p w14:paraId="06172AEC" w14:textId="77777777" w:rsidR="006D4449" w:rsidRDefault="006D4449" w:rsidP="006D4449">
      <w:r>
        <w:t>303.1414</w:t>
      </w:r>
      <w:r>
        <w:tab/>
        <w:t>3.038e0</w:t>
      </w:r>
    </w:p>
    <w:p w14:paraId="41D65C5A" w14:textId="77777777" w:rsidR="006D4449" w:rsidRDefault="006D4449" w:rsidP="006D4449">
      <w:r>
        <w:t>303.1552</w:t>
      </w:r>
      <w:r>
        <w:tab/>
        <w:t>3.038e0</w:t>
      </w:r>
    </w:p>
    <w:p w14:paraId="57A1C083" w14:textId="77777777" w:rsidR="006D4449" w:rsidRDefault="006D4449" w:rsidP="006D4449">
      <w:r>
        <w:t>303.1588</w:t>
      </w:r>
      <w:r>
        <w:tab/>
        <w:t>2.025e0</w:t>
      </w:r>
    </w:p>
    <w:p w14:paraId="736336EE" w14:textId="77777777" w:rsidR="006D4449" w:rsidRDefault="006D4449" w:rsidP="006D4449">
      <w:r>
        <w:t>303.1849</w:t>
      </w:r>
      <w:r>
        <w:tab/>
        <w:t>2.025e0</w:t>
      </w:r>
    </w:p>
    <w:p w14:paraId="403F4465" w14:textId="77777777" w:rsidR="006D4449" w:rsidRDefault="006D4449" w:rsidP="006D4449">
      <w:r>
        <w:t>303.1909</w:t>
      </w:r>
      <w:r>
        <w:tab/>
        <w:t>4.051e0</w:t>
      </w:r>
    </w:p>
    <w:p w14:paraId="562F9AF3" w14:textId="77777777" w:rsidR="006D4449" w:rsidRDefault="006D4449" w:rsidP="006D4449">
      <w:r>
        <w:t>303.2022</w:t>
      </w:r>
      <w:r>
        <w:tab/>
        <w:t>2.025e0</w:t>
      </w:r>
    </w:p>
    <w:p w14:paraId="7B584852" w14:textId="77777777" w:rsidR="006D4449" w:rsidRDefault="006D4449" w:rsidP="006D4449">
      <w:r>
        <w:t>303.2059</w:t>
      </w:r>
      <w:r>
        <w:tab/>
        <w:t>2.025e0</w:t>
      </w:r>
    </w:p>
    <w:p w14:paraId="04DB6F26" w14:textId="77777777" w:rsidR="006D4449" w:rsidRDefault="006D4449" w:rsidP="006D4449">
      <w:r>
        <w:t>303.2211</w:t>
      </w:r>
      <w:r>
        <w:tab/>
        <w:t>4.051e0</w:t>
      </w:r>
    </w:p>
    <w:p w14:paraId="7143B3EF" w14:textId="77777777" w:rsidR="006D4449" w:rsidRDefault="006D4449" w:rsidP="006D4449">
      <w:r>
        <w:t>303.2477</w:t>
      </w:r>
      <w:r>
        <w:tab/>
        <w:t>2.025e0</w:t>
      </w:r>
    </w:p>
    <w:p w14:paraId="4D5ABB54" w14:textId="77777777" w:rsidR="006D4449" w:rsidRDefault="006D4449" w:rsidP="006D4449">
      <w:r>
        <w:t>303.2734</w:t>
      </w:r>
      <w:r>
        <w:tab/>
        <w:t>1.013e0</w:t>
      </w:r>
    </w:p>
    <w:p w14:paraId="2CD167C0" w14:textId="77777777" w:rsidR="006D4449" w:rsidRDefault="006D4449" w:rsidP="006D4449">
      <w:r>
        <w:t>303.2779</w:t>
      </w:r>
      <w:r>
        <w:tab/>
        <w:t>4.051e0</w:t>
      </w:r>
    </w:p>
    <w:p w14:paraId="7885E93E" w14:textId="77777777" w:rsidR="006D4449" w:rsidRDefault="006D4449" w:rsidP="006D4449">
      <w:r>
        <w:t>303.3067</w:t>
      </w:r>
      <w:r>
        <w:tab/>
        <w:t>3.038e0</w:t>
      </w:r>
    </w:p>
    <w:p w14:paraId="4451EE14" w14:textId="77777777" w:rsidR="006D4449" w:rsidRDefault="006D4449" w:rsidP="006D4449">
      <w:r>
        <w:t>303.3287</w:t>
      </w:r>
      <w:r>
        <w:tab/>
        <w:t>1.013e0</w:t>
      </w:r>
    </w:p>
    <w:p w14:paraId="1627472A" w14:textId="77777777" w:rsidR="006D4449" w:rsidRDefault="006D4449" w:rsidP="006D4449">
      <w:r>
        <w:t>303.3671</w:t>
      </w:r>
      <w:r>
        <w:tab/>
        <w:t>1.013e0</w:t>
      </w:r>
    </w:p>
    <w:p w14:paraId="7BE1DE30" w14:textId="77777777" w:rsidR="006D4449" w:rsidRDefault="006D4449" w:rsidP="006D4449">
      <w:r>
        <w:t>303.4045</w:t>
      </w:r>
      <w:r>
        <w:tab/>
        <w:t>1.013e0</w:t>
      </w:r>
    </w:p>
    <w:p w14:paraId="2315BFAA" w14:textId="77777777" w:rsidR="006D4449" w:rsidRDefault="006D4449" w:rsidP="006D4449">
      <w:r>
        <w:t>303.4113</w:t>
      </w:r>
      <w:r>
        <w:tab/>
        <w:t>1.013e0</w:t>
      </w:r>
    </w:p>
    <w:p w14:paraId="1466A9B6" w14:textId="77777777" w:rsidR="006D4449" w:rsidRDefault="006D4449" w:rsidP="006D4449">
      <w:r>
        <w:t>303.4352</w:t>
      </w:r>
      <w:r>
        <w:tab/>
        <w:t>1.013e0</w:t>
      </w:r>
    </w:p>
    <w:p w14:paraId="41897380" w14:textId="77777777" w:rsidR="006D4449" w:rsidRDefault="006D4449" w:rsidP="006D4449">
      <w:r>
        <w:lastRenderedPageBreak/>
        <w:t>303.4392</w:t>
      </w:r>
      <w:r>
        <w:tab/>
        <w:t>1.013e0</w:t>
      </w:r>
    </w:p>
    <w:p w14:paraId="5120BACF" w14:textId="77777777" w:rsidR="006D4449" w:rsidRDefault="006D4449" w:rsidP="006D4449">
      <w:r>
        <w:t>303.4691</w:t>
      </w:r>
      <w:r>
        <w:tab/>
        <w:t>2.025e0</w:t>
      </w:r>
    </w:p>
    <w:p w14:paraId="6FAB71B6" w14:textId="77777777" w:rsidR="006D4449" w:rsidRDefault="006D4449" w:rsidP="006D4449">
      <w:r>
        <w:t>303.4724</w:t>
      </w:r>
      <w:r>
        <w:tab/>
        <w:t>1.013e0</w:t>
      </w:r>
    </w:p>
    <w:p w14:paraId="1F363D25" w14:textId="77777777" w:rsidR="006D4449" w:rsidRDefault="006D4449" w:rsidP="006D4449">
      <w:r>
        <w:t>303.4990</w:t>
      </w:r>
      <w:r>
        <w:tab/>
        <w:t>1.013e0</w:t>
      </w:r>
    </w:p>
    <w:p w14:paraId="7ED468D0" w14:textId="77777777" w:rsidR="006D4449" w:rsidRDefault="006D4449" w:rsidP="006D4449">
      <w:r>
        <w:t>303.5105</w:t>
      </w:r>
      <w:r>
        <w:tab/>
        <w:t>1.013e0</w:t>
      </w:r>
    </w:p>
    <w:p w14:paraId="35C5F27E" w14:textId="77777777" w:rsidR="006D4449" w:rsidRDefault="006D4449" w:rsidP="006D4449">
      <w:r>
        <w:t>303.5687</w:t>
      </w:r>
      <w:r>
        <w:tab/>
        <w:t>2.025e0</w:t>
      </w:r>
    </w:p>
    <w:p w14:paraId="05F49A3A" w14:textId="77777777" w:rsidR="006D4449" w:rsidRDefault="006D4449" w:rsidP="006D4449">
      <w:r>
        <w:t>303.5712</w:t>
      </w:r>
      <w:r>
        <w:tab/>
        <w:t>1.013e0</w:t>
      </w:r>
    </w:p>
    <w:p w14:paraId="13CD5D5E" w14:textId="77777777" w:rsidR="006D4449" w:rsidRDefault="006D4449" w:rsidP="006D4449">
      <w:r>
        <w:t>303.5748</w:t>
      </w:r>
      <w:r>
        <w:tab/>
        <w:t>1.013e0</w:t>
      </w:r>
    </w:p>
    <w:p w14:paraId="48839EC3" w14:textId="77777777" w:rsidR="006D4449" w:rsidRDefault="006D4449" w:rsidP="006D4449">
      <w:r>
        <w:t>303.6028</w:t>
      </w:r>
      <w:r>
        <w:tab/>
        <w:t>1.013e0</w:t>
      </w:r>
    </w:p>
    <w:p w14:paraId="7C6E80D8" w14:textId="77777777" w:rsidR="006D4449" w:rsidRDefault="006D4449" w:rsidP="006D4449">
      <w:r>
        <w:t>303.6160</w:t>
      </w:r>
      <w:r>
        <w:tab/>
        <w:t>1.013e0</w:t>
      </w:r>
    </w:p>
    <w:p w14:paraId="3651CECA" w14:textId="77777777" w:rsidR="006D4449" w:rsidRDefault="006D4449" w:rsidP="006D4449">
      <w:r>
        <w:t>303.6355</w:t>
      </w:r>
      <w:r>
        <w:tab/>
        <w:t>3.038e0</w:t>
      </w:r>
    </w:p>
    <w:p w14:paraId="7B76D9A5" w14:textId="77777777" w:rsidR="006D4449" w:rsidRDefault="006D4449" w:rsidP="006D4449">
      <w:r>
        <w:t>303.6715</w:t>
      </w:r>
      <w:r>
        <w:tab/>
        <w:t>3.303e0</w:t>
      </w:r>
    </w:p>
    <w:p w14:paraId="19888CF9" w14:textId="77777777" w:rsidR="006D4449" w:rsidRDefault="006D4449" w:rsidP="006D4449">
      <w:r>
        <w:t>303.7126</w:t>
      </w:r>
      <w:r>
        <w:tab/>
        <w:t>2.025e0</w:t>
      </w:r>
    </w:p>
    <w:p w14:paraId="2694F404" w14:textId="77777777" w:rsidR="006D4449" w:rsidRDefault="006D4449" w:rsidP="006D4449">
      <w:r>
        <w:t>303.7556</w:t>
      </w:r>
      <w:r>
        <w:tab/>
        <w:t>1.013e0</w:t>
      </w:r>
    </w:p>
    <w:p w14:paraId="3B6202D6" w14:textId="77777777" w:rsidR="006D4449" w:rsidRDefault="006D4449" w:rsidP="006D4449">
      <w:r>
        <w:t>303.7863</w:t>
      </w:r>
      <w:r>
        <w:tab/>
        <w:t>1.013e0</w:t>
      </w:r>
    </w:p>
    <w:p w14:paraId="3A13AD39" w14:textId="77777777" w:rsidR="006D4449" w:rsidRDefault="006D4449" w:rsidP="006D4449">
      <w:r>
        <w:t>303.8764</w:t>
      </w:r>
      <w:r>
        <w:tab/>
        <w:t>2.025e0</w:t>
      </w:r>
    </w:p>
    <w:p w14:paraId="1FE9499D" w14:textId="77777777" w:rsidR="006D4449" w:rsidRDefault="006D4449" w:rsidP="006D4449">
      <w:r>
        <w:t>303.8820</w:t>
      </w:r>
      <w:r>
        <w:tab/>
        <w:t>5.063e0</w:t>
      </w:r>
    </w:p>
    <w:p w14:paraId="53B9C0B5" w14:textId="77777777" w:rsidR="006D4449" w:rsidRDefault="006D4449" w:rsidP="006D4449">
      <w:r>
        <w:t>303.8913</w:t>
      </w:r>
      <w:r>
        <w:tab/>
        <w:t>1.013e0</w:t>
      </w:r>
    </w:p>
    <w:p w14:paraId="1822D432" w14:textId="77777777" w:rsidR="006D4449" w:rsidRDefault="006D4449" w:rsidP="006D4449">
      <w:r>
        <w:t>303.9080</w:t>
      </w:r>
      <w:r>
        <w:tab/>
        <w:t>1.013e0</w:t>
      </w:r>
    </w:p>
    <w:p w14:paraId="0B333FFC" w14:textId="77777777" w:rsidR="006D4449" w:rsidRDefault="006D4449" w:rsidP="006D4449">
      <w:r>
        <w:lastRenderedPageBreak/>
        <w:t>303.9272</w:t>
      </w:r>
      <w:r>
        <w:tab/>
        <w:t>3.038e0</w:t>
      </w:r>
    </w:p>
    <w:p w14:paraId="482A5467" w14:textId="77777777" w:rsidR="006D4449" w:rsidRDefault="006D4449" w:rsidP="006D4449">
      <w:r>
        <w:t>303.9302</w:t>
      </w:r>
      <w:r>
        <w:tab/>
        <w:t>3.038e0</w:t>
      </w:r>
    </w:p>
    <w:p w14:paraId="1AF4D38E" w14:textId="77777777" w:rsidR="006D4449" w:rsidRDefault="006D4449" w:rsidP="006D4449">
      <w:r>
        <w:t>303.9551</w:t>
      </w:r>
      <w:r>
        <w:tab/>
        <w:t>1.013e0</w:t>
      </w:r>
    </w:p>
    <w:p w14:paraId="3D64A3C9" w14:textId="77777777" w:rsidR="006D4449" w:rsidRDefault="006D4449" w:rsidP="006D4449">
      <w:r>
        <w:t>303.9592</w:t>
      </w:r>
      <w:r>
        <w:tab/>
        <w:t>1.013e0</w:t>
      </w:r>
    </w:p>
    <w:p w14:paraId="58EC2E82" w14:textId="77777777" w:rsidR="006D4449" w:rsidRDefault="006D4449" w:rsidP="006D4449">
      <w:r>
        <w:t>303.9736</w:t>
      </w:r>
      <w:r>
        <w:tab/>
        <w:t>2.025e0</w:t>
      </w:r>
    </w:p>
    <w:p w14:paraId="77C11EEB" w14:textId="77777777" w:rsidR="006D4449" w:rsidRDefault="006D4449" w:rsidP="006D4449">
      <w:r>
        <w:t>303.9858</w:t>
      </w:r>
      <w:r>
        <w:tab/>
        <w:t>1.013e0</w:t>
      </w:r>
    </w:p>
    <w:p w14:paraId="46CC1A94" w14:textId="77777777" w:rsidR="006D4449" w:rsidRDefault="006D4449" w:rsidP="006D4449">
      <w:r>
        <w:t>304.0039</w:t>
      </w:r>
      <w:r>
        <w:tab/>
        <w:t>2.025e0</w:t>
      </w:r>
    </w:p>
    <w:p w14:paraId="1F246753" w14:textId="77777777" w:rsidR="006D4449" w:rsidRDefault="006D4449" w:rsidP="006D4449">
      <w:r>
        <w:t>304.0258</w:t>
      </w:r>
      <w:r>
        <w:tab/>
        <w:t>3.602e0</w:t>
      </w:r>
    </w:p>
    <w:p w14:paraId="529CA089" w14:textId="77777777" w:rsidR="006D4449" w:rsidRDefault="006D4449" w:rsidP="006D4449">
      <w:r>
        <w:t>304.0299</w:t>
      </w:r>
      <w:r>
        <w:tab/>
        <w:t>7.089e0</w:t>
      </w:r>
    </w:p>
    <w:p w14:paraId="5DC78940" w14:textId="77777777" w:rsidR="006D4449" w:rsidRDefault="006D4449" w:rsidP="006D4449">
      <w:r>
        <w:t>304.0357</w:t>
      </w:r>
      <w:r>
        <w:tab/>
        <w:t>5.004e0</w:t>
      </w:r>
    </w:p>
    <w:p w14:paraId="4AE94227" w14:textId="77777777" w:rsidR="006D4449" w:rsidRDefault="006D4449" w:rsidP="006D4449">
      <w:r>
        <w:t>304.0400</w:t>
      </w:r>
      <w:r>
        <w:tab/>
        <w:t>5.063e0</w:t>
      </w:r>
    </w:p>
    <w:p w14:paraId="719BAD34" w14:textId="77777777" w:rsidR="006D4449" w:rsidRDefault="006D4449" w:rsidP="006D4449">
      <w:r>
        <w:t>304.0620</w:t>
      </w:r>
      <w:r>
        <w:tab/>
        <w:t>3.038e0</w:t>
      </w:r>
    </w:p>
    <w:p w14:paraId="7C509853" w14:textId="77777777" w:rsidR="006D4449" w:rsidRDefault="006D4449" w:rsidP="006D4449">
      <w:r>
        <w:t>304.0735</w:t>
      </w:r>
      <w:r>
        <w:tab/>
        <w:t>3.038e0</w:t>
      </w:r>
    </w:p>
    <w:p w14:paraId="3AF0B2D8" w14:textId="77777777" w:rsidR="006D4449" w:rsidRDefault="006D4449" w:rsidP="006D4449">
      <w:r>
        <w:t>304.0877</w:t>
      </w:r>
      <w:r>
        <w:tab/>
        <w:t>4.051e0</w:t>
      </w:r>
    </w:p>
    <w:p w14:paraId="3F09EAB3" w14:textId="77777777" w:rsidR="006D4449" w:rsidRDefault="006D4449" w:rsidP="006D4449">
      <w:r>
        <w:t>304.1026</w:t>
      </w:r>
      <w:r>
        <w:tab/>
        <w:t>3.038e0</w:t>
      </w:r>
    </w:p>
    <w:p w14:paraId="7A7DB3E2" w14:textId="77777777" w:rsidR="006D4449" w:rsidRDefault="006D4449" w:rsidP="006D4449">
      <w:r>
        <w:t>304.1088</w:t>
      </w:r>
      <w:r>
        <w:tab/>
        <w:t>2.025e0</w:t>
      </w:r>
    </w:p>
    <w:p w14:paraId="436AE3A8" w14:textId="77777777" w:rsidR="006D4449" w:rsidRDefault="006D4449" w:rsidP="006D4449">
      <w:r>
        <w:t>304.1111</w:t>
      </w:r>
      <w:r>
        <w:tab/>
        <w:t>1.013e0</w:t>
      </w:r>
    </w:p>
    <w:p w14:paraId="76AC75ED" w14:textId="77777777" w:rsidR="006D4449" w:rsidRDefault="006D4449" w:rsidP="006D4449">
      <w:r>
        <w:t>304.1259</w:t>
      </w:r>
      <w:r>
        <w:tab/>
        <w:t>3.038e0</w:t>
      </w:r>
    </w:p>
    <w:p w14:paraId="5134F364" w14:textId="77777777" w:rsidR="006D4449" w:rsidRDefault="006D4449" w:rsidP="006D4449">
      <w:r>
        <w:t>304.1463</w:t>
      </w:r>
      <w:r>
        <w:tab/>
        <w:t>2.025e0</w:t>
      </w:r>
    </w:p>
    <w:p w14:paraId="776A2B8D" w14:textId="77777777" w:rsidR="006D4449" w:rsidRDefault="006D4449" w:rsidP="006D4449">
      <w:r>
        <w:lastRenderedPageBreak/>
        <w:t>304.1545</w:t>
      </w:r>
      <w:r>
        <w:tab/>
        <w:t>2.025e0</w:t>
      </w:r>
    </w:p>
    <w:p w14:paraId="3F15B376" w14:textId="77777777" w:rsidR="006D4449" w:rsidRDefault="006D4449" w:rsidP="006D4449">
      <w:r>
        <w:t>304.1693</w:t>
      </w:r>
      <w:r>
        <w:tab/>
        <w:t>3.038e0</w:t>
      </w:r>
    </w:p>
    <w:p w14:paraId="3E929DCB" w14:textId="77777777" w:rsidR="006D4449" w:rsidRDefault="006D4449" w:rsidP="006D4449">
      <w:r>
        <w:t>304.1813</w:t>
      </w:r>
      <w:r>
        <w:tab/>
        <w:t>2.025e0</w:t>
      </w:r>
    </w:p>
    <w:p w14:paraId="19BC4C1D" w14:textId="77777777" w:rsidR="006D4449" w:rsidRDefault="006D4449" w:rsidP="006D4449">
      <w:r>
        <w:t>304.2112</w:t>
      </w:r>
      <w:r>
        <w:tab/>
        <w:t>2.025e0</w:t>
      </w:r>
    </w:p>
    <w:p w14:paraId="67C0C66E" w14:textId="77777777" w:rsidR="006D4449" w:rsidRDefault="006D4449" w:rsidP="006D4449">
      <w:r>
        <w:t>304.2185</w:t>
      </w:r>
      <w:r>
        <w:tab/>
        <w:t>1.013e0</w:t>
      </w:r>
    </w:p>
    <w:p w14:paraId="69895841" w14:textId="77777777" w:rsidR="006D4449" w:rsidRDefault="006D4449" w:rsidP="006D4449">
      <w:r>
        <w:t>304.2219</w:t>
      </w:r>
      <w:r>
        <w:tab/>
        <w:t>3.038e0</w:t>
      </w:r>
    </w:p>
    <w:p w14:paraId="550B9DD6" w14:textId="77777777" w:rsidR="006D4449" w:rsidRDefault="006D4449" w:rsidP="006D4449">
      <w:r>
        <w:t>304.2239</w:t>
      </w:r>
      <w:r>
        <w:tab/>
        <w:t>3.038e0</w:t>
      </w:r>
    </w:p>
    <w:p w14:paraId="39B30DFC" w14:textId="77777777" w:rsidR="006D4449" w:rsidRDefault="006D4449" w:rsidP="006D4449">
      <w:r>
        <w:t>304.2656</w:t>
      </w:r>
      <w:r>
        <w:tab/>
        <w:t>2.025e0</w:t>
      </w:r>
    </w:p>
    <w:p w14:paraId="252C3DF6" w14:textId="77777777" w:rsidR="006D4449" w:rsidRDefault="006D4449" w:rsidP="006D4449">
      <w:r>
        <w:t>304.2690</w:t>
      </w:r>
      <w:r>
        <w:tab/>
        <w:t>6.106e0</w:t>
      </w:r>
    </w:p>
    <w:p w14:paraId="2D51CFCC" w14:textId="77777777" w:rsidR="006D4449" w:rsidRDefault="006D4449" w:rsidP="006D4449">
      <w:r>
        <w:t>304.3007</w:t>
      </w:r>
      <w:r>
        <w:tab/>
        <w:t>1.114e1</w:t>
      </w:r>
    </w:p>
    <w:p w14:paraId="369D9F40" w14:textId="77777777" w:rsidR="006D4449" w:rsidRDefault="006D4449" w:rsidP="006D4449">
      <w:r>
        <w:t>304.3031</w:t>
      </w:r>
      <w:r>
        <w:tab/>
        <w:t>1.418e1</w:t>
      </w:r>
    </w:p>
    <w:p w14:paraId="57F3216E" w14:textId="77777777" w:rsidR="006D4449" w:rsidRDefault="006D4449" w:rsidP="006D4449">
      <w:r>
        <w:t>304.3067</w:t>
      </w:r>
      <w:r>
        <w:tab/>
        <w:t>1.010e1</w:t>
      </w:r>
    </w:p>
    <w:p w14:paraId="2556683B" w14:textId="77777777" w:rsidR="006D4449" w:rsidRDefault="006D4449" w:rsidP="006D4449">
      <w:r>
        <w:t>304.3078</w:t>
      </w:r>
      <w:r>
        <w:tab/>
        <w:t>3.074e1</w:t>
      </w:r>
    </w:p>
    <w:p w14:paraId="7EE96F27" w14:textId="77777777" w:rsidR="006D4449" w:rsidRDefault="006D4449" w:rsidP="006D4449">
      <w:r>
        <w:t>304.3541</w:t>
      </w:r>
      <w:r>
        <w:tab/>
        <w:t>2.025e0</w:t>
      </w:r>
    </w:p>
    <w:p w14:paraId="5C5A358F" w14:textId="77777777" w:rsidR="006D4449" w:rsidRDefault="006D4449" w:rsidP="006D4449">
      <w:r>
        <w:t>304.3943</w:t>
      </w:r>
      <w:r>
        <w:tab/>
        <w:t>2.025e0</w:t>
      </w:r>
    </w:p>
    <w:p w14:paraId="0BC59BAC" w14:textId="77777777" w:rsidR="006D4449" w:rsidRDefault="006D4449" w:rsidP="006D4449">
      <w:r>
        <w:t>304.4055</w:t>
      </w:r>
      <w:r>
        <w:tab/>
        <w:t>1.013e0</w:t>
      </w:r>
    </w:p>
    <w:p w14:paraId="36F1DE77" w14:textId="77777777" w:rsidR="006D4449" w:rsidRDefault="006D4449" w:rsidP="006D4449">
      <w:r>
        <w:t>304.4447</w:t>
      </w:r>
      <w:r>
        <w:tab/>
        <w:t>1.013e0</w:t>
      </w:r>
    </w:p>
    <w:p w14:paraId="77F051EB" w14:textId="77777777" w:rsidR="006D4449" w:rsidRDefault="006D4449" w:rsidP="006D4449">
      <w:r>
        <w:t>304.4460</w:t>
      </w:r>
      <w:r>
        <w:tab/>
        <w:t>1.013e0</w:t>
      </w:r>
    </w:p>
    <w:p w14:paraId="5983AAA4" w14:textId="77777777" w:rsidR="006D4449" w:rsidRDefault="006D4449" w:rsidP="006D4449">
      <w:r>
        <w:t>304.4940</w:t>
      </w:r>
      <w:r>
        <w:tab/>
        <w:t>2.025e0</w:t>
      </w:r>
    </w:p>
    <w:p w14:paraId="2B36429A" w14:textId="77777777" w:rsidR="006D4449" w:rsidRDefault="006D4449" w:rsidP="006D4449">
      <w:r>
        <w:lastRenderedPageBreak/>
        <w:t>304.4966</w:t>
      </w:r>
      <w:r>
        <w:tab/>
        <w:t>2.025e0</w:t>
      </w:r>
    </w:p>
    <w:p w14:paraId="5BA5CC6F" w14:textId="77777777" w:rsidR="006D4449" w:rsidRDefault="006D4449" w:rsidP="006D4449">
      <w:r>
        <w:t>304.5161</w:t>
      </w:r>
      <w:r>
        <w:tab/>
        <w:t>2.025e0</w:t>
      </w:r>
    </w:p>
    <w:p w14:paraId="02A0AAE6" w14:textId="77777777" w:rsidR="006D4449" w:rsidRDefault="006D4449" w:rsidP="006D4449">
      <w:r>
        <w:t>304.5298</w:t>
      </w:r>
      <w:r>
        <w:tab/>
        <w:t>1.013e0</w:t>
      </w:r>
    </w:p>
    <w:p w14:paraId="68C8F499" w14:textId="77777777" w:rsidR="006D4449" w:rsidRDefault="006D4449" w:rsidP="006D4449">
      <w:r>
        <w:t>304.5369</w:t>
      </w:r>
      <w:r>
        <w:tab/>
        <w:t>1.013e0</w:t>
      </w:r>
    </w:p>
    <w:p w14:paraId="005C7086" w14:textId="77777777" w:rsidR="006D4449" w:rsidRDefault="006D4449" w:rsidP="006D4449">
      <w:r>
        <w:t>304.5760</w:t>
      </w:r>
      <w:r>
        <w:tab/>
        <w:t>2.025e0</w:t>
      </w:r>
    </w:p>
    <w:p w14:paraId="75556E1D" w14:textId="77777777" w:rsidR="006D4449" w:rsidRDefault="006D4449" w:rsidP="006D4449">
      <w:r>
        <w:t>304.5884</w:t>
      </w:r>
      <w:r>
        <w:tab/>
        <w:t>1.013e0</w:t>
      </w:r>
    </w:p>
    <w:p w14:paraId="696E3988" w14:textId="77777777" w:rsidR="006D4449" w:rsidRDefault="006D4449" w:rsidP="006D4449">
      <w:r>
        <w:t>304.5897</w:t>
      </w:r>
      <w:r>
        <w:tab/>
        <w:t>1.013e0</w:t>
      </w:r>
    </w:p>
    <w:p w14:paraId="44A20D51" w14:textId="77777777" w:rsidR="006D4449" w:rsidRDefault="006D4449" w:rsidP="006D4449">
      <w:r>
        <w:t>304.6227</w:t>
      </w:r>
      <w:r>
        <w:tab/>
        <w:t>3.038e0</w:t>
      </w:r>
    </w:p>
    <w:p w14:paraId="17E5C062" w14:textId="77777777" w:rsidR="006D4449" w:rsidRDefault="006D4449" w:rsidP="006D4449">
      <w:r>
        <w:t>304.6403</w:t>
      </w:r>
      <w:r>
        <w:tab/>
        <w:t>2.025e0</w:t>
      </w:r>
    </w:p>
    <w:p w14:paraId="64122EEA" w14:textId="77777777" w:rsidR="006D4449" w:rsidRDefault="006D4449" w:rsidP="006D4449">
      <w:r>
        <w:t>304.6475</w:t>
      </w:r>
      <w:r>
        <w:tab/>
        <w:t>3.038e0</w:t>
      </w:r>
    </w:p>
    <w:p w14:paraId="289EB381" w14:textId="77777777" w:rsidR="006D4449" w:rsidRDefault="006D4449" w:rsidP="006D4449">
      <w:r>
        <w:t>304.7098</w:t>
      </w:r>
      <w:r>
        <w:tab/>
        <w:t>1.013e0</w:t>
      </w:r>
    </w:p>
    <w:p w14:paraId="6B59364D" w14:textId="77777777" w:rsidR="006D4449" w:rsidRDefault="006D4449" w:rsidP="006D4449">
      <w:r>
        <w:t>304.7334</w:t>
      </w:r>
      <w:r>
        <w:tab/>
        <w:t>1.013e0</w:t>
      </w:r>
    </w:p>
    <w:p w14:paraId="58850B07" w14:textId="77777777" w:rsidR="006D4449" w:rsidRDefault="006D4449" w:rsidP="006D4449">
      <w:r>
        <w:t>304.7750</w:t>
      </w:r>
      <w:r>
        <w:tab/>
        <w:t>1.013e0</w:t>
      </w:r>
    </w:p>
    <w:p w14:paraId="0304EA7B" w14:textId="77777777" w:rsidR="006D4449" w:rsidRDefault="006D4449" w:rsidP="006D4449">
      <w:r>
        <w:t>304.7813</w:t>
      </w:r>
      <w:r>
        <w:tab/>
        <w:t>1.013e0</w:t>
      </w:r>
    </w:p>
    <w:p w14:paraId="6EA4297A" w14:textId="77777777" w:rsidR="006D4449" w:rsidRDefault="006D4449" w:rsidP="006D4449">
      <w:r>
        <w:t>304.7971</w:t>
      </w:r>
      <w:r>
        <w:tab/>
        <w:t>1.013e0</w:t>
      </w:r>
    </w:p>
    <w:p w14:paraId="2AD82163" w14:textId="77777777" w:rsidR="006D4449" w:rsidRDefault="006D4449" w:rsidP="006D4449">
      <w:r>
        <w:t>304.8012</w:t>
      </w:r>
      <w:r>
        <w:tab/>
        <w:t>2.025e0</w:t>
      </w:r>
    </w:p>
    <w:p w14:paraId="4085AB4E" w14:textId="77777777" w:rsidR="006D4449" w:rsidRDefault="006D4449" w:rsidP="006D4449">
      <w:r>
        <w:t>304.8112</w:t>
      </w:r>
      <w:r>
        <w:tab/>
        <w:t>2.025e0</w:t>
      </w:r>
    </w:p>
    <w:p w14:paraId="6309AF18" w14:textId="77777777" w:rsidR="006D4449" w:rsidRDefault="006D4449" w:rsidP="006D4449">
      <w:r>
        <w:t>304.8541</w:t>
      </w:r>
      <w:r>
        <w:tab/>
        <w:t>2.345e0</w:t>
      </w:r>
    </w:p>
    <w:p w14:paraId="058F0ACF" w14:textId="77777777" w:rsidR="006D4449" w:rsidRDefault="006D4449" w:rsidP="006D4449">
      <w:r>
        <w:t>304.8828</w:t>
      </w:r>
      <w:r>
        <w:tab/>
        <w:t>7.089e0</w:t>
      </w:r>
    </w:p>
    <w:p w14:paraId="5B9E4791" w14:textId="77777777" w:rsidR="006D4449" w:rsidRDefault="006D4449" w:rsidP="006D4449">
      <w:r>
        <w:lastRenderedPageBreak/>
        <w:t>304.8925</w:t>
      </w:r>
      <w:r>
        <w:tab/>
        <w:t>7.089e0</w:t>
      </w:r>
    </w:p>
    <w:p w14:paraId="622C717F" w14:textId="77777777" w:rsidR="006D4449" w:rsidRDefault="006D4449" w:rsidP="006D4449">
      <w:r>
        <w:t>304.8962</w:t>
      </w:r>
      <w:r>
        <w:tab/>
        <w:t>7.586e0</w:t>
      </w:r>
    </w:p>
    <w:p w14:paraId="5E0AFD96" w14:textId="77777777" w:rsidR="006D4449" w:rsidRDefault="006D4449" w:rsidP="006D4449">
      <w:r>
        <w:t>304.8981</w:t>
      </w:r>
      <w:r>
        <w:tab/>
        <w:t>5.063e0</w:t>
      </w:r>
    </w:p>
    <w:p w14:paraId="66AF4546" w14:textId="77777777" w:rsidR="006D4449" w:rsidRDefault="006D4449" w:rsidP="006D4449">
      <w:r>
        <w:t>304.9108</w:t>
      </w:r>
      <w:r>
        <w:tab/>
        <w:t>5.063e0</w:t>
      </w:r>
    </w:p>
    <w:p w14:paraId="6D0169D7" w14:textId="77777777" w:rsidR="006D4449" w:rsidRDefault="006D4449" w:rsidP="006D4449">
      <w:r>
        <w:t>304.9636</w:t>
      </w:r>
      <w:r>
        <w:tab/>
        <w:t>1.013e0</w:t>
      </w:r>
    </w:p>
    <w:p w14:paraId="6A464E05" w14:textId="77777777" w:rsidR="006D4449" w:rsidRDefault="006D4449" w:rsidP="006D4449">
      <w:r>
        <w:t>304.9677</w:t>
      </w:r>
      <w:r>
        <w:tab/>
        <w:t>2.025e0</w:t>
      </w:r>
    </w:p>
    <w:p w14:paraId="262C0BD5" w14:textId="77777777" w:rsidR="006D4449" w:rsidRDefault="006D4449" w:rsidP="006D4449">
      <w:r>
        <w:t>304.9701</w:t>
      </w:r>
      <w:r>
        <w:tab/>
        <w:t>1.013e0</w:t>
      </w:r>
    </w:p>
    <w:p w14:paraId="02CEA115" w14:textId="77777777" w:rsidR="006D4449" w:rsidRDefault="006D4449" w:rsidP="006D4449">
      <w:r>
        <w:t>304.9929</w:t>
      </w:r>
      <w:r>
        <w:tab/>
        <w:t>2.025e0</w:t>
      </w:r>
    </w:p>
    <w:p w14:paraId="4C0646AB" w14:textId="77777777" w:rsidR="006D4449" w:rsidRDefault="006D4449" w:rsidP="006D4449">
      <w:r>
        <w:t>305.0196</w:t>
      </w:r>
      <w:r>
        <w:tab/>
        <w:t>3.038e0</w:t>
      </w:r>
    </w:p>
    <w:p w14:paraId="27D1F620" w14:textId="77777777" w:rsidR="006D4449" w:rsidRDefault="006D4449" w:rsidP="006D4449">
      <w:r>
        <w:t>305.0284</w:t>
      </w:r>
      <w:r>
        <w:tab/>
        <w:t>1.088e1</w:t>
      </w:r>
    </w:p>
    <w:p w14:paraId="3CDBF89A" w14:textId="77777777" w:rsidR="006D4449" w:rsidRDefault="006D4449" w:rsidP="006D4449">
      <w:r>
        <w:t>305.0309</w:t>
      </w:r>
      <w:r>
        <w:tab/>
        <w:t>3.038e0</w:t>
      </w:r>
    </w:p>
    <w:p w14:paraId="5DDCF0A7" w14:textId="77777777" w:rsidR="006D4449" w:rsidRDefault="006D4449" w:rsidP="006D4449">
      <w:r>
        <w:t>305.0325</w:t>
      </w:r>
      <w:r>
        <w:tab/>
        <w:t>5.063e0</w:t>
      </w:r>
    </w:p>
    <w:p w14:paraId="0009262A" w14:textId="77777777" w:rsidR="006D4449" w:rsidRDefault="006D4449" w:rsidP="006D4449">
      <w:r>
        <w:t>305.0742</w:t>
      </w:r>
      <w:r>
        <w:tab/>
        <w:t>3.135e0</w:t>
      </w:r>
    </w:p>
    <w:p w14:paraId="7A09D785" w14:textId="77777777" w:rsidR="006D4449" w:rsidRDefault="006D4449" w:rsidP="006D4449">
      <w:r>
        <w:t>305.0775</w:t>
      </w:r>
      <w:r>
        <w:tab/>
        <w:t>8.395e0</w:t>
      </w:r>
    </w:p>
    <w:p w14:paraId="669E0758" w14:textId="77777777" w:rsidR="006D4449" w:rsidRDefault="006D4449" w:rsidP="006D4449">
      <w:r>
        <w:t>305.0824</w:t>
      </w:r>
      <w:r>
        <w:tab/>
        <w:t>3.038e0</w:t>
      </w:r>
    </w:p>
    <w:p w14:paraId="578CB686" w14:textId="77777777" w:rsidR="006D4449" w:rsidRDefault="006D4449" w:rsidP="006D4449">
      <w:r>
        <w:t>305.1048</w:t>
      </w:r>
      <w:r>
        <w:tab/>
        <w:t>1.013e0</w:t>
      </w:r>
    </w:p>
    <w:p w14:paraId="4C4320AD" w14:textId="77777777" w:rsidR="006D4449" w:rsidRDefault="006D4449" w:rsidP="006D4449">
      <w:r>
        <w:t>305.1390</w:t>
      </w:r>
      <w:r>
        <w:tab/>
        <w:t>6.076e0</w:t>
      </w:r>
    </w:p>
    <w:p w14:paraId="46495933" w14:textId="77777777" w:rsidR="006D4449" w:rsidRDefault="006D4449" w:rsidP="006D4449">
      <w:r>
        <w:t>305.1545</w:t>
      </w:r>
      <w:r>
        <w:tab/>
        <w:t>6.076e0</w:t>
      </w:r>
    </w:p>
    <w:p w14:paraId="06EFD6E4" w14:textId="77777777" w:rsidR="006D4449" w:rsidRDefault="006D4449" w:rsidP="006D4449">
      <w:r>
        <w:t>305.1604</w:t>
      </w:r>
      <w:r>
        <w:tab/>
        <w:t>4.051e0</w:t>
      </w:r>
    </w:p>
    <w:p w14:paraId="3A13A8BE" w14:textId="77777777" w:rsidR="006D4449" w:rsidRDefault="006D4449" w:rsidP="006D4449">
      <w:r>
        <w:lastRenderedPageBreak/>
        <w:t>305.1638</w:t>
      </w:r>
      <w:r>
        <w:tab/>
        <w:t>6.076e0</w:t>
      </w:r>
    </w:p>
    <w:p w14:paraId="1F3D588B" w14:textId="77777777" w:rsidR="006D4449" w:rsidRDefault="006D4449" w:rsidP="006D4449">
      <w:r>
        <w:t>305.1838</w:t>
      </w:r>
      <w:r>
        <w:tab/>
        <w:t>6.491e0</w:t>
      </w:r>
    </w:p>
    <w:p w14:paraId="0F7A85F8" w14:textId="77777777" w:rsidR="006D4449" w:rsidRDefault="006D4449" w:rsidP="006D4449">
      <w:r>
        <w:t>305.1873</w:t>
      </w:r>
      <w:r>
        <w:tab/>
        <w:t>2.170e0</w:t>
      </w:r>
    </w:p>
    <w:p w14:paraId="6A723AC8" w14:textId="77777777" w:rsidR="006D4449" w:rsidRDefault="006D4449" w:rsidP="006D4449">
      <w:r>
        <w:t>305.1932</w:t>
      </w:r>
      <w:r>
        <w:tab/>
        <w:t>4.051e0</w:t>
      </w:r>
    </w:p>
    <w:p w14:paraId="3B45F3A2" w14:textId="77777777" w:rsidR="006D4449" w:rsidRDefault="006D4449" w:rsidP="006D4449">
      <w:r>
        <w:t>305.2039</w:t>
      </w:r>
      <w:r>
        <w:tab/>
        <w:t>5.063e0</w:t>
      </w:r>
    </w:p>
    <w:p w14:paraId="05A053B0" w14:textId="77777777" w:rsidR="006D4449" w:rsidRDefault="006D4449" w:rsidP="006D4449">
      <w:r>
        <w:t>305.2081</w:t>
      </w:r>
      <w:r>
        <w:tab/>
        <w:t>3.038e0</w:t>
      </w:r>
    </w:p>
    <w:p w14:paraId="72B74580" w14:textId="77777777" w:rsidR="006D4449" w:rsidRDefault="006D4449" w:rsidP="006D4449">
      <w:r>
        <w:t>305.2249</w:t>
      </w:r>
      <w:r>
        <w:tab/>
        <w:t>2.025e0</w:t>
      </w:r>
    </w:p>
    <w:p w14:paraId="7BF23309" w14:textId="77777777" w:rsidR="006D4449" w:rsidRDefault="006D4449" w:rsidP="006D4449">
      <w:r>
        <w:t>305.2325</w:t>
      </w:r>
      <w:r>
        <w:tab/>
        <w:t>2.500e0</w:t>
      </w:r>
    </w:p>
    <w:p w14:paraId="159CE412" w14:textId="77777777" w:rsidR="006D4449" w:rsidRDefault="006D4449" w:rsidP="006D4449">
      <w:r>
        <w:t>305.2401</w:t>
      </w:r>
      <w:r>
        <w:tab/>
        <w:t>2.025e0</w:t>
      </w:r>
    </w:p>
    <w:p w14:paraId="3EE64D7F" w14:textId="77777777" w:rsidR="006D4449" w:rsidRDefault="006D4449" w:rsidP="006D4449">
      <w:r>
        <w:t>305.2949</w:t>
      </w:r>
      <w:r>
        <w:tab/>
        <w:t>4.051e0</w:t>
      </w:r>
    </w:p>
    <w:p w14:paraId="2437DB81" w14:textId="77777777" w:rsidR="006D4449" w:rsidRDefault="006D4449" w:rsidP="006D4449">
      <w:r>
        <w:t>305.2972</w:t>
      </w:r>
      <w:r>
        <w:tab/>
        <w:t>3.038e0</w:t>
      </w:r>
    </w:p>
    <w:p w14:paraId="0DEC9997" w14:textId="77777777" w:rsidR="006D4449" w:rsidRDefault="006D4449" w:rsidP="006D4449">
      <w:r>
        <w:t>305.2986</w:t>
      </w:r>
      <w:r>
        <w:tab/>
        <w:t>7.314e0</w:t>
      </w:r>
    </w:p>
    <w:p w14:paraId="48CCF266" w14:textId="77777777" w:rsidR="006D4449" w:rsidRDefault="006D4449" w:rsidP="006D4449">
      <w:r>
        <w:t>305.3022</w:t>
      </w:r>
      <w:r>
        <w:tab/>
        <w:t>3.038e0</w:t>
      </w:r>
    </w:p>
    <w:p w14:paraId="797C03E6" w14:textId="77777777" w:rsidR="006D4449" w:rsidRDefault="006D4449" w:rsidP="006D4449">
      <w:r>
        <w:t>305.3053</w:t>
      </w:r>
      <w:r>
        <w:tab/>
        <w:t>2.025e0</w:t>
      </w:r>
    </w:p>
    <w:p w14:paraId="25AE8E62" w14:textId="77777777" w:rsidR="006D4449" w:rsidRDefault="006D4449" w:rsidP="006D4449">
      <w:r>
        <w:t>305.3306</w:t>
      </w:r>
      <w:r>
        <w:tab/>
        <w:t>5.063e0</w:t>
      </w:r>
    </w:p>
    <w:p w14:paraId="34991AF2" w14:textId="77777777" w:rsidR="006D4449" w:rsidRDefault="006D4449" w:rsidP="006D4449">
      <w:r>
        <w:t>305.3603</w:t>
      </w:r>
      <w:r>
        <w:tab/>
        <w:t>2.025e0</w:t>
      </w:r>
    </w:p>
    <w:p w14:paraId="70AB8B7B" w14:textId="77777777" w:rsidR="006D4449" w:rsidRDefault="006D4449" w:rsidP="006D4449">
      <w:r>
        <w:t>305.4109</w:t>
      </w:r>
      <w:r>
        <w:tab/>
        <w:t>1.013e0</w:t>
      </w:r>
    </w:p>
    <w:p w14:paraId="0012D829" w14:textId="77777777" w:rsidR="006D4449" w:rsidRDefault="006D4449" w:rsidP="006D4449">
      <w:r>
        <w:t>305.4203</w:t>
      </w:r>
      <w:r>
        <w:tab/>
        <w:t>1.013e0</w:t>
      </w:r>
    </w:p>
    <w:p w14:paraId="6DFB54B7" w14:textId="77777777" w:rsidR="006D4449" w:rsidRDefault="006D4449" w:rsidP="006D4449">
      <w:r>
        <w:t>305.4290</w:t>
      </w:r>
      <w:r>
        <w:tab/>
        <w:t>1.013e0</w:t>
      </w:r>
    </w:p>
    <w:p w14:paraId="5DEDD6AF" w14:textId="77777777" w:rsidR="006D4449" w:rsidRDefault="006D4449" w:rsidP="006D4449">
      <w:r>
        <w:lastRenderedPageBreak/>
        <w:t>305.4803</w:t>
      </w:r>
      <w:r>
        <w:tab/>
        <w:t>1.013e0</w:t>
      </w:r>
    </w:p>
    <w:p w14:paraId="0851D5EA" w14:textId="77777777" w:rsidR="006D4449" w:rsidRDefault="006D4449" w:rsidP="006D4449">
      <w:r>
        <w:t>305.4987</w:t>
      </w:r>
      <w:r>
        <w:tab/>
        <w:t>1.013e0</w:t>
      </w:r>
    </w:p>
    <w:p w14:paraId="4688196C" w14:textId="77777777" w:rsidR="006D4449" w:rsidRDefault="006D4449" w:rsidP="006D4449">
      <w:r>
        <w:t>305.5042</w:t>
      </w:r>
      <w:r>
        <w:tab/>
        <w:t>1.013e0</w:t>
      </w:r>
    </w:p>
    <w:p w14:paraId="6E440C8A" w14:textId="77777777" w:rsidR="006D4449" w:rsidRDefault="006D4449" w:rsidP="006D4449">
      <w:r>
        <w:t>305.5360</w:t>
      </w:r>
      <w:r>
        <w:tab/>
        <w:t>1.013e0</w:t>
      </w:r>
    </w:p>
    <w:p w14:paraId="43A1EED6" w14:textId="77777777" w:rsidR="006D4449" w:rsidRDefault="006D4449" w:rsidP="006D4449">
      <w:r>
        <w:t>305.5690</w:t>
      </w:r>
      <w:r>
        <w:tab/>
        <w:t>1.013e0</w:t>
      </w:r>
    </w:p>
    <w:p w14:paraId="36546661" w14:textId="77777777" w:rsidR="006D4449" w:rsidRDefault="006D4449" w:rsidP="006D4449">
      <w:r>
        <w:t>305.5746</w:t>
      </w:r>
      <w:r>
        <w:tab/>
        <w:t>1.013e0</w:t>
      </w:r>
    </w:p>
    <w:p w14:paraId="5EE85A86" w14:textId="77777777" w:rsidR="006D4449" w:rsidRDefault="006D4449" w:rsidP="006D4449">
      <w:r>
        <w:t>305.5867</w:t>
      </w:r>
      <w:r>
        <w:tab/>
        <w:t>2.025e0</w:t>
      </w:r>
    </w:p>
    <w:p w14:paraId="12E5A4DE" w14:textId="77777777" w:rsidR="006D4449" w:rsidRDefault="006D4449" w:rsidP="006D4449">
      <w:r>
        <w:t>305.5968</w:t>
      </w:r>
      <w:r>
        <w:tab/>
        <w:t>1.013e0</w:t>
      </w:r>
    </w:p>
    <w:p w14:paraId="0EF2987E" w14:textId="77777777" w:rsidR="006D4449" w:rsidRDefault="006D4449" w:rsidP="006D4449">
      <w:r>
        <w:t>305.6200</w:t>
      </w:r>
      <w:r>
        <w:tab/>
        <w:t>1.013e0</w:t>
      </w:r>
    </w:p>
    <w:p w14:paraId="0BD0C3F6" w14:textId="77777777" w:rsidR="006D4449" w:rsidRDefault="006D4449" w:rsidP="006D4449">
      <w:r>
        <w:t>305.6343</w:t>
      </w:r>
      <w:r>
        <w:tab/>
        <w:t>1.013e0</w:t>
      </w:r>
    </w:p>
    <w:p w14:paraId="62FA71F5" w14:textId="77777777" w:rsidR="006D4449" w:rsidRDefault="006D4449" w:rsidP="006D4449">
      <w:r>
        <w:t>305.6523</w:t>
      </w:r>
      <w:r>
        <w:tab/>
        <w:t>2.025e0</w:t>
      </w:r>
    </w:p>
    <w:p w14:paraId="3CF2A9AF" w14:textId="77777777" w:rsidR="006D4449" w:rsidRDefault="006D4449" w:rsidP="006D4449">
      <w:r>
        <w:t>305.6788</w:t>
      </w:r>
      <w:r>
        <w:tab/>
        <w:t>1.013e0</w:t>
      </w:r>
    </w:p>
    <w:p w14:paraId="446464B5" w14:textId="77777777" w:rsidR="006D4449" w:rsidRDefault="006D4449" w:rsidP="006D4449">
      <w:r>
        <w:t>305.6952</w:t>
      </w:r>
      <w:r>
        <w:tab/>
        <w:t>2.025e0</w:t>
      </w:r>
    </w:p>
    <w:p w14:paraId="5A784E31" w14:textId="77777777" w:rsidR="006D4449" w:rsidRDefault="006D4449" w:rsidP="006D4449">
      <w:r>
        <w:t>305.7355</w:t>
      </w:r>
      <w:r>
        <w:tab/>
        <w:t>2.025e0</w:t>
      </w:r>
    </w:p>
    <w:p w14:paraId="545C90DB" w14:textId="77777777" w:rsidR="006D4449" w:rsidRDefault="006D4449" w:rsidP="006D4449">
      <w:r>
        <w:t>305.7732</w:t>
      </w:r>
      <w:r>
        <w:tab/>
        <w:t>1.013e0</w:t>
      </w:r>
    </w:p>
    <w:p w14:paraId="7E2E0057" w14:textId="77777777" w:rsidR="006D4449" w:rsidRDefault="006D4449" w:rsidP="006D4449">
      <w:r>
        <w:t>305.8103</w:t>
      </w:r>
      <w:r>
        <w:tab/>
        <w:t>1.013e0</w:t>
      </w:r>
    </w:p>
    <w:p w14:paraId="45D00131" w14:textId="77777777" w:rsidR="006D4449" w:rsidRDefault="006D4449" w:rsidP="006D4449">
      <w:r>
        <w:t>305.8300</w:t>
      </w:r>
      <w:r>
        <w:tab/>
        <w:t>1.013e0</w:t>
      </w:r>
    </w:p>
    <w:p w14:paraId="57CA8ABE" w14:textId="77777777" w:rsidR="006D4449" w:rsidRDefault="006D4449" w:rsidP="006D4449">
      <w:r>
        <w:t>305.8620</w:t>
      </w:r>
      <w:r>
        <w:tab/>
        <w:t>1.013e0</w:t>
      </w:r>
    </w:p>
    <w:p w14:paraId="103981FA" w14:textId="77777777" w:rsidR="006D4449" w:rsidRDefault="006D4449" w:rsidP="006D4449">
      <w:r>
        <w:t>305.8676</w:t>
      </w:r>
      <w:r>
        <w:tab/>
        <w:t>1.013e0</w:t>
      </w:r>
    </w:p>
    <w:p w14:paraId="093C1D54" w14:textId="77777777" w:rsidR="006D4449" w:rsidRDefault="006D4449" w:rsidP="006D4449">
      <w:r>
        <w:lastRenderedPageBreak/>
        <w:t>305.8911</w:t>
      </w:r>
      <w:r>
        <w:tab/>
        <w:t>1.013e0</w:t>
      </w:r>
    </w:p>
    <w:p w14:paraId="623DDA42" w14:textId="77777777" w:rsidR="006D4449" w:rsidRDefault="006D4449" w:rsidP="006D4449">
      <w:r>
        <w:t>305.9029</w:t>
      </w:r>
      <w:r>
        <w:tab/>
        <w:t>4.051e0</w:t>
      </w:r>
    </w:p>
    <w:p w14:paraId="79EAFF66" w14:textId="77777777" w:rsidR="006D4449" w:rsidRDefault="006D4449" w:rsidP="006D4449">
      <w:r>
        <w:t>305.9120</w:t>
      </w:r>
      <w:r>
        <w:tab/>
        <w:t>1.013e0</w:t>
      </w:r>
    </w:p>
    <w:p w14:paraId="4754DBB3" w14:textId="77777777" w:rsidR="006D4449" w:rsidRDefault="006D4449" w:rsidP="006D4449">
      <w:r>
        <w:t>305.9411</w:t>
      </w:r>
      <w:r>
        <w:tab/>
        <w:t>1.013e0</w:t>
      </w:r>
    </w:p>
    <w:p w14:paraId="1D7D2E62" w14:textId="77777777" w:rsidR="006D4449" w:rsidRDefault="006D4449" w:rsidP="006D4449">
      <w:r>
        <w:t>305.9457</w:t>
      </w:r>
      <w:r>
        <w:tab/>
        <w:t>2.025e0</w:t>
      </w:r>
    </w:p>
    <w:p w14:paraId="66691C99" w14:textId="77777777" w:rsidR="006D4449" w:rsidRDefault="006D4449" w:rsidP="006D4449">
      <w:r>
        <w:t>305.9542</w:t>
      </w:r>
      <w:r>
        <w:tab/>
        <w:t>1.013e0</w:t>
      </w:r>
    </w:p>
    <w:p w14:paraId="697AFFDB" w14:textId="77777777" w:rsidR="006D4449" w:rsidRDefault="006D4449" w:rsidP="006D4449">
      <w:r>
        <w:t>305.9689</w:t>
      </w:r>
      <w:r>
        <w:tab/>
        <w:t>1.013e0</w:t>
      </w:r>
    </w:p>
    <w:p w14:paraId="2EB67271" w14:textId="77777777" w:rsidR="006D4449" w:rsidRDefault="006D4449" w:rsidP="006D4449">
      <w:r>
        <w:t>305.9896</w:t>
      </w:r>
      <w:r>
        <w:tab/>
        <w:t>2.025e0</w:t>
      </w:r>
    </w:p>
    <w:p w14:paraId="28511286" w14:textId="77777777" w:rsidR="006D4449" w:rsidRDefault="006D4449" w:rsidP="006D4449">
      <w:r>
        <w:t>306.0205</w:t>
      </w:r>
      <w:r>
        <w:tab/>
        <w:t>2.025e0</w:t>
      </w:r>
    </w:p>
    <w:p w14:paraId="49405E5E" w14:textId="77777777" w:rsidR="006D4449" w:rsidRDefault="006D4449" w:rsidP="006D4449">
      <w:r>
        <w:t>306.0219</w:t>
      </w:r>
      <w:r>
        <w:tab/>
        <w:t>4.051e0</w:t>
      </w:r>
    </w:p>
    <w:p w14:paraId="4571251F" w14:textId="77777777" w:rsidR="006D4449" w:rsidRDefault="006D4449" w:rsidP="006D4449">
      <w:r>
        <w:t>306.0403</w:t>
      </w:r>
      <w:r>
        <w:tab/>
        <w:t>3.038e0</w:t>
      </w:r>
    </w:p>
    <w:p w14:paraId="20AA0276" w14:textId="77777777" w:rsidR="006D4449" w:rsidRDefault="006D4449" w:rsidP="006D4449">
      <w:r>
        <w:t>306.0462</w:t>
      </w:r>
      <w:r>
        <w:tab/>
        <w:t>1.013e0</w:t>
      </w:r>
    </w:p>
    <w:p w14:paraId="352D276F" w14:textId="77777777" w:rsidR="006D4449" w:rsidRDefault="006D4449" w:rsidP="006D4449">
      <w:r>
        <w:t>306.0856</w:t>
      </w:r>
      <w:r>
        <w:tab/>
        <w:t>3.038e0</w:t>
      </w:r>
    </w:p>
    <w:p w14:paraId="204E9A81" w14:textId="77777777" w:rsidR="006D4449" w:rsidRDefault="006D4449" w:rsidP="006D4449">
      <w:r>
        <w:t>306.0941</w:t>
      </w:r>
      <w:r>
        <w:tab/>
        <w:t>1.013e0</w:t>
      </w:r>
    </w:p>
    <w:p w14:paraId="0289FDCA" w14:textId="77777777" w:rsidR="006D4449" w:rsidRDefault="006D4449" w:rsidP="006D4449">
      <w:r>
        <w:t>306.0951</w:t>
      </w:r>
      <w:r>
        <w:tab/>
        <w:t>2.025e0</w:t>
      </w:r>
    </w:p>
    <w:p w14:paraId="02D9E755" w14:textId="77777777" w:rsidR="006D4449" w:rsidRDefault="006D4449" w:rsidP="006D4449">
      <w:r>
        <w:t>306.1008</w:t>
      </w:r>
      <w:r>
        <w:tab/>
        <w:t>2.025e0</w:t>
      </w:r>
    </w:p>
    <w:p w14:paraId="7C8C5D27" w14:textId="77777777" w:rsidR="006D4449" w:rsidRDefault="006D4449" w:rsidP="006D4449">
      <w:r>
        <w:t>306.1134</w:t>
      </w:r>
      <w:r>
        <w:tab/>
        <w:t>1.013e0</w:t>
      </w:r>
    </w:p>
    <w:p w14:paraId="2FDE97A0" w14:textId="77777777" w:rsidR="006D4449" w:rsidRDefault="006D4449" w:rsidP="006D4449">
      <w:r>
        <w:t>306.1208</w:t>
      </w:r>
      <w:r>
        <w:tab/>
        <w:t>2.025e0</w:t>
      </w:r>
    </w:p>
    <w:p w14:paraId="096BAE12" w14:textId="77777777" w:rsidR="006D4449" w:rsidRDefault="006D4449" w:rsidP="006D4449">
      <w:r>
        <w:t>306.1412</w:t>
      </w:r>
      <w:r>
        <w:tab/>
        <w:t>1.013e0</w:t>
      </w:r>
    </w:p>
    <w:p w14:paraId="03018CF5" w14:textId="77777777" w:rsidR="006D4449" w:rsidRDefault="006D4449" w:rsidP="006D4449">
      <w:r>
        <w:lastRenderedPageBreak/>
        <w:t>306.1468</w:t>
      </w:r>
      <w:r>
        <w:tab/>
        <w:t>3.038e0</w:t>
      </w:r>
    </w:p>
    <w:p w14:paraId="6D89511E" w14:textId="77777777" w:rsidR="006D4449" w:rsidRDefault="006D4449" w:rsidP="006D4449">
      <w:r>
        <w:t>306.1553</w:t>
      </w:r>
      <w:r>
        <w:tab/>
        <w:t>1.013e0</w:t>
      </w:r>
    </w:p>
    <w:p w14:paraId="47F9DBFE" w14:textId="77777777" w:rsidR="006D4449" w:rsidRDefault="006D4449" w:rsidP="006D4449">
      <w:r>
        <w:t>306.1634</w:t>
      </w:r>
      <w:r>
        <w:tab/>
        <w:t>1.013e0</w:t>
      </w:r>
    </w:p>
    <w:p w14:paraId="57798600" w14:textId="77777777" w:rsidR="006D4449" w:rsidRDefault="006D4449" w:rsidP="006D4449">
      <w:r>
        <w:t>306.1660</w:t>
      </w:r>
      <w:r>
        <w:tab/>
        <w:t>3.038e0</w:t>
      </w:r>
    </w:p>
    <w:p w14:paraId="6C1688F6" w14:textId="77777777" w:rsidR="006D4449" w:rsidRDefault="006D4449" w:rsidP="006D4449">
      <w:r>
        <w:t>306.2011</w:t>
      </w:r>
      <w:r>
        <w:tab/>
        <w:t>4.051e0</w:t>
      </w:r>
    </w:p>
    <w:p w14:paraId="379132D7" w14:textId="77777777" w:rsidR="006D4449" w:rsidRDefault="006D4449" w:rsidP="006D4449">
      <w:r>
        <w:t>306.2066</w:t>
      </w:r>
      <w:r>
        <w:tab/>
        <w:t>3.038e0</w:t>
      </w:r>
    </w:p>
    <w:p w14:paraId="5858241E" w14:textId="77777777" w:rsidR="006D4449" w:rsidRDefault="006D4449" w:rsidP="006D4449">
      <w:r>
        <w:t>306.2195</w:t>
      </w:r>
      <w:r>
        <w:tab/>
        <w:t>3.038e0</w:t>
      </w:r>
    </w:p>
    <w:p w14:paraId="486E6DB6" w14:textId="77777777" w:rsidR="006D4449" w:rsidRDefault="006D4449" w:rsidP="006D4449">
      <w:r>
        <w:t>306.2354</w:t>
      </w:r>
      <w:r>
        <w:tab/>
        <w:t>2.025e0</w:t>
      </w:r>
    </w:p>
    <w:p w14:paraId="4F73BEA6" w14:textId="77777777" w:rsidR="006D4449" w:rsidRDefault="006D4449" w:rsidP="006D4449">
      <w:r>
        <w:t>306.2524</w:t>
      </w:r>
      <w:r>
        <w:tab/>
        <w:t>1.013e0</w:t>
      </w:r>
    </w:p>
    <w:p w14:paraId="2665D6D9" w14:textId="77777777" w:rsidR="006D4449" w:rsidRDefault="006D4449" w:rsidP="006D4449">
      <w:r>
        <w:t>306.2559</w:t>
      </w:r>
      <w:r>
        <w:tab/>
        <w:t>5.063e0</w:t>
      </w:r>
    </w:p>
    <w:p w14:paraId="2BF015EE" w14:textId="77777777" w:rsidR="006D4449" w:rsidRDefault="006D4449" w:rsidP="006D4449">
      <w:r>
        <w:t>306.2939</w:t>
      </w:r>
      <w:r>
        <w:tab/>
        <w:t>1.013e0</w:t>
      </w:r>
    </w:p>
    <w:p w14:paraId="34860FCC" w14:textId="77777777" w:rsidR="006D4449" w:rsidRDefault="006D4449" w:rsidP="006D4449">
      <w:r>
        <w:t>306.2952</w:t>
      </w:r>
      <w:r>
        <w:tab/>
        <w:t>1.013e0</w:t>
      </w:r>
    </w:p>
    <w:p w14:paraId="1618D1C4" w14:textId="77777777" w:rsidR="006D4449" w:rsidRDefault="006D4449" w:rsidP="006D4449">
      <w:r>
        <w:t>306.3312</w:t>
      </w:r>
      <w:r>
        <w:tab/>
        <w:t>1.013e0</w:t>
      </w:r>
    </w:p>
    <w:p w14:paraId="5133F8B6" w14:textId="77777777" w:rsidR="006D4449" w:rsidRDefault="006D4449" w:rsidP="006D4449">
      <w:r>
        <w:t>306.3414</w:t>
      </w:r>
      <w:r>
        <w:tab/>
        <w:t>1.013e0</w:t>
      </w:r>
    </w:p>
    <w:p w14:paraId="51D933E9" w14:textId="77777777" w:rsidR="006D4449" w:rsidRDefault="006D4449" w:rsidP="006D4449">
      <w:r>
        <w:t>306.3679</w:t>
      </w:r>
      <w:r>
        <w:tab/>
        <w:t>1.013e0</w:t>
      </w:r>
    </w:p>
    <w:p w14:paraId="14A94AAA" w14:textId="77777777" w:rsidR="006D4449" w:rsidRDefault="006D4449" w:rsidP="006D4449">
      <w:r>
        <w:t>306.3692</w:t>
      </w:r>
      <w:r>
        <w:tab/>
        <w:t>3.038e0</w:t>
      </w:r>
    </w:p>
    <w:p w14:paraId="3DA20724" w14:textId="77777777" w:rsidR="006D4449" w:rsidRDefault="006D4449" w:rsidP="006D4449">
      <w:r>
        <w:t>306.3902</w:t>
      </w:r>
      <w:r>
        <w:tab/>
        <w:t>1.013e0</w:t>
      </w:r>
    </w:p>
    <w:p w14:paraId="0BF8D070" w14:textId="77777777" w:rsidR="006D4449" w:rsidRDefault="006D4449" w:rsidP="006D4449">
      <w:r>
        <w:t>306.4193</w:t>
      </w:r>
      <w:r>
        <w:tab/>
        <w:t>1.013e0</w:t>
      </w:r>
    </w:p>
    <w:p w14:paraId="636122CA" w14:textId="77777777" w:rsidR="006D4449" w:rsidRDefault="006D4449" w:rsidP="006D4449">
      <w:r>
        <w:t>306.4432</w:t>
      </w:r>
      <w:r>
        <w:tab/>
        <w:t>1.013e0</w:t>
      </w:r>
    </w:p>
    <w:p w14:paraId="208091E0" w14:textId="77777777" w:rsidR="006D4449" w:rsidRDefault="006D4449" w:rsidP="006D4449">
      <w:r>
        <w:lastRenderedPageBreak/>
        <w:t>306.4569</w:t>
      </w:r>
      <w:r>
        <w:tab/>
        <w:t>1.013e0</w:t>
      </w:r>
    </w:p>
    <w:p w14:paraId="7F6906D4" w14:textId="77777777" w:rsidR="006D4449" w:rsidRDefault="006D4449" w:rsidP="006D4449">
      <w:r>
        <w:t>306.5070</w:t>
      </w:r>
      <w:r>
        <w:tab/>
        <w:t>1.013e0</w:t>
      </w:r>
    </w:p>
    <w:p w14:paraId="7B37E5A7" w14:textId="77777777" w:rsidR="006D4449" w:rsidRDefault="006D4449" w:rsidP="006D4449">
      <w:r>
        <w:t>306.5144</w:t>
      </w:r>
      <w:r>
        <w:tab/>
        <w:t>3.038e0</w:t>
      </w:r>
    </w:p>
    <w:p w14:paraId="2A723493" w14:textId="77777777" w:rsidR="006D4449" w:rsidRDefault="006D4449" w:rsidP="006D4449">
      <w:r>
        <w:t>306.5417</w:t>
      </w:r>
      <w:r>
        <w:tab/>
        <w:t>1.013e0</w:t>
      </w:r>
    </w:p>
    <w:p w14:paraId="7A57BD72" w14:textId="77777777" w:rsidR="006D4449" w:rsidRDefault="006D4449" w:rsidP="006D4449">
      <w:r>
        <w:t>306.5443</w:t>
      </w:r>
      <w:r>
        <w:tab/>
        <w:t>3.038e0</w:t>
      </w:r>
    </w:p>
    <w:p w14:paraId="130BBAA6" w14:textId="77777777" w:rsidR="006D4449" w:rsidRDefault="006D4449" w:rsidP="006D4449">
      <w:r>
        <w:t>306.5640</w:t>
      </w:r>
      <w:r>
        <w:tab/>
        <w:t>1.013e0</w:t>
      </w:r>
    </w:p>
    <w:p w14:paraId="44042C13" w14:textId="77777777" w:rsidR="006D4449" w:rsidRDefault="006D4449" w:rsidP="006D4449">
      <w:r>
        <w:t>306.5682</w:t>
      </w:r>
      <w:r>
        <w:tab/>
        <w:t>1.013e0</w:t>
      </w:r>
    </w:p>
    <w:p w14:paraId="6F1BB076" w14:textId="77777777" w:rsidR="006D4449" w:rsidRDefault="006D4449" w:rsidP="006D4449">
      <w:r>
        <w:t>306.5751</w:t>
      </w:r>
      <w:r>
        <w:tab/>
        <w:t>1.013e0</w:t>
      </w:r>
    </w:p>
    <w:p w14:paraId="144D9DB9" w14:textId="77777777" w:rsidR="006D4449" w:rsidRDefault="006D4449" w:rsidP="006D4449">
      <w:r>
        <w:t>306.5790</w:t>
      </w:r>
      <w:r>
        <w:tab/>
        <w:t>1.013e0</w:t>
      </w:r>
    </w:p>
    <w:p w14:paraId="00A8899E" w14:textId="77777777" w:rsidR="006D4449" w:rsidRDefault="006D4449" w:rsidP="006D4449">
      <w:r>
        <w:t>306.5858</w:t>
      </w:r>
      <w:r>
        <w:tab/>
        <w:t>1.013e0</w:t>
      </w:r>
    </w:p>
    <w:p w14:paraId="5CB429D8" w14:textId="77777777" w:rsidR="006D4449" w:rsidRDefault="006D4449" w:rsidP="006D4449">
      <w:r>
        <w:t>306.6171</w:t>
      </w:r>
      <w:r>
        <w:tab/>
        <w:t>3.038e0</w:t>
      </w:r>
    </w:p>
    <w:p w14:paraId="06B62D33" w14:textId="77777777" w:rsidR="006D4449" w:rsidRDefault="006D4449" w:rsidP="006D4449">
      <w:r>
        <w:t>306.6252</w:t>
      </w:r>
      <w:r>
        <w:tab/>
        <w:t>1.013e0</w:t>
      </w:r>
    </w:p>
    <w:p w14:paraId="15F0A16C" w14:textId="77777777" w:rsidR="006D4449" w:rsidRDefault="006D4449" w:rsidP="006D4449">
      <w:r>
        <w:t>306.6377</w:t>
      </w:r>
      <w:r>
        <w:tab/>
        <w:t>1.013e0</w:t>
      </w:r>
    </w:p>
    <w:p w14:paraId="4B6D5FEF" w14:textId="77777777" w:rsidR="006D4449" w:rsidRDefault="006D4449" w:rsidP="006D4449">
      <w:r>
        <w:t>306.6530</w:t>
      </w:r>
      <w:r>
        <w:tab/>
        <w:t>1.013e0</w:t>
      </w:r>
    </w:p>
    <w:p w14:paraId="3E063A67" w14:textId="77777777" w:rsidR="006D4449" w:rsidRDefault="006D4449" w:rsidP="006D4449">
      <w:r>
        <w:t>306.6629</w:t>
      </w:r>
      <w:r>
        <w:tab/>
        <w:t>1.013e0</w:t>
      </w:r>
    </w:p>
    <w:p w14:paraId="0FFB4E73" w14:textId="77777777" w:rsidR="006D4449" w:rsidRDefault="006D4449" w:rsidP="006D4449">
      <w:r>
        <w:t>306.6753</w:t>
      </w:r>
      <w:r>
        <w:tab/>
        <w:t>1.013e0</w:t>
      </w:r>
    </w:p>
    <w:p w14:paraId="36FD3AC4" w14:textId="77777777" w:rsidR="006D4449" w:rsidRDefault="006D4449" w:rsidP="006D4449">
      <w:r>
        <w:t>306.6777</w:t>
      </w:r>
      <w:r>
        <w:tab/>
        <w:t>2.025e0</w:t>
      </w:r>
    </w:p>
    <w:p w14:paraId="2BC43264" w14:textId="77777777" w:rsidR="006D4449" w:rsidRDefault="006D4449" w:rsidP="006D4449">
      <w:r>
        <w:t>306.7229</w:t>
      </w:r>
      <w:r>
        <w:tab/>
        <w:t>1.013e0</w:t>
      </w:r>
    </w:p>
    <w:p w14:paraId="20CE0138" w14:textId="77777777" w:rsidR="006D4449" w:rsidRDefault="006D4449" w:rsidP="006D4449">
      <w:r>
        <w:t>306.7550</w:t>
      </w:r>
      <w:r>
        <w:tab/>
        <w:t>1.013e0</w:t>
      </w:r>
    </w:p>
    <w:p w14:paraId="1A11817C" w14:textId="77777777" w:rsidR="006D4449" w:rsidRDefault="006D4449" w:rsidP="006D4449">
      <w:r>
        <w:lastRenderedPageBreak/>
        <w:t>306.7707</w:t>
      </w:r>
      <w:r>
        <w:tab/>
        <w:t>2.025e0</w:t>
      </w:r>
    </w:p>
    <w:p w14:paraId="2CA1381B" w14:textId="77777777" w:rsidR="006D4449" w:rsidRDefault="006D4449" w:rsidP="006D4449">
      <w:r>
        <w:t>306.7737</w:t>
      </w:r>
      <w:r>
        <w:tab/>
        <w:t>1.013e0</w:t>
      </w:r>
    </w:p>
    <w:p w14:paraId="3FF23747" w14:textId="77777777" w:rsidR="006D4449" w:rsidRDefault="006D4449" w:rsidP="006D4449">
      <w:r>
        <w:t>306.8577</w:t>
      </w:r>
      <w:r>
        <w:tab/>
        <w:t>1.013e0</w:t>
      </w:r>
    </w:p>
    <w:p w14:paraId="4A3F85F8" w14:textId="77777777" w:rsidR="006D4449" w:rsidRDefault="006D4449" w:rsidP="006D4449">
      <w:r>
        <w:t>306.8670</w:t>
      </w:r>
      <w:r>
        <w:tab/>
        <w:t>1.013e0</w:t>
      </w:r>
    </w:p>
    <w:p w14:paraId="02035982" w14:textId="77777777" w:rsidR="006D4449" w:rsidRDefault="006D4449" w:rsidP="006D4449">
      <w:r>
        <w:t>306.8949</w:t>
      </w:r>
      <w:r>
        <w:tab/>
        <w:t>1.013e0</w:t>
      </w:r>
    </w:p>
    <w:p w14:paraId="558D7E9B" w14:textId="77777777" w:rsidR="006D4449" w:rsidRDefault="006D4449" w:rsidP="006D4449">
      <w:r>
        <w:t>306.9037</w:t>
      </w:r>
      <w:r>
        <w:tab/>
        <w:t>2.025e0</w:t>
      </w:r>
    </w:p>
    <w:p w14:paraId="303EEADC" w14:textId="77777777" w:rsidR="006D4449" w:rsidRDefault="006D4449" w:rsidP="006D4449">
      <w:r>
        <w:t>306.9229</w:t>
      </w:r>
      <w:r>
        <w:tab/>
        <w:t>1.013e0</w:t>
      </w:r>
    </w:p>
    <w:p w14:paraId="78C4CFA3" w14:textId="77777777" w:rsidR="006D4449" w:rsidRDefault="006D4449" w:rsidP="006D4449">
      <w:r>
        <w:t>306.9269</w:t>
      </w:r>
      <w:r>
        <w:tab/>
        <w:t>1.013e0</w:t>
      </w:r>
    </w:p>
    <w:p w14:paraId="315E98A0" w14:textId="77777777" w:rsidR="006D4449" w:rsidRDefault="006D4449" w:rsidP="006D4449">
      <w:r>
        <w:t>306.9427</w:t>
      </w:r>
      <w:r>
        <w:tab/>
        <w:t>1.013e0</w:t>
      </w:r>
    </w:p>
    <w:p w14:paraId="15120812" w14:textId="77777777" w:rsidR="006D4449" w:rsidRDefault="006D4449" w:rsidP="006D4449">
      <w:r>
        <w:t>306.9455</w:t>
      </w:r>
      <w:r>
        <w:tab/>
        <w:t>1.013e0</w:t>
      </w:r>
    </w:p>
    <w:p w14:paraId="6FCC5B20" w14:textId="77777777" w:rsidR="006D4449" w:rsidRDefault="006D4449" w:rsidP="006D4449">
      <w:r>
        <w:t>306.9594</w:t>
      </w:r>
      <w:r>
        <w:tab/>
        <w:t>1.013e0</w:t>
      </w:r>
    </w:p>
    <w:p w14:paraId="0DD0CA7F" w14:textId="77777777" w:rsidR="006D4449" w:rsidRDefault="006D4449" w:rsidP="006D4449">
      <w:r>
        <w:t>306.9828</w:t>
      </w:r>
      <w:r>
        <w:tab/>
        <w:t>3.038e0</w:t>
      </w:r>
    </w:p>
    <w:p w14:paraId="1DF524F5" w14:textId="77777777" w:rsidR="006D4449" w:rsidRDefault="006D4449" w:rsidP="006D4449">
      <w:r>
        <w:t>306.9904</w:t>
      </w:r>
      <w:r>
        <w:tab/>
        <w:t>2.025e0</w:t>
      </w:r>
    </w:p>
    <w:p w14:paraId="60979508" w14:textId="77777777" w:rsidR="006D4449" w:rsidRDefault="006D4449" w:rsidP="006D4449">
      <w:r>
        <w:t>306.9955</w:t>
      </w:r>
      <w:r>
        <w:tab/>
        <w:t>4.051e0</w:t>
      </w:r>
    </w:p>
    <w:p w14:paraId="323D3F6E" w14:textId="77777777" w:rsidR="006D4449" w:rsidRDefault="006D4449" w:rsidP="006D4449">
      <w:r>
        <w:t>307.0138</w:t>
      </w:r>
      <w:r>
        <w:tab/>
        <w:t>4.965e0</w:t>
      </w:r>
    </w:p>
    <w:p w14:paraId="72B72B89" w14:textId="77777777" w:rsidR="006D4449" w:rsidRDefault="006D4449" w:rsidP="006D4449">
      <w:r>
        <w:t>307.0230</w:t>
      </w:r>
      <w:r>
        <w:tab/>
        <w:t>4.051e0</w:t>
      </w:r>
    </w:p>
    <w:p w14:paraId="780E1908" w14:textId="77777777" w:rsidR="006D4449" w:rsidRDefault="006D4449" w:rsidP="006D4449">
      <w:r>
        <w:t>307.0241</w:t>
      </w:r>
      <w:r>
        <w:tab/>
        <w:t>3.038e0</w:t>
      </w:r>
    </w:p>
    <w:p w14:paraId="4FE34842" w14:textId="77777777" w:rsidR="006D4449" w:rsidRDefault="006D4449" w:rsidP="006D4449">
      <w:r>
        <w:t>307.0411</w:t>
      </w:r>
      <w:r>
        <w:tab/>
        <w:t>2.025e0</w:t>
      </w:r>
    </w:p>
    <w:p w14:paraId="5D57EBA9" w14:textId="77777777" w:rsidR="006D4449" w:rsidRDefault="006D4449" w:rsidP="006D4449">
      <w:r>
        <w:t>307.0434</w:t>
      </w:r>
      <w:r>
        <w:tab/>
        <w:t>4.051e0</w:t>
      </w:r>
    </w:p>
    <w:p w14:paraId="10F88A83" w14:textId="77777777" w:rsidR="006D4449" w:rsidRDefault="006D4449" w:rsidP="006D4449">
      <w:r>
        <w:lastRenderedPageBreak/>
        <w:t>307.0692</w:t>
      </w:r>
      <w:r>
        <w:tab/>
        <w:t>2.025e0</w:t>
      </w:r>
    </w:p>
    <w:p w14:paraId="29E68E72" w14:textId="77777777" w:rsidR="006D4449" w:rsidRDefault="006D4449" w:rsidP="006D4449">
      <w:r>
        <w:t>307.0818</w:t>
      </w:r>
      <w:r>
        <w:tab/>
        <w:t>3.038e0</w:t>
      </w:r>
    </w:p>
    <w:p w14:paraId="0CF37080" w14:textId="77777777" w:rsidR="006D4449" w:rsidRDefault="006D4449" w:rsidP="006D4449">
      <w:r>
        <w:t>307.0986</w:t>
      </w:r>
      <w:r>
        <w:tab/>
        <w:t>6.076e0</w:t>
      </w:r>
    </w:p>
    <w:p w14:paraId="722FA41B" w14:textId="77777777" w:rsidR="006D4449" w:rsidRDefault="006D4449" w:rsidP="006D4449">
      <w:r>
        <w:t>307.1229</w:t>
      </w:r>
      <w:r>
        <w:tab/>
        <w:t>5.063e0</w:t>
      </w:r>
    </w:p>
    <w:p w14:paraId="28B79632" w14:textId="77777777" w:rsidR="006D4449" w:rsidRDefault="006D4449" w:rsidP="006D4449">
      <w:r>
        <w:t>307.1502</w:t>
      </w:r>
      <w:r>
        <w:tab/>
        <w:t>3.244e0</w:t>
      </w:r>
    </w:p>
    <w:p w14:paraId="2609D5B5" w14:textId="77777777" w:rsidR="006D4449" w:rsidRDefault="006D4449" w:rsidP="006D4449">
      <w:r>
        <w:t>307.1602</w:t>
      </w:r>
      <w:r>
        <w:tab/>
        <w:t>2.617e0</w:t>
      </w:r>
    </w:p>
    <w:p w14:paraId="6258368D" w14:textId="77777777" w:rsidR="006D4449" w:rsidRDefault="006D4449" w:rsidP="006D4449">
      <w:r>
        <w:t>307.1644</w:t>
      </w:r>
      <w:r>
        <w:tab/>
        <w:t>2.025e0</w:t>
      </w:r>
    </w:p>
    <w:p w14:paraId="6D31A918" w14:textId="77777777" w:rsidR="006D4449" w:rsidRDefault="006D4449" w:rsidP="006D4449">
      <w:r>
        <w:t>307.1748</w:t>
      </w:r>
      <w:r>
        <w:tab/>
        <w:t>2.025e0</w:t>
      </w:r>
    </w:p>
    <w:p w14:paraId="2530F0D0" w14:textId="77777777" w:rsidR="006D4449" w:rsidRDefault="006D4449" w:rsidP="006D4449">
      <w:r>
        <w:t>307.1895</w:t>
      </w:r>
      <w:r>
        <w:tab/>
        <w:t>4.051e0</w:t>
      </w:r>
    </w:p>
    <w:p w14:paraId="61930F09" w14:textId="77777777" w:rsidR="006D4449" w:rsidRDefault="006D4449" w:rsidP="006D4449">
      <w:r>
        <w:t>307.2028</w:t>
      </w:r>
      <w:r>
        <w:tab/>
        <w:t>1.013e0</w:t>
      </w:r>
    </w:p>
    <w:p w14:paraId="61B4C44E" w14:textId="77777777" w:rsidR="006D4449" w:rsidRDefault="006D4449" w:rsidP="006D4449">
      <w:r>
        <w:t>307.2069</w:t>
      </w:r>
      <w:r>
        <w:tab/>
        <w:t>2.025e0</w:t>
      </w:r>
    </w:p>
    <w:p w14:paraId="6EDBBDB9" w14:textId="77777777" w:rsidR="006D4449" w:rsidRDefault="006D4449" w:rsidP="006D4449">
      <w:r>
        <w:t>307.2256</w:t>
      </w:r>
      <w:r>
        <w:tab/>
        <w:t>1.013e0</w:t>
      </w:r>
    </w:p>
    <w:p w14:paraId="7F0A56CB" w14:textId="77777777" w:rsidR="006D4449" w:rsidRDefault="006D4449" w:rsidP="006D4449">
      <w:r>
        <w:t>307.2388</w:t>
      </w:r>
      <w:r>
        <w:tab/>
        <w:t>1.013e0</w:t>
      </w:r>
    </w:p>
    <w:p w14:paraId="4AB09BDD" w14:textId="77777777" w:rsidR="006D4449" w:rsidRDefault="006D4449" w:rsidP="006D4449">
      <w:r>
        <w:t>307.2668</w:t>
      </w:r>
      <w:r>
        <w:tab/>
        <w:t>1.013e0</w:t>
      </w:r>
    </w:p>
    <w:p w14:paraId="74583956" w14:textId="77777777" w:rsidR="006D4449" w:rsidRDefault="006D4449" w:rsidP="006D4449">
      <w:r>
        <w:t>307.2828</w:t>
      </w:r>
      <w:r>
        <w:tab/>
        <w:t>1.013e0</w:t>
      </w:r>
    </w:p>
    <w:p w14:paraId="779C8017" w14:textId="77777777" w:rsidR="006D4449" w:rsidRDefault="006D4449" w:rsidP="006D4449">
      <w:r>
        <w:t>307.3857</w:t>
      </w:r>
      <w:r>
        <w:tab/>
        <w:t>2.025e0</w:t>
      </w:r>
    </w:p>
    <w:p w14:paraId="49EAE944" w14:textId="77777777" w:rsidR="006D4449" w:rsidRDefault="006D4449" w:rsidP="006D4449">
      <w:r>
        <w:t>307.4069</w:t>
      </w:r>
      <w:r>
        <w:tab/>
        <w:t>1.013e0</w:t>
      </w:r>
    </w:p>
    <w:p w14:paraId="5403B9BB" w14:textId="77777777" w:rsidR="006D4449" w:rsidRDefault="006D4449" w:rsidP="006D4449">
      <w:r>
        <w:t>307.4205</w:t>
      </w:r>
      <w:r>
        <w:tab/>
        <w:t>2.025e0</w:t>
      </w:r>
    </w:p>
    <w:p w14:paraId="2DF92795" w14:textId="77777777" w:rsidR="006D4449" w:rsidRDefault="006D4449" w:rsidP="006D4449">
      <w:r>
        <w:t>307.4669</w:t>
      </w:r>
      <w:r>
        <w:tab/>
        <w:t>1.013e0</w:t>
      </w:r>
    </w:p>
    <w:p w14:paraId="4A704124" w14:textId="77777777" w:rsidR="006D4449" w:rsidRDefault="006D4449" w:rsidP="006D4449">
      <w:r>
        <w:lastRenderedPageBreak/>
        <w:t>307.5135</w:t>
      </w:r>
      <w:r>
        <w:tab/>
        <w:t>1.013e0</w:t>
      </w:r>
    </w:p>
    <w:p w14:paraId="4F7FDCE4" w14:textId="77777777" w:rsidR="006D4449" w:rsidRDefault="006D4449" w:rsidP="006D4449">
      <w:r>
        <w:t>307.5549</w:t>
      </w:r>
      <w:r>
        <w:tab/>
        <w:t>1.013e0</w:t>
      </w:r>
    </w:p>
    <w:p w14:paraId="7749F65C" w14:textId="77777777" w:rsidR="006D4449" w:rsidRDefault="006D4449" w:rsidP="006D4449">
      <w:r>
        <w:t>307.5668</w:t>
      </w:r>
      <w:r>
        <w:tab/>
        <w:t>1.013e0</w:t>
      </w:r>
    </w:p>
    <w:p w14:paraId="6B7D17F6" w14:textId="77777777" w:rsidR="006D4449" w:rsidRDefault="006D4449" w:rsidP="006D4449">
      <w:r>
        <w:t>307.6028</w:t>
      </w:r>
      <w:r>
        <w:tab/>
        <w:t>2.025e0</w:t>
      </w:r>
    </w:p>
    <w:p w14:paraId="390D31FA" w14:textId="77777777" w:rsidR="006D4449" w:rsidRDefault="006D4449" w:rsidP="006D4449">
      <w:r>
        <w:t>307.6068</w:t>
      </w:r>
      <w:r>
        <w:tab/>
        <w:t>1.013e0</w:t>
      </w:r>
    </w:p>
    <w:p w14:paraId="4A43162B" w14:textId="77777777" w:rsidR="006D4449" w:rsidRDefault="006D4449" w:rsidP="006D4449">
      <w:r>
        <w:t>307.6628</w:t>
      </w:r>
      <w:r>
        <w:tab/>
        <w:t>1.013e0</w:t>
      </w:r>
    </w:p>
    <w:p w14:paraId="0AB63B01" w14:textId="77777777" w:rsidR="006D4449" w:rsidRDefault="006D4449" w:rsidP="006D4449">
      <w:r>
        <w:t>307.6895</w:t>
      </w:r>
      <w:r>
        <w:tab/>
        <w:t>1.013e0</w:t>
      </w:r>
    </w:p>
    <w:p w14:paraId="0C023E81" w14:textId="77777777" w:rsidR="006D4449" w:rsidRDefault="006D4449" w:rsidP="006D4449">
      <w:r>
        <w:t>307.6987</w:t>
      </w:r>
      <w:r>
        <w:tab/>
        <w:t>2.025e0</w:t>
      </w:r>
    </w:p>
    <w:p w14:paraId="4D2483A0" w14:textId="77777777" w:rsidR="006D4449" w:rsidRDefault="006D4449" w:rsidP="006D4449">
      <w:r>
        <w:t>307.7188</w:t>
      </w:r>
      <w:r>
        <w:tab/>
        <w:t>1.013e0</w:t>
      </w:r>
    </w:p>
    <w:p w14:paraId="0CDA63C6" w14:textId="77777777" w:rsidR="006D4449" w:rsidRDefault="006D4449" w:rsidP="006D4449">
      <w:r>
        <w:t>307.7289</w:t>
      </w:r>
      <w:r>
        <w:tab/>
        <w:t>2.025e0</w:t>
      </w:r>
    </w:p>
    <w:p w14:paraId="313263D2" w14:textId="77777777" w:rsidR="006D4449" w:rsidRDefault="006D4449" w:rsidP="006D4449">
      <w:r>
        <w:t>307.7375</w:t>
      </w:r>
      <w:r>
        <w:tab/>
        <w:t>1.013e0</w:t>
      </w:r>
    </w:p>
    <w:p w14:paraId="752C2E4D" w14:textId="77777777" w:rsidR="006D4449" w:rsidRDefault="006D4449" w:rsidP="006D4449">
      <w:r>
        <w:t>307.7749</w:t>
      </w:r>
      <w:r>
        <w:tab/>
        <w:t>1.013e0</w:t>
      </w:r>
    </w:p>
    <w:p w14:paraId="3AF936F6" w14:textId="77777777" w:rsidR="006D4449" w:rsidRDefault="006D4449" w:rsidP="006D4449">
      <w:r>
        <w:t>307.8131</w:t>
      </w:r>
      <w:r>
        <w:tab/>
        <w:t>1.013e0</w:t>
      </w:r>
    </w:p>
    <w:p w14:paraId="05BE3FEE" w14:textId="77777777" w:rsidR="006D4449" w:rsidRDefault="006D4449" w:rsidP="006D4449">
      <w:r>
        <w:t>307.8745</w:t>
      </w:r>
      <w:r>
        <w:tab/>
        <w:t>1.013e0</w:t>
      </w:r>
    </w:p>
    <w:p w14:paraId="6EA748A7" w14:textId="77777777" w:rsidR="006D4449" w:rsidRDefault="006D4449" w:rsidP="006D4449">
      <w:r>
        <w:t>307.8869</w:t>
      </w:r>
      <w:r>
        <w:tab/>
        <w:t>1.013e0</w:t>
      </w:r>
    </w:p>
    <w:p w14:paraId="229B1B8A" w14:textId="77777777" w:rsidR="006D4449" w:rsidRDefault="006D4449" w:rsidP="006D4449">
      <w:r>
        <w:t>307.9109</w:t>
      </w:r>
      <w:r>
        <w:tab/>
        <w:t>3.038e0</w:t>
      </w:r>
    </w:p>
    <w:p w14:paraId="337C5420" w14:textId="77777777" w:rsidR="006D4449" w:rsidRDefault="006D4449" w:rsidP="006D4449">
      <w:r>
        <w:t>307.9528</w:t>
      </w:r>
      <w:r>
        <w:tab/>
        <w:t>1.013e0</w:t>
      </w:r>
    </w:p>
    <w:p w14:paraId="43B4250B" w14:textId="77777777" w:rsidR="006D4449" w:rsidRDefault="006D4449" w:rsidP="006D4449">
      <w:r>
        <w:t>307.9571</w:t>
      </w:r>
      <w:r>
        <w:tab/>
        <w:t>1.013e0</w:t>
      </w:r>
    </w:p>
    <w:p w14:paraId="70FDF388" w14:textId="77777777" w:rsidR="006D4449" w:rsidRDefault="006D4449" w:rsidP="006D4449">
      <w:r>
        <w:t>307.9751</w:t>
      </w:r>
      <w:r>
        <w:tab/>
        <w:t>1.013e0</w:t>
      </w:r>
    </w:p>
    <w:p w14:paraId="59748EC2" w14:textId="77777777" w:rsidR="006D4449" w:rsidRDefault="006D4449" w:rsidP="006D4449">
      <w:r>
        <w:lastRenderedPageBreak/>
        <w:t>308.0044</w:t>
      </w:r>
      <w:r>
        <w:tab/>
        <w:t>2.025e0</w:t>
      </w:r>
    </w:p>
    <w:p w14:paraId="6795871C" w14:textId="77777777" w:rsidR="006D4449" w:rsidRDefault="006D4449" w:rsidP="006D4449">
      <w:r>
        <w:t>308.0189</w:t>
      </w:r>
      <w:r>
        <w:tab/>
        <w:t>1.013e0</w:t>
      </w:r>
    </w:p>
    <w:p w14:paraId="6E6D26D1" w14:textId="77777777" w:rsidR="006D4449" w:rsidRDefault="006D4449" w:rsidP="006D4449">
      <w:r>
        <w:t>308.0302</w:t>
      </w:r>
      <w:r>
        <w:tab/>
        <w:t>3.038e0</w:t>
      </w:r>
    </w:p>
    <w:p w14:paraId="6C772479" w14:textId="77777777" w:rsidR="006D4449" w:rsidRDefault="006D4449" w:rsidP="006D4449">
      <w:r>
        <w:t>308.0392</w:t>
      </w:r>
      <w:r>
        <w:tab/>
        <w:t>2.025e0</w:t>
      </w:r>
    </w:p>
    <w:p w14:paraId="31BF1C3C" w14:textId="77777777" w:rsidR="006D4449" w:rsidRDefault="006D4449" w:rsidP="006D4449">
      <w:r>
        <w:t>308.0611</w:t>
      </w:r>
      <w:r>
        <w:tab/>
        <w:t>3.038e0</w:t>
      </w:r>
    </w:p>
    <w:p w14:paraId="0BAB0164" w14:textId="77777777" w:rsidR="006D4449" w:rsidRDefault="006D4449" w:rsidP="006D4449">
      <w:r>
        <w:t>308.0925</w:t>
      </w:r>
      <w:r>
        <w:tab/>
        <w:t>1.013e0</w:t>
      </w:r>
    </w:p>
    <w:p w14:paraId="3A6119C4" w14:textId="77777777" w:rsidR="006D4449" w:rsidRDefault="006D4449" w:rsidP="006D4449">
      <w:r>
        <w:t>308.1017</w:t>
      </w:r>
      <w:r>
        <w:tab/>
        <w:t>1.013e0</w:t>
      </w:r>
    </w:p>
    <w:p w14:paraId="3A265623" w14:textId="77777777" w:rsidR="006D4449" w:rsidRDefault="006D4449" w:rsidP="006D4449">
      <w:r>
        <w:t>308.1484</w:t>
      </w:r>
      <w:r>
        <w:tab/>
        <w:t>2.025e0</w:t>
      </w:r>
    </w:p>
    <w:p w14:paraId="6BC33FB3" w14:textId="77777777" w:rsidR="006D4449" w:rsidRDefault="006D4449" w:rsidP="006D4449">
      <w:r>
        <w:t>308.1527</w:t>
      </w:r>
      <w:r>
        <w:tab/>
        <w:t>1.013e0</w:t>
      </w:r>
    </w:p>
    <w:p w14:paraId="3C6F9EB4" w14:textId="77777777" w:rsidR="006D4449" w:rsidRDefault="006D4449" w:rsidP="006D4449">
      <w:r>
        <w:t>308.1577</w:t>
      </w:r>
      <w:r>
        <w:tab/>
        <w:t>2.025e0</w:t>
      </w:r>
    </w:p>
    <w:p w14:paraId="21282FCA" w14:textId="77777777" w:rsidR="006D4449" w:rsidRDefault="006D4449" w:rsidP="006D4449">
      <w:r>
        <w:t>308.1671</w:t>
      </w:r>
      <w:r>
        <w:tab/>
        <w:t>1.013e0</w:t>
      </w:r>
    </w:p>
    <w:p w14:paraId="1DBE2E67" w14:textId="77777777" w:rsidR="006D4449" w:rsidRDefault="006D4449" w:rsidP="006D4449">
      <w:r>
        <w:t>308.1820</w:t>
      </w:r>
      <w:r>
        <w:tab/>
        <w:t>1.013e0</w:t>
      </w:r>
    </w:p>
    <w:p w14:paraId="2406ECFA" w14:textId="77777777" w:rsidR="006D4449" w:rsidRDefault="006D4449" w:rsidP="006D4449">
      <w:r>
        <w:t>308.2058</w:t>
      </w:r>
      <w:r>
        <w:tab/>
        <w:t>3.038e0</w:t>
      </w:r>
    </w:p>
    <w:p w14:paraId="38BDF834" w14:textId="77777777" w:rsidR="006D4449" w:rsidRDefault="006D4449" w:rsidP="006D4449">
      <w:r>
        <w:t>308.2090</w:t>
      </w:r>
      <w:r>
        <w:tab/>
        <w:t>2.025e0</w:t>
      </w:r>
    </w:p>
    <w:p w14:paraId="6AE7C45F" w14:textId="77777777" w:rsidR="006D4449" w:rsidRDefault="006D4449" w:rsidP="006D4449">
      <w:r>
        <w:t>308.2218</w:t>
      </w:r>
      <w:r>
        <w:tab/>
        <w:t>1.013e0</w:t>
      </w:r>
    </w:p>
    <w:p w14:paraId="5865566A" w14:textId="77777777" w:rsidR="006D4449" w:rsidRDefault="006D4449" w:rsidP="006D4449">
      <w:r>
        <w:t>308.2281</w:t>
      </w:r>
      <w:r>
        <w:tab/>
        <w:t>3.038e0</w:t>
      </w:r>
    </w:p>
    <w:p w14:paraId="42B0FB8C" w14:textId="77777777" w:rsidR="006D4449" w:rsidRDefault="006D4449" w:rsidP="006D4449">
      <w:r>
        <w:t>308.2622</w:t>
      </w:r>
      <w:r>
        <w:tab/>
        <w:t>3.038e0</w:t>
      </w:r>
    </w:p>
    <w:p w14:paraId="1AAEF7F0" w14:textId="77777777" w:rsidR="006D4449" w:rsidRDefault="006D4449" w:rsidP="006D4449">
      <w:r>
        <w:t>308.2651</w:t>
      </w:r>
      <w:r>
        <w:tab/>
        <w:t>2.025e0</w:t>
      </w:r>
    </w:p>
    <w:p w14:paraId="456A7001" w14:textId="77777777" w:rsidR="006D4449" w:rsidRDefault="006D4449" w:rsidP="006D4449">
      <w:r>
        <w:t>308.2698</w:t>
      </w:r>
      <w:r>
        <w:tab/>
        <w:t>1.013e0</w:t>
      </w:r>
    </w:p>
    <w:p w14:paraId="1F57AA96" w14:textId="77777777" w:rsidR="006D4449" w:rsidRDefault="006D4449" w:rsidP="006D4449">
      <w:r>
        <w:lastRenderedPageBreak/>
        <w:t>308.3272</w:t>
      </w:r>
      <w:r>
        <w:tab/>
        <w:t>1.013e0</w:t>
      </w:r>
    </w:p>
    <w:p w14:paraId="0137F644" w14:textId="77777777" w:rsidR="006D4449" w:rsidRDefault="006D4449" w:rsidP="006D4449">
      <w:r>
        <w:t>308.3498</w:t>
      </w:r>
      <w:r>
        <w:tab/>
        <w:t>1.013e0</w:t>
      </w:r>
    </w:p>
    <w:p w14:paraId="5AEF43E7" w14:textId="77777777" w:rsidR="006D4449" w:rsidRDefault="006D4449" w:rsidP="006D4449">
      <w:r>
        <w:t>308.3871</w:t>
      </w:r>
      <w:r>
        <w:tab/>
        <w:t>1.013e0</w:t>
      </w:r>
    </w:p>
    <w:p w14:paraId="280CCD69" w14:textId="77777777" w:rsidR="006D4449" w:rsidRDefault="006D4449" w:rsidP="006D4449">
      <w:r>
        <w:t>308.4232</w:t>
      </w:r>
      <w:r>
        <w:tab/>
        <w:t>1.013e0</w:t>
      </w:r>
    </w:p>
    <w:p w14:paraId="0E3107F2" w14:textId="77777777" w:rsidR="006D4449" w:rsidRDefault="006D4449" w:rsidP="006D4449">
      <w:r>
        <w:t>308.4337</w:t>
      </w:r>
      <w:r>
        <w:tab/>
        <w:t>1.013e0</w:t>
      </w:r>
    </w:p>
    <w:p w14:paraId="0A0A7761" w14:textId="77777777" w:rsidR="006D4449" w:rsidRDefault="006D4449" w:rsidP="006D4449">
      <w:r>
        <w:t>308.4418</w:t>
      </w:r>
      <w:r>
        <w:tab/>
        <w:t>1.013e0</w:t>
      </w:r>
    </w:p>
    <w:p w14:paraId="4E927B03" w14:textId="77777777" w:rsidR="006D4449" w:rsidRDefault="006D4449" w:rsidP="006D4449">
      <w:r>
        <w:t>308.4673</w:t>
      </w:r>
      <w:r>
        <w:tab/>
        <w:t>1.013e0</w:t>
      </w:r>
    </w:p>
    <w:p w14:paraId="6485F376" w14:textId="77777777" w:rsidR="006D4449" w:rsidRDefault="006D4449" w:rsidP="006D4449">
      <w:r>
        <w:t>308.5121</w:t>
      </w:r>
      <w:r>
        <w:tab/>
        <w:t>1.013e0</w:t>
      </w:r>
    </w:p>
    <w:p w14:paraId="01D9D9C0" w14:textId="77777777" w:rsidR="006D4449" w:rsidRDefault="006D4449" w:rsidP="006D4449">
      <w:r>
        <w:t>308.5164</w:t>
      </w:r>
      <w:r>
        <w:tab/>
        <w:t>1.013e0</w:t>
      </w:r>
    </w:p>
    <w:p w14:paraId="1D835319" w14:textId="77777777" w:rsidR="006D4449" w:rsidRDefault="006D4449" w:rsidP="006D4449">
      <w:r>
        <w:t>308.5593</w:t>
      </w:r>
      <w:r>
        <w:tab/>
        <w:t>1.013e0</w:t>
      </w:r>
    </w:p>
    <w:p w14:paraId="5217B056" w14:textId="77777777" w:rsidR="006D4449" w:rsidRDefault="006D4449" w:rsidP="006D4449">
      <w:r>
        <w:t>308.5620</w:t>
      </w:r>
      <w:r>
        <w:tab/>
        <w:t>1.013e0</w:t>
      </w:r>
    </w:p>
    <w:p w14:paraId="71D4C44E" w14:textId="77777777" w:rsidR="006D4449" w:rsidRDefault="006D4449" w:rsidP="006D4449">
      <w:r>
        <w:t>308.5833</w:t>
      </w:r>
      <w:r>
        <w:tab/>
        <w:t>1.013e0</w:t>
      </w:r>
    </w:p>
    <w:p w14:paraId="0A7BE837" w14:textId="77777777" w:rsidR="006D4449" w:rsidRDefault="006D4449" w:rsidP="006D4449">
      <w:r>
        <w:t>308.5900</w:t>
      </w:r>
      <w:r>
        <w:tab/>
        <w:t>1.013e0</w:t>
      </w:r>
    </w:p>
    <w:p w14:paraId="4E882D78" w14:textId="77777777" w:rsidR="006D4449" w:rsidRDefault="006D4449" w:rsidP="006D4449">
      <w:r>
        <w:t>308.6017</w:t>
      </w:r>
      <w:r>
        <w:tab/>
        <w:t>1.013e0</w:t>
      </w:r>
    </w:p>
    <w:p w14:paraId="594523DE" w14:textId="77777777" w:rsidR="006D4449" w:rsidRDefault="006D4449" w:rsidP="006D4449">
      <w:r>
        <w:t>308.6292</w:t>
      </w:r>
      <w:r>
        <w:tab/>
        <w:t>3.038e0</w:t>
      </w:r>
    </w:p>
    <w:p w14:paraId="4C7DDC3B" w14:textId="77777777" w:rsidR="006D4449" w:rsidRDefault="006D4449" w:rsidP="006D4449">
      <w:r>
        <w:t>308.6714</w:t>
      </w:r>
      <w:r>
        <w:tab/>
        <w:t>1.013e0</w:t>
      </w:r>
    </w:p>
    <w:p w14:paraId="1376A272" w14:textId="77777777" w:rsidR="006D4449" w:rsidRDefault="006D4449" w:rsidP="006D4449">
      <w:r>
        <w:t>308.6741</w:t>
      </w:r>
      <w:r>
        <w:tab/>
        <w:t>1.013e0</w:t>
      </w:r>
    </w:p>
    <w:p w14:paraId="4942AF2E" w14:textId="77777777" w:rsidR="006D4449" w:rsidRDefault="006D4449" w:rsidP="006D4449">
      <w:r>
        <w:t>308.6831</w:t>
      </w:r>
      <w:r>
        <w:tab/>
        <w:t>2.025e0</w:t>
      </w:r>
    </w:p>
    <w:p w14:paraId="1E47414B" w14:textId="77777777" w:rsidR="006D4449" w:rsidRDefault="006D4449" w:rsidP="006D4449">
      <w:r>
        <w:t>308.7097</w:t>
      </w:r>
      <w:r>
        <w:tab/>
        <w:t>2.025e0</w:t>
      </w:r>
    </w:p>
    <w:p w14:paraId="2EA09BF6" w14:textId="77777777" w:rsidR="006D4449" w:rsidRDefault="006D4449" w:rsidP="006D4449">
      <w:r>
        <w:lastRenderedPageBreak/>
        <w:t>308.7582</w:t>
      </w:r>
      <w:r>
        <w:tab/>
        <w:t>1.013e0</w:t>
      </w:r>
    </w:p>
    <w:p w14:paraId="628BEB4E" w14:textId="77777777" w:rsidR="006D4449" w:rsidRDefault="006D4449" w:rsidP="006D4449">
      <w:r>
        <w:t>308.7595</w:t>
      </w:r>
      <w:r>
        <w:tab/>
        <w:t>1.013e0</w:t>
      </w:r>
    </w:p>
    <w:p w14:paraId="2CCEFF5B" w14:textId="77777777" w:rsidR="006D4449" w:rsidRDefault="006D4449" w:rsidP="006D4449">
      <w:r>
        <w:t>308.8423</w:t>
      </w:r>
      <w:r>
        <w:tab/>
        <w:t>1.013e0</w:t>
      </w:r>
    </w:p>
    <w:p w14:paraId="1C270EBE" w14:textId="77777777" w:rsidR="006D4449" w:rsidRDefault="006D4449" w:rsidP="006D4449">
      <w:r>
        <w:t>308.9154</w:t>
      </w:r>
      <w:r>
        <w:tab/>
        <w:t>1.013e0</w:t>
      </w:r>
    </w:p>
    <w:p w14:paraId="216D49D8" w14:textId="77777777" w:rsidR="006D4449" w:rsidRDefault="006D4449" w:rsidP="006D4449">
      <w:r>
        <w:t>308.9264</w:t>
      </w:r>
      <w:r>
        <w:tab/>
        <w:t>1.013e0</w:t>
      </w:r>
    </w:p>
    <w:p w14:paraId="78B6AD7F" w14:textId="77777777" w:rsidR="006D4449" w:rsidRDefault="006D4449" w:rsidP="006D4449">
      <w:r>
        <w:t>308.9303</w:t>
      </w:r>
      <w:r>
        <w:tab/>
        <w:t>2.025e0</w:t>
      </w:r>
    </w:p>
    <w:p w14:paraId="132ACCA9" w14:textId="77777777" w:rsidR="006D4449" w:rsidRDefault="006D4449" w:rsidP="006D4449">
      <w:r>
        <w:t>308.9378</w:t>
      </w:r>
      <w:r>
        <w:tab/>
        <w:t>1.013e0</w:t>
      </w:r>
    </w:p>
    <w:p w14:paraId="6BFA3C0B" w14:textId="77777777" w:rsidR="006D4449" w:rsidRDefault="006D4449" w:rsidP="006D4449">
      <w:r>
        <w:t>308.9797</w:t>
      </w:r>
      <w:r>
        <w:tab/>
        <w:t>1.013e0</w:t>
      </w:r>
    </w:p>
    <w:p w14:paraId="79DE6B3A" w14:textId="77777777" w:rsidR="006D4449" w:rsidRDefault="006D4449" w:rsidP="006D4449">
      <w:r>
        <w:t>309.0032</w:t>
      </w:r>
      <w:r>
        <w:tab/>
        <w:t>3.038e0</w:t>
      </w:r>
    </w:p>
    <w:p w14:paraId="64C48C60" w14:textId="77777777" w:rsidR="006D4449" w:rsidRDefault="006D4449" w:rsidP="006D4449">
      <w:r>
        <w:t>309.0078</w:t>
      </w:r>
      <w:r>
        <w:tab/>
        <w:t>1.013e0</w:t>
      </w:r>
    </w:p>
    <w:p w14:paraId="634A25E6" w14:textId="77777777" w:rsidR="006D4449" w:rsidRDefault="006D4449" w:rsidP="006D4449">
      <w:r>
        <w:t>309.0206</w:t>
      </w:r>
      <w:r>
        <w:tab/>
        <w:t>1.013e0</w:t>
      </w:r>
    </w:p>
    <w:p w14:paraId="2E9CDF64" w14:textId="77777777" w:rsidR="006D4449" w:rsidRDefault="006D4449" w:rsidP="006D4449">
      <w:r>
        <w:t>309.0555</w:t>
      </w:r>
      <w:r>
        <w:tab/>
        <w:t>1.013e0</w:t>
      </w:r>
    </w:p>
    <w:p w14:paraId="5332DC50" w14:textId="77777777" w:rsidR="006D4449" w:rsidRDefault="006D4449" w:rsidP="006D4449">
      <w:r>
        <w:t>309.0625</w:t>
      </w:r>
      <w:r>
        <w:tab/>
        <w:t>1.013e0</w:t>
      </w:r>
    </w:p>
    <w:p w14:paraId="613AD2DC" w14:textId="77777777" w:rsidR="006D4449" w:rsidRDefault="006D4449" w:rsidP="006D4449">
      <w:r>
        <w:t>309.0638</w:t>
      </w:r>
      <w:r>
        <w:tab/>
        <w:t>1.013e0</w:t>
      </w:r>
    </w:p>
    <w:p w14:paraId="28B82E0C" w14:textId="77777777" w:rsidR="006D4449" w:rsidRDefault="006D4449" w:rsidP="006D4449">
      <w:r>
        <w:t>309.0657</w:t>
      </w:r>
      <w:r>
        <w:tab/>
        <w:t>2.025e0</w:t>
      </w:r>
    </w:p>
    <w:p w14:paraId="3CCB39F5" w14:textId="77777777" w:rsidR="006D4449" w:rsidRDefault="006D4449" w:rsidP="006D4449">
      <w:r>
        <w:t>309.0840</w:t>
      </w:r>
      <w:r>
        <w:tab/>
        <w:t>2.025e0</w:t>
      </w:r>
    </w:p>
    <w:p w14:paraId="5B7B3D4D" w14:textId="77777777" w:rsidR="006D4449" w:rsidRDefault="006D4449" w:rsidP="006D4449">
      <w:r>
        <w:t>309.0919</w:t>
      </w:r>
      <w:r>
        <w:tab/>
        <w:t>2.025e0</w:t>
      </w:r>
    </w:p>
    <w:p w14:paraId="21EB8FE3" w14:textId="77777777" w:rsidR="006D4449" w:rsidRDefault="006D4449" w:rsidP="006D4449">
      <w:r>
        <w:t>309.0964</w:t>
      </w:r>
      <w:r>
        <w:tab/>
        <w:t>2.025e0</w:t>
      </w:r>
    </w:p>
    <w:p w14:paraId="64FBB3EE" w14:textId="77777777" w:rsidR="006D4449" w:rsidRDefault="006D4449" w:rsidP="006D4449">
      <w:r>
        <w:t>309.1199</w:t>
      </w:r>
      <w:r>
        <w:tab/>
        <w:t>1.013e0</w:t>
      </w:r>
    </w:p>
    <w:p w14:paraId="2732A1B5" w14:textId="77777777" w:rsidR="006D4449" w:rsidRDefault="006D4449" w:rsidP="006D4449">
      <w:r>
        <w:lastRenderedPageBreak/>
        <w:t>309.1252</w:t>
      </w:r>
      <w:r>
        <w:tab/>
        <w:t>2.025e0</w:t>
      </w:r>
    </w:p>
    <w:p w14:paraId="5C7253FA" w14:textId="77777777" w:rsidR="006D4449" w:rsidRDefault="006D4449" w:rsidP="006D4449">
      <w:r>
        <w:t>309.1560</w:t>
      </w:r>
      <w:r>
        <w:tab/>
        <w:t>3.038e0</w:t>
      </w:r>
    </w:p>
    <w:p w14:paraId="290C72A4" w14:textId="77777777" w:rsidR="006D4449" w:rsidRDefault="006D4449" w:rsidP="006D4449">
      <w:r>
        <w:t>309.1629</w:t>
      </w:r>
      <w:r>
        <w:tab/>
        <w:t>3.038e0</w:t>
      </w:r>
    </w:p>
    <w:p w14:paraId="5D96C8BB" w14:textId="77777777" w:rsidR="006D4449" w:rsidRDefault="006D4449" w:rsidP="006D4449">
      <w:r>
        <w:t>309.1688</w:t>
      </w:r>
      <w:r>
        <w:tab/>
        <w:t>3.038e0</w:t>
      </w:r>
    </w:p>
    <w:p w14:paraId="7C9F8EE3" w14:textId="77777777" w:rsidR="006D4449" w:rsidRDefault="006D4449" w:rsidP="006D4449">
      <w:r>
        <w:t>309.1762</w:t>
      </w:r>
      <w:r>
        <w:tab/>
        <w:t>1.132e0</w:t>
      </w:r>
    </w:p>
    <w:p w14:paraId="10399C52" w14:textId="77777777" w:rsidR="006D4449" w:rsidRDefault="006D4449" w:rsidP="006D4449">
      <w:r>
        <w:t>309.1942</w:t>
      </w:r>
      <w:r>
        <w:tab/>
        <w:t>3.038e0</w:t>
      </w:r>
    </w:p>
    <w:p w14:paraId="0D2EA107" w14:textId="77777777" w:rsidR="006D4449" w:rsidRDefault="006D4449" w:rsidP="006D4449">
      <w:r>
        <w:t>309.2043</w:t>
      </w:r>
      <w:r>
        <w:tab/>
        <w:t>2.025e0</w:t>
      </w:r>
    </w:p>
    <w:p w14:paraId="50E4359A" w14:textId="77777777" w:rsidR="006D4449" w:rsidRDefault="006D4449" w:rsidP="006D4449">
      <w:r>
        <w:t>309.2185</w:t>
      </w:r>
      <w:r>
        <w:tab/>
        <w:t>3.038e0</w:t>
      </w:r>
    </w:p>
    <w:p w14:paraId="5DE9274A" w14:textId="77777777" w:rsidR="006D4449" w:rsidRDefault="006D4449" w:rsidP="006D4449">
      <w:r>
        <w:t>309.2320</w:t>
      </w:r>
      <w:r>
        <w:tab/>
        <w:t>1.013e0</w:t>
      </w:r>
    </w:p>
    <w:p w14:paraId="5495339F" w14:textId="77777777" w:rsidR="006D4449" w:rsidRDefault="006D4449" w:rsidP="006D4449">
      <w:r>
        <w:t>309.2406</w:t>
      </w:r>
      <w:r>
        <w:tab/>
        <w:t>3.038e0</w:t>
      </w:r>
    </w:p>
    <w:p w14:paraId="7AEA509F" w14:textId="77777777" w:rsidR="006D4449" w:rsidRDefault="006D4449" w:rsidP="006D4449">
      <w:r>
        <w:t>309.2467</w:t>
      </w:r>
      <w:r>
        <w:tab/>
        <w:t>2.025e0</w:t>
      </w:r>
    </w:p>
    <w:p w14:paraId="0A23D941" w14:textId="77777777" w:rsidR="006D4449" w:rsidRDefault="006D4449" w:rsidP="006D4449">
      <w:r>
        <w:t>309.2518</w:t>
      </w:r>
      <w:r>
        <w:tab/>
        <w:t>1.013e0</w:t>
      </w:r>
    </w:p>
    <w:p w14:paraId="1C523EE6" w14:textId="77777777" w:rsidR="006D4449" w:rsidRDefault="006D4449" w:rsidP="006D4449">
      <w:r>
        <w:t>309.2802</w:t>
      </w:r>
      <w:r>
        <w:tab/>
        <w:t>2.025e0</w:t>
      </w:r>
    </w:p>
    <w:p w14:paraId="1A43BE72" w14:textId="77777777" w:rsidR="006D4449" w:rsidRDefault="006D4449" w:rsidP="006D4449">
      <w:r>
        <w:t>309.2840</w:t>
      </w:r>
      <w:r>
        <w:tab/>
        <w:t>1.013e0</w:t>
      </w:r>
    </w:p>
    <w:p w14:paraId="33EDDA6E" w14:textId="77777777" w:rsidR="006D4449" w:rsidRDefault="006D4449" w:rsidP="006D4449">
      <w:r>
        <w:t>309.3247</w:t>
      </w:r>
      <w:r>
        <w:tab/>
        <w:t>1.013e0</w:t>
      </w:r>
    </w:p>
    <w:p w14:paraId="46E17E95" w14:textId="77777777" w:rsidR="006D4449" w:rsidRDefault="006D4449" w:rsidP="006D4449">
      <w:r>
        <w:t>309.3304</w:t>
      </w:r>
      <w:r>
        <w:tab/>
        <w:t>1.013e0</w:t>
      </w:r>
    </w:p>
    <w:p w14:paraId="53C2050D" w14:textId="77777777" w:rsidR="006D4449" w:rsidRDefault="006D4449" w:rsidP="006D4449">
      <w:r>
        <w:t>309.3528</w:t>
      </w:r>
      <w:r>
        <w:tab/>
        <w:t>1.013e0</w:t>
      </w:r>
    </w:p>
    <w:p w14:paraId="5548A547" w14:textId="77777777" w:rsidR="006D4449" w:rsidRDefault="006D4449" w:rsidP="006D4449">
      <w:r>
        <w:t>309.3962</w:t>
      </w:r>
      <w:r>
        <w:tab/>
        <w:t>2.025e0</w:t>
      </w:r>
    </w:p>
    <w:p w14:paraId="5EF981AA" w14:textId="77777777" w:rsidR="006D4449" w:rsidRDefault="006D4449" w:rsidP="006D4449">
      <w:r>
        <w:t>309.4370</w:t>
      </w:r>
      <w:r>
        <w:tab/>
        <w:t>1.013e0</w:t>
      </w:r>
    </w:p>
    <w:p w14:paraId="24F02DAD" w14:textId="77777777" w:rsidR="006D4449" w:rsidRDefault="006D4449" w:rsidP="006D4449">
      <w:r>
        <w:lastRenderedPageBreak/>
        <w:t>309.4564</w:t>
      </w:r>
      <w:r>
        <w:tab/>
        <w:t>1.013e0</w:t>
      </w:r>
    </w:p>
    <w:p w14:paraId="2D15144D" w14:textId="77777777" w:rsidR="006D4449" w:rsidRDefault="006D4449" w:rsidP="006D4449">
      <w:r>
        <w:t>309.4749</w:t>
      </w:r>
      <w:r>
        <w:tab/>
        <w:t>2.025e0</w:t>
      </w:r>
    </w:p>
    <w:p w14:paraId="1CB88845" w14:textId="77777777" w:rsidR="006D4449" w:rsidRDefault="006D4449" w:rsidP="006D4449">
      <w:r>
        <w:t>309.4763</w:t>
      </w:r>
      <w:r>
        <w:tab/>
        <w:t>1.013e0</w:t>
      </w:r>
    </w:p>
    <w:p w14:paraId="6E507EAE" w14:textId="77777777" w:rsidR="006D4449" w:rsidRDefault="006D4449" w:rsidP="006D4449">
      <w:r>
        <w:t>309.5206</w:t>
      </w:r>
      <w:r>
        <w:tab/>
        <w:t>2.025e0</w:t>
      </w:r>
    </w:p>
    <w:p w14:paraId="2118BB38" w14:textId="77777777" w:rsidR="006D4449" w:rsidRDefault="006D4449" w:rsidP="006D4449">
      <w:r>
        <w:t>309.5291</w:t>
      </w:r>
      <w:r>
        <w:tab/>
        <w:t>2.025e0</w:t>
      </w:r>
    </w:p>
    <w:p w14:paraId="4CD31D4C" w14:textId="77777777" w:rsidR="006D4449" w:rsidRDefault="006D4449" w:rsidP="006D4449">
      <w:r>
        <w:t>309.5622</w:t>
      </w:r>
      <w:r>
        <w:tab/>
        <w:t>2.025e0</w:t>
      </w:r>
    </w:p>
    <w:p w14:paraId="5A17D129" w14:textId="77777777" w:rsidR="006D4449" w:rsidRDefault="006D4449" w:rsidP="006D4449">
      <w:r>
        <w:t>309.5912</w:t>
      </w:r>
      <w:r>
        <w:tab/>
        <w:t>1.013e0</w:t>
      </w:r>
    </w:p>
    <w:p w14:paraId="5EC008F4" w14:textId="77777777" w:rsidR="006D4449" w:rsidRDefault="006D4449" w:rsidP="006D4449">
      <w:r>
        <w:t>309.6527</w:t>
      </w:r>
      <w:r>
        <w:tab/>
        <w:t>1.013e0</w:t>
      </w:r>
    </w:p>
    <w:p w14:paraId="08246A89" w14:textId="77777777" w:rsidR="006D4449" w:rsidRDefault="006D4449" w:rsidP="006D4449">
      <w:r>
        <w:t>309.6625</w:t>
      </w:r>
      <w:r>
        <w:tab/>
        <w:t>2.025e0</w:t>
      </w:r>
    </w:p>
    <w:p w14:paraId="7817C0D7" w14:textId="77777777" w:rsidR="006D4449" w:rsidRDefault="006D4449" w:rsidP="006D4449">
      <w:r>
        <w:t>309.7033</w:t>
      </w:r>
      <w:r>
        <w:tab/>
        <w:t>1.013e0</w:t>
      </w:r>
    </w:p>
    <w:p w14:paraId="424DE55A" w14:textId="77777777" w:rsidR="006D4449" w:rsidRDefault="006D4449" w:rsidP="006D4449">
      <w:r>
        <w:t>309.7275</w:t>
      </w:r>
      <w:r>
        <w:tab/>
        <w:t>1.013e0</w:t>
      </w:r>
    </w:p>
    <w:p w14:paraId="4164813E" w14:textId="77777777" w:rsidR="006D4449" w:rsidRDefault="006D4449" w:rsidP="006D4449">
      <w:r>
        <w:t>309.7293</w:t>
      </w:r>
      <w:r>
        <w:tab/>
        <w:t>2.025e0</w:t>
      </w:r>
    </w:p>
    <w:p w14:paraId="47BEEF4E" w14:textId="77777777" w:rsidR="006D4449" w:rsidRDefault="006D4449" w:rsidP="006D4449">
      <w:r>
        <w:t>309.7849</w:t>
      </w:r>
      <w:r>
        <w:tab/>
        <w:t>1.013e0</w:t>
      </w:r>
    </w:p>
    <w:p w14:paraId="02EF5DA1" w14:textId="77777777" w:rsidR="006D4449" w:rsidRDefault="006D4449" w:rsidP="006D4449">
      <w:r>
        <w:t>309.7868</w:t>
      </w:r>
      <w:r>
        <w:tab/>
        <w:t>2.025e0</w:t>
      </w:r>
    </w:p>
    <w:p w14:paraId="33E7983F" w14:textId="77777777" w:rsidR="006D4449" w:rsidRDefault="006D4449" w:rsidP="006D4449">
      <w:r>
        <w:t>309.8357</w:t>
      </w:r>
      <w:r>
        <w:tab/>
        <w:t>1.013e0</w:t>
      </w:r>
    </w:p>
    <w:p w14:paraId="56C8698D" w14:textId="77777777" w:rsidR="006D4449" w:rsidRDefault="006D4449" w:rsidP="006D4449">
      <w:r>
        <w:t>309.8695</w:t>
      </w:r>
      <w:r>
        <w:tab/>
        <w:t>3.038e0</w:t>
      </w:r>
    </w:p>
    <w:p w14:paraId="61862DB2" w14:textId="77777777" w:rsidR="006D4449" w:rsidRDefault="006D4449" w:rsidP="006D4449">
      <w:r>
        <w:t>309.9200</w:t>
      </w:r>
      <w:r>
        <w:tab/>
        <w:t>2.025e0</w:t>
      </w:r>
    </w:p>
    <w:p w14:paraId="7393FFF2" w14:textId="77777777" w:rsidR="006D4449" w:rsidRDefault="006D4449" w:rsidP="006D4449">
      <w:r>
        <w:t>309.9537</w:t>
      </w:r>
      <w:r>
        <w:tab/>
        <w:t>2.025e0</w:t>
      </w:r>
    </w:p>
    <w:p w14:paraId="0FCED18A" w14:textId="77777777" w:rsidR="006D4449" w:rsidRDefault="006D4449" w:rsidP="006D4449">
      <w:r>
        <w:t>309.9612</w:t>
      </w:r>
      <w:r>
        <w:tab/>
        <w:t>1.013e0</w:t>
      </w:r>
    </w:p>
    <w:p w14:paraId="0C4960E5" w14:textId="77777777" w:rsidR="006D4449" w:rsidRDefault="006D4449" w:rsidP="006D4449">
      <w:r>
        <w:lastRenderedPageBreak/>
        <w:t>309.9762</w:t>
      </w:r>
      <w:r>
        <w:tab/>
        <w:t>1.013e0</w:t>
      </w:r>
    </w:p>
    <w:p w14:paraId="7616E8C9" w14:textId="77777777" w:rsidR="006D4449" w:rsidRDefault="006D4449" w:rsidP="006D4449">
      <w:r>
        <w:t>310.0030</w:t>
      </w:r>
      <w:r>
        <w:tab/>
        <w:t>1.013e0</w:t>
      </w:r>
    </w:p>
    <w:p w14:paraId="67ED5EAE" w14:textId="77777777" w:rsidR="006D4449" w:rsidRDefault="006D4449" w:rsidP="006D4449">
      <w:r>
        <w:t>310.0079</w:t>
      </w:r>
      <w:r>
        <w:tab/>
        <w:t>1.013e0</w:t>
      </w:r>
    </w:p>
    <w:p w14:paraId="18561633" w14:textId="77777777" w:rsidR="006D4449" w:rsidRDefault="006D4449" w:rsidP="006D4449">
      <w:r>
        <w:t>310.0093</w:t>
      </w:r>
      <w:r>
        <w:tab/>
        <w:t>1.013e0</w:t>
      </w:r>
    </w:p>
    <w:p w14:paraId="399E65F7" w14:textId="77777777" w:rsidR="006D4449" w:rsidRDefault="006D4449" w:rsidP="006D4449">
      <w:r>
        <w:t>310.0399</w:t>
      </w:r>
      <w:r>
        <w:tab/>
        <w:t>1.013e0</w:t>
      </w:r>
    </w:p>
    <w:p w14:paraId="0CBA7A7E" w14:textId="77777777" w:rsidR="006D4449" w:rsidRDefault="006D4449" w:rsidP="006D4449">
      <w:r>
        <w:t>310.0413</w:t>
      </w:r>
      <w:r>
        <w:tab/>
        <w:t>1.013e0</w:t>
      </w:r>
    </w:p>
    <w:p w14:paraId="68F9EB5E" w14:textId="77777777" w:rsidR="006D4449" w:rsidRDefault="006D4449" w:rsidP="006D4449">
      <w:r>
        <w:t>310.0436</w:t>
      </w:r>
      <w:r>
        <w:tab/>
        <w:t>4.051e0</w:t>
      </w:r>
    </w:p>
    <w:p w14:paraId="56C76CCF" w14:textId="77777777" w:rsidR="006D4449" w:rsidRDefault="006D4449" w:rsidP="006D4449">
      <w:r>
        <w:t>310.0800</w:t>
      </w:r>
      <w:r>
        <w:tab/>
        <w:t>2.025e0</w:t>
      </w:r>
    </w:p>
    <w:p w14:paraId="3BA61E1C" w14:textId="77777777" w:rsidR="006D4449" w:rsidRDefault="006D4449" w:rsidP="006D4449">
      <w:r>
        <w:t>310.0934</w:t>
      </w:r>
      <w:r>
        <w:tab/>
        <w:t>1.013e0</w:t>
      </w:r>
    </w:p>
    <w:p w14:paraId="6EDDFB00" w14:textId="77777777" w:rsidR="006D4449" w:rsidRDefault="006D4449" w:rsidP="006D4449">
      <w:r>
        <w:t>310.0992</w:t>
      </w:r>
      <w:r>
        <w:tab/>
        <w:t>3.038e0</w:t>
      </w:r>
    </w:p>
    <w:p w14:paraId="54F31F3E" w14:textId="77777777" w:rsidR="006D4449" w:rsidRDefault="006D4449" w:rsidP="006D4449">
      <w:r>
        <w:t>310.1154</w:t>
      </w:r>
      <w:r>
        <w:tab/>
        <w:t>1.013e0</w:t>
      </w:r>
    </w:p>
    <w:p w14:paraId="0E026B43" w14:textId="77777777" w:rsidR="006D4449" w:rsidRDefault="006D4449" w:rsidP="006D4449">
      <w:r>
        <w:t>310.1168</w:t>
      </w:r>
      <w:r>
        <w:tab/>
        <w:t>2.025e0</w:t>
      </w:r>
    </w:p>
    <w:p w14:paraId="0DD9A5BC" w14:textId="77777777" w:rsidR="006D4449" w:rsidRDefault="006D4449" w:rsidP="006D4449">
      <w:r>
        <w:t>310.1455</w:t>
      </w:r>
      <w:r>
        <w:tab/>
        <w:t>2.710e0</w:t>
      </w:r>
    </w:p>
    <w:p w14:paraId="71B7E035" w14:textId="77777777" w:rsidR="006D4449" w:rsidRDefault="006D4449" w:rsidP="006D4449">
      <w:r>
        <w:t>310.1495</w:t>
      </w:r>
      <w:r>
        <w:tab/>
        <w:t>1.013e0</w:t>
      </w:r>
    </w:p>
    <w:p w14:paraId="362132F6" w14:textId="77777777" w:rsidR="006D4449" w:rsidRDefault="006D4449" w:rsidP="006D4449">
      <w:r>
        <w:t>310.1535</w:t>
      </w:r>
      <w:r>
        <w:tab/>
        <w:t>1.013e0</w:t>
      </w:r>
    </w:p>
    <w:p w14:paraId="32ACDBD0" w14:textId="77777777" w:rsidR="006D4449" w:rsidRDefault="006D4449" w:rsidP="006D4449">
      <w:r>
        <w:t>310.1803</w:t>
      </w:r>
      <w:r>
        <w:tab/>
        <w:t>5.063e0</w:t>
      </w:r>
    </w:p>
    <w:p w14:paraId="2C79893D" w14:textId="77777777" w:rsidR="006D4449" w:rsidRDefault="006D4449" w:rsidP="006D4449">
      <w:r>
        <w:t>310.1824</w:t>
      </w:r>
      <w:r>
        <w:tab/>
        <w:t>4.051e0</w:t>
      </w:r>
    </w:p>
    <w:p w14:paraId="4D92B85C" w14:textId="77777777" w:rsidR="006D4449" w:rsidRDefault="006D4449" w:rsidP="006D4449">
      <w:r>
        <w:t>310.1843</w:t>
      </w:r>
      <w:r>
        <w:tab/>
        <w:t>1.013e0</w:t>
      </w:r>
    </w:p>
    <w:p w14:paraId="10B77B0A" w14:textId="77777777" w:rsidR="006D4449" w:rsidRDefault="006D4449" w:rsidP="006D4449">
      <w:r>
        <w:t>310.1955</w:t>
      </w:r>
      <w:r>
        <w:tab/>
        <w:t>1.013e0</w:t>
      </w:r>
    </w:p>
    <w:p w14:paraId="69F7EB66" w14:textId="77777777" w:rsidR="006D4449" w:rsidRDefault="006D4449" w:rsidP="006D4449">
      <w:r>
        <w:lastRenderedPageBreak/>
        <w:t>310.2137</w:t>
      </w:r>
      <w:r>
        <w:tab/>
        <w:t>1.013e0</w:t>
      </w:r>
    </w:p>
    <w:p w14:paraId="670E8DCE" w14:textId="77777777" w:rsidR="006D4449" w:rsidRDefault="006D4449" w:rsidP="006D4449">
      <w:r>
        <w:t>310.2246</w:t>
      </w:r>
      <w:r>
        <w:tab/>
        <w:t>5.063e0</w:t>
      </w:r>
    </w:p>
    <w:p w14:paraId="34630B4D" w14:textId="77777777" w:rsidR="006D4449" w:rsidRDefault="006D4449" w:rsidP="006D4449">
      <w:r>
        <w:t>310.2448</w:t>
      </w:r>
      <w:r>
        <w:tab/>
        <w:t>1.013e0</w:t>
      </w:r>
    </w:p>
    <w:p w14:paraId="56B55F4A" w14:textId="77777777" w:rsidR="006D4449" w:rsidRDefault="006D4449" w:rsidP="006D4449">
      <w:r>
        <w:t>310.2461</w:t>
      </w:r>
      <w:r>
        <w:tab/>
        <w:t>2.025e0</w:t>
      </w:r>
    </w:p>
    <w:p w14:paraId="07157D51" w14:textId="77777777" w:rsidR="006D4449" w:rsidRDefault="006D4449" w:rsidP="006D4449">
      <w:r>
        <w:t>310.2473</w:t>
      </w:r>
      <w:r>
        <w:tab/>
        <w:t>2.025e0</w:t>
      </w:r>
    </w:p>
    <w:p w14:paraId="5E754153" w14:textId="77777777" w:rsidR="006D4449" w:rsidRDefault="006D4449" w:rsidP="006D4449">
      <w:r>
        <w:t>310.2638</w:t>
      </w:r>
      <w:r>
        <w:tab/>
        <w:t>2.025e0</w:t>
      </w:r>
    </w:p>
    <w:p w14:paraId="5357F022" w14:textId="77777777" w:rsidR="006D4449" w:rsidRDefault="006D4449" w:rsidP="006D4449">
      <w:r>
        <w:t>310.2664</w:t>
      </w:r>
      <w:r>
        <w:tab/>
        <w:t>2.025e0</w:t>
      </w:r>
    </w:p>
    <w:p w14:paraId="6FA4202A" w14:textId="77777777" w:rsidR="006D4449" w:rsidRDefault="006D4449" w:rsidP="006D4449">
      <w:r>
        <w:t>310.3041</w:t>
      </w:r>
      <w:r>
        <w:tab/>
        <w:t>2.025e0</w:t>
      </w:r>
    </w:p>
    <w:p w14:paraId="0672E6F8" w14:textId="77777777" w:rsidR="006D4449" w:rsidRDefault="006D4449" w:rsidP="006D4449">
      <w:r>
        <w:t>310.3067</w:t>
      </w:r>
      <w:r>
        <w:tab/>
        <w:t>1.013e0</w:t>
      </w:r>
    </w:p>
    <w:p w14:paraId="01136761" w14:textId="77777777" w:rsidR="006D4449" w:rsidRDefault="006D4449" w:rsidP="006D4449">
      <w:r>
        <w:t>310.3219</w:t>
      </w:r>
      <w:r>
        <w:tab/>
        <w:t>1.013e0</w:t>
      </w:r>
    </w:p>
    <w:p w14:paraId="607198F4" w14:textId="77777777" w:rsidR="006D4449" w:rsidRDefault="006D4449" w:rsidP="006D4449">
      <w:r>
        <w:t>310.3855</w:t>
      </w:r>
      <w:r>
        <w:tab/>
        <w:t>1.013e0</w:t>
      </w:r>
    </w:p>
    <w:p w14:paraId="0105A2A3" w14:textId="77777777" w:rsidR="006D4449" w:rsidRDefault="006D4449" w:rsidP="006D4449">
      <w:r>
        <w:t>310.4568</w:t>
      </w:r>
      <w:r>
        <w:tab/>
        <w:t>1.013e0</w:t>
      </w:r>
    </w:p>
    <w:p w14:paraId="503CE58F" w14:textId="77777777" w:rsidR="006D4449" w:rsidRDefault="006D4449" w:rsidP="006D4449">
      <w:r>
        <w:t>310.4823</w:t>
      </w:r>
      <w:r>
        <w:tab/>
        <w:t>1.013e0</w:t>
      </w:r>
    </w:p>
    <w:p w14:paraId="4B3F8E71" w14:textId="77777777" w:rsidR="006D4449" w:rsidRDefault="006D4449" w:rsidP="006D4449">
      <w:r>
        <w:t>310.5037</w:t>
      </w:r>
      <w:r>
        <w:tab/>
        <w:t>1.013e0</w:t>
      </w:r>
    </w:p>
    <w:p w14:paraId="60487524" w14:textId="77777777" w:rsidR="006D4449" w:rsidRDefault="006D4449" w:rsidP="006D4449">
      <w:r>
        <w:t>310.5332</w:t>
      </w:r>
      <w:r>
        <w:tab/>
        <w:t>1.013e0</w:t>
      </w:r>
    </w:p>
    <w:p w14:paraId="56C2DC17" w14:textId="77777777" w:rsidR="006D4449" w:rsidRDefault="006D4449" w:rsidP="006D4449">
      <w:r>
        <w:t>310.5410</w:t>
      </w:r>
      <w:r>
        <w:tab/>
        <w:t>1.013e0</w:t>
      </w:r>
    </w:p>
    <w:p w14:paraId="0C823B6B" w14:textId="77777777" w:rsidR="006D4449" w:rsidRDefault="006D4449" w:rsidP="006D4449">
      <w:r>
        <w:t>310.6524</w:t>
      </w:r>
      <w:r>
        <w:tab/>
        <w:t>2.025e0</w:t>
      </w:r>
    </w:p>
    <w:p w14:paraId="7B2E4246" w14:textId="77777777" w:rsidR="006D4449" w:rsidRDefault="006D4449" w:rsidP="006D4449">
      <w:r>
        <w:t>310.6707</w:t>
      </w:r>
      <w:r>
        <w:tab/>
        <w:t>2.025e0</w:t>
      </w:r>
    </w:p>
    <w:p w14:paraId="38B15F6E" w14:textId="77777777" w:rsidR="006D4449" w:rsidRDefault="006D4449" w:rsidP="006D4449">
      <w:r>
        <w:t>310.7107</w:t>
      </w:r>
      <w:r>
        <w:tab/>
        <w:t>1.013e0</w:t>
      </w:r>
    </w:p>
    <w:p w14:paraId="07A6DD4D" w14:textId="77777777" w:rsidR="006D4449" w:rsidRDefault="006D4449" w:rsidP="006D4449">
      <w:r>
        <w:lastRenderedPageBreak/>
        <w:t>310.7135</w:t>
      </w:r>
      <w:r>
        <w:tab/>
        <w:t>1.013e0</w:t>
      </w:r>
    </w:p>
    <w:p w14:paraId="27847A63" w14:textId="77777777" w:rsidR="006D4449" w:rsidRDefault="006D4449" w:rsidP="006D4449">
      <w:r>
        <w:t>310.7177</w:t>
      </w:r>
      <w:r>
        <w:tab/>
        <w:t>1.013e0</w:t>
      </w:r>
    </w:p>
    <w:p w14:paraId="2057F046" w14:textId="77777777" w:rsidR="006D4449" w:rsidRDefault="006D4449" w:rsidP="006D4449">
      <w:r>
        <w:t>310.7429</w:t>
      </w:r>
      <w:r>
        <w:tab/>
        <w:t>1.013e0</w:t>
      </w:r>
    </w:p>
    <w:p w14:paraId="68A96BC5" w14:textId="77777777" w:rsidR="006D4449" w:rsidRDefault="006D4449" w:rsidP="006D4449">
      <w:r>
        <w:t>310.7854</w:t>
      </w:r>
      <w:r>
        <w:tab/>
        <w:t>2.025e0</w:t>
      </w:r>
    </w:p>
    <w:p w14:paraId="46984333" w14:textId="77777777" w:rsidR="006D4449" w:rsidRDefault="006D4449" w:rsidP="006D4449">
      <w:r>
        <w:t>310.8416</w:t>
      </w:r>
      <w:r>
        <w:tab/>
        <w:t>1.013e0</w:t>
      </w:r>
    </w:p>
    <w:p w14:paraId="5A56E52D" w14:textId="77777777" w:rsidR="006D4449" w:rsidRDefault="006D4449" w:rsidP="006D4449">
      <w:r>
        <w:t>310.8599</w:t>
      </w:r>
      <w:r>
        <w:tab/>
        <w:t>2.025e0</w:t>
      </w:r>
    </w:p>
    <w:p w14:paraId="52A2CD88" w14:textId="77777777" w:rsidR="006D4449" w:rsidRDefault="006D4449" w:rsidP="006D4449">
      <w:r>
        <w:t>310.8937</w:t>
      </w:r>
      <w:r>
        <w:tab/>
        <w:t>2.025e0</w:t>
      </w:r>
    </w:p>
    <w:p w14:paraId="4AB3C09C" w14:textId="77777777" w:rsidR="006D4449" w:rsidRDefault="006D4449" w:rsidP="006D4449">
      <w:r>
        <w:t>310.9261</w:t>
      </w:r>
      <w:r>
        <w:tab/>
        <w:t>1.013e0</w:t>
      </w:r>
    </w:p>
    <w:p w14:paraId="6CF0F138" w14:textId="77777777" w:rsidR="006D4449" w:rsidRDefault="006D4449" w:rsidP="006D4449">
      <w:r>
        <w:t>310.9333</w:t>
      </w:r>
      <w:r>
        <w:tab/>
        <w:t>2.025e0</w:t>
      </w:r>
    </w:p>
    <w:p w14:paraId="7262D54C" w14:textId="77777777" w:rsidR="006D4449" w:rsidRDefault="006D4449" w:rsidP="006D4449">
      <w:r>
        <w:t>310.9500</w:t>
      </w:r>
      <w:r>
        <w:tab/>
        <w:t>1.013e0</w:t>
      </w:r>
    </w:p>
    <w:p w14:paraId="549DAA70" w14:textId="77777777" w:rsidR="006D4449" w:rsidRDefault="006D4449" w:rsidP="006D4449">
      <w:r>
        <w:t>310.9572</w:t>
      </w:r>
      <w:r>
        <w:tab/>
        <w:t>2.025e0</w:t>
      </w:r>
    </w:p>
    <w:p w14:paraId="3FA05ED5" w14:textId="77777777" w:rsidR="006D4449" w:rsidRDefault="006D4449" w:rsidP="006D4449">
      <w:r>
        <w:t>310.9871</w:t>
      </w:r>
      <w:r>
        <w:tab/>
        <w:t>3.038e0</w:t>
      </w:r>
    </w:p>
    <w:p w14:paraId="0662EA8C" w14:textId="77777777" w:rsidR="006D4449" w:rsidRDefault="006D4449" w:rsidP="006D4449">
      <w:r>
        <w:t>311.0234</w:t>
      </w:r>
      <w:r>
        <w:tab/>
        <w:t>1.013e0</w:t>
      </w:r>
    </w:p>
    <w:p w14:paraId="1BCCB62F" w14:textId="77777777" w:rsidR="006D4449" w:rsidRDefault="006D4449" w:rsidP="006D4449">
      <w:r>
        <w:t>311.0249</w:t>
      </w:r>
      <w:r>
        <w:tab/>
        <w:t>2.025e0</w:t>
      </w:r>
    </w:p>
    <w:p w14:paraId="1775DAD4" w14:textId="77777777" w:rsidR="006D4449" w:rsidRDefault="006D4449" w:rsidP="006D4449">
      <w:r>
        <w:t>311.0315</w:t>
      </w:r>
      <w:r>
        <w:tab/>
        <w:t>2.025e0</w:t>
      </w:r>
    </w:p>
    <w:p w14:paraId="1F58C1DF" w14:textId="77777777" w:rsidR="006D4449" w:rsidRDefault="006D4449" w:rsidP="006D4449">
      <w:r>
        <w:t>311.0422</w:t>
      </w:r>
      <w:r>
        <w:tab/>
        <w:t>1.013e0</w:t>
      </w:r>
    </w:p>
    <w:p w14:paraId="2B124D19" w14:textId="77777777" w:rsidR="006D4449" w:rsidRDefault="006D4449" w:rsidP="006D4449">
      <w:r>
        <w:t>311.0628</w:t>
      </w:r>
      <w:r>
        <w:tab/>
        <w:t>1.013e0</w:t>
      </w:r>
    </w:p>
    <w:p w14:paraId="78247DB0" w14:textId="77777777" w:rsidR="006D4449" w:rsidRDefault="006D4449" w:rsidP="006D4449">
      <w:r>
        <w:t>311.0716</w:t>
      </w:r>
      <w:r>
        <w:tab/>
        <w:t>1.013e0</w:t>
      </w:r>
    </w:p>
    <w:p w14:paraId="2AF6BF53" w14:textId="77777777" w:rsidR="006D4449" w:rsidRDefault="006D4449" w:rsidP="006D4449">
      <w:r>
        <w:t>311.0745</w:t>
      </w:r>
      <w:r>
        <w:tab/>
        <w:t>2.025e0</w:t>
      </w:r>
    </w:p>
    <w:p w14:paraId="5716ACB1" w14:textId="77777777" w:rsidR="006D4449" w:rsidRDefault="006D4449" w:rsidP="006D4449">
      <w:r>
        <w:lastRenderedPageBreak/>
        <w:t>311.0831</w:t>
      </w:r>
      <w:r>
        <w:tab/>
        <w:t>2.025e0</w:t>
      </w:r>
    </w:p>
    <w:p w14:paraId="1BEBDE77" w14:textId="77777777" w:rsidR="006D4449" w:rsidRDefault="006D4449" w:rsidP="006D4449">
      <w:r>
        <w:t>311.0916</w:t>
      </w:r>
      <w:r>
        <w:tab/>
        <w:t>2.025e0</w:t>
      </w:r>
    </w:p>
    <w:p w14:paraId="42C23EBE" w14:textId="77777777" w:rsidR="006D4449" w:rsidRDefault="006D4449" w:rsidP="006D4449">
      <w:r>
        <w:t>311.1148</w:t>
      </w:r>
      <w:r>
        <w:tab/>
        <w:t>2.025e0</w:t>
      </w:r>
    </w:p>
    <w:p w14:paraId="30EDCBC0" w14:textId="77777777" w:rsidR="006D4449" w:rsidRDefault="006D4449" w:rsidP="006D4449">
      <w:r>
        <w:t>311.1328</w:t>
      </w:r>
      <w:r>
        <w:tab/>
        <w:t>4.051e0</w:t>
      </w:r>
    </w:p>
    <w:p w14:paraId="2DAE5E97" w14:textId="77777777" w:rsidR="006D4449" w:rsidRDefault="006D4449" w:rsidP="006D4449">
      <w:r>
        <w:t>311.1492</w:t>
      </w:r>
      <w:r>
        <w:tab/>
        <w:t>2.025e0</w:t>
      </w:r>
    </w:p>
    <w:p w14:paraId="156F9888" w14:textId="77777777" w:rsidR="006D4449" w:rsidRDefault="006D4449" w:rsidP="006D4449">
      <w:r>
        <w:t>311.1601</w:t>
      </w:r>
      <w:r>
        <w:tab/>
        <w:t>6.076e0</w:t>
      </w:r>
    </w:p>
    <w:p w14:paraId="753B4C6E" w14:textId="77777777" w:rsidR="006D4449" w:rsidRDefault="006D4449" w:rsidP="006D4449">
      <w:r>
        <w:t>311.1754</w:t>
      </w:r>
      <w:r>
        <w:tab/>
        <w:t>4.051e0</w:t>
      </w:r>
    </w:p>
    <w:p w14:paraId="7EF00C8C" w14:textId="77777777" w:rsidR="006D4449" w:rsidRDefault="006D4449" w:rsidP="006D4449">
      <w:r>
        <w:t>311.1799</w:t>
      </w:r>
      <w:r>
        <w:tab/>
        <w:t>1.013e0</w:t>
      </w:r>
    </w:p>
    <w:p w14:paraId="5A1E48F9" w14:textId="77777777" w:rsidR="006D4449" w:rsidRDefault="006D4449" w:rsidP="006D4449">
      <w:r>
        <w:t>311.1826</w:t>
      </w:r>
      <w:r>
        <w:tab/>
        <w:t>1.013e0</w:t>
      </w:r>
    </w:p>
    <w:p w14:paraId="56E26ADF" w14:textId="77777777" w:rsidR="006D4449" w:rsidRDefault="006D4449" w:rsidP="006D4449">
      <w:r>
        <w:t>311.2126</w:t>
      </w:r>
      <w:r>
        <w:tab/>
        <w:t>2.025e0</w:t>
      </w:r>
    </w:p>
    <w:p w14:paraId="472AD4DD" w14:textId="77777777" w:rsidR="006D4449" w:rsidRDefault="006D4449" w:rsidP="006D4449">
      <w:r>
        <w:t>311.2148</w:t>
      </w:r>
      <w:r>
        <w:tab/>
        <w:t>3.038e0</w:t>
      </w:r>
    </w:p>
    <w:p w14:paraId="5134F2AF" w14:textId="77777777" w:rsidR="006D4449" w:rsidRDefault="006D4449" w:rsidP="006D4449">
      <w:r>
        <w:t>311.2160</w:t>
      </w:r>
      <w:r>
        <w:tab/>
        <w:t>1.013e0</w:t>
      </w:r>
    </w:p>
    <w:p w14:paraId="774EF997" w14:textId="77777777" w:rsidR="006D4449" w:rsidRDefault="006D4449" w:rsidP="006D4449">
      <w:r>
        <w:t>311.2546</w:t>
      </w:r>
      <w:r>
        <w:tab/>
        <w:t>1.013e0</w:t>
      </w:r>
    </w:p>
    <w:p w14:paraId="2BCA03C7" w14:textId="77777777" w:rsidR="006D4449" w:rsidRDefault="006D4449" w:rsidP="006D4449">
      <w:r>
        <w:t>311.2688</w:t>
      </w:r>
      <w:r>
        <w:tab/>
        <w:t>2.025e0</w:t>
      </w:r>
    </w:p>
    <w:p w14:paraId="7FFFAEBF" w14:textId="77777777" w:rsidR="006D4449" w:rsidRDefault="006D4449" w:rsidP="006D4449">
      <w:r>
        <w:t>311.2772</w:t>
      </w:r>
      <w:r>
        <w:tab/>
        <w:t>1.013e0</w:t>
      </w:r>
    </w:p>
    <w:p w14:paraId="0EDFE434" w14:textId="77777777" w:rsidR="006D4449" w:rsidRDefault="006D4449" w:rsidP="006D4449">
      <w:r>
        <w:t>311.2905</w:t>
      </w:r>
      <w:r>
        <w:tab/>
        <w:t>3.038e0</w:t>
      </w:r>
    </w:p>
    <w:p w14:paraId="3E425A76" w14:textId="77777777" w:rsidR="006D4449" w:rsidRDefault="006D4449" w:rsidP="006D4449">
      <w:r>
        <w:t>311.3002</w:t>
      </w:r>
      <w:r>
        <w:tab/>
        <w:t>1.013e0</w:t>
      </w:r>
    </w:p>
    <w:p w14:paraId="129523DB" w14:textId="77777777" w:rsidR="006D4449" w:rsidRDefault="006D4449" w:rsidP="006D4449">
      <w:r>
        <w:t>311.3164</w:t>
      </w:r>
      <w:r>
        <w:tab/>
        <w:t>2.025e0</w:t>
      </w:r>
    </w:p>
    <w:p w14:paraId="7E8D4ADE" w14:textId="77777777" w:rsidR="006D4449" w:rsidRDefault="006D4449" w:rsidP="006D4449">
      <w:r>
        <w:t>311.3175</w:t>
      </w:r>
      <w:r>
        <w:tab/>
        <w:t>3.038e0</w:t>
      </w:r>
    </w:p>
    <w:p w14:paraId="0D7E1D57" w14:textId="77777777" w:rsidR="006D4449" w:rsidRDefault="006D4449" w:rsidP="006D4449">
      <w:r>
        <w:lastRenderedPageBreak/>
        <w:t>311.3550</w:t>
      </w:r>
      <w:r>
        <w:tab/>
        <w:t>1.013e0</w:t>
      </w:r>
    </w:p>
    <w:p w14:paraId="3A383B4B" w14:textId="77777777" w:rsidR="006D4449" w:rsidRDefault="006D4449" w:rsidP="006D4449">
      <w:r>
        <w:t>311.3596</w:t>
      </w:r>
      <w:r>
        <w:tab/>
        <w:t>2.025e0</w:t>
      </w:r>
    </w:p>
    <w:p w14:paraId="1A4777ED" w14:textId="77777777" w:rsidR="006D4449" w:rsidRDefault="006D4449" w:rsidP="006D4449">
      <w:r>
        <w:t>311.3792</w:t>
      </w:r>
      <w:r>
        <w:tab/>
        <w:t>1.013e0</w:t>
      </w:r>
    </w:p>
    <w:p w14:paraId="42D0841B" w14:textId="77777777" w:rsidR="006D4449" w:rsidRDefault="006D4449" w:rsidP="006D4449">
      <w:r>
        <w:t>311.4691</w:t>
      </w:r>
      <w:r>
        <w:tab/>
        <w:t>1.013e0</w:t>
      </w:r>
    </w:p>
    <w:p w14:paraId="5468E4D0" w14:textId="77777777" w:rsidR="006D4449" w:rsidRDefault="006D4449" w:rsidP="006D4449">
      <w:r>
        <w:t>311.5255</w:t>
      </w:r>
      <w:r>
        <w:tab/>
        <w:t>1.013e0</w:t>
      </w:r>
    </w:p>
    <w:p w14:paraId="571ED3B5" w14:textId="77777777" w:rsidR="006D4449" w:rsidRDefault="006D4449" w:rsidP="006D4449">
      <w:r>
        <w:t>311.5650</w:t>
      </w:r>
      <w:r>
        <w:tab/>
        <w:t>1.013e0</w:t>
      </w:r>
    </w:p>
    <w:p w14:paraId="54AC9FEB" w14:textId="77777777" w:rsidR="006D4449" w:rsidRDefault="006D4449" w:rsidP="006D4449">
      <w:r>
        <w:t>311.5677</w:t>
      </w:r>
      <w:r>
        <w:tab/>
        <w:t>1.013e0</w:t>
      </w:r>
    </w:p>
    <w:p w14:paraId="7D7FDA0D" w14:textId="77777777" w:rsidR="006D4449" w:rsidRDefault="006D4449" w:rsidP="006D4449">
      <w:r>
        <w:t>311.5876</w:t>
      </w:r>
      <w:r>
        <w:tab/>
        <w:t>1.013e0</w:t>
      </w:r>
    </w:p>
    <w:p w14:paraId="2CDD2334" w14:textId="77777777" w:rsidR="006D4449" w:rsidRDefault="006D4449" w:rsidP="006D4449">
      <w:r>
        <w:t>311.6293</w:t>
      </w:r>
      <w:r>
        <w:tab/>
        <w:t>1.013e0</w:t>
      </w:r>
    </w:p>
    <w:p w14:paraId="3A9C4CBF" w14:textId="77777777" w:rsidR="006D4449" w:rsidRDefault="006D4449" w:rsidP="006D4449">
      <w:r>
        <w:t>311.6342</w:t>
      </w:r>
      <w:r>
        <w:tab/>
        <w:t>4.051e0</w:t>
      </w:r>
    </w:p>
    <w:p w14:paraId="19390079" w14:textId="77777777" w:rsidR="006D4449" w:rsidRDefault="006D4449" w:rsidP="006D4449">
      <w:r>
        <w:t>311.6841</w:t>
      </w:r>
      <w:r>
        <w:tab/>
        <w:t>1.013e0</w:t>
      </w:r>
    </w:p>
    <w:p w14:paraId="3AD3E791" w14:textId="77777777" w:rsidR="006D4449" w:rsidRDefault="006D4449" w:rsidP="006D4449">
      <w:r>
        <w:t>311.6893</w:t>
      </w:r>
      <w:r>
        <w:tab/>
        <w:t>1.013e0</w:t>
      </w:r>
    </w:p>
    <w:p w14:paraId="6E6775B2" w14:textId="77777777" w:rsidR="006D4449" w:rsidRDefault="006D4449" w:rsidP="006D4449">
      <w:r>
        <w:t>311.7382</w:t>
      </w:r>
      <w:r>
        <w:tab/>
        <w:t>2.025e0</w:t>
      </w:r>
    </w:p>
    <w:p w14:paraId="121B2D92" w14:textId="77777777" w:rsidR="006D4449" w:rsidRDefault="006D4449" w:rsidP="006D4449">
      <w:r>
        <w:t>311.7514</w:t>
      </w:r>
      <w:r>
        <w:tab/>
        <w:t>1.013e0</w:t>
      </w:r>
    </w:p>
    <w:p w14:paraId="37AFEFEA" w14:textId="77777777" w:rsidR="006D4449" w:rsidRDefault="006D4449" w:rsidP="006D4449">
      <w:r>
        <w:t>311.7656</w:t>
      </w:r>
      <w:r>
        <w:tab/>
        <w:t>1.013e0</w:t>
      </w:r>
    </w:p>
    <w:p w14:paraId="7393AE7C" w14:textId="77777777" w:rsidR="006D4449" w:rsidRDefault="006D4449" w:rsidP="006D4449">
      <w:r>
        <w:t>311.7759</w:t>
      </w:r>
      <w:r>
        <w:tab/>
        <w:t>2.025e0</w:t>
      </w:r>
    </w:p>
    <w:p w14:paraId="0399BA05" w14:textId="77777777" w:rsidR="006D4449" w:rsidRDefault="006D4449" w:rsidP="006D4449">
      <w:r>
        <w:t>311.7797</w:t>
      </w:r>
      <w:r>
        <w:tab/>
        <w:t>2.025e0</w:t>
      </w:r>
    </w:p>
    <w:p w14:paraId="3B8205BE" w14:textId="77777777" w:rsidR="006D4449" w:rsidRDefault="006D4449" w:rsidP="006D4449">
      <w:r>
        <w:t>311.8136</w:t>
      </w:r>
      <w:r>
        <w:tab/>
        <w:t>1.013e0</w:t>
      </w:r>
    </w:p>
    <w:p w14:paraId="06231F25" w14:textId="77777777" w:rsidR="006D4449" w:rsidRDefault="006D4449" w:rsidP="006D4449">
      <w:r>
        <w:t>311.8287</w:t>
      </w:r>
      <w:r>
        <w:tab/>
        <w:t>2.025e0</w:t>
      </w:r>
    </w:p>
    <w:p w14:paraId="0C6E8F1C" w14:textId="77777777" w:rsidR="006D4449" w:rsidRDefault="006D4449" w:rsidP="006D4449">
      <w:r>
        <w:lastRenderedPageBreak/>
        <w:t>311.8362</w:t>
      </w:r>
      <w:r>
        <w:tab/>
        <w:t>1.013e0</w:t>
      </w:r>
    </w:p>
    <w:p w14:paraId="0874CF49" w14:textId="77777777" w:rsidR="006D4449" w:rsidRDefault="006D4449" w:rsidP="006D4449">
      <w:r>
        <w:t>311.8458</w:t>
      </w:r>
      <w:r>
        <w:tab/>
        <w:t>1.013e0</w:t>
      </w:r>
    </w:p>
    <w:p w14:paraId="0440DA25" w14:textId="77777777" w:rsidR="006D4449" w:rsidRDefault="006D4449" w:rsidP="006D4449">
      <w:r>
        <w:t>311.8704</w:t>
      </w:r>
      <w:r>
        <w:tab/>
        <w:t>2.025e0</w:t>
      </w:r>
    </w:p>
    <w:p w14:paraId="46FD80E0" w14:textId="77777777" w:rsidR="006D4449" w:rsidRDefault="006D4449" w:rsidP="006D4449">
      <w:r>
        <w:t>311.9048</w:t>
      </w:r>
      <w:r>
        <w:tab/>
        <w:t>1.013e0</w:t>
      </w:r>
    </w:p>
    <w:p w14:paraId="0645FD80" w14:textId="77777777" w:rsidR="006D4449" w:rsidRDefault="006D4449" w:rsidP="006D4449">
      <w:r>
        <w:t>311.9257</w:t>
      </w:r>
      <w:r>
        <w:tab/>
        <w:t>4.051e0</w:t>
      </w:r>
    </w:p>
    <w:p w14:paraId="461ACF19" w14:textId="77777777" w:rsidR="006D4449" w:rsidRDefault="006D4449" w:rsidP="006D4449">
      <w:r>
        <w:t>311.9379</w:t>
      </w:r>
      <w:r>
        <w:tab/>
        <w:t>2.025e0</w:t>
      </w:r>
    </w:p>
    <w:p w14:paraId="0D87C362" w14:textId="77777777" w:rsidR="006D4449" w:rsidRDefault="006D4449" w:rsidP="006D4449">
      <w:r>
        <w:t>311.9492</w:t>
      </w:r>
      <w:r>
        <w:tab/>
        <w:t>1.013e0</w:t>
      </w:r>
    </w:p>
    <w:p w14:paraId="2C5F3D27" w14:textId="77777777" w:rsidR="006D4449" w:rsidRDefault="006D4449" w:rsidP="006D4449">
      <w:r>
        <w:t>311.9543</w:t>
      </w:r>
      <w:r>
        <w:tab/>
        <w:t>1.013e0</w:t>
      </w:r>
    </w:p>
    <w:p w14:paraId="5CB9BDA2" w14:textId="77777777" w:rsidR="006D4449" w:rsidRDefault="006D4449" w:rsidP="006D4449">
      <w:r>
        <w:t>311.9738</w:t>
      </w:r>
      <w:r>
        <w:tab/>
        <w:t>5.063e0</w:t>
      </w:r>
    </w:p>
    <w:p w14:paraId="5CACE018" w14:textId="77777777" w:rsidR="006D4449" w:rsidRDefault="006D4449" w:rsidP="006D4449">
      <w:r>
        <w:t>312.0030</w:t>
      </w:r>
      <w:r>
        <w:tab/>
        <w:t>3.728e0</w:t>
      </w:r>
    </w:p>
    <w:p w14:paraId="6F1DD64D" w14:textId="77777777" w:rsidR="006D4449" w:rsidRDefault="006D4449" w:rsidP="006D4449">
      <w:r>
        <w:t>312.0425</w:t>
      </w:r>
      <w:r>
        <w:tab/>
        <w:t>2.025e0</w:t>
      </w:r>
    </w:p>
    <w:p w14:paraId="66B34327" w14:textId="77777777" w:rsidR="006D4449" w:rsidRDefault="006D4449" w:rsidP="006D4449">
      <w:r>
        <w:t>312.0450</w:t>
      </w:r>
      <w:r>
        <w:tab/>
        <w:t>6.076e0</w:t>
      </w:r>
    </w:p>
    <w:p w14:paraId="062420B0" w14:textId="77777777" w:rsidR="006D4449" w:rsidRDefault="006D4449" w:rsidP="006D4449">
      <w:r>
        <w:t>312.0503</w:t>
      </w:r>
      <w:r>
        <w:tab/>
        <w:t>4.051e0</w:t>
      </w:r>
    </w:p>
    <w:p w14:paraId="3306BA88" w14:textId="77777777" w:rsidR="006D4449" w:rsidRDefault="006D4449" w:rsidP="006D4449">
      <w:r>
        <w:t>312.0988</w:t>
      </w:r>
      <w:r>
        <w:tab/>
        <w:t>1.013e0</w:t>
      </w:r>
    </w:p>
    <w:p w14:paraId="242ECEE5" w14:textId="77777777" w:rsidR="006D4449" w:rsidRDefault="006D4449" w:rsidP="006D4449">
      <w:r>
        <w:t>312.1189</w:t>
      </w:r>
      <w:r>
        <w:tab/>
        <w:t>1.013e0</w:t>
      </w:r>
    </w:p>
    <w:p w14:paraId="32C3F8B7" w14:textId="77777777" w:rsidR="006D4449" w:rsidRDefault="006D4449" w:rsidP="006D4449">
      <w:r>
        <w:t>312.1214</w:t>
      </w:r>
      <w:r>
        <w:tab/>
        <w:t>1.013e0</w:t>
      </w:r>
    </w:p>
    <w:p w14:paraId="23294FEF" w14:textId="77777777" w:rsidR="006D4449" w:rsidRDefault="006D4449" w:rsidP="006D4449">
      <w:r>
        <w:t>312.1248</w:t>
      </w:r>
      <w:r>
        <w:tab/>
        <w:t>2.025e0</w:t>
      </w:r>
    </w:p>
    <w:p w14:paraId="02EC5A4C" w14:textId="77777777" w:rsidR="006D4449" w:rsidRDefault="006D4449" w:rsidP="006D4449">
      <w:r>
        <w:t>312.1566</w:t>
      </w:r>
      <w:r>
        <w:tab/>
        <w:t>3.038e0</w:t>
      </w:r>
    </w:p>
    <w:p w14:paraId="4050BA40" w14:textId="77777777" w:rsidR="006D4449" w:rsidRDefault="006D4449" w:rsidP="006D4449">
      <w:r>
        <w:t>312.1619</w:t>
      </w:r>
      <w:r>
        <w:tab/>
        <w:t>1.934e1</w:t>
      </w:r>
    </w:p>
    <w:p w14:paraId="7405FC45" w14:textId="77777777" w:rsidR="006D4449" w:rsidRDefault="006D4449" w:rsidP="006D4449">
      <w:r>
        <w:lastRenderedPageBreak/>
        <w:t>312.1661</w:t>
      </w:r>
      <w:r>
        <w:tab/>
        <w:t>5.892e0</w:t>
      </w:r>
    </w:p>
    <w:p w14:paraId="24ABDDCD" w14:textId="77777777" w:rsidR="006D4449" w:rsidRDefault="006D4449" w:rsidP="006D4449">
      <w:r>
        <w:t>312.1701</w:t>
      </w:r>
      <w:r>
        <w:tab/>
        <w:t>4.051e0</w:t>
      </w:r>
    </w:p>
    <w:p w14:paraId="7068C954" w14:textId="77777777" w:rsidR="006D4449" w:rsidRDefault="006D4449" w:rsidP="006D4449">
      <w:r>
        <w:t>312.2025</w:t>
      </w:r>
      <w:r>
        <w:tab/>
        <w:t>5.247e0</w:t>
      </w:r>
    </w:p>
    <w:p w14:paraId="7F007CC5" w14:textId="77777777" w:rsidR="006D4449" w:rsidRDefault="006D4449" w:rsidP="006D4449">
      <w:r>
        <w:t>312.2057</w:t>
      </w:r>
      <w:r>
        <w:tab/>
        <w:t>1.013e0</w:t>
      </w:r>
    </w:p>
    <w:p w14:paraId="50BF8914" w14:textId="77777777" w:rsidR="006D4449" w:rsidRDefault="006D4449" w:rsidP="006D4449">
      <w:r>
        <w:t>312.2263</w:t>
      </w:r>
      <w:r>
        <w:tab/>
        <w:t>1.013e0</w:t>
      </w:r>
    </w:p>
    <w:p w14:paraId="5EFA9350" w14:textId="77777777" w:rsidR="006D4449" w:rsidRDefault="006D4449" w:rsidP="006D4449">
      <w:r>
        <w:t>312.2546</w:t>
      </w:r>
      <w:r>
        <w:tab/>
        <w:t>1.013e0</w:t>
      </w:r>
    </w:p>
    <w:p w14:paraId="4DF2561A" w14:textId="77777777" w:rsidR="006D4449" w:rsidRDefault="006D4449" w:rsidP="006D4449">
      <w:r>
        <w:t>312.2660</w:t>
      </w:r>
      <w:r>
        <w:tab/>
        <w:t>1.013e0</w:t>
      </w:r>
    </w:p>
    <w:p w14:paraId="64DE0ED1" w14:textId="77777777" w:rsidR="006D4449" w:rsidRDefault="006D4449" w:rsidP="006D4449">
      <w:r>
        <w:t>312.2773</w:t>
      </w:r>
      <w:r>
        <w:tab/>
        <w:t>1.013e0</w:t>
      </w:r>
    </w:p>
    <w:p w14:paraId="35EB4CEE" w14:textId="77777777" w:rsidR="006D4449" w:rsidRDefault="006D4449" w:rsidP="006D4449">
      <w:r>
        <w:t>312.2817</w:t>
      </w:r>
      <w:r>
        <w:tab/>
        <w:t>2.025e0</w:t>
      </w:r>
    </w:p>
    <w:p w14:paraId="1EF31A9C" w14:textId="77777777" w:rsidR="006D4449" w:rsidRDefault="006D4449" w:rsidP="006D4449">
      <w:r>
        <w:t>312.2995</w:t>
      </w:r>
      <w:r>
        <w:tab/>
        <w:t>3.747e0</w:t>
      </w:r>
    </w:p>
    <w:p w14:paraId="6F508578" w14:textId="77777777" w:rsidR="006D4449" w:rsidRDefault="006D4449" w:rsidP="006D4449">
      <w:r>
        <w:t>312.3195</w:t>
      </w:r>
      <w:r>
        <w:tab/>
        <w:t>1.013e0</w:t>
      </w:r>
    </w:p>
    <w:p w14:paraId="7F1D52A3" w14:textId="77777777" w:rsidR="006D4449" w:rsidRDefault="006D4449" w:rsidP="006D4449">
      <w:r>
        <w:t>312.3282</w:t>
      </w:r>
      <w:r>
        <w:tab/>
        <w:t>1.013e0</w:t>
      </w:r>
    </w:p>
    <w:p w14:paraId="22F835C5" w14:textId="77777777" w:rsidR="006D4449" w:rsidRDefault="006D4449" w:rsidP="006D4449">
      <w:r>
        <w:t>312.3608</w:t>
      </w:r>
      <w:r>
        <w:tab/>
        <w:t>1.013e0</w:t>
      </w:r>
    </w:p>
    <w:p w14:paraId="27339877" w14:textId="77777777" w:rsidR="006D4449" w:rsidRDefault="006D4449" w:rsidP="006D4449">
      <w:r>
        <w:t>312.3644</w:t>
      </w:r>
      <w:r>
        <w:tab/>
        <w:t>2.025e0</w:t>
      </w:r>
    </w:p>
    <w:p w14:paraId="016CD52A" w14:textId="77777777" w:rsidR="006D4449" w:rsidRDefault="006D4449" w:rsidP="006D4449">
      <w:r>
        <w:t>312.3659</w:t>
      </w:r>
      <w:r>
        <w:tab/>
        <w:t>4.051e0</w:t>
      </w:r>
    </w:p>
    <w:p w14:paraId="473A6E1F" w14:textId="77777777" w:rsidR="006D4449" w:rsidRDefault="006D4449" w:rsidP="006D4449">
      <w:r>
        <w:t>312.3724</w:t>
      </w:r>
      <w:r>
        <w:tab/>
        <w:t>2.025e0</w:t>
      </w:r>
    </w:p>
    <w:p w14:paraId="279F6824" w14:textId="77777777" w:rsidR="006D4449" w:rsidRDefault="006D4449" w:rsidP="006D4449">
      <w:r>
        <w:t>312.3997</w:t>
      </w:r>
      <w:r>
        <w:tab/>
        <w:t>1.013e0</w:t>
      </w:r>
    </w:p>
    <w:p w14:paraId="296AF9F5" w14:textId="77777777" w:rsidR="006D4449" w:rsidRDefault="006D4449" w:rsidP="006D4449">
      <w:r>
        <w:t>312.4559</w:t>
      </w:r>
      <w:r>
        <w:tab/>
        <w:t>1.013e0</w:t>
      </w:r>
    </w:p>
    <w:p w14:paraId="0803ED6C" w14:textId="77777777" w:rsidR="006D4449" w:rsidRDefault="006D4449" w:rsidP="006D4449">
      <w:r>
        <w:t>312.4787</w:t>
      </w:r>
      <w:r>
        <w:tab/>
        <w:t>1.013e0</w:t>
      </w:r>
    </w:p>
    <w:p w14:paraId="19B7EB4E" w14:textId="77777777" w:rsidR="006D4449" w:rsidRDefault="006D4449" w:rsidP="006D4449">
      <w:r>
        <w:lastRenderedPageBreak/>
        <w:t>312.4962</w:t>
      </w:r>
      <w:r>
        <w:tab/>
        <w:t>3.038e0</w:t>
      </w:r>
    </w:p>
    <w:p w14:paraId="3FCAC31D" w14:textId="77777777" w:rsidR="006D4449" w:rsidRDefault="006D4449" w:rsidP="006D4449">
      <w:r>
        <w:t>312.5122</w:t>
      </w:r>
      <w:r>
        <w:tab/>
        <w:t>1.013e0</w:t>
      </w:r>
    </w:p>
    <w:p w14:paraId="60ABF6B7" w14:textId="77777777" w:rsidR="006D4449" w:rsidRDefault="006D4449" w:rsidP="006D4449">
      <w:r>
        <w:t>312.5162</w:t>
      </w:r>
      <w:r>
        <w:tab/>
        <w:t>1.013e0</w:t>
      </w:r>
    </w:p>
    <w:p w14:paraId="4024B9C0" w14:textId="77777777" w:rsidR="006D4449" w:rsidRDefault="006D4449" w:rsidP="006D4449">
      <w:r>
        <w:t>312.5267</w:t>
      </w:r>
      <w:r>
        <w:tab/>
        <w:t>2.025e0</w:t>
      </w:r>
    </w:p>
    <w:p w14:paraId="5BF6CA79" w14:textId="77777777" w:rsidR="006D4449" w:rsidRDefault="006D4449" w:rsidP="006D4449">
      <w:r>
        <w:t>312.5501</w:t>
      </w:r>
      <w:r>
        <w:tab/>
        <w:t>2.025e0</w:t>
      </w:r>
    </w:p>
    <w:p w14:paraId="25C267FD" w14:textId="77777777" w:rsidR="006D4449" w:rsidRDefault="006D4449" w:rsidP="006D4449">
      <w:r>
        <w:t>312.5773</w:t>
      </w:r>
      <w:r>
        <w:tab/>
        <w:t>1.013e0</w:t>
      </w:r>
    </w:p>
    <w:p w14:paraId="2E1C1B32" w14:textId="77777777" w:rsidR="006D4449" w:rsidRDefault="006D4449" w:rsidP="006D4449">
      <w:r>
        <w:t>312.5816</w:t>
      </w:r>
      <w:r>
        <w:tab/>
        <w:t>1.013e0</w:t>
      </w:r>
    </w:p>
    <w:p w14:paraId="074C0F2E" w14:textId="77777777" w:rsidR="006D4449" w:rsidRDefault="006D4449" w:rsidP="006D4449">
      <w:r>
        <w:t>312.5911</w:t>
      </w:r>
      <w:r>
        <w:tab/>
        <w:t>1.013e0</w:t>
      </w:r>
    </w:p>
    <w:p w14:paraId="0BEF0C2A" w14:textId="77777777" w:rsidR="006D4449" w:rsidRDefault="006D4449" w:rsidP="006D4449">
      <w:r>
        <w:t>312.6113</w:t>
      </w:r>
      <w:r>
        <w:tab/>
        <w:t>1.013e0</w:t>
      </w:r>
    </w:p>
    <w:p w14:paraId="6CB2606D" w14:textId="77777777" w:rsidR="006D4449" w:rsidRDefault="006D4449" w:rsidP="006D4449">
      <w:r>
        <w:t>312.6167</w:t>
      </w:r>
      <w:r>
        <w:tab/>
        <w:t>1.013e0</w:t>
      </w:r>
    </w:p>
    <w:p w14:paraId="122A2625" w14:textId="77777777" w:rsidR="006D4449" w:rsidRDefault="006D4449" w:rsidP="006D4449">
      <w:r>
        <w:t>312.6447</w:t>
      </w:r>
      <w:r>
        <w:tab/>
        <w:t>1.013e0</w:t>
      </w:r>
    </w:p>
    <w:p w14:paraId="76060652" w14:textId="77777777" w:rsidR="006D4449" w:rsidRDefault="006D4449" w:rsidP="006D4449">
      <w:r>
        <w:t>312.6514</w:t>
      </w:r>
      <w:r>
        <w:tab/>
        <w:t>1.013e0</w:t>
      </w:r>
    </w:p>
    <w:p w14:paraId="602D706C" w14:textId="77777777" w:rsidR="006D4449" w:rsidRDefault="006D4449" w:rsidP="006D4449">
      <w:r>
        <w:t>312.6527</w:t>
      </w:r>
      <w:r>
        <w:tab/>
        <w:t>2.025e0</w:t>
      </w:r>
    </w:p>
    <w:p w14:paraId="4A3ECA28" w14:textId="77777777" w:rsidR="006D4449" w:rsidRDefault="006D4449" w:rsidP="006D4449">
      <w:r>
        <w:t>312.6759</w:t>
      </w:r>
      <w:r>
        <w:tab/>
        <w:t>2.025e0</w:t>
      </w:r>
    </w:p>
    <w:p w14:paraId="65DE4216" w14:textId="77777777" w:rsidR="006D4449" w:rsidRDefault="006D4449" w:rsidP="006D4449">
      <w:r>
        <w:t>312.6808</w:t>
      </w:r>
      <w:r>
        <w:tab/>
        <w:t>1.013e0</w:t>
      </w:r>
    </w:p>
    <w:p w14:paraId="1A9A32DE" w14:textId="77777777" w:rsidR="006D4449" w:rsidRDefault="006D4449" w:rsidP="006D4449">
      <w:r>
        <w:t>312.7473</w:t>
      </w:r>
      <w:r>
        <w:tab/>
        <w:t>1.013e0</w:t>
      </w:r>
    </w:p>
    <w:p w14:paraId="289E1F34" w14:textId="77777777" w:rsidR="006D4449" w:rsidRDefault="006D4449" w:rsidP="006D4449">
      <w:r>
        <w:t>312.7516</w:t>
      </w:r>
      <w:r>
        <w:tab/>
        <w:t>1.013e0</w:t>
      </w:r>
    </w:p>
    <w:p w14:paraId="551FDC57" w14:textId="77777777" w:rsidR="006D4449" w:rsidRDefault="006D4449" w:rsidP="006D4449">
      <w:r>
        <w:t>312.7529</w:t>
      </w:r>
      <w:r>
        <w:tab/>
        <w:t>2.025e0</w:t>
      </w:r>
    </w:p>
    <w:p w14:paraId="4254D643" w14:textId="77777777" w:rsidR="006D4449" w:rsidRDefault="006D4449" w:rsidP="006D4449">
      <w:r>
        <w:t>312.7932</w:t>
      </w:r>
      <w:r>
        <w:tab/>
        <w:t>1.013e0</w:t>
      </w:r>
    </w:p>
    <w:p w14:paraId="4BACAE51" w14:textId="77777777" w:rsidR="006D4449" w:rsidRDefault="006D4449" w:rsidP="006D4449">
      <w:r>
        <w:lastRenderedPageBreak/>
        <w:t>312.8026</w:t>
      </w:r>
      <w:r>
        <w:tab/>
        <w:t>1.013e0</w:t>
      </w:r>
    </w:p>
    <w:p w14:paraId="3AA83B6F" w14:textId="77777777" w:rsidR="006D4449" w:rsidRDefault="006D4449" w:rsidP="006D4449">
      <w:r>
        <w:t>312.8174</w:t>
      </w:r>
      <w:r>
        <w:tab/>
        <w:t>2.025e0</w:t>
      </w:r>
    </w:p>
    <w:p w14:paraId="62FCDB47" w14:textId="77777777" w:rsidR="006D4449" w:rsidRDefault="006D4449" w:rsidP="006D4449">
      <w:r>
        <w:t>312.8362</w:t>
      </w:r>
      <w:r>
        <w:tab/>
        <w:t>1.013e0</w:t>
      </w:r>
    </w:p>
    <w:p w14:paraId="19751759" w14:textId="77777777" w:rsidR="006D4449" w:rsidRDefault="006D4449" w:rsidP="006D4449">
      <w:r>
        <w:t>312.8695</w:t>
      </w:r>
      <w:r>
        <w:tab/>
        <w:t>1.013e0</w:t>
      </w:r>
    </w:p>
    <w:p w14:paraId="3C0D8208" w14:textId="77777777" w:rsidR="006D4449" w:rsidRDefault="006D4449" w:rsidP="006D4449">
      <w:r>
        <w:t>312.8776</w:t>
      </w:r>
      <w:r>
        <w:tab/>
        <w:t>1.013e0</w:t>
      </w:r>
    </w:p>
    <w:p w14:paraId="6D42386E" w14:textId="77777777" w:rsidR="006D4449" w:rsidRDefault="006D4449" w:rsidP="006D4449">
      <w:r>
        <w:t>312.9285</w:t>
      </w:r>
      <w:r>
        <w:tab/>
        <w:t>1.013e0</w:t>
      </w:r>
    </w:p>
    <w:p w14:paraId="207BD7C3" w14:textId="77777777" w:rsidR="006D4449" w:rsidRDefault="006D4449" w:rsidP="006D4449">
      <w:r>
        <w:t>312.9354</w:t>
      </w:r>
      <w:r>
        <w:tab/>
        <w:t>6.076e0</w:t>
      </w:r>
    </w:p>
    <w:p w14:paraId="4A111ACC" w14:textId="77777777" w:rsidR="006D4449" w:rsidRDefault="006D4449" w:rsidP="006D4449">
      <w:r>
        <w:t>312.9444</w:t>
      </w:r>
      <w:r>
        <w:tab/>
        <w:t>1.206e1</w:t>
      </w:r>
    </w:p>
    <w:p w14:paraId="0D3DDE7A" w14:textId="77777777" w:rsidR="006D4449" w:rsidRDefault="006D4449" w:rsidP="006D4449">
      <w:r>
        <w:t>312.9494</w:t>
      </w:r>
      <w:r>
        <w:tab/>
        <w:t>2.228e1</w:t>
      </w:r>
    </w:p>
    <w:p w14:paraId="198CA40C" w14:textId="77777777" w:rsidR="006D4449" w:rsidRDefault="006D4449" w:rsidP="006D4449">
      <w:r>
        <w:t>312.9653</w:t>
      </w:r>
      <w:r>
        <w:tab/>
        <w:t>3.038e0</w:t>
      </w:r>
    </w:p>
    <w:p w14:paraId="437E1CE7" w14:textId="77777777" w:rsidR="006D4449" w:rsidRDefault="006D4449" w:rsidP="006D4449">
      <w:r>
        <w:t>312.9973</w:t>
      </w:r>
      <w:r>
        <w:tab/>
        <w:t>1.457e0</w:t>
      </w:r>
    </w:p>
    <w:p w14:paraId="58279AC4" w14:textId="77777777" w:rsidR="006D4449" w:rsidRDefault="006D4449" w:rsidP="006D4449">
      <w:r>
        <w:t>313.0629</w:t>
      </w:r>
      <w:r>
        <w:tab/>
        <w:t>3.038e0</w:t>
      </w:r>
    </w:p>
    <w:p w14:paraId="02692AAC" w14:textId="77777777" w:rsidR="006D4449" w:rsidRDefault="006D4449" w:rsidP="006D4449">
      <w:r>
        <w:t>313.0645</w:t>
      </w:r>
      <w:r>
        <w:tab/>
        <w:t>2.025e0</w:t>
      </w:r>
    </w:p>
    <w:p w14:paraId="1796B751" w14:textId="77777777" w:rsidR="006D4449" w:rsidRDefault="006D4449" w:rsidP="006D4449">
      <w:r>
        <w:t>313.0688</w:t>
      </w:r>
      <w:r>
        <w:tab/>
        <w:t>2.025e0</w:t>
      </w:r>
    </w:p>
    <w:p w14:paraId="0C036610" w14:textId="77777777" w:rsidR="006D4449" w:rsidRDefault="006D4449" w:rsidP="006D4449">
      <w:r>
        <w:t>313.0919</w:t>
      </w:r>
      <w:r>
        <w:tab/>
        <w:t>3.183e0</w:t>
      </w:r>
    </w:p>
    <w:p w14:paraId="796F30CD" w14:textId="77777777" w:rsidR="006D4449" w:rsidRDefault="006D4449" w:rsidP="006D4449">
      <w:r>
        <w:t>313.1019</w:t>
      </w:r>
      <w:r>
        <w:tab/>
        <w:t>3.038e0</w:t>
      </w:r>
    </w:p>
    <w:p w14:paraId="39B02322" w14:textId="77777777" w:rsidR="006D4449" w:rsidRDefault="006D4449" w:rsidP="006D4449">
      <w:r>
        <w:t>313.1057</w:t>
      </w:r>
      <w:r>
        <w:tab/>
        <w:t>3.038e0</w:t>
      </w:r>
    </w:p>
    <w:p w14:paraId="3540902A" w14:textId="77777777" w:rsidR="006D4449" w:rsidRDefault="006D4449" w:rsidP="006D4449">
      <w:r>
        <w:t>313.1132</w:t>
      </w:r>
      <w:r>
        <w:tab/>
        <w:t>3.038e0</w:t>
      </w:r>
    </w:p>
    <w:p w14:paraId="08E779AC" w14:textId="77777777" w:rsidR="006D4449" w:rsidRDefault="006D4449" w:rsidP="006D4449">
      <w:r>
        <w:t>313.1211</w:t>
      </w:r>
      <w:r>
        <w:tab/>
        <w:t>3.038e0</w:t>
      </w:r>
    </w:p>
    <w:p w14:paraId="333369DE" w14:textId="77777777" w:rsidR="006D4449" w:rsidRDefault="006D4449" w:rsidP="006D4449">
      <w:r>
        <w:lastRenderedPageBreak/>
        <w:t>313.1442</w:t>
      </w:r>
      <w:r>
        <w:tab/>
        <w:t>3.038e0</w:t>
      </w:r>
    </w:p>
    <w:p w14:paraId="56712DD5" w14:textId="77777777" w:rsidR="006D4449" w:rsidRDefault="006D4449" w:rsidP="006D4449">
      <w:r>
        <w:t>313.1472</w:t>
      </w:r>
      <w:r>
        <w:tab/>
        <w:t>2.025e0</w:t>
      </w:r>
    </w:p>
    <w:p w14:paraId="4EF82975" w14:textId="77777777" w:rsidR="006D4449" w:rsidRDefault="006D4449" w:rsidP="006D4449">
      <w:r>
        <w:t>313.1748</w:t>
      </w:r>
      <w:r>
        <w:tab/>
        <w:t>4.051e0</w:t>
      </w:r>
    </w:p>
    <w:p w14:paraId="215B489E" w14:textId="77777777" w:rsidR="006D4449" w:rsidRDefault="006D4449" w:rsidP="006D4449">
      <w:r>
        <w:t>313.1888</w:t>
      </w:r>
      <w:r>
        <w:tab/>
        <w:t>2.025e0</w:t>
      </w:r>
    </w:p>
    <w:p w14:paraId="45FDAA71" w14:textId="77777777" w:rsidR="006D4449" w:rsidRDefault="006D4449" w:rsidP="006D4449">
      <w:r>
        <w:t>313.2034</w:t>
      </w:r>
      <w:r>
        <w:tab/>
        <w:t>2.025e0</w:t>
      </w:r>
    </w:p>
    <w:p w14:paraId="2F80911C" w14:textId="77777777" w:rsidR="006D4449" w:rsidRDefault="006D4449" w:rsidP="006D4449">
      <w:r>
        <w:t>313.2310</w:t>
      </w:r>
      <w:r>
        <w:tab/>
        <w:t>2.025e0</w:t>
      </w:r>
    </w:p>
    <w:p w14:paraId="724BB3C3" w14:textId="77777777" w:rsidR="006D4449" w:rsidRDefault="006D4449" w:rsidP="006D4449">
      <w:r>
        <w:t>313.2373</w:t>
      </w:r>
      <w:r>
        <w:tab/>
        <w:t>3.038e0</w:t>
      </w:r>
    </w:p>
    <w:p w14:paraId="5D3C42D0" w14:textId="77777777" w:rsidR="006D4449" w:rsidRDefault="006D4449" w:rsidP="006D4449">
      <w:r>
        <w:t>313.2406</w:t>
      </w:r>
      <w:r>
        <w:tab/>
        <w:t>3.038e0</w:t>
      </w:r>
    </w:p>
    <w:p w14:paraId="6BDC12E1" w14:textId="77777777" w:rsidR="006D4449" w:rsidRDefault="006D4449" w:rsidP="006D4449">
      <w:r>
        <w:t>313.2689</w:t>
      </w:r>
      <w:r>
        <w:tab/>
        <w:t>1.013e0</w:t>
      </w:r>
    </w:p>
    <w:p w14:paraId="74CD4276" w14:textId="77777777" w:rsidR="006D4449" w:rsidRDefault="006D4449" w:rsidP="006D4449">
      <w:r>
        <w:t>313.2785</w:t>
      </w:r>
      <w:r>
        <w:tab/>
        <w:t>3.038e0</w:t>
      </w:r>
    </w:p>
    <w:p w14:paraId="017BAB79" w14:textId="77777777" w:rsidR="006D4449" w:rsidRDefault="006D4449" w:rsidP="006D4449">
      <w:r>
        <w:t>313.2873</w:t>
      </w:r>
      <w:r>
        <w:tab/>
        <w:t>2.025e0</w:t>
      </w:r>
    </w:p>
    <w:p w14:paraId="006DE527" w14:textId="77777777" w:rsidR="006D4449" w:rsidRDefault="006D4449" w:rsidP="006D4449">
      <w:r>
        <w:t>313.3099</w:t>
      </w:r>
      <w:r>
        <w:tab/>
        <w:t>4.051e0</w:t>
      </w:r>
    </w:p>
    <w:p w14:paraId="12FCB262" w14:textId="77777777" w:rsidR="006D4449" w:rsidRDefault="006D4449" w:rsidP="006D4449">
      <w:r>
        <w:t>313.3257</w:t>
      </w:r>
      <w:r>
        <w:tab/>
        <w:t>2.025e0</w:t>
      </w:r>
    </w:p>
    <w:p w14:paraId="035414D6" w14:textId="77777777" w:rsidR="006D4449" w:rsidRDefault="006D4449" w:rsidP="006D4449">
      <w:r>
        <w:t>313.3300</w:t>
      </w:r>
      <w:r>
        <w:tab/>
        <w:t>1.013e0</w:t>
      </w:r>
    </w:p>
    <w:p w14:paraId="4BAFF58D" w14:textId="77777777" w:rsidR="006D4449" w:rsidRDefault="006D4449" w:rsidP="006D4449">
      <w:r>
        <w:t>313.3313</w:t>
      </w:r>
      <w:r>
        <w:tab/>
        <w:t>1.013e0</w:t>
      </w:r>
    </w:p>
    <w:p w14:paraId="386BECF7" w14:textId="77777777" w:rsidR="006D4449" w:rsidRDefault="006D4449" w:rsidP="006D4449">
      <w:r>
        <w:t>313.3656</w:t>
      </w:r>
      <w:r>
        <w:tab/>
        <w:t>2.025e0</w:t>
      </w:r>
    </w:p>
    <w:p w14:paraId="1F6EA483" w14:textId="77777777" w:rsidR="006D4449" w:rsidRDefault="006D4449" w:rsidP="006D4449">
      <w:r>
        <w:t>313.4135</w:t>
      </w:r>
      <w:r>
        <w:tab/>
        <w:t>2.025e0</w:t>
      </w:r>
    </w:p>
    <w:p w14:paraId="72A9F4D4" w14:textId="77777777" w:rsidR="006D4449" w:rsidRDefault="006D4449" w:rsidP="006D4449">
      <w:r>
        <w:t>313.4158</w:t>
      </w:r>
      <w:r>
        <w:tab/>
        <w:t>1.013e0</w:t>
      </w:r>
    </w:p>
    <w:p w14:paraId="7D224E8A" w14:textId="77777777" w:rsidR="006D4449" w:rsidRDefault="006D4449" w:rsidP="006D4449">
      <w:r>
        <w:t>313.4606</w:t>
      </w:r>
      <w:r>
        <w:tab/>
        <w:t>1.013e0</w:t>
      </w:r>
    </w:p>
    <w:p w14:paraId="282C0922" w14:textId="77777777" w:rsidR="006D4449" w:rsidRDefault="006D4449" w:rsidP="006D4449">
      <w:r>
        <w:lastRenderedPageBreak/>
        <w:t>313.5146</w:t>
      </w:r>
      <w:r>
        <w:tab/>
        <w:t>4.051e0</w:t>
      </w:r>
    </w:p>
    <w:p w14:paraId="3C6720B6" w14:textId="77777777" w:rsidR="006D4449" w:rsidRDefault="006D4449" w:rsidP="006D4449">
      <w:r>
        <w:t>313.5323</w:t>
      </w:r>
      <w:r>
        <w:tab/>
        <w:t>1.013e0</w:t>
      </w:r>
    </w:p>
    <w:p w14:paraId="5B5ECB45" w14:textId="77777777" w:rsidR="006D4449" w:rsidRDefault="006D4449" w:rsidP="006D4449">
      <w:r>
        <w:t>313.5404</w:t>
      </w:r>
      <w:r>
        <w:tab/>
        <w:t>2.025e0</w:t>
      </w:r>
    </w:p>
    <w:p w14:paraId="5EA8F825" w14:textId="77777777" w:rsidR="006D4449" w:rsidRDefault="006D4449" w:rsidP="006D4449">
      <w:r>
        <w:t>313.5591</w:t>
      </w:r>
      <w:r>
        <w:tab/>
        <w:t>1.013e0</w:t>
      </w:r>
    </w:p>
    <w:p w14:paraId="13449ABB" w14:textId="77777777" w:rsidR="006D4449" w:rsidRDefault="006D4449" w:rsidP="006D4449">
      <w:r>
        <w:t>313.5805</w:t>
      </w:r>
      <w:r>
        <w:tab/>
        <w:t>1.013e0</w:t>
      </w:r>
    </w:p>
    <w:p w14:paraId="49F0B201" w14:textId="77777777" w:rsidR="006D4449" w:rsidRDefault="006D4449" w:rsidP="006D4449">
      <w:r>
        <w:t>313.6046</w:t>
      </w:r>
      <w:r>
        <w:tab/>
        <w:t>2.025e0</w:t>
      </w:r>
    </w:p>
    <w:p w14:paraId="31E9A170" w14:textId="77777777" w:rsidR="006D4449" w:rsidRDefault="006D4449" w:rsidP="006D4449">
      <w:r>
        <w:t>313.6120</w:t>
      </w:r>
      <w:r>
        <w:tab/>
        <w:t>2.025e0</w:t>
      </w:r>
    </w:p>
    <w:p w14:paraId="6AE30DB1" w14:textId="77777777" w:rsidR="006D4449" w:rsidRDefault="006D4449" w:rsidP="006D4449">
      <w:r>
        <w:t>313.6234</w:t>
      </w:r>
      <w:r>
        <w:tab/>
        <w:t>2.025e0</w:t>
      </w:r>
    </w:p>
    <w:p w14:paraId="23912E7F" w14:textId="77777777" w:rsidR="006D4449" w:rsidRDefault="006D4449" w:rsidP="006D4449">
      <w:r>
        <w:t>313.6278</w:t>
      </w:r>
      <w:r>
        <w:tab/>
        <w:t>3.038e0</w:t>
      </w:r>
    </w:p>
    <w:p w14:paraId="13B186E5" w14:textId="77777777" w:rsidR="006D4449" w:rsidRDefault="006D4449" w:rsidP="006D4449">
      <w:r>
        <w:t>313.6367</w:t>
      </w:r>
      <w:r>
        <w:tab/>
        <w:t>1.013e0</w:t>
      </w:r>
    </w:p>
    <w:p w14:paraId="1C90C0FB" w14:textId="77777777" w:rsidR="006D4449" w:rsidRDefault="006D4449" w:rsidP="006D4449">
      <w:r>
        <w:t>313.6394</w:t>
      </w:r>
      <w:r>
        <w:tab/>
        <w:t>1.013e0</w:t>
      </w:r>
    </w:p>
    <w:p w14:paraId="78482317" w14:textId="77777777" w:rsidR="006D4449" w:rsidRDefault="006D4449" w:rsidP="006D4449">
      <w:r>
        <w:t>313.6669</w:t>
      </w:r>
      <w:r>
        <w:tab/>
        <w:t>2.025e0</w:t>
      </w:r>
    </w:p>
    <w:p w14:paraId="02771542" w14:textId="77777777" w:rsidR="006D4449" w:rsidRDefault="006D4449" w:rsidP="006D4449">
      <w:r>
        <w:t>313.6797</w:t>
      </w:r>
      <w:r>
        <w:tab/>
        <w:t>2.025e0</w:t>
      </w:r>
    </w:p>
    <w:p w14:paraId="2D7727AB" w14:textId="77777777" w:rsidR="006D4449" w:rsidRDefault="006D4449" w:rsidP="006D4449">
      <w:r>
        <w:t>313.7096</w:t>
      </w:r>
      <w:r>
        <w:tab/>
        <w:t>3.038e0</w:t>
      </w:r>
    </w:p>
    <w:p w14:paraId="4F39A8C8" w14:textId="77777777" w:rsidR="006D4449" w:rsidRDefault="006D4449" w:rsidP="006D4449">
      <w:r>
        <w:t>313.7231</w:t>
      </w:r>
      <w:r>
        <w:tab/>
        <w:t>2.025e0</w:t>
      </w:r>
    </w:p>
    <w:p w14:paraId="720CF372" w14:textId="77777777" w:rsidR="006D4449" w:rsidRDefault="006D4449" w:rsidP="006D4449">
      <w:r>
        <w:t>313.7260</w:t>
      </w:r>
      <w:r>
        <w:tab/>
        <w:t>2.025e0</w:t>
      </w:r>
    </w:p>
    <w:p w14:paraId="75E440BD" w14:textId="77777777" w:rsidR="006D4449" w:rsidRDefault="006D4449" w:rsidP="006D4449">
      <w:r>
        <w:t>313.7277</w:t>
      </w:r>
      <w:r>
        <w:tab/>
        <w:t>1.013e0</w:t>
      </w:r>
    </w:p>
    <w:p w14:paraId="50949B41" w14:textId="77777777" w:rsidR="006D4449" w:rsidRDefault="006D4449" w:rsidP="006D4449">
      <w:r>
        <w:t>313.8141</w:t>
      </w:r>
      <w:r>
        <w:tab/>
        <w:t>1.013e0</w:t>
      </w:r>
    </w:p>
    <w:p w14:paraId="7014EB8B" w14:textId="77777777" w:rsidR="006D4449" w:rsidRDefault="006D4449" w:rsidP="006D4449">
      <w:r>
        <w:t>313.8254</w:t>
      </w:r>
      <w:r>
        <w:tab/>
        <w:t>1.013e0</w:t>
      </w:r>
    </w:p>
    <w:p w14:paraId="6D9D3904" w14:textId="77777777" w:rsidR="006D4449" w:rsidRDefault="006D4449" w:rsidP="006D4449">
      <w:r>
        <w:lastRenderedPageBreak/>
        <w:t>313.8412</w:t>
      </w:r>
      <w:r>
        <w:tab/>
        <w:t>1.013e0</w:t>
      </w:r>
    </w:p>
    <w:p w14:paraId="43A142AB" w14:textId="77777777" w:rsidR="006D4449" w:rsidRDefault="006D4449" w:rsidP="006D4449">
      <w:r>
        <w:t>313.8425</w:t>
      </w:r>
      <w:r>
        <w:tab/>
        <w:t>1.013e0</w:t>
      </w:r>
    </w:p>
    <w:p w14:paraId="1C876979" w14:textId="77777777" w:rsidR="006D4449" w:rsidRDefault="006D4449" w:rsidP="006D4449">
      <w:r>
        <w:t>313.8738</w:t>
      </w:r>
      <w:r>
        <w:tab/>
        <w:t>2.025e0</w:t>
      </w:r>
    </w:p>
    <w:p w14:paraId="11E60826" w14:textId="77777777" w:rsidR="006D4449" w:rsidRDefault="006D4449" w:rsidP="006D4449">
      <w:r>
        <w:t>313.8820</w:t>
      </w:r>
      <w:r>
        <w:tab/>
        <w:t>1.013e0</w:t>
      </w:r>
    </w:p>
    <w:p w14:paraId="40D34E54" w14:textId="77777777" w:rsidR="006D4449" w:rsidRDefault="006D4449" w:rsidP="006D4449">
      <w:r>
        <w:t>313.8938</w:t>
      </w:r>
      <w:r>
        <w:tab/>
        <w:t>1.013e0</w:t>
      </w:r>
    </w:p>
    <w:p w14:paraId="0570D305" w14:textId="77777777" w:rsidR="006D4449" w:rsidRDefault="006D4449" w:rsidP="006D4449">
      <w:r>
        <w:t>313.9045</w:t>
      </w:r>
      <w:r>
        <w:tab/>
        <w:t>2.025e0</w:t>
      </w:r>
    </w:p>
    <w:p w14:paraId="545C2CE0" w14:textId="77777777" w:rsidR="006D4449" w:rsidRDefault="006D4449" w:rsidP="006D4449">
      <w:r>
        <w:t>313.9280</w:t>
      </w:r>
      <w:r>
        <w:tab/>
        <w:t>5.063e0</w:t>
      </w:r>
    </w:p>
    <w:p w14:paraId="6F3260D8" w14:textId="77777777" w:rsidR="006D4449" w:rsidRDefault="006D4449" w:rsidP="006D4449">
      <w:r>
        <w:t>313.9326</w:t>
      </w:r>
      <w:r>
        <w:tab/>
        <w:t>2.025e0</w:t>
      </w:r>
    </w:p>
    <w:p w14:paraId="7ABA25A4" w14:textId="77777777" w:rsidR="006D4449" w:rsidRDefault="006D4449" w:rsidP="006D4449">
      <w:r>
        <w:t>313.9502</w:t>
      </w:r>
      <w:r>
        <w:tab/>
        <w:t>2.025e0</w:t>
      </w:r>
    </w:p>
    <w:p w14:paraId="5243096D" w14:textId="77777777" w:rsidR="006D4449" w:rsidRDefault="006D4449" w:rsidP="006D4449">
      <w:r>
        <w:t>313.9649</w:t>
      </w:r>
      <w:r>
        <w:tab/>
        <w:t>1.013e0</w:t>
      </w:r>
    </w:p>
    <w:p w14:paraId="70CD7662" w14:textId="77777777" w:rsidR="006D4449" w:rsidRDefault="006D4449" w:rsidP="006D4449">
      <w:r>
        <w:t>313.9903</w:t>
      </w:r>
      <w:r>
        <w:tab/>
        <w:t>1.013e0</w:t>
      </w:r>
    </w:p>
    <w:p w14:paraId="15437B00" w14:textId="77777777" w:rsidR="006D4449" w:rsidRDefault="006D4449" w:rsidP="006D4449">
      <w:r>
        <w:t>314.0083</w:t>
      </w:r>
      <w:r>
        <w:tab/>
        <w:t>1.401e0</w:t>
      </w:r>
    </w:p>
    <w:p w14:paraId="58D269F8" w14:textId="77777777" w:rsidR="006D4449" w:rsidRDefault="006D4449" w:rsidP="006D4449">
      <w:r>
        <w:t>314.0147</w:t>
      </w:r>
      <w:r>
        <w:tab/>
        <w:t>4.503e0</w:t>
      </w:r>
    </w:p>
    <w:p w14:paraId="1B382710" w14:textId="77777777" w:rsidR="006D4449" w:rsidRDefault="006D4449" w:rsidP="006D4449">
      <w:r>
        <w:t>314.0344</w:t>
      </w:r>
      <w:r>
        <w:tab/>
        <w:t>6.076e0</w:t>
      </w:r>
    </w:p>
    <w:p w14:paraId="543F4DBA" w14:textId="77777777" w:rsidR="006D4449" w:rsidRDefault="006D4449" w:rsidP="006D4449">
      <w:r>
        <w:t>314.0362</w:t>
      </w:r>
      <w:r>
        <w:tab/>
        <w:t>4.051e0</w:t>
      </w:r>
    </w:p>
    <w:p w14:paraId="1B95CC43" w14:textId="77777777" w:rsidR="006D4449" w:rsidRDefault="006D4449" w:rsidP="006D4449">
      <w:r>
        <w:t>314.0402</w:t>
      </w:r>
      <w:r>
        <w:tab/>
        <w:t>2.025e0</w:t>
      </w:r>
    </w:p>
    <w:p w14:paraId="5CC9EB33" w14:textId="77777777" w:rsidR="006D4449" w:rsidRDefault="006D4449" w:rsidP="006D4449">
      <w:r>
        <w:t>314.0526</w:t>
      </w:r>
      <w:r>
        <w:tab/>
        <w:t>2.025e0</w:t>
      </w:r>
    </w:p>
    <w:p w14:paraId="4950DA98" w14:textId="77777777" w:rsidR="006D4449" w:rsidRDefault="006D4449" w:rsidP="006D4449">
      <w:r>
        <w:t>314.0858</w:t>
      </w:r>
      <w:r>
        <w:tab/>
        <w:t>5.063e0</w:t>
      </w:r>
    </w:p>
    <w:p w14:paraId="3DDED59B" w14:textId="77777777" w:rsidR="006D4449" w:rsidRDefault="006D4449" w:rsidP="006D4449">
      <w:r>
        <w:t>314.1401</w:t>
      </w:r>
      <w:r>
        <w:tab/>
        <w:t>1.273e3</w:t>
      </w:r>
    </w:p>
    <w:p w14:paraId="28B573BA" w14:textId="77777777" w:rsidR="006D4449" w:rsidRDefault="006D4449" w:rsidP="006D4449">
      <w:r>
        <w:lastRenderedPageBreak/>
        <w:t>314.2034</w:t>
      </w:r>
      <w:r>
        <w:tab/>
        <w:t>4.051e0</w:t>
      </w:r>
    </w:p>
    <w:p w14:paraId="542566EF" w14:textId="77777777" w:rsidR="006D4449" w:rsidRDefault="006D4449" w:rsidP="006D4449">
      <w:r>
        <w:t>314.2327</w:t>
      </w:r>
      <w:r>
        <w:tab/>
        <w:t>3.038e0</w:t>
      </w:r>
    </w:p>
    <w:p w14:paraId="39EAB9CA" w14:textId="77777777" w:rsidR="006D4449" w:rsidRDefault="006D4449" w:rsidP="006D4449">
      <w:r>
        <w:t>314.2350</w:t>
      </w:r>
      <w:r>
        <w:tab/>
        <w:t>3.038e0</w:t>
      </w:r>
    </w:p>
    <w:p w14:paraId="7CE6417D" w14:textId="77777777" w:rsidR="006D4449" w:rsidRDefault="006D4449" w:rsidP="006D4449">
      <w:r>
        <w:t>314.2406</w:t>
      </w:r>
      <w:r>
        <w:tab/>
        <w:t>2.025e0</w:t>
      </w:r>
    </w:p>
    <w:p w14:paraId="286B40B6" w14:textId="77777777" w:rsidR="006D4449" w:rsidRDefault="006D4449" w:rsidP="006D4449">
      <w:r>
        <w:t>314.2596</w:t>
      </w:r>
      <w:r>
        <w:tab/>
        <w:t>3.775e0</w:t>
      </w:r>
    </w:p>
    <w:p w14:paraId="359E59F7" w14:textId="77777777" w:rsidR="006D4449" w:rsidRDefault="006D4449" w:rsidP="006D4449">
      <w:r>
        <w:t>314.2613</w:t>
      </w:r>
      <w:r>
        <w:tab/>
        <w:t>2.025e0</w:t>
      </w:r>
    </w:p>
    <w:p w14:paraId="16EE1606" w14:textId="77777777" w:rsidR="006D4449" w:rsidRDefault="006D4449" w:rsidP="006D4449">
      <w:r>
        <w:t>314.2651</w:t>
      </w:r>
      <w:r>
        <w:tab/>
        <w:t>3.985e0</w:t>
      </w:r>
    </w:p>
    <w:p w14:paraId="46CFADFC" w14:textId="77777777" w:rsidR="006D4449" w:rsidRDefault="006D4449" w:rsidP="006D4449">
      <w:r>
        <w:t>314.2761</w:t>
      </w:r>
      <w:r>
        <w:tab/>
        <w:t>3.038e0</w:t>
      </w:r>
    </w:p>
    <w:p w14:paraId="2852732A" w14:textId="77777777" w:rsidR="006D4449" w:rsidRDefault="006D4449" w:rsidP="006D4449">
      <w:r>
        <w:t>314.3089</w:t>
      </w:r>
      <w:r>
        <w:tab/>
        <w:t>3.038e0</w:t>
      </w:r>
    </w:p>
    <w:p w14:paraId="7E18EB32" w14:textId="77777777" w:rsidR="006D4449" w:rsidRDefault="006D4449" w:rsidP="006D4449">
      <w:r>
        <w:t>314.3145</w:t>
      </w:r>
      <w:r>
        <w:tab/>
        <w:t>9.114e0</w:t>
      </w:r>
    </w:p>
    <w:p w14:paraId="1D03CE4F" w14:textId="77777777" w:rsidR="006D4449" w:rsidRDefault="006D4449" w:rsidP="006D4449">
      <w:r>
        <w:t>314.3288</w:t>
      </w:r>
      <w:r>
        <w:tab/>
        <w:t>2.025e0</w:t>
      </w:r>
    </w:p>
    <w:p w14:paraId="360E6AF7" w14:textId="77777777" w:rsidR="006D4449" w:rsidRDefault="006D4449" w:rsidP="006D4449">
      <w:r>
        <w:t>314.3519</w:t>
      </w:r>
      <w:r>
        <w:tab/>
        <w:t>6.076e0</w:t>
      </w:r>
    </w:p>
    <w:p w14:paraId="622A5D65" w14:textId="77777777" w:rsidR="006D4449" w:rsidRDefault="006D4449" w:rsidP="006D4449">
      <w:r>
        <w:t>314.3600</w:t>
      </w:r>
      <w:r>
        <w:tab/>
        <w:t>2.025e0</w:t>
      </w:r>
    </w:p>
    <w:p w14:paraId="0E4DD977" w14:textId="77777777" w:rsidR="006D4449" w:rsidRDefault="006D4449" w:rsidP="006D4449">
      <w:r>
        <w:t>314.3687</w:t>
      </w:r>
      <w:r>
        <w:tab/>
        <w:t>4.051e0</w:t>
      </w:r>
    </w:p>
    <w:p w14:paraId="5B9C61AD" w14:textId="77777777" w:rsidR="006D4449" w:rsidRDefault="006D4449" w:rsidP="006D4449">
      <w:r>
        <w:t>314.3756</w:t>
      </w:r>
      <w:r>
        <w:tab/>
        <w:t>5.063e0</w:t>
      </w:r>
    </w:p>
    <w:p w14:paraId="195C1393" w14:textId="77777777" w:rsidR="006D4449" w:rsidRDefault="006D4449" w:rsidP="006D4449">
      <w:r>
        <w:t>314.4071</w:t>
      </w:r>
      <w:r>
        <w:tab/>
        <w:t>1.013e0</w:t>
      </w:r>
    </w:p>
    <w:p w14:paraId="7C67AD30" w14:textId="77777777" w:rsidR="006D4449" w:rsidRDefault="006D4449" w:rsidP="006D4449">
      <w:r>
        <w:t>314.4225</w:t>
      </w:r>
      <w:r>
        <w:tab/>
        <w:t>2.025e0</w:t>
      </w:r>
    </w:p>
    <w:p w14:paraId="306C12E2" w14:textId="77777777" w:rsidR="006D4449" w:rsidRDefault="006D4449" w:rsidP="006D4449">
      <w:r>
        <w:t>314.4284</w:t>
      </w:r>
      <w:r>
        <w:tab/>
        <w:t>1.013e0</w:t>
      </w:r>
    </w:p>
    <w:p w14:paraId="3D1D3919" w14:textId="77777777" w:rsidR="006D4449" w:rsidRDefault="006D4449" w:rsidP="006D4449">
      <w:r>
        <w:t>314.4401</w:t>
      </w:r>
      <w:r>
        <w:tab/>
        <w:t>3.038e0</w:t>
      </w:r>
    </w:p>
    <w:p w14:paraId="25245B7C" w14:textId="77777777" w:rsidR="006D4449" w:rsidRDefault="006D4449" w:rsidP="006D4449">
      <w:r>
        <w:lastRenderedPageBreak/>
        <w:t>314.4686</w:t>
      </w:r>
      <w:r>
        <w:tab/>
        <w:t>1.013e0</w:t>
      </w:r>
    </w:p>
    <w:p w14:paraId="7ED670FF" w14:textId="77777777" w:rsidR="006D4449" w:rsidRDefault="006D4449" w:rsidP="006D4449">
      <w:r>
        <w:t>314.4803</w:t>
      </w:r>
      <w:r>
        <w:tab/>
        <w:t>2.025e0</w:t>
      </w:r>
    </w:p>
    <w:p w14:paraId="03B9D562" w14:textId="77777777" w:rsidR="006D4449" w:rsidRDefault="006D4449" w:rsidP="006D4449">
      <w:r>
        <w:t>314.4868</w:t>
      </w:r>
      <w:r>
        <w:tab/>
        <w:t>2.025e0</w:t>
      </w:r>
    </w:p>
    <w:p w14:paraId="0B3BD610" w14:textId="77777777" w:rsidR="006D4449" w:rsidRDefault="006D4449" w:rsidP="006D4449">
      <w:r>
        <w:t>314.4888</w:t>
      </w:r>
      <w:r>
        <w:tab/>
        <w:t>1.013e0</w:t>
      </w:r>
    </w:p>
    <w:p w14:paraId="118FE5E7" w14:textId="77777777" w:rsidR="006D4449" w:rsidRDefault="006D4449" w:rsidP="006D4449">
      <w:r>
        <w:t>314.4937</w:t>
      </w:r>
      <w:r>
        <w:tab/>
        <w:t>2.025e0</w:t>
      </w:r>
    </w:p>
    <w:p w14:paraId="58738A56" w14:textId="77777777" w:rsidR="006D4449" w:rsidRDefault="006D4449" w:rsidP="006D4449">
      <w:r>
        <w:t>314.5111</w:t>
      </w:r>
      <w:r>
        <w:tab/>
        <w:t>3.038e0</w:t>
      </w:r>
    </w:p>
    <w:p w14:paraId="638EE0A7" w14:textId="77777777" w:rsidR="006D4449" w:rsidRDefault="006D4449" w:rsidP="006D4449">
      <w:r>
        <w:t>314.5252</w:t>
      </w:r>
      <w:r>
        <w:tab/>
        <w:t>2.025e0</w:t>
      </w:r>
    </w:p>
    <w:p w14:paraId="7B4D5795" w14:textId="77777777" w:rsidR="006D4449" w:rsidRDefault="006D4449" w:rsidP="006D4449">
      <w:r>
        <w:t>314.5578</w:t>
      </w:r>
      <w:r>
        <w:tab/>
        <w:t>4.051e0</w:t>
      </w:r>
    </w:p>
    <w:p w14:paraId="6125E510" w14:textId="77777777" w:rsidR="006D4449" w:rsidRDefault="006D4449" w:rsidP="006D4449">
      <w:r>
        <w:t>314.5617</w:t>
      </w:r>
      <w:r>
        <w:tab/>
        <w:t>2.025e0</w:t>
      </w:r>
    </w:p>
    <w:p w14:paraId="05D1936C" w14:textId="77777777" w:rsidR="006D4449" w:rsidRDefault="006D4449" w:rsidP="006D4449">
      <w:r>
        <w:t>314.5860</w:t>
      </w:r>
      <w:r>
        <w:tab/>
        <w:t>2.025e0</w:t>
      </w:r>
    </w:p>
    <w:p w14:paraId="54114C55" w14:textId="77777777" w:rsidR="006D4449" w:rsidRDefault="006D4449" w:rsidP="006D4449">
      <w:r>
        <w:t>314.5928</w:t>
      </w:r>
      <w:r>
        <w:tab/>
        <w:t>3.038e0</w:t>
      </w:r>
    </w:p>
    <w:p w14:paraId="36AA3843" w14:textId="77777777" w:rsidR="006D4449" w:rsidRDefault="006D4449" w:rsidP="006D4449">
      <w:r>
        <w:t>314.6226</w:t>
      </w:r>
      <w:r>
        <w:tab/>
        <w:t>2.025e0</w:t>
      </w:r>
    </w:p>
    <w:p w14:paraId="3B3D44F2" w14:textId="77777777" w:rsidR="006D4449" w:rsidRDefault="006D4449" w:rsidP="006D4449">
      <w:r>
        <w:t>314.6255</w:t>
      </w:r>
      <w:r>
        <w:tab/>
        <w:t>1.013e0</w:t>
      </w:r>
    </w:p>
    <w:p w14:paraId="388AD341" w14:textId="77777777" w:rsidR="006D4449" w:rsidRDefault="006D4449" w:rsidP="006D4449">
      <w:r>
        <w:t>314.6416</w:t>
      </w:r>
      <w:r>
        <w:tab/>
        <w:t>4.051e0</w:t>
      </w:r>
    </w:p>
    <w:p w14:paraId="40D72833" w14:textId="77777777" w:rsidR="006D4449" w:rsidRDefault="006D4449" w:rsidP="006D4449">
      <w:r>
        <w:t>314.6666</w:t>
      </w:r>
      <w:r>
        <w:tab/>
        <w:t>4.051e0</w:t>
      </w:r>
    </w:p>
    <w:p w14:paraId="192E003A" w14:textId="77777777" w:rsidR="006D4449" w:rsidRDefault="006D4449" w:rsidP="006D4449">
      <w:r>
        <w:t>314.6764</w:t>
      </w:r>
      <w:r>
        <w:tab/>
        <w:t>1.013e0</w:t>
      </w:r>
    </w:p>
    <w:p w14:paraId="14CB606E" w14:textId="77777777" w:rsidR="006D4449" w:rsidRDefault="006D4449" w:rsidP="006D4449">
      <w:r>
        <w:t>314.6865</w:t>
      </w:r>
      <w:r>
        <w:tab/>
        <w:t>3.038e0</w:t>
      </w:r>
    </w:p>
    <w:p w14:paraId="593F07A5" w14:textId="77777777" w:rsidR="006D4449" w:rsidRDefault="006D4449" w:rsidP="006D4449">
      <w:r>
        <w:t>314.6891</w:t>
      </w:r>
      <w:r>
        <w:tab/>
        <w:t>1.013e0</w:t>
      </w:r>
    </w:p>
    <w:p w14:paraId="62151ACF" w14:textId="77777777" w:rsidR="006D4449" w:rsidRDefault="006D4449" w:rsidP="006D4449">
      <w:r>
        <w:t>314.7139</w:t>
      </w:r>
      <w:r>
        <w:tab/>
        <w:t>1.013e0</w:t>
      </w:r>
    </w:p>
    <w:p w14:paraId="5EB2572E" w14:textId="77777777" w:rsidR="006D4449" w:rsidRDefault="006D4449" w:rsidP="006D4449">
      <w:r>
        <w:lastRenderedPageBreak/>
        <w:t>314.7198</w:t>
      </w:r>
      <w:r>
        <w:tab/>
        <w:t>5.063e0</w:t>
      </w:r>
    </w:p>
    <w:p w14:paraId="7AC773B2" w14:textId="77777777" w:rsidR="006D4449" w:rsidRDefault="006D4449" w:rsidP="006D4449">
      <w:r>
        <w:t>314.7232</w:t>
      </w:r>
      <w:r>
        <w:tab/>
        <w:t>1.013e0</w:t>
      </w:r>
    </w:p>
    <w:p w14:paraId="50AE7AC2" w14:textId="77777777" w:rsidR="006D4449" w:rsidRDefault="006D4449" w:rsidP="006D4449">
      <w:r>
        <w:t>314.7301</w:t>
      </w:r>
      <w:r>
        <w:tab/>
        <w:t>3.495e0</w:t>
      </w:r>
    </w:p>
    <w:p w14:paraId="50A8517F" w14:textId="77777777" w:rsidR="006D4449" w:rsidRDefault="006D4449" w:rsidP="006D4449">
      <w:r>
        <w:t>314.7808</w:t>
      </w:r>
      <w:r>
        <w:tab/>
        <w:t>2.025e0</w:t>
      </w:r>
    </w:p>
    <w:p w14:paraId="644B59FD" w14:textId="77777777" w:rsidR="006D4449" w:rsidRDefault="006D4449" w:rsidP="006D4449">
      <w:r>
        <w:t>314.7863</w:t>
      </w:r>
      <w:r>
        <w:tab/>
        <w:t>1.013e0</w:t>
      </w:r>
    </w:p>
    <w:p w14:paraId="39C82B7B" w14:textId="77777777" w:rsidR="006D4449" w:rsidRDefault="006D4449" w:rsidP="006D4449">
      <w:r>
        <w:t>314.7890</w:t>
      </w:r>
      <w:r>
        <w:tab/>
        <w:t>1.013e0</w:t>
      </w:r>
    </w:p>
    <w:p w14:paraId="4F38EF17" w14:textId="77777777" w:rsidR="006D4449" w:rsidRDefault="006D4449" w:rsidP="006D4449">
      <w:r>
        <w:t>314.7947</w:t>
      </w:r>
      <w:r>
        <w:tab/>
        <w:t>2.025e0</w:t>
      </w:r>
    </w:p>
    <w:p w14:paraId="5639244A" w14:textId="77777777" w:rsidR="006D4449" w:rsidRDefault="006D4449" w:rsidP="006D4449">
      <w:r>
        <w:t>314.8172</w:t>
      </w:r>
      <w:r>
        <w:tab/>
        <w:t>1.013e0</w:t>
      </w:r>
    </w:p>
    <w:p w14:paraId="69320A0A" w14:textId="77777777" w:rsidR="006D4449" w:rsidRDefault="006D4449" w:rsidP="006D4449">
      <w:r>
        <w:t>314.8326</w:t>
      </w:r>
      <w:r>
        <w:tab/>
        <w:t>2.025e0</w:t>
      </w:r>
    </w:p>
    <w:p w14:paraId="3FB815B2" w14:textId="77777777" w:rsidR="006D4449" w:rsidRDefault="006D4449" w:rsidP="006D4449">
      <w:r>
        <w:t>314.8537</w:t>
      </w:r>
      <w:r>
        <w:tab/>
        <w:t>2.025e0</w:t>
      </w:r>
    </w:p>
    <w:p w14:paraId="1425355E" w14:textId="77777777" w:rsidR="006D4449" w:rsidRDefault="006D4449" w:rsidP="006D4449">
      <w:r>
        <w:t>314.8687</w:t>
      </w:r>
      <w:r>
        <w:tab/>
        <w:t>2.025e0</w:t>
      </w:r>
    </w:p>
    <w:p w14:paraId="727D199B" w14:textId="77777777" w:rsidR="006D4449" w:rsidRDefault="006D4449" w:rsidP="006D4449">
      <w:r>
        <w:t>314.8719</w:t>
      </w:r>
      <w:r>
        <w:tab/>
        <w:t>3.038e0</w:t>
      </w:r>
    </w:p>
    <w:p w14:paraId="444C53EF" w14:textId="77777777" w:rsidR="006D4449" w:rsidRDefault="006D4449" w:rsidP="006D4449">
      <w:r>
        <w:t>314.8734</w:t>
      </w:r>
      <w:r>
        <w:tab/>
        <w:t>5.063e0</w:t>
      </w:r>
    </w:p>
    <w:p w14:paraId="3F3CBEC8" w14:textId="77777777" w:rsidR="006D4449" w:rsidRDefault="006D4449" w:rsidP="006D4449">
      <w:r>
        <w:t>314.8975</w:t>
      </w:r>
      <w:r>
        <w:tab/>
        <w:t>1.208e0</w:t>
      </w:r>
    </w:p>
    <w:p w14:paraId="186FD906" w14:textId="77777777" w:rsidR="006D4449" w:rsidRDefault="006D4449" w:rsidP="006D4449">
      <w:r>
        <w:t>314.9039</w:t>
      </w:r>
      <w:r>
        <w:tab/>
        <w:t>2.025e0</w:t>
      </w:r>
    </w:p>
    <w:p w14:paraId="15E570E8" w14:textId="77777777" w:rsidR="006D4449" w:rsidRDefault="006D4449" w:rsidP="006D4449">
      <w:r>
        <w:t>314.9298</w:t>
      </w:r>
      <w:r>
        <w:tab/>
        <w:t>1.013e0</w:t>
      </w:r>
    </w:p>
    <w:p w14:paraId="1E2930D3" w14:textId="77777777" w:rsidR="006D4449" w:rsidRDefault="006D4449" w:rsidP="006D4449">
      <w:r>
        <w:t>314.9312</w:t>
      </w:r>
      <w:r>
        <w:tab/>
        <w:t>1.013e0</w:t>
      </w:r>
    </w:p>
    <w:p w14:paraId="2D42DF80" w14:textId="77777777" w:rsidR="006D4449" w:rsidRDefault="006D4449" w:rsidP="006D4449">
      <w:r>
        <w:t>314.9412</w:t>
      </w:r>
      <w:r>
        <w:tab/>
        <w:t>1.013e0</w:t>
      </w:r>
    </w:p>
    <w:p w14:paraId="79850AF6" w14:textId="77777777" w:rsidR="006D4449" w:rsidRDefault="006D4449" w:rsidP="006D4449">
      <w:r>
        <w:t>314.9560</w:t>
      </w:r>
      <w:r>
        <w:tab/>
        <w:t>5.063e0</w:t>
      </w:r>
    </w:p>
    <w:p w14:paraId="00027AEE" w14:textId="77777777" w:rsidR="006D4449" w:rsidRDefault="006D4449" w:rsidP="006D4449">
      <w:r>
        <w:lastRenderedPageBreak/>
        <w:t>314.9586</w:t>
      </w:r>
      <w:r>
        <w:tab/>
        <w:t>2.025e0</w:t>
      </w:r>
    </w:p>
    <w:p w14:paraId="7A329DCD" w14:textId="77777777" w:rsidR="006D4449" w:rsidRDefault="006D4449" w:rsidP="006D4449">
      <w:r>
        <w:t>314.9700</w:t>
      </w:r>
      <w:r>
        <w:tab/>
        <w:t>2.025e0</w:t>
      </w:r>
    </w:p>
    <w:p w14:paraId="02DCBB29" w14:textId="77777777" w:rsidR="006D4449" w:rsidRDefault="006D4449" w:rsidP="006D4449">
      <w:r>
        <w:t>314.9834</w:t>
      </w:r>
      <w:r>
        <w:tab/>
        <w:t>1.013e0</w:t>
      </w:r>
    </w:p>
    <w:p w14:paraId="6904D4B5" w14:textId="77777777" w:rsidR="006D4449" w:rsidRDefault="006D4449" w:rsidP="006D4449">
      <w:r>
        <w:t>314.9920</w:t>
      </w:r>
      <w:r>
        <w:tab/>
        <w:t>3.656e0</w:t>
      </w:r>
    </w:p>
    <w:p w14:paraId="7961022A" w14:textId="77777777" w:rsidR="006D4449" w:rsidRDefault="006D4449" w:rsidP="006D4449">
      <w:r>
        <w:t>315.0054</w:t>
      </w:r>
      <w:r>
        <w:tab/>
        <w:t>2.025e0</w:t>
      </w:r>
    </w:p>
    <w:p w14:paraId="199CF102" w14:textId="77777777" w:rsidR="006D4449" w:rsidRDefault="006D4449" w:rsidP="006D4449">
      <w:r>
        <w:t>315.0393</w:t>
      </w:r>
      <w:r>
        <w:tab/>
        <w:t>4.125e0</w:t>
      </w:r>
    </w:p>
    <w:p w14:paraId="34D694FF" w14:textId="77777777" w:rsidR="006D4449" w:rsidRDefault="006D4449" w:rsidP="006D4449">
      <w:r>
        <w:t>315.0436</w:t>
      </w:r>
      <w:r>
        <w:tab/>
        <w:t>2.025e0</w:t>
      </w:r>
    </w:p>
    <w:p w14:paraId="271EC81D" w14:textId="77777777" w:rsidR="006D4449" w:rsidRDefault="006D4449" w:rsidP="006D4449">
      <w:r>
        <w:t>315.0611</w:t>
      </w:r>
      <w:r>
        <w:tab/>
        <w:t>3.038e0</w:t>
      </w:r>
    </w:p>
    <w:p w14:paraId="62EFD354" w14:textId="77777777" w:rsidR="006D4449" w:rsidRDefault="006D4449" w:rsidP="006D4449">
      <w:r>
        <w:t>315.0685</w:t>
      </w:r>
      <w:r>
        <w:tab/>
        <w:t>6.002e0</w:t>
      </w:r>
    </w:p>
    <w:p w14:paraId="258B32B5" w14:textId="77777777" w:rsidR="006D4449" w:rsidRDefault="006D4449" w:rsidP="006D4449">
      <w:r>
        <w:t>315.0759</w:t>
      </w:r>
      <w:r>
        <w:tab/>
        <w:t>4.051e0</w:t>
      </w:r>
    </w:p>
    <w:p w14:paraId="68250086" w14:textId="77777777" w:rsidR="006D4449" w:rsidRDefault="006D4449" w:rsidP="006D4449">
      <w:r>
        <w:t>315.1415</w:t>
      </w:r>
      <w:r>
        <w:tab/>
        <w:t>1.438e2</w:t>
      </w:r>
    </w:p>
    <w:p w14:paraId="6E920C6A" w14:textId="77777777" w:rsidR="006D4449" w:rsidRDefault="006D4449" w:rsidP="006D4449">
      <w:r>
        <w:t>315.1439</w:t>
      </w:r>
      <w:r>
        <w:tab/>
        <w:t>7.860e1</w:t>
      </w:r>
    </w:p>
    <w:p w14:paraId="73F32262" w14:textId="77777777" w:rsidR="006D4449" w:rsidRDefault="006D4449" w:rsidP="006D4449">
      <w:r>
        <w:t>315.1483</w:t>
      </w:r>
      <w:r>
        <w:tab/>
        <w:t>5.068e1</w:t>
      </w:r>
    </w:p>
    <w:p w14:paraId="517B0EC0" w14:textId="77777777" w:rsidR="006D4449" w:rsidRDefault="006D4449" w:rsidP="006D4449">
      <w:r>
        <w:t>315.1942</w:t>
      </w:r>
      <w:r>
        <w:tab/>
        <w:t>4.051e0</w:t>
      </w:r>
    </w:p>
    <w:p w14:paraId="78F1AD0B" w14:textId="77777777" w:rsidR="006D4449" w:rsidRDefault="006D4449" w:rsidP="006D4449">
      <w:r>
        <w:t>315.2166</w:t>
      </w:r>
      <w:r>
        <w:tab/>
        <w:t>3.038e0</w:t>
      </w:r>
    </w:p>
    <w:p w14:paraId="6A888245" w14:textId="77777777" w:rsidR="006D4449" w:rsidRDefault="006D4449" w:rsidP="006D4449">
      <w:r>
        <w:t>315.2206</w:t>
      </w:r>
      <w:r>
        <w:tab/>
        <w:t>1.013e0</w:t>
      </w:r>
    </w:p>
    <w:p w14:paraId="11FA73E6" w14:textId="77777777" w:rsidR="006D4449" w:rsidRDefault="006D4449" w:rsidP="006D4449">
      <w:r>
        <w:t>315.2254</w:t>
      </w:r>
      <w:r>
        <w:tab/>
        <w:t>2.025e0</w:t>
      </w:r>
    </w:p>
    <w:p w14:paraId="503D086F" w14:textId="77777777" w:rsidR="006D4449" w:rsidRDefault="006D4449" w:rsidP="006D4449">
      <w:r>
        <w:t>315.2485</w:t>
      </w:r>
      <w:r>
        <w:tab/>
        <w:t>5.063e0</w:t>
      </w:r>
    </w:p>
    <w:p w14:paraId="507967E9" w14:textId="77777777" w:rsidR="006D4449" w:rsidRDefault="006D4449" w:rsidP="006D4449">
      <w:r>
        <w:t>315.2556</w:t>
      </w:r>
      <w:r>
        <w:tab/>
        <w:t>2.025e0</w:t>
      </w:r>
    </w:p>
    <w:p w14:paraId="5C942A76" w14:textId="77777777" w:rsidR="006D4449" w:rsidRDefault="006D4449" w:rsidP="006D4449">
      <w:r>
        <w:lastRenderedPageBreak/>
        <w:t>315.2567</w:t>
      </w:r>
      <w:r>
        <w:tab/>
        <w:t>6.076e0</w:t>
      </w:r>
    </w:p>
    <w:p w14:paraId="3B2DE262" w14:textId="77777777" w:rsidR="006D4449" w:rsidRDefault="006D4449" w:rsidP="006D4449">
      <w:r>
        <w:t>315.2650</w:t>
      </w:r>
      <w:r>
        <w:tab/>
        <w:t>1.013e0</w:t>
      </w:r>
    </w:p>
    <w:p w14:paraId="6A52AA8E" w14:textId="77777777" w:rsidR="006D4449" w:rsidRDefault="006D4449" w:rsidP="006D4449">
      <w:r>
        <w:t>315.2851</w:t>
      </w:r>
      <w:r>
        <w:tab/>
        <w:t>2.025e0</w:t>
      </w:r>
    </w:p>
    <w:p w14:paraId="00660B71" w14:textId="77777777" w:rsidR="006D4449" w:rsidRDefault="006D4449" w:rsidP="006D4449">
      <w:r>
        <w:t>315.2938</w:t>
      </w:r>
      <w:r>
        <w:tab/>
        <w:t>2.025e0</w:t>
      </w:r>
    </w:p>
    <w:p w14:paraId="65D19935" w14:textId="77777777" w:rsidR="006D4449" w:rsidRDefault="006D4449" w:rsidP="006D4449">
      <w:r>
        <w:t>315.2948</w:t>
      </w:r>
      <w:r>
        <w:tab/>
        <w:t>1.013e0</w:t>
      </w:r>
    </w:p>
    <w:p w14:paraId="34EF7813" w14:textId="77777777" w:rsidR="006D4449" w:rsidRDefault="006D4449" w:rsidP="006D4449">
      <w:r>
        <w:t>315.2990</w:t>
      </w:r>
      <w:r>
        <w:tab/>
        <w:t>2.025e0</w:t>
      </w:r>
    </w:p>
    <w:p w14:paraId="61DE2F64" w14:textId="77777777" w:rsidR="006D4449" w:rsidRDefault="006D4449" w:rsidP="006D4449">
      <w:r>
        <w:t>315.3291</w:t>
      </w:r>
      <w:r>
        <w:tab/>
        <w:t>1.013e0</w:t>
      </w:r>
    </w:p>
    <w:p w14:paraId="23CCFBE7" w14:textId="77777777" w:rsidR="006D4449" w:rsidRDefault="006D4449" w:rsidP="006D4449">
      <w:r>
        <w:t>315.3319</w:t>
      </w:r>
      <w:r>
        <w:tab/>
        <w:t>1.013e0</w:t>
      </w:r>
    </w:p>
    <w:p w14:paraId="09E887F7" w14:textId="77777777" w:rsidR="006D4449" w:rsidRDefault="006D4449" w:rsidP="006D4449">
      <w:r>
        <w:t>315.3448</w:t>
      </w:r>
      <w:r>
        <w:tab/>
        <w:t>1.013e0</w:t>
      </w:r>
    </w:p>
    <w:p w14:paraId="38B4C74D" w14:textId="77777777" w:rsidR="006D4449" w:rsidRDefault="006D4449" w:rsidP="006D4449">
      <w:r>
        <w:t>315.3576</w:t>
      </w:r>
      <w:r>
        <w:tab/>
        <w:t>2.025e0</w:t>
      </w:r>
    </w:p>
    <w:p w14:paraId="0A4EB423" w14:textId="77777777" w:rsidR="006D4449" w:rsidRDefault="006D4449" w:rsidP="006D4449">
      <w:r>
        <w:t>315.3694</w:t>
      </w:r>
      <w:r>
        <w:tab/>
        <w:t>1.013e0</w:t>
      </w:r>
    </w:p>
    <w:p w14:paraId="08614A0E" w14:textId="77777777" w:rsidR="006D4449" w:rsidRDefault="006D4449" w:rsidP="006D4449">
      <w:r>
        <w:t>315.3756</w:t>
      </w:r>
      <w:r>
        <w:tab/>
        <w:t>2.025e0</w:t>
      </w:r>
    </w:p>
    <w:p w14:paraId="1762BC6D" w14:textId="77777777" w:rsidR="006D4449" w:rsidRDefault="006D4449" w:rsidP="006D4449">
      <w:r>
        <w:t>315.3859</w:t>
      </w:r>
      <w:r>
        <w:tab/>
        <w:t>3.038e0</w:t>
      </w:r>
    </w:p>
    <w:p w14:paraId="41E3640F" w14:textId="77777777" w:rsidR="006D4449" w:rsidRDefault="006D4449" w:rsidP="006D4449">
      <w:r>
        <w:t>315.4286</w:t>
      </w:r>
      <w:r>
        <w:tab/>
        <w:t>3.038e0</w:t>
      </w:r>
    </w:p>
    <w:p w14:paraId="4B8271B5" w14:textId="77777777" w:rsidR="006D4449" w:rsidRDefault="006D4449" w:rsidP="006D4449">
      <w:r>
        <w:t>315.4443</w:t>
      </w:r>
      <w:r>
        <w:tab/>
        <w:t>3.184e0</w:t>
      </w:r>
    </w:p>
    <w:p w14:paraId="665119EC" w14:textId="77777777" w:rsidR="006D4449" w:rsidRDefault="006D4449" w:rsidP="006D4449">
      <w:r>
        <w:t>315.4460</w:t>
      </w:r>
      <w:r>
        <w:tab/>
        <w:t>2.025e0</w:t>
      </w:r>
    </w:p>
    <w:p w14:paraId="505C6586" w14:textId="77777777" w:rsidR="006D4449" w:rsidRDefault="006D4449" w:rsidP="006D4449">
      <w:r>
        <w:t>315.4719</w:t>
      </w:r>
      <w:r>
        <w:tab/>
        <w:t>2.025e0</w:t>
      </w:r>
    </w:p>
    <w:p w14:paraId="03AFAA03" w14:textId="77777777" w:rsidR="006D4449" w:rsidRDefault="006D4449" w:rsidP="006D4449">
      <w:r>
        <w:t>315.4742</w:t>
      </w:r>
      <w:r>
        <w:tab/>
        <w:t>1.013e0</w:t>
      </w:r>
    </w:p>
    <w:p w14:paraId="0519F0E3" w14:textId="77777777" w:rsidR="006D4449" w:rsidRDefault="006D4449" w:rsidP="006D4449">
      <w:r>
        <w:t>315.4768</w:t>
      </w:r>
      <w:r>
        <w:tab/>
        <w:t>2.025e0</w:t>
      </w:r>
    </w:p>
    <w:p w14:paraId="4F3AE5FE" w14:textId="77777777" w:rsidR="006D4449" w:rsidRDefault="006D4449" w:rsidP="006D4449">
      <w:r>
        <w:lastRenderedPageBreak/>
        <w:t>315.4969</w:t>
      </w:r>
      <w:r>
        <w:tab/>
        <w:t>1.013e0</w:t>
      </w:r>
    </w:p>
    <w:p w14:paraId="21961D96" w14:textId="77777777" w:rsidR="006D4449" w:rsidRDefault="006D4449" w:rsidP="006D4449">
      <w:r>
        <w:t>315.5674</w:t>
      </w:r>
      <w:r>
        <w:tab/>
        <w:t>2.025e0</w:t>
      </w:r>
    </w:p>
    <w:p w14:paraId="16F9D4F1" w14:textId="77777777" w:rsidR="006D4449" w:rsidRDefault="006D4449" w:rsidP="006D4449">
      <w:r>
        <w:t>315.5790</w:t>
      </w:r>
      <w:r>
        <w:tab/>
        <w:t>2.025e0</w:t>
      </w:r>
    </w:p>
    <w:p w14:paraId="096AE60A" w14:textId="77777777" w:rsidR="006D4449" w:rsidRDefault="006D4449" w:rsidP="006D4449">
      <w:r>
        <w:t>315.5828</w:t>
      </w:r>
      <w:r>
        <w:tab/>
        <w:t>2.025e0</w:t>
      </w:r>
    </w:p>
    <w:p w14:paraId="6507C1DB" w14:textId="77777777" w:rsidR="006D4449" w:rsidRDefault="006D4449" w:rsidP="006D4449">
      <w:r>
        <w:t>315.5868</w:t>
      </w:r>
      <w:r>
        <w:tab/>
        <w:t>1.013e0</w:t>
      </w:r>
    </w:p>
    <w:p w14:paraId="75A4DF8C" w14:textId="77777777" w:rsidR="006D4449" w:rsidRDefault="006D4449" w:rsidP="006D4449">
      <w:r>
        <w:t>315.6135</w:t>
      </w:r>
      <w:r>
        <w:tab/>
        <w:t>1.013e0</w:t>
      </w:r>
    </w:p>
    <w:p w14:paraId="5120FAC4" w14:textId="77777777" w:rsidR="006D4449" w:rsidRDefault="006D4449" w:rsidP="006D4449">
      <w:r>
        <w:t>315.6260</w:t>
      </w:r>
      <w:r>
        <w:tab/>
        <w:t>1.013e0</w:t>
      </w:r>
    </w:p>
    <w:p w14:paraId="7941033F" w14:textId="77777777" w:rsidR="006D4449" w:rsidRDefault="006D4449" w:rsidP="006D4449">
      <w:r>
        <w:t>315.6311</w:t>
      </w:r>
      <w:r>
        <w:tab/>
        <w:t>2.025e0</w:t>
      </w:r>
    </w:p>
    <w:p w14:paraId="4E26841E" w14:textId="77777777" w:rsidR="006D4449" w:rsidRDefault="006D4449" w:rsidP="006D4449">
      <w:r>
        <w:t>315.6579</w:t>
      </w:r>
      <w:r>
        <w:tab/>
        <w:t>2.025e0</w:t>
      </w:r>
    </w:p>
    <w:p w14:paraId="36A75308" w14:textId="77777777" w:rsidR="006D4449" w:rsidRDefault="006D4449" w:rsidP="006D4449">
      <w:r>
        <w:t>315.6632</w:t>
      </w:r>
      <w:r>
        <w:tab/>
        <w:t>1.013e0</w:t>
      </w:r>
    </w:p>
    <w:p w14:paraId="4C293578" w14:textId="77777777" w:rsidR="006D4449" w:rsidRDefault="006D4449" w:rsidP="006D4449">
      <w:r>
        <w:t>315.6717</w:t>
      </w:r>
      <w:r>
        <w:tab/>
        <w:t>1.013e0</w:t>
      </w:r>
    </w:p>
    <w:p w14:paraId="63F51515" w14:textId="77777777" w:rsidR="006D4449" w:rsidRDefault="006D4449" w:rsidP="006D4449">
      <w:r>
        <w:t>315.6873</w:t>
      </w:r>
      <w:r>
        <w:tab/>
        <w:t>1.013e0</w:t>
      </w:r>
    </w:p>
    <w:p w14:paraId="4C36B453" w14:textId="77777777" w:rsidR="006D4449" w:rsidRDefault="006D4449" w:rsidP="006D4449">
      <w:r>
        <w:t>315.7075</w:t>
      </w:r>
      <w:r>
        <w:tab/>
        <w:t>2.025e0</w:t>
      </w:r>
    </w:p>
    <w:p w14:paraId="69B0AAFE" w14:textId="77777777" w:rsidR="006D4449" w:rsidRDefault="006D4449" w:rsidP="006D4449">
      <w:r>
        <w:t>315.7235</w:t>
      </w:r>
      <w:r>
        <w:tab/>
        <w:t>2.025e0</w:t>
      </w:r>
    </w:p>
    <w:p w14:paraId="399CC01E" w14:textId="77777777" w:rsidR="006D4449" w:rsidRDefault="006D4449" w:rsidP="006D4449">
      <w:r>
        <w:t>315.7356</w:t>
      </w:r>
      <w:r>
        <w:tab/>
        <w:t>2.025e0</w:t>
      </w:r>
    </w:p>
    <w:p w14:paraId="4D8323AD" w14:textId="77777777" w:rsidR="006D4449" w:rsidRDefault="006D4449" w:rsidP="006D4449">
      <w:r>
        <w:t>315.7746</w:t>
      </w:r>
      <w:r>
        <w:tab/>
        <w:t>1.013e0</w:t>
      </w:r>
    </w:p>
    <w:p w14:paraId="3AFC8973" w14:textId="77777777" w:rsidR="006D4449" w:rsidRDefault="006D4449" w:rsidP="006D4449">
      <w:r>
        <w:t>315.7835</w:t>
      </w:r>
      <w:r>
        <w:tab/>
        <w:t>2.025e0</w:t>
      </w:r>
    </w:p>
    <w:p w14:paraId="0531E64F" w14:textId="77777777" w:rsidR="006D4449" w:rsidRDefault="006D4449" w:rsidP="006D4449">
      <w:r>
        <w:t>315.7860</w:t>
      </w:r>
      <w:r>
        <w:tab/>
        <w:t>1.013e0</w:t>
      </w:r>
    </w:p>
    <w:p w14:paraId="665D1CE5" w14:textId="77777777" w:rsidR="006D4449" w:rsidRDefault="006D4449" w:rsidP="006D4449">
      <w:r>
        <w:t>315.7903</w:t>
      </w:r>
      <w:r>
        <w:tab/>
        <w:t>1.013e0</w:t>
      </w:r>
    </w:p>
    <w:p w14:paraId="1D2A5FE0" w14:textId="77777777" w:rsidR="006D4449" w:rsidRDefault="006D4449" w:rsidP="006D4449">
      <w:r>
        <w:lastRenderedPageBreak/>
        <w:t>315.8308</w:t>
      </w:r>
      <w:r>
        <w:tab/>
        <w:t>2.025e0</w:t>
      </w:r>
    </w:p>
    <w:p w14:paraId="7DACD050" w14:textId="77777777" w:rsidR="006D4449" w:rsidRDefault="006D4449" w:rsidP="006D4449">
      <w:r>
        <w:t>315.8322</w:t>
      </w:r>
      <w:r>
        <w:tab/>
        <w:t>1.013e0</w:t>
      </w:r>
    </w:p>
    <w:p w14:paraId="69C09940" w14:textId="77777777" w:rsidR="006D4449" w:rsidRDefault="006D4449" w:rsidP="006D4449">
      <w:r>
        <w:t>315.8488</w:t>
      </w:r>
      <w:r>
        <w:tab/>
        <w:t>2.025e0</w:t>
      </w:r>
    </w:p>
    <w:p w14:paraId="1CC426C3" w14:textId="77777777" w:rsidR="006D4449" w:rsidRDefault="006D4449" w:rsidP="006D4449">
      <w:r>
        <w:t>315.8551</w:t>
      </w:r>
      <w:r>
        <w:tab/>
        <w:t>1.013e0</w:t>
      </w:r>
    </w:p>
    <w:p w14:paraId="2C0FB9A5" w14:textId="77777777" w:rsidR="006D4449" w:rsidRDefault="006D4449" w:rsidP="006D4449">
      <w:r>
        <w:t>315.8833</w:t>
      </w:r>
      <w:r>
        <w:tab/>
        <w:t>1.013e0</w:t>
      </w:r>
    </w:p>
    <w:p w14:paraId="7251A842" w14:textId="77777777" w:rsidR="006D4449" w:rsidRDefault="006D4449" w:rsidP="006D4449">
      <w:r>
        <w:t>315.9291</w:t>
      </w:r>
      <w:r>
        <w:tab/>
        <w:t>3.038e0</w:t>
      </w:r>
    </w:p>
    <w:p w14:paraId="41B0EA75" w14:textId="77777777" w:rsidR="006D4449" w:rsidRDefault="006D4449" w:rsidP="006D4449">
      <w:r>
        <w:t>315.9638</w:t>
      </w:r>
      <w:r>
        <w:tab/>
        <w:t>1.013e0</w:t>
      </w:r>
    </w:p>
    <w:p w14:paraId="3B1F555C" w14:textId="77777777" w:rsidR="006D4449" w:rsidRDefault="006D4449" w:rsidP="006D4449">
      <w:r>
        <w:t>315.9689</w:t>
      </w:r>
      <w:r>
        <w:tab/>
        <w:t>2.025e0</w:t>
      </w:r>
    </w:p>
    <w:p w14:paraId="3C1A6F82" w14:textId="77777777" w:rsidR="006D4449" w:rsidRDefault="006D4449" w:rsidP="006D4449">
      <w:r>
        <w:t>315.9738</w:t>
      </w:r>
      <w:r>
        <w:tab/>
        <w:t>2.025e0</w:t>
      </w:r>
    </w:p>
    <w:p w14:paraId="5D3493D5" w14:textId="77777777" w:rsidR="006D4449" w:rsidRDefault="006D4449" w:rsidP="006D4449">
      <w:r>
        <w:t>315.9911</w:t>
      </w:r>
      <w:r>
        <w:tab/>
        <w:t>3.349e0</w:t>
      </w:r>
    </w:p>
    <w:p w14:paraId="451848C4" w14:textId="77777777" w:rsidR="006D4449" w:rsidRDefault="006D4449" w:rsidP="006D4449">
      <w:r>
        <w:t>315.9962</w:t>
      </w:r>
      <w:r>
        <w:tab/>
        <w:t>1.013e0</w:t>
      </w:r>
    </w:p>
    <w:p w14:paraId="4FAC60BE" w14:textId="77777777" w:rsidR="006D4449" w:rsidRDefault="006D4449" w:rsidP="006D4449">
      <w:r>
        <w:t>316.0088</w:t>
      </w:r>
      <w:r>
        <w:tab/>
        <w:t>3.038e0</w:t>
      </w:r>
    </w:p>
    <w:p w14:paraId="23083530" w14:textId="77777777" w:rsidR="006D4449" w:rsidRDefault="006D4449" w:rsidP="006D4449">
      <w:r>
        <w:t>316.0414</w:t>
      </w:r>
      <w:r>
        <w:tab/>
        <w:t>7.089e0</w:t>
      </w:r>
    </w:p>
    <w:p w14:paraId="0CED35F4" w14:textId="77777777" w:rsidR="006D4449" w:rsidRDefault="006D4449" w:rsidP="006D4449">
      <w:r>
        <w:t>316.0444</w:t>
      </w:r>
      <w:r>
        <w:tab/>
        <w:t>5.480e0</w:t>
      </w:r>
    </w:p>
    <w:p w14:paraId="033B7802" w14:textId="77777777" w:rsidR="006D4449" w:rsidRDefault="006D4449" w:rsidP="006D4449">
      <w:r>
        <w:t>316.0533</w:t>
      </w:r>
      <w:r>
        <w:tab/>
        <w:t>2.025e0</w:t>
      </w:r>
    </w:p>
    <w:p w14:paraId="1B779834" w14:textId="77777777" w:rsidR="006D4449" w:rsidRDefault="006D4449" w:rsidP="006D4449">
      <w:r>
        <w:t>316.0717</w:t>
      </w:r>
      <w:r>
        <w:tab/>
        <w:t>2.025e0</w:t>
      </w:r>
    </w:p>
    <w:p w14:paraId="5616D490" w14:textId="77777777" w:rsidR="006D4449" w:rsidRDefault="006D4449" w:rsidP="006D4449">
      <w:r>
        <w:t>316.0842</w:t>
      </w:r>
      <w:r>
        <w:tab/>
        <w:t>2.496e0</w:t>
      </w:r>
    </w:p>
    <w:p w14:paraId="44E588B4" w14:textId="77777777" w:rsidR="006D4449" w:rsidRDefault="006D4449" w:rsidP="006D4449">
      <w:r>
        <w:t>316.0896</w:t>
      </w:r>
      <w:r>
        <w:tab/>
        <w:t>5.063e0</w:t>
      </w:r>
    </w:p>
    <w:p w14:paraId="34BA4CEA" w14:textId="77777777" w:rsidR="006D4449" w:rsidRDefault="006D4449" w:rsidP="006D4449">
      <w:r>
        <w:t>316.1049</w:t>
      </w:r>
      <w:r>
        <w:tab/>
        <w:t>5.242e0</w:t>
      </w:r>
    </w:p>
    <w:p w14:paraId="6A257995" w14:textId="77777777" w:rsidR="006D4449" w:rsidRDefault="006D4449" w:rsidP="006D4449">
      <w:r>
        <w:lastRenderedPageBreak/>
        <w:t>316.1163</w:t>
      </w:r>
      <w:r>
        <w:tab/>
        <w:t>2.911e0</w:t>
      </w:r>
    </w:p>
    <w:p w14:paraId="3AB63B65" w14:textId="77777777" w:rsidR="006D4449" w:rsidRDefault="006D4449" w:rsidP="006D4449">
      <w:r>
        <w:t>316.1344</w:t>
      </w:r>
      <w:r>
        <w:tab/>
        <w:t>4.051e0</w:t>
      </w:r>
    </w:p>
    <w:p w14:paraId="7C116B9A" w14:textId="77777777" w:rsidR="006D4449" w:rsidRDefault="006D4449" w:rsidP="006D4449">
      <w:r>
        <w:t>316.1407</w:t>
      </w:r>
      <w:r>
        <w:tab/>
        <w:t>1.260e1</w:t>
      </w:r>
    </w:p>
    <w:p w14:paraId="4359F1F3" w14:textId="77777777" w:rsidR="006D4449" w:rsidRDefault="006D4449" w:rsidP="006D4449">
      <w:r>
        <w:t>316.1448</w:t>
      </w:r>
      <w:r>
        <w:tab/>
        <w:t>2.709e0</w:t>
      </w:r>
    </w:p>
    <w:p w14:paraId="6CA3CC9E" w14:textId="77777777" w:rsidR="006D4449" w:rsidRDefault="006D4449" w:rsidP="006D4449">
      <w:r>
        <w:t>316.1496</w:t>
      </w:r>
      <w:r>
        <w:tab/>
        <w:t>1.114e1</w:t>
      </w:r>
    </w:p>
    <w:p w14:paraId="62EDC554" w14:textId="77777777" w:rsidR="006D4449" w:rsidRDefault="006D4449" w:rsidP="006D4449">
      <w:r>
        <w:t>316.1693</w:t>
      </w:r>
      <w:r>
        <w:tab/>
        <w:t>3.006e0</w:t>
      </w:r>
    </w:p>
    <w:p w14:paraId="56B81223" w14:textId="77777777" w:rsidR="006D4449" w:rsidRDefault="006D4449" w:rsidP="006D4449">
      <w:r>
        <w:t>316.1703</w:t>
      </w:r>
      <w:r>
        <w:tab/>
        <w:t>3.038e0</w:t>
      </w:r>
    </w:p>
    <w:p w14:paraId="6E9CB4C2" w14:textId="77777777" w:rsidR="006D4449" w:rsidRDefault="006D4449" w:rsidP="006D4449">
      <w:r>
        <w:t>316.1891</w:t>
      </w:r>
      <w:r>
        <w:tab/>
        <w:t>2.025e0</w:t>
      </w:r>
    </w:p>
    <w:p w14:paraId="0CCF73D6" w14:textId="77777777" w:rsidR="006D4449" w:rsidRDefault="006D4449" w:rsidP="006D4449">
      <w:r>
        <w:t>316.2149</w:t>
      </w:r>
      <w:r>
        <w:tab/>
        <w:t>1.013e0</w:t>
      </w:r>
    </w:p>
    <w:p w14:paraId="0D9B87E0" w14:textId="77777777" w:rsidR="006D4449" w:rsidRDefault="006D4449" w:rsidP="006D4449">
      <w:r>
        <w:t>316.2170</w:t>
      </w:r>
      <w:r>
        <w:tab/>
        <w:t>4.578e0</w:t>
      </w:r>
    </w:p>
    <w:p w14:paraId="22B85985" w14:textId="77777777" w:rsidR="006D4449" w:rsidRDefault="006D4449" w:rsidP="006D4449">
      <w:r>
        <w:t>316.2207</w:t>
      </w:r>
      <w:r>
        <w:tab/>
        <w:t>6.076e0</w:t>
      </w:r>
    </w:p>
    <w:p w14:paraId="154EFF30" w14:textId="77777777" w:rsidR="006D4449" w:rsidRDefault="006D4449" w:rsidP="006D4449">
      <w:r>
        <w:t>316.2447</w:t>
      </w:r>
      <w:r>
        <w:tab/>
        <w:t>5.063e0</w:t>
      </w:r>
    </w:p>
    <w:p w14:paraId="12A08CF0" w14:textId="77777777" w:rsidR="006D4449" w:rsidRDefault="006D4449" w:rsidP="006D4449">
      <w:r>
        <w:t>316.2595</w:t>
      </w:r>
      <w:r>
        <w:tab/>
        <w:t>4.051e0</w:t>
      </w:r>
    </w:p>
    <w:p w14:paraId="344B8504" w14:textId="77777777" w:rsidR="006D4449" w:rsidRDefault="006D4449" w:rsidP="006D4449">
      <w:r>
        <w:t>316.2686</w:t>
      </w:r>
      <w:r>
        <w:tab/>
        <w:t>4.051e0</w:t>
      </w:r>
    </w:p>
    <w:p w14:paraId="503ABC46" w14:textId="77777777" w:rsidR="006D4449" w:rsidRDefault="006D4449" w:rsidP="006D4449">
      <w:r>
        <w:t>316.2713</w:t>
      </w:r>
      <w:r>
        <w:tab/>
        <w:t>5.063e0</w:t>
      </w:r>
    </w:p>
    <w:p w14:paraId="7855B0C1" w14:textId="77777777" w:rsidR="006D4449" w:rsidRDefault="006D4449" w:rsidP="006D4449">
      <w:r>
        <w:t>316.2931</w:t>
      </w:r>
      <w:r>
        <w:tab/>
        <w:t>7.306e0</w:t>
      </w:r>
    </w:p>
    <w:p w14:paraId="0A6AC877" w14:textId="77777777" w:rsidR="006D4449" w:rsidRDefault="006D4449" w:rsidP="006D4449">
      <w:r>
        <w:t>316.3069</w:t>
      </w:r>
      <w:r>
        <w:tab/>
        <w:t>2.025e0</w:t>
      </w:r>
    </w:p>
    <w:p w14:paraId="3D992385" w14:textId="77777777" w:rsidR="006D4449" w:rsidRDefault="006D4449" w:rsidP="006D4449">
      <w:r>
        <w:t>316.3158</w:t>
      </w:r>
      <w:r>
        <w:tab/>
        <w:t>2.025e0</w:t>
      </w:r>
    </w:p>
    <w:p w14:paraId="36F47830" w14:textId="77777777" w:rsidR="006D4449" w:rsidRDefault="006D4449" w:rsidP="006D4449">
      <w:r>
        <w:t>316.3623</w:t>
      </w:r>
      <w:r>
        <w:tab/>
        <w:t>2.025e0</w:t>
      </w:r>
    </w:p>
    <w:p w14:paraId="5BB39F3B" w14:textId="77777777" w:rsidR="006D4449" w:rsidRDefault="006D4449" w:rsidP="006D4449">
      <w:r>
        <w:lastRenderedPageBreak/>
        <w:t>316.3703</w:t>
      </w:r>
      <w:r>
        <w:tab/>
        <w:t>1.013e0</w:t>
      </w:r>
    </w:p>
    <w:p w14:paraId="14F07374" w14:textId="77777777" w:rsidR="006D4449" w:rsidRDefault="006D4449" w:rsidP="006D4449">
      <w:r>
        <w:t>316.3755</w:t>
      </w:r>
      <w:r>
        <w:tab/>
        <w:t>1.013e0</w:t>
      </w:r>
    </w:p>
    <w:p w14:paraId="6789D486" w14:textId="77777777" w:rsidR="006D4449" w:rsidRDefault="006D4449" w:rsidP="006D4449">
      <w:r>
        <w:t>316.4021</w:t>
      </w:r>
      <w:r>
        <w:tab/>
        <w:t>2.025e0</w:t>
      </w:r>
    </w:p>
    <w:p w14:paraId="2DAAF90A" w14:textId="77777777" w:rsidR="006D4449" w:rsidRDefault="006D4449" w:rsidP="006D4449">
      <w:r>
        <w:t>316.4108</w:t>
      </w:r>
      <w:r>
        <w:tab/>
        <w:t>2.025e0</w:t>
      </w:r>
    </w:p>
    <w:p w14:paraId="1320BEBD" w14:textId="77777777" w:rsidR="006D4449" w:rsidRDefault="006D4449" w:rsidP="006D4449">
      <w:r>
        <w:t>316.4724</w:t>
      </w:r>
      <w:r>
        <w:tab/>
        <w:t>1.013e0</w:t>
      </w:r>
    </w:p>
    <w:p w14:paraId="6A4224C9" w14:textId="77777777" w:rsidR="006D4449" w:rsidRDefault="006D4449" w:rsidP="006D4449">
      <w:r>
        <w:t>316.4896</w:t>
      </w:r>
      <w:r>
        <w:tab/>
        <w:t>1.013e0</w:t>
      </w:r>
    </w:p>
    <w:p w14:paraId="068A21D8" w14:textId="77777777" w:rsidR="006D4449" w:rsidRDefault="006D4449" w:rsidP="006D4449">
      <w:r>
        <w:t>316.5025</w:t>
      </w:r>
      <w:r>
        <w:tab/>
        <w:t>2.025e0</w:t>
      </w:r>
    </w:p>
    <w:p w14:paraId="7C410161" w14:textId="77777777" w:rsidR="006D4449" w:rsidRDefault="006D4449" w:rsidP="006D4449">
      <w:r>
        <w:t>316.5137</w:t>
      </w:r>
      <w:r>
        <w:tab/>
        <w:t>2.025e0</w:t>
      </w:r>
    </w:p>
    <w:p w14:paraId="64DEE2FE" w14:textId="77777777" w:rsidR="006D4449" w:rsidRDefault="006D4449" w:rsidP="006D4449">
      <w:r>
        <w:t>316.5273</w:t>
      </w:r>
      <w:r>
        <w:tab/>
        <w:t>1.013e0</w:t>
      </w:r>
    </w:p>
    <w:p w14:paraId="55B714BF" w14:textId="77777777" w:rsidR="006D4449" w:rsidRDefault="006D4449" w:rsidP="006D4449">
      <w:r>
        <w:t>316.5412</w:t>
      </w:r>
      <w:r>
        <w:tab/>
        <w:t>1.013e0</w:t>
      </w:r>
    </w:p>
    <w:p w14:paraId="6BA3C17F" w14:textId="77777777" w:rsidR="006D4449" w:rsidRDefault="006D4449" w:rsidP="006D4449">
      <w:r>
        <w:t>316.5513</w:t>
      </w:r>
      <w:r>
        <w:tab/>
        <w:t>1.013e0</w:t>
      </w:r>
    </w:p>
    <w:p w14:paraId="04430460" w14:textId="77777777" w:rsidR="006D4449" w:rsidRDefault="006D4449" w:rsidP="006D4449">
      <w:r>
        <w:t>316.5648</w:t>
      </w:r>
      <w:r>
        <w:tab/>
        <w:t>1.013e0</w:t>
      </w:r>
    </w:p>
    <w:p w14:paraId="1A0B8542" w14:textId="77777777" w:rsidR="006D4449" w:rsidRDefault="006D4449" w:rsidP="006D4449">
      <w:r>
        <w:t>316.5984</w:t>
      </w:r>
      <w:r>
        <w:tab/>
        <w:t>1.013e0</w:t>
      </w:r>
    </w:p>
    <w:p w14:paraId="4703F929" w14:textId="77777777" w:rsidR="006D4449" w:rsidRDefault="006D4449" w:rsidP="006D4449">
      <w:r>
        <w:t>316.6028</w:t>
      </w:r>
      <w:r>
        <w:tab/>
        <w:t>1.013e0</w:t>
      </w:r>
    </w:p>
    <w:p w14:paraId="7E7A7EF8" w14:textId="77777777" w:rsidR="006D4449" w:rsidRDefault="006D4449" w:rsidP="006D4449">
      <w:r>
        <w:t>316.6042</w:t>
      </w:r>
      <w:r>
        <w:tab/>
        <w:t>1.013e0</w:t>
      </w:r>
    </w:p>
    <w:p w14:paraId="3C65F192" w14:textId="77777777" w:rsidR="006D4449" w:rsidRDefault="006D4449" w:rsidP="006D4449">
      <w:r>
        <w:t>316.6257</w:t>
      </w:r>
      <w:r>
        <w:tab/>
        <w:t>1.013e0</w:t>
      </w:r>
    </w:p>
    <w:p w14:paraId="2DF14316" w14:textId="77777777" w:rsidR="006D4449" w:rsidRDefault="006D4449" w:rsidP="006D4449">
      <w:r>
        <w:t>316.6271</w:t>
      </w:r>
      <w:r>
        <w:tab/>
        <w:t>1.013e0</w:t>
      </w:r>
    </w:p>
    <w:p w14:paraId="1BA75CB1" w14:textId="77777777" w:rsidR="006D4449" w:rsidRDefault="006D4449" w:rsidP="006D4449">
      <w:r>
        <w:t>316.6427</w:t>
      </w:r>
      <w:r>
        <w:tab/>
        <w:t>3.166e0</w:t>
      </w:r>
    </w:p>
    <w:p w14:paraId="7E9BA087" w14:textId="77777777" w:rsidR="006D4449" w:rsidRDefault="006D4449" w:rsidP="006D4449">
      <w:r>
        <w:t>316.6487</w:t>
      </w:r>
      <w:r>
        <w:tab/>
        <w:t>1.013e0</w:t>
      </w:r>
    </w:p>
    <w:p w14:paraId="336A5E05" w14:textId="77777777" w:rsidR="006D4449" w:rsidRDefault="006D4449" w:rsidP="006D4449">
      <w:r>
        <w:lastRenderedPageBreak/>
        <w:t>316.6514</w:t>
      </w:r>
      <w:r>
        <w:tab/>
        <w:t>4.051e0</w:t>
      </w:r>
    </w:p>
    <w:p w14:paraId="12A5ACC7" w14:textId="77777777" w:rsidR="006D4449" w:rsidRDefault="006D4449" w:rsidP="006D4449">
      <w:r>
        <w:t>316.7130</w:t>
      </w:r>
      <w:r>
        <w:tab/>
        <w:t>1.013e0</w:t>
      </w:r>
    </w:p>
    <w:p w14:paraId="78E2024A" w14:textId="77777777" w:rsidR="006D4449" w:rsidRDefault="006D4449" w:rsidP="006D4449">
      <w:r>
        <w:t>316.7260</w:t>
      </w:r>
      <w:r>
        <w:tab/>
        <w:t>1.013e0</w:t>
      </w:r>
    </w:p>
    <w:p w14:paraId="117ED356" w14:textId="77777777" w:rsidR="006D4449" w:rsidRDefault="006D4449" w:rsidP="006D4449">
      <w:r>
        <w:t>316.7570</w:t>
      </w:r>
      <w:r>
        <w:tab/>
        <w:t>2.025e0</w:t>
      </w:r>
    </w:p>
    <w:p w14:paraId="497E46DC" w14:textId="77777777" w:rsidR="006D4449" w:rsidRDefault="006D4449" w:rsidP="006D4449">
      <w:r>
        <w:t>316.7862</w:t>
      </w:r>
      <w:r>
        <w:tab/>
        <w:t>1.013e0</w:t>
      </w:r>
    </w:p>
    <w:p w14:paraId="0C713DBE" w14:textId="77777777" w:rsidR="006D4449" w:rsidRDefault="006D4449" w:rsidP="006D4449">
      <w:r>
        <w:t>316.7933</w:t>
      </w:r>
      <w:r>
        <w:tab/>
        <w:t>1.013e0</w:t>
      </w:r>
    </w:p>
    <w:p w14:paraId="6F5A5100" w14:textId="77777777" w:rsidR="006D4449" w:rsidRDefault="006D4449" w:rsidP="006D4449">
      <w:r>
        <w:t>316.8625</w:t>
      </w:r>
      <w:r>
        <w:tab/>
        <w:t>2.025e0</w:t>
      </w:r>
    </w:p>
    <w:p w14:paraId="76E268EE" w14:textId="77777777" w:rsidR="006D4449" w:rsidRDefault="006D4449" w:rsidP="006D4449">
      <w:r>
        <w:t>316.8791</w:t>
      </w:r>
      <w:r>
        <w:tab/>
        <w:t>1.013e0</w:t>
      </w:r>
    </w:p>
    <w:p w14:paraId="66E05D15" w14:textId="77777777" w:rsidR="006D4449" w:rsidRDefault="006D4449" w:rsidP="006D4449">
      <w:r>
        <w:t>316.9075</w:t>
      </w:r>
      <w:r>
        <w:tab/>
        <w:t>5.063e0</w:t>
      </w:r>
    </w:p>
    <w:p w14:paraId="485FDAC0" w14:textId="77777777" w:rsidR="006D4449" w:rsidRDefault="006D4449" w:rsidP="006D4449">
      <w:r>
        <w:t>316.9180</w:t>
      </w:r>
      <w:r>
        <w:tab/>
        <w:t>1.013e0</w:t>
      </w:r>
    </w:p>
    <w:p w14:paraId="2057D5B6" w14:textId="77777777" w:rsidR="006D4449" w:rsidRDefault="006D4449" w:rsidP="006D4449">
      <w:r>
        <w:t>316.9399</w:t>
      </w:r>
      <w:r>
        <w:tab/>
        <w:t>2.949e0</w:t>
      </w:r>
    </w:p>
    <w:p w14:paraId="64AE786A" w14:textId="77777777" w:rsidR="006D4449" w:rsidRDefault="006D4449" w:rsidP="006D4449">
      <w:r>
        <w:t>316.9629</w:t>
      </w:r>
      <w:r>
        <w:tab/>
        <w:t>8.101e0</w:t>
      </w:r>
    </w:p>
    <w:p w14:paraId="144E576C" w14:textId="77777777" w:rsidR="006D4449" w:rsidRDefault="006D4449" w:rsidP="006D4449">
      <w:r>
        <w:t>316.9666</w:t>
      </w:r>
      <w:r>
        <w:tab/>
        <w:t>1.286e1</w:t>
      </w:r>
    </w:p>
    <w:p w14:paraId="1C7C86B4" w14:textId="77777777" w:rsidR="006D4449" w:rsidRDefault="006D4449" w:rsidP="006D4449">
      <w:r>
        <w:t>316.9683</w:t>
      </w:r>
      <w:r>
        <w:tab/>
        <w:t>4.051e0</w:t>
      </w:r>
    </w:p>
    <w:p w14:paraId="70487144" w14:textId="77777777" w:rsidR="006D4449" w:rsidRDefault="006D4449" w:rsidP="006D4449">
      <w:r>
        <w:t>316.9738</w:t>
      </w:r>
      <w:r>
        <w:tab/>
        <w:t>3.038e0</w:t>
      </w:r>
    </w:p>
    <w:p w14:paraId="262E41A7" w14:textId="77777777" w:rsidR="006D4449" w:rsidRDefault="006D4449" w:rsidP="006D4449">
      <w:r>
        <w:t>316.9760</w:t>
      </w:r>
      <w:r>
        <w:tab/>
        <w:t>7.089e0</w:t>
      </w:r>
    </w:p>
    <w:p w14:paraId="57997890" w14:textId="77777777" w:rsidR="006D4449" w:rsidRDefault="006D4449" w:rsidP="006D4449">
      <w:r>
        <w:t>317.0040</w:t>
      </w:r>
      <w:r>
        <w:tab/>
        <w:t>2.025e0</w:t>
      </w:r>
    </w:p>
    <w:p w14:paraId="35B2FE6F" w14:textId="77777777" w:rsidR="006D4449" w:rsidRDefault="006D4449" w:rsidP="006D4449">
      <w:r>
        <w:t>317.0131</w:t>
      </w:r>
      <w:r>
        <w:tab/>
        <w:t>2.025e0</w:t>
      </w:r>
    </w:p>
    <w:p w14:paraId="2ED7C529" w14:textId="77777777" w:rsidR="006D4449" w:rsidRDefault="006D4449" w:rsidP="006D4449">
      <w:r>
        <w:t>317.0197</w:t>
      </w:r>
      <w:r>
        <w:tab/>
        <w:t>4.051e0</w:t>
      </w:r>
    </w:p>
    <w:p w14:paraId="26B391C2" w14:textId="77777777" w:rsidR="006D4449" w:rsidRDefault="006D4449" w:rsidP="006D4449">
      <w:r>
        <w:lastRenderedPageBreak/>
        <w:t>317.0270</w:t>
      </w:r>
      <w:r>
        <w:tab/>
        <w:t>1.013e0</w:t>
      </w:r>
    </w:p>
    <w:p w14:paraId="51EB8D7A" w14:textId="77777777" w:rsidR="006D4449" w:rsidRDefault="006D4449" w:rsidP="006D4449">
      <w:r>
        <w:t>317.0486</w:t>
      </w:r>
      <w:r>
        <w:tab/>
        <w:t>2.025e0</w:t>
      </w:r>
    </w:p>
    <w:p w14:paraId="549F5E88" w14:textId="77777777" w:rsidR="006D4449" w:rsidRDefault="006D4449" w:rsidP="006D4449">
      <w:r>
        <w:t>317.0521</w:t>
      </w:r>
      <w:r>
        <w:tab/>
        <w:t>1.013e0</w:t>
      </w:r>
    </w:p>
    <w:p w14:paraId="00FA5FC0" w14:textId="77777777" w:rsidR="006D4449" w:rsidRDefault="006D4449" w:rsidP="006D4449">
      <w:r>
        <w:t>317.0743</w:t>
      </w:r>
      <w:r>
        <w:tab/>
        <w:t>2.025e0</w:t>
      </w:r>
    </w:p>
    <w:p w14:paraId="20380226" w14:textId="77777777" w:rsidR="006D4449" w:rsidRDefault="006D4449" w:rsidP="006D4449">
      <w:r>
        <w:t>317.0763</w:t>
      </w:r>
      <w:r>
        <w:tab/>
        <w:t>1.013e0</w:t>
      </w:r>
    </w:p>
    <w:p w14:paraId="1FB72487" w14:textId="77777777" w:rsidR="006D4449" w:rsidRDefault="006D4449" w:rsidP="006D4449">
      <w:r>
        <w:t>317.1140</w:t>
      </w:r>
      <w:r>
        <w:tab/>
        <w:t>3.863e0</w:t>
      </w:r>
    </w:p>
    <w:p w14:paraId="50012147" w14:textId="77777777" w:rsidR="006D4449" w:rsidRDefault="006D4449" w:rsidP="006D4449">
      <w:r>
        <w:t>317.1168</w:t>
      </w:r>
      <w:r>
        <w:tab/>
        <w:t>1.230e1</w:t>
      </w:r>
    </w:p>
    <w:p w14:paraId="566674E6" w14:textId="77777777" w:rsidR="006D4449" w:rsidRDefault="006D4449" w:rsidP="006D4449">
      <w:r>
        <w:t>317.1187</w:t>
      </w:r>
      <w:r>
        <w:tab/>
        <w:t>5.063e0</w:t>
      </w:r>
    </w:p>
    <w:p w14:paraId="339F8475" w14:textId="77777777" w:rsidR="006D4449" w:rsidRDefault="006D4449" w:rsidP="006D4449">
      <w:r>
        <w:t>317.1205</w:t>
      </w:r>
      <w:r>
        <w:tab/>
        <w:t>8.055e0</w:t>
      </w:r>
    </w:p>
    <w:p w14:paraId="09A93B5F" w14:textId="77777777" w:rsidR="006D4449" w:rsidRDefault="006D4449" w:rsidP="006D4449">
      <w:r>
        <w:t>317.1363</w:t>
      </w:r>
      <w:r>
        <w:tab/>
        <w:t>5.681e0</w:t>
      </w:r>
    </w:p>
    <w:p w14:paraId="3C576E33" w14:textId="77777777" w:rsidR="006D4449" w:rsidRDefault="006D4449" w:rsidP="006D4449">
      <w:r>
        <w:t>317.1394</w:t>
      </w:r>
      <w:r>
        <w:tab/>
        <w:t>2.725e0</w:t>
      </w:r>
    </w:p>
    <w:p w14:paraId="012B6755" w14:textId="77777777" w:rsidR="006D4449" w:rsidRDefault="006D4449" w:rsidP="006D4449">
      <w:r>
        <w:t>317.1837</w:t>
      </w:r>
      <w:r>
        <w:tab/>
        <w:t>1.013e0</w:t>
      </w:r>
    </w:p>
    <w:p w14:paraId="7927E252" w14:textId="77777777" w:rsidR="006D4449" w:rsidRDefault="006D4449" w:rsidP="006D4449">
      <w:r>
        <w:t>317.1942</w:t>
      </w:r>
      <w:r>
        <w:tab/>
        <w:t>5.761e0</w:t>
      </w:r>
    </w:p>
    <w:p w14:paraId="0A2257B5" w14:textId="77777777" w:rsidR="006D4449" w:rsidRDefault="006D4449" w:rsidP="006D4449">
      <w:r>
        <w:t>317.2052</w:t>
      </w:r>
      <w:r>
        <w:tab/>
        <w:t>1.013e0</w:t>
      </w:r>
    </w:p>
    <w:p w14:paraId="628B79C4" w14:textId="77777777" w:rsidR="006D4449" w:rsidRDefault="006D4449" w:rsidP="006D4449">
      <w:r>
        <w:t>317.2379</w:t>
      </w:r>
      <w:r>
        <w:tab/>
        <w:t>6.076e0</w:t>
      </w:r>
    </w:p>
    <w:p w14:paraId="1BCB4B31" w14:textId="77777777" w:rsidR="006D4449" w:rsidRDefault="006D4449" w:rsidP="006D4449">
      <w:r>
        <w:t>317.2480</w:t>
      </w:r>
      <w:r>
        <w:tab/>
        <w:t>2.025e0</w:t>
      </w:r>
    </w:p>
    <w:p w14:paraId="61105B5C" w14:textId="77777777" w:rsidR="006D4449" w:rsidRDefault="006D4449" w:rsidP="006D4449">
      <w:r>
        <w:t>317.2577</w:t>
      </w:r>
      <w:r>
        <w:tab/>
        <w:t>2.025e0</w:t>
      </w:r>
    </w:p>
    <w:p w14:paraId="4B8DB9FA" w14:textId="77777777" w:rsidR="006D4449" w:rsidRDefault="006D4449" w:rsidP="006D4449">
      <w:r>
        <w:t>317.2681</w:t>
      </w:r>
      <w:r>
        <w:tab/>
        <w:t>3.038e0</w:t>
      </w:r>
    </w:p>
    <w:p w14:paraId="172498B2" w14:textId="77777777" w:rsidR="006D4449" w:rsidRDefault="006D4449" w:rsidP="006D4449">
      <w:r>
        <w:t>317.2864</w:t>
      </w:r>
      <w:r>
        <w:tab/>
        <w:t>4.051e0</w:t>
      </w:r>
    </w:p>
    <w:p w14:paraId="72029537" w14:textId="77777777" w:rsidR="006D4449" w:rsidRDefault="006D4449" w:rsidP="006D4449">
      <w:r>
        <w:lastRenderedPageBreak/>
        <w:t>317.3499</w:t>
      </w:r>
      <w:r>
        <w:tab/>
        <w:t>3.038e0</w:t>
      </w:r>
    </w:p>
    <w:p w14:paraId="682353CB" w14:textId="77777777" w:rsidR="006D4449" w:rsidRDefault="006D4449" w:rsidP="006D4449">
      <w:r>
        <w:t>317.3611</w:t>
      </w:r>
      <w:r>
        <w:tab/>
        <w:t>1.013e0</w:t>
      </w:r>
    </w:p>
    <w:p w14:paraId="2E52737B" w14:textId="77777777" w:rsidR="006D4449" w:rsidRDefault="006D4449" w:rsidP="006D4449">
      <w:r>
        <w:t>317.3622</w:t>
      </w:r>
      <w:r>
        <w:tab/>
        <w:t>2.025e0</w:t>
      </w:r>
    </w:p>
    <w:p w14:paraId="2C24FC45" w14:textId="77777777" w:rsidR="006D4449" w:rsidRDefault="006D4449" w:rsidP="006D4449">
      <w:r>
        <w:t>317.3972</w:t>
      </w:r>
      <w:r>
        <w:tab/>
        <w:t>1.013e0</w:t>
      </w:r>
    </w:p>
    <w:p w14:paraId="21EE9A97" w14:textId="77777777" w:rsidR="006D4449" w:rsidRDefault="006D4449" w:rsidP="006D4449">
      <w:r>
        <w:t>317.4026</w:t>
      </w:r>
      <w:r>
        <w:tab/>
        <w:t>1.013e0</w:t>
      </w:r>
    </w:p>
    <w:p w14:paraId="59AD5D2F" w14:textId="77777777" w:rsidR="006D4449" w:rsidRDefault="006D4449" w:rsidP="006D4449">
      <w:r>
        <w:t>317.4133</w:t>
      </w:r>
      <w:r>
        <w:tab/>
        <w:t>2.025e0</w:t>
      </w:r>
    </w:p>
    <w:p w14:paraId="6ADCB51B" w14:textId="77777777" w:rsidR="006D4449" w:rsidRDefault="006D4449" w:rsidP="006D4449">
      <w:r>
        <w:t>317.4268</w:t>
      </w:r>
      <w:r>
        <w:tab/>
        <w:t>1.013e0</w:t>
      </w:r>
    </w:p>
    <w:p w14:paraId="301CAF44" w14:textId="77777777" w:rsidR="006D4449" w:rsidRDefault="006D4449" w:rsidP="006D4449">
      <w:r>
        <w:t>317.4415</w:t>
      </w:r>
      <w:r>
        <w:tab/>
        <w:t>2.025e0</w:t>
      </w:r>
    </w:p>
    <w:p w14:paraId="577C9141" w14:textId="77777777" w:rsidR="006D4449" w:rsidRDefault="006D4449" w:rsidP="006D4449">
      <w:r>
        <w:t>317.4550</w:t>
      </w:r>
      <w:r>
        <w:tab/>
        <w:t>1.013e0</w:t>
      </w:r>
    </w:p>
    <w:p w14:paraId="60DD4460" w14:textId="77777777" w:rsidR="006D4449" w:rsidRDefault="006D4449" w:rsidP="006D4449">
      <w:r>
        <w:t>317.4738</w:t>
      </w:r>
      <w:r>
        <w:tab/>
        <w:t>1.013e0</w:t>
      </w:r>
    </w:p>
    <w:p w14:paraId="239507F2" w14:textId="77777777" w:rsidR="006D4449" w:rsidRDefault="006D4449" w:rsidP="006D4449">
      <w:r>
        <w:t>317.4778</w:t>
      </w:r>
      <w:r>
        <w:tab/>
        <w:t>1.013e0</w:t>
      </w:r>
    </w:p>
    <w:p w14:paraId="275E8610" w14:textId="77777777" w:rsidR="006D4449" w:rsidRDefault="006D4449" w:rsidP="006D4449">
      <w:r>
        <w:t>317.4811</w:t>
      </w:r>
      <w:r>
        <w:tab/>
        <w:t>2.025e0</w:t>
      </w:r>
    </w:p>
    <w:p w14:paraId="7049E1A9" w14:textId="77777777" w:rsidR="006D4449" w:rsidRDefault="006D4449" w:rsidP="006D4449">
      <w:r>
        <w:t>317.5342</w:t>
      </w:r>
      <w:r>
        <w:tab/>
        <w:t>1.013e0</w:t>
      </w:r>
    </w:p>
    <w:p w14:paraId="5D630608" w14:textId="77777777" w:rsidR="006D4449" w:rsidRDefault="006D4449" w:rsidP="006D4449">
      <w:r>
        <w:t>317.5506</w:t>
      </w:r>
      <w:r>
        <w:tab/>
        <w:t>1.013e0</w:t>
      </w:r>
    </w:p>
    <w:p w14:paraId="3AEB41A4" w14:textId="77777777" w:rsidR="006D4449" w:rsidRDefault="006D4449" w:rsidP="006D4449">
      <w:r>
        <w:t>317.5562</w:t>
      </w:r>
      <w:r>
        <w:tab/>
        <w:t>2.025e0</w:t>
      </w:r>
    </w:p>
    <w:p w14:paraId="6E41F728" w14:textId="77777777" w:rsidR="006D4449" w:rsidRDefault="006D4449" w:rsidP="006D4449">
      <w:r>
        <w:t>317.5583</w:t>
      </w:r>
      <w:r>
        <w:tab/>
        <w:t>1.013e0</w:t>
      </w:r>
    </w:p>
    <w:p w14:paraId="73B3BDC7" w14:textId="77777777" w:rsidR="006D4449" w:rsidRDefault="006D4449" w:rsidP="006D4449">
      <w:r>
        <w:t>317.5961</w:t>
      </w:r>
      <w:r>
        <w:tab/>
        <w:t>2.025e0</w:t>
      </w:r>
    </w:p>
    <w:p w14:paraId="51846C0F" w14:textId="77777777" w:rsidR="006D4449" w:rsidRDefault="006D4449" w:rsidP="006D4449">
      <w:r>
        <w:t>317.6067</w:t>
      </w:r>
      <w:r>
        <w:tab/>
        <w:t>1.013e0</w:t>
      </w:r>
    </w:p>
    <w:p w14:paraId="60326386" w14:textId="77777777" w:rsidR="006D4449" w:rsidRDefault="006D4449" w:rsidP="006D4449">
      <w:r>
        <w:t>317.6120</w:t>
      </w:r>
      <w:r>
        <w:tab/>
        <w:t>1.013e0</w:t>
      </w:r>
    </w:p>
    <w:p w14:paraId="0820F0FD" w14:textId="77777777" w:rsidR="006D4449" w:rsidRDefault="006D4449" w:rsidP="006D4449">
      <w:r>
        <w:lastRenderedPageBreak/>
        <w:t>317.6199</w:t>
      </w:r>
      <w:r>
        <w:tab/>
        <w:t>2.025e0</w:t>
      </w:r>
    </w:p>
    <w:p w14:paraId="72C9BD33" w14:textId="77777777" w:rsidR="006D4449" w:rsidRDefault="006D4449" w:rsidP="006D4449">
      <w:r>
        <w:t>317.6389</w:t>
      </w:r>
      <w:r>
        <w:tab/>
        <w:t>1.013e0</w:t>
      </w:r>
    </w:p>
    <w:p w14:paraId="406C3C92" w14:textId="77777777" w:rsidR="006D4449" w:rsidRDefault="006D4449" w:rsidP="006D4449">
      <w:r>
        <w:t>317.6517</w:t>
      </w:r>
      <w:r>
        <w:tab/>
        <w:t>2.025e0</w:t>
      </w:r>
    </w:p>
    <w:p w14:paraId="135C8E60" w14:textId="77777777" w:rsidR="006D4449" w:rsidRDefault="006D4449" w:rsidP="006D4449">
      <w:r>
        <w:t>317.6569</w:t>
      </w:r>
      <w:r>
        <w:tab/>
        <w:t>2.025e0</w:t>
      </w:r>
    </w:p>
    <w:p w14:paraId="60CEAA7A" w14:textId="77777777" w:rsidR="006D4449" w:rsidRDefault="006D4449" w:rsidP="006D4449">
      <w:r>
        <w:t>317.6770</w:t>
      </w:r>
      <w:r>
        <w:tab/>
        <w:t>2.025e0</w:t>
      </w:r>
    </w:p>
    <w:p w14:paraId="736EED99" w14:textId="77777777" w:rsidR="006D4449" w:rsidRDefault="006D4449" w:rsidP="006D4449">
      <w:r>
        <w:t>317.7083</w:t>
      </w:r>
      <w:r>
        <w:tab/>
        <w:t>3.038e0</w:t>
      </w:r>
    </w:p>
    <w:p w14:paraId="019DFA47" w14:textId="77777777" w:rsidR="006D4449" w:rsidRDefault="006D4449" w:rsidP="006D4449">
      <w:r>
        <w:t>317.7388</w:t>
      </w:r>
      <w:r>
        <w:tab/>
        <w:t>1.013e0</w:t>
      </w:r>
    </w:p>
    <w:p w14:paraId="2497144A" w14:textId="77777777" w:rsidR="006D4449" w:rsidRDefault="006D4449" w:rsidP="006D4449">
      <w:r>
        <w:t>317.7813</w:t>
      </w:r>
      <w:r>
        <w:tab/>
        <w:t>1.013e0</w:t>
      </w:r>
    </w:p>
    <w:p w14:paraId="52F231F3" w14:textId="77777777" w:rsidR="006D4449" w:rsidRDefault="006D4449" w:rsidP="006D4449">
      <w:r>
        <w:t>317.7917</w:t>
      </w:r>
      <w:r>
        <w:tab/>
        <w:t>2.025e0</w:t>
      </w:r>
    </w:p>
    <w:p w14:paraId="30731F2B" w14:textId="77777777" w:rsidR="006D4449" w:rsidRDefault="006D4449" w:rsidP="006D4449">
      <w:r>
        <w:t>317.7976</w:t>
      </w:r>
      <w:r>
        <w:tab/>
        <w:t>2.025e0</w:t>
      </w:r>
    </w:p>
    <w:p w14:paraId="4B7F755C" w14:textId="77777777" w:rsidR="006D4449" w:rsidRDefault="006D4449" w:rsidP="006D4449">
      <w:r>
        <w:t>317.8257</w:t>
      </w:r>
      <w:r>
        <w:tab/>
        <w:t>1.013e0</w:t>
      </w:r>
    </w:p>
    <w:p w14:paraId="73C621DC" w14:textId="77777777" w:rsidR="006D4449" w:rsidRDefault="006D4449" w:rsidP="006D4449">
      <w:r>
        <w:t>317.8423</w:t>
      </w:r>
      <w:r>
        <w:tab/>
        <w:t>1.013e0</w:t>
      </w:r>
    </w:p>
    <w:p w14:paraId="130DF427" w14:textId="77777777" w:rsidR="006D4449" w:rsidRDefault="006D4449" w:rsidP="006D4449">
      <w:r>
        <w:t>317.8954</w:t>
      </w:r>
      <w:r>
        <w:tab/>
        <w:t>1.013e0</w:t>
      </w:r>
    </w:p>
    <w:p w14:paraId="195C4021" w14:textId="77777777" w:rsidR="006D4449" w:rsidRDefault="006D4449" w:rsidP="006D4449">
      <w:r>
        <w:t>317.9144</w:t>
      </w:r>
      <w:r>
        <w:tab/>
        <w:t>1.013e0</w:t>
      </w:r>
    </w:p>
    <w:p w14:paraId="0315022A" w14:textId="77777777" w:rsidR="006D4449" w:rsidRDefault="006D4449" w:rsidP="006D4449">
      <w:r>
        <w:t>317.9170</w:t>
      </w:r>
      <w:r>
        <w:tab/>
        <w:t>1.013e0</w:t>
      </w:r>
    </w:p>
    <w:p w14:paraId="5800C65F" w14:textId="77777777" w:rsidR="006D4449" w:rsidRDefault="006D4449" w:rsidP="006D4449">
      <w:r>
        <w:t>317.9304</w:t>
      </w:r>
      <w:r>
        <w:tab/>
        <w:t>2.025e0</w:t>
      </w:r>
    </w:p>
    <w:p w14:paraId="30C6FE6F" w14:textId="77777777" w:rsidR="006D4449" w:rsidRDefault="006D4449" w:rsidP="006D4449">
      <w:r>
        <w:t>317.9385</w:t>
      </w:r>
      <w:r>
        <w:tab/>
        <w:t>1.013e0</w:t>
      </w:r>
    </w:p>
    <w:p w14:paraId="5D1BC396" w14:textId="77777777" w:rsidR="006D4449" w:rsidRDefault="006D4449" w:rsidP="006D4449">
      <w:r>
        <w:t>317.9734</w:t>
      </w:r>
      <w:r>
        <w:tab/>
        <w:t>3.038e0</w:t>
      </w:r>
    </w:p>
    <w:p w14:paraId="0D2B347A" w14:textId="77777777" w:rsidR="006D4449" w:rsidRDefault="006D4449" w:rsidP="006D4449">
      <w:r>
        <w:t>317.9750</w:t>
      </w:r>
      <w:r>
        <w:tab/>
        <w:t>4.051e0</w:t>
      </w:r>
    </w:p>
    <w:p w14:paraId="4D88DDC6" w14:textId="77777777" w:rsidR="006D4449" w:rsidRDefault="006D4449" w:rsidP="006D4449">
      <w:r>
        <w:lastRenderedPageBreak/>
        <w:t>317.9870</w:t>
      </w:r>
      <w:r>
        <w:tab/>
        <w:t>2.025e0</w:t>
      </w:r>
    </w:p>
    <w:p w14:paraId="16B0CA47" w14:textId="77777777" w:rsidR="006D4449" w:rsidRDefault="006D4449" w:rsidP="006D4449">
      <w:r>
        <w:t>318.0124</w:t>
      </w:r>
      <w:r>
        <w:tab/>
        <w:t>2.025e0</w:t>
      </w:r>
    </w:p>
    <w:p w14:paraId="174CB500" w14:textId="77777777" w:rsidR="006D4449" w:rsidRDefault="006D4449" w:rsidP="006D4449">
      <w:r>
        <w:t>318.0254</w:t>
      </w:r>
      <w:r>
        <w:tab/>
        <w:t>4.051e0</w:t>
      </w:r>
    </w:p>
    <w:p w14:paraId="74C8851B" w14:textId="77777777" w:rsidR="006D4449" w:rsidRDefault="006D4449" w:rsidP="006D4449">
      <w:r>
        <w:t>318.0367</w:t>
      </w:r>
      <w:r>
        <w:tab/>
        <w:t>2.025e0</w:t>
      </w:r>
    </w:p>
    <w:p w14:paraId="4BA76148" w14:textId="77777777" w:rsidR="006D4449" w:rsidRDefault="006D4449" w:rsidP="006D4449">
      <w:r>
        <w:t>318.0403</w:t>
      </w:r>
      <w:r>
        <w:tab/>
        <w:t>1.316e0</w:t>
      </w:r>
    </w:p>
    <w:p w14:paraId="6F4BE663" w14:textId="77777777" w:rsidR="006D4449" w:rsidRDefault="006D4449" w:rsidP="006D4449">
      <w:r>
        <w:t>318.0550</w:t>
      </w:r>
      <w:r>
        <w:tab/>
        <w:t>1.013e0</w:t>
      </w:r>
    </w:p>
    <w:p w14:paraId="4DD25EFF" w14:textId="77777777" w:rsidR="006D4449" w:rsidRDefault="006D4449" w:rsidP="006D4449">
      <w:r>
        <w:t>318.0702</w:t>
      </w:r>
      <w:r>
        <w:tab/>
        <w:t>2.025e0</w:t>
      </w:r>
    </w:p>
    <w:p w14:paraId="1A93405E" w14:textId="77777777" w:rsidR="006D4449" w:rsidRDefault="006D4449" w:rsidP="006D4449">
      <w:r>
        <w:t>318.0794</w:t>
      </w:r>
      <w:r>
        <w:tab/>
        <w:t>1.013e0</w:t>
      </w:r>
    </w:p>
    <w:p w14:paraId="1E1926EC" w14:textId="77777777" w:rsidR="006D4449" w:rsidRDefault="006D4449" w:rsidP="006D4449">
      <w:r>
        <w:t>318.0838</w:t>
      </w:r>
      <w:r>
        <w:tab/>
        <w:t>1.013e0</w:t>
      </w:r>
    </w:p>
    <w:p w14:paraId="45F6FE3B" w14:textId="77777777" w:rsidR="006D4449" w:rsidRDefault="006D4449" w:rsidP="006D4449">
      <w:r>
        <w:t>318.0856</w:t>
      </w:r>
      <w:r>
        <w:tab/>
        <w:t>2.025e0</w:t>
      </w:r>
    </w:p>
    <w:p w14:paraId="2F83F6C0" w14:textId="77777777" w:rsidR="006D4449" w:rsidRDefault="006D4449" w:rsidP="006D4449">
      <w:r>
        <w:t>318.0909</w:t>
      </w:r>
      <w:r>
        <w:tab/>
        <w:t>1.013e0</w:t>
      </w:r>
    </w:p>
    <w:p w14:paraId="749DEB01" w14:textId="77777777" w:rsidR="006D4449" w:rsidRDefault="006D4449" w:rsidP="006D4449">
      <w:r>
        <w:t>318.1498</w:t>
      </w:r>
      <w:r>
        <w:tab/>
        <w:t>5.955e0</w:t>
      </w:r>
    </w:p>
    <w:p w14:paraId="694D7B99" w14:textId="77777777" w:rsidR="006D4449" w:rsidRDefault="006D4449" w:rsidP="006D4449">
      <w:r>
        <w:t>318.1672</w:t>
      </w:r>
      <w:r>
        <w:tab/>
        <w:t>7.826e0</w:t>
      </w:r>
    </w:p>
    <w:p w14:paraId="5C8B8EB2" w14:textId="77777777" w:rsidR="006D4449" w:rsidRDefault="006D4449" w:rsidP="006D4449">
      <w:r>
        <w:t>318.1956</w:t>
      </w:r>
      <w:r>
        <w:tab/>
        <w:t>2.025e0</w:t>
      </w:r>
    </w:p>
    <w:p w14:paraId="70EE3501" w14:textId="77777777" w:rsidR="006D4449" w:rsidRDefault="006D4449" w:rsidP="006D4449">
      <w:r>
        <w:t>318.2042</w:t>
      </w:r>
      <w:r>
        <w:tab/>
        <w:t>2.025e0</w:t>
      </w:r>
    </w:p>
    <w:p w14:paraId="7D74483E" w14:textId="77777777" w:rsidR="006D4449" w:rsidRDefault="006D4449" w:rsidP="006D4449">
      <w:r>
        <w:t>318.2066</w:t>
      </w:r>
      <w:r>
        <w:tab/>
        <w:t>2.025e0</w:t>
      </w:r>
    </w:p>
    <w:p w14:paraId="71046D7A" w14:textId="77777777" w:rsidR="006D4449" w:rsidRDefault="006D4449" w:rsidP="006D4449">
      <w:r>
        <w:t>318.2334</w:t>
      </w:r>
      <w:r>
        <w:tab/>
        <w:t>2.025e0</w:t>
      </w:r>
    </w:p>
    <w:p w14:paraId="51E8E45E" w14:textId="77777777" w:rsidR="006D4449" w:rsidRDefault="006D4449" w:rsidP="006D4449">
      <w:r>
        <w:t>318.2447</w:t>
      </w:r>
      <w:r>
        <w:tab/>
        <w:t>3.038e0</w:t>
      </w:r>
    </w:p>
    <w:p w14:paraId="6E8DDE82" w14:textId="77777777" w:rsidR="006D4449" w:rsidRDefault="006D4449" w:rsidP="006D4449">
      <w:r>
        <w:t>318.2506</w:t>
      </w:r>
      <w:r>
        <w:tab/>
        <w:t>1.013e0</w:t>
      </w:r>
    </w:p>
    <w:p w14:paraId="539E24CD" w14:textId="77777777" w:rsidR="006D4449" w:rsidRDefault="006D4449" w:rsidP="006D4449">
      <w:r>
        <w:lastRenderedPageBreak/>
        <w:t>318.2520</w:t>
      </w:r>
      <w:r>
        <w:tab/>
        <w:t>1.013e0</w:t>
      </w:r>
    </w:p>
    <w:p w14:paraId="74F6A4CF" w14:textId="77777777" w:rsidR="006D4449" w:rsidRDefault="006D4449" w:rsidP="006D4449">
      <w:r>
        <w:t>318.2827</w:t>
      </w:r>
      <w:r>
        <w:tab/>
        <w:t>2.025e0</w:t>
      </w:r>
    </w:p>
    <w:p w14:paraId="351D9F52" w14:textId="77777777" w:rsidR="006D4449" w:rsidRDefault="006D4449" w:rsidP="006D4449">
      <w:r>
        <w:t>318.2918</w:t>
      </w:r>
      <w:r>
        <w:tab/>
        <w:t>2.025e0</w:t>
      </w:r>
    </w:p>
    <w:p w14:paraId="4C75EC06" w14:textId="77777777" w:rsidR="006D4449" w:rsidRDefault="006D4449" w:rsidP="006D4449">
      <w:r>
        <w:t>318.3038</w:t>
      </w:r>
      <w:r>
        <w:tab/>
        <w:t>1.013e0</w:t>
      </w:r>
    </w:p>
    <w:p w14:paraId="62EC76D9" w14:textId="77777777" w:rsidR="006D4449" w:rsidRDefault="006D4449" w:rsidP="006D4449">
      <w:r>
        <w:t>318.3318</w:t>
      </w:r>
      <w:r>
        <w:tab/>
        <w:t>2.025e0</w:t>
      </w:r>
    </w:p>
    <w:p w14:paraId="2498466A" w14:textId="77777777" w:rsidR="006D4449" w:rsidRDefault="006D4449" w:rsidP="006D4449">
      <w:r>
        <w:t>318.3416</w:t>
      </w:r>
      <w:r>
        <w:tab/>
        <w:t>1.013e0</w:t>
      </w:r>
    </w:p>
    <w:p w14:paraId="00D21359" w14:textId="77777777" w:rsidR="006D4449" w:rsidRDefault="006D4449" w:rsidP="006D4449">
      <w:r>
        <w:t>318.3485</w:t>
      </w:r>
      <w:r>
        <w:tab/>
        <w:t>1.013e0</w:t>
      </w:r>
    </w:p>
    <w:p w14:paraId="163CF1B6" w14:textId="77777777" w:rsidR="006D4449" w:rsidRDefault="006D4449" w:rsidP="006D4449">
      <w:r>
        <w:t>318.3556</w:t>
      </w:r>
      <w:r>
        <w:tab/>
        <w:t>1.013e0</w:t>
      </w:r>
    </w:p>
    <w:p w14:paraId="3B118552" w14:textId="77777777" w:rsidR="006D4449" w:rsidRDefault="006D4449" w:rsidP="006D4449">
      <w:r>
        <w:t>318.3685</w:t>
      </w:r>
      <w:r>
        <w:tab/>
        <w:t>1.013e0</w:t>
      </w:r>
    </w:p>
    <w:p w14:paraId="2A347498" w14:textId="77777777" w:rsidR="006D4449" w:rsidRDefault="006D4449" w:rsidP="006D4449">
      <w:r>
        <w:t>318.3786</w:t>
      </w:r>
      <w:r>
        <w:tab/>
        <w:t>1.013e0</w:t>
      </w:r>
    </w:p>
    <w:p w14:paraId="3969A643" w14:textId="77777777" w:rsidR="006D4449" w:rsidRDefault="006D4449" w:rsidP="006D4449">
      <w:r>
        <w:t>318.4118</w:t>
      </w:r>
      <w:r>
        <w:tab/>
        <w:t>1.013e0</w:t>
      </w:r>
    </w:p>
    <w:p w14:paraId="251C3747" w14:textId="77777777" w:rsidR="006D4449" w:rsidRDefault="006D4449" w:rsidP="006D4449">
      <w:r>
        <w:t>318.4182</w:t>
      </w:r>
      <w:r>
        <w:tab/>
        <w:t>1.013e0</w:t>
      </w:r>
    </w:p>
    <w:p w14:paraId="46815797" w14:textId="77777777" w:rsidR="006D4449" w:rsidRDefault="006D4449" w:rsidP="006D4449">
      <w:r>
        <w:t>318.4636</w:t>
      </w:r>
      <w:r>
        <w:tab/>
        <w:t>1.013e0</w:t>
      </w:r>
    </w:p>
    <w:p w14:paraId="6B0A098E" w14:textId="77777777" w:rsidR="006D4449" w:rsidRDefault="006D4449" w:rsidP="006D4449">
      <w:r>
        <w:t>318.4787</w:t>
      </w:r>
      <w:r>
        <w:tab/>
        <w:t>1.013e0</w:t>
      </w:r>
    </w:p>
    <w:p w14:paraId="7B1D7449" w14:textId="77777777" w:rsidR="006D4449" w:rsidRDefault="006D4449" w:rsidP="006D4449">
      <w:r>
        <w:t>318.5110</w:t>
      </w:r>
      <w:r>
        <w:tab/>
        <w:t>1.013e0</w:t>
      </w:r>
    </w:p>
    <w:p w14:paraId="3402FD58" w14:textId="77777777" w:rsidR="006D4449" w:rsidRDefault="006D4449" w:rsidP="006D4449">
      <w:r>
        <w:t>318.5399</w:t>
      </w:r>
      <w:r>
        <w:tab/>
        <w:t>1.013e0</w:t>
      </w:r>
    </w:p>
    <w:p w14:paraId="71BDF74D" w14:textId="77777777" w:rsidR="006D4449" w:rsidRDefault="006D4449" w:rsidP="006D4449">
      <w:r>
        <w:t>318.5720</w:t>
      </w:r>
      <w:r>
        <w:tab/>
        <w:t>2.025e0</w:t>
      </w:r>
    </w:p>
    <w:p w14:paraId="1FC5391D" w14:textId="77777777" w:rsidR="006D4449" w:rsidRDefault="006D4449" w:rsidP="006D4449">
      <w:r>
        <w:t>318.5731</w:t>
      </w:r>
      <w:r>
        <w:tab/>
        <w:t>1.013e0</w:t>
      </w:r>
    </w:p>
    <w:p w14:paraId="6C2CD5FD" w14:textId="77777777" w:rsidR="006D4449" w:rsidRDefault="006D4449" w:rsidP="006D4449">
      <w:r>
        <w:t>318.6077</w:t>
      </w:r>
      <w:r>
        <w:tab/>
        <w:t>1.013e0</w:t>
      </w:r>
    </w:p>
    <w:p w14:paraId="0F1A3D8E" w14:textId="77777777" w:rsidR="006D4449" w:rsidRDefault="006D4449" w:rsidP="006D4449">
      <w:r>
        <w:lastRenderedPageBreak/>
        <w:t>318.6313</w:t>
      </w:r>
      <w:r>
        <w:tab/>
        <w:t>3.038e0</w:t>
      </w:r>
    </w:p>
    <w:p w14:paraId="7CB820C3" w14:textId="77777777" w:rsidR="006D4449" w:rsidRDefault="006D4449" w:rsidP="006D4449">
      <w:r>
        <w:t>318.6345</w:t>
      </w:r>
      <w:r>
        <w:tab/>
        <w:t>1.013e0</w:t>
      </w:r>
    </w:p>
    <w:p w14:paraId="3ECDD12D" w14:textId="77777777" w:rsidR="006D4449" w:rsidRDefault="006D4449" w:rsidP="006D4449">
      <w:r>
        <w:t>318.6682</w:t>
      </w:r>
      <w:r>
        <w:tab/>
        <w:t>1.013e0</w:t>
      </w:r>
    </w:p>
    <w:p w14:paraId="78DE7A65" w14:textId="77777777" w:rsidR="006D4449" w:rsidRDefault="006D4449" w:rsidP="006D4449">
      <w:r>
        <w:t>318.6723</w:t>
      </w:r>
      <w:r>
        <w:tab/>
        <w:t>1.013e0</w:t>
      </w:r>
    </w:p>
    <w:p w14:paraId="0A0A66BC" w14:textId="77777777" w:rsidR="006D4449" w:rsidRDefault="006D4449" w:rsidP="006D4449">
      <w:r>
        <w:t>318.6924</w:t>
      </w:r>
      <w:r>
        <w:tab/>
        <w:t>3.038e0</w:t>
      </w:r>
    </w:p>
    <w:p w14:paraId="4C13FF75" w14:textId="77777777" w:rsidR="006D4449" w:rsidRDefault="006D4449" w:rsidP="006D4449">
      <w:r>
        <w:t>318.7206</w:t>
      </w:r>
      <w:r>
        <w:tab/>
        <w:t>1.013e0</w:t>
      </w:r>
    </w:p>
    <w:p w14:paraId="363BF815" w14:textId="77777777" w:rsidR="006D4449" w:rsidRDefault="006D4449" w:rsidP="006D4449">
      <w:r>
        <w:t>318.7280</w:t>
      </w:r>
      <w:r>
        <w:tab/>
        <w:t>3.038e0</w:t>
      </w:r>
    </w:p>
    <w:p w14:paraId="35A90988" w14:textId="77777777" w:rsidR="006D4449" w:rsidRDefault="006D4449" w:rsidP="006D4449">
      <w:r>
        <w:t>318.7920</w:t>
      </w:r>
      <w:r>
        <w:tab/>
        <w:t>1.013e0</w:t>
      </w:r>
    </w:p>
    <w:p w14:paraId="30DF8052" w14:textId="77777777" w:rsidR="006D4449" w:rsidRDefault="006D4449" w:rsidP="006D4449">
      <w:r>
        <w:t>318.8093</w:t>
      </w:r>
      <w:r>
        <w:tab/>
        <w:t>1.013e0</w:t>
      </w:r>
    </w:p>
    <w:p w14:paraId="094AA26F" w14:textId="77777777" w:rsidR="006D4449" w:rsidRDefault="006D4449" w:rsidP="006D4449">
      <w:r>
        <w:t>318.8164</w:t>
      </w:r>
      <w:r>
        <w:tab/>
        <w:t>1.013e0</w:t>
      </w:r>
    </w:p>
    <w:p w14:paraId="0F462B3C" w14:textId="77777777" w:rsidR="006D4449" w:rsidRDefault="006D4449" w:rsidP="006D4449">
      <w:r>
        <w:t>318.8452</w:t>
      </w:r>
      <w:r>
        <w:tab/>
        <w:t>1.013e0</w:t>
      </w:r>
    </w:p>
    <w:p w14:paraId="11F54509" w14:textId="77777777" w:rsidR="006D4449" w:rsidRDefault="006D4449" w:rsidP="006D4449">
      <w:r>
        <w:t>318.8842</w:t>
      </w:r>
      <w:r>
        <w:tab/>
        <w:t>1.715e1</w:t>
      </w:r>
    </w:p>
    <w:p w14:paraId="09663281" w14:textId="77777777" w:rsidR="006D4449" w:rsidRDefault="006D4449" w:rsidP="006D4449">
      <w:r>
        <w:t>318.8891</w:t>
      </w:r>
      <w:r>
        <w:tab/>
        <w:t>4.051e0</w:t>
      </w:r>
    </w:p>
    <w:p w14:paraId="30AC363D" w14:textId="77777777" w:rsidR="006D4449" w:rsidRDefault="006D4449" w:rsidP="006D4449">
      <w:r>
        <w:t>318.9144</w:t>
      </w:r>
      <w:r>
        <w:tab/>
        <w:t>2.025e0</w:t>
      </w:r>
    </w:p>
    <w:p w14:paraId="59A97E8D" w14:textId="77777777" w:rsidR="006D4449" w:rsidRDefault="006D4449" w:rsidP="006D4449">
      <w:r>
        <w:t>318.9451</w:t>
      </w:r>
      <w:r>
        <w:tab/>
        <w:t>2.025e0</w:t>
      </w:r>
    </w:p>
    <w:p w14:paraId="5668D07F" w14:textId="77777777" w:rsidR="006D4449" w:rsidRDefault="006D4449" w:rsidP="006D4449">
      <w:r>
        <w:t>318.9635</w:t>
      </w:r>
      <w:r>
        <w:tab/>
        <w:t>4.051e0</w:t>
      </w:r>
    </w:p>
    <w:p w14:paraId="0E1379D9" w14:textId="77777777" w:rsidR="006D4449" w:rsidRDefault="006D4449" w:rsidP="006D4449">
      <w:r>
        <w:t>318.9652</w:t>
      </w:r>
      <w:r>
        <w:tab/>
        <w:t>6.076e0</w:t>
      </w:r>
    </w:p>
    <w:p w14:paraId="1C3627EA" w14:textId="77777777" w:rsidR="006D4449" w:rsidRDefault="006D4449" w:rsidP="006D4449">
      <w:r>
        <w:t>318.9757</w:t>
      </w:r>
      <w:r>
        <w:tab/>
        <w:t>5.063e0</w:t>
      </w:r>
    </w:p>
    <w:p w14:paraId="64A60AAE" w14:textId="77777777" w:rsidR="006D4449" w:rsidRDefault="006D4449" w:rsidP="006D4449">
      <w:r>
        <w:t>318.9854</w:t>
      </w:r>
      <w:r>
        <w:tab/>
        <w:t>1.013e0</w:t>
      </w:r>
    </w:p>
    <w:p w14:paraId="50F4AAC6" w14:textId="77777777" w:rsidR="006D4449" w:rsidRDefault="006D4449" w:rsidP="006D4449">
      <w:r>
        <w:lastRenderedPageBreak/>
        <w:t>318.9919</w:t>
      </w:r>
      <w:r>
        <w:tab/>
        <w:t>2.025e0</w:t>
      </w:r>
    </w:p>
    <w:p w14:paraId="5548478B" w14:textId="77777777" w:rsidR="006D4449" w:rsidRDefault="006D4449" w:rsidP="006D4449">
      <w:r>
        <w:t>319.0009</w:t>
      </w:r>
      <w:r>
        <w:tab/>
        <w:t>2.025e0</w:t>
      </w:r>
    </w:p>
    <w:p w14:paraId="50ED82A0" w14:textId="77777777" w:rsidR="006D4449" w:rsidRDefault="006D4449" w:rsidP="006D4449">
      <w:r>
        <w:t>319.0150</w:t>
      </w:r>
      <w:r>
        <w:tab/>
        <w:t>2.025e0</w:t>
      </w:r>
    </w:p>
    <w:p w14:paraId="42B919E1" w14:textId="77777777" w:rsidR="006D4449" w:rsidRDefault="006D4449" w:rsidP="006D4449">
      <w:r>
        <w:t>319.0327</w:t>
      </w:r>
      <w:r>
        <w:tab/>
        <w:t>3.038e0</w:t>
      </w:r>
    </w:p>
    <w:p w14:paraId="522299D7" w14:textId="77777777" w:rsidR="006D4449" w:rsidRDefault="006D4449" w:rsidP="006D4449">
      <w:r>
        <w:t>319.0477</w:t>
      </w:r>
      <w:r>
        <w:tab/>
        <w:t>3.038e0</w:t>
      </w:r>
    </w:p>
    <w:p w14:paraId="1474A36D" w14:textId="77777777" w:rsidR="006D4449" w:rsidRDefault="006D4449" w:rsidP="006D4449">
      <w:r>
        <w:t>319.0638</w:t>
      </w:r>
      <w:r>
        <w:tab/>
        <w:t>4.051e0</w:t>
      </w:r>
    </w:p>
    <w:p w14:paraId="59AE49AA" w14:textId="77777777" w:rsidR="006D4449" w:rsidRDefault="006D4449" w:rsidP="006D4449">
      <w:r>
        <w:t>319.0671</w:t>
      </w:r>
      <w:r>
        <w:tab/>
        <w:t>5.063e0</w:t>
      </w:r>
    </w:p>
    <w:p w14:paraId="0E4CDA06" w14:textId="77777777" w:rsidR="006D4449" w:rsidRDefault="006D4449" w:rsidP="006D4449">
      <w:r>
        <w:t>319.0701</w:t>
      </w:r>
      <w:r>
        <w:tab/>
        <w:t>3.038e0</w:t>
      </w:r>
    </w:p>
    <w:p w14:paraId="3554D4CC" w14:textId="77777777" w:rsidR="006D4449" w:rsidRDefault="006D4449" w:rsidP="006D4449">
      <w:r>
        <w:t>319.0739</w:t>
      </w:r>
      <w:r>
        <w:tab/>
        <w:t>4.051e0</w:t>
      </w:r>
    </w:p>
    <w:p w14:paraId="12746DEE" w14:textId="77777777" w:rsidR="006D4449" w:rsidRDefault="006D4449" w:rsidP="006D4449">
      <w:r>
        <w:t>319.1025</w:t>
      </w:r>
      <w:r>
        <w:tab/>
        <w:t>5.001e0</w:t>
      </w:r>
    </w:p>
    <w:p w14:paraId="17A9F272" w14:textId="77777777" w:rsidR="006D4449" w:rsidRDefault="006D4449" w:rsidP="006D4449">
      <w:r>
        <w:t>319.1264</w:t>
      </w:r>
      <w:r>
        <w:tab/>
        <w:t>1.013e0</w:t>
      </w:r>
    </w:p>
    <w:p w14:paraId="6DC6AE9E" w14:textId="77777777" w:rsidR="006D4449" w:rsidRDefault="006D4449" w:rsidP="006D4449">
      <w:r>
        <w:t>319.1462</w:t>
      </w:r>
      <w:r>
        <w:tab/>
        <w:t>1.713e0</w:t>
      </w:r>
    </w:p>
    <w:p w14:paraId="7A25CDDE" w14:textId="77777777" w:rsidR="006D4449" w:rsidRDefault="006D4449" w:rsidP="006D4449">
      <w:r>
        <w:t>319.1479</w:t>
      </w:r>
      <w:r>
        <w:tab/>
        <w:t>2.025e0</w:t>
      </w:r>
    </w:p>
    <w:p w14:paraId="1757C233" w14:textId="77777777" w:rsidR="006D4449" w:rsidRDefault="006D4449" w:rsidP="006D4449">
      <w:r>
        <w:t>319.1539</w:t>
      </w:r>
      <w:r>
        <w:tab/>
        <w:t>2.282e0</w:t>
      </w:r>
    </w:p>
    <w:p w14:paraId="1CC1DE72" w14:textId="77777777" w:rsidR="006D4449" w:rsidRDefault="006D4449" w:rsidP="006D4449">
      <w:r>
        <w:t>319.1670</w:t>
      </w:r>
      <w:r>
        <w:tab/>
        <w:t>1.842e0</w:t>
      </w:r>
    </w:p>
    <w:p w14:paraId="547F6C91" w14:textId="77777777" w:rsidR="006D4449" w:rsidRDefault="006D4449" w:rsidP="006D4449">
      <w:r>
        <w:t>319.1904</w:t>
      </w:r>
      <w:r>
        <w:tab/>
        <w:t>2.025e0</w:t>
      </w:r>
    </w:p>
    <w:p w14:paraId="3774D683" w14:textId="77777777" w:rsidR="006D4449" w:rsidRDefault="006D4449" w:rsidP="006D4449">
      <w:r>
        <w:t>319.2037</w:t>
      </w:r>
      <w:r>
        <w:tab/>
        <w:t>3.038e0</w:t>
      </w:r>
    </w:p>
    <w:p w14:paraId="18561F48" w14:textId="77777777" w:rsidR="006D4449" w:rsidRDefault="006D4449" w:rsidP="006D4449">
      <w:r>
        <w:t>319.2354</w:t>
      </w:r>
      <w:r>
        <w:tab/>
        <w:t>4.051e0</w:t>
      </w:r>
    </w:p>
    <w:p w14:paraId="3AFACFC5" w14:textId="77777777" w:rsidR="006D4449" w:rsidRDefault="006D4449" w:rsidP="006D4449">
      <w:r>
        <w:t>319.2374</w:t>
      </w:r>
      <w:r>
        <w:tab/>
        <w:t>1.013e0</w:t>
      </w:r>
    </w:p>
    <w:p w14:paraId="43017E66" w14:textId="77777777" w:rsidR="006D4449" w:rsidRDefault="006D4449" w:rsidP="006D4449">
      <w:r>
        <w:lastRenderedPageBreak/>
        <w:t>319.2490</w:t>
      </w:r>
      <w:r>
        <w:tab/>
        <w:t>1.013e0</w:t>
      </w:r>
    </w:p>
    <w:p w14:paraId="2B5AF3FC" w14:textId="77777777" w:rsidR="006D4449" w:rsidRDefault="006D4449" w:rsidP="006D4449">
      <w:r>
        <w:t>319.2741</w:t>
      </w:r>
      <w:r>
        <w:tab/>
        <w:t>2.025e0</w:t>
      </w:r>
    </w:p>
    <w:p w14:paraId="5B4ED7B9" w14:textId="77777777" w:rsidR="006D4449" w:rsidRDefault="006D4449" w:rsidP="006D4449">
      <w:r>
        <w:t>319.2776</w:t>
      </w:r>
      <w:r>
        <w:tab/>
        <w:t>2.025e0</w:t>
      </w:r>
    </w:p>
    <w:p w14:paraId="7AB6B17D" w14:textId="77777777" w:rsidR="006D4449" w:rsidRDefault="006D4449" w:rsidP="006D4449">
      <w:r>
        <w:t>319.2839</w:t>
      </w:r>
      <w:r>
        <w:tab/>
        <w:t>1.013e0</w:t>
      </w:r>
    </w:p>
    <w:p w14:paraId="4DC40E15" w14:textId="77777777" w:rsidR="006D4449" w:rsidRDefault="006D4449" w:rsidP="006D4449">
      <w:r>
        <w:t>319.2853</w:t>
      </w:r>
      <w:r>
        <w:tab/>
        <w:t>1.013e0</w:t>
      </w:r>
    </w:p>
    <w:p w14:paraId="755D1743" w14:textId="77777777" w:rsidR="006D4449" w:rsidRDefault="006D4449" w:rsidP="006D4449">
      <w:r>
        <w:t>319.3081</w:t>
      </w:r>
      <w:r>
        <w:tab/>
        <w:t>1.013e0</w:t>
      </w:r>
    </w:p>
    <w:p w14:paraId="0F526B2A" w14:textId="77777777" w:rsidR="006D4449" w:rsidRDefault="006D4449" w:rsidP="006D4449">
      <w:r>
        <w:t>319.3240</w:t>
      </w:r>
      <w:r>
        <w:tab/>
        <w:t>1.013e0</w:t>
      </w:r>
    </w:p>
    <w:p w14:paraId="67E5ED9E" w14:textId="77777777" w:rsidR="006D4449" w:rsidRDefault="006D4449" w:rsidP="006D4449">
      <w:r>
        <w:t>319.3682</w:t>
      </w:r>
      <w:r>
        <w:tab/>
        <w:t>3.038e0</w:t>
      </w:r>
    </w:p>
    <w:p w14:paraId="7AD9AB8C" w14:textId="77777777" w:rsidR="006D4449" w:rsidRDefault="006D4449" w:rsidP="006D4449">
      <w:r>
        <w:t>319.3861</w:t>
      </w:r>
      <w:r>
        <w:tab/>
        <w:t>1.013e0</w:t>
      </w:r>
    </w:p>
    <w:p w14:paraId="0B97224F" w14:textId="77777777" w:rsidR="006D4449" w:rsidRDefault="006D4449" w:rsidP="006D4449">
      <w:r>
        <w:t>319.4171</w:t>
      </w:r>
      <w:r>
        <w:tab/>
        <w:t>1.013e0</w:t>
      </w:r>
    </w:p>
    <w:p w14:paraId="400BDB55" w14:textId="77777777" w:rsidR="006D4449" w:rsidRDefault="006D4449" w:rsidP="006D4449">
      <w:r>
        <w:t>319.4279</w:t>
      </w:r>
      <w:r>
        <w:tab/>
        <w:t>1.013e0</w:t>
      </w:r>
    </w:p>
    <w:p w14:paraId="21EA3348" w14:textId="77777777" w:rsidR="006D4449" w:rsidRDefault="006D4449" w:rsidP="006D4449">
      <w:r>
        <w:t>319.4305</w:t>
      </w:r>
      <w:r>
        <w:tab/>
        <w:t>2.025e0</w:t>
      </w:r>
    </w:p>
    <w:p w14:paraId="30BE1E1C" w14:textId="77777777" w:rsidR="006D4449" w:rsidRDefault="006D4449" w:rsidP="006D4449">
      <w:r>
        <w:t>319.4412</w:t>
      </w:r>
      <w:r>
        <w:tab/>
        <w:t>1.013e0</w:t>
      </w:r>
    </w:p>
    <w:p w14:paraId="0895E08E" w14:textId="77777777" w:rsidR="006D4449" w:rsidRDefault="006D4449" w:rsidP="006D4449">
      <w:r>
        <w:t>319.4785</w:t>
      </w:r>
      <w:r>
        <w:tab/>
        <w:t>1.013e0</w:t>
      </w:r>
    </w:p>
    <w:p w14:paraId="78D46CE4" w14:textId="77777777" w:rsidR="006D4449" w:rsidRDefault="006D4449" w:rsidP="006D4449">
      <w:r>
        <w:t>319.5355</w:t>
      </w:r>
      <w:r>
        <w:tab/>
        <w:t>2.025e0</w:t>
      </w:r>
    </w:p>
    <w:p w14:paraId="086267B5" w14:textId="77777777" w:rsidR="006D4449" w:rsidRDefault="006D4449" w:rsidP="006D4449">
      <w:r>
        <w:t>319.5400</w:t>
      </w:r>
      <w:r>
        <w:tab/>
        <w:t>2.025e0</w:t>
      </w:r>
    </w:p>
    <w:p w14:paraId="42314E6A" w14:textId="77777777" w:rsidR="006D4449" w:rsidRDefault="006D4449" w:rsidP="006D4449">
      <w:r>
        <w:t>319.5594</w:t>
      </w:r>
      <w:r>
        <w:tab/>
        <w:t>1.013e0</w:t>
      </w:r>
    </w:p>
    <w:p w14:paraId="789A132B" w14:textId="77777777" w:rsidR="006D4449" w:rsidRDefault="006D4449" w:rsidP="006D4449">
      <w:r>
        <w:t>319.5607</w:t>
      </w:r>
      <w:r>
        <w:tab/>
        <w:t>1.013e0</w:t>
      </w:r>
    </w:p>
    <w:p w14:paraId="49DE5095" w14:textId="77777777" w:rsidR="006D4449" w:rsidRDefault="006D4449" w:rsidP="006D4449">
      <w:r>
        <w:t>319.5672</w:t>
      </w:r>
      <w:r>
        <w:tab/>
        <w:t>2.025e0</w:t>
      </w:r>
    </w:p>
    <w:p w14:paraId="70C6369F" w14:textId="77777777" w:rsidR="006D4449" w:rsidRDefault="006D4449" w:rsidP="006D4449">
      <w:r>
        <w:lastRenderedPageBreak/>
        <w:t>319.6066</w:t>
      </w:r>
      <w:r>
        <w:tab/>
        <w:t>1.013e0</w:t>
      </w:r>
    </w:p>
    <w:p w14:paraId="7F2A7170" w14:textId="77777777" w:rsidR="006D4449" w:rsidRDefault="006D4449" w:rsidP="006D4449">
      <w:r>
        <w:t>319.6243</w:t>
      </w:r>
      <w:r>
        <w:tab/>
        <w:t>1.013e0</w:t>
      </w:r>
    </w:p>
    <w:p w14:paraId="1A4EC34F" w14:textId="77777777" w:rsidR="006D4449" w:rsidRDefault="006D4449" w:rsidP="006D4449">
      <w:r>
        <w:t>319.6268</w:t>
      </w:r>
      <w:r>
        <w:tab/>
        <w:t>1.013e0</w:t>
      </w:r>
    </w:p>
    <w:p w14:paraId="5AA77DA5" w14:textId="77777777" w:rsidR="006D4449" w:rsidRDefault="006D4449" w:rsidP="006D4449">
      <w:r>
        <w:t>319.6382</w:t>
      </w:r>
      <w:r>
        <w:tab/>
        <w:t>4.051e0</w:t>
      </w:r>
    </w:p>
    <w:p w14:paraId="668C1BE0" w14:textId="77777777" w:rsidR="006D4449" w:rsidRDefault="006D4449" w:rsidP="006D4449">
      <w:r>
        <w:t>319.6605</w:t>
      </w:r>
      <w:r>
        <w:tab/>
        <w:t>1.013e0</w:t>
      </w:r>
    </w:p>
    <w:p w14:paraId="281640A9" w14:textId="77777777" w:rsidR="006D4449" w:rsidRDefault="006D4449" w:rsidP="006D4449">
      <w:r>
        <w:t>319.7008</w:t>
      </w:r>
      <w:r>
        <w:tab/>
        <w:t>2.025e0</w:t>
      </w:r>
    </w:p>
    <w:p w14:paraId="78BB5687" w14:textId="77777777" w:rsidR="006D4449" w:rsidRDefault="006D4449" w:rsidP="006D4449">
      <w:r>
        <w:t>319.7225</w:t>
      </w:r>
      <w:r>
        <w:tab/>
        <w:t>1.013e0</w:t>
      </w:r>
    </w:p>
    <w:p w14:paraId="45F36FA8" w14:textId="77777777" w:rsidR="006D4449" w:rsidRDefault="006D4449" w:rsidP="006D4449">
      <w:r>
        <w:t>319.7456</w:t>
      </w:r>
      <w:r>
        <w:tab/>
        <w:t>1.013e0</w:t>
      </w:r>
    </w:p>
    <w:p w14:paraId="270F4830" w14:textId="77777777" w:rsidR="006D4449" w:rsidRDefault="006D4449" w:rsidP="006D4449">
      <w:r>
        <w:t>319.7599</w:t>
      </w:r>
      <w:r>
        <w:tab/>
        <w:t>1.013e0</w:t>
      </w:r>
    </w:p>
    <w:p w14:paraId="10513035" w14:textId="77777777" w:rsidR="006D4449" w:rsidRDefault="006D4449" w:rsidP="006D4449">
      <w:r>
        <w:t>319.7613</w:t>
      </w:r>
      <w:r>
        <w:tab/>
        <w:t>1.013e0</w:t>
      </w:r>
    </w:p>
    <w:p w14:paraId="15B321C5" w14:textId="77777777" w:rsidR="006D4449" w:rsidRDefault="006D4449" w:rsidP="006D4449">
      <w:r>
        <w:t>319.7960</w:t>
      </w:r>
      <w:r>
        <w:tab/>
        <w:t>2.025e0</w:t>
      </w:r>
    </w:p>
    <w:p w14:paraId="1423451B" w14:textId="77777777" w:rsidR="006D4449" w:rsidRDefault="006D4449" w:rsidP="006D4449">
      <w:r>
        <w:t>319.8265</w:t>
      </w:r>
      <w:r>
        <w:tab/>
        <w:t>1.013e0</w:t>
      </w:r>
    </w:p>
    <w:p w14:paraId="281EDBAD" w14:textId="77777777" w:rsidR="006D4449" w:rsidRDefault="006D4449" w:rsidP="006D4449">
      <w:r>
        <w:t>319.8448</w:t>
      </w:r>
      <w:r>
        <w:tab/>
        <w:t>1.013e0</w:t>
      </w:r>
    </w:p>
    <w:p w14:paraId="42DE3E89" w14:textId="77777777" w:rsidR="006D4449" w:rsidRDefault="006D4449" w:rsidP="006D4449">
      <w:r>
        <w:t>319.8650</w:t>
      </w:r>
      <w:r>
        <w:tab/>
        <w:t>1.013e0</w:t>
      </w:r>
    </w:p>
    <w:p w14:paraId="6311DA92" w14:textId="77777777" w:rsidR="006D4449" w:rsidRDefault="006D4449" w:rsidP="006D4449">
      <w:r>
        <w:t>319.9028</w:t>
      </w:r>
      <w:r>
        <w:tab/>
        <w:t>7.089e0</w:t>
      </w:r>
    </w:p>
    <w:p w14:paraId="3EFAF3D9" w14:textId="77777777" w:rsidR="006D4449" w:rsidRDefault="006D4449" w:rsidP="006D4449">
      <w:r>
        <w:t>319.9127</w:t>
      </w:r>
      <w:r>
        <w:tab/>
        <w:t>2.025e0</w:t>
      </w:r>
    </w:p>
    <w:p w14:paraId="3C699962" w14:textId="77777777" w:rsidR="006D4449" w:rsidRDefault="006D4449" w:rsidP="006D4449">
      <w:r>
        <w:t>319.9216</w:t>
      </w:r>
      <w:r>
        <w:tab/>
        <w:t>4.051e0</w:t>
      </w:r>
    </w:p>
    <w:p w14:paraId="3A2E1E5E" w14:textId="77777777" w:rsidR="006D4449" w:rsidRDefault="006D4449" w:rsidP="006D4449">
      <w:r>
        <w:t>319.9413</w:t>
      </w:r>
      <w:r>
        <w:tab/>
        <w:t>2.025e0</w:t>
      </w:r>
    </w:p>
    <w:p w14:paraId="164FC6DB" w14:textId="77777777" w:rsidR="006D4449" w:rsidRDefault="006D4449" w:rsidP="006D4449">
      <w:r>
        <w:t>319.9609</w:t>
      </w:r>
      <w:r>
        <w:tab/>
        <w:t>3.038e0</w:t>
      </w:r>
    </w:p>
    <w:p w14:paraId="0D8C76B6" w14:textId="77777777" w:rsidR="006D4449" w:rsidRDefault="006D4449" w:rsidP="006D4449">
      <w:r>
        <w:lastRenderedPageBreak/>
        <w:t>319.9780</w:t>
      </w:r>
      <w:r>
        <w:tab/>
        <w:t>2.025e0</w:t>
      </w:r>
    </w:p>
    <w:p w14:paraId="60B2CB9A" w14:textId="77777777" w:rsidR="006D4449" w:rsidRDefault="006D4449" w:rsidP="006D4449">
      <w:r>
        <w:t>319.9942</w:t>
      </w:r>
      <w:r>
        <w:tab/>
        <w:t>1.013e0</w:t>
      </w:r>
    </w:p>
    <w:p w14:paraId="4639C895" w14:textId="77777777" w:rsidR="006D4449" w:rsidRDefault="006D4449" w:rsidP="006D4449">
      <w:r>
        <w:t>320.0221</w:t>
      </w:r>
      <w:r>
        <w:tab/>
        <w:t>5.063e0</w:t>
      </w:r>
    </w:p>
    <w:p w14:paraId="31D0DCB6" w14:textId="77777777" w:rsidR="006D4449" w:rsidRDefault="006D4449" w:rsidP="006D4449">
      <w:r>
        <w:t>320.0285</w:t>
      </w:r>
      <w:r>
        <w:tab/>
        <w:t>6.076e0</w:t>
      </w:r>
    </w:p>
    <w:p w14:paraId="34B01121" w14:textId="77777777" w:rsidR="006D4449" w:rsidRDefault="006D4449" w:rsidP="006D4449">
      <w:r>
        <w:t>320.0319</w:t>
      </w:r>
      <w:r>
        <w:tab/>
        <w:t>5.063e0</w:t>
      </w:r>
    </w:p>
    <w:p w14:paraId="618DDEC0" w14:textId="77777777" w:rsidR="006D4449" w:rsidRDefault="006D4449" w:rsidP="006D4449">
      <w:r>
        <w:t>320.0357</w:t>
      </w:r>
      <w:r>
        <w:tab/>
        <w:t>3.412e0</w:t>
      </w:r>
    </w:p>
    <w:p w14:paraId="1AA75BB2" w14:textId="77777777" w:rsidR="006D4449" w:rsidRDefault="006D4449" w:rsidP="006D4449">
      <w:r>
        <w:t>320.0694</w:t>
      </w:r>
      <w:r>
        <w:tab/>
        <w:t>3.038e0</w:t>
      </w:r>
    </w:p>
    <w:p w14:paraId="21757D61" w14:textId="77777777" w:rsidR="006D4449" w:rsidRDefault="006D4449" w:rsidP="006D4449">
      <w:r>
        <w:t>320.0752</w:t>
      </w:r>
      <w:r>
        <w:tab/>
        <w:t>1.013e0</w:t>
      </w:r>
    </w:p>
    <w:p w14:paraId="3357B12E" w14:textId="77777777" w:rsidR="006D4449" w:rsidRDefault="006D4449" w:rsidP="006D4449">
      <w:r>
        <w:t>320.0803</w:t>
      </w:r>
      <w:r>
        <w:tab/>
        <w:t>2.025e0</w:t>
      </w:r>
    </w:p>
    <w:p w14:paraId="4634FB5E" w14:textId="77777777" w:rsidR="006D4449" w:rsidRDefault="006D4449" w:rsidP="006D4449">
      <w:r>
        <w:t>320.1071</w:t>
      </w:r>
      <w:r>
        <w:tab/>
        <w:t>1.013e0</w:t>
      </w:r>
    </w:p>
    <w:p w14:paraId="799C0DD3" w14:textId="77777777" w:rsidR="006D4449" w:rsidRDefault="006D4449" w:rsidP="006D4449">
      <w:r>
        <w:t>320.1252</w:t>
      </w:r>
      <w:r>
        <w:tab/>
        <w:t>1.566e0</w:t>
      </w:r>
    </w:p>
    <w:p w14:paraId="72CB5F32" w14:textId="77777777" w:rsidR="006D4449" w:rsidRDefault="006D4449" w:rsidP="006D4449">
      <w:r>
        <w:t>320.1281</w:t>
      </w:r>
      <w:r>
        <w:tab/>
        <w:t>4.051e0</w:t>
      </w:r>
    </w:p>
    <w:p w14:paraId="7F0FF1A1" w14:textId="77777777" w:rsidR="006D4449" w:rsidRDefault="006D4449" w:rsidP="006D4449">
      <w:r>
        <w:t>320.1606</w:t>
      </w:r>
      <w:r>
        <w:tab/>
        <w:t>1.270e0</w:t>
      </w:r>
    </w:p>
    <w:p w14:paraId="21B5A00E" w14:textId="77777777" w:rsidR="006D4449" w:rsidRDefault="006D4449" w:rsidP="006D4449">
      <w:r>
        <w:t>320.1677</w:t>
      </w:r>
      <w:r>
        <w:tab/>
        <w:t>1.842e0</w:t>
      </w:r>
    </w:p>
    <w:p w14:paraId="4FCA0896" w14:textId="77777777" w:rsidR="006D4449" w:rsidRDefault="006D4449" w:rsidP="006D4449">
      <w:r>
        <w:t>320.1715</w:t>
      </w:r>
      <w:r>
        <w:tab/>
        <w:t>3.038e0</w:t>
      </w:r>
    </w:p>
    <w:p w14:paraId="14B8319F" w14:textId="77777777" w:rsidR="006D4449" w:rsidRDefault="006D4449" w:rsidP="006D4449">
      <w:r>
        <w:t>320.1735</w:t>
      </w:r>
      <w:r>
        <w:tab/>
        <w:t>1.013e0</w:t>
      </w:r>
    </w:p>
    <w:p w14:paraId="79544D0B" w14:textId="77777777" w:rsidR="006D4449" w:rsidRDefault="006D4449" w:rsidP="006D4449">
      <w:r>
        <w:t>320.2024</w:t>
      </w:r>
      <w:r>
        <w:tab/>
        <w:t>1.013e0</w:t>
      </w:r>
    </w:p>
    <w:p w14:paraId="321C8640" w14:textId="77777777" w:rsidR="006D4449" w:rsidRDefault="006D4449" w:rsidP="006D4449">
      <w:r>
        <w:t>320.2198</w:t>
      </w:r>
      <w:r>
        <w:tab/>
        <w:t>2.025e0</w:t>
      </w:r>
    </w:p>
    <w:p w14:paraId="0B57046B" w14:textId="77777777" w:rsidR="006D4449" w:rsidRDefault="006D4449" w:rsidP="006D4449">
      <w:r>
        <w:t>320.2300</w:t>
      </w:r>
      <w:r>
        <w:tab/>
        <w:t>2.025e0</w:t>
      </w:r>
    </w:p>
    <w:p w14:paraId="24513512" w14:textId="77777777" w:rsidR="006D4449" w:rsidRDefault="006D4449" w:rsidP="006D4449">
      <w:r>
        <w:lastRenderedPageBreak/>
        <w:t>320.2681</w:t>
      </w:r>
      <w:r>
        <w:tab/>
        <w:t>3.038e0</w:t>
      </w:r>
    </w:p>
    <w:p w14:paraId="5A6DAFDB" w14:textId="77777777" w:rsidR="006D4449" w:rsidRDefault="006D4449" w:rsidP="006D4449">
      <w:r>
        <w:t>320.2699</w:t>
      </w:r>
      <w:r>
        <w:tab/>
        <w:t>1.013e0</w:t>
      </w:r>
    </w:p>
    <w:p w14:paraId="3D0046DD" w14:textId="77777777" w:rsidR="006D4449" w:rsidRDefault="006D4449" w:rsidP="006D4449">
      <w:r>
        <w:t>320.2968</w:t>
      </w:r>
      <w:r>
        <w:tab/>
        <w:t>1.013e0</w:t>
      </w:r>
    </w:p>
    <w:p w14:paraId="4EAB721D" w14:textId="77777777" w:rsidR="006D4449" w:rsidRDefault="006D4449" w:rsidP="006D4449">
      <w:r>
        <w:t>320.3304</w:t>
      </w:r>
      <w:r>
        <w:tab/>
        <w:t>1.013e0</w:t>
      </w:r>
    </w:p>
    <w:p w14:paraId="2245969B" w14:textId="77777777" w:rsidR="006D4449" w:rsidRDefault="006D4449" w:rsidP="006D4449">
      <w:r>
        <w:t>320.3467</w:t>
      </w:r>
      <w:r>
        <w:tab/>
        <w:t>1.013e0</w:t>
      </w:r>
    </w:p>
    <w:p w14:paraId="62AF8A81" w14:textId="77777777" w:rsidR="006D4449" w:rsidRDefault="006D4449" w:rsidP="006D4449">
      <w:r>
        <w:t>320.3573</w:t>
      </w:r>
      <w:r>
        <w:tab/>
        <w:t>1.013e0</w:t>
      </w:r>
    </w:p>
    <w:p w14:paraId="03615AAC" w14:textId="77777777" w:rsidR="006D4449" w:rsidRDefault="006D4449" w:rsidP="006D4449">
      <w:r>
        <w:t>320.3645</w:t>
      </w:r>
      <w:r>
        <w:tab/>
        <w:t>1.013e0</w:t>
      </w:r>
    </w:p>
    <w:p w14:paraId="48E029DD" w14:textId="77777777" w:rsidR="006D4449" w:rsidRDefault="006D4449" w:rsidP="006D4449">
      <w:r>
        <w:t>320.3934</w:t>
      </w:r>
      <w:r>
        <w:tab/>
        <w:t>1.013e0</w:t>
      </w:r>
    </w:p>
    <w:p w14:paraId="5AB2D1A9" w14:textId="77777777" w:rsidR="006D4449" w:rsidRDefault="006D4449" w:rsidP="006D4449">
      <w:r>
        <w:t>320.4031</w:t>
      </w:r>
      <w:r>
        <w:tab/>
        <w:t>1.013e0</w:t>
      </w:r>
    </w:p>
    <w:p w14:paraId="19221A16" w14:textId="77777777" w:rsidR="006D4449" w:rsidRDefault="006D4449" w:rsidP="006D4449">
      <w:r>
        <w:t>320.4152</w:t>
      </w:r>
      <w:r>
        <w:tab/>
        <w:t>1.013e0</w:t>
      </w:r>
    </w:p>
    <w:p w14:paraId="4C4F81BA" w14:textId="77777777" w:rsidR="006D4449" w:rsidRDefault="006D4449" w:rsidP="006D4449">
      <w:r>
        <w:t>320.4340</w:t>
      </w:r>
      <w:r>
        <w:tab/>
        <w:t>2.025e0</w:t>
      </w:r>
    </w:p>
    <w:p w14:paraId="21309E34" w14:textId="77777777" w:rsidR="006D4449" w:rsidRDefault="006D4449" w:rsidP="006D4449">
      <w:r>
        <w:t>320.4500</w:t>
      </w:r>
      <w:r>
        <w:tab/>
        <w:t>1.013e0</w:t>
      </w:r>
    </w:p>
    <w:p w14:paraId="6131FE5D" w14:textId="77777777" w:rsidR="006D4449" w:rsidRDefault="006D4449" w:rsidP="006D4449">
      <w:r>
        <w:t>320.5108</w:t>
      </w:r>
      <w:r>
        <w:tab/>
        <w:t>1.013e0</w:t>
      </w:r>
    </w:p>
    <w:p w14:paraId="55F82EF1" w14:textId="77777777" w:rsidR="006D4449" w:rsidRDefault="006D4449" w:rsidP="006D4449">
      <w:r>
        <w:t>320.5208</w:t>
      </w:r>
      <w:r>
        <w:tab/>
        <w:t>1.013e0</w:t>
      </w:r>
    </w:p>
    <w:p w14:paraId="2D2DC8BD" w14:textId="77777777" w:rsidR="006D4449" w:rsidRDefault="006D4449" w:rsidP="006D4449">
      <w:r>
        <w:t>320.5246</w:t>
      </w:r>
      <w:r>
        <w:tab/>
        <w:t>3.038e0</w:t>
      </w:r>
    </w:p>
    <w:p w14:paraId="507AD7CC" w14:textId="77777777" w:rsidR="006D4449" w:rsidRDefault="006D4449" w:rsidP="006D4449">
      <w:r>
        <w:t>320.5484</w:t>
      </w:r>
      <w:r>
        <w:tab/>
        <w:t>1.013e0</w:t>
      </w:r>
    </w:p>
    <w:p w14:paraId="13B57E7C" w14:textId="77777777" w:rsidR="006D4449" w:rsidRDefault="006D4449" w:rsidP="006D4449">
      <w:r>
        <w:t>320.5556</w:t>
      </w:r>
      <w:r>
        <w:tab/>
        <w:t>1.013e0</w:t>
      </w:r>
    </w:p>
    <w:p w14:paraId="34C21890" w14:textId="77777777" w:rsidR="006D4449" w:rsidRDefault="006D4449" w:rsidP="006D4449">
      <w:r>
        <w:t>320.5888</w:t>
      </w:r>
      <w:r>
        <w:tab/>
        <w:t>1.013e0</w:t>
      </w:r>
    </w:p>
    <w:p w14:paraId="15352B06" w14:textId="77777777" w:rsidR="006D4449" w:rsidRDefault="006D4449" w:rsidP="006D4449">
      <w:r>
        <w:t>320.6077</w:t>
      </w:r>
      <w:r>
        <w:tab/>
        <w:t>1.013e0</w:t>
      </w:r>
    </w:p>
    <w:p w14:paraId="33C04F6F" w14:textId="77777777" w:rsidR="006D4449" w:rsidRDefault="006D4449" w:rsidP="006D4449">
      <w:r>
        <w:lastRenderedPageBreak/>
        <w:t>320.6295</w:t>
      </w:r>
      <w:r>
        <w:tab/>
        <w:t>1.013e0</w:t>
      </w:r>
    </w:p>
    <w:p w14:paraId="73B42F63" w14:textId="77777777" w:rsidR="006D4449" w:rsidRDefault="006D4449" w:rsidP="006D4449">
      <w:r>
        <w:t>320.6723</w:t>
      </w:r>
      <w:r>
        <w:tab/>
        <w:t>1.013e0</w:t>
      </w:r>
    </w:p>
    <w:p w14:paraId="628ACF8A" w14:textId="77777777" w:rsidR="006D4449" w:rsidRDefault="006D4449" w:rsidP="006D4449">
      <w:r>
        <w:t>320.6888</w:t>
      </w:r>
      <w:r>
        <w:tab/>
        <w:t>1.013e0</w:t>
      </w:r>
    </w:p>
    <w:p w14:paraId="0248D49A" w14:textId="77777777" w:rsidR="006D4449" w:rsidRDefault="006D4449" w:rsidP="006D4449">
      <w:r>
        <w:t>320.7120</w:t>
      </w:r>
      <w:r>
        <w:tab/>
        <w:t>1.013e0</w:t>
      </w:r>
    </w:p>
    <w:p w14:paraId="3F10C7E6" w14:textId="77777777" w:rsidR="006D4449" w:rsidRDefault="006D4449" w:rsidP="006D4449">
      <w:r>
        <w:t>320.7583</w:t>
      </w:r>
      <w:r>
        <w:tab/>
        <w:t>1.013e0</w:t>
      </w:r>
    </w:p>
    <w:p w14:paraId="01D1A5FE" w14:textId="77777777" w:rsidR="006D4449" w:rsidRDefault="006D4449" w:rsidP="006D4449">
      <w:r>
        <w:t>320.7928</w:t>
      </w:r>
      <w:r>
        <w:tab/>
        <w:t>2.025e0</w:t>
      </w:r>
    </w:p>
    <w:p w14:paraId="62D9A6D0" w14:textId="77777777" w:rsidR="006D4449" w:rsidRDefault="006D4449" w:rsidP="006D4449">
      <w:r>
        <w:t>320.8177</w:t>
      </w:r>
      <w:r>
        <w:tab/>
        <w:t>2.025e0</w:t>
      </w:r>
    </w:p>
    <w:p w14:paraId="52E1537A" w14:textId="77777777" w:rsidR="006D4449" w:rsidRDefault="006D4449" w:rsidP="006D4449">
      <w:r>
        <w:t>320.8716</w:t>
      </w:r>
      <w:r>
        <w:tab/>
        <w:t>2.025e0</w:t>
      </w:r>
    </w:p>
    <w:p w14:paraId="294C5EF7" w14:textId="77777777" w:rsidR="006D4449" w:rsidRDefault="006D4449" w:rsidP="006D4449">
      <w:r>
        <w:t>320.8802</w:t>
      </w:r>
      <w:r>
        <w:tab/>
        <w:t>2.025e0</w:t>
      </w:r>
    </w:p>
    <w:p w14:paraId="71E3F5EE" w14:textId="77777777" w:rsidR="006D4449" w:rsidRDefault="006D4449" w:rsidP="006D4449">
      <w:r>
        <w:t>320.8864</w:t>
      </w:r>
      <w:r>
        <w:tab/>
        <w:t>1.013e0</w:t>
      </w:r>
    </w:p>
    <w:p w14:paraId="515EA13F" w14:textId="77777777" w:rsidR="006D4449" w:rsidRDefault="006D4449" w:rsidP="006D4449">
      <w:r>
        <w:t>320.8874</w:t>
      </w:r>
      <w:r>
        <w:tab/>
        <w:t>3.038e0</w:t>
      </w:r>
    </w:p>
    <w:p w14:paraId="365CDC68" w14:textId="77777777" w:rsidR="006D4449" w:rsidRDefault="006D4449" w:rsidP="006D4449">
      <w:r>
        <w:t>320.9223</w:t>
      </w:r>
      <w:r>
        <w:tab/>
        <w:t>4.051e0</w:t>
      </w:r>
    </w:p>
    <w:p w14:paraId="2380588D" w14:textId="77777777" w:rsidR="006D4449" w:rsidRDefault="006D4449" w:rsidP="006D4449">
      <w:r>
        <w:t>320.9262</w:t>
      </w:r>
      <w:r>
        <w:tab/>
        <w:t>4.051e0</w:t>
      </w:r>
    </w:p>
    <w:p w14:paraId="0DD1D9BD" w14:textId="77777777" w:rsidR="006D4449" w:rsidRDefault="006D4449" w:rsidP="006D4449">
      <w:r>
        <w:t>320.9276</w:t>
      </w:r>
      <w:r>
        <w:tab/>
        <w:t>3.038e0</w:t>
      </w:r>
    </w:p>
    <w:p w14:paraId="469AEA32" w14:textId="77777777" w:rsidR="006D4449" w:rsidRDefault="006D4449" w:rsidP="006D4449">
      <w:r>
        <w:t>320.9356</w:t>
      </w:r>
      <w:r>
        <w:tab/>
        <w:t>4.051e0</w:t>
      </w:r>
    </w:p>
    <w:p w14:paraId="40176564" w14:textId="77777777" w:rsidR="006D4449" w:rsidRDefault="006D4449" w:rsidP="006D4449">
      <w:r>
        <w:t>320.9414</w:t>
      </w:r>
      <w:r>
        <w:tab/>
        <w:t>4.051e0</w:t>
      </w:r>
    </w:p>
    <w:p w14:paraId="5C999660" w14:textId="77777777" w:rsidR="006D4449" w:rsidRDefault="006D4449" w:rsidP="006D4449">
      <w:r>
        <w:t>320.9686</w:t>
      </w:r>
      <w:r>
        <w:tab/>
        <w:t>4.051e0</w:t>
      </w:r>
    </w:p>
    <w:p w14:paraId="0B2AD40B" w14:textId="77777777" w:rsidR="006D4449" w:rsidRDefault="006D4449" w:rsidP="006D4449">
      <w:r>
        <w:t>320.9998</w:t>
      </w:r>
      <w:r>
        <w:tab/>
        <w:t>2.025e0</w:t>
      </w:r>
    </w:p>
    <w:p w14:paraId="05156472" w14:textId="77777777" w:rsidR="006D4449" w:rsidRDefault="006D4449" w:rsidP="006D4449">
      <w:r>
        <w:t>321.0015</w:t>
      </w:r>
      <w:r>
        <w:tab/>
        <w:t>2.025e0</w:t>
      </w:r>
    </w:p>
    <w:p w14:paraId="20BB109B" w14:textId="77777777" w:rsidR="006D4449" w:rsidRDefault="006D4449" w:rsidP="006D4449">
      <w:r>
        <w:lastRenderedPageBreak/>
        <w:t>321.0034</w:t>
      </w:r>
      <w:r>
        <w:tab/>
        <w:t>2.025e0</w:t>
      </w:r>
    </w:p>
    <w:p w14:paraId="4378BDB6" w14:textId="77777777" w:rsidR="006D4449" w:rsidRDefault="006D4449" w:rsidP="006D4449">
      <w:r>
        <w:t>321.0076</w:t>
      </w:r>
      <w:r>
        <w:tab/>
        <w:t>1.013e0</w:t>
      </w:r>
    </w:p>
    <w:p w14:paraId="0A12B9D3" w14:textId="77777777" w:rsidR="006D4449" w:rsidRDefault="006D4449" w:rsidP="006D4449">
      <w:r>
        <w:t>321.0117</w:t>
      </w:r>
      <w:r>
        <w:tab/>
        <w:t>2.025e0</w:t>
      </w:r>
    </w:p>
    <w:p w14:paraId="0B6F8ACE" w14:textId="77777777" w:rsidR="006D4449" w:rsidRDefault="006D4449" w:rsidP="006D4449">
      <w:r>
        <w:t>321.0487</w:t>
      </w:r>
      <w:r>
        <w:tab/>
        <w:t>2.025e0</w:t>
      </w:r>
    </w:p>
    <w:p w14:paraId="512CA853" w14:textId="77777777" w:rsidR="006D4449" w:rsidRDefault="006D4449" w:rsidP="006D4449">
      <w:r>
        <w:t>321.0525</w:t>
      </w:r>
      <w:r>
        <w:tab/>
        <w:t>4.051e0</w:t>
      </w:r>
    </w:p>
    <w:p w14:paraId="3942476D" w14:textId="77777777" w:rsidR="006D4449" w:rsidRDefault="006D4449" w:rsidP="006D4449">
      <w:r>
        <w:t>321.0773</w:t>
      </w:r>
      <w:r>
        <w:tab/>
        <w:t>1.013e0</w:t>
      </w:r>
    </w:p>
    <w:p w14:paraId="3EBB012E" w14:textId="77777777" w:rsidR="006D4449" w:rsidRDefault="006D4449" w:rsidP="006D4449">
      <w:r>
        <w:t>321.0888</w:t>
      </w:r>
      <w:r>
        <w:tab/>
        <w:t>1.013e0</w:t>
      </w:r>
    </w:p>
    <w:p w14:paraId="272920B9" w14:textId="77777777" w:rsidR="006D4449" w:rsidRDefault="006D4449" w:rsidP="006D4449">
      <w:r>
        <w:t>321.1131</w:t>
      </w:r>
      <w:r>
        <w:tab/>
        <w:t>2.017e0</w:t>
      </w:r>
    </w:p>
    <w:p w14:paraId="6FD918F8" w14:textId="77777777" w:rsidR="006D4449" w:rsidRDefault="006D4449" w:rsidP="006D4449">
      <w:r>
        <w:t>321.1234</w:t>
      </w:r>
      <w:r>
        <w:tab/>
        <w:t>2.670e0</w:t>
      </w:r>
    </w:p>
    <w:p w14:paraId="769FD209" w14:textId="77777777" w:rsidR="006D4449" w:rsidRDefault="006D4449" w:rsidP="006D4449">
      <w:r>
        <w:t>321.1273</w:t>
      </w:r>
      <w:r>
        <w:tab/>
        <w:t>3.106e0</w:t>
      </w:r>
    </w:p>
    <w:p w14:paraId="6C498B7E" w14:textId="77777777" w:rsidR="006D4449" w:rsidRDefault="006D4449" w:rsidP="006D4449">
      <w:r>
        <w:t>321.1312</w:t>
      </w:r>
      <w:r>
        <w:tab/>
        <w:t>2.025e0</w:t>
      </w:r>
    </w:p>
    <w:p w14:paraId="5C795416" w14:textId="77777777" w:rsidR="006D4449" w:rsidRDefault="006D4449" w:rsidP="006D4449">
      <w:r>
        <w:t>321.1535</w:t>
      </w:r>
      <w:r>
        <w:tab/>
        <w:t>1.750e0</w:t>
      </w:r>
    </w:p>
    <w:p w14:paraId="359BBED0" w14:textId="77777777" w:rsidR="006D4449" w:rsidRDefault="006D4449" w:rsidP="006D4449">
      <w:r>
        <w:t>321.1746</w:t>
      </w:r>
      <w:r>
        <w:tab/>
        <w:t>5.861e0</w:t>
      </w:r>
    </w:p>
    <w:p w14:paraId="32F3FDD7" w14:textId="77777777" w:rsidR="006D4449" w:rsidRDefault="006D4449" w:rsidP="006D4449">
      <w:r>
        <w:t>321.1975</w:t>
      </w:r>
      <w:r>
        <w:tab/>
        <w:t>1.013e0</w:t>
      </w:r>
    </w:p>
    <w:p w14:paraId="555DF77F" w14:textId="77777777" w:rsidR="006D4449" w:rsidRDefault="006D4449" w:rsidP="006D4449">
      <w:r>
        <w:t>321.2036</w:t>
      </w:r>
      <w:r>
        <w:tab/>
        <w:t>5.063e0</w:t>
      </w:r>
    </w:p>
    <w:p w14:paraId="10ECAD8A" w14:textId="77777777" w:rsidR="006D4449" w:rsidRDefault="006D4449" w:rsidP="006D4449">
      <w:r>
        <w:t>321.2068</w:t>
      </w:r>
      <w:r>
        <w:tab/>
        <w:t>1.013e0</w:t>
      </w:r>
    </w:p>
    <w:p w14:paraId="62CA37E9" w14:textId="77777777" w:rsidR="006D4449" w:rsidRDefault="006D4449" w:rsidP="006D4449">
      <w:r>
        <w:t>321.2110</w:t>
      </w:r>
      <w:r>
        <w:tab/>
        <w:t>5.063e0</w:t>
      </w:r>
    </w:p>
    <w:p w14:paraId="02CFC901" w14:textId="77777777" w:rsidR="006D4449" w:rsidRDefault="006D4449" w:rsidP="006D4449">
      <w:r>
        <w:t>321.2243</w:t>
      </w:r>
      <w:r>
        <w:tab/>
        <w:t>2.411e0</w:t>
      </w:r>
    </w:p>
    <w:p w14:paraId="785ED94B" w14:textId="77777777" w:rsidR="006D4449" w:rsidRDefault="006D4449" w:rsidP="006D4449">
      <w:r>
        <w:t>321.2673</w:t>
      </w:r>
      <w:r>
        <w:tab/>
        <w:t>1.013e0</w:t>
      </w:r>
    </w:p>
    <w:p w14:paraId="69C2F959" w14:textId="77777777" w:rsidR="006D4449" w:rsidRDefault="006D4449" w:rsidP="006D4449">
      <w:r>
        <w:lastRenderedPageBreak/>
        <w:t>321.2731</w:t>
      </w:r>
      <w:r>
        <w:tab/>
        <w:t>1.013e0</w:t>
      </w:r>
    </w:p>
    <w:p w14:paraId="77E4B9D9" w14:textId="77777777" w:rsidR="006D4449" w:rsidRDefault="006D4449" w:rsidP="006D4449">
      <w:r>
        <w:t>321.2815</w:t>
      </w:r>
      <w:r>
        <w:tab/>
        <w:t>3.038e0</w:t>
      </w:r>
    </w:p>
    <w:p w14:paraId="1CBAB6F7" w14:textId="77777777" w:rsidR="006D4449" w:rsidRDefault="006D4449" w:rsidP="006D4449">
      <w:r>
        <w:t>321.3035</w:t>
      </w:r>
      <w:r>
        <w:tab/>
        <w:t>1.013e0</w:t>
      </w:r>
    </w:p>
    <w:p w14:paraId="4209E265" w14:textId="77777777" w:rsidR="006D4449" w:rsidRDefault="006D4449" w:rsidP="006D4449">
      <w:r>
        <w:t>321.3077</w:t>
      </w:r>
      <w:r>
        <w:tab/>
        <w:t>1.013e0</w:t>
      </w:r>
    </w:p>
    <w:p w14:paraId="103F0D2B" w14:textId="77777777" w:rsidR="006D4449" w:rsidRDefault="006D4449" w:rsidP="006D4449">
      <w:r>
        <w:t>321.3646</w:t>
      </w:r>
      <w:r>
        <w:tab/>
        <w:t>2.025e0</w:t>
      </w:r>
    </w:p>
    <w:p w14:paraId="5DE8E13E" w14:textId="77777777" w:rsidR="006D4449" w:rsidRDefault="006D4449" w:rsidP="006D4449">
      <w:r>
        <w:t>321.3847</w:t>
      </w:r>
      <w:r>
        <w:tab/>
        <w:t>1.013e0</w:t>
      </w:r>
    </w:p>
    <w:p w14:paraId="4A15F152" w14:textId="77777777" w:rsidR="006D4449" w:rsidRDefault="006D4449" w:rsidP="006D4449">
      <w:r>
        <w:t>321.4155</w:t>
      </w:r>
      <w:r>
        <w:tab/>
        <w:t>1.013e0</w:t>
      </w:r>
    </w:p>
    <w:p w14:paraId="46D7C2E9" w14:textId="77777777" w:rsidR="006D4449" w:rsidRDefault="006D4449" w:rsidP="006D4449">
      <w:r>
        <w:t>321.4327</w:t>
      </w:r>
      <w:r>
        <w:tab/>
        <w:t>2.025e0</w:t>
      </w:r>
    </w:p>
    <w:p w14:paraId="5E5D429A" w14:textId="77777777" w:rsidR="006D4449" w:rsidRDefault="006D4449" w:rsidP="006D4449">
      <w:r>
        <w:t>321.4694</w:t>
      </w:r>
      <w:r>
        <w:tab/>
        <w:t>1.013e0</w:t>
      </w:r>
    </w:p>
    <w:p w14:paraId="3AD1059B" w14:textId="77777777" w:rsidR="006D4449" w:rsidRDefault="006D4449" w:rsidP="006D4449">
      <w:r>
        <w:t>321.4963</w:t>
      </w:r>
      <w:r>
        <w:tab/>
        <w:t>1.013e0</w:t>
      </w:r>
    </w:p>
    <w:p w14:paraId="7FD0E837" w14:textId="77777777" w:rsidR="006D4449" w:rsidRDefault="006D4449" w:rsidP="006D4449">
      <w:r>
        <w:t>321.5180</w:t>
      </w:r>
      <w:r>
        <w:tab/>
        <w:t>1.013e0</w:t>
      </w:r>
    </w:p>
    <w:p w14:paraId="0C698F2D" w14:textId="77777777" w:rsidR="006D4449" w:rsidRDefault="006D4449" w:rsidP="006D4449">
      <w:r>
        <w:t>321.5286</w:t>
      </w:r>
      <w:r>
        <w:tab/>
        <w:t>1.013e0</w:t>
      </w:r>
    </w:p>
    <w:p w14:paraId="48A67B4D" w14:textId="77777777" w:rsidR="006D4449" w:rsidRDefault="006D4449" w:rsidP="006D4449">
      <w:r>
        <w:t>321.5344</w:t>
      </w:r>
      <w:r>
        <w:tab/>
        <w:t>1.013e0</w:t>
      </w:r>
    </w:p>
    <w:p w14:paraId="35D51D87" w14:textId="77777777" w:rsidR="006D4449" w:rsidRDefault="006D4449" w:rsidP="006D4449">
      <w:r>
        <w:t>321.5461</w:t>
      </w:r>
      <w:r>
        <w:tab/>
        <w:t>1.013e0</w:t>
      </w:r>
    </w:p>
    <w:p w14:paraId="4BDA94BE" w14:textId="77777777" w:rsidR="006D4449" w:rsidRDefault="006D4449" w:rsidP="006D4449">
      <w:r>
        <w:t>321.5670</w:t>
      </w:r>
      <w:r>
        <w:tab/>
        <w:t>2.025e0</w:t>
      </w:r>
    </w:p>
    <w:p w14:paraId="1B89088E" w14:textId="77777777" w:rsidR="006D4449" w:rsidRDefault="006D4449" w:rsidP="006D4449">
      <w:r>
        <w:t>321.6097</w:t>
      </w:r>
      <w:r>
        <w:tab/>
        <w:t>3.038e0</w:t>
      </w:r>
    </w:p>
    <w:p w14:paraId="7319E6A8" w14:textId="77777777" w:rsidR="006D4449" w:rsidRDefault="006D4449" w:rsidP="006D4449">
      <w:r>
        <w:t>321.6461</w:t>
      </w:r>
      <w:r>
        <w:tab/>
        <w:t>1.013e0</w:t>
      </w:r>
    </w:p>
    <w:p w14:paraId="43B2A847" w14:textId="77777777" w:rsidR="006D4449" w:rsidRDefault="006D4449" w:rsidP="006D4449">
      <w:r>
        <w:t>321.6580</w:t>
      </w:r>
      <w:r>
        <w:tab/>
        <w:t>1.013e0</w:t>
      </w:r>
    </w:p>
    <w:p w14:paraId="37EE7F57" w14:textId="77777777" w:rsidR="006D4449" w:rsidRDefault="006D4449" w:rsidP="006D4449">
      <w:r>
        <w:t>321.6676</w:t>
      </w:r>
      <w:r>
        <w:tab/>
        <w:t>2.025e0</w:t>
      </w:r>
    </w:p>
    <w:p w14:paraId="5397F463" w14:textId="77777777" w:rsidR="006D4449" w:rsidRDefault="006D4449" w:rsidP="006D4449">
      <w:r>
        <w:lastRenderedPageBreak/>
        <w:t>321.6836</w:t>
      </w:r>
      <w:r>
        <w:tab/>
        <w:t>1.013e0</w:t>
      </w:r>
    </w:p>
    <w:p w14:paraId="07875442" w14:textId="77777777" w:rsidR="006D4449" w:rsidRDefault="006D4449" w:rsidP="006D4449">
      <w:r>
        <w:t>321.7158</w:t>
      </w:r>
      <w:r>
        <w:tab/>
        <w:t>1.013e0</w:t>
      </w:r>
    </w:p>
    <w:p w14:paraId="6DB816BB" w14:textId="77777777" w:rsidR="006D4449" w:rsidRDefault="006D4449" w:rsidP="006D4449">
      <w:r>
        <w:t>321.7644</w:t>
      </w:r>
      <w:r>
        <w:tab/>
        <w:t>1.013e0</w:t>
      </w:r>
    </w:p>
    <w:p w14:paraId="4A4CEAF6" w14:textId="77777777" w:rsidR="006D4449" w:rsidRDefault="006D4449" w:rsidP="006D4449">
      <w:r>
        <w:t>321.7872</w:t>
      </w:r>
      <w:r>
        <w:tab/>
        <w:t>1.013e0</w:t>
      </w:r>
    </w:p>
    <w:p w14:paraId="03DEAFEB" w14:textId="77777777" w:rsidR="006D4449" w:rsidRDefault="006D4449" w:rsidP="006D4449">
      <w:r>
        <w:t>321.8156</w:t>
      </w:r>
      <w:r>
        <w:tab/>
        <w:t>1.013e0</w:t>
      </w:r>
    </w:p>
    <w:p w14:paraId="110F87F7" w14:textId="77777777" w:rsidR="006D4449" w:rsidRDefault="006D4449" w:rsidP="006D4449">
      <w:r>
        <w:t>321.8695</w:t>
      </w:r>
      <w:r>
        <w:tab/>
        <w:t>3.249e0</w:t>
      </w:r>
    </w:p>
    <w:p w14:paraId="1BDFCE0C" w14:textId="77777777" w:rsidR="006D4449" w:rsidRDefault="006D4449" w:rsidP="006D4449">
      <w:r>
        <w:t>321.9043</w:t>
      </w:r>
      <w:r>
        <w:tab/>
        <w:t>2.025e0</w:t>
      </w:r>
    </w:p>
    <w:p w14:paraId="73F0687D" w14:textId="77777777" w:rsidR="006D4449" w:rsidRDefault="006D4449" w:rsidP="006D4449">
      <w:r>
        <w:t>321.9076</w:t>
      </w:r>
      <w:r>
        <w:tab/>
        <w:t>1.013e0</w:t>
      </w:r>
    </w:p>
    <w:p w14:paraId="68E58436" w14:textId="77777777" w:rsidR="006D4449" w:rsidRDefault="006D4449" w:rsidP="006D4449">
      <w:r>
        <w:t>321.9448</w:t>
      </w:r>
      <w:r>
        <w:tab/>
        <w:t>1.013e0</w:t>
      </w:r>
    </w:p>
    <w:p w14:paraId="480DEEBF" w14:textId="77777777" w:rsidR="006D4449" w:rsidRDefault="006D4449" w:rsidP="006D4449">
      <w:r>
        <w:t>321.9483</w:t>
      </w:r>
      <w:r>
        <w:tab/>
        <w:t>2.025e0</w:t>
      </w:r>
    </w:p>
    <w:p w14:paraId="598CFB23" w14:textId="77777777" w:rsidR="006D4449" w:rsidRDefault="006D4449" w:rsidP="006D4449">
      <w:r>
        <w:t>321.9556</w:t>
      </w:r>
      <w:r>
        <w:tab/>
        <w:t>2.025e0</w:t>
      </w:r>
    </w:p>
    <w:p w14:paraId="108B612F" w14:textId="77777777" w:rsidR="006D4449" w:rsidRDefault="006D4449" w:rsidP="006D4449">
      <w:r>
        <w:t>321.9662</w:t>
      </w:r>
      <w:r>
        <w:tab/>
        <w:t>2.025e0</w:t>
      </w:r>
    </w:p>
    <w:p w14:paraId="4E1BF807" w14:textId="77777777" w:rsidR="006D4449" w:rsidRDefault="006D4449" w:rsidP="006D4449">
      <w:r>
        <w:t>321.9832</w:t>
      </w:r>
      <w:r>
        <w:tab/>
        <w:t>1.013e0</w:t>
      </w:r>
    </w:p>
    <w:p w14:paraId="220707FA" w14:textId="77777777" w:rsidR="006D4449" w:rsidRDefault="006D4449" w:rsidP="006D4449">
      <w:r>
        <w:t>321.9935</w:t>
      </w:r>
      <w:r>
        <w:tab/>
        <w:t>1.013e0</w:t>
      </w:r>
    </w:p>
    <w:p w14:paraId="02C9B6B9" w14:textId="77777777" w:rsidR="006D4449" w:rsidRDefault="006D4449" w:rsidP="006D4449">
      <w:r>
        <w:t>322.0109</w:t>
      </w:r>
      <w:r>
        <w:tab/>
        <w:t>1.013e0</w:t>
      </w:r>
    </w:p>
    <w:p w14:paraId="0F7393D4" w14:textId="77777777" w:rsidR="006D4449" w:rsidRDefault="006D4449" w:rsidP="006D4449">
      <w:r>
        <w:t>322.0231</w:t>
      </w:r>
      <w:r>
        <w:tab/>
        <w:t>1.013e0</w:t>
      </w:r>
    </w:p>
    <w:p w14:paraId="5FFADD78" w14:textId="77777777" w:rsidR="006D4449" w:rsidRDefault="006D4449" w:rsidP="006D4449">
      <w:r>
        <w:t>322.0380</w:t>
      </w:r>
      <w:r>
        <w:tab/>
        <w:t>2.025e0</w:t>
      </w:r>
    </w:p>
    <w:p w14:paraId="360F30F1" w14:textId="77777777" w:rsidR="006D4449" w:rsidRDefault="006D4449" w:rsidP="006D4449">
      <w:r>
        <w:t>322.0414</w:t>
      </w:r>
      <w:r>
        <w:tab/>
        <w:t>1.013e0</w:t>
      </w:r>
    </w:p>
    <w:p w14:paraId="7FD55A0D" w14:textId="77777777" w:rsidR="006D4449" w:rsidRDefault="006D4449" w:rsidP="006D4449">
      <w:r>
        <w:t>322.0592</w:t>
      </w:r>
      <w:r>
        <w:tab/>
        <w:t>2.025e0</w:t>
      </w:r>
    </w:p>
    <w:p w14:paraId="36EC9005" w14:textId="77777777" w:rsidR="006D4449" w:rsidRDefault="006D4449" w:rsidP="006D4449">
      <w:r>
        <w:lastRenderedPageBreak/>
        <w:t>322.0606</w:t>
      </w:r>
      <w:r>
        <w:tab/>
        <w:t>2.116e0</w:t>
      </w:r>
    </w:p>
    <w:p w14:paraId="2C5DEDDA" w14:textId="77777777" w:rsidR="006D4449" w:rsidRDefault="006D4449" w:rsidP="006D4449">
      <w:r>
        <w:t>322.0865</w:t>
      </w:r>
      <w:r>
        <w:tab/>
        <w:t>1.013e0</w:t>
      </w:r>
    </w:p>
    <w:p w14:paraId="2A7A9C76" w14:textId="77777777" w:rsidR="006D4449" w:rsidRDefault="006D4449" w:rsidP="006D4449">
      <w:r>
        <w:t>322.1046</w:t>
      </w:r>
      <w:r>
        <w:tab/>
        <w:t>2.906e0</w:t>
      </w:r>
    </w:p>
    <w:p w14:paraId="3CD133A8" w14:textId="77777777" w:rsidR="006D4449" w:rsidRDefault="006D4449" w:rsidP="006D4449">
      <w:r>
        <w:t>322.1170</w:t>
      </w:r>
      <w:r>
        <w:tab/>
        <w:t>1.013e0</w:t>
      </w:r>
    </w:p>
    <w:p w14:paraId="40B7973D" w14:textId="77777777" w:rsidR="006D4449" w:rsidRDefault="006D4449" w:rsidP="006D4449">
      <w:r>
        <w:t>322.1200</w:t>
      </w:r>
      <w:r>
        <w:tab/>
        <w:t>4.512e0</w:t>
      </w:r>
    </w:p>
    <w:p w14:paraId="5E31C584" w14:textId="77777777" w:rsidR="006D4449" w:rsidRDefault="006D4449" w:rsidP="006D4449">
      <w:r>
        <w:t>322.1623</w:t>
      </w:r>
      <w:r>
        <w:tab/>
        <w:t>2.025e0</w:t>
      </w:r>
    </w:p>
    <w:p w14:paraId="3673484C" w14:textId="77777777" w:rsidR="006D4449" w:rsidRDefault="006D4449" w:rsidP="006D4449">
      <w:r>
        <w:t>322.1833</w:t>
      </w:r>
      <w:r>
        <w:tab/>
        <w:t>1.013e0</w:t>
      </w:r>
    </w:p>
    <w:p w14:paraId="7FA9624C" w14:textId="77777777" w:rsidR="006D4449" w:rsidRDefault="006D4449" w:rsidP="006D4449">
      <w:r>
        <w:t>322.1926</w:t>
      </w:r>
      <w:r>
        <w:tab/>
        <w:t>1.013e0</w:t>
      </w:r>
    </w:p>
    <w:p w14:paraId="202D03E2" w14:textId="77777777" w:rsidR="006D4449" w:rsidRDefault="006D4449" w:rsidP="006D4449">
      <w:r>
        <w:t>322.2031</w:t>
      </w:r>
      <w:r>
        <w:tab/>
        <w:t>2.025e0</w:t>
      </w:r>
    </w:p>
    <w:p w14:paraId="79FABBC1" w14:textId="77777777" w:rsidR="006D4449" w:rsidRDefault="006D4449" w:rsidP="006D4449">
      <w:r>
        <w:t>322.2213</w:t>
      </w:r>
      <w:r>
        <w:tab/>
        <w:t>2.025e0</w:t>
      </w:r>
    </w:p>
    <w:p w14:paraId="2301E655" w14:textId="77777777" w:rsidR="006D4449" w:rsidRDefault="006D4449" w:rsidP="006D4449">
      <w:r>
        <w:t>322.2335</w:t>
      </w:r>
      <w:r>
        <w:tab/>
        <w:t>5.063e0</w:t>
      </w:r>
    </w:p>
    <w:p w14:paraId="1AEE113D" w14:textId="77777777" w:rsidR="006D4449" w:rsidRDefault="006D4449" w:rsidP="006D4449">
      <w:r>
        <w:t>322.2451</w:t>
      </w:r>
      <w:r>
        <w:tab/>
        <w:t>3.038e0</w:t>
      </w:r>
    </w:p>
    <w:p w14:paraId="3A181A24" w14:textId="77777777" w:rsidR="006D4449" w:rsidRDefault="006D4449" w:rsidP="006D4449">
      <w:r>
        <w:t>322.2663</w:t>
      </w:r>
      <w:r>
        <w:tab/>
        <w:t>3.038e0</w:t>
      </w:r>
    </w:p>
    <w:p w14:paraId="49AFADC5" w14:textId="77777777" w:rsidR="006D4449" w:rsidRDefault="006D4449" w:rsidP="006D4449">
      <w:r>
        <w:t>322.2701</w:t>
      </w:r>
      <w:r>
        <w:tab/>
        <w:t>2.025e0</w:t>
      </w:r>
    </w:p>
    <w:p w14:paraId="73AA3E79" w14:textId="77777777" w:rsidR="006D4449" w:rsidRDefault="006D4449" w:rsidP="006D4449">
      <w:r>
        <w:t>322.2925</w:t>
      </w:r>
      <w:r>
        <w:tab/>
        <w:t>1.013e0</w:t>
      </w:r>
    </w:p>
    <w:p w14:paraId="652B94FA" w14:textId="77777777" w:rsidR="006D4449" w:rsidRDefault="006D4449" w:rsidP="006D4449">
      <w:r>
        <w:t>322.3060</w:t>
      </w:r>
      <w:r>
        <w:tab/>
        <w:t>2.025e0</w:t>
      </w:r>
    </w:p>
    <w:p w14:paraId="53FF1FBF" w14:textId="77777777" w:rsidR="006D4449" w:rsidRDefault="006D4449" w:rsidP="006D4449">
      <w:r>
        <w:t>322.3208</w:t>
      </w:r>
      <w:r>
        <w:tab/>
        <w:t>1.013e0</w:t>
      </w:r>
    </w:p>
    <w:p w14:paraId="7D71D5EC" w14:textId="77777777" w:rsidR="006D4449" w:rsidRDefault="006D4449" w:rsidP="006D4449">
      <w:r>
        <w:t>322.3222</w:t>
      </w:r>
      <w:r>
        <w:tab/>
        <w:t>1.013e0</w:t>
      </w:r>
    </w:p>
    <w:p w14:paraId="1328C263" w14:textId="77777777" w:rsidR="006D4449" w:rsidRDefault="006D4449" w:rsidP="006D4449">
      <w:r>
        <w:t>322.3614</w:t>
      </w:r>
      <w:r>
        <w:tab/>
        <w:t>1.013e0</w:t>
      </w:r>
    </w:p>
    <w:p w14:paraId="1DB608FD" w14:textId="77777777" w:rsidR="006D4449" w:rsidRDefault="006D4449" w:rsidP="006D4449">
      <w:r>
        <w:lastRenderedPageBreak/>
        <w:t>322.3667</w:t>
      </w:r>
      <w:r>
        <w:tab/>
        <w:t>1.013e0</w:t>
      </w:r>
    </w:p>
    <w:p w14:paraId="6B838E26" w14:textId="77777777" w:rsidR="006D4449" w:rsidRDefault="006D4449" w:rsidP="006D4449">
      <w:r>
        <w:t>322.4184</w:t>
      </w:r>
      <w:r>
        <w:tab/>
        <w:t>5.063e0</w:t>
      </w:r>
    </w:p>
    <w:p w14:paraId="30F14982" w14:textId="77777777" w:rsidR="006D4449" w:rsidRDefault="006D4449" w:rsidP="006D4449">
      <w:r>
        <w:t>322.4757</w:t>
      </w:r>
      <w:r>
        <w:tab/>
        <w:t>1.013e0</w:t>
      </w:r>
    </w:p>
    <w:p w14:paraId="339DC3E3" w14:textId="77777777" w:rsidR="006D4449" w:rsidRDefault="006D4449" w:rsidP="006D4449">
      <w:r>
        <w:t>322.4953</w:t>
      </w:r>
      <w:r>
        <w:tab/>
        <w:t>1.013e0</w:t>
      </w:r>
    </w:p>
    <w:p w14:paraId="4670B621" w14:textId="77777777" w:rsidR="006D4449" w:rsidRDefault="006D4449" w:rsidP="006D4449">
      <w:r>
        <w:t>322.5419</w:t>
      </w:r>
      <w:r>
        <w:tab/>
        <w:t>1.013e0</w:t>
      </w:r>
    </w:p>
    <w:p w14:paraId="6D07E195" w14:textId="77777777" w:rsidR="006D4449" w:rsidRDefault="006D4449" w:rsidP="006D4449">
      <w:r>
        <w:t>322.5572</w:t>
      </w:r>
      <w:r>
        <w:tab/>
        <w:t>2.025e0</w:t>
      </w:r>
    </w:p>
    <w:p w14:paraId="626609E9" w14:textId="77777777" w:rsidR="006D4449" w:rsidRDefault="006D4449" w:rsidP="006D4449">
      <w:r>
        <w:t>322.6027</w:t>
      </w:r>
      <w:r>
        <w:tab/>
        <w:t>2.144e0</w:t>
      </w:r>
    </w:p>
    <w:p w14:paraId="7F97285A" w14:textId="77777777" w:rsidR="006D4449" w:rsidRDefault="006D4449" w:rsidP="006D4449">
      <w:r>
        <w:t>322.6053</w:t>
      </w:r>
      <w:r>
        <w:tab/>
        <w:t>1.013e0</w:t>
      </w:r>
    </w:p>
    <w:p w14:paraId="64F3F66F" w14:textId="77777777" w:rsidR="006D4449" w:rsidRDefault="006D4449" w:rsidP="006D4449">
      <w:r>
        <w:t>322.6292</w:t>
      </w:r>
      <w:r>
        <w:tab/>
        <w:t>2.025e0</w:t>
      </w:r>
    </w:p>
    <w:p w14:paraId="7E41F655" w14:textId="77777777" w:rsidR="006D4449" w:rsidRDefault="006D4449" w:rsidP="006D4449">
      <w:r>
        <w:t>322.6617</w:t>
      </w:r>
      <w:r>
        <w:tab/>
        <w:t>1.013e0</w:t>
      </w:r>
    </w:p>
    <w:p w14:paraId="43941E4E" w14:textId="77777777" w:rsidR="006D4449" w:rsidRDefault="006D4449" w:rsidP="006D4449">
      <w:r>
        <w:t>322.6645</w:t>
      </w:r>
      <w:r>
        <w:tab/>
        <w:t>1.013e0</w:t>
      </w:r>
    </w:p>
    <w:p w14:paraId="245B60E4" w14:textId="77777777" w:rsidR="006D4449" w:rsidRDefault="006D4449" w:rsidP="006D4449">
      <w:r>
        <w:t>322.6745</w:t>
      </w:r>
      <w:r>
        <w:tab/>
        <w:t>1.013e0</w:t>
      </w:r>
    </w:p>
    <w:p w14:paraId="60A0DA66" w14:textId="77777777" w:rsidR="006D4449" w:rsidRDefault="006D4449" w:rsidP="006D4449">
      <w:r>
        <w:t>322.6992</w:t>
      </w:r>
      <w:r>
        <w:tab/>
        <w:t>1.013e0</w:t>
      </w:r>
    </w:p>
    <w:p w14:paraId="15E77783" w14:textId="77777777" w:rsidR="006D4449" w:rsidRDefault="006D4449" w:rsidP="006D4449">
      <w:r>
        <w:t>322.7386</w:t>
      </w:r>
      <w:r>
        <w:tab/>
        <w:t>1.013e0</w:t>
      </w:r>
    </w:p>
    <w:p w14:paraId="6BE0AB1D" w14:textId="77777777" w:rsidR="006D4449" w:rsidRDefault="006D4449" w:rsidP="006D4449">
      <w:r>
        <w:t>322.7433</w:t>
      </w:r>
      <w:r>
        <w:tab/>
        <w:t>3.038e0</w:t>
      </w:r>
    </w:p>
    <w:p w14:paraId="25115F2A" w14:textId="77777777" w:rsidR="006D4449" w:rsidRDefault="006D4449" w:rsidP="006D4449">
      <w:r>
        <w:t>322.7451</w:t>
      </w:r>
      <w:r>
        <w:tab/>
        <w:t>3.038e0</w:t>
      </w:r>
    </w:p>
    <w:p w14:paraId="267C89D4" w14:textId="77777777" w:rsidR="006D4449" w:rsidRDefault="006D4449" w:rsidP="006D4449">
      <w:r>
        <w:t>322.7574</w:t>
      </w:r>
      <w:r>
        <w:tab/>
        <w:t>1.013e0</w:t>
      </w:r>
    </w:p>
    <w:p w14:paraId="12C04D01" w14:textId="77777777" w:rsidR="006D4449" w:rsidRDefault="006D4449" w:rsidP="006D4449">
      <w:r>
        <w:t>322.7852</w:t>
      </w:r>
      <w:r>
        <w:tab/>
        <w:t>1.013e0</w:t>
      </w:r>
    </w:p>
    <w:p w14:paraId="7656E1AC" w14:textId="77777777" w:rsidR="006D4449" w:rsidRDefault="006D4449" w:rsidP="006D4449">
      <w:r>
        <w:t>322.7866</w:t>
      </w:r>
      <w:r>
        <w:tab/>
        <w:t>1.013e0</w:t>
      </w:r>
    </w:p>
    <w:p w14:paraId="7E1C7A2B" w14:textId="77777777" w:rsidR="006D4449" w:rsidRDefault="006D4449" w:rsidP="006D4449">
      <w:r>
        <w:lastRenderedPageBreak/>
        <w:t>322.8390</w:t>
      </w:r>
      <w:r>
        <w:tab/>
        <w:t>1.013e0</w:t>
      </w:r>
    </w:p>
    <w:p w14:paraId="2587B909" w14:textId="77777777" w:rsidR="006D4449" w:rsidRDefault="006D4449" w:rsidP="006D4449">
      <w:r>
        <w:t>322.8551</w:t>
      </w:r>
      <w:r>
        <w:tab/>
        <w:t>1.013e0</w:t>
      </w:r>
    </w:p>
    <w:p w14:paraId="62D25A05" w14:textId="77777777" w:rsidR="006D4449" w:rsidRDefault="006D4449" w:rsidP="006D4449">
      <w:r>
        <w:t>322.8591</w:t>
      </w:r>
      <w:r>
        <w:tab/>
        <w:t>3.038e0</w:t>
      </w:r>
    </w:p>
    <w:p w14:paraId="3AD46428" w14:textId="77777777" w:rsidR="006D4449" w:rsidRDefault="006D4449" w:rsidP="006D4449">
      <w:r>
        <w:t>322.9004</w:t>
      </w:r>
      <w:r>
        <w:tab/>
        <w:t>1.013e0</w:t>
      </w:r>
    </w:p>
    <w:p w14:paraId="0113336B" w14:textId="77777777" w:rsidR="006D4449" w:rsidRDefault="006D4449" w:rsidP="006D4449">
      <w:r>
        <w:t>322.9019</w:t>
      </w:r>
      <w:r>
        <w:tab/>
        <w:t>1.947e0</w:t>
      </w:r>
    </w:p>
    <w:p w14:paraId="58A83E07" w14:textId="77777777" w:rsidR="006D4449" w:rsidRDefault="006D4449" w:rsidP="006D4449">
      <w:r>
        <w:t>322.9044</w:t>
      </w:r>
      <w:r>
        <w:tab/>
        <w:t>1.013e0</w:t>
      </w:r>
    </w:p>
    <w:p w14:paraId="49606830" w14:textId="77777777" w:rsidR="006D4449" w:rsidRDefault="006D4449" w:rsidP="006D4449">
      <w:r>
        <w:t>322.9334</w:t>
      </w:r>
      <w:r>
        <w:tab/>
        <w:t>4.051e0</w:t>
      </w:r>
    </w:p>
    <w:p w14:paraId="1289CFFC" w14:textId="77777777" w:rsidR="006D4449" w:rsidRDefault="006D4449" w:rsidP="006D4449">
      <w:r>
        <w:t>322.9461</w:t>
      </w:r>
      <w:r>
        <w:tab/>
        <w:t>2.025e0</w:t>
      </w:r>
    </w:p>
    <w:p w14:paraId="4BFCA228" w14:textId="77777777" w:rsidR="006D4449" w:rsidRDefault="006D4449" w:rsidP="006D4449">
      <w:r>
        <w:t>322.9490</w:t>
      </w:r>
      <w:r>
        <w:tab/>
        <w:t>1.013e0</w:t>
      </w:r>
    </w:p>
    <w:p w14:paraId="35E5A76F" w14:textId="77777777" w:rsidR="006D4449" w:rsidRDefault="006D4449" w:rsidP="006D4449">
      <w:r>
        <w:t>322.9529</w:t>
      </w:r>
      <w:r>
        <w:tab/>
        <w:t>2.025e0</w:t>
      </w:r>
    </w:p>
    <w:p w14:paraId="46550B11" w14:textId="77777777" w:rsidR="006D4449" w:rsidRDefault="006D4449" w:rsidP="006D4449">
      <w:r>
        <w:t>322.9964</w:t>
      </w:r>
      <w:r>
        <w:tab/>
        <w:t>1.013e0</w:t>
      </w:r>
    </w:p>
    <w:p w14:paraId="4796586D" w14:textId="77777777" w:rsidR="006D4449" w:rsidRDefault="006D4449" w:rsidP="006D4449">
      <w:r>
        <w:t>323.0184</w:t>
      </w:r>
      <w:r>
        <w:tab/>
        <w:t>1.013e0</w:t>
      </w:r>
    </w:p>
    <w:p w14:paraId="6DCB31D9" w14:textId="77777777" w:rsidR="006D4449" w:rsidRDefault="006D4449" w:rsidP="006D4449">
      <w:r>
        <w:t>323.0284</w:t>
      </w:r>
      <w:r>
        <w:tab/>
        <w:t>1.013e0</w:t>
      </w:r>
    </w:p>
    <w:p w14:paraId="27445363" w14:textId="77777777" w:rsidR="006D4449" w:rsidRDefault="006D4449" w:rsidP="006D4449">
      <w:r>
        <w:t>323.0295</w:t>
      </w:r>
      <w:r>
        <w:tab/>
        <w:t>2.025e0</w:t>
      </w:r>
    </w:p>
    <w:p w14:paraId="033FB2B1" w14:textId="77777777" w:rsidR="006D4449" w:rsidRDefault="006D4449" w:rsidP="006D4449">
      <w:r>
        <w:t>323.0370</w:t>
      </w:r>
      <w:r>
        <w:tab/>
        <w:t>3.038e0</w:t>
      </w:r>
    </w:p>
    <w:p w14:paraId="3DB6ECD8" w14:textId="77777777" w:rsidR="006D4449" w:rsidRDefault="006D4449" w:rsidP="006D4449">
      <w:r>
        <w:t>323.0567</w:t>
      </w:r>
      <w:r>
        <w:tab/>
        <w:t>1.013e0</w:t>
      </w:r>
    </w:p>
    <w:p w14:paraId="2DA8EB52" w14:textId="77777777" w:rsidR="006D4449" w:rsidRDefault="006D4449" w:rsidP="006D4449">
      <w:r>
        <w:t>323.0664</w:t>
      </w:r>
      <w:r>
        <w:tab/>
        <w:t>1.013e0</w:t>
      </w:r>
    </w:p>
    <w:p w14:paraId="445872E5" w14:textId="77777777" w:rsidR="006D4449" w:rsidRDefault="006D4449" w:rsidP="006D4449">
      <w:r>
        <w:t>323.0865</w:t>
      </w:r>
      <w:r>
        <w:tab/>
        <w:t>1.013e0</w:t>
      </w:r>
    </w:p>
    <w:p w14:paraId="103C8752" w14:textId="77777777" w:rsidR="006D4449" w:rsidRDefault="006D4449" w:rsidP="006D4449">
      <w:r>
        <w:t>323.1436</w:t>
      </w:r>
      <w:r>
        <w:tab/>
        <w:t>3.130e1</w:t>
      </w:r>
    </w:p>
    <w:p w14:paraId="7D201D3E" w14:textId="77777777" w:rsidR="006D4449" w:rsidRDefault="006D4449" w:rsidP="006D4449">
      <w:r>
        <w:lastRenderedPageBreak/>
        <w:t>323.1461</w:t>
      </w:r>
      <w:r>
        <w:tab/>
        <w:t>2.322e1</w:t>
      </w:r>
    </w:p>
    <w:p w14:paraId="540EC62A" w14:textId="77777777" w:rsidR="006D4449" w:rsidRDefault="006D4449" w:rsidP="006D4449">
      <w:r>
        <w:t>323.1496</w:t>
      </w:r>
      <w:r>
        <w:tab/>
        <w:t>3.312e1</w:t>
      </w:r>
    </w:p>
    <w:p w14:paraId="55D50FCD" w14:textId="77777777" w:rsidR="006D4449" w:rsidRDefault="006D4449" w:rsidP="006D4449">
      <w:r>
        <w:t>323.1511</w:t>
      </w:r>
      <w:r>
        <w:tab/>
        <w:t>3.340e1</w:t>
      </w:r>
    </w:p>
    <w:p w14:paraId="69CBFD71" w14:textId="77777777" w:rsidR="006D4449" w:rsidRDefault="006D4449" w:rsidP="006D4449">
      <w:r>
        <w:t>323.1957</w:t>
      </w:r>
      <w:r>
        <w:tab/>
        <w:t>3.964e0</w:t>
      </w:r>
    </w:p>
    <w:p w14:paraId="51C6CD50" w14:textId="77777777" w:rsidR="006D4449" w:rsidRDefault="006D4449" w:rsidP="006D4449">
      <w:r>
        <w:t>323.2145</w:t>
      </w:r>
      <w:r>
        <w:tab/>
        <w:t>1.013e0</w:t>
      </w:r>
    </w:p>
    <w:p w14:paraId="52BF5A2A" w14:textId="77777777" w:rsidR="006D4449" w:rsidRDefault="006D4449" w:rsidP="006D4449">
      <w:r>
        <w:t>323.2239</w:t>
      </w:r>
      <w:r>
        <w:tab/>
        <w:t>2.025e0</w:t>
      </w:r>
    </w:p>
    <w:p w14:paraId="11F2F0E0" w14:textId="77777777" w:rsidR="006D4449" w:rsidRDefault="006D4449" w:rsidP="006D4449">
      <w:r>
        <w:t>323.2423</w:t>
      </w:r>
      <w:r>
        <w:tab/>
        <w:t>2.025e0</w:t>
      </w:r>
    </w:p>
    <w:p w14:paraId="300F7F44" w14:textId="77777777" w:rsidR="006D4449" w:rsidRDefault="006D4449" w:rsidP="006D4449">
      <w:r>
        <w:t>323.2487</w:t>
      </w:r>
      <w:r>
        <w:tab/>
        <w:t>3.038e0</w:t>
      </w:r>
    </w:p>
    <w:p w14:paraId="5D922EE4" w14:textId="77777777" w:rsidR="006D4449" w:rsidRDefault="006D4449" w:rsidP="006D4449">
      <w:r>
        <w:t>323.2509</w:t>
      </w:r>
      <w:r>
        <w:tab/>
        <w:t>3.038e0</w:t>
      </w:r>
    </w:p>
    <w:p w14:paraId="4C1DBCD7" w14:textId="77777777" w:rsidR="006D4449" w:rsidRDefault="006D4449" w:rsidP="006D4449">
      <w:r>
        <w:t>323.2531</w:t>
      </w:r>
      <w:r>
        <w:tab/>
        <w:t>1.013e0</w:t>
      </w:r>
    </w:p>
    <w:p w14:paraId="2BE2600B" w14:textId="77777777" w:rsidR="006D4449" w:rsidRDefault="006D4449" w:rsidP="006D4449">
      <w:r>
        <w:t>323.2954</w:t>
      </w:r>
      <w:r>
        <w:tab/>
        <w:t>2.025e0</w:t>
      </w:r>
    </w:p>
    <w:p w14:paraId="268B5AF7" w14:textId="77777777" w:rsidR="006D4449" w:rsidRDefault="006D4449" w:rsidP="006D4449">
      <w:r>
        <w:t>323.3067</w:t>
      </w:r>
      <w:r>
        <w:tab/>
        <w:t>2.025e0</w:t>
      </w:r>
    </w:p>
    <w:p w14:paraId="4B2D8ED2" w14:textId="77777777" w:rsidR="006D4449" w:rsidRDefault="006D4449" w:rsidP="006D4449">
      <w:r>
        <w:t>323.3090</w:t>
      </w:r>
      <w:r>
        <w:tab/>
        <w:t>2.025e0</w:t>
      </w:r>
    </w:p>
    <w:p w14:paraId="2DCCE701" w14:textId="77777777" w:rsidR="006D4449" w:rsidRDefault="006D4449" w:rsidP="006D4449">
      <w:r>
        <w:t>323.3238</w:t>
      </w:r>
      <w:r>
        <w:tab/>
        <w:t>1.013e0</w:t>
      </w:r>
    </w:p>
    <w:p w14:paraId="28C6ED9A" w14:textId="77777777" w:rsidR="006D4449" w:rsidRDefault="006D4449" w:rsidP="006D4449">
      <w:r>
        <w:t>323.3290</w:t>
      </w:r>
      <w:r>
        <w:tab/>
        <w:t>1.013e0</w:t>
      </w:r>
    </w:p>
    <w:p w14:paraId="7295F76C" w14:textId="77777777" w:rsidR="006D4449" w:rsidRDefault="006D4449" w:rsidP="006D4449">
      <w:r>
        <w:t>323.3534</w:t>
      </w:r>
      <w:r>
        <w:tab/>
        <w:t>1.013e0</w:t>
      </w:r>
    </w:p>
    <w:p w14:paraId="7E41D933" w14:textId="77777777" w:rsidR="006D4449" w:rsidRDefault="006D4449" w:rsidP="006D4449">
      <w:r>
        <w:t>323.3952</w:t>
      </w:r>
      <w:r>
        <w:tab/>
        <w:t>2.025e0</w:t>
      </w:r>
    </w:p>
    <w:p w14:paraId="3F367A2E" w14:textId="77777777" w:rsidR="006D4449" w:rsidRDefault="006D4449" w:rsidP="006D4449">
      <w:r>
        <w:t>323.4020</w:t>
      </w:r>
      <w:r>
        <w:tab/>
        <w:t>1.013e0</w:t>
      </w:r>
    </w:p>
    <w:p w14:paraId="27FA0BE8" w14:textId="77777777" w:rsidR="006D4449" w:rsidRDefault="006D4449" w:rsidP="006D4449">
      <w:r>
        <w:t>323.4046</w:t>
      </w:r>
      <w:r>
        <w:tab/>
        <w:t>1.013e0</w:t>
      </w:r>
    </w:p>
    <w:p w14:paraId="3EA78AEA" w14:textId="77777777" w:rsidR="006D4449" w:rsidRDefault="006D4449" w:rsidP="006D4449">
      <w:r>
        <w:lastRenderedPageBreak/>
        <w:t>323.4303</w:t>
      </w:r>
      <w:r>
        <w:tab/>
        <w:t>1.013e0</w:t>
      </w:r>
    </w:p>
    <w:p w14:paraId="3C88FF5C" w14:textId="77777777" w:rsidR="006D4449" w:rsidRDefault="006D4449" w:rsidP="006D4449">
      <w:r>
        <w:t>323.4632</w:t>
      </w:r>
      <w:r>
        <w:tab/>
        <w:t>1.013e0</w:t>
      </w:r>
    </w:p>
    <w:p w14:paraId="6EB949C8" w14:textId="77777777" w:rsidR="006D4449" w:rsidRDefault="006D4449" w:rsidP="006D4449">
      <w:r>
        <w:t>323.4691</w:t>
      </w:r>
      <w:r>
        <w:tab/>
        <w:t>1.013e0</w:t>
      </w:r>
    </w:p>
    <w:p w14:paraId="555063EF" w14:textId="77777777" w:rsidR="006D4449" w:rsidRDefault="006D4449" w:rsidP="006D4449">
      <w:r>
        <w:t>323.4735</w:t>
      </w:r>
      <w:r>
        <w:tab/>
        <w:t>1.013e0</w:t>
      </w:r>
    </w:p>
    <w:p w14:paraId="08169F6B" w14:textId="77777777" w:rsidR="006D4449" w:rsidRDefault="006D4449" w:rsidP="006D4449">
      <w:r>
        <w:t>323.5341</w:t>
      </w:r>
      <w:r>
        <w:tab/>
        <w:t>1.013e0</w:t>
      </w:r>
    </w:p>
    <w:p w14:paraId="66EE8C4F" w14:textId="77777777" w:rsidR="006D4449" w:rsidRDefault="006D4449" w:rsidP="006D4449">
      <w:r>
        <w:t>323.5423</w:t>
      </w:r>
      <w:r>
        <w:tab/>
        <w:t>3.038e0</w:t>
      </w:r>
    </w:p>
    <w:p w14:paraId="688994A1" w14:textId="77777777" w:rsidR="006D4449" w:rsidRDefault="006D4449" w:rsidP="006D4449">
      <w:r>
        <w:t>323.5450</w:t>
      </w:r>
      <w:r>
        <w:tab/>
        <w:t>1.013e0</w:t>
      </w:r>
    </w:p>
    <w:p w14:paraId="0117CDD7" w14:textId="77777777" w:rsidR="006D4449" w:rsidRDefault="006D4449" w:rsidP="006D4449">
      <w:r>
        <w:t>323.5728</w:t>
      </w:r>
      <w:r>
        <w:tab/>
        <w:t>1.013e0</w:t>
      </w:r>
    </w:p>
    <w:p w14:paraId="0940736C" w14:textId="77777777" w:rsidR="006D4449" w:rsidRDefault="006D4449" w:rsidP="006D4449">
      <w:r>
        <w:t>323.5800</w:t>
      </w:r>
      <w:r>
        <w:tab/>
        <w:t>1.013e0</w:t>
      </w:r>
    </w:p>
    <w:p w14:paraId="0898A033" w14:textId="77777777" w:rsidR="006D4449" w:rsidRDefault="006D4449" w:rsidP="006D4449">
      <w:r>
        <w:t>323.6070</w:t>
      </w:r>
      <w:r>
        <w:tab/>
        <w:t>2.025e0</w:t>
      </w:r>
    </w:p>
    <w:p w14:paraId="624678B7" w14:textId="77777777" w:rsidR="006D4449" w:rsidRDefault="006D4449" w:rsidP="006D4449">
      <w:r>
        <w:t>323.6596</w:t>
      </w:r>
      <w:r>
        <w:tab/>
        <w:t>1.013e0</w:t>
      </w:r>
    </w:p>
    <w:p w14:paraId="4491DECE" w14:textId="77777777" w:rsidR="006D4449" w:rsidRDefault="006D4449" w:rsidP="006D4449">
      <w:r>
        <w:t>323.6791</w:t>
      </w:r>
      <w:r>
        <w:tab/>
        <w:t>2.025e0</w:t>
      </w:r>
    </w:p>
    <w:p w14:paraId="2B1D7096" w14:textId="77777777" w:rsidR="006D4449" w:rsidRDefault="006D4449" w:rsidP="006D4449">
      <w:r>
        <w:t>323.6965</w:t>
      </w:r>
      <w:r>
        <w:tab/>
        <w:t>4.051e0</w:t>
      </w:r>
    </w:p>
    <w:p w14:paraId="2374E59D" w14:textId="77777777" w:rsidR="006D4449" w:rsidRDefault="006D4449" w:rsidP="006D4449">
      <w:r>
        <w:t>323.7216</w:t>
      </w:r>
      <w:r>
        <w:tab/>
        <w:t>1.013e0</w:t>
      </w:r>
    </w:p>
    <w:p w14:paraId="56997793" w14:textId="77777777" w:rsidR="006D4449" w:rsidRDefault="006D4449" w:rsidP="006D4449">
      <w:r>
        <w:t>323.7598</w:t>
      </w:r>
      <w:r>
        <w:tab/>
        <w:t>1.013e0</w:t>
      </w:r>
    </w:p>
    <w:p w14:paraId="588D1D70" w14:textId="77777777" w:rsidR="006D4449" w:rsidRDefault="006D4449" w:rsidP="006D4449">
      <w:r>
        <w:t>323.7611</w:t>
      </w:r>
      <w:r>
        <w:tab/>
        <w:t>1.013e0</w:t>
      </w:r>
    </w:p>
    <w:p w14:paraId="38AF4620" w14:textId="77777777" w:rsidR="006D4449" w:rsidRDefault="006D4449" w:rsidP="006D4449">
      <w:r>
        <w:t>323.7931</w:t>
      </w:r>
      <w:r>
        <w:tab/>
        <w:t>1.013e0</w:t>
      </w:r>
    </w:p>
    <w:p w14:paraId="37221DCE" w14:textId="77777777" w:rsidR="006D4449" w:rsidRDefault="006D4449" w:rsidP="006D4449">
      <w:r>
        <w:t>323.7986</w:t>
      </w:r>
      <w:r>
        <w:tab/>
        <w:t>1.013e0</w:t>
      </w:r>
    </w:p>
    <w:p w14:paraId="32DE3C0E" w14:textId="77777777" w:rsidR="006D4449" w:rsidRDefault="006D4449" w:rsidP="006D4449">
      <w:r>
        <w:t>323.8009</w:t>
      </w:r>
      <w:r>
        <w:tab/>
        <w:t>2.025e0</w:t>
      </w:r>
    </w:p>
    <w:p w14:paraId="12B2C539" w14:textId="77777777" w:rsidR="006D4449" w:rsidRDefault="006D4449" w:rsidP="006D4449">
      <w:r>
        <w:lastRenderedPageBreak/>
        <w:t>323.8255</w:t>
      </w:r>
      <w:r>
        <w:tab/>
        <w:t>1.013e0</w:t>
      </w:r>
    </w:p>
    <w:p w14:paraId="6F44D0E7" w14:textId="77777777" w:rsidR="006D4449" w:rsidRDefault="006D4449" w:rsidP="006D4449">
      <w:r>
        <w:t>323.8313</w:t>
      </w:r>
      <w:r>
        <w:tab/>
        <w:t>1.013e0</w:t>
      </w:r>
    </w:p>
    <w:p w14:paraId="3E0F2CC6" w14:textId="77777777" w:rsidR="006D4449" w:rsidRDefault="006D4449" w:rsidP="006D4449">
      <w:r>
        <w:t>323.8430</w:t>
      </w:r>
      <w:r>
        <w:tab/>
        <w:t>1.013e0</w:t>
      </w:r>
    </w:p>
    <w:p w14:paraId="67356F56" w14:textId="77777777" w:rsidR="006D4449" w:rsidRDefault="006D4449" w:rsidP="006D4449">
      <w:r>
        <w:t>323.8897</w:t>
      </w:r>
      <w:r>
        <w:tab/>
        <w:t>1.013e0</w:t>
      </w:r>
    </w:p>
    <w:p w14:paraId="07FD140E" w14:textId="77777777" w:rsidR="006D4449" w:rsidRDefault="006D4449" w:rsidP="006D4449">
      <w:r>
        <w:t>323.9044</w:t>
      </w:r>
      <w:r>
        <w:tab/>
        <w:t>2.025e0</w:t>
      </w:r>
    </w:p>
    <w:p w14:paraId="12F72073" w14:textId="77777777" w:rsidR="006D4449" w:rsidRDefault="006D4449" w:rsidP="006D4449">
      <w:r>
        <w:t>323.9131</w:t>
      </w:r>
      <w:r>
        <w:tab/>
        <w:t>1.013e0</w:t>
      </w:r>
    </w:p>
    <w:p w14:paraId="2DA49A92" w14:textId="77777777" w:rsidR="006D4449" w:rsidRDefault="006D4449" w:rsidP="006D4449">
      <w:r>
        <w:t>323.9189</w:t>
      </w:r>
      <w:r>
        <w:tab/>
        <w:t>1.013e0</w:t>
      </w:r>
    </w:p>
    <w:p w14:paraId="1ECA8EC2" w14:textId="77777777" w:rsidR="006D4449" w:rsidRDefault="006D4449" w:rsidP="006D4449">
      <w:r>
        <w:t>323.9278</w:t>
      </w:r>
      <w:r>
        <w:tab/>
        <w:t>4.051e0</w:t>
      </w:r>
    </w:p>
    <w:p w14:paraId="5BD37966" w14:textId="77777777" w:rsidR="006D4449" w:rsidRDefault="006D4449" w:rsidP="006D4449">
      <w:r>
        <w:t>323.9523</w:t>
      </w:r>
      <w:r>
        <w:tab/>
        <w:t>1.013e0</w:t>
      </w:r>
    </w:p>
    <w:p w14:paraId="5AE51E7C" w14:textId="77777777" w:rsidR="006D4449" w:rsidRDefault="006D4449" w:rsidP="006D4449">
      <w:r>
        <w:t>323.9657</w:t>
      </w:r>
      <w:r>
        <w:tab/>
        <w:t>1.013e0</w:t>
      </w:r>
    </w:p>
    <w:p w14:paraId="22CF727C" w14:textId="77777777" w:rsidR="006D4449" w:rsidRDefault="006D4449" w:rsidP="006D4449">
      <w:r>
        <w:t>323.9819</w:t>
      </w:r>
      <w:r>
        <w:tab/>
        <w:t>3.038e0</w:t>
      </w:r>
    </w:p>
    <w:p w14:paraId="0B67C70E" w14:textId="77777777" w:rsidR="006D4449" w:rsidRDefault="006D4449" w:rsidP="006D4449">
      <w:r>
        <w:t>324.0228</w:t>
      </w:r>
      <w:r>
        <w:tab/>
        <w:t>2.025e0</w:t>
      </w:r>
    </w:p>
    <w:p w14:paraId="274C2CEB" w14:textId="77777777" w:rsidR="006D4449" w:rsidRDefault="006D4449" w:rsidP="006D4449">
      <w:r>
        <w:t>324.0417</w:t>
      </w:r>
      <w:r>
        <w:tab/>
        <w:t>1.013e0</w:t>
      </w:r>
    </w:p>
    <w:p w14:paraId="3063FC21" w14:textId="77777777" w:rsidR="006D4449" w:rsidRDefault="006D4449" w:rsidP="006D4449">
      <w:r>
        <w:t>324.0462</w:t>
      </w:r>
      <w:r>
        <w:tab/>
        <w:t>2.025e0</w:t>
      </w:r>
    </w:p>
    <w:p w14:paraId="06CC3FC7" w14:textId="77777777" w:rsidR="006D4449" w:rsidRDefault="006D4449" w:rsidP="006D4449">
      <w:r>
        <w:t>324.0476</w:t>
      </w:r>
      <w:r>
        <w:tab/>
        <w:t>1.013e0</w:t>
      </w:r>
    </w:p>
    <w:p w14:paraId="64B77B33" w14:textId="77777777" w:rsidR="006D4449" w:rsidRDefault="006D4449" w:rsidP="006D4449">
      <w:r>
        <w:t>324.0486</w:t>
      </w:r>
      <w:r>
        <w:tab/>
        <w:t>2.025e0</w:t>
      </w:r>
    </w:p>
    <w:p w14:paraId="6DFE3F6C" w14:textId="77777777" w:rsidR="006D4449" w:rsidRDefault="006D4449" w:rsidP="006D4449">
      <w:r>
        <w:t>324.0590</w:t>
      </w:r>
      <w:r>
        <w:tab/>
        <w:t>6.076e0</w:t>
      </w:r>
    </w:p>
    <w:p w14:paraId="4DD401A7" w14:textId="77777777" w:rsidR="006D4449" w:rsidRDefault="006D4449" w:rsidP="006D4449">
      <w:r>
        <w:t>324.0944</w:t>
      </w:r>
      <w:r>
        <w:tab/>
        <w:t>2.025e0</w:t>
      </w:r>
    </w:p>
    <w:p w14:paraId="59504167" w14:textId="77777777" w:rsidR="006D4449" w:rsidRDefault="006D4449" w:rsidP="006D4449">
      <w:r>
        <w:t>324.1064</w:t>
      </w:r>
      <w:r>
        <w:tab/>
        <w:t>2.769e0</w:t>
      </w:r>
    </w:p>
    <w:p w14:paraId="76E9EF2C" w14:textId="77777777" w:rsidR="006D4449" w:rsidRDefault="006D4449" w:rsidP="006D4449">
      <w:r>
        <w:lastRenderedPageBreak/>
        <w:t>324.1126</w:t>
      </w:r>
      <w:r>
        <w:tab/>
        <w:t>2.872e0</w:t>
      </w:r>
    </w:p>
    <w:p w14:paraId="07895443" w14:textId="77777777" w:rsidR="006D4449" w:rsidRDefault="006D4449" w:rsidP="006D4449">
      <w:r>
        <w:t>324.1456</w:t>
      </w:r>
      <w:r>
        <w:tab/>
        <w:t>4.405e0</w:t>
      </w:r>
    </w:p>
    <w:p w14:paraId="3A7249C2" w14:textId="77777777" w:rsidR="006D4449" w:rsidRDefault="006D4449" w:rsidP="006D4449">
      <w:r>
        <w:t>324.1476</w:t>
      </w:r>
      <w:r>
        <w:tab/>
        <w:t>1.013e1</w:t>
      </w:r>
    </w:p>
    <w:p w14:paraId="4D8472E3" w14:textId="77777777" w:rsidR="006D4449" w:rsidRDefault="006D4449" w:rsidP="006D4449">
      <w:r>
        <w:t>324.1508</w:t>
      </w:r>
      <w:r>
        <w:tab/>
        <w:t>6.428e0</w:t>
      </w:r>
    </w:p>
    <w:p w14:paraId="6D385F61" w14:textId="77777777" w:rsidR="006D4449" w:rsidRDefault="006D4449" w:rsidP="006D4449">
      <w:r>
        <w:t>324.1540</w:t>
      </w:r>
      <w:r>
        <w:tab/>
        <w:t>5.063e0</w:t>
      </w:r>
    </w:p>
    <w:p w14:paraId="26B0022D" w14:textId="77777777" w:rsidR="006D4449" w:rsidRDefault="006D4449" w:rsidP="006D4449">
      <w:r>
        <w:t>324.1584</w:t>
      </w:r>
      <w:r>
        <w:tab/>
        <w:t>2.487e0</w:t>
      </w:r>
    </w:p>
    <w:p w14:paraId="49504E97" w14:textId="77777777" w:rsidR="006D4449" w:rsidRDefault="006D4449" w:rsidP="006D4449">
      <w:r>
        <w:t>324.1997</w:t>
      </w:r>
      <w:r>
        <w:tab/>
        <w:t>1.013e0</w:t>
      </w:r>
    </w:p>
    <w:p w14:paraId="28E3D352" w14:textId="77777777" w:rsidR="006D4449" w:rsidRDefault="006D4449" w:rsidP="006D4449">
      <w:r>
        <w:t>324.2055</w:t>
      </w:r>
      <w:r>
        <w:tab/>
        <w:t>1.013e0</w:t>
      </w:r>
    </w:p>
    <w:p w14:paraId="472EA9CF" w14:textId="77777777" w:rsidR="006D4449" w:rsidRDefault="006D4449" w:rsidP="006D4449">
      <w:r>
        <w:t>324.2100</w:t>
      </w:r>
      <w:r>
        <w:tab/>
        <w:t>2.025e0</w:t>
      </w:r>
    </w:p>
    <w:p w14:paraId="64354CCE" w14:textId="77777777" w:rsidR="006D4449" w:rsidRDefault="006D4449" w:rsidP="006D4449">
      <w:r>
        <w:t>324.2403</w:t>
      </w:r>
      <w:r>
        <w:tab/>
        <w:t>3.038e0</w:t>
      </w:r>
    </w:p>
    <w:p w14:paraId="6BD0562C" w14:textId="77777777" w:rsidR="006D4449" w:rsidRDefault="006D4449" w:rsidP="006D4449">
      <w:r>
        <w:t>324.2523</w:t>
      </w:r>
      <w:r>
        <w:tab/>
        <w:t>1.013e0</w:t>
      </w:r>
    </w:p>
    <w:p w14:paraId="3286BFEF" w14:textId="77777777" w:rsidR="006D4449" w:rsidRDefault="006D4449" w:rsidP="006D4449">
      <w:r>
        <w:t>324.2556</w:t>
      </w:r>
      <w:r>
        <w:tab/>
        <w:t>2.025e0</w:t>
      </w:r>
    </w:p>
    <w:p w14:paraId="767E07AA" w14:textId="77777777" w:rsidR="006D4449" w:rsidRDefault="006D4449" w:rsidP="006D4449">
      <w:r>
        <w:t>324.2737</w:t>
      </w:r>
      <w:r>
        <w:tab/>
        <w:t>2.025e0</w:t>
      </w:r>
    </w:p>
    <w:p w14:paraId="5BF90EC6" w14:textId="77777777" w:rsidR="006D4449" w:rsidRDefault="006D4449" w:rsidP="006D4449">
      <w:r>
        <w:t>324.2984</w:t>
      </w:r>
      <w:r>
        <w:tab/>
        <w:t>4.051e0</w:t>
      </w:r>
    </w:p>
    <w:p w14:paraId="7CB8B23E" w14:textId="77777777" w:rsidR="006D4449" w:rsidRDefault="006D4449" w:rsidP="006D4449">
      <w:r>
        <w:t>324.3011</w:t>
      </w:r>
      <w:r>
        <w:tab/>
        <w:t>2.025e0</w:t>
      </w:r>
    </w:p>
    <w:p w14:paraId="549AFF71" w14:textId="77777777" w:rsidR="006D4449" w:rsidRDefault="006D4449" w:rsidP="006D4449">
      <w:r>
        <w:t>324.3109</w:t>
      </w:r>
      <w:r>
        <w:tab/>
        <w:t>1.013e0</w:t>
      </w:r>
    </w:p>
    <w:p w14:paraId="594662E6" w14:textId="77777777" w:rsidR="006D4449" w:rsidRDefault="006D4449" w:rsidP="006D4449">
      <w:r>
        <w:t>324.3153</w:t>
      </w:r>
      <w:r>
        <w:tab/>
        <w:t>1.013e0</w:t>
      </w:r>
    </w:p>
    <w:p w14:paraId="7C4CEB04" w14:textId="77777777" w:rsidR="006D4449" w:rsidRDefault="006D4449" w:rsidP="006D4449">
      <w:r>
        <w:t>324.3524</w:t>
      </w:r>
      <w:r>
        <w:tab/>
        <w:t>2.025e0</w:t>
      </w:r>
    </w:p>
    <w:p w14:paraId="2DE0F403" w14:textId="77777777" w:rsidR="006D4449" w:rsidRDefault="006D4449" w:rsidP="006D4449">
      <w:r>
        <w:t>324.3563</w:t>
      </w:r>
      <w:r>
        <w:tab/>
        <w:t>1.013e0</w:t>
      </w:r>
    </w:p>
    <w:p w14:paraId="29FDDECC" w14:textId="77777777" w:rsidR="006D4449" w:rsidRDefault="006D4449" w:rsidP="006D4449">
      <w:r>
        <w:lastRenderedPageBreak/>
        <w:t>324.3798</w:t>
      </w:r>
      <w:r>
        <w:tab/>
        <w:t>1.013e0</w:t>
      </w:r>
    </w:p>
    <w:p w14:paraId="0B590B6F" w14:textId="77777777" w:rsidR="006D4449" w:rsidRDefault="006D4449" w:rsidP="006D4449">
      <w:r>
        <w:t>324.3812</w:t>
      </w:r>
      <w:r>
        <w:tab/>
        <w:t>2.025e0</w:t>
      </w:r>
    </w:p>
    <w:p w14:paraId="72185433" w14:textId="77777777" w:rsidR="006D4449" w:rsidRDefault="006D4449" w:rsidP="006D4449">
      <w:r>
        <w:t>324.4259</w:t>
      </w:r>
      <w:r>
        <w:tab/>
        <w:t>1.013e0</w:t>
      </w:r>
    </w:p>
    <w:p w14:paraId="2A630F2E" w14:textId="77777777" w:rsidR="006D4449" w:rsidRDefault="006D4449" w:rsidP="006D4449">
      <w:r>
        <w:t>324.4574</w:t>
      </w:r>
      <w:r>
        <w:tab/>
        <w:t>2.025e0</w:t>
      </w:r>
    </w:p>
    <w:p w14:paraId="354A2BDB" w14:textId="77777777" w:rsidR="006D4449" w:rsidRDefault="006D4449" w:rsidP="006D4449">
      <w:r>
        <w:t>324.4914</w:t>
      </w:r>
      <w:r>
        <w:tab/>
        <w:t>2.025e0</w:t>
      </w:r>
    </w:p>
    <w:p w14:paraId="798149B8" w14:textId="77777777" w:rsidR="006D4449" w:rsidRDefault="006D4449" w:rsidP="006D4449">
      <w:r>
        <w:t>324.4969</w:t>
      </w:r>
      <w:r>
        <w:tab/>
        <w:t>3.038e0</w:t>
      </w:r>
    </w:p>
    <w:p w14:paraId="6FF61DE3" w14:textId="77777777" w:rsidR="006D4449" w:rsidRDefault="006D4449" w:rsidP="006D4449">
      <w:r>
        <w:t>324.5555</w:t>
      </w:r>
      <w:r>
        <w:tab/>
        <w:t>1.013e0</w:t>
      </w:r>
    </w:p>
    <w:p w14:paraId="4FE58C05" w14:textId="77777777" w:rsidR="006D4449" w:rsidRDefault="006D4449" w:rsidP="006D4449">
      <w:r>
        <w:t>324.5665</w:t>
      </w:r>
      <w:r>
        <w:tab/>
        <w:t>2.025e0</w:t>
      </w:r>
    </w:p>
    <w:p w14:paraId="34396DB7" w14:textId="77777777" w:rsidR="006D4449" w:rsidRDefault="006D4449" w:rsidP="006D4449">
      <w:r>
        <w:t>324.5786</w:t>
      </w:r>
      <w:r>
        <w:tab/>
        <w:t>1.013e0</w:t>
      </w:r>
    </w:p>
    <w:p w14:paraId="1A32CD6A" w14:textId="77777777" w:rsidR="006D4449" w:rsidRDefault="006D4449" w:rsidP="006D4449">
      <w:r>
        <w:t>324.6036</w:t>
      </w:r>
      <w:r>
        <w:tab/>
        <w:t>1.013e0</w:t>
      </w:r>
    </w:p>
    <w:p w14:paraId="29FF1D5F" w14:textId="77777777" w:rsidR="006D4449" w:rsidRDefault="006D4449" w:rsidP="006D4449">
      <w:r>
        <w:t>324.6177</w:t>
      </w:r>
      <w:r>
        <w:tab/>
        <w:t>4.051e0</w:t>
      </w:r>
    </w:p>
    <w:p w14:paraId="3B169264" w14:textId="77777777" w:rsidR="006D4449" w:rsidRDefault="006D4449" w:rsidP="006D4449">
      <w:r>
        <w:t>324.6608</w:t>
      </w:r>
      <w:r>
        <w:tab/>
        <w:t>1.013e0</w:t>
      </w:r>
    </w:p>
    <w:p w14:paraId="6BFAC7BD" w14:textId="77777777" w:rsidR="006D4449" w:rsidRDefault="006D4449" w:rsidP="006D4449">
      <w:r>
        <w:t>324.6635</w:t>
      </w:r>
      <w:r>
        <w:tab/>
        <w:t>1.013e0</w:t>
      </w:r>
    </w:p>
    <w:p w14:paraId="0ECD8D75" w14:textId="77777777" w:rsidR="006D4449" w:rsidRDefault="006D4449" w:rsidP="006D4449">
      <w:r>
        <w:t>324.6749</w:t>
      </w:r>
      <w:r>
        <w:tab/>
        <w:t>2.025e0</w:t>
      </w:r>
    </w:p>
    <w:p w14:paraId="7EB87547" w14:textId="77777777" w:rsidR="006D4449" w:rsidRDefault="006D4449" w:rsidP="006D4449">
      <w:r>
        <w:t>324.6960</w:t>
      </w:r>
      <w:r>
        <w:tab/>
        <w:t>1.013e0</w:t>
      </w:r>
    </w:p>
    <w:p w14:paraId="05781258" w14:textId="77777777" w:rsidR="006D4449" w:rsidRDefault="006D4449" w:rsidP="006D4449">
      <w:r>
        <w:t>324.7311</w:t>
      </w:r>
      <w:r>
        <w:tab/>
        <w:t>2.025e0</w:t>
      </w:r>
    </w:p>
    <w:p w14:paraId="6A645CA9" w14:textId="77777777" w:rsidR="006D4449" w:rsidRDefault="006D4449" w:rsidP="006D4449">
      <w:r>
        <w:t>324.7458</w:t>
      </w:r>
      <w:r>
        <w:tab/>
        <w:t>1.013e0</w:t>
      </w:r>
    </w:p>
    <w:p w14:paraId="27439D0F" w14:textId="77777777" w:rsidR="006D4449" w:rsidRDefault="006D4449" w:rsidP="006D4449">
      <w:r>
        <w:t>324.7541</w:t>
      </w:r>
      <w:r>
        <w:tab/>
        <w:t>3.038e0</w:t>
      </w:r>
    </w:p>
    <w:p w14:paraId="67ECFDDF" w14:textId="77777777" w:rsidR="006D4449" w:rsidRDefault="006D4449" w:rsidP="006D4449">
      <w:r>
        <w:t>324.7780</w:t>
      </w:r>
      <w:r>
        <w:tab/>
        <w:t>1.013e0</w:t>
      </w:r>
    </w:p>
    <w:p w14:paraId="09D44169" w14:textId="77777777" w:rsidR="006D4449" w:rsidRDefault="006D4449" w:rsidP="006D4449">
      <w:r>
        <w:lastRenderedPageBreak/>
        <w:t>324.8031</w:t>
      </w:r>
      <w:r>
        <w:tab/>
        <w:t>2.025e0</w:t>
      </w:r>
    </w:p>
    <w:p w14:paraId="2EDE141D" w14:textId="77777777" w:rsidR="006D4449" w:rsidRDefault="006D4449" w:rsidP="006D4449">
      <w:r>
        <w:t>324.8321</w:t>
      </w:r>
      <w:r>
        <w:tab/>
        <w:t>1.013e0</w:t>
      </w:r>
    </w:p>
    <w:p w14:paraId="18B67481" w14:textId="77777777" w:rsidR="006D4449" w:rsidRDefault="006D4449" w:rsidP="006D4449">
      <w:r>
        <w:t>324.8555</w:t>
      </w:r>
      <w:r>
        <w:tab/>
        <w:t>1.013e0</w:t>
      </w:r>
    </w:p>
    <w:p w14:paraId="2AA035C8" w14:textId="77777777" w:rsidR="006D4449" w:rsidRDefault="006D4449" w:rsidP="006D4449">
      <w:r>
        <w:t>324.8779</w:t>
      </w:r>
      <w:r>
        <w:tab/>
        <w:t>1.013e0</w:t>
      </w:r>
    </w:p>
    <w:p w14:paraId="5F3C06FB" w14:textId="77777777" w:rsidR="006D4449" w:rsidRDefault="006D4449" w:rsidP="006D4449">
      <w:r>
        <w:t>324.8907</w:t>
      </w:r>
      <w:r>
        <w:tab/>
        <w:t>2.025e0</w:t>
      </w:r>
    </w:p>
    <w:p w14:paraId="1CE4B669" w14:textId="77777777" w:rsidR="006D4449" w:rsidRDefault="006D4449" w:rsidP="006D4449">
      <w:r>
        <w:t>324.9171</w:t>
      </w:r>
      <w:r>
        <w:tab/>
        <w:t>3.038e0</w:t>
      </w:r>
    </w:p>
    <w:p w14:paraId="0D368ADA" w14:textId="77777777" w:rsidR="006D4449" w:rsidRDefault="006D4449" w:rsidP="006D4449">
      <w:r>
        <w:t>324.9322</w:t>
      </w:r>
      <w:r>
        <w:tab/>
        <w:t>4.051e0</w:t>
      </w:r>
    </w:p>
    <w:p w14:paraId="00798339" w14:textId="77777777" w:rsidR="006D4449" w:rsidRDefault="006D4449" w:rsidP="006D4449">
      <w:r>
        <w:t>324.9582</w:t>
      </w:r>
      <w:r>
        <w:tab/>
        <w:t>3.038e0</w:t>
      </w:r>
    </w:p>
    <w:p w14:paraId="50ABD3C2" w14:textId="77777777" w:rsidR="006D4449" w:rsidRDefault="006D4449" w:rsidP="006D4449">
      <w:r>
        <w:t>324.9772</w:t>
      </w:r>
      <w:r>
        <w:tab/>
        <w:t>2.025e0</w:t>
      </w:r>
    </w:p>
    <w:p w14:paraId="6AE7A034" w14:textId="77777777" w:rsidR="006D4449" w:rsidRDefault="006D4449" w:rsidP="006D4449">
      <w:r>
        <w:t>325.0010</w:t>
      </w:r>
      <w:r>
        <w:tab/>
        <w:t>1.013e0</w:t>
      </w:r>
    </w:p>
    <w:p w14:paraId="52F9D151" w14:textId="77777777" w:rsidR="006D4449" w:rsidRDefault="006D4449" w:rsidP="006D4449">
      <w:r>
        <w:t>325.0077</w:t>
      </w:r>
      <w:r>
        <w:tab/>
        <w:t>1.013e0</w:t>
      </w:r>
    </w:p>
    <w:p w14:paraId="54DFF5F4" w14:textId="77777777" w:rsidR="006D4449" w:rsidRDefault="006D4449" w:rsidP="006D4449">
      <w:r>
        <w:t>325.0197</w:t>
      </w:r>
      <w:r>
        <w:tab/>
        <w:t>1.013e0</w:t>
      </w:r>
    </w:p>
    <w:p w14:paraId="2EEB7034" w14:textId="77777777" w:rsidR="006D4449" w:rsidRDefault="006D4449" w:rsidP="006D4449">
      <w:r>
        <w:t>325.0209</w:t>
      </w:r>
      <w:r>
        <w:tab/>
        <w:t>2.025e0</w:t>
      </w:r>
    </w:p>
    <w:p w14:paraId="193C3736" w14:textId="77777777" w:rsidR="006D4449" w:rsidRDefault="006D4449" w:rsidP="006D4449">
      <w:r>
        <w:t>325.0476</w:t>
      </w:r>
      <w:r>
        <w:tab/>
        <w:t>1.013e0</w:t>
      </w:r>
    </w:p>
    <w:p w14:paraId="361ECE90" w14:textId="77777777" w:rsidR="006D4449" w:rsidRDefault="006D4449" w:rsidP="006D4449">
      <w:r>
        <w:t>325.0891</w:t>
      </w:r>
      <w:r>
        <w:tab/>
        <w:t>6.076e0</w:t>
      </w:r>
    </w:p>
    <w:p w14:paraId="56E729C7" w14:textId="77777777" w:rsidR="006D4449" w:rsidRDefault="006D4449" w:rsidP="006D4449">
      <w:r>
        <w:t>325.0945</w:t>
      </w:r>
      <w:r>
        <w:tab/>
        <w:t>1.013e0</w:t>
      </w:r>
    </w:p>
    <w:p w14:paraId="7D3A8B5C" w14:textId="77777777" w:rsidR="006D4449" w:rsidRDefault="006D4449" w:rsidP="006D4449">
      <w:r>
        <w:t>325.0982</w:t>
      </w:r>
      <w:r>
        <w:tab/>
        <w:t>2.007e0</w:t>
      </w:r>
    </w:p>
    <w:p w14:paraId="4A0140FB" w14:textId="77777777" w:rsidR="006D4449" w:rsidRDefault="006D4449" w:rsidP="006D4449">
      <w:r>
        <w:t>325.1049</w:t>
      </w:r>
      <w:r>
        <w:tab/>
        <w:t>1.916e0</w:t>
      </w:r>
    </w:p>
    <w:p w14:paraId="2D26C111" w14:textId="77777777" w:rsidR="006D4449" w:rsidRDefault="006D4449" w:rsidP="006D4449">
      <w:r>
        <w:t>325.1218</w:t>
      </w:r>
      <w:r>
        <w:tab/>
        <w:t>5.063e0</w:t>
      </w:r>
    </w:p>
    <w:p w14:paraId="42C96186" w14:textId="77777777" w:rsidR="006D4449" w:rsidRDefault="006D4449" w:rsidP="006D4449">
      <w:r>
        <w:lastRenderedPageBreak/>
        <w:t>325.1247</w:t>
      </w:r>
      <w:r>
        <w:tab/>
        <w:t>2.025e0</w:t>
      </w:r>
    </w:p>
    <w:p w14:paraId="42AF1BEF" w14:textId="77777777" w:rsidR="006D4449" w:rsidRDefault="006D4449" w:rsidP="006D4449">
      <w:r>
        <w:t>325.1310</w:t>
      </w:r>
      <w:r>
        <w:tab/>
        <w:t>1.477e0</w:t>
      </w:r>
    </w:p>
    <w:p w14:paraId="52CF79E3" w14:textId="77777777" w:rsidR="006D4449" w:rsidRDefault="006D4449" w:rsidP="006D4449">
      <w:r>
        <w:t>325.1532</w:t>
      </w:r>
      <w:r>
        <w:tab/>
        <w:t>1.013e0</w:t>
      </w:r>
    </w:p>
    <w:p w14:paraId="7C83E00A" w14:textId="77777777" w:rsidR="006D4449" w:rsidRDefault="006D4449" w:rsidP="006D4449">
      <w:r>
        <w:t>325.1603</w:t>
      </w:r>
      <w:r>
        <w:tab/>
        <w:t>5.425e0</w:t>
      </w:r>
    </w:p>
    <w:p w14:paraId="6A36D305" w14:textId="77777777" w:rsidR="006D4449" w:rsidRDefault="006D4449" w:rsidP="006D4449">
      <w:r>
        <w:t>325.2236</w:t>
      </w:r>
      <w:r>
        <w:tab/>
        <w:t>1.013e0</w:t>
      </w:r>
    </w:p>
    <w:p w14:paraId="544A5C87" w14:textId="77777777" w:rsidR="006D4449" w:rsidRDefault="006D4449" w:rsidP="006D4449">
      <w:r>
        <w:t>325.2250</w:t>
      </w:r>
      <w:r>
        <w:tab/>
        <w:t>1.013e0</w:t>
      </w:r>
    </w:p>
    <w:p w14:paraId="43CC8E98" w14:textId="77777777" w:rsidR="006D4449" w:rsidRDefault="006D4449" w:rsidP="006D4449">
      <w:r>
        <w:t>325.2545</w:t>
      </w:r>
      <w:r>
        <w:tab/>
        <w:t>2.025e0</w:t>
      </w:r>
    </w:p>
    <w:p w14:paraId="1987381C" w14:textId="77777777" w:rsidR="006D4449" w:rsidRDefault="006D4449" w:rsidP="006D4449">
      <w:r>
        <w:t>325.2806</w:t>
      </w:r>
      <w:r>
        <w:tab/>
        <w:t>2.025e0</w:t>
      </w:r>
    </w:p>
    <w:p w14:paraId="73804A4F" w14:textId="77777777" w:rsidR="006D4449" w:rsidRDefault="006D4449" w:rsidP="006D4449">
      <w:r>
        <w:t>325.3069</w:t>
      </w:r>
      <w:r>
        <w:tab/>
        <w:t>3.038e0</w:t>
      </w:r>
    </w:p>
    <w:p w14:paraId="1BAFA51F" w14:textId="77777777" w:rsidR="006D4449" w:rsidRDefault="006D4449" w:rsidP="006D4449">
      <w:r>
        <w:t>325.3220</w:t>
      </w:r>
      <w:r>
        <w:tab/>
        <w:t>8.101e0</w:t>
      </w:r>
    </w:p>
    <w:p w14:paraId="3C5E69CF" w14:textId="77777777" w:rsidR="006D4449" w:rsidRDefault="006D4449" w:rsidP="006D4449">
      <w:r>
        <w:t>325.3237</w:t>
      </w:r>
      <w:r>
        <w:tab/>
        <w:t>1.013e1</w:t>
      </w:r>
    </w:p>
    <w:p w14:paraId="0D0DF1FC" w14:textId="77777777" w:rsidR="006D4449" w:rsidRDefault="006D4449" w:rsidP="006D4449">
      <w:r>
        <w:t>325.3253</w:t>
      </w:r>
      <w:r>
        <w:tab/>
        <w:t>5.063e0</w:t>
      </w:r>
    </w:p>
    <w:p w14:paraId="6B090478" w14:textId="77777777" w:rsidR="006D4449" w:rsidRDefault="006D4449" w:rsidP="006D4449">
      <w:r>
        <w:t>325.3275</w:t>
      </w:r>
      <w:r>
        <w:tab/>
        <w:t>3.038e0</w:t>
      </w:r>
    </w:p>
    <w:p w14:paraId="53FD6B13" w14:textId="77777777" w:rsidR="006D4449" w:rsidRDefault="006D4449" w:rsidP="006D4449">
      <w:r>
        <w:t>325.3776</w:t>
      </w:r>
      <w:r>
        <w:tab/>
        <w:t>1.013e0</w:t>
      </w:r>
    </w:p>
    <w:p w14:paraId="3C019EEE" w14:textId="77777777" w:rsidR="006D4449" w:rsidRDefault="006D4449" w:rsidP="006D4449">
      <w:r>
        <w:t>325.4128</w:t>
      </w:r>
      <w:r>
        <w:tab/>
        <w:t>1.013e0</w:t>
      </w:r>
    </w:p>
    <w:p w14:paraId="253AE0F0" w14:textId="77777777" w:rsidR="006D4449" w:rsidRDefault="006D4449" w:rsidP="006D4449">
      <w:r>
        <w:t>325.4250</w:t>
      </w:r>
      <w:r>
        <w:tab/>
        <w:t>1.013e0</w:t>
      </w:r>
    </w:p>
    <w:p w14:paraId="5ED40DCF" w14:textId="77777777" w:rsidR="006D4449" w:rsidRDefault="006D4449" w:rsidP="006D4449">
      <w:r>
        <w:t>325.4290</w:t>
      </w:r>
      <w:r>
        <w:tab/>
        <w:t>1.013e0</w:t>
      </w:r>
    </w:p>
    <w:p w14:paraId="0822A800" w14:textId="77777777" w:rsidR="006D4449" w:rsidRDefault="006D4449" w:rsidP="006D4449">
      <w:r>
        <w:t>325.4749</w:t>
      </w:r>
      <w:r>
        <w:tab/>
        <w:t>1.013e0</w:t>
      </w:r>
    </w:p>
    <w:p w14:paraId="3493CDC2" w14:textId="77777777" w:rsidR="006D4449" w:rsidRDefault="006D4449" w:rsidP="006D4449">
      <w:r>
        <w:t>325.4975</w:t>
      </w:r>
      <w:r>
        <w:tab/>
        <w:t>2.025e0</w:t>
      </w:r>
    </w:p>
    <w:p w14:paraId="25496970" w14:textId="77777777" w:rsidR="006D4449" w:rsidRDefault="006D4449" w:rsidP="006D4449">
      <w:r>
        <w:lastRenderedPageBreak/>
        <w:t>325.5126</w:t>
      </w:r>
      <w:r>
        <w:tab/>
        <w:t>1.013e0</w:t>
      </w:r>
    </w:p>
    <w:p w14:paraId="0C5EBEFD" w14:textId="77777777" w:rsidR="006D4449" w:rsidRDefault="006D4449" w:rsidP="006D4449">
      <w:r>
        <w:t>325.5585</w:t>
      </w:r>
      <w:r>
        <w:tab/>
        <w:t>1.013e0</w:t>
      </w:r>
    </w:p>
    <w:p w14:paraId="29D1A676" w14:textId="77777777" w:rsidR="006D4449" w:rsidRDefault="006D4449" w:rsidP="006D4449">
      <w:r>
        <w:t>325.5713</w:t>
      </w:r>
      <w:r>
        <w:tab/>
        <w:t>1.013e0</w:t>
      </w:r>
    </w:p>
    <w:p w14:paraId="6AEBB955" w14:textId="77777777" w:rsidR="006D4449" w:rsidRDefault="006D4449" w:rsidP="006D4449">
      <w:r>
        <w:t>325.5803</w:t>
      </w:r>
      <w:r>
        <w:tab/>
        <w:t>1.013e0</w:t>
      </w:r>
    </w:p>
    <w:p w14:paraId="7031E21E" w14:textId="77777777" w:rsidR="006D4449" w:rsidRDefault="006D4449" w:rsidP="006D4449">
      <w:r>
        <w:t>325.6141</w:t>
      </w:r>
      <w:r>
        <w:tab/>
        <w:t>2.025e0</w:t>
      </w:r>
    </w:p>
    <w:p w14:paraId="44BC9CFF" w14:textId="77777777" w:rsidR="006D4449" w:rsidRDefault="006D4449" w:rsidP="006D4449">
      <w:r>
        <w:t>325.6228</w:t>
      </w:r>
      <w:r>
        <w:tab/>
        <w:t>1.013e0</w:t>
      </w:r>
    </w:p>
    <w:p w14:paraId="12DFC578" w14:textId="77777777" w:rsidR="006D4449" w:rsidRDefault="006D4449" w:rsidP="006D4449">
      <w:r>
        <w:t>325.6933</w:t>
      </w:r>
      <w:r>
        <w:tab/>
        <w:t>1.013e0</w:t>
      </w:r>
    </w:p>
    <w:p w14:paraId="2DA75679" w14:textId="77777777" w:rsidR="006D4449" w:rsidRDefault="006D4449" w:rsidP="006D4449">
      <w:r>
        <w:t>325.7711</w:t>
      </w:r>
      <w:r>
        <w:tab/>
        <w:t>1.013e0</w:t>
      </w:r>
    </w:p>
    <w:p w14:paraId="07AD3D8C" w14:textId="77777777" w:rsidR="006D4449" w:rsidRDefault="006D4449" w:rsidP="006D4449">
      <w:r>
        <w:t>325.7856</w:t>
      </w:r>
      <w:r>
        <w:tab/>
        <w:t>1.013e0</w:t>
      </w:r>
    </w:p>
    <w:p w14:paraId="1C1ED251" w14:textId="77777777" w:rsidR="006D4449" w:rsidRDefault="006D4449" w:rsidP="006D4449">
      <w:r>
        <w:t>325.7990</w:t>
      </w:r>
      <w:r>
        <w:tab/>
        <w:t>1.013e0</w:t>
      </w:r>
    </w:p>
    <w:p w14:paraId="65773894" w14:textId="77777777" w:rsidR="006D4449" w:rsidRDefault="006D4449" w:rsidP="006D4449">
      <w:r>
        <w:t>325.8462</w:t>
      </w:r>
      <w:r>
        <w:tab/>
        <w:t>1.013e0</w:t>
      </w:r>
    </w:p>
    <w:p w14:paraId="29C266B9" w14:textId="77777777" w:rsidR="006D4449" w:rsidRDefault="006D4449" w:rsidP="006D4449">
      <w:r>
        <w:t>325.8533</w:t>
      </w:r>
      <w:r>
        <w:tab/>
        <w:t>1.013e0</w:t>
      </w:r>
    </w:p>
    <w:p w14:paraId="21EBA2B2" w14:textId="77777777" w:rsidR="006D4449" w:rsidRDefault="006D4449" w:rsidP="006D4449">
      <w:r>
        <w:t>325.8632</w:t>
      </w:r>
      <w:r>
        <w:tab/>
        <w:t>2.025e0</w:t>
      </w:r>
    </w:p>
    <w:p w14:paraId="67CD582F" w14:textId="77777777" w:rsidR="006D4449" w:rsidRDefault="006D4449" w:rsidP="006D4449">
      <w:r>
        <w:t>325.8990</w:t>
      </w:r>
      <w:r>
        <w:tab/>
        <w:t>1.013e0</w:t>
      </w:r>
    </w:p>
    <w:p w14:paraId="4BBCF4E4" w14:textId="77777777" w:rsidR="006D4449" w:rsidRDefault="006D4449" w:rsidP="006D4449">
      <w:r>
        <w:t>325.9207</w:t>
      </w:r>
      <w:r>
        <w:tab/>
        <w:t>2.025e0</w:t>
      </w:r>
    </w:p>
    <w:p w14:paraId="2B0BA54C" w14:textId="77777777" w:rsidR="006D4449" w:rsidRDefault="006D4449" w:rsidP="006D4449">
      <w:r>
        <w:t>325.9321</w:t>
      </w:r>
      <w:r>
        <w:tab/>
        <w:t>3.038e0</w:t>
      </w:r>
    </w:p>
    <w:p w14:paraId="78D11F9C" w14:textId="77777777" w:rsidR="006D4449" w:rsidRDefault="006D4449" w:rsidP="006D4449">
      <w:r>
        <w:t>325.9372</w:t>
      </w:r>
      <w:r>
        <w:tab/>
        <w:t>4.051e0</w:t>
      </w:r>
    </w:p>
    <w:p w14:paraId="09B69D0F" w14:textId="77777777" w:rsidR="006D4449" w:rsidRDefault="006D4449" w:rsidP="006D4449">
      <w:r>
        <w:t>325.9436</w:t>
      </w:r>
      <w:r>
        <w:tab/>
        <w:t>1.013e0</w:t>
      </w:r>
    </w:p>
    <w:p w14:paraId="3DB405D1" w14:textId="77777777" w:rsidR="006D4449" w:rsidRDefault="006D4449" w:rsidP="006D4449">
      <w:r>
        <w:t>325.9549</w:t>
      </w:r>
      <w:r>
        <w:tab/>
        <w:t>3.038e0</w:t>
      </w:r>
    </w:p>
    <w:p w14:paraId="3E4FF3B3" w14:textId="77777777" w:rsidR="006D4449" w:rsidRDefault="006D4449" w:rsidP="006D4449">
      <w:r>
        <w:lastRenderedPageBreak/>
        <w:t>325.9944</w:t>
      </w:r>
      <w:r>
        <w:tab/>
        <w:t>2.025e0</w:t>
      </w:r>
    </w:p>
    <w:p w14:paraId="1C44EC87" w14:textId="77777777" w:rsidR="006D4449" w:rsidRDefault="006D4449" w:rsidP="006D4449">
      <w:r>
        <w:t>326.0121</w:t>
      </w:r>
      <w:r>
        <w:tab/>
        <w:t>1.013e0</w:t>
      </w:r>
    </w:p>
    <w:p w14:paraId="1B32A9FF" w14:textId="77777777" w:rsidR="006D4449" w:rsidRDefault="006D4449" w:rsidP="006D4449">
      <w:r>
        <w:t>326.0388</w:t>
      </w:r>
      <w:r>
        <w:tab/>
        <w:t>5.063e0</w:t>
      </w:r>
    </w:p>
    <w:p w14:paraId="01B062E6" w14:textId="77777777" w:rsidR="006D4449" w:rsidRDefault="006D4449" w:rsidP="006D4449">
      <w:r>
        <w:t>326.0490</w:t>
      </w:r>
      <w:r>
        <w:tab/>
        <w:t>1.013e0</w:t>
      </w:r>
    </w:p>
    <w:p w14:paraId="66CEBB10" w14:textId="77777777" w:rsidR="006D4449" w:rsidRDefault="006D4449" w:rsidP="006D4449">
      <w:r>
        <w:t>326.0504</w:t>
      </w:r>
      <w:r>
        <w:tab/>
        <w:t>2.025e0</w:t>
      </w:r>
    </w:p>
    <w:p w14:paraId="23EB46C8" w14:textId="77777777" w:rsidR="006D4449" w:rsidRDefault="006D4449" w:rsidP="006D4449">
      <w:r>
        <w:t>326.0545</w:t>
      </w:r>
      <w:r>
        <w:tab/>
        <w:t>1.013e0</w:t>
      </w:r>
    </w:p>
    <w:p w14:paraId="14073BB4" w14:textId="77777777" w:rsidR="006D4449" w:rsidRDefault="006D4449" w:rsidP="006D4449">
      <w:r>
        <w:t>326.0921</w:t>
      </w:r>
      <w:r>
        <w:tab/>
        <w:t>3.038e0</w:t>
      </w:r>
    </w:p>
    <w:p w14:paraId="748A2215" w14:textId="77777777" w:rsidR="006D4449" w:rsidRDefault="006D4449" w:rsidP="006D4449">
      <w:r>
        <w:t>326.1359</w:t>
      </w:r>
      <w:r>
        <w:tab/>
        <w:t>3.406e0</w:t>
      </w:r>
    </w:p>
    <w:p w14:paraId="724A7A95" w14:textId="77777777" w:rsidR="006D4449" w:rsidRDefault="006D4449" w:rsidP="006D4449">
      <w:r>
        <w:t>326.1482</w:t>
      </w:r>
      <w:r>
        <w:tab/>
        <w:t>4.029e0</w:t>
      </w:r>
    </w:p>
    <w:p w14:paraId="2E4DA92E" w14:textId="77777777" w:rsidR="006D4449" w:rsidRDefault="006D4449" w:rsidP="006D4449">
      <w:r>
        <w:t>326.1556</w:t>
      </w:r>
      <w:r>
        <w:tab/>
        <w:t>5.643e0</w:t>
      </w:r>
    </w:p>
    <w:p w14:paraId="746017B5" w14:textId="77777777" w:rsidR="006D4449" w:rsidRDefault="006D4449" w:rsidP="006D4449">
      <w:r>
        <w:t>326.1673</w:t>
      </w:r>
      <w:r>
        <w:tab/>
        <w:t>8.937e0</w:t>
      </w:r>
    </w:p>
    <w:p w14:paraId="257A7E54" w14:textId="77777777" w:rsidR="006D4449" w:rsidRDefault="006D4449" w:rsidP="006D4449">
      <w:r>
        <w:t>326.1700</w:t>
      </w:r>
      <w:r>
        <w:tab/>
        <w:t>9.608e0</w:t>
      </w:r>
    </w:p>
    <w:p w14:paraId="674D34DB" w14:textId="77777777" w:rsidR="006D4449" w:rsidRDefault="006D4449" w:rsidP="006D4449">
      <w:r>
        <w:t>326.1800</w:t>
      </w:r>
      <w:r>
        <w:tab/>
        <w:t>4.051e0</w:t>
      </w:r>
    </w:p>
    <w:p w14:paraId="17F19552" w14:textId="77777777" w:rsidR="006D4449" w:rsidRDefault="006D4449" w:rsidP="006D4449">
      <w:r>
        <w:t>326.2044</w:t>
      </w:r>
      <w:r>
        <w:tab/>
        <w:t>1.013e0</w:t>
      </w:r>
    </w:p>
    <w:p w14:paraId="29FA2383" w14:textId="77777777" w:rsidR="006D4449" w:rsidRDefault="006D4449" w:rsidP="006D4449">
      <w:r>
        <w:t>326.2116</w:t>
      </w:r>
      <w:r>
        <w:tab/>
        <w:t>3.038e0</w:t>
      </w:r>
    </w:p>
    <w:p w14:paraId="7C311F52" w14:textId="77777777" w:rsidR="006D4449" w:rsidRDefault="006D4449" w:rsidP="006D4449">
      <w:r>
        <w:t>326.2459</w:t>
      </w:r>
      <w:r>
        <w:tab/>
        <w:t>2.025e0</w:t>
      </w:r>
    </w:p>
    <w:p w14:paraId="038B789D" w14:textId="77777777" w:rsidR="006D4449" w:rsidRDefault="006D4449" w:rsidP="006D4449">
      <w:r>
        <w:t>326.2473</w:t>
      </w:r>
      <w:r>
        <w:tab/>
        <w:t>2.025e0</w:t>
      </w:r>
    </w:p>
    <w:p w14:paraId="189EE133" w14:textId="77777777" w:rsidR="006D4449" w:rsidRDefault="006D4449" w:rsidP="006D4449">
      <w:r>
        <w:t>326.2708</w:t>
      </w:r>
      <w:r>
        <w:tab/>
        <w:t>1.013e0</w:t>
      </w:r>
    </w:p>
    <w:p w14:paraId="223223EA" w14:textId="77777777" w:rsidR="006D4449" w:rsidRDefault="006D4449" w:rsidP="006D4449">
      <w:r>
        <w:t>326.2823</w:t>
      </w:r>
      <w:r>
        <w:tab/>
        <w:t>6.076e0</w:t>
      </w:r>
    </w:p>
    <w:p w14:paraId="78989F4C" w14:textId="77777777" w:rsidR="006D4449" w:rsidRDefault="006D4449" w:rsidP="006D4449">
      <w:r>
        <w:lastRenderedPageBreak/>
        <w:t>326.3014</w:t>
      </w:r>
      <w:r>
        <w:tab/>
        <w:t>2.025e0</w:t>
      </w:r>
    </w:p>
    <w:p w14:paraId="122417E7" w14:textId="77777777" w:rsidR="006D4449" w:rsidRDefault="006D4449" w:rsidP="006D4449">
      <w:r>
        <w:t>326.3813</w:t>
      </w:r>
      <w:r>
        <w:tab/>
        <w:t>1.114e1</w:t>
      </w:r>
    </w:p>
    <w:p w14:paraId="0DB5C4F9" w14:textId="77777777" w:rsidR="006D4449" w:rsidRDefault="006D4449" w:rsidP="006D4449">
      <w:r>
        <w:t>326.3828</w:t>
      </w:r>
      <w:r>
        <w:tab/>
        <w:t>2.455e1</w:t>
      </w:r>
    </w:p>
    <w:p w14:paraId="115245F3" w14:textId="77777777" w:rsidR="006D4449" w:rsidRDefault="006D4449" w:rsidP="006D4449">
      <w:r>
        <w:t>326.3850</w:t>
      </w:r>
      <w:r>
        <w:tab/>
        <w:t>1.316e1</w:t>
      </w:r>
    </w:p>
    <w:p w14:paraId="1C522551" w14:textId="77777777" w:rsidR="006D4449" w:rsidRDefault="006D4449" w:rsidP="006D4449">
      <w:r>
        <w:t>326.3895</w:t>
      </w:r>
      <w:r>
        <w:tab/>
        <w:t>1.114e1</w:t>
      </w:r>
    </w:p>
    <w:p w14:paraId="166E4415" w14:textId="77777777" w:rsidR="006D4449" w:rsidRDefault="006D4449" w:rsidP="006D4449">
      <w:r>
        <w:t>326.4475</w:t>
      </w:r>
      <w:r>
        <w:tab/>
        <w:t>1.013e0</w:t>
      </w:r>
    </w:p>
    <w:p w14:paraId="1F36A130" w14:textId="77777777" w:rsidR="006D4449" w:rsidRDefault="006D4449" w:rsidP="006D4449">
      <w:r>
        <w:t>326.4558</w:t>
      </w:r>
      <w:r>
        <w:tab/>
        <w:t>2.025e0</w:t>
      </w:r>
    </w:p>
    <w:p w14:paraId="0DD273D3" w14:textId="77777777" w:rsidR="006D4449" w:rsidRDefault="006D4449" w:rsidP="006D4449">
      <w:r>
        <w:t>326.4964</w:t>
      </w:r>
      <w:r>
        <w:tab/>
        <w:t>1.013e0</w:t>
      </w:r>
    </w:p>
    <w:p w14:paraId="5DB220C5" w14:textId="77777777" w:rsidR="006D4449" w:rsidRDefault="006D4449" w:rsidP="006D4449">
      <w:r>
        <w:t>326.5207</w:t>
      </w:r>
      <w:r>
        <w:tab/>
        <w:t>1.013e0</w:t>
      </w:r>
    </w:p>
    <w:p w14:paraId="15A00B79" w14:textId="77777777" w:rsidR="006D4449" w:rsidRDefault="006D4449" w:rsidP="006D4449">
      <w:r>
        <w:t>326.5491</w:t>
      </w:r>
      <w:r>
        <w:tab/>
        <w:t>1.013e0</w:t>
      </w:r>
    </w:p>
    <w:p w14:paraId="37E4D5A2" w14:textId="77777777" w:rsidR="006D4449" w:rsidRDefault="006D4449" w:rsidP="006D4449">
      <w:r>
        <w:t>326.5502</w:t>
      </w:r>
      <w:r>
        <w:tab/>
        <w:t>2.025e0</w:t>
      </w:r>
    </w:p>
    <w:p w14:paraId="60E475ED" w14:textId="77777777" w:rsidR="006D4449" w:rsidRDefault="006D4449" w:rsidP="006D4449">
      <w:r>
        <w:t>326.5593</w:t>
      </w:r>
      <w:r>
        <w:tab/>
        <w:t>1.013e0</w:t>
      </w:r>
    </w:p>
    <w:p w14:paraId="378CE947" w14:textId="77777777" w:rsidR="006D4449" w:rsidRDefault="006D4449" w:rsidP="006D4449">
      <w:r>
        <w:t>326.5638</w:t>
      </w:r>
      <w:r>
        <w:tab/>
        <w:t>1.013e0</w:t>
      </w:r>
    </w:p>
    <w:p w14:paraId="33DE1D03" w14:textId="77777777" w:rsidR="006D4449" w:rsidRDefault="006D4449" w:rsidP="006D4449">
      <w:r>
        <w:t>326.5887</w:t>
      </w:r>
      <w:r>
        <w:tab/>
        <w:t>1.013e0</w:t>
      </w:r>
    </w:p>
    <w:p w14:paraId="6B0BDC38" w14:textId="77777777" w:rsidR="006D4449" w:rsidRDefault="006D4449" w:rsidP="006D4449">
      <w:r>
        <w:t>326.6123</w:t>
      </w:r>
      <w:r>
        <w:tab/>
        <w:t>1.013e0</w:t>
      </w:r>
    </w:p>
    <w:p w14:paraId="410C5245" w14:textId="77777777" w:rsidR="006D4449" w:rsidRDefault="006D4449" w:rsidP="006D4449">
      <w:r>
        <w:t>326.6358</w:t>
      </w:r>
      <w:r>
        <w:tab/>
        <w:t>1.013e0</w:t>
      </w:r>
    </w:p>
    <w:p w14:paraId="10BCF9B6" w14:textId="77777777" w:rsidR="006D4449" w:rsidRDefault="006D4449" w:rsidP="006D4449">
      <w:r>
        <w:t>326.6420</w:t>
      </w:r>
      <w:r>
        <w:tab/>
        <w:t>3.038e0</w:t>
      </w:r>
    </w:p>
    <w:p w14:paraId="3CC46A06" w14:textId="77777777" w:rsidR="006D4449" w:rsidRDefault="006D4449" w:rsidP="006D4449">
      <w:r>
        <w:t>326.6491</w:t>
      </w:r>
      <w:r>
        <w:tab/>
        <w:t>1.013e0</w:t>
      </w:r>
    </w:p>
    <w:p w14:paraId="562436C7" w14:textId="77777777" w:rsidR="006D4449" w:rsidRDefault="006D4449" w:rsidP="006D4449">
      <w:r>
        <w:t>326.6555</w:t>
      </w:r>
      <w:r>
        <w:tab/>
        <w:t>3.038e0</w:t>
      </w:r>
    </w:p>
    <w:p w14:paraId="46565EE3" w14:textId="77777777" w:rsidR="006D4449" w:rsidRDefault="006D4449" w:rsidP="006D4449">
      <w:r>
        <w:lastRenderedPageBreak/>
        <w:t>326.6812</w:t>
      </w:r>
      <w:r>
        <w:tab/>
        <w:t>2.025e0</w:t>
      </w:r>
    </w:p>
    <w:p w14:paraId="7A830832" w14:textId="77777777" w:rsidR="006D4449" w:rsidRDefault="006D4449" w:rsidP="006D4449">
      <w:r>
        <w:t>326.6991</w:t>
      </w:r>
      <w:r>
        <w:tab/>
        <w:t>1.013e0</w:t>
      </w:r>
    </w:p>
    <w:p w14:paraId="0FDE6F49" w14:textId="77777777" w:rsidR="006D4449" w:rsidRDefault="006D4449" w:rsidP="006D4449">
      <w:r>
        <w:t>326.7110</w:t>
      </w:r>
      <w:r>
        <w:tab/>
        <w:t>1.013e0</w:t>
      </w:r>
    </w:p>
    <w:p w14:paraId="63600694" w14:textId="77777777" w:rsidR="006D4449" w:rsidRDefault="006D4449" w:rsidP="006D4449">
      <w:r>
        <w:t>326.7302</w:t>
      </w:r>
      <w:r>
        <w:tab/>
        <w:t>1.013e0</w:t>
      </w:r>
    </w:p>
    <w:p w14:paraId="75E94B68" w14:textId="77777777" w:rsidR="006D4449" w:rsidRDefault="006D4449" w:rsidP="006D4449">
      <w:r>
        <w:t>326.7478</w:t>
      </w:r>
      <w:r>
        <w:tab/>
        <w:t>1.013e0</w:t>
      </w:r>
    </w:p>
    <w:p w14:paraId="11FEC75A" w14:textId="77777777" w:rsidR="006D4449" w:rsidRDefault="006D4449" w:rsidP="006D4449">
      <w:r>
        <w:t>326.7828</w:t>
      </w:r>
      <w:r>
        <w:tab/>
        <w:t>2.025e0</w:t>
      </w:r>
    </w:p>
    <w:p w14:paraId="763270D4" w14:textId="77777777" w:rsidR="006D4449" w:rsidRDefault="006D4449" w:rsidP="006D4449">
      <w:r>
        <w:t>326.8045</w:t>
      </w:r>
      <w:r>
        <w:tab/>
        <w:t>1.013e0</w:t>
      </w:r>
    </w:p>
    <w:p w14:paraId="081F6A82" w14:textId="77777777" w:rsidR="006D4449" w:rsidRDefault="006D4449" w:rsidP="006D4449">
      <w:r>
        <w:t>326.8171</w:t>
      </w:r>
      <w:r>
        <w:tab/>
        <w:t>1.013e0</w:t>
      </w:r>
    </w:p>
    <w:p w14:paraId="3845A983" w14:textId="77777777" w:rsidR="006D4449" w:rsidRDefault="006D4449" w:rsidP="006D4449">
      <w:r>
        <w:t>326.8420</w:t>
      </w:r>
      <w:r>
        <w:tab/>
        <w:t>2.025e0</w:t>
      </w:r>
    </w:p>
    <w:p w14:paraId="6384C77A" w14:textId="77777777" w:rsidR="006D4449" w:rsidRDefault="006D4449" w:rsidP="006D4449">
      <w:r>
        <w:t>326.8792</w:t>
      </w:r>
      <w:r>
        <w:tab/>
        <w:t>2.025e0</w:t>
      </w:r>
    </w:p>
    <w:p w14:paraId="77E578B2" w14:textId="77777777" w:rsidR="006D4449" w:rsidRDefault="006D4449" w:rsidP="006D4449">
      <w:r>
        <w:t>326.9010</w:t>
      </w:r>
      <w:r>
        <w:tab/>
        <w:t>1.013e0</w:t>
      </w:r>
    </w:p>
    <w:p w14:paraId="39543BA7" w14:textId="77777777" w:rsidR="006D4449" w:rsidRDefault="006D4449" w:rsidP="006D4449">
      <w:r>
        <w:t>326.9108</w:t>
      </w:r>
      <w:r>
        <w:tab/>
        <w:t>4.441e0</w:t>
      </w:r>
    </w:p>
    <w:p w14:paraId="6F813A3A" w14:textId="77777777" w:rsidR="006D4449" w:rsidRDefault="006D4449" w:rsidP="006D4449">
      <w:r>
        <w:t>326.9231</w:t>
      </w:r>
      <w:r>
        <w:tab/>
        <w:t>6.076e0</w:t>
      </w:r>
    </w:p>
    <w:p w14:paraId="4BA3A4A0" w14:textId="77777777" w:rsidR="006D4449" w:rsidRDefault="006D4449" w:rsidP="006D4449">
      <w:r>
        <w:t>326.9246</w:t>
      </w:r>
      <w:r>
        <w:tab/>
        <w:t>1.013e0</w:t>
      </w:r>
    </w:p>
    <w:p w14:paraId="5FEF7B25" w14:textId="77777777" w:rsidR="006D4449" w:rsidRDefault="006D4449" w:rsidP="006D4449">
      <w:r>
        <w:t>326.9421</w:t>
      </w:r>
      <w:r>
        <w:tab/>
        <w:t>4.051e0</w:t>
      </w:r>
    </w:p>
    <w:p w14:paraId="01541F4D" w14:textId="77777777" w:rsidR="006D4449" w:rsidRDefault="006D4449" w:rsidP="006D4449">
      <w:r>
        <w:t>326.9493</w:t>
      </w:r>
      <w:r>
        <w:tab/>
        <w:t>4.051e0</w:t>
      </w:r>
    </w:p>
    <w:p w14:paraId="13416CD2" w14:textId="77777777" w:rsidR="006D4449" w:rsidRDefault="006D4449" w:rsidP="006D4449">
      <w:r>
        <w:t>326.9717</w:t>
      </w:r>
      <w:r>
        <w:tab/>
        <w:t>1.013e0</w:t>
      </w:r>
    </w:p>
    <w:p w14:paraId="4FF86F55" w14:textId="77777777" w:rsidR="006D4449" w:rsidRDefault="006D4449" w:rsidP="006D4449">
      <w:r>
        <w:t>327.0154</w:t>
      </w:r>
      <w:r>
        <w:tab/>
        <w:t>2.025e0</w:t>
      </w:r>
    </w:p>
    <w:p w14:paraId="08D3FA51" w14:textId="77777777" w:rsidR="006D4449" w:rsidRDefault="006D4449" w:rsidP="006D4449">
      <w:r>
        <w:t>327.0213</w:t>
      </w:r>
      <w:r>
        <w:tab/>
        <w:t>2.025e0</w:t>
      </w:r>
    </w:p>
    <w:p w14:paraId="4736BCE8" w14:textId="77777777" w:rsidR="006D4449" w:rsidRDefault="006D4449" w:rsidP="006D4449">
      <w:r>
        <w:lastRenderedPageBreak/>
        <w:t>327.0248</w:t>
      </w:r>
      <w:r>
        <w:tab/>
        <w:t>1.013e0</w:t>
      </w:r>
    </w:p>
    <w:p w14:paraId="19F9F510" w14:textId="77777777" w:rsidR="006D4449" w:rsidRDefault="006D4449" w:rsidP="006D4449">
      <w:r>
        <w:t>327.0415</w:t>
      </w:r>
      <w:r>
        <w:tab/>
        <w:t>4.051e0</w:t>
      </w:r>
    </w:p>
    <w:p w14:paraId="253B260E" w14:textId="77777777" w:rsidR="006D4449" w:rsidRDefault="006D4449" w:rsidP="006D4449">
      <w:r>
        <w:t>327.0439</w:t>
      </w:r>
      <w:r>
        <w:tab/>
        <w:t>1.013e0</w:t>
      </w:r>
    </w:p>
    <w:p w14:paraId="692FA640" w14:textId="77777777" w:rsidR="006D4449" w:rsidRDefault="006D4449" w:rsidP="006D4449">
      <w:r>
        <w:t>327.0609</w:t>
      </w:r>
      <w:r>
        <w:tab/>
        <w:t>4.051e0</w:t>
      </w:r>
    </w:p>
    <w:p w14:paraId="6409C3CF" w14:textId="77777777" w:rsidR="006D4449" w:rsidRDefault="006D4449" w:rsidP="006D4449">
      <w:r>
        <w:t>327.0641</w:t>
      </w:r>
      <w:r>
        <w:tab/>
        <w:t>1.013e0</w:t>
      </w:r>
    </w:p>
    <w:p w14:paraId="65A9BEE1" w14:textId="77777777" w:rsidR="006D4449" w:rsidRDefault="006D4449" w:rsidP="006D4449">
      <w:r>
        <w:t>327.0843</w:t>
      </w:r>
      <w:r>
        <w:tab/>
        <w:t>2.025e0</w:t>
      </w:r>
    </w:p>
    <w:p w14:paraId="3C0CA00B" w14:textId="77777777" w:rsidR="006D4449" w:rsidRDefault="006D4449" w:rsidP="006D4449">
      <w:r>
        <w:t>327.0967</w:t>
      </w:r>
      <w:r>
        <w:tab/>
        <w:t>3.970e0</w:t>
      </w:r>
    </w:p>
    <w:p w14:paraId="4B64ABD3" w14:textId="77777777" w:rsidR="006D4449" w:rsidRDefault="006D4449" w:rsidP="006D4449">
      <w:r>
        <w:t>327.1310</w:t>
      </w:r>
      <w:r>
        <w:tab/>
        <w:t>3.038e0</w:t>
      </w:r>
    </w:p>
    <w:p w14:paraId="702091B8" w14:textId="77777777" w:rsidR="006D4449" w:rsidRDefault="006D4449" w:rsidP="006D4449">
      <w:r>
        <w:t>327.1476</w:t>
      </w:r>
      <w:r>
        <w:tab/>
        <w:t>2.025e0</w:t>
      </w:r>
    </w:p>
    <w:p w14:paraId="2C833868" w14:textId="77777777" w:rsidR="006D4449" w:rsidRDefault="006D4449" w:rsidP="006D4449">
      <w:r>
        <w:t>327.1708</w:t>
      </w:r>
      <w:r>
        <w:tab/>
        <w:t>3.038e0</w:t>
      </w:r>
    </w:p>
    <w:p w14:paraId="4117AB4C" w14:textId="77777777" w:rsidR="006D4449" w:rsidRDefault="006D4449" w:rsidP="006D4449">
      <w:r>
        <w:t>327.1727</w:t>
      </w:r>
      <w:r>
        <w:tab/>
        <w:t>4.181e0</w:t>
      </w:r>
    </w:p>
    <w:p w14:paraId="44136152" w14:textId="77777777" w:rsidR="006D4449" w:rsidRDefault="006D4449" w:rsidP="006D4449">
      <w:r>
        <w:t>327.1783</w:t>
      </w:r>
      <w:r>
        <w:tab/>
        <w:t>3.038e0</w:t>
      </w:r>
    </w:p>
    <w:p w14:paraId="3689510B" w14:textId="77777777" w:rsidR="006D4449" w:rsidRDefault="006D4449" w:rsidP="006D4449">
      <w:r>
        <w:t>327.1925</w:t>
      </w:r>
      <w:r>
        <w:tab/>
        <w:t>1.013e0</w:t>
      </w:r>
    </w:p>
    <w:p w14:paraId="4CF6ED0F" w14:textId="77777777" w:rsidR="006D4449" w:rsidRDefault="006D4449" w:rsidP="006D4449">
      <w:r>
        <w:t>327.2095</w:t>
      </w:r>
      <w:r>
        <w:tab/>
        <w:t>3.678e0</w:t>
      </w:r>
    </w:p>
    <w:p w14:paraId="37F13F07" w14:textId="77777777" w:rsidR="006D4449" w:rsidRDefault="006D4449" w:rsidP="006D4449">
      <w:r>
        <w:t>327.2141</w:t>
      </w:r>
      <w:r>
        <w:tab/>
        <w:t>3.038e0</w:t>
      </w:r>
    </w:p>
    <w:p w14:paraId="3D0BBC92" w14:textId="77777777" w:rsidR="006D4449" w:rsidRDefault="006D4449" w:rsidP="006D4449">
      <w:r>
        <w:t>327.2256</w:t>
      </w:r>
      <w:r>
        <w:tab/>
        <w:t>2.025e0</w:t>
      </w:r>
    </w:p>
    <w:p w14:paraId="064DFC64" w14:textId="77777777" w:rsidR="006D4449" w:rsidRDefault="006D4449" w:rsidP="006D4449">
      <w:r>
        <w:t>327.2414</w:t>
      </w:r>
      <w:r>
        <w:tab/>
        <w:t>1.013e0</w:t>
      </w:r>
    </w:p>
    <w:p w14:paraId="78D84983" w14:textId="77777777" w:rsidR="006D4449" w:rsidRDefault="006D4449" w:rsidP="006D4449">
      <w:r>
        <w:t>327.2509</w:t>
      </w:r>
      <w:r>
        <w:tab/>
        <w:t>2.025e0</w:t>
      </w:r>
    </w:p>
    <w:p w14:paraId="1C8927D8" w14:textId="77777777" w:rsidR="006D4449" w:rsidRDefault="006D4449" w:rsidP="006D4449">
      <w:r>
        <w:t>327.2684</w:t>
      </w:r>
      <w:r>
        <w:tab/>
        <w:t>2.025e0</w:t>
      </w:r>
    </w:p>
    <w:p w14:paraId="54CA49AE" w14:textId="77777777" w:rsidR="006D4449" w:rsidRDefault="006D4449" w:rsidP="006D4449">
      <w:r>
        <w:lastRenderedPageBreak/>
        <w:t>327.2787</w:t>
      </w:r>
      <w:r>
        <w:tab/>
        <w:t>2.025e0</w:t>
      </w:r>
    </w:p>
    <w:p w14:paraId="6F798B99" w14:textId="77777777" w:rsidR="006D4449" w:rsidRDefault="006D4449" w:rsidP="006D4449">
      <w:r>
        <w:t>327.2888</w:t>
      </w:r>
      <w:r>
        <w:tab/>
        <w:t>1.013e0</w:t>
      </w:r>
    </w:p>
    <w:p w14:paraId="24ED624C" w14:textId="77777777" w:rsidR="006D4449" w:rsidRDefault="006D4449" w:rsidP="006D4449">
      <w:r>
        <w:t>327.2941</w:t>
      </w:r>
      <w:r>
        <w:tab/>
        <w:t>1.013e0</w:t>
      </w:r>
    </w:p>
    <w:p w14:paraId="41E0BEDF" w14:textId="77777777" w:rsidR="006D4449" w:rsidRDefault="006D4449" w:rsidP="006D4449">
      <w:r>
        <w:t>327.3197</w:t>
      </w:r>
      <w:r>
        <w:tab/>
        <w:t>1.013e0</w:t>
      </w:r>
    </w:p>
    <w:p w14:paraId="660752DE" w14:textId="77777777" w:rsidR="006D4449" w:rsidRDefault="006D4449" w:rsidP="006D4449">
      <w:r>
        <w:t>327.3303</w:t>
      </w:r>
      <w:r>
        <w:tab/>
        <w:t>1.013e0</w:t>
      </w:r>
    </w:p>
    <w:p w14:paraId="4202F108" w14:textId="77777777" w:rsidR="006D4449" w:rsidRDefault="006D4449" w:rsidP="006D4449">
      <w:r>
        <w:t>327.3633</w:t>
      </w:r>
      <w:r>
        <w:tab/>
        <w:t>3.038e0</w:t>
      </w:r>
    </w:p>
    <w:p w14:paraId="05E58658" w14:textId="77777777" w:rsidR="006D4449" w:rsidRDefault="006D4449" w:rsidP="006D4449">
      <w:r>
        <w:t>327.3662</w:t>
      </w:r>
      <w:r>
        <w:tab/>
        <w:t>3.038e0</w:t>
      </w:r>
    </w:p>
    <w:p w14:paraId="515F878E" w14:textId="77777777" w:rsidR="006D4449" w:rsidRDefault="006D4449" w:rsidP="006D4449">
      <w:r>
        <w:t>327.3765</w:t>
      </w:r>
      <w:r>
        <w:tab/>
        <w:t>3.038e0</w:t>
      </w:r>
    </w:p>
    <w:p w14:paraId="58E02528" w14:textId="77777777" w:rsidR="006D4449" w:rsidRDefault="006D4449" w:rsidP="006D4449">
      <w:r>
        <w:t>327.3852</w:t>
      </w:r>
      <w:r>
        <w:tab/>
        <w:t>1.620e1</w:t>
      </w:r>
    </w:p>
    <w:p w14:paraId="29FE4FD1" w14:textId="77777777" w:rsidR="006D4449" w:rsidRDefault="006D4449" w:rsidP="006D4449">
      <w:r>
        <w:t>327.4128</w:t>
      </w:r>
      <w:r>
        <w:tab/>
        <w:t>1.013e0</w:t>
      </w:r>
    </w:p>
    <w:p w14:paraId="1C48C810" w14:textId="77777777" w:rsidR="006D4449" w:rsidRDefault="006D4449" w:rsidP="006D4449">
      <w:r>
        <w:t>327.4437</w:t>
      </w:r>
      <w:r>
        <w:tab/>
        <w:t>1.013e0</w:t>
      </w:r>
    </w:p>
    <w:p w14:paraId="2F2FDE10" w14:textId="77777777" w:rsidR="006D4449" w:rsidRDefault="006D4449" w:rsidP="006D4449">
      <w:r>
        <w:t>327.4615</w:t>
      </w:r>
      <w:r>
        <w:tab/>
        <w:t>1.013e0</w:t>
      </w:r>
    </w:p>
    <w:p w14:paraId="5A66D3E4" w14:textId="77777777" w:rsidR="006D4449" w:rsidRDefault="006D4449" w:rsidP="006D4449">
      <w:r>
        <w:t>327.4906</w:t>
      </w:r>
      <w:r>
        <w:tab/>
        <w:t>2.025e0</w:t>
      </w:r>
    </w:p>
    <w:p w14:paraId="35DBC7FE" w14:textId="77777777" w:rsidR="006D4449" w:rsidRDefault="006D4449" w:rsidP="006D4449">
      <w:r>
        <w:t>327.5189</w:t>
      </w:r>
      <w:r>
        <w:tab/>
        <w:t>3.038e0</w:t>
      </w:r>
    </w:p>
    <w:p w14:paraId="4B941FE8" w14:textId="77777777" w:rsidR="006D4449" w:rsidRDefault="006D4449" w:rsidP="006D4449">
      <w:r>
        <w:t>327.5212</w:t>
      </w:r>
      <w:r>
        <w:tab/>
        <w:t>2.025e0</w:t>
      </w:r>
    </w:p>
    <w:p w14:paraId="0C98EFCF" w14:textId="77777777" w:rsidR="006D4449" w:rsidRDefault="006D4449" w:rsidP="006D4449">
      <w:r>
        <w:t>327.5307</w:t>
      </w:r>
      <w:r>
        <w:tab/>
        <w:t>1.013e0</w:t>
      </w:r>
    </w:p>
    <w:p w14:paraId="62349A95" w14:textId="77777777" w:rsidR="006D4449" w:rsidRDefault="006D4449" w:rsidP="006D4449">
      <w:r>
        <w:t>327.5537</w:t>
      </w:r>
      <w:r>
        <w:tab/>
        <w:t>1.013e0</w:t>
      </w:r>
    </w:p>
    <w:p w14:paraId="171B43C9" w14:textId="77777777" w:rsidR="006D4449" w:rsidRDefault="006D4449" w:rsidP="006D4449">
      <w:r>
        <w:t>327.5631</w:t>
      </w:r>
      <w:r>
        <w:tab/>
        <w:t>1.013e0</w:t>
      </w:r>
    </w:p>
    <w:p w14:paraId="0C0440F4" w14:textId="77777777" w:rsidR="006D4449" w:rsidRDefault="006D4449" w:rsidP="006D4449">
      <w:r>
        <w:t>327.5735</w:t>
      </w:r>
      <w:r>
        <w:tab/>
        <w:t>1.013e0</w:t>
      </w:r>
    </w:p>
    <w:p w14:paraId="1A3C7655" w14:textId="77777777" w:rsidR="006D4449" w:rsidRDefault="006D4449" w:rsidP="006D4449">
      <w:r>
        <w:lastRenderedPageBreak/>
        <w:t>327.5834</w:t>
      </w:r>
      <w:r>
        <w:tab/>
        <w:t>1.013e0</w:t>
      </w:r>
    </w:p>
    <w:p w14:paraId="1C945C5E" w14:textId="77777777" w:rsidR="006D4449" w:rsidRDefault="006D4449" w:rsidP="006D4449">
      <w:r>
        <w:t>327.6158</w:t>
      </w:r>
      <w:r>
        <w:tab/>
        <w:t>1.013e0</w:t>
      </w:r>
    </w:p>
    <w:p w14:paraId="02A8528D" w14:textId="77777777" w:rsidR="006D4449" w:rsidRDefault="006D4449" w:rsidP="006D4449">
      <w:r>
        <w:t>327.6427</w:t>
      </w:r>
      <w:r>
        <w:tab/>
        <w:t>2.025e0</w:t>
      </w:r>
    </w:p>
    <w:p w14:paraId="0E739AE1" w14:textId="77777777" w:rsidR="006D4449" w:rsidRDefault="006D4449" w:rsidP="006D4449">
      <w:r>
        <w:t>327.6740</w:t>
      </w:r>
      <w:r>
        <w:tab/>
        <w:t>1.013e0</w:t>
      </w:r>
    </w:p>
    <w:p w14:paraId="0409714D" w14:textId="77777777" w:rsidR="006D4449" w:rsidRDefault="006D4449" w:rsidP="006D4449">
      <w:r>
        <w:t>327.6916</w:t>
      </w:r>
      <w:r>
        <w:tab/>
        <w:t>2.025e0</w:t>
      </w:r>
    </w:p>
    <w:p w14:paraId="794C4CFE" w14:textId="77777777" w:rsidR="006D4449" w:rsidRDefault="006D4449" w:rsidP="006D4449">
      <w:r>
        <w:t>327.7094</w:t>
      </w:r>
      <w:r>
        <w:tab/>
        <w:t>1.013e0</w:t>
      </w:r>
    </w:p>
    <w:p w14:paraId="7F32AB0C" w14:textId="77777777" w:rsidR="006D4449" w:rsidRDefault="006D4449" w:rsidP="006D4449">
      <w:r>
        <w:t>327.7457</w:t>
      </w:r>
      <w:r>
        <w:tab/>
        <w:t>1.013e0</w:t>
      </w:r>
    </w:p>
    <w:p w14:paraId="55D8F873" w14:textId="77777777" w:rsidR="006D4449" w:rsidRDefault="006D4449" w:rsidP="006D4449">
      <w:r>
        <w:t>327.7862</w:t>
      </w:r>
      <w:r>
        <w:tab/>
        <w:t>1.013e0</w:t>
      </w:r>
    </w:p>
    <w:p w14:paraId="7FC02ED0" w14:textId="77777777" w:rsidR="006D4449" w:rsidRDefault="006D4449" w:rsidP="006D4449">
      <w:r>
        <w:t>327.8138</w:t>
      </w:r>
      <w:r>
        <w:tab/>
        <w:t>2.025e0</w:t>
      </w:r>
    </w:p>
    <w:p w14:paraId="0AD0D601" w14:textId="77777777" w:rsidR="006D4449" w:rsidRDefault="006D4449" w:rsidP="006D4449">
      <w:r>
        <w:t>327.8153</w:t>
      </w:r>
      <w:r>
        <w:tab/>
        <w:t>3.038e0</w:t>
      </w:r>
    </w:p>
    <w:p w14:paraId="08AEA255" w14:textId="77777777" w:rsidR="006D4449" w:rsidRDefault="006D4449" w:rsidP="006D4449">
      <w:r>
        <w:t>327.8261</w:t>
      </w:r>
      <w:r>
        <w:tab/>
        <w:t>1.013e0</w:t>
      </w:r>
    </w:p>
    <w:p w14:paraId="2E9652AC" w14:textId="77777777" w:rsidR="006D4449" w:rsidRDefault="006D4449" w:rsidP="006D4449">
      <w:r>
        <w:t>327.8335</w:t>
      </w:r>
      <w:r>
        <w:tab/>
        <w:t>1.013e0</w:t>
      </w:r>
    </w:p>
    <w:p w14:paraId="57EE6860" w14:textId="77777777" w:rsidR="006D4449" w:rsidRDefault="006D4449" w:rsidP="006D4449">
      <w:r>
        <w:t>327.8675</w:t>
      </w:r>
      <w:r>
        <w:tab/>
        <w:t>1.013e0</w:t>
      </w:r>
    </w:p>
    <w:p w14:paraId="7027072F" w14:textId="77777777" w:rsidR="006D4449" w:rsidRDefault="006D4449" w:rsidP="006D4449">
      <w:r>
        <w:t>327.9101</w:t>
      </w:r>
      <w:r>
        <w:tab/>
        <w:t>2.025e0</w:t>
      </w:r>
    </w:p>
    <w:p w14:paraId="244B8DE3" w14:textId="77777777" w:rsidR="006D4449" w:rsidRDefault="006D4449" w:rsidP="006D4449">
      <w:r>
        <w:t>327.9142</w:t>
      </w:r>
      <w:r>
        <w:tab/>
        <w:t>1.612e0</w:t>
      </w:r>
    </w:p>
    <w:p w14:paraId="018F0207" w14:textId="77777777" w:rsidR="006D4449" w:rsidRDefault="006D4449" w:rsidP="006D4449">
      <w:r>
        <w:t>327.9187</w:t>
      </w:r>
      <w:r>
        <w:tab/>
        <w:t>3.038e0</w:t>
      </w:r>
    </w:p>
    <w:p w14:paraId="664D81BC" w14:textId="77777777" w:rsidR="006D4449" w:rsidRDefault="006D4449" w:rsidP="006D4449">
      <w:r>
        <w:t>327.9224</w:t>
      </w:r>
      <w:r>
        <w:tab/>
        <w:t>4.051e0</w:t>
      </w:r>
    </w:p>
    <w:p w14:paraId="4676F62B" w14:textId="77777777" w:rsidR="006D4449" w:rsidRDefault="006D4449" w:rsidP="006D4449">
      <w:r>
        <w:t>327.9283</w:t>
      </w:r>
      <w:r>
        <w:tab/>
        <w:t>2.025e0</w:t>
      </w:r>
    </w:p>
    <w:p w14:paraId="5CCEB200" w14:textId="77777777" w:rsidR="006D4449" w:rsidRDefault="006D4449" w:rsidP="006D4449">
      <w:r>
        <w:t>327.9530</w:t>
      </w:r>
      <w:r>
        <w:tab/>
        <w:t>3.038e0</w:t>
      </w:r>
    </w:p>
    <w:p w14:paraId="008F96CD" w14:textId="77777777" w:rsidR="006D4449" w:rsidRDefault="006D4449" w:rsidP="006D4449">
      <w:r>
        <w:lastRenderedPageBreak/>
        <w:t>327.9648</w:t>
      </w:r>
      <w:r>
        <w:tab/>
        <w:t>3.038e0</w:t>
      </w:r>
    </w:p>
    <w:p w14:paraId="1F98E00F" w14:textId="77777777" w:rsidR="006D4449" w:rsidRDefault="006D4449" w:rsidP="006D4449">
      <w:r>
        <w:t>327.9702</w:t>
      </w:r>
      <w:r>
        <w:tab/>
        <w:t>2.025e0</w:t>
      </w:r>
    </w:p>
    <w:p w14:paraId="46D87205" w14:textId="77777777" w:rsidR="006D4449" w:rsidRDefault="006D4449" w:rsidP="006D4449">
      <w:r>
        <w:t>328.0108</w:t>
      </w:r>
      <w:r>
        <w:tab/>
        <w:t>1.013e0</w:t>
      </w:r>
    </w:p>
    <w:p w14:paraId="789B1599" w14:textId="77777777" w:rsidR="006D4449" w:rsidRDefault="006D4449" w:rsidP="006D4449">
      <w:r>
        <w:t>328.0218</w:t>
      </w:r>
      <w:r>
        <w:tab/>
        <w:t>1.013e0</w:t>
      </w:r>
    </w:p>
    <w:p w14:paraId="709886C4" w14:textId="77777777" w:rsidR="006D4449" w:rsidRDefault="006D4449" w:rsidP="006D4449">
      <w:r>
        <w:t>328.0244</w:t>
      </w:r>
      <w:r>
        <w:tab/>
        <w:t>1.013e0</w:t>
      </w:r>
    </w:p>
    <w:p w14:paraId="2676F488" w14:textId="77777777" w:rsidR="006D4449" w:rsidRDefault="006D4449" w:rsidP="006D4449">
      <w:r>
        <w:t>328.0400</w:t>
      </w:r>
      <w:r>
        <w:tab/>
        <w:t>2.025e0</w:t>
      </w:r>
    </w:p>
    <w:p w14:paraId="3C8FCB77" w14:textId="77777777" w:rsidR="006D4449" w:rsidRDefault="006D4449" w:rsidP="006D4449">
      <w:r>
        <w:t>328.0567</w:t>
      </w:r>
      <w:r>
        <w:tab/>
        <w:t>2.025e0</w:t>
      </w:r>
    </w:p>
    <w:p w14:paraId="737D67B3" w14:textId="77777777" w:rsidR="006D4449" w:rsidRDefault="006D4449" w:rsidP="006D4449">
      <w:r>
        <w:t>328.0828</w:t>
      </w:r>
      <w:r>
        <w:tab/>
        <w:t>1.620e1</w:t>
      </w:r>
    </w:p>
    <w:p w14:paraId="2D002535" w14:textId="77777777" w:rsidR="006D4449" w:rsidRDefault="006D4449" w:rsidP="006D4449">
      <w:r>
        <w:t>328.0936</w:t>
      </w:r>
      <w:r>
        <w:tab/>
        <w:t>8.580e0</w:t>
      </w:r>
    </w:p>
    <w:p w14:paraId="79A01A5F" w14:textId="77777777" w:rsidR="006D4449" w:rsidRDefault="006D4449" w:rsidP="006D4449">
      <w:r>
        <w:t>328.1515</w:t>
      </w:r>
      <w:r>
        <w:tab/>
        <w:t>2.937e1</w:t>
      </w:r>
    </w:p>
    <w:p w14:paraId="0E20B097" w14:textId="77777777" w:rsidR="006D4449" w:rsidRDefault="006D4449" w:rsidP="006D4449">
      <w:r>
        <w:t>328.1539</w:t>
      </w:r>
      <w:r>
        <w:tab/>
        <w:t>1.989e1</w:t>
      </w:r>
    </w:p>
    <w:p w14:paraId="172350EC" w14:textId="77777777" w:rsidR="006D4449" w:rsidRDefault="006D4449" w:rsidP="006D4449">
      <w:r>
        <w:t>328.1560</w:t>
      </w:r>
      <w:r>
        <w:tab/>
        <w:t>2.127e1</w:t>
      </w:r>
    </w:p>
    <w:p w14:paraId="40E42CD3" w14:textId="77777777" w:rsidR="006D4449" w:rsidRDefault="006D4449" w:rsidP="006D4449">
      <w:r>
        <w:t>328.1581</w:t>
      </w:r>
      <w:r>
        <w:tab/>
        <w:t>2.937e1</w:t>
      </w:r>
    </w:p>
    <w:p w14:paraId="0C98723F" w14:textId="77777777" w:rsidR="006D4449" w:rsidRDefault="006D4449" w:rsidP="006D4449">
      <w:r>
        <w:t>328.2016</w:t>
      </w:r>
      <w:r>
        <w:tab/>
        <w:t>5.429e0</w:t>
      </w:r>
    </w:p>
    <w:p w14:paraId="4F639B53" w14:textId="77777777" w:rsidR="006D4449" w:rsidRDefault="006D4449" w:rsidP="006D4449">
      <w:r>
        <w:t>328.2141</w:t>
      </w:r>
      <w:r>
        <w:tab/>
        <w:t>4.966e0</w:t>
      </w:r>
    </w:p>
    <w:p w14:paraId="3B4AA116" w14:textId="77777777" w:rsidR="006D4449" w:rsidRDefault="006D4449" w:rsidP="006D4449">
      <w:r>
        <w:t>328.2178</w:t>
      </w:r>
      <w:r>
        <w:tab/>
        <w:t>1.013e0</w:t>
      </w:r>
    </w:p>
    <w:p w14:paraId="39128BFB" w14:textId="77777777" w:rsidR="006D4449" w:rsidRDefault="006D4449" w:rsidP="006D4449">
      <w:r>
        <w:t>328.2533</w:t>
      </w:r>
      <w:r>
        <w:tab/>
        <w:t>1.013e0</w:t>
      </w:r>
    </w:p>
    <w:p w14:paraId="1790DE7F" w14:textId="77777777" w:rsidR="006D4449" w:rsidRDefault="006D4449" w:rsidP="006D4449">
      <w:r>
        <w:t>328.2557</w:t>
      </w:r>
      <w:r>
        <w:tab/>
        <w:t>1.013e0</w:t>
      </w:r>
    </w:p>
    <w:p w14:paraId="2BB47E76" w14:textId="77777777" w:rsidR="006D4449" w:rsidRDefault="006D4449" w:rsidP="006D4449">
      <w:r>
        <w:t>328.2719</w:t>
      </w:r>
      <w:r>
        <w:tab/>
        <w:t>2.025e0</w:t>
      </w:r>
    </w:p>
    <w:p w14:paraId="466443EB" w14:textId="77777777" w:rsidR="006D4449" w:rsidRDefault="006D4449" w:rsidP="006D4449">
      <w:r>
        <w:lastRenderedPageBreak/>
        <w:t>328.2816</w:t>
      </w:r>
      <w:r>
        <w:tab/>
        <w:t>1.013e0</w:t>
      </w:r>
    </w:p>
    <w:p w14:paraId="0F8E5A0D" w14:textId="77777777" w:rsidR="006D4449" w:rsidRDefault="006D4449" w:rsidP="006D4449">
      <w:r>
        <w:t>328.3062</w:t>
      </w:r>
      <w:r>
        <w:tab/>
        <w:t>2.025e0</w:t>
      </w:r>
    </w:p>
    <w:p w14:paraId="632169BB" w14:textId="77777777" w:rsidR="006D4449" w:rsidRDefault="006D4449" w:rsidP="006D4449">
      <w:r>
        <w:t>328.3085</w:t>
      </w:r>
      <w:r>
        <w:tab/>
        <w:t>1.013e0</w:t>
      </w:r>
    </w:p>
    <w:p w14:paraId="13E20FF1" w14:textId="77777777" w:rsidR="006D4449" w:rsidRDefault="006D4449" w:rsidP="006D4449">
      <w:r>
        <w:t>328.3194</w:t>
      </w:r>
      <w:r>
        <w:tab/>
        <w:t>3.038e0</w:t>
      </w:r>
    </w:p>
    <w:p w14:paraId="628A3E55" w14:textId="77777777" w:rsidR="006D4449" w:rsidRDefault="006D4449" w:rsidP="006D4449">
      <w:r>
        <w:t>328.3279</w:t>
      </w:r>
      <w:r>
        <w:tab/>
        <w:t>3.038e0</w:t>
      </w:r>
    </w:p>
    <w:p w14:paraId="6C861C0B" w14:textId="77777777" w:rsidR="006D4449" w:rsidRDefault="006D4449" w:rsidP="006D4449">
      <w:r>
        <w:t>328.3343</w:t>
      </w:r>
      <w:r>
        <w:tab/>
        <w:t>1.013e0</w:t>
      </w:r>
    </w:p>
    <w:p w14:paraId="6FEEB1AD" w14:textId="77777777" w:rsidR="006D4449" w:rsidRDefault="006D4449" w:rsidP="006D4449">
      <w:r>
        <w:t>328.3667</w:t>
      </w:r>
      <w:r>
        <w:tab/>
        <w:t>1.013e0</w:t>
      </w:r>
    </w:p>
    <w:p w14:paraId="33233867" w14:textId="77777777" w:rsidR="006D4449" w:rsidRDefault="006D4449" w:rsidP="006D4449">
      <w:r>
        <w:t>328.3871</w:t>
      </w:r>
      <w:r>
        <w:tab/>
        <w:t>2.025e0</w:t>
      </w:r>
    </w:p>
    <w:p w14:paraId="69379950" w14:textId="77777777" w:rsidR="006D4449" w:rsidRDefault="006D4449" w:rsidP="006D4449">
      <w:r>
        <w:t>328.4359</w:t>
      </w:r>
      <w:r>
        <w:tab/>
        <w:t>1.013e0</w:t>
      </w:r>
    </w:p>
    <w:p w14:paraId="1501805C" w14:textId="77777777" w:rsidR="006D4449" w:rsidRDefault="006D4449" w:rsidP="006D4449">
      <w:r>
        <w:t>328.4405</w:t>
      </w:r>
      <w:r>
        <w:tab/>
        <w:t>4.051e0</w:t>
      </w:r>
    </w:p>
    <w:p w14:paraId="75A60B48" w14:textId="77777777" w:rsidR="006D4449" w:rsidRDefault="006D4449" w:rsidP="006D4449">
      <w:r>
        <w:t>328.4854</w:t>
      </w:r>
      <w:r>
        <w:tab/>
        <w:t>3.038e0</w:t>
      </w:r>
    </w:p>
    <w:p w14:paraId="7E0BBC64" w14:textId="77777777" w:rsidR="006D4449" w:rsidRDefault="006D4449" w:rsidP="006D4449">
      <w:r>
        <w:t>328.5018</w:t>
      </w:r>
      <w:r>
        <w:tab/>
        <w:t>1.013e0</w:t>
      </w:r>
    </w:p>
    <w:p w14:paraId="2347569E" w14:textId="77777777" w:rsidR="006D4449" w:rsidRDefault="006D4449" w:rsidP="006D4449">
      <w:r>
        <w:t>328.5300</w:t>
      </w:r>
      <w:r>
        <w:tab/>
        <w:t>1.013e0</w:t>
      </w:r>
    </w:p>
    <w:p w14:paraId="02D2C2D8" w14:textId="77777777" w:rsidR="006D4449" w:rsidRDefault="006D4449" w:rsidP="006D4449">
      <w:r>
        <w:t>328.5399</w:t>
      </w:r>
      <w:r>
        <w:tab/>
        <w:t>1.013e0</w:t>
      </w:r>
    </w:p>
    <w:p w14:paraId="6A898AF8" w14:textId="77777777" w:rsidR="006D4449" w:rsidRDefault="006D4449" w:rsidP="006D4449">
      <w:r>
        <w:t>328.6698</w:t>
      </w:r>
      <w:r>
        <w:tab/>
        <w:t>2.025e0</w:t>
      </w:r>
    </w:p>
    <w:p w14:paraId="39A53645" w14:textId="77777777" w:rsidR="006D4449" w:rsidRDefault="006D4449" w:rsidP="006D4449">
      <w:r>
        <w:t>328.6854</w:t>
      </w:r>
      <w:r>
        <w:tab/>
        <w:t>1.013e0</w:t>
      </w:r>
    </w:p>
    <w:p w14:paraId="121FCE4F" w14:textId="77777777" w:rsidR="006D4449" w:rsidRDefault="006D4449" w:rsidP="006D4449">
      <w:r>
        <w:t>328.6866</w:t>
      </w:r>
      <w:r>
        <w:tab/>
        <w:t>2.025e0</w:t>
      </w:r>
    </w:p>
    <w:p w14:paraId="693A6CFC" w14:textId="77777777" w:rsidR="006D4449" w:rsidRDefault="006D4449" w:rsidP="006D4449">
      <w:r>
        <w:t>328.7340</w:t>
      </w:r>
      <w:r>
        <w:tab/>
        <w:t>2.025e0</w:t>
      </w:r>
    </w:p>
    <w:p w14:paraId="0173F9E9" w14:textId="77777777" w:rsidR="006D4449" w:rsidRDefault="006D4449" w:rsidP="006D4449">
      <w:r>
        <w:t>328.7640</w:t>
      </w:r>
      <w:r>
        <w:tab/>
        <w:t>3.038e0</w:t>
      </w:r>
    </w:p>
    <w:p w14:paraId="59470482" w14:textId="77777777" w:rsidR="006D4449" w:rsidRDefault="006D4449" w:rsidP="006D4449">
      <w:r>
        <w:lastRenderedPageBreak/>
        <w:t>328.7911</w:t>
      </w:r>
      <w:r>
        <w:tab/>
        <w:t>2.025e0</w:t>
      </w:r>
    </w:p>
    <w:p w14:paraId="1484D728" w14:textId="77777777" w:rsidR="006D4449" w:rsidRDefault="006D4449" w:rsidP="006D4449">
      <w:r>
        <w:t>328.8018</w:t>
      </w:r>
      <w:r>
        <w:tab/>
        <w:t>2.025e0</w:t>
      </w:r>
    </w:p>
    <w:p w14:paraId="473ED600" w14:textId="77777777" w:rsidR="006D4449" w:rsidRDefault="006D4449" w:rsidP="006D4449">
      <w:r>
        <w:t>328.8216</w:t>
      </w:r>
      <w:r>
        <w:tab/>
        <w:t>1.013e0</w:t>
      </w:r>
    </w:p>
    <w:p w14:paraId="50A487E1" w14:textId="77777777" w:rsidR="006D4449" w:rsidRDefault="006D4449" w:rsidP="006D4449">
      <w:r>
        <w:t>328.8580</w:t>
      </w:r>
      <w:r>
        <w:tab/>
        <w:t>1.013e0</w:t>
      </w:r>
    </w:p>
    <w:p w14:paraId="52FDA053" w14:textId="77777777" w:rsidR="006D4449" w:rsidRDefault="006D4449" w:rsidP="006D4449">
      <w:r>
        <w:t>328.9146</w:t>
      </w:r>
      <w:r>
        <w:tab/>
        <w:t>2.835e1</w:t>
      </w:r>
    </w:p>
    <w:p w14:paraId="66FC64F8" w14:textId="77777777" w:rsidR="006D4449" w:rsidRDefault="006D4449" w:rsidP="006D4449">
      <w:r>
        <w:t>328.9161</w:t>
      </w:r>
      <w:r>
        <w:tab/>
        <w:t>2.430e1</w:t>
      </w:r>
    </w:p>
    <w:p w14:paraId="7BBA6F9B" w14:textId="77777777" w:rsidR="006D4449" w:rsidRDefault="006D4449" w:rsidP="006D4449">
      <w:r>
        <w:t>328.9189</w:t>
      </w:r>
      <w:r>
        <w:tab/>
        <w:t>2.213e1</w:t>
      </w:r>
    </w:p>
    <w:p w14:paraId="3A5894A1" w14:textId="77777777" w:rsidR="006D4449" w:rsidRDefault="006D4449" w:rsidP="006D4449">
      <w:r>
        <w:t>328.9204</w:t>
      </w:r>
      <w:r>
        <w:tab/>
        <w:t>3.610e1</w:t>
      </w:r>
    </w:p>
    <w:p w14:paraId="734AC01F" w14:textId="77777777" w:rsidR="006D4449" w:rsidRDefault="006D4449" w:rsidP="006D4449">
      <w:r>
        <w:t>328.9238</w:t>
      </w:r>
      <w:r>
        <w:tab/>
        <w:t>1.114e1</w:t>
      </w:r>
    </w:p>
    <w:p w14:paraId="15B96B16" w14:textId="77777777" w:rsidR="006D4449" w:rsidRDefault="006D4449" w:rsidP="006D4449">
      <w:r>
        <w:t>328.9733</w:t>
      </w:r>
      <w:r>
        <w:tab/>
        <w:t>2.377e0</w:t>
      </w:r>
    </w:p>
    <w:p w14:paraId="054DEE5B" w14:textId="77777777" w:rsidR="006D4449" w:rsidRDefault="006D4449" w:rsidP="006D4449">
      <w:r>
        <w:t>328.9863</w:t>
      </w:r>
      <w:r>
        <w:tab/>
        <w:t>3.038e0</w:t>
      </w:r>
    </w:p>
    <w:p w14:paraId="19BDD7DA" w14:textId="77777777" w:rsidR="006D4449" w:rsidRDefault="006D4449" w:rsidP="006D4449">
      <w:r>
        <w:t>328.9914</w:t>
      </w:r>
      <w:r>
        <w:tab/>
        <w:t>1.013e1</w:t>
      </w:r>
    </w:p>
    <w:p w14:paraId="230E81EA" w14:textId="77777777" w:rsidR="006D4449" w:rsidRDefault="006D4449" w:rsidP="006D4449">
      <w:r>
        <w:t>329.0124</w:t>
      </w:r>
      <w:r>
        <w:tab/>
        <w:t>1.013e0</w:t>
      </w:r>
    </w:p>
    <w:p w14:paraId="7E9ABEED" w14:textId="77777777" w:rsidR="006D4449" w:rsidRDefault="006D4449" w:rsidP="006D4449">
      <w:r>
        <w:t>329.0139</w:t>
      </w:r>
      <w:r>
        <w:tab/>
        <w:t>2.025e0</w:t>
      </w:r>
    </w:p>
    <w:p w14:paraId="119B90E6" w14:textId="77777777" w:rsidR="006D4449" w:rsidRDefault="006D4449" w:rsidP="006D4449">
      <w:r>
        <w:t>329.0298</w:t>
      </w:r>
      <w:r>
        <w:tab/>
        <w:t>3.038e0</w:t>
      </w:r>
    </w:p>
    <w:p w14:paraId="18127257" w14:textId="77777777" w:rsidR="006D4449" w:rsidRDefault="006D4449" w:rsidP="006D4449">
      <w:r>
        <w:t>329.0514</w:t>
      </w:r>
      <w:r>
        <w:tab/>
        <w:t>3.836e0</w:t>
      </w:r>
    </w:p>
    <w:p w14:paraId="16B94295" w14:textId="77777777" w:rsidR="006D4449" w:rsidRDefault="006D4449" w:rsidP="006D4449">
      <w:r>
        <w:t>329.0695</w:t>
      </w:r>
      <w:r>
        <w:tab/>
        <w:t>3.038e0</w:t>
      </w:r>
    </w:p>
    <w:p w14:paraId="5C3C12D6" w14:textId="77777777" w:rsidR="006D4449" w:rsidRDefault="006D4449" w:rsidP="006D4449">
      <w:r>
        <w:t>329.0727</w:t>
      </w:r>
      <w:r>
        <w:tab/>
        <w:t>3.038e0</w:t>
      </w:r>
    </w:p>
    <w:p w14:paraId="07AB8B3D" w14:textId="77777777" w:rsidR="006D4449" w:rsidRDefault="006D4449" w:rsidP="006D4449">
      <w:r>
        <w:t>329.0920</w:t>
      </w:r>
      <w:r>
        <w:tab/>
        <w:t>3.038e0</w:t>
      </w:r>
    </w:p>
    <w:p w14:paraId="5B09616D" w14:textId="77777777" w:rsidR="006D4449" w:rsidRDefault="006D4449" w:rsidP="006D4449">
      <w:r>
        <w:lastRenderedPageBreak/>
        <w:t>329.1207</w:t>
      </w:r>
      <w:r>
        <w:tab/>
        <w:t>2.025e0</w:t>
      </w:r>
    </w:p>
    <w:p w14:paraId="11EB6A44" w14:textId="77777777" w:rsidR="006D4449" w:rsidRDefault="006D4449" w:rsidP="006D4449">
      <w:r>
        <w:t>329.1423</w:t>
      </w:r>
      <w:r>
        <w:tab/>
        <w:t>2.025e0</w:t>
      </w:r>
    </w:p>
    <w:p w14:paraId="0F587A1D" w14:textId="77777777" w:rsidR="006D4449" w:rsidRDefault="006D4449" w:rsidP="006D4449">
      <w:r>
        <w:t>329.1463</w:t>
      </w:r>
      <w:r>
        <w:tab/>
        <w:t>1.013e0</w:t>
      </w:r>
    </w:p>
    <w:p w14:paraId="505161FB" w14:textId="77777777" w:rsidR="006D4449" w:rsidRDefault="006D4449" w:rsidP="006D4449">
      <w:r>
        <w:t>329.1494</w:t>
      </w:r>
      <w:r>
        <w:tab/>
        <w:t>5.063e0</w:t>
      </w:r>
    </w:p>
    <w:p w14:paraId="5D28C3E8" w14:textId="77777777" w:rsidR="006D4449" w:rsidRDefault="006D4449" w:rsidP="006D4449">
      <w:r>
        <w:t>329.1673</w:t>
      </w:r>
      <w:r>
        <w:tab/>
        <w:t>5.455e0</w:t>
      </w:r>
    </w:p>
    <w:p w14:paraId="7FF0806E" w14:textId="77777777" w:rsidR="006D4449" w:rsidRDefault="006D4449" w:rsidP="006D4449">
      <w:r>
        <w:t>329.1700</w:t>
      </w:r>
      <w:r>
        <w:tab/>
        <w:t>1.013e0</w:t>
      </w:r>
    </w:p>
    <w:p w14:paraId="487C0468" w14:textId="77777777" w:rsidR="006D4449" w:rsidRDefault="006D4449" w:rsidP="006D4449">
      <w:r>
        <w:t>329.1750</w:t>
      </w:r>
      <w:r>
        <w:tab/>
        <w:t>2.025e0</w:t>
      </w:r>
    </w:p>
    <w:p w14:paraId="58C1DAC7" w14:textId="77777777" w:rsidR="006D4449" w:rsidRDefault="006D4449" w:rsidP="006D4449">
      <w:r>
        <w:t>329.1988</w:t>
      </w:r>
      <w:r>
        <w:tab/>
        <w:t>5.684e0</w:t>
      </w:r>
    </w:p>
    <w:p w14:paraId="1FF2EBB2" w14:textId="77777777" w:rsidR="006D4449" w:rsidRDefault="006D4449" w:rsidP="006D4449">
      <w:r>
        <w:t>329.2074</w:t>
      </w:r>
      <w:r>
        <w:tab/>
        <w:t>8.101e0</w:t>
      </w:r>
    </w:p>
    <w:p w14:paraId="4548D89E" w14:textId="77777777" w:rsidR="006D4449" w:rsidRDefault="006D4449" w:rsidP="006D4449">
      <w:r>
        <w:t>329.2313</w:t>
      </w:r>
      <w:r>
        <w:tab/>
        <w:t>2.025e0</w:t>
      </w:r>
    </w:p>
    <w:p w14:paraId="16AAEDC8" w14:textId="77777777" w:rsidR="006D4449" w:rsidRDefault="006D4449" w:rsidP="006D4449">
      <w:r>
        <w:t>329.2485</w:t>
      </w:r>
      <w:r>
        <w:tab/>
        <w:t>1.013e0</w:t>
      </w:r>
    </w:p>
    <w:p w14:paraId="3670D6F7" w14:textId="77777777" w:rsidR="006D4449" w:rsidRDefault="006D4449" w:rsidP="006D4449">
      <w:r>
        <w:t>329.2530</w:t>
      </w:r>
      <w:r>
        <w:tab/>
        <w:t>2.025e0</w:t>
      </w:r>
    </w:p>
    <w:p w14:paraId="21F39C3F" w14:textId="77777777" w:rsidR="006D4449" w:rsidRDefault="006D4449" w:rsidP="006D4449">
      <w:r>
        <w:t>329.2714</w:t>
      </w:r>
      <w:r>
        <w:tab/>
        <w:t>3.038e0</w:t>
      </w:r>
    </w:p>
    <w:p w14:paraId="19BDE08D" w14:textId="77777777" w:rsidR="006D4449" w:rsidRDefault="006D4449" w:rsidP="006D4449">
      <w:r>
        <w:t>329.2828</w:t>
      </w:r>
      <w:r>
        <w:tab/>
        <w:t>3.038e0</w:t>
      </w:r>
    </w:p>
    <w:p w14:paraId="245C3586" w14:textId="77777777" w:rsidR="006D4449" w:rsidRDefault="006D4449" w:rsidP="006D4449">
      <w:r>
        <w:t>329.2841</w:t>
      </w:r>
      <w:r>
        <w:tab/>
        <w:t>1.013e0</w:t>
      </w:r>
    </w:p>
    <w:p w14:paraId="007E2748" w14:textId="77777777" w:rsidR="006D4449" w:rsidRDefault="006D4449" w:rsidP="006D4449">
      <w:r>
        <w:t>329.3301</w:t>
      </w:r>
      <w:r>
        <w:tab/>
        <w:t>1.013e0</w:t>
      </w:r>
    </w:p>
    <w:p w14:paraId="02B5A138" w14:textId="77777777" w:rsidR="006D4449" w:rsidRDefault="006D4449" w:rsidP="006D4449">
      <w:r>
        <w:t>329.3415</w:t>
      </w:r>
      <w:r>
        <w:tab/>
        <w:t>1.013e0</w:t>
      </w:r>
    </w:p>
    <w:p w14:paraId="0CF68D55" w14:textId="77777777" w:rsidR="006D4449" w:rsidRDefault="006D4449" w:rsidP="006D4449">
      <w:r>
        <w:t>329.3456</w:t>
      </w:r>
      <w:r>
        <w:tab/>
        <w:t>1.013e0</w:t>
      </w:r>
    </w:p>
    <w:p w14:paraId="6998A664" w14:textId="77777777" w:rsidR="006D4449" w:rsidRDefault="006D4449" w:rsidP="006D4449">
      <w:r>
        <w:t>329.3539</w:t>
      </w:r>
      <w:r>
        <w:tab/>
        <w:t>1.013e0</w:t>
      </w:r>
    </w:p>
    <w:p w14:paraId="203437D9" w14:textId="77777777" w:rsidR="006D4449" w:rsidRDefault="006D4449" w:rsidP="006D4449">
      <w:r>
        <w:lastRenderedPageBreak/>
        <w:t>329.3984</w:t>
      </w:r>
      <w:r>
        <w:tab/>
        <w:t>1.013e0</w:t>
      </w:r>
    </w:p>
    <w:p w14:paraId="0E4F4153" w14:textId="77777777" w:rsidR="006D4449" w:rsidRDefault="006D4449" w:rsidP="006D4449">
      <w:r>
        <w:t>329.4087</w:t>
      </w:r>
      <w:r>
        <w:tab/>
        <w:t>1.013e0</w:t>
      </w:r>
    </w:p>
    <w:p w14:paraId="1189B731" w14:textId="77777777" w:rsidR="006D4449" w:rsidRDefault="006D4449" w:rsidP="006D4449">
      <w:r>
        <w:t>329.4312</w:t>
      </w:r>
      <w:r>
        <w:tab/>
        <w:t>3.038e0</w:t>
      </w:r>
    </w:p>
    <w:p w14:paraId="6B458274" w14:textId="77777777" w:rsidR="006D4449" w:rsidRDefault="006D4449" w:rsidP="006D4449">
      <w:r>
        <w:t>329.4431</w:t>
      </w:r>
      <w:r>
        <w:tab/>
        <w:t>1.013e0</w:t>
      </w:r>
    </w:p>
    <w:p w14:paraId="64AA8A0F" w14:textId="77777777" w:rsidR="006D4449" w:rsidRDefault="006D4449" w:rsidP="006D4449">
      <w:r>
        <w:t>329.4621</w:t>
      </w:r>
      <w:r>
        <w:tab/>
        <w:t>1.013e0</w:t>
      </w:r>
    </w:p>
    <w:p w14:paraId="7D7F4D45" w14:textId="77777777" w:rsidR="006D4449" w:rsidRDefault="006D4449" w:rsidP="006D4449">
      <w:r>
        <w:t>329.4689</w:t>
      </w:r>
      <w:r>
        <w:tab/>
        <w:t>3.038e0</w:t>
      </w:r>
    </w:p>
    <w:p w14:paraId="17C43885" w14:textId="77777777" w:rsidR="006D4449" w:rsidRDefault="006D4449" w:rsidP="006D4449">
      <w:r>
        <w:t>329.4918</w:t>
      </w:r>
      <w:r>
        <w:tab/>
        <w:t>1.013e0</w:t>
      </w:r>
    </w:p>
    <w:p w14:paraId="5DB901E2" w14:textId="77777777" w:rsidR="006D4449" w:rsidRDefault="006D4449" w:rsidP="006D4449">
      <w:r>
        <w:t>329.5159</w:t>
      </w:r>
      <w:r>
        <w:tab/>
        <w:t>2.025e0</w:t>
      </w:r>
    </w:p>
    <w:p w14:paraId="1D8A2474" w14:textId="77777777" w:rsidR="006D4449" w:rsidRDefault="006D4449" w:rsidP="006D4449">
      <w:r>
        <w:t>329.5212</w:t>
      </w:r>
      <w:r>
        <w:tab/>
        <w:t>2.025e0</w:t>
      </w:r>
    </w:p>
    <w:p w14:paraId="57A53873" w14:textId="77777777" w:rsidR="006D4449" w:rsidRDefault="006D4449" w:rsidP="006D4449">
      <w:r>
        <w:t>329.5229</w:t>
      </w:r>
      <w:r>
        <w:tab/>
        <w:t>2.025e0</w:t>
      </w:r>
    </w:p>
    <w:p w14:paraId="78738A76" w14:textId="77777777" w:rsidR="006D4449" w:rsidRDefault="006D4449" w:rsidP="006D4449">
      <w:r>
        <w:t>329.5393</w:t>
      </w:r>
      <w:r>
        <w:tab/>
        <w:t>1.013e0</w:t>
      </w:r>
    </w:p>
    <w:p w14:paraId="0393C649" w14:textId="77777777" w:rsidR="006D4449" w:rsidRDefault="006D4449" w:rsidP="006D4449">
      <w:r>
        <w:t>329.5448</w:t>
      </w:r>
      <w:r>
        <w:tab/>
        <w:t>1.013e0</w:t>
      </w:r>
    </w:p>
    <w:p w14:paraId="572A83E8" w14:textId="77777777" w:rsidR="006D4449" w:rsidRDefault="006D4449" w:rsidP="006D4449">
      <w:r>
        <w:t>329.5731</w:t>
      </w:r>
      <w:r>
        <w:tab/>
        <w:t>1.013e0</w:t>
      </w:r>
    </w:p>
    <w:p w14:paraId="15134DA0" w14:textId="77777777" w:rsidR="006D4449" w:rsidRDefault="006D4449" w:rsidP="006D4449">
      <w:r>
        <w:t>329.5810</w:t>
      </w:r>
      <w:r>
        <w:tab/>
        <w:t>1.013e0</w:t>
      </w:r>
    </w:p>
    <w:p w14:paraId="2095ADA5" w14:textId="77777777" w:rsidR="006D4449" w:rsidRDefault="006D4449" w:rsidP="006D4449">
      <w:r>
        <w:t>329.6165</w:t>
      </w:r>
      <w:r>
        <w:tab/>
        <w:t>1.013e0</w:t>
      </w:r>
    </w:p>
    <w:p w14:paraId="29336776" w14:textId="77777777" w:rsidR="006D4449" w:rsidRDefault="006D4449" w:rsidP="006D4449">
      <w:r>
        <w:t>329.6733</w:t>
      </w:r>
      <w:r>
        <w:tab/>
        <w:t>1.013e0</w:t>
      </w:r>
    </w:p>
    <w:p w14:paraId="3414EF83" w14:textId="77777777" w:rsidR="006D4449" w:rsidRDefault="006D4449" w:rsidP="006D4449">
      <w:r>
        <w:t>329.6747</w:t>
      </w:r>
      <w:r>
        <w:tab/>
        <w:t>1.013e0</w:t>
      </w:r>
    </w:p>
    <w:p w14:paraId="22353FAC" w14:textId="77777777" w:rsidR="006D4449" w:rsidRDefault="006D4449" w:rsidP="006D4449">
      <w:r>
        <w:t>329.7650</w:t>
      </w:r>
      <w:r>
        <w:tab/>
        <w:t>1.013e0</w:t>
      </w:r>
    </w:p>
    <w:p w14:paraId="6FD85D1B" w14:textId="77777777" w:rsidR="006D4449" w:rsidRDefault="006D4449" w:rsidP="006D4449">
      <w:r>
        <w:t>329.7750</w:t>
      </w:r>
      <w:r>
        <w:tab/>
        <w:t>2.025e0</w:t>
      </w:r>
    </w:p>
    <w:p w14:paraId="5A78DAC7" w14:textId="77777777" w:rsidR="006D4449" w:rsidRDefault="006D4449" w:rsidP="006D4449">
      <w:r>
        <w:lastRenderedPageBreak/>
        <w:t>329.8006</w:t>
      </w:r>
      <w:r>
        <w:tab/>
        <w:t>1.013e0</w:t>
      </w:r>
    </w:p>
    <w:p w14:paraId="696DFBCD" w14:textId="77777777" w:rsidR="006D4449" w:rsidRDefault="006D4449" w:rsidP="006D4449">
      <w:r>
        <w:t>329.8047</w:t>
      </w:r>
      <w:r>
        <w:tab/>
        <w:t>1.013e0</w:t>
      </w:r>
    </w:p>
    <w:p w14:paraId="3B61DCD0" w14:textId="77777777" w:rsidR="006D4449" w:rsidRDefault="006D4449" w:rsidP="006D4449">
      <w:r>
        <w:t>329.8278</w:t>
      </w:r>
      <w:r>
        <w:tab/>
        <w:t>1.013e0</w:t>
      </w:r>
    </w:p>
    <w:p w14:paraId="3460DC46" w14:textId="77777777" w:rsidR="006D4449" w:rsidRDefault="006D4449" w:rsidP="006D4449">
      <w:r>
        <w:t>329.8467</w:t>
      </w:r>
      <w:r>
        <w:tab/>
        <w:t>1.013e0</w:t>
      </w:r>
    </w:p>
    <w:p w14:paraId="02EF3290" w14:textId="77777777" w:rsidR="006D4449" w:rsidRDefault="006D4449" w:rsidP="006D4449">
      <w:r>
        <w:t>329.8616</w:t>
      </w:r>
      <w:r>
        <w:tab/>
        <w:t>1.013e0</w:t>
      </w:r>
    </w:p>
    <w:p w14:paraId="2D737C94" w14:textId="77777777" w:rsidR="006D4449" w:rsidRDefault="006D4449" w:rsidP="006D4449">
      <w:r>
        <w:t>329.8856</w:t>
      </w:r>
      <w:r>
        <w:tab/>
        <w:t>3.038e0</w:t>
      </w:r>
    </w:p>
    <w:p w14:paraId="427F116F" w14:textId="77777777" w:rsidR="006D4449" w:rsidRDefault="006D4449" w:rsidP="006D4449">
      <w:r>
        <w:t>329.9047</w:t>
      </w:r>
      <w:r>
        <w:tab/>
        <w:t>4.051e0</w:t>
      </w:r>
    </w:p>
    <w:p w14:paraId="1FCCADBC" w14:textId="77777777" w:rsidR="006D4449" w:rsidRDefault="006D4449" w:rsidP="006D4449">
      <w:r>
        <w:t>329.9084</w:t>
      </w:r>
      <w:r>
        <w:tab/>
        <w:t>3.038e0</w:t>
      </w:r>
    </w:p>
    <w:p w14:paraId="0A31DA0B" w14:textId="77777777" w:rsidR="006D4449" w:rsidRDefault="006D4449" w:rsidP="006D4449">
      <w:r>
        <w:t>329.9117</w:t>
      </w:r>
      <w:r>
        <w:tab/>
        <w:t>5.063e0</w:t>
      </w:r>
    </w:p>
    <w:p w14:paraId="35869C2F" w14:textId="77777777" w:rsidR="006D4449" w:rsidRDefault="006D4449" w:rsidP="006D4449">
      <w:r>
        <w:t>329.9305</w:t>
      </w:r>
      <w:r>
        <w:tab/>
        <w:t>6.049e0</w:t>
      </w:r>
    </w:p>
    <w:p w14:paraId="082275CB" w14:textId="77777777" w:rsidR="006D4449" w:rsidRDefault="006D4449" w:rsidP="006D4449">
      <w:r>
        <w:t>329.9386</w:t>
      </w:r>
      <w:r>
        <w:tab/>
        <w:t>5.322e0</w:t>
      </w:r>
    </w:p>
    <w:p w14:paraId="2D0DA17F" w14:textId="77777777" w:rsidR="006D4449" w:rsidRDefault="006D4449" w:rsidP="006D4449">
      <w:r>
        <w:t>329.9476</w:t>
      </w:r>
      <w:r>
        <w:tab/>
        <w:t>5.063e0</w:t>
      </w:r>
    </w:p>
    <w:p w14:paraId="7EF95A2D" w14:textId="77777777" w:rsidR="006D4449" w:rsidRDefault="006D4449" w:rsidP="006D4449">
      <w:r>
        <w:t>329.9499</w:t>
      </w:r>
      <w:r>
        <w:tab/>
        <w:t>5.898e0</w:t>
      </w:r>
    </w:p>
    <w:p w14:paraId="3F0576C5" w14:textId="77777777" w:rsidR="006D4449" w:rsidRDefault="006D4449" w:rsidP="006D4449">
      <w:r>
        <w:t>329.9551</w:t>
      </w:r>
      <w:r>
        <w:tab/>
        <w:t>5.063e0</w:t>
      </w:r>
    </w:p>
    <w:p w14:paraId="4FAA384F" w14:textId="77777777" w:rsidR="006D4449" w:rsidRDefault="006D4449" w:rsidP="006D4449">
      <w:r>
        <w:t>329.9778</w:t>
      </w:r>
      <w:r>
        <w:tab/>
        <w:t>2.025e0</w:t>
      </w:r>
    </w:p>
    <w:p w14:paraId="503F193F" w14:textId="77777777" w:rsidR="006D4449" w:rsidRDefault="006D4449" w:rsidP="006D4449">
      <w:r>
        <w:t>329.9808</w:t>
      </w:r>
      <w:r>
        <w:tab/>
        <w:t>2.025e0</w:t>
      </w:r>
    </w:p>
    <w:p w14:paraId="1FB86AF8" w14:textId="77777777" w:rsidR="006D4449" w:rsidRDefault="006D4449" w:rsidP="006D4449">
      <w:r>
        <w:t>329.9967</w:t>
      </w:r>
      <w:r>
        <w:tab/>
        <w:t>1.013e0</w:t>
      </w:r>
    </w:p>
    <w:p w14:paraId="00EC60D9" w14:textId="77777777" w:rsidR="006D4449" w:rsidRDefault="006D4449" w:rsidP="006D4449">
      <w:r>
        <w:t>330.0205</w:t>
      </w:r>
      <w:r>
        <w:tab/>
        <w:t>1.013e0</w:t>
      </w:r>
    </w:p>
    <w:p w14:paraId="074C1384" w14:textId="77777777" w:rsidR="006D4449" w:rsidRDefault="006D4449" w:rsidP="006D4449">
      <w:r>
        <w:t>330.0667</w:t>
      </w:r>
      <w:r>
        <w:tab/>
        <w:t>7.089e0</w:t>
      </w:r>
    </w:p>
    <w:p w14:paraId="0C9568A7" w14:textId="77777777" w:rsidR="006D4449" w:rsidRDefault="006D4449" w:rsidP="006D4449">
      <w:r>
        <w:lastRenderedPageBreak/>
        <w:t>330.1122</w:t>
      </w:r>
      <w:r>
        <w:tab/>
        <w:t>1.013e0</w:t>
      </w:r>
    </w:p>
    <w:p w14:paraId="5ADC8866" w14:textId="77777777" w:rsidR="006D4449" w:rsidRDefault="006D4449" w:rsidP="006D4449">
      <w:r>
        <w:t>330.1157</w:t>
      </w:r>
      <w:r>
        <w:tab/>
        <w:t>2.025e0</w:t>
      </w:r>
    </w:p>
    <w:p w14:paraId="59699C50" w14:textId="77777777" w:rsidR="006D4449" w:rsidRDefault="006D4449" w:rsidP="006D4449">
      <w:r>
        <w:t>330.1247</w:t>
      </w:r>
      <w:r>
        <w:tab/>
        <w:t>3.038e0</w:t>
      </w:r>
    </w:p>
    <w:p w14:paraId="439E96C2" w14:textId="77777777" w:rsidR="006D4449" w:rsidRDefault="006D4449" w:rsidP="006D4449">
      <w:r>
        <w:t>330.1372</w:t>
      </w:r>
      <w:r>
        <w:tab/>
        <w:t>3.038e0</w:t>
      </w:r>
    </w:p>
    <w:p w14:paraId="360A6752" w14:textId="77777777" w:rsidR="006D4449" w:rsidRDefault="006D4449" w:rsidP="006D4449">
      <w:r>
        <w:t>330.1587</w:t>
      </w:r>
      <w:r>
        <w:tab/>
        <w:t>2.499e0</w:t>
      </w:r>
    </w:p>
    <w:p w14:paraId="482A7C45" w14:textId="77777777" w:rsidR="006D4449" w:rsidRDefault="006D4449" w:rsidP="006D4449">
      <w:r>
        <w:t>330.1611</w:t>
      </w:r>
      <w:r>
        <w:tab/>
        <w:t>1.013e0</w:t>
      </w:r>
    </w:p>
    <w:p w14:paraId="20EE47D9" w14:textId="77777777" w:rsidR="006D4449" w:rsidRDefault="006D4449" w:rsidP="006D4449">
      <w:r>
        <w:t>330.1879</w:t>
      </w:r>
      <w:r>
        <w:tab/>
        <w:t>2.340e0</w:t>
      </w:r>
    </w:p>
    <w:p w14:paraId="70470F12" w14:textId="77777777" w:rsidR="006D4449" w:rsidRDefault="006D4449" w:rsidP="006D4449">
      <w:r>
        <w:t>330.1974</w:t>
      </w:r>
      <w:r>
        <w:tab/>
        <w:t>1.013e0</w:t>
      </w:r>
    </w:p>
    <w:p w14:paraId="711A0B10" w14:textId="77777777" w:rsidR="006D4449" w:rsidRDefault="006D4449" w:rsidP="006D4449">
      <w:r>
        <w:t>330.2345</w:t>
      </w:r>
      <w:r>
        <w:tab/>
        <w:t>1.013e0</w:t>
      </w:r>
    </w:p>
    <w:p w14:paraId="0F2769D0" w14:textId="77777777" w:rsidR="006D4449" w:rsidRDefault="006D4449" w:rsidP="006D4449">
      <w:r>
        <w:t>330.2398</w:t>
      </w:r>
      <w:r>
        <w:tab/>
        <w:t>1.013e0</w:t>
      </w:r>
    </w:p>
    <w:p w14:paraId="761313EC" w14:textId="77777777" w:rsidR="006D4449" w:rsidRDefault="006D4449" w:rsidP="006D4449">
      <w:r>
        <w:t>330.2464</w:t>
      </w:r>
      <w:r>
        <w:tab/>
        <w:t>1.013e0</w:t>
      </w:r>
    </w:p>
    <w:p w14:paraId="54F029E3" w14:textId="77777777" w:rsidR="006D4449" w:rsidRDefault="006D4449" w:rsidP="006D4449">
      <w:r>
        <w:t>330.2481</w:t>
      </w:r>
      <w:r>
        <w:tab/>
        <w:t>5.063e0</w:t>
      </w:r>
    </w:p>
    <w:p w14:paraId="1C83CBB3" w14:textId="77777777" w:rsidR="006D4449" w:rsidRDefault="006D4449" w:rsidP="006D4449">
      <w:r>
        <w:t>330.2556</w:t>
      </w:r>
      <w:r>
        <w:tab/>
        <w:t>2.025e0</w:t>
      </w:r>
    </w:p>
    <w:p w14:paraId="072A4A87" w14:textId="77777777" w:rsidR="006D4449" w:rsidRDefault="006D4449" w:rsidP="006D4449">
      <w:r>
        <w:t>330.2839</w:t>
      </w:r>
      <w:r>
        <w:tab/>
        <w:t>3.038e0</w:t>
      </w:r>
    </w:p>
    <w:p w14:paraId="7C79CEDE" w14:textId="77777777" w:rsidR="006D4449" w:rsidRDefault="006D4449" w:rsidP="006D4449">
      <w:r>
        <w:t>330.3210</w:t>
      </w:r>
      <w:r>
        <w:tab/>
        <w:t>2.025e0</w:t>
      </w:r>
    </w:p>
    <w:p w14:paraId="680212D5" w14:textId="77777777" w:rsidR="006D4449" w:rsidRDefault="006D4449" w:rsidP="006D4449">
      <w:r>
        <w:t>330.3719</w:t>
      </w:r>
      <w:r>
        <w:tab/>
        <w:t>2.025e0</w:t>
      </w:r>
    </w:p>
    <w:p w14:paraId="32995CB5" w14:textId="77777777" w:rsidR="006D4449" w:rsidRDefault="006D4449" w:rsidP="006D4449">
      <w:r>
        <w:t>330.3777</w:t>
      </w:r>
      <w:r>
        <w:tab/>
        <w:t>1.013e0</w:t>
      </w:r>
    </w:p>
    <w:p w14:paraId="408651BD" w14:textId="77777777" w:rsidR="006D4449" w:rsidRDefault="006D4449" w:rsidP="006D4449">
      <w:r>
        <w:t>330.3884</w:t>
      </w:r>
      <w:r>
        <w:tab/>
        <w:t>3.038e0</w:t>
      </w:r>
    </w:p>
    <w:p w14:paraId="7BFA8C29" w14:textId="77777777" w:rsidR="006D4449" w:rsidRDefault="006D4449" w:rsidP="006D4449">
      <w:r>
        <w:t>330.4071</w:t>
      </w:r>
      <w:r>
        <w:tab/>
        <w:t>1.013e0</w:t>
      </w:r>
    </w:p>
    <w:p w14:paraId="55DFEC31" w14:textId="77777777" w:rsidR="006D4449" w:rsidRDefault="006D4449" w:rsidP="006D4449">
      <w:r>
        <w:lastRenderedPageBreak/>
        <w:t>330.4157</w:t>
      </w:r>
      <w:r>
        <w:tab/>
        <w:t>2.025e0</w:t>
      </w:r>
    </w:p>
    <w:p w14:paraId="0A74F1D7" w14:textId="77777777" w:rsidR="006D4449" w:rsidRDefault="006D4449" w:rsidP="006D4449">
      <w:r>
        <w:t>330.4700</w:t>
      </w:r>
      <w:r>
        <w:tab/>
        <w:t>1.013e0</w:t>
      </w:r>
    </w:p>
    <w:p w14:paraId="436E7702" w14:textId="77777777" w:rsidR="006D4449" w:rsidRDefault="006D4449" w:rsidP="006D4449">
      <w:r>
        <w:t>330.5039</w:t>
      </w:r>
      <w:r>
        <w:tab/>
        <w:t>1.013e0</w:t>
      </w:r>
    </w:p>
    <w:p w14:paraId="7FD86083" w14:textId="77777777" w:rsidR="006D4449" w:rsidRDefault="006D4449" w:rsidP="006D4449">
      <w:r>
        <w:t>330.5142</w:t>
      </w:r>
      <w:r>
        <w:tab/>
        <w:t>1.013e0</w:t>
      </w:r>
    </w:p>
    <w:p w14:paraId="2AFB8B29" w14:textId="77777777" w:rsidR="006D4449" w:rsidRDefault="006D4449" w:rsidP="006D4449">
      <w:r>
        <w:t>330.5321</w:t>
      </w:r>
      <w:r>
        <w:tab/>
        <w:t>1.013e0</w:t>
      </w:r>
    </w:p>
    <w:p w14:paraId="0F166A41" w14:textId="77777777" w:rsidR="006D4449" w:rsidRDefault="006D4449" w:rsidP="006D4449">
      <w:r>
        <w:t>330.5414</w:t>
      </w:r>
      <w:r>
        <w:tab/>
        <w:t>3.038e0</w:t>
      </w:r>
    </w:p>
    <w:p w14:paraId="69F70897" w14:textId="77777777" w:rsidR="006D4449" w:rsidRDefault="006D4449" w:rsidP="006D4449">
      <w:r>
        <w:t>330.5856</w:t>
      </w:r>
      <w:r>
        <w:tab/>
        <w:t>2.025e0</w:t>
      </w:r>
    </w:p>
    <w:p w14:paraId="451185E9" w14:textId="77777777" w:rsidR="006D4449" w:rsidRDefault="006D4449" w:rsidP="006D4449">
      <w:r>
        <w:t>330.5975</w:t>
      </w:r>
      <w:r>
        <w:tab/>
        <w:t>1.013e0</w:t>
      </w:r>
    </w:p>
    <w:p w14:paraId="4C4B1B8D" w14:textId="77777777" w:rsidR="006D4449" w:rsidRDefault="006D4449" w:rsidP="006D4449">
      <w:r>
        <w:t>330.6042</w:t>
      </w:r>
      <w:r>
        <w:tab/>
        <w:t>1.013e0</w:t>
      </w:r>
    </w:p>
    <w:p w14:paraId="786CDD3D" w14:textId="77777777" w:rsidR="006D4449" w:rsidRDefault="006D4449" w:rsidP="006D4449">
      <w:r>
        <w:t>330.6392</w:t>
      </w:r>
      <w:r>
        <w:tab/>
        <w:t>2.025e0</w:t>
      </w:r>
    </w:p>
    <w:p w14:paraId="03707862" w14:textId="77777777" w:rsidR="006D4449" w:rsidRDefault="006D4449" w:rsidP="006D4449">
      <w:r>
        <w:t>330.6504</w:t>
      </w:r>
      <w:r>
        <w:tab/>
        <w:t>1.013e0</w:t>
      </w:r>
    </w:p>
    <w:p w14:paraId="0CC6E799" w14:textId="77777777" w:rsidR="006D4449" w:rsidRDefault="006D4449" w:rsidP="006D4449">
      <w:r>
        <w:t>330.6788</w:t>
      </w:r>
      <w:r>
        <w:tab/>
        <w:t>2.025e0</w:t>
      </w:r>
    </w:p>
    <w:p w14:paraId="45AFA190" w14:textId="77777777" w:rsidR="006D4449" w:rsidRDefault="006D4449" w:rsidP="006D4449">
      <w:r>
        <w:t>330.6815</w:t>
      </w:r>
      <w:r>
        <w:tab/>
        <w:t>1.013e0</w:t>
      </w:r>
    </w:p>
    <w:p w14:paraId="7DD5E800" w14:textId="77777777" w:rsidR="006D4449" w:rsidRDefault="006D4449" w:rsidP="006D4449">
      <w:r>
        <w:t>330.7112</w:t>
      </w:r>
      <w:r>
        <w:tab/>
        <w:t>1.013e0</w:t>
      </w:r>
    </w:p>
    <w:p w14:paraId="12324E46" w14:textId="77777777" w:rsidR="006D4449" w:rsidRDefault="006D4449" w:rsidP="006D4449">
      <w:r>
        <w:t>330.7302</w:t>
      </w:r>
      <w:r>
        <w:tab/>
        <w:t>1.013e0</w:t>
      </w:r>
    </w:p>
    <w:p w14:paraId="2EF19A17" w14:textId="77777777" w:rsidR="006D4449" w:rsidRDefault="006D4449" w:rsidP="006D4449">
      <w:r>
        <w:t>330.7316</w:t>
      </w:r>
      <w:r>
        <w:tab/>
        <w:t>1.013e0</w:t>
      </w:r>
    </w:p>
    <w:p w14:paraId="05B122D9" w14:textId="77777777" w:rsidR="006D4449" w:rsidRDefault="006D4449" w:rsidP="006D4449">
      <w:r>
        <w:t>330.7845</w:t>
      </w:r>
      <w:r>
        <w:tab/>
        <w:t>1.013e0</w:t>
      </w:r>
    </w:p>
    <w:p w14:paraId="7792A509" w14:textId="77777777" w:rsidR="006D4449" w:rsidRDefault="006D4449" w:rsidP="006D4449">
      <w:r>
        <w:t>330.8049</w:t>
      </w:r>
      <w:r>
        <w:tab/>
        <w:t>1.013e0</w:t>
      </w:r>
    </w:p>
    <w:p w14:paraId="4FD2520A" w14:textId="77777777" w:rsidR="006D4449" w:rsidRDefault="006D4449" w:rsidP="006D4449">
      <w:r>
        <w:t>330.8477</w:t>
      </w:r>
      <w:r>
        <w:tab/>
        <w:t>1.013e0</w:t>
      </w:r>
    </w:p>
    <w:p w14:paraId="52A22891" w14:textId="77777777" w:rsidR="006D4449" w:rsidRDefault="006D4449" w:rsidP="006D4449">
      <w:r>
        <w:lastRenderedPageBreak/>
        <w:t>330.8948</w:t>
      </w:r>
      <w:r>
        <w:tab/>
        <w:t>2.025e0</w:t>
      </w:r>
    </w:p>
    <w:p w14:paraId="31FB21D6" w14:textId="77777777" w:rsidR="006D4449" w:rsidRDefault="006D4449" w:rsidP="006D4449">
      <w:r>
        <w:t>330.9143</w:t>
      </w:r>
      <w:r>
        <w:tab/>
        <w:t>1.076e1</w:t>
      </w:r>
    </w:p>
    <w:p w14:paraId="0A4DDC72" w14:textId="77777777" w:rsidR="006D4449" w:rsidRDefault="006D4449" w:rsidP="006D4449">
      <w:r>
        <w:t>330.9191</w:t>
      </w:r>
      <w:r>
        <w:tab/>
        <w:t>1.013e1</w:t>
      </w:r>
    </w:p>
    <w:p w14:paraId="680EC2C0" w14:textId="77777777" w:rsidR="006D4449" w:rsidRDefault="006D4449" w:rsidP="006D4449">
      <w:r>
        <w:t>330.9290</w:t>
      </w:r>
      <w:r>
        <w:tab/>
        <w:t>1.013e1</w:t>
      </w:r>
    </w:p>
    <w:p w14:paraId="19522894" w14:textId="77777777" w:rsidR="006D4449" w:rsidRDefault="006D4449" w:rsidP="006D4449">
      <w:r>
        <w:t>330.9320</w:t>
      </w:r>
      <w:r>
        <w:tab/>
        <w:t>4.051e0</w:t>
      </w:r>
    </w:p>
    <w:p w14:paraId="7FEB6DA9" w14:textId="77777777" w:rsidR="006D4449" w:rsidRDefault="006D4449" w:rsidP="006D4449">
      <w:r>
        <w:t>330.9573</w:t>
      </w:r>
      <w:r>
        <w:tab/>
        <w:t>3.038e0</w:t>
      </w:r>
    </w:p>
    <w:p w14:paraId="05DAD992" w14:textId="77777777" w:rsidR="006D4449" w:rsidRDefault="006D4449" w:rsidP="006D4449">
      <w:r>
        <w:t>330.9980</w:t>
      </w:r>
      <w:r>
        <w:tab/>
        <w:t>5.063e0</w:t>
      </w:r>
    </w:p>
    <w:p w14:paraId="37D95C2E" w14:textId="77777777" w:rsidR="006D4449" w:rsidRDefault="006D4449" w:rsidP="006D4449">
      <w:r>
        <w:t>331.0148</w:t>
      </w:r>
      <w:r>
        <w:tab/>
        <w:t>4.051e0</w:t>
      </w:r>
    </w:p>
    <w:p w14:paraId="28B215A6" w14:textId="77777777" w:rsidR="006D4449" w:rsidRDefault="006D4449" w:rsidP="006D4449">
      <w:r>
        <w:t>331.0205</w:t>
      </w:r>
      <w:r>
        <w:tab/>
        <w:t>1.013e0</w:t>
      </w:r>
    </w:p>
    <w:p w14:paraId="52F538FA" w14:textId="77777777" w:rsidR="006D4449" w:rsidRDefault="006D4449" w:rsidP="006D4449">
      <w:r>
        <w:t>331.0388</w:t>
      </w:r>
      <w:r>
        <w:tab/>
        <w:t>2.025e0</w:t>
      </w:r>
    </w:p>
    <w:p w14:paraId="2497A716" w14:textId="77777777" w:rsidR="006D4449" w:rsidRDefault="006D4449" w:rsidP="006D4449">
      <w:r>
        <w:t>331.0548</w:t>
      </w:r>
      <w:r>
        <w:tab/>
        <w:t>1.013e0</w:t>
      </w:r>
    </w:p>
    <w:p w14:paraId="68F1CFC8" w14:textId="77777777" w:rsidR="006D4449" w:rsidRDefault="006D4449" w:rsidP="006D4449">
      <w:r>
        <w:t>331.0653</w:t>
      </w:r>
      <w:r>
        <w:tab/>
        <w:t>1.998e0</w:t>
      </w:r>
    </w:p>
    <w:p w14:paraId="1FBD0EDD" w14:textId="77777777" w:rsidR="006D4449" w:rsidRDefault="006D4449" w:rsidP="006D4449">
      <w:r>
        <w:t>331.0881</w:t>
      </w:r>
      <w:r>
        <w:tab/>
        <w:t>1.013e0</w:t>
      </w:r>
    </w:p>
    <w:p w14:paraId="32EFFAA5" w14:textId="77777777" w:rsidR="006D4449" w:rsidRDefault="006D4449" w:rsidP="006D4449">
      <w:r>
        <w:t>331.1013</w:t>
      </w:r>
      <w:r>
        <w:tab/>
        <w:t>2.025e0</w:t>
      </w:r>
    </w:p>
    <w:p w14:paraId="3B6F54EC" w14:textId="77777777" w:rsidR="006D4449" w:rsidRDefault="006D4449" w:rsidP="006D4449">
      <w:r>
        <w:t>331.1180</w:t>
      </w:r>
      <w:r>
        <w:tab/>
        <w:t>2.025e0</w:t>
      </w:r>
    </w:p>
    <w:p w14:paraId="3919B86D" w14:textId="77777777" w:rsidR="006D4449" w:rsidRDefault="006D4449" w:rsidP="006D4449">
      <w:r>
        <w:t>331.1324</w:t>
      </w:r>
      <w:r>
        <w:tab/>
        <w:t>2.025e0</w:t>
      </w:r>
    </w:p>
    <w:p w14:paraId="2AC50D82" w14:textId="77777777" w:rsidR="006D4449" w:rsidRDefault="006D4449" w:rsidP="006D4449">
      <w:r>
        <w:t>331.1550</w:t>
      </w:r>
      <w:r>
        <w:tab/>
        <w:t>8.548e0</w:t>
      </w:r>
    </w:p>
    <w:p w14:paraId="64A3FAE2" w14:textId="77777777" w:rsidR="006D4449" w:rsidRDefault="006D4449" w:rsidP="006D4449">
      <w:r>
        <w:t>331.1572</w:t>
      </w:r>
      <w:r>
        <w:tab/>
        <w:t>4.051e0</w:t>
      </w:r>
    </w:p>
    <w:p w14:paraId="01DC94F6" w14:textId="77777777" w:rsidR="006D4449" w:rsidRDefault="006D4449" w:rsidP="006D4449">
      <w:r>
        <w:t>331.1898</w:t>
      </w:r>
      <w:r>
        <w:tab/>
        <w:t>1.013e0</w:t>
      </w:r>
    </w:p>
    <w:p w14:paraId="064B4137" w14:textId="77777777" w:rsidR="006D4449" w:rsidRDefault="006D4449" w:rsidP="006D4449">
      <w:r>
        <w:lastRenderedPageBreak/>
        <w:t>331.1994</w:t>
      </w:r>
      <w:r>
        <w:tab/>
        <w:t>1.013e0</w:t>
      </w:r>
    </w:p>
    <w:p w14:paraId="10119608" w14:textId="77777777" w:rsidR="006D4449" w:rsidRDefault="006D4449" w:rsidP="006D4449">
      <w:r>
        <w:t>331.2037</w:t>
      </w:r>
      <w:r>
        <w:tab/>
        <w:t>2.025e0</w:t>
      </w:r>
    </w:p>
    <w:p w14:paraId="0DB55A1C" w14:textId="77777777" w:rsidR="006D4449" w:rsidRDefault="006D4449" w:rsidP="006D4449">
      <w:r>
        <w:t>331.2087</w:t>
      </w:r>
      <w:r>
        <w:tab/>
        <w:t>3.038e0</w:t>
      </w:r>
    </w:p>
    <w:p w14:paraId="014EAB05" w14:textId="77777777" w:rsidR="006D4449" w:rsidRDefault="006D4449" w:rsidP="006D4449">
      <w:r>
        <w:t>331.2113</w:t>
      </w:r>
      <w:r>
        <w:tab/>
        <w:t>1.013e0</w:t>
      </w:r>
    </w:p>
    <w:p w14:paraId="42039B8C" w14:textId="77777777" w:rsidR="006D4449" w:rsidRDefault="006D4449" w:rsidP="006D4449">
      <w:r>
        <w:t>331.2401</w:t>
      </w:r>
      <w:r>
        <w:tab/>
        <w:t>1.013e0</w:t>
      </w:r>
    </w:p>
    <w:p w14:paraId="1F7318F3" w14:textId="77777777" w:rsidR="006D4449" w:rsidRDefault="006D4449" w:rsidP="006D4449">
      <w:r>
        <w:t>331.2530</w:t>
      </w:r>
      <w:r>
        <w:tab/>
        <w:t>1.013e0</w:t>
      </w:r>
    </w:p>
    <w:p w14:paraId="1D90E9C3" w14:textId="77777777" w:rsidR="006D4449" w:rsidRDefault="006D4449" w:rsidP="006D4449">
      <w:r>
        <w:t>331.2546</w:t>
      </w:r>
      <w:r>
        <w:tab/>
        <w:t>4.051e0</w:t>
      </w:r>
    </w:p>
    <w:p w14:paraId="5B649C41" w14:textId="77777777" w:rsidR="006D4449" w:rsidRDefault="006D4449" w:rsidP="006D4449">
      <w:r>
        <w:t>331.2888</w:t>
      </w:r>
      <w:r>
        <w:tab/>
        <w:t>1.013e0</w:t>
      </w:r>
    </w:p>
    <w:p w14:paraId="3DCB4F37" w14:textId="77777777" w:rsidR="006D4449" w:rsidRDefault="006D4449" w:rsidP="006D4449">
      <w:r>
        <w:t>331.3200</w:t>
      </w:r>
      <w:r>
        <w:tab/>
        <w:t>1.013e0</w:t>
      </w:r>
    </w:p>
    <w:p w14:paraId="3BAAD682" w14:textId="77777777" w:rsidR="006D4449" w:rsidRDefault="006D4449" w:rsidP="006D4449">
      <w:r>
        <w:t>331.3351</w:t>
      </w:r>
      <w:r>
        <w:tab/>
        <w:t>1.013e0</w:t>
      </w:r>
    </w:p>
    <w:p w14:paraId="23F417CA" w14:textId="77777777" w:rsidR="006D4449" w:rsidRDefault="006D4449" w:rsidP="006D4449">
      <w:r>
        <w:t>331.3419</w:t>
      </w:r>
      <w:r>
        <w:tab/>
        <w:t>1.013e0</w:t>
      </w:r>
    </w:p>
    <w:p w14:paraId="66415CB3" w14:textId="77777777" w:rsidR="006D4449" w:rsidRDefault="006D4449" w:rsidP="006D4449">
      <w:r>
        <w:t>331.3458</w:t>
      </w:r>
      <w:r>
        <w:tab/>
        <w:t>1.013e0</w:t>
      </w:r>
    </w:p>
    <w:p w14:paraId="748E2155" w14:textId="77777777" w:rsidR="006D4449" w:rsidRDefault="006D4449" w:rsidP="006D4449">
      <w:r>
        <w:t>331.4258</w:t>
      </w:r>
      <w:r>
        <w:tab/>
        <w:t>1.013e0</w:t>
      </w:r>
    </w:p>
    <w:p w14:paraId="0BA19FB6" w14:textId="77777777" w:rsidR="006D4449" w:rsidRDefault="006D4449" w:rsidP="006D4449">
      <w:r>
        <w:t>331.4545</w:t>
      </w:r>
      <w:r>
        <w:tab/>
        <w:t>1.013e0</w:t>
      </w:r>
    </w:p>
    <w:p w14:paraId="5278B6E6" w14:textId="77777777" w:rsidR="006D4449" w:rsidRDefault="006D4449" w:rsidP="006D4449">
      <w:r>
        <w:t>331.4619</w:t>
      </w:r>
      <w:r>
        <w:tab/>
        <w:t>1.013e0</w:t>
      </w:r>
    </w:p>
    <w:p w14:paraId="7C0D6EB7" w14:textId="77777777" w:rsidR="006D4449" w:rsidRDefault="006D4449" w:rsidP="006D4449">
      <w:r>
        <w:t>331.4903</w:t>
      </w:r>
      <w:r>
        <w:tab/>
        <w:t>1.013e0</w:t>
      </w:r>
    </w:p>
    <w:p w14:paraId="2A5D6887" w14:textId="77777777" w:rsidR="006D4449" w:rsidRDefault="006D4449" w:rsidP="006D4449">
      <w:r>
        <w:t>331.5156</w:t>
      </w:r>
      <w:r>
        <w:tab/>
        <w:t>1.013e0</w:t>
      </w:r>
    </w:p>
    <w:p w14:paraId="5C7FDB3B" w14:textId="77777777" w:rsidR="006D4449" w:rsidRDefault="006D4449" w:rsidP="006D4449">
      <w:r>
        <w:t>331.5209</w:t>
      </w:r>
      <w:r>
        <w:tab/>
        <w:t>1.013e0</w:t>
      </w:r>
    </w:p>
    <w:p w14:paraId="300A5E9F" w14:textId="77777777" w:rsidR="006D4449" w:rsidRDefault="006D4449" w:rsidP="006D4449">
      <w:r>
        <w:t>331.5633</w:t>
      </w:r>
      <w:r>
        <w:tab/>
        <w:t>1.013e0</w:t>
      </w:r>
    </w:p>
    <w:p w14:paraId="18DCBABA" w14:textId="77777777" w:rsidR="006D4449" w:rsidRDefault="006D4449" w:rsidP="006D4449">
      <w:r>
        <w:lastRenderedPageBreak/>
        <w:t>331.5679</w:t>
      </w:r>
      <w:r>
        <w:tab/>
        <w:t>1.013e0</w:t>
      </w:r>
    </w:p>
    <w:p w14:paraId="66F4378D" w14:textId="77777777" w:rsidR="006D4449" w:rsidRDefault="006D4449" w:rsidP="006D4449">
      <w:r>
        <w:t>331.5693</w:t>
      </w:r>
      <w:r>
        <w:tab/>
        <w:t>1.013e0</w:t>
      </w:r>
    </w:p>
    <w:p w14:paraId="42040F17" w14:textId="77777777" w:rsidR="006D4449" w:rsidRDefault="006D4449" w:rsidP="006D4449">
      <w:r>
        <w:t>331.6062</w:t>
      </w:r>
      <w:r>
        <w:tab/>
        <w:t>1.013e0</w:t>
      </w:r>
    </w:p>
    <w:p w14:paraId="30C3AA4A" w14:textId="77777777" w:rsidR="006D4449" w:rsidRDefault="006D4449" w:rsidP="006D4449">
      <w:r>
        <w:t>331.6077</w:t>
      </w:r>
      <w:r>
        <w:tab/>
        <w:t>2.025e0</w:t>
      </w:r>
    </w:p>
    <w:p w14:paraId="5D68B6EB" w14:textId="77777777" w:rsidR="006D4449" w:rsidRDefault="006D4449" w:rsidP="006D4449">
      <w:r>
        <w:t>331.6091</w:t>
      </w:r>
      <w:r>
        <w:tab/>
        <w:t>2.025e0</w:t>
      </w:r>
    </w:p>
    <w:p w14:paraId="153E2DA4" w14:textId="77777777" w:rsidR="006D4449" w:rsidRDefault="006D4449" w:rsidP="006D4449">
      <w:r>
        <w:t>331.6708</w:t>
      </w:r>
      <w:r>
        <w:tab/>
        <w:t>3.038e0</w:t>
      </w:r>
    </w:p>
    <w:p w14:paraId="0D699F02" w14:textId="77777777" w:rsidR="006D4449" w:rsidRDefault="006D4449" w:rsidP="006D4449">
      <w:r>
        <w:t>331.6733</w:t>
      </w:r>
      <w:r>
        <w:tab/>
        <w:t>2.025e0</w:t>
      </w:r>
    </w:p>
    <w:p w14:paraId="2805CC92" w14:textId="77777777" w:rsidR="006D4449" w:rsidRDefault="006D4449" w:rsidP="006D4449">
      <w:r>
        <w:t>331.7039</w:t>
      </w:r>
      <w:r>
        <w:tab/>
        <w:t>1.013e0</w:t>
      </w:r>
    </w:p>
    <w:p w14:paraId="0185C367" w14:textId="77777777" w:rsidR="006D4449" w:rsidRDefault="006D4449" w:rsidP="006D4449">
      <w:r>
        <w:t>331.7139</w:t>
      </w:r>
      <w:r>
        <w:tab/>
        <w:t>2.025e0</w:t>
      </w:r>
    </w:p>
    <w:p w14:paraId="03A5E90A" w14:textId="77777777" w:rsidR="006D4449" w:rsidRDefault="006D4449" w:rsidP="006D4449">
      <w:r>
        <w:t>331.7231</w:t>
      </w:r>
      <w:r>
        <w:tab/>
        <w:t>1.013e0</w:t>
      </w:r>
    </w:p>
    <w:p w14:paraId="0EE9D4F7" w14:textId="77777777" w:rsidR="006D4449" w:rsidRDefault="006D4449" w:rsidP="006D4449">
      <w:r>
        <w:t>331.7513</w:t>
      </w:r>
      <w:r>
        <w:tab/>
        <w:t>1.013e0</w:t>
      </w:r>
    </w:p>
    <w:p w14:paraId="3B9BCCC6" w14:textId="77777777" w:rsidR="006D4449" w:rsidRDefault="006D4449" w:rsidP="006D4449">
      <w:r>
        <w:t>331.7727</w:t>
      </w:r>
      <w:r>
        <w:tab/>
        <w:t>2.025e0</w:t>
      </w:r>
    </w:p>
    <w:p w14:paraId="630B959C" w14:textId="77777777" w:rsidR="006D4449" w:rsidRDefault="006D4449" w:rsidP="006D4449">
      <w:r>
        <w:t>331.7812</w:t>
      </w:r>
      <w:r>
        <w:tab/>
        <w:t>1.013e0</w:t>
      </w:r>
    </w:p>
    <w:p w14:paraId="4E77713D" w14:textId="77777777" w:rsidR="006D4449" w:rsidRDefault="006D4449" w:rsidP="006D4449">
      <w:r>
        <w:t>331.8586</w:t>
      </w:r>
      <w:r>
        <w:tab/>
        <w:t>1.013e0</w:t>
      </w:r>
    </w:p>
    <w:p w14:paraId="57401CC2" w14:textId="77777777" w:rsidR="006D4449" w:rsidRDefault="006D4449" w:rsidP="006D4449">
      <w:r>
        <w:t>331.8936</w:t>
      </w:r>
      <w:r>
        <w:tab/>
        <w:t>2.025e0</w:t>
      </w:r>
    </w:p>
    <w:p w14:paraId="519C1205" w14:textId="77777777" w:rsidR="006D4449" w:rsidRDefault="006D4449" w:rsidP="006D4449">
      <w:r>
        <w:t>331.9035</w:t>
      </w:r>
      <w:r>
        <w:tab/>
        <w:t>5.063e0</w:t>
      </w:r>
    </w:p>
    <w:p w14:paraId="6B6C37F5" w14:textId="77777777" w:rsidR="006D4449" w:rsidRDefault="006D4449" w:rsidP="006D4449">
      <w:r>
        <w:t>331.9185</w:t>
      </w:r>
      <w:r>
        <w:tab/>
        <w:t>3.038e0</w:t>
      </w:r>
    </w:p>
    <w:p w14:paraId="31ABB2A8" w14:textId="77777777" w:rsidR="006D4449" w:rsidRDefault="006D4449" w:rsidP="006D4449">
      <w:r>
        <w:t>331.9219</w:t>
      </w:r>
      <w:r>
        <w:tab/>
        <w:t>4.051e0</w:t>
      </w:r>
    </w:p>
    <w:p w14:paraId="22F1AC3A" w14:textId="77777777" w:rsidR="006D4449" w:rsidRDefault="006D4449" w:rsidP="006D4449">
      <w:r>
        <w:t>331.9534</w:t>
      </w:r>
      <w:r>
        <w:tab/>
        <w:t>2.025e0</w:t>
      </w:r>
    </w:p>
    <w:p w14:paraId="2C68F4B4" w14:textId="77777777" w:rsidR="006D4449" w:rsidRDefault="006D4449" w:rsidP="006D4449">
      <w:r>
        <w:lastRenderedPageBreak/>
        <w:t>331.9643</w:t>
      </w:r>
      <w:r>
        <w:tab/>
        <w:t>1.013e0</w:t>
      </w:r>
    </w:p>
    <w:p w14:paraId="518069BE" w14:textId="77777777" w:rsidR="006D4449" w:rsidRDefault="006D4449" w:rsidP="006D4449">
      <w:r>
        <w:t>331.9847</w:t>
      </w:r>
      <w:r>
        <w:tab/>
        <w:t>1.013e0</w:t>
      </w:r>
    </w:p>
    <w:p w14:paraId="46657B62" w14:textId="77777777" w:rsidR="006D4449" w:rsidRDefault="006D4449" w:rsidP="006D4449">
      <w:r>
        <w:t>332.0156</w:t>
      </w:r>
      <w:r>
        <w:tab/>
        <w:t>2.025e0</w:t>
      </w:r>
    </w:p>
    <w:p w14:paraId="3E3B44E1" w14:textId="77777777" w:rsidR="006D4449" w:rsidRDefault="006D4449" w:rsidP="006D4449">
      <w:r>
        <w:t>332.0184</w:t>
      </w:r>
      <w:r>
        <w:tab/>
        <w:t>2.025e0</w:t>
      </w:r>
    </w:p>
    <w:p w14:paraId="02CE4342" w14:textId="77777777" w:rsidR="006D4449" w:rsidRDefault="006D4449" w:rsidP="006D4449">
      <w:r>
        <w:t>332.0232</w:t>
      </w:r>
      <w:r>
        <w:tab/>
        <w:t>1.013e0</w:t>
      </w:r>
    </w:p>
    <w:p w14:paraId="3DF6F472" w14:textId="77777777" w:rsidR="006D4449" w:rsidRDefault="006D4449" w:rsidP="006D4449">
      <w:r>
        <w:t>332.0292</w:t>
      </w:r>
      <w:r>
        <w:tab/>
        <w:t>1.013e0</w:t>
      </w:r>
    </w:p>
    <w:p w14:paraId="460C9F78" w14:textId="77777777" w:rsidR="006D4449" w:rsidRDefault="006D4449" w:rsidP="006D4449">
      <w:r>
        <w:t>332.0322</w:t>
      </w:r>
      <w:r>
        <w:tab/>
        <w:t>1.013e0</w:t>
      </w:r>
    </w:p>
    <w:p w14:paraId="6D4E9835" w14:textId="77777777" w:rsidR="006D4449" w:rsidRDefault="006D4449" w:rsidP="006D4449">
      <w:r>
        <w:t>332.0571</w:t>
      </w:r>
      <w:r>
        <w:tab/>
        <w:t>2.025e0</w:t>
      </w:r>
    </w:p>
    <w:p w14:paraId="7B320C61" w14:textId="77777777" w:rsidR="006D4449" w:rsidRDefault="006D4449" w:rsidP="006D4449">
      <w:r>
        <w:t>332.0646</w:t>
      </w:r>
      <w:r>
        <w:tab/>
        <w:t>1.013e0</w:t>
      </w:r>
    </w:p>
    <w:p w14:paraId="4A11F16E" w14:textId="77777777" w:rsidR="006D4449" w:rsidRDefault="006D4449" w:rsidP="006D4449">
      <w:r>
        <w:t>332.0818</w:t>
      </w:r>
      <w:r>
        <w:tab/>
        <w:t>3.038e0</w:t>
      </w:r>
    </w:p>
    <w:p w14:paraId="2D67DD1B" w14:textId="77777777" w:rsidR="006D4449" w:rsidRDefault="006D4449" w:rsidP="006D4449">
      <w:r>
        <w:t>332.0905</w:t>
      </w:r>
      <w:r>
        <w:tab/>
        <w:t>3.038e0</w:t>
      </w:r>
    </w:p>
    <w:p w14:paraId="049A2DFA" w14:textId="77777777" w:rsidR="006D4449" w:rsidRDefault="006D4449" w:rsidP="006D4449">
      <w:r>
        <w:t>332.0918</w:t>
      </w:r>
      <w:r>
        <w:tab/>
        <w:t>2.025e0</w:t>
      </w:r>
    </w:p>
    <w:p w14:paraId="29E28924" w14:textId="77777777" w:rsidR="006D4449" w:rsidRDefault="006D4449" w:rsidP="006D4449">
      <w:r>
        <w:t>332.0973</w:t>
      </w:r>
      <w:r>
        <w:tab/>
        <w:t>3.038e0</w:t>
      </w:r>
    </w:p>
    <w:p w14:paraId="72B40231" w14:textId="77777777" w:rsidR="006D4449" w:rsidRDefault="006D4449" w:rsidP="006D4449">
      <w:r>
        <w:t>332.1337</w:t>
      </w:r>
      <w:r>
        <w:tab/>
        <w:t>4.037e0</w:t>
      </w:r>
    </w:p>
    <w:p w14:paraId="7EC50304" w14:textId="77777777" w:rsidR="006D4449" w:rsidRDefault="006D4449" w:rsidP="006D4449">
      <w:r>
        <w:t>332.1496</w:t>
      </w:r>
      <w:r>
        <w:tab/>
        <w:t>5.510e0</w:t>
      </w:r>
    </w:p>
    <w:p w14:paraId="67119BF9" w14:textId="77777777" w:rsidR="006D4449" w:rsidRDefault="006D4449" w:rsidP="006D4449">
      <w:r>
        <w:t>332.1567</w:t>
      </w:r>
      <w:r>
        <w:tab/>
        <w:t>3.038e0</w:t>
      </w:r>
    </w:p>
    <w:p w14:paraId="29999279" w14:textId="77777777" w:rsidR="006D4449" w:rsidRDefault="006D4449" w:rsidP="006D4449">
      <w:r>
        <w:t>332.1636</w:t>
      </w:r>
      <w:r>
        <w:tab/>
        <w:t>4.051e0</w:t>
      </w:r>
    </w:p>
    <w:p w14:paraId="0394FED5" w14:textId="77777777" w:rsidR="006D4449" w:rsidRDefault="006D4449" w:rsidP="006D4449">
      <w:r>
        <w:t>332.1697</w:t>
      </w:r>
      <w:r>
        <w:tab/>
        <w:t>5.055e0</w:t>
      </w:r>
    </w:p>
    <w:p w14:paraId="0600E0D0" w14:textId="77777777" w:rsidR="006D4449" w:rsidRDefault="006D4449" w:rsidP="006D4449">
      <w:r>
        <w:t>332.2098</w:t>
      </w:r>
      <w:r>
        <w:tab/>
        <w:t>2.867e0</w:t>
      </w:r>
    </w:p>
    <w:p w14:paraId="6ABD3E36" w14:textId="77777777" w:rsidR="006D4449" w:rsidRDefault="006D4449" w:rsidP="006D4449">
      <w:r>
        <w:lastRenderedPageBreak/>
        <w:t>332.2242</w:t>
      </w:r>
      <w:r>
        <w:tab/>
        <w:t>6.076e0</w:t>
      </w:r>
    </w:p>
    <w:p w14:paraId="790895B9" w14:textId="77777777" w:rsidR="006D4449" w:rsidRDefault="006D4449" w:rsidP="006D4449">
      <w:r>
        <w:t>332.2281</w:t>
      </w:r>
      <w:r>
        <w:tab/>
        <w:t>5.063e0</w:t>
      </w:r>
    </w:p>
    <w:p w14:paraId="5964E0ED" w14:textId="77777777" w:rsidR="006D4449" w:rsidRDefault="006D4449" w:rsidP="006D4449">
      <w:r>
        <w:t>332.2302</w:t>
      </w:r>
      <w:r>
        <w:tab/>
        <w:t>3.038e0</w:t>
      </w:r>
    </w:p>
    <w:p w14:paraId="0E15D4B8" w14:textId="77777777" w:rsidR="006D4449" w:rsidRDefault="006D4449" w:rsidP="006D4449">
      <w:r>
        <w:t>332.2475</w:t>
      </w:r>
      <w:r>
        <w:tab/>
        <w:t>6.247e0</w:t>
      </w:r>
    </w:p>
    <w:p w14:paraId="768E4A8B" w14:textId="77777777" w:rsidR="006D4449" w:rsidRDefault="006D4449" w:rsidP="006D4449">
      <w:r>
        <w:t>332.2602</w:t>
      </w:r>
      <w:r>
        <w:tab/>
        <w:t>1.013e0</w:t>
      </w:r>
    </w:p>
    <w:p w14:paraId="4BCE9D13" w14:textId="77777777" w:rsidR="006D4449" w:rsidRDefault="006D4449" w:rsidP="006D4449">
      <w:r>
        <w:t>332.2920</w:t>
      </w:r>
      <w:r>
        <w:tab/>
        <w:t>2.025e0</w:t>
      </w:r>
    </w:p>
    <w:p w14:paraId="506CAF01" w14:textId="77777777" w:rsidR="006D4449" w:rsidRDefault="006D4449" w:rsidP="006D4449">
      <w:r>
        <w:t>332.3227</w:t>
      </w:r>
      <w:r>
        <w:tab/>
        <w:t>9.114e0</w:t>
      </w:r>
    </w:p>
    <w:p w14:paraId="74828FAE" w14:textId="77777777" w:rsidR="006D4449" w:rsidRDefault="006D4449" w:rsidP="006D4449">
      <w:r>
        <w:t>332.3240</w:t>
      </w:r>
      <w:r>
        <w:tab/>
        <w:t>2.025e0</w:t>
      </w:r>
    </w:p>
    <w:p w14:paraId="4FCEE9A4" w14:textId="77777777" w:rsidR="006D4449" w:rsidRDefault="006D4449" w:rsidP="006D4449">
      <w:r>
        <w:t>332.3278</w:t>
      </w:r>
      <w:r>
        <w:tab/>
        <w:t>4.051e0</w:t>
      </w:r>
    </w:p>
    <w:p w14:paraId="4FE613EA" w14:textId="77777777" w:rsidR="006D4449" w:rsidRDefault="006D4449" w:rsidP="006D4449">
      <w:r>
        <w:t>332.3315</w:t>
      </w:r>
      <w:r>
        <w:tab/>
        <w:t>2.025e0</w:t>
      </w:r>
    </w:p>
    <w:p w14:paraId="4896E1F5" w14:textId="77777777" w:rsidR="006D4449" w:rsidRDefault="006D4449" w:rsidP="006D4449">
      <w:r>
        <w:t>332.3400</w:t>
      </w:r>
      <w:r>
        <w:tab/>
        <w:t>5.063e0</w:t>
      </w:r>
    </w:p>
    <w:p w14:paraId="5F6747B2" w14:textId="77777777" w:rsidR="006D4449" w:rsidRDefault="006D4449" w:rsidP="006D4449">
      <w:r>
        <w:t>332.3621</w:t>
      </w:r>
      <w:r>
        <w:tab/>
        <w:t>2.025e0</w:t>
      </w:r>
    </w:p>
    <w:p w14:paraId="183673C0" w14:textId="77777777" w:rsidR="006D4449" w:rsidRDefault="006D4449" w:rsidP="006D4449">
      <w:r>
        <w:t>332.3700</w:t>
      </w:r>
      <w:r>
        <w:tab/>
        <w:t>1.013e0</w:t>
      </w:r>
    </w:p>
    <w:p w14:paraId="7C03386E" w14:textId="77777777" w:rsidR="006D4449" w:rsidRDefault="006D4449" w:rsidP="006D4449">
      <w:r>
        <w:t>332.3880</w:t>
      </w:r>
      <w:r>
        <w:tab/>
        <w:t>1.013e0</w:t>
      </w:r>
    </w:p>
    <w:p w14:paraId="2298D032" w14:textId="77777777" w:rsidR="006D4449" w:rsidRDefault="006D4449" w:rsidP="006D4449">
      <w:r>
        <w:t>332.4327</w:t>
      </w:r>
      <w:r>
        <w:tab/>
        <w:t>2.025e0</w:t>
      </w:r>
    </w:p>
    <w:p w14:paraId="5B77C7EF" w14:textId="77777777" w:rsidR="006D4449" w:rsidRDefault="006D4449" w:rsidP="006D4449">
      <w:r>
        <w:t>332.4344</w:t>
      </w:r>
      <w:r>
        <w:tab/>
        <w:t>1.013e0</w:t>
      </w:r>
    </w:p>
    <w:p w14:paraId="1D3DF764" w14:textId="77777777" w:rsidR="006D4449" w:rsidRDefault="006D4449" w:rsidP="006D4449">
      <w:r>
        <w:t>332.4866</w:t>
      </w:r>
      <w:r>
        <w:tab/>
        <w:t>2.025e0</w:t>
      </w:r>
    </w:p>
    <w:p w14:paraId="6D486974" w14:textId="77777777" w:rsidR="006D4449" w:rsidRDefault="006D4449" w:rsidP="006D4449">
      <w:r>
        <w:t>332.5302</w:t>
      </w:r>
      <w:r>
        <w:tab/>
        <w:t>1.013e0</w:t>
      </w:r>
    </w:p>
    <w:p w14:paraId="0E0274D7" w14:textId="77777777" w:rsidR="006D4449" w:rsidRDefault="006D4449" w:rsidP="006D4449">
      <w:r>
        <w:t>332.5380</w:t>
      </w:r>
      <w:r>
        <w:tab/>
        <w:t>2.025e0</w:t>
      </w:r>
    </w:p>
    <w:p w14:paraId="0F490C96" w14:textId="77777777" w:rsidR="006D4449" w:rsidRDefault="006D4449" w:rsidP="006D4449">
      <w:r>
        <w:lastRenderedPageBreak/>
        <w:t>332.5451</w:t>
      </w:r>
      <w:r>
        <w:tab/>
        <w:t>1.013e0</w:t>
      </w:r>
    </w:p>
    <w:p w14:paraId="00749DFA" w14:textId="77777777" w:rsidR="006D4449" w:rsidRDefault="006D4449" w:rsidP="006D4449">
      <w:r>
        <w:t>332.5505</w:t>
      </w:r>
      <w:r>
        <w:tab/>
        <w:t>1.013e0</w:t>
      </w:r>
    </w:p>
    <w:p w14:paraId="14DD3E3D" w14:textId="77777777" w:rsidR="006D4449" w:rsidRDefault="006D4449" w:rsidP="006D4449">
      <w:r>
        <w:t>332.6140</w:t>
      </w:r>
      <w:r>
        <w:tab/>
        <w:t>1.013e0</w:t>
      </w:r>
    </w:p>
    <w:p w14:paraId="06A96968" w14:textId="77777777" w:rsidR="006D4449" w:rsidRDefault="006D4449" w:rsidP="006D4449">
      <w:r>
        <w:t>332.6154</w:t>
      </w:r>
      <w:r>
        <w:tab/>
        <w:t>1.013e0</w:t>
      </w:r>
    </w:p>
    <w:p w14:paraId="2C3D5F16" w14:textId="77777777" w:rsidR="006D4449" w:rsidRDefault="006D4449" w:rsidP="006D4449">
      <w:r>
        <w:t>332.6225</w:t>
      </w:r>
      <w:r>
        <w:tab/>
        <w:t>1.013e0</w:t>
      </w:r>
    </w:p>
    <w:p w14:paraId="497595D6" w14:textId="77777777" w:rsidR="006D4449" w:rsidRDefault="006D4449" w:rsidP="006D4449">
      <w:r>
        <w:t>332.6334</w:t>
      </w:r>
      <w:r>
        <w:tab/>
        <w:t>1.013e0</w:t>
      </w:r>
    </w:p>
    <w:p w14:paraId="3F0215D6" w14:textId="77777777" w:rsidR="006D4449" w:rsidRDefault="006D4449" w:rsidP="006D4449">
      <w:r>
        <w:t>332.6619</w:t>
      </w:r>
      <w:r>
        <w:tab/>
        <w:t>1.013e0</w:t>
      </w:r>
    </w:p>
    <w:p w14:paraId="4E0C81DE" w14:textId="77777777" w:rsidR="006D4449" w:rsidRDefault="006D4449" w:rsidP="006D4449">
      <w:r>
        <w:t>332.6727</w:t>
      </w:r>
      <w:r>
        <w:tab/>
        <w:t>1.013e0</w:t>
      </w:r>
    </w:p>
    <w:p w14:paraId="50DEF44B" w14:textId="77777777" w:rsidR="006D4449" w:rsidRDefault="006D4449" w:rsidP="006D4449">
      <w:r>
        <w:t>332.6858</w:t>
      </w:r>
      <w:r>
        <w:tab/>
        <w:t>1.013e0</w:t>
      </w:r>
    </w:p>
    <w:p w14:paraId="144EC880" w14:textId="77777777" w:rsidR="006D4449" w:rsidRDefault="006D4449" w:rsidP="006D4449">
      <w:r>
        <w:t>332.6957</w:t>
      </w:r>
      <w:r>
        <w:tab/>
        <w:t>1.013e0</w:t>
      </w:r>
    </w:p>
    <w:p w14:paraId="2D6E9584" w14:textId="77777777" w:rsidR="006D4449" w:rsidRDefault="006D4449" w:rsidP="006D4449">
      <w:r>
        <w:t>332.7013</w:t>
      </w:r>
      <w:r>
        <w:tab/>
        <w:t>1.013e0</w:t>
      </w:r>
    </w:p>
    <w:p w14:paraId="066AB994" w14:textId="77777777" w:rsidR="006D4449" w:rsidRDefault="006D4449" w:rsidP="006D4449">
      <w:r>
        <w:t>332.7112</w:t>
      </w:r>
      <w:r>
        <w:tab/>
        <w:t>1.013e0</w:t>
      </w:r>
    </w:p>
    <w:p w14:paraId="475E2753" w14:textId="77777777" w:rsidR="006D4449" w:rsidRDefault="006D4449" w:rsidP="006D4449">
      <w:r>
        <w:t>332.7351</w:t>
      </w:r>
      <w:r>
        <w:tab/>
        <w:t>1.013e0</w:t>
      </w:r>
    </w:p>
    <w:p w14:paraId="02177CB7" w14:textId="77777777" w:rsidR="006D4449" w:rsidRDefault="006D4449" w:rsidP="006D4449">
      <w:r>
        <w:t>332.7520</w:t>
      </w:r>
      <w:r>
        <w:tab/>
        <w:t>2.025e0</w:t>
      </w:r>
    </w:p>
    <w:p w14:paraId="5A1818A0" w14:textId="77777777" w:rsidR="006D4449" w:rsidRDefault="006D4449" w:rsidP="006D4449">
      <w:r>
        <w:t>332.7693</w:t>
      </w:r>
      <w:r>
        <w:tab/>
        <w:t>1.013e0</w:t>
      </w:r>
    </w:p>
    <w:p w14:paraId="6975890B" w14:textId="77777777" w:rsidR="006D4449" w:rsidRDefault="006D4449" w:rsidP="006D4449">
      <w:r>
        <w:t>332.7831</w:t>
      </w:r>
      <w:r>
        <w:tab/>
        <w:t>1.013e0</w:t>
      </w:r>
    </w:p>
    <w:p w14:paraId="5D175073" w14:textId="77777777" w:rsidR="006D4449" w:rsidRDefault="006D4449" w:rsidP="006D4449">
      <w:r>
        <w:t>332.8070</w:t>
      </w:r>
      <w:r>
        <w:tab/>
        <w:t>1.013e0</w:t>
      </w:r>
    </w:p>
    <w:p w14:paraId="6276235E" w14:textId="77777777" w:rsidR="006D4449" w:rsidRDefault="006D4449" w:rsidP="006D4449">
      <w:r>
        <w:t>332.8841</w:t>
      </w:r>
      <w:r>
        <w:tab/>
        <w:t>1.888e1</w:t>
      </w:r>
    </w:p>
    <w:p w14:paraId="6937B3F3" w14:textId="77777777" w:rsidR="006D4449" w:rsidRDefault="006D4449" w:rsidP="006D4449">
      <w:r>
        <w:t>332.8862</w:t>
      </w:r>
      <w:r>
        <w:tab/>
        <w:t>6.105e0</w:t>
      </w:r>
    </w:p>
    <w:p w14:paraId="18FF5336" w14:textId="77777777" w:rsidR="006D4449" w:rsidRDefault="006D4449" w:rsidP="006D4449">
      <w:r>
        <w:lastRenderedPageBreak/>
        <w:t>332.8873</w:t>
      </w:r>
      <w:r>
        <w:tab/>
        <w:t>1.180e1</w:t>
      </w:r>
    </w:p>
    <w:p w14:paraId="1628019B" w14:textId="77777777" w:rsidR="006D4449" w:rsidRDefault="006D4449" w:rsidP="006D4449">
      <w:r>
        <w:t>332.8943</w:t>
      </w:r>
      <w:r>
        <w:tab/>
        <w:t>1.722e1</w:t>
      </w:r>
    </w:p>
    <w:p w14:paraId="17D2599F" w14:textId="77777777" w:rsidR="006D4449" w:rsidRDefault="006D4449" w:rsidP="006D4449">
      <w:r>
        <w:t>332.9195</w:t>
      </w:r>
      <w:r>
        <w:tab/>
        <w:t>6.076e0</w:t>
      </w:r>
    </w:p>
    <w:p w14:paraId="7BC4F915" w14:textId="77777777" w:rsidR="006D4449" w:rsidRDefault="006D4449" w:rsidP="006D4449">
      <w:r>
        <w:t>332.9253</w:t>
      </w:r>
      <w:r>
        <w:tab/>
        <w:t>2.025e0</w:t>
      </w:r>
    </w:p>
    <w:p w14:paraId="4E94900A" w14:textId="77777777" w:rsidR="006D4449" w:rsidRDefault="006D4449" w:rsidP="006D4449">
      <w:r>
        <w:t>332.9511</w:t>
      </w:r>
      <w:r>
        <w:tab/>
        <w:t>4.051e0</w:t>
      </w:r>
    </w:p>
    <w:p w14:paraId="3466C1C0" w14:textId="77777777" w:rsidR="006D4449" w:rsidRDefault="006D4449" w:rsidP="006D4449">
      <w:r>
        <w:t>332.9782</w:t>
      </w:r>
      <w:r>
        <w:tab/>
        <w:t>1.013e0</w:t>
      </w:r>
    </w:p>
    <w:p w14:paraId="6523AEBA" w14:textId="77777777" w:rsidR="006D4449" w:rsidRDefault="006D4449" w:rsidP="006D4449">
      <w:r>
        <w:t>332.9853</w:t>
      </w:r>
      <w:r>
        <w:tab/>
        <w:t>1.013e0</w:t>
      </w:r>
    </w:p>
    <w:p w14:paraId="24F2F674" w14:textId="77777777" w:rsidR="006D4449" w:rsidRDefault="006D4449" w:rsidP="006D4449">
      <w:r>
        <w:t>332.9927</w:t>
      </w:r>
      <w:r>
        <w:tab/>
        <w:t>1.013e0</w:t>
      </w:r>
    </w:p>
    <w:p w14:paraId="17E594AA" w14:textId="77777777" w:rsidR="006D4449" w:rsidRDefault="006D4449" w:rsidP="006D4449">
      <w:r>
        <w:t>332.9951</w:t>
      </w:r>
      <w:r>
        <w:tab/>
        <w:t>3.038e0</w:t>
      </w:r>
    </w:p>
    <w:p w14:paraId="5D84ED09" w14:textId="77777777" w:rsidR="006D4449" w:rsidRDefault="006D4449" w:rsidP="006D4449">
      <w:r>
        <w:t>333.0252</w:t>
      </w:r>
      <w:r>
        <w:tab/>
        <w:t>2.025e0</w:t>
      </w:r>
    </w:p>
    <w:p w14:paraId="4F8663B6" w14:textId="77777777" w:rsidR="006D4449" w:rsidRDefault="006D4449" w:rsidP="006D4449">
      <w:r>
        <w:t>333.0531</w:t>
      </w:r>
      <w:r>
        <w:tab/>
        <w:t>3.038e0</w:t>
      </w:r>
    </w:p>
    <w:p w14:paraId="71AC171A" w14:textId="77777777" w:rsidR="006D4449" w:rsidRDefault="006D4449" w:rsidP="006D4449">
      <w:r>
        <w:t>333.0555</w:t>
      </w:r>
      <w:r>
        <w:tab/>
        <w:t>5.282e0</w:t>
      </w:r>
    </w:p>
    <w:p w14:paraId="71FF466A" w14:textId="77777777" w:rsidR="006D4449" w:rsidRDefault="006D4449" w:rsidP="006D4449">
      <w:r>
        <w:t>333.0575</w:t>
      </w:r>
      <w:r>
        <w:tab/>
        <w:t>7.089e0</w:t>
      </w:r>
    </w:p>
    <w:p w14:paraId="693D4804" w14:textId="77777777" w:rsidR="006D4449" w:rsidRDefault="006D4449" w:rsidP="006D4449">
      <w:r>
        <w:t>333.0690</w:t>
      </w:r>
      <w:r>
        <w:tab/>
        <w:t>6.076e0</w:t>
      </w:r>
    </w:p>
    <w:p w14:paraId="6F00B6DD" w14:textId="77777777" w:rsidR="006D4449" w:rsidRDefault="006D4449" w:rsidP="006D4449">
      <w:r>
        <w:t>333.0750</w:t>
      </w:r>
      <w:r>
        <w:tab/>
        <w:t>1.009e1</w:t>
      </w:r>
    </w:p>
    <w:p w14:paraId="09742E54" w14:textId="77777777" w:rsidR="006D4449" w:rsidRDefault="006D4449" w:rsidP="006D4449">
      <w:r>
        <w:t>333.0858</w:t>
      </w:r>
      <w:r>
        <w:tab/>
        <w:t>3.832e0</w:t>
      </w:r>
    </w:p>
    <w:p w14:paraId="492211AD" w14:textId="77777777" w:rsidR="006D4449" w:rsidRDefault="006D4449" w:rsidP="006D4449">
      <w:r>
        <w:t>333.0885</w:t>
      </w:r>
      <w:r>
        <w:tab/>
        <w:t>5.063e0</w:t>
      </w:r>
    </w:p>
    <w:p w14:paraId="3B0CE66D" w14:textId="77777777" w:rsidR="006D4449" w:rsidRDefault="006D4449" w:rsidP="006D4449">
      <w:r>
        <w:t>333.1078</w:t>
      </w:r>
      <w:r>
        <w:tab/>
        <w:t>3.116e0</w:t>
      </w:r>
    </w:p>
    <w:p w14:paraId="78F0AF7F" w14:textId="77777777" w:rsidR="006D4449" w:rsidRDefault="006D4449" w:rsidP="006D4449">
      <w:r>
        <w:t>333.1173</w:t>
      </w:r>
      <w:r>
        <w:tab/>
        <w:t>2.025e0</w:t>
      </w:r>
    </w:p>
    <w:p w14:paraId="44899B6A" w14:textId="77777777" w:rsidR="006D4449" w:rsidRDefault="006D4449" w:rsidP="006D4449">
      <w:r>
        <w:lastRenderedPageBreak/>
        <w:t>333.1253</w:t>
      </w:r>
      <w:r>
        <w:tab/>
        <w:t>2.795e0</w:t>
      </w:r>
    </w:p>
    <w:p w14:paraId="6E1C0A25" w14:textId="77777777" w:rsidR="006D4449" w:rsidRDefault="006D4449" w:rsidP="006D4449">
      <w:r>
        <w:t>333.1824</w:t>
      </w:r>
      <w:r>
        <w:tab/>
        <w:t>5.314e0</w:t>
      </w:r>
    </w:p>
    <w:p w14:paraId="44BE2913" w14:textId="77777777" w:rsidR="006D4449" w:rsidRDefault="006D4449" w:rsidP="006D4449">
      <w:r>
        <w:t>333.1902</w:t>
      </w:r>
      <w:r>
        <w:tab/>
        <w:t>5.063e0</w:t>
      </w:r>
    </w:p>
    <w:p w14:paraId="4E3A8CA7" w14:textId="77777777" w:rsidR="006D4449" w:rsidRDefault="006D4449" w:rsidP="006D4449">
      <w:r>
        <w:t>333.1923</w:t>
      </w:r>
      <w:r>
        <w:tab/>
        <w:t>1.780e1</w:t>
      </w:r>
    </w:p>
    <w:p w14:paraId="3732B8D6" w14:textId="77777777" w:rsidR="006D4449" w:rsidRDefault="006D4449" w:rsidP="006D4449">
      <w:r>
        <w:t>333.1986</w:t>
      </w:r>
      <w:r>
        <w:tab/>
        <w:t>1.733e1</w:t>
      </w:r>
    </w:p>
    <w:p w14:paraId="2FE9BF3D" w14:textId="77777777" w:rsidR="006D4449" w:rsidRDefault="006D4449" w:rsidP="006D4449">
      <w:r>
        <w:t>333.2190</w:t>
      </w:r>
      <w:r>
        <w:tab/>
        <w:t>6.906e0</w:t>
      </w:r>
    </w:p>
    <w:p w14:paraId="355A444D" w14:textId="77777777" w:rsidR="006D4449" w:rsidRDefault="006D4449" w:rsidP="006D4449">
      <w:r>
        <w:t>333.2509</w:t>
      </w:r>
      <w:r>
        <w:tab/>
        <w:t>5.063e0</w:t>
      </w:r>
    </w:p>
    <w:p w14:paraId="62FB2034" w14:textId="77777777" w:rsidR="006D4449" w:rsidRDefault="006D4449" w:rsidP="006D4449">
      <w:r>
        <w:t>333.2648</w:t>
      </w:r>
      <w:r>
        <w:tab/>
        <w:t>3.038e0</w:t>
      </w:r>
    </w:p>
    <w:p w14:paraId="570F49C0" w14:textId="77777777" w:rsidR="006D4449" w:rsidRDefault="006D4449" w:rsidP="006D4449">
      <w:r>
        <w:t>333.2822</w:t>
      </w:r>
      <w:r>
        <w:tab/>
        <w:t>4.051e0</w:t>
      </w:r>
    </w:p>
    <w:p w14:paraId="008D22F2" w14:textId="77777777" w:rsidR="006D4449" w:rsidRDefault="006D4449" w:rsidP="006D4449">
      <w:r>
        <w:t>333.3250</w:t>
      </w:r>
      <w:r>
        <w:tab/>
        <w:t>2.025e0</w:t>
      </w:r>
    </w:p>
    <w:p w14:paraId="4182495F" w14:textId="77777777" w:rsidR="006D4449" w:rsidRDefault="006D4449" w:rsidP="006D4449">
      <w:r>
        <w:t>333.3293</w:t>
      </w:r>
      <w:r>
        <w:tab/>
        <w:t>5.063e0</w:t>
      </w:r>
    </w:p>
    <w:p w14:paraId="3E45A8D7" w14:textId="77777777" w:rsidR="006D4449" w:rsidRDefault="006D4449" w:rsidP="006D4449">
      <w:r>
        <w:t>333.3332</w:t>
      </w:r>
      <w:r>
        <w:tab/>
        <w:t>3.038e0</w:t>
      </w:r>
    </w:p>
    <w:p w14:paraId="116B118E" w14:textId="77777777" w:rsidR="006D4449" w:rsidRDefault="006D4449" w:rsidP="006D4449">
      <w:r>
        <w:t>333.3441</w:t>
      </w:r>
      <w:r>
        <w:tab/>
        <w:t>2.025e0</w:t>
      </w:r>
    </w:p>
    <w:p w14:paraId="538D3912" w14:textId="77777777" w:rsidR="006D4449" w:rsidRDefault="006D4449" w:rsidP="006D4449">
      <w:r>
        <w:t>333.3611</w:t>
      </w:r>
      <w:r>
        <w:tab/>
        <w:t>2.025e0</w:t>
      </w:r>
    </w:p>
    <w:p w14:paraId="6BD34220" w14:textId="77777777" w:rsidR="006D4449" w:rsidRDefault="006D4449" w:rsidP="006D4449">
      <w:r>
        <w:t>333.3856</w:t>
      </w:r>
      <w:r>
        <w:tab/>
        <w:t>2.025e0</w:t>
      </w:r>
    </w:p>
    <w:p w14:paraId="229CB69E" w14:textId="77777777" w:rsidR="006D4449" w:rsidRDefault="006D4449" w:rsidP="006D4449">
      <w:r>
        <w:t>333.3882</w:t>
      </w:r>
      <w:r>
        <w:tab/>
        <w:t>1.013e0</w:t>
      </w:r>
    </w:p>
    <w:p w14:paraId="7116A1F0" w14:textId="77777777" w:rsidR="006D4449" w:rsidRDefault="006D4449" w:rsidP="006D4449">
      <w:r>
        <w:t>333.4274</w:t>
      </w:r>
      <w:r>
        <w:tab/>
        <w:t>2.025e0</w:t>
      </w:r>
    </w:p>
    <w:p w14:paraId="0C4F6C87" w14:textId="77777777" w:rsidR="006D4449" w:rsidRDefault="006D4449" w:rsidP="006D4449">
      <w:r>
        <w:t>333.4874</w:t>
      </w:r>
      <w:r>
        <w:tab/>
        <w:t>2.025e0</w:t>
      </w:r>
    </w:p>
    <w:p w14:paraId="5E031FBA" w14:textId="77777777" w:rsidR="006D4449" w:rsidRDefault="006D4449" w:rsidP="006D4449">
      <w:r>
        <w:t>333.5118</w:t>
      </w:r>
      <w:r>
        <w:tab/>
        <w:t>1.013e0</w:t>
      </w:r>
    </w:p>
    <w:p w14:paraId="38E5149D" w14:textId="77777777" w:rsidR="006D4449" w:rsidRDefault="006D4449" w:rsidP="006D4449">
      <w:r>
        <w:lastRenderedPageBreak/>
        <w:t>333.5145</w:t>
      </w:r>
      <w:r>
        <w:tab/>
        <w:t>1.013e0</w:t>
      </w:r>
    </w:p>
    <w:p w14:paraId="4754900B" w14:textId="77777777" w:rsidR="006D4449" w:rsidRDefault="006D4449" w:rsidP="006D4449">
      <w:r>
        <w:t>333.5264</w:t>
      </w:r>
      <w:r>
        <w:tab/>
        <w:t>1.013e0</w:t>
      </w:r>
    </w:p>
    <w:p w14:paraId="1226DB01" w14:textId="77777777" w:rsidR="006D4449" w:rsidRDefault="006D4449" w:rsidP="006D4449">
      <w:r>
        <w:t>333.5349</w:t>
      </w:r>
      <w:r>
        <w:tab/>
        <w:t>1.013e0</w:t>
      </w:r>
    </w:p>
    <w:p w14:paraId="77AC6324" w14:textId="77777777" w:rsidR="006D4449" w:rsidRDefault="006D4449" w:rsidP="006D4449">
      <w:r>
        <w:t>333.5565</w:t>
      </w:r>
      <w:r>
        <w:tab/>
        <w:t>1.013e0</w:t>
      </w:r>
    </w:p>
    <w:p w14:paraId="2B645B9C" w14:textId="77777777" w:rsidR="006D4449" w:rsidRDefault="006D4449" w:rsidP="006D4449">
      <w:r>
        <w:t>333.5634</w:t>
      </w:r>
      <w:r>
        <w:tab/>
        <w:t>1.013e0</w:t>
      </w:r>
    </w:p>
    <w:p w14:paraId="441B2924" w14:textId="77777777" w:rsidR="006D4449" w:rsidRDefault="006D4449" w:rsidP="006D4449">
      <w:r>
        <w:t>333.6367</w:t>
      </w:r>
      <w:r>
        <w:tab/>
        <w:t>1.013e0</w:t>
      </w:r>
    </w:p>
    <w:p w14:paraId="61063021" w14:textId="77777777" w:rsidR="006D4449" w:rsidRDefault="006D4449" w:rsidP="006D4449">
      <w:r>
        <w:t>333.6602</w:t>
      </w:r>
      <w:r>
        <w:tab/>
        <w:t>2.025e0</w:t>
      </w:r>
    </w:p>
    <w:p w14:paraId="45714AF6" w14:textId="77777777" w:rsidR="006D4449" w:rsidRDefault="006D4449" w:rsidP="006D4449">
      <w:r>
        <w:t>333.6653</w:t>
      </w:r>
      <w:r>
        <w:tab/>
        <w:t>1.013e0</w:t>
      </w:r>
    </w:p>
    <w:p w14:paraId="2655AB91" w14:textId="77777777" w:rsidR="006D4449" w:rsidRDefault="006D4449" w:rsidP="006D4449">
      <w:r>
        <w:t>333.6833</w:t>
      </w:r>
      <w:r>
        <w:tab/>
        <w:t>3.038e0</w:t>
      </w:r>
    </w:p>
    <w:p w14:paraId="3FA3983E" w14:textId="77777777" w:rsidR="006D4449" w:rsidRDefault="006D4449" w:rsidP="006D4449">
      <w:r>
        <w:t>333.7065</w:t>
      </w:r>
      <w:r>
        <w:tab/>
        <w:t>1.013e0</w:t>
      </w:r>
    </w:p>
    <w:p w14:paraId="02144FB4" w14:textId="77777777" w:rsidR="006D4449" w:rsidRDefault="006D4449" w:rsidP="006D4449">
      <w:r>
        <w:t>333.7142</w:t>
      </w:r>
      <w:r>
        <w:tab/>
        <w:t>1.013e0</w:t>
      </w:r>
    </w:p>
    <w:p w14:paraId="60426350" w14:textId="77777777" w:rsidR="006D4449" w:rsidRDefault="006D4449" w:rsidP="006D4449">
      <w:r>
        <w:t>333.7305</w:t>
      </w:r>
      <w:r>
        <w:tab/>
        <w:t>1.013e0</w:t>
      </w:r>
    </w:p>
    <w:p w14:paraId="6DE8D35F" w14:textId="77777777" w:rsidR="006D4449" w:rsidRDefault="006D4449" w:rsidP="006D4449">
      <w:r>
        <w:t>333.7786</w:t>
      </w:r>
      <w:r>
        <w:tab/>
        <w:t>1.013e0</w:t>
      </w:r>
    </w:p>
    <w:p w14:paraId="1801D628" w14:textId="77777777" w:rsidR="006D4449" w:rsidRDefault="006D4449" w:rsidP="006D4449">
      <w:r>
        <w:t>333.8026</w:t>
      </w:r>
      <w:r>
        <w:tab/>
        <w:t>1.013e0</w:t>
      </w:r>
    </w:p>
    <w:p w14:paraId="19816CB6" w14:textId="77777777" w:rsidR="006D4449" w:rsidRDefault="006D4449" w:rsidP="006D4449">
      <w:r>
        <w:t>333.8091</w:t>
      </w:r>
      <w:r>
        <w:tab/>
        <w:t>2.025e0</w:t>
      </w:r>
    </w:p>
    <w:p w14:paraId="15345417" w14:textId="77777777" w:rsidR="006D4449" w:rsidRDefault="006D4449" w:rsidP="006D4449">
      <w:r>
        <w:t>333.8460</w:t>
      </w:r>
      <w:r>
        <w:tab/>
        <w:t>1.013e0</w:t>
      </w:r>
    </w:p>
    <w:p w14:paraId="138AC542" w14:textId="77777777" w:rsidR="006D4449" w:rsidRDefault="006D4449" w:rsidP="006D4449">
      <w:r>
        <w:t>333.8506</w:t>
      </w:r>
      <w:r>
        <w:tab/>
        <w:t>1.013e0</w:t>
      </w:r>
    </w:p>
    <w:p w14:paraId="4DBE32B8" w14:textId="77777777" w:rsidR="006D4449" w:rsidRDefault="006D4449" w:rsidP="006D4449">
      <w:r>
        <w:t>333.8745</w:t>
      </w:r>
      <w:r>
        <w:tab/>
        <w:t>3.038e0</w:t>
      </w:r>
    </w:p>
    <w:p w14:paraId="14AC8A19" w14:textId="77777777" w:rsidR="006D4449" w:rsidRDefault="006D4449" w:rsidP="006D4449">
      <w:r>
        <w:t>333.8848</w:t>
      </w:r>
      <w:r>
        <w:tab/>
        <w:t>2.025e0</w:t>
      </w:r>
    </w:p>
    <w:p w14:paraId="3A3A9EF9" w14:textId="77777777" w:rsidR="006D4449" w:rsidRDefault="006D4449" w:rsidP="006D4449">
      <w:r>
        <w:lastRenderedPageBreak/>
        <w:t>333.8886</w:t>
      </w:r>
      <w:r>
        <w:tab/>
        <w:t>2.025e0</w:t>
      </w:r>
    </w:p>
    <w:p w14:paraId="75F191A4" w14:textId="77777777" w:rsidR="006D4449" w:rsidRDefault="006D4449" w:rsidP="006D4449">
      <w:r>
        <w:t>333.8951</w:t>
      </w:r>
      <w:r>
        <w:tab/>
        <w:t>3.038e0</w:t>
      </w:r>
    </w:p>
    <w:p w14:paraId="4F6D42F4" w14:textId="77777777" w:rsidR="006D4449" w:rsidRDefault="006D4449" w:rsidP="006D4449">
      <w:r>
        <w:t>333.9233</w:t>
      </w:r>
      <w:r>
        <w:tab/>
        <w:t>1.013e0</w:t>
      </w:r>
    </w:p>
    <w:p w14:paraId="2DAE6694" w14:textId="77777777" w:rsidR="006D4449" w:rsidRDefault="006D4449" w:rsidP="006D4449">
      <w:r>
        <w:t>333.9273</w:t>
      </w:r>
      <w:r>
        <w:tab/>
        <w:t>1.013e0</w:t>
      </w:r>
    </w:p>
    <w:p w14:paraId="16A210BD" w14:textId="77777777" w:rsidR="006D4449" w:rsidRDefault="006D4449" w:rsidP="006D4449">
      <w:r>
        <w:t>333.9352</w:t>
      </w:r>
      <w:r>
        <w:tab/>
        <w:t>2.025e0</w:t>
      </w:r>
    </w:p>
    <w:p w14:paraId="6268D563" w14:textId="77777777" w:rsidR="006D4449" w:rsidRDefault="006D4449" w:rsidP="006D4449">
      <w:r>
        <w:t>333.9887</w:t>
      </w:r>
      <w:r>
        <w:tab/>
        <w:t>2.025e0</w:t>
      </w:r>
    </w:p>
    <w:p w14:paraId="6ACF0FAD" w14:textId="77777777" w:rsidR="006D4449" w:rsidRDefault="006D4449" w:rsidP="006D4449">
      <w:r>
        <w:t>334.0114</w:t>
      </w:r>
      <w:r>
        <w:tab/>
        <w:t>1.013e0</w:t>
      </w:r>
    </w:p>
    <w:p w14:paraId="24996273" w14:textId="77777777" w:rsidR="006D4449" w:rsidRDefault="006D4449" w:rsidP="006D4449">
      <w:r>
        <w:t>334.0217</w:t>
      </w:r>
      <w:r>
        <w:tab/>
        <w:t>3.038e0</w:t>
      </w:r>
    </w:p>
    <w:p w14:paraId="2B62A055" w14:textId="77777777" w:rsidR="006D4449" w:rsidRDefault="006D4449" w:rsidP="006D4449">
      <w:r>
        <w:t>334.0533</w:t>
      </w:r>
      <w:r>
        <w:tab/>
        <w:t>3.038e0</w:t>
      </w:r>
    </w:p>
    <w:p w14:paraId="01ADAC75" w14:textId="77777777" w:rsidR="006D4449" w:rsidRDefault="006D4449" w:rsidP="006D4449">
      <w:r>
        <w:t>334.0549</w:t>
      </w:r>
      <w:r>
        <w:tab/>
        <w:t>1.013e0</w:t>
      </w:r>
    </w:p>
    <w:p w14:paraId="7EBDB43B" w14:textId="77777777" w:rsidR="006D4449" w:rsidRDefault="006D4449" w:rsidP="006D4449">
      <w:r>
        <w:t>334.0640</w:t>
      </w:r>
      <w:r>
        <w:tab/>
        <w:t>3.038e0</w:t>
      </w:r>
    </w:p>
    <w:p w14:paraId="4EB83053" w14:textId="77777777" w:rsidR="006D4449" w:rsidRDefault="006D4449" w:rsidP="006D4449">
      <w:r>
        <w:t>334.0772</w:t>
      </w:r>
      <w:r>
        <w:tab/>
        <w:t>3.038e0</w:t>
      </w:r>
    </w:p>
    <w:p w14:paraId="0B22B87F" w14:textId="77777777" w:rsidR="006D4449" w:rsidRDefault="006D4449" w:rsidP="006D4449">
      <w:r>
        <w:t>334.0810</w:t>
      </w:r>
      <w:r>
        <w:tab/>
        <w:t>2.025e0</w:t>
      </w:r>
    </w:p>
    <w:p w14:paraId="4E0C9988" w14:textId="77777777" w:rsidR="006D4449" w:rsidRDefault="006D4449" w:rsidP="006D4449">
      <w:r>
        <w:t>334.0944</w:t>
      </w:r>
      <w:r>
        <w:tab/>
        <w:t>3.038e0</w:t>
      </w:r>
    </w:p>
    <w:p w14:paraId="546AD57D" w14:textId="77777777" w:rsidR="006D4449" w:rsidRDefault="006D4449" w:rsidP="006D4449">
      <w:r>
        <w:t>334.1191</w:t>
      </w:r>
      <w:r>
        <w:tab/>
        <w:t>7.089e0</w:t>
      </w:r>
    </w:p>
    <w:p w14:paraId="218D0982" w14:textId="77777777" w:rsidR="006D4449" w:rsidRDefault="006D4449" w:rsidP="006D4449">
      <w:r>
        <w:t>334.1227</w:t>
      </w:r>
      <w:r>
        <w:tab/>
        <w:t>4.051e0</w:t>
      </w:r>
    </w:p>
    <w:p w14:paraId="3AB285B0" w14:textId="77777777" w:rsidR="006D4449" w:rsidRDefault="006D4449" w:rsidP="006D4449">
      <w:r>
        <w:t>334.1533</w:t>
      </w:r>
      <w:r>
        <w:tab/>
        <w:t>6.238e0</w:t>
      </w:r>
    </w:p>
    <w:p w14:paraId="6DBF7306" w14:textId="77777777" w:rsidR="006D4449" w:rsidRDefault="006D4449" w:rsidP="006D4449">
      <w:r>
        <w:t>334.1689</w:t>
      </w:r>
      <w:r>
        <w:tab/>
        <w:t>3.038e0</w:t>
      </w:r>
    </w:p>
    <w:p w14:paraId="64AC8EF6" w14:textId="77777777" w:rsidR="006D4449" w:rsidRDefault="006D4449" w:rsidP="006D4449">
      <w:r>
        <w:t>334.1883</w:t>
      </w:r>
      <w:r>
        <w:tab/>
        <w:t>3.038e0</w:t>
      </w:r>
    </w:p>
    <w:p w14:paraId="4AF54EDB" w14:textId="77777777" w:rsidR="006D4449" w:rsidRDefault="006D4449" w:rsidP="006D4449">
      <w:r>
        <w:lastRenderedPageBreak/>
        <w:t>334.1969</w:t>
      </w:r>
      <w:r>
        <w:tab/>
        <w:t>5.469e0</w:t>
      </w:r>
    </w:p>
    <w:p w14:paraId="3FDEF915" w14:textId="77777777" w:rsidR="006D4449" w:rsidRDefault="006D4449" w:rsidP="006D4449">
      <w:r>
        <w:t>334.2167</w:t>
      </w:r>
      <w:r>
        <w:tab/>
        <w:t>6.632e0</w:t>
      </w:r>
    </w:p>
    <w:p w14:paraId="68066614" w14:textId="77777777" w:rsidR="006D4449" w:rsidRDefault="006D4449" w:rsidP="006D4449">
      <w:r>
        <w:t>334.2201</w:t>
      </w:r>
      <w:r>
        <w:tab/>
        <w:t>4.051e0</w:t>
      </w:r>
    </w:p>
    <w:p w14:paraId="58870A18" w14:textId="77777777" w:rsidR="006D4449" w:rsidRDefault="006D4449" w:rsidP="006D4449">
      <w:r>
        <w:t>334.2283</w:t>
      </w:r>
      <w:r>
        <w:tab/>
        <w:t>3.038e0</w:t>
      </w:r>
    </w:p>
    <w:p w14:paraId="4F9B2C16" w14:textId="77777777" w:rsidR="006D4449" w:rsidRDefault="006D4449" w:rsidP="006D4449">
      <w:r>
        <w:t>334.2352</w:t>
      </w:r>
      <w:r>
        <w:tab/>
        <w:t>3.038e0</w:t>
      </w:r>
    </w:p>
    <w:p w14:paraId="0EF71B04" w14:textId="77777777" w:rsidR="006D4449" w:rsidRDefault="006D4449" w:rsidP="006D4449">
      <w:r>
        <w:t>334.2520</w:t>
      </w:r>
      <w:r>
        <w:tab/>
        <w:t>3.038e0</w:t>
      </w:r>
    </w:p>
    <w:p w14:paraId="38D425D2" w14:textId="77777777" w:rsidR="006D4449" w:rsidRDefault="006D4449" w:rsidP="006D4449">
      <w:r>
        <w:t>334.2747</w:t>
      </w:r>
      <w:r>
        <w:tab/>
        <w:t>2.025e0</w:t>
      </w:r>
    </w:p>
    <w:p w14:paraId="3DBBBA10" w14:textId="77777777" w:rsidR="006D4449" w:rsidRDefault="006D4449" w:rsidP="006D4449">
      <w:r>
        <w:t>334.2786</w:t>
      </w:r>
      <w:r>
        <w:tab/>
        <w:t>4.051e0</w:t>
      </w:r>
    </w:p>
    <w:p w14:paraId="65DDCA4E" w14:textId="77777777" w:rsidR="006D4449" w:rsidRDefault="006D4449" w:rsidP="006D4449">
      <w:r>
        <w:t>334.2829</w:t>
      </w:r>
      <w:r>
        <w:tab/>
        <w:t>3.038e0</w:t>
      </w:r>
    </w:p>
    <w:p w14:paraId="08A71204" w14:textId="77777777" w:rsidR="006D4449" w:rsidRDefault="006D4449" w:rsidP="006D4449">
      <w:r>
        <w:t>334.2931</w:t>
      </w:r>
      <w:r>
        <w:tab/>
        <w:t>1.013e0</w:t>
      </w:r>
    </w:p>
    <w:p w14:paraId="0C6AEAB7" w14:textId="77777777" w:rsidR="006D4449" w:rsidRDefault="006D4449" w:rsidP="006D4449">
      <w:r>
        <w:t>334.3420</w:t>
      </w:r>
      <w:r>
        <w:tab/>
        <w:t>1.013e0</w:t>
      </w:r>
    </w:p>
    <w:p w14:paraId="7CBB17FD" w14:textId="77777777" w:rsidR="006D4449" w:rsidRDefault="006D4449" w:rsidP="006D4449">
      <w:r>
        <w:t>334.3601</w:t>
      </w:r>
      <w:r>
        <w:tab/>
        <w:t>1.013e0</w:t>
      </w:r>
    </w:p>
    <w:p w14:paraId="309436E1" w14:textId="77777777" w:rsidR="006D4449" w:rsidRDefault="006D4449" w:rsidP="006D4449">
      <w:r>
        <w:t>334.3759</w:t>
      </w:r>
      <w:r>
        <w:tab/>
        <w:t>1.013e0</w:t>
      </w:r>
    </w:p>
    <w:p w14:paraId="410A13DB" w14:textId="77777777" w:rsidR="006D4449" w:rsidRDefault="006D4449" w:rsidP="006D4449">
      <w:r>
        <w:t>334.4182</w:t>
      </w:r>
      <w:r>
        <w:tab/>
        <w:t>2.025e0</w:t>
      </w:r>
    </w:p>
    <w:p w14:paraId="3AA8824A" w14:textId="77777777" w:rsidR="006D4449" w:rsidRDefault="006D4449" w:rsidP="006D4449">
      <w:r>
        <w:t>334.4455</w:t>
      </w:r>
      <w:r>
        <w:tab/>
        <w:t>1.013e0</w:t>
      </w:r>
    </w:p>
    <w:p w14:paraId="6D9B2087" w14:textId="77777777" w:rsidR="006D4449" w:rsidRDefault="006D4449" w:rsidP="006D4449">
      <w:r>
        <w:t>334.4493</w:t>
      </w:r>
      <w:r>
        <w:tab/>
        <w:t>1.013e0</w:t>
      </w:r>
    </w:p>
    <w:p w14:paraId="733BDE77" w14:textId="77777777" w:rsidR="006D4449" w:rsidRDefault="006D4449" w:rsidP="006D4449">
      <w:r>
        <w:t>334.4667</w:t>
      </w:r>
      <w:r>
        <w:tab/>
        <w:t>2.025e0</w:t>
      </w:r>
    </w:p>
    <w:p w14:paraId="5AD26C25" w14:textId="77777777" w:rsidR="006D4449" w:rsidRDefault="006D4449" w:rsidP="006D4449">
      <w:r>
        <w:t>334.4818</w:t>
      </w:r>
      <w:r>
        <w:tab/>
        <w:t>1.013e0</w:t>
      </w:r>
    </w:p>
    <w:p w14:paraId="558BBD74" w14:textId="77777777" w:rsidR="006D4449" w:rsidRDefault="006D4449" w:rsidP="006D4449">
      <w:r>
        <w:t>334.5179</w:t>
      </w:r>
      <w:r>
        <w:tab/>
        <w:t>1.013e0</w:t>
      </w:r>
    </w:p>
    <w:p w14:paraId="6CEFE833" w14:textId="77777777" w:rsidR="006D4449" w:rsidRDefault="006D4449" w:rsidP="006D4449">
      <w:r>
        <w:lastRenderedPageBreak/>
        <w:t>334.5360</w:t>
      </w:r>
      <w:r>
        <w:tab/>
        <w:t>1.013e0</w:t>
      </w:r>
    </w:p>
    <w:p w14:paraId="4AABDD4B" w14:textId="77777777" w:rsidR="006D4449" w:rsidRDefault="006D4449" w:rsidP="006D4449">
      <w:r>
        <w:t>334.5512</w:t>
      </w:r>
      <w:r>
        <w:tab/>
        <w:t>1.013e0</w:t>
      </w:r>
    </w:p>
    <w:p w14:paraId="3E556E52" w14:textId="77777777" w:rsidR="006D4449" w:rsidRDefault="006D4449" w:rsidP="006D4449">
      <w:r>
        <w:t>334.5661</w:t>
      </w:r>
      <w:r>
        <w:tab/>
        <w:t>1.013e0</w:t>
      </w:r>
    </w:p>
    <w:p w14:paraId="6E762517" w14:textId="77777777" w:rsidR="006D4449" w:rsidRDefault="006D4449" w:rsidP="006D4449">
      <w:r>
        <w:t>334.5705</w:t>
      </w:r>
      <w:r>
        <w:tab/>
        <w:t>1.013e0</w:t>
      </w:r>
    </w:p>
    <w:p w14:paraId="4579D360" w14:textId="77777777" w:rsidR="006D4449" w:rsidRDefault="006D4449" w:rsidP="006D4449">
      <w:r>
        <w:t>334.5945</w:t>
      </w:r>
      <w:r>
        <w:tab/>
        <w:t>2.025e0</w:t>
      </w:r>
    </w:p>
    <w:p w14:paraId="6DAED2A1" w14:textId="77777777" w:rsidR="006D4449" w:rsidRDefault="006D4449" w:rsidP="006D4449">
      <w:r>
        <w:t>334.6273</w:t>
      </w:r>
      <w:r>
        <w:tab/>
        <w:t>1.013e0</w:t>
      </w:r>
    </w:p>
    <w:p w14:paraId="66D352A3" w14:textId="77777777" w:rsidR="006D4449" w:rsidRDefault="006D4449" w:rsidP="006D4449">
      <w:r>
        <w:t>334.6609</w:t>
      </w:r>
      <w:r>
        <w:tab/>
        <w:t>1.013e0</w:t>
      </w:r>
    </w:p>
    <w:p w14:paraId="541623A3" w14:textId="77777777" w:rsidR="006D4449" w:rsidRDefault="006D4449" w:rsidP="006D4449">
      <w:r>
        <w:t>334.6723</w:t>
      </w:r>
      <w:r>
        <w:tab/>
        <w:t>1.013e0</w:t>
      </w:r>
    </w:p>
    <w:p w14:paraId="7061F7AF" w14:textId="77777777" w:rsidR="006D4449" w:rsidRDefault="006D4449" w:rsidP="006D4449">
      <w:r>
        <w:t>334.7048</w:t>
      </w:r>
      <w:r>
        <w:tab/>
        <w:t>1.013e0</w:t>
      </w:r>
    </w:p>
    <w:p w14:paraId="7967DBBF" w14:textId="77777777" w:rsidR="006D4449" w:rsidRDefault="006D4449" w:rsidP="006D4449">
      <w:r>
        <w:t>334.7647</w:t>
      </w:r>
      <w:r>
        <w:tab/>
        <w:t>1.013e0</w:t>
      </w:r>
    </w:p>
    <w:p w14:paraId="2066333D" w14:textId="77777777" w:rsidR="006D4449" w:rsidRDefault="006D4449" w:rsidP="006D4449">
      <w:r>
        <w:t>334.7796</w:t>
      </w:r>
      <w:r>
        <w:tab/>
        <w:t>1.013e0</w:t>
      </w:r>
    </w:p>
    <w:p w14:paraId="0BC86096" w14:textId="77777777" w:rsidR="006D4449" w:rsidRDefault="006D4449" w:rsidP="006D4449">
      <w:r>
        <w:t>334.8490</w:t>
      </w:r>
      <w:r>
        <w:tab/>
        <w:t>1.013e0</w:t>
      </w:r>
    </w:p>
    <w:p w14:paraId="212E2187" w14:textId="77777777" w:rsidR="006D4449" w:rsidRDefault="006D4449" w:rsidP="006D4449">
      <w:r>
        <w:t>334.8596</w:t>
      </w:r>
      <w:r>
        <w:tab/>
        <w:t>1.013e0</w:t>
      </w:r>
    </w:p>
    <w:p w14:paraId="01C8F304" w14:textId="77777777" w:rsidR="006D4449" w:rsidRDefault="006D4449" w:rsidP="006D4449">
      <w:r>
        <w:t>334.8671</w:t>
      </w:r>
      <w:r>
        <w:tab/>
        <w:t>1.013e0</w:t>
      </w:r>
    </w:p>
    <w:p w14:paraId="151F920F" w14:textId="77777777" w:rsidR="006D4449" w:rsidRDefault="006D4449" w:rsidP="006D4449">
      <w:r>
        <w:t>334.8770</w:t>
      </w:r>
      <w:r>
        <w:tab/>
        <w:t>2.025e0</w:t>
      </w:r>
    </w:p>
    <w:p w14:paraId="7733065D" w14:textId="77777777" w:rsidR="006D4449" w:rsidRDefault="006D4449" w:rsidP="006D4449">
      <w:r>
        <w:t>334.8840</w:t>
      </w:r>
      <w:r>
        <w:tab/>
        <w:t>1.013e0</w:t>
      </w:r>
    </w:p>
    <w:p w14:paraId="7B882879" w14:textId="77777777" w:rsidR="006D4449" w:rsidRDefault="006D4449" w:rsidP="006D4449">
      <w:r>
        <w:t>334.8961</w:t>
      </w:r>
      <w:r>
        <w:tab/>
        <w:t>2.025e0</w:t>
      </w:r>
    </w:p>
    <w:p w14:paraId="3185B28D" w14:textId="77777777" w:rsidR="006D4449" w:rsidRDefault="006D4449" w:rsidP="006D4449">
      <w:r>
        <w:t>334.9138</w:t>
      </w:r>
      <w:r>
        <w:tab/>
        <w:t>1.013e0</w:t>
      </w:r>
    </w:p>
    <w:p w14:paraId="711FAA27" w14:textId="77777777" w:rsidR="006D4449" w:rsidRDefault="006D4449" w:rsidP="006D4449">
      <w:r>
        <w:t>334.9159</w:t>
      </w:r>
      <w:r>
        <w:tab/>
        <w:t>3.038e0</w:t>
      </w:r>
    </w:p>
    <w:p w14:paraId="66CF9FB0" w14:textId="77777777" w:rsidR="006D4449" w:rsidRDefault="006D4449" w:rsidP="006D4449">
      <w:r>
        <w:lastRenderedPageBreak/>
        <w:t>334.9655</w:t>
      </w:r>
      <w:r>
        <w:tab/>
        <w:t>2.025e0</w:t>
      </w:r>
    </w:p>
    <w:p w14:paraId="462E1727" w14:textId="77777777" w:rsidR="006D4449" w:rsidRDefault="006D4449" w:rsidP="006D4449">
      <w:r>
        <w:t>334.9780</w:t>
      </w:r>
      <w:r>
        <w:tab/>
        <w:t>1.013e0</w:t>
      </w:r>
    </w:p>
    <w:p w14:paraId="713B0270" w14:textId="77777777" w:rsidR="006D4449" w:rsidRDefault="006D4449" w:rsidP="006D4449">
      <w:r>
        <w:t>334.9956</w:t>
      </w:r>
      <w:r>
        <w:tab/>
        <w:t>3.038e0</w:t>
      </w:r>
    </w:p>
    <w:p w14:paraId="7FD989A1" w14:textId="77777777" w:rsidR="006D4449" w:rsidRDefault="006D4449" w:rsidP="006D4449">
      <w:r>
        <w:t>335.0168</w:t>
      </w:r>
      <w:r>
        <w:tab/>
        <w:t>2.025e0</w:t>
      </w:r>
    </w:p>
    <w:p w14:paraId="5781EAEF" w14:textId="77777777" w:rsidR="006D4449" w:rsidRDefault="006D4449" w:rsidP="006D4449">
      <w:r>
        <w:t>335.0325</w:t>
      </w:r>
      <w:r>
        <w:tab/>
        <w:t>1.013e0</w:t>
      </w:r>
    </w:p>
    <w:p w14:paraId="2E1EBFFF" w14:textId="77777777" w:rsidR="006D4449" w:rsidRDefault="006D4449" w:rsidP="006D4449">
      <w:r>
        <w:t>335.0478</w:t>
      </w:r>
      <w:r>
        <w:tab/>
        <w:t>1.013e0</w:t>
      </w:r>
    </w:p>
    <w:p w14:paraId="6CB86610" w14:textId="77777777" w:rsidR="006D4449" w:rsidRDefault="006D4449" w:rsidP="006D4449">
      <w:r>
        <w:t>335.0569</w:t>
      </w:r>
      <w:r>
        <w:tab/>
        <w:t>1.013e0</w:t>
      </w:r>
    </w:p>
    <w:p w14:paraId="79305823" w14:textId="77777777" w:rsidR="006D4449" w:rsidRDefault="006D4449" w:rsidP="006D4449">
      <w:r>
        <w:t>335.0754</w:t>
      </w:r>
      <w:r>
        <w:tab/>
        <w:t>3.038e0</w:t>
      </w:r>
    </w:p>
    <w:p w14:paraId="4EB23F4F" w14:textId="77777777" w:rsidR="006D4449" w:rsidRDefault="006D4449" w:rsidP="006D4449">
      <w:r>
        <w:t>335.0775</w:t>
      </w:r>
      <w:r>
        <w:tab/>
        <w:t>1.013e0</w:t>
      </w:r>
    </w:p>
    <w:p w14:paraId="273398A3" w14:textId="77777777" w:rsidR="006D4449" w:rsidRDefault="006D4449" w:rsidP="006D4449">
      <w:r>
        <w:t>335.1016</w:t>
      </w:r>
      <w:r>
        <w:tab/>
        <w:t>2.025e0</w:t>
      </w:r>
    </w:p>
    <w:p w14:paraId="01735E04" w14:textId="77777777" w:rsidR="006D4449" w:rsidRDefault="006D4449" w:rsidP="006D4449">
      <w:r>
        <w:t>335.1359</w:t>
      </w:r>
      <w:r>
        <w:tab/>
        <w:t>4.051e0</w:t>
      </w:r>
    </w:p>
    <w:p w14:paraId="41EA66CA" w14:textId="77777777" w:rsidR="006D4449" w:rsidRDefault="006D4449" w:rsidP="006D4449">
      <w:r>
        <w:t>335.1454</w:t>
      </w:r>
      <w:r>
        <w:tab/>
        <w:t>4.051e0</w:t>
      </w:r>
    </w:p>
    <w:p w14:paraId="58763B15" w14:textId="77777777" w:rsidR="006D4449" w:rsidRDefault="006D4449" w:rsidP="006D4449">
      <w:r>
        <w:t>335.1556</w:t>
      </w:r>
      <w:r>
        <w:tab/>
        <w:t>3.038e0</w:t>
      </w:r>
    </w:p>
    <w:p w14:paraId="4AC588EB" w14:textId="77777777" w:rsidR="006D4449" w:rsidRDefault="006D4449" w:rsidP="006D4449">
      <w:r>
        <w:t>335.1573</w:t>
      </w:r>
      <w:r>
        <w:tab/>
        <w:t>5.063e0</w:t>
      </w:r>
    </w:p>
    <w:p w14:paraId="1722759E" w14:textId="77777777" w:rsidR="006D4449" w:rsidRDefault="006D4449" w:rsidP="006D4449">
      <w:r>
        <w:t>335.1596</w:t>
      </w:r>
      <w:r>
        <w:tab/>
        <w:t>5.568e0</w:t>
      </w:r>
    </w:p>
    <w:p w14:paraId="2006E480" w14:textId="77777777" w:rsidR="006D4449" w:rsidRDefault="006D4449" w:rsidP="006D4449">
      <w:r>
        <w:t>335.1896</w:t>
      </w:r>
      <w:r>
        <w:tab/>
        <w:t>7.089e0</w:t>
      </w:r>
    </w:p>
    <w:p w14:paraId="4378BB85" w14:textId="77777777" w:rsidR="006D4449" w:rsidRDefault="006D4449" w:rsidP="006D4449">
      <w:r>
        <w:t>335.1970</w:t>
      </w:r>
      <w:r>
        <w:tab/>
        <w:t>1.013e0</w:t>
      </w:r>
    </w:p>
    <w:p w14:paraId="09BEBFED" w14:textId="77777777" w:rsidR="006D4449" w:rsidRDefault="006D4449" w:rsidP="006D4449">
      <w:r>
        <w:t>335.2071</w:t>
      </w:r>
      <w:r>
        <w:tab/>
        <w:t>4.051e0</w:t>
      </w:r>
    </w:p>
    <w:p w14:paraId="75D59C12" w14:textId="77777777" w:rsidR="006D4449" w:rsidRDefault="006D4449" w:rsidP="006D4449">
      <w:r>
        <w:t>335.2254</w:t>
      </w:r>
      <w:r>
        <w:tab/>
        <w:t>3.062e0</w:t>
      </w:r>
    </w:p>
    <w:p w14:paraId="1ED1487D" w14:textId="77777777" w:rsidR="006D4449" w:rsidRDefault="006D4449" w:rsidP="006D4449">
      <w:r>
        <w:lastRenderedPageBreak/>
        <w:t>335.2271</w:t>
      </w:r>
      <w:r>
        <w:tab/>
        <w:t>1.013e0</w:t>
      </w:r>
    </w:p>
    <w:p w14:paraId="5DD6B741" w14:textId="77777777" w:rsidR="006D4449" w:rsidRDefault="006D4449" w:rsidP="006D4449">
      <w:r>
        <w:t>335.2609</w:t>
      </w:r>
      <w:r>
        <w:tab/>
        <w:t>1.013e0</w:t>
      </w:r>
    </w:p>
    <w:p w14:paraId="11411C45" w14:textId="77777777" w:rsidR="006D4449" w:rsidRDefault="006D4449" w:rsidP="006D4449">
      <w:r>
        <w:t>335.2633</w:t>
      </w:r>
      <w:r>
        <w:tab/>
        <w:t>1.013e0</w:t>
      </w:r>
    </w:p>
    <w:p w14:paraId="09E64CE0" w14:textId="77777777" w:rsidR="006D4449" w:rsidRDefault="006D4449" w:rsidP="006D4449">
      <w:r>
        <w:t>335.2760</w:t>
      </w:r>
      <w:r>
        <w:tab/>
        <w:t>3.038e0</w:t>
      </w:r>
    </w:p>
    <w:p w14:paraId="631FDDA1" w14:textId="77777777" w:rsidR="006D4449" w:rsidRDefault="006D4449" w:rsidP="006D4449">
      <w:r>
        <w:t>335.2825</w:t>
      </w:r>
      <w:r>
        <w:tab/>
        <w:t>2.025e0</w:t>
      </w:r>
    </w:p>
    <w:p w14:paraId="5886426D" w14:textId="77777777" w:rsidR="006D4449" w:rsidRDefault="006D4449" w:rsidP="006D4449">
      <w:r>
        <w:t>335.3176</w:t>
      </w:r>
      <w:r>
        <w:tab/>
        <w:t>1.013e0</w:t>
      </w:r>
    </w:p>
    <w:p w14:paraId="31AF40BE" w14:textId="77777777" w:rsidR="006D4449" w:rsidRDefault="006D4449" w:rsidP="006D4449">
      <w:r>
        <w:t>335.3392</w:t>
      </w:r>
      <w:r>
        <w:tab/>
        <w:t>2.025e0</w:t>
      </w:r>
    </w:p>
    <w:p w14:paraId="2B537724" w14:textId="77777777" w:rsidR="006D4449" w:rsidRDefault="006D4449" w:rsidP="006D4449">
      <w:r>
        <w:t>335.3417</w:t>
      </w:r>
      <w:r>
        <w:tab/>
        <w:t>1.013e0</w:t>
      </w:r>
    </w:p>
    <w:p w14:paraId="3C0E69CF" w14:textId="77777777" w:rsidR="006D4449" w:rsidRDefault="006D4449" w:rsidP="006D4449">
      <w:r>
        <w:t>335.3492</w:t>
      </w:r>
      <w:r>
        <w:tab/>
        <w:t>1.013e0</w:t>
      </w:r>
    </w:p>
    <w:p w14:paraId="0FFDF9DA" w14:textId="77777777" w:rsidR="006D4449" w:rsidRDefault="006D4449" w:rsidP="006D4449">
      <w:r>
        <w:t>335.3711</w:t>
      </w:r>
      <w:r>
        <w:tab/>
        <w:t>3.038e0</w:t>
      </w:r>
    </w:p>
    <w:p w14:paraId="1D66D6E5" w14:textId="77777777" w:rsidR="006D4449" w:rsidRDefault="006D4449" w:rsidP="006D4449">
      <w:r>
        <w:t>335.3860</w:t>
      </w:r>
      <w:r>
        <w:tab/>
        <w:t>1.013e0</w:t>
      </w:r>
    </w:p>
    <w:p w14:paraId="0D4ED999" w14:textId="77777777" w:rsidR="006D4449" w:rsidRDefault="006D4449" w:rsidP="006D4449">
      <w:r>
        <w:t>335.4119</w:t>
      </w:r>
      <w:r>
        <w:tab/>
        <w:t>1.013e0</w:t>
      </w:r>
    </w:p>
    <w:p w14:paraId="24FE8439" w14:textId="77777777" w:rsidR="006D4449" w:rsidRDefault="006D4449" w:rsidP="006D4449">
      <w:r>
        <w:t>335.4201</w:t>
      </w:r>
      <w:r>
        <w:tab/>
        <w:t>1.013e0</w:t>
      </w:r>
    </w:p>
    <w:p w14:paraId="532336AD" w14:textId="77777777" w:rsidR="006D4449" w:rsidRDefault="006D4449" w:rsidP="006D4449">
      <w:r>
        <w:t>335.4457</w:t>
      </w:r>
      <w:r>
        <w:tab/>
        <w:t>1.013e0</w:t>
      </w:r>
    </w:p>
    <w:p w14:paraId="08F57EFD" w14:textId="77777777" w:rsidR="006D4449" w:rsidRDefault="006D4449" w:rsidP="006D4449">
      <w:r>
        <w:t>335.4568</w:t>
      </w:r>
      <w:r>
        <w:tab/>
        <w:t>1.013e0</w:t>
      </w:r>
    </w:p>
    <w:p w14:paraId="4D157837" w14:textId="77777777" w:rsidR="006D4449" w:rsidRDefault="006D4449" w:rsidP="006D4449">
      <w:r>
        <w:t>335.4853</w:t>
      </w:r>
      <w:r>
        <w:tab/>
        <w:t>1.013e0</w:t>
      </w:r>
    </w:p>
    <w:p w14:paraId="4BB1BAAF" w14:textId="77777777" w:rsidR="006D4449" w:rsidRDefault="006D4449" w:rsidP="006D4449">
      <w:r>
        <w:t>335.4939</w:t>
      </w:r>
      <w:r>
        <w:tab/>
        <w:t>1.013e0</w:t>
      </w:r>
    </w:p>
    <w:p w14:paraId="7C53AA35" w14:textId="77777777" w:rsidR="006D4449" w:rsidRDefault="006D4449" w:rsidP="006D4449">
      <w:r>
        <w:t>335.4961</w:t>
      </w:r>
      <w:r>
        <w:tab/>
        <w:t>2.025e0</w:t>
      </w:r>
    </w:p>
    <w:p w14:paraId="30B59CE7" w14:textId="77777777" w:rsidR="006D4449" w:rsidRDefault="006D4449" w:rsidP="006D4449">
      <w:r>
        <w:t>335.4985</w:t>
      </w:r>
      <w:r>
        <w:tab/>
        <w:t>1.013e0</w:t>
      </w:r>
    </w:p>
    <w:p w14:paraId="42512841" w14:textId="77777777" w:rsidR="006D4449" w:rsidRDefault="006D4449" w:rsidP="006D4449">
      <w:r>
        <w:lastRenderedPageBreak/>
        <w:t>335.5528</w:t>
      </w:r>
      <w:r>
        <w:tab/>
        <w:t>1.013e0</w:t>
      </w:r>
    </w:p>
    <w:p w14:paraId="3E821364" w14:textId="77777777" w:rsidR="006D4449" w:rsidRDefault="006D4449" w:rsidP="006D4449">
      <w:r>
        <w:t>335.5628</w:t>
      </w:r>
      <w:r>
        <w:tab/>
        <w:t>2.025e0</w:t>
      </w:r>
    </w:p>
    <w:p w14:paraId="1F2EABA3" w14:textId="77777777" w:rsidR="006D4449" w:rsidRDefault="006D4449" w:rsidP="006D4449">
      <w:r>
        <w:t>335.5818</w:t>
      </w:r>
      <w:r>
        <w:tab/>
        <w:t>1.013e0</w:t>
      </w:r>
    </w:p>
    <w:p w14:paraId="5C7B4A8E" w14:textId="77777777" w:rsidR="006D4449" w:rsidRDefault="006D4449" w:rsidP="006D4449">
      <w:r>
        <w:t>335.6238</w:t>
      </w:r>
      <w:r>
        <w:tab/>
        <w:t>2.025e0</w:t>
      </w:r>
    </w:p>
    <w:p w14:paraId="00E80839" w14:textId="77777777" w:rsidR="006D4449" w:rsidRDefault="006D4449" w:rsidP="006D4449">
      <w:r>
        <w:t>335.6363</w:t>
      </w:r>
      <w:r>
        <w:tab/>
        <w:t>2.025e0</w:t>
      </w:r>
    </w:p>
    <w:p w14:paraId="609035FE" w14:textId="77777777" w:rsidR="006D4449" w:rsidRDefault="006D4449" w:rsidP="006D4449">
      <w:r>
        <w:t>335.6433</w:t>
      </w:r>
      <w:r>
        <w:tab/>
        <w:t>1.013e0</w:t>
      </w:r>
    </w:p>
    <w:p w14:paraId="17742F76" w14:textId="77777777" w:rsidR="006D4449" w:rsidRDefault="006D4449" w:rsidP="006D4449">
      <w:r>
        <w:t>335.6689</w:t>
      </w:r>
      <w:r>
        <w:tab/>
        <w:t>1.013e0</w:t>
      </w:r>
    </w:p>
    <w:p w14:paraId="5F4D8D2B" w14:textId="77777777" w:rsidR="006D4449" w:rsidRDefault="006D4449" w:rsidP="006D4449">
      <w:r>
        <w:t>335.6893</w:t>
      </w:r>
      <w:r>
        <w:tab/>
        <w:t>1.013e0</w:t>
      </w:r>
    </w:p>
    <w:p w14:paraId="3D2D9984" w14:textId="77777777" w:rsidR="006D4449" w:rsidRDefault="006D4449" w:rsidP="006D4449">
      <w:r>
        <w:t>335.7097</w:t>
      </w:r>
      <w:r>
        <w:tab/>
        <w:t>1.013e0</w:t>
      </w:r>
    </w:p>
    <w:p w14:paraId="19673033" w14:textId="77777777" w:rsidR="006D4449" w:rsidRDefault="006D4449" w:rsidP="006D4449">
      <w:r>
        <w:t>335.7278</w:t>
      </w:r>
      <w:r>
        <w:tab/>
        <w:t>1.013e0</w:t>
      </w:r>
    </w:p>
    <w:p w14:paraId="26B0E6CD" w14:textId="77777777" w:rsidR="006D4449" w:rsidRDefault="006D4449" w:rsidP="006D4449">
      <w:r>
        <w:t>335.7545</w:t>
      </w:r>
      <w:r>
        <w:tab/>
        <w:t>2.025e0</w:t>
      </w:r>
    </w:p>
    <w:p w14:paraId="6B930AE1" w14:textId="77777777" w:rsidR="006D4449" w:rsidRDefault="006D4449" w:rsidP="006D4449">
      <w:r>
        <w:t>335.7574</w:t>
      </w:r>
      <w:r>
        <w:tab/>
        <w:t>1.013e0</w:t>
      </w:r>
    </w:p>
    <w:p w14:paraId="031553BA" w14:textId="77777777" w:rsidR="006D4449" w:rsidRDefault="006D4449" w:rsidP="006D4449">
      <w:r>
        <w:t>335.7663</w:t>
      </w:r>
      <w:r>
        <w:tab/>
        <w:t>3.038e0</w:t>
      </w:r>
    </w:p>
    <w:p w14:paraId="6439AEF4" w14:textId="77777777" w:rsidR="006D4449" w:rsidRDefault="006D4449" w:rsidP="006D4449">
      <w:r>
        <w:t>335.7701</w:t>
      </w:r>
      <w:r>
        <w:tab/>
        <w:t>1.013e0</w:t>
      </w:r>
    </w:p>
    <w:p w14:paraId="13F9C32D" w14:textId="77777777" w:rsidR="006D4449" w:rsidRDefault="006D4449" w:rsidP="006D4449">
      <w:r>
        <w:t>335.8245</w:t>
      </w:r>
      <w:r>
        <w:tab/>
        <w:t>1.013e0</w:t>
      </w:r>
    </w:p>
    <w:p w14:paraId="6FC15B7A" w14:textId="77777777" w:rsidR="006D4449" w:rsidRDefault="006D4449" w:rsidP="006D4449">
      <w:r>
        <w:t>335.8362</w:t>
      </w:r>
      <w:r>
        <w:tab/>
        <w:t>1.013e0</w:t>
      </w:r>
    </w:p>
    <w:p w14:paraId="67DF581F" w14:textId="77777777" w:rsidR="006D4449" w:rsidRDefault="006D4449" w:rsidP="006D4449">
      <w:r>
        <w:t>335.8858</w:t>
      </w:r>
      <w:r>
        <w:tab/>
        <w:t>2.025e0</w:t>
      </w:r>
    </w:p>
    <w:p w14:paraId="7E448063" w14:textId="77777777" w:rsidR="006D4449" w:rsidRDefault="006D4449" w:rsidP="006D4449">
      <w:r>
        <w:t>335.8893</w:t>
      </w:r>
      <w:r>
        <w:tab/>
        <w:t>5.063e0</w:t>
      </w:r>
    </w:p>
    <w:p w14:paraId="24FE6215" w14:textId="77777777" w:rsidR="006D4449" w:rsidRDefault="006D4449" w:rsidP="006D4449">
      <w:r>
        <w:t>335.8923</w:t>
      </w:r>
      <w:r>
        <w:tab/>
        <w:t>4.051e0</w:t>
      </w:r>
    </w:p>
    <w:p w14:paraId="4E058CE1" w14:textId="77777777" w:rsidR="006D4449" w:rsidRDefault="006D4449" w:rsidP="006D4449">
      <w:r>
        <w:lastRenderedPageBreak/>
        <w:t>335.9067</w:t>
      </w:r>
      <w:r>
        <w:tab/>
        <w:t>2.977e0</w:t>
      </w:r>
    </w:p>
    <w:p w14:paraId="45FA77FE" w14:textId="77777777" w:rsidR="006D4449" w:rsidRDefault="006D4449" w:rsidP="006D4449">
      <w:r>
        <w:t>335.9266</w:t>
      </w:r>
      <w:r>
        <w:tab/>
        <w:t>2.025e0</w:t>
      </w:r>
    </w:p>
    <w:p w14:paraId="34DA2676" w14:textId="77777777" w:rsidR="006D4449" w:rsidRDefault="006D4449" w:rsidP="006D4449">
      <w:r>
        <w:t>335.9648</w:t>
      </w:r>
      <w:r>
        <w:tab/>
        <w:t>2.025e0</w:t>
      </w:r>
    </w:p>
    <w:p w14:paraId="300258E1" w14:textId="77777777" w:rsidR="006D4449" w:rsidRDefault="006D4449" w:rsidP="006D4449">
      <w:r>
        <w:t>335.9708</w:t>
      </w:r>
      <w:r>
        <w:tab/>
        <w:t>2.025e0</w:t>
      </w:r>
    </w:p>
    <w:p w14:paraId="65188BAC" w14:textId="77777777" w:rsidR="006D4449" w:rsidRDefault="006D4449" w:rsidP="006D4449">
      <w:r>
        <w:t>335.9756</w:t>
      </w:r>
      <w:r>
        <w:tab/>
        <w:t>2.025e0</w:t>
      </w:r>
    </w:p>
    <w:p w14:paraId="79B340D0" w14:textId="77777777" w:rsidR="006D4449" w:rsidRDefault="006D4449" w:rsidP="006D4449">
      <w:r>
        <w:t>335.9770</w:t>
      </w:r>
      <w:r>
        <w:tab/>
        <w:t>3.038e0</w:t>
      </w:r>
    </w:p>
    <w:p w14:paraId="6CCA6B03" w14:textId="77777777" w:rsidR="006D4449" w:rsidRDefault="006D4449" w:rsidP="006D4449">
      <w:r>
        <w:t>335.9877</w:t>
      </w:r>
      <w:r>
        <w:tab/>
        <w:t>4.051e0</w:t>
      </w:r>
    </w:p>
    <w:p w14:paraId="2C78513F" w14:textId="77777777" w:rsidR="006D4449" w:rsidRDefault="006D4449" w:rsidP="006D4449">
      <w:r>
        <w:t>336.0184</w:t>
      </w:r>
      <w:r>
        <w:tab/>
        <w:t>2.978e0</w:t>
      </w:r>
    </w:p>
    <w:p w14:paraId="1ED19ACE" w14:textId="77777777" w:rsidR="006D4449" w:rsidRDefault="006D4449" w:rsidP="006D4449">
      <w:r>
        <w:t>336.0300</w:t>
      </w:r>
      <w:r>
        <w:tab/>
        <w:t>2.492e0</w:t>
      </w:r>
    </w:p>
    <w:p w14:paraId="6A2C9E29" w14:textId="77777777" w:rsidR="006D4449" w:rsidRDefault="006D4449" w:rsidP="006D4449">
      <w:r>
        <w:t>336.0443</w:t>
      </w:r>
      <w:r>
        <w:tab/>
        <w:t>1.013e0</w:t>
      </w:r>
    </w:p>
    <w:p w14:paraId="4CBC761E" w14:textId="77777777" w:rsidR="006D4449" w:rsidRDefault="006D4449" w:rsidP="006D4449">
      <w:r>
        <w:t>336.0609</w:t>
      </w:r>
      <w:r>
        <w:tab/>
        <w:t>1.013e0</w:t>
      </w:r>
    </w:p>
    <w:p w14:paraId="750C33F6" w14:textId="77777777" w:rsidR="006D4449" w:rsidRDefault="006D4449" w:rsidP="006D4449">
      <w:r>
        <w:t>336.0633</w:t>
      </w:r>
      <w:r>
        <w:tab/>
        <w:t>2.025e0</w:t>
      </w:r>
    </w:p>
    <w:p w14:paraId="7032671D" w14:textId="77777777" w:rsidR="006D4449" w:rsidRDefault="006D4449" w:rsidP="006D4449">
      <w:r>
        <w:t>336.0667</w:t>
      </w:r>
      <w:r>
        <w:tab/>
        <w:t>3.464e0</w:t>
      </w:r>
    </w:p>
    <w:p w14:paraId="58AAC263" w14:textId="77777777" w:rsidR="006D4449" w:rsidRDefault="006D4449" w:rsidP="006D4449">
      <w:r>
        <w:t>336.0696</w:t>
      </w:r>
      <w:r>
        <w:tab/>
        <w:t>2.025e0</w:t>
      </w:r>
    </w:p>
    <w:p w14:paraId="29F03DBD" w14:textId="77777777" w:rsidR="006D4449" w:rsidRDefault="006D4449" w:rsidP="006D4449">
      <w:r>
        <w:t>336.1054</w:t>
      </w:r>
      <w:r>
        <w:tab/>
        <w:t>3.038e0</w:t>
      </w:r>
    </w:p>
    <w:p w14:paraId="007D331C" w14:textId="77777777" w:rsidR="006D4449" w:rsidRDefault="006D4449" w:rsidP="006D4449">
      <w:r>
        <w:t>336.1279</w:t>
      </w:r>
      <w:r>
        <w:tab/>
        <w:t>2.025e0</w:t>
      </w:r>
    </w:p>
    <w:p w14:paraId="5E1E7C88" w14:textId="77777777" w:rsidR="006D4449" w:rsidRDefault="006D4449" w:rsidP="006D4449">
      <w:r>
        <w:t>336.1389</w:t>
      </w:r>
      <w:r>
        <w:tab/>
        <w:t>2.025e0</w:t>
      </w:r>
    </w:p>
    <w:p w14:paraId="529C528F" w14:textId="77777777" w:rsidR="006D4449" w:rsidRDefault="006D4449" w:rsidP="006D4449">
      <w:r>
        <w:t>336.1409</w:t>
      </w:r>
      <w:r>
        <w:tab/>
        <w:t>1.013e0</w:t>
      </w:r>
    </w:p>
    <w:p w14:paraId="5218257E" w14:textId="77777777" w:rsidR="006D4449" w:rsidRDefault="006D4449" w:rsidP="006D4449">
      <w:r>
        <w:t>336.1589</w:t>
      </w:r>
      <w:r>
        <w:tab/>
        <w:t>3.038e0</w:t>
      </w:r>
    </w:p>
    <w:p w14:paraId="0363420C" w14:textId="77777777" w:rsidR="006D4449" w:rsidRDefault="006D4449" w:rsidP="006D4449">
      <w:r>
        <w:lastRenderedPageBreak/>
        <w:t>336.1638</w:t>
      </w:r>
      <w:r>
        <w:tab/>
        <w:t>2.025e0</w:t>
      </w:r>
    </w:p>
    <w:p w14:paraId="11E96FB9" w14:textId="77777777" w:rsidR="006D4449" w:rsidRDefault="006D4449" w:rsidP="006D4449">
      <w:r>
        <w:t>336.1757</w:t>
      </w:r>
      <w:r>
        <w:tab/>
        <w:t>2.025e0</w:t>
      </w:r>
    </w:p>
    <w:p w14:paraId="436FC9E0" w14:textId="77777777" w:rsidR="006D4449" w:rsidRDefault="006D4449" w:rsidP="006D4449">
      <w:r>
        <w:t>336.1939</w:t>
      </w:r>
      <w:r>
        <w:tab/>
        <w:t>1.013e0</w:t>
      </w:r>
    </w:p>
    <w:p w14:paraId="32A05CA9" w14:textId="77777777" w:rsidR="006D4449" w:rsidRDefault="006D4449" w:rsidP="006D4449">
      <w:r>
        <w:t>336.2440</w:t>
      </w:r>
      <w:r>
        <w:tab/>
        <w:t>3.038e0</w:t>
      </w:r>
    </w:p>
    <w:p w14:paraId="4D0F8168" w14:textId="77777777" w:rsidR="006D4449" w:rsidRDefault="006D4449" w:rsidP="006D4449">
      <w:r>
        <w:t>336.2534</w:t>
      </w:r>
      <w:r>
        <w:tab/>
        <w:t>1.013e0</w:t>
      </w:r>
    </w:p>
    <w:p w14:paraId="66E44D98" w14:textId="77777777" w:rsidR="006D4449" w:rsidRDefault="006D4449" w:rsidP="006D4449">
      <w:r>
        <w:t>336.2735</w:t>
      </w:r>
      <w:r>
        <w:tab/>
        <w:t>3.038e0</w:t>
      </w:r>
    </w:p>
    <w:p w14:paraId="5F819FC0" w14:textId="77777777" w:rsidR="006D4449" w:rsidRDefault="006D4449" w:rsidP="006D4449">
      <w:r>
        <w:t>336.3103</w:t>
      </w:r>
      <w:r>
        <w:tab/>
        <w:t>3.038e0</w:t>
      </w:r>
    </w:p>
    <w:p w14:paraId="0ADA794C" w14:textId="77777777" w:rsidR="006D4449" w:rsidRDefault="006D4449" w:rsidP="006D4449">
      <w:r>
        <w:t>336.3144</w:t>
      </w:r>
      <w:r>
        <w:tab/>
        <w:t>1.013e1</w:t>
      </w:r>
    </w:p>
    <w:p w14:paraId="7A6C0557" w14:textId="77777777" w:rsidR="006D4449" w:rsidRDefault="006D4449" w:rsidP="006D4449">
      <w:r>
        <w:t>336.3179</w:t>
      </w:r>
      <w:r>
        <w:tab/>
        <w:t>1.013e0</w:t>
      </w:r>
    </w:p>
    <w:p w14:paraId="1D15C54E" w14:textId="77777777" w:rsidR="006D4449" w:rsidRDefault="006D4449" w:rsidP="006D4449">
      <w:r>
        <w:t>336.3217</w:t>
      </w:r>
      <w:r>
        <w:tab/>
        <w:t>1.013e0</w:t>
      </w:r>
    </w:p>
    <w:p w14:paraId="673F0DFC" w14:textId="77777777" w:rsidR="006D4449" w:rsidRDefault="006D4449" w:rsidP="006D4449">
      <w:r>
        <w:t>336.3861</w:t>
      </w:r>
      <w:r>
        <w:tab/>
        <w:t>2.025e0</w:t>
      </w:r>
    </w:p>
    <w:p w14:paraId="790875C7" w14:textId="77777777" w:rsidR="006D4449" w:rsidRDefault="006D4449" w:rsidP="006D4449">
      <w:r>
        <w:t>336.4287</w:t>
      </w:r>
      <w:r>
        <w:tab/>
        <w:t>1.013e0</w:t>
      </w:r>
    </w:p>
    <w:p w14:paraId="549B4F73" w14:textId="77777777" w:rsidR="006D4449" w:rsidRDefault="006D4449" w:rsidP="006D4449">
      <w:r>
        <w:t>336.4430</w:t>
      </w:r>
      <w:r>
        <w:tab/>
        <w:t>1.013e0</w:t>
      </w:r>
    </w:p>
    <w:p w14:paraId="6543C7DD" w14:textId="77777777" w:rsidR="006D4449" w:rsidRDefault="006D4449" w:rsidP="006D4449">
      <w:r>
        <w:t>336.4444</w:t>
      </w:r>
      <w:r>
        <w:tab/>
        <w:t>2.025e0</w:t>
      </w:r>
    </w:p>
    <w:p w14:paraId="7457685C" w14:textId="77777777" w:rsidR="006D4449" w:rsidRDefault="006D4449" w:rsidP="006D4449">
      <w:r>
        <w:t>336.4675</w:t>
      </w:r>
      <w:r>
        <w:tab/>
        <w:t>1.013e0</w:t>
      </w:r>
    </w:p>
    <w:p w14:paraId="584B9405" w14:textId="77777777" w:rsidR="006D4449" w:rsidRDefault="006D4449" w:rsidP="006D4449">
      <w:r>
        <w:t>336.4771</w:t>
      </w:r>
      <w:r>
        <w:tab/>
        <w:t>1.013e0</w:t>
      </w:r>
    </w:p>
    <w:p w14:paraId="667A74BB" w14:textId="77777777" w:rsidR="006D4449" w:rsidRDefault="006D4449" w:rsidP="006D4449">
      <w:r>
        <w:t>336.4846</w:t>
      </w:r>
      <w:r>
        <w:tab/>
        <w:t>1.013e0</w:t>
      </w:r>
    </w:p>
    <w:p w14:paraId="02DD1FE0" w14:textId="77777777" w:rsidR="006D4449" w:rsidRDefault="006D4449" w:rsidP="006D4449">
      <w:r>
        <w:t>336.5263</w:t>
      </w:r>
      <w:r>
        <w:tab/>
        <w:t>2.025e0</w:t>
      </w:r>
    </w:p>
    <w:p w14:paraId="781C841A" w14:textId="77777777" w:rsidR="006D4449" w:rsidRDefault="006D4449" w:rsidP="006D4449">
      <w:r>
        <w:t>336.5655</w:t>
      </w:r>
      <w:r>
        <w:tab/>
        <w:t>1.013e0</w:t>
      </w:r>
    </w:p>
    <w:p w14:paraId="7904CE55" w14:textId="77777777" w:rsidR="006D4449" w:rsidRDefault="006D4449" w:rsidP="006D4449">
      <w:r>
        <w:lastRenderedPageBreak/>
        <w:t>336.5739</w:t>
      </w:r>
      <w:r>
        <w:tab/>
        <w:t>1.013e0</w:t>
      </w:r>
    </w:p>
    <w:p w14:paraId="486C9195" w14:textId="77777777" w:rsidR="006D4449" w:rsidRDefault="006D4449" w:rsidP="006D4449">
      <w:r>
        <w:t>336.6042</w:t>
      </w:r>
      <w:r>
        <w:tab/>
        <w:t>1.013e0</w:t>
      </w:r>
    </w:p>
    <w:p w14:paraId="0819E0F7" w14:textId="77777777" w:rsidR="006D4449" w:rsidRDefault="006D4449" w:rsidP="006D4449">
      <w:r>
        <w:t>336.6301</w:t>
      </w:r>
      <w:r>
        <w:tab/>
        <w:t>3.038e0</w:t>
      </w:r>
    </w:p>
    <w:p w14:paraId="63D8236B" w14:textId="77777777" w:rsidR="006D4449" w:rsidRDefault="006D4449" w:rsidP="006D4449">
      <w:r>
        <w:t>336.6345</w:t>
      </w:r>
      <w:r>
        <w:tab/>
        <w:t>2.025e0</w:t>
      </w:r>
    </w:p>
    <w:p w14:paraId="75D3A8D8" w14:textId="77777777" w:rsidR="006D4449" w:rsidRDefault="006D4449" w:rsidP="006D4449">
      <w:r>
        <w:t>336.6676</w:t>
      </w:r>
      <w:r>
        <w:tab/>
        <w:t>2.025e0</w:t>
      </w:r>
    </w:p>
    <w:p w14:paraId="540152AA" w14:textId="77777777" w:rsidR="006D4449" w:rsidRDefault="006D4449" w:rsidP="006D4449">
      <w:r>
        <w:t>336.7166</w:t>
      </w:r>
      <w:r>
        <w:tab/>
        <w:t>1.013e0</w:t>
      </w:r>
    </w:p>
    <w:p w14:paraId="51CD28AF" w14:textId="77777777" w:rsidR="006D4449" w:rsidRDefault="006D4449" w:rsidP="006D4449">
      <w:r>
        <w:t>336.7508</w:t>
      </w:r>
      <w:r>
        <w:tab/>
        <w:t>1.013e0</w:t>
      </w:r>
    </w:p>
    <w:p w14:paraId="469EB51D" w14:textId="77777777" w:rsidR="006D4449" w:rsidRDefault="006D4449" w:rsidP="006D4449">
      <w:r>
        <w:t>336.7656</w:t>
      </w:r>
      <w:r>
        <w:tab/>
        <w:t>1.013e0</w:t>
      </w:r>
    </w:p>
    <w:p w14:paraId="5196F6D2" w14:textId="77777777" w:rsidR="006D4449" w:rsidRDefault="006D4449" w:rsidP="006D4449">
      <w:r>
        <w:t>336.8132</w:t>
      </w:r>
      <w:r>
        <w:tab/>
        <w:t>2.025e0</w:t>
      </w:r>
    </w:p>
    <w:p w14:paraId="2787B59A" w14:textId="77777777" w:rsidR="006D4449" w:rsidRDefault="006D4449" w:rsidP="006D4449">
      <w:r>
        <w:t>336.8309</w:t>
      </w:r>
      <w:r>
        <w:tab/>
        <w:t>2.025e0</w:t>
      </w:r>
    </w:p>
    <w:p w14:paraId="1C4E8A39" w14:textId="77777777" w:rsidR="006D4449" w:rsidRDefault="006D4449" w:rsidP="006D4449">
      <w:r>
        <w:t>336.8709</w:t>
      </w:r>
      <w:r>
        <w:tab/>
        <w:t>2.025e0</w:t>
      </w:r>
    </w:p>
    <w:p w14:paraId="0C1965CE" w14:textId="77777777" w:rsidR="006D4449" w:rsidRDefault="006D4449" w:rsidP="006D4449">
      <w:r>
        <w:t>336.8898</w:t>
      </w:r>
      <w:r>
        <w:tab/>
        <w:t>1.013e0</w:t>
      </w:r>
    </w:p>
    <w:p w14:paraId="4563530C" w14:textId="77777777" w:rsidR="006D4449" w:rsidRDefault="006D4449" w:rsidP="006D4449">
      <w:r>
        <w:t>336.9065</w:t>
      </w:r>
      <w:r>
        <w:tab/>
        <w:t>2.025e0</w:t>
      </w:r>
    </w:p>
    <w:p w14:paraId="0E75CA94" w14:textId="77777777" w:rsidR="006D4449" w:rsidRDefault="006D4449" w:rsidP="006D4449">
      <w:r>
        <w:t>336.9110</w:t>
      </w:r>
      <w:r>
        <w:tab/>
        <w:t>5.063e0</w:t>
      </w:r>
    </w:p>
    <w:p w14:paraId="57E953B9" w14:textId="77777777" w:rsidR="006D4449" w:rsidRDefault="006D4449" w:rsidP="006D4449">
      <w:r>
        <w:t>336.9266</w:t>
      </w:r>
      <w:r>
        <w:tab/>
        <w:t>5.063e0</w:t>
      </w:r>
    </w:p>
    <w:p w14:paraId="2D3DD6BF" w14:textId="77777777" w:rsidR="006D4449" w:rsidRDefault="006D4449" w:rsidP="006D4449">
      <w:r>
        <w:t>336.9325</w:t>
      </w:r>
      <w:r>
        <w:tab/>
        <w:t>1.013e0</w:t>
      </w:r>
    </w:p>
    <w:p w14:paraId="38641E80" w14:textId="77777777" w:rsidR="006D4449" w:rsidRDefault="006D4449" w:rsidP="006D4449">
      <w:r>
        <w:t>336.9366</w:t>
      </w:r>
      <w:r>
        <w:tab/>
        <w:t>4.051e0</w:t>
      </w:r>
    </w:p>
    <w:p w14:paraId="73F2E86B" w14:textId="77777777" w:rsidR="006D4449" w:rsidRDefault="006D4449" w:rsidP="006D4449">
      <w:r>
        <w:t>336.9453</w:t>
      </w:r>
      <w:r>
        <w:tab/>
        <w:t>1.013e0</w:t>
      </w:r>
    </w:p>
    <w:p w14:paraId="48CB3B7E" w14:textId="77777777" w:rsidR="006D4449" w:rsidRDefault="006D4449" w:rsidP="006D4449">
      <w:r>
        <w:t>336.9715</w:t>
      </w:r>
      <w:r>
        <w:tab/>
        <w:t>3.038e0</w:t>
      </w:r>
    </w:p>
    <w:p w14:paraId="37B63CE5" w14:textId="77777777" w:rsidR="006D4449" w:rsidRDefault="006D4449" w:rsidP="006D4449">
      <w:r>
        <w:lastRenderedPageBreak/>
        <w:t>336.9809</w:t>
      </w:r>
      <w:r>
        <w:tab/>
        <w:t>1.013e0</w:t>
      </w:r>
    </w:p>
    <w:p w14:paraId="654AFB26" w14:textId="77777777" w:rsidR="006D4449" w:rsidRDefault="006D4449" w:rsidP="006D4449">
      <w:r>
        <w:t>336.9982</w:t>
      </w:r>
      <w:r>
        <w:tab/>
        <w:t>1.013e0</w:t>
      </w:r>
    </w:p>
    <w:p w14:paraId="0891D878" w14:textId="77777777" w:rsidR="006D4449" w:rsidRDefault="006D4449" w:rsidP="006D4449">
      <w:r>
        <w:t>337.0098</w:t>
      </w:r>
      <w:r>
        <w:tab/>
        <w:t>1.013e0</w:t>
      </w:r>
    </w:p>
    <w:p w14:paraId="5E2A2A24" w14:textId="77777777" w:rsidR="006D4449" w:rsidRDefault="006D4449" w:rsidP="006D4449">
      <w:r>
        <w:t>337.0162</w:t>
      </w:r>
      <w:r>
        <w:tab/>
        <w:t>1.013e0</w:t>
      </w:r>
    </w:p>
    <w:p w14:paraId="129F89E9" w14:textId="77777777" w:rsidR="006D4449" w:rsidRDefault="006D4449" w:rsidP="006D4449">
      <w:r>
        <w:t>337.0254</w:t>
      </w:r>
      <w:r>
        <w:tab/>
        <w:t>2.025e0</w:t>
      </w:r>
    </w:p>
    <w:p w14:paraId="0D7A7987" w14:textId="77777777" w:rsidR="006D4449" w:rsidRDefault="006D4449" w:rsidP="006D4449">
      <w:r>
        <w:t>337.0344</w:t>
      </w:r>
      <w:r>
        <w:tab/>
        <w:t>3.038e0</w:t>
      </w:r>
    </w:p>
    <w:p w14:paraId="2E94E744" w14:textId="77777777" w:rsidR="006D4449" w:rsidRDefault="006D4449" w:rsidP="006D4449">
      <w:r>
        <w:t>337.0654</w:t>
      </w:r>
      <w:r>
        <w:tab/>
        <w:t>2.025e0</w:t>
      </w:r>
    </w:p>
    <w:p w14:paraId="2178F086" w14:textId="77777777" w:rsidR="006D4449" w:rsidRDefault="006D4449" w:rsidP="006D4449">
      <w:r>
        <w:t>337.0779</w:t>
      </w:r>
      <w:r>
        <w:tab/>
        <w:t>1.013e0</w:t>
      </w:r>
    </w:p>
    <w:p w14:paraId="37B00FD5" w14:textId="77777777" w:rsidR="006D4449" w:rsidRDefault="006D4449" w:rsidP="006D4449">
      <w:r>
        <w:t>337.1128</w:t>
      </w:r>
      <w:r>
        <w:tab/>
        <w:t>3.640e0</w:t>
      </w:r>
    </w:p>
    <w:p w14:paraId="785C3F55" w14:textId="77777777" w:rsidR="006D4449" w:rsidRDefault="006D4449" w:rsidP="006D4449">
      <w:r>
        <w:t>337.1149</w:t>
      </w:r>
      <w:r>
        <w:tab/>
        <w:t>2.025e0</w:t>
      </w:r>
    </w:p>
    <w:p w14:paraId="05F6A1BC" w14:textId="77777777" w:rsidR="006D4449" w:rsidRDefault="006D4449" w:rsidP="006D4449">
      <w:r>
        <w:t>337.1428</w:t>
      </w:r>
      <w:r>
        <w:tab/>
        <w:t>1.013e0</w:t>
      </w:r>
    </w:p>
    <w:p w14:paraId="61A75487" w14:textId="77777777" w:rsidR="006D4449" w:rsidRDefault="006D4449" w:rsidP="006D4449">
      <w:r>
        <w:t>337.1594</w:t>
      </w:r>
      <w:r>
        <w:tab/>
        <w:t>2.025e0</w:t>
      </w:r>
    </w:p>
    <w:p w14:paraId="6B62B7D3" w14:textId="77777777" w:rsidR="006D4449" w:rsidRDefault="006D4449" w:rsidP="006D4449">
      <w:r>
        <w:t>337.1851</w:t>
      </w:r>
      <w:r>
        <w:tab/>
        <w:t>3.038e0</w:t>
      </w:r>
    </w:p>
    <w:p w14:paraId="4533125D" w14:textId="77777777" w:rsidR="006D4449" w:rsidRDefault="006D4449" w:rsidP="006D4449">
      <w:r>
        <w:t>337.1900</w:t>
      </w:r>
      <w:r>
        <w:tab/>
        <w:t>5.063e0</w:t>
      </w:r>
    </w:p>
    <w:p w14:paraId="5354453D" w14:textId="77777777" w:rsidR="006D4449" w:rsidRDefault="006D4449" w:rsidP="006D4449">
      <w:r>
        <w:t>337.1938</w:t>
      </w:r>
      <w:r>
        <w:tab/>
        <w:t>3.038e0</w:t>
      </w:r>
    </w:p>
    <w:p w14:paraId="62F10BA0" w14:textId="77777777" w:rsidR="006D4449" w:rsidRDefault="006D4449" w:rsidP="006D4449">
      <w:r>
        <w:t>337.2144</w:t>
      </w:r>
      <w:r>
        <w:tab/>
        <w:t>4.051e0</w:t>
      </w:r>
    </w:p>
    <w:p w14:paraId="5457EA7E" w14:textId="77777777" w:rsidR="006D4449" w:rsidRDefault="006D4449" w:rsidP="006D4449">
      <w:r>
        <w:t>337.2190</w:t>
      </w:r>
      <w:r>
        <w:tab/>
        <w:t>2.025e0</w:t>
      </w:r>
    </w:p>
    <w:p w14:paraId="4BCBB6CB" w14:textId="77777777" w:rsidR="006D4449" w:rsidRDefault="006D4449" w:rsidP="006D4449">
      <w:r>
        <w:t>337.2332</w:t>
      </w:r>
      <w:r>
        <w:tab/>
        <w:t>2.025e0</w:t>
      </w:r>
    </w:p>
    <w:p w14:paraId="61306D79" w14:textId="77777777" w:rsidR="006D4449" w:rsidRDefault="006D4449" w:rsidP="006D4449">
      <w:r>
        <w:t>337.2656</w:t>
      </w:r>
      <w:r>
        <w:tab/>
        <w:t>1.013e0</w:t>
      </w:r>
    </w:p>
    <w:p w14:paraId="19E4B218" w14:textId="77777777" w:rsidR="006D4449" w:rsidRDefault="006D4449" w:rsidP="006D4449">
      <w:r>
        <w:lastRenderedPageBreak/>
        <w:t>337.2679</w:t>
      </w:r>
      <w:r>
        <w:tab/>
        <w:t>1.013e0</w:t>
      </w:r>
    </w:p>
    <w:p w14:paraId="75911536" w14:textId="77777777" w:rsidR="006D4449" w:rsidRDefault="006D4449" w:rsidP="006D4449">
      <w:r>
        <w:t>337.2980</w:t>
      </w:r>
      <w:r>
        <w:tab/>
        <w:t>1.013e0</w:t>
      </w:r>
    </w:p>
    <w:p w14:paraId="59E7B84B" w14:textId="77777777" w:rsidR="006D4449" w:rsidRDefault="006D4449" w:rsidP="006D4449">
      <w:r>
        <w:t>337.3105</w:t>
      </w:r>
      <w:r>
        <w:tab/>
        <w:t>2.025e0</w:t>
      </w:r>
    </w:p>
    <w:p w14:paraId="299602DE" w14:textId="77777777" w:rsidR="006D4449" w:rsidRDefault="006D4449" w:rsidP="006D4449">
      <w:r>
        <w:t>337.3181</w:t>
      </w:r>
      <w:r>
        <w:tab/>
        <w:t>2.025e0</w:t>
      </w:r>
    </w:p>
    <w:p w14:paraId="7AF8CE85" w14:textId="77777777" w:rsidR="006D4449" w:rsidRDefault="006D4449" w:rsidP="006D4449">
      <w:r>
        <w:t>337.3441</w:t>
      </w:r>
      <w:r>
        <w:tab/>
        <w:t>2.025e0</w:t>
      </w:r>
    </w:p>
    <w:p w14:paraId="3617B649" w14:textId="77777777" w:rsidR="006D4449" w:rsidRDefault="006D4449" w:rsidP="006D4449">
      <w:r>
        <w:t>337.3470</w:t>
      </w:r>
      <w:r>
        <w:tab/>
        <w:t>2.025e0</w:t>
      </w:r>
    </w:p>
    <w:p w14:paraId="46B8CCA3" w14:textId="77777777" w:rsidR="006D4449" w:rsidRDefault="006D4449" w:rsidP="006D4449">
      <w:r>
        <w:t>337.4000</w:t>
      </w:r>
      <w:r>
        <w:tab/>
        <w:t>1.013e0</w:t>
      </w:r>
    </w:p>
    <w:p w14:paraId="3A8F52F2" w14:textId="77777777" w:rsidR="006D4449" w:rsidRDefault="006D4449" w:rsidP="006D4449">
      <w:r>
        <w:t>337.4206</w:t>
      </w:r>
      <w:r>
        <w:tab/>
        <w:t>1.013e0</w:t>
      </w:r>
    </w:p>
    <w:p w14:paraId="276DDD91" w14:textId="77777777" w:rsidR="006D4449" w:rsidRDefault="006D4449" w:rsidP="006D4449">
      <w:r>
        <w:t>337.4491</w:t>
      </w:r>
      <w:r>
        <w:tab/>
        <w:t>1.013e0</w:t>
      </w:r>
    </w:p>
    <w:p w14:paraId="3CD9BA60" w14:textId="77777777" w:rsidR="006D4449" w:rsidRDefault="006D4449" w:rsidP="006D4449">
      <w:r>
        <w:t>337.5021</w:t>
      </w:r>
      <w:r>
        <w:tab/>
        <w:t>2.025e0</w:t>
      </w:r>
    </w:p>
    <w:p w14:paraId="07CFBF48" w14:textId="77777777" w:rsidR="006D4449" w:rsidRDefault="006D4449" w:rsidP="006D4449">
      <w:r>
        <w:t>337.5084</w:t>
      </w:r>
      <w:r>
        <w:tab/>
        <w:t>2.025e0</w:t>
      </w:r>
    </w:p>
    <w:p w14:paraId="47E9EECB" w14:textId="77777777" w:rsidR="006D4449" w:rsidRDefault="006D4449" w:rsidP="006D4449">
      <w:r>
        <w:t>337.5371</w:t>
      </w:r>
      <w:r>
        <w:tab/>
        <w:t>1.013e0</w:t>
      </w:r>
    </w:p>
    <w:p w14:paraId="747AC014" w14:textId="77777777" w:rsidR="006D4449" w:rsidRDefault="006D4449" w:rsidP="006D4449">
      <w:r>
        <w:t>337.5385</w:t>
      </w:r>
      <w:r>
        <w:tab/>
        <w:t>1.013e0</w:t>
      </w:r>
    </w:p>
    <w:p w14:paraId="2427B368" w14:textId="77777777" w:rsidR="006D4449" w:rsidRDefault="006D4449" w:rsidP="006D4449">
      <w:r>
        <w:t>337.5663</w:t>
      </w:r>
      <w:r>
        <w:tab/>
        <w:t>1.013e0</w:t>
      </w:r>
    </w:p>
    <w:p w14:paraId="221A653D" w14:textId="77777777" w:rsidR="006D4449" w:rsidRDefault="006D4449" w:rsidP="006D4449">
      <w:r>
        <w:t>337.5717</w:t>
      </w:r>
      <w:r>
        <w:tab/>
        <w:t>1.013e0</w:t>
      </w:r>
    </w:p>
    <w:p w14:paraId="69AAA16F" w14:textId="77777777" w:rsidR="006D4449" w:rsidRDefault="006D4449" w:rsidP="006D4449">
      <w:r>
        <w:t>337.6453</w:t>
      </w:r>
      <w:r>
        <w:tab/>
        <w:t>1.013e0</w:t>
      </w:r>
    </w:p>
    <w:p w14:paraId="52001C14" w14:textId="77777777" w:rsidR="006D4449" w:rsidRDefault="006D4449" w:rsidP="006D4449">
      <w:r>
        <w:t>337.6596</w:t>
      </w:r>
      <w:r>
        <w:tab/>
        <w:t>2.025e0</w:t>
      </w:r>
    </w:p>
    <w:p w14:paraId="694215A9" w14:textId="77777777" w:rsidR="006D4449" w:rsidRDefault="006D4449" w:rsidP="006D4449">
      <w:r>
        <w:t>337.6698</w:t>
      </w:r>
      <w:r>
        <w:tab/>
        <w:t>1.013e0</w:t>
      </w:r>
    </w:p>
    <w:p w14:paraId="2745F1E7" w14:textId="77777777" w:rsidR="006D4449" w:rsidRDefault="006D4449" w:rsidP="006D4449">
      <w:r>
        <w:t>337.6766</w:t>
      </w:r>
      <w:r>
        <w:tab/>
        <w:t>1.013e0</w:t>
      </w:r>
    </w:p>
    <w:p w14:paraId="415DE7E9" w14:textId="77777777" w:rsidR="006D4449" w:rsidRDefault="006D4449" w:rsidP="006D4449">
      <w:r>
        <w:lastRenderedPageBreak/>
        <w:t>337.7145</w:t>
      </w:r>
      <w:r>
        <w:tab/>
        <w:t>1.013e0</w:t>
      </w:r>
    </w:p>
    <w:p w14:paraId="4A96A9F0" w14:textId="77777777" w:rsidR="006D4449" w:rsidRDefault="006D4449" w:rsidP="006D4449">
      <w:r>
        <w:t>337.7460</w:t>
      </w:r>
      <w:r>
        <w:tab/>
        <w:t>1.013e0</w:t>
      </w:r>
    </w:p>
    <w:p w14:paraId="1102434B" w14:textId="77777777" w:rsidR="006D4449" w:rsidRDefault="006D4449" w:rsidP="006D4449">
      <w:r>
        <w:t>337.7475</w:t>
      </w:r>
      <w:r>
        <w:tab/>
        <w:t>1.013e0</w:t>
      </w:r>
    </w:p>
    <w:p w14:paraId="1EDC4554" w14:textId="77777777" w:rsidR="006D4449" w:rsidRDefault="006D4449" w:rsidP="006D4449">
      <w:r>
        <w:t>337.7548</w:t>
      </w:r>
      <w:r>
        <w:tab/>
        <w:t>2.025e0</w:t>
      </w:r>
    </w:p>
    <w:p w14:paraId="035C5A05" w14:textId="77777777" w:rsidR="006D4449" w:rsidRDefault="006D4449" w:rsidP="006D4449">
      <w:r>
        <w:t>337.7745</w:t>
      </w:r>
      <w:r>
        <w:tab/>
        <w:t>1.013e0</w:t>
      </w:r>
    </w:p>
    <w:p w14:paraId="08F635A1" w14:textId="77777777" w:rsidR="006D4449" w:rsidRDefault="006D4449" w:rsidP="006D4449">
      <w:r>
        <w:t>337.8284</w:t>
      </w:r>
      <w:r>
        <w:tab/>
        <w:t>1.013e0</w:t>
      </w:r>
    </w:p>
    <w:p w14:paraId="687423B9" w14:textId="77777777" w:rsidR="006D4449" w:rsidRDefault="006D4449" w:rsidP="006D4449">
      <w:r>
        <w:t>337.8401</w:t>
      </w:r>
      <w:r>
        <w:tab/>
        <w:t>2.025e0</w:t>
      </w:r>
    </w:p>
    <w:p w14:paraId="4A8B5FED" w14:textId="77777777" w:rsidR="006D4449" w:rsidRDefault="006D4449" w:rsidP="006D4449">
      <w:r>
        <w:t>337.8727</w:t>
      </w:r>
      <w:r>
        <w:tab/>
        <w:t>1.013e0</w:t>
      </w:r>
    </w:p>
    <w:p w14:paraId="5FEBDA44" w14:textId="77777777" w:rsidR="006D4449" w:rsidRDefault="006D4449" w:rsidP="006D4449">
      <w:r>
        <w:t>337.8861</w:t>
      </w:r>
      <w:r>
        <w:tab/>
        <w:t>2.025e0</w:t>
      </w:r>
    </w:p>
    <w:p w14:paraId="7621545E" w14:textId="77777777" w:rsidR="006D4449" w:rsidRDefault="006D4449" w:rsidP="006D4449">
      <w:r>
        <w:t>337.8893</w:t>
      </w:r>
      <w:r>
        <w:tab/>
        <w:t>3.038e0</w:t>
      </w:r>
    </w:p>
    <w:p w14:paraId="77AE890A" w14:textId="77777777" w:rsidR="006D4449" w:rsidRDefault="006D4449" w:rsidP="006D4449">
      <w:r>
        <w:t>337.8967</w:t>
      </w:r>
      <w:r>
        <w:tab/>
        <w:t>5.063e0</w:t>
      </w:r>
    </w:p>
    <w:p w14:paraId="7DCC3E3D" w14:textId="77777777" w:rsidR="006D4449" w:rsidRDefault="006D4449" w:rsidP="006D4449">
      <w:r>
        <w:t>337.9286</w:t>
      </w:r>
      <w:r>
        <w:tab/>
        <w:t>2.025e0</w:t>
      </w:r>
    </w:p>
    <w:p w14:paraId="1F7CA2DF" w14:textId="77777777" w:rsidR="006D4449" w:rsidRDefault="006D4449" w:rsidP="006D4449">
      <w:r>
        <w:t>337.9330</w:t>
      </w:r>
      <w:r>
        <w:tab/>
        <w:t>1.013e0</w:t>
      </w:r>
    </w:p>
    <w:p w14:paraId="0B811078" w14:textId="77777777" w:rsidR="006D4449" w:rsidRDefault="006D4449" w:rsidP="006D4449">
      <w:r>
        <w:t>337.9409</w:t>
      </w:r>
      <w:r>
        <w:tab/>
        <w:t>2.025e0</w:t>
      </w:r>
    </w:p>
    <w:p w14:paraId="71617BB2" w14:textId="77777777" w:rsidR="006D4449" w:rsidRDefault="006D4449" w:rsidP="006D4449">
      <w:r>
        <w:t>337.9501</w:t>
      </w:r>
      <w:r>
        <w:tab/>
        <w:t>1.013e0</w:t>
      </w:r>
    </w:p>
    <w:p w14:paraId="43D34D08" w14:textId="77777777" w:rsidR="006D4449" w:rsidRDefault="006D4449" w:rsidP="006D4449">
      <w:r>
        <w:t>337.9634</w:t>
      </w:r>
      <w:r>
        <w:tab/>
        <w:t>1.013e0</w:t>
      </w:r>
    </w:p>
    <w:p w14:paraId="1C3EFF01" w14:textId="77777777" w:rsidR="006D4449" w:rsidRDefault="006D4449" w:rsidP="006D4449">
      <w:r>
        <w:t>337.9918</w:t>
      </w:r>
      <w:r>
        <w:tab/>
        <w:t>6.076e0</w:t>
      </w:r>
    </w:p>
    <w:p w14:paraId="37C98DB3" w14:textId="77777777" w:rsidR="006D4449" w:rsidRDefault="006D4449" w:rsidP="006D4449">
      <w:r>
        <w:t>337.9938</w:t>
      </w:r>
      <w:r>
        <w:tab/>
        <w:t>3.038e0</w:t>
      </w:r>
    </w:p>
    <w:p w14:paraId="4A4DD8AE" w14:textId="77777777" w:rsidR="006D4449" w:rsidRDefault="006D4449" w:rsidP="006D4449">
      <w:r>
        <w:t>338.0011</w:t>
      </w:r>
      <w:r>
        <w:tab/>
        <w:t>5.291e0</w:t>
      </w:r>
    </w:p>
    <w:p w14:paraId="277E5E15" w14:textId="77777777" w:rsidR="006D4449" w:rsidRDefault="006D4449" w:rsidP="006D4449">
      <w:r>
        <w:lastRenderedPageBreak/>
        <w:t>338.0091</w:t>
      </w:r>
      <w:r>
        <w:tab/>
        <w:t>3.038e0</w:t>
      </w:r>
    </w:p>
    <w:p w14:paraId="35EC216C" w14:textId="77777777" w:rsidR="006D4449" w:rsidRDefault="006D4449" w:rsidP="006D4449">
      <w:r>
        <w:t>338.0141</w:t>
      </w:r>
      <w:r>
        <w:tab/>
        <w:t>2.025e0</w:t>
      </w:r>
    </w:p>
    <w:p w14:paraId="3ECB0540" w14:textId="77777777" w:rsidR="006D4449" w:rsidRDefault="006D4449" w:rsidP="006D4449">
      <w:r>
        <w:t>338.0211</w:t>
      </w:r>
      <w:r>
        <w:tab/>
        <w:t>4.051e0</w:t>
      </w:r>
    </w:p>
    <w:p w14:paraId="0D953A00" w14:textId="77777777" w:rsidR="006D4449" w:rsidRDefault="006D4449" w:rsidP="006D4449">
      <w:r>
        <w:t>338.0419</w:t>
      </w:r>
      <w:r>
        <w:tab/>
        <w:t>2.025e0</w:t>
      </w:r>
    </w:p>
    <w:p w14:paraId="30DECBFF" w14:textId="77777777" w:rsidR="006D4449" w:rsidRDefault="006D4449" w:rsidP="006D4449">
      <w:r>
        <w:t>338.0587</w:t>
      </w:r>
      <w:r>
        <w:tab/>
        <w:t>2.025e0</w:t>
      </w:r>
    </w:p>
    <w:p w14:paraId="6E44BFBD" w14:textId="77777777" w:rsidR="006D4449" w:rsidRDefault="006D4449" w:rsidP="006D4449">
      <w:r>
        <w:t>338.0688</w:t>
      </w:r>
      <w:r>
        <w:tab/>
        <w:t>1.013e0</w:t>
      </w:r>
    </w:p>
    <w:p w14:paraId="5E7CA826" w14:textId="77777777" w:rsidR="006D4449" w:rsidRDefault="006D4449" w:rsidP="006D4449">
      <w:r>
        <w:t>338.0723</w:t>
      </w:r>
      <w:r>
        <w:tab/>
        <w:t>2.025e0</w:t>
      </w:r>
    </w:p>
    <w:p w14:paraId="6F4BA89F" w14:textId="77777777" w:rsidR="006D4449" w:rsidRDefault="006D4449" w:rsidP="006D4449">
      <w:r>
        <w:t>338.0788</w:t>
      </w:r>
      <w:r>
        <w:tab/>
        <w:t>1.013e0</w:t>
      </w:r>
    </w:p>
    <w:p w14:paraId="4490CE67" w14:textId="77777777" w:rsidR="006D4449" w:rsidRDefault="006D4449" w:rsidP="006D4449">
      <w:r>
        <w:t>338.1091</w:t>
      </w:r>
      <w:r>
        <w:tab/>
        <w:t>1.013e0</w:t>
      </w:r>
    </w:p>
    <w:p w14:paraId="024B1BF7" w14:textId="77777777" w:rsidR="006D4449" w:rsidRDefault="006D4449" w:rsidP="006D4449">
      <w:r>
        <w:t>338.1152</w:t>
      </w:r>
      <w:r>
        <w:tab/>
        <w:t>1.013e0</w:t>
      </w:r>
    </w:p>
    <w:p w14:paraId="167C7E57" w14:textId="77777777" w:rsidR="006D4449" w:rsidRDefault="006D4449" w:rsidP="006D4449">
      <w:r>
        <w:t>338.1335</w:t>
      </w:r>
      <w:r>
        <w:tab/>
        <w:t>1.013e0</w:t>
      </w:r>
    </w:p>
    <w:p w14:paraId="41079E82" w14:textId="77777777" w:rsidR="006D4449" w:rsidRDefault="006D4449" w:rsidP="006D4449">
      <w:r>
        <w:t>338.1439</w:t>
      </w:r>
      <w:r>
        <w:tab/>
        <w:t>1.013e0</w:t>
      </w:r>
    </w:p>
    <w:p w14:paraId="5C58B5F8" w14:textId="77777777" w:rsidR="006D4449" w:rsidRDefault="006D4449" w:rsidP="006D4449">
      <w:r>
        <w:t>338.1670</w:t>
      </w:r>
      <w:r>
        <w:tab/>
        <w:t>1.013e0</w:t>
      </w:r>
    </w:p>
    <w:p w14:paraId="5249D5A4" w14:textId="77777777" w:rsidR="006D4449" w:rsidRDefault="006D4449" w:rsidP="006D4449">
      <w:r>
        <w:t>338.1930</w:t>
      </w:r>
      <w:r>
        <w:tab/>
        <w:t>1.013e0</w:t>
      </w:r>
    </w:p>
    <w:p w14:paraId="7595D9A7" w14:textId="77777777" w:rsidR="006D4449" w:rsidRDefault="006D4449" w:rsidP="006D4449">
      <w:r>
        <w:t>338.2010</w:t>
      </w:r>
      <w:r>
        <w:tab/>
        <w:t>1.013e0</w:t>
      </w:r>
    </w:p>
    <w:p w14:paraId="10CBDD26" w14:textId="77777777" w:rsidR="006D4449" w:rsidRDefault="006D4449" w:rsidP="006D4449">
      <w:r>
        <w:t>338.2056</w:t>
      </w:r>
      <w:r>
        <w:tab/>
        <w:t>3.038e0</w:t>
      </w:r>
    </w:p>
    <w:p w14:paraId="77EFA97B" w14:textId="77777777" w:rsidR="006D4449" w:rsidRDefault="006D4449" w:rsidP="006D4449">
      <w:r>
        <w:t>338.2375</w:t>
      </w:r>
      <w:r>
        <w:tab/>
        <w:t>2.020e0</w:t>
      </w:r>
    </w:p>
    <w:p w14:paraId="4045DA1B" w14:textId="77777777" w:rsidR="006D4449" w:rsidRDefault="006D4449" w:rsidP="006D4449">
      <w:r>
        <w:t>338.2466</w:t>
      </w:r>
      <w:r>
        <w:tab/>
        <w:t>2.025e0</w:t>
      </w:r>
    </w:p>
    <w:p w14:paraId="52CD128D" w14:textId="77777777" w:rsidR="006D4449" w:rsidRDefault="006D4449" w:rsidP="006D4449">
      <w:r>
        <w:t>338.2550</w:t>
      </w:r>
      <w:r>
        <w:tab/>
        <w:t>1.013e0</w:t>
      </w:r>
    </w:p>
    <w:p w14:paraId="204D95C6" w14:textId="77777777" w:rsidR="006D4449" w:rsidRDefault="006D4449" w:rsidP="006D4449">
      <w:r>
        <w:lastRenderedPageBreak/>
        <w:t>338.2564</w:t>
      </w:r>
      <w:r>
        <w:tab/>
        <w:t>2.025e0</w:t>
      </w:r>
    </w:p>
    <w:p w14:paraId="5B778BA5" w14:textId="77777777" w:rsidR="006D4449" w:rsidRDefault="006D4449" w:rsidP="006D4449">
      <w:r>
        <w:t>338.2594</w:t>
      </w:r>
      <w:r>
        <w:tab/>
        <w:t>6.076e0</w:t>
      </w:r>
    </w:p>
    <w:p w14:paraId="1435140F" w14:textId="77777777" w:rsidR="006D4449" w:rsidRDefault="006D4449" w:rsidP="006D4449">
      <w:r>
        <w:t>338.2839</w:t>
      </w:r>
      <w:r>
        <w:tab/>
        <w:t>1.013e0</w:t>
      </w:r>
    </w:p>
    <w:p w14:paraId="534F3221" w14:textId="77777777" w:rsidR="006D4449" w:rsidRDefault="006D4449" w:rsidP="006D4449">
      <w:r>
        <w:t>338.3143</w:t>
      </w:r>
      <w:r>
        <w:tab/>
        <w:t>1.013e0</w:t>
      </w:r>
    </w:p>
    <w:p w14:paraId="2042FC0C" w14:textId="77777777" w:rsidR="006D4449" w:rsidRDefault="006D4449" w:rsidP="006D4449">
      <w:r>
        <w:t>338.3157</w:t>
      </w:r>
      <w:r>
        <w:tab/>
        <w:t>2.025e0</w:t>
      </w:r>
    </w:p>
    <w:p w14:paraId="44CC2CF4" w14:textId="77777777" w:rsidR="006D4449" w:rsidRDefault="006D4449" w:rsidP="006D4449">
      <w:r>
        <w:t>338.3196</w:t>
      </w:r>
      <w:r>
        <w:tab/>
        <w:t>1.013e0</w:t>
      </w:r>
    </w:p>
    <w:p w14:paraId="67E56940" w14:textId="77777777" w:rsidR="006D4449" w:rsidRDefault="006D4449" w:rsidP="006D4449">
      <w:r>
        <w:t>338.3351</w:t>
      </w:r>
      <w:r>
        <w:tab/>
        <w:t>2.025e0</w:t>
      </w:r>
    </w:p>
    <w:p w14:paraId="6703A991" w14:textId="77777777" w:rsidR="006D4449" w:rsidRDefault="006D4449" w:rsidP="006D4449">
      <w:r>
        <w:t>338.3557</w:t>
      </w:r>
      <w:r>
        <w:tab/>
        <w:t>3.038e0</w:t>
      </w:r>
    </w:p>
    <w:p w14:paraId="128D2068" w14:textId="77777777" w:rsidR="006D4449" w:rsidRDefault="006D4449" w:rsidP="006D4449">
      <w:r>
        <w:t>338.3875</w:t>
      </w:r>
      <w:r>
        <w:tab/>
        <w:t>2.025e0</w:t>
      </w:r>
    </w:p>
    <w:p w14:paraId="4B20EB81" w14:textId="77777777" w:rsidR="006D4449" w:rsidRDefault="006D4449" w:rsidP="006D4449">
      <w:r>
        <w:t>338.4178</w:t>
      </w:r>
      <w:r>
        <w:tab/>
        <w:t>1.013e0</w:t>
      </w:r>
    </w:p>
    <w:p w14:paraId="48F796C5" w14:textId="77777777" w:rsidR="006D4449" w:rsidRDefault="006D4449" w:rsidP="006D4449">
      <w:r>
        <w:t>338.4489</w:t>
      </w:r>
      <w:r>
        <w:tab/>
        <w:t>1.013e0</w:t>
      </w:r>
    </w:p>
    <w:p w14:paraId="5D5FD46A" w14:textId="77777777" w:rsidR="006D4449" w:rsidRDefault="006D4449" w:rsidP="006D4449">
      <w:r>
        <w:t>338.4556</w:t>
      </w:r>
      <w:r>
        <w:tab/>
        <w:t>1.013e0</w:t>
      </w:r>
    </w:p>
    <w:p w14:paraId="4064BFF9" w14:textId="77777777" w:rsidR="006D4449" w:rsidRDefault="006D4449" w:rsidP="006D4449">
      <w:r>
        <w:t>338.4602</w:t>
      </w:r>
      <w:r>
        <w:tab/>
        <w:t>1.013e0</w:t>
      </w:r>
    </w:p>
    <w:p w14:paraId="742588A6" w14:textId="77777777" w:rsidR="006D4449" w:rsidRDefault="006D4449" w:rsidP="006D4449">
      <w:r>
        <w:t>338.5145</w:t>
      </w:r>
      <w:r>
        <w:tab/>
        <w:t>2.025e0</w:t>
      </w:r>
    </w:p>
    <w:p w14:paraId="5EF8364C" w14:textId="77777777" w:rsidR="006D4449" w:rsidRDefault="006D4449" w:rsidP="006D4449">
      <w:r>
        <w:t>338.5676</w:t>
      </w:r>
      <w:r>
        <w:tab/>
        <w:t>1.013e0</w:t>
      </w:r>
    </w:p>
    <w:p w14:paraId="7347F452" w14:textId="77777777" w:rsidR="006D4449" w:rsidRDefault="006D4449" w:rsidP="006D4449">
      <w:r>
        <w:t>338.5755</w:t>
      </w:r>
      <w:r>
        <w:tab/>
        <w:t>2.025e0</w:t>
      </w:r>
    </w:p>
    <w:p w14:paraId="2A74F184" w14:textId="77777777" w:rsidR="006D4449" w:rsidRDefault="006D4449" w:rsidP="006D4449">
      <w:r>
        <w:t>338.6167</w:t>
      </w:r>
      <w:r>
        <w:tab/>
        <w:t>1.013e0</w:t>
      </w:r>
    </w:p>
    <w:p w14:paraId="63621504" w14:textId="77777777" w:rsidR="006D4449" w:rsidRDefault="006D4449" w:rsidP="006D4449">
      <w:r>
        <w:t>338.6364</w:t>
      </w:r>
      <w:r>
        <w:tab/>
        <w:t>2.025e0</w:t>
      </w:r>
    </w:p>
    <w:p w14:paraId="44CD1FE8" w14:textId="77777777" w:rsidR="006D4449" w:rsidRDefault="006D4449" w:rsidP="006D4449">
      <w:r>
        <w:t>338.6837</w:t>
      </w:r>
      <w:r>
        <w:tab/>
        <w:t>3.038e0</w:t>
      </w:r>
    </w:p>
    <w:p w14:paraId="0C4DDEE0" w14:textId="77777777" w:rsidR="006D4449" w:rsidRDefault="006D4449" w:rsidP="006D4449">
      <w:r>
        <w:lastRenderedPageBreak/>
        <w:t>338.7096</w:t>
      </w:r>
      <w:r>
        <w:tab/>
        <w:t>1.013e0</w:t>
      </w:r>
    </w:p>
    <w:p w14:paraId="226BF7D1" w14:textId="77777777" w:rsidR="006D4449" w:rsidRDefault="006D4449" w:rsidP="006D4449">
      <w:r>
        <w:t>338.7339</w:t>
      </w:r>
      <w:r>
        <w:tab/>
        <w:t>1.013e0</w:t>
      </w:r>
    </w:p>
    <w:p w14:paraId="230EC87F" w14:textId="77777777" w:rsidR="006D4449" w:rsidRDefault="006D4449" w:rsidP="006D4449">
      <w:r>
        <w:t>338.7489</w:t>
      </w:r>
      <w:r>
        <w:tab/>
        <w:t>1.013e0</w:t>
      </w:r>
    </w:p>
    <w:p w14:paraId="092E7320" w14:textId="77777777" w:rsidR="006D4449" w:rsidRDefault="006D4449" w:rsidP="006D4449">
      <w:r>
        <w:t>338.7522</w:t>
      </w:r>
      <w:r>
        <w:tab/>
        <w:t>1.013e0</w:t>
      </w:r>
    </w:p>
    <w:p w14:paraId="560354EF" w14:textId="77777777" w:rsidR="006D4449" w:rsidRDefault="006D4449" w:rsidP="006D4449">
      <w:r>
        <w:t>338.7536</w:t>
      </w:r>
      <w:r>
        <w:tab/>
        <w:t>1.013e0</w:t>
      </w:r>
    </w:p>
    <w:p w14:paraId="58DE4B82" w14:textId="77777777" w:rsidR="006D4449" w:rsidRDefault="006D4449" w:rsidP="006D4449">
      <w:r>
        <w:t>338.7780</w:t>
      </w:r>
      <w:r>
        <w:tab/>
        <w:t>2.025e0</w:t>
      </w:r>
    </w:p>
    <w:p w14:paraId="6303AFA3" w14:textId="77777777" w:rsidR="006D4449" w:rsidRDefault="006D4449" w:rsidP="006D4449">
      <w:r>
        <w:t>338.8167</w:t>
      </w:r>
      <w:r>
        <w:tab/>
        <w:t>2.025e0</w:t>
      </w:r>
    </w:p>
    <w:p w14:paraId="1F75F242" w14:textId="77777777" w:rsidR="006D4449" w:rsidRDefault="006D4449" w:rsidP="006D4449">
      <w:r>
        <w:t>338.8254</w:t>
      </w:r>
      <w:r>
        <w:tab/>
        <w:t>2.025e0</w:t>
      </w:r>
    </w:p>
    <w:p w14:paraId="0ADB92FD" w14:textId="77777777" w:rsidR="006D4449" w:rsidRDefault="006D4449" w:rsidP="006D4449">
      <w:r>
        <w:t>338.8327</w:t>
      </w:r>
      <w:r>
        <w:tab/>
        <w:t>1.013e0</w:t>
      </w:r>
    </w:p>
    <w:p w14:paraId="24A2B28D" w14:textId="77777777" w:rsidR="006D4449" w:rsidRDefault="006D4449" w:rsidP="006D4449">
      <w:r>
        <w:t>338.9005</w:t>
      </w:r>
      <w:r>
        <w:tab/>
        <w:t>3.576e0</w:t>
      </w:r>
    </w:p>
    <w:p w14:paraId="10A89F5F" w14:textId="77777777" w:rsidR="006D4449" w:rsidRDefault="006D4449" w:rsidP="006D4449">
      <w:r>
        <w:t>338.9050</w:t>
      </w:r>
      <w:r>
        <w:tab/>
        <w:t>1.896e0</w:t>
      </w:r>
    </w:p>
    <w:p w14:paraId="2FF6B250" w14:textId="77777777" w:rsidR="006D4449" w:rsidRDefault="006D4449" w:rsidP="006D4449">
      <w:r>
        <w:t>338.9092</w:t>
      </w:r>
      <w:r>
        <w:tab/>
        <w:t>2.025e0</w:t>
      </w:r>
    </w:p>
    <w:p w14:paraId="262386BF" w14:textId="77777777" w:rsidR="006D4449" w:rsidRDefault="006D4449" w:rsidP="006D4449">
      <w:r>
        <w:t>338.9532</w:t>
      </w:r>
      <w:r>
        <w:tab/>
        <w:t>3.038e0</w:t>
      </w:r>
    </w:p>
    <w:p w14:paraId="3BF52581" w14:textId="77777777" w:rsidR="006D4449" w:rsidRDefault="006D4449" w:rsidP="006D4449">
      <w:r>
        <w:t>338.9703</w:t>
      </w:r>
      <w:r>
        <w:tab/>
        <w:t>2.025e0</w:t>
      </w:r>
    </w:p>
    <w:p w14:paraId="46AC90B7" w14:textId="77777777" w:rsidR="006D4449" w:rsidRDefault="006D4449" w:rsidP="006D4449">
      <w:r>
        <w:t>338.9778</w:t>
      </w:r>
      <w:r>
        <w:tab/>
        <w:t>3.038e0</w:t>
      </w:r>
    </w:p>
    <w:p w14:paraId="6538A7ED" w14:textId="77777777" w:rsidR="006D4449" w:rsidRDefault="006D4449" w:rsidP="006D4449">
      <w:r>
        <w:t>338.9951</w:t>
      </w:r>
      <w:r>
        <w:tab/>
        <w:t>3.038e0</w:t>
      </w:r>
    </w:p>
    <w:p w14:paraId="498F1B12" w14:textId="77777777" w:rsidR="006D4449" w:rsidRDefault="006D4449" w:rsidP="006D4449">
      <w:r>
        <w:t>338.9974</w:t>
      </w:r>
      <w:r>
        <w:tab/>
        <w:t>5.063e0</w:t>
      </w:r>
    </w:p>
    <w:p w14:paraId="120E5191" w14:textId="77777777" w:rsidR="006D4449" w:rsidRDefault="006D4449" w:rsidP="006D4449">
      <w:r>
        <w:t>339.0021</w:t>
      </w:r>
      <w:r>
        <w:tab/>
        <w:t>3.064e0</w:t>
      </w:r>
    </w:p>
    <w:p w14:paraId="4A5BDADA" w14:textId="77777777" w:rsidR="006D4449" w:rsidRDefault="006D4449" w:rsidP="006D4449">
      <w:r>
        <w:t>339.0229</w:t>
      </w:r>
      <w:r>
        <w:tab/>
        <w:t>1.013e0</w:t>
      </w:r>
    </w:p>
    <w:p w14:paraId="40E7B95B" w14:textId="77777777" w:rsidR="006D4449" w:rsidRDefault="006D4449" w:rsidP="006D4449">
      <w:r>
        <w:lastRenderedPageBreak/>
        <w:t>339.0475</w:t>
      </w:r>
      <w:r>
        <w:tab/>
        <w:t>1.013e0</w:t>
      </w:r>
    </w:p>
    <w:p w14:paraId="14BEC1EF" w14:textId="77777777" w:rsidR="006D4449" w:rsidRDefault="006D4449" w:rsidP="006D4449">
      <w:r>
        <w:t>339.0534</w:t>
      </w:r>
      <w:r>
        <w:tab/>
        <w:t>2.025e0</w:t>
      </w:r>
    </w:p>
    <w:p w14:paraId="7522BA8C" w14:textId="77777777" w:rsidR="006D4449" w:rsidRDefault="006D4449" w:rsidP="006D4449">
      <w:r>
        <w:t>339.0932</w:t>
      </w:r>
      <w:r>
        <w:tab/>
        <w:t>4.051e0</w:t>
      </w:r>
    </w:p>
    <w:p w14:paraId="505B8D10" w14:textId="77777777" w:rsidR="006D4449" w:rsidRDefault="006D4449" w:rsidP="006D4449">
      <w:r>
        <w:t>339.1187</w:t>
      </w:r>
      <w:r>
        <w:tab/>
        <w:t>4.051e0</w:t>
      </w:r>
    </w:p>
    <w:p w14:paraId="633F708F" w14:textId="77777777" w:rsidR="006D4449" w:rsidRDefault="006D4449" w:rsidP="006D4449">
      <w:r>
        <w:t>339.1314</w:t>
      </w:r>
      <w:r>
        <w:tab/>
        <w:t>2.025e0</w:t>
      </w:r>
    </w:p>
    <w:p w14:paraId="13CDFE4F" w14:textId="77777777" w:rsidR="006D4449" w:rsidRDefault="006D4449" w:rsidP="006D4449">
      <w:r>
        <w:t>339.1384</w:t>
      </w:r>
      <w:r>
        <w:tab/>
        <w:t>3.038e0</w:t>
      </w:r>
    </w:p>
    <w:p w14:paraId="60A1E6CD" w14:textId="77777777" w:rsidR="006D4449" w:rsidRDefault="006D4449" w:rsidP="006D4449">
      <w:r>
        <w:t>339.1407</w:t>
      </w:r>
      <w:r>
        <w:tab/>
        <w:t>4.364e0</w:t>
      </w:r>
    </w:p>
    <w:p w14:paraId="3E2038F7" w14:textId="77777777" w:rsidR="006D4449" w:rsidRDefault="006D4449" w:rsidP="006D4449">
      <w:r>
        <w:t>339.1859</w:t>
      </w:r>
      <w:r>
        <w:tab/>
        <w:t>3.038e0</w:t>
      </w:r>
    </w:p>
    <w:p w14:paraId="7536242F" w14:textId="77777777" w:rsidR="006D4449" w:rsidRDefault="006D4449" w:rsidP="006D4449">
      <w:r>
        <w:t>339.1908</w:t>
      </w:r>
      <w:r>
        <w:tab/>
        <w:t>2.025e0</w:t>
      </w:r>
    </w:p>
    <w:p w14:paraId="391711B7" w14:textId="77777777" w:rsidR="006D4449" w:rsidRDefault="006D4449" w:rsidP="006D4449">
      <w:r>
        <w:t>339.2095</w:t>
      </w:r>
      <w:r>
        <w:tab/>
        <w:t>2.025e0</w:t>
      </w:r>
    </w:p>
    <w:p w14:paraId="450F7006" w14:textId="77777777" w:rsidR="006D4449" w:rsidRDefault="006D4449" w:rsidP="006D4449">
      <w:r>
        <w:t>339.2321</w:t>
      </w:r>
      <w:r>
        <w:tab/>
        <w:t>2.015e0</w:t>
      </w:r>
    </w:p>
    <w:p w14:paraId="7C496826" w14:textId="77777777" w:rsidR="006D4449" w:rsidRDefault="006D4449" w:rsidP="006D4449">
      <w:r>
        <w:t>339.2509</w:t>
      </w:r>
      <w:r>
        <w:tab/>
        <w:t>2.025e0</w:t>
      </w:r>
    </w:p>
    <w:p w14:paraId="272D6F12" w14:textId="77777777" w:rsidR="006D4449" w:rsidRDefault="006D4449" w:rsidP="006D4449">
      <w:r>
        <w:t>339.2576</w:t>
      </w:r>
      <w:r>
        <w:tab/>
        <w:t>1.013e0</w:t>
      </w:r>
    </w:p>
    <w:p w14:paraId="150AC35C" w14:textId="77777777" w:rsidR="006D4449" w:rsidRDefault="006D4449" w:rsidP="006D4449">
      <w:r>
        <w:t>339.2649</w:t>
      </w:r>
      <w:r>
        <w:tab/>
        <w:t>3.038e0</w:t>
      </w:r>
    </w:p>
    <w:p w14:paraId="58F54E47" w14:textId="77777777" w:rsidR="006D4449" w:rsidRDefault="006D4449" w:rsidP="006D4449">
      <w:r>
        <w:t>339.3002</w:t>
      </w:r>
      <w:r>
        <w:tab/>
        <w:t>1.013e0</w:t>
      </w:r>
    </w:p>
    <w:p w14:paraId="55C8D9ED" w14:textId="77777777" w:rsidR="006D4449" w:rsidRDefault="006D4449" w:rsidP="006D4449">
      <w:r>
        <w:t>339.3063</w:t>
      </w:r>
      <w:r>
        <w:tab/>
        <w:t>1.013e0</w:t>
      </w:r>
    </w:p>
    <w:p w14:paraId="155D34AA" w14:textId="77777777" w:rsidR="006D4449" w:rsidRDefault="006D4449" w:rsidP="006D4449">
      <w:r>
        <w:t>339.3447</w:t>
      </w:r>
      <w:r>
        <w:tab/>
        <w:t>1.013e0</w:t>
      </w:r>
    </w:p>
    <w:p w14:paraId="33BA0FE3" w14:textId="77777777" w:rsidR="006D4449" w:rsidRDefault="006D4449" w:rsidP="006D4449">
      <w:r>
        <w:t>339.3504</w:t>
      </w:r>
      <w:r>
        <w:tab/>
        <w:t>2.025e0</w:t>
      </w:r>
    </w:p>
    <w:p w14:paraId="04003ECD" w14:textId="77777777" w:rsidR="006D4449" w:rsidRDefault="006D4449" w:rsidP="006D4449">
      <w:r>
        <w:t>339.3693</w:t>
      </w:r>
      <w:r>
        <w:tab/>
        <w:t>1.013e0</w:t>
      </w:r>
    </w:p>
    <w:p w14:paraId="1875EEF4" w14:textId="77777777" w:rsidR="006D4449" w:rsidRDefault="006D4449" w:rsidP="006D4449">
      <w:r>
        <w:lastRenderedPageBreak/>
        <w:t>339.3813</w:t>
      </w:r>
      <w:r>
        <w:tab/>
        <w:t>3.038e0</w:t>
      </w:r>
    </w:p>
    <w:p w14:paraId="7F5CCE1E" w14:textId="77777777" w:rsidR="006D4449" w:rsidRDefault="006D4449" w:rsidP="006D4449">
      <w:r>
        <w:t>339.4444</w:t>
      </w:r>
      <w:r>
        <w:tab/>
        <w:t>1.013e0</w:t>
      </w:r>
    </w:p>
    <w:p w14:paraId="265C600B" w14:textId="77777777" w:rsidR="006D4449" w:rsidRDefault="006D4449" w:rsidP="006D4449">
      <w:r>
        <w:t>339.4467</w:t>
      </w:r>
      <w:r>
        <w:tab/>
        <w:t>1.013e0</w:t>
      </w:r>
    </w:p>
    <w:p w14:paraId="40DD4550" w14:textId="77777777" w:rsidR="006D4449" w:rsidRDefault="006D4449" w:rsidP="006D4449">
      <w:r>
        <w:t>339.4541</w:t>
      </w:r>
      <w:r>
        <w:tab/>
        <w:t>1.013e0</w:t>
      </w:r>
    </w:p>
    <w:p w14:paraId="03B8D433" w14:textId="77777777" w:rsidR="006D4449" w:rsidRDefault="006D4449" w:rsidP="006D4449">
      <w:r>
        <w:t>339.4648</w:t>
      </w:r>
      <w:r>
        <w:tab/>
        <w:t>1.013e0</w:t>
      </w:r>
    </w:p>
    <w:p w14:paraId="64B15C9A" w14:textId="77777777" w:rsidR="006D4449" w:rsidRDefault="006D4449" w:rsidP="006D4449">
      <w:r>
        <w:t>339.4880</w:t>
      </w:r>
      <w:r>
        <w:tab/>
        <w:t>1.013e0</w:t>
      </w:r>
    </w:p>
    <w:p w14:paraId="033A6301" w14:textId="77777777" w:rsidR="006D4449" w:rsidRDefault="006D4449" w:rsidP="006D4449">
      <w:r>
        <w:t>339.4920</w:t>
      </w:r>
      <w:r>
        <w:tab/>
        <w:t>1.013e0</w:t>
      </w:r>
    </w:p>
    <w:p w14:paraId="71F4D5C8" w14:textId="77777777" w:rsidR="006D4449" w:rsidRDefault="006D4449" w:rsidP="006D4449">
      <w:r>
        <w:t>339.5502</w:t>
      </w:r>
      <w:r>
        <w:tab/>
        <w:t>1.013e0</w:t>
      </w:r>
    </w:p>
    <w:p w14:paraId="58BA513E" w14:textId="77777777" w:rsidR="006D4449" w:rsidRDefault="006D4449" w:rsidP="006D4449">
      <w:r>
        <w:t>339.5516</w:t>
      </w:r>
      <w:r>
        <w:tab/>
        <w:t>1.013e0</w:t>
      </w:r>
    </w:p>
    <w:p w14:paraId="7ECBA48A" w14:textId="77777777" w:rsidR="006D4449" w:rsidRDefault="006D4449" w:rsidP="006D4449">
      <w:r>
        <w:t>339.5881</w:t>
      </w:r>
      <w:r>
        <w:tab/>
        <w:t>2.025e0</w:t>
      </w:r>
    </w:p>
    <w:p w14:paraId="65744D59" w14:textId="77777777" w:rsidR="006D4449" w:rsidRDefault="006D4449" w:rsidP="006D4449">
      <w:r>
        <w:t>339.5931</w:t>
      </w:r>
      <w:r>
        <w:tab/>
        <w:t>2.310e0</w:t>
      </w:r>
    </w:p>
    <w:p w14:paraId="39C83C0E" w14:textId="77777777" w:rsidR="006D4449" w:rsidRDefault="006D4449" w:rsidP="006D4449">
      <w:r>
        <w:t>339.5950</w:t>
      </w:r>
      <w:r>
        <w:tab/>
        <w:t>2.025e0</w:t>
      </w:r>
    </w:p>
    <w:p w14:paraId="51B4AE11" w14:textId="77777777" w:rsidR="006D4449" w:rsidRDefault="006D4449" w:rsidP="006D4449">
      <w:r>
        <w:t>339.6065</w:t>
      </w:r>
      <w:r>
        <w:tab/>
        <w:t>1.013e0</w:t>
      </w:r>
    </w:p>
    <w:p w14:paraId="1B8698DF" w14:textId="77777777" w:rsidR="006D4449" w:rsidRDefault="006D4449" w:rsidP="006D4449">
      <w:r>
        <w:t>339.6188</w:t>
      </w:r>
      <w:r>
        <w:tab/>
        <w:t>1.013e0</w:t>
      </w:r>
    </w:p>
    <w:p w14:paraId="15A35C8F" w14:textId="77777777" w:rsidR="006D4449" w:rsidRDefault="006D4449" w:rsidP="006D4449">
      <w:r>
        <w:t>339.6202</w:t>
      </w:r>
      <w:r>
        <w:tab/>
        <w:t>2.025e0</w:t>
      </w:r>
    </w:p>
    <w:p w14:paraId="3722A09C" w14:textId="77777777" w:rsidR="006D4449" w:rsidRDefault="006D4449" w:rsidP="006D4449">
      <w:r>
        <w:t>339.6355</w:t>
      </w:r>
      <w:r>
        <w:tab/>
        <w:t>1.013e0</w:t>
      </w:r>
    </w:p>
    <w:p w14:paraId="46783F29" w14:textId="77777777" w:rsidR="006D4449" w:rsidRDefault="006D4449" w:rsidP="006D4449">
      <w:r>
        <w:t>339.6472</w:t>
      </w:r>
      <w:r>
        <w:tab/>
        <w:t>2.025e0</w:t>
      </w:r>
    </w:p>
    <w:p w14:paraId="0E1BF478" w14:textId="77777777" w:rsidR="006D4449" w:rsidRDefault="006D4449" w:rsidP="006D4449">
      <w:r>
        <w:t>339.6512</w:t>
      </w:r>
      <w:r>
        <w:tab/>
        <w:t>2.025e0</w:t>
      </w:r>
    </w:p>
    <w:p w14:paraId="617E5AA3" w14:textId="77777777" w:rsidR="006D4449" w:rsidRDefault="006D4449" w:rsidP="006D4449">
      <w:r>
        <w:t>339.7041</w:t>
      </w:r>
      <w:r>
        <w:tab/>
        <w:t>1.013e0</w:t>
      </w:r>
    </w:p>
    <w:p w14:paraId="4767FE26" w14:textId="77777777" w:rsidR="006D4449" w:rsidRDefault="006D4449" w:rsidP="006D4449">
      <w:r>
        <w:lastRenderedPageBreak/>
        <w:t>339.7463</w:t>
      </w:r>
      <w:r>
        <w:tab/>
        <w:t>4.051e0</w:t>
      </w:r>
    </w:p>
    <w:p w14:paraId="7B8DD6F6" w14:textId="77777777" w:rsidR="006D4449" w:rsidRDefault="006D4449" w:rsidP="006D4449">
      <w:r>
        <w:t>339.7656</w:t>
      </w:r>
      <w:r>
        <w:tab/>
        <w:t>2.025e0</w:t>
      </w:r>
    </w:p>
    <w:p w14:paraId="0B7C8F6F" w14:textId="77777777" w:rsidR="006D4449" w:rsidRDefault="006D4449" w:rsidP="006D4449">
      <w:r>
        <w:t>339.8167</w:t>
      </w:r>
      <w:r>
        <w:tab/>
        <w:t>1.013e0</w:t>
      </w:r>
    </w:p>
    <w:p w14:paraId="449756BD" w14:textId="77777777" w:rsidR="006D4449" w:rsidRDefault="006D4449" w:rsidP="006D4449">
      <w:r>
        <w:t>339.8358</w:t>
      </w:r>
      <w:r>
        <w:tab/>
        <w:t>1.013e0</w:t>
      </w:r>
    </w:p>
    <w:p w14:paraId="7CE75A16" w14:textId="77777777" w:rsidR="006D4449" w:rsidRDefault="006D4449" w:rsidP="006D4449">
      <w:r>
        <w:t>339.8452</w:t>
      </w:r>
      <w:r>
        <w:tab/>
        <w:t>1.013e0</w:t>
      </w:r>
    </w:p>
    <w:p w14:paraId="5277FE7E" w14:textId="77777777" w:rsidR="006D4449" w:rsidRDefault="006D4449" w:rsidP="006D4449">
      <w:r>
        <w:t>339.8726</w:t>
      </w:r>
      <w:r>
        <w:tab/>
        <w:t>2.974e0</w:t>
      </w:r>
    </w:p>
    <w:p w14:paraId="606B1564" w14:textId="77777777" w:rsidR="006D4449" w:rsidRDefault="006D4449" w:rsidP="006D4449">
      <w:r>
        <w:t>339.8746</w:t>
      </w:r>
      <w:r>
        <w:tab/>
        <w:t>2.025e0</w:t>
      </w:r>
    </w:p>
    <w:p w14:paraId="07209392" w14:textId="77777777" w:rsidR="006D4449" w:rsidRDefault="006D4449" w:rsidP="006D4449">
      <w:r>
        <w:t>339.8811</w:t>
      </w:r>
      <w:r>
        <w:tab/>
        <w:t>1.013e0</w:t>
      </w:r>
    </w:p>
    <w:p w14:paraId="07C9ED48" w14:textId="77777777" w:rsidR="006D4449" w:rsidRDefault="006D4449" w:rsidP="006D4449">
      <w:r>
        <w:t>339.9032</w:t>
      </w:r>
      <w:r>
        <w:tab/>
        <w:t>2.025e0</w:t>
      </w:r>
    </w:p>
    <w:p w14:paraId="68A0A132" w14:textId="77777777" w:rsidR="006D4449" w:rsidRDefault="006D4449" w:rsidP="006D4449">
      <w:r>
        <w:t>339.9238</w:t>
      </w:r>
      <w:r>
        <w:tab/>
        <w:t>1.961e0</w:t>
      </w:r>
    </w:p>
    <w:p w14:paraId="7554E449" w14:textId="77777777" w:rsidR="006D4449" w:rsidRDefault="006D4449" w:rsidP="006D4449">
      <w:r>
        <w:t>339.9414</w:t>
      </w:r>
      <w:r>
        <w:tab/>
        <w:t>2.025e0</w:t>
      </w:r>
    </w:p>
    <w:p w14:paraId="54C6BEA7" w14:textId="77777777" w:rsidR="006D4449" w:rsidRDefault="006D4449" w:rsidP="006D4449">
      <w:r>
        <w:t>339.9426</w:t>
      </w:r>
      <w:r>
        <w:tab/>
        <w:t>2.025e0</w:t>
      </w:r>
    </w:p>
    <w:p w14:paraId="678CE981" w14:textId="77777777" w:rsidR="006D4449" w:rsidRDefault="006D4449" w:rsidP="006D4449">
      <w:r>
        <w:t>339.9539</w:t>
      </w:r>
      <w:r>
        <w:tab/>
        <w:t>4.051e0</w:t>
      </w:r>
    </w:p>
    <w:p w14:paraId="23E6D5BA" w14:textId="77777777" w:rsidR="006D4449" w:rsidRDefault="006D4449" w:rsidP="006D4449">
      <w:r>
        <w:t>339.9726</w:t>
      </w:r>
      <w:r>
        <w:tab/>
        <w:t>1.013e0</w:t>
      </w:r>
    </w:p>
    <w:p w14:paraId="69A20E92" w14:textId="77777777" w:rsidR="006D4449" w:rsidRDefault="006D4449" w:rsidP="006D4449">
      <w:r>
        <w:t>339.9773</w:t>
      </w:r>
      <w:r>
        <w:tab/>
        <w:t>3.038e0</w:t>
      </w:r>
    </w:p>
    <w:p w14:paraId="0915D441" w14:textId="77777777" w:rsidR="006D4449" w:rsidRDefault="006D4449" w:rsidP="006D4449">
      <w:r>
        <w:t>340.0377</w:t>
      </w:r>
      <w:r>
        <w:tab/>
        <w:t>1.013e0</w:t>
      </w:r>
    </w:p>
    <w:p w14:paraId="257C7398" w14:textId="77777777" w:rsidR="006D4449" w:rsidRDefault="006D4449" w:rsidP="006D4449">
      <w:r>
        <w:t>340.0410</w:t>
      </w:r>
      <w:r>
        <w:tab/>
        <w:t>3.038e0</w:t>
      </w:r>
    </w:p>
    <w:p w14:paraId="326B479D" w14:textId="77777777" w:rsidR="006D4449" w:rsidRDefault="006D4449" w:rsidP="006D4449">
      <w:r>
        <w:t>340.1155</w:t>
      </w:r>
      <w:r>
        <w:tab/>
        <w:t>1.013e0</w:t>
      </w:r>
    </w:p>
    <w:p w14:paraId="58A7311E" w14:textId="77777777" w:rsidR="006D4449" w:rsidRDefault="006D4449" w:rsidP="006D4449">
      <w:r>
        <w:t>340.1310</w:t>
      </w:r>
      <w:r>
        <w:tab/>
        <w:t>3.038e0</w:t>
      </w:r>
    </w:p>
    <w:p w14:paraId="211438FF" w14:textId="77777777" w:rsidR="006D4449" w:rsidRDefault="006D4449" w:rsidP="006D4449">
      <w:r>
        <w:lastRenderedPageBreak/>
        <w:t>340.1385</w:t>
      </w:r>
      <w:r>
        <w:tab/>
        <w:t>2.025e0</w:t>
      </w:r>
    </w:p>
    <w:p w14:paraId="1FDB5419" w14:textId="77777777" w:rsidR="006D4449" w:rsidRDefault="006D4449" w:rsidP="006D4449">
      <w:r>
        <w:t>340.1439</w:t>
      </w:r>
      <w:r>
        <w:tab/>
        <w:t>1.013e0</w:t>
      </w:r>
    </w:p>
    <w:p w14:paraId="3C36052B" w14:textId="77777777" w:rsidR="006D4449" w:rsidRDefault="006D4449" w:rsidP="006D4449">
      <w:r>
        <w:t>340.1489</w:t>
      </w:r>
      <w:r>
        <w:tab/>
        <w:t>4.051e0</w:t>
      </w:r>
    </w:p>
    <w:p w14:paraId="7F712466" w14:textId="77777777" w:rsidR="006D4449" w:rsidRDefault="006D4449" w:rsidP="006D4449">
      <w:r>
        <w:t>340.1727</w:t>
      </w:r>
      <w:r>
        <w:tab/>
        <w:t>2.025e0</w:t>
      </w:r>
    </w:p>
    <w:p w14:paraId="328E5ED5" w14:textId="77777777" w:rsidR="006D4449" w:rsidRDefault="006D4449" w:rsidP="006D4449">
      <w:r>
        <w:t>340.1741</w:t>
      </w:r>
      <w:r>
        <w:tab/>
        <w:t>1.013e0</w:t>
      </w:r>
    </w:p>
    <w:p w14:paraId="1AD8DBEF" w14:textId="77777777" w:rsidR="006D4449" w:rsidRDefault="006D4449" w:rsidP="006D4449">
      <w:r>
        <w:t>340.1986</w:t>
      </w:r>
      <w:r>
        <w:tab/>
        <w:t>1.013e0</w:t>
      </w:r>
    </w:p>
    <w:p w14:paraId="0C7A2F67" w14:textId="77777777" w:rsidR="006D4449" w:rsidRDefault="006D4449" w:rsidP="006D4449">
      <w:r>
        <w:t>340.2000</w:t>
      </w:r>
      <w:r>
        <w:tab/>
        <w:t>2.025e0</w:t>
      </w:r>
    </w:p>
    <w:p w14:paraId="46793226" w14:textId="77777777" w:rsidR="006D4449" w:rsidRDefault="006D4449" w:rsidP="006D4449">
      <w:r>
        <w:t>340.2021</w:t>
      </w:r>
      <w:r>
        <w:tab/>
        <w:t>2.025e0</w:t>
      </w:r>
    </w:p>
    <w:p w14:paraId="3285AA55" w14:textId="77777777" w:rsidR="006D4449" w:rsidRDefault="006D4449" w:rsidP="006D4449">
      <w:r>
        <w:t>340.2246</w:t>
      </w:r>
      <w:r>
        <w:tab/>
        <w:t>3.038e0</w:t>
      </w:r>
    </w:p>
    <w:p w14:paraId="4CE44024" w14:textId="77777777" w:rsidR="006D4449" w:rsidRDefault="006D4449" w:rsidP="006D4449">
      <w:r>
        <w:t>340.2524</w:t>
      </w:r>
      <w:r>
        <w:tab/>
        <w:t>3.038e0</w:t>
      </w:r>
    </w:p>
    <w:p w14:paraId="6B7D86EF" w14:textId="77777777" w:rsidR="006D4449" w:rsidRDefault="006D4449" w:rsidP="006D4449">
      <w:r>
        <w:t>340.2542</w:t>
      </w:r>
      <w:r>
        <w:tab/>
        <w:t>5.818e0</w:t>
      </w:r>
    </w:p>
    <w:p w14:paraId="49AE6134" w14:textId="77777777" w:rsidR="006D4449" w:rsidRDefault="006D4449" w:rsidP="006D4449">
      <w:r>
        <w:t>340.2981</w:t>
      </w:r>
      <w:r>
        <w:tab/>
        <w:t>4.836e0</w:t>
      </w:r>
    </w:p>
    <w:p w14:paraId="41D3F4C3" w14:textId="77777777" w:rsidR="006D4449" w:rsidRDefault="006D4449" w:rsidP="006D4449">
      <w:r>
        <w:t>340.3105</w:t>
      </w:r>
      <w:r>
        <w:tab/>
        <w:t>1.013e0</w:t>
      </w:r>
    </w:p>
    <w:p w14:paraId="7B61B3C1" w14:textId="77777777" w:rsidR="006D4449" w:rsidRDefault="006D4449" w:rsidP="006D4449">
      <w:r>
        <w:t>340.3208</w:t>
      </w:r>
      <w:r>
        <w:tab/>
        <w:t>1.013e0</w:t>
      </w:r>
    </w:p>
    <w:p w14:paraId="6E39E7ED" w14:textId="77777777" w:rsidR="006D4449" w:rsidRDefault="006D4449" w:rsidP="006D4449">
      <w:r>
        <w:t>340.3221</w:t>
      </w:r>
      <w:r>
        <w:tab/>
        <w:t>2.025e0</w:t>
      </w:r>
    </w:p>
    <w:p w14:paraId="3E834FD5" w14:textId="77777777" w:rsidR="006D4449" w:rsidRDefault="006D4449" w:rsidP="006D4449">
      <w:r>
        <w:t>340.3342</w:t>
      </w:r>
      <w:r>
        <w:tab/>
        <w:t>2.025e0</w:t>
      </w:r>
    </w:p>
    <w:p w14:paraId="4E9A6509" w14:textId="77777777" w:rsidR="006D4449" w:rsidRDefault="006D4449" w:rsidP="006D4449">
      <w:r>
        <w:t>340.3518</w:t>
      </w:r>
      <w:r>
        <w:tab/>
        <w:t>4.051e0</w:t>
      </w:r>
    </w:p>
    <w:p w14:paraId="1422EF20" w14:textId="77777777" w:rsidR="006D4449" w:rsidRDefault="006D4449" w:rsidP="006D4449">
      <w:r>
        <w:t>340.3696</w:t>
      </w:r>
      <w:r>
        <w:tab/>
        <w:t>2.025e0</w:t>
      </w:r>
    </w:p>
    <w:p w14:paraId="1B3C64D6" w14:textId="77777777" w:rsidR="006D4449" w:rsidRDefault="006D4449" w:rsidP="006D4449">
      <w:r>
        <w:t>340.4017</w:t>
      </w:r>
      <w:r>
        <w:tab/>
        <w:t>2.025e0</w:t>
      </w:r>
    </w:p>
    <w:p w14:paraId="76F520C8" w14:textId="77777777" w:rsidR="006D4449" w:rsidRDefault="006D4449" w:rsidP="006D4449">
      <w:r>
        <w:lastRenderedPageBreak/>
        <w:t>340.4062</w:t>
      </w:r>
      <w:r>
        <w:tab/>
        <w:t>2.025e0</w:t>
      </w:r>
    </w:p>
    <w:p w14:paraId="34F79DF4" w14:textId="77777777" w:rsidR="006D4449" w:rsidRDefault="006D4449" w:rsidP="006D4449">
      <w:r>
        <w:t>340.4171</w:t>
      </w:r>
      <w:r>
        <w:tab/>
        <w:t>1.013e0</w:t>
      </w:r>
    </w:p>
    <w:p w14:paraId="1A7378E1" w14:textId="77777777" w:rsidR="006D4449" w:rsidRDefault="006D4449" w:rsidP="006D4449">
      <w:r>
        <w:t>340.4193</w:t>
      </w:r>
      <w:r>
        <w:tab/>
        <w:t>2.025e0</w:t>
      </w:r>
    </w:p>
    <w:p w14:paraId="5AF0FE0B" w14:textId="77777777" w:rsidR="006D4449" w:rsidRDefault="006D4449" w:rsidP="006D4449">
      <w:r>
        <w:t>340.4865</w:t>
      </w:r>
      <w:r>
        <w:tab/>
        <w:t>1.013e0</w:t>
      </w:r>
    </w:p>
    <w:p w14:paraId="6A4ECF93" w14:textId="77777777" w:rsidR="006D4449" w:rsidRDefault="006D4449" w:rsidP="006D4449">
      <w:r>
        <w:t>340.4921</w:t>
      </w:r>
      <w:r>
        <w:tab/>
        <w:t>2.025e0</w:t>
      </w:r>
    </w:p>
    <w:p w14:paraId="6C7E2399" w14:textId="77777777" w:rsidR="006D4449" w:rsidRDefault="006D4449" w:rsidP="006D4449">
      <w:r>
        <w:t>340.5041</w:t>
      </w:r>
      <w:r>
        <w:tab/>
        <w:t>1.013e0</w:t>
      </w:r>
    </w:p>
    <w:p w14:paraId="3E28A5AF" w14:textId="77777777" w:rsidR="006D4449" w:rsidRDefault="006D4449" w:rsidP="006D4449">
      <w:r>
        <w:t>340.5186</w:t>
      </w:r>
      <w:r>
        <w:tab/>
        <w:t>2.025e0</w:t>
      </w:r>
    </w:p>
    <w:p w14:paraId="38690337" w14:textId="77777777" w:rsidR="006D4449" w:rsidRDefault="006D4449" w:rsidP="006D4449">
      <w:r>
        <w:t>340.5247</w:t>
      </w:r>
      <w:r>
        <w:tab/>
        <w:t>2.025e0</w:t>
      </w:r>
    </w:p>
    <w:p w14:paraId="2FAD2A40" w14:textId="77777777" w:rsidR="006D4449" w:rsidRDefault="006D4449" w:rsidP="006D4449">
      <w:r>
        <w:t>340.5331</w:t>
      </w:r>
      <w:r>
        <w:tab/>
        <w:t>1.013e0</w:t>
      </w:r>
    </w:p>
    <w:p w14:paraId="213AA7DA" w14:textId="77777777" w:rsidR="006D4449" w:rsidRDefault="006D4449" w:rsidP="006D4449">
      <w:r>
        <w:t>340.5808</w:t>
      </w:r>
      <w:r>
        <w:tab/>
        <w:t>1.013e0</w:t>
      </w:r>
    </w:p>
    <w:p w14:paraId="62461E6D" w14:textId="77777777" w:rsidR="006D4449" w:rsidRDefault="006D4449" w:rsidP="006D4449">
      <w:r>
        <w:t>340.5887</w:t>
      </w:r>
      <w:r>
        <w:tab/>
        <w:t>1.013e0</w:t>
      </w:r>
    </w:p>
    <w:p w14:paraId="370A1955" w14:textId="77777777" w:rsidR="006D4449" w:rsidRDefault="006D4449" w:rsidP="006D4449">
      <w:r>
        <w:t>340.6742</w:t>
      </w:r>
      <w:r>
        <w:tab/>
        <w:t>2.025e0</w:t>
      </w:r>
    </w:p>
    <w:p w14:paraId="197AB4A3" w14:textId="77777777" w:rsidR="006D4449" w:rsidRDefault="006D4449" w:rsidP="006D4449">
      <w:r>
        <w:t>340.6753</w:t>
      </w:r>
      <w:r>
        <w:tab/>
        <w:t>1.013e0</w:t>
      </w:r>
    </w:p>
    <w:p w14:paraId="13709421" w14:textId="77777777" w:rsidR="006D4449" w:rsidRDefault="006D4449" w:rsidP="006D4449">
      <w:r>
        <w:t>340.6983</w:t>
      </w:r>
      <w:r>
        <w:tab/>
        <w:t>1.013e0</w:t>
      </w:r>
    </w:p>
    <w:p w14:paraId="60EF7154" w14:textId="77777777" w:rsidR="006D4449" w:rsidRDefault="006D4449" w:rsidP="006D4449">
      <w:r>
        <w:t>340.7019</w:t>
      </w:r>
      <w:r>
        <w:tab/>
        <w:t>2.025e0</w:t>
      </w:r>
    </w:p>
    <w:p w14:paraId="5CDB9E52" w14:textId="77777777" w:rsidR="006D4449" w:rsidRDefault="006D4449" w:rsidP="006D4449">
      <w:r>
        <w:t>340.7671</w:t>
      </w:r>
      <w:r>
        <w:tab/>
        <w:t>1.013e0</w:t>
      </w:r>
    </w:p>
    <w:p w14:paraId="7055A4D3" w14:textId="77777777" w:rsidR="006D4449" w:rsidRDefault="006D4449" w:rsidP="006D4449">
      <w:r>
        <w:t>340.7807</w:t>
      </w:r>
      <w:r>
        <w:tab/>
        <w:t>2.025e0</w:t>
      </w:r>
    </w:p>
    <w:p w14:paraId="20A12838" w14:textId="77777777" w:rsidR="006D4449" w:rsidRDefault="006D4449" w:rsidP="006D4449">
      <w:r>
        <w:t>340.7899</w:t>
      </w:r>
      <w:r>
        <w:tab/>
        <w:t>2.025e0</w:t>
      </w:r>
    </w:p>
    <w:p w14:paraId="61909FAB" w14:textId="77777777" w:rsidR="006D4449" w:rsidRDefault="006D4449" w:rsidP="006D4449">
      <w:r>
        <w:t>340.8073</w:t>
      </w:r>
      <w:r>
        <w:tab/>
        <w:t>1.013e0</w:t>
      </w:r>
    </w:p>
    <w:p w14:paraId="044A4D39" w14:textId="77777777" w:rsidR="006D4449" w:rsidRDefault="006D4449" w:rsidP="006D4449">
      <w:r>
        <w:lastRenderedPageBreak/>
        <w:t>340.8282</w:t>
      </w:r>
      <w:r>
        <w:tab/>
        <w:t>1.013e0</w:t>
      </w:r>
    </w:p>
    <w:p w14:paraId="31813EFA" w14:textId="77777777" w:rsidR="006D4449" w:rsidRDefault="006D4449" w:rsidP="006D4449">
      <w:r>
        <w:t>340.8550</w:t>
      </w:r>
      <w:r>
        <w:tab/>
        <w:t>1.013e0</w:t>
      </w:r>
    </w:p>
    <w:p w14:paraId="4659CA4C" w14:textId="77777777" w:rsidR="006D4449" w:rsidRDefault="006D4449" w:rsidP="006D4449">
      <w:r>
        <w:t>340.8895</w:t>
      </w:r>
      <w:r>
        <w:tab/>
        <w:t>1.013e0</w:t>
      </w:r>
    </w:p>
    <w:p w14:paraId="7DB29867" w14:textId="77777777" w:rsidR="006D4449" w:rsidRDefault="006D4449" w:rsidP="006D4449">
      <w:r>
        <w:t>340.8941</w:t>
      </w:r>
      <w:r>
        <w:tab/>
        <w:t>1.013e0</w:t>
      </w:r>
    </w:p>
    <w:p w14:paraId="478D9C9B" w14:textId="77777777" w:rsidR="006D4449" w:rsidRDefault="006D4449" w:rsidP="006D4449">
      <w:r>
        <w:t>340.8990</w:t>
      </w:r>
      <w:r>
        <w:tab/>
        <w:t>2.025e0</w:t>
      </w:r>
    </w:p>
    <w:p w14:paraId="1EBDC372" w14:textId="77777777" w:rsidR="006D4449" w:rsidRDefault="006D4449" w:rsidP="006D4449">
      <w:r>
        <w:t>340.9140</w:t>
      </w:r>
      <w:r>
        <w:tab/>
        <w:t>2.025e0</w:t>
      </w:r>
    </w:p>
    <w:p w14:paraId="70FFBDC9" w14:textId="77777777" w:rsidR="006D4449" w:rsidRDefault="006D4449" w:rsidP="006D4449">
      <w:r>
        <w:t>340.9583</w:t>
      </w:r>
      <w:r>
        <w:tab/>
        <w:t>4.051e0</w:t>
      </w:r>
    </w:p>
    <w:p w14:paraId="1E20ABE7" w14:textId="77777777" w:rsidR="006D4449" w:rsidRDefault="006D4449" w:rsidP="006D4449">
      <w:r>
        <w:t>340.9691</w:t>
      </w:r>
      <w:r>
        <w:tab/>
        <w:t>2.025e0</w:t>
      </w:r>
    </w:p>
    <w:p w14:paraId="666F7556" w14:textId="77777777" w:rsidR="006D4449" w:rsidRDefault="006D4449" w:rsidP="006D4449">
      <w:r>
        <w:t>340.9820</w:t>
      </w:r>
      <w:r>
        <w:tab/>
        <w:t>1.013e0</w:t>
      </w:r>
    </w:p>
    <w:p w14:paraId="5CF55BD4" w14:textId="77777777" w:rsidR="006D4449" w:rsidRDefault="006D4449" w:rsidP="006D4449">
      <w:r>
        <w:t>340.9910</w:t>
      </w:r>
      <w:r>
        <w:tab/>
        <w:t>2.025e0</w:t>
      </w:r>
    </w:p>
    <w:p w14:paraId="4BD0A9F5" w14:textId="77777777" w:rsidR="006D4449" w:rsidRDefault="006D4449" w:rsidP="006D4449">
      <w:r>
        <w:t>341.0005</w:t>
      </w:r>
      <w:r>
        <w:tab/>
        <w:t>3.038e0</w:t>
      </w:r>
    </w:p>
    <w:p w14:paraId="1F1502F5" w14:textId="77777777" w:rsidR="006D4449" w:rsidRDefault="006D4449" w:rsidP="006D4449">
      <w:r>
        <w:t>341.0425</w:t>
      </w:r>
      <w:r>
        <w:tab/>
        <w:t>1.013e0</w:t>
      </w:r>
    </w:p>
    <w:p w14:paraId="041F3A83" w14:textId="77777777" w:rsidR="006D4449" w:rsidRDefault="006D4449" w:rsidP="006D4449">
      <w:r>
        <w:t>341.0486</w:t>
      </w:r>
      <w:r>
        <w:tab/>
        <w:t>1.013e0</w:t>
      </w:r>
    </w:p>
    <w:p w14:paraId="3D146E56" w14:textId="77777777" w:rsidR="006D4449" w:rsidRDefault="006D4449" w:rsidP="006D4449">
      <w:r>
        <w:t>341.0646</w:t>
      </w:r>
      <w:r>
        <w:tab/>
        <w:t>2.025e0</w:t>
      </w:r>
    </w:p>
    <w:p w14:paraId="53D99C4D" w14:textId="77777777" w:rsidR="006D4449" w:rsidRDefault="006D4449" w:rsidP="006D4449">
      <w:r>
        <w:t>341.1047</w:t>
      </w:r>
      <w:r>
        <w:tab/>
        <w:t>5.063e0</w:t>
      </w:r>
    </w:p>
    <w:p w14:paraId="5E4E259D" w14:textId="77777777" w:rsidR="006D4449" w:rsidRDefault="006D4449" w:rsidP="006D4449">
      <w:r>
        <w:t>341.1071</w:t>
      </w:r>
      <w:r>
        <w:tab/>
        <w:t>2.322e0</w:t>
      </w:r>
    </w:p>
    <w:p w14:paraId="7705EA99" w14:textId="77777777" w:rsidR="006D4449" w:rsidRDefault="006D4449" w:rsidP="006D4449">
      <w:r>
        <w:t>341.1382</w:t>
      </w:r>
      <w:r>
        <w:tab/>
        <w:t>2.025e0</w:t>
      </w:r>
    </w:p>
    <w:p w14:paraId="3905E55F" w14:textId="77777777" w:rsidR="006D4449" w:rsidRDefault="006D4449" w:rsidP="006D4449">
      <w:r>
        <w:t>341.1396</w:t>
      </w:r>
      <w:r>
        <w:tab/>
        <w:t>1.036e1</w:t>
      </w:r>
    </w:p>
    <w:p w14:paraId="323D35AB" w14:textId="77777777" w:rsidR="006D4449" w:rsidRDefault="006D4449" w:rsidP="006D4449">
      <w:r>
        <w:t>341.1500</w:t>
      </w:r>
      <w:r>
        <w:tab/>
        <w:t>2.025e0</w:t>
      </w:r>
    </w:p>
    <w:p w14:paraId="7140B7E3" w14:textId="77777777" w:rsidR="006D4449" w:rsidRDefault="006D4449" w:rsidP="006D4449">
      <w:r>
        <w:lastRenderedPageBreak/>
        <w:t>341.1548</w:t>
      </w:r>
      <w:r>
        <w:tab/>
        <w:t>6.076e0</w:t>
      </w:r>
    </w:p>
    <w:p w14:paraId="5ADB6657" w14:textId="77777777" w:rsidR="006D4449" w:rsidRDefault="006D4449" w:rsidP="006D4449">
      <w:r>
        <w:t>341.1785</w:t>
      </w:r>
      <w:r>
        <w:tab/>
        <w:t>5.063e0</w:t>
      </w:r>
    </w:p>
    <w:p w14:paraId="2DF20095" w14:textId="77777777" w:rsidR="006D4449" w:rsidRDefault="006D4449" w:rsidP="006D4449">
      <w:r>
        <w:t>341.1818</w:t>
      </w:r>
      <w:r>
        <w:tab/>
        <w:t>3.038e0</w:t>
      </w:r>
    </w:p>
    <w:p w14:paraId="380D19F6" w14:textId="77777777" w:rsidR="006D4449" w:rsidRDefault="006D4449" w:rsidP="006D4449">
      <w:r>
        <w:t>341.1834</w:t>
      </w:r>
      <w:r>
        <w:tab/>
        <w:t>4.542e0</w:t>
      </w:r>
    </w:p>
    <w:p w14:paraId="69A9D74B" w14:textId="77777777" w:rsidR="006D4449" w:rsidRDefault="006D4449" w:rsidP="006D4449">
      <w:r>
        <w:t>341.1944</w:t>
      </w:r>
      <w:r>
        <w:tab/>
        <w:t>4.051e0</w:t>
      </w:r>
    </w:p>
    <w:p w14:paraId="33B54BC9" w14:textId="77777777" w:rsidR="006D4449" w:rsidRDefault="006D4449" w:rsidP="006D4449">
      <w:r>
        <w:t>341.2047</w:t>
      </w:r>
      <w:r>
        <w:tab/>
        <w:t>1.013e0</w:t>
      </w:r>
    </w:p>
    <w:p w14:paraId="4D293B4E" w14:textId="77777777" w:rsidR="006D4449" w:rsidRDefault="006D4449" w:rsidP="006D4449">
      <w:r>
        <w:t>341.2179</w:t>
      </w:r>
      <w:r>
        <w:tab/>
        <w:t>2.521e0</w:t>
      </w:r>
    </w:p>
    <w:p w14:paraId="41D4FEA5" w14:textId="77777777" w:rsidR="006D4449" w:rsidRDefault="006D4449" w:rsidP="006D4449">
      <w:r>
        <w:t>341.2622</w:t>
      </w:r>
      <w:r>
        <w:tab/>
        <w:t>6.564e0</w:t>
      </w:r>
    </w:p>
    <w:p w14:paraId="2339DB95" w14:textId="77777777" w:rsidR="006D4449" w:rsidRDefault="006D4449" w:rsidP="006D4449">
      <w:r>
        <w:t>341.2661</w:t>
      </w:r>
      <w:r>
        <w:tab/>
        <w:t>3.038e0</w:t>
      </w:r>
    </w:p>
    <w:p w14:paraId="7DA99C39" w14:textId="77777777" w:rsidR="006D4449" w:rsidRDefault="006D4449" w:rsidP="006D4449">
      <w:r>
        <w:t>341.2738</w:t>
      </w:r>
      <w:r>
        <w:tab/>
        <w:t>5.063e0</w:t>
      </w:r>
    </w:p>
    <w:p w14:paraId="6EDB2047" w14:textId="77777777" w:rsidR="006D4449" w:rsidRDefault="006D4449" w:rsidP="006D4449">
      <w:r>
        <w:t>341.2769</w:t>
      </w:r>
      <w:r>
        <w:tab/>
        <w:t>6.076e0</w:t>
      </w:r>
    </w:p>
    <w:p w14:paraId="67724172" w14:textId="77777777" w:rsidR="006D4449" w:rsidRDefault="006D4449" w:rsidP="006D4449">
      <w:r>
        <w:t>341.2976</w:t>
      </w:r>
      <w:r>
        <w:tab/>
        <w:t>2.025e0</w:t>
      </w:r>
    </w:p>
    <w:p w14:paraId="2545A3C8" w14:textId="77777777" w:rsidR="006D4449" w:rsidRDefault="006D4449" w:rsidP="006D4449">
      <w:r>
        <w:t>341.3026</w:t>
      </w:r>
      <w:r>
        <w:tab/>
        <w:t>2.025e0</w:t>
      </w:r>
    </w:p>
    <w:p w14:paraId="7BA902AC" w14:textId="77777777" w:rsidR="006D4449" w:rsidRDefault="006D4449" w:rsidP="006D4449">
      <w:r>
        <w:t>341.3426</w:t>
      </w:r>
      <w:r>
        <w:tab/>
        <w:t>1.013e0</w:t>
      </w:r>
    </w:p>
    <w:p w14:paraId="1DD88A94" w14:textId="77777777" w:rsidR="006D4449" w:rsidRDefault="006D4449" w:rsidP="006D4449">
      <w:r>
        <w:t>341.3807</w:t>
      </w:r>
      <w:r>
        <w:tab/>
        <w:t>1.013e0</w:t>
      </w:r>
    </w:p>
    <w:p w14:paraId="1749209E" w14:textId="77777777" w:rsidR="006D4449" w:rsidRDefault="006D4449" w:rsidP="006D4449">
      <w:r>
        <w:t>341.3886</w:t>
      </w:r>
      <w:r>
        <w:tab/>
        <w:t>3.038e0</w:t>
      </w:r>
    </w:p>
    <w:p w14:paraId="6B75007F" w14:textId="77777777" w:rsidR="006D4449" w:rsidRDefault="006D4449" w:rsidP="006D4449">
      <w:r>
        <w:t>341.3998</w:t>
      </w:r>
      <w:r>
        <w:tab/>
        <w:t>2.025e0</w:t>
      </w:r>
    </w:p>
    <w:p w14:paraId="02A103B3" w14:textId="77777777" w:rsidR="006D4449" w:rsidRDefault="006D4449" w:rsidP="006D4449">
      <w:r>
        <w:t>341.4161</w:t>
      </w:r>
      <w:r>
        <w:tab/>
        <w:t>1.013e0</w:t>
      </w:r>
    </w:p>
    <w:p w14:paraId="76178B5E" w14:textId="77777777" w:rsidR="006D4449" w:rsidRDefault="006D4449" w:rsidP="006D4449">
      <w:r>
        <w:t>341.4221</w:t>
      </w:r>
      <w:r>
        <w:tab/>
        <w:t>1.013e0</w:t>
      </w:r>
    </w:p>
    <w:p w14:paraId="004A8ED7" w14:textId="77777777" w:rsidR="006D4449" w:rsidRDefault="006D4449" w:rsidP="006D4449">
      <w:r>
        <w:lastRenderedPageBreak/>
        <w:t>341.4329</w:t>
      </w:r>
      <w:r>
        <w:tab/>
        <w:t>2.025e0</w:t>
      </w:r>
    </w:p>
    <w:p w14:paraId="475671B2" w14:textId="77777777" w:rsidR="006D4449" w:rsidRDefault="006D4449" w:rsidP="006D4449">
      <w:r>
        <w:t>341.4576</w:t>
      </w:r>
      <w:r>
        <w:tab/>
        <w:t>1.013e0</w:t>
      </w:r>
    </w:p>
    <w:p w14:paraId="5A549E38" w14:textId="77777777" w:rsidR="006D4449" w:rsidRDefault="006D4449" w:rsidP="006D4449">
      <w:r>
        <w:t>341.4590</w:t>
      </w:r>
      <w:r>
        <w:tab/>
        <w:t>1.013e0</w:t>
      </w:r>
    </w:p>
    <w:p w14:paraId="7B46A96D" w14:textId="77777777" w:rsidR="006D4449" w:rsidRDefault="006D4449" w:rsidP="006D4449">
      <w:r>
        <w:t>341.5939</w:t>
      </w:r>
      <w:r>
        <w:tab/>
        <w:t>1.013e0</w:t>
      </w:r>
    </w:p>
    <w:p w14:paraId="60DEA7B1" w14:textId="77777777" w:rsidR="006D4449" w:rsidRDefault="006D4449" w:rsidP="006D4449">
      <w:r>
        <w:t>341.6061</w:t>
      </w:r>
      <w:r>
        <w:tab/>
        <w:t>1.013e0</w:t>
      </w:r>
    </w:p>
    <w:p w14:paraId="58D41D1F" w14:textId="77777777" w:rsidR="006D4449" w:rsidRDefault="006D4449" w:rsidP="006D4449">
      <w:r>
        <w:t>341.6211</w:t>
      </w:r>
      <w:r>
        <w:tab/>
        <w:t>1.013e0</w:t>
      </w:r>
    </w:p>
    <w:p w14:paraId="5C6E16B6" w14:textId="77777777" w:rsidR="006D4449" w:rsidRDefault="006D4449" w:rsidP="006D4449">
      <w:r>
        <w:t>341.6292</w:t>
      </w:r>
      <w:r>
        <w:tab/>
        <w:t>2.025e0</w:t>
      </w:r>
    </w:p>
    <w:p w14:paraId="066A25E7" w14:textId="77777777" w:rsidR="006D4449" w:rsidRDefault="006D4449" w:rsidP="006D4449">
      <w:r>
        <w:t>341.6333</w:t>
      </w:r>
      <w:r>
        <w:tab/>
        <w:t>2.025e0</w:t>
      </w:r>
    </w:p>
    <w:p w14:paraId="313CC3F8" w14:textId="77777777" w:rsidR="006D4449" w:rsidRDefault="006D4449" w:rsidP="006D4449">
      <w:r>
        <w:t>341.6660</w:t>
      </w:r>
      <w:r>
        <w:tab/>
        <w:t>1.013e0</w:t>
      </w:r>
    </w:p>
    <w:p w14:paraId="0336CBA7" w14:textId="77777777" w:rsidR="006D4449" w:rsidRDefault="006D4449" w:rsidP="006D4449">
      <w:r>
        <w:t>341.7004</w:t>
      </w:r>
      <w:r>
        <w:tab/>
        <w:t>2.025e0</w:t>
      </w:r>
    </w:p>
    <w:p w14:paraId="682F6EE0" w14:textId="77777777" w:rsidR="006D4449" w:rsidRDefault="006D4449" w:rsidP="006D4449">
      <w:r>
        <w:t>341.7480</w:t>
      </w:r>
      <w:r>
        <w:tab/>
        <w:t>2.025e0</w:t>
      </w:r>
    </w:p>
    <w:p w14:paraId="7EBD83D4" w14:textId="77777777" w:rsidR="006D4449" w:rsidRDefault="006D4449" w:rsidP="006D4449">
      <w:r>
        <w:t>341.7496</w:t>
      </w:r>
      <w:r>
        <w:tab/>
        <w:t>1.013e0</w:t>
      </w:r>
    </w:p>
    <w:p w14:paraId="477767E8" w14:textId="77777777" w:rsidR="006D4449" w:rsidRDefault="006D4449" w:rsidP="006D4449">
      <w:r>
        <w:t>341.7641</w:t>
      </w:r>
      <w:r>
        <w:tab/>
        <w:t>1.013e0</w:t>
      </w:r>
    </w:p>
    <w:p w14:paraId="4ADA0DEA" w14:textId="77777777" w:rsidR="006D4449" w:rsidRDefault="006D4449" w:rsidP="006D4449">
      <w:r>
        <w:t>341.7920</w:t>
      </w:r>
      <w:r>
        <w:tab/>
        <w:t>2.025e0</w:t>
      </w:r>
    </w:p>
    <w:p w14:paraId="2A54B3A9" w14:textId="77777777" w:rsidR="006D4449" w:rsidRDefault="006D4449" w:rsidP="006D4449">
      <w:r>
        <w:t>341.8132</w:t>
      </w:r>
      <w:r>
        <w:tab/>
        <w:t>1.013e0</w:t>
      </w:r>
    </w:p>
    <w:p w14:paraId="0E7D1238" w14:textId="77777777" w:rsidR="006D4449" w:rsidRDefault="006D4449" w:rsidP="006D4449">
      <w:r>
        <w:t>341.8221</w:t>
      </w:r>
      <w:r>
        <w:tab/>
        <w:t>1.197e0</w:t>
      </w:r>
    </w:p>
    <w:p w14:paraId="6F30AE2E" w14:textId="77777777" w:rsidR="006D4449" w:rsidRDefault="006D4449" w:rsidP="006D4449">
      <w:r>
        <w:t>341.8257</w:t>
      </w:r>
      <w:r>
        <w:tab/>
        <w:t>1.013e0</w:t>
      </w:r>
    </w:p>
    <w:p w14:paraId="3997119F" w14:textId="77777777" w:rsidR="006D4449" w:rsidRDefault="006D4449" w:rsidP="006D4449">
      <w:r>
        <w:t>341.8622</w:t>
      </w:r>
      <w:r>
        <w:tab/>
        <w:t>1.013e0</w:t>
      </w:r>
    </w:p>
    <w:p w14:paraId="738BE4CA" w14:textId="77777777" w:rsidR="006D4449" w:rsidRDefault="006D4449" w:rsidP="006D4449">
      <w:r>
        <w:t>341.8725</w:t>
      </w:r>
      <w:r>
        <w:tab/>
        <w:t>1.013e0</w:t>
      </w:r>
    </w:p>
    <w:p w14:paraId="58D50607" w14:textId="77777777" w:rsidR="006D4449" w:rsidRDefault="006D4449" w:rsidP="006D4449">
      <w:r>
        <w:lastRenderedPageBreak/>
        <w:t>341.8763</w:t>
      </w:r>
      <w:r>
        <w:tab/>
        <w:t>1.013e0</w:t>
      </w:r>
    </w:p>
    <w:p w14:paraId="7F552310" w14:textId="77777777" w:rsidR="006D4449" w:rsidRDefault="006D4449" w:rsidP="006D4449">
      <w:r>
        <w:t>341.8801</w:t>
      </w:r>
      <w:r>
        <w:tab/>
        <w:t>3.038e0</w:t>
      </w:r>
    </w:p>
    <w:p w14:paraId="002F2BEE" w14:textId="77777777" w:rsidR="006D4449" w:rsidRDefault="006D4449" w:rsidP="006D4449">
      <w:r>
        <w:t>341.9100</w:t>
      </w:r>
      <w:r>
        <w:tab/>
        <w:t>4.051e0</w:t>
      </w:r>
    </w:p>
    <w:p w14:paraId="2CB4FA8A" w14:textId="77777777" w:rsidR="006D4449" w:rsidRDefault="006D4449" w:rsidP="006D4449">
      <w:r>
        <w:t>341.9133</w:t>
      </w:r>
      <w:r>
        <w:tab/>
        <w:t>2.025e0</w:t>
      </w:r>
    </w:p>
    <w:p w14:paraId="35FC5900" w14:textId="77777777" w:rsidR="006D4449" w:rsidRDefault="006D4449" w:rsidP="006D4449">
      <w:r>
        <w:t>341.9168</w:t>
      </w:r>
      <w:r>
        <w:tab/>
        <w:t>3.038e0</w:t>
      </w:r>
    </w:p>
    <w:p w14:paraId="2CEF2733" w14:textId="77777777" w:rsidR="006D4449" w:rsidRDefault="006D4449" w:rsidP="006D4449">
      <w:r>
        <w:t>341.9304</w:t>
      </w:r>
      <w:r>
        <w:tab/>
        <w:t>2.025e0</w:t>
      </w:r>
    </w:p>
    <w:p w14:paraId="6DBF8CF7" w14:textId="77777777" w:rsidR="006D4449" w:rsidRDefault="006D4449" w:rsidP="006D4449">
      <w:r>
        <w:t>341.9371</w:t>
      </w:r>
      <w:r>
        <w:tab/>
        <w:t>5.063e0</w:t>
      </w:r>
    </w:p>
    <w:p w14:paraId="688FDDD5" w14:textId="77777777" w:rsidR="006D4449" w:rsidRDefault="006D4449" w:rsidP="006D4449">
      <w:r>
        <w:t>341.9502</w:t>
      </w:r>
      <w:r>
        <w:tab/>
        <w:t>1.013e0</w:t>
      </w:r>
    </w:p>
    <w:p w14:paraId="723E2930" w14:textId="77777777" w:rsidR="006D4449" w:rsidRDefault="006D4449" w:rsidP="006D4449">
      <w:r>
        <w:t>341.9639</w:t>
      </w:r>
      <w:r>
        <w:tab/>
        <w:t>2.025e0</w:t>
      </w:r>
    </w:p>
    <w:p w14:paraId="55BF1D75" w14:textId="77777777" w:rsidR="006D4449" w:rsidRDefault="006D4449" w:rsidP="006D4449">
      <w:r>
        <w:t>341.9865</w:t>
      </w:r>
      <w:r>
        <w:tab/>
        <w:t>1.013e0</w:t>
      </w:r>
    </w:p>
    <w:p w14:paraId="1FD9F7A2" w14:textId="77777777" w:rsidR="006D4449" w:rsidRDefault="006D4449" w:rsidP="006D4449">
      <w:r>
        <w:t>342.0085</w:t>
      </w:r>
      <w:r>
        <w:tab/>
        <w:t>7.089e0</w:t>
      </w:r>
    </w:p>
    <w:p w14:paraId="07FDCB6F" w14:textId="77777777" w:rsidR="006D4449" w:rsidRDefault="006D4449" w:rsidP="006D4449">
      <w:r>
        <w:t>342.0254</w:t>
      </w:r>
      <w:r>
        <w:tab/>
        <w:t>3.038e0</w:t>
      </w:r>
    </w:p>
    <w:p w14:paraId="2E72230A" w14:textId="77777777" w:rsidR="006D4449" w:rsidRDefault="006D4449" w:rsidP="006D4449">
      <w:r>
        <w:t>342.0356</w:t>
      </w:r>
      <w:r>
        <w:tab/>
        <w:t>1.013e0</w:t>
      </w:r>
    </w:p>
    <w:p w14:paraId="6BB6F592" w14:textId="77777777" w:rsidR="006D4449" w:rsidRDefault="006D4449" w:rsidP="006D4449">
      <w:r>
        <w:t>342.0678</w:t>
      </w:r>
      <w:r>
        <w:tab/>
        <w:t>1.013e0</w:t>
      </w:r>
    </w:p>
    <w:p w14:paraId="64F7D20E" w14:textId="77777777" w:rsidR="006D4449" w:rsidRDefault="006D4449" w:rsidP="006D4449">
      <w:r>
        <w:t>342.1013</w:t>
      </w:r>
      <w:r>
        <w:tab/>
        <w:t>3.038e0</w:t>
      </w:r>
    </w:p>
    <w:p w14:paraId="12425235" w14:textId="77777777" w:rsidR="006D4449" w:rsidRDefault="006D4449" w:rsidP="006D4449">
      <w:r>
        <w:t>342.1061</w:t>
      </w:r>
      <w:r>
        <w:tab/>
        <w:t>2.025e0</w:t>
      </w:r>
    </w:p>
    <w:p w14:paraId="15587D0B" w14:textId="77777777" w:rsidR="006D4449" w:rsidRDefault="006D4449" w:rsidP="006D4449">
      <w:r>
        <w:t>342.1259</w:t>
      </w:r>
      <w:r>
        <w:tab/>
        <w:t>3.038e0</w:t>
      </w:r>
    </w:p>
    <w:p w14:paraId="7EC1D4E7" w14:textId="77777777" w:rsidR="006D4449" w:rsidRDefault="006D4449" w:rsidP="006D4449">
      <w:r>
        <w:t>342.1328</w:t>
      </w:r>
      <w:r>
        <w:tab/>
        <w:t>2.025e0</w:t>
      </w:r>
    </w:p>
    <w:p w14:paraId="6D118DD0" w14:textId="77777777" w:rsidR="006D4449" w:rsidRDefault="006D4449" w:rsidP="006D4449">
      <w:r>
        <w:t>342.1430</w:t>
      </w:r>
      <w:r>
        <w:tab/>
        <w:t>1.013e0</w:t>
      </w:r>
    </w:p>
    <w:p w14:paraId="557A53FB" w14:textId="77777777" w:rsidR="006D4449" w:rsidRDefault="006D4449" w:rsidP="006D4449">
      <w:r>
        <w:lastRenderedPageBreak/>
        <w:t>342.1753</w:t>
      </w:r>
      <w:r>
        <w:tab/>
        <w:t>1.013e0</w:t>
      </w:r>
    </w:p>
    <w:p w14:paraId="50F4A1EB" w14:textId="77777777" w:rsidR="006D4449" w:rsidRDefault="006D4449" w:rsidP="006D4449">
      <w:r>
        <w:t>342.1779</w:t>
      </w:r>
      <w:r>
        <w:tab/>
        <w:t>2.025e0</w:t>
      </w:r>
    </w:p>
    <w:p w14:paraId="53F49720" w14:textId="77777777" w:rsidR="006D4449" w:rsidRDefault="006D4449" w:rsidP="006D4449">
      <w:r>
        <w:t>342.1996</w:t>
      </w:r>
      <w:r>
        <w:tab/>
        <w:t>6.076e0</w:t>
      </w:r>
    </w:p>
    <w:p w14:paraId="69568FE6" w14:textId="77777777" w:rsidR="006D4449" w:rsidRDefault="006D4449" w:rsidP="006D4449">
      <w:r>
        <w:t>342.2193</w:t>
      </w:r>
      <w:r>
        <w:tab/>
        <w:t>1.013e0</w:t>
      </w:r>
    </w:p>
    <w:p w14:paraId="38DB4C43" w14:textId="77777777" w:rsidR="006D4449" w:rsidRDefault="006D4449" w:rsidP="006D4449">
      <w:r>
        <w:t>342.2239</w:t>
      </w:r>
      <w:r>
        <w:tab/>
        <w:t>2.025e0</w:t>
      </w:r>
    </w:p>
    <w:p w14:paraId="50097AC9" w14:textId="77777777" w:rsidR="006D4449" w:rsidRDefault="006D4449" w:rsidP="006D4449">
      <w:r>
        <w:t>342.2291</w:t>
      </w:r>
      <w:r>
        <w:tab/>
        <w:t>2.025e0</w:t>
      </w:r>
    </w:p>
    <w:p w14:paraId="16B83FB2" w14:textId="77777777" w:rsidR="006D4449" w:rsidRDefault="006D4449" w:rsidP="006D4449">
      <w:r>
        <w:t>342.2320</w:t>
      </w:r>
      <w:r>
        <w:tab/>
        <w:t>2.025e0</w:t>
      </w:r>
    </w:p>
    <w:p w14:paraId="35705EDD" w14:textId="77777777" w:rsidR="006D4449" w:rsidRDefault="006D4449" w:rsidP="006D4449">
      <w:r>
        <w:t>342.2695</w:t>
      </w:r>
      <w:r>
        <w:tab/>
        <w:t>2.025e0</w:t>
      </w:r>
    </w:p>
    <w:p w14:paraId="32F41DE7" w14:textId="77777777" w:rsidR="006D4449" w:rsidRDefault="006D4449" w:rsidP="006D4449">
      <w:r>
        <w:t>342.2744</w:t>
      </w:r>
      <w:r>
        <w:tab/>
        <w:t>4.051e0</w:t>
      </w:r>
    </w:p>
    <w:p w14:paraId="5A2BE3AF" w14:textId="77777777" w:rsidR="006D4449" w:rsidRDefault="006D4449" w:rsidP="006D4449">
      <w:r>
        <w:t>342.2754</w:t>
      </w:r>
      <w:r>
        <w:tab/>
        <w:t>4.784e0</w:t>
      </w:r>
    </w:p>
    <w:p w14:paraId="60CA9653" w14:textId="77777777" w:rsidR="006D4449" w:rsidRDefault="006D4449" w:rsidP="006D4449">
      <w:r>
        <w:t>342.2852</w:t>
      </w:r>
      <w:r>
        <w:tab/>
        <w:t>2.025e0</w:t>
      </w:r>
    </w:p>
    <w:p w14:paraId="56F5E19E" w14:textId="77777777" w:rsidR="006D4449" w:rsidRDefault="006D4449" w:rsidP="006D4449">
      <w:r>
        <w:t>342.3043</w:t>
      </w:r>
      <w:r>
        <w:tab/>
        <w:t>1.013e0</w:t>
      </w:r>
    </w:p>
    <w:p w14:paraId="31DD40B8" w14:textId="77777777" w:rsidR="006D4449" w:rsidRDefault="006D4449" w:rsidP="006D4449">
      <w:r>
        <w:t>342.3192</w:t>
      </w:r>
      <w:r>
        <w:tab/>
        <w:t>1.013e0</w:t>
      </w:r>
    </w:p>
    <w:p w14:paraId="10088FEA" w14:textId="77777777" w:rsidR="006D4449" w:rsidRDefault="006D4449" w:rsidP="006D4449">
      <w:r>
        <w:t>342.3359</w:t>
      </w:r>
      <w:r>
        <w:tab/>
        <w:t>1.013e0</w:t>
      </w:r>
    </w:p>
    <w:p w14:paraId="3385B8E9" w14:textId="77777777" w:rsidR="006D4449" w:rsidRDefault="006D4449" w:rsidP="006D4449">
      <w:r>
        <w:t>342.3453</w:t>
      </w:r>
      <w:r>
        <w:tab/>
        <w:t>2.025e0</w:t>
      </w:r>
    </w:p>
    <w:p w14:paraId="2C137F43" w14:textId="77777777" w:rsidR="006D4449" w:rsidRDefault="006D4449" w:rsidP="006D4449">
      <w:r>
        <w:t>342.3694</w:t>
      </w:r>
      <w:r>
        <w:tab/>
        <w:t>2.025e0</w:t>
      </w:r>
    </w:p>
    <w:p w14:paraId="03060529" w14:textId="77777777" w:rsidR="006D4449" w:rsidRDefault="006D4449" w:rsidP="006D4449">
      <w:r>
        <w:t>342.3780</w:t>
      </w:r>
      <w:r>
        <w:tab/>
        <w:t>2.025e0</w:t>
      </w:r>
    </w:p>
    <w:p w14:paraId="1900A4E1" w14:textId="77777777" w:rsidR="006D4449" w:rsidRDefault="006D4449" w:rsidP="006D4449">
      <w:r>
        <w:t>342.4121</w:t>
      </w:r>
      <w:r>
        <w:tab/>
        <w:t>1.013e0</w:t>
      </w:r>
    </w:p>
    <w:p w14:paraId="48C1FAF2" w14:textId="77777777" w:rsidR="006D4449" w:rsidRDefault="006D4449" w:rsidP="006D4449">
      <w:r>
        <w:t>342.4299</w:t>
      </w:r>
      <w:r>
        <w:tab/>
        <w:t>2.025e0</w:t>
      </w:r>
    </w:p>
    <w:p w14:paraId="54C4F107" w14:textId="77777777" w:rsidR="006D4449" w:rsidRDefault="006D4449" w:rsidP="006D4449">
      <w:r>
        <w:lastRenderedPageBreak/>
        <w:t>342.4381</w:t>
      </w:r>
      <w:r>
        <w:tab/>
        <w:t>1.013e0</w:t>
      </w:r>
    </w:p>
    <w:p w14:paraId="225F6E97" w14:textId="77777777" w:rsidR="006D4449" w:rsidRDefault="006D4449" w:rsidP="006D4449">
      <w:r>
        <w:t>342.4589</w:t>
      </w:r>
      <w:r>
        <w:tab/>
        <w:t>1.013e0</w:t>
      </w:r>
    </w:p>
    <w:p w14:paraId="4222508D" w14:textId="77777777" w:rsidR="006D4449" w:rsidRDefault="006D4449" w:rsidP="006D4449">
      <w:r>
        <w:t>342.4668</w:t>
      </w:r>
      <w:r>
        <w:tab/>
        <w:t>1.013e0</w:t>
      </w:r>
    </w:p>
    <w:p w14:paraId="397905D1" w14:textId="77777777" w:rsidR="006D4449" w:rsidRDefault="006D4449" w:rsidP="006D4449">
      <w:r>
        <w:t>342.5023</w:t>
      </w:r>
      <w:r>
        <w:tab/>
        <w:t>1.013e0</w:t>
      </w:r>
    </w:p>
    <w:p w14:paraId="72E0FF89" w14:textId="77777777" w:rsidR="006D4449" w:rsidRDefault="006D4449" w:rsidP="006D4449">
      <w:r>
        <w:t>342.5439</w:t>
      </w:r>
      <w:r>
        <w:tab/>
        <w:t>1.013e0</w:t>
      </w:r>
    </w:p>
    <w:p w14:paraId="3CB81817" w14:textId="77777777" w:rsidR="006D4449" w:rsidRDefault="006D4449" w:rsidP="006D4449">
      <w:r>
        <w:t>342.5453</w:t>
      </w:r>
      <w:r>
        <w:tab/>
        <w:t>1.013e0</w:t>
      </w:r>
    </w:p>
    <w:p w14:paraId="7D8104CA" w14:textId="77777777" w:rsidR="006D4449" w:rsidRDefault="006D4449" w:rsidP="006D4449">
      <w:r>
        <w:t>342.5898</w:t>
      </w:r>
      <w:r>
        <w:tab/>
        <w:t>1.013e0</w:t>
      </w:r>
    </w:p>
    <w:p w14:paraId="59A1C2CD" w14:textId="77777777" w:rsidR="006D4449" w:rsidRDefault="006D4449" w:rsidP="006D4449">
      <w:r>
        <w:t>342.6012</w:t>
      </w:r>
      <w:r>
        <w:tab/>
        <w:t>3.038e0</w:t>
      </w:r>
    </w:p>
    <w:p w14:paraId="2DBB1169" w14:textId="77777777" w:rsidR="006D4449" w:rsidRDefault="006D4449" w:rsidP="006D4449">
      <w:r>
        <w:t>342.6144</w:t>
      </w:r>
      <w:r>
        <w:tab/>
        <w:t>1.013e0</w:t>
      </w:r>
    </w:p>
    <w:p w14:paraId="7C97A1F0" w14:textId="77777777" w:rsidR="006D4449" w:rsidRDefault="006D4449" w:rsidP="006D4449">
      <w:r>
        <w:t>342.6390</w:t>
      </w:r>
      <w:r>
        <w:tab/>
        <w:t>1.013e0</w:t>
      </w:r>
    </w:p>
    <w:p w14:paraId="602C6840" w14:textId="77777777" w:rsidR="006D4449" w:rsidRDefault="006D4449" w:rsidP="006D4449">
      <w:r>
        <w:t>342.6498</w:t>
      </w:r>
      <w:r>
        <w:tab/>
        <w:t>1.013e0</w:t>
      </w:r>
    </w:p>
    <w:p w14:paraId="22A84707" w14:textId="77777777" w:rsidR="006D4449" w:rsidRDefault="006D4449" w:rsidP="006D4449">
      <w:r>
        <w:t>342.6581</w:t>
      </w:r>
      <w:r>
        <w:tab/>
        <w:t>1.013e0</w:t>
      </w:r>
    </w:p>
    <w:p w14:paraId="2CB9A0F9" w14:textId="77777777" w:rsidR="006D4449" w:rsidRDefault="006D4449" w:rsidP="006D4449">
      <w:r>
        <w:t>342.6976</w:t>
      </w:r>
      <w:r>
        <w:tab/>
        <w:t>2.025e0</w:t>
      </w:r>
    </w:p>
    <w:p w14:paraId="68614A98" w14:textId="77777777" w:rsidR="006D4449" w:rsidRDefault="006D4449" w:rsidP="006D4449">
      <w:r>
        <w:t>342.7049</w:t>
      </w:r>
      <w:r>
        <w:tab/>
        <w:t>1.013e0</w:t>
      </w:r>
    </w:p>
    <w:p w14:paraId="777796C3" w14:textId="77777777" w:rsidR="006D4449" w:rsidRDefault="006D4449" w:rsidP="006D4449">
      <w:r>
        <w:t>342.7222</w:t>
      </w:r>
      <w:r>
        <w:tab/>
        <w:t>1.013e0</w:t>
      </w:r>
    </w:p>
    <w:p w14:paraId="41DFA61C" w14:textId="77777777" w:rsidR="006D4449" w:rsidRDefault="006D4449" w:rsidP="006D4449">
      <w:r>
        <w:t>342.7652</w:t>
      </w:r>
      <w:r>
        <w:tab/>
        <w:t>1.013e0</w:t>
      </w:r>
    </w:p>
    <w:p w14:paraId="3BF44FF9" w14:textId="77777777" w:rsidR="006D4449" w:rsidRDefault="006D4449" w:rsidP="006D4449">
      <w:r>
        <w:t>342.7725</w:t>
      </w:r>
      <w:r>
        <w:tab/>
        <w:t>3.038e0</w:t>
      </w:r>
    </w:p>
    <w:p w14:paraId="26ACC818" w14:textId="77777777" w:rsidR="006D4449" w:rsidRDefault="006D4449" w:rsidP="006D4449">
      <w:r>
        <w:t>342.7773</w:t>
      </w:r>
      <w:r>
        <w:tab/>
        <w:t>1.013e0</w:t>
      </w:r>
    </w:p>
    <w:p w14:paraId="4D8502E1" w14:textId="77777777" w:rsidR="006D4449" w:rsidRDefault="006D4449" w:rsidP="006D4449">
      <w:r>
        <w:t>342.8344</w:t>
      </w:r>
      <w:r>
        <w:tab/>
        <w:t>2.025e0</w:t>
      </w:r>
    </w:p>
    <w:p w14:paraId="02CC5A7E" w14:textId="77777777" w:rsidR="006D4449" w:rsidRDefault="006D4449" w:rsidP="006D4449">
      <w:r>
        <w:lastRenderedPageBreak/>
        <w:t>342.8405</w:t>
      </w:r>
      <w:r>
        <w:tab/>
        <w:t>1.013e0</w:t>
      </w:r>
    </w:p>
    <w:p w14:paraId="74B844B3" w14:textId="77777777" w:rsidR="006D4449" w:rsidRDefault="006D4449" w:rsidP="006D4449">
      <w:r>
        <w:t>342.8466</w:t>
      </w:r>
      <w:r>
        <w:tab/>
        <w:t>1.013e0</w:t>
      </w:r>
    </w:p>
    <w:p w14:paraId="5C307852" w14:textId="77777777" w:rsidR="006D4449" w:rsidRDefault="006D4449" w:rsidP="006D4449">
      <w:r>
        <w:t>342.8953</w:t>
      </w:r>
      <w:r>
        <w:tab/>
        <w:t>2.025e0</w:t>
      </w:r>
    </w:p>
    <w:p w14:paraId="4A84C4EB" w14:textId="77777777" w:rsidR="006D4449" w:rsidRDefault="006D4449" w:rsidP="006D4449">
      <w:r>
        <w:t>342.9121</w:t>
      </w:r>
      <w:r>
        <w:tab/>
        <w:t>5.063e0</w:t>
      </w:r>
    </w:p>
    <w:p w14:paraId="6283511F" w14:textId="77777777" w:rsidR="006D4449" w:rsidRDefault="006D4449" w:rsidP="006D4449">
      <w:r>
        <w:t>342.9207</w:t>
      </w:r>
      <w:r>
        <w:tab/>
        <w:t>6.076e0</w:t>
      </w:r>
    </w:p>
    <w:p w14:paraId="62CC05B9" w14:textId="77777777" w:rsidR="006D4449" w:rsidRDefault="006D4449" w:rsidP="006D4449">
      <w:r>
        <w:t>342.9244</w:t>
      </w:r>
      <w:r>
        <w:tab/>
        <w:t>3.038e0</w:t>
      </w:r>
    </w:p>
    <w:p w14:paraId="480486E3" w14:textId="77777777" w:rsidR="006D4449" w:rsidRDefault="006D4449" w:rsidP="006D4449">
      <w:r>
        <w:t>342.9475</w:t>
      </w:r>
      <w:r>
        <w:tab/>
        <w:t>3.038e0</w:t>
      </w:r>
    </w:p>
    <w:p w14:paraId="70B795E4" w14:textId="77777777" w:rsidR="006D4449" w:rsidRDefault="006D4449" w:rsidP="006D4449">
      <w:r>
        <w:t>342.9756</w:t>
      </w:r>
      <w:r>
        <w:tab/>
        <w:t>2.025e0</w:t>
      </w:r>
    </w:p>
    <w:p w14:paraId="4DFE4D74" w14:textId="77777777" w:rsidR="006D4449" w:rsidRDefault="006D4449" w:rsidP="006D4449">
      <w:r>
        <w:t>342.9818</w:t>
      </w:r>
      <w:r>
        <w:tab/>
        <w:t>3.038e0</w:t>
      </w:r>
    </w:p>
    <w:p w14:paraId="2FEE3E46" w14:textId="77777777" w:rsidR="006D4449" w:rsidRDefault="006D4449" w:rsidP="006D4449">
      <w:r>
        <w:t>342.9881</w:t>
      </w:r>
      <w:r>
        <w:tab/>
        <w:t>1.013e0</w:t>
      </w:r>
    </w:p>
    <w:p w14:paraId="61D7C2D1" w14:textId="77777777" w:rsidR="006D4449" w:rsidRDefault="006D4449" w:rsidP="006D4449">
      <w:r>
        <w:t>343.0233</w:t>
      </w:r>
      <w:r>
        <w:tab/>
        <w:t>1.013e0</w:t>
      </w:r>
    </w:p>
    <w:p w14:paraId="2D59BF64" w14:textId="77777777" w:rsidR="006D4449" w:rsidRDefault="006D4449" w:rsidP="006D4449">
      <w:r>
        <w:t>343.0248</w:t>
      </w:r>
      <w:r>
        <w:tab/>
        <w:t>2.025e0</w:t>
      </w:r>
    </w:p>
    <w:p w14:paraId="671035A5" w14:textId="77777777" w:rsidR="006D4449" w:rsidRDefault="006D4449" w:rsidP="006D4449">
      <w:r>
        <w:t>343.0271</w:t>
      </w:r>
      <w:r>
        <w:tab/>
        <w:t>1.013e0</w:t>
      </w:r>
    </w:p>
    <w:p w14:paraId="73E6DE5E" w14:textId="77777777" w:rsidR="006D4449" w:rsidRDefault="006D4449" w:rsidP="006D4449">
      <w:r>
        <w:t>343.0410</w:t>
      </w:r>
      <w:r>
        <w:tab/>
        <w:t>1.966e0</w:t>
      </w:r>
    </w:p>
    <w:p w14:paraId="7AEDBDC5" w14:textId="77777777" w:rsidR="006D4449" w:rsidRDefault="006D4449" w:rsidP="006D4449">
      <w:r>
        <w:t>343.0558</w:t>
      </w:r>
      <w:r>
        <w:tab/>
        <w:t>1.013e0</w:t>
      </w:r>
    </w:p>
    <w:p w14:paraId="0D963810" w14:textId="77777777" w:rsidR="006D4449" w:rsidRDefault="006D4449" w:rsidP="006D4449">
      <w:r>
        <w:t>343.0681</w:t>
      </w:r>
      <w:r>
        <w:tab/>
        <w:t>1.013e0</w:t>
      </w:r>
    </w:p>
    <w:p w14:paraId="56F17D47" w14:textId="77777777" w:rsidR="006D4449" w:rsidRDefault="006D4449" w:rsidP="006D4449">
      <w:r>
        <w:t>343.0740</w:t>
      </w:r>
      <w:r>
        <w:tab/>
        <w:t>1.013e0</w:t>
      </w:r>
    </w:p>
    <w:p w14:paraId="095FE0DE" w14:textId="77777777" w:rsidR="006D4449" w:rsidRDefault="006D4449" w:rsidP="006D4449">
      <w:r>
        <w:t>343.0756</w:t>
      </w:r>
      <w:r>
        <w:tab/>
        <w:t>2.025e0</w:t>
      </w:r>
    </w:p>
    <w:p w14:paraId="3E42507B" w14:textId="77777777" w:rsidR="006D4449" w:rsidRDefault="006D4449" w:rsidP="006D4449">
      <w:r>
        <w:t>343.0848</w:t>
      </w:r>
      <w:r>
        <w:tab/>
        <w:t>2.006e0</w:t>
      </w:r>
    </w:p>
    <w:p w14:paraId="1116627E" w14:textId="77777777" w:rsidR="006D4449" w:rsidRDefault="006D4449" w:rsidP="006D4449">
      <w:r>
        <w:lastRenderedPageBreak/>
        <w:t>343.1010</w:t>
      </w:r>
      <w:r>
        <w:tab/>
        <w:t>1.013e0</w:t>
      </w:r>
    </w:p>
    <w:p w14:paraId="22CD2D27" w14:textId="77777777" w:rsidR="006D4449" w:rsidRDefault="006D4449" w:rsidP="006D4449">
      <w:r>
        <w:t>343.1223</w:t>
      </w:r>
      <w:r>
        <w:tab/>
        <w:t>4.051e0</w:t>
      </w:r>
    </w:p>
    <w:p w14:paraId="3449FF8B" w14:textId="77777777" w:rsidR="006D4449" w:rsidRDefault="006D4449" w:rsidP="006D4449">
      <w:r>
        <w:t>343.1396</w:t>
      </w:r>
      <w:r>
        <w:tab/>
        <w:t>4.051e0</w:t>
      </w:r>
    </w:p>
    <w:p w14:paraId="15DD5130" w14:textId="77777777" w:rsidR="006D4449" w:rsidRDefault="006D4449" w:rsidP="006D4449">
      <w:r>
        <w:t>343.1618</w:t>
      </w:r>
      <w:r>
        <w:tab/>
        <w:t>2.025e0</w:t>
      </w:r>
    </w:p>
    <w:p w14:paraId="6680622C" w14:textId="77777777" w:rsidR="006D4449" w:rsidRDefault="006D4449" w:rsidP="006D4449">
      <w:r>
        <w:t>343.1662</w:t>
      </w:r>
      <w:r>
        <w:tab/>
        <w:t>4.051e0</w:t>
      </w:r>
    </w:p>
    <w:p w14:paraId="6643139D" w14:textId="77777777" w:rsidR="006D4449" w:rsidRDefault="006D4449" w:rsidP="006D4449">
      <w:r>
        <w:t>343.1696</w:t>
      </w:r>
      <w:r>
        <w:tab/>
        <w:t>4.051e0</w:t>
      </w:r>
    </w:p>
    <w:p w14:paraId="365461E0" w14:textId="77777777" w:rsidR="006D4449" w:rsidRDefault="006D4449" w:rsidP="006D4449">
      <w:r>
        <w:t>343.1723</w:t>
      </w:r>
      <w:r>
        <w:tab/>
        <w:t>2.025e0</w:t>
      </w:r>
    </w:p>
    <w:p w14:paraId="5E3BA12B" w14:textId="77777777" w:rsidR="006D4449" w:rsidRDefault="006D4449" w:rsidP="006D4449">
      <w:r>
        <w:t>343.2005</w:t>
      </w:r>
      <w:r>
        <w:tab/>
        <w:t>4.051e0</w:t>
      </w:r>
    </w:p>
    <w:p w14:paraId="30A2E3CF" w14:textId="77777777" w:rsidR="006D4449" w:rsidRDefault="006D4449" w:rsidP="006D4449">
      <w:r>
        <w:t>343.2343</w:t>
      </w:r>
      <w:r>
        <w:tab/>
        <w:t>1.013e0</w:t>
      </w:r>
    </w:p>
    <w:p w14:paraId="740A5955" w14:textId="77777777" w:rsidR="006D4449" w:rsidRDefault="006D4449" w:rsidP="006D4449">
      <w:r>
        <w:t>343.2359</w:t>
      </w:r>
      <w:r>
        <w:tab/>
        <w:t>2.025e0</w:t>
      </w:r>
    </w:p>
    <w:p w14:paraId="4C12099D" w14:textId="77777777" w:rsidR="006D4449" w:rsidRDefault="006D4449" w:rsidP="006D4449">
      <w:r>
        <w:t>343.2575</w:t>
      </w:r>
      <w:r>
        <w:tab/>
        <w:t>2.025e0</w:t>
      </w:r>
    </w:p>
    <w:p w14:paraId="6B07B010" w14:textId="77777777" w:rsidR="006D4449" w:rsidRDefault="006D4449" w:rsidP="006D4449">
      <w:r>
        <w:t>343.2848</w:t>
      </w:r>
      <w:r>
        <w:tab/>
        <w:t>3.038e0</w:t>
      </w:r>
    </w:p>
    <w:p w14:paraId="20FA4276" w14:textId="77777777" w:rsidR="006D4449" w:rsidRDefault="006D4449" w:rsidP="006D4449">
      <w:r>
        <w:t>343.2929</w:t>
      </w:r>
      <w:r>
        <w:tab/>
        <w:t>8.101e0</w:t>
      </w:r>
    </w:p>
    <w:p w14:paraId="3BD46B08" w14:textId="77777777" w:rsidR="006D4449" w:rsidRDefault="006D4449" w:rsidP="006D4449">
      <w:r>
        <w:t>343.2993</w:t>
      </w:r>
      <w:r>
        <w:tab/>
        <w:t>7.089e0</w:t>
      </w:r>
    </w:p>
    <w:p w14:paraId="5F1AD44B" w14:textId="77777777" w:rsidR="006D4449" w:rsidRDefault="006D4449" w:rsidP="006D4449">
      <w:r>
        <w:t>343.3086</w:t>
      </w:r>
      <w:r>
        <w:tab/>
        <w:t>5.063e0</w:t>
      </w:r>
    </w:p>
    <w:p w14:paraId="234F188A" w14:textId="77777777" w:rsidR="006D4449" w:rsidRDefault="006D4449" w:rsidP="006D4449">
      <w:r>
        <w:t>343.3104</w:t>
      </w:r>
      <w:r>
        <w:tab/>
        <w:t>6.076e0</w:t>
      </w:r>
    </w:p>
    <w:p w14:paraId="2C6D3110" w14:textId="77777777" w:rsidR="006D4449" w:rsidRDefault="006D4449" w:rsidP="006D4449">
      <w:r>
        <w:t>343.3485</w:t>
      </w:r>
      <w:r>
        <w:tab/>
        <w:t>1.013e0</w:t>
      </w:r>
    </w:p>
    <w:p w14:paraId="73FFFEDD" w14:textId="77777777" w:rsidR="006D4449" w:rsidRDefault="006D4449" w:rsidP="006D4449">
      <w:r>
        <w:t>343.3693</w:t>
      </w:r>
      <w:r>
        <w:tab/>
        <w:t>1.013e0</w:t>
      </w:r>
    </w:p>
    <w:p w14:paraId="3EE14C23" w14:textId="77777777" w:rsidR="006D4449" w:rsidRDefault="006D4449" w:rsidP="006D4449">
      <w:r>
        <w:t>343.3807</w:t>
      </w:r>
      <w:r>
        <w:tab/>
        <w:t>1.013e0</w:t>
      </w:r>
    </w:p>
    <w:p w14:paraId="6432AB43" w14:textId="77777777" w:rsidR="006D4449" w:rsidRDefault="006D4449" w:rsidP="006D4449">
      <w:r>
        <w:lastRenderedPageBreak/>
        <w:t>343.4224</w:t>
      </w:r>
      <w:r>
        <w:tab/>
        <w:t>1.013e0</w:t>
      </w:r>
    </w:p>
    <w:p w14:paraId="06E10D4C" w14:textId="77777777" w:rsidR="006D4449" w:rsidRDefault="006D4449" w:rsidP="006D4449">
      <w:r>
        <w:t>343.4417</w:t>
      </w:r>
      <w:r>
        <w:tab/>
        <w:t>1.013e0</w:t>
      </w:r>
    </w:p>
    <w:p w14:paraId="02C7DBEE" w14:textId="77777777" w:rsidR="006D4449" w:rsidRDefault="006D4449" w:rsidP="006D4449">
      <w:r>
        <w:t>343.4541</w:t>
      </w:r>
      <w:r>
        <w:tab/>
        <w:t>2.025e0</w:t>
      </w:r>
    </w:p>
    <w:p w14:paraId="484CD93B" w14:textId="77777777" w:rsidR="006D4449" w:rsidRDefault="006D4449" w:rsidP="006D4449">
      <w:r>
        <w:t>343.4677</w:t>
      </w:r>
      <w:r>
        <w:tab/>
        <w:t>1.013e0</w:t>
      </w:r>
    </w:p>
    <w:p w14:paraId="473686E0" w14:textId="77777777" w:rsidR="006D4449" w:rsidRDefault="006D4449" w:rsidP="006D4449">
      <w:r>
        <w:t>343.4948</w:t>
      </w:r>
      <w:r>
        <w:tab/>
        <w:t>1.013e0</w:t>
      </w:r>
    </w:p>
    <w:p w14:paraId="11E11313" w14:textId="77777777" w:rsidR="006D4449" w:rsidRDefault="006D4449" w:rsidP="006D4449">
      <w:r>
        <w:t>343.5291</w:t>
      </w:r>
      <w:r>
        <w:tab/>
        <w:t>3.038e0</w:t>
      </w:r>
    </w:p>
    <w:p w14:paraId="02A56F43" w14:textId="77777777" w:rsidR="006D4449" w:rsidRDefault="006D4449" w:rsidP="006D4449">
      <w:r>
        <w:t>343.5594</w:t>
      </w:r>
      <w:r>
        <w:tab/>
        <w:t>1.013e0</w:t>
      </w:r>
    </w:p>
    <w:p w14:paraId="1FAA0906" w14:textId="77777777" w:rsidR="006D4449" w:rsidRDefault="006D4449" w:rsidP="006D4449">
      <w:r>
        <w:t>343.5894</w:t>
      </w:r>
      <w:r>
        <w:tab/>
        <w:t>2.025e0</w:t>
      </w:r>
    </w:p>
    <w:p w14:paraId="5929010C" w14:textId="77777777" w:rsidR="006D4449" w:rsidRDefault="006D4449" w:rsidP="006D4449">
      <w:r>
        <w:t>343.6281</w:t>
      </w:r>
      <w:r>
        <w:tab/>
        <w:t>2.025e0</w:t>
      </w:r>
    </w:p>
    <w:p w14:paraId="151A2059" w14:textId="77777777" w:rsidR="006D4449" w:rsidRDefault="006D4449" w:rsidP="006D4449">
      <w:r>
        <w:t>343.6333</w:t>
      </w:r>
      <w:r>
        <w:tab/>
        <w:t>1.013e0</w:t>
      </w:r>
    </w:p>
    <w:p w14:paraId="2657BAE5" w14:textId="77777777" w:rsidR="006D4449" w:rsidRDefault="006D4449" w:rsidP="006D4449">
      <w:r>
        <w:t>343.6440</w:t>
      </w:r>
      <w:r>
        <w:tab/>
        <w:t>1.013e0</w:t>
      </w:r>
    </w:p>
    <w:p w14:paraId="0EA99E63" w14:textId="77777777" w:rsidR="006D4449" w:rsidRDefault="006D4449" w:rsidP="006D4449">
      <w:r>
        <w:t>343.6779</w:t>
      </w:r>
      <w:r>
        <w:tab/>
        <w:t>2.025e0</w:t>
      </w:r>
    </w:p>
    <w:p w14:paraId="1C2E027A" w14:textId="77777777" w:rsidR="006D4449" w:rsidRDefault="006D4449" w:rsidP="006D4449">
      <w:r>
        <w:t>343.7138</w:t>
      </w:r>
      <w:r>
        <w:tab/>
        <w:t>3.038e0</w:t>
      </w:r>
    </w:p>
    <w:p w14:paraId="2C21B2E0" w14:textId="77777777" w:rsidR="006D4449" w:rsidRDefault="006D4449" w:rsidP="006D4449">
      <w:r>
        <w:t>343.7251</w:t>
      </w:r>
      <w:r>
        <w:tab/>
        <w:t>2.025e0</w:t>
      </w:r>
    </w:p>
    <w:p w14:paraId="23D809D4" w14:textId="77777777" w:rsidR="006D4449" w:rsidRDefault="006D4449" w:rsidP="006D4449">
      <w:r>
        <w:t>343.7512</w:t>
      </w:r>
      <w:r>
        <w:tab/>
        <w:t>2.025e0</w:t>
      </w:r>
    </w:p>
    <w:p w14:paraId="31FDC450" w14:textId="77777777" w:rsidR="006D4449" w:rsidRDefault="006D4449" w:rsidP="006D4449">
      <w:r>
        <w:t>343.7709</w:t>
      </w:r>
      <w:r>
        <w:tab/>
        <w:t>1.013e0</w:t>
      </w:r>
    </w:p>
    <w:p w14:paraId="6F60F0AD" w14:textId="77777777" w:rsidR="006D4449" w:rsidRDefault="006D4449" w:rsidP="006D4449">
      <w:r>
        <w:t>343.7827</w:t>
      </w:r>
      <w:r>
        <w:tab/>
        <w:t>1.013e0</w:t>
      </w:r>
    </w:p>
    <w:p w14:paraId="74FDFEDA" w14:textId="77777777" w:rsidR="006D4449" w:rsidRDefault="006D4449" w:rsidP="006D4449">
      <w:r>
        <w:t>343.8237</w:t>
      </w:r>
      <w:r>
        <w:tab/>
        <w:t>2.025e0</w:t>
      </w:r>
    </w:p>
    <w:p w14:paraId="4F26E183" w14:textId="77777777" w:rsidR="006D4449" w:rsidRDefault="006D4449" w:rsidP="006D4449">
      <w:r>
        <w:t>343.8553</w:t>
      </w:r>
      <w:r>
        <w:tab/>
        <w:t>1.013e0</w:t>
      </w:r>
    </w:p>
    <w:p w14:paraId="21A64339" w14:textId="77777777" w:rsidR="006D4449" w:rsidRDefault="006D4449" w:rsidP="006D4449">
      <w:r>
        <w:lastRenderedPageBreak/>
        <w:t>343.8833</w:t>
      </w:r>
      <w:r>
        <w:tab/>
        <w:t>2.025e0</w:t>
      </w:r>
    </w:p>
    <w:p w14:paraId="026D9304" w14:textId="77777777" w:rsidR="006D4449" w:rsidRDefault="006D4449" w:rsidP="006D4449">
      <w:r>
        <w:t>343.9211</w:t>
      </w:r>
      <w:r>
        <w:tab/>
        <w:t>3.038e0</w:t>
      </w:r>
    </w:p>
    <w:p w14:paraId="40ADA17F" w14:textId="77777777" w:rsidR="006D4449" w:rsidRDefault="006D4449" w:rsidP="006D4449">
      <w:r>
        <w:t>343.9223</w:t>
      </w:r>
      <w:r>
        <w:tab/>
        <w:t>9.114e0</w:t>
      </w:r>
    </w:p>
    <w:p w14:paraId="601962F3" w14:textId="77777777" w:rsidR="006D4449" w:rsidRDefault="006D4449" w:rsidP="006D4449">
      <w:r>
        <w:t>343.9240</w:t>
      </w:r>
      <w:r>
        <w:tab/>
        <w:t>7.089e0</w:t>
      </w:r>
    </w:p>
    <w:p w14:paraId="48F5DEA4" w14:textId="77777777" w:rsidR="006D4449" w:rsidRDefault="006D4449" w:rsidP="006D4449">
      <w:r>
        <w:t>343.9261</w:t>
      </w:r>
      <w:r>
        <w:tab/>
        <w:t>3.038e0</w:t>
      </w:r>
    </w:p>
    <w:p w14:paraId="1B6B15AB" w14:textId="77777777" w:rsidR="006D4449" w:rsidRDefault="006D4449" w:rsidP="006D4449">
      <w:r>
        <w:t>343.9336</w:t>
      </w:r>
      <w:r>
        <w:tab/>
        <w:t>8.101e0</w:t>
      </w:r>
    </w:p>
    <w:p w14:paraId="762AFDA9" w14:textId="77777777" w:rsidR="006D4449" w:rsidRDefault="006D4449" w:rsidP="006D4449">
      <w:r>
        <w:t>343.9633</w:t>
      </w:r>
      <w:r>
        <w:tab/>
        <w:t>8.695e0</w:t>
      </w:r>
    </w:p>
    <w:p w14:paraId="6A52339A" w14:textId="77777777" w:rsidR="006D4449" w:rsidRDefault="006D4449" w:rsidP="006D4449">
      <w:r>
        <w:t>343.9801</w:t>
      </w:r>
      <w:r>
        <w:tab/>
        <w:t>1.013e0</w:t>
      </w:r>
    </w:p>
    <w:p w14:paraId="6E929AD8" w14:textId="77777777" w:rsidR="006D4449" w:rsidRDefault="006D4449" w:rsidP="006D4449">
      <w:r>
        <w:t>344.0171</w:t>
      </w:r>
      <w:r>
        <w:tab/>
        <w:t>1.013e0</w:t>
      </w:r>
    </w:p>
    <w:p w14:paraId="094B52FF" w14:textId="77777777" w:rsidR="006D4449" w:rsidRDefault="006D4449" w:rsidP="006D4449">
      <w:r>
        <w:t>344.0259</w:t>
      </w:r>
      <w:r>
        <w:tab/>
        <w:t>2.025e0</w:t>
      </w:r>
    </w:p>
    <w:p w14:paraId="29BBC44C" w14:textId="77777777" w:rsidR="006D4449" w:rsidRDefault="006D4449" w:rsidP="006D4449">
      <w:r>
        <w:t>344.0295</w:t>
      </w:r>
      <w:r>
        <w:tab/>
        <w:t>2.025e0</w:t>
      </w:r>
    </w:p>
    <w:p w14:paraId="23667246" w14:textId="77777777" w:rsidR="006D4449" w:rsidRDefault="006D4449" w:rsidP="006D4449">
      <w:r>
        <w:t>344.0333</w:t>
      </w:r>
      <w:r>
        <w:tab/>
        <w:t>1.986e0</w:t>
      </w:r>
    </w:p>
    <w:p w14:paraId="2C3AB907" w14:textId="77777777" w:rsidR="006D4449" w:rsidRDefault="006D4449" w:rsidP="006D4449">
      <w:r>
        <w:t>344.0440</w:t>
      </w:r>
      <w:r>
        <w:tab/>
        <w:t>3.038e0</w:t>
      </w:r>
    </w:p>
    <w:p w14:paraId="63D913F6" w14:textId="77777777" w:rsidR="006D4449" w:rsidRDefault="006D4449" w:rsidP="006D4449">
      <w:r>
        <w:t>344.0779</w:t>
      </w:r>
      <w:r>
        <w:tab/>
        <w:t>3.038e0</w:t>
      </w:r>
    </w:p>
    <w:p w14:paraId="19DFBD14" w14:textId="77777777" w:rsidR="006D4449" w:rsidRDefault="006D4449" w:rsidP="006D4449">
      <w:r>
        <w:t>344.0811</w:t>
      </w:r>
      <w:r>
        <w:tab/>
        <w:t>2.025e0</w:t>
      </w:r>
    </w:p>
    <w:p w14:paraId="376573A5" w14:textId="77777777" w:rsidR="006D4449" w:rsidRDefault="006D4449" w:rsidP="006D4449">
      <w:r>
        <w:t>344.1019</w:t>
      </w:r>
      <w:r>
        <w:tab/>
        <w:t>2.025e0</w:t>
      </w:r>
    </w:p>
    <w:p w14:paraId="4A125071" w14:textId="77777777" w:rsidR="006D4449" w:rsidRDefault="006D4449" w:rsidP="006D4449">
      <w:r>
        <w:t>344.1049</w:t>
      </w:r>
      <w:r>
        <w:tab/>
        <w:t>3.038e0</w:t>
      </w:r>
    </w:p>
    <w:p w14:paraId="3BA4CE2D" w14:textId="77777777" w:rsidR="006D4449" w:rsidRDefault="006D4449" w:rsidP="006D4449">
      <w:r>
        <w:t>344.1105</w:t>
      </w:r>
      <w:r>
        <w:tab/>
        <w:t>4.051e0</w:t>
      </w:r>
    </w:p>
    <w:p w14:paraId="3C8666FE" w14:textId="77777777" w:rsidR="006D4449" w:rsidRDefault="006D4449" w:rsidP="006D4449">
      <w:r>
        <w:t>344.1194</w:t>
      </w:r>
      <w:r>
        <w:tab/>
        <w:t>2.025e0</w:t>
      </w:r>
    </w:p>
    <w:p w14:paraId="0B2A0587" w14:textId="77777777" w:rsidR="006D4449" w:rsidRDefault="006D4449" w:rsidP="006D4449">
      <w:r>
        <w:lastRenderedPageBreak/>
        <w:t>344.1323</w:t>
      </w:r>
      <w:r>
        <w:tab/>
        <w:t>1.013e0</w:t>
      </w:r>
    </w:p>
    <w:p w14:paraId="6622CB0E" w14:textId="77777777" w:rsidR="006D4449" w:rsidRDefault="006D4449" w:rsidP="006D4449">
      <w:r>
        <w:t>344.1623</w:t>
      </w:r>
      <w:r>
        <w:tab/>
        <w:t>3.434e0</w:t>
      </w:r>
    </w:p>
    <w:p w14:paraId="5FD4CF12" w14:textId="77777777" w:rsidR="006D4449" w:rsidRDefault="006D4449" w:rsidP="006D4449">
      <w:r>
        <w:t>344.1638</w:t>
      </w:r>
      <w:r>
        <w:tab/>
        <w:t>3.038e0</w:t>
      </w:r>
    </w:p>
    <w:p w14:paraId="0218D077" w14:textId="77777777" w:rsidR="006D4449" w:rsidRDefault="006D4449" w:rsidP="006D4449">
      <w:r>
        <w:t>344.1714</w:t>
      </w:r>
      <w:r>
        <w:tab/>
        <w:t>1.013e0</w:t>
      </w:r>
    </w:p>
    <w:p w14:paraId="0D02206D" w14:textId="77777777" w:rsidR="006D4449" w:rsidRDefault="006D4449" w:rsidP="006D4449">
      <w:r>
        <w:t>344.1753</w:t>
      </w:r>
      <w:r>
        <w:tab/>
        <w:t>1.463e0</w:t>
      </w:r>
    </w:p>
    <w:p w14:paraId="25A2BC1C" w14:textId="77777777" w:rsidR="006D4449" w:rsidRDefault="006D4449" w:rsidP="006D4449">
      <w:r>
        <w:t>344.2181</w:t>
      </w:r>
      <w:r>
        <w:tab/>
        <w:t>2.025e0</w:t>
      </w:r>
    </w:p>
    <w:p w14:paraId="6F1745B7" w14:textId="77777777" w:rsidR="006D4449" w:rsidRDefault="006D4449" w:rsidP="006D4449">
      <w:r>
        <w:t>344.2211</w:t>
      </w:r>
      <w:r>
        <w:tab/>
        <w:t>8.101e0</w:t>
      </w:r>
    </w:p>
    <w:p w14:paraId="6ADA8057" w14:textId="77777777" w:rsidR="006D4449" w:rsidRDefault="006D4449" w:rsidP="006D4449">
      <w:r>
        <w:t>344.2346</w:t>
      </w:r>
      <w:r>
        <w:tab/>
        <w:t>6.076e0</w:t>
      </w:r>
    </w:p>
    <w:p w14:paraId="5B7A7FC4" w14:textId="77777777" w:rsidR="006D4449" w:rsidRDefault="006D4449" w:rsidP="006D4449">
      <w:r>
        <w:t>344.2406</w:t>
      </w:r>
      <w:r>
        <w:tab/>
        <w:t>5.063e0</w:t>
      </w:r>
    </w:p>
    <w:p w14:paraId="05846D48" w14:textId="77777777" w:rsidR="006D4449" w:rsidRDefault="006D4449" w:rsidP="006D4449">
      <w:r>
        <w:t>344.2423</w:t>
      </w:r>
      <w:r>
        <w:tab/>
        <w:t>4.149e0</w:t>
      </w:r>
    </w:p>
    <w:p w14:paraId="446105EC" w14:textId="77777777" w:rsidR="006D4449" w:rsidRDefault="006D4449" w:rsidP="006D4449">
      <w:r>
        <w:t>344.2740</w:t>
      </w:r>
      <w:r>
        <w:tab/>
        <w:t>3.038e0</w:t>
      </w:r>
    </w:p>
    <w:p w14:paraId="592D135D" w14:textId="77777777" w:rsidR="006D4449" w:rsidRDefault="006D4449" w:rsidP="006D4449">
      <w:r>
        <w:t>344.3026</w:t>
      </w:r>
      <w:r>
        <w:tab/>
        <w:t>2.215e0</w:t>
      </w:r>
    </w:p>
    <w:p w14:paraId="314CAE74" w14:textId="77777777" w:rsidR="006D4449" w:rsidRDefault="006D4449" w:rsidP="006D4449">
      <w:r>
        <w:t>344.3037</w:t>
      </w:r>
      <w:r>
        <w:tab/>
        <w:t>2.025e0</w:t>
      </w:r>
    </w:p>
    <w:p w14:paraId="65CD5F8C" w14:textId="77777777" w:rsidR="006D4449" w:rsidRDefault="006D4449" w:rsidP="006D4449">
      <w:r>
        <w:t>344.3091</w:t>
      </w:r>
      <w:r>
        <w:tab/>
        <w:t>4.051e0</w:t>
      </w:r>
    </w:p>
    <w:p w14:paraId="12D75BAC" w14:textId="77777777" w:rsidR="006D4449" w:rsidRDefault="006D4449" w:rsidP="006D4449">
      <w:r>
        <w:t>344.3148</w:t>
      </w:r>
      <w:r>
        <w:tab/>
        <w:t>4.051e0</w:t>
      </w:r>
    </w:p>
    <w:p w14:paraId="6AE498D8" w14:textId="77777777" w:rsidR="006D4449" w:rsidRDefault="006D4449" w:rsidP="006D4449">
      <w:r>
        <w:t>344.3466</w:t>
      </w:r>
      <w:r>
        <w:tab/>
        <w:t>2.025e0</w:t>
      </w:r>
    </w:p>
    <w:p w14:paraId="5EC87B9F" w14:textId="77777777" w:rsidR="006D4449" w:rsidRDefault="006D4449" w:rsidP="006D4449">
      <w:r>
        <w:t>344.3613</w:t>
      </w:r>
      <w:r>
        <w:tab/>
        <w:t>1.013e0</w:t>
      </w:r>
    </w:p>
    <w:p w14:paraId="4C3B64FE" w14:textId="77777777" w:rsidR="006D4449" w:rsidRDefault="006D4449" w:rsidP="006D4449">
      <w:r>
        <w:t>344.3939</w:t>
      </w:r>
      <w:r>
        <w:tab/>
        <w:t>4.051e0</w:t>
      </w:r>
    </w:p>
    <w:p w14:paraId="1D9E4323" w14:textId="77777777" w:rsidR="006D4449" w:rsidRDefault="006D4449" w:rsidP="006D4449">
      <w:r>
        <w:t>344.4072</w:t>
      </w:r>
      <w:r>
        <w:tab/>
        <w:t>1.013e0</w:t>
      </w:r>
    </w:p>
    <w:p w14:paraId="5B82478A" w14:textId="77777777" w:rsidR="006D4449" w:rsidRDefault="006D4449" w:rsidP="006D4449">
      <w:r>
        <w:lastRenderedPageBreak/>
        <w:t>344.4104</w:t>
      </w:r>
      <w:r>
        <w:tab/>
        <w:t>2.025e0</w:t>
      </w:r>
    </w:p>
    <w:p w14:paraId="2FFF7152" w14:textId="77777777" w:rsidR="006D4449" w:rsidRDefault="006D4449" w:rsidP="006D4449">
      <w:r>
        <w:t>344.4486</w:t>
      </w:r>
      <w:r>
        <w:tab/>
        <w:t>1.013e0</w:t>
      </w:r>
    </w:p>
    <w:p w14:paraId="75AB17C0" w14:textId="77777777" w:rsidR="006D4449" w:rsidRDefault="006D4449" w:rsidP="006D4449">
      <w:r>
        <w:t>344.4648</w:t>
      </w:r>
      <w:r>
        <w:tab/>
        <w:t>2.025e0</w:t>
      </w:r>
    </w:p>
    <w:p w14:paraId="3FBB0D19" w14:textId="77777777" w:rsidR="006D4449" w:rsidRDefault="006D4449" w:rsidP="006D4449">
      <w:r>
        <w:t>344.4756</w:t>
      </w:r>
      <w:r>
        <w:tab/>
        <w:t>2.025e0</w:t>
      </w:r>
    </w:p>
    <w:p w14:paraId="05F244BD" w14:textId="77777777" w:rsidR="006D4449" w:rsidRDefault="006D4449" w:rsidP="006D4449">
      <w:r>
        <w:t>344.5121</w:t>
      </w:r>
      <w:r>
        <w:tab/>
        <w:t>2.025e0</w:t>
      </w:r>
    </w:p>
    <w:p w14:paraId="3A43B32B" w14:textId="77777777" w:rsidR="006D4449" w:rsidRDefault="006D4449" w:rsidP="006D4449">
      <w:r>
        <w:t>344.5139</w:t>
      </w:r>
      <w:r>
        <w:tab/>
        <w:t>3.038e0</w:t>
      </w:r>
    </w:p>
    <w:p w14:paraId="523D4E6A" w14:textId="77777777" w:rsidR="006D4449" w:rsidRDefault="006D4449" w:rsidP="006D4449">
      <w:r>
        <w:t>344.5511</w:t>
      </w:r>
      <w:r>
        <w:tab/>
        <w:t>3.038e0</w:t>
      </w:r>
    </w:p>
    <w:p w14:paraId="14F61187" w14:textId="77777777" w:rsidR="006D4449" w:rsidRDefault="006D4449" w:rsidP="006D4449">
      <w:r>
        <w:t>344.5757</w:t>
      </w:r>
      <w:r>
        <w:tab/>
        <w:t>1.013e0</w:t>
      </w:r>
    </w:p>
    <w:p w14:paraId="3F0B136D" w14:textId="77777777" w:rsidR="006D4449" w:rsidRDefault="006D4449" w:rsidP="006D4449">
      <w:r>
        <w:t>344.5795</w:t>
      </w:r>
      <w:r>
        <w:tab/>
        <w:t>1.013e0</w:t>
      </w:r>
    </w:p>
    <w:p w14:paraId="26F51CF5" w14:textId="77777777" w:rsidR="006D4449" w:rsidRDefault="006D4449" w:rsidP="006D4449">
      <w:r>
        <w:t>344.5904</w:t>
      </w:r>
      <w:r>
        <w:tab/>
        <w:t>2.025e0</w:t>
      </w:r>
    </w:p>
    <w:p w14:paraId="2464AD1C" w14:textId="77777777" w:rsidR="006D4449" w:rsidRDefault="006D4449" w:rsidP="006D4449">
      <w:r>
        <w:t>344.6161</w:t>
      </w:r>
      <w:r>
        <w:tab/>
        <w:t>1.013e0</w:t>
      </w:r>
    </w:p>
    <w:p w14:paraId="4551D74D" w14:textId="77777777" w:rsidR="006D4449" w:rsidRDefault="006D4449" w:rsidP="006D4449">
      <w:r>
        <w:t>344.6209</w:t>
      </w:r>
      <w:r>
        <w:tab/>
        <w:t>1.013e0</w:t>
      </w:r>
    </w:p>
    <w:p w14:paraId="6FBD6D6D" w14:textId="77777777" w:rsidR="006D4449" w:rsidRDefault="006D4449" w:rsidP="006D4449">
      <w:r>
        <w:t>344.6455</w:t>
      </w:r>
      <w:r>
        <w:tab/>
        <w:t>1.013e0</w:t>
      </w:r>
    </w:p>
    <w:p w14:paraId="511BE13D" w14:textId="77777777" w:rsidR="006D4449" w:rsidRDefault="006D4449" w:rsidP="006D4449">
      <w:r>
        <w:t>344.7109</w:t>
      </w:r>
      <w:r>
        <w:tab/>
        <w:t>3.038e0</w:t>
      </w:r>
    </w:p>
    <w:p w14:paraId="359CB7B4" w14:textId="77777777" w:rsidR="006D4449" w:rsidRDefault="006D4449" w:rsidP="006D4449">
      <w:r>
        <w:t>344.7382</w:t>
      </w:r>
      <w:r>
        <w:tab/>
        <w:t>1.013e0</w:t>
      </w:r>
    </w:p>
    <w:p w14:paraId="5840465C" w14:textId="77777777" w:rsidR="006D4449" w:rsidRDefault="006D4449" w:rsidP="006D4449">
      <w:r>
        <w:t>344.7686</w:t>
      </w:r>
      <w:r>
        <w:tab/>
        <w:t>1.013e0</w:t>
      </w:r>
    </w:p>
    <w:p w14:paraId="34D82CB0" w14:textId="77777777" w:rsidR="006D4449" w:rsidRDefault="006D4449" w:rsidP="006D4449">
      <w:r>
        <w:t>344.8179</w:t>
      </w:r>
      <w:r>
        <w:tab/>
        <w:t>1.013e0</w:t>
      </w:r>
    </w:p>
    <w:p w14:paraId="643719AD" w14:textId="77777777" w:rsidR="006D4449" w:rsidRDefault="006D4449" w:rsidP="006D4449">
      <w:r>
        <w:t>344.8792</w:t>
      </w:r>
      <w:r>
        <w:tab/>
        <w:t>2.025e0</w:t>
      </w:r>
    </w:p>
    <w:p w14:paraId="30E0F577" w14:textId="77777777" w:rsidR="006D4449" w:rsidRDefault="006D4449" w:rsidP="006D4449">
      <w:r>
        <w:t>344.9084</w:t>
      </w:r>
      <w:r>
        <w:tab/>
        <w:t>8.944e0</w:t>
      </w:r>
    </w:p>
    <w:p w14:paraId="4135941F" w14:textId="77777777" w:rsidR="006D4449" w:rsidRDefault="006D4449" w:rsidP="006D4449">
      <w:r>
        <w:lastRenderedPageBreak/>
        <w:t>344.9144</w:t>
      </w:r>
      <w:r>
        <w:tab/>
        <w:t>1.823e1</w:t>
      </w:r>
    </w:p>
    <w:p w14:paraId="3F804473" w14:textId="77777777" w:rsidR="006D4449" w:rsidRDefault="006D4449" w:rsidP="006D4449">
      <w:r>
        <w:t>344.9157</w:t>
      </w:r>
      <w:r>
        <w:tab/>
        <w:t>7.089e0</w:t>
      </w:r>
    </w:p>
    <w:p w14:paraId="36CECBCA" w14:textId="77777777" w:rsidR="006D4449" w:rsidRDefault="006D4449" w:rsidP="006D4449">
      <w:r>
        <w:t>344.9287</w:t>
      </w:r>
      <w:r>
        <w:tab/>
        <w:t>8.051e0</w:t>
      </w:r>
    </w:p>
    <w:p w14:paraId="366CE052" w14:textId="77777777" w:rsidR="006D4449" w:rsidRDefault="006D4449" w:rsidP="006D4449">
      <w:r>
        <w:t>344.9520</w:t>
      </w:r>
      <w:r>
        <w:tab/>
        <w:t>7.089e0</w:t>
      </w:r>
    </w:p>
    <w:p w14:paraId="09E67EC3" w14:textId="77777777" w:rsidR="006D4449" w:rsidRDefault="006D4449" w:rsidP="006D4449">
      <w:r>
        <w:t>344.9605</w:t>
      </w:r>
      <w:r>
        <w:tab/>
        <w:t>5.063e0</w:t>
      </w:r>
    </w:p>
    <w:p w14:paraId="6A99B190" w14:textId="77777777" w:rsidR="006D4449" w:rsidRDefault="006D4449" w:rsidP="006D4449">
      <w:r>
        <w:t>344.9865</w:t>
      </w:r>
      <w:r>
        <w:tab/>
        <w:t>1.013e0</w:t>
      </w:r>
    </w:p>
    <w:p w14:paraId="253DE065" w14:textId="77777777" w:rsidR="006D4449" w:rsidRDefault="006D4449" w:rsidP="006D4449">
      <w:r>
        <w:t>345.0096</w:t>
      </w:r>
      <w:r>
        <w:tab/>
        <w:t>3.576e0</w:t>
      </w:r>
    </w:p>
    <w:p w14:paraId="51D63890" w14:textId="77777777" w:rsidR="006D4449" w:rsidRDefault="006D4449" w:rsidP="006D4449">
      <w:r>
        <w:t>345.0227</w:t>
      </w:r>
      <w:r>
        <w:tab/>
        <w:t>1.013e0</w:t>
      </w:r>
    </w:p>
    <w:p w14:paraId="2244DD28" w14:textId="77777777" w:rsidR="006D4449" w:rsidRDefault="006D4449" w:rsidP="006D4449">
      <w:r>
        <w:t>345.0358</w:t>
      </w:r>
      <w:r>
        <w:tab/>
        <w:t>1.976e0</w:t>
      </w:r>
    </w:p>
    <w:p w14:paraId="46E51023" w14:textId="77777777" w:rsidR="006D4449" w:rsidRDefault="006D4449" w:rsidP="006D4449">
      <w:r>
        <w:t>345.0479</w:t>
      </w:r>
      <w:r>
        <w:tab/>
        <w:t>3.038e0</w:t>
      </w:r>
    </w:p>
    <w:p w14:paraId="5CA8E8ED" w14:textId="77777777" w:rsidR="006D4449" w:rsidRDefault="006D4449" w:rsidP="006D4449">
      <w:r>
        <w:t>345.0628</w:t>
      </w:r>
      <w:r>
        <w:tab/>
        <w:t>1.013e0</w:t>
      </w:r>
    </w:p>
    <w:p w14:paraId="56FCC09C" w14:textId="77777777" w:rsidR="006D4449" w:rsidRDefault="006D4449" w:rsidP="006D4449">
      <w:r>
        <w:t>345.0706</w:t>
      </w:r>
      <w:r>
        <w:tab/>
        <w:t>4.051e0</w:t>
      </w:r>
    </w:p>
    <w:p w14:paraId="39760BD2" w14:textId="77777777" w:rsidR="006D4449" w:rsidRDefault="006D4449" w:rsidP="006D4449">
      <w:r>
        <w:t>345.1058</w:t>
      </w:r>
      <w:r>
        <w:tab/>
        <w:t>4.051e0</w:t>
      </w:r>
    </w:p>
    <w:p w14:paraId="00B04764" w14:textId="77777777" w:rsidR="006D4449" w:rsidRDefault="006D4449" w:rsidP="006D4449">
      <w:r>
        <w:t>345.1136</w:t>
      </w:r>
      <w:r>
        <w:tab/>
        <w:t>1.900e0</w:t>
      </w:r>
    </w:p>
    <w:p w14:paraId="05AF817A" w14:textId="77777777" w:rsidR="006D4449" w:rsidRDefault="006D4449" w:rsidP="006D4449">
      <w:r>
        <w:t>345.1406</w:t>
      </w:r>
      <w:r>
        <w:tab/>
        <w:t>1.013e0</w:t>
      </w:r>
    </w:p>
    <w:p w14:paraId="3906D700" w14:textId="77777777" w:rsidR="006D4449" w:rsidRDefault="006D4449" w:rsidP="006D4449">
      <w:r>
        <w:t>345.1526</w:t>
      </w:r>
      <w:r>
        <w:tab/>
        <w:t>1.013e0</w:t>
      </w:r>
    </w:p>
    <w:p w14:paraId="5672EA61" w14:textId="77777777" w:rsidR="006D4449" w:rsidRDefault="006D4449" w:rsidP="006D4449">
      <w:r>
        <w:t>345.1779</w:t>
      </w:r>
      <w:r>
        <w:tab/>
        <w:t>1.648e0</w:t>
      </w:r>
    </w:p>
    <w:p w14:paraId="119681DA" w14:textId="77777777" w:rsidR="006D4449" w:rsidRDefault="006D4449" w:rsidP="006D4449">
      <w:r>
        <w:t>345.1867</w:t>
      </w:r>
      <w:r>
        <w:tab/>
        <w:t>2.361e0</w:t>
      </w:r>
    </w:p>
    <w:p w14:paraId="56005046" w14:textId="77777777" w:rsidR="006D4449" w:rsidRDefault="006D4449" w:rsidP="006D4449">
      <w:r>
        <w:t>345.1917</w:t>
      </w:r>
      <w:r>
        <w:tab/>
        <w:t>2.025e0</w:t>
      </w:r>
    </w:p>
    <w:p w14:paraId="65148397" w14:textId="77777777" w:rsidR="006D4449" w:rsidRDefault="006D4449" w:rsidP="006D4449">
      <w:r>
        <w:lastRenderedPageBreak/>
        <w:t>345.2180</w:t>
      </w:r>
      <w:r>
        <w:tab/>
        <w:t>5.063e0</w:t>
      </w:r>
    </w:p>
    <w:p w14:paraId="5F0922DA" w14:textId="77777777" w:rsidR="006D4449" w:rsidRDefault="006D4449" w:rsidP="006D4449">
      <w:r>
        <w:t>345.2301</w:t>
      </w:r>
      <w:r>
        <w:tab/>
        <w:t>2.025e0</w:t>
      </w:r>
    </w:p>
    <w:p w14:paraId="7C8AEDB8" w14:textId="77777777" w:rsidR="006D4449" w:rsidRDefault="006D4449" w:rsidP="006D4449">
      <w:r>
        <w:t>345.2386</w:t>
      </w:r>
      <w:r>
        <w:tab/>
        <w:t>4.051e0</w:t>
      </w:r>
    </w:p>
    <w:p w14:paraId="78CE9497" w14:textId="77777777" w:rsidR="006D4449" w:rsidRDefault="006D4449" w:rsidP="006D4449">
      <w:r>
        <w:t>345.2419</w:t>
      </w:r>
      <w:r>
        <w:tab/>
        <w:t>6.076e0</w:t>
      </w:r>
    </w:p>
    <w:p w14:paraId="282762A9" w14:textId="77777777" w:rsidR="006D4449" w:rsidRDefault="006D4449" w:rsidP="006D4449">
      <w:r>
        <w:t>345.2587</w:t>
      </w:r>
      <w:r>
        <w:tab/>
        <w:t>4.051e0</w:t>
      </w:r>
    </w:p>
    <w:p w14:paraId="0A00C657" w14:textId="77777777" w:rsidR="006D4449" w:rsidRDefault="006D4449" w:rsidP="006D4449">
      <w:r>
        <w:t>345.2904</w:t>
      </w:r>
      <w:r>
        <w:tab/>
        <w:t>3.038e0</w:t>
      </w:r>
    </w:p>
    <w:p w14:paraId="5AC59C05" w14:textId="77777777" w:rsidR="006D4449" w:rsidRDefault="006D4449" w:rsidP="006D4449">
      <w:r>
        <w:t>345.3087</w:t>
      </w:r>
      <w:r>
        <w:tab/>
        <w:t>2.025e0</w:t>
      </w:r>
    </w:p>
    <w:p w14:paraId="69FF504B" w14:textId="77777777" w:rsidR="006D4449" w:rsidRDefault="006D4449" w:rsidP="006D4449">
      <w:r>
        <w:t>345.3181</w:t>
      </w:r>
      <w:r>
        <w:tab/>
        <w:t>4.051e0</w:t>
      </w:r>
    </w:p>
    <w:p w14:paraId="02B83D58" w14:textId="77777777" w:rsidR="006D4449" w:rsidRDefault="006D4449" w:rsidP="006D4449">
      <w:r>
        <w:t>345.3445</w:t>
      </w:r>
      <w:r>
        <w:tab/>
        <w:t>1.013e0</w:t>
      </w:r>
    </w:p>
    <w:p w14:paraId="71160240" w14:textId="77777777" w:rsidR="006D4449" w:rsidRDefault="006D4449" w:rsidP="006D4449">
      <w:r>
        <w:t>345.3645</w:t>
      </w:r>
      <w:r>
        <w:tab/>
        <w:t>1.013e0</w:t>
      </w:r>
    </w:p>
    <w:p w14:paraId="746154AC" w14:textId="77777777" w:rsidR="006D4449" w:rsidRDefault="006D4449" w:rsidP="006D4449">
      <w:r>
        <w:t>345.3768</w:t>
      </w:r>
      <w:r>
        <w:tab/>
        <w:t>1.013e0</w:t>
      </w:r>
    </w:p>
    <w:p w14:paraId="54FA5254" w14:textId="77777777" w:rsidR="006D4449" w:rsidRDefault="006D4449" w:rsidP="006D4449">
      <w:r>
        <w:t>345.4326</w:t>
      </w:r>
      <w:r>
        <w:tab/>
        <w:t>5.063e0</w:t>
      </w:r>
    </w:p>
    <w:p w14:paraId="2235467F" w14:textId="77777777" w:rsidR="006D4449" w:rsidRDefault="006D4449" w:rsidP="006D4449">
      <w:r>
        <w:t>345.4792</w:t>
      </w:r>
      <w:r>
        <w:tab/>
        <w:t>1.013e0</w:t>
      </w:r>
    </w:p>
    <w:p w14:paraId="70DE31C7" w14:textId="77777777" w:rsidR="006D4449" w:rsidRDefault="006D4449" w:rsidP="006D4449">
      <w:r>
        <w:t>345.4984</w:t>
      </w:r>
      <w:r>
        <w:tab/>
        <w:t>1.013e0</w:t>
      </w:r>
    </w:p>
    <w:p w14:paraId="17288F9D" w14:textId="77777777" w:rsidR="006D4449" w:rsidRDefault="006D4449" w:rsidP="006D4449">
      <w:r>
        <w:t>345.5078</w:t>
      </w:r>
      <w:r>
        <w:tab/>
        <w:t>1.013e0</w:t>
      </w:r>
    </w:p>
    <w:p w14:paraId="0A1A384E" w14:textId="77777777" w:rsidR="006D4449" w:rsidRDefault="006D4449" w:rsidP="006D4449">
      <w:r>
        <w:t>345.5461</w:t>
      </w:r>
      <w:r>
        <w:tab/>
        <w:t>2.025e0</w:t>
      </w:r>
    </w:p>
    <w:p w14:paraId="2AEEB9A4" w14:textId="77777777" w:rsidR="006D4449" w:rsidRDefault="006D4449" w:rsidP="006D4449">
      <w:r>
        <w:t>345.5532</w:t>
      </w:r>
      <w:r>
        <w:tab/>
        <w:t>1.013e0</w:t>
      </w:r>
    </w:p>
    <w:p w14:paraId="23548FFD" w14:textId="77777777" w:rsidR="006D4449" w:rsidRDefault="006D4449" w:rsidP="006D4449">
      <w:r>
        <w:t>345.5627</w:t>
      </w:r>
      <w:r>
        <w:tab/>
        <w:t>1.013e0</w:t>
      </w:r>
    </w:p>
    <w:p w14:paraId="7E24945B" w14:textId="77777777" w:rsidR="006D4449" w:rsidRDefault="006D4449" w:rsidP="006D4449">
      <w:r>
        <w:t>345.5803</w:t>
      </w:r>
      <w:r>
        <w:tab/>
        <w:t>2.025e0</w:t>
      </w:r>
    </w:p>
    <w:p w14:paraId="5C5C50C8" w14:textId="77777777" w:rsidR="006D4449" w:rsidRDefault="006D4449" w:rsidP="006D4449">
      <w:r>
        <w:lastRenderedPageBreak/>
        <w:t>345.5937</w:t>
      </w:r>
      <w:r>
        <w:tab/>
        <w:t>2.025e0</w:t>
      </w:r>
    </w:p>
    <w:p w14:paraId="5C93EDE2" w14:textId="77777777" w:rsidR="006D4449" w:rsidRDefault="006D4449" w:rsidP="006D4449">
      <w:r>
        <w:t>345.6216</w:t>
      </w:r>
      <w:r>
        <w:tab/>
        <w:t>1.013e0</w:t>
      </w:r>
    </w:p>
    <w:p w14:paraId="3219E027" w14:textId="77777777" w:rsidR="006D4449" w:rsidRDefault="006D4449" w:rsidP="006D4449">
      <w:r>
        <w:t>345.6477</w:t>
      </w:r>
      <w:r>
        <w:tab/>
        <w:t>1.013e0</w:t>
      </w:r>
    </w:p>
    <w:p w14:paraId="25B904F9" w14:textId="77777777" w:rsidR="006D4449" w:rsidRDefault="006D4449" w:rsidP="006D4449">
      <w:r>
        <w:t>345.6638</w:t>
      </w:r>
      <w:r>
        <w:tab/>
        <w:t>2.688e0</w:t>
      </w:r>
    </w:p>
    <w:p w14:paraId="46007EE7" w14:textId="77777777" w:rsidR="006D4449" w:rsidRDefault="006D4449" w:rsidP="006D4449">
      <w:r>
        <w:t>345.6649</w:t>
      </w:r>
      <w:r>
        <w:tab/>
        <w:t>3.038e0</w:t>
      </w:r>
    </w:p>
    <w:p w14:paraId="1C113179" w14:textId="77777777" w:rsidR="006D4449" w:rsidRDefault="006D4449" w:rsidP="006D4449">
      <w:r>
        <w:t>345.6708</w:t>
      </w:r>
      <w:r>
        <w:tab/>
        <w:t>1.013e0</w:t>
      </w:r>
    </w:p>
    <w:p w14:paraId="5AA3A25B" w14:textId="77777777" w:rsidR="006D4449" w:rsidRDefault="006D4449" w:rsidP="006D4449">
      <w:r>
        <w:t>345.6996</w:t>
      </w:r>
      <w:r>
        <w:tab/>
        <w:t>1.013e0</w:t>
      </w:r>
    </w:p>
    <w:p w14:paraId="52986E20" w14:textId="77777777" w:rsidR="006D4449" w:rsidRDefault="006D4449" w:rsidP="006D4449">
      <w:r>
        <w:t>345.7285</w:t>
      </w:r>
      <w:r>
        <w:tab/>
        <w:t>1.013e0</w:t>
      </w:r>
    </w:p>
    <w:p w14:paraId="3CC59F23" w14:textId="77777777" w:rsidR="006D4449" w:rsidRDefault="006D4449" w:rsidP="006D4449">
      <w:r>
        <w:t>345.7424</w:t>
      </w:r>
      <w:r>
        <w:tab/>
        <w:t>1.013e0</w:t>
      </w:r>
    </w:p>
    <w:p w14:paraId="0476CF92" w14:textId="77777777" w:rsidR="006D4449" w:rsidRDefault="006D4449" w:rsidP="006D4449">
      <w:r>
        <w:t>345.7596</w:t>
      </w:r>
      <w:r>
        <w:tab/>
        <w:t>1.013e0</w:t>
      </w:r>
    </w:p>
    <w:p w14:paraId="5D05BCF3" w14:textId="77777777" w:rsidR="006D4449" w:rsidRDefault="006D4449" w:rsidP="006D4449">
      <w:r>
        <w:t>345.7671</w:t>
      </w:r>
      <w:r>
        <w:tab/>
        <w:t>1.013e0</w:t>
      </w:r>
    </w:p>
    <w:p w14:paraId="402E96DC" w14:textId="77777777" w:rsidR="006D4449" w:rsidRDefault="006D4449" w:rsidP="006D4449">
      <w:r>
        <w:t>345.7763</w:t>
      </w:r>
      <w:r>
        <w:tab/>
        <w:t>2.025e0</w:t>
      </w:r>
    </w:p>
    <w:p w14:paraId="565E54EE" w14:textId="77777777" w:rsidR="006D4449" w:rsidRDefault="006D4449" w:rsidP="006D4449">
      <w:r>
        <w:t>345.8594</w:t>
      </w:r>
      <w:r>
        <w:tab/>
        <w:t>3.799e0</w:t>
      </w:r>
    </w:p>
    <w:p w14:paraId="7BED1496" w14:textId="77777777" w:rsidR="006D4449" w:rsidRDefault="006D4449" w:rsidP="006D4449">
      <w:r>
        <w:t>345.9147</w:t>
      </w:r>
      <w:r>
        <w:tab/>
        <w:t>3.241e1</w:t>
      </w:r>
    </w:p>
    <w:p w14:paraId="513BAE6F" w14:textId="77777777" w:rsidR="006D4449" w:rsidRDefault="006D4449" w:rsidP="006D4449">
      <w:r>
        <w:t>345.9201</w:t>
      </w:r>
      <w:r>
        <w:tab/>
        <w:t>2.329e1</w:t>
      </w:r>
    </w:p>
    <w:p w14:paraId="799FC08C" w14:textId="77777777" w:rsidR="006D4449" w:rsidRDefault="006D4449" w:rsidP="006D4449">
      <w:r>
        <w:t>345.9212</w:t>
      </w:r>
      <w:r>
        <w:tab/>
        <w:t>5.265e1</w:t>
      </w:r>
    </w:p>
    <w:p w14:paraId="00AAAE1A" w14:textId="77777777" w:rsidR="006D4449" w:rsidRDefault="006D4449" w:rsidP="006D4449">
      <w:r>
        <w:t>345.9233</w:t>
      </w:r>
      <w:r>
        <w:tab/>
        <w:t>2.461e1</w:t>
      </w:r>
    </w:p>
    <w:p w14:paraId="2EE5DD02" w14:textId="77777777" w:rsidR="006D4449" w:rsidRDefault="006D4449" w:rsidP="006D4449">
      <w:r>
        <w:t>345.9808</w:t>
      </w:r>
      <w:r>
        <w:tab/>
        <w:t>4.051e0</w:t>
      </w:r>
    </w:p>
    <w:p w14:paraId="435C6D18" w14:textId="77777777" w:rsidR="006D4449" w:rsidRDefault="006D4449" w:rsidP="006D4449">
      <w:r>
        <w:t>345.9889</w:t>
      </w:r>
      <w:r>
        <w:tab/>
        <w:t>3.392e0</w:t>
      </w:r>
    </w:p>
    <w:p w14:paraId="4BD20F1E" w14:textId="77777777" w:rsidR="006D4449" w:rsidRDefault="006D4449" w:rsidP="006D4449">
      <w:r>
        <w:lastRenderedPageBreak/>
        <w:t>346.0134</w:t>
      </w:r>
      <w:r>
        <w:tab/>
        <w:t>1.013e0</w:t>
      </w:r>
    </w:p>
    <w:p w14:paraId="549AC884" w14:textId="77777777" w:rsidR="006D4449" w:rsidRDefault="006D4449" w:rsidP="006D4449">
      <w:r>
        <w:t>346.0262</w:t>
      </w:r>
      <w:r>
        <w:tab/>
        <w:t>1.013e0</w:t>
      </w:r>
    </w:p>
    <w:p w14:paraId="510B48E4" w14:textId="77777777" w:rsidR="006D4449" w:rsidRDefault="006D4449" w:rsidP="006D4449">
      <w:r>
        <w:t>346.0668</w:t>
      </w:r>
      <w:r>
        <w:tab/>
        <w:t>2.025e0</w:t>
      </w:r>
    </w:p>
    <w:p w14:paraId="38F843F8" w14:textId="77777777" w:rsidR="006D4449" w:rsidRDefault="006D4449" w:rsidP="006D4449">
      <w:r>
        <w:t>346.0678</w:t>
      </w:r>
      <w:r>
        <w:tab/>
        <w:t>2.025e0</w:t>
      </w:r>
    </w:p>
    <w:p w14:paraId="27546593" w14:textId="77777777" w:rsidR="006D4449" w:rsidRDefault="006D4449" w:rsidP="006D4449">
      <w:r>
        <w:t>346.0785</w:t>
      </w:r>
      <w:r>
        <w:tab/>
        <w:t>3.038e0</w:t>
      </w:r>
    </w:p>
    <w:p w14:paraId="6BC98221" w14:textId="77777777" w:rsidR="006D4449" w:rsidRDefault="006D4449" w:rsidP="006D4449">
      <w:r>
        <w:t>346.0804</w:t>
      </w:r>
      <w:r>
        <w:tab/>
        <w:t>7.163e0</w:t>
      </w:r>
    </w:p>
    <w:p w14:paraId="2C922200" w14:textId="77777777" w:rsidR="006D4449" w:rsidRDefault="006D4449" w:rsidP="006D4449">
      <w:r>
        <w:t>346.0977</w:t>
      </w:r>
      <w:r>
        <w:tab/>
        <w:t>6.076e0</w:t>
      </w:r>
    </w:p>
    <w:p w14:paraId="7D2F3722" w14:textId="77777777" w:rsidR="006D4449" w:rsidRDefault="006D4449" w:rsidP="006D4449">
      <w:r>
        <w:t>346.1221</w:t>
      </w:r>
      <w:r>
        <w:tab/>
        <w:t>2.025e0</w:t>
      </w:r>
    </w:p>
    <w:p w14:paraId="17630B17" w14:textId="77777777" w:rsidR="006D4449" w:rsidRDefault="006D4449" w:rsidP="006D4449">
      <w:r>
        <w:t>346.1352</w:t>
      </w:r>
      <w:r>
        <w:tab/>
        <w:t>1.013e0</w:t>
      </w:r>
    </w:p>
    <w:p w14:paraId="4DAD2F05" w14:textId="77777777" w:rsidR="006D4449" w:rsidRDefault="006D4449" w:rsidP="006D4449">
      <w:r>
        <w:t>346.1522</w:t>
      </w:r>
      <w:r>
        <w:tab/>
        <w:t>3.038e0</w:t>
      </w:r>
    </w:p>
    <w:p w14:paraId="07F1BF77" w14:textId="77777777" w:rsidR="006D4449" w:rsidRDefault="006D4449" w:rsidP="006D4449">
      <w:r>
        <w:t>346.1613</w:t>
      </w:r>
      <w:r>
        <w:tab/>
        <w:t>2.025e0</w:t>
      </w:r>
    </w:p>
    <w:p w14:paraId="604AFA3E" w14:textId="77777777" w:rsidR="006D4449" w:rsidRDefault="006D4449" w:rsidP="006D4449">
      <w:r>
        <w:t>346.1857</w:t>
      </w:r>
      <w:r>
        <w:tab/>
        <w:t>3.038e0</w:t>
      </w:r>
    </w:p>
    <w:p w14:paraId="376EF756" w14:textId="77777777" w:rsidR="006D4449" w:rsidRDefault="006D4449" w:rsidP="006D4449">
      <w:r>
        <w:t>346.1949</w:t>
      </w:r>
      <w:r>
        <w:tab/>
        <w:t>2.025e0</w:t>
      </w:r>
    </w:p>
    <w:p w14:paraId="37137DC7" w14:textId="77777777" w:rsidR="006D4449" w:rsidRDefault="006D4449" w:rsidP="006D4449">
      <w:r>
        <w:t>346.2032</w:t>
      </w:r>
      <w:r>
        <w:tab/>
        <w:t>3.038e0</w:t>
      </w:r>
    </w:p>
    <w:p w14:paraId="01CD057A" w14:textId="77777777" w:rsidR="006D4449" w:rsidRDefault="006D4449" w:rsidP="006D4449">
      <w:r>
        <w:t>346.2115</w:t>
      </w:r>
      <w:r>
        <w:tab/>
        <w:t>6.076e0</w:t>
      </w:r>
    </w:p>
    <w:p w14:paraId="3157C60E" w14:textId="77777777" w:rsidR="006D4449" w:rsidRDefault="006D4449" w:rsidP="006D4449">
      <w:r>
        <w:t>346.2317</w:t>
      </w:r>
      <w:r>
        <w:tab/>
        <w:t>2.025e0</w:t>
      </w:r>
    </w:p>
    <w:p w14:paraId="0F55CB6D" w14:textId="77777777" w:rsidR="006D4449" w:rsidRDefault="006D4449" w:rsidP="006D4449">
      <w:r>
        <w:t>346.2407</w:t>
      </w:r>
      <w:r>
        <w:tab/>
        <w:t>6.071e0</w:t>
      </w:r>
    </w:p>
    <w:p w14:paraId="6969D1E3" w14:textId="77777777" w:rsidR="006D4449" w:rsidRDefault="006D4449" w:rsidP="006D4449">
      <w:r>
        <w:t>346.2600</w:t>
      </w:r>
      <w:r>
        <w:tab/>
        <w:t>5.063e0</w:t>
      </w:r>
    </w:p>
    <w:p w14:paraId="1BA5E1A3" w14:textId="77777777" w:rsidR="006D4449" w:rsidRDefault="006D4449" w:rsidP="006D4449">
      <w:r>
        <w:t>346.2710</w:t>
      </w:r>
      <w:r>
        <w:tab/>
        <w:t>2.025e0</w:t>
      </w:r>
    </w:p>
    <w:p w14:paraId="45CDDA78" w14:textId="77777777" w:rsidR="006D4449" w:rsidRDefault="006D4449" w:rsidP="006D4449">
      <w:r>
        <w:lastRenderedPageBreak/>
        <w:t>346.2982</w:t>
      </w:r>
      <w:r>
        <w:tab/>
        <w:t>3.038e0</w:t>
      </w:r>
    </w:p>
    <w:p w14:paraId="0543068A" w14:textId="77777777" w:rsidR="006D4449" w:rsidRDefault="006D4449" w:rsidP="006D4449">
      <w:r>
        <w:t>346.3364</w:t>
      </w:r>
      <w:r>
        <w:tab/>
        <w:t>1.013e0</w:t>
      </w:r>
    </w:p>
    <w:p w14:paraId="775E808B" w14:textId="77777777" w:rsidR="006D4449" w:rsidRDefault="006D4449" w:rsidP="006D4449">
      <w:r>
        <w:t>346.3503</w:t>
      </w:r>
      <w:r>
        <w:tab/>
        <w:t>1.013e0</w:t>
      </w:r>
    </w:p>
    <w:p w14:paraId="7F765F56" w14:textId="77777777" w:rsidR="006D4449" w:rsidRDefault="006D4449" w:rsidP="006D4449">
      <w:r>
        <w:t>346.3582</w:t>
      </w:r>
      <w:r>
        <w:tab/>
        <w:t>4.051e0</w:t>
      </w:r>
    </w:p>
    <w:p w14:paraId="7B345668" w14:textId="77777777" w:rsidR="006D4449" w:rsidRDefault="006D4449" w:rsidP="006D4449">
      <w:r>
        <w:t>346.3736</w:t>
      </w:r>
      <w:r>
        <w:tab/>
        <w:t>1.013e0</w:t>
      </w:r>
    </w:p>
    <w:p w14:paraId="21E3D0D7" w14:textId="77777777" w:rsidR="006D4449" w:rsidRDefault="006D4449" w:rsidP="006D4449">
      <w:r>
        <w:t>346.3860</w:t>
      </w:r>
      <w:r>
        <w:tab/>
        <w:t>1.013e0</w:t>
      </w:r>
    </w:p>
    <w:p w14:paraId="3BCF81BA" w14:textId="77777777" w:rsidR="006D4449" w:rsidRDefault="006D4449" w:rsidP="006D4449">
      <w:r>
        <w:t>346.3999</w:t>
      </w:r>
      <w:r>
        <w:tab/>
        <w:t>1.013e0</w:t>
      </w:r>
    </w:p>
    <w:p w14:paraId="22B08A33" w14:textId="77777777" w:rsidR="006D4449" w:rsidRDefault="006D4449" w:rsidP="006D4449">
      <w:r>
        <w:t>346.4167</w:t>
      </w:r>
      <w:r>
        <w:tab/>
        <w:t>2.025e0</w:t>
      </w:r>
    </w:p>
    <w:p w14:paraId="69B280E5" w14:textId="77777777" w:rsidR="006D4449" w:rsidRDefault="006D4449" w:rsidP="006D4449">
      <w:r>
        <w:t>346.4371</w:t>
      </w:r>
      <w:r>
        <w:tab/>
        <w:t>2.025e0</w:t>
      </w:r>
    </w:p>
    <w:p w14:paraId="0007BE24" w14:textId="77777777" w:rsidR="006D4449" w:rsidRDefault="006D4449" w:rsidP="006D4449">
      <w:r>
        <w:t>346.4572</w:t>
      </w:r>
      <w:r>
        <w:tab/>
        <w:t>1.013e0</w:t>
      </w:r>
    </w:p>
    <w:p w14:paraId="4416229A" w14:textId="77777777" w:rsidR="006D4449" w:rsidRDefault="006D4449" w:rsidP="006D4449">
      <w:r>
        <w:t>346.4763</w:t>
      </w:r>
      <w:r>
        <w:tab/>
        <w:t>1.013e0</w:t>
      </w:r>
    </w:p>
    <w:p w14:paraId="203A3847" w14:textId="77777777" w:rsidR="006D4449" w:rsidRDefault="006D4449" w:rsidP="006D4449">
      <w:r>
        <w:t>346.5025</w:t>
      </w:r>
      <w:r>
        <w:tab/>
        <w:t>1.013e0</w:t>
      </w:r>
    </w:p>
    <w:p w14:paraId="748DC419" w14:textId="77777777" w:rsidR="006D4449" w:rsidRDefault="006D4449" w:rsidP="006D4449">
      <w:r>
        <w:t>346.5428</w:t>
      </w:r>
      <w:r>
        <w:tab/>
        <w:t>1.013e0</w:t>
      </w:r>
    </w:p>
    <w:p w14:paraId="7DA8D7C8" w14:textId="77777777" w:rsidR="006D4449" w:rsidRDefault="006D4449" w:rsidP="006D4449">
      <w:r>
        <w:t>346.6080</w:t>
      </w:r>
      <w:r>
        <w:tab/>
        <w:t>2.025e0</w:t>
      </w:r>
    </w:p>
    <w:p w14:paraId="516B18A7" w14:textId="77777777" w:rsidR="006D4449" w:rsidRDefault="006D4449" w:rsidP="006D4449">
      <w:r>
        <w:t>346.6111</w:t>
      </w:r>
      <w:r>
        <w:tab/>
        <w:t>1.013e0</w:t>
      </w:r>
    </w:p>
    <w:p w14:paraId="149DA865" w14:textId="77777777" w:rsidR="006D4449" w:rsidRDefault="006D4449" w:rsidP="006D4449">
      <w:r>
        <w:t>346.6359</w:t>
      </w:r>
      <w:r>
        <w:tab/>
        <w:t>2.025e0</w:t>
      </w:r>
    </w:p>
    <w:p w14:paraId="7F51E97A" w14:textId="77777777" w:rsidR="006D4449" w:rsidRDefault="006D4449" w:rsidP="006D4449">
      <w:r>
        <w:t>346.6464</w:t>
      </w:r>
      <w:r>
        <w:tab/>
        <w:t>1.013e0</w:t>
      </w:r>
    </w:p>
    <w:p w14:paraId="0476F5C5" w14:textId="77777777" w:rsidR="006D4449" w:rsidRDefault="006D4449" w:rsidP="006D4449">
      <w:r>
        <w:t>346.6490</w:t>
      </w:r>
      <w:r>
        <w:tab/>
        <w:t>1.013e0</w:t>
      </w:r>
    </w:p>
    <w:p w14:paraId="62BF3133" w14:textId="77777777" w:rsidR="006D4449" w:rsidRDefault="006D4449" w:rsidP="006D4449">
      <w:r>
        <w:t>346.6930</w:t>
      </w:r>
      <w:r>
        <w:tab/>
        <w:t>2.025e0</w:t>
      </w:r>
    </w:p>
    <w:p w14:paraId="5BCF58ED" w14:textId="77777777" w:rsidR="006D4449" w:rsidRDefault="006D4449" w:rsidP="006D4449">
      <w:r>
        <w:lastRenderedPageBreak/>
        <w:t>346.7166</w:t>
      </w:r>
      <w:r>
        <w:tab/>
        <w:t>1.013e0</w:t>
      </w:r>
    </w:p>
    <w:p w14:paraId="3C936F6A" w14:textId="77777777" w:rsidR="006D4449" w:rsidRDefault="006D4449" w:rsidP="006D4449">
      <w:r>
        <w:t>346.7558</w:t>
      </w:r>
      <w:r>
        <w:tab/>
        <w:t>2.025e0</w:t>
      </w:r>
    </w:p>
    <w:p w14:paraId="7F25FDE3" w14:textId="77777777" w:rsidR="006D4449" w:rsidRDefault="006D4449" w:rsidP="006D4449">
      <w:r>
        <w:t>346.7653</w:t>
      </w:r>
      <w:r>
        <w:tab/>
        <w:t>6.076e0</w:t>
      </w:r>
    </w:p>
    <w:p w14:paraId="6F89D922" w14:textId="77777777" w:rsidR="006D4449" w:rsidRDefault="006D4449" w:rsidP="006D4449">
      <w:r>
        <w:t>346.7851</w:t>
      </w:r>
      <w:r>
        <w:tab/>
        <w:t>1.013e0</w:t>
      </w:r>
    </w:p>
    <w:p w14:paraId="165BEE4E" w14:textId="77777777" w:rsidR="006D4449" w:rsidRDefault="006D4449" w:rsidP="006D4449">
      <w:r>
        <w:t>346.8373</w:t>
      </w:r>
      <w:r>
        <w:tab/>
        <w:t>3.038e0</w:t>
      </w:r>
    </w:p>
    <w:p w14:paraId="5FD1F10A" w14:textId="77777777" w:rsidR="006D4449" w:rsidRDefault="006D4449" w:rsidP="006D4449">
      <w:r>
        <w:t>346.8461</w:t>
      </w:r>
      <w:r>
        <w:tab/>
        <w:t>1.013e0</w:t>
      </w:r>
    </w:p>
    <w:p w14:paraId="1418EA25" w14:textId="77777777" w:rsidR="006D4449" w:rsidRDefault="006D4449" w:rsidP="006D4449">
      <w:r>
        <w:t>346.8596</w:t>
      </w:r>
      <w:r>
        <w:tab/>
        <w:t>1.013e0</w:t>
      </w:r>
    </w:p>
    <w:p w14:paraId="1ADB5B4B" w14:textId="77777777" w:rsidR="006D4449" w:rsidRDefault="006D4449" w:rsidP="006D4449">
      <w:r>
        <w:t>346.8644</w:t>
      </w:r>
      <w:r>
        <w:tab/>
        <w:t>1.013e0</w:t>
      </w:r>
    </w:p>
    <w:p w14:paraId="6C4A1B85" w14:textId="77777777" w:rsidR="006D4449" w:rsidRDefault="006D4449" w:rsidP="006D4449">
      <w:r>
        <w:t>346.8921</w:t>
      </w:r>
      <w:r>
        <w:tab/>
        <w:t>3.038e0</w:t>
      </w:r>
    </w:p>
    <w:p w14:paraId="720E9DE5" w14:textId="77777777" w:rsidR="006D4449" w:rsidRDefault="006D4449" w:rsidP="006D4449">
      <w:r>
        <w:t>346.9083</w:t>
      </w:r>
      <w:r>
        <w:tab/>
        <w:t>6.076e0</w:t>
      </w:r>
    </w:p>
    <w:p w14:paraId="35CC5FA4" w14:textId="77777777" w:rsidR="006D4449" w:rsidRDefault="006D4449" w:rsidP="006D4449">
      <w:r>
        <w:t>346.9104</w:t>
      </w:r>
      <w:r>
        <w:tab/>
        <w:t>5.389e0</w:t>
      </w:r>
    </w:p>
    <w:p w14:paraId="7C7DDD62" w14:textId="77777777" w:rsidR="006D4449" w:rsidRDefault="006D4449" w:rsidP="006D4449">
      <w:r>
        <w:t>346.9173</w:t>
      </w:r>
      <w:r>
        <w:tab/>
        <w:t>4.051e0</w:t>
      </w:r>
    </w:p>
    <w:p w14:paraId="03A2EB65" w14:textId="77777777" w:rsidR="006D4449" w:rsidRDefault="006D4449" w:rsidP="006D4449">
      <w:r>
        <w:t>346.9337</w:t>
      </w:r>
      <w:r>
        <w:tab/>
        <w:t>6.076e0</w:t>
      </w:r>
    </w:p>
    <w:p w14:paraId="1C2D3FA9" w14:textId="77777777" w:rsidR="006D4449" w:rsidRDefault="006D4449" w:rsidP="006D4449">
      <w:r>
        <w:t>346.9602</w:t>
      </w:r>
      <w:r>
        <w:tab/>
        <w:t>2.025e0</w:t>
      </w:r>
    </w:p>
    <w:p w14:paraId="0EEFF231" w14:textId="77777777" w:rsidR="006D4449" w:rsidRDefault="006D4449" w:rsidP="006D4449">
      <w:r>
        <w:t>346.9735</w:t>
      </w:r>
      <w:r>
        <w:tab/>
        <w:t>2.025e0</w:t>
      </w:r>
    </w:p>
    <w:p w14:paraId="262AF355" w14:textId="77777777" w:rsidR="006D4449" w:rsidRDefault="006D4449" w:rsidP="006D4449">
      <w:r>
        <w:t>346.9983</w:t>
      </w:r>
      <w:r>
        <w:tab/>
        <w:t>2.025e0</w:t>
      </w:r>
    </w:p>
    <w:p w14:paraId="58C5B9D3" w14:textId="77777777" w:rsidR="006D4449" w:rsidRDefault="006D4449" w:rsidP="006D4449">
      <w:r>
        <w:t>347.0012</w:t>
      </w:r>
      <w:r>
        <w:tab/>
        <w:t>1.013e0</w:t>
      </w:r>
    </w:p>
    <w:p w14:paraId="3476CB77" w14:textId="77777777" w:rsidR="006D4449" w:rsidRDefault="006D4449" w:rsidP="006D4449">
      <w:r>
        <w:t>347.0103</w:t>
      </w:r>
      <w:r>
        <w:tab/>
        <w:t>2.246e0</w:t>
      </w:r>
    </w:p>
    <w:p w14:paraId="4C6858B7" w14:textId="77777777" w:rsidR="006D4449" w:rsidRDefault="006D4449" w:rsidP="006D4449">
      <w:r>
        <w:t>347.0389</w:t>
      </w:r>
      <w:r>
        <w:tab/>
        <w:t>1.800e0</w:t>
      </w:r>
    </w:p>
    <w:p w14:paraId="5A203F11" w14:textId="77777777" w:rsidR="006D4449" w:rsidRDefault="006D4449" w:rsidP="006D4449">
      <w:r>
        <w:lastRenderedPageBreak/>
        <w:t>347.0423</w:t>
      </w:r>
      <w:r>
        <w:tab/>
        <w:t>4.051e0</w:t>
      </w:r>
    </w:p>
    <w:p w14:paraId="2220602B" w14:textId="77777777" w:rsidR="006D4449" w:rsidRDefault="006D4449" w:rsidP="006D4449">
      <w:r>
        <w:t>347.0459</w:t>
      </w:r>
      <w:r>
        <w:tab/>
        <w:t>2.025e0</w:t>
      </w:r>
    </w:p>
    <w:p w14:paraId="4F16282A" w14:textId="77777777" w:rsidR="006D4449" w:rsidRDefault="006D4449" w:rsidP="006D4449">
      <w:r>
        <w:t>347.0579</w:t>
      </w:r>
      <w:r>
        <w:tab/>
        <w:t>3.038e0</w:t>
      </w:r>
    </w:p>
    <w:p w14:paraId="200FA53B" w14:textId="77777777" w:rsidR="006D4449" w:rsidRDefault="006D4449" w:rsidP="006D4449">
      <w:r>
        <w:t>347.0655</w:t>
      </w:r>
      <w:r>
        <w:tab/>
        <w:t>2.025e0</w:t>
      </w:r>
    </w:p>
    <w:p w14:paraId="13429756" w14:textId="77777777" w:rsidR="006D4449" w:rsidRDefault="006D4449" w:rsidP="006D4449">
      <w:r>
        <w:t>347.0761</w:t>
      </w:r>
      <w:r>
        <w:tab/>
        <w:t>2.025e0</w:t>
      </w:r>
    </w:p>
    <w:p w14:paraId="7CB47BFB" w14:textId="77777777" w:rsidR="006D4449" w:rsidRDefault="006D4449" w:rsidP="006D4449">
      <w:r>
        <w:t>347.0903</w:t>
      </w:r>
      <w:r>
        <w:tab/>
        <w:t>1.013e0</w:t>
      </w:r>
    </w:p>
    <w:p w14:paraId="33053FCD" w14:textId="77777777" w:rsidR="006D4449" w:rsidRDefault="006D4449" w:rsidP="006D4449">
      <w:r>
        <w:t>347.1134</w:t>
      </w:r>
      <w:r>
        <w:tab/>
        <w:t>1.013e0</w:t>
      </w:r>
    </w:p>
    <w:p w14:paraId="6B6D5970" w14:textId="77777777" w:rsidR="006D4449" w:rsidRDefault="006D4449" w:rsidP="006D4449">
      <w:r>
        <w:t>347.1170</w:t>
      </w:r>
      <w:r>
        <w:tab/>
        <w:t>2.025e0</w:t>
      </w:r>
    </w:p>
    <w:p w14:paraId="5D0CFFD8" w14:textId="77777777" w:rsidR="006D4449" w:rsidRDefault="006D4449" w:rsidP="006D4449">
      <w:r>
        <w:t>347.1223</w:t>
      </w:r>
      <w:r>
        <w:tab/>
        <w:t>1.748e0</w:t>
      </w:r>
    </w:p>
    <w:p w14:paraId="56BFD982" w14:textId="77777777" w:rsidR="006D4449" w:rsidRDefault="006D4449" w:rsidP="006D4449">
      <w:r>
        <w:t>347.1395</w:t>
      </w:r>
      <w:r>
        <w:tab/>
        <w:t>1.013e0</w:t>
      </w:r>
    </w:p>
    <w:p w14:paraId="19083A7A" w14:textId="77777777" w:rsidR="006D4449" w:rsidRDefault="006D4449" w:rsidP="006D4449">
      <w:r>
        <w:t>347.1721</w:t>
      </w:r>
      <w:r>
        <w:tab/>
        <w:t>2.650e0</w:t>
      </w:r>
    </w:p>
    <w:p w14:paraId="6BB82386" w14:textId="77777777" w:rsidR="006D4449" w:rsidRDefault="006D4449" w:rsidP="006D4449">
      <w:r>
        <w:t>347.1826</w:t>
      </w:r>
      <w:r>
        <w:tab/>
        <w:t>3.038e0</w:t>
      </w:r>
    </w:p>
    <w:p w14:paraId="1237B748" w14:textId="77777777" w:rsidR="006D4449" w:rsidRDefault="006D4449" w:rsidP="006D4449">
      <w:r>
        <w:t>347.1928</w:t>
      </w:r>
      <w:r>
        <w:tab/>
        <w:t>2.025e0</w:t>
      </w:r>
    </w:p>
    <w:p w14:paraId="7E7EF256" w14:textId="77777777" w:rsidR="006D4449" w:rsidRDefault="006D4449" w:rsidP="006D4449">
      <w:r>
        <w:t>347.2002</w:t>
      </w:r>
      <w:r>
        <w:tab/>
        <w:t>1.013e0</w:t>
      </w:r>
    </w:p>
    <w:p w14:paraId="6723BB62" w14:textId="77777777" w:rsidR="006D4449" w:rsidRDefault="006D4449" w:rsidP="006D4449">
      <w:r>
        <w:t>347.2077</w:t>
      </w:r>
      <w:r>
        <w:tab/>
        <w:t>4.399e0</w:t>
      </w:r>
    </w:p>
    <w:p w14:paraId="60D89F67" w14:textId="77777777" w:rsidR="006D4449" w:rsidRDefault="006D4449" w:rsidP="006D4449">
      <w:r>
        <w:t>347.2228</w:t>
      </w:r>
      <w:r>
        <w:tab/>
        <w:t>2.025e0</w:t>
      </w:r>
    </w:p>
    <w:p w14:paraId="71681578" w14:textId="77777777" w:rsidR="006D4449" w:rsidRDefault="006D4449" w:rsidP="006D4449">
      <w:r>
        <w:t>347.2317</w:t>
      </w:r>
      <w:r>
        <w:tab/>
        <w:t>2.025e0</w:t>
      </w:r>
    </w:p>
    <w:p w14:paraId="410CA1BE" w14:textId="77777777" w:rsidR="006D4449" w:rsidRDefault="006D4449" w:rsidP="006D4449">
      <w:r>
        <w:t>347.2331</w:t>
      </w:r>
      <w:r>
        <w:tab/>
        <w:t>3.038e0</w:t>
      </w:r>
    </w:p>
    <w:p w14:paraId="1CA5C753" w14:textId="77777777" w:rsidR="006D4449" w:rsidRDefault="006D4449" w:rsidP="006D4449">
      <w:r>
        <w:t>347.2718</w:t>
      </w:r>
      <w:r>
        <w:tab/>
        <w:t>4.030e0</w:t>
      </w:r>
    </w:p>
    <w:p w14:paraId="1EDC71B4" w14:textId="77777777" w:rsidR="006D4449" w:rsidRDefault="006D4449" w:rsidP="006D4449">
      <w:r>
        <w:lastRenderedPageBreak/>
        <w:t>347.2926</w:t>
      </w:r>
      <w:r>
        <w:tab/>
        <w:t>2.025e0</w:t>
      </w:r>
    </w:p>
    <w:p w14:paraId="0A02C2DD" w14:textId="77777777" w:rsidR="006D4449" w:rsidRDefault="006D4449" w:rsidP="006D4449">
      <w:r>
        <w:t>347.3044</w:t>
      </w:r>
      <w:r>
        <w:tab/>
        <w:t>1.013e0</w:t>
      </w:r>
    </w:p>
    <w:p w14:paraId="26FA3BCE" w14:textId="77777777" w:rsidR="006D4449" w:rsidRDefault="006D4449" w:rsidP="006D4449">
      <w:r>
        <w:t>347.3188</w:t>
      </w:r>
      <w:r>
        <w:tab/>
        <w:t>2.025e0</w:t>
      </w:r>
    </w:p>
    <w:p w14:paraId="68D5050E" w14:textId="77777777" w:rsidR="006D4449" w:rsidRDefault="006D4449" w:rsidP="006D4449">
      <w:r>
        <w:t>347.3251</w:t>
      </w:r>
      <w:r>
        <w:tab/>
        <w:t>2.025e0</w:t>
      </w:r>
    </w:p>
    <w:p w14:paraId="4F2FE544" w14:textId="77777777" w:rsidR="006D4449" w:rsidRDefault="006D4449" w:rsidP="006D4449">
      <w:r>
        <w:t>347.3269</w:t>
      </w:r>
      <w:r>
        <w:tab/>
        <w:t>3.038e0</w:t>
      </w:r>
    </w:p>
    <w:p w14:paraId="7B7B5337" w14:textId="77777777" w:rsidR="006D4449" w:rsidRDefault="006D4449" w:rsidP="006D4449">
      <w:r>
        <w:t>347.3330</w:t>
      </w:r>
      <w:r>
        <w:tab/>
        <w:t>1.013e0</w:t>
      </w:r>
    </w:p>
    <w:p w14:paraId="45346C4D" w14:textId="77777777" w:rsidR="006D4449" w:rsidRDefault="006D4449" w:rsidP="006D4449">
      <w:r>
        <w:t>347.3419</w:t>
      </w:r>
      <w:r>
        <w:tab/>
        <w:t>2.025e0</w:t>
      </w:r>
    </w:p>
    <w:p w14:paraId="072BA19D" w14:textId="77777777" w:rsidR="006D4449" w:rsidRDefault="006D4449" w:rsidP="006D4449">
      <w:r>
        <w:t>347.3869</w:t>
      </w:r>
      <w:r>
        <w:tab/>
        <w:t>1.013e0</w:t>
      </w:r>
    </w:p>
    <w:p w14:paraId="2FE3BD22" w14:textId="77777777" w:rsidR="006D4449" w:rsidRDefault="006D4449" w:rsidP="006D4449">
      <w:r>
        <w:t>347.4444</w:t>
      </w:r>
      <w:r>
        <w:tab/>
        <w:t>1.013e0</w:t>
      </w:r>
    </w:p>
    <w:p w14:paraId="4EDB8490" w14:textId="77777777" w:rsidR="006D4449" w:rsidRDefault="006D4449" w:rsidP="006D4449">
      <w:r>
        <w:t>347.4568</w:t>
      </w:r>
      <w:r>
        <w:tab/>
        <w:t>1.013e0</w:t>
      </w:r>
    </w:p>
    <w:p w14:paraId="56795F87" w14:textId="77777777" w:rsidR="006D4449" w:rsidRDefault="006D4449" w:rsidP="006D4449">
      <w:r>
        <w:t>347.4939</w:t>
      </w:r>
      <w:r>
        <w:tab/>
        <w:t>1.013e0</w:t>
      </w:r>
    </w:p>
    <w:p w14:paraId="0952A85F" w14:textId="77777777" w:rsidR="006D4449" w:rsidRDefault="006D4449" w:rsidP="006D4449">
      <w:r>
        <w:t>347.5262</w:t>
      </w:r>
      <w:r>
        <w:tab/>
        <w:t>3.038e0</w:t>
      </w:r>
    </w:p>
    <w:p w14:paraId="4311EE52" w14:textId="77777777" w:rsidR="006D4449" w:rsidRDefault="006D4449" w:rsidP="006D4449">
      <w:r>
        <w:t>347.5471</w:t>
      </w:r>
      <w:r>
        <w:tab/>
        <w:t>2.025e0</w:t>
      </w:r>
    </w:p>
    <w:p w14:paraId="21F0A744" w14:textId="77777777" w:rsidR="006D4449" w:rsidRDefault="006D4449" w:rsidP="006D4449">
      <w:r>
        <w:t>347.5564</w:t>
      </w:r>
      <w:r>
        <w:tab/>
        <w:t>1.013e0</w:t>
      </w:r>
    </w:p>
    <w:p w14:paraId="284DAFA0" w14:textId="77777777" w:rsidR="006D4449" w:rsidRDefault="006D4449" w:rsidP="006D4449">
      <w:r>
        <w:t>347.6063</w:t>
      </w:r>
      <w:r>
        <w:tab/>
        <w:t>1.013e0</w:t>
      </w:r>
    </w:p>
    <w:p w14:paraId="47575162" w14:textId="77777777" w:rsidR="006D4449" w:rsidRDefault="006D4449" w:rsidP="006D4449">
      <w:r>
        <w:t>347.6156</w:t>
      </w:r>
      <w:r>
        <w:tab/>
        <w:t>1.013e0</w:t>
      </w:r>
    </w:p>
    <w:p w14:paraId="7BDA08A5" w14:textId="77777777" w:rsidR="006D4449" w:rsidRDefault="006D4449" w:rsidP="006D4449">
      <w:r>
        <w:t>347.6374</w:t>
      </w:r>
      <w:r>
        <w:tab/>
        <w:t>1.013e0</w:t>
      </w:r>
    </w:p>
    <w:p w14:paraId="768A9F4B" w14:textId="77777777" w:rsidR="006D4449" w:rsidRDefault="006D4449" w:rsidP="006D4449">
      <w:r>
        <w:t>347.6403</w:t>
      </w:r>
      <w:r>
        <w:tab/>
        <w:t>1.013e0</w:t>
      </w:r>
    </w:p>
    <w:p w14:paraId="3F0DFC1A" w14:textId="77777777" w:rsidR="006D4449" w:rsidRDefault="006D4449" w:rsidP="006D4449">
      <w:r>
        <w:t>347.6789</w:t>
      </w:r>
      <w:r>
        <w:tab/>
        <w:t>2.025e0</w:t>
      </w:r>
    </w:p>
    <w:p w14:paraId="168D5507" w14:textId="77777777" w:rsidR="006D4449" w:rsidRDefault="006D4449" w:rsidP="006D4449">
      <w:r>
        <w:lastRenderedPageBreak/>
        <w:t>347.6952</w:t>
      </w:r>
      <w:r>
        <w:tab/>
        <w:t>1.013e0</w:t>
      </w:r>
    </w:p>
    <w:p w14:paraId="4703B061" w14:textId="77777777" w:rsidR="006D4449" w:rsidRDefault="006D4449" w:rsidP="006D4449">
      <w:r>
        <w:t>347.6982</w:t>
      </w:r>
      <w:r>
        <w:tab/>
        <w:t>1.013e0</w:t>
      </w:r>
    </w:p>
    <w:p w14:paraId="739253F9" w14:textId="77777777" w:rsidR="006D4449" w:rsidRDefault="006D4449" w:rsidP="006D4449">
      <w:r>
        <w:t>347.7231</w:t>
      </w:r>
      <w:r>
        <w:tab/>
        <w:t>1.013e0</w:t>
      </w:r>
    </w:p>
    <w:p w14:paraId="4FAC7663" w14:textId="77777777" w:rsidR="006D4449" w:rsidRDefault="006D4449" w:rsidP="006D4449">
      <w:r>
        <w:t>347.7462</w:t>
      </w:r>
      <w:r>
        <w:tab/>
        <w:t>2.025e0</w:t>
      </w:r>
    </w:p>
    <w:p w14:paraId="2646826B" w14:textId="77777777" w:rsidR="006D4449" w:rsidRDefault="006D4449" w:rsidP="006D4449">
      <w:r>
        <w:t>347.7612</w:t>
      </w:r>
      <w:r>
        <w:tab/>
        <w:t>1.013e0</w:t>
      </w:r>
    </w:p>
    <w:p w14:paraId="7A05FD29" w14:textId="77777777" w:rsidR="006D4449" w:rsidRDefault="006D4449" w:rsidP="006D4449">
      <w:r>
        <w:t>347.7676</w:t>
      </w:r>
      <w:r>
        <w:tab/>
        <w:t>2.025e0</w:t>
      </w:r>
    </w:p>
    <w:p w14:paraId="52CE1A3C" w14:textId="77777777" w:rsidR="006D4449" w:rsidRDefault="006D4449" w:rsidP="006D4449">
      <w:r>
        <w:t>347.7807</w:t>
      </w:r>
      <w:r>
        <w:tab/>
        <w:t>1.013e0</w:t>
      </w:r>
    </w:p>
    <w:p w14:paraId="47D151E1" w14:textId="77777777" w:rsidR="006D4449" w:rsidRDefault="006D4449" w:rsidP="006D4449">
      <w:r>
        <w:t>347.8105</w:t>
      </w:r>
      <w:r>
        <w:tab/>
        <w:t>1.013e0</w:t>
      </w:r>
    </w:p>
    <w:p w14:paraId="443EF5A9" w14:textId="77777777" w:rsidR="006D4449" w:rsidRDefault="006D4449" w:rsidP="006D4449">
      <w:r>
        <w:t>347.8415</w:t>
      </w:r>
      <w:r>
        <w:tab/>
        <w:t>1.013e0</w:t>
      </w:r>
    </w:p>
    <w:p w14:paraId="3E6334D4" w14:textId="77777777" w:rsidR="006D4449" w:rsidRDefault="006D4449" w:rsidP="006D4449">
      <w:r>
        <w:t>347.8679</w:t>
      </w:r>
      <w:r>
        <w:tab/>
        <w:t>1.013e0</w:t>
      </w:r>
    </w:p>
    <w:p w14:paraId="7EEE7A16" w14:textId="77777777" w:rsidR="006D4449" w:rsidRDefault="006D4449" w:rsidP="006D4449">
      <w:r>
        <w:t>347.9164</w:t>
      </w:r>
      <w:r>
        <w:tab/>
        <w:t>3.924e0</w:t>
      </w:r>
    </w:p>
    <w:p w14:paraId="1DCE8C5D" w14:textId="77777777" w:rsidR="006D4449" w:rsidRDefault="006D4449" w:rsidP="006D4449">
      <w:r>
        <w:t>347.9185</w:t>
      </w:r>
      <w:r>
        <w:tab/>
        <w:t>4.303e0</w:t>
      </w:r>
    </w:p>
    <w:p w14:paraId="17EB94B1" w14:textId="77777777" w:rsidR="006D4449" w:rsidRDefault="006D4449" w:rsidP="006D4449">
      <w:r>
        <w:t>347.9226</w:t>
      </w:r>
      <w:r>
        <w:tab/>
        <w:t>3.038e0</w:t>
      </w:r>
    </w:p>
    <w:p w14:paraId="43B41A06" w14:textId="77777777" w:rsidR="006D4449" w:rsidRDefault="006D4449" w:rsidP="006D4449">
      <w:r>
        <w:t>347.9238</w:t>
      </w:r>
      <w:r>
        <w:tab/>
        <w:t>4.051e0</w:t>
      </w:r>
    </w:p>
    <w:p w14:paraId="6F573C35" w14:textId="77777777" w:rsidR="006D4449" w:rsidRDefault="006D4449" w:rsidP="006D4449">
      <w:r>
        <w:t>347.9259</w:t>
      </w:r>
      <w:r>
        <w:tab/>
        <w:t>4.051e0</w:t>
      </w:r>
    </w:p>
    <w:p w14:paraId="00ADA9E7" w14:textId="77777777" w:rsidR="006D4449" w:rsidRDefault="006D4449" w:rsidP="006D4449">
      <w:r>
        <w:t>348.0248</w:t>
      </w:r>
      <w:r>
        <w:tab/>
        <w:t>3.038e0</w:t>
      </w:r>
    </w:p>
    <w:p w14:paraId="215BC515" w14:textId="77777777" w:rsidR="006D4449" w:rsidRDefault="006D4449" w:rsidP="006D4449">
      <w:r>
        <w:t>348.0277</w:t>
      </w:r>
      <w:r>
        <w:tab/>
        <w:t>4.051e0</w:t>
      </w:r>
    </w:p>
    <w:p w14:paraId="58A47904" w14:textId="77777777" w:rsidR="006D4449" w:rsidRDefault="006D4449" w:rsidP="006D4449">
      <w:r>
        <w:t>348.0311</w:t>
      </w:r>
      <w:r>
        <w:tab/>
        <w:t>2.025e0</w:t>
      </w:r>
    </w:p>
    <w:p w14:paraId="38C3713F" w14:textId="77777777" w:rsidR="006D4449" w:rsidRDefault="006D4449" w:rsidP="006D4449">
      <w:r>
        <w:t>348.0358</w:t>
      </w:r>
      <w:r>
        <w:tab/>
        <w:t>4.838e0</w:t>
      </w:r>
    </w:p>
    <w:p w14:paraId="3CDC5780" w14:textId="77777777" w:rsidR="006D4449" w:rsidRDefault="006D4449" w:rsidP="006D4449">
      <w:r>
        <w:lastRenderedPageBreak/>
        <w:t>348.0398</w:t>
      </w:r>
      <w:r>
        <w:tab/>
        <w:t>6.137e0</w:t>
      </w:r>
    </w:p>
    <w:p w14:paraId="6C15ACA1" w14:textId="77777777" w:rsidR="006D4449" w:rsidRDefault="006D4449" w:rsidP="006D4449">
      <w:r>
        <w:t>348.0756</w:t>
      </w:r>
      <w:r>
        <w:tab/>
        <w:t>4.051e0</w:t>
      </w:r>
    </w:p>
    <w:p w14:paraId="168C823E" w14:textId="77777777" w:rsidR="006D4449" w:rsidRDefault="006D4449" w:rsidP="006D4449">
      <w:r>
        <w:t>348.0984</w:t>
      </w:r>
      <w:r>
        <w:tab/>
        <w:t>2.025e0</w:t>
      </w:r>
    </w:p>
    <w:p w14:paraId="276D51C7" w14:textId="77777777" w:rsidR="006D4449" w:rsidRDefault="006D4449" w:rsidP="006D4449">
      <w:r>
        <w:t>348.1052</w:t>
      </w:r>
      <w:r>
        <w:tab/>
        <w:t>1.013e0</w:t>
      </w:r>
    </w:p>
    <w:p w14:paraId="27E6FD2F" w14:textId="77777777" w:rsidR="006D4449" w:rsidRDefault="006D4449" w:rsidP="006D4449">
      <w:r>
        <w:t>348.1356</w:t>
      </w:r>
      <w:r>
        <w:tab/>
        <w:t>1.471e0</w:t>
      </w:r>
    </w:p>
    <w:p w14:paraId="638BCF43" w14:textId="77777777" w:rsidR="006D4449" w:rsidRDefault="006D4449" w:rsidP="006D4449">
      <w:r>
        <w:t>348.1379</w:t>
      </w:r>
      <w:r>
        <w:tab/>
        <w:t>2.025e0</w:t>
      </w:r>
    </w:p>
    <w:p w14:paraId="059B195B" w14:textId="77777777" w:rsidR="006D4449" w:rsidRDefault="006D4449" w:rsidP="006D4449">
      <w:r>
        <w:t>348.1391</w:t>
      </w:r>
      <w:r>
        <w:tab/>
        <w:t>2.717e0</w:t>
      </w:r>
    </w:p>
    <w:p w14:paraId="2A286DA2" w14:textId="77777777" w:rsidR="006D4449" w:rsidRDefault="006D4449" w:rsidP="006D4449">
      <w:r>
        <w:t>348.1607</w:t>
      </w:r>
      <w:r>
        <w:tab/>
        <w:t>2.025e0</w:t>
      </w:r>
    </w:p>
    <w:p w14:paraId="6C02B4D1" w14:textId="77777777" w:rsidR="006D4449" w:rsidRDefault="006D4449" w:rsidP="006D4449">
      <w:r>
        <w:t>348.1750</w:t>
      </w:r>
      <w:r>
        <w:tab/>
        <w:t>4.889e0</w:t>
      </w:r>
    </w:p>
    <w:p w14:paraId="3EDFB561" w14:textId="77777777" w:rsidR="006D4449" w:rsidRDefault="006D4449" w:rsidP="006D4449">
      <w:r>
        <w:t>348.1792</w:t>
      </w:r>
      <w:r>
        <w:tab/>
        <w:t>1.013e0</w:t>
      </w:r>
    </w:p>
    <w:p w14:paraId="273E2308" w14:textId="77777777" w:rsidR="006D4449" w:rsidRDefault="006D4449" w:rsidP="006D4449">
      <w:r>
        <w:t>348.1995</w:t>
      </w:r>
      <w:r>
        <w:tab/>
        <w:t>2.025e0</w:t>
      </w:r>
    </w:p>
    <w:p w14:paraId="15D2A6C0" w14:textId="77777777" w:rsidR="006D4449" w:rsidRDefault="006D4449" w:rsidP="006D4449">
      <w:r>
        <w:t>348.2082</w:t>
      </w:r>
      <w:r>
        <w:tab/>
        <w:t>3.038e0</w:t>
      </w:r>
    </w:p>
    <w:p w14:paraId="4D53DA1B" w14:textId="77777777" w:rsidR="006D4449" w:rsidRDefault="006D4449" w:rsidP="006D4449">
      <w:r>
        <w:t>348.2214</w:t>
      </w:r>
      <w:r>
        <w:tab/>
        <w:t>3.023e0</w:t>
      </w:r>
    </w:p>
    <w:p w14:paraId="24E32D27" w14:textId="77777777" w:rsidR="006D4449" w:rsidRDefault="006D4449" w:rsidP="006D4449">
      <w:r>
        <w:t>348.2227</w:t>
      </w:r>
      <w:r>
        <w:tab/>
        <w:t>2.025e0</w:t>
      </w:r>
    </w:p>
    <w:p w14:paraId="3A4807DC" w14:textId="77777777" w:rsidR="006D4449" w:rsidRDefault="006D4449" w:rsidP="006D4449">
      <w:r>
        <w:t>348.2534</w:t>
      </w:r>
      <w:r>
        <w:tab/>
        <w:t>5.063e0</w:t>
      </w:r>
    </w:p>
    <w:p w14:paraId="786262D4" w14:textId="77777777" w:rsidR="006D4449" w:rsidRDefault="006D4449" w:rsidP="006D4449">
      <w:r>
        <w:t>348.2564</w:t>
      </w:r>
      <w:r>
        <w:tab/>
        <w:t>2.025e0</w:t>
      </w:r>
    </w:p>
    <w:p w14:paraId="71764C09" w14:textId="77777777" w:rsidR="006D4449" w:rsidRDefault="006D4449" w:rsidP="006D4449">
      <w:r>
        <w:t>348.2830</w:t>
      </w:r>
      <w:r>
        <w:tab/>
        <w:t>3.038e0</w:t>
      </w:r>
    </w:p>
    <w:p w14:paraId="624FDA32" w14:textId="77777777" w:rsidR="006D4449" w:rsidRDefault="006D4449" w:rsidP="006D4449">
      <w:r>
        <w:t>348.3356</w:t>
      </w:r>
      <w:r>
        <w:tab/>
        <w:t>1.013e0</w:t>
      </w:r>
    </w:p>
    <w:p w14:paraId="2C72A3C8" w14:textId="77777777" w:rsidR="006D4449" w:rsidRDefault="006D4449" w:rsidP="006D4449">
      <w:r>
        <w:t>348.3439</w:t>
      </w:r>
      <w:r>
        <w:tab/>
        <w:t>1.013e0</w:t>
      </w:r>
    </w:p>
    <w:p w14:paraId="4501ED8C" w14:textId="77777777" w:rsidR="006D4449" w:rsidRDefault="006D4449" w:rsidP="006D4449">
      <w:r>
        <w:lastRenderedPageBreak/>
        <w:t>348.3605</w:t>
      </w:r>
      <w:r>
        <w:tab/>
        <w:t>1.013e0</w:t>
      </w:r>
    </w:p>
    <w:p w14:paraId="7602EF0B" w14:textId="77777777" w:rsidR="006D4449" w:rsidRDefault="006D4449" w:rsidP="006D4449">
      <w:r>
        <w:t>348.4155</w:t>
      </w:r>
      <w:r>
        <w:tab/>
        <w:t>1.013e0</w:t>
      </w:r>
    </w:p>
    <w:p w14:paraId="69997B5E" w14:textId="77777777" w:rsidR="006D4449" w:rsidRDefault="006D4449" w:rsidP="006D4449">
      <w:r>
        <w:t>348.4589</w:t>
      </w:r>
      <w:r>
        <w:tab/>
        <w:t>1.013e0</w:t>
      </w:r>
    </w:p>
    <w:p w14:paraId="401EC773" w14:textId="77777777" w:rsidR="006D4449" w:rsidRDefault="006D4449" w:rsidP="006D4449">
      <w:r>
        <w:t>348.4633</w:t>
      </w:r>
      <w:r>
        <w:tab/>
        <w:t>1.013e0</w:t>
      </w:r>
    </w:p>
    <w:p w14:paraId="77D65BBE" w14:textId="77777777" w:rsidR="006D4449" w:rsidRDefault="006D4449" w:rsidP="006D4449">
      <w:r>
        <w:t>348.4648</w:t>
      </w:r>
      <w:r>
        <w:tab/>
        <w:t>1.013e0</w:t>
      </w:r>
    </w:p>
    <w:p w14:paraId="758A8779" w14:textId="77777777" w:rsidR="006D4449" w:rsidRDefault="006D4449" w:rsidP="006D4449">
      <w:r>
        <w:t>348.4689</w:t>
      </w:r>
      <w:r>
        <w:tab/>
        <w:t>1.013e0</w:t>
      </w:r>
    </w:p>
    <w:p w14:paraId="5E7C2C1C" w14:textId="77777777" w:rsidR="006D4449" w:rsidRDefault="006D4449" w:rsidP="006D4449">
      <w:r>
        <w:t>348.4729</w:t>
      </w:r>
      <w:r>
        <w:tab/>
        <w:t>2.025e0</w:t>
      </w:r>
    </w:p>
    <w:p w14:paraId="5CB51173" w14:textId="77777777" w:rsidR="006D4449" w:rsidRDefault="006D4449" w:rsidP="006D4449">
      <w:r>
        <w:t>348.5045</w:t>
      </w:r>
      <w:r>
        <w:tab/>
        <w:t>2.025e0</w:t>
      </w:r>
    </w:p>
    <w:p w14:paraId="296B5C78" w14:textId="77777777" w:rsidR="006D4449" w:rsidRDefault="006D4449" w:rsidP="006D4449">
      <w:r>
        <w:t>348.5588</w:t>
      </w:r>
      <w:r>
        <w:tab/>
        <w:t>3.028e0</w:t>
      </w:r>
    </w:p>
    <w:p w14:paraId="16C72C75" w14:textId="77777777" w:rsidR="006D4449" w:rsidRDefault="006D4449" w:rsidP="006D4449">
      <w:r>
        <w:t>348.5688</w:t>
      </w:r>
      <w:r>
        <w:tab/>
        <w:t>2.025e0</w:t>
      </w:r>
    </w:p>
    <w:p w14:paraId="72013534" w14:textId="77777777" w:rsidR="006D4449" w:rsidRDefault="006D4449" w:rsidP="006D4449">
      <w:r>
        <w:t>348.5800</w:t>
      </w:r>
      <w:r>
        <w:tab/>
        <w:t>3.038e0</w:t>
      </w:r>
    </w:p>
    <w:p w14:paraId="33630EA4" w14:textId="77777777" w:rsidR="006D4449" w:rsidRDefault="006D4449" w:rsidP="006D4449">
      <w:r>
        <w:t>348.5829</w:t>
      </w:r>
      <w:r>
        <w:tab/>
        <w:t>1.013e0</w:t>
      </w:r>
    </w:p>
    <w:p w14:paraId="7A358211" w14:textId="77777777" w:rsidR="006D4449" w:rsidRDefault="006D4449" w:rsidP="006D4449">
      <w:r>
        <w:t>348.5963</w:t>
      </w:r>
      <w:r>
        <w:tab/>
        <w:t>1.013e0</w:t>
      </w:r>
    </w:p>
    <w:p w14:paraId="71CBB3DE" w14:textId="77777777" w:rsidR="006D4449" w:rsidRDefault="006D4449" w:rsidP="006D4449">
      <w:r>
        <w:t>348.6290</w:t>
      </w:r>
      <w:r>
        <w:tab/>
        <w:t>1.013e0</w:t>
      </w:r>
    </w:p>
    <w:p w14:paraId="2EC048DB" w14:textId="77777777" w:rsidR="006D4449" w:rsidRDefault="006D4449" w:rsidP="006D4449">
      <w:r>
        <w:t>348.6414</w:t>
      </w:r>
      <w:r>
        <w:tab/>
        <w:t>1.013e0</w:t>
      </w:r>
    </w:p>
    <w:p w14:paraId="21B7C11E" w14:textId="77777777" w:rsidR="006D4449" w:rsidRDefault="006D4449" w:rsidP="006D4449">
      <w:r>
        <w:t>348.6480</w:t>
      </w:r>
      <w:r>
        <w:tab/>
        <w:t>2.025e0</w:t>
      </w:r>
    </w:p>
    <w:p w14:paraId="21786149" w14:textId="77777777" w:rsidR="006D4449" w:rsidRDefault="006D4449" w:rsidP="006D4449">
      <w:r>
        <w:t>348.6524</w:t>
      </w:r>
      <w:r>
        <w:tab/>
        <w:t>1.013e0</w:t>
      </w:r>
    </w:p>
    <w:p w14:paraId="2238E8A4" w14:textId="77777777" w:rsidR="006D4449" w:rsidRDefault="006D4449" w:rsidP="006D4449">
      <w:r>
        <w:t>348.7077</w:t>
      </w:r>
      <w:r>
        <w:tab/>
        <w:t>1.013e0</w:t>
      </w:r>
    </w:p>
    <w:p w14:paraId="7C419B1D" w14:textId="77777777" w:rsidR="006D4449" w:rsidRDefault="006D4449" w:rsidP="006D4449">
      <w:r>
        <w:t>348.7103</w:t>
      </w:r>
      <w:r>
        <w:tab/>
        <w:t>1.013e0</w:t>
      </w:r>
    </w:p>
    <w:p w14:paraId="7BE8A8EF" w14:textId="77777777" w:rsidR="006D4449" w:rsidRDefault="006D4449" w:rsidP="006D4449">
      <w:r>
        <w:lastRenderedPageBreak/>
        <w:t>348.7394</w:t>
      </w:r>
      <w:r>
        <w:tab/>
        <w:t>2.025e0</w:t>
      </w:r>
    </w:p>
    <w:p w14:paraId="27A5CD57" w14:textId="77777777" w:rsidR="006D4449" w:rsidRDefault="006D4449" w:rsidP="006D4449">
      <w:r>
        <w:t>348.7414</w:t>
      </w:r>
      <w:r>
        <w:tab/>
        <w:t>2.025e0</w:t>
      </w:r>
    </w:p>
    <w:p w14:paraId="1EC34778" w14:textId="77777777" w:rsidR="006D4449" w:rsidRDefault="006D4449" w:rsidP="006D4449">
      <w:r>
        <w:t>348.7803</w:t>
      </w:r>
      <w:r>
        <w:tab/>
        <w:t>1.013e0</w:t>
      </w:r>
    </w:p>
    <w:p w14:paraId="4499774C" w14:textId="77777777" w:rsidR="006D4449" w:rsidRDefault="006D4449" w:rsidP="006D4449">
      <w:r>
        <w:t>348.7899</w:t>
      </w:r>
      <w:r>
        <w:tab/>
        <w:t>1.013e0</w:t>
      </w:r>
    </w:p>
    <w:p w14:paraId="4E827AFF" w14:textId="77777777" w:rsidR="006D4449" w:rsidRDefault="006D4449" w:rsidP="006D4449">
      <w:r>
        <w:t>348.8065</w:t>
      </w:r>
      <w:r>
        <w:tab/>
        <w:t>1.013e0</w:t>
      </w:r>
    </w:p>
    <w:p w14:paraId="7EB5610C" w14:textId="77777777" w:rsidR="006D4449" w:rsidRDefault="006D4449" w:rsidP="006D4449">
      <w:r>
        <w:t>348.8098</w:t>
      </w:r>
      <w:r>
        <w:tab/>
        <w:t>2.025e0</w:t>
      </w:r>
    </w:p>
    <w:p w14:paraId="0F591674" w14:textId="77777777" w:rsidR="006D4449" w:rsidRDefault="006D4449" w:rsidP="006D4449">
      <w:r>
        <w:t>348.8297</w:t>
      </w:r>
      <w:r>
        <w:tab/>
        <w:t>1.013e0</w:t>
      </w:r>
    </w:p>
    <w:p w14:paraId="67BF14D0" w14:textId="77777777" w:rsidR="006D4449" w:rsidRDefault="006D4449" w:rsidP="006D4449">
      <w:r>
        <w:t>348.8372</w:t>
      </w:r>
      <w:r>
        <w:tab/>
        <w:t>3.038e0</w:t>
      </w:r>
    </w:p>
    <w:p w14:paraId="288E6401" w14:textId="77777777" w:rsidR="006D4449" w:rsidRDefault="006D4449" w:rsidP="006D4449">
      <w:r>
        <w:t>348.9085</w:t>
      </w:r>
      <w:r>
        <w:tab/>
        <w:t>5.955e0</w:t>
      </w:r>
    </w:p>
    <w:p w14:paraId="799F382D" w14:textId="77777777" w:rsidR="006D4449" w:rsidRDefault="006D4449" w:rsidP="006D4449">
      <w:r>
        <w:t>348.9214</w:t>
      </w:r>
      <w:r>
        <w:tab/>
        <w:t>3.038e0</w:t>
      </w:r>
    </w:p>
    <w:p w14:paraId="6C3B10EE" w14:textId="77777777" w:rsidR="006D4449" w:rsidRDefault="006D4449" w:rsidP="006D4449">
      <w:r>
        <w:t>348.9259</w:t>
      </w:r>
      <w:r>
        <w:tab/>
        <w:t>1.013e0</w:t>
      </w:r>
    </w:p>
    <w:p w14:paraId="31055A98" w14:textId="77777777" w:rsidR="006D4449" w:rsidRDefault="006D4449" w:rsidP="006D4449">
      <w:r>
        <w:t>348.9579</w:t>
      </w:r>
      <w:r>
        <w:tab/>
        <w:t>2.025e0</w:t>
      </w:r>
    </w:p>
    <w:p w14:paraId="357154DB" w14:textId="77777777" w:rsidR="006D4449" w:rsidRDefault="006D4449" w:rsidP="006D4449">
      <w:r>
        <w:t>348.9610</w:t>
      </w:r>
      <w:r>
        <w:tab/>
        <w:t>2.025e0</w:t>
      </w:r>
    </w:p>
    <w:p w14:paraId="57D13504" w14:textId="77777777" w:rsidR="006D4449" w:rsidRDefault="006D4449" w:rsidP="006D4449">
      <w:r>
        <w:t>348.9770</w:t>
      </w:r>
      <w:r>
        <w:tab/>
        <w:t>2.025e0</w:t>
      </w:r>
    </w:p>
    <w:p w14:paraId="0FEBC408" w14:textId="77777777" w:rsidR="006D4449" w:rsidRDefault="006D4449" w:rsidP="006D4449">
      <w:r>
        <w:t>349.0024</w:t>
      </w:r>
      <w:r>
        <w:tab/>
        <w:t>3.038e0</w:t>
      </w:r>
    </w:p>
    <w:p w14:paraId="62CC17C2" w14:textId="77777777" w:rsidR="006D4449" w:rsidRDefault="006D4449" w:rsidP="006D4449">
      <w:r>
        <w:t>349.0227</w:t>
      </w:r>
      <w:r>
        <w:tab/>
        <w:t>1.988e0</w:t>
      </w:r>
    </w:p>
    <w:p w14:paraId="4AB857CD" w14:textId="77777777" w:rsidR="006D4449" w:rsidRDefault="006D4449" w:rsidP="006D4449">
      <w:r>
        <w:t>349.0432</w:t>
      </w:r>
      <w:r>
        <w:tab/>
        <w:t>3.038e0</w:t>
      </w:r>
    </w:p>
    <w:p w14:paraId="1D0D23A6" w14:textId="77777777" w:rsidR="006D4449" w:rsidRDefault="006D4449" w:rsidP="006D4449">
      <w:r>
        <w:t>349.0495</w:t>
      </w:r>
      <w:r>
        <w:tab/>
        <w:t>1.013e0</w:t>
      </w:r>
    </w:p>
    <w:p w14:paraId="1C1D586B" w14:textId="77777777" w:rsidR="006D4449" w:rsidRDefault="006D4449" w:rsidP="006D4449">
      <w:r>
        <w:t>349.0586</w:t>
      </w:r>
      <w:r>
        <w:tab/>
        <w:t>1.013e0</w:t>
      </w:r>
    </w:p>
    <w:p w14:paraId="2CD5D4CB" w14:textId="77777777" w:rsidR="006D4449" w:rsidRDefault="006D4449" w:rsidP="006D4449">
      <w:r>
        <w:lastRenderedPageBreak/>
        <w:t>349.0893</w:t>
      </w:r>
      <w:r>
        <w:tab/>
        <w:t>2.025e0</w:t>
      </w:r>
    </w:p>
    <w:p w14:paraId="22513402" w14:textId="77777777" w:rsidR="006D4449" w:rsidRDefault="006D4449" w:rsidP="006D4449">
      <w:r>
        <w:t>349.0910</w:t>
      </w:r>
      <w:r>
        <w:tab/>
        <w:t>2.025e0</w:t>
      </w:r>
    </w:p>
    <w:p w14:paraId="2044F66A" w14:textId="77777777" w:rsidR="006D4449" w:rsidRDefault="006D4449" w:rsidP="006D4449">
      <w:r>
        <w:t>349.1219</w:t>
      </w:r>
      <w:r>
        <w:tab/>
        <w:t>1.013e0</w:t>
      </w:r>
    </w:p>
    <w:p w14:paraId="10ADF124" w14:textId="77777777" w:rsidR="006D4449" w:rsidRDefault="006D4449" w:rsidP="006D4449">
      <w:r>
        <w:t>349.1354</w:t>
      </w:r>
      <w:r>
        <w:tab/>
        <w:t>2.025e0</w:t>
      </w:r>
    </w:p>
    <w:p w14:paraId="7C08A121" w14:textId="77777777" w:rsidR="006D4449" w:rsidRDefault="006D4449" w:rsidP="006D4449">
      <w:r>
        <w:t>349.1548</w:t>
      </w:r>
      <w:r>
        <w:tab/>
        <w:t>1.332e0</w:t>
      </w:r>
    </w:p>
    <w:p w14:paraId="721A71E3" w14:textId="77777777" w:rsidR="006D4449" w:rsidRDefault="006D4449" w:rsidP="006D4449">
      <w:r>
        <w:t>349.1801</w:t>
      </w:r>
      <w:r>
        <w:tab/>
        <w:t>2.025e0</w:t>
      </w:r>
    </w:p>
    <w:p w14:paraId="7B8FF7E3" w14:textId="77777777" w:rsidR="006D4449" w:rsidRDefault="006D4449" w:rsidP="006D4449">
      <w:r>
        <w:t>349.1915</w:t>
      </w:r>
      <w:r>
        <w:tab/>
        <w:t>7.022e0</w:t>
      </w:r>
    </w:p>
    <w:p w14:paraId="5D25CB5B" w14:textId="77777777" w:rsidR="006D4449" w:rsidRDefault="006D4449" w:rsidP="006D4449">
      <w:r>
        <w:t>349.1953</w:t>
      </w:r>
      <w:r>
        <w:tab/>
        <w:t>5.063e0</w:t>
      </w:r>
    </w:p>
    <w:p w14:paraId="0DF740B2" w14:textId="77777777" w:rsidR="006D4449" w:rsidRDefault="006D4449" w:rsidP="006D4449">
      <w:r>
        <w:t>349.2017</w:t>
      </w:r>
      <w:r>
        <w:tab/>
        <w:t>7.089e0</w:t>
      </w:r>
    </w:p>
    <w:p w14:paraId="6179AFF3" w14:textId="77777777" w:rsidR="006D4449" w:rsidRDefault="006D4449" w:rsidP="006D4449">
      <w:r>
        <w:t>349.2048</w:t>
      </w:r>
      <w:r>
        <w:tab/>
        <w:t>6.235e0</w:t>
      </w:r>
    </w:p>
    <w:p w14:paraId="145FDB77" w14:textId="77777777" w:rsidR="006D4449" w:rsidRDefault="006D4449" w:rsidP="006D4449">
      <w:r>
        <w:t>349.2499</w:t>
      </w:r>
      <w:r>
        <w:tab/>
        <w:t>2.025e0</w:t>
      </w:r>
    </w:p>
    <w:p w14:paraId="3C732412" w14:textId="77777777" w:rsidR="006D4449" w:rsidRDefault="006D4449" w:rsidP="006D4449">
      <w:r>
        <w:t>349.2516</w:t>
      </w:r>
      <w:r>
        <w:tab/>
        <w:t>4.154e0</w:t>
      </w:r>
    </w:p>
    <w:p w14:paraId="283B9717" w14:textId="77777777" w:rsidR="006D4449" w:rsidRDefault="006D4449" w:rsidP="006D4449">
      <w:r>
        <w:t>349.3006</w:t>
      </w:r>
      <w:r>
        <w:tab/>
        <w:t>3.038e0</w:t>
      </w:r>
    </w:p>
    <w:p w14:paraId="11200AF3" w14:textId="77777777" w:rsidR="006D4449" w:rsidRDefault="006D4449" w:rsidP="006D4449">
      <w:r>
        <w:t>349.3131</w:t>
      </w:r>
      <w:r>
        <w:tab/>
        <w:t>1.013e0</w:t>
      </w:r>
    </w:p>
    <w:p w14:paraId="1550CB98" w14:textId="77777777" w:rsidR="006D4449" w:rsidRDefault="006D4449" w:rsidP="006D4449">
      <w:r>
        <w:t>349.3449</w:t>
      </w:r>
      <w:r>
        <w:tab/>
        <w:t>2.025e0</w:t>
      </w:r>
    </w:p>
    <w:p w14:paraId="579F4C5A" w14:textId="77777777" w:rsidR="006D4449" w:rsidRDefault="006D4449" w:rsidP="006D4449">
      <w:r>
        <w:t>349.3540</w:t>
      </w:r>
      <w:r>
        <w:tab/>
        <w:t>1.013e0</w:t>
      </w:r>
    </w:p>
    <w:p w14:paraId="1540F323" w14:textId="77777777" w:rsidR="006D4449" w:rsidRDefault="006D4449" w:rsidP="006D4449">
      <w:r>
        <w:t>349.3672</w:t>
      </w:r>
      <w:r>
        <w:tab/>
        <w:t>3.038e0</w:t>
      </w:r>
    </w:p>
    <w:p w14:paraId="77BC4267" w14:textId="77777777" w:rsidR="006D4449" w:rsidRDefault="006D4449" w:rsidP="006D4449">
      <w:r>
        <w:t>349.4021</w:t>
      </w:r>
      <w:r>
        <w:tab/>
        <w:t>2.025e0</w:t>
      </w:r>
    </w:p>
    <w:p w14:paraId="0C4C6E92" w14:textId="77777777" w:rsidR="006D4449" w:rsidRDefault="006D4449" w:rsidP="006D4449">
      <w:r>
        <w:t>349.4597</w:t>
      </w:r>
      <w:r>
        <w:tab/>
        <w:t>1.013e0</w:t>
      </w:r>
    </w:p>
    <w:p w14:paraId="6B3A81F8" w14:textId="77777777" w:rsidR="006D4449" w:rsidRDefault="006D4449" w:rsidP="006D4449">
      <w:r>
        <w:lastRenderedPageBreak/>
        <w:t>349.4676</w:t>
      </w:r>
      <w:r>
        <w:tab/>
        <w:t>2.025e0</w:t>
      </w:r>
    </w:p>
    <w:p w14:paraId="3E990A5E" w14:textId="77777777" w:rsidR="006D4449" w:rsidRDefault="006D4449" w:rsidP="006D4449">
      <w:r>
        <w:t>349.4901</w:t>
      </w:r>
      <w:r>
        <w:tab/>
        <w:t>1.013e0</w:t>
      </w:r>
    </w:p>
    <w:p w14:paraId="102F9AFB" w14:textId="77777777" w:rsidR="006D4449" w:rsidRDefault="006D4449" w:rsidP="006D4449">
      <w:r>
        <w:t>349.5274</w:t>
      </w:r>
      <w:r>
        <w:tab/>
        <w:t>3.038e0</w:t>
      </w:r>
    </w:p>
    <w:p w14:paraId="0D595911" w14:textId="77777777" w:rsidR="006D4449" w:rsidRDefault="006D4449" w:rsidP="006D4449">
      <w:r>
        <w:t>349.5314</w:t>
      </w:r>
      <w:r>
        <w:tab/>
        <w:t>1.013e0</w:t>
      </w:r>
    </w:p>
    <w:p w14:paraId="37BA9866" w14:textId="77777777" w:rsidR="006D4449" w:rsidRDefault="006D4449" w:rsidP="006D4449">
      <w:r>
        <w:t>349.5976</w:t>
      </w:r>
      <w:r>
        <w:tab/>
        <w:t>1.013e0</w:t>
      </w:r>
    </w:p>
    <w:p w14:paraId="0C7555E1" w14:textId="77777777" w:rsidR="006D4449" w:rsidRDefault="006D4449" w:rsidP="006D4449">
      <w:r>
        <w:t>349.6090</w:t>
      </w:r>
      <w:r>
        <w:tab/>
        <w:t>1.013e0</w:t>
      </w:r>
    </w:p>
    <w:p w14:paraId="0C6C3D88" w14:textId="77777777" w:rsidR="006D4449" w:rsidRDefault="006D4449" w:rsidP="006D4449">
      <w:r>
        <w:t>349.6168</w:t>
      </w:r>
      <w:r>
        <w:tab/>
        <w:t>1.013e0</w:t>
      </w:r>
    </w:p>
    <w:p w14:paraId="2F814500" w14:textId="77777777" w:rsidR="006D4449" w:rsidRDefault="006D4449" w:rsidP="006D4449">
      <w:r>
        <w:t>349.6262</w:t>
      </w:r>
      <w:r>
        <w:tab/>
        <w:t>2.025e0</w:t>
      </w:r>
    </w:p>
    <w:p w14:paraId="0D40EC7E" w14:textId="77777777" w:rsidR="006D4449" w:rsidRDefault="006D4449" w:rsidP="006D4449">
      <w:r>
        <w:t>349.6606</w:t>
      </w:r>
      <w:r>
        <w:tab/>
        <w:t>1.013e0</w:t>
      </w:r>
    </w:p>
    <w:p w14:paraId="0EBD48EF" w14:textId="77777777" w:rsidR="006D4449" w:rsidRDefault="006D4449" w:rsidP="006D4449">
      <w:r>
        <w:t>349.6823</w:t>
      </w:r>
      <w:r>
        <w:tab/>
        <w:t>3.038e0</w:t>
      </w:r>
    </w:p>
    <w:p w14:paraId="0EA3C448" w14:textId="77777777" w:rsidR="006D4449" w:rsidRDefault="006D4449" w:rsidP="006D4449">
      <w:r>
        <w:t>349.7241</w:t>
      </w:r>
      <w:r>
        <w:tab/>
        <w:t>2.025e0</w:t>
      </w:r>
    </w:p>
    <w:p w14:paraId="3BADAE43" w14:textId="77777777" w:rsidR="006D4449" w:rsidRDefault="006D4449" w:rsidP="006D4449">
      <w:r>
        <w:t>349.7497</w:t>
      </w:r>
      <w:r>
        <w:tab/>
        <w:t>1.013e0</w:t>
      </w:r>
    </w:p>
    <w:p w14:paraId="11030B59" w14:textId="77777777" w:rsidR="006D4449" w:rsidRDefault="006D4449" w:rsidP="006D4449">
      <w:r>
        <w:t>349.7600</w:t>
      </w:r>
      <w:r>
        <w:tab/>
        <w:t>2.025e0</w:t>
      </w:r>
    </w:p>
    <w:p w14:paraId="3CD701FD" w14:textId="77777777" w:rsidR="006D4449" w:rsidRDefault="006D4449" w:rsidP="006D4449">
      <w:r>
        <w:t>349.7990</w:t>
      </w:r>
      <w:r>
        <w:tab/>
        <w:t>1.013e0</w:t>
      </w:r>
    </w:p>
    <w:p w14:paraId="1F742AA4" w14:textId="77777777" w:rsidR="006D4449" w:rsidRDefault="006D4449" w:rsidP="006D4449">
      <w:r>
        <w:t>349.8198</w:t>
      </w:r>
      <w:r>
        <w:tab/>
        <w:t>1.013e0</w:t>
      </w:r>
    </w:p>
    <w:p w14:paraId="4694A65A" w14:textId="77777777" w:rsidR="006D4449" w:rsidRDefault="006D4449" w:rsidP="006D4449">
      <w:r>
        <w:t>349.8636</w:t>
      </w:r>
      <w:r>
        <w:tab/>
        <w:t>1.013e0</w:t>
      </w:r>
    </w:p>
    <w:p w14:paraId="4FBE9D31" w14:textId="77777777" w:rsidR="006D4449" w:rsidRDefault="006D4449" w:rsidP="006D4449">
      <w:r>
        <w:t>349.8657</w:t>
      </w:r>
      <w:r>
        <w:tab/>
        <w:t>1.873e0</w:t>
      </w:r>
    </w:p>
    <w:p w14:paraId="5EA13A1D" w14:textId="77777777" w:rsidR="006D4449" w:rsidRDefault="006D4449" w:rsidP="006D4449">
      <w:r>
        <w:t>349.9005</w:t>
      </w:r>
      <w:r>
        <w:tab/>
        <w:t>2.025e0</w:t>
      </w:r>
    </w:p>
    <w:p w14:paraId="6A3F5827" w14:textId="77777777" w:rsidR="006D4449" w:rsidRDefault="006D4449" w:rsidP="006D4449">
      <w:r>
        <w:t>349.9049</w:t>
      </w:r>
      <w:r>
        <w:tab/>
        <w:t>1.013e0</w:t>
      </w:r>
    </w:p>
    <w:p w14:paraId="1B25C668" w14:textId="77777777" w:rsidR="006D4449" w:rsidRDefault="006D4449" w:rsidP="006D4449">
      <w:r>
        <w:lastRenderedPageBreak/>
        <w:t>349.9062</w:t>
      </w:r>
      <w:r>
        <w:tab/>
        <w:t>5.047e0</w:t>
      </w:r>
    </w:p>
    <w:p w14:paraId="13394F63" w14:textId="77777777" w:rsidR="006D4449" w:rsidRDefault="006D4449" w:rsidP="006D4449">
      <w:r>
        <w:t>349.9076</w:t>
      </w:r>
      <w:r>
        <w:tab/>
        <w:t>3.138e0</w:t>
      </w:r>
    </w:p>
    <w:p w14:paraId="18A74702" w14:textId="77777777" w:rsidR="006D4449" w:rsidRDefault="006D4449" w:rsidP="006D4449">
      <w:r>
        <w:t>349.9280</w:t>
      </w:r>
      <w:r>
        <w:tab/>
        <w:t>8.373e0</w:t>
      </w:r>
    </w:p>
    <w:p w14:paraId="645BDA7C" w14:textId="77777777" w:rsidR="006D4449" w:rsidRDefault="006D4449" w:rsidP="006D4449">
      <w:r>
        <w:t>349.9640</w:t>
      </w:r>
      <w:r>
        <w:tab/>
        <w:t>2.025e0</w:t>
      </w:r>
    </w:p>
    <w:p w14:paraId="32D9C12E" w14:textId="77777777" w:rsidR="006D4449" w:rsidRDefault="006D4449" w:rsidP="006D4449">
      <w:r>
        <w:t>349.9663</w:t>
      </w:r>
      <w:r>
        <w:tab/>
        <w:t>1.013e0</w:t>
      </w:r>
    </w:p>
    <w:p w14:paraId="66D4DE65" w14:textId="77777777" w:rsidR="006D4449" w:rsidRDefault="006D4449" w:rsidP="006D4449">
      <w:r>
        <w:t>350.0137</w:t>
      </w:r>
      <w:r>
        <w:tab/>
        <w:t>2.025e0</w:t>
      </w:r>
    </w:p>
    <w:p w14:paraId="0F64BCFC" w14:textId="77777777" w:rsidR="006D4449" w:rsidRDefault="006D4449" w:rsidP="006D4449">
      <w:r>
        <w:t>350.0368</w:t>
      </w:r>
      <w:r>
        <w:tab/>
        <w:t>2.025e0</w:t>
      </w:r>
    </w:p>
    <w:p w14:paraId="26B2BF6E" w14:textId="77777777" w:rsidR="006D4449" w:rsidRDefault="006D4449" w:rsidP="006D4449">
      <w:r>
        <w:t>350.0424</w:t>
      </w:r>
      <w:r>
        <w:tab/>
        <w:t>2.025e0</w:t>
      </w:r>
    </w:p>
    <w:p w14:paraId="3266950F" w14:textId="77777777" w:rsidR="006D4449" w:rsidRDefault="006D4449" w:rsidP="006D4449">
      <w:r>
        <w:t>350.0695</w:t>
      </w:r>
      <w:r>
        <w:tab/>
        <w:t>2.025e0</w:t>
      </w:r>
    </w:p>
    <w:p w14:paraId="24713FD6" w14:textId="77777777" w:rsidR="006D4449" w:rsidRDefault="006D4449" w:rsidP="006D4449">
      <w:r>
        <w:t>350.0860</w:t>
      </w:r>
      <w:r>
        <w:tab/>
        <w:t>1.013e0</w:t>
      </w:r>
    </w:p>
    <w:p w14:paraId="27AAB0FD" w14:textId="77777777" w:rsidR="006D4449" w:rsidRDefault="006D4449" w:rsidP="006D4449">
      <w:r>
        <w:t>350.0929</w:t>
      </w:r>
      <w:r>
        <w:tab/>
        <w:t>1.013e0</w:t>
      </w:r>
    </w:p>
    <w:p w14:paraId="5A548EE2" w14:textId="77777777" w:rsidR="006D4449" w:rsidRDefault="006D4449" w:rsidP="006D4449">
      <w:r>
        <w:t>350.1082</w:t>
      </w:r>
      <w:r>
        <w:tab/>
        <w:t>1.013e0</w:t>
      </w:r>
    </w:p>
    <w:p w14:paraId="78FA5E0C" w14:textId="77777777" w:rsidR="006D4449" w:rsidRDefault="006D4449" w:rsidP="006D4449">
      <w:r>
        <w:t>350.1213</w:t>
      </w:r>
      <w:r>
        <w:tab/>
        <w:t>2.025e0</w:t>
      </w:r>
    </w:p>
    <w:p w14:paraId="37F6EC6B" w14:textId="77777777" w:rsidR="006D4449" w:rsidRDefault="006D4449" w:rsidP="006D4449">
      <w:r>
        <w:t>350.1521</w:t>
      </w:r>
      <w:r>
        <w:tab/>
        <w:t>1.013e0</w:t>
      </w:r>
    </w:p>
    <w:p w14:paraId="16D89AAB" w14:textId="77777777" w:rsidR="006D4449" w:rsidRDefault="006D4449" w:rsidP="006D4449">
      <w:r>
        <w:t>350.1729</w:t>
      </w:r>
      <w:r>
        <w:tab/>
        <w:t>4.796e0</w:t>
      </w:r>
    </w:p>
    <w:p w14:paraId="0EB244C7" w14:textId="77777777" w:rsidR="006D4449" w:rsidRDefault="006D4449" w:rsidP="006D4449">
      <w:r>
        <w:t>350.1743</w:t>
      </w:r>
      <w:r>
        <w:tab/>
        <w:t>1.013e0</w:t>
      </w:r>
    </w:p>
    <w:p w14:paraId="680531AD" w14:textId="77777777" w:rsidR="006D4449" w:rsidRDefault="006D4449" w:rsidP="006D4449">
      <w:r>
        <w:t>350.1906</w:t>
      </w:r>
      <w:r>
        <w:tab/>
        <w:t>3.884e0</w:t>
      </w:r>
    </w:p>
    <w:p w14:paraId="2A4F9A35" w14:textId="77777777" w:rsidR="006D4449" w:rsidRDefault="006D4449" w:rsidP="006D4449">
      <w:r>
        <w:t>350.2072</w:t>
      </w:r>
      <w:r>
        <w:tab/>
        <w:t>3.038e0</w:t>
      </w:r>
    </w:p>
    <w:p w14:paraId="4ADBAD5C" w14:textId="77777777" w:rsidR="006D4449" w:rsidRDefault="006D4449" w:rsidP="006D4449">
      <w:r>
        <w:t>350.2317</w:t>
      </w:r>
      <w:r>
        <w:tab/>
        <w:t>2.025e0</w:t>
      </w:r>
    </w:p>
    <w:p w14:paraId="68966E8C" w14:textId="77777777" w:rsidR="006D4449" w:rsidRDefault="006D4449" w:rsidP="006D4449">
      <w:r>
        <w:lastRenderedPageBreak/>
        <w:t>350.2335</w:t>
      </w:r>
      <w:r>
        <w:tab/>
        <w:t>2.025e0</w:t>
      </w:r>
    </w:p>
    <w:p w14:paraId="6E1BDFAD" w14:textId="77777777" w:rsidR="006D4449" w:rsidRDefault="006D4449" w:rsidP="006D4449">
      <w:r>
        <w:t>350.2418</w:t>
      </w:r>
      <w:r>
        <w:tab/>
        <w:t>1.013e0</w:t>
      </w:r>
    </w:p>
    <w:p w14:paraId="3E60E27D" w14:textId="77777777" w:rsidR="006D4449" w:rsidRDefault="006D4449" w:rsidP="006D4449">
      <w:r>
        <w:t>350.2525</w:t>
      </w:r>
      <w:r>
        <w:tab/>
        <w:t>1.013e0</w:t>
      </w:r>
    </w:p>
    <w:p w14:paraId="25DDABF4" w14:textId="77777777" w:rsidR="006D4449" w:rsidRDefault="006D4449" w:rsidP="006D4449">
      <w:r>
        <w:t>350.2777</w:t>
      </w:r>
      <w:r>
        <w:tab/>
        <w:t>3.038e0</w:t>
      </w:r>
    </w:p>
    <w:p w14:paraId="441A819D" w14:textId="77777777" w:rsidR="006D4449" w:rsidRDefault="006D4449" w:rsidP="006D4449">
      <w:r>
        <w:t>350.3007</w:t>
      </w:r>
      <w:r>
        <w:tab/>
        <w:t>2.025e0</w:t>
      </w:r>
    </w:p>
    <w:p w14:paraId="47EB32EF" w14:textId="77777777" w:rsidR="006D4449" w:rsidRDefault="006D4449" w:rsidP="006D4449">
      <w:r>
        <w:t>350.3123</w:t>
      </w:r>
      <w:r>
        <w:tab/>
        <w:t>2.025e0</w:t>
      </w:r>
    </w:p>
    <w:p w14:paraId="250DDEEE" w14:textId="77777777" w:rsidR="006D4449" w:rsidRDefault="006D4449" w:rsidP="006D4449">
      <w:r>
        <w:t>350.3197</w:t>
      </w:r>
      <w:r>
        <w:tab/>
        <w:t>2.025e0</w:t>
      </w:r>
    </w:p>
    <w:p w14:paraId="202E1DB7" w14:textId="77777777" w:rsidR="006D4449" w:rsidRDefault="006D4449" w:rsidP="006D4449">
      <w:r>
        <w:t>350.3435</w:t>
      </w:r>
      <w:r>
        <w:tab/>
        <w:t>1.013e0</w:t>
      </w:r>
    </w:p>
    <w:p w14:paraId="2436B360" w14:textId="77777777" w:rsidR="006D4449" w:rsidRDefault="006D4449" w:rsidP="006D4449">
      <w:r>
        <w:t>350.3720</w:t>
      </w:r>
      <w:r>
        <w:tab/>
        <w:t>1.013e0</w:t>
      </w:r>
    </w:p>
    <w:p w14:paraId="618C1EB3" w14:textId="77777777" w:rsidR="006D4449" w:rsidRDefault="006D4449" w:rsidP="006D4449">
      <w:r>
        <w:t>350.3863</w:t>
      </w:r>
      <w:r>
        <w:tab/>
        <w:t>3.038e0</w:t>
      </w:r>
    </w:p>
    <w:p w14:paraId="5782950A" w14:textId="77777777" w:rsidR="006D4449" w:rsidRDefault="006D4449" w:rsidP="006D4449">
      <w:r>
        <w:t>350.4006</w:t>
      </w:r>
      <w:r>
        <w:tab/>
        <w:t>1.013e0</w:t>
      </w:r>
    </w:p>
    <w:p w14:paraId="479C7C92" w14:textId="77777777" w:rsidR="006D4449" w:rsidRDefault="006D4449" w:rsidP="006D4449">
      <w:r>
        <w:t>350.4406</w:t>
      </w:r>
      <w:r>
        <w:tab/>
        <w:t>1.013e0</w:t>
      </w:r>
    </w:p>
    <w:p w14:paraId="5963C202" w14:textId="77777777" w:rsidR="006D4449" w:rsidRDefault="006D4449" w:rsidP="006D4449">
      <w:r>
        <w:t>350.5005</w:t>
      </w:r>
      <w:r>
        <w:tab/>
        <w:t>1.013e0</w:t>
      </w:r>
    </w:p>
    <w:p w14:paraId="63169FD1" w14:textId="77777777" w:rsidR="006D4449" w:rsidRDefault="006D4449" w:rsidP="006D4449">
      <w:r>
        <w:t>350.5256</w:t>
      </w:r>
      <w:r>
        <w:tab/>
        <w:t>1.013e0</w:t>
      </w:r>
    </w:p>
    <w:p w14:paraId="75FDEDA3" w14:textId="77777777" w:rsidR="006D4449" w:rsidRDefault="006D4449" w:rsidP="006D4449">
      <w:r>
        <w:t>350.5356</w:t>
      </w:r>
      <w:r>
        <w:tab/>
        <w:t>1.013e0</w:t>
      </w:r>
    </w:p>
    <w:p w14:paraId="299288D1" w14:textId="77777777" w:rsidR="006D4449" w:rsidRDefault="006D4449" w:rsidP="006D4449">
      <w:r>
        <w:t>350.5571</w:t>
      </w:r>
      <w:r>
        <w:tab/>
        <w:t>2.025e0</w:t>
      </w:r>
    </w:p>
    <w:p w14:paraId="7597847A" w14:textId="77777777" w:rsidR="006D4449" w:rsidRDefault="006D4449" w:rsidP="006D4449">
      <w:r>
        <w:t>350.5931</w:t>
      </w:r>
      <w:r>
        <w:tab/>
        <w:t>1.013e0</w:t>
      </w:r>
    </w:p>
    <w:p w14:paraId="50C23242" w14:textId="77777777" w:rsidR="006D4449" w:rsidRDefault="006D4449" w:rsidP="006D4449">
      <w:r>
        <w:t>350.6152</w:t>
      </w:r>
      <w:r>
        <w:tab/>
        <w:t>1.013e0</w:t>
      </w:r>
    </w:p>
    <w:p w14:paraId="450EE438" w14:textId="77777777" w:rsidR="006D4449" w:rsidRDefault="006D4449" w:rsidP="006D4449">
      <w:r>
        <w:t>350.6245</w:t>
      </w:r>
      <w:r>
        <w:tab/>
        <w:t>1.013e0</w:t>
      </w:r>
    </w:p>
    <w:p w14:paraId="675614CE" w14:textId="77777777" w:rsidR="006D4449" w:rsidRDefault="006D4449" w:rsidP="006D4449">
      <w:r>
        <w:lastRenderedPageBreak/>
        <w:t>350.6321</w:t>
      </w:r>
      <w:r>
        <w:tab/>
        <w:t>1.013e0</w:t>
      </w:r>
    </w:p>
    <w:p w14:paraId="6C690238" w14:textId="77777777" w:rsidR="006D4449" w:rsidRDefault="006D4449" w:rsidP="006D4449">
      <w:r>
        <w:t>350.6344</w:t>
      </w:r>
      <w:r>
        <w:tab/>
        <w:t>1.013e0</w:t>
      </w:r>
    </w:p>
    <w:p w14:paraId="138700F4" w14:textId="77777777" w:rsidR="006D4449" w:rsidRDefault="006D4449" w:rsidP="006D4449">
      <w:r>
        <w:t>350.6935</w:t>
      </w:r>
      <w:r>
        <w:tab/>
        <w:t>1.013e0</w:t>
      </w:r>
    </w:p>
    <w:p w14:paraId="3D3C459E" w14:textId="77777777" w:rsidR="006D4449" w:rsidRDefault="006D4449" w:rsidP="006D4449">
      <w:r>
        <w:t>350.6950</w:t>
      </w:r>
      <w:r>
        <w:tab/>
        <w:t>1.013e0</w:t>
      </w:r>
    </w:p>
    <w:p w14:paraId="4C4781FC" w14:textId="77777777" w:rsidR="006D4449" w:rsidRDefault="006D4449" w:rsidP="006D4449">
      <w:r>
        <w:t>350.7202</w:t>
      </w:r>
      <w:r>
        <w:tab/>
        <w:t>1.013e0</w:t>
      </w:r>
    </w:p>
    <w:p w14:paraId="6E52743D" w14:textId="77777777" w:rsidR="006D4449" w:rsidRDefault="006D4449" w:rsidP="006D4449">
      <w:r>
        <w:t>350.7267</w:t>
      </w:r>
      <w:r>
        <w:tab/>
        <w:t>3.038e0</w:t>
      </w:r>
    </w:p>
    <w:p w14:paraId="6C42443D" w14:textId="77777777" w:rsidR="006D4449" w:rsidRDefault="006D4449" w:rsidP="006D4449">
      <w:r>
        <w:t>350.7787</w:t>
      </w:r>
      <w:r>
        <w:tab/>
        <w:t>2.025e0</w:t>
      </w:r>
    </w:p>
    <w:p w14:paraId="4540D092" w14:textId="77777777" w:rsidR="006D4449" w:rsidRDefault="006D4449" w:rsidP="006D4449">
      <w:r>
        <w:t>350.7892</w:t>
      </w:r>
      <w:r>
        <w:tab/>
        <w:t>1.013e0</w:t>
      </w:r>
    </w:p>
    <w:p w14:paraId="628E46FB" w14:textId="77777777" w:rsidR="006D4449" w:rsidRDefault="006D4449" w:rsidP="006D4449">
      <w:r>
        <w:t>350.8241</w:t>
      </w:r>
      <w:r>
        <w:tab/>
        <w:t>1.013e0</w:t>
      </w:r>
    </w:p>
    <w:p w14:paraId="0745F224" w14:textId="77777777" w:rsidR="006D4449" w:rsidRDefault="006D4449" w:rsidP="006D4449">
      <w:r>
        <w:t>350.8394</w:t>
      </w:r>
      <w:r>
        <w:tab/>
        <w:t>1.013e0</w:t>
      </w:r>
    </w:p>
    <w:p w14:paraId="2166F239" w14:textId="77777777" w:rsidR="006D4449" w:rsidRDefault="006D4449" w:rsidP="006D4449">
      <w:r>
        <w:t>350.8544</w:t>
      </w:r>
      <w:r>
        <w:tab/>
        <w:t>1.013e0</w:t>
      </w:r>
    </w:p>
    <w:p w14:paraId="05672F74" w14:textId="77777777" w:rsidR="006D4449" w:rsidRDefault="006D4449" w:rsidP="006D4449">
      <w:r>
        <w:t>350.9123</w:t>
      </w:r>
      <w:r>
        <w:tab/>
        <w:t>1.113e0</w:t>
      </w:r>
    </w:p>
    <w:p w14:paraId="62943833" w14:textId="77777777" w:rsidR="006D4449" w:rsidRDefault="006D4449" w:rsidP="006D4449">
      <w:r>
        <w:t>350.9206</w:t>
      </w:r>
      <w:r>
        <w:tab/>
        <w:t>1.013e0</w:t>
      </w:r>
    </w:p>
    <w:p w14:paraId="6B3CEC2B" w14:textId="77777777" w:rsidR="006D4449" w:rsidRDefault="006D4449" w:rsidP="006D4449">
      <w:r>
        <w:t>350.9777</w:t>
      </w:r>
      <w:r>
        <w:tab/>
        <w:t>1.013e0</w:t>
      </w:r>
    </w:p>
    <w:p w14:paraId="1B3D2030" w14:textId="77777777" w:rsidR="006D4449" w:rsidRDefault="006D4449" w:rsidP="006D4449">
      <w:r>
        <w:t>350.9902</w:t>
      </w:r>
      <w:r>
        <w:tab/>
        <w:t>1.013e0</w:t>
      </w:r>
    </w:p>
    <w:p w14:paraId="1308A0F1" w14:textId="77777777" w:rsidR="006D4449" w:rsidRDefault="006D4449" w:rsidP="006D4449">
      <w:r>
        <w:t>350.9939</w:t>
      </w:r>
      <w:r>
        <w:tab/>
        <w:t>3.038e0</w:t>
      </w:r>
    </w:p>
    <w:p w14:paraId="4D12E650" w14:textId="77777777" w:rsidR="006D4449" w:rsidRDefault="006D4449" w:rsidP="006D4449">
      <w:r>
        <w:t>351.0304</w:t>
      </w:r>
      <w:r>
        <w:tab/>
        <w:t>3.038e0</w:t>
      </w:r>
    </w:p>
    <w:p w14:paraId="691A5DB5" w14:textId="77777777" w:rsidR="006D4449" w:rsidRDefault="006D4449" w:rsidP="006D4449">
      <w:r>
        <w:t>351.0342</w:t>
      </w:r>
      <w:r>
        <w:tab/>
        <w:t>1.013e0</w:t>
      </w:r>
    </w:p>
    <w:p w14:paraId="3389D002" w14:textId="77777777" w:rsidR="006D4449" w:rsidRDefault="006D4449" w:rsidP="006D4449">
      <w:r>
        <w:t>351.0385</w:t>
      </w:r>
      <w:r>
        <w:tab/>
        <w:t>3.038e0</w:t>
      </w:r>
    </w:p>
    <w:p w14:paraId="48FD9BBE" w14:textId="77777777" w:rsidR="006D4449" w:rsidRDefault="006D4449" w:rsidP="006D4449">
      <w:r>
        <w:lastRenderedPageBreak/>
        <w:t>351.0466</w:t>
      </w:r>
      <w:r>
        <w:tab/>
        <w:t>3.038e0</w:t>
      </w:r>
    </w:p>
    <w:p w14:paraId="444C98A5" w14:textId="77777777" w:rsidR="006D4449" w:rsidRDefault="006D4449" w:rsidP="006D4449">
      <w:r>
        <w:t>351.0728</w:t>
      </w:r>
      <w:r>
        <w:tab/>
        <w:t>1.013e0</w:t>
      </w:r>
    </w:p>
    <w:p w14:paraId="4988DCDD" w14:textId="77777777" w:rsidR="006D4449" w:rsidRDefault="006D4449" w:rsidP="006D4449">
      <w:r>
        <w:t>351.0876</w:t>
      </w:r>
      <w:r>
        <w:tab/>
        <w:t>4.051e0</w:t>
      </w:r>
    </w:p>
    <w:p w14:paraId="228DEBD8" w14:textId="77777777" w:rsidR="006D4449" w:rsidRDefault="006D4449" w:rsidP="006D4449">
      <w:r>
        <w:t>351.1171</w:t>
      </w:r>
      <w:r>
        <w:tab/>
        <w:t>3.912e0</w:t>
      </w:r>
    </w:p>
    <w:p w14:paraId="399D83FA" w14:textId="77777777" w:rsidR="006D4449" w:rsidRDefault="006D4449" w:rsidP="006D4449">
      <w:r>
        <w:t>351.1274</w:t>
      </w:r>
      <w:r>
        <w:tab/>
        <w:t>4.958e0</w:t>
      </w:r>
    </w:p>
    <w:p w14:paraId="6ADCE4BC" w14:textId="77777777" w:rsidR="006D4449" w:rsidRDefault="006D4449" w:rsidP="006D4449">
      <w:r>
        <w:t>351.1572</w:t>
      </w:r>
      <w:r>
        <w:tab/>
        <w:t>4.528e0</w:t>
      </w:r>
    </w:p>
    <w:p w14:paraId="373FF51C" w14:textId="77777777" w:rsidR="006D4449" w:rsidRDefault="006D4449" w:rsidP="006D4449">
      <w:r>
        <w:t>351.1614</w:t>
      </w:r>
      <w:r>
        <w:tab/>
        <w:t>3.219e0</w:t>
      </w:r>
    </w:p>
    <w:p w14:paraId="2BAB13E8" w14:textId="77777777" w:rsidR="006D4449" w:rsidRDefault="006D4449" w:rsidP="006D4449">
      <w:r>
        <w:t>351.1888</w:t>
      </w:r>
      <w:r>
        <w:tab/>
        <w:t>2.025e0</w:t>
      </w:r>
    </w:p>
    <w:p w14:paraId="5D2771DD" w14:textId="77777777" w:rsidR="006D4449" w:rsidRDefault="006D4449" w:rsidP="006D4449">
      <w:r>
        <w:t>351.2372</w:t>
      </w:r>
      <w:r>
        <w:tab/>
        <w:t>2.025e0</w:t>
      </w:r>
    </w:p>
    <w:p w14:paraId="4D48092B" w14:textId="77777777" w:rsidR="006D4449" w:rsidRDefault="006D4449" w:rsidP="006D4449">
      <w:r>
        <w:t>351.2679</w:t>
      </w:r>
      <w:r>
        <w:tab/>
        <w:t>3.038e0</w:t>
      </w:r>
    </w:p>
    <w:p w14:paraId="5F94A750" w14:textId="77777777" w:rsidR="006D4449" w:rsidRDefault="006D4449" w:rsidP="006D4449">
      <w:r>
        <w:t>351.2915</w:t>
      </w:r>
      <w:r>
        <w:tab/>
        <w:t>2.025e0</w:t>
      </w:r>
    </w:p>
    <w:p w14:paraId="64E38918" w14:textId="77777777" w:rsidR="006D4449" w:rsidRDefault="006D4449" w:rsidP="006D4449">
      <w:r>
        <w:t>351.2990</w:t>
      </w:r>
      <w:r>
        <w:tab/>
        <w:t>2.025e0</w:t>
      </w:r>
    </w:p>
    <w:p w14:paraId="080F402E" w14:textId="77777777" w:rsidR="006D4449" w:rsidRDefault="006D4449" w:rsidP="006D4449">
      <w:r>
        <w:t>351.3289</w:t>
      </w:r>
      <w:r>
        <w:tab/>
        <w:t>1.013e0</w:t>
      </w:r>
    </w:p>
    <w:p w14:paraId="4C1DCBC0" w14:textId="77777777" w:rsidR="006D4449" w:rsidRDefault="006D4449" w:rsidP="006D4449">
      <w:r>
        <w:t>351.3456</w:t>
      </w:r>
      <w:r>
        <w:tab/>
        <w:t>2.025e0</w:t>
      </w:r>
    </w:p>
    <w:p w14:paraId="2E1E5094" w14:textId="77777777" w:rsidR="006D4449" w:rsidRDefault="006D4449" w:rsidP="006D4449">
      <w:r>
        <w:t>351.3520</w:t>
      </w:r>
      <w:r>
        <w:tab/>
        <w:t>1.013e0</w:t>
      </w:r>
    </w:p>
    <w:p w14:paraId="5C0610B6" w14:textId="77777777" w:rsidR="006D4449" w:rsidRDefault="006D4449" w:rsidP="006D4449">
      <w:r>
        <w:t>351.3613</w:t>
      </w:r>
      <w:r>
        <w:tab/>
        <w:t>1.013e0</w:t>
      </w:r>
    </w:p>
    <w:p w14:paraId="6FBBF2E0" w14:textId="77777777" w:rsidR="006D4449" w:rsidRDefault="006D4449" w:rsidP="006D4449">
      <w:r>
        <w:t>351.4070</w:t>
      </w:r>
      <w:r>
        <w:tab/>
        <w:t>1.013e0</w:t>
      </w:r>
    </w:p>
    <w:p w14:paraId="186176A3" w14:textId="77777777" w:rsidR="006D4449" w:rsidRDefault="006D4449" w:rsidP="006D4449">
      <w:r>
        <w:t>351.4302</w:t>
      </w:r>
      <w:r>
        <w:tab/>
        <w:t>1.013e0</w:t>
      </w:r>
    </w:p>
    <w:p w14:paraId="6E10F70C" w14:textId="77777777" w:rsidR="006D4449" w:rsidRDefault="006D4449" w:rsidP="006D4449">
      <w:r>
        <w:t>351.4479</w:t>
      </w:r>
      <w:r>
        <w:tab/>
        <w:t>4.051e0</w:t>
      </w:r>
    </w:p>
    <w:p w14:paraId="1BE26B2B" w14:textId="77777777" w:rsidR="006D4449" w:rsidRDefault="006D4449" w:rsidP="006D4449">
      <w:r>
        <w:lastRenderedPageBreak/>
        <w:t>351.5105</w:t>
      </w:r>
      <w:r>
        <w:tab/>
        <w:t>1.013e0</w:t>
      </w:r>
    </w:p>
    <w:p w14:paraId="583601FF" w14:textId="77777777" w:rsidR="006D4449" w:rsidRDefault="006D4449" w:rsidP="006D4449">
      <w:r>
        <w:t>351.5682</w:t>
      </w:r>
      <w:r>
        <w:tab/>
        <w:t>1.013e0</w:t>
      </w:r>
    </w:p>
    <w:p w14:paraId="2AF78860" w14:textId="77777777" w:rsidR="006D4449" w:rsidRDefault="006D4449" w:rsidP="006D4449">
      <w:r>
        <w:t>351.6006</w:t>
      </w:r>
      <w:r>
        <w:tab/>
        <w:t>1.013e0</w:t>
      </w:r>
    </w:p>
    <w:p w14:paraId="7537A490" w14:textId="77777777" w:rsidR="006D4449" w:rsidRDefault="006D4449" w:rsidP="006D4449">
      <w:r>
        <w:t>351.6064</w:t>
      </w:r>
      <w:r>
        <w:tab/>
        <w:t>1.013e0</w:t>
      </w:r>
    </w:p>
    <w:p w14:paraId="72B11268" w14:textId="77777777" w:rsidR="006D4449" w:rsidRDefault="006D4449" w:rsidP="006D4449">
      <w:r>
        <w:t>351.6160</w:t>
      </w:r>
      <w:r>
        <w:tab/>
        <w:t>1.013e0</w:t>
      </w:r>
    </w:p>
    <w:p w14:paraId="0E1C27C8" w14:textId="77777777" w:rsidR="006D4449" w:rsidRDefault="006D4449" w:rsidP="006D4449">
      <w:r>
        <w:t>351.6611</w:t>
      </w:r>
      <w:r>
        <w:tab/>
        <w:t>2.025e0</w:t>
      </w:r>
    </w:p>
    <w:p w14:paraId="692ECAD7" w14:textId="77777777" w:rsidR="006D4449" w:rsidRDefault="006D4449" w:rsidP="006D4449">
      <w:r>
        <w:t>351.6630</w:t>
      </w:r>
      <w:r>
        <w:tab/>
        <w:t>1.013e0</w:t>
      </w:r>
    </w:p>
    <w:p w14:paraId="43289A3C" w14:textId="77777777" w:rsidR="006D4449" w:rsidRDefault="006D4449" w:rsidP="006D4449">
      <w:r>
        <w:t>351.6917</w:t>
      </w:r>
      <w:r>
        <w:tab/>
        <w:t>2.025e0</w:t>
      </w:r>
    </w:p>
    <w:p w14:paraId="07B1BA81" w14:textId="77777777" w:rsidR="006D4449" w:rsidRDefault="006D4449" w:rsidP="006D4449">
      <w:r>
        <w:t>351.7007</w:t>
      </w:r>
      <w:r>
        <w:tab/>
        <w:t>1.013e0</w:t>
      </w:r>
    </w:p>
    <w:p w14:paraId="484C9E03" w14:textId="77777777" w:rsidR="006D4449" w:rsidRDefault="006D4449" w:rsidP="006D4449">
      <w:r>
        <w:t>351.7125</w:t>
      </w:r>
      <w:r>
        <w:tab/>
        <w:t>1.013e0</w:t>
      </w:r>
    </w:p>
    <w:p w14:paraId="3E56A6F1" w14:textId="77777777" w:rsidR="006D4449" w:rsidRDefault="006D4449" w:rsidP="006D4449">
      <w:r>
        <w:t>351.7377</w:t>
      </w:r>
      <w:r>
        <w:tab/>
        <w:t>2.025e0</w:t>
      </w:r>
    </w:p>
    <w:p w14:paraId="1D4F3AD4" w14:textId="77777777" w:rsidR="006D4449" w:rsidRDefault="006D4449" w:rsidP="006D4449">
      <w:r>
        <w:t>351.7586</w:t>
      </w:r>
      <w:r>
        <w:tab/>
        <w:t>3.038e0</w:t>
      </w:r>
    </w:p>
    <w:p w14:paraId="0390913D" w14:textId="77777777" w:rsidR="006D4449" w:rsidRDefault="006D4449" w:rsidP="006D4449">
      <w:r>
        <w:t>351.7700</w:t>
      </w:r>
      <w:r>
        <w:tab/>
        <w:t>1.013e0</w:t>
      </w:r>
    </w:p>
    <w:p w14:paraId="5C2089CE" w14:textId="77777777" w:rsidR="006D4449" w:rsidRDefault="006D4449" w:rsidP="006D4449">
      <w:r>
        <w:t>351.8075</w:t>
      </w:r>
      <w:r>
        <w:tab/>
        <w:t>1.013e0</w:t>
      </w:r>
    </w:p>
    <w:p w14:paraId="675389F6" w14:textId="77777777" w:rsidR="006D4449" w:rsidRDefault="006D4449" w:rsidP="006D4449">
      <w:r>
        <w:t>351.8203</w:t>
      </w:r>
      <w:r>
        <w:tab/>
        <w:t>1.013e0</w:t>
      </w:r>
    </w:p>
    <w:p w14:paraId="0AE09250" w14:textId="77777777" w:rsidR="006D4449" w:rsidRDefault="006D4449" w:rsidP="006D4449">
      <w:r>
        <w:t>351.8361</w:t>
      </w:r>
      <w:r>
        <w:tab/>
        <w:t>1.013e0</w:t>
      </w:r>
    </w:p>
    <w:p w14:paraId="6459C8C6" w14:textId="77777777" w:rsidR="006D4449" w:rsidRDefault="006D4449" w:rsidP="006D4449">
      <w:r>
        <w:t>351.8518</w:t>
      </w:r>
      <w:r>
        <w:tab/>
        <w:t>1.013e0</w:t>
      </w:r>
    </w:p>
    <w:p w14:paraId="6378393B" w14:textId="77777777" w:rsidR="006D4449" w:rsidRDefault="006D4449" w:rsidP="006D4449">
      <w:r>
        <w:t>351.8794</w:t>
      </w:r>
      <w:r>
        <w:tab/>
        <w:t>2.025e0</w:t>
      </w:r>
    </w:p>
    <w:p w14:paraId="16387C74" w14:textId="77777777" w:rsidR="006D4449" w:rsidRDefault="006D4449" w:rsidP="006D4449">
      <w:r>
        <w:t>351.8959</w:t>
      </w:r>
      <w:r>
        <w:tab/>
        <w:t>1.013e0</w:t>
      </w:r>
    </w:p>
    <w:p w14:paraId="100B36D3" w14:textId="77777777" w:rsidR="006D4449" w:rsidRDefault="006D4449" w:rsidP="006D4449">
      <w:r>
        <w:lastRenderedPageBreak/>
        <w:t>351.9148</w:t>
      </w:r>
      <w:r>
        <w:tab/>
        <w:t>1.013e0</w:t>
      </w:r>
    </w:p>
    <w:p w14:paraId="1942F779" w14:textId="77777777" w:rsidR="006D4449" w:rsidRDefault="006D4449" w:rsidP="006D4449">
      <w:r>
        <w:t>351.9549</w:t>
      </w:r>
      <w:r>
        <w:tab/>
        <w:t>4.051e0</w:t>
      </w:r>
    </w:p>
    <w:p w14:paraId="391CA6FD" w14:textId="77777777" w:rsidR="006D4449" w:rsidRDefault="006D4449" w:rsidP="006D4449">
      <w:r>
        <w:t>351.9616</w:t>
      </w:r>
      <w:r>
        <w:tab/>
        <w:t>4.218e0</w:t>
      </w:r>
    </w:p>
    <w:p w14:paraId="1B3EFD12" w14:textId="77777777" w:rsidR="006D4449" w:rsidRDefault="006D4449" w:rsidP="006D4449">
      <w:r>
        <w:t>351.9663</w:t>
      </w:r>
      <w:r>
        <w:tab/>
        <w:t>6.076e0</w:t>
      </w:r>
    </w:p>
    <w:p w14:paraId="5A7F681D" w14:textId="77777777" w:rsidR="006D4449" w:rsidRDefault="006D4449" w:rsidP="006D4449">
      <w:r>
        <w:t>351.9827</w:t>
      </w:r>
      <w:r>
        <w:tab/>
        <w:t>3.038e0</w:t>
      </w:r>
    </w:p>
    <w:p w14:paraId="64CA12CD" w14:textId="77777777" w:rsidR="006D4449" w:rsidRDefault="006D4449" w:rsidP="006D4449">
      <w:r>
        <w:t>351.9843</w:t>
      </w:r>
      <w:r>
        <w:tab/>
        <w:t>2.025e0</w:t>
      </w:r>
    </w:p>
    <w:p w14:paraId="37401C63" w14:textId="77777777" w:rsidR="006D4449" w:rsidRDefault="006D4449" w:rsidP="006D4449">
      <w:r>
        <w:t>351.9977</w:t>
      </w:r>
      <w:r>
        <w:tab/>
        <w:t>4.051e0</w:t>
      </w:r>
    </w:p>
    <w:p w14:paraId="318DDA9B" w14:textId="77777777" w:rsidR="006D4449" w:rsidRDefault="006D4449" w:rsidP="006D4449">
      <w:r>
        <w:t>352.0244</w:t>
      </w:r>
      <w:r>
        <w:tab/>
        <w:t>1.013e0</w:t>
      </w:r>
    </w:p>
    <w:p w14:paraId="2A084194" w14:textId="77777777" w:rsidR="006D4449" w:rsidRDefault="006D4449" w:rsidP="006D4449">
      <w:r>
        <w:t>352.0257</w:t>
      </w:r>
      <w:r>
        <w:tab/>
        <w:t>2.025e0</w:t>
      </w:r>
    </w:p>
    <w:p w14:paraId="19C8995E" w14:textId="77777777" w:rsidR="006D4449" w:rsidRDefault="006D4449" w:rsidP="006D4449">
      <w:r>
        <w:t>352.0345</w:t>
      </w:r>
      <w:r>
        <w:tab/>
        <w:t>1.013e0</w:t>
      </w:r>
    </w:p>
    <w:p w14:paraId="3FB07361" w14:textId="77777777" w:rsidR="006D4449" w:rsidRDefault="006D4449" w:rsidP="006D4449">
      <w:r>
        <w:t>352.0421</w:t>
      </w:r>
      <w:r>
        <w:tab/>
        <w:t>2.025e0</w:t>
      </w:r>
    </w:p>
    <w:p w14:paraId="6F472DF9" w14:textId="77777777" w:rsidR="006D4449" w:rsidRDefault="006D4449" w:rsidP="006D4449">
      <w:r>
        <w:t>352.0475</w:t>
      </w:r>
      <w:r>
        <w:tab/>
        <w:t>2.025e0</w:t>
      </w:r>
    </w:p>
    <w:p w14:paraId="18BB8C37" w14:textId="77777777" w:rsidR="006D4449" w:rsidRDefault="006D4449" w:rsidP="006D4449">
      <w:r>
        <w:t>352.0531</w:t>
      </w:r>
      <w:r>
        <w:tab/>
        <w:t>1.013e0</w:t>
      </w:r>
    </w:p>
    <w:p w14:paraId="6DFEDD0A" w14:textId="77777777" w:rsidR="006D4449" w:rsidRDefault="006D4449" w:rsidP="006D4449">
      <w:r>
        <w:t>352.1007</w:t>
      </w:r>
      <w:r>
        <w:tab/>
        <w:t>4.051e0</w:t>
      </w:r>
    </w:p>
    <w:p w14:paraId="6572B846" w14:textId="77777777" w:rsidR="006D4449" w:rsidRDefault="006D4449" w:rsidP="006D4449">
      <w:r>
        <w:t>352.1258</w:t>
      </w:r>
      <w:r>
        <w:tab/>
        <w:t>2.025e0</w:t>
      </w:r>
    </w:p>
    <w:p w14:paraId="7D144824" w14:textId="77777777" w:rsidR="006D4449" w:rsidRDefault="006D4449" w:rsidP="006D4449">
      <w:r>
        <w:t>352.1308</w:t>
      </w:r>
      <w:r>
        <w:tab/>
        <w:t>4.051e0</w:t>
      </w:r>
    </w:p>
    <w:p w14:paraId="0E2090CE" w14:textId="77777777" w:rsidR="006D4449" w:rsidRDefault="006D4449" w:rsidP="006D4449">
      <w:r>
        <w:t>352.1463</w:t>
      </w:r>
      <w:r>
        <w:tab/>
        <w:t>3.678e0</w:t>
      </w:r>
    </w:p>
    <w:p w14:paraId="125FEEE7" w14:textId="77777777" w:rsidR="006D4449" w:rsidRDefault="006D4449" w:rsidP="006D4449">
      <w:r>
        <w:t>352.1478</w:t>
      </w:r>
      <w:r>
        <w:tab/>
        <w:t>6.257e0</w:t>
      </w:r>
    </w:p>
    <w:p w14:paraId="055CD303" w14:textId="77777777" w:rsidR="006D4449" w:rsidRDefault="006D4449" w:rsidP="006D4449">
      <w:r>
        <w:t>352.1739</w:t>
      </w:r>
      <w:r>
        <w:tab/>
        <w:t>2.004e0</w:t>
      </w:r>
    </w:p>
    <w:p w14:paraId="5517CB51" w14:textId="77777777" w:rsidR="006D4449" w:rsidRDefault="006D4449" w:rsidP="006D4449">
      <w:r>
        <w:lastRenderedPageBreak/>
        <w:t>352.1929</w:t>
      </w:r>
      <w:r>
        <w:tab/>
        <w:t>3.948e0</w:t>
      </w:r>
    </w:p>
    <w:p w14:paraId="0CDFC93B" w14:textId="77777777" w:rsidR="006D4449" w:rsidRDefault="006D4449" w:rsidP="006D4449">
      <w:r>
        <w:t>352.2008</w:t>
      </w:r>
      <w:r>
        <w:tab/>
        <w:t>2.963e0</w:t>
      </w:r>
    </w:p>
    <w:p w14:paraId="00379801" w14:textId="77777777" w:rsidR="006D4449" w:rsidRDefault="006D4449" w:rsidP="006D4449">
      <w:r>
        <w:t>352.2240</w:t>
      </w:r>
      <w:r>
        <w:tab/>
        <w:t>1.983e0</w:t>
      </w:r>
    </w:p>
    <w:p w14:paraId="6FCF2159" w14:textId="77777777" w:rsidR="006D4449" w:rsidRDefault="006D4449" w:rsidP="006D4449">
      <w:r>
        <w:t>352.2267</w:t>
      </w:r>
      <w:r>
        <w:tab/>
        <w:t>2.025e0</w:t>
      </w:r>
    </w:p>
    <w:p w14:paraId="783F3C01" w14:textId="77777777" w:rsidR="006D4449" w:rsidRDefault="006D4449" w:rsidP="006D4449">
      <w:r>
        <w:t>352.2418</w:t>
      </w:r>
      <w:r>
        <w:tab/>
        <w:t>3.038e0</w:t>
      </w:r>
    </w:p>
    <w:p w14:paraId="2CEDF783" w14:textId="77777777" w:rsidR="006D4449" w:rsidRDefault="006D4449" w:rsidP="006D4449">
      <w:r>
        <w:t>352.2552</w:t>
      </w:r>
      <w:r>
        <w:tab/>
        <w:t>2.025e0</w:t>
      </w:r>
    </w:p>
    <w:p w14:paraId="403D2DE3" w14:textId="77777777" w:rsidR="006D4449" w:rsidRDefault="006D4449" w:rsidP="006D4449">
      <w:r>
        <w:t>352.2613</w:t>
      </w:r>
      <w:r>
        <w:tab/>
        <w:t>1.013e0</w:t>
      </w:r>
    </w:p>
    <w:p w14:paraId="06163A61" w14:textId="77777777" w:rsidR="006D4449" w:rsidRDefault="006D4449" w:rsidP="006D4449">
      <w:r>
        <w:t>352.2652</w:t>
      </w:r>
      <w:r>
        <w:tab/>
        <w:t>1.013e0</w:t>
      </w:r>
    </w:p>
    <w:p w14:paraId="1DCA57B5" w14:textId="77777777" w:rsidR="006D4449" w:rsidRDefault="006D4449" w:rsidP="006D4449">
      <w:r>
        <w:t>352.2787</w:t>
      </w:r>
      <w:r>
        <w:tab/>
        <w:t>1.013e0</w:t>
      </w:r>
    </w:p>
    <w:p w14:paraId="769384A1" w14:textId="77777777" w:rsidR="006D4449" w:rsidRDefault="006D4449" w:rsidP="006D4449">
      <w:r>
        <w:t>352.2900</w:t>
      </w:r>
      <w:r>
        <w:tab/>
        <w:t>1.013e0</w:t>
      </w:r>
    </w:p>
    <w:p w14:paraId="14541871" w14:textId="77777777" w:rsidR="006D4449" w:rsidRDefault="006D4449" w:rsidP="006D4449">
      <w:r>
        <w:t>352.3044</w:t>
      </w:r>
      <w:r>
        <w:tab/>
        <w:t>2.025e0</w:t>
      </w:r>
    </w:p>
    <w:p w14:paraId="793A5594" w14:textId="77777777" w:rsidR="006D4449" w:rsidRDefault="006D4449" w:rsidP="006D4449">
      <w:r>
        <w:t>352.3291</w:t>
      </w:r>
      <w:r>
        <w:tab/>
        <w:t>1.013e0</w:t>
      </w:r>
    </w:p>
    <w:p w14:paraId="4DF20740" w14:textId="77777777" w:rsidR="006D4449" w:rsidRDefault="006D4449" w:rsidP="006D4449">
      <w:r>
        <w:t>352.3307</w:t>
      </w:r>
      <w:r>
        <w:tab/>
        <w:t>2.025e0</w:t>
      </w:r>
    </w:p>
    <w:p w14:paraId="590CFF16" w14:textId="77777777" w:rsidR="006D4449" w:rsidRDefault="006D4449" w:rsidP="006D4449">
      <w:r>
        <w:t>352.3340</w:t>
      </w:r>
      <w:r>
        <w:tab/>
        <w:t>1.013e0</w:t>
      </w:r>
    </w:p>
    <w:p w14:paraId="62A2CADA" w14:textId="77777777" w:rsidR="006D4449" w:rsidRDefault="006D4449" w:rsidP="006D4449">
      <w:r>
        <w:t>352.3587</w:t>
      </w:r>
      <w:r>
        <w:tab/>
        <w:t>1.013e0</w:t>
      </w:r>
    </w:p>
    <w:p w14:paraId="1A4D0190" w14:textId="77777777" w:rsidR="006D4449" w:rsidRDefault="006D4449" w:rsidP="006D4449">
      <w:r>
        <w:t>352.3748</w:t>
      </w:r>
      <w:r>
        <w:tab/>
        <w:t>1.013e0</w:t>
      </w:r>
    </w:p>
    <w:p w14:paraId="1741A82A" w14:textId="77777777" w:rsidR="006D4449" w:rsidRDefault="006D4449" w:rsidP="006D4449">
      <w:r>
        <w:t>352.4383</w:t>
      </w:r>
      <w:r>
        <w:tab/>
        <w:t>1.013e0</w:t>
      </w:r>
    </w:p>
    <w:p w14:paraId="4CDD053C" w14:textId="77777777" w:rsidR="006D4449" w:rsidRDefault="006D4449" w:rsidP="006D4449">
      <w:r>
        <w:t>352.4412</w:t>
      </w:r>
      <w:r>
        <w:tab/>
        <w:t>3.038e0</w:t>
      </w:r>
    </w:p>
    <w:p w14:paraId="561EAE8E" w14:textId="77777777" w:rsidR="006D4449" w:rsidRDefault="006D4449" w:rsidP="006D4449">
      <w:r>
        <w:t>352.4492</w:t>
      </w:r>
      <w:r>
        <w:tab/>
        <w:t>2.025e0</w:t>
      </w:r>
    </w:p>
    <w:p w14:paraId="721B5CAB" w14:textId="77777777" w:rsidR="006D4449" w:rsidRDefault="006D4449" w:rsidP="006D4449">
      <w:r>
        <w:lastRenderedPageBreak/>
        <w:t>352.4543</w:t>
      </w:r>
      <w:r>
        <w:tab/>
        <w:t>2.025e0</w:t>
      </w:r>
    </w:p>
    <w:p w14:paraId="1EBEF938" w14:textId="77777777" w:rsidR="006D4449" w:rsidRDefault="006D4449" w:rsidP="006D4449">
      <w:r>
        <w:t>352.4930</w:t>
      </w:r>
      <w:r>
        <w:tab/>
        <w:t>1.013e0</w:t>
      </w:r>
    </w:p>
    <w:p w14:paraId="1F6B9ECE" w14:textId="77777777" w:rsidR="006D4449" w:rsidRDefault="006D4449" w:rsidP="006D4449">
      <w:r>
        <w:t>352.5092</w:t>
      </w:r>
      <w:r>
        <w:tab/>
        <w:t>4.051e0</w:t>
      </w:r>
    </w:p>
    <w:p w14:paraId="7EB806EB" w14:textId="77777777" w:rsidR="006D4449" w:rsidRDefault="006D4449" w:rsidP="006D4449">
      <w:r>
        <w:t>352.5450</w:t>
      </w:r>
      <w:r>
        <w:tab/>
        <w:t>1.013e0</w:t>
      </w:r>
    </w:p>
    <w:p w14:paraId="74EE6D83" w14:textId="77777777" w:rsidR="006D4449" w:rsidRDefault="006D4449" w:rsidP="006D4449">
      <w:r>
        <w:t>352.5502</w:t>
      </w:r>
      <w:r>
        <w:tab/>
        <w:t>1.013e0</w:t>
      </w:r>
    </w:p>
    <w:p w14:paraId="79EC3C70" w14:textId="77777777" w:rsidR="006D4449" w:rsidRDefault="006D4449" w:rsidP="006D4449">
      <w:r>
        <w:t>352.5687</w:t>
      </w:r>
      <w:r>
        <w:tab/>
        <w:t>1.013e0</w:t>
      </w:r>
    </w:p>
    <w:p w14:paraId="76D78CA5" w14:textId="77777777" w:rsidR="006D4449" w:rsidRDefault="006D4449" w:rsidP="006D4449">
      <w:r>
        <w:t>352.6190</w:t>
      </w:r>
      <w:r>
        <w:tab/>
        <w:t>1.013e0</w:t>
      </w:r>
    </w:p>
    <w:p w14:paraId="463B8ECD" w14:textId="77777777" w:rsidR="006D4449" w:rsidRDefault="006D4449" w:rsidP="006D4449">
      <w:r>
        <w:t>352.6396</w:t>
      </w:r>
      <w:r>
        <w:tab/>
        <w:t>1.013e0</w:t>
      </w:r>
    </w:p>
    <w:p w14:paraId="75E227DC" w14:textId="77777777" w:rsidR="006D4449" w:rsidRDefault="006D4449" w:rsidP="006D4449">
      <w:r>
        <w:t>352.6530</w:t>
      </w:r>
      <w:r>
        <w:tab/>
        <w:t>1.013e0</w:t>
      </w:r>
    </w:p>
    <w:p w14:paraId="00201784" w14:textId="77777777" w:rsidR="006D4449" w:rsidRDefault="006D4449" w:rsidP="006D4449">
      <w:r>
        <w:t>352.6634</w:t>
      </w:r>
      <w:r>
        <w:tab/>
        <w:t>1.013e0</w:t>
      </w:r>
    </w:p>
    <w:p w14:paraId="6A32C857" w14:textId="77777777" w:rsidR="006D4449" w:rsidRDefault="006D4449" w:rsidP="006D4449">
      <w:r>
        <w:t>352.6810</w:t>
      </w:r>
      <w:r>
        <w:tab/>
        <w:t>2.025e0</w:t>
      </w:r>
    </w:p>
    <w:p w14:paraId="393CA3F3" w14:textId="77777777" w:rsidR="006D4449" w:rsidRDefault="006D4449" w:rsidP="006D4449">
      <w:r>
        <w:t>352.6986</w:t>
      </w:r>
      <w:r>
        <w:tab/>
        <w:t>1.013e0</w:t>
      </w:r>
    </w:p>
    <w:p w14:paraId="666A6A2E" w14:textId="77777777" w:rsidR="006D4449" w:rsidRDefault="006D4449" w:rsidP="006D4449">
      <w:r>
        <w:t>352.7314</w:t>
      </w:r>
      <w:r>
        <w:tab/>
        <w:t>2.025e0</w:t>
      </w:r>
    </w:p>
    <w:p w14:paraId="1B785CCD" w14:textId="77777777" w:rsidR="006D4449" w:rsidRDefault="006D4449" w:rsidP="006D4449">
      <w:r>
        <w:t>352.7595</w:t>
      </w:r>
      <w:r>
        <w:tab/>
        <w:t>1.013e0</w:t>
      </w:r>
    </w:p>
    <w:p w14:paraId="738CE223" w14:textId="77777777" w:rsidR="006D4449" w:rsidRDefault="006D4449" w:rsidP="006D4449">
      <w:r>
        <w:t>352.7834</w:t>
      </w:r>
      <w:r>
        <w:tab/>
        <w:t>2.025e0</w:t>
      </w:r>
    </w:p>
    <w:p w14:paraId="7ECC455B" w14:textId="77777777" w:rsidR="006D4449" w:rsidRDefault="006D4449" w:rsidP="006D4449">
      <w:r>
        <w:t>352.7896</w:t>
      </w:r>
      <w:r>
        <w:tab/>
        <w:t>1.013e0</w:t>
      </w:r>
    </w:p>
    <w:p w14:paraId="7D8DC2F2" w14:textId="77777777" w:rsidR="006D4449" w:rsidRDefault="006D4449" w:rsidP="006D4449">
      <w:r>
        <w:t>352.8583</w:t>
      </w:r>
      <w:r>
        <w:tab/>
        <w:t>3.038e0</w:t>
      </w:r>
    </w:p>
    <w:p w14:paraId="427CA6BD" w14:textId="77777777" w:rsidR="006D4449" w:rsidRDefault="006D4449" w:rsidP="006D4449">
      <w:r>
        <w:t>352.8794</w:t>
      </w:r>
      <w:r>
        <w:tab/>
        <w:t>1.013e0</w:t>
      </w:r>
    </w:p>
    <w:p w14:paraId="43157EFF" w14:textId="77777777" w:rsidR="006D4449" w:rsidRDefault="006D4449" w:rsidP="006D4449">
      <w:r>
        <w:t>352.9050</w:t>
      </w:r>
      <w:r>
        <w:tab/>
        <w:t>2.025e0</w:t>
      </w:r>
    </w:p>
    <w:p w14:paraId="2AB5CA6A" w14:textId="77777777" w:rsidR="006D4449" w:rsidRDefault="006D4449" w:rsidP="006D4449">
      <w:r>
        <w:lastRenderedPageBreak/>
        <w:t>352.9093</w:t>
      </w:r>
      <w:r>
        <w:tab/>
        <w:t>1.013e0</w:t>
      </w:r>
    </w:p>
    <w:p w14:paraId="1B230CD1" w14:textId="77777777" w:rsidR="006D4449" w:rsidRDefault="006D4449" w:rsidP="006D4449">
      <w:r>
        <w:t>352.9210</w:t>
      </w:r>
      <w:r>
        <w:tab/>
        <w:t>2.197e0</w:t>
      </w:r>
    </w:p>
    <w:p w14:paraId="2AAF6C45" w14:textId="77777777" w:rsidR="006D4449" w:rsidRDefault="006D4449" w:rsidP="006D4449">
      <w:r>
        <w:t>352.9236</w:t>
      </w:r>
      <w:r>
        <w:tab/>
        <w:t>1.013e0</w:t>
      </w:r>
    </w:p>
    <w:p w14:paraId="26D94B57" w14:textId="77777777" w:rsidR="006D4449" w:rsidRDefault="006D4449" w:rsidP="006D4449">
      <w:r>
        <w:t>352.9587</w:t>
      </w:r>
      <w:r>
        <w:tab/>
        <w:t>1.013e0</w:t>
      </w:r>
    </w:p>
    <w:p w14:paraId="792C0BE3" w14:textId="77777777" w:rsidR="006D4449" w:rsidRDefault="006D4449" w:rsidP="006D4449">
      <w:r>
        <w:t>352.9679</w:t>
      </w:r>
      <w:r>
        <w:tab/>
        <w:t>1.099e0</w:t>
      </w:r>
    </w:p>
    <w:p w14:paraId="29D10804" w14:textId="77777777" w:rsidR="006D4449" w:rsidRDefault="006D4449" w:rsidP="006D4449">
      <w:r>
        <w:t>352.9796</w:t>
      </w:r>
      <w:r>
        <w:tab/>
        <w:t>1.013e0</w:t>
      </w:r>
    </w:p>
    <w:p w14:paraId="532D415E" w14:textId="77777777" w:rsidR="006D4449" w:rsidRDefault="006D4449" w:rsidP="006D4449">
      <w:r>
        <w:t>352.9994</w:t>
      </w:r>
      <w:r>
        <w:tab/>
        <w:t>1.013e0</w:t>
      </w:r>
    </w:p>
    <w:p w14:paraId="0A318AAB" w14:textId="77777777" w:rsidR="006D4449" w:rsidRDefault="006D4449" w:rsidP="006D4449">
      <w:r>
        <w:t>353.0183</w:t>
      </w:r>
      <w:r>
        <w:tab/>
        <w:t>1.013e0</w:t>
      </w:r>
    </w:p>
    <w:p w14:paraId="29A17B98" w14:textId="77777777" w:rsidR="006D4449" w:rsidRDefault="006D4449" w:rsidP="006D4449">
      <w:r>
        <w:t>353.0371</w:t>
      </w:r>
      <w:r>
        <w:tab/>
        <w:t>3.038e0</w:t>
      </w:r>
    </w:p>
    <w:p w14:paraId="330F35E9" w14:textId="77777777" w:rsidR="006D4449" w:rsidRDefault="006D4449" w:rsidP="006D4449">
      <w:r>
        <w:t>353.0578</w:t>
      </w:r>
      <w:r>
        <w:tab/>
        <w:t>1.013e0</w:t>
      </w:r>
    </w:p>
    <w:p w14:paraId="6993EE41" w14:textId="77777777" w:rsidR="006D4449" w:rsidRDefault="006D4449" w:rsidP="006D4449">
      <w:r>
        <w:t>353.0635</w:t>
      </w:r>
      <w:r>
        <w:tab/>
        <w:t>4.051e0</w:t>
      </w:r>
    </w:p>
    <w:p w14:paraId="6B281FCF" w14:textId="77777777" w:rsidR="006D4449" w:rsidRDefault="006D4449" w:rsidP="006D4449">
      <w:r>
        <w:t>353.1071</w:t>
      </w:r>
      <w:r>
        <w:tab/>
        <w:t>1.013e0</w:t>
      </w:r>
    </w:p>
    <w:p w14:paraId="7D592D20" w14:textId="77777777" w:rsidR="006D4449" w:rsidRDefault="006D4449" w:rsidP="006D4449">
      <w:r>
        <w:t>353.1176</w:t>
      </w:r>
      <w:r>
        <w:tab/>
        <w:t>5.852e0</w:t>
      </w:r>
    </w:p>
    <w:p w14:paraId="6125183D" w14:textId="77777777" w:rsidR="006D4449" w:rsidRDefault="006D4449" w:rsidP="006D4449">
      <w:r>
        <w:t>353.1351</w:t>
      </w:r>
      <w:r>
        <w:tab/>
        <w:t>2.025e0</w:t>
      </w:r>
    </w:p>
    <w:p w14:paraId="671FC07D" w14:textId="77777777" w:rsidR="006D4449" w:rsidRDefault="006D4449" w:rsidP="006D4449">
      <w:r>
        <w:t>353.1416</w:t>
      </w:r>
      <w:r>
        <w:tab/>
        <w:t>5.063e0</w:t>
      </w:r>
    </w:p>
    <w:p w14:paraId="48285D91" w14:textId="77777777" w:rsidR="006D4449" w:rsidRDefault="006D4449" w:rsidP="006D4449">
      <w:r>
        <w:t>353.1588</w:t>
      </w:r>
      <w:r>
        <w:tab/>
        <w:t>3.038e0</w:t>
      </w:r>
    </w:p>
    <w:p w14:paraId="4F9A5B91" w14:textId="77777777" w:rsidR="006D4449" w:rsidRDefault="006D4449" w:rsidP="006D4449">
      <w:r>
        <w:t>353.1747</w:t>
      </w:r>
      <w:r>
        <w:tab/>
        <w:t>4.370e0</w:t>
      </w:r>
    </w:p>
    <w:p w14:paraId="6FB7A5FC" w14:textId="77777777" w:rsidR="006D4449" w:rsidRDefault="006D4449" w:rsidP="006D4449">
      <w:r>
        <w:t>353.1790</w:t>
      </w:r>
      <w:r>
        <w:tab/>
        <w:t>1.993e0</w:t>
      </w:r>
    </w:p>
    <w:p w14:paraId="7367AC5B" w14:textId="77777777" w:rsidR="006D4449" w:rsidRDefault="006D4449" w:rsidP="006D4449">
      <w:r>
        <w:t>353.2074</w:t>
      </w:r>
      <w:r>
        <w:tab/>
        <w:t>4.051e0</w:t>
      </w:r>
    </w:p>
    <w:p w14:paraId="6B4C09FB" w14:textId="77777777" w:rsidR="006D4449" w:rsidRDefault="006D4449" w:rsidP="006D4449">
      <w:r>
        <w:lastRenderedPageBreak/>
        <w:t>353.2145</w:t>
      </w:r>
      <w:r>
        <w:tab/>
        <w:t>2.996e0</w:t>
      </w:r>
    </w:p>
    <w:p w14:paraId="5F27C3D0" w14:textId="77777777" w:rsidR="006D4449" w:rsidRDefault="006D4449" w:rsidP="006D4449">
      <w:r>
        <w:t>353.2180</w:t>
      </w:r>
      <w:r>
        <w:tab/>
        <w:t>1.922e0</w:t>
      </w:r>
    </w:p>
    <w:p w14:paraId="138FF67B" w14:textId="77777777" w:rsidR="006D4449" w:rsidRDefault="006D4449" w:rsidP="006D4449">
      <w:r>
        <w:t>353.2616</w:t>
      </w:r>
      <w:r>
        <w:tab/>
        <w:t>2.025e0</w:t>
      </w:r>
    </w:p>
    <w:p w14:paraId="14EF8016" w14:textId="77777777" w:rsidR="006D4449" w:rsidRDefault="006D4449" w:rsidP="006D4449">
      <w:r>
        <w:t>353.2676</w:t>
      </w:r>
      <w:r>
        <w:tab/>
        <w:t>2.248e0</w:t>
      </w:r>
    </w:p>
    <w:p w14:paraId="431196B2" w14:textId="77777777" w:rsidR="006D4449" w:rsidRDefault="006D4449" w:rsidP="006D4449">
      <w:r>
        <w:t>353.2772</w:t>
      </w:r>
      <w:r>
        <w:tab/>
        <w:t>2.025e0</w:t>
      </w:r>
    </w:p>
    <w:p w14:paraId="14CF082D" w14:textId="77777777" w:rsidR="006D4449" w:rsidRDefault="006D4449" w:rsidP="006D4449">
      <w:r>
        <w:t>353.3146</w:t>
      </w:r>
      <w:r>
        <w:tab/>
        <w:t>2.025e0</w:t>
      </w:r>
    </w:p>
    <w:p w14:paraId="65797432" w14:textId="77777777" w:rsidR="006D4449" w:rsidRDefault="006D4449" w:rsidP="006D4449">
      <w:r>
        <w:t>353.3239</w:t>
      </w:r>
      <w:r>
        <w:tab/>
        <w:t>5.063e0</w:t>
      </w:r>
    </w:p>
    <w:p w14:paraId="7F6B97CC" w14:textId="77777777" w:rsidR="006D4449" w:rsidRDefault="006D4449" w:rsidP="006D4449">
      <w:r>
        <w:t>353.3284</w:t>
      </w:r>
      <w:r>
        <w:tab/>
        <w:t>2.025e0</w:t>
      </w:r>
    </w:p>
    <w:p w14:paraId="5DAB740E" w14:textId="77777777" w:rsidR="006D4449" w:rsidRDefault="006D4449" w:rsidP="006D4449">
      <w:r>
        <w:t>353.3600</w:t>
      </w:r>
      <w:r>
        <w:tab/>
        <w:t>2.025e0</w:t>
      </w:r>
    </w:p>
    <w:p w14:paraId="15901C2C" w14:textId="77777777" w:rsidR="006D4449" w:rsidRDefault="006D4449" w:rsidP="006D4449">
      <w:r>
        <w:t>353.3882</w:t>
      </w:r>
      <w:r>
        <w:tab/>
        <w:t>1.013e0</w:t>
      </w:r>
    </w:p>
    <w:p w14:paraId="54958AB7" w14:textId="77777777" w:rsidR="006D4449" w:rsidRDefault="006D4449" w:rsidP="006D4449">
      <w:r>
        <w:t>353.3939</w:t>
      </w:r>
      <w:r>
        <w:tab/>
        <w:t>2.025e0</w:t>
      </w:r>
    </w:p>
    <w:p w14:paraId="07F77A4E" w14:textId="77777777" w:rsidR="006D4449" w:rsidRDefault="006D4449" w:rsidP="006D4449">
      <w:r>
        <w:t>353.4239</w:t>
      </w:r>
      <w:r>
        <w:tab/>
        <w:t>2.025e0</w:t>
      </w:r>
    </w:p>
    <w:p w14:paraId="3C1BC46C" w14:textId="77777777" w:rsidR="006D4449" w:rsidRDefault="006D4449" w:rsidP="006D4449">
      <w:r>
        <w:t>353.4290</w:t>
      </w:r>
      <w:r>
        <w:tab/>
        <w:t>1.013e0</w:t>
      </w:r>
    </w:p>
    <w:p w14:paraId="104B4505" w14:textId="77777777" w:rsidR="006D4449" w:rsidRDefault="006D4449" w:rsidP="006D4449">
      <w:r>
        <w:t>353.4402</w:t>
      </w:r>
      <w:r>
        <w:tab/>
        <w:t>1.013e0</w:t>
      </w:r>
    </w:p>
    <w:p w14:paraId="32A385DE" w14:textId="77777777" w:rsidR="006D4449" w:rsidRDefault="006D4449" w:rsidP="006D4449">
      <w:r>
        <w:t>353.4500</w:t>
      </w:r>
      <w:r>
        <w:tab/>
        <w:t>2.025e0</w:t>
      </w:r>
    </w:p>
    <w:p w14:paraId="46536034" w14:textId="77777777" w:rsidR="006D4449" w:rsidRDefault="006D4449" w:rsidP="006D4449">
      <w:r>
        <w:t>353.4543</w:t>
      </w:r>
      <w:r>
        <w:tab/>
        <w:t>2.025e0</w:t>
      </w:r>
    </w:p>
    <w:p w14:paraId="079E7A78" w14:textId="77777777" w:rsidR="006D4449" w:rsidRDefault="006D4449" w:rsidP="006D4449">
      <w:r>
        <w:t>353.4757</w:t>
      </w:r>
      <w:r>
        <w:tab/>
        <w:t>3.038e0</w:t>
      </w:r>
    </w:p>
    <w:p w14:paraId="65CCFD52" w14:textId="77777777" w:rsidR="006D4449" w:rsidRDefault="006D4449" w:rsidP="006D4449">
      <w:r>
        <w:t>353.4818</w:t>
      </w:r>
      <w:r>
        <w:tab/>
        <w:t>2.025e0</w:t>
      </w:r>
    </w:p>
    <w:p w14:paraId="041F27AE" w14:textId="77777777" w:rsidR="006D4449" w:rsidRDefault="006D4449" w:rsidP="006D4449">
      <w:r>
        <w:t>353.4832</w:t>
      </w:r>
      <w:r>
        <w:tab/>
        <w:t>1.013e0</w:t>
      </w:r>
    </w:p>
    <w:p w14:paraId="3A41FF79" w14:textId="77777777" w:rsidR="006D4449" w:rsidRDefault="006D4449" w:rsidP="006D4449">
      <w:r>
        <w:lastRenderedPageBreak/>
        <w:t>353.4922</w:t>
      </w:r>
      <w:r>
        <w:tab/>
        <w:t>1.013e0</w:t>
      </w:r>
    </w:p>
    <w:p w14:paraId="10F2A6D1" w14:textId="77777777" w:rsidR="006D4449" w:rsidRDefault="006D4449" w:rsidP="006D4449">
      <w:r>
        <w:t>353.5220</w:t>
      </w:r>
      <w:r>
        <w:tab/>
        <w:t>4.051e0</w:t>
      </w:r>
    </w:p>
    <w:p w14:paraId="47F65BF1" w14:textId="77777777" w:rsidR="006D4449" w:rsidRDefault="006D4449" w:rsidP="006D4449">
      <w:r>
        <w:t>353.5392</w:t>
      </w:r>
      <w:r>
        <w:tab/>
        <w:t>3.038e0</w:t>
      </w:r>
    </w:p>
    <w:p w14:paraId="51321959" w14:textId="77777777" w:rsidR="006D4449" w:rsidRDefault="006D4449" w:rsidP="006D4449">
      <w:r>
        <w:t>353.5681</w:t>
      </w:r>
      <w:r>
        <w:tab/>
        <w:t>1.013e0</w:t>
      </w:r>
    </w:p>
    <w:p w14:paraId="0A033B49" w14:textId="77777777" w:rsidR="006D4449" w:rsidRDefault="006D4449" w:rsidP="006D4449">
      <w:r>
        <w:t>353.5782</w:t>
      </w:r>
      <w:r>
        <w:tab/>
        <w:t>1.013e0</w:t>
      </w:r>
    </w:p>
    <w:p w14:paraId="39060BBA" w14:textId="77777777" w:rsidR="006D4449" w:rsidRDefault="006D4449" w:rsidP="006D4449">
      <w:r>
        <w:t>353.5946</w:t>
      </w:r>
      <w:r>
        <w:tab/>
        <w:t>2.025e0</w:t>
      </w:r>
    </w:p>
    <w:p w14:paraId="37FCBEDB" w14:textId="77777777" w:rsidR="006D4449" w:rsidRDefault="006D4449" w:rsidP="006D4449">
      <w:r>
        <w:t>353.6055</w:t>
      </w:r>
      <w:r>
        <w:tab/>
        <w:t>1.013e0</w:t>
      </w:r>
    </w:p>
    <w:p w14:paraId="76329AB1" w14:textId="77777777" w:rsidR="006D4449" w:rsidRDefault="006D4449" w:rsidP="006D4449">
      <w:r>
        <w:t>353.6470</w:t>
      </w:r>
      <w:r>
        <w:tab/>
        <w:t>1.013e0</w:t>
      </w:r>
    </w:p>
    <w:p w14:paraId="0E656EEA" w14:textId="77777777" w:rsidR="006D4449" w:rsidRDefault="006D4449" w:rsidP="006D4449">
      <w:r>
        <w:t>353.6630</w:t>
      </w:r>
      <w:r>
        <w:tab/>
        <w:t>1.013e0</w:t>
      </w:r>
    </w:p>
    <w:p w14:paraId="645CCF29" w14:textId="77777777" w:rsidR="006D4449" w:rsidRDefault="006D4449" w:rsidP="006D4449">
      <w:r>
        <w:t>353.6834</w:t>
      </w:r>
      <w:r>
        <w:tab/>
        <w:t>2.025e0</w:t>
      </w:r>
    </w:p>
    <w:p w14:paraId="57845506" w14:textId="77777777" w:rsidR="006D4449" w:rsidRDefault="006D4449" w:rsidP="006D4449">
      <w:r>
        <w:t>353.6981</w:t>
      </w:r>
      <w:r>
        <w:tab/>
        <w:t>1.013e0</w:t>
      </w:r>
    </w:p>
    <w:p w14:paraId="0ABEAE0F" w14:textId="77777777" w:rsidR="006D4449" w:rsidRDefault="006D4449" w:rsidP="006D4449">
      <w:r>
        <w:t>353.7051</w:t>
      </w:r>
      <w:r>
        <w:tab/>
        <w:t>2.025e0</w:t>
      </w:r>
    </w:p>
    <w:p w14:paraId="502837FC" w14:textId="77777777" w:rsidR="006D4449" w:rsidRDefault="006D4449" w:rsidP="006D4449">
      <w:r>
        <w:t>353.7326</w:t>
      </w:r>
      <w:r>
        <w:tab/>
        <w:t>1.013e0</w:t>
      </w:r>
    </w:p>
    <w:p w14:paraId="31F8A3C7" w14:textId="77777777" w:rsidR="006D4449" w:rsidRDefault="006D4449" w:rsidP="006D4449">
      <w:r>
        <w:t>353.7500</w:t>
      </w:r>
      <w:r>
        <w:tab/>
        <w:t>2.025e0</w:t>
      </w:r>
    </w:p>
    <w:p w14:paraId="2AAFCBFB" w14:textId="77777777" w:rsidR="006D4449" w:rsidRDefault="006D4449" w:rsidP="006D4449">
      <w:r>
        <w:t>353.7817</w:t>
      </w:r>
      <w:r>
        <w:tab/>
        <w:t>1.013e0</w:t>
      </w:r>
    </w:p>
    <w:p w14:paraId="353128FC" w14:textId="77777777" w:rsidR="006D4449" w:rsidRDefault="006D4449" w:rsidP="006D4449">
      <w:r>
        <w:t>353.7971</w:t>
      </w:r>
      <w:r>
        <w:tab/>
        <w:t>1.013e0</w:t>
      </w:r>
    </w:p>
    <w:p w14:paraId="39FE2C5B" w14:textId="77777777" w:rsidR="006D4449" w:rsidRDefault="006D4449" w:rsidP="006D4449">
      <w:r>
        <w:t>353.8178</w:t>
      </w:r>
      <w:r>
        <w:tab/>
        <w:t>2.025e0</w:t>
      </w:r>
    </w:p>
    <w:p w14:paraId="66F86C9B" w14:textId="77777777" w:rsidR="006D4449" w:rsidRDefault="006D4449" w:rsidP="006D4449">
      <w:r>
        <w:t>353.8302</w:t>
      </w:r>
      <w:r>
        <w:tab/>
        <w:t>2.025e0</w:t>
      </w:r>
    </w:p>
    <w:p w14:paraId="636B766F" w14:textId="77777777" w:rsidR="006D4449" w:rsidRDefault="006D4449" w:rsidP="006D4449">
      <w:r>
        <w:t>353.8453</w:t>
      </w:r>
      <w:r>
        <w:tab/>
        <w:t>4.700e0</w:t>
      </w:r>
    </w:p>
    <w:p w14:paraId="2CAB7164" w14:textId="77777777" w:rsidR="006D4449" w:rsidRDefault="006D4449" w:rsidP="006D4449">
      <w:r>
        <w:lastRenderedPageBreak/>
        <w:t>353.8640</w:t>
      </w:r>
      <w:r>
        <w:tab/>
        <w:t>2.025e0</w:t>
      </w:r>
    </w:p>
    <w:p w14:paraId="4829E6D7" w14:textId="77777777" w:rsidR="006D4449" w:rsidRDefault="006D4449" w:rsidP="006D4449">
      <w:r>
        <w:t>353.8700</w:t>
      </w:r>
      <w:r>
        <w:tab/>
        <w:t>2.025e0</w:t>
      </w:r>
    </w:p>
    <w:p w14:paraId="0A8993F6" w14:textId="77777777" w:rsidR="006D4449" w:rsidRDefault="006D4449" w:rsidP="006D4449">
      <w:r>
        <w:t>353.8787</w:t>
      </w:r>
      <w:r>
        <w:tab/>
        <w:t>4.051e0</w:t>
      </w:r>
    </w:p>
    <w:p w14:paraId="5AFDED47" w14:textId="77777777" w:rsidR="006D4449" w:rsidRDefault="006D4449" w:rsidP="006D4449">
      <w:r>
        <w:t>353.8969</w:t>
      </w:r>
      <w:r>
        <w:tab/>
        <w:t>2.025e0</w:t>
      </w:r>
    </w:p>
    <w:p w14:paraId="5A849D60" w14:textId="77777777" w:rsidR="006D4449" w:rsidRDefault="006D4449" w:rsidP="006D4449">
      <w:r>
        <w:t>353.9082</w:t>
      </w:r>
      <w:r>
        <w:tab/>
        <w:t>2.278e0</w:t>
      </w:r>
    </w:p>
    <w:p w14:paraId="2C964AE3" w14:textId="77777777" w:rsidR="006D4449" w:rsidRDefault="006D4449" w:rsidP="006D4449">
      <w:r>
        <w:t>353.9673</w:t>
      </w:r>
      <w:r>
        <w:tab/>
        <w:t>1.829e1</w:t>
      </w:r>
    </w:p>
    <w:p w14:paraId="1CC3A63B" w14:textId="77777777" w:rsidR="006D4449" w:rsidRDefault="006D4449" w:rsidP="006D4449">
      <w:r>
        <w:t>353.9695</w:t>
      </w:r>
      <w:r>
        <w:tab/>
        <w:t>4.354e1</w:t>
      </w:r>
    </w:p>
    <w:p w14:paraId="18CCEF04" w14:textId="77777777" w:rsidR="006D4449" w:rsidRDefault="006D4449" w:rsidP="006D4449">
      <w:r>
        <w:t>353.9711</w:t>
      </w:r>
      <w:r>
        <w:tab/>
        <w:t>2.687e1</w:t>
      </w:r>
    </w:p>
    <w:p w14:paraId="08FA2E2B" w14:textId="77777777" w:rsidR="006D4449" w:rsidRDefault="006D4449" w:rsidP="006D4449">
      <w:r>
        <w:t>353.9726</w:t>
      </w:r>
      <w:r>
        <w:tab/>
        <w:t>2.127e1</w:t>
      </w:r>
    </w:p>
    <w:p w14:paraId="00C9E691" w14:textId="77777777" w:rsidR="006D4449" w:rsidRDefault="006D4449" w:rsidP="006D4449">
      <w:r>
        <w:t>354.0298</w:t>
      </w:r>
      <w:r>
        <w:tab/>
        <w:t>3.038e0</w:t>
      </w:r>
    </w:p>
    <w:p w14:paraId="5C9EEBF7" w14:textId="77777777" w:rsidR="006D4449" w:rsidRDefault="006D4449" w:rsidP="006D4449">
      <w:r>
        <w:t>354.0626</w:t>
      </w:r>
      <w:r>
        <w:tab/>
        <w:t>2.025e0</w:t>
      </w:r>
    </w:p>
    <w:p w14:paraId="57CF51C6" w14:textId="77777777" w:rsidR="006D4449" w:rsidRDefault="006D4449" w:rsidP="006D4449">
      <w:r>
        <w:t>354.0756</w:t>
      </w:r>
      <w:r>
        <w:tab/>
        <w:t>2.409e0</w:t>
      </w:r>
    </w:p>
    <w:p w14:paraId="47810593" w14:textId="77777777" w:rsidR="006D4449" w:rsidRDefault="006D4449" w:rsidP="006D4449">
      <w:r>
        <w:t>354.1229</w:t>
      </w:r>
      <w:r>
        <w:tab/>
        <w:t>9.114e0</w:t>
      </w:r>
    </w:p>
    <w:p w14:paraId="3BBFC0C7" w14:textId="77777777" w:rsidR="006D4449" w:rsidRDefault="006D4449" w:rsidP="006D4449">
      <w:r>
        <w:t>354.1319</w:t>
      </w:r>
      <w:r>
        <w:tab/>
        <w:t>1.292e1</w:t>
      </w:r>
    </w:p>
    <w:p w14:paraId="46536D1B" w14:textId="77777777" w:rsidR="006D4449" w:rsidRDefault="006D4449" w:rsidP="006D4449">
      <w:r>
        <w:t>354.1386</w:t>
      </w:r>
      <w:r>
        <w:tab/>
        <w:t>3.281e1</w:t>
      </w:r>
    </w:p>
    <w:p w14:paraId="098D8459" w14:textId="77777777" w:rsidR="006D4449" w:rsidRDefault="006D4449" w:rsidP="006D4449">
      <w:r>
        <w:t>354.1546</w:t>
      </w:r>
      <w:r>
        <w:tab/>
        <w:t>5.283e0</w:t>
      </w:r>
    </w:p>
    <w:p w14:paraId="151AEE27" w14:textId="77777777" w:rsidR="006D4449" w:rsidRDefault="006D4449" w:rsidP="006D4449">
      <w:r>
        <w:t>354.1728</w:t>
      </w:r>
      <w:r>
        <w:tab/>
        <w:t>4.051e0</w:t>
      </w:r>
    </w:p>
    <w:p w14:paraId="452EFAE6" w14:textId="77777777" w:rsidR="006D4449" w:rsidRDefault="006D4449" w:rsidP="006D4449">
      <w:r>
        <w:t>354.1748</w:t>
      </w:r>
      <w:r>
        <w:tab/>
        <w:t>6.044e0</w:t>
      </w:r>
    </w:p>
    <w:p w14:paraId="365C3441" w14:textId="77777777" w:rsidR="006D4449" w:rsidRDefault="006D4449" w:rsidP="006D4449">
      <w:r>
        <w:t>354.1981</w:t>
      </w:r>
      <w:r>
        <w:tab/>
        <w:t>5.614e0</w:t>
      </w:r>
    </w:p>
    <w:p w14:paraId="0A4D6E45" w14:textId="77777777" w:rsidR="006D4449" w:rsidRDefault="006D4449" w:rsidP="006D4449">
      <w:r>
        <w:lastRenderedPageBreak/>
        <w:t>354.2230</w:t>
      </w:r>
      <w:r>
        <w:tab/>
        <w:t>5.063e0</w:t>
      </w:r>
    </w:p>
    <w:p w14:paraId="578BF993" w14:textId="77777777" w:rsidR="006D4449" w:rsidRDefault="006D4449" w:rsidP="006D4449">
      <w:r>
        <w:t>354.2508</w:t>
      </w:r>
      <w:r>
        <w:tab/>
        <w:t>4.051e0</w:t>
      </w:r>
    </w:p>
    <w:p w14:paraId="2FF25232" w14:textId="77777777" w:rsidR="006D4449" w:rsidRDefault="006D4449" w:rsidP="006D4449">
      <w:r>
        <w:t>354.2585</w:t>
      </w:r>
      <w:r>
        <w:tab/>
        <w:t>4.051e0</w:t>
      </w:r>
    </w:p>
    <w:p w14:paraId="7E48212D" w14:textId="77777777" w:rsidR="006D4449" w:rsidRDefault="006D4449" w:rsidP="006D4449">
      <w:r>
        <w:t>354.2606</w:t>
      </w:r>
      <w:r>
        <w:tab/>
        <w:t>2.025e0</w:t>
      </w:r>
    </w:p>
    <w:p w14:paraId="302DB376" w14:textId="77777777" w:rsidR="006D4449" w:rsidRDefault="006D4449" w:rsidP="006D4449">
      <w:r>
        <w:t>354.2834</w:t>
      </w:r>
      <w:r>
        <w:tab/>
        <w:t>1.013e0</w:t>
      </w:r>
    </w:p>
    <w:p w14:paraId="644A6FEF" w14:textId="77777777" w:rsidR="006D4449" w:rsidRDefault="006D4449" w:rsidP="006D4449">
      <w:r>
        <w:t>354.3111</w:t>
      </w:r>
      <w:r>
        <w:tab/>
        <w:t>2.025e0</w:t>
      </w:r>
    </w:p>
    <w:p w14:paraId="16B51B43" w14:textId="77777777" w:rsidR="006D4449" w:rsidRDefault="006D4449" w:rsidP="006D4449">
      <w:r>
        <w:t>354.3235</w:t>
      </w:r>
      <w:r>
        <w:tab/>
        <w:t>2.025e0</w:t>
      </w:r>
    </w:p>
    <w:p w14:paraId="3CE3A159" w14:textId="77777777" w:rsidR="006D4449" w:rsidRDefault="006D4449" w:rsidP="006D4449">
      <w:r>
        <w:t>354.3358</w:t>
      </w:r>
      <w:r>
        <w:tab/>
        <w:t>2.025e0</w:t>
      </w:r>
    </w:p>
    <w:p w14:paraId="03B19C2B" w14:textId="77777777" w:rsidR="006D4449" w:rsidRDefault="006D4449" w:rsidP="006D4449">
      <w:r>
        <w:t>354.3386</w:t>
      </w:r>
      <w:r>
        <w:tab/>
        <w:t>2.025e0</w:t>
      </w:r>
    </w:p>
    <w:p w14:paraId="4FC0C003" w14:textId="77777777" w:rsidR="006D4449" w:rsidRDefault="006D4449" w:rsidP="006D4449">
      <w:r>
        <w:t>354.3557</w:t>
      </w:r>
      <w:r>
        <w:tab/>
        <w:t>2.025e0</w:t>
      </w:r>
    </w:p>
    <w:p w14:paraId="30931B3E" w14:textId="77777777" w:rsidR="006D4449" w:rsidRDefault="006D4449" w:rsidP="006D4449">
      <w:r>
        <w:t>354.3579</w:t>
      </w:r>
      <w:r>
        <w:tab/>
        <w:t>1.013e0</w:t>
      </w:r>
    </w:p>
    <w:p w14:paraId="1688DF6F" w14:textId="77777777" w:rsidR="006D4449" w:rsidRDefault="006D4449" w:rsidP="006D4449">
      <w:r>
        <w:t>354.3881</w:t>
      </w:r>
      <w:r>
        <w:tab/>
        <w:t>1.013e0</w:t>
      </w:r>
    </w:p>
    <w:p w14:paraId="1BF06ADC" w14:textId="77777777" w:rsidR="006D4449" w:rsidRDefault="006D4449" w:rsidP="006D4449">
      <w:r>
        <w:t>354.4291</w:t>
      </w:r>
      <w:r>
        <w:tab/>
        <w:t>1.013e0</w:t>
      </w:r>
    </w:p>
    <w:p w14:paraId="714042F9" w14:textId="77777777" w:rsidR="006D4449" w:rsidRDefault="006D4449" w:rsidP="006D4449">
      <w:r>
        <w:t>354.4523</w:t>
      </w:r>
      <w:r>
        <w:tab/>
        <w:t>3.038e0</w:t>
      </w:r>
    </w:p>
    <w:p w14:paraId="49564E7B" w14:textId="77777777" w:rsidR="006D4449" w:rsidRDefault="006D4449" w:rsidP="006D4449">
      <w:r>
        <w:t>354.4671</w:t>
      </w:r>
      <w:r>
        <w:tab/>
        <w:t>2.025e0</w:t>
      </w:r>
    </w:p>
    <w:p w14:paraId="0F0DA0A0" w14:textId="77777777" w:rsidR="006D4449" w:rsidRDefault="006D4449" w:rsidP="006D4449">
      <w:r>
        <w:t>354.4832</w:t>
      </w:r>
      <w:r>
        <w:tab/>
        <w:t>1.013e0</w:t>
      </w:r>
    </w:p>
    <w:p w14:paraId="18D7C8BC" w14:textId="77777777" w:rsidR="006D4449" w:rsidRDefault="006D4449" w:rsidP="006D4449">
      <w:r>
        <w:t>354.4976</w:t>
      </w:r>
      <w:r>
        <w:tab/>
        <w:t>2.025e0</w:t>
      </w:r>
    </w:p>
    <w:p w14:paraId="293C8706" w14:textId="77777777" w:rsidR="006D4449" w:rsidRDefault="006D4449" w:rsidP="006D4449">
      <w:r>
        <w:t>354.4988</w:t>
      </w:r>
      <w:r>
        <w:tab/>
        <w:t>1.013e0</w:t>
      </w:r>
    </w:p>
    <w:p w14:paraId="1214C9E6" w14:textId="77777777" w:rsidR="006D4449" w:rsidRDefault="006D4449" w:rsidP="006D4449">
      <w:r>
        <w:t>354.5287</w:t>
      </w:r>
      <w:r>
        <w:tab/>
        <w:t>1.013e0</w:t>
      </w:r>
    </w:p>
    <w:p w14:paraId="4292326E" w14:textId="77777777" w:rsidR="006D4449" w:rsidRDefault="006D4449" w:rsidP="006D4449">
      <w:r>
        <w:lastRenderedPageBreak/>
        <w:t>354.5417</w:t>
      </w:r>
      <w:r>
        <w:tab/>
        <w:t>2.025e0</w:t>
      </w:r>
    </w:p>
    <w:p w14:paraId="7DA57070" w14:textId="77777777" w:rsidR="006D4449" w:rsidRDefault="006D4449" w:rsidP="006D4449">
      <w:r>
        <w:t>354.5575</w:t>
      </w:r>
      <w:r>
        <w:tab/>
        <w:t>1.013e0</w:t>
      </w:r>
    </w:p>
    <w:p w14:paraId="4ED767A8" w14:textId="77777777" w:rsidR="006D4449" w:rsidRDefault="006D4449" w:rsidP="006D4449">
      <w:r>
        <w:t>354.5620</w:t>
      </w:r>
      <w:r>
        <w:tab/>
        <w:t>3.038e0</w:t>
      </w:r>
    </w:p>
    <w:p w14:paraId="38B07252" w14:textId="77777777" w:rsidR="006D4449" w:rsidRDefault="006D4449" w:rsidP="006D4449">
      <w:r>
        <w:t>354.5892</w:t>
      </w:r>
      <w:r>
        <w:tab/>
        <w:t>2.025e0</w:t>
      </w:r>
    </w:p>
    <w:p w14:paraId="641E88E8" w14:textId="77777777" w:rsidR="006D4449" w:rsidRDefault="006D4449" w:rsidP="006D4449">
      <w:r>
        <w:t>354.5972</w:t>
      </w:r>
      <w:r>
        <w:tab/>
        <w:t>5.063e0</w:t>
      </w:r>
    </w:p>
    <w:p w14:paraId="02771350" w14:textId="77777777" w:rsidR="006D4449" w:rsidRDefault="006D4449" w:rsidP="006D4449">
      <w:r>
        <w:t>354.6119</w:t>
      </w:r>
      <w:r>
        <w:tab/>
        <w:t>2.025e0</w:t>
      </w:r>
    </w:p>
    <w:p w14:paraId="2D2C8E2C" w14:textId="77777777" w:rsidR="006D4449" w:rsidRDefault="006D4449" w:rsidP="006D4449">
      <w:r>
        <w:t>354.6129</w:t>
      </w:r>
      <w:r>
        <w:tab/>
        <w:t>1.013e0</w:t>
      </w:r>
    </w:p>
    <w:p w14:paraId="21570AFA" w14:textId="77777777" w:rsidR="006D4449" w:rsidRDefault="006D4449" w:rsidP="006D4449">
      <w:r>
        <w:t>354.6154</w:t>
      </w:r>
      <w:r>
        <w:tab/>
        <w:t>2.025e0</w:t>
      </w:r>
    </w:p>
    <w:p w14:paraId="234CCCE6" w14:textId="77777777" w:rsidR="006D4449" w:rsidRDefault="006D4449" w:rsidP="006D4449">
      <w:r>
        <w:t>354.6637</w:t>
      </w:r>
      <w:r>
        <w:tab/>
        <w:t>1.013e0</w:t>
      </w:r>
    </w:p>
    <w:p w14:paraId="545D503F" w14:textId="77777777" w:rsidR="006D4449" w:rsidRDefault="006D4449" w:rsidP="006D4449">
      <w:r>
        <w:t>354.6758</w:t>
      </w:r>
      <w:r>
        <w:tab/>
        <w:t>1.013e0</w:t>
      </w:r>
    </w:p>
    <w:p w14:paraId="1ADC5FAC" w14:textId="77777777" w:rsidR="006D4449" w:rsidRDefault="006D4449" w:rsidP="006D4449">
      <w:r>
        <w:t>354.6861</w:t>
      </w:r>
      <w:r>
        <w:tab/>
        <w:t>4.051e0</w:t>
      </w:r>
    </w:p>
    <w:p w14:paraId="134F1AB6" w14:textId="77777777" w:rsidR="006D4449" w:rsidRDefault="006D4449" w:rsidP="006D4449">
      <w:r>
        <w:t>354.7288</w:t>
      </w:r>
      <w:r>
        <w:tab/>
        <w:t>2.025e0</w:t>
      </w:r>
    </w:p>
    <w:p w14:paraId="5CC067B2" w14:textId="77777777" w:rsidR="006D4449" w:rsidRDefault="006D4449" w:rsidP="006D4449">
      <w:r>
        <w:t>354.7319</w:t>
      </w:r>
      <w:r>
        <w:tab/>
        <w:t>8.101e0</w:t>
      </w:r>
    </w:p>
    <w:p w14:paraId="5C56FE9D" w14:textId="77777777" w:rsidR="006D4449" w:rsidRDefault="006D4449" w:rsidP="006D4449">
      <w:r>
        <w:t>354.7646</w:t>
      </w:r>
      <w:r>
        <w:tab/>
        <w:t>1.013e0</w:t>
      </w:r>
    </w:p>
    <w:p w14:paraId="1072BCE8" w14:textId="77777777" w:rsidR="006D4449" w:rsidRDefault="006D4449" w:rsidP="006D4449">
      <w:r>
        <w:t>354.7708</w:t>
      </w:r>
      <w:r>
        <w:tab/>
        <w:t>2.025e0</w:t>
      </w:r>
    </w:p>
    <w:p w14:paraId="1CC5CB07" w14:textId="77777777" w:rsidR="006D4449" w:rsidRDefault="006D4449" w:rsidP="006D4449">
      <w:r>
        <w:t>354.7955</w:t>
      </w:r>
      <w:r>
        <w:tab/>
        <w:t>1.013e0</w:t>
      </w:r>
    </w:p>
    <w:p w14:paraId="6B0A8E9A" w14:textId="77777777" w:rsidR="006D4449" w:rsidRDefault="006D4449" w:rsidP="006D4449">
      <w:r>
        <w:t>354.7982</w:t>
      </w:r>
      <w:r>
        <w:tab/>
        <w:t>3.038e0</w:t>
      </w:r>
    </w:p>
    <w:p w14:paraId="0F0D9997" w14:textId="77777777" w:rsidR="006D4449" w:rsidRDefault="006D4449" w:rsidP="006D4449">
      <w:r>
        <w:t>354.8139</w:t>
      </w:r>
      <w:r>
        <w:tab/>
        <w:t>1.013e0</w:t>
      </w:r>
    </w:p>
    <w:p w14:paraId="17CA0236" w14:textId="77777777" w:rsidR="006D4449" w:rsidRDefault="006D4449" w:rsidP="006D4449">
      <w:r>
        <w:t>354.8372</w:t>
      </w:r>
      <w:r>
        <w:tab/>
        <w:t>1.013e0</w:t>
      </w:r>
    </w:p>
    <w:p w14:paraId="3BC3889D" w14:textId="77777777" w:rsidR="006D4449" w:rsidRDefault="006D4449" w:rsidP="006D4449">
      <w:r>
        <w:lastRenderedPageBreak/>
        <w:t>354.8472</w:t>
      </w:r>
      <w:r>
        <w:tab/>
        <w:t>3.038e0</w:t>
      </w:r>
    </w:p>
    <w:p w14:paraId="575CD550" w14:textId="77777777" w:rsidR="006D4449" w:rsidRDefault="006D4449" w:rsidP="006D4449">
      <w:r>
        <w:t>354.8770</w:t>
      </w:r>
      <w:r>
        <w:tab/>
        <w:t>3.878e0</w:t>
      </w:r>
    </w:p>
    <w:p w14:paraId="1F703595" w14:textId="77777777" w:rsidR="006D4449" w:rsidRDefault="006D4449" w:rsidP="006D4449">
      <w:r>
        <w:t>354.8882</w:t>
      </w:r>
      <w:r>
        <w:tab/>
        <w:t>3.038e0</w:t>
      </w:r>
    </w:p>
    <w:p w14:paraId="2EC44E9A" w14:textId="77777777" w:rsidR="006D4449" w:rsidRDefault="006D4449" w:rsidP="006D4449">
      <w:r>
        <w:t>354.9047</w:t>
      </w:r>
      <w:r>
        <w:tab/>
        <w:t>1.013e0</w:t>
      </w:r>
    </w:p>
    <w:p w14:paraId="3C0829A3" w14:textId="77777777" w:rsidR="006D4449" w:rsidRDefault="006D4449" w:rsidP="006D4449">
      <w:r>
        <w:t>354.9210</w:t>
      </w:r>
      <w:r>
        <w:tab/>
        <w:t>2.025e0</w:t>
      </w:r>
    </w:p>
    <w:p w14:paraId="203214D4" w14:textId="77777777" w:rsidR="006D4449" w:rsidRDefault="006D4449" w:rsidP="006D4449">
      <w:r>
        <w:t>354.9274</w:t>
      </w:r>
      <w:r>
        <w:tab/>
        <w:t>3.038e0</w:t>
      </w:r>
    </w:p>
    <w:p w14:paraId="3C55CED9" w14:textId="77777777" w:rsidR="006D4449" w:rsidRDefault="006D4449" w:rsidP="006D4449">
      <w:r>
        <w:t>354.9333</w:t>
      </w:r>
      <w:r>
        <w:tab/>
        <w:t>5.573e0</w:t>
      </w:r>
    </w:p>
    <w:p w14:paraId="42ED3FC3" w14:textId="77777777" w:rsidR="006D4449" w:rsidRDefault="006D4449" w:rsidP="006D4449">
      <w:r>
        <w:t>354.9395</w:t>
      </w:r>
      <w:r>
        <w:tab/>
        <w:t>2.676e0</w:t>
      </w:r>
    </w:p>
    <w:p w14:paraId="22B3E905" w14:textId="77777777" w:rsidR="006D4449" w:rsidRDefault="006D4449" w:rsidP="006D4449">
      <w:r>
        <w:t>354.9491</w:t>
      </w:r>
      <w:r>
        <w:tab/>
        <w:t>1.013e0</w:t>
      </w:r>
    </w:p>
    <w:p w14:paraId="6AFF1BBD" w14:textId="77777777" w:rsidR="006D4449" w:rsidRDefault="006D4449" w:rsidP="006D4449">
      <w:r>
        <w:t>354.9762</w:t>
      </w:r>
      <w:r>
        <w:tab/>
        <w:t>3.798e0</w:t>
      </w:r>
    </w:p>
    <w:p w14:paraId="57D800F8" w14:textId="77777777" w:rsidR="006D4449" w:rsidRDefault="006D4449" w:rsidP="006D4449">
      <w:r>
        <w:t>354.9854</w:t>
      </w:r>
      <w:r>
        <w:tab/>
        <w:t>5.063e0</w:t>
      </w:r>
    </w:p>
    <w:p w14:paraId="14AA05BC" w14:textId="77777777" w:rsidR="006D4449" w:rsidRDefault="006D4449" w:rsidP="006D4449">
      <w:r>
        <w:t>354.9966</w:t>
      </w:r>
      <w:r>
        <w:tab/>
        <w:t>3.038e0</w:t>
      </w:r>
    </w:p>
    <w:p w14:paraId="59AAB664" w14:textId="77777777" w:rsidR="006D4449" w:rsidRDefault="006D4449" w:rsidP="006D4449">
      <w:r>
        <w:t>355.0026</w:t>
      </w:r>
      <w:r>
        <w:tab/>
        <w:t>1.013e0</w:t>
      </w:r>
    </w:p>
    <w:p w14:paraId="052403E8" w14:textId="77777777" w:rsidR="006D4449" w:rsidRDefault="006D4449" w:rsidP="006D4449">
      <w:r>
        <w:t>355.0103</w:t>
      </w:r>
      <w:r>
        <w:tab/>
        <w:t>6.076e0</w:t>
      </w:r>
    </w:p>
    <w:p w14:paraId="51B68C22" w14:textId="77777777" w:rsidR="006D4449" w:rsidRDefault="006D4449" w:rsidP="006D4449">
      <w:r>
        <w:t>355.0210</w:t>
      </w:r>
      <w:r>
        <w:tab/>
        <w:t>8.101e0</w:t>
      </w:r>
    </w:p>
    <w:p w14:paraId="632ADEAC" w14:textId="77777777" w:rsidR="006D4449" w:rsidRDefault="006D4449" w:rsidP="006D4449">
      <w:r>
        <w:t>355.0419</w:t>
      </w:r>
      <w:r>
        <w:tab/>
        <w:t>9.114e0</w:t>
      </w:r>
    </w:p>
    <w:p w14:paraId="7EAD6304" w14:textId="77777777" w:rsidR="006D4449" w:rsidRDefault="006D4449" w:rsidP="006D4449">
      <w:r>
        <w:t>355.0483</w:t>
      </w:r>
      <w:r>
        <w:tab/>
        <w:t>1.013e0</w:t>
      </w:r>
    </w:p>
    <w:p w14:paraId="5CBC9E4A" w14:textId="77777777" w:rsidR="006D4449" w:rsidRDefault="006D4449" w:rsidP="006D4449">
      <w:r>
        <w:t>355.1654</w:t>
      </w:r>
      <w:r>
        <w:tab/>
        <w:t>1.900e3</w:t>
      </w:r>
    </w:p>
    <w:p w14:paraId="4B11773E" w14:textId="77777777" w:rsidR="006D4449" w:rsidRDefault="006D4449" w:rsidP="006D4449">
      <w:r>
        <w:t>355.1669</w:t>
      </w:r>
      <w:r>
        <w:tab/>
        <w:t>8.960e2</w:t>
      </w:r>
    </w:p>
    <w:p w14:paraId="781850C0" w14:textId="77777777" w:rsidR="006D4449" w:rsidRDefault="006D4449" w:rsidP="006D4449">
      <w:r>
        <w:lastRenderedPageBreak/>
        <w:t>355.2506</w:t>
      </w:r>
      <w:r>
        <w:tab/>
        <w:t>5.844e0</w:t>
      </w:r>
    </w:p>
    <w:p w14:paraId="57DEBDAD" w14:textId="77777777" w:rsidR="006D4449" w:rsidRDefault="006D4449" w:rsidP="006D4449">
      <w:r>
        <w:t>355.2542</w:t>
      </w:r>
      <w:r>
        <w:tab/>
        <w:t>9.114e0</w:t>
      </w:r>
    </w:p>
    <w:p w14:paraId="171F6D4B" w14:textId="77777777" w:rsidR="006D4449" w:rsidRDefault="006D4449" w:rsidP="006D4449">
      <w:r>
        <w:t>355.2809</w:t>
      </w:r>
      <w:r>
        <w:tab/>
        <w:t>7.005e0</w:t>
      </w:r>
    </w:p>
    <w:p w14:paraId="2BB088C0" w14:textId="77777777" w:rsidR="006D4449" w:rsidRDefault="006D4449" w:rsidP="006D4449">
      <w:r>
        <w:t>355.2964</w:t>
      </w:r>
      <w:r>
        <w:tab/>
        <w:t>3.038e0</w:t>
      </w:r>
    </w:p>
    <w:p w14:paraId="2E7AF190" w14:textId="77777777" w:rsidR="006D4449" w:rsidRDefault="006D4449" w:rsidP="006D4449">
      <w:r>
        <w:t>355.2997</w:t>
      </w:r>
      <w:r>
        <w:tab/>
        <w:t>6.076e0</w:t>
      </w:r>
    </w:p>
    <w:p w14:paraId="3D91E38D" w14:textId="77777777" w:rsidR="006D4449" w:rsidRDefault="006D4449" w:rsidP="006D4449">
      <w:r>
        <w:t>355.3163</w:t>
      </w:r>
      <w:r>
        <w:tab/>
        <w:t>8.101e0</w:t>
      </w:r>
    </w:p>
    <w:p w14:paraId="20D36194" w14:textId="77777777" w:rsidR="006D4449" w:rsidRDefault="006D4449" w:rsidP="006D4449">
      <w:r>
        <w:t>355.3539</w:t>
      </w:r>
      <w:r>
        <w:tab/>
        <w:t>4.051e0</w:t>
      </w:r>
    </w:p>
    <w:p w14:paraId="68533DEF" w14:textId="77777777" w:rsidR="006D4449" w:rsidRDefault="006D4449" w:rsidP="006D4449">
      <w:r>
        <w:t>355.3634</w:t>
      </w:r>
      <w:r>
        <w:tab/>
        <w:t>1.215e1</w:t>
      </w:r>
    </w:p>
    <w:p w14:paraId="5C7BEB7D" w14:textId="77777777" w:rsidR="006D4449" w:rsidRDefault="006D4449" w:rsidP="006D4449">
      <w:r>
        <w:t>355.3706</w:t>
      </w:r>
      <w:r>
        <w:tab/>
        <w:t>4.051e0</w:t>
      </w:r>
    </w:p>
    <w:p w14:paraId="1906094F" w14:textId="77777777" w:rsidR="006D4449" w:rsidRDefault="006D4449" w:rsidP="006D4449">
      <w:r>
        <w:t>355.3889</w:t>
      </w:r>
      <w:r>
        <w:tab/>
        <w:t>9.114e0</w:t>
      </w:r>
    </w:p>
    <w:p w14:paraId="179FC896" w14:textId="77777777" w:rsidR="006D4449" w:rsidRDefault="006D4449" w:rsidP="006D4449">
      <w:r>
        <w:t>355.3968</w:t>
      </w:r>
      <w:r>
        <w:tab/>
        <w:t>8.101e0</w:t>
      </w:r>
    </w:p>
    <w:p w14:paraId="67DECE66" w14:textId="77777777" w:rsidR="006D4449" w:rsidRDefault="006D4449" w:rsidP="006D4449">
      <w:r>
        <w:t>355.4286</w:t>
      </w:r>
      <w:r>
        <w:tab/>
        <w:t>1.013e0</w:t>
      </w:r>
    </w:p>
    <w:p w14:paraId="69A109D3" w14:textId="77777777" w:rsidR="006D4449" w:rsidRDefault="006D4449" w:rsidP="006D4449">
      <w:r>
        <w:t>355.4346</w:t>
      </w:r>
      <w:r>
        <w:tab/>
        <w:t>5.063e0</w:t>
      </w:r>
    </w:p>
    <w:p w14:paraId="6202DDA2" w14:textId="77777777" w:rsidR="006D4449" w:rsidRDefault="006D4449" w:rsidP="006D4449">
      <w:r>
        <w:t>355.4395</w:t>
      </w:r>
      <w:r>
        <w:tab/>
        <w:t>3.038e0</w:t>
      </w:r>
    </w:p>
    <w:p w14:paraId="22FD84F7" w14:textId="77777777" w:rsidR="006D4449" w:rsidRDefault="006D4449" w:rsidP="006D4449">
      <w:r>
        <w:t>355.4596</w:t>
      </w:r>
      <w:r>
        <w:tab/>
        <w:t>2.025e0</w:t>
      </w:r>
    </w:p>
    <w:p w14:paraId="72E2CDE5" w14:textId="77777777" w:rsidR="006D4449" w:rsidRDefault="006D4449" w:rsidP="006D4449">
      <w:r>
        <w:t>355.4759</w:t>
      </w:r>
      <w:r>
        <w:tab/>
        <w:t>1.013e0</w:t>
      </w:r>
    </w:p>
    <w:p w14:paraId="0201C60D" w14:textId="77777777" w:rsidR="006D4449" w:rsidRDefault="006D4449" w:rsidP="006D4449">
      <w:r>
        <w:t>355.4901</w:t>
      </w:r>
      <w:r>
        <w:tab/>
        <w:t>9.114e0</w:t>
      </w:r>
    </w:p>
    <w:p w14:paraId="19179DF1" w14:textId="77777777" w:rsidR="006D4449" w:rsidRDefault="006D4449" w:rsidP="006D4449">
      <w:r>
        <w:t>355.4944</w:t>
      </w:r>
      <w:r>
        <w:tab/>
        <w:t>2.025e0</w:t>
      </w:r>
    </w:p>
    <w:p w14:paraId="3A12E964" w14:textId="77777777" w:rsidR="006D4449" w:rsidRDefault="006D4449" w:rsidP="006D4449">
      <w:r>
        <w:t>355.5026</w:t>
      </w:r>
      <w:r>
        <w:tab/>
        <w:t>2.025e0</w:t>
      </w:r>
    </w:p>
    <w:p w14:paraId="02906CB6" w14:textId="77777777" w:rsidR="006D4449" w:rsidRDefault="006D4449" w:rsidP="006D4449">
      <w:r>
        <w:lastRenderedPageBreak/>
        <w:t>355.5128</w:t>
      </w:r>
      <w:r>
        <w:tab/>
        <w:t>1.013e0</w:t>
      </w:r>
    </w:p>
    <w:p w14:paraId="79A72B40" w14:textId="77777777" w:rsidR="006D4449" w:rsidRDefault="006D4449" w:rsidP="006D4449">
      <w:r>
        <w:t>355.5208</w:t>
      </w:r>
      <w:r>
        <w:tab/>
        <w:t>3.038e0</w:t>
      </w:r>
    </w:p>
    <w:p w14:paraId="1D332BBE" w14:textId="77777777" w:rsidR="006D4449" w:rsidRDefault="006D4449" w:rsidP="006D4449">
      <w:r>
        <w:t>355.5399</w:t>
      </w:r>
      <w:r>
        <w:tab/>
        <w:t>4.051e0</w:t>
      </w:r>
    </w:p>
    <w:p w14:paraId="4F21DB62" w14:textId="77777777" w:rsidR="006D4449" w:rsidRDefault="006D4449" w:rsidP="006D4449">
      <w:r>
        <w:t>355.5941</w:t>
      </w:r>
      <w:r>
        <w:tab/>
        <w:t>3.038e0</w:t>
      </w:r>
    </w:p>
    <w:p w14:paraId="60EA23C1" w14:textId="77777777" w:rsidR="006D4449" w:rsidRDefault="006D4449" w:rsidP="006D4449">
      <w:r>
        <w:t>355.6034</w:t>
      </w:r>
      <w:r>
        <w:tab/>
        <w:t>9.014e0</w:t>
      </w:r>
    </w:p>
    <w:p w14:paraId="116A8533" w14:textId="77777777" w:rsidR="006D4449" w:rsidRDefault="006D4449" w:rsidP="006D4449">
      <w:r>
        <w:t>355.6224</w:t>
      </w:r>
      <w:r>
        <w:tab/>
        <w:t>2.025e0</w:t>
      </w:r>
    </w:p>
    <w:p w14:paraId="3E84A016" w14:textId="77777777" w:rsidR="006D4449" w:rsidRDefault="006D4449" w:rsidP="006D4449">
      <w:r>
        <w:t>355.6436</w:t>
      </w:r>
      <w:r>
        <w:tab/>
        <w:t>1.013e0</w:t>
      </w:r>
    </w:p>
    <w:p w14:paraId="00FE4C6E" w14:textId="77777777" w:rsidR="006D4449" w:rsidRDefault="006D4449" w:rsidP="006D4449">
      <w:r>
        <w:t>355.6529</w:t>
      </w:r>
      <w:r>
        <w:tab/>
        <w:t>2.543e0</w:t>
      </w:r>
    </w:p>
    <w:p w14:paraId="36C6C2AC" w14:textId="77777777" w:rsidR="006D4449" w:rsidRDefault="006D4449" w:rsidP="006D4449">
      <w:r>
        <w:t>355.6700</w:t>
      </w:r>
      <w:r>
        <w:tab/>
        <w:t>1.013e0</w:t>
      </w:r>
    </w:p>
    <w:p w14:paraId="0227087F" w14:textId="77777777" w:rsidR="006D4449" w:rsidRDefault="006D4449" w:rsidP="006D4449">
      <w:r>
        <w:t>355.6985</w:t>
      </w:r>
      <w:r>
        <w:tab/>
        <w:t>3.038e0</w:t>
      </w:r>
    </w:p>
    <w:p w14:paraId="2E7D9E12" w14:textId="77777777" w:rsidR="006D4449" w:rsidRDefault="006D4449" w:rsidP="006D4449">
      <w:r>
        <w:t>355.7021</w:t>
      </w:r>
      <w:r>
        <w:tab/>
        <w:t>4.051e0</w:t>
      </w:r>
    </w:p>
    <w:p w14:paraId="2425D948" w14:textId="77777777" w:rsidR="006D4449" w:rsidRDefault="006D4449" w:rsidP="006D4449">
      <w:r>
        <w:t>355.7034</w:t>
      </w:r>
      <w:r>
        <w:tab/>
        <w:t>7.089e0</w:t>
      </w:r>
    </w:p>
    <w:p w14:paraId="5B0D673C" w14:textId="77777777" w:rsidR="006D4449" w:rsidRDefault="006D4449" w:rsidP="006D4449">
      <w:r>
        <w:t>355.7230</w:t>
      </w:r>
      <w:r>
        <w:tab/>
        <w:t>4.793e0</w:t>
      </w:r>
    </w:p>
    <w:p w14:paraId="2C3E5EF6" w14:textId="77777777" w:rsidR="006D4449" w:rsidRDefault="006D4449" w:rsidP="006D4449">
      <w:r>
        <w:t>355.7465</w:t>
      </w:r>
      <w:r>
        <w:tab/>
        <w:t>7.089e0</w:t>
      </w:r>
    </w:p>
    <w:p w14:paraId="6FCDC800" w14:textId="77777777" w:rsidR="006D4449" w:rsidRDefault="006D4449" w:rsidP="006D4449">
      <w:r>
        <w:t>355.7674</w:t>
      </w:r>
      <w:r>
        <w:tab/>
        <w:t>1.013e0</w:t>
      </w:r>
    </w:p>
    <w:p w14:paraId="447E9086" w14:textId="77777777" w:rsidR="006D4449" w:rsidRDefault="006D4449" w:rsidP="006D4449">
      <w:r>
        <w:t>355.7761</w:t>
      </w:r>
      <w:r>
        <w:tab/>
        <w:t>5.063e0</w:t>
      </w:r>
    </w:p>
    <w:p w14:paraId="467B4D81" w14:textId="77777777" w:rsidR="006D4449" w:rsidRDefault="006D4449" w:rsidP="006D4449">
      <w:r>
        <w:t>355.8013</w:t>
      </w:r>
      <w:r>
        <w:tab/>
        <w:t>3.701e0</w:t>
      </w:r>
    </w:p>
    <w:p w14:paraId="03592C21" w14:textId="77777777" w:rsidR="006D4449" w:rsidRDefault="006D4449" w:rsidP="006D4449">
      <w:r>
        <w:t>355.8048</w:t>
      </w:r>
      <w:r>
        <w:tab/>
        <w:t>2.025e0</w:t>
      </w:r>
    </w:p>
    <w:p w14:paraId="0EFE8E70" w14:textId="77777777" w:rsidR="006D4449" w:rsidRDefault="006D4449" w:rsidP="006D4449">
      <w:r>
        <w:t>355.8232</w:t>
      </w:r>
      <w:r>
        <w:tab/>
        <w:t>4.051e0</w:t>
      </w:r>
    </w:p>
    <w:p w14:paraId="56AB04C0" w14:textId="77777777" w:rsidR="006D4449" w:rsidRDefault="006D4449" w:rsidP="006D4449">
      <w:r>
        <w:lastRenderedPageBreak/>
        <w:t>355.8325</w:t>
      </w:r>
      <w:r>
        <w:tab/>
        <w:t>1.215e1</w:t>
      </w:r>
    </w:p>
    <w:p w14:paraId="79E21E13" w14:textId="77777777" w:rsidR="006D4449" w:rsidRDefault="006D4449" w:rsidP="006D4449">
      <w:r>
        <w:t>355.8583</w:t>
      </w:r>
      <w:r>
        <w:tab/>
        <w:t>2.025e0</w:t>
      </w:r>
    </w:p>
    <w:p w14:paraId="72A8C76B" w14:textId="77777777" w:rsidR="006D4449" w:rsidRDefault="006D4449" w:rsidP="006D4449">
      <w:r>
        <w:t>355.8693</w:t>
      </w:r>
      <w:r>
        <w:tab/>
        <w:t>6.228e0</w:t>
      </w:r>
    </w:p>
    <w:p w14:paraId="4FF75246" w14:textId="77777777" w:rsidR="006D4449" w:rsidRDefault="006D4449" w:rsidP="006D4449">
      <w:r>
        <w:t>355.8845</w:t>
      </w:r>
      <w:r>
        <w:tab/>
        <w:t>3.494e0</w:t>
      </w:r>
    </w:p>
    <w:p w14:paraId="5E1C31C0" w14:textId="77777777" w:rsidR="006D4449" w:rsidRDefault="006D4449" w:rsidP="006D4449">
      <w:r>
        <w:t>355.8957</w:t>
      </w:r>
      <w:r>
        <w:tab/>
        <w:t>1.039e1</w:t>
      </w:r>
    </w:p>
    <w:p w14:paraId="7AAD8949" w14:textId="77777777" w:rsidR="006D4449" w:rsidRDefault="006D4449" w:rsidP="006D4449">
      <w:r>
        <w:t>355.8983</w:t>
      </w:r>
      <w:r>
        <w:tab/>
        <w:t>3.671e0</w:t>
      </w:r>
    </w:p>
    <w:p w14:paraId="6E789CFE" w14:textId="77777777" w:rsidR="006D4449" w:rsidRDefault="006D4449" w:rsidP="006D4449">
      <w:r>
        <w:t>355.9162</w:t>
      </w:r>
      <w:r>
        <w:tab/>
        <w:t>2.025e0</w:t>
      </w:r>
    </w:p>
    <w:p w14:paraId="242BB6A2" w14:textId="77777777" w:rsidR="006D4449" w:rsidRDefault="006D4449" w:rsidP="006D4449">
      <w:r>
        <w:t>355.9337</w:t>
      </w:r>
      <w:r>
        <w:tab/>
        <w:t>6.076e0</w:t>
      </w:r>
    </w:p>
    <w:p w14:paraId="3C0A3028" w14:textId="77777777" w:rsidR="006D4449" w:rsidRDefault="006D4449" w:rsidP="006D4449">
      <w:r>
        <w:t>355.9469</w:t>
      </w:r>
      <w:r>
        <w:tab/>
        <w:t>5.063e0</w:t>
      </w:r>
    </w:p>
    <w:p w14:paraId="6DE6370F" w14:textId="77777777" w:rsidR="006D4449" w:rsidRDefault="006D4449" w:rsidP="006D4449">
      <w:r>
        <w:t>355.9550</w:t>
      </w:r>
      <w:r>
        <w:tab/>
        <w:t>5.063e0</w:t>
      </w:r>
    </w:p>
    <w:p w14:paraId="33DB340F" w14:textId="77777777" w:rsidR="006D4449" w:rsidRDefault="006D4449" w:rsidP="006D4449">
      <w:r>
        <w:t>355.9705</w:t>
      </w:r>
      <w:r>
        <w:tab/>
        <w:t>5.063e0</w:t>
      </w:r>
    </w:p>
    <w:p w14:paraId="7B68F5CB" w14:textId="77777777" w:rsidR="006D4449" w:rsidRDefault="006D4449" w:rsidP="006D4449">
      <w:r>
        <w:t>355.9829</w:t>
      </w:r>
      <w:r>
        <w:tab/>
        <w:t>9.915e0</w:t>
      </w:r>
    </w:p>
    <w:p w14:paraId="04AA5E7E" w14:textId="77777777" w:rsidR="006D4449" w:rsidRDefault="006D4449" w:rsidP="006D4449">
      <w:r>
        <w:t>355.9956</w:t>
      </w:r>
      <w:r>
        <w:tab/>
        <w:t>1.170e1</w:t>
      </w:r>
    </w:p>
    <w:p w14:paraId="16F7B110" w14:textId="77777777" w:rsidR="006D4449" w:rsidRDefault="006D4449" w:rsidP="006D4449">
      <w:r>
        <w:t>355.9994</w:t>
      </w:r>
      <w:r>
        <w:tab/>
        <w:t>4.051e0</w:t>
      </w:r>
    </w:p>
    <w:p w14:paraId="37506983" w14:textId="77777777" w:rsidR="006D4449" w:rsidRDefault="006D4449" w:rsidP="006D4449">
      <w:r>
        <w:t>356.0030</w:t>
      </w:r>
      <w:r>
        <w:tab/>
        <w:t>3.038e0</w:t>
      </w:r>
    </w:p>
    <w:p w14:paraId="22EC90FF" w14:textId="77777777" w:rsidR="006D4449" w:rsidRDefault="006D4449" w:rsidP="006D4449">
      <w:r>
        <w:t>356.0564</w:t>
      </w:r>
      <w:r>
        <w:tab/>
        <w:t>3.038e0</w:t>
      </w:r>
    </w:p>
    <w:p w14:paraId="68834846" w14:textId="77777777" w:rsidR="006D4449" w:rsidRDefault="006D4449" w:rsidP="006D4449">
      <w:r>
        <w:t>356.0599</w:t>
      </w:r>
      <w:r>
        <w:tab/>
        <w:t>3.038e0</w:t>
      </w:r>
    </w:p>
    <w:p w14:paraId="0F7883C5" w14:textId="77777777" w:rsidR="006D4449" w:rsidRDefault="006D4449" w:rsidP="006D4449">
      <w:r>
        <w:t>356.0680</w:t>
      </w:r>
      <w:r>
        <w:tab/>
        <w:t>4.051e0</w:t>
      </w:r>
    </w:p>
    <w:p w14:paraId="1D63C3FB" w14:textId="77777777" w:rsidR="006D4449" w:rsidRDefault="006D4449" w:rsidP="006D4449">
      <w:r>
        <w:t>356.0791</w:t>
      </w:r>
      <w:r>
        <w:tab/>
        <w:t>3.136e0</w:t>
      </w:r>
    </w:p>
    <w:p w14:paraId="17623C7E" w14:textId="77777777" w:rsidR="006D4449" w:rsidRDefault="006D4449" w:rsidP="006D4449">
      <w:r>
        <w:lastRenderedPageBreak/>
        <w:t>356.1038</w:t>
      </w:r>
      <w:r>
        <w:tab/>
        <w:t>3.038e0</w:t>
      </w:r>
    </w:p>
    <w:p w14:paraId="2EB76C1D" w14:textId="77777777" w:rsidR="006D4449" w:rsidRDefault="006D4449" w:rsidP="006D4449">
      <w:r>
        <w:t>356.1126</w:t>
      </w:r>
      <w:r>
        <w:tab/>
        <w:t>5.546e0</w:t>
      </w:r>
    </w:p>
    <w:p w14:paraId="4DBB732B" w14:textId="77777777" w:rsidR="006D4449" w:rsidRDefault="006D4449" w:rsidP="006D4449">
      <w:r>
        <w:t>356.1684</w:t>
      </w:r>
      <w:r>
        <w:tab/>
        <w:t>1.134e2</w:t>
      </w:r>
    </w:p>
    <w:p w14:paraId="2B3E2246" w14:textId="77777777" w:rsidR="006D4449" w:rsidRDefault="006D4449" w:rsidP="006D4449">
      <w:r>
        <w:t>356.1708</w:t>
      </w:r>
      <w:r>
        <w:tab/>
        <w:t>4.007e2</w:t>
      </w:r>
    </w:p>
    <w:p w14:paraId="09B58F41" w14:textId="77777777" w:rsidR="006D4449" w:rsidRDefault="006D4449" w:rsidP="006D4449">
      <w:r>
        <w:t>356.1722</w:t>
      </w:r>
      <w:r>
        <w:tab/>
        <w:t>1.753e2</w:t>
      </w:r>
    </w:p>
    <w:p w14:paraId="15457075" w14:textId="77777777" w:rsidR="006D4449" w:rsidRDefault="006D4449" w:rsidP="006D4449">
      <w:r>
        <w:t>356.2337</w:t>
      </w:r>
      <w:r>
        <w:tab/>
        <w:t>8.091e0</w:t>
      </w:r>
    </w:p>
    <w:p w14:paraId="23F7E2B1" w14:textId="77777777" w:rsidR="006D4449" w:rsidRDefault="006D4449" w:rsidP="006D4449">
      <w:r>
        <w:t>356.2391</w:t>
      </w:r>
      <w:r>
        <w:tab/>
        <w:t>6.076e0</w:t>
      </w:r>
    </w:p>
    <w:p w14:paraId="77C05DE4" w14:textId="77777777" w:rsidR="006D4449" w:rsidRDefault="006D4449" w:rsidP="006D4449">
      <w:r>
        <w:t>356.2411</w:t>
      </w:r>
      <w:r>
        <w:tab/>
        <w:t>5.882e0</w:t>
      </w:r>
    </w:p>
    <w:p w14:paraId="29DED982" w14:textId="77777777" w:rsidR="006D4449" w:rsidRDefault="006D4449" w:rsidP="006D4449">
      <w:r>
        <w:t>356.2681</w:t>
      </w:r>
      <w:r>
        <w:tab/>
        <w:t>9.987e0</w:t>
      </w:r>
    </w:p>
    <w:p w14:paraId="654B166F" w14:textId="77777777" w:rsidR="006D4449" w:rsidRDefault="006D4449" w:rsidP="006D4449">
      <w:r>
        <w:t>356.2902</w:t>
      </w:r>
      <w:r>
        <w:tab/>
        <w:t>4.986e0</w:t>
      </w:r>
    </w:p>
    <w:p w14:paraId="0CA881BC" w14:textId="77777777" w:rsidR="006D4449" w:rsidRDefault="006D4449" w:rsidP="006D4449">
      <w:r>
        <w:t>356.2920</w:t>
      </w:r>
      <w:r>
        <w:tab/>
        <w:t>5.063e0</w:t>
      </w:r>
    </w:p>
    <w:p w14:paraId="3785C1DE" w14:textId="77777777" w:rsidR="006D4449" w:rsidRDefault="006D4449" w:rsidP="006D4449">
      <w:r>
        <w:t>356.3082</w:t>
      </w:r>
      <w:r>
        <w:tab/>
        <w:t>4.051e0</w:t>
      </w:r>
    </w:p>
    <w:p w14:paraId="216B40CF" w14:textId="77777777" w:rsidR="006D4449" w:rsidRDefault="006D4449" w:rsidP="006D4449">
      <w:r>
        <w:t>356.3112</w:t>
      </w:r>
      <w:r>
        <w:tab/>
        <w:t>4.190e0</w:t>
      </w:r>
    </w:p>
    <w:p w14:paraId="2AA212E7" w14:textId="77777777" w:rsidR="006D4449" w:rsidRDefault="006D4449" w:rsidP="006D4449">
      <w:r>
        <w:t>356.3192</w:t>
      </w:r>
      <w:r>
        <w:tab/>
        <w:t>3.038e0</w:t>
      </w:r>
    </w:p>
    <w:p w14:paraId="26BBE942" w14:textId="77777777" w:rsidR="006D4449" w:rsidRDefault="006D4449" w:rsidP="006D4449">
      <w:r>
        <w:t>356.3230</w:t>
      </w:r>
      <w:r>
        <w:tab/>
        <w:t>2.025e0</w:t>
      </w:r>
    </w:p>
    <w:p w14:paraId="11F04B71" w14:textId="77777777" w:rsidR="006D4449" w:rsidRDefault="006D4449" w:rsidP="006D4449">
      <w:r>
        <w:t>356.3373</w:t>
      </w:r>
      <w:r>
        <w:tab/>
        <w:t>2.025e0</w:t>
      </w:r>
    </w:p>
    <w:p w14:paraId="4A8AE5F2" w14:textId="77777777" w:rsidR="006D4449" w:rsidRDefault="006D4449" w:rsidP="006D4449">
      <w:r>
        <w:t>356.3683</w:t>
      </w:r>
      <w:r>
        <w:tab/>
        <w:t>2.748e0</w:t>
      </w:r>
    </w:p>
    <w:p w14:paraId="4DA46216" w14:textId="77777777" w:rsidR="006D4449" w:rsidRDefault="006D4449" w:rsidP="006D4449">
      <w:r>
        <w:t>356.3775</w:t>
      </w:r>
      <w:r>
        <w:tab/>
        <w:t>1.013e0</w:t>
      </w:r>
    </w:p>
    <w:p w14:paraId="3653B26C" w14:textId="77777777" w:rsidR="006D4449" w:rsidRDefault="006D4449" w:rsidP="006D4449">
      <w:r>
        <w:t>356.3861</w:t>
      </w:r>
      <w:r>
        <w:tab/>
        <w:t>2.025e0</w:t>
      </w:r>
    </w:p>
    <w:p w14:paraId="43F09733" w14:textId="77777777" w:rsidR="006D4449" w:rsidRDefault="006D4449" w:rsidP="006D4449">
      <w:r>
        <w:lastRenderedPageBreak/>
        <w:t>356.4075</w:t>
      </w:r>
      <w:r>
        <w:tab/>
        <w:t>2.025e0</w:t>
      </w:r>
    </w:p>
    <w:p w14:paraId="7FE561AE" w14:textId="77777777" w:rsidR="006D4449" w:rsidRDefault="006D4449" w:rsidP="006D4449">
      <w:r>
        <w:t>356.4124</w:t>
      </w:r>
      <w:r>
        <w:tab/>
        <w:t>4.149e0</w:t>
      </w:r>
    </w:p>
    <w:p w14:paraId="1DE14E78" w14:textId="77777777" w:rsidR="006D4449" w:rsidRDefault="006D4449" w:rsidP="006D4449">
      <w:r>
        <w:t>356.4167</w:t>
      </w:r>
      <w:r>
        <w:tab/>
        <w:t>2.025e0</w:t>
      </w:r>
    </w:p>
    <w:p w14:paraId="678C079D" w14:textId="77777777" w:rsidR="006D4449" w:rsidRDefault="006D4449" w:rsidP="006D4449">
      <w:r>
        <w:t>356.4272</w:t>
      </w:r>
      <w:r>
        <w:tab/>
        <w:t>1.013e0</w:t>
      </w:r>
    </w:p>
    <w:p w14:paraId="020D10D1" w14:textId="77777777" w:rsidR="006D4449" w:rsidRDefault="006D4449" w:rsidP="006D4449">
      <w:r>
        <w:t>356.4367</w:t>
      </w:r>
      <w:r>
        <w:tab/>
        <w:t>4.051e0</w:t>
      </w:r>
    </w:p>
    <w:p w14:paraId="4A4AE24A" w14:textId="77777777" w:rsidR="006D4449" w:rsidRDefault="006D4449" w:rsidP="006D4449">
      <w:r>
        <w:t>356.4532</w:t>
      </w:r>
      <w:r>
        <w:tab/>
        <w:t>2.025e0</w:t>
      </w:r>
    </w:p>
    <w:p w14:paraId="35D80BD9" w14:textId="77777777" w:rsidR="006D4449" w:rsidRDefault="006D4449" w:rsidP="006D4449">
      <w:r>
        <w:t>356.4707</w:t>
      </w:r>
      <w:r>
        <w:tab/>
        <w:t>3.038e0</w:t>
      </w:r>
    </w:p>
    <w:p w14:paraId="3C4B61F1" w14:textId="77777777" w:rsidR="006D4449" w:rsidRDefault="006D4449" w:rsidP="006D4449">
      <w:r>
        <w:t>356.4957</w:t>
      </w:r>
      <w:r>
        <w:tab/>
        <w:t>4.051e0</w:t>
      </w:r>
    </w:p>
    <w:p w14:paraId="32F939C9" w14:textId="77777777" w:rsidR="006D4449" w:rsidRDefault="006D4449" w:rsidP="006D4449">
      <w:r>
        <w:t>356.4975</w:t>
      </w:r>
      <w:r>
        <w:tab/>
        <w:t>1.013e0</w:t>
      </w:r>
    </w:p>
    <w:p w14:paraId="1E2AA8B1" w14:textId="77777777" w:rsidR="006D4449" w:rsidRDefault="006D4449" w:rsidP="006D4449">
      <w:r>
        <w:t>356.5208</w:t>
      </w:r>
      <w:r>
        <w:tab/>
        <w:t>2.025e0</w:t>
      </w:r>
    </w:p>
    <w:p w14:paraId="65964B84" w14:textId="77777777" w:rsidR="006D4449" w:rsidRDefault="006D4449" w:rsidP="006D4449">
      <w:r>
        <w:t>356.5303</w:t>
      </w:r>
      <w:r>
        <w:tab/>
        <w:t>4.051e0</w:t>
      </w:r>
    </w:p>
    <w:p w14:paraId="51DBF027" w14:textId="77777777" w:rsidR="006D4449" w:rsidRDefault="006D4449" w:rsidP="006D4449">
      <w:r>
        <w:t>356.5431</w:t>
      </w:r>
      <w:r>
        <w:tab/>
        <w:t>1.013e0</w:t>
      </w:r>
    </w:p>
    <w:p w14:paraId="7D98E2E7" w14:textId="77777777" w:rsidR="006D4449" w:rsidRDefault="006D4449" w:rsidP="006D4449">
      <w:r>
        <w:t>356.5475</w:t>
      </w:r>
      <w:r>
        <w:tab/>
        <w:t>2.025e0</w:t>
      </w:r>
    </w:p>
    <w:p w14:paraId="6D45B6D8" w14:textId="77777777" w:rsidR="006D4449" w:rsidRDefault="006D4449" w:rsidP="006D4449">
      <w:r>
        <w:t>356.5888</w:t>
      </w:r>
      <w:r>
        <w:tab/>
        <w:t>1.013e0</w:t>
      </w:r>
    </w:p>
    <w:p w14:paraId="26847149" w14:textId="77777777" w:rsidR="006D4449" w:rsidRDefault="006D4449" w:rsidP="006D4449">
      <w:r>
        <w:t>356.5903</w:t>
      </w:r>
      <w:r>
        <w:tab/>
        <w:t>6.076e0</w:t>
      </w:r>
    </w:p>
    <w:p w14:paraId="41FAB7E4" w14:textId="77777777" w:rsidR="006D4449" w:rsidRDefault="006D4449" w:rsidP="006D4449">
      <w:r>
        <w:t>356.5941</w:t>
      </w:r>
      <w:r>
        <w:tab/>
        <w:t>2.025e0</w:t>
      </w:r>
    </w:p>
    <w:p w14:paraId="4A6D6C69" w14:textId="77777777" w:rsidR="006D4449" w:rsidRDefault="006D4449" w:rsidP="006D4449">
      <w:r>
        <w:t>356.6201</w:t>
      </w:r>
      <w:r>
        <w:tab/>
        <w:t>1.013e0</w:t>
      </w:r>
    </w:p>
    <w:p w14:paraId="62E4D607" w14:textId="77777777" w:rsidR="006D4449" w:rsidRDefault="006D4449" w:rsidP="006D4449">
      <w:r>
        <w:t>356.6217</w:t>
      </w:r>
      <w:r>
        <w:tab/>
        <w:t>1.013e0</w:t>
      </w:r>
    </w:p>
    <w:p w14:paraId="7FF3BB3B" w14:textId="77777777" w:rsidR="006D4449" w:rsidRDefault="006D4449" w:rsidP="006D4449">
      <w:r>
        <w:t>356.6711</w:t>
      </w:r>
      <w:r>
        <w:tab/>
        <w:t>1.013e0</w:t>
      </w:r>
    </w:p>
    <w:p w14:paraId="4462CDD4" w14:textId="77777777" w:rsidR="006D4449" w:rsidRDefault="006D4449" w:rsidP="006D4449">
      <w:r>
        <w:lastRenderedPageBreak/>
        <w:t>356.6775</w:t>
      </w:r>
      <w:r>
        <w:tab/>
        <w:t>4.051e0</w:t>
      </w:r>
    </w:p>
    <w:p w14:paraId="1D7F208C" w14:textId="77777777" w:rsidR="006D4449" w:rsidRDefault="006D4449" w:rsidP="006D4449">
      <w:r>
        <w:t>356.6956</w:t>
      </w:r>
      <w:r>
        <w:tab/>
        <w:t>2.025e0</w:t>
      </w:r>
    </w:p>
    <w:p w14:paraId="31106F3B" w14:textId="77777777" w:rsidR="006D4449" w:rsidRDefault="006D4449" w:rsidP="006D4449">
      <w:r>
        <w:t>356.7008</w:t>
      </w:r>
      <w:r>
        <w:tab/>
        <w:t>2.025e0</w:t>
      </w:r>
    </w:p>
    <w:p w14:paraId="5E87F223" w14:textId="77777777" w:rsidR="006D4449" w:rsidRDefault="006D4449" w:rsidP="006D4449">
      <w:r>
        <w:t>356.7177</w:t>
      </w:r>
      <w:r>
        <w:tab/>
        <w:t>2.025e0</w:t>
      </w:r>
    </w:p>
    <w:p w14:paraId="20612267" w14:textId="77777777" w:rsidR="006D4449" w:rsidRDefault="006D4449" w:rsidP="006D4449">
      <w:r>
        <w:t>356.7428</w:t>
      </w:r>
      <w:r>
        <w:tab/>
        <w:t>1.013e0</w:t>
      </w:r>
    </w:p>
    <w:p w14:paraId="49717C4B" w14:textId="77777777" w:rsidR="006D4449" w:rsidRDefault="006D4449" w:rsidP="006D4449">
      <w:r>
        <w:t>356.7460</w:t>
      </w:r>
      <w:r>
        <w:tab/>
        <w:t>7.089e0</w:t>
      </w:r>
    </w:p>
    <w:p w14:paraId="21BA2FE6" w14:textId="77777777" w:rsidR="006D4449" w:rsidRDefault="006D4449" w:rsidP="006D4449">
      <w:r>
        <w:t>356.7568</w:t>
      </w:r>
      <w:r>
        <w:tab/>
        <w:t>1.013e0</w:t>
      </w:r>
    </w:p>
    <w:p w14:paraId="7ECC5E8C" w14:textId="77777777" w:rsidR="006D4449" w:rsidRDefault="006D4449" w:rsidP="006D4449">
      <w:r>
        <w:t>356.7809</w:t>
      </w:r>
      <w:r>
        <w:tab/>
        <w:t>2.025e0</w:t>
      </w:r>
    </w:p>
    <w:p w14:paraId="01541274" w14:textId="77777777" w:rsidR="006D4449" w:rsidRDefault="006D4449" w:rsidP="006D4449">
      <w:r>
        <w:t>356.7989</w:t>
      </w:r>
      <w:r>
        <w:tab/>
        <w:t>3.038e0</w:t>
      </w:r>
    </w:p>
    <w:p w14:paraId="1154ADB5" w14:textId="77777777" w:rsidR="006D4449" w:rsidRDefault="006D4449" w:rsidP="006D4449">
      <w:r>
        <w:t>356.8231</w:t>
      </w:r>
      <w:r>
        <w:tab/>
        <w:t>4.051e0</w:t>
      </w:r>
    </w:p>
    <w:p w14:paraId="7898A9C1" w14:textId="77777777" w:rsidR="006D4449" w:rsidRDefault="006D4449" w:rsidP="006D4449">
      <w:r>
        <w:t>356.8292</w:t>
      </w:r>
      <w:r>
        <w:tab/>
        <w:t>2.025e0</w:t>
      </w:r>
    </w:p>
    <w:p w14:paraId="13B554E1" w14:textId="77777777" w:rsidR="006D4449" w:rsidRDefault="006D4449" w:rsidP="006D4449">
      <w:r>
        <w:t>356.8391</w:t>
      </w:r>
      <w:r>
        <w:tab/>
        <w:t>2.025e0</w:t>
      </w:r>
    </w:p>
    <w:p w14:paraId="2E85EC12" w14:textId="77777777" w:rsidR="006D4449" w:rsidRDefault="006D4449" w:rsidP="006D4449">
      <w:r>
        <w:t>356.8551</w:t>
      </w:r>
      <w:r>
        <w:tab/>
        <w:t>6.764e0</w:t>
      </w:r>
    </w:p>
    <w:p w14:paraId="62BE2815" w14:textId="77777777" w:rsidR="006D4449" w:rsidRDefault="006D4449" w:rsidP="006D4449">
      <w:r>
        <w:t>356.8688</w:t>
      </w:r>
      <w:r>
        <w:tab/>
        <w:t>2.025e0</w:t>
      </w:r>
    </w:p>
    <w:p w14:paraId="34149AA7" w14:textId="77777777" w:rsidR="006D4449" w:rsidRDefault="006D4449" w:rsidP="006D4449">
      <w:r>
        <w:t>356.8915</w:t>
      </w:r>
      <w:r>
        <w:tab/>
        <w:t>3.637e0</w:t>
      </w:r>
    </w:p>
    <w:p w14:paraId="157DB729" w14:textId="77777777" w:rsidR="006D4449" w:rsidRDefault="006D4449" w:rsidP="006D4449">
      <w:r>
        <w:t>356.9048</w:t>
      </w:r>
      <w:r>
        <w:tab/>
        <w:t>2.025e0</w:t>
      </w:r>
    </w:p>
    <w:p w14:paraId="12E8661B" w14:textId="77777777" w:rsidR="006D4449" w:rsidRDefault="006D4449" w:rsidP="006D4449">
      <w:r>
        <w:t>356.9203</w:t>
      </w:r>
      <w:r>
        <w:tab/>
        <w:t>3.038e0</w:t>
      </w:r>
    </w:p>
    <w:p w14:paraId="78A1D4D9" w14:textId="77777777" w:rsidR="006D4449" w:rsidRDefault="006D4449" w:rsidP="006D4449">
      <w:r>
        <w:t>356.9427</w:t>
      </w:r>
      <w:r>
        <w:tab/>
        <w:t>4.051e0</w:t>
      </w:r>
    </w:p>
    <w:p w14:paraId="736F8E20" w14:textId="77777777" w:rsidR="006D4449" w:rsidRDefault="006D4449" w:rsidP="006D4449">
      <w:r>
        <w:t>356.9507</w:t>
      </w:r>
      <w:r>
        <w:tab/>
        <w:t>3.038e0</w:t>
      </w:r>
    </w:p>
    <w:p w14:paraId="19AC673A" w14:textId="77777777" w:rsidR="006D4449" w:rsidRDefault="006D4449" w:rsidP="006D4449">
      <w:r>
        <w:lastRenderedPageBreak/>
        <w:t>356.9706</w:t>
      </w:r>
      <w:r>
        <w:tab/>
        <w:t>4.051e0</w:t>
      </w:r>
    </w:p>
    <w:p w14:paraId="0600CA74" w14:textId="77777777" w:rsidR="006D4449" w:rsidRDefault="006D4449" w:rsidP="006D4449">
      <w:r>
        <w:t>356.9717</w:t>
      </w:r>
      <w:r>
        <w:tab/>
        <w:t>1.773e0</w:t>
      </w:r>
    </w:p>
    <w:p w14:paraId="67638853" w14:textId="77777777" w:rsidR="006D4449" w:rsidRDefault="006D4449" w:rsidP="006D4449">
      <w:r>
        <w:t>356.9819</w:t>
      </w:r>
      <w:r>
        <w:tab/>
        <w:t>4.051e0</w:t>
      </w:r>
    </w:p>
    <w:p w14:paraId="7071BD3A" w14:textId="77777777" w:rsidR="006D4449" w:rsidRDefault="006D4449" w:rsidP="006D4449">
      <w:r>
        <w:t>356.9967</w:t>
      </w:r>
      <w:r>
        <w:tab/>
        <w:t>6.709e0</w:t>
      </w:r>
    </w:p>
    <w:p w14:paraId="56755B8C" w14:textId="77777777" w:rsidR="006D4449" w:rsidRDefault="006D4449" w:rsidP="006D4449">
      <w:r>
        <w:t>357.0003</w:t>
      </w:r>
      <w:r>
        <w:tab/>
        <w:t>2.025e0</w:t>
      </w:r>
    </w:p>
    <w:p w14:paraId="6F45DEE7" w14:textId="77777777" w:rsidR="006D4449" w:rsidRDefault="006D4449" w:rsidP="006D4449">
      <w:r>
        <w:t>357.0191</w:t>
      </w:r>
      <w:r>
        <w:tab/>
        <w:t>1.013e0</w:t>
      </w:r>
    </w:p>
    <w:p w14:paraId="668523F9" w14:textId="77777777" w:rsidR="006D4449" w:rsidRDefault="006D4449" w:rsidP="006D4449">
      <w:r>
        <w:t>357.0295</w:t>
      </w:r>
      <w:r>
        <w:tab/>
        <w:t>2.025e0</w:t>
      </w:r>
    </w:p>
    <w:p w14:paraId="1CC20291" w14:textId="77777777" w:rsidR="006D4449" w:rsidRDefault="006D4449" w:rsidP="006D4449">
      <w:r>
        <w:t>357.0603</w:t>
      </w:r>
      <w:r>
        <w:tab/>
        <w:t>2.025e0</w:t>
      </w:r>
    </w:p>
    <w:p w14:paraId="59E938DC" w14:textId="77777777" w:rsidR="006D4449" w:rsidRDefault="006D4449" w:rsidP="006D4449">
      <w:r>
        <w:t>357.0680</w:t>
      </w:r>
      <w:r>
        <w:tab/>
        <w:t>6.076e0</w:t>
      </w:r>
    </w:p>
    <w:p w14:paraId="63373500" w14:textId="77777777" w:rsidR="006D4449" w:rsidRDefault="006D4449" w:rsidP="006D4449">
      <w:r>
        <w:t>357.0895</w:t>
      </w:r>
      <w:r>
        <w:tab/>
        <w:t>2.025e0</w:t>
      </w:r>
    </w:p>
    <w:p w14:paraId="57F91C1D" w14:textId="77777777" w:rsidR="006D4449" w:rsidRDefault="006D4449" w:rsidP="006D4449">
      <w:r>
        <w:t>357.1063</w:t>
      </w:r>
      <w:r>
        <w:tab/>
        <w:t>2.025e0</w:t>
      </w:r>
    </w:p>
    <w:p w14:paraId="0AB85995" w14:textId="77777777" w:rsidR="006D4449" w:rsidRDefault="006D4449" w:rsidP="006D4449">
      <w:r>
        <w:t>357.1197</w:t>
      </w:r>
      <w:r>
        <w:tab/>
        <w:t>3.038e0</w:t>
      </w:r>
    </w:p>
    <w:p w14:paraId="5D5162D2" w14:textId="77777777" w:rsidR="006D4449" w:rsidRDefault="006D4449" w:rsidP="006D4449">
      <w:r>
        <w:t>357.1694</w:t>
      </w:r>
      <w:r>
        <w:tab/>
        <w:t>3.033e1</w:t>
      </w:r>
    </w:p>
    <w:p w14:paraId="16490D40" w14:textId="77777777" w:rsidR="006D4449" w:rsidRDefault="006D4449" w:rsidP="006D4449">
      <w:r>
        <w:t>357.1744</w:t>
      </w:r>
      <w:r>
        <w:tab/>
        <w:t>3.982e1</w:t>
      </w:r>
    </w:p>
    <w:p w14:paraId="0B8E0680" w14:textId="77777777" w:rsidR="006D4449" w:rsidRDefault="006D4449" w:rsidP="006D4449">
      <w:r>
        <w:t>357.1791</w:t>
      </w:r>
      <w:r>
        <w:tab/>
        <w:t>2.952e1</w:t>
      </w:r>
    </w:p>
    <w:p w14:paraId="629C2375" w14:textId="77777777" w:rsidR="006D4449" w:rsidRDefault="006D4449" w:rsidP="006D4449">
      <w:r>
        <w:t>357.1908</w:t>
      </w:r>
      <w:r>
        <w:tab/>
        <w:t>6.083e0</w:t>
      </w:r>
    </w:p>
    <w:p w14:paraId="1B0919DF" w14:textId="77777777" w:rsidR="006D4449" w:rsidRDefault="006D4449" w:rsidP="006D4449">
      <w:r>
        <w:t>357.2268</w:t>
      </w:r>
      <w:r>
        <w:tab/>
        <w:t>3.931e0</w:t>
      </w:r>
    </w:p>
    <w:p w14:paraId="473235BC" w14:textId="77777777" w:rsidR="006D4449" w:rsidRDefault="006D4449" w:rsidP="006D4449">
      <w:r>
        <w:t>357.2328</w:t>
      </w:r>
      <w:r>
        <w:tab/>
        <w:t>4.051e0</w:t>
      </w:r>
    </w:p>
    <w:p w14:paraId="6C445033" w14:textId="77777777" w:rsidR="006D4449" w:rsidRDefault="006D4449" w:rsidP="006D4449">
      <w:r>
        <w:t>357.2511</w:t>
      </w:r>
      <w:r>
        <w:tab/>
        <w:t>1.013e0</w:t>
      </w:r>
    </w:p>
    <w:p w14:paraId="13C5ABBE" w14:textId="77777777" w:rsidR="006D4449" w:rsidRDefault="006D4449" w:rsidP="006D4449">
      <w:r>
        <w:lastRenderedPageBreak/>
        <w:t>357.2663</w:t>
      </w:r>
      <w:r>
        <w:tab/>
        <w:t>2.720e0</w:t>
      </w:r>
    </w:p>
    <w:p w14:paraId="215A4B34" w14:textId="77777777" w:rsidR="006D4449" w:rsidRDefault="006D4449" w:rsidP="006D4449">
      <w:r>
        <w:t>357.2868</w:t>
      </w:r>
      <w:r>
        <w:tab/>
        <w:t>2.025e0</w:t>
      </w:r>
    </w:p>
    <w:p w14:paraId="2003BFB1" w14:textId="77777777" w:rsidR="006D4449" w:rsidRDefault="006D4449" w:rsidP="006D4449">
      <w:r>
        <w:t>357.2924</w:t>
      </w:r>
      <w:r>
        <w:tab/>
        <w:t>3.038e0</w:t>
      </w:r>
    </w:p>
    <w:p w14:paraId="4ADDACD0" w14:textId="77777777" w:rsidR="006D4449" w:rsidRDefault="006D4449" w:rsidP="006D4449">
      <w:r>
        <w:t>357.3048</w:t>
      </w:r>
      <w:r>
        <w:tab/>
        <w:t>4.051e0</w:t>
      </w:r>
    </w:p>
    <w:p w14:paraId="353B744A" w14:textId="77777777" w:rsidR="006D4449" w:rsidRDefault="006D4449" w:rsidP="006D4449">
      <w:r>
        <w:t>357.3274</w:t>
      </w:r>
      <w:r>
        <w:tab/>
        <w:t>2.025e0</w:t>
      </w:r>
    </w:p>
    <w:p w14:paraId="44E914B9" w14:textId="77777777" w:rsidR="006D4449" w:rsidRDefault="006D4449" w:rsidP="006D4449">
      <w:r>
        <w:t>357.3314</w:t>
      </w:r>
      <w:r>
        <w:tab/>
        <w:t>4.051e0</w:t>
      </w:r>
    </w:p>
    <w:p w14:paraId="3CCCCEE1" w14:textId="77777777" w:rsidR="006D4449" w:rsidRDefault="006D4449" w:rsidP="006D4449">
      <w:r>
        <w:t>357.3345</w:t>
      </w:r>
      <w:r>
        <w:tab/>
        <w:t>1.013e0</w:t>
      </w:r>
    </w:p>
    <w:p w14:paraId="18296721" w14:textId="77777777" w:rsidR="006D4449" w:rsidRDefault="006D4449" w:rsidP="006D4449">
      <w:r>
        <w:t>357.3586</w:t>
      </w:r>
      <w:r>
        <w:tab/>
        <w:t>2.025e0</w:t>
      </w:r>
    </w:p>
    <w:p w14:paraId="07662B38" w14:textId="77777777" w:rsidR="006D4449" w:rsidRDefault="006D4449" w:rsidP="006D4449">
      <w:r>
        <w:t>357.3672</w:t>
      </w:r>
      <w:r>
        <w:tab/>
        <w:t>1.013e0</w:t>
      </w:r>
    </w:p>
    <w:p w14:paraId="7594A8BB" w14:textId="77777777" w:rsidR="006D4449" w:rsidRDefault="006D4449" w:rsidP="006D4449">
      <w:r>
        <w:t>357.4109</w:t>
      </w:r>
      <w:r>
        <w:tab/>
        <w:t>3.038e0</w:t>
      </w:r>
    </w:p>
    <w:p w14:paraId="631A0046" w14:textId="77777777" w:rsidR="006D4449" w:rsidRDefault="006D4449" w:rsidP="006D4449">
      <w:r>
        <w:t>357.4156</w:t>
      </w:r>
      <w:r>
        <w:tab/>
        <w:t>2.025e0</w:t>
      </w:r>
    </w:p>
    <w:p w14:paraId="77895E75" w14:textId="77777777" w:rsidR="006D4449" w:rsidRDefault="006D4449" w:rsidP="006D4449">
      <w:r>
        <w:t>357.4416</w:t>
      </w:r>
      <w:r>
        <w:tab/>
        <w:t>5.063e0</w:t>
      </w:r>
    </w:p>
    <w:p w14:paraId="6BF9B752" w14:textId="77777777" w:rsidR="006D4449" w:rsidRDefault="006D4449" w:rsidP="006D4449">
      <w:r>
        <w:t>357.4438</w:t>
      </w:r>
      <w:r>
        <w:tab/>
        <w:t>2.353e0</w:t>
      </w:r>
    </w:p>
    <w:p w14:paraId="65FAB8B3" w14:textId="77777777" w:rsidR="006D4449" w:rsidRDefault="006D4449" w:rsidP="006D4449">
      <w:r>
        <w:t>357.4454</w:t>
      </w:r>
      <w:r>
        <w:tab/>
        <w:t>1.066e0</w:t>
      </w:r>
    </w:p>
    <w:p w14:paraId="5E8CAB3A" w14:textId="77777777" w:rsidR="006D4449" w:rsidRDefault="006D4449" w:rsidP="006D4449">
      <w:r>
        <w:t>357.4896</w:t>
      </w:r>
      <w:r>
        <w:tab/>
        <w:t>1.013e0</w:t>
      </w:r>
    </w:p>
    <w:p w14:paraId="5591C81B" w14:textId="77777777" w:rsidR="006D4449" w:rsidRDefault="006D4449" w:rsidP="006D4449">
      <w:r>
        <w:t>357.4958</w:t>
      </w:r>
      <w:r>
        <w:tab/>
        <w:t>2.184e0</w:t>
      </w:r>
    </w:p>
    <w:p w14:paraId="54B68D32" w14:textId="77777777" w:rsidR="006D4449" w:rsidRDefault="006D4449" w:rsidP="006D4449">
      <w:r>
        <w:t>357.5201</w:t>
      </w:r>
      <w:r>
        <w:tab/>
        <w:t>3.038e0</w:t>
      </w:r>
    </w:p>
    <w:p w14:paraId="7A53ABC0" w14:textId="77777777" w:rsidR="006D4449" w:rsidRDefault="006D4449" w:rsidP="006D4449">
      <w:r>
        <w:t>357.5246</w:t>
      </w:r>
      <w:r>
        <w:tab/>
        <w:t>4.051e0</w:t>
      </w:r>
    </w:p>
    <w:p w14:paraId="76F0D6DD" w14:textId="77777777" w:rsidR="006D4449" w:rsidRDefault="006D4449" w:rsidP="006D4449">
      <w:r>
        <w:t>357.5352</w:t>
      </w:r>
      <w:r>
        <w:tab/>
        <w:t>1.013e0</w:t>
      </w:r>
    </w:p>
    <w:p w14:paraId="106FCEB4" w14:textId="77777777" w:rsidR="006D4449" w:rsidRDefault="006D4449" w:rsidP="006D4449">
      <w:r>
        <w:lastRenderedPageBreak/>
        <w:t>357.5616</w:t>
      </w:r>
      <w:r>
        <w:tab/>
        <w:t>1.013e0</w:t>
      </w:r>
    </w:p>
    <w:p w14:paraId="2C5990F4" w14:textId="77777777" w:rsidR="006D4449" w:rsidRDefault="006D4449" w:rsidP="006D4449">
      <w:r>
        <w:t>357.5724</w:t>
      </w:r>
      <w:r>
        <w:tab/>
        <w:t>1.013e0</w:t>
      </w:r>
    </w:p>
    <w:p w14:paraId="031AB803" w14:textId="77777777" w:rsidR="006D4449" w:rsidRDefault="006D4449" w:rsidP="006D4449">
      <w:r>
        <w:t>357.5928</w:t>
      </w:r>
      <w:r>
        <w:tab/>
        <w:t>2.025e0</w:t>
      </w:r>
    </w:p>
    <w:p w14:paraId="3311F6A0" w14:textId="77777777" w:rsidR="006D4449" w:rsidRDefault="006D4449" w:rsidP="006D4449">
      <w:r>
        <w:t>357.6141</w:t>
      </w:r>
      <w:r>
        <w:tab/>
        <w:t>2.025e0</w:t>
      </w:r>
    </w:p>
    <w:p w14:paraId="532F200F" w14:textId="77777777" w:rsidR="006D4449" w:rsidRDefault="006D4449" w:rsidP="006D4449">
      <w:r>
        <w:t>357.6156</w:t>
      </w:r>
      <w:r>
        <w:tab/>
        <w:t>1.013e0</w:t>
      </w:r>
    </w:p>
    <w:p w14:paraId="51EDB850" w14:textId="77777777" w:rsidR="006D4449" w:rsidRDefault="006D4449" w:rsidP="006D4449">
      <w:r>
        <w:t>357.6280</w:t>
      </w:r>
      <w:r>
        <w:tab/>
        <w:t>1.013e0</w:t>
      </w:r>
    </w:p>
    <w:p w14:paraId="27C4BF3D" w14:textId="77777777" w:rsidR="006D4449" w:rsidRDefault="006D4449" w:rsidP="006D4449">
      <w:r>
        <w:t>357.6490</w:t>
      </w:r>
      <w:r>
        <w:tab/>
        <w:t>3.038e0</w:t>
      </w:r>
    </w:p>
    <w:p w14:paraId="41E94966" w14:textId="77777777" w:rsidR="006D4449" w:rsidRDefault="006D4449" w:rsidP="006D4449">
      <w:r>
        <w:t>357.6859</w:t>
      </w:r>
      <w:r>
        <w:tab/>
        <w:t>1.013e0</w:t>
      </w:r>
    </w:p>
    <w:p w14:paraId="2DB19769" w14:textId="77777777" w:rsidR="006D4449" w:rsidRDefault="006D4449" w:rsidP="006D4449">
      <w:r>
        <w:t>357.7027</w:t>
      </w:r>
      <w:r>
        <w:tab/>
        <w:t>2.025e0</w:t>
      </w:r>
    </w:p>
    <w:p w14:paraId="110A6A51" w14:textId="77777777" w:rsidR="006D4449" w:rsidRDefault="006D4449" w:rsidP="006D4449">
      <w:r>
        <w:t>357.7037</w:t>
      </w:r>
      <w:r>
        <w:tab/>
        <w:t>2.025e0</w:t>
      </w:r>
    </w:p>
    <w:p w14:paraId="579D70BA" w14:textId="77777777" w:rsidR="006D4449" w:rsidRDefault="006D4449" w:rsidP="006D4449">
      <w:r>
        <w:t>357.7175</w:t>
      </w:r>
      <w:r>
        <w:tab/>
        <w:t>4.051e0</w:t>
      </w:r>
    </w:p>
    <w:p w14:paraId="4DFA7E77" w14:textId="77777777" w:rsidR="006D4449" w:rsidRDefault="006D4449" w:rsidP="006D4449">
      <w:r>
        <w:t>357.7232</w:t>
      </w:r>
      <w:r>
        <w:tab/>
        <w:t>1.013e0</w:t>
      </w:r>
    </w:p>
    <w:p w14:paraId="1DD26E7A" w14:textId="77777777" w:rsidR="006D4449" w:rsidRDefault="006D4449" w:rsidP="006D4449">
      <w:r>
        <w:t>357.7481</w:t>
      </w:r>
      <w:r>
        <w:tab/>
        <w:t>3.038e0</w:t>
      </w:r>
    </w:p>
    <w:p w14:paraId="2CE51098" w14:textId="77777777" w:rsidR="006D4449" w:rsidRDefault="006D4449" w:rsidP="006D4449">
      <w:r>
        <w:t>357.7577</w:t>
      </w:r>
      <w:r>
        <w:tab/>
        <w:t>1.013e0</w:t>
      </w:r>
    </w:p>
    <w:p w14:paraId="6ABA5BA0" w14:textId="77777777" w:rsidR="006D4449" w:rsidRDefault="006D4449" w:rsidP="006D4449">
      <w:r>
        <w:t>357.7753</w:t>
      </w:r>
      <w:r>
        <w:tab/>
        <w:t>3.038e0</w:t>
      </w:r>
    </w:p>
    <w:p w14:paraId="0A5A031D" w14:textId="77777777" w:rsidR="006D4449" w:rsidRDefault="006D4449" w:rsidP="006D4449">
      <w:r>
        <w:t>357.7961</w:t>
      </w:r>
      <w:r>
        <w:tab/>
        <w:t>1.013e0</w:t>
      </w:r>
    </w:p>
    <w:p w14:paraId="3A3617EC" w14:textId="77777777" w:rsidR="006D4449" w:rsidRDefault="006D4449" w:rsidP="006D4449">
      <w:r>
        <w:t>357.8088</w:t>
      </w:r>
      <w:r>
        <w:tab/>
        <w:t>1.013e0</w:t>
      </w:r>
    </w:p>
    <w:p w14:paraId="48408EE7" w14:textId="77777777" w:rsidR="006D4449" w:rsidRDefault="006D4449" w:rsidP="006D4449">
      <w:r>
        <w:t>357.8344</w:t>
      </w:r>
      <w:r>
        <w:tab/>
        <w:t>1.013e0</w:t>
      </w:r>
    </w:p>
    <w:p w14:paraId="6FB70969" w14:textId="77777777" w:rsidR="006D4449" w:rsidRDefault="006D4449" w:rsidP="006D4449">
      <w:r>
        <w:t>357.8456</w:t>
      </w:r>
      <w:r>
        <w:tab/>
        <w:t>1.013e0</w:t>
      </w:r>
    </w:p>
    <w:p w14:paraId="5BF0E4A6" w14:textId="77777777" w:rsidR="006D4449" w:rsidRDefault="006D4449" w:rsidP="006D4449">
      <w:r>
        <w:lastRenderedPageBreak/>
        <w:t>357.8851</w:t>
      </w:r>
      <w:r>
        <w:tab/>
        <w:t>1.013e0</w:t>
      </w:r>
    </w:p>
    <w:p w14:paraId="43809689" w14:textId="77777777" w:rsidR="006D4449" w:rsidRDefault="006D4449" w:rsidP="006D4449">
      <w:r>
        <w:t>357.9402</w:t>
      </w:r>
      <w:r>
        <w:tab/>
        <w:t>2.734e1</w:t>
      </w:r>
    </w:p>
    <w:p w14:paraId="371BE4A1" w14:textId="77777777" w:rsidR="006D4449" w:rsidRDefault="006D4449" w:rsidP="006D4449">
      <w:r>
        <w:t>357.9432</w:t>
      </w:r>
      <w:r>
        <w:tab/>
        <w:t>2.228e1</w:t>
      </w:r>
    </w:p>
    <w:p w14:paraId="441ECCAE" w14:textId="77777777" w:rsidR="006D4449" w:rsidRDefault="006D4449" w:rsidP="006D4449">
      <w:r>
        <w:t>357.9461</w:t>
      </w:r>
      <w:r>
        <w:tab/>
        <w:t>6.233e1</w:t>
      </w:r>
    </w:p>
    <w:p w14:paraId="6C9F0108" w14:textId="77777777" w:rsidR="006D4449" w:rsidRDefault="006D4449" w:rsidP="006D4449">
      <w:r>
        <w:t>357.9473</w:t>
      </w:r>
      <w:r>
        <w:tab/>
        <w:t>2.692e1</w:t>
      </w:r>
    </w:p>
    <w:p w14:paraId="2AF7773C" w14:textId="77777777" w:rsidR="006D4449" w:rsidRDefault="006D4449" w:rsidP="006D4449">
      <w:r>
        <w:t>358.0198</w:t>
      </w:r>
      <w:r>
        <w:tab/>
        <w:t>7.089e0</w:t>
      </w:r>
    </w:p>
    <w:p w14:paraId="72A5FEDA" w14:textId="77777777" w:rsidR="006D4449" w:rsidRDefault="006D4449" w:rsidP="006D4449">
      <w:r>
        <w:t>358.0232</w:t>
      </w:r>
      <w:r>
        <w:tab/>
        <w:t>5.063e0</w:t>
      </w:r>
    </w:p>
    <w:p w14:paraId="652EEB07" w14:textId="77777777" w:rsidR="006D4449" w:rsidRDefault="006D4449" w:rsidP="006D4449">
      <w:r>
        <w:t>358.0390</w:t>
      </w:r>
      <w:r>
        <w:tab/>
        <w:t>1.013e0</w:t>
      </w:r>
    </w:p>
    <w:p w14:paraId="53FB52DE" w14:textId="77777777" w:rsidR="006D4449" w:rsidRDefault="006D4449" w:rsidP="006D4449">
      <w:r>
        <w:t>358.0512</w:t>
      </w:r>
      <w:r>
        <w:tab/>
        <w:t>2.025e0</w:t>
      </w:r>
    </w:p>
    <w:p w14:paraId="6BA6FAFE" w14:textId="77777777" w:rsidR="006D4449" w:rsidRDefault="006D4449" w:rsidP="006D4449">
      <w:r>
        <w:t>358.0864</w:t>
      </w:r>
      <w:r>
        <w:tab/>
        <w:t>2.025e0</w:t>
      </w:r>
    </w:p>
    <w:p w14:paraId="7FF7D523" w14:textId="77777777" w:rsidR="006D4449" w:rsidRDefault="006D4449" w:rsidP="006D4449">
      <w:r>
        <w:t>358.0901</w:t>
      </w:r>
      <w:r>
        <w:tab/>
        <w:t>1.013e0</w:t>
      </w:r>
    </w:p>
    <w:p w14:paraId="61B88B16" w14:textId="77777777" w:rsidR="006D4449" w:rsidRDefault="006D4449" w:rsidP="006D4449">
      <w:r>
        <w:t>358.1024</w:t>
      </w:r>
      <w:r>
        <w:tab/>
        <w:t>5.063e0</w:t>
      </w:r>
    </w:p>
    <w:p w14:paraId="7FBCB011" w14:textId="77777777" w:rsidR="006D4449" w:rsidRDefault="006D4449" w:rsidP="006D4449">
      <w:r>
        <w:t>358.1100</w:t>
      </w:r>
      <w:r>
        <w:tab/>
        <w:t>6.018e0</w:t>
      </w:r>
    </w:p>
    <w:p w14:paraId="04BB7DA8" w14:textId="77777777" w:rsidR="006D4449" w:rsidRDefault="006D4449" w:rsidP="006D4449">
      <w:r>
        <w:t>358.1507</w:t>
      </w:r>
      <w:r>
        <w:tab/>
        <w:t>1.556e0</w:t>
      </w:r>
    </w:p>
    <w:p w14:paraId="27D044B7" w14:textId="77777777" w:rsidR="006D4449" w:rsidRDefault="006D4449" w:rsidP="006D4449">
      <w:r>
        <w:t>358.1742</w:t>
      </w:r>
      <w:r>
        <w:tab/>
        <w:t>3.038e0</w:t>
      </w:r>
    </w:p>
    <w:p w14:paraId="7BE8DA2C" w14:textId="77777777" w:rsidR="006D4449" w:rsidRDefault="006D4449" w:rsidP="006D4449">
      <w:r>
        <w:t>358.1756</w:t>
      </w:r>
      <w:r>
        <w:tab/>
        <w:t>2.418e0</w:t>
      </w:r>
    </w:p>
    <w:p w14:paraId="2F06C4F1" w14:textId="77777777" w:rsidR="006D4449" w:rsidRDefault="006D4449" w:rsidP="006D4449">
      <w:r>
        <w:t>358.1995</w:t>
      </w:r>
      <w:r>
        <w:tab/>
        <w:t>8.794e0</w:t>
      </w:r>
    </w:p>
    <w:p w14:paraId="31BE2E3D" w14:textId="77777777" w:rsidR="006D4449" w:rsidRDefault="006D4449" w:rsidP="006D4449">
      <w:r>
        <w:t>358.2019</w:t>
      </w:r>
      <w:r>
        <w:tab/>
        <w:t>6.771e0</w:t>
      </w:r>
    </w:p>
    <w:p w14:paraId="6800A815" w14:textId="77777777" w:rsidR="006D4449" w:rsidRDefault="006D4449" w:rsidP="006D4449">
      <w:r>
        <w:t>358.2101</w:t>
      </w:r>
      <w:r>
        <w:tab/>
        <w:t>2.025e0</w:t>
      </w:r>
    </w:p>
    <w:p w14:paraId="7C3D2A3B" w14:textId="77777777" w:rsidR="006D4449" w:rsidRDefault="006D4449" w:rsidP="006D4449">
      <w:r>
        <w:lastRenderedPageBreak/>
        <w:t>358.2294</w:t>
      </w:r>
      <w:r>
        <w:tab/>
        <w:t>1.013e0</w:t>
      </w:r>
    </w:p>
    <w:p w14:paraId="518A1C42" w14:textId="77777777" w:rsidR="006D4449" w:rsidRDefault="006D4449" w:rsidP="006D4449">
      <w:r>
        <w:t>358.2518</w:t>
      </w:r>
      <w:r>
        <w:tab/>
        <w:t>1.707e0</w:t>
      </w:r>
    </w:p>
    <w:p w14:paraId="3A6AEF83" w14:textId="77777777" w:rsidR="006D4449" w:rsidRDefault="006D4449" w:rsidP="006D4449">
      <w:r>
        <w:t>358.2550</w:t>
      </w:r>
      <w:r>
        <w:tab/>
        <w:t>9.114e0</w:t>
      </w:r>
    </w:p>
    <w:p w14:paraId="33733EC5" w14:textId="77777777" w:rsidR="006D4449" w:rsidRDefault="006D4449" w:rsidP="006D4449">
      <w:r>
        <w:t>358.2949</w:t>
      </w:r>
      <w:r>
        <w:tab/>
        <w:t>1.972e0</w:t>
      </w:r>
    </w:p>
    <w:p w14:paraId="673BDEA9" w14:textId="77777777" w:rsidR="006D4449" w:rsidRDefault="006D4449" w:rsidP="006D4449">
      <w:r>
        <w:t>358.2998</w:t>
      </w:r>
      <w:r>
        <w:tab/>
        <w:t>1.013e0</w:t>
      </w:r>
    </w:p>
    <w:p w14:paraId="7ED9E417" w14:textId="77777777" w:rsidR="006D4449" w:rsidRDefault="006D4449" w:rsidP="006D4449">
      <w:r>
        <w:t>358.3239</w:t>
      </w:r>
      <w:r>
        <w:tab/>
        <w:t>4.051e0</w:t>
      </w:r>
    </w:p>
    <w:p w14:paraId="08103960" w14:textId="77777777" w:rsidR="006D4449" w:rsidRDefault="006D4449" w:rsidP="006D4449">
      <w:r>
        <w:t>358.3364</w:t>
      </w:r>
      <w:r>
        <w:tab/>
        <w:t>2.025e0</w:t>
      </w:r>
    </w:p>
    <w:p w14:paraId="7175C474" w14:textId="77777777" w:rsidR="006D4449" w:rsidRDefault="006D4449" w:rsidP="006D4449">
      <w:r>
        <w:t>358.3387</w:t>
      </w:r>
      <w:r>
        <w:tab/>
        <w:t>1.013e0</w:t>
      </w:r>
    </w:p>
    <w:p w14:paraId="4DFE9944" w14:textId="77777777" w:rsidR="006D4449" w:rsidRDefault="006D4449" w:rsidP="006D4449">
      <w:r>
        <w:t>358.3423</w:t>
      </w:r>
      <w:r>
        <w:tab/>
        <w:t>2.025e0</w:t>
      </w:r>
    </w:p>
    <w:p w14:paraId="3B4A9ABF" w14:textId="77777777" w:rsidR="006D4449" w:rsidRDefault="006D4449" w:rsidP="006D4449">
      <w:r>
        <w:t>358.3612</w:t>
      </w:r>
      <w:r>
        <w:tab/>
        <w:t>1.013e0</w:t>
      </w:r>
    </w:p>
    <w:p w14:paraId="381F7172" w14:textId="77777777" w:rsidR="006D4449" w:rsidRDefault="006D4449" w:rsidP="006D4449">
      <w:r>
        <w:t>358.3843</w:t>
      </w:r>
      <w:r>
        <w:tab/>
        <w:t>3.038e0</w:t>
      </w:r>
    </w:p>
    <w:p w14:paraId="294FF703" w14:textId="77777777" w:rsidR="006D4449" w:rsidRDefault="006D4449" w:rsidP="006D4449">
      <w:r>
        <w:t>358.3909</w:t>
      </w:r>
      <w:r>
        <w:tab/>
        <w:t>1.013e0</w:t>
      </w:r>
    </w:p>
    <w:p w14:paraId="7BC3E456" w14:textId="77777777" w:rsidR="006D4449" w:rsidRDefault="006D4449" w:rsidP="006D4449">
      <w:r>
        <w:t>358.4276</w:t>
      </w:r>
      <w:r>
        <w:tab/>
        <w:t>1.013e0</w:t>
      </w:r>
    </w:p>
    <w:p w14:paraId="251BA491" w14:textId="77777777" w:rsidR="006D4449" w:rsidRDefault="006D4449" w:rsidP="006D4449">
      <w:r>
        <w:t>358.4317</w:t>
      </w:r>
      <w:r>
        <w:tab/>
        <w:t>1.013e0</w:t>
      </w:r>
    </w:p>
    <w:p w14:paraId="308502C1" w14:textId="77777777" w:rsidR="006D4449" w:rsidRDefault="006D4449" w:rsidP="006D4449">
      <w:r>
        <w:t>358.4361</w:t>
      </w:r>
      <w:r>
        <w:tab/>
        <w:t>2.025e0</w:t>
      </w:r>
    </w:p>
    <w:p w14:paraId="79C762CD" w14:textId="77777777" w:rsidR="006D4449" w:rsidRDefault="006D4449" w:rsidP="006D4449">
      <w:r>
        <w:t>358.4720</w:t>
      </w:r>
      <w:r>
        <w:tab/>
        <w:t>3.038e0</w:t>
      </w:r>
    </w:p>
    <w:p w14:paraId="7126579E" w14:textId="77777777" w:rsidR="006D4449" w:rsidRDefault="006D4449" w:rsidP="006D4449">
      <w:r>
        <w:t>358.4773</w:t>
      </w:r>
      <w:r>
        <w:tab/>
        <w:t>1.013e0</w:t>
      </w:r>
    </w:p>
    <w:p w14:paraId="66FC400F" w14:textId="77777777" w:rsidR="006D4449" w:rsidRDefault="006D4449" w:rsidP="006D4449">
      <w:r>
        <w:t>358.4830</w:t>
      </w:r>
      <w:r>
        <w:tab/>
        <w:t>2.025e0</w:t>
      </w:r>
    </w:p>
    <w:p w14:paraId="76325C6F" w14:textId="77777777" w:rsidR="006D4449" w:rsidRDefault="006D4449" w:rsidP="006D4449">
      <w:r>
        <w:t>358.4921</w:t>
      </w:r>
      <w:r>
        <w:tab/>
        <w:t>3.038e0</w:t>
      </w:r>
    </w:p>
    <w:p w14:paraId="0510F820" w14:textId="77777777" w:rsidR="006D4449" w:rsidRDefault="006D4449" w:rsidP="006D4449">
      <w:r>
        <w:lastRenderedPageBreak/>
        <w:t>358.5125</w:t>
      </w:r>
      <w:r>
        <w:tab/>
        <w:t>1.013e0</w:t>
      </w:r>
    </w:p>
    <w:p w14:paraId="770BA961" w14:textId="77777777" w:rsidR="006D4449" w:rsidRDefault="006D4449" w:rsidP="006D4449">
      <w:r>
        <w:t>358.5504</w:t>
      </w:r>
      <w:r>
        <w:tab/>
        <w:t>3.038e0</w:t>
      </w:r>
    </w:p>
    <w:p w14:paraId="156DF291" w14:textId="77777777" w:rsidR="006D4449" w:rsidRDefault="006D4449" w:rsidP="006D4449">
      <w:r>
        <w:t>358.5602</w:t>
      </w:r>
      <w:r>
        <w:tab/>
        <w:t>2.025e0</w:t>
      </w:r>
    </w:p>
    <w:p w14:paraId="35FF4FC3" w14:textId="77777777" w:rsidR="006D4449" w:rsidRDefault="006D4449" w:rsidP="006D4449">
      <w:r>
        <w:t>358.5711</w:t>
      </w:r>
      <w:r>
        <w:tab/>
        <w:t>3.038e0</w:t>
      </w:r>
    </w:p>
    <w:p w14:paraId="1EA3B054" w14:textId="77777777" w:rsidR="006D4449" w:rsidRDefault="006D4449" w:rsidP="006D4449">
      <w:r>
        <w:t>358.6037</w:t>
      </w:r>
      <w:r>
        <w:tab/>
        <w:t>2.025e0</w:t>
      </w:r>
    </w:p>
    <w:p w14:paraId="08B03ABF" w14:textId="77777777" w:rsidR="006D4449" w:rsidRDefault="006D4449" w:rsidP="006D4449">
      <w:r>
        <w:t>358.6086</w:t>
      </w:r>
      <w:r>
        <w:tab/>
        <w:t>1.013e0</w:t>
      </w:r>
    </w:p>
    <w:p w14:paraId="6BCA55A6" w14:textId="77777777" w:rsidR="006D4449" w:rsidRDefault="006D4449" w:rsidP="006D4449">
      <w:r>
        <w:t>358.6205</w:t>
      </w:r>
      <w:r>
        <w:tab/>
        <w:t>1.013e0</w:t>
      </w:r>
    </w:p>
    <w:p w14:paraId="4C44BE36" w14:textId="77777777" w:rsidR="006D4449" w:rsidRDefault="006D4449" w:rsidP="006D4449">
      <w:r>
        <w:t>358.6565</w:t>
      </w:r>
      <w:r>
        <w:tab/>
        <w:t>2.025e0</w:t>
      </w:r>
    </w:p>
    <w:p w14:paraId="0441EFAB" w14:textId="77777777" w:rsidR="006D4449" w:rsidRDefault="006D4449" w:rsidP="006D4449">
      <w:r>
        <w:t>358.6638</w:t>
      </w:r>
      <w:r>
        <w:tab/>
        <w:t>1.013e0</w:t>
      </w:r>
    </w:p>
    <w:p w14:paraId="7094229F" w14:textId="77777777" w:rsidR="006D4449" w:rsidRDefault="006D4449" w:rsidP="006D4449">
      <w:r>
        <w:t>358.6910</w:t>
      </w:r>
      <w:r>
        <w:tab/>
        <w:t>1.013e0</w:t>
      </w:r>
    </w:p>
    <w:p w14:paraId="7E01341B" w14:textId="77777777" w:rsidR="006D4449" w:rsidRDefault="006D4449" w:rsidP="006D4449">
      <w:r>
        <w:t>358.6966</w:t>
      </w:r>
      <w:r>
        <w:tab/>
        <w:t>2.807e0</w:t>
      </w:r>
    </w:p>
    <w:p w14:paraId="0F38E3E0" w14:textId="77777777" w:rsidR="006D4449" w:rsidRDefault="006D4449" w:rsidP="006D4449">
      <w:r>
        <w:t>358.7157</w:t>
      </w:r>
      <w:r>
        <w:tab/>
        <w:t>3.038e0</w:t>
      </w:r>
    </w:p>
    <w:p w14:paraId="148AC9CA" w14:textId="77777777" w:rsidR="006D4449" w:rsidRDefault="006D4449" w:rsidP="006D4449">
      <w:r>
        <w:t>358.7412</w:t>
      </w:r>
      <w:r>
        <w:tab/>
        <w:t>2.025e0</w:t>
      </w:r>
    </w:p>
    <w:p w14:paraId="2B6C13D0" w14:textId="77777777" w:rsidR="006D4449" w:rsidRDefault="006D4449" w:rsidP="006D4449">
      <w:r>
        <w:t>358.7614</w:t>
      </w:r>
      <w:r>
        <w:tab/>
        <w:t>4.051e0</w:t>
      </w:r>
    </w:p>
    <w:p w14:paraId="6C40ECB3" w14:textId="77777777" w:rsidR="006D4449" w:rsidRDefault="006D4449" w:rsidP="006D4449">
      <w:r>
        <w:t>358.7752</w:t>
      </w:r>
      <w:r>
        <w:tab/>
        <w:t>1.013e0</w:t>
      </w:r>
    </w:p>
    <w:p w14:paraId="11C57C93" w14:textId="77777777" w:rsidR="006D4449" w:rsidRDefault="006D4449" w:rsidP="006D4449">
      <w:r>
        <w:t>358.7840</w:t>
      </w:r>
      <w:r>
        <w:tab/>
        <w:t>1.013e0</w:t>
      </w:r>
    </w:p>
    <w:p w14:paraId="6048DC75" w14:textId="77777777" w:rsidR="006D4449" w:rsidRDefault="006D4449" w:rsidP="006D4449">
      <w:r>
        <w:t>358.8121</w:t>
      </w:r>
      <w:r>
        <w:tab/>
        <w:t>1.013e0</w:t>
      </w:r>
    </w:p>
    <w:p w14:paraId="663E522A" w14:textId="77777777" w:rsidR="006D4449" w:rsidRDefault="006D4449" w:rsidP="006D4449">
      <w:r>
        <w:t>358.8226</w:t>
      </w:r>
      <w:r>
        <w:tab/>
        <w:t>2.025e0</w:t>
      </w:r>
    </w:p>
    <w:p w14:paraId="7FE2F10B" w14:textId="77777777" w:rsidR="006D4449" w:rsidRDefault="006D4449" w:rsidP="006D4449">
      <w:r>
        <w:t>358.8335</w:t>
      </w:r>
      <w:r>
        <w:tab/>
        <w:t>2.025e0</w:t>
      </w:r>
    </w:p>
    <w:p w14:paraId="40462064" w14:textId="77777777" w:rsidR="006D4449" w:rsidRDefault="006D4449" w:rsidP="006D4449">
      <w:r>
        <w:lastRenderedPageBreak/>
        <w:t>358.8649</w:t>
      </w:r>
      <w:r>
        <w:tab/>
        <w:t>1.013e0</w:t>
      </w:r>
    </w:p>
    <w:p w14:paraId="5D557DA9" w14:textId="77777777" w:rsidR="006D4449" w:rsidRDefault="006D4449" w:rsidP="006D4449">
      <w:r>
        <w:t>358.8826</w:t>
      </w:r>
      <w:r>
        <w:tab/>
        <w:t>1.013e0</w:t>
      </w:r>
    </w:p>
    <w:p w14:paraId="33C2945D" w14:textId="77777777" w:rsidR="006D4449" w:rsidRDefault="006D4449" w:rsidP="006D4449">
      <w:r>
        <w:t>358.9411</w:t>
      </w:r>
      <w:r>
        <w:tab/>
        <w:t>1.519e1</w:t>
      </w:r>
    </w:p>
    <w:p w14:paraId="4AC270B4" w14:textId="77777777" w:rsidR="006D4449" w:rsidRDefault="006D4449" w:rsidP="006D4449">
      <w:r>
        <w:t>358.9429</w:t>
      </w:r>
      <w:r>
        <w:tab/>
        <w:t>1.562e1</w:t>
      </w:r>
    </w:p>
    <w:p w14:paraId="206A76B8" w14:textId="77777777" w:rsidR="006D4449" w:rsidRDefault="006D4449" w:rsidP="006D4449">
      <w:r>
        <w:t>358.9608</w:t>
      </w:r>
      <w:r>
        <w:tab/>
        <w:t>8.101e0</w:t>
      </w:r>
    </w:p>
    <w:p w14:paraId="2F5935B4" w14:textId="77777777" w:rsidR="006D4449" w:rsidRDefault="006D4449" w:rsidP="006D4449">
      <w:r>
        <w:t>358.9919</w:t>
      </w:r>
      <w:r>
        <w:tab/>
        <w:t>1.975e0</w:t>
      </w:r>
    </w:p>
    <w:p w14:paraId="0C6E1176" w14:textId="77777777" w:rsidR="006D4449" w:rsidRDefault="006D4449" w:rsidP="006D4449">
      <w:r>
        <w:t>359.0154</w:t>
      </w:r>
      <w:r>
        <w:tab/>
        <w:t>2.025e0</w:t>
      </w:r>
    </w:p>
    <w:p w14:paraId="75A091E3" w14:textId="77777777" w:rsidR="006D4449" w:rsidRDefault="006D4449" w:rsidP="006D4449">
      <w:r>
        <w:t>359.0193</w:t>
      </w:r>
      <w:r>
        <w:tab/>
        <w:t>2.025e0</w:t>
      </w:r>
    </w:p>
    <w:p w14:paraId="2C09B03F" w14:textId="77777777" w:rsidR="006D4449" w:rsidRDefault="006D4449" w:rsidP="006D4449">
      <w:r>
        <w:t>359.0572</w:t>
      </w:r>
      <w:r>
        <w:tab/>
        <w:t>1.013e0</w:t>
      </w:r>
    </w:p>
    <w:p w14:paraId="0ABB2141" w14:textId="77777777" w:rsidR="006D4449" w:rsidRDefault="006D4449" w:rsidP="006D4449">
      <w:r>
        <w:t>359.0644</w:t>
      </w:r>
      <w:r>
        <w:tab/>
        <w:t>1.013e0</w:t>
      </w:r>
    </w:p>
    <w:p w14:paraId="47F76F36" w14:textId="77777777" w:rsidR="006D4449" w:rsidRDefault="006D4449" w:rsidP="006D4449">
      <w:r>
        <w:t>359.0941</w:t>
      </w:r>
      <w:r>
        <w:tab/>
        <w:t>5.591e0</w:t>
      </w:r>
    </w:p>
    <w:p w14:paraId="7A725816" w14:textId="77777777" w:rsidR="006D4449" w:rsidRDefault="006D4449" w:rsidP="006D4449">
      <w:r>
        <w:t>359.1125</w:t>
      </w:r>
      <w:r>
        <w:tab/>
        <w:t>4.849e0</w:t>
      </w:r>
    </w:p>
    <w:p w14:paraId="0FAA2C4C" w14:textId="77777777" w:rsidR="006D4449" w:rsidRDefault="006D4449" w:rsidP="006D4449">
      <w:r>
        <w:t>359.1153</w:t>
      </w:r>
      <w:r>
        <w:tab/>
        <w:t>4.969e0</w:t>
      </w:r>
    </w:p>
    <w:p w14:paraId="0E720D18" w14:textId="77777777" w:rsidR="006D4449" w:rsidRDefault="006D4449" w:rsidP="006D4449">
      <w:r>
        <w:t>359.1343</w:t>
      </w:r>
      <w:r>
        <w:tab/>
        <w:t>2.338e0</w:t>
      </w:r>
    </w:p>
    <w:p w14:paraId="486D0F03" w14:textId="77777777" w:rsidR="006D4449" w:rsidRDefault="006D4449" w:rsidP="006D4449">
      <w:r>
        <w:t>359.2040</w:t>
      </w:r>
      <w:r>
        <w:tab/>
        <w:t>2.824e0</w:t>
      </w:r>
    </w:p>
    <w:p w14:paraId="1AE5AFE6" w14:textId="77777777" w:rsidR="006D4449" w:rsidRDefault="006D4449" w:rsidP="006D4449">
      <w:r>
        <w:t>359.2104</w:t>
      </w:r>
      <w:r>
        <w:tab/>
        <w:t>3.038e0</w:t>
      </w:r>
    </w:p>
    <w:p w14:paraId="7899BACE" w14:textId="77777777" w:rsidR="006D4449" w:rsidRDefault="006D4449" w:rsidP="006D4449">
      <w:r>
        <w:t>359.2223</w:t>
      </w:r>
      <w:r>
        <w:tab/>
        <w:t>4.050e0</w:t>
      </w:r>
    </w:p>
    <w:p w14:paraId="3CA07024" w14:textId="77777777" w:rsidR="006D4449" w:rsidRDefault="006D4449" w:rsidP="006D4449">
      <w:r>
        <w:t>359.2758</w:t>
      </w:r>
      <w:r>
        <w:tab/>
        <w:t>1.013e0</w:t>
      </w:r>
    </w:p>
    <w:p w14:paraId="71FADFEE" w14:textId="77777777" w:rsidR="006D4449" w:rsidRDefault="006D4449" w:rsidP="006D4449">
      <w:r>
        <w:t>359.2862</w:t>
      </w:r>
      <w:r>
        <w:tab/>
        <w:t>2.025e0</w:t>
      </w:r>
    </w:p>
    <w:p w14:paraId="406D98E9" w14:textId="77777777" w:rsidR="006D4449" w:rsidRDefault="006D4449" w:rsidP="006D4449">
      <w:r>
        <w:lastRenderedPageBreak/>
        <w:t>359.2881</w:t>
      </w:r>
      <w:r>
        <w:tab/>
        <w:t>1.013e0</w:t>
      </w:r>
    </w:p>
    <w:p w14:paraId="478FE867" w14:textId="77777777" w:rsidR="006D4449" w:rsidRDefault="006D4449" w:rsidP="006D4449">
      <w:r>
        <w:t>359.2897</w:t>
      </w:r>
      <w:r>
        <w:tab/>
        <w:t>4.051e0</w:t>
      </w:r>
    </w:p>
    <w:p w14:paraId="76D39560" w14:textId="77777777" w:rsidR="006D4449" w:rsidRDefault="006D4449" w:rsidP="006D4449">
      <w:r>
        <w:t>359.3230</w:t>
      </w:r>
      <w:r>
        <w:tab/>
        <w:t>1.013e0</w:t>
      </w:r>
    </w:p>
    <w:p w14:paraId="2E167B89" w14:textId="77777777" w:rsidR="006D4449" w:rsidRDefault="006D4449" w:rsidP="006D4449">
      <w:r>
        <w:t>359.3330</w:t>
      </w:r>
      <w:r>
        <w:tab/>
        <w:t>1.013e0</w:t>
      </w:r>
    </w:p>
    <w:p w14:paraId="2F8E13C2" w14:textId="77777777" w:rsidR="006D4449" w:rsidRDefault="006D4449" w:rsidP="006D4449">
      <w:r>
        <w:t>359.3379</w:t>
      </w:r>
      <w:r>
        <w:tab/>
        <w:t>1.013e0</w:t>
      </w:r>
    </w:p>
    <w:p w14:paraId="7898BCE9" w14:textId="77777777" w:rsidR="006D4449" w:rsidRDefault="006D4449" w:rsidP="006D4449">
      <w:r>
        <w:t>359.3895</w:t>
      </w:r>
      <w:r>
        <w:tab/>
        <w:t>1.013e0</w:t>
      </w:r>
    </w:p>
    <w:p w14:paraId="169422C5" w14:textId="77777777" w:rsidR="006D4449" w:rsidRDefault="006D4449" w:rsidP="006D4449">
      <w:r>
        <w:t>359.4128</w:t>
      </w:r>
      <w:r>
        <w:tab/>
        <w:t>1.013e0</w:t>
      </w:r>
    </w:p>
    <w:p w14:paraId="4C06973D" w14:textId="77777777" w:rsidR="006D4449" w:rsidRDefault="006D4449" w:rsidP="006D4449">
      <w:r>
        <w:t>359.4307</w:t>
      </w:r>
      <w:r>
        <w:tab/>
        <w:t>2.025e0</w:t>
      </w:r>
    </w:p>
    <w:p w14:paraId="33E4D76D" w14:textId="77777777" w:rsidR="006D4449" w:rsidRDefault="006D4449" w:rsidP="006D4449">
      <w:r>
        <w:t>359.4470</w:t>
      </w:r>
      <w:r>
        <w:tab/>
        <w:t>1.013e0</w:t>
      </w:r>
    </w:p>
    <w:p w14:paraId="6D294963" w14:textId="77777777" w:rsidR="006D4449" w:rsidRDefault="006D4449" w:rsidP="006D4449">
      <w:r>
        <w:t>359.4550</w:t>
      </w:r>
      <w:r>
        <w:tab/>
        <w:t>1.013e0</w:t>
      </w:r>
    </w:p>
    <w:p w14:paraId="63F13E2B" w14:textId="77777777" w:rsidR="006D4449" w:rsidRDefault="006D4449" w:rsidP="006D4449">
      <w:r>
        <w:t>359.5058</w:t>
      </w:r>
      <w:r>
        <w:tab/>
        <w:t>1.013e0</w:t>
      </w:r>
    </w:p>
    <w:p w14:paraId="38EAE458" w14:textId="77777777" w:rsidR="006D4449" w:rsidRDefault="006D4449" w:rsidP="006D4449">
      <w:r>
        <w:t>359.5369</w:t>
      </w:r>
      <w:r>
        <w:tab/>
        <w:t>1.013e0</w:t>
      </w:r>
    </w:p>
    <w:p w14:paraId="2646CCF3" w14:textId="77777777" w:rsidR="006D4449" w:rsidRDefault="006D4449" w:rsidP="006D4449">
      <w:r>
        <w:t>359.5448</w:t>
      </w:r>
      <w:r>
        <w:tab/>
        <w:t>1.013e0</w:t>
      </w:r>
    </w:p>
    <w:p w14:paraId="05315CF9" w14:textId="77777777" w:rsidR="006D4449" w:rsidRDefault="006D4449" w:rsidP="006D4449">
      <w:r>
        <w:t>359.5553</w:t>
      </w:r>
      <w:r>
        <w:tab/>
        <w:t>1.013e0</w:t>
      </w:r>
    </w:p>
    <w:p w14:paraId="51C87600" w14:textId="77777777" w:rsidR="006D4449" w:rsidRDefault="006D4449" w:rsidP="006D4449">
      <w:r>
        <w:t>359.5690</w:t>
      </w:r>
      <w:r>
        <w:tab/>
        <w:t>1.013e0</w:t>
      </w:r>
    </w:p>
    <w:p w14:paraId="1263CB06" w14:textId="77777777" w:rsidR="006D4449" w:rsidRDefault="006D4449" w:rsidP="006D4449">
      <w:r>
        <w:t>359.6347</w:t>
      </w:r>
      <w:r>
        <w:tab/>
        <w:t>1.013e0</w:t>
      </w:r>
    </w:p>
    <w:p w14:paraId="197063AC" w14:textId="77777777" w:rsidR="006D4449" w:rsidRDefault="006D4449" w:rsidP="006D4449">
      <w:r>
        <w:t>359.6699</w:t>
      </w:r>
      <w:r>
        <w:tab/>
        <w:t>1.013e0</w:t>
      </w:r>
    </w:p>
    <w:p w14:paraId="07AC83B2" w14:textId="77777777" w:rsidR="006D4449" w:rsidRDefault="006D4449" w:rsidP="006D4449">
      <w:r>
        <w:t>359.6788</w:t>
      </w:r>
      <w:r>
        <w:tab/>
        <w:t>2.025e0</w:t>
      </w:r>
    </w:p>
    <w:p w14:paraId="0044FEB6" w14:textId="77777777" w:rsidR="006D4449" w:rsidRDefault="006D4449" w:rsidP="006D4449">
      <w:r>
        <w:t>359.6988</w:t>
      </w:r>
      <w:r>
        <w:tab/>
        <w:t>1.013e0</w:t>
      </w:r>
    </w:p>
    <w:p w14:paraId="71EC44AF" w14:textId="77777777" w:rsidR="006D4449" w:rsidRDefault="006D4449" w:rsidP="006D4449">
      <w:r>
        <w:lastRenderedPageBreak/>
        <w:t>359.7087</w:t>
      </w:r>
      <w:r>
        <w:tab/>
        <w:t>2.025e0</w:t>
      </w:r>
    </w:p>
    <w:p w14:paraId="1013F31A" w14:textId="77777777" w:rsidR="006D4449" w:rsidRDefault="006D4449" w:rsidP="006D4449">
      <w:r>
        <w:t>359.7191</w:t>
      </w:r>
      <w:r>
        <w:tab/>
        <w:t>3.038e0</w:t>
      </w:r>
    </w:p>
    <w:p w14:paraId="6861E22B" w14:textId="77777777" w:rsidR="006D4449" w:rsidRDefault="006D4449" w:rsidP="006D4449">
      <w:r>
        <w:t>359.7295</w:t>
      </w:r>
      <w:r>
        <w:tab/>
        <w:t>1.013e0</w:t>
      </w:r>
    </w:p>
    <w:p w14:paraId="0E2E6E88" w14:textId="77777777" w:rsidR="006D4449" w:rsidRDefault="006D4449" w:rsidP="006D4449">
      <w:r>
        <w:t>359.7374</w:t>
      </w:r>
      <w:r>
        <w:tab/>
        <w:t>2.025e0</w:t>
      </w:r>
    </w:p>
    <w:p w14:paraId="265301E4" w14:textId="77777777" w:rsidR="006D4449" w:rsidRDefault="006D4449" w:rsidP="006D4449">
      <w:r>
        <w:t>359.7503</w:t>
      </w:r>
      <w:r>
        <w:tab/>
        <w:t>1.013e0</w:t>
      </w:r>
    </w:p>
    <w:p w14:paraId="597C614B" w14:textId="77777777" w:rsidR="006D4449" w:rsidRDefault="006D4449" w:rsidP="006D4449">
      <w:r>
        <w:t>359.7581</w:t>
      </w:r>
      <w:r>
        <w:tab/>
        <w:t>2.025e0</w:t>
      </w:r>
    </w:p>
    <w:p w14:paraId="13AD4F71" w14:textId="77777777" w:rsidR="006D4449" w:rsidRDefault="006D4449" w:rsidP="006D4449">
      <w:r>
        <w:t>359.8017</w:t>
      </w:r>
      <w:r>
        <w:tab/>
        <w:t>1.013e0</w:t>
      </w:r>
    </w:p>
    <w:p w14:paraId="7ACD69AE" w14:textId="77777777" w:rsidR="006D4449" w:rsidRDefault="006D4449" w:rsidP="006D4449">
      <w:r>
        <w:t>359.8044</w:t>
      </w:r>
      <w:r>
        <w:tab/>
        <w:t>3.317e0</w:t>
      </w:r>
    </w:p>
    <w:p w14:paraId="355C2AED" w14:textId="77777777" w:rsidR="006D4449" w:rsidRDefault="006D4449" w:rsidP="006D4449">
      <w:r>
        <w:t>359.8196</w:t>
      </w:r>
      <w:r>
        <w:tab/>
        <w:t>2.025e0</w:t>
      </w:r>
    </w:p>
    <w:p w14:paraId="2BE7A389" w14:textId="77777777" w:rsidR="006D4449" w:rsidRDefault="006D4449" w:rsidP="006D4449">
      <w:r>
        <w:t>359.8318</w:t>
      </w:r>
      <w:r>
        <w:tab/>
        <w:t>3.038e0</w:t>
      </w:r>
    </w:p>
    <w:p w14:paraId="707985A6" w14:textId="77777777" w:rsidR="006D4449" w:rsidRDefault="006D4449" w:rsidP="006D4449">
      <w:r>
        <w:t>359.8373</w:t>
      </w:r>
      <w:r>
        <w:tab/>
        <w:t>1.013e0</w:t>
      </w:r>
    </w:p>
    <w:p w14:paraId="01092B11" w14:textId="77777777" w:rsidR="006D4449" w:rsidRDefault="006D4449" w:rsidP="006D4449">
      <w:r>
        <w:t>359.9087</w:t>
      </w:r>
      <w:r>
        <w:tab/>
        <w:t>8.101e0</w:t>
      </w:r>
    </w:p>
    <w:p w14:paraId="57C5E518" w14:textId="77777777" w:rsidR="006D4449" w:rsidRDefault="006D4449" w:rsidP="006D4449">
      <w:r>
        <w:t>359.9136</w:t>
      </w:r>
      <w:r>
        <w:tab/>
        <w:t>2.025e0</w:t>
      </w:r>
    </w:p>
    <w:p w14:paraId="5DF2B338" w14:textId="77777777" w:rsidR="006D4449" w:rsidRDefault="006D4449" w:rsidP="006D4449">
      <w:r>
        <w:t>359.9308</w:t>
      </w:r>
      <w:r>
        <w:tab/>
        <w:t>2.025e0</w:t>
      </w:r>
    </w:p>
    <w:p w14:paraId="42D2470E" w14:textId="77777777" w:rsidR="006D4449" w:rsidRDefault="006D4449" w:rsidP="006D4449">
      <w:r>
        <w:t>359.9465</w:t>
      </w:r>
      <w:r>
        <w:tab/>
        <w:t>4.051e0</w:t>
      </w:r>
    </w:p>
    <w:p w14:paraId="17FCCA84" w14:textId="77777777" w:rsidR="006D4449" w:rsidRDefault="006D4449" w:rsidP="006D4449">
      <w:r>
        <w:t>359.9643</w:t>
      </w:r>
      <w:r>
        <w:tab/>
        <w:t>6.076e0</w:t>
      </w:r>
    </w:p>
    <w:p w14:paraId="57F1E90B" w14:textId="77777777" w:rsidR="006D4449" w:rsidRDefault="006D4449" w:rsidP="006D4449">
      <w:r>
        <w:t>359.9826</w:t>
      </w:r>
      <w:r>
        <w:tab/>
        <w:t>4.904e0</w:t>
      </w:r>
    </w:p>
    <w:p w14:paraId="76862296" w14:textId="77777777" w:rsidR="006D4449" w:rsidRDefault="006D4449" w:rsidP="006D4449">
      <w:r>
        <w:t>359.9922</w:t>
      </w:r>
      <w:r>
        <w:tab/>
        <w:t>3.038e0</w:t>
      </w:r>
    </w:p>
    <w:p w14:paraId="12E9BB4C" w14:textId="77777777" w:rsidR="006D4449" w:rsidRDefault="006D4449" w:rsidP="006D4449">
      <w:r>
        <w:t>360.0101</w:t>
      </w:r>
      <w:r>
        <w:tab/>
        <w:t>2.025e0</w:t>
      </w:r>
    </w:p>
    <w:p w14:paraId="2BC30E2E" w14:textId="77777777" w:rsidR="006D4449" w:rsidRDefault="006D4449" w:rsidP="006D4449">
      <w:r>
        <w:lastRenderedPageBreak/>
        <w:t>360.0233</w:t>
      </w:r>
      <w:r>
        <w:tab/>
        <w:t>2.025e0</w:t>
      </w:r>
    </w:p>
    <w:p w14:paraId="7503BDB2" w14:textId="77777777" w:rsidR="006D4449" w:rsidRDefault="006D4449" w:rsidP="006D4449">
      <w:r>
        <w:t>360.0444</w:t>
      </w:r>
      <w:r>
        <w:tab/>
        <w:t>3.038e0</w:t>
      </w:r>
    </w:p>
    <w:p w14:paraId="2B913E57" w14:textId="77777777" w:rsidR="006D4449" w:rsidRDefault="006D4449" w:rsidP="006D4449">
      <w:r>
        <w:t>360.0572</w:t>
      </w:r>
      <w:r>
        <w:tab/>
        <w:t>1.013e0</w:t>
      </w:r>
    </w:p>
    <w:p w14:paraId="7E116000" w14:textId="77777777" w:rsidR="006D4449" w:rsidRDefault="006D4449" w:rsidP="006D4449">
      <w:r>
        <w:t>360.0771</w:t>
      </w:r>
      <w:r>
        <w:tab/>
        <w:t>5.063e0</w:t>
      </w:r>
    </w:p>
    <w:p w14:paraId="7B9CDC61" w14:textId="77777777" w:rsidR="006D4449" w:rsidRDefault="006D4449" w:rsidP="006D4449">
      <w:r>
        <w:t>360.1208</w:t>
      </w:r>
      <w:r>
        <w:tab/>
        <w:t>1.886e0</w:t>
      </w:r>
    </w:p>
    <w:p w14:paraId="4BBF6328" w14:textId="77777777" w:rsidR="006D4449" w:rsidRDefault="006D4449" w:rsidP="006D4449">
      <w:r>
        <w:t>360.1405</w:t>
      </w:r>
      <w:r>
        <w:tab/>
        <w:t>3.996e0</w:t>
      </w:r>
    </w:p>
    <w:p w14:paraId="084BE15B" w14:textId="77777777" w:rsidR="006D4449" w:rsidRDefault="006D4449" w:rsidP="006D4449">
      <w:r>
        <w:t>360.1443</w:t>
      </w:r>
      <w:r>
        <w:tab/>
        <w:t>1.407e0</w:t>
      </w:r>
    </w:p>
    <w:p w14:paraId="62112225" w14:textId="77777777" w:rsidR="006D4449" w:rsidRDefault="006D4449" w:rsidP="006D4449">
      <w:r>
        <w:t>360.1654</w:t>
      </w:r>
      <w:r>
        <w:tab/>
        <w:t>2.025e0</w:t>
      </w:r>
    </w:p>
    <w:p w14:paraId="4657C739" w14:textId="77777777" w:rsidR="006D4449" w:rsidRDefault="006D4449" w:rsidP="006D4449">
      <w:r>
        <w:t>360.1761</w:t>
      </w:r>
      <w:r>
        <w:tab/>
        <w:t>2.660e0</w:t>
      </w:r>
    </w:p>
    <w:p w14:paraId="3082B11F" w14:textId="77777777" w:rsidR="006D4449" w:rsidRDefault="006D4449" w:rsidP="006D4449">
      <w:r>
        <w:t>360.1886</w:t>
      </w:r>
      <w:r>
        <w:tab/>
        <w:t>9.229e0</w:t>
      </w:r>
    </w:p>
    <w:p w14:paraId="20D1BCD1" w14:textId="77777777" w:rsidR="006D4449" w:rsidRDefault="006D4449" w:rsidP="006D4449">
      <w:r>
        <w:t>360.2137</w:t>
      </w:r>
      <w:r>
        <w:tab/>
        <w:t>2.664e0</w:t>
      </w:r>
    </w:p>
    <w:p w14:paraId="29456D80" w14:textId="77777777" w:rsidR="006D4449" w:rsidRDefault="006D4449" w:rsidP="006D4449">
      <w:r>
        <w:t>360.2213</w:t>
      </w:r>
      <w:r>
        <w:tab/>
        <w:t>6.076e0</w:t>
      </w:r>
    </w:p>
    <w:p w14:paraId="67869D97" w14:textId="77777777" w:rsidR="006D4449" w:rsidRDefault="006D4449" w:rsidP="006D4449">
      <w:r>
        <w:t>360.2367</w:t>
      </w:r>
      <w:r>
        <w:tab/>
        <w:t>4.700e0</w:t>
      </w:r>
    </w:p>
    <w:p w14:paraId="32589EBF" w14:textId="77777777" w:rsidR="006D4449" w:rsidRDefault="006D4449" w:rsidP="006D4449">
      <w:r>
        <w:t>360.2432</w:t>
      </w:r>
      <w:r>
        <w:tab/>
        <w:t>3.816e0</w:t>
      </w:r>
    </w:p>
    <w:p w14:paraId="0CCEC6A7" w14:textId="77777777" w:rsidR="006D4449" w:rsidRDefault="006D4449" w:rsidP="006D4449">
      <w:r>
        <w:t>360.2758</w:t>
      </w:r>
      <w:r>
        <w:tab/>
        <w:t>1.013e0</w:t>
      </w:r>
    </w:p>
    <w:p w14:paraId="73A7B029" w14:textId="77777777" w:rsidR="006D4449" w:rsidRDefault="006D4449" w:rsidP="006D4449">
      <w:r>
        <w:t>360.2903</w:t>
      </w:r>
      <w:r>
        <w:tab/>
        <w:t>1.013e0</w:t>
      </w:r>
    </w:p>
    <w:p w14:paraId="031DF748" w14:textId="77777777" w:rsidR="006D4449" w:rsidRDefault="006D4449" w:rsidP="006D4449">
      <w:r>
        <w:t>360.2967</w:t>
      </w:r>
      <w:r>
        <w:tab/>
        <w:t>1.013e0</w:t>
      </w:r>
    </w:p>
    <w:p w14:paraId="2FA4254D" w14:textId="77777777" w:rsidR="006D4449" w:rsidRDefault="006D4449" w:rsidP="006D4449">
      <w:r>
        <w:t>360.3290</w:t>
      </w:r>
      <w:r>
        <w:tab/>
        <w:t>2.025e0</w:t>
      </w:r>
    </w:p>
    <w:p w14:paraId="4737D1E4" w14:textId="77777777" w:rsidR="006D4449" w:rsidRDefault="006D4449" w:rsidP="006D4449">
      <w:r>
        <w:t>360.3353</w:t>
      </w:r>
      <w:r>
        <w:tab/>
        <w:t>1.013e0</w:t>
      </w:r>
    </w:p>
    <w:p w14:paraId="437BFD48" w14:textId="77777777" w:rsidR="006D4449" w:rsidRDefault="006D4449" w:rsidP="006D4449">
      <w:r>
        <w:lastRenderedPageBreak/>
        <w:t>360.3519</w:t>
      </w:r>
      <w:r>
        <w:tab/>
        <w:t>4.051e0</w:t>
      </w:r>
    </w:p>
    <w:p w14:paraId="06B08AC0" w14:textId="77777777" w:rsidR="006D4449" w:rsidRDefault="006D4449" w:rsidP="006D4449">
      <w:r>
        <w:t>360.3867</w:t>
      </w:r>
      <w:r>
        <w:tab/>
        <w:t>1.013e0</w:t>
      </w:r>
    </w:p>
    <w:p w14:paraId="3DC7A830" w14:textId="77777777" w:rsidR="006D4449" w:rsidRDefault="006D4449" w:rsidP="006D4449">
      <w:r>
        <w:t>360.3929</w:t>
      </w:r>
      <w:r>
        <w:tab/>
        <w:t>3.038e0</w:t>
      </w:r>
    </w:p>
    <w:p w14:paraId="2F8C1B5F" w14:textId="77777777" w:rsidR="006D4449" w:rsidRDefault="006D4449" w:rsidP="006D4449">
      <w:r>
        <w:t>360.4263</w:t>
      </w:r>
      <w:r>
        <w:tab/>
        <w:t>1.013e0</w:t>
      </w:r>
    </w:p>
    <w:p w14:paraId="2D02CE80" w14:textId="77777777" w:rsidR="006D4449" w:rsidRDefault="006D4449" w:rsidP="006D4449">
      <w:r>
        <w:t>360.4382</w:t>
      </w:r>
      <w:r>
        <w:tab/>
        <w:t>1.013e0</w:t>
      </w:r>
    </w:p>
    <w:p w14:paraId="5FB8C6CF" w14:textId="77777777" w:rsidR="006D4449" w:rsidRDefault="006D4449" w:rsidP="006D4449">
      <w:r>
        <w:t>360.4832</w:t>
      </w:r>
      <w:r>
        <w:tab/>
        <w:t>1.013e0</w:t>
      </w:r>
    </w:p>
    <w:p w14:paraId="4EAFE9E3" w14:textId="77777777" w:rsidR="006D4449" w:rsidRDefault="006D4449" w:rsidP="006D4449">
      <w:r>
        <w:t>360.4875</w:t>
      </w:r>
      <w:r>
        <w:tab/>
        <w:t>2.025e0</w:t>
      </w:r>
    </w:p>
    <w:p w14:paraId="4DAC7884" w14:textId="77777777" w:rsidR="006D4449" w:rsidRDefault="006D4449" w:rsidP="006D4449">
      <w:r>
        <w:t>360.4890</w:t>
      </w:r>
      <w:r>
        <w:tab/>
        <w:t>1.013e0</w:t>
      </w:r>
    </w:p>
    <w:p w14:paraId="6C982BA1" w14:textId="77777777" w:rsidR="006D4449" w:rsidRDefault="006D4449" w:rsidP="006D4449">
      <w:r>
        <w:t>360.5657</w:t>
      </w:r>
      <w:r>
        <w:tab/>
        <w:t>1.013e0</w:t>
      </w:r>
    </w:p>
    <w:p w14:paraId="24CEAADD" w14:textId="77777777" w:rsidR="006D4449" w:rsidRDefault="006D4449" w:rsidP="006D4449">
      <w:r>
        <w:t>360.5798</w:t>
      </w:r>
      <w:r>
        <w:tab/>
        <w:t>1.013e0</w:t>
      </w:r>
    </w:p>
    <w:p w14:paraId="277D9F01" w14:textId="77777777" w:rsidR="006D4449" w:rsidRDefault="006D4449" w:rsidP="006D4449">
      <w:r>
        <w:t>360.6005</w:t>
      </w:r>
      <w:r>
        <w:tab/>
        <w:t>2.025e0</w:t>
      </w:r>
    </w:p>
    <w:p w14:paraId="19499E1E" w14:textId="77777777" w:rsidR="006D4449" w:rsidRDefault="006D4449" w:rsidP="006D4449">
      <w:r>
        <w:t>360.6053</w:t>
      </w:r>
      <w:r>
        <w:tab/>
        <w:t>1.013e0</w:t>
      </w:r>
    </w:p>
    <w:p w14:paraId="38439394" w14:textId="77777777" w:rsidR="006D4449" w:rsidRDefault="006D4449" w:rsidP="006D4449">
      <w:r>
        <w:t>360.6216</w:t>
      </w:r>
      <w:r>
        <w:tab/>
        <w:t>2.025e0</w:t>
      </w:r>
    </w:p>
    <w:p w14:paraId="138174D4" w14:textId="77777777" w:rsidR="006D4449" w:rsidRDefault="006D4449" w:rsidP="006D4449">
      <w:r>
        <w:t>360.6820</w:t>
      </w:r>
      <w:r>
        <w:tab/>
        <w:t>1.013e0</w:t>
      </w:r>
    </w:p>
    <w:p w14:paraId="686B973F" w14:textId="77777777" w:rsidR="006D4449" w:rsidRDefault="006D4449" w:rsidP="006D4449">
      <w:r>
        <w:t>360.7047</w:t>
      </w:r>
      <w:r>
        <w:tab/>
        <w:t>2.025e0</w:t>
      </w:r>
    </w:p>
    <w:p w14:paraId="02962881" w14:textId="77777777" w:rsidR="006D4449" w:rsidRDefault="006D4449" w:rsidP="006D4449">
      <w:r>
        <w:t>360.7154</w:t>
      </w:r>
      <w:r>
        <w:tab/>
        <w:t>2.025e0</w:t>
      </w:r>
    </w:p>
    <w:p w14:paraId="559C7D75" w14:textId="77777777" w:rsidR="006D4449" w:rsidRDefault="006D4449" w:rsidP="006D4449">
      <w:r>
        <w:t>360.7502</w:t>
      </w:r>
      <w:r>
        <w:tab/>
        <w:t>1.013e0</w:t>
      </w:r>
    </w:p>
    <w:p w14:paraId="6F85CBDE" w14:textId="77777777" w:rsidR="006D4449" w:rsidRDefault="006D4449" w:rsidP="006D4449">
      <w:r>
        <w:t>360.7558</w:t>
      </w:r>
      <w:r>
        <w:tab/>
        <w:t>2.025e0</w:t>
      </w:r>
    </w:p>
    <w:p w14:paraId="7AEAF6BC" w14:textId="77777777" w:rsidR="006D4449" w:rsidRDefault="006D4449" w:rsidP="006D4449">
      <w:r>
        <w:t>360.7574</w:t>
      </w:r>
      <w:r>
        <w:tab/>
        <w:t>2.025e0</w:t>
      </w:r>
    </w:p>
    <w:p w14:paraId="23088A80" w14:textId="77777777" w:rsidR="006D4449" w:rsidRDefault="006D4449" w:rsidP="006D4449">
      <w:r>
        <w:lastRenderedPageBreak/>
        <w:t>360.7843</w:t>
      </w:r>
      <w:r>
        <w:tab/>
        <w:t>1.013e0</w:t>
      </w:r>
    </w:p>
    <w:p w14:paraId="19B62240" w14:textId="77777777" w:rsidR="006D4449" w:rsidRDefault="006D4449" w:rsidP="006D4449">
      <w:r>
        <w:t>360.7921</w:t>
      </w:r>
      <w:r>
        <w:tab/>
        <w:t>1.013e0</w:t>
      </w:r>
    </w:p>
    <w:p w14:paraId="7B4CAB3E" w14:textId="77777777" w:rsidR="006D4449" w:rsidRDefault="006D4449" w:rsidP="006D4449">
      <w:r>
        <w:t>360.7998</w:t>
      </w:r>
      <w:r>
        <w:tab/>
        <w:t>1.013e0</w:t>
      </w:r>
    </w:p>
    <w:p w14:paraId="475259FE" w14:textId="77777777" w:rsidR="006D4449" w:rsidRDefault="006D4449" w:rsidP="006D4449">
      <w:r>
        <w:t>360.8068</w:t>
      </w:r>
      <w:r>
        <w:tab/>
        <w:t>2.025e0</w:t>
      </w:r>
    </w:p>
    <w:p w14:paraId="3D53317A" w14:textId="77777777" w:rsidR="006D4449" w:rsidRDefault="006D4449" w:rsidP="006D4449">
      <w:r>
        <w:t>360.8551</w:t>
      </w:r>
      <w:r>
        <w:tab/>
        <w:t>1.013e0</w:t>
      </w:r>
    </w:p>
    <w:p w14:paraId="3B9DE4BF" w14:textId="77777777" w:rsidR="006D4449" w:rsidRDefault="006D4449" w:rsidP="006D4449">
      <w:r>
        <w:t>360.9016</w:t>
      </w:r>
      <w:r>
        <w:tab/>
        <w:t>4.051e0</w:t>
      </w:r>
    </w:p>
    <w:p w14:paraId="335D3B8B" w14:textId="77777777" w:rsidR="006D4449" w:rsidRDefault="006D4449" w:rsidP="006D4449">
      <w:r>
        <w:t>360.9079</w:t>
      </w:r>
      <w:r>
        <w:tab/>
        <w:t>3.286e0</w:t>
      </w:r>
    </w:p>
    <w:p w14:paraId="1AC21A44" w14:textId="77777777" w:rsidR="006D4449" w:rsidRDefault="006D4449" w:rsidP="006D4449">
      <w:r>
        <w:t>360.9092</w:t>
      </w:r>
      <w:r>
        <w:tab/>
        <w:t>3.038e0</w:t>
      </w:r>
    </w:p>
    <w:p w14:paraId="23766338" w14:textId="77777777" w:rsidR="006D4449" w:rsidRDefault="006D4449" w:rsidP="006D4449">
      <w:r>
        <w:t>360.9288</w:t>
      </w:r>
      <w:r>
        <w:tab/>
        <w:t>3.038e0</w:t>
      </w:r>
    </w:p>
    <w:p w14:paraId="0FC91DE2" w14:textId="77777777" w:rsidR="006D4449" w:rsidRDefault="006D4449" w:rsidP="006D4449">
      <w:r>
        <w:t>360.9496</w:t>
      </w:r>
      <w:r>
        <w:tab/>
        <w:t>3.038e0</w:t>
      </w:r>
    </w:p>
    <w:p w14:paraId="318C25F8" w14:textId="77777777" w:rsidR="006D4449" w:rsidRDefault="006D4449" w:rsidP="006D4449">
      <w:r>
        <w:t>360.9532</w:t>
      </w:r>
      <w:r>
        <w:tab/>
        <w:t>3.733e0</w:t>
      </w:r>
    </w:p>
    <w:p w14:paraId="68995DC7" w14:textId="77777777" w:rsidR="006D4449" w:rsidRDefault="006D4449" w:rsidP="006D4449">
      <w:r>
        <w:t>360.9586</w:t>
      </w:r>
      <w:r>
        <w:tab/>
        <w:t>6.076e0</w:t>
      </w:r>
    </w:p>
    <w:p w14:paraId="5EAF8E75" w14:textId="77777777" w:rsidR="006D4449" w:rsidRDefault="006D4449" w:rsidP="006D4449">
      <w:r>
        <w:t>360.9851</w:t>
      </w:r>
      <w:r>
        <w:tab/>
        <w:t>4.051e0</w:t>
      </w:r>
    </w:p>
    <w:p w14:paraId="0FF8FF51" w14:textId="77777777" w:rsidR="006D4449" w:rsidRDefault="006D4449" w:rsidP="006D4449">
      <w:r>
        <w:t>361.0226</w:t>
      </w:r>
      <w:r>
        <w:tab/>
        <w:t>1.013e0</w:t>
      </w:r>
    </w:p>
    <w:p w14:paraId="5E676D9D" w14:textId="77777777" w:rsidR="006D4449" w:rsidRDefault="006D4449" w:rsidP="006D4449">
      <w:r>
        <w:t>361.0275</w:t>
      </w:r>
      <w:r>
        <w:tab/>
        <w:t>3.038e0</w:t>
      </w:r>
    </w:p>
    <w:p w14:paraId="40E4F9CD" w14:textId="77777777" w:rsidR="006D4449" w:rsidRDefault="006D4449" w:rsidP="006D4449">
      <w:r>
        <w:t>361.0355</w:t>
      </w:r>
      <w:r>
        <w:tab/>
        <w:t>1.013e0</w:t>
      </w:r>
    </w:p>
    <w:p w14:paraId="2B4FF82E" w14:textId="77777777" w:rsidR="006D4449" w:rsidRDefault="006D4449" w:rsidP="006D4449">
      <w:r>
        <w:t>361.0409</w:t>
      </w:r>
      <w:r>
        <w:tab/>
        <w:t>2.025e0</w:t>
      </w:r>
    </w:p>
    <w:p w14:paraId="35F0B3DC" w14:textId="77777777" w:rsidR="006D4449" w:rsidRDefault="006D4449" w:rsidP="006D4449">
      <w:r>
        <w:t>361.0556</w:t>
      </w:r>
      <w:r>
        <w:tab/>
        <w:t>2.025e0</w:t>
      </w:r>
    </w:p>
    <w:p w14:paraId="6E30CCC5" w14:textId="77777777" w:rsidR="006D4449" w:rsidRDefault="006D4449" w:rsidP="006D4449">
      <w:r>
        <w:t>361.0678</w:t>
      </w:r>
      <w:r>
        <w:tab/>
        <w:t>2.025e0</w:t>
      </w:r>
    </w:p>
    <w:p w14:paraId="612C9734" w14:textId="77777777" w:rsidR="006D4449" w:rsidRDefault="006D4449" w:rsidP="006D4449">
      <w:r>
        <w:lastRenderedPageBreak/>
        <w:t>361.0782</w:t>
      </w:r>
      <w:r>
        <w:tab/>
        <w:t>3.038e0</w:t>
      </w:r>
    </w:p>
    <w:p w14:paraId="06B186A0" w14:textId="77777777" w:rsidR="006D4449" w:rsidRDefault="006D4449" w:rsidP="006D4449">
      <w:r>
        <w:t>361.0822</w:t>
      </w:r>
      <w:r>
        <w:tab/>
        <w:t>1.013e0</w:t>
      </w:r>
    </w:p>
    <w:p w14:paraId="63866EB5" w14:textId="77777777" w:rsidR="006D4449" w:rsidRDefault="006D4449" w:rsidP="006D4449">
      <w:r>
        <w:t>361.0989</w:t>
      </w:r>
      <w:r>
        <w:tab/>
        <w:t>1.013e0</w:t>
      </w:r>
    </w:p>
    <w:p w14:paraId="3751F3A4" w14:textId="77777777" w:rsidR="006D4449" w:rsidRDefault="006D4449" w:rsidP="006D4449">
      <w:r>
        <w:t>361.1413</w:t>
      </w:r>
      <w:r>
        <w:tab/>
        <w:t>3.190e0</w:t>
      </w:r>
    </w:p>
    <w:p w14:paraId="5DFCA4E8" w14:textId="77777777" w:rsidR="006D4449" w:rsidRDefault="006D4449" w:rsidP="006D4449">
      <w:r>
        <w:t>361.1445</w:t>
      </w:r>
      <w:r>
        <w:tab/>
        <w:t>9.593e0</w:t>
      </w:r>
    </w:p>
    <w:p w14:paraId="404F3950" w14:textId="77777777" w:rsidR="006D4449" w:rsidRDefault="006D4449" w:rsidP="006D4449">
      <w:r>
        <w:t>361.1531</w:t>
      </w:r>
      <w:r>
        <w:tab/>
        <w:t>3.660e0</w:t>
      </w:r>
    </w:p>
    <w:p w14:paraId="3A569485" w14:textId="77777777" w:rsidR="006D4449" w:rsidRDefault="006D4449" w:rsidP="006D4449">
      <w:r>
        <w:t>361.1968</w:t>
      </w:r>
      <w:r>
        <w:tab/>
        <w:t>1.800e0</w:t>
      </w:r>
    </w:p>
    <w:p w14:paraId="268C7FB8" w14:textId="77777777" w:rsidR="006D4449" w:rsidRDefault="006D4449" w:rsidP="006D4449">
      <w:r>
        <w:t>361.2059</w:t>
      </w:r>
      <w:r>
        <w:tab/>
        <w:t>2.809e0</w:t>
      </w:r>
    </w:p>
    <w:p w14:paraId="770C81AB" w14:textId="77777777" w:rsidR="006D4449" w:rsidRDefault="006D4449" w:rsidP="006D4449">
      <w:r>
        <w:t>361.2256</w:t>
      </w:r>
      <w:r>
        <w:tab/>
        <w:t>6.875e0</w:t>
      </w:r>
    </w:p>
    <w:p w14:paraId="35D7766E" w14:textId="77777777" w:rsidR="006D4449" w:rsidRDefault="006D4449" w:rsidP="006D4449">
      <w:r>
        <w:t>361.2650</w:t>
      </w:r>
      <w:r>
        <w:tab/>
        <w:t>1.013e0</w:t>
      </w:r>
    </w:p>
    <w:p w14:paraId="25E736CD" w14:textId="77777777" w:rsidR="006D4449" w:rsidRDefault="006D4449" w:rsidP="006D4449">
      <w:r>
        <w:t>361.2903</w:t>
      </w:r>
      <w:r>
        <w:tab/>
        <w:t>3.864e0</w:t>
      </w:r>
    </w:p>
    <w:p w14:paraId="322E0BF9" w14:textId="77777777" w:rsidR="006D4449" w:rsidRDefault="006D4449" w:rsidP="006D4449">
      <w:r>
        <w:t>361.2963</w:t>
      </w:r>
      <w:r>
        <w:tab/>
        <w:t>2.025e0</w:t>
      </w:r>
    </w:p>
    <w:p w14:paraId="2B8E1D75" w14:textId="77777777" w:rsidR="006D4449" w:rsidRDefault="006D4449" w:rsidP="006D4449">
      <w:r>
        <w:t>361.3091</w:t>
      </w:r>
      <w:r>
        <w:tab/>
        <w:t>2.025e0</w:t>
      </w:r>
    </w:p>
    <w:p w14:paraId="060CEEB8" w14:textId="77777777" w:rsidR="006D4449" w:rsidRDefault="006D4449" w:rsidP="006D4449">
      <w:r>
        <w:t>361.3355</w:t>
      </w:r>
      <w:r>
        <w:tab/>
        <w:t>1.013e0</w:t>
      </w:r>
    </w:p>
    <w:p w14:paraId="392EBAD2" w14:textId="77777777" w:rsidR="006D4449" w:rsidRDefault="006D4449" w:rsidP="006D4449">
      <w:r>
        <w:t>361.3772</w:t>
      </w:r>
      <w:r>
        <w:tab/>
        <w:t>1.013e0</w:t>
      </w:r>
    </w:p>
    <w:p w14:paraId="50C1EA0C" w14:textId="77777777" w:rsidR="006D4449" w:rsidRDefault="006D4449" w:rsidP="006D4449">
      <w:r>
        <w:t>361.4005</w:t>
      </w:r>
      <w:r>
        <w:tab/>
        <w:t>1.013e0</w:t>
      </w:r>
    </w:p>
    <w:p w14:paraId="3A3CAD72" w14:textId="77777777" w:rsidR="006D4449" w:rsidRDefault="006D4449" w:rsidP="006D4449">
      <w:r>
        <w:t>361.4292</w:t>
      </w:r>
      <w:r>
        <w:tab/>
        <w:t>1.013e0</w:t>
      </w:r>
    </w:p>
    <w:p w14:paraId="44D6B525" w14:textId="77777777" w:rsidR="006D4449" w:rsidRDefault="006D4449" w:rsidP="006D4449">
      <w:r>
        <w:t>361.4368</w:t>
      </w:r>
      <w:r>
        <w:tab/>
        <w:t>1.013e0</w:t>
      </w:r>
    </w:p>
    <w:p w14:paraId="7BF03843" w14:textId="77777777" w:rsidR="006D4449" w:rsidRDefault="006D4449" w:rsidP="006D4449">
      <w:r>
        <w:t>361.4561</w:t>
      </w:r>
      <w:r>
        <w:tab/>
        <w:t>1.013e0</w:t>
      </w:r>
    </w:p>
    <w:p w14:paraId="49AB4ACA" w14:textId="77777777" w:rsidR="006D4449" w:rsidRDefault="006D4449" w:rsidP="006D4449">
      <w:r>
        <w:lastRenderedPageBreak/>
        <w:t>361.4726</w:t>
      </w:r>
      <w:r>
        <w:tab/>
        <w:t>1.013e0</w:t>
      </w:r>
    </w:p>
    <w:p w14:paraId="4B610950" w14:textId="77777777" w:rsidR="006D4449" w:rsidRDefault="006D4449" w:rsidP="006D4449">
      <w:r>
        <w:t>361.4976</w:t>
      </w:r>
      <w:r>
        <w:tab/>
        <w:t>1.013e0</w:t>
      </w:r>
    </w:p>
    <w:p w14:paraId="64AF2B69" w14:textId="77777777" w:rsidR="006D4449" w:rsidRDefault="006D4449" w:rsidP="006D4449">
      <w:r>
        <w:t>361.5328</w:t>
      </w:r>
      <w:r>
        <w:tab/>
        <w:t>2.025e0</w:t>
      </w:r>
    </w:p>
    <w:p w14:paraId="2F2143D2" w14:textId="77777777" w:rsidR="006D4449" w:rsidRDefault="006D4449" w:rsidP="006D4449">
      <w:r>
        <w:t>361.5529</w:t>
      </w:r>
      <w:r>
        <w:tab/>
        <w:t>1.013e0</w:t>
      </w:r>
    </w:p>
    <w:p w14:paraId="2A339F9D" w14:textId="77777777" w:rsidR="006D4449" w:rsidRDefault="006D4449" w:rsidP="006D4449">
      <w:r>
        <w:t>361.5666</w:t>
      </w:r>
      <w:r>
        <w:tab/>
        <w:t>1.013e0</w:t>
      </w:r>
    </w:p>
    <w:p w14:paraId="197F1916" w14:textId="77777777" w:rsidR="006D4449" w:rsidRDefault="006D4449" w:rsidP="006D4449">
      <w:r>
        <w:t>361.5787</w:t>
      </w:r>
      <w:r>
        <w:tab/>
        <w:t>1.013e0</w:t>
      </w:r>
    </w:p>
    <w:p w14:paraId="3BF22CAC" w14:textId="77777777" w:rsidR="006D4449" w:rsidRDefault="006D4449" w:rsidP="006D4449">
      <w:r>
        <w:t>361.5874</w:t>
      </w:r>
      <w:r>
        <w:tab/>
        <w:t>1.013e0</w:t>
      </w:r>
    </w:p>
    <w:p w14:paraId="54A8877E" w14:textId="77777777" w:rsidR="006D4449" w:rsidRDefault="006D4449" w:rsidP="006D4449">
      <w:r>
        <w:t>361.6045</w:t>
      </w:r>
      <w:r>
        <w:tab/>
        <w:t>1.013e0</w:t>
      </w:r>
    </w:p>
    <w:p w14:paraId="6062D1C6" w14:textId="77777777" w:rsidR="006D4449" w:rsidRDefault="006D4449" w:rsidP="006D4449">
      <w:r>
        <w:t>361.6331</w:t>
      </w:r>
      <w:r>
        <w:tab/>
        <w:t>1.013e0</w:t>
      </w:r>
    </w:p>
    <w:p w14:paraId="4A169370" w14:textId="77777777" w:rsidR="006D4449" w:rsidRDefault="006D4449" w:rsidP="006D4449">
      <w:r>
        <w:t>361.6417</w:t>
      </w:r>
      <w:r>
        <w:tab/>
        <w:t>1.013e0</w:t>
      </w:r>
    </w:p>
    <w:p w14:paraId="5F2308DA" w14:textId="77777777" w:rsidR="006D4449" w:rsidRDefault="006D4449" w:rsidP="006D4449">
      <w:r>
        <w:t>361.6691</w:t>
      </w:r>
      <w:r>
        <w:tab/>
        <w:t>1.013e0</w:t>
      </w:r>
    </w:p>
    <w:p w14:paraId="5E1772E1" w14:textId="77777777" w:rsidR="006D4449" w:rsidRDefault="006D4449" w:rsidP="006D4449">
      <w:r>
        <w:t>361.6789</w:t>
      </w:r>
      <w:r>
        <w:tab/>
        <w:t>1.013e0</w:t>
      </w:r>
    </w:p>
    <w:p w14:paraId="449EF9DB" w14:textId="77777777" w:rsidR="006D4449" w:rsidRDefault="006D4449" w:rsidP="006D4449">
      <w:r>
        <w:t>361.7077</w:t>
      </w:r>
      <w:r>
        <w:tab/>
        <w:t>1.013e0</w:t>
      </w:r>
    </w:p>
    <w:p w14:paraId="21E4116A" w14:textId="77777777" w:rsidR="006D4449" w:rsidRDefault="006D4449" w:rsidP="006D4449">
      <w:r>
        <w:t>361.7191</w:t>
      </w:r>
      <w:r>
        <w:tab/>
        <w:t>2.025e0</w:t>
      </w:r>
    </w:p>
    <w:p w14:paraId="457CD497" w14:textId="77777777" w:rsidR="006D4449" w:rsidRDefault="006D4449" w:rsidP="006D4449">
      <w:r>
        <w:t>361.7304</w:t>
      </w:r>
      <w:r>
        <w:tab/>
        <w:t>2.025e0</w:t>
      </w:r>
    </w:p>
    <w:p w14:paraId="60F490D3" w14:textId="77777777" w:rsidR="006D4449" w:rsidRDefault="006D4449" w:rsidP="006D4449">
      <w:r>
        <w:t>361.8195</w:t>
      </w:r>
      <w:r>
        <w:tab/>
        <w:t>3.038e0</w:t>
      </w:r>
    </w:p>
    <w:p w14:paraId="2164E50B" w14:textId="77777777" w:rsidR="006D4449" w:rsidRDefault="006D4449" w:rsidP="006D4449">
      <w:r>
        <w:t>361.8503</w:t>
      </w:r>
      <w:r>
        <w:tab/>
        <w:t>2.025e0</w:t>
      </w:r>
    </w:p>
    <w:p w14:paraId="36B38A2C" w14:textId="77777777" w:rsidR="006D4449" w:rsidRDefault="006D4449" w:rsidP="006D4449">
      <w:r>
        <w:t>361.8746</w:t>
      </w:r>
      <w:r>
        <w:tab/>
        <w:t>2.025e0</w:t>
      </w:r>
    </w:p>
    <w:p w14:paraId="20C89626" w14:textId="77777777" w:rsidR="006D4449" w:rsidRDefault="006D4449" w:rsidP="006D4449">
      <w:r>
        <w:t>361.8958</w:t>
      </w:r>
      <w:r>
        <w:tab/>
        <w:t>3.038e0</w:t>
      </w:r>
    </w:p>
    <w:p w14:paraId="4A34F351" w14:textId="77777777" w:rsidR="006D4449" w:rsidRDefault="006D4449" w:rsidP="006D4449">
      <w:r>
        <w:lastRenderedPageBreak/>
        <w:t>361.9026</w:t>
      </w:r>
      <w:r>
        <w:tab/>
        <w:t>2.025e0</w:t>
      </w:r>
    </w:p>
    <w:p w14:paraId="6C673726" w14:textId="77777777" w:rsidR="006D4449" w:rsidRDefault="006D4449" w:rsidP="006D4449">
      <w:r>
        <w:t>361.9079</w:t>
      </w:r>
      <w:r>
        <w:tab/>
        <w:t>1.013e0</w:t>
      </w:r>
    </w:p>
    <w:p w14:paraId="4EBBAD02" w14:textId="77777777" w:rsidR="006D4449" w:rsidRDefault="006D4449" w:rsidP="006D4449">
      <w:r>
        <w:t>361.9171</w:t>
      </w:r>
      <w:r>
        <w:tab/>
        <w:t>1.013e0</w:t>
      </w:r>
    </w:p>
    <w:p w14:paraId="10E8F77A" w14:textId="77777777" w:rsidR="006D4449" w:rsidRDefault="006D4449" w:rsidP="006D4449">
      <w:r>
        <w:t>361.9193</w:t>
      </w:r>
      <w:r>
        <w:tab/>
        <w:t>1.013e0</w:t>
      </w:r>
    </w:p>
    <w:p w14:paraId="546ABD50" w14:textId="77777777" w:rsidR="006D4449" w:rsidRDefault="006D4449" w:rsidP="006D4449">
      <w:r>
        <w:t>361.9448</w:t>
      </w:r>
      <w:r>
        <w:tab/>
        <w:t>3.193e0</w:t>
      </w:r>
    </w:p>
    <w:p w14:paraId="1DED9688" w14:textId="77777777" w:rsidR="006D4449" w:rsidRDefault="006D4449" w:rsidP="006D4449">
      <w:r>
        <w:t>361.9532</w:t>
      </w:r>
      <w:r>
        <w:tab/>
        <w:t>1.013e0</w:t>
      </w:r>
    </w:p>
    <w:p w14:paraId="3EB4AB89" w14:textId="77777777" w:rsidR="006D4449" w:rsidRDefault="006D4449" w:rsidP="006D4449">
      <w:r>
        <w:t>361.9763</w:t>
      </w:r>
      <w:r>
        <w:tab/>
        <w:t>1.569e0</w:t>
      </w:r>
    </w:p>
    <w:p w14:paraId="34256F3A" w14:textId="77777777" w:rsidR="006D4449" w:rsidRDefault="006D4449" w:rsidP="006D4449">
      <w:r>
        <w:t>361.9945</w:t>
      </w:r>
      <w:r>
        <w:tab/>
        <w:t>2.025e0</w:t>
      </w:r>
    </w:p>
    <w:p w14:paraId="1B28D05A" w14:textId="77777777" w:rsidR="006D4449" w:rsidRDefault="006D4449" w:rsidP="006D4449">
      <w:r>
        <w:t>362.0015</w:t>
      </w:r>
      <w:r>
        <w:tab/>
        <w:t>2.025e0</w:t>
      </w:r>
    </w:p>
    <w:p w14:paraId="07CDBCBA" w14:textId="77777777" w:rsidR="006D4449" w:rsidRDefault="006D4449" w:rsidP="006D4449">
      <w:r>
        <w:t>362.0262</w:t>
      </w:r>
      <w:r>
        <w:tab/>
        <w:t>2.025e0</w:t>
      </w:r>
    </w:p>
    <w:p w14:paraId="7ACDEF9A" w14:textId="77777777" w:rsidR="006D4449" w:rsidRDefault="006D4449" w:rsidP="006D4449">
      <w:r>
        <w:t>362.0420</w:t>
      </w:r>
      <w:r>
        <w:tab/>
        <w:t>1.013e0</w:t>
      </w:r>
    </w:p>
    <w:p w14:paraId="496DE473" w14:textId="77777777" w:rsidR="006D4449" w:rsidRDefault="006D4449" w:rsidP="006D4449">
      <w:r>
        <w:t>362.0453</w:t>
      </w:r>
      <w:r>
        <w:tab/>
        <w:t>4.051e0</w:t>
      </w:r>
    </w:p>
    <w:p w14:paraId="17E1F336" w14:textId="77777777" w:rsidR="006D4449" w:rsidRDefault="006D4449" w:rsidP="006D4449">
      <w:r>
        <w:t>362.0542</w:t>
      </w:r>
      <w:r>
        <w:tab/>
        <w:t>1.013e0</w:t>
      </w:r>
    </w:p>
    <w:p w14:paraId="523C1384" w14:textId="77777777" w:rsidR="006D4449" w:rsidRDefault="006D4449" w:rsidP="006D4449">
      <w:r>
        <w:t>362.0664</w:t>
      </w:r>
      <w:r>
        <w:tab/>
        <w:t>2.025e0</w:t>
      </w:r>
    </w:p>
    <w:p w14:paraId="65C591EE" w14:textId="77777777" w:rsidR="006D4449" w:rsidRDefault="006D4449" w:rsidP="006D4449">
      <w:r>
        <w:t>362.0791</w:t>
      </w:r>
      <w:r>
        <w:tab/>
        <w:t>2.025e0</w:t>
      </w:r>
    </w:p>
    <w:p w14:paraId="677C55A3" w14:textId="77777777" w:rsidR="006D4449" w:rsidRDefault="006D4449" w:rsidP="006D4449">
      <w:r>
        <w:t>362.1067</w:t>
      </w:r>
      <w:r>
        <w:tab/>
        <w:t>1.013e0</w:t>
      </w:r>
    </w:p>
    <w:p w14:paraId="27EE49EC" w14:textId="77777777" w:rsidR="006D4449" w:rsidRDefault="006D4449" w:rsidP="006D4449">
      <w:r>
        <w:t>362.1125</w:t>
      </w:r>
      <w:r>
        <w:tab/>
        <w:t>2.025e0</w:t>
      </w:r>
    </w:p>
    <w:p w14:paraId="7B96B84D" w14:textId="77777777" w:rsidR="006D4449" w:rsidRDefault="006D4449" w:rsidP="006D4449">
      <w:r>
        <w:t>362.1440</w:t>
      </w:r>
      <w:r>
        <w:tab/>
        <w:t>1.713e0</w:t>
      </w:r>
    </w:p>
    <w:p w14:paraId="60294C72" w14:textId="77777777" w:rsidR="006D4449" w:rsidRDefault="006D4449" w:rsidP="006D4449">
      <w:r>
        <w:t>362.1505</w:t>
      </w:r>
      <w:r>
        <w:tab/>
        <w:t>1.508e0</w:t>
      </w:r>
    </w:p>
    <w:p w14:paraId="2B668F9A" w14:textId="77777777" w:rsidR="006D4449" w:rsidRDefault="006D4449" w:rsidP="006D4449">
      <w:r>
        <w:lastRenderedPageBreak/>
        <w:t>362.1597</w:t>
      </w:r>
      <w:r>
        <w:tab/>
        <w:t>2.102e0</w:t>
      </w:r>
    </w:p>
    <w:p w14:paraId="189FC6C9" w14:textId="77777777" w:rsidR="006D4449" w:rsidRDefault="006D4449" w:rsidP="006D4449">
      <w:r>
        <w:t>362.1689</w:t>
      </w:r>
      <w:r>
        <w:tab/>
        <w:t>1.013e0</w:t>
      </w:r>
    </w:p>
    <w:p w14:paraId="4499DD91" w14:textId="77777777" w:rsidR="006D4449" w:rsidRDefault="006D4449" w:rsidP="006D4449">
      <w:r>
        <w:t>362.1931</w:t>
      </w:r>
      <w:r>
        <w:tab/>
        <w:t>1.623e0</w:t>
      </w:r>
    </w:p>
    <w:p w14:paraId="5DD5E7A1" w14:textId="77777777" w:rsidR="006D4449" w:rsidRDefault="006D4449" w:rsidP="006D4449">
      <w:r>
        <w:t>362.2094</w:t>
      </w:r>
      <w:r>
        <w:tab/>
        <w:t>3.181e0</w:t>
      </w:r>
    </w:p>
    <w:p w14:paraId="7223F12A" w14:textId="77777777" w:rsidR="006D4449" w:rsidRDefault="006D4449" w:rsidP="006D4449">
      <w:r>
        <w:t>362.2347</w:t>
      </w:r>
      <w:r>
        <w:tab/>
        <w:t>1.846e0</w:t>
      </w:r>
    </w:p>
    <w:p w14:paraId="67E7C4C0" w14:textId="77777777" w:rsidR="006D4449" w:rsidRDefault="006D4449" w:rsidP="006D4449">
      <w:r>
        <w:t>362.2415</w:t>
      </w:r>
      <w:r>
        <w:tab/>
        <w:t>3.038e0</w:t>
      </w:r>
    </w:p>
    <w:p w14:paraId="4173FA8D" w14:textId="77777777" w:rsidR="006D4449" w:rsidRDefault="006D4449" w:rsidP="006D4449">
      <w:r>
        <w:t>362.2444</w:t>
      </w:r>
      <w:r>
        <w:tab/>
        <w:t>7.139e0</w:t>
      </w:r>
    </w:p>
    <w:p w14:paraId="195FD648" w14:textId="77777777" w:rsidR="006D4449" w:rsidRDefault="006D4449" w:rsidP="006D4449">
      <w:r>
        <w:t>362.2827</w:t>
      </w:r>
      <w:r>
        <w:tab/>
        <w:t>1.013e0</w:t>
      </w:r>
    </w:p>
    <w:p w14:paraId="0CAC4095" w14:textId="77777777" w:rsidR="006D4449" w:rsidRDefault="006D4449" w:rsidP="006D4449">
      <w:r>
        <w:t>362.2878</w:t>
      </w:r>
      <w:r>
        <w:tab/>
        <w:t>3.038e0</w:t>
      </w:r>
    </w:p>
    <w:p w14:paraId="47363EFD" w14:textId="77777777" w:rsidR="006D4449" w:rsidRDefault="006D4449" w:rsidP="006D4449">
      <w:r>
        <w:t>362.3000</w:t>
      </w:r>
      <w:r>
        <w:tab/>
        <w:t>3.038e0</w:t>
      </w:r>
    </w:p>
    <w:p w14:paraId="071B45DB" w14:textId="77777777" w:rsidR="006D4449" w:rsidRDefault="006D4449" w:rsidP="006D4449">
      <w:r>
        <w:t>362.3117</w:t>
      </w:r>
      <w:r>
        <w:tab/>
        <w:t>1.013e0</w:t>
      </w:r>
    </w:p>
    <w:p w14:paraId="3C53A326" w14:textId="77777777" w:rsidR="006D4449" w:rsidRDefault="006D4449" w:rsidP="006D4449">
      <w:r>
        <w:t>362.3648</w:t>
      </w:r>
      <w:r>
        <w:tab/>
        <w:t>3.038e0</w:t>
      </w:r>
    </w:p>
    <w:p w14:paraId="6FA6B24F" w14:textId="77777777" w:rsidR="006D4449" w:rsidRDefault="006D4449" w:rsidP="006D4449">
      <w:r>
        <w:t>362.3784</w:t>
      </w:r>
      <w:r>
        <w:tab/>
        <w:t>1.013e0</w:t>
      </w:r>
    </w:p>
    <w:p w14:paraId="691361CE" w14:textId="77777777" w:rsidR="006D4449" w:rsidRDefault="006D4449" w:rsidP="006D4449">
      <w:r>
        <w:t>362.4177</w:t>
      </w:r>
      <w:r>
        <w:tab/>
        <w:t>2.025e0</w:t>
      </w:r>
    </w:p>
    <w:p w14:paraId="279C0543" w14:textId="77777777" w:rsidR="006D4449" w:rsidRDefault="006D4449" w:rsidP="006D4449">
      <w:r>
        <w:t>362.4363</w:t>
      </w:r>
      <w:r>
        <w:tab/>
        <w:t>1.013e0</w:t>
      </w:r>
    </w:p>
    <w:p w14:paraId="2782A49F" w14:textId="77777777" w:rsidR="006D4449" w:rsidRDefault="006D4449" w:rsidP="006D4449">
      <w:r>
        <w:t>362.4378</w:t>
      </w:r>
      <w:r>
        <w:tab/>
        <w:t>1.013e0</w:t>
      </w:r>
    </w:p>
    <w:p w14:paraId="59F233F6" w14:textId="77777777" w:rsidR="006D4449" w:rsidRDefault="006D4449" w:rsidP="006D4449">
      <w:r>
        <w:t>362.4778</w:t>
      </w:r>
      <w:r>
        <w:tab/>
        <w:t>1.013e0</w:t>
      </w:r>
    </w:p>
    <w:p w14:paraId="3BC05A28" w14:textId="77777777" w:rsidR="006D4449" w:rsidRDefault="006D4449" w:rsidP="006D4449">
      <w:r>
        <w:t>362.5220</w:t>
      </w:r>
      <w:r>
        <w:tab/>
        <w:t>1.013e0</w:t>
      </w:r>
    </w:p>
    <w:p w14:paraId="5D4F78B0" w14:textId="77777777" w:rsidR="006D4449" w:rsidRDefault="006D4449" w:rsidP="006D4449">
      <w:r>
        <w:t>362.5527</w:t>
      </w:r>
      <w:r>
        <w:tab/>
        <w:t>1.013e0</w:t>
      </w:r>
    </w:p>
    <w:p w14:paraId="4CD5CEB4" w14:textId="77777777" w:rsidR="006D4449" w:rsidRDefault="006D4449" w:rsidP="006D4449">
      <w:r>
        <w:lastRenderedPageBreak/>
        <w:t>362.5693</w:t>
      </w:r>
      <w:r>
        <w:tab/>
        <w:t>2.025e0</w:t>
      </w:r>
    </w:p>
    <w:p w14:paraId="4167B644" w14:textId="77777777" w:rsidR="006D4449" w:rsidRDefault="006D4449" w:rsidP="006D4449">
      <w:r>
        <w:t>362.5864</w:t>
      </w:r>
      <w:r>
        <w:tab/>
        <w:t>1.013e0</w:t>
      </w:r>
    </w:p>
    <w:p w14:paraId="42C8379A" w14:textId="77777777" w:rsidR="006D4449" w:rsidRDefault="006D4449" w:rsidP="006D4449">
      <w:r>
        <w:t>362.6239</w:t>
      </w:r>
      <w:r>
        <w:tab/>
        <w:t>1.013e0</w:t>
      </w:r>
    </w:p>
    <w:p w14:paraId="1609F42D" w14:textId="77777777" w:rsidR="006D4449" w:rsidRDefault="006D4449" w:rsidP="006D4449">
      <w:r>
        <w:t>362.6497</w:t>
      </w:r>
      <w:r>
        <w:tab/>
        <w:t>1.013e0</w:t>
      </w:r>
    </w:p>
    <w:p w14:paraId="16E92509" w14:textId="77777777" w:rsidR="006D4449" w:rsidRDefault="006D4449" w:rsidP="006D4449">
      <w:r>
        <w:t>362.6961</w:t>
      </w:r>
      <w:r>
        <w:tab/>
        <w:t>2.025e0</w:t>
      </w:r>
    </w:p>
    <w:p w14:paraId="093E9713" w14:textId="77777777" w:rsidR="006D4449" w:rsidRDefault="006D4449" w:rsidP="006D4449">
      <w:r>
        <w:t>362.7259</w:t>
      </w:r>
      <w:r>
        <w:tab/>
        <w:t>1.013e0</w:t>
      </w:r>
    </w:p>
    <w:p w14:paraId="41366E59" w14:textId="77777777" w:rsidR="006D4449" w:rsidRDefault="006D4449" w:rsidP="006D4449">
      <w:r>
        <w:t>362.7299</w:t>
      </w:r>
      <w:r>
        <w:tab/>
        <w:t>1.013e0</w:t>
      </w:r>
    </w:p>
    <w:p w14:paraId="603419E2" w14:textId="77777777" w:rsidR="006D4449" w:rsidRDefault="006D4449" w:rsidP="006D4449">
      <w:r>
        <w:t>362.8310</w:t>
      </w:r>
      <w:r>
        <w:tab/>
        <w:t>1.013e0</w:t>
      </w:r>
    </w:p>
    <w:p w14:paraId="49D1CCDE" w14:textId="77777777" w:rsidR="006D4449" w:rsidRDefault="006D4449" w:rsidP="006D4449">
      <w:r>
        <w:t>362.8478</w:t>
      </w:r>
      <w:r>
        <w:tab/>
        <w:t>1.013e0</w:t>
      </w:r>
    </w:p>
    <w:p w14:paraId="10AD2B5B" w14:textId="77777777" w:rsidR="006D4449" w:rsidRDefault="006D4449" w:rsidP="006D4449">
      <w:r>
        <w:t>362.8568</w:t>
      </w:r>
      <w:r>
        <w:tab/>
        <w:t>1.013e0</w:t>
      </w:r>
    </w:p>
    <w:p w14:paraId="5E64F934" w14:textId="77777777" w:rsidR="006D4449" w:rsidRDefault="006D4449" w:rsidP="006D4449">
      <w:r>
        <w:t>362.8843</w:t>
      </w:r>
      <w:r>
        <w:tab/>
        <w:t>1.013e0</w:t>
      </w:r>
    </w:p>
    <w:p w14:paraId="62B9341A" w14:textId="77777777" w:rsidR="006D4449" w:rsidRDefault="006D4449" w:rsidP="006D4449">
      <w:r>
        <w:t>362.9037</w:t>
      </w:r>
      <w:r>
        <w:tab/>
        <w:t>2.025e0</w:t>
      </w:r>
    </w:p>
    <w:p w14:paraId="7610BF14" w14:textId="77777777" w:rsidR="006D4449" w:rsidRDefault="006D4449" w:rsidP="006D4449">
      <w:r>
        <w:t>362.9086</w:t>
      </w:r>
      <w:r>
        <w:tab/>
        <w:t>1.013e0</w:t>
      </w:r>
    </w:p>
    <w:p w14:paraId="7B7F6935" w14:textId="77777777" w:rsidR="006D4449" w:rsidRDefault="006D4449" w:rsidP="006D4449">
      <w:r>
        <w:t>362.9099</w:t>
      </w:r>
      <w:r>
        <w:tab/>
        <w:t>2.025e0</w:t>
      </w:r>
    </w:p>
    <w:p w14:paraId="61F41BB3" w14:textId="77777777" w:rsidR="006D4449" w:rsidRDefault="006D4449" w:rsidP="006D4449">
      <w:r>
        <w:t>362.9409</w:t>
      </w:r>
      <w:r>
        <w:tab/>
        <w:t>4.051e0</w:t>
      </w:r>
    </w:p>
    <w:p w14:paraId="6CD78F32" w14:textId="77777777" w:rsidR="006D4449" w:rsidRDefault="006D4449" w:rsidP="006D4449">
      <w:r>
        <w:t>362.9445</w:t>
      </w:r>
      <w:r>
        <w:tab/>
        <w:t>4.051e0</w:t>
      </w:r>
    </w:p>
    <w:p w14:paraId="249D63F5" w14:textId="77777777" w:rsidR="006D4449" w:rsidRDefault="006D4449" w:rsidP="006D4449">
      <w:r>
        <w:t>362.9480</w:t>
      </w:r>
      <w:r>
        <w:tab/>
        <w:t>3.038e0</w:t>
      </w:r>
    </w:p>
    <w:p w14:paraId="45106BF8" w14:textId="77777777" w:rsidR="006D4449" w:rsidRDefault="006D4449" w:rsidP="006D4449">
      <w:r>
        <w:t>362.9514</w:t>
      </w:r>
      <w:r>
        <w:tab/>
        <w:t>6.665e0</w:t>
      </w:r>
    </w:p>
    <w:p w14:paraId="220AEB41" w14:textId="77777777" w:rsidR="006D4449" w:rsidRDefault="006D4449" w:rsidP="006D4449">
      <w:r>
        <w:t>362.9558</w:t>
      </w:r>
      <w:r>
        <w:tab/>
        <w:t>4.051e0</w:t>
      </w:r>
    </w:p>
    <w:p w14:paraId="17EFCE25" w14:textId="77777777" w:rsidR="006D4449" w:rsidRDefault="006D4449" w:rsidP="006D4449">
      <w:r>
        <w:lastRenderedPageBreak/>
        <w:t>362.9922</w:t>
      </w:r>
      <w:r>
        <w:tab/>
        <w:t>1.848e0</w:t>
      </w:r>
    </w:p>
    <w:p w14:paraId="65C41763" w14:textId="77777777" w:rsidR="006D4449" w:rsidRDefault="006D4449" w:rsidP="006D4449">
      <w:r>
        <w:t>363.0261</w:t>
      </w:r>
      <w:r>
        <w:tab/>
        <w:t>4.051e0</w:t>
      </w:r>
    </w:p>
    <w:p w14:paraId="2EC228C7" w14:textId="77777777" w:rsidR="006D4449" w:rsidRDefault="006D4449" w:rsidP="006D4449">
      <w:r>
        <w:t>363.0579</w:t>
      </w:r>
      <w:r>
        <w:tab/>
        <w:t>1.013e0</w:t>
      </w:r>
    </w:p>
    <w:p w14:paraId="69A31EC6" w14:textId="77777777" w:rsidR="006D4449" w:rsidRDefault="006D4449" w:rsidP="006D4449">
      <w:r>
        <w:t>363.0681</w:t>
      </w:r>
      <w:r>
        <w:tab/>
        <w:t>2.025e0</w:t>
      </w:r>
    </w:p>
    <w:p w14:paraId="31E092E2" w14:textId="77777777" w:rsidR="006D4449" w:rsidRDefault="006D4449" w:rsidP="006D4449">
      <w:r>
        <w:t>363.1017</w:t>
      </w:r>
      <w:r>
        <w:tab/>
        <w:t>4.051e0</w:t>
      </w:r>
    </w:p>
    <w:p w14:paraId="0F6FB2BC" w14:textId="77777777" w:rsidR="006D4449" w:rsidRDefault="006D4449" w:rsidP="006D4449">
      <w:r>
        <w:t>363.1253</w:t>
      </w:r>
      <w:r>
        <w:tab/>
        <w:t>1.469e0</w:t>
      </w:r>
    </w:p>
    <w:p w14:paraId="4B28867A" w14:textId="77777777" w:rsidR="006D4449" w:rsidRDefault="006D4449" w:rsidP="006D4449">
      <w:r>
        <w:t>363.1668</w:t>
      </w:r>
      <w:r>
        <w:tab/>
        <w:t>3.453e0</w:t>
      </w:r>
    </w:p>
    <w:p w14:paraId="6CBBC84A" w14:textId="77777777" w:rsidR="006D4449" w:rsidRDefault="006D4449" w:rsidP="006D4449">
      <w:r>
        <w:t>363.2073</w:t>
      </w:r>
      <w:r>
        <w:tab/>
        <w:t>1.606e0</w:t>
      </w:r>
    </w:p>
    <w:p w14:paraId="7AFFB424" w14:textId="77777777" w:rsidR="006D4449" w:rsidRDefault="006D4449" w:rsidP="006D4449">
      <w:r>
        <w:t>363.2238</w:t>
      </w:r>
      <w:r>
        <w:tab/>
        <w:t>4.212e0</w:t>
      </w:r>
    </w:p>
    <w:p w14:paraId="3EAED39F" w14:textId="77777777" w:rsidR="006D4449" w:rsidRDefault="006D4449" w:rsidP="006D4449">
      <w:r>
        <w:t>363.2408</w:t>
      </w:r>
      <w:r>
        <w:tab/>
        <w:t>1.361e0</w:t>
      </w:r>
    </w:p>
    <w:p w14:paraId="53F94F0E" w14:textId="77777777" w:rsidR="006D4449" w:rsidRDefault="006D4449" w:rsidP="006D4449">
      <w:r>
        <w:t>363.2490</w:t>
      </w:r>
      <w:r>
        <w:tab/>
        <w:t>4.051e0</w:t>
      </w:r>
    </w:p>
    <w:p w14:paraId="1E5AB331" w14:textId="77777777" w:rsidR="006D4449" w:rsidRDefault="006D4449" w:rsidP="006D4449">
      <w:r>
        <w:t>363.2660</w:t>
      </w:r>
      <w:r>
        <w:tab/>
        <w:t>1.013e0</w:t>
      </w:r>
    </w:p>
    <w:p w14:paraId="18990FE2" w14:textId="77777777" w:rsidR="006D4449" w:rsidRDefault="006D4449" w:rsidP="006D4449">
      <w:r>
        <w:t>363.2794</w:t>
      </w:r>
      <w:r>
        <w:tab/>
        <w:t>2.698e0</w:t>
      </w:r>
    </w:p>
    <w:p w14:paraId="4303039A" w14:textId="77777777" w:rsidR="006D4449" w:rsidRDefault="006D4449" w:rsidP="006D4449">
      <w:r>
        <w:t>363.2830</w:t>
      </w:r>
      <w:r>
        <w:tab/>
        <w:t>1.013e0</w:t>
      </w:r>
    </w:p>
    <w:p w14:paraId="65AE151E" w14:textId="77777777" w:rsidR="006D4449" w:rsidRDefault="006D4449" w:rsidP="006D4449">
      <w:r>
        <w:t>363.3442</w:t>
      </w:r>
      <w:r>
        <w:tab/>
        <w:t>1.013e0</w:t>
      </w:r>
    </w:p>
    <w:p w14:paraId="626D087F" w14:textId="77777777" w:rsidR="006D4449" w:rsidRDefault="006D4449" w:rsidP="006D4449">
      <w:r>
        <w:t>363.3470</w:t>
      </w:r>
      <w:r>
        <w:tab/>
        <w:t>2.025e0</w:t>
      </w:r>
    </w:p>
    <w:p w14:paraId="0BEBDFDC" w14:textId="77777777" w:rsidR="006D4449" w:rsidRDefault="006D4449" w:rsidP="006D4449">
      <w:r>
        <w:t>363.3701</w:t>
      </w:r>
      <w:r>
        <w:tab/>
        <w:t>1.013e0</w:t>
      </w:r>
    </w:p>
    <w:p w14:paraId="72F7A7BA" w14:textId="77777777" w:rsidR="006D4449" w:rsidRDefault="006D4449" w:rsidP="006D4449">
      <w:r>
        <w:t>363.3945</w:t>
      </w:r>
      <w:r>
        <w:tab/>
        <w:t>1.013e0</w:t>
      </w:r>
    </w:p>
    <w:p w14:paraId="21EA7C3D" w14:textId="77777777" w:rsidR="006D4449" w:rsidRDefault="006D4449" w:rsidP="006D4449">
      <w:r>
        <w:t>363.4009</w:t>
      </w:r>
      <w:r>
        <w:tab/>
        <w:t>1.013e0</w:t>
      </w:r>
    </w:p>
    <w:p w14:paraId="3BACF8C4" w14:textId="77777777" w:rsidR="006D4449" w:rsidRDefault="006D4449" w:rsidP="006D4449">
      <w:r>
        <w:lastRenderedPageBreak/>
        <w:t>363.4556</w:t>
      </w:r>
      <w:r>
        <w:tab/>
        <w:t>3.038e0</w:t>
      </w:r>
    </w:p>
    <w:p w14:paraId="75D0516A" w14:textId="77777777" w:rsidR="006D4449" w:rsidRDefault="006D4449" w:rsidP="006D4449">
      <w:r>
        <w:t>363.4628</w:t>
      </w:r>
      <w:r>
        <w:tab/>
        <w:t>3.038e0</w:t>
      </w:r>
    </w:p>
    <w:p w14:paraId="53D04405" w14:textId="77777777" w:rsidR="006D4449" w:rsidRDefault="006D4449" w:rsidP="006D4449">
      <w:r>
        <w:t>363.5213</w:t>
      </w:r>
      <w:r>
        <w:tab/>
        <w:t>1.013e0</w:t>
      </w:r>
    </w:p>
    <w:p w14:paraId="77CE5F09" w14:textId="77777777" w:rsidR="006D4449" w:rsidRDefault="006D4449" w:rsidP="006D4449">
      <w:r>
        <w:t>363.5306</w:t>
      </w:r>
      <w:r>
        <w:tab/>
        <w:t>1.013e0</w:t>
      </w:r>
    </w:p>
    <w:p w14:paraId="4320D9B3" w14:textId="77777777" w:rsidR="006D4449" w:rsidRDefault="006D4449" w:rsidP="006D4449">
      <w:r>
        <w:t>363.5671</w:t>
      </w:r>
      <w:r>
        <w:tab/>
        <w:t>4.051e0</w:t>
      </w:r>
    </w:p>
    <w:p w14:paraId="5E4C8490" w14:textId="77777777" w:rsidR="006D4449" w:rsidRDefault="006D4449" w:rsidP="006D4449">
      <w:r>
        <w:t>363.5776</w:t>
      </w:r>
      <w:r>
        <w:tab/>
        <w:t>1.013e0</w:t>
      </w:r>
    </w:p>
    <w:p w14:paraId="38866EAA" w14:textId="77777777" w:rsidR="006D4449" w:rsidRDefault="006D4449" w:rsidP="006D4449">
      <w:r>
        <w:t>363.6113</w:t>
      </w:r>
      <w:r>
        <w:tab/>
        <w:t>1.013e0</w:t>
      </w:r>
    </w:p>
    <w:p w14:paraId="18504E3F" w14:textId="77777777" w:rsidR="006D4449" w:rsidRDefault="006D4449" w:rsidP="006D4449">
      <w:r>
        <w:t>363.6409</w:t>
      </w:r>
      <w:r>
        <w:tab/>
        <w:t>1.013e0</w:t>
      </w:r>
    </w:p>
    <w:p w14:paraId="5BD67C3C" w14:textId="77777777" w:rsidR="006D4449" w:rsidRDefault="006D4449" w:rsidP="006D4449">
      <w:r>
        <w:t>363.6586</w:t>
      </w:r>
      <w:r>
        <w:tab/>
        <w:t>1.013e0</w:t>
      </w:r>
    </w:p>
    <w:p w14:paraId="4E68F039" w14:textId="77777777" w:rsidR="006D4449" w:rsidRDefault="006D4449" w:rsidP="006D4449">
      <w:r>
        <w:t>363.6749</w:t>
      </w:r>
      <w:r>
        <w:tab/>
        <w:t>1.013e0</w:t>
      </w:r>
    </w:p>
    <w:p w14:paraId="2AD4A029" w14:textId="77777777" w:rsidR="006D4449" w:rsidRDefault="006D4449" w:rsidP="006D4449">
      <w:r>
        <w:t>363.6904</w:t>
      </w:r>
      <w:r>
        <w:tab/>
        <w:t>2.025e0</w:t>
      </w:r>
    </w:p>
    <w:p w14:paraId="3A111C7D" w14:textId="77777777" w:rsidR="006D4449" w:rsidRDefault="006D4449" w:rsidP="006D4449">
      <w:r>
        <w:t>363.6941</w:t>
      </w:r>
      <w:r>
        <w:tab/>
        <w:t>2.025e0</w:t>
      </w:r>
    </w:p>
    <w:p w14:paraId="3D7EA7D9" w14:textId="77777777" w:rsidR="006D4449" w:rsidRDefault="006D4449" w:rsidP="006D4449">
      <w:r>
        <w:t>363.7040</w:t>
      </w:r>
      <w:r>
        <w:tab/>
        <w:t>2.025e0</w:t>
      </w:r>
    </w:p>
    <w:p w14:paraId="3EFA11C4" w14:textId="77777777" w:rsidR="006D4449" w:rsidRDefault="006D4449" w:rsidP="006D4449">
      <w:r>
        <w:t>363.7984</w:t>
      </w:r>
      <w:r>
        <w:tab/>
        <w:t>1.013e0</w:t>
      </w:r>
    </w:p>
    <w:p w14:paraId="1A884F31" w14:textId="77777777" w:rsidR="006D4449" w:rsidRDefault="006D4449" w:rsidP="006D4449">
      <w:r>
        <w:t>363.8031</w:t>
      </w:r>
      <w:r>
        <w:tab/>
        <w:t>1.013e0</w:t>
      </w:r>
    </w:p>
    <w:p w14:paraId="7A52CD1C" w14:textId="77777777" w:rsidR="006D4449" w:rsidRDefault="006D4449" w:rsidP="006D4449">
      <w:r>
        <w:t>363.8282</w:t>
      </w:r>
      <w:r>
        <w:tab/>
        <w:t>2.025e0</w:t>
      </w:r>
    </w:p>
    <w:p w14:paraId="5593A1DB" w14:textId="77777777" w:rsidR="006D4449" w:rsidRDefault="006D4449" w:rsidP="006D4449">
      <w:r>
        <w:t>363.8371</w:t>
      </w:r>
      <w:r>
        <w:tab/>
        <w:t>1.013e0</w:t>
      </w:r>
    </w:p>
    <w:p w14:paraId="1BB543F9" w14:textId="77777777" w:rsidR="006D4449" w:rsidRDefault="006D4449" w:rsidP="006D4449">
      <w:r>
        <w:t>363.8723</w:t>
      </w:r>
      <w:r>
        <w:tab/>
        <w:t>2.025e0</w:t>
      </w:r>
    </w:p>
    <w:p w14:paraId="13FD7323" w14:textId="77777777" w:rsidR="006D4449" w:rsidRDefault="006D4449" w:rsidP="006D4449">
      <w:r>
        <w:t>363.8825</w:t>
      </w:r>
      <w:r>
        <w:tab/>
        <w:t>1.013e0</w:t>
      </w:r>
    </w:p>
    <w:p w14:paraId="7D36CAB8" w14:textId="77777777" w:rsidR="006D4449" w:rsidRDefault="006D4449" w:rsidP="006D4449">
      <w:r>
        <w:lastRenderedPageBreak/>
        <w:t>363.9005</w:t>
      </w:r>
      <w:r>
        <w:tab/>
        <w:t>6.076e0</w:t>
      </w:r>
    </w:p>
    <w:p w14:paraId="3A0C0036" w14:textId="77777777" w:rsidR="006D4449" w:rsidRDefault="006D4449" w:rsidP="006D4449">
      <w:r>
        <w:t>363.9169</w:t>
      </w:r>
      <w:r>
        <w:tab/>
        <w:t>3.589e0</w:t>
      </w:r>
    </w:p>
    <w:p w14:paraId="7970EBC2" w14:textId="77777777" w:rsidR="006D4449" w:rsidRDefault="006D4449" w:rsidP="006D4449">
      <w:r>
        <w:t>363.9445</w:t>
      </w:r>
      <w:r>
        <w:tab/>
        <w:t>2.025e0</w:t>
      </w:r>
    </w:p>
    <w:p w14:paraId="7C117100" w14:textId="77777777" w:rsidR="006D4449" w:rsidRDefault="006D4449" w:rsidP="006D4449">
      <w:r>
        <w:t>363.9539</w:t>
      </w:r>
      <w:r>
        <w:tab/>
        <w:t>1.013e0</w:t>
      </w:r>
    </w:p>
    <w:p w14:paraId="44291332" w14:textId="77777777" w:rsidR="006D4449" w:rsidRDefault="006D4449" w:rsidP="006D4449">
      <w:r>
        <w:t>363.9669</w:t>
      </w:r>
      <w:r>
        <w:tab/>
        <w:t>1.013e0</w:t>
      </w:r>
    </w:p>
    <w:p w14:paraId="76D24B4A" w14:textId="77777777" w:rsidR="006D4449" w:rsidRDefault="006D4449" w:rsidP="006D4449">
      <w:r>
        <w:t>363.9756</w:t>
      </w:r>
      <w:r>
        <w:tab/>
        <w:t>2.025e0</w:t>
      </w:r>
    </w:p>
    <w:p w14:paraId="7C9F45D3" w14:textId="77777777" w:rsidR="006D4449" w:rsidRDefault="006D4449" w:rsidP="006D4449">
      <w:r>
        <w:t>363.9913</w:t>
      </w:r>
      <w:r>
        <w:tab/>
        <w:t>1.013e0</w:t>
      </w:r>
    </w:p>
    <w:p w14:paraId="054697E2" w14:textId="77777777" w:rsidR="006D4449" w:rsidRDefault="006D4449" w:rsidP="006D4449">
      <w:r>
        <w:t>364.0164</w:t>
      </w:r>
      <w:r>
        <w:tab/>
        <w:t>2.025e0</w:t>
      </w:r>
    </w:p>
    <w:p w14:paraId="003D5FB2" w14:textId="77777777" w:rsidR="006D4449" w:rsidRDefault="006D4449" w:rsidP="006D4449">
      <w:r>
        <w:t>364.0188</w:t>
      </w:r>
      <w:r>
        <w:tab/>
        <w:t>1.013e0</w:t>
      </w:r>
    </w:p>
    <w:p w14:paraId="4D8CD1AE" w14:textId="77777777" w:rsidR="006D4449" w:rsidRDefault="006D4449" w:rsidP="006D4449">
      <w:r>
        <w:t>364.0288</w:t>
      </w:r>
      <w:r>
        <w:tab/>
        <w:t>2.025e0</w:t>
      </w:r>
    </w:p>
    <w:p w14:paraId="2E54EBE3" w14:textId="77777777" w:rsidR="006D4449" w:rsidRDefault="006D4449" w:rsidP="006D4449">
      <w:r>
        <w:t>364.0522</w:t>
      </w:r>
      <w:r>
        <w:tab/>
        <w:t>1.013e0</w:t>
      </w:r>
    </w:p>
    <w:p w14:paraId="0AEA2601" w14:textId="77777777" w:rsidR="006D4449" w:rsidRDefault="006D4449" w:rsidP="006D4449">
      <w:r>
        <w:t>364.0641</w:t>
      </w:r>
      <w:r>
        <w:tab/>
        <w:t>4.051e0</w:t>
      </w:r>
    </w:p>
    <w:p w14:paraId="53C0B33A" w14:textId="77777777" w:rsidR="006D4449" w:rsidRDefault="006D4449" w:rsidP="006D4449">
      <w:r>
        <w:t>364.0837</w:t>
      </w:r>
      <w:r>
        <w:tab/>
        <w:t>1.013e0</w:t>
      </w:r>
    </w:p>
    <w:p w14:paraId="22A8A11F" w14:textId="77777777" w:rsidR="006D4449" w:rsidRDefault="006D4449" w:rsidP="006D4449">
      <w:r>
        <w:t>364.0858</w:t>
      </w:r>
      <w:r>
        <w:tab/>
        <w:t>5.063e0</w:t>
      </w:r>
    </w:p>
    <w:p w14:paraId="3A39EF10" w14:textId="77777777" w:rsidR="006D4449" w:rsidRDefault="006D4449" w:rsidP="006D4449">
      <w:r>
        <w:t>364.0956</w:t>
      </w:r>
      <w:r>
        <w:tab/>
        <w:t>1.013e0</w:t>
      </w:r>
    </w:p>
    <w:p w14:paraId="5B95199E" w14:textId="77777777" w:rsidR="006D4449" w:rsidRDefault="006D4449" w:rsidP="006D4449">
      <w:r>
        <w:t>364.1037</w:t>
      </w:r>
      <w:r>
        <w:tab/>
        <w:t>2.025e0</w:t>
      </w:r>
    </w:p>
    <w:p w14:paraId="0204B651" w14:textId="77777777" w:rsidR="006D4449" w:rsidRDefault="006D4449" w:rsidP="006D4449">
      <w:r>
        <w:t>364.1098</w:t>
      </w:r>
      <w:r>
        <w:tab/>
        <w:t>2.829e0</w:t>
      </w:r>
    </w:p>
    <w:p w14:paraId="09D2F4D5" w14:textId="77777777" w:rsidR="006D4449" w:rsidRDefault="006D4449" w:rsidP="006D4449">
      <w:r>
        <w:t>364.1482</w:t>
      </w:r>
      <w:r>
        <w:tab/>
        <w:t>1.018e0</w:t>
      </w:r>
    </w:p>
    <w:p w14:paraId="7D0733B8" w14:textId="77777777" w:rsidR="006D4449" w:rsidRDefault="006D4449" w:rsidP="006D4449">
      <w:r>
        <w:t>364.1492</w:t>
      </w:r>
      <w:r>
        <w:tab/>
        <w:t>1.455e0</w:t>
      </w:r>
    </w:p>
    <w:p w14:paraId="18580E5A" w14:textId="77777777" w:rsidR="006D4449" w:rsidRDefault="006D4449" w:rsidP="006D4449">
      <w:r>
        <w:lastRenderedPageBreak/>
        <w:t>364.2357</w:t>
      </w:r>
      <w:r>
        <w:tab/>
        <w:t>2.510e0</w:t>
      </w:r>
    </w:p>
    <w:p w14:paraId="052B4846" w14:textId="77777777" w:rsidR="006D4449" w:rsidRDefault="006D4449" w:rsidP="006D4449">
      <w:r>
        <w:t>364.2676</w:t>
      </w:r>
      <w:r>
        <w:tab/>
        <w:t>2.025e0</w:t>
      </w:r>
    </w:p>
    <w:p w14:paraId="68805408" w14:textId="77777777" w:rsidR="006D4449" w:rsidRDefault="006D4449" w:rsidP="006D4449">
      <w:r>
        <w:t>364.2705</w:t>
      </w:r>
      <w:r>
        <w:tab/>
        <w:t>1.013e0</w:t>
      </w:r>
    </w:p>
    <w:p w14:paraId="1E24B65D" w14:textId="77777777" w:rsidR="006D4449" w:rsidRDefault="006D4449" w:rsidP="006D4449">
      <w:r>
        <w:t>364.2915</w:t>
      </w:r>
      <w:r>
        <w:tab/>
        <w:t>1.013e0</w:t>
      </w:r>
    </w:p>
    <w:p w14:paraId="0174C024" w14:textId="77777777" w:rsidR="006D4449" w:rsidRDefault="006D4449" w:rsidP="006D4449">
      <w:r>
        <w:t>364.2987</w:t>
      </w:r>
      <w:r>
        <w:tab/>
        <w:t>2.025e0</w:t>
      </w:r>
    </w:p>
    <w:p w14:paraId="76FBDAF3" w14:textId="77777777" w:rsidR="006D4449" w:rsidRDefault="006D4449" w:rsidP="006D4449">
      <w:r>
        <w:t>364.3074</w:t>
      </w:r>
      <w:r>
        <w:tab/>
        <w:t>3.354e0</w:t>
      </w:r>
    </w:p>
    <w:p w14:paraId="370B8D1F" w14:textId="77777777" w:rsidR="006D4449" w:rsidRDefault="006D4449" w:rsidP="006D4449">
      <w:r>
        <w:t>364.3160</w:t>
      </w:r>
      <w:r>
        <w:tab/>
        <w:t>1.912e0</w:t>
      </w:r>
    </w:p>
    <w:p w14:paraId="5131B268" w14:textId="77777777" w:rsidR="006D4449" w:rsidRDefault="006D4449" w:rsidP="006D4449">
      <w:r>
        <w:t>364.3236</w:t>
      </w:r>
      <w:r>
        <w:tab/>
        <w:t>2.025e0</w:t>
      </w:r>
    </w:p>
    <w:p w14:paraId="7A9618F1" w14:textId="77777777" w:rsidR="006D4449" w:rsidRDefault="006D4449" w:rsidP="006D4449">
      <w:r>
        <w:t>364.3336</w:t>
      </w:r>
      <w:r>
        <w:tab/>
        <w:t>2.025e0</w:t>
      </w:r>
    </w:p>
    <w:p w14:paraId="6B47DB98" w14:textId="77777777" w:rsidR="006D4449" w:rsidRDefault="006D4449" w:rsidP="006D4449">
      <w:r>
        <w:t>364.3352</w:t>
      </w:r>
      <w:r>
        <w:tab/>
        <w:t>2.025e0</w:t>
      </w:r>
    </w:p>
    <w:p w14:paraId="3EC054C6" w14:textId="77777777" w:rsidR="006D4449" w:rsidRDefault="006D4449" w:rsidP="006D4449">
      <w:r>
        <w:t>364.3533</w:t>
      </w:r>
      <w:r>
        <w:tab/>
        <w:t>1.013e0</w:t>
      </w:r>
    </w:p>
    <w:p w14:paraId="738101D3" w14:textId="77777777" w:rsidR="006D4449" w:rsidRDefault="006D4449" w:rsidP="006D4449">
      <w:r>
        <w:t>364.3727</w:t>
      </w:r>
      <w:r>
        <w:tab/>
        <w:t>1.013e0</w:t>
      </w:r>
    </w:p>
    <w:p w14:paraId="372FE9F3" w14:textId="77777777" w:rsidR="006D4449" w:rsidRDefault="006D4449" w:rsidP="006D4449">
      <w:r>
        <w:t>364.3743</w:t>
      </w:r>
      <w:r>
        <w:tab/>
        <w:t>2.025e0</w:t>
      </w:r>
    </w:p>
    <w:p w14:paraId="442ED124" w14:textId="77777777" w:rsidR="006D4449" w:rsidRDefault="006D4449" w:rsidP="006D4449">
      <w:r>
        <w:t>364.4030</w:t>
      </w:r>
      <w:r>
        <w:tab/>
        <w:t>1.013e0</w:t>
      </w:r>
    </w:p>
    <w:p w14:paraId="531A1EF4" w14:textId="77777777" w:rsidR="006D4449" w:rsidRDefault="006D4449" w:rsidP="006D4449">
      <w:r>
        <w:t>364.4211</w:t>
      </w:r>
      <w:r>
        <w:tab/>
        <w:t>3.038e0</w:t>
      </w:r>
    </w:p>
    <w:p w14:paraId="2C225E6B" w14:textId="77777777" w:rsidR="006D4449" w:rsidRDefault="006D4449" w:rsidP="006D4449">
      <w:r>
        <w:t>364.4365</w:t>
      </w:r>
      <w:r>
        <w:tab/>
        <w:t>2.025e0</w:t>
      </w:r>
    </w:p>
    <w:p w14:paraId="3D8CF84D" w14:textId="77777777" w:rsidR="006D4449" w:rsidRDefault="006D4449" w:rsidP="006D4449">
      <w:r>
        <w:t>364.4473</w:t>
      </w:r>
      <w:r>
        <w:tab/>
        <w:t>1.013e0</w:t>
      </w:r>
    </w:p>
    <w:p w14:paraId="641E7C1C" w14:textId="77777777" w:rsidR="006D4449" w:rsidRDefault="006D4449" w:rsidP="006D4449">
      <w:r>
        <w:t>364.4671</w:t>
      </w:r>
      <w:r>
        <w:tab/>
        <w:t>2.025e0</w:t>
      </w:r>
    </w:p>
    <w:p w14:paraId="008C2BB9" w14:textId="77777777" w:rsidR="006D4449" w:rsidRDefault="006D4449" w:rsidP="006D4449">
      <w:r>
        <w:t>364.4906</w:t>
      </w:r>
      <w:r>
        <w:tab/>
        <w:t>1.013e0</w:t>
      </w:r>
    </w:p>
    <w:p w14:paraId="1C75FAC0" w14:textId="77777777" w:rsidR="006D4449" w:rsidRDefault="006D4449" w:rsidP="006D4449">
      <w:r>
        <w:lastRenderedPageBreak/>
        <w:t>364.4995</w:t>
      </w:r>
      <w:r>
        <w:tab/>
        <w:t>1.013e0</w:t>
      </w:r>
    </w:p>
    <w:p w14:paraId="75216779" w14:textId="77777777" w:rsidR="006D4449" w:rsidRDefault="006D4449" w:rsidP="006D4449">
      <w:r>
        <w:t>364.5239</w:t>
      </w:r>
      <w:r>
        <w:tab/>
        <w:t>1.013e0</w:t>
      </w:r>
    </w:p>
    <w:p w14:paraId="1D8B7C7D" w14:textId="77777777" w:rsidR="006D4449" w:rsidRDefault="006D4449" w:rsidP="006D4449">
      <w:r>
        <w:t>364.5499</w:t>
      </w:r>
      <w:r>
        <w:tab/>
        <w:t>1.013e0</w:t>
      </w:r>
    </w:p>
    <w:p w14:paraId="0B339C75" w14:textId="77777777" w:rsidR="006D4449" w:rsidRDefault="006D4449" w:rsidP="006D4449">
      <w:r>
        <w:t>364.5775</w:t>
      </w:r>
      <w:r>
        <w:tab/>
        <w:t>1.013e0</w:t>
      </w:r>
    </w:p>
    <w:p w14:paraId="5605EE33" w14:textId="77777777" w:rsidR="006D4449" w:rsidRDefault="006D4449" w:rsidP="006D4449">
      <w:r>
        <w:t>364.5863</w:t>
      </w:r>
      <w:r>
        <w:tab/>
        <w:t>1.013e0</w:t>
      </w:r>
    </w:p>
    <w:p w14:paraId="3C8FEF1F" w14:textId="77777777" w:rsidR="006D4449" w:rsidRDefault="006D4449" w:rsidP="006D4449">
      <w:r>
        <w:t>364.5905</w:t>
      </w:r>
      <w:r>
        <w:tab/>
        <w:t>1.013e0</w:t>
      </w:r>
    </w:p>
    <w:p w14:paraId="78D554DF" w14:textId="77777777" w:rsidR="006D4449" w:rsidRDefault="006D4449" w:rsidP="006D4449">
      <w:r>
        <w:t>364.5954</w:t>
      </w:r>
      <w:r>
        <w:tab/>
        <w:t>1.013e0</w:t>
      </w:r>
    </w:p>
    <w:p w14:paraId="2B25DC55" w14:textId="77777777" w:rsidR="006D4449" w:rsidRDefault="006D4449" w:rsidP="006D4449">
      <w:r>
        <w:t>364.6165</w:t>
      </w:r>
      <w:r>
        <w:tab/>
        <w:t>2.025e0</w:t>
      </w:r>
    </w:p>
    <w:p w14:paraId="66828351" w14:textId="77777777" w:rsidR="006D4449" w:rsidRDefault="006D4449" w:rsidP="006D4449">
      <w:r>
        <w:t>364.6306</w:t>
      </w:r>
      <w:r>
        <w:tab/>
        <w:t>1.013e0</w:t>
      </w:r>
    </w:p>
    <w:p w14:paraId="37F49D7B" w14:textId="77777777" w:rsidR="006D4449" w:rsidRDefault="006D4449" w:rsidP="006D4449">
      <w:r>
        <w:t>364.6739</w:t>
      </w:r>
      <w:r>
        <w:tab/>
        <w:t>1.013e0</w:t>
      </w:r>
    </w:p>
    <w:p w14:paraId="3E4A5678" w14:textId="77777777" w:rsidR="006D4449" w:rsidRDefault="006D4449" w:rsidP="006D4449">
      <w:r>
        <w:t>364.6763</w:t>
      </w:r>
      <w:r>
        <w:tab/>
        <w:t>1.013e0</w:t>
      </w:r>
    </w:p>
    <w:p w14:paraId="44E40AD1" w14:textId="77777777" w:rsidR="006D4449" w:rsidRDefault="006D4449" w:rsidP="006D4449">
      <w:r>
        <w:t>364.6941</w:t>
      </w:r>
      <w:r>
        <w:tab/>
        <w:t>2.025e0</w:t>
      </w:r>
    </w:p>
    <w:p w14:paraId="7B7FC9DD" w14:textId="77777777" w:rsidR="006D4449" w:rsidRDefault="006D4449" w:rsidP="006D4449">
      <w:r>
        <w:t>364.7043</w:t>
      </w:r>
      <w:r>
        <w:tab/>
        <w:t>3.038e0</w:t>
      </w:r>
    </w:p>
    <w:p w14:paraId="70703099" w14:textId="77777777" w:rsidR="006D4449" w:rsidRDefault="006D4449" w:rsidP="006D4449">
      <w:r>
        <w:t>364.7159</w:t>
      </w:r>
      <w:r>
        <w:tab/>
        <w:t>3.038e0</w:t>
      </w:r>
    </w:p>
    <w:p w14:paraId="1B054D9A" w14:textId="77777777" w:rsidR="006D4449" w:rsidRDefault="006D4449" w:rsidP="006D4449">
      <w:r>
        <w:t>364.7320</w:t>
      </w:r>
      <w:r>
        <w:tab/>
        <w:t>1.013e0</w:t>
      </w:r>
    </w:p>
    <w:p w14:paraId="357ED5B4" w14:textId="77777777" w:rsidR="006D4449" w:rsidRDefault="006D4449" w:rsidP="006D4449">
      <w:r>
        <w:t>364.8231</w:t>
      </w:r>
      <w:r>
        <w:tab/>
        <w:t>1.013e0</w:t>
      </w:r>
    </w:p>
    <w:p w14:paraId="5DD91C2D" w14:textId="77777777" w:rsidR="006D4449" w:rsidRDefault="006D4449" w:rsidP="006D4449">
      <w:r>
        <w:t>364.8506</w:t>
      </w:r>
      <w:r>
        <w:tab/>
        <w:t>1.013e0</w:t>
      </w:r>
    </w:p>
    <w:p w14:paraId="6D1AD69E" w14:textId="77777777" w:rsidR="006D4449" w:rsidRDefault="006D4449" w:rsidP="006D4449">
      <w:r>
        <w:t>364.8556</w:t>
      </w:r>
      <w:r>
        <w:tab/>
        <w:t>1.013e0</w:t>
      </w:r>
    </w:p>
    <w:p w14:paraId="39A8574C" w14:textId="77777777" w:rsidR="006D4449" w:rsidRDefault="006D4449" w:rsidP="006D4449">
      <w:r>
        <w:t>364.8751</w:t>
      </w:r>
      <w:r>
        <w:tab/>
        <w:t>1.013e0</w:t>
      </w:r>
    </w:p>
    <w:p w14:paraId="0A29C7AB" w14:textId="77777777" w:rsidR="006D4449" w:rsidRDefault="006D4449" w:rsidP="006D4449">
      <w:r>
        <w:lastRenderedPageBreak/>
        <w:t>364.9065</w:t>
      </w:r>
      <w:r>
        <w:tab/>
        <w:t>2.025e0</w:t>
      </w:r>
    </w:p>
    <w:p w14:paraId="7FDDA26A" w14:textId="77777777" w:rsidR="006D4449" w:rsidRDefault="006D4449" w:rsidP="006D4449">
      <w:r>
        <w:t>364.9122</w:t>
      </w:r>
      <w:r>
        <w:tab/>
        <w:t>2.025e0</w:t>
      </w:r>
    </w:p>
    <w:p w14:paraId="74ACBEA8" w14:textId="77777777" w:rsidR="006D4449" w:rsidRDefault="006D4449" w:rsidP="006D4449">
      <w:r>
        <w:t>364.9282</w:t>
      </w:r>
      <w:r>
        <w:tab/>
        <w:t>7.759e0</w:t>
      </w:r>
    </w:p>
    <w:p w14:paraId="221B2081" w14:textId="77777777" w:rsidR="006D4449" w:rsidRDefault="006D4449" w:rsidP="006D4449">
      <w:r>
        <w:t>364.9331</w:t>
      </w:r>
      <w:r>
        <w:tab/>
        <w:t>3.038e0</w:t>
      </w:r>
    </w:p>
    <w:p w14:paraId="05BAB6E1" w14:textId="77777777" w:rsidR="006D4449" w:rsidRDefault="006D4449" w:rsidP="006D4449">
      <w:r>
        <w:t>364.9355</w:t>
      </w:r>
      <w:r>
        <w:tab/>
        <w:t>1.013e0</w:t>
      </w:r>
    </w:p>
    <w:p w14:paraId="67068A30" w14:textId="77777777" w:rsidR="006D4449" w:rsidRDefault="006D4449" w:rsidP="006D4449">
      <w:r>
        <w:t>364.9487</w:t>
      </w:r>
      <w:r>
        <w:tab/>
        <w:t>6.845e0</w:t>
      </w:r>
    </w:p>
    <w:p w14:paraId="00F032FA" w14:textId="77777777" w:rsidR="006D4449" w:rsidRDefault="006D4449" w:rsidP="006D4449">
      <w:r>
        <w:t>364.9597</w:t>
      </w:r>
      <w:r>
        <w:tab/>
        <w:t>1.013e0</w:t>
      </w:r>
    </w:p>
    <w:p w14:paraId="19E044A4" w14:textId="77777777" w:rsidR="006D4449" w:rsidRDefault="006D4449" w:rsidP="006D4449">
      <w:r>
        <w:t>364.9691</w:t>
      </w:r>
      <w:r>
        <w:tab/>
        <w:t>3.038e0</w:t>
      </w:r>
    </w:p>
    <w:p w14:paraId="4BB5F450" w14:textId="77777777" w:rsidR="006D4449" w:rsidRDefault="006D4449" w:rsidP="006D4449">
      <w:r>
        <w:t>364.9966</w:t>
      </w:r>
      <w:r>
        <w:tab/>
        <w:t>3.038e0</w:t>
      </w:r>
    </w:p>
    <w:p w14:paraId="1E6A70E7" w14:textId="77777777" w:rsidR="006D4449" w:rsidRDefault="006D4449" w:rsidP="006D4449">
      <w:r>
        <w:t>365.0180</w:t>
      </w:r>
      <w:r>
        <w:tab/>
        <w:t>1.013e0</w:t>
      </w:r>
    </w:p>
    <w:p w14:paraId="747A02D1" w14:textId="77777777" w:rsidR="006D4449" w:rsidRDefault="006D4449" w:rsidP="006D4449">
      <w:r>
        <w:t>365.0443</w:t>
      </w:r>
      <w:r>
        <w:tab/>
        <w:t>1.013e0</w:t>
      </w:r>
    </w:p>
    <w:p w14:paraId="07CAEEE9" w14:textId="77777777" w:rsidR="006D4449" w:rsidRDefault="006D4449" w:rsidP="006D4449">
      <w:r>
        <w:t>365.0748</w:t>
      </w:r>
      <w:r>
        <w:tab/>
        <w:t>2.025e0</w:t>
      </w:r>
    </w:p>
    <w:p w14:paraId="0F3C122D" w14:textId="77777777" w:rsidR="006D4449" w:rsidRDefault="006D4449" w:rsidP="006D4449">
      <w:r>
        <w:t>365.0770</w:t>
      </w:r>
      <w:r>
        <w:tab/>
        <w:t>3.038e0</w:t>
      </w:r>
    </w:p>
    <w:p w14:paraId="0E91FE4D" w14:textId="77777777" w:rsidR="006D4449" w:rsidRDefault="006D4449" w:rsidP="006D4449">
      <w:r>
        <w:t>365.0941</w:t>
      </w:r>
      <w:r>
        <w:tab/>
        <w:t>1.013e0</w:t>
      </w:r>
    </w:p>
    <w:p w14:paraId="11D57B0F" w14:textId="77777777" w:rsidR="006D4449" w:rsidRDefault="006D4449" w:rsidP="006D4449">
      <w:r>
        <w:t>365.1075</w:t>
      </w:r>
      <w:r>
        <w:tab/>
        <w:t>3.038e0</w:t>
      </w:r>
    </w:p>
    <w:p w14:paraId="45DEB2EF" w14:textId="77777777" w:rsidR="006D4449" w:rsidRDefault="006D4449" w:rsidP="006D4449">
      <w:r>
        <w:t>365.1484</w:t>
      </w:r>
      <w:r>
        <w:tab/>
        <w:t>1.013e0</w:t>
      </w:r>
    </w:p>
    <w:p w14:paraId="0B83556B" w14:textId="77777777" w:rsidR="006D4449" w:rsidRDefault="006D4449" w:rsidP="006D4449">
      <w:r>
        <w:t>365.1684</w:t>
      </w:r>
      <w:r>
        <w:tab/>
        <w:t>2.533e0</w:t>
      </w:r>
    </w:p>
    <w:p w14:paraId="48708E23" w14:textId="77777777" w:rsidR="006D4449" w:rsidRDefault="006D4449" w:rsidP="006D4449">
      <w:r>
        <w:t>365.1885</w:t>
      </w:r>
      <w:r>
        <w:tab/>
        <w:t>1.041e0</w:t>
      </w:r>
    </w:p>
    <w:p w14:paraId="2109AB42" w14:textId="77777777" w:rsidR="006D4449" w:rsidRDefault="006D4449" w:rsidP="006D4449">
      <w:r>
        <w:t>365.2106</w:t>
      </w:r>
      <w:r>
        <w:tab/>
        <w:t>1.013e0</w:t>
      </w:r>
    </w:p>
    <w:p w14:paraId="0AFBD4F4" w14:textId="77777777" w:rsidR="006D4449" w:rsidRDefault="006D4449" w:rsidP="006D4449">
      <w:r>
        <w:lastRenderedPageBreak/>
        <w:t>365.2118</w:t>
      </w:r>
      <w:r>
        <w:tab/>
        <w:t>1.980e0</w:t>
      </w:r>
    </w:p>
    <w:p w14:paraId="7A253D2C" w14:textId="77777777" w:rsidR="006D4449" w:rsidRDefault="006D4449" w:rsidP="006D4449">
      <w:r>
        <w:t>365.2299</w:t>
      </w:r>
      <w:r>
        <w:tab/>
        <w:t>1.344e0</w:t>
      </w:r>
    </w:p>
    <w:p w14:paraId="01A8CB75" w14:textId="77777777" w:rsidR="006D4449" w:rsidRDefault="006D4449" w:rsidP="006D4449">
      <w:r>
        <w:t>365.2524</w:t>
      </w:r>
      <w:r>
        <w:tab/>
        <w:t>1.013e0</w:t>
      </w:r>
    </w:p>
    <w:p w14:paraId="4391EE64" w14:textId="77777777" w:rsidR="006D4449" w:rsidRDefault="006D4449" w:rsidP="006D4449">
      <w:r>
        <w:t>365.2628</w:t>
      </w:r>
      <w:r>
        <w:tab/>
        <w:t>3.144e0</w:t>
      </w:r>
    </w:p>
    <w:p w14:paraId="50735695" w14:textId="77777777" w:rsidR="006D4449" w:rsidRDefault="006D4449" w:rsidP="006D4449">
      <w:r>
        <w:t>365.2726</w:t>
      </w:r>
      <w:r>
        <w:tab/>
        <w:t>5.063e0</w:t>
      </w:r>
    </w:p>
    <w:p w14:paraId="73CD78C7" w14:textId="77777777" w:rsidR="006D4449" w:rsidRDefault="006D4449" w:rsidP="006D4449">
      <w:r>
        <w:t>365.3177</w:t>
      </w:r>
      <w:r>
        <w:tab/>
        <w:t>1.013e0</w:t>
      </w:r>
    </w:p>
    <w:p w14:paraId="2C9F64A7" w14:textId="77777777" w:rsidR="006D4449" w:rsidRDefault="006D4449" w:rsidP="006D4449">
      <w:r>
        <w:t>365.3188</w:t>
      </w:r>
      <w:r>
        <w:tab/>
        <w:t>2.025e0</w:t>
      </w:r>
    </w:p>
    <w:p w14:paraId="79E525F8" w14:textId="77777777" w:rsidR="006D4449" w:rsidRDefault="006D4449" w:rsidP="006D4449">
      <w:r>
        <w:t>365.3271</w:t>
      </w:r>
      <w:r>
        <w:tab/>
        <w:t>1.013e0</w:t>
      </w:r>
    </w:p>
    <w:p w14:paraId="66EE89FC" w14:textId="77777777" w:rsidR="006D4449" w:rsidRDefault="006D4449" w:rsidP="006D4449">
      <w:r>
        <w:t>365.3568</w:t>
      </w:r>
      <w:r>
        <w:tab/>
        <w:t>1.013e0</w:t>
      </w:r>
    </w:p>
    <w:p w14:paraId="68308227" w14:textId="77777777" w:rsidR="006D4449" w:rsidRDefault="006D4449" w:rsidP="006D4449">
      <w:r>
        <w:t>365.3644</w:t>
      </w:r>
      <w:r>
        <w:tab/>
        <w:t>2.025e0</w:t>
      </w:r>
    </w:p>
    <w:p w14:paraId="27FE0ACE" w14:textId="77777777" w:rsidR="006D4449" w:rsidRDefault="006D4449" w:rsidP="006D4449">
      <w:r>
        <w:t>365.3779</w:t>
      </w:r>
      <w:r>
        <w:tab/>
        <w:t>1.013e0</w:t>
      </w:r>
    </w:p>
    <w:p w14:paraId="57F1453F" w14:textId="77777777" w:rsidR="006D4449" w:rsidRDefault="006D4449" w:rsidP="006D4449">
      <w:r>
        <w:t>365.4342</w:t>
      </w:r>
      <w:r>
        <w:tab/>
        <w:t>1.013e0</w:t>
      </w:r>
    </w:p>
    <w:p w14:paraId="5DFA5581" w14:textId="77777777" w:rsidR="006D4449" w:rsidRDefault="006D4449" w:rsidP="006D4449">
      <w:r>
        <w:t>365.4419</w:t>
      </w:r>
      <w:r>
        <w:tab/>
        <w:t>1.013e0</w:t>
      </w:r>
    </w:p>
    <w:p w14:paraId="67AF2AF9" w14:textId="77777777" w:rsidR="006D4449" w:rsidRDefault="006D4449" w:rsidP="006D4449">
      <w:r>
        <w:t>365.4561</w:t>
      </w:r>
      <w:r>
        <w:tab/>
        <w:t>1.013e0</w:t>
      </w:r>
    </w:p>
    <w:p w14:paraId="46108EFD" w14:textId="77777777" w:rsidR="006D4449" w:rsidRDefault="006D4449" w:rsidP="006D4449">
      <w:r>
        <w:t>365.4630</w:t>
      </w:r>
      <w:r>
        <w:tab/>
        <w:t>1.013e0</w:t>
      </w:r>
    </w:p>
    <w:p w14:paraId="044A5568" w14:textId="77777777" w:rsidR="006D4449" w:rsidRDefault="006D4449" w:rsidP="006D4449">
      <w:r>
        <w:t>365.4817</w:t>
      </w:r>
      <w:r>
        <w:tab/>
        <w:t>1.013e0</w:t>
      </w:r>
    </w:p>
    <w:p w14:paraId="32BB33ED" w14:textId="77777777" w:rsidR="006D4449" w:rsidRDefault="006D4449" w:rsidP="006D4449">
      <w:r>
        <w:t>365.4952</w:t>
      </w:r>
      <w:r>
        <w:tab/>
        <w:t>1.013e0</w:t>
      </w:r>
    </w:p>
    <w:p w14:paraId="52C3C6F7" w14:textId="77777777" w:rsidR="006D4449" w:rsidRDefault="006D4449" w:rsidP="006D4449">
      <w:r>
        <w:t>365.5132</w:t>
      </w:r>
      <w:r>
        <w:tab/>
        <w:t>1.013e0</w:t>
      </w:r>
    </w:p>
    <w:p w14:paraId="3BB4D097" w14:textId="77777777" w:rsidR="006D4449" w:rsidRDefault="006D4449" w:rsidP="006D4449">
      <w:r>
        <w:t>365.5253</w:t>
      </w:r>
      <w:r>
        <w:tab/>
        <w:t>3.038e0</w:t>
      </w:r>
    </w:p>
    <w:p w14:paraId="22B3090C" w14:textId="77777777" w:rsidR="006D4449" w:rsidRDefault="006D4449" w:rsidP="006D4449">
      <w:r>
        <w:lastRenderedPageBreak/>
        <w:t>365.5965</w:t>
      </w:r>
      <w:r>
        <w:tab/>
        <w:t>1.013e0</w:t>
      </w:r>
    </w:p>
    <w:p w14:paraId="496EE32E" w14:textId="77777777" w:rsidR="006D4449" w:rsidRDefault="006D4449" w:rsidP="006D4449">
      <w:r>
        <w:t>365.6060</w:t>
      </w:r>
      <w:r>
        <w:tab/>
        <w:t>1.013e0</w:t>
      </w:r>
    </w:p>
    <w:p w14:paraId="3E0E430A" w14:textId="77777777" w:rsidR="006D4449" w:rsidRDefault="006D4449" w:rsidP="006D4449">
      <w:r>
        <w:t>365.6385</w:t>
      </w:r>
      <w:r>
        <w:tab/>
        <w:t>1.013e0</w:t>
      </w:r>
    </w:p>
    <w:p w14:paraId="442E9C9E" w14:textId="77777777" w:rsidR="006D4449" w:rsidRDefault="006D4449" w:rsidP="006D4449">
      <w:r>
        <w:t>365.6479</w:t>
      </w:r>
      <w:r>
        <w:tab/>
        <w:t>1.013e0</w:t>
      </w:r>
    </w:p>
    <w:p w14:paraId="4B3B25E6" w14:textId="77777777" w:rsidR="006D4449" w:rsidRDefault="006D4449" w:rsidP="006D4449">
      <w:r>
        <w:t>365.6516</w:t>
      </w:r>
      <w:r>
        <w:tab/>
        <w:t>1.013e0</w:t>
      </w:r>
    </w:p>
    <w:p w14:paraId="3729D3DA" w14:textId="77777777" w:rsidR="006D4449" w:rsidRDefault="006D4449" w:rsidP="006D4449">
      <w:r>
        <w:t>365.6712</w:t>
      </w:r>
      <w:r>
        <w:tab/>
        <w:t>1.013e0</w:t>
      </w:r>
    </w:p>
    <w:p w14:paraId="5AB1303B" w14:textId="77777777" w:rsidR="006D4449" w:rsidRDefault="006D4449" w:rsidP="006D4449">
      <w:r>
        <w:t>365.7341</w:t>
      </w:r>
      <w:r>
        <w:tab/>
        <w:t>1.013e0</w:t>
      </w:r>
    </w:p>
    <w:p w14:paraId="5A941FB3" w14:textId="77777777" w:rsidR="006D4449" w:rsidRDefault="006D4449" w:rsidP="006D4449">
      <w:r>
        <w:t>365.7356</w:t>
      </w:r>
      <w:r>
        <w:tab/>
        <w:t>1.013e0</w:t>
      </w:r>
    </w:p>
    <w:p w14:paraId="7F90EED0" w14:textId="77777777" w:rsidR="006D4449" w:rsidRDefault="006D4449" w:rsidP="006D4449">
      <w:r>
        <w:t>365.7494</w:t>
      </w:r>
      <w:r>
        <w:tab/>
        <w:t>1.013e0</w:t>
      </w:r>
    </w:p>
    <w:p w14:paraId="7626AB21" w14:textId="77777777" w:rsidR="006D4449" w:rsidRDefault="006D4449" w:rsidP="006D4449">
      <w:r>
        <w:t>365.7739</w:t>
      </w:r>
      <w:r>
        <w:tab/>
        <w:t>1.013e0</w:t>
      </w:r>
    </w:p>
    <w:p w14:paraId="447FFDB6" w14:textId="77777777" w:rsidR="006D4449" w:rsidRDefault="006D4449" w:rsidP="006D4449">
      <w:r>
        <w:t>365.7935</w:t>
      </w:r>
      <w:r>
        <w:tab/>
        <w:t>1.013e0</w:t>
      </w:r>
    </w:p>
    <w:p w14:paraId="7D34F82B" w14:textId="77777777" w:rsidR="006D4449" w:rsidRDefault="006D4449" w:rsidP="006D4449">
      <w:r>
        <w:t>365.8335</w:t>
      </w:r>
      <w:r>
        <w:tab/>
        <w:t>1.013e0</w:t>
      </w:r>
    </w:p>
    <w:p w14:paraId="74218DA4" w14:textId="77777777" w:rsidR="006D4449" w:rsidRDefault="006D4449" w:rsidP="006D4449">
      <w:r>
        <w:t>365.8747</w:t>
      </w:r>
      <w:r>
        <w:tab/>
        <w:t>2.025e0</w:t>
      </w:r>
    </w:p>
    <w:p w14:paraId="4643CEE1" w14:textId="77777777" w:rsidR="006D4449" w:rsidRDefault="006D4449" w:rsidP="006D4449">
      <w:r>
        <w:t>365.8842</w:t>
      </w:r>
      <w:r>
        <w:tab/>
        <w:t>5.063e0</w:t>
      </w:r>
    </w:p>
    <w:p w14:paraId="326462C8" w14:textId="77777777" w:rsidR="006D4449" w:rsidRDefault="006D4449" w:rsidP="006D4449">
      <w:r>
        <w:t>365.9103</w:t>
      </w:r>
      <w:r>
        <w:tab/>
        <w:t>3.038e0</w:t>
      </w:r>
    </w:p>
    <w:p w14:paraId="502E72B7" w14:textId="77777777" w:rsidR="006D4449" w:rsidRDefault="006D4449" w:rsidP="006D4449">
      <w:r>
        <w:t>365.9207</w:t>
      </w:r>
      <w:r>
        <w:tab/>
        <w:t>4.949e0</w:t>
      </w:r>
    </w:p>
    <w:p w14:paraId="20F3AB14" w14:textId="77777777" w:rsidR="006D4449" w:rsidRDefault="006D4449" w:rsidP="006D4449">
      <w:r>
        <w:t>365.9337</w:t>
      </w:r>
      <w:r>
        <w:tab/>
        <w:t>2.025e0</w:t>
      </w:r>
    </w:p>
    <w:p w14:paraId="3EF6D484" w14:textId="77777777" w:rsidR="006D4449" w:rsidRDefault="006D4449" w:rsidP="006D4449">
      <w:r>
        <w:t>365.9443</w:t>
      </w:r>
      <w:r>
        <w:tab/>
        <w:t>2.025e0</w:t>
      </w:r>
    </w:p>
    <w:p w14:paraId="1E4392EA" w14:textId="77777777" w:rsidR="006D4449" w:rsidRDefault="006D4449" w:rsidP="006D4449">
      <w:r>
        <w:t>365.9477</w:t>
      </w:r>
      <w:r>
        <w:tab/>
        <w:t>1.013e0</w:t>
      </w:r>
    </w:p>
    <w:p w14:paraId="2167CF03" w14:textId="77777777" w:rsidR="006D4449" w:rsidRDefault="006D4449" w:rsidP="006D4449">
      <w:r>
        <w:lastRenderedPageBreak/>
        <w:t>365.9515</w:t>
      </w:r>
      <w:r>
        <w:tab/>
        <w:t>1.013e0</w:t>
      </w:r>
    </w:p>
    <w:p w14:paraId="267D5BD1" w14:textId="77777777" w:rsidR="006D4449" w:rsidRDefault="006D4449" w:rsidP="006D4449">
      <w:r>
        <w:t>365.9896</w:t>
      </w:r>
      <w:r>
        <w:tab/>
        <w:t>1.013e0</w:t>
      </w:r>
    </w:p>
    <w:p w14:paraId="32381D78" w14:textId="77777777" w:rsidR="006D4449" w:rsidRDefault="006D4449" w:rsidP="006D4449">
      <w:r>
        <w:t>366.0191</w:t>
      </w:r>
      <w:r>
        <w:tab/>
        <w:t>5.063e0</w:t>
      </w:r>
    </w:p>
    <w:p w14:paraId="2DCF5571" w14:textId="77777777" w:rsidR="006D4449" w:rsidRDefault="006D4449" w:rsidP="006D4449">
      <w:r>
        <w:t>366.0397</w:t>
      </w:r>
      <w:r>
        <w:tab/>
        <w:t>6.076e0</w:t>
      </w:r>
    </w:p>
    <w:p w14:paraId="060DA985" w14:textId="77777777" w:rsidR="006D4449" w:rsidRDefault="006D4449" w:rsidP="006D4449">
      <w:r>
        <w:t>366.0431</w:t>
      </w:r>
      <w:r>
        <w:tab/>
        <w:t>1.013e0</w:t>
      </w:r>
    </w:p>
    <w:p w14:paraId="552D0225" w14:textId="77777777" w:rsidR="006D4449" w:rsidRDefault="006D4449" w:rsidP="006D4449">
      <w:r>
        <w:t>366.0494</w:t>
      </w:r>
      <w:r>
        <w:tab/>
        <w:t>1.013e0</w:t>
      </w:r>
    </w:p>
    <w:p w14:paraId="3AB83370" w14:textId="77777777" w:rsidR="006D4449" w:rsidRDefault="006D4449" w:rsidP="006D4449">
      <w:r>
        <w:t>366.0582</w:t>
      </w:r>
      <w:r>
        <w:tab/>
        <w:t>2.025e0</w:t>
      </w:r>
    </w:p>
    <w:p w14:paraId="479A1C0A" w14:textId="77777777" w:rsidR="006D4449" w:rsidRDefault="006D4449" w:rsidP="006D4449">
      <w:r>
        <w:t>366.0874</w:t>
      </w:r>
      <w:r>
        <w:tab/>
        <w:t>1.013e0</w:t>
      </w:r>
    </w:p>
    <w:p w14:paraId="7E3288FD" w14:textId="77777777" w:rsidR="006D4449" w:rsidRDefault="006D4449" w:rsidP="006D4449">
      <w:r>
        <w:t>366.0951</w:t>
      </w:r>
      <w:r>
        <w:tab/>
        <w:t>1.013e0</w:t>
      </w:r>
    </w:p>
    <w:p w14:paraId="73BE5E8C" w14:textId="77777777" w:rsidR="006D4449" w:rsidRDefault="006D4449" w:rsidP="006D4449">
      <w:r>
        <w:t>366.1196</w:t>
      </w:r>
      <w:r>
        <w:tab/>
        <w:t>1.013e0</w:t>
      </w:r>
    </w:p>
    <w:p w14:paraId="693E1ED0" w14:textId="77777777" w:rsidR="006D4449" w:rsidRDefault="006D4449" w:rsidP="006D4449">
      <w:r>
        <w:t>366.1491</w:t>
      </w:r>
      <w:r>
        <w:tab/>
        <w:t>2.221e0</w:t>
      </w:r>
    </w:p>
    <w:p w14:paraId="0F30F871" w14:textId="77777777" w:rsidR="006D4449" w:rsidRDefault="006D4449" w:rsidP="006D4449">
      <w:r>
        <w:t>366.1638</w:t>
      </w:r>
      <w:r>
        <w:tab/>
        <w:t>4.005e0</w:t>
      </w:r>
    </w:p>
    <w:p w14:paraId="64B7C996" w14:textId="77777777" w:rsidR="006D4449" w:rsidRDefault="006D4449" w:rsidP="006D4449">
      <w:r>
        <w:t>366.1677</w:t>
      </w:r>
      <w:r>
        <w:tab/>
        <w:t>2.025e0</w:t>
      </w:r>
    </w:p>
    <w:p w14:paraId="79BD64B8" w14:textId="77777777" w:rsidR="006D4449" w:rsidRDefault="006D4449" w:rsidP="006D4449">
      <w:r>
        <w:t>366.1978</w:t>
      </w:r>
      <w:r>
        <w:tab/>
        <w:t>1.013e0</w:t>
      </w:r>
    </w:p>
    <w:p w14:paraId="71CDCFE4" w14:textId="77777777" w:rsidR="006D4449" w:rsidRDefault="006D4449" w:rsidP="006D4449">
      <w:r>
        <w:t>366.2375</w:t>
      </w:r>
      <w:r>
        <w:tab/>
        <w:t>2.849e0</w:t>
      </w:r>
    </w:p>
    <w:p w14:paraId="7FAD5124" w14:textId="77777777" w:rsidR="006D4449" w:rsidRDefault="006D4449" w:rsidP="006D4449">
      <w:r>
        <w:t>366.2603</w:t>
      </w:r>
      <w:r>
        <w:tab/>
        <w:t>3.038e0</w:t>
      </w:r>
    </w:p>
    <w:p w14:paraId="370EC0E6" w14:textId="77777777" w:rsidR="006D4449" w:rsidRDefault="006D4449" w:rsidP="006D4449">
      <w:r>
        <w:t>366.2624</w:t>
      </w:r>
      <w:r>
        <w:tab/>
        <w:t>2.978e0</w:t>
      </w:r>
    </w:p>
    <w:p w14:paraId="4C0B03E8" w14:textId="77777777" w:rsidR="006D4449" w:rsidRDefault="006D4449" w:rsidP="006D4449">
      <w:r>
        <w:t>366.2636</w:t>
      </w:r>
      <w:r>
        <w:tab/>
        <w:t>2.514e0</w:t>
      </w:r>
    </w:p>
    <w:p w14:paraId="5DA1B8A4" w14:textId="77777777" w:rsidR="006D4449" w:rsidRDefault="006D4449" w:rsidP="006D4449">
      <w:r>
        <w:t>366.2976</w:t>
      </w:r>
      <w:r>
        <w:tab/>
        <w:t>4.976e0</w:t>
      </w:r>
    </w:p>
    <w:p w14:paraId="203551DC" w14:textId="77777777" w:rsidR="006D4449" w:rsidRDefault="006D4449" w:rsidP="006D4449">
      <w:r>
        <w:lastRenderedPageBreak/>
        <w:t>366.3089</w:t>
      </w:r>
      <w:r>
        <w:tab/>
        <w:t>1.013e0</w:t>
      </w:r>
    </w:p>
    <w:p w14:paraId="38921613" w14:textId="77777777" w:rsidR="006D4449" w:rsidRDefault="006D4449" w:rsidP="006D4449">
      <w:r>
        <w:t>366.3398</w:t>
      </w:r>
      <w:r>
        <w:tab/>
        <w:t>2.025e0</w:t>
      </w:r>
    </w:p>
    <w:p w14:paraId="5765B6BC" w14:textId="77777777" w:rsidR="006D4449" w:rsidRDefault="006D4449" w:rsidP="006D4449">
      <w:r>
        <w:t>366.3437</w:t>
      </w:r>
      <w:r>
        <w:tab/>
        <w:t>2.025e0</w:t>
      </w:r>
    </w:p>
    <w:p w14:paraId="74203059" w14:textId="77777777" w:rsidR="006D4449" w:rsidRDefault="006D4449" w:rsidP="006D4449">
      <w:r>
        <w:t>366.3761</w:t>
      </w:r>
      <w:r>
        <w:tab/>
        <w:t>2.025e0</w:t>
      </w:r>
    </w:p>
    <w:p w14:paraId="11EBAF4F" w14:textId="77777777" w:rsidR="006D4449" w:rsidRDefault="006D4449" w:rsidP="006D4449">
      <w:r>
        <w:t>366.3954</w:t>
      </w:r>
      <w:r>
        <w:tab/>
        <w:t>1.013e0</w:t>
      </w:r>
    </w:p>
    <w:p w14:paraId="19B12F9C" w14:textId="77777777" w:rsidR="006D4449" w:rsidRDefault="006D4449" w:rsidP="006D4449">
      <w:r>
        <w:t>366.4044</w:t>
      </w:r>
      <w:r>
        <w:tab/>
        <w:t>1.013e0</w:t>
      </w:r>
    </w:p>
    <w:p w14:paraId="3D7C3935" w14:textId="77777777" w:rsidR="006D4449" w:rsidRDefault="006D4449" w:rsidP="006D4449">
      <w:r>
        <w:t>366.4255</w:t>
      </w:r>
      <w:r>
        <w:tab/>
        <w:t>1.013e0</w:t>
      </w:r>
    </w:p>
    <w:p w14:paraId="61AB6F4F" w14:textId="77777777" w:rsidR="006D4449" w:rsidRDefault="006D4449" w:rsidP="006D4449">
      <w:r>
        <w:t>366.4656</w:t>
      </w:r>
      <w:r>
        <w:tab/>
        <w:t>1.013e0</w:t>
      </w:r>
    </w:p>
    <w:p w14:paraId="08DA075D" w14:textId="77777777" w:rsidR="006D4449" w:rsidRDefault="006D4449" w:rsidP="006D4449">
      <w:r>
        <w:t>366.4729</w:t>
      </w:r>
      <w:r>
        <w:tab/>
        <w:t>1.013e0</w:t>
      </w:r>
    </w:p>
    <w:p w14:paraId="2F593036" w14:textId="77777777" w:rsidR="006D4449" w:rsidRDefault="006D4449" w:rsidP="006D4449">
      <w:r>
        <w:t>366.4753</w:t>
      </w:r>
      <w:r>
        <w:tab/>
        <w:t>1.013e0</w:t>
      </w:r>
    </w:p>
    <w:p w14:paraId="0B9B4EA7" w14:textId="77777777" w:rsidR="006D4449" w:rsidRDefault="006D4449" w:rsidP="006D4449">
      <w:r>
        <w:t>366.4814</w:t>
      </w:r>
      <w:r>
        <w:tab/>
        <w:t>3.038e0</w:t>
      </w:r>
    </w:p>
    <w:p w14:paraId="602517A3" w14:textId="77777777" w:rsidR="006D4449" w:rsidRDefault="006D4449" w:rsidP="006D4449">
      <w:r>
        <w:t>366.5476</w:t>
      </w:r>
      <w:r>
        <w:tab/>
        <w:t>1.013e0</w:t>
      </w:r>
    </w:p>
    <w:p w14:paraId="0A08A02F" w14:textId="77777777" w:rsidR="006D4449" w:rsidRDefault="006D4449" w:rsidP="006D4449">
      <w:r>
        <w:t>366.5521</w:t>
      </w:r>
      <w:r>
        <w:tab/>
        <w:t>1.013e0</w:t>
      </w:r>
    </w:p>
    <w:p w14:paraId="07F5E7FF" w14:textId="77777777" w:rsidR="006D4449" w:rsidRDefault="006D4449" w:rsidP="006D4449">
      <w:r>
        <w:t>366.5963</w:t>
      </w:r>
      <w:r>
        <w:tab/>
        <w:t>1.013e0</w:t>
      </w:r>
    </w:p>
    <w:p w14:paraId="7FD1C899" w14:textId="77777777" w:rsidR="006D4449" w:rsidRDefault="006D4449" w:rsidP="006D4449">
      <w:r>
        <w:t>366.6028</w:t>
      </w:r>
      <w:r>
        <w:tab/>
        <w:t>1.013e0</w:t>
      </w:r>
    </w:p>
    <w:p w14:paraId="2E0980CE" w14:textId="77777777" w:rsidR="006D4449" w:rsidRDefault="006D4449" w:rsidP="006D4449">
      <w:r>
        <w:t>366.6143</w:t>
      </w:r>
      <w:r>
        <w:tab/>
        <w:t>1.013e0</w:t>
      </w:r>
    </w:p>
    <w:p w14:paraId="3D9F35FA" w14:textId="77777777" w:rsidR="006D4449" w:rsidRDefault="006D4449" w:rsidP="006D4449">
      <w:r>
        <w:t>366.6337</w:t>
      </w:r>
      <w:r>
        <w:tab/>
        <w:t>1.013e0</w:t>
      </w:r>
    </w:p>
    <w:p w14:paraId="1FE69B2D" w14:textId="77777777" w:rsidR="006D4449" w:rsidRDefault="006D4449" w:rsidP="006D4449">
      <w:r>
        <w:t>366.6559</w:t>
      </w:r>
      <w:r>
        <w:tab/>
        <w:t>2.025e0</w:t>
      </w:r>
    </w:p>
    <w:p w14:paraId="6CDBE1A4" w14:textId="77777777" w:rsidR="006D4449" w:rsidRDefault="006D4449" w:rsidP="006D4449">
      <w:r>
        <w:t>366.6809</w:t>
      </w:r>
      <w:r>
        <w:tab/>
        <w:t>2.025e0</w:t>
      </w:r>
    </w:p>
    <w:p w14:paraId="4A6C37AE" w14:textId="77777777" w:rsidR="006D4449" w:rsidRDefault="006D4449" w:rsidP="006D4449">
      <w:r>
        <w:lastRenderedPageBreak/>
        <w:t>366.7155</w:t>
      </w:r>
      <w:r>
        <w:tab/>
        <w:t>1.013e0</w:t>
      </w:r>
    </w:p>
    <w:p w14:paraId="34A0E5A7" w14:textId="77777777" w:rsidR="006D4449" w:rsidRDefault="006D4449" w:rsidP="006D4449">
      <w:r>
        <w:t>366.7204</w:t>
      </w:r>
      <w:r>
        <w:tab/>
        <w:t>1.013e0</w:t>
      </w:r>
    </w:p>
    <w:p w14:paraId="1B971089" w14:textId="77777777" w:rsidR="006D4449" w:rsidRDefault="006D4449" w:rsidP="006D4449">
      <w:r>
        <w:t>366.7270</w:t>
      </w:r>
      <w:r>
        <w:tab/>
        <w:t>1.013e0</w:t>
      </w:r>
    </w:p>
    <w:p w14:paraId="0D621B95" w14:textId="77777777" w:rsidR="006D4449" w:rsidRDefault="006D4449" w:rsidP="006D4449">
      <w:r>
        <w:t>366.7310</w:t>
      </w:r>
      <w:r>
        <w:tab/>
        <w:t>1.013e0</w:t>
      </w:r>
    </w:p>
    <w:p w14:paraId="07C8E55F" w14:textId="77777777" w:rsidR="006D4449" w:rsidRDefault="006D4449" w:rsidP="006D4449">
      <w:r>
        <w:t>366.7892</w:t>
      </w:r>
      <w:r>
        <w:tab/>
        <w:t>2.025e0</w:t>
      </w:r>
    </w:p>
    <w:p w14:paraId="41141081" w14:textId="77777777" w:rsidR="006D4449" w:rsidRDefault="006D4449" w:rsidP="006D4449">
      <w:r>
        <w:t>366.8512</w:t>
      </w:r>
      <w:r>
        <w:tab/>
        <w:t>1.013e0</w:t>
      </w:r>
    </w:p>
    <w:p w14:paraId="39C9F809" w14:textId="77777777" w:rsidR="006D4449" w:rsidRDefault="006D4449" w:rsidP="006D4449">
      <w:r>
        <w:t>366.8889</w:t>
      </w:r>
      <w:r>
        <w:tab/>
        <w:t>3.038e0</w:t>
      </w:r>
    </w:p>
    <w:p w14:paraId="143D3C93" w14:textId="77777777" w:rsidR="006D4449" w:rsidRDefault="006D4449" w:rsidP="006D4449">
      <w:r>
        <w:t>366.9042</w:t>
      </w:r>
      <w:r>
        <w:tab/>
        <w:t>6.076e0</w:t>
      </w:r>
    </w:p>
    <w:p w14:paraId="0C499BF0" w14:textId="77777777" w:rsidR="006D4449" w:rsidRDefault="006D4449" w:rsidP="006D4449">
      <w:r>
        <w:t>366.9077</w:t>
      </w:r>
      <w:r>
        <w:tab/>
        <w:t>4.051e0</w:t>
      </w:r>
    </w:p>
    <w:p w14:paraId="7EEFF311" w14:textId="77777777" w:rsidR="006D4449" w:rsidRDefault="006D4449" w:rsidP="006D4449">
      <w:r>
        <w:t>366.9293</w:t>
      </w:r>
      <w:r>
        <w:tab/>
        <w:t>2.025e0</w:t>
      </w:r>
    </w:p>
    <w:p w14:paraId="564CCBCF" w14:textId="77777777" w:rsidR="006D4449" w:rsidRDefault="006D4449" w:rsidP="006D4449">
      <w:r>
        <w:t>366.9330</w:t>
      </w:r>
      <w:r>
        <w:tab/>
        <w:t>3.488e0</w:t>
      </w:r>
    </w:p>
    <w:p w14:paraId="5B33AF1F" w14:textId="77777777" w:rsidR="006D4449" w:rsidRDefault="006D4449" w:rsidP="006D4449">
      <w:r>
        <w:t>366.9630</w:t>
      </w:r>
      <w:r>
        <w:tab/>
        <w:t>2.025e0</w:t>
      </w:r>
    </w:p>
    <w:p w14:paraId="68D219D1" w14:textId="77777777" w:rsidR="006D4449" w:rsidRDefault="006D4449" w:rsidP="006D4449">
      <w:r>
        <w:t>366.9704</w:t>
      </w:r>
      <w:r>
        <w:tab/>
        <w:t>1.013e0</w:t>
      </w:r>
    </w:p>
    <w:p w14:paraId="5F3553CC" w14:textId="77777777" w:rsidR="006D4449" w:rsidRDefault="006D4449" w:rsidP="006D4449">
      <w:r>
        <w:t>366.9770</w:t>
      </w:r>
      <w:r>
        <w:tab/>
        <w:t>1.013e0</w:t>
      </w:r>
    </w:p>
    <w:p w14:paraId="1BDC9007" w14:textId="77777777" w:rsidR="006D4449" w:rsidRDefault="006D4449" w:rsidP="006D4449">
      <w:r>
        <w:t>366.9875</w:t>
      </w:r>
      <w:r>
        <w:tab/>
        <w:t>2.025e0</w:t>
      </w:r>
    </w:p>
    <w:p w14:paraId="778E2AFD" w14:textId="77777777" w:rsidR="006D4449" w:rsidRDefault="006D4449" w:rsidP="006D4449">
      <w:r>
        <w:t>367.0294</w:t>
      </w:r>
      <w:r>
        <w:tab/>
        <w:t>1.013e0</w:t>
      </w:r>
    </w:p>
    <w:p w14:paraId="241432EF" w14:textId="77777777" w:rsidR="006D4449" w:rsidRDefault="006D4449" w:rsidP="006D4449">
      <w:r>
        <w:t>367.0461</w:t>
      </w:r>
      <w:r>
        <w:tab/>
        <w:t>3.038e0</w:t>
      </w:r>
    </w:p>
    <w:p w14:paraId="35F2BA97" w14:textId="77777777" w:rsidR="006D4449" w:rsidRDefault="006D4449" w:rsidP="006D4449">
      <w:r>
        <w:t>367.0519</w:t>
      </w:r>
      <w:r>
        <w:tab/>
        <w:t>1.013e0</w:t>
      </w:r>
    </w:p>
    <w:p w14:paraId="3BECFC70" w14:textId="77777777" w:rsidR="006D4449" w:rsidRDefault="006D4449" w:rsidP="006D4449">
      <w:r>
        <w:t>367.0612</w:t>
      </w:r>
      <w:r>
        <w:tab/>
        <w:t>3.038e0</w:t>
      </w:r>
    </w:p>
    <w:p w14:paraId="0D9D1667" w14:textId="77777777" w:rsidR="006D4449" w:rsidRDefault="006D4449" w:rsidP="006D4449">
      <w:r>
        <w:lastRenderedPageBreak/>
        <w:t>367.0793</w:t>
      </w:r>
      <w:r>
        <w:tab/>
        <w:t>3.226e0</w:t>
      </w:r>
    </w:p>
    <w:p w14:paraId="5E712C5B" w14:textId="77777777" w:rsidR="006D4449" w:rsidRDefault="006D4449" w:rsidP="006D4449">
      <w:r>
        <w:t>367.0978</w:t>
      </w:r>
      <w:r>
        <w:tab/>
        <w:t>2.025e0</w:t>
      </w:r>
    </w:p>
    <w:p w14:paraId="36BF8F14" w14:textId="77777777" w:rsidR="006D4449" w:rsidRDefault="006D4449" w:rsidP="006D4449">
      <w:r>
        <w:t>367.1016</w:t>
      </w:r>
      <w:r>
        <w:tab/>
        <w:t>6.076e0</w:t>
      </w:r>
    </w:p>
    <w:p w14:paraId="6DE0BAF2" w14:textId="77777777" w:rsidR="006D4449" w:rsidRDefault="006D4449" w:rsidP="006D4449">
      <w:r>
        <w:t>367.1232</w:t>
      </w:r>
      <w:r>
        <w:tab/>
        <w:t>2.025e0</w:t>
      </w:r>
    </w:p>
    <w:p w14:paraId="6170B718" w14:textId="77777777" w:rsidR="006D4449" w:rsidRDefault="006D4449" w:rsidP="006D4449">
      <w:r>
        <w:t>367.1422</w:t>
      </w:r>
      <w:r>
        <w:tab/>
        <w:t>3.038e0</w:t>
      </w:r>
    </w:p>
    <w:p w14:paraId="3C2D0430" w14:textId="77777777" w:rsidR="006D4449" w:rsidRDefault="006D4449" w:rsidP="006D4449">
      <w:r>
        <w:t>367.1582</w:t>
      </w:r>
      <w:r>
        <w:tab/>
        <w:t>5.057e0</w:t>
      </w:r>
    </w:p>
    <w:p w14:paraId="26067191" w14:textId="77777777" w:rsidR="006D4449" w:rsidRDefault="006D4449" w:rsidP="006D4449">
      <w:r>
        <w:t>367.1733</w:t>
      </w:r>
      <w:r>
        <w:tab/>
        <w:t>2.025e0</w:t>
      </w:r>
    </w:p>
    <w:p w14:paraId="603F9021" w14:textId="77777777" w:rsidR="006D4449" w:rsidRDefault="006D4449" w:rsidP="006D4449">
      <w:r>
        <w:t>367.1754</w:t>
      </w:r>
      <w:r>
        <w:tab/>
        <w:t>1.271e0</w:t>
      </w:r>
    </w:p>
    <w:p w14:paraId="018934A2" w14:textId="77777777" w:rsidR="006D4449" w:rsidRDefault="006D4449" w:rsidP="006D4449">
      <w:r>
        <w:t>367.2192</w:t>
      </w:r>
      <w:r>
        <w:tab/>
        <w:t>2.025e0</w:t>
      </w:r>
    </w:p>
    <w:p w14:paraId="07B4DAE2" w14:textId="77777777" w:rsidR="006D4449" w:rsidRDefault="006D4449" w:rsidP="006D4449">
      <w:r>
        <w:t>367.2216</w:t>
      </w:r>
      <w:r>
        <w:tab/>
        <w:t>5.657e0</w:t>
      </w:r>
    </w:p>
    <w:p w14:paraId="403DD423" w14:textId="77777777" w:rsidR="006D4449" w:rsidRDefault="006D4449" w:rsidP="006D4449">
      <w:r>
        <w:t>367.2312</w:t>
      </w:r>
      <w:r>
        <w:tab/>
        <w:t>5.036e0</w:t>
      </w:r>
    </w:p>
    <w:p w14:paraId="1F00255C" w14:textId="77777777" w:rsidR="006D4449" w:rsidRDefault="006D4449" w:rsidP="006D4449">
      <w:r>
        <w:t>367.2481</w:t>
      </w:r>
      <w:r>
        <w:tab/>
        <w:t>1.647e0</w:t>
      </w:r>
    </w:p>
    <w:p w14:paraId="63A60619" w14:textId="77777777" w:rsidR="006D4449" w:rsidRDefault="006D4449" w:rsidP="006D4449">
      <w:r>
        <w:t>367.2587</w:t>
      </w:r>
      <w:r>
        <w:tab/>
        <w:t>1.013e0</w:t>
      </w:r>
    </w:p>
    <w:p w14:paraId="7344D874" w14:textId="77777777" w:rsidR="006D4449" w:rsidRDefault="006D4449" w:rsidP="006D4449">
      <w:r>
        <w:t>367.2832</w:t>
      </w:r>
      <w:r>
        <w:tab/>
        <w:t>2.025e0</w:t>
      </w:r>
    </w:p>
    <w:p w14:paraId="3330BF25" w14:textId="77777777" w:rsidR="006D4449" w:rsidRDefault="006D4449" w:rsidP="006D4449">
      <w:r>
        <w:t>367.3026</w:t>
      </w:r>
      <w:r>
        <w:tab/>
        <w:t>2.025e0</w:t>
      </w:r>
    </w:p>
    <w:p w14:paraId="7021C295" w14:textId="77777777" w:rsidR="006D4449" w:rsidRDefault="006D4449" w:rsidP="006D4449">
      <w:r>
        <w:t>367.3228</w:t>
      </w:r>
      <w:r>
        <w:tab/>
        <w:t>3.038e0</w:t>
      </w:r>
    </w:p>
    <w:p w14:paraId="5A32CDA8" w14:textId="77777777" w:rsidR="006D4449" w:rsidRDefault="006D4449" w:rsidP="006D4449">
      <w:r>
        <w:t>367.3375</w:t>
      </w:r>
      <w:r>
        <w:tab/>
        <w:t>2.025e0</w:t>
      </w:r>
    </w:p>
    <w:p w14:paraId="6A0885DD" w14:textId="77777777" w:rsidR="006D4449" w:rsidRDefault="006D4449" w:rsidP="006D4449">
      <w:r>
        <w:t>367.3549</w:t>
      </w:r>
      <w:r>
        <w:tab/>
        <w:t>1.013e0</w:t>
      </w:r>
    </w:p>
    <w:p w14:paraId="64045556" w14:textId="77777777" w:rsidR="006D4449" w:rsidRDefault="006D4449" w:rsidP="006D4449">
      <w:r>
        <w:t>367.3625</w:t>
      </w:r>
      <w:r>
        <w:tab/>
        <w:t>2.025e0</w:t>
      </w:r>
    </w:p>
    <w:p w14:paraId="154AAD38" w14:textId="77777777" w:rsidR="006D4449" w:rsidRDefault="006D4449" w:rsidP="006D4449">
      <w:r>
        <w:lastRenderedPageBreak/>
        <w:t>367.3887</w:t>
      </w:r>
      <w:r>
        <w:tab/>
        <w:t>2.025e0</w:t>
      </w:r>
    </w:p>
    <w:p w14:paraId="6CE4032D" w14:textId="77777777" w:rsidR="006D4449" w:rsidRDefault="006D4449" w:rsidP="006D4449">
      <w:r>
        <w:t>367.4226</w:t>
      </w:r>
      <w:r>
        <w:tab/>
        <w:t>1.013e0</w:t>
      </w:r>
    </w:p>
    <w:p w14:paraId="025ABA48" w14:textId="77777777" w:rsidR="006D4449" w:rsidRDefault="006D4449" w:rsidP="006D4449">
      <w:r>
        <w:t>367.4417</w:t>
      </w:r>
      <w:r>
        <w:tab/>
        <w:t>2.025e0</w:t>
      </w:r>
    </w:p>
    <w:p w14:paraId="6DA9030B" w14:textId="77777777" w:rsidR="006D4449" w:rsidRDefault="006D4449" w:rsidP="006D4449">
      <w:r>
        <w:t>367.4923</w:t>
      </w:r>
      <w:r>
        <w:tab/>
        <w:t>1.013e0</w:t>
      </w:r>
    </w:p>
    <w:p w14:paraId="07E6A142" w14:textId="77777777" w:rsidR="006D4449" w:rsidRDefault="006D4449" w:rsidP="006D4449">
      <w:r>
        <w:t>367.5048</w:t>
      </w:r>
      <w:r>
        <w:tab/>
        <w:t>2.025e0</w:t>
      </w:r>
    </w:p>
    <w:p w14:paraId="35C50684" w14:textId="77777777" w:rsidR="006D4449" w:rsidRDefault="006D4449" w:rsidP="006D4449">
      <w:r>
        <w:t>367.5144</w:t>
      </w:r>
      <w:r>
        <w:tab/>
        <w:t>1.013e0</w:t>
      </w:r>
    </w:p>
    <w:p w14:paraId="6297CFDE" w14:textId="77777777" w:rsidR="006D4449" w:rsidRDefault="006D4449" w:rsidP="006D4449">
      <w:r>
        <w:t>367.5678</w:t>
      </w:r>
      <w:r>
        <w:tab/>
        <w:t>3.038e0</w:t>
      </w:r>
    </w:p>
    <w:p w14:paraId="750E5049" w14:textId="77777777" w:rsidR="006D4449" w:rsidRDefault="006D4449" w:rsidP="006D4449">
      <w:r>
        <w:t>367.6149</w:t>
      </w:r>
      <w:r>
        <w:tab/>
        <w:t>2.025e0</w:t>
      </w:r>
    </w:p>
    <w:p w14:paraId="412AFC27" w14:textId="77777777" w:rsidR="006D4449" w:rsidRDefault="006D4449" w:rsidP="006D4449">
      <w:r>
        <w:t>367.6216</w:t>
      </w:r>
      <w:r>
        <w:tab/>
        <w:t>1.013e0</w:t>
      </w:r>
    </w:p>
    <w:p w14:paraId="291832EB" w14:textId="77777777" w:rsidR="006D4449" w:rsidRDefault="006D4449" w:rsidP="006D4449">
      <w:r>
        <w:t>367.6484</w:t>
      </w:r>
      <w:r>
        <w:tab/>
        <w:t>2.025e0</w:t>
      </w:r>
    </w:p>
    <w:p w14:paraId="2066378A" w14:textId="77777777" w:rsidR="006D4449" w:rsidRDefault="006D4449" w:rsidP="006D4449">
      <w:r>
        <w:t>367.6756</w:t>
      </w:r>
      <w:r>
        <w:tab/>
        <w:t>2.025e0</w:t>
      </w:r>
    </w:p>
    <w:p w14:paraId="0C6D7EA1" w14:textId="77777777" w:rsidR="006D4449" w:rsidRDefault="006D4449" w:rsidP="006D4449">
      <w:r>
        <w:t>367.6773</w:t>
      </w:r>
      <w:r>
        <w:tab/>
        <w:t>1.013e0</w:t>
      </w:r>
    </w:p>
    <w:p w14:paraId="5F9FA3A1" w14:textId="77777777" w:rsidR="006D4449" w:rsidRDefault="006D4449" w:rsidP="006D4449">
      <w:r>
        <w:t>367.7085</w:t>
      </w:r>
      <w:r>
        <w:tab/>
        <w:t>1.013e0</w:t>
      </w:r>
    </w:p>
    <w:p w14:paraId="0A5539B9" w14:textId="77777777" w:rsidR="006D4449" w:rsidRDefault="006D4449" w:rsidP="006D4449">
      <w:r>
        <w:t>367.7190</w:t>
      </w:r>
      <w:r>
        <w:tab/>
        <w:t>1.013e0</w:t>
      </w:r>
    </w:p>
    <w:p w14:paraId="029426B5" w14:textId="77777777" w:rsidR="006D4449" w:rsidRDefault="006D4449" w:rsidP="006D4449">
      <w:r>
        <w:t>367.7216</w:t>
      </w:r>
      <w:r>
        <w:tab/>
        <w:t>1.013e0</w:t>
      </w:r>
    </w:p>
    <w:p w14:paraId="089D9F96" w14:textId="77777777" w:rsidR="006D4449" w:rsidRDefault="006D4449" w:rsidP="006D4449">
      <w:r>
        <w:t>367.7648</w:t>
      </w:r>
      <w:r>
        <w:tab/>
        <w:t>1.013e0</w:t>
      </w:r>
    </w:p>
    <w:p w14:paraId="21FFE8F5" w14:textId="77777777" w:rsidR="006D4449" w:rsidRDefault="006D4449" w:rsidP="006D4449">
      <w:r>
        <w:t>367.8107</w:t>
      </w:r>
      <w:r>
        <w:tab/>
        <w:t>2.025e0</w:t>
      </w:r>
    </w:p>
    <w:p w14:paraId="7198B098" w14:textId="77777777" w:rsidR="006D4449" w:rsidRDefault="006D4449" w:rsidP="006D4449">
      <w:r>
        <w:t>367.8149</w:t>
      </w:r>
      <w:r>
        <w:tab/>
        <w:t>1.013e0</w:t>
      </w:r>
    </w:p>
    <w:p w14:paraId="09BBB19E" w14:textId="77777777" w:rsidR="006D4449" w:rsidRDefault="006D4449" w:rsidP="006D4449">
      <w:r>
        <w:t>367.8854</w:t>
      </w:r>
      <w:r>
        <w:tab/>
        <w:t>1.013e0</w:t>
      </w:r>
    </w:p>
    <w:p w14:paraId="0099B5F8" w14:textId="77777777" w:rsidR="006D4449" w:rsidRDefault="006D4449" w:rsidP="006D4449">
      <w:r>
        <w:lastRenderedPageBreak/>
        <w:t>367.8880</w:t>
      </w:r>
      <w:r>
        <w:tab/>
        <w:t>2.025e0</w:t>
      </w:r>
    </w:p>
    <w:p w14:paraId="23E6AE15" w14:textId="77777777" w:rsidR="006D4449" w:rsidRDefault="006D4449" w:rsidP="006D4449">
      <w:r>
        <w:t>367.9272</w:t>
      </w:r>
      <w:r>
        <w:tab/>
        <w:t>1.013e0</w:t>
      </w:r>
    </w:p>
    <w:p w14:paraId="63B11DF1" w14:textId="77777777" w:rsidR="006D4449" w:rsidRDefault="006D4449" w:rsidP="006D4449">
      <w:r>
        <w:t>367.9510</w:t>
      </w:r>
      <w:r>
        <w:tab/>
        <w:t>1.013e0</w:t>
      </w:r>
    </w:p>
    <w:p w14:paraId="1CD68261" w14:textId="77777777" w:rsidR="006D4449" w:rsidRDefault="006D4449" w:rsidP="006D4449">
      <w:r>
        <w:t>367.9525</w:t>
      </w:r>
      <w:r>
        <w:tab/>
        <w:t>1.013e0</w:t>
      </w:r>
    </w:p>
    <w:p w14:paraId="6C547A88" w14:textId="77777777" w:rsidR="006D4449" w:rsidRDefault="006D4449" w:rsidP="006D4449">
      <w:r>
        <w:t>367.9567</w:t>
      </w:r>
      <w:r>
        <w:tab/>
        <w:t>2.353e0</w:t>
      </w:r>
    </w:p>
    <w:p w14:paraId="7FEDB58E" w14:textId="77777777" w:rsidR="006D4449" w:rsidRDefault="006D4449" w:rsidP="006D4449">
      <w:r>
        <w:t>367.9837</w:t>
      </w:r>
      <w:r>
        <w:tab/>
        <w:t>1.013e0</w:t>
      </w:r>
    </w:p>
    <w:p w14:paraId="5D5AF60E" w14:textId="77777777" w:rsidR="006D4449" w:rsidRDefault="006D4449" w:rsidP="006D4449">
      <w:r>
        <w:t>367.9902</w:t>
      </w:r>
      <w:r>
        <w:tab/>
        <w:t>1.013e0</w:t>
      </w:r>
    </w:p>
    <w:p w14:paraId="059E5F77" w14:textId="77777777" w:rsidR="006D4449" w:rsidRDefault="006D4449" w:rsidP="006D4449">
      <w:r>
        <w:t>367.9942</w:t>
      </w:r>
      <w:r>
        <w:tab/>
        <w:t>1.013e0</w:t>
      </w:r>
    </w:p>
    <w:p w14:paraId="27C10CAF" w14:textId="77777777" w:rsidR="006D4449" w:rsidRDefault="006D4449" w:rsidP="006D4449">
      <w:r>
        <w:t>367.9984</w:t>
      </w:r>
      <w:r>
        <w:tab/>
        <w:t>2.924e0</w:t>
      </w:r>
    </w:p>
    <w:p w14:paraId="34104EBF" w14:textId="77777777" w:rsidR="006D4449" w:rsidRDefault="006D4449" w:rsidP="006D4449">
      <w:r>
        <w:t>368.0247</w:t>
      </w:r>
      <w:r>
        <w:tab/>
        <w:t>1.013e0</w:t>
      </w:r>
    </w:p>
    <w:p w14:paraId="70A9BF90" w14:textId="77777777" w:rsidR="006D4449" w:rsidRDefault="006D4449" w:rsidP="006D4449">
      <w:r>
        <w:t>368.0296</w:t>
      </w:r>
      <w:r>
        <w:tab/>
        <w:t>1.013e0</w:t>
      </w:r>
    </w:p>
    <w:p w14:paraId="3B26F0C6" w14:textId="77777777" w:rsidR="006D4449" w:rsidRDefault="006D4449" w:rsidP="006D4449">
      <w:r>
        <w:t>368.0428</w:t>
      </w:r>
      <w:r>
        <w:tab/>
        <w:t>1.013e0</w:t>
      </w:r>
    </w:p>
    <w:p w14:paraId="5FEFA056" w14:textId="77777777" w:rsidR="006D4449" w:rsidRDefault="006D4449" w:rsidP="006D4449">
      <w:r>
        <w:t>368.0490</w:t>
      </w:r>
      <w:r>
        <w:tab/>
        <w:t>3.038e0</w:t>
      </w:r>
    </w:p>
    <w:p w14:paraId="06E6FD3B" w14:textId="77777777" w:rsidR="006D4449" w:rsidRDefault="006D4449" w:rsidP="006D4449">
      <w:r>
        <w:t>368.0782</w:t>
      </w:r>
      <w:r>
        <w:tab/>
        <w:t>2.025e0</w:t>
      </w:r>
    </w:p>
    <w:p w14:paraId="668D68D1" w14:textId="77777777" w:rsidR="006D4449" w:rsidRDefault="006D4449" w:rsidP="006D4449">
      <w:r>
        <w:t>368.0888</w:t>
      </w:r>
      <w:r>
        <w:tab/>
        <w:t>3.038e0</w:t>
      </w:r>
    </w:p>
    <w:p w14:paraId="59FB1675" w14:textId="77777777" w:rsidR="006D4449" w:rsidRDefault="006D4449" w:rsidP="006D4449">
      <w:r>
        <w:t>368.0928</w:t>
      </w:r>
      <w:r>
        <w:tab/>
        <w:t>2.025e0</w:t>
      </w:r>
    </w:p>
    <w:p w14:paraId="10995C00" w14:textId="77777777" w:rsidR="006D4449" w:rsidRDefault="006D4449" w:rsidP="006D4449">
      <w:r>
        <w:t>368.1025</w:t>
      </w:r>
      <w:r>
        <w:tab/>
        <w:t>5.063e0</w:t>
      </w:r>
    </w:p>
    <w:p w14:paraId="666B2924" w14:textId="77777777" w:rsidR="006D4449" w:rsidRDefault="006D4449" w:rsidP="006D4449">
      <w:r>
        <w:t>368.1475</w:t>
      </w:r>
      <w:r>
        <w:tab/>
        <w:t>8.058e0</w:t>
      </w:r>
    </w:p>
    <w:p w14:paraId="38162C4F" w14:textId="77777777" w:rsidR="006D4449" w:rsidRDefault="006D4449" w:rsidP="006D4449">
      <w:r>
        <w:t>368.1562</w:t>
      </w:r>
      <w:r>
        <w:tab/>
        <w:t>2.734e1</w:t>
      </w:r>
    </w:p>
    <w:p w14:paraId="45AEB18F" w14:textId="77777777" w:rsidR="006D4449" w:rsidRDefault="006D4449" w:rsidP="006D4449">
      <w:r>
        <w:lastRenderedPageBreak/>
        <w:t>368.1630</w:t>
      </w:r>
      <w:r>
        <w:tab/>
        <w:t>1.743e1</w:t>
      </w:r>
    </w:p>
    <w:p w14:paraId="59DE9323" w14:textId="77777777" w:rsidR="006D4449" w:rsidRDefault="006D4449" w:rsidP="006D4449">
      <w:r>
        <w:t>368.1819</w:t>
      </w:r>
      <w:r>
        <w:tab/>
        <w:t>4.295e0</w:t>
      </w:r>
    </w:p>
    <w:p w14:paraId="4ABF9DE6" w14:textId="77777777" w:rsidR="006D4449" w:rsidRDefault="006D4449" w:rsidP="006D4449">
      <w:r>
        <w:t>368.2226</w:t>
      </w:r>
      <w:r>
        <w:tab/>
        <w:t>2.025e0</w:t>
      </w:r>
    </w:p>
    <w:p w14:paraId="341967E2" w14:textId="77777777" w:rsidR="006D4449" w:rsidRDefault="006D4449" w:rsidP="006D4449">
      <w:r>
        <w:t>368.2341</w:t>
      </w:r>
      <w:r>
        <w:tab/>
        <w:t>4.051e0</w:t>
      </w:r>
    </w:p>
    <w:p w14:paraId="4DB30F16" w14:textId="77777777" w:rsidR="006D4449" w:rsidRDefault="006D4449" w:rsidP="006D4449">
      <w:r>
        <w:t>368.2639</w:t>
      </w:r>
      <w:r>
        <w:tab/>
        <w:t>1.013e0</w:t>
      </w:r>
    </w:p>
    <w:p w14:paraId="69568B7E" w14:textId="77777777" w:rsidR="006D4449" w:rsidRDefault="006D4449" w:rsidP="006D4449">
      <w:r>
        <w:t>368.3065</w:t>
      </w:r>
      <w:r>
        <w:tab/>
        <w:t>2.025e0</w:t>
      </w:r>
    </w:p>
    <w:p w14:paraId="38324C12" w14:textId="77777777" w:rsidR="006D4449" w:rsidRDefault="006D4449" w:rsidP="006D4449">
      <w:r>
        <w:t>368.3538</w:t>
      </w:r>
      <w:r>
        <w:tab/>
        <w:t>3.038e0</w:t>
      </w:r>
    </w:p>
    <w:p w14:paraId="7C9D2C92" w14:textId="77777777" w:rsidR="006D4449" w:rsidRDefault="006D4449" w:rsidP="006D4449">
      <w:r>
        <w:t>368.3613</w:t>
      </w:r>
      <w:r>
        <w:tab/>
        <w:t>1.013e0</w:t>
      </w:r>
    </w:p>
    <w:p w14:paraId="34C3DBAB" w14:textId="77777777" w:rsidR="006D4449" w:rsidRDefault="006D4449" w:rsidP="006D4449">
      <w:r>
        <w:t>368.4167</w:t>
      </w:r>
      <w:r>
        <w:tab/>
        <w:t>1.440e1</w:t>
      </w:r>
    </w:p>
    <w:p w14:paraId="58CF080F" w14:textId="77777777" w:rsidR="006D4449" w:rsidRDefault="006D4449" w:rsidP="006D4449">
      <w:r>
        <w:t>368.4213</w:t>
      </w:r>
      <w:r>
        <w:tab/>
        <w:t>3.342e1</w:t>
      </w:r>
    </w:p>
    <w:p w14:paraId="19751898" w14:textId="77777777" w:rsidR="006D4449" w:rsidRDefault="006D4449" w:rsidP="006D4449">
      <w:r>
        <w:t>368.4294</w:t>
      </w:r>
      <w:r>
        <w:tab/>
        <w:t>1.114e1</w:t>
      </w:r>
    </w:p>
    <w:p w14:paraId="3C3D3D56" w14:textId="77777777" w:rsidR="006D4449" w:rsidRDefault="006D4449" w:rsidP="006D4449">
      <w:r>
        <w:t>368.4463</w:t>
      </w:r>
      <w:r>
        <w:tab/>
        <w:t>5.355e0</w:t>
      </w:r>
    </w:p>
    <w:p w14:paraId="1466D5FA" w14:textId="77777777" w:rsidR="006D4449" w:rsidRDefault="006D4449" w:rsidP="006D4449">
      <w:r>
        <w:t>368.4839</w:t>
      </w:r>
      <w:r>
        <w:tab/>
        <w:t>1.013e0</w:t>
      </w:r>
    </w:p>
    <w:p w14:paraId="482B811B" w14:textId="77777777" w:rsidR="006D4449" w:rsidRDefault="006D4449" w:rsidP="006D4449">
      <w:r>
        <w:t>368.5160</w:t>
      </w:r>
      <w:r>
        <w:tab/>
        <w:t>1.013e0</w:t>
      </w:r>
    </w:p>
    <w:p w14:paraId="4804C5DF" w14:textId="77777777" w:rsidR="006D4449" w:rsidRDefault="006D4449" w:rsidP="006D4449">
      <w:r>
        <w:t>368.5364</w:t>
      </w:r>
      <w:r>
        <w:tab/>
        <w:t>1.013e0</w:t>
      </w:r>
    </w:p>
    <w:p w14:paraId="7A27C66A" w14:textId="77777777" w:rsidR="006D4449" w:rsidRDefault="006D4449" w:rsidP="006D4449">
      <w:r>
        <w:t>368.5408</w:t>
      </w:r>
      <w:r>
        <w:tab/>
        <w:t>1.013e0</w:t>
      </w:r>
    </w:p>
    <w:p w14:paraId="62F3B882" w14:textId="77777777" w:rsidR="006D4449" w:rsidRDefault="006D4449" w:rsidP="006D4449">
      <w:r>
        <w:t>368.5763</w:t>
      </w:r>
      <w:r>
        <w:tab/>
        <w:t>3.038e0</w:t>
      </w:r>
    </w:p>
    <w:p w14:paraId="3AFA3190" w14:textId="77777777" w:rsidR="006D4449" w:rsidRDefault="006D4449" w:rsidP="006D4449">
      <w:r>
        <w:t>368.5782</w:t>
      </w:r>
      <w:r>
        <w:tab/>
        <w:t>3.038e0</w:t>
      </w:r>
    </w:p>
    <w:p w14:paraId="2B4C2F17" w14:textId="77777777" w:rsidR="006D4449" w:rsidRDefault="006D4449" w:rsidP="006D4449">
      <w:r>
        <w:t>368.5907</w:t>
      </w:r>
      <w:r>
        <w:tab/>
        <w:t>1.013e0</w:t>
      </w:r>
    </w:p>
    <w:p w14:paraId="24B74DAA" w14:textId="77777777" w:rsidR="006D4449" w:rsidRDefault="006D4449" w:rsidP="006D4449">
      <w:r>
        <w:lastRenderedPageBreak/>
        <w:t>368.6267</w:t>
      </w:r>
      <w:r>
        <w:tab/>
        <w:t>1.013e0</w:t>
      </w:r>
    </w:p>
    <w:p w14:paraId="272B311A" w14:textId="77777777" w:rsidR="006D4449" w:rsidRDefault="006D4449" w:rsidP="006D4449">
      <w:r>
        <w:t>368.6473</w:t>
      </w:r>
      <w:r>
        <w:tab/>
        <w:t>2.025e0</w:t>
      </w:r>
    </w:p>
    <w:p w14:paraId="3F076AB8" w14:textId="77777777" w:rsidR="006D4449" w:rsidRDefault="006D4449" w:rsidP="006D4449">
      <w:r>
        <w:t>368.6537</w:t>
      </w:r>
      <w:r>
        <w:tab/>
        <w:t>1.013e0</w:t>
      </w:r>
    </w:p>
    <w:p w14:paraId="1A95D822" w14:textId="77777777" w:rsidR="006D4449" w:rsidRDefault="006D4449" w:rsidP="006D4449">
      <w:r>
        <w:t>368.6784</w:t>
      </w:r>
      <w:r>
        <w:tab/>
        <w:t>1.013e0</w:t>
      </w:r>
    </w:p>
    <w:p w14:paraId="0191482D" w14:textId="77777777" w:rsidR="006D4449" w:rsidRDefault="006D4449" w:rsidP="006D4449">
      <w:r>
        <w:t>368.7035</w:t>
      </w:r>
      <w:r>
        <w:tab/>
        <w:t>1.013e0</w:t>
      </w:r>
    </w:p>
    <w:p w14:paraId="3D8AA630" w14:textId="77777777" w:rsidR="006D4449" w:rsidRDefault="006D4449" w:rsidP="006D4449">
      <w:r>
        <w:t>368.7268</w:t>
      </w:r>
      <w:r>
        <w:tab/>
        <w:t>1.013e0</w:t>
      </w:r>
    </w:p>
    <w:p w14:paraId="0B164FFD" w14:textId="77777777" w:rsidR="006D4449" w:rsidRDefault="006D4449" w:rsidP="006D4449">
      <w:r>
        <w:t>368.7318</w:t>
      </w:r>
      <w:r>
        <w:tab/>
        <w:t>1.013e0</w:t>
      </w:r>
    </w:p>
    <w:p w14:paraId="720765F6" w14:textId="77777777" w:rsidR="006D4449" w:rsidRDefault="006D4449" w:rsidP="006D4449">
      <w:r>
        <w:t>368.7662</w:t>
      </w:r>
      <w:r>
        <w:tab/>
        <w:t>1.013e0</w:t>
      </w:r>
    </w:p>
    <w:p w14:paraId="20DF9265" w14:textId="77777777" w:rsidR="006D4449" w:rsidRDefault="006D4449" w:rsidP="006D4449">
      <w:r>
        <w:t>368.8056</w:t>
      </w:r>
      <w:r>
        <w:tab/>
        <w:t>1.013e0</w:t>
      </w:r>
    </w:p>
    <w:p w14:paraId="3BFFE244" w14:textId="77777777" w:rsidR="006D4449" w:rsidRDefault="006D4449" w:rsidP="006D4449">
      <w:r>
        <w:t>368.8412</w:t>
      </w:r>
      <w:r>
        <w:tab/>
        <w:t>1.013e0</w:t>
      </w:r>
    </w:p>
    <w:p w14:paraId="62981FAC" w14:textId="77777777" w:rsidR="006D4449" w:rsidRDefault="006D4449" w:rsidP="006D4449">
      <w:r>
        <w:t>368.8941</w:t>
      </w:r>
      <w:r>
        <w:tab/>
        <w:t>2.025e0</w:t>
      </w:r>
    </w:p>
    <w:p w14:paraId="0103E294" w14:textId="77777777" w:rsidR="006D4449" w:rsidRDefault="006D4449" w:rsidP="006D4449">
      <w:r>
        <w:t>368.9135</w:t>
      </w:r>
      <w:r>
        <w:tab/>
        <w:t>4.218e0</w:t>
      </w:r>
    </w:p>
    <w:p w14:paraId="0D17FA1F" w14:textId="77777777" w:rsidR="006D4449" w:rsidRDefault="006D4449" w:rsidP="006D4449">
      <w:r>
        <w:t>368.9173</w:t>
      </w:r>
      <w:r>
        <w:tab/>
        <w:t>1.013e0</w:t>
      </w:r>
    </w:p>
    <w:p w14:paraId="6BE32D22" w14:textId="77777777" w:rsidR="006D4449" w:rsidRDefault="006D4449" w:rsidP="006D4449">
      <w:r>
        <w:t>368.9290</w:t>
      </w:r>
      <w:r>
        <w:tab/>
        <w:t>1.013e0</w:t>
      </w:r>
    </w:p>
    <w:p w14:paraId="05476DB3" w14:textId="77777777" w:rsidR="006D4449" w:rsidRDefault="006D4449" w:rsidP="006D4449">
      <w:r>
        <w:t>368.9578</w:t>
      </w:r>
      <w:r>
        <w:tab/>
        <w:t>1.013e0</w:t>
      </w:r>
    </w:p>
    <w:p w14:paraId="20481CF5" w14:textId="77777777" w:rsidR="006D4449" w:rsidRDefault="006D4449" w:rsidP="006D4449">
      <w:r>
        <w:t>368.9896</w:t>
      </w:r>
      <w:r>
        <w:tab/>
        <w:t>1.013e0</w:t>
      </w:r>
    </w:p>
    <w:p w14:paraId="098BADF0" w14:textId="77777777" w:rsidR="006D4449" w:rsidRDefault="006D4449" w:rsidP="006D4449">
      <w:r>
        <w:t>369.0021</w:t>
      </w:r>
      <w:r>
        <w:tab/>
        <w:t>1.013e0</w:t>
      </w:r>
    </w:p>
    <w:p w14:paraId="4E9C75E0" w14:textId="77777777" w:rsidR="006D4449" w:rsidRDefault="006D4449" w:rsidP="006D4449">
      <w:r>
        <w:t>369.0143</w:t>
      </w:r>
      <w:r>
        <w:tab/>
        <w:t>1.013e0</w:t>
      </w:r>
    </w:p>
    <w:p w14:paraId="6362FA39" w14:textId="77777777" w:rsidR="006D4449" w:rsidRDefault="006D4449" w:rsidP="006D4449">
      <w:r>
        <w:t>369.0480</w:t>
      </w:r>
      <w:r>
        <w:tab/>
        <w:t>1.013e0</w:t>
      </w:r>
    </w:p>
    <w:p w14:paraId="67265377" w14:textId="77777777" w:rsidR="006D4449" w:rsidRDefault="006D4449" w:rsidP="006D4449">
      <w:r>
        <w:lastRenderedPageBreak/>
        <w:t>369.0553</w:t>
      </w:r>
      <w:r>
        <w:tab/>
        <w:t>1.013e0</w:t>
      </w:r>
    </w:p>
    <w:p w14:paraId="445CF89D" w14:textId="77777777" w:rsidR="006D4449" w:rsidRDefault="006D4449" w:rsidP="006D4449">
      <w:r>
        <w:t>369.0702</w:t>
      </w:r>
      <w:r>
        <w:tab/>
        <w:t>2.519e0</w:t>
      </w:r>
    </w:p>
    <w:p w14:paraId="3DBA6698" w14:textId="77777777" w:rsidR="006D4449" w:rsidRDefault="006D4449" w:rsidP="006D4449">
      <w:r>
        <w:t>369.0750</w:t>
      </w:r>
      <w:r>
        <w:tab/>
        <w:t>1.013e0</w:t>
      </w:r>
    </w:p>
    <w:p w14:paraId="32FE9A9A" w14:textId="77777777" w:rsidR="006D4449" w:rsidRDefault="006D4449" w:rsidP="006D4449">
      <w:r>
        <w:t>369.0773</w:t>
      </w:r>
      <w:r>
        <w:tab/>
        <w:t>2.025e0</w:t>
      </w:r>
    </w:p>
    <w:p w14:paraId="6C7DE76D" w14:textId="77777777" w:rsidR="006D4449" w:rsidRDefault="006D4449" w:rsidP="006D4449">
      <w:r>
        <w:t>369.1193</w:t>
      </w:r>
      <w:r>
        <w:tab/>
        <w:t>2.025e0</w:t>
      </w:r>
    </w:p>
    <w:p w14:paraId="35242680" w14:textId="77777777" w:rsidR="006D4449" w:rsidRDefault="006D4449" w:rsidP="006D4449">
      <w:r>
        <w:t>369.1787</w:t>
      </w:r>
      <w:r>
        <w:tab/>
        <w:t>2.372e1</w:t>
      </w:r>
    </w:p>
    <w:p w14:paraId="46E5D78A" w14:textId="77777777" w:rsidR="006D4449" w:rsidRDefault="006D4449" w:rsidP="006D4449">
      <w:r>
        <w:t>369.1805</w:t>
      </w:r>
      <w:r>
        <w:tab/>
        <w:t>3.642e1</w:t>
      </w:r>
    </w:p>
    <w:p w14:paraId="7A8A9734" w14:textId="77777777" w:rsidR="006D4449" w:rsidRDefault="006D4449" w:rsidP="006D4449">
      <w:r>
        <w:t>369.1819</w:t>
      </w:r>
      <w:r>
        <w:tab/>
        <w:t>6.382e1</w:t>
      </w:r>
    </w:p>
    <w:p w14:paraId="31D7B06F" w14:textId="77777777" w:rsidR="006D4449" w:rsidRDefault="006D4449" w:rsidP="006D4449">
      <w:r>
        <w:t>369.1863</w:t>
      </w:r>
      <w:r>
        <w:tab/>
        <w:t>3.751e1</w:t>
      </w:r>
    </w:p>
    <w:p w14:paraId="3A98669F" w14:textId="77777777" w:rsidR="006D4449" w:rsidRDefault="006D4449" w:rsidP="006D4449">
      <w:r>
        <w:t>369.2471</w:t>
      </w:r>
      <w:r>
        <w:tab/>
        <w:t>3.518e0</w:t>
      </w:r>
    </w:p>
    <w:p w14:paraId="03A5A281" w14:textId="77777777" w:rsidR="006D4449" w:rsidRDefault="006D4449" w:rsidP="006D4449">
      <w:r>
        <w:t>369.2562</w:t>
      </w:r>
      <w:r>
        <w:tab/>
        <w:t>3.038e0</w:t>
      </w:r>
    </w:p>
    <w:p w14:paraId="0457DFF2" w14:textId="77777777" w:rsidR="006D4449" w:rsidRDefault="006D4449" w:rsidP="006D4449">
      <w:r>
        <w:t>369.2999</w:t>
      </w:r>
      <w:r>
        <w:tab/>
        <w:t>7.089e0</w:t>
      </w:r>
    </w:p>
    <w:p w14:paraId="3A36F96B" w14:textId="77777777" w:rsidR="006D4449" w:rsidRDefault="006D4449" w:rsidP="006D4449">
      <w:r>
        <w:t>369.3118</w:t>
      </w:r>
      <w:r>
        <w:tab/>
        <w:t>1.722e1</w:t>
      </w:r>
    </w:p>
    <w:p w14:paraId="6A0B41AE" w14:textId="77777777" w:rsidR="006D4449" w:rsidRDefault="006D4449" w:rsidP="006D4449">
      <w:r>
        <w:t>369.3265</w:t>
      </w:r>
      <w:r>
        <w:tab/>
        <w:t>8.706e0</w:t>
      </w:r>
    </w:p>
    <w:p w14:paraId="4CE398CF" w14:textId="77777777" w:rsidR="006D4449" w:rsidRDefault="006D4449" w:rsidP="006D4449">
      <w:r>
        <w:t>369.3717</w:t>
      </w:r>
      <w:r>
        <w:tab/>
        <w:t>1.334e1</w:t>
      </w:r>
    </w:p>
    <w:p w14:paraId="526A2CEB" w14:textId="77777777" w:rsidR="006D4449" w:rsidRDefault="006D4449" w:rsidP="006D4449">
      <w:r>
        <w:t>369.3839</w:t>
      </w:r>
      <w:r>
        <w:tab/>
        <w:t>7.816e0</w:t>
      </w:r>
    </w:p>
    <w:p w14:paraId="4E4A068A" w14:textId="77777777" w:rsidR="006D4449" w:rsidRDefault="006D4449" w:rsidP="006D4449">
      <w:r>
        <w:t>369.3851</w:t>
      </w:r>
      <w:r>
        <w:tab/>
        <w:t>1.030e1</w:t>
      </w:r>
    </w:p>
    <w:p w14:paraId="08E9CDCD" w14:textId="77777777" w:rsidR="006D4449" w:rsidRDefault="006D4449" w:rsidP="006D4449">
      <w:r>
        <w:t>369.3894</w:t>
      </w:r>
      <w:r>
        <w:tab/>
        <w:t>7.089e0</w:t>
      </w:r>
    </w:p>
    <w:p w14:paraId="0C88FA02" w14:textId="77777777" w:rsidR="006D4449" w:rsidRDefault="006D4449" w:rsidP="006D4449">
      <w:r>
        <w:t>369.3945</w:t>
      </w:r>
      <w:r>
        <w:tab/>
        <w:t>9.114e0</w:t>
      </w:r>
    </w:p>
    <w:p w14:paraId="7DEBCB9B" w14:textId="77777777" w:rsidR="006D4449" w:rsidRDefault="006D4449" w:rsidP="006D4449">
      <w:r>
        <w:lastRenderedPageBreak/>
        <w:t>369.4169</w:t>
      </w:r>
      <w:r>
        <w:tab/>
        <w:t>4.051e0</w:t>
      </w:r>
    </w:p>
    <w:p w14:paraId="59EEF1F1" w14:textId="77777777" w:rsidR="006D4449" w:rsidRDefault="006D4449" w:rsidP="006D4449">
      <w:r>
        <w:t>369.4402</w:t>
      </w:r>
      <w:r>
        <w:tab/>
        <w:t>3.038e0</w:t>
      </w:r>
    </w:p>
    <w:p w14:paraId="3EC49579" w14:textId="77777777" w:rsidR="006D4449" w:rsidRDefault="006D4449" w:rsidP="006D4449">
      <w:r>
        <w:t>369.4766</w:t>
      </w:r>
      <w:r>
        <w:tab/>
        <w:t>3.038e0</w:t>
      </w:r>
    </w:p>
    <w:p w14:paraId="16A72484" w14:textId="77777777" w:rsidR="006D4449" w:rsidRDefault="006D4449" w:rsidP="006D4449">
      <w:r>
        <w:t>369.4894</w:t>
      </w:r>
      <w:r>
        <w:tab/>
        <w:t>1.013e0</w:t>
      </w:r>
    </w:p>
    <w:p w14:paraId="2530A276" w14:textId="77777777" w:rsidR="006D4449" w:rsidRDefault="006D4449" w:rsidP="006D4449">
      <w:r>
        <w:t>369.5182</w:t>
      </w:r>
      <w:r>
        <w:tab/>
        <w:t>3.038e0</w:t>
      </w:r>
    </w:p>
    <w:p w14:paraId="55D55FC8" w14:textId="77777777" w:rsidR="006D4449" w:rsidRDefault="006D4449" w:rsidP="006D4449">
      <w:r>
        <w:t>369.5204</w:t>
      </w:r>
      <w:r>
        <w:tab/>
        <w:t>5.063e0</w:t>
      </w:r>
    </w:p>
    <w:p w14:paraId="75C87077" w14:textId="77777777" w:rsidR="006D4449" w:rsidRDefault="006D4449" w:rsidP="006D4449">
      <w:r>
        <w:t>369.5296</w:t>
      </w:r>
      <w:r>
        <w:tab/>
        <w:t>1.013e0</w:t>
      </w:r>
    </w:p>
    <w:p w14:paraId="258F8C41" w14:textId="77777777" w:rsidR="006D4449" w:rsidRDefault="006D4449" w:rsidP="006D4449">
      <w:r>
        <w:t>369.5618</w:t>
      </w:r>
      <w:r>
        <w:tab/>
        <w:t>1.013e0</w:t>
      </w:r>
    </w:p>
    <w:p w14:paraId="0F045961" w14:textId="77777777" w:rsidR="006D4449" w:rsidRDefault="006D4449" w:rsidP="006D4449">
      <w:r>
        <w:t>369.5755</w:t>
      </w:r>
      <w:r>
        <w:tab/>
        <w:t>2.025e0</w:t>
      </w:r>
    </w:p>
    <w:p w14:paraId="34E5A7D2" w14:textId="77777777" w:rsidR="006D4449" w:rsidRDefault="006D4449" w:rsidP="006D4449">
      <w:r>
        <w:t>369.5999</w:t>
      </w:r>
      <w:r>
        <w:tab/>
        <w:t>2.025e0</w:t>
      </w:r>
    </w:p>
    <w:p w14:paraId="6963E500" w14:textId="77777777" w:rsidR="006D4449" w:rsidRDefault="006D4449" w:rsidP="006D4449">
      <w:r>
        <w:t>369.6330</w:t>
      </w:r>
      <w:r>
        <w:tab/>
        <w:t>5.063e0</w:t>
      </w:r>
    </w:p>
    <w:p w14:paraId="3855164E" w14:textId="77777777" w:rsidR="006D4449" w:rsidRDefault="006D4449" w:rsidP="006D4449">
      <w:r>
        <w:t>369.6545</w:t>
      </w:r>
      <w:r>
        <w:tab/>
        <w:t>2.025e0</w:t>
      </w:r>
    </w:p>
    <w:p w14:paraId="334577FE" w14:textId="77777777" w:rsidR="006D4449" w:rsidRDefault="006D4449" w:rsidP="006D4449">
      <w:r>
        <w:t>369.6786</w:t>
      </w:r>
      <w:r>
        <w:tab/>
        <w:t>1.013e0</w:t>
      </w:r>
    </w:p>
    <w:p w14:paraId="0B1913F5" w14:textId="77777777" w:rsidR="006D4449" w:rsidRDefault="006D4449" w:rsidP="006D4449">
      <w:r>
        <w:t>369.6918</w:t>
      </w:r>
      <w:r>
        <w:tab/>
        <w:t>1.013e0</w:t>
      </w:r>
    </w:p>
    <w:p w14:paraId="5C1F58D2" w14:textId="77777777" w:rsidR="006D4449" w:rsidRDefault="006D4449" w:rsidP="006D4449">
      <w:r>
        <w:t>369.7133</w:t>
      </w:r>
      <w:r>
        <w:tab/>
        <w:t>5.063e0</w:t>
      </w:r>
    </w:p>
    <w:p w14:paraId="399F60AF" w14:textId="77777777" w:rsidR="006D4449" w:rsidRDefault="006D4449" w:rsidP="006D4449">
      <w:r>
        <w:t>369.7708</w:t>
      </w:r>
      <w:r>
        <w:tab/>
        <w:t>1.013e0</w:t>
      </w:r>
    </w:p>
    <w:p w14:paraId="324CDEBC" w14:textId="77777777" w:rsidR="006D4449" w:rsidRDefault="006D4449" w:rsidP="006D4449">
      <w:r>
        <w:t>369.7724</w:t>
      </w:r>
      <w:r>
        <w:tab/>
        <w:t>1.013e0</w:t>
      </w:r>
    </w:p>
    <w:p w14:paraId="4A099EE0" w14:textId="77777777" w:rsidR="006D4449" w:rsidRDefault="006D4449" w:rsidP="006D4449">
      <w:r>
        <w:t>369.7840</w:t>
      </w:r>
      <w:r>
        <w:tab/>
        <w:t>1.013e0</w:t>
      </w:r>
    </w:p>
    <w:p w14:paraId="6E20C346" w14:textId="77777777" w:rsidR="006D4449" w:rsidRDefault="006D4449" w:rsidP="006D4449">
      <w:r>
        <w:t>369.8013</w:t>
      </w:r>
      <w:r>
        <w:tab/>
        <w:t>1.013e0</w:t>
      </w:r>
    </w:p>
    <w:p w14:paraId="79F054B4" w14:textId="77777777" w:rsidR="006D4449" w:rsidRDefault="006D4449" w:rsidP="006D4449">
      <w:r>
        <w:lastRenderedPageBreak/>
        <w:t>369.8053</w:t>
      </w:r>
      <w:r>
        <w:tab/>
        <w:t>1.013e0</w:t>
      </w:r>
    </w:p>
    <w:p w14:paraId="13EE7C66" w14:textId="77777777" w:rsidR="006D4449" w:rsidRDefault="006D4449" w:rsidP="006D4449">
      <w:r>
        <w:t>369.8169</w:t>
      </w:r>
      <w:r>
        <w:tab/>
        <w:t>1.013e0</w:t>
      </w:r>
    </w:p>
    <w:p w14:paraId="3F270409" w14:textId="77777777" w:rsidR="006D4449" w:rsidRDefault="006D4449" w:rsidP="006D4449">
      <w:r>
        <w:t>369.8317</w:t>
      </w:r>
      <w:r>
        <w:tab/>
        <w:t>1.013e0</w:t>
      </w:r>
    </w:p>
    <w:p w14:paraId="56D2A2D6" w14:textId="77777777" w:rsidR="006D4449" w:rsidRDefault="006D4449" w:rsidP="006D4449">
      <w:r>
        <w:t>369.8383</w:t>
      </w:r>
      <w:r>
        <w:tab/>
        <w:t>1.013e0</w:t>
      </w:r>
    </w:p>
    <w:p w14:paraId="69BDD637" w14:textId="77777777" w:rsidR="006D4449" w:rsidRDefault="006D4449" w:rsidP="006D4449">
      <w:r>
        <w:t>369.8579</w:t>
      </w:r>
      <w:r>
        <w:tab/>
        <w:t>3.381e0</w:t>
      </w:r>
    </w:p>
    <w:p w14:paraId="32CFDA17" w14:textId="77777777" w:rsidR="006D4449" w:rsidRDefault="006D4449" w:rsidP="006D4449">
      <w:r>
        <w:t>369.8679</w:t>
      </w:r>
      <w:r>
        <w:tab/>
        <w:t>2.025e0</w:t>
      </w:r>
    </w:p>
    <w:p w14:paraId="6AEE8396" w14:textId="77777777" w:rsidR="006D4449" w:rsidRDefault="006D4449" w:rsidP="006D4449">
      <w:r>
        <w:t>369.9229</w:t>
      </w:r>
      <w:r>
        <w:tab/>
        <w:t>2.025e0</w:t>
      </w:r>
    </w:p>
    <w:p w14:paraId="5B3B0C86" w14:textId="77777777" w:rsidR="006D4449" w:rsidRDefault="006D4449" w:rsidP="006D4449">
      <w:r>
        <w:t>369.9345</w:t>
      </w:r>
      <w:r>
        <w:tab/>
        <w:t>3.038e0</w:t>
      </w:r>
    </w:p>
    <w:p w14:paraId="035C546A" w14:textId="77777777" w:rsidR="006D4449" w:rsidRDefault="006D4449" w:rsidP="006D4449">
      <w:r>
        <w:t>369.9747</w:t>
      </w:r>
      <w:r>
        <w:tab/>
        <w:t>2.995e0</w:t>
      </w:r>
    </w:p>
    <w:p w14:paraId="081F10EC" w14:textId="77777777" w:rsidR="006D4449" w:rsidRDefault="006D4449" w:rsidP="006D4449">
      <w:r>
        <w:t>369.9816</w:t>
      </w:r>
      <w:r>
        <w:tab/>
        <w:t>1.874e0</w:t>
      </w:r>
    </w:p>
    <w:p w14:paraId="2AD8D9DE" w14:textId="77777777" w:rsidR="006D4449" w:rsidRDefault="006D4449" w:rsidP="006D4449">
      <w:r>
        <w:t>369.9932</w:t>
      </w:r>
      <w:r>
        <w:tab/>
        <w:t>2.025e0</w:t>
      </w:r>
    </w:p>
    <w:p w14:paraId="5C2AF2F6" w14:textId="77777777" w:rsidR="006D4449" w:rsidRDefault="006D4449" w:rsidP="006D4449">
      <w:r>
        <w:t>369.9948</w:t>
      </w:r>
      <w:r>
        <w:tab/>
        <w:t>1.013e0</w:t>
      </w:r>
    </w:p>
    <w:p w14:paraId="76B7B4FC" w14:textId="77777777" w:rsidR="006D4449" w:rsidRDefault="006D4449" w:rsidP="006D4449">
      <w:r>
        <w:t>370.0223</w:t>
      </w:r>
      <w:r>
        <w:tab/>
        <w:t>2.025e0</w:t>
      </w:r>
    </w:p>
    <w:p w14:paraId="00A71DCA" w14:textId="77777777" w:rsidR="006D4449" w:rsidRDefault="006D4449" w:rsidP="006D4449">
      <w:r>
        <w:t>370.0293</w:t>
      </w:r>
      <w:r>
        <w:tab/>
        <w:t>1.013e0</w:t>
      </w:r>
    </w:p>
    <w:p w14:paraId="262E73C6" w14:textId="77777777" w:rsidR="006D4449" w:rsidRDefault="006D4449" w:rsidP="006D4449">
      <w:r>
        <w:t>370.0468</w:t>
      </w:r>
      <w:r>
        <w:tab/>
        <w:t>3.038e0</w:t>
      </w:r>
    </w:p>
    <w:p w14:paraId="5F1C3EE8" w14:textId="77777777" w:rsidR="006D4449" w:rsidRDefault="006D4449" w:rsidP="006D4449">
      <w:r>
        <w:t>370.0778</w:t>
      </w:r>
      <w:r>
        <w:tab/>
        <w:t>4.051e0</w:t>
      </w:r>
    </w:p>
    <w:p w14:paraId="59A636AA" w14:textId="77777777" w:rsidR="006D4449" w:rsidRDefault="006D4449" w:rsidP="006D4449">
      <w:r>
        <w:t>370.0871</w:t>
      </w:r>
      <w:r>
        <w:tab/>
        <w:t>3.038e0</w:t>
      </w:r>
    </w:p>
    <w:p w14:paraId="588BFAF6" w14:textId="77777777" w:rsidR="006D4449" w:rsidRDefault="006D4449" w:rsidP="006D4449">
      <w:r>
        <w:t>370.1063</w:t>
      </w:r>
      <w:r>
        <w:tab/>
        <w:t>2.025e0</w:t>
      </w:r>
    </w:p>
    <w:p w14:paraId="0D279C17" w14:textId="77777777" w:rsidR="006D4449" w:rsidRDefault="006D4449" w:rsidP="006D4449">
      <w:r>
        <w:t>370.1107</w:t>
      </w:r>
      <w:r>
        <w:tab/>
        <w:t>4.051e0</w:t>
      </w:r>
    </w:p>
    <w:p w14:paraId="439BE756" w14:textId="77777777" w:rsidR="006D4449" w:rsidRDefault="006D4449" w:rsidP="006D4449">
      <w:r>
        <w:lastRenderedPageBreak/>
        <w:t>370.1132</w:t>
      </w:r>
      <w:r>
        <w:tab/>
        <w:t>3.038e0</w:t>
      </w:r>
    </w:p>
    <w:p w14:paraId="4F06A4EF" w14:textId="77777777" w:rsidR="006D4449" w:rsidRDefault="006D4449" w:rsidP="006D4449">
      <w:r>
        <w:t>370.1213</w:t>
      </w:r>
      <w:r>
        <w:tab/>
        <w:t>3.038e0</w:t>
      </w:r>
    </w:p>
    <w:p w14:paraId="4CF244BB" w14:textId="77777777" w:rsidR="006D4449" w:rsidRDefault="006D4449" w:rsidP="006D4449">
      <w:r>
        <w:t>370.1984</w:t>
      </w:r>
      <w:r>
        <w:tab/>
        <w:t>1.285e2</w:t>
      </w:r>
    </w:p>
    <w:p w14:paraId="0543A6F5" w14:textId="77777777" w:rsidR="006D4449" w:rsidRDefault="006D4449" w:rsidP="006D4449">
      <w:r>
        <w:t>370.2018</w:t>
      </w:r>
      <w:r>
        <w:tab/>
        <w:t>6.480e2</w:t>
      </w:r>
    </w:p>
    <w:p w14:paraId="0F68C37F" w14:textId="77777777" w:rsidR="006D4449" w:rsidRDefault="006D4449" w:rsidP="006D4449">
      <w:r>
        <w:t>370.2043</w:t>
      </w:r>
      <w:r>
        <w:tab/>
        <w:t>5.585e1</w:t>
      </w:r>
    </w:p>
    <w:p w14:paraId="4120A558" w14:textId="77777777" w:rsidR="006D4449" w:rsidRDefault="006D4449" w:rsidP="006D4449">
      <w:r>
        <w:t>370.2781</w:t>
      </w:r>
      <w:r>
        <w:tab/>
        <w:t>4.051e0</w:t>
      </w:r>
    </w:p>
    <w:p w14:paraId="1C740261" w14:textId="77777777" w:rsidR="006D4449" w:rsidRDefault="006D4449" w:rsidP="006D4449">
      <w:r>
        <w:t>370.2983</w:t>
      </w:r>
      <w:r>
        <w:tab/>
        <w:t>5.689e0</w:t>
      </w:r>
    </w:p>
    <w:p w14:paraId="298BFBD0" w14:textId="77777777" w:rsidR="006D4449" w:rsidRDefault="006D4449" w:rsidP="006D4449">
      <w:r>
        <w:t>370.3111</w:t>
      </w:r>
      <w:r>
        <w:tab/>
        <w:t>7.089e0</w:t>
      </w:r>
    </w:p>
    <w:p w14:paraId="7A48135B" w14:textId="77777777" w:rsidR="006D4449" w:rsidRDefault="006D4449" w:rsidP="006D4449">
      <w:r>
        <w:t>370.3179</w:t>
      </w:r>
      <w:r>
        <w:tab/>
        <w:t>4.035e0</w:t>
      </w:r>
    </w:p>
    <w:p w14:paraId="3A1B7E20" w14:textId="77777777" w:rsidR="006D4449" w:rsidRDefault="006D4449" w:rsidP="006D4449">
      <w:r>
        <w:t>370.3256</w:t>
      </w:r>
      <w:r>
        <w:tab/>
        <w:t>3.038e0</w:t>
      </w:r>
    </w:p>
    <w:p w14:paraId="4BC25309" w14:textId="77777777" w:rsidR="006D4449" w:rsidRDefault="006D4449" w:rsidP="006D4449">
      <w:r>
        <w:t>370.3372</w:t>
      </w:r>
      <w:r>
        <w:tab/>
        <w:t>3.038e0</w:t>
      </w:r>
    </w:p>
    <w:p w14:paraId="78F8700F" w14:textId="77777777" w:rsidR="006D4449" w:rsidRDefault="006D4449" w:rsidP="006D4449">
      <w:r>
        <w:t>370.3546</w:t>
      </w:r>
      <w:r>
        <w:tab/>
        <w:t>2.025e0</w:t>
      </w:r>
    </w:p>
    <w:p w14:paraId="6DEFEFF3" w14:textId="77777777" w:rsidR="006D4449" w:rsidRDefault="006D4449" w:rsidP="006D4449">
      <w:r>
        <w:t>370.3649</w:t>
      </w:r>
      <w:r>
        <w:tab/>
        <w:t>2.025e0</w:t>
      </w:r>
    </w:p>
    <w:p w14:paraId="28D52AE6" w14:textId="77777777" w:rsidR="006D4449" w:rsidRDefault="006D4449" w:rsidP="006D4449">
      <w:r>
        <w:t>370.3799</w:t>
      </w:r>
      <w:r>
        <w:tab/>
        <w:t>2.025e0</w:t>
      </w:r>
    </w:p>
    <w:p w14:paraId="14DB8982" w14:textId="77777777" w:rsidR="006D4449" w:rsidRDefault="006D4449" w:rsidP="006D4449">
      <w:r>
        <w:t>370.3892</w:t>
      </w:r>
      <w:r>
        <w:tab/>
        <w:t>3.038e0</w:t>
      </w:r>
    </w:p>
    <w:p w14:paraId="4536EC6F" w14:textId="77777777" w:rsidR="006D4449" w:rsidRDefault="006D4449" w:rsidP="006D4449">
      <w:r>
        <w:t>370.3969</w:t>
      </w:r>
      <w:r>
        <w:tab/>
        <w:t>2.025e0</w:t>
      </w:r>
    </w:p>
    <w:p w14:paraId="67193E9B" w14:textId="77777777" w:rsidR="006D4449" w:rsidRDefault="006D4449" w:rsidP="006D4449">
      <w:r>
        <w:t>370.4067</w:t>
      </w:r>
      <w:r>
        <w:tab/>
        <w:t>3.038e0</w:t>
      </w:r>
    </w:p>
    <w:p w14:paraId="4E83A9CF" w14:textId="77777777" w:rsidR="006D4449" w:rsidRDefault="006D4449" w:rsidP="006D4449">
      <w:r>
        <w:t>370.4094</w:t>
      </w:r>
      <w:r>
        <w:tab/>
        <w:t>4.051e0</w:t>
      </w:r>
    </w:p>
    <w:p w14:paraId="2C163A73" w14:textId="77777777" w:rsidR="006D4449" w:rsidRDefault="006D4449" w:rsidP="006D4449">
      <w:r>
        <w:t>370.4269</w:t>
      </w:r>
      <w:r>
        <w:tab/>
        <w:t>3.038e0</w:t>
      </w:r>
    </w:p>
    <w:p w14:paraId="6BCD15DB" w14:textId="77777777" w:rsidR="006D4449" w:rsidRDefault="006D4449" w:rsidP="006D4449">
      <w:r>
        <w:lastRenderedPageBreak/>
        <w:t>370.4363</w:t>
      </w:r>
      <w:r>
        <w:tab/>
        <w:t>1.013e0</w:t>
      </w:r>
    </w:p>
    <w:p w14:paraId="35CC68B9" w14:textId="77777777" w:rsidR="006D4449" w:rsidRDefault="006D4449" w:rsidP="006D4449">
      <w:r>
        <w:t>370.4671</w:t>
      </w:r>
      <w:r>
        <w:tab/>
        <w:t>2.025e0</w:t>
      </w:r>
    </w:p>
    <w:p w14:paraId="7DDA45EA" w14:textId="77777777" w:rsidR="006D4449" w:rsidRDefault="006D4449" w:rsidP="006D4449">
      <w:r>
        <w:t>370.4717</w:t>
      </w:r>
      <w:r>
        <w:tab/>
        <w:t>5.063e0</w:t>
      </w:r>
    </w:p>
    <w:p w14:paraId="39B91180" w14:textId="77777777" w:rsidR="006D4449" w:rsidRDefault="006D4449" w:rsidP="006D4449">
      <w:r>
        <w:t>370.4776</w:t>
      </w:r>
      <w:r>
        <w:tab/>
        <w:t>2.025e0</w:t>
      </w:r>
    </w:p>
    <w:p w14:paraId="0BE14022" w14:textId="77777777" w:rsidR="006D4449" w:rsidRDefault="006D4449" w:rsidP="006D4449">
      <w:r>
        <w:t>370.5052</w:t>
      </w:r>
      <w:r>
        <w:tab/>
        <w:t>2.025e0</w:t>
      </w:r>
    </w:p>
    <w:p w14:paraId="5B6609A7" w14:textId="77777777" w:rsidR="006D4449" w:rsidRDefault="006D4449" w:rsidP="006D4449">
      <w:r>
        <w:t>370.5369</w:t>
      </w:r>
      <w:r>
        <w:tab/>
        <w:t>3.038e0</w:t>
      </w:r>
    </w:p>
    <w:p w14:paraId="748D396F" w14:textId="77777777" w:rsidR="006D4449" w:rsidRDefault="006D4449" w:rsidP="006D4449">
      <w:r>
        <w:t>370.5457</w:t>
      </w:r>
      <w:r>
        <w:tab/>
        <w:t>2.025e0</w:t>
      </w:r>
    </w:p>
    <w:p w14:paraId="68E15B7F" w14:textId="77777777" w:rsidR="006D4449" w:rsidRDefault="006D4449" w:rsidP="006D4449">
      <w:r>
        <w:t>370.5553</w:t>
      </w:r>
      <w:r>
        <w:tab/>
        <w:t>1.013e0</w:t>
      </w:r>
    </w:p>
    <w:p w14:paraId="288000DD" w14:textId="77777777" w:rsidR="006D4449" w:rsidRDefault="006D4449" w:rsidP="006D4449">
      <w:r>
        <w:t>370.5865</w:t>
      </w:r>
      <w:r>
        <w:tab/>
        <w:t>2.025e0</w:t>
      </w:r>
    </w:p>
    <w:p w14:paraId="51ADDD13" w14:textId="77777777" w:rsidR="006D4449" w:rsidRDefault="006D4449" w:rsidP="006D4449">
      <w:r>
        <w:t>370.6060</w:t>
      </w:r>
      <w:r>
        <w:tab/>
        <w:t>2.025e0</w:t>
      </w:r>
    </w:p>
    <w:p w14:paraId="160703FD" w14:textId="77777777" w:rsidR="006D4449" w:rsidRDefault="006D4449" w:rsidP="006D4449">
      <w:r>
        <w:t>370.6079</w:t>
      </w:r>
      <w:r>
        <w:tab/>
        <w:t>1.013e0</w:t>
      </w:r>
    </w:p>
    <w:p w14:paraId="2630AB79" w14:textId="77777777" w:rsidR="006D4449" w:rsidRDefault="006D4449" w:rsidP="006D4449">
      <w:r>
        <w:t>370.6145</w:t>
      </w:r>
      <w:r>
        <w:tab/>
        <w:t>1.013e0</w:t>
      </w:r>
    </w:p>
    <w:p w14:paraId="342EFB07" w14:textId="77777777" w:rsidR="006D4449" w:rsidRDefault="006D4449" w:rsidP="006D4449">
      <w:r>
        <w:t>370.6200</w:t>
      </w:r>
      <w:r>
        <w:tab/>
        <w:t>2.025e0</w:t>
      </w:r>
    </w:p>
    <w:p w14:paraId="09610C9E" w14:textId="77777777" w:rsidR="006D4449" w:rsidRDefault="006D4449" w:rsidP="006D4449">
      <w:r>
        <w:t>370.6475</w:t>
      </w:r>
      <w:r>
        <w:tab/>
        <w:t>1.013e0</w:t>
      </w:r>
    </w:p>
    <w:p w14:paraId="6B2DD167" w14:textId="77777777" w:rsidR="006D4449" w:rsidRDefault="006D4449" w:rsidP="006D4449">
      <w:r>
        <w:t>370.6557</w:t>
      </w:r>
      <w:r>
        <w:tab/>
        <w:t>1.013e0</w:t>
      </w:r>
    </w:p>
    <w:p w14:paraId="57C74B9C" w14:textId="77777777" w:rsidR="006D4449" w:rsidRDefault="006D4449" w:rsidP="006D4449">
      <w:r>
        <w:t>370.6618</w:t>
      </w:r>
      <w:r>
        <w:tab/>
        <w:t>2.025e0</w:t>
      </w:r>
    </w:p>
    <w:p w14:paraId="13AC8ECB" w14:textId="77777777" w:rsidR="006D4449" w:rsidRDefault="006D4449" w:rsidP="006D4449">
      <w:r>
        <w:t>370.6697</w:t>
      </w:r>
      <w:r>
        <w:tab/>
        <w:t>2.025e0</w:t>
      </w:r>
    </w:p>
    <w:p w14:paraId="5DEEC388" w14:textId="77777777" w:rsidR="006D4449" w:rsidRDefault="006D4449" w:rsidP="006D4449">
      <w:r>
        <w:t>370.6953</w:t>
      </w:r>
      <w:r>
        <w:tab/>
        <w:t>1.013e0</w:t>
      </w:r>
    </w:p>
    <w:p w14:paraId="2BD024AE" w14:textId="77777777" w:rsidR="006D4449" w:rsidRDefault="006D4449" w:rsidP="006D4449">
      <w:r>
        <w:t>370.7119</w:t>
      </w:r>
      <w:r>
        <w:tab/>
        <w:t>1.013e0</w:t>
      </w:r>
    </w:p>
    <w:p w14:paraId="6B1BECBE" w14:textId="77777777" w:rsidR="006D4449" w:rsidRDefault="006D4449" w:rsidP="006D4449">
      <w:r>
        <w:lastRenderedPageBreak/>
        <w:t>370.7250</w:t>
      </w:r>
      <w:r>
        <w:tab/>
        <w:t>2.025e0</w:t>
      </w:r>
    </w:p>
    <w:p w14:paraId="29562472" w14:textId="77777777" w:rsidR="006D4449" w:rsidRDefault="006D4449" w:rsidP="006D4449">
      <w:r>
        <w:t>370.7283</w:t>
      </w:r>
      <w:r>
        <w:tab/>
        <w:t>1.013e0</w:t>
      </w:r>
    </w:p>
    <w:p w14:paraId="68C0E0C9" w14:textId="77777777" w:rsidR="006D4449" w:rsidRDefault="006D4449" w:rsidP="006D4449">
      <w:r>
        <w:t>370.7369</w:t>
      </w:r>
      <w:r>
        <w:tab/>
        <w:t>1.013e0</w:t>
      </w:r>
    </w:p>
    <w:p w14:paraId="4A7C61C6" w14:textId="77777777" w:rsidR="006D4449" w:rsidRDefault="006D4449" w:rsidP="006D4449">
      <w:r>
        <w:t>370.7489</w:t>
      </w:r>
      <w:r>
        <w:tab/>
        <w:t>2.025e0</w:t>
      </w:r>
    </w:p>
    <w:p w14:paraId="20BFD235" w14:textId="77777777" w:rsidR="006D4449" w:rsidRDefault="006D4449" w:rsidP="006D4449">
      <w:r>
        <w:t>370.7654</w:t>
      </w:r>
      <w:r>
        <w:tab/>
        <w:t>2.025e0</w:t>
      </w:r>
    </w:p>
    <w:p w14:paraId="79EFF698" w14:textId="77777777" w:rsidR="006D4449" w:rsidRDefault="006D4449" w:rsidP="006D4449">
      <w:r>
        <w:t>370.8038</w:t>
      </w:r>
      <w:r>
        <w:tab/>
        <w:t>1.013e0</w:t>
      </w:r>
    </w:p>
    <w:p w14:paraId="05D42008" w14:textId="77777777" w:rsidR="006D4449" w:rsidRDefault="006D4449" w:rsidP="006D4449">
      <w:r>
        <w:t>370.8108</w:t>
      </w:r>
      <w:r>
        <w:tab/>
        <w:t>2.025e0</w:t>
      </w:r>
    </w:p>
    <w:p w14:paraId="35DD7B4B" w14:textId="77777777" w:rsidR="006D4449" w:rsidRDefault="006D4449" w:rsidP="006D4449">
      <w:r>
        <w:t>370.8414</w:t>
      </w:r>
      <w:r>
        <w:tab/>
        <w:t>4.051e0</w:t>
      </w:r>
    </w:p>
    <w:p w14:paraId="0CCFC26B" w14:textId="77777777" w:rsidR="006D4449" w:rsidRDefault="006D4449" w:rsidP="006D4449">
      <w:r>
        <w:t>370.8522</w:t>
      </w:r>
      <w:r>
        <w:tab/>
        <w:t>2.025e0</w:t>
      </w:r>
    </w:p>
    <w:p w14:paraId="19623201" w14:textId="77777777" w:rsidR="006D4449" w:rsidRDefault="006D4449" w:rsidP="006D4449">
      <w:r>
        <w:t>370.8537</w:t>
      </w:r>
      <w:r>
        <w:tab/>
        <w:t>1.013e0</w:t>
      </w:r>
    </w:p>
    <w:p w14:paraId="67250D81" w14:textId="77777777" w:rsidR="006D4449" w:rsidRDefault="006D4449" w:rsidP="006D4449">
      <w:r>
        <w:t>370.8587</w:t>
      </w:r>
      <w:r>
        <w:tab/>
        <w:t>2.025e0</w:t>
      </w:r>
    </w:p>
    <w:p w14:paraId="1383F019" w14:textId="77777777" w:rsidR="006D4449" w:rsidRDefault="006D4449" w:rsidP="006D4449">
      <w:r>
        <w:t>370.8890</w:t>
      </w:r>
      <w:r>
        <w:tab/>
        <w:t>2.025e0</w:t>
      </w:r>
    </w:p>
    <w:p w14:paraId="479EA794" w14:textId="77777777" w:rsidR="006D4449" w:rsidRDefault="006D4449" w:rsidP="006D4449">
      <w:r>
        <w:t>370.8901</w:t>
      </w:r>
      <w:r>
        <w:tab/>
        <w:t>2.025e0</w:t>
      </w:r>
    </w:p>
    <w:p w14:paraId="2C8FB0F5" w14:textId="77777777" w:rsidR="006D4449" w:rsidRDefault="006D4449" w:rsidP="006D4449">
      <w:r>
        <w:t>370.8981</w:t>
      </w:r>
      <w:r>
        <w:tab/>
        <w:t>3.038e0</w:t>
      </w:r>
    </w:p>
    <w:p w14:paraId="1F8478D4" w14:textId="77777777" w:rsidR="006D4449" w:rsidRDefault="006D4449" w:rsidP="006D4449">
      <w:r>
        <w:t>370.9241</w:t>
      </w:r>
      <w:r>
        <w:tab/>
        <w:t>2.025e0</w:t>
      </w:r>
    </w:p>
    <w:p w14:paraId="381C1DFB" w14:textId="77777777" w:rsidR="006D4449" w:rsidRDefault="006D4449" w:rsidP="006D4449">
      <w:r>
        <w:t>370.9328</w:t>
      </w:r>
      <w:r>
        <w:tab/>
        <w:t>2.025e0</w:t>
      </w:r>
    </w:p>
    <w:p w14:paraId="29B6EC2B" w14:textId="77777777" w:rsidR="006D4449" w:rsidRDefault="006D4449" w:rsidP="006D4449">
      <w:r>
        <w:t>370.9502</w:t>
      </w:r>
      <w:r>
        <w:tab/>
        <w:t>3.810e0</w:t>
      </w:r>
    </w:p>
    <w:p w14:paraId="698EFA1F" w14:textId="77777777" w:rsidR="006D4449" w:rsidRDefault="006D4449" w:rsidP="006D4449">
      <w:r>
        <w:t>370.9688</w:t>
      </w:r>
      <w:r>
        <w:tab/>
        <w:t>5.063e0</w:t>
      </w:r>
    </w:p>
    <w:p w14:paraId="2D1E628F" w14:textId="77777777" w:rsidR="006D4449" w:rsidRDefault="006D4449" w:rsidP="006D4449">
      <w:r>
        <w:t>370.9746</w:t>
      </w:r>
      <w:r>
        <w:tab/>
        <w:t>1.685e0</w:t>
      </w:r>
    </w:p>
    <w:p w14:paraId="01B7E5FD" w14:textId="77777777" w:rsidR="006D4449" w:rsidRDefault="006D4449" w:rsidP="006D4449">
      <w:r>
        <w:lastRenderedPageBreak/>
        <w:t>370.9967</w:t>
      </w:r>
      <w:r>
        <w:tab/>
        <w:t>5.063e0</w:t>
      </w:r>
    </w:p>
    <w:p w14:paraId="06FECCD1" w14:textId="77777777" w:rsidR="006D4449" w:rsidRDefault="006D4449" w:rsidP="006D4449">
      <w:r>
        <w:t>371.0051</w:t>
      </w:r>
      <w:r>
        <w:tab/>
        <w:t>4.051e0</w:t>
      </w:r>
    </w:p>
    <w:p w14:paraId="7804205A" w14:textId="77777777" w:rsidR="006D4449" w:rsidRDefault="006D4449" w:rsidP="006D4449">
      <w:r>
        <w:t>371.0214</w:t>
      </w:r>
      <w:r>
        <w:tab/>
        <w:t>4.051e0</w:t>
      </w:r>
    </w:p>
    <w:p w14:paraId="515A16E5" w14:textId="77777777" w:rsidR="006D4449" w:rsidRDefault="006D4449" w:rsidP="006D4449">
      <w:r>
        <w:t>371.0295</w:t>
      </w:r>
      <w:r>
        <w:tab/>
        <w:t>2.025e0</w:t>
      </w:r>
    </w:p>
    <w:p w14:paraId="082D23A4" w14:textId="77777777" w:rsidR="006D4449" w:rsidRDefault="006D4449" w:rsidP="006D4449">
      <w:r>
        <w:t>371.0427</w:t>
      </w:r>
      <w:r>
        <w:tab/>
        <w:t>4.051e0</w:t>
      </w:r>
    </w:p>
    <w:p w14:paraId="46BCF2E4" w14:textId="77777777" w:rsidR="006D4449" w:rsidRDefault="006D4449" w:rsidP="006D4449">
      <w:r>
        <w:t>371.0495</w:t>
      </w:r>
      <w:r>
        <w:tab/>
        <w:t>2.482e0</w:t>
      </w:r>
    </w:p>
    <w:p w14:paraId="59BEE407" w14:textId="77777777" w:rsidR="006D4449" w:rsidRDefault="006D4449" w:rsidP="006D4449">
      <w:r>
        <w:t>371.0663</w:t>
      </w:r>
      <w:r>
        <w:tab/>
        <w:t>3.055e0</w:t>
      </w:r>
    </w:p>
    <w:p w14:paraId="0B3EBA29" w14:textId="77777777" w:rsidR="006D4449" w:rsidRDefault="006D4449" w:rsidP="006D4449">
      <w:r>
        <w:t>371.0875</w:t>
      </w:r>
      <w:r>
        <w:tab/>
        <w:t>6.941e0</w:t>
      </w:r>
    </w:p>
    <w:p w14:paraId="007873AA" w14:textId="77777777" w:rsidR="006D4449" w:rsidRDefault="006D4449" w:rsidP="006D4449">
      <w:r>
        <w:t>371.1214</w:t>
      </w:r>
      <w:r>
        <w:tab/>
        <w:t>1.013e0</w:t>
      </w:r>
    </w:p>
    <w:p w14:paraId="27FA0026" w14:textId="77777777" w:rsidR="006D4449" w:rsidRDefault="006D4449" w:rsidP="006D4449">
      <w:r>
        <w:t>371.1997</w:t>
      </w:r>
      <w:r>
        <w:tab/>
        <w:t>5.689e1</w:t>
      </w:r>
    </w:p>
    <w:p w14:paraId="3CE47EE8" w14:textId="77777777" w:rsidR="006D4449" w:rsidRDefault="006D4449" w:rsidP="006D4449">
      <w:r>
        <w:t>371.2048</w:t>
      </w:r>
      <w:r>
        <w:tab/>
        <w:t>1.056e2</w:t>
      </w:r>
    </w:p>
    <w:p w14:paraId="24E56C1A" w14:textId="77777777" w:rsidR="006D4449" w:rsidRDefault="006D4449" w:rsidP="006D4449">
      <w:r>
        <w:t>371.2061</w:t>
      </w:r>
      <w:r>
        <w:tab/>
        <w:t>1.155e1</w:t>
      </w:r>
    </w:p>
    <w:p w14:paraId="1070ED20" w14:textId="77777777" w:rsidR="006D4449" w:rsidRDefault="006D4449" w:rsidP="006D4449">
      <w:r>
        <w:t>371.2090</w:t>
      </w:r>
      <w:r>
        <w:tab/>
        <w:t>3.370e1</w:t>
      </w:r>
    </w:p>
    <w:p w14:paraId="5745A9A2" w14:textId="77777777" w:rsidR="006D4449" w:rsidRDefault="006D4449" w:rsidP="006D4449">
      <w:r>
        <w:t>371.2673</w:t>
      </w:r>
      <w:r>
        <w:tab/>
        <w:t>2.758e0</w:t>
      </w:r>
    </w:p>
    <w:p w14:paraId="268990DB" w14:textId="77777777" w:rsidR="006D4449" w:rsidRDefault="006D4449" w:rsidP="006D4449">
      <w:r>
        <w:t>371.3093</w:t>
      </w:r>
      <w:r>
        <w:tab/>
        <w:t>5.337e0</w:t>
      </w:r>
    </w:p>
    <w:p w14:paraId="0686F5B5" w14:textId="77777777" w:rsidR="006D4449" w:rsidRDefault="006D4449" w:rsidP="006D4449">
      <w:r>
        <w:t>371.3204</w:t>
      </w:r>
      <w:r>
        <w:tab/>
        <w:t>1.316e1</w:t>
      </w:r>
    </w:p>
    <w:p w14:paraId="028CD38F" w14:textId="77777777" w:rsidR="006D4449" w:rsidRDefault="006D4449" w:rsidP="006D4449">
      <w:r>
        <w:t>371.3275</w:t>
      </w:r>
      <w:r>
        <w:tab/>
        <w:t>1.316e1</w:t>
      </w:r>
    </w:p>
    <w:p w14:paraId="6F9CCE44" w14:textId="77777777" w:rsidR="006D4449" w:rsidRDefault="006D4449" w:rsidP="006D4449">
      <w:r>
        <w:t>371.3297</w:t>
      </w:r>
      <w:r>
        <w:tab/>
        <w:t>6.774e0</w:t>
      </w:r>
    </w:p>
    <w:p w14:paraId="6DA2052F" w14:textId="77777777" w:rsidR="006D4449" w:rsidRDefault="006D4449" w:rsidP="006D4449">
      <w:r>
        <w:t>371.3432</w:t>
      </w:r>
      <w:r>
        <w:tab/>
        <w:t>8.101e0</w:t>
      </w:r>
    </w:p>
    <w:p w14:paraId="7BADBE01" w14:textId="77777777" w:rsidR="006D4449" w:rsidRDefault="006D4449" w:rsidP="006D4449">
      <w:r>
        <w:lastRenderedPageBreak/>
        <w:t>371.3822</w:t>
      </w:r>
      <w:r>
        <w:tab/>
        <w:t>1.013e0</w:t>
      </w:r>
    </w:p>
    <w:p w14:paraId="535F15C9" w14:textId="77777777" w:rsidR="006D4449" w:rsidRDefault="006D4449" w:rsidP="006D4449">
      <w:r>
        <w:t>371.4166</w:t>
      </w:r>
      <w:r>
        <w:tab/>
        <w:t>1.013e0</w:t>
      </w:r>
    </w:p>
    <w:p w14:paraId="01D3AFBE" w14:textId="77777777" w:rsidR="006D4449" w:rsidRDefault="006D4449" w:rsidP="006D4449">
      <w:r>
        <w:t>371.4459</w:t>
      </w:r>
      <w:r>
        <w:tab/>
        <w:t>2.025e0</w:t>
      </w:r>
    </w:p>
    <w:p w14:paraId="3109B8D5" w14:textId="77777777" w:rsidR="006D4449" w:rsidRDefault="006D4449" w:rsidP="006D4449">
      <w:r>
        <w:t>371.4556</w:t>
      </w:r>
      <w:r>
        <w:tab/>
        <w:t>3.038e0</w:t>
      </w:r>
    </w:p>
    <w:p w14:paraId="5D048EAF" w14:textId="77777777" w:rsidR="006D4449" w:rsidRDefault="006D4449" w:rsidP="006D4449">
      <w:r>
        <w:t>371.4626</w:t>
      </w:r>
      <w:r>
        <w:tab/>
        <w:t>1.013e0</w:t>
      </w:r>
    </w:p>
    <w:p w14:paraId="12E2AF1C" w14:textId="77777777" w:rsidR="006D4449" w:rsidRDefault="006D4449" w:rsidP="006D4449">
      <w:r>
        <w:t>371.4727</w:t>
      </w:r>
      <w:r>
        <w:tab/>
        <w:t>2.025e0</w:t>
      </w:r>
    </w:p>
    <w:p w14:paraId="1D648F5A" w14:textId="77777777" w:rsidR="006D4449" w:rsidRDefault="006D4449" w:rsidP="006D4449">
      <w:r>
        <w:t>371.5132</w:t>
      </w:r>
      <w:r>
        <w:tab/>
        <w:t>2.025e0</w:t>
      </w:r>
    </w:p>
    <w:p w14:paraId="35DC42CB" w14:textId="77777777" w:rsidR="006D4449" w:rsidRDefault="006D4449" w:rsidP="006D4449">
      <w:r>
        <w:t>371.5475</w:t>
      </w:r>
      <w:r>
        <w:tab/>
        <w:t>1.013e0</w:t>
      </w:r>
    </w:p>
    <w:p w14:paraId="5DFB2A14" w14:textId="77777777" w:rsidR="006D4449" w:rsidRDefault="006D4449" w:rsidP="006D4449">
      <w:r>
        <w:t>371.5583</w:t>
      </w:r>
      <w:r>
        <w:tab/>
        <w:t>3.038e0</w:t>
      </w:r>
    </w:p>
    <w:p w14:paraId="078A3449" w14:textId="77777777" w:rsidR="006D4449" w:rsidRDefault="006D4449" w:rsidP="006D4449">
      <w:r>
        <w:t>371.5607</w:t>
      </w:r>
      <w:r>
        <w:tab/>
        <w:t>1.013e0</w:t>
      </w:r>
    </w:p>
    <w:p w14:paraId="5C048107" w14:textId="77777777" w:rsidR="006D4449" w:rsidRDefault="006D4449" w:rsidP="006D4449">
      <w:r>
        <w:t>371.5964</w:t>
      </w:r>
      <w:r>
        <w:tab/>
        <w:t>2.025e0</w:t>
      </w:r>
    </w:p>
    <w:p w14:paraId="33D6BF56" w14:textId="77777777" w:rsidR="006D4449" w:rsidRDefault="006D4449" w:rsidP="006D4449">
      <w:r>
        <w:t>371.6161</w:t>
      </w:r>
      <w:r>
        <w:tab/>
        <w:t>2.025e0</w:t>
      </w:r>
    </w:p>
    <w:p w14:paraId="50771F42" w14:textId="77777777" w:rsidR="006D4449" w:rsidRDefault="006D4449" w:rsidP="006D4449">
      <w:r>
        <w:t>371.6269</w:t>
      </w:r>
      <w:r>
        <w:tab/>
        <w:t>1.013e0</w:t>
      </w:r>
    </w:p>
    <w:p w14:paraId="04F6F8BA" w14:textId="77777777" w:rsidR="006D4449" w:rsidRDefault="006D4449" w:rsidP="006D4449">
      <w:r>
        <w:t>371.6338</w:t>
      </w:r>
      <w:r>
        <w:tab/>
        <w:t>4.051e0</w:t>
      </w:r>
    </w:p>
    <w:p w14:paraId="11B0B191" w14:textId="77777777" w:rsidR="006D4449" w:rsidRDefault="006D4449" w:rsidP="006D4449">
      <w:r>
        <w:t>371.6418</w:t>
      </w:r>
      <w:r>
        <w:tab/>
        <w:t>2.025e0</w:t>
      </w:r>
    </w:p>
    <w:p w14:paraId="4298D1C8" w14:textId="77777777" w:rsidR="006D4449" w:rsidRDefault="006D4449" w:rsidP="006D4449">
      <w:r>
        <w:t>371.6690</w:t>
      </w:r>
      <w:r>
        <w:tab/>
        <w:t>1.013e0</w:t>
      </w:r>
    </w:p>
    <w:p w14:paraId="7BB4B1C8" w14:textId="77777777" w:rsidR="006D4449" w:rsidRDefault="006D4449" w:rsidP="006D4449">
      <w:r>
        <w:t>371.6732</w:t>
      </w:r>
      <w:r>
        <w:tab/>
        <w:t>1.013e0</w:t>
      </w:r>
    </w:p>
    <w:p w14:paraId="5E153479" w14:textId="77777777" w:rsidR="006D4449" w:rsidRDefault="006D4449" w:rsidP="006D4449">
      <w:r>
        <w:t>371.6782</w:t>
      </w:r>
      <w:r>
        <w:tab/>
        <w:t>1.013e0</w:t>
      </w:r>
    </w:p>
    <w:p w14:paraId="6E8AF8AB" w14:textId="77777777" w:rsidR="006D4449" w:rsidRDefault="006D4449" w:rsidP="006D4449">
      <w:r>
        <w:t>371.7128</w:t>
      </w:r>
      <w:r>
        <w:tab/>
        <w:t>2.025e0</w:t>
      </w:r>
    </w:p>
    <w:p w14:paraId="6472BBD8" w14:textId="77777777" w:rsidR="006D4449" w:rsidRDefault="006D4449" w:rsidP="006D4449">
      <w:r>
        <w:lastRenderedPageBreak/>
        <w:t>371.7258</w:t>
      </w:r>
      <w:r>
        <w:tab/>
        <w:t>3.038e0</w:t>
      </w:r>
    </w:p>
    <w:p w14:paraId="209D33E6" w14:textId="77777777" w:rsidR="006D4449" w:rsidRDefault="006D4449" w:rsidP="006D4449">
      <w:r>
        <w:t>371.7606</w:t>
      </w:r>
      <w:r>
        <w:tab/>
        <w:t>3.038e0</w:t>
      </w:r>
    </w:p>
    <w:p w14:paraId="49DCBDA5" w14:textId="77777777" w:rsidR="006D4449" w:rsidRDefault="006D4449" w:rsidP="006D4449">
      <w:r>
        <w:t>371.7724</w:t>
      </w:r>
      <w:r>
        <w:tab/>
        <w:t>1.013e0</w:t>
      </w:r>
    </w:p>
    <w:p w14:paraId="34643A89" w14:textId="77777777" w:rsidR="006D4449" w:rsidRDefault="006D4449" w:rsidP="006D4449">
      <w:r>
        <w:t>371.7780</w:t>
      </w:r>
      <w:r>
        <w:tab/>
        <w:t>1.013e0</w:t>
      </w:r>
    </w:p>
    <w:p w14:paraId="04265A36" w14:textId="77777777" w:rsidR="006D4449" w:rsidRDefault="006D4449" w:rsidP="006D4449">
      <w:r>
        <w:t>371.8266</w:t>
      </w:r>
      <w:r>
        <w:tab/>
        <w:t>2.025e0</w:t>
      </w:r>
    </w:p>
    <w:p w14:paraId="4E5F852F" w14:textId="77777777" w:rsidR="006D4449" w:rsidRDefault="006D4449" w:rsidP="006D4449">
      <w:r>
        <w:t>371.8452</w:t>
      </w:r>
      <w:r>
        <w:tab/>
        <w:t>1.013e0</w:t>
      </w:r>
    </w:p>
    <w:p w14:paraId="4185456C" w14:textId="77777777" w:rsidR="006D4449" w:rsidRDefault="006D4449" w:rsidP="006D4449">
      <w:r>
        <w:t>371.8783</w:t>
      </w:r>
      <w:r>
        <w:tab/>
        <w:t>1.013e0</w:t>
      </w:r>
    </w:p>
    <w:p w14:paraId="30C528E9" w14:textId="77777777" w:rsidR="006D4449" w:rsidRDefault="006D4449" w:rsidP="006D4449">
      <w:r>
        <w:t>371.8866</w:t>
      </w:r>
      <w:r>
        <w:tab/>
        <w:t>3.038e0</w:t>
      </w:r>
    </w:p>
    <w:p w14:paraId="16BF42F8" w14:textId="77777777" w:rsidR="006D4449" w:rsidRDefault="006D4449" w:rsidP="006D4449">
      <w:r>
        <w:t>371.9032</w:t>
      </w:r>
      <w:r>
        <w:tab/>
        <w:t>1.013e0</w:t>
      </w:r>
    </w:p>
    <w:p w14:paraId="4278F325" w14:textId="77777777" w:rsidR="006D4449" w:rsidRDefault="006D4449" w:rsidP="006D4449">
      <w:r>
        <w:t>371.9387</w:t>
      </w:r>
      <w:r>
        <w:tab/>
        <w:t>5.063e0</w:t>
      </w:r>
    </w:p>
    <w:p w14:paraId="35149E1F" w14:textId="77777777" w:rsidR="006D4449" w:rsidRDefault="006D4449" w:rsidP="006D4449">
      <w:r>
        <w:t>371.9411</w:t>
      </w:r>
      <w:r>
        <w:tab/>
        <w:t>3.038e0</w:t>
      </w:r>
    </w:p>
    <w:p w14:paraId="7302D045" w14:textId="77777777" w:rsidR="006D4449" w:rsidRDefault="006D4449" w:rsidP="006D4449">
      <w:r>
        <w:t>371.9497</w:t>
      </w:r>
      <w:r>
        <w:tab/>
        <w:t>2.025e0</w:t>
      </w:r>
    </w:p>
    <w:p w14:paraId="4DFCCC12" w14:textId="77777777" w:rsidR="006D4449" w:rsidRDefault="006D4449" w:rsidP="006D4449">
      <w:r>
        <w:t>371.9610</w:t>
      </w:r>
      <w:r>
        <w:tab/>
        <w:t>7.849e0</w:t>
      </w:r>
    </w:p>
    <w:p w14:paraId="762DA2AE" w14:textId="77777777" w:rsidR="006D4449" w:rsidRDefault="006D4449" w:rsidP="006D4449">
      <w:r>
        <w:t>371.9836</w:t>
      </w:r>
      <w:r>
        <w:tab/>
        <w:t>5.525e0</w:t>
      </w:r>
    </w:p>
    <w:p w14:paraId="4FC6ECBD" w14:textId="77777777" w:rsidR="006D4449" w:rsidRDefault="006D4449" w:rsidP="006D4449">
      <w:r>
        <w:t>372.0051</w:t>
      </w:r>
      <w:r>
        <w:tab/>
        <w:t>7.089e0</w:t>
      </w:r>
    </w:p>
    <w:p w14:paraId="1D74EE7F" w14:textId="77777777" w:rsidR="006D4449" w:rsidRDefault="006D4449" w:rsidP="006D4449">
      <w:r>
        <w:t>372.0608</w:t>
      </w:r>
      <w:r>
        <w:tab/>
        <w:t>4.051e0</w:t>
      </w:r>
    </w:p>
    <w:p w14:paraId="29EE3DD4" w14:textId="77777777" w:rsidR="006D4449" w:rsidRDefault="006D4449" w:rsidP="006D4449">
      <w:r>
        <w:t>372.0700</w:t>
      </w:r>
      <w:r>
        <w:tab/>
        <w:t>2.025e0</w:t>
      </w:r>
    </w:p>
    <w:p w14:paraId="33C6B0A1" w14:textId="77777777" w:rsidR="006D4449" w:rsidRDefault="006D4449" w:rsidP="006D4449">
      <w:r>
        <w:t>372.0732</w:t>
      </w:r>
      <w:r>
        <w:tab/>
        <w:t>3.038e0</w:t>
      </w:r>
    </w:p>
    <w:p w14:paraId="6872D652" w14:textId="77777777" w:rsidR="006D4449" w:rsidRDefault="006D4449" w:rsidP="006D4449">
      <w:r>
        <w:t>372.1076</w:t>
      </w:r>
      <w:r>
        <w:tab/>
        <w:t>3.379e0</w:t>
      </w:r>
    </w:p>
    <w:p w14:paraId="1894ECB8" w14:textId="77777777" w:rsidR="006D4449" w:rsidRDefault="006D4449" w:rsidP="006D4449">
      <w:r>
        <w:lastRenderedPageBreak/>
        <w:t>372.1199</w:t>
      </w:r>
      <w:r>
        <w:tab/>
        <w:t>1.936e0</w:t>
      </w:r>
    </w:p>
    <w:p w14:paraId="244A1C06" w14:textId="77777777" w:rsidR="006D4449" w:rsidRDefault="006D4449" w:rsidP="006D4449">
      <w:r>
        <w:t>372.1231</w:t>
      </w:r>
      <w:r>
        <w:tab/>
        <w:t>2.025e0</w:t>
      </w:r>
    </w:p>
    <w:p w14:paraId="4A21C91A" w14:textId="77777777" w:rsidR="006D4449" w:rsidRDefault="006D4449" w:rsidP="006D4449">
      <w:r>
        <w:t>372.1349</w:t>
      </w:r>
      <w:r>
        <w:tab/>
        <w:t>1.013e0</w:t>
      </w:r>
    </w:p>
    <w:p w14:paraId="0D2CC9C2" w14:textId="77777777" w:rsidR="006D4449" w:rsidRDefault="006D4449" w:rsidP="006D4449">
      <w:r>
        <w:t>372.1817</w:t>
      </w:r>
      <w:r>
        <w:tab/>
        <w:t>4.977e0</w:t>
      </w:r>
    </w:p>
    <w:p w14:paraId="0A44CCC1" w14:textId="77777777" w:rsidR="006D4449" w:rsidRDefault="006D4449" w:rsidP="006D4449">
      <w:r>
        <w:t>372.2006</w:t>
      </w:r>
      <w:r>
        <w:tab/>
        <w:t>1.013e1</w:t>
      </w:r>
    </w:p>
    <w:p w14:paraId="0C6FC136" w14:textId="77777777" w:rsidR="006D4449" w:rsidRDefault="006D4449" w:rsidP="006D4449">
      <w:r>
        <w:t>372.2080</w:t>
      </w:r>
      <w:r>
        <w:tab/>
        <w:t>1.418e1</w:t>
      </w:r>
    </w:p>
    <w:p w14:paraId="3653F7D4" w14:textId="77777777" w:rsidR="006D4449" w:rsidRDefault="006D4449" w:rsidP="006D4449">
      <w:r>
        <w:t>372.2136</w:t>
      </w:r>
      <w:r>
        <w:tab/>
        <w:t>1.007e1</w:t>
      </w:r>
    </w:p>
    <w:p w14:paraId="4E57573B" w14:textId="77777777" w:rsidR="006D4449" w:rsidRDefault="006D4449" w:rsidP="006D4449">
      <w:r>
        <w:t>372.2166</w:t>
      </w:r>
      <w:r>
        <w:tab/>
        <w:t>1.119e1</w:t>
      </w:r>
    </w:p>
    <w:p w14:paraId="07BA5CC3" w14:textId="77777777" w:rsidR="006D4449" w:rsidRDefault="006D4449" w:rsidP="006D4449">
      <w:r>
        <w:t>372.2252</w:t>
      </w:r>
      <w:r>
        <w:tab/>
        <w:t>4.051e0</w:t>
      </w:r>
    </w:p>
    <w:p w14:paraId="13854EA7" w14:textId="77777777" w:rsidR="006D4449" w:rsidRDefault="006D4449" w:rsidP="006D4449">
      <w:r>
        <w:t>372.2426</w:t>
      </w:r>
      <w:r>
        <w:tab/>
        <w:t>6.920e0</w:t>
      </w:r>
    </w:p>
    <w:p w14:paraId="7C271DC7" w14:textId="77777777" w:rsidR="006D4449" w:rsidRDefault="006D4449" w:rsidP="006D4449">
      <w:r>
        <w:t>372.2458</w:t>
      </w:r>
      <w:r>
        <w:tab/>
        <w:t>4.051e0</w:t>
      </w:r>
    </w:p>
    <w:p w14:paraId="03AE5594" w14:textId="77777777" w:rsidR="006D4449" w:rsidRDefault="006D4449" w:rsidP="006D4449">
      <w:r>
        <w:t>372.2734</w:t>
      </w:r>
      <w:r>
        <w:tab/>
        <w:t>5.063e0</w:t>
      </w:r>
    </w:p>
    <w:p w14:paraId="5215D306" w14:textId="77777777" w:rsidR="006D4449" w:rsidRDefault="006D4449" w:rsidP="006D4449">
      <w:r>
        <w:t>372.3430</w:t>
      </w:r>
      <w:r>
        <w:tab/>
        <w:t>3.139e1</w:t>
      </w:r>
    </w:p>
    <w:p w14:paraId="2A4D793A" w14:textId="77777777" w:rsidR="006D4449" w:rsidRDefault="006D4449" w:rsidP="006D4449">
      <w:r>
        <w:t>372.3457</w:t>
      </w:r>
      <w:r>
        <w:tab/>
        <w:t>4.667e1</w:t>
      </w:r>
    </w:p>
    <w:p w14:paraId="79307D0F" w14:textId="77777777" w:rsidR="006D4449" w:rsidRDefault="006D4449" w:rsidP="006D4449">
      <w:r>
        <w:t>372.3471</w:t>
      </w:r>
      <w:r>
        <w:tab/>
        <w:t>1.924e1</w:t>
      </w:r>
    </w:p>
    <w:p w14:paraId="543AA43B" w14:textId="77777777" w:rsidR="006D4449" w:rsidRDefault="006D4449" w:rsidP="006D4449">
      <w:r>
        <w:t>372.3492</w:t>
      </w:r>
      <w:r>
        <w:tab/>
        <w:t>3.384e1</w:t>
      </w:r>
    </w:p>
    <w:p w14:paraId="68BB47F8" w14:textId="77777777" w:rsidR="006D4449" w:rsidRDefault="006D4449" w:rsidP="006D4449">
      <w:r>
        <w:t>372.4214</w:t>
      </w:r>
      <w:r>
        <w:tab/>
        <w:t>1.013e0</w:t>
      </w:r>
    </w:p>
    <w:p w14:paraId="73C4DB71" w14:textId="77777777" w:rsidR="006D4449" w:rsidRDefault="006D4449" w:rsidP="006D4449">
      <w:r>
        <w:t>372.4477</w:t>
      </w:r>
      <w:r>
        <w:tab/>
        <w:t>2.025e0</w:t>
      </w:r>
    </w:p>
    <w:p w14:paraId="622382E6" w14:textId="77777777" w:rsidR="006D4449" w:rsidRDefault="006D4449" w:rsidP="006D4449">
      <w:r>
        <w:t>372.4530</w:t>
      </w:r>
      <w:r>
        <w:tab/>
        <w:t>2.025e0</w:t>
      </w:r>
    </w:p>
    <w:p w14:paraId="07618D58" w14:textId="77777777" w:rsidR="006D4449" w:rsidRDefault="006D4449" w:rsidP="006D4449">
      <w:r>
        <w:lastRenderedPageBreak/>
        <w:t>372.4555</w:t>
      </w:r>
      <w:r>
        <w:tab/>
        <w:t>2.025e0</w:t>
      </w:r>
    </w:p>
    <w:p w14:paraId="44783000" w14:textId="77777777" w:rsidR="006D4449" w:rsidRDefault="006D4449" w:rsidP="006D4449">
      <w:r>
        <w:t>372.4742</w:t>
      </w:r>
      <w:r>
        <w:tab/>
        <w:t>2.025e0</w:t>
      </w:r>
    </w:p>
    <w:p w14:paraId="51D65155" w14:textId="77777777" w:rsidR="006D4449" w:rsidRDefault="006D4449" w:rsidP="006D4449">
      <w:r>
        <w:t>372.4809</w:t>
      </w:r>
      <w:r>
        <w:tab/>
        <w:t>1.013e0</w:t>
      </w:r>
    </w:p>
    <w:p w14:paraId="25FB01D9" w14:textId="77777777" w:rsidR="006D4449" w:rsidRDefault="006D4449" w:rsidP="006D4449">
      <w:r>
        <w:t>372.5096</w:t>
      </w:r>
      <w:r>
        <w:tab/>
        <w:t>1.013e0</w:t>
      </w:r>
    </w:p>
    <w:p w14:paraId="29829EC0" w14:textId="77777777" w:rsidR="006D4449" w:rsidRDefault="006D4449" w:rsidP="006D4449">
      <w:r>
        <w:t>372.5142</w:t>
      </w:r>
      <w:r>
        <w:tab/>
        <w:t>1.013e0</w:t>
      </w:r>
    </w:p>
    <w:p w14:paraId="1310F914" w14:textId="77777777" w:rsidR="006D4449" w:rsidRDefault="006D4449" w:rsidP="006D4449">
      <w:r>
        <w:t>372.5251</w:t>
      </w:r>
      <w:r>
        <w:tab/>
        <w:t>1.013e0</w:t>
      </w:r>
    </w:p>
    <w:p w14:paraId="0D303921" w14:textId="77777777" w:rsidR="006D4449" w:rsidRDefault="006D4449" w:rsidP="006D4449">
      <w:r>
        <w:t>372.5327</w:t>
      </w:r>
      <w:r>
        <w:tab/>
        <w:t>1.013e0</w:t>
      </w:r>
    </w:p>
    <w:p w14:paraId="0E0C57B2" w14:textId="77777777" w:rsidR="006D4449" w:rsidRDefault="006D4449" w:rsidP="006D4449">
      <w:r>
        <w:t>372.5818</w:t>
      </w:r>
      <w:r>
        <w:tab/>
        <w:t>2.025e0</w:t>
      </w:r>
    </w:p>
    <w:p w14:paraId="0A8CFDB1" w14:textId="77777777" w:rsidR="006D4449" w:rsidRDefault="006D4449" w:rsidP="006D4449">
      <w:r>
        <w:t>372.5871</w:t>
      </w:r>
      <w:r>
        <w:tab/>
        <w:t>1.013e0</w:t>
      </w:r>
    </w:p>
    <w:p w14:paraId="5DED215A" w14:textId="77777777" w:rsidR="006D4449" w:rsidRDefault="006D4449" w:rsidP="006D4449">
      <w:r>
        <w:t>372.6030</w:t>
      </w:r>
      <w:r>
        <w:tab/>
        <w:t>2.025e0</w:t>
      </w:r>
    </w:p>
    <w:p w14:paraId="6D25606B" w14:textId="77777777" w:rsidR="006D4449" w:rsidRDefault="006D4449" w:rsidP="006D4449">
      <w:r>
        <w:t>372.6515</w:t>
      </w:r>
      <w:r>
        <w:tab/>
        <w:t>4.147e0</w:t>
      </w:r>
    </w:p>
    <w:p w14:paraId="4DF0EA32" w14:textId="77777777" w:rsidR="006D4449" w:rsidRDefault="006D4449" w:rsidP="006D4449">
      <w:r>
        <w:t>372.6534</w:t>
      </w:r>
      <w:r>
        <w:tab/>
        <w:t>1.013e0</w:t>
      </w:r>
    </w:p>
    <w:p w14:paraId="2E556DC9" w14:textId="77777777" w:rsidR="006D4449" w:rsidRDefault="006D4449" w:rsidP="006D4449">
      <w:r>
        <w:t>372.7026</w:t>
      </w:r>
      <w:r>
        <w:tab/>
        <w:t>2.025e0</w:t>
      </w:r>
    </w:p>
    <w:p w14:paraId="1E6187E5" w14:textId="77777777" w:rsidR="006D4449" w:rsidRDefault="006D4449" w:rsidP="006D4449">
      <w:r>
        <w:t>372.7043</w:t>
      </w:r>
      <w:r>
        <w:tab/>
        <w:t>2.025e0</w:t>
      </w:r>
    </w:p>
    <w:p w14:paraId="1EA727CC" w14:textId="77777777" w:rsidR="006D4449" w:rsidRDefault="006D4449" w:rsidP="006D4449">
      <w:r>
        <w:t>372.7546</w:t>
      </w:r>
      <w:r>
        <w:tab/>
        <w:t>2.025e0</w:t>
      </w:r>
    </w:p>
    <w:p w14:paraId="0DAE7B27" w14:textId="77777777" w:rsidR="006D4449" w:rsidRDefault="006D4449" w:rsidP="006D4449">
      <w:r>
        <w:t>372.7775</w:t>
      </w:r>
      <w:r>
        <w:tab/>
        <w:t>2.025e0</w:t>
      </w:r>
    </w:p>
    <w:p w14:paraId="79B749ED" w14:textId="77777777" w:rsidR="006D4449" w:rsidRDefault="006D4449" w:rsidP="006D4449">
      <w:r>
        <w:t>372.7911</w:t>
      </w:r>
      <w:r>
        <w:tab/>
        <w:t>1.013e0</w:t>
      </w:r>
    </w:p>
    <w:p w14:paraId="079C033C" w14:textId="77777777" w:rsidR="006D4449" w:rsidRDefault="006D4449" w:rsidP="006D4449">
      <w:r>
        <w:t>372.7953</w:t>
      </w:r>
      <w:r>
        <w:tab/>
        <w:t>2.025e0</w:t>
      </w:r>
    </w:p>
    <w:p w14:paraId="0734CB46" w14:textId="77777777" w:rsidR="006D4449" w:rsidRDefault="006D4449" w:rsidP="006D4449">
      <w:r>
        <w:t>372.8393</w:t>
      </w:r>
      <w:r>
        <w:tab/>
        <w:t>3.038e0</w:t>
      </w:r>
    </w:p>
    <w:p w14:paraId="0F66F1EF" w14:textId="77777777" w:rsidR="006D4449" w:rsidRDefault="006D4449" w:rsidP="006D4449">
      <w:r>
        <w:lastRenderedPageBreak/>
        <w:t>372.8614</w:t>
      </w:r>
      <w:r>
        <w:tab/>
        <w:t>4.051e0</w:t>
      </w:r>
    </w:p>
    <w:p w14:paraId="7B5C0575" w14:textId="77777777" w:rsidR="006D4449" w:rsidRDefault="006D4449" w:rsidP="006D4449">
      <w:r>
        <w:t>372.8655</w:t>
      </w:r>
      <w:r>
        <w:tab/>
        <w:t>2.025e0</w:t>
      </w:r>
    </w:p>
    <w:p w14:paraId="144A5D15" w14:textId="77777777" w:rsidR="006D4449" w:rsidRDefault="006D4449" w:rsidP="006D4449">
      <w:r>
        <w:t>372.8672</w:t>
      </w:r>
      <w:r>
        <w:tab/>
        <w:t>2.025e0</w:t>
      </w:r>
    </w:p>
    <w:p w14:paraId="03E1A09C" w14:textId="77777777" w:rsidR="006D4449" w:rsidRDefault="006D4449" w:rsidP="006D4449">
      <w:r>
        <w:t>372.9230</w:t>
      </w:r>
      <w:r>
        <w:tab/>
        <w:t>2.025e0</w:t>
      </w:r>
    </w:p>
    <w:p w14:paraId="01DB3A12" w14:textId="77777777" w:rsidR="006D4449" w:rsidRDefault="006D4449" w:rsidP="006D4449">
      <w:r>
        <w:t>372.9313</w:t>
      </w:r>
      <w:r>
        <w:tab/>
        <w:t>4.051e0</w:t>
      </w:r>
    </w:p>
    <w:p w14:paraId="524F7D42" w14:textId="77777777" w:rsidR="006D4449" w:rsidRDefault="006D4449" w:rsidP="006D4449">
      <w:r>
        <w:t>372.9355</w:t>
      </w:r>
      <w:r>
        <w:tab/>
        <w:t>3.038e0</w:t>
      </w:r>
    </w:p>
    <w:p w14:paraId="4E853A13" w14:textId="77777777" w:rsidR="006D4449" w:rsidRDefault="006D4449" w:rsidP="006D4449">
      <w:r>
        <w:t>372.9418</w:t>
      </w:r>
      <w:r>
        <w:tab/>
        <w:t>3.038e0</w:t>
      </w:r>
    </w:p>
    <w:p w14:paraId="6811C75D" w14:textId="77777777" w:rsidR="006D4449" w:rsidRDefault="006D4449" w:rsidP="006D4449">
      <w:r>
        <w:t>372.9545</w:t>
      </w:r>
      <w:r>
        <w:tab/>
        <w:t>4.051e0</w:t>
      </w:r>
    </w:p>
    <w:p w14:paraId="0D1A1A2C" w14:textId="77777777" w:rsidR="006D4449" w:rsidRDefault="006D4449" w:rsidP="006D4449">
      <w:r>
        <w:t>372.9692</w:t>
      </w:r>
      <w:r>
        <w:tab/>
        <w:t>2.025e0</w:t>
      </w:r>
    </w:p>
    <w:p w14:paraId="3D6AC63A" w14:textId="77777777" w:rsidR="006D4449" w:rsidRDefault="006D4449" w:rsidP="006D4449">
      <w:r>
        <w:t>372.9819</w:t>
      </w:r>
      <w:r>
        <w:tab/>
        <w:t>3.038e0</w:t>
      </w:r>
    </w:p>
    <w:p w14:paraId="44437A68" w14:textId="77777777" w:rsidR="006D4449" w:rsidRDefault="006D4449" w:rsidP="006D4449">
      <w:r>
        <w:t>372.9917</w:t>
      </w:r>
      <w:r>
        <w:tab/>
        <w:t>1.013e0</w:t>
      </w:r>
    </w:p>
    <w:p w14:paraId="6BBBD1BA" w14:textId="77777777" w:rsidR="006D4449" w:rsidRDefault="006D4449" w:rsidP="006D4449">
      <w:r>
        <w:t>373.0198</w:t>
      </w:r>
      <w:r>
        <w:tab/>
        <w:t>4.051e0</w:t>
      </w:r>
    </w:p>
    <w:p w14:paraId="1F69C6A1" w14:textId="77777777" w:rsidR="006D4449" w:rsidRDefault="006D4449" w:rsidP="006D4449">
      <w:r>
        <w:t>373.0208</w:t>
      </w:r>
      <w:r>
        <w:tab/>
        <w:t>2.025e0</w:t>
      </w:r>
    </w:p>
    <w:p w14:paraId="37F5E448" w14:textId="77777777" w:rsidR="006D4449" w:rsidRDefault="006D4449" w:rsidP="006D4449">
      <w:r>
        <w:t>373.0510</w:t>
      </w:r>
      <w:r>
        <w:tab/>
        <w:t>3.038e0</w:t>
      </w:r>
    </w:p>
    <w:p w14:paraId="6F43772B" w14:textId="77777777" w:rsidR="006D4449" w:rsidRDefault="006D4449" w:rsidP="006D4449">
      <w:r>
        <w:t>373.0647</w:t>
      </w:r>
      <w:r>
        <w:tab/>
        <w:t>1.013e0</w:t>
      </w:r>
    </w:p>
    <w:p w14:paraId="0A3FA4BC" w14:textId="77777777" w:rsidR="006D4449" w:rsidRDefault="006D4449" w:rsidP="006D4449">
      <w:r>
        <w:t>373.0705</w:t>
      </w:r>
      <w:r>
        <w:tab/>
        <w:t>1.835e0</w:t>
      </w:r>
    </w:p>
    <w:p w14:paraId="469F7A5E" w14:textId="77777777" w:rsidR="006D4449" w:rsidRDefault="006D4449" w:rsidP="006D4449">
      <w:r>
        <w:t>373.0913</w:t>
      </w:r>
      <w:r>
        <w:tab/>
        <w:t>1.013e0</w:t>
      </w:r>
    </w:p>
    <w:p w14:paraId="6F263938" w14:textId="77777777" w:rsidR="006D4449" w:rsidRDefault="006D4449" w:rsidP="006D4449">
      <w:r>
        <w:t>373.1055</w:t>
      </w:r>
      <w:r>
        <w:tab/>
        <w:t>3.038e0</w:t>
      </w:r>
    </w:p>
    <w:p w14:paraId="286E07B7" w14:textId="77777777" w:rsidR="006D4449" w:rsidRDefault="006D4449" w:rsidP="006D4449">
      <w:r>
        <w:t>373.1350</w:t>
      </w:r>
      <w:r>
        <w:tab/>
        <w:t>3.038e0</w:t>
      </w:r>
    </w:p>
    <w:p w14:paraId="202AC063" w14:textId="77777777" w:rsidR="006D4449" w:rsidRDefault="006D4449" w:rsidP="006D4449">
      <w:r>
        <w:lastRenderedPageBreak/>
        <w:t>373.1479</w:t>
      </w:r>
      <w:r>
        <w:tab/>
        <w:t>2.656e0</w:t>
      </w:r>
    </w:p>
    <w:p w14:paraId="232365B1" w14:textId="77777777" w:rsidR="006D4449" w:rsidRDefault="006D4449" w:rsidP="006D4449">
      <w:r>
        <w:t>373.1761</w:t>
      </w:r>
      <w:r>
        <w:tab/>
        <w:t>5.063e0</w:t>
      </w:r>
    </w:p>
    <w:p w14:paraId="2000F4F8" w14:textId="77777777" w:rsidR="006D4449" w:rsidRDefault="006D4449" w:rsidP="006D4449">
      <w:r>
        <w:t>373.1884</w:t>
      </w:r>
      <w:r>
        <w:tab/>
        <w:t>3.147e0</w:t>
      </w:r>
    </w:p>
    <w:p w14:paraId="5FC29460" w14:textId="77777777" w:rsidR="006D4449" w:rsidRDefault="006D4449" w:rsidP="006D4449">
      <w:r>
        <w:t>373.1978</w:t>
      </w:r>
      <w:r>
        <w:tab/>
        <w:t>3.995e0</w:t>
      </w:r>
    </w:p>
    <w:p w14:paraId="46C30F40" w14:textId="77777777" w:rsidR="006D4449" w:rsidRDefault="006D4449" w:rsidP="006D4449">
      <w:r>
        <w:t>373.2124</w:t>
      </w:r>
      <w:r>
        <w:tab/>
        <w:t>3.038e0</w:t>
      </w:r>
    </w:p>
    <w:p w14:paraId="442CE510" w14:textId="77777777" w:rsidR="006D4449" w:rsidRDefault="006D4449" w:rsidP="006D4449">
      <w:r>
        <w:t>373.2514</w:t>
      </w:r>
      <w:r>
        <w:tab/>
        <w:t>9.978e0</w:t>
      </w:r>
    </w:p>
    <w:p w14:paraId="095C765A" w14:textId="77777777" w:rsidR="006D4449" w:rsidRDefault="006D4449" w:rsidP="006D4449">
      <w:r>
        <w:t>373.2607</w:t>
      </w:r>
      <w:r>
        <w:tab/>
        <w:t>2.894e0</w:t>
      </w:r>
    </w:p>
    <w:p w14:paraId="3B34FE83" w14:textId="77777777" w:rsidR="006D4449" w:rsidRDefault="006D4449" w:rsidP="006D4449">
      <w:r>
        <w:t>373.2648</w:t>
      </w:r>
      <w:r>
        <w:tab/>
        <w:t>5.063e0</w:t>
      </w:r>
    </w:p>
    <w:p w14:paraId="7B14BAAF" w14:textId="77777777" w:rsidR="006D4449" w:rsidRDefault="006D4449" w:rsidP="006D4449">
      <w:r>
        <w:t>373.2778</w:t>
      </w:r>
      <w:r>
        <w:tab/>
        <w:t>3.038e0</w:t>
      </w:r>
    </w:p>
    <w:p w14:paraId="654AB645" w14:textId="77777777" w:rsidR="006D4449" w:rsidRDefault="006D4449" w:rsidP="006D4449">
      <w:r>
        <w:t>373.3509</w:t>
      </w:r>
      <w:r>
        <w:tab/>
        <w:t>1.178e1</w:t>
      </w:r>
    </w:p>
    <w:p w14:paraId="7E3F6814" w14:textId="77777777" w:rsidR="006D4449" w:rsidRDefault="006D4449" w:rsidP="006D4449">
      <w:r>
        <w:t>373.3535</w:t>
      </w:r>
      <w:r>
        <w:tab/>
        <w:t>1.752e1</w:t>
      </w:r>
    </w:p>
    <w:p w14:paraId="6188C07F" w14:textId="77777777" w:rsidR="006D4449" w:rsidRDefault="006D4449" w:rsidP="006D4449">
      <w:r>
        <w:t>373.3546</w:t>
      </w:r>
      <w:r>
        <w:tab/>
        <w:t>6.076e0</w:t>
      </w:r>
    </w:p>
    <w:p w14:paraId="564DC471" w14:textId="77777777" w:rsidR="006D4449" w:rsidRDefault="006D4449" w:rsidP="006D4449">
      <w:r>
        <w:t>373.3596</w:t>
      </w:r>
      <w:r>
        <w:tab/>
        <w:t>4.811e0</w:t>
      </w:r>
    </w:p>
    <w:p w14:paraId="00760A02" w14:textId="77777777" w:rsidR="006D4449" w:rsidRDefault="006D4449" w:rsidP="006D4449">
      <w:r>
        <w:t>373.3967</w:t>
      </w:r>
      <w:r>
        <w:tab/>
        <w:t>1.013e0</w:t>
      </w:r>
    </w:p>
    <w:p w14:paraId="4B6A91DE" w14:textId="77777777" w:rsidR="006D4449" w:rsidRDefault="006D4449" w:rsidP="006D4449">
      <w:r>
        <w:t>373.4299</w:t>
      </w:r>
      <w:r>
        <w:tab/>
        <w:t>1.013e0</w:t>
      </w:r>
    </w:p>
    <w:p w14:paraId="526AD2C2" w14:textId="77777777" w:rsidR="006D4449" w:rsidRDefault="006D4449" w:rsidP="006D4449">
      <w:r>
        <w:t>373.4370</w:t>
      </w:r>
      <w:r>
        <w:tab/>
        <w:t>1.013e0</w:t>
      </w:r>
    </w:p>
    <w:p w14:paraId="67242B00" w14:textId="77777777" w:rsidR="006D4449" w:rsidRDefault="006D4449" w:rsidP="006D4449">
      <w:r>
        <w:t>373.4541</w:t>
      </w:r>
      <w:r>
        <w:tab/>
        <w:t>1.013e0</w:t>
      </w:r>
    </w:p>
    <w:p w14:paraId="719286A0" w14:textId="77777777" w:rsidR="006D4449" w:rsidRDefault="006D4449" w:rsidP="006D4449">
      <w:r>
        <w:t>373.5021</w:t>
      </w:r>
      <w:r>
        <w:tab/>
        <w:t>2.025e0</w:t>
      </w:r>
    </w:p>
    <w:p w14:paraId="1D4389FC" w14:textId="77777777" w:rsidR="006D4449" w:rsidRDefault="006D4449" w:rsidP="006D4449">
      <w:r>
        <w:t>373.5056</w:t>
      </w:r>
      <w:r>
        <w:tab/>
        <w:t>1.013e0</w:t>
      </w:r>
    </w:p>
    <w:p w14:paraId="431144B7" w14:textId="77777777" w:rsidR="006D4449" w:rsidRDefault="006D4449" w:rsidP="006D4449">
      <w:r>
        <w:lastRenderedPageBreak/>
        <w:t>373.5304</w:t>
      </w:r>
      <w:r>
        <w:tab/>
        <w:t>1.013e0</w:t>
      </w:r>
    </w:p>
    <w:p w14:paraId="0885F4DA" w14:textId="77777777" w:rsidR="006D4449" w:rsidRDefault="006D4449" w:rsidP="006D4449">
      <w:r>
        <w:t>373.5363</w:t>
      </w:r>
      <w:r>
        <w:tab/>
        <w:t>1.013e0</w:t>
      </w:r>
    </w:p>
    <w:p w14:paraId="160F16E8" w14:textId="77777777" w:rsidR="006D4449" w:rsidRDefault="006D4449" w:rsidP="006D4449">
      <w:r>
        <w:t>373.5546</w:t>
      </w:r>
      <w:r>
        <w:tab/>
        <w:t>1.013e0</w:t>
      </w:r>
    </w:p>
    <w:p w14:paraId="5BEE6F3D" w14:textId="77777777" w:rsidR="006D4449" w:rsidRDefault="006D4449" w:rsidP="006D4449">
      <w:r>
        <w:t>373.5620</w:t>
      </w:r>
      <w:r>
        <w:tab/>
        <w:t>2.025e0</w:t>
      </w:r>
    </w:p>
    <w:p w14:paraId="652E5066" w14:textId="77777777" w:rsidR="006D4449" w:rsidRDefault="006D4449" w:rsidP="006D4449">
      <w:r>
        <w:t>373.5763</w:t>
      </w:r>
      <w:r>
        <w:tab/>
        <w:t>1.013e0</w:t>
      </w:r>
    </w:p>
    <w:p w14:paraId="3CCF3FB5" w14:textId="77777777" w:rsidR="006D4449" w:rsidRDefault="006D4449" w:rsidP="006D4449">
      <w:r>
        <w:t>373.6078</w:t>
      </w:r>
      <w:r>
        <w:tab/>
        <w:t>1.013e0</w:t>
      </w:r>
    </w:p>
    <w:p w14:paraId="75CBD6BF" w14:textId="77777777" w:rsidR="006D4449" w:rsidRDefault="006D4449" w:rsidP="006D4449">
      <w:r>
        <w:t>373.6227</w:t>
      </w:r>
      <w:r>
        <w:tab/>
        <w:t>1.013e0</w:t>
      </w:r>
    </w:p>
    <w:p w14:paraId="27FA4EFB" w14:textId="77777777" w:rsidR="006D4449" w:rsidRDefault="006D4449" w:rsidP="006D4449">
      <w:r>
        <w:t>373.6380</w:t>
      </w:r>
      <w:r>
        <w:tab/>
        <w:t>1.013e0</w:t>
      </w:r>
    </w:p>
    <w:p w14:paraId="48B4B4BF" w14:textId="77777777" w:rsidR="006D4449" w:rsidRDefault="006D4449" w:rsidP="006D4449">
      <w:r>
        <w:t>373.6393</w:t>
      </w:r>
      <w:r>
        <w:tab/>
        <w:t>2.025e0</w:t>
      </w:r>
    </w:p>
    <w:p w14:paraId="5786DAC1" w14:textId="77777777" w:rsidR="006D4449" w:rsidRDefault="006D4449" w:rsidP="006D4449">
      <w:r>
        <w:t>373.6678</w:t>
      </w:r>
      <w:r>
        <w:tab/>
        <w:t>2.025e0</w:t>
      </w:r>
    </w:p>
    <w:p w14:paraId="6B82F002" w14:textId="77777777" w:rsidR="006D4449" w:rsidRDefault="006D4449" w:rsidP="006D4449">
      <w:r>
        <w:t>373.6692</w:t>
      </w:r>
      <w:r>
        <w:tab/>
        <w:t>1.013e0</w:t>
      </w:r>
    </w:p>
    <w:p w14:paraId="193E6B06" w14:textId="77777777" w:rsidR="006D4449" w:rsidRDefault="006D4449" w:rsidP="006D4449">
      <w:r>
        <w:t>373.6958</w:t>
      </w:r>
      <w:r>
        <w:tab/>
        <w:t>2.025e0</w:t>
      </w:r>
    </w:p>
    <w:p w14:paraId="0A9C870C" w14:textId="77777777" w:rsidR="006D4449" w:rsidRDefault="006D4449" w:rsidP="006D4449">
      <w:r>
        <w:t>373.7317</w:t>
      </w:r>
      <w:r>
        <w:tab/>
        <w:t>1.013e0</w:t>
      </w:r>
    </w:p>
    <w:p w14:paraId="31F57DE0" w14:textId="77777777" w:rsidR="006D4449" w:rsidRDefault="006D4449" w:rsidP="006D4449">
      <w:r>
        <w:t>373.7407</w:t>
      </w:r>
      <w:r>
        <w:tab/>
        <w:t>1.013e0</w:t>
      </w:r>
    </w:p>
    <w:p w14:paraId="31EABBCA" w14:textId="77777777" w:rsidR="006D4449" w:rsidRDefault="006D4449" w:rsidP="006D4449">
      <w:r>
        <w:t>373.7529</w:t>
      </w:r>
      <w:r>
        <w:tab/>
        <w:t>2.025e0</w:t>
      </w:r>
    </w:p>
    <w:p w14:paraId="1532FDD1" w14:textId="77777777" w:rsidR="006D4449" w:rsidRDefault="006D4449" w:rsidP="006D4449">
      <w:r>
        <w:t>373.7948</w:t>
      </w:r>
      <w:r>
        <w:tab/>
        <w:t>1.013e0</w:t>
      </w:r>
    </w:p>
    <w:p w14:paraId="603FEEB3" w14:textId="77777777" w:rsidR="006D4449" w:rsidRDefault="006D4449" w:rsidP="006D4449">
      <w:r>
        <w:t>373.8024</w:t>
      </w:r>
      <w:r>
        <w:tab/>
        <w:t>1.013e0</w:t>
      </w:r>
    </w:p>
    <w:p w14:paraId="0FB53693" w14:textId="77777777" w:rsidR="006D4449" w:rsidRDefault="006D4449" w:rsidP="006D4449">
      <w:r>
        <w:t>373.8107</w:t>
      </w:r>
      <w:r>
        <w:tab/>
        <w:t>3.038e0</w:t>
      </w:r>
    </w:p>
    <w:p w14:paraId="35FB6E4F" w14:textId="77777777" w:rsidR="006D4449" w:rsidRDefault="006D4449" w:rsidP="006D4449">
      <w:r>
        <w:t>373.8538</w:t>
      </w:r>
      <w:r>
        <w:tab/>
        <w:t>1.013e0</w:t>
      </w:r>
    </w:p>
    <w:p w14:paraId="09C39C6D" w14:textId="77777777" w:rsidR="006D4449" w:rsidRDefault="006D4449" w:rsidP="006D4449">
      <w:r>
        <w:lastRenderedPageBreak/>
        <w:t>373.8553</w:t>
      </w:r>
      <w:r>
        <w:tab/>
        <w:t>1.013e0</w:t>
      </w:r>
    </w:p>
    <w:p w14:paraId="3054BF44" w14:textId="77777777" w:rsidR="006D4449" w:rsidRDefault="006D4449" w:rsidP="006D4449">
      <w:r>
        <w:t>373.8580</w:t>
      </w:r>
      <w:r>
        <w:tab/>
        <w:t>2.789e0</w:t>
      </w:r>
    </w:p>
    <w:p w14:paraId="3E3A59FC" w14:textId="77777777" w:rsidR="006D4449" w:rsidRDefault="006D4449" w:rsidP="006D4449">
      <w:r>
        <w:t>373.9110</w:t>
      </w:r>
      <w:r>
        <w:tab/>
        <w:t>1.312e1</w:t>
      </w:r>
    </w:p>
    <w:p w14:paraId="5F9B00EC" w14:textId="77777777" w:rsidR="006D4449" w:rsidRDefault="006D4449" w:rsidP="006D4449">
      <w:r>
        <w:t>373.9141</w:t>
      </w:r>
      <w:r>
        <w:tab/>
        <w:t>1.114e1</w:t>
      </w:r>
    </w:p>
    <w:p w14:paraId="587F388C" w14:textId="77777777" w:rsidR="006D4449" w:rsidRDefault="006D4449" w:rsidP="006D4449">
      <w:r>
        <w:t>373.9171</w:t>
      </w:r>
      <w:r>
        <w:tab/>
        <w:t>7.456e0</w:t>
      </w:r>
    </w:p>
    <w:p w14:paraId="23A93265" w14:textId="77777777" w:rsidR="006D4449" w:rsidRDefault="006D4449" w:rsidP="006D4449">
      <w:r>
        <w:t>373.9221</w:t>
      </w:r>
      <w:r>
        <w:tab/>
        <w:t>6.076e0</w:t>
      </w:r>
    </w:p>
    <w:p w14:paraId="2CFF16DF" w14:textId="77777777" w:rsidR="006D4449" w:rsidRDefault="006D4449" w:rsidP="006D4449">
      <w:r>
        <w:t>373.9496</w:t>
      </w:r>
      <w:r>
        <w:tab/>
        <w:t>3.038e0</w:t>
      </w:r>
    </w:p>
    <w:p w14:paraId="511D3C1B" w14:textId="77777777" w:rsidR="006D4449" w:rsidRDefault="006D4449" w:rsidP="006D4449">
      <w:r>
        <w:t>373.9731</w:t>
      </w:r>
      <w:r>
        <w:tab/>
        <w:t>5.413e0</w:t>
      </w:r>
    </w:p>
    <w:p w14:paraId="6997C281" w14:textId="77777777" w:rsidR="006D4449" w:rsidRDefault="006D4449" w:rsidP="006D4449">
      <w:r>
        <w:t>373.9810</w:t>
      </w:r>
      <w:r>
        <w:tab/>
        <w:t>1.013e0</w:t>
      </w:r>
    </w:p>
    <w:p w14:paraId="7E0DC1E0" w14:textId="77777777" w:rsidR="006D4449" w:rsidRDefault="006D4449" w:rsidP="006D4449">
      <w:r>
        <w:t>374.0029</w:t>
      </w:r>
      <w:r>
        <w:tab/>
        <w:t>3.284e0</w:t>
      </w:r>
    </w:p>
    <w:p w14:paraId="70D3A79B" w14:textId="77777777" w:rsidR="006D4449" w:rsidRDefault="006D4449" w:rsidP="006D4449">
      <w:r>
        <w:t>374.0122</w:t>
      </w:r>
      <w:r>
        <w:tab/>
        <w:t>2.025e0</w:t>
      </w:r>
    </w:p>
    <w:p w14:paraId="02D1E19E" w14:textId="77777777" w:rsidR="006D4449" w:rsidRDefault="006D4449" w:rsidP="006D4449">
      <w:r>
        <w:t>374.0303</w:t>
      </w:r>
      <w:r>
        <w:tab/>
        <w:t>3.038e0</w:t>
      </w:r>
    </w:p>
    <w:p w14:paraId="48C92B10" w14:textId="77777777" w:rsidR="006D4449" w:rsidRDefault="006D4449" w:rsidP="006D4449">
      <w:r>
        <w:t>374.0334</w:t>
      </w:r>
      <w:r>
        <w:tab/>
        <w:t>1.013e0</w:t>
      </w:r>
    </w:p>
    <w:p w14:paraId="6885D549" w14:textId="77777777" w:rsidR="006D4449" w:rsidRDefault="006D4449" w:rsidP="006D4449">
      <w:r>
        <w:t>374.0652</w:t>
      </w:r>
      <w:r>
        <w:tab/>
        <w:t>1.013e0</w:t>
      </w:r>
    </w:p>
    <w:p w14:paraId="71544581" w14:textId="77777777" w:rsidR="006D4449" w:rsidRDefault="006D4449" w:rsidP="006D4449">
      <w:r>
        <w:t>374.0931</w:t>
      </w:r>
      <w:r>
        <w:tab/>
        <w:t>4.051e0</w:t>
      </w:r>
    </w:p>
    <w:p w14:paraId="48FB6CF5" w14:textId="77777777" w:rsidR="006D4449" w:rsidRDefault="006D4449" w:rsidP="006D4449">
      <w:r>
        <w:t>374.1278</w:t>
      </w:r>
      <w:r>
        <w:tab/>
        <w:t>4.051e0</w:t>
      </w:r>
    </w:p>
    <w:p w14:paraId="708FE006" w14:textId="77777777" w:rsidR="006D4449" w:rsidRDefault="006D4449" w:rsidP="006D4449">
      <w:r>
        <w:t>374.1340</w:t>
      </w:r>
      <w:r>
        <w:tab/>
        <w:t>1.987e0</w:t>
      </w:r>
    </w:p>
    <w:p w14:paraId="5A922B08" w14:textId="77777777" w:rsidR="006D4449" w:rsidRDefault="006D4449" w:rsidP="006D4449">
      <w:r>
        <w:t>374.1383</w:t>
      </w:r>
      <w:r>
        <w:tab/>
        <w:t>4.051e0</w:t>
      </w:r>
    </w:p>
    <w:p w14:paraId="3489BEA1" w14:textId="77777777" w:rsidR="006D4449" w:rsidRDefault="006D4449" w:rsidP="006D4449">
      <w:r>
        <w:t>374.1819</w:t>
      </w:r>
      <w:r>
        <w:tab/>
        <w:t>1.487e0</w:t>
      </w:r>
    </w:p>
    <w:p w14:paraId="2362EF78" w14:textId="77777777" w:rsidR="006D4449" w:rsidRDefault="006D4449" w:rsidP="006D4449">
      <w:r>
        <w:lastRenderedPageBreak/>
        <w:t>374.1945</w:t>
      </w:r>
      <w:r>
        <w:tab/>
        <w:t>1.912e0</w:t>
      </w:r>
    </w:p>
    <w:p w14:paraId="2589A54A" w14:textId="77777777" w:rsidR="006D4449" w:rsidRDefault="006D4449" w:rsidP="006D4449">
      <w:r>
        <w:t>374.2313</w:t>
      </w:r>
      <w:r>
        <w:tab/>
        <w:t>4.153e0</w:t>
      </w:r>
    </w:p>
    <w:p w14:paraId="2C96C16E" w14:textId="77777777" w:rsidR="006D4449" w:rsidRDefault="006D4449" w:rsidP="006D4449">
      <w:r>
        <w:t>374.2332</w:t>
      </w:r>
      <w:r>
        <w:tab/>
        <w:t>2.025e0</w:t>
      </w:r>
    </w:p>
    <w:p w14:paraId="2E875F9F" w14:textId="77777777" w:rsidR="006D4449" w:rsidRDefault="006D4449" w:rsidP="006D4449">
      <w:r>
        <w:t>374.2461</w:t>
      </w:r>
      <w:r>
        <w:tab/>
        <w:t>4.051e0</w:t>
      </w:r>
    </w:p>
    <w:p w14:paraId="1A6C1541" w14:textId="77777777" w:rsidR="006D4449" w:rsidRDefault="006D4449" w:rsidP="006D4449">
      <w:r>
        <w:t>374.2557</w:t>
      </w:r>
      <w:r>
        <w:tab/>
        <w:t>4.051e0</w:t>
      </w:r>
    </w:p>
    <w:p w14:paraId="3F7824D2" w14:textId="77777777" w:rsidR="006D4449" w:rsidRDefault="006D4449" w:rsidP="006D4449">
      <w:r>
        <w:t>374.2678</w:t>
      </w:r>
      <w:r>
        <w:tab/>
        <w:t>2.006e0</w:t>
      </w:r>
    </w:p>
    <w:p w14:paraId="7F296DB1" w14:textId="77777777" w:rsidR="006D4449" w:rsidRDefault="006D4449" w:rsidP="006D4449">
      <w:r>
        <w:t>374.2958</w:t>
      </w:r>
      <w:r>
        <w:tab/>
        <w:t>2.025e0</w:t>
      </w:r>
    </w:p>
    <w:p w14:paraId="73622498" w14:textId="77777777" w:rsidR="006D4449" w:rsidRDefault="006D4449" w:rsidP="006D4449">
      <w:r>
        <w:t>374.3078</w:t>
      </w:r>
      <w:r>
        <w:tab/>
        <w:t>1.013e0</w:t>
      </w:r>
    </w:p>
    <w:p w14:paraId="1722E0D2" w14:textId="77777777" w:rsidR="006D4449" w:rsidRDefault="006D4449" w:rsidP="006D4449">
      <w:r>
        <w:t>374.3278</w:t>
      </w:r>
      <w:r>
        <w:tab/>
        <w:t>1.013e0</w:t>
      </w:r>
    </w:p>
    <w:p w14:paraId="301786AC" w14:textId="77777777" w:rsidR="006D4449" w:rsidRDefault="006D4449" w:rsidP="006D4449">
      <w:r>
        <w:t>374.3329</w:t>
      </w:r>
      <w:r>
        <w:tab/>
        <w:t>1.013e0</w:t>
      </w:r>
    </w:p>
    <w:p w14:paraId="119638AC" w14:textId="77777777" w:rsidR="006D4449" w:rsidRDefault="006D4449" w:rsidP="006D4449">
      <w:r>
        <w:t>374.3544</w:t>
      </w:r>
      <w:r>
        <w:tab/>
        <w:t>1.013e0</w:t>
      </w:r>
    </w:p>
    <w:p w14:paraId="4B08DD33" w14:textId="77777777" w:rsidR="006D4449" w:rsidRDefault="006D4449" w:rsidP="006D4449">
      <w:r>
        <w:t>374.3585</w:t>
      </w:r>
      <w:r>
        <w:tab/>
        <w:t>1.013e0</w:t>
      </w:r>
    </w:p>
    <w:p w14:paraId="2E1AC8A4" w14:textId="77777777" w:rsidR="006D4449" w:rsidRDefault="006D4449" w:rsidP="006D4449">
      <w:r>
        <w:t>374.3677</w:t>
      </w:r>
      <w:r>
        <w:tab/>
        <w:t>2.025e0</w:t>
      </w:r>
    </w:p>
    <w:p w14:paraId="5490109F" w14:textId="77777777" w:rsidR="006D4449" w:rsidRDefault="006D4449" w:rsidP="006D4449">
      <w:r>
        <w:t>374.3692</w:t>
      </w:r>
      <w:r>
        <w:tab/>
        <w:t>5.063e0</w:t>
      </w:r>
    </w:p>
    <w:p w14:paraId="35DA83D2" w14:textId="77777777" w:rsidR="006D4449" w:rsidRDefault="006D4449" w:rsidP="006D4449">
      <w:r>
        <w:t>374.4272</w:t>
      </w:r>
      <w:r>
        <w:tab/>
        <w:t>1.013e0</w:t>
      </w:r>
    </w:p>
    <w:p w14:paraId="1AFFE3E3" w14:textId="77777777" w:rsidR="006D4449" w:rsidRDefault="006D4449" w:rsidP="006D4449">
      <w:r>
        <w:t>374.4410</w:t>
      </w:r>
      <w:r>
        <w:tab/>
        <w:t>1.013e0</w:t>
      </w:r>
    </w:p>
    <w:p w14:paraId="65D631B6" w14:textId="77777777" w:rsidR="006D4449" w:rsidRDefault="006D4449" w:rsidP="006D4449">
      <w:r>
        <w:t>374.4524</w:t>
      </w:r>
      <w:r>
        <w:tab/>
        <w:t>2.025e0</w:t>
      </w:r>
    </w:p>
    <w:p w14:paraId="653E0070" w14:textId="77777777" w:rsidR="006D4449" w:rsidRDefault="006D4449" w:rsidP="006D4449">
      <w:r>
        <w:t>374.4731</w:t>
      </w:r>
      <w:r>
        <w:tab/>
        <w:t>1.013e0</w:t>
      </w:r>
    </w:p>
    <w:p w14:paraId="16A3A30E" w14:textId="77777777" w:rsidR="006D4449" w:rsidRDefault="006D4449" w:rsidP="006D4449">
      <w:r>
        <w:t>374.4927</w:t>
      </w:r>
      <w:r>
        <w:tab/>
        <w:t>1.013e0</w:t>
      </w:r>
    </w:p>
    <w:p w14:paraId="1EB305D0" w14:textId="77777777" w:rsidR="006D4449" w:rsidRDefault="006D4449" w:rsidP="006D4449">
      <w:r>
        <w:lastRenderedPageBreak/>
        <w:t>374.5066</w:t>
      </w:r>
      <w:r>
        <w:tab/>
        <w:t>2.025e0</w:t>
      </w:r>
    </w:p>
    <w:p w14:paraId="54F2B91B" w14:textId="77777777" w:rsidR="006D4449" w:rsidRDefault="006D4449" w:rsidP="006D4449">
      <w:r>
        <w:t>374.5222</w:t>
      </w:r>
      <w:r>
        <w:tab/>
        <w:t>2.025e0</w:t>
      </w:r>
    </w:p>
    <w:p w14:paraId="7EB411A7" w14:textId="77777777" w:rsidR="006D4449" w:rsidRDefault="006D4449" w:rsidP="006D4449">
      <w:r>
        <w:t>374.5526</w:t>
      </w:r>
      <w:r>
        <w:tab/>
        <w:t>1.013e0</w:t>
      </w:r>
    </w:p>
    <w:p w14:paraId="5D16337F" w14:textId="77777777" w:rsidR="006D4449" w:rsidRDefault="006D4449" w:rsidP="006D4449">
      <w:r>
        <w:t>374.5742</w:t>
      </w:r>
      <w:r>
        <w:tab/>
        <w:t>1.013e0</w:t>
      </w:r>
    </w:p>
    <w:p w14:paraId="37C2647B" w14:textId="77777777" w:rsidR="006D4449" w:rsidRDefault="006D4449" w:rsidP="006D4449">
      <w:r>
        <w:t>374.6059</w:t>
      </w:r>
      <w:r>
        <w:tab/>
        <w:t>1.013e0</w:t>
      </w:r>
    </w:p>
    <w:p w14:paraId="37959841" w14:textId="77777777" w:rsidR="006D4449" w:rsidRDefault="006D4449" w:rsidP="006D4449">
      <w:r>
        <w:t>374.6095</w:t>
      </w:r>
      <w:r>
        <w:tab/>
        <w:t>1.013e0</w:t>
      </w:r>
    </w:p>
    <w:p w14:paraId="00FEB9BA" w14:textId="77777777" w:rsidR="006D4449" w:rsidRDefault="006D4449" w:rsidP="006D4449">
      <w:r>
        <w:t>374.6275</w:t>
      </w:r>
      <w:r>
        <w:tab/>
        <w:t>1.013e0</w:t>
      </w:r>
    </w:p>
    <w:p w14:paraId="4727CC51" w14:textId="77777777" w:rsidR="006D4449" w:rsidRDefault="006D4449" w:rsidP="006D4449">
      <w:r>
        <w:t>374.6408</w:t>
      </w:r>
      <w:r>
        <w:tab/>
        <w:t>1.013e0</w:t>
      </w:r>
    </w:p>
    <w:p w14:paraId="5CD61EA9" w14:textId="77777777" w:rsidR="006D4449" w:rsidRDefault="006D4449" w:rsidP="006D4449">
      <w:r>
        <w:t>374.6572</w:t>
      </w:r>
      <w:r>
        <w:tab/>
        <w:t>1.013e0</w:t>
      </w:r>
    </w:p>
    <w:p w14:paraId="1D631988" w14:textId="77777777" w:rsidR="006D4449" w:rsidRDefault="006D4449" w:rsidP="006D4449">
      <w:r>
        <w:t>374.6782</w:t>
      </w:r>
      <w:r>
        <w:tab/>
        <w:t>1.013e0</w:t>
      </w:r>
    </w:p>
    <w:p w14:paraId="7DD72B9A" w14:textId="77777777" w:rsidR="006D4449" w:rsidRDefault="006D4449" w:rsidP="006D4449">
      <w:r>
        <w:t>374.7265</w:t>
      </w:r>
      <w:r>
        <w:tab/>
        <w:t>1.013e0</w:t>
      </w:r>
    </w:p>
    <w:p w14:paraId="42B0B1CD" w14:textId="77777777" w:rsidR="006D4449" w:rsidRDefault="006D4449" w:rsidP="006D4449">
      <w:r>
        <w:t>374.7408</w:t>
      </w:r>
      <w:r>
        <w:tab/>
        <w:t>1.013e0</w:t>
      </w:r>
    </w:p>
    <w:p w14:paraId="0FA1CCE2" w14:textId="77777777" w:rsidR="006D4449" w:rsidRDefault="006D4449" w:rsidP="006D4449">
      <w:r>
        <w:t>374.7608</w:t>
      </w:r>
      <w:r>
        <w:tab/>
        <w:t>1.013e0</w:t>
      </w:r>
    </w:p>
    <w:p w14:paraId="4D3DB18C" w14:textId="77777777" w:rsidR="006D4449" w:rsidRDefault="006D4449" w:rsidP="006D4449">
      <w:r>
        <w:t>374.7741</w:t>
      </w:r>
      <w:r>
        <w:tab/>
        <w:t>1.013e0</w:t>
      </w:r>
    </w:p>
    <w:p w14:paraId="52D13195" w14:textId="77777777" w:rsidR="006D4449" w:rsidRDefault="006D4449" w:rsidP="006D4449">
      <w:r>
        <w:t>374.8317</w:t>
      </w:r>
      <w:r>
        <w:tab/>
        <w:t>2.025e0</w:t>
      </w:r>
    </w:p>
    <w:p w14:paraId="3E680648" w14:textId="77777777" w:rsidR="006D4449" w:rsidRDefault="006D4449" w:rsidP="006D4449">
      <w:r>
        <w:t>374.8799</w:t>
      </w:r>
      <w:r>
        <w:tab/>
        <w:t>4.051e0</w:t>
      </w:r>
    </w:p>
    <w:p w14:paraId="37C5DA3D" w14:textId="77777777" w:rsidR="006D4449" w:rsidRDefault="006D4449" w:rsidP="006D4449">
      <w:r>
        <w:t>374.9063</w:t>
      </w:r>
      <w:r>
        <w:tab/>
        <w:t>2.025e0</w:t>
      </w:r>
    </w:p>
    <w:p w14:paraId="3C522715" w14:textId="77777777" w:rsidR="006D4449" w:rsidRDefault="006D4449" w:rsidP="006D4449">
      <w:r>
        <w:t>374.9197</w:t>
      </w:r>
      <w:r>
        <w:tab/>
        <w:t>7.089e0</w:t>
      </w:r>
    </w:p>
    <w:p w14:paraId="36B23110" w14:textId="77777777" w:rsidR="006D4449" w:rsidRDefault="006D4449" w:rsidP="006D4449">
      <w:r>
        <w:t>374.9250</w:t>
      </w:r>
      <w:r>
        <w:tab/>
        <w:t>3.580e0</w:t>
      </w:r>
    </w:p>
    <w:p w14:paraId="6D1103E2" w14:textId="77777777" w:rsidR="006D4449" w:rsidRDefault="006D4449" w:rsidP="006D4449">
      <w:r>
        <w:lastRenderedPageBreak/>
        <w:t>374.9536</w:t>
      </w:r>
      <w:r>
        <w:tab/>
        <w:t>3.038e0</w:t>
      </w:r>
    </w:p>
    <w:p w14:paraId="40CEE379" w14:textId="77777777" w:rsidR="006D4449" w:rsidRDefault="006D4449" w:rsidP="006D4449">
      <w:r>
        <w:t>374.9680</w:t>
      </w:r>
      <w:r>
        <w:tab/>
        <w:t>3.038e0</w:t>
      </w:r>
    </w:p>
    <w:p w14:paraId="5BF961DC" w14:textId="77777777" w:rsidR="006D4449" w:rsidRDefault="006D4449" w:rsidP="006D4449">
      <w:r>
        <w:t>374.9714</w:t>
      </w:r>
      <w:r>
        <w:tab/>
        <w:t>5.063e0</w:t>
      </w:r>
    </w:p>
    <w:p w14:paraId="092C2B03" w14:textId="77777777" w:rsidR="006D4449" w:rsidRDefault="006D4449" w:rsidP="006D4449">
      <w:r>
        <w:t>375.0138</w:t>
      </w:r>
      <w:r>
        <w:tab/>
        <w:t>1.013e0</w:t>
      </w:r>
    </w:p>
    <w:p w14:paraId="7E7ACFC1" w14:textId="77777777" w:rsidR="006D4449" w:rsidRDefault="006D4449" w:rsidP="006D4449">
      <w:r>
        <w:t>375.0323</w:t>
      </w:r>
      <w:r>
        <w:tab/>
        <w:t>2.025e0</w:t>
      </w:r>
    </w:p>
    <w:p w14:paraId="48810BC2" w14:textId="77777777" w:rsidR="006D4449" w:rsidRDefault="006D4449" w:rsidP="006D4449">
      <w:r>
        <w:t>375.0493</w:t>
      </w:r>
      <w:r>
        <w:tab/>
        <w:t>4.051e0</w:t>
      </w:r>
    </w:p>
    <w:p w14:paraId="19ACFA01" w14:textId="77777777" w:rsidR="006D4449" w:rsidRDefault="006D4449" w:rsidP="006D4449">
      <w:r>
        <w:t>375.0869</w:t>
      </w:r>
      <w:r>
        <w:tab/>
        <w:t>1.013e0</w:t>
      </w:r>
    </w:p>
    <w:p w14:paraId="1BFFBAC1" w14:textId="77777777" w:rsidR="006D4449" w:rsidRDefault="006D4449" w:rsidP="006D4449">
      <w:r>
        <w:t>375.1180</w:t>
      </w:r>
      <w:r>
        <w:tab/>
        <w:t>4.051e0</w:t>
      </w:r>
    </w:p>
    <w:p w14:paraId="3CAC2F0B" w14:textId="77777777" w:rsidR="006D4449" w:rsidRDefault="006D4449" w:rsidP="006D4449">
      <w:r>
        <w:t>375.1291</w:t>
      </w:r>
      <w:r>
        <w:tab/>
        <w:t>1.013e0</w:t>
      </w:r>
    </w:p>
    <w:p w14:paraId="349583ED" w14:textId="77777777" w:rsidR="006D4449" w:rsidRDefault="006D4449" w:rsidP="006D4449">
      <w:r>
        <w:t>375.1328</w:t>
      </w:r>
      <w:r>
        <w:tab/>
        <w:t>3.038e0</w:t>
      </w:r>
    </w:p>
    <w:p w14:paraId="66F2E726" w14:textId="77777777" w:rsidR="006D4449" w:rsidRDefault="006D4449" w:rsidP="006D4449">
      <w:r>
        <w:t>375.1625</w:t>
      </w:r>
      <w:r>
        <w:tab/>
        <w:t>3.038e0</w:t>
      </w:r>
    </w:p>
    <w:p w14:paraId="0F9A84A9" w14:textId="77777777" w:rsidR="006D4449" w:rsidRDefault="006D4449" w:rsidP="006D4449">
      <w:r>
        <w:t>375.1656</w:t>
      </w:r>
      <w:r>
        <w:tab/>
        <w:t>3.426e0</w:t>
      </w:r>
    </w:p>
    <w:p w14:paraId="35DFF16E" w14:textId="77777777" w:rsidR="006D4449" w:rsidRDefault="006D4449" w:rsidP="006D4449">
      <w:r>
        <w:t>375.1737</w:t>
      </w:r>
      <w:r>
        <w:tab/>
        <w:t>1.714e0</w:t>
      </w:r>
    </w:p>
    <w:p w14:paraId="6B3DDEFA" w14:textId="77777777" w:rsidR="006D4449" w:rsidRDefault="006D4449" w:rsidP="006D4449">
      <w:r>
        <w:t>375.1907</w:t>
      </w:r>
      <w:r>
        <w:tab/>
        <w:t>4.023e0</w:t>
      </w:r>
    </w:p>
    <w:p w14:paraId="3FA00ABE" w14:textId="77777777" w:rsidR="006D4449" w:rsidRDefault="006D4449" w:rsidP="006D4449">
      <w:r>
        <w:t>375.2145</w:t>
      </w:r>
      <w:r>
        <w:tab/>
        <w:t>2.922e0</w:t>
      </w:r>
    </w:p>
    <w:p w14:paraId="79C8E07B" w14:textId="77777777" w:rsidR="006D4449" w:rsidRDefault="006D4449" w:rsidP="006D4449">
      <w:r>
        <w:t>375.2257</w:t>
      </w:r>
      <w:r>
        <w:tab/>
        <w:t>2.025e0</w:t>
      </w:r>
    </w:p>
    <w:p w14:paraId="2A58B723" w14:textId="77777777" w:rsidR="006D4449" w:rsidRDefault="006D4449" w:rsidP="006D4449">
      <w:r>
        <w:t>375.2483</w:t>
      </w:r>
      <w:r>
        <w:tab/>
        <w:t>2.025e0</w:t>
      </w:r>
    </w:p>
    <w:p w14:paraId="28767549" w14:textId="77777777" w:rsidR="006D4449" w:rsidRDefault="006D4449" w:rsidP="006D4449">
      <w:r>
        <w:t>375.2686</w:t>
      </w:r>
      <w:r>
        <w:tab/>
        <w:t>4.051e0</w:t>
      </w:r>
    </w:p>
    <w:p w14:paraId="637E3481" w14:textId="77777777" w:rsidR="006D4449" w:rsidRDefault="006D4449" w:rsidP="006D4449">
      <w:r>
        <w:t>375.2775</w:t>
      </w:r>
      <w:r>
        <w:tab/>
        <w:t>2.025e0</w:t>
      </w:r>
    </w:p>
    <w:p w14:paraId="7BB12189" w14:textId="77777777" w:rsidR="006D4449" w:rsidRDefault="006D4449" w:rsidP="006D4449">
      <w:r>
        <w:lastRenderedPageBreak/>
        <w:t>375.2793</w:t>
      </w:r>
      <w:r>
        <w:tab/>
        <w:t>3.038e0</w:t>
      </w:r>
    </w:p>
    <w:p w14:paraId="55607B74" w14:textId="77777777" w:rsidR="006D4449" w:rsidRDefault="006D4449" w:rsidP="006D4449">
      <w:r>
        <w:t>375.3152</w:t>
      </w:r>
      <w:r>
        <w:tab/>
        <w:t>2.025e0</w:t>
      </w:r>
    </w:p>
    <w:p w14:paraId="716D068D" w14:textId="77777777" w:rsidR="006D4449" w:rsidRDefault="006D4449" w:rsidP="006D4449">
      <w:r>
        <w:t>375.3198</w:t>
      </w:r>
      <w:r>
        <w:tab/>
        <w:t>2.025e0</w:t>
      </w:r>
    </w:p>
    <w:p w14:paraId="7EA14143" w14:textId="77777777" w:rsidR="006D4449" w:rsidRDefault="006D4449" w:rsidP="006D4449">
      <w:r>
        <w:t>375.3277</w:t>
      </w:r>
      <w:r>
        <w:tab/>
        <w:t>1.013e0</w:t>
      </w:r>
    </w:p>
    <w:p w14:paraId="0B5192DE" w14:textId="77777777" w:rsidR="006D4449" w:rsidRDefault="006D4449" w:rsidP="006D4449">
      <w:r>
        <w:t>375.3310</w:t>
      </w:r>
      <w:r>
        <w:tab/>
        <w:t>3.115e0</w:t>
      </w:r>
    </w:p>
    <w:p w14:paraId="537BF4F0" w14:textId="77777777" w:rsidR="006D4449" w:rsidRDefault="006D4449" w:rsidP="006D4449">
      <w:r>
        <w:t>375.3595</w:t>
      </w:r>
      <w:r>
        <w:tab/>
        <w:t>1.013e0</w:t>
      </w:r>
    </w:p>
    <w:p w14:paraId="55706E0F" w14:textId="77777777" w:rsidR="006D4449" w:rsidRDefault="006D4449" w:rsidP="006D4449">
      <w:r>
        <w:t>375.3674</w:t>
      </w:r>
      <w:r>
        <w:tab/>
        <w:t>2.025e0</w:t>
      </w:r>
    </w:p>
    <w:p w14:paraId="553B0B3E" w14:textId="77777777" w:rsidR="006D4449" w:rsidRDefault="006D4449" w:rsidP="006D4449">
      <w:r>
        <w:t>375.3941</w:t>
      </w:r>
      <w:r>
        <w:tab/>
        <w:t>2.025e0</w:t>
      </w:r>
    </w:p>
    <w:p w14:paraId="552B228A" w14:textId="77777777" w:rsidR="006D4449" w:rsidRDefault="006D4449" w:rsidP="006D4449">
      <w:r>
        <w:t>375.4262</w:t>
      </w:r>
      <w:r>
        <w:tab/>
        <w:t>1.013e0</w:t>
      </w:r>
    </w:p>
    <w:p w14:paraId="72D8D9E0" w14:textId="77777777" w:rsidR="006D4449" w:rsidRDefault="006D4449" w:rsidP="006D4449">
      <w:r>
        <w:t>375.4422</w:t>
      </w:r>
      <w:r>
        <w:tab/>
        <w:t>3.038e0</w:t>
      </w:r>
    </w:p>
    <w:p w14:paraId="042B6D1A" w14:textId="77777777" w:rsidR="006D4449" w:rsidRDefault="006D4449" w:rsidP="006D4449">
      <w:r>
        <w:t>375.4489</w:t>
      </w:r>
      <w:r>
        <w:tab/>
        <w:t>1.013e0</w:t>
      </w:r>
    </w:p>
    <w:p w14:paraId="11052257" w14:textId="77777777" w:rsidR="006D4449" w:rsidRDefault="006D4449" w:rsidP="006D4449">
      <w:r>
        <w:t>375.4644</w:t>
      </w:r>
      <w:r>
        <w:tab/>
        <w:t>1.013e0</w:t>
      </w:r>
    </w:p>
    <w:p w14:paraId="0D03174F" w14:textId="77777777" w:rsidR="006D4449" w:rsidRDefault="006D4449" w:rsidP="006D4449">
      <w:r>
        <w:t>375.4796</w:t>
      </w:r>
      <w:r>
        <w:tab/>
        <w:t>1.013e0</w:t>
      </w:r>
    </w:p>
    <w:p w14:paraId="4AA1F1EA" w14:textId="77777777" w:rsidR="006D4449" w:rsidRDefault="006D4449" w:rsidP="006D4449">
      <w:r>
        <w:t>375.5212</w:t>
      </w:r>
      <w:r>
        <w:tab/>
        <w:t>3.038e0</w:t>
      </w:r>
    </w:p>
    <w:p w14:paraId="41CA6B09" w14:textId="77777777" w:rsidR="006D4449" w:rsidRDefault="006D4449" w:rsidP="006D4449">
      <w:r>
        <w:t>375.5725</w:t>
      </w:r>
      <w:r>
        <w:tab/>
        <w:t>2.025e0</w:t>
      </w:r>
    </w:p>
    <w:p w14:paraId="0D79079F" w14:textId="77777777" w:rsidR="006D4449" w:rsidRDefault="006D4449" w:rsidP="006D4449">
      <w:r>
        <w:t>375.5987</w:t>
      </w:r>
      <w:r>
        <w:tab/>
        <w:t>1.013e0</w:t>
      </w:r>
    </w:p>
    <w:p w14:paraId="77261FF2" w14:textId="77777777" w:rsidR="006D4449" w:rsidRDefault="006D4449" w:rsidP="006D4449">
      <w:r>
        <w:t>375.6213</w:t>
      </w:r>
      <w:r>
        <w:tab/>
        <w:t>2.025e0</w:t>
      </w:r>
    </w:p>
    <w:p w14:paraId="0CA4882B" w14:textId="77777777" w:rsidR="006D4449" w:rsidRDefault="006D4449" w:rsidP="006D4449">
      <w:r>
        <w:t>375.6463</w:t>
      </w:r>
      <w:r>
        <w:tab/>
        <w:t>1.013e0</w:t>
      </w:r>
    </w:p>
    <w:p w14:paraId="1F0899D6" w14:textId="77777777" w:rsidR="006D4449" w:rsidRDefault="006D4449" w:rsidP="006D4449">
      <w:r>
        <w:t>375.6615</w:t>
      </w:r>
      <w:r>
        <w:tab/>
        <w:t>1.013e0</w:t>
      </w:r>
    </w:p>
    <w:p w14:paraId="280273C5" w14:textId="77777777" w:rsidR="006D4449" w:rsidRDefault="006D4449" w:rsidP="006D4449">
      <w:r>
        <w:lastRenderedPageBreak/>
        <w:t>375.6923</w:t>
      </w:r>
      <w:r>
        <w:tab/>
        <w:t>1.013e0</w:t>
      </w:r>
    </w:p>
    <w:p w14:paraId="01201BEB" w14:textId="77777777" w:rsidR="006D4449" w:rsidRDefault="006D4449" w:rsidP="006D4449">
      <w:r>
        <w:t>375.7422</w:t>
      </w:r>
      <w:r>
        <w:tab/>
        <w:t>1.013e0</w:t>
      </w:r>
    </w:p>
    <w:p w14:paraId="47DBC78F" w14:textId="77777777" w:rsidR="006D4449" w:rsidRDefault="006D4449" w:rsidP="006D4449">
      <w:r>
        <w:t>375.7513</w:t>
      </w:r>
      <w:r>
        <w:tab/>
        <w:t>2.025e0</w:t>
      </w:r>
    </w:p>
    <w:p w14:paraId="558393D6" w14:textId="77777777" w:rsidR="006D4449" w:rsidRDefault="006D4449" w:rsidP="006D4449">
      <w:r>
        <w:t>375.7594</w:t>
      </w:r>
      <w:r>
        <w:tab/>
        <w:t>1.013e0</w:t>
      </w:r>
    </w:p>
    <w:p w14:paraId="33CB6AB6" w14:textId="77777777" w:rsidR="006D4449" w:rsidRDefault="006D4449" w:rsidP="006D4449">
      <w:r>
        <w:t>375.7723</w:t>
      </w:r>
      <w:r>
        <w:tab/>
        <w:t>2.025e0</w:t>
      </w:r>
    </w:p>
    <w:p w14:paraId="1DC98629" w14:textId="77777777" w:rsidR="006D4449" w:rsidRDefault="006D4449" w:rsidP="006D4449">
      <w:r>
        <w:t>375.7776</w:t>
      </w:r>
      <w:r>
        <w:tab/>
        <w:t>3.038e0</w:t>
      </w:r>
    </w:p>
    <w:p w14:paraId="572C95A8" w14:textId="77777777" w:rsidR="006D4449" w:rsidRDefault="006D4449" w:rsidP="006D4449">
      <w:r>
        <w:t>375.7826</w:t>
      </w:r>
      <w:r>
        <w:tab/>
        <w:t>2.025e0</w:t>
      </w:r>
    </w:p>
    <w:p w14:paraId="647621CD" w14:textId="77777777" w:rsidR="006D4449" w:rsidRDefault="006D4449" w:rsidP="006D4449">
      <w:r>
        <w:t>375.8094</w:t>
      </w:r>
      <w:r>
        <w:tab/>
        <w:t>2.025e0</w:t>
      </w:r>
    </w:p>
    <w:p w14:paraId="22FB9229" w14:textId="77777777" w:rsidR="006D4449" w:rsidRDefault="006D4449" w:rsidP="006D4449">
      <w:r>
        <w:t>375.8851</w:t>
      </w:r>
      <w:r>
        <w:tab/>
        <w:t>2.025e0</w:t>
      </w:r>
    </w:p>
    <w:p w14:paraId="2822FCD2" w14:textId="77777777" w:rsidR="006D4449" w:rsidRDefault="006D4449" w:rsidP="006D4449">
      <w:r>
        <w:t>375.8955</w:t>
      </w:r>
      <w:r>
        <w:tab/>
        <w:t>4.051e0</w:t>
      </w:r>
    </w:p>
    <w:p w14:paraId="6149DA88" w14:textId="77777777" w:rsidR="006D4449" w:rsidRDefault="006D4449" w:rsidP="006D4449">
      <w:r>
        <w:t>375.9133</w:t>
      </w:r>
      <w:r>
        <w:tab/>
        <w:t>1.013e0</w:t>
      </w:r>
    </w:p>
    <w:p w14:paraId="69516FDE" w14:textId="77777777" w:rsidR="006D4449" w:rsidRDefault="006D4449" w:rsidP="006D4449">
      <w:r>
        <w:t>375.9261</w:t>
      </w:r>
      <w:r>
        <w:tab/>
        <w:t>5.063e0</w:t>
      </w:r>
    </w:p>
    <w:p w14:paraId="743D7707" w14:textId="77777777" w:rsidR="006D4449" w:rsidRDefault="006D4449" w:rsidP="006D4449">
      <w:r>
        <w:t>375.9355</w:t>
      </w:r>
      <w:r>
        <w:tab/>
        <w:t>4.051e0</w:t>
      </w:r>
    </w:p>
    <w:p w14:paraId="750C5082" w14:textId="77777777" w:rsidR="006D4449" w:rsidRDefault="006D4449" w:rsidP="006D4449">
      <w:r>
        <w:t>375.9413</w:t>
      </w:r>
      <w:r>
        <w:tab/>
        <w:t>3.234e0</w:t>
      </w:r>
    </w:p>
    <w:p w14:paraId="74798CED" w14:textId="77777777" w:rsidR="006D4449" w:rsidRDefault="006D4449" w:rsidP="006D4449">
      <w:r>
        <w:t>375.9556</w:t>
      </w:r>
      <w:r>
        <w:tab/>
        <w:t>9.114e0</w:t>
      </w:r>
    </w:p>
    <w:p w14:paraId="76204A1E" w14:textId="77777777" w:rsidR="006D4449" w:rsidRDefault="006D4449" w:rsidP="006D4449">
      <w:r>
        <w:t>375.9578</w:t>
      </w:r>
      <w:r>
        <w:tab/>
        <w:t>2.025e0</w:t>
      </w:r>
    </w:p>
    <w:p w14:paraId="4FC86200" w14:textId="77777777" w:rsidR="006D4449" w:rsidRDefault="006D4449" w:rsidP="006D4449">
      <w:r>
        <w:t>375.9746</w:t>
      </w:r>
      <w:r>
        <w:tab/>
        <w:t>3.038e0</w:t>
      </w:r>
    </w:p>
    <w:p w14:paraId="556472A4" w14:textId="77777777" w:rsidR="006D4449" w:rsidRDefault="006D4449" w:rsidP="006D4449">
      <w:r>
        <w:t>376.0173</w:t>
      </w:r>
      <w:r>
        <w:tab/>
        <w:t>2.025e0</w:t>
      </w:r>
    </w:p>
    <w:p w14:paraId="098ED2DA" w14:textId="77777777" w:rsidR="006D4449" w:rsidRDefault="006D4449" w:rsidP="006D4449">
      <w:r>
        <w:t>376.0208</w:t>
      </w:r>
      <w:r>
        <w:tab/>
        <w:t>1.013e0</w:t>
      </w:r>
    </w:p>
    <w:p w14:paraId="473B9D6F" w14:textId="77777777" w:rsidR="006D4449" w:rsidRDefault="006D4449" w:rsidP="006D4449">
      <w:r>
        <w:lastRenderedPageBreak/>
        <w:t>376.0227</w:t>
      </w:r>
      <w:r>
        <w:tab/>
        <w:t>4.051e0</w:t>
      </w:r>
    </w:p>
    <w:p w14:paraId="5513738E" w14:textId="77777777" w:rsidR="006D4449" w:rsidRDefault="006D4449" w:rsidP="006D4449">
      <w:r>
        <w:t>376.0508</w:t>
      </w:r>
      <w:r>
        <w:tab/>
        <w:t>3.483e0</w:t>
      </w:r>
    </w:p>
    <w:p w14:paraId="6644EC52" w14:textId="77777777" w:rsidR="006D4449" w:rsidRDefault="006D4449" w:rsidP="006D4449">
      <w:r>
        <w:t>376.0935</w:t>
      </w:r>
      <w:r>
        <w:tab/>
        <w:t>1.013e0</w:t>
      </w:r>
    </w:p>
    <w:p w14:paraId="7D2AE88B" w14:textId="77777777" w:rsidR="006D4449" w:rsidRDefault="006D4449" w:rsidP="006D4449">
      <w:r>
        <w:t>376.1707</w:t>
      </w:r>
      <w:r>
        <w:tab/>
        <w:t>3.038e0</w:t>
      </w:r>
    </w:p>
    <w:p w14:paraId="722805C5" w14:textId="77777777" w:rsidR="006D4449" w:rsidRDefault="006D4449" w:rsidP="006D4449">
      <w:r>
        <w:t>376.1910</w:t>
      </w:r>
      <w:r>
        <w:tab/>
        <w:t>1.013e0</w:t>
      </w:r>
    </w:p>
    <w:p w14:paraId="0472385A" w14:textId="77777777" w:rsidR="006D4449" w:rsidRDefault="006D4449" w:rsidP="006D4449">
      <w:r>
        <w:t>376.1972</w:t>
      </w:r>
      <w:r>
        <w:tab/>
        <w:t>3.469e0</w:t>
      </w:r>
    </w:p>
    <w:p w14:paraId="2CE889D2" w14:textId="77777777" w:rsidR="006D4449" w:rsidRDefault="006D4449" w:rsidP="006D4449">
      <w:r>
        <w:t>376.2060</w:t>
      </w:r>
      <w:r>
        <w:tab/>
        <w:t>2.986e0</w:t>
      </w:r>
    </w:p>
    <w:p w14:paraId="6FFC0ECF" w14:textId="77777777" w:rsidR="006D4449" w:rsidRDefault="006D4449" w:rsidP="006D4449">
      <w:r>
        <w:t>376.2131</w:t>
      </w:r>
      <w:r>
        <w:tab/>
        <w:t>1.991e0</w:t>
      </w:r>
    </w:p>
    <w:p w14:paraId="33D10D04" w14:textId="77777777" w:rsidR="006D4449" w:rsidRDefault="006D4449" w:rsidP="006D4449">
      <w:r>
        <w:t>376.2430</w:t>
      </w:r>
      <w:r>
        <w:tab/>
        <w:t>1.013e0</w:t>
      </w:r>
    </w:p>
    <w:p w14:paraId="75ED28FE" w14:textId="77777777" w:rsidR="006D4449" w:rsidRDefault="006D4449" w:rsidP="006D4449">
      <w:r>
        <w:t>376.2460</w:t>
      </w:r>
      <w:r>
        <w:tab/>
        <w:t>4.986e0</w:t>
      </w:r>
    </w:p>
    <w:p w14:paraId="264A909C" w14:textId="77777777" w:rsidR="006D4449" w:rsidRDefault="006D4449" w:rsidP="006D4449">
      <w:r>
        <w:t>376.2526</w:t>
      </w:r>
      <w:r>
        <w:tab/>
        <w:t>1.013e0</w:t>
      </w:r>
    </w:p>
    <w:p w14:paraId="159A7FB9" w14:textId="77777777" w:rsidR="006D4449" w:rsidRDefault="006D4449" w:rsidP="006D4449">
      <w:r>
        <w:t>376.2568</w:t>
      </w:r>
      <w:r>
        <w:tab/>
        <w:t>3.038e0</w:t>
      </w:r>
    </w:p>
    <w:p w14:paraId="6322A7E2" w14:textId="77777777" w:rsidR="006D4449" w:rsidRDefault="006D4449" w:rsidP="006D4449">
      <w:r>
        <w:t>376.2899</w:t>
      </w:r>
      <w:r>
        <w:tab/>
        <w:t>1.013e0</w:t>
      </w:r>
    </w:p>
    <w:p w14:paraId="438F7479" w14:textId="77777777" w:rsidR="006D4449" w:rsidRDefault="006D4449" w:rsidP="006D4449">
      <w:r>
        <w:t>376.2921</w:t>
      </w:r>
      <w:r>
        <w:tab/>
        <w:t>3.038e0</w:t>
      </w:r>
    </w:p>
    <w:p w14:paraId="71742AF5" w14:textId="77777777" w:rsidR="006D4449" w:rsidRDefault="006D4449" w:rsidP="006D4449">
      <w:r>
        <w:t>376.3069</w:t>
      </w:r>
      <w:r>
        <w:tab/>
        <w:t>3.038e0</w:t>
      </w:r>
    </w:p>
    <w:p w14:paraId="10A0F384" w14:textId="77777777" w:rsidR="006D4449" w:rsidRDefault="006D4449" w:rsidP="006D4449">
      <w:r>
        <w:t>376.3099</w:t>
      </w:r>
      <w:r>
        <w:tab/>
        <w:t>1.013e0</w:t>
      </w:r>
    </w:p>
    <w:p w14:paraId="09AAC1D5" w14:textId="77777777" w:rsidR="006D4449" w:rsidRDefault="006D4449" w:rsidP="006D4449">
      <w:r>
        <w:t>376.3382</w:t>
      </w:r>
      <w:r>
        <w:tab/>
        <w:t>3.038e0</w:t>
      </w:r>
    </w:p>
    <w:p w14:paraId="76DAC8AA" w14:textId="77777777" w:rsidR="006D4449" w:rsidRDefault="006D4449" w:rsidP="006D4449">
      <w:r>
        <w:t>376.3674</w:t>
      </w:r>
      <w:r>
        <w:tab/>
        <w:t>1.013e0</w:t>
      </w:r>
    </w:p>
    <w:p w14:paraId="42511C1E" w14:textId="77777777" w:rsidR="006D4449" w:rsidRDefault="006D4449" w:rsidP="006D4449">
      <w:r>
        <w:t>376.4193</w:t>
      </w:r>
      <w:r>
        <w:tab/>
        <w:t>2.025e0</w:t>
      </w:r>
    </w:p>
    <w:p w14:paraId="3CB07634" w14:textId="77777777" w:rsidR="006D4449" w:rsidRDefault="006D4449" w:rsidP="006D4449">
      <w:r>
        <w:lastRenderedPageBreak/>
        <w:t>376.4321</w:t>
      </w:r>
      <w:r>
        <w:tab/>
        <w:t>4.051e0</w:t>
      </w:r>
    </w:p>
    <w:p w14:paraId="58B3716C" w14:textId="77777777" w:rsidR="006D4449" w:rsidRDefault="006D4449" w:rsidP="006D4449">
      <w:r>
        <w:t>376.4384</w:t>
      </w:r>
      <w:r>
        <w:tab/>
        <w:t>1.013e0</w:t>
      </w:r>
    </w:p>
    <w:p w14:paraId="77130F7A" w14:textId="77777777" w:rsidR="006D4449" w:rsidRDefault="006D4449" w:rsidP="006D4449">
      <w:r>
        <w:t>376.4488</w:t>
      </w:r>
      <w:r>
        <w:tab/>
        <w:t>1.013e0</w:t>
      </w:r>
    </w:p>
    <w:p w14:paraId="3145B3F5" w14:textId="77777777" w:rsidR="006D4449" w:rsidRDefault="006D4449" w:rsidP="006D4449">
      <w:r>
        <w:t>376.4890</w:t>
      </w:r>
      <w:r>
        <w:tab/>
        <w:t>1.013e0</w:t>
      </w:r>
    </w:p>
    <w:p w14:paraId="5A158290" w14:textId="77777777" w:rsidR="006D4449" w:rsidRDefault="006D4449" w:rsidP="006D4449">
      <w:r>
        <w:t>376.5228</w:t>
      </w:r>
      <w:r>
        <w:tab/>
        <w:t>1.013e0</w:t>
      </w:r>
    </w:p>
    <w:p w14:paraId="063EAFDF" w14:textId="77777777" w:rsidR="006D4449" w:rsidRDefault="006D4449" w:rsidP="006D4449">
      <w:r>
        <w:t>376.5251</w:t>
      </w:r>
      <w:r>
        <w:tab/>
        <w:t>1.013e0</w:t>
      </w:r>
    </w:p>
    <w:p w14:paraId="2DEDC485" w14:textId="77777777" w:rsidR="006D4449" w:rsidRDefault="006D4449" w:rsidP="006D4449">
      <w:r>
        <w:t>376.5500</w:t>
      </w:r>
      <w:r>
        <w:tab/>
        <w:t>1.013e0</w:t>
      </w:r>
    </w:p>
    <w:p w14:paraId="1598F93C" w14:textId="77777777" w:rsidR="006D4449" w:rsidRDefault="006D4449" w:rsidP="006D4449">
      <w:r>
        <w:t>376.5843</w:t>
      </w:r>
      <w:r>
        <w:tab/>
        <w:t>1.013e0</w:t>
      </w:r>
    </w:p>
    <w:p w14:paraId="289E4140" w14:textId="77777777" w:rsidR="006D4449" w:rsidRDefault="006D4449" w:rsidP="006D4449">
      <w:r>
        <w:t>376.6914</w:t>
      </w:r>
      <w:r>
        <w:tab/>
        <w:t>1.013e0</w:t>
      </w:r>
    </w:p>
    <w:p w14:paraId="5A39EE8B" w14:textId="77777777" w:rsidR="006D4449" w:rsidRDefault="006D4449" w:rsidP="006D4449">
      <w:r>
        <w:t>376.7061</w:t>
      </w:r>
      <w:r>
        <w:tab/>
        <w:t>2.025e0</w:t>
      </w:r>
    </w:p>
    <w:p w14:paraId="7B813078" w14:textId="77777777" w:rsidR="006D4449" w:rsidRDefault="006D4449" w:rsidP="006D4449">
      <w:r>
        <w:t>376.7099</w:t>
      </w:r>
      <w:r>
        <w:tab/>
        <w:t>1.013e0</w:t>
      </w:r>
    </w:p>
    <w:p w14:paraId="262D73F7" w14:textId="77777777" w:rsidR="006D4449" w:rsidRDefault="006D4449" w:rsidP="006D4449">
      <w:r>
        <w:t>376.7152</w:t>
      </w:r>
      <w:r>
        <w:tab/>
        <w:t>2.025e0</w:t>
      </w:r>
    </w:p>
    <w:p w14:paraId="38C694AF" w14:textId="77777777" w:rsidR="006D4449" w:rsidRDefault="006D4449" w:rsidP="006D4449">
      <w:r>
        <w:t>376.7952</w:t>
      </w:r>
      <w:r>
        <w:tab/>
        <w:t>1.013e0</w:t>
      </w:r>
    </w:p>
    <w:p w14:paraId="3542E221" w14:textId="77777777" w:rsidR="006D4449" w:rsidRDefault="006D4449" w:rsidP="006D4449">
      <w:r>
        <w:t>376.8079</w:t>
      </w:r>
      <w:r>
        <w:tab/>
        <w:t>2.025e0</w:t>
      </w:r>
    </w:p>
    <w:p w14:paraId="61E9DCAF" w14:textId="77777777" w:rsidR="006D4449" w:rsidRDefault="006D4449" w:rsidP="006D4449">
      <w:r>
        <w:t>376.8606</w:t>
      </w:r>
      <w:r>
        <w:tab/>
        <w:t>3.038e0</w:t>
      </w:r>
    </w:p>
    <w:p w14:paraId="63C41777" w14:textId="77777777" w:rsidR="006D4449" w:rsidRDefault="006D4449" w:rsidP="006D4449">
      <w:r>
        <w:t>376.8623</w:t>
      </w:r>
      <w:r>
        <w:tab/>
        <w:t>1.013e0</w:t>
      </w:r>
    </w:p>
    <w:p w14:paraId="74C50DAA" w14:textId="77777777" w:rsidR="006D4449" w:rsidRDefault="006D4449" w:rsidP="006D4449">
      <w:r>
        <w:t>376.8736</w:t>
      </w:r>
      <w:r>
        <w:tab/>
        <w:t>2.025e0</w:t>
      </w:r>
    </w:p>
    <w:p w14:paraId="46AA2001" w14:textId="77777777" w:rsidR="006D4449" w:rsidRDefault="006D4449" w:rsidP="006D4449">
      <w:r>
        <w:t>376.8870</w:t>
      </w:r>
      <w:r>
        <w:tab/>
        <w:t>3.038e0</w:t>
      </w:r>
    </w:p>
    <w:p w14:paraId="079A99E9" w14:textId="77777777" w:rsidR="006D4449" w:rsidRDefault="006D4449" w:rsidP="006D4449">
      <w:r>
        <w:t>376.9045</w:t>
      </w:r>
      <w:r>
        <w:tab/>
        <w:t>2.025e0</w:t>
      </w:r>
    </w:p>
    <w:p w14:paraId="510F476D" w14:textId="77777777" w:rsidR="006D4449" w:rsidRDefault="006D4449" w:rsidP="006D4449">
      <w:r>
        <w:lastRenderedPageBreak/>
        <w:t>376.9068</w:t>
      </w:r>
      <w:r>
        <w:tab/>
        <w:t>1.013e0</w:t>
      </w:r>
    </w:p>
    <w:p w14:paraId="5233FAE3" w14:textId="77777777" w:rsidR="006D4449" w:rsidRDefault="006D4449" w:rsidP="006D4449">
      <w:r>
        <w:t>376.9233</w:t>
      </w:r>
      <w:r>
        <w:tab/>
        <w:t>3.038e0</w:t>
      </w:r>
    </w:p>
    <w:p w14:paraId="2F2CAB96" w14:textId="77777777" w:rsidR="006D4449" w:rsidRDefault="006D4449" w:rsidP="006D4449">
      <w:r>
        <w:t>376.9369</w:t>
      </w:r>
      <w:r>
        <w:tab/>
        <w:t>3.038e0</w:t>
      </w:r>
    </w:p>
    <w:p w14:paraId="5FBF5A27" w14:textId="77777777" w:rsidR="006D4449" w:rsidRDefault="006D4449" w:rsidP="006D4449">
      <w:r>
        <w:t>376.9650</w:t>
      </w:r>
      <w:r>
        <w:tab/>
        <w:t>2.025e0</w:t>
      </w:r>
    </w:p>
    <w:p w14:paraId="4AF28101" w14:textId="77777777" w:rsidR="006D4449" w:rsidRDefault="006D4449" w:rsidP="006D4449">
      <w:r>
        <w:t>376.9682</w:t>
      </w:r>
      <w:r>
        <w:tab/>
        <w:t>2.025e0</w:t>
      </w:r>
    </w:p>
    <w:p w14:paraId="544BE059" w14:textId="77777777" w:rsidR="006D4449" w:rsidRDefault="006D4449" w:rsidP="006D4449">
      <w:r>
        <w:t>376.9778</w:t>
      </w:r>
      <w:r>
        <w:tab/>
        <w:t>1.013e0</w:t>
      </w:r>
    </w:p>
    <w:p w14:paraId="7DEAA021" w14:textId="77777777" w:rsidR="006D4449" w:rsidRDefault="006D4449" w:rsidP="006D4449">
      <w:r>
        <w:t>376.9845</w:t>
      </w:r>
      <w:r>
        <w:tab/>
        <w:t>1.013e0</w:t>
      </w:r>
    </w:p>
    <w:p w14:paraId="2D0DFE1C" w14:textId="77777777" w:rsidR="006D4449" w:rsidRDefault="006D4449" w:rsidP="006D4449">
      <w:r>
        <w:t>376.9928</w:t>
      </w:r>
      <w:r>
        <w:tab/>
        <w:t>1.013e0</w:t>
      </w:r>
    </w:p>
    <w:p w14:paraId="0CDA5636" w14:textId="77777777" w:rsidR="006D4449" w:rsidRDefault="006D4449" w:rsidP="006D4449">
      <w:r>
        <w:t>377.0114</w:t>
      </w:r>
      <w:r>
        <w:tab/>
        <w:t>1.013e0</w:t>
      </w:r>
    </w:p>
    <w:p w14:paraId="2F2A0785" w14:textId="77777777" w:rsidR="006D4449" w:rsidRDefault="006D4449" w:rsidP="006D4449">
      <w:r>
        <w:t>377.0832</w:t>
      </w:r>
      <w:r>
        <w:tab/>
        <w:t>1.013e0</w:t>
      </w:r>
    </w:p>
    <w:p w14:paraId="7A6F521A" w14:textId="77777777" w:rsidR="006D4449" w:rsidRDefault="006D4449" w:rsidP="006D4449">
      <w:r>
        <w:t>377.0888</w:t>
      </w:r>
      <w:r>
        <w:tab/>
        <w:t>1.013e0</w:t>
      </w:r>
    </w:p>
    <w:p w14:paraId="1BADB904" w14:textId="77777777" w:rsidR="006D4449" w:rsidRDefault="006D4449" w:rsidP="006D4449">
      <w:r>
        <w:t>377.0934</w:t>
      </w:r>
      <w:r>
        <w:tab/>
        <w:t>1.013e0</w:t>
      </w:r>
    </w:p>
    <w:p w14:paraId="729F94CF" w14:textId="77777777" w:rsidR="006D4449" w:rsidRDefault="006D4449" w:rsidP="006D4449">
      <w:r>
        <w:t>377.1202</w:t>
      </w:r>
      <w:r>
        <w:tab/>
        <w:t>2.025e0</w:t>
      </w:r>
    </w:p>
    <w:p w14:paraId="6F1CB88A" w14:textId="77777777" w:rsidR="006D4449" w:rsidRDefault="006D4449" w:rsidP="006D4449">
      <w:r>
        <w:t>377.1276</w:t>
      </w:r>
      <w:r>
        <w:tab/>
        <w:t>3.038e0</w:t>
      </w:r>
    </w:p>
    <w:p w14:paraId="3BE08357" w14:textId="77777777" w:rsidR="006D4449" w:rsidRDefault="006D4449" w:rsidP="006D4449">
      <w:r>
        <w:t>377.1463</w:t>
      </w:r>
      <w:r>
        <w:tab/>
        <w:t>3.054e0</w:t>
      </w:r>
    </w:p>
    <w:p w14:paraId="2F1B682A" w14:textId="77777777" w:rsidR="006D4449" w:rsidRDefault="006D4449" w:rsidP="006D4449">
      <w:r>
        <w:t>377.1508</w:t>
      </w:r>
      <w:r>
        <w:tab/>
        <w:t>2.025e0</w:t>
      </w:r>
    </w:p>
    <w:p w14:paraId="4977D8A4" w14:textId="77777777" w:rsidR="006D4449" w:rsidRDefault="006D4449" w:rsidP="006D4449">
      <w:r>
        <w:t>377.1734</w:t>
      </w:r>
      <w:r>
        <w:tab/>
        <w:t>6.011e0</w:t>
      </w:r>
    </w:p>
    <w:p w14:paraId="15BEED10" w14:textId="77777777" w:rsidR="006D4449" w:rsidRDefault="006D4449" w:rsidP="006D4449">
      <w:r>
        <w:t>377.1999</w:t>
      </w:r>
      <w:r>
        <w:tab/>
        <w:t>1.979e0</w:t>
      </w:r>
    </w:p>
    <w:p w14:paraId="58993E5A" w14:textId="77777777" w:rsidR="006D4449" w:rsidRDefault="006D4449" w:rsidP="006D4449">
      <w:r>
        <w:t>377.2073</w:t>
      </w:r>
      <w:r>
        <w:tab/>
        <w:t>1.013e0</w:t>
      </w:r>
    </w:p>
    <w:p w14:paraId="09F9DDBD" w14:textId="77777777" w:rsidR="006D4449" w:rsidRDefault="006D4449" w:rsidP="006D4449">
      <w:r>
        <w:lastRenderedPageBreak/>
        <w:t>377.2162</w:t>
      </w:r>
      <w:r>
        <w:tab/>
        <w:t>2.755e0</w:t>
      </w:r>
    </w:p>
    <w:p w14:paraId="51BC435F" w14:textId="77777777" w:rsidR="006D4449" w:rsidRDefault="006D4449" w:rsidP="006D4449">
      <w:r>
        <w:t>377.2274</w:t>
      </w:r>
      <w:r>
        <w:tab/>
        <w:t>1.013e0</w:t>
      </w:r>
    </w:p>
    <w:p w14:paraId="3E7177B1" w14:textId="77777777" w:rsidR="006D4449" w:rsidRDefault="006D4449" w:rsidP="006D4449">
      <w:r>
        <w:t>377.2542</w:t>
      </w:r>
      <w:r>
        <w:tab/>
        <w:t>1.013e0</w:t>
      </w:r>
    </w:p>
    <w:p w14:paraId="22099586" w14:textId="77777777" w:rsidR="006D4449" w:rsidRDefault="006D4449" w:rsidP="006D4449">
      <w:r>
        <w:t>377.2655</w:t>
      </w:r>
      <w:r>
        <w:tab/>
        <w:t>2.025e0</w:t>
      </w:r>
    </w:p>
    <w:p w14:paraId="64B9EF73" w14:textId="77777777" w:rsidR="006D4449" w:rsidRDefault="006D4449" w:rsidP="006D4449">
      <w:r>
        <w:t>377.2761</w:t>
      </w:r>
      <w:r>
        <w:tab/>
        <w:t>2.025e0</w:t>
      </w:r>
    </w:p>
    <w:p w14:paraId="4C23EA57" w14:textId="77777777" w:rsidR="006D4449" w:rsidRDefault="006D4449" w:rsidP="006D4449">
      <w:r>
        <w:t>377.2863</w:t>
      </w:r>
      <w:r>
        <w:tab/>
        <w:t>1.013e0</w:t>
      </w:r>
    </w:p>
    <w:p w14:paraId="18E1E419" w14:textId="77777777" w:rsidR="006D4449" w:rsidRDefault="006D4449" w:rsidP="006D4449">
      <w:r>
        <w:t>377.3088</w:t>
      </w:r>
      <w:r>
        <w:tab/>
        <w:t>2.025e0</w:t>
      </w:r>
    </w:p>
    <w:p w14:paraId="2CF85A6A" w14:textId="77777777" w:rsidR="006D4449" w:rsidRDefault="006D4449" w:rsidP="006D4449">
      <w:r>
        <w:t>377.3264</w:t>
      </w:r>
      <w:r>
        <w:tab/>
        <w:t>1.013e0</w:t>
      </w:r>
    </w:p>
    <w:p w14:paraId="4EB16B59" w14:textId="77777777" w:rsidR="006D4449" w:rsidRDefault="006D4449" w:rsidP="006D4449">
      <w:r>
        <w:t>377.3398</w:t>
      </w:r>
      <w:r>
        <w:tab/>
        <w:t>1.013e0</w:t>
      </w:r>
    </w:p>
    <w:p w14:paraId="0770232E" w14:textId="77777777" w:rsidR="006D4449" w:rsidRDefault="006D4449" w:rsidP="006D4449">
      <w:r>
        <w:t>377.3481</w:t>
      </w:r>
      <w:r>
        <w:tab/>
        <w:t>1.013e0</w:t>
      </w:r>
    </w:p>
    <w:p w14:paraId="74025A20" w14:textId="77777777" w:rsidR="006D4449" w:rsidRDefault="006D4449" w:rsidP="006D4449">
      <w:r>
        <w:t>377.3822</w:t>
      </w:r>
      <w:r>
        <w:tab/>
        <w:t>1.013e0</w:t>
      </w:r>
    </w:p>
    <w:p w14:paraId="1948633B" w14:textId="77777777" w:rsidR="006D4449" w:rsidRDefault="006D4449" w:rsidP="006D4449">
      <w:r>
        <w:t>377.3995</w:t>
      </w:r>
      <w:r>
        <w:tab/>
        <w:t>1.013e0</w:t>
      </w:r>
    </w:p>
    <w:p w14:paraId="09138D9A" w14:textId="77777777" w:rsidR="006D4449" w:rsidRDefault="006D4449" w:rsidP="006D4449">
      <w:r>
        <w:t>377.4353</w:t>
      </w:r>
      <w:r>
        <w:tab/>
        <w:t>1.013e0</w:t>
      </w:r>
    </w:p>
    <w:p w14:paraId="4E2C0524" w14:textId="77777777" w:rsidR="006D4449" w:rsidRDefault="006D4449" w:rsidP="006D4449">
      <w:r>
        <w:t>377.4740</w:t>
      </w:r>
      <w:r>
        <w:tab/>
        <w:t>1.013e0</w:t>
      </w:r>
    </w:p>
    <w:p w14:paraId="09CE18C3" w14:textId="77777777" w:rsidR="006D4449" w:rsidRDefault="006D4449" w:rsidP="006D4449">
      <w:r>
        <w:t>377.5166</w:t>
      </w:r>
      <w:r>
        <w:tab/>
        <w:t>1.013e0</w:t>
      </w:r>
    </w:p>
    <w:p w14:paraId="4298ACC8" w14:textId="77777777" w:rsidR="006D4449" w:rsidRDefault="006D4449" w:rsidP="006D4449">
      <w:r>
        <w:t>377.5276</w:t>
      </w:r>
      <w:r>
        <w:tab/>
        <w:t>1.013e0</w:t>
      </w:r>
    </w:p>
    <w:p w14:paraId="76295A7B" w14:textId="77777777" w:rsidR="006D4449" w:rsidRDefault="006D4449" w:rsidP="006D4449">
      <w:r>
        <w:t>377.5322</w:t>
      </w:r>
      <w:r>
        <w:tab/>
        <w:t>1.013e0</w:t>
      </w:r>
    </w:p>
    <w:p w14:paraId="2B811B1E" w14:textId="77777777" w:rsidR="006D4449" w:rsidRDefault="006D4449" w:rsidP="006D4449">
      <w:r>
        <w:t>377.5494</w:t>
      </w:r>
      <w:r>
        <w:tab/>
        <w:t>1.013e0</w:t>
      </w:r>
    </w:p>
    <w:p w14:paraId="12FA203F" w14:textId="77777777" w:rsidR="006D4449" w:rsidRDefault="006D4449" w:rsidP="006D4449">
      <w:r>
        <w:t>377.6119</w:t>
      </w:r>
      <w:r>
        <w:tab/>
        <w:t>2.025e0</w:t>
      </w:r>
    </w:p>
    <w:p w14:paraId="20B3DC44" w14:textId="77777777" w:rsidR="006D4449" w:rsidRDefault="006D4449" w:rsidP="006D4449">
      <w:r>
        <w:lastRenderedPageBreak/>
        <w:t>377.6299</w:t>
      </w:r>
      <w:r>
        <w:tab/>
        <w:t>1.013e0</w:t>
      </w:r>
    </w:p>
    <w:p w14:paraId="2F15EC34" w14:textId="77777777" w:rsidR="006D4449" w:rsidRDefault="006D4449" w:rsidP="006D4449">
      <w:r>
        <w:t>377.6470</w:t>
      </w:r>
      <w:r>
        <w:tab/>
        <w:t>2.025e0</w:t>
      </w:r>
    </w:p>
    <w:p w14:paraId="77135603" w14:textId="77777777" w:rsidR="006D4449" w:rsidRDefault="006D4449" w:rsidP="006D4449">
      <w:r>
        <w:t>377.7003</w:t>
      </w:r>
      <w:r>
        <w:tab/>
        <w:t>2.025e0</w:t>
      </w:r>
    </w:p>
    <w:p w14:paraId="3BD7AA1A" w14:textId="77777777" w:rsidR="006D4449" w:rsidRDefault="006D4449" w:rsidP="006D4449">
      <w:r>
        <w:t>377.7181</w:t>
      </w:r>
      <w:r>
        <w:tab/>
        <w:t>1.013e0</w:t>
      </w:r>
    </w:p>
    <w:p w14:paraId="5BA56868" w14:textId="77777777" w:rsidR="006D4449" w:rsidRDefault="006D4449" w:rsidP="006D4449">
      <w:r>
        <w:t>377.7709</w:t>
      </w:r>
      <w:r>
        <w:tab/>
        <w:t>2.025e0</w:t>
      </w:r>
    </w:p>
    <w:p w14:paraId="73A34A20" w14:textId="77777777" w:rsidR="006D4449" w:rsidRDefault="006D4449" w:rsidP="006D4449">
      <w:r>
        <w:t>377.7754</w:t>
      </w:r>
      <w:r>
        <w:tab/>
        <w:t>2.025e0</w:t>
      </w:r>
    </w:p>
    <w:p w14:paraId="5A5FA07D" w14:textId="77777777" w:rsidR="006D4449" w:rsidRDefault="006D4449" w:rsidP="006D4449">
      <w:r>
        <w:t>377.7798</w:t>
      </w:r>
      <w:r>
        <w:tab/>
        <w:t>1.013e0</w:t>
      </w:r>
    </w:p>
    <w:p w14:paraId="219CC6C9" w14:textId="77777777" w:rsidR="006D4449" w:rsidRDefault="006D4449" w:rsidP="006D4449">
      <w:r>
        <w:t>377.8048</w:t>
      </w:r>
      <w:r>
        <w:tab/>
        <w:t>1.013e0</w:t>
      </w:r>
    </w:p>
    <w:p w14:paraId="1682CBAA" w14:textId="77777777" w:rsidR="006D4449" w:rsidRDefault="006D4449" w:rsidP="006D4449">
      <w:r>
        <w:t>377.8112</w:t>
      </w:r>
      <w:r>
        <w:tab/>
        <w:t>2.025e0</w:t>
      </w:r>
    </w:p>
    <w:p w14:paraId="32CBE68A" w14:textId="77777777" w:rsidR="006D4449" w:rsidRDefault="006D4449" w:rsidP="006D4449">
      <w:r>
        <w:t>377.8447</w:t>
      </w:r>
      <w:r>
        <w:tab/>
        <w:t>1.013e0</w:t>
      </w:r>
    </w:p>
    <w:p w14:paraId="5358154C" w14:textId="77777777" w:rsidR="006D4449" w:rsidRDefault="006D4449" w:rsidP="006D4449">
      <w:r>
        <w:t>377.8765</w:t>
      </w:r>
      <w:r>
        <w:tab/>
        <w:t>2.025e0</w:t>
      </w:r>
    </w:p>
    <w:p w14:paraId="7535E44A" w14:textId="77777777" w:rsidR="006D4449" w:rsidRDefault="006D4449" w:rsidP="006D4449">
      <w:r>
        <w:t>377.8908</w:t>
      </w:r>
      <w:r>
        <w:tab/>
        <w:t>1.013e0</w:t>
      </w:r>
    </w:p>
    <w:p w14:paraId="2F83E95D" w14:textId="77777777" w:rsidR="006D4449" w:rsidRDefault="006D4449" w:rsidP="006D4449">
      <w:r>
        <w:t>377.9091</w:t>
      </w:r>
      <w:r>
        <w:tab/>
        <w:t>3.038e0</w:t>
      </w:r>
    </w:p>
    <w:p w14:paraId="729C5FA3" w14:textId="77777777" w:rsidR="006D4449" w:rsidRDefault="006D4449" w:rsidP="006D4449">
      <w:r>
        <w:t>377.9112</w:t>
      </w:r>
      <w:r>
        <w:tab/>
        <w:t>2.025e0</w:t>
      </w:r>
    </w:p>
    <w:p w14:paraId="740DDBA9" w14:textId="77777777" w:rsidR="006D4449" w:rsidRDefault="006D4449" w:rsidP="006D4449">
      <w:r>
        <w:t>377.9320</w:t>
      </w:r>
      <w:r>
        <w:tab/>
        <w:t>1.013e0</w:t>
      </w:r>
    </w:p>
    <w:p w14:paraId="52B0CE84" w14:textId="77777777" w:rsidR="006D4449" w:rsidRDefault="006D4449" w:rsidP="006D4449">
      <w:r>
        <w:t>377.9408</w:t>
      </w:r>
      <w:r>
        <w:tab/>
        <w:t>1.013e0</w:t>
      </w:r>
    </w:p>
    <w:p w14:paraId="63EF7BFC" w14:textId="77777777" w:rsidR="006D4449" w:rsidRDefault="006D4449" w:rsidP="006D4449">
      <w:r>
        <w:t>377.9528</w:t>
      </w:r>
      <w:r>
        <w:tab/>
        <w:t>2.025e0</w:t>
      </w:r>
    </w:p>
    <w:p w14:paraId="7574712C" w14:textId="77777777" w:rsidR="006D4449" w:rsidRDefault="006D4449" w:rsidP="006D4449">
      <w:r>
        <w:t>377.9619</w:t>
      </w:r>
      <w:r>
        <w:tab/>
        <w:t>2.701e0</w:t>
      </w:r>
    </w:p>
    <w:p w14:paraId="0F26A424" w14:textId="77777777" w:rsidR="006D4449" w:rsidRDefault="006D4449" w:rsidP="006D4449">
      <w:r>
        <w:t>377.9824</w:t>
      </w:r>
      <w:r>
        <w:tab/>
        <w:t>2.025e0</w:t>
      </w:r>
    </w:p>
    <w:p w14:paraId="5873B5FE" w14:textId="77777777" w:rsidR="006D4449" w:rsidRDefault="006D4449" w:rsidP="006D4449">
      <w:r>
        <w:lastRenderedPageBreak/>
        <w:t>377.9935</w:t>
      </w:r>
      <w:r>
        <w:tab/>
        <w:t>2.025e0</w:t>
      </w:r>
    </w:p>
    <w:p w14:paraId="6A19C4F6" w14:textId="77777777" w:rsidR="006D4449" w:rsidRDefault="006D4449" w:rsidP="006D4449">
      <w:r>
        <w:t>378.0080</w:t>
      </w:r>
      <w:r>
        <w:tab/>
        <w:t>1.013e0</w:t>
      </w:r>
    </w:p>
    <w:p w14:paraId="79A5FC96" w14:textId="77777777" w:rsidR="006D4449" w:rsidRDefault="006D4449" w:rsidP="006D4449">
      <w:r>
        <w:t>378.0237</w:t>
      </w:r>
      <w:r>
        <w:tab/>
        <w:t>2.025e0</w:t>
      </w:r>
    </w:p>
    <w:p w14:paraId="6FD803EB" w14:textId="77777777" w:rsidR="006D4449" w:rsidRDefault="006D4449" w:rsidP="006D4449">
      <w:r>
        <w:t>378.0251</w:t>
      </w:r>
      <w:r>
        <w:tab/>
        <w:t>1.013e0</w:t>
      </w:r>
    </w:p>
    <w:p w14:paraId="4D1B5145" w14:textId="77777777" w:rsidR="006D4449" w:rsidRDefault="006D4449" w:rsidP="006D4449">
      <w:r>
        <w:t>378.0462</w:t>
      </w:r>
      <w:r>
        <w:tab/>
        <w:t>1.013e0</w:t>
      </w:r>
    </w:p>
    <w:p w14:paraId="2C09AA7F" w14:textId="77777777" w:rsidR="006D4449" w:rsidRDefault="006D4449" w:rsidP="006D4449">
      <w:r>
        <w:t>378.0661</w:t>
      </w:r>
      <w:r>
        <w:tab/>
        <w:t>2.025e0</w:t>
      </w:r>
    </w:p>
    <w:p w14:paraId="09DE893B" w14:textId="77777777" w:rsidR="006D4449" w:rsidRDefault="006D4449" w:rsidP="006D4449">
      <w:r>
        <w:t>378.0751</w:t>
      </w:r>
      <w:r>
        <w:tab/>
        <w:t>2.025e0</w:t>
      </w:r>
    </w:p>
    <w:p w14:paraId="39434DAA" w14:textId="77777777" w:rsidR="006D4449" w:rsidRDefault="006D4449" w:rsidP="006D4449">
      <w:r>
        <w:t>378.0840</w:t>
      </w:r>
      <w:r>
        <w:tab/>
        <w:t>2.025e0</w:t>
      </w:r>
    </w:p>
    <w:p w14:paraId="66073332" w14:textId="77777777" w:rsidR="006D4449" w:rsidRDefault="006D4449" w:rsidP="006D4449">
      <w:r>
        <w:t>378.0865</w:t>
      </w:r>
      <w:r>
        <w:tab/>
        <w:t>1.013e0</w:t>
      </w:r>
    </w:p>
    <w:p w14:paraId="3D43E719" w14:textId="77777777" w:rsidR="006D4449" w:rsidRDefault="006D4449" w:rsidP="006D4449">
      <w:r>
        <w:t>378.1114</w:t>
      </w:r>
      <w:r>
        <w:tab/>
        <w:t>4.051e0</w:t>
      </w:r>
    </w:p>
    <w:p w14:paraId="71056D11" w14:textId="77777777" w:rsidR="006D4449" w:rsidRDefault="006D4449" w:rsidP="006D4449">
      <w:r>
        <w:t>378.1407</w:t>
      </w:r>
      <w:r>
        <w:tab/>
        <w:t>1.013e0</w:t>
      </w:r>
    </w:p>
    <w:p w14:paraId="78360DD9" w14:textId="77777777" w:rsidR="006D4449" w:rsidRDefault="006D4449" w:rsidP="006D4449">
      <w:r>
        <w:t>378.1462</w:t>
      </w:r>
      <w:r>
        <w:tab/>
        <w:t>2.770e0</w:t>
      </w:r>
    </w:p>
    <w:p w14:paraId="4CBE3498" w14:textId="77777777" w:rsidR="006D4449" w:rsidRDefault="006D4449" w:rsidP="006D4449">
      <w:r>
        <w:t>378.1481</w:t>
      </w:r>
      <w:r>
        <w:tab/>
        <w:t>1.412e0</w:t>
      </w:r>
    </w:p>
    <w:p w14:paraId="37F48150" w14:textId="77777777" w:rsidR="006D4449" w:rsidRDefault="006D4449" w:rsidP="006D4449">
      <w:r>
        <w:t>378.1721</w:t>
      </w:r>
      <w:r>
        <w:tab/>
        <w:t>3.793e0</w:t>
      </w:r>
    </w:p>
    <w:p w14:paraId="3A11A897" w14:textId="77777777" w:rsidR="006D4449" w:rsidRDefault="006D4449" w:rsidP="006D4449">
      <w:r>
        <w:t>378.1913</w:t>
      </w:r>
      <w:r>
        <w:tab/>
        <w:t>2.802e0</w:t>
      </w:r>
    </w:p>
    <w:p w14:paraId="527D6A1E" w14:textId="77777777" w:rsidR="006D4449" w:rsidRDefault="006D4449" w:rsidP="006D4449">
      <w:r>
        <w:t>378.1932</w:t>
      </w:r>
      <w:r>
        <w:tab/>
        <w:t>2.201e0</w:t>
      </w:r>
    </w:p>
    <w:p w14:paraId="305CE2C2" w14:textId="77777777" w:rsidR="006D4449" w:rsidRDefault="006D4449" w:rsidP="006D4449">
      <w:r>
        <w:t>378.2234</w:t>
      </w:r>
      <w:r>
        <w:tab/>
        <w:t>3.354e0</w:t>
      </w:r>
    </w:p>
    <w:p w14:paraId="7673E87E" w14:textId="77777777" w:rsidR="006D4449" w:rsidRDefault="006D4449" w:rsidP="006D4449">
      <w:r>
        <w:t>378.2528</w:t>
      </w:r>
      <w:r>
        <w:tab/>
        <w:t>4.051e0</w:t>
      </w:r>
    </w:p>
    <w:p w14:paraId="57AB1691" w14:textId="77777777" w:rsidR="006D4449" w:rsidRDefault="006D4449" w:rsidP="006D4449">
      <w:r>
        <w:t>378.2767</w:t>
      </w:r>
      <w:r>
        <w:tab/>
        <w:t>2.025e0</w:t>
      </w:r>
    </w:p>
    <w:p w14:paraId="598DAEFC" w14:textId="77777777" w:rsidR="006D4449" w:rsidRDefault="006D4449" w:rsidP="006D4449">
      <w:r>
        <w:lastRenderedPageBreak/>
        <w:t>378.3001</w:t>
      </w:r>
      <w:r>
        <w:tab/>
        <w:t>2.025e0</w:t>
      </w:r>
    </w:p>
    <w:p w14:paraId="2B7EF27C" w14:textId="77777777" w:rsidR="006D4449" w:rsidRDefault="006D4449" w:rsidP="006D4449">
      <w:r>
        <w:t>378.3015</w:t>
      </w:r>
      <w:r>
        <w:tab/>
        <w:t>1.013e0</w:t>
      </w:r>
    </w:p>
    <w:p w14:paraId="402938F7" w14:textId="77777777" w:rsidR="006D4449" w:rsidRDefault="006D4449" w:rsidP="006D4449">
      <w:r>
        <w:t>378.3134</w:t>
      </w:r>
      <w:r>
        <w:tab/>
        <w:t>1.013e0</w:t>
      </w:r>
    </w:p>
    <w:p w14:paraId="087B453C" w14:textId="77777777" w:rsidR="006D4449" w:rsidRDefault="006D4449" w:rsidP="006D4449">
      <w:r>
        <w:t>378.3453</w:t>
      </w:r>
      <w:r>
        <w:tab/>
        <w:t>3.038e0</w:t>
      </w:r>
    </w:p>
    <w:p w14:paraId="7C1BB8AE" w14:textId="77777777" w:rsidR="006D4449" w:rsidRDefault="006D4449" w:rsidP="006D4449">
      <w:r>
        <w:t>378.3589</w:t>
      </w:r>
      <w:r>
        <w:tab/>
        <w:t>3.038e0</w:t>
      </w:r>
    </w:p>
    <w:p w14:paraId="4E88D9A8" w14:textId="77777777" w:rsidR="006D4449" w:rsidRDefault="006D4449" w:rsidP="006D4449">
      <w:r>
        <w:t>378.3695</w:t>
      </w:r>
      <w:r>
        <w:tab/>
        <w:t>3.038e0</w:t>
      </w:r>
    </w:p>
    <w:p w14:paraId="7312D1FA" w14:textId="77777777" w:rsidR="006D4449" w:rsidRDefault="006D4449" w:rsidP="006D4449">
      <w:r>
        <w:t>378.3822</w:t>
      </w:r>
      <w:r>
        <w:tab/>
        <w:t>1.013e0</w:t>
      </w:r>
    </w:p>
    <w:p w14:paraId="340E5CC1" w14:textId="77777777" w:rsidR="006D4449" w:rsidRDefault="006D4449" w:rsidP="006D4449">
      <w:r>
        <w:t>378.4110</w:t>
      </w:r>
      <w:r>
        <w:tab/>
        <w:t>1.013e0</w:t>
      </w:r>
    </w:p>
    <w:p w14:paraId="2609388C" w14:textId="77777777" w:rsidR="006D4449" w:rsidRDefault="006D4449" w:rsidP="006D4449">
      <w:r>
        <w:t>378.4282</w:t>
      </w:r>
      <w:r>
        <w:tab/>
        <w:t>1.013e0</w:t>
      </w:r>
    </w:p>
    <w:p w14:paraId="4ACB23EE" w14:textId="77777777" w:rsidR="006D4449" w:rsidRDefault="006D4449" w:rsidP="006D4449">
      <w:r>
        <w:t>378.4532</w:t>
      </w:r>
      <w:r>
        <w:tab/>
        <w:t>1.013e0</w:t>
      </w:r>
    </w:p>
    <w:p w14:paraId="6E2E4FD4" w14:textId="77777777" w:rsidR="006D4449" w:rsidRDefault="006D4449" w:rsidP="006D4449">
      <w:r>
        <w:t>378.4613</w:t>
      </w:r>
      <w:r>
        <w:tab/>
        <w:t>1.013e0</w:t>
      </w:r>
    </w:p>
    <w:p w14:paraId="01B96737" w14:textId="77777777" w:rsidR="006D4449" w:rsidRDefault="006D4449" w:rsidP="006D4449">
      <w:r>
        <w:t>378.4898</w:t>
      </w:r>
      <w:r>
        <w:tab/>
        <w:t>1.013e0</w:t>
      </w:r>
    </w:p>
    <w:p w14:paraId="40B94B5F" w14:textId="77777777" w:rsidR="006D4449" w:rsidRDefault="006D4449" w:rsidP="006D4449">
      <w:r>
        <w:t>378.5242</w:t>
      </w:r>
      <w:r>
        <w:tab/>
        <w:t>1.013e0</w:t>
      </w:r>
    </w:p>
    <w:p w14:paraId="1F8D63AB" w14:textId="77777777" w:rsidR="006D4449" w:rsidRDefault="006D4449" w:rsidP="006D4449">
      <w:r>
        <w:t>378.5454</w:t>
      </w:r>
      <w:r>
        <w:tab/>
        <w:t>1.013e0</w:t>
      </w:r>
    </w:p>
    <w:p w14:paraId="0E354DAC" w14:textId="77777777" w:rsidR="006D4449" w:rsidRDefault="006D4449" w:rsidP="006D4449">
      <w:r>
        <w:t>378.5626</w:t>
      </w:r>
      <w:r>
        <w:tab/>
        <w:t>1.013e0</w:t>
      </w:r>
    </w:p>
    <w:p w14:paraId="2DF17BF4" w14:textId="77777777" w:rsidR="006D4449" w:rsidRDefault="006D4449" w:rsidP="006D4449">
      <w:r>
        <w:t>378.6248</w:t>
      </w:r>
      <w:r>
        <w:tab/>
        <w:t>2.025e0</w:t>
      </w:r>
    </w:p>
    <w:p w14:paraId="242D0986" w14:textId="77777777" w:rsidR="006D4449" w:rsidRDefault="006D4449" w:rsidP="006D4449">
      <w:r>
        <w:t>378.6970</w:t>
      </w:r>
      <w:r>
        <w:tab/>
        <w:t>1.013e0</w:t>
      </w:r>
    </w:p>
    <w:p w14:paraId="6ED310E6" w14:textId="77777777" w:rsidR="006D4449" w:rsidRDefault="006D4449" w:rsidP="006D4449">
      <w:r>
        <w:t>378.7102</w:t>
      </w:r>
      <w:r>
        <w:tab/>
        <w:t>1.013e0</w:t>
      </w:r>
    </w:p>
    <w:p w14:paraId="323C42BD" w14:textId="77777777" w:rsidR="006D4449" w:rsidRDefault="006D4449" w:rsidP="006D4449">
      <w:r>
        <w:t>378.7576</w:t>
      </w:r>
      <w:r>
        <w:tab/>
        <w:t>4.051e0</w:t>
      </w:r>
    </w:p>
    <w:p w14:paraId="4CD917D0" w14:textId="77777777" w:rsidR="006D4449" w:rsidRDefault="006D4449" w:rsidP="006D4449">
      <w:r>
        <w:lastRenderedPageBreak/>
        <w:t>378.8600</w:t>
      </w:r>
      <w:r>
        <w:tab/>
        <w:t>1.013e0</w:t>
      </w:r>
    </w:p>
    <w:p w14:paraId="3F736785" w14:textId="77777777" w:rsidR="006D4449" w:rsidRDefault="006D4449" w:rsidP="006D4449">
      <w:r>
        <w:t>378.9156</w:t>
      </w:r>
      <w:r>
        <w:tab/>
        <w:t>9.244e0</w:t>
      </w:r>
    </w:p>
    <w:p w14:paraId="495734CE" w14:textId="77777777" w:rsidR="006D4449" w:rsidRDefault="006D4449" w:rsidP="006D4449">
      <w:r>
        <w:t>378.9184</w:t>
      </w:r>
      <w:r>
        <w:tab/>
        <w:t>4.051e0</w:t>
      </w:r>
    </w:p>
    <w:p w14:paraId="3191945C" w14:textId="77777777" w:rsidR="006D4449" w:rsidRDefault="006D4449" w:rsidP="006D4449">
      <w:r>
        <w:t>378.9203</w:t>
      </w:r>
      <w:r>
        <w:tab/>
        <w:t>7.089e0</w:t>
      </w:r>
    </w:p>
    <w:p w14:paraId="38F558E0" w14:textId="77777777" w:rsidR="006D4449" w:rsidRDefault="006D4449" w:rsidP="006D4449">
      <w:r>
        <w:t>378.9579</w:t>
      </w:r>
      <w:r>
        <w:tab/>
        <w:t>3.038e0</w:t>
      </w:r>
    </w:p>
    <w:p w14:paraId="375F5FD8" w14:textId="77777777" w:rsidR="006D4449" w:rsidRDefault="006D4449" w:rsidP="006D4449">
      <w:r>
        <w:t>378.9696</w:t>
      </w:r>
      <w:r>
        <w:tab/>
        <w:t>2.298e0</w:t>
      </w:r>
    </w:p>
    <w:p w14:paraId="60ECAC78" w14:textId="77777777" w:rsidR="006D4449" w:rsidRDefault="006D4449" w:rsidP="006D4449">
      <w:r>
        <w:t>378.9713</w:t>
      </w:r>
      <w:r>
        <w:tab/>
        <w:t>3.038e0</w:t>
      </w:r>
    </w:p>
    <w:p w14:paraId="72A170FA" w14:textId="77777777" w:rsidR="006D4449" w:rsidRDefault="006D4449" w:rsidP="006D4449">
      <w:r>
        <w:t>378.9945</w:t>
      </w:r>
      <w:r>
        <w:tab/>
        <w:t>1.013e0</w:t>
      </w:r>
    </w:p>
    <w:p w14:paraId="36780A8D" w14:textId="77777777" w:rsidR="006D4449" w:rsidRDefault="006D4449" w:rsidP="006D4449">
      <w:r>
        <w:t>379.0198</w:t>
      </w:r>
      <w:r>
        <w:tab/>
        <w:t>1.013e0</w:t>
      </w:r>
    </w:p>
    <w:p w14:paraId="36399412" w14:textId="77777777" w:rsidR="006D4449" w:rsidRDefault="006D4449" w:rsidP="006D4449">
      <w:r>
        <w:t>379.0467</w:t>
      </w:r>
      <w:r>
        <w:tab/>
        <w:t>2.025e0</w:t>
      </w:r>
    </w:p>
    <w:p w14:paraId="59F25001" w14:textId="77777777" w:rsidR="006D4449" w:rsidRDefault="006D4449" w:rsidP="006D4449">
      <w:r>
        <w:t>379.0580</w:t>
      </w:r>
      <w:r>
        <w:tab/>
        <w:t>1.013e0</w:t>
      </w:r>
    </w:p>
    <w:p w14:paraId="3FF40B8F" w14:textId="77777777" w:rsidR="006D4449" w:rsidRDefault="006D4449" w:rsidP="006D4449">
      <w:r>
        <w:t>379.0989</w:t>
      </w:r>
      <w:r>
        <w:tab/>
        <w:t>3.588e0</w:t>
      </w:r>
    </w:p>
    <w:p w14:paraId="106C3495" w14:textId="77777777" w:rsidR="006D4449" w:rsidRDefault="006D4449" w:rsidP="006D4449">
      <w:r>
        <w:t>379.1041</w:t>
      </w:r>
      <w:r>
        <w:tab/>
        <w:t>2.025e0</w:t>
      </w:r>
    </w:p>
    <w:p w14:paraId="222A047C" w14:textId="77777777" w:rsidR="006D4449" w:rsidRDefault="006D4449" w:rsidP="006D4449">
      <w:r>
        <w:t>379.1173</w:t>
      </w:r>
      <w:r>
        <w:tab/>
        <w:t>3.038e0</w:t>
      </w:r>
    </w:p>
    <w:p w14:paraId="40FAC00B" w14:textId="77777777" w:rsidR="006D4449" w:rsidRDefault="006D4449" w:rsidP="006D4449">
      <w:r>
        <w:t>379.1419</w:t>
      </w:r>
      <w:r>
        <w:tab/>
        <w:t>3.232e0</w:t>
      </w:r>
    </w:p>
    <w:p w14:paraId="6EA64C45" w14:textId="77777777" w:rsidR="006D4449" w:rsidRDefault="006D4449" w:rsidP="006D4449">
      <w:r>
        <w:t>379.1664</w:t>
      </w:r>
      <w:r>
        <w:tab/>
        <w:t>1.798e0</w:t>
      </w:r>
    </w:p>
    <w:p w14:paraId="7CC8F0F1" w14:textId="77777777" w:rsidR="006D4449" w:rsidRDefault="006D4449" w:rsidP="006D4449">
      <w:r>
        <w:t>379.1763</w:t>
      </w:r>
      <w:r>
        <w:tab/>
        <w:t>1.013e0</w:t>
      </w:r>
    </w:p>
    <w:p w14:paraId="43D053BF" w14:textId="77777777" w:rsidR="006D4449" w:rsidRDefault="006D4449" w:rsidP="006D4449">
      <w:r>
        <w:t>379.2238</w:t>
      </w:r>
      <w:r>
        <w:tab/>
        <w:t>1.275e0</w:t>
      </w:r>
    </w:p>
    <w:p w14:paraId="2A29AC84" w14:textId="77777777" w:rsidR="006D4449" w:rsidRDefault="006D4449" w:rsidP="006D4449">
      <w:r>
        <w:t>379.2437</w:t>
      </w:r>
      <w:r>
        <w:tab/>
        <w:t>1.013e0</w:t>
      </w:r>
    </w:p>
    <w:p w14:paraId="1BCC0D89" w14:textId="77777777" w:rsidR="006D4449" w:rsidRDefault="006D4449" w:rsidP="006D4449">
      <w:r>
        <w:lastRenderedPageBreak/>
        <w:t>379.2838</w:t>
      </w:r>
      <w:r>
        <w:tab/>
        <w:t>3.038e0</w:t>
      </w:r>
    </w:p>
    <w:p w14:paraId="7E30027A" w14:textId="77777777" w:rsidR="006D4449" w:rsidRDefault="006D4449" w:rsidP="006D4449">
      <w:r>
        <w:t>379.2872</w:t>
      </w:r>
      <w:r>
        <w:tab/>
        <w:t>3.038e0</w:t>
      </w:r>
    </w:p>
    <w:p w14:paraId="12DC0DFD" w14:textId="77777777" w:rsidR="006D4449" w:rsidRDefault="006D4449" w:rsidP="006D4449">
      <w:r>
        <w:t>379.2960</w:t>
      </w:r>
      <w:r>
        <w:tab/>
        <w:t>1.013e0</w:t>
      </w:r>
    </w:p>
    <w:p w14:paraId="1F116C91" w14:textId="77777777" w:rsidR="006D4449" w:rsidRDefault="006D4449" w:rsidP="006D4449">
      <w:r>
        <w:t>379.3017</w:t>
      </w:r>
      <w:r>
        <w:tab/>
        <w:t>1.013e0</w:t>
      </w:r>
    </w:p>
    <w:p w14:paraId="7A7EBF5A" w14:textId="77777777" w:rsidR="006D4449" w:rsidRDefault="006D4449" w:rsidP="006D4449">
      <w:r>
        <w:t>379.3485</w:t>
      </w:r>
      <w:r>
        <w:tab/>
        <w:t>2.025e0</w:t>
      </w:r>
    </w:p>
    <w:p w14:paraId="6B7FE73D" w14:textId="77777777" w:rsidR="006D4449" w:rsidRDefault="006D4449" w:rsidP="006D4449">
      <w:r>
        <w:t>379.3690</w:t>
      </w:r>
      <w:r>
        <w:tab/>
        <w:t>1.013e0</w:t>
      </w:r>
    </w:p>
    <w:p w14:paraId="24D6FFA1" w14:textId="77777777" w:rsidR="006D4449" w:rsidRDefault="006D4449" w:rsidP="006D4449">
      <w:r>
        <w:t>379.3820</w:t>
      </w:r>
      <w:r>
        <w:tab/>
        <w:t>2.025e0</w:t>
      </w:r>
    </w:p>
    <w:p w14:paraId="67198FB0" w14:textId="77777777" w:rsidR="006D4449" w:rsidRDefault="006D4449" w:rsidP="006D4449">
      <w:r>
        <w:t>379.3959</w:t>
      </w:r>
      <w:r>
        <w:tab/>
        <w:t>3.038e0</w:t>
      </w:r>
    </w:p>
    <w:p w14:paraId="5AAA48B9" w14:textId="77777777" w:rsidR="006D4449" w:rsidRDefault="006D4449" w:rsidP="006D4449">
      <w:r>
        <w:t>379.4346</w:t>
      </w:r>
      <w:r>
        <w:tab/>
        <w:t>1.013e0</w:t>
      </w:r>
    </w:p>
    <w:p w14:paraId="51B4CFBA" w14:textId="77777777" w:rsidR="006D4449" w:rsidRDefault="006D4449" w:rsidP="006D4449">
      <w:r>
        <w:t>379.4458</w:t>
      </w:r>
      <w:r>
        <w:tab/>
        <w:t>1.013e0</w:t>
      </w:r>
    </w:p>
    <w:p w14:paraId="2091E957" w14:textId="77777777" w:rsidR="006D4449" w:rsidRDefault="006D4449" w:rsidP="006D4449">
      <w:r>
        <w:t>379.5018</w:t>
      </w:r>
      <w:r>
        <w:tab/>
        <w:t>1.013e0</w:t>
      </w:r>
    </w:p>
    <w:p w14:paraId="18B16F1F" w14:textId="77777777" w:rsidR="006D4449" w:rsidRDefault="006D4449" w:rsidP="006D4449">
      <w:r>
        <w:t>379.5200</w:t>
      </w:r>
      <w:r>
        <w:tab/>
        <w:t>1.013e0</w:t>
      </w:r>
    </w:p>
    <w:p w14:paraId="6A00BACC" w14:textId="77777777" w:rsidR="006D4449" w:rsidRDefault="006D4449" w:rsidP="006D4449">
      <w:r>
        <w:t>379.5229</w:t>
      </w:r>
      <w:r>
        <w:tab/>
        <w:t>1.013e0</w:t>
      </w:r>
    </w:p>
    <w:p w14:paraId="390B0957" w14:textId="77777777" w:rsidR="006D4449" w:rsidRDefault="006D4449" w:rsidP="006D4449">
      <w:r>
        <w:t>379.5334</w:t>
      </w:r>
      <w:r>
        <w:tab/>
        <w:t>1.013e0</w:t>
      </w:r>
    </w:p>
    <w:p w14:paraId="7772114A" w14:textId="77777777" w:rsidR="006D4449" w:rsidRDefault="006D4449" w:rsidP="006D4449">
      <w:r>
        <w:t>379.5386</w:t>
      </w:r>
      <w:r>
        <w:tab/>
        <w:t>1.013e0</w:t>
      </w:r>
    </w:p>
    <w:p w14:paraId="6E0E370C" w14:textId="77777777" w:rsidR="006D4449" w:rsidRDefault="006D4449" w:rsidP="006D4449">
      <w:r>
        <w:t>379.5670</w:t>
      </w:r>
      <w:r>
        <w:tab/>
        <w:t>1.013e0</w:t>
      </w:r>
    </w:p>
    <w:p w14:paraId="3262A83E" w14:textId="77777777" w:rsidR="006D4449" w:rsidRDefault="006D4449" w:rsidP="006D4449">
      <w:r>
        <w:t>379.5957</w:t>
      </w:r>
      <w:r>
        <w:tab/>
        <w:t>1.013e0</w:t>
      </w:r>
    </w:p>
    <w:p w14:paraId="0DDD271F" w14:textId="77777777" w:rsidR="006D4449" w:rsidRDefault="006D4449" w:rsidP="006D4449">
      <w:r>
        <w:t>379.6112</w:t>
      </w:r>
      <w:r>
        <w:tab/>
        <w:t>1.013e0</w:t>
      </w:r>
    </w:p>
    <w:p w14:paraId="78328682" w14:textId="77777777" w:rsidR="006D4449" w:rsidRDefault="006D4449" w:rsidP="006D4449">
      <w:r>
        <w:t>379.6953</w:t>
      </w:r>
      <w:r>
        <w:tab/>
        <w:t>1.013e0</w:t>
      </w:r>
    </w:p>
    <w:p w14:paraId="455F168C" w14:textId="77777777" w:rsidR="006D4449" w:rsidRDefault="006D4449" w:rsidP="006D4449">
      <w:r>
        <w:lastRenderedPageBreak/>
        <w:t>379.7301</w:t>
      </w:r>
      <w:r>
        <w:tab/>
        <w:t>1.013e0</w:t>
      </w:r>
    </w:p>
    <w:p w14:paraId="6BF0D34C" w14:textId="77777777" w:rsidR="006D4449" w:rsidRDefault="006D4449" w:rsidP="006D4449">
      <w:r>
        <w:t>379.7473</w:t>
      </w:r>
      <w:r>
        <w:tab/>
        <w:t>1.013e0</w:t>
      </w:r>
    </w:p>
    <w:p w14:paraId="10E6EDAB" w14:textId="77777777" w:rsidR="006D4449" w:rsidRDefault="006D4449" w:rsidP="006D4449">
      <w:r>
        <w:t>379.7496</w:t>
      </w:r>
      <w:r>
        <w:tab/>
        <w:t>1.013e0</w:t>
      </w:r>
    </w:p>
    <w:p w14:paraId="063871B2" w14:textId="77777777" w:rsidR="006D4449" w:rsidRDefault="006D4449" w:rsidP="006D4449">
      <w:r>
        <w:t>379.8016</w:t>
      </w:r>
      <w:r>
        <w:tab/>
        <w:t>1.013e0</w:t>
      </w:r>
    </w:p>
    <w:p w14:paraId="3E6E7276" w14:textId="77777777" w:rsidR="006D4449" w:rsidRDefault="006D4449" w:rsidP="006D4449">
      <w:r>
        <w:t>379.8063</w:t>
      </w:r>
      <w:r>
        <w:tab/>
        <w:t>2.025e0</w:t>
      </w:r>
    </w:p>
    <w:p w14:paraId="2E29E692" w14:textId="77777777" w:rsidR="006D4449" w:rsidRDefault="006D4449" w:rsidP="006D4449">
      <w:r>
        <w:t>379.8153</w:t>
      </w:r>
      <w:r>
        <w:tab/>
        <w:t>2.025e0</w:t>
      </w:r>
    </w:p>
    <w:p w14:paraId="187F3061" w14:textId="77777777" w:rsidR="006D4449" w:rsidRDefault="006D4449" w:rsidP="006D4449">
      <w:r>
        <w:t>379.8893</w:t>
      </w:r>
      <w:r>
        <w:tab/>
        <w:t>1.013e0</w:t>
      </w:r>
    </w:p>
    <w:p w14:paraId="626FBBB3" w14:textId="77777777" w:rsidR="006D4449" w:rsidRDefault="006D4449" w:rsidP="006D4449">
      <w:r>
        <w:t>379.9350</w:t>
      </w:r>
      <w:r>
        <w:tab/>
        <w:t>3.038e0</w:t>
      </w:r>
    </w:p>
    <w:p w14:paraId="7380A049" w14:textId="77777777" w:rsidR="006D4449" w:rsidRDefault="006D4449" w:rsidP="006D4449">
      <w:r>
        <w:t>379.9432</w:t>
      </w:r>
      <w:r>
        <w:tab/>
        <w:t>3.038e0</w:t>
      </w:r>
    </w:p>
    <w:p w14:paraId="2891FDB1" w14:textId="77777777" w:rsidR="006D4449" w:rsidRDefault="006D4449" w:rsidP="006D4449">
      <w:r>
        <w:t>379.9513</w:t>
      </w:r>
      <w:r>
        <w:tab/>
        <w:t>1.013e0</w:t>
      </w:r>
    </w:p>
    <w:p w14:paraId="03BE3BCE" w14:textId="77777777" w:rsidR="006D4449" w:rsidRDefault="006D4449" w:rsidP="006D4449">
      <w:r>
        <w:t>380.0040</w:t>
      </w:r>
      <w:r>
        <w:tab/>
        <w:t>1.013e0</w:t>
      </w:r>
    </w:p>
    <w:p w14:paraId="340912C5" w14:textId="77777777" w:rsidR="006D4449" w:rsidRDefault="006D4449" w:rsidP="006D4449">
      <w:r>
        <w:t>380.0100</w:t>
      </w:r>
      <w:r>
        <w:tab/>
        <w:t>2.796e0</w:t>
      </w:r>
    </w:p>
    <w:p w14:paraId="5B21ED9A" w14:textId="77777777" w:rsidR="006D4449" w:rsidRDefault="006D4449" w:rsidP="006D4449">
      <w:r>
        <w:t>380.0119</w:t>
      </w:r>
      <w:r>
        <w:tab/>
        <w:t>3.401e0</w:t>
      </w:r>
    </w:p>
    <w:p w14:paraId="3FA50536" w14:textId="77777777" w:rsidR="006D4449" w:rsidRDefault="006D4449" w:rsidP="006D4449">
      <w:r>
        <w:t>380.0147</w:t>
      </w:r>
      <w:r>
        <w:tab/>
        <w:t>4.051e0</w:t>
      </w:r>
    </w:p>
    <w:p w14:paraId="38C5C168" w14:textId="77777777" w:rsidR="006D4449" w:rsidRDefault="006D4449" w:rsidP="006D4449">
      <w:r>
        <w:t>380.0569</w:t>
      </w:r>
      <w:r>
        <w:tab/>
        <w:t>1.013e0</w:t>
      </w:r>
    </w:p>
    <w:p w14:paraId="159995FD" w14:textId="77777777" w:rsidR="006D4449" w:rsidRDefault="006D4449" w:rsidP="006D4449">
      <w:r>
        <w:t>380.0729</w:t>
      </w:r>
      <w:r>
        <w:tab/>
        <w:t>2.025e0</w:t>
      </w:r>
    </w:p>
    <w:p w14:paraId="401BD145" w14:textId="77777777" w:rsidR="006D4449" w:rsidRDefault="006D4449" w:rsidP="006D4449">
      <w:r>
        <w:t>380.0790</w:t>
      </w:r>
      <w:r>
        <w:tab/>
        <w:t>2.025e0</w:t>
      </w:r>
    </w:p>
    <w:p w14:paraId="06380D0D" w14:textId="77777777" w:rsidR="006D4449" w:rsidRDefault="006D4449" w:rsidP="006D4449">
      <w:r>
        <w:t>380.0856</w:t>
      </w:r>
      <w:r>
        <w:tab/>
        <w:t>1.013e0</w:t>
      </w:r>
    </w:p>
    <w:p w14:paraId="2F595C0E" w14:textId="77777777" w:rsidR="006D4449" w:rsidRDefault="006D4449" w:rsidP="006D4449">
      <w:r>
        <w:t>380.1267</w:t>
      </w:r>
      <w:r>
        <w:tab/>
        <w:t>2.025e0</w:t>
      </w:r>
    </w:p>
    <w:p w14:paraId="122D3EA2" w14:textId="77777777" w:rsidR="006D4449" w:rsidRDefault="006D4449" w:rsidP="006D4449">
      <w:r>
        <w:lastRenderedPageBreak/>
        <w:t>380.1316</w:t>
      </w:r>
      <w:r>
        <w:tab/>
        <w:t>2.976e0</w:t>
      </w:r>
    </w:p>
    <w:p w14:paraId="6CC89382" w14:textId="77777777" w:rsidR="006D4449" w:rsidRDefault="006D4449" w:rsidP="006D4449">
      <w:r>
        <w:t>380.1446</w:t>
      </w:r>
      <w:r>
        <w:tab/>
        <w:t>1.906e0</w:t>
      </w:r>
    </w:p>
    <w:p w14:paraId="65CFC714" w14:textId="77777777" w:rsidR="006D4449" w:rsidRDefault="006D4449" w:rsidP="006D4449">
      <w:r>
        <w:t>380.1656</w:t>
      </w:r>
      <w:r>
        <w:tab/>
        <w:t>1.857e0</w:t>
      </w:r>
    </w:p>
    <w:p w14:paraId="6F1536FC" w14:textId="77777777" w:rsidR="006D4449" w:rsidRDefault="006D4449" w:rsidP="006D4449">
      <w:r>
        <w:t>380.1807</w:t>
      </w:r>
      <w:r>
        <w:tab/>
        <w:t>2.722e0</w:t>
      </w:r>
    </w:p>
    <w:p w14:paraId="1BEB50E5" w14:textId="77777777" w:rsidR="006D4449" w:rsidRDefault="006D4449" w:rsidP="006D4449">
      <w:r>
        <w:t>380.1855</w:t>
      </w:r>
      <w:r>
        <w:tab/>
        <w:t>2.018e0</w:t>
      </w:r>
    </w:p>
    <w:p w14:paraId="2D8B11AC" w14:textId="77777777" w:rsidR="006D4449" w:rsidRDefault="006D4449" w:rsidP="006D4449">
      <w:r>
        <w:t>380.1966</w:t>
      </w:r>
      <w:r>
        <w:tab/>
        <w:t>2.011e0</w:t>
      </w:r>
    </w:p>
    <w:p w14:paraId="4B31BAF7" w14:textId="77777777" w:rsidR="006D4449" w:rsidRDefault="006D4449" w:rsidP="006D4449">
      <w:r>
        <w:t>380.2258</w:t>
      </w:r>
      <w:r>
        <w:tab/>
        <w:t>2.025e0</w:t>
      </w:r>
    </w:p>
    <w:p w14:paraId="4DDE7A82" w14:textId="77777777" w:rsidR="006D4449" w:rsidRDefault="006D4449" w:rsidP="006D4449">
      <w:r>
        <w:t>380.2413</w:t>
      </w:r>
      <w:r>
        <w:tab/>
        <w:t>4.956e0</w:t>
      </w:r>
    </w:p>
    <w:p w14:paraId="6B0EB2D4" w14:textId="77777777" w:rsidR="006D4449" w:rsidRDefault="006D4449" w:rsidP="006D4449">
      <w:r>
        <w:t>380.2608</w:t>
      </w:r>
      <w:r>
        <w:tab/>
        <w:t>1.671e0</w:t>
      </w:r>
    </w:p>
    <w:p w14:paraId="2DEF548B" w14:textId="77777777" w:rsidR="006D4449" w:rsidRDefault="006D4449" w:rsidP="006D4449">
      <w:r>
        <w:t>380.3275</w:t>
      </w:r>
      <w:r>
        <w:tab/>
        <w:t>6.076e0</w:t>
      </w:r>
    </w:p>
    <w:p w14:paraId="518B3721" w14:textId="77777777" w:rsidR="006D4449" w:rsidRDefault="006D4449" w:rsidP="006D4449">
      <w:r>
        <w:t>380.3329</w:t>
      </w:r>
      <w:r>
        <w:tab/>
        <w:t>7.089e0</w:t>
      </w:r>
    </w:p>
    <w:p w14:paraId="64CED6A3" w14:textId="77777777" w:rsidR="006D4449" w:rsidRDefault="006D4449" w:rsidP="006D4449">
      <w:r>
        <w:t>380.3369</w:t>
      </w:r>
      <w:r>
        <w:tab/>
        <w:t>5.063e0</w:t>
      </w:r>
    </w:p>
    <w:p w14:paraId="6E0D0966" w14:textId="77777777" w:rsidR="006D4449" w:rsidRDefault="006D4449" w:rsidP="006D4449">
      <w:r>
        <w:t>380.3388</w:t>
      </w:r>
      <w:r>
        <w:tab/>
        <w:t>1.013e1</w:t>
      </w:r>
    </w:p>
    <w:p w14:paraId="052E7443" w14:textId="77777777" w:rsidR="006D4449" w:rsidRDefault="006D4449" w:rsidP="006D4449">
      <w:r>
        <w:t>380.3483</w:t>
      </w:r>
      <w:r>
        <w:tab/>
        <w:t>7.520e0</w:t>
      </w:r>
    </w:p>
    <w:p w14:paraId="622ED886" w14:textId="77777777" w:rsidR="006D4449" w:rsidRDefault="006D4449" w:rsidP="006D4449">
      <w:r>
        <w:t>380.3572</w:t>
      </w:r>
      <w:r>
        <w:tab/>
        <w:t>4.051e0</w:t>
      </w:r>
    </w:p>
    <w:p w14:paraId="3A3570A2" w14:textId="77777777" w:rsidR="006D4449" w:rsidRDefault="006D4449" w:rsidP="006D4449">
      <w:r>
        <w:t>380.3841</w:t>
      </w:r>
      <w:r>
        <w:tab/>
        <w:t>2.025e0</w:t>
      </w:r>
    </w:p>
    <w:p w14:paraId="2F2EDC88" w14:textId="77777777" w:rsidR="006D4449" w:rsidRDefault="006D4449" w:rsidP="006D4449">
      <w:r>
        <w:t>380.4384</w:t>
      </w:r>
      <w:r>
        <w:tab/>
        <w:t>2.025e0</w:t>
      </w:r>
    </w:p>
    <w:p w14:paraId="33CF138A" w14:textId="77777777" w:rsidR="006D4449" w:rsidRDefault="006D4449" w:rsidP="006D4449">
      <w:r>
        <w:t>380.5121</w:t>
      </w:r>
      <w:r>
        <w:tab/>
        <w:t>1.013e0</w:t>
      </w:r>
    </w:p>
    <w:p w14:paraId="2A2D6F93" w14:textId="77777777" w:rsidR="006D4449" w:rsidRDefault="006D4449" w:rsidP="006D4449">
      <w:r>
        <w:t>380.5292</w:t>
      </w:r>
      <w:r>
        <w:tab/>
        <w:t>2.025e0</w:t>
      </w:r>
    </w:p>
    <w:p w14:paraId="2C1E1719" w14:textId="77777777" w:rsidR="006D4449" w:rsidRDefault="006D4449" w:rsidP="006D4449">
      <w:r>
        <w:lastRenderedPageBreak/>
        <w:t>380.5502</w:t>
      </w:r>
      <w:r>
        <w:tab/>
        <w:t>1.013e0</w:t>
      </w:r>
    </w:p>
    <w:p w14:paraId="1968D281" w14:textId="77777777" w:rsidR="006D4449" w:rsidRDefault="006D4449" w:rsidP="006D4449">
      <w:r>
        <w:t>380.5646</w:t>
      </w:r>
      <w:r>
        <w:tab/>
        <w:t>1.013e0</w:t>
      </w:r>
    </w:p>
    <w:p w14:paraId="65607015" w14:textId="77777777" w:rsidR="006D4449" w:rsidRDefault="006D4449" w:rsidP="006D4449">
      <w:r>
        <w:t>380.5714</w:t>
      </w:r>
      <w:r>
        <w:tab/>
        <w:t>1.013e0</w:t>
      </w:r>
    </w:p>
    <w:p w14:paraId="3FB8D1EF" w14:textId="77777777" w:rsidR="006D4449" w:rsidRDefault="006D4449" w:rsidP="006D4449">
      <w:r>
        <w:t>380.5797</w:t>
      </w:r>
      <w:r>
        <w:tab/>
        <w:t>1.013e0</w:t>
      </w:r>
    </w:p>
    <w:p w14:paraId="305AA4C7" w14:textId="77777777" w:rsidR="006D4449" w:rsidRDefault="006D4449" w:rsidP="006D4449">
      <w:r>
        <w:t>380.6159</w:t>
      </w:r>
      <w:r>
        <w:tab/>
        <w:t>1.013e0</w:t>
      </w:r>
    </w:p>
    <w:p w14:paraId="20702FCD" w14:textId="77777777" w:rsidR="006D4449" w:rsidRDefault="006D4449" w:rsidP="006D4449">
      <w:r>
        <w:t>380.6175</w:t>
      </w:r>
      <w:r>
        <w:tab/>
        <w:t>1.013e0</w:t>
      </w:r>
    </w:p>
    <w:p w14:paraId="0AE68638" w14:textId="77777777" w:rsidR="006D4449" w:rsidRDefault="006D4449" w:rsidP="006D4449">
      <w:r>
        <w:t>380.6322</w:t>
      </w:r>
      <w:r>
        <w:tab/>
        <w:t>1.013e0</w:t>
      </w:r>
    </w:p>
    <w:p w14:paraId="48B7D568" w14:textId="77777777" w:rsidR="006D4449" w:rsidRDefault="006D4449" w:rsidP="006D4449">
      <w:r>
        <w:t>380.6386</w:t>
      </w:r>
      <w:r>
        <w:tab/>
        <w:t>1.013e0</w:t>
      </w:r>
    </w:p>
    <w:p w14:paraId="4F82C00F" w14:textId="77777777" w:rsidR="006D4449" w:rsidRDefault="006D4449" w:rsidP="006D4449">
      <w:r>
        <w:t>380.6457</w:t>
      </w:r>
      <w:r>
        <w:tab/>
        <w:t>1.013e0</w:t>
      </w:r>
    </w:p>
    <w:p w14:paraId="660EF203" w14:textId="77777777" w:rsidR="006D4449" w:rsidRDefault="006D4449" w:rsidP="006D4449">
      <w:r>
        <w:t>380.6509</w:t>
      </w:r>
      <w:r>
        <w:tab/>
        <w:t>2.025e0</w:t>
      </w:r>
    </w:p>
    <w:p w14:paraId="666752E0" w14:textId="77777777" w:rsidR="006D4449" w:rsidRDefault="006D4449" w:rsidP="006D4449">
      <w:r>
        <w:t>380.6886</w:t>
      </w:r>
      <w:r>
        <w:tab/>
        <w:t>1.013e0</w:t>
      </w:r>
    </w:p>
    <w:p w14:paraId="24E349E5" w14:textId="77777777" w:rsidR="006D4449" w:rsidRDefault="006D4449" w:rsidP="006D4449">
      <w:r>
        <w:t>380.6919</w:t>
      </w:r>
      <w:r>
        <w:tab/>
        <w:t>2.025e0</w:t>
      </w:r>
    </w:p>
    <w:p w14:paraId="3E96ACF5" w14:textId="77777777" w:rsidR="006D4449" w:rsidRDefault="006D4449" w:rsidP="006D4449">
      <w:r>
        <w:t>380.7082</w:t>
      </w:r>
      <w:r>
        <w:tab/>
        <w:t>1.013e0</w:t>
      </w:r>
    </w:p>
    <w:p w14:paraId="357619E2" w14:textId="77777777" w:rsidR="006D4449" w:rsidRDefault="006D4449" w:rsidP="006D4449">
      <w:r>
        <w:t>380.7390</w:t>
      </w:r>
      <w:r>
        <w:tab/>
        <w:t>2.025e0</w:t>
      </w:r>
    </w:p>
    <w:p w14:paraId="0ECBB5A4" w14:textId="77777777" w:rsidR="006D4449" w:rsidRDefault="006D4449" w:rsidP="006D4449">
      <w:r>
        <w:t>380.7877</w:t>
      </w:r>
      <w:r>
        <w:tab/>
        <w:t>1.013e0</w:t>
      </w:r>
    </w:p>
    <w:p w14:paraId="38041372" w14:textId="77777777" w:rsidR="006D4449" w:rsidRDefault="006D4449" w:rsidP="006D4449">
      <w:r>
        <w:t>380.7982</w:t>
      </w:r>
      <w:r>
        <w:tab/>
        <w:t>2.025e0</w:t>
      </w:r>
    </w:p>
    <w:p w14:paraId="0F6ABF1B" w14:textId="77777777" w:rsidR="006D4449" w:rsidRDefault="006D4449" w:rsidP="006D4449">
      <w:r>
        <w:t>380.8137</w:t>
      </w:r>
      <w:r>
        <w:tab/>
        <w:t>2.025e0</w:t>
      </w:r>
    </w:p>
    <w:p w14:paraId="0D321540" w14:textId="77777777" w:rsidR="006D4449" w:rsidRDefault="006D4449" w:rsidP="006D4449">
      <w:r>
        <w:t>380.8426</w:t>
      </w:r>
      <w:r>
        <w:tab/>
        <w:t>1.013e0</w:t>
      </w:r>
    </w:p>
    <w:p w14:paraId="5565F2B1" w14:textId="77777777" w:rsidR="006D4449" w:rsidRDefault="006D4449" w:rsidP="006D4449">
      <w:r>
        <w:t>380.8688</w:t>
      </w:r>
      <w:r>
        <w:tab/>
        <w:t>1.013e0</w:t>
      </w:r>
    </w:p>
    <w:p w14:paraId="431C6437" w14:textId="77777777" w:rsidR="006D4449" w:rsidRDefault="006D4449" w:rsidP="006D4449">
      <w:r>
        <w:lastRenderedPageBreak/>
        <w:t>380.8827</w:t>
      </w:r>
      <w:r>
        <w:tab/>
        <w:t>1.013e0</w:t>
      </w:r>
    </w:p>
    <w:p w14:paraId="333D6BBF" w14:textId="77777777" w:rsidR="006D4449" w:rsidRDefault="006D4449" w:rsidP="006D4449">
      <w:r>
        <w:t>380.9118</w:t>
      </w:r>
      <w:r>
        <w:tab/>
        <w:t>2.025e0</w:t>
      </w:r>
    </w:p>
    <w:p w14:paraId="565B4917" w14:textId="77777777" w:rsidR="006D4449" w:rsidRDefault="006D4449" w:rsidP="006D4449">
      <w:r>
        <w:t>380.9253</w:t>
      </w:r>
      <w:r>
        <w:tab/>
        <w:t>5.063e0</w:t>
      </w:r>
    </w:p>
    <w:p w14:paraId="070FD4DF" w14:textId="77777777" w:rsidR="006D4449" w:rsidRDefault="006D4449" w:rsidP="006D4449">
      <w:r>
        <w:t>380.9267</w:t>
      </w:r>
      <w:r>
        <w:tab/>
        <w:t>4.051e0</w:t>
      </w:r>
    </w:p>
    <w:p w14:paraId="05661681" w14:textId="77777777" w:rsidR="006D4449" w:rsidRDefault="006D4449" w:rsidP="006D4449">
      <w:r>
        <w:t>380.9381</w:t>
      </w:r>
      <w:r>
        <w:tab/>
        <w:t>1.013e0</w:t>
      </w:r>
    </w:p>
    <w:p w14:paraId="3879FBC6" w14:textId="77777777" w:rsidR="006D4449" w:rsidRDefault="006D4449" w:rsidP="006D4449">
      <w:r>
        <w:t>380.9547</w:t>
      </w:r>
      <w:r>
        <w:tab/>
        <w:t>3.038e0</w:t>
      </w:r>
    </w:p>
    <w:p w14:paraId="3ABCBB83" w14:textId="77777777" w:rsidR="006D4449" w:rsidRDefault="006D4449" w:rsidP="006D4449">
      <w:r>
        <w:t>380.9838</w:t>
      </w:r>
      <w:r>
        <w:tab/>
        <w:t>1.013e0</w:t>
      </w:r>
    </w:p>
    <w:p w14:paraId="75726F99" w14:textId="77777777" w:rsidR="006D4449" w:rsidRDefault="006D4449" w:rsidP="006D4449">
      <w:r>
        <w:t>380.9956</w:t>
      </w:r>
      <w:r>
        <w:tab/>
        <w:t>2.025e0</w:t>
      </w:r>
    </w:p>
    <w:p w14:paraId="423026B6" w14:textId="77777777" w:rsidR="006D4449" w:rsidRDefault="006D4449" w:rsidP="006D4449">
      <w:r>
        <w:t>381.0147</w:t>
      </w:r>
      <w:r>
        <w:tab/>
        <w:t>3.038e0</w:t>
      </w:r>
    </w:p>
    <w:p w14:paraId="4C49DDC5" w14:textId="77777777" w:rsidR="006D4449" w:rsidRDefault="006D4449" w:rsidP="006D4449">
      <w:r>
        <w:t>381.0260</w:t>
      </w:r>
      <w:r>
        <w:tab/>
        <w:t>2.025e0</w:t>
      </w:r>
    </w:p>
    <w:p w14:paraId="48CDBD9C" w14:textId="77777777" w:rsidR="006D4449" w:rsidRDefault="006D4449" w:rsidP="006D4449">
      <w:r>
        <w:t>381.0297</w:t>
      </w:r>
      <w:r>
        <w:tab/>
        <w:t>2.025e0</w:t>
      </w:r>
    </w:p>
    <w:p w14:paraId="17EFEADB" w14:textId="77777777" w:rsidR="006D4449" w:rsidRDefault="006D4449" w:rsidP="006D4449">
      <w:r>
        <w:t>381.0796</w:t>
      </w:r>
      <w:r>
        <w:tab/>
        <w:t>2.025e0</w:t>
      </w:r>
    </w:p>
    <w:p w14:paraId="6A119D96" w14:textId="77777777" w:rsidR="006D4449" w:rsidRDefault="006D4449" w:rsidP="006D4449">
      <w:r>
        <w:t>381.0921</w:t>
      </w:r>
      <w:r>
        <w:tab/>
        <w:t>1.013e0</w:t>
      </w:r>
    </w:p>
    <w:p w14:paraId="40D76F04" w14:textId="77777777" w:rsidR="006D4449" w:rsidRDefault="006D4449" w:rsidP="006D4449">
      <w:r>
        <w:t>381.1033</w:t>
      </w:r>
      <w:r>
        <w:tab/>
        <w:t>2.025e0</w:t>
      </w:r>
    </w:p>
    <w:p w14:paraId="23CAB908" w14:textId="77777777" w:rsidR="006D4449" w:rsidRDefault="006D4449" w:rsidP="006D4449">
      <w:r>
        <w:t>381.1179</w:t>
      </w:r>
      <w:r>
        <w:tab/>
        <w:t>3.038e0</w:t>
      </w:r>
    </w:p>
    <w:p w14:paraId="332933CF" w14:textId="77777777" w:rsidR="006D4449" w:rsidRDefault="006D4449" w:rsidP="006D4449">
      <w:r>
        <w:t>381.1323</w:t>
      </w:r>
      <w:r>
        <w:tab/>
        <w:t>3.038e0</w:t>
      </w:r>
    </w:p>
    <w:p w14:paraId="4EB5661D" w14:textId="77777777" w:rsidR="006D4449" w:rsidRDefault="006D4449" w:rsidP="006D4449">
      <w:r>
        <w:t>381.1685</w:t>
      </w:r>
      <w:r>
        <w:tab/>
        <w:t>1.897e0</w:t>
      </w:r>
    </w:p>
    <w:p w14:paraId="201B3F2D" w14:textId="77777777" w:rsidR="006D4449" w:rsidRDefault="006D4449" w:rsidP="006D4449">
      <w:r>
        <w:t>381.1799</w:t>
      </w:r>
      <w:r>
        <w:tab/>
        <w:t>4.546e0</w:t>
      </w:r>
    </w:p>
    <w:p w14:paraId="5053769E" w14:textId="77777777" w:rsidR="006D4449" w:rsidRDefault="006D4449" w:rsidP="006D4449">
      <w:r>
        <w:t>381.2155</w:t>
      </w:r>
      <w:r>
        <w:tab/>
        <w:t>2.458e0</w:t>
      </w:r>
    </w:p>
    <w:p w14:paraId="2CFA5A00" w14:textId="77777777" w:rsidR="006D4449" w:rsidRDefault="006D4449" w:rsidP="006D4449">
      <w:r>
        <w:lastRenderedPageBreak/>
        <w:t>381.2279</w:t>
      </w:r>
      <w:r>
        <w:tab/>
        <w:t>1.929e0</w:t>
      </w:r>
    </w:p>
    <w:p w14:paraId="1B5B7A3C" w14:textId="77777777" w:rsidR="006D4449" w:rsidRDefault="006D4449" w:rsidP="006D4449">
      <w:r>
        <w:t>381.2353</w:t>
      </w:r>
      <w:r>
        <w:tab/>
        <w:t>2.025e0</w:t>
      </w:r>
    </w:p>
    <w:p w14:paraId="1F6D072C" w14:textId="77777777" w:rsidR="006D4449" w:rsidRDefault="006D4449" w:rsidP="006D4449">
      <w:r>
        <w:t>381.2457</w:t>
      </w:r>
      <w:r>
        <w:tab/>
        <w:t>1.945e0</w:t>
      </w:r>
    </w:p>
    <w:p w14:paraId="34B8DF61" w14:textId="77777777" w:rsidR="006D4449" w:rsidRDefault="006D4449" w:rsidP="006D4449">
      <w:r>
        <w:t>381.2563</w:t>
      </w:r>
      <w:r>
        <w:tab/>
        <w:t>3.661e0</w:t>
      </w:r>
    </w:p>
    <w:p w14:paraId="335E4F26" w14:textId="77777777" w:rsidR="006D4449" w:rsidRDefault="006D4449" w:rsidP="006D4449">
      <w:r>
        <w:t>381.2697</w:t>
      </w:r>
      <w:r>
        <w:tab/>
        <w:t>1.013e0</w:t>
      </w:r>
    </w:p>
    <w:p w14:paraId="440F4683" w14:textId="77777777" w:rsidR="006D4449" w:rsidRDefault="006D4449" w:rsidP="006D4449">
      <w:r>
        <w:t>381.3130</w:t>
      </w:r>
      <w:r>
        <w:tab/>
        <w:t>4.051e0</w:t>
      </w:r>
    </w:p>
    <w:p w14:paraId="1910E409" w14:textId="77777777" w:rsidR="006D4449" w:rsidRDefault="006D4449" w:rsidP="006D4449">
      <w:r>
        <w:t>381.3304</w:t>
      </w:r>
      <w:r>
        <w:tab/>
        <w:t>2.025e0</w:t>
      </w:r>
    </w:p>
    <w:p w14:paraId="3808FBF2" w14:textId="77777777" w:rsidR="006D4449" w:rsidRDefault="006D4449" w:rsidP="006D4449">
      <w:r>
        <w:t>381.3357</w:t>
      </w:r>
      <w:r>
        <w:tab/>
        <w:t>1.013e0</w:t>
      </w:r>
    </w:p>
    <w:p w14:paraId="4BB6421D" w14:textId="77777777" w:rsidR="006D4449" w:rsidRDefault="006D4449" w:rsidP="006D4449">
      <w:r>
        <w:t>381.3442</w:t>
      </w:r>
      <w:r>
        <w:tab/>
        <w:t>3.038e0</w:t>
      </w:r>
    </w:p>
    <w:p w14:paraId="2A132C27" w14:textId="77777777" w:rsidR="006D4449" w:rsidRDefault="006D4449" w:rsidP="006D4449">
      <w:r>
        <w:t>381.3496</w:t>
      </w:r>
      <w:r>
        <w:tab/>
        <w:t>4.051e0</w:t>
      </w:r>
    </w:p>
    <w:p w14:paraId="3C9190EF" w14:textId="77777777" w:rsidR="006D4449" w:rsidRDefault="006D4449" w:rsidP="006D4449">
      <w:r>
        <w:t>381.4102</w:t>
      </w:r>
      <w:r>
        <w:tab/>
        <w:t>1.013e0</w:t>
      </w:r>
    </w:p>
    <w:p w14:paraId="37720694" w14:textId="77777777" w:rsidR="006D4449" w:rsidRDefault="006D4449" w:rsidP="006D4449">
      <w:r>
        <w:t>381.4314</w:t>
      </w:r>
      <w:r>
        <w:tab/>
        <w:t>2.025e0</w:t>
      </w:r>
    </w:p>
    <w:p w14:paraId="2C7328DE" w14:textId="77777777" w:rsidR="006D4449" w:rsidRDefault="006D4449" w:rsidP="006D4449">
      <w:r>
        <w:t>381.4403</w:t>
      </w:r>
      <w:r>
        <w:tab/>
        <w:t>1.013e0</w:t>
      </w:r>
    </w:p>
    <w:p w14:paraId="58F3A2F7" w14:textId="77777777" w:rsidR="006D4449" w:rsidRDefault="006D4449" w:rsidP="006D4449">
      <w:r>
        <w:t>381.4427</w:t>
      </w:r>
      <w:r>
        <w:tab/>
        <w:t>2.025e0</w:t>
      </w:r>
    </w:p>
    <w:p w14:paraId="15BFC12A" w14:textId="77777777" w:rsidR="006D4449" w:rsidRDefault="006D4449" w:rsidP="006D4449">
      <w:r>
        <w:t>381.4630</w:t>
      </w:r>
      <w:r>
        <w:tab/>
        <w:t>1.013e0</w:t>
      </w:r>
    </w:p>
    <w:p w14:paraId="78621D27" w14:textId="77777777" w:rsidR="006D4449" w:rsidRDefault="006D4449" w:rsidP="006D4449">
      <w:r>
        <w:t>381.4774</w:t>
      </w:r>
      <w:r>
        <w:tab/>
        <w:t>2.025e0</w:t>
      </w:r>
    </w:p>
    <w:p w14:paraId="67056A82" w14:textId="77777777" w:rsidR="006D4449" w:rsidRDefault="006D4449" w:rsidP="006D4449">
      <w:r>
        <w:t>381.4865</w:t>
      </w:r>
      <w:r>
        <w:tab/>
        <w:t>1.013e0</w:t>
      </w:r>
    </w:p>
    <w:p w14:paraId="55D3FB7B" w14:textId="77777777" w:rsidR="006D4449" w:rsidRDefault="006D4449" w:rsidP="006D4449">
      <w:r>
        <w:t>381.5725</w:t>
      </w:r>
      <w:r>
        <w:tab/>
        <w:t>2.025e0</w:t>
      </w:r>
    </w:p>
    <w:p w14:paraId="406379FF" w14:textId="77777777" w:rsidR="006D4449" w:rsidRDefault="006D4449" w:rsidP="006D4449">
      <w:r>
        <w:t>381.5960</w:t>
      </w:r>
      <w:r>
        <w:tab/>
        <w:t>2.025e0</w:t>
      </w:r>
    </w:p>
    <w:p w14:paraId="434BFD15" w14:textId="77777777" w:rsidR="006D4449" w:rsidRDefault="006D4449" w:rsidP="006D4449">
      <w:r>
        <w:lastRenderedPageBreak/>
        <w:t>381.6354</w:t>
      </w:r>
      <w:r>
        <w:tab/>
        <w:t>1.013e0</w:t>
      </w:r>
    </w:p>
    <w:p w14:paraId="5538F97A" w14:textId="77777777" w:rsidR="006D4449" w:rsidRDefault="006D4449" w:rsidP="006D4449">
      <w:r>
        <w:t>381.6473</w:t>
      </w:r>
      <w:r>
        <w:tab/>
        <w:t>2.025e0</w:t>
      </w:r>
    </w:p>
    <w:p w14:paraId="05C797EA" w14:textId="77777777" w:rsidR="006D4449" w:rsidRDefault="006D4449" w:rsidP="006D4449">
      <w:r>
        <w:t>381.6557</w:t>
      </w:r>
      <w:r>
        <w:tab/>
        <w:t>1.013e0</w:t>
      </w:r>
    </w:p>
    <w:p w14:paraId="551B9046" w14:textId="77777777" w:rsidR="006D4449" w:rsidRDefault="006D4449" w:rsidP="006D4449">
      <w:r>
        <w:t>381.6594</w:t>
      </w:r>
      <w:r>
        <w:tab/>
        <w:t>1.013e0</w:t>
      </w:r>
    </w:p>
    <w:p w14:paraId="1D7AA3F9" w14:textId="77777777" w:rsidR="006D4449" w:rsidRDefault="006D4449" w:rsidP="006D4449">
      <w:r>
        <w:t>381.6881</w:t>
      </w:r>
      <w:r>
        <w:tab/>
        <w:t>1.013e0</w:t>
      </w:r>
    </w:p>
    <w:p w14:paraId="04F1596F" w14:textId="77777777" w:rsidR="006D4449" w:rsidRDefault="006D4449" w:rsidP="006D4449">
      <w:r>
        <w:t>381.7094</w:t>
      </w:r>
      <w:r>
        <w:tab/>
        <w:t>1.013e0</w:t>
      </w:r>
    </w:p>
    <w:p w14:paraId="3A009FDC" w14:textId="77777777" w:rsidR="006D4449" w:rsidRDefault="006D4449" w:rsidP="006D4449">
      <w:r>
        <w:t>381.7235</w:t>
      </w:r>
      <w:r>
        <w:tab/>
        <w:t>1.013e0</w:t>
      </w:r>
    </w:p>
    <w:p w14:paraId="45019F07" w14:textId="77777777" w:rsidR="006D4449" w:rsidRDefault="006D4449" w:rsidP="006D4449">
      <w:r>
        <w:t>381.7578</w:t>
      </w:r>
      <w:r>
        <w:tab/>
        <w:t>3.038e0</w:t>
      </w:r>
    </w:p>
    <w:p w14:paraId="6A3E9CCB" w14:textId="77777777" w:rsidR="006D4449" w:rsidRDefault="006D4449" w:rsidP="006D4449">
      <w:r>
        <w:t>381.7939</w:t>
      </w:r>
      <w:r>
        <w:tab/>
        <w:t>1.013e0</w:t>
      </w:r>
    </w:p>
    <w:p w14:paraId="7F11FBFF" w14:textId="77777777" w:rsidR="006D4449" w:rsidRDefault="006D4449" w:rsidP="006D4449">
      <w:r>
        <w:t>381.8167</w:t>
      </w:r>
      <w:r>
        <w:tab/>
        <w:t>1.013e0</w:t>
      </w:r>
    </w:p>
    <w:p w14:paraId="6FFD672F" w14:textId="77777777" w:rsidR="006D4449" w:rsidRDefault="006D4449" w:rsidP="006D4449">
      <w:r>
        <w:t>381.8998</w:t>
      </w:r>
      <w:r>
        <w:tab/>
        <w:t>3.038e0</w:t>
      </w:r>
    </w:p>
    <w:p w14:paraId="676C7886" w14:textId="77777777" w:rsidR="006D4449" w:rsidRDefault="006D4449" w:rsidP="006D4449">
      <w:r>
        <w:t>381.9066</w:t>
      </w:r>
      <w:r>
        <w:tab/>
        <w:t>2.025e0</w:t>
      </w:r>
    </w:p>
    <w:p w14:paraId="47588FA9" w14:textId="77777777" w:rsidR="006D4449" w:rsidRDefault="006D4449" w:rsidP="006D4449">
      <w:r>
        <w:t>381.9322</w:t>
      </w:r>
      <w:r>
        <w:tab/>
        <w:t>1.013e0</w:t>
      </w:r>
    </w:p>
    <w:p w14:paraId="2B8C1E36" w14:textId="77777777" w:rsidR="006D4449" w:rsidRDefault="006D4449" w:rsidP="006D4449">
      <w:r>
        <w:t>381.9381</w:t>
      </w:r>
      <w:r>
        <w:tab/>
        <w:t>5.063e0</w:t>
      </w:r>
    </w:p>
    <w:p w14:paraId="396FD2F6" w14:textId="77777777" w:rsidR="006D4449" w:rsidRDefault="006D4449" w:rsidP="006D4449">
      <w:r>
        <w:t>381.9426</w:t>
      </w:r>
      <w:r>
        <w:tab/>
        <w:t>2.025e0</w:t>
      </w:r>
    </w:p>
    <w:p w14:paraId="11FCFCF0" w14:textId="77777777" w:rsidR="006D4449" w:rsidRDefault="006D4449" w:rsidP="006D4449">
      <w:r>
        <w:t>381.9747</w:t>
      </w:r>
      <w:r>
        <w:tab/>
        <w:t>1.013e0</w:t>
      </w:r>
    </w:p>
    <w:p w14:paraId="3180474C" w14:textId="77777777" w:rsidR="006D4449" w:rsidRDefault="006D4449" w:rsidP="006D4449">
      <w:r>
        <w:t>381.9879</w:t>
      </w:r>
      <w:r>
        <w:tab/>
        <w:t>1.013e0</w:t>
      </w:r>
    </w:p>
    <w:p w14:paraId="213C0CB9" w14:textId="77777777" w:rsidR="006D4449" w:rsidRDefault="006D4449" w:rsidP="006D4449">
      <w:r>
        <w:t>381.9936</w:t>
      </w:r>
      <w:r>
        <w:tab/>
        <w:t>1.013e0</w:t>
      </w:r>
    </w:p>
    <w:p w14:paraId="17C0CE15" w14:textId="77777777" w:rsidR="006D4449" w:rsidRDefault="006D4449" w:rsidP="006D4449">
      <w:r>
        <w:t>382.0163</w:t>
      </w:r>
      <w:r>
        <w:tab/>
        <w:t>2.025e0</w:t>
      </w:r>
    </w:p>
    <w:p w14:paraId="5AAEA9EF" w14:textId="77777777" w:rsidR="006D4449" w:rsidRDefault="006D4449" w:rsidP="006D4449">
      <w:r>
        <w:lastRenderedPageBreak/>
        <w:t>382.0592</w:t>
      </w:r>
      <w:r>
        <w:tab/>
        <w:t>3.038e0</w:t>
      </w:r>
    </w:p>
    <w:p w14:paraId="79BA1967" w14:textId="77777777" w:rsidR="006D4449" w:rsidRDefault="006D4449" w:rsidP="006D4449">
      <w:r>
        <w:t>382.0648</w:t>
      </w:r>
      <w:r>
        <w:tab/>
        <w:t>1.013e0</w:t>
      </w:r>
    </w:p>
    <w:p w14:paraId="736D6D9D" w14:textId="77777777" w:rsidR="006D4449" w:rsidRDefault="006D4449" w:rsidP="006D4449">
      <w:r>
        <w:t>382.1272</w:t>
      </w:r>
      <w:r>
        <w:tab/>
        <w:t>3.038e0</w:t>
      </w:r>
    </w:p>
    <w:p w14:paraId="48132123" w14:textId="77777777" w:rsidR="006D4449" w:rsidRDefault="006D4449" w:rsidP="006D4449">
      <w:r>
        <w:t>382.1336</w:t>
      </w:r>
      <w:r>
        <w:tab/>
        <w:t>3.038e0</w:t>
      </w:r>
    </w:p>
    <w:p w14:paraId="20EB145B" w14:textId="77777777" w:rsidR="006D4449" w:rsidRDefault="006D4449" w:rsidP="006D4449">
      <w:r>
        <w:t>382.1439</w:t>
      </w:r>
      <w:r>
        <w:tab/>
        <w:t>2.025e0</w:t>
      </w:r>
    </w:p>
    <w:p w14:paraId="7578BC53" w14:textId="77777777" w:rsidR="006D4449" w:rsidRDefault="006D4449" w:rsidP="006D4449">
      <w:r>
        <w:t>382.1532</w:t>
      </w:r>
      <w:r>
        <w:tab/>
        <w:t>2.025e0</w:t>
      </w:r>
    </w:p>
    <w:p w14:paraId="33DDB11E" w14:textId="77777777" w:rsidR="006D4449" w:rsidRDefault="006D4449" w:rsidP="006D4449">
      <w:r>
        <w:t>382.1780</w:t>
      </w:r>
      <w:r>
        <w:tab/>
        <w:t>1.113e0</w:t>
      </w:r>
    </w:p>
    <w:p w14:paraId="5AE09434" w14:textId="77777777" w:rsidR="006D4449" w:rsidRDefault="006D4449" w:rsidP="006D4449">
      <w:r>
        <w:t>382.1829</w:t>
      </w:r>
      <w:r>
        <w:tab/>
        <w:t>1.013e0</w:t>
      </w:r>
    </w:p>
    <w:p w14:paraId="74A27397" w14:textId="77777777" w:rsidR="006D4449" w:rsidRDefault="006D4449" w:rsidP="006D4449">
      <w:r>
        <w:t>382.2094</w:t>
      </w:r>
      <w:r>
        <w:tab/>
        <w:t>1.742e0</w:t>
      </w:r>
    </w:p>
    <w:p w14:paraId="17396CDB" w14:textId="77777777" w:rsidR="006D4449" w:rsidRDefault="006D4449" w:rsidP="006D4449">
      <w:r>
        <w:t>382.2165</w:t>
      </w:r>
      <w:r>
        <w:tab/>
        <w:t>1.013e0</w:t>
      </w:r>
    </w:p>
    <w:p w14:paraId="1111D0EC" w14:textId="77777777" w:rsidR="006D4449" w:rsidRDefault="006D4449" w:rsidP="006D4449">
      <w:r>
        <w:t>382.2303</w:t>
      </w:r>
      <w:r>
        <w:tab/>
        <w:t>1.499e0</w:t>
      </w:r>
    </w:p>
    <w:p w14:paraId="7388AC85" w14:textId="77777777" w:rsidR="006D4449" w:rsidRDefault="006D4449" w:rsidP="006D4449">
      <w:r>
        <w:t>382.2489</w:t>
      </w:r>
      <w:r>
        <w:tab/>
        <w:t>3.993e0</w:t>
      </w:r>
    </w:p>
    <w:p w14:paraId="5D4F72C2" w14:textId="77777777" w:rsidR="006D4449" w:rsidRDefault="006D4449" w:rsidP="006D4449">
      <w:r>
        <w:t>382.2557</w:t>
      </w:r>
      <w:r>
        <w:tab/>
        <w:t>5.063e0</w:t>
      </w:r>
    </w:p>
    <w:p w14:paraId="4BF273D6" w14:textId="77777777" w:rsidR="006D4449" w:rsidRDefault="006D4449" w:rsidP="006D4449">
      <w:r>
        <w:t>382.2651</w:t>
      </w:r>
      <w:r>
        <w:tab/>
        <w:t>2.025e0</w:t>
      </w:r>
    </w:p>
    <w:p w14:paraId="2F52C025" w14:textId="77777777" w:rsidR="006D4449" w:rsidRDefault="006D4449" w:rsidP="006D4449">
      <w:r>
        <w:t>382.2728</w:t>
      </w:r>
      <w:r>
        <w:tab/>
        <w:t>1.013e0</w:t>
      </w:r>
    </w:p>
    <w:p w14:paraId="14A21865" w14:textId="77777777" w:rsidR="006D4449" w:rsidRDefault="006D4449" w:rsidP="006D4449">
      <w:r>
        <w:t>382.2816</w:t>
      </w:r>
      <w:r>
        <w:tab/>
        <w:t>2.025e0</w:t>
      </w:r>
    </w:p>
    <w:p w14:paraId="298EA313" w14:textId="77777777" w:rsidR="006D4449" w:rsidRDefault="006D4449" w:rsidP="006D4449">
      <w:r>
        <w:t>382.3073</w:t>
      </w:r>
      <w:r>
        <w:tab/>
        <w:t>1.013e0</w:t>
      </w:r>
    </w:p>
    <w:p w14:paraId="6012D536" w14:textId="77777777" w:rsidR="006D4449" w:rsidRDefault="006D4449" w:rsidP="006D4449">
      <w:r>
        <w:t>382.3126</w:t>
      </w:r>
      <w:r>
        <w:tab/>
        <w:t>2.321e0</w:t>
      </w:r>
    </w:p>
    <w:p w14:paraId="4D8A5321" w14:textId="77777777" w:rsidR="006D4449" w:rsidRDefault="006D4449" w:rsidP="006D4449">
      <w:r>
        <w:t>382.3322</w:t>
      </w:r>
      <w:r>
        <w:tab/>
        <w:t>1.013e0</w:t>
      </w:r>
    </w:p>
    <w:p w14:paraId="4EA40303" w14:textId="77777777" w:rsidR="006D4449" w:rsidRDefault="006D4449" w:rsidP="006D4449">
      <w:r>
        <w:lastRenderedPageBreak/>
        <w:t>382.3338</w:t>
      </w:r>
      <w:r>
        <w:tab/>
        <w:t>1.013e0</w:t>
      </w:r>
    </w:p>
    <w:p w14:paraId="051464C2" w14:textId="77777777" w:rsidR="006D4449" w:rsidRDefault="006D4449" w:rsidP="006D4449">
      <w:r>
        <w:t>382.3729</w:t>
      </w:r>
      <w:r>
        <w:tab/>
        <w:t>3.038e0</w:t>
      </w:r>
    </w:p>
    <w:p w14:paraId="7A6A11B5" w14:textId="77777777" w:rsidR="006D4449" w:rsidRDefault="006D4449" w:rsidP="006D4449">
      <w:r>
        <w:t>382.3851</w:t>
      </w:r>
      <w:r>
        <w:tab/>
        <w:t>2.025e0</w:t>
      </w:r>
    </w:p>
    <w:p w14:paraId="5236458A" w14:textId="77777777" w:rsidR="006D4449" w:rsidRDefault="006D4449" w:rsidP="006D4449">
      <w:r>
        <w:t>382.4764</w:t>
      </w:r>
      <w:r>
        <w:tab/>
        <w:t>2.025e0</w:t>
      </w:r>
    </w:p>
    <w:p w14:paraId="0716917C" w14:textId="77777777" w:rsidR="006D4449" w:rsidRDefault="006D4449" w:rsidP="006D4449">
      <w:r>
        <w:t>382.4858</w:t>
      </w:r>
      <w:r>
        <w:tab/>
        <w:t>1.013e0</w:t>
      </w:r>
    </w:p>
    <w:p w14:paraId="07D7E711" w14:textId="77777777" w:rsidR="006D4449" w:rsidRDefault="006D4449" w:rsidP="006D4449">
      <w:r>
        <w:t>382.5069</w:t>
      </w:r>
      <w:r>
        <w:tab/>
        <w:t>1.013e0</w:t>
      </w:r>
    </w:p>
    <w:p w14:paraId="00C82051" w14:textId="77777777" w:rsidR="006D4449" w:rsidRDefault="006D4449" w:rsidP="006D4449">
      <w:r>
        <w:t>382.5601</w:t>
      </w:r>
      <w:r>
        <w:tab/>
        <w:t>2.025e0</w:t>
      </w:r>
    </w:p>
    <w:p w14:paraId="188C6C31" w14:textId="77777777" w:rsidR="006D4449" w:rsidRDefault="006D4449" w:rsidP="006D4449">
      <w:r>
        <w:t>382.5991</w:t>
      </w:r>
      <w:r>
        <w:tab/>
        <w:t>1.013e0</w:t>
      </w:r>
    </w:p>
    <w:p w14:paraId="5E1F4015" w14:textId="77777777" w:rsidR="006D4449" w:rsidRDefault="006D4449" w:rsidP="006D4449">
      <w:r>
        <w:t>382.7088</w:t>
      </w:r>
      <w:r>
        <w:tab/>
        <w:t>1.013e0</w:t>
      </w:r>
    </w:p>
    <w:p w14:paraId="6FEA5861" w14:textId="77777777" w:rsidR="006D4449" w:rsidRDefault="006D4449" w:rsidP="006D4449">
      <w:r>
        <w:t>382.7328</w:t>
      </w:r>
      <w:r>
        <w:tab/>
        <w:t>1.013e0</w:t>
      </w:r>
    </w:p>
    <w:p w14:paraId="0C4D753B" w14:textId="77777777" w:rsidR="006D4449" w:rsidRDefault="006D4449" w:rsidP="006D4449">
      <w:r>
        <w:t>382.7412</w:t>
      </w:r>
      <w:r>
        <w:tab/>
        <w:t>1.013e0</w:t>
      </w:r>
    </w:p>
    <w:p w14:paraId="129712CE" w14:textId="77777777" w:rsidR="006D4449" w:rsidRDefault="006D4449" w:rsidP="006D4449">
      <w:r>
        <w:t>382.7957</w:t>
      </w:r>
      <w:r>
        <w:tab/>
        <w:t>1.013e0</w:t>
      </w:r>
    </w:p>
    <w:p w14:paraId="48B92F6B" w14:textId="77777777" w:rsidR="006D4449" w:rsidRDefault="006D4449" w:rsidP="006D4449">
      <w:r>
        <w:t>382.8667</w:t>
      </w:r>
      <w:r>
        <w:tab/>
        <w:t>5.063e0</w:t>
      </w:r>
    </w:p>
    <w:p w14:paraId="035CF9C3" w14:textId="77777777" w:rsidR="006D4449" w:rsidRDefault="006D4449" w:rsidP="006D4449">
      <w:r>
        <w:t>382.8950</w:t>
      </w:r>
      <w:r>
        <w:tab/>
        <w:t>5.063e0</w:t>
      </w:r>
    </w:p>
    <w:p w14:paraId="20E651CF" w14:textId="77777777" w:rsidR="006D4449" w:rsidRDefault="006D4449" w:rsidP="006D4449">
      <w:r>
        <w:t>382.8987</w:t>
      </w:r>
      <w:r>
        <w:tab/>
        <w:t>2.025e0</w:t>
      </w:r>
    </w:p>
    <w:p w14:paraId="3EDD2CDE" w14:textId="77777777" w:rsidR="006D4449" w:rsidRDefault="006D4449" w:rsidP="006D4449">
      <w:r>
        <w:t>382.9044</w:t>
      </w:r>
      <w:r>
        <w:tab/>
        <w:t>3.551e0</w:t>
      </w:r>
    </w:p>
    <w:p w14:paraId="460F231B" w14:textId="77777777" w:rsidR="006D4449" w:rsidRDefault="006D4449" w:rsidP="006D4449">
      <w:r>
        <w:t>382.9111</w:t>
      </w:r>
      <w:r>
        <w:tab/>
        <w:t>1.013e0</w:t>
      </w:r>
    </w:p>
    <w:p w14:paraId="4DC29036" w14:textId="77777777" w:rsidR="006D4449" w:rsidRDefault="006D4449" w:rsidP="006D4449">
      <w:r>
        <w:t>382.9435</w:t>
      </w:r>
      <w:r>
        <w:tab/>
        <w:t>1.013e0</w:t>
      </w:r>
    </w:p>
    <w:p w14:paraId="3C233372" w14:textId="77777777" w:rsidR="006D4449" w:rsidRDefault="006D4449" w:rsidP="006D4449">
      <w:r>
        <w:t>382.9995</w:t>
      </w:r>
      <w:r>
        <w:tab/>
        <w:t>2.025e0</w:t>
      </w:r>
    </w:p>
    <w:p w14:paraId="2D796F5C" w14:textId="77777777" w:rsidR="006D4449" w:rsidRDefault="006D4449" w:rsidP="006D4449">
      <w:r>
        <w:lastRenderedPageBreak/>
        <w:t>383.0110</w:t>
      </w:r>
      <w:r>
        <w:tab/>
        <w:t>4.051e0</w:t>
      </w:r>
    </w:p>
    <w:p w14:paraId="26B1F92F" w14:textId="77777777" w:rsidR="006D4449" w:rsidRDefault="006D4449" w:rsidP="006D4449">
      <w:r>
        <w:t>383.0128</w:t>
      </w:r>
      <w:r>
        <w:tab/>
        <w:t>2.025e0</w:t>
      </w:r>
    </w:p>
    <w:p w14:paraId="14B154F9" w14:textId="77777777" w:rsidR="006D4449" w:rsidRDefault="006D4449" w:rsidP="006D4449">
      <w:r>
        <w:t>383.0359</w:t>
      </w:r>
      <w:r>
        <w:tab/>
        <w:t>1.013e0</w:t>
      </w:r>
    </w:p>
    <w:p w14:paraId="72158036" w14:textId="77777777" w:rsidR="006D4449" w:rsidRDefault="006D4449" w:rsidP="006D4449">
      <w:r>
        <w:t>383.0431</w:t>
      </w:r>
      <w:r>
        <w:tab/>
        <w:t>2.025e0</w:t>
      </w:r>
    </w:p>
    <w:p w14:paraId="3DE49AD1" w14:textId="77777777" w:rsidR="006D4449" w:rsidRDefault="006D4449" w:rsidP="006D4449">
      <w:r>
        <w:t>383.0522</w:t>
      </w:r>
      <w:r>
        <w:tab/>
        <w:t>2.025e0</w:t>
      </w:r>
    </w:p>
    <w:p w14:paraId="06141FDE" w14:textId="77777777" w:rsidR="006D4449" w:rsidRDefault="006D4449" w:rsidP="006D4449">
      <w:r>
        <w:t>383.0538</w:t>
      </w:r>
      <w:r>
        <w:tab/>
        <w:t>1.013e0</w:t>
      </w:r>
    </w:p>
    <w:p w14:paraId="4D173641" w14:textId="77777777" w:rsidR="006D4449" w:rsidRDefault="006D4449" w:rsidP="006D4449">
      <w:r>
        <w:t>383.0883</w:t>
      </w:r>
      <w:r>
        <w:tab/>
        <w:t>2.025e0</w:t>
      </w:r>
    </w:p>
    <w:p w14:paraId="0E8934B5" w14:textId="77777777" w:rsidR="006D4449" w:rsidRDefault="006D4449" w:rsidP="006D4449">
      <w:r>
        <w:t>383.1035</w:t>
      </w:r>
      <w:r>
        <w:tab/>
        <w:t>3.038e0</w:t>
      </w:r>
    </w:p>
    <w:p w14:paraId="40B7B61B" w14:textId="77777777" w:rsidR="006D4449" w:rsidRDefault="006D4449" w:rsidP="006D4449">
      <w:r>
        <w:t>383.1255</w:t>
      </w:r>
      <w:r>
        <w:tab/>
        <w:t>2.025e0</w:t>
      </w:r>
    </w:p>
    <w:p w14:paraId="62D2060B" w14:textId="77777777" w:rsidR="006D4449" w:rsidRDefault="006D4449" w:rsidP="006D4449">
      <w:r>
        <w:t>383.1467</w:t>
      </w:r>
      <w:r>
        <w:tab/>
        <w:t>3.038e0</w:t>
      </w:r>
    </w:p>
    <w:p w14:paraId="2E3EC4D7" w14:textId="77777777" w:rsidR="006D4449" w:rsidRDefault="006D4449" w:rsidP="006D4449">
      <w:r>
        <w:t>383.1520</w:t>
      </w:r>
      <w:r>
        <w:tab/>
        <w:t>4.051e0</w:t>
      </w:r>
    </w:p>
    <w:p w14:paraId="391234B6" w14:textId="77777777" w:rsidR="006D4449" w:rsidRDefault="006D4449" w:rsidP="006D4449">
      <w:r>
        <w:t>383.1571</w:t>
      </w:r>
      <w:r>
        <w:tab/>
        <w:t>3.038e0</w:t>
      </w:r>
    </w:p>
    <w:p w14:paraId="0A7D0456" w14:textId="77777777" w:rsidR="006D4449" w:rsidRDefault="006D4449" w:rsidP="006D4449">
      <w:r>
        <w:t>383.2134</w:t>
      </w:r>
      <w:r>
        <w:tab/>
        <w:t>3.794e0</w:t>
      </w:r>
    </w:p>
    <w:p w14:paraId="791BFF07" w14:textId="77777777" w:rsidR="006D4449" w:rsidRDefault="006D4449" w:rsidP="006D4449">
      <w:r>
        <w:t>383.2169</w:t>
      </w:r>
      <w:r>
        <w:tab/>
        <w:t>5.590e0</w:t>
      </w:r>
    </w:p>
    <w:p w14:paraId="42139AB1" w14:textId="77777777" w:rsidR="006D4449" w:rsidRDefault="006D4449" w:rsidP="006D4449">
      <w:r>
        <w:t>383.2219</w:t>
      </w:r>
      <w:r>
        <w:tab/>
        <w:t>6.076e0</w:t>
      </w:r>
    </w:p>
    <w:p w14:paraId="0522488E" w14:textId="77777777" w:rsidR="006D4449" w:rsidRDefault="006D4449" w:rsidP="006D4449">
      <w:r>
        <w:t>383.2231</w:t>
      </w:r>
      <w:r>
        <w:tab/>
        <w:t>2.924e0</w:t>
      </w:r>
    </w:p>
    <w:p w14:paraId="0F46114F" w14:textId="77777777" w:rsidR="006D4449" w:rsidRDefault="006D4449" w:rsidP="006D4449">
      <w:r>
        <w:t>383.2279</w:t>
      </w:r>
      <w:r>
        <w:tab/>
        <w:t>2.955e0</w:t>
      </w:r>
    </w:p>
    <w:p w14:paraId="0E12AD23" w14:textId="77777777" w:rsidR="006D4449" w:rsidRDefault="006D4449" w:rsidP="006D4449">
      <w:r>
        <w:t>383.2502</w:t>
      </w:r>
      <w:r>
        <w:tab/>
        <w:t>4.051e0</w:t>
      </w:r>
    </w:p>
    <w:p w14:paraId="7D88DC59" w14:textId="77777777" w:rsidR="006D4449" w:rsidRDefault="006D4449" w:rsidP="006D4449">
      <w:r>
        <w:t>383.2697</w:t>
      </w:r>
      <w:r>
        <w:tab/>
        <w:t>2.025e0</w:t>
      </w:r>
    </w:p>
    <w:p w14:paraId="067A2ADC" w14:textId="77777777" w:rsidR="006D4449" w:rsidRDefault="006D4449" w:rsidP="006D4449">
      <w:r>
        <w:lastRenderedPageBreak/>
        <w:t>383.3174</w:t>
      </w:r>
      <w:r>
        <w:tab/>
        <w:t>1.013e0</w:t>
      </w:r>
    </w:p>
    <w:p w14:paraId="17CAFC63" w14:textId="77777777" w:rsidR="006D4449" w:rsidRDefault="006D4449" w:rsidP="006D4449">
      <w:r>
        <w:t>383.3229</w:t>
      </w:r>
      <w:r>
        <w:tab/>
        <w:t>2.025e0</w:t>
      </w:r>
    </w:p>
    <w:p w14:paraId="614119DC" w14:textId="77777777" w:rsidR="006D4449" w:rsidRDefault="006D4449" w:rsidP="006D4449">
      <w:r>
        <w:t>383.3542</w:t>
      </w:r>
      <w:r>
        <w:tab/>
        <w:t>4.051e0</w:t>
      </w:r>
    </w:p>
    <w:p w14:paraId="1989FA18" w14:textId="77777777" w:rsidR="006D4449" w:rsidRDefault="006D4449" w:rsidP="006D4449">
      <w:r>
        <w:t>383.3582</w:t>
      </w:r>
      <w:r>
        <w:tab/>
        <w:t>1.013e0</w:t>
      </w:r>
    </w:p>
    <w:p w14:paraId="5D4C3725" w14:textId="77777777" w:rsidR="006D4449" w:rsidRDefault="006D4449" w:rsidP="006D4449">
      <w:r>
        <w:t>383.3969</w:t>
      </w:r>
      <w:r>
        <w:tab/>
        <w:t>2.025e0</w:t>
      </w:r>
    </w:p>
    <w:p w14:paraId="4FEC6AC5" w14:textId="77777777" w:rsidR="006D4449" w:rsidRDefault="006D4449" w:rsidP="006D4449">
      <w:r>
        <w:t>383.4112</w:t>
      </w:r>
      <w:r>
        <w:tab/>
        <w:t>3.038e0</w:t>
      </w:r>
    </w:p>
    <w:p w14:paraId="3BC8E9B9" w14:textId="77777777" w:rsidR="006D4449" w:rsidRDefault="006D4449" w:rsidP="006D4449">
      <w:r>
        <w:t>383.4341</w:t>
      </w:r>
      <w:r>
        <w:tab/>
        <w:t>4.051e0</w:t>
      </w:r>
    </w:p>
    <w:p w14:paraId="25BB361A" w14:textId="77777777" w:rsidR="006D4449" w:rsidRDefault="006D4449" w:rsidP="006D4449">
      <w:r>
        <w:t>383.4588</w:t>
      </w:r>
      <w:r>
        <w:tab/>
        <w:t>1.013e0</w:t>
      </w:r>
    </w:p>
    <w:p w14:paraId="1A173965" w14:textId="77777777" w:rsidR="006D4449" w:rsidRDefault="006D4449" w:rsidP="006D4449">
      <w:r>
        <w:t>383.4739</w:t>
      </w:r>
      <w:r>
        <w:tab/>
        <w:t>1.013e0</w:t>
      </w:r>
    </w:p>
    <w:p w14:paraId="0801A924" w14:textId="77777777" w:rsidR="006D4449" w:rsidRDefault="006D4449" w:rsidP="006D4449">
      <w:r>
        <w:t>383.5079</w:t>
      </w:r>
      <w:r>
        <w:tab/>
        <w:t>1.013e0</w:t>
      </w:r>
    </w:p>
    <w:p w14:paraId="42C28E90" w14:textId="77777777" w:rsidR="006D4449" w:rsidRDefault="006D4449" w:rsidP="006D4449">
      <w:r>
        <w:t>383.5262</w:t>
      </w:r>
      <w:r>
        <w:tab/>
        <w:t>1.013e0</w:t>
      </w:r>
    </w:p>
    <w:p w14:paraId="3CE404E7" w14:textId="77777777" w:rsidR="006D4449" w:rsidRDefault="006D4449" w:rsidP="006D4449">
      <w:r>
        <w:t>383.5459</w:t>
      </w:r>
      <w:r>
        <w:tab/>
        <w:t>3.038e0</w:t>
      </w:r>
    </w:p>
    <w:p w14:paraId="129CDC8D" w14:textId="77777777" w:rsidR="006D4449" w:rsidRDefault="006D4449" w:rsidP="006D4449">
      <w:r>
        <w:t>383.5495</w:t>
      </w:r>
      <w:r>
        <w:tab/>
        <w:t>1.013e0</w:t>
      </w:r>
    </w:p>
    <w:p w14:paraId="26C5BD67" w14:textId="77777777" w:rsidR="006D4449" w:rsidRDefault="006D4449" w:rsidP="006D4449">
      <w:r>
        <w:t>383.5668</w:t>
      </w:r>
      <w:r>
        <w:tab/>
        <w:t>1.013e0</w:t>
      </w:r>
    </w:p>
    <w:p w14:paraId="0AFFEA65" w14:textId="77777777" w:rsidR="006D4449" w:rsidRDefault="006D4449" w:rsidP="006D4449">
      <w:r>
        <w:t>383.5936</w:t>
      </w:r>
      <w:r>
        <w:tab/>
        <w:t>1.013e0</w:t>
      </w:r>
    </w:p>
    <w:p w14:paraId="16CFCD3B" w14:textId="77777777" w:rsidR="006D4449" w:rsidRDefault="006D4449" w:rsidP="006D4449">
      <w:r>
        <w:t>383.6305</w:t>
      </w:r>
      <w:r>
        <w:tab/>
        <w:t>1.013e0</w:t>
      </w:r>
    </w:p>
    <w:p w14:paraId="3D010E2D" w14:textId="77777777" w:rsidR="006D4449" w:rsidRDefault="006D4449" w:rsidP="006D4449">
      <w:r>
        <w:t>383.6321</w:t>
      </w:r>
      <w:r>
        <w:tab/>
        <w:t>1.013e0</w:t>
      </w:r>
    </w:p>
    <w:p w14:paraId="6C89A199" w14:textId="77777777" w:rsidR="006D4449" w:rsidRDefault="006D4449" w:rsidP="006D4449">
      <w:r>
        <w:t>383.6661</w:t>
      </w:r>
      <w:r>
        <w:tab/>
        <w:t>1.013e0</w:t>
      </w:r>
    </w:p>
    <w:p w14:paraId="77094ED5" w14:textId="77777777" w:rsidR="006D4449" w:rsidRDefault="006D4449" w:rsidP="006D4449">
      <w:r>
        <w:t>383.6733</w:t>
      </w:r>
      <w:r>
        <w:tab/>
        <w:t>2.025e0</w:t>
      </w:r>
    </w:p>
    <w:p w14:paraId="3B224315" w14:textId="77777777" w:rsidR="006D4449" w:rsidRDefault="006D4449" w:rsidP="006D4449">
      <w:r>
        <w:lastRenderedPageBreak/>
        <w:t>383.7032</w:t>
      </w:r>
      <w:r>
        <w:tab/>
        <w:t>1.013e0</w:t>
      </w:r>
    </w:p>
    <w:p w14:paraId="2C74404A" w14:textId="77777777" w:rsidR="006D4449" w:rsidRDefault="006D4449" w:rsidP="006D4449">
      <w:r>
        <w:t>383.7326</w:t>
      </w:r>
      <w:r>
        <w:tab/>
        <w:t>1.013e0</w:t>
      </w:r>
    </w:p>
    <w:p w14:paraId="02D3318D" w14:textId="77777777" w:rsidR="006D4449" w:rsidRDefault="006D4449" w:rsidP="006D4449">
      <w:r>
        <w:t>383.7391</w:t>
      </w:r>
      <w:r>
        <w:tab/>
        <w:t>2.025e0</w:t>
      </w:r>
    </w:p>
    <w:p w14:paraId="7B209974" w14:textId="77777777" w:rsidR="006D4449" w:rsidRDefault="006D4449" w:rsidP="006D4449">
      <w:r>
        <w:t>383.7769</w:t>
      </w:r>
      <w:r>
        <w:tab/>
        <w:t>2.025e0</w:t>
      </w:r>
    </w:p>
    <w:p w14:paraId="2CABEFEE" w14:textId="77777777" w:rsidR="006D4449" w:rsidRDefault="006D4449" w:rsidP="006D4449">
      <w:r>
        <w:t>383.7862</w:t>
      </w:r>
      <w:r>
        <w:tab/>
        <w:t>1.013e0</w:t>
      </w:r>
    </w:p>
    <w:p w14:paraId="5B204085" w14:textId="77777777" w:rsidR="006D4449" w:rsidRDefault="006D4449" w:rsidP="006D4449">
      <w:r>
        <w:t>383.8022</w:t>
      </w:r>
      <w:r>
        <w:tab/>
        <w:t>2.025e0</w:t>
      </w:r>
    </w:p>
    <w:p w14:paraId="7F581DF5" w14:textId="77777777" w:rsidR="006D4449" w:rsidRDefault="006D4449" w:rsidP="006D4449">
      <w:r>
        <w:t>383.8228</w:t>
      </w:r>
      <w:r>
        <w:tab/>
        <w:t>1.013e0</w:t>
      </w:r>
    </w:p>
    <w:p w14:paraId="72823291" w14:textId="77777777" w:rsidR="006D4449" w:rsidRDefault="006D4449" w:rsidP="006D4449">
      <w:r>
        <w:t>383.8296</w:t>
      </w:r>
      <w:r>
        <w:tab/>
        <w:t>1.013e0</w:t>
      </w:r>
    </w:p>
    <w:p w14:paraId="07DADA8B" w14:textId="77777777" w:rsidR="006D4449" w:rsidRDefault="006D4449" w:rsidP="006D4449">
      <w:r>
        <w:t>383.8323</w:t>
      </w:r>
      <w:r>
        <w:tab/>
        <w:t>1.013e0</w:t>
      </w:r>
    </w:p>
    <w:p w14:paraId="71FEAF54" w14:textId="77777777" w:rsidR="006D4449" w:rsidRDefault="006D4449" w:rsidP="006D4449">
      <w:r>
        <w:t>383.8802</w:t>
      </w:r>
      <w:r>
        <w:tab/>
        <w:t>2.025e0</w:t>
      </w:r>
    </w:p>
    <w:p w14:paraId="5299297E" w14:textId="77777777" w:rsidR="006D4449" w:rsidRDefault="006D4449" w:rsidP="006D4449">
      <w:r>
        <w:t>383.8840</w:t>
      </w:r>
      <w:r>
        <w:tab/>
        <w:t>1.013e0</w:t>
      </w:r>
    </w:p>
    <w:p w14:paraId="58D9A9E7" w14:textId="77777777" w:rsidR="006D4449" w:rsidRDefault="006D4449" w:rsidP="006D4449">
      <w:r>
        <w:t>383.8892</w:t>
      </w:r>
      <w:r>
        <w:tab/>
        <w:t>1.013e0</w:t>
      </w:r>
    </w:p>
    <w:p w14:paraId="3157E8AC" w14:textId="77777777" w:rsidR="006D4449" w:rsidRDefault="006D4449" w:rsidP="006D4449">
      <w:r>
        <w:t>383.9300</w:t>
      </w:r>
      <w:r>
        <w:tab/>
        <w:t>2.025e0</w:t>
      </w:r>
    </w:p>
    <w:p w14:paraId="1485DB97" w14:textId="77777777" w:rsidR="006D4449" w:rsidRDefault="006D4449" w:rsidP="006D4449">
      <w:r>
        <w:t>383.9350</w:t>
      </w:r>
      <w:r>
        <w:tab/>
        <w:t>2.025e0</w:t>
      </w:r>
    </w:p>
    <w:p w14:paraId="6E45DFCF" w14:textId="77777777" w:rsidR="006D4449" w:rsidRDefault="006D4449" w:rsidP="006D4449">
      <w:r>
        <w:t>383.9505</w:t>
      </w:r>
      <w:r>
        <w:tab/>
        <w:t>1.013e0</w:t>
      </w:r>
    </w:p>
    <w:p w14:paraId="09A7EBA2" w14:textId="77777777" w:rsidR="006D4449" w:rsidRDefault="006D4449" w:rsidP="006D4449">
      <w:r>
        <w:t>383.9648</w:t>
      </w:r>
      <w:r>
        <w:tab/>
        <w:t>1.013e0</w:t>
      </w:r>
    </w:p>
    <w:p w14:paraId="0A075AD4" w14:textId="77777777" w:rsidR="006D4449" w:rsidRDefault="006D4449" w:rsidP="006D4449">
      <w:r>
        <w:t>383.9982</w:t>
      </w:r>
      <w:r>
        <w:tab/>
        <w:t>1.013e0</w:t>
      </w:r>
    </w:p>
    <w:p w14:paraId="57343A9A" w14:textId="77777777" w:rsidR="006D4449" w:rsidRDefault="006D4449" w:rsidP="006D4449">
      <w:r>
        <w:t>384.0067</w:t>
      </w:r>
      <w:r>
        <w:tab/>
        <w:t>1.013e0</w:t>
      </w:r>
    </w:p>
    <w:p w14:paraId="09B8F9A5" w14:textId="77777777" w:rsidR="006D4449" w:rsidRDefault="006D4449" w:rsidP="006D4449">
      <w:r>
        <w:t>384.0148</w:t>
      </w:r>
      <w:r>
        <w:tab/>
        <w:t>4.051e0</w:t>
      </w:r>
    </w:p>
    <w:p w14:paraId="184DDE4D" w14:textId="77777777" w:rsidR="006D4449" w:rsidRDefault="006D4449" w:rsidP="006D4449">
      <w:r>
        <w:lastRenderedPageBreak/>
        <w:t>384.0555</w:t>
      </w:r>
      <w:r>
        <w:tab/>
        <w:t>1.013e0</w:t>
      </w:r>
    </w:p>
    <w:p w14:paraId="7E55DBA7" w14:textId="77777777" w:rsidR="006D4449" w:rsidRDefault="006D4449" w:rsidP="006D4449">
      <w:r>
        <w:t>384.0767</w:t>
      </w:r>
      <w:r>
        <w:tab/>
        <w:t>1.013e0</w:t>
      </w:r>
    </w:p>
    <w:p w14:paraId="3ED891E6" w14:textId="77777777" w:rsidR="006D4449" w:rsidRDefault="006D4449" w:rsidP="006D4449">
      <w:r>
        <w:t>384.0884</w:t>
      </w:r>
      <w:r>
        <w:tab/>
        <w:t>1.013e0</w:t>
      </w:r>
    </w:p>
    <w:p w14:paraId="156204B1" w14:textId="77777777" w:rsidR="006D4449" w:rsidRDefault="006D4449" w:rsidP="006D4449">
      <w:r>
        <w:t>384.1122</w:t>
      </w:r>
      <w:r>
        <w:tab/>
        <w:t>2.025e0</w:t>
      </w:r>
    </w:p>
    <w:p w14:paraId="6C5AAF7F" w14:textId="77777777" w:rsidR="006D4449" w:rsidRDefault="006D4449" w:rsidP="006D4449">
      <w:r>
        <w:t>384.1185</w:t>
      </w:r>
      <w:r>
        <w:tab/>
        <w:t>5.063e0</w:t>
      </w:r>
    </w:p>
    <w:p w14:paraId="6E0B99FD" w14:textId="77777777" w:rsidR="006D4449" w:rsidRDefault="006D4449" w:rsidP="006D4449">
      <w:r>
        <w:t>384.1277</w:t>
      </w:r>
      <w:r>
        <w:tab/>
        <w:t>1.013e0</w:t>
      </w:r>
    </w:p>
    <w:p w14:paraId="4E1F6CAE" w14:textId="77777777" w:rsidR="006D4449" w:rsidRDefault="006D4449" w:rsidP="006D4449">
      <w:r>
        <w:t>384.1418</w:t>
      </w:r>
      <w:r>
        <w:tab/>
        <w:t>1.013e0</w:t>
      </w:r>
    </w:p>
    <w:p w14:paraId="26992D19" w14:textId="77777777" w:rsidR="006D4449" w:rsidRDefault="006D4449" w:rsidP="006D4449">
      <w:r>
        <w:t>384.1725</w:t>
      </w:r>
      <w:r>
        <w:tab/>
        <w:t>6.509e0</w:t>
      </w:r>
    </w:p>
    <w:p w14:paraId="5D63E269" w14:textId="77777777" w:rsidR="006D4449" w:rsidRDefault="006D4449" w:rsidP="006D4449">
      <w:r>
        <w:t>384.1740</w:t>
      </w:r>
      <w:r>
        <w:tab/>
        <w:t>4.046e0</w:t>
      </w:r>
    </w:p>
    <w:p w14:paraId="5BF1B72D" w14:textId="77777777" w:rsidR="006D4449" w:rsidRDefault="006D4449" w:rsidP="006D4449">
      <w:r>
        <w:t>384.1861</w:t>
      </w:r>
      <w:r>
        <w:tab/>
        <w:t>4.051e0</w:t>
      </w:r>
    </w:p>
    <w:p w14:paraId="630D1BCD" w14:textId="77777777" w:rsidR="006D4449" w:rsidRDefault="006D4449" w:rsidP="006D4449">
      <w:r>
        <w:t>384.1908</w:t>
      </w:r>
      <w:r>
        <w:tab/>
        <w:t>1.003e1</w:t>
      </w:r>
    </w:p>
    <w:p w14:paraId="08F07B3E" w14:textId="77777777" w:rsidR="006D4449" w:rsidRDefault="006D4449" w:rsidP="006D4449">
      <w:r>
        <w:t>384.2154</w:t>
      </w:r>
      <w:r>
        <w:tab/>
        <w:t>1.618e1</w:t>
      </w:r>
    </w:p>
    <w:p w14:paraId="0CB49EFE" w14:textId="77777777" w:rsidR="006D4449" w:rsidRDefault="006D4449" w:rsidP="006D4449">
      <w:r>
        <w:t>384.2181</w:t>
      </w:r>
      <w:r>
        <w:tab/>
        <w:t>2.140e1</w:t>
      </w:r>
    </w:p>
    <w:p w14:paraId="084422DC" w14:textId="77777777" w:rsidR="006D4449" w:rsidRDefault="006D4449" w:rsidP="006D4449">
      <w:r>
        <w:t>384.2210</w:t>
      </w:r>
      <w:r>
        <w:tab/>
        <w:t>3.121e1</w:t>
      </w:r>
    </w:p>
    <w:p w14:paraId="38FA0852" w14:textId="77777777" w:rsidR="006D4449" w:rsidRDefault="006D4449" w:rsidP="006D4449">
      <w:r>
        <w:t>384.2625</w:t>
      </w:r>
      <w:r>
        <w:tab/>
        <w:t>2.025e0</w:t>
      </w:r>
    </w:p>
    <w:p w14:paraId="6B1E06AE" w14:textId="77777777" w:rsidR="006D4449" w:rsidRDefault="006D4449" w:rsidP="006D4449">
      <w:r>
        <w:t>384.2900</w:t>
      </w:r>
      <w:r>
        <w:tab/>
        <w:t>3.038e0</w:t>
      </w:r>
    </w:p>
    <w:p w14:paraId="79F339B1" w14:textId="77777777" w:rsidR="006D4449" w:rsidRDefault="006D4449" w:rsidP="006D4449">
      <w:r>
        <w:t>384.3015</w:t>
      </w:r>
      <w:r>
        <w:tab/>
        <w:t>1.013e0</w:t>
      </w:r>
    </w:p>
    <w:p w14:paraId="02F93E81" w14:textId="77777777" w:rsidR="006D4449" w:rsidRDefault="006D4449" w:rsidP="006D4449">
      <w:r>
        <w:t>384.3368</w:t>
      </w:r>
      <w:r>
        <w:tab/>
        <w:t>3.038e0</w:t>
      </w:r>
    </w:p>
    <w:p w14:paraId="2EDF9070" w14:textId="77777777" w:rsidR="006D4449" w:rsidRDefault="006D4449" w:rsidP="006D4449">
      <w:r>
        <w:t>384.3546</w:t>
      </w:r>
      <w:r>
        <w:tab/>
        <w:t>2.097e0</w:t>
      </w:r>
    </w:p>
    <w:p w14:paraId="51B4EDA8" w14:textId="77777777" w:rsidR="006D4449" w:rsidRDefault="006D4449" w:rsidP="006D4449">
      <w:r>
        <w:lastRenderedPageBreak/>
        <w:t>384.3884</w:t>
      </w:r>
      <w:r>
        <w:tab/>
        <w:t>1.013e0</w:t>
      </w:r>
    </w:p>
    <w:p w14:paraId="250E3620" w14:textId="77777777" w:rsidR="006D4449" w:rsidRDefault="006D4449" w:rsidP="006D4449">
      <w:r>
        <w:t>384.3907</w:t>
      </w:r>
      <w:r>
        <w:tab/>
        <w:t>2.025e0</w:t>
      </w:r>
    </w:p>
    <w:p w14:paraId="2D3F3946" w14:textId="77777777" w:rsidR="006D4449" w:rsidRDefault="006D4449" w:rsidP="006D4449">
      <w:r>
        <w:t>384.4089</w:t>
      </w:r>
      <w:r>
        <w:tab/>
        <w:t>2.025e0</w:t>
      </w:r>
    </w:p>
    <w:p w14:paraId="6D850F7D" w14:textId="77777777" w:rsidR="006D4449" w:rsidRDefault="006D4449" w:rsidP="006D4449">
      <w:r>
        <w:t>384.4249</w:t>
      </w:r>
      <w:r>
        <w:tab/>
        <w:t>2.025e0</w:t>
      </w:r>
    </w:p>
    <w:p w14:paraId="24B01F2E" w14:textId="77777777" w:rsidR="006D4449" w:rsidRDefault="006D4449" w:rsidP="006D4449">
      <w:r>
        <w:t>384.4556</w:t>
      </w:r>
      <w:r>
        <w:tab/>
        <w:t>1.013e0</w:t>
      </w:r>
    </w:p>
    <w:p w14:paraId="13A8E96D" w14:textId="77777777" w:rsidR="006D4449" w:rsidRDefault="006D4449" w:rsidP="006D4449">
      <w:r>
        <w:t>384.4793</w:t>
      </w:r>
      <w:r>
        <w:tab/>
        <w:t>2.025e0</w:t>
      </w:r>
    </w:p>
    <w:p w14:paraId="520FB989" w14:textId="77777777" w:rsidR="006D4449" w:rsidRDefault="006D4449" w:rsidP="006D4449">
      <w:r>
        <w:t>384.5316</w:t>
      </w:r>
      <w:r>
        <w:tab/>
        <w:t>1.013e0</w:t>
      </w:r>
    </w:p>
    <w:p w14:paraId="404DACCA" w14:textId="77777777" w:rsidR="006D4449" w:rsidRDefault="006D4449" w:rsidP="006D4449">
      <w:r>
        <w:t>384.5710</w:t>
      </w:r>
      <w:r>
        <w:tab/>
        <w:t>1.013e0</w:t>
      </w:r>
    </w:p>
    <w:p w14:paraId="7EEA8A0F" w14:textId="77777777" w:rsidR="006D4449" w:rsidRDefault="006D4449" w:rsidP="006D4449">
      <w:r>
        <w:t>384.5883</w:t>
      </w:r>
      <w:r>
        <w:tab/>
        <w:t>1.013e0</w:t>
      </w:r>
    </w:p>
    <w:p w14:paraId="06BF6900" w14:textId="77777777" w:rsidR="006D4449" w:rsidRDefault="006D4449" w:rsidP="006D4449">
      <w:r>
        <w:t>384.6103</w:t>
      </w:r>
      <w:r>
        <w:tab/>
        <w:t>2.025e0</w:t>
      </w:r>
    </w:p>
    <w:p w14:paraId="782BC8BD" w14:textId="77777777" w:rsidR="006D4449" w:rsidRDefault="006D4449" w:rsidP="006D4449">
      <w:r>
        <w:t>384.6584</w:t>
      </w:r>
      <w:r>
        <w:tab/>
        <w:t>2.025e0</w:t>
      </w:r>
    </w:p>
    <w:p w14:paraId="42C0ED27" w14:textId="77777777" w:rsidR="006D4449" w:rsidRDefault="006D4449" w:rsidP="006D4449">
      <w:r>
        <w:t>384.6728</w:t>
      </w:r>
      <w:r>
        <w:tab/>
        <w:t>1.013e0</w:t>
      </w:r>
    </w:p>
    <w:p w14:paraId="7E56B99F" w14:textId="77777777" w:rsidR="006D4449" w:rsidRDefault="006D4449" w:rsidP="006D4449">
      <w:r>
        <w:t>384.6751</w:t>
      </w:r>
      <w:r>
        <w:tab/>
        <w:t>1.013e0</w:t>
      </w:r>
    </w:p>
    <w:p w14:paraId="601BFB66" w14:textId="77777777" w:rsidR="006D4449" w:rsidRDefault="006D4449" w:rsidP="006D4449">
      <w:r>
        <w:t>384.7022</w:t>
      </w:r>
      <w:r>
        <w:tab/>
        <w:t>1.013e0</w:t>
      </w:r>
    </w:p>
    <w:p w14:paraId="2C8874F6" w14:textId="77777777" w:rsidR="006D4449" w:rsidRDefault="006D4449" w:rsidP="006D4449">
      <w:r>
        <w:t>384.7175</w:t>
      </w:r>
      <w:r>
        <w:tab/>
        <w:t>1.013e0</w:t>
      </w:r>
    </w:p>
    <w:p w14:paraId="09FBD358" w14:textId="77777777" w:rsidR="006D4449" w:rsidRDefault="006D4449" w:rsidP="006D4449">
      <w:r>
        <w:t>384.7378</w:t>
      </w:r>
      <w:r>
        <w:tab/>
        <w:t>3.038e0</w:t>
      </w:r>
    </w:p>
    <w:p w14:paraId="1CE77F82" w14:textId="77777777" w:rsidR="006D4449" w:rsidRDefault="006D4449" w:rsidP="006D4449">
      <w:r>
        <w:t>384.7568</w:t>
      </w:r>
      <w:r>
        <w:tab/>
        <w:t>1.013e0</w:t>
      </w:r>
    </w:p>
    <w:p w14:paraId="78135BF7" w14:textId="77777777" w:rsidR="006D4449" w:rsidRDefault="006D4449" w:rsidP="006D4449">
      <w:r>
        <w:t>384.7614</w:t>
      </w:r>
      <w:r>
        <w:tab/>
        <w:t>1.013e0</w:t>
      </w:r>
    </w:p>
    <w:p w14:paraId="19BC0659" w14:textId="77777777" w:rsidR="006D4449" w:rsidRDefault="006D4449" w:rsidP="006D4449">
      <w:r>
        <w:t>384.7757</w:t>
      </w:r>
      <w:r>
        <w:tab/>
        <w:t>1.013e0</w:t>
      </w:r>
    </w:p>
    <w:p w14:paraId="5D4C424C" w14:textId="77777777" w:rsidR="006D4449" w:rsidRDefault="006D4449" w:rsidP="006D4449">
      <w:r>
        <w:lastRenderedPageBreak/>
        <w:t>384.8182</w:t>
      </w:r>
      <w:r>
        <w:tab/>
        <w:t>3.038e0</w:t>
      </w:r>
    </w:p>
    <w:p w14:paraId="51983FC4" w14:textId="77777777" w:rsidR="006D4449" w:rsidRDefault="006D4449" w:rsidP="006D4449">
      <w:r>
        <w:t>384.8734</w:t>
      </w:r>
      <w:r>
        <w:tab/>
        <w:t>1.013e0</w:t>
      </w:r>
    </w:p>
    <w:p w14:paraId="58D31A18" w14:textId="77777777" w:rsidR="006D4449" w:rsidRDefault="006D4449" w:rsidP="006D4449">
      <w:r>
        <w:t>384.8857</w:t>
      </w:r>
      <w:r>
        <w:tab/>
        <w:t>5.063e0</w:t>
      </w:r>
    </w:p>
    <w:p w14:paraId="359CE708" w14:textId="77777777" w:rsidR="006D4449" w:rsidRDefault="006D4449" w:rsidP="006D4449">
      <w:r>
        <w:t>384.9023</w:t>
      </w:r>
      <w:r>
        <w:tab/>
        <w:t>2.025e0</w:t>
      </w:r>
    </w:p>
    <w:p w14:paraId="5F57EF5A" w14:textId="77777777" w:rsidR="006D4449" w:rsidRDefault="006D4449" w:rsidP="006D4449">
      <w:r>
        <w:t>384.9070</w:t>
      </w:r>
      <w:r>
        <w:tab/>
        <w:t>1.013e0</w:t>
      </w:r>
    </w:p>
    <w:p w14:paraId="4B863A8B" w14:textId="77777777" w:rsidR="006D4449" w:rsidRDefault="006D4449" w:rsidP="006D4449">
      <w:r>
        <w:t>384.9364</w:t>
      </w:r>
      <w:r>
        <w:tab/>
        <w:t>4.051e0</w:t>
      </w:r>
    </w:p>
    <w:p w14:paraId="7780C115" w14:textId="77777777" w:rsidR="006D4449" w:rsidRDefault="006D4449" w:rsidP="006D4449">
      <w:r>
        <w:t>384.9490</w:t>
      </w:r>
      <w:r>
        <w:tab/>
        <w:t>5.063e0</w:t>
      </w:r>
    </w:p>
    <w:p w14:paraId="217C339F" w14:textId="77777777" w:rsidR="006D4449" w:rsidRDefault="006D4449" w:rsidP="006D4449">
      <w:r>
        <w:t>384.9831</w:t>
      </w:r>
      <w:r>
        <w:tab/>
        <w:t>1.013e0</w:t>
      </w:r>
    </w:p>
    <w:p w14:paraId="34D5314E" w14:textId="77777777" w:rsidR="006D4449" w:rsidRDefault="006D4449" w:rsidP="006D4449">
      <w:r>
        <w:t>385.0021</w:t>
      </w:r>
      <w:r>
        <w:tab/>
        <w:t>3.038e0</w:t>
      </w:r>
    </w:p>
    <w:p w14:paraId="71D14F4E" w14:textId="77777777" w:rsidR="006D4449" w:rsidRDefault="006D4449" w:rsidP="006D4449">
      <w:r>
        <w:t>385.0481</w:t>
      </w:r>
      <w:r>
        <w:tab/>
        <w:t>1.013e0</w:t>
      </w:r>
    </w:p>
    <w:p w14:paraId="05DC589A" w14:textId="77777777" w:rsidR="006D4449" w:rsidRDefault="006D4449" w:rsidP="006D4449">
      <w:r>
        <w:t>385.0521</w:t>
      </w:r>
      <w:r>
        <w:tab/>
        <w:t>1.013e0</w:t>
      </w:r>
    </w:p>
    <w:p w14:paraId="713FC9C2" w14:textId="77777777" w:rsidR="006D4449" w:rsidRDefault="006D4449" w:rsidP="006D4449">
      <w:r>
        <w:t>385.0640</w:t>
      </w:r>
      <w:r>
        <w:tab/>
        <w:t>3.038e0</w:t>
      </w:r>
    </w:p>
    <w:p w14:paraId="372C120F" w14:textId="77777777" w:rsidR="006D4449" w:rsidRDefault="006D4449" w:rsidP="006D4449">
      <w:r>
        <w:t>385.0856</w:t>
      </w:r>
      <w:r>
        <w:tab/>
        <w:t>3.038e0</w:t>
      </w:r>
    </w:p>
    <w:p w14:paraId="30BDA995" w14:textId="77777777" w:rsidR="006D4449" w:rsidRDefault="006D4449" w:rsidP="006D4449">
      <w:r>
        <w:t>385.1050</w:t>
      </w:r>
      <w:r>
        <w:tab/>
        <w:t>2.025e0</w:t>
      </w:r>
    </w:p>
    <w:p w14:paraId="771F94B0" w14:textId="77777777" w:rsidR="006D4449" w:rsidRDefault="006D4449" w:rsidP="006D4449">
      <w:r>
        <w:t>385.1103</w:t>
      </w:r>
      <w:r>
        <w:tab/>
        <w:t>1.013e0</w:t>
      </w:r>
    </w:p>
    <w:p w14:paraId="119822CB" w14:textId="77777777" w:rsidR="006D4449" w:rsidRDefault="006D4449" w:rsidP="006D4449">
      <w:r>
        <w:t>385.1227</w:t>
      </w:r>
      <w:r>
        <w:tab/>
        <w:t>3.038e0</w:t>
      </w:r>
    </w:p>
    <w:p w14:paraId="147B8D28" w14:textId="77777777" w:rsidR="006D4449" w:rsidRDefault="006D4449" w:rsidP="006D4449">
      <w:r>
        <w:t>385.1277</w:t>
      </w:r>
      <w:r>
        <w:tab/>
        <w:t>3.038e0</w:t>
      </w:r>
    </w:p>
    <w:p w14:paraId="62E2EEFA" w14:textId="77777777" w:rsidR="006D4449" w:rsidRDefault="006D4449" w:rsidP="006D4449">
      <w:r>
        <w:t>385.1670</w:t>
      </w:r>
      <w:r>
        <w:tab/>
        <w:t>5.344e0</w:t>
      </w:r>
    </w:p>
    <w:p w14:paraId="36F6D68C" w14:textId="77777777" w:rsidR="006D4449" w:rsidRDefault="006D4449" w:rsidP="006D4449">
      <w:r>
        <w:t>385.1774</w:t>
      </w:r>
      <w:r>
        <w:tab/>
        <w:t>3.038e0</w:t>
      </w:r>
    </w:p>
    <w:p w14:paraId="369177A6" w14:textId="77777777" w:rsidR="006D4449" w:rsidRDefault="006D4449" w:rsidP="006D4449">
      <w:r>
        <w:lastRenderedPageBreak/>
        <w:t>385.1791</w:t>
      </w:r>
      <w:r>
        <w:tab/>
        <w:t>3.038e0</w:t>
      </w:r>
    </w:p>
    <w:p w14:paraId="05A7FD64" w14:textId="77777777" w:rsidR="006D4449" w:rsidRDefault="006D4449" w:rsidP="006D4449">
      <w:r>
        <w:t>385.1985</w:t>
      </w:r>
      <w:r>
        <w:tab/>
        <w:t>5.063e0</w:t>
      </w:r>
    </w:p>
    <w:p w14:paraId="18B08FE4" w14:textId="77777777" w:rsidR="006D4449" w:rsidRDefault="006D4449" w:rsidP="006D4449">
      <w:r>
        <w:t>385.2234</w:t>
      </w:r>
      <w:r>
        <w:tab/>
        <w:t>4.716e0</w:t>
      </w:r>
    </w:p>
    <w:p w14:paraId="488CD7E6" w14:textId="77777777" w:rsidR="006D4449" w:rsidRDefault="006D4449" w:rsidP="006D4449">
      <w:r>
        <w:t>385.2287</w:t>
      </w:r>
      <w:r>
        <w:tab/>
        <w:t>1.031e1</w:t>
      </w:r>
    </w:p>
    <w:p w14:paraId="5E4363A0" w14:textId="77777777" w:rsidR="006D4449" w:rsidRDefault="006D4449" w:rsidP="006D4449">
      <w:r>
        <w:t>385.2330</w:t>
      </w:r>
      <w:r>
        <w:tab/>
        <w:t>3.949e0</w:t>
      </w:r>
    </w:p>
    <w:p w14:paraId="5A51DF7E" w14:textId="77777777" w:rsidR="006D4449" w:rsidRDefault="006D4449" w:rsidP="006D4449">
      <w:r>
        <w:t>385.2881</w:t>
      </w:r>
      <w:r>
        <w:tab/>
        <w:t>1.215e1</w:t>
      </w:r>
    </w:p>
    <w:p w14:paraId="11F7D3F8" w14:textId="77777777" w:rsidR="006D4449" w:rsidRDefault="006D4449" w:rsidP="006D4449">
      <w:r>
        <w:t>385.2928</w:t>
      </w:r>
      <w:r>
        <w:tab/>
        <w:t>1.215e1</w:t>
      </w:r>
    </w:p>
    <w:p w14:paraId="6B8B99D9" w14:textId="77777777" w:rsidR="006D4449" w:rsidRDefault="006D4449" w:rsidP="006D4449">
      <w:r>
        <w:t>385.2956</w:t>
      </w:r>
      <w:r>
        <w:tab/>
        <w:t>8.499e0</w:t>
      </w:r>
    </w:p>
    <w:p w14:paraId="659A01FB" w14:textId="77777777" w:rsidR="006D4449" w:rsidRDefault="006D4449" w:rsidP="006D4449">
      <w:r>
        <w:t>385.3343</w:t>
      </w:r>
      <w:r>
        <w:tab/>
        <w:t>2.025e0</w:t>
      </w:r>
    </w:p>
    <w:p w14:paraId="604AE69A" w14:textId="77777777" w:rsidR="006D4449" w:rsidRDefault="006D4449" w:rsidP="006D4449">
      <w:r>
        <w:t>385.3456</w:t>
      </w:r>
      <w:r>
        <w:tab/>
        <w:t>2.025e0</w:t>
      </w:r>
    </w:p>
    <w:p w14:paraId="347D9BC8" w14:textId="77777777" w:rsidR="006D4449" w:rsidRDefault="006D4449" w:rsidP="006D4449">
      <w:r>
        <w:t>385.3742</w:t>
      </w:r>
      <w:r>
        <w:tab/>
        <w:t>4.731e0</w:t>
      </w:r>
    </w:p>
    <w:p w14:paraId="51CE0878" w14:textId="77777777" w:rsidR="006D4449" w:rsidRDefault="006D4449" w:rsidP="006D4449">
      <w:r>
        <w:t>385.3754</w:t>
      </w:r>
      <w:r>
        <w:tab/>
        <w:t>5.063e0</w:t>
      </w:r>
    </w:p>
    <w:p w14:paraId="6827C200" w14:textId="77777777" w:rsidR="006D4449" w:rsidRDefault="006D4449" w:rsidP="006D4449">
      <w:r>
        <w:t>385.3773</w:t>
      </w:r>
      <w:r>
        <w:tab/>
        <w:t>1.013e0</w:t>
      </w:r>
    </w:p>
    <w:p w14:paraId="584A751B" w14:textId="77777777" w:rsidR="006D4449" w:rsidRDefault="006D4449" w:rsidP="006D4449">
      <w:r>
        <w:t>385.3839</w:t>
      </w:r>
      <w:r>
        <w:tab/>
        <w:t>4.051e0</w:t>
      </w:r>
    </w:p>
    <w:p w14:paraId="3B7B775B" w14:textId="77777777" w:rsidR="006D4449" w:rsidRDefault="006D4449" w:rsidP="006D4449">
      <w:r>
        <w:t>385.3935</w:t>
      </w:r>
      <w:r>
        <w:tab/>
        <w:t>2.025e0</w:t>
      </w:r>
    </w:p>
    <w:p w14:paraId="0A9EC324" w14:textId="77777777" w:rsidR="006D4449" w:rsidRDefault="006D4449" w:rsidP="006D4449">
      <w:r>
        <w:t>385.4473</w:t>
      </w:r>
      <w:r>
        <w:tab/>
        <w:t>4.051e0</w:t>
      </w:r>
    </w:p>
    <w:p w14:paraId="07B0F0D5" w14:textId="77777777" w:rsidR="006D4449" w:rsidRDefault="006D4449" w:rsidP="006D4449">
      <w:r>
        <w:t>385.4501</w:t>
      </w:r>
      <w:r>
        <w:tab/>
        <w:t>2.025e0</w:t>
      </w:r>
    </w:p>
    <w:p w14:paraId="2A13CA10" w14:textId="77777777" w:rsidR="006D4449" w:rsidRDefault="006D4449" w:rsidP="006D4449">
      <w:r>
        <w:t>385.4536</w:t>
      </w:r>
      <w:r>
        <w:tab/>
        <w:t>1.013e0</w:t>
      </w:r>
    </w:p>
    <w:p w14:paraId="543B8182" w14:textId="77777777" w:rsidR="006D4449" w:rsidRDefault="006D4449" w:rsidP="006D4449">
      <w:r>
        <w:t>385.4682</w:t>
      </w:r>
      <w:r>
        <w:tab/>
        <w:t>1.013e0</w:t>
      </w:r>
    </w:p>
    <w:p w14:paraId="09E42CD3" w14:textId="77777777" w:rsidR="006D4449" w:rsidRDefault="006D4449" w:rsidP="006D4449">
      <w:r>
        <w:lastRenderedPageBreak/>
        <w:t>385.5104</w:t>
      </w:r>
      <w:r>
        <w:tab/>
        <w:t>1.013e0</w:t>
      </w:r>
    </w:p>
    <w:p w14:paraId="119850E7" w14:textId="77777777" w:rsidR="006D4449" w:rsidRDefault="006D4449" w:rsidP="006D4449">
      <w:r>
        <w:t>385.5121</w:t>
      </w:r>
      <w:r>
        <w:tab/>
        <w:t>2.025e0</w:t>
      </w:r>
    </w:p>
    <w:p w14:paraId="1B6474E1" w14:textId="77777777" w:rsidR="006D4449" w:rsidRDefault="006D4449" w:rsidP="006D4449">
      <w:r>
        <w:t>385.5513</w:t>
      </w:r>
      <w:r>
        <w:tab/>
        <w:t>2.025e0</w:t>
      </w:r>
    </w:p>
    <w:p w14:paraId="77E48FBC" w14:textId="77777777" w:rsidR="006D4449" w:rsidRDefault="006D4449" w:rsidP="006D4449">
      <w:r>
        <w:t>385.5740</w:t>
      </w:r>
      <w:r>
        <w:tab/>
        <w:t>1.013e0</w:t>
      </w:r>
    </w:p>
    <w:p w14:paraId="166B21C0" w14:textId="77777777" w:rsidR="006D4449" w:rsidRDefault="006D4449" w:rsidP="006D4449">
      <w:r>
        <w:t>385.6006</w:t>
      </w:r>
      <w:r>
        <w:tab/>
        <w:t>2.025e0</w:t>
      </w:r>
    </w:p>
    <w:p w14:paraId="26FA7F5E" w14:textId="77777777" w:rsidR="006D4449" w:rsidRDefault="006D4449" w:rsidP="006D4449">
      <w:r>
        <w:t>385.6240</w:t>
      </w:r>
      <w:r>
        <w:tab/>
        <w:t>1.013e0</w:t>
      </w:r>
    </w:p>
    <w:p w14:paraId="72F510F6" w14:textId="77777777" w:rsidR="006D4449" w:rsidRDefault="006D4449" w:rsidP="006D4449">
      <w:r>
        <w:t>385.6725</w:t>
      </w:r>
      <w:r>
        <w:tab/>
        <w:t>2.025e0</w:t>
      </w:r>
    </w:p>
    <w:p w14:paraId="3E98A913" w14:textId="77777777" w:rsidR="006D4449" w:rsidRDefault="006D4449" w:rsidP="006D4449">
      <w:r>
        <w:t>385.6892</w:t>
      </w:r>
      <w:r>
        <w:tab/>
        <w:t>1.013e0</w:t>
      </w:r>
    </w:p>
    <w:p w14:paraId="019B138D" w14:textId="77777777" w:rsidR="006D4449" w:rsidRDefault="006D4449" w:rsidP="006D4449">
      <w:r>
        <w:t>385.7141</w:t>
      </w:r>
      <w:r>
        <w:tab/>
        <w:t>1.013e0</w:t>
      </w:r>
    </w:p>
    <w:p w14:paraId="3549ACF0" w14:textId="77777777" w:rsidR="006D4449" w:rsidRDefault="006D4449" w:rsidP="006D4449">
      <w:r>
        <w:t>385.7477</w:t>
      </w:r>
      <w:r>
        <w:tab/>
        <w:t>1.013e0</w:t>
      </w:r>
    </w:p>
    <w:p w14:paraId="667C4D2D" w14:textId="77777777" w:rsidR="006D4449" w:rsidRDefault="006D4449" w:rsidP="006D4449">
      <w:r>
        <w:t>385.7739</w:t>
      </w:r>
      <w:r>
        <w:tab/>
        <w:t>1.013e0</w:t>
      </w:r>
    </w:p>
    <w:p w14:paraId="49A9A275" w14:textId="77777777" w:rsidR="006D4449" w:rsidRDefault="006D4449" w:rsidP="006D4449">
      <w:r>
        <w:t>385.8030</w:t>
      </w:r>
      <w:r>
        <w:tab/>
        <w:t>3.038e0</w:t>
      </w:r>
    </w:p>
    <w:p w14:paraId="0BCA4244" w14:textId="77777777" w:rsidR="006D4449" w:rsidRDefault="006D4449" w:rsidP="006D4449">
      <w:r>
        <w:t>385.8487</w:t>
      </w:r>
      <w:r>
        <w:tab/>
        <w:t>1.013e0</w:t>
      </w:r>
    </w:p>
    <w:p w14:paraId="695CE36C" w14:textId="77777777" w:rsidR="006D4449" w:rsidRDefault="006D4449" w:rsidP="006D4449">
      <w:r>
        <w:t>385.8764</w:t>
      </w:r>
      <w:r>
        <w:tab/>
        <w:t>5.063e0</w:t>
      </w:r>
    </w:p>
    <w:p w14:paraId="2B8D9355" w14:textId="77777777" w:rsidR="006D4449" w:rsidRDefault="006D4449" w:rsidP="006D4449">
      <w:r>
        <w:t>385.9048</w:t>
      </w:r>
      <w:r>
        <w:tab/>
        <w:t>2.025e0</w:t>
      </w:r>
    </w:p>
    <w:p w14:paraId="7159E956" w14:textId="77777777" w:rsidR="006D4449" w:rsidRDefault="006D4449" w:rsidP="006D4449">
      <w:r>
        <w:t>385.9064</w:t>
      </w:r>
      <w:r>
        <w:tab/>
        <w:t>2.025e0</w:t>
      </w:r>
    </w:p>
    <w:p w14:paraId="215970B2" w14:textId="77777777" w:rsidR="006D4449" w:rsidRDefault="006D4449" w:rsidP="006D4449">
      <w:r>
        <w:t>385.9087</w:t>
      </w:r>
      <w:r>
        <w:tab/>
        <w:t>1.013e0</w:t>
      </w:r>
    </w:p>
    <w:p w14:paraId="7F45183B" w14:textId="77777777" w:rsidR="006D4449" w:rsidRDefault="006D4449" w:rsidP="006D4449">
      <w:r>
        <w:t>385.9355</w:t>
      </w:r>
      <w:r>
        <w:tab/>
        <w:t>2.025e0</w:t>
      </w:r>
    </w:p>
    <w:p w14:paraId="18BF78C9" w14:textId="77777777" w:rsidR="006D4449" w:rsidRDefault="006D4449" w:rsidP="006D4449">
      <w:r>
        <w:t>385.9393</w:t>
      </w:r>
      <w:r>
        <w:tab/>
        <w:t>1.013e0</w:t>
      </w:r>
    </w:p>
    <w:p w14:paraId="0489797C" w14:textId="77777777" w:rsidR="006D4449" w:rsidRDefault="006D4449" w:rsidP="006D4449">
      <w:r>
        <w:lastRenderedPageBreak/>
        <w:t>385.9411</w:t>
      </w:r>
      <w:r>
        <w:tab/>
        <w:t>3.038e0</w:t>
      </w:r>
    </w:p>
    <w:p w14:paraId="290641F2" w14:textId="77777777" w:rsidR="006D4449" w:rsidRDefault="006D4449" w:rsidP="006D4449">
      <w:r>
        <w:t>385.9673</w:t>
      </w:r>
      <w:r>
        <w:tab/>
        <w:t>4.051e0</w:t>
      </w:r>
    </w:p>
    <w:p w14:paraId="701CA7B8" w14:textId="77777777" w:rsidR="006D4449" w:rsidRDefault="006D4449" w:rsidP="006D4449">
      <w:r>
        <w:t>385.9975</w:t>
      </w:r>
      <w:r>
        <w:tab/>
        <w:t>3.038e0</w:t>
      </w:r>
    </w:p>
    <w:p w14:paraId="165B30A3" w14:textId="77777777" w:rsidR="006D4449" w:rsidRDefault="006D4449" w:rsidP="006D4449">
      <w:r>
        <w:t>386.0061</w:t>
      </w:r>
      <w:r>
        <w:tab/>
        <w:t>1.013e0</w:t>
      </w:r>
    </w:p>
    <w:p w14:paraId="43659B2E" w14:textId="77777777" w:rsidR="006D4449" w:rsidRDefault="006D4449" w:rsidP="006D4449">
      <w:r>
        <w:t>386.0184</w:t>
      </w:r>
      <w:r>
        <w:tab/>
        <w:t>1.013e0</w:t>
      </w:r>
    </w:p>
    <w:p w14:paraId="2BFF15DE" w14:textId="77777777" w:rsidR="006D4449" w:rsidRDefault="006D4449" w:rsidP="006D4449">
      <w:r>
        <w:t>386.0541</w:t>
      </w:r>
      <w:r>
        <w:tab/>
        <w:t>2.025e0</w:t>
      </w:r>
    </w:p>
    <w:p w14:paraId="73F6BD89" w14:textId="77777777" w:rsidR="006D4449" w:rsidRDefault="006D4449" w:rsidP="006D4449">
      <w:r>
        <w:t>386.0591</w:t>
      </w:r>
      <w:r>
        <w:tab/>
        <w:t>1.013e0</w:t>
      </w:r>
    </w:p>
    <w:p w14:paraId="5BD23371" w14:textId="77777777" w:rsidR="006D4449" w:rsidRDefault="006D4449" w:rsidP="006D4449">
      <w:r>
        <w:t>386.0899</w:t>
      </w:r>
      <w:r>
        <w:tab/>
        <w:t>2.025e0</w:t>
      </w:r>
    </w:p>
    <w:p w14:paraId="2A0C6DDD" w14:textId="77777777" w:rsidR="006D4449" w:rsidRDefault="006D4449" w:rsidP="006D4449">
      <w:r>
        <w:t>386.1113</w:t>
      </w:r>
      <w:r>
        <w:tab/>
        <w:t>4.051e0</w:t>
      </w:r>
    </w:p>
    <w:p w14:paraId="39DF7BC5" w14:textId="77777777" w:rsidR="006D4449" w:rsidRDefault="006D4449" w:rsidP="006D4449">
      <w:r>
        <w:t>386.1176</w:t>
      </w:r>
      <w:r>
        <w:tab/>
        <w:t>2.025e0</w:t>
      </w:r>
    </w:p>
    <w:p w14:paraId="4D9C0F27" w14:textId="77777777" w:rsidR="006D4449" w:rsidRDefault="006D4449" w:rsidP="006D4449">
      <w:r>
        <w:t>386.1265</w:t>
      </w:r>
      <w:r>
        <w:tab/>
        <w:t>1.013e0</w:t>
      </w:r>
    </w:p>
    <w:p w14:paraId="76FE3C28" w14:textId="77777777" w:rsidR="006D4449" w:rsidRDefault="006D4449" w:rsidP="006D4449">
      <w:r>
        <w:t>386.1408</w:t>
      </w:r>
      <w:r>
        <w:tab/>
        <w:t>3.839e0</w:t>
      </w:r>
    </w:p>
    <w:p w14:paraId="1256C771" w14:textId="77777777" w:rsidR="006D4449" w:rsidRDefault="006D4449" w:rsidP="006D4449">
      <w:r>
        <w:t>386.1653</w:t>
      </w:r>
      <w:r>
        <w:tab/>
        <w:t>3.978e0</w:t>
      </w:r>
    </w:p>
    <w:p w14:paraId="262DE5BC" w14:textId="77777777" w:rsidR="006D4449" w:rsidRDefault="006D4449" w:rsidP="006D4449">
      <w:r>
        <w:t>386.1745</w:t>
      </w:r>
      <w:r>
        <w:tab/>
        <w:t>1.013e0</w:t>
      </w:r>
    </w:p>
    <w:p w14:paraId="49D3332A" w14:textId="77777777" w:rsidR="006D4449" w:rsidRDefault="006D4449" w:rsidP="006D4449">
      <w:r>
        <w:t>386.2012</w:t>
      </w:r>
      <w:r>
        <w:tab/>
        <w:t>2.864e0</w:t>
      </w:r>
    </w:p>
    <w:p w14:paraId="465EB23E" w14:textId="77777777" w:rsidR="006D4449" w:rsidRDefault="006D4449" w:rsidP="006D4449">
      <w:r>
        <w:t>386.2052</w:t>
      </w:r>
      <w:r>
        <w:tab/>
        <w:t>4.027e0</w:t>
      </w:r>
    </w:p>
    <w:p w14:paraId="39E8C226" w14:textId="77777777" w:rsidR="006D4449" w:rsidRDefault="006D4449" w:rsidP="006D4449">
      <w:r>
        <w:t>386.2151</w:t>
      </w:r>
      <w:r>
        <w:tab/>
        <w:t>3.842e0</w:t>
      </w:r>
    </w:p>
    <w:p w14:paraId="316D0C8A" w14:textId="77777777" w:rsidR="006D4449" w:rsidRDefault="006D4449" w:rsidP="006D4449">
      <w:r>
        <w:t>386.2321</w:t>
      </w:r>
      <w:r>
        <w:tab/>
        <w:t>3.038e0</w:t>
      </w:r>
    </w:p>
    <w:p w14:paraId="3F86D0B7" w14:textId="77777777" w:rsidR="006D4449" w:rsidRDefault="006D4449" w:rsidP="006D4449">
      <w:r>
        <w:t>386.2376</w:t>
      </w:r>
      <w:r>
        <w:tab/>
        <w:t>3.594e0</w:t>
      </w:r>
    </w:p>
    <w:p w14:paraId="3201DA5E" w14:textId="77777777" w:rsidR="006D4449" w:rsidRDefault="006D4449" w:rsidP="006D4449">
      <w:r>
        <w:lastRenderedPageBreak/>
        <w:t>386.2743</w:t>
      </w:r>
      <w:r>
        <w:tab/>
        <w:t>6.076e0</w:t>
      </w:r>
    </w:p>
    <w:p w14:paraId="0C23127B" w14:textId="77777777" w:rsidR="006D4449" w:rsidRDefault="006D4449" w:rsidP="006D4449">
      <w:r>
        <w:t>386.2815</w:t>
      </w:r>
      <w:r>
        <w:tab/>
        <w:t>4.051e0</w:t>
      </w:r>
    </w:p>
    <w:p w14:paraId="3888B35A" w14:textId="77777777" w:rsidR="006D4449" w:rsidRDefault="006D4449" w:rsidP="006D4449">
      <w:r>
        <w:t>386.2938</w:t>
      </w:r>
      <w:r>
        <w:tab/>
        <w:t>1.013e0</w:t>
      </w:r>
    </w:p>
    <w:p w14:paraId="6F556626" w14:textId="77777777" w:rsidR="006D4449" w:rsidRDefault="006D4449" w:rsidP="006D4449">
      <w:r>
        <w:t>386.3037</w:t>
      </w:r>
      <w:r>
        <w:tab/>
        <w:t>1.013e0</w:t>
      </w:r>
    </w:p>
    <w:p w14:paraId="3A3CB392" w14:textId="77777777" w:rsidR="006D4449" w:rsidRDefault="006D4449" w:rsidP="006D4449">
      <w:r>
        <w:t>386.3215</w:t>
      </w:r>
      <w:r>
        <w:tab/>
        <w:t>3.038e0</w:t>
      </w:r>
    </w:p>
    <w:p w14:paraId="45C1B3F1" w14:textId="77777777" w:rsidR="006D4449" w:rsidRDefault="006D4449" w:rsidP="006D4449">
      <w:r>
        <w:t>386.3322</w:t>
      </w:r>
      <w:r>
        <w:tab/>
        <w:t>5.063e0</w:t>
      </w:r>
    </w:p>
    <w:p w14:paraId="3320FE77" w14:textId="77777777" w:rsidR="006D4449" w:rsidRDefault="006D4449" w:rsidP="006D4449">
      <w:r>
        <w:t>386.3728</w:t>
      </w:r>
      <w:r>
        <w:tab/>
        <w:t>1.013e0</w:t>
      </w:r>
    </w:p>
    <w:p w14:paraId="13CEF3E0" w14:textId="77777777" w:rsidR="006D4449" w:rsidRDefault="006D4449" w:rsidP="006D4449">
      <w:r>
        <w:t>386.3987</w:t>
      </w:r>
      <w:r>
        <w:tab/>
        <w:t>3.038e0</w:t>
      </w:r>
    </w:p>
    <w:p w14:paraId="056E8749" w14:textId="77777777" w:rsidR="006D4449" w:rsidRDefault="006D4449" w:rsidP="006D4449">
      <w:r>
        <w:t>386.4267</w:t>
      </w:r>
      <w:r>
        <w:tab/>
        <w:t>2.025e0</w:t>
      </w:r>
    </w:p>
    <w:p w14:paraId="7C48A3C1" w14:textId="77777777" w:rsidR="006D4449" w:rsidRDefault="006D4449" w:rsidP="006D4449">
      <w:r>
        <w:t>386.4469</w:t>
      </w:r>
      <w:r>
        <w:tab/>
        <w:t>2.025e0</w:t>
      </w:r>
    </w:p>
    <w:p w14:paraId="09BF11B6" w14:textId="77777777" w:rsidR="006D4449" w:rsidRDefault="006D4449" w:rsidP="006D4449">
      <w:r>
        <w:t>386.4574</w:t>
      </w:r>
      <w:r>
        <w:tab/>
        <w:t>1.013e0</w:t>
      </w:r>
    </w:p>
    <w:p w14:paraId="02172A7E" w14:textId="77777777" w:rsidR="006D4449" w:rsidRDefault="006D4449" w:rsidP="006D4449">
      <w:r>
        <w:t>386.5404</w:t>
      </w:r>
      <w:r>
        <w:tab/>
        <w:t>1.013e0</w:t>
      </w:r>
    </w:p>
    <w:p w14:paraId="4DC5E02A" w14:textId="77777777" w:rsidR="006D4449" w:rsidRDefault="006D4449" w:rsidP="006D4449">
      <w:r>
        <w:t>386.5992</w:t>
      </w:r>
      <w:r>
        <w:tab/>
        <w:t>4.051e0</w:t>
      </w:r>
    </w:p>
    <w:p w14:paraId="3B359489" w14:textId="77777777" w:rsidR="006D4449" w:rsidRDefault="006D4449" w:rsidP="006D4449">
      <w:r>
        <w:t>386.6021</w:t>
      </w:r>
      <w:r>
        <w:tab/>
        <w:t>1.013e0</w:t>
      </w:r>
    </w:p>
    <w:p w14:paraId="11901E1E" w14:textId="77777777" w:rsidR="006D4449" w:rsidRDefault="006D4449" w:rsidP="006D4449">
      <w:r>
        <w:t>386.6501</w:t>
      </w:r>
      <w:r>
        <w:tab/>
        <w:t>1.013e0</w:t>
      </w:r>
    </w:p>
    <w:p w14:paraId="60E03046" w14:textId="77777777" w:rsidR="006D4449" w:rsidRDefault="006D4449" w:rsidP="006D4449">
      <w:r>
        <w:t>386.6558</w:t>
      </w:r>
      <w:r>
        <w:tab/>
        <w:t>2.025e0</w:t>
      </w:r>
    </w:p>
    <w:p w14:paraId="13A8E34B" w14:textId="77777777" w:rsidR="006D4449" w:rsidRDefault="006D4449" w:rsidP="006D4449">
      <w:r>
        <w:t>386.6684</w:t>
      </w:r>
      <w:r>
        <w:tab/>
        <w:t>2.025e0</w:t>
      </w:r>
    </w:p>
    <w:p w14:paraId="5124835F" w14:textId="77777777" w:rsidR="006D4449" w:rsidRDefault="006D4449" w:rsidP="006D4449">
      <w:r>
        <w:t>386.7392</w:t>
      </w:r>
      <w:r>
        <w:tab/>
        <w:t>1.013e0</w:t>
      </w:r>
    </w:p>
    <w:p w14:paraId="00D0A629" w14:textId="77777777" w:rsidR="006D4449" w:rsidRDefault="006D4449" w:rsidP="006D4449">
      <w:r>
        <w:t>386.7570</w:t>
      </w:r>
      <w:r>
        <w:tab/>
        <w:t>2.025e0</w:t>
      </w:r>
    </w:p>
    <w:p w14:paraId="5F8333C8" w14:textId="77777777" w:rsidR="006D4449" w:rsidRDefault="006D4449" w:rsidP="006D4449">
      <w:r>
        <w:lastRenderedPageBreak/>
        <w:t>386.7736</w:t>
      </w:r>
      <w:r>
        <w:tab/>
        <w:t>1.013e0</w:t>
      </w:r>
    </w:p>
    <w:p w14:paraId="47666509" w14:textId="77777777" w:rsidR="006D4449" w:rsidRDefault="006D4449" w:rsidP="006D4449">
      <w:r>
        <w:t>386.7974</w:t>
      </w:r>
      <w:r>
        <w:tab/>
        <w:t>2.025e0</w:t>
      </w:r>
    </w:p>
    <w:p w14:paraId="3E3EE65B" w14:textId="77777777" w:rsidR="006D4449" w:rsidRDefault="006D4449" w:rsidP="006D4449">
      <w:r>
        <w:t>386.8147</w:t>
      </w:r>
      <w:r>
        <w:tab/>
        <w:t>1.013e0</w:t>
      </w:r>
    </w:p>
    <w:p w14:paraId="0E1813F8" w14:textId="77777777" w:rsidR="006D4449" w:rsidRDefault="006D4449" w:rsidP="006D4449">
      <w:r>
        <w:t>386.8488</w:t>
      </w:r>
      <w:r>
        <w:tab/>
        <w:t>3.038e0</w:t>
      </w:r>
    </w:p>
    <w:p w14:paraId="4CC2BB94" w14:textId="77777777" w:rsidR="006D4449" w:rsidRDefault="006D4449" w:rsidP="006D4449">
      <w:r>
        <w:t>386.8627</w:t>
      </w:r>
      <w:r>
        <w:tab/>
        <w:t>1.013e0</w:t>
      </w:r>
    </w:p>
    <w:p w14:paraId="65A2F63A" w14:textId="77777777" w:rsidR="006D4449" w:rsidRDefault="006D4449" w:rsidP="006D4449">
      <w:r>
        <w:t>386.8737</w:t>
      </w:r>
      <w:r>
        <w:tab/>
        <w:t>1.013e0</w:t>
      </w:r>
    </w:p>
    <w:p w14:paraId="37CD0AA1" w14:textId="77777777" w:rsidR="006D4449" w:rsidRDefault="006D4449" w:rsidP="006D4449">
      <w:r>
        <w:t>386.8966</w:t>
      </w:r>
      <w:r>
        <w:tab/>
        <w:t>1.013e0</w:t>
      </w:r>
    </w:p>
    <w:p w14:paraId="501D8A1E" w14:textId="77777777" w:rsidR="006D4449" w:rsidRDefault="006D4449" w:rsidP="006D4449">
      <w:r>
        <w:t>386.9107</w:t>
      </w:r>
      <w:r>
        <w:tab/>
        <w:t>1.013e0</w:t>
      </w:r>
    </w:p>
    <w:p w14:paraId="1848939E" w14:textId="77777777" w:rsidR="006D4449" w:rsidRDefault="006D4449" w:rsidP="006D4449">
      <w:r>
        <w:t>386.9154</w:t>
      </w:r>
      <w:r>
        <w:tab/>
        <w:t>2.025e0</w:t>
      </w:r>
    </w:p>
    <w:p w14:paraId="3353CB66" w14:textId="77777777" w:rsidR="006D4449" w:rsidRDefault="006D4449" w:rsidP="006D4449">
      <w:r>
        <w:t>386.9198</w:t>
      </w:r>
      <w:r>
        <w:tab/>
        <w:t>2.025e0</w:t>
      </w:r>
    </w:p>
    <w:p w14:paraId="30AEC7F8" w14:textId="77777777" w:rsidR="006D4449" w:rsidRDefault="006D4449" w:rsidP="006D4449">
      <w:r>
        <w:t>386.9499</w:t>
      </w:r>
      <w:r>
        <w:tab/>
        <w:t>2.025e0</w:t>
      </w:r>
    </w:p>
    <w:p w14:paraId="3C3A4C9C" w14:textId="77777777" w:rsidR="006D4449" w:rsidRDefault="006D4449" w:rsidP="006D4449">
      <w:r>
        <w:t>386.9570</w:t>
      </w:r>
      <w:r>
        <w:tab/>
        <w:t>2.025e0</w:t>
      </w:r>
    </w:p>
    <w:p w14:paraId="2399DC82" w14:textId="77777777" w:rsidR="006D4449" w:rsidRDefault="006D4449" w:rsidP="006D4449">
      <w:r>
        <w:t>386.9773</w:t>
      </w:r>
      <w:r>
        <w:tab/>
        <w:t>3.038e0</w:t>
      </w:r>
    </w:p>
    <w:p w14:paraId="60AD26EA" w14:textId="77777777" w:rsidR="006D4449" w:rsidRDefault="006D4449" w:rsidP="006D4449">
      <w:r>
        <w:t>386.9944</w:t>
      </w:r>
      <w:r>
        <w:tab/>
        <w:t>5.063e0</w:t>
      </w:r>
    </w:p>
    <w:p w14:paraId="6DBAC7FB" w14:textId="77777777" w:rsidR="006D4449" w:rsidRDefault="006D4449" w:rsidP="006D4449">
      <w:r>
        <w:t>386.9963</w:t>
      </w:r>
      <w:r>
        <w:tab/>
        <w:t>2.025e0</w:t>
      </w:r>
    </w:p>
    <w:p w14:paraId="3196D462" w14:textId="77777777" w:rsidR="006D4449" w:rsidRDefault="006D4449" w:rsidP="006D4449">
      <w:r>
        <w:t>387.0428</w:t>
      </w:r>
      <w:r>
        <w:tab/>
        <w:t>1.013e0</w:t>
      </w:r>
    </w:p>
    <w:p w14:paraId="025E722C" w14:textId="77777777" w:rsidR="006D4449" w:rsidRDefault="006D4449" w:rsidP="006D4449">
      <w:r>
        <w:t>387.0441</w:t>
      </w:r>
      <w:r>
        <w:tab/>
        <w:t>2.025e0</w:t>
      </w:r>
    </w:p>
    <w:p w14:paraId="7C4EA8CB" w14:textId="77777777" w:rsidR="006D4449" w:rsidRDefault="006D4449" w:rsidP="006D4449">
      <w:r>
        <w:t>387.0776</w:t>
      </w:r>
      <w:r>
        <w:tab/>
        <w:t>1.013e0</w:t>
      </w:r>
    </w:p>
    <w:p w14:paraId="70AE7765" w14:textId="77777777" w:rsidR="006D4449" w:rsidRDefault="006D4449" w:rsidP="006D4449">
      <w:r>
        <w:t>387.0910</w:t>
      </w:r>
      <w:r>
        <w:tab/>
        <w:t>2.384e0</w:t>
      </w:r>
    </w:p>
    <w:p w14:paraId="70275400" w14:textId="77777777" w:rsidR="006D4449" w:rsidRDefault="006D4449" w:rsidP="006D4449">
      <w:r>
        <w:lastRenderedPageBreak/>
        <w:t>387.1045</w:t>
      </w:r>
      <w:r>
        <w:tab/>
        <w:t>1.013e0</w:t>
      </w:r>
    </w:p>
    <w:p w14:paraId="2FCE7D03" w14:textId="77777777" w:rsidR="006D4449" w:rsidRDefault="006D4449" w:rsidP="006D4449">
      <w:r>
        <w:t>387.1096</w:t>
      </w:r>
      <w:r>
        <w:tab/>
        <w:t>2.025e0</w:t>
      </w:r>
    </w:p>
    <w:p w14:paraId="1F9E9D0E" w14:textId="77777777" w:rsidR="006D4449" w:rsidRDefault="006D4449" w:rsidP="006D4449">
      <w:r>
        <w:t>387.1324</w:t>
      </w:r>
      <w:r>
        <w:tab/>
        <w:t>3.038e0</w:t>
      </w:r>
    </w:p>
    <w:p w14:paraId="22FBE812" w14:textId="77777777" w:rsidR="006D4449" w:rsidRDefault="006D4449" w:rsidP="006D4449">
      <w:r>
        <w:t>387.2278</w:t>
      </w:r>
      <w:r>
        <w:tab/>
        <w:t>4.230e2</w:t>
      </w:r>
    </w:p>
    <w:p w14:paraId="3502C70B" w14:textId="77777777" w:rsidR="006D4449" w:rsidRDefault="006D4449" w:rsidP="006D4449">
      <w:r>
        <w:t>387.2300</w:t>
      </w:r>
      <w:r>
        <w:tab/>
        <w:t>3.390e2</w:t>
      </w:r>
    </w:p>
    <w:p w14:paraId="469AB5EE" w14:textId="77777777" w:rsidR="006D4449" w:rsidRDefault="006D4449" w:rsidP="006D4449">
      <w:r>
        <w:t>387.2935</w:t>
      </w:r>
      <w:r>
        <w:tab/>
        <w:t>2.025e0</w:t>
      </w:r>
    </w:p>
    <w:p w14:paraId="3842497F" w14:textId="77777777" w:rsidR="006D4449" w:rsidRDefault="006D4449" w:rsidP="006D4449">
      <w:r>
        <w:t>387.2994</w:t>
      </w:r>
      <w:r>
        <w:tab/>
        <w:t>4.051e0</w:t>
      </w:r>
    </w:p>
    <w:p w14:paraId="620A6567" w14:textId="77777777" w:rsidR="006D4449" w:rsidRDefault="006D4449" w:rsidP="006D4449">
      <w:r>
        <w:t>387.3295</w:t>
      </w:r>
      <w:r>
        <w:tab/>
        <w:t>3.038e0</w:t>
      </w:r>
    </w:p>
    <w:p w14:paraId="43E0F935" w14:textId="77777777" w:rsidR="006D4449" w:rsidRDefault="006D4449" w:rsidP="006D4449">
      <w:r>
        <w:t>387.3600</w:t>
      </w:r>
      <w:r>
        <w:tab/>
        <w:t>2.025e0</w:t>
      </w:r>
    </w:p>
    <w:p w14:paraId="28C54976" w14:textId="77777777" w:rsidR="006D4449" w:rsidRDefault="006D4449" w:rsidP="006D4449">
      <w:r>
        <w:t>387.3728</w:t>
      </w:r>
      <w:r>
        <w:tab/>
        <w:t>5.063e0</w:t>
      </w:r>
    </w:p>
    <w:p w14:paraId="339FFA3A" w14:textId="77777777" w:rsidR="006D4449" w:rsidRDefault="006D4449" w:rsidP="006D4449">
      <w:r>
        <w:t>387.3929</w:t>
      </w:r>
      <w:r>
        <w:tab/>
        <w:t>1.013e0</w:t>
      </w:r>
    </w:p>
    <w:p w14:paraId="1B4F4C0E" w14:textId="77777777" w:rsidR="006D4449" w:rsidRDefault="006D4449" w:rsidP="006D4449">
      <w:r>
        <w:t>387.3972</w:t>
      </w:r>
      <w:r>
        <w:tab/>
        <w:t>2.025e0</w:t>
      </w:r>
    </w:p>
    <w:p w14:paraId="4C25656A" w14:textId="77777777" w:rsidR="006D4449" w:rsidRDefault="006D4449" w:rsidP="006D4449">
      <w:r>
        <w:t>387.4283</w:t>
      </w:r>
      <w:r>
        <w:tab/>
        <w:t>1.013e0</w:t>
      </w:r>
    </w:p>
    <w:p w14:paraId="51B0736A" w14:textId="77777777" w:rsidR="006D4449" w:rsidRDefault="006D4449" w:rsidP="006D4449">
      <w:r>
        <w:t>387.4479</w:t>
      </w:r>
      <w:r>
        <w:tab/>
        <w:t>1.013e0</w:t>
      </w:r>
    </w:p>
    <w:p w14:paraId="79489686" w14:textId="77777777" w:rsidR="006D4449" w:rsidRDefault="006D4449" w:rsidP="006D4449">
      <w:r>
        <w:t>387.4553</w:t>
      </w:r>
      <w:r>
        <w:tab/>
        <w:t>3.038e0</w:t>
      </w:r>
    </w:p>
    <w:p w14:paraId="70C39DE5" w14:textId="77777777" w:rsidR="006D4449" w:rsidRDefault="006D4449" w:rsidP="006D4449">
      <w:r>
        <w:t>387.4653</w:t>
      </w:r>
      <w:r>
        <w:tab/>
        <w:t>3.038e0</w:t>
      </w:r>
    </w:p>
    <w:p w14:paraId="1B8D46EA" w14:textId="77777777" w:rsidR="006D4449" w:rsidRDefault="006D4449" w:rsidP="006D4449">
      <w:r>
        <w:t>387.4813</w:t>
      </w:r>
      <w:r>
        <w:tab/>
        <w:t>2.025e0</w:t>
      </w:r>
    </w:p>
    <w:p w14:paraId="15E64811" w14:textId="77777777" w:rsidR="006D4449" w:rsidRDefault="006D4449" w:rsidP="006D4449">
      <w:r>
        <w:t>387.5114</w:t>
      </w:r>
      <w:r>
        <w:tab/>
        <w:t>1.013e0</w:t>
      </w:r>
    </w:p>
    <w:p w14:paraId="3E676B79" w14:textId="77777777" w:rsidR="006D4449" w:rsidRDefault="006D4449" w:rsidP="006D4449">
      <w:r>
        <w:t>387.5154</w:t>
      </w:r>
      <w:r>
        <w:tab/>
        <w:t>2.025e0</w:t>
      </w:r>
    </w:p>
    <w:p w14:paraId="2092DCBF" w14:textId="77777777" w:rsidR="006D4449" w:rsidRDefault="006D4449" w:rsidP="006D4449">
      <w:r>
        <w:lastRenderedPageBreak/>
        <w:t>387.5237</w:t>
      </w:r>
      <w:r>
        <w:tab/>
        <w:t>2.025e0</w:t>
      </w:r>
    </w:p>
    <w:p w14:paraId="3D2B526B" w14:textId="77777777" w:rsidR="006D4449" w:rsidRDefault="006D4449" w:rsidP="006D4449">
      <w:r>
        <w:t>387.5424</w:t>
      </w:r>
      <w:r>
        <w:tab/>
        <w:t>2.025e0</w:t>
      </w:r>
    </w:p>
    <w:p w14:paraId="4205B434" w14:textId="77777777" w:rsidR="006D4449" w:rsidRDefault="006D4449" w:rsidP="006D4449">
      <w:r>
        <w:t>387.5538</w:t>
      </w:r>
      <w:r>
        <w:tab/>
        <w:t>1.013e0</w:t>
      </w:r>
    </w:p>
    <w:p w14:paraId="6FDF06DB" w14:textId="77777777" w:rsidR="006D4449" w:rsidRDefault="006D4449" w:rsidP="006D4449">
      <w:r>
        <w:t>387.5594</w:t>
      </w:r>
      <w:r>
        <w:tab/>
        <w:t>1.013e0</w:t>
      </w:r>
    </w:p>
    <w:p w14:paraId="5A16E2D6" w14:textId="77777777" w:rsidR="006D4449" w:rsidRDefault="006D4449" w:rsidP="006D4449">
      <w:r>
        <w:t>387.5692</w:t>
      </w:r>
      <w:r>
        <w:tab/>
        <w:t>3.038e0</w:t>
      </w:r>
    </w:p>
    <w:p w14:paraId="3B091F82" w14:textId="77777777" w:rsidR="006D4449" w:rsidRDefault="006D4449" w:rsidP="006D4449">
      <w:r>
        <w:t>387.6088</w:t>
      </w:r>
      <w:r>
        <w:tab/>
        <w:t>4.051e0</w:t>
      </w:r>
    </w:p>
    <w:p w14:paraId="680A8A0D" w14:textId="77777777" w:rsidR="006D4449" w:rsidRDefault="006D4449" w:rsidP="006D4449">
      <w:r>
        <w:t>387.6188</w:t>
      </w:r>
      <w:r>
        <w:tab/>
        <w:t>2.025e0</w:t>
      </w:r>
    </w:p>
    <w:p w14:paraId="775F0E07" w14:textId="77777777" w:rsidR="006D4449" w:rsidRDefault="006D4449" w:rsidP="006D4449">
      <w:r>
        <w:t>387.6208</w:t>
      </w:r>
      <w:r>
        <w:tab/>
        <w:t>2.025e0</w:t>
      </w:r>
    </w:p>
    <w:p w14:paraId="14AA25AC" w14:textId="77777777" w:rsidR="006D4449" w:rsidRDefault="006D4449" w:rsidP="006D4449">
      <w:r>
        <w:t>387.6402</w:t>
      </w:r>
      <w:r>
        <w:tab/>
        <w:t>1.013e0</w:t>
      </w:r>
    </w:p>
    <w:p w14:paraId="5E73E62A" w14:textId="77777777" w:rsidR="006D4449" w:rsidRDefault="006D4449" w:rsidP="006D4449">
      <w:r>
        <w:t>387.6568</w:t>
      </w:r>
      <w:r>
        <w:tab/>
        <w:t>2.025e0</w:t>
      </w:r>
    </w:p>
    <w:p w14:paraId="1F51B951" w14:textId="77777777" w:rsidR="006D4449" w:rsidRDefault="006D4449" w:rsidP="006D4449">
      <w:r>
        <w:t>387.6711</w:t>
      </w:r>
      <w:r>
        <w:tab/>
        <w:t>2.025e0</w:t>
      </w:r>
    </w:p>
    <w:p w14:paraId="1D3F2D06" w14:textId="77777777" w:rsidR="006D4449" w:rsidRDefault="006D4449" w:rsidP="006D4449">
      <w:r>
        <w:t>387.6865</w:t>
      </w:r>
      <w:r>
        <w:tab/>
        <w:t>1.013e0</w:t>
      </w:r>
    </w:p>
    <w:p w14:paraId="1BAEF56E" w14:textId="77777777" w:rsidR="006D4449" w:rsidRDefault="006D4449" w:rsidP="006D4449">
      <w:r>
        <w:t>387.6934</w:t>
      </w:r>
      <w:r>
        <w:tab/>
        <w:t>2.025e0</w:t>
      </w:r>
    </w:p>
    <w:p w14:paraId="220A43EC" w14:textId="77777777" w:rsidR="006D4449" w:rsidRDefault="006D4449" w:rsidP="006D4449">
      <w:r>
        <w:t>387.7004</w:t>
      </w:r>
      <w:r>
        <w:tab/>
        <w:t>1.013e0</w:t>
      </w:r>
    </w:p>
    <w:p w14:paraId="7EDC68BB" w14:textId="77777777" w:rsidR="006D4449" w:rsidRDefault="006D4449" w:rsidP="006D4449">
      <w:r>
        <w:t>387.7227</w:t>
      </w:r>
      <w:r>
        <w:tab/>
        <w:t>1.013e0</w:t>
      </w:r>
    </w:p>
    <w:p w14:paraId="68AAD062" w14:textId="77777777" w:rsidR="006D4449" w:rsidRDefault="006D4449" w:rsidP="006D4449">
      <w:r>
        <w:t>387.7518</w:t>
      </w:r>
      <w:r>
        <w:tab/>
        <w:t>3.038e0</w:t>
      </w:r>
    </w:p>
    <w:p w14:paraId="7C092294" w14:textId="77777777" w:rsidR="006D4449" w:rsidRDefault="006D4449" w:rsidP="006D4449">
      <w:r>
        <w:t>387.7789</w:t>
      </w:r>
      <w:r>
        <w:tab/>
        <w:t>2.025e0</w:t>
      </w:r>
    </w:p>
    <w:p w14:paraId="058085F3" w14:textId="77777777" w:rsidR="006D4449" w:rsidRDefault="006D4449" w:rsidP="006D4449">
      <w:r>
        <w:t>387.8002</w:t>
      </w:r>
      <w:r>
        <w:tab/>
        <w:t>2.025e0</w:t>
      </w:r>
    </w:p>
    <w:p w14:paraId="2E9F6A42" w14:textId="77777777" w:rsidR="006D4449" w:rsidRDefault="006D4449" w:rsidP="006D4449">
      <w:r>
        <w:t>387.8058</w:t>
      </w:r>
      <w:r>
        <w:tab/>
        <w:t>5.063e0</w:t>
      </w:r>
    </w:p>
    <w:p w14:paraId="34BC3B8C" w14:textId="77777777" w:rsidR="006D4449" w:rsidRDefault="006D4449" w:rsidP="006D4449">
      <w:r>
        <w:lastRenderedPageBreak/>
        <w:t>387.8340</w:t>
      </w:r>
      <w:r>
        <w:tab/>
        <w:t>3.038e0</w:t>
      </w:r>
    </w:p>
    <w:p w14:paraId="34452DF8" w14:textId="77777777" w:rsidR="006D4449" w:rsidRDefault="006D4449" w:rsidP="006D4449">
      <w:r>
        <w:t>387.8456</w:t>
      </w:r>
      <w:r>
        <w:tab/>
        <w:t>2.025e0</w:t>
      </w:r>
    </w:p>
    <w:p w14:paraId="5D016134" w14:textId="77777777" w:rsidR="006D4449" w:rsidRDefault="006D4449" w:rsidP="006D4449">
      <w:r>
        <w:t>387.8604</w:t>
      </w:r>
      <w:r>
        <w:tab/>
        <w:t>3.038e0</w:t>
      </w:r>
    </w:p>
    <w:p w14:paraId="18FAE721" w14:textId="77777777" w:rsidR="006D4449" w:rsidRDefault="006D4449" w:rsidP="006D4449">
      <w:r>
        <w:t>387.8638</w:t>
      </w:r>
      <w:r>
        <w:tab/>
        <w:t>2.025e0</w:t>
      </w:r>
    </w:p>
    <w:p w14:paraId="6C818B4B" w14:textId="77777777" w:rsidR="006D4449" w:rsidRDefault="006D4449" w:rsidP="006D4449">
      <w:r>
        <w:t>387.8785</w:t>
      </w:r>
      <w:r>
        <w:tab/>
        <w:t>2.025e0</w:t>
      </w:r>
    </w:p>
    <w:p w14:paraId="40C99FD3" w14:textId="77777777" w:rsidR="006D4449" w:rsidRDefault="006D4449" w:rsidP="006D4449">
      <w:r>
        <w:t>387.8941</w:t>
      </w:r>
      <w:r>
        <w:tab/>
        <w:t>2.025e0</w:t>
      </w:r>
    </w:p>
    <w:p w14:paraId="12054AEE" w14:textId="77777777" w:rsidR="006D4449" w:rsidRDefault="006D4449" w:rsidP="006D4449">
      <w:r>
        <w:t>387.9208</w:t>
      </w:r>
      <w:r>
        <w:tab/>
        <w:t>6.076e0</w:t>
      </w:r>
    </w:p>
    <w:p w14:paraId="701847CD" w14:textId="77777777" w:rsidR="006D4449" w:rsidRDefault="006D4449" w:rsidP="006D4449">
      <w:r>
        <w:t>387.9417</w:t>
      </w:r>
      <w:r>
        <w:tab/>
        <w:t>4.051e0</w:t>
      </w:r>
    </w:p>
    <w:p w14:paraId="6E877E47" w14:textId="77777777" w:rsidR="006D4449" w:rsidRDefault="006D4449" w:rsidP="006D4449">
      <w:r>
        <w:t>387.9550</w:t>
      </w:r>
      <w:r>
        <w:tab/>
        <w:t>3.038e0</w:t>
      </w:r>
    </w:p>
    <w:p w14:paraId="5F045EE8" w14:textId="77777777" w:rsidR="006D4449" w:rsidRDefault="006D4449" w:rsidP="006D4449">
      <w:r>
        <w:t>387.9825</w:t>
      </w:r>
      <w:r>
        <w:tab/>
        <w:t>2.025e0</w:t>
      </w:r>
    </w:p>
    <w:p w14:paraId="45B9C086" w14:textId="77777777" w:rsidR="006D4449" w:rsidRDefault="006D4449" w:rsidP="006D4449">
      <w:r>
        <w:t>387.9952</w:t>
      </w:r>
      <w:r>
        <w:tab/>
        <w:t>3.038e0</w:t>
      </w:r>
    </w:p>
    <w:p w14:paraId="021BB125" w14:textId="77777777" w:rsidR="006D4449" w:rsidRDefault="006D4449" w:rsidP="006D4449">
      <w:r>
        <w:t>388.0059</w:t>
      </w:r>
      <w:r>
        <w:tab/>
        <w:t>6.076e0</w:t>
      </w:r>
    </w:p>
    <w:p w14:paraId="7B679175" w14:textId="77777777" w:rsidR="006D4449" w:rsidRDefault="006D4449" w:rsidP="006D4449">
      <w:r>
        <w:t>388.0093</w:t>
      </w:r>
      <w:r>
        <w:tab/>
        <w:t>2.025e0</w:t>
      </w:r>
    </w:p>
    <w:p w14:paraId="4F443E79" w14:textId="77777777" w:rsidR="006D4449" w:rsidRDefault="006D4449" w:rsidP="006D4449">
      <w:r>
        <w:t>388.0527</w:t>
      </w:r>
      <w:r>
        <w:tab/>
        <w:t>1.013e0</w:t>
      </w:r>
    </w:p>
    <w:p w14:paraId="081D9A60" w14:textId="77777777" w:rsidR="006D4449" w:rsidRDefault="006D4449" w:rsidP="006D4449">
      <w:r>
        <w:t>388.0559</w:t>
      </w:r>
      <w:r>
        <w:tab/>
        <w:t>3.719e0</w:t>
      </w:r>
    </w:p>
    <w:p w14:paraId="72B8165C" w14:textId="77777777" w:rsidR="006D4449" w:rsidRDefault="006D4449" w:rsidP="006D4449">
      <w:r>
        <w:t>388.0734</w:t>
      </w:r>
      <w:r>
        <w:tab/>
        <w:t>1.013e0</w:t>
      </w:r>
    </w:p>
    <w:p w14:paraId="1B3EBE30" w14:textId="77777777" w:rsidR="006D4449" w:rsidRDefault="006D4449" w:rsidP="006D4449">
      <w:r>
        <w:t>388.0781</w:t>
      </w:r>
      <w:r>
        <w:tab/>
        <w:t>1.013e0</w:t>
      </w:r>
    </w:p>
    <w:p w14:paraId="5112E72B" w14:textId="77777777" w:rsidR="006D4449" w:rsidRDefault="006D4449" w:rsidP="006D4449">
      <w:r>
        <w:t>388.1145</w:t>
      </w:r>
      <w:r>
        <w:tab/>
        <w:t>3.038e0</w:t>
      </w:r>
    </w:p>
    <w:p w14:paraId="5D3B2B25" w14:textId="77777777" w:rsidR="006D4449" w:rsidRDefault="006D4449" w:rsidP="006D4449">
      <w:r>
        <w:t>388.1169</w:t>
      </w:r>
      <w:r>
        <w:tab/>
        <w:t>5.063e0</w:t>
      </w:r>
    </w:p>
    <w:p w14:paraId="41F31211" w14:textId="77777777" w:rsidR="006D4449" w:rsidRDefault="006D4449" w:rsidP="006D4449">
      <w:r>
        <w:lastRenderedPageBreak/>
        <w:t>388.1297</w:t>
      </w:r>
      <w:r>
        <w:tab/>
        <w:t>1.013e0</w:t>
      </w:r>
    </w:p>
    <w:p w14:paraId="2508F809" w14:textId="77777777" w:rsidR="006D4449" w:rsidRDefault="006D4449" w:rsidP="006D4449">
      <w:r>
        <w:t>388.1674</w:t>
      </w:r>
      <w:r>
        <w:tab/>
        <w:t>3.038e0</w:t>
      </w:r>
    </w:p>
    <w:p w14:paraId="64202D49" w14:textId="77777777" w:rsidR="006D4449" w:rsidRDefault="006D4449" w:rsidP="006D4449">
      <w:r>
        <w:t>388.1730</w:t>
      </w:r>
      <w:r>
        <w:tab/>
        <w:t>3.038e0</w:t>
      </w:r>
    </w:p>
    <w:p w14:paraId="41763651" w14:textId="77777777" w:rsidR="006D4449" w:rsidRDefault="006D4449" w:rsidP="006D4449">
      <w:r>
        <w:t>388.2295</w:t>
      </w:r>
      <w:r>
        <w:tab/>
        <w:t>6.226e1</w:t>
      </w:r>
    </w:p>
    <w:p w14:paraId="6F0E915F" w14:textId="77777777" w:rsidR="006D4449" w:rsidRDefault="006D4449" w:rsidP="006D4449">
      <w:r>
        <w:t>388.2325</w:t>
      </w:r>
      <w:r>
        <w:tab/>
        <w:t>1.073e2</w:t>
      </w:r>
    </w:p>
    <w:p w14:paraId="1CEBE273" w14:textId="77777777" w:rsidR="006D4449" w:rsidRDefault="006D4449" w:rsidP="006D4449">
      <w:r>
        <w:t>388.2355</w:t>
      </w:r>
      <w:r>
        <w:tab/>
        <w:t>1.823e1</w:t>
      </w:r>
    </w:p>
    <w:p w14:paraId="205B0FD9" w14:textId="77777777" w:rsidR="006D4449" w:rsidRDefault="006D4449" w:rsidP="006D4449">
      <w:r>
        <w:t>388.2370</w:t>
      </w:r>
      <w:r>
        <w:tab/>
        <w:t>4.490e1</w:t>
      </w:r>
    </w:p>
    <w:p w14:paraId="607BC8E7" w14:textId="77777777" w:rsidR="006D4449" w:rsidRDefault="006D4449" w:rsidP="006D4449">
      <w:r>
        <w:t>388.2832</w:t>
      </w:r>
      <w:r>
        <w:tab/>
        <w:t>5.058e0</w:t>
      </w:r>
    </w:p>
    <w:p w14:paraId="07D7344B" w14:textId="77777777" w:rsidR="006D4449" w:rsidRDefault="006D4449" w:rsidP="006D4449">
      <w:r>
        <w:t>388.3204</w:t>
      </w:r>
      <w:r>
        <w:tab/>
        <w:t>4.051e0</w:t>
      </w:r>
    </w:p>
    <w:p w14:paraId="65FDC3B6" w14:textId="77777777" w:rsidR="006D4449" w:rsidRDefault="006D4449" w:rsidP="006D4449">
      <w:r>
        <w:t>388.3269</w:t>
      </w:r>
      <w:r>
        <w:tab/>
        <w:t>3.038e0</w:t>
      </w:r>
    </w:p>
    <w:p w14:paraId="534A0C3C" w14:textId="77777777" w:rsidR="006D4449" w:rsidRDefault="006D4449" w:rsidP="006D4449">
      <w:r>
        <w:t>388.3513</w:t>
      </w:r>
      <w:r>
        <w:tab/>
        <w:t>4.051e0</w:t>
      </w:r>
    </w:p>
    <w:p w14:paraId="5AC441F2" w14:textId="77777777" w:rsidR="006D4449" w:rsidRDefault="006D4449" w:rsidP="006D4449">
      <w:r>
        <w:t>388.3611</w:t>
      </w:r>
      <w:r>
        <w:tab/>
        <w:t>3.038e0</w:t>
      </w:r>
    </w:p>
    <w:p w14:paraId="3622CD30" w14:textId="77777777" w:rsidR="006D4449" w:rsidRDefault="006D4449" w:rsidP="006D4449">
      <w:r>
        <w:t>388.3778</w:t>
      </w:r>
      <w:r>
        <w:tab/>
        <w:t>2.025e0</w:t>
      </w:r>
    </w:p>
    <w:p w14:paraId="70266FF8" w14:textId="77777777" w:rsidR="006D4449" w:rsidRDefault="006D4449" w:rsidP="006D4449">
      <w:r>
        <w:t>388.3852</w:t>
      </w:r>
      <w:r>
        <w:tab/>
        <w:t>2.025e0</w:t>
      </w:r>
    </w:p>
    <w:p w14:paraId="0DA26C84" w14:textId="77777777" w:rsidR="006D4449" w:rsidRDefault="006D4449" w:rsidP="006D4449">
      <w:r>
        <w:t>388.3902</w:t>
      </w:r>
      <w:r>
        <w:tab/>
        <w:t>2.025e0</w:t>
      </w:r>
    </w:p>
    <w:p w14:paraId="2B29BB54" w14:textId="77777777" w:rsidR="006D4449" w:rsidRDefault="006D4449" w:rsidP="006D4449">
      <w:r>
        <w:t>388.4112</w:t>
      </w:r>
      <w:r>
        <w:tab/>
        <w:t>2.025e0</w:t>
      </w:r>
    </w:p>
    <w:p w14:paraId="7B0441E8" w14:textId="77777777" w:rsidR="006D4449" w:rsidRDefault="006D4449" w:rsidP="006D4449">
      <w:r>
        <w:t>388.4158</w:t>
      </w:r>
      <w:r>
        <w:tab/>
        <w:t>1.013e0</w:t>
      </w:r>
    </w:p>
    <w:p w14:paraId="6D614A8E" w14:textId="77777777" w:rsidR="006D4449" w:rsidRDefault="006D4449" w:rsidP="006D4449">
      <w:r>
        <w:t>388.4373</w:t>
      </w:r>
      <w:r>
        <w:tab/>
        <w:t>2.025e0</w:t>
      </w:r>
    </w:p>
    <w:p w14:paraId="48760B5E" w14:textId="77777777" w:rsidR="006D4449" w:rsidRDefault="006D4449" w:rsidP="006D4449">
      <w:r>
        <w:t>388.4576</w:t>
      </w:r>
      <w:r>
        <w:tab/>
        <w:t>2.025e0</w:t>
      </w:r>
    </w:p>
    <w:p w14:paraId="739EF0A2" w14:textId="77777777" w:rsidR="006D4449" w:rsidRDefault="006D4449" w:rsidP="006D4449">
      <w:r>
        <w:lastRenderedPageBreak/>
        <w:t>388.4857</w:t>
      </w:r>
      <w:r>
        <w:tab/>
        <w:t>2.025e0</w:t>
      </w:r>
    </w:p>
    <w:p w14:paraId="33826EBD" w14:textId="77777777" w:rsidR="006D4449" w:rsidRDefault="006D4449" w:rsidP="006D4449">
      <w:r>
        <w:t>388.4878</w:t>
      </w:r>
      <w:r>
        <w:tab/>
        <w:t>2.025e0</w:t>
      </w:r>
    </w:p>
    <w:p w14:paraId="2DDF141D" w14:textId="77777777" w:rsidR="006D4449" w:rsidRDefault="006D4449" w:rsidP="006D4449">
      <w:r>
        <w:t>388.5260</w:t>
      </w:r>
      <w:r>
        <w:tab/>
        <w:t>1.013e0</w:t>
      </w:r>
    </w:p>
    <w:p w14:paraId="62137300" w14:textId="77777777" w:rsidR="006D4449" w:rsidRDefault="006D4449" w:rsidP="006D4449">
      <w:r>
        <w:t>388.5345</w:t>
      </w:r>
      <w:r>
        <w:tab/>
        <w:t>1.013e0</w:t>
      </w:r>
    </w:p>
    <w:p w14:paraId="1F2FB85E" w14:textId="77777777" w:rsidR="006D4449" w:rsidRDefault="006D4449" w:rsidP="006D4449">
      <w:r>
        <w:t>388.5802</w:t>
      </w:r>
      <w:r>
        <w:tab/>
        <w:t>2.025e0</w:t>
      </w:r>
    </w:p>
    <w:p w14:paraId="04C0C12C" w14:textId="77777777" w:rsidR="006D4449" w:rsidRDefault="006D4449" w:rsidP="006D4449">
      <w:r>
        <w:t>388.5902</w:t>
      </w:r>
      <w:r>
        <w:tab/>
        <w:t>1.013e0</w:t>
      </w:r>
    </w:p>
    <w:p w14:paraId="71BF7259" w14:textId="77777777" w:rsidR="006D4449" w:rsidRDefault="006D4449" w:rsidP="006D4449">
      <w:r>
        <w:t>388.6068</w:t>
      </w:r>
      <w:r>
        <w:tab/>
        <w:t>2.025e0</w:t>
      </w:r>
    </w:p>
    <w:p w14:paraId="5892B778" w14:textId="77777777" w:rsidR="006D4449" w:rsidRDefault="006D4449" w:rsidP="006D4449">
      <w:r>
        <w:t>388.6172</w:t>
      </w:r>
      <w:r>
        <w:tab/>
        <w:t>1.013e0</w:t>
      </w:r>
    </w:p>
    <w:p w14:paraId="0F95493E" w14:textId="77777777" w:rsidR="006D4449" w:rsidRDefault="006D4449" w:rsidP="006D4449">
      <w:r>
        <w:t>388.6637</w:t>
      </w:r>
      <w:r>
        <w:tab/>
        <w:t>1.013e0</w:t>
      </w:r>
    </w:p>
    <w:p w14:paraId="6D279069" w14:textId="77777777" w:rsidR="006D4449" w:rsidRDefault="006D4449" w:rsidP="006D4449">
      <w:r>
        <w:t>388.6654</w:t>
      </w:r>
      <w:r>
        <w:tab/>
        <w:t>2.025e0</w:t>
      </w:r>
    </w:p>
    <w:p w14:paraId="21DBF186" w14:textId="77777777" w:rsidR="006D4449" w:rsidRDefault="006D4449" w:rsidP="006D4449">
      <w:r>
        <w:t>388.7136</w:t>
      </w:r>
      <w:r>
        <w:tab/>
        <w:t>1.013e0</w:t>
      </w:r>
    </w:p>
    <w:p w14:paraId="0DCD7261" w14:textId="77777777" w:rsidR="006D4449" w:rsidRDefault="006D4449" w:rsidP="006D4449">
      <w:r>
        <w:t>388.7464</w:t>
      </w:r>
      <w:r>
        <w:tab/>
        <w:t>1.013e0</w:t>
      </w:r>
    </w:p>
    <w:p w14:paraId="1DA9BEC5" w14:textId="77777777" w:rsidR="006D4449" w:rsidRDefault="006D4449" w:rsidP="006D4449">
      <w:r>
        <w:t>388.7549</w:t>
      </w:r>
      <w:r>
        <w:tab/>
        <w:t>1.013e0</w:t>
      </w:r>
    </w:p>
    <w:p w14:paraId="140842A4" w14:textId="77777777" w:rsidR="006D4449" w:rsidRDefault="006D4449" w:rsidP="006D4449">
      <w:r>
        <w:t>388.7622</w:t>
      </w:r>
      <w:r>
        <w:tab/>
        <w:t>1.013e0</w:t>
      </w:r>
    </w:p>
    <w:p w14:paraId="1BF15476" w14:textId="77777777" w:rsidR="006D4449" w:rsidRDefault="006D4449" w:rsidP="006D4449">
      <w:r>
        <w:t>388.7812</w:t>
      </w:r>
      <w:r>
        <w:tab/>
        <w:t>1.013e0</w:t>
      </w:r>
    </w:p>
    <w:p w14:paraId="14420644" w14:textId="77777777" w:rsidR="006D4449" w:rsidRDefault="006D4449" w:rsidP="006D4449">
      <w:r>
        <w:t>388.8101</w:t>
      </w:r>
      <w:r>
        <w:tab/>
        <w:t>1.013e0</w:t>
      </w:r>
    </w:p>
    <w:p w14:paraId="43F7188C" w14:textId="77777777" w:rsidR="006D4449" w:rsidRDefault="006D4449" w:rsidP="006D4449">
      <w:r>
        <w:t>388.8363</w:t>
      </w:r>
      <w:r>
        <w:tab/>
        <w:t>2.025e0</w:t>
      </w:r>
    </w:p>
    <w:p w14:paraId="79759563" w14:textId="77777777" w:rsidR="006D4449" w:rsidRDefault="006D4449" w:rsidP="006D4449">
      <w:r>
        <w:t>388.8486</w:t>
      </w:r>
      <w:r>
        <w:tab/>
        <w:t>1.013e0</w:t>
      </w:r>
    </w:p>
    <w:p w14:paraId="2EF0F1B3" w14:textId="77777777" w:rsidR="006D4449" w:rsidRDefault="006D4449" w:rsidP="006D4449">
      <w:r>
        <w:t>388.8737</w:t>
      </w:r>
      <w:r>
        <w:tab/>
        <w:t>1.013e0</w:t>
      </w:r>
    </w:p>
    <w:p w14:paraId="6C7527E2" w14:textId="77777777" w:rsidR="006D4449" w:rsidRDefault="006D4449" w:rsidP="006D4449">
      <w:r>
        <w:lastRenderedPageBreak/>
        <w:t>388.8926</w:t>
      </w:r>
      <w:r>
        <w:tab/>
        <w:t>2.025e0</w:t>
      </w:r>
    </w:p>
    <w:p w14:paraId="6587EA5B" w14:textId="77777777" w:rsidR="006D4449" w:rsidRDefault="006D4449" w:rsidP="006D4449">
      <w:r>
        <w:t>388.9162</w:t>
      </w:r>
      <w:r>
        <w:tab/>
        <w:t>1.013e0</w:t>
      </w:r>
    </w:p>
    <w:p w14:paraId="2A369C92" w14:textId="77777777" w:rsidR="006D4449" w:rsidRDefault="006D4449" w:rsidP="006D4449">
      <w:r>
        <w:t>388.9357</w:t>
      </w:r>
      <w:r>
        <w:tab/>
        <w:t>1.013e0</w:t>
      </w:r>
    </w:p>
    <w:p w14:paraId="0C215C04" w14:textId="77777777" w:rsidR="006D4449" w:rsidRDefault="006D4449" w:rsidP="006D4449">
      <w:r>
        <w:t>388.9490</w:t>
      </w:r>
      <w:r>
        <w:tab/>
        <w:t>2.025e0</w:t>
      </w:r>
    </w:p>
    <w:p w14:paraId="76D3CA29" w14:textId="77777777" w:rsidR="006D4449" w:rsidRDefault="006D4449" w:rsidP="006D4449">
      <w:r>
        <w:t>388.9539</w:t>
      </w:r>
      <w:r>
        <w:tab/>
        <w:t>2.025e0</w:t>
      </w:r>
    </w:p>
    <w:p w14:paraId="35FF7664" w14:textId="77777777" w:rsidR="006D4449" w:rsidRDefault="006D4449" w:rsidP="006D4449">
      <w:r>
        <w:t>388.9568</w:t>
      </w:r>
      <w:r>
        <w:tab/>
        <w:t>5.063e0</w:t>
      </w:r>
    </w:p>
    <w:p w14:paraId="246D9898" w14:textId="77777777" w:rsidR="006D4449" w:rsidRDefault="006D4449" w:rsidP="006D4449">
      <w:r>
        <w:t>388.9622</w:t>
      </w:r>
      <w:r>
        <w:tab/>
        <w:t>1.013e0</w:t>
      </w:r>
    </w:p>
    <w:p w14:paraId="1B83D6E3" w14:textId="77777777" w:rsidR="006D4449" w:rsidRDefault="006D4449" w:rsidP="006D4449">
      <w:r>
        <w:t>388.9819</w:t>
      </w:r>
      <w:r>
        <w:tab/>
        <w:t>1.013e0</w:t>
      </w:r>
    </w:p>
    <w:p w14:paraId="2BD789E0" w14:textId="77777777" w:rsidR="006D4449" w:rsidRDefault="006D4449" w:rsidP="006D4449">
      <w:r>
        <w:t>389.0025</w:t>
      </w:r>
      <w:r>
        <w:tab/>
        <w:t>6.076e0</w:t>
      </w:r>
    </w:p>
    <w:p w14:paraId="06D10DD3" w14:textId="77777777" w:rsidR="006D4449" w:rsidRDefault="006D4449" w:rsidP="006D4449">
      <w:r>
        <w:t>389.0154</w:t>
      </w:r>
      <w:r>
        <w:tab/>
        <w:t>2.025e0</w:t>
      </w:r>
    </w:p>
    <w:p w14:paraId="1D0C1B04" w14:textId="77777777" w:rsidR="006D4449" w:rsidRDefault="006D4449" w:rsidP="006D4449">
      <w:r>
        <w:t>389.0293</w:t>
      </w:r>
      <w:r>
        <w:tab/>
        <w:t>6.076e0</w:t>
      </w:r>
    </w:p>
    <w:p w14:paraId="7475273D" w14:textId="77777777" w:rsidR="006D4449" w:rsidRDefault="006D4449" w:rsidP="006D4449">
      <w:r>
        <w:t>389.0417</w:t>
      </w:r>
      <w:r>
        <w:tab/>
        <w:t>1.013e0</w:t>
      </w:r>
    </w:p>
    <w:p w14:paraId="4D6F579B" w14:textId="77777777" w:rsidR="006D4449" w:rsidRDefault="006D4449" w:rsidP="006D4449">
      <w:r>
        <w:t>389.0472</w:t>
      </w:r>
      <w:r>
        <w:tab/>
        <w:t>1.013e0</w:t>
      </w:r>
    </w:p>
    <w:p w14:paraId="4380A64E" w14:textId="77777777" w:rsidR="006D4449" w:rsidRDefault="006D4449" w:rsidP="006D4449">
      <w:r>
        <w:t>389.0667</w:t>
      </w:r>
      <w:r>
        <w:tab/>
        <w:t>2.025e0</w:t>
      </w:r>
    </w:p>
    <w:p w14:paraId="3978E5BD" w14:textId="77777777" w:rsidR="006D4449" w:rsidRDefault="006D4449" w:rsidP="006D4449">
      <w:r>
        <w:t>389.0750</w:t>
      </w:r>
      <w:r>
        <w:tab/>
        <w:t>3.038e0</w:t>
      </w:r>
    </w:p>
    <w:p w14:paraId="6E12509C" w14:textId="77777777" w:rsidR="006D4449" w:rsidRDefault="006D4449" w:rsidP="006D4449">
      <w:r>
        <w:t>389.0790</w:t>
      </w:r>
      <w:r>
        <w:tab/>
        <w:t>2.025e0</w:t>
      </w:r>
    </w:p>
    <w:p w14:paraId="4FAB5F6A" w14:textId="77777777" w:rsidR="006D4449" w:rsidRDefault="006D4449" w:rsidP="006D4449">
      <w:r>
        <w:t>389.1170</w:t>
      </w:r>
      <w:r>
        <w:tab/>
        <w:t>3.038e0</w:t>
      </w:r>
    </w:p>
    <w:p w14:paraId="7C785154" w14:textId="77777777" w:rsidR="006D4449" w:rsidRDefault="006D4449" w:rsidP="006D4449">
      <w:r>
        <w:t>389.1203</w:t>
      </w:r>
      <w:r>
        <w:tab/>
        <w:t>1.013e0</w:t>
      </w:r>
    </w:p>
    <w:p w14:paraId="2ED4EBF8" w14:textId="77777777" w:rsidR="006D4449" w:rsidRDefault="006D4449" w:rsidP="006D4449">
      <w:r>
        <w:t>389.1536</w:t>
      </w:r>
      <w:r>
        <w:tab/>
        <w:t>3.038e0</w:t>
      </w:r>
    </w:p>
    <w:p w14:paraId="396D44AA" w14:textId="77777777" w:rsidR="006D4449" w:rsidRDefault="006D4449" w:rsidP="006D4449">
      <w:r>
        <w:lastRenderedPageBreak/>
        <w:t>389.1745</w:t>
      </w:r>
      <w:r>
        <w:tab/>
        <w:t>2.025e0</w:t>
      </w:r>
    </w:p>
    <w:p w14:paraId="2FEFF0BF" w14:textId="77777777" w:rsidR="006D4449" w:rsidRDefault="006D4449" w:rsidP="006D4449">
      <w:r>
        <w:t>389.1769</w:t>
      </w:r>
      <w:r>
        <w:tab/>
        <w:t>2.540e0</w:t>
      </w:r>
    </w:p>
    <w:p w14:paraId="22F391B3" w14:textId="77777777" w:rsidR="006D4449" w:rsidRDefault="006D4449" w:rsidP="006D4449">
      <w:r>
        <w:t>389.1977</w:t>
      </w:r>
      <w:r>
        <w:tab/>
        <w:t>1.985e0</w:t>
      </w:r>
    </w:p>
    <w:p w14:paraId="75295059" w14:textId="77777777" w:rsidR="006D4449" w:rsidRDefault="006D4449" w:rsidP="006D4449">
      <w:r>
        <w:t>389.2169</w:t>
      </w:r>
      <w:r>
        <w:tab/>
        <w:t>2.729e0</w:t>
      </w:r>
    </w:p>
    <w:p w14:paraId="4CFC5BBF" w14:textId="77777777" w:rsidR="006D4449" w:rsidRDefault="006D4449" w:rsidP="006D4449">
      <w:r>
        <w:t>389.2365</w:t>
      </w:r>
      <w:r>
        <w:tab/>
        <w:t>5.666e0</w:t>
      </w:r>
    </w:p>
    <w:p w14:paraId="08587A25" w14:textId="77777777" w:rsidR="006D4449" w:rsidRDefault="006D4449" w:rsidP="006D4449">
      <w:r>
        <w:t>389.2467</w:t>
      </w:r>
      <w:r>
        <w:tab/>
        <w:t>1.994e1</w:t>
      </w:r>
    </w:p>
    <w:p w14:paraId="4552830E" w14:textId="77777777" w:rsidR="006D4449" w:rsidRDefault="006D4449" w:rsidP="006D4449">
      <w:r>
        <w:t>389.2523</w:t>
      </w:r>
      <w:r>
        <w:tab/>
        <w:t>1.096e1</w:t>
      </w:r>
    </w:p>
    <w:p w14:paraId="097A90F9" w14:textId="77777777" w:rsidR="006D4449" w:rsidRDefault="006D4449" w:rsidP="006D4449">
      <w:r>
        <w:t>389.2566</w:t>
      </w:r>
      <w:r>
        <w:tab/>
        <w:t>8.761e0</w:t>
      </w:r>
    </w:p>
    <w:p w14:paraId="3E184E9D" w14:textId="77777777" w:rsidR="006D4449" w:rsidRDefault="006D4449" w:rsidP="006D4449">
      <w:r>
        <w:t>389.2843</w:t>
      </w:r>
      <w:r>
        <w:tab/>
        <w:t>1.013e0</w:t>
      </w:r>
    </w:p>
    <w:p w14:paraId="458CB2AE" w14:textId="77777777" w:rsidR="006D4449" w:rsidRDefault="006D4449" w:rsidP="006D4449">
      <w:r>
        <w:t>389.2949</w:t>
      </w:r>
      <w:r>
        <w:tab/>
        <w:t>5.063e0</w:t>
      </w:r>
    </w:p>
    <w:p w14:paraId="41AF884A" w14:textId="77777777" w:rsidR="006D4449" w:rsidRDefault="006D4449" w:rsidP="006D4449">
      <w:r>
        <w:t>389.3306</w:t>
      </w:r>
      <w:r>
        <w:tab/>
        <w:t>1.013e0</w:t>
      </w:r>
    </w:p>
    <w:p w14:paraId="060C58E0" w14:textId="77777777" w:rsidR="006D4449" w:rsidRDefault="006D4449" w:rsidP="006D4449">
      <w:r>
        <w:t>389.3410</w:t>
      </w:r>
      <w:r>
        <w:tab/>
        <w:t>1.013e0</w:t>
      </w:r>
    </w:p>
    <w:p w14:paraId="22BA429F" w14:textId="77777777" w:rsidR="006D4449" w:rsidRDefault="006D4449" w:rsidP="006D4449">
      <w:r>
        <w:t>389.3617</w:t>
      </w:r>
      <w:r>
        <w:tab/>
        <w:t>1.013e0</w:t>
      </w:r>
    </w:p>
    <w:p w14:paraId="5E9A9EE8" w14:textId="77777777" w:rsidR="006D4449" w:rsidRDefault="006D4449" w:rsidP="006D4449">
      <w:r>
        <w:t>389.3769</w:t>
      </w:r>
      <w:r>
        <w:tab/>
        <w:t>1.013e0</w:t>
      </w:r>
    </w:p>
    <w:p w14:paraId="6CCF1F9E" w14:textId="77777777" w:rsidR="006D4449" w:rsidRDefault="006D4449" w:rsidP="006D4449">
      <w:r>
        <w:t>389.3876</w:t>
      </w:r>
      <w:r>
        <w:tab/>
        <w:t>1.013e0</w:t>
      </w:r>
    </w:p>
    <w:p w14:paraId="60FCDB78" w14:textId="77777777" w:rsidR="006D4449" w:rsidRDefault="006D4449" w:rsidP="006D4449">
      <w:r>
        <w:t>389.3925</w:t>
      </w:r>
      <w:r>
        <w:tab/>
        <w:t>1.013e0</w:t>
      </w:r>
    </w:p>
    <w:p w14:paraId="5F7C7A29" w14:textId="77777777" w:rsidR="006D4449" w:rsidRDefault="006D4449" w:rsidP="006D4449">
      <w:r>
        <w:t>389.4100</w:t>
      </w:r>
      <w:r>
        <w:tab/>
        <w:t>1.013e0</w:t>
      </w:r>
    </w:p>
    <w:p w14:paraId="4567627E" w14:textId="77777777" w:rsidR="006D4449" w:rsidRDefault="006D4449" w:rsidP="006D4449">
      <w:r>
        <w:t>389.4514</w:t>
      </w:r>
      <w:r>
        <w:tab/>
        <w:t>1.013e0</w:t>
      </w:r>
    </w:p>
    <w:p w14:paraId="2A3A4F52" w14:textId="77777777" w:rsidR="006D4449" w:rsidRDefault="006D4449" w:rsidP="006D4449">
      <w:r>
        <w:t>389.4751</w:t>
      </w:r>
      <w:r>
        <w:tab/>
        <w:t>2.025e0</w:t>
      </w:r>
    </w:p>
    <w:p w14:paraId="1A01C493" w14:textId="77777777" w:rsidR="006D4449" w:rsidRDefault="006D4449" w:rsidP="006D4449">
      <w:r>
        <w:lastRenderedPageBreak/>
        <w:t>389.4790</w:t>
      </w:r>
      <w:r>
        <w:tab/>
        <w:t>1.013e0</w:t>
      </w:r>
    </w:p>
    <w:p w14:paraId="50DEEF54" w14:textId="77777777" w:rsidR="006D4449" w:rsidRDefault="006D4449" w:rsidP="006D4449">
      <w:r>
        <w:t>389.5225</w:t>
      </w:r>
      <w:r>
        <w:tab/>
        <w:t>2.025e0</w:t>
      </w:r>
    </w:p>
    <w:p w14:paraId="13903EA3" w14:textId="77777777" w:rsidR="006D4449" w:rsidRDefault="006D4449" w:rsidP="006D4449">
      <w:r>
        <w:t>389.5700</w:t>
      </w:r>
      <w:r>
        <w:tab/>
        <w:t>2.025e0</w:t>
      </w:r>
    </w:p>
    <w:p w14:paraId="1FBFB3E1" w14:textId="77777777" w:rsidR="006D4449" w:rsidRDefault="006D4449" w:rsidP="006D4449">
      <w:r>
        <w:t>389.5929</w:t>
      </w:r>
      <w:r>
        <w:tab/>
        <w:t>1.013e0</w:t>
      </w:r>
    </w:p>
    <w:p w14:paraId="18648F37" w14:textId="77777777" w:rsidR="006D4449" w:rsidRDefault="006D4449" w:rsidP="006D4449">
      <w:r>
        <w:t>389.6033</w:t>
      </w:r>
      <w:r>
        <w:tab/>
        <w:t>3.038e0</w:t>
      </w:r>
    </w:p>
    <w:p w14:paraId="64D6E79A" w14:textId="77777777" w:rsidR="006D4449" w:rsidRDefault="006D4449" w:rsidP="006D4449">
      <w:r>
        <w:t>389.6102</w:t>
      </w:r>
      <w:r>
        <w:tab/>
        <w:t>1.013e0</w:t>
      </w:r>
    </w:p>
    <w:p w14:paraId="237FE8BF" w14:textId="77777777" w:rsidR="006D4449" w:rsidRDefault="006D4449" w:rsidP="006D4449">
      <w:r>
        <w:t>389.6604</w:t>
      </w:r>
      <w:r>
        <w:tab/>
        <w:t>2.025e0</w:t>
      </w:r>
    </w:p>
    <w:p w14:paraId="7D10AD24" w14:textId="77777777" w:rsidR="006D4449" w:rsidRDefault="006D4449" w:rsidP="006D4449">
      <w:r>
        <w:t>389.7028</w:t>
      </w:r>
      <w:r>
        <w:tab/>
        <w:t>1.013e0</w:t>
      </w:r>
    </w:p>
    <w:p w14:paraId="03CF4268" w14:textId="77777777" w:rsidR="006D4449" w:rsidRDefault="006D4449" w:rsidP="006D4449">
      <w:r>
        <w:t>389.7121</w:t>
      </w:r>
      <w:r>
        <w:tab/>
        <w:t>1.013e0</w:t>
      </w:r>
    </w:p>
    <w:p w14:paraId="41333ADE" w14:textId="77777777" w:rsidR="006D4449" w:rsidRDefault="006D4449" w:rsidP="006D4449">
      <w:r>
        <w:t>389.7137</w:t>
      </w:r>
      <w:r>
        <w:tab/>
        <w:t>1.013e0</w:t>
      </w:r>
    </w:p>
    <w:p w14:paraId="65661B22" w14:textId="77777777" w:rsidR="006D4449" w:rsidRDefault="006D4449" w:rsidP="006D4449">
      <w:r>
        <w:t>389.7311</w:t>
      </w:r>
      <w:r>
        <w:tab/>
        <w:t>2.025e0</w:t>
      </w:r>
    </w:p>
    <w:p w14:paraId="192BC1F1" w14:textId="77777777" w:rsidR="006D4449" w:rsidRDefault="006D4449" w:rsidP="006D4449">
      <w:r>
        <w:t>389.7604</w:t>
      </w:r>
      <w:r>
        <w:tab/>
        <w:t>1.013e0</w:t>
      </w:r>
    </w:p>
    <w:p w14:paraId="3EBC052E" w14:textId="77777777" w:rsidR="006D4449" w:rsidRDefault="006D4449" w:rsidP="006D4449">
      <w:r>
        <w:t>389.7664</w:t>
      </w:r>
      <w:r>
        <w:tab/>
        <w:t>1.013e0</w:t>
      </w:r>
    </w:p>
    <w:p w14:paraId="4E1F8C41" w14:textId="77777777" w:rsidR="006D4449" w:rsidRDefault="006D4449" w:rsidP="006D4449">
      <w:r>
        <w:t>389.7811</w:t>
      </w:r>
      <w:r>
        <w:tab/>
        <w:t>2.025e0</w:t>
      </w:r>
    </w:p>
    <w:p w14:paraId="2B546B96" w14:textId="77777777" w:rsidR="006D4449" w:rsidRDefault="006D4449" w:rsidP="006D4449">
      <w:r>
        <w:t>389.8111</w:t>
      </w:r>
      <w:r>
        <w:tab/>
        <w:t>1.013e0</w:t>
      </w:r>
    </w:p>
    <w:p w14:paraId="60B02864" w14:textId="77777777" w:rsidR="006D4449" w:rsidRDefault="006D4449" w:rsidP="006D4449">
      <w:r>
        <w:t>389.8301</w:t>
      </w:r>
      <w:r>
        <w:tab/>
        <w:t>1.013e0</w:t>
      </w:r>
    </w:p>
    <w:p w14:paraId="610A686E" w14:textId="77777777" w:rsidR="006D4449" w:rsidRDefault="006D4449" w:rsidP="006D4449">
      <w:r>
        <w:t>389.8340</w:t>
      </w:r>
      <w:r>
        <w:tab/>
        <w:t>1.013e0</w:t>
      </w:r>
    </w:p>
    <w:p w14:paraId="67553793" w14:textId="77777777" w:rsidR="006D4449" w:rsidRDefault="006D4449" w:rsidP="006D4449">
      <w:r>
        <w:t>389.8864</w:t>
      </w:r>
      <w:r>
        <w:tab/>
        <w:t>1.013e0</w:t>
      </w:r>
    </w:p>
    <w:p w14:paraId="4B41E6A8" w14:textId="77777777" w:rsidR="006D4449" w:rsidRDefault="006D4449" w:rsidP="006D4449">
      <w:r>
        <w:t>389.9014</w:t>
      </w:r>
      <w:r>
        <w:tab/>
        <w:t>1.013e0</w:t>
      </w:r>
    </w:p>
    <w:p w14:paraId="3A3A9638" w14:textId="77777777" w:rsidR="006D4449" w:rsidRDefault="006D4449" w:rsidP="006D4449">
      <w:r>
        <w:lastRenderedPageBreak/>
        <w:t>389.9263</w:t>
      </w:r>
      <w:r>
        <w:tab/>
        <w:t>2.025e0</w:t>
      </w:r>
    </w:p>
    <w:p w14:paraId="74A1BE5A" w14:textId="77777777" w:rsidR="006D4449" w:rsidRDefault="006D4449" w:rsidP="006D4449">
      <w:r>
        <w:t>389.9359</w:t>
      </w:r>
      <w:r>
        <w:tab/>
        <w:t>5.063e0</w:t>
      </w:r>
    </w:p>
    <w:p w14:paraId="7C1084FE" w14:textId="77777777" w:rsidR="006D4449" w:rsidRDefault="006D4449" w:rsidP="006D4449">
      <w:r>
        <w:t>389.9399</w:t>
      </w:r>
      <w:r>
        <w:tab/>
        <w:t>1.013e0</w:t>
      </w:r>
    </w:p>
    <w:p w14:paraId="20CAFFAF" w14:textId="77777777" w:rsidR="006D4449" w:rsidRDefault="006D4449" w:rsidP="006D4449">
      <w:r>
        <w:t>389.9439</w:t>
      </w:r>
      <w:r>
        <w:tab/>
        <w:t>1.013e0</w:t>
      </w:r>
    </w:p>
    <w:p w14:paraId="26BF9659" w14:textId="77777777" w:rsidR="006D4449" w:rsidRDefault="006D4449" w:rsidP="006D4449">
      <w:r>
        <w:t>389.9544</w:t>
      </w:r>
      <w:r>
        <w:tab/>
        <w:t>2.025e0</w:t>
      </w:r>
    </w:p>
    <w:p w14:paraId="1EF78989" w14:textId="77777777" w:rsidR="006D4449" w:rsidRDefault="006D4449" w:rsidP="006D4449">
      <w:r>
        <w:t>389.9677</w:t>
      </w:r>
      <w:r>
        <w:tab/>
        <w:t>1.013e0</w:t>
      </w:r>
    </w:p>
    <w:p w14:paraId="1963FEE6" w14:textId="77777777" w:rsidR="006D4449" w:rsidRDefault="006D4449" w:rsidP="006D4449">
      <w:r>
        <w:t>389.9969</w:t>
      </w:r>
      <w:r>
        <w:tab/>
        <w:t>1.013e0</w:t>
      </w:r>
    </w:p>
    <w:p w14:paraId="2C3684E3" w14:textId="77777777" w:rsidR="006D4449" w:rsidRDefault="006D4449" w:rsidP="006D4449">
      <w:r>
        <w:t>390.0244</w:t>
      </w:r>
      <w:r>
        <w:tab/>
        <w:t>6.076e0</w:t>
      </w:r>
    </w:p>
    <w:p w14:paraId="4294CF4F" w14:textId="77777777" w:rsidR="006D4449" w:rsidRDefault="006D4449" w:rsidP="006D4449">
      <w:r>
        <w:t>390.0308</w:t>
      </w:r>
      <w:r>
        <w:tab/>
        <w:t>1.013e0</w:t>
      </w:r>
    </w:p>
    <w:p w14:paraId="61E1D12E" w14:textId="77777777" w:rsidR="006D4449" w:rsidRDefault="006D4449" w:rsidP="006D4449">
      <w:r>
        <w:t>390.0325</w:t>
      </w:r>
      <w:r>
        <w:tab/>
        <w:t>1.013e0</w:t>
      </w:r>
    </w:p>
    <w:p w14:paraId="2F22B67E" w14:textId="77777777" w:rsidR="006D4449" w:rsidRDefault="006D4449" w:rsidP="006D4449">
      <w:r>
        <w:t>390.0591</w:t>
      </w:r>
      <w:r>
        <w:tab/>
        <w:t>1.013e0</w:t>
      </w:r>
    </w:p>
    <w:p w14:paraId="61BFBF03" w14:textId="77777777" w:rsidR="006D4449" w:rsidRDefault="006D4449" w:rsidP="006D4449">
      <w:r>
        <w:t>390.0851</w:t>
      </w:r>
      <w:r>
        <w:tab/>
        <w:t>1.013e0</w:t>
      </w:r>
    </w:p>
    <w:p w14:paraId="140FBB9F" w14:textId="77777777" w:rsidR="006D4449" w:rsidRDefault="006D4449" w:rsidP="006D4449">
      <w:r>
        <w:t>390.0868</w:t>
      </w:r>
      <w:r>
        <w:tab/>
        <w:t>1.013e0</w:t>
      </w:r>
    </w:p>
    <w:p w14:paraId="3A9D7AF5" w14:textId="77777777" w:rsidR="006D4449" w:rsidRDefault="006D4449" w:rsidP="006D4449">
      <w:r>
        <w:t>390.0989</w:t>
      </w:r>
      <w:r>
        <w:tab/>
        <w:t>1.013e0</w:t>
      </w:r>
    </w:p>
    <w:p w14:paraId="4682EBAF" w14:textId="77777777" w:rsidR="006D4449" w:rsidRDefault="006D4449" w:rsidP="006D4449">
      <w:r>
        <w:t>390.1044</w:t>
      </w:r>
      <w:r>
        <w:tab/>
        <w:t>2.025e0</w:t>
      </w:r>
    </w:p>
    <w:p w14:paraId="27987AE2" w14:textId="77777777" w:rsidR="006D4449" w:rsidRDefault="006D4449" w:rsidP="006D4449">
      <w:r>
        <w:t>390.1445</w:t>
      </w:r>
      <w:r>
        <w:tab/>
        <w:t>2.025e0</w:t>
      </w:r>
    </w:p>
    <w:p w14:paraId="1FAEEF91" w14:textId="77777777" w:rsidR="006D4449" w:rsidRDefault="006D4449" w:rsidP="006D4449">
      <w:r>
        <w:t>390.1595</w:t>
      </w:r>
      <w:r>
        <w:tab/>
        <w:t>3.038e0</w:t>
      </w:r>
    </w:p>
    <w:p w14:paraId="152961C0" w14:textId="77777777" w:rsidR="006D4449" w:rsidRDefault="006D4449" w:rsidP="006D4449">
      <w:r>
        <w:t>390.1784</w:t>
      </w:r>
      <w:r>
        <w:tab/>
        <w:t>2.025e0</w:t>
      </w:r>
    </w:p>
    <w:p w14:paraId="6F97AE95" w14:textId="77777777" w:rsidR="006D4449" w:rsidRDefault="006D4449" w:rsidP="006D4449">
      <w:r>
        <w:t>390.1897</w:t>
      </w:r>
      <w:r>
        <w:tab/>
        <w:t>5.644e0</w:t>
      </w:r>
    </w:p>
    <w:p w14:paraId="29116DEF" w14:textId="77777777" w:rsidR="006D4449" w:rsidRDefault="006D4449" w:rsidP="006D4449">
      <w:r>
        <w:lastRenderedPageBreak/>
        <w:t>390.2030</w:t>
      </w:r>
      <w:r>
        <w:tab/>
        <w:t>2.680e0</w:t>
      </w:r>
    </w:p>
    <w:p w14:paraId="1CB34191" w14:textId="77777777" w:rsidR="006D4449" w:rsidRDefault="006D4449" w:rsidP="006D4449">
      <w:r>
        <w:t>390.2238</w:t>
      </w:r>
      <w:r>
        <w:tab/>
        <w:t>1.915e0</w:t>
      </w:r>
    </w:p>
    <w:p w14:paraId="23E7260E" w14:textId="77777777" w:rsidR="006D4449" w:rsidRDefault="006D4449" w:rsidP="006D4449">
      <w:r>
        <w:t>390.2354</w:t>
      </w:r>
      <w:r>
        <w:tab/>
        <w:t>4.185e0</w:t>
      </w:r>
    </w:p>
    <w:p w14:paraId="75AB9A69" w14:textId="77777777" w:rsidR="006D4449" w:rsidRDefault="006D4449" w:rsidP="006D4449">
      <w:r>
        <w:t>390.2413</w:t>
      </w:r>
      <w:r>
        <w:tab/>
        <w:t>5.975e0</w:t>
      </w:r>
    </w:p>
    <w:p w14:paraId="534F983E" w14:textId="77777777" w:rsidR="006D4449" w:rsidRDefault="006D4449" w:rsidP="006D4449">
      <w:r>
        <w:t>390.2510</w:t>
      </w:r>
      <w:r>
        <w:tab/>
        <w:t>4.405e0</w:t>
      </w:r>
    </w:p>
    <w:p w14:paraId="2F906428" w14:textId="77777777" w:rsidR="006D4449" w:rsidRDefault="006D4449" w:rsidP="006D4449">
      <w:r>
        <w:t>390.2873</w:t>
      </w:r>
      <w:r>
        <w:tab/>
        <w:t>1.013e0</w:t>
      </w:r>
    </w:p>
    <w:p w14:paraId="515F2002" w14:textId="77777777" w:rsidR="006D4449" w:rsidRDefault="006D4449" w:rsidP="006D4449">
      <w:r>
        <w:t>390.2893</w:t>
      </w:r>
      <w:r>
        <w:tab/>
        <w:t>1.013e0</w:t>
      </w:r>
    </w:p>
    <w:p w14:paraId="495BBF86" w14:textId="77777777" w:rsidR="006D4449" w:rsidRDefault="006D4449" w:rsidP="006D4449">
      <w:r>
        <w:t>390.2967</w:t>
      </w:r>
      <w:r>
        <w:tab/>
        <w:t>5.063e0</w:t>
      </w:r>
    </w:p>
    <w:p w14:paraId="5FCF4681" w14:textId="77777777" w:rsidR="006D4449" w:rsidRDefault="006D4449" w:rsidP="006D4449">
      <w:r>
        <w:t>390.3054</w:t>
      </w:r>
      <w:r>
        <w:tab/>
        <w:t>3.038e0</w:t>
      </w:r>
    </w:p>
    <w:p w14:paraId="2DD0A000" w14:textId="77777777" w:rsidR="006D4449" w:rsidRDefault="006D4449" w:rsidP="006D4449">
      <w:r>
        <w:t>390.3218</w:t>
      </w:r>
      <w:r>
        <w:tab/>
        <w:t>1.013e0</w:t>
      </w:r>
    </w:p>
    <w:p w14:paraId="3796F15F" w14:textId="77777777" w:rsidR="006D4449" w:rsidRDefault="006D4449" w:rsidP="006D4449">
      <w:r>
        <w:t>390.3373</w:t>
      </w:r>
      <w:r>
        <w:tab/>
        <w:t>1.013e0</w:t>
      </w:r>
    </w:p>
    <w:p w14:paraId="34B6AD64" w14:textId="77777777" w:rsidR="006D4449" w:rsidRDefault="006D4449" w:rsidP="006D4449">
      <w:r>
        <w:t>390.3576</w:t>
      </w:r>
      <w:r>
        <w:tab/>
        <w:t>4.051e0</w:t>
      </w:r>
    </w:p>
    <w:p w14:paraId="5F26B409" w14:textId="77777777" w:rsidR="006D4449" w:rsidRDefault="006D4449" w:rsidP="006D4449">
      <w:r>
        <w:t>390.3724</w:t>
      </w:r>
      <w:r>
        <w:tab/>
        <w:t>2.025e0</w:t>
      </w:r>
    </w:p>
    <w:p w14:paraId="6AD5ADE2" w14:textId="77777777" w:rsidR="006D4449" w:rsidRDefault="006D4449" w:rsidP="006D4449">
      <w:r>
        <w:t>390.3759</w:t>
      </w:r>
      <w:r>
        <w:tab/>
        <w:t>1.013e0</w:t>
      </w:r>
    </w:p>
    <w:p w14:paraId="227CB788" w14:textId="77777777" w:rsidR="006D4449" w:rsidRDefault="006D4449" w:rsidP="006D4449">
      <w:r>
        <w:t>390.4953</w:t>
      </w:r>
      <w:r>
        <w:tab/>
        <w:t>3.038e0</w:t>
      </w:r>
    </w:p>
    <w:p w14:paraId="25999CC6" w14:textId="77777777" w:rsidR="006D4449" w:rsidRDefault="006D4449" w:rsidP="006D4449">
      <w:r>
        <w:t>390.5322</w:t>
      </w:r>
      <w:r>
        <w:tab/>
        <w:t>1.013e0</w:t>
      </w:r>
    </w:p>
    <w:p w14:paraId="11200C88" w14:textId="77777777" w:rsidR="006D4449" w:rsidRDefault="006D4449" w:rsidP="006D4449">
      <w:r>
        <w:t>390.5346</w:t>
      </w:r>
      <w:r>
        <w:tab/>
        <w:t>1.013e0</w:t>
      </w:r>
    </w:p>
    <w:p w14:paraId="158D8484" w14:textId="77777777" w:rsidR="006D4449" w:rsidRDefault="006D4449" w:rsidP="006D4449">
      <w:r>
        <w:t>390.5496</w:t>
      </w:r>
      <w:r>
        <w:tab/>
        <w:t>1.013e0</w:t>
      </w:r>
    </w:p>
    <w:p w14:paraId="71217DE3" w14:textId="77777777" w:rsidR="006D4449" w:rsidRDefault="006D4449" w:rsidP="006D4449">
      <w:r>
        <w:t>390.5870</w:t>
      </w:r>
      <w:r>
        <w:tab/>
        <w:t>2.025e0</w:t>
      </w:r>
    </w:p>
    <w:p w14:paraId="2CE767AD" w14:textId="77777777" w:rsidR="006D4449" w:rsidRDefault="006D4449" w:rsidP="006D4449">
      <w:r>
        <w:lastRenderedPageBreak/>
        <w:t>390.5899</w:t>
      </w:r>
      <w:r>
        <w:tab/>
        <w:t>1.013e0</w:t>
      </w:r>
    </w:p>
    <w:p w14:paraId="44811537" w14:textId="77777777" w:rsidR="006D4449" w:rsidRDefault="006D4449" w:rsidP="006D4449">
      <w:r>
        <w:t>390.6954</w:t>
      </w:r>
      <w:r>
        <w:tab/>
        <w:t>1.013e0</w:t>
      </w:r>
    </w:p>
    <w:p w14:paraId="2717AFC1" w14:textId="77777777" w:rsidR="006D4449" w:rsidRDefault="006D4449" w:rsidP="006D4449">
      <w:r>
        <w:t>390.7290</w:t>
      </w:r>
      <w:r>
        <w:tab/>
        <w:t>1.013e0</w:t>
      </w:r>
    </w:p>
    <w:p w14:paraId="52BE519C" w14:textId="77777777" w:rsidR="006D4449" w:rsidRDefault="006D4449" w:rsidP="006D4449">
      <w:r>
        <w:t>390.7460</w:t>
      </w:r>
      <w:r>
        <w:tab/>
        <w:t>2.025e0</w:t>
      </w:r>
    </w:p>
    <w:p w14:paraId="6A4DA6FC" w14:textId="77777777" w:rsidR="006D4449" w:rsidRDefault="006D4449" w:rsidP="006D4449">
      <w:r>
        <w:t>390.7646</w:t>
      </w:r>
      <w:r>
        <w:tab/>
        <w:t>1.013e0</w:t>
      </w:r>
    </w:p>
    <w:p w14:paraId="400BFF2B" w14:textId="77777777" w:rsidR="006D4449" w:rsidRDefault="006D4449" w:rsidP="006D4449">
      <w:r>
        <w:t>390.7906</w:t>
      </w:r>
      <w:r>
        <w:tab/>
        <w:t>1.013e0</w:t>
      </w:r>
    </w:p>
    <w:p w14:paraId="2748E47F" w14:textId="77777777" w:rsidR="006D4449" w:rsidRDefault="006D4449" w:rsidP="006D4449">
      <w:r>
        <w:t>390.8119</w:t>
      </w:r>
      <w:r>
        <w:tab/>
        <w:t>1.013e0</w:t>
      </w:r>
    </w:p>
    <w:p w14:paraId="3272A7BE" w14:textId="77777777" w:rsidR="006D4449" w:rsidRDefault="006D4449" w:rsidP="006D4449">
      <w:r>
        <w:t>390.8200</w:t>
      </w:r>
      <w:r>
        <w:tab/>
        <w:t>1.013e0</w:t>
      </w:r>
    </w:p>
    <w:p w14:paraId="7399E210" w14:textId="77777777" w:rsidR="006D4449" w:rsidRDefault="006D4449" w:rsidP="006D4449">
      <w:r>
        <w:t>390.8565</w:t>
      </w:r>
      <w:r>
        <w:tab/>
        <w:t>2.025e0</w:t>
      </w:r>
    </w:p>
    <w:p w14:paraId="718268EF" w14:textId="77777777" w:rsidR="006D4449" w:rsidRDefault="006D4449" w:rsidP="006D4449">
      <w:r>
        <w:t>390.8989</w:t>
      </w:r>
      <w:r>
        <w:tab/>
        <w:t>2.025e0</w:t>
      </w:r>
    </w:p>
    <w:p w14:paraId="33009309" w14:textId="77777777" w:rsidR="006D4449" w:rsidRDefault="006D4449" w:rsidP="006D4449">
      <w:r>
        <w:t>390.9024</w:t>
      </w:r>
      <w:r>
        <w:tab/>
        <w:t>2.025e0</w:t>
      </w:r>
    </w:p>
    <w:p w14:paraId="38157DA3" w14:textId="77777777" w:rsidR="006D4449" w:rsidRDefault="006D4449" w:rsidP="006D4449">
      <w:r>
        <w:t>390.9044</w:t>
      </w:r>
      <w:r>
        <w:tab/>
        <w:t>1.013e0</w:t>
      </w:r>
    </w:p>
    <w:p w14:paraId="2B81A6FD" w14:textId="77777777" w:rsidR="006D4449" w:rsidRDefault="006D4449" w:rsidP="006D4449">
      <w:r>
        <w:t>390.9326</w:t>
      </w:r>
      <w:r>
        <w:tab/>
        <w:t>2.025e0</w:t>
      </w:r>
    </w:p>
    <w:p w14:paraId="27F00A68" w14:textId="77777777" w:rsidR="006D4449" w:rsidRDefault="006D4449" w:rsidP="006D4449">
      <w:r>
        <w:t>390.9802</w:t>
      </w:r>
      <w:r>
        <w:tab/>
        <w:t>8.974e0</w:t>
      </w:r>
    </w:p>
    <w:p w14:paraId="3ECC1119" w14:textId="77777777" w:rsidR="006D4449" w:rsidRDefault="006D4449" w:rsidP="006D4449">
      <w:r>
        <w:t>390.9839</w:t>
      </w:r>
      <w:r>
        <w:tab/>
        <w:t>4.051e0</w:t>
      </w:r>
    </w:p>
    <w:p w14:paraId="35B8B357" w14:textId="77777777" w:rsidR="006D4449" w:rsidRDefault="006D4449" w:rsidP="006D4449">
      <w:r>
        <w:t>391.0069</w:t>
      </w:r>
      <w:r>
        <w:tab/>
        <w:t>1.013e0</w:t>
      </w:r>
    </w:p>
    <w:p w14:paraId="09C4E07C" w14:textId="77777777" w:rsidR="006D4449" w:rsidRDefault="006D4449" w:rsidP="006D4449">
      <w:r>
        <w:t>391.0103</w:t>
      </w:r>
      <w:r>
        <w:tab/>
        <w:t>5.063e0</w:t>
      </w:r>
    </w:p>
    <w:p w14:paraId="60E49A49" w14:textId="77777777" w:rsidR="006D4449" w:rsidRDefault="006D4449" w:rsidP="006D4449">
      <w:r>
        <w:t>391.0232</w:t>
      </w:r>
      <w:r>
        <w:tab/>
        <w:t>2.025e0</w:t>
      </w:r>
    </w:p>
    <w:p w14:paraId="3CFFC6ED" w14:textId="77777777" w:rsidR="006D4449" w:rsidRDefault="006D4449" w:rsidP="006D4449">
      <w:r>
        <w:t>391.0301</w:t>
      </w:r>
      <w:r>
        <w:tab/>
        <w:t>1.013e0</w:t>
      </w:r>
    </w:p>
    <w:p w14:paraId="3B7F34DC" w14:textId="77777777" w:rsidR="006D4449" w:rsidRDefault="006D4449" w:rsidP="006D4449">
      <w:r>
        <w:lastRenderedPageBreak/>
        <w:t>391.0602</w:t>
      </w:r>
      <w:r>
        <w:tab/>
        <w:t>3.038e0</w:t>
      </w:r>
    </w:p>
    <w:p w14:paraId="1A1BAFB2" w14:textId="77777777" w:rsidR="006D4449" w:rsidRDefault="006D4449" w:rsidP="006D4449">
      <w:r>
        <w:t>391.1040</w:t>
      </w:r>
      <w:r>
        <w:tab/>
        <w:t>1.013e0</w:t>
      </w:r>
    </w:p>
    <w:p w14:paraId="332FF5FD" w14:textId="77777777" w:rsidR="006D4449" w:rsidRDefault="006D4449" w:rsidP="006D4449">
      <w:r>
        <w:t>391.1157</w:t>
      </w:r>
      <w:r>
        <w:tab/>
        <w:t>2.025e0</w:t>
      </w:r>
    </w:p>
    <w:p w14:paraId="51FCB8D6" w14:textId="77777777" w:rsidR="006D4449" w:rsidRDefault="006D4449" w:rsidP="006D4449">
      <w:r>
        <w:t>391.1401</w:t>
      </w:r>
      <w:r>
        <w:tab/>
        <w:t>1.013e0</w:t>
      </w:r>
    </w:p>
    <w:p w14:paraId="674BBFFC" w14:textId="77777777" w:rsidR="006D4449" w:rsidRDefault="006D4449" w:rsidP="006D4449">
      <w:r>
        <w:t>391.1448</w:t>
      </w:r>
      <w:r>
        <w:tab/>
        <w:t>3.038e0</w:t>
      </w:r>
    </w:p>
    <w:p w14:paraId="60110302" w14:textId="77777777" w:rsidR="006D4449" w:rsidRDefault="006D4449" w:rsidP="006D4449">
      <w:r>
        <w:t>391.1517</w:t>
      </w:r>
      <w:r>
        <w:tab/>
        <w:t>3.038e0</w:t>
      </w:r>
    </w:p>
    <w:p w14:paraId="07AD431D" w14:textId="77777777" w:rsidR="006D4449" w:rsidRDefault="006D4449" w:rsidP="006D4449">
      <w:r>
        <w:t>391.1860</w:t>
      </w:r>
      <w:r>
        <w:tab/>
        <w:t>1.981e0</w:t>
      </w:r>
    </w:p>
    <w:p w14:paraId="1CF46BC8" w14:textId="77777777" w:rsidR="006D4449" w:rsidRDefault="006D4449" w:rsidP="006D4449">
      <w:r>
        <w:t>391.1920</w:t>
      </w:r>
      <w:r>
        <w:tab/>
        <w:t>1.479e0</w:t>
      </w:r>
    </w:p>
    <w:p w14:paraId="67D78CA1" w14:textId="77777777" w:rsidR="006D4449" w:rsidRDefault="006D4449" w:rsidP="006D4449">
      <w:r>
        <w:t>391.2820</w:t>
      </w:r>
      <w:r>
        <w:tab/>
        <w:t>3.162e1</w:t>
      </w:r>
    </w:p>
    <w:p w14:paraId="533AE670" w14:textId="77777777" w:rsidR="006D4449" w:rsidRDefault="006D4449" w:rsidP="006D4449">
      <w:r>
        <w:t>391.2835</w:t>
      </w:r>
      <w:r>
        <w:tab/>
        <w:t>3.571e1</w:t>
      </w:r>
    </w:p>
    <w:p w14:paraId="15A72A63" w14:textId="77777777" w:rsidR="006D4449" w:rsidRDefault="006D4449" w:rsidP="006D4449">
      <w:r>
        <w:t>391.2847</w:t>
      </w:r>
      <w:r>
        <w:tab/>
        <w:t>6.988e1</w:t>
      </w:r>
    </w:p>
    <w:p w14:paraId="4911C752" w14:textId="77777777" w:rsidR="006D4449" w:rsidRDefault="006D4449" w:rsidP="006D4449">
      <w:r>
        <w:t>391.2877</w:t>
      </w:r>
      <w:r>
        <w:tab/>
        <w:t>2.493e1</w:t>
      </w:r>
    </w:p>
    <w:p w14:paraId="4A1866D6" w14:textId="77777777" w:rsidR="006D4449" w:rsidRDefault="006D4449" w:rsidP="006D4449">
      <w:r>
        <w:t>391.3766</w:t>
      </w:r>
      <w:r>
        <w:tab/>
        <w:t>2.025e0</w:t>
      </w:r>
    </w:p>
    <w:p w14:paraId="252DF59D" w14:textId="77777777" w:rsidR="006D4449" w:rsidRDefault="006D4449" w:rsidP="006D4449">
      <w:r>
        <w:t>391.3813</w:t>
      </w:r>
      <w:r>
        <w:tab/>
        <w:t>2.025e0</w:t>
      </w:r>
    </w:p>
    <w:p w14:paraId="6F3441A7" w14:textId="77777777" w:rsidR="006D4449" w:rsidRDefault="006D4449" w:rsidP="006D4449">
      <w:r>
        <w:t>391.3830</w:t>
      </w:r>
      <w:r>
        <w:tab/>
        <w:t>1.013e0</w:t>
      </w:r>
    </w:p>
    <w:p w14:paraId="42C797A8" w14:textId="77777777" w:rsidR="006D4449" w:rsidRDefault="006D4449" w:rsidP="006D4449">
      <w:r>
        <w:t>391.4026</w:t>
      </w:r>
      <w:r>
        <w:tab/>
        <w:t>1.013e0</w:t>
      </w:r>
    </w:p>
    <w:p w14:paraId="7E11E8C3" w14:textId="77777777" w:rsidR="006D4449" w:rsidRDefault="006D4449" w:rsidP="006D4449">
      <w:r>
        <w:t>391.4297</w:t>
      </w:r>
      <w:r>
        <w:tab/>
        <w:t>1.013e0</w:t>
      </w:r>
    </w:p>
    <w:p w14:paraId="101B6DCA" w14:textId="77777777" w:rsidR="006D4449" w:rsidRDefault="006D4449" w:rsidP="006D4449">
      <w:r>
        <w:t>391.4723</w:t>
      </w:r>
      <w:r>
        <w:tab/>
        <w:t>5.063e0</w:t>
      </w:r>
    </w:p>
    <w:p w14:paraId="074F960F" w14:textId="77777777" w:rsidR="006D4449" w:rsidRDefault="006D4449" w:rsidP="006D4449">
      <w:r>
        <w:t>391.4766</w:t>
      </w:r>
      <w:r>
        <w:tab/>
        <w:t>1.013e0</w:t>
      </w:r>
    </w:p>
    <w:p w14:paraId="133C6F5B" w14:textId="77777777" w:rsidR="006D4449" w:rsidRDefault="006D4449" w:rsidP="006D4449">
      <w:r>
        <w:lastRenderedPageBreak/>
        <w:t>391.4890</w:t>
      </w:r>
      <w:r>
        <w:tab/>
        <w:t>1.013e0</w:t>
      </w:r>
    </w:p>
    <w:p w14:paraId="1088A87D" w14:textId="77777777" w:rsidR="006D4449" w:rsidRDefault="006D4449" w:rsidP="006D4449">
      <w:r>
        <w:t>391.4974</w:t>
      </w:r>
      <w:r>
        <w:tab/>
        <w:t>1.013e0</w:t>
      </w:r>
    </w:p>
    <w:p w14:paraId="65B48040" w14:textId="77777777" w:rsidR="006D4449" w:rsidRDefault="006D4449" w:rsidP="006D4449">
      <w:r>
        <w:t>391.5441</w:t>
      </w:r>
      <w:r>
        <w:tab/>
        <w:t>2.025e0</w:t>
      </w:r>
    </w:p>
    <w:p w14:paraId="58A903F8" w14:textId="77777777" w:rsidR="006D4449" w:rsidRDefault="006D4449" w:rsidP="006D4449">
      <w:r>
        <w:t>391.5567</w:t>
      </w:r>
      <w:r>
        <w:tab/>
        <w:t>2.025e0</w:t>
      </w:r>
    </w:p>
    <w:p w14:paraId="670A306F" w14:textId="77777777" w:rsidR="006D4449" w:rsidRDefault="006D4449" w:rsidP="006D4449">
      <w:r>
        <w:t>391.5597</w:t>
      </w:r>
      <w:r>
        <w:tab/>
        <w:t>3.038e0</w:t>
      </w:r>
    </w:p>
    <w:p w14:paraId="0CF10F62" w14:textId="77777777" w:rsidR="006D4449" w:rsidRDefault="006D4449" w:rsidP="006D4449">
      <w:r>
        <w:t>391.6014</w:t>
      </w:r>
      <w:r>
        <w:tab/>
        <w:t>1.013e0</w:t>
      </w:r>
    </w:p>
    <w:p w14:paraId="16E7DC26" w14:textId="77777777" w:rsidR="006D4449" w:rsidRDefault="006D4449" w:rsidP="006D4449">
      <w:r>
        <w:t>391.6131</w:t>
      </w:r>
      <w:r>
        <w:tab/>
        <w:t>2.025e0</w:t>
      </w:r>
    </w:p>
    <w:p w14:paraId="57F56476" w14:textId="77777777" w:rsidR="006D4449" w:rsidRDefault="006D4449" w:rsidP="006D4449">
      <w:r>
        <w:t>391.6187</w:t>
      </w:r>
      <w:r>
        <w:tab/>
        <w:t>1.013e0</w:t>
      </w:r>
    </w:p>
    <w:p w14:paraId="7C1BE7B8" w14:textId="77777777" w:rsidR="006D4449" w:rsidRDefault="006D4449" w:rsidP="006D4449">
      <w:r>
        <w:t>391.6585</w:t>
      </w:r>
      <w:r>
        <w:tab/>
        <w:t>2.025e0</w:t>
      </w:r>
    </w:p>
    <w:p w14:paraId="55956A6A" w14:textId="77777777" w:rsidR="006D4449" w:rsidRDefault="006D4449" w:rsidP="006D4449">
      <w:r>
        <w:t>391.7118</w:t>
      </w:r>
      <w:r>
        <w:tab/>
        <w:t>2.025e0</w:t>
      </w:r>
    </w:p>
    <w:p w14:paraId="602045FD" w14:textId="77777777" w:rsidR="006D4449" w:rsidRDefault="006D4449" w:rsidP="006D4449">
      <w:r>
        <w:t>391.7834</w:t>
      </w:r>
      <w:r>
        <w:tab/>
        <w:t>1.013e0</w:t>
      </w:r>
    </w:p>
    <w:p w14:paraId="5129E0D0" w14:textId="77777777" w:rsidR="006D4449" w:rsidRDefault="006D4449" w:rsidP="006D4449">
      <w:r>
        <w:t>391.8065</w:t>
      </w:r>
      <w:r>
        <w:tab/>
        <w:t>2.025e0</w:t>
      </w:r>
    </w:p>
    <w:p w14:paraId="4EA2669A" w14:textId="77777777" w:rsidR="006D4449" w:rsidRDefault="006D4449" w:rsidP="006D4449">
      <w:r>
        <w:t>391.8095</w:t>
      </w:r>
      <w:r>
        <w:tab/>
        <w:t>1.013e0</w:t>
      </w:r>
    </w:p>
    <w:p w14:paraId="4746F005" w14:textId="77777777" w:rsidR="006D4449" w:rsidRDefault="006D4449" w:rsidP="006D4449">
      <w:r>
        <w:t>391.8190</w:t>
      </w:r>
      <w:r>
        <w:tab/>
        <w:t>1.013e0</w:t>
      </w:r>
    </w:p>
    <w:p w14:paraId="0772D400" w14:textId="77777777" w:rsidR="006D4449" w:rsidRDefault="006D4449" w:rsidP="006D4449">
      <w:r>
        <w:t>391.8599</w:t>
      </w:r>
      <w:r>
        <w:tab/>
        <w:t>1.013e0</w:t>
      </w:r>
    </w:p>
    <w:p w14:paraId="5B3BB1DB" w14:textId="77777777" w:rsidR="006D4449" w:rsidRDefault="006D4449" w:rsidP="006D4449">
      <w:r>
        <w:t>391.8667</w:t>
      </w:r>
      <w:r>
        <w:tab/>
        <w:t>4.051e0</w:t>
      </w:r>
    </w:p>
    <w:p w14:paraId="1C22FEB2" w14:textId="77777777" w:rsidR="006D4449" w:rsidRDefault="006D4449" w:rsidP="006D4449">
      <w:r>
        <w:t>391.9097</w:t>
      </w:r>
      <w:r>
        <w:tab/>
        <w:t>3.038e0</w:t>
      </w:r>
    </w:p>
    <w:p w14:paraId="0591A7DE" w14:textId="77777777" w:rsidR="006D4449" w:rsidRDefault="006D4449" w:rsidP="006D4449">
      <w:r>
        <w:t>391.9258</w:t>
      </w:r>
      <w:r>
        <w:tab/>
        <w:t>5.063e0</w:t>
      </w:r>
    </w:p>
    <w:p w14:paraId="3FE1A1C7" w14:textId="77777777" w:rsidR="006D4449" w:rsidRDefault="006D4449" w:rsidP="006D4449">
      <w:r>
        <w:t>391.9272</w:t>
      </w:r>
      <w:r>
        <w:tab/>
        <w:t>5.063e0</w:t>
      </w:r>
    </w:p>
    <w:p w14:paraId="4E0816A0" w14:textId="77777777" w:rsidR="006D4449" w:rsidRDefault="006D4449" w:rsidP="006D4449">
      <w:r>
        <w:lastRenderedPageBreak/>
        <w:t>391.9292</w:t>
      </w:r>
      <w:r>
        <w:tab/>
        <w:t>1.013e0</w:t>
      </w:r>
    </w:p>
    <w:p w14:paraId="2758CEF8" w14:textId="77777777" w:rsidR="006D4449" w:rsidRDefault="006D4449" w:rsidP="006D4449">
      <w:r>
        <w:t>391.9392</w:t>
      </w:r>
      <w:r>
        <w:tab/>
        <w:t>4.051e0</w:t>
      </w:r>
    </w:p>
    <w:p w14:paraId="1508C794" w14:textId="77777777" w:rsidR="006D4449" w:rsidRDefault="006D4449" w:rsidP="006D4449">
      <w:r>
        <w:t>391.9673</w:t>
      </w:r>
      <w:r>
        <w:tab/>
        <w:t>3.038e0</w:t>
      </w:r>
    </w:p>
    <w:p w14:paraId="0CDD372F" w14:textId="77777777" w:rsidR="006D4449" w:rsidRDefault="006D4449" w:rsidP="006D4449">
      <w:r>
        <w:t>392.0015</w:t>
      </w:r>
      <w:r>
        <w:tab/>
        <w:t>2.025e0</w:t>
      </w:r>
    </w:p>
    <w:p w14:paraId="1D9AC551" w14:textId="77777777" w:rsidR="006D4449" w:rsidRDefault="006D4449" w:rsidP="006D4449">
      <w:r>
        <w:t>392.0038</w:t>
      </w:r>
      <w:r>
        <w:tab/>
        <w:t>1.013e0</w:t>
      </w:r>
    </w:p>
    <w:p w14:paraId="55907397" w14:textId="77777777" w:rsidR="006D4449" w:rsidRDefault="006D4449" w:rsidP="006D4449">
      <w:r>
        <w:t>392.0193</w:t>
      </w:r>
      <w:r>
        <w:tab/>
        <w:t>3.038e0</w:t>
      </w:r>
    </w:p>
    <w:p w14:paraId="21AF466B" w14:textId="77777777" w:rsidR="006D4449" w:rsidRDefault="006D4449" w:rsidP="006D4449">
      <w:r>
        <w:t>392.0538</w:t>
      </w:r>
      <w:r>
        <w:tab/>
        <w:t>2.025e0</w:t>
      </w:r>
    </w:p>
    <w:p w14:paraId="5C2D3330" w14:textId="77777777" w:rsidR="006D4449" w:rsidRDefault="006D4449" w:rsidP="006D4449">
      <w:r>
        <w:t>392.0594</w:t>
      </w:r>
      <w:r>
        <w:tab/>
        <w:t>1.013e0</w:t>
      </w:r>
    </w:p>
    <w:p w14:paraId="4D119ABE" w14:textId="77777777" w:rsidR="006D4449" w:rsidRDefault="006D4449" w:rsidP="006D4449">
      <w:r>
        <w:t>392.0680</w:t>
      </w:r>
      <w:r>
        <w:tab/>
        <w:t>1.013e0</w:t>
      </w:r>
    </w:p>
    <w:p w14:paraId="376A50DA" w14:textId="77777777" w:rsidR="006D4449" w:rsidRDefault="006D4449" w:rsidP="006D4449">
      <w:r>
        <w:t>392.0778</w:t>
      </w:r>
      <w:r>
        <w:tab/>
        <w:t>1.013e0</w:t>
      </w:r>
    </w:p>
    <w:p w14:paraId="04AC8F45" w14:textId="77777777" w:rsidR="006D4449" w:rsidRDefault="006D4449" w:rsidP="006D4449">
      <w:r>
        <w:t>392.1317</w:t>
      </w:r>
      <w:r>
        <w:tab/>
        <w:t>2.025e0</w:t>
      </w:r>
    </w:p>
    <w:p w14:paraId="6B00F5E6" w14:textId="77777777" w:rsidR="006D4449" w:rsidRDefault="006D4449" w:rsidP="006D4449">
      <w:r>
        <w:t>392.1516</w:t>
      </w:r>
      <w:r>
        <w:tab/>
        <w:t>5.063e0</w:t>
      </w:r>
    </w:p>
    <w:p w14:paraId="1EE65C5D" w14:textId="77777777" w:rsidR="006D4449" w:rsidRDefault="006D4449" w:rsidP="006D4449">
      <w:r>
        <w:t>392.1861</w:t>
      </w:r>
      <w:r>
        <w:tab/>
        <w:t>1.013e0</w:t>
      </w:r>
    </w:p>
    <w:p w14:paraId="06720D2B" w14:textId="77777777" w:rsidR="006D4449" w:rsidRDefault="006D4449" w:rsidP="006D4449">
      <w:r>
        <w:t>392.1921</w:t>
      </w:r>
      <w:r>
        <w:tab/>
        <w:t>2.601e0</w:t>
      </w:r>
    </w:p>
    <w:p w14:paraId="606FD2A2" w14:textId="77777777" w:rsidR="006D4449" w:rsidRDefault="006D4449" w:rsidP="006D4449">
      <w:r>
        <w:t>392.2293</w:t>
      </w:r>
      <w:r>
        <w:tab/>
        <w:t>5.945e0</w:t>
      </w:r>
    </w:p>
    <w:p w14:paraId="3CF06A8B" w14:textId="77777777" w:rsidR="006D4449" w:rsidRDefault="006D4449" w:rsidP="006D4449">
      <w:r>
        <w:t>392.2649</w:t>
      </w:r>
      <w:r>
        <w:tab/>
        <w:t>1.629e0</w:t>
      </w:r>
    </w:p>
    <w:p w14:paraId="6E341A3B" w14:textId="77777777" w:rsidR="006D4449" w:rsidRDefault="006D4449" w:rsidP="006D4449">
      <w:r>
        <w:t>392.2706</w:t>
      </w:r>
      <w:r>
        <w:tab/>
        <w:t>9.694e0</w:t>
      </w:r>
    </w:p>
    <w:p w14:paraId="5FDF2B10" w14:textId="77777777" w:rsidR="006D4449" w:rsidRDefault="006D4449" w:rsidP="006D4449">
      <w:r>
        <w:t>392.2851</w:t>
      </w:r>
      <w:r>
        <w:tab/>
        <w:t>1.147e1</w:t>
      </w:r>
    </w:p>
    <w:p w14:paraId="0F83F8BB" w14:textId="77777777" w:rsidR="006D4449" w:rsidRDefault="006D4449" w:rsidP="006D4449">
      <w:r>
        <w:t>392.2866</w:t>
      </w:r>
      <w:r>
        <w:tab/>
        <w:t>2.417e1</w:t>
      </w:r>
    </w:p>
    <w:p w14:paraId="54E9D155" w14:textId="77777777" w:rsidR="006D4449" w:rsidRDefault="006D4449" w:rsidP="006D4449">
      <w:r>
        <w:lastRenderedPageBreak/>
        <w:t>392.3105</w:t>
      </w:r>
      <w:r>
        <w:tab/>
        <w:t>3.038e0</w:t>
      </w:r>
    </w:p>
    <w:p w14:paraId="29109AF3" w14:textId="77777777" w:rsidR="006D4449" w:rsidRDefault="006D4449" w:rsidP="006D4449">
      <w:r>
        <w:t>392.3333</w:t>
      </w:r>
      <w:r>
        <w:tab/>
        <w:t>3.038e0</w:t>
      </w:r>
    </w:p>
    <w:p w14:paraId="7D15136C" w14:textId="77777777" w:rsidR="006D4449" w:rsidRDefault="006D4449" w:rsidP="006D4449">
      <w:r>
        <w:t>392.3647</w:t>
      </w:r>
      <w:r>
        <w:tab/>
        <w:t>2.025e0</w:t>
      </w:r>
    </w:p>
    <w:p w14:paraId="2C970A73" w14:textId="77777777" w:rsidR="006D4449" w:rsidRDefault="006D4449" w:rsidP="006D4449">
      <w:r>
        <w:t>392.3702</w:t>
      </w:r>
      <w:r>
        <w:tab/>
        <w:t>2.025e0</w:t>
      </w:r>
    </w:p>
    <w:p w14:paraId="3978AD21" w14:textId="77777777" w:rsidR="006D4449" w:rsidRDefault="006D4449" w:rsidP="006D4449">
      <w:r>
        <w:t>392.3811</w:t>
      </w:r>
      <w:r>
        <w:tab/>
        <w:t>2.025e0</w:t>
      </w:r>
    </w:p>
    <w:p w14:paraId="65968C2D" w14:textId="77777777" w:rsidR="006D4449" w:rsidRDefault="006D4449" w:rsidP="006D4449">
      <w:r>
        <w:t>392.3945</w:t>
      </w:r>
      <w:r>
        <w:tab/>
        <w:t>1.013e0</w:t>
      </w:r>
    </w:p>
    <w:p w14:paraId="5B8C753C" w14:textId="77777777" w:rsidR="006D4449" w:rsidRDefault="006D4449" w:rsidP="006D4449">
      <w:r>
        <w:t>392.4084</w:t>
      </w:r>
      <w:r>
        <w:tab/>
        <w:t>1.013e0</w:t>
      </w:r>
    </w:p>
    <w:p w14:paraId="367A654D" w14:textId="77777777" w:rsidR="006D4449" w:rsidRDefault="006D4449" w:rsidP="006D4449">
      <w:r>
        <w:t>392.4195</w:t>
      </w:r>
      <w:r>
        <w:tab/>
        <w:t>2.025e0</w:t>
      </w:r>
    </w:p>
    <w:p w14:paraId="108D0109" w14:textId="77777777" w:rsidR="006D4449" w:rsidRDefault="006D4449" w:rsidP="006D4449">
      <w:r>
        <w:t>392.4831</w:t>
      </w:r>
      <w:r>
        <w:tab/>
        <w:t>1.013e0</w:t>
      </w:r>
    </w:p>
    <w:p w14:paraId="0C6D6361" w14:textId="77777777" w:rsidR="006D4449" w:rsidRDefault="006D4449" w:rsidP="006D4449">
      <w:r>
        <w:t>392.5019</w:t>
      </w:r>
      <w:r>
        <w:tab/>
        <w:t>2.025e0</w:t>
      </w:r>
    </w:p>
    <w:p w14:paraId="5B8A410D" w14:textId="77777777" w:rsidR="006D4449" w:rsidRDefault="006D4449" w:rsidP="006D4449">
      <w:r>
        <w:t>392.5248</w:t>
      </w:r>
      <w:r>
        <w:tab/>
        <w:t>1.013e0</w:t>
      </w:r>
    </w:p>
    <w:p w14:paraId="61EE6E21" w14:textId="77777777" w:rsidR="006D4449" w:rsidRDefault="006D4449" w:rsidP="006D4449">
      <w:r>
        <w:t>392.5665</w:t>
      </w:r>
      <w:r>
        <w:tab/>
        <w:t>1.013e0</w:t>
      </w:r>
    </w:p>
    <w:p w14:paraId="1303E319" w14:textId="77777777" w:rsidR="006D4449" w:rsidRDefault="006D4449" w:rsidP="006D4449">
      <w:r>
        <w:t>392.5761</w:t>
      </w:r>
      <w:r>
        <w:tab/>
        <w:t>2.025e0</w:t>
      </w:r>
    </w:p>
    <w:p w14:paraId="172BFA45" w14:textId="77777777" w:rsidR="006D4449" w:rsidRDefault="006D4449" w:rsidP="006D4449">
      <w:r>
        <w:t>392.5891</w:t>
      </w:r>
      <w:r>
        <w:tab/>
        <w:t>1.013e0</w:t>
      </w:r>
    </w:p>
    <w:p w14:paraId="0D2CE7C9" w14:textId="77777777" w:rsidR="006D4449" w:rsidRDefault="006D4449" w:rsidP="006D4449">
      <w:r>
        <w:t>392.6586</w:t>
      </w:r>
      <w:r>
        <w:tab/>
        <w:t>1.013e0</w:t>
      </w:r>
    </w:p>
    <w:p w14:paraId="0EC4BEC6" w14:textId="77777777" w:rsidR="006D4449" w:rsidRDefault="006D4449" w:rsidP="006D4449">
      <w:r>
        <w:t>392.6648</w:t>
      </w:r>
      <w:r>
        <w:tab/>
        <w:t>1.013e0</w:t>
      </w:r>
    </w:p>
    <w:p w14:paraId="2CD7609D" w14:textId="77777777" w:rsidR="006D4449" w:rsidRDefault="006D4449" w:rsidP="006D4449">
      <w:r>
        <w:t>392.6878</w:t>
      </w:r>
      <w:r>
        <w:tab/>
        <w:t>1.013e0</w:t>
      </w:r>
    </w:p>
    <w:p w14:paraId="5DA220BA" w14:textId="77777777" w:rsidR="006D4449" w:rsidRDefault="006D4449" w:rsidP="006D4449">
      <w:r>
        <w:t>392.6934</w:t>
      </w:r>
      <w:r>
        <w:tab/>
        <w:t>1.013e0</w:t>
      </w:r>
    </w:p>
    <w:p w14:paraId="2FCE7A87" w14:textId="77777777" w:rsidR="006D4449" w:rsidRDefault="006D4449" w:rsidP="006D4449">
      <w:r>
        <w:t>392.7074</w:t>
      </w:r>
      <w:r>
        <w:tab/>
        <w:t>1.013e0</w:t>
      </w:r>
    </w:p>
    <w:p w14:paraId="1F3F69A8" w14:textId="77777777" w:rsidR="006D4449" w:rsidRDefault="006D4449" w:rsidP="006D4449">
      <w:r>
        <w:lastRenderedPageBreak/>
        <w:t>392.7284</w:t>
      </w:r>
      <w:r>
        <w:tab/>
        <w:t>2.025e0</w:t>
      </w:r>
    </w:p>
    <w:p w14:paraId="5EC518FD" w14:textId="77777777" w:rsidR="006D4449" w:rsidRDefault="006D4449" w:rsidP="006D4449">
      <w:r>
        <w:t>392.7404</w:t>
      </w:r>
      <w:r>
        <w:tab/>
        <w:t>1.013e0</w:t>
      </w:r>
    </w:p>
    <w:p w14:paraId="4A5C7C46" w14:textId="77777777" w:rsidR="006D4449" w:rsidRDefault="006D4449" w:rsidP="006D4449">
      <w:r>
        <w:t>392.7477</w:t>
      </w:r>
      <w:r>
        <w:tab/>
        <w:t>1.013e0</w:t>
      </w:r>
    </w:p>
    <w:p w14:paraId="59186584" w14:textId="77777777" w:rsidR="006D4449" w:rsidRDefault="006D4449" w:rsidP="006D4449">
      <w:r>
        <w:t>392.8046</w:t>
      </w:r>
      <w:r>
        <w:tab/>
        <w:t>2.025e0</w:t>
      </w:r>
    </w:p>
    <w:p w14:paraId="17FB5BDC" w14:textId="77777777" w:rsidR="006D4449" w:rsidRDefault="006D4449" w:rsidP="006D4449">
      <w:r>
        <w:t>392.9214</w:t>
      </w:r>
      <w:r>
        <w:tab/>
        <w:t>1.013e0</w:t>
      </w:r>
    </w:p>
    <w:p w14:paraId="20FFD7C6" w14:textId="77777777" w:rsidR="006D4449" w:rsidRDefault="006D4449" w:rsidP="006D4449">
      <w:r>
        <w:t>392.9376</w:t>
      </w:r>
      <w:r>
        <w:tab/>
        <w:t>4.051e0</w:t>
      </w:r>
    </w:p>
    <w:p w14:paraId="12057A09" w14:textId="77777777" w:rsidR="006D4449" w:rsidRDefault="006D4449" w:rsidP="006D4449">
      <w:r>
        <w:t>392.9507</w:t>
      </w:r>
      <w:r>
        <w:tab/>
        <w:t>1.013e0</w:t>
      </w:r>
    </w:p>
    <w:p w14:paraId="77275A19" w14:textId="77777777" w:rsidR="006D4449" w:rsidRDefault="006D4449" w:rsidP="006D4449">
      <w:r>
        <w:t>392.9585</w:t>
      </w:r>
      <w:r>
        <w:tab/>
        <w:t>3.038e0</w:t>
      </w:r>
    </w:p>
    <w:p w14:paraId="3BB85F14" w14:textId="77777777" w:rsidR="006D4449" w:rsidRDefault="006D4449" w:rsidP="006D4449">
      <w:r>
        <w:t>392.9634</w:t>
      </w:r>
      <w:r>
        <w:tab/>
        <w:t>3.038e0</w:t>
      </w:r>
    </w:p>
    <w:p w14:paraId="2B244E9F" w14:textId="77777777" w:rsidR="006D4449" w:rsidRDefault="006D4449" w:rsidP="006D4449">
      <w:r>
        <w:t>392.9657</w:t>
      </w:r>
      <w:r>
        <w:tab/>
        <w:t>3.038e0</w:t>
      </w:r>
    </w:p>
    <w:p w14:paraId="2AE8E0C3" w14:textId="77777777" w:rsidR="006D4449" w:rsidRDefault="006D4449" w:rsidP="006D4449">
      <w:r>
        <w:t>392.9831</w:t>
      </w:r>
      <w:r>
        <w:tab/>
        <w:t>4.051e0</w:t>
      </w:r>
    </w:p>
    <w:p w14:paraId="430358C1" w14:textId="77777777" w:rsidR="006D4449" w:rsidRDefault="006D4449" w:rsidP="006D4449">
      <w:r>
        <w:t>392.9948</w:t>
      </w:r>
      <w:r>
        <w:tab/>
        <w:t>3.038e0</w:t>
      </w:r>
    </w:p>
    <w:p w14:paraId="7270BBA0" w14:textId="77777777" w:rsidR="006D4449" w:rsidRDefault="006D4449" w:rsidP="006D4449">
      <w:r>
        <w:t>393.0123</w:t>
      </w:r>
      <w:r>
        <w:tab/>
        <w:t>1.013e0</w:t>
      </w:r>
    </w:p>
    <w:p w14:paraId="69DAEF52" w14:textId="77777777" w:rsidR="006D4449" w:rsidRDefault="006D4449" w:rsidP="006D4449">
      <w:r>
        <w:t>393.0160</w:t>
      </w:r>
      <w:r>
        <w:tab/>
        <w:t>2.025e0</w:t>
      </w:r>
    </w:p>
    <w:p w14:paraId="0F1C02EB" w14:textId="77777777" w:rsidR="006D4449" w:rsidRDefault="006D4449" w:rsidP="006D4449">
      <w:r>
        <w:t>393.0218</w:t>
      </w:r>
      <w:r>
        <w:tab/>
        <w:t>3.038e0</w:t>
      </w:r>
    </w:p>
    <w:p w14:paraId="40A8BAF3" w14:textId="77777777" w:rsidR="006D4449" w:rsidRDefault="006D4449" w:rsidP="006D4449">
      <w:r>
        <w:t>393.0336</w:t>
      </w:r>
      <w:r>
        <w:tab/>
        <w:t>1.013e0</w:t>
      </w:r>
    </w:p>
    <w:p w14:paraId="2418E45B" w14:textId="77777777" w:rsidR="006D4449" w:rsidRDefault="006D4449" w:rsidP="006D4449">
      <w:r>
        <w:t>393.0412</w:t>
      </w:r>
      <w:r>
        <w:tab/>
        <w:t>2.025e0</w:t>
      </w:r>
    </w:p>
    <w:p w14:paraId="69FD35FF" w14:textId="77777777" w:rsidR="006D4449" w:rsidRDefault="006D4449" w:rsidP="006D4449">
      <w:r>
        <w:t>393.0829</w:t>
      </w:r>
      <w:r>
        <w:tab/>
        <w:t>1.013e0</w:t>
      </w:r>
    </w:p>
    <w:p w14:paraId="320D67A8" w14:textId="77777777" w:rsidR="006D4449" w:rsidRDefault="006D4449" w:rsidP="006D4449">
      <w:r>
        <w:t>393.0899</w:t>
      </w:r>
      <w:r>
        <w:tab/>
        <w:t>1.013e0</w:t>
      </w:r>
    </w:p>
    <w:p w14:paraId="474E60B6" w14:textId="77777777" w:rsidR="006D4449" w:rsidRDefault="006D4449" w:rsidP="006D4449">
      <w:r>
        <w:lastRenderedPageBreak/>
        <w:t>393.0935</w:t>
      </w:r>
      <w:r>
        <w:tab/>
        <w:t>1.013e0</w:t>
      </w:r>
    </w:p>
    <w:p w14:paraId="24E1074D" w14:textId="77777777" w:rsidR="006D4449" w:rsidRDefault="006D4449" w:rsidP="006D4449">
      <w:r>
        <w:t>393.1165</w:t>
      </w:r>
      <w:r>
        <w:tab/>
        <w:t>1.013e0</w:t>
      </w:r>
    </w:p>
    <w:p w14:paraId="67E1DF00" w14:textId="77777777" w:rsidR="006D4449" w:rsidRDefault="006D4449" w:rsidP="006D4449">
      <w:r>
        <w:t>393.1271</w:t>
      </w:r>
      <w:r>
        <w:tab/>
        <w:t>4.051e0</w:t>
      </w:r>
    </w:p>
    <w:p w14:paraId="5F34EE85" w14:textId="77777777" w:rsidR="006D4449" w:rsidRDefault="006D4449" w:rsidP="006D4449">
      <w:r>
        <w:t>393.1399</w:t>
      </w:r>
      <w:r>
        <w:tab/>
        <w:t>1.013e0</w:t>
      </w:r>
    </w:p>
    <w:p w14:paraId="0CAF5743" w14:textId="77777777" w:rsidR="006D4449" w:rsidRDefault="006D4449" w:rsidP="006D4449">
      <w:r>
        <w:t>393.1464</w:t>
      </w:r>
      <w:r>
        <w:tab/>
        <w:t>4.051e0</w:t>
      </w:r>
    </w:p>
    <w:p w14:paraId="3DB34AE1" w14:textId="77777777" w:rsidR="006D4449" w:rsidRDefault="006D4449" w:rsidP="006D4449">
      <w:r>
        <w:t>393.1817</w:t>
      </w:r>
      <w:r>
        <w:tab/>
        <w:t>6.430e0</w:t>
      </w:r>
    </w:p>
    <w:p w14:paraId="224C73A8" w14:textId="77777777" w:rsidR="006D4449" w:rsidRDefault="006D4449" w:rsidP="006D4449">
      <w:r>
        <w:t>393.1926</w:t>
      </w:r>
      <w:r>
        <w:tab/>
        <w:t>1.535e0</w:t>
      </w:r>
    </w:p>
    <w:p w14:paraId="69FDA64E" w14:textId="77777777" w:rsidR="006D4449" w:rsidRDefault="006D4449" w:rsidP="006D4449">
      <w:r>
        <w:t>393.2016</w:t>
      </w:r>
      <w:r>
        <w:tab/>
        <w:t>3.628e0</w:t>
      </w:r>
    </w:p>
    <w:p w14:paraId="42E1F9F8" w14:textId="77777777" w:rsidR="006D4449" w:rsidRDefault="006D4449" w:rsidP="006D4449">
      <w:r>
        <w:t>393.2410</w:t>
      </w:r>
      <w:r>
        <w:tab/>
        <w:t>1.661e0</w:t>
      </w:r>
    </w:p>
    <w:p w14:paraId="723F6DB1" w14:textId="77777777" w:rsidR="006D4449" w:rsidRDefault="006D4449" w:rsidP="006D4449">
      <w:r>
        <w:t>393.2619</w:t>
      </w:r>
      <w:r>
        <w:tab/>
        <w:t>1.451e0</w:t>
      </w:r>
    </w:p>
    <w:p w14:paraId="06600DE6" w14:textId="77777777" w:rsidR="006D4449" w:rsidRDefault="006D4449" w:rsidP="006D4449">
      <w:r>
        <w:t>393.2788</w:t>
      </w:r>
      <w:r>
        <w:tab/>
        <w:t>6.076e0</w:t>
      </w:r>
    </w:p>
    <w:p w14:paraId="2E01E7EE" w14:textId="77777777" w:rsidR="006D4449" w:rsidRDefault="006D4449" w:rsidP="006D4449">
      <w:r>
        <w:t>393.2845</w:t>
      </w:r>
      <w:r>
        <w:tab/>
        <w:t>9.114e0</w:t>
      </w:r>
    </w:p>
    <w:p w14:paraId="1A2B51DB" w14:textId="77777777" w:rsidR="006D4449" w:rsidRDefault="006D4449" w:rsidP="006D4449">
      <w:r>
        <w:t>393.2871</w:t>
      </w:r>
      <w:r>
        <w:tab/>
        <w:t>2.838e0</w:t>
      </w:r>
    </w:p>
    <w:p w14:paraId="0AF00179" w14:textId="77777777" w:rsidR="006D4449" w:rsidRDefault="006D4449" w:rsidP="006D4449">
      <w:r>
        <w:t>393.3083</w:t>
      </w:r>
      <w:r>
        <w:tab/>
        <w:t>4.051e0</w:t>
      </w:r>
    </w:p>
    <w:p w14:paraId="34753A4D" w14:textId="77777777" w:rsidR="006D4449" w:rsidRDefault="006D4449" w:rsidP="006D4449">
      <w:r>
        <w:t>393.3159</w:t>
      </w:r>
      <w:r>
        <w:tab/>
        <w:t>1.992e0</w:t>
      </w:r>
    </w:p>
    <w:p w14:paraId="104A706C" w14:textId="77777777" w:rsidR="006D4449" w:rsidRDefault="006D4449" w:rsidP="006D4449">
      <w:r>
        <w:t>393.3578</w:t>
      </w:r>
      <w:r>
        <w:tab/>
        <w:t>1.013e0</w:t>
      </w:r>
    </w:p>
    <w:p w14:paraId="12C7878D" w14:textId="77777777" w:rsidR="006D4449" w:rsidRDefault="006D4449" w:rsidP="006D4449">
      <w:r>
        <w:t>393.3634</w:t>
      </w:r>
      <w:r>
        <w:tab/>
        <w:t>4.051e0</w:t>
      </w:r>
    </w:p>
    <w:p w14:paraId="0BA7D510" w14:textId="77777777" w:rsidR="006D4449" w:rsidRDefault="006D4449" w:rsidP="006D4449">
      <w:r>
        <w:t>393.4254</w:t>
      </w:r>
      <w:r>
        <w:tab/>
        <w:t>2.025e0</w:t>
      </w:r>
    </w:p>
    <w:p w14:paraId="40A57A10" w14:textId="77777777" w:rsidR="006D4449" w:rsidRDefault="006D4449" w:rsidP="006D4449">
      <w:r>
        <w:t>393.4766</w:t>
      </w:r>
      <w:r>
        <w:tab/>
        <w:t>2.025e0</w:t>
      </w:r>
    </w:p>
    <w:p w14:paraId="27489AF2" w14:textId="77777777" w:rsidR="006D4449" w:rsidRDefault="006D4449" w:rsidP="006D4449">
      <w:r>
        <w:lastRenderedPageBreak/>
        <w:t>393.4943</w:t>
      </w:r>
      <w:r>
        <w:tab/>
        <w:t>2.025e0</w:t>
      </w:r>
    </w:p>
    <w:p w14:paraId="276CF54E" w14:textId="77777777" w:rsidR="006D4449" w:rsidRDefault="006D4449" w:rsidP="006D4449">
      <w:r>
        <w:t>393.5364</w:t>
      </w:r>
      <w:r>
        <w:tab/>
        <w:t>2.025e0</w:t>
      </w:r>
    </w:p>
    <w:p w14:paraId="1A0B7E71" w14:textId="77777777" w:rsidR="006D4449" w:rsidRDefault="006D4449" w:rsidP="006D4449">
      <w:r>
        <w:t>393.5408</w:t>
      </w:r>
      <w:r>
        <w:tab/>
        <w:t>1.013e0</w:t>
      </w:r>
    </w:p>
    <w:p w14:paraId="45FE6501" w14:textId="77777777" w:rsidR="006D4449" w:rsidRDefault="006D4449" w:rsidP="006D4449">
      <w:r>
        <w:t>393.5634</w:t>
      </w:r>
      <w:r>
        <w:tab/>
        <w:t>1.013e0</w:t>
      </w:r>
    </w:p>
    <w:p w14:paraId="4B75BACB" w14:textId="77777777" w:rsidR="006D4449" w:rsidRDefault="006D4449" w:rsidP="006D4449">
      <w:r>
        <w:t>393.5680</w:t>
      </w:r>
      <w:r>
        <w:tab/>
        <w:t>2.025e0</w:t>
      </w:r>
    </w:p>
    <w:p w14:paraId="7E8BD901" w14:textId="77777777" w:rsidR="006D4449" w:rsidRDefault="006D4449" w:rsidP="006D4449">
      <w:r>
        <w:t>393.5971</w:t>
      </w:r>
      <w:r>
        <w:tab/>
        <w:t>2.025e0</w:t>
      </w:r>
    </w:p>
    <w:p w14:paraId="561104B5" w14:textId="77777777" w:rsidR="006D4449" w:rsidRDefault="006D4449" w:rsidP="006D4449">
      <w:r>
        <w:t>393.6261</w:t>
      </w:r>
      <w:r>
        <w:tab/>
        <w:t>1.013e0</w:t>
      </w:r>
    </w:p>
    <w:p w14:paraId="65EE6BA5" w14:textId="77777777" w:rsidR="006D4449" w:rsidRDefault="006D4449" w:rsidP="006D4449">
      <w:r>
        <w:t>393.7231</w:t>
      </w:r>
      <w:r>
        <w:tab/>
        <w:t>2.025e0</w:t>
      </w:r>
    </w:p>
    <w:p w14:paraId="06A47542" w14:textId="77777777" w:rsidR="006D4449" w:rsidRDefault="006D4449" w:rsidP="006D4449">
      <w:r>
        <w:t>393.7569</w:t>
      </w:r>
      <w:r>
        <w:tab/>
        <w:t>1.013e0</w:t>
      </w:r>
    </w:p>
    <w:p w14:paraId="6E33100F" w14:textId="77777777" w:rsidR="006D4449" w:rsidRDefault="006D4449" w:rsidP="006D4449">
      <w:r>
        <w:t>393.7613</w:t>
      </w:r>
      <w:r>
        <w:tab/>
        <w:t>2.025e0</w:t>
      </w:r>
    </w:p>
    <w:p w14:paraId="37FBFA4C" w14:textId="77777777" w:rsidR="006D4449" w:rsidRDefault="006D4449" w:rsidP="006D4449">
      <w:r>
        <w:t>393.8117</w:t>
      </w:r>
      <w:r>
        <w:tab/>
        <w:t>1.013e0</w:t>
      </w:r>
    </w:p>
    <w:p w14:paraId="58BE1059" w14:textId="77777777" w:rsidR="006D4449" w:rsidRDefault="006D4449" w:rsidP="006D4449">
      <w:r>
        <w:t>393.8352</w:t>
      </w:r>
      <w:r>
        <w:tab/>
        <w:t>1.013e0</w:t>
      </w:r>
    </w:p>
    <w:p w14:paraId="0E85FEE7" w14:textId="77777777" w:rsidR="006D4449" w:rsidRDefault="006D4449" w:rsidP="006D4449">
      <w:r>
        <w:t>393.8405</w:t>
      </w:r>
      <w:r>
        <w:tab/>
        <w:t>1.013e0</w:t>
      </w:r>
    </w:p>
    <w:p w14:paraId="45908BDB" w14:textId="77777777" w:rsidR="006D4449" w:rsidRDefault="006D4449" w:rsidP="006D4449">
      <w:r>
        <w:t>393.8794</w:t>
      </w:r>
      <w:r>
        <w:tab/>
        <w:t>1.013e0</w:t>
      </w:r>
    </w:p>
    <w:p w14:paraId="55522347" w14:textId="77777777" w:rsidR="006D4449" w:rsidRDefault="006D4449" w:rsidP="006D4449">
      <w:r>
        <w:t>393.8840</w:t>
      </w:r>
      <w:r>
        <w:tab/>
        <w:t>1.013e0</w:t>
      </w:r>
    </w:p>
    <w:p w14:paraId="4B204903" w14:textId="77777777" w:rsidR="006D4449" w:rsidRDefault="006D4449" w:rsidP="006D4449">
      <w:r>
        <w:t>393.9006</w:t>
      </w:r>
      <w:r>
        <w:tab/>
        <w:t>1.013e0</w:t>
      </w:r>
    </w:p>
    <w:p w14:paraId="309DD959" w14:textId="77777777" w:rsidR="006D4449" w:rsidRDefault="006D4449" w:rsidP="006D4449">
      <w:r>
        <w:t>393.9227</w:t>
      </w:r>
      <w:r>
        <w:tab/>
        <w:t>2.025e0</w:t>
      </w:r>
    </w:p>
    <w:p w14:paraId="32A7FC55" w14:textId="77777777" w:rsidR="006D4449" w:rsidRDefault="006D4449" w:rsidP="006D4449">
      <w:r>
        <w:t>393.9621</w:t>
      </w:r>
      <w:r>
        <w:tab/>
        <w:t>2.025e0</w:t>
      </w:r>
    </w:p>
    <w:p w14:paraId="718809EA" w14:textId="77777777" w:rsidR="006D4449" w:rsidRDefault="006D4449" w:rsidP="006D4449">
      <w:r>
        <w:t>393.9631</w:t>
      </w:r>
      <w:r>
        <w:tab/>
        <w:t>4.051e0</w:t>
      </w:r>
    </w:p>
    <w:p w14:paraId="0AF14953" w14:textId="77777777" w:rsidR="006D4449" w:rsidRDefault="006D4449" w:rsidP="006D4449">
      <w:r>
        <w:lastRenderedPageBreak/>
        <w:t>393.9892</w:t>
      </w:r>
      <w:r>
        <w:tab/>
        <w:t>4.051e0</w:t>
      </w:r>
    </w:p>
    <w:p w14:paraId="6596BD9B" w14:textId="77777777" w:rsidR="006D4449" w:rsidRDefault="006D4449" w:rsidP="006D4449">
      <w:r>
        <w:t>394.0374</w:t>
      </w:r>
      <w:r>
        <w:tab/>
        <w:t>3.038e0</w:t>
      </w:r>
    </w:p>
    <w:p w14:paraId="62F4D5F2" w14:textId="77777777" w:rsidR="006D4449" w:rsidRDefault="006D4449" w:rsidP="006D4449">
      <w:r>
        <w:t>394.0431</w:t>
      </w:r>
      <w:r>
        <w:tab/>
        <w:t>3.038e0</w:t>
      </w:r>
    </w:p>
    <w:p w14:paraId="65C0A1AB" w14:textId="77777777" w:rsidR="006D4449" w:rsidRDefault="006D4449" w:rsidP="006D4449">
      <w:r>
        <w:t>394.0515</w:t>
      </w:r>
      <w:r>
        <w:tab/>
        <w:t>1.013e0</w:t>
      </w:r>
    </w:p>
    <w:p w14:paraId="2A070785" w14:textId="77777777" w:rsidR="006D4449" w:rsidRDefault="006D4449" w:rsidP="006D4449">
      <w:r>
        <w:t>394.0532</w:t>
      </w:r>
      <w:r>
        <w:tab/>
        <w:t>1.013e0</w:t>
      </w:r>
    </w:p>
    <w:p w14:paraId="6AB85075" w14:textId="77777777" w:rsidR="006D4449" w:rsidRDefault="006D4449" w:rsidP="006D4449">
      <w:r>
        <w:t>394.0703</w:t>
      </w:r>
      <w:r>
        <w:tab/>
        <w:t>3.038e0</w:t>
      </w:r>
    </w:p>
    <w:p w14:paraId="3BF37BDC" w14:textId="77777777" w:rsidR="006D4449" w:rsidRDefault="006D4449" w:rsidP="006D4449">
      <w:r>
        <w:t>394.0957</w:t>
      </w:r>
      <w:r>
        <w:tab/>
        <w:t>1.013e0</w:t>
      </w:r>
    </w:p>
    <w:p w14:paraId="06E37B38" w14:textId="77777777" w:rsidR="006D4449" w:rsidRDefault="006D4449" w:rsidP="006D4449">
      <w:r>
        <w:t>394.1281</w:t>
      </w:r>
      <w:r>
        <w:tab/>
        <w:t>1.013e0</w:t>
      </w:r>
    </w:p>
    <w:p w14:paraId="5FFAD415" w14:textId="77777777" w:rsidR="006D4449" w:rsidRDefault="006D4449" w:rsidP="006D4449">
      <w:r>
        <w:t>394.1367</w:t>
      </w:r>
      <w:r>
        <w:tab/>
        <w:t>3.038e0</w:t>
      </w:r>
    </w:p>
    <w:p w14:paraId="34A70112" w14:textId="77777777" w:rsidR="006D4449" w:rsidRDefault="006D4449" w:rsidP="006D4449">
      <w:r>
        <w:t>394.1594</w:t>
      </w:r>
      <w:r>
        <w:tab/>
        <w:t>2.025e0</w:t>
      </w:r>
    </w:p>
    <w:p w14:paraId="05E0E868" w14:textId="77777777" w:rsidR="006D4449" w:rsidRDefault="006D4449" w:rsidP="006D4449">
      <w:r>
        <w:t>394.1700</w:t>
      </w:r>
      <w:r>
        <w:tab/>
        <w:t>1.013e0</w:t>
      </w:r>
    </w:p>
    <w:p w14:paraId="2040A198" w14:textId="77777777" w:rsidR="006D4449" w:rsidRDefault="006D4449" w:rsidP="006D4449">
      <w:r>
        <w:t>394.1776</w:t>
      </w:r>
      <w:r>
        <w:tab/>
        <w:t>3.322e0</w:t>
      </w:r>
    </w:p>
    <w:p w14:paraId="6A840674" w14:textId="77777777" w:rsidR="006D4449" w:rsidRDefault="006D4449" w:rsidP="006D4449">
      <w:r>
        <w:t>394.1989</w:t>
      </w:r>
      <w:r>
        <w:tab/>
        <w:t>3.919e0</w:t>
      </w:r>
    </w:p>
    <w:p w14:paraId="65F87FDB" w14:textId="77777777" w:rsidR="006D4449" w:rsidRDefault="006D4449" w:rsidP="006D4449">
      <w:r>
        <w:t>394.2086</w:t>
      </w:r>
      <w:r>
        <w:tab/>
        <w:t>5.722e0</w:t>
      </w:r>
    </w:p>
    <w:p w14:paraId="094DEE19" w14:textId="77777777" w:rsidR="006D4449" w:rsidRDefault="006D4449" w:rsidP="006D4449">
      <w:r>
        <w:t>394.2307</w:t>
      </w:r>
      <w:r>
        <w:tab/>
        <w:t>1.200e0</w:t>
      </w:r>
    </w:p>
    <w:p w14:paraId="0DB3DA06" w14:textId="77777777" w:rsidR="006D4449" w:rsidRDefault="006D4449" w:rsidP="006D4449">
      <w:r>
        <w:t>394.2501</w:t>
      </w:r>
      <w:r>
        <w:tab/>
        <w:t>1.937e0</w:t>
      </w:r>
    </w:p>
    <w:p w14:paraId="47BFE0B6" w14:textId="77777777" w:rsidR="006D4449" w:rsidRDefault="006D4449" w:rsidP="006D4449">
      <w:r>
        <w:t>394.2792</w:t>
      </w:r>
      <w:r>
        <w:tab/>
        <w:t>2.774e0</w:t>
      </w:r>
    </w:p>
    <w:p w14:paraId="271C795D" w14:textId="77777777" w:rsidR="006D4449" w:rsidRDefault="006D4449" w:rsidP="006D4449">
      <w:r>
        <w:t>394.3421</w:t>
      </w:r>
      <w:r>
        <w:tab/>
        <w:t>4.051e0</w:t>
      </w:r>
    </w:p>
    <w:p w14:paraId="0A68B70F" w14:textId="77777777" w:rsidR="006D4449" w:rsidRDefault="006D4449" w:rsidP="006D4449">
      <w:r>
        <w:t>394.3669</w:t>
      </w:r>
      <w:r>
        <w:tab/>
        <w:t>3.038e0</w:t>
      </w:r>
    </w:p>
    <w:p w14:paraId="6E437EDB" w14:textId="77777777" w:rsidR="006D4449" w:rsidRDefault="006D4449" w:rsidP="006D4449">
      <w:r>
        <w:lastRenderedPageBreak/>
        <w:t>394.3685</w:t>
      </w:r>
      <w:r>
        <w:tab/>
        <w:t>3.038e0</w:t>
      </w:r>
    </w:p>
    <w:p w14:paraId="2E66918B" w14:textId="77777777" w:rsidR="006D4449" w:rsidRDefault="006D4449" w:rsidP="006D4449">
      <w:r>
        <w:t>394.3798</w:t>
      </w:r>
      <w:r>
        <w:tab/>
        <w:t>3.038e0</w:t>
      </w:r>
    </w:p>
    <w:p w14:paraId="2FEA503F" w14:textId="77777777" w:rsidR="006D4449" w:rsidRDefault="006D4449" w:rsidP="006D4449">
      <w:r>
        <w:t>394.3892</w:t>
      </w:r>
      <w:r>
        <w:tab/>
        <w:t>2.025e0</w:t>
      </w:r>
    </w:p>
    <w:p w14:paraId="4B15570E" w14:textId="77777777" w:rsidR="006D4449" w:rsidRDefault="006D4449" w:rsidP="006D4449">
      <w:r>
        <w:t>394.4008</w:t>
      </w:r>
      <w:r>
        <w:tab/>
        <w:t>1.013e0</w:t>
      </w:r>
    </w:p>
    <w:p w14:paraId="0CB98995" w14:textId="77777777" w:rsidR="006D4449" w:rsidRDefault="006D4449" w:rsidP="006D4449">
      <w:r>
        <w:t>394.4333</w:t>
      </w:r>
      <w:r>
        <w:tab/>
        <w:t>3.038e0</w:t>
      </w:r>
    </w:p>
    <w:p w14:paraId="44DFD645" w14:textId="77777777" w:rsidR="006D4449" w:rsidRDefault="006D4449" w:rsidP="006D4449">
      <w:r>
        <w:t>394.4504</w:t>
      </w:r>
      <w:r>
        <w:tab/>
        <w:t>2.025e0</w:t>
      </w:r>
    </w:p>
    <w:p w14:paraId="5A2BF74C" w14:textId="77777777" w:rsidR="006D4449" w:rsidRDefault="006D4449" w:rsidP="006D4449">
      <w:r>
        <w:t>394.4754</w:t>
      </w:r>
      <w:r>
        <w:tab/>
        <w:t>1.013e0</w:t>
      </w:r>
    </w:p>
    <w:p w14:paraId="63BAFD77" w14:textId="77777777" w:rsidR="006D4449" w:rsidRDefault="006D4449" w:rsidP="006D4449">
      <w:r>
        <w:t>394.4821</w:t>
      </w:r>
      <w:r>
        <w:tab/>
        <w:t>1.013e0</w:t>
      </w:r>
    </w:p>
    <w:p w14:paraId="179ABCCA" w14:textId="77777777" w:rsidR="006D4449" w:rsidRDefault="006D4449" w:rsidP="006D4449">
      <w:r>
        <w:t>394.4860</w:t>
      </w:r>
      <w:r>
        <w:tab/>
        <w:t>1.013e0</w:t>
      </w:r>
    </w:p>
    <w:p w14:paraId="26493CD8" w14:textId="77777777" w:rsidR="006D4449" w:rsidRDefault="006D4449" w:rsidP="006D4449">
      <w:r>
        <w:t>394.5732</w:t>
      </w:r>
      <w:r>
        <w:tab/>
        <w:t>1.013e0</w:t>
      </w:r>
    </w:p>
    <w:p w14:paraId="62AFEB6E" w14:textId="77777777" w:rsidR="006D4449" w:rsidRDefault="006D4449" w:rsidP="006D4449">
      <w:r>
        <w:t>394.5749</w:t>
      </w:r>
      <w:r>
        <w:tab/>
        <w:t>1.013e0</w:t>
      </w:r>
    </w:p>
    <w:p w14:paraId="11E7C74F" w14:textId="77777777" w:rsidR="006D4449" w:rsidRDefault="006D4449" w:rsidP="006D4449">
      <w:r>
        <w:t>394.6098</w:t>
      </w:r>
      <w:r>
        <w:tab/>
        <w:t>1.013e0</w:t>
      </w:r>
    </w:p>
    <w:p w14:paraId="03D5EE34" w14:textId="77777777" w:rsidR="006D4449" w:rsidRDefault="006D4449" w:rsidP="006D4449">
      <w:r>
        <w:t>394.6517</w:t>
      </w:r>
      <w:r>
        <w:tab/>
        <w:t>1.013e0</w:t>
      </w:r>
    </w:p>
    <w:p w14:paraId="412005D3" w14:textId="77777777" w:rsidR="006D4449" w:rsidRDefault="006D4449" w:rsidP="006D4449">
      <w:r>
        <w:t>394.6581</w:t>
      </w:r>
      <w:r>
        <w:tab/>
        <w:t>1.013e0</w:t>
      </w:r>
    </w:p>
    <w:p w14:paraId="048C4DB1" w14:textId="77777777" w:rsidR="006D4449" w:rsidRDefault="006D4449" w:rsidP="006D4449">
      <w:r>
        <w:t>394.6985</w:t>
      </w:r>
      <w:r>
        <w:tab/>
        <w:t>1.013e0</w:t>
      </w:r>
    </w:p>
    <w:p w14:paraId="158D3135" w14:textId="77777777" w:rsidR="006D4449" w:rsidRDefault="006D4449" w:rsidP="006D4449">
      <w:r>
        <w:t>394.7655</w:t>
      </w:r>
      <w:r>
        <w:tab/>
        <w:t>4.051e0</w:t>
      </w:r>
    </w:p>
    <w:p w14:paraId="64A570AE" w14:textId="77777777" w:rsidR="006D4449" w:rsidRDefault="006D4449" w:rsidP="006D4449">
      <w:r>
        <w:t>394.7774</w:t>
      </w:r>
      <w:r>
        <w:tab/>
        <w:t>1.013e0</w:t>
      </w:r>
    </w:p>
    <w:p w14:paraId="39E0A66B" w14:textId="77777777" w:rsidR="006D4449" w:rsidRDefault="006D4449" w:rsidP="006D4449">
      <w:r>
        <w:t>394.8193</w:t>
      </w:r>
      <w:r>
        <w:tab/>
        <w:t>1.013e0</w:t>
      </w:r>
    </w:p>
    <w:p w14:paraId="7A5D1D3A" w14:textId="77777777" w:rsidR="006D4449" w:rsidRDefault="006D4449" w:rsidP="006D4449">
      <w:r>
        <w:t>394.8491</w:t>
      </w:r>
      <w:r>
        <w:tab/>
        <w:t>2.025e0</w:t>
      </w:r>
    </w:p>
    <w:p w14:paraId="61372969" w14:textId="77777777" w:rsidR="006D4449" w:rsidRDefault="006D4449" w:rsidP="006D4449">
      <w:r>
        <w:lastRenderedPageBreak/>
        <w:t>394.8666</w:t>
      </w:r>
      <w:r>
        <w:tab/>
        <w:t>1.013e0</w:t>
      </w:r>
    </w:p>
    <w:p w14:paraId="1C3C9E5A" w14:textId="77777777" w:rsidR="006D4449" w:rsidRDefault="006D4449" w:rsidP="006D4449">
      <w:r>
        <w:t>394.8762</w:t>
      </w:r>
      <w:r>
        <w:tab/>
        <w:t>1.013e0</w:t>
      </w:r>
    </w:p>
    <w:p w14:paraId="5C93AA2D" w14:textId="77777777" w:rsidR="006D4449" w:rsidRDefault="006D4449" w:rsidP="006D4449">
      <w:r>
        <w:t>394.8892</w:t>
      </w:r>
      <w:r>
        <w:tab/>
        <w:t>2.025e0</w:t>
      </w:r>
    </w:p>
    <w:p w14:paraId="27F46521" w14:textId="77777777" w:rsidR="006D4449" w:rsidRDefault="006D4449" w:rsidP="006D4449">
      <w:r>
        <w:t>394.8936</w:t>
      </w:r>
      <w:r>
        <w:tab/>
        <w:t>1.013e0</w:t>
      </w:r>
    </w:p>
    <w:p w14:paraId="65D8623A" w14:textId="77777777" w:rsidR="006D4449" w:rsidRDefault="006D4449" w:rsidP="006D4449">
      <w:r>
        <w:t>394.9294</w:t>
      </w:r>
      <w:r>
        <w:tab/>
        <w:t>2.025e0</w:t>
      </w:r>
    </w:p>
    <w:p w14:paraId="393D3099" w14:textId="77777777" w:rsidR="006D4449" w:rsidRDefault="006D4449" w:rsidP="006D4449">
      <w:r>
        <w:t>394.9362</w:t>
      </w:r>
      <w:r>
        <w:tab/>
        <w:t>5.063e0</w:t>
      </w:r>
    </w:p>
    <w:p w14:paraId="7B7E3C23" w14:textId="77777777" w:rsidR="006D4449" w:rsidRDefault="006D4449" w:rsidP="006D4449">
      <w:r>
        <w:t>394.9475</w:t>
      </w:r>
      <w:r>
        <w:tab/>
        <w:t>3.038e0</w:t>
      </w:r>
    </w:p>
    <w:p w14:paraId="34D613C2" w14:textId="77777777" w:rsidR="006D4449" w:rsidRDefault="006D4449" w:rsidP="006D4449">
      <w:r>
        <w:t>394.9504</w:t>
      </w:r>
      <w:r>
        <w:tab/>
        <w:t>1.013e0</w:t>
      </w:r>
    </w:p>
    <w:p w14:paraId="13C0DBDC" w14:textId="77777777" w:rsidR="006D4449" w:rsidRDefault="006D4449" w:rsidP="006D4449">
      <w:r>
        <w:t>394.9574</w:t>
      </w:r>
      <w:r>
        <w:tab/>
        <w:t>1.013e0</w:t>
      </w:r>
    </w:p>
    <w:p w14:paraId="68BF4D5A" w14:textId="77777777" w:rsidR="006D4449" w:rsidRDefault="006D4449" w:rsidP="006D4449">
      <w:r>
        <w:t>394.9683</w:t>
      </w:r>
      <w:r>
        <w:tab/>
        <w:t>3.038e0</w:t>
      </w:r>
    </w:p>
    <w:p w14:paraId="0E076C03" w14:textId="77777777" w:rsidR="006D4449" w:rsidRDefault="006D4449" w:rsidP="006D4449">
      <w:r>
        <w:t>394.9984</w:t>
      </w:r>
      <w:r>
        <w:tab/>
        <w:t>1.013e0</w:t>
      </w:r>
    </w:p>
    <w:p w14:paraId="4DC75B4C" w14:textId="77777777" w:rsidR="006D4449" w:rsidRDefault="006D4449" w:rsidP="006D4449">
      <w:r>
        <w:t>395.0587</w:t>
      </w:r>
      <w:r>
        <w:tab/>
        <w:t>2.025e0</w:t>
      </w:r>
    </w:p>
    <w:p w14:paraId="740652E4" w14:textId="77777777" w:rsidR="006D4449" w:rsidRDefault="006D4449" w:rsidP="006D4449">
      <w:r>
        <w:t>395.0750</w:t>
      </w:r>
      <w:r>
        <w:tab/>
        <w:t>5.063e0</w:t>
      </w:r>
    </w:p>
    <w:p w14:paraId="31A6DE54" w14:textId="77777777" w:rsidR="006D4449" w:rsidRDefault="006D4449" w:rsidP="006D4449">
      <w:r>
        <w:t>395.0833</w:t>
      </w:r>
      <w:r>
        <w:tab/>
        <w:t>3.038e0</w:t>
      </w:r>
    </w:p>
    <w:p w14:paraId="69AC0CC3" w14:textId="77777777" w:rsidR="006D4449" w:rsidRDefault="006D4449" w:rsidP="006D4449">
      <w:r>
        <w:t>395.0850</w:t>
      </w:r>
      <w:r>
        <w:tab/>
        <w:t>1.013e0</w:t>
      </w:r>
    </w:p>
    <w:p w14:paraId="0872834A" w14:textId="77777777" w:rsidR="006D4449" w:rsidRDefault="006D4449" w:rsidP="006D4449">
      <w:r>
        <w:t>395.1015</w:t>
      </w:r>
      <w:r>
        <w:tab/>
        <w:t>2.025e0</w:t>
      </w:r>
    </w:p>
    <w:p w14:paraId="2C235752" w14:textId="77777777" w:rsidR="006D4449" w:rsidRDefault="006D4449" w:rsidP="006D4449">
      <w:r>
        <w:t>395.1139</w:t>
      </w:r>
      <w:r>
        <w:tab/>
        <w:t>1.013e0</w:t>
      </w:r>
    </w:p>
    <w:p w14:paraId="62D9A96C" w14:textId="77777777" w:rsidR="006D4449" w:rsidRDefault="006D4449" w:rsidP="006D4449">
      <w:r>
        <w:t>395.1387</w:t>
      </w:r>
      <w:r>
        <w:tab/>
        <w:t>3.038e0</w:t>
      </w:r>
    </w:p>
    <w:p w14:paraId="53457CC2" w14:textId="77777777" w:rsidR="006D4449" w:rsidRDefault="006D4449" w:rsidP="006D4449">
      <w:r>
        <w:t>395.1597</w:t>
      </w:r>
      <w:r>
        <w:tab/>
        <w:t>2.025e0</w:t>
      </w:r>
    </w:p>
    <w:p w14:paraId="2BD0073A" w14:textId="77777777" w:rsidR="006D4449" w:rsidRDefault="006D4449" w:rsidP="006D4449">
      <w:r>
        <w:lastRenderedPageBreak/>
        <w:t>395.1739</w:t>
      </w:r>
      <w:r>
        <w:tab/>
        <w:t>1.013e0</w:t>
      </w:r>
    </w:p>
    <w:p w14:paraId="66B2135C" w14:textId="77777777" w:rsidR="006D4449" w:rsidRDefault="006D4449" w:rsidP="006D4449">
      <w:r>
        <w:t>395.1886</w:t>
      </w:r>
      <w:r>
        <w:tab/>
        <w:t>2.972e0</w:t>
      </w:r>
    </w:p>
    <w:p w14:paraId="589DA1B6" w14:textId="77777777" w:rsidR="006D4449" w:rsidRDefault="006D4449" w:rsidP="006D4449">
      <w:r>
        <w:t>395.2082</w:t>
      </w:r>
      <w:r>
        <w:tab/>
        <w:t>1.058e0</w:t>
      </w:r>
    </w:p>
    <w:p w14:paraId="3251B589" w14:textId="77777777" w:rsidR="006D4449" w:rsidRDefault="006D4449" w:rsidP="006D4449">
      <w:r>
        <w:t>395.2544</w:t>
      </w:r>
      <w:r>
        <w:tab/>
        <w:t>3.823e0</w:t>
      </w:r>
    </w:p>
    <w:p w14:paraId="03AE0A43" w14:textId="77777777" w:rsidR="006D4449" w:rsidRDefault="006D4449" w:rsidP="006D4449">
      <w:r>
        <w:t>395.3000</w:t>
      </w:r>
      <w:r>
        <w:tab/>
        <w:t>1.013e0</w:t>
      </w:r>
    </w:p>
    <w:p w14:paraId="46CC5660" w14:textId="77777777" w:rsidR="006D4449" w:rsidRDefault="006D4449" w:rsidP="006D4449">
      <w:r>
        <w:t>395.3474</w:t>
      </w:r>
      <w:r>
        <w:tab/>
        <w:t>3.038e0</w:t>
      </w:r>
    </w:p>
    <w:p w14:paraId="281A76E5" w14:textId="77777777" w:rsidR="006D4449" w:rsidRDefault="006D4449" w:rsidP="006D4449">
      <w:r>
        <w:t>395.3570</w:t>
      </w:r>
      <w:r>
        <w:tab/>
        <w:t>4.108e0</w:t>
      </w:r>
    </w:p>
    <w:p w14:paraId="1A4FF6C0" w14:textId="77777777" w:rsidR="006D4449" w:rsidRDefault="006D4449" w:rsidP="006D4449">
      <w:r>
        <w:t>395.3583</w:t>
      </w:r>
      <w:r>
        <w:tab/>
        <w:t>1.924e1</w:t>
      </w:r>
    </w:p>
    <w:p w14:paraId="08B9E923" w14:textId="77777777" w:rsidR="006D4449" w:rsidRDefault="006D4449" w:rsidP="006D4449">
      <w:r>
        <w:t>395.3674</w:t>
      </w:r>
      <w:r>
        <w:tab/>
        <w:t>7.089e0</w:t>
      </w:r>
    </w:p>
    <w:p w14:paraId="5F319ED5" w14:textId="77777777" w:rsidR="006D4449" w:rsidRDefault="006D4449" w:rsidP="006D4449">
      <w:r>
        <w:t>395.4581</w:t>
      </w:r>
      <w:r>
        <w:tab/>
        <w:t>1.013e0</w:t>
      </w:r>
    </w:p>
    <w:p w14:paraId="0DA73749" w14:textId="77777777" w:rsidR="006D4449" w:rsidRDefault="006D4449" w:rsidP="006D4449">
      <w:r>
        <w:t>395.5047</w:t>
      </w:r>
      <w:r>
        <w:tab/>
        <w:t>1.013e0</w:t>
      </w:r>
    </w:p>
    <w:p w14:paraId="6300A031" w14:textId="77777777" w:rsidR="006D4449" w:rsidRDefault="006D4449" w:rsidP="006D4449">
      <w:r>
        <w:t>395.5164</w:t>
      </w:r>
      <w:r>
        <w:tab/>
        <w:t>1.013e0</w:t>
      </w:r>
    </w:p>
    <w:p w14:paraId="2A0E6C3E" w14:textId="77777777" w:rsidR="006D4449" w:rsidRDefault="006D4449" w:rsidP="006D4449">
      <w:r>
        <w:t>395.5257</w:t>
      </w:r>
      <w:r>
        <w:tab/>
        <w:t>1.013e0</w:t>
      </w:r>
    </w:p>
    <w:p w14:paraId="065B4458" w14:textId="77777777" w:rsidR="006D4449" w:rsidRDefault="006D4449" w:rsidP="006D4449">
      <w:r>
        <w:t>395.5414</w:t>
      </w:r>
      <w:r>
        <w:tab/>
        <w:t>1.013e0</w:t>
      </w:r>
    </w:p>
    <w:p w14:paraId="765991D2" w14:textId="77777777" w:rsidR="006D4449" w:rsidRDefault="006D4449" w:rsidP="006D4449">
      <w:r>
        <w:t>395.5431</w:t>
      </w:r>
      <w:r>
        <w:tab/>
        <w:t>1.013e0</w:t>
      </w:r>
    </w:p>
    <w:p w14:paraId="653C2BC9" w14:textId="77777777" w:rsidR="006D4449" w:rsidRDefault="006D4449" w:rsidP="006D4449">
      <w:r>
        <w:t>395.5643</w:t>
      </w:r>
      <w:r>
        <w:tab/>
        <w:t>1.013e0</w:t>
      </w:r>
    </w:p>
    <w:p w14:paraId="506899A8" w14:textId="77777777" w:rsidR="006D4449" w:rsidRDefault="006D4449" w:rsidP="006D4449">
      <w:r>
        <w:t>395.5859</w:t>
      </w:r>
      <w:r>
        <w:tab/>
        <w:t>2.025e0</w:t>
      </w:r>
    </w:p>
    <w:p w14:paraId="57DBA17D" w14:textId="77777777" w:rsidR="006D4449" w:rsidRDefault="006D4449" w:rsidP="006D4449">
      <w:r>
        <w:t>395.6233</w:t>
      </w:r>
      <w:r>
        <w:tab/>
        <w:t>3.038e0</w:t>
      </w:r>
    </w:p>
    <w:p w14:paraId="1FCF21FD" w14:textId="77777777" w:rsidR="006D4449" w:rsidRDefault="006D4449" w:rsidP="006D4449">
      <w:r>
        <w:t>395.6902</w:t>
      </w:r>
      <w:r>
        <w:tab/>
        <w:t>1.013e0</w:t>
      </w:r>
    </w:p>
    <w:p w14:paraId="685797C3" w14:textId="77777777" w:rsidR="006D4449" w:rsidRDefault="006D4449" w:rsidP="006D4449">
      <w:r>
        <w:lastRenderedPageBreak/>
        <w:t>395.6958</w:t>
      </w:r>
      <w:r>
        <w:tab/>
        <w:t>1.013e0</w:t>
      </w:r>
    </w:p>
    <w:p w14:paraId="0365FE2B" w14:textId="77777777" w:rsidR="006D4449" w:rsidRDefault="006D4449" w:rsidP="006D4449">
      <w:r>
        <w:t>395.7007</w:t>
      </w:r>
      <w:r>
        <w:tab/>
        <w:t>2.025e0</w:t>
      </w:r>
    </w:p>
    <w:p w14:paraId="7AD4616E" w14:textId="77777777" w:rsidR="006D4449" w:rsidRDefault="006D4449" w:rsidP="006D4449">
      <w:r>
        <w:t>395.7367</w:t>
      </w:r>
      <w:r>
        <w:tab/>
        <w:t>1.013e0</w:t>
      </w:r>
    </w:p>
    <w:p w14:paraId="40AAA070" w14:textId="77777777" w:rsidR="006D4449" w:rsidRDefault="006D4449" w:rsidP="006D4449">
      <w:r>
        <w:t>395.7754</w:t>
      </w:r>
      <w:r>
        <w:tab/>
        <w:t>3.038e0</w:t>
      </w:r>
    </w:p>
    <w:p w14:paraId="6CD9BCAE" w14:textId="77777777" w:rsidR="006D4449" w:rsidRDefault="006D4449" w:rsidP="006D4449">
      <w:r>
        <w:t>395.8270</w:t>
      </w:r>
      <w:r>
        <w:tab/>
        <w:t>1.013e0</w:t>
      </w:r>
    </w:p>
    <w:p w14:paraId="782850CD" w14:textId="77777777" w:rsidR="006D4449" w:rsidRDefault="006D4449" w:rsidP="006D4449">
      <w:r>
        <w:t>395.8997</w:t>
      </w:r>
      <w:r>
        <w:tab/>
        <w:t>2.025e0</w:t>
      </w:r>
    </w:p>
    <w:p w14:paraId="3DB0B066" w14:textId="77777777" w:rsidR="006D4449" w:rsidRDefault="006D4449" w:rsidP="006D4449">
      <w:r>
        <w:t>395.9021</w:t>
      </w:r>
      <w:r>
        <w:tab/>
        <w:t>1.013e0</w:t>
      </w:r>
    </w:p>
    <w:p w14:paraId="3E6C107F" w14:textId="77777777" w:rsidR="006D4449" w:rsidRDefault="006D4449" w:rsidP="006D4449">
      <w:r>
        <w:t>395.9598</w:t>
      </w:r>
      <w:r>
        <w:tab/>
        <w:t>1.013e0</w:t>
      </w:r>
    </w:p>
    <w:p w14:paraId="52C1B100" w14:textId="77777777" w:rsidR="006D4449" w:rsidRDefault="006D4449" w:rsidP="006D4449">
      <w:r>
        <w:t>395.9635</w:t>
      </w:r>
      <w:r>
        <w:tab/>
        <w:t>2.025e0</w:t>
      </w:r>
    </w:p>
    <w:p w14:paraId="6BB0372C" w14:textId="77777777" w:rsidR="006D4449" w:rsidRDefault="006D4449" w:rsidP="006D4449">
      <w:r>
        <w:t>395.9689</w:t>
      </w:r>
      <w:r>
        <w:tab/>
        <w:t>2.025e0</w:t>
      </w:r>
    </w:p>
    <w:p w14:paraId="62417B95" w14:textId="77777777" w:rsidR="006D4449" w:rsidRDefault="006D4449" w:rsidP="006D4449">
      <w:r>
        <w:t>396.0002</w:t>
      </w:r>
      <w:r>
        <w:tab/>
        <w:t>1.013e0</w:t>
      </w:r>
    </w:p>
    <w:p w14:paraId="052EF2DA" w14:textId="77777777" w:rsidR="006D4449" w:rsidRDefault="006D4449" w:rsidP="006D4449">
      <w:r>
        <w:t>396.0019</w:t>
      </w:r>
      <w:r>
        <w:tab/>
        <w:t>1.013e0</w:t>
      </w:r>
    </w:p>
    <w:p w14:paraId="75274200" w14:textId="77777777" w:rsidR="006D4449" w:rsidRDefault="006D4449" w:rsidP="006D4449">
      <w:r>
        <w:t>396.0057</w:t>
      </w:r>
      <w:r>
        <w:tab/>
        <w:t>2.025e0</w:t>
      </w:r>
    </w:p>
    <w:p w14:paraId="7E1BEBAA" w14:textId="77777777" w:rsidR="006D4449" w:rsidRDefault="006D4449" w:rsidP="006D4449">
      <w:r>
        <w:t>396.0573</w:t>
      </w:r>
      <w:r>
        <w:tab/>
        <w:t>3.038e0</w:t>
      </w:r>
    </w:p>
    <w:p w14:paraId="102CC7BB" w14:textId="77777777" w:rsidR="006D4449" w:rsidRDefault="006D4449" w:rsidP="006D4449">
      <w:r>
        <w:t>396.0595</w:t>
      </w:r>
      <w:r>
        <w:tab/>
        <w:t>1.013e0</w:t>
      </w:r>
    </w:p>
    <w:p w14:paraId="20F704DC" w14:textId="77777777" w:rsidR="006D4449" w:rsidRDefault="006D4449" w:rsidP="006D4449">
      <w:r>
        <w:t>396.0719</w:t>
      </w:r>
      <w:r>
        <w:tab/>
        <w:t>1.013e0</w:t>
      </w:r>
    </w:p>
    <w:p w14:paraId="3F82410A" w14:textId="77777777" w:rsidR="006D4449" w:rsidRDefault="006D4449" w:rsidP="006D4449">
      <w:r>
        <w:t>396.0868</w:t>
      </w:r>
      <w:r>
        <w:tab/>
        <w:t>2.025e0</w:t>
      </w:r>
    </w:p>
    <w:p w14:paraId="030603AA" w14:textId="77777777" w:rsidR="006D4449" w:rsidRDefault="006D4449" w:rsidP="006D4449">
      <w:r>
        <w:t>396.1156</w:t>
      </w:r>
      <w:r>
        <w:tab/>
        <w:t>2.885e0</w:t>
      </w:r>
    </w:p>
    <w:p w14:paraId="18C73ADF" w14:textId="77777777" w:rsidR="006D4449" w:rsidRDefault="006D4449" w:rsidP="006D4449">
      <w:r>
        <w:t>396.1210</w:t>
      </w:r>
      <w:r>
        <w:tab/>
        <w:t>1.013e0</w:t>
      </w:r>
    </w:p>
    <w:p w14:paraId="2E2A33A3" w14:textId="77777777" w:rsidR="006D4449" w:rsidRDefault="006D4449" w:rsidP="006D4449">
      <w:r>
        <w:lastRenderedPageBreak/>
        <w:t>396.1291</w:t>
      </w:r>
      <w:r>
        <w:tab/>
        <w:t>2.025e0</w:t>
      </w:r>
    </w:p>
    <w:p w14:paraId="240BCEA8" w14:textId="77777777" w:rsidR="006D4449" w:rsidRDefault="006D4449" w:rsidP="006D4449">
      <w:r>
        <w:t>396.1483</w:t>
      </w:r>
      <w:r>
        <w:tab/>
        <w:t>2.025e0</w:t>
      </w:r>
    </w:p>
    <w:p w14:paraId="7403BFB8" w14:textId="77777777" w:rsidR="006D4449" w:rsidRDefault="006D4449" w:rsidP="006D4449">
      <w:r>
        <w:t>396.1588</w:t>
      </w:r>
      <w:r>
        <w:tab/>
        <w:t>4.051e0</w:t>
      </w:r>
    </w:p>
    <w:p w14:paraId="4EDEFAFE" w14:textId="77777777" w:rsidR="006D4449" w:rsidRDefault="006D4449" w:rsidP="006D4449">
      <w:r>
        <w:t>396.1806</w:t>
      </w:r>
      <w:r>
        <w:tab/>
        <w:t>4.966e0</w:t>
      </w:r>
    </w:p>
    <w:p w14:paraId="5B4FB392" w14:textId="77777777" w:rsidR="006D4449" w:rsidRDefault="006D4449" w:rsidP="006D4449">
      <w:r>
        <w:t>396.1987</w:t>
      </w:r>
      <w:r>
        <w:tab/>
        <w:t>3.519e0</w:t>
      </w:r>
    </w:p>
    <w:p w14:paraId="1BA8C4F4" w14:textId="77777777" w:rsidR="006D4449" w:rsidRDefault="006D4449" w:rsidP="006D4449">
      <w:r>
        <w:t>396.2004</w:t>
      </w:r>
      <w:r>
        <w:tab/>
        <w:t>5.497e0</w:t>
      </w:r>
    </w:p>
    <w:p w14:paraId="3498811C" w14:textId="77777777" w:rsidR="006D4449" w:rsidRDefault="006D4449" w:rsidP="006D4449">
      <w:r>
        <w:t>396.2024</w:t>
      </w:r>
      <w:r>
        <w:tab/>
        <w:t>2.120e0</w:t>
      </w:r>
    </w:p>
    <w:p w14:paraId="599DD90D" w14:textId="77777777" w:rsidR="006D4449" w:rsidRDefault="006D4449" w:rsidP="006D4449">
      <w:r>
        <w:t>396.2406</w:t>
      </w:r>
      <w:r>
        <w:tab/>
        <w:t>3.970e0</w:t>
      </w:r>
    </w:p>
    <w:p w14:paraId="179CA550" w14:textId="77777777" w:rsidR="006D4449" w:rsidRDefault="006D4449" w:rsidP="006D4449">
      <w:r>
        <w:t>396.2542</w:t>
      </w:r>
      <w:r>
        <w:tab/>
        <w:t>1.917e0</w:t>
      </w:r>
    </w:p>
    <w:p w14:paraId="6F7E9C84" w14:textId="77777777" w:rsidR="006D4449" w:rsidRDefault="006D4449" w:rsidP="006D4449">
      <w:r>
        <w:t>396.2582</w:t>
      </w:r>
      <w:r>
        <w:tab/>
        <w:t>3.591e0</w:t>
      </w:r>
    </w:p>
    <w:p w14:paraId="67476578" w14:textId="77777777" w:rsidR="006D4449" w:rsidRDefault="006D4449" w:rsidP="006D4449">
      <w:r>
        <w:t>396.2622</w:t>
      </w:r>
      <w:r>
        <w:tab/>
        <w:t>1.471e0</w:t>
      </w:r>
    </w:p>
    <w:p w14:paraId="390C8DA0" w14:textId="77777777" w:rsidR="006D4449" w:rsidRDefault="006D4449" w:rsidP="006D4449">
      <w:r>
        <w:t>396.2973</w:t>
      </w:r>
      <w:r>
        <w:tab/>
        <w:t>1.013e0</w:t>
      </w:r>
    </w:p>
    <w:p w14:paraId="31A21595" w14:textId="77777777" w:rsidR="006D4449" w:rsidRDefault="006D4449" w:rsidP="006D4449">
      <w:r>
        <w:t>396.3086</w:t>
      </w:r>
      <w:r>
        <w:tab/>
        <w:t>1.013e0</w:t>
      </w:r>
    </w:p>
    <w:p w14:paraId="3222C288" w14:textId="77777777" w:rsidR="006D4449" w:rsidRDefault="006D4449" w:rsidP="006D4449">
      <w:r>
        <w:t>396.3313</w:t>
      </w:r>
      <w:r>
        <w:tab/>
        <w:t>1.013e0</w:t>
      </w:r>
    </w:p>
    <w:p w14:paraId="7A8DA73B" w14:textId="77777777" w:rsidR="006D4449" w:rsidRDefault="006D4449" w:rsidP="006D4449">
      <w:r>
        <w:t>396.3491</w:t>
      </w:r>
      <w:r>
        <w:tab/>
        <w:t>6.076e0</w:t>
      </w:r>
    </w:p>
    <w:p w14:paraId="27557BBF" w14:textId="77777777" w:rsidR="006D4449" w:rsidRDefault="006D4449" w:rsidP="006D4449">
      <w:r>
        <w:t>396.3685</w:t>
      </w:r>
      <w:r>
        <w:tab/>
        <w:t>3.038e0</w:t>
      </w:r>
    </w:p>
    <w:p w14:paraId="157904DD" w14:textId="77777777" w:rsidR="006D4449" w:rsidRDefault="006D4449" w:rsidP="006D4449">
      <w:r>
        <w:t>396.3701</w:t>
      </w:r>
      <w:r>
        <w:tab/>
        <w:t>3.038e0</w:t>
      </w:r>
    </w:p>
    <w:p w14:paraId="5EBC47C8" w14:textId="77777777" w:rsidR="006D4449" w:rsidRDefault="006D4449" w:rsidP="006D4449">
      <w:r>
        <w:t>396.3717</w:t>
      </w:r>
      <w:r>
        <w:tab/>
        <w:t>2.025e0</w:t>
      </w:r>
    </w:p>
    <w:p w14:paraId="781AB804" w14:textId="77777777" w:rsidR="006D4449" w:rsidRDefault="006D4449" w:rsidP="006D4449">
      <w:r>
        <w:t>396.3776</w:t>
      </w:r>
      <w:r>
        <w:tab/>
        <w:t>4.051e0</w:t>
      </w:r>
    </w:p>
    <w:p w14:paraId="34127507" w14:textId="77777777" w:rsidR="006D4449" w:rsidRDefault="006D4449" w:rsidP="006D4449">
      <w:r>
        <w:lastRenderedPageBreak/>
        <w:t>396.4265</w:t>
      </w:r>
      <w:r>
        <w:tab/>
        <w:t>1.013e0</w:t>
      </w:r>
    </w:p>
    <w:p w14:paraId="432065E2" w14:textId="77777777" w:rsidR="006D4449" w:rsidRDefault="006D4449" w:rsidP="006D4449">
      <w:r>
        <w:t>396.4665</w:t>
      </w:r>
      <w:r>
        <w:tab/>
        <w:t>2.025e0</w:t>
      </w:r>
    </w:p>
    <w:p w14:paraId="4CF16EDC" w14:textId="77777777" w:rsidR="006D4449" w:rsidRDefault="006D4449" w:rsidP="006D4449">
      <w:r>
        <w:t>396.4819</w:t>
      </w:r>
      <w:r>
        <w:tab/>
        <w:t>2.025e0</w:t>
      </w:r>
    </w:p>
    <w:p w14:paraId="6536CD01" w14:textId="77777777" w:rsidR="006D4449" w:rsidRDefault="006D4449" w:rsidP="006D4449">
      <w:r>
        <w:t>396.5297</w:t>
      </w:r>
      <w:r>
        <w:tab/>
        <w:t>2.025e0</w:t>
      </w:r>
    </w:p>
    <w:p w14:paraId="02638C77" w14:textId="77777777" w:rsidR="006D4449" w:rsidRDefault="006D4449" w:rsidP="006D4449">
      <w:r>
        <w:t>396.6152</w:t>
      </w:r>
      <w:r>
        <w:tab/>
        <w:t>2.025e0</w:t>
      </w:r>
    </w:p>
    <w:p w14:paraId="40105053" w14:textId="77777777" w:rsidR="006D4449" w:rsidRDefault="006D4449" w:rsidP="006D4449">
      <w:r>
        <w:t>396.6540</w:t>
      </w:r>
      <w:r>
        <w:tab/>
        <w:t>1.013e0</w:t>
      </w:r>
    </w:p>
    <w:p w14:paraId="4CE6689B" w14:textId="77777777" w:rsidR="006D4449" w:rsidRDefault="006D4449" w:rsidP="006D4449">
      <w:r>
        <w:t>396.6680</w:t>
      </w:r>
      <w:r>
        <w:tab/>
        <w:t>1.013e0</w:t>
      </w:r>
    </w:p>
    <w:p w14:paraId="3E47D4BB" w14:textId="77777777" w:rsidR="006D4449" w:rsidRDefault="006D4449" w:rsidP="006D4449">
      <w:r>
        <w:t>396.6960</w:t>
      </w:r>
      <w:r>
        <w:tab/>
        <w:t>1.013e0</w:t>
      </w:r>
    </w:p>
    <w:p w14:paraId="64B8DC47" w14:textId="77777777" w:rsidR="006D4449" w:rsidRDefault="006D4449" w:rsidP="006D4449">
      <w:r>
        <w:t>396.7171</w:t>
      </w:r>
      <w:r>
        <w:tab/>
        <w:t>1.013e0</w:t>
      </w:r>
    </w:p>
    <w:p w14:paraId="22E78189" w14:textId="77777777" w:rsidR="006D4449" w:rsidRDefault="006D4449" w:rsidP="006D4449">
      <w:r>
        <w:t>396.7797</w:t>
      </w:r>
      <w:r>
        <w:tab/>
        <w:t>3.038e0</w:t>
      </w:r>
    </w:p>
    <w:p w14:paraId="26613445" w14:textId="77777777" w:rsidR="006D4449" w:rsidRDefault="006D4449" w:rsidP="006D4449">
      <w:r>
        <w:t>396.7943</w:t>
      </w:r>
      <w:r>
        <w:tab/>
        <w:t>1.013e0</w:t>
      </w:r>
    </w:p>
    <w:p w14:paraId="7A1F0A30" w14:textId="77777777" w:rsidR="006D4449" w:rsidRDefault="006D4449" w:rsidP="006D4449">
      <w:r>
        <w:t>396.8083</w:t>
      </w:r>
      <w:r>
        <w:tab/>
        <w:t>1.013e0</w:t>
      </w:r>
    </w:p>
    <w:p w14:paraId="13D6CC73" w14:textId="77777777" w:rsidR="006D4449" w:rsidRDefault="006D4449" w:rsidP="006D4449">
      <w:r>
        <w:t>396.8538</w:t>
      </w:r>
      <w:r>
        <w:tab/>
        <w:t>2.025e0</w:t>
      </w:r>
    </w:p>
    <w:p w14:paraId="326E18BE" w14:textId="77777777" w:rsidR="006D4449" w:rsidRDefault="006D4449" w:rsidP="006D4449">
      <w:r>
        <w:t>396.8879</w:t>
      </w:r>
      <w:r>
        <w:tab/>
        <w:t>2.025e0</w:t>
      </w:r>
    </w:p>
    <w:p w14:paraId="44B7F702" w14:textId="77777777" w:rsidR="006D4449" w:rsidRDefault="006D4449" w:rsidP="006D4449">
      <w:r>
        <w:t>396.9062</w:t>
      </w:r>
      <w:r>
        <w:tab/>
        <w:t>3.038e0</w:t>
      </w:r>
    </w:p>
    <w:p w14:paraId="608BD43A" w14:textId="77777777" w:rsidR="006D4449" w:rsidRDefault="006D4449" w:rsidP="006D4449">
      <w:r>
        <w:t>396.9162</w:t>
      </w:r>
      <w:r>
        <w:tab/>
        <w:t>3.038e0</w:t>
      </w:r>
    </w:p>
    <w:p w14:paraId="6F59A05D" w14:textId="77777777" w:rsidR="006D4449" w:rsidRDefault="006D4449" w:rsidP="006D4449">
      <w:r>
        <w:t>396.9182</w:t>
      </w:r>
      <w:r>
        <w:tab/>
        <w:t>1.013e0</w:t>
      </w:r>
    </w:p>
    <w:p w14:paraId="5C6A142F" w14:textId="77777777" w:rsidR="006D4449" w:rsidRDefault="006D4449" w:rsidP="006D4449">
      <w:r>
        <w:t>396.9322</w:t>
      </w:r>
      <w:r>
        <w:tab/>
        <w:t>5.063e0</w:t>
      </w:r>
    </w:p>
    <w:p w14:paraId="6C95276A" w14:textId="77777777" w:rsidR="006D4449" w:rsidRDefault="006D4449" w:rsidP="006D4449">
      <w:r>
        <w:t>396.9681</w:t>
      </w:r>
      <w:r>
        <w:tab/>
        <w:t>1.013e0</w:t>
      </w:r>
    </w:p>
    <w:p w14:paraId="3115ED44" w14:textId="77777777" w:rsidR="006D4449" w:rsidRDefault="006D4449" w:rsidP="006D4449">
      <w:r>
        <w:lastRenderedPageBreak/>
        <w:t>396.9754</w:t>
      </w:r>
      <w:r>
        <w:tab/>
        <w:t>3.038e0</w:t>
      </w:r>
    </w:p>
    <w:p w14:paraId="313C28F0" w14:textId="77777777" w:rsidR="006D4449" w:rsidRDefault="006D4449" w:rsidP="006D4449">
      <w:r>
        <w:t>396.9768</w:t>
      </w:r>
      <w:r>
        <w:tab/>
        <w:t>2.025e0</w:t>
      </w:r>
    </w:p>
    <w:p w14:paraId="6BFB53DB" w14:textId="77777777" w:rsidR="006D4449" w:rsidRDefault="006D4449" w:rsidP="006D4449">
      <w:r>
        <w:t>397.0008</w:t>
      </w:r>
      <w:r>
        <w:tab/>
        <w:t>2.025e0</w:t>
      </w:r>
    </w:p>
    <w:p w14:paraId="23CCDC24" w14:textId="77777777" w:rsidR="006D4449" w:rsidRDefault="006D4449" w:rsidP="006D4449">
      <w:r>
        <w:t>397.0296</w:t>
      </w:r>
      <w:r>
        <w:tab/>
        <w:t>2.025e0</w:t>
      </w:r>
    </w:p>
    <w:p w14:paraId="052613FE" w14:textId="77777777" w:rsidR="006D4449" w:rsidRDefault="006D4449" w:rsidP="006D4449">
      <w:r>
        <w:t>397.0421</w:t>
      </w:r>
      <w:r>
        <w:tab/>
        <w:t>3.038e0</w:t>
      </w:r>
    </w:p>
    <w:p w14:paraId="20D9B29E" w14:textId="77777777" w:rsidR="006D4449" w:rsidRDefault="006D4449" w:rsidP="006D4449">
      <w:r>
        <w:t>397.0691</w:t>
      </w:r>
      <w:r>
        <w:tab/>
        <w:t>3.038e0</w:t>
      </w:r>
    </w:p>
    <w:p w14:paraId="5AA62BD7" w14:textId="77777777" w:rsidR="006D4449" w:rsidRDefault="006D4449" w:rsidP="006D4449">
      <w:r>
        <w:t>397.0718</w:t>
      </w:r>
      <w:r>
        <w:tab/>
        <w:t>2.025e0</w:t>
      </w:r>
    </w:p>
    <w:p w14:paraId="33ECCC25" w14:textId="77777777" w:rsidR="006D4449" w:rsidRDefault="006D4449" w:rsidP="006D4449">
      <w:r>
        <w:t>397.0788</w:t>
      </w:r>
      <w:r>
        <w:tab/>
        <w:t>2.025e0</w:t>
      </w:r>
    </w:p>
    <w:p w14:paraId="1E6076A5" w14:textId="77777777" w:rsidR="006D4449" w:rsidRDefault="006D4449" w:rsidP="006D4449">
      <w:r>
        <w:t>397.1167</w:t>
      </w:r>
      <w:r>
        <w:tab/>
        <w:t>4.338e0</w:t>
      </w:r>
    </w:p>
    <w:p w14:paraId="75B44B30" w14:textId="77777777" w:rsidR="006D4449" w:rsidRDefault="006D4449" w:rsidP="006D4449">
      <w:r>
        <w:t>397.1363</w:t>
      </w:r>
      <w:r>
        <w:tab/>
        <w:t>2.025e0</w:t>
      </w:r>
    </w:p>
    <w:p w14:paraId="20B579EF" w14:textId="77777777" w:rsidR="006D4449" w:rsidRDefault="006D4449" w:rsidP="006D4449">
      <w:r>
        <w:t>397.1834</w:t>
      </w:r>
      <w:r>
        <w:tab/>
        <w:t>1.895e0</w:t>
      </w:r>
    </w:p>
    <w:p w14:paraId="6D138549" w14:textId="77777777" w:rsidR="006D4449" w:rsidRDefault="006D4449" w:rsidP="006D4449">
      <w:r>
        <w:t>397.1996</w:t>
      </w:r>
      <w:r>
        <w:tab/>
        <w:t>1.964e0</w:t>
      </w:r>
    </w:p>
    <w:p w14:paraId="20ED3BF4" w14:textId="77777777" w:rsidR="006D4449" w:rsidRDefault="006D4449" w:rsidP="006D4449">
      <w:r>
        <w:t>397.2036</w:t>
      </w:r>
      <w:r>
        <w:tab/>
        <w:t>4.051e0</w:t>
      </w:r>
    </w:p>
    <w:p w14:paraId="4821D1FD" w14:textId="77777777" w:rsidR="006D4449" w:rsidRDefault="006D4449" w:rsidP="006D4449">
      <w:r>
        <w:t>397.2145</w:t>
      </w:r>
      <w:r>
        <w:tab/>
        <w:t>1.774e0</w:t>
      </w:r>
    </w:p>
    <w:p w14:paraId="5481A249" w14:textId="77777777" w:rsidR="006D4449" w:rsidRDefault="006D4449" w:rsidP="006D4449">
      <w:r>
        <w:t>397.2190</w:t>
      </w:r>
      <w:r>
        <w:tab/>
        <w:t>1.429e0</w:t>
      </w:r>
    </w:p>
    <w:p w14:paraId="0C3BC063" w14:textId="77777777" w:rsidR="006D4449" w:rsidRDefault="006D4449" w:rsidP="006D4449">
      <w:r>
        <w:t>397.2362</w:t>
      </w:r>
      <w:r>
        <w:tab/>
        <w:t>4.883e0</w:t>
      </w:r>
    </w:p>
    <w:p w14:paraId="6B503EB9" w14:textId="77777777" w:rsidR="006D4449" w:rsidRDefault="006D4449" w:rsidP="006D4449">
      <w:r>
        <w:t>397.2750</w:t>
      </w:r>
      <w:r>
        <w:tab/>
        <w:t>2.129e0</w:t>
      </w:r>
    </w:p>
    <w:p w14:paraId="00833838" w14:textId="77777777" w:rsidR="006D4449" w:rsidRDefault="006D4449" w:rsidP="006D4449">
      <w:r>
        <w:t>397.2775</w:t>
      </w:r>
      <w:r>
        <w:tab/>
        <w:t>1.029e0</w:t>
      </w:r>
    </w:p>
    <w:p w14:paraId="45107D4E" w14:textId="77777777" w:rsidR="006D4449" w:rsidRDefault="006D4449" w:rsidP="006D4449">
      <w:r>
        <w:t>397.2894</w:t>
      </w:r>
      <w:r>
        <w:tab/>
        <w:t>2.025e0</w:t>
      </w:r>
    </w:p>
    <w:p w14:paraId="24A405AF" w14:textId="77777777" w:rsidR="006D4449" w:rsidRDefault="006D4449" w:rsidP="006D4449">
      <w:r>
        <w:lastRenderedPageBreak/>
        <w:t>397.3064</w:t>
      </w:r>
      <w:r>
        <w:tab/>
        <w:t>3.038e0</w:t>
      </w:r>
    </w:p>
    <w:p w14:paraId="437AE28A" w14:textId="77777777" w:rsidR="006D4449" w:rsidRDefault="006D4449" w:rsidP="006D4449">
      <w:r>
        <w:t>397.3316</w:t>
      </w:r>
      <w:r>
        <w:tab/>
        <w:t>2.025e0</w:t>
      </w:r>
    </w:p>
    <w:p w14:paraId="5C51AB69" w14:textId="77777777" w:rsidR="006D4449" w:rsidRDefault="006D4449" w:rsidP="006D4449">
      <w:r>
        <w:t>397.3349</w:t>
      </w:r>
      <w:r>
        <w:tab/>
        <w:t>4.051e0</w:t>
      </w:r>
    </w:p>
    <w:p w14:paraId="4429CED5" w14:textId="77777777" w:rsidR="006D4449" w:rsidRDefault="006D4449" w:rsidP="006D4449">
      <w:r>
        <w:t>397.3440</w:t>
      </w:r>
      <w:r>
        <w:tab/>
        <w:t>3.038e0</w:t>
      </w:r>
    </w:p>
    <w:p w14:paraId="12F0AC9B" w14:textId="77777777" w:rsidR="006D4449" w:rsidRDefault="006D4449" w:rsidP="006D4449">
      <w:r>
        <w:t>397.3599</w:t>
      </w:r>
      <w:r>
        <w:tab/>
        <w:t>2.025e0</w:t>
      </w:r>
    </w:p>
    <w:p w14:paraId="361A6703" w14:textId="77777777" w:rsidR="006D4449" w:rsidRDefault="006D4449" w:rsidP="006D4449">
      <w:r>
        <w:t>397.3912</w:t>
      </w:r>
      <w:r>
        <w:tab/>
        <w:t>4.051e0</w:t>
      </w:r>
    </w:p>
    <w:p w14:paraId="2DEEBA7A" w14:textId="77777777" w:rsidR="006D4449" w:rsidRDefault="006D4449" w:rsidP="006D4449">
      <w:r>
        <w:t>397.4846</w:t>
      </w:r>
      <w:r>
        <w:tab/>
        <w:t>1.013e0</w:t>
      </w:r>
    </w:p>
    <w:p w14:paraId="3A74B2BD" w14:textId="77777777" w:rsidR="006D4449" w:rsidRDefault="006D4449" w:rsidP="006D4449">
      <w:r>
        <w:t>397.5092</w:t>
      </w:r>
      <w:r>
        <w:tab/>
        <w:t>1.013e0</w:t>
      </w:r>
    </w:p>
    <w:p w14:paraId="29F9BD06" w14:textId="77777777" w:rsidR="006D4449" w:rsidRDefault="006D4449" w:rsidP="006D4449">
      <w:r>
        <w:t>397.5271</w:t>
      </w:r>
      <w:r>
        <w:tab/>
        <w:t>1.013e0</w:t>
      </w:r>
    </w:p>
    <w:p w14:paraId="6CD56A24" w14:textId="77777777" w:rsidR="006D4449" w:rsidRDefault="006D4449" w:rsidP="006D4449">
      <w:r>
        <w:t>397.5320</w:t>
      </w:r>
      <w:r>
        <w:tab/>
        <w:t>1.013e0</w:t>
      </w:r>
    </w:p>
    <w:p w14:paraId="5255D48C" w14:textId="77777777" w:rsidR="006D4449" w:rsidRDefault="006D4449" w:rsidP="006D4449">
      <w:r>
        <w:t>397.5393</w:t>
      </w:r>
      <w:r>
        <w:tab/>
        <w:t>3.038e0</w:t>
      </w:r>
    </w:p>
    <w:p w14:paraId="41C7E73C" w14:textId="77777777" w:rsidR="006D4449" w:rsidRDefault="006D4449" w:rsidP="006D4449">
      <w:r>
        <w:t>397.5514</w:t>
      </w:r>
      <w:r>
        <w:tab/>
        <w:t>1.013e0</w:t>
      </w:r>
    </w:p>
    <w:p w14:paraId="2CFEC39D" w14:textId="77777777" w:rsidR="006D4449" w:rsidRDefault="006D4449" w:rsidP="006D4449">
      <w:r>
        <w:t>397.5854</w:t>
      </w:r>
      <w:r>
        <w:tab/>
        <w:t>1.013e0</w:t>
      </w:r>
    </w:p>
    <w:p w14:paraId="44A31735" w14:textId="77777777" w:rsidR="006D4449" w:rsidRDefault="006D4449" w:rsidP="006D4449">
      <w:r>
        <w:t>397.5952</w:t>
      </w:r>
      <w:r>
        <w:tab/>
        <w:t>1.013e0</w:t>
      </w:r>
    </w:p>
    <w:p w14:paraId="3FBE166F" w14:textId="77777777" w:rsidR="006D4449" w:rsidRDefault="006D4449" w:rsidP="006D4449">
      <w:r>
        <w:t>397.6023</w:t>
      </w:r>
      <w:r>
        <w:tab/>
        <w:t>1.013e0</w:t>
      </w:r>
    </w:p>
    <w:p w14:paraId="7A6F736B" w14:textId="77777777" w:rsidR="006D4449" w:rsidRDefault="006D4449" w:rsidP="006D4449">
      <w:r>
        <w:t>397.6335</w:t>
      </w:r>
      <w:r>
        <w:tab/>
        <w:t>1.013e0</w:t>
      </w:r>
    </w:p>
    <w:p w14:paraId="20ABBA92" w14:textId="77777777" w:rsidR="006D4449" w:rsidRDefault="006D4449" w:rsidP="006D4449">
      <w:r>
        <w:t>397.6654</w:t>
      </w:r>
      <w:r>
        <w:tab/>
        <w:t>2.025e0</w:t>
      </w:r>
    </w:p>
    <w:p w14:paraId="77213FB0" w14:textId="77777777" w:rsidR="006D4449" w:rsidRDefault="006D4449" w:rsidP="006D4449">
      <w:r>
        <w:t>397.6761</w:t>
      </w:r>
      <w:r>
        <w:tab/>
        <w:t>1.013e0</w:t>
      </w:r>
    </w:p>
    <w:p w14:paraId="51953C2C" w14:textId="77777777" w:rsidR="006D4449" w:rsidRDefault="006D4449" w:rsidP="006D4449">
      <w:r>
        <w:t>397.6779</w:t>
      </w:r>
      <w:r>
        <w:tab/>
        <w:t>1.013e0</w:t>
      </w:r>
    </w:p>
    <w:p w14:paraId="653239ED" w14:textId="77777777" w:rsidR="006D4449" w:rsidRDefault="006D4449" w:rsidP="006D4449">
      <w:r>
        <w:lastRenderedPageBreak/>
        <w:t>397.7329</w:t>
      </w:r>
      <w:r>
        <w:tab/>
        <w:t>2.025e0</w:t>
      </w:r>
    </w:p>
    <w:p w14:paraId="52E5200C" w14:textId="77777777" w:rsidR="006D4449" w:rsidRDefault="006D4449" w:rsidP="006D4449">
      <w:r>
        <w:t>397.7650</w:t>
      </w:r>
      <w:r>
        <w:tab/>
        <w:t>2.025e0</w:t>
      </w:r>
    </w:p>
    <w:p w14:paraId="3B0B5C3A" w14:textId="77777777" w:rsidR="006D4449" w:rsidRDefault="006D4449" w:rsidP="006D4449">
      <w:r>
        <w:t>397.8446</w:t>
      </w:r>
      <w:r>
        <w:tab/>
        <w:t>1.013e0</w:t>
      </w:r>
    </w:p>
    <w:p w14:paraId="3DDDFE2E" w14:textId="77777777" w:rsidR="006D4449" w:rsidRDefault="006D4449" w:rsidP="006D4449">
      <w:r>
        <w:t>397.8752</w:t>
      </w:r>
      <w:r>
        <w:tab/>
        <w:t>2.025e0</w:t>
      </w:r>
    </w:p>
    <w:p w14:paraId="086CEDC7" w14:textId="77777777" w:rsidR="006D4449" w:rsidRDefault="006D4449" w:rsidP="006D4449">
      <w:r>
        <w:t>397.8857</w:t>
      </w:r>
      <w:r>
        <w:tab/>
        <w:t>2.025e0</w:t>
      </w:r>
    </w:p>
    <w:p w14:paraId="55EA8E35" w14:textId="77777777" w:rsidR="006D4449" w:rsidRDefault="006D4449" w:rsidP="006D4449">
      <w:r>
        <w:t>397.8942</w:t>
      </w:r>
      <w:r>
        <w:tab/>
        <w:t>2.025e0</w:t>
      </w:r>
    </w:p>
    <w:p w14:paraId="225E79D2" w14:textId="77777777" w:rsidR="006D4449" w:rsidRDefault="006D4449" w:rsidP="006D4449">
      <w:r>
        <w:t>397.9335</w:t>
      </w:r>
      <w:r>
        <w:tab/>
        <w:t>2.025e0</w:t>
      </w:r>
    </w:p>
    <w:p w14:paraId="1D743CB7" w14:textId="77777777" w:rsidR="006D4449" w:rsidRDefault="006D4449" w:rsidP="006D4449">
      <w:r>
        <w:t>397.9423</w:t>
      </w:r>
      <w:r>
        <w:tab/>
        <w:t>4.051e0</w:t>
      </w:r>
    </w:p>
    <w:p w14:paraId="0F4A00A4" w14:textId="77777777" w:rsidR="006D4449" w:rsidRDefault="006D4449" w:rsidP="006D4449">
      <w:r>
        <w:t>397.9474</w:t>
      </w:r>
      <w:r>
        <w:tab/>
        <w:t>3.038e0</w:t>
      </w:r>
    </w:p>
    <w:p w14:paraId="250743FC" w14:textId="77777777" w:rsidR="006D4449" w:rsidRDefault="006D4449" w:rsidP="006D4449">
      <w:r>
        <w:t>397.9611</w:t>
      </w:r>
      <w:r>
        <w:tab/>
        <w:t>1.013e0</w:t>
      </w:r>
    </w:p>
    <w:p w14:paraId="22C7DB10" w14:textId="77777777" w:rsidR="006D4449" w:rsidRDefault="006D4449" w:rsidP="006D4449">
      <w:r>
        <w:t>397.9789</w:t>
      </w:r>
      <w:r>
        <w:tab/>
        <w:t>2.025e0</w:t>
      </w:r>
    </w:p>
    <w:p w14:paraId="682BB759" w14:textId="77777777" w:rsidR="006D4449" w:rsidRDefault="006D4449" w:rsidP="006D4449">
      <w:r>
        <w:t>397.9917</w:t>
      </w:r>
      <w:r>
        <w:tab/>
        <w:t>2.025e0</w:t>
      </w:r>
    </w:p>
    <w:p w14:paraId="7025B68F" w14:textId="77777777" w:rsidR="006D4449" w:rsidRDefault="006D4449" w:rsidP="006D4449">
      <w:r>
        <w:t>398.0033</w:t>
      </w:r>
      <w:r>
        <w:tab/>
        <w:t>1.013e0</w:t>
      </w:r>
    </w:p>
    <w:p w14:paraId="71D974FF" w14:textId="77777777" w:rsidR="006D4449" w:rsidRDefault="006D4449" w:rsidP="006D4449">
      <w:r>
        <w:t>398.0188</w:t>
      </w:r>
      <w:r>
        <w:tab/>
        <w:t>1.013e0</w:t>
      </w:r>
    </w:p>
    <w:p w14:paraId="3E6A4DF4" w14:textId="77777777" w:rsidR="006D4449" w:rsidRDefault="006D4449" w:rsidP="006D4449">
      <w:r>
        <w:t>398.0205</w:t>
      </w:r>
      <w:r>
        <w:tab/>
        <w:t>1.013e0</w:t>
      </w:r>
    </w:p>
    <w:p w14:paraId="0F3D5219" w14:textId="77777777" w:rsidR="006D4449" w:rsidRDefault="006D4449" w:rsidP="006D4449">
      <w:r>
        <w:t>398.0381</w:t>
      </w:r>
      <w:r>
        <w:tab/>
        <w:t>1.013e0</w:t>
      </w:r>
    </w:p>
    <w:p w14:paraId="3E83555C" w14:textId="77777777" w:rsidR="006D4449" w:rsidRDefault="006D4449" w:rsidP="006D4449">
      <w:r>
        <w:t>398.0650</w:t>
      </w:r>
      <w:r>
        <w:tab/>
        <w:t>1.013e0</w:t>
      </w:r>
    </w:p>
    <w:p w14:paraId="4F6E80D0" w14:textId="77777777" w:rsidR="006D4449" w:rsidRDefault="006D4449" w:rsidP="006D4449">
      <w:r>
        <w:t>398.0826</w:t>
      </w:r>
      <w:r>
        <w:tab/>
        <w:t>2.025e0</w:t>
      </w:r>
    </w:p>
    <w:p w14:paraId="5D5095F6" w14:textId="77777777" w:rsidR="006D4449" w:rsidRDefault="006D4449" w:rsidP="006D4449">
      <w:r>
        <w:t>398.0879</w:t>
      </w:r>
      <w:r>
        <w:tab/>
        <w:t>1.013e0</w:t>
      </w:r>
    </w:p>
    <w:p w14:paraId="7795D581" w14:textId="77777777" w:rsidR="006D4449" w:rsidRDefault="006D4449" w:rsidP="006D4449">
      <w:r>
        <w:lastRenderedPageBreak/>
        <w:t>398.1371</w:t>
      </w:r>
      <w:r>
        <w:tab/>
        <w:t>2.025e0</w:t>
      </w:r>
    </w:p>
    <w:p w14:paraId="4A2CBF95" w14:textId="77777777" w:rsidR="006D4449" w:rsidRDefault="006D4449" w:rsidP="006D4449">
      <w:r>
        <w:t>398.1507</w:t>
      </w:r>
      <w:r>
        <w:tab/>
        <w:t>3.038e0</w:t>
      </w:r>
    </w:p>
    <w:p w14:paraId="31BE8B93" w14:textId="77777777" w:rsidR="006D4449" w:rsidRDefault="006D4449" w:rsidP="006D4449">
      <w:r>
        <w:t>398.1625</w:t>
      </w:r>
      <w:r>
        <w:tab/>
        <w:t>2.025e0</w:t>
      </w:r>
    </w:p>
    <w:p w14:paraId="75FD5513" w14:textId="77777777" w:rsidR="006D4449" w:rsidRDefault="006D4449" w:rsidP="006D4449">
      <w:r>
        <w:t>398.1639</w:t>
      </w:r>
      <w:r>
        <w:tab/>
        <w:t>3.038e0</w:t>
      </w:r>
    </w:p>
    <w:p w14:paraId="12B5AF78" w14:textId="77777777" w:rsidR="006D4449" w:rsidRDefault="006D4449" w:rsidP="006D4449">
      <w:r>
        <w:t>398.1727</w:t>
      </w:r>
      <w:r>
        <w:tab/>
        <w:t>3.038e0</w:t>
      </w:r>
    </w:p>
    <w:p w14:paraId="5F1941EB" w14:textId="77777777" w:rsidR="006D4449" w:rsidRDefault="006D4449" w:rsidP="006D4449">
      <w:r>
        <w:t>398.2104</w:t>
      </w:r>
      <w:r>
        <w:tab/>
        <w:t>1.584e0</w:t>
      </w:r>
    </w:p>
    <w:p w14:paraId="6702BE78" w14:textId="77777777" w:rsidR="006D4449" w:rsidRDefault="006D4449" w:rsidP="006D4449">
      <w:r>
        <w:t>398.2249</w:t>
      </w:r>
      <w:r>
        <w:tab/>
        <w:t>5.620e0</w:t>
      </w:r>
    </w:p>
    <w:p w14:paraId="6F51E339" w14:textId="77777777" w:rsidR="006D4449" w:rsidRDefault="006D4449" w:rsidP="006D4449">
      <w:r>
        <w:t>398.2380</w:t>
      </w:r>
      <w:r>
        <w:tab/>
        <w:t>6.076e0</w:t>
      </w:r>
    </w:p>
    <w:p w14:paraId="3386F58C" w14:textId="77777777" w:rsidR="006D4449" w:rsidRDefault="006D4449" w:rsidP="006D4449">
      <w:r>
        <w:t>398.2426</w:t>
      </w:r>
      <w:r>
        <w:tab/>
        <w:t>2.498e0</w:t>
      </w:r>
    </w:p>
    <w:p w14:paraId="5B86CECE" w14:textId="77777777" w:rsidR="006D4449" w:rsidRDefault="006D4449" w:rsidP="006D4449">
      <w:r>
        <w:t>398.2758</w:t>
      </w:r>
      <w:r>
        <w:tab/>
        <w:t>1.013e0</w:t>
      </w:r>
    </w:p>
    <w:p w14:paraId="5DB89198" w14:textId="77777777" w:rsidR="006D4449" w:rsidRDefault="006D4449" w:rsidP="006D4449">
      <w:r>
        <w:t>398.2966</w:t>
      </w:r>
      <w:r>
        <w:tab/>
        <w:t>2.136e0</w:t>
      </w:r>
    </w:p>
    <w:p w14:paraId="0CB66F7B" w14:textId="77777777" w:rsidR="006D4449" w:rsidRDefault="006D4449" w:rsidP="006D4449">
      <w:r>
        <w:t>398.3540</w:t>
      </w:r>
      <w:r>
        <w:tab/>
        <w:t>3.038e0</w:t>
      </w:r>
    </w:p>
    <w:p w14:paraId="4DDF6D71" w14:textId="77777777" w:rsidR="006D4449" w:rsidRDefault="006D4449" w:rsidP="006D4449">
      <w:r>
        <w:t>398.3620</w:t>
      </w:r>
      <w:r>
        <w:tab/>
        <w:t>1.073e1</w:t>
      </w:r>
    </w:p>
    <w:p w14:paraId="0F7664E4" w14:textId="77777777" w:rsidR="006D4449" w:rsidRDefault="006D4449" w:rsidP="006D4449">
      <w:r>
        <w:t>398.3688</w:t>
      </w:r>
      <w:r>
        <w:tab/>
        <w:t>3.038e0</w:t>
      </w:r>
    </w:p>
    <w:p w14:paraId="4C093454" w14:textId="77777777" w:rsidR="006D4449" w:rsidRDefault="006D4449" w:rsidP="006D4449">
      <w:r>
        <w:t>398.3795</w:t>
      </w:r>
      <w:r>
        <w:tab/>
        <w:t>5.063e0</w:t>
      </w:r>
    </w:p>
    <w:p w14:paraId="18294885" w14:textId="77777777" w:rsidR="006D4449" w:rsidRDefault="006D4449" w:rsidP="006D4449">
      <w:r>
        <w:t>398.4067</w:t>
      </w:r>
      <w:r>
        <w:tab/>
        <w:t>1.425e0</w:t>
      </w:r>
    </w:p>
    <w:p w14:paraId="02CFCD2B" w14:textId="77777777" w:rsidR="006D4449" w:rsidRDefault="006D4449" w:rsidP="006D4449">
      <w:r>
        <w:t>398.4222</w:t>
      </w:r>
      <w:r>
        <w:tab/>
        <w:t>2.025e0</w:t>
      </w:r>
    </w:p>
    <w:p w14:paraId="78FE9C98" w14:textId="77777777" w:rsidR="006D4449" w:rsidRDefault="006D4449" w:rsidP="006D4449">
      <w:r>
        <w:t>398.4714</w:t>
      </w:r>
      <w:r>
        <w:tab/>
        <w:t>1.013e0</w:t>
      </w:r>
    </w:p>
    <w:p w14:paraId="5ACA7957" w14:textId="77777777" w:rsidR="006D4449" w:rsidRDefault="006D4449" w:rsidP="006D4449">
      <w:r>
        <w:t>398.5103</w:t>
      </w:r>
      <w:r>
        <w:tab/>
        <w:t>1.013e0</w:t>
      </w:r>
    </w:p>
    <w:p w14:paraId="249DF4C5" w14:textId="77777777" w:rsidR="006D4449" w:rsidRDefault="006D4449" w:rsidP="006D4449">
      <w:r>
        <w:lastRenderedPageBreak/>
        <w:t>398.5298</w:t>
      </w:r>
      <w:r>
        <w:tab/>
        <w:t>1.013e0</w:t>
      </w:r>
    </w:p>
    <w:p w14:paraId="5AC3EE33" w14:textId="77777777" w:rsidR="006D4449" w:rsidRDefault="006D4449" w:rsidP="006D4449">
      <w:r>
        <w:t>398.5651</w:t>
      </w:r>
      <w:r>
        <w:tab/>
        <w:t>1.013e0</w:t>
      </w:r>
    </w:p>
    <w:p w14:paraId="2996030E" w14:textId="77777777" w:rsidR="006D4449" w:rsidRDefault="006D4449" w:rsidP="006D4449">
      <w:r>
        <w:t>398.5879</w:t>
      </w:r>
      <w:r>
        <w:tab/>
        <w:t>1.013e0</w:t>
      </w:r>
    </w:p>
    <w:p w14:paraId="7AFFF278" w14:textId="77777777" w:rsidR="006D4449" w:rsidRDefault="006D4449" w:rsidP="006D4449">
      <w:r>
        <w:t>398.5950</w:t>
      </w:r>
      <w:r>
        <w:tab/>
        <w:t>1.013e0</w:t>
      </w:r>
    </w:p>
    <w:p w14:paraId="4805E340" w14:textId="77777777" w:rsidR="006D4449" w:rsidRDefault="006D4449" w:rsidP="006D4449">
      <w:r>
        <w:t>398.6416</w:t>
      </w:r>
      <w:r>
        <w:tab/>
        <w:t>1.013e0</w:t>
      </w:r>
    </w:p>
    <w:p w14:paraId="24EBD941" w14:textId="77777777" w:rsidR="006D4449" w:rsidRDefault="006D4449" w:rsidP="006D4449">
      <w:r>
        <w:t>398.6738</w:t>
      </w:r>
      <w:r>
        <w:tab/>
        <w:t>2.025e0</w:t>
      </w:r>
    </w:p>
    <w:p w14:paraId="06FA65A3" w14:textId="77777777" w:rsidR="006D4449" w:rsidRDefault="006D4449" w:rsidP="006D4449">
      <w:r>
        <w:t>398.7007</w:t>
      </w:r>
      <w:r>
        <w:tab/>
        <w:t>1.013e0</w:t>
      </w:r>
    </w:p>
    <w:p w14:paraId="4F19DB95" w14:textId="77777777" w:rsidR="006D4449" w:rsidRDefault="006D4449" w:rsidP="006D4449">
      <w:r>
        <w:t>398.7783</w:t>
      </w:r>
      <w:r>
        <w:tab/>
        <w:t>1.013e0</w:t>
      </w:r>
    </w:p>
    <w:p w14:paraId="2E09B3E7" w14:textId="77777777" w:rsidR="006D4449" w:rsidRDefault="006D4449" w:rsidP="006D4449">
      <w:r>
        <w:t>398.7803</w:t>
      </w:r>
      <w:r>
        <w:tab/>
        <w:t>2.025e0</w:t>
      </w:r>
    </w:p>
    <w:p w14:paraId="4547776A" w14:textId="77777777" w:rsidR="006D4449" w:rsidRDefault="006D4449" w:rsidP="006D4449">
      <w:r>
        <w:t>398.7890</w:t>
      </w:r>
      <w:r>
        <w:tab/>
        <w:t>1.013e0</w:t>
      </w:r>
    </w:p>
    <w:p w14:paraId="61BCF6D2" w14:textId="77777777" w:rsidR="006D4449" w:rsidRDefault="006D4449" w:rsidP="006D4449">
      <w:r>
        <w:t>398.8159</w:t>
      </w:r>
      <w:r>
        <w:tab/>
        <w:t>1.013e0</w:t>
      </w:r>
    </w:p>
    <w:p w14:paraId="2955C3E9" w14:textId="77777777" w:rsidR="006D4449" w:rsidRDefault="006D4449" w:rsidP="006D4449">
      <w:r>
        <w:t>398.8189</w:t>
      </w:r>
      <w:r>
        <w:tab/>
        <w:t>1.013e0</w:t>
      </w:r>
    </w:p>
    <w:p w14:paraId="5A499184" w14:textId="77777777" w:rsidR="006D4449" w:rsidRDefault="006D4449" w:rsidP="006D4449">
      <w:r>
        <w:t>398.8488</w:t>
      </w:r>
      <w:r>
        <w:tab/>
        <w:t>1.013e0</w:t>
      </w:r>
    </w:p>
    <w:p w14:paraId="536066EB" w14:textId="77777777" w:rsidR="006D4449" w:rsidRDefault="006D4449" w:rsidP="006D4449">
      <w:r>
        <w:t>398.8630</w:t>
      </w:r>
      <w:r>
        <w:tab/>
        <w:t>3.038e0</w:t>
      </w:r>
    </w:p>
    <w:p w14:paraId="345929C7" w14:textId="77777777" w:rsidR="006D4449" w:rsidRDefault="006D4449" w:rsidP="006D4449">
      <w:r>
        <w:t>398.9169</w:t>
      </w:r>
      <w:r>
        <w:tab/>
        <w:t>1.013e0</w:t>
      </w:r>
    </w:p>
    <w:p w14:paraId="5BA47A0D" w14:textId="77777777" w:rsidR="006D4449" w:rsidRDefault="006D4449" w:rsidP="006D4449">
      <w:r>
        <w:t>398.9399</w:t>
      </w:r>
      <w:r>
        <w:tab/>
        <w:t>1.013e0</w:t>
      </w:r>
    </w:p>
    <w:p w14:paraId="4FEB3EDB" w14:textId="77777777" w:rsidR="006D4449" w:rsidRDefault="006D4449" w:rsidP="006D4449">
      <w:r>
        <w:t>398.9572</w:t>
      </w:r>
      <w:r>
        <w:tab/>
        <w:t>2.025e0</w:t>
      </w:r>
    </w:p>
    <w:p w14:paraId="0ED73440" w14:textId="77777777" w:rsidR="006D4449" w:rsidRDefault="006D4449" w:rsidP="006D4449">
      <w:r>
        <w:t>398.9672</w:t>
      </w:r>
      <w:r>
        <w:tab/>
        <w:t>5.063e0</w:t>
      </w:r>
    </w:p>
    <w:p w14:paraId="70FC22CF" w14:textId="77777777" w:rsidR="006D4449" w:rsidRDefault="006D4449" w:rsidP="006D4449">
      <w:r>
        <w:t>398.9757</w:t>
      </w:r>
      <w:r>
        <w:tab/>
        <w:t>4.051e0</w:t>
      </w:r>
    </w:p>
    <w:p w14:paraId="13D05BCF" w14:textId="77777777" w:rsidR="006D4449" w:rsidRDefault="006D4449" w:rsidP="006D4449">
      <w:r>
        <w:lastRenderedPageBreak/>
        <w:t>399.0049</w:t>
      </w:r>
      <w:r>
        <w:tab/>
        <w:t>4.051e0</w:t>
      </w:r>
    </w:p>
    <w:p w14:paraId="3B5ECA5F" w14:textId="77777777" w:rsidR="006D4449" w:rsidRDefault="006D4449" w:rsidP="006D4449">
      <w:r>
        <w:t>399.0247</w:t>
      </w:r>
      <w:r>
        <w:tab/>
        <w:t>2.025e0</w:t>
      </w:r>
    </w:p>
    <w:p w14:paraId="3E8684DD" w14:textId="77777777" w:rsidR="006D4449" w:rsidRDefault="006D4449" w:rsidP="006D4449">
      <w:r>
        <w:t>399.0537</w:t>
      </w:r>
      <w:r>
        <w:tab/>
        <w:t>1.013e0</w:t>
      </w:r>
    </w:p>
    <w:p w14:paraId="49A3F0C5" w14:textId="77777777" w:rsidR="006D4449" w:rsidRDefault="006D4449" w:rsidP="006D4449">
      <w:r>
        <w:t>399.0589</w:t>
      </w:r>
      <w:r>
        <w:tab/>
        <w:t>3.038e0</w:t>
      </w:r>
    </w:p>
    <w:p w14:paraId="31589148" w14:textId="77777777" w:rsidR="006D4449" w:rsidRDefault="006D4449" w:rsidP="006D4449">
      <w:r>
        <w:t>399.0722</w:t>
      </w:r>
      <w:r>
        <w:tab/>
        <w:t>4.051e0</w:t>
      </w:r>
    </w:p>
    <w:p w14:paraId="2DCA3739" w14:textId="77777777" w:rsidR="006D4449" w:rsidRDefault="006D4449" w:rsidP="006D4449">
      <w:r>
        <w:t>399.0903</w:t>
      </w:r>
      <w:r>
        <w:tab/>
        <w:t>3.038e0</w:t>
      </w:r>
    </w:p>
    <w:p w14:paraId="41B544CC" w14:textId="77777777" w:rsidR="006D4449" w:rsidRDefault="006D4449" w:rsidP="006D4449">
      <w:r>
        <w:t>399.1033</w:t>
      </w:r>
      <w:r>
        <w:tab/>
        <w:t>2.025e0</w:t>
      </w:r>
    </w:p>
    <w:p w14:paraId="621D1DB3" w14:textId="77777777" w:rsidR="006D4449" w:rsidRDefault="006D4449" w:rsidP="006D4449">
      <w:r>
        <w:t>399.1081</w:t>
      </w:r>
      <w:r>
        <w:tab/>
        <w:t>1.013e0</w:t>
      </w:r>
    </w:p>
    <w:p w14:paraId="120942D5" w14:textId="77777777" w:rsidR="006D4449" w:rsidRDefault="006D4449" w:rsidP="006D4449">
      <w:r>
        <w:t>399.1098</w:t>
      </w:r>
      <w:r>
        <w:tab/>
        <w:t>1.013e0</w:t>
      </w:r>
    </w:p>
    <w:p w14:paraId="0855A0F3" w14:textId="77777777" w:rsidR="006D4449" w:rsidRDefault="006D4449" w:rsidP="006D4449">
      <w:r>
        <w:t>399.1628</w:t>
      </w:r>
      <w:r>
        <w:tab/>
        <w:t>2.025e0</w:t>
      </w:r>
    </w:p>
    <w:p w14:paraId="580C4D43" w14:textId="77777777" w:rsidR="006D4449" w:rsidRDefault="006D4449" w:rsidP="006D4449">
      <w:r>
        <w:t>399.1657</w:t>
      </w:r>
      <w:r>
        <w:tab/>
        <w:t>2.025e0</w:t>
      </w:r>
    </w:p>
    <w:p w14:paraId="6AFCEC03" w14:textId="77777777" w:rsidR="006D4449" w:rsidRDefault="006D4449" w:rsidP="006D4449">
      <w:r>
        <w:t>399.1730</w:t>
      </w:r>
      <w:r>
        <w:tab/>
        <w:t>3.038e0</w:t>
      </w:r>
    </w:p>
    <w:p w14:paraId="03F725C8" w14:textId="77777777" w:rsidR="006D4449" w:rsidRDefault="006D4449" w:rsidP="006D4449">
      <w:r>
        <w:t>399.1927</w:t>
      </w:r>
      <w:r>
        <w:tab/>
        <w:t>3.082e0</w:t>
      </w:r>
    </w:p>
    <w:p w14:paraId="3B711258" w14:textId="77777777" w:rsidR="006D4449" w:rsidRDefault="006D4449" w:rsidP="006D4449">
      <w:r>
        <w:t>399.2216</w:t>
      </w:r>
      <w:r>
        <w:tab/>
        <w:t>3.038e0</w:t>
      </w:r>
    </w:p>
    <w:p w14:paraId="7BD985A5" w14:textId="77777777" w:rsidR="006D4449" w:rsidRDefault="006D4449" w:rsidP="006D4449">
      <w:r>
        <w:t>399.2280</w:t>
      </w:r>
      <w:r>
        <w:tab/>
        <w:t>1.220e1</w:t>
      </w:r>
    </w:p>
    <w:p w14:paraId="62E8F650" w14:textId="77777777" w:rsidR="006D4449" w:rsidRDefault="006D4449" w:rsidP="006D4449">
      <w:r>
        <w:t>399.2351</w:t>
      </w:r>
      <w:r>
        <w:tab/>
        <w:t>2.025e0</w:t>
      </w:r>
    </w:p>
    <w:p w14:paraId="1E3E4025" w14:textId="77777777" w:rsidR="006D4449" w:rsidRDefault="006D4449" w:rsidP="006D4449">
      <w:r>
        <w:t>399.2467</w:t>
      </w:r>
      <w:r>
        <w:tab/>
        <w:t>3.914e0</w:t>
      </w:r>
    </w:p>
    <w:p w14:paraId="552F8031" w14:textId="77777777" w:rsidR="006D4449" w:rsidRDefault="006D4449" w:rsidP="006D4449">
      <w:r>
        <w:t>399.2654</w:t>
      </w:r>
      <w:r>
        <w:tab/>
        <w:t>9.114e0</w:t>
      </w:r>
    </w:p>
    <w:p w14:paraId="1A55ACD9" w14:textId="77777777" w:rsidR="006D4449" w:rsidRDefault="006D4449" w:rsidP="006D4449">
      <w:r>
        <w:t>399.2919</w:t>
      </w:r>
      <w:r>
        <w:tab/>
        <w:t>3.700e0</w:t>
      </w:r>
    </w:p>
    <w:p w14:paraId="63D4BA86" w14:textId="77777777" w:rsidR="006D4449" w:rsidRDefault="006D4449" w:rsidP="006D4449">
      <w:r>
        <w:lastRenderedPageBreak/>
        <w:t>399.2952</w:t>
      </w:r>
      <w:r>
        <w:tab/>
        <w:t>2.025e0</w:t>
      </w:r>
    </w:p>
    <w:p w14:paraId="7304A1A2" w14:textId="77777777" w:rsidR="006D4449" w:rsidRDefault="006D4449" w:rsidP="006D4449">
      <w:r>
        <w:t>399.3065</w:t>
      </w:r>
      <w:r>
        <w:tab/>
        <w:t>3.038e0</w:t>
      </w:r>
    </w:p>
    <w:p w14:paraId="13B9C6D4" w14:textId="77777777" w:rsidR="006D4449" w:rsidRDefault="006D4449" w:rsidP="006D4449">
      <w:r>
        <w:t>399.3246</w:t>
      </w:r>
      <w:r>
        <w:tab/>
        <w:t>1.059e1</w:t>
      </w:r>
    </w:p>
    <w:p w14:paraId="590D79F9" w14:textId="77777777" w:rsidR="006D4449" w:rsidRDefault="006D4449" w:rsidP="006D4449">
      <w:r>
        <w:t>399.3321</w:t>
      </w:r>
      <w:r>
        <w:tab/>
        <w:t>2.025e0</w:t>
      </w:r>
    </w:p>
    <w:p w14:paraId="750D1FD1" w14:textId="77777777" w:rsidR="006D4449" w:rsidRDefault="006D4449" w:rsidP="006D4449">
      <w:r>
        <w:t>399.3342</w:t>
      </w:r>
      <w:r>
        <w:tab/>
        <w:t>4.051e0</w:t>
      </w:r>
    </w:p>
    <w:p w14:paraId="138A9761" w14:textId="77777777" w:rsidR="006D4449" w:rsidRDefault="006D4449" w:rsidP="006D4449">
      <w:r>
        <w:t>399.3451</w:t>
      </w:r>
      <w:r>
        <w:tab/>
        <w:t>7.089e0</w:t>
      </w:r>
    </w:p>
    <w:p w14:paraId="46DE20DB" w14:textId="77777777" w:rsidR="006D4449" w:rsidRDefault="006D4449" w:rsidP="006D4449">
      <w:r>
        <w:t>399.3672</w:t>
      </w:r>
      <w:r>
        <w:tab/>
        <w:t>3.038e0</w:t>
      </w:r>
    </w:p>
    <w:p w14:paraId="529F4960" w14:textId="77777777" w:rsidR="006D4449" w:rsidRDefault="006D4449" w:rsidP="006D4449">
      <w:r>
        <w:t>399.3774</w:t>
      </w:r>
      <w:r>
        <w:tab/>
        <w:t>3.038e0</w:t>
      </w:r>
    </w:p>
    <w:p w14:paraId="43CEBD38" w14:textId="77777777" w:rsidR="006D4449" w:rsidRDefault="006D4449" w:rsidP="006D4449">
      <w:r>
        <w:t>399.3902</w:t>
      </w:r>
      <w:r>
        <w:tab/>
        <w:t>4.771e0</w:t>
      </w:r>
    </w:p>
    <w:p w14:paraId="6D3DE2E9" w14:textId="77777777" w:rsidR="006D4449" w:rsidRDefault="006D4449" w:rsidP="006D4449">
      <w:r>
        <w:t>399.4443</w:t>
      </w:r>
      <w:r>
        <w:tab/>
        <w:t>2.025e0</w:t>
      </w:r>
    </w:p>
    <w:p w14:paraId="7A36EF1D" w14:textId="77777777" w:rsidR="006D4449" w:rsidRDefault="006D4449" w:rsidP="006D4449">
      <w:r>
        <w:t>399.4600</w:t>
      </w:r>
      <w:r>
        <w:tab/>
        <w:t>3.038e0</w:t>
      </w:r>
    </w:p>
    <w:p w14:paraId="28803016" w14:textId="77777777" w:rsidR="006D4449" w:rsidRDefault="006D4449" w:rsidP="006D4449">
      <w:r>
        <w:t>399.4628</w:t>
      </w:r>
      <w:r>
        <w:tab/>
        <w:t>1.013e0</w:t>
      </w:r>
    </w:p>
    <w:p w14:paraId="58C17BE8" w14:textId="77777777" w:rsidR="006D4449" w:rsidRDefault="006D4449" w:rsidP="006D4449">
      <w:r>
        <w:t>399.4744</w:t>
      </w:r>
      <w:r>
        <w:tab/>
        <w:t>1.013e0</w:t>
      </w:r>
    </w:p>
    <w:p w14:paraId="11BB4ACD" w14:textId="77777777" w:rsidR="006D4449" w:rsidRDefault="006D4449" w:rsidP="006D4449">
      <w:r>
        <w:t>399.5263</w:t>
      </w:r>
      <w:r>
        <w:tab/>
        <w:t>1.013e0</w:t>
      </w:r>
    </w:p>
    <w:p w14:paraId="593153F1" w14:textId="77777777" w:rsidR="006D4449" w:rsidRDefault="006D4449" w:rsidP="006D4449">
      <w:r>
        <w:t>399.5384</w:t>
      </w:r>
      <w:r>
        <w:tab/>
        <w:t>1.013e0</w:t>
      </w:r>
    </w:p>
    <w:p w14:paraId="546E2A9A" w14:textId="77777777" w:rsidR="006D4449" w:rsidRDefault="006D4449" w:rsidP="006D4449">
      <w:r>
        <w:t>399.5827</w:t>
      </w:r>
      <w:r>
        <w:tab/>
        <w:t>1.013e0</w:t>
      </w:r>
    </w:p>
    <w:p w14:paraId="21653EEC" w14:textId="77777777" w:rsidR="006D4449" w:rsidRDefault="006D4449" w:rsidP="006D4449">
      <w:r>
        <w:t>399.5899</w:t>
      </w:r>
      <w:r>
        <w:tab/>
        <w:t>1.013e0</w:t>
      </w:r>
    </w:p>
    <w:p w14:paraId="442BA991" w14:textId="77777777" w:rsidR="006D4449" w:rsidRDefault="006D4449" w:rsidP="006D4449">
      <w:r>
        <w:t>399.6325</w:t>
      </w:r>
      <w:r>
        <w:tab/>
        <w:t>1.013e0</w:t>
      </w:r>
    </w:p>
    <w:p w14:paraId="5A15049A" w14:textId="77777777" w:rsidR="006D4449" w:rsidRDefault="006D4449" w:rsidP="006D4449">
      <w:r>
        <w:t>399.6405</w:t>
      </w:r>
      <w:r>
        <w:tab/>
        <w:t>2.025e0</w:t>
      </w:r>
    </w:p>
    <w:p w14:paraId="735E7B7B" w14:textId="77777777" w:rsidR="006D4449" w:rsidRDefault="006D4449" w:rsidP="006D4449">
      <w:r>
        <w:lastRenderedPageBreak/>
        <w:t>399.6588</w:t>
      </w:r>
      <w:r>
        <w:tab/>
        <w:t>1.013e0</w:t>
      </w:r>
    </w:p>
    <w:p w14:paraId="0AB42156" w14:textId="77777777" w:rsidR="006D4449" w:rsidRDefault="006D4449" w:rsidP="006D4449">
      <w:r>
        <w:t>399.6735</w:t>
      </w:r>
      <w:r>
        <w:tab/>
        <w:t>1.013e0</w:t>
      </w:r>
    </w:p>
    <w:p w14:paraId="3B6F9943" w14:textId="77777777" w:rsidR="006D4449" w:rsidRDefault="006D4449" w:rsidP="006D4449">
      <w:r>
        <w:t>399.7061</w:t>
      </w:r>
      <w:r>
        <w:tab/>
        <w:t>2.025e0</w:t>
      </w:r>
    </w:p>
    <w:p w14:paraId="435781F2" w14:textId="77777777" w:rsidR="006D4449" w:rsidRDefault="006D4449" w:rsidP="006D4449">
      <w:r>
        <w:t>399.7242</w:t>
      </w:r>
      <w:r>
        <w:tab/>
        <w:t>1.013e0</w:t>
      </w:r>
    </w:p>
    <w:p w14:paraId="0F20FC41" w14:textId="77777777" w:rsidR="006D4449" w:rsidRDefault="006D4449" w:rsidP="006D4449">
      <w:r>
        <w:t>399.7524</w:t>
      </w:r>
      <w:r>
        <w:tab/>
        <w:t>1.013e0</w:t>
      </w:r>
    </w:p>
    <w:p w14:paraId="7F7A0D32" w14:textId="77777777" w:rsidR="006D4449" w:rsidRDefault="006D4449" w:rsidP="006D4449">
      <w:r>
        <w:t>399.7665</w:t>
      </w:r>
      <w:r>
        <w:tab/>
        <w:t>1.013e0</w:t>
      </w:r>
    </w:p>
    <w:p w14:paraId="0859313A" w14:textId="77777777" w:rsidR="006D4449" w:rsidRDefault="006D4449" w:rsidP="006D4449">
      <w:r>
        <w:t>399.7719</w:t>
      </w:r>
      <w:r>
        <w:tab/>
        <w:t>1.013e0</w:t>
      </w:r>
    </w:p>
    <w:p w14:paraId="60C22D80" w14:textId="77777777" w:rsidR="006D4449" w:rsidRDefault="006D4449" w:rsidP="006D4449">
      <w:r>
        <w:t>399.7763</w:t>
      </w:r>
      <w:r>
        <w:tab/>
        <w:t>1.013e0</w:t>
      </w:r>
    </w:p>
    <w:p w14:paraId="14586085" w14:textId="77777777" w:rsidR="006D4449" w:rsidRDefault="006D4449" w:rsidP="006D4449">
      <w:r>
        <w:t>399.8207</w:t>
      </w:r>
      <w:r>
        <w:tab/>
        <w:t>2.025e0</w:t>
      </w:r>
    </w:p>
    <w:p w14:paraId="1D7B79B4" w14:textId="77777777" w:rsidR="006D4449" w:rsidRDefault="006D4449" w:rsidP="006D4449">
      <w:r>
        <w:t>399.8496</w:t>
      </w:r>
      <w:r>
        <w:tab/>
        <w:t>1.013e0</w:t>
      </w:r>
    </w:p>
    <w:p w14:paraId="24F8A863" w14:textId="77777777" w:rsidR="006D4449" w:rsidRDefault="006D4449" w:rsidP="006D4449">
      <w:r>
        <w:t>399.8651</w:t>
      </w:r>
      <w:r>
        <w:tab/>
        <w:t>2.025e0</w:t>
      </w:r>
    </w:p>
    <w:p w14:paraId="7260A811" w14:textId="77777777" w:rsidR="006D4449" w:rsidRDefault="006D4449" w:rsidP="006D4449">
      <w:r>
        <w:t>399.8802</w:t>
      </w:r>
      <w:r>
        <w:tab/>
        <w:t>3.038e0</w:t>
      </w:r>
    </w:p>
    <w:p w14:paraId="011C86AC" w14:textId="77777777" w:rsidR="006D4449" w:rsidRDefault="006D4449" w:rsidP="006D4449">
      <w:r>
        <w:t>399.9052</w:t>
      </w:r>
      <w:r>
        <w:tab/>
        <w:t>4.051e0</w:t>
      </w:r>
    </w:p>
    <w:p w14:paraId="3E671694" w14:textId="77777777" w:rsidR="006D4449" w:rsidRDefault="006D4449" w:rsidP="006D4449">
      <w:r>
        <w:t>399.9203</w:t>
      </w:r>
      <w:r>
        <w:tab/>
        <w:t>2.025e0</w:t>
      </w:r>
    </w:p>
    <w:p w14:paraId="13D9F80C" w14:textId="77777777" w:rsidR="006D4449" w:rsidRDefault="006D4449" w:rsidP="006D4449">
      <w:r>
        <w:t>399.9484</w:t>
      </w:r>
      <w:r>
        <w:tab/>
        <w:t>1.013e0</w:t>
      </w:r>
    </w:p>
    <w:p w14:paraId="2C0D9FDB" w14:textId="77777777" w:rsidR="006D4449" w:rsidRDefault="006D4449" w:rsidP="006D4449">
      <w:r>
        <w:t>399.9503</w:t>
      </w:r>
      <w:r>
        <w:tab/>
        <w:t>2.023e0</w:t>
      </w:r>
    </w:p>
    <w:p w14:paraId="21BA5094" w14:textId="77777777" w:rsidR="006D4449" w:rsidRDefault="006D4449" w:rsidP="006D4449">
      <w:r>
        <w:t>399.9557</w:t>
      </w:r>
      <w:r>
        <w:tab/>
        <w:t>1.013e0</w:t>
      </w:r>
    </w:p>
    <w:p w14:paraId="03B20434" w14:textId="77777777" w:rsidR="006D4449" w:rsidRDefault="006D4449" w:rsidP="006D4449">
      <w:r>
        <w:t>400.0003</w:t>
      </w:r>
      <w:r>
        <w:tab/>
        <w:t>6.041e0</w:t>
      </w:r>
    </w:p>
    <w:p w14:paraId="5F57E879" w14:textId="77777777" w:rsidR="006D4449" w:rsidRDefault="006D4449" w:rsidP="006D4449">
      <w:r>
        <w:t>400.0069</w:t>
      </w:r>
      <w:r>
        <w:tab/>
        <w:t>2.025e0</w:t>
      </w:r>
    </w:p>
    <w:p w14:paraId="4A7E62E4" w14:textId="77777777" w:rsidR="006D4449" w:rsidRDefault="006D4449" w:rsidP="006D4449">
      <w:r>
        <w:lastRenderedPageBreak/>
        <w:t>400.0350</w:t>
      </w:r>
      <w:r>
        <w:tab/>
        <w:t>2.025e0</w:t>
      </w:r>
    </w:p>
    <w:p w14:paraId="6DA4A51C" w14:textId="77777777" w:rsidR="006D4449" w:rsidRDefault="006D4449" w:rsidP="006D4449">
      <w:r>
        <w:t>400.0688</w:t>
      </w:r>
      <w:r>
        <w:tab/>
        <w:t>1.013e0</w:t>
      </w:r>
    </w:p>
    <w:p w14:paraId="605F0CAB" w14:textId="77777777" w:rsidR="006D4449" w:rsidRDefault="006D4449" w:rsidP="006D4449">
      <w:r>
        <w:t>400.0917</w:t>
      </w:r>
      <w:r>
        <w:tab/>
        <w:t>1.013e0</w:t>
      </w:r>
    </w:p>
    <w:p w14:paraId="3975F2BC" w14:textId="77777777" w:rsidR="006D4449" w:rsidRDefault="006D4449" w:rsidP="006D4449">
      <w:r>
        <w:t>400.1067</w:t>
      </w:r>
      <w:r>
        <w:tab/>
        <w:t>3.038e0</w:t>
      </w:r>
    </w:p>
    <w:p w14:paraId="7CEDDE60" w14:textId="77777777" w:rsidR="006D4449" w:rsidRDefault="006D4449" w:rsidP="006D4449">
      <w:r>
        <w:t>400.1113</w:t>
      </w:r>
      <w:r>
        <w:tab/>
        <w:t>2.025e0</w:t>
      </w:r>
    </w:p>
    <w:p w14:paraId="4C78FF09" w14:textId="77777777" w:rsidR="006D4449" w:rsidRDefault="006D4449" w:rsidP="006D4449">
      <w:r>
        <w:t>400.1227</w:t>
      </w:r>
      <w:r>
        <w:tab/>
        <w:t>1.013e0</w:t>
      </w:r>
    </w:p>
    <w:p w14:paraId="58DCE757" w14:textId="77777777" w:rsidR="006D4449" w:rsidRDefault="006D4449" w:rsidP="006D4449">
      <w:r>
        <w:t>400.1474</w:t>
      </w:r>
      <w:r>
        <w:tab/>
        <w:t>2.025e0</w:t>
      </w:r>
    </w:p>
    <w:p w14:paraId="2DA3E41A" w14:textId="77777777" w:rsidR="006D4449" w:rsidRDefault="006D4449" w:rsidP="006D4449">
      <w:r>
        <w:t>400.1892</w:t>
      </w:r>
      <w:r>
        <w:tab/>
        <w:t>3.038e0</w:t>
      </w:r>
    </w:p>
    <w:p w14:paraId="037277B7" w14:textId="77777777" w:rsidR="006D4449" w:rsidRDefault="006D4449" w:rsidP="006D4449">
      <w:r>
        <w:t>400.2003</w:t>
      </w:r>
      <w:r>
        <w:tab/>
        <w:t>3.356e0</w:t>
      </w:r>
    </w:p>
    <w:p w14:paraId="596758C8" w14:textId="77777777" w:rsidR="006D4449" w:rsidRDefault="006D4449" w:rsidP="006D4449">
      <w:r>
        <w:t>400.2149</w:t>
      </w:r>
      <w:r>
        <w:tab/>
        <w:t>8.992e0</w:t>
      </w:r>
    </w:p>
    <w:p w14:paraId="6CC5DE6C" w14:textId="77777777" w:rsidR="006D4449" w:rsidRDefault="006D4449" w:rsidP="006D4449">
      <w:r>
        <w:t>400.2165</w:t>
      </w:r>
      <w:r>
        <w:tab/>
        <w:t>8.019e0</w:t>
      </w:r>
    </w:p>
    <w:p w14:paraId="7DF2D968" w14:textId="77777777" w:rsidR="006D4449" w:rsidRDefault="006D4449" w:rsidP="006D4449">
      <w:r>
        <w:t>400.2318</w:t>
      </w:r>
      <w:r>
        <w:tab/>
        <w:t>1.023e1</w:t>
      </w:r>
    </w:p>
    <w:p w14:paraId="688B5481" w14:textId="77777777" w:rsidR="006D4449" w:rsidRDefault="006D4449" w:rsidP="006D4449">
      <w:r>
        <w:t>400.2381</w:t>
      </w:r>
      <w:r>
        <w:tab/>
        <w:t>9.761e0</w:t>
      </w:r>
    </w:p>
    <w:p w14:paraId="4435BE17" w14:textId="77777777" w:rsidR="006D4449" w:rsidRDefault="006D4449" w:rsidP="006D4449">
      <w:r>
        <w:t>400.2634</w:t>
      </w:r>
      <w:r>
        <w:tab/>
        <w:t>2.025e0</w:t>
      </w:r>
    </w:p>
    <w:p w14:paraId="5CCA6167" w14:textId="77777777" w:rsidR="006D4449" w:rsidRDefault="006D4449" w:rsidP="006D4449">
      <w:r>
        <w:t>400.3002</w:t>
      </w:r>
      <w:r>
        <w:tab/>
        <w:t>2.025e0</w:t>
      </w:r>
    </w:p>
    <w:p w14:paraId="5B079F95" w14:textId="77777777" w:rsidR="006D4449" w:rsidRDefault="006D4449" w:rsidP="006D4449">
      <w:r>
        <w:t>400.3220</w:t>
      </w:r>
      <w:r>
        <w:tab/>
        <w:t>5.063e0</w:t>
      </w:r>
    </w:p>
    <w:p w14:paraId="4E81F7F0" w14:textId="77777777" w:rsidR="006D4449" w:rsidRDefault="006D4449" w:rsidP="006D4449">
      <w:r>
        <w:t>400.3247</w:t>
      </w:r>
      <w:r>
        <w:tab/>
        <w:t>4.051e0</w:t>
      </w:r>
    </w:p>
    <w:p w14:paraId="6B117FBC" w14:textId="77777777" w:rsidR="006D4449" w:rsidRDefault="006D4449" w:rsidP="006D4449">
      <w:r>
        <w:t>400.3747</w:t>
      </w:r>
      <w:r>
        <w:tab/>
        <w:t>1.316e1</w:t>
      </w:r>
    </w:p>
    <w:p w14:paraId="195E4F6D" w14:textId="77777777" w:rsidR="006D4449" w:rsidRDefault="006D4449" w:rsidP="006D4449">
      <w:r>
        <w:t>400.3773</w:t>
      </w:r>
      <w:r>
        <w:tab/>
        <w:t>1.823e1</w:t>
      </w:r>
    </w:p>
    <w:p w14:paraId="5219D373" w14:textId="77777777" w:rsidR="006D4449" w:rsidRDefault="006D4449" w:rsidP="006D4449">
      <w:r>
        <w:lastRenderedPageBreak/>
        <w:t>400.3808</w:t>
      </w:r>
      <w:r>
        <w:tab/>
        <w:t>1.620e1</w:t>
      </w:r>
    </w:p>
    <w:p w14:paraId="43D1CE39" w14:textId="77777777" w:rsidR="006D4449" w:rsidRDefault="006D4449" w:rsidP="006D4449">
      <w:r>
        <w:t>400.3850</w:t>
      </w:r>
      <w:r>
        <w:tab/>
        <w:t>1.620e1</w:t>
      </w:r>
    </w:p>
    <w:p w14:paraId="62E14CAD" w14:textId="77777777" w:rsidR="006D4449" w:rsidRDefault="006D4449" w:rsidP="006D4449">
      <w:r>
        <w:t>400.3879</w:t>
      </w:r>
      <w:r>
        <w:tab/>
        <w:t>1.316e1</w:t>
      </w:r>
    </w:p>
    <w:p w14:paraId="78477F3B" w14:textId="77777777" w:rsidR="006D4449" w:rsidRDefault="006D4449" w:rsidP="006D4449">
      <w:r>
        <w:t>400.4541</w:t>
      </w:r>
      <w:r>
        <w:tab/>
        <w:t>2.897e0</w:t>
      </w:r>
    </w:p>
    <w:p w14:paraId="69E8FA55" w14:textId="77777777" w:rsidR="006D4449" w:rsidRDefault="006D4449" w:rsidP="006D4449">
      <w:r>
        <w:t>400.4913</w:t>
      </w:r>
      <w:r>
        <w:tab/>
        <w:t>3.038e0</w:t>
      </w:r>
    </w:p>
    <w:p w14:paraId="29D8917B" w14:textId="77777777" w:rsidR="006D4449" w:rsidRDefault="006D4449" w:rsidP="006D4449">
      <w:r>
        <w:t>400.5004</w:t>
      </w:r>
      <w:r>
        <w:tab/>
        <w:t>1.013e0</w:t>
      </w:r>
    </w:p>
    <w:p w14:paraId="7451E629" w14:textId="77777777" w:rsidR="006D4449" w:rsidRDefault="006D4449" w:rsidP="006D4449">
      <w:r>
        <w:t>400.5168</w:t>
      </w:r>
      <w:r>
        <w:tab/>
        <w:t>2.025e0</w:t>
      </w:r>
    </w:p>
    <w:p w14:paraId="04F7A1DE" w14:textId="77777777" w:rsidR="006D4449" w:rsidRDefault="006D4449" w:rsidP="006D4449">
      <w:r>
        <w:t>400.5241</w:t>
      </w:r>
      <w:r>
        <w:tab/>
        <w:t>3.038e0</w:t>
      </w:r>
    </w:p>
    <w:p w14:paraId="2B097593" w14:textId="77777777" w:rsidR="006D4449" w:rsidRDefault="006D4449" w:rsidP="006D4449">
      <w:r>
        <w:t>400.5546</w:t>
      </w:r>
      <w:r>
        <w:tab/>
        <w:t>2.025e0</w:t>
      </w:r>
    </w:p>
    <w:p w14:paraId="24F05D86" w14:textId="77777777" w:rsidR="006D4449" w:rsidRDefault="006D4449" w:rsidP="006D4449">
      <w:r>
        <w:t>400.5659</w:t>
      </w:r>
      <w:r>
        <w:tab/>
        <w:t>1.013e0</w:t>
      </w:r>
    </w:p>
    <w:p w14:paraId="34409E58" w14:textId="77777777" w:rsidR="006D4449" w:rsidRDefault="006D4449" w:rsidP="006D4449">
      <w:r>
        <w:t>400.5797</w:t>
      </w:r>
      <w:r>
        <w:tab/>
        <w:t>3.038e0</w:t>
      </w:r>
    </w:p>
    <w:p w14:paraId="2E076671" w14:textId="77777777" w:rsidR="006D4449" w:rsidRDefault="006D4449" w:rsidP="006D4449">
      <w:r>
        <w:t>400.5934</w:t>
      </w:r>
      <w:r>
        <w:tab/>
        <w:t>3.038e0</w:t>
      </w:r>
    </w:p>
    <w:p w14:paraId="6CF1DA09" w14:textId="77777777" w:rsidR="006D4449" w:rsidRDefault="006D4449" w:rsidP="006D4449">
      <w:r>
        <w:t>400.6225</w:t>
      </w:r>
      <w:r>
        <w:tab/>
        <w:t>1.013e0</w:t>
      </w:r>
    </w:p>
    <w:p w14:paraId="15467512" w14:textId="77777777" w:rsidR="006D4449" w:rsidRDefault="006D4449" w:rsidP="006D4449">
      <w:r>
        <w:t>400.6553</w:t>
      </w:r>
      <w:r>
        <w:tab/>
        <w:t>1.013e0</w:t>
      </w:r>
    </w:p>
    <w:p w14:paraId="4B05F94C" w14:textId="77777777" w:rsidR="006D4449" w:rsidRDefault="006D4449" w:rsidP="006D4449">
      <w:r>
        <w:t>400.6696</w:t>
      </w:r>
      <w:r>
        <w:tab/>
        <w:t>3.038e0</w:t>
      </w:r>
    </w:p>
    <w:p w14:paraId="3F39B692" w14:textId="77777777" w:rsidR="006D4449" w:rsidRDefault="006D4449" w:rsidP="006D4449">
      <w:r>
        <w:t>400.6766</w:t>
      </w:r>
      <w:r>
        <w:tab/>
        <w:t>1.013e0</w:t>
      </w:r>
    </w:p>
    <w:p w14:paraId="241DD057" w14:textId="77777777" w:rsidR="006D4449" w:rsidRDefault="006D4449" w:rsidP="006D4449">
      <w:r>
        <w:t>400.7175</w:t>
      </w:r>
      <w:r>
        <w:tab/>
        <w:t>1.013e0</w:t>
      </w:r>
    </w:p>
    <w:p w14:paraId="26CE5028" w14:textId="77777777" w:rsidR="006D4449" w:rsidRDefault="006D4449" w:rsidP="006D4449">
      <w:r>
        <w:t>400.7192</w:t>
      </w:r>
      <w:r>
        <w:tab/>
        <w:t>1.013e0</w:t>
      </w:r>
    </w:p>
    <w:p w14:paraId="53E5CAFF" w14:textId="77777777" w:rsidR="006D4449" w:rsidRDefault="006D4449" w:rsidP="006D4449">
      <w:r>
        <w:t>400.7766</w:t>
      </w:r>
      <w:r>
        <w:tab/>
        <w:t>1.013e0</w:t>
      </w:r>
    </w:p>
    <w:p w14:paraId="31A988E1" w14:textId="77777777" w:rsidR="006D4449" w:rsidRDefault="006D4449" w:rsidP="006D4449">
      <w:r>
        <w:lastRenderedPageBreak/>
        <w:t>400.7831</w:t>
      </w:r>
      <w:r>
        <w:tab/>
        <w:t>1.013e0</w:t>
      </w:r>
    </w:p>
    <w:p w14:paraId="4FF4FD53" w14:textId="77777777" w:rsidR="006D4449" w:rsidRDefault="006D4449" w:rsidP="006D4449">
      <w:r>
        <w:t>400.7853</w:t>
      </w:r>
      <w:r>
        <w:tab/>
        <w:t>1.013e0</w:t>
      </w:r>
    </w:p>
    <w:p w14:paraId="04A72DFA" w14:textId="77777777" w:rsidR="006D4449" w:rsidRDefault="006D4449" w:rsidP="006D4449">
      <w:r>
        <w:t>400.8454</w:t>
      </w:r>
      <w:r>
        <w:tab/>
        <w:t>1.013e0</w:t>
      </w:r>
    </w:p>
    <w:p w14:paraId="1C9B749D" w14:textId="77777777" w:rsidR="006D4449" w:rsidRDefault="006D4449" w:rsidP="006D4449">
      <w:r>
        <w:t>400.8828</w:t>
      </w:r>
      <w:r>
        <w:tab/>
        <w:t>1.013e0</w:t>
      </w:r>
    </w:p>
    <w:p w14:paraId="12D565A2" w14:textId="77777777" w:rsidR="006D4449" w:rsidRDefault="006D4449" w:rsidP="006D4449">
      <w:r>
        <w:t>400.8991</w:t>
      </w:r>
      <w:r>
        <w:tab/>
        <w:t>2.025e0</w:t>
      </w:r>
    </w:p>
    <w:p w14:paraId="1FA8ACFA" w14:textId="77777777" w:rsidR="006D4449" w:rsidRDefault="006D4449" w:rsidP="006D4449">
      <w:r>
        <w:t>400.9148</w:t>
      </w:r>
      <w:r>
        <w:tab/>
        <w:t>3.038e0</w:t>
      </w:r>
    </w:p>
    <w:p w14:paraId="2500C458" w14:textId="77777777" w:rsidR="006D4449" w:rsidRDefault="006D4449" w:rsidP="006D4449">
      <w:r>
        <w:t>400.9185</w:t>
      </w:r>
      <w:r>
        <w:tab/>
        <w:t>6.076e0</w:t>
      </w:r>
    </w:p>
    <w:p w14:paraId="29792F6C" w14:textId="77777777" w:rsidR="006D4449" w:rsidRDefault="006D4449" w:rsidP="006D4449">
      <w:r>
        <w:t>400.9504</w:t>
      </w:r>
      <w:r>
        <w:tab/>
        <w:t>2.025e0</w:t>
      </w:r>
    </w:p>
    <w:p w14:paraId="291D18B4" w14:textId="77777777" w:rsidR="006D4449" w:rsidRDefault="006D4449" w:rsidP="006D4449">
      <w:r>
        <w:t>400.9699</w:t>
      </w:r>
      <w:r>
        <w:tab/>
        <w:t>2.025e0</w:t>
      </w:r>
    </w:p>
    <w:p w14:paraId="5C497C64" w14:textId="77777777" w:rsidR="006D4449" w:rsidRDefault="006D4449" w:rsidP="006D4449">
      <w:r>
        <w:t>400.9734</w:t>
      </w:r>
      <w:r>
        <w:tab/>
        <w:t>2.025e0</w:t>
      </w:r>
    </w:p>
    <w:p w14:paraId="0A3601B7" w14:textId="77777777" w:rsidR="006D4449" w:rsidRDefault="006D4449" w:rsidP="006D4449">
      <w:r>
        <w:t>400.9789</w:t>
      </w:r>
      <w:r>
        <w:tab/>
        <w:t>1.013e0</w:t>
      </w:r>
    </w:p>
    <w:p w14:paraId="54EC86D9" w14:textId="77777777" w:rsidR="006D4449" w:rsidRDefault="006D4449" w:rsidP="006D4449">
      <w:r>
        <w:t>400.9916</w:t>
      </w:r>
      <w:r>
        <w:tab/>
        <w:t>3.038e0</w:t>
      </w:r>
    </w:p>
    <w:p w14:paraId="10FE039C" w14:textId="77777777" w:rsidR="006D4449" w:rsidRDefault="006D4449" w:rsidP="006D4449">
      <w:r>
        <w:t>401.0246</w:t>
      </w:r>
      <w:r>
        <w:tab/>
        <w:t>1.013e0</w:t>
      </w:r>
    </w:p>
    <w:p w14:paraId="7BDD23CD" w14:textId="77777777" w:rsidR="006D4449" w:rsidRDefault="006D4449" w:rsidP="006D4449">
      <w:r>
        <w:t>401.0428</w:t>
      </w:r>
      <w:r>
        <w:tab/>
        <w:t>1.013e0</w:t>
      </w:r>
    </w:p>
    <w:p w14:paraId="6DB36F26" w14:textId="77777777" w:rsidR="006D4449" w:rsidRDefault="006D4449" w:rsidP="006D4449">
      <w:r>
        <w:t>401.0481</w:t>
      </w:r>
      <w:r>
        <w:tab/>
        <w:t>2.025e0</w:t>
      </w:r>
    </w:p>
    <w:p w14:paraId="17BBF26D" w14:textId="77777777" w:rsidR="006D4449" w:rsidRDefault="006D4449" w:rsidP="006D4449">
      <w:r>
        <w:t>401.0513</w:t>
      </w:r>
      <w:r>
        <w:tab/>
        <w:t>2.025e0</w:t>
      </w:r>
    </w:p>
    <w:p w14:paraId="20500F8C" w14:textId="77777777" w:rsidR="006D4449" w:rsidRDefault="006D4449" w:rsidP="006D4449">
      <w:r>
        <w:t>401.1326</w:t>
      </w:r>
      <w:r>
        <w:tab/>
        <w:t>2.025e0</w:t>
      </w:r>
    </w:p>
    <w:p w14:paraId="3A71406E" w14:textId="77777777" w:rsidR="006D4449" w:rsidRDefault="006D4449" w:rsidP="006D4449">
      <w:r>
        <w:t>401.1476</w:t>
      </w:r>
      <w:r>
        <w:tab/>
        <w:t>1.013e0</w:t>
      </w:r>
    </w:p>
    <w:p w14:paraId="25C19C3F" w14:textId="77777777" w:rsidR="006D4449" w:rsidRDefault="006D4449" w:rsidP="006D4449">
      <w:r>
        <w:t>401.1577</w:t>
      </w:r>
      <w:r>
        <w:tab/>
        <w:t>2.025e0</w:t>
      </w:r>
    </w:p>
    <w:p w14:paraId="0F93E007" w14:textId="77777777" w:rsidR="006D4449" w:rsidRDefault="006D4449" w:rsidP="006D4449">
      <w:r>
        <w:lastRenderedPageBreak/>
        <w:t>401.2430</w:t>
      </w:r>
      <w:r>
        <w:tab/>
        <w:t>2.392e1</w:t>
      </w:r>
    </w:p>
    <w:p w14:paraId="3706166E" w14:textId="77777777" w:rsidR="006D4449" w:rsidRDefault="006D4449" w:rsidP="006D4449">
      <w:r>
        <w:t>401.2443</w:t>
      </w:r>
      <w:r>
        <w:tab/>
        <w:t>1.024e1</w:t>
      </w:r>
    </w:p>
    <w:p w14:paraId="7F97420A" w14:textId="77777777" w:rsidR="006D4449" w:rsidRDefault="006D4449" w:rsidP="006D4449">
      <w:r>
        <w:t>401.2464</w:t>
      </w:r>
      <w:r>
        <w:tab/>
        <w:t>2.187e1</w:t>
      </w:r>
    </w:p>
    <w:p w14:paraId="68CD6FCB" w14:textId="77777777" w:rsidR="006D4449" w:rsidRDefault="006D4449" w:rsidP="006D4449">
      <w:r>
        <w:t>401.2478</w:t>
      </w:r>
      <w:r>
        <w:tab/>
        <w:t>2.214e1</w:t>
      </w:r>
    </w:p>
    <w:p w14:paraId="2C46A9D2" w14:textId="77777777" w:rsidR="006D4449" w:rsidRDefault="006D4449" w:rsidP="006D4449">
      <w:r>
        <w:t>401.2507</w:t>
      </w:r>
      <w:r>
        <w:tab/>
        <w:t>1.114e1</w:t>
      </w:r>
    </w:p>
    <w:p w14:paraId="2DEDA66C" w14:textId="77777777" w:rsidR="006D4449" w:rsidRDefault="006D4449" w:rsidP="006D4449">
      <w:r>
        <w:t>401.3089</w:t>
      </w:r>
      <w:r>
        <w:tab/>
        <w:t>3.802e0</w:t>
      </w:r>
    </w:p>
    <w:p w14:paraId="11163B81" w14:textId="77777777" w:rsidR="006D4449" w:rsidRDefault="006D4449" w:rsidP="006D4449">
      <w:r>
        <w:t>401.3123</w:t>
      </w:r>
      <w:r>
        <w:tab/>
        <w:t>2.025e0</w:t>
      </w:r>
    </w:p>
    <w:p w14:paraId="1CF5752B" w14:textId="77777777" w:rsidR="006D4449" w:rsidRDefault="006D4449" w:rsidP="006D4449">
      <w:r>
        <w:t>401.3208</w:t>
      </w:r>
      <w:r>
        <w:tab/>
        <w:t>3.038e0</w:t>
      </w:r>
    </w:p>
    <w:p w14:paraId="0F9CBA08" w14:textId="77777777" w:rsidR="006D4449" w:rsidRDefault="006D4449" w:rsidP="006D4449">
      <w:r>
        <w:t>401.3626</w:t>
      </w:r>
      <w:r>
        <w:tab/>
        <w:t>4.150e0</w:t>
      </w:r>
    </w:p>
    <w:p w14:paraId="0A997C5B" w14:textId="77777777" w:rsidR="006D4449" w:rsidRDefault="006D4449" w:rsidP="006D4449">
      <w:r>
        <w:t>401.3774</w:t>
      </w:r>
      <w:r>
        <w:tab/>
        <w:t>5.063e0</w:t>
      </w:r>
    </w:p>
    <w:p w14:paraId="3D44726B" w14:textId="77777777" w:rsidR="006D4449" w:rsidRDefault="006D4449" w:rsidP="006D4449">
      <w:r>
        <w:t>401.3834</w:t>
      </w:r>
      <w:r>
        <w:tab/>
        <w:t>5.063e0</w:t>
      </w:r>
    </w:p>
    <w:p w14:paraId="05E65807" w14:textId="77777777" w:rsidR="006D4449" w:rsidRDefault="006D4449" w:rsidP="006D4449">
      <w:r>
        <w:t>401.3860</w:t>
      </w:r>
      <w:r>
        <w:tab/>
        <w:t>6.076e0</w:t>
      </w:r>
    </w:p>
    <w:p w14:paraId="70CBC042" w14:textId="77777777" w:rsidR="006D4449" w:rsidRDefault="006D4449" w:rsidP="006D4449">
      <w:r>
        <w:t>401.3962</w:t>
      </w:r>
      <w:r>
        <w:tab/>
        <w:t>5.063e0</w:t>
      </w:r>
    </w:p>
    <w:p w14:paraId="539B9B43" w14:textId="77777777" w:rsidR="006D4449" w:rsidRDefault="006D4449" w:rsidP="006D4449">
      <w:r>
        <w:t>401.4097</w:t>
      </w:r>
      <w:r>
        <w:tab/>
        <w:t>2.132e0</w:t>
      </w:r>
    </w:p>
    <w:p w14:paraId="13A039C7" w14:textId="77777777" w:rsidR="006D4449" w:rsidRDefault="006D4449" w:rsidP="006D4449">
      <w:r>
        <w:t>401.4163</w:t>
      </w:r>
      <w:r>
        <w:tab/>
        <w:t>2.025e0</w:t>
      </w:r>
    </w:p>
    <w:p w14:paraId="04D53202" w14:textId="77777777" w:rsidR="006D4449" w:rsidRDefault="006D4449" w:rsidP="006D4449">
      <w:r>
        <w:t>401.4477</w:t>
      </w:r>
      <w:r>
        <w:tab/>
        <w:t>1.013e0</w:t>
      </w:r>
    </w:p>
    <w:p w14:paraId="01EC1860" w14:textId="77777777" w:rsidR="006D4449" w:rsidRDefault="006D4449" w:rsidP="006D4449">
      <w:r>
        <w:t>401.4890</w:t>
      </w:r>
      <w:r>
        <w:tab/>
        <w:t>2.025e0</w:t>
      </w:r>
    </w:p>
    <w:p w14:paraId="596FBD57" w14:textId="77777777" w:rsidR="006D4449" w:rsidRDefault="006D4449" w:rsidP="006D4449">
      <w:r>
        <w:t>401.5079</w:t>
      </w:r>
      <w:r>
        <w:tab/>
        <w:t>1.013e0</w:t>
      </w:r>
    </w:p>
    <w:p w14:paraId="2EBFA1BA" w14:textId="77777777" w:rsidR="006D4449" w:rsidRDefault="006D4449" w:rsidP="006D4449">
      <w:r>
        <w:t>401.5099</w:t>
      </w:r>
      <w:r>
        <w:tab/>
        <w:t>1.013e0</w:t>
      </w:r>
    </w:p>
    <w:p w14:paraId="08AC355D" w14:textId="77777777" w:rsidR="006D4449" w:rsidRDefault="006D4449" w:rsidP="006D4449">
      <w:r>
        <w:lastRenderedPageBreak/>
        <w:t>401.5165</w:t>
      </w:r>
      <w:r>
        <w:tab/>
        <w:t>2.025e0</w:t>
      </w:r>
    </w:p>
    <w:p w14:paraId="5187EDA0" w14:textId="77777777" w:rsidR="006D4449" w:rsidRDefault="006D4449" w:rsidP="006D4449">
      <w:r>
        <w:t>401.5262</w:t>
      </w:r>
      <w:r>
        <w:tab/>
        <w:t>2.025e0</w:t>
      </w:r>
    </w:p>
    <w:p w14:paraId="66B3FFD8" w14:textId="77777777" w:rsidR="006D4449" w:rsidRDefault="006D4449" w:rsidP="006D4449">
      <w:r>
        <w:t>401.6146</w:t>
      </w:r>
      <w:r>
        <w:tab/>
        <w:t>1.013e0</w:t>
      </w:r>
    </w:p>
    <w:p w14:paraId="226AF0D0" w14:textId="77777777" w:rsidR="006D4449" w:rsidRDefault="006D4449" w:rsidP="006D4449">
      <w:r>
        <w:t>401.6732</w:t>
      </w:r>
      <w:r>
        <w:tab/>
        <w:t>2.025e0</w:t>
      </w:r>
    </w:p>
    <w:p w14:paraId="7BA53240" w14:textId="77777777" w:rsidR="006D4449" w:rsidRDefault="006D4449" w:rsidP="006D4449">
      <w:r>
        <w:t>401.6842</w:t>
      </w:r>
      <w:r>
        <w:tab/>
        <w:t>1.013e0</w:t>
      </w:r>
    </w:p>
    <w:p w14:paraId="0B85C786" w14:textId="77777777" w:rsidR="006D4449" w:rsidRDefault="006D4449" w:rsidP="006D4449">
      <w:r>
        <w:t>401.6911</w:t>
      </w:r>
      <w:r>
        <w:tab/>
        <w:t>2.025e0</w:t>
      </w:r>
    </w:p>
    <w:p w14:paraId="26442657" w14:textId="77777777" w:rsidR="006D4449" w:rsidRDefault="006D4449" w:rsidP="006D4449">
      <w:r>
        <w:t>401.7143</w:t>
      </w:r>
      <w:r>
        <w:tab/>
        <w:t>1.013e0</w:t>
      </w:r>
    </w:p>
    <w:p w14:paraId="1F7F9619" w14:textId="77777777" w:rsidR="006D4449" w:rsidRDefault="006D4449" w:rsidP="006D4449">
      <w:r>
        <w:t>401.7212</w:t>
      </w:r>
      <w:r>
        <w:tab/>
        <w:t>1.013e0</w:t>
      </w:r>
    </w:p>
    <w:p w14:paraId="7CAE0349" w14:textId="77777777" w:rsidR="006D4449" w:rsidRDefault="006D4449" w:rsidP="006D4449">
      <w:r>
        <w:t>401.7356</w:t>
      </w:r>
      <w:r>
        <w:tab/>
        <w:t>1.013e0</w:t>
      </w:r>
    </w:p>
    <w:p w14:paraId="3AC10F4A" w14:textId="77777777" w:rsidR="006D4449" w:rsidRDefault="006D4449" w:rsidP="006D4449">
      <w:r>
        <w:t>401.7481</w:t>
      </w:r>
      <w:r>
        <w:tab/>
        <w:t>1.013e0</w:t>
      </w:r>
    </w:p>
    <w:p w14:paraId="1B7468D2" w14:textId="77777777" w:rsidR="006D4449" w:rsidRDefault="006D4449" w:rsidP="006D4449">
      <w:r>
        <w:t>401.7657</w:t>
      </w:r>
      <w:r>
        <w:tab/>
        <w:t>1.013e0</w:t>
      </w:r>
    </w:p>
    <w:p w14:paraId="5BE5F915" w14:textId="77777777" w:rsidR="006D4449" w:rsidRDefault="006D4449" w:rsidP="006D4449">
      <w:r>
        <w:t>401.7852</w:t>
      </w:r>
      <w:r>
        <w:tab/>
        <w:t>1.013e0</w:t>
      </w:r>
    </w:p>
    <w:p w14:paraId="20918EB2" w14:textId="77777777" w:rsidR="006D4449" w:rsidRDefault="006D4449" w:rsidP="006D4449">
      <w:r>
        <w:t>401.7976</w:t>
      </w:r>
      <w:r>
        <w:tab/>
        <w:t>2.025e0</w:t>
      </w:r>
    </w:p>
    <w:p w14:paraId="0B1C0401" w14:textId="77777777" w:rsidR="006D4449" w:rsidRDefault="006D4449" w:rsidP="006D4449">
      <w:r>
        <w:t>401.8491</w:t>
      </w:r>
      <w:r>
        <w:tab/>
        <w:t>1.013e0</w:t>
      </w:r>
    </w:p>
    <w:p w14:paraId="4CD25CD3" w14:textId="77777777" w:rsidR="006D4449" w:rsidRDefault="006D4449" w:rsidP="006D4449">
      <w:r>
        <w:t>401.8527</w:t>
      </w:r>
      <w:r>
        <w:tab/>
        <w:t>1.013e0</w:t>
      </w:r>
    </w:p>
    <w:p w14:paraId="3D3FE8EA" w14:textId="77777777" w:rsidR="006D4449" w:rsidRDefault="006D4449" w:rsidP="006D4449">
      <w:r>
        <w:t>401.8680</w:t>
      </w:r>
      <w:r>
        <w:tab/>
        <w:t>2.025e0</w:t>
      </w:r>
    </w:p>
    <w:p w14:paraId="57D71FD0" w14:textId="77777777" w:rsidR="006D4449" w:rsidRDefault="006D4449" w:rsidP="006D4449">
      <w:r>
        <w:t>401.8840</w:t>
      </w:r>
      <w:r>
        <w:tab/>
        <w:t>6.247e0</w:t>
      </w:r>
    </w:p>
    <w:p w14:paraId="72EC615A" w14:textId="77777777" w:rsidR="006D4449" w:rsidRDefault="006D4449" w:rsidP="006D4449">
      <w:r>
        <w:t>401.9195</w:t>
      </w:r>
      <w:r>
        <w:tab/>
        <w:t>2.532e0</w:t>
      </w:r>
    </w:p>
    <w:p w14:paraId="715F9E06" w14:textId="77777777" w:rsidR="006D4449" w:rsidRDefault="006D4449" w:rsidP="006D4449">
      <w:r>
        <w:t>401.9497</w:t>
      </w:r>
      <w:r>
        <w:tab/>
        <w:t>2.025e0</w:t>
      </w:r>
    </w:p>
    <w:p w14:paraId="7C3E2E68" w14:textId="77777777" w:rsidR="006D4449" w:rsidRDefault="006D4449" w:rsidP="006D4449">
      <w:r>
        <w:lastRenderedPageBreak/>
        <w:t>401.9556</w:t>
      </w:r>
      <w:r>
        <w:tab/>
        <w:t>8.101e0</w:t>
      </w:r>
    </w:p>
    <w:p w14:paraId="78875113" w14:textId="77777777" w:rsidR="006D4449" w:rsidRDefault="006D4449" w:rsidP="006D4449">
      <w:r>
        <w:t>401.9570</w:t>
      </w:r>
      <w:r>
        <w:tab/>
        <w:t>2.025e0</w:t>
      </w:r>
    </w:p>
    <w:p w14:paraId="7A3E4B7F" w14:textId="77777777" w:rsidR="006D4449" w:rsidRDefault="006D4449" w:rsidP="006D4449">
      <w:r>
        <w:t>401.9603</w:t>
      </w:r>
      <w:r>
        <w:tab/>
        <w:t>3.879e0</w:t>
      </w:r>
    </w:p>
    <w:p w14:paraId="42E3423E" w14:textId="77777777" w:rsidR="006D4449" w:rsidRDefault="006D4449" w:rsidP="006D4449">
      <w:r>
        <w:t>401.9712</w:t>
      </w:r>
      <w:r>
        <w:tab/>
        <w:t>3.038e0</w:t>
      </w:r>
    </w:p>
    <w:p w14:paraId="23712F26" w14:textId="77777777" w:rsidR="006D4449" w:rsidRDefault="006D4449" w:rsidP="006D4449">
      <w:r>
        <w:t>401.9827</w:t>
      </w:r>
      <w:r>
        <w:tab/>
        <w:t>4.051e0</w:t>
      </w:r>
    </w:p>
    <w:p w14:paraId="482A8A7D" w14:textId="77777777" w:rsidR="006D4449" w:rsidRDefault="006D4449" w:rsidP="006D4449">
      <w:r>
        <w:t>402.0051</w:t>
      </w:r>
      <w:r>
        <w:tab/>
        <w:t>3.038e0</w:t>
      </w:r>
    </w:p>
    <w:p w14:paraId="230FB467" w14:textId="77777777" w:rsidR="006D4449" w:rsidRDefault="006D4449" w:rsidP="006D4449">
      <w:r>
        <w:t>402.0215</w:t>
      </w:r>
      <w:r>
        <w:tab/>
        <w:t>1.013e0</w:t>
      </w:r>
    </w:p>
    <w:p w14:paraId="2C88A8D6" w14:textId="77777777" w:rsidR="006D4449" w:rsidRDefault="006D4449" w:rsidP="006D4449">
      <w:r>
        <w:t>402.0295</w:t>
      </w:r>
      <w:r>
        <w:tab/>
        <w:t>3.038e0</w:t>
      </w:r>
    </w:p>
    <w:p w14:paraId="11C1F648" w14:textId="77777777" w:rsidR="006D4449" w:rsidRDefault="006D4449" w:rsidP="006D4449">
      <w:r>
        <w:t>402.0410</w:t>
      </w:r>
      <w:r>
        <w:tab/>
        <w:t>1.013e0</w:t>
      </w:r>
    </w:p>
    <w:p w14:paraId="5911E825" w14:textId="77777777" w:rsidR="006D4449" w:rsidRDefault="006D4449" w:rsidP="006D4449">
      <w:r>
        <w:t>402.0677</w:t>
      </w:r>
      <w:r>
        <w:tab/>
        <w:t>1.013e0</w:t>
      </w:r>
    </w:p>
    <w:p w14:paraId="1F03B1EE" w14:textId="77777777" w:rsidR="006D4449" w:rsidRDefault="006D4449" w:rsidP="006D4449">
      <w:r>
        <w:t>402.0776</w:t>
      </w:r>
      <w:r>
        <w:tab/>
        <w:t>2.025e0</w:t>
      </w:r>
    </w:p>
    <w:p w14:paraId="6BCDACCF" w14:textId="77777777" w:rsidR="006D4449" w:rsidRDefault="006D4449" w:rsidP="006D4449">
      <w:r>
        <w:t>402.0872</w:t>
      </w:r>
      <w:r>
        <w:tab/>
        <w:t>1.013e0</w:t>
      </w:r>
    </w:p>
    <w:p w14:paraId="4C6B67A0" w14:textId="77777777" w:rsidR="006D4449" w:rsidRDefault="006D4449" w:rsidP="006D4449">
      <w:r>
        <w:t>402.1024</w:t>
      </w:r>
      <w:r>
        <w:tab/>
        <w:t>2.025e0</w:t>
      </w:r>
    </w:p>
    <w:p w14:paraId="4F734AA7" w14:textId="77777777" w:rsidR="006D4449" w:rsidRDefault="006D4449" w:rsidP="006D4449">
      <w:r>
        <w:t>402.1404</w:t>
      </w:r>
      <w:r>
        <w:tab/>
        <w:t>1.013e0</w:t>
      </w:r>
    </w:p>
    <w:p w14:paraId="1503C73B" w14:textId="77777777" w:rsidR="006D4449" w:rsidRDefault="006D4449" w:rsidP="006D4449">
      <w:r>
        <w:t>402.1530</w:t>
      </w:r>
      <w:r>
        <w:tab/>
        <w:t>1.013e0</w:t>
      </w:r>
    </w:p>
    <w:p w14:paraId="4CFEDEC0" w14:textId="77777777" w:rsidR="006D4449" w:rsidRDefault="006D4449" w:rsidP="006D4449">
      <w:r>
        <w:t>402.1671</w:t>
      </w:r>
      <w:r>
        <w:tab/>
        <w:t>1.013e0</w:t>
      </w:r>
    </w:p>
    <w:p w14:paraId="68B44E0E" w14:textId="77777777" w:rsidR="006D4449" w:rsidRDefault="006D4449" w:rsidP="006D4449">
      <w:r>
        <w:t>402.1859</w:t>
      </w:r>
      <w:r>
        <w:tab/>
        <w:t>2.025e0</w:t>
      </w:r>
    </w:p>
    <w:p w14:paraId="682354E9" w14:textId="77777777" w:rsidR="006D4449" w:rsidRDefault="006D4449" w:rsidP="006D4449">
      <w:r>
        <w:t>402.1990</w:t>
      </w:r>
      <w:r>
        <w:tab/>
        <w:t>6.374e0</w:t>
      </w:r>
    </w:p>
    <w:p w14:paraId="2E7D6914" w14:textId="77777777" w:rsidR="006D4449" w:rsidRDefault="006D4449" w:rsidP="006D4449">
      <w:r>
        <w:t>402.2303</w:t>
      </w:r>
      <w:r>
        <w:tab/>
        <w:t>2.025e0</w:t>
      </w:r>
    </w:p>
    <w:p w14:paraId="1C34F677" w14:textId="77777777" w:rsidR="006D4449" w:rsidRDefault="006D4449" w:rsidP="006D4449">
      <w:r>
        <w:lastRenderedPageBreak/>
        <w:t>402.2349</w:t>
      </w:r>
      <w:r>
        <w:tab/>
        <w:t>6.947e0</w:t>
      </w:r>
    </w:p>
    <w:p w14:paraId="36DFF0AC" w14:textId="77777777" w:rsidR="006D4449" w:rsidRDefault="006D4449" w:rsidP="006D4449">
      <w:r>
        <w:t>402.2398</w:t>
      </w:r>
      <w:r>
        <w:tab/>
        <w:t>5.268e0</w:t>
      </w:r>
    </w:p>
    <w:p w14:paraId="4820CE3A" w14:textId="77777777" w:rsidR="006D4449" w:rsidRDefault="006D4449" w:rsidP="006D4449">
      <w:r>
        <w:t>402.2456</w:t>
      </w:r>
      <w:r>
        <w:tab/>
        <w:t>2.102e1</w:t>
      </w:r>
    </w:p>
    <w:p w14:paraId="2D945572" w14:textId="77777777" w:rsidR="006D4449" w:rsidRDefault="006D4449" w:rsidP="006D4449">
      <w:r>
        <w:t>402.2642</w:t>
      </w:r>
      <w:r>
        <w:tab/>
        <w:t>4.865e0</w:t>
      </w:r>
    </w:p>
    <w:p w14:paraId="2E9ED01B" w14:textId="77777777" w:rsidR="006D4449" w:rsidRDefault="006D4449" w:rsidP="006D4449">
      <w:r>
        <w:t>402.2686</w:t>
      </w:r>
      <w:r>
        <w:tab/>
        <w:t>3.016e0</w:t>
      </w:r>
    </w:p>
    <w:p w14:paraId="1DA25F8C" w14:textId="77777777" w:rsidR="006D4449" w:rsidRDefault="006D4449" w:rsidP="006D4449">
      <w:r>
        <w:t>402.2870</w:t>
      </w:r>
      <w:r>
        <w:tab/>
        <w:t>3.891e0</w:t>
      </w:r>
    </w:p>
    <w:p w14:paraId="79383920" w14:textId="77777777" w:rsidR="006D4449" w:rsidRDefault="006D4449" w:rsidP="006D4449">
      <w:r>
        <w:t>402.2981</w:t>
      </w:r>
      <w:r>
        <w:tab/>
        <w:t>3.038e0</w:t>
      </w:r>
    </w:p>
    <w:p w14:paraId="7CF47476" w14:textId="77777777" w:rsidR="006D4449" w:rsidRDefault="006D4449" w:rsidP="006D4449">
      <w:r>
        <w:t>402.3097</w:t>
      </w:r>
      <w:r>
        <w:tab/>
        <w:t>3.027e0</w:t>
      </w:r>
    </w:p>
    <w:p w14:paraId="4924CC2D" w14:textId="77777777" w:rsidR="006D4449" w:rsidRDefault="006D4449" w:rsidP="006D4449">
      <w:r>
        <w:t>402.3377</w:t>
      </w:r>
      <w:r>
        <w:tab/>
        <w:t>1.013e0</w:t>
      </w:r>
    </w:p>
    <w:p w14:paraId="23B9B730" w14:textId="77777777" w:rsidR="006D4449" w:rsidRDefault="006D4449" w:rsidP="006D4449">
      <w:r>
        <w:t>402.3665</w:t>
      </w:r>
      <w:r>
        <w:tab/>
        <w:t>5.900e0</w:t>
      </w:r>
    </w:p>
    <w:p w14:paraId="26B561F0" w14:textId="77777777" w:rsidR="006D4449" w:rsidRDefault="006D4449" w:rsidP="006D4449">
      <w:r>
        <w:t>402.3893</w:t>
      </w:r>
      <w:r>
        <w:tab/>
        <w:t>1.013e0</w:t>
      </w:r>
    </w:p>
    <w:p w14:paraId="177B0231" w14:textId="77777777" w:rsidR="006D4449" w:rsidRDefault="006D4449" w:rsidP="006D4449">
      <w:r>
        <w:t>402.4017</w:t>
      </w:r>
      <w:r>
        <w:tab/>
        <w:t>2.025e0</w:t>
      </w:r>
    </w:p>
    <w:p w14:paraId="650FC8A5" w14:textId="77777777" w:rsidR="006D4449" w:rsidRDefault="006D4449" w:rsidP="006D4449">
      <w:r>
        <w:t>402.4302</w:t>
      </w:r>
      <w:r>
        <w:tab/>
        <w:t>1.013e0</w:t>
      </w:r>
    </w:p>
    <w:p w14:paraId="299160A6" w14:textId="77777777" w:rsidR="006D4449" w:rsidRDefault="006D4449" w:rsidP="006D4449">
      <w:r>
        <w:t>402.4435</w:t>
      </w:r>
      <w:r>
        <w:tab/>
        <w:t>2.025e0</w:t>
      </w:r>
    </w:p>
    <w:p w14:paraId="493579B3" w14:textId="77777777" w:rsidR="006D4449" w:rsidRDefault="006D4449" w:rsidP="006D4449">
      <w:r>
        <w:t>402.5029</w:t>
      </w:r>
      <w:r>
        <w:tab/>
        <w:t>1.013e0</w:t>
      </w:r>
    </w:p>
    <w:p w14:paraId="238AA71D" w14:textId="77777777" w:rsidR="006D4449" w:rsidRDefault="006D4449" w:rsidP="006D4449">
      <w:r>
        <w:t>402.5083</w:t>
      </w:r>
      <w:r>
        <w:tab/>
        <w:t>1.013e0</w:t>
      </w:r>
    </w:p>
    <w:p w14:paraId="1939CA45" w14:textId="77777777" w:rsidR="006D4449" w:rsidRDefault="006D4449" w:rsidP="006D4449">
      <w:r>
        <w:t>402.5314</w:t>
      </w:r>
      <w:r>
        <w:tab/>
        <w:t>1.013e0</w:t>
      </w:r>
    </w:p>
    <w:p w14:paraId="59117E86" w14:textId="77777777" w:rsidR="006D4449" w:rsidRDefault="006D4449" w:rsidP="006D4449">
      <w:r>
        <w:t>402.5652</w:t>
      </w:r>
      <w:r>
        <w:tab/>
        <w:t>3.038e0</w:t>
      </w:r>
    </w:p>
    <w:p w14:paraId="0F2FC322" w14:textId="77777777" w:rsidR="006D4449" w:rsidRDefault="006D4449" w:rsidP="006D4449">
      <w:r>
        <w:t>402.5740</w:t>
      </w:r>
      <w:r>
        <w:tab/>
        <w:t>1.013e0</w:t>
      </w:r>
    </w:p>
    <w:p w14:paraId="365DAAC5" w14:textId="77777777" w:rsidR="006D4449" w:rsidRDefault="006D4449" w:rsidP="006D4449">
      <w:r>
        <w:lastRenderedPageBreak/>
        <w:t>402.5954</w:t>
      </w:r>
      <w:r>
        <w:tab/>
        <w:t>1.013e0</w:t>
      </w:r>
    </w:p>
    <w:p w14:paraId="426D22FB" w14:textId="77777777" w:rsidR="006D4449" w:rsidRDefault="006D4449" w:rsidP="006D4449">
      <w:r>
        <w:t>402.6167</w:t>
      </w:r>
      <w:r>
        <w:tab/>
        <w:t>2.025e0</w:t>
      </w:r>
    </w:p>
    <w:p w14:paraId="6FE3C1BC" w14:textId="77777777" w:rsidR="006D4449" w:rsidRDefault="006D4449" w:rsidP="006D4449">
      <w:r>
        <w:t>402.6221</w:t>
      </w:r>
      <w:r>
        <w:tab/>
        <w:t>1.013e0</w:t>
      </w:r>
    </w:p>
    <w:p w14:paraId="0F8C3F3D" w14:textId="77777777" w:rsidR="006D4449" w:rsidRDefault="006D4449" w:rsidP="006D4449">
      <w:r>
        <w:t>402.6506</w:t>
      </w:r>
      <w:r>
        <w:tab/>
        <w:t>1.013e0</w:t>
      </w:r>
    </w:p>
    <w:p w14:paraId="1262B70B" w14:textId="77777777" w:rsidR="006D4449" w:rsidRDefault="006D4449" w:rsidP="006D4449">
      <w:r>
        <w:t>402.6786</w:t>
      </w:r>
      <w:r>
        <w:tab/>
        <w:t>3.038e0</w:t>
      </w:r>
    </w:p>
    <w:p w14:paraId="7014D717" w14:textId="77777777" w:rsidR="006D4449" w:rsidRDefault="006D4449" w:rsidP="006D4449">
      <w:r>
        <w:t>402.6806</w:t>
      </w:r>
      <w:r>
        <w:tab/>
        <w:t>1.013e0</w:t>
      </w:r>
    </w:p>
    <w:p w14:paraId="6A8C931A" w14:textId="77777777" w:rsidR="006D4449" w:rsidRDefault="006D4449" w:rsidP="006D4449">
      <w:r>
        <w:t>402.6888</w:t>
      </w:r>
      <w:r>
        <w:tab/>
        <w:t>2.025e0</w:t>
      </w:r>
    </w:p>
    <w:p w14:paraId="2DF42F21" w14:textId="77777777" w:rsidR="006D4449" w:rsidRDefault="006D4449" w:rsidP="006D4449">
      <w:r>
        <w:t>402.7009</w:t>
      </w:r>
      <w:r>
        <w:tab/>
        <w:t>5.898e0</w:t>
      </w:r>
    </w:p>
    <w:p w14:paraId="0BC0C0EF" w14:textId="77777777" w:rsidR="006D4449" w:rsidRDefault="006D4449" w:rsidP="006D4449">
      <w:r>
        <w:t>402.7252</w:t>
      </w:r>
      <w:r>
        <w:tab/>
        <w:t>1.013e0</w:t>
      </w:r>
    </w:p>
    <w:p w14:paraId="7CB65049" w14:textId="77777777" w:rsidR="006D4449" w:rsidRDefault="006D4449" w:rsidP="006D4449">
      <w:r>
        <w:t>402.7306</w:t>
      </w:r>
      <w:r>
        <w:tab/>
        <w:t>1.013e0</w:t>
      </w:r>
    </w:p>
    <w:p w14:paraId="7932FAF3" w14:textId="77777777" w:rsidR="006D4449" w:rsidRDefault="006D4449" w:rsidP="006D4449">
      <w:r>
        <w:t>402.7482</w:t>
      </w:r>
      <w:r>
        <w:tab/>
        <w:t>1.013e0</w:t>
      </w:r>
    </w:p>
    <w:p w14:paraId="33D234FD" w14:textId="77777777" w:rsidR="006D4449" w:rsidRDefault="006D4449" w:rsidP="006D4449">
      <w:r>
        <w:t>402.7642</w:t>
      </w:r>
      <w:r>
        <w:tab/>
        <w:t>1.013e0</w:t>
      </w:r>
    </w:p>
    <w:p w14:paraId="2247995D" w14:textId="77777777" w:rsidR="006D4449" w:rsidRDefault="006D4449" w:rsidP="006D4449">
      <w:r>
        <w:t>402.7804</w:t>
      </w:r>
      <w:r>
        <w:tab/>
        <w:t>1.013e0</w:t>
      </w:r>
    </w:p>
    <w:p w14:paraId="2FD35B41" w14:textId="77777777" w:rsidR="006D4449" w:rsidRDefault="006D4449" w:rsidP="006D4449">
      <w:r>
        <w:t>402.7946</w:t>
      </w:r>
      <w:r>
        <w:tab/>
        <w:t>1.013e0</w:t>
      </w:r>
    </w:p>
    <w:p w14:paraId="5A60979D" w14:textId="77777777" w:rsidR="006D4449" w:rsidRDefault="006D4449" w:rsidP="006D4449">
      <w:r>
        <w:t>402.8425</w:t>
      </w:r>
      <w:r>
        <w:tab/>
        <w:t>3.038e0</w:t>
      </w:r>
    </w:p>
    <w:p w14:paraId="46A55B6B" w14:textId="77777777" w:rsidR="006D4449" w:rsidRDefault="006D4449" w:rsidP="006D4449">
      <w:r>
        <w:t>402.8740</w:t>
      </w:r>
      <w:r>
        <w:tab/>
        <w:t>2.025e0</w:t>
      </w:r>
    </w:p>
    <w:p w14:paraId="50B0FB9A" w14:textId="77777777" w:rsidR="006D4449" w:rsidRDefault="006D4449" w:rsidP="006D4449">
      <w:r>
        <w:t>402.8938</w:t>
      </w:r>
      <w:r>
        <w:tab/>
        <w:t>1.013e0</w:t>
      </w:r>
    </w:p>
    <w:p w14:paraId="30B113B8" w14:textId="77777777" w:rsidR="006D4449" w:rsidRDefault="006D4449" w:rsidP="006D4449">
      <w:r>
        <w:t>402.9237</w:t>
      </w:r>
      <w:r>
        <w:tab/>
        <w:t>2.025e0</w:t>
      </w:r>
    </w:p>
    <w:p w14:paraId="144E4C58" w14:textId="77777777" w:rsidR="006D4449" w:rsidRDefault="006D4449" w:rsidP="006D4449">
      <w:r>
        <w:t>402.9298</w:t>
      </w:r>
      <w:r>
        <w:tab/>
        <w:t>1.013e0</w:t>
      </w:r>
    </w:p>
    <w:p w14:paraId="1AD37EEC" w14:textId="77777777" w:rsidR="006D4449" w:rsidRDefault="006D4449" w:rsidP="006D4449">
      <w:r>
        <w:lastRenderedPageBreak/>
        <w:t>402.9341</w:t>
      </w:r>
      <w:r>
        <w:tab/>
        <w:t>3.038e0</w:t>
      </w:r>
    </w:p>
    <w:p w14:paraId="3EB8EAFE" w14:textId="77777777" w:rsidR="006D4449" w:rsidRDefault="006D4449" w:rsidP="006D4449">
      <w:r>
        <w:t>402.9465</w:t>
      </w:r>
      <w:r>
        <w:tab/>
        <w:t>4.051e0</w:t>
      </w:r>
    </w:p>
    <w:p w14:paraId="571BE225" w14:textId="77777777" w:rsidR="006D4449" w:rsidRDefault="006D4449" w:rsidP="006D4449">
      <w:r>
        <w:t>402.9578</w:t>
      </w:r>
      <w:r>
        <w:tab/>
        <w:t>3.038e0</w:t>
      </w:r>
    </w:p>
    <w:p w14:paraId="63BF9768" w14:textId="77777777" w:rsidR="006D4449" w:rsidRDefault="006D4449" w:rsidP="006D4449">
      <w:r>
        <w:t>402.9751</w:t>
      </w:r>
      <w:r>
        <w:tab/>
        <w:t>2.025e0</w:t>
      </w:r>
    </w:p>
    <w:p w14:paraId="4820552F" w14:textId="77777777" w:rsidR="006D4449" w:rsidRDefault="006D4449" w:rsidP="006D4449">
      <w:r>
        <w:t>402.9809</w:t>
      </w:r>
      <w:r>
        <w:tab/>
        <w:t>2.025e0</w:t>
      </w:r>
    </w:p>
    <w:p w14:paraId="1B70D533" w14:textId="77777777" w:rsidR="006D4449" w:rsidRDefault="006D4449" w:rsidP="006D4449">
      <w:r>
        <w:t>402.9969</w:t>
      </w:r>
      <w:r>
        <w:tab/>
        <w:t>3.038e0</w:t>
      </w:r>
    </w:p>
    <w:p w14:paraId="52AFD94C" w14:textId="77777777" w:rsidR="006D4449" w:rsidRDefault="006D4449" w:rsidP="006D4449">
      <w:r>
        <w:t>403.0129</w:t>
      </w:r>
      <w:r>
        <w:tab/>
        <w:t>2.025e0</w:t>
      </w:r>
    </w:p>
    <w:p w14:paraId="3F30154C" w14:textId="77777777" w:rsidR="006D4449" w:rsidRDefault="006D4449" w:rsidP="006D4449">
      <w:r>
        <w:t>403.0218</w:t>
      </w:r>
      <w:r>
        <w:tab/>
        <w:t>1.013e0</w:t>
      </w:r>
    </w:p>
    <w:p w14:paraId="32ADD289" w14:textId="77777777" w:rsidR="006D4449" w:rsidRDefault="006D4449" w:rsidP="006D4449">
      <w:r>
        <w:t>403.0366</w:t>
      </w:r>
      <w:r>
        <w:tab/>
        <w:t>1.013e0</w:t>
      </w:r>
    </w:p>
    <w:p w14:paraId="5172A803" w14:textId="77777777" w:rsidR="006D4449" w:rsidRDefault="006D4449" w:rsidP="006D4449">
      <w:r>
        <w:t>403.0562</w:t>
      </w:r>
      <w:r>
        <w:tab/>
        <w:t>1.013e0</w:t>
      </w:r>
    </w:p>
    <w:p w14:paraId="36A4578D" w14:textId="77777777" w:rsidR="006D4449" w:rsidRDefault="006D4449" w:rsidP="006D4449">
      <w:r>
        <w:t>403.0722</w:t>
      </w:r>
      <w:r>
        <w:tab/>
        <w:t>2.025e0</w:t>
      </w:r>
    </w:p>
    <w:p w14:paraId="59BF9B9B" w14:textId="77777777" w:rsidR="006D4449" w:rsidRDefault="006D4449" w:rsidP="006D4449">
      <w:r>
        <w:t>403.0857</w:t>
      </w:r>
      <w:r>
        <w:tab/>
        <w:t>1.013e0</w:t>
      </w:r>
    </w:p>
    <w:p w14:paraId="26C16BEB" w14:textId="77777777" w:rsidR="006D4449" w:rsidRDefault="006D4449" w:rsidP="006D4449">
      <w:r>
        <w:t>403.1245</w:t>
      </w:r>
      <w:r>
        <w:tab/>
        <w:t>2.025e0</w:t>
      </w:r>
    </w:p>
    <w:p w14:paraId="6555CB58" w14:textId="77777777" w:rsidR="006D4449" w:rsidRDefault="006D4449" w:rsidP="006D4449">
      <w:r>
        <w:t>403.1321</w:t>
      </w:r>
      <w:r>
        <w:tab/>
        <w:t>1.013e0</w:t>
      </w:r>
    </w:p>
    <w:p w14:paraId="2766D8EB" w14:textId="77777777" w:rsidR="006D4449" w:rsidRDefault="006D4449" w:rsidP="006D4449">
      <w:r>
        <w:t>403.1373</w:t>
      </w:r>
      <w:r>
        <w:tab/>
        <w:t>1.875e0</w:t>
      </w:r>
    </w:p>
    <w:p w14:paraId="2F9C8311" w14:textId="77777777" w:rsidR="006D4449" w:rsidRDefault="006D4449" w:rsidP="006D4449">
      <w:r>
        <w:t>403.1754</w:t>
      </w:r>
      <w:r>
        <w:tab/>
        <w:t>2.025e0</w:t>
      </w:r>
    </w:p>
    <w:p w14:paraId="225CF8E5" w14:textId="77777777" w:rsidR="006D4449" w:rsidRDefault="006D4449" w:rsidP="006D4449">
      <w:r>
        <w:t>403.1798</w:t>
      </w:r>
      <w:r>
        <w:tab/>
        <w:t>2.025e0</w:t>
      </w:r>
    </w:p>
    <w:p w14:paraId="63C53B3C" w14:textId="77777777" w:rsidR="006D4449" w:rsidRDefault="006D4449" w:rsidP="006D4449">
      <w:r>
        <w:t>403.1906</w:t>
      </w:r>
      <w:r>
        <w:tab/>
        <w:t>1.013e0</w:t>
      </w:r>
    </w:p>
    <w:p w14:paraId="207E6908" w14:textId="77777777" w:rsidR="006D4449" w:rsidRDefault="006D4449" w:rsidP="006D4449">
      <w:r>
        <w:t>403.2335</w:t>
      </w:r>
      <w:r>
        <w:tab/>
        <w:t>4.099e0</w:t>
      </w:r>
    </w:p>
    <w:p w14:paraId="2C901187" w14:textId="77777777" w:rsidR="006D4449" w:rsidRDefault="006D4449" w:rsidP="006D4449">
      <w:r>
        <w:lastRenderedPageBreak/>
        <w:t>403.2482</w:t>
      </w:r>
      <w:r>
        <w:tab/>
        <w:t>5.420e0</w:t>
      </w:r>
    </w:p>
    <w:p w14:paraId="2DFD35AC" w14:textId="77777777" w:rsidR="006D4449" w:rsidRDefault="006D4449" w:rsidP="006D4449">
      <w:r>
        <w:t>403.2513</w:t>
      </w:r>
      <w:r>
        <w:tab/>
        <w:t>1.123e1</w:t>
      </w:r>
    </w:p>
    <w:p w14:paraId="6600C1DA" w14:textId="77777777" w:rsidR="006D4449" w:rsidRDefault="006D4449" w:rsidP="006D4449">
      <w:r>
        <w:t>403.2917</w:t>
      </w:r>
      <w:r>
        <w:tab/>
        <w:t>6.153e0</w:t>
      </w:r>
    </w:p>
    <w:p w14:paraId="4619B524" w14:textId="77777777" w:rsidR="006D4449" w:rsidRDefault="006D4449" w:rsidP="006D4449">
      <w:r>
        <w:t>403.2998</w:t>
      </w:r>
      <w:r>
        <w:tab/>
        <w:t>7.089e0</w:t>
      </w:r>
    </w:p>
    <w:p w14:paraId="634703F6" w14:textId="77777777" w:rsidR="006D4449" w:rsidRDefault="006D4449" w:rsidP="006D4449">
      <w:r>
        <w:t>403.3036</w:t>
      </w:r>
      <w:r>
        <w:tab/>
        <w:t>3.038e0</w:t>
      </w:r>
    </w:p>
    <w:p w14:paraId="366FE50F" w14:textId="77777777" w:rsidR="006D4449" w:rsidRDefault="006D4449" w:rsidP="006D4449">
      <w:r>
        <w:t>403.3127</w:t>
      </w:r>
      <w:r>
        <w:tab/>
        <w:t>3.027e0</w:t>
      </w:r>
    </w:p>
    <w:p w14:paraId="7DB3517A" w14:textId="77777777" w:rsidR="006D4449" w:rsidRDefault="006D4449" w:rsidP="006D4449">
      <w:r>
        <w:t>403.3252</w:t>
      </w:r>
      <w:r>
        <w:tab/>
        <w:t>2.025e0</w:t>
      </w:r>
    </w:p>
    <w:p w14:paraId="6349BE23" w14:textId="77777777" w:rsidR="006D4449" w:rsidRDefault="006D4449" w:rsidP="006D4449">
      <w:r>
        <w:t>403.3696</w:t>
      </w:r>
      <w:r>
        <w:tab/>
        <w:t>1.013e0</w:t>
      </w:r>
    </w:p>
    <w:p w14:paraId="1F1038A2" w14:textId="77777777" w:rsidR="006D4449" w:rsidRDefault="006D4449" w:rsidP="006D4449">
      <w:r>
        <w:t>403.3720</w:t>
      </w:r>
      <w:r>
        <w:tab/>
        <w:t>3.038e0</w:t>
      </w:r>
    </w:p>
    <w:p w14:paraId="4C595240" w14:textId="77777777" w:rsidR="006D4449" w:rsidRDefault="006D4449" w:rsidP="006D4449">
      <w:r>
        <w:t>403.3767</w:t>
      </w:r>
      <w:r>
        <w:tab/>
        <w:t>1.013e0</w:t>
      </w:r>
    </w:p>
    <w:p w14:paraId="19B55252" w14:textId="77777777" w:rsidR="006D4449" w:rsidRDefault="006D4449" w:rsidP="006D4449">
      <w:r>
        <w:t>403.3881</w:t>
      </w:r>
      <w:r>
        <w:tab/>
        <w:t>1.013e0</w:t>
      </w:r>
    </w:p>
    <w:p w14:paraId="5C23CAEF" w14:textId="77777777" w:rsidR="006D4449" w:rsidRDefault="006D4449" w:rsidP="006D4449">
      <w:r>
        <w:t>403.4197</w:t>
      </w:r>
      <w:r>
        <w:tab/>
        <w:t>2.025e0</w:t>
      </w:r>
    </w:p>
    <w:p w14:paraId="642D2709" w14:textId="77777777" w:rsidR="006D4449" w:rsidRDefault="006D4449" w:rsidP="006D4449">
      <w:r>
        <w:t>403.4355</w:t>
      </w:r>
      <w:r>
        <w:tab/>
        <w:t>1.013e0</w:t>
      </w:r>
    </w:p>
    <w:p w14:paraId="333F79E8" w14:textId="77777777" w:rsidR="006D4449" w:rsidRDefault="006D4449" w:rsidP="006D4449">
      <w:r>
        <w:t>403.4801</w:t>
      </w:r>
      <w:r>
        <w:tab/>
        <w:t>2.025e0</w:t>
      </w:r>
    </w:p>
    <w:p w14:paraId="253499DE" w14:textId="77777777" w:rsidR="006D4449" w:rsidRDefault="006D4449" w:rsidP="006D4449">
      <w:r>
        <w:t>403.5143</w:t>
      </w:r>
      <w:r>
        <w:tab/>
        <w:t>1.013e0</w:t>
      </w:r>
    </w:p>
    <w:p w14:paraId="6DFF924B" w14:textId="77777777" w:rsidR="006D4449" w:rsidRDefault="006D4449" w:rsidP="006D4449">
      <w:r>
        <w:t>403.5761</w:t>
      </w:r>
      <w:r>
        <w:tab/>
        <w:t>1.013e0</w:t>
      </w:r>
    </w:p>
    <w:p w14:paraId="009C2D61" w14:textId="77777777" w:rsidR="006D4449" w:rsidRDefault="006D4449" w:rsidP="006D4449">
      <w:r>
        <w:t>403.5799</w:t>
      </w:r>
      <w:r>
        <w:tab/>
        <w:t>2.025e0</w:t>
      </w:r>
    </w:p>
    <w:p w14:paraId="02858589" w14:textId="77777777" w:rsidR="006D4449" w:rsidRDefault="006D4449" w:rsidP="006D4449">
      <w:r>
        <w:t>403.5958</w:t>
      </w:r>
      <w:r>
        <w:tab/>
        <w:t>1.013e0</w:t>
      </w:r>
    </w:p>
    <w:p w14:paraId="57607B16" w14:textId="77777777" w:rsidR="006D4449" w:rsidRDefault="006D4449" w:rsidP="006D4449">
      <w:r>
        <w:t>403.6136</w:t>
      </w:r>
      <w:r>
        <w:tab/>
        <w:t>1.013e0</w:t>
      </w:r>
    </w:p>
    <w:p w14:paraId="2B5EE7AD" w14:textId="77777777" w:rsidR="006D4449" w:rsidRDefault="006D4449" w:rsidP="006D4449">
      <w:r>
        <w:lastRenderedPageBreak/>
        <w:t>403.6585</w:t>
      </w:r>
      <w:r>
        <w:tab/>
        <w:t>3.038e0</w:t>
      </w:r>
    </w:p>
    <w:p w14:paraId="72EA998F" w14:textId="77777777" w:rsidR="006D4449" w:rsidRDefault="006D4449" w:rsidP="006D4449">
      <w:r>
        <w:t>403.6866</w:t>
      </w:r>
      <w:r>
        <w:tab/>
        <w:t>1.013e0</w:t>
      </w:r>
    </w:p>
    <w:p w14:paraId="2D11E841" w14:textId="77777777" w:rsidR="006D4449" w:rsidRDefault="006D4449" w:rsidP="006D4449">
      <w:r>
        <w:t>403.7041</w:t>
      </w:r>
      <w:r>
        <w:tab/>
        <w:t>1.013e0</w:t>
      </w:r>
    </w:p>
    <w:p w14:paraId="2307CF45" w14:textId="77777777" w:rsidR="006D4449" w:rsidRDefault="006D4449" w:rsidP="006D4449">
      <w:r>
        <w:t>403.7563</w:t>
      </w:r>
      <w:r>
        <w:tab/>
        <w:t>1.013e0</w:t>
      </w:r>
    </w:p>
    <w:p w14:paraId="7DA752BE" w14:textId="77777777" w:rsidR="006D4449" w:rsidRDefault="006D4449" w:rsidP="006D4449">
      <w:r>
        <w:t>403.7895</w:t>
      </w:r>
      <w:r>
        <w:tab/>
        <w:t>1.013e0</w:t>
      </w:r>
    </w:p>
    <w:p w14:paraId="171E4A92" w14:textId="77777777" w:rsidR="006D4449" w:rsidRDefault="006D4449" w:rsidP="006D4449">
      <w:r>
        <w:t>403.7933</w:t>
      </w:r>
      <w:r>
        <w:tab/>
        <w:t>1.013e0</w:t>
      </w:r>
    </w:p>
    <w:p w14:paraId="001F8D26" w14:textId="77777777" w:rsidR="006D4449" w:rsidRDefault="006D4449" w:rsidP="006D4449">
      <w:r>
        <w:t>403.8259</w:t>
      </w:r>
      <w:r>
        <w:tab/>
        <w:t>1.013e0</w:t>
      </w:r>
    </w:p>
    <w:p w14:paraId="55769091" w14:textId="77777777" w:rsidR="006D4449" w:rsidRDefault="006D4449" w:rsidP="006D4449">
      <w:r>
        <w:t>403.8535</w:t>
      </w:r>
      <w:r>
        <w:tab/>
        <w:t>1.013e0</w:t>
      </w:r>
    </w:p>
    <w:p w14:paraId="4094F97F" w14:textId="77777777" w:rsidR="006D4449" w:rsidRDefault="006D4449" w:rsidP="006D4449">
      <w:r>
        <w:t>403.8573</w:t>
      </w:r>
      <w:r>
        <w:tab/>
        <w:t>1.013e0</w:t>
      </w:r>
    </w:p>
    <w:p w14:paraId="2E3457CD" w14:textId="77777777" w:rsidR="006D4449" w:rsidRDefault="006D4449" w:rsidP="006D4449">
      <w:r>
        <w:t>403.8829</w:t>
      </w:r>
      <w:r>
        <w:tab/>
        <w:t>1.013e0</w:t>
      </w:r>
    </w:p>
    <w:p w14:paraId="29192512" w14:textId="77777777" w:rsidR="006D4449" w:rsidRDefault="006D4449" w:rsidP="006D4449">
      <w:r>
        <w:t>403.9212</w:t>
      </w:r>
      <w:r>
        <w:tab/>
        <w:t>1.013e0</w:t>
      </w:r>
    </w:p>
    <w:p w14:paraId="44AFF5F6" w14:textId="77777777" w:rsidR="006D4449" w:rsidRDefault="006D4449" w:rsidP="006D4449">
      <w:r>
        <w:t>403.9289</w:t>
      </w:r>
      <w:r>
        <w:tab/>
        <w:t>2.025e0</w:t>
      </w:r>
    </w:p>
    <w:p w14:paraId="2D7BB0B7" w14:textId="77777777" w:rsidR="006D4449" w:rsidRDefault="006D4449" w:rsidP="006D4449">
      <w:r>
        <w:t>403.9619</w:t>
      </w:r>
      <w:r>
        <w:tab/>
        <w:t>7.089e0</w:t>
      </w:r>
    </w:p>
    <w:p w14:paraId="7D3727DB" w14:textId="77777777" w:rsidR="006D4449" w:rsidRDefault="006D4449" w:rsidP="006D4449">
      <w:r>
        <w:t>403.9702</w:t>
      </w:r>
      <w:r>
        <w:tab/>
        <w:t>1.013e0</w:t>
      </w:r>
    </w:p>
    <w:p w14:paraId="4800F26C" w14:textId="77777777" w:rsidR="006D4449" w:rsidRDefault="006D4449" w:rsidP="006D4449">
      <w:r>
        <w:t>403.9717</w:t>
      </w:r>
      <w:r>
        <w:tab/>
        <w:t>3.038e0</w:t>
      </w:r>
    </w:p>
    <w:p w14:paraId="6760E86E" w14:textId="77777777" w:rsidR="006D4449" w:rsidRDefault="006D4449" w:rsidP="006D4449">
      <w:r>
        <w:t>403.9791</w:t>
      </w:r>
      <w:r>
        <w:tab/>
        <w:t>5.063e0</w:t>
      </w:r>
    </w:p>
    <w:p w14:paraId="0BC1C3F1" w14:textId="77777777" w:rsidR="006D4449" w:rsidRDefault="006D4449" w:rsidP="006D4449">
      <w:r>
        <w:t>404.0114</w:t>
      </w:r>
      <w:r>
        <w:tab/>
        <w:t>2.025e0</w:t>
      </w:r>
    </w:p>
    <w:p w14:paraId="2386B152" w14:textId="77777777" w:rsidR="006D4449" w:rsidRDefault="006D4449" w:rsidP="006D4449">
      <w:r>
        <w:t>404.0345</w:t>
      </w:r>
      <w:r>
        <w:tab/>
        <w:t>1.013e0</w:t>
      </w:r>
    </w:p>
    <w:p w14:paraId="014D562F" w14:textId="77777777" w:rsidR="006D4449" w:rsidRDefault="006D4449" w:rsidP="006D4449">
      <w:r>
        <w:t>404.0374</w:t>
      </w:r>
      <w:r>
        <w:tab/>
        <w:t>2.025e0</w:t>
      </w:r>
    </w:p>
    <w:p w14:paraId="0EEFEFD1" w14:textId="77777777" w:rsidR="006D4449" w:rsidRDefault="006D4449" w:rsidP="006D4449">
      <w:r>
        <w:lastRenderedPageBreak/>
        <w:t>404.0705</w:t>
      </w:r>
      <w:r>
        <w:tab/>
        <w:t>1.013e0</w:t>
      </w:r>
    </w:p>
    <w:p w14:paraId="25CFD4E2" w14:textId="77777777" w:rsidR="006D4449" w:rsidRDefault="006D4449" w:rsidP="006D4449">
      <w:r>
        <w:t>404.0758</w:t>
      </w:r>
      <w:r>
        <w:tab/>
        <w:t>2.025e0</w:t>
      </w:r>
    </w:p>
    <w:p w14:paraId="3126AAAC" w14:textId="77777777" w:rsidR="006D4449" w:rsidRDefault="006D4449" w:rsidP="006D4449">
      <w:r>
        <w:t>404.0794</w:t>
      </w:r>
      <w:r>
        <w:tab/>
        <w:t>2.025e0</w:t>
      </w:r>
    </w:p>
    <w:p w14:paraId="336E4C09" w14:textId="77777777" w:rsidR="006D4449" w:rsidRDefault="006D4449" w:rsidP="006D4449">
      <w:r>
        <w:t>404.0987</w:t>
      </w:r>
      <w:r>
        <w:tab/>
        <w:t>1.013e0</w:t>
      </w:r>
    </w:p>
    <w:p w14:paraId="2967B24D" w14:textId="77777777" w:rsidR="006D4449" w:rsidRDefault="006D4449" w:rsidP="006D4449">
      <w:r>
        <w:t>404.1308</w:t>
      </w:r>
      <w:r>
        <w:tab/>
        <w:t>2.025e0</w:t>
      </w:r>
    </w:p>
    <w:p w14:paraId="0A2FF893" w14:textId="77777777" w:rsidR="006D4449" w:rsidRDefault="006D4449" w:rsidP="006D4449">
      <w:r>
        <w:t>404.1417</w:t>
      </w:r>
      <w:r>
        <w:tab/>
        <w:t>2.025e0</w:t>
      </w:r>
    </w:p>
    <w:p w14:paraId="6D5FCAE5" w14:textId="77777777" w:rsidR="006D4449" w:rsidRDefault="006D4449" w:rsidP="006D4449">
      <w:r>
        <w:t>404.1583</w:t>
      </w:r>
      <w:r>
        <w:tab/>
        <w:t>2.025e0</w:t>
      </w:r>
    </w:p>
    <w:p w14:paraId="0EF7B130" w14:textId="77777777" w:rsidR="006D4449" w:rsidRDefault="006D4449" w:rsidP="006D4449">
      <w:r>
        <w:t>404.1597</w:t>
      </w:r>
      <w:r>
        <w:tab/>
        <w:t>3.536e0</w:t>
      </w:r>
    </w:p>
    <w:p w14:paraId="4F552F37" w14:textId="77777777" w:rsidR="006D4449" w:rsidRDefault="006D4449" w:rsidP="006D4449">
      <w:r>
        <w:t>404.1844</w:t>
      </w:r>
      <w:r>
        <w:tab/>
        <w:t>1.013e0</w:t>
      </w:r>
    </w:p>
    <w:p w14:paraId="12013457" w14:textId="77777777" w:rsidR="006D4449" w:rsidRDefault="006D4449" w:rsidP="006D4449">
      <w:r>
        <w:t>404.1916</w:t>
      </w:r>
      <w:r>
        <w:tab/>
        <w:t>2.180e0</w:t>
      </w:r>
    </w:p>
    <w:p w14:paraId="53419B89" w14:textId="77777777" w:rsidR="006D4449" w:rsidRDefault="006D4449" w:rsidP="006D4449">
      <w:r>
        <w:t>404.2160</w:t>
      </w:r>
      <w:r>
        <w:tab/>
        <w:t>4.827e0</w:t>
      </w:r>
    </w:p>
    <w:p w14:paraId="16F8BDE0" w14:textId="77777777" w:rsidR="006D4449" w:rsidRDefault="006D4449" w:rsidP="006D4449">
      <w:r>
        <w:t>404.2312</w:t>
      </w:r>
      <w:r>
        <w:tab/>
        <w:t>2.159e0</w:t>
      </w:r>
    </w:p>
    <w:p w14:paraId="5F98EB74" w14:textId="77777777" w:rsidR="006D4449" w:rsidRDefault="006D4449" w:rsidP="006D4449">
      <w:r>
        <w:t>404.2463</w:t>
      </w:r>
      <w:r>
        <w:tab/>
        <w:t>4.512e0</w:t>
      </w:r>
    </w:p>
    <w:p w14:paraId="088D9A02" w14:textId="77777777" w:rsidR="006D4449" w:rsidRDefault="006D4449" w:rsidP="006D4449">
      <w:r>
        <w:t>404.2638</w:t>
      </w:r>
      <w:r>
        <w:tab/>
        <w:t>1.937e0</w:t>
      </w:r>
    </w:p>
    <w:p w14:paraId="3B5A028A" w14:textId="77777777" w:rsidR="006D4449" w:rsidRDefault="006D4449" w:rsidP="006D4449">
      <w:r>
        <w:t>404.2683</w:t>
      </w:r>
      <w:r>
        <w:tab/>
        <w:t>1.850e0</w:t>
      </w:r>
    </w:p>
    <w:p w14:paraId="07202A60" w14:textId="77777777" w:rsidR="006D4449" w:rsidRDefault="006D4449" w:rsidP="006D4449">
      <w:r>
        <w:t>404.2863</w:t>
      </w:r>
      <w:r>
        <w:tab/>
        <w:t>5.063e0</w:t>
      </w:r>
    </w:p>
    <w:p w14:paraId="780647DD" w14:textId="77777777" w:rsidR="006D4449" w:rsidRDefault="006D4449" w:rsidP="006D4449">
      <w:r>
        <w:t>404.3239</w:t>
      </w:r>
      <w:r>
        <w:tab/>
        <w:t>2.025e0</w:t>
      </w:r>
    </w:p>
    <w:p w14:paraId="23FFE2D2" w14:textId="77777777" w:rsidR="006D4449" w:rsidRDefault="006D4449" w:rsidP="006D4449">
      <w:r>
        <w:t>404.3313</w:t>
      </w:r>
      <w:r>
        <w:tab/>
        <w:t>6.060e0</w:t>
      </w:r>
    </w:p>
    <w:p w14:paraId="2AAD5DBE" w14:textId="77777777" w:rsidR="006D4449" w:rsidRDefault="006D4449" w:rsidP="006D4449">
      <w:r>
        <w:t>404.3332</w:t>
      </w:r>
      <w:r>
        <w:tab/>
        <w:t>3.038e0</w:t>
      </w:r>
    </w:p>
    <w:p w14:paraId="57F2187D" w14:textId="77777777" w:rsidR="006D4449" w:rsidRDefault="006D4449" w:rsidP="006D4449">
      <w:r>
        <w:lastRenderedPageBreak/>
        <w:t>404.3656</w:t>
      </w:r>
      <w:r>
        <w:tab/>
        <w:t>1.013e0</w:t>
      </w:r>
    </w:p>
    <w:p w14:paraId="7DA264C6" w14:textId="77777777" w:rsidR="006D4449" w:rsidRDefault="006D4449" w:rsidP="006D4449">
      <w:r>
        <w:t>404.3985</w:t>
      </w:r>
      <w:r>
        <w:tab/>
        <w:t>1.013e0</w:t>
      </w:r>
    </w:p>
    <w:p w14:paraId="5A00F950" w14:textId="77777777" w:rsidR="006D4449" w:rsidRDefault="006D4449" w:rsidP="006D4449">
      <w:r>
        <w:t>404.4182</w:t>
      </w:r>
      <w:r>
        <w:tab/>
        <w:t>1.013e0</w:t>
      </w:r>
    </w:p>
    <w:p w14:paraId="726955CA" w14:textId="77777777" w:rsidR="006D4449" w:rsidRDefault="006D4449" w:rsidP="006D4449">
      <w:r>
        <w:t>404.4454</w:t>
      </w:r>
      <w:r>
        <w:tab/>
        <w:t>1.013e0</w:t>
      </w:r>
    </w:p>
    <w:p w14:paraId="4E0D1D85" w14:textId="77777777" w:rsidR="006D4449" w:rsidRDefault="006D4449" w:rsidP="006D4449">
      <w:r>
        <w:t>404.4471</w:t>
      </w:r>
      <w:r>
        <w:tab/>
        <w:t>2.025e0</w:t>
      </w:r>
    </w:p>
    <w:p w14:paraId="683249F6" w14:textId="77777777" w:rsidR="006D4449" w:rsidRDefault="006D4449" w:rsidP="006D4449">
      <w:r>
        <w:t>404.4771</w:t>
      </w:r>
      <w:r>
        <w:tab/>
        <w:t>1.013e0</w:t>
      </w:r>
    </w:p>
    <w:p w14:paraId="6C4C499E" w14:textId="77777777" w:rsidR="006D4449" w:rsidRDefault="006D4449" w:rsidP="006D4449">
      <w:r>
        <w:t>404.5182</w:t>
      </w:r>
      <w:r>
        <w:tab/>
        <w:t>1.013e0</w:t>
      </w:r>
    </w:p>
    <w:p w14:paraId="45B117C7" w14:textId="77777777" w:rsidR="006D4449" w:rsidRDefault="006D4449" w:rsidP="006D4449">
      <w:r>
        <w:t>404.5378</w:t>
      </w:r>
      <w:r>
        <w:tab/>
        <w:t>2.025e0</w:t>
      </w:r>
    </w:p>
    <w:p w14:paraId="35E9FDFE" w14:textId="77777777" w:rsidR="006D4449" w:rsidRDefault="006D4449" w:rsidP="006D4449">
      <w:r>
        <w:t>404.5628</w:t>
      </w:r>
      <w:r>
        <w:tab/>
        <w:t>2.025e0</w:t>
      </w:r>
    </w:p>
    <w:p w14:paraId="6CC1C4CC" w14:textId="77777777" w:rsidR="006D4449" w:rsidRDefault="006D4449" w:rsidP="006D4449">
      <w:r>
        <w:t>404.5789</w:t>
      </w:r>
      <w:r>
        <w:tab/>
        <w:t>1.013e0</w:t>
      </w:r>
    </w:p>
    <w:p w14:paraId="60A7C9E8" w14:textId="77777777" w:rsidR="006D4449" w:rsidRDefault="006D4449" w:rsidP="006D4449">
      <w:r>
        <w:t>404.6429</w:t>
      </w:r>
      <w:r>
        <w:tab/>
        <w:t>2.025e0</w:t>
      </w:r>
    </w:p>
    <w:p w14:paraId="1FF9B69B" w14:textId="77777777" w:rsidR="006D4449" w:rsidRDefault="006D4449" w:rsidP="006D4449">
      <w:r>
        <w:t>404.6969</w:t>
      </w:r>
      <w:r>
        <w:tab/>
        <w:t>1.013e0</w:t>
      </w:r>
    </w:p>
    <w:p w14:paraId="49DF0C4F" w14:textId="77777777" w:rsidR="006D4449" w:rsidRDefault="006D4449" w:rsidP="006D4449">
      <w:r>
        <w:t>404.7264</w:t>
      </w:r>
      <w:r>
        <w:tab/>
        <w:t>2.025e0</w:t>
      </w:r>
    </w:p>
    <w:p w14:paraId="0CE80ECA" w14:textId="77777777" w:rsidR="006D4449" w:rsidRDefault="006D4449" w:rsidP="006D4449">
      <w:r>
        <w:t>404.7479</w:t>
      </w:r>
      <w:r>
        <w:tab/>
        <w:t>1.013e0</w:t>
      </w:r>
    </w:p>
    <w:p w14:paraId="3D8C17ED" w14:textId="77777777" w:rsidR="006D4449" w:rsidRDefault="006D4449" w:rsidP="006D4449">
      <w:r>
        <w:t>404.7709</w:t>
      </w:r>
      <w:r>
        <w:tab/>
        <w:t>1.013e0</w:t>
      </w:r>
    </w:p>
    <w:p w14:paraId="427EAFF2" w14:textId="77777777" w:rsidR="006D4449" w:rsidRDefault="006D4449" w:rsidP="006D4449">
      <w:r>
        <w:t>404.8058</w:t>
      </w:r>
      <w:r>
        <w:tab/>
        <w:t>1.013e0</w:t>
      </w:r>
    </w:p>
    <w:p w14:paraId="1130B062" w14:textId="77777777" w:rsidR="006D4449" w:rsidRDefault="006D4449" w:rsidP="006D4449">
      <w:r>
        <w:t>404.8081</w:t>
      </w:r>
      <w:r>
        <w:tab/>
        <w:t>1.013e0</w:t>
      </w:r>
    </w:p>
    <w:p w14:paraId="13EB4E6F" w14:textId="77777777" w:rsidR="006D4449" w:rsidRDefault="006D4449" w:rsidP="006D4449">
      <w:r>
        <w:t>404.8438</w:t>
      </w:r>
      <w:r>
        <w:tab/>
        <w:t>2.025e0</w:t>
      </w:r>
    </w:p>
    <w:p w14:paraId="452CBFF5" w14:textId="77777777" w:rsidR="006D4449" w:rsidRDefault="006D4449" w:rsidP="006D4449">
      <w:r>
        <w:t>404.8487</w:t>
      </w:r>
      <w:r>
        <w:tab/>
        <w:t>2.025e0</w:t>
      </w:r>
    </w:p>
    <w:p w14:paraId="60CCE65B" w14:textId="77777777" w:rsidR="006D4449" w:rsidRDefault="006D4449" w:rsidP="006D4449">
      <w:r>
        <w:lastRenderedPageBreak/>
        <w:t>404.8525</w:t>
      </w:r>
      <w:r>
        <w:tab/>
        <w:t>1.013e0</w:t>
      </w:r>
    </w:p>
    <w:p w14:paraId="2FAE0E6C" w14:textId="77777777" w:rsidR="006D4449" w:rsidRDefault="006D4449" w:rsidP="006D4449">
      <w:r>
        <w:t>404.9078</w:t>
      </w:r>
      <w:r>
        <w:tab/>
        <w:t>2.025e0</w:t>
      </w:r>
    </w:p>
    <w:p w14:paraId="436C0526" w14:textId="77777777" w:rsidR="006D4449" w:rsidRDefault="006D4449" w:rsidP="006D4449">
      <w:r>
        <w:t>404.9095</w:t>
      </w:r>
      <w:r>
        <w:tab/>
        <w:t>3.222e0</w:t>
      </w:r>
    </w:p>
    <w:p w14:paraId="220E5A53" w14:textId="77777777" w:rsidR="006D4449" w:rsidRDefault="006D4449" w:rsidP="006D4449">
      <w:r>
        <w:t>404.9202</w:t>
      </w:r>
      <w:r>
        <w:tab/>
        <w:t>1.013e0</w:t>
      </w:r>
    </w:p>
    <w:p w14:paraId="1BABDBA0" w14:textId="77777777" w:rsidR="006D4449" w:rsidRDefault="006D4449" w:rsidP="006D4449">
      <w:r>
        <w:t>404.9651</w:t>
      </w:r>
      <w:r>
        <w:tab/>
        <w:t>4.051e0</w:t>
      </w:r>
    </w:p>
    <w:p w14:paraId="2B1548D1" w14:textId="77777777" w:rsidR="006D4449" w:rsidRDefault="006D4449" w:rsidP="006D4449">
      <w:r>
        <w:t>404.9663</w:t>
      </w:r>
      <w:r>
        <w:tab/>
        <w:t>2.025e0</w:t>
      </w:r>
    </w:p>
    <w:p w14:paraId="6A973C89" w14:textId="77777777" w:rsidR="006D4449" w:rsidRDefault="006D4449" w:rsidP="006D4449">
      <w:r>
        <w:t>404.9739</w:t>
      </w:r>
      <w:r>
        <w:tab/>
        <w:t>3.038e0</w:t>
      </w:r>
    </w:p>
    <w:p w14:paraId="46FA3FF7" w14:textId="77777777" w:rsidR="006D4449" w:rsidRDefault="006D4449" w:rsidP="006D4449">
      <w:r>
        <w:t>404.9798</w:t>
      </w:r>
      <w:r>
        <w:tab/>
        <w:t>5.063e0</w:t>
      </w:r>
    </w:p>
    <w:p w14:paraId="0974CBAA" w14:textId="77777777" w:rsidR="006D4449" w:rsidRDefault="006D4449" w:rsidP="006D4449">
      <w:r>
        <w:t>404.9903</w:t>
      </w:r>
      <w:r>
        <w:tab/>
        <w:t>2.920e0</w:t>
      </w:r>
    </w:p>
    <w:p w14:paraId="60B5DF92" w14:textId="77777777" w:rsidR="006D4449" w:rsidRDefault="006D4449" w:rsidP="006D4449">
      <w:r>
        <w:t>405.0132</w:t>
      </w:r>
      <w:r>
        <w:tab/>
        <w:t>1.013e0</w:t>
      </w:r>
    </w:p>
    <w:p w14:paraId="3C4EC153" w14:textId="77777777" w:rsidR="006D4449" w:rsidRDefault="006D4449" w:rsidP="006D4449">
      <w:r>
        <w:t>405.0268</w:t>
      </w:r>
      <w:r>
        <w:tab/>
        <w:t>3.038e0</w:t>
      </w:r>
    </w:p>
    <w:p w14:paraId="345B6C76" w14:textId="77777777" w:rsidR="006D4449" w:rsidRDefault="006D4449" w:rsidP="006D4449">
      <w:r>
        <w:t>405.0567</w:t>
      </w:r>
      <w:r>
        <w:tab/>
        <w:t>5.063e0</w:t>
      </w:r>
    </w:p>
    <w:p w14:paraId="325CC681" w14:textId="77777777" w:rsidR="006D4449" w:rsidRDefault="006D4449" w:rsidP="006D4449">
      <w:r>
        <w:t>405.0748</w:t>
      </w:r>
      <w:r>
        <w:tab/>
        <w:t>2.025e0</w:t>
      </w:r>
    </w:p>
    <w:p w14:paraId="2C382253" w14:textId="77777777" w:rsidR="006D4449" w:rsidRDefault="006D4449" w:rsidP="006D4449">
      <w:r>
        <w:t>405.0818</w:t>
      </w:r>
      <w:r>
        <w:tab/>
        <w:t>1.013e0</w:t>
      </w:r>
    </w:p>
    <w:p w14:paraId="00898D5E" w14:textId="77777777" w:rsidR="006D4449" w:rsidRDefault="006D4449" w:rsidP="006D4449">
      <w:r>
        <w:t>405.1133</w:t>
      </w:r>
      <w:r>
        <w:tab/>
        <w:t>1.013e0</w:t>
      </w:r>
    </w:p>
    <w:p w14:paraId="38010001" w14:textId="77777777" w:rsidR="006D4449" w:rsidRDefault="006D4449" w:rsidP="006D4449">
      <w:r>
        <w:t>405.1204</w:t>
      </w:r>
      <w:r>
        <w:tab/>
        <w:t>1.013e0</w:t>
      </w:r>
    </w:p>
    <w:p w14:paraId="1969EA54" w14:textId="77777777" w:rsidR="006D4449" w:rsidRDefault="006D4449" w:rsidP="006D4449">
      <w:r>
        <w:t>405.1758</w:t>
      </w:r>
      <w:r>
        <w:tab/>
        <w:t>1.966e0</w:t>
      </w:r>
    </w:p>
    <w:p w14:paraId="0F4F4DCB" w14:textId="77777777" w:rsidR="006D4449" w:rsidRDefault="006D4449" w:rsidP="006D4449">
      <w:r>
        <w:t>405.1788</w:t>
      </w:r>
      <w:r>
        <w:tab/>
        <w:t>3.698e0</w:t>
      </w:r>
    </w:p>
    <w:p w14:paraId="70681DD7" w14:textId="77777777" w:rsidR="006D4449" w:rsidRDefault="006D4449" w:rsidP="006D4449">
      <w:r>
        <w:t>405.1798</w:t>
      </w:r>
      <w:r>
        <w:tab/>
        <w:t>4.051e0</w:t>
      </w:r>
    </w:p>
    <w:p w14:paraId="654DAAAD" w14:textId="77777777" w:rsidR="006D4449" w:rsidRDefault="006D4449" w:rsidP="006D4449">
      <w:r>
        <w:lastRenderedPageBreak/>
        <w:t>405.1950</w:t>
      </w:r>
      <w:r>
        <w:tab/>
        <w:t>1.805e0</w:t>
      </w:r>
    </w:p>
    <w:p w14:paraId="6F99AC80" w14:textId="77777777" w:rsidR="006D4449" w:rsidRDefault="006D4449" w:rsidP="006D4449">
      <w:r>
        <w:t>405.2127</w:t>
      </w:r>
      <w:r>
        <w:tab/>
        <w:t>1.484e0</w:t>
      </w:r>
    </w:p>
    <w:p w14:paraId="757B9BCA" w14:textId="77777777" w:rsidR="006D4449" w:rsidRDefault="006D4449" w:rsidP="006D4449">
      <w:r>
        <w:t>405.2657</w:t>
      </w:r>
      <w:r>
        <w:tab/>
        <w:t>2.425e0</w:t>
      </w:r>
    </w:p>
    <w:p w14:paraId="221486CD" w14:textId="77777777" w:rsidR="006D4449" w:rsidRDefault="006D4449" w:rsidP="006D4449">
      <w:r>
        <w:t>405.2684</w:t>
      </w:r>
      <w:r>
        <w:tab/>
        <w:t>1.953e0</w:t>
      </w:r>
    </w:p>
    <w:p w14:paraId="0884280A" w14:textId="77777777" w:rsidR="006D4449" w:rsidRDefault="006D4449" w:rsidP="006D4449">
      <w:r>
        <w:t>405.2883</w:t>
      </w:r>
      <w:r>
        <w:tab/>
        <w:t>4.014e0</w:t>
      </w:r>
    </w:p>
    <w:p w14:paraId="5100B8A3" w14:textId="77777777" w:rsidR="006D4449" w:rsidRDefault="006D4449" w:rsidP="006D4449">
      <w:r>
        <w:t>405.3037</w:t>
      </w:r>
      <w:r>
        <w:tab/>
        <w:t>4.076e0</w:t>
      </w:r>
    </w:p>
    <w:p w14:paraId="23B8171D" w14:textId="77777777" w:rsidR="006D4449" w:rsidRDefault="006D4449" w:rsidP="006D4449">
      <w:r>
        <w:t>405.3065</w:t>
      </w:r>
      <w:r>
        <w:tab/>
        <w:t>1.013e0</w:t>
      </w:r>
    </w:p>
    <w:p w14:paraId="685B7B77" w14:textId="77777777" w:rsidR="006D4449" w:rsidRDefault="006D4449" w:rsidP="006D4449">
      <w:r>
        <w:t>405.3213</w:t>
      </w:r>
      <w:r>
        <w:tab/>
        <w:t>3.033e0</w:t>
      </w:r>
    </w:p>
    <w:p w14:paraId="189C6C75" w14:textId="77777777" w:rsidR="006D4449" w:rsidRDefault="006D4449" w:rsidP="006D4449">
      <w:r>
        <w:t>405.3262</w:t>
      </w:r>
      <w:r>
        <w:tab/>
        <w:t>1.013e0</w:t>
      </w:r>
    </w:p>
    <w:p w14:paraId="43F99161" w14:textId="77777777" w:rsidR="006D4449" w:rsidRDefault="006D4449" w:rsidP="006D4449">
      <w:r>
        <w:t>405.3291</w:t>
      </w:r>
      <w:r>
        <w:tab/>
        <w:t>2.025e0</w:t>
      </w:r>
    </w:p>
    <w:p w14:paraId="584B1E03" w14:textId="77777777" w:rsidR="006D4449" w:rsidRDefault="006D4449" w:rsidP="006D4449">
      <w:r>
        <w:t>405.4142</w:t>
      </w:r>
      <w:r>
        <w:tab/>
        <w:t>3.038e0</w:t>
      </w:r>
    </w:p>
    <w:p w14:paraId="54CB48E2" w14:textId="77777777" w:rsidR="006D4449" w:rsidRDefault="006D4449" w:rsidP="006D4449">
      <w:r>
        <w:t>405.4502</w:t>
      </w:r>
      <w:r>
        <w:tab/>
        <w:t>2.025e0</w:t>
      </w:r>
    </w:p>
    <w:p w14:paraId="15B7E03E" w14:textId="77777777" w:rsidR="006D4449" w:rsidRDefault="006D4449" w:rsidP="006D4449">
      <w:r>
        <w:t>405.5320</w:t>
      </w:r>
      <w:r>
        <w:tab/>
        <w:t>2.025e0</w:t>
      </w:r>
    </w:p>
    <w:p w14:paraId="4A2271B4" w14:textId="77777777" w:rsidR="006D4449" w:rsidRDefault="006D4449" w:rsidP="006D4449">
      <w:r>
        <w:t>405.5708</w:t>
      </w:r>
      <w:r>
        <w:tab/>
        <w:t>1.013e0</w:t>
      </w:r>
    </w:p>
    <w:p w14:paraId="2670F5A9" w14:textId="77777777" w:rsidR="006D4449" w:rsidRDefault="006D4449" w:rsidP="006D4449">
      <w:r>
        <w:t>405.6117</w:t>
      </w:r>
      <w:r>
        <w:tab/>
        <w:t>1.013e0</w:t>
      </w:r>
    </w:p>
    <w:p w14:paraId="568D241E" w14:textId="77777777" w:rsidR="006D4449" w:rsidRDefault="006D4449" w:rsidP="006D4449">
      <w:r>
        <w:t>405.6393</w:t>
      </w:r>
      <w:r>
        <w:tab/>
        <w:t>2.025e0</w:t>
      </w:r>
    </w:p>
    <w:p w14:paraId="7FAF76ED" w14:textId="77777777" w:rsidR="006D4449" w:rsidRDefault="006D4449" w:rsidP="006D4449">
      <w:r>
        <w:t>405.6716</w:t>
      </w:r>
      <w:r>
        <w:tab/>
        <w:t>1.013e0</w:t>
      </w:r>
    </w:p>
    <w:p w14:paraId="09724EBF" w14:textId="77777777" w:rsidR="006D4449" w:rsidRDefault="006D4449" w:rsidP="006D4449">
      <w:r>
        <w:t>405.7289</w:t>
      </w:r>
      <w:r>
        <w:tab/>
        <w:t>1.013e0</w:t>
      </w:r>
    </w:p>
    <w:p w14:paraId="0143B78D" w14:textId="77777777" w:rsidR="006D4449" w:rsidRDefault="006D4449" w:rsidP="006D4449">
      <w:r>
        <w:t>405.7453</w:t>
      </w:r>
      <w:r>
        <w:tab/>
        <w:t>1.013e0</w:t>
      </w:r>
    </w:p>
    <w:p w14:paraId="1DE55E9D" w14:textId="77777777" w:rsidR="006D4449" w:rsidRDefault="006D4449" w:rsidP="006D4449">
      <w:r>
        <w:lastRenderedPageBreak/>
        <w:t>405.7504</w:t>
      </w:r>
      <w:r>
        <w:tab/>
        <w:t>1.013e0</w:t>
      </w:r>
    </w:p>
    <w:p w14:paraId="036B5DF8" w14:textId="77777777" w:rsidR="006D4449" w:rsidRDefault="006D4449" w:rsidP="006D4449">
      <w:r>
        <w:t>405.7824</w:t>
      </w:r>
      <w:r>
        <w:tab/>
        <w:t>1.013e0</w:t>
      </w:r>
    </w:p>
    <w:p w14:paraId="4900A329" w14:textId="77777777" w:rsidR="006D4449" w:rsidRDefault="006D4449" w:rsidP="006D4449">
      <w:r>
        <w:t>405.8201</w:t>
      </w:r>
      <w:r>
        <w:tab/>
        <w:t>2.025e0</w:t>
      </w:r>
    </w:p>
    <w:p w14:paraId="38803699" w14:textId="77777777" w:rsidR="006D4449" w:rsidRDefault="006D4449" w:rsidP="006D4449">
      <w:r>
        <w:t>405.8428</w:t>
      </w:r>
      <w:r>
        <w:tab/>
        <w:t>2.025e0</w:t>
      </w:r>
    </w:p>
    <w:p w14:paraId="29BB4D85" w14:textId="77777777" w:rsidR="006D4449" w:rsidRDefault="006D4449" w:rsidP="006D4449">
      <w:r>
        <w:t>405.9105</w:t>
      </w:r>
      <w:r>
        <w:tab/>
        <w:t>1.013e0</w:t>
      </w:r>
    </w:p>
    <w:p w14:paraId="1199BB2A" w14:textId="77777777" w:rsidR="006D4449" w:rsidRDefault="006D4449" w:rsidP="006D4449">
      <w:r>
        <w:t>405.9142</w:t>
      </w:r>
      <w:r>
        <w:tab/>
        <w:t>2.025e0</w:t>
      </w:r>
    </w:p>
    <w:p w14:paraId="51ADF78C" w14:textId="77777777" w:rsidR="006D4449" w:rsidRDefault="006D4449" w:rsidP="006D4449">
      <w:r>
        <w:t>405.9213</w:t>
      </w:r>
      <w:r>
        <w:tab/>
        <w:t>5.063e0</w:t>
      </w:r>
    </w:p>
    <w:p w14:paraId="19FEA608" w14:textId="77777777" w:rsidR="006D4449" w:rsidRDefault="006D4449" w:rsidP="006D4449">
      <w:r>
        <w:t>405.9356</w:t>
      </w:r>
      <w:r>
        <w:tab/>
        <w:t>2.025e0</w:t>
      </w:r>
    </w:p>
    <w:p w14:paraId="59343129" w14:textId="77777777" w:rsidR="006D4449" w:rsidRDefault="006D4449" w:rsidP="006D4449">
      <w:r>
        <w:t>405.9639</w:t>
      </w:r>
      <w:r>
        <w:tab/>
        <w:t>2.025e0</w:t>
      </w:r>
    </w:p>
    <w:p w14:paraId="424ECAD6" w14:textId="77777777" w:rsidR="006D4449" w:rsidRDefault="006D4449" w:rsidP="006D4449">
      <w:r>
        <w:t>405.9710</w:t>
      </w:r>
      <w:r>
        <w:tab/>
        <w:t>4.937e0</w:t>
      </w:r>
    </w:p>
    <w:p w14:paraId="63C83E85" w14:textId="77777777" w:rsidR="006D4449" w:rsidRDefault="006D4449" w:rsidP="006D4449">
      <w:r>
        <w:t>405.9721</w:t>
      </w:r>
      <w:r>
        <w:tab/>
        <w:t>2.025e0</w:t>
      </w:r>
    </w:p>
    <w:p w14:paraId="141358CC" w14:textId="77777777" w:rsidR="006D4449" w:rsidRDefault="006D4449" w:rsidP="006D4449">
      <w:r>
        <w:t>405.9763</w:t>
      </w:r>
      <w:r>
        <w:tab/>
        <w:t>2.025e0</w:t>
      </w:r>
    </w:p>
    <w:p w14:paraId="454253D7" w14:textId="77777777" w:rsidR="006D4449" w:rsidRDefault="006D4449" w:rsidP="006D4449">
      <w:r>
        <w:t>406.0190</w:t>
      </w:r>
      <w:r>
        <w:tab/>
        <w:t>1.013e0</w:t>
      </w:r>
    </w:p>
    <w:p w14:paraId="1C972EC2" w14:textId="77777777" w:rsidR="006D4449" w:rsidRDefault="006D4449" w:rsidP="006D4449">
      <w:r>
        <w:t>406.0297</w:t>
      </w:r>
      <w:r>
        <w:tab/>
        <w:t>2.025e0</w:t>
      </w:r>
    </w:p>
    <w:p w14:paraId="6EE97F2C" w14:textId="77777777" w:rsidR="006D4449" w:rsidRDefault="006D4449" w:rsidP="006D4449">
      <w:r>
        <w:t>406.0403</w:t>
      </w:r>
      <w:r>
        <w:tab/>
        <w:t>1.013e0</w:t>
      </w:r>
    </w:p>
    <w:p w14:paraId="0EC0ABC1" w14:textId="77777777" w:rsidR="006D4449" w:rsidRDefault="006D4449" w:rsidP="006D4449">
      <w:r>
        <w:t>406.0656</w:t>
      </w:r>
      <w:r>
        <w:tab/>
        <w:t>1.013e0</w:t>
      </w:r>
    </w:p>
    <w:p w14:paraId="1089CCD4" w14:textId="77777777" w:rsidR="006D4449" w:rsidRDefault="006D4449" w:rsidP="006D4449">
      <w:r>
        <w:t>406.0831</w:t>
      </w:r>
      <w:r>
        <w:tab/>
        <w:t>1.013e0</w:t>
      </w:r>
    </w:p>
    <w:p w14:paraId="11839FF5" w14:textId="77777777" w:rsidR="006D4449" w:rsidRDefault="006D4449" w:rsidP="006D4449">
      <w:r>
        <w:t>406.0993</w:t>
      </w:r>
      <w:r>
        <w:tab/>
        <w:t>2.025e0</w:t>
      </w:r>
    </w:p>
    <w:p w14:paraId="019C43AA" w14:textId="77777777" w:rsidR="006D4449" w:rsidRDefault="006D4449" w:rsidP="006D4449">
      <w:r>
        <w:t>406.1356</w:t>
      </w:r>
      <w:r>
        <w:tab/>
        <w:t>1.013e0</w:t>
      </w:r>
    </w:p>
    <w:p w14:paraId="62DC7313" w14:textId="77777777" w:rsidR="006D4449" w:rsidRDefault="006D4449" w:rsidP="006D4449">
      <w:r>
        <w:lastRenderedPageBreak/>
        <w:t>406.1517</w:t>
      </w:r>
      <w:r>
        <w:tab/>
        <w:t>1.013e0</w:t>
      </w:r>
    </w:p>
    <w:p w14:paraId="3E378116" w14:textId="77777777" w:rsidR="006D4449" w:rsidRDefault="006D4449" w:rsidP="006D4449">
      <w:r>
        <w:t>406.1667</w:t>
      </w:r>
      <w:r>
        <w:tab/>
        <w:t>1.013e0</w:t>
      </w:r>
    </w:p>
    <w:p w14:paraId="725FFE7C" w14:textId="77777777" w:rsidR="006D4449" w:rsidRDefault="006D4449" w:rsidP="006D4449">
      <w:r>
        <w:t>406.1887</w:t>
      </w:r>
      <w:r>
        <w:tab/>
        <w:t>7.200e0</w:t>
      </w:r>
    </w:p>
    <w:p w14:paraId="67B2BE8D" w14:textId="77777777" w:rsidR="006D4449" w:rsidRDefault="006D4449" w:rsidP="006D4449">
      <w:r>
        <w:t>406.2023</w:t>
      </w:r>
      <w:r>
        <w:tab/>
        <w:t>1.228e0</w:t>
      </w:r>
    </w:p>
    <w:p w14:paraId="4F450974" w14:textId="77777777" w:rsidR="006D4449" w:rsidRDefault="006D4449" w:rsidP="006D4449">
      <w:r>
        <w:t>406.2381</w:t>
      </w:r>
      <w:r>
        <w:tab/>
        <w:t>1.319e0</w:t>
      </w:r>
    </w:p>
    <w:p w14:paraId="26888600" w14:textId="77777777" w:rsidR="006D4449" w:rsidRDefault="006D4449" w:rsidP="006D4449">
      <w:r>
        <w:t>406.2769</w:t>
      </w:r>
      <w:r>
        <w:tab/>
        <w:t>1.493e0</w:t>
      </w:r>
    </w:p>
    <w:p w14:paraId="5E898630" w14:textId="77777777" w:rsidR="006D4449" w:rsidRDefault="006D4449" w:rsidP="006D4449">
      <w:r>
        <w:t>406.2790</w:t>
      </w:r>
      <w:r>
        <w:tab/>
        <w:t>1.013e0</w:t>
      </w:r>
    </w:p>
    <w:p w14:paraId="5CEDD79F" w14:textId="77777777" w:rsidR="006D4449" w:rsidRDefault="006D4449" w:rsidP="006D4449">
      <w:r>
        <w:t>406.2818</w:t>
      </w:r>
      <w:r>
        <w:tab/>
        <w:t>1.856e0</w:t>
      </w:r>
    </w:p>
    <w:p w14:paraId="2B75D617" w14:textId="77777777" w:rsidR="006D4449" w:rsidRDefault="006D4449" w:rsidP="006D4449">
      <w:r>
        <w:t>406.3023</w:t>
      </w:r>
      <w:r>
        <w:tab/>
        <w:t>1.013e0</w:t>
      </w:r>
    </w:p>
    <w:p w14:paraId="62A2F656" w14:textId="77777777" w:rsidR="006D4449" w:rsidRDefault="006D4449" w:rsidP="006D4449">
      <w:r>
        <w:t>406.3184</w:t>
      </w:r>
      <w:r>
        <w:tab/>
        <w:t>3.038e0</w:t>
      </w:r>
    </w:p>
    <w:p w14:paraId="20D1341C" w14:textId="77777777" w:rsidR="006D4449" w:rsidRDefault="006D4449" w:rsidP="006D4449">
      <w:r>
        <w:t>406.3271</w:t>
      </w:r>
      <w:r>
        <w:tab/>
        <w:t>2.025e0</w:t>
      </w:r>
    </w:p>
    <w:p w14:paraId="14C8DB1C" w14:textId="77777777" w:rsidR="006D4449" w:rsidRDefault="006D4449" w:rsidP="006D4449">
      <w:r>
        <w:t>406.3367</w:t>
      </w:r>
      <w:r>
        <w:tab/>
        <w:t>2.025e0</w:t>
      </w:r>
    </w:p>
    <w:p w14:paraId="788A78D7" w14:textId="77777777" w:rsidR="006D4449" w:rsidRDefault="006D4449" w:rsidP="006D4449">
      <w:r>
        <w:t>406.3781</w:t>
      </w:r>
      <w:r>
        <w:tab/>
        <w:t>1.013e0</w:t>
      </w:r>
    </w:p>
    <w:p w14:paraId="734ACEBB" w14:textId="77777777" w:rsidR="006D4449" w:rsidRDefault="006D4449" w:rsidP="006D4449">
      <w:r>
        <w:t>406.3948</w:t>
      </w:r>
      <w:r>
        <w:tab/>
        <w:t>3.038e0</w:t>
      </w:r>
    </w:p>
    <w:p w14:paraId="17E9DB3D" w14:textId="77777777" w:rsidR="006D4449" w:rsidRDefault="006D4449" w:rsidP="006D4449">
      <w:r>
        <w:t>406.4314</w:t>
      </w:r>
      <w:r>
        <w:tab/>
        <w:t>1.013e0</w:t>
      </w:r>
    </w:p>
    <w:p w14:paraId="018C7E05" w14:textId="77777777" w:rsidR="006D4449" w:rsidRDefault="006D4449" w:rsidP="006D4449">
      <w:r>
        <w:t>406.4566</w:t>
      </w:r>
      <w:r>
        <w:tab/>
        <w:t>4.051e0</w:t>
      </w:r>
    </w:p>
    <w:p w14:paraId="05CB248A" w14:textId="77777777" w:rsidR="006D4449" w:rsidRDefault="006D4449" w:rsidP="006D4449">
      <w:r>
        <w:t>406.4960</w:t>
      </w:r>
      <w:r>
        <w:tab/>
        <w:t>1.013e0</w:t>
      </w:r>
    </w:p>
    <w:p w14:paraId="5D4587BE" w14:textId="77777777" w:rsidR="006D4449" w:rsidRDefault="006D4449" w:rsidP="006D4449">
      <w:r>
        <w:t>406.5473</w:t>
      </w:r>
      <w:r>
        <w:tab/>
        <w:t>1.013e0</w:t>
      </w:r>
    </w:p>
    <w:p w14:paraId="4F755F8B" w14:textId="77777777" w:rsidR="006D4449" w:rsidRDefault="006D4449" w:rsidP="006D4449">
      <w:r>
        <w:t>406.5749</w:t>
      </w:r>
      <w:r>
        <w:tab/>
        <w:t>1.013e0</w:t>
      </w:r>
    </w:p>
    <w:p w14:paraId="64DF3814" w14:textId="77777777" w:rsidR="006D4449" w:rsidRDefault="006D4449" w:rsidP="006D4449">
      <w:r>
        <w:lastRenderedPageBreak/>
        <w:t>406.5886</w:t>
      </w:r>
      <w:r>
        <w:tab/>
        <w:t>3.038e0</w:t>
      </w:r>
    </w:p>
    <w:p w14:paraId="62773646" w14:textId="77777777" w:rsidR="006D4449" w:rsidRDefault="006D4449" w:rsidP="006D4449">
      <w:r>
        <w:t>406.6234</w:t>
      </w:r>
      <w:r>
        <w:tab/>
        <w:t>1.013e0</w:t>
      </w:r>
    </w:p>
    <w:p w14:paraId="126A018F" w14:textId="77777777" w:rsidR="006D4449" w:rsidRDefault="006D4449" w:rsidP="006D4449">
      <w:r>
        <w:t>406.6414</w:t>
      </w:r>
      <w:r>
        <w:tab/>
        <w:t>2.025e0</w:t>
      </w:r>
    </w:p>
    <w:p w14:paraId="07CA9488" w14:textId="77777777" w:rsidR="006D4449" w:rsidRDefault="006D4449" w:rsidP="006D4449">
      <w:r>
        <w:t>406.6610</w:t>
      </w:r>
      <w:r>
        <w:tab/>
        <w:t>1.013e0</w:t>
      </w:r>
    </w:p>
    <w:p w14:paraId="01B0E71F" w14:textId="77777777" w:rsidR="006D4449" w:rsidRDefault="006D4449" w:rsidP="006D4449">
      <w:r>
        <w:t>406.6808</w:t>
      </w:r>
      <w:r>
        <w:tab/>
        <w:t>1.013e0</w:t>
      </w:r>
    </w:p>
    <w:p w14:paraId="7A9F4F33" w14:textId="77777777" w:rsidR="006D4449" w:rsidRDefault="006D4449" w:rsidP="006D4449">
      <w:r>
        <w:t>406.6965</w:t>
      </w:r>
      <w:r>
        <w:tab/>
        <w:t>2.025e0</w:t>
      </w:r>
    </w:p>
    <w:p w14:paraId="4CAE478C" w14:textId="77777777" w:rsidR="006D4449" w:rsidRDefault="006D4449" w:rsidP="006D4449">
      <w:r>
        <w:t>406.7113</w:t>
      </w:r>
      <w:r>
        <w:tab/>
        <w:t>1.013e0</w:t>
      </w:r>
    </w:p>
    <w:p w14:paraId="54FBA58B" w14:textId="77777777" w:rsidR="006D4449" w:rsidRDefault="006D4449" w:rsidP="006D4449">
      <w:r>
        <w:t>406.7365</w:t>
      </w:r>
      <w:r>
        <w:tab/>
        <w:t>2.025e0</w:t>
      </w:r>
    </w:p>
    <w:p w14:paraId="550A9D9C" w14:textId="77777777" w:rsidR="006D4449" w:rsidRDefault="006D4449" w:rsidP="006D4449">
      <w:r>
        <w:t>406.7570</w:t>
      </w:r>
      <w:r>
        <w:tab/>
        <w:t>1.013e0</w:t>
      </w:r>
    </w:p>
    <w:p w14:paraId="134D5AE4" w14:textId="77777777" w:rsidR="006D4449" w:rsidRDefault="006D4449" w:rsidP="006D4449">
      <w:r>
        <w:t>406.8246</w:t>
      </w:r>
      <w:r>
        <w:tab/>
        <w:t>2.025e0</w:t>
      </w:r>
    </w:p>
    <w:p w14:paraId="19A4A1EA" w14:textId="77777777" w:rsidR="006D4449" w:rsidRDefault="006D4449" w:rsidP="006D4449">
      <w:r>
        <w:t>406.8280</w:t>
      </w:r>
      <w:r>
        <w:tab/>
        <w:t>4.051e0</w:t>
      </w:r>
    </w:p>
    <w:p w14:paraId="5BE4539D" w14:textId="77777777" w:rsidR="006D4449" w:rsidRDefault="006D4449" w:rsidP="006D4449">
      <w:r>
        <w:t>406.8405</w:t>
      </w:r>
      <w:r>
        <w:tab/>
        <w:t>1.013e0</w:t>
      </w:r>
    </w:p>
    <w:p w14:paraId="6168A46C" w14:textId="77777777" w:rsidR="006D4449" w:rsidRDefault="006D4449" w:rsidP="006D4449">
      <w:r>
        <w:t>406.8477</w:t>
      </w:r>
      <w:r>
        <w:tab/>
        <w:t>1.013e0</w:t>
      </w:r>
    </w:p>
    <w:p w14:paraId="06789CC7" w14:textId="77777777" w:rsidR="006D4449" w:rsidRDefault="006D4449" w:rsidP="006D4449">
      <w:r>
        <w:t>406.8914</w:t>
      </w:r>
      <w:r>
        <w:tab/>
        <w:t>2.025e0</w:t>
      </w:r>
    </w:p>
    <w:p w14:paraId="5C233417" w14:textId="77777777" w:rsidR="006D4449" w:rsidRDefault="006D4449" w:rsidP="006D4449">
      <w:r>
        <w:t>406.9286</w:t>
      </w:r>
      <w:r>
        <w:tab/>
        <w:t>3.038e0</w:t>
      </w:r>
    </w:p>
    <w:p w14:paraId="4D92403B" w14:textId="77777777" w:rsidR="006D4449" w:rsidRDefault="006D4449" w:rsidP="006D4449">
      <w:r>
        <w:t>406.9491</w:t>
      </w:r>
      <w:r>
        <w:tab/>
        <w:t>2.025e0</w:t>
      </w:r>
    </w:p>
    <w:p w14:paraId="7EB6E428" w14:textId="77777777" w:rsidR="006D4449" w:rsidRDefault="006D4449" w:rsidP="006D4449">
      <w:r>
        <w:t>406.9609</w:t>
      </w:r>
      <w:r>
        <w:tab/>
        <w:t>2.025e0</w:t>
      </w:r>
    </w:p>
    <w:p w14:paraId="495BD2BC" w14:textId="77777777" w:rsidR="006D4449" w:rsidRDefault="006D4449" w:rsidP="006D4449">
      <w:r>
        <w:t>406.9791</w:t>
      </w:r>
      <w:r>
        <w:tab/>
        <w:t>2.025e0</w:t>
      </w:r>
    </w:p>
    <w:p w14:paraId="62B0480B" w14:textId="77777777" w:rsidR="006D4449" w:rsidRDefault="006D4449" w:rsidP="006D4449">
      <w:r>
        <w:t>406.9937</w:t>
      </w:r>
      <w:r>
        <w:tab/>
        <w:t>1.013e0</w:t>
      </w:r>
    </w:p>
    <w:p w14:paraId="1FC8AE5B" w14:textId="77777777" w:rsidR="006D4449" w:rsidRDefault="006D4449" w:rsidP="006D4449">
      <w:r>
        <w:lastRenderedPageBreak/>
        <w:t>406.9949</w:t>
      </w:r>
      <w:r>
        <w:tab/>
        <w:t>2.025e0</w:t>
      </w:r>
    </w:p>
    <w:p w14:paraId="70D5A329" w14:textId="77777777" w:rsidR="006D4449" w:rsidRDefault="006D4449" w:rsidP="006D4449">
      <w:r>
        <w:t>406.9985</w:t>
      </w:r>
      <w:r>
        <w:tab/>
        <w:t>1.013e0</w:t>
      </w:r>
    </w:p>
    <w:p w14:paraId="4EE14E62" w14:textId="77777777" w:rsidR="006D4449" w:rsidRDefault="006D4449" w:rsidP="006D4449">
      <w:r>
        <w:t>407.0255</w:t>
      </w:r>
      <w:r>
        <w:tab/>
        <w:t>1.013e0</w:t>
      </w:r>
    </w:p>
    <w:p w14:paraId="3488F46C" w14:textId="77777777" w:rsidR="006D4449" w:rsidRDefault="006D4449" w:rsidP="006D4449">
      <w:r>
        <w:t>407.0522</w:t>
      </w:r>
      <w:r>
        <w:tab/>
        <w:t>1.013e0</w:t>
      </w:r>
    </w:p>
    <w:p w14:paraId="05159F84" w14:textId="77777777" w:rsidR="006D4449" w:rsidRDefault="006D4449" w:rsidP="006D4449">
      <w:r>
        <w:t>407.0781</w:t>
      </w:r>
      <w:r>
        <w:tab/>
        <w:t>5.063e0</w:t>
      </w:r>
    </w:p>
    <w:p w14:paraId="29953AFC" w14:textId="77777777" w:rsidR="006D4449" w:rsidRDefault="006D4449" w:rsidP="006D4449">
      <w:r>
        <w:t>407.0948</w:t>
      </w:r>
      <w:r>
        <w:tab/>
        <w:t>1.013e0</w:t>
      </w:r>
    </w:p>
    <w:p w14:paraId="5D049995" w14:textId="77777777" w:rsidR="006D4449" w:rsidRDefault="006D4449" w:rsidP="006D4449">
      <w:r>
        <w:t>407.0976</w:t>
      </w:r>
      <w:r>
        <w:tab/>
        <w:t>2.025e0</w:t>
      </w:r>
    </w:p>
    <w:p w14:paraId="1484C046" w14:textId="77777777" w:rsidR="006D4449" w:rsidRDefault="006D4449" w:rsidP="006D4449">
      <w:r>
        <w:t>407.1180</w:t>
      </w:r>
      <w:r>
        <w:tab/>
        <w:t>3.038e0</w:t>
      </w:r>
    </w:p>
    <w:p w14:paraId="43D0FA6C" w14:textId="77777777" w:rsidR="006D4449" w:rsidRDefault="006D4449" w:rsidP="006D4449">
      <w:r>
        <w:t>407.1590</w:t>
      </w:r>
      <w:r>
        <w:tab/>
        <w:t>2.025e0</w:t>
      </w:r>
    </w:p>
    <w:p w14:paraId="4323D587" w14:textId="77777777" w:rsidR="006D4449" w:rsidRDefault="006D4449" w:rsidP="006D4449">
      <w:r>
        <w:t>407.1607</w:t>
      </w:r>
      <w:r>
        <w:tab/>
        <w:t>1.013e0</w:t>
      </w:r>
    </w:p>
    <w:p w14:paraId="50C38325" w14:textId="77777777" w:rsidR="006D4449" w:rsidRDefault="006D4449" w:rsidP="006D4449">
      <w:r>
        <w:t>407.1867</w:t>
      </w:r>
      <w:r>
        <w:tab/>
        <w:t>1.832e0</w:t>
      </w:r>
    </w:p>
    <w:p w14:paraId="778AF9E1" w14:textId="77777777" w:rsidR="006D4449" w:rsidRDefault="006D4449" w:rsidP="006D4449">
      <w:r>
        <w:t>407.1898</w:t>
      </w:r>
      <w:r>
        <w:tab/>
        <w:t>2.321e0</w:t>
      </w:r>
    </w:p>
    <w:p w14:paraId="29A12BF8" w14:textId="77777777" w:rsidR="006D4449" w:rsidRDefault="006D4449" w:rsidP="006D4449">
      <w:r>
        <w:t>407.1993</w:t>
      </w:r>
      <w:r>
        <w:tab/>
        <w:t>1.824e0</w:t>
      </w:r>
    </w:p>
    <w:p w14:paraId="27208D0E" w14:textId="77777777" w:rsidR="006D4449" w:rsidRDefault="006D4449" w:rsidP="006D4449">
      <w:r>
        <w:t>407.2255</w:t>
      </w:r>
      <w:r>
        <w:tab/>
        <w:t>2.535e0</w:t>
      </w:r>
    </w:p>
    <w:p w14:paraId="26D02243" w14:textId="77777777" w:rsidR="006D4449" w:rsidRDefault="006D4449" w:rsidP="006D4449">
      <w:r>
        <w:t>407.2767</w:t>
      </w:r>
      <w:r>
        <w:tab/>
        <w:t>2.552e0</w:t>
      </w:r>
    </w:p>
    <w:p w14:paraId="19BF2575" w14:textId="77777777" w:rsidR="006D4449" w:rsidRDefault="006D4449" w:rsidP="006D4449">
      <w:r>
        <w:t>407.2858</w:t>
      </w:r>
      <w:r>
        <w:tab/>
        <w:t>3.038e0</w:t>
      </w:r>
    </w:p>
    <w:p w14:paraId="550CA70F" w14:textId="77777777" w:rsidR="006D4449" w:rsidRDefault="006D4449" w:rsidP="006D4449">
      <w:r>
        <w:t>407.3260</w:t>
      </w:r>
      <w:r>
        <w:tab/>
        <w:t>1.691e0</w:t>
      </w:r>
    </w:p>
    <w:p w14:paraId="6171D512" w14:textId="77777777" w:rsidR="006D4449" w:rsidRDefault="006D4449" w:rsidP="006D4449">
      <w:r>
        <w:t>407.3417</w:t>
      </w:r>
      <w:r>
        <w:tab/>
        <w:t>1.013e0</w:t>
      </w:r>
    </w:p>
    <w:p w14:paraId="6707FF95" w14:textId="77777777" w:rsidR="006D4449" w:rsidRDefault="006D4449" w:rsidP="006D4449">
      <w:r>
        <w:t>407.3511</w:t>
      </w:r>
      <w:r>
        <w:tab/>
        <w:t>2.025e0</w:t>
      </w:r>
    </w:p>
    <w:p w14:paraId="38E4F47C" w14:textId="77777777" w:rsidR="006D4449" w:rsidRDefault="006D4449" w:rsidP="006D4449">
      <w:r>
        <w:lastRenderedPageBreak/>
        <w:t>407.3650</w:t>
      </w:r>
      <w:r>
        <w:tab/>
        <w:t>1.013e0</w:t>
      </w:r>
    </w:p>
    <w:p w14:paraId="42840E77" w14:textId="77777777" w:rsidR="006D4449" w:rsidRDefault="006D4449" w:rsidP="006D4449">
      <w:r>
        <w:t>407.3707</w:t>
      </w:r>
      <w:r>
        <w:tab/>
        <w:t>2.025e0</w:t>
      </w:r>
    </w:p>
    <w:p w14:paraId="5F2BC7C4" w14:textId="77777777" w:rsidR="006D4449" w:rsidRDefault="006D4449" w:rsidP="006D4449">
      <w:r>
        <w:t>407.3957</w:t>
      </w:r>
      <w:r>
        <w:tab/>
        <w:t>2.025e0</w:t>
      </w:r>
    </w:p>
    <w:p w14:paraId="2D9B908E" w14:textId="77777777" w:rsidR="006D4449" w:rsidRDefault="006D4449" w:rsidP="006D4449">
      <w:r>
        <w:t>407.4309</w:t>
      </w:r>
      <w:r>
        <w:tab/>
        <w:t>3.038e0</w:t>
      </w:r>
    </w:p>
    <w:p w14:paraId="44057612" w14:textId="77777777" w:rsidR="006D4449" w:rsidRDefault="006D4449" w:rsidP="006D4449">
      <w:r>
        <w:t>407.4496</w:t>
      </w:r>
      <w:r>
        <w:tab/>
        <w:t>1.013e0</w:t>
      </w:r>
    </w:p>
    <w:p w14:paraId="208F6C41" w14:textId="77777777" w:rsidR="006D4449" w:rsidRDefault="006D4449" w:rsidP="006D4449">
      <w:r>
        <w:t>407.4559</w:t>
      </w:r>
      <w:r>
        <w:tab/>
        <w:t>1.013e0</w:t>
      </w:r>
    </w:p>
    <w:p w14:paraId="3938B9AD" w14:textId="77777777" w:rsidR="006D4449" w:rsidRDefault="006D4449" w:rsidP="006D4449">
      <w:r>
        <w:t>407.4789</w:t>
      </w:r>
      <w:r>
        <w:tab/>
        <w:t>3.038e0</w:t>
      </w:r>
    </w:p>
    <w:p w14:paraId="5038074D" w14:textId="77777777" w:rsidR="006D4449" w:rsidRDefault="006D4449" w:rsidP="006D4449">
      <w:r>
        <w:t>407.4855</w:t>
      </w:r>
      <w:r>
        <w:tab/>
        <w:t>2.025e0</w:t>
      </w:r>
    </w:p>
    <w:p w14:paraId="107CEC91" w14:textId="77777777" w:rsidR="006D4449" w:rsidRDefault="006D4449" w:rsidP="006D4449">
      <w:r>
        <w:t>407.5023</w:t>
      </w:r>
      <w:r>
        <w:tab/>
        <w:t>1.013e0</w:t>
      </w:r>
    </w:p>
    <w:p w14:paraId="238C371E" w14:textId="77777777" w:rsidR="006D4449" w:rsidRDefault="006D4449" w:rsidP="006D4449">
      <w:r>
        <w:t>407.5051</w:t>
      </w:r>
      <w:r>
        <w:tab/>
        <w:t>2.025e0</w:t>
      </w:r>
    </w:p>
    <w:p w14:paraId="552B3577" w14:textId="77777777" w:rsidR="006D4449" w:rsidRDefault="006D4449" w:rsidP="006D4449">
      <w:r>
        <w:t>407.5376</w:t>
      </w:r>
      <w:r>
        <w:tab/>
        <w:t>1.013e0</w:t>
      </w:r>
    </w:p>
    <w:p w14:paraId="75AEFF94" w14:textId="77777777" w:rsidR="006D4449" w:rsidRDefault="006D4449" w:rsidP="006D4449">
      <w:r>
        <w:t>407.5414</w:t>
      </w:r>
      <w:r>
        <w:tab/>
        <w:t>1.013e0</w:t>
      </w:r>
    </w:p>
    <w:p w14:paraId="558FB971" w14:textId="77777777" w:rsidR="006D4449" w:rsidRDefault="006D4449" w:rsidP="006D4449">
      <w:r>
        <w:t>407.5743</w:t>
      </w:r>
      <w:r>
        <w:tab/>
        <w:t>3.038e0</w:t>
      </w:r>
    </w:p>
    <w:p w14:paraId="05C9F474" w14:textId="77777777" w:rsidR="006D4449" w:rsidRDefault="006D4449" w:rsidP="006D4449">
      <w:r>
        <w:t>407.6143</w:t>
      </w:r>
      <w:r>
        <w:tab/>
        <w:t>2.025e0</w:t>
      </w:r>
    </w:p>
    <w:p w14:paraId="2FB3B5CC" w14:textId="77777777" w:rsidR="006D4449" w:rsidRDefault="006D4449" w:rsidP="006D4449">
      <w:r>
        <w:t>407.6288</w:t>
      </w:r>
      <w:r>
        <w:tab/>
        <w:t>2.025e0</w:t>
      </w:r>
    </w:p>
    <w:p w14:paraId="1C521AAB" w14:textId="77777777" w:rsidR="006D4449" w:rsidRDefault="006D4449" w:rsidP="006D4449">
      <w:r>
        <w:t>407.6641</w:t>
      </w:r>
      <w:r>
        <w:tab/>
        <w:t>1.013e0</w:t>
      </w:r>
    </w:p>
    <w:p w14:paraId="14D5D782" w14:textId="77777777" w:rsidR="006D4449" w:rsidRDefault="006D4449" w:rsidP="006D4449">
      <w:r>
        <w:t>407.6872</w:t>
      </w:r>
      <w:r>
        <w:tab/>
        <w:t>1.013e0</w:t>
      </w:r>
    </w:p>
    <w:p w14:paraId="6AB95158" w14:textId="77777777" w:rsidR="006D4449" w:rsidRDefault="006D4449" w:rsidP="006D4449">
      <w:r>
        <w:t>407.7085</w:t>
      </w:r>
      <w:r>
        <w:tab/>
        <w:t>1.013e0</w:t>
      </w:r>
    </w:p>
    <w:p w14:paraId="627282DF" w14:textId="77777777" w:rsidR="006D4449" w:rsidRDefault="006D4449" w:rsidP="006D4449">
      <w:r>
        <w:t>407.7229</w:t>
      </w:r>
      <w:r>
        <w:tab/>
        <w:t>1.013e0</w:t>
      </w:r>
    </w:p>
    <w:p w14:paraId="5E13800C" w14:textId="77777777" w:rsidR="006D4449" w:rsidRDefault="006D4449" w:rsidP="006D4449">
      <w:r>
        <w:lastRenderedPageBreak/>
        <w:t>407.7661</w:t>
      </w:r>
      <w:r>
        <w:tab/>
        <w:t>1.013e0</w:t>
      </w:r>
    </w:p>
    <w:p w14:paraId="2D2440CD" w14:textId="77777777" w:rsidR="006D4449" w:rsidRDefault="006D4449" w:rsidP="006D4449">
      <w:r>
        <w:t>407.8021</w:t>
      </w:r>
      <w:r>
        <w:tab/>
        <w:t>1.013e0</w:t>
      </w:r>
    </w:p>
    <w:p w14:paraId="62D6B649" w14:textId="77777777" w:rsidR="006D4449" w:rsidRDefault="006D4449" w:rsidP="006D4449">
      <w:r>
        <w:t>407.8367</w:t>
      </w:r>
      <w:r>
        <w:tab/>
        <w:t>1.013e0</w:t>
      </w:r>
    </w:p>
    <w:p w14:paraId="621C091A" w14:textId="77777777" w:rsidR="006D4449" w:rsidRDefault="006D4449" w:rsidP="006D4449">
      <w:r>
        <w:t>407.8542</w:t>
      </w:r>
      <w:r>
        <w:tab/>
        <w:t>2.025e0</w:t>
      </w:r>
    </w:p>
    <w:p w14:paraId="68960A93" w14:textId="77777777" w:rsidR="006D4449" w:rsidRDefault="006D4449" w:rsidP="006D4449">
      <w:r>
        <w:t>407.8926</w:t>
      </w:r>
      <w:r>
        <w:tab/>
        <w:t>5.063e0</w:t>
      </w:r>
    </w:p>
    <w:p w14:paraId="5F20AB54" w14:textId="77777777" w:rsidR="006D4449" w:rsidRDefault="006D4449" w:rsidP="006D4449">
      <w:r>
        <w:t>407.9028</w:t>
      </w:r>
      <w:r>
        <w:tab/>
        <w:t>1.013e0</w:t>
      </w:r>
    </w:p>
    <w:p w14:paraId="03598E03" w14:textId="77777777" w:rsidR="006D4449" w:rsidRDefault="006D4449" w:rsidP="006D4449">
      <w:r>
        <w:t>407.9165</w:t>
      </w:r>
      <w:r>
        <w:tab/>
        <w:t>3.038e0</w:t>
      </w:r>
    </w:p>
    <w:p w14:paraId="1DA9AA10" w14:textId="77777777" w:rsidR="006D4449" w:rsidRDefault="006D4449" w:rsidP="006D4449">
      <w:r>
        <w:t>407.9340</w:t>
      </w:r>
      <w:r>
        <w:tab/>
        <w:t>7.089e0</w:t>
      </w:r>
    </w:p>
    <w:p w14:paraId="10EDD84B" w14:textId="77777777" w:rsidR="006D4449" w:rsidRDefault="006D4449" w:rsidP="006D4449">
      <w:r>
        <w:t>407.9415</w:t>
      </w:r>
      <w:r>
        <w:tab/>
        <w:t>2.025e0</w:t>
      </w:r>
    </w:p>
    <w:p w14:paraId="0F8F7CBB" w14:textId="77777777" w:rsidR="006D4449" w:rsidRDefault="006D4449" w:rsidP="006D4449">
      <w:r>
        <w:t>407.9549</w:t>
      </w:r>
      <w:r>
        <w:tab/>
        <w:t>1.284e0</w:t>
      </w:r>
    </w:p>
    <w:p w14:paraId="0EB0D05A" w14:textId="77777777" w:rsidR="006D4449" w:rsidRDefault="006D4449" w:rsidP="006D4449">
      <w:r>
        <w:t>407.9715</w:t>
      </w:r>
      <w:r>
        <w:tab/>
        <w:t>2.025e0</w:t>
      </w:r>
    </w:p>
    <w:p w14:paraId="3035CBF0" w14:textId="77777777" w:rsidR="006D4449" w:rsidRDefault="006D4449" w:rsidP="006D4449">
      <w:r>
        <w:t>407.9979</w:t>
      </w:r>
      <w:r>
        <w:tab/>
        <w:t>4.051e0</w:t>
      </w:r>
    </w:p>
    <w:p w14:paraId="1ADD755B" w14:textId="77777777" w:rsidR="006D4449" w:rsidRDefault="006D4449" w:rsidP="006D4449">
      <w:r>
        <w:t>408.0077</w:t>
      </w:r>
      <w:r>
        <w:tab/>
        <w:t>1.013e0</w:t>
      </w:r>
    </w:p>
    <w:p w14:paraId="3CEBDC41" w14:textId="77777777" w:rsidR="006D4449" w:rsidRDefault="006D4449" w:rsidP="006D4449">
      <w:r>
        <w:t>408.0131</w:t>
      </w:r>
      <w:r>
        <w:tab/>
        <w:t>2.025e0</w:t>
      </w:r>
    </w:p>
    <w:p w14:paraId="3F6D8C4B" w14:textId="77777777" w:rsidR="006D4449" w:rsidRDefault="006D4449" w:rsidP="006D4449">
      <w:r>
        <w:t>408.0148</w:t>
      </w:r>
      <w:r>
        <w:tab/>
        <w:t>4.051e0</w:t>
      </w:r>
    </w:p>
    <w:p w14:paraId="68ABFB8D" w14:textId="77777777" w:rsidR="006D4449" w:rsidRDefault="006D4449" w:rsidP="006D4449">
      <w:r>
        <w:t>408.0557</w:t>
      </w:r>
      <w:r>
        <w:tab/>
        <w:t>1.013e0</w:t>
      </w:r>
    </w:p>
    <w:p w14:paraId="28DE360D" w14:textId="77777777" w:rsidR="006D4449" w:rsidRDefault="006D4449" w:rsidP="006D4449">
      <w:r>
        <w:t>408.0629</w:t>
      </w:r>
      <w:r>
        <w:tab/>
        <w:t>1.013e0</w:t>
      </w:r>
    </w:p>
    <w:p w14:paraId="6FCC64CA" w14:textId="77777777" w:rsidR="006D4449" w:rsidRDefault="006D4449" w:rsidP="006D4449">
      <w:r>
        <w:t>408.0779</w:t>
      </w:r>
      <w:r>
        <w:tab/>
        <w:t>5.063e0</w:t>
      </w:r>
    </w:p>
    <w:p w14:paraId="0F4391F2" w14:textId="77777777" w:rsidR="006D4449" w:rsidRDefault="006D4449" w:rsidP="006D4449">
      <w:r>
        <w:t>408.1566</w:t>
      </w:r>
      <w:r>
        <w:tab/>
        <w:t>8.268e0</w:t>
      </w:r>
    </w:p>
    <w:p w14:paraId="2E42AE6E" w14:textId="77777777" w:rsidR="006D4449" w:rsidRDefault="006D4449" w:rsidP="006D4449">
      <w:r>
        <w:lastRenderedPageBreak/>
        <w:t>408.1583</w:t>
      </w:r>
      <w:r>
        <w:tab/>
        <w:t>4.939e1</w:t>
      </w:r>
    </w:p>
    <w:p w14:paraId="4F2A90AB" w14:textId="77777777" w:rsidR="006D4449" w:rsidRDefault="006D4449" w:rsidP="006D4449">
      <w:r>
        <w:t>408.1600</w:t>
      </w:r>
      <w:r>
        <w:tab/>
        <w:t>9.341e1</w:t>
      </w:r>
    </w:p>
    <w:p w14:paraId="2EFCE0BD" w14:textId="77777777" w:rsidR="006D4449" w:rsidRDefault="006D4449" w:rsidP="006D4449">
      <w:r>
        <w:t>408.1623</w:t>
      </w:r>
      <w:r>
        <w:tab/>
        <w:t>2.734e1</w:t>
      </w:r>
    </w:p>
    <w:p w14:paraId="36468CBA" w14:textId="77777777" w:rsidR="006D4449" w:rsidRDefault="006D4449" w:rsidP="006D4449">
      <w:r>
        <w:t>408.2404</w:t>
      </w:r>
      <w:r>
        <w:tab/>
        <w:t>2.842e0</w:t>
      </w:r>
    </w:p>
    <w:p w14:paraId="4B917BC9" w14:textId="77777777" w:rsidR="006D4449" w:rsidRDefault="006D4449" w:rsidP="006D4449">
      <w:r>
        <w:t>408.2496</w:t>
      </w:r>
      <w:r>
        <w:tab/>
        <w:t>4.660e0</w:t>
      </w:r>
    </w:p>
    <w:p w14:paraId="27469B0C" w14:textId="77777777" w:rsidR="006D4449" w:rsidRDefault="006D4449" w:rsidP="006D4449">
      <w:r>
        <w:t>408.2704</w:t>
      </w:r>
      <w:r>
        <w:tab/>
        <w:t>1.729e0</w:t>
      </w:r>
    </w:p>
    <w:p w14:paraId="5AB6EAB5" w14:textId="77777777" w:rsidR="006D4449" w:rsidRDefault="006D4449" w:rsidP="006D4449">
      <w:r>
        <w:t>408.3191</w:t>
      </w:r>
      <w:r>
        <w:tab/>
        <w:t>2.034e0</w:t>
      </w:r>
    </w:p>
    <w:p w14:paraId="3657094E" w14:textId="77777777" w:rsidR="006D4449" w:rsidRDefault="006D4449" w:rsidP="006D4449">
      <w:r>
        <w:t>408.3205</w:t>
      </w:r>
      <w:r>
        <w:tab/>
        <w:t>2.025e0</w:t>
      </w:r>
    </w:p>
    <w:p w14:paraId="440CD039" w14:textId="77777777" w:rsidR="006D4449" w:rsidRDefault="006D4449" w:rsidP="006D4449">
      <w:r>
        <w:t>408.3374</w:t>
      </w:r>
      <w:r>
        <w:tab/>
        <w:t>5.113e0</w:t>
      </w:r>
    </w:p>
    <w:p w14:paraId="3A9D0136" w14:textId="77777777" w:rsidR="006D4449" w:rsidRDefault="006D4449" w:rsidP="006D4449">
      <w:r>
        <w:t>408.3670</w:t>
      </w:r>
      <w:r>
        <w:tab/>
        <w:t>3.038e0</w:t>
      </w:r>
    </w:p>
    <w:p w14:paraId="34443AAD" w14:textId="77777777" w:rsidR="006D4449" w:rsidRDefault="006D4449" w:rsidP="006D4449">
      <w:r>
        <w:t>408.3689</w:t>
      </w:r>
      <w:r>
        <w:tab/>
        <w:t>3.038e0</w:t>
      </w:r>
    </w:p>
    <w:p w14:paraId="388BD252" w14:textId="77777777" w:rsidR="006D4449" w:rsidRDefault="006D4449" w:rsidP="006D4449">
      <w:r>
        <w:t>408.3740</w:t>
      </w:r>
      <w:r>
        <w:tab/>
        <w:t>4.051e0</w:t>
      </w:r>
    </w:p>
    <w:p w14:paraId="6710549A" w14:textId="77777777" w:rsidR="006D4449" w:rsidRDefault="006D4449" w:rsidP="006D4449">
      <w:r>
        <w:t>408.3844</w:t>
      </w:r>
      <w:r>
        <w:tab/>
        <w:t>6.076e0</w:t>
      </w:r>
    </w:p>
    <w:p w14:paraId="788A765A" w14:textId="77777777" w:rsidR="006D4449" w:rsidRDefault="006D4449" w:rsidP="006D4449">
      <w:r>
        <w:t>408.3903</w:t>
      </w:r>
      <w:r>
        <w:tab/>
        <w:t>3.038e0</w:t>
      </w:r>
    </w:p>
    <w:p w14:paraId="72EB55CD" w14:textId="77777777" w:rsidR="006D4449" w:rsidRDefault="006D4449" w:rsidP="006D4449">
      <w:r>
        <w:t>408.4231</w:t>
      </w:r>
      <w:r>
        <w:tab/>
        <w:t>1.013e0</w:t>
      </w:r>
    </w:p>
    <w:p w14:paraId="49478418" w14:textId="77777777" w:rsidR="006D4449" w:rsidRDefault="006D4449" w:rsidP="006D4449">
      <w:r>
        <w:t>408.4512</w:t>
      </w:r>
      <w:r>
        <w:tab/>
        <w:t>3.038e0</w:t>
      </w:r>
    </w:p>
    <w:p w14:paraId="57A378D7" w14:textId="77777777" w:rsidR="006D4449" w:rsidRDefault="006D4449" w:rsidP="006D4449">
      <w:r>
        <w:t>408.4879</w:t>
      </w:r>
      <w:r>
        <w:tab/>
        <w:t>1.013e0</w:t>
      </w:r>
    </w:p>
    <w:p w14:paraId="355FAE11" w14:textId="77777777" w:rsidR="006D4449" w:rsidRDefault="006D4449" w:rsidP="006D4449">
      <w:r>
        <w:t>408.5168</w:t>
      </w:r>
      <w:r>
        <w:tab/>
        <w:t>1.013e0</w:t>
      </w:r>
    </w:p>
    <w:p w14:paraId="32A59379" w14:textId="77777777" w:rsidR="006D4449" w:rsidRDefault="006D4449" w:rsidP="006D4449">
      <w:r>
        <w:t>408.5567</w:t>
      </w:r>
      <w:r>
        <w:tab/>
        <w:t>2.025e0</w:t>
      </w:r>
    </w:p>
    <w:p w14:paraId="151765DF" w14:textId="77777777" w:rsidR="006D4449" w:rsidRDefault="006D4449" w:rsidP="006D4449">
      <w:r>
        <w:lastRenderedPageBreak/>
        <w:t>408.5714</w:t>
      </w:r>
      <w:r>
        <w:tab/>
        <w:t>1.013e0</w:t>
      </w:r>
    </w:p>
    <w:p w14:paraId="3DABD87B" w14:textId="77777777" w:rsidR="006D4449" w:rsidRDefault="006D4449" w:rsidP="006D4449">
      <w:r>
        <w:t>408.5770</w:t>
      </w:r>
      <w:r>
        <w:tab/>
        <w:t>1.013e0</w:t>
      </w:r>
    </w:p>
    <w:p w14:paraId="049CB091" w14:textId="77777777" w:rsidR="006D4449" w:rsidRDefault="006D4449" w:rsidP="006D4449">
      <w:r>
        <w:t>408.6235</w:t>
      </w:r>
      <w:r>
        <w:tab/>
        <w:t>2.025e0</w:t>
      </w:r>
    </w:p>
    <w:p w14:paraId="0A2E61E7" w14:textId="77777777" w:rsidR="006D4449" w:rsidRDefault="006D4449" w:rsidP="006D4449">
      <w:r>
        <w:t>408.6577</w:t>
      </w:r>
      <w:r>
        <w:tab/>
        <w:t>3.038e0</w:t>
      </w:r>
    </w:p>
    <w:p w14:paraId="306E8960" w14:textId="77777777" w:rsidR="006D4449" w:rsidRDefault="006D4449" w:rsidP="006D4449">
      <w:r>
        <w:t>408.6754</w:t>
      </w:r>
      <w:r>
        <w:tab/>
        <w:t>1.013e0</w:t>
      </w:r>
    </w:p>
    <w:p w14:paraId="1B98F308" w14:textId="77777777" w:rsidR="006D4449" w:rsidRDefault="006D4449" w:rsidP="006D4449">
      <w:r>
        <w:t>408.6837</w:t>
      </w:r>
      <w:r>
        <w:tab/>
        <w:t>1.013e0</w:t>
      </w:r>
    </w:p>
    <w:p w14:paraId="55B03480" w14:textId="77777777" w:rsidR="006D4449" w:rsidRDefault="006D4449" w:rsidP="006D4449">
      <w:r>
        <w:t>408.7459</w:t>
      </w:r>
      <w:r>
        <w:tab/>
        <w:t>1.013e0</w:t>
      </w:r>
    </w:p>
    <w:p w14:paraId="63DAEDFC" w14:textId="77777777" w:rsidR="006D4449" w:rsidRDefault="006D4449" w:rsidP="006D4449">
      <w:r>
        <w:t>408.8124</w:t>
      </w:r>
      <w:r>
        <w:tab/>
        <w:t>1.013e0</w:t>
      </w:r>
    </w:p>
    <w:p w14:paraId="60E8D46E" w14:textId="77777777" w:rsidR="006D4449" w:rsidRDefault="006D4449" w:rsidP="006D4449">
      <w:r>
        <w:t>408.8204</w:t>
      </w:r>
      <w:r>
        <w:tab/>
        <w:t>2.025e0</w:t>
      </w:r>
    </w:p>
    <w:p w14:paraId="5F2A71C7" w14:textId="77777777" w:rsidR="006D4449" w:rsidRDefault="006D4449" w:rsidP="006D4449">
      <w:r>
        <w:t>408.8686</w:t>
      </w:r>
      <w:r>
        <w:tab/>
        <w:t>1.013e0</w:t>
      </w:r>
    </w:p>
    <w:p w14:paraId="7A5BB5C2" w14:textId="77777777" w:rsidR="006D4449" w:rsidRDefault="006D4449" w:rsidP="006D4449">
      <w:r>
        <w:t>408.8773</w:t>
      </w:r>
      <w:r>
        <w:tab/>
        <w:t>1.013e0</w:t>
      </w:r>
    </w:p>
    <w:p w14:paraId="2B58C4D8" w14:textId="77777777" w:rsidR="006D4449" w:rsidRDefault="006D4449" w:rsidP="006D4449">
      <w:r>
        <w:t>408.8990</w:t>
      </w:r>
      <w:r>
        <w:tab/>
        <w:t>1.013e0</w:t>
      </w:r>
    </w:p>
    <w:p w14:paraId="07846591" w14:textId="77777777" w:rsidR="006D4449" w:rsidRDefault="006D4449" w:rsidP="006D4449">
      <w:r>
        <w:t>408.9026</w:t>
      </w:r>
      <w:r>
        <w:tab/>
        <w:t>3.741e0</w:t>
      </w:r>
    </w:p>
    <w:p w14:paraId="7D393002" w14:textId="77777777" w:rsidR="006D4449" w:rsidRDefault="006D4449" w:rsidP="006D4449">
      <w:r>
        <w:t>408.9405</w:t>
      </w:r>
      <w:r>
        <w:tab/>
        <w:t>2.025e0</w:t>
      </w:r>
    </w:p>
    <w:p w14:paraId="15F3AFBF" w14:textId="77777777" w:rsidR="006D4449" w:rsidRDefault="006D4449" w:rsidP="006D4449">
      <w:r>
        <w:t>408.9577</w:t>
      </w:r>
      <w:r>
        <w:tab/>
        <w:t>1.013e0</w:t>
      </w:r>
    </w:p>
    <w:p w14:paraId="40A9DEF8" w14:textId="77777777" w:rsidR="006D4449" w:rsidRDefault="006D4449" w:rsidP="006D4449">
      <w:r>
        <w:t>408.9639</w:t>
      </w:r>
      <w:r>
        <w:tab/>
        <w:t>2.025e0</w:t>
      </w:r>
    </w:p>
    <w:p w14:paraId="4FDBACDB" w14:textId="77777777" w:rsidR="006D4449" w:rsidRDefault="006D4449" w:rsidP="006D4449">
      <w:r>
        <w:t>408.9711</w:t>
      </w:r>
      <w:r>
        <w:tab/>
        <w:t>1.013e0</w:t>
      </w:r>
    </w:p>
    <w:p w14:paraId="39832274" w14:textId="77777777" w:rsidR="006D4449" w:rsidRDefault="006D4449" w:rsidP="006D4449">
      <w:r>
        <w:t>408.9763</w:t>
      </w:r>
      <w:r>
        <w:tab/>
        <w:t>4.051e0</w:t>
      </w:r>
    </w:p>
    <w:p w14:paraId="76CD8E42" w14:textId="77777777" w:rsidR="006D4449" w:rsidRDefault="006D4449" w:rsidP="006D4449">
      <w:r>
        <w:t>409.0217</w:t>
      </w:r>
      <w:r>
        <w:tab/>
        <w:t>1.013e0</w:t>
      </w:r>
    </w:p>
    <w:p w14:paraId="46D77D2D" w14:textId="77777777" w:rsidR="006D4449" w:rsidRDefault="006D4449" w:rsidP="006D4449">
      <w:r>
        <w:lastRenderedPageBreak/>
        <w:t>409.0239</w:t>
      </w:r>
      <w:r>
        <w:tab/>
        <w:t>3.038e0</w:t>
      </w:r>
    </w:p>
    <w:p w14:paraId="53EA0349" w14:textId="77777777" w:rsidR="006D4449" w:rsidRDefault="006D4449" w:rsidP="006D4449">
      <w:r>
        <w:t>409.0360</w:t>
      </w:r>
      <w:r>
        <w:tab/>
        <w:t>1.013e0</w:t>
      </w:r>
    </w:p>
    <w:p w14:paraId="538CDC7D" w14:textId="77777777" w:rsidR="006D4449" w:rsidRDefault="006D4449" w:rsidP="006D4449">
      <w:r>
        <w:t>409.0806</w:t>
      </w:r>
      <w:r>
        <w:tab/>
        <w:t>1.013e0</w:t>
      </w:r>
    </w:p>
    <w:p w14:paraId="5DF38080" w14:textId="77777777" w:rsidR="006D4449" w:rsidRDefault="006D4449" w:rsidP="006D4449">
      <w:r>
        <w:t>409.1037</w:t>
      </w:r>
      <w:r>
        <w:tab/>
        <w:t>1.013e0</w:t>
      </w:r>
    </w:p>
    <w:p w14:paraId="61958737" w14:textId="77777777" w:rsidR="006D4449" w:rsidRDefault="006D4449" w:rsidP="006D4449">
      <w:r>
        <w:t>409.1504</w:t>
      </w:r>
      <w:r>
        <w:tab/>
        <w:t>3.038e0</w:t>
      </w:r>
    </w:p>
    <w:p w14:paraId="40712538" w14:textId="77777777" w:rsidR="006D4449" w:rsidRDefault="006D4449" w:rsidP="006D4449">
      <w:r>
        <w:t>409.1653</w:t>
      </w:r>
      <w:r>
        <w:tab/>
        <w:t>1.171e1</w:t>
      </w:r>
    </w:p>
    <w:p w14:paraId="4FAD9FD2" w14:textId="77777777" w:rsidR="006D4449" w:rsidRDefault="006D4449" w:rsidP="006D4449">
      <w:r>
        <w:t>409.1665</w:t>
      </w:r>
      <w:r>
        <w:tab/>
        <w:t>1.114e1</w:t>
      </w:r>
    </w:p>
    <w:p w14:paraId="52D92A42" w14:textId="77777777" w:rsidR="006D4449" w:rsidRDefault="006D4449" w:rsidP="006D4449">
      <w:r>
        <w:t>409.1714</w:t>
      </w:r>
      <w:r>
        <w:tab/>
        <w:t>1.623e1</w:t>
      </w:r>
    </w:p>
    <w:p w14:paraId="70370030" w14:textId="77777777" w:rsidR="006D4449" w:rsidRDefault="006D4449" w:rsidP="006D4449">
      <w:r>
        <w:t>409.1774</w:t>
      </w:r>
      <w:r>
        <w:tab/>
        <w:t>6.743e0</w:t>
      </w:r>
    </w:p>
    <w:p w14:paraId="090F25F4" w14:textId="77777777" w:rsidR="006D4449" w:rsidRDefault="006D4449" w:rsidP="006D4449">
      <w:r>
        <w:t>409.1814</w:t>
      </w:r>
      <w:r>
        <w:tab/>
        <w:t>5.063e0</w:t>
      </w:r>
    </w:p>
    <w:p w14:paraId="252FC680" w14:textId="77777777" w:rsidR="006D4449" w:rsidRDefault="006D4449" w:rsidP="006D4449">
      <w:r>
        <w:t>409.2831</w:t>
      </w:r>
      <w:r>
        <w:tab/>
        <w:t>1.880e0</w:t>
      </w:r>
    </w:p>
    <w:p w14:paraId="34DEF391" w14:textId="77777777" w:rsidR="006D4449" w:rsidRDefault="006D4449" w:rsidP="006D4449">
      <w:r>
        <w:t>409.2862</w:t>
      </w:r>
      <w:r>
        <w:tab/>
        <w:t>2.025e0</w:t>
      </w:r>
    </w:p>
    <w:p w14:paraId="6832DE0F" w14:textId="77777777" w:rsidR="006D4449" w:rsidRDefault="006D4449" w:rsidP="006D4449">
      <w:r>
        <w:t>409.2882</w:t>
      </w:r>
      <w:r>
        <w:tab/>
        <w:t>2.025e0</w:t>
      </w:r>
    </w:p>
    <w:p w14:paraId="027DE43B" w14:textId="77777777" w:rsidR="006D4449" w:rsidRDefault="006D4449" w:rsidP="006D4449">
      <w:r>
        <w:t>409.2968</w:t>
      </w:r>
      <w:r>
        <w:tab/>
        <w:t>2.025e0</w:t>
      </w:r>
    </w:p>
    <w:p w14:paraId="32A96BCC" w14:textId="77777777" w:rsidR="006D4449" w:rsidRDefault="006D4449" w:rsidP="006D4449">
      <w:r>
        <w:t>409.3382</w:t>
      </w:r>
      <w:r>
        <w:tab/>
        <w:t>5.063e0</w:t>
      </w:r>
    </w:p>
    <w:p w14:paraId="28994C14" w14:textId="77777777" w:rsidR="006D4449" w:rsidRDefault="006D4449" w:rsidP="006D4449">
      <w:r>
        <w:t>409.3439</w:t>
      </w:r>
      <w:r>
        <w:tab/>
        <w:t>2.145e0</w:t>
      </w:r>
    </w:p>
    <w:p w14:paraId="1C085304" w14:textId="77777777" w:rsidR="006D4449" w:rsidRDefault="006D4449" w:rsidP="006D4449">
      <w:r>
        <w:t>409.3806</w:t>
      </w:r>
      <w:r>
        <w:tab/>
        <w:t>4.051e0</w:t>
      </w:r>
    </w:p>
    <w:p w14:paraId="06657954" w14:textId="77777777" w:rsidR="006D4449" w:rsidRDefault="006D4449" w:rsidP="006D4449">
      <w:r>
        <w:t>409.3889</w:t>
      </w:r>
      <w:r>
        <w:tab/>
        <w:t>4.051e0</w:t>
      </w:r>
    </w:p>
    <w:p w14:paraId="7DEC39D1" w14:textId="77777777" w:rsidR="006D4449" w:rsidRDefault="006D4449" w:rsidP="006D4449">
      <w:r>
        <w:t>409.4104</w:t>
      </w:r>
      <w:r>
        <w:tab/>
        <w:t>3.038e0</w:t>
      </w:r>
    </w:p>
    <w:p w14:paraId="6A7310DE" w14:textId="77777777" w:rsidR="006D4449" w:rsidRDefault="006D4449" w:rsidP="006D4449">
      <w:r>
        <w:lastRenderedPageBreak/>
        <w:t>409.4198</w:t>
      </w:r>
      <w:r>
        <w:tab/>
        <w:t>3.038e0</w:t>
      </w:r>
    </w:p>
    <w:p w14:paraId="5B5AFDEC" w14:textId="77777777" w:rsidR="006D4449" w:rsidRDefault="006D4449" w:rsidP="006D4449">
      <w:r>
        <w:t>409.4675</w:t>
      </w:r>
      <w:r>
        <w:tab/>
        <w:t>1.013e0</w:t>
      </w:r>
    </w:p>
    <w:p w14:paraId="4CCC2871" w14:textId="77777777" w:rsidR="006D4449" w:rsidRDefault="006D4449" w:rsidP="006D4449">
      <w:r>
        <w:t>409.5085</w:t>
      </w:r>
      <w:r>
        <w:tab/>
        <w:t>2.025e0</w:t>
      </w:r>
    </w:p>
    <w:p w14:paraId="4F384B7F" w14:textId="77777777" w:rsidR="006D4449" w:rsidRDefault="006D4449" w:rsidP="006D4449">
      <w:r>
        <w:t>409.5235</w:t>
      </w:r>
      <w:r>
        <w:tab/>
        <w:t>1.013e0</w:t>
      </w:r>
    </w:p>
    <w:p w14:paraId="3DB515D0" w14:textId="77777777" w:rsidR="006D4449" w:rsidRDefault="006D4449" w:rsidP="006D4449">
      <w:r>
        <w:t>409.5427</w:t>
      </w:r>
      <w:r>
        <w:tab/>
        <w:t>2.025e0</w:t>
      </w:r>
    </w:p>
    <w:p w14:paraId="67129BC2" w14:textId="77777777" w:rsidR="006D4449" w:rsidRDefault="006D4449" w:rsidP="006D4449">
      <w:r>
        <w:t>409.5627</w:t>
      </w:r>
      <w:r>
        <w:tab/>
        <w:t>1.013e0</w:t>
      </w:r>
    </w:p>
    <w:p w14:paraId="4FEE6174" w14:textId="77777777" w:rsidR="006D4449" w:rsidRDefault="006D4449" w:rsidP="006D4449">
      <w:r>
        <w:t>409.6137</w:t>
      </w:r>
      <w:r>
        <w:tab/>
        <w:t>1.013e0</w:t>
      </w:r>
    </w:p>
    <w:p w14:paraId="071D8246" w14:textId="77777777" w:rsidR="006D4449" w:rsidRDefault="006D4449" w:rsidP="006D4449">
      <w:r>
        <w:t>409.6571</w:t>
      </w:r>
      <w:r>
        <w:tab/>
        <w:t>1.013e0</w:t>
      </w:r>
    </w:p>
    <w:p w14:paraId="121B76D2" w14:textId="77777777" w:rsidR="006D4449" w:rsidRDefault="006D4449" w:rsidP="006D4449">
      <w:r>
        <w:t>409.6626</w:t>
      </w:r>
      <w:r>
        <w:tab/>
        <w:t>1.013e0</w:t>
      </w:r>
    </w:p>
    <w:p w14:paraId="42AA2364" w14:textId="77777777" w:rsidR="006D4449" w:rsidRDefault="006D4449" w:rsidP="006D4449">
      <w:r>
        <w:t>409.6741</w:t>
      </w:r>
      <w:r>
        <w:tab/>
        <w:t>2.025e0</w:t>
      </w:r>
    </w:p>
    <w:p w14:paraId="141C89A6" w14:textId="77777777" w:rsidR="006D4449" w:rsidRDefault="006D4449" w:rsidP="006D4449">
      <w:r>
        <w:t>409.7059</w:t>
      </w:r>
      <w:r>
        <w:tab/>
        <w:t>1.013e0</w:t>
      </w:r>
    </w:p>
    <w:p w14:paraId="25D96260" w14:textId="77777777" w:rsidR="006D4449" w:rsidRDefault="006D4449" w:rsidP="006D4449">
      <w:r>
        <w:t>409.7438</w:t>
      </w:r>
      <w:r>
        <w:tab/>
        <w:t>1.013e0</w:t>
      </w:r>
    </w:p>
    <w:p w14:paraId="1F9FB1C7" w14:textId="77777777" w:rsidR="006D4449" w:rsidRDefault="006D4449" w:rsidP="006D4449">
      <w:r>
        <w:t>409.8471</w:t>
      </w:r>
      <w:r>
        <w:tab/>
        <w:t>2.025e0</w:t>
      </w:r>
    </w:p>
    <w:p w14:paraId="4C73DBE9" w14:textId="77777777" w:rsidR="006D4449" w:rsidRDefault="006D4449" w:rsidP="006D4449">
      <w:r>
        <w:t>409.8601</w:t>
      </w:r>
      <w:r>
        <w:tab/>
        <w:t>1.013e0</w:t>
      </w:r>
    </w:p>
    <w:p w14:paraId="13C85177" w14:textId="77777777" w:rsidR="006D4449" w:rsidRDefault="006D4449" w:rsidP="006D4449">
      <w:r>
        <w:t>409.9115</w:t>
      </w:r>
      <w:r>
        <w:tab/>
        <w:t>2.025e0</w:t>
      </w:r>
    </w:p>
    <w:p w14:paraId="06E9F137" w14:textId="77777777" w:rsidR="006D4449" w:rsidRDefault="006D4449" w:rsidP="006D4449">
      <w:r>
        <w:t>409.9173</w:t>
      </w:r>
      <w:r>
        <w:tab/>
        <w:t>1.013e0</w:t>
      </w:r>
    </w:p>
    <w:p w14:paraId="57D77A2F" w14:textId="77777777" w:rsidR="006D4449" w:rsidRDefault="006D4449" w:rsidP="006D4449">
      <w:r>
        <w:t>409.9295</w:t>
      </w:r>
      <w:r>
        <w:tab/>
        <w:t>2.025e0</w:t>
      </w:r>
    </w:p>
    <w:p w14:paraId="0077478D" w14:textId="77777777" w:rsidR="006D4449" w:rsidRDefault="006D4449" w:rsidP="006D4449">
      <w:r>
        <w:t>409.9455</w:t>
      </w:r>
      <w:r>
        <w:tab/>
        <w:t>1.013e0</w:t>
      </w:r>
    </w:p>
    <w:p w14:paraId="7B00A3F7" w14:textId="77777777" w:rsidR="006D4449" w:rsidRDefault="006D4449" w:rsidP="006D4449">
      <w:r>
        <w:t>409.9535</w:t>
      </w:r>
      <w:r>
        <w:tab/>
        <w:t>1.013e0</w:t>
      </w:r>
    </w:p>
    <w:p w14:paraId="629F4054" w14:textId="77777777" w:rsidR="006D4449" w:rsidRDefault="006D4449" w:rsidP="006D4449">
      <w:r>
        <w:lastRenderedPageBreak/>
        <w:t>409.9669</w:t>
      </w:r>
      <w:r>
        <w:tab/>
        <w:t>2.025e0</w:t>
      </w:r>
    </w:p>
    <w:p w14:paraId="1273B6CD" w14:textId="77777777" w:rsidR="006D4449" w:rsidRDefault="006D4449" w:rsidP="006D4449">
      <w:r>
        <w:t>409.9734</w:t>
      </w:r>
      <w:r>
        <w:tab/>
        <w:t>1.013e0</w:t>
      </w:r>
    </w:p>
    <w:p w14:paraId="7C38999B" w14:textId="77777777" w:rsidR="006D4449" w:rsidRDefault="006D4449" w:rsidP="006D4449">
      <w:r>
        <w:t>409.9952</w:t>
      </w:r>
      <w:r>
        <w:tab/>
        <w:t>2.025e0</w:t>
      </w:r>
    </w:p>
    <w:p w14:paraId="2269C5EC" w14:textId="77777777" w:rsidR="006D4449" w:rsidRDefault="006D4449" w:rsidP="006D4449">
      <w:r>
        <w:t>410.0313</w:t>
      </w:r>
      <w:r>
        <w:tab/>
        <w:t>1.013e0</w:t>
      </w:r>
    </w:p>
    <w:p w14:paraId="4EDAB6E4" w14:textId="77777777" w:rsidR="006D4449" w:rsidRDefault="006D4449" w:rsidP="006D4449">
      <w:r>
        <w:t>410.0505</w:t>
      </w:r>
      <w:r>
        <w:tab/>
        <w:t>1.013e0</w:t>
      </w:r>
    </w:p>
    <w:p w14:paraId="37A71F99" w14:textId="77777777" w:rsidR="006D4449" w:rsidRDefault="006D4449" w:rsidP="006D4449">
      <w:r>
        <w:t>410.0746</w:t>
      </w:r>
      <w:r>
        <w:tab/>
        <w:t>1.013e0</w:t>
      </w:r>
    </w:p>
    <w:p w14:paraId="2173F119" w14:textId="77777777" w:rsidR="006D4449" w:rsidRDefault="006D4449" w:rsidP="006D4449">
      <w:r>
        <w:t>410.0894</w:t>
      </w:r>
      <w:r>
        <w:tab/>
        <w:t>1.013e0</w:t>
      </w:r>
    </w:p>
    <w:p w14:paraId="77F50E9E" w14:textId="77777777" w:rsidR="006D4449" w:rsidRDefault="006D4449" w:rsidP="006D4449">
      <w:r>
        <w:t>410.1483</w:t>
      </w:r>
      <w:r>
        <w:tab/>
        <w:t>4.051e0</w:t>
      </w:r>
    </w:p>
    <w:p w14:paraId="0F3EA8A1" w14:textId="77777777" w:rsidR="006D4449" w:rsidRDefault="006D4449" w:rsidP="006D4449">
      <w:r>
        <w:t>410.1505</w:t>
      </w:r>
      <w:r>
        <w:tab/>
        <w:t>3.108e0</w:t>
      </w:r>
    </w:p>
    <w:p w14:paraId="71D7EB3F" w14:textId="77777777" w:rsidR="006D4449" w:rsidRDefault="006D4449" w:rsidP="006D4449">
      <w:r>
        <w:t>410.1616</w:t>
      </w:r>
      <w:r>
        <w:tab/>
        <w:t>2.523e0</w:t>
      </w:r>
    </w:p>
    <w:p w14:paraId="0368CA06" w14:textId="77777777" w:rsidR="006D4449" w:rsidRDefault="006D4449" w:rsidP="006D4449">
      <w:r>
        <w:t>410.1870</w:t>
      </w:r>
      <w:r>
        <w:tab/>
        <w:t>1.502e1</w:t>
      </w:r>
    </w:p>
    <w:p w14:paraId="661AFEA7" w14:textId="77777777" w:rsidR="006D4449" w:rsidRDefault="006D4449" w:rsidP="006D4449">
      <w:r>
        <w:t>410.1901</w:t>
      </w:r>
      <w:r>
        <w:tab/>
        <w:t>8.358e0</w:t>
      </w:r>
    </w:p>
    <w:p w14:paraId="34A82888" w14:textId="77777777" w:rsidR="006D4449" w:rsidRDefault="006D4449" w:rsidP="006D4449">
      <w:r>
        <w:t>410.1940</w:t>
      </w:r>
      <w:r>
        <w:tab/>
        <w:t>1.784e0</w:t>
      </w:r>
    </w:p>
    <w:p w14:paraId="3227B768" w14:textId="77777777" w:rsidR="006D4449" w:rsidRDefault="006D4449" w:rsidP="006D4449">
      <w:r>
        <w:t>410.1956</w:t>
      </w:r>
      <w:r>
        <w:tab/>
        <w:t>3.849e0</w:t>
      </w:r>
    </w:p>
    <w:p w14:paraId="38B3EDFE" w14:textId="77777777" w:rsidR="006D4449" w:rsidRDefault="006D4449" w:rsidP="006D4449">
      <w:r>
        <w:t>410.1992</w:t>
      </w:r>
      <w:r>
        <w:tab/>
        <w:t>1.679e0</w:t>
      </w:r>
    </w:p>
    <w:p w14:paraId="69BE019D" w14:textId="77777777" w:rsidR="006D4449" w:rsidRDefault="006D4449" w:rsidP="006D4449">
      <w:r>
        <w:t>410.2619</w:t>
      </w:r>
      <w:r>
        <w:tab/>
        <w:t>4.257e0</w:t>
      </w:r>
    </w:p>
    <w:p w14:paraId="3950C3CB" w14:textId="77777777" w:rsidR="006D4449" w:rsidRDefault="006D4449" w:rsidP="006D4449">
      <w:r>
        <w:t>410.2637</w:t>
      </w:r>
      <w:r>
        <w:tab/>
        <w:t>1.082e1</w:t>
      </w:r>
    </w:p>
    <w:p w14:paraId="6A7421D4" w14:textId="77777777" w:rsidR="006D4449" w:rsidRDefault="006D4449" w:rsidP="006D4449">
      <w:r>
        <w:t>410.3062</w:t>
      </w:r>
      <w:r>
        <w:tab/>
        <w:t>1.013e0</w:t>
      </w:r>
    </w:p>
    <w:p w14:paraId="0442AF1D" w14:textId="77777777" w:rsidR="006D4449" w:rsidRDefault="006D4449" w:rsidP="006D4449">
      <w:r>
        <w:t>410.3158</w:t>
      </w:r>
      <w:r>
        <w:tab/>
        <w:t>3.783e0</w:t>
      </w:r>
    </w:p>
    <w:p w14:paraId="0D44B0FF" w14:textId="77777777" w:rsidR="006D4449" w:rsidRDefault="006D4449" w:rsidP="006D4449">
      <w:r>
        <w:lastRenderedPageBreak/>
        <w:t>410.3191</w:t>
      </w:r>
      <w:r>
        <w:tab/>
        <w:t>1.013e0</w:t>
      </w:r>
    </w:p>
    <w:p w14:paraId="1F46E8BA" w14:textId="77777777" w:rsidR="006D4449" w:rsidRDefault="006D4449" w:rsidP="006D4449">
      <w:r>
        <w:t>410.3466</w:t>
      </w:r>
      <w:r>
        <w:tab/>
        <w:t>2.703e0</w:t>
      </w:r>
    </w:p>
    <w:p w14:paraId="7E5AE2FC" w14:textId="77777777" w:rsidR="006D4449" w:rsidRDefault="006D4449" w:rsidP="006D4449">
      <w:r>
        <w:t>410.3618</w:t>
      </w:r>
      <w:r>
        <w:tab/>
        <w:t>2.025e0</w:t>
      </w:r>
    </w:p>
    <w:p w14:paraId="7FC2DF52" w14:textId="77777777" w:rsidR="006D4449" w:rsidRDefault="006D4449" w:rsidP="006D4449">
      <w:r>
        <w:t>410.3942</w:t>
      </w:r>
      <w:r>
        <w:tab/>
        <w:t>2.025e0</w:t>
      </w:r>
    </w:p>
    <w:p w14:paraId="71FE3DB4" w14:textId="77777777" w:rsidR="006D4449" w:rsidRDefault="006D4449" w:rsidP="006D4449">
      <w:r>
        <w:t>410.3962</w:t>
      </w:r>
      <w:r>
        <w:tab/>
        <w:t>2.025e0</w:t>
      </w:r>
    </w:p>
    <w:p w14:paraId="41921867" w14:textId="77777777" w:rsidR="006D4449" w:rsidRDefault="006D4449" w:rsidP="006D4449">
      <w:r>
        <w:t>410.4527</w:t>
      </w:r>
      <w:r>
        <w:tab/>
        <w:t>1.013e0</w:t>
      </w:r>
    </w:p>
    <w:p w14:paraId="1CBF048E" w14:textId="77777777" w:rsidR="006D4449" w:rsidRDefault="006D4449" w:rsidP="006D4449">
      <w:r>
        <w:t>410.4799</w:t>
      </w:r>
      <w:r>
        <w:tab/>
        <w:t>1.013e0</w:t>
      </w:r>
    </w:p>
    <w:p w14:paraId="671E8CF5" w14:textId="77777777" w:rsidR="006D4449" w:rsidRDefault="006D4449" w:rsidP="006D4449">
      <w:r>
        <w:t>410.4825</w:t>
      </w:r>
      <w:r>
        <w:tab/>
        <w:t>2.025e0</w:t>
      </w:r>
    </w:p>
    <w:p w14:paraId="1A1276E3" w14:textId="77777777" w:rsidR="006D4449" w:rsidRDefault="006D4449" w:rsidP="006D4449">
      <w:r>
        <w:t>410.5075</w:t>
      </w:r>
      <w:r>
        <w:tab/>
        <w:t>2.025e0</w:t>
      </w:r>
    </w:p>
    <w:p w14:paraId="51679ACF" w14:textId="77777777" w:rsidR="006D4449" w:rsidRDefault="006D4449" w:rsidP="006D4449">
      <w:r>
        <w:t>410.5291</w:t>
      </w:r>
      <w:r>
        <w:tab/>
        <w:t>1.013e0</w:t>
      </w:r>
    </w:p>
    <w:p w14:paraId="0EAAE7D2" w14:textId="77777777" w:rsidR="006D4449" w:rsidRDefault="006D4449" w:rsidP="006D4449">
      <w:r>
        <w:t>410.5774</w:t>
      </w:r>
      <w:r>
        <w:tab/>
        <w:t>1.013e0</w:t>
      </w:r>
    </w:p>
    <w:p w14:paraId="4D8C16FD" w14:textId="77777777" w:rsidR="006D4449" w:rsidRDefault="006D4449" w:rsidP="006D4449">
      <w:r>
        <w:t>410.5862</w:t>
      </w:r>
      <w:r>
        <w:tab/>
        <w:t>2.025e0</w:t>
      </w:r>
    </w:p>
    <w:p w14:paraId="125ACE7D" w14:textId="77777777" w:rsidR="006D4449" w:rsidRDefault="006D4449" w:rsidP="006D4449">
      <w:r>
        <w:t>410.6030</w:t>
      </w:r>
      <w:r>
        <w:tab/>
        <w:t>1.013e0</w:t>
      </w:r>
    </w:p>
    <w:p w14:paraId="40B05E70" w14:textId="77777777" w:rsidR="006D4449" w:rsidRDefault="006D4449" w:rsidP="006D4449">
      <w:r>
        <w:t>410.6253</w:t>
      </w:r>
      <w:r>
        <w:tab/>
        <w:t>2.025e0</w:t>
      </w:r>
    </w:p>
    <w:p w14:paraId="4923BE09" w14:textId="77777777" w:rsidR="006D4449" w:rsidRDefault="006D4449" w:rsidP="006D4449">
      <w:r>
        <w:t>410.6360</w:t>
      </w:r>
      <w:r>
        <w:tab/>
        <w:t>1.013e0</w:t>
      </w:r>
    </w:p>
    <w:p w14:paraId="7B3E46D1" w14:textId="77777777" w:rsidR="006D4449" w:rsidRDefault="006D4449" w:rsidP="006D4449">
      <w:r>
        <w:t>410.6788</w:t>
      </w:r>
      <w:r>
        <w:tab/>
        <w:t>1.013e0</w:t>
      </w:r>
    </w:p>
    <w:p w14:paraId="1F2FC12E" w14:textId="77777777" w:rsidR="006D4449" w:rsidRDefault="006D4449" w:rsidP="006D4449">
      <w:r>
        <w:t>410.6805</w:t>
      </w:r>
      <w:r>
        <w:tab/>
        <w:t>1.013e0</w:t>
      </w:r>
    </w:p>
    <w:p w14:paraId="0612C1EE" w14:textId="77777777" w:rsidR="006D4449" w:rsidRDefault="006D4449" w:rsidP="006D4449">
      <w:r>
        <w:t>410.6962</w:t>
      </w:r>
      <w:r>
        <w:tab/>
        <w:t>4.051e0</w:t>
      </w:r>
    </w:p>
    <w:p w14:paraId="18A66E20" w14:textId="77777777" w:rsidR="006D4449" w:rsidRDefault="006D4449" w:rsidP="006D4449">
      <w:r>
        <w:t>410.7261</w:t>
      </w:r>
      <w:r>
        <w:tab/>
        <w:t>1.013e0</w:t>
      </w:r>
    </w:p>
    <w:p w14:paraId="43DB90F9" w14:textId="77777777" w:rsidR="006D4449" w:rsidRDefault="006D4449" w:rsidP="006D4449">
      <w:r>
        <w:lastRenderedPageBreak/>
        <w:t>410.7409</w:t>
      </w:r>
      <w:r>
        <w:tab/>
        <w:t>1.013e0</w:t>
      </w:r>
    </w:p>
    <w:p w14:paraId="59558802" w14:textId="77777777" w:rsidR="006D4449" w:rsidRDefault="006D4449" w:rsidP="006D4449">
      <w:r>
        <w:t>410.7857</w:t>
      </w:r>
      <w:r>
        <w:tab/>
        <w:t>1.013e0</w:t>
      </w:r>
    </w:p>
    <w:p w14:paraId="414F8F9D" w14:textId="77777777" w:rsidR="006D4449" w:rsidRDefault="006D4449" w:rsidP="006D4449">
      <w:r>
        <w:t>410.8050</w:t>
      </w:r>
      <w:r>
        <w:tab/>
        <w:t>1.013e0</w:t>
      </w:r>
    </w:p>
    <w:p w14:paraId="2445608A" w14:textId="77777777" w:rsidR="006D4449" w:rsidRDefault="006D4449" w:rsidP="006D4449">
      <w:r>
        <w:t>410.8347</w:t>
      </w:r>
      <w:r>
        <w:tab/>
        <w:t>1.013e0</w:t>
      </w:r>
    </w:p>
    <w:p w14:paraId="14955432" w14:textId="77777777" w:rsidR="006D4449" w:rsidRDefault="006D4449" w:rsidP="006D4449">
      <w:r>
        <w:t>410.8424</w:t>
      </w:r>
      <w:r>
        <w:tab/>
        <w:t>3.038e0</w:t>
      </w:r>
    </w:p>
    <w:p w14:paraId="3FCBAF45" w14:textId="77777777" w:rsidR="006D4449" w:rsidRDefault="006D4449" w:rsidP="006D4449">
      <w:r>
        <w:t>410.8668</w:t>
      </w:r>
      <w:r>
        <w:tab/>
        <w:t>2.025e0</w:t>
      </w:r>
    </w:p>
    <w:p w14:paraId="040FD13F" w14:textId="77777777" w:rsidR="006D4449" w:rsidRDefault="006D4449" w:rsidP="006D4449">
      <w:r>
        <w:t>410.8727</w:t>
      </w:r>
      <w:r>
        <w:tab/>
        <w:t>1.013e0</w:t>
      </w:r>
    </w:p>
    <w:p w14:paraId="6DDB15EE" w14:textId="77777777" w:rsidR="006D4449" w:rsidRDefault="006D4449" w:rsidP="006D4449">
      <w:r>
        <w:t>410.8853</w:t>
      </w:r>
      <w:r>
        <w:tab/>
        <w:t>1.013e0</w:t>
      </w:r>
    </w:p>
    <w:p w14:paraId="08E54692" w14:textId="77777777" w:rsidR="006D4449" w:rsidRDefault="006D4449" w:rsidP="006D4449">
      <w:r>
        <w:t>410.9026</w:t>
      </w:r>
      <w:r>
        <w:tab/>
        <w:t>2.025e0</w:t>
      </w:r>
    </w:p>
    <w:p w14:paraId="5ED1134C" w14:textId="77777777" w:rsidR="006D4449" w:rsidRDefault="006D4449" w:rsidP="006D4449">
      <w:r>
        <w:t>410.9443</w:t>
      </w:r>
      <w:r>
        <w:tab/>
        <w:t>5.063e0</w:t>
      </w:r>
    </w:p>
    <w:p w14:paraId="15DE36A9" w14:textId="77777777" w:rsidR="006D4449" w:rsidRDefault="006D4449" w:rsidP="006D4449">
      <w:r>
        <w:t>410.9530</w:t>
      </w:r>
      <w:r>
        <w:tab/>
        <w:t>1.013e0</w:t>
      </w:r>
    </w:p>
    <w:p w14:paraId="08E3A207" w14:textId="77777777" w:rsidR="006D4449" w:rsidRDefault="006D4449" w:rsidP="006D4449">
      <w:r>
        <w:t>410.9619</w:t>
      </w:r>
      <w:r>
        <w:tab/>
        <w:t>3.038e0</w:t>
      </w:r>
    </w:p>
    <w:p w14:paraId="1FCB959A" w14:textId="77777777" w:rsidR="006D4449" w:rsidRDefault="006D4449" w:rsidP="006D4449">
      <w:r>
        <w:t>410.9669</w:t>
      </w:r>
      <w:r>
        <w:tab/>
        <w:t>1.013e0</w:t>
      </w:r>
    </w:p>
    <w:p w14:paraId="6036EB1E" w14:textId="77777777" w:rsidR="006D4449" w:rsidRDefault="006D4449" w:rsidP="006D4449">
      <w:r>
        <w:t>410.9958</w:t>
      </w:r>
      <w:r>
        <w:tab/>
        <w:t>1.013e0</w:t>
      </w:r>
    </w:p>
    <w:p w14:paraId="35E6C440" w14:textId="77777777" w:rsidR="006D4449" w:rsidRDefault="006D4449" w:rsidP="006D4449">
      <w:r>
        <w:t>411.0151</w:t>
      </w:r>
      <w:r>
        <w:tab/>
        <w:t>1.013e0</w:t>
      </w:r>
    </w:p>
    <w:p w14:paraId="7103A9BB" w14:textId="77777777" w:rsidR="006D4449" w:rsidRDefault="006D4449" w:rsidP="006D4449">
      <w:r>
        <w:t>411.0189</w:t>
      </w:r>
      <w:r>
        <w:tab/>
        <w:t>1.013e0</w:t>
      </w:r>
    </w:p>
    <w:p w14:paraId="34936D03" w14:textId="77777777" w:rsidR="006D4449" w:rsidRDefault="006D4449" w:rsidP="006D4449">
      <w:r>
        <w:t>411.0313</w:t>
      </w:r>
      <w:r>
        <w:tab/>
        <w:t>2.025e0</w:t>
      </w:r>
    </w:p>
    <w:p w14:paraId="16C9CC28" w14:textId="77777777" w:rsidR="006D4449" w:rsidRDefault="006D4449" w:rsidP="006D4449">
      <w:r>
        <w:t>411.0642</w:t>
      </w:r>
      <w:r>
        <w:tab/>
        <w:t>4.051e0</w:t>
      </w:r>
    </w:p>
    <w:p w14:paraId="56A9D99F" w14:textId="77777777" w:rsidR="006D4449" w:rsidRDefault="006D4449" w:rsidP="006D4449">
      <w:r>
        <w:t>411.0704</w:t>
      </w:r>
      <w:r>
        <w:tab/>
        <w:t>2.025e0</w:t>
      </w:r>
    </w:p>
    <w:p w14:paraId="4D0E805A" w14:textId="77777777" w:rsidR="006D4449" w:rsidRDefault="006D4449" w:rsidP="006D4449">
      <w:r>
        <w:lastRenderedPageBreak/>
        <w:t>411.0971</w:t>
      </w:r>
      <w:r>
        <w:tab/>
        <w:t>1.013e0</w:t>
      </w:r>
    </w:p>
    <w:p w14:paraId="405EE37F" w14:textId="77777777" w:rsidR="006D4449" w:rsidRDefault="006D4449" w:rsidP="006D4449">
      <w:r>
        <w:t>411.1131</w:t>
      </w:r>
      <w:r>
        <w:tab/>
        <w:t>3.038e0</w:t>
      </w:r>
    </w:p>
    <w:p w14:paraId="134A6112" w14:textId="77777777" w:rsidR="006D4449" w:rsidRDefault="006D4449" w:rsidP="006D4449">
      <w:r>
        <w:t>411.1295</w:t>
      </w:r>
      <w:r>
        <w:tab/>
        <w:t>3.038e0</w:t>
      </w:r>
    </w:p>
    <w:p w14:paraId="277AB287" w14:textId="77777777" w:rsidR="006D4449" w:rsidRDefault="006D4449" w:rsidP="006D4449">
      <w:r>
        <w:t>411.1752</w:t>
      </w:r>
      <w:r>
        <w:tab/>
        <w:t>3.702e0</w:t>
      </w:r>
    </w:p>
    <w:p w14:paraId="291FA75B" w14:textId="77777777" w:rsidR="006D4449" w:rsidRDefault="006D4449" w:rsidP="006D4449">
      <w:r>
        <w:t>411.1809</w:t>
      </w:r>
      <w:r>
        <w:tab/>
        <w:t>2.025e0</w:t>
      </w:r>
    </w:p>
    <w:p w14:paraId="3E641E62" w14:textId="77777777" w:rsidR="006D4449" w:rsidRDefault="006D4449" w:rsidP="006D4449">
      <w:r>
        <w:t>411.2119</w:t>
      </w:r>
      <w:r>
        <w:tab/>
        <w:t>1.722e1</w:t>
      </w:r>
    </w:p>
    <w:p w14:paraId="21EE64A7" w14:textId="77777777" w:rsidR="006D4449" w:rsidRDefault="006D4449" w:rsidP="006D4449">
      <w:r>
        <w:t>411.2254</w:t>
      </w:r>
      <w:r>
        <w:tab/>
        <w:t>4.041e1</w:t>
      </w:r>
    </w:p>
    <w:p w14:paraId="51982658" w14:textId="77777777" w:rsidR="006D4449" w:rsidRDefault="006D4449" w:rsidP="006D4449">
      <w:r>
        <w:t>411.2273</w:t>
      </w:r>
      <w:r>
        <w:tab/>
        <w:t>2.993e1</w:t>
      </w:r>
    </w:p>
    <w:p w14:paraId="5503E957" w14:textId="77777777" w:rsidR="006D4449" w:rsidRDefault="006D4449" w:rsidP="006D4449">
      <w:r>
        <w:t>411.2456</w:t>
      </w:r>
      <w:r>
        <w:tab/>
        <w:t>1.901e1</w:t>
      </w:r>
    </w:p>
    <w:p w14:paraId="121B939D" w14:textId="77777777" w:rsidR="006D4449" w:rsidRDefault="006D4449" w:rsidP="006D4449">
      <w:r>
        <w:t>411.3004</w:t>
      </w:r>
      <w:r>
        <w:tab/>
        <w:t>1.013e0</w:t>
      </w:r>
    </w:p>
    <w:p w14:paraId="46FA9BD1" w14:textId="77777777" w:rsidR="006D4449" w:rsidRDefault="006D4449" w:rsidP="006D4449">
      <w:r>
        <w:t>411.3142</w:t>
      </w:r>
      <w:r>
        <w:tab/>
        <w:t>2.025e0</w:t>
      </w:r>
    </w:p>
    <w:p w14:paraId="17387A18" w14:textId="77777777" w:rsidR="006D4449" w:rsidRDefault="006D4449" w:rsidP="006D4449">
      <w:r>
        <w:t>411.3153</w:t>
      </w:r>
      <w:r>
        <w:tab/>
        <w:t>3.529e0</w:t>
      </w:r>
    </w:p>
    <w:p w14:paraId="6CB0A409" w14:textId="77777777" w:rsidR="006D4449" w:rsidRDefault="006D4449" w:rsidP="006D4449">
      <w:r>
        <w:t>411.3204</w:t>
      </w:r>
      <w:r>
        <w:tab/>
        <w:t>1.013e0</w:t>
      </w:r>
    </w:p>
    <w:p w14:paraId="4F91EBBF" w14:textId="77777777" w:rsidR="006D4449" w:rsidRDefault="006D4449" w:rsidP="006D4449">
      <w:r>
        <w:t>411.3642</w:t>
      </w:r>
      <w:r>
        <w:tab/>
        <w:t>2.025e0</w:t>
      </w:r>
    </w:p>
    <w:p w14:paraId="2C0DEF9B" w14:textId="77777777" w:rsidR="006D4449" w:rsidRDefault="006D4449" w:rsidP="006D4449">
      <w:r>
        <w:t>411.3784</w:t>
      </w:r>
      <w:r>
        <w:tab/>
        <w:t>1.013e0</w:t>
      </w:r>
    </w:p>
    <w:p w14:paraId="2DADD265" w14:textId="77777777" w:rsidR="006D4449" w:rsidRDefault="006D4449" w:rsidP="006D4449">
      <w:r>
        <w:t>411.3838</w:t>
      </w:r>
      <w:r>
        <w:tab/>
        <w:t>2.025e0</w:t>
      </w:r>
    </w:p>
    <w:p w14:paraId="006D324E" w14:textId="77777777" w:rsidR="006D4449" w:rsidRDefault="006D4449" w:rsidP="006D4449">
      <w:r>
        <w:t>411.3925</w:t>
      </w:r>
      <w:r>
        <w:tab/>
        <w:t>1.013e0</w:t>
      </w:r>
    </w:p>
    <w:p w14:paraId="782F83FE" w14:textId="77777777" w:rsidR="006D4449" w:rsidRDefault="006D4449" w:rsidP="006D4449">
      <w:r>
        <w:t>411.4092</w:t>
      </w:r>
      <w:r>
        <w:tab/>
        <w:t>1.013e0</w:t>
      </w:r>
    </w:p>
    <w:p w14:paraId="51E7A72D" w14:textId="77777777" w:rsidR="006D4449" w:rsidRDefault="006D4449" w:rsidP="006D4449">
      <w:r>
        <w:t>411.4510</w:t>
      </w:r>
      <w:r>
        <w:tab/>
        <w:t>1.013e0</w:t>
      </w:r>
    </w:p>
    <w:p w14:paraId="3F055120" w14:textId="77777777" w:rsidR="006D4449" w:rsidRDefault="006D4449" w:rsidP="006D4449">
      <w:r>
        <w:lastRenderedPageBreak/>
        <w:t>411.4655</w:t>
      </w:r>
      <w:r>
        <w:tab/>
        <w:t>1.013e0</w:t>
      </w:r>
    </w:p>
    <w:p w14:paraId="4A06020E" w14:textId="77777777" w:rsidR="006D4449" w:rsidRDefault="006D4449" w:rsidP="006D4449">
      <w:r>
        <w:t>411.5018</w:t>
      </w:r>
      <w:r>
        <w:tab/>
        <w:t>1.013e0</w:t>
      </w:r>
    </w:p>
    <w:p w14:paraId="6389AD39" w14:textId="77777777" w:rsidR="006D4449" w:rsidRDefault="006D4449" w:rsidP="006D4449">
      <w:r>
        <w:t>411.5209</w:t>
      </w:r>
      <w:r>
        <w:tab/>
        <w:t>1.013e0</w:t>
      </w:r>
    </w:p>
    <w:p w14:paraId="33C75141" w14:textId="77777777" w:rsidR="006D4449" w:rsidRDefault="006D4449" w:rsidP="006D4449">
      <w:r>
        <w:t>411.5253</w:t>
      </w:r>
      <w:r>
        <w:tab/>
        <w:t>1.013e0</w:t>
      </w:r>
    </w:p>
    <w:p w14:paraId="0084F386" w14:textId="77777777" w:rsidR="006D4449" w:rsidRDefault="006D4449" w:rsidP="006D4449">
      <w:r>
        <w:t>411.5556</w:t>
      </w:r>
      <w:r>
        <w:tab/>
        <w:t>2.025e0</w:t>
      </w:r>
    </w:p>
    <w:p w14:paraId="077F050B" w14:textId="77777777" w:rsidR="006D4449" w:rsidRDefault="006D4449" w:rsidP="006D4449">
      <w:r>
        <w:t>411.5812</w:t>
      </w:r>
      <w:r>
        <w:tab/>
        <w:t>1.013e0</w:t>
      </w:r>
    </w:p>
    <w:p w14:paraId="2EF134AA" w14:textId="77777777" w:rsidR="006D4449" w:rsidRDefault="006D4449" w:rsidP="006D4449">
      <w:r>
        <w:t>411.5961</w:t>
      </w:r>
      <w:r>
        <w:tab/>
        <w:t>1.013e0</w:t>
      </w:r>
    </w:p>
    <w:p w14:paraId="767E2F8A" w14:textId="77777777" w:rsidR="006D4449" w:rsidRDefault="006D4449" w:rsidP="006D4449">
      <w:r>
        <w:t>411.6124</w:t>
      </w:r>
      <w:r>
        <w:tab/>
        <w:t>1.013e0</w:t>
      </w:r>
    </w:p>
    <w:p w14:paraId="61F2B828" w14:textId="77777777" w:rsidR="006D4449" w:rsidRDefault="006D4449" w:rsidP="006D4449">
      <w:r>
        <w:t>411.6240</w:t>
      </w:r>
      <w:r>
        <w:tab/>
        <w:t>1.013e0</w:t>
      </w:r>
    </w:p>
    <w:p w14:paraId="378FB1DF" w14:textId="77777777" w:rsidR="006D4449" w:rsidRDefault="006D4449" w:rsidP="006D4449">
      <w:r>
        <w:t>411.6419</w:t>
      </w:r>
      <w:r>
        <w:tab/>
        <w:t>2.025e0</w:t>
      </w:r>
    </w:p>
    <w:p w14:paraId="1EA77B99" w14:textId="77777777" w:rsidR="006D4449" w:rsidRDefault="006D4449" w:rsidP="006D4449">
      <w:r>
        <w:t>411.6668</w:t>
      </w:r>
      <w:r>
        <w:tab/>
        <w:t>1.013e0</w:t>
      </w:r>
    </w:p>
    <w:p w14:paraId="1A3D7048" w14:textId="77777777" w:rsidR="006D4449" w:rsidRDefault="006D4449" w:rsidP="006D4449">
      <w:r>
        <w:t>411.6977</w:t>
      </w:r>
      <w:r>
        <w:tab/>
        <w:t>1.013e0</w:t>
      </w:r>
    </w:p>
    <w:p w14:paraId="42092983" w14:textId="77777777" w:rsidR="006D4449" w:rsidRDefault="006D4449" w:rsidP="006D4449">
      <w:r>
        <w:t>411.7255</w:t>
      </w:r>
      <w:r>
        <w:tab/>
        <w:t>1.013e0</w:t>
      </w:r>
    </w:p>
    <w:p w14:paraId="748A58A2" w14:textId="77777777" w:rsidR="006D4449" w:rsidRDefault="006D4449" w:rsidP="006D4449">
      <w:r>
        <w:t>411.7776</w:t>
      </w:r>
      <w:r>
        <w:tab/>
        <w:t>1.013e0</w:t>
      </w:r>
    </w:p>
    <w:p w14:paraId="7A773B14" w14:textId="77777777" w:rsidR="006D4449" w:rsidRDefault="006D4449" w:rsidP="006D4449">
      <w:r>
        <w:t>411.7793</w:t>
      </w:r>
      <w:r>
        <w:tab/>
        <w:t>1.013e0</w:t>
      </w:r>
    </w:p>
    <w:p w14:paraId="4B2274C3" w14:textId="77777777" w:rsidR="006D4449" w:rsidRDefault="006D4449" w:rsidP="006D4449">
      <w:r>
        <w:t>411.8575</w:t>
      </w:r>
      <w:r>
        <w:tab/>
        <w:t>1.013e0</w:t>
      </w:r>
    </w:p>
    <w:p w14:paraId="03E6387B" w14:textId="77777777" w:rsidR="006D4449" w:rsidRDefault="006D4449" w:rsidP="006D4449">
      <w:r>
        <w:t>411.8734</w:t>
      </w:r>
      <w:r>
        <w:tab/>
        <w:t>1.013e0</w:t>
      </w:r>
    </w:p>
    <w:p w14:paraId="32117FC8" w14:textId="77777777" w:rsidR="006D4449" w:rsidRDefault="006D4449" w:rsidP="006D4449">
      <w:r>
        <w:t>411.8841</w:t>
      </w:r>
      <w:r>
        <w:tab/>
        <w:t>2.025e0</w:t>
      </w:r>
    </w:p>
    <w:p w14:paraId="645FDEDD" w14:textId="77777777" w:rsidR="006D4449" w:rsidRDefault="006D4449" w:rsidP="006D4449">
      <w:r>
        <w:t>411.9012</w:t>
      </w:r>
      <w:r>
        <w:tab/>
        <w:t>2.025e0</w:t>
      </w:r>
    </w:p>
    <w:p w14:paraId="4CF5C1DD" w14:textId="77777777" w:rsidR="006D4449" w:rsidRDefault="006D4449" w:rsidP="006D4449">
      <w:r>
        <w:lastRenderedPageBreak/>
        <w:t>411.9083</w:t>
      </w:r>
      <w:r>
        <w:tab/>
        <w:t>1.013e0</w:t>
      </w:r>
    </w:p>
    <w:p w14:paraId="0B1B259D" w14:textId="77777777" w:rsidR="006D4449" w:rsidRDefault="006D4449" w:rsidP="006D4449">
      <w:r>
        <w:t>411.9497</w:t>
      </w:r>
      <w:r>
        <w:tab/>
        <w:t>3.038e0</w:t>
      </w:r>
    </w:p>
    <w:p w14:paraId="2B7EA1D9" w14:textId="77777777" w:rsidR="006D4449" w:rsidRDefault="006D4449" w:rsidP="006D4449">
      <w:r>
        <w:t>411.9587</w:t>
      </w:r>
      <w:r>
        <w:tab/>
        <w:t>1.013e0</w:t>
      </w:r>
    </w:p>
    <w:p w14:paraId="3413C2F2" w14:textId="77777777" w:rsidR="006D4449" w:rsidRDefault="006D4449" w:rsidP="006D4449">
      <w:r>
        <w:t>411.9619</w:t>
      </w:r>
      <w:r>
        <w:tab/>
        <w:t>3.038e0</w:t>
      </w:r>
    </w:p>
    <w:p w14:paraId="752A91D5" w14:textId="77777777" w:rsidR="006D4449" w:rsidRDefault="006D4449" w:rsidP="006D4449">
      <w:r>
        <w:t>411.9768</w:t>
      </w:r>
      <w:r>
        <w:tab/>
        <w:t>3.038e0</w:t>
      </w:r>
    </w:p>
    <w:p w14:paraId="7D298300" w14:textId="77777777" w:rsidR="006D4449" w:rsidRDefault="006D4449" w:rsidP="006D4449">
      <w:r>
        <w:t>411.9972</w:t>
      </w:r>
      <w:r>
        <w:tab/>
        <w:t>1.013e0</w:t>
      </w:r>
    </w:p>
    <w:p w14:paraId="3C93831F" w14:textId="77777777" w:rsidR="006D4449" w:rsidRDefault="006D4449" w:rsidP="006D4449">
      <w:r>
        <w:t>412.0212</w:t>
      </w:r>
      <w:r>
        <w:tab/>
        <w:t>1.013e0</w:t>
      </w:r>
    </w:p>
    <w:p w14:paraId="021A1A4D" w14:textId="77777777" w:rsidR="006D4449" w:rsidRDefault="006D4449" w:rsidP="006D4449">
      <w:r>
        <w:t>412.0273</w:t>
      </w:r>
      <w:r>
        <w:tab/>
        <w:t>2.025e0</w:t>
      </w:r>
    </w:p>
    <w:p w14:paraId="3E6FADE0" w14:textId="77777777" w:rsidR="006D4449" w:rsidRDefault="006D4449" w:rsidP="006D4449">
      <w:r>
        <w:t>412.0306</w:t>
      </w:r>
      <w:r>
        <w:tab/>
        <w:t>5.063e0</w:t>
      </w:r>
    </w:p>
    <w:p w14:paraId="5D6E432A" w14:textId="77777777" w:rsidR="006D4449" w:rsidRDefault="006D4449" w:rsidP="006D4449">
      <w:r>
        <w:t>412.0408</w:t>
      </w:r>
      <w:r>
        <w:tab/>
        <w:t>1.013e0</w:t>
      </w:r>
    </w:p>
    <w:p w14:paraId="6A139C77" w14:textId="77777777" w:rsidR="006D4449" w:rsidRDefault="006D4449" w:rsidP="006D4449">
      <w:r>
        <w:t>412.0550</w:t>
      </w:r>
      <w:r>
        <w:tab/>
        <w:t>2.025e0</w:t>
      </w:r>
    </w:p>
    <w:p w14:paraId="0D6664E3" w14:textId="77777777" w:rsidR="006D4449" w:rsidRDefault="006D4449" w:rsidP="006D4449">
      <w:r>
        <w:t>412.0699</w:t>
      </w:r>
      <w:r>
        <w:tab/>
        <w:t>1.013e0</w:t>
      </w:r>
    </w:p>
    <w:p w14:paraId="2C392245" w14:textId="77777777" w:rsidR="006D4449" w:rsidRDefault="006D4449" w:rsidP="006D4449">
      <w:r>
        <w:t>412.0872</w:t>
      </w:r>
      <w:r>
        <w:tab/>
        <w:t>1.013e0</w:t>
      </w:r>
    </w:p>
    <w:p w14:paraId="26E487AF" w14:textId="77777777" w:rsidR="006D4449" w:rsidRDefault="006D4449" w:rsidP="006D4449">
      <w:r>
        <w:t>412.0942</w:t>
      </w:r>
      <w:r>
        <w:tab/>
        <w:t>2.025e0</w:t>
      </w:r>
    </w:p>
    <w:p w14:paraId="28361D84" w14:textId="77777777" w:rsidR="006D4449" w:rsidRDefault="006D4449" w:rsidP="006D4449">
      <w:r>
        <w:t>412.1244</w:t>
      </w:r>
      <w:r>
        <w:tab/>
        <w:t>2.025e0</w:t>
      </w:r>
    </w:p>
    <w:p w14:paraId="3F171BBB" w14:textId="77777777" w:rsidR="006D4449" w:rsidRDefault="006D4449" w:rsidP="006D4449">
      <w:r>
        <w:t>412.1541</w:t>
      </w:r>
      <w:r>
        <w:tab/>
        <w:t>4.051e0</w:t>
      </w:r>
    </w:p>
    <w:p w14:paraId="748FB969" w14:textId="77777777" w:rsidR="006D4449" w:rsidRDefault="006D4449" w:rsidP="006D4449">
      <w:r>
        <w:t>412.1624</w:t>
      </w:r>
      <w:r>
        <w:tab/>
        <w:t>1.239e1</w:t>
      </w:r>
    </w:p>
    <w:p w14:paraId="48C8E13D" w14:textId="77777777" w:rsidR="006D4449" w:rsidRDefault="006D4449" w:rsidP="006D4449">
      <w:r>
        <w:t>412.1989</w:t>
      </w:r>
      <w:r>
        <w:tab/>
        <w:t>7.661e0</w:t>
      </w:r>
    </w:p>
    <w:p w14:paraId="5D75B0CF" w14:textId="77777777" w:rsidR="006D4449" w:rsidRDefault="006D4449" w:rsidP="006D4449">
      <w:r>
        <w:t>412.2071</w:t>
      </w:r>
      <w:r>
        <w:tab/>
        <w:t>5.176e0</w:t>
      </w:r>
    </w:p>
    <w:p w14:paraId="070CD244" w14:textId="77777777" w:rsidR="006D4449" w:rsidRDefault="006D4449" w:rsidP="006D4449">
      <w:r>
        <w:lastRenderedPageBreak/>
        <w:t>412.2316</w:t>
      </w:r>
      <w:r>
        <w:tab/>
        <w:t>4.570e0</w:t>
      </w:r>
    </w:p>
    <w:p w14:paraId="11EB1EBF" w14:textId="77777777" w:rsidR="006D4449" w:rsidRDefault="006D4449" w:rsidP="006D4449">
      <w:r>
        <w:t>412.2352</w:t>
      </w:r>
      <w:r>
        <w:tab/>
        <w:t>4.201e0</w:t>
      </w:r>
    </w:p>
    <w:p w14:paraId="04074707" w14:textId="77777777" w:rsidR="006D4449" w:rsidRDefault="006D4449" w:rsidP="006D4449">
      <w:r>
        <w:t>412.2390</w:t>
      </w:r>
      <w:r>
        <w:tab/>
        <w:t>4.592e0</w:t>
      </w:r>
    </w:p>
    <w:p w14:paraId="263C8F84" w14:textId="77777777" w:rsidR="006D4449" w:rsidRDefault="006D4449" w:rsidP="006D4449">
      <w:r>
        <w:t>412.2407</w:t>
      </w:r>
      <w:r>
        <w:tab/>
        <w:t>8.580e0</w:t>
      </w:r>
    </w:p>
    <w:p w14:paraId="7C5A88BA" w14:textId="77777777" w:rsidR="006D4449" w:rsidRDefault="006D4449" w:rsidP="006D4449">
      <w:r>
        <w:t>412.2458</w:t>
      </w:r>
      <w:r>
        <w:tab/>
        <w:t>6.750e0</w:t>
      </w:r>
    </w:p>
    <w:p w14:paraId="383C363D" w14:textId="77777777" w:rsidR="006D4449" w:rsidRDefault="006D4449" w:rsidP="006D4449">
      <w:r>
        <w:t>412.2704</w:t>
      </w:r>
      <w:r>
        <w:tab/>
        <w:t>3.362e0</w:t>
      </w:r>
    </w:p>
    <w:p w14:paraId="78F9A6F0" w14:textId="77777777" w:rsidR="006D4449" w:rsidRDefault="006D4449" w:rsidP="006D4449">
      <w:r>
        <w:t>412.3024</w:t>
      </w:r>
      <w:r>
        <w:tab/>
        <w:t>1.013e0</w:t>
      </w:r>
    </w:p>
    <w:p w14:paraId="1C862ACB" w14:textId="77777777" w:rsidR="006D4449" w:rsidRDefault="006D4449" w:rsidP="006D4449">
      <w:r>
        <w:t>412.3224</w:t>
      </w:r>
      <w:r>
        <w:tab/>
        <w:t>1.013e0</w:t>
      </w:r>
    </w:p>
    <w:p w14:paraId="62246CE9" w14:textId="77777777" w:rsidR="006D4449" w:rsidRDefault="006D4449" w:rsidP="006D4449">
      <w:r>
        <w:t>412.3442</w:t>
      </w:r>
      <w:r>
        <w:tab/>
        <w:t>1.013e0</w:t>
      </w:r>
    </w:p>
    <w:p w14:paraId="2A730535" w14:textId="77777777" w:rsidR="006D4449" w:rsidRDefault="006D4449" w:rsidP="006D4449">
      <w:r>
        <w:t>412.3614</w:t>
      </w:r>
      <w:r>
        <w:tab/>
        <w:t>1.013e0</w:t>
      </w:r>
    </w:p>
    <w:p w14:paraId="199B7E93" w14:textId="77777777" w:rsidR="006D4449" w:rsidRDefault="006D4449" w:rsidP="006D4449">
      <w:r>
        <w:t>412.3661</w:t>
      </w:r>
      <w:r>
        <w:tab/>
        <w:t>1.013e0</w:t>
      </w:r>
    </w:p>
    <w:p w14:paraId="7D538957" w14:textId="77777777" w:rsidR="006D4449" w:rsidRDefault="006D4449" w:rsidP="006D4449">
      <w:r>
        <w:t>412.3918</w:t>
      </w:r>
      <w:r>
        <w:tab/>
        <w:t>3.038e0</w:t>
      </w:r>
    </w:p>
    <w:p w14:paraId="08C8DACD" w14:textId="77777777" w:rsidR="006D4449" w:rsidRDefault="006D4449" w:rsidP="006D4449">
      <w:r>
        <w:t>412.3973</w:t>
      </w:r>
      <w:r>
        <w:tab/>
        <w:t>4.051e0</w:t>
      </w:r>
    </w:p>
    <w:p w14:paraId="1C7E9842" w14:textId="77777777" w:rsidR="006D4449" w:rsidRDefault="006D4449" w:rsidP="006D4449">
      <w:r>
        <w:t>412.4219</w:t>
      </w:r>
      <w:r>
        <w:tab/>
        <w:t>1.013e0</w:t>
      </w:r>
    </w:p>
    <w:p w14:paraId="3FA3CEC7" w14:textId="77777777" w:rsidR="006D4449" w:rsidRDefault="006D4449" w:rsidP="006D4449">
      <w:r>
        <w:t>412.4359</w:t>
      </w:r>
      <w:r>
        <w:tab/>
        <w:t>2.025e0</w:t>
      </w:r>
    </w:p>
    <w:p w14:paraId="0A4087FB" w14:textId="77777777" w:rsidR="006D4449" w:rsidRDefault="006D4449" w:rsidP="006D4449">
      <w:r>
        <w:t>412.4630</w:t>
      </w:r>
      <w:r>
        <w:tab/>
        <w:t>1.013e0</w:t>
      </w:r>
    </w:p>
    <w:p w14:paraId="68AD59EF" w14:textId="77777777" w:rsidR="006D4449" w:rsidRDefault="006D4449" w:rsidP="006D4449">
      <w:r>
        <w:t>412.4769</w:t>
      </w:r>
      <w:r>
        <w:tab/>
        <w:t>1.013e0</w:t>
      </w:r>
    </w:p>
    <w:p w14:paraId="5D60170A" w14:textId="77777777" w:rsidR="006D4449" w:rsidRDefault="006D4449" w:rsidP="006D4449">
      <w:r>
        <w:t>412.4823</w:t>
      </w:r>
      <w:r>
        <w:tab/>
        <w:t>2.025e0</w:t>
      </w:r>
    </w:p>
    <w:p w14:paraId="4A60C614" w14:textId="77777777" w:rsidR="006D4449" w:rsidRDefault="006D4449" w:rsidP="006D4449">
      <w:r>
        <w:t>412.5038</w:t>
      </w:r>
      <w:r>
        <w:tab/>
        <w:t>2.025e0</w:t>
      </w:r>
    </w:p>
    <w:p w14:paraId="7D9BD93C" w14:textId="77777777" w:rsidR="006D4449" w:rsidRDefault="006D4449" w:rsidP="006D4449">
      <w:r>
        <w:lastRenderedPageBreak/>
        <w:t>412.5205</w:t>
      </w:r>
      <w:r>
        <w:tab/>
        <w:t>1.013e0</w:t>
      </w:r>
    </w:p>
    <w:p w14:paraId="5EE9C92F" w14:textId="77777777" w:rsidR="006D4449" w:rsidRDefault="006D4449" w:rsidP="006D4449">
      <w:r>
        <w:t>412.5365</w:t>
      </w:r>
      <w:r>
        <w:tab/>
        <w:t>3.038e0</w:t>
      </w:r>
    </w:p>
    <w:p w14:paraId="49D7E99D" w14:textId="77777777" w:rsidR="006D4449" w:rsidRDefault="006D4449" w:rsidP="006D4449">
      <w:r>
        <w:t>412.5400</w:t>
      </w:r>
      <w:r>
        <w:tab/>
        <w:t>2.025e0</w:t>
      </w:r>
    </w:p>
    <w:p w14:paraId="7B2A0832" w14:textId="77777777" w:rsidR="006D4449" w:rsidRDefault="006D4449" w:rsidP="006D4449">
      <w:r>
        <w:t>412.5447</w:t>
      </w:r>
      <w:r>
        <w:tab/>
        <w:t>1.013e0</w:t>
      </w:r>
    </w:p>
    <w:p w14:paraId="1689500A" w14:textId="77777777" w:rsidR="006D4449" w:rsidRDefault="006D4449" w:rsidP="006D4449">
      <w:r>
        <w:t>412.6223</w:t>
      </w:r>
      <w:r>
        <w:tab/>
        <w:t>1.013e0</w:t>
      </w:r>
    </w:p>
    <w:p w14:paraId="2CD05C70" w14:textId="77777777" w:rsidR="006D4449" w:rsidRDefault="006D4449" w:rsidP="006D4449">
      <w:r>
        <w:t>412.6535</w:t>
      </w:r>
      <w:r>
        <w:tab/>
        <w:t>1.013e0</w:t>
      </w:r>
    </w:p>
    <w:p w14:paraId="5076EF22" w14:textId="77777777" w:rsidR="006D4449" w:rsidRDefault="006D4449" w:rsidP="006D4449">
      <w:r>
        <w:t>412.6587</w:t>
      </w:r>
      <w:r>
        <w:tab/>
        <w:t>1.013e0</w:t>
      </w:r>
    </w:p>
    <w:p w14:paraId="7DC0B8E6" w14:textId="77777777" w:rsidR="006D4449" w:rsidRDefault="006D4449" w:rsidP="006D4449">
      <w:r>
        <w:t>412.6712</w:t>
      </w:r>
      <w:r>
        <w:tab/>
        <w:t>2.025e0</w:t>
      </w:r>
    </w:p>
    <w:p w14:paraId="65824FAE" w14:textId="77777777" w:rsidR="006D4449" w:rsidRDefault="006D4449" w:rsidP="006D4449">
      <w:r>
        <w:t>412.7038</w:t>
      </w:r>
      <w:r>
        <w:tab/>
        <w:t>2.025e0</w:t>
      </w:r>
    </w:p>
    <w:p w14:paraId="5337B76D" w14:textId="77777777" w:rsidR="006D4449" w:rsidRDefault="006D4449" w:rsidP="006D4449">
      <w:r>
        <w:t>412.7180</w:t>
      </w:r>
      <w:r>
        <w:tab/>
        <w:t>4.051e0</w:t>
      </w:r>
    </w:p>
    <w:p w14:paraId="1B84BC0C" w14:textId="77777777" w:rsidR="006D4449" w:rsidRDefault="006D4449" w:rsidP="006D4449">
      <w:r>
        <w:t>412.7314</w:t>
      </w:r>
      <w:r>
        <w:tab/>
        <w:t>1.013e0</w:t>
      </w:r>
    </w:p>
    <w:p w14:paraId="4E2EDDF8" w14:textId="77777777" w:rsidR="006D4449" w:rsidRDefault="006D4449" w:rsidP="006D4449">
      <w:r>
        <w:t>412.7388</w:t>
      </w:r>
      <w:r>
        <w:tab/>
        <w:t>1.013e0</w:t>
      </w:r>
    </w:p>
    <w:p w14:paraId="7706431D" w14:textId="77777777" w:rsidR="006D4449" w:rsidRDefault="006D4449" w:rsidP="006D4449">
      <w:r>
        <w:t>412.7509</w:t>
      </w:r>
      <w:r>
        <w:tab/>
        <w:t>2.025e0</w:t>
      </w:r>
    </w:p>
    <w:p w14:paraId="4649AF70" w14:textId="77777777" w:rsidR="006D4449" w:rsidRDefault="006D4449" w:rsidP="006D4449">
      <w:r>
        <w:t>412.7958</w:t>
      </w:r>
      <w:r>
        <w:tab/>
        <w:t>2.025e0</w:t>
      </w:r>
    </w:p>
    <w:p w14:paraId="13DC37ED" w14:textId="77777777" w:rsidR="006D4449" w:rsidRDefault="006D4449" w:rsidP="006D4449">
      <w:r>
        <w:t>412.8024</w:t>
      </w:r>
      <w:r>
        <w:tab/>
        <w:t>1.013e0</w:t>
      </w:r>
    </w:p>
    <w:p w14:paraId="025A4995" w14:textId="77777777" w:rsidR="006D4449" w:rsidRDefault="006D4449" w:rsidP="006D4449">
      <w:r>
        <w:t>412.8329</w:t>
      </w:r>
      <w:r>
        <w:tab/>
        <w:t>2.025e0</w:t>
      </w:r>
    </w:p>
    <w:p w14:paraId="5CC57B5F" w14:textId="77777777" w:rsidR="006D4449" w:rsidRDefault="006D4449" w:rsidP="006D4449">
      <w:r>
        <w:t>412.8531</w:t>
      </w:r>
      <w:r>
        <w:tab/>
        <w:t>2.025e0</w:t>
      </w:r>
    </w:p>
    <w:p w14:paraId="1F1AC5BB" w14:textId="77777777" w:rsidR="006D4449" w:rsidRDefault="006D4449" w:rsidP="006D4449">
      <w:r>
        <w:t>412.8783</w:t>
      </w:r>
      <w:r>
        <w:tab/>
        <w:t>3.038e0</w:t>
      </w:r>
    </w:p>
    <w:p w14:paraId="612055B9" w14:textId="77777777" w:rsidR="006D4449" w:rsidRDefault="006D4449" w:rsidP="006D4449">
      <w:r>
        <w:t>412.9023</w:t>
      </w:r>
      <w:r>
        <w:tab/>
        <w:t>2.025e0</w:t>
      </w:r>
    </w:p>
    <w:p w14:paraId="30857C4A" w14:textId="77777777" w:rsidR="006D4449" w:rsidRDefault="006D4449" w:rsidP="006D4449">
      <w:r>
        <w:lastRenderedPageBreak/>
        <w:t>412.9218</w:t>
      </w:r>
      <w:r>
        <w:tab/>
        <w:t>2.025e0</w:t>
      </w:r>
    </w:p>
    <w:p w14:paraId="0BFDF3CF" w14:textId="77777777" w:rsidR="006D4449" w:rsidRDefault="006D4449" w:rsidP="006D4449">
      <w:r>
        <w:t>412.9360</w:t>
      </w:r>
      <w:r>
        <w:tab/>
        <w:t>2.025e0</w:t>
      </w:r>
    </w:p>
    <w:p w14:paraId="287F0645" w14:textId="77777777" w:rsidR="006D4449" w:rsidRDefault="006D4449" w:rsidP="006D4449">
      <w:r>
        <w:t>412.9374</w:t>
      </w:r>
      <w:r>
        <w:tab/>
        <w:t>2.025e0</w:t>
      </w:r>
    </w:p>
    <w:p w14:paraId="2C205624" w14:textId="77777777" w:rsidR="006D4449" w:rsidRDefault="006D4449" w:rsidP="006D4449">
      <w:r>
        <w:t>412.9456</w:t>
      </w:r>
      <w:r>
        <w:tab/>
        <w:t>1.013e0</w:t>
      </w:r>
    </w:p>
    <w:p w14:paraId="6F956B15" w14:textId="77777777" w:rsidR="006D4449" w:rsidRDefault="006D4449" w:rsidP="006D4449">
      <w:r>
        <w:t>412.9866</w:t>
      </w:r>
      <w:r>
        <w:tab/>
        <w:t>2.025e0</w:t>
      </w:r>
    </w:p>
    <w:p w14:paraId="5239F3D2" w14:textId="77777777" w:rsidR="006D4449" w:rsidRDefault="006D4449" w:rsidP="006D4449">
      <w:r>
        <w:t>412.9934</w:t>
      </w:r>
      <w:r>
        <w:tab/>
        <w:t>1.013e0</w:t>
      </w:r>
    </w:p>
    <w:p w14:paraId="144BAE69" w14:textId="77777777" w:rsidR="006D4449" w:rsidRDefault="006D4449" w:rsidP="006D4449">
      <w:r>
        <w:t>412.9953</w:t>
      </w:r>
      <w:r>
        <w:tab/>
        <w:t>2.025e0</w:t>
      </w:r>
    </w:p>
    <w:p w14:paraId="366EB3EF" w14:textId="77777777" w:rsidR="006D4449" w:rsidRDefault="006D4449" w:rsidP="006D4449">
      <w:r>
        <w:t>413.0007</w:t>
      </w:r>
      <w:r>
        <w:tab/>
        <w:t>1.013e0</w:t>
      </w:r>
    </w:p>
    <w:p w14:paraId="4FF99DBB" w14:textId="77777777" w:rsidR="006D4449" w:rsidRDefault="006D4449" w:rsidP="006D4449">
      <w:r>
        <w:t>413.0226</w:t>
      </w:r>
      <w:r>
        <w:tab/>
        <w:t>2.025e0</w:t>
      </w:r>
    </w:p>
    <w:p w14:paraId="3624FAD5" w14:textId="77777777" w:rsidR="006D4449" w:rsidRDefault="006D4449" w:rsidP="006D4449">
      <w:r>
        <w:t>413.0444</w:t>
      </w:r>
      <w:r>
        <w:tab/>
        <w:t>1.013e0</w:t>
      </w:r>
    </w:p>
    <w:p w14:paraId="43B7866F" w14:textId="77777777" w:rsidR="006D4449" w:rsidRDefault="006D4449" w:rsidP="006D4449">
      <w:r>
        <w:t>413.0487</w:t>
      </w:r>
      <w:r>
        <w:tab/>
        <w:t>1.013e0</w:t>
      </w:r>
    </w:p>
    <w:p w14:paraId="72AD2DFB" w14:textId="77777777" w:rsidR="006D4449" w:rsidRDefault="006D4449" w:rsidP="006D4449">
      <w:r>
        <w:t>413.0645</w:t>
      </w:r>
      <w:r>
        <w:tab/>
        <w:t>1.013e0</w:t>
      </w:r>
    </w:p>
    <w:p w14:paraId="78C9F855" w14:textId="77777777" w:rsidR="006D4449" w:rsidRDefault="006D4449" w:rsidP="006D4449">
      <w:r>
        <w:t>413.1009</w:t>
      </w:r>
      <w:r>
        <w:tab/>
        <w:t>1.013e0</w:t>
      </w:r>
    </w:p>
    <w:p w14:paraId="7748C259" w14:textId="77777777" w:rsidR="006D4449" w:rsidRDefault="006D4449" w:rsidP="006D4449">
      <w:r>
        <w:t>413.1282</w:t>
      </w:r>
      <w:r>
        <w:tab/>
        <w:t>3.038e0</w:t>
      </w:r>
    </w:p>
    <w:p w14:paraId="3D54B8B5" w14:textId="77777777" w:rsidR="006D4449" w:rsidRDefault="006D4449" w:rsidP="006D4449">
      <w:r>
        <w:t>413.1306</w:t>
      </w:r>
      <w:r>
        <w:tab/>
        <w:t>3.038e0</w:t>
      </w:r>
    </w:p>
    <w:p w14:paraId="763ED2A4" w14:textId="77777777" w:rsidR="006D4449" w:rsidRDefault="006D4449" w:rsidP="006D4449">
      <w:r>
        <w:t>413.1629</w:t>
      </w:r>
      <w:r>
        <w:tab/>
        <w:t>4.286e0</w:t>
      </w:r>
    </w:p>
    <w:p w14:paraId="6323C414" w14:textId="77777777" w:rsidR="006D4449" w:rsidRDefault="006D4449" w:rsidP="006D4449">
      <w:r>
        <w:t>413.1733</w:t>
      </w:r>
      <w:r>
        <w:tab/>
        <w:t>1.013e0</w:t>
      </w:r>
    </w:p>
    <w:p w14:paraId="6E261FAF" w14:textId="77777777" w:rsidR="006D4449" w:rsidRDefault="006D4449" w:rsidP="006D4449">
      <w:r>
        <w:t>413.2429</w:t>
      </w:r>
      <w:r>
        <w:tab/>
        <w:t>1.620e2</w:t>
      </w:r>
    </w:p>
    <w:p w14:paraId="479A7668" w14:textId="77777777" w:rsidR="006D4449" w:rsidRDefault="006D4449" w:rsidP="006D4449">
      <w:r>
        <w:t>413.2445</w:t>
      </w:r>
      <w:r>
        <w:tab/>
        <w:t>2.223e2</w:t>
      </w:r>
    </w:p>
    <w:p w14:paraId="0BBD5B1C" w14:textId="77777777" w:rsidR="006D4449" w:rsidRDefault="006D4449" w:rsidP="006D4449">
      <w:r>
        <w:lastRenderedPageBreak/>
        <w:t>413.2456</w:t>
      </w:r>
      <w:r>
        <w:tab/>
        <w:t>1.233e2</w:t>
      </w:r>
    </w:p>
    <w:p w14:paraId="7A5D0727" w14:textId="77777777" w:rsidR="006D4449" w:rsidRDefault="006D4449" w:rsidP="006D4449">
      <w:r>
        <w:t>413.3185</w:t>
      </w:r>
      <w:r>
        <w:tab/>
        <w:t>3.038e0</w:t>
      </w:r>
    </w:p>
    <w:p w14:paraId="5DE85608" w14:textId="77777777" w:rsidR="006D4449" w:rsidRDefault="006D4449" w:rsidP="006D4449">
      <w:r>
        <w:t>413.3247</w:t>
      </w:r>
      <w:r>
        <w:tab/>
        <w:t>2.025e0</w:t>
      </w:r>
    </w:p>
    <w:p w14:paraId="35395C48" w14:textId="77777777" w:rsidR="006D4449" w:rsidRDefault="006D4449" w:rsidP="006D4449">
      <w:r>
        <w:t>413.3568</w:t>
      </w:r>
      <w:r>
        <w:tab/>
        <w:t>3.038e0</w:t>
      </w:r>
    </w:p>
    <w:p w14:paraId="7495F4CB" w14:textId="77777777" w:rsidR="006D4449" w:rsidRDefault="006D4449" w:rsidP="006D4449">
      <w:r>
        <w:t>413.3987</w:t>
      </w:r>
      <w:r>
        <w:tab/>
        <w:t>2.025e0</w:t>
      </w:r>
    </w:p>
    <w:p w14:paraId="37DD0A41" w14:textId="77777777" w:rsidR="006D4449" w:rsidRDefault="006D4449" w:rsidP="006D4449">
      <w:r>
        <w:t>413.4123</w:t>
      </w:r>
      <w:r>
        <w:tab/>
        <w:t>3.038e0</w:t>
      </w:r>
    </w:p>
    <w:p w14:paraId="35DF38DB" w14:textId="77777777" w:rsidR="006D4449" w:rsidRDefault="006D4449" w:rsidP="006D4449">
      <w:r>
        <w:t>413.4479</w:t>
      </w:r>
      <w:r>
        <w:tab/>
        <w:t>1.013e0</w:t>
      </w:r>
    </w:p>
    <w:p w14:paraId="4F94E9D9" w14:textId="77777777" w:rsidR="006D4449" w:rsidRDefault="006D4449" w:rsidP="006D4449">
      <w:r>
        <w:t>413.4675</w:t>
      </w:r>
      <w:r>
        <w:tab/>
        <w:t>1.013e0</w:t>
      </w:r>
    </w:p>
    <w:p w14:paraId="1EDBFDD4" w14:textId="77777777" w:rsidR="006D4449" w:rsidRDefault="006D4449" w:rsidP="006D4449">
      <w:r>
        <w:t>413.4724</w:t>
      </w:r>
      <w:r>
        <w:tab/>
        <w:t>2.025e0</w:t>
      </w:r>
    </w:p>
    <w:p w14:paraId="78A5793E" w14:textId="77777777" w:rsidR="006D4449" w:rsidRDefault="006D4449" w:rsidP="006D4449">
      <w:r>
        <w:t>413.4814</w:t>
      </w:r>
      <w:r>
        <w:tab/>
        <w:t>1.013e0</w:t>
      </w:r>
    </w:p>
    <w:p w14:paraId="7F292772" w14:textId="77777777" w:rsidR="006D4449" w:rsidRDefault="006D4449" w:rsidP="006D4449">
      <w:r>
        <w:t>413.5039</w:t>
      </w:r>
      <w:r>
        <w:tab/>
        <w:t>3.038e0</w:t>
      </w:r>
    </w:p>
    <w:p w14:paraId="68DB3E37" w14:textId="77777777" w:rsidR="006D4449" w:rsidRDefault="006D4449" w:rsidP="006D4449">
      <w:r>
        <w:t>413.5234</w:t>
      </w:r>
      <w:r>
        <w:tab/>
        <w:t>1.013e0</w:t>
      </w:r>
    </w:p>
    <w:p w14:paraId="3DEEC349" w14:textId="77777777" w:rsidR="006D4449" w:rsidRDefault="006D4449" w:rsidP="006D4449">
      <w:r>
        <w:t>413.5296</w:t>
      </w:r>
      <w:r>
        <w:tab/>
        <w:t>1.013e0</w:t>
      </w:r>
    </w:p>
    <w:p w14:paraId="0BC6924D" w14:textId="77777777" w:rsidR="006D4449" w:rsidRDefault="006D4449" w:rsidP="006D4449">
      <w:r>
        <w:t>413.5370</w:t>
      </w:r>
      <w:r>
        <w:tab/>
        <w:t>2.025e0</w:t>
      </w:r>
    </w:p>
    <w:p w14:paraId="5BE75216" w14:textId="77777777" w:rsidR="006D4449" w:rsidRDefault="006D4449" w:rsidP="006D4449">
      <w:r>
        <w:t>413.5472</w:t>
      </w:r>
      <w:r>
        <w:tab/>
        <w:t>4.051e0</w:t>
      </w:r>
    </w:p>
    <w:p w14:paraId="54450616" w14:textId="77777777" w:rsidR="006D4449" w:rsidRDefault="006D4449" w:rsidP="006D4449">
      <w:r>
        <w:t>413.5885</w:t>
      </w:r>
      <w:r>
        <w:tab/>
        <w:t>2.025e0</w:t>
      </w:r>
    </w:p>
    <w:p w14:paraId="770749A3" w14:textId="77777777" w:rsidR="006D4449" w:rsidRDefault="006D4449" w:rsidP="006D4449">
      <w:r>
        <w:t>413.6053</w:t>
      </w:r>
      <w:r>
        <w:tab/>
        <w:t>1.013e0</w:t>
      </w:r>
    </w:p>
    <w:p w14:paraId="6DA0F5A3" w14:textId="77777777" w:rsidR="006D4449" w:rsidRDefault="006D4449" w:rsidP="006D4449">
      <w:r>
        <w:t>413.6078</w:t>
      </w:r>
      <w:r>
        <w:tab/>
        <w:t>2.025e0</w:t>
      </w:r>
    </w:p>
    <w:p w14:paraId="52FC5F22" w14:textId="77777777" w:rsidR="006D4449" w:rsidRDefault="006D4449" w:rsidP="006D4449">
      <w:r>
        <w:t>413.6165</w:t>
      </w:r>
      <w:r>
        <w:tab/>
        <w:t>2.025e0</w:t>
      </w:r>
    </w:p>
    <w:p w14:paraId="36DA6B00" w14:textId="77777777" w:rsidR="006D4449" w:rsidRDefault="006D4449" w:rsidP="006D4449">
      <w:r>
        <w:lastRenderedPageBreak/>
        <w:t>413.6185</w:t>
      </w:r>
      <w:r>
        <w:tab/>
        <w:t>3.038e0</w:t>
      </w:r>
    </w:p>
    <w:p w14:paraId="7447BC0F" w14:textId="77777777" w:rsidR="006D4449" w:rsidRDefault="006D4449" w:rsidP="006D4449">
      <w:r>
        <w:t>413.6575</w:t>
      </w:r>
      <w:r>
        <w:tab/>
        <w:t>3.038e0</w:t>
      </w:r>
    </w:p>
    <w:p w14:paraId="7F067C36" w14:textId="77777777" w:rsidR="006D4449" w:rsidRDefault="006D4449" w:rsidP="006D4449">
      <w:r>
        <w:t>413.7130</w:t>
      </w:r>
      <w:r>
        <w:tab/>
        <w:t>1.013e0</w:t>
      </w:r>
    </w:p>
    <w:p w14:paraId="36D8320F" w14:textId="77777777" w:rsidR="006D4449" w:rsidRDefault="006D4449" w:rsidP="006D4449">
      <w:r>
        <w:t>413.7220</w:t>
      </w:r>
      <w:r>
        <w:tab/>
        <w:t>1.013e0</w:t>
      </w:r>
    </w:p>
    <w:p w14:paraId="1F052877" w14:textId="77777777" w:rsidR="006D4449" w:rsidRDefault="006D4449" w:rsidP="006D4449">
      <w:r>
        <w:t>413.7293</w:t>
      </w:r>
      <w:r>
        <w:tab/>
        <w:t>1.013e0</w:t>
      </w:r>
    </w:p>
    <w:p w14:paraId="23EE2DDB" w14:textId="77777777" w:rsidR="006D4449" w:rsidRDefault="006D4449" w:rsidP="006D4449">
      <w:r>
        <w:t>413.7560</w:t>
      </w:r>
      <w:r>
        <w:tab/>
        <w:t>1.013e0</w:t>
      </w:r>
    </w:p>
    <w:p w14:paraId="0361EF1F" w14:textId="77777777" w:rsidR="006D4449" w:rsidRDefault="006D4449" w:rsidP="006D4449">
      <w:r>
        <w:t>413.7614</w:t>
      </w:r>
      <w:r>
        <w:tab/>
        <w:t>1.013e0</w:t>
      </w:r>
    </w:p>
    <w:p w14:paraId="5F1F3374" w14:textId="77777777" w:rsidR="006D4449" w:rsidRDefault="006D4449" w:rsidP="006D4449">
      <w:r>
        <w:t>413.7828</w:t>
      </w:r>
      <w:r>
        <w:tab/>
        <w:t>2.025e0</w:t>
      </w:r>
    </w:p>
    <w:p w14:paraId="4B05D603" w14:textId="77777777" w:rsidR="006D4449" w:rsidRDefault="006D4449" w:rsidP="006D4449">
      <w:r>
        <w:t>413.7949</w:t>
      </w:r>
      <w:r>
        <w:tab/>
        <w:t>1.013e0</w:t>
      </w:r>
    </w:p>
    <w:p w14:paraId="39F00802" w14:textId="77777777" w:rsidR="006D4449" w:rsidRDefault="006D4449" w:rsidP="006D4449">
      <w:r>
        <w:t>413.8077</w:t>
      </w:r>
      <w:r>
        <w:tab/>
        <w:t>1.013e0</w:t>
      </w:r>
    </w:p>
    <w:p w14:paraId="4870032D" w14:textId="77777777" w:rsidR="006D4449" w:rsidRDefault="006D4449" w:rsidP="006D4449">
      <w:r>
        <w:t>413.8417</w:t>
      </w:r>
      <w:r>
        <w:tab/>
        <w:t>3.038e0</w:t>
      </w:r>
    </w:p>
    <w:p w14:paraId="0C36B602" w14:textId="77777777" w:rsidR="006D4449" w:rsidRDefault="006D4449" w:rsidP="006D4449">
      <w:r>
        <w:t>413.8533</w:t>
      </w:r>
      <w:r>
        <w:tab/>
        <w:t>1.013e0</w:t>
      </w:r>
    </w:p>
    <w:p w14:paraId="29F12A58" w14:textId="77777777" w:rsidR="006D4449" w:rsidRDefault="006D4449" w:rsidP="006D4449">
      <w:r>
        <w:t>413.8641</w:t>
      </w:r>
      <w:r>
        <w:tab/>
        <w:t>2.025e0</w:t>
      </w:r>
    </w:p>
    <w:p w14:paraId="23F22D9D" w14:textId="77777777" w:rsidR="006D4449" w:rsidRDefault="006D4449" w:rsidP="006D4449">
      <w:r>
        <w:t>413.8763</w:t>
      </w:r>
      <w:r>
        <w:tab/>
        <w:t>2.025e0</w:t>
      </w:r>
    </w:p>
    <w:p w14:paraId="1CCCA9FE" w14:textId="77777777" w:rsidR="006D4449" w:rsidRDefault="006D4449" w:rsidP="006D4449">
      <w:r>
        <w:t>413.8807</w:t>
      </w:r>
      <w:r>
        <w:tab/>
        <w:t>1.013e0</w:t>
      </w:r>
    </w:p>
    <w:p w14:paraId="72A23376" w14:textId="77777777" w:rsidR="006D4449" w:rsidRDefault="006D4449" w:rsidP="006D4449">
      <w:r>
        <w:t>413.9075</w:t>
      </w:r>
      <w:r>
        <w:tab/>
        <w:t>1.013e0</w:t>
      </w:r>
    </w:p>
    <w:p w14:paraId="539D2CED" w14:textId="77777777" w:rsidR="006D4449" w:rsidRDefault="006D4449" w:rsidP="006D4449">
      <w:r>
        <w:t>413.9196</w:t>
      </w:r>
      <w:r>
        <w:tab/>
        <w:t>2.025e0</w:t>
      </w:r>
    </w:p>
    <w:p w14:paraId="4FD17210" w14:textId="77777777" w:rsidR="006D4449" w:rsidRDefault="006D4449" w:rsidP="006D4449">
      <w:r>
        <w:t>413.9271</w:t>
      </w:r>
      <w:r>
        <w:tab/>
        <w:t>1.013e0</w:t>
      </w:r>
    </w:p>
    <w:p w14:paraId="3111B438" w14:textId="77777777" w:rsidR="006D4449" w:rsidRDefault="006D4449" w:rsidP="006D4449">
      <w:r>
        <w:t>413.9602</w:t>
      </w:r>
      <w:r>
        <w:tab/>
        <w:t>4.051e0</w:t>
      </w:r>
    </w:p>
    <w:p w14:paraId="0F3B8B1C" w14:textId="77777777" w:rsidR="006D4449" w:rsidRDefault="006D4449" w:rsidP="006D4449">
      <w:r>
        <w:lastRenderedPageBreak/>
        <w:t>413.9733</w:t>
      </w:r>
      <w:r>
        <w:tab/>
        <w:t>3.038e0</w:t>
      </w:r>
    </w:p>
    <w:p w14:paraId="7A545E93" w14:textId="77777777" w:rsidR="006D4449" w:rsidRDefault="006D4449" w:rsidP="006D4449">
      <w:r>
        <w:t>413.9773</w:t>
      </w:r>
      <w:r>
        <w:tab/>
        <w:t>1.013e0</w:t>
      </w:r>
    </w:p>
    <w:p w14:paraId="11BD3075" w14:textId="77777777" w:rsidR="006D4449" w:rsidRDefault="006D4449" w:rsidP="006D4449">
      <w:r>
        <w:t>414.0125</w:t>
      </w:r>
      <w:r>
        <w:tab/>
        <w:t>1.013e0</w:t>
      </w:r>
    </w:p>
    <w:p w14:paraId="21F8A025" w14:textId="77777777" w:rsidR="006D4449" w:rsidRDefault="006D4449" w:rsidP="006D4449">
      <w:r>
        <w:t>414.0213</w:t>
      </w:r>
      <w:r>
        <w:tab/>
        <w:t>3.038e0</w:t>
      </w:r>
    </w:p>
    <w:p w14:paraId="5A24624A" w14:textId="77777777" w:rsidR="006D4449" w:rsidRDefault="006D4449" w:rsidP="006D4449">
      <w:r>
        <w:t>414.0282</w:t>
      </w:r>
      <w:r>
        <w:tab/>
        <w:t>4.051e0</w:t>
      </w:r>
    </w:p>
    <w:p w14:paraId="40DB8939" w14:textId="77777777" w:rsidR="006D4449" w:rsidRDefault="006D4449" w:rsidP="006D4449">
      <w:r>
        <w:t>414.0321</w:t>
      </w:r>
      <w:r>
        <w:tab/>
        <w:t>1.013e0</w:t>
      </w:r>
    </w:p>
    <w:p w14:paraId="412C2F77" w14:textId="77777777" w:rsidR="006D4449" w:rsidRDefault="006D4449" w:rsidP="006D4449">
      <w:r>
        <w:t>414.0339</w:t>
      </w:r>
      <w:r>
        <w:tab/>
        <w:t>1.013e0</w:t>
      </w:r>
    </w:p>
    <w:p w14:paraId="5725C750" w14:textId="77777777" w:rsidR="006D4449" w:rsidRDefault="006D4449" w:rsidP="006D4449">
      <w:r>
        <w:t>414.0558</w:t>
      </w:r>
      <w:r>
        <w:tab/>
        <w:t>1.013e0</w:t>
      </w:r>
    </w:p>
    <w:p w14:paraId="5F5C3528" w14:textId="77777777" w:rsidR="006D4449" w:rsidRDefault="006D4449" w:rsidP="006D4449">
      <w:r>
        <w:t>414.0867</w:t>
      </w:r>
      <w:r>
        <w:tab/>
        <w:t>1.013e0</w:t>
      </w:r>
    </w:p>
    <w:p w14:paraId="6F702B5A" w14:textId="77777777" w:rsidR="006D4449" w:rsidRDefault="006D4449" w:rsidP="006D4449">
      <w:r>
        <w:t>414.0908</w:t>
      </w:r>
      <w:r>
        <w:tab/>
        <w:t>1.013e0</w:t>
      </w:r>
    </w:p>
    <w:p w14:paraId="3D3C0425" w14:textId="77777777" w:rsidR="006D4449" w:rsidRDefault="006D4449" w:rsidP="006D4449">
      <w:r>
        <w:t>414.1289</w:t>
      </w:r>
      <w:r>
        <w:tab/>
        <w:t>3.472e0</w:t>
      </w:r>
    </w:p>
    <w:p w14:paraId="4277E15F" w14:textId="77777777" w:rsidR="006D4449" w:rsidRDefault="006D4449" w:rsidP="006D4449">
      <w:r>
        <w:t>414.1353</w:t>
      </w:r>
      <w:r>
        <w:tab/>
        <w:t>1.013e0</w:t>
      </w:r>
    </w:p>
    <w:p w14:paraId="0C0DE2DD" w14:textId="77777777" w:rsidR="006D4449" w:rsidRDefault="006D4449" w:rsidP="006D4449">
      <w:r>
        <w:t>414.1593</w:t>
      </w:r>
      <w:r>
        <w:tab/>
        <w:t>4.286e0</w:t>
      </w:r>
    </w:p>
    <w:p w14:paraId="0BC4FA9A" w14:textId="77777777" w:rsidR="006D4449" w:rsidRDefault="006D4449" w:rsidP="006D4449">
      <w:r>
        <w:t>414.1933</w:t>
      </w:r>
      <w:r>
        <w:tab/>
        <w:t>4.419e0</w:t>
      </w:r>
    </w:p>
    <w:p w14:paraId="1ECE8FE8" w14:textId="77777777" w:rsidR="006D4449" w:rsidRDefault="006D4449" w:rsidP="006D4449">
      <w:r>
        <w:t>414.2374</w:t>
      </w:r>
      <w:r>
        <w:tab/>
        <w:t>1.213e1</w:t>
      </w:r>
    </w:p>
    <w:p w14:paraId="75738654" w14:textId="77777777" w:rsidR="006D4449" w:rsidRDefault="006D4449" w:rsidP="006D4449">
      <w:r>
        <w:t>414.2422</w:t>
      </w:r>
      <w:r>
        <w:tab/>
        <w:t>5.043e1</w:t>
      </w:r>
    </w:p>
    <w:p w14:paraId="6BF5368E" w14:textId="77777777" w:rsidR="006D4449" w:rsidRDefault="006D4449" w:rsidP="006D4449">
      <w:r>
        <w:t>414.2448</w:t>
      </w:r>
      <w:r>
        <w:tab/>
        <w:t>3.359e1</w:t>
      </w:r>
    </w:p>
    <w:p w14:paraId="393AD11C" w14:textId="77777777" w:rsidR="006D4449" w:rsidRDefault="006D4449" w:rsidP="006D4449">
      <w:r>
        <w:t>414.2467</w:t>
      </w:r>
      <w:r>
        <w:tab/>
        <w:t>2.885e1</w:t>
      </w:r>
    </w:p>
    <w:p w14:paraId="2074EBD3" w14:textId="77777777" w:rsidR="006D4449" w:rsidRDefault="006D4449" w:rsidP="006D4449">
      <w:r>
        <w:t>414.2873</w:t>
      </w:r>
      <w:r>
        <w:tab/>
        <w:t>1.090e1</w:t>
      </w:r>
    </w:p>
    <w:p w14:paraId="4087D086" w14:textId="77777777" w:rsidR="006D4449" w:rsidRDefault="006D4449" w:rsidP="006D4449">
      <w:r>
        <w:lastRenderedPageBreak/>
        <w:t>414.3282</w:t>
      </w:r>
      <w:r>
        <w:tab/>
        <w:t>2.025e0</w:t>
      </w:r>
    </w:p>
    <w:p w14:paraId="35577A79" w14:textId="77777777" w:rsidR="006D4449" w:rsidRDefault="006D4449" w:rsidP="006D4449">
      <w:r>
        <w:t>414.3315</w:t>
      </w:r>
      <w:r>
        <w:tab/>
        <w:t>2.025e0</w:t>
      </w:r>
    </w:p>
    <w:p w14:paraId="78024CF8" w14:textId="77777777" w:rsidR="006D4449" w:rsidRDefault="006D4449" w:rsidP="006D4449">
      <w:r>
        <w:t>414.3568</w:t>
      </w:r>
      <w:r>
        <w:tab/>
        <w:t>1.013e0</w:t>
      </w:r>
    </w:p>
    <w:p w14:paraId="0B4FBE35" w14:textId="77777777" w:rsidR="006D4449" w:rsidRDefault="006D4449" w:rsidP="006D4449">
      <w:r>
        <w:t>414.3684</w:t>
      </w:r>
      <w:r>
        <w:tab/>
        <w:t>3.038e0</w:t>
      </w:r>
    </w:p>
    <w:p w14:paraId="0D40B154" w14:textId="77777777" w:rsidR="006D4449" w:rsidRDefault="006D4449" w:rsidP="006D4449">
      <w:r>
        <w:t>414.3701</w:t>
      </w:r>
      <w:r>
        <w:tab/>
        <w:t>3.038e0</w:t>
      </w:r>
    </w:p>
    <w:p w14:paraId="05DF8E3B" w14:textId="77777777" w:rsidR="006D4449" w:rsidRDefault="006D4449" w:rsidP="006D4449">
      <w:r>
        <w:t>414.4044</w:t>
      </w:r>
      <w:r>
        <w:tab/>
        <w:t>1.013e0</w:t>
      </w:r>
    </w:p>
    <w:p w14:paraId="6C600F13" w14:textId="77777777" w:rsidR="006D4449" w:rsidRDefault="006D4449" w:rsidP="006D4449">
      <w:r>
        <w:t>414.4152</w:t>
      </w:r>
      <w:r>
        <w:tab/>
        <w:t>1.013e0</w:t>
      </w:r>
    </w:p>
    <w:p w14:paraId="3C2F3B19" w14:textId="77777777" w:rsidR="006D4449" w:rsidRDefault="006D4449" w:rsidP="006D4449">
      <w:r>
        <w:t>414.4253</w:t>
      </w:r>
      <w:r>
        <w:tab/>
        <w:t>2.025e0</w:t>
      </w:r>
    </w:p>
    <w:p w14:paraId="7AFAF6D6" w14:textId="77777777" w:rsidR="006D4449" w:rsidRDefault="006D4449" w:rsidP="006D4449">
      <w:r>
        <w:t>414.4295</w:t>
      </w:r>
      <w:r>
        <w:tab/>
        <w:t>1.013e0</w:t>
      </w:r>
    </w:p>
    <w:p w14:paraId="08DC57E5" w14:textId="77777777" w:rsidR="006D4449" w:rsidRDefault="006D4449" w:rsidP="006D4449">
      <w:r>
        <w:t>414.4703</w:t>
      </w:r>
      <w:r>
        <w:tab/>
        <w:t>1.013e0</w:t>
      </w:r>
    </w:p>
    <w:p w14:paraId="0824B241" w14:textId="77777777" w:rsidR="006D4449" w:rsidRDefault="006D4449" w:rsidP="006D4449">
      <w:r>
        <w:t>414.4843</w:t>
      </w:r>
      <w:r>
        <w:tab/>
        <w:t>3.038e0</w:t>
      </w:r>
    </w:p>
    <w:p w14:paraId="02D714B9" w14:textId="77777777" w:rsidR="006D4449" w:rsidRDefault="006D4449" w:rsidP="006D4449">
      <w:r>
        <w:t>414.5230</w:t>
      </w:r>
      <w:r>
        <w:tab/>
        <w:t>1.013e0</w:t>
      </w:r>
    </w:p>
    <w:p w14:paraId="1042BE06" w14:textId="77777777" w:rsidR="006D4449" w:rsidRDefault="006D4449" w:rsidP="006D4449">
      <w:r>
        <w:t>414.5394</w:t>
      </w:r>
      <w:r>
        <w:tab/>
        <w:t>2.025e0</w:t>
      </w:r>
    </w:p>
    <w:p w14:paraId="6B80A43A" w14:textId="77777777" w:rsidR="006D4449" w:rsidRDefault="006D4449" w:rsidP="006D4449">
      <w:r>
        <w:t>414.5950</w:t>
      </w:r>
      <w:r>
        <w:tab/>
        <w:t>1.013e0</w:t>
      </w:r>
    </w:p>
    <w:p w14:paraId="412930D1" w14:textId="77777777" w:rsidR="006D4449" w:rsidRDefault="006D4449" w:rsidP="006D4449">
      <w:r>
        <w:t>414.6051</w:t>
      </w:r>
      <w:r>
        <w:tab/>
        <w:t>1.013e0</w:t>
      </w:r>
    </w:p>
    <w:p w14:paraId="6442A38E" w14:textId="77777777" w:rsidR="006D4449" w:rsidRDefault="006D4449" w:rsidP="006D4449">
      <w:r>
        <w:t>414.6107</w:t>
      </w:r>
      <w:r>
        <w:tab/>
        <w:t>1.013e0</w:t>
      </w:r>
    </w:p>
    <w:p w14:paraId="6B89726C" w14:textId="77777777" w:rsidR="006D4449" w:rsidRDefault="006D4449" w:rsidP="006D4449">
      <w:r>
        <w:t>414.6379</w:t>
      </w:r>
      <w:r>
        <w:tab/>
        <w:t>6.076e0</w:t>
      </w:r>
    </w:p>
    <w:p w14:paraId="12F79266" w14:textId="77777777" w:rsidR="006D4449" w:rsidRDefault="006D4449" w:rsidP="006D4449">
      <w:r>
        <w:t>414.6541</w:t>
      </w:r>
      <w:r>
        <w:tab/>
        <w:t>2.025e0</w:t>
      </w:r>
    </w:p>
    <w:p w14:paraId="3EB7FB97" w14:textId="77777777" w:rsidR="006D4449" w:rsidRDefault="006D4449" w:rsidP="006D4449">
      <w:r>
        <w:t>414.6618</w:t>
      </w:r>
      <w:r>
        <w:tab/>
        <w:t>1.013e0</w:t>
      </w:r>
    </w:p>
    <w:p w14:paraId="333BB3F6" w14:textId="77777777" w:rsidR="006D4449" w:rsidRDefault="006D4449" w:rsidP="006D4449">
      <w:r>
        <w:lastRenderedPageBreak/>
        <w:t>414.6996</w:t>
      </w:r>
      <w:r>
        <w:tab/>
        <w:t>3.038e0</w:t>
      </w:r>
    </w:p>
    <w:p w14:paraId="1473B19F" w14:textId="77777777" w:rsidR="006D4449" w:rsidRDefault="006D4449" w:rsidP="006D4449">
      <w:r>
        <w:t>414.7019</w:t>
      </w:r>
      <w:r>
        <w:tab/>
        <w:t>2.025e0</w:t>
      </w:r>
    </w:p>
    <w:p w14:paraId="3571DEA7" w14:textId="77777777" w:rsidR="006D4449" w:rsidRDefault="006D4449" w:rsidP="006D4449">
      <w:r>
        <w:t>414.7060</w:t>
      </w:r>
      <w:r>
        <w:tab/>
        <w:t>2.025e0</w:t>
      </w:r>
    </w:p>
    <w:p w14:paraId="6C7787DA" w14:textId="77777777" w:rsidR="006D4449" w:rsidRDefault="006D4449" w:rsidP="006D4449">
      <w:r>
        <w:t>414.7074</w:t>
      </w:r>
      <w:r>
        <w:tab/>
        <w:t>1.013e0</w:t>
      </w:r>
    </w:p>
    <w:p w14:paraId="40A3B892" w14:textId="77777777" w:rsidR="006D4449" w:rsidRDefault="006D4449" w:rsidP="006D4449">
      <w:r>
        <w:t>414.7197</w:t>
      </w:r>
      <w:r>
        <w:tab/>
        <w:t>1.013e0</w:t>
      </w:r>
    </w:p>
    <w:p w14:paraId="63EC94F9" w14:textId="77777777" w:rsidR="006D4449" w:rsidRDefault="006D4449" w:rsidP="006D4449">
      <w:r>
        <w:t>414.7787</w:t>
      </w:r>
      <w:r>
        <w:tab/>
        <w:t>1.013e0</w:t>
      </w:r>
    </w:p>
    <w:p w14:paraId="061C0FCB" w14:textId="77777777" w:rsidR="006D4449" w:rsidRDefault="006D4449" w:rsidP="006D4449">
      <w:r>
        <w:t>414.7805</w:t>
      </w:r>
      <w:r>
        <w:tab/>
        <w:t>1.013e0</w:t>
      </w:r>
    </w:p>
    <w:p w14:paraId="7D969178" w14:textId="77777777" w:rsidR="006D4449" w:rsidRDefault="006D4449" w:rsidP="006D4449">
      <w:r>
        <w:t>414.8018</w:t>
      </w:r>
      <w:r>
        <w:tab/>
        <w:t>1.013e0</w:t>
      </w:r>
    </w:p>
    <w:p w14:paraId="1457A7AD" w14:textId="77777777" w:rsidR="006D4449" w:rsidRDefault="006D4449" w:rsidP="006D4449">
      <w:r>
        <w:t>414.8513</w:t>
      </w:r>
      <w:r>
        <w:tab/>
        <w:t>3.038e0</w:t>
      </w:r>
    </w:p>
    <w:p w14:paraId="01C84DBA" w14:textId="77777777" w:rsidR="006D4449" w:rsidRDefault="006D4449" w:rsidP="006D4449">
      <w:r>
        <w:t>414.8536</w:t>
      </w:r>
      <w:r>
        <w:tab/>
        <w:t>1.013e0</w:t>
      </w:r>
    </w:p>
    <w:p w14:paraId="7C5A7CAF" w14:textId="77777777" w:rsidR="006D4449" w:rsidRDefault="006D4449" w:rsidP="006D4449">
      <w:r>
        <w:t>414.8554</w:t>
      </w:r>
      <w:r>
        <w:tab/>
        <w:t>3.038e0</w:t>
      </w:r>
    </w:p>
    <w:p w14:paraId="366E348C" w14:textId="77777777" w:rsidR="006D4449" w:rsidRDefault="006D4449" w:rsidP="006D4449">
      <w:r>
        <w:t>414.8609</w:t>
      </w:r>
      <w:r>
        <w:tab/>
        <w:t>1.013e0</w:t>
      </w:r>
    </w:p>
    <w:p w14:paraId="3CE2A9B7" w14:textId="77777777" w:rsidR="006D4449" w:rsidRDefault="006D4449" w:rsidP="006D4449">
      <w:r>
        <w:t>414.8872</w:t>
      </w:r>
      <w:r>
        <w:tab/>
        <w:t>1.013e0</w:t>
      </w:r>
    </w:p>
    <w:p w14:paraId="5E959690" w14:textId="77777777" w:rsidR="006D4449" w:rsidRDefault="006D4449" w:rsidP="006D4449">
      <w:r>
        <w:t>414.9069</w:t>
      </w:r>
      <w:r>
        <w:tab/>
        <w:t>1.013e0</w:t>
      </w:r>
    </w:p>
    <w:p w14:paraId="2BBDFE49" w14:textId="77777777" w:rsidR="006D4449" w:rsidRDefault="006D4449" w:rsidP="006D4449">
      <w:r>
        <w:t>414.9122</w:t>
      </w:r>
      <w:r>
        <w:tab/>
        <w:t>1.013e0</w:t>
      </w:r>
    </w:p>
    <w:p w14:paraId="32D1068B" w14:textId="77777777" w:rsidR="006D4449" w:rsidRDefault="006D4449" w:rsidP="006D4449">
      <w:r>
        <w:t>414.9340</w:t>
      </w:r>
      <w:r>
        <w:tab/>
        <w:t>1.013e0</w:t>
      </w:r>
    </w:p>
    <w:p w14:paraId="17F4DC0A" w14:textId="77777777" w:rsidR="006D4449" w:rsidRDefault="006D4449" w:rsidP="006D4449">
      <w:r>
        <w:t>414.9480</w:t>
      </w:r>
      <w:r>
        <w:tab/>
        <w:t>3.038e0</w:t>
      </w:r>
    </w:p>
    <w:p w14:paraId="27AA216F" w14:textId="77777777" w:rsidR="006D4449" w:rsidRDefault="006D4449" w:rsidP="006D4449">
      <w:r>
        <w:t>414.9720</w:t>
      </w:r>
      <w:r>
        <w:tab/>
        <w:t>4.051e0</w:t>
      </w:r>
    </w:p>
    <w:p w14:paraId="44D162D6" w14:textId="77777777" w:rsidR="006D4449" w:rsidRDefault="006D4449" w:rsidP="006D4449">
      <w:r>
        <w:t>414.9832</w:t>
      </w:r>
      <w:r>
        <w:tab/>
        <w:t>3.038e0</w:t>
      </w:r>
    </w:p>
    <w:p w14:paraId="2FC97878" w14:textId="77777777" w:rsidR="006D4449" w:rsidRDefault="006D4449" w:rsidP="006D4449">
      <w:r>
        <w:lastRenderedPageBreak/>
        <w:t>414.9926</w:t>
      </w:r>
      <w:r>
        <w:tab/>
        <w:t>2.025e0</w:t>
      </w:r>
    </w:p>
    <w:p w14:paraId="5F1F6D6E" w14:textId="77777777" w:rsidR="006D4449" w:rsidRDefault="006D4449" w:rsidP="006D4449">
      <w:r>
        <w:t>415.0025</w:t>
      </w:r>
      <w:r>
        <w:tab/>
        <w:t>4.051e0</w:t>
      </w:r>
    </w:p>
    <w:p w14:paraId="53B60CFF" w14:textId="77777777" w:rsidR="006D4449" w:rsidRDefault="006D4449" w:rsidP="006D4449">
      <w:r>
        <w:t>415.0253</w:t>
      </w:r>
      <w:r>
        <w:tab/>
        <w:t>4.051e0</w:t>
      </w:r>
    </w:p>
    <w:p w14:paraId="0A1D6C08" w14:textId="77777777" w:rsidR="006D4449" w:rsidRDefault="006D4449" w:rsidP="006D4449">
      <w:r>
        <w:t>415.0437</w:t>
      </w:r>
      <w:r>
        <w:tab/>
        <w:t>1.013e0</w:t>
      </w:r>
    </w:p>
    <w:p w14:paraId="25C616C5" w14:textId="77777777" w:rsidR="006D4449" w:rsidRDefault="006D4449" w:rsidP="006D4449">
      <w:r>
        <w:t>415.0867</w:t>
      </w:r>
      <w:r>
        <w:tab/>
        <w:t>2.025e0</w:t>
      </w:r>
    </w:p>
    <w:p w14:paraId="3B644F52" w14:textId="77777777" w:rsidR="006D4449" w:rsidRDefault="006D4449" w:rsidP="006D4449">
      <w:r>
        <w:t>415.1044</w:t>
      </w:r>
      <w:r>
        <w:tab/>
        <w:t>4.051e0</w:t>
      </w:r>
    </w:p>
    <w:p w14:paraId="1243C8C5" w14:textId="77777777" w:rsidR="006D4449" w:rsidRDefault="006D4449" w:rsidP="006D4449">
      <w:r>
        <w:t>415.1118</w:t>
      </w:r>
      <w:r>
        <w:tab/>
        <w:t>2.025e0</w:t>
      </w:r>
    </w:p>
    <w:p w14:paraId="4D79E816" w14:textId="77777777" w:rsidR="006D4449" w:rsidRDefault="006D4449" w:rsidP="006D4449">
      <w:r>
        <w:t>415.1223</w:t>
      </w:r>
      <w:r>
        <w:tab/>
        <w:t>2.025e0</w:t>
      </w:r>
    </w:p>
    <w:p w14:paraId="58C96883" w14:textId="77777777" w:rsidR="006D4449" w:rsidRDefault="006D4449" w:rsidP="006D4449">
      <w:r>
        <w:t>415.1393</w:t>
      </w:r>
      <w:r>
        <w:tab/>
        <w:t>4.027e0</w:t>
      </w:r>
    </w:p>
    <w:p w14:paraId="41BB3F3C" w14:textId="77777777" w:rsidR="006D4449" w:rsidRDefault="006D4449" w:rsidP="006D4449">
      <w:r>
        <w:t>415.1567</w:t>
      </w:r>
      <w:r>
        <w:tab/>
        <w:t>3.549e0</w:t>
      </w:r>
    </w:p>
    <w:p w14:paraId="4775ABE0" w14:textId="77777777" w:rsidR="006D4449" w:rsidRDefault="006D4449" w:rsidP="006D4449">
      <w:r>
        <w:t>415.1831</w:t>
      </w:r>
      <w:r>
        <w:tab/>
        <w:t>2.025e0</w:t>
      </w:r>
    </w:p>
    <w:p w14:paraId="084F8A5E" w14:textId="77777777" w:rsidR="006D4449" w:rsidRDefault="006D4449" w:rsidP="006D4449">
      <w:r>
        <w:t>415.2492</w:t>
      </w:r>
      <w:r>
        <w:tab/>
        <w:t>3.748e1</w:t>
      </w:r>
    </w:p>
    <w:p w14:paraId="6E7BF164" w14:textId="77777777" w:rsidR="006D4449" w:rsidRDefault="006D4449" w:rsidP="006D4449">
      <w:r>
        <w:t>415.2585</w:t>
      </w:r>
      <w:r>
        <w:tab/>
        <w:t>6.975e1</w:t>
      </w:r>
    </w:p>
    <w:p w14:paraId="23E880D7" w14:textId="77777777" w:rsidR="006D4449" w:rsidRDefault="006D4449" w:rsidP="006D4449">
      <w:r>
        <w:t>415.2639</w:t>
      </w:r>
      <w:r>
        <w:tab/>
        <w:t>2.224e1</w:t>
      </w:r>
    </w:p>
    <w:p w14:paraId="29A38728" w14:textId="77777777" w:rsidR="006D4449" w:rsidRDefault="006D4449" w:rsidP="006D4449">
      <w:r>
        <w:t>415.2733</w:t>
      </w:r>
      <w:r>
        <w:tab/>
        <w:t>1.556e1</w:t>
      </w:r>
    </w:p>
    <w:p w14:paraId="0184D537" w14:textId="77777777" w:rsidR="006D4449" w:rsidRDefault="006D4449" w:rsidP="006D4449">
      <w:r>
        <w:t>415.3058</w:t>
      </w:r>
      <w:r>
        <w:tab/>
        <w:t>1.000e1</w:t>
      </w:r>
    </w:p>
    <w:p w14:paraId="5FF43DA0" w14:textId="77777777" w:rsidR="006D4449" w:rsidRDefault="006D4449" w:rsidP="006D4449">
      <w:r>
        <w:t>415.3116</w:t>
      </w:r>
      <w:r>
        <w:tab/>
        <w:t>3.636e0</w:t>
      </w:r>
    </w:p>
    <w:p w14:paraId="37ED0821" w14:textId="77777777" w:rsidR="006D4449" w:rsidRDefault="006D4449" w:rsidP="006D4449">
      <w:r>
        <w:t>415.3473</w:t>
      </w:r>
      <w:r>
        <w:tab/>
        <w:t>2.025e0</w:t>
      </w:r>
    </w:p>
    <w:p w14:paraId="1B5DB999" w14:textId="77777777" w:rsidR="006D4449" w:rsidRDefault="006D4449" w:rsidP="006D4449">
      <w:r>
        <w:t>415.3578</w:t>
      </w:r>
      <w:r>
        <w:tab/>
        <w:t>2.025e0</w:t>
      </w:r>
    </w:p>
    <w:p w14:paraId="75A5F3BA" w14:textId="77777777" w:rsidR="006D4449" w:rsidRDefault="006D4449" w:rsidP="006D4449">
      <w:r>
        <w:lastRenderedPageBreak/>
        <w:t>415.3882</w:t>
      </w:r>
      <w:r>
        <w:tab/>
        <w:t>1.013e0</w:t>
      </w:r>
    </w:p>
    <w:p w14:paraId="7A841BE8" w14:textId="77777777" w:rsidR="006D4449" w:rsidRDefault="006D4449" w:rsidP="006D4449">
      <w:r>
        <w:t>415.3930</w:t>
      </w:r>
      <w:r>
        <w:tab/>
        <w:t>2.025e0</w:t>
      </w:r>
    </w:p>
    <w:p w14:paraId="392F7E81" w14:textId="77777777" w:rsidR="006D4449" w:rsidRDefault="006D4449" w:rsidP="006D4449">
      <w:r>
        <w:t>415.4223</w:t>
      </w:r>
      <w:r>
        <w:tab/>
        <w:t>1.013e0</w:t>
      </w:r>
    </w:p>
    <w:p w14:paraId="6E14F201" w14:textId="77777777" w:rsidR="006D4449" w:rsidRDefault="006D4449" w:rsidP="006D4449">
      <w:r>
        <w:t>415.4278</w:t>
      </w:r>
      <w:r>
        <w:tab/>
        <w:t>2.025e0</w:t>
      </w:r>
    </w:p>
    <w:p w14:paraId="3494F3B8" w14:textId="77777777" w:rsidR="006D4449" w:rsidRDefault="006D4449" w:rsidP="006D4449">
      <w:r>
        <w:t>415.4485</w:t>
      </w:r>
      <w:r>
        <w:tab/>
        <w:t>2.025e0</w:t>
      </w:r>
    </w:p>
    <w:p w14:paraId="5156AE4A" w14:textId="77777777" w:rsidR="006D4449" w:rsidRDefault="006D4449" w:rsidP="006D4449">
      <w:r>
        <w:t>415.4753</w:t>
      </w:r>
      <w:r>
        <w:tab/>
        <w:t>1.013e0</w:t>
      </w:r>
    </w:p>
    <w:p w14:paraId="05691B90" w14:textId="77777777" w:rsidR="006D4449" w:rsidRDefault="006D4449" w:rsidP="006D4449">
      <w:r>
        <w:t>415.4827</w:t>
      </w:r>
      <w:r>
        <w:tab/>
        <w:t>1.013e0</w:t>
      </w:r>
    </w:p>
    <w:p w14:paraId="2C530C26" w14:textId="77777777" w:rsidR="006D4449" w:rsidRDefault="006D4449" w:rsidP="006D4449">
      <w:r>
        <w:t>415.5984</w:t>
      </w:r>
      <w:r>
        <w:tab/>
        <w:t>2.025e0</w:t>
      </w:r>
    </w:p>
    <w:p w14:paraId="0905E76C" w14:textId="77777777" w:rsidR="006D4449" w:rsidRDefault="006D4449" w:rsidP="006D4449">
      <w:r>
        <w:t>415.6071</w:t>
      </w:r>
      <w:r>
        <w:tab/>
        <w:t>2.025e0</w:t>
      </w:r>
    </w:p>
    <w:p w14:paraId="428BD700" w14:textId="77777777" w:rsidR="006D4449" w:rsidRDefault="006D4449" w:rsidP="006D4449">
      <w:r>
        <w:t>415.6157</w:t>
      </w:r>
      <w:r>
        <w:tab/>
        <w:t>2.025e0</w:t>
      </w:r>
    </w:p>
    <w:p w14:paraId="09C400C2" w14:textId="77777777" w:rsidR="006D4449" w:rsidRDefault="006D4449" w:rsidP="006D4449">
      <w:r>
        <w:t>415.6395</w:t>
      </w:r>
      <w:r>
        <w:tab/>
        <w:t>1.013e0</w:t>
      </w:r>
    </w:p>
    <w:p w14:paraId="3F5DB937" w14:textId="77777777" w:rsidR="006D4449" w:rsidRDefault="006D4449" w:rsidP="006D4449">
      <w:r>
        <w:t>415.6859</w:t>
      </w:r>
      <w:r>
        <w:tab/>
        <w:t>1.013e0</w:t>
      </w:r>
    </w:p>
    <w:p w14:paraId="0997494D" w14:textId="77777777" w:rsidR="006D4449" w:rsidRDefault="006D4449" w:rsidP="006D4449">
      <w:r>
        <w:t>415.6950</w:t>
      </w:r>
      <w:r>
        <w:tab/>
        <w:t>1.013e0</w:t>
      </w:r>
    </w:p>
    <w:p w14:paraId="0BE3CC0B" w14:textId="77777777" w:rsidR="006D4449" w:rsidRDefault="006D4449" w:rsidP="006D4449">
      <w:r>
        <w:t>415.7096</w:t>
      </w:r>
      <w:r>
        <w:tab/>
        <w:t>1.013e0</w:t>
      </w:r>
    </w:p>
    <w:p w14:paraId="3D1776E5" w14:textId="77777777" w:rsidR="006D4449" w:rsidRDefault="006D4449" w:rsidP="006D4449">
      <w:r>
        <w:t>415.7552</w:t>
      </w:r>
      <w:r>
        <w:tab/>
        <w:t>2.025e0</w:t>
      </w:r>
    </w:p>
    <w:p w14:paraId="4839122C" w14:textId="77777777" w:rsidR="006D4449" w:rsidRDefault="006D4449" w:rsidP="006D4449">
      <w:r>
        <w:t>415.7626</w:t>
      </w:r>
      <w:r>
        <w:tab/>
        <w:t>2.025e0</w:t>
      </w:r>
    </w:p>
    <w:p w14:paraId="507AF9CD" w14:textId="77777777" w:rsidR="006D4449" w:rsidRDefault="006D4449" w:rsidP="006D4449">
      <w:r>
        <w:t>415.7809</w:t>
      </w:r>
      <w:r>
        <w:tab/>
        <w:t>2.025e0</w:t>
      </w:r>
    </w:p>
    <w:p w14:paraId="18CE02D2" w14:textId="77777777" w:rsidR="006D4449" w:rsidRDefault="006D4449" w:rsidP="006D4449">
      <w:r>
        <w:t>415.8033</w:t>
      </w:r>
      <w:r>
        <w:tab/>
        <w:t>1.013e0</w:t>
      </w:r>
    </w:p>
    <w:p w14:paraId="324EE17F" w14:textId="77777777" w:rsidR="006D4449" w:rsidRDefault="006D4449" w:rsidP="006D4449">
      <w:r>
        <w:t>415.8070</w:t>
      </w:r>
      <w:r>
        <w:tab/>
        <w:t>1.013e0</w:t>
      </w:r>
    </w:p>
    <w:p w14:paraId="172D8940" w14:textId="77777777" w:rsidR="006D4449" w:rsidRDefault="006D4449" w:rsidP="006D4449">
      <w:r>
        <w:lastRenderedPageBreak/>
        <w:t>415.8397</w:t>
      </w:r>
      <w:r>
        <w:tab/>
        <w:t>1.013e0</w:t>
      </w:r>
    </w:p>
    <w:p w14:paraId="48F713FF" w14:textId="77777777" w:rsidR="006D4449" w:rsidRDefault="006D4449" w:rsidP="006D4449">
      <w:r>
        <w:t>415.8442</w:t>
      </w:r>
      <w:r>
        <w:tab/>
        <w:t>1.013e0</w:t>
      </w:r>
    </w:p>
    <w:p w14:paraId="49C6FCDF" w14:textId="77777777" w:rsidR="006D4449" w:rsidRDefault="006D4449" w:rsidP="006D4449">
      <w:r>
        <w:t>415.8763</w:t>
      </w:r>
      <w:r>
        <w:tab/>
        <w:t>1.013e0</w:t>
      </w:r>
    </w:p>
    <w:p w14:paraId="71DFCBAE" w14:textId="77777777" w:rsidR="006D4449" w:rsidRDefault="006D4449" w:rsidP="006D4449">
      <w:r>
        <w:t>415.8782</w:t>
      </w:r>
      <w:r>
        <w:tab/>
        <w:t>2.025e0</w:t>
      </w:r>
    </w:p>
    <w:p w14:paraId="3195B5CB" w14:textId="77777777" w:rsidR="006D4449" w:rsidRDefault="006D4449" w:rsidP="006D4449">
      <w:r>
        <w:t>415.8871</w:t>
      </w:r>
      <w:r>
        <w:tab/>
        <w:t>1.013e0</w:t>
      </w:r>
    </w:p>
    <w:p w14:paraId="576BEFA8" w14:textId="77777777" w:rsidR="006D4449" w:rsidRDefault="006D4449" w:rsidP="006D4449">
      <w:r>
        <w:t>415.9213</w:t>
      </w:r>
      <w:r>
        <w:tab/>
        <w:t>3.038e0</w:t>
      </w:r>
    </w:p>
    <w:p w14:paraId="62D5E1BC" w14:textId="77777777" w:rsidR="006D4449" w:rsidRDefault="006D4449" w:rsidP="006D4449">
      <w:r>
        <w:t>415.9261</w:t>
      </w:r>
      <w:r>
        <w:tab/>
        <w:t>3.038e0</w:t>
      </w:r>
    </w:p>
    <w:p w14:paraId="4241E41B" w14:textId="77777777" w:rsidR="006D4449" w:rsidRDefault="006D4449" w:rsidP="006D4449">
      <w:r>
        <w:t>415.9332</w:t>
      </w:r>
      <w:r>
        <w:tab/>
        <w:t>3.038e0</w:t>
      </w:r>
    </w:p>
    <w:p w14:paraId="74D8AE7B" w14:textId="77777777" w:rsidR="006D4449" w:rsidRDefault="006D4449" w:rsidP="006D4449">
      <w:r>
        <w:t>415.9367</w:t>
      </w:r>
      <w:r>
        <w:tab/>
        <w:t>1.013e0</w:t>
      </w:r>
    </w:p>
    <w:p w14:paraId="37AA9A3F" w14:textId="77777777" w:rsidR="006D4449" w:rsidRDefault="006D4449" w:rsidP="006D4449">
      <w:r>
        <w:t>415.9795</w:t>
      </w:r>
      <w:r>
        <w:tab/>
        <w:t>3.038e0</w:t>
      </w:r>
    </w:p>
    <w:p w14:paraId="26EC3C94" w14:textId="77777777" w:rsidR="006D4449" w:rsidRDefault="006D4449" w:rsidP="006D4449">
      <w:r>
        <w:t>415.9807</w:t>
      </w:r>
      <w:r>
        <w:tab/>
        <w:t>2.025e0</w:t>
      </w:r>
    </w:p>
    <w:p w14:paraId="4FDCBD80" w14:textId="77777777" w:rsidR="006D4449" w:rsidRDefault="006D4449" w:rsidP="006D4449">
      <w:r>
        <w:t>416.0206</w:t>
      </w:r>
      <w:r>
        <w:tab/>
        <w:t>1.876e0</w:t>
      </w:r>
    </w:p>
    <w:p w14:paraId="625EB921" w14:textId="77777777" w:rsidR="006D4449" w:rsidRDefault="006D4449" w:rsidP="006D4449">
      <w:r>
        <w:t>416.0226</w:t>
      </w:r>
      <w:r>
        <w:tab/>
        <w:t>2.025e0</w:t>
      </w:r>
    </w:p>
    <w:p w14:paraId="66F11AD3" w14:textId="77777777" w:rsidR="006D4449" w:rsidRDefault="006D4449" w:rsidP="006D4449">
      <w:r>
        <w:t>416.0259</w:t>
      </w:r>
      <w:r>
        <w:tab/>
        <w:t>3.300e0</w:t>
      </w:r>
    </w:p>
    <w:p w14:paraId="4A9F09D0" w14:textId="77777777" w:rsidR="006D4449" w:rsidRDefault="006D4449" w:rsidP="006D4449">
      <w:r>
        <w:t>416.0273</w:t>
      </w:r>
      <w:r>
        <w:tab/>
        <w:t>2.025e0</w:t>
      </w:r>
    </w:p>
    <w:p w14:paraId="52483F63" w14:textId="77777777" w:rsidR="006D4449" w:rsidRDefault="006D4449" w:rsidP="006D4449">
      <w:r>
        <w:t>416.0389</w:t>
      </w:r>
      <w:r>
        <w:tab/>
        <w:t>3.038e0</w:t>
      </w:r>
    </w:p>
    <w:p w14:paraId="38B4961A" w14:textId="77777777" w:rsidR="006D4449" w:rsidRDefault="006D4449" w:rsidP="006D4449">
      <w:r>
        <w:t>416.0685</w:t>
      </w:r>
      <w:r>
        <w:tab/>
        <w:t>2.025e0</w:t>
      </w:r>
    </w:p>
    <w:p w14:paraId="02EF34D2" w14:textId="77777777" w:rsidR="006D4449" w:rsidRDefault="006D4449" w:rsidP="006D4449">
      <w:r>
        <w:t>416.0707</w:t>
      </w:r>
      <w:r>
        <w:tab/>
        <w:t>2.025e0</w:t>
      </w:r>
    </w:p>
    <w:p w14:paraId="2DCA19CE" w14:textId="77777777" w:rsidR="006D4449" w:rsidRDefault="006D4449" w:rsidP="006D4449">
      <w:r>
        <w:t>416.0813</w:t>
      </w:r>
      <w:r>
        <w:tab/>
        <w:t>2.025e0</w:t>
      </w:r>
    </w:p>
    <w:p w14:paraId="3D4CD28C" w14:textId="77777777" w:rsidR="006D4449" w:rsidRDefault="006D4449" w:rsidP="006D4449">
      <w:r>
        <w:lastRenderedPageBreak/>
        <w:t>416.0922</w:t>
      </w:r>
      <w:r>
        <w:tab/>
        <w:t>3.038e0</w:t>
      </w:r>
    </w:p>
    <w:p w14:paraId="4736261E" w14:textId="77777777" w:rsidR="006D4449" w:rsidRDefault="006D4449" w:rsidP="006D4449">
      <w:r>
        <w:t>416.1273</w:t>
      </w:r>
      <w:r>
        <w:tab/>
        <w:t>1.013e0</w:t>
      </w:r>
    </w:p>
    <w:p w14:paraId="03611DE6" w14:textId="77777777" w:rsidR="006D4449" w:rsidRDefault="006D4449" w:rsidP="006D4449">
      <w:r>
        <w:t>416.1346</w:t>
      </w:r>
      <w:r>
        <w:tab/>
        <w:t>1.013e0</w:t>
      </w:r>
    </w:p>
    <w:p w14:paraId="3FC4C198" w14:textId="77777777" w:rsidR="006D4449" w:rsidRDefault="006D4449" w:rsidP="006D4449">
      <w:r>
        <w:t>416.1718</w:t>
      </w:r>
      <w:r>
        <w:tab/>
        <w:t>3.038e0</w:t>
      </w:r>
    </w:p>
    <w:p w14:paraId="7A43B12B" w14:textId="77777777" w:rsidR="006D4449" w:rsidRDefault="006D4449" w:rsidP="006D4449">
      <w:r>
        <w:t>416.1776</w:t>
      </w:r>
      <w:r>
        <w:tab/>
        <w:t>1.013e0</w:t>
      </w:r>
    </w:p>
    <w:p w14:paraId="11F0AD5E" w14:textId="77777777" w:rsidR="006D4449" w:rsidRDefault="006D4449" w:rsidP="006D4449">
      <w:r>
        <w:t>416.1954</w:t>
      </w:r>
      <w:r>
        <w:tab/>
        <w:t>2.752e0</w:t>
      </w:r>
    </w:p>
    <w:p w14:paraId="5937B49B" w14:textId="77777777" w:rsidR="006D4449" w:rsidRDefault="006D4449" w:rsidP="006D4449">
      <w:r>
        <w:t>416.1988</w:t>
      </w:r>
      <w:r>
        <w:tab/>
        <w:t>1.972e0</w:t>
      </w:r>
    </w:p>
    <w:p w14:paraId="491886C2" w14:textId="77777777" w:rsidR="006D4449" w:rsidRDefault="006D4449" w:rsidP="006D4449">
      <w:r>
        <w:t>416.2571</w:t>
      </w:r>
      <w:r>
        <w:tab/>
        <w:t>9.482e0</w:t>
      </w:r>
    </w:p>
    <w:p w14:paraId="4CF6A242" w14:textId="77777777" w:rsidR="006D4449" w:rsidRDefault="006D4449" w:rsidP="006D4449">
      <w:r>
        <w:t>416.2643</w:t>
      </w:r>
      <w:r>
        <w:tab/>
        <w:t>1.928e1</w:t>
      </w:r>
    </w:p>
    <w:p w14:paraId="2CBB9964" w14:textId="77777777" w:rsidR="006D4449" w:rsidRDefault="006D4449" w:rsidP="006D4449">
      <w:r>
        <w:t>416.2726</w:t>
      </w:r>
      <w:r>
        <w:tab/>
        <w:t>1.647e1</w:t>
      </w:r>
    </w:p>
    <w:p w14:paraId="33F85BE2" w14:textId="77777777" w:rsidR="006D4449" w:rsidRDefault="006D4449" w:rsidP="006D4449">
      <w:r>
        <w:t>416.2768</w:t>
      </w:r>
      <w:r>
        <w:tab/>
        <w:t>1.482e1</w:t>
      </w:r>
    </w:p>
    <w:p w14:paraId="59E9BCAD" w14:textId="77777777" w:rsidR="006D4449" w:rsidRDefault="006D4449" w:rsidP="006D4449">
      <w:r>
        <w:t>416.3093</w:t>
      </w:r>
      <w:r>
        <w:tab/>
        <w:t>1.977e0</w:t>
      </w:r>
    </w:p>
    <w:p w14:paraId="76F80EF0" w14:textId="77777777" w:rsidR="006D4449" w:rsidRDefault="006D4449" w:rsidP="006D4449">
      <w:r>
        <w:t>416.3173</w:t>
      </w:r>
      <w:r>
        <w:tab/>
        <w:t>1.952e0</w:t>
      </w:r>
    </w:p>
    <w:p w14:paraId="25620214" w14:textId="77777777" w:rsidR="006D4449" w:rsidRDefault="006D4449" w:rsidP="006D4449">
      <w:r>
        <w:t>416.3601</w:t>
      </w:r>
      <w:r>
        <w:tab/>
        <w:t>2.025e0</w:t>
      </w:r>
    </w:p>
    <w:p w14:paraId="3BF67A87" w14:textId="77777777" w:rsidR="006D4449" w:rsidRDefault="006D4449" w:rsidP="006D4449">
      <w:r>
        <w:t>416.3619</w:t>
      </w:r>
      <w:r>
        <w:tab/>
        <w:t>1.013e0</w:t>
      </w:r>
    </w:p>
    <w:p w14:paraId="79C76EE5" w14:textId="77777777" w:rsidR="006D4449" w:rsidRDefault="006D4449" w:rsidP="006D4449">
      <w:r>
        <w:t>416.3853</w:t>
      </w:r>
      <w:r>
        <w:tab/>
        <w:t>2.025e0</w:t>
      </w:r>
    </w:p>
    <w:p w14:paraId="72F64FEF" w14:textId="77777777" w:rsidR="006D4449" w:rsidRDefault="006D4449" w:rsidP="006D4449">
      <w:r>
        <w:t>416.3936</w:t>
      </w:r>
      <w:r>
        <w:tab/>
        <w:t>3.038e0</w:t>
      </w:r>
    </w:p>
    <w:p w14:paraId="6E6570B1" w14:textId="77777777" w:rsidR="006D4449" w:rsidRDefault="006D4449" w:rsidP="006D4449">
      <w:r>
        <w:t>416.4059</w:t>
      </w:r>
      <w:r>
        <w:tab/>
        <w:t>1.013e0</w:t>
      </w:r>
    </w:p>
    <w:p w14:paraId="44A133A8" w14:textId="77777777" w:rsidR="006D4449" w:rsidRDefault="006D4449" w:rsidP="006D4449">
      <w:r>
        <w:t>416.4291</w:t>
      </w:r>
      <w:r>
        <w:tab/>
        <w:t>1.013e0</w:t>
      </w:r>
    </w:p>
    <w:p w14:paraId="77478985" w14:textId="77777777" w:rsidR="006D4449" w:rsidRDefault="006D4449" w:rsidP="006D4449">
      <w:r>
        <w:lastRenderedPageBreak/>
        <w:t>416.4313</w:t>
      </w:r>
      <w:r>
        <w:tab/>
        <w:t>3.038e0</w:t>
      </w:r>
    </w:p>
    <w:p w14:paraId="0E73BD30" w14:textId="77777777" w:rsidR="006D4449" w:rsidRDefault="006D4449" w:rsidP="006D4449">
      <w:r>
        <w:t>416.4699</w:t>
      </w:r>
      <w:r>
        <w:tab/>
        <w:t>1.013e0</w:t>
      </w:r>
    </w:p>
    <w:p w14:paraId="092D964F" w14:textId="77777777" w:rsidR="006D4449" w:rsidRDefault="006D4449" w:rsidP="006D4449">
      <w:r>
        <w:t>416.5771</w:t>
      </w:r>
      <w:r>
        <w:tab/>
        <w:t>1.013e0</w:t>
      </w:r>
    </w:p>
    <w:p w14:paraId="34EC0D32" w14:textId="77777777" w:rsidR="006D4449" w:rsidRDefault="006D4449" w:rsidP="006D4449">
      <w:r>
        <w:t>416.6022</w:t>
      </w:r>
      <w:r>
        <w:tab/>
        <w:t>1.013e0</w:t>
      </w:r>
    </w:p>
    <w:p w14:paraId="5EC30F5A" w14:textId="77777777" w:rsidR="006D4449" w:rsidRDefault="006D4449" w:rsidP="006D4449">
      <w:r>
        <w:t>416.6048</w:t>
      </w:r>
      <w:r>
        <w:tab/>
        <w:t>3.038e0</w:t>
      </w:r>
    </w:p>
    <w:p w14:paraId="7C30E7E0" w14:textId="77777777" w:rsidR="006D4449" w:rsidRDefault="006D4449" w:rsidP="006D4449">
      <w:r>
        <w:t>416.6375</w:t>
      </w:r>
      <w:r>
        <w:tab/>
        <w:t>1.013e0</w:t>
      </w:r>
    </w:p>
    <w:p w14:paraId="7B3C8A10" w14:textId="77777777" w:rsidR="006D4449" w:rsidRDefault="006D4449" w:rsidP="006D4449">
      <w:r>
        <w:t>416.6804</w:t>
      </w:r>
      <w:r>
        <w:tab/>
        <w:t>1.013e0</w:t>
      </w:r>
    </w:p>
    <w:p w14:paraId="5C89743B" w14:textId="77777777" w:rsidR="006D4449" w:rsidRDefault="006D4449" w:rsidP="006D4449">
      <w:r>
        <w:t>416.6829</w:t>
      </w:r>
      <w:r>
        <w:tab/>
        <w:t>1.013e0</w:t>
      </w:r>
    </w:p>
    <w:p w14:paraId="203CF558" w14:textId="77777777" w:rsidR="006D4449" w:rsidRDefault="006D4449" w:rsidP="006D4449">
      <w:r>
        <w:t>416.7001</w:t>
      </w:r>
      <w:r>
        <w:tab/>
        <w:t>1.013e0</w:t>
      </w:r>
    </w:p>
    <w:p w14:paraId="5D9CF8C0" w14:textId="77777777" w:rsidR="006D4449" w:rsidRDefault="006D4449" w:rsidP="006D4449">
      <w:r>
        <w:t>416.7141</w:t>
      </w:r>
      <w:r>
        <w:tab/>
        <w:t>1.013e0</w:t>
      </w:r>
    </w:p>
    <w:p w14:paraId="69FFB809" w14:textId="77777777" w:rsidR="006D4449" w:rsidRDefault="006D4449" w:rsidP="006D4449">
      <w:r>
        <w:t>416.7195</w:t>
      </w:r>
      <w:r>
        <w:tab/>
        <w:t>1.013e0</w:t>
      </w:r>
    </w:p>
    <w:p w14:paraId="12442CC1" w14:textId="77777777" w:rsidR="006D4449" w:rsidRDefault="006D4449" w:rsidP="006D4449">
      <w:r>
        <w:t>416.7232</w:t>
      </w:r>
      <w:r>
        <w:tab/>
        <w:t>1.013e0</w:t>
      </w:r>
    </w:p>
    <w:p w14:paraId="5C75A8C6" w14:textId="77777777" w:rsidR="006D4449" w:rsidRDefault="006D4449" w:rsidP="006D4449">
      <w:r>
        <w:t>416.7490</w:t>
      </w:r>
      <w:r>
        <w:tab/>
        <w:t>1.013e0</w:t>
      </w:r>
    </w:p>
    <w:p w14:paraId="28D8AAC5" w14:textId="77777777" w:rsidR="006D4449" w:rsidRDefault="006D4449" w:rsidP="006D4449">
      <w:r>
        <w:t>416.7605</w:t>
      </w:r>
      <w:r>
        <w:tab/>
        <w:t>1.013e0</w:t>
      </w:r>
    </w:p>
    <w:p w14:paraId="1B1BFE31" w14:textId="77777777" w:rsidR="006D4449" w:rsidRDefault="006D4449" w:rsidP="006D4449">
      <w:r>
        <w:t>416.7930</w:t>
      </w:r>
      <w:r>
        <w:tab/>
        <w:t>1.013e0</w:t>
      </w:r>
    </w:p>
    <w:p w14:paraId="1BF3613D" w14:textId="77777777" w:rsidR="006D4449" w:rsidRDefault="006D4449" w:rsidP="006D4449">
      <w:r>
        <w:t>416.8229</w:t>
      </w:r>
      <w:r>
        <w:tab/>
        <w:t>1.013e0</w:t>
      </w:r>
    </w:p>
    <w:p w14:paraId="62E626EB" w14:textId="77777777" w:rsidR="006D4449" w:rsidRDefault="006D4449" w:rsidP="006D4449">
      <w:r>
        <w:t>416.8388</w:t>
      </w:r>
      <w:r>
        <w:tab/>
        <w:t>1.013e0</w:t>
      </w:r>
    </w:p>
    <w:p w14:paraId="326FE355" w14:textId="77777777" w:rsidR="006D4449" w:rsidRDefault="006D4449" w:rsidP="006D4449">
      <w:r>
        <w:t>416.8788</w:t>
      </w:r>
      <w:r>
        <w:tab/>
        <w:t>2.025e0</w:t>
      </w:r>
    </w:p>
    <w:p w14:paraId="0971052E" w14:textId="77777777" w:rsidR="006D4449" w:rsidRDefault="006D4449" w:rsidP="006D4449">
      <w:r>
        <w:t>416.8904</w:t>
      </w:r>
      <w:r>
        <w:tab/>
        <w:t>4.051e0</w:t>
      </w:r>
    </w:p>
    <w:p w14:paraId="4FE06C42" w14:textId="77777777" w:rsidR="006D4449" w:rsidRDefault="006D4449" w:rsidP="006D4449">
      <w:r>
        <w:lastRenderedPageBreak/>
        <w:t>416.8999</w:t>
      </w:r>
      <w:r>
        <w:tab/>
        <w:t>4.671e0</w:t>
      </w:r>
    </w:p>
    <w:p w14:paraId="6FA602CE" w14:textId="77777777" w:rsidR="006D4449" w:rsidRDefault="006D4449" w:rsidP="006D4449">
      <w:r>
        <w:t>416.9366</w:t>
      </w:r>
      <w:r>
        <w:tab/>
        <w:t>2.025e0</w:t>
      </w:r>
    </w:p>
    <w:p w14:paraId="4EC68914" w14:textId="77777777" w:rsidR="006D4449" w:rsidRDefault="006D4449" w:rsidP="006D4449">
      <w:r>
        <w:t>416.9459</w:t>
      </w:r>
      <w:r>
        <w:tab/>
        <w:t>1.013e0</w:t>
      </w:r>
    </w:p>
    <w:p w14:paraId="3185A201" w14:textId="77777777" w:rsidR="006D4449" w:rsidRDefault="006D4449" w:rsidP="006D4449">
      <w:r>
        <w:t>416.9886</w:t>
      </w:r>
      <w:r>
        <w:tab/>
        <w:t>1.013e0</w:t>
      </w:r>
    </w:p>
    <w:p w14:paraId="6EA4BCC1" w14:textId="77777777" w:rsidR="006D4449" w:rsidRDefault="006D4449" w:rsidP="006D4449">
      <w:r>
        <w:t>416.9910</w:t>
      </w:r>
      <w:r>
        <w:tab/>
        <w:t>3.038e0</w:t>
      </w:r>
    </w:p>
    <w:p w14:paraId="40EA2163" w14:textId="77777777" w:rsidR="006D4449" w:rsidRDefault="006D4449" w:rsidP="006D4449">
      <w:r>
        <w:t>416.9986</w:t>
      </w:r>
      <w:r>
        <w:tab/>
        <w:t>1.013e0</w:t>
      </w:r>
    </w:p>
    <w:p w14:paraId="710FB4BE" w14:textId="77777777" w:rsidR="006D4449" w:rsidRDefault="006D4449" w:rsidP="006D4449">
      <w:r>
        <w:t>417.0310</w:t>
      </w:r>
      <w:r>
        <w:tab/>
        <w:t>2.025e0</w:t>
      </w:r>
    </w:p>
    <w:p w14:paraId="0295DECE" w14:textId="77777777" w:rsidR="006D4449" w:rsidRDefault="006D4449" w:rsidP="006D4449">
      <w:r>
        <w:t>417.0445</w:t>
      </w:r>
      <w:r>
        <w:tab/>
        <w:t>1.013e0</w:t>
      </w:r>
    </w:p>
    <w:p w14:paraId="4A912907" w14:textId="77777777" w:rsidR="006D4449" w:rsidRDefault="006D4449" w:rsidP="006D4449">
      <w:r>
        <w:t>417.0494</w:t>
      </w:r>
      <w:r>
        <w:tab/>
        <w:t>1.013e0</w:t>
      </w:r>
    </w:p>
    <w:p w14:paraId="3DDFC11F" w14:textId="77777777" w:rsidR="006D4449" w:rsidRDefault="006D4449" w:rsidP="006D4449">
      <w:r>
        <w:t>417.0752</w:t>
      </w:r>
      <w:r>
        <w:tab/>
        <w:t>4.051e0</w:t>
      </w:r>
    </w:p>
    <w:p w14:paraId="4C0088FE" w14:textId="77777777" w:rsidR="006D4449" w:rsidRDefault="006D4449" w:rsidP="006D4449">
      <w:r>
        <w:t>417.0958</w:t>
      </w:r>
      <w:r>
        <w:tab/>
        <w:t>1.013e0</w:t>
      </w:r>
    </w:p>
    <w:p w14:paraId="4B946418" w14:textId="77777777" w:rsidR="006D4449" w:rsidRDefault="006D4449" w:rsidP="006D4449">
      <w:r>
        <w:t>417.1032</w:t>
      </w:r>
      <w:r>
        <w:tab/>
        <w:t>1.013e0</w:t>
      </w:r>
    </w:p>
    <w:p w14:paraId="16D0D52C" w14:textId="77777777" w:rsidR="006D4449" w:rsidRDefault="006D4449" w:rsidP="006D4449">
      <w:r>
        <w:t>417.1385</w:t>
      </w:r>
      <w:r>
        <w:tab/>
        <w:t>1.013e0</w:t>
      </w:r>
    </w:p>
    <w:p w14:paraId="648EB467" w14:textId="77777777" w:rsidR="006D4449" w:rsidRDefault="006D4449" w:rsidP="006D4449">
      <w:r>
        <w:t>417.1473</w:t>
      </w:r>
      <w:r>
        <w:tab/>
        <w:t>1.013e0</w:t>
      </w:r>
    </w:p>
    <w:p w14:paraId="51ABAED4" w14:textId="77777777" w:rsidR="006D4449" w:rsidRDefault="006D4449" w:rsidP="006D4449">
      <w:r>
        <w:t>417.1593</w:t>
      </w:r>
      <w:r>
        <w:tab/>
        <w:t>3.038e0</w:t>
      </w:r>
    </w:p>
    <w:p w14:paraId="425EEBEF" w14:textId="77777777" w:rsidR="006D4449" w:rsidRDefault="006D4449" w:rsidP="006D4449">
      <w:r>
        <w:t>417.1764</w:t>
      </w:r>
      <w:r>
        <w:tab/>
        <w:t>1.956e0</w:t>
      </w:r>
    </w:p>
    <w:p w14:paraId="4E8DFF66" w14:textId="77777777" w:rsidR="006D4449" w:rsidRDefault="006D4449" w:rsidP="006D4449">
      <w:r>
        <w:t>417.2187</w:t>
      </w:r>
      <w:r>
        <w:tab/>
        <w:t>4.306e0</w:t>
      </w:r>
    </w:p>
    <w:p w14:paraId="388BC226" w14:textId="77777777" w:rsidR="006D4449" w:rsidRDefault="006D4449" w:rsidP="006D4449">
      <w:r>
        <w:t>417.2379</w:t>
      </w:r>
      <w:r>
        <w:tab/>
        <w:t>8.055e0</w:t>
      </w:r>
    </w:p>
    <w:p w14:paraId="64A3FA54" w14:textId="77777777" w:rsidR="006D4449" w:rsidRDefault="006D4449" w:rsidP="006D4449">
      <w:r>
        <w:t>417.2391</w:t>
      </w:r>
      <w:r>
        <w:tab/>
        <w:t>2.095e1</w:t>
      </w:r>
    </w:p>
    <w:p w14:paraId="01C75025" w14:textId="77777777" w:rsidR="006D4449" w:rsidRDefault="006D4449" w:rsidP="006D4449">
      <w:r>
        <w:lastRenderedPageBreak/>
        <w:t>417.2424</w:t>
      </w:r>
      <w:r>
        <w:tab/>
        <w:t>2.096e1</w:t>
      </w:r>
    </w:p>
    <w:p w14:paraId="565A56EF" w14:textId="77777777" w:rsidR="006D4449" w:rsidRDefault="006D4449" w:rsidP="006D4449">
      <w:r>
        <w:t>417.2516</w:t>
      </w:r>
      <w:r>
        <w:tab/>
        <w:t>1.405e1</w:t>
      </w:r>
    </w:p>
    <w:p w14:paraId="62C5F135" w14:textId="77777777" w:rsidR="006D4449" w:rsidRDefault="006D4449" w:rsidP="006D4449">
      <w:r>
        <w:t>417.2779</w:t>
      </w:r>
      <w:r>
        <w:tab/>
        <w:t>4.623e0</w:t>
      </w:r>
    </w:p>
    <w:p w14:paraId="5EC35BB0" w14:textId="77777777" w:rsidR="006D4449" w:rsidRDefault="006D4449" w:rsidP="006D4449">
      <w:r>
        <w:t>417.3010</w:t>
      </w:r>
      <w:r>
        <w:tab/>
        <w:t>4.051e0</w:t>
      </w:r>
    </w:p>
    <w:p w14:paraId="07A15C30" w14:textId="77777777" w:rsidR="006D4449" w:rsidRDefault="006D4449" w:rsidP="006D4449">
      <w:r>
        <w:t>417.3347</w:t>
      </w:r>
      <w:r>
        <w:tab/>
        <w:t>4.051e0</w:t>
      </w:r>
    </w:p>
    <w:p w14:paraId="545A4A78" w14:textId="77777777" w:rsidR="006D4449" w:rsidRDefault="006D4449" w:rsidP="006D4449">
      <w:r>
        <w:t>417.3434</w:t>
      </w:r>
      <w:r>
        <w:tab/>
        <w:t>2.025e0</w:t>
      </w:r>
    </w:p>
    <w:p w14:paraId="26E7BDCE" w14:textId="77777777" w:rsidR="006D4449" w:rsidRDefault="006D4449" w:rsidP="006D4449">
      <w:r>
        <w:t>417.3685</w:t>
      </w:r>
      <w:r>
        <w:tab/>
        <w:t>4.051e0</w:t>
      </w:r>
    </w:p>
    <w:p w14:paraId="23694401" w14:textId="77777777" w:rsidR="006D4449" w:rsidRDefault="006D4449" w:rsidP="006D4449">
      <w:r>
        <w:t>417.3751</w:t>
      </w:r>
      <w:r>
        <w:tab/>
        <w:t>1.013e0</w:t>
      </w:r>
    </w:p>
    <w:p w14:paraId="1862AEBC" w14:textId="77777777" w:rsidR="006D4449" w:rsidRDefault="006D4449" w:rsidP="006D4449">
      <w:r>
        <w:t>417.3773</w:t>
      </w:r>
      <w:r>
        <w:tab/>
        <w:t>2.025e0</w:t>
      </w:r>
    </w:p>
    <w:p w14:paraId="1CD62A01" w14:textId="77777777" w:rsidR="006D4449" w:rsidRDefault="006D4449" w:rsidP="006D4449">
      <w:r>
        <w:t>417.3861</w:t>
      </w:r>
      <w:r>
        <w:tab/>
        <w:t>2.025e0</w:t>
      </w:r>
    </w:p>
    <w:p w14:paraId="5F163BAF" w14:textId="77777777" w:rsidR="006D4449" w:rsidRDefault="006D4449" w:rsidP="006D4449">
      <w:r>
        <w:t>417.4665</w:t>
      </w:r>
      <w:r>
        <w:tab/>
        <w:t>1.013e0</w:t>
      </w:r>
    </w:p>
    <w:p w14:paraId="72FC81D0" w14:textId="77777777" w:rsidR="006D4449" w:rsidRDefault="006D4449" w:rsidP="006D4449">
      <w:r>
        <w:t>417.5001</w:t>
      </w:r>
      <w:r>
        <w:tab/>
        <w:t>1.013e0</w:t>
      </w:r>
    </w:p>
    <w:p w14:paraId="5C0CEF36" w14:textId="77777777" w:rsidR="006D4449" w:rsidRDefault="006D4449" w:rsidP="006D4449">
      <w:r>
        <w:t>417.5290</w:t>
      </w:r>
      <w:r>
        <w:tab/>
        <w:t>1.013e0</w:t>
      </w:r>
    </w:p>
    <w:p w14:paraId="7741E51F" w14:textId="77777777" w:rsidR="006D4449" w:rsidRDefault="006D4449" w:rsidP="006D4449">
      <w:r>
        <w:t>417.5424</w:t>
      </w:r>
      <w:r>
        <w:tab/>
        <w:t>1.013e0</w:t>
      </w:r>
    </w:p>
    <w:p w14:paraId="35FFD5CA" w14:textId="77777777" w:rsidR="006D4449" w:rsidRDefault="006D4449" w:rsidP="006D4449">
      <w:r>
        <w:t>417.5628</w:t>
      </w:r>
      <w:r>
        <w:tab/>
        <w:t>2.025e0</w:t>
      </w:r>
    </w:p>
    <w:p w14:paraId="32B98638" w14:textId="77777777" w:rsidR="006D4449" w:rsidRDefault="006D4449" w:rsidP="006D4449">
      <w:r>
        <w:t>417.5809</w:t>
      </w:r>
      <w:r>
        <w:tab/>
        <w:t>1.013e0</w:t>
      </w:r>
    </w:p>
    <w:p w14:paraId="125ED209" w14:textId="77777777" w:rsidR="006D4449" w:rsidRDefault="006D4449" w:rsidP="006D4449">
      <w:r>
        <w:t>417.5865</w:t>
      </w:r>
      <w:r>
        <w:tab/>
        <w:t>1.013e0</w:t>
      </w:r>
    </w:p>
    <w:p w14:paraId="5AAC65E1" w14:textId="77777777" w:rsidR="006D4449" w:rsidRDefault="006D4449" w:rsidP="006D4449">
      <w:r>
        <w:t>417.6030</w:t>
      </w:r>
      <w:r>
        <w:tab/>
        <w:t>1.013e0</w:t>
      </w:r>
    </w:p>
    <w:p w14:paraId="22CD54F0" w14:textId="77777777" w:rsidR="006D4449" w:rsidRDefault="006D4449" w:rsidP="006D4449">
      <w:r>
        <w:t>417.6497</w:t>
      </w:r>
      <w:r>
        <w:tab/>
        <w:t>2.025e0</w:t>
      </w:r>
    </w:p>
    <w:p w14:paraId="3A4039C1" w14:textId="77777777" w:rsidR="006D4449" w:rsidRDefault="006D4449" w:rsidP="006D4449">
      <w:r>
        <w:lastRenderedPageBreak/>
        <w:t>417.6601</w:t>
      </w:r>
      <w:r>
        <w:tab/>
        <w:t>1.013e0</w:t>
      </w:r>
    </w:p>
    <w:p w14:paraId="4CF46E4A" w14:textId="77777777" w:rsidR="006D4449" w:rsidRDefault="006D4449" w:rsidP="006D4449">
      <w:r>
        <w:t>417.7133</w:t>
      </w:r>
      <w:r>
        <w:tab/>
        <w:t>1.013e0</w:t>
      </w:r>
    </w:p>
    <w:p w14:paraId="5837EA2B" w14:textId="77777777" w:rsidR="006D4449" w:rsidRDefault="006D4449" w:rsidP="006D4449">
      <w:r>
        <w:t>417.7263</w:t>
      </w:r>
      <w:r>
        <w:tab/>
        <w:t>1.013e0</w:t>
      </w:r>
    </w:p>
    <w:p w14:paraId="741F52ED" w14:textId="77777777" w:rsidR="006D4449" w:rsidRDefault="006D4449" w:rsidP="006D4449">
      <w:r>
        <w:t>417.7747</w:t>
      </w:r>
      <w:r>
        <w:tab/>
        <w:t>2.025e0</w:t>
      </w:r>
    </w:p>
    <w:p w14:paraId="70BD5018" w14:textId="77777777" w:rsidR="006D4449" w:rsidRDefault="006D4449" w:rsidP="006D4449">
      <w:r>
        <w:t>417.7911</w:t>
      </w:r>
      <w:r>
        <w:tab/>
        <w:t>2.025e0</w:t>
      </w:r>
    </w:p>
    <w:p w14:paraId="29B6AE9E" w14:textId="77777777" w:rsidR="006D4449" w:rsidRDefault="006D4449" w:rsidP="006D4449">
      <w:r>
        <w:t>417.8163</w:t>
      </w:r>
      <w:r>
        <w:tab/>
        <w:t>3.038e0</w:t>
      </w:r>
    </w:p>
    <w:p w14:paraId="6055ADA7" w14:textId="77777777" w:rsidR="006D4449" w:rsidRDefault="006D4449" w:rsidP="006D4449">
      <w:r>
        <w:t>417.8409</w:t>
      </w:r>
      <w:r>
        <w:tab/>
        <w:t>1.013e0</w:t>
      </w:r>
    </w:p>
    <w:p w14:paraId="51F3B9BB" w14:textId="77777777" w:rsidR="006D4449" w:rsidRDefault="006D4449" w:rsidP="006D4449">
      <w:r>
        <w:t>417.8784</w:t>
      </w:r>
      <w:r>
        <w:tab/>
        <w:t>3.038e0</w:t>
      </w:r>
    </w:p>
    <w:p w14:paraId="0E292184" w14:textId="77777777" w:rsidR="006D4449" w:rsidRDefault="006D4449" w:rsidP="006D4449">
      <w:r>
        <w:t>417.9071</w:t>
      </w:r>
      <w:r>
        <w:tab/>
        <w:t>1.013e0</w:t>
      </w:r>
    </w:p>
    <w:p w14:paraId="5AF76B9D" w14:textId="77777777" w:rsidR="006D4449" w:rsidRDefault="006D4449" w:rsidP="006D4449">
      <w:r>
        <w:t>417.9267</w:t>
      </w:r>
      <w:r>
        <w:tab/>
        <w:t>2.025e0</w:t>
      </w:r>
    </w:p>
    <w:p w14:paraId="60E85BBF" w14:textId="77777777" w:rsidR="006D4449" w:rsidRDefault="006D4449" w:rsidP="006D4449">
      <w:r>
        <w:t>417.9279</w:t>
      </w:r>
      <w:r>
        <w:tab/>
        <w:t>4.051e0</w:t>
      </w:r>
    </w:p>
    <w:p w14:paraId="4D1495F0" w14:textId="77777777" w:rsidR="006D4449" w:rsidRDefault="006D4449" w:rsidP="006D4449">
      <w:r>
        <w:t>417.9537</w:t>
      </w:r>
      <w:r>
        <w:tab/>
        <w:t>2.025e0</w:t>
      </w:r>
    </w:p>
    <w:p w14:paraId="29C8F314" w14:textId="77777777" w:rsidR="006D4449" w:rsidRDefault="006D4449" w:rsidP="006D4449">
      <w:r>
        <w:t>417.9777</w:t>
      </w:r>
      <w:r>
        <w:tab/>
        <w:t>3.038e0</w:t>
      </w:r>
    </w:p>
    <w:p w14:paraId="1D220668" w14:textId="77777777" w:rsidR="006D4449" w:rsidRDefault="006D4449" w:rsidP="006D4449">
      <w:r>
        <w:t>417.9911</w:t>
      </w:r>
      <w:r>
        <w:tab/>
        <w:t>1.013e0</w:t>
      </w:r>
    </w:p>
    <w:p w14:paraId="3D5C89D7" w14:textId="77777777" w:rsidR="006D4449" w:rsidRDefault="006D4449" w:rsidP="006D4449">
      <w:r>
        <w:t>418.0011</w:t>
      </w:r>
      <w:r>
        <w:tab/>
        <w:t>2.025e0</w:t>
      </w:r>
    </w:p>
    <w:p w14:paraId="2220D094" w14:textId="77777777" w:rsidR="006D4449" w:rsidRDefault="006D4449" w:rsidP="006D4449">
      <w:r>
        <w:t>418.0101</w:t>
      </w:r>
      <w:r>
        <w:tab/>
        <w:t>4.051e0</w:t>
      </w:r>
    </w:p>
    <w:p w14:paraId="5FEE7E94" w14:textId="77777777" w:rsidR="006D4449" w:rsidRDefault="006D4449" w:rsidP="006D4449">
      <w:r>
        <w:t>418.0746</w:t>
      </w:r>
      <w:r>
        <w:tab/>
        <w:t>2.025e0</w:t>
      </w:r>
    </w:p>
    <w:p w14:paraId="5B7AD22D" w14:textId="77777777" w:rsidR="006D4449" w:rsidRDefault="006D4449" w:rsidP="006D4449">
      <w:r>
        <w:t>418.0818</w:t>
      </w:r>
      <w:r>
        <w:tab/>
        <w:t>2.025e0</w:t>
      </w:r>
    </w:p>
    <w:p w14:paraId="11DDDD18" w14:textId="77777777" w:rsidR="006D4449" w:rsidRDefault="006D4449" w:rsidP="006D4449">
      <w:r>
        <w:t>418.1103</w:t>
      </w:r>
      <w:r>
        <w:tab/>
        <w:t>1.013e0</w:t>
      </w:r>
    </w:p>
    <w:p w14:paraId="0777A5E8" w14:textId="77777777" w:rsidR="006D4449" w:rsidRDefault="006D4449" w:rsidP="006D4449">
      <w:r>
        <w:lastRenderedPageBreak/>
        <w:t>418.1228</w:t>
      </w:r>
      <w:r>
        <w:tab/>
        <w:t>2.025e0</w:t>
      </w:r>
    </w:p>
    <w:p w14:paraId="14247400" w14:textId="77777777" w:rsidR="006D4449" w:rsidRDefault="006D4449" w:rsidP="006D4449">
      <w:r>
        <w:t>418.1299</w:t>
      </w:r>
      <w:r>
        <w:tab/>
        <w:t>1.013e0</w:t>
      </w:r>
    </w:p>
    <w:p w14:paraId="5582D8C0" w14:textId="77777777" w:rsidR="006D4449" w:rsidRDefault="006D4449" w:rsidP="006D4449">
      <w:r>
        <w:t>418.1382</w:t>
      </w:r>
      <w:r>
        <w:tab/>
        <w:t>4.051e0</w:t>
      </w:r>
    </w:p>
    <w:p w14:paraId="17C212CC" w14:textId="77777777" w:rsidR="006D4449" w:rsidRDefault="006D4449" w:rsidP="006D4449">
      <w:r>
        <w:t>418.1530</w:t>
      </w:r>
      <w:r>
        <w:tab/>
        <w:t>1.013e0</w:t>
      </w:r>
    </w:p>
    <w:p w14:paraId="0B57D5CF" w14:textId="77777777" w:rsidR="006D4449" w:rsidRDefault="006D4449" w:rsidP="006D4449">
      <w:r>
        <w:t>418.1622</w:t>
      </w:r>
      <w:r>
        <w:tab/>
        <w:t>1.013e0</w:t>
      </w:r>
    </w:p>
    <w:p w14:paraId="43B2146E" w14:textId="77777777" w:rsidR="006D4449" w:rsidRDefault="006D4449" w:rsidP="006D4449">
      <w:r>
        <w:t>418.2164</w:t>
      </w:r>
      <w:r>
        <w:tab/>
        <w:t>6.495e0</w:t>
      </w:r>
    </w:p>
    <w:p w14:paraId="21C69C93" w14:textId="77777777" w:rsidR="006D4449" w:rsidRDefault="006D4449" w:rsidP="006D4449">
      <w:r>
        <w:t>418.2322</w:t>
      </w:r>
      <w:r>
        <w:tab/>
        <w:t>5.741e0</w:t>
      </w:r>
    </w:p>
    <w:p w14:paraId="5B717A5C" w14:textId="77777777" w:rsidR="006D4449" w:rsidRDefault="006D4449" w:rsidP="006D4449">
      <w:r>
        <w:t>418.2391</w:t>
      </w:r>
      <w:r>
        <w:tab/>
        <w:t>3.038e0</w:t>
      </w:r>
    </w:p>
    <w:p w14:paraId="2B6FF5C9" w14:textId="77777777" w:rsidR="006D4449" w:rsidRDefault="006D4449" w:rsidP="006D4449">
      <w:r>
        <w:t>418.2593</w:t>
      </w:r>
      <w:r>
        <w:tab/>
        <w:t>5.229e0</w:t>
      </w:r>
    </w:p>
    <w:p w14:paraId="0134FC1C" w14:textId="77777777" w:rsidR="006D4449" w:rsidRDefault="006D4449" w:rsidP="006D4449">
      <w:r>
        <w:t>418.2616</w:t>
      </w:r>
      <w:r>
        <w:tab/>
        <w:t>4.327e0</w:t>
      </w:r>
    </w:p>
    <w:p w14:paraId="68B87AB6" w14:textId="77777777" w:rsidR="006D4449" w:rsidRDefault="006D4449" w:rsidP="006D4449">
      <w:r>
        <w:t>418.2681</w:t>
      </w:r>
      <w:r>
        <w:tab/>
        <w:t>1.434e0</w:t>
      </w:r>
    </w:p>
    <w:p w14:paraId="08488F55" w14:textId="77777777" w:rsidR="006D4449" w:rsidRDefault="006D4449" w:rsidP="006D4449">
      <w:r>
        <w:t>418.2891</w:t>
      </w:r>
      <w:r>
        <w:tab/>
        <w:t>3.414e0</w:t>
      </w:r>
    </w:p>
    <w:p w14:paraId="62AF6E71" w14:textId="77777777" w:rsidR="006D4449" w:rsidRDefault="006D4449" w:rsidP="006D4449">
      <w:r>
        <w:t>418.3225</w:t>
      </w:r>
      <w:r>
        <w:tab/>
        <w:t>1.013e0</w:t>
      </w:r>
    </w:p>
    <w:p w14:paraId="7F2CD896" w14:textId="77777777" w:rsidR="006D4449" w:rsidRDefault="006D4449" w:rsidP="006D4449">
      <w:r>
        <w:t>418.3305</w:t>
      </w:r>
      <w:r>
        <w:tab/>
        <w:t>3.994e0</w:t>
      </w:r>
    </w:p>
    <w:p w14:paraId="767DF623" w14:textId="77777777" w:rsidR="006D4449" w:rsidRDefault="006D4449" w:rsidP="006D4449">
      <w:r>
        <w:t>418.3386</w:t>
      </w:r>
      <w:r>
        <w:tab/>
        <w:t>1.013e0</w:t>
      </w:r>
    </w:p>
    <w:p w14:paraId="5958A276" w14:textId="77777777" w:rsidR="006D4449" w:rsidRDefault="006D4449" w:rsidP="006D4449">
      <w:r>
        <w:t>418.3529</w:t>
      </w:r>
      <w:r>
        <w:tab/>
        <w:t>2.025e0</w:t>
      </w:r>
    </w:p>
    <w:p w14:paraId="385D6B8C" w14:textId="77777777" w:rsidR="006D4449" w:rsidRDefault="006D4449" w:rsidP="006D4449">
      <w:r>
        <w:t>418.3581</w:t>
      </w:r>
      <w:r>
        <w:tab/>
        <w:t>1.013e0</w:t>
      </w:r>
    </w:p>
    <w:p w14:paraId="72F3BC2A" w14:textId="77777777" w:rsidR="006D4449" w:rsidRDefault="006D4449" w:rsidP="006D4449">
      <w:r>
        <w:t>418.3623</w:t>
      </w:r>
      <w:r>
        <w:tab/>
        <w:t>3.038e0</w:t>
      </w:r>
    </w:p>
    <w:p w14:paraId="0B867D17" w14:textId="77777777" w:rsidR="006D4449" w:rsidRDefault="006D4449" w:rsidP="006D4449">
      <w:r>
        <w:t>418.4064</w:t>
      </w:r>
      <w:r>
        <w:tab/>
        <w:t>1.013e0</w:t>
      </w:r>
    </w:p>
    <w:p w14:paraId="41798923" w14:textId="77777777" w:rsidR="006D4449" w:rsidRDefault="006D4449" w:rsidP="006D4449">
      <w:r>
        <w:lastRenderedPageBreak/>
        <w:t>418.4200</w:t>
      </w:r>
      <w:r>
        <w:tab/>
        <w:t>2.025e0</w:t>
      </w:r>
    </w:p>
    <w:p w14:paraId="6E8EDCE1" w14:textId="77777777" w:rsidR="006D4449" w:rsidRDefault="006D4449" w:rsidP="006D4449">
      <w:r>
        <w:t>418.4259</w:t>
      </w:r>
      <w:r>
        <w:tab/>
        <w:t>1.013e0</w:t>
      </w:r>
    </w:p>
    <w:p w14:paraId="79BC836B" w14:textId="77777777" w:rsidR="006D4449" w:rsidRDefault="006D4449" w:rsidP="006D4449">
      <w:r>
        <w:t>418.4554</w:t>
      </w:r>
      <w:r>
        <w:tab/>
        <w:t>3.038e0</w:t>
      </w:r>
    </w:p>
    <w:p w14:paraId="500A9E6D" w14:textId="77777777" w:rsidR="006D4449" w:rsidRDefault="006D4449" w:rsidP="006D4449">
      <w:r>
        <w:t>418.4937</w:t>
      </w:r>
      <w:r>
        <w:tab/>
        <w:t>1.013e0</w:t>
      </w:r>
    </w:p>
    <w:p w14:paraId="426C8D7F" w14:textId="77777777" w:rsidR="006D4449" w:rsidRDefault="006D4449" w:rsidP="006D4449">
      <w:r>
        <w:t>418.5312</w:t>
      </w:r>
      <w:r>
        <w:tab/>
        <w:t>1.013e0</w:t>
      </w:r>
    </w:p>
    <w:p w14:paraId="597D0911" w14:textId="77777777" w:rsidR="006D4449" w:rsidRDefault="006D4449" w:rsidP="006D4449">
      <w:r>
        <w:t>418.5435</w:t>
      </w:r>
      <w:r>
        <w:tab/>
        <w:t>1.013e0</w:t>
      </w:r>
    </w:p>
    <w:p w14:paraId="2CD1B967" w14:textId="77777777" w:rsidR="006D4449" w:rsidRDefault="006D4449" w:rsidP="006D4449">
      <w:r>
        <w:t>418.5915</w:t>
      </w:r>
      <w:r>
        <w:tab/>
        <w:t>2.025e0</w:t>
      </w:r>
    </w:p>
    <w:p w14:paraId="04C2714C" w14:textId="77777777" w:rsidR="006D4449" w:rsidRDefault="006D4449" w:rsidP="006D4449">
      <w:r>
        <w:t>418.5951</w:t>
      </w:r>
      <w:r>
        <w:tab/>
        <w:t>1.013e0</w:t>
      </w:r>
    </w:p>
    <w:p w14:paraId="32813206" w14:textId="77777777" w:rsidR="006D4449" w:rsidRDefault="006D4449" w:rsidP="006D4449">
      <w:r>
        <w:t>418.6381</w:t>
      </w:r>
      <w:r>
        <w:tab/>
        <w:t>2.025e0</w:t>
      </w:r>
    </w:p>
    <w:p w14:paraId="2168D99D" w14:textId="77777777" w:rsidR="006D4449" w:rsidRDefault="006D4449" w:rsidP="006D4449">
      <w:r>
        <w:t>418.6846</w:t>
      </w:r>
      <w:r>
        <w:tab/>
        <w:t>2.025e0</w:t>
      </w:r>
    </w:p>
    <w:p w14:paraId="4E710FCF" w14:textId="77777777" w:rsidR="006D4449" w:rsidRDefault="006D4449" w:rsidP="006D4449">
      <w:r>
        <w:t>418.7381</w:t>
      </w:r>
      <w:r>
        <w:tab/>
        <w:t>1.013e0</w:t>
      </w:r>
    </w:p>
    <w:p w14:paraId="627865BE" w14:textId="77777777" w:rsidR="006D4449" w:rsidRDefault="006D4449" w:rsidP="006D4449">
      <w:r>
        <w:t>418.7631</w:t>
      </w:r>
      <w:r>
        <w:tab/>
        <w:t>2.025e0</w:t>
      </w:r>
    </w:p>
    <w:p w14:paraId="3FE4194B" w14:textId="77777777" w:rsidR="006D4449" w:rsidRDefault="006D4449" w:rsidP="006D4449">
      <w:r>
        <w:t>418.7738</w:t>
      </w:r>
      <w:r>
        <w:tab/>
        <w:t>1.013e0</w:t>
      </w:r>
    </w:p>
    <w:p w14:paraId="2CAB21F9" w14:textId="77777777" w:rsidR="006D4449" w:rsidRDefault="006D4449" w:rsidP="006D4449">
      <w:r>
        <w:t>418.7794</w:t>
      </w:r>
      <w:r>
        <w:tab/>
        <w:t>1.013e0</w:t>
      </w:r>
    </w:p>
    <w:p w14:paraId="3C430B20" w14:textId="77777777" w:rsidR="006D4449" w:rsidRDefault="006D4449" w:rsidP="006D4449">
      <w:r>
        <w:t>418.7862</w:t>
      </w:r>
      <w:r>
        <w:tab/>
        <w:t>2.025e0</w:t>
      </w:r>
    </w:p>
    <w:p w14:paraId="730E90E8" w14:textId="77777777" w:rsidR="006D4449" w:rsidRDefault="006D4449" w:rsidP="006D4449">
      <w:r>
        <w:t>418.7885</w:t>
      </w:r>
      <w:r>
        <w:tab/>
        <w:t>1.013e0</w:t>
      </w:r>
    </w:p>
    <w:p w14:paraId="10D9FCA9" w14:textId="77777777" w:rsidR="006D4449" w:rsidRDefault="006D4449" w:rsidP="006D4449">
      <w:r>
        <w:t>418.8236</w:t>
      </w:r>
      <w:r>
        <w:tab/>
        <w:t>1.013e0</w:t>
      </w:r>
    </w:p>
    <w:p w14:paraId="15BE93EC" w14:textId="77777777" w:rsidR="006D4449" w:rsidRDefault="006D4449" w:rsidP="006D4449">
      <w:r>
        <w:t>418.8254</w:t>
      </w:r>
      <w:r>
        <w:tab/>
        <w:t>1.013e0</w:t>
      </w:r>
    </w:p>
    <w:p w14:paraId="4B3D84DF" w14:textId="77777777" w:rsidR="006D4449" w:rsidRDefault="006D4449" w:rsidP="006D4449">
      <w:r>
        <w:t>418.8593</w:t>
      </w:r>
      <w:r>
        <w:tab/>
        <w:t>1.013e0</w:t>
      </w:r>
    </w:p>
    <w:p w14:paraId="121F4B70" w14:textId="77777777" w:rsidR="006D4449" w:rsidRDefault="006D4449" w:rsidP="006D4449">
      <w:r>
        <w:lastRenderedPageBreak/>
        <w:t>418.8678</w:t>
      </w:r>
      <w:r>
        <w:tab/>
        <w:t>1.013e0</w:t>
      </w:r>
    </w:p>
    <w:p w14:paraId="559DB4CB" w14:textId="77777777" w:rsidR="006D4449" w:rsidRDefault="006D4449" w:rsidP="006D4449">
      <w:r>
        <w:t>418.8990</w:t>
      </w:r>
      <w:r>
        <w:tab/>
        <w:t>4.051e0</w:t>
      </w:r>
    </w:p>
    <w:p w14:paraId="1E2DB6ED" w14:textId="77777777" w:rsidR="006D4449" w:rsidRDefault="006D4449" w:rsidP="006D4449">
      <w:r>
        <w:t>418.9563</w:t>
      </w:r>
      <w:r>
        <w:tab/>
        <w:t>1.013e0</w:t>
      </w:r>
    </w:p>
    <w:p w14:paraId="5ACF5A25" w14:textId="77777777" w:rsidR="006D4449" w:rsidRDefault="006D4449" w:rsidP="006D4449">
      <w:r>
        <w:t>418.9581</w:t>
      </w:r>
      <w:r>
        <w:tab/>
        <w:t>1.013e0</w:t>
      </w:r>
    </w:p>
    <w:p w14:paraId="5FC2122F" w14:textId="77777777" w:rsidR="006D4449" w:rsidRDefault="006D4449" w:rsidP="006D4449">
      <w:r>
        <w:t>418.9711</w:t>
      </w:r>
      <w:r>
        <w:tab/>
        <w:t>1.013e0</w:t>
      </w:r>
    </w:p>
    <w:p w14:paraId="33407FA0" w14:textId="77777777" w:rsidR="006D4449" w:rsidRDefault="006D4449" w:rsidP="006D4449">
      <w:r>
        <w:t>418.9984</w:t>
      </w:r>
      <w:r>
        <w:tab/>
        <w:t>3.038e0</w:t>
      </w:r>
    </w:p>
    <w:p w14:paraId="4C6CDBD7" w14:textId="77777777" w:rsidR="006D4449" w:rsidRDefault="006D4449" w:rsidP="006D4449">
      <w:r>
        <w:t>419.0103</w:t>
      </w:r>
      <w:r>
        <w:tab/>
        <w:t>3.038e0</w:t>
      </w:r>
    </w:p>
    <w:p w14:paraId="073AA239" w14:textId="77777777" w:rsidR="006D4449" w:rsidRDefault="006D4449" w:rsidP="006D4449">
      <w:r>
        <w:t>419.0229</w:t>
      </w:r>
      <w:r>
        <w:tab/>
        <w:t>4.051e0</w:t>
      </w:r>
    </w:p>
    <w:p w14:paraId="6F6E1363" w14:textId="77777777" w:rsidR="006D4449" w:rsidRDefault="006D4449" w:rsidP="006D4449">
      <w:r>
        <w:t>419.0858</w:t>
      </w:r>
      <w:r>
        <w:tab/>
        <w:t>1.013e0</w:t>
      </w:r>
    </w:p>
    <w:p w14:paraId="6CEA9D05" w14:textId="77777777" w:rsidR="006D4449" w:rsidRDefault="006D4449" w:rsidP="006D4449">
      <w:r>
        <w:t>419.1180</w:t>
      </w:r>
      <w:r>
        <w:tab/>
        <w:t>2.025e0</w:t>
      </w:r>
    </w:p>
    <w:p w14:paraId="7F96C3EC" w14:textId="77777777" w:rsidR="006D4449" w:rsidRDefault="006D4449" w:rsidP="006D4449">
      <w:r>
        <w:t>419.1425</w:t>
      </w:r>
      <w:r>
        <w:tab/>
        <w:t>1.013e0</w:t>
      </w:r>
    </w:p>
    <w:p w14:paraId="55E71F5B" w14:textId="77777777" w:rsidR="006D4449" w:rsidRDefault="006D4449" w:rsidP="006D4449">
      <w:r>
        <w:t>419.1553</w:t>
      </w:r>
      <w:r>
        <w:tab/>
        <w:t>2.025e0</w:t>
      </w:r>
    </w:p>
    <w:p w14:paraId="1EAAD22F" w14:textId="77777777" w:rsidR="006D4449" w:rsidRDefault="006D4449" w:rsidP="006D4449">
      <w:r>
        <w:t>419.1694</w:t>
      </w:r>
      <w:r>
        <w:tab/>
        <w:t>1.476e0</w:t>
      </w:r>
    </w:p>
    <w:p w14:paraId="1A4E0CAC" w14:textId="77777777" w:rsidR="006D4449" w:rsidRDefault="006D4449" w:rsidP="006D4449">
      <w:r>
        <w:t>419.1733</w:t>
      </w:r>
      <w:r>
        <w:tab/>
        <w:t>1.013e0</w:t>
      </w:r>
    </w:p>
    <w:p w14:paraId="3F48F3C8" w14:textId="77777777" w:rsidR="006D4449" w:rsidRDefault="006D4449" w:rsidP="006D4449">
      <w:r>
        <w:t>419.1777</w:t>
      </w:r>
      <w:r>
        <w:tab/>
        <w:t>2.025e0</w:t>
      </w:r>
    </w:p>
    <w:p w14:paraId="6CBD1C91" w14:textId="77777777" w:rsidR="006D4449" w:rsidRDefault="006D4449" w:rsidP="006D4449">
      <w:r>
        <w:t>419.2084</w:t>
      </w:r>
      <w:r>
        <w:tab/>
        <w:t>4.441e0</w:t>
      </w:r>
    </w:p>
    <w:p w14:paraId="2DFDC982" w14:textId="77777777" w:rsidR="006D4449" w:rsidRDefault="006D4449" w:rsidP="006D4449">
      <w:r>
        <w:t>419.2326</w:t>
      </w:r>
      <w:r>
        <w:tab/>
        <w:t>2.837e0</w:t>
      </w:r>
    </w:p>
    <w:p w14:paraId="7C284A2D" w14:textId="77777777" w:rsidR="006D4449" w:rsidRDefault="006D4449" w:rsidP="006D4449">
      <w:r>
        <w:t>419.2341</w:t>
      </w:r>
      <w:r>
        <w:tab/>
        <w:t>4.127e0</w:t>
      </w:r>
    </w:p>
    <w:p w14:paraId="30B2AB44" w14:textId="77777777" w:rsidR="006D4449" w:rsidRDefault="006D4449" w:rsidP="006D4449">
      <w:r>
        <w:t>419.2381</w:t>
      </w:r>
      <w:r>
        <w:tab/>
        <w:t>2.192e0</w:t>
      </w:r>
    </w:p>
    <w:p w14:paraId="5161208D" w14:textId="77777777" w:rsidR="006D4449" w:rsidRDefault="006D4449" w:rsidP="006D4449">
      <w:r>
        <w:lastRenderedPageBreak/>
        <w:t>419.2888</w:t>
      </w:r>
      <w:r>
        <w:tab/>
        <w:t>1.587e0</w:t>
      </w:r>
    </w:p>
    <w:p w14:paraId="162A9AB1" w14:textId="77777777" w:rsidR="006D4449" w:rsidRDefault="006D4449" w:rsidP="006D4449">
      <w:r>
        <w:t>419.3177</w:t>
      </w:r>
      <w:r>
        <w:tab/>
        <w:t>1.895e1</w:t>
      </w:r>
    </w:p>
    <w:p w14:paraId="7B7D2721" w14:textId="77777777" w:rsidR="006D4449" w:rsidRDefault="006D4449" w:rsidP="006D4449">
      <w:r>
        <w:t>419.3227</w:t>
      </w:r>
      <w:r>
        <w:tab/>
        <w:t>4.931e0</w:t>
      </w:r>
    </w:p>
    <w:p w14:paraId="0B530AFD" w14:textId="77777777" w:rsidR="006D4449" w:rsidRDefault="006D4449" w:rsidP="006D4449">
      <w:r>
        <w:t>419.3381</w:t>
      </w:r>
      <w:r>
        <w:tab/>
        <w:t>2.025e0</w:t>
      </w:r>
    </w:p>
    <w:p w14:paraId="0BD931E7" w14:textId="77777777" w:rsidR="006D4449" w:rsidRDefault="006D4449" w:rsidP="006D4449">
      <w:r>
        <w:t>419.3402</w:t>
      </w:r>
      <w:r>
        <w:tab/>
        <w:t>3.038e0</w:t>
      </w:r>
    </w:p>
    <w:p w14:paraId="265C21EB" w14:textId="77777777" w:rsidR="006D4449" w:rsidRDefault="006D4449" w:rsidP="006D4449">
      <w:r>
        <w:t>419.3935</w:t>
      </w:r>
      <w:r>
        <w:tab/>
        <w:t>1.013e0</w:t>
      </w:r>
    </w:p>
    <w:p w14:paraId="378DF449" w14:textId="77777777" w:rsidR="006D4449" w:rsidRDefault="006D4449" w:rsidP="006D4449">
      <w:r>
        <w:t>419.4176</w:t>
      </w:r>
      <w:r>
        <w:tab/>
        <w:t>1.013e0</w:t>
      </w:r>
    </w:p>
    <w:p w14:paraId="5BE16C09" w14:textId="77777777" w:rsidR="006D4449" w:rsidRDefault="006D4449" w:rsidP="006D4449">
      <w:r>
        <w:t>419.4257</w:t>
      </w:r>
      <w:r>
        <w:tab/>
        <w:t>2.025e0</w:t>
      </w:r>
    </w:p>
    <w:p w14:paraId="71FA751A" w14:textId="77777777" w:rsidR="006D4449" w:rsidRDefault="006D4449" w:rsidP="006D4449">
      <w:r>
        <w:t>419.4693</w:t>
      </w:r>
      <w:r>
        <w:tab/>
        <w:t>2.025e0</w:t>
      </w:r>
    </w:p>
    <w:p w14:paraId="306B4C80" w14:textId="77777777" w:rsidR="006D4449" w:rsidRDefault="006D4449" w:rsidP="006D4449">
      <w:r>
        <w:t>419.5559</w:t>
      </w:r>
      <w:r>
        <w:tab/>
        <w:t>1.013e0</w:t>
      </w:r>
    </w:p>
    <w:p w14:paraId="1F628D43" w14:textId="77777777" w:rsidR="006D4449" w:rsidRDefault="006D4449" w:rsidP="006D4449">
      <w:r>
        <w:t>419.5707</w:t>
      </w:r>
      <w:r>
        <w:tab/>
        <w:t>1.013e0</w:t>
      </w:r>
    </w:p>
    <w:p w14:paraId="22D2171D" w14:textId="77777777" w:rsidR="006D4449" w:rsidRDefault="006D4449" w:rsidP="006D4449">
      <w:r>
        <w:t>419.5911</w:t>
      </w:r>
      <w:r>
        <w:tab/>
        <w:t>1.013e0</w:t>
      </w:r>
    </w:p>
    <w:p w14:paraId="70CD69DB" w14:textId="77777777" w:rsidR="006D4449" w:rsidRDefault="006D4449" w:rsidP="006D4449">
      <w:r>
        <w:t>419.6086</w:t>
      </w:r>
      <w:r>
        <w:tab/>
        <w:t>1.013e0</w:t>
      </w:r>
    </w:p>
    <w:p w14:paraId="1362EADA" w14:textId="77777777" w:rsidR="006D4449" w:rsidRDefault="006D4449" w:rsidP="006D4449">
      <w:r>
        <w:t>419.6133</w:t>
      </w:r>
      <w:r>
        <w:tab/>
        <w:t>1.013e0</w:t>
      </w:r>
    </w:p>
    <w:p w14:paraId="54D85D13" w14:textId="77777777" w:rsidR="006D4449" w:rsidRDefault="006D4449" w:rsidP="006D4449">
      <w:r>
        <w:t>419.6263</w:t>
      </w:r>
      <w:r>
        <w:tab/>
        <w:t>1.013e0</w:t>
      </w:r>
    </w:p>
    <w:p w14:paraId="0B777E5E" w14:textId="77777777" w:rsidR="006D4449" w:rsidRDefault="006D4449" w:rsidP="006D4449">
      <w:r>
        <w:t>419.6576</w:t>
      </w:r>
      <w:r>
        <w:tab/>
        <w:t>1.013e0</w:t>
      </w:r>
    </w:p>
    <w:p w14:paraId="0237952C" w14:textId="77777777" w:rsidR="006D4449" w:rsidRDefault="006D4449" w:rsidP="006D4449">
      <w:r>
        <w:t>419.7167</w:t>
      </w:r>
      <w:r>
        <w:tab/>
        <w:t>1.013e0</w:t>
      </w:r>
    </w:p>
    <w:p w14:paraId="2962753A" w14:textId="77777777" w:rsidR="006D4449" w:rsidRDefault="006D4449" w:rsidP="006D4449">
      <w:r>
        <w:t>419.7343</w:t>
      </w:r>
      <w:r>
        <w:tab/>
        <w:t>3.038e0</w:t>
      </w:r>
    </w:p>
    <w:p w14:paraId="41380D69" w14:textId="77777777" w:rsidR="006D4449" w:rsidRDefault="006D4449" w:rsidP="006D4449">
      <w:r>
        <w:t>419.7849</w:t>
      </w:r>
      <w:r>
        <w:tab/>
        <w:t>1.013e0</w:t>
      </w:r>
    </w:p>
    <w:p w14:paraId="1E674FBC" w14:textId="77777777" w:rsidR="006D4449" w:rsidRDefault="006D4449" w:rsidP="006D4449">
      <w:r>
        <w:lastRenderedPageBreak/>
        <w:t>419.8155</w:t>
      </w:r>
      <w:r>
        <w:tab/>
        <w:t>1.013e0</w:t>
      </w:r>
    </w:p>
    <w:p w14:paraId="7C6AA9EC" w14:textId="77777777" w:rsidR="006D4449" w:rsidRDefault="006D4449" w:rsidP="006D4449">
      <w:r>
        <w:t>419.8395</w:t>
      </w:r>
      <w:r>
        <w:tab/>
        <w:t>2.025e0</w:t>
      </w:r>
    </w:p>
    <w:p w14:paraId="2305BFA4" w14:textId="77777777" w:rsidR="006D4449" w:rsidRDefault="006D4449" w:rsidP="006D4449">
      <w:r>
        <w:t>419.8792</w:t>
      </w:r>
      <w:r>
        <w:tab/>
        <w:t>2.025e0</w:t>
      </w:r>
    </w:p>
    <w:p w14:paraId="2E95C8A0" w14:textId="77777777" w:rsidR="006D4449" w:rsidRDefault="006D4449" w:rsidP="006D4449">
      <w:r>
        <w:t>419.8866</w:t>
      </w:r>
      <w:r>
        <w:tab/>
        <w:t>1.013e0</w:t>
      </w:r>
    </w:p>
    <w:p w14:paraId="433E77FE" w14:textId="77777777" w:rsidR="006D4449" w:rsidRDefault="006D4449" w:rsidP="006D4449">
      <w:r>
        <w:t>419.8994</w:t>
      </w:r>
      <w:r>
        <w:tab/>
        <w:t>2.025e0</w:t>
      </w:r>
    </w:p>
    <w:p w14:paraId="4E8E2B42" w14:textId="77777777" w:rsidR="006D4449" w:rsidRDefault="006D4449" w:rsidP="006D4449">
      <w:r>
        <w:t>419.9106</w:t>
      </w:r>
      <w:r>
        <w:tab/>
        <w:t>1.013e0</w:t>
      </w:r>
    </w:p>
    <w:p w14:paraId="3F1E509A" w14:textId="77777777" w:rsidR="006D4449" w:rsidRDefault="006D4449" w:rsidP="006D4449">
      <w:r>
        <w:t>419.9198</w:t>
      </w:r>
      <w:r>
        <w:tab/>
        <w:t>3.038e0</w:t>
      </w:r>
    </w:p>
    <w:p w14:paraId="090704AE" w14:textId="77777777" w:rsidR="006D4449" w:rsidRDefault="006D4449" w:rsidP="006D4449">
      <w:r>
        <w:t>419.9349</w:t>
      </w:r>
      <w:r>
        <w:tab/>
        <w:t>3.038e0</w:t>
      </w:r>
    </w:p>
    <w:p w14:paraId="6D4B4DCA" w14:textId="77777777" w:rsidR="006D4449" w:rsidRDefault="006D4449" w:rsidP="006D4449">
      <w:r>
        <w:t>419.9367</w:t>
      </w:r>
      <w:r>
        <w:tab/>
        <w:t>1.013e0</w:t>
      </w:r>
    </w:p>
    <w:p w14:paraId="7CF442A1" w14:textId="77777777" w:rsidR="006D4449" w:rsidRDefault="006D4449" w:rsidP="006D4449">
      <w:r>
        <w:t>419.9583</w:t>
      </w:r>
      <w:r>
        <w:tab/>
        <w:t>3.038e0</w:t>
      </w:r>
    </w:p>
    <w:p w14:paraId="41AD0B41" w14:textId="77777777" w:rsidR="006D4449" w:rsidRDefault="006D4449" w:rsidP="006D4449">
      <w:r>
        <w:t>419.9845</w:t>
      </w:r>
      <w:r>
        <w:tab/>
        <w:t>1.013e0</w:t>
      </w:r>
    </w:p>
    <w:p w14:paraId="2695A4B1" w14:textId="77777777" w:rsidR="006D4449" w:rsidRDefault="006D4449" w:rsidP="006D4449">
      <w:r>
        <w:t>420.0189</w:t>
      </w:r>
      <w:r>
        <w:tab/>
        <w:t>2.025e0</w:t>
      </w:r>
    </w:p>
    <w:p w14:paraId="55DBD93D" w14:textId="77777777" w:rsidR="006D4449" w:rsidRDefault="006D4449" w:rsidP="006D4449">
      <w:r>
        <w:t>420.0288</w:t>
      </w:r>
      <w:r>
        <w:tab/>
        <w:t>1.013e0</w:t>
      </w:r>
    </w:p>
    <w:p w14:paraId="6E29E92D" w14:textId="77777777" w:rsidR="006D4449" w:rsidRDefault="006D4449" w:rsidP="006D4449">
      <w:r>
        <w:t>420.0591</w:t>
      </w:r>
      <w:r>
        <w:tab/>
        <w:t>3.660e0</w:t>
      </w:r>
    </w:p>
    <w:p w14:paraId="58E35264" w14:textId="77777777" w:rsidR="006D4449" w:rsidRDefault="006D4449" w:rsidP="006D4449">
      <w:r>
        <w:t>420.0814</w:t>
      </w:r>
      <w:r>
        <w:tab/>
        <w:t>2.025e0</w:t>
      </w:r>
    </w:p>
    <w:p w14:paraId="23DCA7A9" w14:textId="77777777" w:rsidR="006D4449" w:rsidRDefault="006D4449" w:rsidP="006D4449">
      <w:r>
        <w:t>420.0865</w:t>
      </w:r>
      <w:r>
        <w:tab/>
        <w:t>5.063e0</w:t>
      </w:r>
    </w:p>
    <w:p w14:paraId="6318D65C" w14:textId="77777777" w:rsidR="006D4449" w:rsidRDefault="006D4449" w:rsidP="006D4449">
      <w:r>
        <w:t>420.0886</w:t>
      </w:r>
      <w:r>
        <w:tab/>
        <w:t>3.038e0</w:t>
      </w:r>
    </w:p>
    <w:p w14:paraId="4AE46AB4" w14:textId="77777777" w:rsidR="006D4449" w:rsidRDefault="006D4449" w:rsidP="006D4449">
      <w:r>
        <w:t>420.1306</w:t>
      </w:r>
      <w:r>
        <w:tab/>
        <w:t>2.025e0</w:t>
      </w:r>
    </w:p>
    <w:p w14:paraId="37DE48B8" w14:textId="77777777" w:rsidR="006D4449" w:rsidRDefault="006D4449" w:rsidP="006D4449">
      <w:r>
        <w:t>420.1537</w:t>
      </w:r>
      <w:r>
        <w:tab/>
        <w:t>3.038e0</w:t>
      </w:r>
    </w:p>
    <w:p w14:paraId="65987FB3" w14:textId="77777777" w:rsidR="006D4449" w:rsidRDefault="006D4449" w:rsidP="006D4449">
      <w:r>
        <w:lastRenderedPageBreak/>
        <w:t>420.1711</w:t>
      </w:r>
      <w:r>
        <w:tab/>
        <w:t>1.110e0</w:t>
      </w:r>
    </w:p>
    <w:p w14:paraId="2667F376" w14:textId="77777777" w:rsidR="006D4449" w:rsidRDefault="006D4449" w:rsidP="006D4449">
      <w:r>
        <w:t>420.1799</w:t>
      </w:r>
      <w:r>
        <w:tab/>
        <w:t>1.953e0</w:t>
      </w:r>
    </w:p>
    <w:p w14:paraId="7CF3ABE3" w14:textId="77777777" w:rsidR="006D4449" w:rsidRDefault="006D4449" w:rsidP="006D4449">
      <w:r>
        <w:t>420.1917</w:t>
      </w:r>
      <w:r>
        <w:tab/>
        <w:t>2.025e0</w:t>
      </w:r>
    </w:p>
    <w:p w14:paraId="2B16223F" w14:textId="77777777" w:rsidR="006D4449" w:rsidRDefault="006D4449" w:rsidP="006D4449">
      <w:r>
        <w:t>420.2493</w:t>
      </w:r>
      <w:r>
        <w:tab/>
        <w:t>2.529e0</w:t>
      </w:r>
    </w:p>
    <w:p w14:paraId="0B2C8B41" w14:textId="77777777" w:rsidR="006D4449" w:rsidRDefault="006D4449" w:rsidP="006D4449">
      <w:r>
        <w:t>420.3026</w:t>
      </w:r>
      <w:r>
        <w:tab/>
        <w:t>5.051e0</w:t>
      </w:r>
    </w:p>
    <w:p w14:paraId="46E6F136" w14:textId="77777777" w:rsidR="006D4449" w:rsidRDefault="006D4449" w:rsidP="006D4449">
      <w:r>
        <w:t>420.3060</w:t>
      </w:r>
      <w:r>
        <w:tab/>
        <w:t>6.728e0</w:t>
      </w:r>
    </w:p>
    <w:p w14:paraId="24C09217" w14:textId="77777777" w:rsidR="006D4449" w:rsidRDefault="006D4449" w:rsidP="006D4449">
      <w:r>
        <w:t>420.3360</w:t>
      </w:r>
      <w:r>
        <w:tab/>
        <w:t>3.268e1</w:t>
      </w:r>
    </w:p>
    <w:p w14:paraId="0AB13E4C" w14:textId="77777777" w:rsidR="006D4449" w:rsidRDefault="006D4449" w:rsidP="006D4449">
      <w:r>
        <w:t>420.3401</w:t>
      </w:r>
      <w:r>
        <w:tab/>
        <w:t>6.382e0</w:t>
      </w:r>
    </w:p>
    <w:p w14:paraId="4CAF9717" w14:textId="77777777" w:rsidR="006D4449" w:rsidRDefault="006D4449" w:rsidP="006D4449">
      <w:r>
        <w:t>420.3968</w:t>
      </w:r>
      <w:r>
        <w:tab/>
        <w:t>3.038e0</w:t>
      </w:r>
    </w:p>
    <w:p w14:paraId="07443104" w14:textId="77777777" w:rsidR="006D4449" w:rsidRDefault="006D4449" w:rsidP="006D4449">
      <w:r>
        <w:t>420.3987</w:t>
      </w:r>
      <w:r>
        <w:tab/>
        <w:t>1.013e0</w:t>
      </w:r>
    </w:p>
    <w:p w14:paraId="5E1909E5" w14:textId="77777777" w:rsidR="006D4449" w:rsidRDefault="006D4449" w:rsidP="006D4449">
      <w:r>
        <w:t>420.4095</w:t>
      </w:r>
      <w:r>
        <w:tab/>
        <w:t>1.013e0</w:t>
      </w:r>
    </w:p>
    <w:p w14:paraId="019D6CD0" w14:textId="77777777" w:rsidR="006D4449" w:rsidRDefault="006D4449" w:rsidP="006D4449">
      <w:r>
        <w:t>420.4669</w:t>
      </w:r>
      <w:r>
        <w:tab/>
        <w:t>3.038e0</w:t>
      </w:r>
    </w:p>
    <w:p w14:paraId="0F641A24" w14:textId="77777777" w:rsidR="006D4449" w:rsidRDefault="006D4449" w:rsidP="006D4449">
      <w:r>
        <w:t>420.4971</w:t>
      </w:r>
      <w:r>
        <w:tab/>
        <w:t>1.013e0</w:t>
      </w:r>
    </w:p>
    <w:p w14:paraId="0E4BA1DC" w14:textId="77777777" w:rsidR="006D4449" w:rsidRDefault="006D4449" w:rsidP="006D4449">
      <w:r>
        <w:t>420.5398</w:t>
      </w:r>
      <w:r>
        <w:tab/>
        <w:t>1.013e0</w:t>
      </w:r>
    </w:p>
    <w:p w14:paraId="068D3E8B" w14:textId="77777777" w:rsidR="006D4449" w:rsidRDefault="006D4449" w:rsidP="006D4449">
      <w:r>
        <w:t>420.5893</w:t>
      </w:r>
      <w:r>
        <w:tab/>
        <w:t>1.013e0</w:t>
      </w:r>
    </w:p>
    <w:p w14:paraId="73A50C82" w14:textId="77777777" w:rsidR="006D4449" w:rsidRDefault="006D4449" w:rsidP="006D4449">
      <w:r>
        <w:t>420.5988</w:t>
      </w:r>
      <w:r>
        <w:tab/>
        <w:t>2.025e0</w:t>
      </w:r>
    </w:p>
    <w:p w14:paraId="1DDDCDA7" w14:textId="77777777" w:rsidR="006D4449" w:rsidRDefault="006D4449" w:rsidP="006D4449">
      <w:r>
        <w:t>420.6006</w:t>
      </w:r>
      <w:r>
        <w:tab/>
        <w:t>1.013e0</w:t>
      </w:r>
    </w:p>
    <w:p w14:paraId="6127499F" w14:textId="77777777" w:rsidR="006D4449" w:rsidRDefault="006D4449" w:rsidP="006D4449">
      <w:r>
        <w:t>420.6577</w:t>
      </w:r>
      <w:r>
        <w:tab/>
        <w:t>1.013e0</w:t>
      </w:r>
    </w:p>
    <w:p w14:paraId="3B403D51" w14:textId="77777777" w:rsidR="006D4449" w:rsidRDefault="006D4449" w:rsidP="006D4449">
      <w:r>
        <w:t>420.7169</w:t>
      </w:r>
      <w:r>
        <w:tab/>
        <w:t>1.013e0</w:t>
      </w:r>
    </w:p>
    <w:p w14:paraId="2A7D1D20" w14:textId="77777777" w:rsidR="006D4449" w:rsidRDefault="006D4449" w:rsidP="006D4449">
      <w:r>
        <w:lastRenderedPageBreak/>
        <w:t>420.7299</w:t>
      </w:r>
      <w:r>
        <w:tab/>
        <w:t>1.013e0</w:t>
      </w:r>
    </w:p>
    <w:p w14:paraId="1CD32028" w14:textId="77777777" w:rsidR="006D4449" w:rsidRDefault="006D4449" w:rsidP="006D4449">
      <w:r>
        <w:t>420.8076</w:t>
      </w:r>
      <w:r>
        <w:tab/>
        <w:t>1.013e0</w:t>
      </w:r>
    </w:p>
    <w:p w14:paraId="6A85559A" w14:textId="77777777" w:rsidR="006D4449" w:rsidRDefault="006D4449" w:rsidP="006D4449">
      <w:r>
        <w:t>420.8354</w:t>
      </w:r>
      <w:r>
        <w:tab/>
        <w:t>1.013e0</w:t>
      </w:r>
    </w:p>
    <w:p w14:paraId="1831E232" w14:textId="77777777" w:rsidR="006D4449" w:rsidRDefault="006D4449" w:rsidP="006D4449">
      <w:r>
        <w:t>420.8467</w:t>
      </w:r>
      <w:r>
        <w:tab/>
        <w:t>1.013e0</w:t>
      </w:r>
    </w:p>
    <w:p w14:paraId="4CBF4532" w14:textId="77777777" w:rsidR="006D4449" w:rsidRDefault="006D4449" w:rsidP="006D4449">
      <w:r>
        <w:t>420.8647</w:t>
      </w:r>
      <w:r>
        <w:tab/>
        <w:t>1.013e0</w:t>
      </w:r>
    </w:p>
    <w:p w14:paraId="60CE6F5F" w14:textId="77777777" w:rsidR="006D4449" w:rsidRDefault="006D4449" w:rsidP="006D4449">
      <w:r>
        <w:t>420.9020</w:t>
      </w:r>
      <w:r>
        <w:tab/>
        <w:t>1.013e0</w:t>
      </w:r>
    </w:p>
    <w:p w14:paraId="6A93720A" w14:textId="77777777" w:rsidR="006D4449" w:rsidRDefault="006D4449" w:rsidP="006D4449">
      <w:r>
        <w:t>420.9073</w:t>
      </w:r>
      <w:r>
        <w:tab/>
        <w:t>1.013e0</w:t>
      </w:r>
    </w:p>
    <w:p w14:paraId="358AE45E" w14:textId="77777777" w:rsidR="006D4449" w:rsidRDefault="006D4449" w:rsidP="006D4449">
      <w:r>
        <w:t>420.9199</w:t>
      </w:r>
      <w:r>
        <w:tab/>
        <w:t>2.025e0</w:t>
      </w:r>
    </w:p>
    <w:p w14:paraId="2C67B1DB" w14:textId="77777777" w:rsidR="006D4449" w:rsidRDefault="006D4449" w:rsidP="006D4449">
      <w:r>
        <w:t>420.9324</w:t>
      </w:r>
      <w:r>
        <w:tab/>
        <w:t>1.013e0</w:t>
      </w:r>
    </w:p>
    <w:p w14:paraId="211EF1E2" w14:textId="77777777" w:rsidR="006D4449" w:rsidRDefault="006D4449" w:rsidP="006D4449">
      <w:r>
        <w:t>420.9391</w:t>
      </w:r>
      <w:r>
        <w:tab/>
        <w:t>1.013e0</w:t>
      </w:r>
    </w:p>
    <w:p w14:paraId="3B321DFA" w14:textId="77777777" w:rsidR="006D4449" w:rsidRDefault="006D4449" w:rsidP="006D4449">
      <w:r>
        <w:t>420.9435</w:t>
      </w:r>
      <w:r>
        <w:tab/>
        <w:t>3.038e0</w:t>
      </w:r>
    </w:p>
    <w:p w14:paraId="0CB4E67A" w14:textId="77777777" w:rsidR="006D4449" w:rsidRDefault="006D4449" w:rsidP="006D4449">
      <w:r>
        <w:t>420.9447</w:t>
      </w:r>
      <w:r>
        <w:tab/>
        <w:t>1.013e0</w:t>
      </w:r>
    </w:p>
    <w:p w14:paraId="12FA83F4" w14:textId="77777777" w:rsidR="006D4449" w:rsidRDefault="006D4449" w:rsidP="006D4449">
      <w:r>
        <w:t>420.9964</w:t>
      </w:r>
      <w:r>
        <w:tab/>
        <w:t>2.025e0</w:t>
      </w:r>
    </w:p>
    <w:p w14:paraId="2FA4F2DF" w14:textId="77777777" w:rsidR="006D4449" w:rsidRDefault="006D4449" w:rsidP="006D4449">
      <w:r>
        <w:t>421.0111</w:t>
      </w:r>
      <w:r>
        <w:tab/>
        <w:t>4.051e0</w:t>
      </w:r>
    </w:p>
    <w:p w14:paraId="66061692" w14:textId="77777777" w:rsidR="006D4449" w:rsidRDefault="006D4449" w:rsidP="006D4449">
      <w:r>
        <w:t>421.0128</w:t>
      </w:r>
      <w:r>
        <w:tab/>
        <w:t>1.013e0</w:t>
      </w:r>
    </w:p>
    <w:p w14:paraId="129CDCC6" w14:textId="77777777" w:rsidR="006D4449" w:rsidRDefault="006D4449" w:rsidP="006D4449">
      <w:r>
        <w:t>421.0424</w:t>
      </w:r>
      <w:r>
        <w:tab/>
        <w:t>3.038e0</w:t>
      </w:r>
    </w:p>
    <w:p w14:paraId="26CE4377" w14:textId="77777777" w:rsidR="006D4449" w:rsidRDefault="006D4449" w:rsidP="006D4449">
      <w:r>
        <w:t>421.0913</w:t>
      </w:r>
      <w:r>
        <w:tab/>
        <w:t>2.025e0</w:t>
      </w:r>
    </w:p>
    <w:p w14:paraId="51FEF429" w14:textId="77777777" w:rsidR="006D4449" w:rsidRDefault="006D4449" w:rsidP="006D4449">
      <w:r>
        <w:t>421.0931</w:t>
      </w:r>
      <w:r>
        <w:tab/>
        <w:t>4.051e0</w:t>
      </w:r>
    </w:p>
    <w:p w14:paraId="3CE9B11F" w14:textId="77777777" w:rsidR="006D4449" w:rsidRDefault="006D4449" w:rsidP="006D4449">
      <w:r>
        <w:t>421.1037</w:t>
      </w:r>
      <w:r>
        <w:tab/>
        <w:t>2.025e0</w:t>
      </w:r>
    </w:p>
    <w:p w14:paraId="6C3CBF23" w14:textId="77777777" w:rsidR="006D4449" w:rsidRDefault="006D4449" w:rsidP="006D4449">
      <w:r>
        <w:lastRenderedPageBreak/>
        <w:t>421.1143</w:t>
      </w:r>
      <w:r>
        <w:tab/>
        <w:t>1.013e0</w:t>
      </w:r>
    </w:p>
    <w:p w14:paraId="717D897D" w14:textId="77777777" w:rsidR="006D4449" w:rsidRDefault="006D4449" w:rsidP="006D4449">
      <w:r>
        <w:t>421.1293</w:t>
      </w:r>
      <w:r>
        <w:tab/>
        <w:t>2.025e0</w:t>
      </w:r>
    </w:p>
    <w:p w14:paraId="78107046" w14:textId="77777777" w:rsidR="006D4449" w:rsidRDefault="006D4449" w:rsidP="006D4449">
      <w:r>
        <w:t>421.1372</w:t>
      </w:r>
      <w:r>
        <w:tab/>
        <w:t>3.038e0</w:t>
      </w:r>
    </w:p>
    <w:p w14:paraId="29B034FA" w14:textId="77777777" w:rsidR="006D4449" w:rsidRDefault="006D4449" w:rsidP="006D4449">
      <w:r>
        <w:t>421.1613</w:t>
      </w:r>
      <w:r>
        <w:tab/>
        <w:t>2.745e0</w:t>
      </w:r>
    </w:p>
    <w:p w14:paraId="67ED24EC" w14:textId="77777777" w:rsidR="006D4449" w:rsidRDefault="006D4449" w:rsidP="006D4449">
      <w:r>
        <w:t>421.1831</w:t>
      </w:r>
      <w:r>
        <w:tab/>
        <w:t>3.038e0</w:t>
      </w:r>
    </w:p>
    <w:p w14:paraId="0FAE643A" w14:textId="77777777" w:rsidR="006D4449" w:rsidRDefault="006D4449" w:rsidP="006D4449">
      <w:r>
        <w:t>421.2040</w:t>
      </w:r>
      <w:r>
        <w:tab/>
        <w:t>3.175e0</w:t>
      </w:r>
    </w:p>
    <w:p w14:paraId="3047CD87" w14:textId="77777777" w:rsidR="006D4449" w:rsidRDefault="006D4449" w:rsidP="006D4449">
      <w:r>
        <w:t>421.2096</w:t>
      </w:r>
      <w:r>
        <w:tab/>
        <w:t>2.455e0</w:t>
      </w:r>
    </w:p>
    <w:p w14:paraId="4DA48052" w14:textId="77777777" w:rsidR="006D4449" w:rsidRDefault="006D4449" w:rsidP="006D4449">
      <w:r>
        <w:t>421.2930</w:t>
      </w:r>
      <w:r>
        <w:tab/>
        <w:t>1.908e0</w:t>
      </w:r>
    </w:p>
    <w:p w14:paraId="3ADBA02F" w14:textId="77777777" w:rsidR="006D4449" w:rsidRDefault="006D4449" w:rsidP="006D4449">
      <w:r>
        <w:t>421.3056</w:t>
      </w:r>
      <w:r>
        <w:tab/>
        <w:t>4.458e0</w:t>
      </w:r>
    </w:p>
    <w:p w14:paraId="169CEF1D" w14:textId="77777777" w:rsidR="006D4449" w:rsidRDefault="006D4449" w:rsidP="006D4449">
      <w:r>
        <w:t>421.3205</w:t>
      </w:r>
      <w:r>
        <w:tab/>
        <w:t>5.965e0</w:t>
      </w:r>
    </w:p>
    <w:p w14:paraId="1D8DDC51" w14:textId="77777777" w:rsidR="006D4449" w:rsidRDefault="006D4449" w:rsidP="006D4449">
      <w:r>
        <w:t>421.3370</w:t>
      </w:r>
      <w:r>
        <w:tab/>
        <w:t>2.921e0</w:t>
      </w:r>
    </w:p>
    <w:p w14:paraId="6649CC6A" w14:textId="77777777" w:rsidR="006D4449" w:rsidRDefault="006D4449" w:rsidP="006D4449">
      <w:r>
        <w:t>421.3405</w:t>
      </w:r>
      <w:r>
        <w:tab/>
        <w:t>3.033e0</w:t>
      </w:r>
    </w:p>
    <w:p w14:paraId="3833F92B" w14:textId="77777777" w:rsidR="006D4449" w:rsidRDefault="006D4449" w:rsidP="006D4449">
      <w:r>
        <w:t>421.3439</w:t>
      </w:r>
      <w:r>
        <w:tab/>
        <w:t>3.613e0</w:t>
      </w:r>
    </w:p>
    <w:p w14:paraId="3CEAA75C" w14:textId="77777777" w:rsidR="006D4449" w:rsidRDefault="006D4449" w:rsidP="006D4449">
      <w:r>
        <w:t>421.3654</w:t>
      </w:r>
      <w:r>
        <w:tab/>
        <w:t>2.025e0</w:t>
      </w:r>
    </w:p>
    <w:p w14:paraId="11234BDE" w14:textId="77777777" w:rsidR="006D4449" w:rsidRDefault="006D4449" w:rsidP="006D4449">
      <w:r>
        <w:t>421.3911</w:t>
      </w:r>
      <w:r>
        <w:tab/>
        <w:t>1.013e0</w:t>
      </w:r>
    </w:p>
    <w:p w14:paraId="12223627" w14:textId="77777777" w:rsidR="006D4449" w:rsidRDefault="006D4449" w:rsidP="006D4449">
      <w:r>
        <w:t>421.4446</w:t>
      </w:r>
      <w:r>
        <w:tab/>
        <w:t>1.013e0</w:t>
      </w:r>
    </w:p>
    <w:p w14:paraId="458439FA" w14:textId="77777777" w:rsidR="006D4449" w:rsidRDefault="006D4449" w:rsidP="006D4449">
      <w:r>
        <w:t>421.4464</w:t>
      </w:r>
      <w:r>
        <w:tab/>
        <w:t>1.013e0</w:t>
      </w:r>
    </w:p>
    <w:p w14:paraId="7CB1146B" w14:textId="77777777" w:rsidR="006D4449" w:rsidRDefault="006D4449" w:rsidP="006D4449">
      <w:r>
        <w:t>421.4642</w:t>
      </w:r>
      <w:r>
        <w:tab/>
        <w:t>1.013e0</w:t>
      </w:r>
    </w:p>
    <w:p w14:paraId="30693C97" w14:textId="77777777" w:rsidR="006D4449" w:rsidRDefault="006D4449" w:rsidP="006D4449">
      <w:r>
        <w:t>421.5617</w:t>
      </w:r>
      <w:r>
        <w:tab/>
        <w:t>1.013e0</w:t>
      </w:r>
    </w:p>
    <w:p w14:paraId="5046401A" w14:textId="77777777" w:rsidR="006D4449" w:rsidRDefault="006D4449" w:rsidP="006D4449">
      <w:r>
        <w:lastRenderedPageBreak/>
        <w:t>421.5659</w:t>
      </w:r>
      <w:r>
        <w:tab/>
        <w:t>1.013e0</w:t>
      </w:r>
    </w:p>
    <w:p w14:paraId="3215F7B8" w14:textId="77777777" w:rsidR="006D4449" w:rsidRDefault="006D4449" w:rsidP="006D4449">
      <w:r>
        <w:t>421.6535</w:t>
      </w:r>
      <w:r>
        <w:tab/>
        <w:t>1.013e0</w:t>
      </w:r>
    </w:p>
    <w:p w14:paraId="0FCD1242" w14:textId="77777777" w:rsidR="006D4449" w:rsidRDefault="006D4449" w:rsidP="006D4449">
      <w:r>
        <w:t>421.6582</w:t>
      </w:r>
      <w:r>
        <w:tab/>
        <w:t>1.013e0</w:t>
      </w:r>
    </w:p>
    <w:p w14:paraId="49421B3C" w14:textId="77777777" w:rsidR="006D4449" w:rsidRDefault="006D4449" w:rsidP="006D4449">
      <w:r>
        <w:t>421.6927</w:t>
      </w:r>
      <w:r>
        <w:tab/>
        <w:t>2.025e0</w:t>
      </w:r>
    </w:p>
    <w:p w14:paraId="081B9B8D" w14:textId="77777777" w:rsidR="006D4449" w:rsidRDefault="006D4449" w:rsidP="006D4449">
      <w:r>
        <w:t>421.6995</w:t>
      </w:r>
      <w:r>
        <w:tab/>
        <w:t>2.025e0</w:t>
      </w:r>
    </w:p>
    <w:p w14:paraId="262B2007" w14:textId="77777777" w:rsidR="006D4449" w:rsidRDefault="006D4449" w:rsidP="006D4449">
      <w:r>
        <w:t>421.7092</w:t>
      </w:r>
      <w:r>
        <w:tab/>
        <w:t>2.025e0</w:t>
      </w:r>
    </w:p>
    <w:p w14:paraId="5F788209" w14:textId="77777777" w:rsidR="006D4449" w:rsidRDefault="006D4449" w:rsidP="006D4449">
      <w:r>
        <w:t>421.7695</w:t>
      </w:r>
      <w:r>
        <w:tab/>
        <w:t>1.013e0</w:t>
      </w:r>
    </w:p>
    <w:p w14:paraId="2D2176C7" w14:textId="77777777" w:rsidR="006D4449" w:rsidRDefault="006D4449" w:rsidP="006D4449">
      <w:r>
        <w:t>421.8160</w:t>
      </w:r>
      <w:r>
        <w:tab/>
        <w:t>3.038e0</w:t>
      </w:r>
    </w:p>
    <w:p w14:paraId="77D66C28" w14:textId="77777777" w:rsidR="006D4449" w:rsidRDefault="006D4449" w:rsidP="006D4449">
      <w:r>
        <w:t>421.8337</w:t>
      </w:r>
      <w:r>
        <w:tab/>
        <w:t>1.013e0</w:t>
      </w:r>
    </w:p>
    <w:p w14:paraId="78003FC0" w14:textId="77777777" w:rsidR="006D4449" w:rsidRDefault="006D4449" w:rsidP="006D4449">
      <w:r>
        <w:t>421.8373</w:t>
      </w:r>
      <w:r>
        <w:tab/>
        <w:t>1.013e0</w:t>
      </w:r>
    </w:p>
    <w:p w14:paraId="3C9AA774" w14:textId="77777777" w:rsidR="006D4449" w:rsidRDefault="006D4449" w:rsidP="006D4449">
      <w:r>
        <w:t>421.9172</w:t>
      </w:r>
      <w:r>
        <w:tab/>
        <w:t>2.025e0</w:t>
      </w:r>
    </w:p>
    <w:p w14:paraId="1416ECFA" w14:textId="77777777" w:rsidR="006D4449" w:rsidRDefault="006D4449" w:rsidP="006D4449">
      <w:r>
        <w:t>421.9212</w:t>
      </w:r>
      <w:r>
        <w:tab/>
        <w:t>1.013e0</w:t>
      </w:r>
    </w:p>
    <w:p w14:paraId="4E8DF282" w14:textId="77777777" w:rsidR="006D4449" w:rsidRDefault="006D4449" w:rsidP="006D4449">
      <w:r>
        <w:t>421.9380</w:t>
      </w:r>
      <w:r>
        <w:tab/>
        <w:t>3.038e0</w:t>
      </w:r>
    </w:p>
    <w:p w14:paraId="369D4E34" w14:textId="77777777" w:rsidR="006D4449" w:rsidRDefault="006D4449" w:rsidP="006D4449">
      <w:r>
        <w:t>421.9697</w:t>
      </w:r>
      <w:r>
        <w:tab/>
        <w:t>2.025e0</w:t>
      </w:r>
    </w:p>
    <w:p w14:paraId="4BCDE6B9" w14:textId="77777777" w:rsidR="006D4449" w:rsidRDefault="006D4449" w:rsidP="006D4449">
      <w:r>
        <w:t>421.9788</w:t>
      </w:r>
      <w:r>
        <w:tab/>
        <w:t>6.076e0</w:t>
      </w:r>
    </w:p>
    <w:p w14:paraId="35192C23" w14:textId="77777777" w:rsidR="006D4449" w:rsidRDefault="006D4449" w:rsidP="006D4449">
      <w:r>
        <w:t>422.0232</w:t>
      </w:r>
      <w:r>
        <w:tab/>
        <w:t>2.025e0</w:t>
      </w:r>
    </w:p>
    <w:p w14:paraId="21BF07E5" w14:textId="77777777" w:rsidR="006D4449" w:rsidRDefault="006D4449" w:rsidP="006D4449">
      <w:r>
        <w:t>422.0266</w:t>
      </w:r>
      <w:r>
        <w:tab/>
        <w:t>2.025e0</w:t>
      </w:r>
    </w:p>
    <w:p w14:paraId="389E931D" w14:textId="77777777" w:rsidR="006D4449" w:rsidRDefault="006D4449" w:rsidP="006D4449">
      <w:r>
        <w:t>422.0418</w:t>
      </w:r>
      <w:r>
        <w:tab/>
        <w:t>4.051e0</w:t>
      </w:r>
    </w:p>
    <w:p w14:paraId="367E9ED8" w14:textId="77777777" w:rsidR="006D4449" w:rsidRDefault="006D4449" w:rsidP="006D4449">
      <w:r>
        <w:t>422.0679</w:t>
      </w:r>
      <w:r>
        <w:tab/>
        <w:t>2.025e0</w:t>
      </w:r>
    </w:p>
    <w:p w14:paraId="32A0A01B" w14:textId="77777777" w:rsidR="006D4449" w:rsidRDefault="006D4449" w:rsidP="006D4449">
      <w:r>
        <w:lastRenderedPageBreak/>
        <w:t>422.0842</w:t>
      </w:r>
      <w:r>
        <w:tab/>
        <w:t>3.038e0</w:t>
      </w:r>
    </w:p>
    <w:p w14:paraId="572B0B44" w14:textId="77777777" w:rsidR="006D4449" w:rsidRDefault="006D4449" w:rsidP="006D4449">
      <w:r>
        <w:t>422.0911</w:t>
      </w:r>
      <w:r>
        <w:tab/>
        <w:t>3.038e0</w:t>
      </w:r>
    </w:p>
    <w:p w14:paraId="295C1947" w14:textId="77777777" w:rsidR="006D4449" w:rsidRDefault="006D4449" w:rsidP="006D4449">
      <w:r>
        <w:t>422.1095</w:t>
      </w:r>
      <w:r>
        <w:tab/>
        <w:t>2.025e0</w:t>
      </w:r>
    </w:p>
    <w:p w14:paraId="4D429002" w14:textId="77777777" w:rsidR="006D4449" w:rsidRDefault="006D4449" w:rsidP="006D4449">
      <w:r>
        <w:t>422.1228</w:t>
      </w:r>
      <w:r>
        <w:tab/>
        <w:t>2.025e0</w:t>
      </w:r>
    </w:p>
    <w:p w14:paraId="0D9B870E" w14:textId="77777777" w:rsidR="006D4449" w:rsidRDefault="006D4449" w:rsidP="006D4449">
      <w:r>
        <w:t>422.1452</w:t>
      </w:r>
      <w:r>
        <w:tab/>
        <w:t>3.038e0</w:t>
      </w:r>
    </w:p>
    <w:p w14:paraId="2298CDE6" w14:textId="77777777" w:rsidR="006D4449" w:rsidRDefault="006D4449" w:rsidP="006D4449">
      <w:r>
        <w:t>422.1661</w:t>
      </w:r>
      <w:r>
        <w:tab/>
        <w:t>6.076e0</w:t>
      </w:r>
    </w:p>
    <w:p w14:paraId="5B1FB1AB" w14:textId="77777777" w:rsidR="006D4449" w:rsidRDefault="006D4449" w:rsidP="006D4449">
      <w:r>
        <w:t>422.1764</w:t>
      </w:r>
      <w:r>
        <w:tab/>
        <w:t>2.025e0</w:t>
      </w:r>
    </w:p>
    <w:p w14:paraId="69EFC10A" w14:textId="77777777" w:rsidR="006D4449" w:rsidRDefault="006D4449" w:rsidP="006D4449">
      <w:r>
        <w:t>422.1804</w:t>
      </w:r>
      <w:r>
        <w:tab/>
        <w:t>1.459e0</w:t>
      </w:r>
    </w:p>
    <w:p w14:paraId="2DCD8742" w14:textId="77777777" w:rsidR="006D4449" w:rsidRDefault="006D4449" w:rsidP="006D4449">
      <w:r>
        <w:t>422.1852</w:t>
      </w:r>
      <w:r>
        <w:tab/>
        <w:t>1.013e0</w:t>
      </w:r>
    </w:p>
    <w:p w14:paraId="40CAB4A9" w14:textId="77777777" w:rsidR="006D4449" w:rsidRDefault="006D4449" w:rsidP="006D4449">
      <w:r>
        <w:t>422.1982</w:t>
      </w:r>
      <w:r>
        <w:tab/>
        <w:t>2.307e0</w:t>
      </w:r>
    </w:p>
    <w:p w14:paraId="3B818E63" w14:textId="77777777" w:rsidR="006D4449" w:rsidRDefault="006D4449" w:rsidP="006D4449">
      <w:r>
        <w:t>422.2161</w:t>
      </w:r>
      <w:r>
        <w:tab/>
        <w:t>1.763e0</w:t>
      </w:r>
    </w:p>
    <w:p w14:paraId="74404161" w14:textId="77777777" w:rsidR="006D4449" w:rsidRDefault="006D4449" w:rsidP="006D4449">
      <w:r>
        <w:t>422.2638</w:t>
      </w:r>
      <w:r>
        <w:tab/>
        <w:t>2.531e0</w:t>
      </w:r>
    </w:p>
    <w:p w14:paraId="60192923" w14:textId="77777777" w:rsidR="006D4449" w:rsidRDefault="006D4449" w:rsidP="006D4449">
      <w:r>
        <w:t>422.3123</w:t>
      </w:r>
      <w:r>
        <w:tab/>
        <w:t>3.152e0</w:t>
      </w:r>
    </w:p>
    <w:p w14:paraId="404C0A24" w14:textId="77777777" w:rsidR="006D4449" w:rsidRDefault="006D4449" w:rsidP="006D4449">
      <w:r>
        <w:t>422.3335</w:t>
      </w:r>
      <w:r>
        <w:tab/>
        <w:t>1.013e0</w:t>
      </w:r>
    </w:p>
    <w:p w14:paraId="402DEC88" w14:textId="77777777" w:rsidR="006D4449" w:rsidRDefault="006D4449" w:rsidP="006D4449">
      <w:r>
        <w:t>422.3353</w:t>
      </w:r>
      <w:r>
        <w:tab/>
        <w:t>1.013e0</w:t>
      </w:r>
    </w:p>
    <w:p w14:paraId="3CD7F4FF" w14:textId="77777777" w:rsidR="006D4449" w:rsidRDefault="006D4449" w:rsidP="006D4449">
      <w:r>
        <w:t>422.3547</w:t>
      </w:r>
      <w:r>
        <w:tab/>
        <w:t>3.874e0</w:t>
      </w:r>
    </w:p>
    <w:p w14:paraId="43DEC170" w14:textId="77777777" w:rsidR="006D4449" w:rsidRDefault="006D4449" w:rsidP="006D4449">
      <w:r>
        <w:t>422.3592</w:t>
      </w:r>
      <w:r>
        <w:tab/>
        <w:t>1.954e0</w:t>
      </w:r>
    </w:p>
    <w:p w14:paraId="53AFC79E" w14:textId="77777777" w:rsidR="006D4449" w:rsidRDefault="006D4449" w:rsidP="006D4449">
      <w:r>
        <w:t>422.3676</w:t>
      </w:r>
      <w:r>
        <w:tab/>
        <w:t>3.038e0</w:t>
      </w:r>
    </w:p>
    <w:p w14:paraId="1989E1C0" w14:textId="77777777" w:rsidR="006D4449" w:rsidRDefault="006D4449" w:rsidP="006D4449">
      <w:r>
        <w:t>422.3691</w:t>
      </w:r>
      <w:r>
        <w:tab/>
        <w:t>1.013e0</w:t>
      </w:r>
    </w:p>
    <w:p w14:paraId="59A6450F" w14:textId="77777777" w:rsidR="006D4449" w:rsidRDefault="006D4449" w:rsidP="006D4449">
      <w:r>
        <w:lastRenderedPageBreak/>
        <w:t>422.3924</w:t>
      </w:r>
      <w:r>
        <w:tab/>
        <w:t>1.013e0</w:t>
      </w:r>
    </w:p>
    <w:p w14:paraId="5AB44722" w14:textId="77777777" w:rsidR="006D4449" w:rsidRDefault="006D4449" w:rsidP="006D4449">
      <w:r>
        <w:t>422.4007</w:t>
      </w:r>
      <w:r>
        <w:tab/>
        <w:t>1.013e0</w:t>
      </w:r>
    </w:p>
    <w:p w14:paraId="5119D8C3" w14:textId="77777777" w:rsidR="006D4449" w:rsidRDefault="006D4449" w:rsidP="006D4449">
      <w:r>
        <w:t>422.4676</w:t>
      </w:r>
      <w:r>
        <w:tab/>
        <w:t>1.013e0</w:t>
      </w:r>
    </w:p>
    <w:p w14:paraId="679DA2E1" w14:textId="77777777" w:rsidR="006D4449" w:rsidRDefault="006D4449" w:rsidP="006D4449">
      <w:r>
        <w:t>422.5865</w:t>
      </w:r>
      <w:r>
        <w:tab/>
        <w:t>1.013e0</w:t>
      </w:r>
    </w:p>
    <w:p w14:paraId="257E7D1D" w14:textId="77777777" w:rsidR="006D4449" w:rsidRDefault="006D4449" w:rsidP="006D4449">
      <w:r>
        <w:t>422.5939</w:t>
      </w:r>
      <w:r>
        <w:tab/>
        <w:t>1.013e0</w:t>
      </w:r>
    </w:p>
    <w:p w14:paraId="0092802E" w14:textId="77777777" w:rsidR="006D4449" w:rsidRDefault="006D4449" w:rsidP="006D4449">
      <w:r>
        <w:t>422.6162</w:t>
      </w:r>
      <w:r>
        <w:tab/>
        <w:t>1.013e0</w:t>
      </w:r>
    </w:p>
    <w:p w14:paraId="0F4C127F" w14:textId="77777777" w:rsidR="006D4449" w:rsidRDefault="006D4449" w:rsidP="006D4449">
      <w:r>
        <w:t>422.6638</w:t>
      </w:r>
      <w:r>
        <w:tab/>
        <w:t>1.013e0</w:t>
      </w:r>
    </w:p>
    <w:p w14:paraId="746E44F0" w14:textId="77777777" w:rsidR="006D4449" w:rsidRDefault="006D4449" w:rsidP="006D4449">
      <w:r>
        <w:t>422.6815</w:t>
      </w:r>
      <w:r>
        <w:tab/>
        <w:t>1.013e0</w:t>
      </w:r>
    </w:p>
    <w:p w14:paraId="4557965F" w14:textId="77777777" w:rsidR="006D4449" w:rsidRDefault="006D4449" w:rsidP="006D4449">
      <w:r>
        <w:t>422.7066</w:t>
      </w:r>
      <w:r>
        <w:tab/>
        <w:t>1.013e0</w:t>
      </w:r>
    </w:p>
    <w:p w14:paraId="4C30A163" w14:textId="77777777" w:rsidR="006D4449" w:rsidRDefault="006D4449" w:rsidP="006D4449">
      <w:r>
        <w:t>422.7261</w:t>
      </w:r>
      <w:r>
        <w:tab/>
        <w:t>1.013e0</w:t>
      </w:r>
    </w:p>
    <w:p w14:paraId="00AC3BDE" w14:textId="77777777" w:rsidR="006D4449" w:rsidRDefault="006D4449" w:rsidP="006D4449">
      <w:r>
        <w:t>422.7352</w:t>
      </w:r>
      <w:r>
        <w:tab/>
        <w:t>1.013e0</w:t>
      </w:r>
    </w:p>
    <w:p w14:paraId="6A817283" w14:textId="77777777" w:rsidR="006D4449" w:rsidRDefault="006D4449" w:rsidP="006D4449">
      <w:r>
        <w:t>422.7637</w:t>
      </w:r>
      <w:r>
        <w:tab/>
        <w:t>1.013e0</w:t>
      </w:r>
    </w:p>
    <w:p w14:paraId="0312F4A5" w14:textId="77777777" w:rsidR="006D4449" w:rsidRDefault="006D4449" w:rsidP="006D4449">
      <w:r>
        <w:t>422.8082</w:t>
      </w:r>
      <w:r>
        <w:tab/>
        <w:t>3.038e0</w:t>
      </w:r>
    </w:p>
    <w:p w14:paraId="09400FD9" w14:textId="77777777" w:rsidR="006D4449" w:rsidRDefault="006D4449" w:rsidP="006D4449">
      <w:r>
        <w:t>422.8101</w:t>
      </w:r>
      <w:r>
        <w:tab/>
        <w:t>1.013e0</w:t>
      </w:r>
    </w:p>
    <w:p w14:paraId="79ACAA42" w14:textId="77777777" w:rsidR="006D4449" w:rsidRDefault="006D4449" w:rsidP="006D4449">
      <w:r>
        <w:t>422.8138</w:t>
      </w:r>
      <w:r>
        <w:tab/>
        <w:t>2.025e0</w:t>
      </w:r>
    </w:p>
    <w:p w14:paraId="700CA02C" w14:textId="77777777" w:rsidR="006D4449" w:rsidRDefault="006D4449" w:rsidP="006D4449">
      <w:r>
        <w:t>422.8839</w:t>
      </w:r>
      <w:r>
        <w:tab/>
        <w:t>1.013e0</w:t>
      </w:r>
    </w:p>
    <w:p w14:paraId="2F69B2CB" w14:textId="77777777" w:rsidR="006D4449" w:rsidRDefault="006D4449" w:rsidP="006D4449">
      <w:r>
        <w:t>422.9298</w:t>
      </w:r>
      <w:r>
        <w:tab/>
        <w:t>3.038e0</w:t>
      </w:r>
    </w:p>
    <w:p w14:paraId="04FCE480" w14:textId="77777777" w:rsidR="006D4449" w:rsidRDefault="006D4449" w:rsidP="006D4449">
      <w:r>
        <w:t>422.9531</w:t>
      </w:r>
      <w:r>
        <w:tab/>
        <w:t>1.013e0</w:t>
      </w:r>
    </w:p>
    <w:p w14:paraId="74D6B24D" w14:textId="77777777" w:rsidR="006D4449" w:rsidRDefault="006D4449" w:rsidP="006D4449">
      <w:r>
        <w:t>422.9744</w:t>
      </w:r>
      <w:r>
        <w:tab/>
        <w:t>1.013e0</w:t>
      </w:r>
    </w:p>
    <w:p w14:paraId="6B832FD4" w14:textId="77777777" w:rsidR="006D4449" w:rsidRDefault="006D4449" w:rsidP="006D4449">
      <w:r>
        <w:lastRenderedPageBreak/>
        <w:t>422.9821</w:t>
      </w:r>
      <w:r>
        <w:tab/>
        <w:t>2.025e0</w:t>
      </w:r>
    </w:p>
    <w:p w14:paraId="22CEBB99" w14:textId="77777777" w:rsidR="006D4449" w:rsidRDefault="006D4449" w:rsidP="006D4449">
      <w:r>
        <w:t>422.9905</w:t>
      </w:r>
      <w:r>
        <w:tab/>
        <w:t>2.025e0</w:t>
      </w:r>
    </w:p>
    <w:p w14:paraId="6FFF9F7E" w14:textId="77777777" w:rsidR="006D4449" w:rsidRDefault="006D4449" w:rsidP="006D4449">
      <w:r>
        <w:t>423.0529</w:t>
      </w:r>
      <w:r>
        <w:tab/>
        <w:t>2.025e0</w:t>
      </w:r>
    </w:p>
    <w:p w14:paraId="3C96867B" w14:textId="77777777" w:rsidR="006D4449" w:rsidRDefault="006D4449" w:rsidP="006D4449">
      <w:r>
        <w:t>423.0708</w:t>
      </w:r>
      <w:r>
        <w:tab/>
        <w:t>4.051e0</w:t>
      </w:r>
    </w:p>
    <w:p w14:paraId="75B1F120" w14:textId="77777777" w:rsidR="006D4449" w:rsidRDefault="006D4449" w:rsidP="006D4449">
      <w:r>
        <w:t>423.0851</w:t>
      </w:r>
      <w:r>
        <w:tab/>
        <w:t>2.025e0</w:t>
      </w:r>
    </w:p>
    <w:p w14:paraId="467C4DAA" w14:textId="77777777" w:rsidR="006D4449" w:rsidRDefault="006D4449" w:rsidP="006D4449">
      <w:r>
        <w:t>423.1315</w:t>
      </w:r>
      <w:r>
        <w:tab/>
        <w:t>5.063e0</w:t>
      </w:r>
    </w:p>
    <w:p w14:paraId="29BC421C" w14:textId="77777777" w:rsidR="006D4449" w:rsidRDefault="006D4449" w:rsidP="006D4449">
      <w:r>
        <w:t>423.1369</w:t>
      </w:r>
      <w:r>
        <w:tab/>
        <w:t>1.013e0</w:t>
      </w:r>
    </w:p>
    <w:p w14:paraId="3640ED5C" w14:textId="77777777" w:rsidR="006D4449" w:rsidRDefault="006D4449" w:rsidP="006D4449">
      <w:r>
        <w:t>423.1584</w:t>
      </w:r>
      <w:r>
        <w:tab/>
        <w:t>2.025e0</w:t>
      </w:r>
    </w:p>
    <w:p w14:paraId="73DEBD4F" w14:textId="77777777" w:rsidR="006D4449" w:rsidRDefault="006D4449" w:rsidP="006D4449">
      <w:r>
        <w:t>423.1741</w:t>
      </w:r>
      <w:r>
        <w:tab/>
        <w:t>2.025e0</w:t>
      </w:r>
    </w:p>
    <w:p w14:paraId="43116634" w14:textId="77777777" w:rsidR="006D4449" w:rsidRDefault="006D4449" w:rsidP="006D4449">
      <w:r>
        <w:t>423.1768</w:t>
      </w:r>
      <w:r>
        <w:tab/>
        <w:t>2.160e0</w:t>
      </w:r>
    </w:p>
    <w:p w14:paraId="0D8A9EF4" w14:textId="77777777" w:rsidR="006D4449" w:rsidRDefault="006D4449" w:rsidP="006D4449">
      <w:r>
        <w:t>423.1902</w:t>
      </w:r>
      <w:r>
        <w:tab/>
        <w:t>3.038e0</w:t>
      </w:r>
    </w:p>
    <w:p w14:paraId="1A00A3C0" w14:textId="77777777" w:rsidR="006D4449" w:rsidRDefault="006D4449" w:rsidP="006D4449">
      <w:r>
        <w:t>423.1981</w:t>
      </w:r>
      <w:r>
        <w:tab/>
        <w:t>3.038e0</w:t>
      </w:r>
    </w:p>
    <w:p w14:paraId="2596BD91" w14:textId="77777777" w:rsidR="006D4449" w:rsidRDefault="006D4449" w:rsidP="006D4449">
      <w:r>
        <w:t>423.2026</w:t>
      </w:r>
      <w:r>
        <w:tab/>
        <w:t>4.188e0</w:t>
      </w:r>
    </w:p>
    <w:p w14:paraId="22F31BB9" w14:textId="77777777" w:rsidR="006D4449" w:rsidRDefault="006D4449" w:rsidP="006D4449">
      <w:r>
        <w:t>423.2064</w:t>
      </w:r>
      <w:r>
        <w:tab/>
        <w:t>2.526e0</w:t>
      </w:r>
    </w:p>
    <w:p w14:paraId="637B5CF3" w14:textId="77777777" w:rsidR="006D4449" w:rsidRDefault="006D4449" w:rsidP="006D4449">
      <w:r>
        <w:t>423.3528</w:t>
      </w:r>
      <w:r>
        <w:tab/>
        <w:t>1.013e0</w:t>
      </w:r>
    </w:p>
    <w:p w14:paraId="0EA9C0D4" w14:textId="77777777" w:rsidR="006D4449" w:rsidRDefault="006D4449" w:rsidP="006D4449">
      <w:r>
        <w:t>423.3554</w:t>
      </w:r>
      <w:r>
        <w:tab/>
        <w:t>1.848e0</w:t>
      </w:r>
    </w:p>
    <w:p w14:paraId="215743BC" w14:textId="77777777" w:rsidR="006D4449" w:rsidRDefault="006D4449" w:rsidP="006D4449">
      <w:r>
        <w:t>423.3624</w:t>
      </w:r>
      <w:r>
        <w:tab/>
        <w:t>3.038e0</w:t>
      </w:r>
    </w:p>
    <w:p w14:paraId="2BCE380C" w14:textId="77777777" w:rsidR="006D4449" w:rsidRDefault="006D4449" w:rsidP="006D4449">
      <w:r>
        <w:t>423.4031</w:t>
      </w:r>
      <w:r>
        <w:tab/>
        <w:t>2.025e0</w:t>
      </w:r>
    </w:p>
    <w:p w14:paraId="2148F968" w14:textId="77777777" w:rsidR="006D4449" w:rsidRDefault="006D4449" w:rsidP="006D4449">
      <w:r>
        <w:t>423.4124</w:t>
      </w:r>
      <w:r>
        <w:tab/>
        <w:t>1.013e0</w:t>
      </w:r>
    </w:p>
    <w:p w14:paraId="0794C47B" w14:textId="77777777" w:rsidR="006D4449" w:rsidRDefault="006D4449" w:rsidP="006D4449">
      <w:r>
        <w:lastRenderedPageBreak/>
        <w:t>423.4395</w:t>
      </w:r>
      <w:r>
        <w:tab/>
        <w:t>2.025e0</w:t>
      </w:r>
    </w:p>
    <w:p w14:paraId="714250E9" w14:textId="77777777" w:rsidR="006D4449" w:rsidRDefault="006D4449" w:rsidP="006D4449">
      <w:r>
        <w:t>423.4553</w:t>
      </w:r>
      <w:r>
        <w:tab/>
        <w:t>1.013e0</w:t>
      </w:r>
    </w:p>
    <w:p w14:paraId="1826FD9F" w14:textId="77777777" w:rsidR="006D4449" w:rsidRDefault="006D4449" w:rsidP="006D4449">
      <w:r>
        <w:t>423.4874</w:t>
      </w:r>
      <w:r>
        <w:tab/>
        <w:t>3.038e0</w:t>
      </w:r>
    </w:p>
    <w:p w14:paraId="2ADC83B8" w14:textId="77777777" w:rsidR="006D4449" w:rsidRDefault="006D4449" w:rsidP="006D4449">
      <w:r>
        <w:t>423.4886</w:t>
      </w:r>
      <w:r>
        <w:tab/>
        <w:t>2.025e0</w:t>
      </w:r>
    </w:p>
    <w:p w14:paraId="68B60435" w14:textId="77777777" w:rsidR="006D4449" w:rsidRDefault="006D4449" w:rsidP="006D4449">
      <w:r>
        <w:t>423.5440</w:t>
      </w:r>
      <w:r>
        <w:tab/>
        <w:t>1.013e0</w:t>
      </w:r>
    </w:p>
    <w:p w14:paraId="29CC4158" w14:textId="77777777" w:rsidR="006D4449" w:rsidRDefault="006D4449" w:rsidP="006D4449">
      <w:r>
        <w:t>423.5837</w:t>
      </w:r>
      <w:r>
        <w:tab/>
        <w:t>1.013e0</w:t>
      </w:r>
    </w:p>
    <w:p w14:paraId="1BF38983" w14:textId="77777777" w:rsidR="006D4449" w:rsidRDefault="006D4449" w:rsidP="006D4449">
      <w:r>
        <w:t>423.6261</w:t>
      </w:r>
      <w:r>
        <w:tab/>
        <w:t>1.013e0</w:t>
      </w:r>
    </w:p>
    <w:p w14:paraId="68EF376F" w14:textId="77777777" w:rsidR="006D4449" w:rsidRDefault="006D4449" w:rsidP="006D4449">
      <w:r>
        <w:t>423.6600</w:t>
      </w:r>
      <w:r>
        <w:tab/>
        <w:t>2.025e0</w:t>
      </w:r>
    </w:p>
    <w:p w14:paraId="3C2E9D27" w14:textId="77777777" w:rsidR="006D4449" w:rsidRDefault="006D4449" w:rsidP="006D4449">
      <w:r>
        <w:t>423.7029</w:t>
      </w:r>
      <w:r>
        <w:tab/>
        <w:t>1.013e0</w:t>
      </w:r>
    </w:p>
    <w:p w14:paraId="634FB65C" w14:textId="77777777" w:rsidR="006D4449" w:rsidRDefault="006D4449" w:rsidP="006D4449">
      <w:r>
        <w:t>423.7083</w:t>
      </w:r>
      <w:r>
        <w:tab/>
        <w:t>1.013e0</w:t>
      </w:r>
    </w:p>
    <w:p w14:paraId="0413D56C" w14:textId="77777777" w:rsidR="006D4449" w:rsidRDefault="006D4449" w:rsidP="006D4449">
      <w:r>
        <w:t>423.7240</w:t>
      </w:r>
      <w:r>
        <w:tab/>
        <w:t>2.025e0</w:t>
      </w:r>
    </w:p>
    <w:p w14:paraId="07EF363A" w14:textId="77777777" w:rsidR="006D4449" w:rsidRDefault="006D4449" w:rsidP="006D4449">
      <w:r>
        <w:t>423.7528</w:t>
      </w:r>
      <w:r>
        <w:tab/>
        <w:t>1.013e0</w:t>
      </w:r>
    </w:p>
    <w:p w14:paraId="7F000610" w14:textId="77777777" w:rsidR="006D4449" w:rsidRDefault="006D4449" w:rsidP="006D4449">
      <w:r>
        <w:t>423.7607</w:t>
      </w:r>
      <w:r>
        <w:tab/>
        <w:t>1.013e0</w:t>
      </w:r>
    </w:p>
    <w:p w14:paraId="3EF5A074" w14:textId="77777777" w:rsidR="006D4449" w:rsidRDefault="006D4449" w:rsidP="006D4449">
      <w:r>
        <w:t>423.7923</w:t>
      </w:r>
      <w:r>
        <w:tab/>
        <w:t>2.025e0</w:t>
      </w:r>
    </w:p>
    <w:p w14:paraId="701959BB" w14:textId="77777777" w:rsidR="006D4449" w:rsidRDefault="006D4449" w:rsidP="006D4449">
      <w:r>
        <w:t>423.8457</w:t>
      </w:r>
      <w:r>
        <w:tab/>
        <w:t>2.025e0</w:t>
      </w:r>
    </w:p>
    <w:p w14:paraId="179441BD" w14:textId="77777777" w:rsidR="006D4449" w:rsidRDefault="006D4449" w:rsidP="006D4449">
      <w:r>
        <w:t>423.8520</w:t>
      </w:r>
      <w:r>
        <w:tab/>
        <w:t>1.013e0</w:t>
      </w:r>
    </w:p>
    <w:p w14:paraId="2DAAAB3B" w14:textId="77777777" w:rsidR="006D4449" w:rsidRDefault="006D4449" w:rsidP="006D4449">
      <w:r>
        <w:t>423.8697</w:t>
      </w:r>
      <w:r>
        <w:tab/>
        <w:t>2.025e0</w:t>
      </w:r>
    </w:p>
    <w:p w14:paraId="0777B96C" w14:textId="77777777" w:rsidR="006D4449" w:rsidRDefault="006D4449" w:rsidP="006D4449">
      <w:r>
        <w:t>423.9136</w:t>
      </w:r>
      <w:r>
        <w:tab/>
        <w:t>3.038e0</w:t>
      </w:r>
    </w:p>
    <w:p w14:paraId="1711268C" w14:textId="77777777" w:rsidR="006D4449" w:rsidRDefault="006D4449" w:rsidP="006D4449">
      <w:r>
        <w:t>423.9297</w:t>
      </w:r>
      <w:r>
        <w:tab/>
        <w:t>9.114e0</w:t>
      </w:r>
    </w:p>
    <w:p w14:paraId="08009930" w14:textId="77777777" w:rsidR="006D4449" w:rsidRDefault="006D4449" w:rsidP="006D4449">
      <w:r>
        <w:lastRenderedPageBreak/>
        <w:t>423.9373</w:t>
      </w:r>
      <w:r>
        <w:tab/>
        <w:t>3.038e0</w:t>
      </w:r>
    </w:p>
    <w:p w14:paraId="1A016F20" w14:textId="77777777" w:rsidR="006D4449" w:rsidRDefault="006D4449" w:rsidP="006D4449">
      <w:r>
        <w:t>423.9816</w:t>
      </w:r>
      <w:r>
        <w:tab/>
        <w:t>3.038e0</w:t>
      </w:r>
    </w:p>
    <w:p w14:paraId="4410EA4D" w14:textId="77777777" w:rsidR="006D4449" w:rsidRDefault="006D4449" w:rsidP="006D4449">
      <w:r>
        <w:t>424.0309</w:t>
      </w:r>
      <w:r>
        <w:tab/>
        <w:t>1.013e0</w:t>
      </w:r>
    </w:p>
    <w:p w14:paraId="57F97758" w14:textId="77777777" w:rsidR="006D4449" w:rsidRDefault="006D4449" w:rsidP="006D4449">
      <w:r>
        <w:t>424.0384</w:t>
      </w:r>
      <w:r>
        <w:tab/>
        <w:t>1.013e0</w:t>
      </w:r>
    </w:p>
    <w:p w14:paraId="18644FFA" w14:textId="77777777" w:rsidR="006D4449" w:rsidRDefault="006D4449" w:rsidP="006D4449">
      <w:r>
        <w:t>424.0583</w:t>
      </w:r>
      <w:r>
        <w:tab/>
        <w:t>1.013e0</w:t>
      </w:r>
    </w:p>
    <w:p w14:paraId="5B5CD79A" w14:textId="77777777" w:rsidR="006D4449" w:rsidRDefault="006D4449" w:rsidP="006D4449">
      <w:r>
        <w:t>424.0619</w:t>
      </w:r>
      <w:r>
        <w:tab/>
        <w:t>1.013e0</w:t>
      </w:r>
    </w:p>
    <w:p w14:paraId="13C8081D" w14:textId="77777777" w:rsidR="006D4449" w:rsidRDefault="006D4449" w:rsidP="006D4449">
      <w:r>
        <w:t>424.0682</w:t>
      </w:r>
      <w:r>
        <w:tab/>
        <w:t>1.013e0</w:t>
      </w:r>
    </w:p>
    <w:p w14:paraId="7BEBF9DA" w14:textId="77777777" w:rsidR="006D4449" w:rsidRDefault="006D4449" w:rsidP="006D4449">
      <w:r>
        <w:t>424.0842</w:t>
      </w:r>
      <w:r>
        <w:tab/>
        <w:t>3.038e0</w:t>
      </w:r>
    </w:p>
    <w:p w14:paraId="26DD1EAD" w14:textId="77777777" w:rsidR="006D4449" w:rsidRDefault="006D4449" w:rsidP="006D4449">
      <w:r>
        <w:t>424.0921</w:t>
      </w:r>
      <w:r>
        <w:tab/>
        <w:t>3.038e0</w:t>
      </w:r>
    </w:p>
    <w:p w14:paraId="0BEE9DB4" w14:textId="77777777" w:rsidR="006D4449" w:rsidRDefault="006D4449" w:rsidP="006D4449">
      <w:r>
        <w:t>424.1010</w:t>
      </w:r>
      <w:r>
        <w:tab/>
        <w:t>1.013e0</w:t>
      </w:r>
    </w:p>
    <w:p w14:paraId="5C24C779" w14:textId="77777777" w:rsidR="006D4449" w:rsidRDefault="006D4449" w:rsidP="006D4449">
      <w:r>
        <w:t>424.1280</w:t>
      </w:r>
      <w:r>
        <w:tab/>
        <w:t>4.051e0</w:t>
      </w:r>
    </w:p>
    <w:p w14:paraId="0A0558EF" w14:textId="77777777" w:rsidR="006D4449" w:rsidRDefault="006D4449" w:rsidP="006D4449">
      <w:r>
        <w:t>424.1353</w:t>
      </w:r>
      <w:r>
        <w:tab/>
        <w:t>1.013e0</w:t>
      </w:r>
    </w:p>
    <w:p w14:paraId="0A31727D" w14:textId="77777777" w:rsidR="006D4449" w:rsidRDefault="006D4449" w:rsidP="006D4449">
      <w:r>
        <w:t>424.1655</w:t>
      </w:r>
      <w:r>
        <w:tab/>
        <w:t>1.013e0</w:t>
      </w:r>
    </w:p>
    <w:p w14:paraId="2601D897" w14:textId="77777777" w:rsidR="006D4449" w:rsidRDefault="006D4449" w:rsidP="006D4449">
      <w:r>
        <w:t>424.2020</w:t>
      </w:r>
      <w:r>
        <w:tab/>
        <w:t>1.588e0</w:t>
      </w:r>
    </w:p>
    <w:p w14:paraId="2FDECEA8" w14:textId="77777777" w:rsidR="006D4449" w:rsidRDefault="006D4449" w:rsidP="006D4449">
      <w:r>
        <w:t>424.2144</w:t>
      </w:r>
      <w:r>
        <w:tab/>
        <w:t>4.057e0</w:t>
      </w:r>
    </w:p>
    <w:p w14:paraId="11AAC68B" w14:textId="77777777" w:rsidR="006D4449" w:rsidRDefault="006D4449" w:rsidP="006D4449">
      <w:r>
        <w:t>424.2751</w:t>
      </w:r>
      <w:r>
        <w:tab/>
        <w:t>2.311e0</w:t>
      </w:r>
    </w:p>
    <w:p w14:paraId="5F8F8F39" w14:textId="77777777" w:rsidR="006D4449" w:rsidRDefault="006D4449" w:rsidP="006D4449">
      <w:r>
        <w:t>424.2776</w:t>
      </w:r>
      <w:r>
        <w:tab/>
        <w:t>1.606e0</w:t>
      </w:r>
    </w:p>
    <w:p w14:paraId="2176578C" w14:textId="77777777" w:rsidR="006D4449" w:rsidRDefault="006D4449" w:rsidP="006D4449">
      <w:r>
        <w:t>424.3429</w:t>
      </w:r>
      <w:r>
        <w:tab/>
        <w:t>1.162e1</w:t>
      </w:r>
    </w:p>
    <w:p w14:paraId="54096788" w14:textId="77777777" w:rsidR="006D4449" w:rsidRDefault="006D4449" w:rsidP="006D4449">
      <w:r>
        <w:t>424.3554</w:t>
      </w:r>
      <w:r>
        <w:tab/>
        <w:t>7.089e0</w:t>
      </w:r>
    </w:p>
    <w:p w14:paraId="07D5A5CD" w14:textId="77777777" w:rsidR="006D4449" w:rsidRDefault="006D4449" w:rsidP="006D4449">
      <w:r>
        <w:lastRenderedPageBreak/>
        <w:t>424.3589</w:t>
      </w:r>
      <w:r>
        <w:tab/>
        <w:t>1.092e1</w:t>
      </w:r>
    </w:p>
    <w:p w14:paraId="2A465156" w14:textId="77777777" w:rsidR="006D4449" w:rsidRDefault="006D4449" w:rsidP="006D4449">
      <w:r>
        <w:t>424.3620</w:t>
      </w:r>
      <w:r>
        <w:tab/>
        <w:t>1.409e1</w:t>
      </w:r>
    </w:p>
    <w:p w14:paraId="66AB1BFE" w14:textId="77777777" w:rsidR="006D4449" w:rsidRDefault="006D4449" w:rsidP="006D4449">
      <w:r>
        <w:t>424.3658</w:t>
      </w:r>
      <w:r>
        <w:tab/>
        <w:t>6.076e0</w:t>
      </w:r>
    </w:p>
    <w:p w14:paraId="4D5DD19D" w14:textId="77777777" w:rsidR="006D4449" w:rsidRDefault="006D4449" w:rsidP="006D4449">
      <w:r>
        <w:t>424.4238</w:t>
      </w:r>
      <w:r>
        <w:tab/>
        <w:t>2.025e0</w:t>
      </w:r>
    </w:p>
    <w:p w14:paraId="233F54EB" w14:textId="77777777" w:rsidR="006D4449" w:rsidRDefault="006D4449" w:rsidP="006D4449">
      <w:r>
        <w:t>424.5040</w:t>
      </w:r>
      <w:r>
        <w:tab/>
        <w:t>5.063e0</w:t>
      </w:r>
    </w:p>
    <w:p w14:paraId="4FA98FE4" w14:textId="77777777" w:rsidR="006D4449" w:rsidRDefault="006D4449" w:rsidP="006D4449">
      <w:r>
        <w:t>424.5117</w:t>
      </w:r>
      <w:r>
        <w:tab/>
        <w:t>1.013e0</w:t>
      </w:r>
    </w:p>
    <w:p w14:paraId="3701F379" w14:textId="77777777" w:rsidR="006D4449" w:rsidRDefault="006D4449" w:rsidP="006D4449">
      <w:r>
        <w:t>424.5173</w:t>
      </w:r>
      <w:r>
        <w:tab/>
        <w:t>1.013e0</w:t>
      </w:r>
    </w:p>
    <w:p w14:paraId="60E63409" w14:textId="77777777" w:rsidR="006D4449" w:rsidRDefault="006D4449" w:rsidP="006D4449">
      <w:r>
        <w:t>424.5995</w:t>
      </w:r>
      <w:r>
        <w:tab/>
        <w:t>1.013e0</w:t>
      </w:r>
    </w:p>
    <w:p w14:paraId="7A671741" w14:textId="77777777" w:rsidR="006D4449" w:rsidRDefault="006D4449" w:rsidP="006D4449">
      <w:r>
        <w:t>424.6189</w:t>
      </w:r>
      <w:r>
        <w:tab/>
        <w:t>1.013e0</w:t>
      </w:r>
    </w:p>
    <w:p w14:paraId="5FF41E95" w14:textId="77777777" w:rsidR="006D4449" w:rsidRDefault="006D4449" w:rsidP="006D4449">
      <w:r>
        <w:t>424.6761</w:t>
      </w:r>
      <w:r>
        <w:tab/>
        <w:t>1.013e0</w:t>
      </w:r>
    </w:p>
    <w:p w14:paraId="334631A4" w14:textId="77777777" w:rsidR="006D4449" w:rsidRDefault="006D4449" w:rsidP="006D4449">
      <w:r>
        <w:t>424.6876</w:t>
      </w:r>
      <w:r>
        <w:tab/>
        <w:t>1.013e0</w:t>
      </w:r>
    </w:p>
    <w:p w14:paraId="26EB2F8E" w14:textId="77777777" w:rsidR="006D4449" w:rsidRDefault="006D4449" w:rsidP="006D4449">
      <w:r>
        <w:t>424.6927</w:t>
      </w:r>
      <w:r>
        <w:tab/>
        <w:t>2.025e0</w:t>
      </w:r>
    </w:p>
    <w:p w14:paraId="278C1F4C" w14:textId="77777777" w:rsidR="006D4449" w:rsidRDefault="006D4449" w:rsidP="006D4449">
      <w:r>
        <w:t>424.7220</w:t>
      </w:r>
      <w:r>
        <w:tab/>
        <w:t>3.038e0</w:t>
      </w:r>
    </w:p>
    <w:p w14:paraId="45996FBD" w14:textId="77777777" w:rsidR="006D4449" w:rsidRDefault="006D4449" w:rsidP="006D4449">
      <w:r>
        <w:t>424.7424</w:t>
      </w:r>
      <w:r>
        <w:tab/>
        <w:t>1.013e0</w:t>
      </w:r>
    </w:p>
    <w:p w14:paraId="2A608A4A" w14:textId="77777777" w:rsidR="006D4449" w:rsidRDefault="006D4449" w:rsidP="006D4449">
      <w:r>
        <w:t>424.7455</w:t>
      </w:r>
      <w:r>
        <w:tab/>
        <w:t>1.013e0</w:t>
      </w:r>
    </w:p>
    <w:p w14:paraId="54A6108C" w14:textId="77777777" w:rsidR="006D4449" w:rsidRDefault="006D4449" w:rsidP="006D4449">
      <w:r>
        <w:t>424.7698</w:t>
      </w:r>
      <w:r>
        <w:tab/>
        <w:t>1.013e0</w:t>
      </w:r>
    </w:p>
    <w:p w14:paraId="01D5B8A2" w14:textId="77777777" w:rsidR="006D4449" w:rsidRDefault="006D4449" w:rsidP="006D4449">
      <w:r>
        <w:t>424.7904</w:t>
      </w:r>
      <w:r>
        <w:tab/>
        <w:t>1.013e0</w:t>
      </w:r>
    </w:p>
    <w:p w14:paraId="7F18D64C" w14:textId="77777777" w:rsidR="006D4449" w:rsidRDefault="006D4449" w:rsidP="006D4449">
      <w:r>
        <w:t>424.7996</w:t>
      </w:r>
      <w:r>
        <w:tab/>
        <w:t>1.013e0</w:t>
      </w:r>
    </w:p>
    <w:p w14:paraId="76E20B55" w14:textId="77777777" w:rsidR="006D4449" w:rsidRDefault="006D4449" w:rsidP="006D4449">
      <w:r>
        <w:t>424.8071</w:t>
      </w:r>
      <w:r>
        <w:tab/>
        <w:t>1.013e0</w:t>
      </w:r>
    </w:p>
    <w:p w14:paraId="58D9B809" w14:textId="77777777" w:rsidR="006D4449" w:rsidRDefault="006D4449" w:rsidP="006D4449">
      <w:r>
        <w:lastRenderedPageBreak/>
        <w:t>424.8277</w:t>
      </w:r>
      <w:r>
        <w:tab/>
        <w:t>1.013e0</w:t>
      </w:r>
    </w:p>
    <w:p w14:paraId="33760A5C" w14:textId="77777777" w:rsidR="006D4449" w:rsidRDefault="006D4449" w:rsidP="006D4449">
      <w:r>
        <w:t>424.8619</w:t>
      </w:r>
      <w:r>
        <w:tab/>
        <w:t>1.013e0</w:t>
      </w:r>
    </w:p>
    <w:p w14:paraId="52784423" w14:textId="77777777" w:rsidR="006D4449" w:rsidRDefault="006D4449" w:rsidP="006D4449">
      <w:r>
        <w:t>424.8709</w:t>
      </w:r>
      <w:r>
        <w:tab/>
        <w:t>3.038e0</w:t>
      </w:r>
    </w:p>
    <w:p w14:paraId="6ADACEF3" w14:textId="77777777" w:rsidR="006D4449" w:rsidRDefault="006D4449" w:rsidP="006D4449">
      <w:r>
        <w:t>424.9012</w:t>
      </w:r>
      <w:r>
        <w:tab/>
        <w:t>1.013e0</w:t>
      </w:r>
    </w:p>
    <w:p w14:paraId="6742311E" w14:textId="77777777" w:rsidR="006D4449" w:rsidRDefault="006D4449" w:rsidP="006D4449">
      <w:r>
        <w:t>424.9099</w:t>
      </w:r>
      <w:r>
        <w:tab/>
        <w:t>1.013e0</w:t>
      </w:r>
    </w:p>
    <w:p w14:paraId="71633B04" w14:textId="77777777" w:rsidR="006D4449" w:rsidRDefault="006D4449" w:rsidP="006D4449">
      <w:r>
        <w:t>424.9388</w:t>
      </w:r>
      <w:r>
        <w:tab/>
        <w:t>5.607e0</w:t>
      </w:r>
    </w:p>
    <w:p w14:paraId="06DBF09B" w14:textId="77777777" w:rsidR="006D4449" w:rsidRDefault="006D4449" w:rsidP="006D4449">
      <w:r>
        <w:t>424.9428</w:t>
      </w:r>
      <w:r>
        <w:tab/>
        <w:t>4.051e0</w:t>
      </w:r>
    </w:p>
    <w:p w14:paraId="3EAA305E" w14:textId="77777777" w:rsidR="006D4449" w:rsidRDefault="006D4449" w:rsidP="006D4449">
      <w:r>
        <w:t>424.9476</w:t>
      </w:r>
      <w:r>
        <w:tab/>
        <w:t>1.013e0</w:t>
      </w:r>
    </w:p>
    <w:p w14:paraId="220E599F" w14:textId="77777777" w:rsidR="006D4449" w:rsidRDefault="006D4449" w:rsidP="006D4449">
      <w:r>
        <w:t>424.9599</w:t>
      </w:r>
      <w:r>
        <w:tab/>
        <w:t>4.051e0</w:t>
      </w:r>
    </w:p>
    <w:p w14:paraId="1B90E994" w14:textId="77777777" w:rsidR="006D4449" w:rsidRDefault="006D4449" w:rsidP="006D4449">
      <w:r>
        <w:t>424.9641</w:t>
      </w:r>
      <w:r>
        <w:tab/>
        <w:t>3.038e0</w:t>
      </w:r>
    </w:p>
    <w:p w14:paraId="215D8AD0" w14:textId="77777777" w:rsidR="006D4449" w:rsidRDefault="006D4449" w:rsidP="006D4449">
      <w:r>
        <w:t>424.9916</w:t>
      </w:r>
      <w:r>
        <w:tab/>
        <w:t>4.051e0</w:t>
      </w:r>
    </w:p>
    <w:p w14:paraId="1CA3224F" w14:textId="77777777" w:rsidR="006D4449" w:rsidRDefault="006D4449" w:rsidP="006D4449">
      <w:r>
        <w:t>425.0273</w:t>
      </w:r>
      <w:r>
        <w:tab/>
        <w:t>2.025e0</w:t>
      </w:r>
    </w:p>
    <w:p w14:paraId="3967F4E2" w14:textId="77777777" w:rsidR="006D4449" w:rsidRDefault="006D4449" w:rsidP="006D4449">
      <w:r>
        <w:t>425.0443</w:t>
      </w:r>
      <w:r>
        <w:tab/>
        <w:t>3.038e0</w:t>
      </w:r>
    </w:p>
    <w:p w14:paraId="642A672E" w14:textId="77777777" w:rsidR="006D4449" w:rsidRDefault="006D4449" w:rsidP="006D4449">
      <w:r>
        <w:t>425.0869</w:t>
      </w:r>
      <w:r>
        <w:tab/>
        <w:t>1.013e0</w:t>
      </w:r>
    </w:p>
    <w:p w14:paraId="49C52AD3" w14:textId="77777777" w:rsidR="006D4449" w:rsidRDefault="006D4449" w:rsidP="006D4449">
      <w:r>
        <w:t>425.0887</w:t>
      </w:r>
      <w:r>
        <w:tab/>
        <w:t>1.013e0</w:t>
      </w:r>
    </w:p>
    <w:p w14:paraId="2C08B5B3" w14:textId="77777777" w:rsidR="006D4449" w:rsidRDefault="006D4449" w:rsidP="006D4449">
      <w:r>
        <w:t>425.1060</w:t>
      </w:r>
      <w:r>
        <w:tab/>
        <w:t>1.013e0</w:t>
      </w:r>
    </w:p>
    <w:p w14:paraId="652F4DB8" w14:textId="77777777" w:rsidR="006D4449" w:rsidRDefault="006D4449" w:rsidP="006D4449">
      <w:r>
        <w:t>425.1323</w:t>
      </w:r>
      <w:r>
        <w:tab/>
        <w:t>3.038e0</w:t>
      </w:r>
    </w:p>
    <w:p w14:paraId="62C586CD" w14:textId="77777777" w:rsidR="006D4449" w:rsidRDefault="006D4449" w:rsidP="006D4449">
      <w:r>
        <w:t>425.1458</w:t>
      </w:r>
      <w:r>
        <w:tab/>
        <w:t>2.025e0</w:t>
      </w:r>
    </w:p>
    <w:p w14:paraId="4ED14315" w14:textId="77777777" w:rsidR="006D4449" w:rsidRDefault="006D4449" w:rsidP="006D4449">
      <w:r>
        <w:t>425.1658</w:t>
      </w:r>
      <w:r>
        <w:tab/>
        <w:t>1.013e0</w:t>
      </w:r>
    </w:p>
    <w:p w14:paraId="4D0769F3" w14:textId="77777777" w:rsidR="006D4449" w:rsidRDefault="006D4449" w:rsidP="006D4449">
      <w:r>
        <w:lastRenderedPageBreak/>
        <w:t>425.1822</w:t>
      </w:r>
      <w:r>
        <w:tab/>
        <w:t>1.294e0</w:t>
      </w:r>
    </w:p>
    <w:p w14:paraId="307869A4" w14:textId="77777777" w:rsidR="006D4449" w:rsidRDefault="006D4449" w:rsidP="006D4449">
      <w:r>
        <w:t>425.1842</w:t>
      </w:r>
      <w:r>
        <w:tab/>
        <w:t>4.051e0</w:t>
      </w:r>
    </w:p>
    <w:p w14:paraId="167994AB" w14:textId="77777777" w:rsidR="006D4449" w:rsidRDefault="006D4449" w:rsidP="006D4449">
      <w:r>
        <w:t>425.2117</w:t>
      </w:r>
      <w:r>
        <w:tab/>
        <w:t>6.597e0</w:t>
      </w:r>
    </w:p>
    <w:p w14:paraId="514920AA" w14:textId="77777777" w:rsidR="006D4449" w:rsidRDefault="006D4449" w:rsidP="006D4449">
      <w:r>
        <w:t>425.2752</w:t>
      </w:r>
      <w:r>
        <w:tab/>
        <w:t>6.010e0</w:t>
      </w:r>
    </w:p>
    <w:p w14:paraId="7D76EA9A" w14:textId="77777777" w:rsidR="006D4449" w:rsidRDefault="006D4449" w:rsidP="006D4449">
      <w:r>
        <w:t>425.2820</w:t>
      </w:r>
      <w:r>
        <w:tab/>
        <w:t>1.940e1</w:t>
      </w:r>
    </w:p>
    <w:p w14:paraId="561315C6" w14:textId="77777777" w:rsidR="006D4449" w:rsidRDefault="006D4449" w:rsidP="006D4449">
      <w:r>
        <w:t>425.2833</w:t>
      </w:r>
      <w:r>
        <w:tab/>
        <w:t>2.407e1</w:t>
      </w:r>
    </w:p>
    <w:p w14:paraId="35372246" w14:textId="77777777" w:rsidR="006D4449" w:rsidRDefault="006D4449" w:rsidP="006D4449">
      <w:r>
        <w:t>425.2884</w:t>
      </w:r>
      <w:r>
        <w:tab/>
        <w:t>6.108e1</w:t>
      </w:r>
    </w:p>
    <w:p w14:paraId="1F2AAD00" w14:textId="77777777" w:rsidR="006D4449" w:rsidRDefault="006D4449" w:rsidP="006D4449">
      <w:r>
        <w:t>425.3584</w:t>
      </w:r>
      <w:r>
        <w:tab/>
        <w:t>1.884e0</w:t>
      </w:r>
    </w:p>
    <w:p w14:paraId="433B9D1C" w14:textId="77777777" w:rsidR="006D4449" w:rsidRDefault="006D4449" w:rsidP="006D4449">
      <w:r>
        <w:t>425.3677</w:t>
      </w:r>
      <w:r>
        <w:tab/>
        <w:t>1.013e0</w:t>
      </w:r>
    </w:p>
    <w:p w14:paraId="61071948" w14:textId="77777777" w:rsidR="006D4449" w:rsidRDefault="006D4449" w:rsidP="006D4449">
      <w:r>
        <w:t>425.3794</w:t>
      </w:r>
      <w:r>
        <w:tab/>
        <w:t>3.038e0</w:t>
      </w:r>
    </w:p>
    <w:p w14:paraId="6861BE63" w14:textId="77777777" w:rsidR="006D4449" w:rsidRDefault="006D4449" w:rsidP="006D4449">
      <w:r>
        <w:t>425.4035</w:t>
      </w:r>
      <w:r>
        <w:tab/>
        <w:t>4.051e0</w:t>
      </w:r>
    </w:p>
    <w:p w14:paraId="08D1D700" w14:textId="77777777" w:rsidR="006D4449" w:rsidRDefault="006D4449" w:rsidP="006D4449">
      <w:r>
        <w:t>425.4197</w:t>
      </w:r>
      <w:r>
        <w:tab/>
        <w:t>4.051e0</w:t>
      </w:r>
    </w:p>
    <w:p w14:paraId="7531D837" w14:textId="77777777" w:rsidR="006D4449" w:rsidRDefault="006D4449" w:rsidP="006D4449">
      <w:r>
        <w:t>425.4764</w:t>
      </w:r>
      <w:r>
        <w:tab/>
        <w:t>1.013e0</w:t>
      </w:r>
    </w:p>
    <w:p w14:paraId="14409F2F" w14:textId="77777777" w:rsidR="006D4449" w:rsidRDefault="006D4449" w:rsidP="006D4449">
      <w:r>
        <w:t>425.4819</w:t>
      </w:r>
      <w:r>
        <w:tab/>
        <w:t>1.013e0</w:t>
      </w:r>
    </w:p>
    <w:p w14:paraId="0E278274" w14:textId="77777777" w:rsidR="006D4449" w:rsidRDefault="006D4449" w:rsidP="006D4449">
      <w:r>
        <w:t>425.5560</w:t>
      </w:r>
      <w:r>
        <w:tab/>
        <w:t>3.038e0</w:t>
      </w:r>
    </w:p>
    <w:p w14:paraId="1CC44E58" w14:textId="77777777" w:rsidR="006D4449" w:rsidRDefault="006D4449" w:rsidP="006D4449">
      <w:r>
        <w:t>425.5771</w:t>
      </w:r>
      <w:r>
        <w:tab/>
        <w:t>1.013e0</w:t>
      </w:r>
    </w:p>
    <w:p w14:paraId="31FE5445" w14:textId="77777777" w:rsidR="006D4449" w:rsidRDefault="006D4449" w:rsidP="006D4449">
      <w:r>
        <w:t>425.5836</w:t>
      </w:r>
      <w:r>
        <w:tab/>
        <w:t>1.013e0</w:t>
      </w:r>
    </w:p>
    <w:p w14:paraId="04F3ADCB" w14:textId="77777777" w:rsidR="006D4449" w:rsidRDefault="006D4449" w:rsidP="006D4449">
      <w:r>
        <w:t>425.6009</w:t>
      </w:r>
      <w:r>
        <w:tab/>
        <w:t>2.025e0</w:t>
      </w:r>
    </w:p>
    <w:p w14:paraId="135EE63E" w14:textId="77777777" w:rsidR="006D4449" w:rsidRDefault="006D4449" w:rsidP="006D4449">
      <w:r>
        <w:t>425.6248</w:t>
      </w:r>
      <w:r>
        <w:tab/>
        <w:t>1.013e0</w:t>
      </w:r>
    </w:p>
    <w:p w14:paraId="3AB3936B" w14:textId="77777777" w:rsidR="006D4449" w:rsidRDefault="006D4449" w:rsidP="006D4449">
      <w:r>
        <w:lastRenderedPageBreak/>
        <w:t>425.6819</w:t>
      </w:r>
      <w:r>
        <w:tab/>
        <w:t>1.013e0</w:t>
      </w:r>
    </w:p>
    <w:p w14:paraId="162B40DF" w14:textId="77777777" w:rsidR="006D4449" w:rsidRDefault="006D4449" w:rsidP="006D4449">
      <w:r>
        <w:t>425.6960</w:t>
      </w:r>
      <w:r>
        <w:tab/>
        <w:t>2.025e0</w:t>
      </w:r>
    </w:p>
    <w:p w14:paraId="14646C0D" w14:textId="77777777" w:rsidR="006D4449" w:rsidRDefault="006D4449" w:rsidP="006D4449">
      <w:r>
        <w:t>425.7343</w:t>
      </w:r>
      <w:r>
        <w:tab/>
        <w:t>1.013e0</w:t>
      </w:r>
    </w:p>
    <w:p w14:paraId="6B91FBAC" w14:textId="77777777" w:rsidR="006D4449" w:rsidRDefault="006D4449" w:rsidP="006D4449">
      <w:r>
        <w:t>425.7855</w:t>
      </w:r>
      <w:r>
        <w:tab/>
        <w:t>1.013e0</w:t>
      </w:r>
    </w:p>
    <w:p w14:paraId="5A70E43A" w14:textId="77777777" w:rsidR="006D4449" w:rsidRDefault="006D4449" w:rsidP="006D4449">
      <w:r>
        <w:t>425.7998</w:t>
      </w:r>
      <w:r>
        <w:tab/>
        <w:t>1.013e0</w:t>
      </w:r>
    </w:p>
    <w:p w14:paraId="37F070E5" w14:textId="77777777" w:rsidR="006D4449" w:rsidRDefault="006D4449" w:rsidP="006D4449">
      <w:r>
        <w:t>425.8143</w:t>
      </w:r>
      <w:r>
        <w:tab/>
        <w:t>2.025e0</w:t>
      </w:r>
    </w:p>
    <w:p w14:paraId="1E27C348" w14:textId="77777777" w:rsidR="006D4449" w:rsidRDefault="006D4449" w:rsidP="006D4449">
      <w:r>
        <w:t>425.8223</w:t>
      </w:r>
      <w:r>
        <w:tab/>
        <w:t>1.013e0</w:t>
      </w:r>
    </w:p>
    <w:p w14:paraId="767B5C92" w14:textId="77777777" w:rsidR="006D4449" w:rsidRDefault="006D4449" w:rsidP="006D4449">
      <w:r>
        <w:t>425.8597</w:t>
      </w:r>
      <w:r>
        <w:tab/>
        <w:t>1.013e0</w:t>
      </w:r>
    </w:p>
    <w:p w14:paraId="759B4ED0" w14:textId="77777777" w:rsidR="006D4449" w:rsidRDefault="006D4449" w:rsidP="006D4449">
      <w:r>
        <w:t>425.8677</w:t>
      </w:r>
      <w:r>
        <w:tab/>
        <w:t>1.013e0</w:t>
      </w:r>
    </w:p>
    <w:p w14:paraId="622B727A" w14:textId="77777777" w:rsidR="006D4449" w:rsidRDefault="006D4449" w:rsidP="006D4449">
      <w:r>
        <w:t>425.8822</w:t>
      </w:r>
      <w:r>
        <w:tab/>
        <w:t>1.013e0</w:t>
      </w:r>
    </w:p>
    <w:p w14:paraId="37D3A855" w14:textId="77777777" w:rsidR="006D4449" w:rsidRDefault="006D4449" w:rsidP="006D4449">
      <w:r>
        <w:t>425.9122</w:t>
      </w:r>
      <w:r>
        <w:tab/>
        <w:t>1.013e0</w:t>
      </w:r>
    </w:p>
    <w:p w14:paraId="4DEDA1F0" w14:textId="77777777" w:rsidR="006D4449" w:rsidRDefault="006D4449" w:rsidP="006D4449">
      <w:r>
        <w:t>425.9220</w:t>
      </w:r>
      <w:r>
        <w:tab/>
        <w:t>3.038e0</w:t>
      </w:r>
    </w:p>
    <w:p w14:paraId="306A64F5" w14:textId="77777777" w:rsidR="006D4449" w:rsidRDefault="006D4449" w:rsidP="006D4449">
      <w:r>
        <w:t>425.9332</w:t>
      </w:r>
      <w:r>
        <w:tab/>
        <w:t>5.440e0</w:t>
      </w:r>
    </w:p>
    <w:p w14:paraId="7CAFCCA3" w14:textId="77777777" w:rsidR="006D4449" w:rsidRDefault="006D4449" w:rsidP="006D4449">
      <w:r>
        <w:t>425.9664</w:t>
      </w:r>
      <w:r>
        <w:tab/>
        <w:t>2.025e0</w:t>
      </w:r>
    </w:p>
    <w:p w14:paraId="7F4A8DE9" w14:textId="77777777" w:rsidR="006D4449" w:rsidRDefault="006D4449" w:rsidP="006D4449">
      <w:r>
        <w:t>426.0020</w:t>
      </w:r>
      <w:r>
        <w:tab/>
        <w:t>1.013e0</w:t>
      </w:r>
    </w:p>
    <w:p w14:paraId="6A3317DB" w14:textId="77777777" w:rsidR="006D4449" w:rsidRDefault="006D4449" w:rsidP="006D4449">
      <w:r>
        <w:t>426.0125</w:t>
      </w:r>
      <w:r>
        <w:tab/>
        <w:t>1.013e0</w:t>
      </w:r>
    </w:p>
    <w:p w14:paraId="45272245" w14:textId="77777777" w:rsidR="006D4449" w:rsidRDefault="006D4449" w:rsidP="006D4449">
      <w:r>
        <w:t>426.0413</w:t>
      </w:r>
      <w:r>
        <w:tab/>
        <w:t>1.013e0</w:t>
      </w:r>
    </w:p>
    <w:p w14:paraId="095A989F" w14:textId="77777777" w:rsidR="006D4449" w:rsidRDefault="006D4449" w:rsidP="006D4449">
      <w:r>
        <w:t>426.0572</w:t>
      </w:r>
      <w:r>
        <w:tab/>
        <w:t>3.038e0</w:t>
      </w:r>
    </w:p>
    <w:p w14:paraId="739DC049" w14:textId="77777777" w:rsidR="006D4449" w:rsidRDefault="006D4449" w:rsidP="006D4449">
      <w:r>
        <w:t>426.0668</w:t>
      </w:r>
      <w:r>
        <w:tab/>
        <w:t>2.025e0</w:t>
      </w:r>
    </w:p>
    <w:p w14:paraId="05E69706" w14:textId="77777777" w:rsidR="006D4449" w:rsidRDefault="006D4449" w:rsidP="006D4449">
      <w:r>
        <w:lastRenderedPageBreak/>
        <w:t>426.1068</w:t>
      </w:r>
      <w:r>
        <w:tab/>
        <w:t>1.013e0</w:t>
      </w:r>
    </w:p>
    <w:p w14:paraId="7A3C873C" w14:textId="77777777" w:rsidR="006D4449" w:rsidRDefault="006D4449" w:rsidP="006D4449">
      <w:r>
        <w:t>426.1214</w:t>
      </w:r>
      <w:r>
        <w:tab/>
        <w:t>3.835e0</w:t>
      </w:r>
    </w:p>
    <w:p w14:paraId="7F1D02A0" w14:textId="77777777" w:rsidR="006D4449" w:rsidRDefault="006D4449" w:rsidP="006D4449">
      <w:r>
        <w:t>426.1579</w:t>
      </w:r>
      <w:r>
        <w:tab/>
        <w:t>1.879e0</w:t>
      </w:r>
    </w:p>
    <w:p w14:paraId="16FAC1D1" w14:textId="77777777" w:rsidR="006D4449" w:rsidRDefault="006D4449" w:rsidP="006D4449">
      <w:r>
        <w:t>426.1686</w:t>
      </w:r>
      <w:r>
        <w:tab/>
        <w:t>2.025e0</w:t>
      </w:r>
    </w:p>
    <w:p w14:paraId="2CEA34FC" w14:textId="77777777" w:rsidR="006D4449" w:rsidRDefault="006D4449" w:rsidP="006D4449">
      <w:r>
        <w:t>426.1826</w:t>
      </w:r>
      <w:r>
        <w:tab/>
        <w:t>2.025e0</w:t>
      </w:r>
    </w:p>
    <w:p w14:paraId="2FFF7B05" w14:textId="77777777" w:rsidR="006D4449" w:rsidRDefault="006D4449" w:rsidP="006D4449">
      <w:r>
        <w:t>426.1964</w:t>
      </w:r>
      <w:r>
        <w:tab/>
        <w:t>1.013e0</w:t>
      </w:r>
    </w:p>
    <w:p w14:paraId="771F2FA0" w14:textId="77777777" w:rsidR="006D4449" w:rsidRDefault="006D4449" w:rsidP="006D4449">
      <w:r>
        <w:t>426.1984</w:t>
      </w:r>
      <w:r>
        <w:tab/>
        <w:t>4.051e0</w:t>
      </w:r>
    </w:p>
    <w:p w14:paraId="027311E7" w14:textId="77777777" w:rsidR="006D4449" w:rsidRDefault="006D4449" w:rsidP="006D4449">
      <w:r>
        <w:t>426.2124</w:t>
      </w:r>
      <w:r>
        <w:tab/>
        <w:t>1.519e0</w:t>
      </w:r>
    </w:p>
    <w:p w14:paraId="1382794D" w14:textId="77777777" w:rsidR="006D4449" w:rsidRDefault="006D4449" w:rsidP="006D4449">
      <w:r>
        <w:t>426.2667</w:t>
      </w:r>
      <w:r>
        <w:tab/>
        <w:t>3.592e0</w:t>
      </w:r>
    </w:p>
    <w:p w14:paraId="0F74432A" w14:textId="77777777" w:rsidR="006D4449" w:rsidRDefault="006D4449" w:rsidP="006D4449">
      <w:r>
        <w:t>426.2894</w:t>
      </w:r>
      <w:r>
        <w:tab/>
        <w:t>1.734e1</w:t>
      </w:r>
    </w:p>
    <w:p w14:paraId="7A41519C" w14:textId="77777777" w:rsidR="006D4449" w:rsidRDefault="006D4449" w:rsidP="006D4449">
      <w:r>
        <w:t>426.2914</w:t>
      </w:r>
      <w:r>
        <w:tab/>
        <w:t>1.790e0</w:t>
      </w:r>
    </w:p>
    <w:p w14:paraId="36E4C615" w14:textId="77777777" w:rsidR="006D4449" w:rsidRDefault="006D4449" w:rsidP="006D4449">
      <w:r>
        <w:t>426.3062</w:t>
      </w:r>
      <w:r>
        <w:tab/>
        <w:t>6.743e0</w:t>
      </w:r>
    </w:p>
    <w:p w14:paraId="018FE993" w14:textId="77777777" w:rsidR="006D4449" w:rsidRDefault="006D4449" w:rsidP="006D4449">
      <w:r>
        <w:t>426.3444</w:t>
      </w:r>
      <w:r>
        <w:tab/>
        <w:t>2.826e0</w:t>
      </w:r>
    </w:p>
    <w:p w14:paraId="09006CFF" w14:textId="77777777" w:rsidR="006D4449" w:rsidRDefault="006D4449" w:rsidP="006D4449">
      <w:r>
        <w:t>426.3643</w:t>
      </w:r>
      <w:r>
        <w:tab/>
        <w:t>3.038e0</w:t>
      </w:r>
    </w:p>
    <w:p w14:paraId="706215C7" w14:textId="77777777" w:rsidR="006D4449" w:rsidRDefault="006D4449" w:rsidP="006D4449">
      <w:r>
        <w:t>426.3741</w:t>
      </w:r>
      <w:r>
        <w:tab/>
        <w:t>2.025e0</w:t>
      </w:r>
    </w:p>
    <w:p w14:paraId="7DEA5FE6" w14:textId="77777777" w:rsidR="006D4449" w:rsidRDefault="006D4449" w:rsidP="006D4449">
      <w:r>
        <w:t>426.3784</w:t>
      </w:r>
      <w:r>
        <w:tab/>
        <w:t>1.013e0</w:t>
      </w:r>
    </w:p>
    <w:p w14:paraId="236DF2AB" w14:textId="77777777" w:rsidR="006D4449" w:rsidRDefault="006D4449" w:rsidP="006D4449">
      <w:r>
        <w:t>426.4078</w:t>
      </w:r>
      <w:r>
        <w:tab/>
        <w:t>5.063e0</w:t>
      </w:r>
    </w:p>
    <w:p w14:paraId="4C034431" w14:textId="77777777" w:rsidR="006D4449" w:rsidRDefault="006D4449" w:rsidP="006D4449">
      <w:r>
        <w:t>426.4359</w:t>
      </w:r>
      <w:r>
        <w:tab/>
        <w:t>2.025e0</w:t>
      </w:r>
    </w:p>
    <w:p w14:paraId="345BDCE0" w14:textId="77777777" w:rsidR="006D4449" w:rsidRDefault="006D4449" w:rsidP="006D4449">
      <w:r>
        <w:t>426.4537</w:t>
      </w:r>
      <w:r>
        <w:tab/>
        <w:t>3.038e0</w:t>
      </w:r>
    </w:p>
    <w:p w14:paraId="43354562" w14:textId="77777777" w:rsidR="006D4449" w:rsidRDefault="006D4449" w:rsidP="006D4449">
      <w:r>
        <w:lastRenderedPageBreak/>
        <w:t>426.4627</w:t>
      </w:r>
      <w:r>
        <w:tab/>
        <w:t>1.013e0</w:t>
      </w:r>
    </w:p>
    <w:p w14:paraId="6DB3896E" w14:textId="77777777" w:rsidR="006D4449" w:rsidRDefault="006D4449" w:rsidP="006D4449">
      <w:r>
        <w:t>426.5190</w:t>
      </w:r>
      <w:r>
        <w:tab/>
        <w:t>1.013e0</w:t>
      </w:r>
    </w:p>
    <w:p w14:paraId="1BAC3015" w14:textId="77777777" w:rsidR="006D4449" w:rsidRDefault="006D4449" w:rsidP="006D4449">
      <w:r>
        <w:t>426.5269</w:t>
      </w:r>
      <w:r>
        <w:tab/>
        <w:t>1.013e0</w:t>
      </w:r>
    </w:p>
    <w:p w14:paraId="37BD577E" w14:textId="77777777" w:rsidR="006D4449" w:rsidRDefault="006D4449" w:rsidP="006D4449">
      <w:r>
        <w:t>426.5468</w:t>
      </w:r>
      <w:r>
        <w:tab/>
        <w:t>1.013e0</w:t>
      </w:r>
    </w:p>
    <w:p w14:paraId="75D249A6" w14:textId="77777777" w:rsidR="006D4449" w:rsidRDefault="006D4449" w:rsidP="006D4449">
      <w:r>
        <w:t>426.5841</w:t>
      </w:r>
      <w:r>
        <w:tab/>
        <w:t>1.013e0</w:t>
      </w:r>
    </w:p>
    <w:p w14:paraId="1F604D15" w14:textId="77777777" w:rsidR="006D4449" w:rsidRDefault="006D4449" w:rsidP="006D4449">
      <w:r>
        <w:t>426.6467</w:t>
      </w:r>
      <w:r>
        <w:tab/>
        <w:t>1.013e0</w:t>
      </w:r>
    </w:p>
    <w:p w14:paraId="4C79E822" w14:textId="77777777" w:rsidR="006D4449" w:rsidRDefault="006D4449" w:rsidP="006D4449">
      <w:r>
        <w:t>426.6681</w:t>
      </w:r>
      <w:r>
        <w:tab/>
        <w:t>1.013e0</w:t>
      </w:r>
    </w:p>
    <w:p w14:paraId="7BCB4175" w14:textId="77777777" w:rsidR="006D4449" w:rsidRDefault="006D4449" w:rsidP="006D4449">
      <w:r>
        <w:t>426.7035</w:t>
      </w:r>
      <w:r>
        <w:tab/>
        <w:t>2.025e0</w:t>
      </w:r>
    </w:p>
    <w:p w14:paraId="3F9B0EEE" w14:textId="77777777" w:rsidR="006D4449" w:rsidRDefault="006D4449" w:rsidP="006D4449">
      <w:r>
        <w:t>426.7112</w:t>
      </w:r>
      <w:r>
        <w:tab/>
        <w:t>1.013e0</w:t>
      </w:r>
    </w:p>
    <w:p w14:paraId="3A9889D1" w14:textId="77777777" w:rsidR="006D4449" w:rsidRDefault="006D4449" w:rsidP="006D4449">
      <w:r>
        <w:t>426.7233</w:t>
      </w:r>
      <w:r>
        <w:tab/>
        <w:t>1.013e0</w:t>
      </w:r>
    </w:p>
    <w:p w14:paraId="08EBEA1A" w14:textId="77777777" w:rsidR="006D4449" w:rsidRDefault="006D4449" w:rsidP="006D4449">
      <w:r>
        <w:t>426.7682</w:t>
      </w:r>
      <w:r>
        <w:tab/>
        <w:t>3.038e0</w:t>
      </w:r>
    </w:p>
    <w:p w14:paraId="5D808C62" w14:textId="77777777" w:rsidR="006D4449" w:rsidRDefault="006D4449" w:rsidP="006D4449">
      <w:r>
        <w:t>426.7965</w:t>
      </w:r>
      <w:r>
        <w:tab/>
        <w:t>2.025e0</w:t>
      </w:r>
    </w:p>
    <w:p w14:paraId="27967A7F" w14:textId="77777777" w:rsidR="006D4449" w:rsidRDefault="006D4449" w:rsidP="006D4449">
      <w:r>
        <w:t>426.8111</w:t>
      </w:r>
      <w:r>
        <w:tab/>
        <w:t>1.013e0</w:t>
      </w:r>
    </w:p>
    <w:p w14:paraId="52E62D62" w14:textId="77777777" w:rsidR="006D4449" w:rsidRDefault="006D4449" w:rsidP="006D4449">
      <w:r>
        <w:t>426.8504</w:t>
      </w:r>
      <w:r>
        <w:tab/>
        <w:t>2.025e0</w:t>
      </w:r>
    </w:p>
    <w:p w14:paraId="6367DADF" w14:textId="77777777" w:rsidR="006D4449" w:rsidRDefault="006D4449" w:rsidP="006D4449">
      <w:r>
        <w:t>426.8562</w:t>
      </w:r>
      <w:r>
        <w:tab/>
        <w:t>4.051e0</w:t>
      </w:r>
    </w:p>
    <w:p w14:paraId="224487C9" w14:textId="77777777" w:rsidR="006D4449" w:rsidRDefault="006D4449" w:rsidP="006D4449">
      <w:r>
        <w:t>426.8634</w:t>
      </w:r>
      <w:r>
        <w:tab/>
        <w:t>3.038e0</w:t>
      </w:r>
    </w:p>
    <w:p w14:paraId="3A19FDA4" w14:textId="77777777" w:rsidR="006D4449" w:rsidRDefault="006D4449" w:rsidP="006D4449">
      <w:r>
        <w:t>426.9238</w:t>
      </w:r>
      <w:r>
        <w:tab/>
        <w:t>2.025e0</w:t>
      </w:r>
    </w:p>
    <w:p w14:paraId="12244B55" w14:textId="77777777" w:rsidR="006D4449" w:rsidRDefault="006D4449" w:rsidP="006D4449">
      <w:r>
        <w:t>426.9358</w:t>
      </w:r>
      <w:r>
        <w:tab/>
        <w:t>3.038e0</w:t>
      </w:r>
    </w:p>
    <w:p w14:paraId="156AABB0" w14:textId="77777777" w:rsidR="006D4449" w:rsidRDefault="006D4449" w:rsidP="006D4449">
      <w:r>
        <w:t>426.9634</w:t>
      </w:r>
      <w:r>
        <w:tab/>
        <w:t>1.013e0</w:t>
      </w:r>
    </w:p>
    <w:p w14:paraId="38492E11" w14:textId="77777777" w:rsidR="006D4449" w:rsidRDefault="006D4449" w:rsidP="006D4449">
      <w:r>
        <w:lastRenderedPageBreak/>
        <w:t>426.9755</w:t>
      </w:r>
      <w:r>
        <w:tab/>
        <w:t>1.013e0</w:t>
      </w:r>
    </w:p>
    <w:p w14:paraId="6A7925AE" w14:textId="77777777" w:rsidR="006D4449" w:rsidRDefault="006D4449" w:rsidP="006D4449">
      <w:r>
        <w:t>427.0009</w:t>
      </w:r>
      <w:r>
        <w:tab/>
        <w:t>1.013e0</w:t>
      </w:r>
    </w:p>
    <w:p w14:paraId="44A76671" w14:textId="77777777" w:rsidR="006D4449" w:rsidRDefault="006D4449" w:rsidP="006D4449">
      <w:r>
        <w:t>427.0234</w:t>
      </w:r>
      <w:r>
        <w:tab/>
        <w:t>1.013e0</w:t>
      </w:r>
    </w:p>
    <w:p w14:paraId="6511DBE8" w14:textId="77777777" w:rsidR="006D4449" w:rsidRDefault="006D4449" w:rsidP="006D4449">
      <w:r>
        <w:t>427.0309</w:t>
      </w:r>
      <w:r>
        <w:tab/>
        <w:t>1.013e0</w:t>
      </w:r>
    </w:p>
    <w:p w14:paraId="792E51D5" w14:textId="77777777" w:rsidR="006D4449" w:rsidRDefault="006D4449" w:rsidP="006D4449">
      <w:r>
        <w:t>427.0516</w:t>
      </w:r>
      <w:r>
        <w:tab/>
        <w:t>2.025e0</w:t>
      </w:r>
    </w:p>
    <w:p w14:paraId="01065091" w14:textId="77777777" w:rsidR="006D4449" w:rsidRDefault="006D4449" w:rsidP="006D4449">
      <w:r>
        <w:t>427.0758</w:t>
      </w:r>
      <w:r>
        <w:tab/>
        <w:t>1.013e0</w:t>
      </w:r>
    </w:p>
    <w:p w14:paraId="6A4D8BA3" w14:textId="77777777" w:rsidR="006D4449" w:rsidRDefault="006D4449" w:rsidP="006D4449">
      <w:r>
        <w:t>427.1011</w:t>
      </w:r>
      <w:r>
        <w:tab/>
        <w:t>3.038e0</w:t>
      </w:r>
    </w:p>
    <w:p w14:paraId="3BF2D890" w14:textId="77777777" w:rsidR="006D4449" w:rsidRDefault="006D4449" w:rsidP="006D4449">
      <w:r>
        <w:t>427.1033</w:t>
      </w:r>
      <w:r>
        <w:tab/>
        <w:t>4.051e0</w:t>
      </w:r>
    </w:p>
    <w:p w14:paraId="6E6AE447" w14:textId="77777777" w:rsidR="006D4449" w:rsidRDefault="006D4449" w:rsidP="006D4449">
      <w:r>
        <w:t>427.1135</w:t>
      </w:r>
      <w:r>
        <w:tab/>
        <w:t>2.025e0</w:t>
      </w:r>
    </w:p>
    <w:p w14:paraId="15C45B13" w14:textId="77777777" w:rsidR="006D4449" w:rsidRDefault="006D4449" w:rsidP="006D4449">
      <w:r>
        <w:t>427.1472</w:t>
      </w:r>
      <w:r>
        <w:tab/>
        <w:t>2.025e0</w:t>
      </w:r>
    </w:p>
    <w:p w14:paraId="28E6B54E" w14:textId="77777777" w:rsidR="006D4449" w:rsidRDefault="006D4449" w:rsidP="006D4449">
      <w:r>
        <w:t>427.1508</w:t>
      </w:r>
      <w:r>
        <w:tab/>
        <w:t>2.025e0</w:t>
      </w:r>
    </w:p>
    <w:p w14:paraId="35C63D2A" w14:textId="77777777" w:rsidR="006D4449" w:rsidRDefault="006D4449" w:rsidP="006D4449">
      <w:r>
        <w:t>427.1685</w:t>
      </w:r>
      <w:r>
        <w:tab/>
        <w:t>2.071e0</w:t>
      </w:r>
    </w:p>
    <w:p w14:paraId="11254735" w14:textId="77777777" w:rsidR="006D4449" w:rsidRDefault="006D4449" w:rsidP="006D4449">
      <w:r>
        <w:t>427.1939</w:t>
      </w:r>
      <w:r>
        <w:tab/>
        <w:t>2.025e0</w:t>
      </w:r>
    </w:p>
    <w:p w14:paraId="5E2972A6" w14:textId="77777777" w:rsidR="006D4449" w:rsidRDefault="006D4449" w:rsidP="006D4449">
      <w:r>
        <w:t>427.2068</w:t>
      </w:r>
      <w:r>
        <w:tab/>
        <w:t>1.295e0</w:t>
      </w:r>
    </w:p>
    <w:p w14:paraId="7720458F" w14:textId="77777777" w:rsidR="006D4449" w:rsidRDefault="006D4449" w:rsidP="006D4449">
      <w:r>
        <w:t>427.2186</w:t>
      </w:r>
      <w:r>
        <w:tab/>
        <w:t>1.585e0</w:t>
      </w:r>
    </w:p>
    <w:p w14:paraId="2C19776F" w14:textId="77777777" w:rsidR="006D4449" w:rsidRDefault="006D4449" w:rsidP="006D4449">
      <w:r>
        <w:t>427.2663</w:t>
      </w:r>
      <w:r>
        <w:tab/>
        <w:t>1.249e1</w:t>
      </w:r>
    </w:p>
    <w:p w14:paraId="6807BA29" w14:textId="77777777" w:rsidR="006D4449" w:rsidRDefault="006D4449" w:rsidP="006D4449">
      <w:r>
        <w:t>427.2700</w:t>
      </w:r>
      <w:r>
        <w:tab/>
        <w:t>2.304e1</w:t>
      </w:r>
    </w:p>
    <w:p w14:paraId="0B7D92C3" w14:textId="77777777" w:rsidR="006D4449" w:rsidRDefault="006D4449" w:rsidP="006D4449">
      <w:r>
        <w:t>427.2761</w:t>
      </w:r>
      <w:r>
        <w:tab/>
        <w:t>1.061e1</w:t>
      </w:r>
    </w:p>
    <w:p w14:paraId="6B73EA79" w14:textId="77777777" w:rsidR="006D4449" w:rsidRDefault="006D4449" w:rsidP="006D4449">
      <w:r>
        <w:t>427.2823</w:t>
      </w:r>
      <w:r>
        <w:tab/>
        <w:t>6.663e0</w:t>
      </w:r>
    </w:p>
    <w:p w14:paraId="58F72788" w14:textId="77777777" w:rsidR="006D4449" w:rsidRDefault="006D4449" w:rsidP="006D4449">
      <w:r>
        <w:lastRenderedPageBreak/>
        <w:t>427.3748</w:t>
      </w:r>
      <w:r>
        <w:tab/>
        <w:t>1.073e1</w:t>
      </w:r>
    </w:p>
    <w:p w14:paraId="1CB464C0" w14:textId="77777777" w:rsidR="006D4449" w:rsidRDefault="006D4449" w:rsidP="006D4449">
      <w:r>
        <w:t>427.3770</w:t>
      </w:r>
      <w:r>
        <w:tab/>
        <w:t>3.188e1</w:t>
      </w:r>
    </w:p>
    <w:p w14:paraId="4F89D325" w14:textId="77777777" w:rsidR="006D4449" w:rsidRDefault="006D4449" w:rsidP="006D4449">
      <w:r>
        <w:t>427.3804</w:t>
      </w:r>
      <w:r>
        <w:tab/>
        <w:t>3.588e1</w:t>
      </w:r>
    </w:p>
    <w:p w14:paraId="75761186" w14:textId="77777777" w:rsidR="006D4449" w:rsidRDefault="006D4449" w:rsidP="006D4449">
      <w:r>
        <w:t>427.4671</w:t>
      </w:r>
      <w:r>
        <w:tab/>
        <w:t>1.013e0</w:t>
      </w:r>
    </w:p>
    <w:p w14:paraId="4D8B2EC6" w14:textId="77777777" w:rsidR="006D4449" w:rsidRDefault="006D4449" w:rsidP="006D4449">
      <w:r>
        <w:t>427.4815</w:t>
      </w:r>
      <w:r>
        <w:tab/>
        <w:t>1.013e0</w:t>
      </w:r>
    </w:p>
    <w:p w14:paraId="6F8E4DC0" w14:textId="77777777" w:rsidR="006D4449" w:rsidRDefault="006D4449" w:rsidP="006D4449">
      <w:r>
        <w:t>427.4947</w:t>
      </w:r>
      <w:r>
        <w:tab/>
        <w:t>1.013e0</w:t>
      </w:r>
    </w:p>
    <w:p w14:paraId="4149A733" w14:textId="77777777" w:rsidR="006D4449" w:rsidRDefault="006D4449" w:rsidP="006D4449">
      <w:r>
        <w:t>427.5116</w:t>
      </w:r>
      <w:r>
        <w:tab/>
        <w:t>1.013e0</w:t>
      </w:r>
    </w:p>
    <w:p w14:paraId="41A03175" w14:textId="77777777" w:rsidR="006D4449" w:rsidRDefault="006D4449" w:rsidP="006D4449">
      <w:r>
        <w:t>427.5322</w:t>
      </w:r>
      <w:r>
        <w:tab/>
        <w:t>1.013e0</w:t>
      </w:r>
    </w:p>
    <w:p w14:paraId="39963EDB" w14:textId="77777777" w:rsidR="006D4449" w:rsidRDefault="006D4449" w:rsidP="006D4449">
      <w:r>
        <w:t>427.5475</w:t>
      </w:r>
      <w:r>
        <w:tab/>
        <w:t>1.013e0</w:t>
      </w:r>
    </w:p>
    <w:p w14:paraId="53F619DF" w14:textId="77777777" w:rsidR="006D4449" w:rsidRDefault="006D4449" w:rsidP="006D4449">
      <w:r>
        <w:t>427.5493</w:t>
      </w:r>
      <w:r>
        <w:tab/>
        <w:t>2.025e0</w:t>
      </w:r>
    </w:p>
    <w:p w14:paraId="234B5056" w14:textId="77777777" w:rsidR="006D4449" w:rsidRDefault="006D4449" w:rsidP="006D4449">
      <w:r>
        <w:t>427.5512</w:t>
      </w:r>
      <w:r>
        <w:tab/>
        <w:t>1.013e0</w:t>
      </w:r>
    </w:p>
    <w:p w14:paraId="1B55C24B" w14:textId="77777777" w:rsidR="006D4449" w:rsidRDefault="006D4449" w:rsidP="006D4449">
      <w:r>
        <w:t>427.5791</w:t>
      </w:r>
      <w:r>
        <w:tab/>
        <w:t>1.013e0</w:t>
      </w:r>
    </w:p>
    <w:p w14:paraId="440B82EC" w14:textId="77777777" w:rsidR="006D4449" w:rsidRDefault="006D4449" w:rsidP="006D4449">
      <w:r>
        <w:t>427.5904</w:t>
      </w:r>
      <w:r>
        <w:tab/>
        <w:t>1.013e0</w:t>
      </w:r>
    </w:p>
    <w:p w14:paraId="08AA831C" w14:textId="77777777" w:rsidR="006D4449" w:rsidRDefault="006D4449" w:rsidP="006D4449">
      <w:r>
        <w:t>427.6450</w:t>
      </w:r>
      <w:r>
        <w:tab/>
        <w:t>1.013e0</w:t>
      </w:r>
    </w:p>
    <w:p w14:paraId="107487D1" w14:textId="77777777" w:rsidR="006D4449" w:rsidRDefault="006D4449" w:rsidP="006D4449">
      <w:r>
        <w:t>427.6468</w:t>
      </w:r>
      <w:r>
        <w:tab/>
        <w:t>1.013e0</w:t>
      </w:r>
    </w:p>
    <w:p w14:paraId="618B0AB5" w14:textId="77777777" w:rsidR="006D4449" w:rsidRDefault="006D4449" w:rsidP="006D4449">
      <w:r>
        <w:t>427.6692</w:t>
      </w:r>
      <w:r>
        <w:tab/>
        <w:t>1.013e0</w:t>
      </w:r>
    </w:p>
    <w:p w14:paraId="2E269AEC" w14:textId="77777777" w:rsidR="006D4449" w:rsidRDefault="006D4449" w:rsidP="006D4449">
      <w:r>
        <w:t>427.6759</w:t>
      </w:r>
      <w:r>
        <w:tab/>
        <w:t>2.025e0</w:t>
      </w:r>
    </w:p>
    <w:p w14:paraId="1A12090F" w14:textId="77777777" w:rsidR="006D4449" w:rsidRDefault="006D4449" w:rsidP="006D4449">
      <w:r>
        <w:t>427.7087</w:t>
      </w:r>
      <w:r>
        <w:tab/>
        <w:t>2.025e0</w:t>
      </w:r>
    </w:p>
    <w:p w14:paraId="40F23634" w14:textId="77777777" w:rsidR="006D4449" w:rsidRDefault="006D4449" w:rsidP="006D4449">
      <w:r>
        <w:t>427.7219</w:t>
      </w:r>
      <w:r>
        <w:tab/>
        <w:t>1.013e0</w:t>
      </w:r>
    </w:p>
    <w:p w14:paraId="271633BF" w14:textId="77777777" w:rsidR="006D4449" w:rsidRDefault="006D4449" w:rsidP="006D4449">
      <w:r>
        <w:lastRenderedPageBreak/>
        <w:t>427.7351</w:t>
      </w:r>
      <w:r>
        <w:tab/>
        <w:t>1.013e0</w:t>
      </w:r>
    </w:p>
    <w:p w14:paraId="19CBEB79" w14:textId="77777777" w:rsidR="006D4449" w:rsidRDefault="006D4449" w:rsidP="006D4449">
      <w:r>
        <w:t>427.7370</w:t>
      </w:r>
      <w:r>
        <w:tab/>
        <w:t>1.013e0</w:t>
      </w:r>
    </w:p>
    <w:p w14:paraId="3F154691" w14:textId="77777777" w:rsidR="006D4449" w:rsidRDefault="006D4449" w:rsidP="006D4449">
      <w:r>
        <w:t>427.7941</w:t>
      </w:r>
      <w:r>
        <w:tab/>
        <w:t>1.013e0</w:t>
      </w:r>
    </w:p>
    <w:p w14:paraId="2E40F8B3" w14:textId="77777777" w:rsidR="006D4449" w:rsidRDefault="006D4449" w:rsidP="006D4449">
      <w:r>
        <w:t>427.8121</w:t>
      </w:r>
      <w:r>
        <w:tab/>
        <w:t>1.013e0</w:t>
      </w:r>
    </w:p>
    <w:p w14:paraId="0D91C492" w14:textId="77777777" w:rsidR="006D4449" w:rsidRDefault="006D4449" w:rsidP="006D4449">
      <w:r>
        <w:t>427.8404</w:t>
      </w:r>
      <w:r>
        <w:tab/>
        <w:t>1.013e0</w:t>
      </w:r>
    </w:p>
    <w:p w14:paraId="2C2ECAD7" w14:textId="77777777" w:rsidR="006D4449" w:rsidRDefault="006D4449" w:rsidP="006D4449">
      <w:r>
        <w:t>427.8961</w:t>
      </w:r>
      <w:r>
        <w:tab/>
        <w:t>1.013e0</w:t>
      </w:r>
    </w:p>
    <w:p w14:paraId="1A285D9E" w14:textId="77777777" w:rsidR="006D4449" w:rsidRDefault="006D4449" w:rsidP="006D4449">
      <w:r>
        <w:t>427.9194</w:t>
      </w:r>
      <w:r>
        <w:tab/>
        <w:t>2.025e0</w:t>
      </w:r>
    </w:p>
    <w:p w14:paraId="199C4321" w14:textId="77777777" w:rsidR="006D4449" w:rsidRDefault="006D4449" w:rsidP="006D4449">
      <w:r>
        <w:t>427.9282</w:t>
      </w:r>
      <w:r>
        <w:tab/>
        <w:t>2.025e0</w:t>
      </w:r>
    </w:p>
    <w:p w14:paraId="1AC7FC77" w14:textId="77777777" w:rsidR="006D4449" w:rsidRDefault="006D4449" w:rsidP="006D4449">
      <w:r>
        <w:t>427.9586</w:t>
      </w:r>
      <w:r>
        <w:tab/>
        <w:t>1.013e0</w:t>
      </w:r>
    </w:p>
    <w:p w14:paraId="052D32E8" w14:textId="77777777" w:rsidR="006D4449" w:rsidRDefault="006D4449" w:rsidP="006D4449">
      <w:r>
        <w:t>427.9890</w:t>
      </w:r>
      <w:r>
        <w:tab/>
        <w:t>2.025e0</w:t>
      </w:r>
    </w:p>
    <w:p w14:paraId="3206A14F" w14:textId="77777777" w:rsidR="006D4449" w:rsidRDefault="006D4449" w:rsidP="006D4449">
      <w:r>
        <w:t>428.0273</w:t>
      </w:r>
      <w:r>
        <w:tab/>
        <w:t>2.025e0</w:t>
      </w:r>
    </w:p>
    <w:p w14:paraId="436721ED" w14:textId="77777777" w:rsidR="006D4449" w:rsidRDefault="006D4449" w:rsidP="006D4449">
      <w:r>
        <w:t>428.0283</w:t>
      </w:r>
      <w:r>
        <w:tab/>
        <w:t>2.025e0</w:t>
      </w:r>
    </w:p>
    <w:p w14:paraId="668D4CD9" w14:textId="77777777" w:rsidR="006D4449" w:rsidRDefault="006D4449" w:rsidP="006D4449">
      <w:r>
        <w:t>428.0391</w:t>
      </w:r>
      <w:r>
        <w:tab/>
        <w:t>1.013e0</w:t>
      </w:r>
    </w:p>
    <w:p w14:paraId="55CA132C" w14:textId="77777777" w:rsidR="006D4449" w:rsidRDefault="006D4449" w:rsidP="006D4449">
      <w:r>
        <w:t>428.0463</w:t>
      </w:r>
      <w:r>
        <w:tab/>
        <w:t>2.025e0</w:t>
      </w:r>
    </w:p>
    <w:p w14:paraId="444E5FDE" w14:textId="77777777" w:rsidR="006D4449" w:rsidRDefault="006D4449" w:rsidP="006D4449">
      <w:r>
        <w:t>428.0996</w:t>
      </w:r>
      <w:r>
        <w:tab/>
        <w:t>4.051e0</w:t>
      </w:r>
    </w:p>
    <w:p w14:paraId="0DC09C2C" w14:textId="77777777" w:rsidR="006D4449" w:rsidRDefault="006D4449" w:rsidP="006D4449">
      <w:r>
        <w:t>428.1121</w:t>
      </w:r>
      <w:r>
        <w:tab/>
        <w:t>2.025e0</w:t>
      </w:r>
    </w:p>
    <w:p w14:paraId="3133F344" w14:textId="77777777" w:rsidR="006D4449" w:rsidRDefault="006D4449" w:rsidP="006D4449">
      <w:r>
        <w:t>428.1289</w:t>
      </w:r>
      <w:r>
        <w:tab/>
        <w:t>2.025e0</w:t>
      </w:r>
    </w:p>
    <w:p w14:paraId="310842C8" w14:textId="77777777" w:rsidR="006D4449" w:rsidRDefault="006D4449" w:rsidP="006D4449">
      <w:r>
        <w:t>428.1388</w:t>
      </w:r>
      <w:r>
        <w:tab/>
        <w:t>3.038e0</w:t>
      </w:r>
    </w:p>
    <w:p w14:paraId="24F6CCA6" w14:textId="77777777" w:rsidR="006D4449" w:rsidRDefault="006D4449" w:rsidP="006D4449">
      <w:r>
        <w:t>428.1777</w:t>
      </w:r>
      <w:r>
        <w:tab/>
        <w:t>2.025e0</w:t>
      </w:r>
    </w:p>
    <w:p w14:paraId="2B15B58D" w14:textId="77777777" w:rsidR="006D4449" w:rsidRDefault="006D4449" w:rsidP="006D4449">
      <w:r>
        <w:lastRenderedPageBreak/>
        <w:t>428.2474</w:t>
      </w:r>
      <w:r>
        <w:tab/>
        <w:t>1.485e1</w:t>
      </w:r>
    </w:p>
    <w:p w14:paraId="7AE2B35E" w14:textId="77777777" w:rsidR="006D4449" w:rsidRDefault="006D4449" w:rsidP="006D4449">
      <w:r>
        <w:t>428.2499</w:t>
      </w:r>
      <w:r>
        <w:tab/>
        <w:t>2.981e1</w:t>
      </w:r>
    </w:p>
    <w:p w14:paraId="6608127C" w14:textId="77777777" w:rsidR="006D4449" w:rsidRDefault="006D4449" w:rsidP="006D4449">
      <w:r>
        <w:t>428.2562</w:t>
      </w:r>
      <w:r>
        <w:tab/>
        <w:t>1.187e1</w:t>
      </w:r>
    </w:p>
    <w:p w14:paraId="5EBA0A45" w14:textId="77777777" w:rsidR="006D4449" w:rsidRDefault="006D4449" w:rsidP="006D4449">
      <w:r>
        <w:t>428.2607</w:t>
      </w:r>
      <w:r>
        <w:tab/>
        <w:t>2.853e1</w:t>
      </w:r>
    </w:p>
    <w:p w14:paraId="2228D023" w14:textId="77777777" w:rsidR="006D4449" w:rsidRDefault="006D4449" w:rsidP="006D4449">
      <w:r>
        <w:t>428.3232</w:t>
      </w:r>
      <w:r>
        <w:tab/>
        <w:t>2.025e0</w:t>
      </w:r>
    </w:p>
    <w:p w14:paraId="12C584BE" w14:textId="77777777" w:rsidR="006D4449" w:rsidRDefault="006D4449" w:rsidP="006D4449">
      <w:r>
        <w:t>428.3290</w:t>
      </w:r>
      <w:r>
        <w:tab/>
        <w:t>2.952e0</w:t>
      </w:r>
    </w:p>
    <w:p w14:paraId="3E821F13" w14:textId="77777777" w:rsidR="006D4449" w:rsidRDefault="006D4449" w:rsidP="006D4449">
      <w:r>
        <w:t>428.3686</w:t>
      </w:r>
      <w:r>
        <w:tab/>
        <w:t>7.812e0</w:t>
      </w:r>
    </w:p>
    <w:p w14:paraId="20EF02A2" w14:textId="77777777" w:rsidR="006D4449" w:rsidRDefault="006D4449" w:rsidP="006D4449">
      <w:r>
        <w:t>428.3860</w:t>
      </w:r>
      <w:r>
        <w:tab/>
        <w:t>2.643e0</w:t>
      </w:r>
    </w:p>
    <w:p w14:paraId="0C44B574" w14:textId="77777777" w:rsidR="006D4449" w:rsidRDefault="006D4449" w:rsidP="006D4449">
      <w:r>
        <w:t>428.3871</w:t>
      </w:r>
      <w:r>
        <w:tab/>
        <w:t>2.460e0</w:t>
      </w:r>
    </w:p>
    <w:p w14:paraId="42F1EA3F" w14:textId="77777777" w:rsidR="006D4449" w:rsidRDefault="006D4449" w:rsidP="006D4449">
      <w:r>
        <w:t>428.3897</w:t>
      </w:r>
      <w:r>
        <w:tab/>
        <w:t>7.089e0</w:t>
      </w:r>
    </w:p>
    <w:p w14:paraId="55B45B30" w14:textId="77777777" w:rsidR="006D4449" w:rsidRDefault="006D4449" w:rsidP="006D4449">
      <w:r>
        <w:t>428.4089</w:t>
      </w:r>
      <w:r>
        <w:tab/>
        <w:t>7.089e0</w:t>
      </w:r>
    </w:p>
    <w:p w14:paraId="031B1449" w14:textId="77777777" w:rsidR="006D4449" w:rsidRDefault="006D4449" w:rsidP="006D4449">
      <w:r>
        <w:t>428.4417</w:t>
      </w:r>
      <w:r>
        <w:tab/>
        <w:t>2.025e0</w:t>
      </w:r>
    </w:p>
    <w:p w14:paraId="40E5F1D0" w14:textId="77777777" w:rsidR="006D4449" w:rsidRDefault="006D4449" w:rsidP="006D4449">
      <w:r>
        <w:t>428.4466</w:t>
      </w:r>
      <w:r>
        <w:tab/>
        <w:t>1.013e0</w:t>
      </w:r>
    </w:p>
    <w:p w14:paraId="507A825E" w14:textId="77777777" w:rsidR="006D4449" w:rsidRDefault="006D4449" w:rsidP="006D4449">
      <w:r>
        <w:t>428.4724</w:t>
      </w:r>
      <w:r>
        <w:tab/>
        <w:t>1.013e0</w:t>
      </w:r>
    </w:p>
    <w:p w14:paraId="06E83DC6" w14:textId="77777777" w:rsidR="006D4449" w:rsidRDefault="006D4449" w:rsidP="006D4449">
      <w:r>
        <w:t>428.4855</w:t>
      </w:r>
      <w:r>
        <w:tab/>
        <w:t>2.856e0</w:t>
      </w:r>
    </w:p>
    <w:p w14:paraId="16967E71" w14:textId="77777777" w:rsidR="006D4449" w:rsidRDefault="006D4449" w:rsidP="006D4449">
      <w:r>
        <w:t>428.4915</w:t>
      </w:r>
      <w:r>
        <w:tab/>
        <w:t>1.013e0</w:t>
      </w:r>
    </w:p>
    <w:p w14:paraId="267D80A8" w14:textId="77777777" w:rsidR="006D4449" w:rsidRDefault="006D4449" w:rsidP="006D4449">
      <w:r>
        <w:t>428.5043</w:t>
      </w:r>
      <w:r>
        <w:tab/>
        <w:t>1.013e0</w:t>
      </w:r>
    </w:p>
    <w:p w14:paraId="37BD6B13" w14:textId="77777777" w:rsidR="006D4449" w:rsidRDefault="006D4449" w:rsidP="006D4449">
      <w:r>
        <w:t>428.5344</w:t>
      </w:r>
      <w:r>
        <w:tab/>
        <w:t>1.013e0</w:t>
      </w:r>
    </w:p>
    <w:p w14:paraId="78C17AA9" w14:textId="77777777" w:rsidR="006D4449" w:rsidRDefault="006D4449" w:rsidP="006D4449">
      <w:r>
        <w:t>428.5853</w:t>
      </w:r>
      <w:r>
        <w:tab/>
        <w:t>1.013e0</w:t>
      </w:r>
    </w:p>
    <w:p w14:paraId="318B9F87" w14:textId="77777777" w:rsidR="006D4449" w:rsidRDefault="006D4449" w:rsidP="006D4449">
      <w:r>
        <w:lastRenderedPageBreak/>
        <w:t>428.6022</w:t>
      </w:r>
      <w:r>
        <w:tab/>
        <w:t>1.013e0</w:t>
      </w:r>
    </w:p>
    <w:p w14:paraId="5473DAE1" w14:textId="77777777" w:rsidR="006D4449" w:rsidRDefault="006D4449" w:rsidP="006D4449">
      <w:r>
        <w:t>428.6068</w:t>
      </w:r>
      <w:r>
        <w:tab/>
        <w:t>2.025e0</w:t>
      </w:r>
    </w:p>
    <w:p w14:paraId="7BA0C599" w14:textId="77777777" w:rsidR="006D4449" w:rsidRDefault="006D4449" w:rsidP="006D4449">
      <w:r>
        <w:t>428.7058</w:t>
      </w:r>
      <w:r>
        <w:tab/>
        <w:t>2.025e0</w:t>
      </w:r>
    </w:p>
    <w:p w14:paraId="61C972F2" w14:textId="77777777" w:rsidR="006D4449" w:rsidRDefault="006D4449" w:rsidP="006D4449">
      <w:r>
        <w:t>428.7076</w:t>
      </w:r>
      <w:r>
        <w:tab/>
        <w:t>1.013e0</w:t>
      </w:r>
    </w:p>
    <w:p w14:paraId="084B8B34" w14:textId="77777777" w:rsidR="006D4449" w:rsidRDefault="006D4449" w:rsidP="006D4449">
      <w:r>
        <w:t>428.7275</w:t>
      </w:r>
      <w:r>
        <w:tab/>
        <w:t>2.025e0</w:t>
      </w:r>
    </w:p>
    <w:p w14:paraId="552802D6" w14:textId="77777777" w:rsidR="006D4449" w:rsidRDefault="006D4449" w:rsidP="006D4449">
      <w:r>
        <w:t>428.7302</w:t>
      </w:r>
      <w:r>
        <w:tab/>
        <w:t>1.013e0</w:t>
      </w:r>
    </w:p>
    <w:p w14:paraId="7B01A760" w14:textId="77777777" w:rsidR="006D4449" w:rsidRDefault="006D4449" w:rsidP="006D4449">
      <w:r>
        <w:t>428.7560</w:t>
      </w:r>
      <w:r>
        <w:tab/>
        <w:t>1.013e0</w:t>
      </w:r>
    </w:p>
    <w:p w14:paraId="097F13B3" w14:textId="77777777" w:rsidR="006D4449" w:rsidRDefault="006D4449" w:rsidP="006D4449">
      <w:r>
        <w:t>428.7604</w:t>
      </w:r>
      <w:r>
        <w:tab/>
        <w:t>1.013e0</w:t>
      </w:r>
    </w:p>
    <w:p w14:paraId="6B237D63" w14:textId="77777777" w:rsidR="006D4449" w:rsidRDefault="006D4449" w:rsidP="006D4449">
      <w:r>
        <w:t>428.7679</w:t>
      </w:r>
      <w:r>
        <w:tab/>
        <w:t>1.013e0</w:t>
      </w:r>
    </w:p>
    <w:p w14:paraId="4B8E241E" w14:textId="77777777" w:rsidR="006D4449" w:rsidRDefault="006D4449" w:rsidP="006D4449">
      <w:r>
        <w:t>428.7905</w:t>
      </w:r>
      <w:r>
        <w:tab/>
        <w:t>1.013e0</w:t>
      </w:r>
    </w:p>
    <w:p w14:paraId="270C7522" w14:textId="77777777" w:rsidR="006D4449" w:rsidRDefault="006D4449" w:rsidP="006D4449">
      <w:r>
        <w:t>428.8347</w:t>
      </w:r>
      <w:r>
        <w:tab/>
        <w:t>1.013e0</w:t>
      </w:r>
    </w:p>
    <w:p w14:paraId="23F651D9" w14:textId="77777777" w:rsidR="006D4449" w:rsidRDefault="006D4449" w:rsidP="006D4449">
      <w:r>
        <w:t>428.8554</w:t>
      </w:r>
      <w:r>
        <w:tab/>
        <w:t>3.038e0</w:t>
      </w:r>
    </w:p>
    <w:p w14:paraId="3BAECA06" w14:textId="77777777" w:rsidR="006D4449" w:rsidRDefault="006D4449" w:rsidP="006D4449">
      <w:r>
        <w:t>428.8575</w:t>
      </w:r>
      <w:r>
        <w:tab/>
        <w:t>2.025e0</w:t>
      </w:r>
    </w:p>
    <w:p w14:paraId="3B891A01" w14:textId="77777777" w:rsidR="006D4449" w:rsidRDefault="006D4449" w:rsidP="006D4449">
      <w:r>
        <w:t>428.8838</w:t>
      </w:r>
      <w:r>
        <w:tab/>
        <w:t>2.025e0</w:t>
      </w:r>
    </w:p>
    <w:p w14:paraId="15B75954" w14:textId="77777777" w:rsidR="006D4449" w:rsidRDefault="006D4449" w:rsidP="006D4449">
      <w:r>
        <w:t>428.8870</w:t>
      </w:r>
      <w:r>
        <w:tab/>
        <w:t>3.038e0</w:t>
      </w:r>
    </w:p>
    <w:p w14:paraId="35EAB180" w14:textId="77777777" w:rsidR="006D4449" w:rsidRDefault="006D4449" w:rsidP="006D4449">
      <w:r>
        <w:t>428.9327</w:t>
      </w:r>
      <w:r>
        <w:tab/>
        <w:t>2.025e0</w:t>
      </w:r>
    </w:p>
    <w:p w14:paraId="07A84801" w14:textId="77777777" w:rsidR="006D4449" w:rsidRDefault="006D4449" w:rsidP="006D4449">
      <w:r>
        <w:t>428.9442</w:t>
      </w:r>
      <w:r>
        <w:tab/>
        <w:t>4.051e0</w:t>
      </w:r>
    </w:p>
    <w:p w14:paraId="5DDF134C" w14:textId="77777777" w:rsidR="006D4449" w:rsidRDefault="006D4449" w:rsidP="006D4449">
      <w:r>
        <w:t>428.9934</w:t>
      </w:r>
      <w:r>
        <w:tab/>
        <w:t>3.038e0</w:t>
      </w:r>
    </w:p>
    <w:p w14:paraId="51F428A5" w14:textId="77777777" w:rsidR="006D4449" w:rsidRDefault="006D4449" w:rsidP="006D4449">
      <w:r>
        <w:t>428.9986</w:t>
      </w:r>
      <w:r>
        <w:tab/>
        <w:t>2.025e0</w:t>
      </w:r>
    </w:p>
    <w:p w14:paraId="1EC81A36" w14:textId="77777777" w:rsidR="006D4449" w:rsidRDefault="006D4449" w:rsidP="006D4449">
      <w:r>
        <w:lastRenderedPageBreak/>
        <w:t>429.0241</w:t>
      </w:r>
      <w:r>
        <w:tab/>
        <w:t>1.013e0</w:t>
      </w:r>
    </w:p>
    <w:p w14:paraId="7DA23C0A" w14:textId="77777777" w:rsidR="006D4449" w:rsidRDefault="006D4449" w:rsidP="006D4449">
      <w:r>
        <w:t>429.0510</w:t>
      </w:r>
      <w:r>
        <w:tab/>
        <w:t>2.025e0</w:t>
      </w:r>
    </w:p>
    <w:p w14:paraId="53E65533" w14:textId="77777777" w:rsidR="006D4449" w:rsidRDefault="006D4449" w:rsidP="006D4449">
      <w:r>
        <w:t>429.0666</w:t>
      </w:r>
      <w:r>
        <w:tab/>
        <w:t>3.038e0</w:t>
      </w:r>
    </w:p>
    <w:p w14:paraId="465F7240" w14:textId="77777777" w:rsidR="006D4449" w:rsidRDefault="006D4449" w:rsidP="006D4449">
      <w:r>
        <w:t>429.0769</w:t>
      </w:r>
      <w:r>
        <w:tab/>
        <w:t>1.013e0</w:t>
      </w:r>
    </w:p>
    <w:p w14:paraId="56AECA3B" w14:textId="77777777" w:rsidR="006D4449" w:rsidRDefault="006D4449" w:rsidP="006D4449">
      <w:r>
        <w:t>429.0901</w:t>
      </w:r>
      <w:r>
        <w:tab/>
        <w:t>1.013e0</w:t>
      </w:r>
    </w:p>
    <w:p w14:paraId="0A911021" w14:textId="77777777" w:rsidR="006D4449" w:rsidRDefault="006D4449" w:rsidP="006D4449">
      <w:r>
        <w:t>429.1244</w:t>
      </w:r>
      <w:r>
        <w:tab/>
        <w:t>4.051e0</w:t>
      </w:r>
    </w:p>
    <w:p w14:paraId="7A247B88" w14:textId="77777777" w:rsidR="006D4449" w:rsidRDefault="006D4449" w:rsidP="006D4449">
      <w:r>
        <w:t>429.1277</w:t>
      </w:r>
      <w:r>
        <w:tab/>
        <w:t>2.025e0</w:t>
      </w:r>
    </w:p>
    <w:p w14:paraId="64A3FD6D" w14:textId="77777777" w:rsidR="006D4449" w:rsidRDefault="006D4449" w:rsidP="006D4449">
      <w:r>
        <w:t>429.1689</w:t>
      </w:r>
      <w:r>
        <w:tab/>
        <w:t>3.038e0</w:t>
      </w:r>
    </w:p>
    <w:p w14:paraId="023E2388" w14:textId="77777777" w:rsidR="006D4449" w:rsidRDefault="006D4449" w:rsidP="006D4449">
      <w:r>
        <w:t>429.1889</w:t>
      </w:r>
      <w:r>
        <w:tab/>
        <w:t>2.663e0</w:t>
      </w:r>
    </w:p>
    <w:p w14:paraId="24E5BF39" w14:textId="77777777" w:rsidR="006D4449" w:rsidRDefault="006D4449" w:rsidP="006D4449">
      <w:r>
        <w:t>429.2419</w:t>
      </w:r>
      <w:r>
        <w:tab/>
        <w:t>1.116e1</w:t>
      </w:r>
    </w:p>
    <w:p w14:paraId="1CE5A4A2" w14:textId="77777777" w:rsidR="006D4449" w:rsidRDefault="006D4449" w:rsidP="006D4449">
      <w:r>
        <w:t>429.2499</w:t>
      </w:r>
      <w:r>
        <w:tab/>
        <w:t>1.554e1</w:t>
      </w:r>
    </w:p>
    <w:p w14:paraId="30E9AACD" w14:textId="77777777" w:rsidR="006D4449" w:rsidRDefault="006D4449" w:rsidP="006D4449">
      <w:r>
        <w:t>429.2533</w:t>
      </w:r>
      <w:r>
        <w:tab/>
        <w:t>2.609e1</w:t>
      </w:r>
    </w:p>
    <w:p w14:paraId="0F4A4D0C" w14:textId="77777777" w:rsidR="006D4449" w:rsidRDefault="006D4449" w:rsidP="006D4449">
      <w:r>
        <w:t>429.2567</w:t>
      </w:r>
      <w:r>
        <w:tab/>
        <w:t>2.415e1</w:t>
      </w:r>
    </w:p>
    <w:p w14:paraId="307A7F48" w14:textId="77777777" w:rsidR="006D4449" w:rsidRDefault="006D4449" w:rsidP="006D4449">
      <w:r>
        <w:t>429.3100</w:t>
      </w:r>
      <w:r>
        <w:tab/>
        <w:t>1.706e1</w:t>
      </w:r>
    </w:p>
    <w:p w14:paraId="6671B04A" w14:textId="77777777" w:rsidR="006D4449" w:rsidRDefault="006D4449" w:rsidP="006D4449">
      <w:r>
        <w:t>429.3131</w:t>
      </w:r>
      <w:r>
        <w:tab/>
        <w:t>2.353e1</w:t>
      </w:r>
    </w:p>
    <w:p w14:paraId="3284FD7F" w14:textId="77777777" w:rsidR="006D4449" w:rsidRDefault="006D4449" w:rsidP="006D4449">
      <w:r>
        <w:t>429.3148</w:t>
      </w:r>
      <w:r>
        <w:tab/>
        <w:t>7.880e0</w:t>
      </w:r>
    </w:p>
    <w:p w14:paraId="32FDB938" w14:textId="77777777" w:rsidR="006D4449" w:rsidRDefault="006D4449" w:rsidP="006D4449">
      <w:r>
        <w:t>429.3201</w:t>
      </w:r>
      <w:r>
        <w:tab/>
        <w:t>1.491e1</w:t>
      </w:r>
    </w:p>
    <w:p w14:paraId="4AB76924" w14:textId="77777777" w:rsidR="006D4449" w:rsidRDefault="006D4449" w:rsidP="006D4449">
      <w:r>
        <w:t>429.3508</w:t>
      </w:r>
      <w:r>
        <w:tab/>
        <w:t>5.063e0</w:t>
      </w:r>
    </w:p>
    <w:p w14:paraId="79497513" w14:textId="77777777" w:rsidR="006D4449" w:rsidRDefault="006D4449" w:rsidP="006D4449">
      <w:r>
        <w:t>429.3943</w:t>
      </w:r>
      <w:r>
        <w:tab/>
        <w:t>4.051e0</w:t>
      </w:r>
    </w:p>
    <w:p w14:paraId="121D426E" w14:textId="77777777" w:rsidR="006D4449" w:rsidRDefault="006D4449" w:rsidP="006D4449">
      <w:r>
        <w:lastRenderedPageBreak/>
        <w:t>429.4010</w:t>
      </w:r>
      <w:r>
        <w:tab/>
        <w:t>5.063e0</w:t>
      </w:r>
    </w:p>
    <w:p w14:paraId="078A386D" w14:textId="77777777" w:rsidR="006D4449" w:rsidRDefault="006D4449" w:rsidP="006D4449">
      <w:r>
        <w:t>429.4105</w:t>
      </w:r>
      <w:r>
        <w:tab/>
        <w:t>1.013e0</w:t>
      </w:r>
    </w:p>
    <w:p w14:paraId="5CA3657E" w14:textId="77777777" w:rsidR="006D4449" w:rsidRDefault="006D4449" w:rsidP="006D4449">
      <w:r>
        <w:t>429.4178</w:t>
      </w:r>
      <w:r>
        <w:tab/>
        <w:t>3.038e0</w:t>
      </w:r>
    </w:p>
    <w:p w14:paraId="03797FF3" w14:textId="77777777" w:rsidR="006D4449" w:rsidRDefault="006D4449" w:rsidP="006D4449">
      <w:r>
        <w:t>429.4539</w:t>
      </w:r>
      <w:r>
        <w:tab/>
        <w:t>1.013e0</w:t>
      </w:r>
    </w:p>
    <w:p w14:paraId="672E3357" w14:textId="77777777" w:rsidR="006D4449" w:rsidRDefault="006D4449" w:rsidP="006D4449">
      <w:r>
        <w:t>429.4871</w:t>
      </w:r>
      <w:r>
        <w:tab/>
        <w:t>2.025e0</w:t>
      </w:r>
    </w:p>
    <w:p w14:paraId="727474EF" w14:textId="77777777" w:rsidR="006D4449" w:rsidRDefault="006D4449" w:rsidP="006D4449">
      <w:r>
        <w:t>429.5200</w:t>
      </w:r>
      <w:r>
        <w:tab/>
        <w:t>1.013e0</w:t>
      </w:r>
    </w:p>
    <w:p w14:paraId="78B6D6FA" w14:textId="77777777" w:rsidR="006D4449" w:rsidRDefault="006D4449" w:rsidP="006D4449">
      <w:r>
        <w:t>429.5671</w:t>
      </w:r>
      <w:r>
        <w:tab/>
        <w:t>1.013e0</w:t>
      </w:r>
    </w:p>
    <w:p w14:paraId="1962333A" w14:textId="77777777" w:rsidR="006D4449" w:rsidRDefault="006D4449" w:rsidP="006D4449">
      <w:r>
        <w:t>429.5955</w:t>
      </w:r>
      <w:r>
        <w:tab/>
        <w:t>1.013e0</w:t>
      </w:r>
    </w:p>
    <w:p w14:paraId="6753FC07" w14:textId="77777777" w:rsidR="006D4449" w:rsidRDefault="006D4449" w:rsidP="006D4449">
      <w:r>
        <w:t>429.6143</w:t>
      </w:r>
      <w:r>
        <w:tab/>
        <w:t>1.013e0</w:t>
      </w:r>
    </w:p>
    <w:p w14:paraId="1BF88F15" w14:textId="77777777" w:rsidR="006D4449" w:rsidRDefault="006D4449" w:rsidP="006D4449">
      <w:r>
        <w:t>429.6199</w:t>
      </w:r>
      <w:r>
        <w:tab/>
        <w:t>1.013e0</w:t>
      </w:r>
    </w:p>
    <w:p w14:paraId="2995D9BE" w14:textId="77777777" w:rsidR="006D4449" w:rsidRDefault="006D4449" w:rsidP="006D4449">
      <w:r>
        <w:t>429.6782</w:t>
      </w:r>
      <w:r>
        <w:tab/>
        <w:t>4.051e0</w:t>
      </w:r>
    </w:p>
    <w:p w14:paraId="74CF21F1" w14:textId="77777777" w:rsidR="006D4449" w:rsidRDefault="006D4449" w:rsidP="006D4449">
      <w:r>
        <w:t>429.6813</w:t>
      </w:r>
      <w:r>
        <w:tab/>
        <w:t>3.038e0</w:t>
      </w:r>
    </w:p>
    <w:p w14:paraId="4956052C" w14:textId="77777777" w:rsidR="006D4449" w:rsidRDefault="006D4449" w:rsidP="006D4449">
      <w:r>
        <w:t>429.6840</w:t>
      </w:r>
      <w:r>
        <w:tab/>
        <w:t>2.025e0</w:t>
      </w:r>
    </w:p>
    <w:p w14:paraId="0411551C" w14:textId="77777777" w:rsidR="006D4449" w:rsidRDefault="006D4449" w:rsidP="006D4449">
      <w:r>
        <w:t>429.7190</w:t>
      </w:r>
      <w:r>
        <w:tab/>
        <w:t>2.025e0</w:t>
      </w:r>
    </w:p>
    <w:p w14:paraId="27FACAC5" w14:textId="77777777" w:rsidR="006D4449" w:rsidRDefault="006D4449" w:rsidP="006D4449">
      <w:r>
        <w:t>429.7378</w:t>
      </w:r>
      <w:r>
        <w:tab/>
        <w:t>2.025e0</w:t>
      </w:r>
    </w:p>
    <w:p w14:paraId="5B41B8DD" w14:textId="77777777" w:rsidR="006D4449" w:rsidRDefault="006D4449" w:rsidP="006D4449">
      <w:r>
        <w:t>429.7732</w:t>
      </w:r>
      <w:r>
        <w:tab/>
        <w:t>3.038e0</w:t>
      </w:r>
    </w:p>
    <w:p w14:paraId="035DD333" w14:textId="77777777" w:rsidR="006D4449" w:rsidRDefault="006D4449" w:rsidP="006D4449">
      <w:r>
        <w:t>429.7743</w:t>
      </w:r>
      <w:r>
        <w:tab/>
        <w:t>3.038e0</w:t>
      </w:r>
    </w:p>
    <w:p w14:paraId="417C07FF" w14:textId="77777777" w:rsidR="006D4449" w:rsidRDefault="006D4449" w:rsidP="006D4449">
      <w:r>
        <w:t>429.7860</w:t>
      </w:r>
      <w:r>
        <w:tab/>
        <w:t>1.013e0</w:t>
      </w:r>
    </w:p>
    <w:p w14:paraId="4E4B8B84" w14:textId="77777777" w:rsidR="006D4449" w:rsidRDefault="006D4449" w:rsidP="006D4449">
      <w:r>
        <w:t>429.8035</w:t>
      </w:r>
      <w:r>
        <w:tab/>
        <w:t>2.025e0</w:t>
      </w:r>
    </w:p>
    <w:p w14:paraId="4334248A" w14:textId="77777777" w:rsidR="006D4449" w:rsidRDefault="006D4449" w:rsidP="006D4449">
      <w:r>
        <w:lastRenderedPageBreak/>
        <w:t>429.8323</w:t>
      </w:r>
      <w:r>
        <w:tab/>
        <w:t>2.025e0</w:t>
      </w:r>
    </w:p>
    <w:p w14:paraId="426A96F4" w14:textId="77777777" w:rsidR="006D4449" w:rsidRDefault="006D4449" w:rsidP="006D4449">
      <w:r>
        <w:t>429.8597</w:t>
      </w:r>
      <w:r>
        <w:tab/>
        <w:t>5.063e0</w:t>
      </w:r>
    </w:p>
    <w:p w14:paraId="0E2DD9CC" w14:textId="77777777" w:rsidR="006D4449" w:rsidRDefault="006D4449" w:rsidP="006D4449">
      <w:r>
        <w:t>429.8726</w:t>
      </w:r>
      <w:r>
        <w:tab/>
        <w:t>5.063e0</w:t>
      </w:r>
    </w:p>
    <w:p w14:paraId="100921B5" w14:textId="77777777" w:rsidR="006D4449" w:rsidRDefault="006D4449" w:rsidP="006D4449">
      <w:r>
        <w:t>429.8799</w:t>
      </w:r>
      <w:r>
        <w:tab/>
        <w:t>3.038e0</w:t>
      </w:r>
    </w:p>
    <w:p w14:paraId="495ED1E1" w14:textId="77777777" w:rsidR="006D4449" w:rsidRDefault="006D4449" w:rsidP="006D4449">
      <w:r>
        <w:t>429.8820</w:t>
      </w:r>
      <w:r>
        <w:tab/>
        <w:t>4.051e0</w:t>
      </w:r>
    </w:p>
    <w:p w14:paraId="55A67642" w14:textId="77777777" w:rsidR="006D4449" w:rsidRDefault="006D4449" w:rsidP="006D4449">
      <w:r>
        <w:t>429.8885</w:t>
      </w:r>
      <w:r>
        <w:tab/>
        <w:t>5.063e0</w:t>
      </w:r>
    </w:p>
    <w:p w14:paraId="6E13B3CA" w14:textId="77777777" w:rsidR="006D4449" w:rsidRDefault="006D4449" w:rsidP="006D4449">
      <w:r>
        <w:t>429.9383</w:t>
      </w:r>
      <w:r>
        <w:tab/>
        <w:t>3.038e0</w:t>
      </w:r>
    </w:p>
    <w:p w14:paraId="04E54938" w14:textId="77777777" w:rsidR="006D4449" w:rsidRDefault="006D4449" w:rsidP="006D4449">
      <w:r>
        <w:t>429.9492</w:t>
      </w:r>
      <w:r>
        <w:tab/>
        <w:t>3.038e0</w:t>
      </w:r>
    </w:p>
    <w:p w14:paraId="6B368E22" w14:textId="77777777" w:rsidR="006D4449" w:rsidRDefault="006D4449" w:rsidP="006D4449">
      <w:r>
        <w:t>429.9557</w:t>
      </w:r>
      <w:r>
        <w:tab/>
        <w:t>2.718e0</w:t>
      </w:r>
    </w:p>
    <w:p w14:paraId="26F78F50" w14:textId="77777777" w:rsidR="006D4449" w:rsidRDefault="006D4449" w:rsidP="006D4449">
      <w:r>
        <w:t>429.9909</w:t>
      </w:r>
      <w:r>
        <w:tab/>
        <w:t>4.051e0</w:t>
      </w:r>
    </w:p>
    <w:p w14:paraId="0241A557" w14:textId="77777777" w:rsidR="006D4449" w:rsidRDefault="006D4449" w:rsidP="006D4449">
      <w:r>
        <w:t>430.0009</w:t>
      </w:r>
      <w:r>
        <w:tab/>
        <w:t>5.994e0</w:t>
      </w:r>
    </w:p>
    <w:p w14:paraId="2B70B3B4" w14:textId="77777777" w:rsidR="006D4449" w:rsidRDefault="006D4449" w:rsidP="006D4449">
      <w:r>
        <w:t>430.0045</w:t>
      </w:r>
      <w:r>
        <w:tab/>
        <w:t>5.063e0</w:t>
      </w:r>
    </w:p>
    <w:p w14:paraId="1DAAC39B" w14:textId="77777777" w:rsidR="006D4449" w:rsidRDefault="006D4449" w:rsidP="006D4449">
      <w:r>
        <w:t>430.0258</w:t>
      </w:r>
      <w:r>
        <w:tab/>
        <w:t>1.013e0</w:t>
      </w:r>
    </w:p>
    <w:p w14:paraId="3B1ED92A" w14:textId="77777777" w:rsidR="006D4449" w:rsidRDefault="006D4449" w:rsidP="006D4449">
      <w:r>
        <w:t>430.0806</w:t>
      </w:r>
      <w:r>
        <w:tab/>
        <w:t>4.051e0</w:t>
      </w:r>
    </w:p>
    <w:p w14:paraId="297E0184" w14:textId="77777777" w:rsidR="006D4449" w:rsidRDefault="006D4449" w:rsidP="006D4449">
      <w:r>
        <w:t>430.0930</w:t>
      </w:r>
      <w:r>
        <w:tab/>
        <w:t>2.025e0</w:t>
      </w:r>
    </w:p>
    <w:p w14:paraId="620CF5F3" w14:textId="77777777" w:rsidR="006D4449" w:rsidRDefault="006D4449" w:rsidP="006D4449">
      <w:r>
        <w:t>430.1107</w:t>
      </w:r>
      <w:r>
        <w:tab/>
        <w:t>1.013e0</w:t>
      </w:r>
    </w:p>
    <w:p w14:paraId="264452AE" w14:textId="77777777" w:rsidR="006D4449" w:rsidRDefault="006D4449" w:rsidP="006D4449">
      <w:r>
        <w:t>430.1841</w:t>
      </w:r>
      <w:r>
        <w:tab/>
        <w:t>3.038e0</w:t>
      </w:r>
    </w:p>
    <w:p w14:paraId="2624AA2A" w14:textId="77777777" w:rsidR="006D4449" w:rsidRDefault="006D4449" w:rsidP="006D4449">
      <w:r>
        <w:t>430.1944</w:t>
      </w:r>
      <w:r>
        <w:tab/>
        <w:t>3.038e0</w:t>
      </w:r>
    </w:p>
    <w:p w14:paraId="67A0D5A3" w14:textId="77777777" w:rsidR="006D4449" w:rsidRDefault="006D4449" w:rsidP="006D4449">
      <w:r>
        <w:t>430.2103</w:t>
      </w:r>
      <w:r>
        <w:tab/>
        <w:t>5.630e0</w:t>
      </w:r>
    </w:p>
    <w:p w14:paraId="2030B9E4" w14:textId="77777777" w:rsidR="006D4449" w:rsidRDefault="006D4449" w:rsidP="006D4449">
      <w:r>
        <w:lastRenderedPageBreak/>
        <w:t>430.2182</w:t>
      </w:r>
      <w:r>
        <w:tab/>
        <w:t>4.862e0</w:t>
      </w:r>
    </w:p>
    <w:p w14:paraId="085813FB" w14:textId="77777777" w:rsidR="006D4449" w:rsidRDefault="006D4449" w:rsidP="006D4449">
      <w:r>
        <w:t>430.2259</w:t>
      </w:r>
      <w:r>
        <w:tab/>
        <w:t>9.606e0</w:t>
      </w:r>
    </w:p>
    <w:p w14:paraId="360347D8" w14:textId="77777777" w:rsidR="006D4449" w:rsidRDefault="006D4449" w:rsidP="006D4449">
      <w:r>
        <w:t>430.2418</w:t>
      </w:r>
      <w:r>
        <w:tab/>
        <w:t>9.139e0</w:t>
      </w:r>
    </w:p>
    <w:p w14:paraId="36E80422" w14:textId="77777777" w:rsidR="006D4449" w:rsidRDefault="006D4449" w:rsidP="006D4449">
      <w:r>
        <w:t>430.2711</w:t>
      </w:r>
      <w:r>
        <w:tab/>
        <w:t>1.239e1</w:t>
      </w:r>
    </w:p>
    <w:p w14:paraId="7DF35DF2" w14:textId="77777777" w:rsidR="006D4449" w:rsidRDefault="006D4449" w:rsidP="006D4449">
      <w:r>
        <w:t>430.2770</w:t>
      </w:r>
      <w:r>
        <w:tab/>
        <w:t>1.258e1</w:t>
      </w:r>
    </w:p>
    <w:p w14:paraId="7C6805B2" w14:textId="77777777" w:rsidR="006D4449" w:rsidRDefault="006D4449" w:rsidP="006D4449">
      <w:r>
        <w:t>430.2831</w:t>
      </w:r>
      <w:r>
        <w:tab/>
        <w:t>1.080e1</w:t>
      </w:r>
    </w:p>
    <w:p w14:paraId="3DAF7660" w14:textId="77777777" w:rsidR="006D4449" w:rsidRDefault="006D4449" w:rsidP="006D4449">
      <w:r>
        <w:t>430.2970</w:t>
      </w:r>
      <w:r>
        <w:tab/>
        <w:t>4.916e0</w:t>
      </w:r>
    </w:p>
    <w:p w14:paraId="0F5D0C55" w14:textId="77777777" w:rsidR="006D4449" w:rsidRDefault="006D4449" w:rsidP="006D4449">
      <w:r>
        <w:t>430.3032</w:t>
      </w:r>
      <w:r>
        <w:tab/>
        <w:t>4.893e0</w:t>
      </w:r>
    </w:p>
    <w:p w14:paraId="7FAEC8FB" w14:textId="77777777" w:rsidR="006D4449" w:rsidRDefault="006D4449" w:rsidP="006D4449">
      <w:r>
        <w:t>430.3198</w:t>
      </w:r>
      <w:r>
        <w:tab/>
        <w:t>6.305e0</w:t>
      </w:r>
    </w:p>
    <w:p w14:paraId="6F61368C" w14:textId="77777777" w:rsidR="006D4449" w:rsidRDefault="006D4449" w:rsidP="006D4449">
      <w:r>
        <w:t>430.3361</w:t>
      </w:r>
      <w:r>
        <w:tab/>
        <w:t>4.051e0</w:t>
      </w:r>
    </w:p>
    <w:p w14:paraId="7F769251" w14:textId="77777777" w:rsidR="006D4449" w:rsidRDefault="006D4449" w:rsidP="006D4449">
      <w:r>
        <w:t>430.3615</w:t>
      </w:r>
      <w:r>
        <w:tab/>
        <w:t>3.038e0</w:t>
      </w:r>
    </w:p>
    <w:p w14:paraId="02D81834" w14:textId="77777777" w:rsidR="006D4449" w:rsidRDefault="006D4449" w:rsidP="006D4449">
      <w:r>
        <w:t>430.3752</w:t>
      </w:r>
      <w:r>
        <w:tab/>
        <w:t>1.013e0</w:t>
      </w:r>
    </w:p>
    <w:p w14:paraId="37253039" w14:textId="77777777" w:rsidR="006D4449" w:rsidRDefault="006D4449" w:rsidP="006D4449">
      <w:r>
        <w:t>430.3893</w:t>
      </w:r>
      <w:r>
        <w:tab/>
        <w:t>2.673e0</w:t>
      </w:r>
    </w:p>
    <w:p w14:paraId="28B7D06E" w14:textId="77777777" w:rsidR="006D4449" w:rsidRDefault="006D4449" w:rsidP="006D4449">
      <w:r>
        <w:t>430.3904</w:t>
      </w:r>
      <w:r>
        <w:tab/>
        <w:t>1.013e0</w:t>
      </w:r>
    </w:p>
    <w:p w14:paraId="2EC3CEA6" w14:textId="77777777" w:rsidR="006D4449" w:rsidRDefault="006D4449" w:rsidP="006D4449">
      <w:r>
        <w:t>430.4141</w:t>
      </w:r>
      <w:r>
        <w:tab/>
        <w:t>2.025e0</w:t>
      </w:r>
    </w:p>
    <w:p w14:paraId="28DB831C" w14:textId="77777777" w:rsidR="006D4449" w:rsidRDefault="006D4449" w:rsidP="006D4449">
      <w:r>
        <w:t>430.4511</w:t>
      </w:r>
      <w:r>
        <w:tab/>
        <w:t>1.013e0</w:t>
      </w:r>
    </w:p>
    <w:p w14:paraId="0841839F" w14:textId="77777777" w:rsidR="006D4449" w:rsidRDefault="006D4449" w:rsidP="006D4449">
      <w:r>
        <w:t>430.4792</w:t>
      </w:r>
      <w:r>
        <w:tab/>
        <w:t>1.013e0</w:t>
      </w:r>
    </w:p>
    <w:p w14:paraId="546311F3" w14:textId="77777777" w:rsidR="006D4449" w:rsidRDefault="006D4449" w:rsidP="006D4449">
      <w:r>
        <w:t>430.5300</w:t>
      </w:r>
      <w:r>
        <w:tab/>
        <w:t>1.013e0</w:t>
      </w:r>
    </w:p>
    <w:p w14:paraId="77B4710A" w14:textId="77777777" w:rsidR="006D4449" w:rsidRDefault="006D4449" w:rsidP="006D4449">
      <w:r>
        <w:t>430.5800</w:t>
      </w:r>
      <w:r>
        <w:tab/>
        <w:t>2.025e0</w:t>
      </w:r>
    </w:p>
    <w:p w14:paraId="60617DB3" w14:textId="77777777" w:rsidR="006D4449" w:rsidRDefault="006D4449" w:rsidP="006D4449">
      <w:r>
        <w:lastRenderedPageBreak/>
        <w:t>430.5890</w:t>
      </w:r>
      <w:r>
        <w:tab/>
        <w:t>1.013e0</w:t>
      </w:r>
    </w:p>
    <w:p w14:paraId="1720199E" w14:textId="77777777" w:rsidR="006D4449" w:rsidRDefault="006D4449" w:rsidP="006D4449">
      <w:r>
        <w:t>430.6301</w:t>
      </w:r>
      <w:r>
        <w:tab/>
        <w:t>1.013e0</w:t>
      </w:r>
    </w:p>
    <w:p w14:paraId="458370DB" w14:textId="77777777" w:rsidR="006D4449" w:rsidRDefault="006D4449" w:rsidP="006D4449">
      <w:r>
        <w:t>430.6713</w:t>
      </w:r>
      <w:r>
        <w:tab/>
        <w:t>1.013e0</w:t>
      </w:r>
    </w:p>
    <w:p w14:paraId="5E8D4CB6" w14:textId="77777777" w:rsidR="006D4449" w:rsidRDefault="006D4449" w:rsidP="006D4449">
      <w:r>
        <w:t>430.6894</w:t>
      </w:r>
      <w:r>
        <w:tab/>
        <w:t>2.025e0</w:t>
      </w:r>
    </w:p>
    <w:p w14:paraId="6DC4C312" w14:textId="77777777" w:rsidR="006D4449" w:rsidRDefault="006D4449" w:rsidP="006D4449">
      <w:r>
        <w:t>430.7105</w:t>
      </w:r>
      <w:r>
        <w:tab/>
        <w:t>1.013e0</w:t>
      </w:r>
    </w:p>
    <w:p w14:paraId="307C8B64" w14:textId="77777777" w:rsidR="006D4449" w:rsidRDefault="006D4449" w:rsidP="006D4449">
      <w:r>
        <w:t>430.7479</w:t>
      </w:r>
      <w:r>
        <w:tab/>
        <w:t>2.025e0</w:t>
      </w:r>
    </w:p>
    <w:p w14:paraId="34FC4CED" w14:textId="77777777" w:rsidR="006D4449" w:rsidRDefault="006D4449" w:rsidP="006D4449">
      <w:r>
        <w:t>430.7609</w:t>
      </w:r>
      <w:r>
        <w:tab/>
        <w:t>1.013e0</w:t>
      </w:r>
    </w:p>
    <w:p w14:paraId="4E1FF285" w14:textId="77777777" w:rsidR="006D4449" w:rsidRDefault="006D4449" w:rsidP="006D4449">
      <w:r>
        <w:t>430.7894</w:t>
      </w:r>
      <w:r>
        <w:tab/>
        <w:t>1.013e0</w:t>
      </w:r>
    </w:p>
    <w:p w14:paraId="3AA7AAAA" w14:textId="77777777" w:rsidR="006D4449" w:rsidRDefault="006D4449" w:rsidP="006D4449">
      <w:r>
        <w:t>430.7988</w:t>
      </w:r>
      <w:r>
        <w:tab/>
        <w:t>1.013e0</w:t>
      </w:r>
    </w:p>
    <w:p w14:paraId="4D4B0723" w14:textId="77777777" w:rsidR="006D4449" w:rsidRDefault="006D4449" w:rsidP="006D4449">
      <w:r>
        <w:t>430.8045</w:t>
      </w:r>
      <w:r>
        <w:tab/>
        <w:t>1.013e0</w:t>
      </w:r>
    </w:p>
    <w:p w14:paraId="525D9937" w14:textId="77777777" w:rsidR="006D4449" w:rsidRDefault="006D4449" w:rsidP="006D4449">
      <w:r>
        <w:t>430.8290</w:t>
      </w:r>
      <w:r>
        <w:tab/>
        <w:t>1.013e0</w:t>
      </w:r>
    </w:p>
    <w:p w14:paraId="6BCBA21A" w14:textId="77777777" w:rsidR="006D4449" w:rsidRDefault="006D4449" w:rsidP="006D4449">
      <w:r>
        <w:t>430.8441</w:t>
      </w:r>
      <w:r>
        <w:tab/>
        <w:t>1.013e0</w:t>
      </w:r>
    </w:p>
    <w:p w14:paraId="7E16B873" w14:textId="77777777" w:rsidR="006D4449" w:rsidRDefault="006D4449" w:rsidP="006D4449">
      <w:r>
        <w:t>430.8725</w:t>
      </w:r>
      <w:r>
        <w:tab/>
        <w:t>2.025e0</w:t>
      </w:r>
    </w:p>
    <w:p w14:paraId="48AF2177" w14:textId="77777777" w:rsidR="006D4449" w:rsidRDefault="006D4449" w:rsidP="006D4449">
      <w:r>
        <w:t>430.8840</w:t>
      </w:r>
      <w:r>
        <w:tab/>
        <w:t>2.025e0</w:t>
      </w:r>
    </w:p>
    <w:p w14:paraId="01A3BEA8" w14:textId="77777777" w:rsidR="006D4449" w:rsidRDefault="006D4449" w:rsidP="006D4449">
      <w:r>
        <w:t>430.8935</w:t>
      </w:r>
      <w:r>
        <w:tab/>
        <w:t>2.025e0</w:t>
      </w:r>
    </w:p>
    <w:p w14:paraId="01D5E024" w14:textId="77777777" w:rsidR="006D4449" w:rsidRDefault="006D4449" w:rsidP="006D4449">
      <w:r>
        <w:t>430.9001</w:t>
      </w:r>
      <w:r>
        <w:tab/>
        <w:t>2.025e0</w:t>
      </w:r>
    </w:p>
    <w:p w14:paraId="050485E5" w14:textId="77777777" w:rsidR="006D4449" w:rsidRDefault="006D4449" w:rsidP="006D4449">
      <w:r>
        <w:t>430.9220</w:t>
      </w:r>
      <w:r>
        <w:tab/>
        <w:t>2.937e0</w:t>
      </w:r>
    </w:p>
    <w:p w14:paraId="199165BD" w14:textId="77777777" w:rsidR="006D4449" w:rsidRDefault="006D4449" w:rsidP="006D4449">
      <w:r>
        <w:t>430.9230</w:t>
      </w:r>
      <w:r>
        <w:tab/>
        <w:t>3.038e0</w:t>
      </w:r>
    </w:p>
    <w:p w14:paraId="79F8D00E" w14:textId="77777777" w:rsidR="006D4449" w:rsidRDefault="006D4449" w:rsidP="006D4449">
      <w:r>
        <w:t>430.9501</w:t>
      </w:r>
      <w:r>
        <w:tab/>
        <w:t>1.013e0</w:t>
      </w:r>
    </w:p>
    <w:p w14:paraId="5952AC5C" w14:textId="77777777" w:rsidR="006D4449" w:rsidRDefault="006D4449" w:rsidP="006D4449">
      <w:r>
        <w:lastRenderedPageBreak/>
        <w:t>430.9515</w:t>
      </w:r>
      <w:r>
        <w:tab/>
        <w:t>3.038e0</w:t>
      </w:r>
    </w:p>
    <w:p w14:paraId="53AB2840" w14:textId="77777777" w:rsidR="006D4449" w:rsidRDefault="006D4449" w:rsidP="006D4449">
      <w:r>
        <w:t>430.9610</w:t>
      </w:r>
      <w:r>
        <w:tab/>
        <w:t>3.038e0</w:t>
      </w:r>
    </w:p>
    <w:p w14:paraId="68340F7E" w14:textId="77777777" w:rsidR="006D4449" w:rsidRDefault="006D4449" w:rsidP="006D4449">
      <w:r>
        <w:t>430.9662</w:t>
      </w:r>
      <w:r>
        <w:tab/>
        <w:t>5.692e0</w:t>
      </w:r>
    </w:p>
    <w:p w14:paraId="3043325C" w14:textId="77777777" w:rsidR="006D4449" w:rsidRDefault="006D4449" w:rsidP="006D4449">
      <w:r>
        <w:t>430.9987</w:t>
      </w:r>
      <w:r>
        <w:tab/>
        <w:t>1.013e0</w:t>
      </w:r>
    </w:p>
    <w:p w14:paraId="1CEFC83E" w14:textId="77777777" w:rsidR="006D4449" w:rsidRDefault="006D4449" w:rsidP="006D4449">
      <w:r>
        <w:t>431.0202</w:t>
      </w:r>
      <w:r>
        <w:tab/>
        <w:t>1.013e0</w:t>
      </w:r>
    </w:p>
    <w:p w14:paraId="35E1BDAD" w14:textId="77777777" w:rsidR="006D4449" w:rsidRDefault="006D4449" w:rsidP="006D4449">
      <w:r>
        <w:t>431.0330</w:t>
      </w:r>
      <w:r>
        <w:tab/>
        <w:t>3.038e0</w:t>
      </w:r>
    </w:p>
    <w:p w14:paraId="303676CE" w14:textId="77777777" w:rsidR="006D4449" w:rsidRDefault="006D4449" w:rsidP="006D4449">
      <w:r>
        <w:t>431.0744</w:t>
      </w:r>
      <w:r>
        <w:tab/>
        <w:t>3.038e0</w:t>
      </w:r>
    </w:p>
    <w:p w14:paraId="34789853" w14:textId="77777777" w:rsidR="006D4449" w:rsidRDefault="006D4449" w:rsidP="006D4449">
      <w:r>
        <w:t>431.0888</w:t>
      </w:r>
      <w:r>
        <w:tab/>
        <w:t>3.038e0</w:t>
      </w:r>
    </w:p>
    <w:p w14:paraId="117879AD" w14:textId="77777777" w:rsidR="006D4449" w:rsidRDefault="006D4449" w:rsidP="006D4449">
      <w:r>
        <w:t>431.0974</w:t>
      </w:r>
      <w:r>
        <w:tab/>
        <w:t>2.025e0</w:t>
      </w:r>
    </w:p>
    <w:p w14:paraId="55E0AD4D" w14:textId="77777777" w:rsidR="006D4449" w:rsidRDefault="006D4449" w:rsidP="006D4449">
      <w:r>
        <w:t>431.1325</w:t>
      </w:r>
      <w:r>
        <w:tab/>
        <w:t>2.025e0</w:t>
      </w:r>
    </w:p>
    <w:p w14:paraId="27653971" w14:textId="77777777" w:rsidR="006D4449" w:rsidRDefault="006D4449" w:rsidP="006D4449">
      <w:r>
        <w:t>431.1471</w:t>
      </w:r>
      <w:r>
        <w:tab/>
        <w:t>2.025e0</w:t>
      </w:r>
    </w:p>
    <w:p w14:paraId="71596F0D" w14:textId="77777777" w:rsidR="006D4449" w:rsidRDefault="006D4449" w:rsidP="006D4449">
      <w:r>
        <w:t>431.1489</w:t>
      </w:r>
      <w:r>
        <w:tab/>
        <w:t>2.025e0</w:t>
      </w:r>
    </w:p>
    <w:p w14:paraId="0F063F1C" w14:textId="77777777" w:rsidR="006D4449" w:rsidRDefault="006D4449" w:rsidP="006D4449">
      <w:r>
        <w:t>431.1811</w:t>
      </w:r>
      <w:r>
        <w:tab/>
        <w:t>1.013e0</w:t>
      </w:r>
    </w:p>
    <w:p w14:paraId="7DAFD289" w14:textId="77777777" w:rsidR="006D4449" w:rsidRDefault="006D4449" w:rsidP="006D4449">
      <w:r>
        <w:t>431.1935</w:t>
      </w:r>
      <w:r>
        <w:tab/>
        <w:t>3.038e0</w:t>
      </w:r>
    </w:p>
    <w:p w14:paraId="5D2CC8E7" w14:textId="77777777" w:rsidR="006D4449" w:rsidRDefault="006D4449" w:rsidP="006D4449">
      <w:r>
        <w:t>431.2119</w:t>
      </w:r>
      <w:r>
        <w:tab/>
        <w:t>2.307e0</w:t>
      </w:r>
    </w:p>
    <w:p w14:paraId="1A243EEE" w14:textId="77777777" w:rsidR="006D4449" w:rsidRDefault="006D4449" w:rsidP="006D4449">
      <w:r>
        <w:t>431.2319</w:t>
      </w:r>
      <w:r>
        <w:tab/>
        <w:t>3.596e0</w:t>
      </w:r>
    </w:p>
    <w:p w14:paraId="7B8EF158" w14:textId="77777777" w:rsidR="006D4449" w:rsidRDefault="006D4449" w:rsidP="006D4449">
      <w:r>
        <w:t>431.2343</w:t>
      </w:r>
      <w:r>
        <w:tab/>
        <w:t>1.345e0</w:t>
      </w:r>
    </w:p>
    <w:p w14:paraId="35CDC8B6" w14:textId="77777777" w:rsidR="006D4449" w:rsidRDefault="006D4449" w:rsidP="006D4449">
      <w:r>
        <w:t>431.2424</w:t>
      </w:r>
      <w:r>
        <w:tab/>
        <w:t>4.185e0</w:t>
      </w:r>
    </w:p>
    <w:p w14:paraId="3299BED1" w14:textId="77777777" w:rsidR="006D4449" w:rsidRDefault="006D4449" w:rsidP="006D4449">
      <w:r>
        <w:t>431.2534</w:t>
      </w:r>
      <w:r>
        <w:tab/>
        <w:t>8.606e0</w:t>
      </w:r>
    </w:p>
    <w:p w14:paraId="4F3A2374" w14:textId="77777777" w:rsidR="006D4449" w:rsidRDefault="006D4449" w:rsidP="006D4449">
      <w:r>
        <w:lastRenderedPageBreak/>
        <w:t>431.2703</w:t>
      </w:r>
      <w:r>
        <w:tab/>
        <w:t>6.333e0</w:t>
      </w:r>
    </w:p>
    <w:p w14:paraId="046EF695" w14:textId="77777777" w:rsidR="006D4449" w:rsidRDefault="006D4449" w:rsidP="006D4449">
      <w:r>
        <w:t>431.2718</w:t>
      </w:r>
      <w:r>
        <w:tab/>
        <w:t>1.290e0</w:t>
      </w:r>
    </w:p>
    <w:p w14:paraId="2FF652A6" w14:textId="77777777" w:rsidR="006D4449" w:rsidRDefault="006D4449" w:rsidP="006D4449">
      <w:r>
        <w:t>431.3232</w:t>
      </w:r>
      <w:r>
        <w:tab/>
        <w:t>3.038e0</w:t>
      </w:r>
    </w:p>
    <w:p w14:paraId="17CD7DB4" w14:textId="77777777" w:rsidR="006D4449" w:rsidRDefault="006D4449" w:rsidP="006D4449">
      <w:r>
        <w:t>431.3590</w:t>
      </w:r>
      <w:r>
        <w:tab/>
        <w:t>1.013e0</w:t>
      </w:r>
    </w:p>
    <w:p w14:paraId="415C1C3C" w14:textId="77777777" w:rsidR="006D4449" w:rsidRDefault="006D4449" w:rsidP="006D4449">
      <w:r>
        <w:t>431.3652</w:t>
      </w:r>
      <w:r>
        <w:tab/>
        <w:t>1.013e0</w:t>
      </w:r>
    </w:p>
    <w:p w14:paraId="05B40C55" w14:textId="77777777" w:rsidR="006D4449" w:rsidRDefault="006D4449" w:rsidP="006D4449">
      <w:r>
        <w:t>431.3969</w:t>
      </w:r>
      <w:r>
        <w:tab/>
        <w:t>1.013e0</w:t>
      </w:r>
    </w:p>
    <w:p w14:paraId="6749C6E2" w14:textId="77777777" w:rsidR="006D4449" w:rsidRDefault="006D4449" w:rsidP="006D4449">
      <w:r>
        <w:t>431.4100</w:t>
      </w:r>
      <w:r>
        <w:tab/>
        <w:t>2.025e0</w:t>
      </w:r>
    </w:p>
    <w:p w14:paraId="145FBA2D" w14:textId="77777777" w:rsidR="006D4449" w:rsidRDefault="006D4449" w:rsidP="006D4449">
      <w:r>
        <w:t>431.4329</w:t>
      </w:r>
      <w:r>
        <w:tab/>
        <w:t>1.013e0</w:t>
      </w:r>
    </w:p>
    <w:p w14:paraId="3775FD4E" w14:textId="77777777" w:rsidR="006D4449" w:rsidRDefault="006D4449" w:rsidP="006D4449">
      <w:r>
        <w:t>431.4428</w:t>
      </w:r>
      <w:r>
        <w:tab/>
        <w:t>2.025e0</w:t>
      </w:r>
    </w:p>
    <w:p w14:paraId="44837293" w14:textId="77777777" w:rsidR="006D4449" w:rsidRDefault="006D4449" w:rsidP="006D4449">
      <w:r>
        <w:t>431.4954</w:t>
      </w:r>
      <w:r>
        <w:tab/>
        <w:t>1.013e0</w:t>
      </w:r>
    </w:p>
    <w:p w14:paraId="01CF580F" w14:textId="77777777" w:rsidR="006D4449" w:rsidRDefault="006D4449" w:rsidP="006D4449">
      <w:r>
        <w:t>431.5087</w:t>
      </w:r>
      <w:r>
        <w:tab/>
        <w:t>1.013e0</w:t>
      </w:r>
    </w:p>
    <w:p w14:paraId="0A71E516" w14:textId="77777777" w:rsidR="006D4449" w:rsidRDefault="006D4449" w:rsidP="006D4449">
      <w:r>
        <w:t>431.5323</w:t>
      </w:r>
      <w:r>
        <w:tab/>
        <w:t>2.025e0</w:t>
      </w:r>
    </w:p>
    <w:p w14:paraId="4E6E21DC" w14:textId="77777777" w:rsidR="006D4449" w:rsidRDefault="006D4449" w:rsidP="006D4449">
      <w:r>
        <w:t>431.5592</w:t>
      </w:r>
      <w:r>
        <w:tab/>
        <w:t>2.025e0</w:t>
      </w:r>
    </w:p>
    <w:p w14:paraId="7215CD7A" w14:textId="77777777" w:rsidR="006D4449" w:rsidRDefault="006D4449" w:rsidP="006D4449">
      <w:r>
        <w:t>431.5675</w:t>
      </w:r>
      <w:r>
        <w:tab/>
        <w:t>1.013e0</w:t>
      </w:r>
    </w:p>
    <w:p w14:paraId="4978A6B3" w14:textId="77777777" w:rsidR="006D4449" w:rsidRDefault="006D4449" w:rsidP="006D4449">
      <w:r>
        <w:t>431.5881</w:t>
      </w:r>
      <w:r>
        <w:tab/>
        <w:t>3.038e0</w:t>
      </w:r>
    </w:p>
    <w:p w14:paraId="349FF1BA" w14:textId="77777777" w:rsidR="006D4449" w:rsidRDefault="006D4449" w:rsidP="006D4449">
      <w:r>
        <w:t>431.6050</w:t>
      </w:r>
      <w:r>
        <w:tab/>
        <w:t>1.013e0</w:t>
      </w:r>
    </w:p>
    <w:p w14:paraId="77093818" w14:textId="77777777" w:rsidR="006D4449" w:rsidRDefault="006D4449" w:rsidP="006D4449">
      <w:r>
        <w:t>431.6754</w:t>
      </w:r>
      <w:r>
        <w:tab/>
        <w:t>1.013e0</w:t>
      </w:r>
    </w:p>
    <w:p w14:paraId="37B9F485" w14:textId="77777777" w:rsidR="006D4449" w:rsidRDefault="006D4449" w:rsidP="006D4449">
      <w:r>
        <w:t>431.7322</w:t>
      </w:r>
      <w:r>
        <w:tab/>
        <w:t>1.013e0</w:t>
      </w:r>
    </w:p>
    <w:p w14:paraId="73E65945" w14:textId="77777777" w:rsidR="006D4449" w:rsidRDefault="006D4449" w:rsidP="006D4449">
      <w:r>
        <w:t>431.7341</w:t>
      </w:r>
      <w:r>
        <w:tab/>
        <w:t>3.038e0</w:t>
      </w:r>
    </w:p>
    <w:p w14:paraId="66FBACCB" w14:textId="77777777" w:rsidR="006D4449" w:rsidRDefault="006D4449" w:rsidP="006D4449">
      <w:r>
        <w:lastRenderedPageBreak/>
        <w:t>431.8040</w:t>
      </w:r>
      <w:r>
        <w:tab/>
        <w:t>3.038e0</w:t>
      </w:r>
    </w:p>
    <w:p w14:paraId="6020C3FB" w14:textId="77777777" w:rsidR="006D4449" w:rsidRDefault="006D4449" w:rsidP="006D4449">
      <w:r>
        <w:t>431.8440</w:t>
      </w:r>
      <w:r>
        <w:tab/>
        <w:t>1.013e0</w:t>
      </w:r>
    </w:p>
    <w:p w14:paraId="640B6506" w14:textId="77777777" w:rsidR="006D4449" w:rsidRDefault="006D4449" w:rsidP="006D4449">
      <w:r>
        <w:t>431.8503</w:t>
      </w:r>
      <w:r>
        <w:tab/>
        <w:t>3.038e0</w:t>
      </w:r>
    </w:p>
    <w:p w14:paraId="242F8627" w14:textId="77777777" w:rsidR="006D4449" w:rsidRDefault="006D4449" w:rsidP="006D4449">
      <w:r>
        <w:t>431.9111</w:t>
      </w:r>
      <w:r>
        <w:tab/>
        <w:t>1.013e0</w:t>
      </w:r>
    </w:p>
    <w:p w14:paraId="4E3A3A05" w14:textId="77777777" w:rsidR="006D4449" w:rsidRDefault="006D4449" w:rsidP="006D4449">
      <w:r>
        <w:t>431.9709</w:t>
      </w:r>
      <w:r>
        <w:tab/>
        <w:t>4.051e0</w:t>
      </w:r>
    </w:p>
    <w:p w14:paraId="2AD09FF8" w14:textId="77777777" w:rsidR="006D4449" w:rsidRDefault="006D4449" w:rsidP="006D4449">
      <w:r>
        <w:t>431.9748</w:t>
      </w:r>
      <w:r>
        <w:tab/>
        <w:t>3.526e0</w:t>
      </w:r>
    </w:p>
    <w:p w14:paraId="2095B1E1" w14:textId="77777777" w:rsidR="006D4449" w:rsidRDefault="006D4449" w:rsidP="006D4449">
      <w:r>
        <w:t>431.9863</w:t>
      </w:r>
      <w:r>
        <w:tab/>
        <w:t>1.013e0</w:t>
      </w:r>
    </w:p>
    <w:p w14:paraId="29D5D4D7" w14:textId="77777777" w:rsidR="006D4449" w:rsidRDefault="006D4449" w:rsidP="006D4449">
      <w:r>
        <w:t>431.9970</w:t>
      </w:r>
      <w:r>
        <w:tab/>
        <w:t>1.013e0</w:t>
      </w:r>
    </w:p>
    <w:p w14:paraId="0B52F641" w14:textId="77777777" w:rsidR="006D4449" w:rsidRDefault="006D4449" w:rsidP="006D4449">
      <w:r>
        <w:t>432.0059</w:t>
      </w:r>
      <w:r>
        <w:tab/>
        <w:t>4.051e0</w:t>
      </w:r>
    </w:p>
    <w:p w14:paraId="08BDCD4B" w14:textId="77777777" w:rsidR="006D4449" w:rsidRDefault="006D4449" w:rsidP="006D4449">
      <w:r>
        <w:t>432.0409</w:t>
      </w:r>
      <w:r>
        <w:tab/>
        <w:t>3.038e0</w:t>
      </w:r>
    </w:p>
    <w:p w14:paraId="74797A21" w14:textId="77777777" w:rsidR="006D4449" w:rsidRDefault="006D4449" w:rsidP="006D4449">
      <w:r>
        <w:t>432.0649</w:t>
      </w:r>
      <w:r>
        <w:tab/>
        <w:t>2.025e0</w:t>
      </w:r>
    </w:p>
    <w:p w14:paraId="734F338E" w14:textId="77777777" w:rsidR="006D4449" w:rsidRDefault="006D4449" w:rsidP="006D4449">
      <w:r>
        <w:t>432.0738</w:t>
      </w:r>
      <w:r>
        <w:tab/>
        <w:t>1.013e0</w:t>
      </w:r>
    </w:p>
    <w:p w14:paraId="4079BA42" w14:textId="77777777" w:rsidR="006D4449" w:rsidRDefault="006D4449" w:rsidP="006D4449">
      <w:r>
        <w:t>432.0881</w:t>
      </w:r>
      <w:r>
        <w:tab/>
        <w:t>2.025e0</w:t>
      </w:r>
    </w:p>
    <w:p w14:paraId="18EB5091" w14:textId="77777777" w:rsidR="006D4449" w:rsidRDefault="006D4449" w:rsidP="006D4449">
      <w:r>
        <w:t>432.1066</w:t>
      </w:r>
      <w:r>
        <w:tab/>
        <w:t>3.038e0</w:t>
      </w:r>
    </w:p>
    <w:p w14:paraId="167E954F" w14:textId="77777777" w:rsidR="006D4449" w:rsidRDefault="006D4449" w:rsidP="006D4449">
      <w:r>
        <w:t>432.1228</w:t>
      </w:r>
      <w:r>
        <w:tab/>
        <w:t>1.013e0</w:t>
      </w:r>
    </w:p>
    <w:p w14:paraId="1132A7E2" w14:textId="77777777" w:rsidR="006D4449" w:rsidRDefault="006D4449" w:rsidP="006D4449">
      <w:r>
        <w:t>432.1423</w:t>
      </w:r>
      <w:r>
        <w:tab/>
        <w:t>3.858e0</w:t>
      </w:r>
    </w:p>
    <w:p w14:paraId="5F5F34B5" w14:textId="77777777" w:rsidR="006D4449" w:rsidRDefault="006D4449" w:rsidP="006D4449">
      <w:r>
        <w:t>432.1656</w:t>
      </w:r>
      <w:r>
        <w:tab/>
        <w:t>1.733e0</w:t>
      </w:r>
    </w:p>
    <w:p w14:paraId="6275F904" w14:textId="77777777" w:rsidR="006D4449" w:rsidRDefault="006D4449" w:rsidP="006D4449">
      <w:r>
        <w:t>432.2119</w:t>
      </w:r>
      <w:r>
        <w:tab/>
        <w:t>3.232e0</w:t>
      </w:r>
    </w:p>
    <w:p w14:paraId="62DEF28E" w14:textId="77777777" w:rsidR="006D4449" w:rsidRDefault="006D4449" w:rsidP="006D4449">
      <w:r>
        <w:t>432.2402</w:t>
      </w:r>
      <w:r>
        <w:tab/>
        <w:t>4.213e0</w:t>
      </w:r>
    </w:p>
    <w:p w14:paraId="1E0C2534" w14:textId="77777777" w:rsidR="006D4449" w:rsidRDefault="006D4449" w:rsidP="006D4449">
      <w:r>
        <w:lastRenderedPageBreak/>
        <w:t>432.2613</w:t>
      </w:r>
      <w:r>
        <w:tab/>
        <w:t>4.347e0</w:t>
      </w:r>
    </w:p>
    <w:p w14:paraId="52FBF9C8" w14:textId="77777777" w:rsidR="006D4449" w:rsidRDefault="006D4449" w:rsidP="006D4449">
      <w:r>
        <w:t>432.2630</w:t>
      </w:r>
      <w:r>
        <w:tab/>
        <w:t>5.822e0</w:t>
      </w:r>
    </w:p>
    <w:p w14:paraId="27AA48D9" w14:textId="77777777" w:rsidR="006D4449" w:rsidRDefault="006D4449" w:rsidP="006D4449">
      <w:r>
        <w:t>432.2642</w:t>
      </w:r>
      <w:r>
        <w:tab/>
        <w:t>6.882e0</w:t>
      </w:r>
    </w:p>
    <w:p w14:paraId="4AB9627B" w14:textId="77777777" w:rsidR="006D4449" w:rsidRDefault="006D4449" w:rsidP="006D4449">
      <w:r>
        <w:t>432.2798</w:t>
      </w:r>
      <w:r>
        <w:tab/>
        <w:t>4.071e0</w:t>
      </w:r>
    </w:p>
    <w:p w14:paraId="4503E49F" w14:textId="77777777" w:rsidR="006D4449" w:rsidRDefault="006D4449" w:rsidP="006D4449">
      <w:r>
        <w:t>432.3030</w:t>
      </w:r>
      <w:r>
        <w:tab/>
        <w:t>4.051e0</w:t>
      </w:r>
    </w:p>
    <w:p w14:paraId="41667CBB" w14:textId="77777777" w:rsidR="006D4449" w:rsidRDefault="006D4449" w:rsidP="006D4449">
      <w:r>
        <w:t>432.3178</w:t>
      </w:r>
      <w:r>
        <w:tab/>
        <w:t>4.696e0</w:t>
      </w:r>
    </w:p>
    <w:p w14:paraId="13CBEB07" w14:textId="77777777" w:rsidR="006D4449" w:rsidRDefault="006D4449" w:rsidP="006D4449">
      <w:r>
        <w:t>432.3235</w:t>
      </w:r>
      <w:r>
        <w:tab/>
        <w:t>5.779e0</w:t>
      </w:r>
    </w:p>
    <w:p w14:paraId="11041DE6" w14:textId="77777777" w:rsidR="006D4449" w:rsidRDefault="006D4449" w:rsidP="006D4449">
      <w:r>
        <w:t>432.3279</w:t>
      </w:r>
      <w:r>
        <w:tab/>
        <w:t>3.038e0</w:t>
      </w:r>
    </w:p>
    <w:p w14:paraId="65FBB66D" w14:textId="77777777" w:rsidR="006D4449" w:rsidRDefault="006D4449" w:rsidP="006D4449">
      <w:r>
        <w:t>432.3751</w:t>
      </w:r>
      <w:r>
        <w:tab/>
        <w:t>1.013e0</w:t>
      </w:r>
    </w:p>
    <w:p w14:paraId="04926472" w14:textId="77777777" w:rsidR="006D4449" w:rsidRDefault="006D4449" w:rsidP="006D4449">
      <w:r>
        <w:t>432.3799</w:t>
      </w:r>
      <w:r>
        <w:tab/>
        <w:t>1.013e0</w:t>
      </w:r>
    </w:p>
    <w:p w14:paraId="7F240BA7" w14:textId="77777777" w:rsidR="006D4449" w:rsidRDefault="006D4449" w:rsidP="006D4449">
      <w:r>
        <w:t>432.4011</w:t>
      </w:r>
      <w:r>
        <w:tab/>
        <w:t>4.051e0</w:t>
      </w:r>
    </w:p>
    <w:p w14:paraId="24E0063F" w14:textId="77777777" w:rsidR="006D4449" w:rsidRDefault="006D4449" w:rsidP="006D4449">
      <w:r>
        <w:t>432.4459</w:t>
      </w:r>
      <w:r>
        <w:tab/>
        <w:t>3.038e0</w:t>
      </w:r>
    </w:p>
    <w:p w14:paraId="415C6D0A" w14:textId="77777777" w:rsidR="006D4449" w:rsidRDefault="006D4449" w:rsidP="006D4449">
      <w:r>
        <w:t>432.4528</w:t>
      </w:r>
      <w:r>
        <w:tab/>
        <w:t>3.038e0</w:t>
      </w:r>
    </w:p>
    <w:p w14:paraId="11CFDD6C" w14:textId="77777777" w:rsidR="006D4449" w:rsidRDefault="006D4449" w:rsidP="006D4449">
      <w:r>
        <w:t>432.4605</w:t>
      </w:r>
      <w:r>
        <w:tab/>
        <w:t>3.038e0</w:t>
      </w:r>
    </w:p>
    <w:p w14:paraId="6E6E21F8" w14:textId="77777777" w:rsidR="006D4449" w:rsidRDefault="006D4449" w:rsidP="006D4449">
      <w:r>
        <w:t>432.5001</w:t>
      </w:r>
      <w:r>
        <w:tab/>
        <w:t>2.025e0</w:t>
      </w:r>
    </w:p>
    <w:p w14:paraId="121A079B" w14:textId="77777777" w:rsidR="006D4449" w:rsidRDefault="006D4449" w:rsidP="006D4449">
      <w:r>
        <w:t>432.5428</w:t>
      </w:r>
      <w:r>
        <w:tab/>
        <w:t>1.013e0</w:t>
      </w:r>
    </w:p>
    <w:p w14:paraId="0BA276FD" w14:textId="77777777" w:rsidR="006D4449" w:rsidRDefault="006D4449" w:rsidP="006D4449">
      <w:r>
        <w:t>432.5575</w:t>
      </w:r>
      <w:r>
        <w:tab/>
        <w:t>3.038e0</w:t>
      </w:r>
    </w:p>
    <w:p w14:paraId="72BB8BCB" w14:textId="77777777" w:rsidR="006D4449" w:rsidRDefault="006D4449" w:rsidP="006D4449">
      <w:r>
        <w:t>432.5605</w:t>
      </w:r>
      <w:r>
        <w:tab/>
        <w:t>2.025e0</w:t>
      </w:r>
    </w:p>
    <w:p w14:paraId="1FEEDA51" w14:textId="77777777" w:rsidR="006D4449" w:rsidRDefault="006D4449" w:rsidP="006D4449">
      <w:r>
        <w:t>432.6163</w:t>
      </w:r>
      <w:r>
        <w:tab/>
        <w:t>1.013e0</w:t>
      </w:r>
    </w:p>
    <w:p w14:paraId="293A1ABC" w14:textId="77777777" w:rsidR="006D4449" w:rsidRDefault="006D4449" w:rsidP="006D4449">
      <w:r>
        <w:lastRenderedPageBreak/>
        <w:t>432.6271</w:t>
      </w:r>
      <w:r>
        <w:tab/>
        <w:t>3.038e0</w:t>
      </w:r>
    </w:p>
    <w:p w14:paraId="352078D0" w14:textId="77777777" w:rsidR="006D4449" w:rsidRDefault="006D4449" w:rsidP="006D4449">
      <w:r>
        <w:t>432.6713</w:t>
      </w:r>
      <w:r>
        <w:tab/>
        <w:t>1.013e0</w:t>
      </w:r>
    </w:p>
    <w:p w14:paraId="39C78739" w14:textId="77777777" w:rsidR="006D4449" w:rsidRDefault="006D4449" w:rsidP="006D4449">
      <w:r>
        <w:t>432.6733</w:t>
      </w:r>
      <w:r>
        <w:tab/>
        <w:t>2.025e0</w:t>
      </w:r>
    </w:p>
    <w:p w14:paraId="369B705F" w14:textId="77777777" w:rsidR="006D4449" w:rsidRDefault="006D4449" w:rsidP="006D4449">
      <w:r>
        <w:t>432.7056</w:t>
      </w:r>
      <w:r>
        <w:tab/>
        <w:t>1.013e0</w:t>
      </w:r>
    </w:p>
    <w:p w14:paraId="0432BE1D" w14:textId="77777777" w:rsidR="006D4449" w:rsidRDefault="006D4449" w:rsidP="006D4449">
      <w:r>
        <w:t>432.7093</w:t>
      </w:r>
      <w:r>
        <w:tab/>
        <w:t>1.013e0</w:t>
      </w:r>
    </w:p>
    <w:p w14:paraId="29B40A98" w14:textId="77777777" w:rsidR="006D4449" w:rsidRDefault="006D4449" w:rsidP="006D4449">
      <w:r>
        <w:t>432.7845</w:t>
      </w:r>
      <w:r>
        <w:tab/>
        <w:t>2.025e0</w:t>
      </w:r>
    </w:p>
    <w:p w14:paraId="7B073B90" w14:textId="77777777" w:rsidR="006D4449" w:rsidRDefault="006D4449" w:rsidP="006D4449">
      <w:r>
        <w:t>432.8036</w:t>
      </w:r>
      <w:r>
        <w:tab/>
        <w:t>4.051e0</w:t>
      </w:r>
    </w:p>
    <w:p w14:paraId="5F84F50D" w14:textId="77777777" w:rsidR="006D4449" w:rsidRDefault="006D4449" w:rsidP="006D4449">
      <w:r>
        <w:t>432.8362</w:t>
      </w:r>
      <w:r>
        <w:tab/>
        <w:t>2.025e0</w:t>
      </w:r>
    </w:p>
    <w:p w14:paraId="0AB9E9BD" w14:textId="77777777" w:rsidR="006D4449" w:rsidRDefault="006D4449" w:rsidP="006D4449">
      <w:r>
        <w:t>432.8703</w:t>
      </w:r>
      <w:r>
        <w:tab/>
        <w:t>1.013e0</w:t>
      </w:r>
    </w:p>
    <w:p w14:paraId="1948AE5C" w14:textId="77777777" w:rsidR="006D4449" w:rsidRDefault="006D4449" w:rsidP="006D4449">
      <w:r>
        <w:t>432.8876</w:t>
      </w:r>
      <w:r>
        <w:tab/>
        <w:t>2.025e0</w:t>
      </w:r>
    </w:p>
    <w:p w14:paraId="1455C9D4" w14:textId="77777777" w:rsidR="006D4449" w:rsidRDefault="006D4449" w:rsidP="006D4449">
      <w:r>
        <w:t>432.8898</w:t>
      </w:r>
      <w:r>
        <w:tab/>
        <w:t>2.025e0</w:t>
      </w:r>
    </w:p>
    <w:p w14:paraId="3A2C8BA7" w14:textId="77777777" w:rsidR="006D4449" w:rsidRDefault="006D4449" w:rsidP="006D4449">
      <w:r>
        <w:t>432.8945</w:t>
      </w:r>
      <w:r>
        <w:tab/>
        <w:t>2.025e0</w:t>
      </w:r>
    </w:p>
    <w:p w14:paraId="59F66400" w14:textId="77777777" w:rsidR="006D4449" w:rsidRDefault="006D4449" w:rsidP="006D4449">
      <w:r>
        <w:t>432.9106</w:t>
      </w:r>
      <w:r>
        <w:tab/>
        <w:t>2.025e0</w:t>
      </w:r>
    </w:p>
    <w:p w14:paraId="5C674823" w14:textId="77777777" w:rsidR="006D4449" w:rsidRDefault="006D4449" w:rsidP="006D4449">
      <w:r>
        <w:t>432.9552</w:t>
      </w:r>
      <w:r>
        <w:tab/>
        <w:t>2.025e0</w:t>
      </w:r>
    </w:p>
    <w:p w14:paraId="01475563" w14:textId="77777777" w:rsidR="006D4449" w:rsidRDefault="006D4449" w:rsidP="006D4449">
      <w:r>
        <w:t>432.9748</w:t>
      </w:r>
      <w:r>
        <w:tab/>
        <w:t>8.014e0</w:t>
      </w:r>
    </w:p>
    <w:p w14:paraId="28A3754F" w14:textId="77777777" w:rsidR="006D4449" w:rsidRDefault="006D4449" w:rsidP="006D4449">
      <w:r>
        <w:t>432.9873</w:t>
      </w:r>
      <w:r>
        <w:tab/>
        <w:t>1.169e1</w:t>
      </w:r>
    </w:p>
    <w:p w14:paraId="21D80FF9" w14:textId="77777777" w:rsidR="006D4449" w:rsidRDefault="006D4449" w:rsidP="006D4449">
      <w:r>
        <w:t>432.9895</w:t>
      </w:r>
      <w:r>
        <w:tab/>
        <w:t>5.758e0</w:t>
      </w:r>
    </w:p>
    <w:p w14:paraId="78E9923E" w14:textId="77777777" w:rsidR="006D4449" w:rsidRDefault="006D4449" w:rsidP="006D4449">
      <w:r>
        <w:t>432.9939</w:t>
      </w:r>
      <w:r>
        <w:tab/>
        <w:t>2.025e0</w:t>
      </w:r>
    </w:p>
    <w:p w14:paraId="339C415C" w14:textId="77777777" w:rsidR="006D4449" w:rsidRDefault="006D4449" w:rsidP="006D4449">
      <w:r>
        <w:t>433.0208</w:t>
      </w:r>
      <w:r>
        <w:tab/>
        <w:t>5.063e0</w:t>
      </w:r>
    </w:p>
    <w:p w14:paraId="0C8426CA" w14:textId="77777777" w:rsidR="006D4449" w:rsidRDefault="006D4449" w:rsidP="006D4449">
      <w:r>
        <w:lastRenderedPageBreak/>
        <w:t>433.0439</w:t>
      </w:r>
      <w:r>
        <w:tab/>
        <w:t>3.843e0</w:t>
      </w:r>
    </w:p>
    <w:p w14:paraId="44D0C7FC" w14:textId="77777777" w:rsidR="006D4449" w:rsidRDefault="006D4449" w:rsidP="006D4449">
      <w:r>
        <w:t>433.0588</w:t>
      </w:r>
      <w:r>
        <w:tab/>
        <w:t>1.013e0</w:t>
      </w:r>
    </w:p>
    <w:p w14:paraId="1894D5A8" w14:textId="77777777" w:rsidR="006D4449" w:rsidRDefault="006D4449" w:rsidP="006D4449">
      <w:r>
        <w:t>433.0934</w:t>
      </w:r>
      <w:r>
        <w:tab/>
        <w:t>2.025e0</w:t>
      </w:r>
    </w:p>
    <w:p w14:paraId="20D54FF8" w14:textId="77777777" w:rsidR="006D4449" w:rsidRDefault="006D4449" w:rsidP="006D4449">
      <w:r>
        <w:t>433.1157</w:t>
      </w:r>
      <w:r>
        <w:tab/>
        <w:t>4.885e0</w:t>
      </w:r>
    </w:p>
    <w:p w14:paraId="3269B0F1" w14:textId="77777777" w:rsidR="006D4449" w:rsidRDefault="006D4449" w:rsidP="006D4449">
      <w:r>
        <w:t>433.1402</w:t>
      </w:r>
      <w:r>
        <w:tab/>
        <w:t>2.962e0</w:t>
      </w:r>
    </w:p>
    <w:p w14:paraId="1BB5CAD8" w14:textId="77777777" w:rsidR="006D4449" w:rsidRDefault="006D4449" w:rsidP="006D4449">
      <w:r>
        <w:t>433.2079</w:t>
      </w:r>
      <w:r>
        <w:tab/>
        <w:t>1.115e2</w:t>
      </w:r>
    </w:p>
    <w:p w14:paraId="28338A46" w14:textId="77777777" w:rsidR="006D4449" w:rsidRDefault="006D4449" w:rsidP="006D4449">
      <w:r>
        <w:t>433.2093</w:t>
      </w:r>
      <w:r>
        <w:tab/>
        <w:t>8.195e1</w:t>
      </w:r>
    </w:p>
    <w:p w14:paraId="5C4C760C" w14:textId="77777777" w:rsidR="006D4449" w:rsidRDefault="006D4449" w:rsidP="006D4449">
      <w:r>
        <w:t>433.2128</w:t>
      </w:r>
      <w:r>
        <w:tab/>
        <w:t>2.818e2</w:t>
      </w:r>
    </w:p>
    <w:p w14:paraId="7C59834C" w14:textId="77777777" w:rsidR="006D4449" w:rsidRDefault="006D4449" w:rsidP="006D4449">
      <w:r>
        <w:t>433.2856</w:t>
      </w:r>
      <w:r>
        <w:tab/>
        <w:t>1.942e0</w:t>
      </w:r>
    </w:p>
    <w:p w14:paraId="110EEBC1" w14:textId="77777777" w:rsidR="006D4449" w:rsidRDefault="006D4449" w:rsidP="006D4449">
      <w:r>
        <w:t>433.2891</w:t>
      </w:r>
      <w:r>
        <w:tab/>
        <w:t>2.296e0</w:t>
      </w:r>
    </w:p>
    <w:p w14:paraId="04770962" w14:textId="77777777" w:rsidR="006D4449" w:rsidRDefault="006D4449" w:rsidP="006D4449">
      <w:r>
        <w:t>433.3304</w:t>
      </w:r>
      <w:r>
        <w:tab/>
        <w:t>1.013e0</w:t>
      </w:r>
    </w:p>
    <w:p w14:paraId="65AFA5E7" w14:textId="77777777" w:rsidR="006D4449" w:rsidRDefault="006D4449" w:rsidP="006D4449">
      <w:r>
        <w:t>433.3322</w:t>
      </w:r>
      <w:r>
        <w:tab/>
        <w:t>1.013e0</w:t>
      </w:r>
    </w:p>
    <w:p w14:paraId="1E7C7CB1" w14:textId="77777777" w:rsidR="006D4449" w:rsidRDefault="006D4449" w:rsidP="006D4449">
      <w:r>
        <w:t>433.3364</w:t>
      </w:r>
      <w:r>
        <w:tab/>
        <w:t>1.919e0</w:t>
      </w:r>
    </w:p>
    <w:p w14:paraId="28C849C0" w14:textId="77777777" w:rsidR="006D4449" w:rsidRDefault="006D4449" w:rsidP="006D4449">
      <w:r>
        <w:t>433.3412</w:t>
      </w:r>
      <w:r>
        <w:tab/>
        <w:t>2.025e0</w:t>
      </w:r>
    </w:p>
    <w:p w14:paraId="26C20E1D" w14:textId="77777777" w:rsidR="006D4449" w:rsidRDefault="006D4449" w:rsidP="006D4449">
      <w:r>
        <w:t>433.4196</w:t>
      </w:r>
      <w:r>
        <w:tab/>
        <w:t>2.025e0</w:t>
      </w:r>
    </w:p>
    <w:p w14:paraId="7DA42D52" w14:textId="77777777" w:rsidR="006D4449" w:rsidRDefault="006D4449" w:rsidP="006D4449">
      <w:r>
        <w:t>433.4381</w:t>
      </w:r>
      <w:r>
        <w:tab/>
        <w:t>2.025e0</w:t>
      </w:r>
    </w:p>
    <w:p w14:paraId="1E6BAB3C" w14:textId="77777777" w:rsidR="006D4449" w:rsidRDefault="006D4449" w:rsidP="006D4449">
      <w:r>
        <w:t>433.4497</w:t>
      </w:r>
      <w:r>
        <w:tab/>
        <w:t>2.025e0</w:t>
      </w:r>
    </w:p>
    <w:p w14:paraId="2394EDCC" w14:textId="77777777" w:rsidR="006D4449" w:rsidRDefault="006D4449" w:rsidP="006D4449">
      <w:r>
        <w:t>433.4637</w:t>
      </w:r>
      <w:r>
        <w:tab/>
        <w:t>4.051e0</w:t>
      </w:r>
    </w:p>
    <w:p w14:paraId="23736C26" w14:textId="77777777" w:rsidR="006D4449" w:rsidRDefault="006D4449" w:rsidP="006D4449">
      <w:r>
        <w:t>433.4924</w:t>
      </w:r>
      <w:r>
        <w:tab/>
        <w:t>1.013e0</w:t>
      </w:r>
    </w:p>
    <w:p w14:paraId="1E08BAC2" w14:textId="77777777" w:rsidR="006D4449" w:rsidRDefault="006D4449" w:rsidP="006D4449">
      <w:r>
        <w:lastRenderedPageBreak/>
        <w:t>433.5164</w:t>
      </w:r>
      <w:r>
        <w:tab/>
        <w:t>1.013e0</w:t>
      </w:r>
    </w:p>
    <w:p w14:paraId="4FF16CDB" w14:textId="77777777" w:rsidR="006D4449" w:rsidRDefault="006D4449" w:rsidP="006D4449">
      <w:r>
        <w:t>433.5610</w:t>
      </w:r>
      <w:r>
        <w:tab/>
        <w:t>1.013e0</w:t>
      </w:r>
    </w:p>
    <w:p w14:paraId="7BE9F93A" w14:textId="77777777" w:rsidR="006D4449" w:rsidRDefault="006D4449" w:rsidP="006D4449">
      <w:r>
        <w:t>433.5970</w:t>
      </w:r>
      <w:r>
        <w:tab/>
        <w:t>1.013e0</w:t>
      </w:r>
    </w:p>
    <w:p w14:paraId="5A0B26F2" w14:textId="77777777" w:rsidR="006D4449" w:rsidRDefault="006D4449" w:rsidP="006D4449">
      <w:r>
        <w:t>433.6059</w:t>
      </w:r>
      <w:r>
        <w:tab/>
        <w:t>2.025e0</w:t>
      </w:r>
    </w:p>
    <w:p w14:paraId="78E1FBEF" w14:textId="77777777" w:rsidR="006D4449" w:rsidRDefault="006D4449" w:rsidP="006D4449">
      <w:r>
        <w:t>433.6707</w:t>
      </w:r>
      <w:r>
        <w:tab/>
        <w:t>2.025e0</w:t>
      </w:r>
    </w:p>
    <w:p w14:paraId="108B00DB" w14:textId="77777777" w:rsidR="006D4449" w:rsidRDefault="006D4449" w:rsidP="006D4449">
      <w:r>
        <w:t>433.6732</w:t>
      </w:r>
      <w:r>
        <w:tab/>
        <w:t>1.013e0</w:t>
      </w:r>
    </w:p>
    <w:p w14:paraId="3FAC7CF1" w14:textId="77777777" w:rsidR="006D4449" w:rsidRDefault="006D4449" w:rsidP="006D4449">
      <w:r>
        <w:t>433.6793</w:t>
      </w:r>
      <w:r>
        <w:tab/>
        <w:t>1.013e0</w:t>
      </w:r>
    </w:p>
    <w:p w14:paraId="574209E8" w14:textId="77777777" w:rsidR="006D4449" w:rsidRDefault="006D4449" w:rsidP="006D4449">
      <w:r>
        <w:t>433.6988</w:t>
      </w:r>
      <w:r>
        <w:tab/>
        <w:t>2.025e0</w:t>
      </w:r>
    </w:p>
    <w:p w14:paraId="1B82F9C0" w14:textId="77777777" w:rsidR="006D4449" w:rsidRDefault="006D4449" w:rsidP="006D4449">
      <w:r>
        <w:t>433.7097</w:t>
      </w:r>
      <w:r>
        <w:tab/>
        <w:t>2.025e0</w:t>
      </w:r>
    </w:p>
    <w:p w14:paraId="0AB406E1" w14:textId="77777777" w:rsidR="006D4449" w:rsidRDefault="006D4449" w:rsidP="006D4449">
      <w:r>
        <w:t>433.7131</w:t>
      </w:r>
      <w:r>
        <w:tab/>
        <w:t>3.038e0</w:t>
      </w:r>
    </w:p>
    <w:p w14:paraId="3778AE32" w14:textId="77777777" w:rsidR="006D4449" w:rsidRDefault="006D4449" w:rsidP="006D4449">
      <w:r>
        <w:t>433.7645</w:t>
      </w:r>
      <w:r>
        <w:tab/>
        <w:t>1.013e0</w:t>
      </w:r>
    </w:p>
    <w:p w14:paraId="2BBF8071" w14:textId="77777777" w:rsidR="006D4449" w:rsidRDefault="006D4449" w:rsidP="006D4449">
      <w:r>
        <w:t>433.7664</w:t>
      </w:r>
      <w:r>
        <w:tab/>
        <w:t>1.013e0</w:t>
      </w:r>
    </w:p>
    <w:p w14:paraId="6CAF4571" w14:textId="77777777" w:rsidR="006D4449" w:rsidRDefault="006D4449" w:rsidP="006D4449">
      <w:r>
        <w:t>433.7688</w:t>
      </w:r>
      <w:r>
        <w:tab/>
        <w:t>2.025e0</w:t>
      </w:r>
    </w:p>
    <w:p w14:paraId="1B07EA74" w14:textId="77777777" w:rsidR="006D4449" w:rsidRDefault="006D4449" w:rsidP="006D4449">
      <w:r>
        <w:t>433.8172</w:t>
      </w:r>
      <w:r>
        <w:tab/>
        <w:t>1.013e0</w:t>
      </w:r>
    </w:p>
    <w:p w14:paraId="19BA14EC" w14:textId="77777777" w:rsidR="006D4449" w:rsidRDefault="006D4449" w:rsidP="006D4449">
      <w:r>
        <w:t>433.8246</w:t>
      </w:r>
      <w:r>
        <w:tab/>
        <w:t>3.038e0</w:t>
      </w:r>
    </w:p>
    <w:p w14:paraId="12C15EBB" w14:textId="77777777" w:rsidR="006D4449" w:rsidRDefault="006D4449" w:rsidP="006D4449">
      <w:r>
        <w:t>433.8262</w:t>
      </w:r>
      <w:r>
        <w:tab/>
        <w:t>4.598e0</w:t>
      </w:r>
    </w:p>
    <w:p w14:paraId="1F5BD9DE" w14:textId="77777777" w:rsidR="006D4449" w:rsidRDefault="006D4449" w:rsidP="006D4449">
      <w:r>
        <w:t>433.8533</w:t>
      </w:r>
      <w:r>
        <w:tab/>
        <w:t>8.101e0</w:t>
      </w:r>
    </w:p>
    <w:p w14:paraId="21C1DA63" w14:textId="77777777" w:rsidR="006D4449" w:rsidRDefault="006D4449" w:rsidP="006D4449">
      <w:r>
        <w:t>433.8690</w:t>
      </w:r>
      <w:r>
        <w:tab/>
        <w:t>3.038e0</w:t>
      </w:r>
    </w:p>
    <w:p w14:paraId="24E3DF68" w14:textId="77777777" w:rsidR="006D4449" w:rsidRDefault="006D4449" w:rsidP="006D4449">
      <w:r>
        <w:t>433.9031</w:t>
      </w:r>
      <w:r>
        <w:tab/>
        <w:t>1.013e0</w:t>
      </w:r>
    </w:p>
    <w:p w14:paraId="54FE71A5" w14:textId="77777777" w:rsidR="006D4449" w:rsidRDefault="006D4449" w:rsidP="006D4449">
      <w:r>
        <w:lastRenderedPageBreak/>
        <w:t>433.9106</w:t>
      </w:r>
      <w:r>
        <w:tab/>
        <w:t>2.025e0</w:t>
      </w:r>
    </w:p>
    <w:p w14:paraId="405AB11D" w14:textId="77777777" w:rsidR="006D4449" w:rsidRDefault="006D4449" w:rsidP="006D4449">
      <w:r>
        <w:t>433.9158</w:t>
      </w:r>
      <w:r>
        <w:tab/>
        <w:t>6.076e0</w:t>
      </w:r>
    </w:p>
    <w:p w14:paraId="72498E22" w14:textId="77777777" w:rsidR="006D4449" w:rsidRDefault="006D4449" w:rsidP="006D4449">
      <w:r>
        <w:t>433.9532</w:t>
      </w:r>
      <w:r>
        <w:tab/>
        <w:t>2.025e0</w:t>
      </w:r>
    </w:p>
    <w:p w14:paraId="0ADE9E13" w14:textId="77777777" w:rsidR="006D4449" w:rsidRDefault="006D4449" w:rsidP="006D4449">
      <w:r>
        <w:t>433.9930</w:t>
      </w:r>
      <w:r>
        <w:tab/>
        <w:t>5.063e0</w:t>
      </w:r>
    </w:p>
    <w:p w14:paraId="1962EBC9" w14:textId="77777777" w:rsidR="006D4449" w:rsidRDefault="006D4449" w:rsidP="006D4449">
      <w:r>
        <w:t>433.9973</w:t>
      </w:r>
      <w:r>
        <w:tab/>
        <w:t>2.025e0</w:t>
      </w:r>
    </w:p>
    <w:p w14:paraId="02FC504B" w14:textId="77777777" w:rsidR="006D4449" w:rsidRDefault="006D4449" w:rsidP="006D4449">
      <w:r>
        <w:t>434.0032</w:t>
      </w:r>
      <w:r>
        <w:tab/>
        <w:t>2.025e0</w:t>
      </w:r>
    </w:p>
    <w:p w14:paraId="24A111A8" w14:textId="77777777" w:rsidR="006D4449" w:rsidRDefault="006D4449" w:rsidP="006D4449">
      <w:r>
        <w:t>434.0539</w:t>
      </w:r>
      <w:r>
        <w:tab/>
        <w:t>1.013e0</w:t>
      </w:r>
    </w:p>
    <w:p w14:paraId="522F2DA7" w14:textId="77777777" w:rsidR="006D4449" w:rsidRDefault="006D4449" w:rsidP="006D4449">
      <w:r>
        <w:t>434.0553</w:t>
      </w:r>
      <w:r>
        <w:tab/>
        <w:t>2.025e0</w:t>
      </w:r>
    </w:p>
    <w:p w14:paraId="76F7456B" w14:textId="77777777" w:rsidR="006D4449" w:rsidRDefault="006D4449" w:rsidP="006D4449">
      <w:r>
        <w:t>434.0875</w:t>
      </w:r>
      <w:r>
        <w:tab/>
        <w:t>1.013e0</w:t>
      </w:r>
    </w:p>
    <w:p w14:paraId="072F0D57" w14:textId="77777777" w:rsidR="006D4449" w:rsidRDefault="006D4449" w:rsidP="006D4449">
      <w:r>
        <w:t>434.0988</w:t>
      </w:r>
      <w:r>
        <w:tab/>
        <w:t>3.038e0</w:t>
      </w:r>
    </w:p>
    <w:p w14:paraId="331F72A3" w14:textId="77777777" w:rsidR="006D4449" w:rsidRDefault="006D4449" w:rsidP="006D4449">
      <w:r>
        <w:t>434.1092</w:t>
      </w:r>
      <w:r>
        <w:tab/>
        <w:t>3.038e0</w:t>
      </w:r>
    </w:p>
    <w:p w14:paraId="587D9B40" w14:textId="77777777" w:rsidR="006D4449" w:rsidRDefault="006D4449" w:rsidP="006D4449">
      <w:r>
        <w:t>434.1177</w:t>
      </w:r>
      <w:r>
        <w:tab/>
        <w:t>4.045e0</w:t>
      </w:r>
    </w:p>
    <w:p w14:paraId="65B9BD64" w14:textId="77777777" w:rsidR="006D4449" w:rsidRDefault="006D4449" w:rsidP="006D4449">
      <w:r>
        <w:t>434.1215</w:t>
      </w:r>
      <w:r>
        <w:tab/>
        <w:t>1.013e0</w:t>
      </w:r>
    </w:p>
    <w:p w14:paraId="21A388AF" w14:textId="77777777" w:rsidR="006D4449" w:rsidRDefault="006D4449" w:rsidP="006D4449">
      <w:r>
        <w:t>434.2085</w:t>
      </w:r>
      <w:r>
        <w:tab/>
        <w:t>5.108e1</w:t>
      </w:r>
    </w:p>
    <w:p w14:paraId="19BF75DF" w14:textId="77777777" w:rsidR="006D4449" w:rsidRDefault="006D4449" w:rsidP="006D4449">
      <w:r>
        <w:t>434.2111</w:t>
      </w:r>
      <w:r>
        <w:tab/>
        <w:t>4.777e1</w:t>
      </w:r>
    </w:p>
    <w:p w14:paraId="6119ACC0" w14:textId="77777777" w:rsidR="006D4449" w:rsidRDefault="006D4449" w:rsidP="006D4449">
      <w:r>
        <w:t>434.2133</w:t>
      </w:r>
      <w:r>
        <w:tab/>
        <w:t>5.706e0</w:t>
      </w:r>
    </w:p>
    <w:p w14:paraId="31051931" w14:textId="77777777" w:rsidR="006D4449" w:rsidRDefault="006D4449" w:rsidP="006D4449">
      <w:r>
        <w:t>434.2226</w:t>
      </w:r>
      <w:r>
        <w:tab/>
        <w:t>3.601e1</w:t>
      </w:r>
    </w:p>
    <w:p w14:paraId="2BA445AB" w14:textId="77777777" w:rsidR="006D4449" w:rsidRDefault="006D4449" w:rsidP="006D4449">
      <w:r>
        <w:t>434.2892</w:t>
      </w:r>
      <w:r>
        <w:tab/>
        <w:t>4.433e0</w:t>
      </w:r>
    </w:p>
    <w:p w14:paraId="581174EE" w14:textId="77777777" w:rsidR="006D4449" w:rsidRDefault="006D4449" w:rsidP="006D4449">
      <w:r>
        <w:t>434.2973</w:t>
      </w:r>
      <w:r>
        <w:tab/>
        <w:t>4.878e0</w:t>
      </w:r>
    </w:p>
    <w:p w14:paraId="30BFB710" w14:textId="77777777" w:rsidR="006D4449" w:rsidRDefault="006D4449" w:rsidP="006D4449">
      <w:r>
        <w:lastRenderedPageBreak/>
        <w:t>434.3290</w:t>
      </w:r>
      <w:r>
        <w:tab/>
        <w:t>4.665e0</w:t>
      </w:r>
    </w:p>
    <w:p w14:paraId="45DEAA2B" w14:textId="77777777" w:rsidR="006D4449" w:rsidRDefault="006D4449" w:rsidP="006D4449">
      <w:r>
        <w:t>434.3314</w:t>
      </w:r>
      <w:r>
        <w:tab/>
        <w:t>2.304e0</w:t>
      </w:r>
    </w:p>
    <w:p w14:paraId="0A3306CC" w14:textId="77777777" w:rsidR="006D4449" w:rsidRDefault="006D4449" w:rsidP="006D4449">
      <w:r>
        <w:t>434.3430</w:t>
      </w:r>
      <w:r>
        <w:tab/>
        <w:t>2.025e0</w:t>
      </w:r>
    </w:p>
    <w:p w14:paraId="6298650C" w14:textId="77777777" w:rsidR="006D4449" w:rsidRDefault="006D4449" w:rsidP="006D4449">
      <w:r>
        <w:t>434.3530</w:t>
      </w:r>
      <w:r>
        <w:tab/>
        <w:t>1.013e0</w:t>
      </w:r>
    </w:p>
    <w:p w14:paraId="0B696C42" w14:textId="77777777" w:rsidR="006D4449" w:rsidRDefault="006D4449" w:rsidP="006D4449">
      <w:r>
        <w:t>434.3736</w:t>
      </w:r>
      <w:r>
        <w:tab/>
        <w:t>3.686e0</w:t>
      </w:r>
    </w:p>
    <w:p w14:paraId="666ACCDB" w14:textId="77777777" w:rsidR="006D4449" w:rsidRDefault="006D4449" w:rsidP="006D4449">
      <w:r>
        <w:t>434.3882</w:t>
      </w:r>
      <w:r>
        <w:tab/>
        <w:t>1.013e0</w:t>
      </w:r>
    </w:p>
    <w:p w14:paraId="2A41E632" w14:textId="77777777" w:rsidR="006D4449" w:rsidRDefault="006D4449" w:rsidP="006D4449">
      <w:r>
        <w:t>434.3987</w:t>
      </w:r>
      <w:r>
        <w:tab/>
        <w:t>1.013e0</w:t>
      </w:r>
    </w:p>
    <w:p w14:paraId="3D28D093" w14:textId="77777777" w:rsidR="006D4449" w:rsidRDefault="006D4449" w:rsidP="006D4449">
      <w:r>
        <w:t>434.4045</w:t>
      </w:r>
      <w:r>
        <w:tab/>
        <w:t>1.013e0</w:t>
      </w:r>
    </w:p>
    <w:p w14:paraId="61D66B05" w14:textId="77777777" w:rsidR="006D4449" w:rsidRDefault="006D4449" w:rsidP="006D4449">
      <w:r>
        <w:t>434.4216</w:t>
      </w:r>
      <w:r>
        <w:tab/>
        <w:t>1.013e0</w:t>
      </w:r>
    </w:p>
    <w:p w14:paraId="79D493ED" w14:textId="77777777" w:rsidR="006D4449" w:rsidRDefault="006D4449" w:rsidP="006D4449">
      <w:r>
        <w:t>434.4312</w:t>
      </w:r>
      <w:r>
        <w:tab/>
        <w:t>4.051e0</w:t>
      </w:r>
    </w:p>
    <w:p w14:paraId="6B3BE7A0" w14:textId="77777777" w:rsidR="006D4449" w:rsidRDefault="006D4449" w:rsidP="006D4449">
      <w:r>
        <w:t>434.4707</w:t>
      </w:r>
      <w:r>
        <w:tab/>
        <w:t>1.013e0</w:t>
      </w:r>
    </w:p>
    <w:p w14:paraId="7431E121" w14:textId="77777777" w:rsidR="006D4449" w:rsidRDefault="006D4449" w:rsidP="006D4449">
      <w:r>
        <w:t>434.4814</w:t>
      </w:r>
      <w:r>
        <w:tab/>
        <w:t>2.025e0</w:t>
      </w:r>
    </w:p>
    <w:p w14:paraId="3896A081" w14:textId="77777777" w:rsidR="006D4449" w:rsidRDefault="006D4449" w:rsidP="006D4449">
      <w:r>
        <w:t>434.4960</w:t>
      </w:r>
      <w:r>
        <w:tab/>
        <w:t>1.013e0</w:t>
      </w:r>
    </w:p>
    <w:p w14:paraId="059855E6" w14:textId="77777777" w:rsidR="006D4449" w:rsidRDefault="006D4449" w:rsidP="006D4449">
      <w:r>
        <w:t>434.5207</w:t>
      </w:r>
      <w:r>
        <w:tab/>
        <w:t>1.013e0</w:t>
      </w:r>
    </w:p>
    <w:p w14:paraId="402414A6" w14:textId="77777777" w:rsidR="006D4449" w:rsidRDefault="006D4449" w:rsidP="006D4449">
      <w:r>
        <w:t>434.5519</w:t>
      </w:r>
      <w:r>
        <w:tab/>
        <w:t>4.051e0</w:t>
      </w:r>
    </w:p>
    <w:p w14:paraId="4338F1B5" w14:textId="77777777" w:rsidR="006D4449" w:rsidRDefault="006D4449" w:rsidP="006D4449">
      <w:r>
        <w:t>434.5530</w:t>
      </w:r>
      <w:r>
        <w:tab/>
        <w:t>1.013e0</w:t>
      </w:r>
    </w:p>
    <w:p w14:paraId="7A9D7894" w14:textId="77777777" w:rsidR="006D4449" w:rsidRDefault="006D4449" w:rsidP="006D4449">
      <w:r>
        <w:t>434.5799</w:t>
      </w:r>
      <w:r>
        <w:tab/>
        <w:t>1.013e0</w:t>
      </w:r>
    </w:p>
    <w:p w14:paraId="0627BF14" w14:textId="77777777" w:rsidR="006D4449" w:rsidRDefault="006D4449" w:rsidP="006D4449">
      <w:r>
        <w:t>434.5867</w:t>
      </w:r>
      <w:r>
        <w:tab/>
        <w:t>3.038e0</w:t>
      </w:r>
    </w:p>
    <w:p w14:paraId="3DDA18BD" w14:textId="77777777" w:rsidR="006D4449" w:rsidRDefault="006D4449" w:rsidP="006D4449">
      <w:r>
        <w:t>434.6139</w:t>
      </w:r>
      <w:r>
        <w:tab/>
        <w:t>1.013e0</w:t>
      </w:r>
    </w:p>
    <w:p w14:paraId="72F3E685" w14:textId="77777777" w:rsidR="006D4449" w:rsidRDefault="006D4449" w:rsidP="006D4449">
      <w:r>
        <w:lastRenderedPageBreak/>
        <w:t>434.6638</w:t>
      </w:r>
      <w:r>
        <w:tab/>
        <w:t>1.013e0</w:t>
      </w:r>
    </w:p>
    <w:p w14:paraId="11DF70AF" w14:textId="77777777" w:rsidR="006D4449" w:rsidRDefault="006D4449" w:rsidP="006D4449">
      <w:r>
        <w:t>434.7016</w:t>
      </w:r>
      <w:r>
        <w:tab/>
        <w:t>2.025e0</w:t>
      </w:r>
    </w:p>
    <w:p w14:paraId="43F2A07F" w14:textId="77777777" w:rsidR="006D4449" w:rsidRDefault="006D4449" w:rsidP="006D4449">
      <w:r>
        <w:t>434.7107</w:t>
      </w:r>
      <w:r>
        <w:tab/>
        <w:t>1.013e0</w:t>
      </w:r>
    </w:p>
    <w:p w14:paraId="4E040772" w14:textId="77777777" w:rsidR="006D4449" w:rsidRDefault="006D4449" w:rsidP="006D4449">
      <w:r>
        <w:t>434.7267</w:t>
      </w:r>
      <w:r>
        <w:tab/>
        <w:t>1.013e0</w:t>
      </w:r>
    </w:p>
    <w:p w14:paraId="0B9E7C0E" w14:textId="77777777" w:rsidR="006D4449" w:rsidRDefault="006D4449" w:rsidP="006D4449">
      <w:r>
        <w:t>434.7338</w:t>
      </w:r>
      <w:r>
        <w:tab/>
        <w:t>1.013e0</w:t>
      </w:r>
    </w:p>
    <w:p w14:paraId="5A09DE2E" w14:textId="77777777" w:rsidR="006D4449" w:rsidRDefault="006D4449" w:rsidP="006D4449">
      <w:r>
        <w:t>434.7751</w:t>
      </w:r>
      <w:r>
        <w:tab/>
        <w:t>1.013e0</w:t>
      </w:r>
    </w:p>
    <w:p w14:paraId="479D7449" w14:textId="77777777" w:rsidR="006D4449" w:rsidRDefault="006D4449" w:rsidP="006D4449">
      <w:r>
        <w:t>434.7839</w:t>
      </w:r>
      <w:r>
        <w:tab/>
        <w:t>4.051e0</w:t>
      </w:r>
    </w:p>
    <w:p w14:paraId="7E82EBBC" w14:textId="77777777" w:rsidR="006D4449" w:rsidRDefault="006D4449" w:rsidP="006D4449">
      <w:r>
        <w:t>434.8114</w:t>
      </w:r>
      <w:r>
        <w:tab/>
        <w:t>3.038e0</w:t>
      </w:r>
    </w:p>
    <w:p w14:paraId="7F9A759E" w14:textId="77777777" w:rsidR="006D4449" w:rsidRDefault="006D4449" w:rsidP="006D4449">
      <w:r>
        <w:t>434.8227</w:t>
      </w:r>
      <w:r>
        <w:tab/>
        <w:t>2.025e0</w:t>
      </w:r>
    </w:p>
    <w:p w14:paraId="639F2502" w14:textId="77777777" w:rsidR="006D4449" w:rsidRDefault="006D4449" w:rsidP="006D4449">
      <w:r>
        <w:t>434.8305</w:t>
      </w:r>
      <w:r>
        <w:tab/>
        <w:t>1.013e0</w:t>
      </w:r>
    </w:p>
    <w:p w14:paraId="6B5BAC3E" w14:textId="77777777" w:rsidR="006D4449" w:rsidRDefault="006D4449" w:rsidP="006D4449">
      <w:r>
        <w:t>434.8538</w:t>
      </w:r>
      <w:r>
        <w:tab/>
        <w:t>1.013e0</w:t>
      </w:r>
    </w:p>
    <w:p w14:paraId="36EBC3A8" w14:textId="77777777" w:rsidR="006D4449" w:rsidRDefault="006D4449" w:rsidP="006D4449">
      <w:r>
        <w:t>434.8824</w:t>
      </w:r>
      <w:r>
        <w:tab/>
        <w:t>2.025e0</w:t>
      </w:r>
    </w:p>
    <w:p w14:paraId="0DBDC4B3" w14:textId="77777777" w:rsidR="006D4449" w:rsidRDefault="006D4449" w:rsidP="006D4449">
      <w:r>
        <w:t>434.9022</w:t>
      </w:r>
      <w:r>
        <w:tab/>
        <w:t>2.025e0</w:t>
      </w:r>
    </w:p>
    <w:p w14:paraId="442FB123" w14:textId="77777777" w:rsidR="006D4449" w:rsidRDefault="006D4449" w:rsidP="006D4449">
      <w:r>
        <w:t>434.9058</w:t>
      </w:r>
      <w:r>
        <w:tab/>
        <w:t>2.025e0</w:t>
      </w:r>
    </w:p>
    <w:p w14:paraId="74AB68B3" w14:textId="77777777" w:rsidR="006D4449" w:rsidRDefault="006D4449" w:rsidP="006D4449">
      <w:r>
        <w:t>434.9327</w:t>
      </w:r>
      <w:r>
        <w:tab/>
        <w:t>3.133e0</w:t>
      </w:r>
    </w:p>
    <w:p w14:paraId="6EDC84D3" w14:textId="77777777" w:rsidR="006D4449" w:rsidRDefault="006D4449" w:rsidP="006D4449">
      <w:r>
        <w:t>434.9348</w:t>
      </w:r>
      <w:r>
        <w:tab/>
        <w:t>2.025e0</w:t>
      </w:r>
    </w:p>
    <w:p w14:paraId="1CE07EC7" w14:textId="77777777" w:rsidR="006D4449" w:rsidRDefault="006D4449" w:rsidP="006D4449">
      <w:r>
        <w:t>434.9526</w:t>
      </w:r>
      <w:r>
        <w:tab/>
        <w:t>3.038e0</w:t>
      </w:r>
    </w:p>
    <w:p w14:paraId="6B6C4FF6" w14:textId="77777777" w:rsidR="006D4449" w:rsidRDefault="006D4449" w:rsidP="006D4449">
      <w:r>
        <w:t>434.9709</w:t>
      </w:r>
      <w:r>
        <w:tab/>
        <w:t>1.013e0</w:t>
      </w:r>
    </w:p>
    <w:p w14:paraId="35448EFF" w14:textId="77777777" w:rsidR="006D4449" w:rsidRDefault="006D4449" w:rsidP="006D4449">
      <w:r>
        <w:t>434.9845</w:t>
      </w:r>
      <w:r>
        <w:tab/>
        <w:t>4.227e0</w:t>
      </w:r>
    </w:p>
    <w:p w14:paraId="222EA594" w14:textId="77777777" w:rsidR="006D4449" w:rsidRDefault="006D4449" w:rsidP="006D4449">
      <w:r>
        <w:lastRenderedPageBreak/>
        <w:t>434.9919</w:t>
      </w:r>
      <w:r>
        <w:tab/>
        <w:t>1.013e0</w:t>
      </w:r>
    </w:p>
    <w:p w14:paraId="7292E98B" w14:textId="77777777" w:rsidR="006D4449" w:rsidRDefault="006D4449" w:rsidP="006D4449">
      <w:r>
        <w:t>434.9939</w:t>
      </w:r>
      <w:r>
        <w:tab/>
        <w:t>3.038e0</w:t>
      </w:r>
    </w:p>
    <w:p w14:paraId="09165DFB" w14:textId="77777777" w:rsidR="006D4449" w:rsidRDefault="006D4449" w:rsidP="006D4449">
      <w:r>
        <w:t>435.0225</w:t>
      </w:r>
      <w:r>
        <w:tab/>
        <w:t>1.013e0</w:t>
      </w:r>
    </w:p>
    <w:p w14:paraId="3A2009A0" w14:textId="77777777" w:rsidR="006D4449" w:rsidRDefault="006D4449" w:rsidP="006D4449">
      <w:r>
        <w:t>435.0346</w:t>
      </w:r>
      <w:r>
        <w:tab/>
        <w:t>3.038e0</w:t>
      </w:r>
    </w:p>
    <w:p w14:paraId="7A1E15BD" w14:textId="77777777" w:rsidR="006D4449" w:rsidRDefault="006D4449" w:rsidP="006D4449">
      <w:r>
        <w:t>435.0364</w:t>
      </w:r>
      <w:r>
        <w:tab/>
        <w:t>1.013e0</w:t>
      </w:r>
    </w:p>
    <w:p w14:paraId="6F34F2F6" w14:textId="77777777" w:rsidR="006D4449" w:rsidRDefault="006D4449" w:rsidP="006D4449">
      <w:r>
        <w:t>435.0867</w:t>
      </w:r>
      <w:r>
        <w:tab/>
        <w:t>4.051e0</w:t>
      </w:r>
    </w:p>
    <w:p w14:paraId="5D59B895" w14:textId="77777777" w:rsidR="006D4449" w:rsidRDefault="006D4449" w:rsidP="006D4449">
      <w:r>
        <w:t>435.0989</w:t>
      </w:r>
      <w:r>
        <w:tab/>
        <w:t>1.013e0</w:t>
      </w:r>
    </w:p>
    <w:p w14:paraId="560B17A6" w14:textId="77777777" w:rsidR="006D4449" w:rsidRDefault="006D4449" w:rsidP="006D4449">
      <w:r>
        <w:t>435.1188</w:t>
      </w:r>
      <w:r>
        <w:tab/>
        <w:t>3.038e0</w:t>
      </w:r>
    </w:p>
    <w:p w14:paraId="02972E40" w14:textId="77777777" w:rsidR="006D4449" w:rsidRDefault="006D4449" w:rsidP="006D4449">
      <w:r>
        <w:t>435.1349</w:t>
      </w:r>
      <w:r>
        <w:tab/>
        <w:t>1.013e0</w:t>
      </w:r>
    </w:p>
    <w:p w14:paraId="7CD5F2C9" w14:textId="77777777" w:rsidR="006D4449" w:rsidRDefault="006D4449" w:rsidP="006D4449">
      <w:r>
        <w:t>435.1459</w:t>
      </w:r>
      <w:r>
        <w:tab/>
        <w:t>5.063e0</w:t>
      </w:r>
    </w:p>
    <w:p w14:paraId="36D0094D" w14:textId="77777777" w:rsidR="006D4449" w:rsidRDefault="006D4449" w:rsidP="006D4449">
      <w:r>
        <w:t>435.1493</w:t>
      </w:r>
      <w:r>
        <w:tab/>
        <w:t>2.025e0</w:t>
      </w:r>
    </w:p>
    <w:p w14:paraId="66019853" w14:textId="77777777" w:rsidR="006D4449" w:rsidRDefault="006D4449" w:rsidP="006D4449">
      <w:r>
        <w:t>435.1944</w:t>
      </w:r>
      <w:r>
        <w:tab/>
        <w:t>2.896e0</w:t>
      </w:r>
    </w:p>
    <w:p w14:paraId="663DA1AF" w14:textId="77777777" w:rsidR="006D4449" w:rsidRDefault="006D4449" w:rsidP="006D4449">
      <w:r>
        <w:t>435.2012</w:t>
      </w:r>
      <w:r>
        <w:tab/>
        <w:t>1.013e0</w:t>
      </w:r>
    </w:p>
    <w:p w14:paraId="6570A83D" w14:textId="77777777" w:rsidR="006D4449" w:rsidRDefault="006D4449" w:rsidP="006D4449">
      <w:r>
        <w:t>435.2119</w:t>
      </w:r>
      <w:r>
        <w:tab/>
        <w:t>6.026e0</w:t>
      </w:r>
    </w:p>
    <w:p w14:paraId="2DF31B0E" w14:textId="77777777" w:rsidR="006D4449" w:rsidRDefault="006D4449" w:rsidP="006D4449">
      <w:r>
        <w:t>435.2163</w:t>
      </w:r>
      <w:r>
        <w:tab/>
        <w:t>1.662e1</w:t>
      </w:r>
    </w:p>
    <w:p w14:paraId="6261BB54" w14:textId="77777777" w:rsidR="006D4449" w:rsidRDefault="006D4449" w:rsidP="006D4449">
      <w:r>
        <w:t>435.3190</w:t>
      </w:r>
      <w:r>
        <w:tab/>
        <w:t>2.797e0</w:t>
      </w:r>
    </w:p>
    <w:p w14:paraId="5A5C7E26" w14:textId="77777777" w:rsidR="006D4449" w:rsidRDefault="006D4449" w:rsidP="006D4449">
      <w:r>
        <w:t>435.3437</w:t>
      </w:r>
      <w:r>
        <w:tab/>
        <w:t>6.300e0</w:t>
      </w:r>
    </w:p>
    <w:p w14:paraId="29606294" w14:textId="77777777" w:rsidR="006D4449" w:rsidRDefault="006D4449" w:rsidP="006D4449">
      <w:r>
        <w:t>435.3482</w:t>
      </w:r>
      <w:r>
        <w:tab/>
        <w:t>4.051e0</w:t>
      </w:r>
    </w:p>
    <w:p w14:paraId="71B29B62" w14:textId="77777777" w:rsidR="006D4449" w:rsidRDefault="006D4449" w:rsidP="006D4449">
      <w:r>
        <w:t>435.3712</w:t>
      </w:r>
      <w:r>
        <w:tab/>
        <w:t>2.025e0</w:t>
      </w:r>
    </w:p>
    <w:p w14:paraId="6BFFF3B6" w14:textId="77777777" w:rsidR="006D4449" w:rsidRDefault="006D4449" w:rsidP="006D4449">
      <w:r>
        <w:lastRenderedPageBreak/>
        <w:t>435.3824</w:t>
      </w:r>
      <w:r>
        <w:tab/>
        <w:t>2.025e0</w:t>
      </w:r>
    </w:p>
    <w:p w14:paraId="553589B9" w14:textId="77777777" w:rsidR="006D4449" w:rsidRDefault="006D4449" w:rsidP="006D4449">
      <w:r>
        <w:t>435.3981</w:t>
      </w:r>
      <w:r>
        <w:tab/>
        <w:t>2.025e0</w:t>
      </w:r>
    </w:p>
    <w:p w14:paraId="01F15ABF" w14:textId="77777777" w:rsidR="006D4449" w:rsidRDefault="006D4449" w:rsidP="006D4449">
      <w:r>
        <w:t>435.4179</w:t>
      </w:r>
      <w:r>
        <w:tab/>
        <w:t>4.051e0</w:t>
      </w:r>
    </w:p>
    <w:p w14:paraId="23331161" w14:textId="77777777" w:rsidR="006D4449" w:rsidRDefault="006D4449" w:rsidP="006D4449">
      <w:r>
        <w:t>435.4842</w:t>
      </w:r>
      <w:r>
        <w:tab/>
        <w:t>1.013e0</w:t>
      </w:r>
    </w:p>
    <w:p w14:paraId="792E6E5C" w14:textId="77777777" w:rsidR="006D4449" w:rsidRDefault="006D4449" w:rsidP="006D4449">
      <w:r>
        <w:t>435.4889</w:t>
      </w:r>
      <w:r>
        <w:tab/>
        <w:t>3.038e0</w:t>
      </w:r>
    </w:p>
    <w:p w14:paraId="054CB224" w14:textId="77777777" w:rsidR="006D4449" w:rsidRDefault="006D4449" w:rsidP="006D4449">
      <w:r>
        <w:t>435.5201</w:t>
      </w:r>
      <w:r>
        <w:tab/>
        <w:t>1.013e0</w:t>
      </w:r>
    </w:p>
    <w:p w14:paraId="6A5AC626" w14:textId="77777777" w:rsidR="006D4449" w:rsidRDefault="006D4449" w:rsidP="006D4449">
      <w:r>
        <w:t>435.5648</w:t>
      </w:r>
      <w:r>
        <w:tab/>
        <w:t>2.025e0</w:t>
      </w:r>
    </w:p>
    <w:p w14:paraId="37708D0D" w14:textId="77777777" w:rsidR="006D4449" w:rsidRDefault="006D4449" w:rsidP="006D4449">
      <w:r>
        <w:t>435.5666</w:t>
      </w:r>
      <w:r>
        <w:tab/>
        <w:t>1.013e0</w:t>
      </w:r>
    </w:p>
    <w:p w14:paraId="73DFFF1D" w14:textId="77777777" w:rsidR="006D4449" w:rsidRDefault="006D4449" w:rsidP="006D4449">
      <w:r>
        <w:t>435.6354</w:t>
      </w:r>
      <w:r>
        <w:tab/>
        <w:t>1.013e0</w:t>
      </w:r>
    </w:p>
    <w:p w14:paraId="734B021B" w14:textId="77777777" w:rsidR="006D4449" w:rsidRDefault="006D4449" w:rsidP="006D4449">
      <w:r>
        <w:t>435.6400</w:t>
      </w:r>
      <w:r>
        <w:tab/>
        <w:t>1.013e0</w:t>
      </w:r>
    </w:p>
    <w:p w14:paraId="1F9CA857" w14:textId="77777777" w:rsidR="006D4449" w:rsidRDefault="006D4449" w:rsidP="006D4449">
      <w:r>
        <w:t>435.6526</w:t>
      </w:r>
      <w:r>
        <w:tab/>
        <w:t>2.025e0</w:t>
      </w:r>
    </w:p>
    <w:p w14:paraId="57F2E60C" w14:textId="77777777" w:rsidR="006D4449" w:rsidRDefault="006D4449" w:rsidP="006D4449">
      <w:r>
        <w:t>435.7027</w:t>
      </w:r>
      <w:r>
        <w:tab/>
        <w:t>1.013e0</w:t>
      </w:r>
    </w:p>
    <w:p w14:paraId="1C704F66" w14:textId="77777777" w:rsidR="006D4449" w:rsidRDefault="006D4449" w:rsidP="006D4449">
      <w:r>
        <w:t>435.7424</w:t>
      </w:r>
      <w:r>
        <w:tab/>
        <w:t>4.051e0</w:t>
      </w:r>
    </w:p>
    <w:p w14:paraId="1BA2CB42" w14:textId="77777777" w:rsidR="006D4449" w:rsidRDefault="006D4449" w:rsidP="006D4449">
      <w:r>
        <w:t>435.7957</w:t>
      </w:r>
      <w:r>
        <w:tab/>
        <w:t>3.038e0</w:t>
      </w:r>
    </w:p>
    <w:p w14:paraId="4F5C563A" w14:textId="77777777" w:rsidR="006D4449" w:rsidRDefault="006D4449" w:rsidP="006D4449">
      <w:r>
        <w:t>435.7988</w:t>
      </w:r>
      <w:r>
        <w:tab/>
        <w:t>2.025e0</w:t>
      </w:r>
    </w:p>
    <w:p w14:paraId="2464D234" w14:textId="77777777" w:rsidR="006D4449" w:rsidRDefault="006D4449" w:rsidP="006D4449">
      <w:r>
        <w:t>435.8013</w:t>
      </w:r>
      <w:r>
        <w:tab/>
        <w:t>1.013e0</w:t>
      </w:r>
    </w:p>
    <w:p w14:paraId="4AE0D448" w14:textId="77777777" w:rsidR="006D4449" w:rsidRDefault="006D4449" w:rsidP="006D4449">
      <w:r>
        <w:t>435.8441</w:t>
      </w:r>
      <w:r>
        <w:tab/>
        <w:t>1.013e0</w:t>
      </w:r>
    </w:p>
    <w:p w14:paraId="2E3C9B42" w14:textId="77777777" w:rsidR="006D4449" w:rsidRDefault="006D4449" w:rsidP="006D4449">
      <w:r>
        <w:t>435.8459</w:t>
      </w:r>
      <w:r>
        <w:tab/>
        <w:t>1.013e0</w:t>
      </w:r>
    </w:p>
    <w:p w14:paraId="661D094B" w14:textId="77777777" w:rsidR="006D4449" w:rsidRDefault="006D4449" w:rsidP="006D4449">
      <w:r>
        <w:t>435.8724</w:t>
      </w:r>
      <w:r>
        <w:tab/>
        <w:t>1.013e0</w:t>
      </w:r>
    </w:p>
    <w:p w14:paraId="02FA65AE" w14:textId="77777777" w:rsidR="006D4449" w:rsidRDefault="006D4449" w:rsidP="006D4449">
      <w:r>
        <w:lastRenderedPageBreak/>
        <w:t>435.9030</w:t>
      </w:r>
      <w:r>
        <w:tab/>
        <w:t>1.013e0</w:t>
      </w:r>
    </w:p>
    <w:p w14:paraId="5B1B791C" w14:textId="77777777" w:rsidR="006D4449" w:rsidRDefault="006D4449" w:rsidP="006D4449">
      <w:r>
        <w:t>435.9248</w:t>
      </w:r>
      <w:r>
        <w:tab/>
        <w:t>1.013e0</w:t>
      </w:r>
    </w:p>
    <w:p w14:paraId="48020A28" w14:textId="77777777" w:rsidR="006D4449" w:rsidRDefault="006D4449" w:rsidP="006D4449">
      <w:r>
        <w:t>435.9425</w:t>
      </w:r>
      <w:r>
        <w:tab/>
        <w:t>3.038e0</w:t>
      </w:r>
    </w:p>
    <w:p w14:paraId="114C68FD" w14:textId="77777777" w:rsidR="006D4449" w:rsidRDefault="006D4449" w:rsidP="006D4449">
      <w:r>
        <w:t>435.9555</w:t>
      </w:r>
      <w:r>
        <w:tab/>
        <w:t>2.025e0</w:t>
      </w:r>
    </w:p>
    <w:p w14:paraId="3B647E30" w14:textId="77777777" w:rsidR="006D4449" w:rsidRDefault="006D4449" w:rsidP="006D4449">
      <w:r>
        <w:t>435.9585</w:t>
      </w:r>
      <w:r>
        <w:tab/>
        <w:t>1.705e0</w:t>
      </w:r>
    </w:p>
    <w:p w14:paraId="1949CDD5" w14:textId="77777777" w:rsidR="006D4449" w:rsidRDefault="006D4449" w:rsidP="006D4449">
      <w:r>
        <w:t>435.9700</w:t>
      </w:r>
      <w:r>
        <w:tab/>
        <w:t>1.013e0</w:t>
      </w:r>
    </w:p>
    <w:p w14:paraId="3F6A286A" w14:textId="77777777" w:rsidR="006D4449" w:rsidRDefault="006D4449" w:rsidP="006D4449">
      <w:r>
        <w:t>435.9959</w:t>
      </w:r>
      <w:r>
        <w:tab/>
        <w:t>3.212e0</w:t>
      </w:r>
    </w:p>
    <w:p w14:paraId="669D41A6" w14:textId="77777777" w:rsidR="006D4449" w:rsidRDefault="006D4449" w:rsidP="006D4449">
      <w:r>
        <w:t>436.0502</w:t>
      </w:r>
      <w:r>
        <w:tab/>
        <w:t>1.013e0</w:t>
      </w:r>
    </w:p>
    <w:p w14:paraId="39EC60A9" w14:textId="77777777" w:rsidR="006D4449" w:rsidRDefault="006D4449" w:rsidP="006D4449">
      <w:r>
        <w:t>436.0698</w:t>
      </w:r>
      <w:r>
        <w:tab/>
        <w:t>5.063e0</w:t>
      </w:r>
    </w:p>
    <w:p w14:paraId="3C4507B0" w14:textId="77777777" w:rsidR="006D4449" w:rsidRDefault="006D4449" w:rsidP="006D4449">
      <w:r>
        <w:t>436.0896</w:t>
      </w:r>
      <w:r>
        <w:tab/>
        <w:t>1.013e0</w:t>
      </w:r>
    </w:p>
    <w:p w14:paraId="3F44D20A" w14:textId="77777777" w:rsidR="006D4449" w:rsidRDefault="006D4449" w:rsidP="006D4449">
      <w:r>
        <w:t>436.1000</w:t>
      </w:r>
      <w:r>
        <w:tab/>
        <w:t>1.013e0</w:t>
      </w:r>
    </w:p>
    <w:p w14:paraId="4E3AA113" w14:textId="77777777" w:rsidR="006D4449" w:rsidRDefault="006D4449" w:rsidP="006D4449">
      <w:r>
        <w:t>436.1087</w:t>
      </w:r>
      <w:r>
        <w:tab/>
        <w:t>3.038e0</w:t>
      </w:r>
    </w:p>
    <w:p w14:paraId="3A422EC5" w14:textId="77777777" w:rsidR="006D4449" w:rsidRDefault="006D4449" w:rsidP="006D4449">
      <w:r>
        <w:t>436.1289</w:t>
      </w:r>
      <w:r>
        <w:tab/>
        <w:t>1.013e0</w:t>
      </w:r>
    </w:p>
    <w:p w14:paraId="1808FF61" w14:textId="77777777" w:rsidR="006D4449" w:rsidRDefault="006D4449" w:rsidP="006D4449">
      <w:r>
        <w:t>436.1653</w:t>
      </w:r>
      <w:r>
        <w:tab/>
        <w:t>4.210e0</w:t>
      </w:r>
    </w:p>
    <w:p w14:paraId="2C39EE7A" w14:textId="77777777" w:rsidR="006D4449" w:rsidRDefault="006D4449" w:rsidP="006D4449">
      <w:r>
        <w:t>436.2060</w:t>
      </w:r>
      <w:r>
        <w:tab/>
        <w:t>1.013e0</w:t>
      </w:r>
    </w:p>
    <w:p w14:paraId="457E87AD" w14:textId="77777777" w:rsidR="006D4449" w:rsidRDefault="006D4449" w:rsidP="006D4449">
      <w:r>
        <w:t>436.2205</w:t>
      </w:r>
      <w:r>
        <w:tab/>
        <w:t>2.316e0</w:t>
      </w:r>
    </w:p>
    <w:p w14:paraId="2227CB05" w14:textId="77777777" w:rsidR="006D4449" w:rsidRDefault="006D4449" w:rsidP="006D4449">
      <w:r>
        <w:t>436.2243</w:t>
      </w:r>
      <w:r>
        <w:tab/>
        <w:t>1.295e0</w:t>
      </w:r>
    </w:p>
    <w:p w14:paraId="6BA44A1E" w14:textId="77777777" w:rsidR="006D4449" w:rsidRDefault="006D4449" w:rsidP="006D4449">
      <w:r>
        <w:t>436.2918</w:t>
      </w:r>
      <w:r>
        <w:tab/>
        <w:t>5.346e0</w:t>
      </w:r>
    </w:p>
    <w:p w14:paraId="18BC4FCC" w14:textId="77777777" w:rsidR="006D4449" w:rsidRDefault="006D4449" w:rsidP="006D4449">
      <w:r>
        <w:t>436.3233</w:t>
      </w:r>
      <w:r>
        <w:tab/>
        <w:t>1.408e0</w:t>
      </w:r>
    </w:p>
    <w:p w14:paraId="0B4DF1FF" w14:textId="77777777" w:rsidR="006D4449" w:rsidRDefault="006D4449" w:rsidP="006D4449">
      <w:r>
        <w:lastRenderedPageBreak/>
        <w:t>436.3330</w:t>
      </w:r>
      <w:r>
        <w:tab/>
        <w:t>1.503e0</w:t>
      </w:r>
    </w:p>
    <w:p w14:paraId="48496F8B" w14:textId="77777777" w:rsidR="006D4449" w:rsidRDefault="006D4449" w:rsidP="006D4449">
      <w:r>
        <w:t>436.3468</w:t>
      </w:r>
      <w:r>
        <w:tab/>
        <w:t>1.013e0</w:t>
      </w:r>
    </w:p>
    <w:p w14:paraId="44491245" w14:textId="77777777" w:rsidR="006D4449" w:rsidRDefault="006D4449" w:rsidP="006D4449">
      <w:r>
        <w:t>436.3717</w:t>
      </w:r>
      <w:r>
        <w:tab/>
        <w:t>2.025e0</w:t>
      </w:r>
    </w:p>
    <w:p w14:paraId="424EB4B0" w14:textId="77777777" w:rsidR="006D4449" w:rsidRDefault="006D4449" w:rsidP="006D4449">
      <w:r>
        <w:t>436.3766</w:t>
      </w:r>
      <w:r>
        <w:tab/>
        <w:t>2.025e0</w:t>
      </w:r>
    </w:p>
    <w:p w14:paraId="607692AF" w14:textId="77777777" w:rsidR="006D4449" w:rsidRDefault="006D4449" w:rsidP="006D4449">
      <w:r>
        <w:t>436.3787</w:t>
      </w:r>
      <w:r>
        <w:tab/>
        <w:t>5.063e0</w:t>
      </w:r>
    </w:p>
    <w:p w14:paraId="3FE6401B" w14:textId="77777777" w:rsidR="006D4449" w:rsidRDefault="006D4449" w:rsidP="006D4449">
      <w:r>
        <w:t>436.3851</w:t>
      </w:r>
      <w:r>
        <w:tab/>
        <w:t>1.013e0</w:t>
      </w:r>
    </w:p>
    <w:p w14:paraId="7F36214C" w14:textId="77777777" w:rsidR="006D4449" w:rsidRDefault="006D4449" w:rsidP="006D4449">
      <w:r>
        <w:t>436.4120</w:t>
      </w:r>
      <w:r>
        <w:tab/>
        <w:t>1.013e0</w:t>
      </w:r>
    </w:p>
    <w:p w14:paraId="5AA86A7A" w14:textId="77777777" w:rsidR="006D4449" w:rsidRDefault="006D4449" w:rsidP="006D4449">
      <w:r>
        <w:t>436.4144</w:t>
      </w:r>
      <w:r>
        <w:tab/>
        <w:t>2.025e0</w:t>
      </w:r>
    </w:p>
    <w:p w14:paraId="0A09AC8E" w14:textId="77777777" w:rsidR="006D4449" w:rsidRDefault="006D4449" w:rsidP="006D4449">
      <w:r>
        <w:t>436.4368</w:t>
      </w:r>
      <w:r>
        <w:tab/>
        <w:t>1.013e0</w:t>
      </w:r>
    </w:p>
    <w:p w14:paraId="302D7C15" w14:textId="77777777" w:rsidR="006D4449" w:rsidRDefault="006D4449" w:rsidP="006D4449">
      <w:r>
        <w:t>436.4514</w:t>
      </w:r>
      <w:r>
        <w:tab/>
        <w:t>1.013e0</w:t>
      </w:r>
    </w:p>
    <w:p w14:paraId="5BFE09D1" w14:textId="77777777" w:rsidR="006D4449" w:rsidRDefault="006D4449" w:rsidP="006D4449">
      <w:r>
        <w:t>436.5123</w:t>
      </w:r>
      <w:r>
        <w:tab/>
        <w:t>1.013e0</w:t>
      </w:r>
    </w:p>
    <w:p w14:paraId="3BCB8F1D" w14:textId="77777777" w:rsidR="006D4449" w:rsidRDefault="006D4449" w:rsidP="006D4449">
      <w:r>
        <w:t>436.5229</w:t>
      </w:r>
      <w:r>
        <w:tab/>
        <w:t>1.013e0</w:t>
      </w:r>
    </w:p>
    <w:p w14:paraId="0B3E0C80" w14:textId="77777777" w:rsidR="006D4449" w:rsidRDefault="006D4449" w:rsidP="006D4449">
      <w:r>
        <w:t>436.5286</w:t>
      </w:r>
      <w:r>
        <w:tab/>
        <w:t>1.013e0</w:t>
      </w:r>
    </w:p>
    <w:p w14:paraId="6672507B" w14:textId="77777777" w:rsidR="006D4449" w:rsidRDefault="006D4449" w:rsidP="006D4449">
      <w:r>
        <w:t>436.5517</w:t>
      </w:r>
      <w:r>
        <w:tab/>
        <w:t>1.013e0</w:t>
      </w:r>
    </w:p>
    <w:p w14:paraId="4A86718C" w14:textId="77777777" w:rsidR="006D4449" w:rsidRDefault="006D4449" w:rsidP="006D4449">
      <w:r>
        <w:t>436.6071</w:t>
      </w:r>
      <w:r>
        <w:tab/>
        <w:t>1.013e0</w:t>
      </w:r>
    </w:p>
    <w:p w14:paraId="22BEF329" w14:textId="77777777" w:rsidR="006D4449" w:rsidRDefault="006D4449" w:rsidP="006D4449">
      <w:r>
        <w:t>436.6143</w:t>
      </w:r>
      <w:r>
        <w:tab/>
        <w:t>1.013e0</w:t>
      </w:r>
    </w:p>
    <w:p w14:paraId="12832392" w14:textId="77777777" w:rsidR="006D4449" w:rsidRDefault="006D4449" w:rsidP="006D4449">
      <w:r>
        <w:t>436.6323</w:t>
      </w:r>
      <w:r>
        <w:tab/>
        <w:t>1.013e0</w:t>
      </w:r>
    </w:p>
    <w:p w14:paraId="4BF849F1" w14:textId="77777777" w:rsidR="006D4449" w:rsidRDefault="006D4449" w:rsidP="006D4449">
      <w:r>
        <w:t>436.6454</w:t>
      </w:r>
      <w:r>
        <w:tab/>
        <w:t>1.013e0</w:t>
      </w:r>
    </w:p>
    <w:p w14:paraId="0F397B58" w14:textId="77777777" w:rsidR="006D4449" w:rsidRDefault="006D4449" w:rsidP="006D4449">
      <w:r>
        <w:t>436.6735</w:t>
      </w:r>
      <w:r>
        <w:tab/>
        <w:t>1.013e0</w:t>
      </w:r>
    </w:p>
    <w:p w14:paraId="2B3D9BD0" w14:textId="77777777" w:rsidR="006D4449" w:rsidRDefault="006D4449" w:rsidP="006D4449">
      <w:r>
        <w:lastRenderedPageBreak/>
        <w:t>436.6752</w:t>
      </w:r>
      <w:r>
        <w:tab/>
        <w:t>1.013e0</w:t>
      </w:r>
    </w:p>
    <w:p w14:paraId="758F40EB" w14:textId="77777777" w:rsidR="006D4449" w:rsidRDefault="006D4449" w:rsidP="006D4449">
      <w:r>
        <w:t>436.7055</w:t>
      </w:r>
      <w:r>
        <w:tab/>
        <w:t>3.038e0</w:t>
      </w:r>
    </w:p>
    <w:p w14:paraId="13BA66B8" w14:textId="77777777" w:rsidR="006D4449" w:rsidRDefault="006D4449" w:rsidP="006D4449">
      <w:r>
        <w:t>436.7202</w:t>
      </w:r>
      <w:r>
        <w:tab/>
        <w:t>1.013e0</w:t>
      </w:r>
    </w:p>
    <w:p w14:paraId="71035152" w14:textId="77777777" w:rsidR="006D4449" w:rsidRDefault="006D4449" w:rsidP="006D4449">
      <w:r>
        <w:t>436.7560</w:t>
      </w:r>
      <w:r>
        <w:tab/>
        <w:t>1.013e0</w:t>
      </w:r>
    </w:p>
    <w:p w14:paraId="2753A4A3" w14:textId="77777777" w:rsidR="006D4449" w:rsidRDefault="006D4449" w:rsidP="006D4449">
      <w:r>
        <w:t>436.7702</w:t>
      </w:r>
      <w:r>
        <w:tab/>
        <w:t>2.025e0</w:t>
      </w:r>
    </w:p>
    <w:p w14:paraId="4EDFBFC8" w14:textId="77777777" w:rsidR="006D4449" w:rsidRDefault="006D4449" w:rsidP="006D4449">
      <w:r>
        <w:t>436.7845</w:t>
      </w:r>
      <w:r>
        <w:tab/>
        <w:t>2.025e0</w:t>
      </w:r>
    </w:p>
    <w:p w14:paraId="78CD28D4" w14:textId="77777777" w:rsidR="006D4449" w:rsidRDefault="006D4449" w:rsidP="006D4449">
      <w:r>
        <w:t>436.8311</w:t>
      </w:r>
      <w:r>
        <w:tab/>
        <w:t>2.025e0</w:t>
      </w:r>
    </w:p>
    <w:p w14:paraId="71A450A9" w14:textId="77777777" w:rsidR="006D4449" w:rsidRDefault="006D4449" w:rsidP="006D4449">
      <w:r>
        <w:t>436.8671</w:t>
      </w:r>
      <w:r>
        <w:tab/>
        <w:t>2.025e0</w:t>
      </w:r>
    </w:p>
    <w:p w14:paraId="47B76924" w14:textId="77777777" w:rsidR="006D4449" w:rsidRDefault="006D4449" w:rsidP="006D4449">
      <w:r>
        <w:t>436.8956</w:t>
      </w:r>
      <w:r>
        <w:tab/>
        <w:t>1.013e0</w:t>
      </w:r>
    </w:p>
    <w:p w14:paraId="62496CC2" w14:textId="77777777" w:rsidR="006D4449" w:rsidRDefault="006D4449" w:rsidP="006D4449">
      <w:r>
        <w:t>436.9261</w:t>
      </w:r>
      <w:r>
        <w:tab/>
        <w:t>2.025e0</w:t>
      </w:r>
    </w:p>
    <w:p w14:paraId="35DE30C9" w14:textId="77777777" w:rsidR="006D4449" w:rsidRDefault="006D4449" w:rsidP="006D4449">
      <w:r>
        <w:t>436.9387</w:t>
      </w:r>
      <w:r>
        <w:tab/>
        <w:t>4.051e0</w:t>
      </w:r>
    </w:p>
    <w:p w14:paraId="28024E7C" w14:textId="77777777" w:rsidR="006D4449" w:rsidRDefault="006D4449" w:rsidP="006D4449">
      <w:r>
        <w:t>436.9440</w:t>
      </w:r>
      <w:r>
        <w:tab/>
        <w:t>2.025e0</w:t>
      </w:r>
    </w:p>
    <w:p w14:paraId="7B89BF1D" w14:textId="77777777" w:rsidR="006D4449" w:rsidRDefault="006D4449" w:rsidP="006D4449">
      <w:r>
        <w:t>436.9620</w:t>
      </w:r>
      <w:r>
        <w:tab/>
        <w:t>7.089e0</w:t>
      </w:r>
    </w:p>
    <w:p w14:paraId="6E75B418" w14:textId="77777777" w:rsidR="006D4449" w:rsidRDefault="006D4449" w:rsidP="006D4449">
      <w:r>
        <w:t>436.9884</w:t>
      </w:r>
      <w:r>
        <w:tab/>
        <w:t>1.013e0</w:t>
      </w:r>
    </w:p>
    <w:p w14:paraId="348AE099" w14:textId="77777777" w:rsidR="006D4449" w:rsidRDefault="006D4449" w:rsidP="006D4449">
      <w:r>
        <w:t>437.0056</w:t>
      </w:r>
      <w:r>
        <w:tab/>
        <w:t>1.013e0</w:t>
      </w:r>
    </w:p>
    <w:p w14:paraId="4ED72C5E" w14:textId="77777777" w:rsidR="006D4449" w:rsidRDefault="006D4449" w:rsidP="006D4449">
      <w:r>
        <w:t>437.0068</w:t>
      </w:r>
      <w:r>
        <w:tab/>
        <w:t>2.025e0</w:t>
      </w:r>
    </w:p>
    <w:p w14:paraId="2FCDE35F" w14:textId="77777777" w:rsidR="006D4449" w:rsidRDefault="006D4449" w:rsidP="006D4449">
      <w:r>
        <w:t>437.0431</w:t>
      </w:r>
      <w:r>
        <w:tab/>
        <w:t>2.025e0</w:t>
      </w:r>
    </w:p>
    <w:p w14:paraId="08988975" w14:textId="77777777" w:rsidR="006D4449" w:rsidRDefault="006D4449" w:rsidP="006D4449">
      <w:r>
        <w:t>437.0550</w:t>
      </w:r>
      <w:r>
        <w:tab/>
        <w:t>1.013e0</w:t>
      </w:r>
    </w:p>
    <w:p w14:paraId="5EDE0E17" w14:textId="77777777" w:rsidR="006D4449" w:rsidRDefault="006D4449" w:rsidP="006D4449">
      <w:r>
        <w:t>437.1053</w:t>
      </w:r>
      <w:r>
        <w:tab/>
        <w:t>1.013e0</w:t>
      </w:r>
    </w:p>
    <w:p w14:paraId="07CF783A" w14:textId="77777777" w:rsidR="006D4449" w:rsidRDefault="006D4449" w:rsidP="006D4449">
      <w:r>
        <w:lastRenderedPageBreak/>
        <w:t>437.1185</w:t>
      </w:r>
      <w:r>
        <w:tab/>
        <w:t>4.051e0</w:t>
      </w:r>
    </w:p>
    <w:p w14:paraId="3D4403D1" w14:textId="77777777" w:rsidR="006D4449" w:rsidRDefault="006D4449" w:rsidP="006D4449">
      <w:r>
        <w:t>437.1207</w:t>
      </w:r>
      <w:r>
        <w:tab/>
        <w:t>2.025e0</w:t>
      </w:r>
    </w:p>
    <w:p w14:paraId="75532BFC" w14:textId="77777777" w:rsidR="006D4449" w:rsidRDefault="006D4449" w:rsidP="006D4449">
      <w:r>
        <w:t>437.1394</w:t>
      </w:r>
      <w:r>
        <w:tab/>
        <w:t>2.025e0</w:t>
      </w:r>
    </w:p>
    <w:p w14:paraId="12CB5231" w14:textId="77777777" w:rsidR="006D4449" w:rsidRDefault="006D4449" w:rsidP="006D4449">
      <w:r>
        <w:t>437.1517</w:t>
      </w:r>
      <w:r>
        <w:tab/>
        <w:t>2.025e0</w:t>
      </w:r>
    </w:p>
    <w:p w14:paraId="1D1CEE28" w14:textId="77777777" w:rsidR="006D4449" w:rsidRDefault="006D4449" w:rsidP="006D4449">
      <w:r>
        <w:t>437.1836</w:t>
      </w:r>
      <w:r>
        <w:tab/>
        <w:t>1.849e0</w:t>
      </w:r>
    </w:p>
    <w:p w14:paraId="79E92B87" w14:textId="77777777" w:rsidR="006D4449" w:rsidRDefault="006D4449" w:rsidP="006D4449">
      <w:r>
        <w:t>437.1995</w:t>
      </w:r>
      <w:r>
        <w:tab/>
        <w:t>4.265e0</w:t>
      </w:r>
    </w:p>
    <w:p w14:paraId="0137C053" w14:textId="77777777" w:rsidR="006D4449" w:rsidRDefault="006D4449" w:rsidP="006D4449">
      <w:r>
        <w:t>437.2052</w:t>
      </w:r>
      <w:r>
        <w:tab/>
        <w:t>1.295e0</w:t>
      </w:r>
    </w:p>
    <w:p w14:paraId="52D9E161" w14:textId="77777777" w:rsidR="006D4449" w:rsidRDefault="006D4449" w:rsidP="006D4449">
      <w:r>
        <w:t>437.2180</w:t>
      </w:r>
      <w:r>
        <w:tab/>
        <w:t>2.086e0</w:t>
      </w:r>
    </w:p>
    <w:p w14:paraId="0BA82D0B" w14:textId="77777777" w:rsidR="006D4449" w:rsidRDefault="006D4449" w:rsidP="006D4449">
      <w:r>
        <w:t>437.2854</w:t>
      </w:r>
      <w:r>
        <w:tab/>
        <w:t>1.582e0</w:t>
      </w:r>
    </w:p>
    <w:p w14:paraId="4DD4C607" w14:textId="77777777" w:rsidR="006D4449" w:rsidRDefault="006D4449" w:rsidP="006D4449">
      <w:r>
        <w:t>437.3311</w:t>
      </w:r>
      <w:r>
        <w:tab/>
        <w:t>2.025e0</w:t>
      </w:r>
    </w:p>
    <w:p w14:paraId="76BDDBDF" w14:textId="77777777" w:rsidR="006D4449" w:rsidRDefault="006D4449" w:rsidP="006D4449">
      <w:r>
        <w:t>437.3403</w:t>
      </w:r>
      <w:r>
        <w:tab/>
        <w:t>1.871e0</w:t>
      </w:r>
    </w:p>
    <w:p w14:paraId="6CA8F857" w14:textId="77777777" w:rsidR="006D4449" w:rsidRDefault="006D4449" w:rsidP="006D4449">
      <w:r>
        <w:t>437.3582</w:t>
      </w:r>
      <w:r>
        <w:tab/>
        <w:t>1.013e0</w:t>
      </w:r>
    </w:p>
    <w:p w14:paraId="294C0509" w14:textId="77777777" w:rsidR="006D4449" w:rsidRDefault="006D4449" w:rsidP="006D4449">
      <w:r>
        <w:t>437.4081</w:t>
      </w:r>
      <w:r>
        <w:tab/>
        <w:t>2.025e0</w:t>
      </w:r>
    </w:p>
    <w:p w14:paraId="646A059B" w14:textId="77777777" w:rsidR="006D4449" w:rsidRDefault="006D4449" w:rsidP="006D4449">
      <w:r>
        <w:t>437.4171</w:t>
      </w:r>
      <w:r>
        <w:tab/>
        <w:t>1.013e0</w:t>
      </w:r>
    </w:p>
    <w:p w14:paraId="5265F542" w14:textId="77777777" w:rsidR="006D4449" w:rsidRDefault="006D4449" w:rsidP="006D4449">
      <w:r>
        <w:t>437.4403</w:t>
      </w:r>
      <w:r>
        <w:tab/>
        <w:t>1.013e0</w:t>
      </w:r>
    </w:p>
    <w:p w14:paraId="2C7EB8AC" w14:textId="77777777" w:rsidR="006D4449" w:rsidRDefault="006D4449" w:rsidP="006D4449">
      <w:r>
        <w:t>437.5104</w:t>
      </w:r>
      <w:r>
        <w:tab/>
        <w:t>2.025e0</w:t>
      </w:r>
    </w:p>
    <w:p w14:paraId="147F7435" w14:textId="77777777" w:rsidR="006D4449" w:rsidRDefault="006D4449" w:rsidP="006D4449">
      <w:r>
        <w:t>437.5210</w:t>
      </w:r>
      <w:r>
        <w:tab/>
        <w:t>1.013e0</w:t>
      </w:r>
    </w:p>
    <w:p w14:paraId="7899C0EF" w14:textId="77777777" w:rsidR="006D4449" w:rsidRDefault="006D4449" w:rsidP="006D4449">
      <w:r>
        <w:t>437.5483</w:t>
      </w:r>
      <w:r>
        <w:tab/>
        <w:t>1.013e0</w:t>
      </w:r>
    </w:p>
    <w:p w14:paraId="3D8B8D0E" w14:textId="77777777" w:rsidR="006D4449" w:rsidRDefault="006D4449" w:rsidP="006D4449">
      <w:r>
        <w:t>437.5656</w:t>
      </w:r>
      <w:r>
        <w:tab/>
        <w:t>1.013e0</w:t>
      </w:r>
    </w:p>
    <w:p w14:paraId="2DAF3238" w14:textId="77777777" w:rsidR="006D4449" w:rsidRDefault="006D4449" w:rsidP="006D4449">
      <w:r>
        <w:lastRenderedPageBreak/>
        <w:t>437.6052</w:t>
      </w:r>
      <w:r>
        <w:tab/>
        <w:t>1.013e0</w:t>
      </w:r>
    </w:p>
    <w:p w14:paraId="352669E8" w14:textId="77777777" w:rsidR="006D4449" w:rsidRDefault="006D4449" w:rsidP="006D4449">
      <w:r>
        <w:t>437.6328</w:t>
      </w:r>
      <w:r>
        <w:tab/>
        <w:t>1.013e0</w:t>
      </w:r>
    </w:p>
    <w:p w14:paraId="1DB9C1C6" w14:textId="77777777" w:rsidR="006D4449" w:rsidRDefault="006D4449" w:rsidP="006D4449">
      <w:r>
        <w:t>437.6500</w:t>
      </w:r>
      <w:r>
        <w:tab/>
        <w:t>1.013e0</w:t>
      </w:r>
    </w:p>
    <w:p w14:paraId="7A4B9042" w14:textId="77777777" w:rsidR="006D4449" w:rsidRDefault="006D4449" w:rsidP="006D4449">
      <w:r>
        <w:t>437.7234</w:t>
      </w:r>
      <w:r>
        <w:tab/>
        <w:t>1.013e0</w:t>
      </w:r>
    </w:p>
    <w:p w14:paraId="3FEA312F" w14:textId="77777777" w:rsidR="006D4449" w:rsidRDefault="006D4449" w:rsidP="006D4449">
      <w:r>
        <w:t>437.7843</w:t>
      </w:r>
      <w:r>
        <w:tab/>
        <w:t>2.025e0</w:t>
      </w:r>
    </w:p>
    <w:p w14:paraId="166D9FA2" w14:textId="77777777" w:rsidR="006D4449" w:rsidRDefault="006D4449" w:rsidP="006D4449">
      <w:r>
        <w:t>437.8024</w:t>
      </w:r>
      <w:r>
        <w:tab/>
        <w:t>1.013e0</w:t>
      </w:r>
    </w:p>
    <w:p w14:paraId="0691CF3D" w14:textId="77777777" w:rsidR="006D4449" w:rsidRDefault="006D4449" w:rsidP="006D4449">
      <w:r>
        <w:t>437.8188</w:t>
      </w:r>
      <w:r>
        <w:tab/>
        <w:t>1.013e0</w:t>
      </w:r>
    </w:p>
    <w:p w14:paraId="22C81248" w14:textId="77777777" w:rsidR="006D4449" w:rsidRDefault="006D4449" w:rsidP="006D4449">
      <w:r>
        <w:t>437.8727</w:t>
      </w:r>
      <w:r>
        <w:tab/>
        <w:t>2.025e0</w:t>
      </w:r>
    </w:p>
    <w:p w14:paraId="707213B1" w14:textId="77777777" w:rsidR="006D4449" w:rsidRDefault="006D4449" w:rsidP="006D4449">
      <w:r>
        <w:t>437.8771</w:t>
      </w:r>
      <w:r>
        <w:tab/>
        <w:t>4.051e0</w:t>
      </w:r>
    </w:p>
    <w:p w14:paraId="636A6EB3" w14:textId="77777777" w:rsidR="006D4449" w:rsidRDefault="006D4449" w:rsidP="006D4449">
      <w:r>
        <w:t>437.9010</w:t>
      </w:r>
      <w:r>
        <w:tab/>
        <w:t>1.013e0</w:t>
      </w:r>
    </w:p>
    <w:p w14:paraId="0525BD8B" w14:textId="77777777" w:rsidR="006D4449" w:rsidRDefault="006D4449" w:rsidP="006D4449">
      <w:r>
        <w:t>437.9029</w:t>
      </w:r>
      <w:r>
        <w:tab/>
        <w:t>1.013e0</w:t>
      </w:r>
    </w:p>
    <w:p w14:paraId="13E54249" w14:textId="77777777" w:rsidR="006D4449" w:rsidRDefault="006D4449" w:rsidP="006D4449">
      <w:r>
        <w:t>437.9457</w:t>
      </w:r>
      <w:r>
        <w:tab/>
        <w:t>1.013e0</w:t>
      </w:r>
    </w:p>
    <w:p w14:paraId="5D2C9441" w14:textId="77777777" w:rsidR="006D4449" w:rsidRDefault="006D4449" w:rsidP="006D4449">
      <w:r>
        <w:t>437.9642</w:t>
      </w:r>
      <w:r>
        <w:tab/>
        <w:t>2.025e0</w:t>
      </w:r>
    </w:p>
    <w:p w14:paraId="12406220" w14:textId="77777777" w:rsidR="006D4449" w:rsidRDefault="006D4449" w:rsidP="006D4449">
      <w:r>
        <w:t>437.9801</w:t>
      </w:r>
      <w:r>
        <w:tab/>
        <w:t>1.013e0</w:t>
      </w:r>
    </w:p>
    <w:p w14:paraId="4B01174D" w14:textId="77777777" w:rsidR="006D4449" w:rsidRDefault="006D4449" w:rsidP="006D4449">
      <w:r>
        <w:t>437.9940</w:t>
      </w:r>
      <w:r>
        <w:tab/>
        <w:t>2.025e0</w:t>
      </w:r>
    </w:p>
    <w:p w14:paraId="03E7CF3A" w14:textId="77777777" w:rsidR="006D4449" w:rsidRDefault="006D4449" w:rsidP="006D4449">
      <w:r>
        <w:t>438.0523</w:t>
      </w:r>
      <w:r>
        <w:tab/>
        <w:t>2.025e0</w:t>
      </w:r>
    </w:p>
    <w:p w14:paraId="6F0586E9" w14:textId="77777777" w:rsidR="006D4449" w:rsidRDefault="006D4449" w:rsidP="006D4449">
      <w:r>
        <w:t>438.0579</w:t>
      </w:r>
      <w:r>
        <w:tab/>
        <w:t>2.025e0</w:t>
      </w:r>
    </w:p>
    <w:p w14:paraId="4215843E" w14:textId="77777777" w:rsidR="006D4449" w:rsidRDefault="006D4449" w:rsidP="006D4449">
      <w:r>
        <w:t>438.0854</w:t>
      </w:r>
      <w:r>
        <w:tab/>
        <w:t>1.013e0</w:t>
      </w:r>
    </w:p>
    <w:p w14:paraId="4E7F1211" w14:textId="77777777" w:rsidR="006D4449" w:rsidRDefault="006D4449" w:rsidP="006D4449">
      <w:r>
        <w:t>438.0928</w:t>
      </w:r>
      <w:r>
        <w:tab/>
        <w:t>3.038e0</w:t>
      </w:r>
    </w:p>
    <w:p w14:paraId="7BE50451" w14:textId="77777777" w:rsidR="006D4449" w:rsidRDefault="006D4449" w:rsidP="006D4449">
      <w:r>
        <w:lastRenderedPageBreak/>
        <w:t>438.1267</w:t>
      </w:r>
      <w:r>
        <w:tab/>
        <w:t>1.013e0</w:t>
      </w:r>
    </w:p>
    <w:p w14:paraId="1BE39815" w14:textId="77777777" w:rsidR="006D4449" w:rsidRDefault="006D4449" w:rsidP="006D4449">
      <w:r>
        <w:t>438.1484</w:t>
      </w:r>
      <w:r>
        <w:tab/>
        <w:t>1.713e0</w:t>
      </w:r>
    </w:p>
    <w:p w14:paraId="054E0C77" w14:textId="77777777" w:rsidR="006D4449" w:rsidRDefault="006D4449" w:rsidP="006D4449">
      <w:r>
        <w:t>438.2140</w:t>
      </w:r>
      <w:r>
        <w:tab/>
        <w:t>1.475e0</w:t>
      </w:r>
    </w:p>
    <w:p w14:paraId="1E40D280" w14:textId="77777777" w:rsidR="006D4449" w:rsidRDefault="006D4449" w:rsidP="006D4449">
      <w:r>
        <w:t>438.2278</w:t>
      </w:r>
      <w:r>
        <w:tab/>
        <w:t>7.580e0</w:t>
      </w:r>
    </w:p>
    <w:p w14:paraId="37D844DA" w14:textId="77777777" w:rsidR="006D4449" w:rsidRDefault="006D4449" w:rsidP="006D4449">
      <w:r>
        <w:t>438.2746</w:t>
      </w:r>
      <w:r>
        <w:tab/>
        <w:t>1.469e0</w:t>
      </w:r>
    </w:p>
    <w:p w14:paraId="7ED63C8D" w14:textId="77777777" w:rsidR="006D4449" w:rsidRDefault="006D4449" w:rsidP="006D4449">
      <w:r>
        <w:t>438.3503</w:t>
      </w:r>
      <w:r>
        <w:tab/>
        <w:t>2.905e0</w:t>
      </w:r>
    </w:p>
    <w:p w14:paraId="7BDDF9DC" w14:textId="77777777" w:rsidR="006D4449" w:rsidRDefault="006D4449" w:rsidP="006D4449">
      <w:r>
        <w:t>438.3686</w:t>
      </w:r>
      <w:r>
        <w:tab/>
        <w:t>1.013e0</w:t>
      </w:r>
    </w:p>
    <w:p w14:paraId="0DC76AE1" w14:textId="77777777" w:rsidR="006D4449" w:rsidRDefault="006D4449" w:rsidP="006D4449">
      <w:r>
        <w:t>438.3702</w:t>
      </w:r>
      <w:r>
        <w:tab/>
        <w:t>4.051e0</w:t>
      </w:r>
    </w:p>
    <w:p w14:paraId="365BFA41" w14:textId="77777777" w:rsidR="006D4449" w:rsidRDefault="006D4449" w:rsidP="006D4449">
      <w:r>
        <w:t>438.4081</w:t>
      </w:r>
      <w:r>
        <w:tab/>
        <w:t>3.038e0</w:t>
      </w:r>
    </w:p>
    <w:p w14:paraId="019C5227" w14:textId="77777777" w:rsidR="006D4449" w:rsidRDefault="006D4449" w:rsidP="006D4449">
      <w:r>
        <w:t>438.4231</w:t>
      </w:r>
      <w:r>
        <w:tab/>
        <w:t>1.917e0</w:t>
      </w:r>
    </w:p>
    <w:p w14:paraId="65086108" w14:textId="77777777" w:rsidR="006D4449" w:rsidRDefault="006D4449" w:rsidP="006D4449">
      <w:r>
        <w:t>438.4643</w:t>
      </w:r>
      <w:r>
        <w:tab/>
        <w:t>2.025e0</w:t>
      </w:r>
    </w:p>
    <w:p w14:paraId="0D7F58F6" w14:textId="77777777" w:rsidR="006D4449" w:rsidRDefault="006D4449" w:rsidP="006D4449">
      <w:r>
        <w:t>438.5314</w:t>
      </w:r>
      <w:r>
        <w:tab/>
        <w:t>3.038e0</w:t>
      </w:r>
    </w:p>
    <w:p w14:paraId="69848744" w14:textId="77777777" w:rsidR="006D4449" w:rsidRDefault="006D4449" w:rsidP="006D4449">
      <w:r>
        <w:t>438.5480</w:t>
      </w:r>
      <w:r>
        <w:tab/>
        <w:t>1.013e0</w:t>
      </w:r>
    </w:p>
    <w:p w14:paraId="1C463ADC" w14:textId="77777777" w:rsidR="006D4449" w:rsidRDefault="006D4449" w:rsidP="006D4449">
      <w:r>
        <w:t>438.5643</w:t>
      </w:r>
      <w:r>
        <w:tab/>
        <w:t>1.013e0</w:t>
      </w:r>
    </w:p>
    <w:p w14:paraId="4D4CC6C3" w14:textId="77777777" w:rsidR="006D4449" w:rsidRDefault="006D4449" w:rsidP="006D4449">
      <w:r>
        <w:t>438.6009</w:t>
      </w:r>
      <w:r>
        <w:tab/>
        <w:t>1.013e0</w:t>
      </w:r>
    </w:p>
    <w:p w14:paraId="15721390" w14:textId="77777777" w:rsidR="006D4449" w:rsidRDefault="006D4449" w:rsidP="006D4449">
      <w:r>
        <w:t>438.6160</w:t>
      </w:r>
      <w:r>
        <w:tab/>
        <w:t>2.025e0</w:t>
      </w:r>
    </w:p>
    <w:p w14:paraId="5465444B" w14:textId="77777777" w:rsidR="006D4449" w:rsidRDefault="006D4449" w:rsidP="006D4449">
      <w:r>
        <w:t>438.6337</w:t>
      </w:r>
      <w:r>
        <w:tab/>
        <w:t>1.013e0</w:t>
      </w:r>
    </w:p>
    <w:p w14:paraId="4BF9C7F0" w14:textId="77777777" w:rsidR="006D4449" w:rsidRDefault="006D4449" w:rsidP="006D4449">
      <w:r>
        <w:t>438.7258</w:t>
      </w:r>
      <w:r>
        <w:tab/>
        <w:t>1.013e0</w:t>
      </w:r>
    </w:p>
    <w:p w14:paraId="48782218" w14:textId="77777777" w:rsidR="006D4449" w:rsidRDefault="006D4449" w:rsidP="006D4449">
      <w:r>
        <w:t>438.7855</w:t>
      </w:r>
      <w:r>
        <w:tab/>
        <w:t>1.013e0</w:t>
      </w:r>
    </w:p>
    <w:p w14:paraId="43C0DFBD" w14:textId="77777777" w:rsidR="006D4449" w:rsidRDefault="006D4449" w:rsidP="006D4449">
      <w:r>
        <w:lastRenderedPageBreak/>
        <w:t>438.7916</w:t>
      </w:r>
      <w:r>
        <w:tab/>
        <w:t>1.013e0</w:t>
      </w:r>
    </w:p>
    <w:p w14:paraId="59543A83" w14:textId="77777777" w:rsidR="006D4449" w:rsidRDefault="006D4449" w:rsidP="006D4449">
      <w:r>
        <w:t>438.8310</w:t>
      </w:r>
      <w:r>
        <w:tab/>
        <w:t>2.025e0</w:t>
      </w:r>
    </w:p>
    <w:p w14:paraId="0F55A02A" w14:textId="77777777" w:rsidR="006D4449" w:rsidRDefault="006D4449" w:rsidP="006D4449">
      <w:r>
        <w:t>438.8687</w:t>
      </w:r>
      <w:r>
        <w:tab/>
        <w:t>1.013e0</w:t>
      </w:r>
    </w:p>
    <w:p w14:paraId="62EE264D" w14:textId="77777777" w:rsidR="006D4449" w:rsidRDefault="006D4449" w:rsidP="006D4449">
      <w:r>
        <w:t>438.8778</w:t>
      </w:r>
      <w:r>
        <w:tab/>
        <w:t>1.013e0</w:t>
      </w:r>
    </w:p>
    <w:p w14:paraId="654036E8" w14:textId="77777777" w:rsidR="006D4449" w:rsidRDefault="006D4449" w:rsidP="006D4449">
      <w:r>
        <w:t>438.8890</w:t>
      </w:r>
      <w:r>
        <w:tab/>
        <w:t>2.025e0</w:t>
      </w:r>
    </w:p>
    <w:p w14:paraId="6B874170" w14:textId="77777777" w:rsidR="006D4449" w:rsidRDefault="006D4449" w:rsidP="006D4449">
      <w:r>
        <w:t>438.8920</w:t>
      </w:r>
      <w:r>
        <w:tab/>
        <w:t>1.013e0</w:t>
      </w:r>
    </w:p>
    <w:p w14:paraId="3EE659C0" w14:textId="77777777" w:rsidR="006D4449" w:rsidRDefault="006D4449" w:rsidP="006D4449">
      <w:r>
        <w:t>438.9163</w:t>
      </w:r>
      <w:r>
        <w:tab/>
        <w:t>1.013e0</w:t>
      </w:r>
    </w:p>
    <w:p w14:paraId="260E0287" w14:textId="77777777" w:rsidR="006D4449" w:rsidRDefault="006D4449" w:rsidP="006D4449">
      <w:r>
        <w:t>438.9416</w:t>
      </w:r>
      <w:r>
        <w:tab/>
        <w:t>1.705e0</w:t>
      </w:r>
    </w:p>
    <w:p w14:paraId="0283BE7A" w14:textId="77777777" w:rsidR="006D4449" w:rsidRDefault="006D4449" w:rsidP="006D4449">
      <w:r>
        <w:t>438.9490</w:t>
      </w:r>
      <w:r>
        <w:tab/>
        <w:t>2.025e0</w:t>
      </w:r>
    </w:p>
    <w:p w14:paraId="132F0219" w14:textId="77777777" w:rsidR="006D4449" w:rsidRDefault="006D4449" w:rsidP="006D4449">
      <w:r>
        <w:t>438.9715</w:t>
      </w:r>
      <w:r>
        <w:tab/>
        <w:t>3.038e0</w:t>
      </w:r>
    </w:p>
    <w:p w14:paraId="0D704045" w14:textId="77777777" w:rsidR="006D4449" w:rsidRDefault="006D4449" w:rsidP="006D4449">
      <w:r>
        <w:t>439.0129</w:t>
      </w:r>
      <w:r>
        <w:tab/>
        <w:t>3.038e0</w:t>
      </w:r>
    </w:p>
    <w:p w14:paraId="265E509D" w14:textId="77777777" w:rsidR="006D4449" w:rsidRDefault="006D4449" w:rsidP="006D4449">
      <w:r>
        <w:t>439.0247</w:t>
      </w:r>
      <w:r>
        <w:tab/>
        <w:t>2.025e0</w:t>
      </w:r>
    </w:p>
    <w:p w14:paraId="0B475DB2" w14:textId="77777777" w:rsidR="006D4449" w:rsidRDefault="006D4449" w:rsidP="006D4449">
      <w:r>
        <w:t>439.0395</w:t>
      </w:r>
      <w:r>
        <w:tab/>
        <w:t>1.013e0</w:t>
      </w:r>
    </w:p>
    <w:p w14:paraId="4BE23427" w14:textId="77777777" w:rsidR="006D4449" w:rsidRDefault="006D4449" w:rsidP="006D4449">
      <w:r>
        <w:t>439.0508</w:t>
      </w:r>
      <w:r>
        <w:tab/>
        <w:t>2.025e0</w:t>
      </w:r>
    </w:p>
    <w:p w14:paraId="3FF7A8BD" w14:textId="77777777" w:rsidR="006D4449" w:rsidRDefault="006D4449" w:rsidP="006D4449">
      <w:r>
        <w:t>439.0645</w:t>
      </w:r>
      <w:r>
        <w:tab/>
        <w:t>1.013e0</w:t>
      </w:r>
    </w:p>
    <w:p w14:paraId="1B113C12" w14:textId="77777777" w:rsidR="006D4449" w:rsidRDefault="006D4449" w:rsidP="006D4449">
      <w:r>
        <w:t>439.0657</w:t>
      </w:r>
      <w:r>
        <w:tab/>
        <w:t>2.025e0</w:t>
      </w:r>
    </w:p>
    <w:p w14:paraId="7F3A371B" w14:textId="77777777" w:rsidR="006D4449" w:rsidRDefault="006D4449" w:rsidP="006D4449">
      <w:r>
        <w:t>439.1003</w:t>
      </w:r>
      <w:r>
        <w:tab/>
        <w:t>7.089e0</w:t>
      </w:r>
    </w:p>
    <w:p w14:paraId="77610C54" w14:textId="77777777" w:rsidR="006D4449" w:rsidRDefault="006D4449" w:rsidP="006D4449">
      <w:r>
        <w:t>439.1088</w:t>
      </w:r>
      <w:r>
        <w:tab/>
        <w:t>1.013e0</w:t>
      </w:r>
    </w:p>
    <w:p w14:paraId="6122E6BA" w14:textId="77777777" w:rsidR="006D4449" w:rsidRDefault="006D4449" w:rsidP="006D4449">
      <w:r>
        <w:t>439.1372</w:t>
      </w:r>
      <w:r>
        <w:tab/>
        <w:t>2.025e0</w:t>
      </w:r>
    </w:p>
    <w:p w14:paraId="12FA6349" w14:textId="77777777" w:rsidR="006D4449" w:rsidRDefault="006D4449" w:rsidP="006D4449">
      <w:r>
        <w:lastRenderedPageBreak/>
        <w:t>439.1396</w:t>
      </w:r>
      <w:r>
        <w:tab/>
        <w:t>1.013e0</w:t>
      </w:r>
    </w:p>
    <w:p w14:paraId="2ABFA8B5" w14:textId="77777777" w:rsidR="006D4449" w:rsidRDefault="006D4449" w:rsidP="006D4449">
      <w:r>
        <w:t>439.1491</w:t>
      </w:r>
      <w:r>
        <w:tab/>
        <w:t>1.013e0</w:t>
      </w:r>
    </w:p>
    <w:p w14:paraId="15B802A5" w14:textId="77777777" w:rsidR="006D4449" w:rsidRDefault="006D4449" w:rsidP="006D4449">
      <w:r>
        <w:t>439.1626</w:t>
      </w:r>
      <w:r>
        <w:tab/>
        <w:t>2.981e0</w:t>
      </w:r>
    </w:p>
    <w:p w14:paraId="4F4A3414" w14:textId="77777777" w:rsidR="006D4449" w:rsidRDefault="006D4449" w:rsidP="006D4449">
      <w:r>
        <w:t>439.1788</w:t>
      </w:r>
      <w:r>
        <w:tab/>
        <w:t>2.690e0</w:t>
      </w:r>
    </w:p>
    <w:p w14:paraId="6CBCCFAF" w14:textId="77777777" w:rsidR="006D4449" w:rsidRDefault="006D4449" w:rsidP="006D4449">
      <w:r>
        <w:t>439.1877</w:t>
      </w:r>
      <w:r>
        <w:tab/>
        <w:t>1.362e0</w:t>
      </w:r>
    </w:p>
    <w:p w14:paraId="22786669" w14:textId="77777777" w:rsidR="006D4449" w:rsidRDefault="006D4449" w:rsidP="006D4449">
      <w:r>
        <w:t>439.2333</w:t>
      </w:r>
      <w:r>
        <w:tab/>
        <w:t>3.258e0</w:t>
      </w:r>
    </w:p>
    <w:p w14:paraId="7FFD8B1B" w14:textId="77777777" w:rsidR="006D4449" w:rsidRDefault="006D4449" w:rsidP="006D4449">
      <w:r>
        <w:t>439.2554</w:t>
      </w:r>
      <w:r>
        <w:tab/>
        <w:t>2.507e0</w:t>
      </w:r>
    </w:p>
    <w:p w14:paraId="3CCE7728" w14:textId="77777777" w:rsidR="006D4449" w:rsidRDefault="006D4449" w:rsidP="006D4449">
      <w:r>
        <w:t>439.2782</w:t>
      </w:r>
      <w:r>
        <w:tab/>
        <w:t>2.568e0</w:t>
      </w:r>
    </w:p>
    <w:p w14:paraId="57BE062F" w14:textId="77777777" w:rsidR="006D4449" w:rsidRDefault="006D4449" w:rsidP="006D4449">
      <w:r>
        <w:t>439.3145</w:t>
      </w:r>
      <w:r>
        <w:tab/>
        <w:t>1.811e0</w:t>
      </w:r>
    </w:p>
    <w:p w14:paraId="30000BF2" w14:textId="77777777" w:rsidR="006D4449" w:rsidRDefault="006D4449" w:rsidP="006D4449">
      <w:r>
        <w:t>439.3366</w:t>
      </w:r>
      <w:r>
        <w:tab/>
        <w:t>1.013e0</w:t>
      </w:r>
    </w:p>
    <w:p w14:paraId="0CD718B6" w14:textId="77777777" w:rsidR="006D4449" w:rsidRDefault="006D4449" w:rsidP="006D4449">
      <w:r>
        <w:t>439.3529</w:t>
      </w:r>
      <w:r>
        <w:tab/>
        <w:t>2.025e0</w:t>
      </w:r>
    </w:p>
    <w:p w14:paraId="32DBB0C5" w14:textId="77777777" w:rsidR="006D4449" w:rsidRDefault="006D4449" w:rsidP="006D4449">
      <w:r>
        <w:t>439.3579</w:t>
      </w:r>
      <w:r>
        <w:tab/>
        <w:t>3.038e0</w:t>
      </w:r>
    </w:p>
    <w:p w14:paraId="31194750" w14:textId="77777777" w:rsidR="006D4449" w:rsidRDefault="006D4449" w:rsidP="006D4449">
      <w:r>
        <w:t>439.3702</w:t>
      </w:r>
      <w:r>
        <w:tab/>
        <w:t>2.025e0</w:t>
      </w:r>
    </w:p>
    <w:p w14:paraId="31D1A86C" w14:textId="77777777" w:rsidR="006D4449" w:rsidRDefault="006D4449" w:rsidP="006D4449">
      <w:r>
        <w:t>439.3845</w:t>
      </w:r>
      <w:r>
        <w:tab/>
        <w:t>2.025e0</w:t>
      </w:r>
    </w:p>
    <w:p w14:paraId="53370156" w14:textId="77777777" w:rsidR="006D4449" w:rsidRDefault="006D4449" w:rsidP="006D4449">
      <w:r>
        <w:t>439.3893</w:t>
      </w:r>
      <w:r>
        <w:tab/>
        <w:t>3.038e0</w:t>
      </w:r>
    </w:p>
    <w:p w14:paraId="003B32BD" w14:textId="77777777" w:rsidR="006D4449" w:rsidRDefault="006D4449" w:rsidP="006D4449">
      <w:r>
        <w:t>439.4091</w:t>
      </w:r>
      <w:r>
        <w:tab/>
        <w:t>1.013e0</w:t>
      </w:r>
    </w:p>
    <w:p w14:paraId="7A161EC0" w14:textId="77777777" w:rsidR="006D4449" w:rsidRDefault="006D4449" w:rsidP="006D4449">
      <w:r>
        <w:t>439.4496</w:t>
      </w:r>
      <w:r>
        <w:tab/>
        <w:t>1.013e0</w:t>
      </w:r>
    </w:p>
    <w:p w14:paraId="3DA69E64" w14:textId="77777777" w:rsidR="006D4449" w:rsidRDefault="006D4449" w:rsidP="006D4449">
      <w:r>
        <w:t>439.4650</w:t>
      </w:r>
      <w:r>
        <w:tab/>
        <w:t>1.013e0</w:t>
      </w:r>
    </w:p>
    <w:p w14:paraId="3C17471B" w14:textId="77777777" w:rsidR="006D4449" w:rsidRDefault="006D4449" w:rsidP="006D4449">
      <w:r>
        <w:t>439.5158</w:t>
      </w:r>
      <w:r>
        <w:tab/>
        <w:t>1.013e0</w:t>
      </w:r>
    </w:p>
    <w:p w14:paraId="640FBC69" w14:textId="77777777" w:rsidR="006D4449" w:rsidRDefault="006D4449" w:rsidP="006D4449">
      <w:r>
        <w:lastRenderedPageBreak/>
        <w:t>439.5479</w:t>
      </w:r>
      <w:r>
        <w:tab/>
        <w:t>2.025e0</w:t>
      </w:r>
    </w:p>
    <w:p w14:paraId="4ABBEDAC" w14:textId="77777777" w:rsidR="006D4449" w:rsidRDefault="006D4449" w:rsidP="006D4449">
      <w:r>
        <w:t>439.5984</w:t>
      </w:r>
      <w:r>
        <w:tab/>
        <w:t>1.013e0</w:t>
      </w:r>
    </w:p>
    <w:p w14:paraId="2699BE0C" w14:textId="77777777" w:rsidR="006D4449" w:rsidRDefault="006D4449" w:rsidP="006D4449">
      <w:r>
        <w:t>439.6178</w:t>
      </w:r>
      <w:r>
        <w:tab/>
        <w:t>1.013e0</w:t>
      </w:r>
    </w:p>
    <w:p w14:paraId="731C8EAD" w14:textId="77777777" w:rsidR="006D4449" w:rsidRDefault="006D4449" w:rsidP="006D4449">
      <w:r>
        <w:t>439.6952</w:t>
      </w:r>
      <w:r>
        <w:tab/>
        <w:t>1.013e0</w:t>
      </w:r>
    </w:p>
    <w:p w14:paraId="299A6528" w14:textId="77777777" w:rsidR="006D4449" w:rsidRDefault="006D4449" w:rsidP="006D4449">
      <w:r>
        <w:t>439.6969</w:t>
      </w:r>
      <w:r>
        <w:tab/>
        <w:t>1.013e0</w:t>
      </w:r>
    </w:p>
    <w:p w14:paraId="23276EFF" w14:textId="77777777" w:rsidR="006D4449" w:rsidRDefault="006D4449" w:rsidP="006D4449">
      <w:r>
        <w:t>439.7020</w:t>
      </w:r>
      <w:r>
        <w:tab/>
        <w:t>1.013e0</w:t>
      </w:r>
    </w:p>
    <w:p w14:paraId="3ADA00B5" w14:textId="77777777" w:rsidR="006D4449" w:rsidRDefault="006D4449" w:rsidP="006D4449">
      <w:r>
        <w:t>439.7201</w:t>
      </w:r>
      <w:r>
        <w:tab/>
        <w:t>2.025e0</w:t>
      </w:r>
    </w:p>
    <w:p w14:paraId="5859F1F3" w14:textId="77777777" w:rsidR="006D4449" w:rsidRDefault="006D4449" w:rsidP="006D4449">
      <w:r>
        <w:t>439.7810</w:t>
      </w:r>
      <w:r>
        <w:tab/>
        <w:t>1.013e0</w:t>
      </w:r>
    </w:p>
    <w:p w14:paraId="0DA3DB16" w14:textId="77777777" w:rsidR="006D4449" w:rsidRDefault="006D4449" w:rsidP="006D4449">
      <w:r>
        <w:t>439.8154</w:t>
      </w:r>
      <w:r>
        <w:tab/>
        <w:t>2.025e0</w:t>
      </w:r>
    </w:p>
    <w:p w14:paraId="62188C5E" w14:textId="77777777" w:rsidR="006D4449" w:rsidRDefault="006D4449" w:rsidP="006D4449">
      <w:r>
        <w:t>439.8565</w:t>
      </w:r>
      <w:r>
        <w:tab/>
        <w:t>2.025e0</w:t>
      </w:r>
    </w:p>
    <w:p w14:paraId="62CDE6E3" w14:textId="77777777" w:rsidR="006D4449" w:rsidRDefault="006D4449" w:rsidP="006D4449">
      <w:r>
        <w:t>439.8658</w:t>
      </w:r>
      <w:r>
        <w:tab/>
        <w:t>1.013e0</w:t>
      </w:r>
    </w:p>
    <w:p w14:paraId="101F6C28" w14:textId="77777777" w:rsidR="006D4449" w:rsidRDefault="006D4449" w:rsidP="006D4449">
      <w:r>
        <w:t>439.8977</w:t>
      </w:r>
      <w:r>
        <w:tab/>
        <w:t>1.013e0</w:t>
      </w:r>
    </w:p>
    <w:p w14:paraId="2084FE45" w14:textId="77777777" w:rsidR="006D4449" w:rsidRDefault="006D4449" w:rsidP="006D4449">
      <w:r>
        <w:t>439.9435</w:t>
      </w:r>
      <w:r>
        <w:tab/>
        <w:t>3.038e0</w:t>
      </w:r>
    </w:p>
    <w:p w14:paraId="291B5856" w14:textId="77777777" w:rsidR="006D4449" w:rsidRDefault="006D4449" w:rsidP="006D4449">
      <w:r>
        <w:t>439.9892</w:t>
      </w:r>
      <w:r>
        <w:tab/>
        <w:t>1.013e0</w:t>
      </w:r>
    </w:p>
    <w:p w14:paraId="1918A8B9" w14:textId="77777777" w:rsidR="006D4449" w:rsidRDefault="006D4449" w:rsidP="006D4449">
      <w:r>
        <w:t>439.9998</w:t>
      </w:r>
      <w:r>
        <w:tab/>
        <w:t>2.025e0</w:t>
      </w:r>
    </w:p>
    <w:p w14:paraId="620D6DA3" w14:textId="77777777" w:rsidR="006D4449" w:rsidRDefault="006D4449" w:rsidP="006D4449">
      <w:r>
        <w:t>440.0046</w:t>
      </w:r>
      <w:r>
        <w:tab/>
        <w:t>1.013e0</w:t>
      </w:r>
    </w:p>
    <w:p w14:paraId="3833FB67" w14:textId="77777777" w:rsidR="006D4449" w:rsidRDefault="006D4449" w:rsidP="006D4449">
      <w:r>
        <w:t>440.0123</w:t>
      </w:r>
      <w:r>
        <w:tab/>
        <w:t>1.013e0</w:t>
      </w:r>
    </w:p>
    <w:p w14:paraId="3D407B8E" w14:textId="77777777" w:rsidR="006D4449" w:rsidRDefault="006D4449" w:rsidP="006D4449">
      <w:r>
        <w:t>440.0259</w:t>
      </w:r>
      <w:r>
        <w:tab/>
        <w:t>1.013e0</w:t>
      </w:r>
    </w:p>
    <w:p w14:paraId="6DD0C7F5" w14:textId="77777777" w:rsidR="006D4449" w:rsidRDefault="006D4449" w:rsidP="006D4449">
      <w:r>
        <w:t>440.0286</w:t>
      </w:r>
      <w:r>
        <w:tab/>
        <w:t>2.025e0</w:t>
      </w:r>
    </w:p>
    <w:p w14:paraId="7D93E5E1" w14:textId="77777777" w:rsidR="006D4449" w:rsidRDefault="006D4449" w:rsidP="006D4449">
      <w:r>
        <w:lastRenderedPageBreak/>
        <w:t>440.0490</w:t>
      </w:r>
      <w:r>
        <w:tab/>
        <w:t>1.013e0</w:t>
      </w:r>
    </w:p>
    <w:p w14:paraId="2DE6EDE3" w14:textId="77777777" w:rsidR="006D4449" w:rsidRDefault="006D4449" w:rsidP="006D4449">
      <w:r>
        <w:t>440.0658</w:t>
      </w:r>
      <w:r>
        <w:tab/>
        <w:t>2.536e0</w:t>
      </w:r>
    </w:p>
    <w:p w14:paraId="0F40EEC4" w14:textId="77777777" w:rsidR="006D4449" w:rsidRDefault="006D4449" w:rsidP="006D4449">
      <w:r>
        <w:t>440.0722</w:t>
      </w:r>
      <w:r>
        <w:tab/>
        <w:t>1.013e0</w:t>
      </w:r>
    </w:p>
    <w:p w14:paraId="49148BC0" w14:textId="77777777" w:rsidR="006D4449" w:rsidRDefault="006D4449" w:rsidP="006D4449">
      <w:r>
        <w:t>440.1362</w:t>
      </w:r>
      <w:r>
        <w:tab/>
        <w:t>6.332e0</w:t>
      </w:r>
    </w:p>
    <w:p w14:paraId="34422795" w14:textId="77777777" w:rsidR="006D4449" w:rsidRDefault="006D4449" w:rsidP="006D4449">
      <w:r>
        <w:t>440.1559</w:t>
      </w:r>
      <w:r>
        <w:tab/>
        <w:t>8.695e0</w:t>
      </w:r>
    </w:p>
    <w:p w14:paraId="68F54902" w14:textId="77777777" w:rsidR="006D4449" w:rsidRDefault="006D4449" w:rsidP="006D4449">
      <w:r>
        <w:t>440.1619</w:t>
      </w:r>
      <w:r>
        <w:tab/>
        <w:t>1.262e1</w:t>
      </w:r>
    </w:p>
    <w:p w14:paraId="24FEAF50" w14:textId="77777777" w:rsidR="006D4449" w:rsidRDefault="006D4449" w:rsidP="006D4449">
      <w:r>
        <w:t>440.1632</w:t>
      </w:r>
      <w:r>
        <w:tab/>
        <w:t>4.313e0</w:t>
      </w:r>
    </w:p>
    <w:p w14:paraId="599864E1" w14:textId="77777777" w:rsidR="006D4449" w:rsidRDefault="006D4449" w:rsidP="006D4449">
      <w:r>
        <w:t>440.1702</w:t>
      </w:r>
      <w:r>
        <w:tab/>
        <w:t>8.639e0</w:t>
      </w:r>
    </w:p>
    <w:p w14:paraId="4662FD41" w14:textId="77777777" w:rsidR="006D4449" w:rsidRDefault="006D4449" w:rsidP="006D4449">
      <w:r>
        <w:t>440.2033</w:t>
      </w:r>
      <w:r>
        <w:tab/>
        <w:t>1.399e0</w:t>
      </w:r>
    </w:p>
    <w:p w14:paraId="5E9A8792" w14:textId="77777777" w:rsidR="006D4449" w:rsidRDefault="006D4449" w:rsidP="006D4449">
      <w:r>
        <w:t>440.2145</w:t>
      </w:r>
      <w:r>
        <w:tab/>
        <w:t>5.654e0</w:t>
      </w:r>
    </w:p>
    <w:p w14:paraId="694FC786" w14:textId="77777777" w:rsidR="006D4449" w:rsidRDefault="006D4449" w:rsidP="006D4449">
      <w:r>
        <w:t>440.2310</w:t>
      </w:r>
      <w:r>
        <w:tab/>
        <w:t>6.269e0</w:t>
      </w:r>
    </w:p>
    <w:p w14:paraId="34A65791" w14:textId="77777777" w:rsidR="006D4449" w:rsidRDefault="006D4449" w:rsidP="006D4449">
      <w:r>
        <w:t>440.2493</w:t>
      </w:r>
      <w:r>
        <w:tab/>
        <w:t>1.023e0</w:t>
      </w:r>
    </w:p>
    <w:p w14:paraId="6C7A2120" w14:textId="77777777" w:rsidR="006D4449" w:rsidRDefault="006D4449" w:rsidP="006D4449">
      <w:r>
        <w:t>440.2756</w:t>
      </w:r>
      <w:r>
        <w:tab/>
        <w:t>1.067e0</w:t>
      </w:r>
    </w:p>
    <w:p w14:paraId="2455C575" w14:textId="77777777" w:rsidR="006D4449" w:rsidRDefault="006D4449" w:rsidP="006D4449">
      <w:r>
        <w:t>440.3427</w:t>
      </w:r>
      <w:r>
        <w:tab/>
        <w:t>1.627e0</w:t>
      </w:r>
    </w:p>
    <w:p w14:paraId="0984E4A9" w14:textId="77777777" w:rsidR="006D4449" w:rsidRDefault="006D4449" w:rsidP="006D4449">
      <w:r>
        <w:t>440.3539</w:t>
      </w:r>
      <w:r>
        <w:tab/>
        <w:t>3.038e0</w:t>
      </w:r>
    </w:p>
    <w:p w14:paraId="4A44E1FD" w14:textId="77777777" w:rsidR="006D4449" w:rsidRDefault="006D4449" w:rsidP="006D4449">
      <w:r>
        <w:t>440.3786</w:t>
      </w:r>
      <w:r>
        <w:tab/>
        <w:t>4.051e0</w:t>
      </w:r>
    </w:p>
    <w:p w14:paraId="4F9E8266" w14:textId="77777777" w:rsidR="006D4449" w:rsidRDefault="006D4449" w:rsidP="006D4449">
      <w:r>
        <w:t>440.3925</w:t>
      </w:r>
      <w:r>
        <w:tab/>
        <w:t>2.025e0</w:t>
      </w:r>
    </w:p>
    <w:p w14:paraId="0EFD5494" w14:textId="77777777" w:rsidR="006D4449" w:rsidRDefault="006D4449" w:rsidP="006D4449">
      <w:r>
        <w:t>440.4059</w:t>
      </w:r>
      <w:r>
        <w:tab/>
        <w:t>1.013e0</w:t>
      </w:r>
    </w:p>
    <w:p w14:paraId="27A27D38" w14:textId="77777777" w:rsidR="006D4449" w:rsidRDefault="006D4449" w:rsidP="006D4449">
      <w:r>
        <w:t>440.4124</w:t>
      </w:r>
      <w:r>
        <w:tab/>
        <w:t>2.025e0</w:t>
      </w:r>
    </w:p>
    <w:p w14:paraId="1FAAA3D0" w14:textId="77777777" w:rsidR="006D4449" w:rsidRDefault="006D4449" w:rsidP="006D4449">
      <w:r>
        <w:lastRenderedPageBreak/>
        <w:t>440.4522</w:t>
      </w:r>
      <w:r>
        <w:tab/>
        <w:t>1.013e0</w:t>
      </w:r>
    </w:p>
    <w:p w14:paraId="705B2D90" w14:textId="77777777" w:rsidR="006D4449" w:rsidRDefault="006D4449" w:rsidP="006D4449">
      <w:r>
        <w:t>440.4608</w:t>
      </w:r>
      <w:r>
        <w:tab/>
        <w:t>1.013e0</w:t>
      </w:r>
    </w:p>
    <w:p w14:paraId="74EFE6B2" w14:textId="77777777" w:rsidR="006D4449" w:rsidRDefault="006D4449" w:rsidP="006D4449">
      <w:r>
        <w:t>440.4664</w:t>
      </w:r>
      <w:r>
        <w:tab/>
        <w:t>3.038e0</w:t>
      </w:r>
    </w:p>
    <w:p w14:paraId="32721E65" w14:textId="77777777" w:rsidR="006D4449" w:rsidRDefault="006D4449" w:rsidP="006D4449">
      <w:r>
        <w:t>440.5109</w:t>
      </w:r>
      <w:r>
        <w:tab/>
        <w:t>2.025e0</w:t>
      </w:r>
    </w:p>
    <w:p w14:paraId="5F04D98A" w14:textId="77777777" w:rsidR="006D4449" w:rsidRDefault="006D4449" w:rsidP="006D4449">
      <w:r>
        <w:t>440.5140</w:t>
      </w:r>
      <w:r>
        <w:tab/>
        <w:t>1.013e0</w:t>
      </w:r>
    </w:p>
    <w:p w14:paraId="581A5C99" w14:textId="77777777" w:rsidR="006D4449" w:rsidRDefault="006D4449" w:rsidP="006D4449">
      <w:r>
        <w:t>440.5430</w:t>
      </w:r>
      <w:r>
        <w:tab/>
        <w:t>1.013e0</w:t>
      </w:r>
    </w:p>
    <w:p w14:paraId="065F2EC8" w14:textId="77777777" w:rsidR="006D4449" w:rsidRDefault="006D4449" w:rsidP="006D4449">
      <w:r>
        <w:t>440.5612</w:t>
      </w:r>
      <w:r>
        <w:tab/>
        <w:t>1.013e0</w:t>
      </w:r>
    </w:p>
    <w:p w14:paraId="0C924FEE" w14:textId="77777777" w:rsidR="006D4449" w:rsidRDefault="006D4449" w:rsidP="006D4449">
      <w:r>
        <w:t>440.5758</w:t>
      </w:r>
      <w:r>
        <w:tab/>
        <w:t>1.013e0</w:t>
      </w:r>
    </w:p>
    <w:p w14:paraId="64110373" w14:textId="77777777" w:rsidR="006D4449" w:rsidRDefault="006D4449" w:rsidP="006D4449">
      <w:r>
        <w:t>440.5971</w:t>
      </w:r>
      <w:r>
        <w:tab/>
        <w:t>1.013e0</w:t>
      </w:r>
    </w:p>
    <w:p w14:paraId="7BBE3022" w14:textId="77777777" w:rsidR="006D4449" w:rsidRDefault="006D4449" w:rsidP="006D4449">
      <w:r>
        <w:t>440.6067</w:t>
      </w:r>
      <w:r>
        <w:tab/>
        <w:t>1.013e0</w:t>
      </w:r>
    </w:p>
    <w:p w14:paraId="4A4994FE" w14:textId="77777777" w:rsidR="006D4449" w:rsidRDefault="006D4449" w:rsidP="006D4449">
      <w:r>
        <w:t>440.6144</w:t>
      </w:r>
      <w:r>
        <w:tab/>
        <w:t>1.013e0</w:t>
      </w:r>
    </w:p>
    <w:p w14:paraId="03E5ABDE" w14:textId="77777777" w:rsidR="006D4449" w:rsidRDefault="006D4449" w:rsidP="006D4449">
      <w:r>
        <w:t>440.6718</w:t>
      </w:r>
      <w:r>
        <w:tab/>
        <w:t>3.038e0</w:t>
      </w:r>
    </w:p>
    <w:p w14:paraId="1CFF2417" w14:textId="77777777" w:rsidR="006D4449" w:rsidRDefault="006D4449" w:rsidP="006D4449">
      <w:r>
        <w:t>440.6776</w:t>
      </w:r>
      <w:r>
        <w:tab/>
        <w:t>2.025e0</w:t>
      </w:r>
    </w:p>
    <w:p w14:paraId="031841ED" w14:textId="77777777" w:rsidR="006D4449" w:rsidRDefault="006D4449" w:rsidP="006D4449">
      <w:r>
        <w:t>440.7071</w:t>
      </w:r>
      <w:r>
        <w:tab/>
        <w:t>1.013e0</w:t>
      </w:r>
    </w:p>
    <w:p w14:paraId="54A5E415" w14:textId="77777777" w:rsidR="006D4449" w:rsidRDefault="006D4449" w:rsidP="006D4449">
      <w:r>
        <w:t>440.7225</w:t>
      </w:r>
      <w:r>
        <w:tab/>
        <w:t>1.013e0</w:t>
      </w:r>
    </w:p>
    <w:p w14:paraId="7B2BE24E" w14:textId="77777777" w:rsidR="006D4449" w:rsidRDefault="006D4449" w:rsidP="006D4449">
      <w:r>
        <w:t>440.8042</w:t>
      </w:r>
      <w:r>
        <w:tab/>
        <w:t>2.025e0</w:t>
      </w:r>
    </w:p>
    <w:p w14:paraId="5D95B1A9" w14:textId="77777777" w:rsidR="006D4449" w:rsidRDefault="006D4449" w:rsidP="006D4449">
      <w:r>
        <w:t>440.8462</w:t>
      </w:r>
      <w:r>
        <w:tab/>
        <w:t>1.013e0</w:t>
      </w:r>
    </w:p>
    <w:p w14:paraId="52CD8CD1" w14:textId="77777777" w:rsidR="006D4449" w:rsidRDefault="006D4449" w:rsidP="006D4449">
      <w:r>
        <w:t>440.8608</w:t>
      </w:r>
      <w:r>
        <w:tab/>
        <w:t>1.013e0</w:t>
      </w:r>
    </w:p>
    <w:p w14:paraId="32A00166" w14:textId="77777777" w:rsidR="006D4449" w:rsidRDefault="006D4449" w:rsidP="006D4449">
      <w:r>
        <w:t>440.8624</w:t>
      </w:r>
      <w:r>
        <w:tab/>
        <w:t>2.025e0</w:t>
      </w:r>
    </w:p>
    <w:p w14:paraId="3F6266DE" w14:textId="77777777" w:rsidR="006D4449" w:rsidRDefault="006D4449" w:rsidP="006D4449">
      <w:r>
        <w:lastRenderedPageBreak/>
        <w:t>440.9075</w:t>
      </w:r>
      <w:r>
        <w:tab/>
        <w:t>4.051e0</w:t>
      </w:r>
    </w:p>
    <w:p w14:paraId="3D11310F" w14:textId="77777777" w:rsidR="006D4449" w:rsidRDefault="006D4449" w:rsidP="006D4449">
      <w:r>
        <w:t>440.9752</w:t>
      </w:r>
      <w:r>
        <w:tab/>
        <w:t>4.051e0</w:t>
      </w:r>
    </w:p>
    <w:p w14:paraId="5793E131" w14:textId="77777777" w:rsidR="006D4449" w:rsidRDefault="006D4449" w:rsidP="006D4449">
      <w:r>
        <w:t>440.9826</w:t>
      </w:r>
      <w:r>
        <w:tab/>
        <w:t>1.013e0</w:t>
      </w:r>
    </w:p>
    <w:p w14:paraId="5F32FF59" w14:textId="77777777" w:rsidR="006D4449" w:rsidRDefault="006D4449" w:rsidP="006D4449">
      <w:r>
        <w:t>440.9871</w:t>
      </w:r>
      <w:r>
        <w:tab/>
        <w:t>1.095e1</w:t>
      </w:r>
    </w:p>
    <w:p w14:paraId="427ADE69" w14:textId="77777777" w:rsidR="006D4449" w:rsidRDefault="006D4449" w:rsidP="006D4449">
      <w:r>
        <w:t>441.0453</w:t>
      </w:r>
      <w:r>
        <w:tab/>
        <w:t>1.013e0</w:t>
      </w:r>
    </w:p>
    <w:p w14:paraId="7EB33D41" w14:textId="77777777" w:rsidR="006D4449" w:rsidRDefault="006D4449" w:rsidP="006D4449">
      <w:r>
        <w:t>441.0685</w:t>
      </w:r>
      <w:r>
        <w:tab/>
        <w:t>1.013e0</w:t>
      </w:r>
    </w:p>
    <w:p w14:paraId="3D41E205" w14:textId="77777777" w:rsidR="006D4449" w:rsidRDefault="006D4449" w:rsidP="006D4449">
      <w:r>
        <w:t>441.0781</w:t>
      </w:r>
      <w:r>
        <w:tab/>
        <w:t>1.013e0</w:t>
      </w:r>
    </w:p>
    <w:p w14:paraId="2388B9F4" w14:textId="77777777" w:rsidR="006D4449" w:rsidRDefault="006D4449" w:rsidP="006D4449">
      <w:r>
        <w:t>441.1080</w:t>
      </w:r>
      <w:r>
        <w:tab/>
        <w:t>2.025e0</w:t>
      </w:r>
    </w:p>
    <w:p w14:paraId="4F527AD7" w14:textId="77777777" w:rsidR="006D4449" w:rsidRDefault="006D4449" w:rsidP="006D4449">
      <w:r>
        <w:t>441.1133</w:t>
      </w:r>
      <w:r>
        <w:tab/>
        <w:t>5.063e0</w:t>
      </w:r>
    </w:p>
    <w:p w14:paraId="2A3F6299" w14:textId="77777777" w:rsidR="006D4449" w:rsidRDefault="006D4449" w:rsidP="006D4449">
      <w:r>
        <w:t>441.1243</w:t>
      </w:r>
      <w:r>
        <w:tab/>
        <w:t>2.025e0</w:t>
      </w:r>
    </w:p>
    <w:p w14:paraId="5CB64EEA" w14:textId="77777777" w:rsidR="006D4449" w:rsidRDefault="006D4449" w:rsidP="006D4449">
      <w:r>
        <w:t>441.1261</w:t>
      </w:r>
      <w:r>
        <w:tab/>
        <w:t>1.013e0</w:t>
      </w:r>
    </w:p>
    <w:p w14:paraId="58FE3DD9" w14:textId="77777777" w:rsidR="006D4449" w:rsidRDefault="006D4449" w:rsidP="006D4449">
      <w:r>
        <w:t>441.1322</w:t>
      </w:r>
      <w:r>
        <w:tab/>
        <w:t>1.013e0</w:t>
      </w:r>
    </w:p>
    <w:p w14:paraId="2C979BAE" w14:textId="77777777" w:rsidR="006D4449" w:rsidRDefault="006D4449" w:rsidP="006D4449">
      <w:r>
        <w:t>441.1858</w:t>
      </w:r>
      <w:r>
        <w:tab/>
        <w:t>5.492e0</w:t>
      </w:r>
    </w:p>
    <w:p w14:paraId="4F3C20A0" w14:textId="77777777" w:rsidR="006D4449" w:rsidRDefault="006D4449" w:rsidP="006D4449">
      <w:r>
        <w:t>441.1982</w:t>
      </w:r>
      <w:r>
        <w:tab/>
        <w:t>2.884e0</w:t>
      </w:r>
    </w:p>
    <w:p w14:paraId="50BC7FBA" w14:textId="77777777" w:rsidR="006D4449" w:rsidRDefault="006D4449" w:rsidP="006D4449">
      <w:r>
        <w:t>441.2204</w:t>
      </w:r>
      <w:r>
        <w:tab/>
        <w:t>2.862e0</w:t>
      </w:r>
    </w:p>
    <w:p w14:paraId="6A7CE819" w14:textId="77777777" w:rsidR="006D4449" w:rsidRDefault="006D4449" w:rsidP="006D4449">
      <w:r>
        <w:t>441.2505</w:t>
      </w:r>
      <w:r>
        <w:tab/>
        <w:t>1.886e0</w:t>
      </w:r>
    </w:p>
    <w:p w14:paraId="54E0E5A4" w14:textId="77777777" w:rsidR="006D4449" w:rsidRDefault="006D4449" w:rsidP="006D4449">
      <w:r>
        <w:t>441.2650</w:t>
      </w:r>
      <w:r>
        <w:tab/>
        <w:t>1.511e1</w:t>
      </w:r>
    </w:p>
    <w:p w14:paraId="52D6A742" w14:textId="77777777" w:rsidR="006D4449" w:rsidRDefault="006D4449" w:rsidP="006D4449">
      <w:r>
        <w:t>441.2717</w:t>
      </w:r>
      <w:r>
        <w:tab/>
        <w:t>1.021e1</w:t>
      </w:r>
    </w:p>
    <w:p w14:paraId="0FDB7149" w14:textId="77777777" w:rsidR="006D4449" w:rsidRDefault="006D4449" w:rsidP="006D4449">
      <w:r>
        <w:t>441.2805</w:t>
      </w:r>
      <w:r>
        <w:tab/>
        <w:t>1.389e1</w:t>
      </w:r>
    </w:p>
    <w:p w14:paraId="7095BCFB" w14:textId="77777777" w:rsidR="006D4449" w:rsidRDefault="006D4449" w:rsidP="006D4449">
      <w:r>
        <w:lastRenderedPageBreak/>
        <w:t>441.2844</w:t>
      </w:r>
      <w:r>
        <w:tab/>
        <w:t>1.041e1</w:t>
      </w:r>
    </w:p>
    <w:p w14:paraId="3B7FE39E" w14:textId="77777777" w:rsidR="006D4449" w:rsidRDefault="006D4449" w:rsidP="006D4449">
      <w:r>
        <w:t>441.3433</w:t>
      </w:r>
      <w:r>
        <w:tab/>
        <w:t>3.038e0</w:t>
      </w:r>
    </w:p>
    <w:p w14:paraId="344BF6BF" w14:textId="77777777" w:rsidR="006D4449" w:rsidRDefault="006D4449" w:rsidP="006D4449">
      <w:r>
        <w:t>441.3460</w:t>
      </w:r>
      <w:r>
        <w:tab/>
        <w:t>3.038e0</w:t>
      </w:r>
    </w:p>
    <w:p w14:paraId="6145C8C3" w14:textId="77777777" w:rsidR="006D4449" w:rsidRDefault="006D4449" w:rsidP="006D4449">
      <w:r>
        <w:t>441.3878</w:t>
      </w:r>
      <w:r>
        <w:tab/>
        <w:t>1.013e0</w:t>
      </w:r>
    </w:p>
    <w:p w14:paraId="4D33D6B4" w14:textId="77777777" w:rsidR="006D4449" w:rsidRDefault="006D4449" w:rsidP="006D4449">
      <w:r>
        <w:t>441.3893</w:t>
      </w:r>
      <w:r>
        <w:tab/>
        <w:t>2.025e0</w:t>
      </w:r>
    </w:p>
    <w:p w14:paraId="58C08684" w14:textId="77777777" w:rsidR="006D4449" w:rsidRDefault="006D4449" w:rsidP="006D4449">
      <w:r>
        <w:t>441.4027</w:t>
      </w:r>
      <w:r>
        <w:tab/>
        <w:t>2.025e0</w:t>
      </w:r>
    </w:p>
    <w:p w14:paraId="6CF54899" w14:textId="77777777" w:rsidR="006D4449" w:rsidRDefault="006D4449" w:rsidP="006D4449">
      <w:r>
        <w:t>441.4130</w:t>
      </w:r>
      <w:r>
        <w:tab/>
        <w:t>2.025e0</w:t>
      </w:r>
    </w:p>
    <w:p w14:paraId="18EEFCD6" w14:textId="77777777" w:rsidR="006D4449" w:rsidRDefault="006D4449" w:rsidP="006D4449">
      <w:r>
        <w:t>441.4615</w:t>
      </w:r>
      <w:r>
        <w:tab/>
        <w:t>1.013e0</w:t>
      </w:r>
    </w:p>
    <w:p w14:paraId="23665CE9" w14:textId="77777777" w:rsidR="006D4449" w:rsidRDefault="006D4449" w:rsidP="006D4449">
      <w:r>
        <w:t>441.4669</w:t>
      </w:r>
      <w:r>
        <w:tab/>
        <w:t>2.025e0</w:t>
      </w:r>
    </w:p>
    <w:p w14:paraId="29070ED8" w14:textId="77777777" w:rsidR="006D4449" w:rsidRDefault="006D4449" w:rsidP="006D4449">
      <w:r>
        <w:t>441.4803</w:t>
      </w:r>
      <w:r>
        <w:tab/>
        <w:t>1.013e0</w:t>
      </w:r>
    </w:p>
    <w:p w14:paraId="0ED130CA" w14:textId="77777777" w:rsidR="006D4449" w:rsidRDefault="006D4449" w:rsidP="006D4449">
      <w:r>
        <w:t>441.5242</w:t>
      </w:r>
      <w:r>
        <w:tab/>
        <w:t>1.013e0</w:t>
      </w:r>
    </w:p>
    <w:p w14:paraId="0A497154" w14:textId="77777777" w:rsidR="006D4449" w:rsidRDefault="006D4449" w:rsidP="006D4449">
      <w:r>
        <w:t>441.5259</w:t>
      </w:r>
      <w:r>
        <w:tab/>
        <w:t>1.013e0</w:t>
      </w:r>
    </w:p>
    <w:p w14:paraId="3E8D62FB" w14:textId="77777777" w:rsidR="006D4449" w:rsidRDefault="006D4449" w:rsidP="006D4449">
      <w:r>
        <w:t>441.5350</w:t>
      </w:r>
      <w:r>
        <w:tab/>
        <w:t>2.025e0</w:t>
      </w:r>
    </w:p>
    <w:p w14:paraId="511B0B41" w14:textId="77777777" w:rsidR="006D4449" w:rsidRDefault="006D4449" w:rsidP="006D4449">
      <w:r>
        <w:t>441.5655</w:t>
      </w:r>
      <w:r>
        <w:tab/>
        <w:t>1.013e0</w:t>
      </w:r>
    </w:p>
    <w:p w14:paraId="158B8ED0" w14:textId="77777777" w:rsidR="006D4449" w:rsidRDefault="006D4449" w:rsidP="006D4449">
      <w:r>
        <w:t>441.5784</w:t>
      </w:r>
      <w:r>
        <w:tab/>
        <w:t>2.025e0</w:t>
      </w:r>
    </w:p>
    <w:p w14:paraId="25F27F01" w14:textId="77777777" w:rsidR="006D4449" w:rsidRDefault="006D4449" w:rsidP="006D4449">
      <w:r>
        <w:t>441.6118</w:t>
      </w:r>
      <w:r>
        <w:tab/>
        <w:t>1.013e0</w:t>
      </w:r>
    </w:p>
    <w:p w14:paraId="62FF211A" w14:textId="77777777" w:rsidR="006D4449" w:rsidRDefault="006D4449" w:rsidP="006D4449">
      <w:r>
        <w:t>441.6247</w:t>
      </w:r>
      <w:r>
        <w:tab/>
        <w:t>1.013e0</w:t>
      </w:r>
    </w:p>
    <w:p w14:paraId="70A5D72E" w14:textId="77777777" w:rsidR="006D4449" w:rsidRDefault="006D4449" w:rsidP="006D4449">
      <w:r>
        <w:t>441.7232</w:t>
      </w:r>
      <w:r>
        <w:tab/>
        <w:t>1.013e0</w:t>
      </w:r>
    </w:p>
    <w:p w14:paraId="253CFFC4" w14:textId="77777777" w:rsidR="006D4449" w:rsidRDefault="006D4449" w:rsidP="006D4449">
      <w:r>
        <w:t>441.7449</w:t>
      </w:r>
      <w:r>
        <w:tab/>
        <w:t>1.013e0</w:t>
      </w:r>
    </w:p>
    <w:p w14:paraId="302CC604" w14:textId="77777777" w:rsidR="006D4449" w:rsidRDefault="006D4449" w:rsidP="006D4449">
      <w:r>
        <w:lastRenderedPageBreak/>
        <w:t>441.7496</w:t>
      </w:r>
      <w:r>
        <w:tab/>
        <w:t>2.025e0</w:t>
      </w:r>
    </w:p>
    <w:p w14:paraId="40B549B1" w14:textId="77777777" w:rsidR="006D4449" w:rsidRDefault="006D4449" w:rsidP="006D4449">
      <w:r>
        <w:t>441.7802</w:t>
      </w:r>
      <w:r>
        <w:tab/>
        <w:t>1.013e0</w:t>
      </w:r>
    </w:p>
    <w:p w14:paraId="05D8D4A9" w14:textId="77777777" w:rsidR="006D4449" w:rsidRDefault="006D4449" w:rsidP="006D4449">
      <w:r>
        <w:t>441.7843</w:t>
      </w:r>
      <w:r>
        <w:tab/>
        <w:t>1.013e0</w:t>
      </w:r>
    </w:p>
    <w:p w14:paraId="6A630433" w14:textId="77777777" w:rsidR="006D4449" w:rsidRDefault="006D4449" w:rsidP="006D4449">
      <w:r>
        <w:t>441.8059</w:t>
      </w:r>
      <w:r>
        <w:tab/>
        <w:t>2.025e0</w:t>
      </w:r>
    </w:p>
    <w:p w14:paraId="73A50A31" w14:textId="77777777" w:rsidR="006D4449" w:rsidRDefault="006D4449" w:rsidP="006D4449">
      <w:r>
        <w:t>441.8208</w:t>
      </w:r>
      <w:r>
        <w:tab/>
        <w:t>1.013e0</w:t>
      </w:r>
    </w:p>
    <w:p w14:paraId="1D84E8B2" w14:textId="77777777" w:rsidR="006D4449" w:rsidRDefault="006D4449" w:rsidP="006D4449">
      <w:r>
        <w:t>441.8453</w:t>
      </w:r>
      <w:r>
        <w:tab/>
        <w:t>1.013e0</w:t>
      </w:r>
    </w:p>
    <w:p w14:paraId="0EDFC7EA" w14:textId="77777777" w:rsidR="006D4449" w:rsidRDefault="006D4449" w:rsidP="006D4449">
      <w:r>
        <w:t>441.8472</w:t>
      </w:r>
      <w:r>
        <w:tab/>
        <w:t>1.013e0</w:t>
      </w:r>
    </w:p>
    <w:p w14:paraId="3A0507EB" w14:textId="77777777" w:rsidR="006D4449" w:rsidRDefault="006D4449" w:rsidP="006D4449">
      <w:r>
        <w:t>441.8756</w:t>
      </w:r>
      <w:r>
        <w:tab/>
        <w:t>3.038e0</w:t>
      </w:r>
    </w:p>
    <w:p w14:paraId="6E0D86C7" w14:textId="77777777" w:rsidR="006D4449" w:rsidRDefault="006D4449" w:rsidP="006D4449">
      <w:r>
        <w:t>441.9027</w:t>
      </w:r>
      <w:r>
        <w:tab/>
        <w:t>1.013e0</w:t>
      </w:r>
    </w:p>
    <w:p w14:paraId="17F87A47" w14:textId="77777777" w:rsidR="006D4449" w:rsidRDefault="006D4449" w:rsidP="006D4449">
      <w:r>
        <w:t>441.9046</w:t>
      </w:r>
      <w:r>
        <w:tab/>
        <w:t>1.013e0</w:t>
      </w:r>
    </w:p>
    <w:p w14:paraId="3277C48B" w14:textId="77777777" w:rsidR="006D4449" w:rsidRDefault="006D4449" w:rsidP="006D4449">
      <w:r>
        <w:t>441.9305</w:t>
      </w:r>
      <w:r>
        <w:tab/>
        <w:t>3.890e0</w:t>
      </w:r>
    </w:p>
    <w:p w14:paraId="37BBDEAA" w14:textId="77777777" w:rsidR="006D4449" w:rsidRDefault="006D4449" w:rsidP="006D4449">
      <w:r>
        <w:t>441.9737</w:t>
      </w:r>
      <w:r>
        <w:tab/>
        <w:t>4.051e0</w:t>
      </w:r>
    </w:p>
    <w:p w14:paraId="3D59F540" w14:textId="77777777" w:rsidR="006D4449" w:rsidRDefault="006D4449" w:rsidP="006D4449">
      <w:r>
        <w:t>441.9914</w:t>
      </w:r>
      <w:r>
        <w:tab/>
        <w:t>3.106e0</w:t>
      </w:r>
    </w:p>
    <w:p w14:paraId="3F227BC1" w14:textId="77777777" w:rsidR="006D4449" w:rsidRDefault="006D4449" w:rsidP="006D4449">
      <w:r>
        <w:t>441.9979</w:t>
      </w:r>
      <w:r>
        <w:tab/>
        <w:t>2.025e0</w:t>
      </w:r>
    </w:p>
    <w:p w14:paraId="28F27D59" w14:textId="77777777" w:rsidR="006D4449" w:rsidRDefault="006D4449" w:rsidP="006D4449">
      <w:r>
        <w:t>441.9989</w:t>
      </w:r>
      <w:r>
        <w:tab/>
        <w:t>1.013e0</w:t>
      </w:r>
    </w:p>
    <w:p w14:paraId="79BF77D3" w14:textId="77777777" w:rsidR="006D4449" w:rsidRDefault="006D4449" w:rsidP="006D4449">
      <w:r>
        <w:t>442.0139</w:t>
      </w:r>
      <w:r>
        <w:tab/>
        <w:t>2.118e0</w:t>
      </w:r>
    </w:p>
    <w:p w14:paraId="4164D835" w14:textId="77777777" w:rsidR="006D4449" w:rsidRDefault="006D4449" w:rsidP="006D4449">
      <w:r>
        <w:t>442.0591</w:t>
      </w:r>
      <w:r>
        <w:tab/>
        <w:t>3.038e0</w:t>
      </w:r>
    </w:p>
    <w:p w14:paraId="54C73B26" w14:textId="77777777" w:rsidR="006D4449" w:rsidRDefault="006D4449" w:rsidP="006D4449">
      <w:r>
        <w:t>442.0695</w:t>
      </w:r>
      <w:r>
        <w:tab/>
        <w:t>1.013e0</w:t>
      </w:r>
    </w:p>
    <w:p w14:paraId="7A350F19" w14:textId="77777777" w:rsidR="006D4449" w:rsidRDefault="006D4449" w:rsidP="006D4449">
      <w:r>
        <w:t>442.0857</w:t>
      </w:r>
      <w:r>
        <w:tab/>
        <w:t>1.013e0</w:t>
      </w:r>
    </w:p>
    <w:p w14:paraId="60911A4E" w14:textId="77777777" w:rsidR="006D4449" w:rsidRDefault="006D4449" w:rsidP="006D4449">
      <w:r>
        <w:lastRenderedPageBreak/>
        <w:t>442.0925</w:t>
      </w:r>
      <w:r>
        <w:tab/>
        <w:t>2.025e0</w:t>
      </w:r>
    </w:p>
    <w:p w14:paraId="39AB15A7" w14:textId="77777777" w:rsidR="006D4449" w:rsidRDefault="006D4449" w:rsidP="006D4449">
      <w:r>
        <w:t>442.0996</w:t>
      </w:r>
      <w:r>
        <w:tab/>
        <w:t>2.025e0</w:t>
      </w:r>
    </w:p>
    <w:p w14:paraId="736A700C" w14:textId="77777777" w:rsidR="006D4449" w:rsidRDefault="006D4449" w:rsidP="006D4449">
      <w:r>
        <w:t>442.1575</w:t>
      </w:r>
      <w:r>
        <w:tab/>
        <w:t>1.626e0</w:t>
      </w:r>
    </w:p>
    <w:p w14:paraId="55596808" w14:textId="77777777" w:rsidR="006D4449" w:rsidRDefault="006D4449" w:rsidP="006D4449">
      <w:r>
        <w:t>442.1606</w:t>
      </w:r>
      <w:r>
        <w:tab/>
        <w:t>5.882e0</w:t>
      </w:r>
    </w:p>
    <w:p w14:paraId="61F8D57E" w14:textId="77777777" w:rsidR="006D4449" w:rsidRDefault="006D4449" w:rsidP="006D4449">
      <w:r>
        <w:t>442.1932</w:t>
      </w:r>
      <w:r>
        <w:tab/>
        <w:t>3.703e0</w:t>
      </w:r>
    </w:p>
    <w:p w14:paraId="222333C4" w14:textId="77777777" w:rsidR="006D4449" w:rsidRDefault="006D4449" w:rsidP="006D4449">
      <w:r>
        <w:t>442.2456</w:t>
      </w:r>
      <w:r>
        <w:tab/>
        <w:t>3.456e0</w:t>
      </w:r>
    </w:p>
    <w:p w14:paraId="3B85BCBF" w14:textId="77777777" w:rsidR="006D4449" w:rsidRDefault="006D4449" w:rsidP="006D4449">
      <w:r>
        <w:t>442.2720</w:t>
      </w:r>
      <w:r>
        <w:tab/>
        <w:t>2.155e0</w:t>
      </w:r>
    </w:p>
    <w:p w14:paraId="14A6BD5C" w14:textId="77777777" w:rsidR="006D4449" w:rsidRDefault="006D4449" w:rsidP="006D4449">
      <w:r>
        <w:t>442.2738</w:t>
      </w:r>
      <w:r>
        <w:tab/>
        <w:t>1.117e0</w:t>
      </w:r>
    </w:p>
    <w:p w14:paraId="5BBB4152" w14:textId="77777777" w:rsidR="006D4449" w:rsidRDefault="006D4449" w:rsidP="006D4449">
      <w:r>
        <w:t>442.2824</w:t>
      </w:r>
      <w:r>
        <w:tab/>
        <w:t>4.017e0</w:t>
      </w:r>
    </w:p>
    <w:p w14:paraId="39C5CAE5" w14:textId="77777777" w:rsidR="006D4449" w:rsidRDefault="006D4449" w:rsidP="006D4449">
      <w:r>
        <w:t>442.2965</w:t>
      </w:r>
      <w:r>
        <w:tab/>
        <w:t>1.894e0</w:t>
      </w:r>
    </w:p>
    <w:p w14:paraId="74058071" w14:textId="77777777" w:rsidR="006D4449" w:rsidRDefault="006D4449" w:rsidP="006D4449">
      <w:r>
        <w:t>442.3024</w:t>
      </w:r>
      <w:r>
        <w:tab/>
        <w:t>8.896e0</w:t>
      </w:r>
    </w:p>
    <w:p w14:paraId="121D534F" w14:textId="77777777" w:rsidR="006D4449" w:rsidRDefault="006D4449" w:rsidP="006D4449">
      <w:r>
        <w:t>442.3305</w:t>
      </w:r>
      <w:r>
        <w:tab/>
        <w:t>4.051e0</w:t>
      </w:r>
    </w:p>
    <w:p w14:paraId="0A11B2AD" w14:textId="77777777" w:rsidR="006D4449" w:rsidRDefault="006D4449" w:rsidP="006D4449">
      <w:r>
        <w:t>442.3532</w:t>
      </w:r>
      <w:r>
        <w:tab/>
        <w:t>3.038e0</w:t>
      </w:r>
    </w:p>
    <w:p w14:paraId="64005A6E" w14:textId="77777777" w:rsidR="006D4449" w:rsidRDefault="006D4449" w:rsidP="006D4449">
      <w:r>
        <w:t>442.3548</w:t>
      </w:r>
      <w:r>
        <w:tab/>
        <w:t>2.025e0</w:t>
      </w:r>
    </w:p>
    <w:p w14:paraId="7C9A2804" w14:textId="77777777" w:rsidR="006D4449" w:rsidRDefault="006D4449" w:rsidP="006D4449">
      <w:r>
        <w:t>442.3601</w:t>
      </w:r>
      <w:r>
        <w:tab/>
        <w:t>3.038e0</w:t>
      </w:r>
    </w:p>
    <w:p w14:paraId="40FE1D89" w14:textId="77777777" w:rsidR="006D4449" w:rsidRDefault="006D4449" w:rsidP="006D4449">
      <w:r>
        <w:t>442.3940</w:t>
      </w:r>
      <w:r>
        <w:tab/>
        <w:t>3.038e0</w:t>
      </w:r>
    </w:p>
    <w:p w14:paraId="6FBFE2D0" w14:textId="77777777" w:rsidR="006D4449" w:rsidRDefault="006D4449" w:rsidP="006D4449">
      <w:r>
        <w:t>442.4091</w:t>
      </w:r>
      <w:r>
        <w:tab/>
        <w:t>3.038e0</w:t>
      </w:r>
    </w:p>
    <w:p w14:paraId="2F6D41CC" w14:textId="77777777" w:rsidR="006D4449" w:rsidRDefault="006D4449" w:rsidP="006D4449">
      <w:r>
        <w:t>442.4251</w:t>
      </w:r>
      <w:r>
        <w:tab/>
        <w:t>1.013e0</w:t>
      </w:r>
    </w:p>
    <w:p w14:paraId="0D81E8E2" w14:textId="77777777" w:rsidR="006D4449" w:rsidRDefault="006D4449" w:rsidP="006D4449">
      <w:r>
        <w:t>442.4562</w:t>
      </w:r>
      <w:r>
        <w:tab/>
        <w:t>1.013e0</w:t>
      </w:r>
    </w:p>
    <w:p w14:paraId="4BCFDB4D" w14:textId="77777777" w:rsidR="006D4449" w:rsidRDefault="006D4449" w:rsidP="006D4449">
      <w:r>
        <w:lastRenderedPageBreak/>
        <w:t>442.4717</w:t>
      </w:r>
      <w:r>
        <w:tab/>
        <w:t>1.013e0</w:t>
      </w:r>
    </w:p>
    <w:p w14:paraId="001CF178" w14:textId="77777777" w:rsidR="006D4449" w:rsidRDefault="006D4449" w:rsidP="006D4449">
      <w:r>
        <w:t>442.4861</w:t>
      </w:r>
      <w:r>
        <w:tab/>
        <w:t>2.025e0</w:t>
      </w:r>
    </w:p>
    <w:p w14:paraId="7168298F" w14:textId="77777777" w:rsidR="006D4449" w:rsidRDefault="006D4449" w:rsidP="006D4449">
      <w:r>
        <w:t>442.5054</w:t>
      </w:r>
      <w:r>
        <w:tab/>
        <w:t>1.013e0</w:t>
      </w:r>
    </w:p>
    <w:p w14:paraId="440F5028" w14:textId="77777777" w:rsidR="006D4449" w:rsidRDefault="006D4449" w:rsidP="006D4449">
      <w:r>
        <w:t>442.5993</w:t>
      </w:r>
      <w:r>
        <w:tab/>
        <w:t>2.025e0</w:t>
      </w:r>
    </w:p>
    <w:p w14:paraId="1A82E47A" w14:textId="77777777" w:rsidR="006D4449" w:rsidRDefault="006D4449" w:rsidP="006D4449">
      <w:r>
        <w:t>442.6113</w:t>
      </w:r>
      <w:r>
        <w:tab/>
        <w:t>1.013e0</w:t>
      </w:r>
    </w:p>
    <w:p w14:paraId="2A83DCE9" w14:textId="77777777" w:rsidR="006D4449" w:rsidRDefault="006D4449" w:rsidP="006D4449">
      <w:r>
        <w:t>442.6775</w:t>
      </w:r>
      <w:r>
        <w:tab/>
        <w:t>2.025e0</w:t>
      </w:r>
    </w:p>
    <w:p w14:paraId="1FBEA027" w14:textId="77777777" w:rsidR="006D4449" w:rsidRDefault="006D4449" w:rsidP="006D4449">
      <w:r>
        <w:t>442.6884</w:t>
      </w:r>
      <w:r>
        <w:tab/>
        <w:t>1.013e0</w:t>
      </w:r>
    </w:p>
    <w:p w14:paraId="6F12B2E9" w14:textId="77777777" w:rsidR="006D4449" w:rsidRDefault="006D4449" w:rsidP="006D4449">
      <w:r>
        <w:t>442.7640</w:t>
      </w:r>
      <w:r>
        <w:tab/>
        <w:t>1.013e0</w:t>
      </w:r>
    </w:p>
    <w:p w14:paraId="3B667E12" w14:textId="77777777" w:rsidR="006D4449" w:rsidRDefault="006D4449" w:rsidP="006D4449">
      <w:r>
        <w:t>442.7659</w:t>
      </w:r>
      <w:r>
        <w:tab/>
        <w:t>1.013e0</w:t>
      </w:r>
    </w:p>
    <w:p w14:paraId="65FF41E4" w14:textId="77777777" w:rsidR="006D4449" w:rsidRDefault="006D4449" w:rsidP="006D4449">
      <w:r>
        <w:t>442.8111</w:t>
      </w:r>
      <w:r>
        <w:tab/>
        <w:t>1.013e0</w:t>
      </w:r>
    </w:p>
    <w:p w14:paraId="0C8FC15E" w14:textId="77777777" w:rsidR="006D4449" w:rsidRDefault="006D4449" w:rsidP="006D4449">
      <w:r>
        <w:t>442.8207</w:t>
      </w:r>
      <w:r>
        <w:tab/>
        <w:t>1.013e0</w:t>
      </w:r>
    </w:p>
    <w:p w14:paraId="01F9D818" w14:textId="77777777" w:rsidR="006D4449" w:rsidRDefault="006D4449" w:rsidP="006D4449">
      <w:r>
        <w:t>442.8430</w:t>
      </w:r>
      <w:r>
        <w:tab/>
        <w:t>3.038e0</w:t>
      </w:r>
    </w:p>
    <w:p w14:paraId="68E3B2E2" w14:textId="77777777" w:rsidR="006D4449" w:rsidRDefault="006D4449" w:rsidP="006D4449">
      <w:r>
        <w:t>442.8750</w:t>
      </w:r>
      <w:r>
        <w:tab/>
        <w:t>1.013e0</w:t>
      </w:r>
    </w:p>
    <w:p w14:paraId="025281B7" w14:textId="77777777" w:rsidR="006D4449" w:rsidRDefault="006D4449" w:rsidP="006D4449">
      <w:r>
        <w:t>442.8912</w:t>
      </w:r>
      <w:r>
        <w:tab/>
        <w:t>2.025e0</w:t>
      </w:r>
    </w:p>
    <w:p w14:paraId="32470C65" w14:textId="77777777" w:rsidR="006D4449" w:rsidRDefault="006D4449" w:rsidP="006D4449">
      <w:r>
        <w:t>442.8964</w:t>
      </w:r>
      <w:r>
        <w:tab/>
        <w:t>1.013e0</w:t>
      </w:r>
    </w:p>
    <w:p w14:paraId="6AB33A09" w14:textId="77777777" w:rsidR="006D4449" w:rsidRDefault="006D4449" w:rsidP="006D4449">
      <w:r>
        <w:t>442.9217</w:t>
      </w:r>
      <w:r>
        <w:tab/>
        <w:t>3.038e0</w:t>
      </w:r>
    </w:p>
    <w:p w14:paraId="78C656B7" w14:textId="77777777" w:rsidR="006D4449" w:rsidRDefault="006D4449" w:rsidP="006D4449">
      <w:r>
        <w:t>442.9457</w:t>
      </w:r>
      <w:r>
        <w:tab/>
        <w:t>6.076e0</w:t>
      </w:r>
    </w:p>
    <w:p w14:paraId="6BF99673" w14:textId="77777777" w:rsidR="006D4449" w:rsidRDefault="006D4449" w:rsidP="006D4449">
      <w:r>
        <w:t>442.9532</w:t>
      </w:r>
      <w:r>
        <w:tab/>
        <w:t>2.025e0</w:t>
      </w:r>
    </w:p>
    <w:p w14:paraId="610DB03D" w14:textId="77777777" w:rsidR="006D4449" w:rsidRDefault="006D4449" w:rsidP="006D4449">
      <w:r>
        <w:t>442.9678</w:t>
      </w:r>
      <w:r>
        <w:tab/>
        <w:t>4.051e0</w:t>
      </w:r>
    </w:p>
    <w:p w14:paraId="652EF4BE" w14:textId="77777777" w:rsidR="006D4449" w:rsidRDefault="006D4449" w:rsidP="006D4449">
      <w:r>
        <w:lastRenderedPageBreak/>
        <w:t>442.9740</w:t>
      </w:r>
      <w:r>
        <w:tab/>
        <w:t>2.025e0</w:t>
      </w:r>
    </w:p>
    <w:p w14:paraId="556FFC08" w14:textId="77777777" w:rsidR="006D4449" w:rsidRDefault="006D4449" w:rsidP="006D4449">
      <w:r>
        <w:t>442.9792</w:t>
      </w:r>
      <w:r>
        <w:tab/>
        <w:t>2.025e0</w:t>
      </w:r>
    </w:p>
    <w:p w14:paraId="4424A509" w14:textId="77777777" w:rsidR="006D4449" w:rsidRDefault="006D4449" w:rsidP="006D4449">
      <w:r>
        <w:t>443.0147</w:t>
      </w:r>
      <w:r>
        <w:tab/>
        <w:t>1.013e0</w:t>
      </w:r>
    </w:p>
    <w:p w14:paraId="4CDC13D9" w14:textId="77777777" w:rsidR="006D4449" w:rsidRDefault="006D4449" w:rsidP="006D4449">
      <w:r>
        <w:t>443.0269</w:t>
      </w:r>
      <w:r>
        <w:tab/>
        <w:t>3.038e0</w:t>
      </w:r>
    </w:p>
    <w:p w14:paraId="31F253E9" w14:textId="77777777" w:rsidR="006D4449" w:rsidRDefault="006D4449" w:rsidP="006D4449">
      <w:r>
        <w:t>443.0451</w:t>
      </w:r>
      <w:r>
        <w:tab/>
        <w:t>4.051e0</w:t>
      </w:r>
    </w:p>
    <w:p w14:paraId="3889D096" w14:textId="77777777" w:rsidR="006D4449" w:rsidRDefault="006D4449" w:rsidP="006D4449">
      <w:r>
        <w:t>443.1263</w:t>
      </w:r>
      <w:r>
        <w:tab/>
        <w:t>1.013e0</w:t>
      </w:r>
    </w:p>
    <w:p w14:paraId="1A13D426" w14:textId="77777777" w:rsidR="006D4449" w:rsidRDefault="006D4449" w:rsidP="006D4449">
      <w:r>
        <w:t>443.1415</w:t>
      </w:r>
      <w:r>
        <w:tab/>
        <w:t>3.038e0</w:t>
      </w:r>
    </w:p>
    <w:p w14:paraId="05BE7E7D" w14:textId="77777777" w:rsidR="006D4449" w:rsidRDefault="006D4449" w:rsidP="006D4449">
      <w:r>
        <w:t>443.1438</w:t>
      </w:r>
      <w:r>
        <w:tab/>
        <w:t>4.020e0</w:t>
      </w:r>
    </w:p>
    <w:p w14:paraId="78073C3A" w14:textId="77777777" w:rsidR="006D4449" w:rsidRDefault="006D4449" w:rsidP="006D4449">
      <w:r>
        <w:t>443.1559</w:t>
      </w:r>
      <w:r>
        <w:tab/>
        <w:t>8.101e0</w:t>
      </w:r>
    </w:p>
    <w:p w14:paraId="489E6D76" w14:textId="77777777" w:rsidR="006D4449" w:rsidRDefault="006D4449" w:rsidP="006D4449">
      <w:r>
        <w:t>443.1631</w:t>
      </w:r>
      <w:r>
        <w:tab/>
        <w:t>3.038e0</w:t>
      </w:r>
    </w:p>
    <w:p w14:paraId="00DA3365" w14:textId="77777777" w:rsidR="006D4449" w:rsidRDefault="006D4449" w:rsidP="006D4449">
      <w:r>
        <w:t>443.2105</w:t>
      </w:r>
      <w:r>
        <w:tab/>
        <w:t>2.977e0</w:t>
      </w:r>
    </w:p>
    <w:p w14:paraId="4DF24FE8" w14:textId="77777777" w:rsidR="006D4449" w:rsidRDefault="006D4449" w:rsidP="006D4449">
      <w:r>
        <w:t>443.2401</w:t>
      </w:r>
      <w:r>
        <w:tab/>
        <w:t>2.115e0</w:t>
      </w:r>
    </w:p>
    <w:p w14:paraId="63F0432F" w14:textId="77777777" w:rsidR="006D4449" w:rsidRDefault="006D4449" w:rsidP="006D4449">
      <w:r>
        <w:t>443.2505</w:t>
      </w:r>
      <w:r>
        <w:tab/>
        <w:t>3.566e0</w:t>
      </w:r>
    </w:p>
    <w:p w14:paraId="134E4775" w14:textId="77777777" w:rsidR="006D4449" w:rsidRDefault="006D4449" w:rsidP="006D4449">
      <w:r>
        <w:t>443.2719</w:t>
      </w:r>
      <w:r>
        <w:tab/>
        <w:t>1.060e1</w:t>
      </w:r>
    </w:p>
    <w:p w14:paraId="3D17FDC4" w14:textId="77777777" w:rsidR="006D4449" w:rsidRDefault="006D4449" w:rsidP="006D4449">
      <w:r>
        <w:t>443.2829</w:t>
      </w:r>
      <w:r>
        <w:tab/>
        <w:t>1.269e1</w:t>
      </w:r>
    </w:p>
    <w:p w14:paraId="5C6F0CC3" w14:textId="77777777" w:rsidR="006D4449" w:rsidRDefault="006D4449" w:rsidP="006D4449">
      <w:r>
        <w:t>443.3082</w:t>
      </w:r>
      <w:r>
        <w:tab/>
        <w:t>1.097e1</w:t>
      </w:r>
    </w:p>
    <w:p w14:paraId="2B497666" w14:textId="77777777" w:rsidR="006D4449" w:rsidRDefault="006D4449" w:rsidP="006D4449">
      <w:r>
        <w:t>443.3143</w:t>
      </w:r>
      <w:r>
        <w:tab/>
        <w:t>9.959e0</w:t>
      </w:r>
    </w:p>
    <w:p w14:paraId="3C4FED90" w14:textId="77777777" w:rsidR="006D4449" w:rsidRDefault="006D4449" w:rsidP="006D4449">
      <w:r>
        <w:t>443.3167</w:t>
      </w:r>
      <w:r>
        <w:tab/>
        <w:t>4.492e0</w:t>
      </w:r>
    </w:p>
    <w:p w14:paraId="6159843A" w14:textId="77777777" w:rsidR="006D4449" w:rsidRDefault="006D4449" w:rsidP="006D4449">
      <w:r>
        <w:t>443.3390</w:t>
      </w:r>
      <w:r>
        <w:tab/>
        <w:t>3.038e0</w:t>
      </w:r>
    </w:p>
    <w:p w14:paraId="423299E2" w14:textId="77777777" w:rsidR="006D4449" w:rsidRDefault="006D4449" w:rsidP="006D4449">
      <w:r>
        <w:lastRenderedPageBreak/>
        <w:t>443.3882</w:t>
      </w:r>
      <w:r>
        <w:tab/>
        <w:t>3.038e0</w:t>
      </w:r>
    </w:p>
    <w:p w14:paraId="2A4653C3" w14:textId="77777777" w:rsidR="006D4449" w:rsidRDefault="006D4449" w:rsidP="006D4449">
      <w:r>
        <w:t>443.3952</w:t>
      </w:r>
      <w:r>
        <w:tab/>
        <w:t>1.013e0</w:t>
      </w:r>
    </w:p>
    <w:p w14:paraId="67081F74" w14:textId="77777777" w:rsidR="006D4449" w:rsidRDefault="006D4449" w:rsidP="006D4449">
      <w:r>
        <w:t>443.4142</w:t>
      </w:r>
      <w:r>
        <w:tab/>
        <w:t>2.025e0</w:t>
      </w:r>
    </w:p>
    <w:p w14:paraId="3DAB8726" w14:textId="77777777" w:rsidR="006D4449" w:rsidRDefault="006D4449" w:rsidP="006D4449">
      <w:r>
        <w:t>443.4164</w:t>
      </w:r>
      <w:r>
        <w:tab/>
        <w:t>5.063e0</w:t>
      </w:r>
    </w:p>
    <w:p w14:paraId="786C86C1" w14:textId="77777777" w:rsidR="006D4449" w:rsidRDefault="006D4449" w:rsidP="006D4449">
      <w:r>
        <w:t>443.4799</w:t>
      </w:r>
      <w:r>
        <w:tab/>
        <w:t>2.025e0</w:t>
      </w:r>
    </w:p>
    <w:p w14:paraId="767AA507" w14:textId="77777777" w:rsidR="006D4449" w:rsidRDefault="006D4449" w:rsidP="006D4449">
      <w:r>
        <w:t>443.4888</w:t>
      </w:r>
      <w:r>
        <w:tab/>
        <w:t>1.013e0</w:t>
      </w:r>
    </w:p>
    <w:p w14:paraId="5A19F4C1" w14:textId="77777777" w:rsidR="006D4449" w:rsidRDefault="006D4449" w:rsidP="006D4449">
      <w:r>
        <w:t>443.5516</w:t>
      </w:r>
      <w:r>
        <w:tab/>
        <w:t>1.013e0</w:t>
      </w:r>
    </w:p>
    <w:p w14:paraId="30CF69A7" w14:textId="77777777" w:rsidR="006D4449" w:rsidRDefault="006D4449" w:rsidP="006D4449">
      <w:r>
        <w:t>443.5798</w:t>
      </w:r>
      <w:r>
        <w:tab/>
        <w:t>1.013e0</w:t>
      </w:r>
    </w:p>
    <w:p w14:paraId="201507D5" w14:textId="77777777" w:rsidR="006D4449" w:rsidRDefault="006D4449" w:rsidP="006D4449">
      <w:r>
        <w:t>443.6023</w:t>
      </w:r>
      <w:r>
        <w:tab/>
        <w:t>3.038e0</w:t>
      </w:r>
    </w:p>
    <w:p w14:paraId="61DA39E3" w14:textId="77777777" w:rsidR="006D4449" w:rsidRDefault="006D4449" w:rsidP="006D4449">
      <w:r>
        <w:t>443.6731</w:t>
      </w:r>
      <w:r>
        <w:tab/>
        <w:t>1.013e0</w:t>
      </w:r>
    </w:p>
    <w:p w14:paraId="0BEBAC8F" w14:textId="77777777" w:rsidR="006D4449" w:rsidRDefault="006D4449" w:rsidP="006D4449">
      <w:r>
        <w:t>443.6847</w:t>
      </w:r>
      <w:r>
        <w:tab/>
        <w:t>2.025e0</w:t>
      </w:r>
    </w:p>
    <w:p w14:paraId="6B479D6C" w14:textId="77777777" w:rsidR="006D4449" w:rsidRDefault="006D4449" w:rsidP="006D4449">
      <w:r>
        <w:t>443.6916</w:t>
      </w:r>
      <w:r>
        <w:tab/>
        <w:t>1.013e0</w:t>
      </w:r>
    </w:p>
    <w:p w14:paraId="356F3045" w14:textId="77777777" w:rsidR="006D4449" w:rsidRDefault="006D4449" w:rsidP="006D4449">
      <w:r>
        <w:t>443.7097</w:t>
      </w:r>
      <w:r>
        <w:tab/>
        <w:t>1.013e0</w:t>
      </w:r>
    </w:p>
    <w:p w14:paraId="059BA09C" w14:textId="77777777" w:rsidR="006D4449" w:rsidRDefault="006D4449" w:rsidP="006D4449">
      <w:r>
        <w:t>443.7119</w:t>
      </w:r>
      <w:r>
        <w:tab/>
        <w:t>1.013e0</w:t>
      </w:r>
    </w:p>
    <w:p w14:paraId="3E6D3679" w14:textId="77777777" w:rsidR="006D4449" w:rsidRDefault="006D4449" w:rsidP="006D4449">
      <w:r>
        <w:t>443.7257</w:t>
      </w:r>
      <w:r>
        <w:tab/>
        <w:t>1.013e0</w:t>
      </w:r>
    </w:p>
    <w:p w14:paraId="7ECF8377" w14:textId="77777777" w:rsidR="006D4449" w:rsidRDefault="006D4449" w:rsidP="006D4449">
      <w:r>
        <w:t>443.7707</w:t>
      </w:r>
      <w:r>
        <w:tab/>
        <w:t>1.013e0</w:t>
      </w:r>
    </w:p>
    <w:p w14:paraId="79F35F51" w14:textId="77777777" w:rsidR="006D4449" w:rsidRDefault="006D4449" w:rsidP="006D4449">
      <w:r>
        <w:t>443.7741</w:t>
      </w:r>
      <w:r>
        <w:tab/>
        <w:t>1.013e0</w:t>
      </w:r>
    </w:p>
    <w:p w14:paraId="089CA6A2" w14:textId="77777777" w:rsidR="006D4449" w:rsidRDefault="006D4449" w:rsidP="006D4449">
      <w:r>
        <w:t>443.8189</w:t>
      </w:r>
      <w:r>
        <w:tab/>
        <w:t>2.025e0</w:t>
      </w:r>
    </w:p>
    <w:p w14:paraId="7CB1403B" w14:textId="77777777" w:rsidR="006D4449" w:rsidRDefault="006D4449" w:rsidP="006D4449">
      <w:r>
        <w:t>443.8202</w:t>
      </w:r>
      <w:r>
        <w:tab/>
        <w:t>2.025e0</w:t>
      </w:r>
    </w:p>
    <w:p w14:paraId="36FA1E28" w14:textId="77777777" w:rsidR="006D4449" w:rsidRDefault="006D4449" w:rsidP="006D4449">
      <w:r>
        <w:lastRenderedPageBreak/>
        <w:t>443.8263</w:t>
      </w:r>
      <w:r>
        <w:tab/>
        <w:t>2.025e0</w:t>
      </w:r>
    </w:p>
    <w:p w14:paraId="3463AEC9" w14:textId="77777777" w:rsidR="006D4449" w:rsidRDefault="006D4449" w:rsidP="006D4449">
      <w:r>
        <w:t>443.8415</w:t>
      </w:r>
      <w:r>
        <w:tab/>
        <w:t>4.051e0</w:t>
      </w:r>
    </w:p>
    <w:p w14:paraId="6F352F15" w14:textId="77777777" w:rsidR="006D4449" w:rsidRDefault="006D4449" w:rsidP="006D4449">
      <w:r>
        <w:t>443.8657</w:t>
      </w:r>
      <w:r>
        <w:tab/>
        <w:t>1.013e0</w:t>
      </w:r>
    </w:p>
    <w:p w14:paraId="665C1F34" w14:textId="77777777" w:rsidR="006D4449" w:rsidRDefault="006D4449" w:rsidP="006D4449">
      <w:r>
        <w:t>443.8712</w:t>
      </w:r>
      <w:r>
        <w:tab/>
        <w:t>1.013e0</w:t>
      </w:r>
    </w:p>
    <w:p w14:paraId="7726015A" w14:textId="77777777" w:rsidR="006D4449" w:rsidRDefault="006D4449" w:rsidP="006D4449">
      <w:r>
        <w:t>443.8810</w:t>
      </w:r>
      <w:r>
        <w:tab/>
        <w:t>3.038e0</w:t>
      </w:r>
    </w:p>
    <w:p w14:paraId="080ED661" w14:textId="77777777" w:rsidR="006D4449" w:rsidRDefault="006D4449" w:rsidP="006D4449">
      <w:r>
        <w:t>443.9266</w:t>
      </w:r>
      <w:r>
        <w:tab/>
        <w:t>1.013e0</w:t>
      </w:r>
    </w:p>
    <w:p w14:paraId="3C43044E" w14:textId="77777777" w:rsidR="006D4449" w:rsidRDefault="006D4449" w:rsidP="006D4449">
      <w:r>
        <w:t>443.9410</w:t>
      </w:r>
      <w:r>
        <w:tab/>
        <w:t>3.038e0</w:t>
      </w:r>
    </w:p>
    <w:p w14:paraId="7208FF99" w14:textId="77777777" w:rsidR="006D4449" w:rsidRDefault="006D4449" w:rsidP="006D4449">
      <w:r>
        <w:t>443.9514</w:t>
      </w:r>
      <w:r>
        <w:tab/>
        <w:t>3.038e0</w:t>
      </w:r>
    </w:p>
    <w:p w14:paraId="5E427390" w14:textId="77777777" w:rsidR="006D4449" w:rsidRDefault="006D4449" w:rsidP="006D4449">
      <w:r>
        <w:t>443.9584</w:t>
      </w:r>
      <w:r>
        <w:tab/>
        <w:t>3.038e0</w:t>
      </w:r>
    </w:p>
    <w:p w14:paraId="36583334" w14:textId="77777777" w:rsidR="006D4449" w:rsidRDefault="006D4449" w:rsidP="006D4449">
      <w:r>
        <w:t>443.9608</w:t>
      </w:r>
      <w:r>
        <w:tab/>
        <w:t>1.013e0</w:t>
      </w:r>
    </w:p>
    <w:p w14:paraId="70B12E33" w14:textId="77777777" w:rsidR="006D4449" w:rsidRDefault="006D4449" w:rsidP="006D4449">
      <w:r>
        <w:t>443.9661</w:t>
      </w:r>
      <w:r>
        <w:tab/>
        <w:t>2.025e0</w:t>
      </w:r>
    </w:p>
    <w:p w14:paraId="58465256" w14:textId="77777777" w:rsidR="006D4449" w:rsidRDefault="006D4449" w:rsidP="006D4449">
      <w:r>
        <w:t>444.0183</w:t>
      </w:r>
      <w:r>
        <w:tab/>
        <w:t>2.025e0</w:t>
      </w:r>
    </w:p>
    <w:p w14:paraId="1CD1982B" w14:textId="77777777" w:rsidR="006D4449" w:rsidRDefault="006D4449" w:rsidP="006D4449">
      <w:r>
        <w:t>444.0471</w:t>
      </w:r>
      <w:r>
        <w:tab/>
        <w:t>1.013e0</w:t>
      </w:r>
    </w:p>
    <w:p w14:paraId="2FC764D1" w14:textId="77777777" w:rsidR="006D4449" w:rsidRDefault="006D4449" w:rsidP="006D4449">
      <w:r>
        <w:t>444.0541</w:t>
      </w:r>
      <w:r>
        <w:tab/>
        <w:t>1.013e0</w:t>
      </w:r>
    </w:p>
    <w:p w14:paraId="0F736C70" w14:textId="77777777" w:rsidR="006D4449" w:rsidRDefault="006D4449" w:rsidP="006D4449">
      <w:r>
        <w:t>444.1068</w:t>
      </w:r>
      <w:r>
        <w:tab/>
        <w:t>2.025e0</w:t>
      </w:r>
    </w:p>
    <w:p w14:paraId="5A13B53D" w14:textId="77777777" w:rsidR="006D4449" w:rsidRDefault="006D4449" w:rsidP="006D4449">
      <w:r>
        <w:t>444.1097</w:t>
      </w:r>
      <w:r>
        <w:tab/>
        <w:t>1.013e0</w:t>
      </w:r>
    </w:p>
    <w:p w14:paraId="411CD9F9" w14:textId="77777777" w:rsidR="006D4449" w:rsidRDefault="006D4449" w:rsidP="006D4449">
      <w:r>
        <w:t>444.1296</w:t>
      </w:r>
      <w:r>
        <w:tab/>
        <w:t>1.013e0</w:t>
      </w:r>
    </w:p>
    <w:p w14:paraId="0AE3061E" w14:textId="77777777" w:rsidR="006D4449" w:rsidRDefault="006D4449" w:rsidP="006D4449">
      <w:r>
        <w:t>444.1361</w:t>
      </w:r>
      <w:r>
        <w:tab/>
        <w:t>1.717e0</w:t>
      </w:r>
    </w:p>
    <w:p w14:paraId="426E6C83" w14:textId="77777777" w:rsidR="006D4449" w:rsidRDefault="006D4449" w:rsidP="006D4449">
      <w:r>
        <w:t>444.1482</w:t>
      </w:r>
      <w:r>
        <w:tab/>
        <w:t>3.038e0</w:t>
      </w:r>
    </w:p>
    <w:p w14:paraId="2145BF99" w14:textId="77777777" w:rsidR="006D4449" w:rsidRDefault="006D4449" w:rsidP="006D4449">
      <w:r>
        <w:lastRenderedPageBreak/>
        <w:t>444.1691</w:t>
      </w:r>
      <w:r>
        <w:tab/>
        <w:t>1.013e0</w:t>
      </w:r>
    </w:p>
    <w:p w14:paraId="0BD41A8A" w14:textId="77777777" w:rsidR="006D4449" w:rsidRDefault="006D4449" w:rsidP="006D4449">
      <w:r>
        <w:t>444.1724</w:t>
      </w:r>
      <w:r>
        <w:tab/>
        <w:t>2.839e0</w:t>
      </w:r>
    </w:p>
    <w:p w14:paraId="630ADE52" w14:textId="77777777" w:rsidR="006D4449" w:rsidRDefault="006D4449" w:rsidP="006D4449">
      <w:r>
        <w:t>444.1886</w:t>
      </w:r>
      <w:r>
        <w:tab/>
        <w:t>2.862e0</w:t>
      </w:r>
    </w:p>
    <w:p w14:paraId="32FFE6DA" w14:textId="77777777" w:rsidR="006D4449" w:rsidRDefault="006D4449" w:rsidP="006D4449">
      <w:r>
        <w:t>444.1998</w:t>
      </w:r>
      <w:r>
        <w:tab/>
        <w:t>1.057e0</w:t>
      </w:r>
    </w:p>
    <w:p w14:paraId="1E4804BA" w14:textId="77777777" w:rsidR="006D4449" w:rsidRDefault="006D4449" w:rsidP="006D4449">
      <w:r>
        <w:t>444.2300</w:t>
      </w:r>
      <w:r>
        <w:tab/>
        <w:t>3.540e0</w:t>
      </w:r>
    </w:p>
    <w:p w14:paraId="4BEA0AA4" w14:textId="77777777" w:rsidR="006D4449" w:rsidRDefault="006D4449" w:rsidP="006D4449">
      <w:r>
        <w:t>444.2376</w:t>
      </w:r>
      <w:r>
        <w:tab/>
        <w:t>1.525e0</w:t>
      </w:r>
    </w:p>
    <w:p w14:paraId="6CA722D2" w14:textId="77777777" w:rsidR="006D4449" w:rsidRDefault="006D4449" w:rsidP="006D4449">
      <w:r>
        <w:t>444.2430</w:t>
      </w:r>
      <w:r>
        <w:tab/>
        <w:t>1.164e1</w:t>
      </w:r>
    </w:p>
    <w:p w14:paraId="62EFCC0C" w14:textId="77777777" w:rsidR="006D4449" w:rsidRDefault="006D4449" w:rsidP="006D4449">
      <w:r>
        <w:t>444.2796</w:t>
      </w:r>
      <w:r>
        <w:tab/>
        <w:t>8.881e0</w:t>
      </w:r>
    </w:p>
    <w:p w14:paraId="2473C8A5" w14:textId="77777777" w:rsidR="006D4449" w:rsidRDefault="006D4449" w:rsidP="006D4449">
      <w:r>
        <w:t>444.2948</w:t>
      </w:r>
      <w:r>
        <w:tab/>
        <w:t>5.281e0</w:t>
      </w:r>
    </w:p>
    <w:p w14:paraId="08E52515" w14:textId="77777777" w:rsidR="006D4449" w:rsidRDefault="006D4449" w:rsidP="006D4449">
      <w:r>
        <w:t>444.3004</w:t>
      </w:r>
      <w:r>
        <w:tab/>
        <w:t>6.814e0</w:t>
      </w:r>
    </w:p>
    <w:p w14:paraId="59CC4083" w14:textId="77777777" w:rsidR="006D4449" w:rsidRDefault="006D4449" w:rsidP="006D4449">
      <w:r>
        <w:t>444.3341</w:t>
      </w:r>
      <w:r>
        <w:tab/>
        <w:t>2.025e0</w:t>
      </w:r>
    </w:p>
    <w:p w14:paraId="0BD3D00A" w14:textId="77777777" w:rsidR="006D4449" w:rsidRDefault="006D4449" w:rsidP="006D4449">
      <w:r>
        <w:t>444.4030</w:t>
      </w:r>
      <w:r>
        <w:tab/>
        <w:t>1.287e1</w:t>
      </w:r>
    </w:p>
    <w:p w14:paraId="57E0B911" w14:textId="77777777" w:rsidR="006D4449" w:rsidRDefault="006D4449" w:rsidP="006D4449">
      <w:r>
        <w:t>444.4132</w:t>
      </w:r>
      <w:r>
        <w:tab/>
        <w:t>5.063e0</w:t>
      </w:r>
    </w:p>
    <w:p w14:paraId="6328AC2C" w14:textId="77777777" w:rsidR="006D4449" w:rsidRDefault="006D4449" w:rsidP="006D4449">
      <w:r>
        <w:t>444.4204</w:t>
      </w:r>
      <w:r>
        <w:tab/>
        <w:t>2.025e0</w:t>
      </w:r>
    </w:p>
    <w:p w14:paraId="2A61FC83" w14:textId="77777777" w:rsidR="006D4449" w:rsidRDefault="006D4449" w:rsidP="006D4449">
      <w:r>
        <w:t>444.5102</w:t>
      </w:r>
      <w:r>
        <w:tab/>
        <w:t>1.013e0</w:t>
      </w:r>
    </w:p>
    <w:p w14:paraId="0C20EFFB" w14:textId="77777777" w:rsidR="006D4449" w:rsidRDefault="006D4449" w:rsidP="006D4449">
      <w:r>
        <w:t>444.5152</w:t>
      </w:r>
      <w:r>
        <w:tab/>
        <w:t>3.038e0</w:t>
      </w:r>
    </w:p>
    <w:p w14:paraId="66A3211C" w14:textId="77777777" w:rsidR="006D4449" w:rsidRDefault="006D4449" w:rsidP="006D4449">
      <w:r>
        <w:t>444.5244</w:t>
      </w:r>
      <w:r>
        <w:tab/>
        <w:t>2.025e0</w:t>
      </w:r>
    </w:p>
    <w:p w14:paraId="1B3A2077" w14:textId="77777777" w:rsidR="006D4449" w:rsidRDefault="006D4449" w:rsidP="006D4449">
      <w:r>
        <w:t>444.5280</w:t>
      </w:r>
      <w:r>
        <w:tab/>
        <w:t>1.013e0</w:t>
      </w:r>
    </w:p>
    <w:p w14:paraId="1FFC4149" w14:textId="77777777" w:rsidR="006D4449" w:rsidRDefault="006D4449" w:rsidP="006D4449">
      <w:r>
        <w:t>444.5727</w:t>
      </w:r>
      <w:r>
        <w:tab/>
        <w:t>3.038e0</w:t>
      </w:r>
    </w:p>
    <w:p w14:paraId="2B614F02" w14:textId="77777777" w:rsidR="006D4449" w:rsidRDefault="006D4449" w:rsidP="006D4449">
      <w:r>
        <w:lastRenderedPageBreak/>
        <w:t>444.5912</w:t>
      </w:r>
      <w:r>
        <w:tab/>
        <w:t>2.025e0</w:t>
      </w:r>
    </w:p>
    <w:p w14:paraId="4F20D020" w14:textId="77777777" w:rsidR="006D4449" w:rsidRDefault="006D4449" w:rsidP="006D4449">
      <w:r>
        <w:t>444.6286</w:t>
      </w:r>
      <w:r>
        <w:tab/>
        <w:t>1.013e0</w:t>
      </w:r>
    </w:p>
    <w:p w14:paraId="38DD31A5" w14:textId="77777777" w:rsidR="006D4449" w:rsidRDefault="006D4449" w:rsidP="006D4449">
      <w:r>
        <w:t>444.6448</w:t>
      </w:r>
      <w:r>
        <w:tab/>
        <w:t>1.013e0</w:t>
      </w:r>
    </w:p>
    <w:p w14:paraId="18C64E80" w14:textId="77777777" w:rsidR="006D4449" w:rsidRDefault="006D4449" w:rsidP="006D4449">
      <w:r>
        <w:t>444.6467</w:t>
      </w:r>
      <w:r>
        <w:tab/>
        <w:t>1.013e0</w:t>
      </w:r>
    </w:p>
    <w:p w14:paraId="0ABE49E3" w14:textId="77777777" w:rsidR="006D4449" w:rsidRDefault="006D4449" w:rsidP="006D4449">
      <w:r>
        <w:t>444.6613</w:t>
      </w:r>
      <w:r>
        <w:tab/>
        <w:t>1.013e0</w:t>
      </w:r>
    </w:p>
    <w:p w14:paraId="41254495" w14:textId="77777777" w:rsidR="006D4449" w:rsidRDefault="006D4449" w:rsidP="006D4449">
      <w:r>
        <w:t>444.7057</w:t>
      </w:r>
      <w:r>
        <w:tab/>
        <w:t>1.013e0</w:t>
      </w:r>
    </w:p>
    <w:p w14:paraId="4DC4EE08" w14:textId="77777777" w:rsidR="006D4449" w:rsidRDefault="006D4449" w:rsidP="006D4449">
      <w:r>
        <w:t>444.7314</w:t>
      </w:r>
      <w:r>
        <w:tab/>
        <w:t>1.013e0</w:t>
      </w:r>
    </w:p>
    <w:p w14:paraId="16EC83F2" w14:textId="77777777" w:rsidR="006D4449" w:rsidRDefault="006D4449" w:rsidP="006D4449">
      <w:r>
        <w:t>444.7391</w:t>
      </w:r>
      <w:r>
        <w:tab/>
        <w:t>1.013e0</w:t>
      </w:r>
    </w:p>
    <w:p w14:paraId="0A8EA8FE" w14:textId="77777777" w:rsidR="006D4449" w:rsidRDefault="006D4449" w:rsidP="006D4449">
      <w:r>
        <w:t>444.7800</w:t>
      </w:r>
      <w:r>
        <w:tab/>
        <w:t>1.013e0</w:t>
      </w:r>
    </w:p>
    <w:p w14:paraId="1DF5D617" w14:textId="77777777" w:rsidR="006D4449" w:rsidRDefault="006D4449" w:rsidP="006D4449">
      <w:r>
        <w:t>444.7956</w:t>
      </w:r>
      <w:r>
        <w:tab/>
        <w:t>1.013e0</w:t>
      </w:r>
    </w:p>
    <w:p w14:paraId="7B230492" w14:textId="77777777" w:rsidR="006D4449" w:rsidRDefault="006D4449" w:rsidP="006D4449">
      <w:r>
        <w:t>444.8173</w:t>
      </w:r>
      <w:r>
        <w:tab/>
        <w:t>2.025e0</w:t>
      </w:r>
    </w:p>
    <w:p w14:paraId="09735B8A" w14:textId="77777777" w:rsidR="006D4449" w:rsidRDefault="006D4449" w:rsidP="006D4449">
      <w:r>
        <w:t>444.8279</w:t>
      </w:r>
      <w:r>
        <w:tab/>
        <w:t>2.025e0</w:t>
      </w:r>
    </w:p>
    <w:p w14:paraId="298B7269" w14:textId="77777777" w:rsidR="006D4449" w:rsidRDefault="006D4449" w:rsidP="006D4449">
      <w:r>
        <w:t>444.8813</w:t>
      </w:r>
      <w:r>
        <w:tab/>
        <w:t>1.013e0</w:t>
      </w:r>
    </w:p>
    <w:p w14:paraId="65B0DF3D" w14:textId="77777777" w:rsidR="006D4449" w:rsidRDefault="006D4449" w:rsidP="006D4449">
      <w:r>
        <w:t>444.8894</w:t>
      </w:r>
      <w:r>
        <w:tab/>
        <w:t>4.051e0</w:t>
      </w:r>
    </w:p>
    <w:p w14:paraId="4D7110BC" w14:textId="77777777" w:rsidR="006D4449" w:rsidRDefault="006D4449" w:rsidP="006D4449">
      <w:r>
        <w:t>444.8969</w:t>
      </w:r>
      <w:r>
        <w:tab/>
        <w:t>1.013e0</w:t>
      </w:r>
    </w:p>
    <w:p w14:paraId="059BD384" w14:textId="77777777" w:rsidR="006D4449" w:rsidRDefault="006D4449" w:rsidP="006D4449">
      <w:r>
        <w:t>444.9138</w:t>
      </w:r>
      <w:r>
        <w:tab/>
        <w:t>3.038e0</w:t>
      </w:r>
    </w:p>
    <w:p w14:paraId="460E32EA" w14:textId="77777777" w:rsidR="006D4449" w:rsidRDefault="006D4449" w:rsidP="006D4449">
      <w:r>
        <w:t>444.9452</w:t>
      </w:r>
      <w:r>
        <w:tab/>
        <w:t>2.025e0</w:t>
      </w:r>
    </w:p>
    <w:p w14:paraId="29C40B2F" w14:textId="77777777" w:rsidR="006D4449" w:rsidRDefault="006D4449" w:rsidP="006D4449">
      <w:r>
        <w:t>444.9496</w:t>
      </w:r>
      <w:r>
        <w:tab/>
        <w:t>1.013e0</w:t>
      </w:r>
    </w:p>
    <w:p w14:paraId="60EDCB2F" w14:textId="77777777" w:rsidR="006D4449" w:rsidRDefault="006D4449" w:rsidP="006D4449">
      <w:r>
        <w:t>444.9670</w:t>
      </w:r>
      <w:r>
        <w:tab/>
        <w:t>2.025e0</w:t>
      </w:r>
    </w:p>
    <w:p w14:paraId="1D98C45C" w14:textId="77777777" w:rsidR="006D4449" w:rsidRDefault="006D4449" w:rsidP="006D4449">
      <w:r>
        <w:lastRenderedPageBreak/>
        <w:t>444.9988</w:t>
      </w:r>
      <w:r>
        <w:tab/>
        <w:t>3.038e0</w:t>
      </w:r>
    </w:p>
    <w:p w14:paraId="08B1C1AF" w14:textId="77777777" w:rsidR="006D4449" w:rsidRDefault="006D4449" w:rsidP="006D4449">
      <w:r>
        <w:t>445.0074</w:t>
      </w:r>
      <w:r>
        <w:tab/>
        <w:t>1.013e0</w:t>
      </w:r>
    </w:p>
    <w:p w14:paraId="26601C42" w14:textId="77777777" w:rsidR="006D4449" w:rsidRDefault="006D4449" w:rsidP="006D4449">
      <w:r>
        <w:t>445.0092</w:t>
      </w:r>
      <w:r>
        <w:tab/>
        <w:t>5.804e0</w:t>
      </w:r>
    </w:p>
    <w:p w14:paraId="5028E6F8" w14:textId="77777777" w:rsidR="006D4449" w:rsidRDefault="006D4449" w:rsidP="006D4449">
      <w:r>
        <w:t>445.0648</w:t>
      </w:r>
      <w:r>
        <w:tab/>
        <w:t>1.013e0</w:t>
      </w:r>
    </w:p>
    <w:p w14:paraId="4C318D83" w14:textId="77777777" w:rsidR="006D4449" w:rsidRDefault="006D4449" w:rsidP="006D4449">
      <w:r>
        <w:t>445.0976</w:t>
      </w:r>
      <w:r>
        <w:tab/>
        <w:t>1.013e0</w:t>
      </w:r>
    </w:p>
    <w:p w14:paraId="240EB721" w14:textId="77777777" w:rsidR="006D4449" w:rsidRDefault="006D4449" w:rsidP="006D4449">
      <w:r>
        <w:t>445.1096</w:t>
      </w:r>
      <w:r>
        <w:tab/>
        <w:t>2.025e0</w:t>
      </w:r>
    </w:p>
    <w:p w14:paraId="63942CFA" w14:textId="77777777" w:rsidR="006D4449" w:rsidRDefault="006D4449" w:rsidP="006D4449">
      <w:r>
        <w:t>445.1277</w:t>
      </w:r>
      <w:r>
        <w:tab/>
        <w:t>1.013e0</w:t>
      </w:r>
    </w:p>
    <w:p w14:paraId="468E514E" w14:textId="77777777" w:rsidR="006D4449" w:rsidRDefault="006D4449" w:rsidP="006D4449">
      <w:r>
        <w:t>445.1440</w:t>
      </w:r>
      <w:r>
        <w:tab/>
        <w:t>1.013e0</w:t>
      </w:r>
    </w:p>
    <w:p w14:paraId="5CD1F90C" w14:textId="77777777" w:rsidR="006D4449" w:rsidRDefault="006D4449" w:rsidP="006D4449">
      <w:r>
        <w:t>445.1609</w:t>
      </w:r>
      <w:r>
        <w:tab/>
        <w:t>4.051e0</w:t>
      </w:r>
    </w:p>
    <w:p w14:paraId="7E4C27C8" w14:textId="77777777" w:rsidR="006D4449" w:rsidRDefault="006D4449" w:rsidP="006D4449">
      <w:r>
        <w:t>445.1680</w:t>
      </w:r>
      <w:r>
        <w:tab/>
        <w:t>3.005e0</w:t>
      </w:r>
    </w:p>
    <w:p w14:paraId="4A9F2F79" w14:textId="77777777" w:rsidR="006D4449" w:rsidRDefault="006D4449" w:rsidP="006D4449">
      <w:r>
        <w:t>445.1733</w:t>
      </w:r>
      <w:r>
        <w:tab/>
        <w:t>2.653e0</w:t>
      </w:r>
    </w:p>
    <w:p w14:paraId="57ED0CB2" w14:textId="77777777" w:rsidR="006D4449" w:rsidRDefault="006D4449" w:rsidP="006D4449">
      <w:r>
        <w:t>445.1853</w:t>
      </w:r>
      <w:r>
        <w:tab/>
        <w:t>1.172e0</w:t>
      </w:r>
    </w:p>
    <w:p w14:paraId="3C0CFD67" w14:textId="77777777" w:rsidR="006D4449" w:rsidRDefault="006D4449" w:rsidP="006D4449">
      <w:r>
        <w:t>445.2341</w:t>
      </w:r>
      <w:r>
        <w:tab/>
        <w:t>1.382e0</w:t>
      </w:r>
    </w:p>
    <w:p w14:paraId="5962321B" w14:textId="77777777" w:rsidR="006D4449" w:rsidRDefault="006D4449" w:rsidP="006D4449">
      <w:r>
        <w:t>445.2389</w:t>
      </w:r>
      <w:r>
        <w:tab/>
        <w:t>2.206e0</w:t>
      </w:r>
    </w:p>
    <w:p w14:paraId="27291FE9" w14:textId="77777777" w:rsidR="006D4449" w:rsidRDefault="006D4449" w:rsidP="006D4449">
      <w:r>
        <w:t>445.2499</w:t>
      </w:r>
      <w:r>
        <w:tab/>
        <w:t>6.341e0</w:t>
      </w:r>
    </w:p>
    <w:p w14:paraId="6FB9E8E9" w14:textId="77777777" w:rsidR="006D4449" w:rsidRDefault="006D4449" w:rsidP="006D4449">
      <w:r>
        <w:t>445.2604</w:t>
      </w:r>
      <w:r>
        <w:tab/>
        <w:t>4.155e0</w:t>
      </w:r>
    </w:p>
    <w:p w14:paraId="4A29267C" w14:textId="77777777" w:rsidR="006D4449" w:rsidRDefault="006D4449" w:rsidP="006D4449">
      <w:r>
        <w:t>445.2778</w:t>
      </w:r>
      <w:r>
        <w:tab/>
        <w:t>6.913e0</w:t>
      </w:r>
    </w:p>
    <w:p w14:paraId="27B635FF" w14:textId="77777777" w:rsidR="006D4449" w:rsidRDefault="006D4449" w:rsidP="006D4449">
      <w:r>
        <w:t>445.2939</w:t>
      </w:r>
      <w:r>
        <w:tab/>
        <w:t>5.280e0</w:t>
      </w:r>
    </w:p>
    <w:p w14:paraId="14422E0A" w14:textId="77777777" w:rsidR="006D4449" w:rsidRDefault="006D4449" w:rsidP="006D4449">
      <w:r>
        <w:t>445.3018</w:t>
      </w:r>
      <w:r>
        <w:tab/>
        <w:t>9.018e0</w:t>
      </w:r>
    </w:p>
    <w:p w14:paraId="49ECE42A" w14:textId="77777777" w:rsidR="006D4449" w:rsidRDefault="006D4449" w:rsidP="006D4449">
      <w:r>
        <w:lastRenderedPageBreak/>
        <w:t>445.3094</w:t>
      </w:r>
      <w:r>
        <w:tab/>
        <w:t>2.486e0</w:t>
      </w:r>
    </w:p>
    <w:p w14:paraId="1FF9F162" w14:textId="77777777" w:rsidR="006D4449" w:rsidRDefault="006D4449" w:rsidP="006D4449">
      <w:r>
        <w:t>445.3144</w:t>
      </w:r>
      <w:r>
        <w:tab/>
        <w:t>3.038e0</w:t>
      </w:r>
    </w:p>
    <w:p w14:paraId="52ADF313" w14:textId="77777777" w:rsidR="006D4449" w:rsidRDefault="006D4449" w:rsidP="006D4449">
      <w:r>
        <w:t>445.3254</w:t>
      </w:r>
      <w:r>
        <w:tab/>
        <w:t>4.935e0</w:t>
      </w:r>
    </w:p>
    <w:p w14:paraId="7652FBC3" w14:textId="77777777" w:rsidR="006D4449" w:rsidRDefault="006D4449" w:rsidP="006D4449">
      <w:r>
        <w:t>445.3627</w:t>
      </w:r>
      <w:r>
        <w:tab/>
        <w:t>1.013e0</w:t>
      </w:r>
    </w:p>
    <w:p w14:paraId="68915C34" w14:textId="77777777" w:rsidR="006D4449" w:rsidRDefault="006D4449" w:rsidP="006D4449">
      <w:r>
        <w:t>445.3821</w:t>
      </w:r>
      <w:r>
        <w:tab/>
        <w:t>2.025e0</w:t>
      </w:r>
    </w:p>
    <w:p w14:paraId="2B8B142E" w14:textId="77777777" w:rsidR="006D4449" w:rsidRDefault="006D4449" w:rsidP="006D4449">
      <w:r>
        <w:t>445.3958</w:t>
      </w:r>
      <w:r>
        <w:tab/>
        <w:t>1.013e0</w:t>
      </w:r>
    </w:p>
    <w:p w14:paraId="1191E1A9" w14:textId="77777777" w:rsidR="006D4449" w:rsidRDefault="006D4449" w:rsidP="006D4449">
      <w:r>
        <w:t>445.4050</w:t>
      </w:r>
      <w:r>
        <w:tab/>
        <w:t>4.755e0</w:t>
      </w:r>
    </w:p>
    <w:p w14:paraId="248AC5AC" w14:textId="77777777" w:rsidR="006D4449" w:rsidRDefault="006D4449" w:rsidP="006D4449">
      <w:r>
        <w:t>445.4162</w:t>
      </w:r>
      <w:r>
        <w:tab/>
        <w:t>3.038e0</w:t>
      </w:r>
    </w:p>
    <w:p w14:paraId="7ACE1094" w14:textId="77777777" w:rsidR="006D4449" w:rsidRDefault="006D4449" w:rsidP="006D4449">
      <w:r>
        <w:t>445.4583</w:t>
      </w:r>
      <w:r>
        <w:tab/>
        <w:t>1.013e0</w:t>
      </w:r>
    </w:p>
    <w:p w14:paraId="4E5EE757" w14:textId="77777777" w:rsidR="006D4449" w:rsidRDefault="006D4449" w:rsidP="006D4449">
      <w:r>
        <w:t>445.4910</w:t>
      </w:r>
      <w:r>
        <w:tab/>
        <w:t>2.025e0</w:t>
      </w:r>
    </w:p>
    <w:p w14:paraId="29DDCBE6" w14:textId="77777777" w:rsidR="006D4449" w:rsidRDefault="006D4449" w:rsidP="006D4449">
      <w:r>
        <w:t>445.5129</w:t>
      </w:r>
      <w:r>
        <w:tab/>
        <w:t>1.013e0</w:t>
      </w:r>
    </w:p>
    <w:p w14:paraId="3CE4017C" w14:textId="77777777" w:rsidR="006D4449" w:rsidRDefault="006D4449" w:rsidP="006D4449">
      <w:r>
        <w:t>445.5675</w:t>
      </w:r>
      <w:r>
        <w:tab/>
        <w:t>1.013e0</w:t>
      </w:r>
    </w:p>
    <w:p w14:paraId="1219BE1A" w14:textId="77777777" w:rsidR="006D4449" w:rsidRDefault="006D4449" w:rsidP="006D4449">
      <w:r>
        <w:t>445.5716</w:t>
      </w:r>
      <w:r>
        <w:tab/>
        <w:t>2.025e0</w:t>
      </w:r>
    </w:p>
    <w:p w14:paraId="009EACF0" w14:textId="77777777" w:rsidR="006D4449" w:rsidRDefault="006D4449" w:rsidP="006D4449">
      <w:r>
        <w:t>445.5909</w:t>
      </w:r>
      <w:r>
        <w:tab/>
        <w:t>1.013e0</w:t>
      </w:r>
    </w:p>
    <w:p w14:paraId="625D1D38" w14:textId="77777777" w:rsidR="006D4449" w:rsidRDefault="006D4449" w:rsidP="006D4449">
      <w:r>
        <w:t>445.6431</w:t>
      </w:r>
      <w:r>
        <w:tab/>
        <w:t>1.013e0</w:t>
      </w:r>
    </w:p>
    <w:p w14:paraId="2936E9BA" w14:textId="77777777" w:rsidR="006D4449" w:rsidRDefault="006D4449" w:rsidP="006D4449">
      <w:r>
        <w:t>445.6450</w:t>
      </w:r>
      <w:r>
        <w:tab/>
        <w:t>1.013e0</w:t>
      </w:r>
    </w:p>
    <w:p w14:paraId="3AB15797" w14:textId="77777777" w:rsidR="006D4449" w:rsidRDefault="006D4449" w:rsidP="006D4449">
      <w:r>
        <w:t>445.6465</w:t>
      </w:r>
      <w:r>
        <w:tab/>
        <w:t>1.013e0</w:t>
      </w:r>
    </w:p>
    <w:p w14:paraId="407A1F96" w14:textId="77777777" w:rsidR="006D4449" w:rsidRDefault="006D4449" w:rsidP="006D4449">
      <w:r>
        <w:t>445.6611</w:t>
      </w:r>
      <w:r>
        <w:tab/>
        <w:t>1.013e0</w:t>
      </w:r>
    </w:p>
    <w:p w14:paraId="281A8E44" w14:textId="77777777" w:rsidR="006D4449" w:rsidRDefault="006D4449" w:rsidP="006D4449">
      <w:r>
        <w:t>445.6845</w:t>
      </w:r>
      <w:r>
        <w:tab/>
        <w:t>1.013e0</w:t>
      </w:r>
    </w:p>
    <w:p w14:paraId="1DD09934" w14:textId="77777777" w:rsidR="006D4449" w:rsidRDefault="006D4449" w:rsidP="006D4449">
      <w:r>
        <w:lastRenderedPageBreak/>
        <w:t>445.7256</w:t>
      </w:r>
      <w:r>
        <w:tab/>
        <w:t>2.025e0</w:t>
      </w:r>
    </w:p>
    <w:p w14:paraId="669212D7" w14:textId="77777777" w:rsidR="006D4449" w:rsidRDefault="006D4449" w:rsidP="006D4449">
      <w:r>
        <w:t>445.7454</w:t>
      </w:r>
      <w:r>
        <w:tab/>
        <w:t>1.013e0</w:t>
      </w:r>
    </w:p>
    <w:p w14:paraId="0CE9AFBB" w14:textId="77777777" w:rsidR="006D4449" w:rsidRDefault="006D4449" w:rsidP="006D4449">
      <w:r>
        <w:t>445.7782</w:t>
      </w:r>
      <w:r>
        <w:tab/>
        <w:t>1.013e0</w:t>
      </w:r>
    </w:p>
    <w:p w14:paraId="7C074271" w14:textId="77777777" w:rsidR="006D4449" w:rsidRDefault="006D4449" w:rsidP="006D4449">
      <w:r>
        <w:t>445.7970</w:t>
      </w:r>
      <w:r>
        <w:tab/>
        <w:t>3.242e0</w:t>
      </w:r>
    </w:p>
    <w:p w14:paraId="3D8CDB04" w14:textId="77777777" w:rsidR="006D4449" w:rsidRDefault="006D4449" w:rsidP="006D4449">
      <w:r>
        <w:t>445.8271</w:t>
      </w:r>
      <w:r>
        <w:tab/>
        <w:t>3.038e0</w:t>
      </w:r>
    </w:p>
    <w:p w14:paraId="5FBB0CEE" w14:textId="77777777" w:rsidR="006D4449" w:rsidRDefault="006D4449" w:rsidP="006D4449">
      <w:r>
        <w:t>445.8351</w:t>
      </w:r>
      <w:r>
        <w:tab/>
        <w:t>2.025e0</w:t>
      </w:r>
    </w:p>
    <w:p w14:paraId="25EBF68E" w14:textId="77777777" w:rsidR="006D4449" w:rsidRDefault="006D4449" w:rsidP="006D4449">
      <w:r>
        <w:t>445.8421</w:t>
      </w:r>
      <w:r>
        <w:tab/>
        <w:t>4.051e0</w:t>
      </w:r>
    </w:p>
    <w:p w14:paraId="685E753C" w14:textId="77777777" w:rsidR="006D4449" w:rsidRDefault="006D4449" w:rsidP="006D4449">
      <w:r>
        <w:t>445.8434</w:t>
      </w:r>
      <w:r>
        <w:tab/>
        <w:t>3.846e0</w:t>
      </w:r>
    </w:p>
    <w:p w14:paraId="0AC45BDD" w14:textId="77777777" w:rsidR="006D4449" w:rsidRDefault="006D4449" w:rsidP="006D4449">
      <w:r>
        <w:t>445.8464</w:t>
      </w:r>
      <w:r>
        <w:tab/>
        <w:t>5.063e0</w:t>
      </w:r>
    </w:p>
    <w:p w14:paraId="2A04D154" w14:textId="77777777" w:rsidR="006D4449" w:rsidRDefault="006D4449" w:rsidP="006D4449">
      <w:r>
        <w:t>445.8623</w:t>
      </w:r>
      <w:r>
        <w:tab/>
        <w:t>4.066e0</w:t>
      </w:r>
    </w:p>
    <w:p w14:paraId="15DF4528" w14:textId="77777777" w:rsidR="006D4449" w:rsidRDefault="006D4449" w:rsidP="006D4449">
      <w:r>
        <w:t>445.8910</w:t>
      </w:r>
      <w:r>
        <w:tab/>
        <w:t>2.481e0</w:t>
      </w:r>
    </w:p>
    <w:p w14:paraId="316CC781" w14:textId="77777777" w:rsidR="006D4449" w:rsidRDefault="006D4449" w:rsidP="006D4449">
      <w:r>
        <w:t>445.8961</w:t>
      </w:r>
      <w:r>
        <w:tab/>
        <w:t>2.025e0</w:t>
      </w:r>
    </w:p>
    <w:p w14:paraId="352E6DA4" w14:textId="77777777" w:rsidR="006D4449" w:rsidRDefault="006D4449" w:rsidP="006D4449">
      <w:r>
        <w:t>445.9395</w:t>
      </w:r>
      <w:r>
        <w:tab/>
        <w:t>2.025e0</w:t>
      </w:r>
    </w:p>
    <w:p w14:paraId="5130F4E2" w14:textId="77777777" w:rsidR="006D4449" w:rsidRDefault="006D4449" w:rsidP="006D4449">
      <w:r>
        <w:t>445.9464</w:t>
      </w:r>
      <w:r>
        <w:tab/>
        <w:t>1.013e0</w:t>
      </w:r>
    </w:p>
    <w:p w14:paraId="5E2F66CE" w14:textId="77777777" w:rsidR="006D4449" w:rsidRDefault="006D4449" w:rsidP="006D4449">
      <w:r>
        <w:t>445.9634</w:t>
      </w:r>
      <w:r>
        <w:tab/>
        <w:t>3.038e0</w:t>
      </w:r>
    </w:p>
    <w:p w14:paraId="5B87CB78" w14:textId="77777777" w:rsidR="006D4449" w:rsidRDefault="006D4449" w:rsidP="006D4449">
      <w:r>
        <w:t>445.9807</w:t>
      </w:r>
      <w:r>
        <w:tab/>
        <w:t>4.051e0</w:t>
      </w:r>
    </w:p>
    <w:p w14:paraId="0395A43F" w14:textId="77777777" w:rsidR="006D4449" w:rsidRDefault="006D4449" w:rsidP="006D4449">
      <w:r>
        <w:t>446.0574</w:t>
      </w:r>
      <w:r>
        <w:tab/>
        <w:t>1.013e0</w:t>
      </w:r>
    </w:p>
    <w:p w14:paraId="1ECABCB6" w14:textId="77777777" w:rsidR="006D4449" w:rsidRDefault="006D4449" w:rsidP="006D4449">
      <w:r>
        <w:t>446.0840</w:t>
      </w:r>
      <w:r>
        <w:tab/>
        <w:t>2.025e0</w:t>
      </w:r>
    </w:p>
    <w:p w14:paraId="62B651F4" w14:textId="77777777" w:rsidR="006D4449" w:rsidRDefault="006D4449" w:rsidP="006D4449">
      <w:r>
        <w:t>446.0928</w:t>
      </w:r>
      <w:r>
        <w:tab/>
        <w:t>4.051e0</w:t>
      </w:r>
    </w:p>
    <w:p w14:paraId="0772F48E" w14:textId="77777777" w:rsidR="006D4449" w:rsidRDefault="006D4449" w:rsidP="006D4449">
      <w:r>
        <w:lastRenderedPageBreak/>
        <w:t>446.0984</w:t>
      </w:r>
      <w:r>
        <w:tab/>
        <w:t>1.013e0</w:t>
      </w:r>
    </w:p>
    <w:p w14:paraId="601CA92D" w14:textId="77777777" w:rsidR="006D4449" w:rsidRDefault="006D4449" w:rsidP="006D4449">
      <w:r>
        <w:t>446.1140</w:t>
      </w:r>
      <w:r>
        <w:tab/>
        <w:t>1.013e0</w:t>
      </w:r>
    </w:p>
    <w:p w14:paraId="46930906" w14:textId="77777777" w:rsidR="006D4449" w:rsidRDefault="006D4449" w:rsidP="006D4449">
      <w:r>
        <w:t>446.1750</w:t>
      </w:r>
      <w:r>
        <w:tab/>
        <w:t>1.844e0</w:t>
      </w:r>
    </w:p>
    <w:p w14:paraId="11CE17AE" w14:textId="77777777" w:rsidR="006D4449" w:rsidRDefault="006D4449" w:rsidP="006D4449">
      <w:r>
        <w:t>446.2067</w:t>
      </w:r>
      <w:r>
        <w:tab/>
        <w:t>3.716e0</w:t>
      </w:r>
    </w:p>
    <w:p w14:paraId="2A6F224A" w14:textId="77777777" w:rsidR="006D4449" w:rsidRDefault="006D4449" w:rsidP="006D4449">
      <w:r>
        <w:t>446.2113</w:t>
      </w:r>
      <w:r>
        <w:tab/>
        <w:t>1.891e0</w:t>
      </w:r>
    </w:p>
    <w:p w14:paraId="04832D94" w14:textId="77777777" w:rsidR="006D4449" w:rsidRDefault="006D4449" w:rsidP="006D4449">
      <w:r>
        <w:t>446.2247</w:t>
      </w:r>
      <w:r>
        <w:tab/>
        <w:t>5.307e0</w:t>
      </w:r>
    </w:p>
    <w:p w14:paraId="37783F30" w14:textId="77777777" w:rsidR="006D4449" w:rsidRDefault="006D4449" w:rsidP="006D4449">
      <w:r>
        <w:t>446.2393</w:t>
      </w:r>
      <w:r>
        <w:tab/>
        <w:t>1.655e0</w:t>
      </w:r>
    </w:p>
    <w:p w14:paraId="1B1CE5AA" w14:textId="77777777" w:rsidR="006D4449" w:rsidRDefault="006D4449" w:rsidP="006D4449">
      <w:r>
        <w:t>446.2409</w:t>
      </w:r>
      <w:r>
        <w:tab/>
        <w:t>4.213e0</w:t>
      </w:r>
    </w:p>
    <w:p w14:paraId="3EA35A56" w14:textId="77777777" w:rsidR="006D4449" w:rsidRDefault="006D4449" w:rsidP="006D4449">
      <w:r>
        <w:t>446.2862</w:t>
      </w:r>
      <w:r>
        <w:tab/>
        <w:t>5.113e0</w:t>
      </w:r>
    </w:p>
    <w:p w14:paraId="1BCD7C32" w14:textId="77777777" w:rsidR="006D4449" w:rsidRDefault="006D4449" w:rsidP="006D4449">
      <w:r>
        <w:t>446.2928</w:t>
      </w:r>
      <w:r>
        <w:tab/>
        <w:t>2.150e0</w:t>
      </w:r>
    </w:p>
    <w:p w14:paraId="352253AB" w14:textId="77777777" w:rsidR="006D4449" w:rsidRDefault="006D4449" w:rsidP="006D4449">
      <w:r>
        <w:t>446.3158</w:t>
      </w:r>
      <w:r>
        <w:tab/>
        <w:t>8.349e0</w:t>
      </w:r>
    </w:p>
    <w:p w14:paraId="00F0A83B" w14:textId="77777777" w:rsidR="006D4449" w:rsidRDefault="006D4449" w:rsidP="006D4449">
      <w:r>
        <w:t>446.3242</w:t>
      </w:r>
      <w:r>
        <w:tab/>
        <w:t>5.063e0</w:t>
      </w:r>
    </w:p>
    <w:p w14:paraId="2B72A27F" w14:textId="77777777" w:rsidR="006D4449" w:rsidRDefault="006D4449" w:rsidP="006D4449">
      <w:r>
        <w:t>446.3389</w:t>
      </w:r>
      <w:r>
        <w:tab/>
        <w:t>8.625e0</w:t>
      </w:r>
    </w:p>
    <w:p w14:paraId="67D0AB6A" w14:textId="77777777" w:rsidR="006D4449" w:rsidRDefault="006D4449" w:rsidP="006D4449">
      <w:r>
        <w:t>446.3668</w:t>
      </w:r>
      <w:r>
        <w:tab/>
        <w:t>1.013e0</w:t>
      </w:r>
    </w:p>
    <w:p w14:paraId="4B4CFF93" w14:textId="77777777" w:rsidR="006D4449" w:rsidRDefault="006D4449" w:rsidP="006D4449">
      <w:r>
        <w:t>446.3867</w:t>
      </w:r>
      <w:r>
        <w:tab/>
        <w:t>2.025e0</w:t>
      </w:r>
    </w:p>
    <w:p w14:paraId="63F58883" w14:textId="77777777" w:rsidR="006D4449" w:rsidRDefault="006D4449" w:rsidP="006D4449">
      <w:r>
        <w:t>446.4110</w:t>
      </w:r>
      <w:r>
        <w:tab/>
        <w:t>1.013e0</w:t>
      </w:r>
    </w:p>
    <w:p w14:paraId="5D82E8D2" w14:textId="77777777" w:rsidR="006D4449" w:rsidRDefault="006D4449" w:rsidP="006D4449">
      <w:r>
        <w:t>446.4617</w:t>
      </w:r>
      <w:r>
        <w:tab/>
        <w:t>2.025e0</w:t>
      </w:r>
    </w:p>
    <w:p w14:paraId="022ABB53" w14:textId="77777777" w:rsidR="006D4449" w:rsidRDefault="006D4449" w:rsidP="006D4449">
      <w:r>
        <w:t>446.4673</w:t>
      </w:r>
      <w:r>
        <w:tab/>
        <w:t>2.025e0</w:t>
      </w:r>
    </w:p>
    <w:p w14:paraId="3C611C5F" w14:textId="77777777" w:rsidR="006D4449" w:rsidRDefault="006D4449" w:rsidP="006D4449">
      <w:r>
        <w:t>446.5595</w:t>
      </w:r>
      <w:r>
        <w:tab/>
        <w:t>1.013e0</w:t>
      </w:r>
    </w:p>
    <w:p w14:paraId="748A2B59" w14:textId="77777777" w:rsidR="006D4449" w:rsidRDefault="006D4449" w:rsidP="006D4449">
      <w:r>
        <w:lastRenderedPageBreak/>
        <w:t>446.5732</w:t>
      </w:r>
      <w:r>
        <w:tab/>
        <w:t>2.025e0</w:t>
      </w:r>
    </w:p>
    <w:p w14:paraId="73ADE712" w14:textId="77777777" w:rsidR="006D4449" w:rsidRDefault="006D4449" w:rsidP="006D4449">
      <w:r>
        <w:t>446.6154</w:t>
      </w:r>
      <w:r>
        <w:tab/>
        <w:t>2.025e0</w:t>
      </w:r>
    </w:p>
    <w:p w14:paraId="7186938C" w14:textId="77777777" w:rsidR="006D4449" w:rsidRDefault="006D4449" w:rsidP="006D4449">
      <w:r>
        <w:t>446.6344</w:t>
      </w:r>
      <w:r>
        <w:tab/>
        <w:t>2.025e0</w:t>
      </w:r>
    </w:p>
    <w:p w14:paraId="52D7655C" w14:textId="77777777" w:rsidR="006D4449" w:rsidRDefault="006D4449" w:rsidP="006D4449">
      <w:r>
        <w:t>446.6361</w:t>
      </w:r>
      <w:r>
        <w:tab/>
        <w:t>2.025e0</w:t>
      </w:r>
    </w:p>
    <w:p w14:paraId="2C584BDF" w14:textId="77777777" w:rsidR="006D4449" w:rsidRDefault="006D4449" w:rsidP="006D4449">
      <w:r>
        <w:t>446.6373</w:t>
      </w:r>
      <w:r>
        <w:tab/>
        <w:t>2.025e0</w:t>
      </w:r>
    </w:p>
    <w:p w14:paraId="52636E7F" w14:textId="77777777" w:rsidR="006D4449" w:rsidRDefault="006D4449" w:rsidP="006D4449">
      <w:r>
        <w:t>446.6671</w:t>
      </w:r>
      <w:r>
        <w:tab/>
        <w:t>1.013e0</w:t>
      </w:r>
    </w:p>
    <w:p w14:paraId="4B92D8BA" w14:textId="77777777" w:rsidR="006D4449" w:rsidRDefault="006D4449" w:rsidP="006D4449">
      <w:r>
        <w:t>446.6925</w:t>
      </w:r>
      <w:r>
        <w:tab/>
        <w:t>1.013e0</w:t>
      </w:r>
    </w:p>
    <w:p w14:paraId="5B912233" w14:textId="77777777" w:rsidR="006D4449" w:rsidRDefault="006D4449" w:rsidP="006D4449">
      <w:r>
        <w:t>446.7017</w:t>
      </w:r>
      <w:r>
        <w:tab/>
        <w:t>2.025e0</w:t>
      </w:r>
    </w:p>
    <w:p w14:paraId="69D9D511" w14:textId="77777777" w:rsidR="006D4449" w:rsidRDefault="006D4449" w:rsidP="006D4449">
      <w:r>
        <w:t>446.7260</w:t>
      </w:r>
      <w:r>
        <w:tab/>
        <w:t>1.013e0</w:t>
      </w:r>
    </w:p>
    <w:p w14:paraId="64CFE582" w14:textId="77777777" w:rsidR="006D4449" w:rsidRDefault="006D4449" w:rsidP="006D4449">
      <w:r>
        <w:t>446.7766</w:t>
      </w:r>
      <w:r>
        <w:tab/>
        <w:t>1.013e0</w:t>
      </w:r>
    </w:p>
    <w:p w14:paraId="16A4A17E" w14:textId="77777777" w:rsidR="006D4449" w:rsidRDefault="006D4449" w:rsidP="006D4449">
      <w:r>
        <w:t>446.8000</w:t>
      </w:r>
      <w:r>
        <w:tab/>
        <w:t>3.038e0</w:t>
      </w:r>
    </w:p>
    <w:p w14:paraId="44D41C84" w14:textId="77777777" w:rsidR="006D4449" w:rsidRDefault="006D4449" w:rsidP="006D4449">
      <w:r>
        <w:t>446.8176</w:t>
      </w:r>
      <w:r>
        <w:tab/>
        <w:t>1.013e0</w:t>
      </w:r>
    </w:p>
    <w:p w14:paraId="1856C135" w14:textId="77777777" w:rsidR="006D4449" w:rsidRDefault="006D4449" w:rsidP="006D4449">
      <w:r>
        <w:t>446.8491</w:t>
      </w:r>
      <w:r>
        <w:tab/>
        <w:t>4.051e0</w:t>
      </w:r>
    </w:p>
    <w:p w14:paraId="533ECC25" w14:textId="77777777" w:rsidR="006D4449" w:rsidRDefault="006D4449" w:rsidP="006D4449">
      <w:r>
        <w:t>446.8550</w:t>
      </w:r>
      <w:r>
        <w:tab/>
        <w:t>7.089e0</w:t>
      </w:r>
    </w:p>
    <w:p w14:paraId="2B2A82A1" w14:textId="77777777" w:rsidR="006D4449" w:rsidRDefault="006D4449" w:rsidP="006D4449">
      <w:r>
        <w:t>446.8579</w:t>
      </w:r>
      <w:r>
        <w:tab/>
        <w:t>4.051e0</w:t>
      </w:r>
    </w:p>
    <w:p w14:paraId="18E23681" w14:textId="77777777" w:rsidR="006D4449" w:rsidRDefault="006D4449" w:rsidP="006D4449">
      <w:r>
        <w:t>446.8624</w:t>
      </w:r>
      <w:r>
        <w:tab/>
        <w:t>1.013e0</w:t>
      </w:r>
    </w:p>
    <w:p w14:paraId="3951A870" w14:textId="77777777" w:rsidR="006D4449" w:rsidRDefault="006D4449" w:rsidP="006D4449">
      <w:r>
        <w:t>446.9096</w:t>
      </w:r>
      <w:r>
        <w:tab/>
        <w:t>1.013e0</w:t>
      </w:r>
    </w:p>
    <w:p w14:paraId="0CB7A5A9" w14:textId="77777777" w:rsidR="006D4449" w:rsidRDefault="006D4449" w:rsidP="006D4449">
      <w:r>
        <w:t>446.9235</w:t>
      </w:r>
      <w:r>
        <w:tab/>
        <w:t>1.013e0</w:t>
      </w:r>
    </w:p>
    <w:p w14:paraId="7C5AF71E" w14:textId="77777777" w:rsidR="006D4449" w:rsidRDefault="006D4449" w:rsidP="006D4449">
      <w:r>
        <w:t>446.9325</w:t>
      </w:r>
      <w:r>
        <w:tab/>
        <w:t>2.025e0</w:t>
      </w:r>
    </w:p>
    <w:p w14:paraId="48C738FA" w14:textId="77777777" w:rsidR="006D4449" w:rsidRDefault="006D4449" w:rsidP="006D4449">
      <w:r>
        <w:lastRenderedPageBreak/>
        <w:t>446.9663</w:t>
      </w:r>
      <w:r>
        <w:tab/>
        <w:t>1.013e0</w:t>
      </w:r>
    </w:p>
    <w:p w14:paraId="1DE1AB0F" w14:textId="77777777" w:rsidR="006D4449" w:rsidRDefault="006D4449" w:rsidP="006D4449">
      <w:r>
        <w:t>446.9818</w:t>
      </w:r>
      <w:r>
        <w:tab/>
        <w:t>5.063e0</w:t>
      </w:r>
    </w:p>
    <w:p w14:paraId="756C28ED" w14:textId="77777777" w:rsidR="006D4449" w:rsidRDefault="006D4449" w:rsidP="006D4449">
      <w:r>
        <w:t>447.0040</w:t>
      </w:r>
      <w:r>
        <w:tab/>
        <w:t>1.013e0</w:t>
      </w:r>
    </w:p>
    <w:p w14:paraId="516AFB11" w14:textId="77777777" w:rsidR="006D4449" w:rsidRDefault="006D4449" w:rsidP="006D4449">
      <w:r>
        <w:t>447.0059</w:t>
      </w:r>
      <w:r>
        <w:tab/>
        <w:t>1.013e0</w:t>
      </w:r>
    </w:p>
    <w:p w14:paraId="102E9578" w14:textId="77777777" w:rsidR="006D4449" w:rsidRDefault="006D4449" w:rsidP="006D4449">
      <w:r>
        <w:t>447.0420</w:t>
      </w:r>
      <w:r>
        <w:tab/>
        <w:t>1.013e0</w:t>
      </w:r>
    </w:p>
    <w:p w14:paraId="6628CB59" w14:textId="77777777" w:rsidR="006D4449" w:rsidRDefault="006D4449" w:rsidP="006D4449">
      <w:r>
        <w:t>447.0664</w:t>
      </w:r>
      <w:r>
        <w:tab/>
        <w:t>2.664e0</w:t>
      </w:r>
    </w:p>
    <w:p w14:paraId="460DFC5C" w14:textId="77777777" w:rsidR="006D4449" w:rsidRDefault="006D4449" w:rsidP="006D4449">
      <w:r>
        <w:t>447.0729</w:t>
      </w:r>
      <w:r>
        <w:tab/>
        <w:t>3.038e0</w:t>
      </w:r>
    </w:p>
    <w:p w14:paraId="219725E6" w14:textId="77777777" w:rsidR="006D4449" w:rsidRDefault="006D4449" w:rsidP="006D4449">
      <w:r>
        <w:t>447.0815</w:t>
      </w:r>
      <w:r>
        <w:tab/>
        <w:t>1.013e0</w:t>
      </w:r>
    </w:p>
    <w:p w14:paraId="3E959F2E" w14:textId="77777777" w:rsidR="006D4449" w:rsidRDefault="006D4449" w:rsidP="006D4449">
      <w:r>
        <w:t>447.0915</w:t>
      </w:r>
      <w:r>
        <w:tab/>
        <w:t>1.013e0</w:t>
      </w:r>
    </w:p>
    <w:p w14:paraId="0D086B26" w14:textId="77777777" w:rsidR="006D4449" w:rsidRDefault="006D4449" w:rsidP="006D4449">
      <w:r>
        <w:t>447.0974</w:t>
      </w:r>
      <w:r>
        <w:tab/>
        <w:t>1.013e0</w:t>
      </w:r>
    </w:p>
    <w:p w14:paraId="17035691" w14:textId="77777777" w:rsidR="006D4449" w:rsidRDefault="006D4449" w:rsidP="006D4449">
      <w:r>
        <w:t>447.1072</w:t>
      </w:r>
      <w:r>
        <w:tab/>
        <w:t>1.013e0</w:t>
      </w:r>
    </w:p>
    <w:p w14:paraId="761CB045" w14:textId="77777777" w:rsidR="006D4449" w:rsidRDefault="006D4449" w:rsidP="006D4449">
      <w:r>
        <w:t>447.1382</w:t>
      </w:r>
      <w:r>
        <w:tab/>
        <w:t>1.280e0</w:t>
      </w:r>
    </w:p>
    <w:p w14:paraId="45A33EBA" w14:textId="77777777" w:rsidR="006D4449" w:rsidRDefault="006D4449" w:rsidP="006D4449">
      <w:r>
        <w:t>447.1567</w:t>
      </w:r>
      <w:r>
        <w:tab/>
        <w:t>2.025e0</w:t>
      </w:r>
    </w:p>
    <w:p w14:paraId="22AA428F" w14:textId="77777777" w:rsidR="006D4449" w:rsidRDefault="006D4449" w:rsidP="006D4449">
      <w:r>
        <w:t>447.1933</w:t>
      </w:r>
      <w:r>
        <w:tab/>
        <w:t>7.201e0</w:t>
      </w:r>
    </w:p>
    <w:p w14:paraId="78C82B62" w14:textId="77777777" w:rsidR="006D4449" w:rsidRDefault="006D4449" w:rsidP="006D4449">
      <w:r>
        <w:t>447.2101</w:t>
      </w:r>
      <w:r>
        <w:tab/>
        <w:t>9.935e0</w:t>
      </w:r>
    </w:p>
    <w:p w14:paraId="32353AB9" w14:textId="77777777" w:rsidR="006D4449" w:rsidRDefault="006D4449" w:rsidP="006D4449">
      <w:r>
        <w:t>447.2151</w:t>
      </w:r>
      <w:r>
        <w:tab/>
        <w:t>1.671e1</w:t>
      </w:r>
    </w:p>
    <w:p w14:paraId="3F1AA93E" w14:textId="77777777" w:rsidR="006D4449" w:rsidRDefault="006D4449" w:rsidP="006D4449">
      <w:r>
        <w:t>447.2397</w:t>
      </w:r>
      <w:r>
        <w:tab/>
        <w:t>6.562e0</w:t>
      </w:r>
    </w:p>
    <w:p w14:paraId="7CDB87C9" w14:textId="77777777" w:rsidR="006D4449" w:rsidRDefault="006D4449" w:rsidP="006D4449">
      <w:r>
        <w:t>447.2482</w:t>
      </w:r>
      <w:r>
        <w:tab/>
        <w:t>4.106e0</w:t>
      </w:r>
    </w:p>
    <w:p w14:paraId="0CF5292D" w14:textId="77777777" w:rsidR="006D4449" w:rsidRDefault="006D4449" w:rsidP="006D4449">
      <w:r>
        <w:t>447.2994</w:t>
      </w:r>
      <w:r>
        <w:tab/>
        <w:t>5.063e0</w:t>
      </w:r>
    </w:p>
    <w:p w14:paraId="34396044" w14:textId="77777777" w:rsidR="006D4449" w:rsidRDefault="006D4449" w:rsidP="006D4449">
      <w:r>
        <w:lastRenderedPageBreak/>
        <w:t>447.3062</w:t>
      </w:r>
      <w:r>
        <w:tab/>
        <w:t>4.670e0</w:t>
      </w:r>
    </w:p>
    <w:p w14:paraId="182EDE08" w14:textId="77777777" w:rsidR="006D4449" w:rsidRDefault="006D4449" w:rsidP="006D4449">
      <w:r>
        <w:t>447.3096</w:t>
      </w:r>
      <w:r>
        <w:tab/>
        <w:t>2.025e0</w:t>
      </w:r>
    </w:p>
    <w:p w14:paraId="59089DC4" w14:textId="77777777" w:rsidR="006D4449" w:rsidRDefault="006D4449" w:rsidP="006D4449">
      <w:r>
        <w:t>447.3484</w:t>
      </w:r>
      <w:r>
        <w:tab/>
        <w:t>3.959e0</w:t>
      </w:r>
    </w:p>
    <w:p w14:paraId="3A993F45" w14:textId="77777777" w:rsidR="006D4449" w:rsidRDefault="006D4449" w:rsidP="006D4449">
      <w:r>
        <w:t>447.3585</w:t>
      </w:r>
      <w:r>
        <w:tab/>
        <w:t>4.051e0</w:t>
      </w:r>
    </w:p>
    <w:p w14:paraId="241D1674" w14:textId="77777777" w:rsidR="006D4449" w:rsidRDefault="006D4449" w:rsidP="006D4449">
      <w:r>
        <w:t>447.3615</w:t>
      </w:r>
      <w:r>
        <w:tab/>
        <w:t>3.038e0</w:t>
      </w:r>
    </w:p>
    <w:p w14:paraId="0AF3388F" w14:textId="77777777" w:rsidR="006D4449" w:rsidRDefault="006D4449" w:rsidP="006D4449">
      <w:r>
        <w:t>447.3779</w:t>
      </w:r>
      <w:r>
        <w:tab/>
        <w:t>1.013e0</w:t>
      </w:r>
    </w:p>
    <w:p w14:paraId="2FCD8650" w14:textId="77777777" w:rsidR="006D4449" w:rsidRDefault="006D4449" w:rsidP="006D4449">
      <w:r>
        <w:t>447.4064</w:t>
      </w:r>
      <w:r>
        <w:tab/>
        <w:t>4.051e0</w:t>
      </w:r>
    </w:p>
    <w:p w14:paraId="7AA68606" w14:textId="77777777" w:rsidR="006D4449" w:rsidRDefault="006D4449" w:rsidP="006D4449">
      <w:r>
        <w:t>447.4341</w:t>
      </w:r>
      <w:r>
        <w:tab/>
        <w:t>1.013e0</w:t>
      </w:r>
    </w:p>
    <w:p w14:paraId="617081A6" w14:textId="77777777" w:rsidR="006D4449" w:rsidRDefault="006D4449" w:rsidP="006D4449">
      <w:r>
        <w:t>447.5007</w:t>
      </w:r>
      <w:r>
        <w:tab/>
        <w:t>2.025e0</w:t>
      </w:r>
    </w:p>
    <w:p w14:paraId="342AA5AE" w14:textId="77777777" w:rsidR="006D4449" w:rsidRDefault="006D4449" w:rsidP="006D4449">
      <w:r>
        <w:t>447.5020</w:t>
      </w:r>
      <w:r>
        <w:tab/>
        <w:t>1.013e0</w:t>
      </w:r>
    </w:p>
    <w:p w14:paraId="6322DF06" w14:textId="77777777" w:rsidR="006D4449" w:rsidRDefault="006D4449" w:rsidP="006D4449">
      <w:r>
        <w:t>447.5226</w:t>
      </w:r>
      <w:r>
        <w:tab/>
        <w:t>3.038e0</w:t>
      </w:r>
    </w:p>
    <w:p w14:paraId="4BD2C8B6" w14:textId="77777777" w:rsidR="006D4449" w:rsidRDefault="006D4449" w:rsidP="006D4449">
      <w:r>
        <w:t>447.6300</w:t>
      </w:r>
      <w:r>
        <w:tab/>
        <w:t>1.013e0</w:t>
      </w:r>
    </w:p>
    <w:p w14:paraId="706ADEA8" w14:textId="77777777" w:rsidR="006D4449" w:rsidRDefault="006D4449" w:rsidP="006D4449">
      <w:r>
        <w:t>447.6385</w:t>
      </w:r>
      <w:r>
        <w:tab/>
        <w:t>1.013e0</w:t>
      </w:r>
    </w:p>
    <w:p w14:paraId="4EECCC7D" w14:textId="77777777" w:rsidR="006D4449" w:rsidRDefault="006D4449" w:rsidP="006D4449">
      <w:r>
        <w:t>447.6815</w:t>
      </w:r>
      <w:r>
        <w:tab/>
        <w:t>2.025e0</w:t>
      </w:r>
    </w:p>
    <w:p w14:paraId="6D6DC22E" w14:textId="77777777" w:rsidR="006D4449" w:rsidRDefault="006D4449" w:rsidP="006D4449">
      <w:r>
        <w:t>447.7301</w:t>
      </w:r>
      <w:r>
        <w:tab/>
        <w:t>2.025e0</w:t>
      </w:r>
    </w:p>
    <w:p w14:paraId="26BF58B2" w14:textId="77777777" w:rsidR="006D4449" w:rsidRDefault="006D4449" w:rsidP="006D4449">
      <w:r>
        <w:t>447.7463</w:t>
      </w:r>
      <w:r>
        <w:tab/>
        <w:t>3.038e0</w:t>
      </w:r>
    </w:p>
    <w:p w14:paraId="15BA736B" w14:textId="77777777" w:rsidR="006D4449" w:rsidRDefault="006D4449" w:rsidP="006D4449">
      <w:r>
        <w:t>447.7982</w:t>
      </w:r>
      <w:r>
        <w:tab/>
        <w:t>1.013e0</w:t>
      </w:r>
    </w:p>
    <w:p w14:paraId="2CEA7FAD" w14:textId="77777777" w:rsidR="006D4449" w:rsidRDefault="006D4449" w:rsidP="006D4449">
      <w:r>
        <w:t>447.8002</w:t>
      </w:r>
      <w:r>
        <w:tab/>
        <w:t>1.013e0</w:t>
      </w:r>
    </w:p>
    <w:p w14:paraId="3B30E557" w14:textId="77777777" w:rsidR="006D4449" w:rsidRDefault="006D4449" w:rsidP="006D4449">
      <w:r>
        <w:t>447.8558</w:t>
      </w:r>
      <w:r>
        <w:tab/>
        <w:t>2.025e0</w:t>
      </w:r>
    </w:p>
    <w:p w14:paraId="5DDB1E1C" w14:textId="77777777" w:rsidR="006D4449" w:rsidRDefault="006D4449" w:rsidP="006D4449">
      <w:r>
        <w:lastRenderedPageBreak/>
        <w:t>447.8749</w:t>
      </w:r>
      <w:r>
        <w:tab/>
        <w:t>2.025e0</w:t>
      </w:r>
    </w:p>
    <w:p w14:paraId="3A1EFA67" w14:textId="77777777" w:rsidR="006D4449" w:rsidRDefault="006D4449" w:rsidP="006D4449">
      <w:r>
        <w:t>447.8887</w:t>
      </w:r>
      <w:r>
        <w:tab/>
        <w:t>1.013e0</w:t>
      </w:r>
    </w:p>
    <w:p w14:paraId="51792047" w14:textId="77777777" w:rsidR="006D4449" w:rsidRDefault="006D4449" w:rsidP="006D4449">
      <w:r>
        <w:t>447.9378</w:t>
      </w:r>
      <w:r>
        <w:tab/>
        <w:t>6.076e0</w:t>
      </w:r>
    </w:p>
    <w:p w14:paraId="2ED81BFC" w14:textId="77777777" w:rsidR="006D4449" w:rsidRDefault="006D4449" w:rsidP="006D4449">
      <w:r>
        <w:t>447.9449</w:t>
      </w:r>
      <w:r>
        <w:tab/>
        <w:t>3.038e0</w:t>
      </w:r>
    </w:p>
    <w:p w14:paraId="33B6645F" w14:textId="77777777" w:rsidR="006D4449" w:rsidRDefault="006D4449" w:rsidP="006D4449">
      <w:r>
        <w:t>447.9474</w:t>
      </w:r>
      <w:r>
        <w:tab/>
        <w:t>6.076e0</w:t>
      </w:r>
    </w:p>
    <w:p w14:paraId="77355179" w14:textId="77777777" w:rsidR="006D4449" w:rsidRDefault="006D4449" w:rsidP="006D4449">
      <w:r>
        <w:t>447.9491</w:t>
      </w:r>
      <w:r>
        <w:tab/>
        <w:t>4.863e0</w:t>
      </w:r>
    </w:p>
    <w:p w14:paraId="53837B4D" w14:textId="77777777" w:rsidR="006D4449" w:rsidRDefault="006D4449" w:rsidP="006D4449">
      <w:r>
        <w:t>447.9677</w:t>
      </w:r>
      <w:r>
        <w:tab/>
        <w:t>8.101e0</w:t>
      </w:r>
    </w:p>
    <w:p w14:paraId="761E2BFC" w14:textId="77777777" w:rsidR="006D4449" w:rsidRDefault="006D4449" w:rsidP="006D4449">
      <w:r>
        <w:t>447.9845</w:t>
      </w:r>
      <w:r>
        <w:tab/>
        <w:t>7.688e0</w:t>
      </w:r>
    </w:p>
    <w:p w14:paraId="7E8A5BC7" w14:textId="77777777" w:rsidR="006D4449" w:rsidRDefault="006D4449" w:rsidP="006D4449">
      <w:r>
        <w:t>447.9927</w:t>
      </w:r>
      <w:r>
        <w:tab/>
        <w:t>7.089e0</w:t>
      </w:r>
    </w:p>
    <w:p w14:paraId="1CEFDD9A" w14:textId="77777777" w:rsidR="006D4449" w:rsidRDefault="006D4449" w:rsidP="006D4449">
      <w:r>
        <w:t>448.0012</w:t>
      </w:r>
      <w:r>
        <w:tab/>
        <w:t>1.013e0</w:t>
      </w:r>
    </w:p>
    <w:p w14:paraId="39151D9C" w14:textId="77777777" w:rsidR="006D4449" w:rsidRDefault="006D4449" w:rsidP="006D4449">
      <w:r>
        <w:t>448.0129</w:t>
      </w:r>
      <w:r>
        <w:tab/>
        <w:t>2.025e0</w:t>
      </w:r>
    </w:p>
    <w:p w14:paraId="7A1DBA24" w14:textId="77777777" w:rsidR="006D4449" w:rsidRDefault="006D4449" w:rsidP="006D4449">
      <w:r>
        <w:t>448.0510</w:t>
      </w:r>
      <w:r>
        <w:tab/>
        <w:t>5.722e0</w:t>
      </w:r>
    </w:p>
    <w:p w14:paraId="617AFA6D" w14:textId="77777777" w:rsidR="006D4449" w:rsidRDefault="006D4449" w:rsidP="006D4449">
      <w:r>
        <w:t>448.0847</w:t>
      </w:r>
      <w:r>
        <w:tab/>
        <w:t>1.013e0</w:t>
      </w:r>
    </w:p>
    <w:p w14:paraId="45E61179" w14:textId="77777777" w:rsidR="006D4449" w:rsidRDefault="006D4449" w:rsidP="006D4449">
      <w:r>
        <w:t>448.0918</w:t>
      </w:r>
      <w:r>
        <w:tab/>
        <w:t>3.038e0</w:t>
      </w:r>
    </w:p>
    <w:p w14:paraId="26391BAF" w14:textId="77777777" w:rsidR="006D4449" w:rsidRDefault="006D4449" w:rsidP="006D4449">
      <w:r>
        <w:t>448.1259</w:t>
      </w:r>
      <w:r>
        <w:tab/>
        <w:t>1.013e0</w:t>
      </w:r>
    </w:p>
    <w:p w14:paraId="77E7E269" w14:textId="77777777" w:rsidR="006D4449" w:rsidRDefault="006D4449" w:rsidP="006D4449">
      <w:r>
        <w:t>448.1291</w:t>
      </w:r>
      <w:r>
        <w:tab/>
        <w:t>2.025e0</w:t>
      </w:r>
    </w:p>
    <w:p w14:paraId="15E5CE2F" w14:textId="77777777" w:rsidR="006D4449" w:rsidRDefault="006D4449" w:rsidP="006D4449">
      <w:r>
        <w:t>448.1428</w:t>
      </w:r>
      <w:r>
        <w:tab/>
        <w:t>3.038e0</w:t>
      </w:r>
    </w:p>
    <w:p w14:paraId="2C239440" w14:textId="77777777" w:rsidR="006D4449" w:rsidRDefault="006D4449" w:rsidP="006D4449">
      <w:r>
        <w:t>448.2218</w:t>
      </w:r>
      <w:r>
        <w:tab/>
        <w:t>4.106e0</w:t>
      </w:r>
    </w:p>
    <w:p w14:paraId="6BFB3769" w14:textId="77777777" w:rsidR="006D4449" w:rsidRDefault="006D4449" w:rsidP="006D4449">
      <w:r>
        <w:t>448.2240</w:t>
      </w:r>
      <w:r>
        <w:tab/>
        <w:t>1.380e1</w:t>
      </w:r>
    </w:p>
    <w:p w14:paraId="1F89A105" w14:textId="77777777" w:rsidR="006D4449" w:rsidRDefault="006D4449" w:rsidP="006D4449">
      <w:r>
        <w:lastRenderedPageBreak/>
        <w:t>448.2303</w:t>
      </w:r>
      <w:r>
        <w:tab/>
        <w:t>1.286e1</w:t>
      </w:r>
    </w:p>
    <w:p w14:paraId="7DF3099D" w14:textId="77777777" w:rsidR="006D4449" w:rsidRDefault="006D4449" w:rsidP="006D4449">
      <w:r>
        <w:t>448.2847</w:t>
      </w:r>
      <w:r>
        <w:tab/>
        <w:t>4.660e0</w:t>
      </w:r>
    </w:p>
    <w:p w14:paraId="6FC4D334" w14:textId="77777777" w:rsidR="006D4449" w:rsidRDefault="006D4449" w:rsidP="006D4449">
      <w:r>
        <w:t>448.3354</w:t>
      </w:r>
      <w:r>
        <w:tab/>
        <w:t>4.051e0</w:t>
      </w:r>
    </w:p>
    <w:p w14:paraId="6CE765CD" w14:textId="77777777" w:rsidR="006D4449" w:rsidRDefault="006D4449" w:rsidP="006D4449">
      <w:r>
        <w:t>448.3463</w:t>
      </w:r>
      <w:r>
        <w:tab/>
        <w:t>1.693e0</w:t>
      </w:r>
    </w:p>
    <w:p w14:paraId="043969AE" w14:textId="77777777" w:rsidR="006D4449" w:rsidRDefault="006D4449" w:rsidP="006D4449">
      <w:r>
        <w:t>448.3481</w:t>
      </w:r>
      <w:r>
        <w:tab/>
        <w:t>5.063e0</w:t>
      </w:r>
    </w:p>
    <w:p w14:paraId="2997E399" w14:textId="77777777" w:rsidR="006D4449" w:rsidRDefault="006D4449" w:rsidP="006D4449">
      <w:r>
        <w:t>448.3505</w:t>
      </w:r>
      <w:r>
        <w:tab/>
        <w:t>4.051e0</w:t>
      </w:r>
    </w:p>
    <w:p w14:paraId="43031E94" w14:textId="77777777" w:rsidR="006D4449" w:rsidRDefault="006D4449" w:rsidP="006D4449">
      <w:r>
        <w:t>448.3672</w:t>
      </w:r>
      <w:r>
        <w:tab/>
        <w:t>1.013e0</w:t>
      </w:r>
    </w:p>
    <w:p w14:paraId="69B8DDDE" w14:textId="77777777" w:rsidR="006D4449" w:rsidRDefault="006D4449" w:rsidP="006D4449">
      <w:r>
        <w:t>448.3862</w:t>
      </w:r>
      <w:r>
        <w:tab/>
        <w:t>1.713e0</w:t>
      </w:r>
    </w:p>
    <w:p w14:paraId="74248023" w14:textId="77777777" w:rsidR="006D4449" w:rsidRDefault="006D4449" w:rsidP="006D4449">
      <w:r>
        <w:t>448.4362</w:t>
      </w:r>
      <w:r>
        <w:tab/>
        <w:t>1.013e0</w:t>
      </w:r>
    </w:p>
    <w:p w14:paraId="3754AD89" w14:textId="77777777" w:rsidR="006D4449" w:rsidRDefault="006D4449" w:rsidP="006D4449">
      <w:r>
        <w:t>448.4614</w:t>
      </w:r>
      <w:r>
        <w:tab/>
        <w:t>1.013e0</w:t>
      </w:r>
    </w:p>
    <w:p w14:paraId="46922D1F" w14:textId="77777777" w:rsidR="006D4449" w:rsidRDefault="006D4449" w:rsidP="006D4449">
      <w:r>
        <w:t>448.4790</w:t>
      </w:r>
      <w:r>
        <w:tab/>
        <w:t>1.013e0</w:t>
      </w:r>
    </w:p>
    <w:p w14:paraId="70D9DB9F" w14:textId="77777777" w:rsidR="006D4449" w:rsidRDefault="006D4449" w:rsidP="006D4449">
      <w:r>
        <w:t>448.4954</w:t>
      </w:r>
      <w:r>
        <w:tab/>
        <w:t>1.013e0</w:t>
      </w:r>
    </w:p>
    <w:p w14:paraId="70CB4909" w14:textId="77777777" w:rsidR="006D4449" w:rsidRDefault="006D4449" w:rsidP="006D4449">
      <w:r>
        <w:t>448.5377</w:t>
      </w:r>
      <w:r>
        <w:tab/>
        <w:t>3.038e0</w:t>
      </w:r>
    </w:p>
    <w:p w14:paraId="41BDDC39" w14:textId="77777777" w:rsidR="006D4449" w:rsidRDefault="006D4449" w:rsidP="006D4449">
      <w:r>
        <w:t>448.5731</w:t>
      </w:r>
      <w:r>
        <w:tab/>
        <w:t>1.013e0</w:t>
      </w:r>
    </w:p>
    <w:p w14:paraId="2BB65D96" w14:textId="77777777" w:rsidR="006D4449" w:rsidRDefault="006D4449" w:rsidP="006D4449">
      <w:r>
        <w:t>448.6159</w:t>
      </w:r>
      <w:r>
        <w:tab/>
        <w:t>1.013e0</w:t>
      </w:r>
    </w:p>
    <w:p w14:paraId="0E310608" w14:textId="77777777" w:rsidR="006D4449" w:rsidRDefault="006D4449" w:rsidP="006D4449">
      <w:r>
        <w:t>448.6253</w:t>
      </w:r>
      <w:r>
        <w:tab/>
        <w:t>3.038e0</w:t>
      </w:r>
    </w:p>
    <w:p w14:paraId="09C11FC6" w14:textId="77777777" w:rsidR="006D4449" w:rsidRDefault="006D4449" w:rsidP="006D4449">
      <w:r>
        <w:t>448.6832</w:t>
      </w:r>
      <w:r>
        <w:tab/>
        <w:t>1.013e0</w:t>
      </w:r>
    </w:p>
    <w:p w14:paraId="50ECB19D" w14:textId="77777777" w:rsidR="006D4449" w:rsidRDefault="006D4449" w:rsidP="006D4449">
      <w:r>
        <w:t>448.6970</w:t>
      </w:r>
      <w:r>
        <w:tab/>
        <w:t>2.025e0</w:t>
      </w:r>
    </w:p>
    <w:p w14:paraId="2366C734" w14:textId="77777777" w:rsidR="006D4449" w:rsidRDefault="006D4449" w:rsidP="006D4449">
      <w:r>
        <w:t>448.7416</w:t>
      </w:r>
      <w:r>
        <w:tab/>
        <w:t>2.025e0</w:t>
      </w:r>
    </w:p>
    <w:p w14:paraId="38F4D056" w14:textId="77777777" w:rsidR="006D4449" w:rsidRDefault="006D4449" w:rsidP="006D4449">
      <w:r>
        <w:lastRenderedPageBreak/>
        <w:t>448.7696</w:t>
      </w:r>
      <w:r>
        <w:tab/>
        <w:t>2.025e0</w:t>
      </w:r>
    </w:p>
    <w:p w14:paraId="22E940CC" w14:textId="77777777" w:rsidR="006D4449" w:rsidRDefault="006D4449" w:rsidP="006D4449">
      <w:r>
        <w:t>448.7740</w:t>
      </w:r>
      <w:r>
        <w:tab/>
        <w:t>1.013e0</w:t>
      </w:r>
    </w:p>
    <w:p w14:paraId="69678582" w14:textId="77777777" w:rsidR="006D4449" w:rsidRDefault="006D4449" w:rsidP="006D4449">
      <w:r>
        <w:t>448.8333</w:t>
      </w:r>
      <w:r>
        <w:tab/>
        <w:t>1.013e0</w:t>
      </w:r>
    </w:p>
    <w:p w14:paraId="4379BD4B" w14:textId="77777777" w:rsidR="006D4449" w:rsidRDefault="006D4449" w:rsidP="006D4449">
      <w:r>
        <w:t>448.8638</w:t>
      </w:r>
      <w:r>
        <w:tab/>
        <w:t>1.013e0</w:t>
      </w:r>
    </w:p>
    <w:p w14:paraId="305FC3C2" w14:textId="77777777" w:rsidR="006D4449" w:rsidRDefault="006D4449" w:rsidP="006D4449">
      <w:r>
        <w:t>448.8874</w:t>
      </w:r>
      <w:r>
        <w:tab/>
        <w:t>1.013e0</w:t>
      </w:r>
    </w:p>
    <w:p w14:paraId="64E5B753" w14:textId="77777777" w:rsidR="006D4449" w:rsidRDefault="006D4449" w:rsidP="006D4449">
      <w:r>
        <w:t>448.8942</w:t>
      </w:r>
      <w:r>
        <w:tab/>
        <w:t>1.013e0</w:t>
      </w:r>
    </w:p>
    <w:p w14:paraId="5BB6E0CA" w14:textId="77777777" w:rsidR="006D4449" w:rsidRDefault="006D4449" w:rsidP="006D4449">
      <w:r>
        <w:t>448.9124</w:t>
      </w:r>
      <w:r>
        <w:tab/>
        <w:t>4.051e0</w:t>
      </w:r>
    </w:p>
    <w:p w14:paraId="11DA85F8" w14:textId="77777777" w:rsidR="006D4449" w:rsidRDefault="006D4449" w:rsidP="006D4449">
      <w:r>
        <w:t>448.9579</w:t>
      </w:r>
      <w:r>
        <w:tab/>
        <w:t>6.519e0</w:t>
      </w:r>
    </w:p>
    <w:p w14:paraId="075233BE" w14:textId="77777777" w:rsidR="006D4449" w:rsidRDefault="006D4449" w:rsidP="006D4449">
      <w:r>
        <w:t>448.9606</w:t>
      </w:r>
      <w:r>
        <w:tab/>
        <w:t>3.038e0</w:t>
      </w:r>
    </w:p>
    <w:p w14:paraId="7797BFC9" w14:textId="77777777" w:rsidR="006D4449" w:rsidRDefault="006D4449" w:rsidP="006D4449">
      <w:r>
        <w:t>448.9673</w:t>
      </w:r>
      <w:r>
        <w:tab/>
        <w:t>3.038e0</w:t>
      </w:r>
    </w:p>
    <w:p w14:paraId="13A571F7" w14:textId="77777777" w:rsidR="006D4449" w:rsidRDefault="006D4449" w:rsidP="006D4449">
      <w:r>
        <w:t>448.9835</w:t>
      </w:r>
      <w:r>
        <w:tab/>
        <w:t>3.038e0</w:t>
      </w:r>
    </w:p>
    <w:p w14:paraId="4D11D298" w14:textId="77777777" w:rsidR="006D4449" w:rsidRDefault="006D4449" w:rsidP="006D4449">
      <w:r>
        <w:t>448.9888</w:t>
      </w:r>
      <w:r>
        <w:tab/>
        <w:t>2.025e0</w:t>
      </w:r>
    </w:p>
    <w:p w14:paraId="3FC8DE18" w14:textId="77777777" w:rsidR="006D4449" w:rsidRDefault="006D4449" w:rsidP="006D4449">
      <w:r>
        <w:t>449.0221</w:t>
      </w:r>
      <w:r>
        <w:tab/>
        <w:t>2.025e0</w:t>
      </w:r>
    </w:p>
    <w:p w14:paraId="17FD267F" w14:textId="77777777" w:rsidR="006D4449" w:rsidRDefault="006D4449" w:rsidP="006D4449">
      <w:r>
        <w:t>449.0446</w:t>
      </w:r>
      <w:r>
        <w:tab/>
        <w:t>1.013e0</w:t>
      </w:r>
    </w:p>
    <w:p w14:paraId="65BA9F91" w14:textId="77777777" w:rsidR="006D4449" w:rsidRDefault="006D4449" w:rsidP="006D4449">
      <w:r>
        <w:t>449.0525</w:t>
      </w:r>
      <w:r>
        <w:tab/>
        <w:t>1.013e0</w:t>
      </w:r>
    </w:p>
    <w:p w14:paraId="438857D1" w14:textId="77777777" w:rsidR="006D4449" w:rsidRDefault="006D4449" w:rsidP="006D4449">
      <w:r>
        <w:t>449.0995</w:t>
      </w:r>
      <w:r>
        <w:tab/>
        <w:t>1.013e0</w:t>
      </w:r>
    </w:p>
    <w:p w14:paraId="609DB41B" w14:textId="77777777" w:rsidR="006D4449" w:rsidRDefault="006D4449" w:rsidP="006D4449">
      <w:r>
        <w:t>449.1242</w:t>
      </w:r>
      <w:r>
        <w:tab/>
        <w:t>3.038e0</w:t>
      </w:r>
    </w:p>
    <w:p w14:paraId="1D135F14" w14:textId="77777777" w:rsidR="006D4449" w:rsidRDefault="006D4449" w:rsidP="006D4449">
      <w:r>
        <w:t>449.1785</w:t>
      </w:r>
      <w:r>
        <w:tab/>
        <w:t>9.830e0</w:t>
      </w:r>
    </w:p>
    <w:p w14:paraId="0B3351FE" w14:textId="77777777" w:rsidR="006D4449" w:rsidRDefault="006D4449" w:rsidP="006D4449">
      <w:r>
        <w:t>449.1855</w:t>
      </w:r>
      <w:r>
        <w:tab/>
        <w:t>1.487e1</w:t>
      </w:r>
    </w:p>
    <w:p w14:paraId="4ADD3AF0" w14:textId="77777777" w:rsidR="006D4449" w:rsidRDefault="006D4449" w:rsidP="006D4449">
      <w:r>
        <w:lastRenderedPageBreak/>
        <w:t>449.1876</w:t>
      </w:r>
      <w:r>
        <w:tab/>
        <w:t>2.907e1</w:t>
      </w:r>
    </w:p>
    <w:p w14:paraId="242AF5D6" w14:textId="77777777" w:rsidR="006D4449" w:rsidRDefault="006D4449" w:rsidP="006D4449">
      <w:r>
        <w:t>449.1905</w:t>
      </w:r>
      <w:r>
        <w:tab/>
        <w:t>2.024e1</w:t>
      </w:r>
    </w:p>
    <w:p w14:paraId="1F25D4C2" w14:textId="77777777" w:rsidR="006D4449" w:rsidRDefault="006D4449" w:rsidP="006D4449">
      <w:r>
        <w:t>449.1918</w:t>
      </w:r>
      <w:r>
        <w:tab/>
        <w:t>6.076e0</w:t>
      </w:r>
    </w:p>
    <w:p w14:paraId="095FCAEE" w14:textId="77777777" w:rsidR="006D4449" w:rsidRDefault="006D4449" w:rsidP="006D4449">
      <w:r>
        <w:t>449.2520</w:t>
      </w:r>
      <w:r>
        <w:tab/>
        <w:t>1.269e0</w:t>
      </w:r>
    </w:p>
    <w:p w14:paraId="3AF8C5A2" w14:textId="77777777" w:rsidR="006D4449" w:rsidRDefault="006D4449" w:rsidP="006D4449">
      <w:r>
        <w:t>449.2570</w:t>
      </w:r>
      <w:r>
        <w:tab/>
        <w:t>2.005e0</w:t>
      </w:r>
    </w:p>
    <w:p w14:paraId="74C2A207" w14:textId="77777777" w:rsidR="006D4449" w:rsidRDefault="006D4449" w:rsidP="006D4449">
      <w:r>
        <w:t>449.2859</w:t>
      </w:r>
      <w:r>
        <w:tab/>
        <w:t>1.526e0</w:t>
      </w:r>
    </w:p>
    <w:p w14:paraId="69CEE000" w14:textId="77777777" w:rsidR="006D4449" w:rsidRDefault="006D4449" w:rsidP="006D4449">
      <w:r>
        <w:t>449.2896</w:t>
      </w:r>
      <w:r>
        <w:tab/>
        <w:t>4.864e0</w:t>
      </w:r>
    </w:p>
    <w:p w14:paraId="40744AC6" w14:textId="77777777" w:rsidR="006D4449" w:rsidRDefault="006D4449" w:rsidP="006D4449">
      <w:r>
        <w:t>449.3326</w:t>
      </w:r>
      <w:r>
        <w:tab/>
        <w:t>6.932e0</w:t>
      </w:r>
    </w:p>
    <w:p w14:paraId="4865618D" w14:textId="77777777" w:rsidR="006D4449" w:rsidRDefault="006D4449" w:rsidP="006D4449">
      <w:r>
        <w:t>449.3681</w:t>
      </w:r>
      <w:r>
        <w:tab/>
        <w:t>2.025e0</w:t>
      </w:r>
    </w:p>
    <w:p w14:paraId="745C2CF8" w14:textId="77777777" w:rsidR="006D4449" w:rsidRDefault="006D4449" w:rsidP="006D4449">
      <w:r>
        <w:t>449.3815</w:t>
      </w:r>
      <w:r>
        <w:tab/>
        <w:t>2.025e0</w:t>
      </w:r>
    </w:p>
    <w:p w14:paraId="0F3622A1" w14:textId="77777777" w:rsidR="006D4449" w:rsidRDefault="006D4449" w:rsidP="006D4449">
      <w:r>
        <w:t>449.4102</w:t>
      </w:r>
      <w:r>
        <w:tab/>
        <w:t>1.013e0</w:t>
      </w:r>
    </w:p>
    <w:p w14:paraId="2ADB29C5" w14:textId="77777777" w:rsidR="006D4449" w:rsidRDefault="006D4449" w:rsidP="006D4449">
      <w:r>
        <w:t>449.4455</w:t>
      </w:r>
      <w:r>
        <w:tab/>
        <w:t>1.013e0</w:t>
      </w:r>
    </w:p>
    <w:p w14:paraId="34DE35A5" w14:textId="77777777" w:rsidR="006D4449" w:rsidRDefault="006D4449" w:rsidP="006D4449">
      <w:r>
        <w:t>449.4498</w:t>
      </w:r>
      <w:r>
        <w:tab/>
        <w:t>1.013e0</w:t>
      </w:r>
    </w:p>
    <w:p w14:paraId="4BBCD4EE" w14:textId="77777777" w:rsidR="006D4449" w:rsidRDefault="006D4449" w:rsidP="006D4449">
      <w:r>
        <w:t>449.5074</w:t>
      </w:r>
      <w:r>
        <w:tab/>
        <w:t>1.013e0</w:t>
      </w:r>
    </w:p>
    <w:p w14:paraId="26418E12" w14:textId="77777777" w:rsidR="006D4449" w:rsidRDefault="006D4449" w:rsidP="006D4449">
      <w:r>
        <w:t>449.5090</w:t>
      </w:r>
      <w:r>
        <w:tab/>
        <w:t>2.025e0</w:t>
      </w:r>
    </w:p>
    <w:p w14:paraId="3BF419B0" w14:textId="77777777" w:rsidR="006D4449" w:rsidRDefault="006D4449" w:rsidP="006D4449">
      <w:r>
        <w:t>449.5163</w:t>
      </w:r>
      <w:r>
        <w:tab/>
        <w:t>2.025e0</w:t>
      </w:r>
    </w:p>
    <w:p w14:paraId="1E8A43EA" w14:textId="77777777" w:rsidR="006D4449" w:rsidRDefault="006D4449" w:rsidP="006D4449">
      <w:r>
        <w:t>449.5931</w:t>
      </w:r>
      <w:r>
        <w:tab/>
        <w:t>1.013e0</w:t>
      </w:r>
    </w:p>
    <w:p w14:paraId="395C2CB8" w14:textId="77777777" w:rsidR="006D4449" w:rsidRDefault="006D4449" w:rsidP="006D4449">
      <w:r>
        <w:t>449.6029</w:t>
      </w:r>
      <w:r>
        <w:tab/>
        <w:t>1.013e0</w:t>
      </w:r>
    </w:p>
    <w:p w14:paraId="202C57FA" w14:textId="77777777" w:rsidR="006D4449" w:rsidRDefault="006D4449" w:rsidP="006D4449">
      <w:r>
        <w:t>449.6296</w:t>
      </w:r>
      <w:r>
        <w:tab/>
        <w:t>1.013e0</w:t>
      </w:r>
    </w:p>
    <w:p w14:paraId="6037D016" w14:textId="77777777" w:rsidR="006D4449" w:rsidRDefault="006D4449" w:rsidP="006D4449">
      <w:r>
        <w:lastRenderedPageBreak/>
        <w:t>449.6456</w:t>
      </w:r>
      <w:r>
        <w:tab/>
        <w:t>1.013e0</w:t>
      </w:r>
    </w:p>
    <w:p w14:paraId="5836B3A8" w14:textId="77777777" w:rsidR="006D4449" w:rsidRDefault="006D4449" w:rsidP="006D4449">
      <w:r>
        <w:t>449.6579</w:t>
      </w:r>
      <w:r>
        <w:tab/>
        <w:t>1.013e0</w:t>
      </w:r>
    </w:p>
    <w:p w14:paraId="459721CD" w14:textId="77777777" w:rsidR="006D4449" w:rsidRDefault="006D4449" w:rsidP="006D4449">
      <w:r>
        <w:t>449.7087</w:t>
      </w:r>
      <w:r>
        <w:tab/>
        <w:t>2.025e0</w:t>
      </w:r>
    </w:p>
    <w:p w14:paraId="51F89348" w14:textId="77777777" w:rsidR="006D4449" w:rsidRDefault="006D4449" w:rsidP="006D4449">
      <w:r>
        <w:t>449.7426</w:t>
      </w:r>
      <w:r>
        <w:tab/>
        <w:t>1.013e0</w:t>
      </w:r>
    </w:p>
    <w:p w14:paraId="48371AE1" w14:textId="77777777" w:rsidR="006D4449" w:rsidRDefault="006D4449" w:rsidP="006D4449">
      <w:r>
        <w:t>449.7603</w:t>
      </w:r>
      <w:r>
        <w:tab/>
        <w:t>1.013e0</w:t>
      </w:r>
    </w:p>
    <w:p w14:paraId="050F0EE5" w14:textId="77777777" w:rsidR="006D4449" w:rsidRDefault="006D4449" w:rsidP="006D4449">
      <w:r>
        <w:t>449.7760</w:t>
      </w:r>
      <w:r>
        <w:tab/>
        <w:t>1.013e0</w:t>
      </w:r>
    </w:p>
    <w:p w14:paraId="2DBB22E9" w14:textId="77777777" w:rsidR="006D4449" w:rsidRDefault="006D4449" w:rsidP="006D4449">
      <w:r>
        <w:t>449.8038</w:t>
      </w:r>
      <w:r>
        <w:tab/>
        <w:t>1.013e0</w:t>
      </w:r>
    </w:p>
    <w:p w14:paraId="7F371590" w14:textId="77777777" w:rsidR="006D4449" w:rsidRDefault="006D4449" w:rsidP="006D4449">
      <w:r>
        <w:t>449.8311</w:t>
      </w:r>
      <w:r>
        <w:tab/>
        <w:t>1.013e0</w:t>
      </w:r>
    </w:p>
    <w:p w14:paraId="7F433C1B" w14:textId="77777777" w:rsidR="006D4449" w:rsidRDefault="006D4449" w:rsidP="006D4449">
      <w:r>
        <w:t>449.8668</w:t>
      </w:r>
      <w:r>
        <w:tab/>
        <w:t>1.013e0</w:t>
      </w:r>
    </w:p>
    <w:p w14:paraId="5165CF52" w14:textId="77777777" w:rsidR="006D4449" w:rsidRDefault="006D4449" w:rsidP="006D4449">
      <w:r>
        <w:t>449.8689</w:t>
      </w:r>
      <w:r>
        <w:tab/>
        <w:t>2.025e0</w:t>
      </w:r>
    </w:p>
    <w:p w14:paraId="49CF4BD7" w14:textId="77777777" w:rsidR="006D4449" w:rsidRDefault="006D4449" w:rsidP="006D4449">
      <w:r>
        <w:t>449.9110</w:t>
      </w:r>
      <w:r>
        <w:tab/>
        <w:t>2.025e0</w:t>
      </w:r>
    </w:p>
    <w:p w14:paraId="309D42C9" w14:textId="77777777" w:rsidR="006D4449" w:rsidRDefault="006D4449" w:rsidP="006D4449">
      <w:r>
        <w:t>449.9279</w:t>
      </w:r>
      <w:r>
        <w:tab/>
        <w:t>1.013e0</w:t>
      </w:r>
    </w:p>
    <w:p w14:paraId="1C17DE08" w14:textId="77777777" w:rsidR="006D4449" w:rsidRDefault="006D4449" w:rsidP="006D4449">
      <w:r>
        <w:t>449.9383</w:t>
      </w:r>
      <w:r>
        <w:tab/>
        <w:t>3.038e0</w:t>
      </w:r>
    </w:p>
    <w:p w14:paraId="5AAD978C" w14:textId="77777777" w:rsidR="006D4449" w:rsidRDefault="006D4449" w:rsidP="006D4449">
      <w:r>
        <w:t>449.9595</w:t>
      </w:r>
      <w:r>
        <w:tab/>
        <w:t>2.025e0</w:t>
      </w:r>
    </w:p>
    <w:p w14:paraId="509BAA01" w14:textId="77777777" w:rsidR="006D4449" w:rsidRDefault="006D4449" w:rsidP="006D4449">
      <w:r>
        <w:t>449.9655</w:t>
      </w:r>
      <w:r>
        <w:tab/>
        <w:t>2.025e0</w:t>
      </w:r>
    </w:p>
    <w:p w14:paraId="7ED5C186" w14:textId="77777777" w:rsidR="006D4449" w:rsidRDefault="006D4449" w:rsidP="006D4449">
      <w:r>
        <w:t>450.0052</w:t>
      </w:r>
      <w:r>
        <w:tab/>
        <w:t>1.013e0</w:t>
      </w:r>
    </w:p>
    <w:p w14:paraId="696E37B9" w14:textId="77777777" w:rsidR="006D4449" w:rsidRDefault="006D4449" w:rsidP="006D4449">
      <w:r>
        <w:t>450.0071</w:t>
      </w:r>
      <w:r>
        <w:tab/>
        <w:t>1.013e0</w:t>
      </w:r>
    </w:p>
    <w:p w14:paraId="445CB2C3" w14:textId="77777777" w:rsidR="006D4449" w:rsidRDefault="006D4449" w:rsidP="006D4449">
      <w:r>
        <w:t>450.0276</w:t>
      </w:r>
      <w:r>
        <w:tab/>
        <w:t>4.051e0</w:t>
      </w:r>
    </w:p>
    <w:p w14:paraId="3342B4AA" w14:textId="77777777" w:rsidR="006D4449" w:rsidRDefault="006D4449" w:rsidP="006D4449">
      <w:r>
        <w:t>450.0349</w:t>
      </w:r>
      <w:r>
        <w:tab/>
        <w:t>7.089e0</w:t>
      </w:r>
    </w:p>
    <w:p w14:paraId="21199EB9" w14:textId="77777777" w:rsidR="006D4449" w:rsidRDefault="006D4449" w:rsidP="006D4449">
      <w:r>
        <w:lastRenderedPageBreak/>
        <w:t>450.0828</w:t>
      </w:r>
      <w:r>
        <w:tab/>
        <w:t>1.013e0</w:t>
      </w:r>
    </w:p>
    <w:p w14:paraId="6EEAE530" w14:textId="77777777" w:rsidR="006D4449" w:rsidRDefault="006D4449" w:rsidP="006D4449">
      <w:r>
        <w:t>450.0862</w:t>
      </w:r>
      <w:r>
        <w:tab/>
        <w:t>1.013e0</w:t>
      </w:r>
    </w:p>
    <w:p w14:paraId="4467554D" w14:textId="77777777" w:rsidR="006D4449" w:rsidRDefault="006D4449" w:rsidP="006D4449">
      <w:r>
        <w:t>450.1083</w:t>
      </w:r>
      <w:r>
        <w:tab/>
        <w:t>2.025e0</w:t>
      </w:r>
    </w:p>
    <w:p w14:paraId="4B405658" w14:textId="77777777" w:rsidR="006D4449" w:rsidRDefault="006D4449" w:rsidP="006D4449">
      <w:r>
        <w:t>450.1868</w:t>
      </w:r>
      <w:r>
        <w:tab/>
        <w:t>4.167e0</w:t>
      </w:r>
    </w:p>
    <w:p w14:paraId="7E3D52F8" w14:textId="77777777" w:rsidR="006D4449" w:rsidRDefault="006D4449" w:rsidP="006D4449">
      <w:r>
        <w:t>450.1887</w:t>
      </w:r>
      <w:r>
        <w:tab/>
        <w:t>3.157e0</w:t>
      </w:r>
    </w:p>
    <w:p w14:paraId="11A4EE9B" w14:textId="77777777" w:rsidR="006D4449" w:rsidRDefault="006D4449" w:rsidP="006D4449">
      <w:r>
        <w:t>450.2004</w:t>
      </w:r>
      <w:r>
        <w:tab/>
        <w:t>4.051e0</w:t>
      </w:r>
    </w:p>
    <w:p w14:paraId="7F62632E" w14:textId="77777777" w:rsidR="006D4449" w:rsidRDefault="006D4449" w:rsidP="006D4449">
      <w:r>
        <w:t>450.2014</w:t>
      </w:r>
      <w:r>
        <w:tab/>
        <w:t>4.051e0</w:t>
      </w:r>
    </w:p>
    <w:p w14:paraId="7C83E8B9" w14:textId="77777777" w:rsidR="006D4449" w:rsidRDefault="006D4449" w:rsidP="006D4449">
      <w:r>
        <w:t>450.2203</w:t>
      </w:r>
      <w:r>
        <w:tab/>
        <w:t>1.181e0</w:t>
      </w:r>
    </w:p>
    <w:p w14:paraId="6B83FBB6" w14:textId="77777777" w:rsidR="006D4449" w:rsidRDefault="006D4449" w:rsidP="006D4449">
      <w:r>
        <w:t>450.2439</w:t>
      </w:r>
      <w:r>
        <w:tab/>
        <w:t>3.155e0</w:t>
      </w:r>
    </w:p>
    <w:p w14:paraId="415C74B8" w14:textId="77777777" w:rsidR="006D4449" w:rsidRDefault="006D4449" w:rsidP="006D4449">
      <w:r>
        <w:t>450.2616</w:t>
      </w:r>
      <w:r>
        <w:tab/>
        <w:t>4.904e0</w:t>
      </w:r>
    </w:p>
    <w:p w14:paraId="12F69D93" w14:textId="77777777" w:rsidR="006D4449" w:rsidRDefault="006D4449" w:rsidP="006D4449">
      <w:r>
        <w:t>450.2787</w:t>
      </w:r>
      <w:r>
        <w:tab/>
        <w:t>4.564e0</w:t>
      </w:r>
    </w:p>
    <w:p w14:paraId="1A07C501" w14:textId="77777777" w:rsidR="006D4449" w:rsidRDefault="006D4449" w:rsidP="006D4449">
      <w:r>
        <w:t>450.3029</w:t>
      </w:r>
      <w:r>
        <w:tab/>
        <w:t>2.645e0</w:t>
      </w:r>
    </w:p>
    <w:p w14:paraId="371D7E79" w14:textId="77777777" w:rsidR="006D4449" w:rsidRDefault="006D4449" w:rsidP="006D4449">
      <w:r>
        <w:t>450.3433</w:t>
      </w:r>
      <w:r>
        <w:tab/>
        <w:t>1.977e0</w:t>
      </w:r>
    </w:p>
    <w:p w14:paraId="0189A9E6" w14:textId="77777777" w:rsidR="006D4449" w:rsidRDefault="006D4449" w:rsidP="006D4449">
      <w:r>
        <w:t>450.3611</w:t>
      </w:r>
      <w:r>
        <w:tab/>
        <w:t>1.013e0</w:t>
      </w:r>
    </w:p>
    <w:p w14:paraId="19478A0A" w14:textId="77777777" w:rsidR="006D4449" w:rsidRDefault="006D4449" w:rsidP="006D4449">
      <w:r>
        <w:t>450.3646</w:t>
      </w:r>
      <w:r>
        <w:tab/>
        <w:t>6.076e0</w:t>
      </w:r>
    </w:p>
    <w:p w14:paraId="68875EEC" w14:textId="77777777" w:rsidR="006D4449" w:rsidRDefault="006D4449" w:rsidP="006D4449">
      <w:r>
        <w:t>450.4006</w:t>
      </w:r>
      <w:r>
        <w:tab/>
        <w:t>1.013e0</w:t>
      </w:r>
    </w:p>
    <w:p w14:paraId="2C517F68" w14:textId="77777777" w:rsidR="006D4449" w:rsidRDefault="006D4449" w:rsidP="006D4449">
      <w:r>
        <w:t>450.4028</w:t>
      </w:r>
      <w:r>
        <w:tab/>
        <w:t>3.038e0</w:t>
      </w:r>
    </w:p>
    <w:p w14:paraId="4D9177B8" w14:textId="77777777" w:rsidR="006D4449" w:rsidRDefault="006D4449" w:rsidP="006D4449">
      <w:r>
        <w:t>450.4206</w:t>
      </w:r>
      <w:r>
        <w:tab/>
        <w:t>1.013e0</w:t>
      </w:r>
    </w:p>
    <w:p w14:paraId="60AABDDC" w14:textId="77777777" w:rsidR="006D4449" w:rsidRDefault="006D4449" w:rsidP="006D4449">
      <w:r>
        <w:t>450.4770</w:t>
      </w:r>
      <w:r>
        <w:tab/>
        <w:t>1.013e0</w:t>
      </w:r>
    </w:p>
    <w:p w14:paraId="11428FF8" w14:textId="77777777" w:rsidR="006D4449" w:rsidRDefault="006D4449" w:rsidP="006D4449">
      <w:r>
        <w:lastRenderedPageBreak/>
        <w:t>450.4979</w:t>
      </w:r>
      <w:r>
        <w:tab/>
        <w:t>1.013e0</w:t>
      </w:r>
    </w:p>
    <w:p w14:paraId="4199D7EA" w14:textId="77777777" w:rsidR="006D4449" w:rsidRDefault="006D4449" w:rsidP="006D4449">
      <w:r>
        <w:t>450.5322</w:t>
      </w:r>
      <w:r>
        <w:tab/>
        <w:t>1.013e0</w:t>
      </w:r>
    </w:p>
    <w:p w14:paraId="45FCF609" w14:textId="77777777" w:rsidR="006D4449" w:rsidRDefault="006D4449" w:rsidP="006D4449">
      <w:r>
        <w:t>450.5824</w:t>
      </w:r>
      <w:r>
        <w:tab/>
        <w:t>1.013e0</w:t>
      </w:r>
    </w:p>
    <w:p w14:paraId="1477A2CB" w14:textId="77777777" w:rsidR="006D4449" w:rsidRDefault="006D4449" w:rsidP="006D4449">
      <w:r>
        <w:t>450.6186</w:t>
      </w:r>
      <w:r>
        <w:tab/>
        <w:t>2.025e0</w:t>
      </w:r>
    </w:p>
    <w:p w14:paraId="4CAD1253" w14:textId="77777777" w:rsidR="006D4449" w:rsidRDefault="006D4449" w:rsidP="006D4449">
      <w:r>
        <w:t>450.6200</w:t>
      </w:r>
      <w:r>
        <w:tab/>
        <w:t>1.013e0</w:t>
      </w:r>
    </w:p>
    <w:p w14:paraId="26A4C60E" w14:textId="77777777" w:rsidR="006D4449" w:rsidRDefault="006D4449" w:rsidP="006D4449">
      <w:r>
        <w:t>450.6268</w:t>
      </w:r>
      <w:r>
        <w:tab/>
        <w:t>1.013e0</w:t>
      </w:r>
    </w:p>
    <w:p w14:paraId="1A4EE101" w14:textId="77777777" w:rsidR="006D4449" w:rsidRDefault="006D4449" w:rsidP="006D4449">
      <w:r>
        <w:t>450.6809</w:t>
      </w:r>
      <w:r>
        <w:tab/>
        <w:t>1.013e0</w:t>
      </w:r>
    </w:p>
    <w:p w14:paraId="5F1A95A3" w14:textId="77777777" w:rsidR="006D4449" w:rsidRDefault="006D4449" w:rsidP="006D4449">
      <w:r>
        <w:t>450.6927</w:t>
      </w:r>
      <w:r>
        <w:tab/>
        <w:t>2.025e0</w:t>
      </w:r>
    </w:p>
    <w:p w14:paraId="19EB89D9" w14:textId="77777777" w:rsidR="006D4449" w:rsidRDefault="006D4449" w:rsidP="006D4449">
      <w:r>
        <w:t>450.7135</w:t>
      </w:r>
      <w:r>
        <w:tab/>
        <w:t>1.013e0</w:t>
      </w:r>
    </w:p>
    <w:p w14:paraId="7C14186E" w14:textId="77777777" w:rsidR="006D4449" w:rsidRDefault="006D4449" w:rsidP="006D4449">
      <w:r>
        <w:t>450.7353</w:t>
      </w:r>
      <w:r>
        <w:tab/>
        <w:t>1.013e0</w:t>
      </w:r>
    </w:p>
    <w:p w14:paraId="29FA228F" w14:textId="77777777" w:rsidR="006D4449" w:rsidRDefault="006D4449" w:rsidP="006D4449">
      <w:r>
        <w:t>450.7801</w:t>
      </w:r>
      <w:r>
        <w:tab/>
        <w:t>1.013e0</w:t>
      </w:r>
    </w:p>
    <w:p w14:paraId="7C0C7F51" w14:textId="77777777" w:rsidR="006D4449" w:rsidRDefault="006D4449" w:rsidP="006D4449">
      <w:r>
        <w:t>450.7961</w:t>
      </w:r>
      <w:r>
        <w:tab/>
        <w:t>2.025e0</w:t>
      </w:r>
    </w:p>
    <w:p w14:paraId="067D4F8C" w14:textId="77777777" w:rsidR="006D4449" w:rsidRDefault="006D4449" w:rsidP="006D4449">
      <w:r>
        <w:t>450.7986</w:t>
      </w:r>
      <w:r>
        <w:tab/>
        <w:t>3.038e0</w:t>
      </w:r>
    </w:p>
    <w:p w14:paraId="106170EC" w14:textId="77777777" w:rsidR="006D4449" w:rsidRDefault="006D4449" w:rsidP="006D4449">
      <w:r>
        <w:t>450.8299</w:t>
      </w:r>
      <w:r>
        <w:tab/>
        <w:t>1.013e0</w:t>
      </w:r>
    </w:p>
    <w:p w14:paraId="0535D705" w14:textId="77777777" w:rsidR="006D4449" w:rsidRDefault="006D4449" w:rsidP="006D4449">
      <w:r>
        <w:t>450.8318</w:t>
      </w:r>
      <w:r>
        <w:tab/>
        <w:t>1.013e0</w:t>
      </w:r>
    </w:p>
    <w:p w14:paraId="7D8680A7" w14:textId="77777777" w:rsidR="006D4449" w:rsidRDefault="006D4449" w:rsidP="006D4449">
      <w:r>
        <w:t>450.8830</w:t>
      </w:r>
      <w:r>
        <w:tab/>
        <w:t>2.025e0</w:t>
      </w:r>
    </w:p>
    <w:p w14:paraId="2C027C75" w14:textId="77777777" w:rsidR="006D4449" w:rsidRDefault="006D4449" w:rsidP="006D4449">
      <w:r>
        <w:t>450.8871</w:t>
      </w:r>
      <w:r>
        <w:tab/>
        <w:t>1.013e0</w:t>
      </w:r>
    </w:p>
    <w:p w14:paraId="766D5CA8" w14:textId="77777777" w:rsidR="006D4449" w:rsidRDefault="006D4449" w:rsidP="006D4449">
      <w:r>
        <w:t>450.9184</w:t>
      </w:r>
      <w:r>
        <w:tab/>
        <w:t>1.013e0</w:t>
      </w:r>
    </w:p>
    <w:p w14:paraId="5C889629" w14:textId="77777777" w:rsidR="006D4449" w:rsidRDefault="006D4449" w:rsidP="006D4449">
      <w:r>
        <w:t>450.9203</w:t>
      </w:r>
      <w:r>
        <w:tab/>
        <w:t>1.013e0</w:t>
      </w:r>
    </w:p>
    <w:p w14:paraId="7EF589EB" w14:textId="77777777" w:rsidR="006D4449" w:rsidRDefault="006D4449" w:rsidP="006D4449">
      <w:r>
        <w:lastRenderedPageBreak/>
        <w:t>450.9606</w:t>
      </w:r>
      <w:r>
        <w:tab/>
        <w:t>5.063e0</w:t>
      </w:r>
    </w:p>
    <w:p w14:paraId="2CB8F335" w14:textId="77777777" w:rsidR="006D4449" w:rsidRDefault="006D4449" w:rsidP="006D4449">
      <w:r>
        <w:t>450.9748</w:t>
      </w:r>
      <w:r>
        <w:tab/>
        <w:t>2.025e0</w:t>
      </w:r>
    </w:p>
    <w:p w14:paraId="4E571564" w14:textId="77777777" w:rsidR="006D4449" w:rsidRDefault="006D4449" w:rsidP="006D4449">
      <w:r>
        <w:t>451.0350</w:t>
      </w:r>
      <w:r>
        <w:tab/>
        <w:t>2.025e0</w:t>
      </w:r>
    </w:p>
    <w:p w14:paraId="7DDC6EB2" w14:textId="77777777" w:rsidR="006D4449" w:rsidRDefault="006D4449" w:rsidP="006D4449">
      <w:r>
        <w:t>451.0527</w:t>
      </w:r>
      <w:r>
        <w:tab/>
        <w:t>1.013e0</w:t>
      </w:r>
    </w:p>
    <w:p w14:paraId="0C8FACE9" w14:textId="77777777" w:rsidR="006D4449" w:rsidRDefault="006D4449" w:rsidP="006D4449">
      <w:r>
        <w:t>451.0751</w:t>
      </w:r>
      <w:r>
        <w:tab/>
        <w:t>1.013e0</w:t>
      </w:r>
    </w:p>
    <w:p w14:paraId="7EE91F10" w14:textId="77777777" w:rsidR="006D4449" w:rsidRDefault="006D4449" w:rsidP="006D4449">
      <w:r>
        <w:t>451.0937</w:t>
      </w:r>
      <w:r>
        <w:tab/>
        <w:t>2.025e0</w:t>
      </w:r>
    </w:p>
    <w:p w14:paraId="5059A066" w14:textId="77777777" w:rsidR="006D4449" w:rsidRDefault="006D4449" w:rsidP="006D4449">
      <w:r>
        <w:t>451.1054</w:t>
      </w:r>
      <w:r>
        <w:tab/>
        <w:t>2.025e0</w:t>
      </w:r>
    </w:p>
    <w:p w14:paraId="196B3F00" w14:textId="77777777" w:rsidR="006D4449" w:rsidRDefault="006D4449" w:rsidP="006D4449">
      <w:r>
        <w:t>451.1219</w:t>
      </w:r>
      <w:r>
        <w:tab/>
        <w:t>1.013e0</w:t>
      </w:r>
    </w:p>
    <w:p w14:paraId="425CA397" w14:textId="77777777" w:rsidR="006D4449" w:rsidRDefault="006D4449" w:rsidP="006D4449">
      <w:r>
        <w:t>451.1898</w:t>
      </w:r>
      <w:r>
        <w:tab/>
        <w:t>6.076e0</w:t>
      </w:r>
    </w:p>
    <w:p w14:paraId="76FCA15B" w14:textId="77777777" w:rsidR="006D4449" w:rsidRDefault="006D4449" w:rsidP="006D4449">
      <w:r>
        <w:t>451.2152</w:t>
      </w:r>
      <w:r>
        <w:tab/>
        <w:t>1.013e0</w:t>
      </w:r>
    </w:p>
    <w:p w14:paraId="54C72787" w14:textId="77777777" w:rsidR="006D4449" w:rsidRDefault="006D4449" w:rsidP="006D4449">
      <w:r>
        <w:t>451.2298</w:t>
      </w:r>
      <w:r>
        <w:tab/>
        <w:t>2.980e0</w:t>
      </w:r>
    </w:p>
    <w:p w14:paraId="77444F77" w14:textId="77777777" w:rsidR="006D4449" w:rsidRDefault="006D4449" w:rsidP="006D4449">
      <w:r>
        <w:t>451.2380</w:t>
      </w:r>
      <w:r>
        <w:tab/>
        <w:t>1.858e0</w:t>
      </w:r>
    </w:p>
    <w:p w14:paraId="12A977E0" w14:textId="77777777" w:rsidR="006D4449" w:rsidRDefault="006D4449" w:rsidP="006D4449">
      <w:r>
        <w:t>451.2700</w:t>
      </w:r>
      <w:r>
        <w:tab/>
        <w:t>3.041e0</w:t>
      </w:r>
    </w:p>
    <w:p w14:paraId="0A6898BB" w14:textId="77777777" w:rsidR="006D4449" w:rsidRDefault="006D4449" w:rsidP="006D4449">
      <w:r>
        <w:t>451.2718</w:t>
      </w:r>
      <w:r>
        <w:tab/>
        <w:t>1.034e0</w:t>
      </w:r>
    </w:p>
    <w:p w14:paraId="69B7F4EE" w14:textId="77777777" w:rsidR="006D4449" w:rsidRDefault="006D4449" w:rsidP="006D4449">
      <w:r>
        <w:t>451.3074</w:t>
      </w:r>
      <w:r>
        <w:tab/>
        <w:t>1.868e0</w:t>
      </w:r>
    </w:p>
    <w:p w14:paraId="513C34BD" w14:textId="77777777" w:rsidR="006D4449" w:rsidRDefault="006D4449" w:rsidP="006D4449">
      <w:r>
        <w:t>451.3198</w:t>
      </w:r>
      <w:r>
        <w:tab/>
        <w:t>1.736e0</w:t>
      </w:r>
    </w:p>
    <w:p w14:paraId="0DC00E2E" w14:textId="77777777" w:rsidR="006D4449" w:rsidRDefault="006D4449" w:rsidP="006D4449">
      <w:r>
        <w:t>451.3354</w:t>
      </w:r>
      <w:r>
        <w:tab/>
        <w:t>2.487e0</w:t>
      </w:r>
    </w:p>
    <w:p w14:paraId="1BECB42F" w14:textId="77777777" w:rsidR="006D4449" w:rsidRDefault="006D4449" w:rsidP="006D4449">
      <w:r>
        <w:t>451.3449</w:t>
      </w:r>
      <w:r>
        <w:tab/>
        <w:t>3.954e0</w:t>
      </w:r>
    </w:p>
    <w:p w14:paraId="62C92EC3" w14:textId="77777777" w:rsidR="006D4449" w:rsidRDefault="006D4449" w:rsidP="006D4449">
      <w:r>
        <w:t>451.3502</w:t>
      </w:r>
      <w:r>
        <w:tab/>
        <w:t>3.038e0</w:t>
      </w:r>
    </w:p>
    <w:p w14:paraId="5B13D7D0" w14:textId="77777777" w:rsidR="006D4449" w:rsidRDefault="006D4449" w:rsidP="006D4449">
      <w:r>
        <w:lastRenderedPageBreak/>
        <w:t>451.3645</w:t>
      </w:r>
      <w:r>
        <w:tab/>
        <w:t>2.025e0</w:t>
      </w:r>
    </w:p>
    <w:p w14:paraId="234B32C3" w14:textId="77777777" w:rsidR="006D4449" w:rsidRDefault="006D4449" w:rsidP="006D4449">
      <w:r>
        <w:t>451.3749</w:t>
      </w:r>
      <w:r>
        <w:tab/>
        <w:t>1.013e0</w:t>
      </w:r>
    </w:p>
    <w:p w14:paraId="16E72168" w14:textId="77777777" w:rsidR="006D4449" w:rsidRDefault="006D4449" w:rsidP="006D4449">
      <w:r>
        <w:t>451.3843</w:t>
      </w:r>
      <w:r>
        <w:tab/>
        <w:t>3.038e0</w:t>
      </w:r>
    </w:p>
    <w:p w14:paraId="3BF95FF5" w14:textId="77777777" w:rsidR="006D4449" w:rsidRDefault="006D4449" w:rsidP="006D4449">
      <w:r>
        <w:t>451.4111</w:t>
      </w:r>
      <w:r>
        <w:tab/>
        <w:t>1.013e0</w:t>
      </w:r>
    </w:p>
    <w:p w14:paraId="68E3174A" w14:textId="77777777" w:rsidR="006D4449" w:rsidRDefault="006D4449" w:rsidP="006D4449">
      <w:r>
        <w:t>451.4238</w:t>
      </w:r>
      <w:r>
        <w:tab/>
        <w:t>1.013e0</w:t>
      </w:r>
    </w:p>
    <w:p w14:paraId="6B015130" w14:textId="77777777" w:rsidR="006D4449" w:rsidRDefault="006D4449" w:rsidP="006D4449">
      <w:r>
        <w:t>451.4475</w:t>
      </w:r>
      <w:r>
        <w:tab/>
        <w:t>1.013e0</w:t>
      </w:r>
    </w:p>
    <w:p w14:paraId="2C94A071" w14:textId="77777777" w:rsidR="006D4449" w:rsidRDefault="006D4449" w:rsidP="006D4449">
      <w:r>
        <w:t>451.4615</w:t>
      </w:r>
      <w:r>
        <w:tab/>
        <w:t>2.025e0</w:t>
      </w:r>
    </w:p>
    <w:p w14:paraId="5CDBC838" w14:textId="77777777" w:rsidR="006D4449" w:rsidRDefault="006D4449" w:rsidP="006D4449">
      <w:r>
        <w:t>451.4791</w:t>
      </w:r>
      <w:r>
        <w:tab/>
        <w:t>1.013e0</w:t>
      </w:r>
    </w:p>
    <w:p w14:paraId="769CFCE2" w14:textId="77777777" w:rsidR="006D4449" w:rsidRDefault="006D4449" w:rsidP="006D4449">
      <w:r>
        <w:t>451.4870</w:t>
      </w:r>
      <w:r>
        <w:tab/>
        <w:t>1.013e0</w:t>
      </w:r>
    </w:p>
    <w:p w14:paraId="7F9E638F" w14:textId="77777777" w:rsidR="006D4449" w:rsidRDefault="006D4449" w:rsidP="006D4449">
      <w:r>
        <w:t>451.5515</w:t>
      </w:r>
      <w:r>
        <w:tab/>
        <w:t>1.013e0</w:t>
      </w:r>
    </w:p>
    <w:p w14:paraId="7A5E4FB8" w14:textId="77777777" w:rsidR="006D4449" w:rsidRDefault="006D4449" w:rsidP="006D4449">
      <w:r>
        <w:t>451.5534</w:t>
      </w:r>
      <w:r>
        <w:tab/>
        <w:t>1.013e0</w:t>
      </w:r>
    </w:p>
    <w:p w14:paraId="0F253FE8" w14:textId="77777777" w:rsidR="006D4449" w:rsidRDefault="006D4449" w:rsidP="006D4449">
      <w:r>
        <w:t>451.5659</w:t>
      </w:r>
      <w:r>
        <w:tab/>
        <w:t>1.013e0</w:t>
      </w:r>
    </w:p>
    <w:p w14:paraId="231156B7" w14:textId="77777777" w:rsidR="006D4449" w:rsidRDefault="006D4449" w:rsidP="006D4449">
      <w:r>
        <w:t>451.6055</w:t>
      </w:r>
      <w:r>
        <w:tab/>
        <w:t>3.038e0</w:t>
      </w:r>
    </w:p>
    <w:p w14:paraId="6B385D21" w14:textId="77777777" w:rsidR="006D4449" w:rsidRDefault="006D4449" w:rsidP="006D4449">
      <w:r>
        <w:t>451.6124</w:t>
      </w:r>
      <w:r>
        <w:tab/>
        <w:t>1.013e0</w:t>
      </w:r>
    </w:p>
    <w:p w14:paraId="6C59B319" w14:textId="77777777" w:rsidR="006D4449" w:rsidRDefault="006D4449" w:rsidP="006D4449">
      <w:r>
        <w:t>451.6450</w:t>
      </w:r>
      <w:r>
        <w:tab/>
        <w:t>1.013e0</w:t>
      </w:r>
    </w:p>
    <w:p w14:paraId="4838A684" w14:textId="77777777" w:rsidR="006D4449" w:rsidRDefault="006D4449" w:rsidP="006D4449">
      <w:r>
        <w:t>451.6989</w:t>
      </w:r>
      <w:r>
        <w:tab/>
        <w:t>2.025e0</w:t>
      </w:r>
    </w:p>
    <w:p w14:paraId="4058E71A" w14:textId="77777777" w:rsidR="006D4449" w:rsidRDefault="006D4449" w:rsidP="006D4449">
      <w:r>
        <w:t>451.7707</w:t>
      </w:r>
      <w:r>
        <w:tab/>
        <w:t>1.013e0</w:t>
      </w:r>
    </w:p>
    <w:p w14:paraId="2DA69F6C" w14:textId="77777777" w:rsidR="006D4449" w:rsidRDefault="006D4449" w:rsidP="006D4449">
      <w:r>
        <w:t>451.7742</w:t>
      </w:r>
      <w:r>
        <w:tab/>
        <w:t>2.025e0</w:t>
      </w:r>
    </w:p>
    <w:p w14:paraId="6C3EB6F1" w14:textId="77777777" w:rsidR="006D4449" w:rsidRDefault="006D4449" w:rsidP="006D4449">
      <w:r>
        <w:t>451.7841</w:t>
      </w:r>
      <w:r>
        <w:tab/>
        <w:t>2.025e0</w:t>
      </w:r>
    </w:p>
    <w:p w14:paraId="3CFD2B0B" w14:textId="77777777" w:rsidR="006D4449" w:rsidRDefault="006D4449" w:rsidP="006D4449">
      <w:r>
        <w:lastRenderedPageBreak/>
        <w:t>451.8008</w:t>
      </w:r>
      <w:r>
        <w:tab/>
        <w:t>2.025e0</w:t>
      </w:r>
    </w:p>
    <w:p w14:paraId="576929A0" w14:textId="77777777" w:rsidR="006D4449" w:rsidRDefault="006D4449" w:rsidP="006D4449">
      <w:r>
        <w:t>451.8163</w:t>
      </w:r>
      <w:r>
        <w:tab/>
        <w:t>2.025e0</w:t>
      </w:r>
    </w:p>
    <w:p w14:paraId="786EB6CA" w14:textId="77777777" w:rsidR="006D4449" w:rsidRDefault="006D4449" w:rsidP="006D4449">
      <w:r>
        <w:t>451.8571</w:t>
      </w:r>
      <w:r>
        <w:tab/>
        <w:t>2.025e0</w:t>
      </w:r>
    </w:p>
    <w:p w14:paraId="4A675127" w14:textId="77777777" w:rsidR="006D4449" w:rsidRDefault="006D4449" w:rsidP="006D4449">
      <w:r>
        <w:t>451.8662</w:t>
      </w:r>
      <w:r>
        <w:tab/>
        <w:t>1.013e0</w:t>
      </w:r>
    </w:p>
    <w:p w14:paraId="78A1230D" w14:textId="77777777" w:rsidR="006D4449" w:rsidRDefault="006D4449" w:rsidP="006D4449">
      <w:r>
        <w:t>451.8859</w:t>
      </w:r>
      <w:r>
        <w:tab/>
        <w:t>1.013e0</w:t>
      </w:r>
    </w:p>
    <w:p w14:paraId="58CA9A6A" w14:textId="77777777" w:rsidR="006D4449" w:rsidRDefault="006D4449" w:rsidP="006D4449">
      <w:r>
        <w:t>451.9004</w:t>
      </w:r>
      <w:r>
        <w:tab/>
        <w:t>2.025e0</w:t>
      </w:r>
    </w:p>
    <w:p w14:paraId="6F92B58A" w14:textId="77777777" w:rsidR="006D4449" w:rsidRDefault="006D4449" w:rsidP="006D4449">
      <w:r>
        <w:t>451.9038</w:t>
      </w:r>
      <w:r>
        <w:tab/>
        <w:t>1.013e0</w:t>
      </w:r>
    </w:p>
    <w:p w14:paraId="6A4B5196" w14:textId="77777777" w:rsidR="006D4449" w:rsidRDefault="006D4449" w:rsidP="006D4449">
      <w:r>
        <w:t>451.9216</w:t>
      </w:r>
      <w:r>
        <w:tab/>
        <w:t>1.013e0</w:t>
      </w:r>
    </w:p>
    <w:p w14:paraId="6685DB67" w14:textId="77777777" w:rsidR="006D4449" w:rsidRDefault="006D4449" w:rsidP="006D4449">
      <w:r>
        <w:t>451.9465</w:t>
      </w:r>
      <w:r>
        <w:tab/>
        <w:t>6.076e0</w:t>
      </w:r>
    </w:p>
    <w:p w14:paraId="383EFE8C" w14:textId="77777777" w:rsidR="006D4449" w:rsidRDefault="006D4449" w:rsidP="006D4449">
      <w:r>
        <w:t>451.9657</w:t>
      </w:r>
      <w:r>
        <w:tab/>
        <w:t>2.025e0</w:t>
      </w:r>
    </w:p>
    <w:p w14:paraId="63B80B90" w14:textId="77777777" w:rsidR="006D4449" w:rsidRDefault="006D4449" w:rsidP="006D4449">
      <w:r>
        <w:t>452.0145</w:t>
      </w:r>
      <w:r>
        <w:tab/>
        <w:t>1.013e0</w:t>
      </w:r>
    </w:p>
    <w:p w14:paraId="26A070D3" w14:textId="77777777" w:rsidR="006D4449" w:rsidRDefault="006D4449" w:rsidP="006D4449">
      <w:r>
        <w:t>452.0309</w:t>
      </w:r>
      <w:r>
        <w:tab/>
        <w:t>2.025e0</w:t>
      </w:r>
    </w:p>
    <w:p w14:paraId="74151C80" w14:textId="77777777" w:rsidR="006D4449" w:rsidRDefault="006D4449" w:rsidP="006D4449">
      <w:r>
        <w:t>452.0389</w:t>
      </w:r>
      <w:r>
        <w:tab/>
        <w:t>2.025e0</w:t>
      </w:r>
    </w:p>
    <w:p w14:paraId="68F35023" w14:textId="77777777" w:rsidR="006D4449" w:rsidRDefault="006D4449" w:rsidP="006D4449">
      <w:r>
        <w:t>452.0539</w:t>
      </w:r>
      <w:r>
        <w:tab/>
        <w:t>4.051e0</w:t>
      </w:r>
    </w:p>
    <w:p w14:paraId="59562F72" w14:textId="77777777" w:rsidR="006D4449" w:rsidRDefault="006D4449" w:rsidP="006D4449">
      <w:r>
        <w:t>452.0647</w:t>
      </w:r>
      <w:r>
        <w:tab/>
        <w:t>2.025e0</w:t>
      </w:r>
    </w:p>
    <w:p w14:paraId="5A67155C" w14:textId="77777777" w:rsidR="006D4449" w:rsidRDefault="006D4449" w:rsidP="006D4449">
      <w:r>
        <w:t>452.1003</w:t>
      </w:r>
      <w:r>
        <w:tab/>
        <w:t>3.038e0</w:t>
      </w:r>
    </w:p>
    <w:p w14:paraId="3FAB484F" w14:textId="77777777" w:rsidR="006D4449" w:rsidRDefault="006D4449" w:rsidP="006D4449">
      <w:r>
        <w:t>452.1271</w:t>
      </w:r>
      <w:r>
        <w:tab/>
        <w:t>2.025e0</w:t>
      </w:r>
    </w:p>
    <w:p w14:paraId="2901C908" w14:textId="77777777" w:rsidR="006D4449" w:rsidRDefault="006D4449" w:rsidP="006D4449">
      <w:r>
        <w:t>452.1311</w:t>
      </w:r>
      <w:r>
        <w:tab/>
        <w:t>2.025e0</w:t>
      </w:r>
    </w:p>
    <w:p w14:paraId="4489F293" w14:textId="77777777" w:rsidR="006D4449" w:rsidRDefault="006D4449" w:rsidP="006D4449">
      <w:r>
        <w:t>452.1665</w:t>
      </w:r>
      <w:r>
        <w:tab/>
        <w:t>2.025e0</w:t>
      </w:r>
    </w:p>
    <w:p w14:paraId="7B2BD3DB" w14:textId="77777777" w:rsidR="006D4449" w:rsidRDefault="006D4449" w:rsidP="006D4449">
      <w:r>
        <w:lastRenderedPageBreak/>
        <w:t>452.1780</w:t>
      </w:r>
      <w:r>
        <w:tab/>
        <w:t>2.024e0</w:t>
      </w:r>
    </w:p>
    <w:p w14:paraId="5B6B6C52" w14:textId="77777777" w:rsidR="006D4449" w:rsidRDefault="006D4449" w:rsidP="006D4449">
      <w:r>
        <w:t>452.1865</w:t>
      </w:r>
      <w:r>
        <w:tab/>
        <w:t>2.025e0</w:t>
      </w:r>
    </w:p>
    <w:p w14:paraId="4327780E" w14:textId="77777777" w:rsidR="006D4449" w:rsidRDefault="006D4449" w:rsidP="006D4449">
      <w:r>
        <w:t>452.1890</w:t>
      </w:r>
      <w:r>
        <w:tab/>
        <w:t>1.871e0</w:t>
      </w:r>
    </w:p>
    <w:p w14:paraId="5C358B00" w14:textId="77777777" w:rsidR="006D4449" w:rsidRDefault="006D4449" w:rsidP="006D4449">
      <w:r>
        <w:t>452.2340</w:t>
      </w:r>
      <w:r>
        <w:tab/>
        <w:t>6.080e0</w:t>
      </w:r>
    </w:p>
    <w:p w14:paraId="0D2257A5" w14:textId="77777777" w:rsidR="006D4449" w:rsidRDefault="006D4449" w:rsidP="006D4449">
      <w:r>
        <w:t>452.2405</w:t>
      </w:r>
      <w:r>
        <w:tab/>
        <w:t>3.501e0</w:t>
      </w:r>
    </w:p>
    <w:p w14:paraId="798903D8" w14:textId="77777777" w:rsidR="006D4449" w:rsidRDefault="006D4449" w:rsidP="006D4449">
      <w:r>
        <w:t>452.2454</w:t>
      </w:r>
      <w:r>
        <w:tab/>
        <w:t>4.790e0</w:t>
      </w:r>
    </w:p>
    <w:p w14:paraId="18656A6F" w14:textId="77777777" w:rsidR="006D4449" w:rsidRDefault="006D4449" w:rsidP="006D4449">
      <w:r>
        <w:t>452.2760</w:t>
      </w:r>
      <w:r>
        <w:tab/>
        <w:t>1.256e0</w:t>
      </w:r>
    </w:p>
    <w:p w14:paraId="05B0ECA2" w14:textId="77777777" w:rsidR="006D4449" w:rsidRDefault="006D4449" w:rsidP="006D4449">
      <w:r>
        <w:t>452.2813</w:t>
      </w:r>
      <w:r>
        <w:tab/>
        <w:t>1.902e0</w:t>
      </w:r>
    </w:p>
    <w:p w14:paraId="6F72C130" w14:textId="77777777" w:rsidR="006D4449" w:rsidRDefault="006D4449" w:rsidP="006D4449">
      <w:r>
        <w:t>452.3532</w:t>
      </w:r>
      <w:r>
        <w:tab/>
        <w:t>4.976e0</w:t>
      </w:r>
    </w:p>
    <w:p w14:paraId="206A5370" w14:textId="77777777" w:rsidR="006D4449" w:rsidRDefault="006D4449" w:rsidP="006D4449">
      <w:r>
        <w:t>452.3571</w:t>
      </w:r>
      <w:r>
        <w:tab/>
        <w:t>6.364e0</w:t>
      </w:r>
    </w:p>
    <w:p w14:paraId="2A0FB30D" w14:textId="77777777" w:rsidR="006D4449" w:rsidRDefault="006D4449" w:rsidP="006D4449">
      <w:r>
        <w:t>452.3616</w:t>
      </w:r>
      <w:r>
        <w:tab/>
        <w:t>8.759e0</w:t>
      </w:r>
    </w:p>
    <w:p w14:paraId="3754B883" w14:textId="77777777" w:rsidR="006D4449" w:rsidRDefault="006D4449" w:rsidP="006D4449">
      <w:r>
        <w:t>452.3866</w:t>
      </w:r>
      <w:r>
        <w:tab/>
        <w:t>6.788e0</w:t>
      </w:r>
    </w:p>
    <w:p w14:paraId="48375BAC" w14:textId="77777777" w:rsidR="006D4449" w:rsidRDefault="006D4449" w:rsidP="006D4449">
      <w:r>
        <w:t>452.3880</w:t>
      </w:r>
      <w:r>
        <w:tab/>
        <w:t>1.064e1</w:t>
      </w:r>
    </w:p>
    <w:p w14:paraId="0EC4A669" w14:textId="77777777" w:rsidR="006D4449" w:rsidRDefault="006D4449" w:rsidP="006D4449">
      <w:r>
        <w:t>452.3984</w:t>
      </w:r>
      <w:r>
        <w:tab/>
        <w:t>3.038e0</w:t>
      </w:r>
    </w:p>
    <w:p w14:paraId="2930C437" w14:textId="77777777" w:rsidR="006D4449" w:rsidRDefault="006D4449" w:rsidP="006D4449">
      <w:r>
        <w:t>452.4199</w:t>
      </w:r>
      <w:r>
        <w:tab/>
        <w:t>1.013e0</w:t>
      </w:r>
    </w:p>
    <w:p w14:paraId="4EE4430D" w14:textId="77777777" w:rsidR="006D4449" w:rsidRDefault="006D4449" w:rsidP="006D4449">
      <w:r>
        <w:t>452.4831</w:t>
      </w:r>
      <w:r>
        <w:tab/>
        <w:t>1.013e0</w:t>
      </w:r>
    </w:p>
    <w:p w14:paraId="25ED3818" w14:textId="77777777" w:rsidR="006D4449" w:rsidRDefault="006D4449" w:rsidP="006D4449">
      <w:r>
        <w:t>452.4850</w:t>
      </w:r>
      <w:r>
        <w:tab/>
        <w:t>1.013e0</w:t>
      </w:r>
    </w:p>
    <w:p w14:paraId="188DB98D" w14:textId="77777777" w:rsidR="006D4449" w:rsidRDefault="006D4449" w:rsidP="006D4449">
      <w:r>
        <w:t>452.4990</w:t>
      </w:r>
      <w:r>
        <w:tab/>
        <w:t>1.013e0</w:t>
      </w:r>
    </w:p>
    <w:p w14:paraId="10141EFB" w14:textId="77777777" w:rsidR="006D4449" w:rsidRDefault="006D4449" w:rsidP="006D4449">
      <w:r>
        <w:t>452.5074</w:t>
      </w:r>
      <w:r>
        <w:tab/>
        <w:t>2.025e0</w:t>
      </w:r>
    </w:p>
    <w:p w14:paraId="6EF544F8" w14:textId="77777777" w:rsidR="006D4449" w:rsidRDefault="006D4449" w:rsidP="006D4449">
      <w:r>
        <w:lastRenderedPageBreak/>
        <w:t>452.5762</w:t>
      </w:r>
      <w:r>
        <w:tab/>
        <w:t>1.013e0</w:t>
      </w:r>
    </w:p>
    <w:p w14:paraId="5263CA5D" w14:textId="77777777" w:rsidR="006D4449" w:rsidRDefault="006D4449" w:rsidP="006D4449">
      <w:r>
        <w:t>452.5940</w:t>
      </w:r>
      <w:r>
        <w:tab/>
        <w:t>1.013e0</w:t>
      </w:r>
    </w:p>
    <w:p w14:paraId="59573DC1" w14:textId="77777777" w:rsidR="006D4449" w:rsidRDefault="006D4449" w:rsidP="006D4449">
      <w:r>
        <w:t>452.6037</w:t>
      </w:r>
      <w:r>
        <w:tab/>
        <w:t>1.013e0</w:t>
      </w:r>
    </w:p>
    <w:p w14:paraId="02E90B81" w14:textId="77777777" w:rsidR="006D4449" w:rsidRDefault="006D4449" w:rsidP="006D4449">
      <w:r>
        <w:t>452.6158</w:t>
      </w:r>
      <w:r>
        <w:tab/>
        <w:t>1.013e0</w:t>
      </w:r>
    </w:p>
    <w:p w14:paraId="416B070A" w14:textId="77777777" w:rsidR="006D4449" w:rsidRDefault="006D4449" w:rsidP="006D4449">
      <w:r>
        <w:t>452.6356</w:t>
      </w:r>
      <w:r>
        <w:tab/>
        <w:t>2.025e0</w:t>
      </w:r>
    </w:p>
    <w:p w14:paraId="41F9E6CC" w14:textId="77777777" w:rsidR="006D4449" w:rsidRDefault="006D4449" w:rsidP="006D4449">
      <w:r>
        <w:t>452.6433</w:t>
      </w:r>
      <w:r>
        <w:tab/>
        <w:t>1.013e0</w:t>
      </w:r>
    </w:p>
    <w:p w14:paraId="2B17FAA0" w14:textId="77777777" w:rsidR="006D4449" w:rsidRDefault="006D4449" w:rsidP="006D4449">
      <w:r>
        <w:t>452.6475</w:t>
      </w:r>
      <w:r>
        <w:tab/>
        <w:t>1.013e0</w:t>
      </w:r>
    </w:p>
    <w:p w14:paraId="51F68FC9" w14:textId="77777777" w:rsidR="006D4449" w:rsidRDefault="006D4449" w:rsidP="006D4449">
      <w:r>
        <w:t>452.6771</w:t>
      </w:r>
      <w:r>
        <w:tab/>
        <w:t>2.025e0</w:t>
      </w:r>
    </w:p>
    <w:p w14:paraId="7AF6ECAE" w14:textId="77777777" w:rsidR="006D4449" w:rsidRDefault="006D4449" w:rsidP="006D4449">
      <w:r>
        <w:t>452.7267</w:t>
      </w:r>
      <w:r>
        <w:tab/>
        <w:t>1.013e0</w:t>
      </w:r>
    </w:p>
    <w:p w14:paraId="6DE2C72B" w14:textId="77777777" w:rsidR="006D4449" w:rsidRDefault="006D4449" w:rsidP="006D4449">
      <w:r>
        <w:t>452.7286</w:t>
      </w:r>
      <w:r>
        <w:tab/>
        <w:t>1.013e0</w:t>
      </w:r>
    </w:p>
    <w:p w14:paraId="2FFFB57B" w14:textId="77777777" w:rsidR="006D4449" w:rsidRDefault="006D4449" w:rsidP="006D4449">
      <w:r>
        <w:t>452.7761</w:t>
      </w:r>
      <w:r>
        <w:tab/>
        <w:t>1.013e0</w:t>
      </w:r>
    </w:p>
    <w:p w14:paraId="7FE20912" w14:textId="77777777" w:rsidR="006D4449" w:rsidRDefault="006D4449" w:rsidP="006D4449">
      <w:r>
        <w:t>452.7871</w:t>
      </w:r>
      <w:r>
        <w:tab/>
        <w:t>2.025e0</w:t>
      </w:r>
    </w:p>
    <w:p w14:paraId="1D82EC21" w14:textId="77777777" w:rsidR="006D4449" w:rsidRDefault="006D4449" w:rsidP="006D4449">
      <w:r>
        <w:t>452.8312</w:t>
      </w:r>
      <w:r>
        <w:tab/>
        <w:t>4.051e0</w:t>
      </w:r>
    </w:p>
    <w:p w14:paraId="42A979BE" w14:textId="77777777" w:rsidR="006D4449" w:rsidRDefault="006D4449" w:rsidP="006D4449">
      <w:r>
        <w:t>452.8392</w:t>
      </w:r>
      <w:r>
        <w:tab/>
        <w:t>1.013e0</w:t>
      </w:r>
    </w:p>
    <w:p w14:paraId="7AB039FF" w14:textId="77777777" w:rsidR="006D4449" w:rsidRDefault="006D4449" w:rsidP="006D4449">
      <w:r>
        <w:t>452.8663</w:t>
      </w:r>
      <w:r>
        <w:tab/>
        <w:t>2.025e0</w:t>
      </w:r>
    </w:p>
    <w:p w14:paraId="55ADF2E2" w14:textId="77777777" w:rsidR="006D4449" w:rsidRDefault="006D4449" w:rsidP="006D4449">
      <w:r>
        <w:t>452.8772</w:t>
      </w:r>
      <w:r>
        <w:tab/>
        <w:t>1.013e0</w:t>
      </w:r>
    </w:p>
    <w:p w14:paraId="0D4B9CB3" w14:textId="77777777" w:rsidR="006D4449" w:rsidRDefault="006D4449" w:rsidP="006D4449">
      <w:r>
        <w:t>452.9397</w:t>
      </w:r>
      <w:r>
        <w:tab/>
        <w:t>4.051e0</w:t>
      </w:r>
    </w:p>
    <w:p w14:paraId="28C73547" w14:textId="77777777" w:rsidR="006D4449" w:rsidRDefault="006D4449" w:rsidP="006D4449">
      <w:r>
        <w:t>452.9424</w:t>
      </w:r>
      <w:r>
        <w:tab/>
        <w:t>2.025e0</w:t>
      </w:r>
    </w:p>
    <w:p w14:paraId="7D53ABBF" w14:textId="77777777" w:rsidR="006D4449" w:rsidRDefault="006D4449" w:rsidP="006D4449">
      <w:r>
        <w:t>452.9468</w:t>
      </w:r>
      <w:r>
        <w:tab/>
        <w:t>2.025e0</w:t>
      </w:r>
    </w:p>
    <w:p w14:paraId="0DF0BF1E" w14:textId="77777777" w:rsidR="006D4449" w:rsidRDefault="006D4449" w:rsidP="006D4449">
      <w:r>
        <w:lastRenderedPageBreak/>
        <w:t>452.9713</w:t>
      </w:r>
      <w:r>
        <w:tab/>
        <w:t>4.051e0</w:t>
      </w:r>
    </w:p>
    <w:p w14:paraId="67E097C5" w14:textId="77777777" w:rsidR="006D4449" w:rsidRDefault="006D4449" w:rsidP="006D4449">
      <w:r>
        <w:t>452.9970</w:t>
      </w:r>
      <w:r>
        <w:tab/>
        <w:t>4.051e0</w:t>
      </w:r>
    </w:p>
    <w:p w14:paraId="2E2B5169" w14:textId="77777777" w:rsidR="006D4449" w:rsidRDefault="006D4449" w:rsidP="006D4449">
      <w:r>
        <w:t>453.0150</w:t>
      </w:r>
      <w:r>
        <w:tab/>
        <w:t>2.025e0</w:t>
      </w:r>
    </w:p>
    <w:p w14:paraId="4EDEF1C0" w14:textId="77777777" w:rsidR="006D4449" w:rsidRDefault="006D4449" w:rsidP="006D4449">
      <w:r>
        <w:t>453.0386</w:t>
      </w:r>
      <w:r>
        <w:tab/>
        <w:t>2.025e0</w:t>
      </w:r>
    </w:p>
    <w:p w14:paraId="59ED2CF6" w14:textId="77777777" w:rsidR="006D4449" w:rsidRDefault="006D4449" w:rsidP="006D4449">
      <w:r>
        <w:t>453.0571</w:t>
      </w:r>
      <w:r>
        <w:tab/>
        <w:t>2.025e0</w:t>
      </w:r>
    </w:p>
    <w:p w14:paraId="7AE2CDE1" w14:textId="77777777" w:rsidR="006D4449" w:rsidRDefault="006D4449" w:rsidP="006D4449">
      <w:r>
        <w:t>453.0673</w:t>
      </w:r>
      <w:r>
        <w:tab/>
        <w:t>1.013e0</w:t>
      </w:r>
    </w:p>
    <w:p w14:paraId="6A011BE2" w14:textId="77777777" w:rsidR="006D4449" w:rsidRDefault="006D4449" w:rsidP="006D4449">
      <w:r>
        <w:t>453.0810</w:t>
      </w:r>
      <w:r>
        <w:tab/>
        <w:t>2.025e0</w:t>
      </w:r>
    </w:p>
    <w:p w14:paraId="4797A3B7" w14:textId="77777777" w:rsidR="006D4449" w:rsidRDefault="006D4449" w:rsidP="006D4449">
      <w:r>
        <w:t>453.1069</w:t>
      </w:r>
      <w:r>
        <w:tab/>
        <w:t>1.013e0</w:t>
      </w:r>
    </w:p>
    <w:p w14:paraId="1F706B90" w14:textId="77777777" w:rsidR="006D4449" w:rsidRDefault="006D4449" w:rsidP="006D4449">
      <w:r>
        <w:t>453.1182</w:t>
      </w:r>
      <w:r>
        <w:tab/>
        <w:t>1.013e0</w:t>
      </w:r>
    </w:p>
    <w:p w14:paraId="36DB431D" w14:textId="77777777" w:rsidR="006D4449" w:rsidRDefault="006D4449" w:rsidP="006D4449">
      <w:r>
        <w:t>453.1363</w:t>
      </w:r>
      <w:r>
        <w:tab/>
        <w:t>1.013e0</w:t>
      </w:r>
    </w:p>
    <w:p w14:paraId="14AA742C" w14:textId="77777777" w:rsidR="006D4449" w:rsidRDefault="006D4449" w:rsidP="006D4449">
      <w:r>
        <w:t>453.1405</w:t>
      </w:r>
      <w:r>
        <w:tab/>
        <w:t>1.013e0</w:t>
      </w:r>
    </w:p>
    <w:p w14:paraId="6A377E25" w14:textId="77777777" w:rsidR="006D4449" w:rsidRDefault="006D4449" w:rsidP="006D4449">
      <w:r>
        <w:t>453.1861</w:t>
      </w:r>
      <w:r>
        <w:tab/>
        <w:t>1.013e0</w:t>
      </w:r>
    </w:p>
    <w:p w14:paraId="6DEF3A30" w14:textId="77777777" w:rsidR="006D4449" w:rsidRDefault="006D4449" w:rsidP="006D4449">
      <w:r>
        <w:t>453.2053</w:t>
      </w:r>
      <w:r>
        <w:tab/>
        <w:t>2.025e0</w:t>
      </w:r>
    </w:p>
    <w:p w14:paraId="0D984118" w14:textId="77777777" w:rsidR="006D4449" w:rsidRDefault="006D4449" w:rsidP="006D4449">
      <w:r>
        <w:t>453.2220</w:t>
      </w:r>
      <w:r>
        <w:tab/>
        <w:t>2.326e0</w:t>
      </w:r>
    </w:p>
    <w:p w14:paraId="250600B9" w14:textId="77777777" w:rsidR="006D4449" w:rsidRDefault="006D4449" w:rsidP="006D4449">
      <w:r>
        <w:t>453.2310</w:t>
      </w:r>
      <w:r>
        <w:tab/>
        <w:t>1.016e0</w:t>
      </w:r>
    </w:p>
    <w:p w14:paraId="72568C3A" w14:textId="77777777" w:rsidR="006D4449" w:rsidRDefault="006D4449" w:rsidP="006D4449">
      <w:r>
        <w:t>453.2781</w:t>
      </w:r>
      <w:r>
        <w:tab/>
        <w:t>1.896e0</w:t>
      </w:r>
    </w:p>
    <w:p w14:paraId="7D4E70CC" w14:textId="77777777" w:rsidR="006D4449" w:rsidRDefault="006D4449" w:rsidP="006D4449">
      <w:r>
        <w:t>453.2978</w:t>
      </w:r>
      <w:r>
        <w:tab/>
        <w:t>2.176e0</w:t>
      </w:r>
    </w:p>
    <w:p w14:paraId="454A3952" w14:textId="77777777" w:rsidR="006D4449" w:rsidRDefault="006D4449" w:rsidP="006D4449">
      <w:r>
        <w:t>453.3169</w:t>
      </w:r>
      <w:r>
        <w:tab/>
        <w:t>1.385e0</w:t>
      </w:r>
    </w:p>
    <w:p w14:paraId="4B85D854" w14:textId="77777777" w:rsidR="006D4449" w:rsidRDefault="006D4449" w:rsidP="006D4449">
      <w:r>
        <w:t>453.3749</w:t>
      </w:r>
      <w:r>
        <w:tab/>
        <w:t>3.038e0</w:t>
      </w:r>
    </w:p>
    <w:p w14:paraId="68C8EAAD" w14:textId="77777777" w:rsidR="006D4449" w:rsidRDefault="006D4449" w:rsidP="006D4449">
      <w:r>
        <w:lastRenderedPageBreak/>
        <w:t>453.3862</w:t>
      </w:r>
      <w:r>
        <w:tab/>
        <w:t>2.025e0</w:t>
      </w:r>
    </w:p>
    <w:p w14:paraId="7EDFD8B8" w14:textId="77777777" w:rsidR="006D4449" w:rsidRDefault="006D4449" w:rsidP="006D4449">
      <w:r>
        <w:t>453.4008</w:t>
      </w:r>
      <w:r>
        <w:tab/>
        <w:t>4.051e0</w:t>
      </w:r>
    </w:p>
    <w:p w14:paraId="6C89FDEE" w14:textId="77777777" w:rsidR="006D4449" w:rsidRDefault="006D4449" w:rsidP="006D4449">
      <w:r>
        <w:t>453.4099</w:t>
      </w:r>
      <w:r>
        <w:tab/>
        <w:t>2.069e0</w:t>
      </w:r>
    </w:p>
    <w:p w14:paraId="04DF93AB" w14:textId="77777777" w:rsidR="006D4449" w:rsidRDefault="006D4449" w:rsidP="006D4449">
      <w:r>
        <w:t>453.4259</w:t>
      </w:r>
      <w:r>
        <w:tab/>
        <w:t>1.013e0</w:t>
      </w:r>
    </w:p>
    <w:p w14:paraId="1030B282" w14:textId="77777777" w:rsidR="006D4449" w:rsidRDefault="006D4449" w:rsidP="006D4449">
      <w:r>
        <w:t>453.4873</w:t>
      </w:r>
      <w:r>
        <w:tab/>
        <w:t>1.013e0</w:t>
      </w:r>
    </w:p>
    <w:p w14:paraId="373CDF39" w14:textId="77777777" w:rsidR="006D4449" w:rsidRDefault="006D4449" w:rsidP="006D4449">
      <w:r>
        <w:t>453.4925</w:t>
      </w:r>
      <w:r>
        <w:tab/>
        <w:t>2.025e0</w:t>
      </w:r>
    </w:p>
    <w:p w14:paraId="354C57D0" w14:textId="77777777" w:rsidR="006D4449" w:rsidRDefault="006D4449" w:rsidP="006D4449">
      <w:r>
        <w:t>453.5106</w:t>
      </w:r>
      <w:r>
        <w:tab/>
        <w:t>2.025e0</w:t>
      </w:r>
    </w:p>
    <w:p w14:paraId="4CD192B0" w14:textId="77777777" w:rsidR="006D4449" w:rsidRDefault="006D4449" w:rsidP="006D4449">
      <w:r>
        <w:t>453.5369</w:t>
      </w:r>
      <w:r>
        <w:tab/>
        <w:t>1.013e0</w:t>
      </w:r>
    </w:p>
    <w:p w14:paraId="1EF558C2" w14:textId="77777777" w:rsidR="006D4449" w:rsidRDefault="006D4449" w:rsidP="006D4449">
      <w:r>
        <w:t>453.5698</w:t>
      </w:r>
      <w:r>
        <w:tab/>
        <w:t>1.013e0</w:t>
      </w:r>
    </w:p>
    <w:p w14:paraId="455AD6C1" w14:textId="77777777" w:rsidR="006D4449" w:rsidRDefault="006D4449" w:rsidP="006D4449">
      <w:r>
        <w:t>453.6638</w:t>
      </w:r>
      <w:r>
        <w:tab/>
        <w:t>1.013e0</w:t>
      </w:r>
    </w:p>
    <w:p w14:paraId="48ED8081" w14:textId="77777777" w:rsidR="006D4449" w:rsidRDefault="006D4449" w:rsidP="006D4449">
      <w:r>
        <w:t>453.6852</w:t>
      </w:r>
      <w:r>
        <w:tab/>
        <w:t>1.013e0</w:t>
      </w:r>
    </w:p>
    <w:p w14:paraId="5A67BF43" w14:textId="77777777" w:rsidR="006D4449" w:rsidRDefault="006D4449" w:rsidP="006D4449">
      <w:r>
        <w:t>453.7432</w:t>
      </w:r>
      <w:r>
        <w:tab/>
        <w:t>1.013e0</w:t>
      </w:r>
    </w:p>
    <w:p w14:paraId="5921447B" w14:textId="77777777" w:rsidR="006D4449" w:rsidRDefault="006D4449" w:rsidP="006D4449">
      <w:r>
        <w:t>453.7513</w:t>
      </w:r>
      <w:r>
        <w:tab/>
        <w:t>1.013e0</w:t>
      </w:r>
    </w:p>
    <w:p w14:paraId="6C4D0609" w14:textId="77777777" w:rsidR="006D4449" w:rsidRDefault="006D4449" w:rsidP="006D4449">
      <w:r>
        <w:t>453.7876</w:t>
      </w:r>
      <w:r>
        <w:tab/>
        <w:t>1.013e0</w:t>
      </w:r>
    </w:p>
    <w:p w14:paraId="61ED81ED" w14:textId="77777777" w:rsidR="006D4449" w:rsidRDefault="006D4449" w:rsidP="006D4449">
      <w:r>
        <w:t>453.7995</w:t>
      </w:r>
      <w:r>
        <w:tab/>
        <w:t>2.025e0</w:t>
      </w:r>
    </w:p>
    <w:p w14:paraId="6F9E4845" w14:textId="77777777" w:rsidR="006D4449" w:rsidRDefault="006D4449" w:rsidP="006D4449">
      <w:r>
        <w:t>453.8304</w:t>
      </w:r>
      <w:r>
        <w:tab/>
        <w:t>1.013e0</w:t>
      </w:r>
    </w:p>
    <w:p w14:paraId="264783D7" w14:textId="77777777" w:rsidR="006D4449" w:rsidRDefault="006D4449" w:rsidP="006D4449">
      <w:r>
        <w:t>453.8813</w:t>
      </w:r>
      <w:r>
        <w:tab/>
        <w:t>3.038e0</w:t>
      </w:r>
    </w:p>
    <w:p w14:paraId="2099A3DA" w14:textId="77777777" w:rsidR="006D4449" w:rsidRDefault="006D4449" w:rsidP="006D4449">
      <w:r>
        <w:t>453.9158</w:t>
      </w:r>
      <w:r>
        <w:tab/>
        <w:t>1.013e0</w:t>
      </w:r>
    </w:p>
    <w:p w14:paraId="412FA661" w14:textId="77777777" w:rsidR="006D4449" w:rsidRDefault="006D4449" w:rsidP="006D4449">
      <w:r>
        <w:t>453.9267</w:t>
      </w:r>
      <w:r>
        <w:tab/>
        <w:t>2.025e0</w:t>
      </w:r>
    </w:p>
    <w:p w14:paraId="5C0EBC51" w14:textId="77777777" w:rsidR="006D4449" w:rsidRDefault="006D4449" w:rsidP="006D4449">
      <w:r>
        <w:lastRenderedPageBreak/>
        <w:t>453.9279</w:t>
      </w:r>
      <w:r>
        <w:tab/>
        <w:t>1.013e0</w:t>
      </w:r>
    </w:p>
    <w:p w14:paraId="3C5B4A8A" w14:textId="77777777" w:rsidR="006D4449" w:rsidRDefault="006D4449" w:rsidP="006D4449">
      <w:r>
        <w:t>453.9675</w:t>
      </w:r>
      <w:r>
        <w:tab/>
        <w:t>1.013e0</w:t>
      </w:r>
    </w:p>
    <w:p w14:paraId="1547652E" w14:textId="77777777" w:rsidR="006D4449" w:rsidRDefault="006D4449" w:rsidP="006D4449">
      <w:r>
        <w:t>453.9836</w:t>
      </w:r>
      <w:r>
        <w:tab/>
        <w:t>1.013e0</w:t>
      </w:r>
    </w:p>
    <w:p w14:paraId="6F014F67" w14:textId="77777777" w:rsidR="006D4449" w:rsidRDefault="006D4449" w:rsidP="006D4449">
      <w:r>
        <w:t>453.9851</w:t>
      </w:r>
      <w:r>
        <w:tab/>
        <w:t>3.038e0</w:t>
      </w:r>
    </w:p>
    <w:p w14:paraId="20501D61" w14:textId="77777777" w:rsidR="006D4449" w:rsidRDefault="006D4449" w:rsidP="006D4449">
      <w:r>
        <w:t>453.9892</w:t>
      </w:r>
      <w:r>
        <w:tab/>
        <w:t>1.013e0</w:t>
      </w:r>
    </w:p>
    <w:p w14:paraId="3C83C890" w14:textId="77777777" w:rsidR="006D4449" w:rsidRDefault="006D4449" w:rsidP="006D4449">
      <w:r>
        <w:t>454.0692</w:t>
      </w:r>
      <w:r>
        <w:tab/>
        <w:t>3.038e0</w:t>
      </w:r>
    </w:p>
    <w:p w14:paraId="26B20A3D" w14:textId="77777777" w:rsidR="006D4449" w:rsidRDefault="006D4449" w:rsidP="006D4449">
      <w:r>
        <w:t>454.0775</w:t>
      </w:r>
      <w:r>
        <w:tab/>
        <w:t>3.038e0</w:t>
      </w:r>
    </w:p>
    <w:p w14:paraId="173F9C68" w14:textId="77777777" w:rsidR="006D4449" w:rsidRDefault="006D4449" w:rsidP="006D4449">
      <w:r>
        <w:t>454.1114</w:t>
      </w:r>
      <w:r>
        <w:tab/>
        <w:t>2.025e0</w:t>
      </w:r>
    </w:p>
    <w:p w14:paraId="7E5FF7E0" w14:textId="77777777" w:rsidR="006D4449" w:rsidRDefault="006D4449" w:rsidP="006D4449">
      <w:r>
        <w:t>454.1162</w:t>
      </w:r>
      <w:r>
        <w:tab/>
        <w:t>1.013e0</w:t>
      </w:r>
    </w:p>
    <w:p w14:paraId="42B5521F" w14:textId="77777777" w:rsidR="006D4449" w:rsidRDefault="006D4449" w:rsidP="006D4449">
      <w:r>
        <w:t>454.1259</w:t>
      </w:r>
      <w:r>
        <w:tab/>
        <w:t>1.013e0</w:t>
      </w:r>
    </w:p>
    <w:p w14:paraId="411C51F1" w14:textId="77777777" w:rsidR="006D4449" w:rsidRDefault="006D4449" w:rsidP="006D4449">
      <w:r>
        <w:t>454.1501</w:t>
      </w:r>
      <w:r>
        <w:tab/>
        <w:t>4.051e0</w:t>
      </w:r>
    </w:p>
    <w:p w14:paraId="76806CDB" w14:textId="77777777" w:rsidR="006D4449" w:rsidRDefault="006D4449" w:rsidP="006D4449">
      <w:r>
        <w:t>454.1798</w:t>
      </w:r>
      <w:r>
        <w:tab/>
        <w:t>2.931e0</w:t>
      </w:r>
    </w:p>
    <w:p w14:paraId="37DCF363" w14:textId="77777777" w:rsidR="006D4449" w:rsidRDefault="006D4449" w:rsidP="006D4449">
      <w:r>
        <w:t>454.2050</w:t>
      </w:r>
      <w:r>
        <w:tab/>
        <w:t>1.013e0</w:t>
      </w:r>
    </w:p>
    <w:p w14:paraId="3271F11C" w14:textId="77777777" w:rsidR="006D4449" w:rsidRDefault="006D4449" w:rsidP="006D4449">
      <w:r>
        <w:t>454.2320</w:t>
      </w:r>
      <w:r>
        <w:tab/>
        <w:t>4.254e0</w:t>
      </w:r>
    </w:p>
    <w:p w14:paraId="583B9856" w14:textId="77777777" w:rsidR="006D4449" w:rsidRDefault="006D4449" w:rsidP="006D4449">
      <w:r>
        <w:t>454.2571</w:t>
      </w:r>
      <w:r>
        <w:tab/>
        <w:t>4.898e0</w:t>
      </w:r>
    </w:p>
    <w:p w14:paraId="014FFAEE" w14:textId="77777777" w:rsidR="006D4449" w:rsidRDefault="006D4449" w:rsidP="006D4449">
      <w:r>
        <w:t>454.2836</w:t>
      </w:r>
      <w:r>
        <w:tab/>
        <w:t>4.917e0</w:t>
      </w:r>
    </w:p>
    <w:p w14:paraId="745A2E36" w14:textId="77777777" w:rsidR="006D4449" w:rsidRDefault="006D4449" w:rsidP="006D4449">
      <w:r>
        <w:t>454.2872</w:t>
      </w:r>
      <w:r>
        <w:tab/>
        <w:t>5.229e0</w:t>
      </w:r>
    </w:p>
    <w:p w14:paraId="42ABBED6" w14:textId="77777777" w:rsidR="006D4449" w:rsidRDefault="006D4449" w:rsidP="006D4449">
      <w:r>
        <w:t>454.2933</w:t>
      </w:r>
      <w:r>
        <w:tab/>
        <w:t>2.146e0</w:t>
      </w:r>
    </w:p>
    <w:p w14:paraId="51C4E870" w14:textId="77777777" w:rsidR="006D4449" w:rsidRDefault="006D4449" w:rsidP="006D4449">
      <w:r>
        <w:t>454.3013</w:t>
      </w:r>
      <w:r>
        <w:tab/>
        <w:t>1.936e0</w:t>
      </w:r>
    </w:p>
    <w:p w14:paraId="0A160295" w14:textId="77777777" w:rsidR="006D4449" w:rsidRDefault="006D4449" w:rsidP="006D4449">
      <w:r>
        <w:lastRenderedPageBreak/>
        <w:t>454.3526</w:t>
      </w:r>
      <w:r>
        <w:tab/>
        <w:t>1.013e0</w:t>
      </w:r>
    </w:p>
    <w:p w14:paraId="096DC534" w14:textId="77777777" w:rsidR="006D4449" w:rsidRDefault="006D4449" w:rsidP="006D4449">
      <w:r>
        <w:t>454.3742</w:t>
      </w:r>
      <w:r>
        <w:tab/>
        <w:t>3.038e0</w:t>
      </w:r>
    </w:p>
    <w:p w14:paraId="533322C6" w14:textId="77777777" w:rsidR="006D4449" w:rsidRDefault="006D4449" w:rsidP="006D4449">
      <w:r>
        <w:t>454.3902</w:t>
      </w:r>
      <w:r>
        <w:tab/>
        <w:t>2.025e0</w:t>
      </w:r>
    </w:p>
    <w:p w14:paraId="6BC9D953" w14:textId="77777777" w:rsidR="006D4449" w:rsidRDefault="006D4449" w:rsidP="006D4449">
      <w:r>
        <w:t>454.3941</w:t>
      </w:r>
      <w:r>
        <w:tab/>
        <w:t>3.038e0</w:t>
      </w:r>
    </w:p>
    <w:p w14:paraId="39A3255C" w14:textId="77777777" w:rsidR="006D4449" w:rsidRDefault="006D4449" w:rsidP="006D4449">
      <w:r>
        <w:t>454.4340</w:t>
      </w:r>
      <w:r>
        <w:tab/>
        <w:t>2.025e0</w:t>
      </w:r>
    </w:p>
    <w:p w14:paraId="42DD1CF4" w14:textId="77777777" w:rsidR="006D4449" w:rsidRDefault="006D4449" w:rsidP="006D4449">
      <w:r>
        <w:t>454.4390</w:t>
      </w:r>
      <w:r>
        <w:tab/>
        <w:t>1.013e0</w:t>
      </w:r>
    </w:p>
    <w:p w14:paraId="37AC9103" w14:textId="77777777" w:rsidR="006D4449" w:rsidRDefault="006D4449" w:rsidP="006D4449">
      <w:r>
        <w:t>454.4479</w:t>
      </w:r>
      <w:r>
        <w:tab/>
        <w:t>1.013e0</w:t>
      </w:r>
    </w:p>
    <w:p w14:paraId="7243E7CB" w14:textId="77777777" w:rsidR="006D4449" w:rsidRDefault="006D4449" w:rsidP="006D4449">
      <w:r>
        <w:t>454.4718</w:t>
      </w:r>
      <w:r>
        <w:tab/>
        <w:t>1.013e0</w:t>
      </w:r>
    </w:p>
    <w:p w14:paraId="3220506E" w14:textId="77777777" w:rsidR="006D4449" w:rsidRDefault="006D4449" w:rsidP="006D4449">
      <w:r>
        <w:t>454.5035</w:t>
      </w:r>
      <w:r>
        <w:tab/>
        <w:t>1.013e0</w:t>
      </w:r>
    </w:p>
    <w:p w14:paraId="1CBA6534" w14:textId="77777777" w:rsidR="006D4449" w:rsidRDefault="006D4449" w:rsidP="006D4449">
      <w:r>
        <w:t>454.5348</w:t>
      </w:r>
      <w:r>
        <w:tab/>
        <w:t>2.025e0</w:t>
      </w:r>
    </w:p>
    <w:p w14:paraId="35C93C2E" w14:textId="77777777" w:rsidR="006D4449" w:rsidRDefault="006D4449" w:rsidP="006D4449">
      <w:r>
        <w:t>454.5559</w:t>
      </w:r>
      <w:r>
        <w:tab/>
        <w:t>1.013e0</w:t>
      </w:r>
    </w:p>
    <w:p w14:paraId="041684B6" w14:textId="77777777" w:rsidR="006D4449" w:rsidRDefault="006D4449" w:rsidP="006D4449">
      <w:r>
        <w:t>454.5734</w:t>
      </w:r>
      <w:r>
        <w:tab/>
        <w:t>2.025e0</w:t>
      </w:r>
    </w:p>
    <w:p w14:paraId="6EEDDEFB" w14:textId="77777777" w:rsidR="006D4449" w:rsidRDefault="006D4449" w:rsidP="006D4449">
      <w:r>
        <w:t>454.6011</w:t>
      </w:r>
      <w:r>
        <w:tab/>
        <w:t>2.025e0</w:t>
      </w:r>
    </w:p>
    <w:p w14:paraId="36902B1C" w14:textId="77777777" w:rsidR="006D4449" w:rsidRDefault="006D4449" w:rsidP="006D4449">
      <w:r>
        <w:t>454.6228</w:t>
      </w:r>
      <w:r>
        <w:tab/>
        <w:t>1.013e0</w:t>
      </w:r>
    </w:p>
    <w:p w14:paraId="53D2A89D" w14:textId="77777777" w:rsidR="006D4449" w:rsidRDefault="006D4449" w:rsidP="006D4449">
      <w:r>
        <w:t>454.6247</w:t>
      </w:r>
      <w:r>
        <w:tab/>
        <w:t>1.013e0</w:t>
      </w:r>
    </w:p>
    <w:p w14:paraId="539B67E6" w14:textId="77777777" w:rsidR="006D4449" w:rsidRDefault="006D4449" w:rsidP="006D4449">
      <w:r>
        <w:t>454.7151</w:t>
      </w:r>
      <w:r>
        <w:tab/>
        <w:t>2.025e0</w:t>
      </w:r>
    </w:p>
    <w:p w14:paraId="0BEDCCBB" w14:textId="77777777" w:rsidR="006D4449" w:rsidRDefault="006D4449" w:rsidP="006D4449">
      <w:r>
        <w:t>454.7599</w:t>
      </w:r>
      <w:r>
        <w:tab/>
        <w:t>1.013e0</w:t>
      </w:r>
    </w:p>
    <w:p w14:paraId="3CD3E42C" w14:textId="77777777" w:rsidR="006D4449" w:rsidRDefault="006D4449" w:rsidP="006D4449">
      <w:r>
        <w:t>454.7678</w:t>
      </w:r>
      <w:r>
        <w:tab/>
        <w:t>1.013e0</w:t>
      </w:r>
    </w:p>
    <w:p w14:paraId="27E53557" w14:textId="77777777" w:rsidR="006D4449" w:rsidRDefault="006D4449" w:rsidP="006D4449">
      <w:r>
        <w:t>454.7837</w:t>
      </w:r>
      <w:r>
        <w:tab/>
        <w:t>1.013e0</w:t>
      </w:r>
    </w:p>
    <w:p w14:paraId="1F3C1DC7" w14:textId="77777777" w:rsidR="006D4449" w:rsidRDefault="006D4449" w:rsidP="006D4449">
      <w:r>
        <w:lastRenderedPageBreak/>
        <w:t>454.8470</w:t>
      </w:r>
      <w:r>
        <w:tab/>
        <w:t>2.025e0</w:t>
      </w:r>
    </w:p>
    <w:p w14:paraId="604F2698" w14:textId="77777777" w:rsidR="006D4449" w:rsidRDefault="006D4449" w:rsidP="006D4449">
      <w:r>
        <w:t>454.8961</w:t>
      </w:r>
      <w:r>
        <w:tab/>
        <w:t>1.013e0</w:t>
      </w:r>
    </w:p>
    <w:p w14:paraId="5788841D" w14:textId="77777777" w:rsidR="006D4449" w:rsidRDefault="006D4449" w:rsidP="006D4449">
      <w:r>
        <w:t>454.9230</w:t>
      </w:r>
      <w:r>
        <w:tab/>
        <w:t>2.025e0</w:t>
      </w:r>
    </w:p>
    <w:p w14:paraId="2B411FC8" w14:textId="77777777" w:rsidR="006D4449" w:rsidRDefault="006D4449" w:rsidP="006D4449">
      <w:r>
        <w:t>454.9242</w:t>
      </w:r>
      <w:r>
        <w:tab/>
        <w:t>2.025e0</w:t>
      </w:r>
    </w:p>
    <w:p w14:paraId="7C6D0DED" w14:textId="77777777" w:rsidR="006D4449" w:rsidRDefault="006D4449" w:rsidP="006D4449">
      <w:r>
        <w:t>454.9268</w:t>
      </w:r>
      <w:r>
        <w:tab/>
        <w:t>1.013e0</w:t>
      </w:r>
    </w:p>
    <w:p w14:paraId="7EBC27DE" w14:textId="77777777" w:rsidR="006D4449" w:rsidRDefault="006D4449" w:rsidP="006D4449">
      <w:r>
        <w:t>454.9684</w:t>
      </w:r>
      <w:r>
        <w:tab/>
        <w:t>3.038e0</w:t>
      </w:r>
    </w:p>
    <w:p w14:paraId="135269B6" w14:textId="77777777" w:rsidR="006D4449" w:rsidRDefault="006D4449" w:rsidP="006D4449">
      <w:r>
        <w:t>454.9825</w:t>
      </w:r>
      <w:r>
        <w:tab/>
        <w:t>1.013e0</w:t>
      </w:r>
    </w:p>
    <w:p w14:paraId="5BAE1A8C" w14:textId="77777777" w:rsidR="006D4449" w:rsidRDefault="006D4449" w:rsidP="006D4449">
      <w:r>
        <w:t>455.0079</w:t>
      </w:r>
      <w:r>
        <w:tab/>
        <w:t>2.025e0</w:t>
      </w:r>
    </w:p>
    <w:p w14:paraId="413D45E0" w14:textId="77777777" w:rsidR="006D4449" w:rsidRDefault="006D4449" w:rsidP="006D4449">
      <w:r>
        <w:t>455.0462</w:t>
      </w:r>
      <w:r>
        <w:tab/>
        <w:t>1.013e0</w:t>
      </w:r>
    </w:p>
    <w:p w14:paraId="66AE741F" w14:textId="77777777" w:rsidR="006D4449" w:rsidRDefault="006D4449" w:rsidP="006D4449">
      <w:r>
        <w:t>455.0727</w:t>
      </w:r>
      <w:r>
        <w:tab/>
        <w:t>1.013e0</w:t>
      </w:r>
    </w:p>
    <w:p w14:paraId="4DA9A99E" w14:textId="77777777" w:rsidR="006D4449" w:rsidRDefault="006D4449" w:rsidP="006D4449">
      <w:r>
        <w:t>455.0974</w:t>
      </w:r>
      <w:r>
        <w:tab/>
        <w:t>2.025e0</w:t>
      </w:r>
    </w:p>
    <w:p w14:paraId="00DD02DF" w14:textId="77777777" w:rsidR="006D4449" w:rsidRDefault="006D4449" w:rsidP="006D4449">
      <w:r>
        <w:t>455.1518</w:t>
      </w:r>
      <w:r>
        <w:tab/>
        <w:t>1.013e0</w:t>
      </w:r>
    </w:p>
    <w:p w14:paraId="39C3CAC7" w14:textId="77777777" w:rsidR="006D4449" w:rsidRDefault="006D4449" w:rsidP="006D4449">
      <w:r>
        <w:t>455.1669</w:t>
      </w:r>
      <w:r>
        <w:tab/>
        <w:t>4.050e0</w:t>
      </w:r>
    </w:p>
    <w:p w14:paraId="2746FCC0" w14:textId="77777777" w:rsidR="006D4449" w:rsidRDefault="006D4449" w:rsidP="006D4449">
      <w:r>
        <w:t>455.2053</w:t>
      </w:r>
      <w:r>
        <w:tab/>
        <w:t>1.013e0</w:t>
      </w:r>
    </w:p>
    <w:p w14:paraId="695B297D" w14:textId="77777777" w:rsidR="006D4449" w:rsidRDefault="006D4449" w:rsidP="006D4449">
      <w:r>
        <w:t>455.2193</w:t>
      </w:r>
      <w:r>
        <w:tab/>
        <w:t>1.869e0</w:t>
      </w:r>
    </w:p>
    <w:p w14:paraId="69539525" w14:textId="77777777" w:rsidR="006D4449" w:rsidRDefault="006D4449" w:rsidP="006D4449">
      <w:r>
        <w:t>455.2219</w:t>
      </w:r>
      <w:r>
        <w:tab/>
        <w:t>2.483e0</w:t>
      </w:r>
    </w:p>
    <w:p w14:paraId="468DAC7E" w14:textId="77777777" w:rsidR="006D4449" w:rsidRDefault="006D4449" w:rsidP="006D4449">
      <w:r>
        <w:t>455.2507</w:t>
      </w:r>
      <w:r>
        <w:tab/>
        <w:t>3.038e0</w:t>
      </w:r>
    </w:p>
    <w:p w14:paraId="441F47DF" w14:textId="77777777" w:rsidR="006D4449" w:rsidRDefault="006D4449" w:rsidP="006D4449">
      <w:r>
        <w:t>455.2722</w:t>
      </w:r>
      <w:r>
        <w:tab/>
        <w:t>2.073e0</w:t>
      </w:r>
    </w:p>
    <w:p w14:paraId="7F1517A4" w14:textId="77777777" w:rsidR="006D4449" w:rsidRDefault="006D4449" w:rsidP="006D4449">
      <w:r>
        <w:t>455.2886</w:t>
      </w:r>
      <w:r>
        <w:tab/>
        <w:t>1.238e0</w:t>
      </w:r>
    </w:p>
    <w:p w14:paraId="6738E26A" w14:textId="77777777" w:rsidR="006D4449" w:rsidRDefault="006D4449" w:rsidP="006D4449">
      <w:r>
        <w:lastRenderedPageBreak/>
        <w:t>455.2991</w:t>
      </w:r>
      <w:r>
        <w:tab/>
        <w:t>5.724e0</w:t>
      </w:r>
    </w:p>
    <w:p w14:paraId="0C52F5D2" w14:textId="77777777" w:rsidR="006D4449" w:rsidRDefault="006D4449" w:rsidP="006D4449">
      <w:r>
        <w:t>455.3126</w:t>
      </w:r>
      <w:r>
        <w:tab/>
        <w:t>1.628e0</w:t>
      </w:r>
    </w:p>
    <w:p w14:paraId="65AD2FAF" w14:textId="77777777" w:rsidR="006D4449" w:rsidRDefault="006D4449" w:rsidP="006D4449">
      <w:r>
        <w:t>455.3333</w:t>
      </w:r>
      <w:r>
        <w:tab/>
        <w:t>2.025e0</w:t>
      </w:r>
    </w:p>
    <w:p w14:paraId="400B47D5" w14:textId="77777777" w:rsidR="006D4449" w:rsidRDefault="006D4449" w:rsidP="006D4449">
      <w:r>
        <w:t>455.3484</w:t>
      </w:r>
      <w:r>
        <w:tab/>
        <w:t>2.388e0</w:t>
      </w:r>
    </w:p>
    <w:p w14:paraId="0BCF8881" w14:textId="77777777" w:rsidR="006D4449" w:rsidRDefault="006D4449" w:rsidP="006D4449">
      <w:r>
        <w:t>455.3859</w:t>
      </w:r>
      <w:r>
        <w:tab/>
        <w:t>2.025e0</w:t>
      </w:r>
    </w:p>
    <w:p w14:paraId="33B47356" w14:textId="77777777" w:rsidR="006D4449" w:rsidRDefault="006D4449" w:rsidP="006D4449">
      <w:r>
        <w:t>455.3880</w:t>
      </w:r>
      <w:r>
        <w:tab/>
        <w:t>1.949e0</w:t>
      </w:r>
    </w:p>
    <w:p w14:paraId="2CB9861B" w14:textId="77777777" w:rsidR="006D4449" w:rsidRDefault="006D4449" w:rsidP="006D4449">
      <w:r>
        <w:t>455.4010</w:t>
      </w:r>
      <w:r>
        <w:tab/>
        <w:t>2.025e0</w:t>
      </w:r>
    </w:p>
    <w:p w14:paraId="645A87CF" w14:textId="77777777" w:rsidR="006D4449" w:rsidRDefault="006D4449" w:rsidP="006D4449">
      <w:r>
        <w:t>455.4023</w:t>
      </w:r>
      <w:r>
        <w:tab/>
        <w:t>1.013e0</w:t>
      </w:r>
    </w:p>
    <w:p w14:paraId="0018ED6A" w14:textId="77777777" w:rsidR="006D4449" w:rsidRDefault="006D4449" w:rsidP="006D4449">
      <w:r>
        <w:t>455.4438</w:t>
      </w:r>
      <w:r>
        <w:tab/>
        <w:t>1.013e0</w:t>
      </w:r>
    </w:p>
    <w:p w14:paraId="5758AD7C" w14:textId="77777777" w:rsidR="006D4449" w:rsidRDefault="006D4449" w:rsidP="006D4449">
      <w:r>
        <w:t>455.4631</w:t>
      </w:r>
      <w:r>
        <w:tab/>
        <w:t>1.013e0</w:t>
      </w:r>
    </w:p>
    <w:p w14:paraId="00044DD0" w14:textId="77777777" w:rsidR="006D4449" w:rsidRDefault="006D4449" w:rsidP="006D4449">
      <w:r>
        <w:t>455.5138</w:t>
      </w:r>
      <w:r>
        <w:tab/>
        <w:t>1.013e0</w:t>
      </w:r>
    </w:p>
    <w:p w14:paraId="4029C48F" w14:textId="77777777" w:rsidR="006D4449" w:rsidRDefault="006D4449" w:rsidP="006D4449">
      <w:r>
        <w:t>455.5696</w:t>
      </w:r>
      <w:r>
        <w:tab/>
        <w:t>1.013e0</w:t>
      </w:r>
    </w:p>
    <w:p w14:paraId="1D666AEF" w14:textId="77777777" w:rsidR="006D4449" w:rsidRDefault="006D4449" w:rsidP="006D4449">
      <w:r>
        <w:t>455.6020</w:t>
      </w:r>
      <w:r>
        <w:tab/>
        <w:t>1.013e0</w:t>
      </w:r>
    </w:p>
    <w:p w14:paraId="7D211103" w14:textId="77777777" w:rsidR="006D4449" w:rsidRDefault="006D4449" w:rsidP="006D4449">
      <w:r>
        <w:t>455.6113</w:t>
      </w:r>
      <w:r>
        <w:tab/>
        <w:t>1.013e0</w:t>
      </w:r>
    </w:p>
    <w:p w14:paraId="78969726" w14:textId="77777777" w:rsidR="006D4449" w:rsidRDefault="006D4449" w:rsidP="006D4449">
      <w:r>
        <w:t>455.6396</w:t>
      </w:r>
      <w:r>
        <w:tab/>
        <w:t>1.013e0</w:t>
      </w:r>
    </w:p>
    <w:p w14:paraId="44317EC5" w14:textId="77777777" w:rsidR="006D4449" w:rsidRDefault="006D4449" w:rsidP="006D4449">
      <w:r>
        <w:t>455.7031</w:t>
      </w:r>
      <w:r>
        <w:tab/>
        <w:t>2.025e0</w:t>
      </w:r>
    </w:p>
    <w:p w14:paraId="39D9300C" w14:textId="77777777" w:rsidR="006D4449" w:rsidRDefault="006D4449" w:rsidP="006D4449">
      <w:r>
        <w:t>455.7242</w:t>
      </w:r>
      <w:r>
        <w:tab/>
        <w:t>1.013e0</w:t>
      </w:r>
    </w:p>
    <w:p w14:paraId="5C150616" w14:textId="77777777" w:rsidR="006D4449" w:rsidRDefault="006D4449" w:rsidP="006D4449">
      <w:r>
        <w:t>455.7800</w:t>
      </w:r>
      <w:r>
        <w:tab/>
        <w:t>2.025e0</w:t>
      </w:r>
    </w:p>
    <w:p w14:paraId="2D977001" w14:textId="77777777" w:rsidR="006D4449" w:rsidRDefault="006D4449" w:rsidP="006D4449">
      <w:r>
        <w:t>455.7866</w:t>
      </w:r>
      <w:r>
        <w:tab/>
        <w:t>1.013e0</w:t>
      </w:r>
    </w:p>
    <w:p w14:paraId="25B0B36D" w14:textId="77777777" w:rsidR="006D4449" w:rsidRDefault="006D4449" w:rsidP="006D4449">
      <w:r>
        <w:lastRenderedPageBreak/>
        <w:t>455.8105</w:t>
      </w:r>
      <w:r>
        <w:tab/>
        <w:t>2.025e0</w:t>
      </w:r>
    </w:p>
    <w:p w14:paraId="06E02701" w14:textId="77777777" w:rsidR="006D4449" w:rsidRDefault="006D4449" w:rsidP="006D4449">
      <w:r>
        <w:t>455.8592</w:t>
      </w:r>
      <w:r>
        <w:tab/>
        <w:t>1.013e0</w:t>
      </w:r>
    </w:p>
    <w:p w14:paraId="60451300" w14:textId="77777777" w:rsidR="006D4449" w:rsidRDefault="006D4449" w:rsidP="006D4449">
      <w:r>
        <w:t>455.8772</w:t>
      </w:r>
      <w:r>
        <w:tab/>
        <w:t>1.013e0</w:t>
      </w:r>
    </w:p>
    <w:p w14:paraId="54F6C555" w14:textId="77777777" w:rsidR="006D4449" w:rsidRDefault="006D4449" w:rsidP="006D4449">
      <w:r>
        <w:t>455.8902</w:t>
      </w:r>
      <w:r>
        <w:tab/>
        <w:t>1.013e0</w:t>
      </w:r>
    </w:p>
    <w:p w14:paraId="19FD4205" w14:textId="77777777" w:rsidR="006D4449" w:rsidRDefault="006D4449" w:rsidP="006D4449">
      <w:r>
        <w:t>455.9672</w:t>
      </w:r>
      <w:r>
        <w:tab/>
        <w:t>2.025e0</w:t>
      </w:r>
    </w:p>
    <w:p w14:paraId="23DA8220" w14:textId="77777777" w:rsidR="006D4449" w:rsidRDefault="006D4449" w:rsidP="006D4449">
      <w:r>
        <w:t>455.9980</w:t>
      </w:r>
      <w:r>
        <w:tab/>
        <w:t>1.013e0</w:t>
      </w:r>
    </w:p>
    <w:p w14:paraId="10BEC3F8" w14:textId="77777777" w:rsidR="006D4449" w:rsidRDefault="006D4449" w:rsidP="006D4449">
      <w:r>
        <w:t>456.0167</w:t>
      </w:r>
      <w:r>
        <w:tab/>
        <w:t>3.038e0</w:t>
      </w:r>
    </w:p>
    <w:p w14:paraId="0170B95E" w14:textId="77777777" w:rsidR="006D4449" w:rsidRDefault="006D4449" w:rsidP="006D4449">
      <w:r>
        <w:t>456.0257</w:t>
      </w:r>
      <w:r>
        <w:tab/>
        <w:t>1.013e0</w:t>
      </w:r>
    </w:p>
    <w:p w14:paraId="5C840E6F" w14:textId="77777777" w:rsidR="006D4449" w:rsidRDefault="006D4449" w:rsidP="006D4449">
      <w:r>
        <w:t>456.0735</w:t>
      </w:r>
      <w:r>
        <w:tab/>
        <w:t>1.013e0</w:t>
      </w:r>
    </w:p>
    <w:p w14:paraId="512A9682" w14:textId="77777777" w:rsidR="006D4449" w:rsidRDefault="006D4449" w:rsidP="006D4449">
      <w:r>
        <w:t>456.0753</w:t>
      </w:r>
      <w:r>
        <w:tab/>
        <w:t>2.025e0</w:t>
      </w:r>
    </w:p>
    <w:p w14:paraId="69DCEAE4" w14:textId="77777777" w:rsidR="006D4449" w:rsidRDefault="006D4449" w:rsidP="006D4449">
      <w:r>
        <w:t>456.0783</w:t>
      </w:r>
      <w:r>
        <w:tab/>
        <w:t>3.038e0</w:t>
      </w:r>
    </w:p>
    <w:p w14:paraId="5B2C1BB8" w14:textId="77777777" w:rsidR="006D4449" w:rsidRDefault="006D4449" w:rsidP="006D4449">
      <w:r>
        <w:t>456.1273</w:t>
      </w:r>
      <w:r>
        <w:tab/>
        <w:t>1.013e0</w:t>
      </w:r>
    </w:p>
    <w:p w14:paraId="46305B74" w14:textId="77777777" w:rsidR="006D4449" w:rsidRDefault="006D4449" w:rsidP="006D4449">
      <w:r>
        <w:t>456.1382</w:t>
      </w:r>
      <w:r>
        <w:tab/>
        <w:t>1.013e0</w:t>
      </w:r>
    </w:p>
    <w:p w14:paraId="48314369" w14:textId="77777777" w:rsidR="006D4449" w:rsidRDefault="006D4449" w:rsidP="006D4449">
      <w:r>
        <w:t>456.1627</w:t>
      </w:r>
      <w:r>
        <w:tab/>
        <w:t>3.038e0</w:t>
      </w:r>
    </w:p>
    <w:p w14:paraId="24F3FDEB" w14:textId="77777777" w:rsidR="006D4449" w:rsidRDefault="006D4449" w:rsidP="006D4449">
      <w:r>
        <w:t>456.1644</w:t>
      </w:r>
      <w:r>
        <w:tab/>
        <w:t>1.810e0</w:t>
      </w:r>
    </w:p>
    <w:p w14:paraId="3F60F3FE" w14:textId="77777777" w:rsidR="006D4449" w:rsidRDefault="006D4449" w:rsidP="006D4449">
      <w:r>
        <w:t>456.1932</w:t>
      </w:r>
      <w:r>
        <w:tab/>
        <w:t>1.593e0</w:t>
      </w:r>
    </w:p>
    <w:p w14:paraId="057D2607" w14:textId="77777777" w:rsidR="006D4449" w:rsidRDefault="006D4449" w:rsidP="006D4449">
      <w:r>
        <w:t>456.2029</w:t>
      </w:r>
      <w:r>
        <w:tab/>
        <w:t>4.051e0</w:t>
      </w:r>
    </w:p>
    <w:p w14:paraId="2D288A59" w14:textId="77777777" w:rsidR="006D4449" w:rsidRDefault="006D4449" w:rsidP="006D4449">
      <w:r>
        <w:t>456.2190</w:t>
      </w:r>
      <w:r>
        <w:tab/>
        <w:t>3.894e0</w:t>
      </w:r>
    </w:p>
    <w:p w14:paraId="07504DD4" w14:textId="77777777" w:rsidR="006D4449" w:rsidRDefault="006D4449" w:rsidP="006D4449">
      <w:r>
        <w:t>456.2297</w:t>
      </w:r>
      <w:r>
        <w:tab/>
        <w:t>4.573e0</w:t>
      </w:r>
    </w:p>
    <w:p w14:paraId="2EC67B29" w14:textId="77777777" w:rsidR="006D4449" w:rsidRDefault="006D4449" w:rsidP="006D4449">
      <w:r>
        <w:lastRenderedPageBreak/>
        <w:t>456.2472</w:t>
      </w:r>
      <w:r>
        <w:tab/>
        <w:t>3.038e0</w:t>
      </w:r>
    </w:p>
    <w:p w14:paraId="0F6F8FC4" w14:textId="77777777" w:rsidR="006D4449" w:rsidRDefault="006D4449" w:rsidP="006D4449">
      <w:r>
        <w:t>456.2777</w:t>
      </w:r>
      <w:r>
        <w:tab/>
        <w:t>5.629e0</w:t>
      </w:r>
    </w:p>
    <w:p w14:paraId="45EB0AB3" w14:textId="77777777" w:rsidR="006D4449" w:rsidRDefault="006D4449" w:rsidP="006D4449">
      <w:r>
        <w:t>456.2943</w:t>
      </w:r>
      <w:r>
        <w:tab/>
        <w:t>2.001e0</w:t>
      </w:r>
    </w:p>
    <w:p w14:paraId="65064D37" w14:textId="77777777" w:rsidR="006D4449" w:rsidRDefault="006D4449" w:rsidP="006D4449">
      <w:r>
        <w:t>456.3116</w:t>
      </w:r>
      <w:r>
        <w:tab/>
        <w:t>1.752e0</w:t>
      </w:r>
    </w:p>
    <w:p w14:paraId="3DCD2F2A" w14:textId="77777777" w:rsidR="006D4449" w:rsidRDefault="006D4449" w:rsidP="006D4449">
      <w:r>
        <w:t>456.3215</w:t>
      </w:r>
      <w:r>
        <w:tab/>
        <w:t>7.089e0</w:t>
      </w:r>
    </w:p>
    <w:p w14:paraId="03974597" w14:textId="77777777" w:rsidR="006D4449" w:rsidRDefault="006D4449" w:rsidP="006D4449">
      <w:r>
        <w:t>456.3765</w:t>
      </w:r>
      <w:r>
        <w:tab/>
        <w:t>2.518e0</w:t>
      </w:r>
    </w:p>
    <w:p w14:paraId="5D555179" w14:textId="77777777" w:rsidR="006D4449" w:rsidRDefault="006D4449" w:rsidP="006D4449">
      <w:r>
        <w:t>456.3826</w:t>
      </w:r>
      <w:r>
        <w:tab/>
        <w:t>7.089e0</w:t>
      </w:r>
    </w:p>
    <w:p w14:paraId="2D2381D3" w14:textId="77777777" w:rsidR="006D4449" w:rsidRDefault="006D4449" w:rsidP="006D4449">
      <w:r>
        <w:t>456.4164</w:t>
      </w:r>
      <w:r>
        <w:tab/>
        <w:t>1.013e0</w:t>
      </w:r>
    </w:p>
    <w:p w14:paraId="46384096" w14:textId="77777777" w:rsidR="006D4449" w:rsidRDefault="006D4449" w:rsidP="006D4449">
      <w:r>
        <w:t>456.4189</w:t>
      </w:r>
      <w:r>
        <w:tab/>
        <w:t>3.925e0</w:t>
      </w:r>
    </w:p>
    <w:p w14:paraId="77129886" w14:textId="77777777" w:rsidR="006D4449" w:rsidRDefault="006D4449" w:rsidP="006D4449">
      <w:r>
        <w:t>456.4803</w:t>
      </w:r>
      <w:r>
        <w:tab/>
        <w:t>1.013e0</w:t>
      </w:r>
    </w:p>
    <w:p w14:paraId="1F724B50" w14:textId="77777777" w:rsidR="006D4449" w:rsidRDefault="006D4449" w:rsidP="006D4449">
      <w:r>
        <w:t>456.5310</w:t>
      </w:r>
      <w:r>
        <w:tab/>
        <w:t>1.013e0</w:t>
      </w:r>
    </w:p>
    <w:p w14:paraId="7EBFEEA3" w14:textId="77777777" w:rsidR="006D4449" w:rsidRDefault="006D4449" w:rsidP="006D4449">
      <w:r>
        <w:t>456.5490</w:t>
      </w:r>
      <w:r>
        <w:tab/>
        <w:t>1.013e0</w:t>
      </w:r>
    </w:p>
    <w:p w14:paraId="2432D45C" w14:textId="77777777" w:rsidR="006D4449" w:rsidRDefault="006D4449" w:rsidP="006D4449">
      <w:r>
        <w:t>456.5900</w:t>
      </w:r>
      <w:r>
        <w:tab/>
        <w:t>1.013e0</w:t>
      </w:r>
    </w:p>
    <w:p w14:paraId="4D098BB0" w14:textId="77777777" w:rsidR="006D4449" w:rsidRDefault="006D4449" w:rsidP="006D4449">
      <w:r>
        <w:t>456.5999</w:t>
      </w:r>
      <w:r>
        <w:tab/>
        <w:t>1.013e0</w:t>
      </w:r>
    </w:p>
    <w:p w14:paraId="0240B69C" w14:textId="77777777" w:rsidR="006D4449" w:rsidRDefault="006D4449" w:rsidP="006D4449">
      <w:r>
        <w:t>456.6159</w:t>
      </w:r>
      <w:r>
        <w:tab/>
        <w:t>1.013e0</w:t>
      </w:r>
    </w:p>
    <w:p w14:paraId="07AA1FB8" w14:textId="77777777" w:rsidR="006D4449" w:rsidRDefault="006D4449" w:rsidP="006D4449">
      <w:r>
        <w:t>456.6478</w:t>
      </w:r>
      <w:r>
        <w:tab/>
        <w:t>1.013e0</w:t>
      </w:r>
    </w:p>
    <w:p w14:paraId="248F8D4C" w14:textId="77777777" w:rsidR="006D4449" w:rsidRDefault="006D4449" w:rsidP="006D4449">
      <w:r>
        <w:t>456.6498</w:t>
      </w:r>
      <w:r>
        <w:tab/>
        <w:t>1.013e0</w:t>
      </w:r>
    </w:p>
    <w:p w14:paraId="322C509A" w14:textId="77777777" w:rsidR="006D4449" w:rsidRDefault="006D4449" w:rsidP="006D4449">
      <w:r>
        <w:t>456.6917</w:t>
      </w:r>
      <w:r>
        <w:tab/>
        <w:t>2.025e0</w:t>
      </w:r>
    </w:p>
    <w:p w14:paraId="691CF0C8" w14:textId="77777777" w:rsidR="006D4449" w:rsidRDefault="006D4449" w:rsidP="006D4449">
      <w:r>
        <w:t>456.6957</w:t>
      </w:r>
      <w:r>
        <w:tab/>
        <w:t>1.013e0</w:t>
      </w:r>
    </w:p>
    <w:p w14:paraId="164E2022" w14:textId="77777777" w:rsidR="006D4449" w:rsidRDefault="006D4449" w:rsidP="006D4449">
      <w:r>
        <w:lastRenderedPageBreak/>
        <w:t>456.8230</w:t>
      </w:r>
      <w:r>
        <w:tab/>
        <w:t>1.013e0</w:t>
      </w:r>
    </w:p>
    <w:p w14:paraId="4E3370B2" w14:textId="77777777" w:rsidR="006D4449" w:rsidRDefault="006D4449" w:rsidP="006D4449">
      <w:r>
        <w:t>456.8410</w:t>
      </w:r>
      <w:r>
        <w:tab/>
        <w:t>2.025e0</w:t>
      </w:r>
    </w:p>
    <w:p w14:paraId="26774D48" w14:textId="77777777" w:rsidR="006D4449" w:rsidRDefault="006D4449" w:rsidP="006D4449">
      <w:r>
        <w:t>456.8476</w:t>
      </w:r>
      <w:r>
        <w:tab/>
        <w:t>1.013e0</w:t>
      </w:r>
    </w:p>
    <w:p w14:paraId="49DC9D38" w14:textId="77777777" w:rsidR="006D4449" w:rsidRDefault="006D4449" w:rsidP="006D4449">
      <w:r>
        <w:t>456.8490</w:t>
      </w:r>
      <w:r>
        <w:tab/>
        <w:t>3.038e0</w:t>
      </w:r>
    </w:p>
    <w:p w14:paraId="2F8853EC" w14:textId="77777777" w:rsidR="006D4449" w:rsidRDefault="006D4449" w:rsidP="006D4449">
      <w:r>
        <w:t>456.8599</w:t>
      </w:r>
      <w:r>
        <w:tab/>
        <w:t>2.025e0</w:t>
      </w:r>
    </w:p>
    <w:p w14:paraId="1C0851C3" w14:textId="77777777" w:rsidR="006D4449" w:rsidRDefault="006D4449" w:rsidP="006D4449">
      <w:r>
        <w:t>456.8863</w:t>
      </w:r>
      <w:r>
        <w:tab/>
        <w:t>2.025e0</w:t>
      </w:r>
    </w:p>
    <w:p w14:paraId="06357531" w14:textId="77777777" w:rsidR="006D4449" w:rsidRDefault="006D4449" w:rsidP="006D4449">
      <w:r>
        <w:t>456.8953</w:t>
      </w:r>
      <w:r>
        <w:tab/>
        <w:t>1.013e0</w:t>
      </w:r>
    </w:p>
    <w:p w14:paraId="4BDD99FD" w14:textId="77777777" w:rsidR="006D4449" w:rsidRDefault="006D4449" w:rsidP="006D4449">
      <w:r>
        <w:t>456.9216</w:t>
      </w:r>
      <w:r>
        <w:tab/>
        <w:t>1.013e0</w:t>
      </w:r>
    </w:p>
    <w:p w14:paraId="0F6959CD" w14:textId="77777777" w:rsidR="006D4449" w:rsidRDefault="006D4449" w:rsidP="006D4449">
      <w:r>
        <w:t>456.9413</w:t>
      </w:r>
      <w:r>
        <w:tab/>
        <w:t>2.025e0</w:t>
      </w:r>
    </w:p>
    <w:p w14:paraId="57A6CD9C" w14:textId="77777777" w:rsidR="006D4449" w:rsidRDefault="006D4449" w:rsidP="006D4449">
      <w:r>
        <w:t>456.9563</w:t>
      </w:r>
      <w:r>
        <w:tab/>
        <w:t>2.025e0</w:t>
      </w:r>
    </w:p>
    <w:p w14:paraId="352AC618" w14:textId="77777777" w:rsidR="006D4449" w:rsidRDefault="006D4449" w:rsidP="006D4449">
      <w:r>
        <w:t>456.9716</w:t>
      </w:r>
      <w:r>
        <w:tab/>
        <w:t>2.025e0</w:t>
      </w:r>
    </w:p>
    <w:p w14:paraId="44FE5A30" w14:textId="77777777" w:rsidR="006D4449" w:rsidRDefault="006D4449" w:rsidP="006D4449">
      <w:r>
        <w:t>457.0339</w:t>
      </w:r>
      <w:r>
        <w:tab/>
        <w:t>2.025e0</w:t>
      </w:r>
    </w:p>
    <w:p w14:paraId="6CD6CA9D" w14:textId="77777777" w:rsidR="006D4449" w:rsidRDefault="006D4449" w:rsidP="006D4449">
      <w:r>
        <w:t>457.0385</w:t>
      </w:r>
      <w:r>
        <w:tab/>
        <w:t>4.051e0</w:t>
      </w:r>
    </w:p>
    <w:p w14:paraId="0727C773" w14:textId="77777777" w:rsidR="006D4449" w:rsidRDefault="006D4449" w:rsidP="006D4449">
      <w:r>
        <w:t>457.0603</w:t>
      </w:r>
      <w:r>
        <w:tab/>
        <w:t>5.063e0</w:t>
      </w:r>
    </w:p>
    <w:p w14:paraId="1C1B3529" w14:textId="77777777" w:rsidR="006D4449" w:rsidRDefault="006D4449" w:rsidP="006D4449">
      <w:r>
        <w:t>457.0910</w:t>
      </w:r>
      <w:r>
        <w:tab/>
        <w:t>2.025e0</w:t>
      </w:r>
    </w:p>
    <w:p w14:paraId="5AD32A14" w14:textId="77777777" w:rsidR="006D4449" w:rsidRDefault="006D4449" w:rsidP="006D4449">
      <w:r>
        <w:t>457.0950</w:t>
      </w:r>
      <w:r>
        <w:tab/>
        <w:t>1.013e0</w:t>
      </w:r>
    </w:p>
    <w:p w14:paraId="72022657" w14:textId="77777777" w:rsidR="006D4449" w:rsidRDefault="006D4449" w:rsidP="006D4449">
      <w:r>
        <w:t>457.1305</w:t>
      </w:r>
      <w:r>
        <w:tab/>
        <w:t>4.051e0</w:t>
      </w:r>
    </w:p>
    <w:p w14:paraId="5785D915" w14:textId="77777777" w:rsidR="006D4449" w:rsidRDefault="006D4449" w:rsidP="006D4449">
      <w:r>
        <w:t>457.1579</w:t>
      </w:r>
      <w:r>
        <w:tab/>
        <w:t>2.025e0</w:t>
      </w:r>
    </w:p>
    <w:p w14:paraId="44E5CFAC" w14:textId="77777777" w:rsidR="006D4449" w:rsidRDefault="006D4449" w:rsidP="006D4449">
      <w:r>
        <w:t>457.1773</w:t>
      </w:r>
      <w:r>
        <w:tab/>
        <w:t>2.025e0</w:t>
      </w:r>
    </w:p>
    <w:p w14:paraId="3F5CD98B" w14:textId="77777777" w:rsidR="006D4449" w:rsidRDefault="006D4449" w:rsidP="006D4449">
      <w:r>
        <w:lastRenderedPageBreak/>
        <w:t>457.1798</w:t>
      </w:r>
      <w:r>
        <w:tab/>
        <w:t>2.025e0</w:t>
      </w:r>
    </w:p>
    <w:p w14:paraId="68127E17" w14:textId="77777777" w:rsidR="006D4449" w:rsidRDefault="006D4449" w:rsidP="006D4449">
      <w:r>
        <w:t>457.2227</w:t>
      </w:r>
      <w:r>
        <w:tab/>
        <w:t>2.445e0</w:t>
      </w:r>
    </w:p>
    <w:p w14:paraId="287C14F8" w14:textId="77777777" w:rsidR="006D4449" w:rsidRDefault="006D4449" w:rsidP="006D4449">
      <w:r>
        <w:t>457.2706</w:t>
      </w:r>
      <w:r>
        <w:tab/>
        <w:t>1.391e0</w:t>
      </w:r>
    </w:p>
    <w:p w14:paraId="3B3D350D" w14:textId="77777777" w:rsidR="006D4449" w:rsidRDefault="006D4449" w:rsidP="006D4449">
      <w:r>
        <w:t>457.2757</w:t>
      </w:r>
      <w:r>
        <w:tab/>
        <w:t>4.033e0</w:t>
      </w:r>
    </w:p>
    <w:p w14:paraId="36290E16" w14:textId="77777777" w:rsidR="006D4449" w:rsidRDefault="006D4449" w:rsidP="006D4449">
      <w:r>
        <w:t>457.2856</w:t>
      </w:r>
      <w:r>
        <w:tab/>
        <w:t>2.432e0</w:t>
      </w:r>
    </w:p>
    <w:p w14:paraId="600E3E14" w14:textId="77777777" w:rsidR="006D4449" w:rsidRDefault="006D4449" w:rsidP="006D4449">
      <w:r>
        <w:t>457.2949</w:t>
      </w:r>
      <w:r>
        <w:tab/>
        <w:t>4.500e0</w:t>
      </w:r>
    </w:p>
    <w:p w14:paraId="1D70682C" w14:textId="77777777" w:rsidR="006D4449" w:rsidRDefault="006D4449" w:rsidP="006D4449">
      <w:r>
        <w:t>457.3250</w:t>
      </w:r>
      <w:r>
        <w:tab/>
        <w:t>7.954e0</w:t>
      </w:r>
    </w:p>
    <w:p w14:paraId="7C5930D4" w14:textId="77777777" w:rsidR="006D4449" w:rsidRDefault="006D4449" w:rsidP="006D4449">
      <w:r>
        <w:t>457.3309</w:t>
      </w:r>
      <w:r>
        <w:tab/>
        <w:t>5.863e0</w:t>
      </w:r>
    </w:p>
    <w:p w14:paraId="04B334D9" w14:textId="77777777" w:rsidR="006D4449" w:rsidRDefault="006D4449" w:rsidP="006D4449">
      <w:r>
        <w:t>457.3434</w:t>
      </w:r>
      <w:r>
        <w:tab/>
        <w:t>9.392e0</w:t>
      </w:r>
    </w:p>
    <w:p w14:paraId="69FF17CF" w14:textId="77777777" w:rsidR="006D4449" w:rsidRDefault="006D4449" w:rsidP="006D4449">
      <w:r>
        <w:t>457.3515</w:t>
      </w:r>
      <w:r>
        <w:tab/>
        <w:t>8.101e0</w:t>
      </w:r>
    </w:p>
    <w:p w14:paraId="7A415C21" w14:textId="77777777" w:rsidR="006D4449" w:rsidRDefault="006D4449" w:rsidP="006D4449">
      <w:r>
        <w:t>457.3987</w:t>
      </w:r>
      <w:r>
        <w:tab/>
        <w:t>1.013e0</w:t>
      </w:r>
    </w:p>
    <w:p w14:paraId="38784876" w14:textId="77777777" w:rsidR="006D4449" w:rsidRDefault="006D4449" w:rsidP="006D4449">
      <w:r>
        <w:t>457.4207</w:t>
      </w:r>
      <w:r>
        <w:tab/>
        <w:t>1.013e0</w:t>
      </w:r>
    </w:p>
    <w:p w14:paraId="7980B50D" w14:textId="77777777" w:rsidR="006D4449" w:rsidRDefault="006D4449" w:rsidP="006D4449">
      <w:r>
        <w:t>457.4219</w:t>
      </w:r>
      <w:r>
        <w:tab/>
        <w:t>4.051e0</w:t>
      </w:r>
    </w:p>
    <w:p w14:paraId="59AE99EC" w14:textId="77777777" w:rsidR="006D4449" w:rsidRDefault="006D4449" w:rsidP="006D4449">
      <w:r>
        <w:t>457.4326</w:t>
      </w:r>
      <w:r>
        <w:tab/>
        <w:t>2.025e0</w:t>
      </w:r>
    </w:p>
    <w:p w14:paraId="1A53E9A6" w14:textId="77777777" w:rsidR="006D4449" w:rsidRDefault="006D4449" w:rsidP="006D4449">
      <w:r>
        <w:t>457.4410</w:t>
      </w:r>
      <w:r>
        <w:tab/>
        <w:t>3.038e0</w:t>
      </w:r>
    </w:p>
    <w:p w14:paraId="203742E6" w14:textId="77777777" w:rsidR="006D4449" w:rsidRDefault="006D4449" w:rsidP="006D4449">
      <w:r>
        <w:t>457.4466</w:t>
      </w:r>
      <w:r>
        <w:tab/>
        <w:t>1.013e0</w:t>
      </w:r>
    </w:p>
    <w:p w14:paraId="030E30E0" w14:textId="77777777" w:rsidR="006D4449" w:rsidRDefault="006D4449" w:rsidP="006D4449">
      <w:r>
        <w:t>457.5304</w:t>
      </w:r>
      <w:r>
        <w:tab/>
        <w:t>1.013e0</w:t>
      </w:r>
    </w:p>
    <w:p w14:paraId="5275A125" w14:textId="77777777" w:rsidR="006D4449" w:rsidRDefault="006D4449" w:rsidP="006D4449">
      <w:r>
        <w:t>457.5700</w:t>
      </w:r>
      <w:r>
        <w:tab/>
        <w:t>1.013e0</w:t>
      </w:r>
    </w:p>
    <w:p w14:paraId="05B3E2E3" w14:textId="77777777" w:rsidR="006D4449" w:rsidRDefault="006D4449" w:rsidP="006D4449">
      <w:r>
        <w:t>457.5719</w:t>
      </w:r>
      <w:r>
        <w:tab/>
        <w:t>1.013e0</w:t>
      </w:r>
    </w:p>
    <w:p w14:paraId="6113CBCB" w14:textId="77777777" w:rsidR="006D4449" w:rsidRDefault="006D4449" w:rsidP="006D4449">
      <w:r>
        <w:lastRenderedPageBreak/>
        <w:t>457.6203</w:t>
      </w:r>
      <w:r>
        <w:tab/>
        <w:t>3.038e0</w:t>
      </w:r>
    </w:p>
    <w:p w14:paraId="4F7E26D4" w14:textId="77777777" w:rsidR="006D4449" w:rsidRDefault="006D4449" w:rsidP="006D4449">
      <w:r>
        <w:t>457.6545</w:t>
      </w:r>
      <w:r>
        <w:tab/>
        <w:t>1.013e0</w:t>
      </w:r>
    </w:p>
    <w:p w14:paraId="35A46510" w14:textId="77777777" w:rsidR="006D4449" w:rsidRDefault="006D4449" w:rsidP="006D4449">
      <w:r>
        <w:t>457.6925</w:t>
      </w:r>
      <w:r>
        <w:tab/>
        <w:t>1.013e0</w:t>
      </w:r>
    </w:p>
    <w:p w14:paraId="7EC5ECAD" w14:textId="77777777" w:rsidR="006D4449" w:rsidRDefault="006D4449" w:rsidP="006D4449">
      <w:r>
        <w:t>457.7025</w:t>
      </w:r>
      <w:r>
        <w:tab/>
        <w:t>1.013e0</w:t>
      </w:r>
    </w:p>
    <w:p w14:paraId="0A15AF33" w14:textId="77777777" w:rsidR="006D4449" w:rsidRDefault="006D4449" w:rsidP="006D4449">
      <w:r>
        <w:t>457.7090</w:t>
      </w:r>
      <w:r>
        <w:tab/>
        <w:t>1.013e0</w:t>
      </w:r>
    </w:p>
    <w:p w14:paraId="7CEEDEDC" w14:textId="77777777" w:rsidR="006D4449" w:rsidRDefault="006D4449" w:rsidP="006D4449">
      <w:r>
        <w:t>457.7618</w:t>
      </w:r>
      <w:r>
        <w:tab/>
        <w:t>2.025e0</w:t>
      </w:r>
    </w:p>
    <w:p w14:paraId="72E8ABFC" w14:textId="77777777" w:rsidR="006D4449" w:rsidRDefault="006D4449" w:rsidP="006D4449">
      <w:r>
        <w:t>457.7771</w:t>
      </w:r>
      <w:r>
        <w:tab/>
        <w:t>3.038e0</w:t>
      </w:r>
    </w:p>
    <w:p w14:paraId="631ACB5F" w14:textId="77777777" w:rsidR="006D4449" w:rsidRDefault="006D4449" w:rsidP="006D4449">
      <w:r>
        <w:t>457.7825</w:t>
      </w:r>
      <w:r>
        <w:tab/>
        <w:t>1.013e0</w:t>
      </w:r>
    </w:p>
    <w:p w14:paraId="15F8D9D9" w14:textId="77777777" w:rsidR="006D4449" w:rsidRDefault="006D4449" w:rsidP="006D4449">
      <w:r>
        <w:t>457.8125</w:t>
      </w:r>
      <w:r>
        <w:tab/>
        <w:t>1.013e0</w:t>
      </w:r>
    </w:p>
    <w:p w14:paraId="06CA279D" w14:textId="77777777" w:rsidR="006D4449" w:rsidRDefault="006D4449" w:rsidP="006D4449">
      <w:r>
        <w:t>457.8385</w:t>
      </w:r>
      <w:r>
        <w:tab/>
        <w:t>1.013e0</w:t>
      </w:r>
    </w:p>
    <w:p w14:paraId="145E53FB" w14:textId="77777777" w:rsidR="006D4449" w:rsidRDefault="006D4449" w:rsidP="006D4449">
      <w:r>
        <w:t>457.8673</w:t>
      </w:r>
      <w:r>
        <w:tab/>
        <w:t>1.013e0</w:t>
      </w:r>
    </w:p>
    <w:p w14:paraId="01C88287" w14:textId="77777777" w:rsidR="006D4449" w:rsidRDefault="006D4449" w:rsidP="006D4449">
      <w:r>
        <w:t>457.8836</w:t>
      </w:r>
      <w:r>
        <w:tab/>
        <w:t>1.013e0</w:t>
      </w:r>
    </w:p>
    <w:p w14:paraId="04442D51" w14:textId="77777777" w:rsidR="006D4449" w:rsidRDefault="006D4449" w:rsidP="006D4449">
      <w:r>
        <w:t>457.9025</w:t>
      </w:r>
      <w:r>
        <w:tab/>
        <w:t>1.013e0</w:t>
      </w:r>
    </w:p>
    <w:p w14:paraId="468B3FB7" w14:textId="77777777" w:rsidR="006D4449" w:rsidRDefault="006D4449" w:rsidP="006D4449">
      <w:r>
        <w:t>457.9150</w:t>
      </w:r>
      <w:r>
        <w:tab/>
        <w:t>4.051e0</w:t>
      </w:r>
    </w:p>
    <w:p w14:paraId="67181E4B" w14:textId="77777777" w:rsidR="006D4449" w:rsidRDefault="006D4449" w:rsidP="006D4449">
      <w:r>
        <w:t>457.9425</w:t>
      </w:r>
      <w:r>
        <w:tab/>
        <w:t>1.013e0</w:t>
      </w:r>
    </w:p>
    <w:p w14:paraId="234F1776" w14:textId="77777777" w:rsidR="006D4449" w:rsidRDefault="006D4449" w:rsidP="006D4449">
      <w:r>
        <w:t>457.9504</w:t>
      </w:r>
      <w:r>
        <w:tab/>
        <w:t>3.038e0</w:t>
      </w:r>
    </w:p>
    <w:p w14:paraId="2C43D925" w14:textId="77777777" w:rsidR="006D4449" w:rsidRDefault="006D4449" w:rsidP="006D4449">
      <w:r>
        <w:t>457.9720</w:t>
      </w:r>
      <w:r>
        <w:tab/>
        <w:t>3.038e0</w:t>
      </w:r>
    </w:p>
    <w:p w14:paraId="41EE1AA9" w14:textId="77777777" w:rsidR="006D4449" w:rsidRDefault="006D4449" w:rsidP="006D4449">
      <w:r>
        <w:t>457.9745</w:t>
      </w:r>
      <w:r>
        <w:tab/>
        <w:t>1.013e0</w:t>
      </w:r>
    </w:p>
    <w:p w14:paraId="6681A467" w14:textId="77777777" w:rsidR="006D4449" w:rsidRDefault="006D4449" w:rsidP="006D4449">
      <w:r>
        <w:t>457.9805</w:t>
      </w:r>
      <w:r>
        <w:tab/>
        <w:t>1.013e0</w:t>
      </w:r>
    </w:p>
    <w:p w14:paraId="168CE98C" w14:textId="77777777" w:rsidR="006D4449" w:rsidRDefault="006D4449" w:rsidP="006D4449">
      <w:r>
        <w:lastRenderedPageBreak/>
        <w:t>458.0225</w:t>
      </w:r>
      <w:r>
        <w:tab/>
        <w:t>2.025e0</w:t>
      </w:r>
    </w:p>
    <w:p w14:paraId="36E86971" w14:textId="77777777" w:rsidR="006D4449" w:rsidRDefault="006D4449" w:rsidP="006D4449">
      <w:r>
        <w:t>458.0240</w:t>
      </w:r>
      <w:r>
        <w:tab/>
        <w:t>1.013e0</w:t>
      </w:r>
    </w:p>
    <w:p w14:paraId="0D21D5C4" w14:textId="77777777" w:rsidR="006D4449" w:rsidRDefault="006D4449" w:rsidP="006D4449">
      <w:r>
        <w:t>458.0439</w:t>
      </w:r>
      <w:r>
        <w:tab/>
        <w:t>1.013e0</w:t>
      </w:r>
    </w:p>
    <w:p w14:paraId="66127F24" w14:textId="77777777" w:rsidR="006D4449" w:rsidRDefault="006D4449" w:rsidP="006D4449">
      <w:r>
        <w:t>458.0544</w:t>
      </w:r>
      <w:r>
        <w:tab/>
        <w:t>2.025e0</w:t>
      </w:r>
    </w:p>
    <w:p w14:paraId="6EA47818" w14:textId="77777777" w:rsidR="006D4449" w:rsidRDefault="006D4449" w:rsidP="006D4449">
      <w:r>
        <w:t>458.0726</w:t>
      </w:r>
      <w:r>
        <w:tab/>
        <w:t>2.025e0</w:t>
      </w:r>
    </w:p>
    <w:p w14:paraId="36A01FC3" w14:textId="77777777" w:rsidR="006D4449" w:rsidRDefault="006D4449" w:rsidP="006D4449">
      <w:r>
        <w:t>458.0775</w:t>
      </w:r>
      <w:r>
        <w:tab/>
        <w:t>2.025e0</w:t>
      </w:r>
    </w:p>
    <w:p w14:paraId="37EF5D2C" w14:textId="77777777" w:rsidR="006D4449" w:rsidRDefault="006D4449" w:rsidP="006D4449">
      <w:r>
        <w:t>458.0944</w:t>
      </w:r>
      <w:r>
        <w:tab/>
        <w:t>2.025e0</w:t>
      </w:r>
    </w:p>
    <w:p w14:paraId="74D638F3" w14:textId="77777777" w:rsidR="006D4449" w:rsidRDefault="006D4449" w:rsidP="006D4449">
      <w:r>
        <w:t>458.1346</w:t>
      </w:r>
      <w:r>
        <w:tab/>
        <w:t>1.013e0</w:t>
      </w:r>
    </w:p>
    <w:p w14:paraId="5953A58E" w14:textId="77777777" w:rsidR="006D4449" w:rsidRDefault="006D4449" w:rsidP="006D4449">
      <w:r>
        <w:t>458.1506</w:t>
      </w:r>
      <w:r>
        <w:tab/>
        <w:t>1.013e0</w:t>
      </w:r>
    </w:p>
    <w:p w14:paraId="79032C59" w14:textId="77777777" w:rsidR="006D4449" w:rsidRDefault="006D4449" w:rsidP="006D4449">
      <w:r>
        <w:t>458.1595</w:t>
      </w:r>
      <w:r>
        <w:tab/>
        <w:t>3.038e0</w:t>
      </w:r>
    </w:p>
    <w:p w14:paraId="09C94487" w14:textId="77777777" w:rsidR="006D4449" w:rsidRDefault="006D4449" w:rsidP="006D4449">
      <w:r>
        <w:t>458.1897</w:t>
      </w:r>
      <w:r>
        <w:tab/>
        <w:t>2.022e0</w:t>
      </w:r>
    </w:p>
    <w:p w14:paraId="09569BA1" w14:textId="77777777" w:rsidR="006D4449" w:rsidRDefault="006D4449" w:rsidP="006D4449">
      <w:r>
        <w:t>458.2191</w:t>
      </w:r>
      <w:r>
        <w:tab/>
        <w:t>3.038e0</w:t>
      </w:r>
    </w:p>
    <w:p w14:paraId="5A9D25E3" w14:textId="77777777" w:rsidR="006D4449" w:rsidRDefault="006D4449" w:rsidP="006D4449">
      <w:r>
        <w:t>458.2205</w:t>
      </w:r>
      <w:r>
        <w:tab/>
        <w:t>1.621e0</w:t>
      </w:r>
    </w:p>
    <w:p w14:paraId="59C34A5B" w14:textId="77777777" w:rsidR="006D4449" w:rsidRDefault="006D4449" w:rsidP="006D4449">
      <w:r>
        <w:t>458.2265</w:t>
      </w:r>
      <w:r>
        <w:tab/>
        <w:t>1.400e0</w:t>
      </w:r>
    </w:p>
    <w:p w14:paraId="34087D8B" w14:textId="77777777" w:rsidR="006D4449" w:rsidRDefault="006D4449" w:rsidP="006D4449">
      <w:r>
        <w:t>458.2488</w:t>
      </w:r>
      <w:r>
        <w:tab/>
        <w:t>8.184e0</w:t>
      </w:r>
    </w:p>
    <w:p w14:paraId="44C51A55" w14:textId="77777777" w:rsidR="006D4449" w:rsidRDefault="006D4449" w:rsidP="006D4449">
      <w:r>
        <w:t>458.3163</w:t>
      </w:r>
      <w:r>
        <w:tab/>
        <w:t>5.519e0</w:t>
      </w:r>
    </w:p>
    <w:p w14:paraId="58900ABD" w14:textId="77777777" w:rsidR="006D4449" w:rsidRDefault="006D4449" w:rsidP="006D4449">
      <w:r>
        <w:t>458.3195</w:t>
      </w:r>
      <w:r>
        <w:tab/>
        <w:t>2.644e0</w:t>
      </w:r>
    </w:p>
    <w:p w14:paraId="28F8E907" w14:textId="77777777" w:rsidR="006D4449" w:rsidRDefault="006D4449" w:rsidP="006D4449">
      <w:r>
        <w:t>458.3249</w:t>
      </w:r>
      <w:r>
        <w:tab/>
        <w:t>4.806e0</w:t>
      </w:r>
    </w:p>
    <w:p w14:paraId="70106863" w14:textId="77777777" w:rsidR="006D4449" w:rsidRDefault="006D4449" w:rsidP="006D4449">
      <w:r>
        <w:t>458.3419</w:t>
      </w:r>
      <w:r>
        <w:tab/>
        <w:t>2.487e0</w:t>
      </w:r>
    </w:p>
    <w:p w14:paraId="40819CAB" w14:textId="77777777" w:rsidR="006D4449" w:rsidRDefault="006D4449" w:rsidP="006D4449">
      <w:r>
        <w:lastRenderedPageBreak/>
        <w:t>458.3588</w:t>
      </w:r>
      <w:r>
        <w:tab/>
        <w:t>1.375e0</w:t>
      </w:r>
    </w:p>
    <w:p w14:paraId="47642BF4" w14:textId="77777777" w:rsidR="006D4449" w:rsidRDefault="006D4449" w:rsidP="006D4449">
      <w:r>
        <w:t>458.3943</w:t>
      </w:r>
      <w:r>
        <w:tab/>
        <w:t>4.051e0</w:t>
      </w:r>
    </w:p>
    <w:p w14:paraId="68F715B1" w14:textId="77777777" w:rsidR="006D4449" w:rsidRDefault="006D4449" w:rsidP="006D4449">
      <w:r>
        <w:t>458.4125</w:t>
      </w:r>
      <w:r>
        <w:tab/>
        <w:t>3.038e0</w:t>
      </w:r>
    </w:p>
    <w:p w14:paraId="6A081046" w14:textId="77777777" w:rsidR="006D4449" w:rsidRDefault="006D4449" w:rsidP="006D4449">
      <w:r>
        <w:t>458.4180</w:t>
      </w:r>
      <w:r>
        <w:tab/>
        <w:t>4.051e0</w:t>
      </w:r>
    </w:p>
    <w:p w14:paraId="526539A0" w14:textId="77777777" w:rsidR="006D4449" w:rsidRDefault="006D4449" w:rsidP="006D4449">
      <w:r>
        <w:t>458.4229</w:t>
      </w:r>
      <w:r>
        <w:tab/>
        <w:t>1.013e0</w:t>
      </w:r>
    </w:p>
    <w:p w14:paraId="1060940E" w14:textId="77777777" w:rsidR="006D4449" w:rsidRDefault="006D4449" w:rsidP="006D4449">
      <w:r>
        <w:t>458.4797</w:t>
      </w:r>
      <w:r>
        <w:tab/>
        <w:t>1.013e0</w:t>
      </w:r>
    </w:p>
    <w:p w14:paraId="641CAA43" w14:textId="77777777" w:rsidR="006D4449" w:rsidRDefault="006D4449" w:rsidP="006D4449">
      <w:r>
        <w:t>458.5090</w:t>
      </w:r>
      <w:r>
        <w:tab/>
        <w:t>1.013e0</w:t>
      </w:r>
    </w:p>
    <w:p w14:paraId="3ABCA9A0" w14:textId="77777777" w:rsidR="006D4449" w:rsidRDefault="006D4449" w:rsidP="006D4449">
      <w:r>
        <w:t>458.5270</w:t>
      </w:r>
      <w:r>
        <w:tab/>
        <w:t>1.013e0</w:t>
      </w:r>
    </w:p>
    <w:p w14:paraId="72C43E6E" w14:textId="77777777" w:rsidR="006D4449" w:rsidRDefault="006D4449" w:rsidP="006D4449">
      <w:r>
        <w:t>458.5410</w:t>
      </w:r>
      <w:r>
        <w:tab/>
        <w:t>1.013e0</w:t>
      </w:r>
    </w:p>
    <w:p w14:paraId="6D9C03F6" w14:textId="77777777" w:rsidR="006D4449" w:rsidRDefault="006D4449" w:rsidP="006D4449">
      <w:r>
        <w:t>458.5831</w:t>
      </w:r>
      <w:r>
        <w:tab/>
        <w:t>1.013e0</w:t>
      </w:r>
    </w:p>
    <w:p w14:paraId="1550D3E7" w14:textId="77777777" w:rsidR="006D4449" w:rsidRDefault="006D4449" w:rsidP="006D4449">
      <w:r>
        <w:t>458.6392</w:t>
      </w:r>
      <w:r>
        <w:tab/>
        <w:t>1.013e0</w:t>
      </w:r>
    </w:p>
    <w:p w14:paraId="58DE0F2C" w14:textId="77777777" w:rsidR="006D4449" w:rsidRDefault="006D4449" w:rsidP="006D4449">
      <w:r>
        <w:t>458.6602</w:t>
      </w:r>
      <w:r>
        <w:tab/>
        <w:t>2.025e0</w:t>
      </w:r>
    </w:p>
    <w:p w14:paraId="59F8E50C" w14:textId="77777777" w:rsidR="006D4449" w:rsidRDefault="006D4449" w:rsidP="006D4449">
      <w:r>
        <w:t>458.7142</w:t>
      </w:r>
      <w:r>
        <w:tab/>
        <w:t>2.025e0</w:t>
      </w:r>
    </w:p>
    <w:p w14:paraId="3C77E3F0" w14:textId="77777777" w:rsidR="006D4449" w:rsidRDefault="006D4449" w:rsidP="006D4449">
      <w:r>
        <w:t>458.8003</w:t>
      </w:r>
      <w:r>
        <w:tab/>
        <w:t>3.038e0</w:t>
      </w:r>
    </w:p>
    <w:p w14:paraId="5E703B36" w14:textId="77777777" w:rsidR="006D4449" w:rsidRDefault="006D4449" w:rsidP="006D4449">
      <w:r>
        <w:t>458.8095</w:t>
      </w:r>
      <w:r>
        <w:tab/>
        <w:t>1.013e0</w:t>
      </w:r>
    </w:p>
    <w:p w14:paraId="129C7C55" w14:textId="77777777" w:rsidR="006D4449" w:rsidRDefault="006D4449" w:rsidP="006D4449">
      <w:r>
        <w:t>458.8155</w:t>
      </w:r>
      <w:r>
        <w:tab/>
        <w:t>1.013e0</w:t>
      </w:r>
    </w:p>
    <w:p w14:paraId="185A8A12" w14:textId="77777777" w:rsidR="006D4449" w:rsidRDefault="006D4449" w:rsidP="006D4449">
      <w:r>
        <w:t>458.8239</w:t>
      </w:r>
      <w:r>
        <w:tab/>
        <w:t>3.038e0</w:t>
      </w:r>
    </w:p>
    <w:p w14:paraId="646F8910" w14:textId="77777777" w:rsidR="006D4449" w:rsidRDefault="006D4449" w:rsidP="006D4449">
      <w:r>
        <w:t>458.8624</w:t>
      </w:r>
      <w:r>
        <w:tab/>
        <w:t>3.038e0</w:t>
      </w:r>
    </w:p>
    <w:p w14:paraId="25EA1151" w14:textId="77777777" w:rsidR="006D4449" w:rsidRDefault="006D4449" w:rsidP="006D4449">
      <w:r>
        <w:t>458.8722</w:t>
      </w:r>
      <w:r>
        <w:tab/>
        <w:t>4.044e0</w:t>
      </w:r>
    </w:p>
    <w:p w14:paraId="1FA7167C" w14:textId="77777777" w:rsidR="006D4449" w:rsidRDefault="006D4449" w:rsidP="006D4449">
      <w:r>
        <w:lastRenderedPageBreak/>
        <w:t>458.8764</w:t>
      </w:r>
      <w:r>
        <w:tab/>
        <w:t>3.038e0</w:t>
      </w:r>
    </w:p>
    <w:p w14:paraId="68166684" w14:textId="77777777" w:rsidR="006D4449" w:rsidRDefault="006D4449" w:rsidP="006D4449">
      <w:r>
        <w:t>458.8939</w:t>
      </w:r>
      <w:r>
        <w:tab/>
        <w:t>3.038e0</w:t>
      </w:r>
    </w:p>
    <w:p w14:paraId="3E67BD21" w14:textId="77777777" w:rsidR="006D4449" w:rsidRDefault="006D4449" w:rsidP="006D4449">
      <w:r>
        <w:t>458.9058</w:t>
      </w:r>
      <w:r>
        <w:tab/>
        <w:t>2.025e0</w:t>
      </w:r>
    </w:p>
    <w:p w14:paraId="2CCF7966" w14:textId="77777777" w:rsidR="006D4449" w:rsidRDefault="006D4449" w:rsidP="006D4449">
      <w:r>
        <w:t>458.9257</w:t>
      </w:r>
      <w:r>
        <w:tab/>
        <w:t>2.631e0</w:t>
      </w:r>
    </w:p>
    <w:p w14:paraId="2E7112CD" w14:textId="77777777" w:rsidR="006D4449" w:rsidRDefault="006D4449" w:rsidP="006D4449">
      <w:r>
        <w:t>458.9357</w:t>
      </w:r>
      <w:r>
        <w:tab/>
        <w:t>1.013e0</w:t>
      </w:r>
    </w:p>
    <w:p w14:paraId="42EB06A8" w14:textId="77777777" w:rsidR="006D4449" w:rsidRDefault="006D4449" w:rsidP="006D4449">
      <w:r>
        <w:t>458.9598</w:t>
      </w:r>
      <w:r>
        <w:tab/>
        <w:t>1.013e0</w:t>
      </w:r>
    </w:p>
    <w:p w14:paraId="4D6B401C" w14:textId="77777777" w:rsidR="006D4449" w:rsidRDefault="006D4449" w:rsidP="006D4449">
      <w:r>
        <w:t>458.9692</w:t>
      </w:r>
      <w:r>
        <w:tab/>
        <w:t>3.942e0</w:t>
      </w:r>
    </w:p>
    <w:p w14:paraId="26874D49" w14:textId="77777777" w:rsidR="006D4449" w:rsidRDefault="006D4449" w:rsidP="006D4449">
      <w:r>
        <w:t>458.9899</w:t>
      </w:r>
      <w:r>
        <w:tab/>
        <w:t>1.013e0</w:t>
      </w:r>
    </w:p>
    <w:p w14:paraId="2FACBE91" w14:textId="77777777" w:rsidR="006D4449" w:rsidRDefault="006D4449" w:rsidP="006D4449">
      <w:r>
        <w:t>459.0239</w:t>
      </w:r>
      <w:r>
        <w:tab/>
        <w:t>1.013e0</w:t>
      </w:r>
    </w:p>
    <w:p w14:paraId="11177A60" w14:textId="77777777" w:rsidR="006D4449" w:rsidRDefault="006D4449" w:rsidP="006D4449">
      <w:r>
        <w:t>459.0457</w:t>
      </w:r>
      <w:r>
        <w:tab/>
        <w:t>1.013e0</w:t>
      </w:r>
    </w:p>
    <w:p w14:paraId="4CBE631B" w14:textId="77777777" w:rsidR="006D4449" w:rsidRDefault="006D4449" w:rsidP="006D4449">
      <w:r>
        <w:t>459.0742</w:t>
      </w:r>
      <w:r>
        <w:tab/>
        <w:t>2.025e0</w:t>
      </w:r>
    </w:p>
    <w:p w14:paraId="3EECDF6C" w14:textId="77777777" w:rsidR="006D4449" w:rsidRDefault="006D4449" w:rsidP="006D4449">
      <w:r>
        <w:t>459.0881</w:t>
      </w:r>
      <w:r>
        <w:tab/>
        <w:t>3.038e0</w:t>
      </w:r>
    </w:p>
    <w:p w14:paraId="2043F932" w14:textId="77777777" w:rsidR="006D4449" w:rsidRDefault="006D4449" w:rsidP="006D4449">
      <w:r>
        <w:t>459.1412</w:t>
      </w:r>
      <w:r>
        <w:tab/>
        <w:t>1.013e0</w:t>
      </w:r>
    </w:p>
    <w:p w14:paraId="6ABBA729" w14:textId="77777777" w:rsidR="006D4449" w:rsidRDefault="006D4449" w:rsidP="006D4449">
      <w:r>
        <w:t>459.1481</w:t>
      </w:r>
      <w:r>
        <w:tab/>
        <w:t>3.038e0</w:t>
      </w:r>
    </w:p>
    <w:p w14:paraId="3C08D258" w14:textId="77777777" w:rsidR="006D4449" w:rsidRDefault="006D4449" w:rsidP="006D4449">
      <w:r>
        <w:t>459.1530</w:t>
      </w:r>
      <w:r>
        <w:tab/>
        <w:t>5.063e0</w:t>
      </w:r>
    </w:p>
    <w:p w14:paraId="397A5CE0" w14:textId="77777777" w:rsidR="006D4449" w:rsidRDefault="006D4449" w:rsidP="006D4449">
      <w:r>
        <w:t>459.1734</w:t>
      </w:r>
      <w:r>
        <w:tab/>
        <w:t>2.025e0</w:t>
      </w:r>
    </w:p>
    <w:p w14:paraId="2649CE39" w14:textId="77777777" w:rsidR="006D4449" w:rsidRDefault="006D4449" w:rsidP="006D4449">
      <w:r>
        <w:t>459.1752</w:t>
      </w:r>
      <w:r>
        <w:tab/>
        <w:t>1.903e0</w:t>
      </w:r>
    </w:p>
    <w:p w14:paraId="78793A2B" w14:textId="77777777" w:rsidR="006D4449" w:rsidRDefault="006D4449" w:rsidP="006D4449">
      <w:r>
        <w:t>459.2007</w:t>
      </w:r>
      <w:r>
        <w:tab/>
        <w:t>3.038e0</w:t>
      </w:r>
    </w:p>
    <w:p w14:paraId="5DB97F2D" w14:textId="77777777" w:rsidR="006D4449" w:rsidRDefault="006D4449" w:rsidP="006D4449">
      <w:r>
        <w:t>459.2283</w:t>
      </w:r>
      <w:r>
        <w:tab/>
        <w:t>2.025e0</w:t>
      </w:r>
    </w:p>
    <w:p w14:paraId="3050CF6B" w14:textId="77777777" w:rsidR="006D4449" w:rsidRDefault="006D4449" w:rsidP="006D4449">
      <w:r>
        <w:lastRenderedPageBreak/>
        <w:t>459.2378</w:t>
      </w:r>
      <w:r>
        <w:tab/>
        <w:t>6.021e0</w:t>
      </w:r>
    </w:p>
    <w:p w14:paraId="27320F31" w14:textId="77777777" w:rsidR="006D4449" w:rsidRDefault="006D4449" w:rsidP="006D4449">
      <w:r>
        <w:t>459.2443</w:t>
      </w:r>
      <w:r>
        <w:tab/>
        <w:t>7.745e0</w:t>
      </w:r>
    </w:p>
    <w:p w14:paraId="467DA40A" w14:textId="77777777" w:rsidR="006D4449" w:rsidRDefault="006D4449" w:rsidP="006D4449">
      <w:r>
        <w:t>459.2560</w:t>
      </w:r>
      <w:r>
        <w:tab/>
        <w:t>1.403e1</w:t>
      </w:r>
    </w:p>
    <w:p w14:paraId="5D0AFA48" w14:textId="77777777" w:rsidR="006D4449" w:rsidRDefault="006D4449" w:rsidP="006D4449">
      <w:r>
        <w:t>459.2716</w:t>
      </w:r>
      <w:r>
        <w:tab/>
        <w:t>9.045e0</w:t>
      </w:r>
    </w:p>
    <w:p w14:paraId="09309685" w14:textId="77777777" w:rsidR="006D4449" w:rsidRDefault="006D4449" w:rsidP="006D4449">
      <w:r>
        <w:t>459.3002</w:t>
      </w:r>
      <w:r>
        <w:tab/>
        <w:t>1.628e0</w:t>
      </w:r>
    </w:p>
    <w:p w14:paraId="280B112F" w14:textId="77777777" w:rsidR="006D4449" w:rsidRDefault="006D4449" w:rsidP="006D4449">
      <w:r>
        <w:t>459.3483</w:t>
      </w:r>
      <w:r>
        <w:tab/>
        <w:t>2.025e0</w:t>
      </w:r>
    </w:p>
    <w:p w14:paraId="4B9EF9A3" w14:textId="77777777" w:rsidR="006D4449" w:rsidRDefault="006D4449" w:rsidP="006D4449">
      <w:r>
        <w:t>459.3497</w:t>
      </w:r>
      <w:r>
        <w:tab/>
        <w:t>6.409e0</w:t>
      </w:r>
    </w:p>
    <w:p w14:paraId="2CDBB995" w14:textId="77777777" w:rsidR="006D4449" w:rsidRDefault="006D4449" w:rsidP="006D4449">
      <w:r>
        <w:t>459.3830</w:t>
      </w:r>
      <w:r>
        <w:tab/>
        <w:t>1.013e0</w:t>
      </w:r>
    </w:p>
    <w:p w14:paraId="046B5B08" w14:textId="77777777" w:rsidR="006D4449" w:rsidRDefault="006D4449" w:rsidP="006D4449">
      <w:r>
        <w:t>459.3910</w:t>
      </w:r>
      <w:r>
        <w:tab/>
        <w:t>1.013e0</w:t>
      </w:r>
    </w:p>
    <w:p w14:paraId="258FE37A" w14:textId="77777777" w:rsidR="006D4449" w:rsidRDefault="006D4449" w:rsidP="006D4449">
      <w:r>
        <w:t>459.3955</w:t>
      </w:r>
      <w:r>
        <w:tab/>
        <w:t>3.038e0</w:t>
      </w:r>
    </w:p>
    <w:p w14:paraId="1C16812F" w14:textId="77777777" w:rsidR="006D4449" w:rsidRDefault="006D4449" w:rsidP="006D4449">
      <w:r>
        <w:t>459.4633</w:t>
      </w:r>
      <w:r>
        <w:tab/>
        <w:t>1.013e0</w:t>
      </w:r>
    </w:p>
    <w:p w14:paraId="2666B4F4" w14:textId="77777777" w:rsidR="006D4449" w:rsidRDefault="006D4449" w:rsidP="006D4449">
      <w:r>
        <w:t>459.4787</w:t>
      </w:r>
      <w:r>
        <w:tab/>
        <w:t>4.051e0</w:t>
      </w:r>
    </w:p>
    <w:p w14:paraId="4D38B60D" w14:textId="77777777" w:rsidR="006D4449" w:rsidRDefault="006D4449" w:rsidP="006D4449">
      <w:r>
        <w:t>459.5214</w:t>
      </w:r>
      <w:r>
        <w:tab/>
        <w:t>1.013e0</w:t>
      </w:r>
    </w:p>
    <w:p w14:paraId="13AD0085" w14:textId="77777777" w:rsidR="006D4449" w:rsidRDefault="006D4449" w:rsidP="006D4449">
      <w:r>
        <w:t>459.5856</w:t>
      </w:r>
      <w:r>
        <w:tab/>
        <w:t>2.025e0</w:t>
      </w:r>
    </w:p>
    <w:p w14:paraId="6EF9A217" w14:textId="77777777" w:rsidR="006D4449" w:rsidRDefault="006D4449" w:rsidP="006D4449">
      <w:r>
        <w:t>459.6097</w:t>
      </w:r>
      <w:r>
        <w:tab/>
        <w:t>1.013e0</w:t>
      </w:r>
    </w:p>
    <w:p w14:paraId="79CC39E6" w14:textId="77777777" w:rsidR="006D4449" w:rsidRDefault="006D4449" w:rsidP="006D4449">
      <w:r>
        <w:t>459.6764</w:t>
      </w:r>
      <w:r>
        <w:tab/>
        <w:t>1.013e0</w:t>
      </w:r>
    </w:p>
    <w:p w14:paraId="2AD61BFA" w14:textId="77777777" w:rsidR="006D4449" w:rsidRDefault="006D4449" w:rsidP="006D4449">
      <w:r>
        <w:t>459.7141</w:t>
      </w:r>
      <w:r>
        <w:tab/>
        <w:t>1.013e0</w:t>
      </w:r>
    </w:p>
    <w:p w14:paraId="72FBFD31" w14:textId="77777777" w:rsidR="006D4449" w:rsidRDefault="006D4449" w:rsidP="006D4449">
      <w:r>
        <w:t>459.7462</w:t>
      </w:r>
      <w:r>
        <w:tab/>
        <w:t>1.013e0</w:t>
      </w:r>
    </w:p>
    <w:p w14:paraId="482D238E" w14:textId="77777777" w:rsidR="006D4449" w:rsidRDefault="006D4449" w:rsidP="006D4449">
      <w:r>
        <w:t>459.7556</w:t>
      </w:r>
      <w:r>
        <w:tab/>
        <w:t>1.013e0</w:t>
      </w:r>
    </w:p>
    <w:p w14:paraId="06B9E804" w14:textId="77777777" w:rsidR="006D4449" w:rsidRDefault="006D4449" w:rsidP="006D4449">
      <w:r>
        <w:lastRenderedPageBreak/>
        <w:t>459.7718</w:t>
      </w:r>
      <w:r>
        <w:tab/>
        <w:t>1.013e0</w:t>
      </w:r>
    </w:p>
    <w:p w14:paraId="2506845F" w14:textId="77777777" w:rsidR="006D4449" w:rsidRDefault="006D4449" w:rsidP="006D4449">
      <w:r>
        <w:t>459.8477</w:t>
      </w:r>
      <w:r>
        <w:tab/>
        <w:t>2.025e0</w:t>
      </w:r>
    </w:p>
    <w:p w14:paraId="0610FCB8" w14:textId="77777777" w:rsidR="006D4449" w:rsidRDefault="006D4449" w:rsidP="006D4449">
      <w:r>
        <w:t>459.8531</w:t>
      </w:r>
      <w:r>
        <w:tab/>
        <w:t>2.025e0</w:t>
      </w:r>
    </w:p>
    <w:p w14:paraId="54BBC7E7" w14:textId="77777777" w:rsidR="006D4449" w:rsidRDefault="006D4449" w:rsidP="006D4449">
      <w:r>
        <w:t>459.9112</w:t>
      </w:r>
      <w:r>
        <w:tab/>
        <w:t>6.076e0</w:t>
      </w:r>
    </w:p>
    <w:p w14:paraId="42F0D770" w14:textId="77777777" w:rsidR="006D4449" w:rsidRDefault="006D4449" w:rsidP="006D4449">
      <w:r>
        <w:t>459.9198</w:t>
      </w:r>
      <w:r>
        <w:tab/>
        <w:t>2.025e0</w:t>
      </w:r>
    </w:p>
    <w:p w14:paraId="2C85BA75" w14:textId="77777777" w:rsidR="006D4449" w:rsidRDefault="006D4449" w:rsidP="006D4449">
      <w:r>
        <w:t>459.9480</w:t>
      </w:r>
      <w:r>
        <w:tab/>
        <w:t>2.025e0</w:t>
      </w:r>
    </w:p>
    <w:p w14:paraId="214EDB05" w14:textId="77777777" w:rsidR="006D4449" w:rsidRDefault="006D4449" w:rsidP="006D4449">
      <w:r>
        <w:t>459.9717</w:t>
      </w:r>
      <w:r>
        <w:tab/>
        <w:t>1.013e0</w:t>
      </w:r>
    </w:p>
    <w:p w14:paraId="6935115A" w14:textId="77777777" w:rsidR="006D4449" w:rsidRDefault="006D4449" w:rsidP="006D4449">
      <w:r>
        <w:t>459.9848</w:t>
      </w:r>
      <w:r>
        <w:tab/>
        <w:t>1.013e0</w:t>
      </w:r>
    </w:p>
    <w:p w14:paraId="33E78EED" w14:textId="77777777" w:rsidR="006D4449" w:rsidRDefault="006D4449" w:rsidP="006D4449">
      <w:r>
        <w:t>460.0236</w:t>
      </w:r>
      <w:r>
        <w:tab/>
        <w:t>2.025e0</w:t>
      </w:r>
    </w:p>
    <w:p w14:paraId="5562DCC8" w14:textId="77777777" w:rsidR="006D4449" w:rsidRDefault="006D4449" w:rsidP="006D4449">
      <w:r>
        <w:t>460.0263</w:t>
      </w:r>
      <w:r>
        <w:tab/>
        <w:t>2.025e0</w:t>
      </w:r>
    </w:p>
    <w:p w14:paraId="4CBCD7D2" w14:textId="77777777" w:rsidR="006D4449" w:rsidRDefault="006D4449" w:rsidP="006D4449">
      <w:r>
        <w:t>460.0576</w:t>
      </w:r>
      <w:r>
        <w:tab/>
        <w:t>1.013e0</w:t>
      </w:r>
    </w:p>
    <w:p w14:paraId="03B0741A" w14:textId="77777777" w:rsidR="006D4449" w:rsidRDefault="006D4449" w:rsidP="006D4449">
      <w:r>
        <w:t>460.0805</w:t>
      </w:r>
      <w:r>
        <w:tab/>
        <w:t>4.051e0</w:t>
      </w:r>
    </w:p>
    <w:p w14:paraId="2362B0A3" w14:textId="77777777" w:rsidR="006D4449" w:rsidRDefault="006D4449" w:rsidP="006D4449">
      <w:r>
        <w:t>460.1035</w:t>
      </w:r>
      <w:r>
        <w:tab/>
        <w:t>1.013e0</w:t>
      </w:r>
    </w:p>
    <w:p w14:paraId="1C1F109E" w14:textId="77777777" w:rsidR="006D4449" w:rsidRDefault="006D4449" w:rsidP="006D4449">
      <w:r>
        <w:t>460.1162</w:t>
      </w:r>
      <w:r>
        <w:tab/>
        <w:t>2.025e0</w:t>
      </w:r>
    </w:p>
    <w:p w14:paraId="6ECD4819" w14:textId="77777777" w:rsidR="006D4449" w:rsidRDefault="006D4449" w:rsidP="006D4449">
      <w:r>
        <w:t>460.1441</w:t>
      </w:r>
      <w:r>
        <w:tab/>
        <w:t>3.670e0</w:t>
      </w:r>
    </w:p>
    <w:p w14:paraId="5453EAF4" w14:textId="77777777" w:rsidR="006D4449" w:rsidRDefault="006D4449" w:rsidP="006D4449">
      <w:r>
        <w:t>460.1624</w:t>
      </w:r>
      <w:r>
        <w:tab/>
        <w:t>6.076e0</w:t>
      </w:r>
    </w:p>
    <w:p w14:paraId="326986DB" w14:textId="77777777" w:rsidR="006D4449" w:rsidRDefault="006D4449" w:rsidP="006D4449">
      <w:r>
        <w:t>460.1647</w:t>
      </w:r>
      <w:r>
        <w:tab/>
        <w:t>1.013e0</w:t>
      </w:r>
    </w:p>
    <w:p w14:paraId="15674ED6" w14:textId="77777777" w:rsidR="006D4449" w:rsidRDefault="006D4449" w:rsidP="006D4449">
      <w:r>
        <w:t>460.1721</w:t>
      </w:r>
      <w:r>
        <w:tab/>
        <w:t>2.025e0</w:t>
      </w:r>
    </w:p>
    <w:p w14:paraId="374821F6" w14:textId="77777777" w:rsidR="006D4449" w:rsidRDefault="006D4449" w:rsidP="006D4449">
      <w:r>
        <w:t>460.1759</w:t>
      </w:r>
      <w:r>
        <w:tab/>
        <w:t>2.025e0</w:t>
      </w:r>
    </w:p>
    <w:p w14:paraId="654BB960" w14:textId="77777777" w:rsidR="006D4449" w:rsidRDefault="006D4449" w:rsidP="006D4449">
      <w:r>
        <w:lastRenderedPageBreak/>
        <w:t>460.2045</w:t>
      </w:r>
      <w:r>
        <w:tab/>
        <w:t>2.025e0</w:t>
      </w:r>
    </w:p>
    <w:p w14:paraId="25137E01" w14:textId="77777777" w:rsidR="006D4449" w:rsidRDefault="006D4449" w:rsidP="006D4449">
      <w:r>
        <w:t>460.2419</w:t>
      </w:r>
      <w:r>
        <w:tab/>
        <w:t>3.428e0</w:t>
      </w:r>
    </w:p>
    <w:p w14:paraId="77D5B5F1" w14:textId="77777777" w:rsidR="006D4449" w:rsidRDefault="006D4449" w:rsidP="006D4449">
      <w:r>
        <w:t>460.2547</w:t>
      </w:r>
      <w:r>
        <w:tab/>
        <w:t>4.506e0</w:t>
      </w:r>
    </w:p>
    <w:p w14:paraId="5CB1C6A0" w14:textId="77777777" w:rsidR="006D4449" w:rsidRDefault="006D4449" w:rsidP="006D4449">
      <w:r>
        <w:t>460.2565</w:t>
      </w:r>
      <w:r>
        <w:tab/>
        <w:t>3.018e0</w:t>
      </w:r>
    </w:p>
    <w:p w14:paraId="2B1DCD81" w14:textId="77777777" w:rsidR="006D4449" w:rsidRDefault="006D4449" w:rsidP="006D4449">
      <w:r>
        <w:t>460.2983</w:t>
      </w:r>
      <w:r>
        <w:tab/>
        <w:t>7.833e0</w:t>
      </w:r>
    </w:p>
    <w:p w14:paraId="31619E7D" w14:textId="77777777" w:rsidR="006D4449" w:rsidRDefault="006D4449" w:rsidP="006D4449">
      <w:r>
        <w:t>460.3076</w:t>
      </w:r>
      <w:r>
        <w:tab/>
        <w:t>1.993e0</w:t>
      </w:r>
    </w:p>
    <w:p w14:paraId="0909E5F9" w14:textId="77777777" w:rsidR="006D4449" w:rsidRDefault="006D4449" w:rsidP="006D4449">
      <w:r>
        <w:t>460.3208</w:t>
      </w:r>
      <w:r>
        <w:tab/>
        <w:t>4.865e0</w:t>
      </w:r>
    </w:p>
    <w:p w14:paraId="5BC83CA6" w14:textId="77777777" w:rsidR="006D4449" w:rsidRDefault="006D4449" w:rsidP="006D4449">
      <w:r>
        <w:t>460.3566</w:t>
      </w:r>
      <w:r>
        <w:tab/>
        <w:t>3.038e0</w:t>
      </w:r>
    </w:p>
    <w:p w14:paraId="2BCB992D" w14:textId="77777777" w:rsidR="006D4449" w:rsidRDefault="006D4449" w:rsidP="006D4449">
      <w:r>
        <w:t>460.4130</w:t>
      </w:r>
      <w:r>
        <w:tab/>
        <w:t>1.925e0</w:t>
      </w:r>
    </w:p>
    <w:p w14:paraId="3CC02A44" w14:textId="77777777" w:rsidR="006D4449" w:rsidRDefault="006D4449" w:rsidP="006D4449">
      <w:r>
        <w:t>460.4171</w:t>
      </w:r>
      <w:r>
        <w:tab/>
        <w:t>1.013e0</w:t>
      </w:r>
    </w:p>
    <w:p w14:paraId="33224127" w14:textId="77777777" w:rsidR="006D4449" w:rsidRDefault="006D4449" w:rsidP="006D4449">
      <w:r>
        <w:t>460.4258</w:t>
      </w:r>
      <w:r>
        <w:tab/>
        <w:t>4.026e0</w:t>
      </w:r>
    </w:p>
    <w:p w14:paraId="442A55D3" w14:textId="77777777" w:rsidR="006D4449" w:rsidRDefault="006D4449" w:rsidP="006D4449">
      <w:r>
        <w:t>460.4515</w:t>
      </w:r>
      <w:r>
        <w:tab/>
        <w:t>1.013e0</w:t>
      </w:r>
    </w:p>
    <w:p w14:paraId="272B65A2" w14:textId="77777777" w:rsidR="006D4449" w:rsidRDefault="006D4449" w:rsidP="006D4449">
      <w:r>
        <w:t>460.4535</w:t>
      </w:r>
      <w:r>
        <w:tab/>
        <w:t>1.013e0</w:t>
      </w:r>
    </w:p>
    <w:p w14:paraId="46E6B37F" w14:textId="77777777" w:rsidR="006D4449" w:rsidRDefault="006D4449" w:rsidP="006D4449">
      <w:r>
        <w:t>460.4865</w:t>
      </w:r>
      <w:r>
        <w:tab/>
        <w:t>2.025e0</w:t>
      </w:r>
    </w:p>
    <w:p w14:paraId="1B80D918" w14:textId="77777777" w:rsidR="006D4449" w:rsidRDefault="006D4449" w:rsidP="006D4449">
      <w:r>
        <w:t>460.5093</w:t>
      </w:r>
      <w:r>
        <w:tab/>
        <w:t>3.038e0</w:t>
      </w:r>
    </w:p>
    <w:p w14:paraId="39152BE9" w14:textId="77777777" w:rsidR="006D4449" w:rsidRDefault="006D4449" w:rsidP="006D4449">
      <w:r>
        <w:t>460.5180</w:t>
      </w:r>
      <w:r>
        <w:tab/>
        <w:t>1.013e0</w:t>
      </w:r>
    </w:p>
    <w:p w14:paraId="7C425A57" w14:textId="77777777" w:rsidR="006D4449" w:rsidRDefault="006D4449" w:rsidP="006D4449">
      <w:r>
        <w:t>460.5541</w:t>
      </w:r>
      <w:r>
        <w:tab/>
        <w:t>1.013e0</w:t>
      </w:r>
    </w:p>
    <w:p w14:paraId="1890AD80" w14:textId="77777777" w:rsidR="006D4449" w:rsidRDefault="006D4449" w:rsidP="006D4449">
      <w:r>
        <w:t>460.6121</w:t>
      </w:r>
      <w:r>
        <w:tab/>
        <w:t>1.013e0</w:t>
      </w:r>
    </w:p>
    <w:p w14:paraId="015CBE94" w14:textId="77777777" w:rsidR="006D4449" w:rsidRDefault="006D4449" w:rsidP="006D4449">
      <w:r>
        <w:t>460.6339</w:t>
      </w:r>
      <w:r>
        <w:tab/>
        <w:t>2.025e0</w:t>
      </w:r>
    </w:p>
    <w:p w14:paraId="5E07D448" w14:textId="77777777" w:rsidR="006D4449" w:rsidRDefault="006D4449" w:rsidP="006D4449">
      <w:r>
        <w:lastRenderedPageBreak/>
        <w:t>460.6707</w:t>
      </w:r>
      <w:r>
        <w:tab/>
        <w:t>1.013e0</w:t>
      </w:r>
    </w:p>
    <w:p w14:paraId="6D67C7EA" w14:textId="77777777" w:rsidR="006D4449" w:rsidRDefault="006D4449" w:rsidP="006D4449">
      <w:r>
        <w:t>460.6929</w:t>
      </w:r>
      <w:r>
        <w:tab/>
        <w:t>2.025e0</w:t>
      </w:r>
    </w:p>
    <w:p w14:paraId="416D47AE" w14:textId="77777777" w:rsidR="006D4449" w:rsidRDefault="006D4449" w:rsidP="006D4449">
      <w:r>
        <w:t>460.7147</w:t>
      </w:r>
      <w:r>
        <w:tab/>
        <w:t>1.013e0</w:t>
      </w:r>
    </w:p>
    <w:p w14:paraId="1863B8CD" w14:textId="77777777" w:rsidR="006D4449" w:rsidRDefault="006D4449" w:rsidP="006D4449">
      <w:r>
        <w:t>460.8157</w:t>
      </w:r>
      <w:r>
        <w:tab/>
        <w:t>2.025e0</w:t>
      </w:r>
    </w:p>
    <w:p w14:paraId="44B55B1A" w14:textId="77777777" w:rsidR="006D4449" w:rsidRDefault="006D4449" w:rsidP="006D4449">
      <w:r>
        <w:t>460.8517</w:t>
      </w:r>
      <w:r>
        <w:tab/>
        <w:t>1.013e0</w:t>
      </w:r>
    </w:p>
    <w:p w14:paraId="7C74CAFC" w14:textId="77777777" w:rsidR="006D4449" w:rsidRDefault="006D4449" w:rsidP="006D4449">
      <w:r>
        <w:t>460.9074</w:t>
      </w:r>
      <w:r>
        <w:tab/>
        <w:t>1.013e0</w:t>
      </w:r>
    </w:p>
    <w:p w14:paraId="279C1DE2" w14:textId="77777777" w:rsidR="006D4449" w:rsidRDefault="006D4449" w:rsidP="006D4449">
      <w:r>
        <w:t>460.9201</w:t>
      </w:r>
      <w:r>
        <w:tab/>
        <w:t>1.013e0</w:t>
      </w:r>
    </w:p>
    <w:p w14:paraId="2B333627" w14:textId="77777777" w:rsidR="006D4449" w:rsidRDefault="006D4449" w:rsidP="006D4449">
      <w:r>
        <w:t>460.9443</w:t>
      </w:r>
      <w:r>
        <w:tab/>
        <w:t>1.013e0</w:t>
      </w:r>
    </w:p>
    <w:p w14:paraId="66B141D8" w14:textId="77777777" w:rsidR="006D4449" w:rsidRDefault="006D4449" w:rsidP="006D4449">
      <w:r>
        <w:t>460.9584</w:t>
      </w:r>
      <w:r>
        <w:tab/>
        <w:t>1.013e0</w:t>
      </w:r>
    </w:p>
    <w:p w14:paraId="3937E6D7" w14:textId="77777777" w:rsidR="006D4449" w:rsidRDefault="006D4449" w:rsidP="006D4449">
      <w:r>
        <w:t>460.9653</w:t>
      </w:r>
      <w:r>
        <w:tab/>
        <w:t>1.013e0</w:t>
      </w:r>
    </w:p>
    <w:p w14:paraId="309FAB1C" w14:textId="77777777" w:rsidR="006D4449" w:rsidRDefault="006D4449" w:rsidP="006D4449">
      <w:r>
        <w:t>460.9899</w:t>
      </w:r>
      <w:r>
        <w:tab/>
        <w:t>3.038e0</w:t>
      </w:r>
    </w:p>
    <w:p w14:paraId="78742550" w14:textId="77777777" w:rsidR="006D4449" w:rsidRDefault="006D4449" w:rsidP="006D4449">
      <w:r>
        <w:t>461.0286</w:t>
      </w:r>
      <w:r>
        <w:tab/>
        <w:t>6.076e0</w:t>
      </w:r>
    </w:p>
    <w:p w14:paraId="1AC86D98" w14:textId="77777777" w:rsidR="006D4449" w:rsidRDefault="006D4449" w:rsidP="006D4449">
      <w:r>
        <w:t>461.0505</w:t>
      </w:r>
      <w:r>
        <w:tab/>
        <w:t>2.025e0</w:t>
      </w:r>
    </w:p>
    <w:p w14:paraId="162119B1" w14:textId="77777777" w:rsidR="006D4449" w:rsidRDefault="006D4449" w:rsidP="006D4449">
      <w:r>
        <w:t>461.0953</w:t>
      </w:r>
      <w:r>
        <w:tab/>
        <w:t>1.013e0</w:t>
      </w:r>
    </w:p>
    <w:p w14:paraId="0EE35AFE" w14:textId="77777777" w:rsidR="006D4449" w:rsidRDefault="006D4449" w:rsidP="006D4449">
      <w:r>
        <w:t>461.0973</w:t>
      </w:r>
      <w:r>
        <w:tab/>
        <w:t>1.013e0</w:t>
      </w:r>
    </w:p>
    <w:p w14:paraId="432684E3" w14:textId="77777777" w:rsidR="006D4449" w:rsidRDefault="006D4449" w:rsidP="006D4449">
      <w:r>
        <w:t>461.1097</w:t>
      </w:r>
      <w:r>
        <w:tab/>
        <w:t>2.025e0</w:t>
      </w:r>
    </w:p>
    <w:p w14:paraId="37C4BE4D" w14:textId="77777777" w:rsidR="006D4449" w:rsidRDefault="006D4449" w:rsidP="006D4449">
      <w:r>
        <w:t>461.1116</w:t>
      </w:r>
      <w:r>
        <w:tab/>
        <w:t>6.076e0</w:t>
      </w:r>
    </w:p>
    <w:p w14:paraId="11C54E8A" w14:textId="77777777" w:rsidR="006D4449" w:rsidRDefault="006D4449" w:rsidP="006D4449">
      <w:r>
        <w:t>461.1493</w:t>
      </w:r>
      <w:r>
        <w:tab/>
        <w:t>3.038e0</w:t>
      </w:r>
    </w:p>
    <w:p w14:paraId="5962D14F" w14:textId="77777777" w:rsidR="006D4449" w:rsidRDefault="006D4449" w:rsidP="006D4449">
      <w:r>
        <w:t>461.1678</w:t>
      </w:r>
      <w:r>
        <w:tab/>
        <w:t>1.013e0</w:t>
      </w:r>
    </w:p>
    <w:p w14:paraId="3F04A0FC" w14:textId="77777777" w:rsidR="006D4449" w:rsidRDefault="006D4449" w:rsidP="006D4449">
      <w:r>
        <w:lastRenderedPageBreak/>
        <w:t>461.1725</w:t>
      </w:r>
      <w:r>
        <w:tab/>
        <w:t>3.038e0</w:t>
      </w:r>
    </w:p>
    <w:p w14:paraId="2FA0C2DB" w14:textId="77777777" w:rsidR="006D4449" w:rsidRDefault="006D4449" w:rsidP="006D4449">
      <w:r>
        <w:t>461.1778</w:t>
      </w:r>
      <w:r>
        <w:tab/>
        <w:t>1.903e0</w:t>
      </w:r>
    </w:p>
    <w:p w14:paraId="45602732" w14:textId="77777777" w:rsidR="006D4449" w:rsidRDefault="006D4449" w:rsidP="006D4449">
      <w:r>
        <w:t>461.2166</w:t>
      </w:r>
      <w:r>
        <w:tab/>
        <w:t>1.432e0</w:t>
      </w:r>
    </w:p>
    <w:p w14:paraId="14CC88A0" w14:textId="77777777" w:rsidR="006D4449" w:rsidRDefault="006D4449" w:rsidP="006D4449">
      <w:r>
        <w:t>461.2503</w:t>
      </w:r>
      <w:r>
        <w:tab/>
        <w:t>1.847e0</w:t>
      </w:r>
    </w:p>
    <w:p w14:paraId="05A22557" w14:textId="77777777" w:rsidR="006D4449" w:rsidRDefault="006D4449" w:rsidP="006D4449">
      <w:r>
        <w:t>461.2600</w:t>
      </w:r>
      <w:r>
        <w:tab/>
        <w:t>4.890e0</w:t>
      </w:r>
    </w:p>
    <w:p w14:paraId="387F2B76" w14:textId="77777777" w:rsidR="006D4449" w:rsidRDefault="006D4449" w:rsidP="006D4449">
      <w:r>
        <w:t>461.2612</w:t>
      </w:r>
      <w:r>
        <w:tab/>
        <w:t>2.937e0</w:t>
      </w:r>
    </w:p>
    <w:p w14:paraId="01B311D5" w14:textId="77777777" w:rsidR="006D4449" w:rsidRDefault="006D4449" w:rsidP="006D4449">
      <w:r>
        <w:t>461.2641</w:t>
      </w:r>
      <w:r>
        <w:tab/>
        <w:t>6.040e0</w:t>
      </w:r>
    </w:p>
    <w:p w14:paraId="4DBFC230" w14:textId="77777777" w:rsidR="006D4449" w:rsidRDefault="006D4449" w:rsidP="006D4449">
      <w:r>
        <w:t>461.2795</w:t>
      </w:r>
      <w:r>
        <w:tab/>
        <w:t>1.847e0</w:t>
      </w:r>
    </w:p>
    <w:p w14:paraId="508992EA" w14:textId="77777777" w:rsidR="006D4449" w:rsidRDefault="006D4449" w:rsidP="006D4449">
      <w:r>
        <w:t>461.3582</w:t>
      </w:r>
      <w:r>
        <w:tab/>
        <w:t>1.013e0</w:t>
      </w:r>
    </w:p>
    <w:p w14:paraId="48D605EE" w14:textId="77777777" w:rsidR="006D4449" w:rsidRDefault="006D4449" w:rsidP="006D4449">
      <w:r>
        <w:t>461.3604</w:t>
      </w:r>
      <w:r>
        <w:tab/>
        <w:t>4.458e0</w:t>
      </w:r>
    </w:p>
    <w:p w14:paraId="55AE5D04" w14:textId="77777777" w:rsidR="006D4449" w:rsidRDefault="006D4449" w:rsidP="006D4449">
      <w:r>
        <w:t>461.3798</w:t>
      </w:r>
      <w:r>
        <w:tab/>
        <w:t>1.013e0</w:t>
      </w:r>
    </w:p>
    <w:p w14:paraId="1D334F54" w14:textId="77777777" w:rsidR="006D4449" w:rsidRDefault="006D4449" w:rsidP="006D4449">
      <w:r>
        <w:t>461.4157</w:t>
      </w:r>
      <w:r>
        <w:tab/>
        <w:t>2.025e0</w:t>
      </w:r>
    </w:p>
    <w:p w14:paraId="5476FA11" w14:textId="77777777" w:rsidR="006D4449" w:rsidRDefault="006D4449" w:rsidP="006D4449">
      <w:r>
        <w:t>461.4326</w:t>
      </w:r>
      <w:r>
        <w:tab/>
        <w:t>2.025e0</w:t>
      </w:r>
    </w:p>
    <w:p w14:paraId="736452FC" w14:textId="77777777" w:rsidR="006D4449" w:rsidRDefault="006D4449" w:rsidP="006D4449">
      <w:r>
        <w:t>461.4900</w:t>
      </w:r>
      <w:r>
        <w:tab/>
        <w:t>1.013e0</w:t>
      </w:r>
    </w:p>
    <w:p w14:paraId="6AD09491" w14:textId="77777777" w:rsidR="006D4449" w:rsidRDefault="006D4449" w:rsidP="006D4449">
      <w:r>
        <w:t>461.6330</w:t>
      </w:r>
      <w:r>
        <w:tab/>
        <w:t>2.025e0</w:t>
      </w:r>
    </w:p>
    <w:p w14:paraId="5EE064CD" w14:textId="77777777" w:rsidR="006D4449" w:rsidRDefault="006D4449" w:rsidP="006D4449">
      <w:r>
        <w:t>461.6342</w:t>
      </w:r>
      <w:r>
        <w:tab/>
        <w:t>1.013e0</w:t>
      </w:r>
    </w:p>
    <w:p w14:paraId="6187FC7D" w14:textId="77777777" w:rsidR="006D4449" w:rsidRDefault="006D4449" w:rsidP="006D4449">
      <w:r>
        <w:t>461.6739</w:t>
      </w:r>
      <w:r>
        <w:tab/>
        <w:t>1.013e0</w:t>
      </w:r>
    </w:p>
    <w:p w14:paraId="38EE3674" w14:textId="77777777" w:rsidR="006D4449" w:rsidRDefault="006D4449" w:rsidP="006D4449">
      <w:r>
        <w:t>461.7258</w:t>
      </w:r>
      <w:r>
        <w:tab/>
        <w:t>1.013e0</w:t>
      </w:r>
    </w:p>
    <w:p w14:paraId="25ABE153" w14:textId="77777777" w:rsidR="006D4449" w:rsidRDefault="006D4449" w:rsidP="006D4449">
      <w:r>
        <w:t>461.7480</w:t>
      </w:r>
      <w:r>
        <w:tab/>
        <w:t>1.013e0</w:t>
      </w:r>
    </w:p>
    <w:p w14:paraId="4DEFF72E" w14:textId="77777777" w:rsidR="006D4449" w:rsidRDefault="006D4449" w:rsidP="006D4449">
      <w:r>
        <w:lastRenderedPageBreak/>
        <w:t>461.7661</w:t>
      </w:r>
      <w:r>
        <w:tab/>
        <w:t>1.013e0</w:t>
      </w:r>
    </w:p>
    <w:p w14:paraId="09EA8B3D" w14:textId="77777777" w:rsidR="006D4449" w:rsidRDefault="006D4449" w:rsidP="006D4449">
      <w:r>
        <w:t>461.8044</w:t>
      </w:r>
      <w:r>
        <w:tab/>
        <w:t>1.013e0</w:t>
      </w:r>
    </w:p>
    <w:p w14:paraId="05EC4961" w14:textId="77777777" w:rsidR="006D4449" w:rsidRDefault="006D4449" w:rsidP="006D4449">
      <w:r>
        <w:t>461.8064</w:t>
      </w:r>
      <w:r>
        <w:tab/>
        <w:t>1.013e0</w:t>
      </w:r>
    </w:p>
    <w:p w14:paraId="54C7B3C7" w14:textId="77777777" w:rsidR="006D4449" w:rsidRDefault="006D4449" w:rsidP="006D4449">
      <w:r>
        <w:t>461.8528</w:t>
      </w:r>
      <w:r>
        <w:tab/>
        <w:t>1.013e0</w:t>
      </w:r>
    </w:p>
    <w:p w14:paraId="0C48B336" w14:textId="77777777" w:rsidR="006D4449" w:rsidRDefault="006D4449" w:rsidP="006D4449">
      <w:r>
        <w:t>461.8631</w:t>
      </w:r>
      <w:r>
        <w:tab/>
        <w:t>2.025e0</w:t>
      </w:r>
    </w:p>
    <w:p w14:paraId="5C0FD0E5" w14:textId="77777777" w:rsidR="006D4449" w:rsidRDefault="006D4449" w:rsidP="006D4449">
      <w:r>
        <w:t>461.8687</w:t>
      </w:r>
      <w:r>
        <w:tab/>
        <w:t>1.013e0</w:t>
      </w:r>
    </w:p>
    <w:p w14:paraId="65CDB675" w14:textId="77777777" w:rsidR="006D4449" w:rsidRDefault="006D4449" w:rsidP="006D4449">
      <w:r>
        <w:t>461.8833</w:t>
      </w:r>
      <w:r>
        <w:tab/>
        <w:t>4.051e0</w:t>
      </w:r>
    </w:p>
    <w:p w14:paraId="1FDD9B78" w14:textId="77777777" w:rsidR="006D4449" w:rsidRDefault="006D4449" w:rsidP="006D4449">
      <w:r>
        <w:t>461.8851</w:t>
      </w:r>
      <w:r>
        <w:tab/>
        <w:t>3.038e0</w:t>
      </w:r>
    </w:p>
    <w:p w14:paraId="13A212D4" w14:textId="77777777" w:rsidR="006D4449" w:rsidRDefault="006D4449" w:rsidP="006D4449">
      <w:r>
        <w:t>461.9032</w:t>
      </w:r>
      <w:r>
        <w:tab/>
        <w:t>1.013e0</w:t>
      </w:r>
    </w:p>
    <w:p w14:paraId="4BB90663" w14:textId="77777777" w:rsidR="006D4449" w:rsidRDefault="006D4449" w:rsidP="006D4449">
      <w:r>
        <w:t>461.9063</w:t>
      </w:r>
      <w:r>
        <w:tab/>
        <w:t>1.013e0</w:t>
      </w:r>
    </w:p>
    <w:p w14:paraId="1436E6B9" w14:textId="77777777" w:rsidR="006D4449" w:rsidRDefault="006D4449" w:rsidP="006D4449">
      <w:r>
        <w:t>461.9300</w:t>
      </w:r>
      <w:r>
        <w:tab/>
        <w:t>1.013e0</w:t>
      </w:r>
    </w:p>
    <w:p w14:paraId="193E0A1F" w14:textId="77777777" w:rsidR="006D4449" w:rsidRDefault="006D4449" w:rsidP="006D4449">
      <w:r>
        <w:t>461.9480</w:t>
      </w:r>
      <w:r>
        <w:tab/>
        <w:t>1.013e0</w:t>
      </w:r>
    </w:p>
    <w:p w14:paraId="7C17029A" w14:textId="77777777" w:rsidR="006D4449" w:rsidRDefault="006D4449" w:rsidP="006D4449">
      <w:r>
        <w:t>461.9967</w:t>
      </w:r>
      <w:r>
        <w:tab/>
        <w:t>2.025e0</w:t>
      </w:r>
    </w:p>
    <w:p w14:paraId="19CBC8C1" w14:textId="77777777" w:rsidR="006D4449" w:rsidRDefault="006D4449" w:rsidP="006D4449">
      <w:r>
        <w:t>462.0142</w:t>
      </w:r>
      <w:r>
        <w:tab/>
        <w:t>1.013e0</w:t>
      </w:r>
    </w:p>
    <w:p w14:paraId="39E162DD" w14:textId="77777777" w:rsidR="006D4449" w:rsidRDefault="006D4449" w:rsidP="006D4449">
      <w:r>
        <w:t>462.0210</w:t>
      </w:r>
      <w:r>
        <w:tab/>
        <w:t>2.025e0</w:t>
      </w:r>
    </w:p>
    <w:p w14:paraId="169A8E75" w14:textId="77777777" w:rsidR="006D4449" w:rsidRDefault="006D4449" w:rsidP="006D4449">
      <w:r>
        <w:t>462.0254</w:t>
      </w:r>
      <w:r>
        <w:tab/>
        <w:t>1.013e0</w:t>
      </w:r>
    </w:p>
    <w:p w14:paraId="4257CDA2" w14:textId="77777777" w:rsidR="006D4449" w:rsidRDefault="006D4449" w:rsidP="006D4449">
      <w:r>
        <w:t>462.0466</w:t>
      </w:r>
      <w:r>
        <w:tab/>
        <w:t>3.038e0</w:t>
      </w:r>
    </w:p>
    <w:p w14:paraId="3D78A35B" w14:textId="77777777" w:rsidR="006D4449" w:rsidRDefault="006D4449" w:rsidP="006D4449">
      <w:r>
        <w:t>462.0526</w:t>
      </w:r>
      <w:r>
        <w:tab/>
        <w:t>3.038e0</w:t>
      </w:r>
    </w:p>
    <w:p w14:paraId="581FBC4A" w14:textId="77777777" w:rsidR="006D4449" w:rsidRDefault="006D4449" w:rsidP="006D4449">
      <w:r>
        <w:t>462.0617</w:t>
      </w:r>
      <w:r>
        <w:tab/>
        <w:t>1.013e0</w:t>
      </w:r>
    </w:p>
    <w:p w14:paraId="548741BE" w14:textId="77777777" w:rsidR="006D4449" w:rsidRDefault="006D4449" w:rsidP="006D4449">
      <w:r>
        <w:lastRenderedPageBreak/>
        <w:t>462.0670</w:t>
      </w:r>
      <w:r>
        <w:tab/>
        <w:t>1.013e0</w:t>
      </w:r>
    </w:p>
    <w:p w14:paraId="63F1EE36" w14:textId="77777777" w:rsidR="006D4449" w:rsidRDefault="006D4449" w:rsidP="006D4449">
      <w:r>
        <w:t>462.0988</w:t>
      </w:r>
      <w:r>
        <w:tab/>
        <w:t>2.025e0</w:t>
      </w:r>
    </w:p>
    <w:p w14:paraId="534C85CD" w14:textId="77777777" w:rsidR="006D4449" w:rsidRDefault="006D4449" w:rsidP="006D4449">
      <w:r>
        <w:t>462.1364</w:t>
      </w:r>
      <w:r>
        <w:tab/>
        <w:t>3.038e0</w:t>
      </w:r>
    </w:p>
    <w:p w14:paraId="39B5F0CD" w14:textId="77777777" w:rsidR="006D4449" w:rsidRDefault="006D4449" w:rsidP="006D4449">
      <w:r>
        <w:t>462.1419</w:t>
      </w:r>
      <w:r>
        <w:tab/>
        <w:t>3.038e0</w:t>
      </w:r>
    </w:p>
    <w:p w14:paraId="13E3AE75" w14:textId="77777777" w:rsidR="006D4449" w:rsidRDefault="006D4449" w:rsidP="006D4449">
      <w:r>
        <w:t>462.1544</w:t>
      </w:r>
      <w:r>
        <w:tab/>
        <w:t>3.038e0</w:t>
      </w:r>
    </w:p>
    <w:p w14:paraId="20A88B02" w14:textId="77777777" w:rsidR="006D4449" w:rsidRDefault="006D4449" w:rsidP="006D4449">
      <w:r>
        <w:t>462.1580</w:t>
      </w:r>
      <w:r>
        <w:tab/>
        <w:t>2.025e0</w:t>
      </w:r>
    </w:p>
    <w:p w14:paraId="7CE990A8" w14:textId="77777777" w:rsidR="006D4449" w:rsidRDefault="006D4449" w:rsidP="006D4449">
      <w:r>
        <w:t>462.1743</w:t>
      </w:r>
      <w:r>
        <w:tab/>
        <w:t>2.894e0</w:t>
      </w:r>
    </w:p>
    <w:p w14:paraId="275F816E" w14:textId="77777777" w:rsidR="006D4449" w:rsidRDefault="006D4449" w:rsidP="006D4449">
      <w:r>
        <w:t>462.1936</w:t>
      </w:r>
      <w:r>
        <w:tab/>
        <w:t>1.013e0</w:t>
      </w:r>
    </w:p>
    <w:p w14:paraId="15F5314E" w14:textId="77777777" w:rsidR="006D4449" w:rsidRDefault="006D4449" w:rsidP="006D4449">
      <w:r>
        <w:t>462.2061</w:t>
      </w:r>
      <w:r>
        <w:tab/>
        <w:t>2.783e0</w:t>
      </w:r>
    </w:p>
    <w:p w14:paraId="7A7136BA" w14:textId="77777777" w:rsidR="006D4449" w:rsidRDefault="006D4449" w:rsidP="006D4449">
      <w:r>
        <w:t>462.2186</w:t>
      </w:r>
      <w:r>
        <w:tab/>
        <w:t>2.641e0</w:t>
      </w:r>
    </w:p>
    <w:p w14:paraId="644D8304" w14:textId="77777777" w:rsidR="006D4449" w:rsidRDefault="006D4449" w:rsidP="006D4449">
      <w:r>
        <w:t>462.2238</w:t>
      </w:r>
      <w:r>
        <w:tab/>
        <w:t>2.118e0</w:t>
      </w:r>
    </w:p>
    <w:p w14:paraId="0CA81DA1" w14:textId="77777777" w:rsidR="006D4449" w:rsidRDefault="006D4449" w:rsidP="006D4449">
      <w:r>
        <w:t>462.2489</w:t>
      </w:r>
      <w:r>
        <w:tab/>
        <w:t>7.780e0</w:t>
      </w:r>
    </w:p>
    <w:p w14:paraId="28854F8E" w14:textId="77777777" w:rsidR="006D4449" w:rsidRDefault="006D4449" w:rsidP="006D4449">
      <w:r>
        <w:t>462.2788</w:t>
      </w:r>
      <w:r>
        <w:tab/>
        <w:t>1.127e0</w:t>
      </w:r>
    </w:p>
    <w:p w14:paraId="1D49B88E" w14:textId="77777777" w:rsidR="006D4449" w:rsidRDefault="006D4449" w:rsidP="006D4449">
      <w:r>
        <w:t>462.2886</w:t>
      </w:r>
      <w:r>
        <w:tab/>
        <w:t>1.666e0</w:t>
      </w:r>
    </w:p>
    <w:p w14:paraId="3039DB61" w14:textId="77777777" w:rsidR="006D4449" w:rsidRDefault="006D4449" w:rsidP="006D4449">
      <w:r>
        <w:t>462.2986</w:t>
      </w:r>
      <w:r>
        <w:tab/>
        <w:t>3.985e0</w:t>
      </w:r>
    </w:p>
    <w:p w14:paraId="36A1F021" w14:textId="77777777" w:rsidR="006D4449" w:rsidRDefault="006D4449" w:rsidP="006D4449">
      <w:r>
        <w:t>462.3020</w:t>
      </w:r>
      <w:r>
        <w:tab/>
        <w:t>1.657e0</w:t>
      </w:r>
    </w:p>
    <w:p w14:paraId="7D85FE4C" w14:textId="77777777" w:rsidR="006D4449" w:rsidRDefault="006D4449" w:rsidP="006D4449">
      <w:r>
        <w:t>462.3412</w:t>
      </w:r>
      <w:r>
        <w:tab/>
        <w:t>1.472e0</w:t>
      </w:r>
    </w:p>
    <w:p w14:paraId="1879A16C" w14:textId="77777777" w:rsidR="006D4449" w:rsidRDefault="006D4449" w:rsidP="006D4449">
      <w:r>
        <w:t>462.3460</w:t>
      </w:r>
      <w:r>
        <w:tab/>
        <w:t>3.038e0</w:t>
      </w:r>
    </w:p>
    <w:p w14:paraId="0D3270CC" w14:textId="77777777" w:rsidR="006D4449" w:rsidRDefault="006D4449" w:rsidP="006D4449">
      <w:r>
        <w:t>462.3657</w:t>
      </w:r>
      <w:r>
        <w:tab/>
        <w:t>2.025e0</w:t>
      </w:r>
    </w:p>
    <w:p w14:paraId="631DFD4D" w14:textId="77777777" w:rsidR="006D4449" w:rsidRDefault="006D4449" w:rsidP="006D4449">
      <w:r>
        <w:lastRenderedPageBreak/>
        <w:t>462.3712</w:t>
      </w:r>
      <w:r>
        <w:tab/>
        <w:t>1.013e0</w:t>
      </w:r>
    </w:p>
    <w:p w14:paraId="108B5FD9" w14:textId="77777777" w:rsidR="006D4449" w:rsidRDefault="006D4449" w:rsidP="006D4449">
      <w:r>
        <w:t>462.3773</w:t>
      </w:r>
      <w:r>
        <w:tab/>
        <w:t>1.013e0</w:t>
      </w:r>
    </w:p>
    <w:p w14:paraId="4DE8B863" w14:textId="77777777" w:rsidR="006D4449" w:rsidRDefault="006D4449" w:rsidP="006D4449">
      <w:r>
        <w:t>462.3828</w:t>
      </w:r>
      <w:r>
        <w:tab/>
        <w:t>2.025e0</w:t>
      </w:r>
    </w:p>
    <w:p w14:paraId="73F67C69" w14:textId="77777777" w:rsidR="006D4449" w:rsidRDefault="006D4449" w:rsidP="006D4449">
      <w:r>
        <w:t>462.4277</w:t>
      </w:r>
      <w:r>
        <w:tab/>
        <w:t>1.013e0</w:t>
      </w:r>
    </w:p>
    <w:p w14:paraId="520FCF2A" w14:textId="77777777" w:rsidR="006D4449" w:rsidRDefault="006D4449" w:rsidP="006D4449">
      <w:r>
        <w:t>462.4661</w:t>
      </w:r>
      <w:r>
        <w:tab/>
        <w:t>1.013e0</w:t>
      </w:r>
    </w:p>
    <w:p w14:paraId="438B6463" w14:textId="77777777" w:rsidR="006D4449" w:rsidRDefault="006D4449" w:rsidP="006D4449">
      <w:r>
        <w:t>462.4843</w:t>
      </w:r>
      <w:r>
        <w:tab/>
        <w:t>1.013e0</w:t>
      </w:r>
    </w:p>
    <w:p w14:paraId="5596F38B" w14:textId="77777777" w:rsidR="006D4449" w:rsidRDefault="006D4449" w:rsidP="006D4449">
      <w:r>
        <w:t>462.5125</w:t>
      </w:r>
      <w:r>
        <w:tab/>
        <w:t>2.025e0</w:t>
      </w:r>
    </w:p>
    <w:p w14:paraId="1B0A0393" w14:textId="77777777" w:rsidR="006D4449" w:rsidRDefault="006D4449" w:rsidP="006D4449">
      <w:r>
        <w:t>462.5527</w:t>
      </w:r>
      <w:r>
        <w:tab/>
        <w:t>2.025e0</w:t>
      </w:r>
    </w:p>
    <w:p w14:paraId="6A37DD57" w14:textId="77777777" w:rsidR="006D4449" w:rsidRDefault="006D4449" w:rsidP="006D4449">
      <w:r>
        <w:t>462.5812</w:t>
      </w:r>
      <w:r>
        <w:tab/>
        <w:t>1.013e0</w:t>
      </w:r>
    </w:p>
    <w:p w14:paraId="7C33429F" w14:textId="77777777" w:rsidR="006D4449" w:rsidRDefault="006D4449" w:rsidP="006D4449">
      <w:r>
        <w:t>462.5873</w:t>
      </w:r>
      <w:r>
        <w:tab/>
        <w:t>1.013e0</w:t>
      </w:r>
    </w:p>
    <w:p w14:paraId="558FBCCE" w14:textId="77777777" w:rsidR="006D4449" w:rsidRDefault="006D4449" w:rsidP="006D4449">
      <w:r>
        <w:t>462.6404</w:t>
      </w:r>
      <w:r>
        <w:tab/>
        <w:t>2.025e0</w:t>
      </w:r>
    </w:p>
    <w:p w14:paraId="064B0C2C" w14:textId="77777777" w:rsidR="006D4449" w:rsidRDefault="006D4449" w:rsidP="006D4449">
      <w:r>
        <w:t>462.6711</w:t>
      </w:r>
      <w:r>
        <w:tab/>
        <w:t>1.013e0</w:t>
      </w:r>
    </w:p>
    <w:p w14:paraId="081EA597" w14:textId="77777777" w:rsidR="006D4449" w:rsidRDefault="006D4449" w:rsidP="006D4449">
      <w:r>
        <w:t>462.7023</w:t>
      </w:r>
      <w:r>
        <w:tab/>
        <w:t>1.013e0</w:t>
      </w:r>
    </w:p>
    <w:p w14:paraId="1AC34EC6" w14:textId="77777777" w:rsidR="006D4449" w:rsidRDefault="006D4449" w:rsidP="006D4449">
      <w:r>
        <w:t>462.7246</w:t>
      </w:r>
      <w:r>
        <w:tab/>
        <w:t>1.013e0</w:t>
      </w:r>
    </w:p>
    <w:p w14:paraId="51B1CF41" w14:textId="77777777" w:rsidR="006D4449" w:rsidRDefault="006D4449" w:rsidP="006D4449">
      <w:r>
        <w:t>462.7408</w:t>
      </w:r>
      <w:r>
        <w:tab/>
        <w:t>1.013e0</w:t>
      </w:r>
    </w:p>
    <w:p w14:paraId="2D68DBD6" w14:textId="77777777" w:rsidR="006D4449" w:rsidRDefault="006D4449" w:rsidP="006D4449">
      <w:r>
        <w:t>462.7704</w:t>
      </w:r>
      <w:r>
        <w:tab/>
        <w:t>1.013e0</w:t>
      </w:r>
    </w:p>
    <w:p w14:paraId="2AC677CF" w14:textId="77777777" w:rsidR="006D4449" w:rsidRDefault="006D4449" w:rsidP="006D4449">
      <w:r>
        <w:t>462.7865</w:t>
      </w:r>
      <w:r>
        <w:tab/>
        <w:t>1.013e0</w:t>
      </w:r>
    </w:p>
    <w:p w14:paraId="1AEF1C97" w14:textId="77777777" w:rsidR="006D4449" w:rsidRDefault="006D4449" w:rsidP="006D4449">
      <w:r>
        <w:t>462.8101</w:t>
      </w:r>
      <w:r>
        <w:tab/>
        <w:t>1.013e0</w:t>
      </w:r>
    </w:p>
    <w:p w14:paraId="62287EE8" w14:textId="77777777" w:rsidR="006D4449" w:rsidRDefault="006D4449" w:rsidP="006D4449">
      <w:r>
        <w:t>462.8286</w:t>
      </w:r>
      <w:r>
        <w:tab/>
        <w:t>2.025e0</w:t>
      </w:r>
    </w:p>
    <w:p w14:paraId="46997102" w14:textId="77777777" w:rsidR="006D4449" w:rsidRDefault="006D4449" w:rsidP="006D4449">
      <w:r>
        <w:lastRenderedPageBreak/>
        <w:t>462.8423</w:t>
      </w:r>
      <w:r>
        <w:tab/>
        <w:t>2.025e0</w:t>
      </w:r>
    </w:p>
    <w:p w14:paraId="079134B1" w14:textId="77777777" w:rsidR="006D4449" w:rsidRDefault="006D4449" w:rsidP="006D4449">
      <w:r>
        <w:t>462.8679</w:t>
      </w:r>
      <w:r>
        <w:tab/>
        <w:t>1.013e0</w:t>
      </w:r>
    </w:p>
    <w:p w14:paraId="689F3168" w14:textId="77777777" w:rsidR="006D4449" w:rsidRDefault="006D4449" w:rsidP="006D4449">
      <w:r>
        <w:t>462.8819</w:t>
      </w:r>
      <w:r>
        <w:tab/>
        <w:t>2.025e0</w:t>
      </w:r>
    </w:p>
    <w:p w14:paraId="3E374B15" w14:textId="77777777" w:rsidR="006D4449" w:rsidRDefault="006D4449" w:rsidP="006D4449">
      <w:r>
        <w:t>462.8962</w:t>
      </w:r>
      <w:r>
        <w:tab/>
        <w:t>3.038e0</w:t>
      </w:r>
    </w:p>
    <w:p w14:paraId="6A483879" w14:textId="77777777" w:rsidR="006D4449" w:rsidRDefault="006D4449" w:rsidP="006D4449">
      <w:r>
        <w:t>462.9711</w:t>
      </w:r>
      <w:r>
        <w:tab/>
        <w:t>4.051e0</w:t>
      </w:r>
    </w:p>
    <w:p w14:paraId="6FAB5D9C" w14:textId="77777777" w:rsidR="006D4449" w:rsidRDefault="006D4449" w:rsidP="006D4449">
      <w:r>
        <w:t>462.9741</w:t>
      </w:r>
      <w:r>
        <w:tab/>
        <w:t>2.025e0</w:t>
      </w:r>
    </w:p>
    <w:p w14:paraId="1C3319D8" w14:textId="77777777" w:rsidR="006D4449" w:rsidRDefault="006D4449" w:rsidP="006D4449">
      <w:r>
        <w:t>462.9941</w:t>
      </w:r>
      <w:r>
        <w:tab/>
        <w:t>2.025e0</w:t>
      </w:r>
    </w:p>
    <w:p w14:paraId="6F7323CC" w14:textId="77777777" w:rsidR="006D4449" w:rsidRDefault="006D4449" w:rsidP="006D4449">
      <w:r>
        <w:t>463.0303</w:t>
      </w:r>
      <w:r>
        <w:tab/>
        <w:t>2.025e0</w:t>
      </w:r>
    </w:p>
    <w:p w14:paraId="2F312905" w14:textId="77777777" w:rsidR="006D4449" w:rsidRDefault="006D4449" w:rsidP="006D4449">
      <w:r>
        <w:t>463.0432</w:t>
      </w:r>
      <w:r>
        <w:tab/>
        <w:t>3.085e0</w:t>
      </w:r>
    </w:p>
    <w:p w14:paraId="0BFF6B7A" w14:textId="77777777" w:rsidR="006D4449" w:rsidRDefault="006D4449" w:rsidP="006D4449">
      <w:r>
        <w:t>463.0579</w:t>
      </w:r>
      <w:r>
        <w:tab/>
        <w:t>1.013e0</w:t>
      </w:r>
    </w:p>
    <w:p w14:paraId="60CAE5CF" w14:textId="77777777" w:rsidR="006D4449" w:rsidRDefault="006D4449" w:rsidP="006D4449">
      <w:r>
        <w:t>463.0789</w:t>
      </w:r>
      <w:r>
        <w:tab/>
        <w:t>1.013e0</w:t>
      </w:r>
    </w:p>
    <w:p w14:paraId="62DF22C5" w14:textId="77777777" w:rsidR="006D4449" w:rsidRDefault="006D4449" w:rsidP="006D4449">
      <w:r>
        <w:t>463.0802</w:t>
      </w:r>
      <w:r>
        <w:tab/>
        <w:t>2.025e0</w:t>
      </w:r>
    </w:p>
    <w:p w14:paraId="2545C0FA" w14:textId="77777777" w:rsidR="006D4449" w:rsidRDefault="006D4449" w:rsidP="006D4449">
      <w:r>
        <w:t>463.1088</w:t>
      </w:r>
      <w:r>
        <w:tab/>
        <w:t>2.025e0</w:t>
      </w:r>
    </w:p>
    <w:p w14:paraId="0008EF65" w14:textId="77777777" w:rsidR="006D4449" w:rsidRDefault="006D4449" w:rsidP="006D4449">
      <w:r>
        <w:t>463.1473</w:t>
      </w:r>
      <w:r>
        <w:tab/>
        <w:t>2.025e0</w:t>
      </w:r>
    </w:p>
    <w:p w14:paraId="71D4AE7C" w14:textId="77777777" w:rsidR="006D4449" w:rsidRDefault="006D4449" w:rsidP="006D4449">
      <w:r>
        <w:t>463.1803</w:t>
      </w:r>
      <w:r>
        <w:tab/>
        <w:t>3.038e0</w:t>
      </w:r>
    </w:p>
    <w:p w14:paraId="0736BF1E" w14:textId="77777777" w:rsidR="006D4449" w:rsidRDefault="006D4449" w:rsidP="006D4449">
      <w:r>
        <w:t>463.2015</w:t>
      </w:r>
      <w:r>
        <w:tab/>
        <w:t>1.013e0</w:t>
      </w:r>
    </w:p>
    <w:p w14:paraId="5A4E8A95" w14:textId="77777777" w:rsidR="006D4449" w:rsidRDefault="006D4449" w:rsidP="006D4449">
      <w:r>
        <w:t>463.2489</w:t>
      </w:r>
      <w:r>
        <w:tab/>
        <w:t>5.025e0</w:t>
      </w:r>
    </w:p>
    <w:p w14:paraId="1227682C" w14:textId="77777777" w:rsidR="006D4449" w:rsidRDefault="006D4449" w:rsidP="006D4449">
      <w:r>
        <w:t>463.2511</w:t>
      </w:r>
      <w:r>
        <w:tab/>
        <w:t>2.496e0</w:t>
      </w:r>
    </w:p>
    <w:p w14:paraId="0CD424FF" w14:textId="77777777" w:rsidR="006D4449" w:rsidRDefault="006D4449" w:rsidP="006D4449">
      <w:r>
        <w:t>463.2576</w:t>
      </w:r>
      <w:r>
        <w:tab/>
        <w:t>2.967e0</w:t>
      </w:r>
    </w:p>
    <w:p w14:paraId="419C0947" w14:textId="77777777" w:rsidR="006D4449" w:rsidRDefault="006D4449" w:rsidP="006D4449">
      <w:r>
        <w:lastRenderedPageBreak/>
        <w:t>463.2673</w:t>
      </w:r>
      <w:r>
        <w:tab/>
        <w:t>3.752e0</w:t>
      </w:r>
    </w:p>
    <w:p w14:paraId="1A1CBCF1" w14:textId="77777777" w:rsidR="006D4449" w:rsidRDefault="006D4449" w:rsidP="006D4449">
      <w:r>
        <w:t>463.3054</w:t>
      </w:r>
      <w:r>
        <w:tab/>
        <w:t>1.190e0</w:t>
      </w:r>
    </w:p>
    <w:p w14:paraId="5B891C5A" w14:textId="77777777" w:rsidR="006D4449" w:rsidRDefault="006D4449" w:rsidP="006D4449">
      <w:r>
        <w:t>463.3318</w:t>
      </w:r>
      <w:r>
        <w:tab/>
        <w:t>4.051e0</w:t>
      </w:r>
    </w:p>
    <w:p w14:paraId="36118861" w14:textId="77777777" w:rsidR="006D4449" w:rsidRDefault="006D4449" w:rsidP="006D4449">
      <w:r>
        <w:t>463.3381</w:t>
      </w:r>
      <w:r>
        <w:tab/>
        <w:t>6.396e0</w:t>
      </w:r>
    </w:p>
    <w:p w14:paraId="59A9C95A" w14:textId="77777777" w:rsidR="006D4449" w:rsidRDefault="006D4449" w:rsidP="006D4449">
      <w:r>
        <w:t>463.3723</w:t>
      </w:r>
      <w:r>
        <w:tab/>
        <w:t>2.025e0</w:t>
      </w:r>
    </w:p>
    <w:p w14:paraId="619E72E9" w14:textId="77777777" w:rsidR="006D4449" w:rsidRDefault="006D4449" w:rsidP="006D4449">
      <w:r>
        <w:t>463.3794</w:t>
      </w:r>
      <w:r>
        <w:tab/>
        <w:t>1.013e0</w:t>
      </w:r>
    </w:p>
    <w:p w14:paraId="16AB4018" w14:textId="77777777" w:rsidR="006D4449" w:rsidRDefault="006D4449" w:rsidP="006D4449">
      <w:r>
        <w:t>463.4176</w:t>
      </w:r>
      <w:r>
        <w:tab/>
        <w:t>4.051e0</w:t>
      </w:r>
    </w:p>
    <w:p w14:paraId="42C69E54" w14:textId="77777777" w:rsidR="006D4449" w:rsidRDefault="006D4449" w:rsidP="006D4449">
      <w:r>
        <w:t>463.4524</w:t>
      </w:r>
      <w:r>
        <w:tab/>
        <w:t>1.013e0</w:t>
      </w:r>
    </w:p>
    <w:p w14:paraId="58B4CC8A" w14:textId="77777777" w:rsidR="006D4449" w:rsidRDefault="006D4449" w:rsidP="006D4449">
      <w:r>
        <w:t>463.5312</w:t>
      </w:r>
      <w:r>
        <w:tab/>
        <w:t>3.038e0</w:t>
      </w:r>
    </w:p>
    <w:p w14:paraId="2B17A3AC" w14:textId="77777777" w:rsidR="006D4449" w:rsidRDefault="006D4449" w:rsidP="006D4449">
      <w:r>
        <w:t>463.5836</w:t>
      </w:r>
      <w:r>
        <w:tab/>
        <w:t>1.013e0</w:t>
      </w:r>
    </w:p>
    <w:p w14:paraId="44EED9A5" w14:textId="77777777" w:rsidR="006D4449" w:rsidRDefault="006D4449" w:rsidP="006D4449">
      <w:r>
        <w:t>463.6271</w:t>
      </w:r>
      <w:r>
        <w:tab/>
        <w:t>1.013e0</w:t>
      </w:r>
    </w:p>
    <w:p w14:paraId="1A2078D1" w14:textId="77777777" w:rsidR="006D4449" w:rsidRDefault="006D4449" w:rsidP="006D4449">
      <w:r>
        <w:t>463.6474</w:t>
      </w:r>
      <w:r>
        <w:tab/>
        <w:t>1.013e0</w:t>
      </w:r>
    </w:p>
    <w:p w14:paraId="6AC7B6A6" w14:textId="77777777" w:rsidR="006D4449" w:rsidRDefault="006D4449" w:rsidP="006D4449">
      <w:r>
        <w:t>463.6646</w:t>
      </w:r>
      <w:r>
        <w:tab/>
        <w:t>1.013e0</w:t>
      </w:r>
    </w:p>
    <w:p w14:paraId="0AB6FE83" w14:textId="77777777" w:rsidR="006D4449" w:rsidRDefault="006D4449" w:rsidP="006D4449">
      <w:r>
        <w:t>463.6884</w:t>
      </w:r>
      <w:r>
        <w:tab/>
        <w:t>1.013e0</w:t>
      </w:r>
    </w:p>
    <w:p w14:paraId="294E92FA" w14:textId="77777777" w:rsidR="006D4449" w:rsidRDefault="006D4449" w:rsidP="006D4449">
      <w:r>
        <w:t>463.7066</w:t>
      </w:r>
      <w:r>
        <w:tab/>
        <w:t>1.013e0</w:t>
      </w:r>
    </w:p>
    <w:p w14:paraId="46693AD1" w14:textId="77777777" w:rsidR="006D4449" w:rsidRDefault="006D4449" w:rsidP="006D4449">
      <w:r>
        <w:t>463.7086</w:t>
      </w:r>
      <w:r>
        <w:tab/>
        <w:t>1.013e0</w:t>
      </w:r>
    </w:p>
    <w:p w14:paraId="4E022E08" w14:textId="77777777" w:rsidR="006D4449" w:rsidRDefault="006D4449" w:rsidP="006D4449">
      <w:r>
        <w:t>463.7266</w:t>
      </w:r>
      <w:r>
        <w:tab/>
        <w:t>1.013e0</w:t>
      </w:r>
    </w:p>
    <w:p w14:paraId="44ACB509" w14:textId="77777777" w:rsidR="006D4449" w:rsidRDefault="006D4449" w:rsidP="006D4449">
      <w:r>
        <w:t>463.7617</w:t>
      </w:r>
      <w:r>
        <w:tab/>
        <w:t>1.013e0</w:t>
      </w:r>
    </w:p>
    <w:p w14:paraId="30A9E2BA" w14:textId="77777777" w:rsidR="006D4449" w:rsidRDefault="006D4449" w:rsidP="006D4449">
      <w:r>
        <w:t>463.8240</w:t>
      </w:r>
      <w:r>
        <w:tab/>
        <w:t>1.013e0</w:t>
      </w:r>
    </w:p>
    <w:p w14:paraId="006BC5DA" w14:textId="77777777" w:rsidR="006D4449" w:rsidRDefault="006D4449" w:rsidP="006D4449">
      <w:r>
        <w:lastRenderedPageBreak/>
        <w:t>463.8270</w:t>
      </w:r>
      <w:r>
        <w:tab/>
        <w:t>2.025e0</w:t>
      </w:r>
    </w:p>
    <w:p w14:paraId="4191EC39" w14:textId="77777777" w:rsidR="006D4449" w:rsidRDefault="006D4449" w:rsidP="006D4449">
      <w:r>
        <w:t>463.8424</w:t>
      </w:r>
      <w:r>
        <w:tab/>
        <w:t>1.013e0</w:t>
      </w:r>
    </w:p>
    <w:p w14:paraId="1620311C" w14:textId="77777777" w:rsidR="006D4449" w:rsidRDefault="006D4449" w:rsidP="006D4449">
      <w:r>
        <w:t>463.8951</w:t>
      </w:r>
      <w:r>
        <w:tab/>
        <w:t>2.025e0</w:t>
      </w:r>
    </w:p>
    <w:p w14:paraId="6C08BB69" w14:textId="77777777" w:rsidR="006D4449" w:rsidRDefault="006D4449" w:rsidP="006D4449">
      <w:r>
        <w:t>463.8994</w:t>
      </w:r>
      <w:r>
        <w:tab/>
        <w:t>1.013e0</w:t>
      </w:r>
    </w:p>
    <w:p w14:paraId="260AACD9" w14:textId="77777777" w:rsidR="006D4449" w:rsidRDefault="006D4449" w:rsidP="006D4449">
      <w:r>
        <w:t>463.9105</w:t>
      </w:r>
      <w:r>
        <w:tab/>
        <w:t>2.025e0</w:t>
      </w:r>
    </w:p>
    <w:p w14:paraId="0295C47F" w14:textId="77777777" w:rsidR="006D4449" w:rsidRDefault="006D4449" w:rsidP="006D4449">
      <w:r>
        <w:t>463.9460</w:t>
      </w:r>
      <w:r>
        <w:tab/>
        <w:t>1.013e0</w:t>
      </w:r>
    </w:p>
    <w:p w14:paraId="469FF070" w14:textId="77777777" w:rsidR="006D4449" w:rsidRDefault="006D4449" w:rsidP="006D4449">
      <w:r>
        <w:t>463.9677</w:t>
      </w:r>
      <w:r>
        <w:tab/>
        <w:t>4.051e0</w:t>
      </w:r>
    </w:p>
    <w:p w14:paraId="00D7CA4A" w14:textId="77777777" w:rsidR="006D4449" w:rsidRDefault="006D4449" w:rsidP="006D4449">
      <w:r>
        <w:t>463.9808</w:t>
      </w:r>
      <w:r>
        <w:tab/>
        <w:t>2.025e0</w:t>
      </w:r>
    </w:p>
    <w:p w14:paraId="71783BF1" w14:textId="77777777" w:rsidR="006D4449" w:rsidRDefault="006D4449" w:rsidP="006D4449">
      <w:r>
        <w:t>463.9872</w:t>
      </w:r>
      <w:r>
        <w:tab/>
        <w:t>5.063e0</w:t>
      </w:r>
    </w:p>
    <w:p w14:paraId="2CA07C32" w14:textId="77777777" w:rsidR="006D4449" w:rsidRDefault="006D4449" w:rsidP="006D4449">
      <w:r>
        <w:t>463.9901</w:t>
      </w:r>
      <w:r>
        <w:tab/>
        <w:t>2.025e0</w:t>
      </w:r>
    </w:p>
    <w:p w14:paraId="23C961E8" w14:textId="77777777" w:rsidR="006D4449" w:rsidRDefault="006D4449" w:rsidP="006D4449">
      <w:r>
        <w:t>464.0027</w:t>
      </w:r>
      <w:r>
        <w:tab/>
        <w:t>1.013e0</w:t>
      </w:r>
    </w:p>
    <w:p w14:paraId="7FBDCFA7" w14:textId="77777777" w:rsidR="006D4449" w:rsidRDefault="006D4449" w:rsidP="006D4449">
      <w:r>
        <w:t>464.0177</w:t>
      </w:r>
      <w:r>
        <w:tab/>
        <w:t>2.025e0</w:t>
      </w:r>
    </w:p>
    <w:p w14:paraId="2FD439B9" w14:textId="77777777" w:rsidR="006D4449" w:rsidRDefault="006D4449" w:rsidP="006D4449">
      <w:r>
        <w:t>464.0370</w:t>
      </w:r>
      <w:r>
        <w:tab/>
        <w:t>2.025e0</w:t>
      </w:r>
    </w:p>
    <w:p w14:paraId="7BB73204" w14:textId="77777777" w:rsidR="006D4449" w:rsidRDefault="006D4449" w:rsidP="006D4449">
      <w:r>
        <w:t>464.0513</w:t>
      </w:r>
      <w:r>
        <w:tab/>
        <w:t>1.013e0</w:t>
      </w:r>
    </w:p>
    <w:p w14:paraId="3E06AC0E" w14:textId="77777777" w:rsidR="006D4449" w:rsidRDefault="006D4449" w:rsidP="006D4449">
      <w:r>
        <w:t>464.0999</w:t>
      </w:r>
      <w:r>
        <w:tab/>
        <w:t>1.013e0</w:t>
      </w:r>
    </w:p>
    <w:p w14:paraId="21035E71" w14:textId="77777777" w:rsidR="006D4449" w:rsidRDefault="006D4449" w:rsidP="006D4449">
      <w:r>
        <w:t>464.1198</w:t>
      </w:r>
      <w:r>
        <w:tab/>
        <w:t>1.013e0</w:t>
      </w:r>
    </w:p>
    <w:p w14:paraId="194AE839" w14:textId="77777777" w:rsidR="006D4449" w:rsidRDefault="006D4449" w:rsidP="006D4449">
      <w:r>
        <w:t>464.1647</w:t>
      </w:r>
      <w:r>
        <w:tab/>
        <w:t>1.013e0</w:t>
      </w:r>
    </w:p>
    <w:p w14:paraId="69BB9E02" w14:textId="77777777" w:rsidR="006D4449" w:rsidRDefault="006D4449" w:rsidP="006D4449">
      <w:r>
        <w:t>464.1910</w:t>
      </w:r>
      <w:r>
        <w:tab/>
        <w:t>1.013e0</w:t>
      </w:r>
    </w:p>
    <w:p w14:paraId="5DA9A19E" w14:textId="77777777" w:rsidR="006D4449" w:rsidRDefault="006D4449" w:rsidP="006D4449">
      <w:r>
        <w:t>464.1945</w:t>
      </w:r>
      <w:r>
        <w:tab/>
        <w:t>2.932e0</w:t>
      </w:r>
    </w:p>
    <w:p w14:paraId="4FAA2402" w14:textId="77777777" w:rsidR="006D4449" w:rsidRDefault="006D4449" w:rsidP="006D4449">
      <w:r>
        <w:lastRenderedPageBreak/>
        <w:t>464.2098</w:t>
      </w:r>
      <w:r>
        <w:tab/>
        <w:t>2.025e0</w:t>
      </w:r>
    </w:p>
    <w:p w14:paraId="4D3432FF" w14:textId="77777777" w:rsidR="006D4449" w:rsidRDefault="006D4449" w:rsidP="006D4449">
      <w:r>
        <w:t>464.2248</w:t>
      </w:r>
      <w:r>
        <w:tab/>
        <w:t>3.893e0</w:t>
      </w:r>
    </w:p>
    <w:p w14:paraId="66954B68" w14:textId="77777777" w:rsidR="006D4449" w:rsidRDefault="006D4449" w:rsidP="006D4449">
      <w:r>
        <w:t>464.2444</w:t>
      </w:r>
      <w:r>
        <w:tab/>
        <w:t>2.123e0</w:t>
      </w:r>
    </w:p>
    <w:p w14:paraId="087ACEC5" w14:textId="77777777" w:rsidR="006D4449" w:rsidRDefault="006D4449" w:rsidP="006D4449">
      <w:r>
        <w:t>464.2943</w:t>
      </w:r>
      <w:r>
        <w:tab/>
        <w:t>1.586e0</w:t>
      </w:r>
    </w:p>
    <w:p w14:paraId="6A5B03F3" w14:textId="77777777" w:rsidR="006D4449" w:rsidRDefault="006D4449" w:rsidP="006D4449">
      <w:r>
        <w:t>464.3075</w:t>
      </w:r>
      <w:r>
        <w:tab/>
        <w:t>2.255e0</w:t>
      </w:r>
    </w:p>
    <w:p w14:paraId="40B37DCF" w14:textId="77777777" w:rsidR="006D4449" w:rsidRDefault="006D4449" w:rsidP="006D4449">
      <w:r>
        <w:t>464.3309</w:t>
      </w:r>
      <w:r>
        <w:tab/>
        <w:t>1.013e0</w:t>
      </w:r>
    </w:p>
    <w:p w14:paraId="40EE43B1" w14:textId="77777777" w:rsidR="006D4449" w:rsidRDefault="006D4449" w:rsidP="006D4449">
      <w:r>
        <w:t>464.3620</w:t>
      </w:r>
      <w:r>
        <w:tab/>
        <w:t>4.664e0</w:t>
      </w:r>
    </w:p>
    <w:p w14:paraId="0FA7C0CF" w14:textId="77777777" w:rsidR="006D4449" w:rsidRDefault="006D4449" w:rsidP="006D4449">
      <w:r>
        <w:t>464.3682</w:t>
      </w:r>
      <w:r>
        <w:tab/>
        <w:t>2.025e0</w:t>
      </w:r>
    </w:p>
    <w:p w14:paraId="319C8111" w14:textId="77777777" w:rsidR="006D4449" w:rsidRDefault="006D4449" w:rsidP="006D4449">
      <w:r>
        <w:t>464.3783</w:t>
      </w:r>
      <w:r>
        <w:tab/>
        <w:t>2.025e0</w:t>
      </w:r>
    </w:p>
    <w:p w14:paraId="5C104809" w14:textId="77777777" w:rsidR="006D4449" w:rsidRDefault="006D4449" w:rsidP="006D4449">
      <w:r>
        <w:t>464.4893</w:t>
      </w:r>
      <w:r>
        <w:tab/>
        <w:t>1.013e0</w:t>
      </w:r>
    </w:p>
    <w:p w14:paraId="77A85975" w14:textId="77777777" w:rsidR="006D4449" w:rsidRDefault="006D4449" w:rsidP="006D4449">
      <w:r>
        <w:t>464.4990</w:t>
      </w:r>
      <w:r>
        <w:tab/>
        <w:t>1.013e0</w:t>
      </w:r>
    </w:p>
    <w:p w14:paraId="107CD5B1" w14:textId="77777777" w:rsidR="006D4449" w:rsidRDefault="006D4449" w:rsidP="006D4449">
      <w:r>
        <w:t>464.5097</w:t>
      </w:r>
      <w:r>
        <w:tab/>
        <w:t>1.013e0</w:t>
      </w:r>
    </w:p>
    <w:p w14:paraId="201EA844" w14:textId="77777777" w:rsidR="006D4449" w:rsidRDefault="006D4449" w:rsidP="006D4449">
      <w:r>
        <w:t>464.5266</w:t>
      </w:r>
      <w:r>
        <w:tab/>
        <w:t>2.025e0</w:t>
      </w:r>
    </w:p>
    <w:p w14:paraId="5329FEAF" w14:textId="77777777" w:rsidR="006D4449" w:rsidRDefault="006D4449" w:rsidP="006D4449">
      <w:r>
        <w:t>464.5704</w:t>
      </w:r>
      <w:r>
        <w:tab/>
        <w:t>2.025e0</w:t>
      </w:r>
    </w:p>
    <w:p w14:paraId="0D1C7271" w14:textId="77777777" w:rsidR="006D4449" w:rsidRDefault="006D4449" w:rsidP="006D4449">
      <w:r>
        <w:t>464.5781</w:t>
      </w:r>
      <w:r>
        <w:tab/>
        <w:t>1.013e0</w:t>
      </w:r>
    </w:p>
    <w:p w14:paraId="175F1DFD" w14:textId="77777777" w:rsidR="006D4449" w:rsidRDefault="006D4449" w:rsidP="006D4449">
      <w:r>
        <w:t>464.5882</w:t>
      </w:r>
      <w:r>
        <w:tab/>
        <w:t>2.025e0</w:t>
      </w:r>
    </w:p>
    <w:p w14:paraId="370E2A95" w14:textId="77777777" w:rsidR="006D4449" w:rsidRDefault="006D4449" w:rsidP="006D4449">
      <w:r>
        <w:t>464.6224</w:t>
      </w:r>
      <w:r>
        <w:tab/>
        <w:t>2.025e0</w:t>
      </w:r>
    </w:p>
    <w:p w14:paraId="35846E65" w14:textId="77777777" w:rsidR="006D4449" w:rsidRDefault="006D4449" w:rsidP="006D4449">
      <w:r>
        <w:t>464.6434</w:t>
      </w:r>
      <w:r>
        <w:tab/>
        <w:t>1.013e0</w:t>
      </w:r>
    </w:p>
    <w:p w14:paraId="348BF17C" w14:textId="77777777" w:rsidR="006D4449" w:rsidRDefault="006D4449" w:rsidP="006D4449">
      <w:r>
        <w:t>464.7241</w:t>
      </w:r>
      <w:r>
        <w:tab/>
        <w:t>1.013e0</w:t>
      </w:r>
    </w:p>
    <w:p w14:paraId="77BBDEE3" w14:textId="77777777" w:rsidR="006D4449" w:rsidRDefault="006D4449" w:rsidP="006D4449">
      <w:r>
        <w:lastRenderedPageBreak/>
        <w:t>464.7408</w:t>
      </w:r>
      <w:r>
        <w:tab/>
        <w:t>1.013e0</w:t>
      </w:r>
    </w:p>
    <w:p w14:paraId="7D62972F" w14:textId="77777777" w:rsidR="006D4449" w:rsidRDefault="006D4449" w:rsidP="006D4449">
      <w:r>
        <w:t>464.8001</w:t>
      </w:r>
      <w:r>
        <w:tab/>
        <w:t>1.013e0</w:t>
      </w:r>
    </w:p>
    <w:p w14:paraId="4A4ED57E" w14:textId="77777777" w:rsidR="006D4449" w:rsidRDefault="006D4449" w:rsidP="006D4449">
      <w:r>
        <w:t>464.8193</w:t>
      </w:r>
      <w:r>
        <w:tab/>
        <w:t>2.025e0</w:t>
      </w:r>
    </w:p>
    <w:p w14:paraId="4D612082" w14:textId="77777777" w:rsidR="006D4449" w:rsidRDefault="006D4449" w:rsidP="006D4449">
      <w:r>
        <w:t>464.8408</w:t>
      </w:r>
      <w:r>
        <w:tab/>
        <w:t>3.038e0</w:t>
      </w:r>
    </w:p>
    <w:p w14:paraId="2228FDFC" w14:textId="77777777" w:rsidR="006D4449" w:rsidRDefault="006D4449" w:rsidP="006D4449">
      <w:r>
        <w:t>464.8456</w:t>
      </w:r>
      <w:r>
        <w:tab/>
        <w:t>4.051e0</w:t>
      </w:r>
    </w:p>
    <w:p w14:paraId="19A46F76" w14:textId="77777777" w:rsidR="006D4449" w:rsidRDefault="006D4449" w:rsidP="006D4449">
      <w:r>
        <w:t>464.8656</w:t>
      </w:r>
      <w:r>
        <w:tab/>
        <w:t>2.025e0</w:t>
      </w:r>
    </w:p>
    <w:p w14:paraId="5454BD36" w14:textId="77777777" w:rsidR="006D4449" w:rsidRDefault="006D4449" w:rsidP="006D4449">
      <w:r>
        <w:t>464.8701</w:t>
      </w:r>
      <w:r>
        <w:tab/>
        <w:t>2.025e0</w:t>
      </w:r>
    </w:p>
    <w:p w14:paraId="51EB9510" w14:textId="77777777" w:rsidR="006D4449" w:rsidRDefault="006D4449" w:rsidP="006D4449">
      <w:r>
        <w:t>464.9179</w:t>
      </w:r>
      <w:r>
        <w:tab/>
        <w:t>2.025e0</w:t>
      </w:r>
    </w:p>
    <w:p w14:paraId="55C2557C" w14:textId="77777777" w:rsidR="006D4449" w:rsidRDefault="006D4449" w:rsidP="006D4449">
      <w:r>
        <w:t>464.9613</w:t>
      </w:r>
      <w:r>
        <w:tab/>
        <w:t>1.013e0</w:t>
      </w:r>
    </w:p>
    <w:p w14:paraId="1B566B9D" w14:textId="77777777" w:rsidR="006D4449" w:rsidRDefault="006D4449" w:rsidP="006D4449">
      <w:r>
        <w:t>464.9715</w:t>
      </w:r>
      <w:r>
        <w:tab/>
        <w:t>2.025e0</w:t>
      </w:r>
    </w:p>
    <w:p w14:paraId="5D6B1949" w14:textId="77777777" w:rsidR="006D4449" w:rsidRDefault="006D4449" w:rsidP="006D4449">
      <w:r>
        <w:t>464.9948</w:t>
      </w:r>
      <w:r>
        <w:tab/>
        <w:t>3.038e0</w:t>
      </w:r>
    </w:p>
    <w:p w14:paraId="70B5E8A6" w14:textId="77777777" w:rsidR="006D4449" w:rsidRDefault="006D4449" w:rsidP="006D4449">
      <w:r>
        <w:t>465.0100</w:t>
      </w:r>
      <w:r>
        <w:tab/>
        <w:t>1.013e0</w:t>
      </w:r>
    </w:p>
    <w:p w14:paraId="0DAB0E10" w14:textId="77777777" w:rsidR="006D4449" w:rsidRDefault="006D4449" w:rsidP="006D4449">
      <w:r>
        <w:t>465.0347</w:t>
      </w:r>
      <w:r>
        <w:tab/>
        <w:t>1.013e0</w:t>
      </w:r>
    </w:p>
    <w:p w14:paraId="764722B3" w14:textId="77777777" w:rsidR="006D4449" w:rsidRDefault="006D4449" w:rsidP="006D4449">
      <w:r>
        <w:t>465.0463</w:t>
      </w:r>
      <w:r>
        <w:tab/>
        <w:t>2.025e0</w:t>
      </w:r>
    </w:p>
    <w:p w14:paraId="220B1149" w14:textId="77777777" w:rsidR="006D4449" w:rsidRDefault="006D4449" w:rsidP="006D4449">
      <w:r>
        <w:t>465.0912</w:t>
      </w:r>
      <w:r>
        <w:tab/>
        <w:t>1.013e0</w:t>
      </w:r>
    </w:p>
    <w:p w14:paraId="1DA2D27F" w14:textId="77777777" w:rsidR="006D4449" w:rsidRDefault="006D4449" w:rsidP="006D4449">
      <w:r>
        <w:t>465.0922</w:t>
      </w:r>
      <w:r>
        <w:tab/>
        <w:t>3.038e0</w:t>
      </w:r>
    </w:p>
    <w:p w14:paraId="0A7215BA" w14:textId="77777777" w:rsidR="006D4449" w:rsidRDefault="006D4449" w:rsidP="006D4449">
      <w:r>
        <w:t>465.0973</w:t>
      </w:r>
      <w:r>
        <w:tab/>
        <w:t>2.025e0</w:t>
      </w:r>
    </w:p>
    <w:p w14:paraId="55B82DE7" w14:textId="77777777" w:rsidR="006D4449" w:rsidRDefault="006D4449" w:rsidP="006D4449">
      <w:r>
        <w:t>465.1561</w:t>
      </w:r>
      <w:r>
        <w:tab/>
        <w:t>1.013e0</w:t>
      </w:r>
    </w:p>
    <w:p w14:paraId="15C5CCA4" w14:textId="77777777" w:rsidR="006D4449" w:rsidRDefault="006D4449" w:rsidP="006D4449">
      <w:r>
        <w:t>465.1661</w:t>
      </w:r>
      <w:r>
        <w:tab/>
        <w:t>2.025e0</w:t>
      </w:r>
    </w:p>
    <w:p w14:paraId="60485B42" w14:textId="77777777" w:rsidR="006D4449" w:rsidRDefault="006D4449" w:rsidP="006D4449">
      <w:r>
        <w:lastRenderedPageBreak/>
        <w:t>465.1805</w:t>
      </w:r>
      <w:r>
        <w:tab/>
        <w:t>1.013e0</w:t>
      </w:r>
    </w:p>
    <w:p w14:paraId="52E1EF35" w14:textId="77777777" w:rsidR="006D4449" w:rsidRDefault="006D4449" w:rsidP="006D4449">
      <w:r>
        <w:t>465.1949</w:t>
      </w:r>
      <w:r>
        <w:tab/>
        <w:t>3.038e0</w:t>
      </w:r>
    </w:p>
    <w:p w14:paraId="40A2A43D" w14:textId="77777777" w:rsidR="006D4449" w:rsidRDefault="006D4449" w:rsidP="006D4449">
      <w:r>
        <w:t>465.1962</w:t>
      </w:r>
      <w:r>
        <w:tab/>
        <w:t>3.038e0</w:t>
      </w:r>
    </w:p>
    <w:p w14:paraId="3A8385C9" w14:textId="77777777" w:rsidR="006D4449" w:rsidRDefault="006D4449" w:rsidP="006D4449">
      <w:r>
        <w:t>465.2057</w:t>
      </w:r>
      <w:r>
        <w:tab/>
        <w:t>2.671e0</w:t>
      </w:r>
    </w:p>
    <w:p w14:paraId="62B050C0" w14:textId="77777777" w:rsidR="006D4449" w:rsidRDefault="006D4449" w:rsidP="006D4449">
      <w:r>
        <w:t>465.2267</w:t>
      </w:r>
      <w:r>
        <w:tab/>
        <w:t>1.809e0</w:t>
      </w:r>
    </w:p>
    <w:p w14:paraId="2116C2B3" w14:textId="77777777" w:rsidR="006D4449" w:rsidRDefault="006D4449" w:rsidP="006D4449">
      <w:r>
        <w:t>465.2343</w:t>
      </w:r>
      <w:r>
        <w:tab/>
        <w:t>2.766e0</w:t>
      </w:r>
    </w:p>
    <w:p w14:paraId="0138048E" w14:textId="77777777" w:rsidR="006D4449" w:rsidRDefault="006D4449" w:rsidP="006D4449">
      <w:r>
        <w:t>465.2678</w:t>
      </w:r>
      <w:r>
        <w:tab/>
        <w:t>1.053e0</w:t>
      </w:r>
    </w:p>
    <w:p w14:paraId="5D135F8D" w14:textId="77777777" w:rsidR="006D4449" w:rsidRDefault="006D4449" w:rsidP="006D4449">
      <w:r>
        <w:t>465.2959</w:t>
      </w:r>
      <w:r>
        <w:tab/>
        <w:t>2.746e0</w:t>
      </w:r>
    </w:p>
    <w:p w14:paraId="4B458541" w14:textId="77777777" w:rsidR="006D4449" w:rsidRDefault="006D4449" w:rsidP="006D4449">
      <w:r>
        <w:t>465.3467</w:t>
      </w:r>
      <w:r>
        <w:tab/>
        <w:t>3.150e0</w:t>
      </w:r>
    </w:p>
    <w:p w14:paraId="4515FC88" w14:textId="77777777" w:rsidR="006D4449" w:rsidRDefault="006D4449" w:rsidP="006D4449">
      <w:r>
        <w:t>465.3512</w:t>
      </w:r>
      <w:r>
        <w:tab/>
        <w:t>1.699e0</w:t>
      </w:r>
    </w:p>
    <w:p w14:paraId="7785D926" w14:textId="77777777" w:rsidR="006D4449" w:rsidRDefault="006D4449" w:rsidP="006D4449">
      <w:r>
        <w:t>465.3687</w:t>
      </w:r>
      <w:r>
        <w:tab/>
        <w:t>1.013e0</w:t>
      </w:r>
    </w:p>
    <w:p w14:paraId="64E88EA6" w14:textId="77777777" w:rsidR="006D4449" w:rsidRDefault="006D4449" w:rsidP="006D4449">
      <w:r>
        <w:t>465.4158</w:t>
      </w:r>
      <w:r>
        <w:tab/>
        <w:t>3.038e0</w:t>
      </w:r>
    </w:p>
    <w:p w14:paraId="48B55C48" w14:textId="77777777" w:rsidR="006D4449" w:rsidRDefault="006D4449" w:rsidP="006D4449">
      <w:r>
        <w:t>465.4843</w:t>
      </w:r>
      <w:r>
        <w:tab/>
        <w:t>1.013e0</w:t>
      </w:r>
    </w:p>
    <w:p w14:paraId="70A21829" w14:textId="77777777" w:rsidR="006D4449" w:rsidRDefault="006D4449" w:rsidP="006D4449">
      <w:r>
        <w:t>465.4890</w:t>
      </w:r>
      <w:r>
        <w:tab/>
        <w:t>1.013e0</w:t>
      </w:r>
    </w:p>
    <w:p w14:paraId="1585CD37" w14:textId="77777777" w:rsidR="006D4449" w:rsidRDefault="006D4449" w:rsidP="006D4449">
      <w:r>
        <w:t>465.5014</w:t>
      </w:r>
      <w:r>
        <w:tab/>
        <w:t>2.025e0</w:t>
      </w:r>
    </w:p>
    <w:p w14:paraId="491E753F" w14:textId="77777777" w:rsidR="006D4449" w:rsidRDefault="006D4449" w:rsidP="006D4449">
      <w:r>
        <w:t>465.5459</w:t>
      </w:r>
      <w:r>
        <w:tab/>
        <w:t>1.013e0</w:t>
      </w:r>
    </w:p>
    <w:p w14:paraId="3084C98E" w14:textId="77777777" w:rsidR="006D4449" w:rsidRDefault="006D4449" w:rsidP="006D4449">
      <w:r>
        <w:t>465.5927</w:t>
      </w:r>
      <w:r>
        <w:tab/>
        <w:t>1.013e0</w:t>
      </w:r>
    </w:p>
    <w:p w14:paraId="713513FD" w14:textId="77777777" w:rsidR="006D4449" w:rsidRDefault="006D4449" w:rsidP="006D4449">
      <w:r>
        <w:t>465.5999</w:t>
      </w:r>
      <w:r>
        <w:tab/>
        <w:t>1.013e0</w:t>
      </w:r>
    </w:p>
    <w:p w14:paraId="1C4CD516" w14:textId="77777777" w:rsidR="006D4449" w:rsidRDefault="006D4449" w:rsidP="006D4449">
      <w:r>
        <w:t>465.6900</w:t>
      </w:r>
      <w:r>
        <w:tab/>
        <w:t>3.038e0</w:t>
      </w:r>
    </w:p>
    <w:p w14:paraId="4A97705A" w14:textId="77777777" w:rsidR="006D4449" w:rsidRDefault="006D4449" w:rsidP="006D4449">
      <w:r>
        <w:lastRenderedPageBreak/>
        <w:t>465.7532</w:t>
      </w:r>
      <w:r>
        <w:tab/>
        <w:t>1.013e0</w:t>
      </w:r>
    </w:p>
    <w:p w14:paraId="2EBE11DA" w14:textId="77777777" w:rsidR="006D4449" w:rsidRDefault="006D4449" w:rsidP="006D4449">
      <w:r>
        <w:t>465.7734</w:t>
      </w:r>
      <w:r>
        <w:tab/>
        <w:t>1.013e0</w:t>
      </w:r>
    </w:p>
    <w:p w14:paraId="4CBF93EA" w14:textId="77777777" w:rsidR="006D4449" w:rsidRDefault="006D4449" w:rsidP="006D4449">
      <w:r>
        <w:t>465.8131</w:t>
      </w:r>
      <w:r>
        <w:tab/>
        <w:t>1.013e0</w:t>
      </w:r>
    </w:p>
    <w:p w14:paraId="6C9A48EE" w14:textId="77777777" w:rsidR="006D4449" w:rsidRDefault="006D4449" w:rsidP="006D4449">
      <w:r>
        <w:t>465.8324</w:t>
      </w:r>
      <w:r>
        <w:tab/>
        <w:t>2.025e0</w:t>
      </w:r>
    </w:p>
    <w:p w14:paraId="75ECB2E4" w14:textId="77777777" w:rsidR="006D4449" w:rsidRDefault="006D4449" w:rsidP="006D4449">
      <w:r>
        <w:t>465.8710</w:t>
      </w:r>
      <w:r>
        <w:tab/>
        <w:t>1.013e0</w:t>
      </w:r>
    </w:p>
    <w:p w14:paraId="1497CC57" w14:textId="77777777" w:rsidR="006D4449" w:rsidRDefault="006D4449" w:rsidP="006D4449">
      <w:r>
        <w:t>465.9056</w:t>
      </w:r>
      <w:r>
        <w:tab/>
        <w:t>3.038e0</w:t>
      </w:r>
    </w:p>
    <w:p w14:paraId="1E86F4A8" w14:textId="77777777" w:rsidR="006D4449" w:rsidRDefault="006D4449" w:rsidP="006D4449">
      <w:r>
        <w:t>465.9086</w:t>
      </w:r>
      <w:r>
        <w:tab/>
        <w:t>1.013e0</w:t>
      </w:r>
    </w:p>
    <w:p w14:paraId="3A649CB6" w14:textId="77777777" w:rsidR="006D4449" w:rsidRDefault="006D4449" w:rsidP="006D4449">
      <w:r>
        <w:t>465.9417</w:t>
      </w:r>
      <w:r>
        <w:tab/>
        <w:t>4.051e0</w:t>
      </w:r>
    </w:p>
    <w:p w14:paraId="40DCB720" w14:textId="77777777" w:rsidR="006D4449" w:rsidRDefault="006D4449" w:rsidP="006D4449">
      <w:r>
        <w:t>465.9731</w:t>
      </w:r>
      <w:r>
        <w:tab/>
        <w:t>2.025e0</w:t>
      </w:r>
    </w:p>
    <w:p w14:paraId="6E6A2BA0" w14:textId="77777777" w:rsidR="006D4449" w:rsidRDefault="006D4449" w:rsidP="006D4449">
      <w:r>
        <w:t>465.9792</w:t>
      </w:r>
      <w:r>
        <w:tab/>
        <w:t>2.025e0</w:t>
      </w:r>
    </w:p>
    <w:p w14:paraId="7A1893A1" w14:textId="77777777" w:rsidR="006D4449" w:rsidRDefault="006D4449" w:rsidP="006D4449">
      <w:r>
        <w:t>465.9904</w:t>
      </w:r>
      <w:r>
        <w:tab/>
        <w:t>2.025e0</w:t>
      </w:r>
    </w:p>
    <w:p w14:paraId="1BE48718" w14:textId="77777777" w:rsidR="006D4449" w:rsidRDefault="006D4449" w:rsidP="006D4449">
      <w:r>
        <w:t>466.0072</w:t>
      </w:r>
      <w:r>
        <w:tab/>
        <w:t>2.025e0</w:t>
      </w:r>
    </w:p>
    <w:p w14:paraId="291F6415" w14:textId="77777777" w:rsidR="006D4449" w:rsidRDefault="006D4449" w:rsidP="006D4449">
      <w:r>
        <w:t>466.0252</w:t>
      </w:r>
      <w:r>
        <w:tab/>
        <w:t>3.038e0</w:t>
      </w:r>
    </w:p>
    <w:p w14:paraId="344F5498" w14:textId="77777777" w:rsidR="006D4449" w:rsidRDefault="006D4449" w:rsidP="006D4449">
      <w:r>
        <w:t>466.0458</w:t>
      </w:r>
      <w:r>
        <w:tab/>
        <w:t>2.025e0</w:t>
      </w:r>
    </w:p>
    <w:p w14:paraId="626D1253" w14:textId="77777777" w:rsidR="006D4449" w:rsidRDefault="006D4449" w:rsidP="006D4449">
      <w:r>
        <w:t>466.1189</w:t>
      </w:r>
      <w:r>
        <w:tab/>
        <w:t>2.025e0</w:t>
      </w:r>
    </w:p>
    <w:p w14:paraId="0D64E275" w14:textId="77777777" w:rsidR="006D4449" w:rsidRDefault="006D4449" w:rsidP="006D4449">
      <w:r>
        <w:t>466.1484</w:t>
      </w:r>
      <w:r>
        <w:tab/>
        <w:t>1.013e0</w:t>
      </w:r>
    </w:p>
    <w:p w14:paraId="72504FFC" w14:textId="77777777" w:rsidR="006D4449" w:rsidRDefault="006D4449" w:rsidP="006D4449">
      <w:r>
        <w:t>466.1524</w:t>
      </w:r>
      <w:r>
        <w:tab/>
        <w:t>2.025e0</w:t>
      </w:r>
    </w:p>
    <w:p w14:paraId="0E195A34" w14:textId="77777777" w:rsidR="006D4449" w:rsidRDefault="006D4449" w:rsidP="006D4449">
      <w:r>
        <w:t>466.1587</w:t>
      </w:r>
      <w:r>
        <w:tab/>
        <w:t>2.025e0</w:t>
      </w:r>
    </w:p>
    <w:p w14:paraId="7DA646D7" w14:textId="77777777" w:rsidR="006D4449" w:rsidRDefault="006D4449" w:rsidP="006D4449">
      <w:r>
        <w:t>466.1701</w:t>
      </w:r>
      <w:r>
        <w:tab/>
        <w:t>2.025e0</w:t>
      </w:r>
    </w:p>
    <w:p w14:paraId="6EF8B105" w14:textId="77777777" w:rsidR="006D4449" w:rsidRDefault="006D4449" w:rsidP="006D4449">
      <w:r>
        <w:lastRenderedPageBreak/>
        <w:t>466.1910</w:t>
      </w:r>
      <w:r>
        <w:tab/>
        <w:t>2.025e0</w:t>
      </w:r>
    </w:p>
    <w:p w14:paraId="55AC0407" w14:textId="77777777" w:rsidR="006D4449" w:rsidRDefault="006D4449" w:rsidP="006D4449">
      <w:r>
        <w:t>466.1994</w:t>
      </w:r>
      <w:r>
        <w:tab/>
        <w:t>2.889e0</w:t>
      </w:r>
    </w:p>
    <w:p w14:paraId="43235A15" w14:textId="77777777" w:rsidR="006D4449" w:rsidRDefault="006D4449" w:rsidP="006D4449">
      <w:r>
        <w:t>466.2612</w:t>
      </w:r>
      <w:r>
        <w:tab/>
        <w:t>2.798e1</w:t>
      </w:r>
    </w:p>
    <w:p w14:paraId="3E43B3CB" w14:textId="77777777" w:rsidR="006D4449" w:rsidRDefault="006D4449" w:rsidP="006D4449">
      <w:r>
        <w:t>466.2706</w:t>
      </w:r>
      <w:r>
        <w:tab/>
        <w:t>2.783e1</w:t>
      </w:r>
    </w:p>
    <w:p w14:paraId="46553642" w14:textId="77777777" w:rsidR="006D4449" w:rsidRDefault="006D4449" w:rsidP="006D4449">
      <w:r>
        <w:t>466.2718</w:t>
      </w:r>
      <w:r>
        <w:tab/>
        <w:t>7.655e1</w:t>
      </w:r>
    </w:p>
    <w:p w14:paraId="4E0F4EB4" w14:textId="77777777" w:rsidR="006D4449" w:rsidRDefault="006D4449" w:rsidP="006D4449">
      <w:r>
        <w:t>466.2786</w:t>
      </w:r>
      <w:r>
        <w:tab/>
        <w:t>2.844e1</w:t>
      </w:r>
    </w:p>
    <w:p w14:paraId="3C4B293B" w14:textId="77777777" w:rsidR="006D4449" w:rsidRDefault="006D4449" w:rsidP="006D4449">
      <w:r>
        <w:t>466.3540</w:t>
      </w:r>
      <w:r>
        <w:tab/>
        <w:t>1.177e0</w:t>
      </w:r>
    </w:p>
    <w:p w14:paraId="2A798E1B" w14:textId="77777777" w:rsidR="006D4449" w:rsidRDefault="006D4449" w:rsidP="006D4449">
      <w:r>
        <w:t>466.3605</w:t>
      </w:r>
      <w:r>
        <w:tab/>
        <w:t>5.901e0</w:t>
      </w:r>
    </w:p>
    <w:p w14:paraId="144D7B33" w14:textId="77777777" w:rsidR="006D4449" w:rsidRDefault="006D4449" w:rsidP="006D4449">
      <w:r>
        <w:t>466.3985</w:t>
      </w:r>
      <w:r>
        <w:tab/>
        <w:t>3.038e0</w:t>
      </w:r>
    </w:p>
    <w:p w14:paraId="7B7C21C0" w14:textId="77777777" w:rsidR="006D4449" w:rsidRDefault="006D4449" w:rsidP="006D4449">
      <w:r>
        <w:t>466.4068</w:t>
      </w:r>
      <w:r>
        <w:tab/>
        <w:t>3.038e0</w:t>
      </w:r>
    </w:p>
    <w:p w14:paraId="6427B4DD" w14:textId="77777777" w:rsidR="006D4449" w:rsidRDefault="006D4449" w:rsidP="006D4449">
      <w:r>
        <w:t>466.4160</w:t>
      </w:r>
      <w:r>
        <w:tab/>
        <w:t>1.013e0</w:t>
      </w:r>
    </w:p>
    <w:p w14:paraId="625274B3" w14:textId="77777777" w:rsidR="006D4449" w:rsidRDefault="006D4449" w:rsidP="006D4449">
      <w:r>
        <w:t>466.4592</w:t>
      </w:r>
      <w:r>
        <w:tab/>
        <w:t>2.025e0</w:t>
      </w:r>
    </w:p>
    <w:p w14:paraId="1053DEE2" w14:textId="77777777" w:rsidR="006D4449" w:rsidRDefault="006D4449" w:rsidP="006D4449">
      <w:r>
        <w:t>466.4666</w:t>
      </w:r>
      <w:r>
        <w:tab/>
        <w:t>2.025e0</w:t>
      </w:r>
    </w:p>
    <w:p w14:paraId="7C9A2E22" w14:textId="77777777" w:rsidR="006D4449" w:rsidRDefault="006D4449" w:rsidP="006D4449">
      <w:r>
        <w:t>466.4988</w:t>
      </w:r>
      <w:r>
        <w:tab/>
        <w:t>1.013e0</w:t>
      </w:r>
    </w:p>
    <w:p w14:paraId="41E8CABC" w14:textId="77777777" w:rsidR="006D4449" w:rsidRDefault="006D4449" w:rsidP="006D4449">
      <w:r>
        <w:t>466.5299</w:t>
      </w:r>
      <w:r>
        <w:tab/>
        <w:t>2.025e0</w:t>
      </w:r>
    </w:p>
    <w:p w14:paraId="1AB655DB" w14:textId="77777777" w:rsidR="006D4449" w:rsidRDefault="006D4449" w:rsidP="006D4449">
      <w:r>
        <w:t>466.5442</w:t>
      </w:r>
      <w:r>
        <w:tab/>
        <w:t>1.013e0</w:t>
      </w:r>
    </w:p>
    <w:p w14:paraId="600877F1" w14:textId="77777777" w:rsidR="006D4449" w:rsidRDefault="006D4449" w:rsidP="006D4449">
      <w:r>
        <w:t>466.5748</w:t>
      </w:r>
      <w:r>
        <w:tab/>
        <w:t>1.013e0</w:t>
      </w:r>
    </w:p>
    <w:p w14:paraId="3FEE3A08" w14:textId="77777777" w:rsidR="006D4449" w:rsidRDefault="006D4449" w:rsidP="006D4449">
      <w:r>
        <w:t>466.6125</w:t>
      </w:r>
      <w:r>
        <w:tab/>
        <w:t>1.013e0</w:t>
      </w:r>
    </w:p>
    <w:p w14:paraId="31352ACF" w14:textId="77777777" w:rsidR="006D4449" w:rsidRDefault="006D4449" w:rsidP="006D4449">
      <w:r>
        <w:t>466.6357</w:t>
      </w:r>
      <w:r>
        <w:tab/>
        <w:t>1.013e0</w:t>
      </w:r>
    </w:p>
    <w:p w14:paraId="5FB8223C" w14:textId="77777777" w:rsidR="006D4449" w:rsidRDefault="006D4449" w:rsidP="006D4449">
      <w:r>
        <w:lastRenderedPageBreak/>
        <w:t>466.6779</w:t>
      </w:r>
      <w:r>
        <w:tab/>
        <w:t>3.038e0</w:t>
      </w:r>
    </w:p>
    <w:p w14:paraId="36064C3D" w14:textId="77777777" w:rsidR="006D4449" w:rsidRDefault="006D4449" w:rsidP="006D4449">
      <w:r>
        <w:t>466.6917</w:t>
      </w:r>
      <w:r>
        <w:tab/>
        <w:t>1.013e0</w:t>
      </w:r>
    </w:p>
    <w:p w14:paraId="2AA77DFA" w14:textId="77777777" w:rsidR="006D4449" w:rsidRDefault="006D4449" w:rsidP="006D4449">
      <w:r>
        <w:t>466.7253</w:t>
      </w:r>
      <w:r>
        <w:tab/>
        <w:t>1.013e0</w:t>
      </w:r>
    </w:p>
    <w:p w14:paraId="7698B409" w14:textId="77777777" w:rsidR="006D4449" w:rsidRDefault="006D4449" w:rsidP="006D4449">
      <w:r>
        <w:t>466.7559</w:t>
      </w:r>
      <w:r>
        <w:tab/>
        <w:t>1.013e0</w:t>
      </w:r>
    </w:p>
    <w:p w14:paraId="5B3FC3C4" w14:textId="77777777" w:rsidR="006D4449" w:rsidRDefault="006D4449" w:rsidP="006D4449">
      <w:r>
        <w:t>466.7579</w:t>
      </w:r>
      <w:r>
        <w:tab/>
        <w:t>1.013e0</w:t>
      </w:r>
    </w:p>
    <w:p w14:paraId="384611D7" w14:textId="77777777" w:rsidR="006D4449" w:rsidRDefault="006D4449" w:rsidP="006D4449">
      <w:r>
        <w:t>466.7937</w:t>
      </w:r>
      <w:r>
        <w:tab/>
        <w:t>2.025e0</w:t>
      </w:r>
    </w:p>
    <w:p w14:paraId="73274490" w14:textId="77777777" w:rsidR="006D4449" w:rsidRDefault="006D4449" w:rsidP="006D4449">
      <w:r>
        <w:t>466.8025</w:t>
      </w:r>
      <w:r>
        <w:tab/>
        <w:t>2.025e0</w:t>
      </w:r>
    </w:p>
    <w:p w14:paraId="447E31E3" w14:textId="77777777" w:rsidR="006D4449" w:rsidRDefault="006D4449" w:rsidP="006D4449">
      <w:r>
        <w:t>466.8095</w:t>
      </w:r>
      <w:r>
        <w:tab/>
        <w:t>1.013e0</w:t>
      </w:r>
    </w:p>
    <w:p w14:paraId="384CA8C2" w14:textId="77777777" w:rsidR="006D4449" w:rsidRDefault="006D4449" w:rsidP="006D4449">
      <w:r>
        <w:t>466.8457</w:t>
      </w:r>
      <w:r>
        <w:tab/>
        <w:t>2.025e0</w:t>
      </w:r>
    </w:p>
    <w:p w14:paraId="6FF2E567" w14:textId="77777777" w:rsidR="006D4449" w:rsidRDefault="006D4449" w:rsidP="006D4449">
      <w:r>
        <w:t>466.8853</w:t>
      </w:r>
      <w:r>
        <w:tab/>
        <w:t>1.013e0</w:t>
      </w:r>
    </w:p>
    <w:p w14:paraId="545792D5" w14:textId="77777777" w:rsidR="006D4449" w:rsidRDefault="006D4449" w:rsidP="006D4449">
      <w:r>
        <w:t>466.9208</w:t>
      </w:r>
      <w:r>
        <w:tab/>
        <w:t>1.013e0</w:t>
      </w:r>
    </w:p>
    <w:p w14:paraId="3EA8DD4E" w14:textId="77777777" w:rsidR="006D4449" w:rsidRDefault="006D4449" w:rsidP="006D4449">
      <w:r>
        <w:t>466.9294</w:t>
      </w:r>
      <w:r>
        <w:tab/>
        <w:t>4.051e0</w:t>
      </w:r>
    </w:p>
    <w:p w14:paraId="6F3ED0B3" w14:textId="77777777" w:rsidR="006D4449" w:rsidRDefault="006D4449" w:rsidP="006D4449">
      <w:r>
        <w:t>466.9394</w:t>
      </w:r>
      <w:r>
        <w:tab/>
        <w:t>2.025e0</w:t>
      </w:r>
    </w:p>
    <w:p w14:paraId="57D95B49" w14:textId="77777777" w:rsidR="006D4449" w:rsidRDefault="006D4449" w:rsidP="006D4449">
      <w:r>
        <w:t>466.9423</w:t>
      </w:r>
      <w:r>
        <w:tab/>
        <w:t>4.051e0</w:t>
      </w:r>
    </w:p>
    <w:p w14:paraId="488FEDE4" w14:textId="77777777" w:rsidR="006D4449" w:rsidRDefault="006D4449" w:rsidP="006D4449">
      <w:r>
        <w:t>466.9556</w:t>
      </w:r>
      <w:r>
        <w:tab/>
        <w:t>5.063e0</w:t>
      </w:r>
    </w:p>
    <w:p w14:paraId="54A60CA8" w14:textId="77777777" w:rsidR="006D4449" w:rsidRDefault="006D4449" w:rsidP="006D4449">
      <w:r>
        <w:t>467.0104</w:t>
      </w:r>
      <w:r>
        <w:tab/>
        <w:t>1.013e0</w:t>
      </w:r>
    </w:p>
    <w:p w14:paraId="01407827" w14:textId="77777777" w:rsidR="006D4449" w:rsidRDefault="006D4449" w:rsidP="006D4449">
      <w:r>
        <w:t>467.0171</w:t>
      </w:r>
      <w:r>
        <w:tab/>
        <w:t>3.038e0</w:t>
      </w:r>
    </w:p>
    <w:p w14:paraId="214E31F5" w14:textId="77777777" w:rsidR="006D4449" w:rsidRDefault="006D4449" w:rsidP="006D4449">
      <w:r>
        <w:t>467.0294</w:t>
      </w:r>
      <w:r>
        <w:tab/>
        <w:t>3.216e0</w:t>
      </w:r>
    </w:p>
    <w:p w14:paraId="4FDF49EA" w14:textId="77777777" w:rsidR="006D4449" w:rsidRDefault="006D4449" w:rsidP="006D4449">
      <w:r>
        <w:t>467.1143</w:t>
      </w:r>
      <w:r>
        <w:tab/>
        <w:t>4.051e0</w:t>
      </w:r>
    </w:p>
    <w:p w14:paraId="4423670B" w14:textId="77777777" w:rsidR="006D4449" w:rsidRDefault="006D4449" w:rsidP="006D4449">
      <w:r>
        <w:lastRenderedPageBreak/>
        <w:t>467.1364</w:t>
      </w:r>
      <w:r>
        <w:tab/>
        <w:t>3.038e0</w:t>
      </w:r>
    </w:p>
    <w:p w14:paraId="1D34E8AA" w14:textId="77777777" w:rsidR="006D4449" w:rsidRDefault="006D4449" w:rsidP="006D4449">
      <w:r>
        <w:t>467.1699</w:t>
      </w:r>
      <w:r>
        <w:tab/>
        <w:t>2.843e0</w:t>
      </w:r>
    </w:p>
    <w:p w14:paraId="11CE892B" w14:textId="77777777" w:rsidR="006D4449" w:rsidRDefault="006D4449" w:rsidP="006D4449">
      <w:r>
        <w:t>467.1900</w:t>
      </w:r>
      <w:r>
        <w:tab/>
        <w:t>1.383e0</w:t>
      </w:r>
    </w:p>
    <w:p w14:paraId="3B70EE12" w14:textId="77777777" w:rsidR="006D4449" w:rsidRDefault="006D4449" w:rsidP="006D4449">
      <w:r>
        <w:t>467.2314</w:t>
      </w:r>
      <w:r>
        <w:tab/>
        <w:t>2.385e0</w:t>
      </w:r>
    </w:p>
    <w:p w14:paraId="7669EBE6" w14:textId="77777777" w:rsidR="006D4449" w:rsidRDefault="006D4449" w:rsidP="006D4449">
      <w:r>
        <w:t>467.2476</w:t>
      </w:r>
      <w:r>
        <w:tab/>
        <w:t>2.985e0</w:t>
      </w:r>
    </w:p>
    <w:p w14:paraId="588BBBB5" w14:textId="77777777" w:rsidR="006D4449" w:rsidRDefault="006D4449" w:rsidP="006D4449">
      <w:r>
        <w:t>467.2706</w:t>
      </w:r>
      <w:r>
        <w:tab/>
        <w:t>7.059e0</w:t>
      </w:r>
    </w:p>
    <w:p w14:paraId="03ACF0FD" w14:textId="77777777" w:rsidR="006D4449" w:rsidRDefault="006D4449" w:rsidP="006D4449">
      <w:r>
        <w:t>467.2771</w:t>
      </w:r>
      <w:r>
        <w:tab/>
        <w:t>6.332e0</w:t>
      </w:r>
    </w:p>
    <w:p w14:paraId="1CA5D269" w14:textId="77777777" w:rsidR="006D4449" w:rsidRDefault="006D4449" w:rsidP="006D4449">
      <w:r>
        <w:t>467.2815</w:t>
      </w:r>
      <w:r>
        <w:tab/>
        <w:t>7.413e0</w:t>
      </w:r>
    </w:p>
    <w:p w14:paraId="2085B7F9" w14:textId="77777777" w:rsidR="006D4449" w:rsidRDefault="006D4449" w:rsidP="006D4449">
      <w:r>
        <w:t>467.2908</w:t>
      </w:r>
      <w:r>
        <w:tab/>
        <w:t>4.567e0</w:t>
      </w:r>
    </w:p>
    <w:p w14:paraId="44EF9D47" w14:textId="77777777" w:rsidR="006D4449" w:rsidRDefault="006D4449" w:rsidP="006D4449">
      <w:r>
        <w:t>467.2962</w:t>
      </w:r>
      <w:r>
        <w:tab/>
        <w:t>3.296e0</w:t>
      </w:r>
    </w:p>
    <w:p w14:paraId="3771941F" w14:textId="77777777" w:rsidR="006D4449" w:rsidRDefault="006D4449" w:rsidP="006D4449">
      <w:r>
        <w:t>467.3544</w:t>
      </w:r>
      <w:r>
        <w:tab/>
        <w:t>1.222e0</w:t>
      </w:r>
    </w:p>
    <w:p w14:paraId="1B4C2F3F" w14:textId="77777777" w:rsidR="006D4449" w:rsidRDefault="006D4449" w:rsidP="006D4449">
      <w:r>
        <w:t>467.3945</w:t>
      </w:r>
      <w:r>
        <w:tab/>
        <w:t>1.831e0</w:t>
      </w:r>
    </w:p>
    <w:p w14:paraId="54BD5063" w14:textId="77777777" w:rsidR="006D4449" w:rsidRDefault="006D4449" w:rsidP="006D4449">
      <w:r>
        <w:t>467.4075</w:t>
      </w:r>
      <w:r>
        <w:tab/>
        <w:t>1.013e0</w:t>
      </w:r>
    </w:p>
    <w:p w14:paraId="7DC1D142" w14:textId="77777777" w:rsidR="006D4449" w:rsidRDefault="006D4449" w:rsidP="006D4449">
      <w:r>
        <w:t>467.4565</w:t>
      </w:r>
      <w:r>
        <w:tab/>
        <w:t>3.038e0</w:t>
      </w:r>
    </w:p>
    <w:p w14:paraId="0F85D561" w14:textId="77777777" w:rsidR="006D4449" w:rsidRDefault="006D4449" w:rsidP="006D4449">
      <w:r>
        <w:t>467.4669</w:t>
      </w:r>
      <w:r>
        <w:tab/>
        <w:t>1.013e0</w:t>
      </w:r>
    </w:p>
    <w:p w14:paraId="1C579C38" w14:textId="77777777" w:rsidR="006D4449" w:rsidRDefault="006D4449" w:rsidP="006D4449">
      <w:r>
        <w:t>467.4865</w:t>
      </w:r>
      <w:r>
        <w:tab/>
        <w:t>2.025e0</w:t>
      </w:r>
    </w:p>
    <w:p w14:paraId="6810C9BD" w14:textId="77777777" w:rsidR="006D4449" w:rsidRDefault="006D4449" w:rsidP="006D4449">
      <w:r>
        <w:t>467.5423</w:t>
      </w:r>
      <w:r>
        <w:tab/>
        <w:t>4.051e0</w:t>
      </w:r>
    </w:p>
    <w:p w14:paraId="671836BE" w14:textId="77777777" w:rsidR="006D4449" w:rsidRDefault="006D4449" w:rsidP="006D4449">
      <w:r>
        <w:t>467.5464</w:t>
      </w:r>
      <w:r>
        <w:tab/>
        <w:t>2.025e0</w:t>
      </w:r>
    </w:p>
    <w:p w14:paraId="26F9041F" w14:textId="77777777" w:rsidR="006D4449" w:rsidRDefault="006D4449" w:rsidP="006D4449">
      <w:r>
        <w:t>467.5546</w:t>
      </w:r>
      <w:r>
        <w:tab/>
        <w:t>1.013e0</w:t>
      </w:r>
    </w:p>
    <w:p w14:paraId="3A1FDEB9" w14:textId="77777777" w:rsidR="006D4449" w:rsidRDefault="006D4449" w:rsidP="006D4449">
      <w:r>
        <w:lastRenderedPageBreak/>
        <w:t>467.6137</w:t>
      </w:r>
      <w:r>
        <w:tab/>
        <w:t>1.013e0</w:t>
      </w:r>
    </w:p>
    <w:p w14:paraId="73B0214A" w14:textId="77777777" w:rsidR="006D4449" w:rsidRDefault="006D4449" w:rsidP="006D4449">
      <w:r>
        <w:t>467.6215</w:t>
      </w:r>
      <w:r>
        <w:tab/>
        <w:t>2.025e0</w:t>
      </w:r>
    </w:p>
    <w:p w14:paraId="46FA1C07" w14:textId="77777777" w:rsidR="006D4449" w:rsidRDefault="006D4449" w:rsidP="006D4449">
      <w:r>
        <w:t>467.6836</w:t>
      </w:r>
      <w:r>
        <w:tab/>
        <w:t>1.013e0</w:t>
      </w:r>
    </w:p>
    <w:p w14:paraId="04121409" w14:textId="77777777" w:rsidR="006D4449" w:rsidRDefault="006D4449" w:rsidP="006D4449">
      <w:r>
        <w:t>467.6998</w:t>
      </w:r>
      <w:r>
        <w:tab/>
        <w:t>1.013e0</w:t>
      </w:r>
    </w:p>
    <w:p w14:paraId="4497486E" w14:textId="77777777" w:rsidR="006D4449" w:rsidRDefault="006D4449" w:rsidP="006D4449">
      <w:r>
        <w:t>467.7811</w:t>
      </w:r>
      <w:r>
        <w:tab/>
        <w:t>1.013e0</w:t>
      </w:r>
    </w:p>
    <w:p w14:paraId="7AC26F69" w14:textId="77777777" w:rsidR="006D4449" w:rsidRDefault="006D4449" w:rsidP="006D4449">
      <w:r>
        <w:t>467.8143</w:t>
      </w:r>
      <w:r>
        <w:tab/>
        <w:t>2.025e0</w:t>
      </w:r>
    </w:p>
    <w:p w14:paraId="10390BFA" w14:textId="77777777" w:rsidR="006D4449" w:rsidRDefault="006D4449" w:rsidP="006D4449">
      <w:r>
        <w:t>467.8296</w:t>
      </w:r>
      <w:r>
        <w:tab/>
        <w:t>2.025e0</w:t>
      </w:r>
    </w:p>
    <w:p w14:paraId="778D40F8" w14:textId="77777777" w:rsidR="006D4449" w:rsidRDefault="006D4449" w:rsidP="006D4449">
      <w:r>
        <w:t>467.8340</w:t>
      </w:r>
      <w:r>
        <w:tab/>
        <w:t>1.013e0</w:t>
      </w:r>
    </w:p>
    <w:p w14:paraId="0102716B" w14:textId="77777777" w:rsidR="006D4449" w:rsidRDefault="006D4449" w:rsidP="006D4449">
      <w:r>
        <w:t>467.8586</w:t>
      </w:r>
      <w:r>
        <w:tab/>
        <w:t>1.013e0</w:t>
      </w:r>
    </w:p>
    <w:p w14:paraId="55C5CB25" w14:textId="77777777" w:rsidR="006D4449" w:rsidRDefault="006D4449" w:rsidP="006D4449">
      <w:r>
        <w:t>467.8787</w:t>
      </w:r>
      <w:r>
        <w:tab/>
        <w:t>1.013e0</w:t>
      </w:r>
    </w:p>
    <w:p w14:paraId="200F29E7" w14:textId="77777777" w:rsidR="006D4449" w:rsidRDefault="006D4449" w:rsidP="006D4449">
      <w:r>
        <w:t>467.8914</w:t>
      </w:r>
      <w:r>
        <w:tab/>
        <w:t>3.038e0</w:t>
      </w:r>
    </w:p>
    <w:p w14:paraId="00C75199" w14:textId="77777777" w:rsidR="006D4449" w:rsidRDefault="006D4449" w:rsidP="006D4449">
      <w:r>
        <w:t>467.9319</w:t>
      </w:r>
      <w:r>
        <w:tab/>
        <w:t>1.013e0</w:t>
      </w:r>
    </w:p>
    <w:p w14:paraId="7992036A" w14:textId="77777777" w:rsidR="006D4449" w:rsidRDefault="006D4449" w:rsidP="006D4449">
      <w:r>
        <w:t>467.9381</w:t>
      </w:r>
      <w:r>
        <w:tab/>
        <w:t>1.013e0</w:t>
      </w:r>
    </w:p>
    <w:p w14:paraId="7199F97C" w14:textId="77777777" w:rsidR="006D4449" w:rsidRDefault="006D4449" w:rsidP="006D4449">
      <w:r>
        <w:t>467.9547</w:t>
      </w:r>
      <w:r>
        <w:tab/>
        <w:t>1.013e0</w:t>
      </w:r>
    </w:p>
    <w:p w14:paraId="3B04F8B7" w14:textId="77777777" w:rsidR="006D4449" w:rsidRDefault="006D4449" w:rsidP="006D4449">
      <w:r>
        <w:t>467.9594</w:t>
      </w:r>
      <w:r>
        <w:tab/>
        <w:t>2.025e0</w:t>
      </w:r>
    </w:p>
    <w:p w14:paraId="48C66942" w14:textId="77777777" w:rsidR="006D4449" w:rsidRDefault="006D4449" w:rsidP="006D4449">
      <w:r>
        <w:t>467.9768</w:t>
      </w:r>
      <w:r>
        <w:tab/>
        <w:t>2.025e0</w:t>
      </w:r>
    </w:p>
    <w:p w14:paraId="7EC0EE93" w14:textId="77777777" w:rsidR="006D4449" w:rsidRDefault="006D4449" w:rsidP="006D4449">
      <w:r>
        <w:t>467.9861</w:t>
      </w:r>
      <w:r>
        <w:tab/>
        <w:t>2.025e0</w:t>
      </w:r>
    </w:p>
    <w:p w14:paraId="4A8D894B" w14:textId="77777777" w:rsidR="006D4449" w:rsidRDefault="006D4449" w:rsidP="006D4449">
      <w:r>
        <w:t>468.0034</w:t>
      </w:r>
      <w:r>
        <w:tab/>
        <w:t>3.038e0</w:t>
      </w:r>
    </w:p>
    <w:p w14:paraId="32D8E0E2" w14:textId="77777777" w:rsidR="006D4449" w:rsidRDefault="006D4449" w:rsidP="006D4449">
      <w:r>
        <w:t>468.0054</w:t>
      </w:r>
      <w:r>
        <w:tab/>
        <w:t>1.013e0</w:t>
      </w:r>
    </w:p>
    <w:p w14:paraId="45380163" w14:textId="77777777" w:rsidR="006D4449" w:rsidRDefault="006D4449" w:rsidP="006D4449">
      <w:r>
        <w:lastRenderedPageBreak/>
        <w:t>468.0563</w:t>
      </w:r>
      <w:r>
        <w:tab/>
        <w:t>2.025e0</w:t>
      </w:r>
    </w:p>
    <w:p w14:paraId="109A1127" w14:textId="77777777" w:rsidR="006D4449" w:rsidRDefault="006D4449" w:rsidP="006D4449">
      <w:r>
        <w:t>468.0718</w:t>
      </w:r>
      <w:r>
        <w:tab/>
        <w:t>1.013e0</w:t>
      </w:r>
    </w:p>
    <w:p w14:paraId="0190C503" w14:textId="77777777" w:rsidR="006D4449" w:rsidRDefault="006D4449" w:rsidP="006D4449">
      <w:r>
        <w:t>468.0813</w:t>
      </w:r>
      <w:r>
        <w:tab/>
        <w:t>2.025e0</w:t>
      </w:r>
    </w:p>
    <w:p w14:paraId="29E2AE47" w14:textId="77777777" w:rsidR="006D4449" w:rsidRDefault="006D4449" w:rsidP="006D4449">
      <w:r>
        <w:t>468.0952</w:t>
      </w:r>
      <w:r>
        <w:tab/>
        <w:t>2.025e0</w:t>
      </w:r>
    </w:p>
    <w:p w14:paraId="78449762" w14:textId="77777777" w:rsidR="006D4449" w:rsidRDefault="006D4449" w:rsidP="006D4449">
      <w:r>
        <w:t>468.0985</w:t>
      </w:r>
      <w:r>
        <w:tab/>
        <w:t>2.025e0</w:t>
      </w:r>
    </w:p>
    <w:p w14:paraId="7A707BC7" w14:textId="77777777" w:rsidR="006D4449" w:rsidRDefault="006D4449" w:rsidP="006D4449">
      <w:r>
        <w:t>468.1114</w:t>
      </w:r>
      <w:r>
        <w:tab/>
        <w:t>1.013e0</w:t>
      </w:r>
    </w:p>
    <w:p w14:paraId="48497C8D" w14:textId="77777777" w:rsidR="006D4449" w:rsidRDefault="006D4449" w:rsidP="006D4449">
      <w:r>
        <w:t>468.1153</w:t>
      </w:r>
      <w:r>
        <w:tab/>
        <w:t>2.025e0</w:t>
      </w:r>
    </w:p>
    <w:p w14:paraId="463BFF6B" w14:textId="77777777" w:rsidR="006D4449" w:rsidRDefault="006D4449" w:rsidP="006D4449">
      <w:r>
        <w:t>468.1346</w:t>
      </w:r>
      <w:r>
        <w:tab/>
        <w:t>2.025e0</w:t>
      </w:r>
    </w:p>
    <w:p w14:paraId="06C28FAE" w14:textId="77777777" w:rsidR="006D4449" w:rsidRDefault="006D4449" w:rsidP="006D4449">
      <w:r>
        <w:t>468.1503</w:t>
      </w:r>
      <w:r>
        <w:tab/>
        <w:t>5.063e0</w:t>
      </w:r>
    </w:p>
    <w:p w14:paraId="710EB796" w14:textId="77777777" w:rsidR="006D4449" w:rsidRDefault="006D4449" w:rsidP="006D4449">
      <w:r>
        <w:t>468.1660</w:t>
      </w:r>
      <w:r>
        <w:tab/>
        <w:t>1.013e0</w:t>
      </w:r>
    </w:p>
    <w:p w14:paraId="5CA5EA3B" w14:textId="77777777" w:rsidR="006D4449" w:rsidRDefault="006D4449" w:rsidP="006D4449">
      <w:r>
        <w:t>468.1693</w:t>
      </w:r>
      <w:r>
        <w:tab/>
        <w:t>1.013e0</w:t>
      </w:r>
    </w:p>
    <w:p w14:paraId="6417B345" w14:textId="77777777" w:rsidR="006D4449" w:rsidRDefault="006D4449" w:rsidP="006D4449">
      <w:r>
        <w:t>468.2005</w:t>
      </w:r>
      <w:r>
        <w:tab/>
        <w:t>2.986e0</w:t>
      </w:r>
    </w:p>
    <w:p w14:paraId="7C455619" w14:textId="77777777" w:rsidR="006D4449" w:rsidRDefault="006D4449" w:rsidP="006D4449">
      <w:r>
        <w:t>468.2119</w:t>
      </w:r>
      <w:r>
        <w:tab/>
        <w:t>1.490e0</w:t>
      </w:r>
    </w:p>
    <w:p w14:paraId="0B04FCD7" w14:textId="77777777" w:rsidR="006D4449" w:rsidRDefault="006D4449" w:rsidP="006D4449">
      <w:r>
        <w:t>468.2274</w:t>
      </w:r>
      <w:r>
        <w:tab/>
        <w:t>1.675e0</w:t>
      </w:r>
    </w:p>
    <w:p w14:paraId="59646C0B" w14:textId="77777777" w:rsidR="006D4449" w:rsidRDefault="006D4449" w:rsidP="006D4449">
      <w:r>
        <w:t>468.2461</w:t>
      </w:r>
      <w:r>
        <w:tab/>
        <w:t>1.315e0</w:t>
      </w:r>
    </w:p>
    <w:p w14:paraId="7C91B4B7" w14:textId="77777777" w:rsidR="006D4449" w:rsidRDefault="006D4449" w:rsidP="006D4449">
      <w:r>
        <w:t>468.2750</w:t>
      </w:r>
      <w:r>
        <w:tab/>
        <w:t>5.647e0</w:t>
      </w:r>
    </w:p>
    <w:p w14:paraId="7CCEBEB2" w14:textId="77777777" w:rsidR="006D4449" w:rsidRDefault="006D4449" w:rsidP="006D4449">
      <w:r>
        <w:t>468.2881</w:t>
      </w:r>
      <w:r>
        <w:tab/>
        <w:t>2.023e0</w:t>
      </w:r>
    </w:p>
    <w:p w14:paraId="2276BA5D" w14:textId="77777777" w:rsidR="006D4449" w:rsidRDefault="006D4449" w:rsidP="006D4449">
      <w:r>
        <w:t>468.2999</w:t>
      </w:r>
      <w:r>
        <w:tab/>
        <w:t>2.948e0</w:t>
      </w:r>
    </w:p>
    <w:p w14:paraId="3FD83377" w14:textId="77777777" w:rsidR="006D4449" w:rsidRDefault="006D4449" w:rsidP="006D4449">
      <w:r>
        <w:t>468.3033</w:t>
      </w:r>
      <w:r>
        <w:tab/>
        <w:t>5.757e0</w:t>
      </w:r>
    </w:p>
    <w:p w14:paraId="643B201D" w14:textId="77777777" w:rsidR="006D4449" w:rsidRDefault="006D4449" w:rsidP="006D4449">
      <w:r>
        <w:lastRenderedPageBreak/>
        <w:t>468.3078</w:t>
      </w:r>
      <w:r>
        <w:tab/>
        <w:t>3.289e0</w:t>
      </w:r>
    </w:p>
    <w:p w14:paraId="4B4BE81A" w14:textId="77777777" w:rsidR="006D4449" w:rsidRDefault="006D4449" w:rsidP="006D4449">
      <w:r>
        <w:t>468.3825</w:t>
      </w:r>
      <w:r>
        <w:tab/>
        <w:t>5.184e0</w:t>
      </w:r>
    </w:p>
    <w:p w14:paraId="3A14190B" w14:textId="77777777" w:rsidR="006D4449" w:rsidRDefault="006D4449" w:rsidP="006D4449">
      <w:r>
        <w:t>468.3837</w:t>
      </w:r>
      <w:r>
        <w:tab/>
        <w:t>6.300e0</w:t>
      </w:r>
    </w:p>
    <w:p w14:paraId="30118E8B" w14:textId="77777777" w:rsidR="006D4449" w:rsidRDefault="006D4449" w:rsidP="006D4449">
      <w:r>
        <w:t>468.3866</w:t>
      </w:r>
      <w:r>
        <w:tab/>
        <w:t>1.114e1</w:t>
      </w:r>
    </w:p>
    <w:p w14:paraId="2C963247" w14:textId="77777777" w:rsidR="006D4449" w:rsidRDefault="006D4449" w:rsidP="006D4449">
      <w:r>
        <w:t>468.3886</w:t>
      </w:r>
      <w:r>
        <w:tab/>
        <w:t>8.222e0</w:t>
      </w:r>
    </w:p>
    <w:p w14:paraId="1913A816" w14:textId="77777777" w:rsidR="006D4449" w:rsidRDefault="006D4449" w:rsidP="006D4449">
      <w:r>
        <w:t>468.4185</w:t>
      </w:r>
      <w:r>
        <w:tab/>
        <w:t>3.038e0</w:t>
      </w:r>
    </w:p>
    <w:p w14:paraId="222402C0" w14:textId="77777777" w:rsidR="006D4449" w:rsidRDefault="006D4449" w:rsidP="006D4449">
      <w:r>
        <w:t>468.4365</w:t>
      </w:r>
      <w:r>
        <w:tab/>
        <w:t>4.051e0</w:t>
      </w:r>
    </w:p>
    <w:p w14:paraId="5A8A4069" w14:textId="77777777" w:rsidR="006D4449" w:rsidRDefault="006D4449" w:rsidP="006D4449">
      <w:r>
        <w:t>468.4550</w:t>
      </w:r>
      <w:r>
        <w:tab/>
        <w:t>5.063e0</w:t>
      </w:r>
    </w:p>
    <w:p w14:paraId="04D5F2FC" w14:textId="77777777" w:rsidR="006D4449" w:rsidRDefault="006D4449" w:rsidP="006D4449">
      <w:r>
        <w:t>468.4617</w:t>
      </w:r>
      <w:r>
        <w:tab/>
        <w:t>1.013e0</w:t>
      </w:r>
    </w:p>
    <w:p w14:paraId="1ED7642C" w14:textId="77777777" w:rsidR="006D4449" w:rsidRDefault="006D4449" w:rsidP="006D4449">
      <w:r>
        <w:t>468.4820</w:t>
      </w:r>
      <w:r>
        <w:tab/>
        <w:t>1.013e0</w:t>
      </w:r>
    </w:p>
    <w:p w14:paraId="482AAF6B" w14:textId="77777777" w:rsidR="006D4449" w:rsidRDefault="006D4449" w:rsidP="006D4449">
      <w:r>
        <w:t>468.5200</w:t>
      </w:r>
      <w:r>
        <w:tab/>
        <w:t>2.025e0</w:t>
      </w:r>
    </w:p>
    <w:p w14:paraId="289887FF" w14:textId="77777777" w:rsidR="006D4449" w:rsidRDefault="006D4449" w:rsidP="006D4449">
      <w:r>
        <w:t>468.5238</w:t>
      </w:r>
      <w:r>
        <w:tab/>
        <w:t>2.025e0</w:t>
      </w:r>
    </w:p>
    <w:p w14:paraId="7EA5F93B" w14:textId="77777777" w:rsidR="006D4449" w:rsidRDefault="006D4449" w:rsidP="006D4449">
      <w:r>
        <w:t>468.5688</w:t>
      </w:r>
      <w:r>
        <w:tab/>
        <w:t>2.025e0</w:t>
      </w:r>
    </w:p>
    <w:p w14:paraId="40574418" w14:textId="77777777" w:rsidR="006D4449" w:rsidRDefault="006D4449" w:rsidP="006D4449">
      <w:r>
        <w:t>468.6017</w:t>
      </w:r>
      <w:r>
        <w:tab/>
        <w:t>1.013e0</w:t>
      </w:r>
    </w:p>
    <w:p w14:paraId="6EDC29B4" w14:textId="77777777" w:rsidR="006D4449" w:rsidRDefault="006D4449" w:rsidP="006D4449">
      <w:r>
        <w:t>468.6737</w:t>
      </w:r>
      <w:r>
        <w:tab/>
        <w:t>1.013e0</w:t>
      </w:r>
    </w:p>
    <w:p w14:paraId="0F38C831" w14:textId="77777777" w:rsidR="006D4449" w:rsidRDefault="006D4449" w:rsidP="006D4449">
      <w:r>
        <w:t>468.6932</w:t>
      </w:r>
      <w:r>
        <w:tab/>
        <w:t>1.013e0</w:t>
      </w:r>
    </w:p>
    <w:p w14:paraId="1064C590" w14:textId="77777777" w:rsidR="006D4449" w:rsidRDefault="006D4449" w:rsidP="006D4449">
      <w:r>
        <w:t>468.7133</w:t>
      </w:r>
      <w:r>
        <w:tab/>
        <w:t>1.013e0</w:t>
      </w:r>
    </w:p>
    <w:p w14:paraId="04FBDCEA" w14:textId="77777777" w:rsidR="006D4449" w:rsidRDefault="006D4449" w:rsidP="006D4449">
      <w:r>
        <w:t>468.7301</w:t>
      </w:r>
      <w:r>
        <w:tab/>
        <w:t>2.025e0</w:t>
      </w:r>
    </w:p>
    <w:p w14:paraId="4D56A7F1" w14:textId="77777777" w:rsidR="006D4449" w:rsidRDefault="006D4449" w:rsidP="006D4449">
      <w:r>
        <w:t>468.7423</w:t>
      </w:r>
      <w:r>
        <w:tab/>
        <w:t>2.025e0</w:t>
      </w:r>
    </w:p>
    <w:p w14:paraId="1075A577" w14:textId="77777777" w:rsidR="006D4449" w:rsidRDefault="006D4449" w:rsidP="006D4449">
      <w:r>
        <w:lastRenderedPageBreak/>
        <w:t>468.7440</w:t>
      </w:r>
      <w:r>
        <w:tab/>
        <w:t>2.025e0</w:t>
      </w:r>
    </w:p>
    <w:p w14:paraId="0C5982B3" w14:textId="77777777" w:rsidR="006D4449" w:rsidRDefault="006D4449" w:rsidP="006D4449">
      <w:r>
        <w:t>468.7959</w:t>
      </w:r>
      <w:r>
        <w:tab/>
        <w:t>1.013e0</w:t>
      </w:r>
    </w:p>
    <w:p w14:paraId="60F7D6E8" w14:textId="77777777" w:rsidR="006D4449" w:rsidRDefault="006D4449" w:rsidP="006D4449">
      <w:r>
        <w:t>468.8018</w:t>
      </w:r>
      <w:r>
        <w:tab/>
        <w:t>2.025e0</w:t>
      </w:r>
    </w:p>
    <w:p w14:paraId="1EFC5FDE" w14:textId="77777777" w:rsidR="006D4449" w:rsidRDefault="006D4449" w:rsidP="006D4449">
      <w:r>
        <w:t>468.8142</w:t>
      </w:r>
      <w:r>
        <w:tab/>
        <w:t>1.013e0</w:t>
      </w:r>
    </w:p>
    <w:p w14:paraId="52F69C77" w14:textId="77777777" w:rsidR="006D4449" w:rsidRDefault="006D4449" w:rsidP="006D4449">
      <w:r>
        <w:t>468.8271</w:t>
      </w:r>
      <w:r>
        <w:tab/>
        <w:t>1.013e0</w:t>
      </w:r>
    </w:p>
    <w:p w14:paraId="59DD72BF" w14:textId="77777777" w:rsidR="006D4449" w:rsidRDefault="006D4449" w:rsidP="006D4449">
      <w:r>
        <w:t>468.8495</w:t>
      </w:r>
      <w:r>
        <w:tab/>
        <w:t>3.038e0</w:t>
      </w:r>
    </w:p>
    <w:p w14:paraId="1F87EA59" w14:textId="77777777" w:rsidR="006D4449" w:rsidRDefault="006D4449" w:rsidP="006D4449">
      <w:r>
        <w:t>468.8795</w:t>
      </w:r>
      <w:r>
        <w:tab/>
        <w:t>2.025e0</w:t>
      </w:r>
    </w:p>
    <w:p w14:paraId="3C360D75" w14:textId="77777777" w:rsidR="006D4449" w:rsidRDefault="006D4449" w:rsidP="006D4449">
      <w:r>
        <w:t>468.8939</w:t>
      </w:r>
      <w:r>
        <w:tab/>
        <w:t>2.025e0</w:t>
      </w:r>
    </w:p>
    <w:p w14:paraId="00AF1308" w14:textId="77777777" w:rsidR="006D4449" w:rsidRDefault="006D4449" w:rsidP="006D4449">
      <w:r>
        <w:t>468.9022</w:t>
      </w:r>
      <w:r>
        <w:tab/>
        <w:t>1.013e0</w:t>
      </w:r>
    </w:p>
    <w:p w14:paraId="5779BEFF" w14:textId="77777777" w:rsidR="006D4449" w:rsidRDefault="006D4449" w:rsidP="006D4449">
      <w:r>
        <w:t>468.9185</w:t>
      </w:r>
      <w:r>
        <w:tab/>
        <w:t>1.013e0</w:t>
      </w:r>
    </w:p>
    <w:p w14:paraId="74A1131A" w14:textId="77777777" w:rsidR="006D4449" w:rsidRDefault="006D4449" w:rsidP="006D4449">
      <w:r>
        <w:t>468.9610</w:t>
      </w:r>
      <w:r>
        <w:tab/>
        <w:t>4.051e0</w:t>
      </w:r>
    </w:p>
    <w:p w14:paraId="6266C946" w14:textId="77777777" w:rsidR="006D4449" w:rsidRDefault="006D4449" w:rsidP="006D4449">
      <w:r>
        <w:t>468.9922</w:t>
      </w:r>
      <w:r>
        <w:tab/>
        <w:t>1.013e0</w:t>
      </w:r>
    </w:p>
    <w:p w14:paraId="1C4473F3" w14:textId="77777777" w:rsidR="006D4449" w:rsidRDefault="006D4449" w:rsidP="006D4449">
      <w:r>
        <w:t>469.0240</w:t>
      </w:r>
      <w:r>
        <w:tab/>
        <w:t>1.013e0</w:t>
      </w:r>
    </w:p>
    <w:p w14:paraId="0920EBE0" w14:textId="77777777" w:rsidR="006D4449" w:rsidRDefault="006D4449" w:rsidP="006D4449">
      <w:r>
        <w:t>469.0395</w:t>
      </w:r>
      <w:r>
        <w:tab/>
        <w:t>2.025e0</w:t>
      </w:r>
    </w:p>
    <w:p w14:paraId="4F05A580" w14:textId="77777777" w:rsidR="006D4449" w:rsidRDefault="006D4449" w:rsidP="006D4449">
      <w:r>
        <w:t>469.0576</w:t>
      </w:r>
      <w:r>
        <w:tab/>
        <w:t>1.013e0</w:t>
      </w:r>
    </w:p>
    <w:p w14:paraId="26AAF106" w14:textId="77777777" w:rsidR="006D4449" w:rsidRDefault="006D4449" w:rsidP="006D4449">
      <w:r>
        <w:t>469.0641</w:t>
      </w:r>
      <w:r>
        <w:tab/>
        <w:t>3.038e0</w:t>
      </w:r>
    </w:p>
    <w:p w14:paraId="06ED3EA3" w14:textId="77777777" w:rsidR="006D4449" w:rsidRDefault="006D4449" w:rsidP="006D4449">
      <w:r>
        <w:t>469.0853</w:t>
      </w:r>
      <w:r>
        <w:tab/>
        <w:t>1.013e0</w:t>
      </w:r>
    </w:p>
    <w:p w14:paraId="5688A351" w14:textId="77777777" w:rsidR="006D4449" w:rsidRDefault="006D4449" w:rsidP="006D4449">
      <w:r>
        <w:t>469.1067</w:t>
      </w:r>
      <w:r>
        <w:tab/>
        <w:t>1.013e0</w:t>
      </w:r>
    </w:p>
    <w:p w14:paraId="52EE4BCB" w14:textId="77777777" w:rsidR="006D4449" w:rsidRDefault="006D4449" w:rsidP="006D4449">
      <w:r>
        <w:t>469.1169</w:t>
      </w:r>
      <w:r>
        <w:tab/>
        <w:t>1.013e0</w:t>
      </w:r>
    </w:p>
    <w:p w14:paraId="1ADE7DC5" w14:textId="77777777" w:rsidR="006D4449" w:rsidRDefault="006D4449" w:rsidP="006D4449">
      <w:r>
        <w:lastRenderedPageBreak/>
        <w:t>469.1439</w:t>
      </w:r>
      <w:r>
        <w:tab/>
        <w:t>5.063e0</w:t>
      </w:r>
    </w:p>
    <w:p w14:paraId="648BABEE" w14:textId="77777777" w:rsidR="006D4449" w:rsidRDefault="006D4449" w:rsidP="006D4449">
      <w:r>
        <w:t>469.2139</w:t>
      </w:r>
      <w:r>
        <w:tab/>
        <w:t>5.721e0</w:t>
      </w:r>
    </w:p>
    <w:p w14:paraId="5D4FC098" w14:textId="77777777" w:rsidR="006D4449" w:rsidRDefault="006D4449" w:rsidP="006D4449">
      <w:r>
        <w:t>469.2198</w:t>
      </w:r>
      <w:r>
        <w:tab/>
        <w:t>1.742e0</w:t>
      </w:r>
    </w:p>
    <w:p w14:paraId="579C8014" w14:textId="77777777" w:rsidR="006D4449" w:rsidRDefault="006D4449" w:rsidP="006D4449">
      <w:r>
        <w:t>469.2222</w:t>
      </w:r>
      <w:r>
        <w:tab/>
        <w:t>3.642e0</w:t>
      </w:r>
    </w:p>
    <w:p w14:paraId="29EA5895" w14:textId="77777777" w:rsidR="006D4449" w:rsidRDefault="006D4449" w:rsidP="006D4449">
      <w:r>
        <w:t>469.2423</w:t>
      </w:r>
      <w:r>
        <w:tab/>
        <w:t>1.810e0</w:t>
      </w:r>
    </w:p>
    <w:p w14:paraId="1E551363" w14:textId="77777777" w:rsidR="006D4449" w:rsidRDefault="006D4449" w:rsidP="006D4449">
      <w:r>
        <w:t>469.2820</w:t>
      </w:r>
      <w:r>
        <w:tab/>
        <w:t>3.885e0</w:t>
      </w:r>
    </w:p>
    <w:p w14:paraId="40D58CD7" w14:textId="77777777" w:rsidR="006D4449" w:rsidRDefault="006D4449" w:rsidP="006D4449">
      <w:r>
        <w:t>469.2993</w:t>
      </w:r>
      <w:r>
        <w:tab/>
        <w:t>1.854e0</w:t>
      </w:r>
    </w:p>
    <w:p w14:paraId="5B88DFB5" w14:textId="77777777" w:rsidR="006D4449" w:rsidRDefault="006D4449" w:rsidP="006D4449">
      <w:r>
        <w:t>469.3085</w:t>
      </w:r>
      <w:r>
        <w:tab/>
        <w:t>6.261e0</w:t>
      </w:r>
    </w:p>
    <w:p w14:paraId="2CFB0729" w14:textId="77777777" w:rsidR="006D4449" w:rsidRDefault="006D4449" w:rsidP="006D4449">
      <w:r>
        <w:t>469.3099</w:t>
      </w:r>
      <w:r>
        <w:tab/>
        <w:t>1.792e0</w:t>
      </w:r>
    </w:p>
    <w:p w14:paraId="354E72A8" w14:textId="77777777" w:rsidR="006D4449" w:rsidRDefault="006D4449" w:rsidP="006D4449">
      <w:r>
        <w:t>469.3805</w:t>
      </w:r>
      <w:r>
        <w:tab/>
        <w:t>6.271e0</w:t>
      </w:r>
    </w:p>
    <w:p w14:paraId="1D916ACE" w14:textId="77777777" w:rsidR="006D4449" w:rsidRDefault="006D4449" w:rsidP="006D4449">
      <w:r>
        <w:t>469.3899</w:t>
      </w:r>
      <w:r>
        <w:tab/>
        <w:t>9.578e0</w:t>
      </w:r>
    </w:p>
    <w:p w14:paraId="6EBB1728" w14:textId="77777777" w:rsidR="006D4449" w:rsidRDefault="006D4449" w:rsidP="006D4449">
      <w:r>
        <w:t>469.3927</w:t>
      </w:r>
      <w:r>
        <w:tab/>
        <w:t>4.892e0</w:t>
      </w:r>
    </w:p>
    <w:p w14:paraId="1A744DD3" w14:textId="77777777" w:rsidR="006D4449" w:rsidRDefault="006D4449" w:rsidP="006D4449">
      <w:r>
        <w:t>469.4032</w:t>
      </w:r>
      <w:r>
        <w:tab/>
        <w:t>5.063e0</w:t>
      </w:r>
    </w:p>
    <w:p w14:paraId="7ADA4787" w14:textId="77777777" w:rsidR="006D4449" w:rsidRDefault="006D4449" w:rsidP="006D4449">
      <w:r>
        <w:t>469.4130</w:t>
      </w:r>
      <w:r>
        <w:tab/>
        <w:t>3.038e0</w:t>
      </w:r>
    </w:p>
    <w:p w14:paraId="22F708DF" w14:textId="77777777" w:rsidR="006D4449" w:rsidRDefault="006D4449" w:rsidP="006D4449">
      <w:r>
        <w:t>469.4688</w:t>
      </w:r>
      <w:r>
        <w:tab/>
        <w:t>2.025e0</w:t>
      </w:r>
    </w:p>
    <w:p w14:paraId="7A1C0C2E" w14:textId="77777777" w:rsidR="006D4449" w:rsidRDefault="006D4449" w:rsidP="006D4449">
      <w:r>
        <w:t>469.4888</w:t>
      </w:r>
      <w:r>
        <w:tab/>
        <w:t>2.025e0</w:t>
      </w:r>
    </w:p>
    <w:p w14:paraId="210C3141" w14:textId="77777777" w:rsidR="006D4449" w:rsidRDefault="006D4449" w:rsidP="006D4449">
      <w:r>
        <w:t>469.4997</w:t>
      </w:r>
      <w:r>
        <w:tab/>
        <w:t>3.038e0</w:t>
      </w:r>
    </w:p>
    <w:p w14:paraId="6BCA5DDB" w14:textId="77777777" w:rsidR="006D4449" w:rsidRDefault="006D4449" w:rsidP="006D4449">
      <w:r>
        <w:t>469.5605</w:t>
      </w:r>
      <w:r>
        <w:tab/>
        <w:t>2.025e0</w:t>
      </w:r>
    </w:p>
    <w:p w14:paraId="4D7F9331" w14:textId="77777777" w:rsidR="006D4449" w:rsidRDefault="006D4449" w:rsidP="006D4449">
      <w:r>
        <w:t>469.6060</w:t>
      </w:r>
      <w:r>
        <w:tab/>
        <w:t>1.013e0</w:t>
      </w:r>
    </w:p>
    <w:p w14:paraId="323EA9BA" w14:textId="77777777" w:rsidR="006D4449" w:rsidRDefault="006D4449" w:rsidP="006D4449">
      <w:r>
        <w:lastRenderedPageBreak/>
        <w:t>469.6408</w:t>
      </w:r>
      <w:r>
        <w:tab/>
        <w:t>1.013e0</w:t>
      </w:r>
    </w:p>
    <w:p w14:paraId="2901FFC4" w14:textId="77777777" w:rsidR="006D4449" w:rsidRDefault="006D4449" w:rsidP="006D4449">
      <w:r>
        <w:t>469.6715</w:t>
      </w:r>
      <w:r>
        <w:tab/>
        <w:t>1.013e0</w:t>
      </w:r>
    </w:p>
    <w:p w14:paraId="4CBDC8B6" w14:textId="77777777" w:rsidR="006D4449" w:rsidRDefault="006D4449" w:rsidP="006D4449">
      <w:r>
        <w:t>469.6972</w:t>
      </w:r>
      <w:r>
        <w:tab/>
        <w:t>2.025e0</w:t>
      </w:r>
    </w:p>
    <w:p w14:paraId="27C9C509" w14:textId="77777777" w:rsidR="006D4449" w:rsidRDefault="006D4449" w:rsidP="006D4449">
      <w:r>
        <w:t>469.6996</w:t>
      </w:r>
      <w:r>
        <w:tab/>
        <w:t>2.025e0</w:t>
      </w:r>
    </w:p>
    <w:p w14:paraId="0298B8B9" w14:textId="77777777" w:rsidR="006D4449" w:rsidRDefault="006D4449" w:rsidP="006D4449">
      <w:r>
        <w:t>469.7145</w:t>
      </w:r>
      <w:r>
        <w:tab/>
        <w:t>1.013e0</w:t>
      </w:r>
    </w:p>
    <w:p w14:paraId="37F34B81" w14:textId="77777777" w:rsidR="006D4449" w:rsidRDefault="006D4449" w:rsidP="006D4449">
      <w:r>
        <w:t>469.7356</w:t>
      </w:r>
      <w:r>
        <w:tab/>
        <w:t>2.025e0</w:t>
      </w:r>
    </w:p>
    <w:p w14:paraId="0BA4537C" w14:textId="77777777" w:rsidR="006D4449" w:rsidRDefault="006D4449" w:rsidP="006D4449">
      <w:r>
        <w:t>469.7627</w:t>
      </w:r>
      <w:r>
        <w:tab/>
        <w:t>1.013e0</w:t>
      </w:r>
    </w:p>
    <w:p w14:paraId="3A236855" w14:textId="77777777" w:rsidR="006D4449" w:rsidRDefault="006D4449" w:rsidP="006D4449">
      <w:r>
        <w:t>469.8409</w:t>
      </w:r>
      <w:r>
        <w:tab/>
        <w:t>2.025e0</w:t>
      </w:r>
    </w:p>
    <w:p w14:paraId="7B6645C3" w14:textId="77777777" w:rsidR="006D4449" w:rsidRDefault="006D4449" w:rsidP="006D4449">
      <w:r>
        <w:t>469.8804</w:t>
      </w:r>
      <w:r>
        <w:tab/>
        <w:t>3.038e0</w:t>
      </w:r>
    </w:p>
    <w:p w14:paraId="1D8F5595" w14:textId="77777777" w:rsidR="006D4449" w:rsidRDefault="006D4449" w:rsidP="006D4449">
      <w:r>
        <w:t>469.8877</w:t>
      </w:r>
      <w:r>
        <w:tab/>
        <w:t>3.038e0</w:t>
      </w:r>
    </w:p>
    <w:p w14:paraId="1ED305D4" w14:textId="77777777" w:rsidR="006D4449" w:rsidRDefault="006D4449" w:rsidP="006D4449">
      <w:r>
        <w:t>469.9603</w:t>
      </w:r>
      <w:r>
        <w:tab/>
        <w:t>1.013e0</w:t>
      </w:r>
    </w:p>
    <w:p w14:paraId="2093618C" w14:textId="77777777" w:rsidR="006D4449" w:rsidRDefault="006D4449" w:rsidP="006D4449">
      <w:r>
        <w:t>469.9621</w:t>
      </w:r>
      <w:r>
        <w:tab/>
        <w:t>3.038e0</w:t>
      </w:r>
    </w:p>
    <w:p w14:paraId="5111EEEE" w14:textId="77777777" w:rsidR="006D4449" w:rsidRDefault="006D4449" w:rsidP="006D4449">
      <w:r>
        <w:t>469.9828</w:t>
      </w:r>
      <w:r>
        <w:tab/>
        <w:t>1.013e0</w:t>
      </w:r>
    </w:p>
    <w:p w14:paraId="38080DB5" w14:textId="77777777" w:rsidR="006D4449" w:rsidRDefault="006D4449" w:rsidP="006D4449">
      <w:r>
        <w:t>470.0196</w:t>
      </w:r>
      <w:r>
        <w:tab/>
        <w:t>2.025e0</w:t>
      </w:r>
    </w:p>
    <w:p w14:paraId="2802AC27" w14:textId="77777777" w:rsidR="006D4449" w:rsidRDefault="006D4449" w:rsidP="006D4449">
      <w:r>
        <w:t>470.0210</w:t>
      </w:r>
      <w:r>
        <w:tab/>
        <w:t>2.025e0</w:t>
      </w:r>
    </w:p>
    <w:p w14:paraId="09930E04" w14:textId="77777777" w:rsidR="006D4449" w:rsidRDefault="006D4449" w:rsidP="006D4449">
      <w:r>
        <w:t>470.0648</w:t>
      </w:r>
      <w:r>
        <w:tab/>
        <w:t>2.025e0</w:t>
      </w:r>
    </w:p>
    <w:p w14:paraId="698D6B9E" w14:textId="77777777" w:rsidR="006D4449" w:rsidRDefault="006D4449" w:rsidP="006D4449">
      <w:r>
        <w:t>470.0750</w:t>
      </w:r>
      <w:r>
        <w:tab/>
        <w:t>2.025e0</w:t>
      </w:r>
    </w:p>
    <w:p w14:paraId="71668721" w14:textId="77777777" w:rsidR="006D4449" w:rsidRDefault="006D4449" w:rsidP="006D4449">
      <w:r>
        <w:t>470.0918</w:t>
      </w:r>
      <w:r>
        <w:tab/>
        <w:t>1.013e0</w:t>
      </w:r>
    </w:p>
    <w:p w14:paraId="055AEB10" w14:textId="77777777" w:rsidR="006D4449" w:rsidRDefault="006D4449" w:rsidP="006D4449">
      <w:r>
        <w:t>470.0997</w:t>
      </w:r>
      <w:r>
        <w:tab/>
        <w:t>3.038e0</w:t>
      </w:r>
    </w:p>
    <w:p w14:paraId="0BF871D9" w14:textId="77777777" w:rsidR="006D4449" w:rsidRDefault="006D4449" w:rsidP="006D4449">
      <w:r>
        <w:lastRenderedPageBreak/>
        <w:t>470.1242</w:t>
      </w:r>
      <w:r>
        <w:tab/>
        <w:t>1.013e0</w:t>
      </w:r>
    </w:p>
    <w:p w14:paraId="55344BAD" w14:textId="77777777" w:rsidR="006D4449" w:rsidRDefault="006D4449" w:rsidP="006D4449">
      <w:r>
        <w:t>470.1517</w:t>
      </w:r>
      <w:r>
        <w:tab/>
        <w:t>1.013e0</w:t>
      </w:r>
    </w:p>
    <w:p w14:paraId="52480E61" w14:textId="77777777" w:rsidR="006D4449" w:rsidRDefault="006D4449" w:rsidP="006D4449">
      <w:r>
        <w:t>470.1570</w:t>
      </w:r>
      <w:r>
        <w:tab/>
        <w:t>1.013e0</w:t>
      </w:r>
    </w:p>
    <w:p w14:paraId="315C739C" w14:textId="77777777" w:rsidR="006D4449" w:rsidRDefault="006D4449" w:rsidP="006D4449">
      <w:r>
        <w:t>470.1615</w:t>
      </w:r>
      <w:r>
        <w:tab/>
        <w:t>2.025e0</w:t>
      </w:r>
    </w:p>
    <w:p w14:paraId="42CBEF61" w14:textId="77777777" w:rsidR="006D4449" w:rsidRDefault="006D4449" w:rsidP="006D4449">
      <w:r>
        <w:t>470.1853</w:t>
      </w:r>
      <w:r>
        <w:tab/>
        <w:t>4.051e0</w:t>
      </w:r>
    </w:p>
    <w:p w14:paraId="24AB2F8F" w14:textId="77777777" w:rsidR="006D4449" w:rsidRDefault="006D4449" w:rsidP="006D4449">
      <w:r>
        <w:t>470.2101</w:t>
      </w:r>
      <w:r>
        <w:tab/>
        <w:t>1.958e0</w:t>
      </w:r>
    </w:p>
    <w:p w14:paraId="564C5A30" w14:textId="77777777" w:rsidR="006D4449" w:rsidRDefault="006D4449" w:rsidP="006D4449">
      <w:r>
        <w:t>470.2295</w:t>
      </w:r>
      <w:r>
        <w:tab/>
        <w:t>4.051e0</w:t>
      </w:r>
    </w:p>
    <w:p w14:paraId="4A2CCA17" w14:textId="77777777" w:rsidR="006D4449" w:rsidRDefault="006D4449" w:rsidP="006D4449">
      <w:r>
        <w:t>470.2337</w:t>
      </w:r>
      <w:r>
        <w:tab/>
        <w:t>2.771e0</w:t>
      </w:r>
    </w:p>
    <w:p w14:paraId="3351A85A" w14:textId="77777777" w:rsidR="006D4449" w:rsidRDefault="006D4449" w:rsidP="006D4449">
      <w:r>
        <w:t>470.2661</w:t>
      </w:r>
      <w:r>
        <w:tab/>
        <w:t>1.804e1</w:t>
      </w:r>
    </w:p>
    <w:p w14:paraId="5EB44FEC" w14:textId="77777777" w:rsidR="006D4449" w:rsidRDefault="006D4449" w:rsidP="006D4449">
      <w:r>
        <w:t>470.2676</w:t>
      </w:r>
      <w:r>
        <w:tab/>
        <w:t>8.737e0</w:t>
      </w:r>
    </w:p>
    <w:p w14:paraId="466AF8A9" w14:textId="77777777" w:rsidR="006D4449" w:rsidRDefault="006D4449" w:rsidP="006D4449">
      <w:r>
        <w:t>470.2768</w:t>
      </w:r>
      <w:r>
        <w:tab/>
        <w:t>5.974e0</w:t>
      </w:r>
    </w:p>
    <w:p w14:paraId="10D242C4" w14:textId="77777777" w:rsidR="006D4449" w:rsidRDefault="006D4449" w:rsidP="006D4449">
      <w:r>
        <w:t>470.2867</w:t>
      </w:r>
      <w:r>
        <w:tab/>
        <w:t>7.153e0</w:t>
      </w:r>
    </w:p>
    <w:p w14:paraId="6D5804BC" w14:textId="77777777" w:rsidR="006D4449" w:rsidRDefault="006D4449" w:rsidP="006D4449">
      <w:r>
        <w:t>470.3475</w:t>
      </w:r>
      <w:r>
        <w:tab/>
        <w:t>2.025e0</w:t>
      </w:r>
    </w:p>
    <w:p w14:paraId="64BA8E97" w14:textId="77777777" w:rsidR="006D4449" w:rsidRDefault="006D4449" w:rsidP="006D4449">
      <w:r>
        <w:t>470.3706</w:t>
      </w:r>
      <w:r>
        <w:tab/>
        <w:t>6.076e0</w:t>
      </w:r>
    </w:p>
    <w:p w14:paraId="63FD1F14" w14:textId="77777777" w:rsidR="006D4449" w:rsidRDefault="006D4449" w:rsidP="006D4449">
      <w:r>
        <w:t>470.3742</w:t>
      </w:r>
      <w:r>
        <w:tab/>
        <w:t>2.025e0</w:t>
      </w:r>
    </w:p>
    <w:p w14:paraId="009E3582" w14:textId="77777777" w:rsidR="006D4449" w:rsidRDefault="006D4449" w:rsidP="006D4449">
      <w:r>
        <w:t>470.4010</w:t>
      </w:r>
      <w:r>
        <w:tab/>
        <w:t>3.038e0</w:t>
      </w:r>
    </w:p>
    <w:p w14:paraId="50777DA3" w14:textId="77777777" w:rsidR="006D4449" w:rsidRDefault="006D4449" w:rsidP="006D4449">
      <w:r>
        <w:t>470.4194</w:t>
      </w:r>
      <w:r>
        <w:tab/>
        <w:t>1.013e0</w:t>
      </w:r>
    </w:p>
    <w:p w14:paraId="131BC603" w14:textId="77777777" w:rsidR="006D4449" w:rsidRDefault="006D4449" w:rsidP="006D4449">
      <w:r>
        <w:t>470.4239</w:t>
      </w:r>
      <w:r>
        <w:tab/>
        <w:t>3.038e0</w:t>
      </w:r>
    </w:p>
    <w:p w14:paraId="2B882055" w14:textId="77777777" w:rsidR="006D4449" w:rsidRDefault="006D4449" w:rsidP="006D4449">
      <w:r>
        <w:t>470.4407</w:t>
      </w:r>
      <w:r>
        <w:tab/>
        <w:t>6.361e0</w:t>
      </w:r>
    </w:p>
    <w:p w14:paraId="204D1C0C" w14:textId="77777777" w:rsidR="006D4449" w:rsidRDefault="006D4449" w:rsidP="006D4449">
      <w:r>
        <w:lastRenderedPageBreak/>
        <w:t>470.4799</w:t>
      </w:r>
      <w:r>
        <w:tab/>
        <w:t>2.025e0</w:t>
      </w:r>
    </w:p>
    <w:p w14:paraId="4939B08E" w14:textId="77777777" w:rsidR="006D4449" w:rsidRDefault="006D4449" w:rsidP="006D4449">
      <w:r>
        <w:t>470.4912</w:t>
      </w:r>
      <w:r>
        <w:tab/>
        <w:t>1.013e0</w:t>
      </w:r>
    </w:p>
    <w:p w14:paraId="45371A44" w14:textId="77777777" w:rsidR="006D4449" w:rsidRDefault="006D4449" w:rsidP="006D4449">
      <w:r>
        <w:t>470.5585</w:t>
      </w:r>
      <w:r>
        <w:tab/>
        <w:t>2.025e0</w:t>
      </w:r>
    </w:p>
    <w:p w14:paraId="6DF78502" w14:textId="77777777" w:rsidR="006D4449" w:rsidRDefault="006D4449" w:rsidP="006D4449">
      <w:r>
        <w:t>470.5763</w:t>
      </w:r>
      <w:r>
        <w:tab/>
        <w:t>1.013e0</w:t>
      </w:r>
    </w:p>
    <w:p w14:paraId="4BB6838E" w14:textId="77777777" w:rsidR="006D4449" w:rsidRDefault="006D4449" w:rsidP="006D4449">
      <w:r>
        <w:t>470.6361</w:t>
      </w:r>
      <w:r>
        <w:tab/>
        <w:t>1.013e0</w:t>
      </w:r>
    </w:p>
    <w:p w14:paraId="33E1B2BB" w14:textId="77777777" w:rsidR="006D4449" w:rsidRDefault="006D4449" w:rsidP="006D4449">
      <w:r>
        <w:t>470.6522</w:t>
      </w:r>
      <w:r>
        <w:tab/>
        <w:t>1.013e0</w:t>
      </w:r>
    </w:p>
    <w:p w14:paraId="74928918" w14:textId="77777777" w:rsidR="006D4449" w:rsidRDefault="006D4449" w:rsidP="006D4449">
      <w:r>
        <w:t>470.6819</w:t>
      </w:r>
      <w:r>
        <w:tab/>
        <w:t>1.013e0</w:t>
      </w:r>
    </w:p>
    <w:p w14:paraId="34A263C4" w14:textId="77777777" w:rsidR="006D4449" w:rsidRDefault="006D4449" w:rsidP="006D4449">
      <w:r>
        <w:t>470.7394</w:t>
      </w:r>
      <w:r>
        <w:tab/>
        <w:t>1.013e0</w:t>
      </w:r>
    </w:p>
    <w:p w14:paraId="54DA2E65" w14:textId="77777777" w:rsidR="006D4449" w:rsidRDefault="006D4449" w:rsidP="006D4449">
      <w:r>
        <w:t>470.7620</w:t>
      </w:r>
      <w:r>
        <w:tab/>
        <w:t>1.013e0</w:t>
      </w:r>
    </w:p>
    <w:p w14:paraId="5132AA83" w14:textId="77777777" w:rsidR="006D4449" w:rsidRDefault="006D4449" w:rsidP="006D4449">
      <w:r>
        <w:t>470.7640</w:t>
      </w:r>
      <w:r>
        <w:tab/>
        <w:t>1.013e0</w:t>
      </w:r>
    </w:p>
    <w:p w14:paraId="1FC44AEB" w14:textId="77777777" w:rsidR="006D4449" w:rsidRDefault="006D4449" w:rsidP="006D4449">
      <w:r>
        <w:t>470.7805</w:t>
      </w:r>
      <w:r>
        <w:tab/>
        <w:t>1.013e0</w:t>
      </w:r>
    </w:p>
    <w:p w14:paraId="487ADF5B" w14:textId="77777777" w:rsidR="006D4449" w:rsidRDefault="006D4449" w:rsidP="006D4449">
      <w:r>
        <w:t>470.7969</w:t>
      </w:r>
      <w:r>
        <w:tab/>
        <w:t>1.013e0</w:t>
      </w:r>
    </w:p>
    <w:p w14:paraId="2CD77290" w14:textId="77777777" w:rsidR="006D4449" w:rsidRDefault="006D4449" w:rsidP="006D4449">
      <w:r>
        <w:t>470.8379</w:t>
      </w:r>
      <w:r>
        <w:tab/>
        <w:t>1.013e0</w:t>
      </w:r>
    </w:p>
    <w:p w14:paraId="6052C33F" w14:textId="77777777" w:rsidR="006D4449" w:rsidRDefault="006D4449" w:rsidP="006D4449">
      <w:r>
        <w:t>470.8605</w:t>
      </w:r>
      <w:r>
        <w:tab/>
        <w:t>1.013e0</w:t>
      </w:r>
    </w:p>
    <w:p w14:paraId="621925EC" w14:textId="77777777" w:rsidR="006D4449" w:rsidRDefault="006D4449" w:rsidP="006D4449">
      <w:r>
        <w:t>470.8682</w:t>
      </w:r>
      <w:r>
        <w:tab/>
        <w:t>2.726e0</w:t>
      </w:r>
    </w:p>
    <w:p w14:paraId="79D0A6FF" w14:textId="77777777" w:rsidR="006D4449" w:rsidRDefault="006D4449" w:rsidP="006D4449">
      <w:r>
        <w:t>470.8934</w:t>
      </w:r>
      <w:r>
        <w:tab/>
        <w:t>1.013e0</w:t>
      </w:r>
    </w:p>
    <w:p w14:paraId="54A383CA" w14:textId="77777777" w:rsidR="006D4449" w:rsidRDefault="006D4449" w:rsidP="006D4449">
      <w:r>
        <w:t>470.8965</w:t>
      </w:r>
      <w:r>
        <w:tab/>
        <w:t>2.025e0</w:t>
      </w:r>
    </w:p>
    <w:p w14:paraId="2003BFAA" w14:textId="77777777" w:rsidR="006D4449" w:rsidRDefault="006D4449" w:rsidP="006D4449">
      <w:r>
        <w:t>470.9016</w:t>
      </w:r>
      <w:r>
        <w:tab/>
        <w:t>1.013e0</w:t>
      </w:r>
    </w:p>
    <w:p w14:paraId="4ADCAA15" w14:textId="77777777" w:rsidR="006D4449" w:rsidRDefault="006D4449" w:rsidP="006D4449">
      <w:r>
        <w:t>470.9236</w:t>
      </w:r>
      <w:r>
        <w:tab/>
        <w:t>2.025e0</w:t>
      </w:r>
    </w:p>
    <w:p w14:paraId="0E75D2DB" w14:textId="77777777" w:rsidR="006D4449" w:rsidRDefault="006D4449" w:rsidP="006D4449">
      <w:r>
        <w:lastRenderedPageBreak/>
        <w:t>470.9364</w:t>
      </w:r>
      <w:r>
        <w:tab/>
        <w:t>1.013e0</w:t>
      </w:r>
    </w:p>
    <w:p w14:paraId="5926CC43" w14:textId="77777777" w:rsidR="006D4449" w:rsidRDefault="006D4449" w:rsidP="006D4449">
      <w:r>
        <w:t>470.9641</w:t>
      </w:r>
      <w:r>
        <w:tab/>
        <w:t>2.025e0</w:t>
      </w:r>
    </w:p>
    <w:p w14:paraId="407702BA" w14:textId="77777777" w:rsidR="006D4449" w:rsidRDefault="006D4449" w:rsidP="006D4449">
      <w:r>
        <w:t>470.9712</w:t>
      </w:r>
      <w:r>
        <w:tab/>
        <w:t>3.038e0</w:t>
      </w:r>
    </w:p>
    <w:p w14:paraId="30B071FD" w14:textId="77777777" w:rsidR="006D4449" w:rsidRDefault="006D4449" w:rsidP="006D4449">
      <w:r>
        <w:t>470.9865</w:t>
      </w:r>
      <w:r>
        <w:tab/>
        <w:t>1.013e0</w:t>
      </w:r>
    </w:p>
    <w:p w14:paraId="7C11B745" w14:textId="77777777" w:rsidR="006D4449" w:rsidRDefault="006D4449" w:rsidP="006D4449">
      <w:r>
        <w:t>471.0391</w:t>
      </w:r>
      <w:r>
        <w:tab/>
        <w:t>2.025e0</w:t>
      </w:r>
    </w:p>
    <w:p w14:paraId="4EB0D364" w14:textId="77777777" w:rsidR="006D4449" w:rsidRDefault="006D4449" w:rsidP="006D4449">
      <w:r>
        <w:t>471.0596</w:t>
      </w:r>
      <w:r>
        <w:tab/>
        <w:t>2.025e0</w:t>
      </w:r>
    </w:p>
    <w:p w14:paraId="70AA90F2" w14:textId="77777777" w:rsidR="006D4449" w:rsidRDefault="006D4449" w:rsidP="006D4449">
      <w:r>
        <w:t>471.0687</w:t>
      </w:r>
      <w:r>
        <w:tab/>
        <w:t>2.025e0</w:t>
      </w:r>
    </w:p>
    <w:p w14:paraId="5A878A26" w14:textId="77777777" w:rsidR="006D4449" w:rsidRDefault="006D4449" w:rsidP="006D4449">
      <w:r>
        <w:t>471.0701</w:t>
      </w:r>
      <w:r>
        <w:tab/>
        <w:t>2.025e0</w:t>
      </w:r>
    </w:p>
    <w:p w14:paraId="1CCBC5EC" w14:textId="77777777" w:rsidR="006D4449" w:rsidRDefault="006D4449" w:rsidP="006D4449">
      <w:r>
        <w:t>471.0910</w:t>
      </w:r>
      <w:r>
        <w:tab/>
        <w:t>2.025e0</w:t>
      </w:r>
    </w:p>
    <w:p w14:paraId="5074BAB6" w14:textId="77777777" w:rsidR="006D4449" w:rsidRDefault="006D4449" w:rsidP="006D4449">
      <w:r>
        <w:t>471.1037</w:t>
      </w:r>
      <w:r>
        <w:tab/>
        <w:t>3.038e0</w:t>
      </w:r>
    </w:p>
    <w:p w14:paraId="292BB900" w14:textId="77777777" w:rsidR="006D4449" w:rsidRDefault="006D4449" w:rsidP="006D4449">
      <w:r>
        <w:t>471.1237</w:t>
      </w:r>
      <w:r>
        <w:tab/>
        <w:t>2.025e0</w:t>
      </w:r>
    </w:p>
    <w:p w14:paraId="0D650986" w14:textId="77777777" w:rsidR="006D4449" w:rsidRDefault="006D4449" w:rsidP="006D4449">
      <w:r>
        <w:t>471.1287</w:t>
      </w:r>
      <w:r>
        <w:tab/>
        <w:t>3.333e0</w:t>
      </w:r>
    </w:p>
    <w:p w14:paraId="782B08F5" w14:textId="77777777" w:rsidR="006D4449" w:rsidRDefault="006D4449" w:rsidP="006D4449">
      <w:r>
        <w:t>471.1323</w:t>
      </w:r>
      <w:r>
        <w:tab/>
        <w:t>5.063e0</w:t>
      </w:r>
    </w:p>
    <w:p w14:paraId="26039072" w14:textId="77777777" w:rsidR="006D4449" w:rsidRDefault="006D4449" w:rsidP="006D4449">
      <w:r>
        <w:t>471.1351</w:t>
      </w:r>
      <w:r>
        <w:tab/>
        <w:t>3.038e0</w:t>
      </w:r>
    </w:p>
    <w:p w14:paraId="71C93F8D" w14:textId="77777777" w:rsidR="006D4449" w:rsidRDefault="006D4449" w:rsidP="006D4449">
      <w:r>
        <w:t>471.1828</w:t>
      </w:r>
      <w:r>
        <w:tab/>
        <w:t>1.013e0</w:t>
      </w:r>
    </w:p>
    <w:p w14:paraId="5097F1C4" w14:textId="77777777" w:rsidR="006D4449" w:rsidRDefault="006D4449" w:rsidP="006D4449">
      <w:r>
        <w:t>471.2054</w:t>
      </w:r>
      <w:r>
        <w:tab/>
        <w:t>2.025e0</w:t>
      </w:r>
    </w:p>
    <w:p w14:paraId="7022DB9E" w14:textId="77777777" w:rsidR="006D4449" w:rsidRDefault="006D4449" w:rsidP="006D4449">
      <w:r>
        <w:t>471.2109</w:t>
      </w:r>
      <w:r>
        <w:tab/>
        <w:t>2.974e0</w:t>
      </w:r>
    </w:p>
    <w:p w14:paraId="0450406D" w14:textId="77777777" w:rsidR="006D4449" w:rsidRDefault="006D4449" w:rsidP="006D4449">
      <w:r>
        <w:t>471.2330</w:t>
      </w:r>
      <w:r>
        <w:tab/>
        <w:t>1.810e0</w:t>
      </w:r>
    </w:p>
    <w:p w14:paraId="15C44B2D" w14:textId="77777777" w:rsidR="006D4449" w:rsidRDefault="006D4449" w:rsidP="006D4449">
      <w:r>
        <w:t>471.2606</w:t>
      </w:r>
      <w:r>
        <w:tab/>
        <w:t>1.911e0</w:t>
      </w:r>
    </w:p>
    <w:p w14:paraId="2684ABF4" w14:textId="77777777" w:rsidR="006D4449" w:rsidRDefault="006D4449" w:rsidP="006D4449">
      <w:r>
        <w:lastRenderedPageBreak/>
        <w:t>471.2630</w:t>
      </w:r>
      <w:r>
        <w:tab/>
        <w:t>3.117e0</w:t>
      </w:r>
    </w:p>
    <w:p w14:paraId="4AC588BB" w14:textId="77777777" w:rsidR="006D4449" w:rsidRDefault="006D4449" w:rsidP="006D4449">
      <w:r>
        <w:t>471.2994</w:t>
      </w:r>
      <w:r>
        <w:tab/>
        <w:t>3.735e0</w:t>
      </w:r>
    </w:p>
    <w:p w14:paraId="171B46A7" w14:textId="77777777" w:rsidR="006D4449" w:rsidRDefault="006D4449" w:rsidP="006D4449">
      <w:r>
        <w:t>471.3053</w:t>
      </w:r>
      <w:r>
        <w:tab/>
        <w:t>3.547e0</w:t>
      </w:r>
    </w:p>
    <w:p w14:paraId="0C722A8B" w14:textId="77777777" w:rsidR="006D4449" w:rsidRDefault="006D4449" w:rsidP="006D4449">
      <w:r>
        <w:t>471.3192</w:t>
      </w:r>
      <w:r>
        <w:tab/>
        <w:t>3.198e0</w:t>
      </w:r>
    </w:p>
    <w:p w14:paraId="12D6E0FA" w14:textId="77777777" w:rsidR="006D4449" w:rsidRDefault="006D4449" w:rsidP="006D4449">
      <w:r>
        <w:t>471.3270</w:t>
      </w:r>
      <w:r>
        <w:tab/>
        <w:t>6.076e0</w:t>
      </w:r>
    </w:p>
    <w:p w14:paraId="58819F6D" w14:textId="77777777" w:rsidR="006D4449" w:rsidRDefault="006D4449" w:rsidP="006D4449">
      <w:r>
        <w:t>471.3414</w:t>
      </w:r>
      <w:r>
        <w:tab/>
        <w:t>5.447e0</w:t>
      </w:r>
    </w:p>
    <w:p w14:paraId="7FCDF2CF" w14:textId="77777777" w:rsidR="006D4449" w:rsidRDefault="006D4449" w:rsidP="006D4449">
      <w:r>
        <w:t>471.3544</w:t>
      </w:r>
      <w:r>
        <w:tab/>
        <w:t>1.815e0</w:t>
      </w:r>
    </w:p>
    <w:p w14:paraId="1AE8E3B7" w14:textId="77777777" w:rsidR="006D4449" w:rsidRDefault="006D4449" w:rsidP="006D4449">
      <w:r>
        <w:t>471.3611</w:t>
      </w:r>
      <w:r>
        <w:tab/>
        <w:t>3.038e0</w:t>
      </w:r>
    </w:p>
    <w:p w14:paraId="7374A856" w14:textId="77777777" w:rsidR="006D4449" w:rsidRDefault="006D4449" w:rsidP="006D4449">
      <w:r>
        <w:t>471.4080</w:t>
      </w:r>
      <w:r>
        <w:tab/>
        <w:t>3.038e0</w:t>
      </w:r>
    </w:p>
    <w:p w14:paraId="5D6AE8AC" w14:textId="77777777" w:rsidR="006D4449" w:rsidRDefault="006D4449" w:rsidP="006D4449">
      <w:r>
        <w:t>471.4210</w:t>
      </w:r>
      <w:r>
        <w:tab/>
        <w:t>5.063e0</w:t>
      </w:r>
    </w:p>
    <w:p w14:paraId="696CEB05" w14:textId="77777777" w:rsidR="006D4449" w:rsidRDefault="006D4449" w:rsidP="006D4449">
      <w:r>
        <w:t>471.4355</w:t>
      </w:r>
      <w:r>
        <w:tab/>
        <w:t>1.013e0</w:t>
      </w:r>
    </w:p>
    <w:p w14:paraId="1281052C" w14:textId="77777777" w:rsidR="006D4449" w:rsidRDefault="006D4449" w:rsidP="006D4449">
      <w:r>
        <w:t>471.4861</w:t>
      </w:r>
      <w:r>
        <w:tab/>
        <w:t>1.013e0</w:t>
      </w:r>
    </w:p>
    <w:p w14:paraId="7AB0211A" w14:textId="77777777" w:rsidR="006D4449" w:rsidRDefault="006D4449" w:rsidP="006D4449">
      <w:r>
        <w:t>471.5269</w:t>
      </w:r>
      <w:r>
        <w:tab/>
        <w:t>1.013e0</w:t>
      </w:r>
    </w:p>
    <w:p w14:paraId="51F2E485" w14:textId="77777777" w:rsidR="006D4449" w:rsidRDefault="006D4449" w:rsidP="006D4449">
      <w:r>
        <w:t>471.5362</w:t>
      </w:r>
      <w:r>
        <w:tab/>
        <w:t>1.013e0</w:t>
      </w:r>
    </w:p>
    <w:p w14:paraId="6E35A8BE" w14:textId="77777777" w:rsidR="006D4449" w:rsidRDefault="006D4449" w:rsidP="006D4449">
      <w:r>
        <w:t>471.5773</w:t>
      </w:r>
      <w:r>
        <w:tab/>
        <w:t>1.013e0</w:t>
      </w:r>
    </w:p>
    <w:p w14:paraId="1B97667B" w14:textId="77777777" w:rsidR="006D4449" w:rsidRDefault="006D4449" w:rsidP="006D4449">
      <w:r>
        <w:t>471.5869</w:t>
      </w:r>
      <w:r>
        <w:tab/>
        <w:t>1.013e0</w:t>
      </w:r>
    </w:p>
    <w:p w14:paraId="1A432E10" w14:textId="77777777" w:rsidR="006D4449" w:rsidRDefault="006D4449" w:rsidP="006D4449">
      <w:r>
        <w:t>471.6448</w:t>
      </w:r>
      <w:r>
        <w:tab/>
        <w:t>1.013e0</w:t>
      </w:r>
    </w:p>
    <w:p w14:paraId="1E4AEA31" w14:textId="77777777" w:rsidR="006D4449" w:rsidRDefault="006D4449" w:rsidP="006D4449">
      <w:r>
        <w:t>471.6595</w:t>
      </w:r>
      <w:r>
        <w:tab/>
        <w:t>1.013e0</w:t>
      </w:r>
    </w:p>
    <w:p w14:paraId="3B070D21" w14:textId="77777777" w:rsidR="006D4449" w:rsidRDefault="006D4449" w:rsidP="006D4449">
      <w:r>
        <w:t>471.6904</w:t>
      </w:r>
      <w:r>
        <w:tab/>
        <w:t>1.013e0</w:t>
      </w:r>
    </w:p>
    <w:p w14:paraId="188F6EBA" w14:textId="77777777" w:rsidR="006D4449" w:rsidRDefault="006D4449" w:rsidP="006D4449">
      <w:r>
        <w:lastRenderedPageBreak/>
        <w:t>471.6919</w:t>
      </w:r>
      <w:r>
        <w:tab/>
        <w:t>2.025e0</w:t>
      </w:r>
    </w:p>
    <w:p w14:paraId="519790D6" w14:textId="77777777" w:rsidR="006D4449" w:rsidRDefault="006D4449" w:rsidP="006D4449">
      <w:r>
        <w:t>471.6989</w:t>
      </w:r>
      <w:r>
        <w:tab/>
        <w:t>2.025e0</w:t>
      </w:r>
    </w:p>
    <w:p w14:paraId="3E9C5595" w14:textId="77777777" w:rsidR="006D4449" w:rsidRDefault="006D4449" w:rsidP="006D4449">
      <w:r>
        <w:t>471.7335</w:t>
      </w:r>
      <w:r>
        <w:tab/>
        <w:t>1.013e0</w:t>
      </w:r>
    </w:p>
    <w:p w14:paraId="0E8C07EE" w14:textId="77777777" w:rsidR="006D4449" w:rsidRDefault="006D4449" w:rsidP="006D4449">
      <w:r>
        <w:t>471.7499</w:t>
      </w:r>
      <w:r>
        <w:tab/>
        <w:t>1.013e0</w:t>
      </w:r>
    </w:p>
    <w:p w14:paraId="2D18DDEC" w14:textId="77777777" w:rsidR="006D4449" w:rsidRDefault="006D4449" w:rsidP="006D4449">
      <w:r>
        <w:t>471.7891</w:t>
      </w:r>
      <w:r>
        <w:tab/>
        <w:t>1.013e0</w:t>
      </w:r>
    </w:p>
    <w:p w14:paraId="2E0683DF" w14:textId="77777777" w:rsidR="006D4449" w:rsidRDefault="006D4449" w:rsidP="006D4449">
      <w:r>
        <w:t>471.8259</w:t>
      </w:r>
      <w:r>
        <w:tab/>
        <w:t>2.025e0</w:t>
      </w:r>
    </w:p>
    <w:p w14:paraId="4AFDD362" w14:textId="77777777" w:rsidR="006D4449" w:rsidRDefault="006D4449" w:rsidP="006D4449">
      <w:r>
        <w:t>471.8296</w:t>
      </w:r>
      <w:r>
        <w:tab/>
        <w:t>2.025e0</w:t>
      </w:r>
    </w:p>
    <w:p w14:paraId="06A33A7C" w14:textId="77777777" w:rsidR="006D4449" w:rsidRDefault="006D4449" w:rsidP="006D4449">
      <w:r>
        <w:t>471.8366</w:t>
      </w:r>
      <w:r>
        <w:tab/>
        <w:t>1.013e0</w:t>
      </w:r>
    </w:p>
    <w:p w14:paraId="3F075F65" w14:textId="77777777" w:rsidR="006D4449" w:rsidRDefault="006D4449" w:rsidP="006D4449">
      <w:r>
        <w:t>471.8878</w:t>
      </w:r>
      <w:r>
        <w:tab/>
        <w:t>1.013e0</w:t>
      </w:r>
    </w:p>
    <w:p w14:paraId="18E36FF3" w14:textId="77777777" w:rsidR="006D4449" w:rsidRDefault="006D4449" w:rsidP="006D4449">
      <w:r>
        <w:t>471.8913</w:t>
      </w:r>
      <w:r>
        <w:tab/>
        <w:t>2.025e0</w:t>
      </w:r>
    </w:p>
    <w:p w14:paraId="684A70FA" w14:textId="77777777" w:rsidR="006D4449" w:rsidRDefault="006D4449" w:rsidP="006D4449">
      <w:r>
        <w:t>471.9343</w:t>
      </w:r>
      <w:r>
        <w:tab/>
        <w:t>1.013e0</w:t>
      </w:r>
    </w:p>
    <w:p w14:paraId="0ADD0D67" w14:textId="77777777" w:rsidR="006D4449" w:rsidRDefault="006D4449" w:rsidP="006D4449">
      <w:r>
        <w:t>471.9503</w:t>
      </w:r>
      <w:r>
        <w:tab/>
        <w:t>1.013e0</w:t>
      </w:r>
    </w:p>
    <w:p w14:paraId="5D57CF14" w14:textId="77777777" w:rsidR="006D4449" w:rsidRDefault="006D4449" w:rsidP="006D4449">
      <w:r>
        <w:t>471.9523</w:t>
      </w:r>
      <w:r>
        <w:tab/>
        <w:t>1.013e0</w:t>
      </w:r>
    </w:p>
    <w:p w14:paraId="0CB027FB" w14:textId="77777777" w:rsidR="006D4449" w:rsidRDefault="006D4449" w:rsidP="006D4449">
      <w:r>
        <w:t>471.9803</w:t>
      </w:r>
      <w:r>
        <w:tab/>
        <w:t>1.013e0</w:t>
      </w:r>
    </w:p>
    <w:p w14:paraId="5CFA895F" w14:textId="77777777" w:rsidR="006D4449" w:rsidRDefault="006D4449" w:rsidP="006D4449">
      <w:r>
        <w:t>471.9837</w:t>
      </w:r>
      <w:r>
        <w:tab/>
        <w:t>2.025e0</w:t>
      </w:r>
    </w:p>
    <w:p w14:paraId="1274DC67" w14:textId="77777777" w:rsidR="006D4449" w:rsidRDefault="006D4449" w:rsidP="006D4449">
      <w:r>
        <w:t>472.0214</w:t>
      </w:r>
      <w:r>
        <w:tab/>
        <w:t>1.013e0</w:t>
      </w:r>
    </w:p>
    <w:p w14:paraId="28381B8F" w14:textId="77777777" w:rsidR="006D4449" w:rsidRDefault="006D4449" w:rsidP="006D4449">
      <w:r>
        <w:t>472.0298</w:t>
      </w:r>
      <w:r>
        <w:tab/>
        <w:t>1.013e0</w:t>
      </w:r>
    </w:p>
    <w:p w14:paraId="0B860303" w14:textId="77777777" w:rsidR="006D4449" w:rsidRDefault="006D4449" w:rsidP="006D4449">
      <w:r>
        <w:t>472.0379</w:t>
      </w:r>
      <w:r>
        <w:tab/>
        <w:t>1.013e0</w:t>
      </w:r>
    </w:p>
    <w:p w14:paraId="2F2E3733" w14:textId="77777777" w:rsidR="006D4449" w:rsidRDefault="006D4449" w:rsidP="006D4449">
      <w:r>
        <w:t>472.0392</w:t>
      </w:r>
      <w:r>
        <w:tab/>
        <w:t>2.025e0</w:t>
      </w:r>
    </w:p>
    <w:p w14:paraId="1B086058" w14:textId="77777777" w:rsidR="006D4449" w:rsidRDefault="006D4449" w:rsidP="006D4449">
      <w:r>
        <w:lastRenderedPageBreak/>
        <w:t>472.0753</w:t>
      </w:r>
      <w:r>
        <w:tab/>
        <w:t>2.025e0</w:t>
      </w:r>
    </w:p>
    <w:p w14:paraId="2B64C804" w14:textId="77777777" w:rsidR="006D4449" w:rsidRDefault="006D4449" w:rsidP="006D4449">
      <w:r>
        <w:t>472.0827</w:t>
      </w:r>
      <w:r>
        <w:tab/>
        <w:t>3.038e0</w:t>
      </w:r>
    </w:p>
    <w:p w14:paraId="545A1632" w14:textId="77777777" w:rsidR="006D4449" w:rsidRDefault="006D4449" w:rsidP="006D4449">
      <w:r>
        <w:t>472.1015</w:t>
      </w:r>
      <w:r>
        <w:tab/>
        <w:t>3.038e0</w:t>
      </w:r>
    </w:p>
    <w:p w14:paraId="1F1266B7" w14:textId="77777777" w:rsidR="006D4449" w:rsidRDefault="006D4449" w:rsidP="006D4449">
      <w:r>
        <w:t>472.1078</w:t>
      </w:r>
      <w:r>
        <w:tab/>
        <w:t>1.013e0</w:t>
      </w:r>
    </w:p>
    <w:p w14:paraId="1FFB3933" w14:textId="77777777" w:rsidR="006D4449" w:rsidRDefault="006D4449" w:rsidP="006D4449">
      <w:r>
        <w:t>472.1456</w:t>
      </w:r>
      <w:r>
        <w:tab/>
        <w:t>1.013e0</w:t>
      </w:r>
    </w:p>
    <w:p w14:paraId="03CE0E48" w14:textId="77777777" w:rsidR="006D4449" w:rsidRDefault="006D4449" w:rsidP="006D4449">
      <w:r>
        <w:t>472.1593</w:t>
      </w:r>
      <w:r>
        <w:tab/>
        <w:t>1.013e0</w:t>
      </w:r>
    </w:p>
    <w:p w14:paraId="13068ED7" w14:textId="77777777" w:rsidR="006D4449" w:rsidRDefault="006D4449" w:rsidP="006D4449">
      <w:r>
        <w:t>472.1645</w:t>
      </w:r>
      <w:r>
        <w:tab/>
        <w:t>5.063e0</w:t>
      </w:r>
    </w:p>
    <w:p w14:paraId="7DA287CC" w14:textId="77777777" w:rsidR="006D4449" w:rsidRDefault="006D4449" w:rsidP="006D4449">
      <w:r>
        <w:t>472.1876</w:t>
      </w:r>
      <w:r>
        <w:tab/>
        <w:t>5.207e0</w:t>
      </w:r>
    </w:p>
    <w:p w14:paraId="5F409811" w14:textId="77777777" w:rsidR="006D4449" w:rsidRDefault="006D4449" w:rsidP="006D4449">
      <w:r>
        <w:t>472.2273</w:t>
      </w:r>
      <w:r>
        <w:tab/>
        <w:t>1.961e0</w:t>
      </w:r>
    </w:p>
    <w:p w14:paraId="4C16A0DD" w14:textId="77777777" w:rsidR="006D4449" w:rsidRDefault="006D4449" w:rsidP="006D4449">
      <w:r>
        <w:t>472.2304</w:t>
      </w:r>
      <w:r>
        <w:tab/>
        <w:t>2.025e0</w:t>
      </w:r>
    </w:p>
    <w:p w14:paraId="1B260C37" w14:textId="77777777" w:rsidR="006D4449" w:rsidRDefault="006D4449" w:rsidP="006D4449">
      <w:r>
        <w:t>472.2412</w:t>
      </w:r>
      <w:r>
        <w:tab/>
        <w:t>2.763e0</w:t>
      </w:r>
    </w:p>
    <w:p w14:paraId="1DAF49DD" w14:textId="77777777" w:rsidR="006D4449" w:rsidRDefault="006D4449" w:rsidP="006D4449">
      <w:r>
        <w:t>472.2881</w:t>
      </w:r>
      <w:r>
        <w:tab/>
        <w:t>3.001e0</w:t>
      </w:r>
    </w:p>
    <w:p w14:paraId="68B15962" w14:textId="77777777" w:rsidR="006D4449" w:rsidRDefault="006D4449" w:rsidP="006D4449">
      <w:r>
        <w:t>472.3021</w:t>
      </w:r>
      <w:r>
        <w:tab/>
        <w:t>3.880e0</w:t>
      </w:r>
    </w:p>
    <w:p w14:paraId="76BEE3FB" w14:textId="77777777" w:rsidR="006D4449" w:rsidRDefault="006D4449" w:rsidP="006D4449">
      <w:r>
        <w:t>472.3135</w:t>
      </w:r>
      <w:r>
        <w:tab/>
        <w:t>2.579e0</w:t>
      </w:r>
    </w:p>
    <w:p w14:paraId="143D1D28" w14:textId="77777777" w:rsidR="006D4449" w:rsidRDefault="006D4449" w:rsidP="006D4449">
      <w:r>
        <w:t>472.3164</w:t>
      </w:r>
      <w:r>
        <w:tab/>
        <w:t>4.812e0</w:t>
      </w:r>
    </w:p>
    <w:p w14:paraId="07943C82" w14:textId="77777777" w:rsidR="006D4449" w:rsidRDefault="006D4449" w:rsidP="006D4449">
      <w:r>
        <w:t>472.3332</w:t>
      </w:r>
      <w:r>
        <w:tab/>
        <w:t>1.554e0</w:t>
      </w:r>
    </w:p>
    <w:p w14:paraId="5CE20ACF" w14:textId="77777777" w:rsidR="006D4449" w:rsidRDefault="006D4449" w:rsidP="006D4449">
      <w:r>
        <w:t>472.3523</w:t>
      </w:r>
      <w:r>
        <w:tab/>
        <w:t>2.599e0</w:t>
      </w:r>
    </w:p>
    <w:p w14:paraId="66C5A141" w14:textId="77777777" w:rsidR="006D4449" w:rsidRDefault="006D4449" w:rsidP="006D4449">
      <w:r>
        <w:t>472.3698</w:t>
      </w:r>
      <w:r>
        <w:tab/>
        <w:t>2.778e0</w:t>
      </w:r>
    </w:p>
    <w:p w14:paraId="46C836B2" w14:textId="77777777" w:rsidR="006D4449" w:rsidRDefault="006D4449" w:rsidP="006D4449">
      <w:r>
        <w:t>472.3981</w:t>
      </w:r>
      <w:r>
        <w:tab/>
        <w:t>3.408e0</w:t>
      </w:r>
    </w:p>
    <w:p w14:paraId="09E71CB7" w14:textId="77777777" w:rsidR="006D4449" w:rsidRDefault="006D4449" w:rsidP="006D4449">
      <w:r>
        <w:lastRenderedPageBreak/>
        <w:t>472.4370</w:t>
      </w:r>
      <w:r>
        <w:tab/>
        <w:t>1.013e0</w:t>
      </w:r>
    </w:p>
    <w:p w14:paraId="024547FD" w14:textId="77777777" w:rsidR="006D4449" w:rsidRDefault="006D4449" w:rsidP="006D4449">
      <w:r>
        <w:t>472.4551</w:t>
      </w:r>
      <w:r>
        <w:tab/>
        <w:t>1.013e0</w:t>
      </w:r>
    </w:p>
    <w:p w14:paraId="36E76E88" w14:textId="77777777" w:rsidR="006D4449" w:rsidRDefault="006D4449" w:rsidP="006D4449">
      <w:r>
        <w:t>472.4948</w:t>
      </w:r>
      <w:r>
        <w:tab/>
        <w:t>1.013e0</w:t>
      </w:r>
    </w:p>
    <w:p w14:paraId="67882508" w14:textId="77777777" w:rsidR="006D4449" w:rsidRDefault="006D4449" w:rsidP="006D4449">
      <w:r>
        <w:t>472.4989</w:t>
      </w:r>
      <w:r>
        <w:tab/>
        <w:t>1.013e0</w:t>
      </w:r>
    </w:p>
    <w:p w14:paraId="6D019BA4" w14:textId="77777777" w:rsidR="006D4449" w:rsidRDefault="006D4449" w:rsidP="006D4449">
      <w:r>
        <w:t>472.5107</w:t>
      </w:r>
      <w:r>
        <w:tab/>
        <w:t>4.051e0</w:t>
      </w:r>
    </w:p>
    <w:p w14:paraId="71BCC674" w14:textId="77777777" w:rsidR="006D4449" w:rsidRDefault="006D4449" w:rsidP="006D4449">
      <w:r>
        <w:t>472.5483</w:t>
      </w:r>
      <w:r>
        <w:tab/>
        <w:t>1.013e0</w:t>
      </w:r>
    </w:p>
    <w:p w14:paraId="72165549" w14:textId="77777777" w:rsidR="006D4449" w:rsidRDefault="006D4449" w:rsidP="006D4449">
      <w:r>
        <w:t>472.5648</w:t>
      </w:r>
      <w:r>
        <w:tab/>
        <w:t>1.013e0</w:t>
      </w:r>
    </w:p>
    <w:p w14:paraId="5DD2C92E" w14:textId="77777777" w:rsidR="006D4449" w:rsidRDefault="006D4449" w:rsidP="006D4449">
      <w:r>
        <w:t>472.5742</w:t>
      </w:r>
      <w:r>
        <w:tab/>
        <w:t>1.013e0</w:t>
      </w:r>
    </w:p>
    <w:p w14:paraId="7A7CC6B2" w14:textId="77777777" w:rsidR="006D4449" w:rsidRDefault="006D4449" w:rsidP="006D4449">
      <w:r>
        <w:t>472.5824</w:t>
      </w:r>
      <w:r>
        <w:tab/>
        <w:t>2.025e0</w:t>
      </w:r>
    </w:p>
    <w:p w14:paraId="1FDF8477" w14:textId="77777777" w:rsidR="006D4449" w:rsidRDefault="006D4449" w:rsidP="006D4449">
      <w:r>
        <w:t>472.6369</w:t>
      </w:r>
      <w:r>
        <w:tab/>
        <w:t>1.013e0</w:t>
      </w:r>
    </w:p>
    <w:p w14:paraId="5CE98EFD" w14:textId="77777777" w:rsidR="006D4449" w:rsidRDefault="006D4449" w:rsidP="006D4449">
      <w:r>
        <w:t>472.6471</w:t>
      </w:r>
      <w:r>
        <w:tab/>
        <w:t>1.013e0</w:t>
      </w:r>
    </w:p>
    <w:p w14:paraId="071F5DE0" w14:textId="77777777" w:rsidR="006D4449" w:rsidRDefault="006D4449" w:rsidP="006D4449">
      <w:r>
        <w:t>472.6550</w:t>
      </w:r>
      <w:r>
        <w:tab/>
        <w:t>3.038e0</w:t>
      </w:r>
    </w:p>
    <w:p w14:paraId="5961054F" w14:textId="77777777" w:rsidR="006D4449" w:rsidRDefault="006D4449" w:rsidP="006D4449">
      <w:r>
        <w:t>472.6674</w:t>
      </w:r>
      <w:r>
        <w:tab/>
        <w:t>2.025e0</w:t>
      </w:r>
    </w:p>
    <w:p w14:paraId="7A15849B" w14:textId="77777777" w:rsidR="006D4449" w:rsidRDefault="006D4449" w:rsidP="006D4449">
      <w:r>
        <w:t>472.7063</w:t>
      </w:r>
      <w:r>
        <w:tab/>
        <w:t>1.013e0</w:t>
      </w:r>
    </w:p>
    <w:p w14:paraId="268D3781" w14:textId="77777777" w:rsidR="006D4449" w:rsidRDefault="006D4449" w:rsidP="006D4449">
      <w:r>
        <w:t>472.7605</w:t>
      </w:r>
      <w:r>
        <w:tab/>
        <w:t>2.025e0</w:t>
      </w:r>
    </w:p>
    <w:p w14:paraId="129719D2" w14:textId="77777777" w:rsidR="006D4449" w:rsidRDefault="006D4449" w:rsidP="006D4449">
      <w:r>
        <w:t>472.7672</w:t>
      </w:r>
      <w:r>
        <w:tab/>
        <w:t>2.025e0</w:t>
      </w:r>
    </w:p>
    <w:p w14:paraId="49C64B7B" w14:textId="77777777" w:rsidR="006D4449" w:rsidRDefault="006D4449" w:rsidP="006D4449">
      <w:r>
        <w:t>472.7714</w:t>
      </w:r>
      <w:r>
        <w:tab/>
        <w:t>2.025e0</w:t>
      </w:r>
    </w:p>
    <w:p w14:paraId="574A7E61" w14:textId="77777777" w:rsidR="006D4449" w:rsidRDefault="006D4449" w:rsidP="006D4449">
      <w:r>
        <w:t>472.8220</w:t>
      </w:r>
      <w:r>
        <w:tab/>
        <w:t>1.013e0</w:t>
      </w:r>
    </w:p>
    <w:p w14:paraId="5FDF4121" w14:textId="77777777" w:rsidR="006D4449" w:rsidRDefault="006D4449" w:rsidP="006D4449">
      <w:r>
        <w:t>472.8284</w:t>
      </w:r>
      <w:r>
        <w:tab/>
        <w:t>1.013e0</w:t>
      </w:r>
    </w:p>
    <w:p w14:paraId="12D26C6D" w14:textId="77777777" w:rsidR="006D4449" w:rsidRDefault="006D4449" w:rsidP="006D4449">
      <w:r>
        <w:lastRenderedPageBreak/>
        <w:t>472.8328</w:t>
      </w:r>
      <w:r>
        <w:tab/>
        <w:t>2.025e0</w:t>
      </w:r>
    </w:p>
    <w:p w14:paraId="2D96587B" w14:textId="77777777" w:rsidR="006D4449" w:rsidRDefault="006D4449" w:rsidP="006D4449">
      <w:r>
        <w:t>472.8433</w:t>
      </w:r>
      <w:r>
        <w:tab/>
        <w:t>1.013e0</w:t>
      </w:r>
    </w:p>
    <w:p w14:paraId="7BCD3A13" w14:textId="77777777" w:rsidR="006D4449" w:rsidRDefault="006D4449" w:rsidP="006D4449">
      <w:r>
        <w:t>472.8527</w:t>
      </w:r>
      <w:r>
        <w:tab/>
        <w:t>3.038e0</w:t>
      </w:r>
    </w:p>
    <w:p w14:paraId="0B39F17A" w14:textId="77777777" w:rsidR="006D4449" w:rsidRDefault="006D4449" w:rsidP="006D4449">
      <w:r>
        <w:t>472.8930</w:t>
      </w:r>
      <w:r>
        <w:tab/>
        <w:t>4.051e0</w:t>
      </w:r>
    </w:p>
    <w:p w14:paraId="48F1917D" w14:textId="77777777" w:rsidR="006D4449" w:rsidRDefault="006D4449" w:rsidP="006D4449">
      <w:r>
        <w:t>472.8980</w:t>
      </w:r>
      <w:r>
        <w:tab/>
        <w:t>1.013e0</w:t>
      </w:r>
    </w:p>
    <w:p w14:paraId="76673CC7" w14:textId="77777777" w:rsidR="006D4449" w:rsidRDefault="006D4449" w:rsidP="006D4449">
      <w:r>
        <w:t>472.9327</w:t>
      </w:r>
      <w:r>
        <w:tab/>
        <w:t>2.025e0</w:t>
      </w:r>
    </w:p>
    <w:p w14:paraId="71938C5C" w14:textId="77777777" w:rsidR="006D4449" w:rsidRDefault="006D4449" w:rsidP="006D4449">
      <w:r>
        <w:t>472.9464</w:t>
      </w:r>
      <w:r>
        <w:tab/>
        <w:t>2.025e0</w:t>
      </w:r>
    </w:p>
    <w:p w14:paraId="447C9F2E" w14:textId="77777777" w:rsidR="006D4449" w:rsidRDefault="006D4449" w:rsidP="006D4449">
      <w:r>
        <w:t>472.9632</w:t>
      </w:r>
      <w:r>
        <w:tab/>
        <w:t>3.038e0</w:t>
      </w:r>
    </w:p>
    <w:p w14:paraId="7BF387FE" w14:textId="77777777" w:rsidR="006D4449" w:rsidRDefault="006D4449" w:rsidP="006D4449">
      <w:r>
        <w:t>472.9706</w:t>
      </w:r>
      <w:r>
        <w:tab/>
        <w:t>4.051e0</w:t>
      </w:r>
    </w:p>
    <w:p w14:paraId="48B504C6" w14:textId="77777777" w:rsidR="006D4449" w:rsidRDefault="006D4449" w:rsidP="006D4449">
      <w:r>
        <w:t>473.0136</w:t>
      </w:r>
      <w:r>
        <w:tab/>
        <w:t>4.051e0</w:t>
      </w:r>
    </w:p>
    <w:p w14:paraId="6384F02D" w14:textId="77777777" w:rsidR="006D4449" w:rsidRDefault="006D4449" w:rsidP="006D4449">
      <w:r>
        <w:t>473.0375</w:t>
      </w:r>
      <w:r>
        <w:tab/>
        <w:t>1.013e0</w:t>
      </w:r>
    </w:p>
    <w:p w14:paraId="7DFEDCCA" w14:textId="77777777" w:rsidR="006D4449" w:rsidRDefault="006D4449" w:rsidP="006D4449">
      <w:r>
        <w:t>473.0427</w:t>
      </w:r>
      <w:r>
        <w:tab/>
        <w:t>1.013e0</w:t>
      </w:r>
    </w:p>
    <w:p w14:paraId="3569278C" w14:textId="77777777" w:rsidR="006D4449" w:rsidRDefault="006D4449" w:rsidP="006D4449">
      <w:r>
        <w:t>473.0572</w:t>
      </w:r>
      <w:r>
        <w:tab/>
        <w:t>1.013e0</w:t>
      </w:r>
    </w:p>
    <w:p w14:paraId="1E1EEA92" w14:textId="77777777" w:rsidR="006D4449" w:rsidRDefault="006D4449" w:rsidP="006D4449">
      <w:r>
        <w:t>473.0775</w:t>
      </w:r>
      <w:r>
        <w:tab/>
        <w:t>3.038e0</w:t>
      </w:r>
    </w:p>
    <w:p w14:paraId="2319AC2C" w14:textId="77777777" w:rsidR="006D4449" w:rsidRDefault="006D4449" w:rsidP="006D4449">
      <w:r>
        <w:t>473.0934</w:t>
      </w:r>
      <w:r>
        <w:tab/>
        <w:t>1.013e0</w:t>
      </w:r>
    </w:p>
    <w:p w14:paraId="2AEED240" w14:textId="77777777" w:rsidR="006D4449" w:rsidRDefault="006D4449" w:rsidP="006D4449">
      <w:r>
        <w:t>473.1243</w:t>
      </w:r>
      <w:r>
        <w:tab/>
        <w:t>4.051e0</w:t>
      </w:r>
    </w:p>
    <w:p w14:paraId="2704B8EB" w14:textId="77777777" w:rsidR="006D4449" w:rsidRDefault="006D4449" w:rsidP="006D4449">
      <w:r>
        <w:t>473.1363</w:t>
      </w:r>
      <w:r>
        <w:tab/>
        <w:t>2.025e0</w:t>
      </w:r>
    </w:p>
    <w:p w14:paraId="7B36D6C6" w14:textId="77777777" w:rsidR="006D4449" w:rsidRDefault="006D4449" w:rsidP="006D4449">
      <w:r>
        <w:t>473.1618</w:t>
      </w:r>
      <w:r>
        <w:tab/>
        <w:t>2.805e0</w:t>
      </w:r>
    </w:p>
    <w:p w14:paraId="01DA6E1B" w14:textId="77777777" w:rsidR="006D4449" w:rsidRDefault="006D4449" w:rsidP="006D4449">
      <w:r>
        <w:t>473.1954</w:t>
      </w:r>
      <w:r>
        <w:tab/>
        <w:t>2.025e0</w:t>
      </w:r>
    </w:p>
    <w:p w14:paraId="33BEC52C" w14:textId="77777777" w:rsidR="006D4449" w:rsidRDefault="006D4449" w:rsidP="006D4449">
      <w:r>
        <w:lastRenderedPageBreak/>
        <w:t>473.2230</w:t>
      </w:r>
      <w:r>
        <w:tab/>
        <w:t>2.305e0</w:t>
      </w:r>
    </w:p>
    <w:p w14:paraId="389EE7C7" w14:textId="77777777" w:rsidR="006D4449" w:rsidRDefault="006D4449" w:rsidP="006D4449">
      <w:r>
        <w:t>473.2273</w:t>
      </w:r>
      <w:r>
        <w:tab/>
        <w:t>1.585e0</w:t>
      </w:r>
    </w:p>
    <w:p w14:paraId="432E9004" w14:textId="77777777" w:rsidR="006D4449" w:rsidRDefault="006D4449" w:rsidP="006D4449">
      <w:r>
        <w:t>473.2471</w:t>
      </w:r>
      <w:r>
        <w:tab/>
        <w:t>4.328e0</w:t>
      </w:r>
    </w:p>
    <w:p w14:paraId="6C57B14F" w14:textId="77777777" w:rsidR="006D4449" w:rsidRDefault="006D4449" w:rsidP="006D4449">
      <w:r>
        <w:t>473.2557</w:t>
      </w:r>
      <w:r>
        <w:tab/>
        <w:t>3.692e0</w:t>
      </w:r>
    </w:p>
    <w:p w14:paraId="7B3A04F4" w14:textId="77777777" w:rsidR="006D4449" w:rsidRDefault="006D4449" w:rsidP="006D4449">
      <w:r>
        <w:t>473.2622</w:t>
      </w:r>
      <w:r>
        <w:tab/>
        <w:t>2.003e0</w:t>
      </w:r>
    </w:p>
    <w:p w14:paraId="7BDCFC26" w14:textId="77777777" w:rsidR="006D4449" w:rsidRDefault="006D4449" w:rsidP="006D4449">
      <w:r>
        <w:t>473.2891</w:t>
      </w:r>
      <w:r>
        <w:tab/>
        <w:t>2.907e0</w:t>
      </w:r>
    </w:p>
    <w:p w14:paraId="67C23337" w14:textId="77777777" w:rsidR="006D4449" w:rsidRDefault="006D4449" w:rsidP="006D4449">
      <w:r>
        <w:t>473.3159</w:t>
      </w:r>
      <w:r>
        <w:tab/>
        <w:t>3.609e0</w:t>
      </w:r>
    </w:p>
    <w:p w14:paraId="2033B719" w14:textId="77777777" w:rsidR="006D4449" w:rsidRDefault="006D4449" w:rsidP="006D4449">
      <w:r>
        <w:t>473.3416</w:t>
      </w:r>
      <w:r>
        <w:tab/>
        <w:t>1.001e1</w:t>
      </w:r>
    </w:p>
    <w:p w14:paraId="7B04060E" w14:textId="77777777" w:rsidR="006D4449" w:rsidRDefault="006D4449" w:rsidP="006D4449">
      <w:r>
        <w:t>473.3468</w:t>
      </w:r>
      <w:r>
        <w:tab/>
        <w:t>8.189e0</w:t>
      </w:r>
    </w:p>
    <w:p w14:paraId="64694E54" w14:textId="77777777" w:rsidR="006D4449" w:rsidRDefault="006D4449" w:rsidP="006D4449">
      <w:r>
        <w:t>473.3535</w:t>
      </w:r>
      <w:r>
        <w:tab/>
        <w:t>1.250e1</w:t>
      </w:r>
    </w:p>
    <w:p w14:paraId="36EEE779" w14:textId="77777777" w:rsidR="006D4449" w:rsidRDefault="006D4449" w:rsidP="006D4449">
      <w:r>
        <w:t>473.3625</w:t>
      </w:r>
      <w:r>
        <w:tab/>
        <w:t>7.195e0</w:t>
      </w:r>
    </w:p>
    <w:p w14:paraId="0632E992" w14:textId="77777777" w:rsidR="006D4449" w:rsidRDefault="006D4449" w:rsidP="006D4449">
      <w:r>
        <w:t>473.3779</w:t>
      </w:r>
      <w:r>
        <w:tab/>
        <w:t>2.823e0</w:t>
      </w:r>
    </w:p>
    <w:p w14:paraId="6A374CFE" w14:textId="77777777" w:rsidR="006D4449" w:rsidRDefault="006D4449" w:rsidP="006D4449">
      <w:r>
        <w:t>473.4427</w:t>
      </w:r>
      <w:r>
        <w:tab/>
        <w:t>1.013e0</w:t>
      </w:r>
    </w:p>
    <w:p w14:paraId="6691AD00" w14:textId="77777777" w:rsidR="006D4449" w:rsidRDefault="006D4449" w:rsidP="006D4449">
      <w:r>
        <w:t>473.4772</w:t>
      </w:r>
      <w:r>
        <w:tab/>
        <w:t>1.013e0</w:t>
      </w:r>
    </w:p>
    <w:p w14:paraId="7DA6B515" w14:textId="77777777" w:rsidR="006D4449" w:rsidRDefault="006D4449" w:rsidP="006D4449">
      <w:r>
        <w:t>473.5076</w:t>
      </w:r>
      <w:r>
        <w:tab/>
        <w:t>2.025e0</w:t>
      </w:r>
    </w:p>
    <w:p w14:paraId="7F7DEFE5" w14:textId="77777777" w:rsidR="006D4449" w:rsidRDefault="006D4449" w:rsidP="006D4449">
      <w:r>
        <w:t>473.5478</w:t>
      </w:r>
      <w:r>
        <w:tab/>
        <w:t>2.025e0</w:t>
      </w:r>
    </w:p>
    <w:p w14:paraId="1D691B68" w14:textId="77777777" w:rsidR="006D4449" w:rsidRDefault="006D4449" w:rsidP="006D4449">
      <w:r>
        <w:t>473.5564</w:t>
      </w:r>
      <w:r>
        <w:tab/>
        <w:t>1.013e0</w:t>
      </w:r>
    </w:p>
    <w:p w14:paraId="644D17F5" w14:textId="77777777" w:rsidR="006D4449" w:rsidRDefault="006D4449" w:rsidP="006D4449">
      <w:r>
        <w:t>473.6378</w:t>
      </w:r>
      <w:r>
        <w:tab/>
        <w:t>1.013e0</w:t>
      </w:r>
    </w:p>
    <w:p w14:paraId="7C9CEE2A" w14:textId="77777777" w:rsidR="006D4449" w:rsidRDefault="006D4449" w:rsidP="006D4449">
      <w:r>
        <w:t>473.6677</w:t>
      </w:r>
      <w:r>
        <w:tab/>
        <w:t>1.013e0</w:t>
      </w:r>
    </w:p>
    <w:p w14:paraId="2B69AB22" w14:textId="77777777" w:rsidR="006D4449" w:rsidRDefault="006D4449" w:rsidP="006D4449">
      <w:r>
        <w:lastRenderedPageBreak/>
        <w:t>473.6862</w:t>
      </w:r>
      <w:r>
        <w:tab/>
        <w:t>1.013e0</w:t>
      </w:r>
    </w:p>
    <w:p w14:paraId="0FD70428" w14:textId="77777777" w:rsidR="006D4449" w:rsidRDefault="006D4449" w:rsidP="006D4449">
      <w:r>
        <w:t>473.7468</w:t>
      </w:r>
      <w:r>
        <w:tab/>
        <w:t>3.038e0</w:t>
      </w:r>
    </w:p>
    <w:p w14:paraId="46C72CFA" w14:textId="77777777" w:rsidR="006D4449" w:rsidRDefault="006D4449" w:rsidP="006D4449">
      <w:r>
        <w:t>473.7585</w:t>
      </w:r>
      <w:r>
        <w:tab/>
        <w:t>1.013e0</w:t>
      </w:r>
    </w:p>
    <w:p w14:paraId="6215405F" w14:textId="77777777" w:rsidR="006D4449" w:rsidRDefault="006D4449" w:rsidP="006D4449">
      <w:r>
        <w:t>473.7900</w:t>
      </w:r>
      <w:r>
        <w:tab/>
        <w:t>1.013e0</w:t>
      </w:r>
    </w:p>
    <w:p w14:paraId="64535646" w14:textId="77777777" w:rsidR="006D4449" w:rsidRDefault="006D4449" w:rsidP="006D4449">
      <w:r>
        <w:t>473.8311</w:t>
      </w:r>
      <w:r>
        <w:tab/>
        <w:t>2.025e0</w:t>
      </w:r>
    </w:p>
    <w:p w14:paraId="6C21AC7E" w14:textId="77777777" w:rsidR="006D4449" w:rsidRDefault="006D4449" w:rsidP="006D4449">
      <w:r>
        <w:t>473.8601</w:t>
      </w:r>
      <w:r>
        <w:tab/>
        <w:t>2.025e0</w:t>
      </w:r>
    </w:p>
    <w:p w14:paraId="62E361A5" w14:textId="77777777" w:rsidR="006D4449" w:rsidRDefault="006D4449" w:rsidP="006D4449">
      <w:r>
        <w:t>473.8675</w:t>
      </w:r>
      <w:r>
        <w:tab/>
        <w:t>1.013e0</w:t>
      </w:r>
    </w:p>
    <w:p w14:paraId="4825EB28" w14:textId="77777777" w:rsidR="006D4449" w:rsidRDefault="006D4449" w:rsidP="006D4449">
      <w:r>
        <w:t>473.8946</w:t>
      </w:r>
      <w:r>
        <w:tab/>
        <w:t>3.038e0</w:t>
      </w:r>
    </w:p>
    <w:p w14:paraId="71BB2CCD" w14:textId="77777777" w:rsidR="006D4449" w:rsidRDefault="006D4449" w:rsidP="006D4449">
      <w:r>
        <w:t>473.9091</w:t>
      </w:r>
      <w:r>
        <w:tab/>
        <w:t>1.013e0</w:t>
      </w:r>
    </w:p>
    <w:p w14:paraId="34B2BB6B" w14:textId="77777777" w:rsidR="006D4449" w:rsidRDefault="006D4449" w:rsidP="006D4449">
      <w:r>
        <w:t>473.9624</w:t>
      </w:r>
      <w:r>
        <w:tab/>
        <w:t>2.025e0</w:t>
      </w:r>
    </w:p>
    <w:p w14:paraId="47CCD6F4" w14:textId="77777777" w:rsidR="006D4449" w:rsidRDefault="006D4449" w:rsidP="006D4449">
      <w:r>
        <w:t>473.9853</w:t>
      </w:r>
      <w:r>
        <w:tab/>
        <w:t>1.013e0</w:t>
      </w:r>
    </w:p>
    <w:p w14:paraId="185F3BBD" w14:textId="77777777" w:rsidR="006D4449" w:rsidRDefault="006D4449" w:rsidP="006D4449">
      <w:r>
        <w:t>474.0324</w:t>
      </w:r>
      <w:r>
        <w:tab/>
        <w:t>2.025e0</w:t>
      </w:r>
    </w:p>
    <w:p w14:paraId="1883871F" w14:textId="77777777" w:rsidR="006D4449" w:rsidRDefault="006D4449" w:rsidP="006D4449">
      <w:r>
        <w:t>474.0394</w:t>
      </w:r>
      <w:r>
        <w:tab/>
        <w:t>4.051e0</w:t>
      </w:r>
    </w:p>
    <w:p w14:paraId="08E3725A" w14:textId="77777777" w:rsidR="006D4449" w:rsidRDefault="006D4449" w:rsidP="006D4449">
      <w:r>
        <w:t>474.0641</w:t>
      </w:r>
      <w:r>
        <w:tab/>
        <w:t>1.013e0</w:t>
      </w:r>
    </w:p>
    <w:p w14:paraId="18A6A21E" w14:textId="77777777" w:rsidR="006D4449" w:rsidRDefault="006D4449" w:rsidP="006D4449">
      <w:r>
        <w:t>474.0836</w:t>
      </w:r>
      <w:r>
        <w:tab/>
        <w:t>2.025e0</w:t>
      </w:r>
    </w:p>
    <w:p w14:paraId="4BA60DF3" w14:textId="77777777" w:rsidR="006D4449" w:rsidRDefault="006D4449" w:rsidP="006D4449">
      <w:r>
        <w:t>474.1011</w:t>
      </w:r>
      <w:r>
        <w:tab/>
        <w:t>1.013e0</w:t>
      </w:r>
    </w:p>
    <w:p w14:paraId="3C71EDD5" w14:textId="77777777" w:rsidR="006D4449" w:rsidRDefault="006D4449" w:rsidP="006D4449">
      <w:r>
        <w:t>474.1054</w:t>
      </w:r>
      <w:r>
        <w:tab/>
        <w:t>1.013e0</w:t>
      </w:r>
    </w:p>
    <w:p w14:paraId="79BDD3F3" w14:textId="77777777" w:rsidR="006D4449" w:rsidRDefault="006D4449" w:rsidP="006D4449">
      <w:r>
        <w:t>474.1374</w:t>
      </w:r>
      <w:r>
        <w:tab/>
        <w:t>1.013e0</w:t>
      </w:r>
    </w:p>
    <w:p w14:paraId="02790DBD" w14:textId="77777777" w:rsidR="006D4449" w:rsidRDefault="006D4449" w:rsidP="006D4449">
      <w:r>
        <w:t>474.1537</w:t>
      </w:r>
      <w:r>
        <w:tab/>
        <w:t>2.025e0</w:t>
      </w:r>
    </w:p>
    <w:p w14:paraId="7910B3E5" w14:textId="77777777" w:rsidR="006D4449" w:rsidRDefault="006D4449" w:rsidP="006D4449">
      <w:r>
        <w:lastRenderedPageBreak/>
        <w:t>474.1577</w:t>
      </w:r>
      <w:r>
        <w:tab/>
        <w:t>2.025e0</w:t>
      </w:r>
    </w:p>
    <w:p w14:paraId="10D246CB" w14:textId="77777777" w:rsidR="006D4449" w:rsidRDefault="006D4449" w:rsidP="006D4449">
      <w:r>
        <w:t>474.1631</w:t>
      </w:r>
      <w:r>
        <w:tab/>
        <w:t>2.025e0</w:t>
      </w:r>
    </w:p>
    <w:p w14:paraId="6DF281D5" w14:textId="77777777" w:rsidR="006D4449" w:rsidRDefault="006D4449" w:rsidP="006D4449">
      <w:r>
        <w:t>474.1678</w:t>
      </w:r>
      <w:r>
        <w:tab/>
        <w:t>4.015e0</w:t>
      </w:r>
    </w:p>
    <w:p w14:paraId="0B6BA90A" w14:textId="77777777" w:rsidR="006D4449" w:rsidRDefault="006D4449" w:rsidP="006D4449">
      <w:r>
        <w:t>474.2158</w:t>
      </w:r>
      <w:r>
        <w:tab/>
        <w:t>3.038e0</w:t>
      </w:r>
    </w:p>
    <w:p w14:paraId="3C40A466" w14:textId="77777777" w:rsidR="006D4449" w:rsidRDefault="006D4449" w:rsidP="006D4449">
      <w:r>
        <w:t>474.2228</w:t>
      </w:r>
      <w:r>
        <w:tab/>
        <w:t>2.797e0</w:t>
      </w:r>
    </w:p>
    <w:p w14:paraId="16EFA6A3" w14:textId="77777777" w:rsidR="006D4449" w:rsidRDefault="006D4449" w:rsidP="006D4449">
      <w:r>
        <w:t>474.2620</w:t>
      </w:r>
      <w:r>
        <w:tab/>
        <w:t>1.262e0</w:t>
      </w:r>
    </w:p>
    <w:p w14:paraId="02D87CEE" w14:textId="77777777" w:rsidR="006D4449" w:rsidRDefault="006D4449" w:rsidP="006D4449">
      <w:r>
        <w:t>474.2802</w:t>
      </w:r>
      <w:r>
        <w:tab/>
        <w:t>1.980e0</w:t>
      </w:r>
    </w:p>
    <w:p w14:paraId="463D7567" w14:textId="77777777" w:rsidR="006D4449" w:rsidRDefault="006D4449" w:rsidP="006D4449">
      <w:r>
        <w:t>474.3074</w:t>
      </w:r>
      <w:r>
        <w:tab/>
        <w:t>1.624e0</w:t>
      </w:r>
    </w:p>
    <w:p w14:paraId="3ECDBA13" w14:textId="77777777" w:rsidR="006D4449" w:rsidRDefault="006D4449" w:rsidP="006D4449">
      <w:r>
        <w:t>474.3433</w:t>
      </w:r>
      <w:r>
        <w:tab/>
        <w:t>1.257e1</w:t>
      </w:r>
    </w:p>
    <w:p w14:paraId="75684A95" w14:textId="77777777" w:rsidR="006D4449" w:rsidRDefault="006D4449" w:rsidP="006D4449">
      <w:r>
        <w:t>474.3477</w:t>
      </w:r>
      <w:r>
        <w:tab/>
        <w:t>3.114e0</w:t>
      </w:r>
    </w:p>
    <w:p w14:paraId="3D02349C" w14:textId="77777777" w:rsidR="006D4449" w:rsidRDefault="006D4449" w:rsidP="006D4449">
      <w:r>
        <w:t>474.3655</w:t>
      </w:r>
      <w:r>
        <w:tab/>
        <w:t>3.611e0</w:t>
      </w:r>
    </w:p>
    <w:p w14:paraId="18A90F87" w14:textId="77777777" w:rsidR="006D4449" w:rsidRDefault="006D4449" w:rsidP="006D4449">
      <w:r>
        <w:t>474.3735</w:t>
      </w:r>
      <w:r>
        <w:tab/>
        <w:t>2.025e0</w:t>
      </w:r>
    </w:p>
    <w:p w14:paraId="28C57321" w14:textId="77777777" w:rsidR="006D4449" w:rsidRDefault="006D4449" w:rsidP="006D4449">
      <w:r>
        <w:t>474.4132</w:t>
      </w:r>
      <w:r>
        <w:tab/>
        <w:t>1.013e0</w:t>
      </w:r>
    </w:p>
    <w:p w14:paraId="39DE7E99" w14:textId="77777777" w:rsidR="006D4449" w:rsidRDefault="006D4449" w:rsidP="006D4449">
      <w:r>
        <w:t>474.4489</w:t>
      </w:r>
      <w:r>
        <w:tab/>
        <w:t>4.051e0</w:t>
      </w:r>
    </w:p>
    <w:p w14:paraId="27AB839B" w14:textId="77777777" w:rsidR="006D4449" w:rsidRDefault="006D4449" w:rsidP="006D4449">
      <w:r>
        <w:t>474.4628</w:t>
      </w:r>
      <w:r>
        <w:tab/>
        <w:t>1.013e0</w:t>
      </w:r>
    </w:p>
    <w:p w14:paraId="79E4AAD8" w14:textId="77777777" w:rsidR="006D4449" w:rsidRDefault="006D4449" w:rsidP="006D4449">
      <w:r>
        <w:t>474.4849</w:t>
      </w:r>
      <w:r>
        <w:tab/>
        <w:t>1.013e0</w:t>
      </w:r>
    </w:p>
    <w:p w14:paraId="547B22FE" w14:textId="77777777" w:rsidR="006D4449" w:rsidRDefault="006D4449" w:rsidP="006D4449">
      <w:r>
        <w:t>474.5012</w:t>
      </w:r>
      <w:r>
        <w:tab/>
        <w:t>2.025e0</w:t>
      </w:r>
    </w:p>
    <w:p w14:paraId="12FA544D" w14:textId="77777777" w:rsidR="006D4449" w:rsidRDefault="006D4449" w:rsidP="006D4449">
      <w:r>
        <w:t>474.5611</w:t>
      </w:r>
      <w:r>
        <w:tab/>
        <w:t>1.013e0</w:t>
      </w:r>
    </w:p>
    <w:p w14:paraId="2880C246" w14:textId="77777777" w:rsidR="006D4449" w:rsidRDefault="006D4449" w:rsidP="006D4449">
      <w:r>
        <w:t>474.5765</w:t>
      </w:r>
      <w:r>
        <w:tab/>
        <w:t>1.013e0</w:t>
      </w:r>
    </w:p>
    <w:p w14:paraId="6EA9C906" w14:textId="77777777" w:rsidR="006D4449" w:rsidRDefault="006D4449" w:rsidP="006D4449">
      <w:r>
        <w:lastRenderedPageBreak/>
        <w:t>474.6039</w:t>
      </w:r>
      <w:r>
        <w:tab/>
        <w:t>1.013e0</w:t>
      </w:r>
    </w:p>
    <w:p w14:paraId="0291E3F8" w14:textId="77777777" w:rsidR="006D4449" w:rsidRDefault="006D4449" w:rsidP="006D4449">
      <w:r>
        <w:t>474.6802</w:t>
      </w:r>
      <w:r>
        <w:tab/>
        <w:t>1.013e0</w:t>
      </w:r>
    </w:p>
    <w:p w14:paraId="31E34D14" w14:textId="77777777" w:rsidR="006D4449" w:rsidRDefault="006D4449" w:rsidP="006D4449">
      <w:r>
        <w:t>474.6902</w:t>
      </w:r>
      <w:r>
        <w:tab/>
        <w:t>3.038e0</w:t>
      </w:r>
    </w:p>
    <w:p w14:paraId="7810C3A5" w14:textId="77777777" w:rsidR="006D4449" w:rsidRDefault="006D4449" w:rsidP="006D4449">
      <w:r>
        <w:t>474.7502</w:t>
      </w:r>
      <w:r>
        <w:tab/>
        <w:t>1.013e0</w:t>
      </w:r>
    </w:p>
    <w:p w14:paraId="362E7772" w14:textId="77777777" w:rsidR="006D4449" w:rsidRDefault="006D4449" w:rsidP="006D4449">
      <w:r>
        <w:t>474.7853</w:t>
      </w:r>
      <w:r>
        <w:tab/>
        <w:t>1.013e0</w:t>
      </w:r>
    </w:p>
    <w:p w14:paraId="2FA91679" w14:textId="77777777" w:rsidR="006D4449" w:rsidRDefault="006D4449" w:rsidP="006D4449">
      <w:r>
        <w:t>474.7940</w:t>
      </w:r>
      <w:r>
        <w:tab/>
        <w:t>2.025e0</w:t>
      </w:r>
    </w:p>
    <w:p w14:paraId="04CFF36E" w14:textId="77777777" w:rsidR="006D4449" w:rsidRDefault="006D4449" w:rsidP="006D4449">
      <w:r>
        <w:t>474.8184</w:t>
      </w:r>
      <w:r>
        <w:tab/>
        <w:t>1.013e0</w:t>
      </w:r>
    </w:p>
    <w:p w14:paraId="38BA83C6" w14:textId="77777777" w:rsidR="006D4449" w:rsidRDefault="006D4449" w:rsidP="006D4449">
      <w:r>
        <w:t>474.8422</w:t>
      </w:r>
      <w:r>
        <w:tab/>
        <w:t>1.671e0</w:t>
      </w:r>
    </w:p>
    <w:p w14:paraId="665E2156" w14:textId="77777777" w:rsidR="006D4449" w:rsidRDefault="006D4449" w:rsidP="006D4449">
      <w:r>
        <w:t>474.8558</w:t>
      </w:r>
      <w:r>
        <w:tab/>
        <w:t>6.076e0</w:t>
      </w:r>
    </w:p>
    <w:p w14:paraId="4431DB59" w14:textId="77777777" w:rsidR="006D4449" w:rsidRDefault="006D4449" w:rsidP="006D4449">
      <w:r>
        <w:t>474.8814</w:t>
      </w:r>
      <w:r>
        <w:tab/>
        <w:t>5.722e0</w:t>
      </w:r>
    </w:p>
    <w:p w14:paraId="47B8CFE1" w14:textId="77777777" w:rsidR="006D4449" w:rsidRDefault="006D4449" w:rsidP="006D4449">
      <w:r>
        <w:t>474.8828</w:t>
      </w:r>
      <w:r>
        <w:tab/>
        <w:t>3.393e0</w:t>
      </w:r>
    </w:p>
    <w:p w14:paraId="180BCFD2" w14:textId="77777777" w:rsidR="006D4449" w:rsidRDefault="006D4449" w:rsidP="006D4449">
      <w:r>
        <w:t>474.9020</w:t>
      </w:r>
      <w:r>
        <w:tab/>
        <w:t>2.025e0</w:t>
      </w:r>
    </w:p>
    <w:p w14:paraId="1830600B" w14:textId="77777777" w:rsidR="006D4449" w:rsidRDefault="006D4449" w:rsidP="006D4449">
      <w:r>
        <w:t>474.9302</w:t>
      </w:r>
      <w:r>
        <w:tab/>
        <w:t>5.063e0</w:t>
      </w:r>
    </w:p>
    <w:p w14:paraId="12E134AE" w14:textId="77777777" w:rsidR="006D4449" w:rsidRDefault="006D4449" w:rsidP="006D4449">
      <w:r>
        <w:t>474.9493</w:t>
      </w:r>
      <w:r>
        <w:tab/>
        <w:t>1.013e0</w:t>
      </w:r>
    </w:p>
    <w:p w14:paraId="64AEB0E7" w14:textId="77777777" w:rsidR="006D4449" w:rsidRDefault="006D4449" w:rsidP="006D4449">
      <w:r>
        <w:t>474.9775</w:t>
      </w:r>
      <w:r>
        <w:tab/>
        <w:t>3.038e0</w:t>
      </w:r>
    </w:p>
    <w:p w14:paraId="1CC588E1" w14:textId="77777777" w:rsidR="006D4449" w:rsidRDefault="006D4449" w:rsidP="006D4449">
      <w:r>
        <w:t>475.0063</w:t>
      </w:r>
      <w:r>
        <w:tab/>
        <w:t>4.051e0</w:t>
      </w:r>
    </w:p>
    <w:p w14:paraId="6120D5FC" w14:textId="77777777" w:rsidR="006D4449" w:rsidRDefault="006D4449" w:rsidP="006D4449">
      <w:r>
        <w:t>475.0270</w:t>
      </w:r>
      <w:r>
        <w:tab/>
        <w:t>3.038e0</w:t>
      </w:r>
    </w:p>
    <w:p w14:paraId="43BE11DE" w14:textId="77777777" w:rsidR="006D4449" w:rsidRDefault="006D4449" w:rsidP="006D4449">
      <w:r>
        <w:t>475.1060</w:t>
      </w:r>
      <w:r>
        <w:tab/>
        <w:t>1.013e0</w:t>
      </w:r>
    </w:p>
    <w:p w14:paraId="6DC04C02" w14:textId="77777777" w:rsidR="006D4449" w:rsidRDefault="006D4449" w:rsidP="006D4449">
      <w:r>
        <w:t>475.1246</w:t>
      </w:r>
      <w:r>
        <w:tab/>
        <w:t>2.025e0</w:t>
      </w:r>
    </w:p>
    <w:p w14:paraId="0530EB2E" w14:textId="77777777" w:rsidR="006D4449" w:rsidRDefault="006D4449" w:rsidP="006D4449">
      <w:r>
        <w:lastRenderedPageBreak/>
        <w:t>475.1341</w:t>
      </w:r>
      <w:r>
        <w:tab/>
        <w:t>4.051e0</w:t>
      </w:r>
    </w:p>
    <w:p w14:paraId="40BB0054" w14:textId="77777777" w:rsidR="006D4449" w:rsidRDefault="006D4449" w:rsidP="006D4449">
      <w:r>
        <w:t>475.1437</w:t>
      </w:r>
      <w:r>
        <w:tab/>
        <w:t>2.025e0</w:t>
      </w:r>
    </w:p>
    <w:p w14:paraId="61086E54" w14:textId="77777777" w:rsidR="006D4449" w:rsidRDefault="006D4449" w:rsidP="006D4449">
      <w:r>
        <w:t>475.1472</w:t>
      </w:r>
      <w:r>
        <w:tab/>
        <w:t>2.025e0</w:t>
      </w:r>
    </w:p>
    <w:p w14:paraId="1B7D883A" w14:textId="77777777" w:rsidR="006D4449" w:rsidRDefault="006D4449" w:rsidP="006D4449">
      <w:r>
        <w:t>475.1655</w:t>
      </w:r>
      <w:r>
        <w:tab/>
        <w:t>3.038e0</w:t>
      </w:r>
    </w:p>
    <w:p w14:paraId="39DFC847" w14:textId="77777777" w:rsidR="006D4449" w:rsidRDefault="006D4449" w:rsidP="006D4449">
      <w:r>
        <w:t>475.2758</w:t>
      </w:r>
      <w:r>
        <w:tab/>
        <w:t>1.444e2</w:t>
      </w:r>
    </w:p>
    <w:p w14:paraId="59130FE7" w14:textId="77777777" w:rsidR="006D4449" w:rsidRDefault="006D4449" w:rsidP="006D4449">
      <w:r>
        <w:t>475.2808</w:t>
      </w:r>
      <w:r>
        <w:tab/>
        <w:t>1.224e2</w:t>
      </w:r>
    </w:p>
    <w:p w14:paraId="4B55EF07" w14:textId="77777777" w:rsidR="006D4449" w:rsidRDefault="006D4449" w:rsidP="006D4449">
      <w:r>
        <w:t>475.2871</w:t>
      </w:r>
      <w:r>
        <w:tab/>
        <w:t>2.667e1</w:t>
      </w:r>
    </w:p>
    <w:p w14:paraId="3ABFBEC7" w14:textId="77777777" w:rsidR="006D4449" w:rsidRDefault="006D4449" w:rsidP="006D4449">
      <w:r>
        <w:t>475.3562</w:t>
      </w:r>
      <w:r>
        <w:tab/>
        <w:t>6.954e0</w:t>
      </w:r>
    </w:p>
    <w:p w14:paraId="6906ACF6" w14:textId="77777777" w:rsidR="006D4449" w:rsidRDefault="006D4449" w:rsidP="006D4449">
      <w:r>
        <w:t>475.3675</w:t>
      </w:r>
      <w:r>
        <w:tab/>
        <w:t>3.659e0</w:t>
      </w:r>
    </w:p>
    <w:p w14:paraId="40263CF2" w14:textId="77777777" w:rsidR="006D4449" w:rsidRDefault="006D4449" w:rsidP="006D4449">
      <w:r>
        <w:t>475.3910</w:t>
      </w:r>
      <w:r>
        <w:tab/>
        <w:t>2.790e0</w:t>
      </w:r>
    </w:p>
    <w:p w14:paraId="15FCF91E" w14:textId="77777777" w:rsidR="006D4449" w:rsidRDefault="006D4449" w:rsidP="006D4449">
      <w:r>
        <w:t>475.3964</w:t>
      </w:r>
      <w:r>
        <w:tab/>
        <w:t>2.025e0</w:t>
      </w:r>
    </w:p>
    <w:p w14:paraId="24EDA846" w14:textId="77777777" w:rsidR="006D4449" w:rsidRDefault="006D4449" w:rsidP="006D4449">
      <w:r>
        <w:t>475.4558</w:t>
      </w:r>
      <w:r>
        <w:tab/>
        <w:t>1.013e0</w:t>
      </w:r>
    </w:p>
    <w:p w14:paraId="4C5D5DFF" w14:textId="77777777" w:rsidR="006D4449" w:rsidRDefault="006D4449" w:rsidP="006D4449">
      <w:r>
        <w:t>475.4694</w:t>
      </w:r>
      <w:r>
        <w:tab/>
        <w:t>1.013e0</w:t>
      </w:r>
    </w:p>
    <w:p w14:paraId="34EBCDF0" w14:textId="77777777" w:rsidR="006D4449" w:rsidRDefault="006D4449" w:rsidP="006D4449">
      <w:r>
        <w:t>475.4910</w:t>
      </w:r>
      <w:r>
        <w:tab/>
        <w:t>1.013e0</w:t>
      </w:r>
    </w:p>
    <w:p w14:paraId="554842E8" w14:textId="77777777" w:rsidR="006D4449" w:rsidRDefault="006D4449" w:rsidP="006D4449">
      <w:r>
        <w:t>475.4952</w:t>
      </w:r>
      <w:r>
        <w:tab/>
        <w:t>1.013e0</w:t>
      </w:r>
    </w:p>
    <w:p w14:paraId="503BAC80" w14:textId="77777777" w:rsidR="006D4449" w:rsidRDefault="006D4449" w:rsidP="006D4449">
      <w:r>
        <w:t>475.5724</w:t>
      </w:r>
      <w:r>
        <w:tab/>
        <w:t>4.051e0</w:t>
      </w:r>
    </w:p>
    <w:p w14:paraId="1C558BC2" w14:textId="77777777" w:rsidR="006D4449" w:rsidRDefault="006D4449" w:rsidP="006D4449">
      <w:r>
        <w:t>475.5832</w:t>
      </w:r>
      <w:r>
        <w:tab/>
        <w:t>1.013e0</w:t>
      </w:r>
    </w:p>
    <w:p w14:paraId="18DF627A" w14:textId="77777777" w:rsidR="006D4449" w:rsidRDefault="006D4449" w:rsidP="006D4449">
      <w:r>
        <w:t>475.5852</w:t>
      </w:r>
      <w:r>
        <w:tab/>
        <w:t>1.013e0</w:t>
      </w:r>
    </w:p>
    <w:p w14:paraId="4CD1A35C" w14:textId="77777777" w:rsidR="006D4449" w:rsidRDefault="006D4449" w:rsidP="006D4449">
      <w:r>
        <w:t>475.6122</w:t>
      </w:r>
      <w:r>
        <w:tab/>
        <w:t>2.025e0</w:t>
      </w:r>
    </w:p>
    <w:p w14:paraId="2174CD60" w14:textId="77777777" w:rsidR="006D4449" w:rsidRDefault="006D4449" w:rsidP="006D4449">
      <w:r>
        <w:lastRenderedPageBreak/>
        <w:t>475.6805</w:t>
      </w:r>
      <w:r>
        <w:tab/>
        <w:t>2.025e0</w:t>
      </w:r>
    </w:p>
    <w:p w14:paraId="18F7A442" w14:textId="77777777" w:rsidR="006D4449" w:rsidRDefault="006D4449" w:rsidP="006D4449">
      <w:r>
        <w:t>475.6830</w:t>
      </w:r>
      <w:r>
        <w:tab/>
        <w:t>1.013e0</w:t>
      </w:r>
    </w:p>
    <w:p w14:paraId="6F653D48" w14:textId="77777777" w:rsidR="006D4449" w:rsidRDefault="006D4449" w:rsidP="006D4449">
      <w:r>
        <w:t>475.7226</w:t>
      </w:r>
      <w:r>
        <w:tab/>
        <w:t>1.013e0</w:t>
      </w:r>
    </w:p>
    <w:p w14:paraId="19ECF409" w14:textId="77777777" w:rsidR="006D4449" w:rsidRDefault="006D4449" w:rsidP="006D4449">
      <w:r>
        <w:t>475.7301</w:t>
      </w:r>
      <w:r>
        <w:tab/>
        <w:t>2.025e0</w:t>
      </w:r>
    </w:p>
    <w:p w14:paraId="325AC0EE" w14:textId="77777777" w:rsidR="006D4449" w:rsidRDefault="006D4449" w:rsidP="006D4449">
      <w:r>
        <w:t>475.7624</w:t>
      </w:r>
      <w:r>
        <w:tab/>
        <w:t>1.013e0</w:t>
      </w:r>
    </w:p>
    <w:p w14:paraId="5EA8451F" w14:textId="77777777" w:rsidR="006D4449" w:rsidRDefault="006D4449" w:rsidP="006D4449">
      <w:r>
        <w:t>475.8038</w:t>
      </w:r>
      <w:r>
        <w:tab/>
        <w:t>1.013e0</w:t>
      </w:r>
    </w:p>
    <w:p w14:paraId="7870AE38" w14:textId="77777777" w:rsidR="006D4449" w:rsidRDefault="006D4449" w:rsidP="006D4449">
      <w:r>
        <w:t>475.8433</w:t>
      </w:r>
      <w:r>
        <w:tab/>
        <w:t>1.013e0</w:t>
      </w:r>
    </w:p>
    <w:p w14:paraId="15D89322" w14:textId="77777777" w:rsidR="006D4449" w:rsidRDefault="006D4449" w:rsidP="006D4449">
      <w:r>
        <w:t>475.8526</w:t>
      </w:r>
      <w:r>
        <w:tab/>
        <w:t>4.051e0</w:t>
      </w:r>
    </w:p>
    <w:p w14:paraId="30912B56" w14:textId="77777777" w:rsidR="006D4449" w:rsidRDefault="006D4449" w:rsidP="006D4449">
      <w:r>
        <w:t>475.8764</w:t>
      </w:r>
      <w:r>
        <w:tab/>
        <w:t>1.013e0</w:t>
      </w:r>
    </w:p>
    <w:p w14:paraId="4C384D9F" w14:textId="77777777" w:rsidR="006D4449" w:rsidRDefault="006D4449" w:rsidP="006D4449">
      <w:r>
        <w:t>475.8867</w:t>
      </w:r>
      <w:r>
        <w:tab/>
        <w:t>2.025e0</w:t>
      </w:r>
    </w:p>
    <w:p w14:paraId="27069C43" w14:textId="77777777" w:rsidR="006D4449" w:rsidRDefault="006D4449" w:rsidP="006D4449">
      <w:r>
        <w:t>475.9095</w:t>
      </w:r>
      <w:r>
        <w:tab/>
        <w:t>1.013e0</w:t>
      </w:r>
    </w:p>
    <w:p w14:paraId="43A58577" w14:textId="77777777" w:rsidR="006D4449" w:rsidRDefault="006D4449" w:rsidP="006D4449">
      <w:r>
        <w:t>475.9261</w:t>
      </w:r>
      <w:r>
        <w:tab/>
        <w:t>1.013e0</w:t>
      </w:r>
    </w:p>
    <w:p w14:paraId="3FFDF8E0" w14:textId="77777777" w:rsidR="006D4449" w:rsidRDefault="006D4449" w:rsidP="006D4449">
      <w:r>
        <w:t>475.9471</w:t>
      </w:r>
      <w:r>
        <w:tab/>
        <w:t>2.025e0</w:t>
      </w:r>
    </w:p>
    <w:p w14:paraId="0D4190A1" w14:textId="77777777" w:rsidR="006D4449" w:rsidRDefault="006D4449" w:rsidP="006D4449">
      <w:r>
        <w:t>475.9697</w:t>
      </w:r>
      <w:r>
        <w:tab/>
        <w:t>2.025e0</w:t>
      </w:r>
    </w:p>
    <w:p w14:paraId="27562F81" w14:textId="77777777" w:rsidR="006D4449" w:rsidRDefault="006D4449" w:rsidP="006D4449">
      <w:r>
        <w:t>475.9925</w:t>
      </w:r>
      <w:r>
        <w:tab/>
        <w:t>1.013e0</w:t>
      </w:r>
    </w:p>
    <w:p w14:paraId="3069387D" w14:textId="77777777" w:rsidR="006D4449" w:rsidRDefault="006D4449" w:rsidP="006D4449">
      <w:r>
        <w:t>476.0172</w:t>
      </w:r>
      <w:r>
        <w:tab/>
        <w:t>3.038e0</w:t>
      </w:r>
    </w:p>
    <w:p w14:paraId="4FA8D7F8" w14:textId="77777777" w:rsidR="006D4449" w:rsidRDefault="006D4449" w:rsidP="006D4449">
      <w:r>
        <w:t>476.0182</w:t>
      </w:r>
      <w:r>
        <w:tab/>
        <w:t>3.038e0</w:t>
      </w:r>
    </w:p>
    <w:p w14:paraId="1B7226A7" w14:textId="77777777" w:rsidR="006D4449" w:rsidRDefault="006D4449" w:rsidP="006D4449">
      <w:r>
        <w:t>476.1238</w:t>
      </w:r>
      <w:r>
        <w:tab/>
        <w:t>3.113e0</w:t>
      </w:r>
    </w:p>
    <w:p w14:paraId="05419B2E" w14:textId="77777777" w:rsidR="006D4449" w:rsidRDefault="006D4449" w:rsidP="006D4449">
      <w:r>
        <w:t>476.1671</w:t>
      </w:r>
      <w:r>
        <w:tab/>
        <w:t>2.025e0</w:t>
      </w:r>
    </w:p>
    <w:p w14:paraId="40EAE444" w14:textId="77777777" w:rsidR="006D4449" w:rsidRDefault="006D4449" w:rsidP="006D4449">
      <w:r>
        <w:lastRenderedPageBreak/>
        <w:t>476.1733</w:t>
      </w:r>
      <w:r>
        <w:tab/>
        <w:t>6.915e0</w:t>
      </w:r>
    </w:p>
    <w:p w14:paraId="0E43D328" w14:textId="77777777" w:rsidR="006D4449" w:rsidRDefault="006D4449" w:rsidP="006D4449">
      <w:r>
        <w:t>476.1752</w:t>
      </w:r>
      <w:r>
        <w:tab/>
        <w:t>5.063e0</w:t>
      </w:r>
    </w:p>
    <w:p w14:paraId="5B085FD3" w14:textId="77777777" w:rsidR="006D4449" w:rsidRDefault="006D4449" w:rsidP="006D4449">
      <w:r>
        <w:t>476.1909</w:t>
      </w:r>
      <w:r>
        <w:tab/>
        <w:t>3.038e0</w:t>
      </w:r>
    </w:p>
    <w:p w14:paraId="6B5107A1" w14:textId="77777777" w:rsidR="006D4449" w:rsidRDefault="006D4449" w:rsidP="006D4449">
      <w:r>
        <w:t>476.2144</w:t>
      </w:r>
      <w:r>
        <w:tab/>
        <w:t>4.051e0</w:t>
      </w:r>
    </w:p>
    <w:p w14:paraId="1E9E8D7F" w14:textId="77777777" w:rsidR="006D4449" w:rsidRDefault="006D4449" w:rsidP="006D4449">
      <w:r>
        <w:t>476.2211</w:t>
      </w:r>
      <w:r>
        <w:tab/>
        <w:t>3.356e0</w:t>
      </w:r>
    </w:p>
    <w:p w14:paraId="43A70B17" w14:textId="77777777" w:rsidR="006D4449" w:rsidRDefault="006D4449" w:rsidP="006D4449">
      <w:r>
        <w:t>476.2304</w:t>
      </w:r>
      <w:r>
        <w:tab/>
        <w:t>6.261e0</w:t>
      </w:r>
    </w:p>
    <w:p w14:paraId="7A6155E8" w14:textId="77777777" w:rsidR="006D4449" w:rsidRDefault="006D4449" w:rsidP="006D4449">
      <w:r>
        <w:t>476.2792</w:t>
      </w:r>
      <w:r>
        <w:tab/>
        <w:t>9.100e0</w:t>
      </w:r>
    </w:p>
    <w:p w14:paraId="03299C59" w14:textId="77777777" w:rsidR="006D4449" w:rsidRDefault="006D4449" w:rsidP="006D4449">
      <w:r>
        <w:t>476.2821</w:t>
      </w:r>
      <w:r>
        <w:tab/>
        <w:t>1.747e1</w:t>
      </w:r>
    </w:p>
    <w:p w14:paraId="6E5FA792" w14:textId="77777777" w:rsidR="006D4449" w:rsidRDefault="006D4449" w:rsidP="006D4449">
      <w:r>
        <w:t>476.2907</w:t>
      </w:r>
      <w:r>
        <w:tab/>
        <w:t>1.826e1</w:t>
      </w:r>
    </w:p>
    <w:p w14:paraId="66AC7071" w14:textId="77777777" w:rsidR="006D4449" w:rsidRDefault="006D4449" w:rsidP="006D4449">
      <w:r>
        <w:t>476.2927</w:t>
      </w:r>
      <w:r>
        <w:tab/>
        <w:t>3.575e1</w:t>
      </w:r>
    </w:p>
    <w:p w14:paraId="00629F42" w14:textId="77777777" w:rsidR="006D4449" w:rsidRDefault="006D4449" w:rsidP="006D4449">
      <w:r>
        <w:t>476.3019</w:t>
      </w:r>
      <w:r>
        <w:tab/>
        <w:t>1.157e1</w:t>
      </w:r>
    </w:p>
    <w:p w14:paraId="62845249" w14:textId="77777777" w:rsidR="006D4449" w:rsidRDefault="006D4449" w:rsidP="006D4449">
      <w:r>
        <w:t>476.3605</w:t>
      </w:r>
      <w:r>
        <w:tab/>
        <w:t>3.916e0</w:t>
      </w:r>
    </w:p>
    <w:p w14:paraId="095593EA" w14:textId="77777777" w:rsidR="006D4449" w:rsidRDefault="006D4449" w:rsidP="006D4449">
      <w:r>
        <w:t>476.3799</w:t>
      </w:r>
      <w:r>
        <w:tab/>
        <w:t>2.025e0</w:t>
      </w:r>
    </w:p>
    <w:p w14:paraId="33182E42" w14:textId="77777777" w:rsidR="006D4449" w:rsidRDefault="006D4449" w:rsidP="006D4449">
      <w:r>
        <w:t>476.3894</w:t>
      </w:r>
      <w:r>
        <w:tab/>
        <w:t>3.038e0</w:t>
      </w:r>
    </w:p>
    <w:p w14:paraId="41B360EF" w14:textId="77777777" w:rsidR="006D4449" w:rsidRDefault="006D4449" w:rsidP="006D4449">
      <w:r>
        <w:t>476.3951</w:t>
      </w:r>
      <w:r>
        <w:tab/>
        <w:t>2.025e0</w:t>
      </w:r>
    </w:p>
    <w:p w14:paraId="199A8B31" w14:textId="77777777" w:rsidR="006D4449" w:rsidRDefault="006D4449" w:rsidP="006D4449">
      <w:r>
        <w:t>476.3962</w:t>
      </w:r>
      <w:r>
        <w:tab/>
        <w:t>1.013e0</w:t>
      </w:r>
    </w:p>
    <w:p w14:paraId="58DA8C86" w14:textId="77777777" w:rsidR="006D4449" w:rsidRDefault="006D4449" w:rsidP="006D4449">
      <w:r>
        <w:t>476.4371</w:t>
      </w:r>
      <w:r>
        <w:tab/>
        <w:t>2.025e0</w:t>
      </w:r>
    </w:p>
    <w:p w14:paraId="534DD396" w14:textId="77777777" w:rsidR="006D4449" w:rsidRDefault="006D4449" w:rsidP="006D4449">
      <w:r>
        <w:t>476.4488</w:t>
      </w:r>
      <w:r>
        <w:tab/>
        <w:t>1.013e0</w:t>
      </w:r>
    </w:p>
    <w:p w14:paraId="6BBAF256" w14:textId="77777777" w:rsidR="006D4449" w:rsidRDefault="006D4449" w:rsidP="006D4449">
      <w:r>
        <w:t>476.4542</w:t>
      </w:r>
      <w:r>
        <w:tab/>
        <w:t>1.013e0</w:t>
      </w:r>
    </w:p>
    <w:p w14:paraId="7DEFCD11" w14:textId="77777777" w:rsidR="006D4449" w:rsidRDefault="006D4449" w:rsidP="006D4449">
      <w:r>
        <w:lastRenderedPageBreak/>
        <w:t>476.4723</w:t>
      </w:r>
      <w:r>
        <w:tab/>
        <w:t>1.013e0</w:t>
      </w:r>
    </w:p>
    <w:p w14:paraId="739B00E1" w14:textId="77777777" w:rsidR="006D4449" w:rsidRDefault="006D4449" w:rsidP="006D4449">
      <w:r>
        <w:t>476.5223</w:t>
      </w:r>
      <w:r>
        <w:tab/>
        <w:t>3.038e0</w:t>
      </w:r>
    </w:p>
    <w:p w14:paraId="1C7DB3BF" w14:textId="77777777" w:rsidR="006D4449" w:rsidRDefault="006D4449" w:rsidP="006D4449">
      <w:r>
        <w:t>476.5293</w:t>
      </w:r>
      <w:r>
        <w:tab/>
        <w:t>2.025e0</w:t>
      </w:r>
    </w:p>
    <w:p w14:paraId="1D65718B" w14:textId="77777777" w:rsidR="006D4449" w:rsidRDefault="006D4449" w:rsidP="006D4449">
      <w:r>
        <w:t>476.5517</w:t>
      </w:r>
      <w:r>
        <w:tab/>
        <w:t>1.013e0</w:t>
      </w:r>
    </w:p>
    <w:p w14:paraId="57C19C17" w14:textId="77777777" w:rsidR="006D4449" w:rsidRDefault="006D4449" w:rsidP="006D4449">
      <w:r>
        <w:t>476.5673</w:t>
      </w:r>
      <w:r>
        <w:tab/>
        <w:t>2.025e0</w:t>
      </w:r>
    </w:p>
    <w:p w14:paraId="398DF9D8" w14:textId="77777777" w:rsidR="006D4449" w:rsidRDefault="006D4449" w:rsidP="006D4449">
      <w:r>
        <w:t>476.6064</w:t>
      </w:r>
      <w:r>
        <w:tab/>
        <w:t>1.013e0</w:t>
      </w:r>
    </w:p>
    <w:p w14:paraId="16B6A4FE" w14:textId="77777777" w:rsidR="006D4449" w:rsidRDefault="006D4449" w:rsidP="006D4449">
      <w:r>
        <w:t>476.6228</w:t>
      </w:r>
      <w:r>
        <w:tab/>
        <w:t>1.013e0</w:t>
      </w:r>
    </w:p>
    <w:p w14:paraId="77E46FB9" w14:textId="77777777" w:rsidR="006D4449" w:rsidRDefault="006D4449" w:rsidP="006D4449">
      <w:r>
        <w:t>476.6417</w:t>
      </w:r>
      <w:r>
        <w:tab/>
        <w:t>1.013e0</w:t>
      </w:r>
    </w:p>
    <w:p w14:paraId="119F090A" w14:textId="77777777" w:rsidR="006D4449" w:rsidRDefault="006D4449" w:rsidP="006D4449">
      <w:r>
        <w:t>476.6505</w:t>
      </w:r>
      <w:r>
        <w:tab/>
        <w:t>3.038e0</w:t>
      </w:r>
    </w:p>
    <w:p w14:paraId="1D2A8FCA" w14:textId="77777777" w:rsidR="006D4449" w:rsidRDefault="006D4449" w:rsidP="006D4449">
      <w:r>
        <w:t>476.6696</w:t>
      </w:r>
      <w:r>
        <w:tab/>
        <w:t>3.038e0</w:t>
      </w:r>
    </w:p>
    <w:p w14:paraId="04DAF2FB" w14:textId="77777777" w:rsidR="006D4449" w:rsidRDefault="006D4449" w:rsidP="006D4449">
      <w:r>
        <w:t>476.6949</w:t>
      </w:r>
      <w:r>
        <w:tab/>
        <w:t>2.025e0</w:t>
      </w:r>
    </w:p>
    <w:p w14:paraId="5EA83C4E" w14:textId="77777777" w:rsidR="006D4449" w:rsidRDefault="006D4449" w:rsidP="006D4449">
      <w:r>
        <w:t>476.7442</w:t>
      </w:r>
      <w:r>
        <w:tab/>
        <w:t>3.038e0</w:t>
      </w:r>
    </w:p>
    <w:p w14:paraId="771E7438" w14:textId="77777777" w:rsidR="006D4449" w:rsidRDefault="006D4449" w:rsidP="006D4449">
      <w:r>
        <w:t>476.7625</w:t>
      </w:r>
      <w:r>
        <w:tab/>
        <w:t>4.051e0</w:t>
      </w:r>
    </w:p>
    <w:p w14:paraId="665D7A28" w14:textId="77777777" w:rsidR="006D4449" w:rsidRDefault="006D4449" w:rsidP="006D4449">
      <w:r>
        <w:t>476.7924</w:t>
      </w:r>
      <w:r>
        <w:tab/>
        <w:t>2.025e0</w:t>
      </w:r>
    </w:p>
    <w:p w14:paraId="2B244D70" w14:textId="77777777" w:rsidR="006D4449" w:rsidRDefault="006D4449" w:rsidP="006D4449">
      <w:r>
        <w:t>476.8596</w:t>
      </w:r>
      <w:r>
        <w:tab/>
        <w:t>1.013e0</w:t>
      </w:r>
    </w:p>
    <w:p w14:paraId="2ABB93A9" w14:textId="77777777" w:rsidR="006D4449" w:rsidRDefault="006D4449" w:rsidP="006D4449">
      <w:r>
        <w:t>476.8669</w:t>
      </w:r>
      <w:r>
        <w:tab/>
        <w:t>5.063e0</w:t>
      </w:r>
    </w:p>
    <w:p w14:paraId="791C894A" w14:textId="77777777" w:rsidR="006D4449" w:rsidRDefault="006D4449" w:rsidP="006D4449">
      <w:r>
        <w:t>476.8766</w:t>
      </w:r>
      <w:r>
        <w:tab/>
        <w:t>2.025e0</w:t>
      </w:r>
    </w:p>
    <w:p w14:paraId="56CBE659" w14:textId="77777777" w:rsidR="006D4449" w:rsidRDefault="006D4449" w:rsidP="006D4449">
      <w:r>
        <w:t>476.8940</w:t>
      </w:r>
      <w:r>
        <w:tab/>
        <w:t>1.013e0</w:t>
      </w:r>
    </w:p>
    <w:p w14:paraId="6750D7F2" w14:textId="77777777" w:rsidR="006D4449" w:rsidRDefault="006D4449" w:rsidP="006D4449">
      <w:r>
        <w:t>476.9211</w:t>
      </w:r>
      <w:r>
        <w:tab/>
        <w:t>3.038e0</w:t>
      </w:r>
    </w:p>
    <w:p w14:paraId="2379432C" w14:textId="77777777" w:rsidR="006D4449" w:rsidRDefault="006D4449" w:rsidP="006D4449">
      <w:r>
        <w:lastRenderedPageBreak/>
        <w:t>476.9338</w:t>
      </w:r>
      <w:r>
        <w:tab/>
        <w:t>1.013e0</w:t>
      </w:r>
    </w:p>
    <w:p w14:paraId="7E12A3CE" w14:textId="77777777" w:rsidR="006D4449" w:rsidRDefault="006D4449" w:rsidP="006D4449">
      <w:r>
        <w:t>476.9358</w:t>
      </w:r>
      <w:r>
        <w:tab/>
        <w:t>1.013e0</w:t>
      </w:r>
    </w:p>
    <w:p w14:paraId="2C231836" w14:textId="77777777" w:rsidR="006D4449" w:rsidRDefault="006D4449" w:rsidP="006D4449">
      <w:r>
        <w:t>476.9661</w:t>
      </w:r>
      <w:r>
        <w:tab/>
        <w:t>2.025e0</w:t>
      </w:r>
    </w:p>
    <w:p w14:paraId="5964AB8E" w14:textId="77777777" w:rsidR="006D4449" w:rsidRDefault="006D4449" w:rsidP="006D4449">
      <w:r>
        <w:t>476.9734</w:t>
      </w:r>
      <w:r>
        <w:tab/>
        <w:t>3.038e0</w:t>
      </w:r>
    </w:p>
    <w:p w14:paraId="06163B8F" w14:textId="77777777" w:rsidR="006D4449" w:rsidRDefault="006D4449" w:rsidP="006D4449">
      <w:r>
        <w:t>477.0144</w:t>
      </w:r>
      <w:r>
        <w:tab/>
        <w:t>2.025e0</w:t>
      </w:r>
    </w:p>
    <w:p w14:paraId="1DF78FAE" w14:textId="77777777" w:rsidR="006D4449" w:rsidRDefault="006D4449" w:rsidP="006D4449">
      <w:r>
        <w:t>477.0262</w:t>
      </w:r>
      <w:r>
        <w:tab/>
        <w:t>2.025e0</w:t>
      </w:r>
    </w:p>
    <w:p w14:paraId="3D4FB890" w14:textId="77777777" w:rsidR="006D4449" w:rsidRDefault="006D4449" w:rsidP="006D4449">
      <w:r>
        <w:t>477.0280</w:t>
      </w:r>
      <w:r>
        <w:tab/>
        <w:t>1.013e0</w:t>
      </w:r>
    </w:p>
    <w:p w14:paraId="3668488D" w14:textId="77777777" w:rsidR="006D4449" w:rsidRDefault="006D4449" w:rsidP="006D4449">
      <w:r>
        <w:t>477.0291</w:t>
      </w:r>
      <w:r>
        <w:tab/>
        <w:t>3.038e0</w:t>
      </w:r>
    </w:p>
    <w:p w14:paraId="59B413B3" w14:textId="77777777" w:rsidR="006D4449" w:rsidRDefault="006D4449" w:rsidP="006D4449">
      <w:r>
        <w:t>477.0927</w:t>
      </w:r>
      <w:r>
        <w:tab/>
        <w:t>2.025e0</w:t>
      </w:r>
    </w:p>
    <w:p w14:paraId="6C64A8FE" w14:textId="77777777" w:rsidR="006D4449" w:rsidRDefault="006D4449" w:rsidP="006D4449">
      <w:r>
        <w:t>477.0957</w:t>
      </w:r>
      <w:r>
        <w:tab/>
        <w:t>2.025e0</w:t>
      </w:r>
    </w:p>
    <w:p w14:paraId="6CB418D9" w14:textId="77777777" w:rsidR="006D4449" w:rsidRDefault="006D4449" w:rsidP="006D4449">
      <w:r>
        <w:t>477.1214</w:t>
      </w:r>
      <w:r>
        <w:tab/>
        <w:t>1.013e0</w:t>
      </w:r>
    </w:p>
    <w:p w14:paraId="542A3158" w14:textId="77777777" w:rsidR="006D4449" w:rsidRDefault="006D4449" w:rsidP="006D4449">
      <w:r>
        <w:t>477.1550</w:t>
      </w:r>
      <w:r>
        <w:tab/>
        <w:t>3.038e0</w:t>
      </w:r>
    </w:p>
    <w:p w14:paraId="71B3E830" w14:textId="77777777" w:rsidR="006D4449" w:rsidRDefault="006D4449" w:rsidP="006D4449">
      <w:r>
        <w:t>477.1650</w:t>
      </w:r>
      <w:r>
        <w:tab/>
        <w:t>2.025e0</w:t>
      </w:r>
    </w:p>
    <w:p w14:paraId="1DDF76DF" w14:textId="77777777" w:rsidR="006D4449" w:rsidRDefault="006D4449" w:rsidP="006D4449">
      <w:r>
        <w:t>477.2032</w:t>
      </w:r>
      <w:r>
        <w:tab/>
        <w:t>1.325e0</w:t>
      </w:r>
    </w:p>
    <w:p w14:paraId="20DFFF30" w14:textId="77777777" w:rsidR="006D4449" w:rsidRDefault="006D4449" w:rsidP="006D4449">
      <w:r>
        <w:t>477.2070</w:t>
      </w:r>
      <w:r>
        <w:tab/>
        <w:t>1.013e0</w:t>
      </w:r>
    </w:p>
    <w:p w14:paraId="4C4D946D" w14:textId="77777777" w:rsidR="006D4449" w:rsidRDefault="006D4449" w:rsidP="006D4449">
      <w:r>
        <w:t>477.2263</w:t>
      </w:r>
      <w:r>
        <w:tab/>
        <w:t>2.025e0</w:t>
      </w:r>
    </w:p>
    <w:p w14:paraId="5743F815" w14:textId="77777777" w:rsidR="006D4449" w:rsidRDefault="006D4449" w:rsidP="006D4449">
      <w:r>
        <w:t>477.2381</w:t>
      </w:r>
      <w:r>
        <w:tab/>
        <w:t>3.038e0</w:t>
      </w:r>
    </w:p>
    <w:p w14:paraId="65911957" w14:textId="77777777" w:rsidR="006D4449" w:rsidRDefault="006D4449" w:rsidP="006D4449">
      <w:r>
        <w:t>477.2909</w:t>
      </w:r>
      <w:r>
        <w:tab/>
        <w:t>7.539e0</w:t>
      </w:r>
    </w:p>
    <w:p w14:paraId="0A860509" w14:textId="77777777" w:rsidR="006D4449" w:rsidRDefault="006D4449" w:rsidP="006D4449">
      <w:r>
        <w:t>477.2953</w:t>
      </w:r>
      <w:r>
        <w:tab/>
        <w:t>6.228e0</w:t>
      </w:r>
    </w:p>
    <w:p w14:paraId="527BE95C" w14:textId="77777777" w:rsidR="006D4449" w:rsidRDefault="006D4449" w:rsidP="006D4449">
      <w:r>
        <w:lastRenderedPageBreak/>
        <w:t>477.3013</w:t>
      </w:r>
      <w:r>
        <w:tab/>
        <w:t>1.999e0</w:t>
      </w:r>
    </w:p>
    <w:p w14:paraId="76B44603" w14:textId="77777777" w:rsidR="006D4449" w:rsidRDefault="006D4449" w:rsidP="006D4449">
      <w:r>
        <w:t>477.3629</w:t>
      </w:r>
      <w:r>
        <w:tab/>
        <w:t>2.189e0</w:t>
      </w:r>
    </w:p>
    <w:p w14:paraId="7CEEC7E3" w14:textId="77777777" w:rsidR="006D4449" w:rsidRDefault="006D4449" w:rsidP="006D4449">
      <w:r>
        <w:t>477.3731</w:t>
      </w:r>
      <w:r>
        <w:tab/>
        <w:t>3.038e0</w:t>
      </w:r>
    </w:p>
    <w:p w14:paraId="6F7757C2" w14:textId="77777777" w:rsidR="006D4449" w:rsidRDefault="006D4449" w:rsidP="006D4449">
      <w:r>
        <w:t>477.3848</w:t>
      </w:r>
      <w:r>
        <w:tab/>
        <w:t>3.038e0</w:t>
      </w:r>
    </w:p>
    <w:p w14:paraId="506E96E6" w14:textId="77777777" w:rsidR="006D4449" w:rsidRDefault="006D4449" w:rsidP="006D4449">
      <w:r>
        <w:t>477.4002</w:t>
      </w:r>
      <w:r>
        <w:tab/>
        <w:t>4.051e0</w:t>
      </w:r>
    </w:p>
    <w:p w14:paraId="3D9FE546" w14:textId="77777777" w:rsidR="006D4449" w:rsidRDefault="006D4449" w:rsidP="006D4449">
      <w:r>
        <w:t>477.4809</w:t>
      </w:r>
      <w:r>
        <w:tab/>
        <w:t>1.013e0</w:t>
      </w:r>
    </w:p>
    <w:p w14:paraId="3A2B819A" w14:textId="77777777" w:rsidR="006D4449" w:rsidRDefault="006D4449" w:rsidP="006D4449">
      <w:r>
        <w:t>477.5059</w:t>
      </w:r>
      <w:r>
        <w:tab/>
        <w:t>1.013e0</w:t>
      </w:r>
    </w:p>
    <w:p w14:paraId="3217BC40" w14:textId="77777777" w:rsidR="006D4449" w:rsidRDefault="006D4449" w:rsidP="006D4449">
      <w:r>
        <w:t>477.5558</w:t>
      </w:r>
      <w:r>
        <w:tab/>
        <w:t>1.013e0</w:t>
      </w:r>
    </w:p>
    <w:p w14:paraId="539DABC8" w14:textId="77777777" w:rsidR="006D4449" w:rsidRDefault="006D4449" w:rsidP="006D4449">
      <w:r>
        <w:t>477.5570</w:t>
      </w:r>
      <w:r>
        <w:tab/>
        <w:t>2.025e0</w:t>
      </w:r>
    </w:p>
    <w:p w14:paraId="62D3EAE6" w14:textId="77777777" w:rsidR="006D4449" w:rsidRDefault="006D4449" w:rsidP="006D4449">
      <w:r>
        <w:t>477.5621</w:t>
      </w:r>
      <w:r>
        <w:tab/>
        <w:t>1.013e0</w:t>
      </w:r>
    </w:p>
    <w:p w14:paraId="76E77230" w14:textId="77777777" w:rsidR="006D4449" w:rsidRDefault="006D4449" w:rsidP="006D4449">
      <w:r>
        <w:t>477.5913</w:t>
      </w:r>
      <w:r>
        <w:tab/>
        <w:t>1.013e0</w:t>
      </w:r>
    </w:p>
    <w:p w14:paraId="28148636" w14:textId="77777777" w:rsidR="006D4449" w:rsidRDefault="006D4449" w:rsidP="006D4449">
      <w:r>
        <w:t>477.6674</w:t>
      </w:r>
      <w:r>
        <w:tab/>
        <w:t>1.013e0</w:t>
      </w:r>
    </w:p>
    <w:p w14:paraId="366D9950" w14:textId="77777777" w:rsidR="006D4449" w:rsidRDefault="006D4449" w:rsidP="006D4449">
      <w:r>
        <w:t>477.6805</w:t>
      </w:r>
      <w:r>
        <w:tab/>
        <w:t>1.013e0</w:t>
      </w:r>
    </w:p>
    <w:p w14:paraId="259F67C8" w14:textId="77777777" w:rsidR="006D4449" w:rsidRDefault="006D4449" w:rsidP="006D4449">
      <w:r>
        <w:t>477.7415</w:t>
      </w:r>
      <w:r>
        <w:tab/>
        <w:t>1.013e0</w:t>
      </w:r>
    </w:p>
    <w:p w14:paraId="6F5D35B3" w14:textId="77777777" w:rsidR="006D4449" w:rsidRDefault="006D4449" w:rsidP="006D4449">
      <w:r>
        <w:t>477.7802</w:t>
      </w:r>
      <w:r>
        <w:tab/>
        <w:t>1.013e0</w:t>
      </w:r>
    </w:p>
    <w:p w14:paraId="65E21042" w14:textId="77777777" w:rsidR="006D4449" w:rsidRDefault="006D4449" w:rsidP="006D4449">
      <w:r>
        <w:t>477.7950</w:t>
      </w:r>
      <w:r>
        <w:tab/>
        <w:t>1.013e0</w:t>
      </w:r>
    </w:p>
    <w:p w14:paraId="2C96941C" w14:textId="77777777" w:rsidR="006D4449" w:rsidRDefault="006D4449" w:rsidP="006D4449">
      <w:r>
        <w:t>477.8463</w:t>
      </w:r>
      <w:r>
        <w:tab/>
        <w:t>3.038e0</w:t>
      </w:r>
    </w:p>
    <w:p w14:paraId="27BCD1BC" w14:textId="77777777" w:rsidR="006D4449" w:rsidRDefault="006D4449" w:rsidP="006D4449">
      <w:r>
        <w:t>477.8521</w:t>
      </w:r>
      <w:r>
        <w:tab/>
        <w:t>1.959e0</w:t>
      </w:r>
    </w:p>
    <w:p w14:paraId="11C6F1CA" w14:textId="77777777" w:rsidR="006D4449" w:rsidRDefault="006D4449" w:rsidP="006D4449">
      <w:r>
        <w:t>477.8707</w:t>
      </w:r>
      <w:r>
        <w:tab/>
        <w:t>3.038e0</w:t>
      </w:r>
    </w:p>
    <w:p w14:paraId="183699B8" w14:textId="77777777" w:rsidR="006D4449" w:rsidRDefault="006D4449" w:rsidP="006D4449">
      <w:r>
        <w:lastRenderedPageBreak/>
        <w:t>477.8865</w:t>
      </w:r>
      <w:r>
        <w:tab/>
        <w:t>1.013e0</w:t>
      </w:r>
    </w:p>
    <w:p w14:paraId="01B3D854" w14:textId="77777777" w:rsidR="006D4449" w:rsidRDefault="006D4449" w:rsidP="006D4449">
      <w:r>
        <w:t>477.9060</w:t>
      </w:r>
      <w:r>
        <w:tab/>
        <w:t>4.051e0</w:t>
      </w:r>
    </w:p>
    <w:p w14:paraId="6B7EAFA2" w14:textId="77777777" w:rsidR="006D4449" w:rsidRDefault="006D4449" w:rsidP="006D4449">
      <w:r>
        <w:t>477.9198</w:t>
      </w:r>
      <w:r>
        <w:tab/>
        <w:t>1.013e0</w:t>
      </w:r>
    </w:p>
    <w:p w14:paraId="7624BEA1" w14:textId="77777777" w:rsidR="006D4449" w:rsidRDefault="006D4449" w:rsidP="006D4449">
      <w:r>
        <w:t>477.9338</w:t>
      </w:r>
      <w:r>
        <w:tab/>
        <w:t>2.025e0</w:t>
      </w:r>
    </w:p>
    <w:p w14:paraId="7AB22317" w14:textId="77777777" w:rsidR="006D4449" w:rsidRDefault="006D4449" w:rsidP="006D4449">
      <w:r>
        <w:t>477.9801</w:t>
      </w:r>
      <w:r>
        <w:tab/>
        <w:t>1.013e0</w:t>
      </w:r>
    </w:p>
    <w:p w14:paraId="1EF92C42" w14:textId="77777777" w:rsidR="006D4449" w:rsidRDefault="006D4449" w:rsidP="006D4449">
      <w:r>
        <w:t>477.9956</w:t>
      </w:r>
      <w:r>
        <w:tab/>
        <w:t>2.754e0</w:t>
      </w:r>
    </w:p>
    <w:p w14:paraId="5823A00A" w14:textId="77777777" w:rsidR="006D4449" w:rsidRDefault="006D4449" w:rsidP="006D4449">
      <w:r>
        <w:t>478.0150</w:t>
      </w:r>
      <w:r>
        <w:tab/>
        <w:t>2.025e0</w:t>
      </w:r>
    </w:p>
    <w:p w14:paraId="69BF8515" w14:textId="77777777" w:rsidR="006D4449" w:rsidRDefault="006D4449" w:rsidP="006D4449">
      <w:r>
        <w:t>478.0534</w:t>
      </w:r>
      <w:r>
        <w:tab/>
        <w:t>3.038e0</w:t>
      </w:r>
    </w:p>
    <w:p w14:paraId="73617495" w14:textId="77777777" w:rsidR="006D4449" w:rsidRDefault="006D4449" w:rsidP="006D4449">
      <w:r>
        <w:t>478.0551</w:t>
      </w:r>
      <w:r>
        <w:tab/>
        <w:t>1.013e0</w:t>
      </w:r>
    </w:p>
    <w:p w14:paraId="7CC25EED" w14:textId="77777777" w:rsidR="006D4449" w:rsidRDefault="006D4449" w:rsidP="006D4449">
      <w:r>
        <w:t>478.0613</w:t>
      </w:r>
      <w:r>
        <w:tab/>
        <w:t>1.013e0</w:t>
      </w:r>
    </w:p>
    <w:p w14:paraId="47C0B264" w14:textId="77777777" w:rsidR="006D4449" w:rsidRDefault="006D4449" w:rsidP="006D4449">
      <w:r>
        <w:t>478.1245</w:t>
      </w:r>
      <w:r>
        <w:tab/>
        <w:t>3.038e0</w:t>
      </w:r>
    </w:p>
    <w:p w14:paraId="46888FC1" w14:textId="77777777" w:rsidR="006D4449" w:rsidRDefault="006D4449" w:rsidP="006D4449">
      <w:r>
        <w:t>478.1399</w:t>
      </w:r>
      <w:r>
        <w:tab/>
        <w:t>3.038e0</w:t>
      </w:r>
    </w:p>
    <w:p w14:paraId="7FFFA864" w14:textId="77777777" w:rsidR="006D4449" w:rsidRDefault="006D4449" w:rsidP="006D4449">
      <w:r>
        <w:t>478.1674</w:t>
      </w:r>
      <w:r>
        <w:tab/>
        <w:t>1.013e0</w:t>
      </w:r>
    </w:p>
    <w:p w14:paraId="0DEBF6E6" w14:textId="77777777" w:rsidR="006D4449" w:rsidRDefault="006D4449" w:rsidP="006D4449">
      <w:r>
        <w:t>478.1966</w:t>
      </w:r>
      <w:r>
        <w:tab/>
        <w:t>3.038e0</w:t>
      </w:r>
    </w:p>
    <w:p w14:paraId="306B7EB1" w14:textId="77777777" w:rsidR="006D4449" w:rsidRDefault="006D4449" w:rsidP="006D4449">
      <w:r>
        <w:t>478.2115</w:t>
      </w:r>
      <w:r>
        <w:tab/>
        <w:t>3.038e0</w:t>
      </w:r>
    </w:p>
    <w:p w14:paraId="26E81B6D" w14:textId="77777777" w:rsidR="006D4449" w:rsidRDefault="006D4449" w:rsidP="006D4449">
      <w:r>
        <w:t>478.2360</w:t>
      </w:r>
      <w:r>
        <w:tab/>
        <w:t>8.029e0</w:t>
      </w:r>
    </w:p>
    <w:p w14:paraId="3170F73F" w14:textId="77777777" w:rsidR="006D4449" w:rsidRDefault="006D4449" w:rsidP="006D4449">
      <w:r>
        <w:t>478.3076</w:t>
      </w:r>
      <w:r>
        <w:tab/>
        <w:t>2.844e0</w:t>
      </w:r>
    </w:p>
    <w:p w14:paraId="55C9ECC6" w14:textId="77777777" w:rsidR="006D4449" w:rsidRDefault="006D4449" w:rsidP="006D4449">
      <w:r>
        <w:t>478.3086</w:t>
      </w:r>
      <w:r>
        <w:tab/>
        <w:t>1.927e0</w:t>
      </w:r>
    </w:p>
    <w:p w14:paraId="3E8D4D4F" w14:textId="77777777" w:rsidR="006D4449" w:rsidRDefault="006D4449" w:rsidP="006D4449">
      <w:r>
        <w:t>478.3392</w:t>
      </w:r>
      <w:r>
        <w:tab/>
        <w:t>1.013e0</w:t>
      </w:r>
    </w:p>
    <w:p w14:paraId="4DDBA052" w14:textId="77777777" w:rsidR="006D4449" w:rsidRDefault="006D4449" w:rsidP="006D4449">
      <w:r>
        <w:lastRenderedPageBreak/>
        <w:t>478.3755</w:t>
      </w:r>
      <w:r>
        <w:tab/>
        <w:t>7.054e0</w:t>
      </w:r>
    </w:p>
    <w:p w14:paraId="7DA254B5" w14:textId="77777777" w:rsidR="006D4449" w:rsidRDefault="006D4449" w:rsidP="006D4449">
      <w:r>
        <w:t>478.4003</w:t>
      </w:r>
      <w:r>
        <w:tab/>
        <w:t>3.038e0</w:t>
      </w:r>
    </w:p>
    <w:p w14:paraId="5798ABAC" w14:textId="77777777" w:rsidR="006D4449" w:rsidRDefault="006D4449" w:rsidP="006D4449">
      <w:r>
        <w:t>478.4195</w:t>
      </w:r>
      <w:r>
        <w:tab/>
        <w:t>2.025e0</w:t>
      </w:r>
    </w:p>
    <w:p w14:paraId="16FED282" w14:textId="77777777" w:rsidR="006D4449" w:rsidRDefault="006D4449" w:rsidP="006D4449">
      <w:r>
        <w:t>478.4551</w:t>
      </w:r>
      <w:r>
        <w:tab/>
        <w:t>1.013e0</w:t>
      </w:r>
    </w:p>
    <w:p w14:paraId="48DE83B7" w14:textId="77777777" w:rsidR="006D4449" w:rsidRDefault="006D4449" w:rsidP="006D4449">
      <w:r>
        <w:t>478.4625</w:t>
      </w:r>
      <w:r>
        <w:tab/>
        <w:t>2.025e0</w:t>
      </w:r>
    </w:p>
    <w:p w14:paraId="1B6FF00E" w14:textId="77777777" w:rsidR="006D4449" w:rsidRDefault="006D4449" w:rsidP="006D4449">
      <w:r>
        <w:t>478.5444</w:t>
      </w:r>
      <w:r>
        <w:tab/>
        <w:t>1.013e0</w:t>
      </w:r>
    </w:p>
    <w:p w14:paraId="30590421" w14:textId="77777777" w:rsidR="006D4449" w:rsidRDefault="006D4449" w:rsidP="006D4449">
      <w:r>
        <w:t>478.5490</w:t>
      </w:r>
      <w:r>
        <w:tab/>
        <w:t>3.038e0</w:t>
      </w:r>
    </w:p>
    <w:p w14:paraId="620044EC" w14:textId="77777777" w:rsidR="006D4449" w:rsidRDefault="006D4449" w:rsidP="006D4449">
      <w:r>
        <w:t>478.5514</w:t>
      </w:r>
      <w:r>
        <w:tab/>
        <w:t>1.013e0</w:t>
      </w:r>
    </w:p>
    <w:p w14:paraId="3F60F0E5" w14:textId="77777777" w:rsidR="006D4449" w:rsidRDefault="006D4449" w:rsidP="006D4449">
      <w:r>
        <w:t>478.5891</w:t>
      </w:r>
      <w:r>
        <w:tab/>
        <w:t>2.025e0</w:t>
      </w:r>
    </w:p>
    <w:p w14:paraId="05064EE5" w14:textId="77777777" w:rsidR="006D4449" w:rsidRDefault="006D4449" w:rsidP="006D4449">
      <w:r>
        <w:t>478.6194</w:t>
      </w:r>
      <w:r>
        <w:tab/>
        <w:t>1.013e0</w:t>
      </w:r>
    </w:p>
    <w:p w14:paraId="5E0D6887" w14:textId="77777777" w:rsidR="006D4449" w:rsidRDefault="006D4449" w:rsidP="006D4449">
      <w:r>
        <w:t>478.6215</w:t>
      </w:r>
      <w:r>
        <w:tab/>
        <w:t>1.013e0</w:t>
      </w:r>
    </w:p>
    <w:p w14:paraId="436FEBDE" w14:textId="77777777" w:rsidR="006D4449" w:rsidRDefault="006D4449" w:rsidP="006D4449">
      <w:r>
        <w:t>478.6276</w:t>
      </w:r>
      <w:r>
        <w:tab/>
        <w:t>1.013e0</w:t>
      </w:r>
    </w:p>
    <w:p w14:paraId="37B881E9" w14:textId="77777777" w:rsidR="006D4449" w:rsidRDefault="006D4449" w:rsidP="006D4449">
      <w:r>
        <w:t>478.6631</w:t>
      </w:r>
      <w:r>
        <w:tab/>
        <w:t>1.013e0</w:t>
      </w:r>
    </w:p>
    <w:p w14:paraId="3C5C8E74" w14:textId="77777777" w:rsidR="006D4449" w:rsidRDefault="006D4449" w:rsidP="006D4449">
      <w:r>
        <w:t>478.6673</w:t>
      </w:r>
      <w:r>
        <w:tab/>
        <w:t>1.013e0</w:t>
      </w:r>
    </w:p>
    <w:p w14:paraId="45D1C491" w14:textId="77777777" w:rsidR="006D4449" w:rsidRDefault="006D4449" w:rsidP="006D4449">
      <w:r>
        <w:t>478.6745</w:t>
      </w:r>
      <w:r>
        <w:tab/>
        <w:t>2.025e0</w:t>
      </w:r>
    </w:p>
    <w:p w14:paraId="1B6ED302" w14:textId="77777777" w:rsidR="006D4449" w:rsidRDefault="006D4449" w:rsidP="006D4449">
      <w:r>
        <w:t>478.7253</w:t>
      </w:r>
      <w:r>
        <w:tab/>
        <w:t>1.013e0</w:t>
      </w:r>
    </w:p>
    <w:p w14:paraId="05A1AF86" w14:textId="77777777" w:rsidR="006D4449" w:rsidRDefault="006D4449" w:rsidP="006D4449">
      <w:r>
        <w:t>478.7426</w:t>
      </w:r>
      <w:r>
        <w:tab/>
        <w:t>2.025e0</w:t>
      </w:r>
    </w:p>
    <w:p w14:paraId="26D75936" w14:textId="77777777" w:rsidR="006D4449" w:rsidRDefault="006D4449" w:rsidP="006D4449">
      <w:r>
        <w:t>478.7445</w:t>
      </w:r>
      <w:r>
        <w:tab/>
        <w:t>1.013e0</w:t>
      </w:r>
    </w:p>
    <w:p w14:paraId="2E862291" w14:textId="77777777" w:rsidR="006D4449" w:rsidRDefault="006D4449" w:rsidP="006D4449">
      <w:r>
        <w:t>478.7669</w:t>
      </w:r>
      <w:r>
        <w:tab/>
        <w:t>2.025e0</w:t>
      </w:r>
    </w:p>
    <w:p w14:paraId="6AE8E61F" w14:textId="77777777" w:rsidR="006D4449" w:rsidRDefault="006D4449" w:rsidP="006D4449">
      <w:r>
        <w:lastRenderedPageBreak/>
        <w:t>478.7808</w:t>
      </w:r>
      <w:r>
        <w:tab/>
        <w:t>2.025e0</w:t>
      </w:r>
    </w:p>
    <w:p w14:paraId="03D11E1D" w14:textId="77777777" w:rsidR="006D4449" w:rsidRDefault="006D4449" w:rsidP="006D4449">
      <w:r>
        <w:t>478.7844</w:t>
      </w:r>
      <w:r>
        <w:tab/>
        <w:t>2.025e0</w:t>
      </w:r>
    </w:p>
    <w:p w14:paraId="087CF2EA" w14:textId="77777777" w:rsidR="006D4449" w:rsidRDefault="006D4449" w:rsidP="006D4449">
      <w:r>
        <w:t>478.8065</w:t>
      </w:r>
      <w:r>
        <w:tab/>
        <w:t>3.038e0</w:t>
      </w:r>
    </w:p>
    <w:p w14:paraId="3C7FAD36" w14:textId="77777777" w:rsidR="006D4449" w:rsidRDefault="006D4449" w:rsidP="006D4449">
      <w:r>
        <w:t>478.8505</w:t>
      </w:r>
      <w:r>
        <w:tab/>
        <w:t>2.025e0</w:t>
      </w:r>
    </w:p>
    <w:p w14:paraId="0924BEEC" w14:textId="77777777" w:rsidR="006D4449" w:rsidRDefault="006D4449" w:rsidP="006D4449">
      <w:r>
        <w:t>478.8549</w:t>
      </w:r>
      <w:r>
        <w:tab/>
        <w:t>1.013e0</w:t>
      </w:r>
    </w:p>
    <w:p w14:paraId="61BD1017" w14:textId="77777777" w:rsidR="006D4449" w:rsidRDefault="006D4449" w:rsidP="006D4449">
      <w:r>
        <w:t>478.8573</w:t>
      </w:r>
      <w:r>
        <w:tab/>
        <w:t>1.013e0</w:t>
      </w:r>
    </w:p>
    <w:p w14:paraId="2D1F3094" w14:textId="77777777" w:rsidR="006D4449" w:rsidRDefault="006D4449" w:rsidP="006D4449">
      <w:r>
        <w:t>478.8695</w:t>
      </w:r>
      <w:r>
        <w:tab/>
        <w:t>1.013e0</w:t>
      </w:r>
    </w:p>
    <w:p w14:paraId="209758A9" w14:textId="77777777" w:rsidR="006D4449" w:rsidRDefault="006D4449" w:rsidP="006D4449">
      <w:r>
        <w:t>478.8924</w:t>
      </w:r>
      <w:r>
        <w:tab/>
        <w:t>1.935e0</w:t>
      </w:r>
    </w:p>
    <w:p w14:paraId="69311C64" w14:textId="77777777" w:rsidR="006D4449" w:rsidRDefault="006D4449" w:rsidP="006D4449">
      <w:r>
        <w:t>478.9049</w:t>
      </w:r>
      <w:r>
        <w:tab/>
        <w:t>1.013e0</w:t>
      </w:r>
    </w:p>
    <w:p w14:paraId="1C1B0FBB" w14:textId="77777777" w:rsidR="006D4449" w:rsidRDefault="006D4449" w:rsidP="006D4449">
      <w:r>
        <w:t>478.9185</w:t>
      </w:r>
      <w:r>
        <w:tab/>
        <w:t>3.843e0</w:t>
      </w:r>
    </w:p>
    <w:p w14:paraId="553745E2" w14:textId="77777777" w:rsidR="006D4449" w:rsidRDefault="006D4449" w:rsidP="006D4449">
      <w:r>
        <w:t>478.9366</w:t>
      </w:r>
      <w:r>
        <w:tab/>
        <w:t>1.013e0</w:t>
      </w:r>
    </w:p>
    <w:p w14:paraId="4480DDD8" w14:textId="77777777" w:rsidR="006D4449" w:rsidRDefault="006D4449" w:rsidP="006D4449">
      <w:r>
        <w:t>478.9571</w:t>
      </w:r>
      <w:r>
        <w:tab/>
        <w:t>1.013e0</w:t>
      </w:r>
    </w:p>
    <w:p w14:paraId="1ECB9325" w14:textId="77777777" w:rsidR="006D4449" w:rsidRDefault="006D4449" w:rsidP="006D4449">
      <w:r>
        <w:t>478.9760</w:t>
      </w:r>
      <w:r>
        <w:tab/>
        <w:t>2.025e0</w:t>
      </w:r>
    </w:p>
    <w:p w14:paraId="02D8A698" w14:textId="77777777" w:rsidR="006D4449" w:rsidRDefault="006D4449" w:rsidP="006D4449">
      <w:r>
        <w:t>478.9800</w:t>
      </w:r>
      <w:r>
        <w:tab/>
        <w:t>2.025e0</w:t>
      </w:r>
    </w:p>
    <w:p w14:paraId="4C7BD8E1" w14:textId="77777777" w:rsidR="006D4449" w:rsidRDefault="006D4449" w:rsidP="006D4449">
      <w:r>
        <w:t>479.0333</w:t>
      </w:r>
      <w:r>
        <w:tab/>
        <w:t>1.013e0</w:t>
      </w:r>
    </w:p>
    <w:p w14:paraId="463C0A67" w14:textId="77777777" w:rsidR="006D4449" w:rsidRDefault="006D4449" w:rsidP="006D4449">
      <w:r>
        <w:t>479.0861</w:t>
      </w:r>
      <w:r>
        <w:tab/>
        <w:t>1.013e0</w:t>
      </w:r>
    </w:p>
    <w:p w14:paraId="0867FA06" w14:textId="77777777" w:rsidR="006D4449" w:rsidRDefault="006D4449" w:rsidP="006D4449">
      <w:r>
        <w:t>479.1030</w:t>
      </w:r>
      <w:r>
        <w:tab/>
        <w:t>1.013e0</w:t>
      </w:r>
    </w:p>
    <w:p w14:paraId="17EF5B2D" w14:textId="77777777" w:rsidR="006D4449" w:rsidRDefault="006D4449" w:rsidP="006D4449">
      <w:r>
        <w:t>479.1481</w:t>
      </w:r>
      <w:r>
        <w:tab/>
        <w:t>2.025e0</w:t>
      </w:r>
    </w:p>
    <w:p w14:paraId="54897A27" w14:textId="77777777" w:rsidR="006D4449" w:rsidRDefault="006D4449" w:rsidP="006D4449">
      <w:r>
        <w:t>479.1657</w:t>
      </w:r>
      <w:r>
        <w:tab/>
        <w:t>2.025e0</w:t>
      </w:r>
    </w:p>
    <w:p w14:paraId="39201BD6" w14:textId="77777777" w:rsidR="006D4449" w:rsidRDefault="006D4449" w:rsidP="006D4449">
      <w:r>
        <w:lastRenderedPageBreak/>
        <w:t>479.1677</w:t>
      </w:r>
      <w:r>
        <w:tab/>
        <w:t>2.025e0</w:t>
      </w:r>
    </w:p>
    <w:p w14:paraId="1FD8A946" w14:textId="77777777" w:rsidR="006D4449" w:rsidRDefault="006D4449" w:rsidP="006D4449">
      <w:r>
        <w:t>479.1901</w:t>
      </w:r>
      <w:r>
        <w:tab/>
        <w:t>1.400e0</w:t>
      </w:r>
    </w:p>
    <w:p w14:paraId="55E2B5AD" w14:textId="77777777" w:rsidR="006D4449" w:rsidRDefault="006D4449" w:rsidP="006D4449">
      <w:r>
        <w:t>479.1962</w:t>
      </w:r>
      <w:r>
        <w:tab/>
        <w:t>1.980e0</w:t>
      </w:r>
    </w:p>
    <w:p w14:paraId="7560801E" w14:textId="77777777" w:rsidR="006D4449" w:rsidRDefault="006D4449" w:rsidP="006D4449">
      <w:r>
        <w:t>479.2135</w:t>
      </w:r>
      <w:r>
        <w:tab/>
        <w:t>1.013e0</w:t>
      </w:r>
    </w:p>
    <w:p w14:paraId="121FE9AD" w14:textId="77777777" w:rsidR="006D4449" w:rsidRDefault="006D4449" w:rsidP="006D4449">
      <w:r>
        <w:t>479.2344</w:t>
      </w:r>
      <w:r>
        <w:tab/>
        <w:t>1.758e0</w:t>
      </w:r>
    </w:p>
    <w:p w14:paraId="6D543F2D" w14:textId="77777777" w:rsidR="006D4449" w:rsidRDefault="006D4449" w:rsidP="006D4449">
      <w:r>
        <w:t>479.3380</w:t>
      </w:r>
      <w:r>
        <w:tab/>
        <w:t>3.711e0</w:t>
      </w:r>
    </w:p>
    <w:p w14:paraId="54089D6E" w14:textId="77777777" w:rsidR="006D4449" w:rsidRDefault="006D4449" w:rsidP="006D4449">
      <w:r>
        <w:t>479.3564</w:t>
      </w:r>
      <w:r>
        <w:tab/>
        <w:t>1.472e0</w:t>
      </w:r>
    </w:p>
    <w:p w14:paraId="698C5701" w14:textId="77777777" w:rsidR="006D4449" w:rsidRDefault="006D4449" w:rsidP="006D4449">
      <w:r>
        <w:t>479.3574</w:t>
      </w:r>
      <w:r>
        <w:tab/>
        <w:t>1.013e0</w:t>
      </w:r>
    </w:p>
    <w:p w14:paraId="47F2BD98" w14:textId="77777777" w:rsidR="006D4449" w:rsidRDefault="006D4449" w:rsidP="006D4449">
      <w:r>
        <w:t>479.3678</w:t>
      </w:r>
      <w:r>
        <w:tab/>
        <w:t>2.281e0</w:t>
      </w:r>
    </w:p>
    <w:p w14:paraId="46605034" w14:textId="77777777" w:rsidR="006D4449" w:rsidRDefault="006D4449" w:rsidP="006D4449">
      <w:r>
        <w:t>479.3971</w:t>
      </w:r>
      <w:r>
        <w:tab/>
        <w:t>3.038e0</w:t>
      </w:r>
    </w:p>
    <w:p w14:paraId="77F1A883" w14:textId="77777777" w:rsidR="006D4449" w:rsidRDefault="006D4449" w:rsidP="006D4449">
      <w:r>
        <w:t>479.4154</w:t>
      </w:r>
      <w:r>
        <w:tab/>
        <w:t>1.013e0</w:t>
      </w:r>
    </w:p>
    <w:p w14:paraId="0CDAB0B0" w14:textId="77777777" w:rsidR="006D4449" w:rsidRDefault="006D4449" w:rsidP="006D4449">
      <w:r>
        <w:t>479.4222</w:t>
      </w:r>
      <w:r>
        <w:tab/>
        <w:t>1.013e0</w:t>
      </w:r>
    </w:p>
    <w:p w14:paraId="3CB91698" w14:textId="77777777" w:rsidR="006D4449" w:rsidRDefault="006D4449" w:rsidP="006D4449">
      <w:r>
        <w:t>479.4335</w:t>
      </w:r>
      <w:r>
        <w:tab/>
        <w:t>1.013e0</w:t>
      </w:r>
    </w:p>
    <w:p w14:paraId="23A4AA13" w14:textId="77777777" w:rsidR="006D4449" w:rsidRDefault="006D4449" w:rsidP="006D4449">
      <w:r>
        <w:t>479.4639</w:t>
      </w:r>
      <w:r>
        <w:tab/>
        <w:t>1.013e0</w:t>
      </w:r>
    </w:p>
    <w:p w14:paraId="7F1D611B" w14:textId="77777777" w:rsidR="006D4449" w:rsidRDefault="006D4449" w:rsidP="006D4449">
      <w:r>
        <w:t>479.4793</w:t>
      </w:r>
      <w:r>
        <w:tab/>
        <w:t>2.025e0</w:t>
      </w:r>
    </w:p>
    <w:p w14:paraId="25235095" w14:textId="77777777" w:rsidR="006D4449" w:rsidRDefault="006D4449" w:rsidP="006D4449">
      <w:r>
        <w:t>479.5269</w:t>
      </w:r>
      <w:r>
        <w:tab/>
        <w:t>2.025e0</w:t>
      </w:r>
    </w:p>
    <w:p w14:paraId="56D71CB3" w14:textId="77777777" w:rsidR="006D4449" w:rsidRDefault="006D4449" w:rsidP="006D4449">
      <w:r>
        <w:t>479.5313</w:t>
      </w:r>
      <w:r>
        <w:tab/>
        <w:t>1.013e0</w:t>
      </w:r>
    </w:p>
    <w:p w14:paraId="1574DE30" w14:textId="77777777" w:rsidR="006D4449" w:rsidRDefault="006D4449" w:rsidP="006D4449">
      <w:r>
        <w:t>479.5728</w:t>
      </w:r>
      <w:r>
        <w:tab/>
        <w:t>2.025e0</w:t>
      </w:r>
    </w:p>
    <w:p w14:paraId="3F7CA523" w14:textId="77777777" w:rsidR="006D4449" w:rsidRDefault="006D4449" w:rsidP="006D4449">
      <w:r>
        <w:t>479.6393</w:t>
      </w:r>
      <w:r>
        <w:tab/>
        <w:t>2.025e0</w:t>
      </w:r>
    </w:p>
    <w:p w14:paraId="2BD8176B" w14:textId="77777777" w:rsidR="006D4449" w:rsidRDefault="006D4449" w:rsidP="006D4449">
      <w:r>
        <w:lastRenderedPageBreak/>
        <w:t>479.6706</w:t>
      </w:r>
      <w:r>
        <w:tab/>
        <w:t>1.013e0</w:t>
      </w:r>
    </w:p>
    <w:p w14:paraId="1C072656" w14:textId="77777777" w:rsidR="006D4449" w:rsidRDefault="006D4449" w:rsidP="006D4449">
      <w:r>
        <w:t>479.6857</w:t>
      </w:r>
      <w:r>
        <w:tab/>
        <w:t>2.025e0</w:t>
      </w:r>
    </w:p>
    <w:p w14:paraId="59566923" w14:textId="77777777" w:rsidR="006D4449" w:rsidRDefault="006D4449" w:rsidP="006D4449">
      <w:r>
        <w:t>479.6995</w:t>
      </w:r>
      <w:r>
        <w:tab/>
        <w:t>2.025e0</w:t>
      </w:r>
    </w:p>
    <w:p w14:paraId="630C50E2" w14:textId="77777777" w:rsidR="006D4449" w:rsidRDefault="006D4449" w:rsidP="006D4449">
      <w:r>
        <w:t>479.7308</w:t>
      </w:r>
      <w:r>
        <w:tab/>
        <w:t>2.025e0</w:t>
      </w:r>
    </w:p>
    <w:p w14:paraId="6A87E0E4" w14:textId="77777777" w:rsidR="006D4449" w:rsidRDefault="006D4449" w:rsidP="006D4449">
      <w:r>
        <w:t>479.7523</w:t>
      </w:r>
      <w:r>
        <w:tab/>
        <w:t>2.025e0</w:t>
      </w:r>
    </w:p>
    <w:p w14:paraId="79CB6F27" w14:textId="77777777" w:rsidR="006D4449" w:rsidRDefault="006D4449" w:rsidP="006D4449">
      <w:r>
        <w:t>479.7649</w:t>
      </w:r>
      <w:r>
        <w:tab/>
        <w:t>1.013e0</w:t>
      </w:r>
    </w:p>
    <w:p w14:paraId="0C7433B1" w14:textId="77777777" w:rsidR="006D4449" w:rsidRDefault="006D4449" w:rsidP="006D4449">
      <w:r>
        <w:t>479.8063</w:t>
      </w:r>
      <w:r>
        <w:tab/>
        <w:t>1.013e0</w:t>
      </w:r>
    </w:p>
    <w:p w14:paraId="60EFBEFA" w14:textId="77777777" w:rsidR="006D4449" w:rsidRDefault="006D4449" w:rsidP="006D4449">
      <w:r>
        <w:t>479.8210</w:t>
      </w:r>
      <w:r>
        <w:tab/>
        <w:t>2.025e0</w:t>
      </w:r>
    </w:p>
    <w:p w14:paraId="687E6711" w14:textId="77777777" w:rsidR="006D4449" w:rsidRDefault="006D4449" w:rsidP="006D4449">
      <w:r>
        <w:t>479.8712</w:t>
      </w:r>
      <w:r>
        <w:tab/>
        <w:t>4.051e0</w:t>
      </w:r>
    </w:p>
    <w:p w14:paraId="5444E6BE" w14:textId="77777777" w:rsidR="006D4449" w:rsidRDefault="006D4449" w:rsidP="006D4449">
      <w:r>
        <w:t>479.8898</w:t>
      </w:r>
      <w:r>
        <w:tab/>
        <w:t>1.013e0</w:t>
      </w:r>
    </w:p>
    <w:p w14:paraId="7254F29E" w14:textId="77777777" w:rsidR="006D4449" w:rsidRDefault="006D4449" w:rsidP="006D4449">
      <w:r>
        <w:t>479.9086</w:t>
      </w:r>
      <w:r>
        <w:tab/>
        <w:t>3.824e0</w:t>
      </w:r>
    </w:p>
    <w:p w14:paraId="3FEC914F" w14:textId="77777777" w:rsidR="006D4449" w:rsidRDefault="006D4449" w:rsidP="006D4449">
      <w:r>
        <w:t>479.9155</w:t>
      </w:r>
      <w:r>
        <w:tab/>
        <w:t>2.025e0</w:t>
      </w:r>
    </w:p>
    <w:p w14:paraId="718F4B8E" w14:textId="77777777" w:rsidR="006D4449" w:rsidRDefault="006D4449" w:rsidP="006D4449">
      <w:r>
        <w:t>479.9642</w:t>
      </w:r>
      <w:r>
        <w:tab/>
        <w:t>5.063e0</w:t>
      </w:r>
    </w:p>
    <w:p w14:paraId="215267D8" w14:textId="77777777" w:rsidR="006D4449" w:rsidRDefault="006D4449" w:rsidP="006D4449">
      <w:r>
        <w:t>479.9749</w:t>
      </w:r>
      <w:r>
        <w:tab/>
        <w:t>5.696e0</w:t>
      </w:r>
    </w:p>
    <w:p w14:paraId="71669A9D" w14:textId="77777777" w:rsidR="006D4449" w:rsidRDefault="006D4449" w:rsidP="006D4449">
      <w:r>
        <w:t>480.0342</w:t>
      </w:r>
      <w:r>
        <w:tab/>
        <w:t>3.038e0</w:t>
      </w:r>
    </w:p>
    <w:p w14:paraId="08466E60" w14:textId="77777777" w:rsidR="006D4449" w:rsidRDefault="006D4449" w:rsidP="006D4449">
      <w:r>
        <w:t>480.0465</w:t>
      </w:r>
      <w:r>
        <w:tab/>
        <w:t>1.013e0</w:t>
      </w:r>
    </w:p>
    <w:p w14:paraId="11051DBD" w14:textId="77777777" w:rsidR="006D4449" w:rsidRDefault="006D4449" w:rsidP="006D4449">
      <w:r>
        <w:t>480.0653</w:t>
      </w:r>
      <w:r>
        <w:tab/>
        <w:t>1.013e0</w:t>
      </w:r>
    </w:p>
    <w:p w14:paraId="0C528C5E" w14:textId="77777777" w:rsidR="006D4449" w:rsidRDefault="006D4449" w:rsidP="006D4449">
      <w:r>
        <w:t>480.0698</w:t>
      </w:r>
      <w:r>
        <w:tab/>
        <w:t>1.013e0</w:t>
      </w:r>
    </w:p>
    <w:p w14:paraId="55DFA82C" w14:textId="77777777" w:rsidR="006D4449" w:rsidRDefault="006D4449" w:rsidP="006D4449">
      <w:r>
        <w:t>480.0967</w:t>
      </w:r>
      <w:r>
        <w:tab/>
        <w:t>1.013e0</w:t>
      </w:r>
    </w:p>
    <w:p w14:paraId="00437867" w14:textId="77777777" w:rsidR="006D4449" w:rsidRDefault="006D4449" w:rsidP="006D4449">
      <w:r>
        <w:lastRenderedPageBreak/>
        <w:t>480.1259</w:t>
      </w:r>
      <w:r>
        <w:tab/>
        <w:t>2.025e0</w:t>
      </w:r>
    </w:p>
    <w:p w14:paraId="376EC7C8" w14:textId="77777777" w:rsidR="006D4449" w:rsidRDefault="006D4449" w:rsidP="006D4449">
      <w:r>
        <w:t>480.1281</w:t>
      </w:r>
      <w:r>
        <w:tab/>
        <w:t>2.025e0</w:t>
      </w:r>
    </w:p>
    <w:p w14:paraId="2FF31E9F" w14:textId="77777777" w:rsidR="006D4449" w:rsidRDefault="006D4449" w:rsidP="006D4449">
      <w:r>
        <w:t>480.1470</w:t>
      </w:r>
      <w:r>
        <w:tab/>
        <w:t>1.013e0</w:t>
      </w:r>
    </w:p>
    <w:p w14:paraId="1CEA8F42" w14:textId="77777777" w:rsidR="006D4449" w:rsidRDefault="006D4449" w:rsidP="006D4449">
      <w:r>
        <w:t>480.1489</w:t>
      </w:r>
      <w:r>
        <w:tab/>
        <w:t>2.025e0</w:t>
      </w:r>
    </w:p>
    <w:p w14:paraId="6D86941E" w14:textId="77777777" w:rsidR="006D4449" w:rsidRDefault="006D4449" w:rsidP="006D4449">
      <w:r>
        <w:t>480.1838</w:t>
      </w:r>
      <w:r>
        <w:tab/>
        <w:t>1.013e0</w:t>
      </w:r>
    </w:p>
    <w:p w14:paraId="5EED2521" w14:textId="77777777" w:rsidR="006D4449" w:rsidRDefault="006D4449" w:rsidP="006D4449">
      <w:r>
        <w:t>480.1902</w:t>
      </w:r>
      <w:r>
        <w:tab/>
        <w:t>3.425e0</w:t>
      </w:r>
    </w:p>
    <w:p w14:paraId="4AB641EC" w14:textId="77777777" w:rsidR="006D4449" w:rsidRDefault="006D4449" w:rsidP="006D4449">
      <w:r>
        <w:t>480.1949</w:t>
      </w:r>
      <w:r>
        <w:tab/>
        <w:t>4.025e0</w:t>
      </w:r>
    </w:p>
    <w:p w14:paraId="4D0BD9E5" w14:textId="77777777" w:rsidR="006D4449" w:rsidRDefault="006D4449" w:rsidP="006D4449">
      <w:r>
        <w:t>480.2279</w:t>
      </w:r>
      <w:r>
        <w:tab/>
        <w:t>3.038e0</w:t>
      </w:r>
    </w:p>
    <w:p w14:paraId="5AB2F3E4" w14:textId="77777777" w:rsidR="006D4449" w:rsidRDefault="006D4449" w:rsidP="006D4449">
      <w:r>
        <w:t>480.2791</w:t>
      </w:r>
      <w:r>
        <w:tab/>
        <w:t>9.082e0</w:t>
      </w:r>
    </w:p>
    <w:p w14:paraId="1E435988" w14:textId="77777777" w:rsidR="006D4449" w:rsidRDefault="006D4449" w:rsidP="006D4449">
      <w:r>
        <w:t>480.2845</w:t>
      </w:r>
      <w:r>
        <w:tab/>
        <w:t>3.907e1</w:t>
      </w:r>
    </w:p>
    <w:p w14:paraId="18CE78DF" w14:textId="77777777" w:rsidR="006D4449" w:rsidRDefault="006D4449" w:rsidP="006D4449">
      <w:r>
        <w:t>480.3241</w:t>
      </w:r>
      <w:r>
        <w:tab/>
        <w:t>5.768e0</w:t>
      </w:r>
    </w:p>
    <w:p w14:paraId="43FFBAE9" w14:textId="77777777" w:rsidR="006D4449" w:rsidRDefault="006D4449" w:rsidP="006D4449">
      <w:r>
        <w:t>480.3447</w:t>
      </w:r>
      <w:r>
        <w:tab/>
        <w:t>6.016e0</w:t>
      </w:r>
    </w:p>
    <w:p w14:paraId="44B24374" w14:textId="77777777" w:rsidR="006D4449" w:rsidRDefault="006D4449" w:rsidP="006D4449">
      <w:r>
        <w:t>480.3624</w:t>
      </w:r>
      <w:r>
        <w:tab/>
        <w:t>1.801e0</w:t>
      </w:r>
    </w:p>
    <w:p w14:paraId="05D28592" w14:textId="77777777" w:rsidR="006D4449" w:rsidRDefault="006D4449" w:rsidP="006D4449">
      <w:r>
        <w:t>480.3769</w:t>
      </w:r>
      <w:r>
        <w:tab/>
        <w:t>5.698e0</w:t>
      </w:r>
    </w:p>
    <w:p w14:paraId="785AF000" w14:textId="77777777" w:rsidR="006D4449" w:rsidRDefault="006D4449" w:rsidP="006D4449">
      <w:r>
        <w:t>480.3961</w:t>
      </w:r>
      <w:r>
        <w:tab/>
        <w:t>1.013e0</w:t>
      </w:r>
    </w:p>
    <w:p w14:paraId="53B63885" w14:textId="77777777" w:rsidR="006D4449" w:rsidRDefault="006D4449" w:rsidP="006D4449">
      <w:r>
        <w:t>480.4395</w:t>
      </w:r>
      <w:r>
        <w:tab/>
        <w:t>2.025e0</w:t>
      </w:r>
    </w:p>
    <w:p w14:paraId="10A31E5C" w14:textId="77777777" w:rsidR="006D4449" w:rsidRDefault="006D4449" w:rsidP="006D4449">
      <w:r>
        <w:t>480.4430</w:t>
      </w:r>
      <w:r>
        <w:tab/>
        <w:t>2.025e0</w:t>
      </w:r>
    </w:p>
    <w:p w14:paraId="5CD0734E" w14:textId="77777777" w:rsidR="006D4449" w:rsidRDefault="006D4449" w:rsidP="006D4449">
      <w:r>
        <w:t>480.4485</w:t>
      </w:r>
      <w:r>
        <w:tab/>
        <w:t>3.285e0</w:t>
      </w:r>
    </w:p>
    <w:p w14:paraId="43E466E7" w14:textId="77777777" w:rsidR="006D4449" w:rsidRDefault="006D4449" w:rsidP="006D4449">
      <w:r>
        <w:t>480.4583</w:t>
      </w:r>
      <w:r>
        <w:tab/>
        <w:t>1.013e0</w:t>
      </w:r>
    </w:p>
    <w:p w14:paraId="2C4C9784" w14:textId="77777777" w:rsidR="006D4449" w:rsidRDefault="006D4449" w:rsidP="006D4449">
      <w:r>
        <w:lastRenderedPageBreak/>
        <w:t>480.5036</w:t>
      </w:r>
      <w:r>
        <w:tab/>
        <w:t>2.025e0</w:t>
      </w:r>
    </w:p>
    <w:p w14:paraId="115D7680" w14:textId="77777777" w:rsidR="006D4449" w:rsidRDefault="006D4449" w:rsidP="006D4449">
      <w:r>
        <w:t>480.5753</w:t>
      </w:r>
      <w:r>
        <w:tab/>
        <w:t>1.013e0</w:t>
      </w:r>
    </w:p>
    <w:p w14:paraId="4997D448" w14:textId="77777777" w:rsidR="006D4449" w:rsidRDefault="006D4449" w:rsidP="006D4449">
      <w:r>
        <w:t>480.6044</w:t>
      </w:r>
      <w:r>
        <w:tab/>
        <w:t>1.013e0</w:t>
      </w:r>
    </w:p>
    <w:p w14:paraId="60B7A871" w14:textId="77777777" w:rsidR="006D4449" w:rsidRDefault="006D4449" w:rsidP="006D4449">
      <w:r>
        <w:t>480.6172</w:t>
      </w:r>
      <w:r>
        <w:tab/>
        <w:t>1.013e0</w:t>
      </w:r>
    </w:p>
    <w:p w14:paraId="00C5F289" w14:textId="77777777" w:rsidR="006D4449" w:rsidRDefault="006D4449" w:rsidP="006D4449">
      <w:r>
        <w:t>480.6532</w:t>
      </w:r>
      <w:r>
        <w:tab/>
        <w:t>2.025e0</w:t>
      </w:r>
    </w:p>
    <w:p w14:paraId="44F6326F" w14:textId="77777777" w:rsidR="006D4449" w:rsidRDefault="006D4449" w:rsidP="006D4449">
      <w:r>
        <w:t>480.6654</w:t>
      </w:r>
      <w:r>
        <w:tab/>
        <w:t>2.025e0</w:t>
      </w:r>
    </w:p>
    <w:p w14:paraId="33F99CCD" w14:textId="77777777" w:rsidR="006D4449" w:rsidRDefault="006D4449" w:rsidP="006D4449">
      <w:r>
        <w:t>480.7092</w:t>
      </w:r>
      <w:r>
        <w:tab/>
        <w:t>1.013e0</w:t>
      </w:r>
    </w:p>
    <w:p w14:paraId="0A012690" w14:textId="77777777" w:rsidR="006D4449" w:rsidRDefault="006D4449" w:rsidP="006D4449">
      <w:r>
        <w:t>480.7323</w:t>
      </w:r>
      <w:r>
        <w:tab/>
        <w:t>1.013e0</w:t>
      </w:r>
    </w:p>
    <w:p w14:paraId="69311DBA" w14:textId="77777777" w:rsidR="006D4449" w:rsidRDefault="006D4449" w:rsidP="006D4449">
      <w:r>
        <w:t>480.7929</w:t>
      </w:r>
      <w:r>
        <w:tab/>
        <w:t>2.025e0</w:t>
      </w:r>
    </w:p>
    <w:p w14:paraId="1C4E6A59" w14:textId="77777777" w:rsidR="006D4449" w:rsidRDefault="006D4449" w:rsidP="006D4449">
      <w:r>
        <w:t>480.7985</w:t>
      </w:r>
      <w:r>
        <w:tab/>
        <w:t>1.013e0</w:t>
      </w:r>
    </w:p>
    <w:p w14:paraId="0752A2E4" w14:textId="77777777" w:rsidR="006D4449" w:rsidRDefault="006D4449" w:rsidP="006D4449">
      <w:r>
        <w:t>480.8169</w:t>
      </w:r>
      <w:r>
        <w:tab/>
        <w:t>1.013e0</w:t>
      </w:r>
    </w:p>
    <w:p w14:paraId="083FAE0B" w14:textId="77777777" w:rsidR="006D4449" w:rsidRDefault="006D4449" w:rsidP="006D4449">
      <w:r>
        <w:t>480.8181</w:t>
      </w:r>
      <w:r>
        <w:tab/>
        <w:t>1.013e0</w:t>
      </w:r>
    </w:p>
    <w:p w14:paraId="0E048BBB" w14:textId="77777777" w:rsidR="006D4449" w:rsidRDefault="006D4449" w:rsidP="006D4449">
      <w:r>
        <w:t>480.8201</w:t>
      </w:r>
      <w:r>
        <w:tab/>
        <w:t>2.025e0</w:t>
      </w:r>
    </w:p>
    <w:p w14:paraId="5F712D18" w14:textId="77777777" w:rsidR="006D4449" w:rsidRDefault="006D4449" w:rsidP="006D4449">
      <w:r>
        <w:t>480.8566</w:t>
      </w:r>
      <w:r>
        <w:tab/>
        <w:t>2.768e0</w:t>
      </w:r>
    </w:p>
    <w:p w14:paraId="13DBD959" w14:textId="77777777" w:rsidR="006D4449" w:rsidRDefault="006D4449" w:rsidP="006D4449">
      <w:r>
        <w:t>480.8801</w:t>
      </w:r>
      <w:r>
        <w:tab/>
        <w:t>3.038e0</w:t>
      </w:r>
    </w:p>
    <w:p w14:paraId="742DE6D2" w14:textId="77777777" w:rsidR="006D4449" w:rsidRDefault="006D4449" w:rsidP="006D4449">
      <w:r>
        <w:t>480.8882</w:t>
      </w:r>
      <w:r>
        <w:tab/>
        <w:t>2.025e0</w:t>
      </w:r>
    </w:p>
    <w:p w14:paraId="1FFD0F09" w14:textId="77777777" w:rsidR="006D4449" w:rsidRDefault="006D4449" w:rsidP="006D4449">
      <w:r>
        <w:t>480.8978</w:t>
      </w:r>
      <w:r>
        <w:tab/>
        <w:t>2.025e0</w:t>
      </w:r>
    </w:p>
    <w:p w14:paraId="4A3692C7" w14:textId="77777777" w:rsidR="006D4449" w:rsidRDefault="006D4449" w:rsidP="006D4449">
      <w:r>
        <w:t>480.9047</w:t>
      </w:r>
      <w:r>
        <w:tab/>
        <w:t>1.751e0</w:t>
      </w:r>
    </w:p>
    <w:p w14:paraId="2AA9B336" w14:textId="77777777" w:rsidR="006D4449" w:rsidRDefault="006D4449" w:rsidP="006D4449">
      <w:r>
        <w:t>480.9101</w:t>
      </w:r>
      <w:r>
        <w:tab/>
        <w:t>1.013e0</w:t>
      </w:r>
    </w:p>
    <w:p w14:paraId="4B4CED11" w14:textId="77777777" w:rsidR="006D4449" w:rsidRDefault="006D4449" w:rsidP="006D4449">
      <w:r>
        <w:lastRenderedPageBreak/>
        <w:t>480.9559</w:t>
      </w:r>
      <w:r>
        <w:tab/>
        <w:t>3.038e0</w:t>
      </w:r>
    </w:p>
    <w:p w14:paraId="612F85D5" w14:textId="77777777" w:rsidR="006D4449" w:rsidRDefault="006D4449" w:rsidP="006D4449">
      <w:r>
        <w:t>480.9907</w:t>
      </w:r>
      <w:r>
        <w:tab/>
        <w:t>3.038e0</w:t>
      </w:r>
    </w:p>
    <w:p w14:paraId="772E225A" w14:textId="77777777" w:rsidR="006D4449" w:rsidRDefault="006D4449" w:rsidP="006D4449">
      <w:r>
        <w:t>481.0223</w:t>
      </w:r>
      <w:r>
        <w:tab/>
        <w:t>2.025e0</w:t>
      </w:r>
    </w:p>
    <w:p w14:paraId="3FE8DF11" w14:textId="77777777" w:rsidR="006D4449" w:rsidRDefault="006D4449" w:rsidP="006D4449">
      <w:r>
        <w:t>481.0285</w:t>
      </w:r>
      <w:r>
        <w:tab/>
        <w:t>1.013e0</w:t>
      </w:r>
    </w:p>
    <w:p w14:paraId="63C25921" w14:textId="77777777" w:rsidR="006D4449" w:rsidRDefault="006D4449" w:rsidP="006D4449">
      <w:r>
        <w:t>481.0701</w:t>
      </w:r>
      <w:r>
        <w:tab/>
        <w:t>1.013e0</w:t>
      </w:r>
    </w:p>
    <w:p w14:paraId="31E22B8B" w14:textId="77777777" w:rsidR="006D4449" w:rsidRDefault="006D4449" w:rsidP="006D4449">
      <w:r>
        <w:t>481.1146</w:t>
      </w:r>
      <w:r>
        <w:tab/>
        <w:t>4.051e0</w:t>
      </w:r>
    </w:p>
    <w:p w14:paraId="4CAD4432" w14:textId="77777777" w:rsidR="006D4449" w:rsidRDefault="006D4449" w:rsidP="006D4449">
      <w:r>
        <w:t>481.1193</w:t>
      </w:r>
      <w:r>
        <w:tab/>
        <w:t>2.025e0</w:t>
      </w:r>
    </w:p>
    <w:p w14:paraId="2E1DFDB1" w14:textId="77777777" w:rsidR="006D4449" w:rsidRDefault="006D4449" w:rsidP="006D4449">
      <w:r>
        <w:t>481.1608</w:t>
      </w:r>
      <w:r>
        <w:tab/>
        <w:t>3.038e0</w:t>
      </w:r>
    </w:p>
    <w:p w14:paraId="4F9A4CBC" w14:textId="77777777" w:rsidR="006D4449" w:rsidRDefault="006D4449" w:rsidP="006D4449">
      <w:r>
        <w:t>481.1676</w:t>
      </w:r>
      <w:r>
        <w:tab/>
        <w:t>1.013e0</w:t>
      </w:r>
    </w:p>
    <w:p w14:paraId="6D7EB58A" w14:textId="77777777" w:rsidR="006D4449" w:rsidRDefault="006D4449" w:rsidP="006D4449">
      <w:r>
        <w:t>481.2071</w:t>
      </w:r>
      <w:r>
        <w:tab/>
        <w:t>1.325e0</w:t>
      </w:r>
    </w:p>
    <w:p w14:paraId="310768E4" w14:textId="77777777" w:rsidR="006D4449" w:rsidRDefault="006D4449" w:rsidP="006D4449">
      <w:r>
        <w:t>481.2347</w:t>
      </w:r>
      <w:r>
        <w:tab/>
        <w:t>2.683e0</w:t>
      </w:r>
    </w:p>
    <w:p w14:paraId="044FD31D" w14:textId="77777777" w:rsidR="006D4449" w:rsidRDefault="006D4449" w:rsidP="006D4449">
      <w:r>
        <w:t>481.2379</w:t>
      </w:r>
      <w:r>
        <w:tab/>
        <w:t>1.567e0</w:t>
      </w:r>
    </w:p>
    <w:p w14:paraId="0562C2AD" w14:textId="77777777" w:rsidR="006D4449" w:rsidRDefault="006D4449" w:rsidP="006D4449">
      <w:r>
        <w:t>481.2405</w:t>
      </w:r>
      <w:r>
        <w:tab/>
        <w:t>1.860e0</w:t>
      </w:r>
    </w:p>
    <w:p w14:paraId="38D310BC" w14:textId="77777777" w:rsidR="006D4449" w:rsidRDefault="006D4449" w:rsidP="006D4449">
      <w:r>
        <w:t>481.2704</w:t>
      </w:r>
      <w:r>
        <w:tab/>
        <w:t>4.618e0</w:t>
      </w:r>
    </w:p>
    <w:p w14:paraId="1435C462" w14:textId="77777777" w:rsidR="006D4449" w:rsidRDefault="006D4449" w:rsidP="006D4449">
      <w:r>
        <w:t>481.2791</w:t>
      </w:r>
      <w:r>
        <w:tab/>
        <w:t>1.441e0</w:t>
      </w:r>
    </w:p>
    <w:p w14:paraId="6DBB8D09" w14:textId="77777777" w:rsidR="006D4449" w:rsidRDefault="006D4449" w:rsidP="006D4449">
      <w:r>
        <w:t>481.3121</w:t>
      </w:r>
      <w:r>
        <w:tab/>
        <w:t>4.729e0</w:t>
      </w:r>
    </w:p>
    <w:p w14:paraId="4F1E7D44" w14:textId="77777777" w:rsidR="006D4449" w:rsidRDefault="006D4449" w:rsidP="006D4449">
      <w:r>
        <w:t>481.3354</w:t>
      </w:r>
      <w:r>
        <w:tab/>
        <w:t>1.128e0</w:t>
      </w:r>
    </w:p>
    <w:p w14:paraId="5FB8823A" w14:textId="77777777" w:rsidR="006D4449" w:rsidRDefault="006D4449" w:rsidP="006D4449">
      <w:r>
        <w:t>481.3614</w:t>
      </w:r>
      <w:r>
        <w:tab/>
        <w:t>1.836e0</w:t>
      </w:r>
    </w:p>
    <w:p w14:paraId="4468D3D2" w14:textId="77777777" w:rsidR="006D4449" w:rsidRDefault="006D4449" w:rsidP="006D4449">
      <w:r>
        <w:t>481.3773</w:t>
      </w:r>
      <w:r>
        <w:tab/>
        <w:t>2.025e0</w:t>
      </w:r>
    </w:p>
    <w:p w14:paraId="0492F696" w14:textId="77777777" w:rsidR="006D4449" w:rsidRDefault="006D4449" w:rsidP="006D4449">
      <w:r>
        <w:lastRenderedPageBreak/>
        <w:t>481.3841</w:t>
      </w:r>
      <w:r>
        <w:tab/>
        <w:t>2.025e0</w:t>
      </w:r>
    </w:p>
    <w:p w14:paraId="150A7D0F" w14:textId="77777777" w:rsidR="006D4449" w:rsidRDefault="006D4449" w:rsidP="006D4449">
      <w:r>
        <w:t>481.3875</w:t>
      </w:r>
      <w:r>
        <w:tab/>
        <w:t>1.013e0</w:t>
      </w:r>
    </w:p>
    <w:p w14:paraId="4E6C7480" w14:textId="77777777" w:rsidR="006D4449" w:rsidRDefault="006D4449" w:rsidP="006D4449">
      <w:r>
        <w:t>481.4210</w:t>
      </w:r>
      <w:r>
        <w:tab/>
        <w:t>2.025e0</w:t>
      </w:r>
    </w:p>
    <w:p w14:paraId="31BE3A5A" w14:textId="77777777" w:rsidR="006D4449" w:rsidRDefault="006D4449" w:rsidP="006D4449">
      <w:r>
        <w:t>481.4441</w:t>
      </w:r>
      <w:r>
        <w:tab/>
        <w:t>1.013e0</w:t>
      </w:r>
    </w:p>
    <w:p w14:paraId="69D15F17" w14:textId="77777777" w:rsidR="006D4449" w:rsidRDefault="006D4449" w:rsidP="006D4449">
      <w:r>
        <w:t>481.4504</w:t>
      </w:r>
      <w:r>
        <w:tab/>
        <w:t>2.025e0</w:t>
      </w:r>
    </w:p>
    <w:p w14:paraId="2039F1BD" w14:textId="77777777" w:rsidR="006D4449" w:rsidRDefault="006D4449" w:rsidP="006D4449">
      <w:r>
        <w:t>481.4524</w:t>
      </w:r>
      <w:r>
        <w:tab/>
        <w:t>2.025e0</w:t>
      </w:r>
    </w:p>
    <w:p w14:paraId="69FBA737" w14:textId="77777777" w:rsidR="006D4449" w:rsidRDefault="006D4449" w:rsidP="006D4449">
      <w:r>
        <w:t>481.4829</w:t>
      </w:r>
      <w:r>
        <w:tab/>
        <w:t>2.025e0</w:t>
      </w:r>
    </w:p>
    <w:p w14:paraId="764AD4B9" w14:textId="77777777" w:rsidR="006D4449" w:rsidRDefault="006D4449" w:rsidP="006D4449">
      <w:r>
        <w:t>481.4859</w:t>
      </w:r>
      <w:r>
        <w:tab/>
        <w:t>1.013e0</w:t>
      </w:r>
    </w:p>
    <w:p w14:paraId="2FCFC50E" w14:textId="77777777" w:rsidR="006D4449" w:rsidRDefault="006D4449" w:rsidP="006D4449">
      <w:r>
        <w:t>481.5195</w:t>
      </w:r>
      <w:r>
        <w:tab/>
        <w:t>1.013e0</w:t>
      </w:r>
    </w:p>
    <w:p w14:paraId="50C769B3" w14:textId="77777777" w:rsidR="006D4449" w:rsidRDefault="006D4449" w:rsidP="006D4449">
      <w:r>
        <w:t>481.5215</w:t>
      </w:r>
      <w:r>
        <w:tab/>
        <w:t>1.013e0</w:t>
      </w:r>
    </w:p>
    <w:p w14:paraId="0D2EDA09" w14:textId="77777777" w:rsidR="006D4449" w:rsidRDefault="006D4449" w:rsidP="006D4449">
      <w:r>
        <w:t>481.5782</w:t>
      </w:r>
      <w:r>
        <w:tab/>
        <w:t>1.013e0</w:t>
      </w:r>
    </w:p>
    <w:p w14:paraId="596F5539" w14:textId="77777777" w:rsidR="006D4449" w:rsidRDefault="006D4449" w:rsidP="006D4449">
      <w:r>
        <w:t>481.5853</w:t>
      </w:r>
      <w:r>
        <w:tab/>
        <w:t>1.013e0</w:t>
      </w:r>
    </w:p>
    <w:p w14:paraId="1F255043" w14:textId="77777777" w:rsidR="006D4449" w:rsidRDefault="006D4449" w:rsidP="006D4449">
      <w:r>
        <w:t>481.6231</w:t>
      </w:r>
      <w:r>
        <w:tab/>
        <w:t>1.013e0</w:t>
      </w:r>
    </w:p>
    <w:p w14:paraId="7584EB09" w14:textId="77777777" w:rsidR="006D4449" w:rsidRDefault="006D4449" w:rsidP="006D4449">
      <w:r>
        <w:t>481.6820</w:t>
      </w:r>
      <w:r>
        <w:tab/>
        <w:t>5.063e0</w:t>
      </w:r>
    </w:p>
    <w:p w14:paraId="0739AA2A" w14:textId="77777777" w:rsidR="006D4449" w:rsidRDefault="006D4449" w:rsidP="006D4449">
      <w:r>
        <w:t>481.6892</w:t>
      </w:r>
      <w:r>
        <w:tab/>
        <w:t>1.013e0</w:t>
      </w:r>
    </w:p>
    <w:p w14:paraId="4A41C454" w14:textId="77777777" w:rsidR="006D4449" w:rsidRDefault="006D4449" w:rsidP="006D4449">
      <w:r>
        <w:t>481.6993</w:t>
      </w:r>
      <w:r>
        <w:tab/>
        <w:t>1.013e0</w:t>
      </w:r>
    </w:p>
    <w:p w14:paraId="5815B7C3" w14:textId="77777777" w:rsidR="006D4449" w:rsidRDefault="006D4449" w:rsidP="006D4449">
      <w:r>
        <w:t>481.7246</w:t>
      </w:r>
      <w:r>
        <w:tab/>
        <w:t>2.025e0</w:t>
      </w:r>
    </w:p>
    <w:p w14:paraId="5437873C" w14:textId="77777777" w:rsidR="006D4449" w:rsidRDefault="006D4449" w:rsidP="006D4449">
      <w:r>
        <w:t>481.7458</w:t>
      </w:r>
      <w:r>
        <w:tab/>
        <w:t>1.013e0</w:t>
      </w:r>
    </w:p>
    <w:p w14:paraId="714BE901" w14:textId="77777777" w:rsidR="006D4449" w:rsidRDefault="006D4449" w:rsidP="006D4449">
      <w:r>
        <w:t>481.7754</w:t>
      </w:r>
      <w:r>
        <w:tab/>
        <w:t>1.013e0</w:t>
      </w:r>
    </w:p>
    <w:p w14:paraId="0836ADE6" w14:textId="77777777" w:rsidR="006D4449" w:rsidRDefault="006D4449" w:rsidP="006D4449">
      <w:r>
        <w:lastRenderedPageBreak/>
        <w:t>481.7896</w:t>
      </w:r>
      <w:r>
        <w:tab/>
        <w:t>3.038e0</w:t>
      </w:r>
    </w:p>
    <w:p w14:paraId="34B9FEA3" w14:textId="77777777" w:rsidR="006D4449" w:rsidRDefault="006D4449" w:rsidP="006D4449">
      <w:r>
        <w:t>481.8141</w:t>
      </w:r>
      <w:r>
        <w:tab/>
        <w:t>1.013e0</w:t>
      </w:r>
    </w:p>
    <w:p w14:paraId="5E6A81E3" w14:textId="77777777" w:rsidR="006D4449" w:rsidRDefault="006D4449" w:rsidP="006D4449">
      <w:r>
        <w:t>481.8163</w:t>
      </w:r>
      <w:r>
        <w:tab/>
        <w:t>4.141e0</w:t>
      </w:r>
    </w:p>
    <w:p w14:paraId="3705D707" w14:textId="77777777" w:rsidR="006D4449" w:rsidRDefault="006D4449" w:rsidP="006D4449">
      <w:r>
        <w:t>481.8653</w:t>
      </w:r>
      <w:r>
        <w:tab/>
        <w:t>1.013e0</w:t>
      </w:r>
    </w:p>
    <w:p w14:paraId="76170127" w14:textId="77777777" w:rsidR="006D4449" w:rsidRDefault="006D4449" w:rsidP="006D4449">
      <w:r>
        <w:t>481.8672</w:t>
      </w:r>
      <w:r>
        <w:tab/>
        <w:t>4.051e0</w:t>
      </w:r>
    </w:p>
    <w:p w14:paraId="6B943EA9" w14:textId="77777777" w:rsidR="006D4449" w:rsidRDefault="006D4449" w:rsidP="006D4449">
      <w:r>
        <w:t>481.8699</w:t>
      </w:r>
      <w:r>
        <w:tab/>
        <w:t>1.013e0</w:t>
      </w:r>
    </w:p>
    <w:p w14:paraId="3134BF39" w14:textId="77777777" w:rsidR="006D4449" w:rsidRDefault="006D4449" w:rsidP="006D4449">
      <w:r>
        <w:t>481.8827</w:t>
      </w:r>
      <w:r>
        <w:tab/>
        <w:t>2.025e0</w:t>
      </w:r>
    </w:p>
    <w:p w14:paraId="4F98C1DA" w14:textId="77777777" w:rsidR="006D4449" w:rsidRDefault="006D4449" w:rsidP="006D4449">
      <w:r>
        <w:t>481.9063</w:t>
      </w:r>
      <w:r>
        <w:tab/>
        <w:t>1.751e0</w:t>
      </w:r>
    </w:p>
    <w:p w14:paraId="3251A15C" w14:textId="77777777" w:rsidR="006D4449" w:rsidRDefault="006D4449" w:rsidP="006D4449">
      <w:r>
        <w:t>481.9462</w:t>
      </w:r>
      <w:r>
        <w:tab/>
        <w:t>1.013e0</w:t>
      </w:r>
    </w:p>
    <w:p w14:paraId="00A8261C" w14:textId="77777777" w:rsidR="006D4449" w:rsidRDefault="006D4449" w:rsidP="006D4449">
      <w:r>
        <w:t>481.9483</w:t>
      </w:r>
      <w:r>
        <w:tab/>
        <w:t>1.013e0</w:t>
      </w:r>
    </w:p>
    <w:p w14:paraId="4DCAB1EC" w14:textId="77777777" w:rsidR="006D4449" w:rsidRDefault="006D4449" w:rsidP="006D4449">
      <w:r>
        <w:t>481.9771</w:t>
      </w:r>
      <w:r>
        <w:tab/>
        <w:t>2.025e0</w:t>
      </w:r>
    </w:p>
    <w:p w14:paraId="74189BF3" w14:textId="77777777" w:rsidR="006D4449" w:rsidRDefault="006D4449" w:rsidP="006D4449">
      <w:r>
        <w:t>482.0142</w:t>
      </w:r>
      <w:r>
        <w:tab/>
        <w:t>1.013e0</w:t>
      </w:r>
    </w:p>
    <w:p w14:paraId="6F23B030" w14:textId="77777777" w:rsidR="006D4449" w:rsidRDefault="006D4449" w:rsidP="006D4449">
      <w:r>
        <w:t>482.0246</w:t>
      </w:r>
      <w:r>
        <w:tab/>
        <w:t>1.013e0</w:t>
      </w:r>
    </w:p>
    <w:p w14:paraId="472B0577" w14:textId="77777777" w:rsidR="006D4449" w:rsidRDefault="006D4449" w:rsidP="006D4449">
      <w:r>
        <w:t>482.0385</w:t>
      </w:r>
      <w:r>
        <w:tab/>
        <w:t>2.025e0</w:t>
      </w:r>
    </w:p>
    <w:p w14:paraId="587D92F3" w14:textId="77777777" w:rsidR="006D4449" w:rsidRDefault="006D4449" w:rsidP="006D4449">
      <w:r>
        <w:t>482.1001</w:t>
      </w:r>
      <w:r>
        <w:tab/>
        <w:t>1.013e0</w:t>
      </w:r>
    </w:p>
    <w:p w14:paraId="647B639E" w14:textId="77777777" w:rsidR="006D4449" w:rsidRDefault="006D4449" w:rsidP="006D4449">
      <w:r>
        <w:t>482.1169</w:t>
      </w:r>
      <w:r>
        <w:tab/>
        <w:t>1.013e0</w:t>
      </w:r>
    </w:p>
    <w:p w14:paraId="6CA9A174" w14:textId="77777777" w:rsidR="006D4449" w:rsidRDefault="006D4449" w:rsidP="006D4449">
      <w:r>
        <w:t>482.1232</w:t>
      </w:r>
      <w:r>
        <w:tab/>
        <w:t>1.013e0</w:t>
      </w:r>
    </w:p>
    <w:p w14:paraId="42A3BF0D" w14:textId="77777777" w:rsidR="006D4449" w:rsidRDefault="006D4449" w:rsidP="006D4449">
      <w:r>
        <w:t>482.1383</w:t>
      </w:r>
      <w:r>
        <w:tab/>
        <w:t>1.013e0</w:t>
      </w:r>
    </w:p>
    <w:p w14:paraId="1EE51C62" w14:textId="77777777" w:rsidR="006D4449" w:rsidRDefault="006D4449" w:rsidP="006D4449">
      <w:r>
        <w:t>482.2091</w:t>
      </w:r>
      <w:r>
        <w:tab/>
        <w:t>4.051e0</w:t>
      </w:r>
    </w:p>
    <w:p w14:paraId="567E9A17" w14:textId="77777777" w:rsidR="006D4449" w:rsidRDefault="006D4449" w:rsidP="006D4449">
      <w:r>
        <w:lastRenderedPageBreak/>
        <w:t>482.2320</w:t>
      </w:r>
      <w:r>
        <w:tab/>
        <w:t>1.742e0</w:t>
      </w:r>
    </w:p>
    <w:p w14:paraId="51EA50ED" w14:textId="77777777" w:rsidR="006D4449" w:rsidRDefault="006D4449" w:rsidP="006D4449">
      <w:r>
        <w:t>482.2969</w:t>
      </w:r>
      <w:r>
        <w:tab/>
        <w:t>1.762e0</w:t>
      </w:r>
    </w:p>
    <w:p w14:paraId="252F7582" w14:textId="77777777" w:rsidR="006D4449" w:rsidRDefault="006D4449" w:rsidP="006D4449">
      <w:r>
        <w:t>482.3088</w:t>
      </w:r>
      <w:r>
        <w:tab/>
        <w:t>1.325e0</w:t>
      </w:r>
    </w:p>
    <w:p w14:paraId="28BBB4CD" w14:textId="77777777" w:rsidR="006D4449" w:rsidRDefault="006D4449" w:rsidP="006D4449">
      <w:r>
        <w:t>482.3102</w:t>
      </w:r>
      <w:r>
        <w:tab/>
        <w:t>6.141e0</w:t>
      </w:r>
    </w:p>
    <w:p w14:paraId="4413D545" w14:textId="77777777" w:rsidR="006D4449" w:rsidRDefault="006D4449" w:rsidP="006D4449">
      <w:r>
        <w:t>482.3166</w:t>
      </w:r>
      <w:r>
        <w:tab/>
        <w:t>3.515e0</w:t>
      </w:r>
    </w:p>
    <w:p w14:paraId="47E985C4" w14:textId="77777777" w:rsidR="006D4449" w:rsidRDefault="006D4449" w:rsidP="006D4449">
      <w:r>
        <w:t>482.3993</w:t>
      </w:r>
      <w:r>
        <w:tab/>
        <w:t>4.051e0</w:t>
      </w:r>
    </w:p>
    <w:p w14:paraId="64BD97E7" w14:textId="77777777" w:rsidR="006D4449" w:rsidRDefault="006D4449" w:rsidP="006D4449">
      <w:r>
        <w:t>482.4067</w:t>
      </w:r>
      <w:r>
        <w:tab/>
        <w:t>4.051e0</w:t>
      </w:r>
    </w:p>
    <w:p w14:paraId="587961BE" w14:textId="77777777" w:rsidR="006D4449" w:rsidRDefault="006D4449" w:rsidP="006D4449">
      <w:r>
        <w:t>482.4098</w:t>
      </w:r>
      <w:r>
        <w:tab/>
        <w:t>4.111e0</w:t>
      </w:r>
    </w:p>
    <w:p w14:paraId="43A79449" w14:textId="77777777" w:rsidR="006D4449" w:rsidRDefault="006D4449" w:rsidP="006D4449">
      <w:r>
        <w:t>482.4118</w:t>
      </w:r>
      <w:r>
        <w:tab/>
        <w:t>1.209e1</w:t>
      </w:r>
    </w:p>
    <w:p w14:paraId="0EF07B55" w14:textId="77777777" w:rsidR="006D4449" w:rsidRDefault="006D4449" w:rsidP="006D4449">
      <w:r>
        <w:t>482.4610</w:t>
      </w:r>
      <w:r>
        <w:tab/>
        <w:t>1.013e0</w:t>
      </w:r>
    </w:p>
    <w:p w14:paraId="3AB811F1" w14:textId="77777777" w:rsidR="006D4449" w:rsidRDefault="006D4449" w:rsidP="006D4449">
      <w:r>
        <w:t>482.5135</w:t>
      </w:r>
      <w:r>
        <w:tab/>
        <w:t>2.025e0</w:t>
      </w:r>
    </w:p>
    <w:p w14:paraId="42952EE1" w14:textId="77777777" w:rsidR="006D4449" w:rsidRDefault="006D4449" w:rsidP="006D4449">
      <w:r>
        <w:t>482.5681</w:t>
      </w:r>
      <w:r>
        <w:tab/>
        <w:t>1.013e0</w:t>
      </w:r>
    </w:p>
    <w:p w14:paraId="70344FE4" w14:textId="77777777" w:rsidR="006D4449" w:rsidRDefault="006D4449" w:rsidP="006D4449">
      <w:r>
        <w:t>482.6122</w:t>
      </w:r>
      <w:r>
        <w:tab/>
        <w:t>2.025e0</w:t>
      </w:r>
    </w:p>
    <w:p w14:paraId="21E9DC16" w14:textId="77777777" w:rsidR="006D4449" w:rsidRDefault="006D4449" w:rsidP="006D4449">
      <w:r>
        <w:t>482.6521</w:t>
      </w:r>
      <w:r>
        <w:tab/>
        <w:t>1.013e0</w:t>
      </w:r>
    </w:p>
    <w:p w14:paraId="23ACEE04" w14:textId="77777777" w:rsidR="006D4449" w:rsidRDefault="006D4449" w:rsidP="006D4449">
      <w:r>
        <w:t>482.6732</w:t>
      </w:r>
      <w:r>
        <w:tab/>
        <w:t>2.025e0</w:t>
      </w:r>
    </w:p>
    <w:p w14:paraId="3C33E7DE" w14:textId="77777777" w:rsidR="006D4449" w:rsidRDefault="006D4449" w:rsidP="006D4449">
      <w:r>
        <w:t>482.6750</w:t>
      </w:r>
      <w:r>
        <w:tab/>
        <w:t>1.013e0</w:t>
      </w:r>
    </w:p>
    <w:p w14:paraId="2E531660" w14:textId="77777777" w:rsidR="006D4449" w:rsidRDefault="006D4449" w:rsidP="006D4449">
      <w:r>
        <w:t>482.6877</w:t>
      </w:r>
      <w:r>
        <w:tab/>
        <w:t>1.013e0</w:t>
      </w:r>
    </w:p>
    <w:p w14:paraId="448E3BD7" w14:textId="77777777" w:rsidR="006D4449" w:rsidRDefault="006D4449" w:rsidP="006D4449">
      <w:r>
        <w:t>482.7442</w:t>
      </w:r>
      <w:r>
        <w:tab/>
        <w:t>2.025e0</w:t>
      </w:r>
    </w:p>
    <w:p w14:paraId="1F9A6E37" w14:textId="77777777" w:rsidR="006D4449" w:rsidRDefault="006D4449" w:rsidP="006D4449">
      <w:r>
        <w:t>482.8041</w:t>
      </w:r>
      <w:r>
        <w:tab/>
        <w:t>3.038e0</w:t>
      </w:r>
    </w:p>
    <w:p w14:paraId="0282F5EC" w14:textId="77777777" w:rsidR="006D4449" w:rsidRDefault="006D4449" w:rsidP="006D4449">
      <w:r>
        <w:lastRenderedPageBreak/>
        <w:t>482.8070</w:t>
      </w:r>
      <w:r>
        <w:tab/>
        <w:t>2.025e0</w:t>
      </w:r>
    </w:p>
    <w:p w14:paraId="75210C37" w14:textId="77777777" w:rsidR="006D4449" w:rsidRDefault="006D4449" w:rsidP="006D4449">
      <w:r>
        <w:t>482.8369</w:t>
      </w:r>
      <w:r>
        <w:tab/>
        <w:t>1.013e0</w:t>
      </w:r>
    </w:p>
    <w:p w14:paraId="0FDE7DA4" w14:textId="77777777" w:rsidR="006D4449" w:rsidRDefault="006D4449" w:rsidP="006D4449">
      <w:r>
        <w:t>482.8390</w:t>
      </w:r>
      <w:r>
        <w:tab/>
        <w:t>1.013e0</w:t>
      </w:r>
    </w:p>
    <w:p w14:paraId="6586B718" w14:textId="77777777" w:rsidR="006D4449" w:rsidRDefault="006D4449" w:rsidP="006D4449">
      <w:r>
        <w:t>482.8573</w:t>
      </w:r>
      <w:r>
        <w:tab/>
        <w:t>3.038e0</w:t>
      </w:r>
    </w:p>
    <w:p w14:paraId="7C2B0E99" w14:textId="77777777" w:rsidR="006D4449" w:rsidRDefault="006D4449" w:rsidP="006D4449">
      <w:r>
        <w:t>482.8692</w:t>
      </w:r>
      <w:r>
        <w:tab/>
        <w:t>1.013e0</w:t>
      </w:r>
    </w:p>
    <w:p w14:paraId="1ADBFF97" w14:textId="77777777" w:rsidR="006D4449" w:rsidRDefault="006D4449" w:rsidP="006D4449">
      <w:r>
        <w:t>482.8843</w:t>
      </w:r>
      <w:r>
        <w:tab/>
        <w:t>2.025e0</w:t>
      </w:r>
    </w:p>
    <w:p w14:paraId="04E90F03" w14:textId="77777777" w:rsidR="006D4449" w:rsidRDefault="006D4449" w:rsidP="006D4449">
      <w:r>
        <w:t>482.9120</w:t>
      </w:r>
      <w:r>
        <w:tab/>
        <w:t>2.970e0</w:t>
      </w:r>
    </w:p>
    <w:p w14:paraId="7BF1A0AE" w14:textId="77777777" w:rsidR="006D4449" w:rsidRDefault="006D4449" w:rsidP="006D4449">
      <w:r>
        <w:t>482.9273</w:t>
      </w:r>
      <w:r>
        <w:tab/>
        <w:t>1.013e0</w:t>
      </w:r>
    </w:p>
    <w:p w14:paraId="7FAE350F" w14:textId="77777777" w:rsidR="006D4449" w:rsidRDefault="006D4449" w:rsidP="006D4449">
      <w:r>
        <w:t>482.9294</w:t>
      </w:r>
      <w:r>
        <w:tab/>
        <w:t>2.512e0</w:t>
      </w:r>
    </w:p>
    <w:p w14:paraId="59367869" w14:textId="77777777" w:rsidR="006D4449" w:rsidRDefault="006D4449" w:rsidP="006D4449">
      <w:r>
        <w:t>482.9675</w:t>
      </w:r>
      <w:r>
        <w:tab/>
        <w:t>2.025e0</w:t>
      </w:r>
    </w:p>
    <w:p w14:paraId="19B626A5" w14:textId="77777777" w:rsidR="006D4449" w:rsidRDefault="006D4449" w:rsidP="006D4449">
      <w:r>
        <w:t>482.9902</w:t>
      </w:r>
      <w:r>
        <w:tab/>
        <w:t>1.013e0</w:t>
      </w:r>
    </w:p>
    <w:p w14:paraId="7BF53AE4" w14:textId="77777777" w:rsidR="006D4449" w:rsidRDefault="006D4449" w:rsidP="006D4449">
      <w:r>
        <w:t>483.0014</w:t>
      </w:r>
      <w:r>
        <w:tab/>
        <w:t>3.038e0</w:t>
      </w:r>
    </w:p>
    <w:p w14:paraId="09E12A74" w14:textId="77777777" w:rsidR="006D4449" w:rsidRDefault="006D4449" w:rsidP="006D4449">
      <w:r>
        <w:t>483.0197</w:t>
      </w:r>
      <w:r>
        <w:tab/>
        <w:t>1.013e0</w:t>
      </w:r>
    </w:p>
    <w:p w14:paraId="1E264DBA" w14:textId="77777777" w:rsidR="006D4449" w:rsidRDefault="006D4449" w:rsidP="006D4449">
      <w:r>
        <w:t>483.0596</w:t>
      </w:r>
      <w:r>
        <w:tab/>
        <w:t>2.025e0</w:t>
      </w:r>
    </w:p>
    <w:p w14:paraId="3E80AB24" w14:textId="77777777" w:rsidR="006D4449" w:rsidRDefault="006D4449" w:rsidP="006D4449">
      <w:r>
        <w:t>483.0743</w:t>
      </w:r>
      <w:r>
        <w:tab/>
        <w:t>1.013e0</w:t>
      </w:r>
    </w:p>
    <w:p w14:paraId="6932645C" w14:textId="77777777" w:rsidR="006D4449" w:rsidRDefault="006D4449" w:rsidP="006D4449">
      <w:r>
        <w:t>483.0980</w:t>
      </w:r>
      <w:r>
        <w:tab/>
        <w:t>1.013e0</w:t>
      </w:r>
    </w:p>
    <w:p w14:paraId="4D4106EC" w14:textId="77777777" w:rsidR="006D4449" w:rsidRDefault="006D4449" w:rsidP="006D4449">
      <w:r>
        <w:t>483.1143</w:t>
      </w:r>
      <w:r>
        <w:tab/>
        <w:t>2.025e0</w:t>
      </w:r>
    </w:p>
    <w:p w14:paraId="52B35BFB" w14:textId="77777777" w:rsidR="006D4449" w:rsidRDefault="006D4449" w:rsidP="006D4449">
      <w:r>
        <w:t>483.1163</w:t>
      </w:r>
      <w:r>
        <w:tab/>
        <w:t>1.013e0</w:t>
      </w:r>
    </w:p>
    <w:p w14:paraId="45DC9AA1" w14:textId="77777777" w:rsidR="006D4449" w:rsidRDefault="006D4449" w:rsidP="006D4449">
      <w:r>
        <w:t>483.1538</w:t>
      </w:r>
      <w:r>
        <w:tab/>
        <w:t>1.013e0</w:t>
      </w:r>
    </w:p>
    <w:p w14:paraId="3B24E24A" w14:textId="77777777" w:rsidR="006D4449" w:rsidRDefault="006D4449" w:rsidP="006D4449">
      <w:r>
        <w:lastRenderedPageBreak/>
        <w:t>483.1563</w:t>
      </w:r>
      <w:r>
        <w:tab/>
        <w:t>2.025e0</w:t>
      </w:r>
    </w:p>
    <w:p w14:paraId="1109F585" w14:textId="77777777" w:rsidR="006D4449" w:rsidRDefault="006D4449" w:rsidP="006D4449">
      <w:r>
        <w:t>483.1775</w:t>
      </w:r>
      <w:r>
        <w:tab/>
        <w:t>1.013e0</w:t>
      </w:r>
    </w:p>
    <w:p w14:paraId="461CB17A" w14:textId="77777777" w:rsidR="006D4449" w:rsidRDefault="006D4449" w:rsidP="006D4449">
      <w:r>
        <w:t>483.1835</w:t>
      </w:r>
      <w:r>
        <w:tab/>
        <w:t>4.051e0</w:t>
      </w:r>
    </w:p>
    <w:p w14:paraId="55D17E12" w14:textId="77777777" w:rsidR="006D4449" w:rsidRDefault="006D4449" w:rsidP="006D4449">
      <w:r>
        <w:t>483.2118</w:t>
      </w:r>
      <w:r>
        <w:tab/>
        <w:t>1.013e0</w:t>
      </w:r>
    </w:p>
    <w:p w14:paraId="60DE4FD4" w14:textId="77777777" w:rsidR="006D4449" w:rsidRDefault="006D4449" w:rsidP="006D4449">
      <w:r>
        <w:t>483.2291</w:t>
      </w:r>
      <w:r>
        <w:tab/>
        <w:t>1.599e0</w:t>
      </w:r>
    </w:p>
    <w:p w14:paraId="4BA9694F" w14:textId="77777777" w:rsidR="006D4449" w:rsidRDefault="006D4449" w:rsidP="006D4449">
      <w:r>
        <w:t>483.2491</w:t>
      </w:r>
      <w:r>
        <w:tab/>
        <w:t>1.519e0</w:t>
      </w:r>
    </w:p>
    <w:p w14:paraId="3D39C7C0" w14:textId="77777777" w:rsidR="006D4449" w:rsidRDefault="006D4449" w:rsidP="006D4449">
      <w:r>
        <w:t>483.2824</w:t>
      </w:r>
      <w:r>
        <w:tab/>
        <w:t>1.412e0</w:t>
      </w:r>
    </w:p>
    <w:p w14:paraId="6CB0F899" w14:textId="77777777" w:rsidR="006D4449" w:rsidRDefault="006D4449" w:rsidP="006D4449">
      <w:r>
        <w:t>483.3051</w:t>
      </w:r>
      <w:r>
        <w:tab/>
        <w:t>2.100e0</w:t>
      </w:r>
    </w:p>
    <w:p w14:paraId="5C3DFC58" w14:textId="77777777" w:rsidR="006D4449" w:rsidRDefault="006D4449" w:rsidP="006D4449">
      <w:r>
        <w:t>483.3204</w:t>
      </w:r>
      <w:r>
        <w:tab/>
        <w:t>1.041e0</w:t>
      </w:r>
    </w:p>
    <w:p w14:paraId="51069210" w14:textId="77777777" w:rsidR="006D4449" w:rsidRDefault="006D4449" w:rsidP="006D4449">
      <w:r>
        <w:t>483.3290</w:t>
      </w:r>
      <w:r>
        <w:tab/>
        <w:t>1.889e0</w:t>
      </w:r>
    </w:p>
    <w:p w14:paraId="041E3E57" w14:textId="77777777" w:rsidR="006D4449" w:rsidRDefault="006D4449" w:rsidP="006D4449">
      <w:r>
        <w:t>483.3364</w:t>
      </w:r>
      <w:r>
        <w:tab/>
        <w:t>3.108e0</w:t>
      </w:r>
    </w:p>
    <w:p w14:paraId="174A50DF" w14:textId="77777777" w:rsidR="006D4449" w:rsidRDefault="006D4449" w:rsidP="006D4449">
      <w:r>
        <w:t>483.3705</w:t>
      </w:r>
      <w:r>
        <w:tab/>
        <w:t>2.025e0</w:t>
      </w:r>
    </w:p>
    <w:p w14:paraId="190D3682" w14:textId="77777777" w:rsidR="006D4449" w:rsidRDefault="006D4449" w:rsidP="006D4449">
      <w:r>
        <w:t>483.4000</w:t>
      </w:r>
      <w:r>
        <w:tab/>
        <w:t>2.025e0</w:t>
      </w:r>
    </w:p>
    <w:p w14:paraId="2AF0D53F" w14:textId="77777777" w:rsidR="006D4449" w:rsidRDefault="006D4449" w:rsidP="006D4449">
      <w:r>
        <w:t>483.4031</w:t>
      </w:r>
      <w:r>
        <w:tab/>
        <w:t>5.063e0</w:t>
      </w:r>
    </w:p>
    <w:p w14:paraId="74319851" w14:textId="77777777" w:rsidR="006D4449" w:rsidRDefault="006D4449" w:rsidP="006D4449">
      <w:r>
        <w:t>483.4131</w:t>
      </w:r>
      <w:r>
        <w:tab/>
        <w:t>2.025e0</w:t>
      </w:r>
    </w:p>
    <w:p w14:paraId="2DAD51BD" w14:textId="77777777" w:rsidR="006D4449" w:rsidRDefault="006D4449" w:rsidP="006D4449">
      <w:r>
        <w:t>483.4274</w:t>
      </w:r>
      <w:r>
        <w:tab/>
        <w:t>1.013e0</w:t>
      </w:r>
    </w:p>
    <w:p w14:paraId="6D25924E" w14:textId="77777777" w:rsidR="006D4449" w:rsidRDefault="006D4449" w:rsidP="006D4449">
      <w:r>
        <w:t>483.4405</w:t>
      </w:r>
      <w:r>
        <w:tab/>
        <w:t>3.038e0</w:t>
      </w:r>
    </w:p>
    <w:p w14:paraId="556AA196" w14:textId="77777777" w:rsidR="006D4449" w:rsidRDefault="006D4449" w:rsidP="006D4449">
      <w:r>
        <w:t>483.4465</w:t>
      </w:r>
      <w:r>
        <w:tab/>
        <w:t>2.025e0</w:t>
      </w:r>
    </w:p>
    <w:p w14:paraId="76C5DD04" w14:textId="77777777" w:rsidR="006D4449" w:rsidRDefault="006D4449" w:rsidP="006D4449">
      <w:r>
        <w:t>483.4801</w:t>
      </w:r>
      <w:r>
        <w:tab/>
        <w:t>3.038e0</w:t>
      </w:r>
    </w:p>
    <w:p w14:paraId="1FBCE761" w14:textId="77777777" w:rsidR="006D4449" w:rsidRDefault="006D4449" w:rsidP="006D4449">
      <w:r>
        <w:lastRenderedPageBreak/>
        <w:t>483.5054</w:t>
      </w:r>
      <w:r>
        <w:tab/>
        <w:t>3.038e0</w:t>
      </w:r>
    </w:p>
    <w:p w14:paraId="2D0530B5" w14:textId="77777777" w:rsidR="006D4449" w:rsidRDefault="006D4449" w:rsidP="006D4449">
      <w:r>
        <w:t>483.5128</w:t>
      </w:r>
      <w:r>
        <w:tab/>
        <w:t>3.038e0</w:t>
      </w:r>
    </w:p>
    <w:p w14:paraId="3B2A59A2" w14:textId="77777777" w:rsidR="006D4449" w:rsidRDefault="006D4449" w:rsidP="006D4449">
      <w:r>
        <w:t>483.5368</w:t>
      </w:r>
      <w:r>
        <w:tab/>
        <w:t>1.013e0</w:t>
      </w:r>
    </w:p>
    <w:p w14:paraId="62BD796F" w14:textId="77777777" w:rsidR="006D4449" w:rsidRDefault="006D4449" w:rsidP="006D4449">
      <w:r>
        <w:t>483.5565</w:t>
      </w:r>
      <w:r>
        <w:tab/>
        <w:t>1.013e0</w:t>
      </w:r>
    </w:p>
    <w:p w14:paraId="19E89282" w14:textId="77777777" w:rsidR="006D4449" w:rsidRDefault="006D4449" w:rsidP="006D4449">
      <w:r>
        <w:t>483.5705</w:t>
      </w:r>
      <w:r>
        <w:tab/>
        <w:t>1.013e0</w:t>
      </w:r>
    </w:p>
    <w:p w14:paraId="0A495062" w14:textId="77777777" w:rsidR="006D4449" w:rsidRDefault="006D4449" w:rsidP="006D4449">
      <w:r>
        <w:t>483.5984</w:t>
      </w:r>
      <w:r>
        <w:tab/>
        <w:t>1.013e0</w:t>
      </w:r>
    </w:p>
    <w:p w14:paraId="399D7A32" w14:textId="77777777" w:rsidR="006D4449" w:rsidRDefault="006D4449" w:rsidP="006D4449">
      <w:r>
        <w:t>483.6189</w:t>
      </w:r>
      <w:r>
        <w:tab/>
        <w:t>1.013e0</w:t>
      </w:r>
    </w:p>
    <w:p w14:paraId="6965ABA6" w14:textId="77777777" w:rsidR="006D4449" w:rsidRDefault="006D4449" w:rsidP="006D4449">
      <w:r>
        <w:t>483.6292</w:t>
      </w:r>
      <w:r>
        <w:tab/>
        <w:t>2.025e0</w:t>
      </w:r>
    </w:p>
    <w:p w14:paraId="7C76F730" w14:textId="77777777" w:rsidR="006D4449" w:rsidRDefault="006D4449" w:rsidP="006D4449">
      <w:r>
        <w:t>483.6462</w:t>
      </w:r>
      <w:r>
        <w:tab/>
        <w:t>1.013e0</w:t>
      </w:r>
    </w:p>
    <w:p w14:paraId="7AF5DE40" w14:textId="77777777" w:rsidR="006D4449" w:rsidRDefault="006D4449" w:rsidP="006D4449">
      <w:r>
        <w:t>483.6630</w:t>
      </w:r>
      <w:r>
        <w:tab/>
        <w:t>1.013e0</w:t>
      </w:r>
    </w:p>
    <w:p w14:paraId="455C3A28" w14:textId="77777777" w:rsidR="006D4449" w:rsidRDefault="006D4449" w:rsidP="006D4449">
      <w:r>
        <w:t>483.6672</w:t>
      </w:r>
      <w:r>
        <w:tab/>
        <w:t>2.503e0</w:t>
      </w:r>
    </w:p>
    <w:p w14:paraId="7E2FE293" w14:textId="77777777" w:rsidR="006D4449" w:rsidRDefault="006D4449" w:rsidP="006D4449">
      <w:r>
        <w:t>483.6907</w:t>
      </w:r>
      <w:r>
        <w:tab/>
        <w:t>1.013e0</w:t>
      </w:r>
    </w:p>
    <w:p w14:paraId="0E141DA3" w14:textId="77777777" w:rsidR="006D4449" w:rsidRDefault="006D4449" w:rsidP="006D4449">
      <w:r>
        <w:t>483.6928</w:t>
      </w:r>
      <w:r>
        <w:tab/>
        <w:t>1.013e0</w:t>
      </w:r>
    </w:p>
    <w:p w14:paraId="34C1AFFC" w14:textId="77777777" w:rsidR="006D4449" w:rsidRDefault="006D4449" w:rsidP="006D4449">
      <w:r>
        <w:t>483.7219</w:t>
      </w:r>
      <w:r>
        <w:tab/>
        <w:t>1.013e0</w:t>
      </w:r>
    </w:p>
    <w:p w14:paraId="0589321D" w14:textId="77777777" w:rsidR="006D4449" w:rsidRDefault="006D4449" w:rsidP="006D4449">
      <w:r>
        <w:t>483.7367</w:t>
      </w:r>
      <w:r>
        <w:tab/>
        <w:t>1.013e0</w:t>
      </w:r>
    </w:p>
    <w:p w14:paraId="7B5434A9" w14:textId="77777777" w:rsidR="006D4449" w:rsidRDefault="006D4449" w:rsidP="006D4449">
      <w:r>
        <w:t>483.7472</w:t>
      </w:r>
      <w:r>
        <w:tab/>
        <w:t>1.013e0</w:t>
      </w:r>
    </w:p>
    <w:p w14:paraId="68752516" w14:textId="77777777" w:rsidR="006D4449" w:rsidRDefault="006D4449" w:rsidP="006D4449">
      <w:r>
        <w:t>483.7884</w:t>
      </w:r>
      <w:r>
        <w:tab/>
        <w:t>1.013e0</w:t>
      </w:r>
    </w:p>
    <w:p w14:paraId="711CBA32" w14:textId="77777777" w:rsidR="006D4449" w:rsidRDefault="006D4449" w:rsidP="006D4449">
      <w:r>
        <w:t>483.8088</w:t>
      </w:r>
      <w:r>
        <w:tab/>
        <w:t>1.013e0</w:t>
      </w:r>
    </w:p>
    <w:p w14:paraId="761FFE02" w14:textId="77777777" w:rsidR="006D4449" w:rsidRDefault="006D4449" w:rsidP="006D4449">
      <w:r>
        <w:t>483.8574</w:t>
      </w:r>
      <w:r>
        <w:tab/>
        <w:t>2.025e0</w:t>
      </w:r>
    </w:p>
    <w:p w14:paraId="446077A8" w14:textId="77777777" w:rsidR="006D4449" w:rsidRDefault="006D4449" w:rsidP="006D4449">
      <w:r>
        <w:lastRenderedPageBreak/>
        <w:t>483.8636</w:t>
      </w:r>
      <w:r>
        <w:tab/>
        <w:t>2.025e0</w:t>
      </w:r>
    </w:p>
    <w:p w14:paraId="43DB3548" w14:textId="77777777" w:rsidR="006D4449" w:rsidRDefault="006D4449" w:rsidP="006D4449">
      <w:r>
        <w:t>483.9194</w:t>
      </w:r>
      <w:r>
        <w:tab/>
        <w:t>2.025e0</w:t>
      </w:r>
    </w:p>
    <w:p w14:paraId="4B97EF69" w14:textId="77777777" w:rsidR="006D4449" w:rsidRDefault="006D4449" w:rsidP="006D4449">
      <w:r>
        <w:t>483.9284</w:t>
      </w:r>
      <w:r>
        <w:tab/>
        <w:t>4.051e0</w:t>
      </w:r>
    </w:p>
    <w:p w14:paraId="1EC86A56" w14:textId="77777777" w:rsidR="006D4449" w:rsidRDefault="006D4449" w:rsidP="006D4449">
      <w:r>
        <w:t>483.9324</w:t>
      </w:r>
      <w:r>
        <w:tab/>
        <w:t>1.013e0</w:t>
      </w:r>
    </w:p>
    <w:p w14:paraId="09A41AE5" w14:textId="77777777" w:rsidR="006D4449" w:rsidRDefault="006D4449" w:rsidP="006D4449">
      <w:r>
        <w:t>483.9472</w:t>
      </w:r>
      <w:r>
        <w:tab/>
        <w:t>2.025e0</w:t>
      </w:r>
    </w:p>
    <w:p w14:paraId="77A878C3" w14:textId="77777777" w:rsidR="006D4449" w:rsidRDefault="006D4449" w:rsidP="006D4449">
      <w:r>
        <w:t>483.9660</w:t>
      </w:r>
      <w:r>
        <w:tab/>
        <w:t>1.013e0</w:t>
      </w:r>
    </w:p>
    <w:p w14:paraId="152DCC2D" w14:textId="77777777" w:rsidR="006D4449" w:rsidRDefault="006D4449" w:rsidP="006D4449">
      <w:r>
        <w:t>483.9761</w:t>
      </w:r>
      <w:r>
        <w:tab/>
        <w:t>2.025e0</w:t>
      </w:r>
    </w:p>
    <w:p w14:paraId="18FE8D3A" w14:textId="77777777" w:rsidR="006D4449" w:rsidRDefault="006D4449" w:rsidP="006D4449">
      <w:r>
        <w:t>484.0064</w:t>
      </w:r>
      <w:r>
        <w:tab/>
        <w:t>2.025e0</w:t>
      </w:r>
    </w:p>
    <w:p w14:paraId="787CAA5B" w14:textId="77777777" w:rsidR="006D4449" w:rsidRDefault="006D4449" w:rsidP="006D4449">
      <w:r>
        <w:t>484.0448</w:t>
      </w:r>
      <w:r>
        <w:tab/>
        <w:t>2.025e0</w:t>
      </w:r>
    </w:p>
    <w:p w14:paraId="61A05F6A" w14:textId="77777777" w:rsidR="006D4449" w:rsidRDefault="006D4449" w:rsidP="006D4449">
      <w:r>
        <w:t>484.0566</w:t>
      </w:r>
      <w:r>
        <w:tab/>
        <w:t>1.013e0</w:t>
      </w:r>
    </w:p>
    <w:p w14:paraId="6079572C" w14:textId="77777777" w:rsidR="006D4449" w:rsidRDefault="006D4449" w:rsidP="006D4449">
      <w:r>
        <w:t>484.0671</w:t>
      </w:r>
      <w:r>
        <w:tab/>
        <w:t>1.013e0</w:t>
      </w:r>
    </w:p>
    <w:p w14:paraId="2A1221E1" w14:textId="77777777" w:rsidR="006D4449" w:rsidRDefault="006D4449" w:rsidP="006D4449">
      <w:r>
        <w:t>484.0956</w:t>
      </w:r>
      <w:r>
        <w:tab/>
        <w:t>1.013e0</w:t>
      </w:r>
    </w:p>
    <w:p w14:paraId="14AA87FD" w14:textId="77777777" w:rsidR="006D4449" w:rsidRDefault="006D4449" w:rsidP="006D4449">
      <w:r>
        <w:t>484.1329</w:t>
      </w:r>
      <w:r>
        <w:tab/>
        <w:t>2.025e0</w:t>
      </w:r>
    </w:p>
    <w:p w14:paraId="6D2FA0D1" w14:textId="77777777" w:rsidR="006D4449" w:rsidRDefault="006D4449" w:rsidP="006D4449">
      <w:r>
        <w:t>484.1682</w:t>
      </w:r>
      <w:r>
        <w:tab/>
        <w:t>2.025e0</w:t>
      </w:r>
    </w:p>
    <w:p w14:paraId="57395CB3" w14:textId="77777777" w:rsidR="006D4449" w:rsidRDefault="006D4449" w:rsidP="006D4449">
      <w:r>
        <w:t>484.1718</w:t>
      </w:r>
      <w:r>
        <w:tab/>
        <w:t>1.013e0</w:t>
      </w:r>
    </w:p>
    <w:p w14:paraId="4EA612B9" w14:textId="77777777" w:rsidR="006D4449" w:rsidRDefault="006D4449" w:rsidP="006D4449">
      <w:r>
        <w:t>484.2114</w:t>
      </w:r>
      <w:r>
        <w:tab/>
        <w:t>1.013e0</w:t>
      </w:r>
    </w:p>
    <w:p w14:paraId="542918ED" w14:textId="77777777" w:rsidR="006D4449" w:rsidRDefault="006D4449" w:rsidP="006D4449">
      <w:r>
        <w:t>484.2277</w:t>
      </w:r>
      <w:r>
        <w:tab/>
        <w:t>1.013e0</w:t>
      </w:r>
    </w:p>
    <w:p w14:paraId="47AE0E25" w14:textId="77777777" w:rsidR="006D4449" w:rsidRDefault="006D4449" w:rsidP="006D4449">
      <w:r>
        <w:t>484.2328</w:t>
      </w:r>
      <w:r>
        <w:tab/>
        <w:t>4.314e0</w:t>
      </w:r>
    </w:p>
    <w:p w14:paraId="7B61774E" w14:textId="77777777" w:rsidR="006D4449" w:rsidRDefault="006D4449" w:rsidP="006D4449">
      <w:r>
        <w:t>484.2475</w:t>
      </w:r>
      <w:r>
        <w:tab/>
        <w:t>4.030e0</w:t>
      </w:r>
    </w:p>
    <w:p w14:paraId="652AF1AE" w14:textId="77777777" w:rsidR="006D4449" w:rsidRDefault="006D4449" w:rsidP="006D4449">
      <w:r>
        <w:lastRenderedPageBreak/>
        <w:t>484.2611</w:t>
      </w:r>
      <w:r>
        <w:tab/>
        <w:t>1.387e0</w:t>
      </w:r>
    </w:p>
    <w:p w14:paraId="3B869447" w14:textId="77777777" w:rsidR="006D4449" w:rsidRDefault="006D4449" w:rsidP="006D4449">
      <w:r>
        <w:t>484.2850</w:t>
      </w:r>
      <w:r>
        <w:tab/>
        <w:t>4.869e0</w:t>
      </w:r>
    </w:p>
    <w:p w14:paraId="34F32922" w14:textId="77777777" w:rsidR="006D4449" w:rsidRDefault="006D4449" w:rsidP="006D4449">
      <w:r>
        <w:t>484.2906</w:t>
      </w:r>
      <w:r>
        <w:tab/>
        <w:t>7.677e0</w:t>
      </w:r>
    </w:p>
    <w:p w14:paraId="6F7DBFCF" w14:textId="77777777" w:rsidR="006D4449" w:rsidRDefault="006D4449" w:rsidP="006D4449">
      <w:r>
        <w:t>484.3034</w:t>
      </w:r>
      <w:r>
        <w:tab/>
        <w:t>1.098e0</w:t>
      </w:r>
    </w:p>
    <w:p w14:paraId="46346CD2" w14:textId="77777777" w:rsidR="006D4449" w:rsidRDefault="006D4449" w:rsidP="006D4449">
      <w:r>
        <w:t>484.3587</w:t>
      </w:r>
      <w:r>
        <w:tab/>
        <w:t>1.983e0</w:t>
      </w:r>
    </w:p>
    <w:p w14:paraId="643FA19C" w14:textId="77777777" w:rsidR="006D4449" w:rsidRDefault="006D4449" w:rsidP="006D4449">
      <w:r>
        <w:t>484.3690</w:t>
      </w:r>
      <w:r>
        <w:tab/>
        <w:t>4.884e0</w:t>
      </w:r>
    </w:p>
    <w:p w14:paraId="7827B808" w14:textId="77777777" w:rsidR="006D4449" w:rsidRDefault="006D4449" w:rsidP="006D4449">
      <w:r>
        <w:t>484.3908</w:t>
      </w:r>
      <w:r>
        <w:tab/>
        <w:t>3.038e0</w:t>
      </w:r>
    </w:p>
    <w:p w14:paraId="26CC0D5C" w14:textId="77777777" w:rsidR="006D4449" w:rsidRDefault="006D4449" w:rsidP="006D4449">
      <w:r>
        <w:t>484.4027</w:t>
      </w:r>
      <w:r>
        <w:tab/>
        <w:t>4.051e0</w:t>
      </w:r>
    </w:p>
    <w:p w14:paraId="7D293F09" w14:textId="77777777" w:rsidR="006D4449" w:rsidRDefault="006D4449" w:rsidP="006D4449">
      <w:r>
        <w:t>484.4218</w:t>
      </w:r>
      <w:r>
        <w:tab/>
        <w:t>2.025e0</w:t>
      </w:r>
    </w:p>
    <w:p w14:paraId="32643A73" w14:textId="77777777" w:rsidR="006D4449" w:rsidRDefault="006D4449" w:rsidP="006D4449">
      <w:r>
        <w:t>484.4589</w:t>
      </w:r>
      <w:r>
        <w:tab/>
        <w:t>2.025e0</w:t>
      </w:r>
    </w:p>
    <w:p w14:paraId="4A23231F" w14:textId="77777777" w:rsidR="006D4449" w:rsidRDefault="006D4449" w:rsidP="006D4449">
      <w:r>
        <w:t>484.4766</w:t>
      </w:r>
      <w:r>
        <w:tab/>
        <w:t>1.013e0</w:t>
      </w:r>
    </w:p>
    <w:p w14:paraId="410731D5" w14:textId="77777777" w:rsidR="006D4449" w:rsidRDefault="006D4449" w:rsidP="006D4449">
      <w:r>
        <w:t>484.5621</w:t>
      </w:r>
      <w:r>
        <w:tab/>
        <w:t>1.013e0</w:t>
      </w:r>
    </w:p>
    <w:p w14:paraId="4C0F7C7D" w14:textId="77777777" w:rsidR="006D4449" w:rsidRDefault="006D4449" w:rsidP="006D4449">
      <w:r>
        <w:t>484.5691</w:t>
      </w:r>
      <w:r>
        <w:tab/>
        <w:t>1.013e0</w:t>
      </w:r>
    </w:p>
    <w:p w14:paraId="0927A586" w14:textId="77777777" w:rsidR="006D4449" w:rsidRDefault="006D4449" w:rsidP="006D4449">
      <w:r>
        <w:t>484.5895</w:t>
      </w:r>
      <w:r>
        <w:tab/>
        <w:t>1.013e0</w:t>
      </w:r>
    </w:p>
    <w:p w14:paraId="5105BE8D" w14:textId="77777777" w:rsidR="006D4449" w:rsidRDefault="006D4449" w:rsidP="006D4449">
      <w:r>
        <w:t>484.5979</w:t>
      </w:r>
      <w:r>
        <w:tab/>
        <w:t>1.013e0</w:t>
      </w:r>
    </w:p>
    <w:p w14:paraId="646BFBE4" w14:textId="77777777" w:rsidR="006D4449" w:rsidRDefault="006D4449" w:rsidP="006D4449">
      <w:r>
        <w:t>484.6401</w:t>
      </w:r>
      <w:r>
        <w:tab/>
        <w:t>1.013e0</w:t>
      </w:r>
    </w:p>
    <w:p w14:paraId="1DAB3D69" w14:textId="77777777" w:rsidR="006D4449" w:rsidRDefault="006D4449" w:rsidP="006D4449">
      <w:r>
        <w:t>484.6633</w:t>
      </w:r>
      <w:r>
        <w:tab/>
        <w:t>1.013e0</w:t>
      </w:r>
    </w:p>
    <w:p w14:paraId="4D5FA7FB" w14:textId="77777777" w:rsidR="006D4449" w:rsidRDefault="006D4449" w:rsidP="006D4449">
      <w:r>
        <w:t>484.6865</w:t>
      </w:r>
      <w:r>
        <w:tab/>
        <w:t>2.025e0</w:t>
      </w:r>
    </w:p>
    <w:p w14:paraId="69BC22EB" w14:textId="77777777" w:rsidR="006D4449" w:rsidRDefault="006D4449" w:rsidP="006D4449">
      <w:r>
        <w:t>484.7033</w:t>
      </w:r>
      <w:r>
        <w:tab/>
        <w:t>1.013e0</w:t>
      </w:r>
    </w:p>
    <w:p w14:paraId="7194904C" w14:textId="77777777" w:rsidR="006D4449" w:rsidRDefault="006D4449" w:rsidP="006D4449">
      <w:r>
        <w:lastRenderedPageBreak/>
        <w:t>484.7043</w:t>
      </w:r>
      <w:r>
        <w:tab/>
        <w:t>2.025e0</w:t>
      </w:r>
    </w:p>
    <w:p w14:paraId="6B70A845" w14:textId="77777777" w:rsidR="006D4449" w:rsidRDefault="006D4449" w:rsidP="006D4449">
      <w:r>
        <w:t>484.7497</w:t>
      </w:r>
      <w:r>
        <w:tab/>
        <w:t>1.013e0</w:t>
      </w:r>
    </w:p>
    <w:p w14:paraId="5BF45839" w14:textId="77777777" w:rsidR="006D4449" w:rsidRDefault="006D4449" w:rsidP="006D4449">
      <w:r>
        <w:t>484.8108</w:t>
      </w:r>
      <w:r>
        <w:tab/>
        <w:t>2.025e0</w:t>
      </w:r>
    </w:p>
    <w:p w14:paraId="47E977F8" w14:textId="77777777" w:rsidR="006D4449" w:rsidRDefault="006D4449" w:rsidP="006D4449">
      <w:r>
        <w:t>484.8193</w:t>
      </w:r>
      <w:r>
        <w:tab/>
        <w:t>2.025e0</w:t>
      </w:r>
    </w:p>
    <w:p w14:paraId="62AC4932" w14:textId="77777777" w:rsidR="006D4449" w:rsidRDefault="006D4449" w:rsidP="006D4449">
      <w:r>
        <w:t>484.8426</w:t>
      </w:r>
      <w:r>
        <w:tab/>
        <w:t>1.013e0</w:t>
      </w:r>
    </w:p>
    <w:p w14:paraId="0680F6C8" w14:textId="77777777" w:rsidR="006D4449" w:rsidRDefault="006D4449" w:rsidP="006D4449">
      <w:r>
        <w:t>484.8468</w:t>
      </w:r>
      <w:r>
        <w:tab/>
        <w:t>3.038e0</w:t>
      </w:r>
    </w:p>
    <w:p w14:paraId="1C88148D" w14:textId="77777777" w:rsidR="006D4449" w:rsidRDefault="006D4449" w:rsidP="006D4449">
      <w:r>
        <w:t>484.8611</w:t>
      </w:r>
      <w:r>
        <w:tab/>
        <w:t>1.013e0</w:t>
      </w:r>
    </w:p>
    <w:p w14:paraId="2B891A0C" w14:textId="77777777" w:rsidR="006D4449" w:rsidRDefault="006D4449" w:rsidP="006D4449">
      <w:r>
        <w:t>484.8682</w:t>
      </w:r>
      <w:r>
        <w:tab/>
        <w:t>2.025e0</w:t>
      </w:r>
    </w:p>
    <w:p w14:paraId="45B91A5F" w14:textId="77777777" w:rsidR="006D4449" w:rsidRDefault="006D4449" w:rsidP="006D4449">
      <w:r>
        <w:t>484.8706</w:t>
      </w:r>
      <w:r>
        <w:tab/>
        <w:t>4.051e0</w:t>
      </w:r>
    </w:p>
    <w:p w14:paraId="69358A72" w14:textId="77777777" w:rsidR="006D4449" w:rsidRDefault="006D4449" w:rsidP="006D4449">
      <w:r>
        <w:t>484.8795</w:t>
      </w:r>
      <w:r>
        <w:tab/>
        <w:t>1.013e0</w:t>
      </w:r>
    </w:p>
    <w:p w14:paraId="460D32BF" w14:textId="77777777" w:rsidR="006D4449" w:rsidRDefault="006D4449" w:rsidP="006D4449">
      <w:r>
        <w:t>484.9074</w:t>
      </w:r>
      <w:r>
        <w:tab/>
        <w:t>2.025e0</w:t>
      </w:r>
    </w:p>
    <w:p w14:paraId="0360A27B" w14:textId="77777777" w:rsidR="006D4449" w:rsidRDefault="006D4449" w:rsidP="006D4449">
      <w:r>
        <w:t>484.9169</w:t>
      </w:r>
      <w:r>
        <w:tab/>
        <w:t>1.013e0</w:t>
      </w:r>
    </w:p>
    <w:p w14:paraId="2D45FB09" w14:textId="77777777" w:rsidR="006D4449" w:rsidRDefault="006D4449" w:rsidP="006D4449">
      <w:r>
        <w:t>484.9557</w:t>
      </w:r>
      <w:r>
        <w:tab/>
        <w:t>1.013e0</w:t>
      </w:r>
    </w:p>
    <w:p w14:paraId="70BC6481" w14:textId="77777777" w:rsidR="006D4449" w:rsidRDefault="006D4449" w:rsidP="006D4449">
      <w:r>
        <w:t>484.9732</w:t>
      </w:r>
      <w:r>
        <w:tab/>
        <w:t>5.063e0</w:t>
      </w:r>
    </w:p>
    <w:p w14:paraId="066899B6" w14:textId="77777777" w:rsidR="006D4449" w:rsidRDefault="006D4449" w:rsidP="006D4449">
      <w:r>
        <w:t>484.9754</w:t>
      </w:r>
      <w:r>
        <w:tab/>
        <w:t>1.013e0</w:t>
      </w:r>
    </w:p>
    <w:p w14:paraId="75DD7D82" w14:textId="77777777" w:rsidR="006D4449" w:rsidRDefault="006D4449" w:rsidP="006D4449">
      <w:r>
        <w:t>485.0014</w:t>
      </w:r>
      <w:r>
        <w:tab/>
        <w:t>2.025e0</w:t>
      </w:r>
    </w:p>
    <w:p w14:paraId="4D24CC60" w14:textId="77777777" w:rsidR="006D4449" w:rsidRDefault="006D4449" w:rsidP="006D4449">
      <w:r>
        <w:t>485.0073</w:t>
      </w:r>
      <w:r>
        <w:tab/>
        <w:t>2.025e0</w:t>
      </w:r>
    </w:p>
    <w:p w14:paraId="17C16B4D" w14:textId="77777777" w:rsidR="006D4449" w:rsidRDefault="006D4449" w:rsidP="006D4449">
      <w:r>
        <w:t>485.0243</w:t>
      </w:r>
      <w:r>
        <w:tab/>
        <w:t>2.025e0</w:t>
      </w:r>
    </w:p>
    <w:p w14:paraId="723E1614" w14:textId="77777777" w:rsidR="006D4449" w:rsidRDefault="006D4449" w:rsidP="006D4449">
      <w:r>
        <w:t>485.0325</w:t>
      </w:r>
      <w:r>
        <w:tab/>
        <w:t>2.025e0</w:t>
      </w:r>
    </w:p>
    <w:p w14:paraId="52E1E471" w14:textId="77777777" w:rsidR="006D4449" w:rsidRDefault="006D4449" w:rsidP="006D4449">
      <w:r>
        <w:lastRenderedPageBreak/>
        <w:t>485.0487</w:t>
      </w:r>
      <w:r>
        <w:tab/>
        <w:t>2.025e0</w:t>
      </w:r>
    </w:p>
    <w:p w14:paraId="3F05A189" w14:textId="77777777" w:rsidR="006D4449" w:rsidRDefault="006D4449" w:rsidP="006D4449">
      <w:r>
        <w:t>485.0869</w:t>
      </w:r>
      <w:r>
        <w:tab/>
        <w:t>2.025e0</w:t>
      </w:r>
    </w:p>
    <w:p w14:paraId="5612E07B" w14:textId="77777777" w:rsidR="006D4449" w:rsidRDefault="006D4449" w:rsidP="006D4449">
      <w:r>
        <w:t>485.0898</w:t>
      </w:r>
      <w:r>
        <w:tab/>
        <w:t>3.038e0</w:t>
      </w:r>
    </w:p>
    <w:p w14:paraId="2D3AB51D" w14:textId="77777777" w:rsidR="006D4449" w:rsidRDefault="006D4449" w:rsidP="006D4449">
      <w:r>
        <w:t>485.0956</w:t>
      </w:r>
      <w:r>
        <w:tab/>
        <w:t>1.013e0</w:t>
      </w:r>
    </w:p>
    <w:p w14:paraId="4042D8A0" w14:textId="77777777" w:rsidR="006D4449" w:rsidRDefault="006D4449" w:rsidP="006D4449">
      <w:r>
        <w:t>485.1263</w:t>
      </w:r>
      <w:r>
        <w:tab/>
        <w:t>1.013e0</w:t>
      </w:r>
    </w:p>
    <w:p w14:paraId="5F7D49B7" w14:textId="77777777" w:rsidR="006D4449" w:rsidRDefault="006D4449" w:rsidP="006D4449">
      <w:r>
        <w:t>485.1837</w:t>
      </w:r>
      <w:r>
        <w:tab/>
        <w:t>6.076e0</w:t>
      </w:r>
    </w:p>
    <w:p w14:paraId="6481D848" w14:textId="77777777" w:rsidR="006D4449" w:rsidRDefault="006D4449" w:rsidP="006D4449">
      <w:r>
        <w:t>485.2643</w:t>
      </w:r>
      <w:r>
        <w:tab/>
        <w:t>1.662e0</w:t>
      </w:r>
    </w:p>
    <w:p w14:paraId="64532416" w14:textId="77777777" w:rsidR="006D4449" w:rsidRDefault="006D4449" w:rsidP="006D4449">
      <w:r>
        <w:t>485.2754</w:t>
      </w:r>
      <w:r>
        <w:tab/>
        <w:t>3.410e0</w:t>
      </w:r>
    </w:p>
    <w:p w14:paraId="649C4957" w14:textId="77777777" w:rsidR="006D4449" w:rsidRDefault="006D4449" w:rsidP="006D4449">
      <w:r>
        <w:t>485.2961</w:t>
      </w:r>
      <w:r>
        <w:tab/>
        <w:t>5.099e0</w:t>
      </w:r>
    </w:p>
    <w:p w14:paraId="5AB67747" w14:textId="77777777" w:rsidR="006D4449" w:rsidRDefault="006D4449" w:rsidP="006D4449">
      <w:r>
        <w:t>485.3064</w:t>
      </w:r>
      <w:r>
        <w:tab/>
        <w:t>4.212e0</w:t>
      </w:r>
    </w:p>
    <w:p w14:paraId="250AD57B" w14:textId="77777777" w:rsidR="006D4449" w:rsidRDefault="006D4449" w:rsidP="006D4449">
      <w:r>
        <w:t>485.3140</w:t>
      </w:r>
      <w:r>
        <w:tab/>
        <w:t>3.698e0</w:t>
      </w:r>
    </w:p>
    <w:p w14:paraId="2BAC9EBC" w14:textId="77777777" w:rsidR="006D4449" w:rsidRDefault="006D4449" w:rsidP="006D4449">
      <w:r>
        <w:t>485.3221</w:t>
      </w:r>
      <w:r>
        <w:tab/>
        <w:t>4.829e0</w:t>
      </w:r>
    </w:p>
    <w:p w14:paraId="18525DFA" w14:textId="77777777" w:rsidR="006D4449" w:rsidRDefault="006D4449" w:rsidP="006D4449">
      <w:r>
        <w:t>485.3736</w:t>
      </w:r>
      <w:r>
        <w:tab/>
        <w:t>1.013e0</w:t>
      </w:r>
    </w:p>
    <w:p w14:paraId="2AEC04D5" w14:textId="77777777" w:rsidR="006D4449" w:rsidRDefault="006D4449" w:rsidP="006D4449">
      <w:r>
        <w:t>485.3768</w:t>
      </w:r>
      <w:r>
        <w:tab/>
        <w:t>3.038e0</w:t>
      </w:r>
    </w:p>
    <w:p w14:paraId="3B821E05" w14:textId="77777777" w:rsidR="006D4449" w:rsidRDefault="006D4449" w:rsidP="006D4449">
      <w:r>
        <w:t>485.3783</w:t>
      </w:r>
      <w:r>
        <w:tab/>
        <w:t>2.025e0</w:t>
      </w:r>
    </w:p>
    <w:p w14:paraId="09C679F7" w14:textId="77777777" w:rsidR="006D4449" w:rsidRDefault="006D4449" w:rsidP="006D4449">
      <w:r>
        <w:t>485.3910</w:t>
      </w:r>
      <w:r>
        <w:tab/>
        <w:t>3.038e0</w:t>
      </w:r>
    </w:p>
    <w:p w14:paraId="1E41AB89" w14:textId="77777777" w:rsidR="006D4449" w:rsidRDefault="006D4449" w:rsidP="006D4449">
      <w:r>
        <w:t>485.4304</w:t>
      </w:r>
      <w:r>
        <w:tab/>
        <w:t>3.038e0</w:t>
      </w:r>
    </w:p>
    <w:p w14:paraId="585E6017" w14:textId="77777777" w:rsidR="006D4449" w:rsidRDefault="006D4449" w:rsidP="006D4449">
      <w:r>
        <w:t>485.4529</w:t>
      </w:r>
      <w:r>
        <w:tab/>
        <w:t>1.013e0</w:t>
      </w:r>
    </w:p>
    <w:p w14:paraId="37992A79" w14:textId="77777777" w:rsidR="006D4449" w:rsidRDefault="006D4449" w:rsidP="006D4449">
      <w:r>
        <w:t>485.4893</w:t>
      </w:r>
      <w:r>
        <w:tab/>
        <w:t>1.013e0</w:t>
      </w:r>
    </w:p>
    <w:p w14:paraId="09FF2ED0" w14:textId="77777777" w:rsidR="006D4449" w:rsidRDefault="006D4449" w:rsidP="006D4449">
      <w:r>
        <w:lastRenderedPageBreak/>
        <w:t>485.5001</w:t>
      </w:r>
      <w:r>
        <w:tab/>
        <w:t>2.025e0</w:t>
      </w:r>
    </w:p>
    <w:p w14:paraId="1DB3A6A6" w14:textId="77777777" w:rsidR="006D4449" w:rsidRDefault="006D4449" w:rsidP="006D4449">
      <w:r>
        <w:t>485.5156</w:t>
      </w:r>
      <w:r>
        <w:tab/>
        <w:t>1.013e0</w:t>
      </w:r>
    </w:p>
    <w:p w14:paraId="100CF3EB" w14:textId="77777777" w:rsidR="006D4449" w:rsidRDefault="006D4449" w:rsidP="006D4449">
      <w:r>
        <w:t>485.5514</w:t>
      </w:r>
      <w:r>
        <w:tab/>
        <w:t>1.013e0</w:t>
      </w:r>
    </w:p>
    <w:p w14:paraId="5BF62808" w14:textId="77777777" w:rsidR="006D4449" w:rsidRDefault="006D4449" w:rsidP="006D4449">
      <w:r>
        <w:t>485.6021</w:t>
      </w:r>
      <w:r>
        <w:tab/>
        <w:t>1.013e0</w:t>
      </w:r>
    </w:p>
    <w:p w14:paraId="0D6A9473" w14:textId="77777777" w:rsidR="006D4449" w:rsidRDefault="006D4449" w:rsidP="006D4449">
      <w:r>
        <w:t>485.6147</w:t>
      </w:r>
      <w:r>
        <w:tab/>
        <w:t>2.025e0</w:t>
      </w:r>
    </w:p>
    <w:p w14:paraId="4CCDB593" w14:textId="77777777" w:rsidR="006D4449" w:rsidRDefault="006D4449" w:rsidP="006D4449">
      <w:r>
        <w:t>485.6418</w:t>
      </w:r>
      <w:r>
        <w:tab/>
        <w:t>1.013e0</w:t>
      </w:r>
    </w:p>
    <w:p w14:paraId="0ABBB248" w14:textId="77777777" w:rsidR="006D4449" w:rsidRDefault="006D4449" w:rsidP="006D4449">
      <w:r>
        <w:t>485.6450</w:t>
      </w:r>
      <w:r>
        <w:tab/>
        <w:t>1.013e0</w:t>
      </w:r>
    </w:p>
    <w:p w14:paraId="5DB31A85" w14:textId="77777777" w:rsidR="006D4449" w:rsidRDefault="006D4449" w:rsidP="006D4449">
      <w:r>
        <w:t>485.7014</w:t>
      </w:r>
      <w:r>
        <w:tab/>
        <w:t>1.013e0</w:t>
      </w:r>
    </w:p>
    <w:p w14:paraId="3B0D3A28" w14:textId="77777777" w:rsidR="006D4449" w:rsidRDefault="006D4449" w:rsidP="006D4449">
      <w:r>
        <w:t>485.7366</w:t>
      </w:r>
      <w:r>
        <w:tab/>
        <w:t>1.013e0</w:t>
      </w:r>
    </w:p>
    <w:p w14:paraId="057CE235" w14:textId="77777777" w:rsidR="006D4449" w:rsidRDefault="006D4449" w:rsidP="006D4449">
      <w:r>
        <w:t>485.7579</w:t>
      </w:r>
      <w:r>
        <w:tab/>
        <w:t>1.013e0</w:t>
      </w:r>
    </w:p>
    <w:p w14:paraId="22FEBE48" w14:textId="77777777" w:rsidR="006D4449" w:rsidRDefault="006D4449" w:rsidP="006D4449">
      <w:r>
        <w:t>485.7626</w:t>
      </w:r>
      <w:r>
        <w:tab/>
        <w:t>1.013e0</w:t>
      </w:r>
    </w:p>
    <w:p w14:paraId="21D69E62" w14:textId="77777777" w:rsidR="006D4449" w:rsidRDefault="006D4449" w:rsidP="006D4449">
      <w:r>
        <w:t>485.7761</w:t>
      </w:r>
      <w:r>
        <w:tab/>
        <w:t>1.013e0</w:t>
      </w:r>
    </w:p>
    <w:p w14:paraId="4186E15B" w14:textId="77777777" w:rsidR="006D4449" w:rsidRDefault="006D4449" w:rsidP="006D4449">
      <w:r>
        <w:t>485.8139</w:t>
      </w:r>
      <w:r>
        <w:tab/>
        <w:t>1.013e0</w:t>
      </w:r>
    </w:p>
    <w:p w14:paraId="6E802C09" w14:textId="77777777" w:rsidR="006D4449" w:rsidRDefault="006D4449" w:rsidP="006D4449">
      <w:r>
        <w:t>485.8555</w:t>
      </w:r>
      <w:r>
        <w:tab/>
        <w:t>2.025e0</w:t>
      </w:r>
    </w:p>
    <w:p w14:paraId="46263627" w14:textId="77777777" w:rsidR="006D4449" w:rsidRDefault="006D4449" w:rsidP="006D4449">
      <w:r>
        <w:t>485.8793</w:t>
      </w:r>
      <w:r>
        <w:tab/>
        <w:t>2.025e0</w:t>
      </w:r>
    </w:p>
    <w:p w14:paraId="42F84AC3" w14:textId="77777777" w:rsidR="006D4449" w:rsidRDefault="006D4449" w:rsidP="006D4449">
      <w:r>
        <w:t>485.9265</w:t>
      </w:r>
      <w:r>
        <w:tab/>
        <w:t>1.013e0</w:t>
      </w:r>
    </w:p>
    <w:p w14:paraId="4A58F773" w14:textId="77777777" w:rsidR="006D4449" w:rsidRDefault="006D4449" w:rsidP="006D4449">
      <w:r>
        <w:t>485.9316</w:t>
      </w:r>
      <w:r>
        <w:tab/>
        <w:t>1.013e0</w:t>
      </w:r>
    </w:p>
    <w:p w14:paraId="5219E419" w14:textId="77777777" w:rsidR="006D4449" w:rsidRDefault="006D4449" w:rsidP="006D4449">
      <w:r>
        <w:t>485.9434</w:t>
      </w:r>
      <w:r>
        <w:tab/>
        <w:t>3.038e0</w:t>
      </w:r>
    </w:p>
    <w:p w14:paraId="46506D72" w14:textId="77777777" w:rsidR="006D4449" w:rsidRDefault="006D4449" w:rsidP="006D4449">
      <w:r>
        <w:t>485.9680</w:t>
      </w:r>
      <w:r>
        <w:tab/>
        <w:t>2.025e0</w:t>
      </w:r>
    </w:p>
    <w:p w14:paraId="16838A81" w14:textId="77777777" w:rsidR="006D4449" w:rsidRDefault="006D4449" w:rsidP="006D4449">
      <w:r>
        <w:lastRenderedPageBreak/>
        <w:t>485.9865</w:t>
      </w:r>
      <w:r>
        <w:tab/>
        <w:t>4.051e0</w:t>
      </w:r>
    </w:p>
    <w:p w14:paraId="4F653368" w14:textId="77777777" w:rsidR="006D4449" w:rsidRDefault="006D4449" w:rsidP="006D4449">
      <w:r>
        <w:t>486.0522</w:t>
      </w:r>
      <w:r>
        <w:tab/>
        <w:t>2.025e0</w:t>
      </w:r>
    </w:p>
    <w:p w14:paraId="7871EDA0" w14:textId="77777777" w:rsidR="006D4449" w:rsidRDefault="006D4449" w:rsidP="006D4449">
      <w:r>
        <w:t>486.0693</w:t>
      </w:r>
      <w:r>
        <w:tab/>
        <w:t>3.038e0</w:t>
      </w:r>
    </w:p>
    <w:p w14:paraId="45B612F4" w14:textId="77777777" w:rsidR="006D4449" w:rsidRDefault="006D4449" w:rsidP="006D4449">
      <w:r>
        <w:t>486.0756</w:t>
      </w:r>
      <w:r>
        <w:tab/>
        <w:t>4.051e0</w:t>
      </w:r>
    </w:p>
    <w:p w14:paraId="7501EFFB" w14:textId="77777777" w:rsidR="006D4449" w:rsidRDefault="006D4449" w:rsidP="006D4449">
      <w:r>
        <w:t>486.1050</w:t>
      </w:r>
      <w:r>
        <w:tab/>
        <w:t>3.038e0</w:t>
      </w:r>
    </w:p>
    <w:p w14:paraId="66606C1D" w14:textId="77777777" w:rsidR="006D4449" w:rsidRDefault="006D4449" w:rsidP="006D4449">
      <w:r>
        <w:t>486.1189</w:t>
      </w:r>
      <w:r>
        <w:tab/>
        <w:t>1.013e0</w:t>
      </w:r>
    </w:p>
    <w:p w14:paraId="1C207F29" w14:textId="77777777" w:rsidR="006D4449" w:rsidRDefault="006D4449" w:rsidP="006D4449">
      <w:r>
        <w:t>486.1305</w:t>
      </w:r>
      <w:r>
        <w:tab/>
        <w:t>2.025e0</w:t>
      </w:r>
    </w:p>
    <w:p w14:paraId="25BB0D94" w14:textId="77777777" w:rsidR="006D4449" w:rsidRDefault="006D4449" w:rsidP="006D4449">
      <w:r>
        <w:t>486.1565</w:t>
      </w:r>
      <w:r>
        <w:tab/>
        <w:t>2.025e0</w:t>
      </w:r>
    </w:p>
    <w:p w14:paraId="1404BDC3" w14:textId="77777777" w:rsidR="006D4449" w:rsidRDefault="006D4449" w:rsidP="006D4449">
      <w:r>
        <w:t>486.1605</w:t>
      </w:r>
      <w:r>
        <w:tab/>
        <w:t>1.013e0</w:t>
      </w:r>
    </w:p>
    <w:p w14:paraId="14F090E6" w14:textId="77777777" w:rsidR="006D4449" w:rsidRDefault="006D4449" w:rsidP="006D4449">
      <w:r>
        <w:t>486.1737</w:t>
      </w:r>
      <w:r>
        <w:tab/>
        <w:t>1.013e0</w:t>
      </w:r>
    </w:p>
    <w:p w14:paraId="6BF37DBA" w14:textId="77777777" w:rsidR="006D4449" w:rsidRDefault="006D4449" w:rsidP="006D4449">
      <w:r>
        <w:t>486.2311</w:t>
      </w:r>
      <w:r>
        <w:tab/>
        <w:t>2.612e0</w:t>
      </w:r>
    </w:p>
    <w:p w14:paraId="772B2EEB" w14:textId="77777777" w:rsidR="006D4449" w:rsidRDefault="006D4449" w:rsidP="006D4449">
      <w:r>
        <w:t>486.2357</w:t>
      </w:r>
      <w:r>
        <w:tab/>
        <w:t>3.281e0</w:t>
      </w:r>
    </w:p>
    <w:p w14:paraId="4EB3F25E" w14:textId="77777777" w:rsidR="006D4449" w:rsidRDefault="006D4449" w:rsidP="006D4449">
      <w:r>
        <w:t>486.2420</w:t>
      </w:r>
      <w:r>
        <w:tab/>
        <w:t>4.720e0</w:t>
      </w:r>
    </w:p>
    <w:p w14:paraId="6865E9DF" w14:textId="77777777" w:rsidR="006D4449" w:rsidRDefault="006D4449" w:rsidP="006D4449">
      <w:r>
        <w:t>486.2458</w:t>
      </w:r>
      <w:r>
        <w:tab/>
        <w:t>3.176e0</w:t>
      </w:r>
    </w:p>
    <w:p w14:paraId="28C9F52B" w14:textId="77777777" w:rsidR="006D4449" w:rsidRDefault="006D4449" w:rsidP="006D4449">
      <w:r>
        <w:t>486.3446</w:t>
      </w:r>
      <w:r>
        <w:tab/>
        <w:t>4.913e0</w:t>
      </w:r>
    </w:p>
    <w:p w14:paraId="66CF2E56" w14:textId="77777777" w:rsidR="006D4449" w:rsidRDefault="006D4449" w:rsidP="006D4449">
      <w:r>
        <w:t>486.3475</w:t>
      </w:r>
      <w:r>
        <w:tab/>
        <w:t>4.051e0</w:t>
      </w:r>
    </w:p>
    <w:p w14:paraId="35319087" w14:textId="77777777" w:rsidR="006D4449" w:rsidRDefault="006D4449" w:rsidP="006D4449">
      <w:r>
        <w:t>486.3596</w:t>
      </w:r>
      <w:r>
        <w:tab/>
        <w:t>1.903e0</w:t>
      </w:r>
    </w:p>
    <w:p w14:paraId="49826B7A" w14:textId="77777777" w:rsidR="006D4449" w:rsidRDefault="006D4449" w:rsidP="006D4449">
      <w:r>
        <w:t>486.3680</w:t>
      </w:r>
      <w:r>
        <w:tab/>
        <w:t>3.038e0</w:t>
      </w:r>
    </w:p>
    <w:p w14:paraId="2B61F865" w14:textId="77777777" w:rsidR="006D4449" w:rsidRDefault="006D4449" w:rsidP="006D4449">
      <w:r>
        <w:t>486.4078</w:t>
      </w:r>
      <w:r>
        <w:tab/>
        <w:t>1.013e0</w:t>
      </w:r>
    </w:p>
    <w:p w14:paraId="688302B2" w14:textId="77777777" w:rsidR="006D4449" w:rsidRDefault="006D4449" w:rsidP="006D4449">
      <w:r>
        <w:lastRenderedPageBreak/>
        <w:t>486.4305</w:t>
      </w:r>
      <w:r>
        <w:tab/>
        <w:t>2.025e0</w:t>
      </w:r>
    </w:p>
    <w:p w14:paraId="050B55DD" w14:textId="77777777" w:rsidR="006D4449" w:rsidRDefault="006D4449" w:rsidP="006D4449">
      <w:r>
        <w:t>486.4369</w:t>
      </w:r>
      <w:r>
        <w:tab/>
        <w:t>1.013e0</w:t>
      </w:r>
    </w:p>
    <w:p w14:paraId="1EE9A1AE" w14:textId="77777777" w:rsidR="006D4449" w:rsidRDefault="006D4449" w:rsidP="006D4449">
      <w:r>
        <w:t>486.4625</w:t>
      </w:r>
      <w:r>
        <w:tab/>
        <w:t>1.013e0</w:t>
      </w:r>
    </w:p>
    <w:p w14:paraId="03EC5201" w14:textId="77777777" w:rsidR="006D4449" w:rsidRDefault="006D4449" w:rsidP="006D4449">
      <w:r>
        <w:t>486.4904</w:t>
      </w:r>
      <w:r>
        <w:tab/>
        <w:t>2.025e0</w:t>
      </w:r>
    </w:p>
    <w:p w14:paraId="1C128FE9" w14:textId="77777777" w:rsidR="006D4449" w:rsidRDefault="006D4449" w:rsidP="006D4449">
      <w:r>
        <w:t>486.5367</w:t>
      </w:r>
      <w:r>
        <w:tab/>
        <w:t>1.013e0</w:t>
      </w:r>
    </w:p>
    <w:p w14:paraId="0F27A32E" w14:textId="77777777" w:rsidR="006D4449" w:rsidRDefault="006D4449" w:rsidP="006D4449">
      <w:r>
        <w:t>486.5764</w:t>
      </w:r>
      <w:r>
        <w:tab/>
        <w:t>1.013e0</w:t>
      </w:r>
    </w:p>
    <w:p w14:paraId="7EABE4C3" w14:textId="77777777" w:rsidR="006D4449" w:rsidRDefault="006D4449" w:rsidP="006D4449">
      <w:r>
        <w:t>486.6087</w:t>
      </w:r>
      <w:r>
        <w:tab/>
        <w:t>4.051e0</w:t>
      </w:r>
    </w:p>
    <w:p w14:paraId="237410DE" w14:textId="77777777" w:rsidR="006D4449" w:rsidRDefault="006D4449" w:rsidP="006D4449">
      <w:r>
        <w:t>486.6202</w:t>
      </w:r>
      <w:r>
        <w:tab/>
        <w:t>2.025e0</w:t>
      </w:r>
    </w:p>
    <w:p w14:paraId="36B7CA39" w14:textId="77777777" w:rsidR="006D4449" w:rsidRDefault="006D4449" w:rsidP="006D4449">
      <w:r>
        <w:t>486.6500</w:t>
      </w:r>
      <w:r>
        <w:tab/>
        <w:t>3.038e0</w:t>
      </w:r>
    </w:p>
    <w:p w14:paraId="43D5C1AD" w14:textId="77777777" w:rsidR="006D4449" w:rsidRDefault="006D4449" w:rsidP="006D4449">
      <w:r>
        <w:t>486.6893</w:t>
      </w:r>
      <w:r>
        <w:tab/>
        <w:t>1.013e0</w:t>
      </w:r>
    </w:p>
    <w:p w14:paraId="7A73E2EF" w14:textId="77777777" w:rsidR="006D4449" w:rsidRDefault="006D4449" w:rsidP="006D4449">
      <w:r>
        <w:t>486.7687</w:t>
      </w:r>
      <w:r>
        <w:tab/>
        <w:t>1.013e0</w:t>
      </w:r>
    </w:p>
    <w:p w14:paraId="4AD5E9E7" w14:textId="77777777" w:rsidR="006D4449" w:rsidRDefault="006D4449" w:rsidP="006D4449">
      <w:r>
        <w:t>486.8028</w:t>
      </w:r>
      <w:r>
        <w:tab/>
        <w:t>1.013e0</w:t>
      </w:r>
    </w:p>
    <w:p w14:paraId="0B7B1F29" w14:textId="77777777" w:rsidR="006D4449" w:rsidRDefault="006D4449" w:rsidP="006D4449">
      <w:r>
        <w:t>486.8169</w:t>
      </w:r>
      <w:r>
        <w:tab/>
        <w:t>2.282e0</w:t>
      </w:r>
    </w:p>
    <w:p w14:paraId="0D670C03" w14:textId="77777777" w:rsidR="006D4449" w:rsidRDefault="006D4449" w:rsidP="006D4449">
      <w:r>
        <w:t>486.8726</w:t>
      </w:r>
      <w:r>
        <w:tab/>
        <w:t>2.025e0</w:t>
      </w:r>
    </w:p>
    <w:p w14:paraId="454497B2" w14:textId="77777777" w:rsidR="006D4449" w:rsidRDefault="006D4449" w:rsidP="006D4449">
      <w:r>
        <w:t>486.8960</w:t>
      </w:r>
      <w:r>
        <w:tab/>
        <w:t>2.025e0</w:t>
      </w:r>
    </w:p>
    <w:p w14:paraId="737C61E0" w14:textId="77777777" w:rsidR="006D4449" w:rsidRDefault="006D4449" w:rsidP="006D4449">
      <w:r>
        <w:t>486.9019</w:t>
      </w:r>
      <w:r>
        <w:tab/>
        <w:t>3.038e0</w:t>
      </w:r>
    </w:p>
    <w:p w14:paraId="05C3C2E4" w14:textId="77777777" w:rsidR="006D4449" w:rsidRDefault="006D4449" w:rsidP="006D4449">
      <w:r>
        <w:t>486.9213</w:t>
      </w:r>
      <w:r>
        <w:tab/>
        <w:t>2.695e0</w:t>
      </w:r>
    </w:p>
    <w:p w14:paraId="421869B0" w14:textId="77777777" w:rsidR="006D4449" w:rsidRDefault="006D4449" w:rsidP="006D4449">
      <w:r>
        <w:t>486.9630</w:t>
      </w:r>
      <w:r>
        <w:tab/>
        <w:t>4.051e0</w:t>
      </w:r>
    </w:p>
    <w:p w14:paraId="3D9B5C01" w14:textId="77777777" w:rsidR="006D4449" w:rsidRDefault="006D4449" w:rsidP="006D4449">
      <w:r>
        <w:t>486.9873</w:t>
      </w:r>
      <w:r>
        <w:tab/>
        <w:t>2.025e0</w:t>
      </w:r>
    </w:p>
    <w:p w14:paraId="0C256EC1" w14:textId="77777777" w:rsidR="006D4449" w:rsidRDefault="006D4449" w:rsidP="006D4449">
      <w:r>
        <w:lastRenderedPageBreak/>
        <w:t>487.0045</w:t>
      </w:r>
      <w:r>
        <w:tab/>
        <w:t>3.038e0</w:t>
      </w:r>
    </w:p>
    <w:p w14:paraId="1316942B" w14:textId="77777777" w:rsidR="006D4449" w:rsidRDefault="006D4449" w:rsidP="006D4449">
      <w:r>
        <w:t>487.0125</w:t>
      </w:r>
      <w:r>
        <w:tab/>
        <w:t>1.013e0</w:t>
      </w:r>
    </w:p>
    <w:p w14:paraId="643EF5FC" w14:textId="77777777" w:rsidR="006D4449" w:rsidRDefault="006D4449" w:rsidP="006D4449">
      <w:r>
        <w:t>487.0209</w:t>
      </w:r>
      <w:r>
        <w:tab/>
        <w:t>1.013e0</w:t>
      </w:r>
    </w:p>
    <w:p w14:paraId="5E6F9F82" w14:textId="77777777" w:rsidR="006D4449" w:rsidRDefault="006D4449" w:rsidP="006D4449">
      <w:r>
        <w:t>487.0399</w:t>
      </w:r>
      <w:r>
        <w:tab/>
        <w:t>1.013e0</w:t>
      </w:r>
    </w:p>
    <w:p w14:paraId="7B472BB2" w14:textId="77777777" w:rsidR="006D4449" w:rsidRDefault="006D4449" w:rsidP="006D4449">
      <w:r>
        <w:t>487.0992</w:t>
      </w:r>
      <w:r>
        <w:tab/>
        <w:t>1.013e0</w:t>
      </w:r>
    </w:p>
    <w:p w14:paraId="746433F6" w14:textId="77777777" w:rsidR="006D4449" w:rsidRDefault="006D4449" w:rsidP="006D4449">
      <w:r>
        <w:t>487.1231</w:t>
      </w:r>
      <w:r>
        <w:tab/>
        <w:t>2.025e0</w:t>
      </w:r>
    </w:p>
    <w:p w14:paraId="432A5E93" w14:textId="77777777" w:rsidR="006D4449" w:rsidRDefault="006D4449" w:rsidP="006D4449">
      <w:r>
        <w:t>487.1337</w:t>
      </w:r>
      <w:r>
        <w:tab/>
        <w:t>1.013e0</w:t>
      </w:r>
    </w:p>
    <w:p w14:paraId="4B7B1122" w14:textId="77777777" w:rsidR="006D4449" w:rsidRDefault="006D4449" w:rsidP="006D4449">
      <w:r>
        <w:t>487.1395</w:t>
      </w:r>
      <w:r>
        <w:tab/>
        <w:t>4.051e0</w:t>
      </w:r>
    </w:p>
    <w:p w14:paraId="4B4D1620" w14:textId="77777777" w:rsidR="006D4449" w:rsidRDefault="006D4449" w:rsidP="006D4449">
      <w:r>
        <w:t>487.1880</w:t>
      </w:r>
      <w:r>
        <w:tab/>
        <w:t>4.007e0</w:t>
      </w:r>
    </w:p>
    <w:p w14:paraId="67569C1E" w14:textId="77777777" w:rsidR="006D4449" w:rsidRDefault="006D4449" w:rsidP="006D4449">
      <w:r>
        <w:t>487.2178</w:t>
      </w:r>
      <w:r>
        <w:tab/>
        <w:t>2.025e0</w:t>
      </w:r>
    </w:p>
    <w:p w14:paraId="00B02A95" w14:textId="77777777" w:rsidR="006D4449" w:rsidRDefault="006D4449" w:rsidP="006D4449">
      <w:r>
        <w:t>487.2304</w:t>
      </w:r>
      <w:r>
        <w:tab/>
        <w:t>1.799e0</w:t>
      </w:r>
    </w:p>
    <w:p w14:paraId="015E3707" w14:textId="77777777" w:rsidR="006D4449" w:rsidRDefault="006D4449" w:rsidP="006D4449">
      <w:r>
        <w:t>487.2513</w:t>
      </w:r>
      <w:r>
        <w:tab/>
        <w:t>1.682e0</w:t>
      </w:r>
    </w:p>
    <w:p w14:paraId="1671B10F" w14:textId="77777777" w:rsidR="006D4449" w:rsidRDefault="006D4449" w:rsidP="006D4449">
      <w:r>
        <w:t>487.2707</w:t>
      </w:r>
      <w:r>
        <w:tab/>
        <w:t>1.519e0</w:t>
      </w:r>
    </w:p>
    <w:p w14:paraId="22A23D31" w14:textId="77777777" w:rsidR="006D4449" w:rsidRDefault="006D4449" w:rsidP="006D4449">
      <w:r>
        <w:t>487.3098</w:t>
      </w:r>
      <w:r>
        <w:tab/>
        <w:t>3.853e0</w:t>
      </w:r>
    </w:p>
    <w:p w14:paraId="4512367D" w14:textId="77777777" w:rsidR="006D4449" w:rsidRDefault="006D4449" w:rsidP="006D4449">
      <w:r>
        <w:t>487.3163</w:t>
      </w:r>
      <w:r>
        <w:tab/>
        <w:t>2.717e0</w:t>
      </w:r>
    </w:p>
    <w:p w14:paraId="66C125A6" w14:textId="77777777" w:rsidR="006D4449" w:rsidRDefault="006D4449" w:rsidP="006D4449">
      <w:r>
        <w:t>487.3260</w:t>
      </w:r>
      <w:r>
        <w:tab/>
        <w:t>5.732e0</w:t>
      </w:r>
    </w:p>
    <w:p w14:paraId="1ACE375C" w14:textId="77777777" w:rsidR="006D4449" w:rsidRDefault="006D4449" w:rsidP="006D4449">
      <w:r>
        <w:t>487.3286</w:t>
      </w:r>
      <w:r>
        <w:tab/>
        <w:t>4.558e0</w:t>
      </w:r>
    </w:p>
    <w:p w14:paraId="742E8708" w14:textId="77777777" w:rsidR="006D4449" w:rsidRDefault="006D4449" w:rsidP="006D4449">
      <w:r>
        <w:t>487.3683</w:t>
      </w:r>
      <w:r>
        <w:tab/>
        <w:t>1.013e0</w:t>
      </w:r>
    </w:p>
    <w:p w14:paraId="37FF2A1B" w14:textId="77777777" w:rsidR="006D4449" w:rsidRDefault="006D4449" w:rsidP="006D4449">
      <w:r>
        <w:t>487.3788</w:t>
      </w:r>
      <w:r>
        <w:tab/>
        <w:t>3.681e0</w:t>
      </w:r>
    </w:p>
    <w:p w14:paraId="52FF0C5F" w14:textId="77777777" w:rsidR="006D4449" w:rsidRDefault="006D4449" w:rsidP="006D4449">
      <w:r>
        <w:lastRenderedPageBreak/>
        <w:t>487.3873</w:t>
      </w:r>
      <w:r>
        <w:tab/>
        <w:t>2.025e0</w:t>
      </w:r>
    </w:p>
    <w:p w14:paraId="1D8A8C0E" w14:textId="77777777" w:rsidR="006D4449" w:rsidRPr="00044EB7" w:rsidRDefault="006D4449" w:rsidP="006D4449">
      <w:r>
        <w:t>487.4127</w:t>
      </w:r>
      <w:r>
        <w:tab/>
        <w:t>1.013e0</w:t>
      </w:r>
    </w:p>
    <w:sectPr w:rsidR="006D4449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449"/>
    <w:rsid w:val="00044EB7"/>
    <w:rsid w:val="004C2A0A"/>
    <w:rsid w:val="00595483"/>
    <w:rsid w:val="006D4449"/>
    <w:rsid w:val="00B22530"/>
    <w:rsid w:val="00E751C4"/>
    <w:rsid w:val="00F2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E6FBE"/>
  <w15:docId w15:val="{1C37C7B2-23C7-9B40-A433-9B02E2B1B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C:\Users\Administrator\AppData\Roaming\Microsoft\Templates\IMPERIAL.dotx.docx.dotx</Template>
  <TotalTime>2</TotalTime>
  <Pages>1014</Pages>
  <Words>48856</Words>
  <Characters>278482</Characters>
  <Application>Microsoft Office Word</Application>
  <DocSecurity>0</DocSecurity>
  <Lines>2320</Lines>
  <Paragraphs>653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326685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Freeman T K Ma</cp:lastModifiedBy>
  <cp:revision>2</cp:revision>
  <dcterms:created xsi:type="dcterms:W3CDTF">2022-05-17T09:31:00Z</dcterms:created>
  <dcterms:modified xsi:type="dcterms:W3CDTF">2022-05-17T09:31:00Z</dcterms:modified>
</cp:coreProperties>
</file>