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30BFE" w14:textId="77777777" w:rsidR="00595483" w:rsidRDefault="00810015" w:rsidP="00044EB7">
      <w:r>
        <w:rPr>
          <w:noProof/>
        </w:rPr>
        <w:drawing>
          <wp:inline distT="0" distB="0" distL="0" distR="0" wp14:anchorId="0794EFF5" wp14:editId="77C638D5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0015">
        <w:t xml:space="preserve"> </w:t>
      </w:r>
      <w:r>
        <w:rPr>
          <w:noProof/>
        </w:rPr>
        <w:lastRenderedPageBreak/>
        <w:drawing>
          <wp:inline distT="0" distB="0" distL="0" distR="0" wp14:anchorId="0A7F3161" wp14:editId="4C95FC3A">
            <wp:extent cx="9070975" cy="5913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FE67E" w14:textId="77777777" w:rsidR="00810015" w:rsidRDefault="00810015" w:rsidP="00810015">
      <w:r>
        <w:t>Elemental Composition Report</w:t>
      </w:r>
    </w:p>
    <w:p w14:paraId="59CA33BB" w14:textId="77777777" w:rsidR="00810015" w:rsidRDefault="00810015" w:rsidP="00810015"/>
    <w:p w14:paraId="3D2F8378" w14:textId="77777777" w:rsidR="00810015" w:rsidRDefault="00810015" w:rsidP="00810015">
      <w:r>
        <w:t>Single Mass Analysis</w:t>
      </w:r>
    </w:p>
    <w:p w14:paraId="62D37A11" w14:textId="77777777" w:rsidR="00810015" w:rsidRDefault="00810015" w:rsidP="00810015">
      <w:r>
        <w:t>Tolerance = 7.0 PPM   /   DBE: min = -1.5, max = 100.0</w:t>
      </w:r>
    </w:p>
    <w:p w14:paraId="65FED875" w14:textId="77777777" w:rsidR="00810015" w:rsidRDefault="00810015" w:rsidP="00810015">
      <w:r>
        <w:t xml:space="preserve">Element prediction: Off </w:t>
      </w:r>
    </w:p>
    <w:p w14:paraId="7CC2EB20" w14:textId="77777777" w:rsidR="00810015" w:rsidRDefault="00810015" w:rsidP="00810015">
      <w:r>
        <w:t>Number of isotope peaks used for i-FIT = 3</w:t>
      </w:r>
    </w:p>
    <w:p w14:paraId="5CC316AC" w14:textId="77777777" w:rsidR="00810015" w:rsidRDefault="00810015" w:rsidP="00810015"/>
    <w:p w14:paraId="43499BA0" w14:textId="77777777" w:rsidR="00810015" w:rsidRDefault="00810015" w:rsidP="00810015">
      <w:r>
        <w:t>Monoisotopic Mass, Even Electron Ions</w:t>
      </w:r>
    </w:p>
    <w:p w14:paraId="79E42C7A" w14:textId="77777777" w:rsidR="00810015" w:rsidRDefault="00810015" w:rsidP="00810015">
      <w:r>
        <w:t>218 formula(e) evaluated with 1 results within limits (all results (up to 1000) for each mass)</w:t>
      </w:r>
    </w:p>
    <w:p w14:paraId="418B3EFA" w14:textId="77777777" w:rsidR="00810015" w:rsidRDefault="00810015" w:rsidP="00810015">
      <w:r>
        <w:t>Elements Used:</w:t>
      </w:r>
    </w:p>
    <w:p w14:paraId="15FBE400" w14:textId="77777777" w:rsidR="00810015" w:rsidRDefault="00810015" w:rsidP="00810015">
      <w:r>
        <w:t xml:space="preserve">C: 14-14    H: 0-100    N: 0-10    O: 0-14    Na: 0-1    Br: 1-1    </w:t>
      </w:r>
    </w:p>
    <w:p w14:paraId="7B668C0B" w14:textId="77777777" w:rsidR="00810015" w:rsidRDefault="00810015" w:rsidP="00810015"/>
    <w:p w14:paraId="28177D1B" w14:textId="77777777" w:rsidR="00810015" w:rsidRDefault="00810015" w:rsidP="00810015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28273912" w14:textId="77777777" w:rsidR="00810015" w:rsidRDefault="00810015" w:rsidP="00810015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7.0      </w:t>
      </w:r>
      <w:r>
        <w:tab/>
        <w:t>100.0</w:t>
      </w:r>
    </w:p>
    <w:p w14:paraId="03C52D3A" w14:textId="77777777" w:rsidR="00810015" w:rsidRDefault="00810015" w:rsidP="00810015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 xml:space="preserve">i-FIT (Norm) </w:t>
      </w:r>
      <w:r>
        <w:tab/>
        <w:t>Formula</w:t>
      </w:r>
    </w:p>
    <w:p w14:paraId="3E64BAB3" w14:textId="77777777" w:rsidR="00810015" w:rsidRDefault="00810015" w:rsidP="00810015">
      <w:r>
        <w:t xml:space="preserve">314.0747   </w:t>
      </w:r>
      <w:r>
        <w:tab/>
        <w:t xml:space="preserve">314.0756       </w:t>
      </w:r>
      <w:r>
        <w:tab/>
        <w:t xml:space="preserve">-0.9     </w:t>
      </w:r>
      <w:r>
        <w:tab/>
        <w:t xml:space="preserve">-2.9     </w:t>
      </w:r>
      <w:r>
        <w:tab/>
        <w:t xml:space="preserve">4.5      </w:t>
      </w:r>
      <w:r>
        <w:tab/>
        <w:t xml:space="preserve">243.4      </w:t>
      </w:r>
      <w:r>
        <w:tab/>
        <w:t xml:space="preserve">0.0          </w:t>
      </w:r>
      <w:r>
        <w:tab/>
        <w:t>C14  H21  N  O2  Br</w:t>
      </w:r>
    </w:p>
    <w:p w14:paraId="395B3A72" w14:textId="77777777" w:rsidR="00810015" w:rsidRDefault="00810015" w:rsidP="00810015">
      <w:r>
        <w:t>152.2639</w:t>
      </w:r>
      <w:r>
        <w:tab/>
        <w:t>1.013e0</w:t>
      </w:r>
    </w:p>
    <w:p w14:paraId="7BDE03F2" w14:textId="77777777" w:rsidR="00810015" w:rsidRDefault="00810015" w:rsidP="00810015">
      <w:r>
        <w:t>152.2723</w:t>
      </w:r>
      <w:r>
        <w:tab/>
        <w:t>2.025e0</w:t>
      </w:r>
    </w:p>
    <w:p w14:paraId="0F4A67A2" w14:textId="77777777" w:rsidR="00810015" w:rsidRDefault="00810015" w:rsidP="00810015">
      <w:r>
        <w:t>152.2790</w:t>
      </w:r>
      <w:r>
        <w:tab/>
        <w:t>2.025e0</w:t>
      </w:r>
    </w:p>
    <w:p w14:paraId="34766A20" w14:textId="77777777" w:rsidR="00810015" w:rsidRDefault="00810015" w:rsidP="00810015">
      <w:r>
        <w:t>152.2890</w:t>
      </w:r>
      <w:r>
        <w:tab/>
        <w:t>2.025e0</w:t>
      </w:r>
    </w:p>
    <w:p w14:paraId="3DD210E9" w14:textId="77777777" w:rsidR="00810015" w:rsidRDefault="00810015" w:rsidP="00810015">
      <w:r>
        <w:lastRenderedPageBreak/>
        <w:t>152.3031</w:t>
      </w:r>
      <w:r>
        <w:tab/>
        <w:t>1.013e0</w:t>
      </w:r>
    </w:p>
    <w:p w14:paraId="3EDF98D4" w14:textId="77777777" w:rsidR="00810015" w:rsidRDefault="00810015" w:rsidP="00810015">
      <w:r>
        <w:t>152.3048</w:t>
      </w:r>
      <w:r>
        <w:tab/>
        <w:t>2.025e0</w:t>
      </w:r>
    </w:p>
    <w:p w14:paraId="22F6E338" w14:textId="77777777" w:rsidR="00810015" w:rsidRDefault="00810015" w:rsidP="00810015">
      <w:r>
        <w:t>152.3082</w:t>
      </w:r>
      <w:r>
        <w:tab/>
        <w:t>2.025e0</w:t>
      </w:r>
    </w:p>
    <w:p w14:paraId="7477ABE4" w14:textId="77777777" w:rsidR="00810015" w:rsidRDefault="00810015" w:rsidP="00810015">
      <w:r>
        <w:t>152.3098</w:t>
      </w:r>
      <w:r>
        <w:tab/>
        <w:t>1.013e0</w:t>
      </w:r>
    </w:p>
    <w:p w14:paraId="2E0A2DC9" w14:textId="77777777" w:rsidR="00810015" w:rsidRDefault="00810015" w:rsidP="00810015">
      <w:r>
        <w:t>152.3265</w:t>
      </w:r>
      <w:r>
        <w:tab/>
        <w:t>1.013e0</w:t>
      </w:r>
    </w:p>
    <w:p w14:paraId="578B377C" w14:textId="77777777" w:rsidR="00810015" w:rsidRDefault="00810015" w:rsidP="00810015">
      <w:r>
        <w:t>152.3299</w:t>
      </w:r>
      <w:r>
        <w:tab/>
        <w:t>2.025e0</w:t>
      </w:r>
    </w:p>
    <w:p w14:paraId="12DC641F" w14:textId="77777777" w:rsidR="00810015" w:rsidRDefault="00810015" w:rsidP="00810015">
      <w:r>
        <w:t>152.3429</w:t>
      </w:r>
      <w:r>
        <w:tab/>
        <w:t>2.025e0</w:t>
      </w:r>
    </w:p>
    <w:p w14:paraId="2BF9A519" w14:textId="77777777" w:rsidR="00810015" w:rsidRDefault="00810015" w:rsidP="00810015">
      <w:r>
        <w:t>152.3457</w:t>
      </w:r>
      <w:r>
        <w:tab/>
        <w:t>2.025e0</w:t>
      </w:r>
    </w:p>
    <w:p w14:paraId="233F6D86" w14:textId="77777777" w:rsidR="00810015" w:rsidRDefault="00810015" w:rsidP="00810015">
      <w:r>
        <w:t>152.3524</w:t>
      </w:r>
      <w:r>
        <w:tab/>
        <w:t>1.013e0</w:t>
      </w:r>
    </w:p>
    <w:p w14:paraId="5359856B" w14:textId="77777777" w:rsidR="00810015" w:rsidRDefault="00810015" w:rsidP="00810015">
      <w:r>
        <w:t>152.3647</w:t>
      </w:r>
      <w:r>
        <w:tab/>
        <w:t>2.025e0</w:t>
      </w:r>
    </w:p>
    <w:p w14:paraId="2C604E9C" w14:textId="77777777" w:rsidR="00810015" w:rsidRDefault="00810015" w:rsidP="00810015">
      <w:r>
        <w:t>152.3691</w:t>
      </w:r>
      <w:r>
        <w:tab/>
        <w:t>3.038e0</w:t>
      </w:r>
    </w:p>
    <w:p w14:paraId="05B4905D" w14:textId="77777777" w:rsidR="00810015" w:rsidRDefault="00810015" w:rsidP="00810015">
      <w:r>
        <w:t>152.3949</w:t>
      </w:r>
      <w:r>
        <w:tab/>
        <w:t>1.013e0</w:t>
      </w:r>
    </w:p>
    <w:p w14:paraId="7B130384" w14:textId="77777777" w:rsidR="00810015" w:rsidRDefault="00810015" w:rsidP="00810015">
      <w:r>
        <w:t>152.3982</w:t>
      </w:r>
      <w:r>
        <w:tab/>
        <w:t>3.038e0</w:t>
      </w:r>
    </w:p>
    <w:p w14:paraId="237AE6F3" w14:textId="77777777" w:rsidR="00810015" w:rsidRDefault="00810015" w:rsidP="00810015">
      <w:r>
        <w:t>152.3999</w:t>
      </w:r>
      <w:r>
        <w:tab/>
        <w:t>2.025e0</w:t>
      </w:r>
    </w:p>
    <w:p w14:paraId="3CFAC5D4" w14:textId="77777777" w:rsidR="00810015" w:rsidRDefault="00810015" w:rsidP="00810015">
      <w:r>
        <w:t>152.4056</w:t>
      </w:r>
      <w:r>
        <w:tab/>
        <w:t>1.013e0</w:t>
      </w:r>
    </w:p>
    <w:p w14:paraId="7B842FC7" w14:textId="77777777" w:rsidR="00810015" w:rsidRDefault="00810015" w:rsidP="00810015">
      <w:r>
        <w:t>152.4150</w:t>
      </w:r>
      <w:r>
        <w:tab/>
        <w:t>1.013e0</w:t>
      </w:r>
    </w:p>
    <w:p w14:paraId="1929D65D" w14:textId="77777777" w:rsidR="00810015" w:rsidRDefault="00810015" w:rsidP="00810015">
      <w:r>
        <w:t>152.4218</w:t>
      </w:r>
      <w:r>
        <w:tab/>
        <w:t>1.013e0</w:t>
      </w:r>
    </w:p>
    <w:p w14:paraId="75116501" w14:textId="77777777" w:rsidR="00810015" w:rsidRDefault="00810015" w:rsidP="00810015">
      <w:r>
        <w:t>152.4240</w:t>
      </w:r>
      <w:r>
        <w:tab/>
        <w:t>3.038e0</w:t>
      </w:r>
    </w:p>
    <w:p w14:paraId="375CD28C" w14:textId="77777777" w:rsidR="00810015" w:rsidRDefault="00810015" w:rsidP="00810015">
      <w:r>
        <w:t>152.4357</w:t>
      </w:r>
      <w:r>
        <w:tab/>
        <w:t>3.038e0</w:t>
      </w:r>
    </w:p>
    <w:p w14:paraId="7F061002" w14:textId="77777777" w:rsidR="00810015" w:rsidRDefault="00810015" w:rsidP="00810015">
      <w:r>
        <w:lastRenderedPageBreak/>
        <w:t>152.4476</w:t>
      </w:r>
      <w:r>
        <w:tab/>
        <w:t>1.013e0</w:t>
      </w:r>
    </w:p>
    <w:p w14:paraId="26A1240D" w14:textId="77777777" w:rsidR="00810015" w:rsidRDefault="00810015" w:rsidP="00810015">
      <w:r>
        <w:t>152.4610</w:t>
      </w:r>
      <w:r>
        <w:tab/>
        <w:t>1.013e0</w:t>
      </w:r>
    </w:p>
    <w:p w14:paraId="0EF0BC00" w14:textId="77777777" w:rsidR="00810015" w:rsidRDefault="00810015" w:rsidP="00810015">
      <w:r>
        <w:t>152.4643</w:t>
      </w:r>
      <w:r>
        <w:tab/>
        <w:t>1.013e0</w:t>
      </w:r>
    </w:p>
    <w:p w14:paraId="44690518" w14:textId="77777777" w:rsidR="00810015" w:rsidRDefault="00810015" w:rsidP="00810015">
      <w:r>
        <w:t>152.4711</w:t>
      </w:r>
      <w:r>
        <w:tab/>
        <w:t>2.037e0</w:t>
      </w:r>
    </w:p>
    <w:p w14:paraId="0BF5534C" w14:textId="77777777" w:rsidR="00810015" w:rsidRDefault="00810015" w:rsidP="00810015">
      <w:r>
        <w:t>152.4757</w:t>
      </w:r>
      <w:r>
        <w:tab/>
        <w:t>3.038e0</w:t>
      </w:r>
    </w:p>
    <w:p w14:paraId="5D893B76" w14:textId="77777777" w:rsidR="00810015" w:rsidRDefault="00810015" w:rsidP="00810015">
      <w:r>
        <w:t>152.4801</w:t>
      </w:r>
      <w:r>
        <w:tab/>
        <w:t>4.051e0</w:t>
      </w:r>
    </w:p>
    <w:p w14:paraId="74BB0830" w14:textId="77777777" w:rsidR="00810015" w:rsidRDefault="00810015" w:rsidP="00810015">
      <w:r>
        <w:t>152.4921</w:t>
      </w:r>
      <w:r>
        <w:tab/>
        <w:t>4.051e0</w:t>
      </w:r>
    </w:p>
    <w:p w14:paraId="46360FF9" w14:textId="77777777" w:rsidR="00810015" w:rsidRDefault="00810015" w:rsidP="00810015">
      <w:r>
        <w:t>152.5045</w:t>
      </w:r>
      <w:r>
        <w:tab/>
        <w:t>3.038e0</w:t>
      </w:r>
    </w:p>
    <w:p w14:paraId="230FAB16" w14:textId="77777777" w:rsidR="00810015" w:rsidRDefault="00810015" w:rsidP="00810015">
      <w:r>
        <w:t>152.5108</w:t>
      </w:r>
      <w:r>
        <w:tab/>
        <w:t>1.013e0</w:t>
      </w:r>
    </w:p>
    <w:p w14:paraId="2B23267D" w14:textId="77777777" w:rsidR="00810015" w:rsidRDefault="00810015" w:rsidP="00810015">
      <w:r>
        <w:t>152.5204</w:t>
      </w:r>
      <w:r>
        <w:tab/>
        <w:t>1.013e0</w:t>
      </w:r>
    </w:p>
    <w:p w14:paraId="7E88456D" w14:textId="77777777" w:rsidR="00810015" w:rsidRDefault="00810015" w:rsidP="00810015">
      <w:r>
        <w:t>152.5345</w:t>
      </w:r>
      <w:r>
        <w:tab/>
        <w:t>2.025e0</w:t>
      </w:r>
    </w:p>
    <w:p w14:paraId="4CDC5365" w14:textId="77777777" w:rsidR="00810015" w:rsidRDefault="00810015" w:rsidP="00810015">
      <w:r>
        <w:t>152.5445</w:t>
      </w:r>
      <w:r>
        <w:tab/>
        <w:t>1.151e1</w:t>
      </w:r>
    </w:p>
    <w:p w14:paraId="3B7819A4" w14:textId="77777777" w:rsidR="00810015" w:rsidRDefault="00810015" w:rsidP="00810015">
      <w:r>
        <w:t>152.5491</w:t>
      </w:r>
      <w:r>
        <w:tab/>
        <w:t>2.859e1</w:t>
      </w:r>
    </w:p>
    <w:p w14:paraId="097C7B27" w14:textId="77777777" w:rsidR="00810015" w:rsidRDefault="00810015" w:rsidP="00810015">
      <w:r>
        <w:t>152.5563</w:t>
      </w:r>
      <w:r>
        <w:tab/>
        <w:t>4.051e0</w:t>
      </w:r>
    </w:p>
    <w:p w14:paraId="078D4117" w14:textId="77777777" w:rsidR="00810015" w:rsidRDefault="00810015" w:rsidP="00810015">
      <w:r>
        <w:t>152.5631</w:t>
      </w:r>
      <w:r>
        <w:tab/>
        <w:t>1.657e0</w:t>
      </w:r>
    </w:p>
    <w:p w14:paraId="5106D27E" w14:textId="77777777" w:rsidR="00810015" w:rsidRDefault="00810015" w:rsidP="00810015">
      <w:r>
        <w:t>152.5652</w:t>
      </w:r>
      <w:r>
        <w:tab/>
        <w:t>3.038e0</w:t>
      </w:r>
    </w:p>
    <w:p w14:paraId="0DC5FC06" w14:textId="77777777" w:rsidR="00810015" w:rsidRDefault="00810015" w:rsidP="00810015">
      <w:r>
        <w:t>152.5786</w:t>
      </w:r>
      <w:r>
        <w:tab/>
        <w:t>1.013e0</w:t>
      </w:r>
    </w:p>
    <w:p w14:paraId="7F623A42" w14:textId="77777777" w:rsidR="00810015" w:rsidRDefault="00810015" w:rsidP="00810015">
      <w:r>
        <w:t>152.5888</w:t>
      </w:r>
      <w:r>
        <w:tab/>
        <w:t>2.025e0</w:t>
      </w:r>
    </w:p>
    <w:p w14:paraId="7661EC23" w14:textId="77777777" w:rsidR="00810015" w:rsidRDefault="00810015" w:rsidP="00810015">
      <w:r>
        <w:t>152.6128</w:t>
      </w:r>
      <w:r>
        <w:tab/>
        <w:t>1.013e0</w:t>
      </w:r>
    </w:p>
    <w:p w14:paraId="25ACE5CA" w14:textId="77777777" w:rsidR="00810015" w:rsidRDefault="00810015" w:rsidP="00810015">
      <w:r>
        <w:lastRenderedPageBreak/>
        <w:t>152.6142</w:t>
      </w:r>
      <w:r>
        <w:tab/>
        <w:t>4.051e0</w:t>
      </w:r>
    </w:p>
    <w:p w14:paraId="74F83F96" w14:textId="77777777" w:rsidR="00810015" w:rsidRDefault="00810015" w:rsidP="00810015">
      <w:r>
        <w:t>152.6157</w:t>
      </w:r>
      <w:r>
        <w:tab/>
        <w:t>2.025e0</w:t>
      </w:r>
    </w:p>
    <w:p w14:paraId="72AC4916" w14:textId="77777777" w:rsidR="00810015" w:rsidRDefault="00810015" w:rsidP="00810015">
      <w:r>
        <w:t>152.6280</w:t>
      </w:r>
      <w:r>
        <w:tab/>
        <w:t>1.031e0</w:t>
      </w:r>
    </w:p>
    <w:p w14:paraId="567CCAE6" w14:textId="77777777" w:rsidR="00810015" w:rsidRDefault="00810015" w:rsidP="00810015">
      <w:r>
        <w:t>152.6347</w:t>
      </w:r>
      <w:r>
        <w:tab/>
        <w:t>1.013e0</w:t>
      </w:r>
    </w:p>
    <w:p w14:paraId="0C80C7C7" w14:textId="77777777" w:rsidR="00810015" w:rsidRDefault="00810015" w:rsidP="00810015">
      <w:r>
        <w:t>152.6448</w:t>
      </w:r>
      <w:r>
        <w:tab/>
        <w:t>2.025e0</w:t>
      </w:r>
    </w:p>
    <w:p w14:paraId="437CD830" w14:textId="77777777" w:rsidR="00810015" w:rsidRDefault="00810015" w:rsidP="00810015">
      <w:r>
        <w:t>152.6646</w:t>
      </w:r>
      <w:r>
        <w:tab/>
        <w:t>2.025e0</w:t>
      </w:r>
    </w:p>
    <w:p w14:paraId="277E7A70" w14:textId="77777777" w:rsidR="00810015" w:rsidRDefault="00810015" w:rsidP="00810015">
      <w:r>
        <w:t>152.6794</w:t>
      </w:r>
      <w:r>
        <w:tab/>
        <w:t>3.038e0</w:t>
      </w:r>
    </w:p>
    <w:p w14:paraId="3A2BDBBA" w14:textId="77777777" w:rsidR="00810015" w:rsidRDefault="00810015" w:rsidP="00810015">
      <w:r>
        <w:t>152.6942</w:t>
      </w:r>
      <w:r>
        <w:tab/>
        <w:t>5.063e0</w:t>
      </w:r>
    </w:p>
    <w:p w14:paraId="3F993B86" w14:textId="77777777" w:rsidR="00810015" w:rsidRDefault="00810015" w:rsidP="00810015">
      <w:r>
        <w:t>152.6960</w:t>
      </w:r>
      <w:r>
        <w:tab/>
        <w:t>3.038e0</w:t>
      </w:r>
    </w:p>
    <w:p w14:paraId="748D4C0F" w14:textId="77777777" w:rsidR="00810015" w:rsidRDefault="00810015" w:rsidP="00810015">
      <w:r>
        <w:t>152.6974</w:t>
      </w:r>
      <w:r>
        <w:tab/>
        <w:t>1.013e0</w:t>
      </w:r>
    </w:p>
    <w:p w14:paraId="6BABC71E" w14:textId="77777777" w:rsidR="00810015" w:rsidRDefault="00810015" w:rsidP="00810015">
      <w:r>
        <w:t>152.7047</w:t>
      </w:r>
      <w:r>
        <w:tab/>
        <w:t>1.013e0</w:t>
      </w:r>
    </w:p>
    <w:p w14:paraId="3802CADA" w14:textId="77777777" w:rsidR="00810015" w:rsidRDefault="00810015" w:rsidP="00810015">
      <w:r>
        <w:t>152.7198</w:t>
      </w:r>
      <w:r>
        <w:tab/>
        <w:t>1.013e0</w:t>
      </w:r>
    </w:p>
    <w:p w14:paraId="5E2CD7E6" w14:textId="77777777" w:rsidR="00810015" w:rsidRDefault="00810015" w:rsidP="00810015">
      <w:r>
        <w:t>152.7233</w:t>
      </w:r>
      <w:r>
        <w:tab/>
        <w:t>1.013e0</w:t>
      </w:r>
    </w:p>
    <w:p w14:paraId="79637010" w14:textId="77777777" w:rsidR="00810015" w:rsidRDefault="00810015" w:rsidP="00810015">
      <w:r>
        <w:t>152.7269</w:t>
      </w:r>
      <w:r>
        <w:tab/>
        <w:t>2.025e0</w:t>
      </w:r>
    </w:p>
    <w:p w14:paraId="76CF0A06" w14:textId="77777777" w:rsidR="00810015" w:rsidRDefault="00810015" w:rsidP="00810015">
      <w:r>
        <w:t>152.7467</w:t>
      </w:r>
      <w:r>
        <w:tab/>
        <w:t>1.013e0</w:t>
      </w:r>
    </w:p>
    <w:p w14:paraId="7FC07DE3" w14:textId="77777777" w:rsidR="00810015" w:rsidRDefault="00810015" w:rsidP="00810015">
      <w:r>
        <w:t>152.7501</w:t>
      </w:r>
      <w:r>
        <w:tab/>
        <w:t>1.013e0</w:t>
      </w:r>
    </w:p>
    <w:p w14:paraId="16AA7B75" w14:textId="77777777" w:rsidR="00810015" w:rsidRDefault="00810015" w:rsidP="00810015">
      <w:r>
        <w:t>152.7596</w:t>
      </w:r>
      <w:r>
        <w:tab/>
        <w:t>1.013e0</w:t>
      </w:r>
    </w:p>
    <w:p w14:paraId="254EF313" w14:textId="77777777" w:rsidR="00810015" w:rsidRDefault="00810015" w:rsidP="00810015">
      <w:r>
        <w:t>152.7692</w:t>
      </w:r>
      <w:r>
        <w:tab/>
        <w:t>1.013e0</w:t>
      </w:r>
    </w:p>
    <w:p w14:paraId="60CFE2E3" w14:textId="77777777" w:rsidR="00810015" w:rsidRDefault="00810015" w:rsidP="00810015">
      <w:r>
        <w:t>152.7776</w:t>
      </w:r>
      <w:r>
        <w:tab/>
        <w:t>2.025e0</w:t>
      </w:r>
    </w:p>
    <w:p w14:paraId="22400724" w14:textId="77777777" w:rsidR="00810015" w:rsidRDefault="00810015" w:rsidP="00810015">
      <w:r>
        <w:lastRenderedPageBreak/>
        <w:t>152.7793</w:t>
      </w:r>
      <w:r>
        <w:tab/>
        <w:t>1.013e0</w:t>
      </w:r>
    </w:p>
    <w:p w14:paraId="0D5EC068" w14:textId="77777777" w:rsidR="00810015" w:rsidRDefault="00810015" w:rsidP="00810015">
      <w:r>
        <w:t>152.7979</w:t>
      </w:r>
      <w:r>
        <w:tab/>
        <w:t>2.025e0</w:t>
      </w:r>
    </w:p>
    <w:p w14:paraId="0707FE79" w14:textId="77777777" w:rsidR="00810015" w:rsidRDefault="00810015" w:rsidP="00810015">
      <w:r>
        <w:t>152.7995</w:t>
      </w:r>
      <w:r>
        <w:tab/>
        <w:t>2.025e0</w:t>
      </w:r>
    </w:p>
    <w:p w14:paraId="58BA0D45" w14:textId="77777777" w:rsidR="00810015" w:rsidRDefault="00810015" w:rsidP="00810015">
      <w:r>
        <w:t>152.8088</w:t>
      </w:r>
      <w:r>
        <w:tab/>
        <w:t>2.025e0</w:t>
      </w:r>
    </w:p>
    <w:p w14:paraId="749BFB70" w14:textId="77777777" w:rsidR="00810015" w:rsidRDefault="00810015" w:rsidP="00810015">
      <w:r>
        <w:t>152.8191</w:t>
      </w:r>
      <w:r>
        <w:tab/>
        <w:t>1.013e0</w:t>
      </w:r>
    </w:p>
    <w:p w14:paraId="1F09DCB1" w14:textId="77777777" w:rsidR="00810015" w:rsidRDefault="00810015" w:rsidP="00810015">
      <w:r>
        <w:t>152.8353</w:t>
      </w:r>
      <w:r>
        <w:tab/>
        <w:t>2.025e0</w:t>
      </w:r>
    </w:p>
    <w:p w14:paraId="58644672" w14:textId="77777777" w:rsidR="00810015" w:rsidRDefault="00810015" w:rsidP="00810015">
      <w:r>
        <w:t>152.8420</w:t>
      </w:r>
      <w:r>
        <w:tab/>
        <w:t>1.013e0</w:t>
      </w:r>
    </w:p>
    <w:p w14:paraId="19EF5C95" w14:textId="77777777" w:rsidR="00810015" w:rsidRDefault="00810015" w:rsidP="00810015">
      <w:r>
        <w:t>152.8506</w:t>
      </w:r>
      <w:r>
        <w:tab/>
        <w:t>2.025e0</w:t>
      </w:r>
    </w:p>
    <w:p w14:paraId="0EBF7974" w14:textId="77777777" w:rsidR="00810015" w:rsidRDefault="00810015" w:rsidP="00810015">
      <w:r>
        <w:t>152.8548</w:t>
      </w:r>
      <w:r>
        <w:tab/>
        <w:t>2.025e0</w:t>
      </w:r>
    </w:p>
    <w:p w14:paraId="62A308E4" w14:textId="77777777" w:rsidR="00810015" w:rsidRDefault="00810015" w:rsidP="00810015">
      <w:r>
        <w:t>152.8645</w:t>
      </w:r>
      <w:r>
        <w:tab/>
        <w:t>1.013e0</w:t>
      </w:r>
    </w:p>
    <w:p w14:paraId="2399040C" w14:textId="77777777" w:rsidR="00810015" w:rsidRDefault="00810015" w:rsidP="00810015">
      <w:r>
        <w:t>152.8685</w:t>
      </w:r>
      <w:r>
        <w:tab/>
        <w:t>1.013e0</w:t>
      </w:r>
    </w:p>
    <w:p w14:paraId="403D0572" w14:textId="77777777" w:rsidR="00810015" w:rsidRDefault="00810015" w:rsidP="00810015">
      <w:r>
        <w:t>152.8779</w:t>
      </w:r>
      <w:r>
        <w:tab/>
        <w:t>3.038e0</w:t>
      </w:r>
    </w:p>
    <w:p w14:paraId="0006AC07" w14:textId="77777777" w:rsidR="00810015" w:rsidRDefault="00810015" w:rsidP="00810015">
      <w:r>
        <w:t>152.9009</w:t>
      </w:r>
      <w:r>
        <w:tab/>
        <w:t>1.013e0</w:t>
      </w:r>
    </w:p>
    <w:p w14:paraId="1B023235" w14:textId="77777777" w:rsidR="00810015" w:rsidRDefault="00810015" w:rsidP="00810015">
      <w:r>
        <w:t>152.9038</w:t>
      </w:r>
      <w:r>
        <w:tab/>
        <w:t>3.038e0</w:t>
      </w:r>
    </w:p>
    <w:p w14:paraId="3E4CCE6F" w14:textId="77777777" w:rsidR="00810015" w:rsidRDefault="00810015" w:rsidP="00810015">
      <w:r>
        <w:t>152.9239</w:t>
      </w:r>
      <w:r>
        <w:tab/>
        <w:t>4.051e0</w:t>
      </w:r>
    </w:p>
    <w:p w14:paraId="23983BC3" w14:textId="77777777" w:rsidR="00810015" w:rsidRDefault="00810015" w:rsidP="00810015">
      <w:r>
        <w:t>152.9278</w:t>
      </w:r>
      <w:r>
        <w:tab/>
        <w:t>1.013e0</w:t>
      </w:r>
    </w:p>
    <w:p w14:paraId="22396D9A" w14:textId="77777777" w:rsidR="00810015" w:rsidRDefault="00810015" w:rsidP="00810015">
      <w:r>
        <w:t>152.9439</w:t>
      </w:r>
      <w:r>
        <w:tab/>
        <w:t>1.013e0</w:t>
      </w:r>
    </w:p>
    <w:p w14:paraId="102E648C" w14:textId="77777777" w:rsidR="00810015" w:rsidRDefault="00810015" w:rsidP="00810015">
      <w:r>
        <w:t>152.9490</w:t>
      </w:r>
      <w:r>
        <w:tab/>
        <w:t>3.038e0</w:t>
      </w:r>
    </w:p>
    <w:p w14:paraId="5ED3F9CB" w14:textId="77777777" w:rsidR="00810015" w:rsidRDefault="00810015" w:rsidP="00810015">
      <w:r>
        <w:t>152.9537</w:t>
      </w:r>
      <w:r>
        <w:tab/>
        <w:t>1.013e0</w:t>
      </w:r>
    </w:p>
    <w:p w14:paraId="0522BDA9" w14:textId="77777777" w:rsidR="00810015" w:rsidRDefault="00810015" w:rsidP="00810015">
      <w:r>
        <w:lastRenderedPageBreak/>
        <w:t>152.9632</w:t>
      </w:r>
      <w:r>
        <w:tab/>
        <w:t>1.013e0</w:t>
      </w:r>
    </w:p>
    <w:p w14:paraId="20D2B8DD" w14:textId="77777777" w:rsidR="00810015" w:rsidRDefault="00810015" w:rsidP="00810015">
      <w:r>
        <w:t>152.9666</w:t>
      </w:r>
      <w:r>
        <w:tab/>
        <w:t>1.013e0</w:t>
      </w:r>
    </w:p>
    <w:p w14:paraId="4F0AC02A" w14:textId="77777777" w:rsidR="00810015" w:rsidRDefault="00810015" w:rsidP="00810015">
      <w:r>
        <w:t>152.9800</w:t>
      </w:r>
      <w:r>
        <w:tab/>
        <w:t>1.013e0</w:t>
      </w:r>
    </w:p>
    <w:p w14:paraId="6A7AE8D7" w14:textId="77777777" w:rsidR="00810015" w:rsidRDefault="00810015" w:rsidP="00810015">
      <w:r>
        <w:t>152.9962</w:t>
      </w:r>
      <w:r>
        <w:tab/>
        <w:t>1.013e0</w:t>
      </w:r>
    </w:p>
    <w:p w14:paraId="08437B4B" w14:textId="77777777" w:rsidR="00810015" w:rsidRDefault="00810015" w:rsidP="00810015">
      <w:r>
        <w:t>153.0109</w:t>
      </w:r>
      <w:r>
        <w:tab/>
        <w:t>2.025e0</w:t>
      </w:r>
    </w:p>
    <w:p w14:paraId="1FDD910A" w14:textId="77777777" w:rsidR="00810015" w:rsidRDefault="00810015" w:rsidP="00810015">
      <w:r>
        <w:t>153.0126</w:t>
      </w:r>
      <w:r>
        <w:tab/>
        <w:t>1.013e0</w:t>
      </w:r>
    </w:p>
    <w:p w14:paraId="1211E73B" w14:textId="77777777" w:rsidR="00810015" w:rsidRDefault="00810015" w:rsidP="00810015">
      <w:r>
        <w:t>153.0235</w:t>
      </w:r>
      <w:r>
        <w:tab/>
        <w:t>2.321e0</w:t>
      </w:r>
    </w:p>
    <w:p w14:paraId="53E0778F" w14:textId="77777777" w:rsidR="00810015" w:rsidRDefault="00810015" w:rsidP="00810015">
      <w:r>
        <w:t>153.0407</w:t>
      </w:r>
      <w:r>
        <w:tab/>
        <w:t>7.545e0</w:t>
      </w:r>
    </w:p>
    <w:p w14:paraId="65577A78" w14:textId="77777777" w:rsidR="00810015" w:rsidRDefault="00810015" w:rsidP="00810015">
      <w:r>
        <w:t>153.0431</w:t>
      </w:r>
      <w:r>
        <w:tab/>
        <w:t>1.658e1</w:t>
      </w:r>
    </w:p>
    <w:p w14:paraId="68023F68" w14:textId="77777777" w:rsidR="00810015" w:rsidRDefault="00810015" w:rsidP="00810015">
      <w:r>
        <w:t>153.0453</w:t>
      </w:r>
      <w:r>
        <w:tab/>
        <w:t>2.978e1</w:t>
      </w:r>
    </w:p>
    <w:p w14:paraId="3947759D" w14:textId="77777777" w:rsidR="00810015" w:rsidRDefault="00810015" w:rsidP="00810015">
      <w:r>
        <w:t>153.0475</w:t>
      </w:r>
      <w:r>
        <w:tab/>
        <w:t>7.938e0</w:t>
      </w:r>
    </w:p>
    <w:p w14:paraId="0577D30B" w14:textId="77777777" w:rsidR="00810015" w:rsidRDefault="00810015" w:rsidP="00810015">
      <w:r>
        <w:t>153.0725</w:t>
      </w:r>
      <w:r>
        <w:tab/>
        <w:t>2.978e0</w:t>
      </w:r>
    </w:p>
    <w:p w14:paraId="60E7F9A7" w14:textId="77777777" w:rsidR="00810015" w:rsidRDefault="00810015" w:rsidP="00810015">
      <w:r>
        <w:t>153.0766</w:t>
      </w:r>
      <w:r>
        <w:tab/>
        <w:t>1.398e0</w:t>
      </w:r>
    </w:p>
    <w:p w14:paraId="3E615F66" w14:textId="77777777" w:rsidR="00810015" w:rsidRDefault="00810015" w:rsidP="00810015">
      <w:r>
        <w:t>153.0868</w:t>
      </w:r>
      <w:r>
        <w:tab/>
        <w:t>7.431e0</w:t>
      </w:r>
    </w:p>
    <w:p w14:paraId="38959CD4" w14:textId="77777777" w:rsidR="00810015" w:rsidRDefault="00810015" w:rsidP="00810015">
      <w:r>
        <w:t>153.1017</w:t>
      </w:r>
      <w:r>
        <w:tab/>
        <w:t>1.198e0</w:t>
      </w:r>
    </w:p>
    <w:p w14:paraId="5EAE4383" w14:textId="77777777" w:rsidR="00810015" w:rsidRDefault="00810015" w:rsidP="00810015">
      <w:r>
        <w:t>153.1320</w:t>
      </w:r>
      <w:r>
        <w:tab/>
        <w:t>6.479e0</w:t>
      </w:r>
    </w:p>
    <w:p w14:paraId="5E60D1E7" w14:textId="77777777" w:rsidR="00810015" w:rsidRDefault="00810015" w:rsidP="00810015">
      <w:r>
        <w:t>153.1419</w:t>
      </w:r>
      <w:r>
        <w:tab/>
        <w:t>2.025e0</w:t>
      </w:r>
    </w:p>
    <w:p w14:paraId="4361788A" w14:textId="77777777" w:rsidR="00810015" w:rsidRDefault="00810015" w:rsidP="00810015">
      <w:r>
        <w:t>153.1837</w:t>
      </w:r>
      <w:r>
        <w:tab/>
        <w:t>1.013e0</w:t>
      </w:r>
    </w:p>
    <w:p w14:paraId="0D5A1603" w14:textId="77777777" w:rsidR="00810015" w:rsidRDefault="00810015" w:rsidP="00810015">
      <w:r>
        <w:t>153.1899</w:t>
      </w:r>
      <w:r>
        <w:tab/>
        <w:t>1.013e0</w:t>
      </w:r>
    </w:p>
    <w:p w14:paraId="540B1654" w14:textId="77777777" w:rsidR="00810015" w:rsidRDefault="00810015" w:rsidP="00810015">
      <w:r>
        <w:lastRenderedPageBreak/>
        <w:t>153.2070</w:t>
      </w:r>
      <w:r>
        <w:tab/>
        <w:t>2.025e0</w:t>
      </w:r>
    </w:p>
    <w:p w14:paraId="486478EB" w14:textId="77777777" w:rsidR="00810015" w:rsidRDefault="00810015" w:rsidP="00810015">
      <w:r>
        <w:t>153.2201</w:t>
      </w:r>
      <w:r>
        <w:tab/>
        <w:t>2.025e0</w:t>
      </w:r>
    </w:p>
    <w:p w14:paraId="517FB87F" w14:textId="77777777" w:rsidR="00810015" w:rsidRDefault="00810015" w:rsidP="00810015">
      <w:r>
        <w:t>153.2283</w:t>
      </w:r>
      <w:r>
        <w:tab/>
        <w:t>2.025e0</w:t>
      </w:r>
    </w:p>
    <w:p w14:paraId="2BD5B3E8" w14:textId="77777777" w:rsidR="00810015" w:rsidRDefault="00810015" w:rsidP="00810015">
      <w:r>
        <w:t>153.2299</w:t>
      </w:r>
      <w:r>
        <w:tab/>
        <w:t>1.013e0</w:t>
      </w:r>
    </w:p>
    <w:p w14:paraId="4063A7F8" w14:textId="77777777" w:rsidR="00810015" w:rsidRDefault="00810015" w:rsidP="00810015">
      <w:r>
        <w:t>153.2494</w:t>
      </w:r>
      <w:r>
        <w:tab/>
        <w:t>3.216e0</w:t>
      </w:r>
    </w:p>
    <w:p w14:paraId="4A2FA305" w14:textId="77777777" w:rsidR="00810015" w:rsidRDefault="00810015" w:rsidP="00810015">
      <w:r>
        <w:t>153.2667</w:t>
      </w:r>
      <w:r>
        <w:tab/>
        <w:t>1.013e0</w:t>
      </w:r>
    </w:p>
    <w:p w14:paraId="208DCD10" w14:textId="77777777" w:rsidR="00810015" w:rsidRDefault="00810015" w:rsidP="00810015">
      <w:r>
        <w:t>153.2776</w:t>
      </w:r>
      <w:r>
        <w:tab/>
        <w:t>2.025e0</w:t>
      </w:r>
    </w:p>
    <w:p w14:paraId="7B0094E8" w14:textId="77777777" w:rsidR="00810015" w:rsidRDefault="00810015" w:rsidP="00810015">
      <w:r>
        <w:t>153.2888</w:t>
      </w:r>
      <w:r>
        <w:tab/>
        <w:t>5.063e0</w:t>
      </w:r>
    </w:p>
    <w:p w14:paraId="605D8E07" w14:textId="77777777" w:rsidR="00810015" w:rsidRDefault="00810015" w:rsidP="00810015">
      <w:r>
        <w:t>153.3092</w:t>
      </w:r>
      <w:r>
        <w:tab/>
        <w:t>4.051e0</w:t>
      </w:r>
    </w:p>
    <w:p w14:paraId="001E853A" w14:textId="77777777" w:rsidR="00810015" w:rsidRDefault="00810015" w:rsidP="00810015">
      <w:r>
        <w:t>153.3121</w:t>
      </w:r>
      <w:r>
        <w:tab/>
        <w:t>1.013e0</w:t>
      </w:r>
    </w:p>
    <w:p w14:paraId="2DE9BE04" w14:textId="77777777" w:rsidR="00810015" w:rsidRDefault="00810015" w:rsidP="00810015">
      <w:r>
        <w:t>153.3284</w:t>
      </w:r>
      <w:r>
        <w:tab/>
        <w:t>1.013e0</w:t>
      </w:r>
    </w:p>
    <w:p w14:paraId="7B2B5EEA" w14:textId="77777777" w:rsidR="00810015" w:rsidRDefault="00810015" w:rsidP="00810015">
      <w:r>
        <w:t>153.3380</w:t>
      </w:r>
      <w:r>
        <w:tab/>
        <w:t>1.013e0</w:t>
      </w:r>
    </w:p>
    <w:p w14:paraId="49E53FD4" w14:textId="77777777" w:rsidR="00810015" w:rsidRDefault="00810015" w:rsidP="00810015">
      <w:r>
        <w:t>153.3582</w:t>
      </w:r>
      <w:r>
        <w:tab/>
        <w:t>1.013e0</w:t>
      </w:r>
    </w:p>
    <w:p w14:paraId="7ACE7590" w14:textId="77777777" w:rsidR="00810015" w:rsidRDefault="00810015" w:rsidP="00810015">
      <w:r>
        <w:t>153.3615</w:t>
      </w:r>
      <w:r>
        <w:tab/>
        <w:t>1.013e0</w:t>
      </w:r>
    </w:p>
    <w:p w14:paraId="5D811570" w14:textId="77777777" w:rsidR="00810015" w:rsidRDefault="00810015" w:rsidP="00810015">
      <w:r>
        <w:t>153.3683</w:t>
      </w:r>
      <w:r>
        <w:tab/>
        <w:t>1.013e0</w:t>
      </w:r>
    </w:p>
    <w:p w14:paraId="3C205AE8" w14:textId="77777777" w:rsidR="00810015" w:rsidRDefault="00810015" w:rsidP="00810015">
      <w:r>
        <w:t>153.3874</w:t>
      </w:r>
      <w:r>
        <w:tab/>
        <w:t>1.013e0</w:t>
      </w:r>
    </w:p>
    <w:p w14:paraId="404C3B5E" w14:textId="77777777" w:rsidR="00810015" w:rsidRDefault="00810015" w:rsidP="00810015">
      <w:r>
        <w:t>153.3908</w:t>
      </w:r>
      <w:r>
        <w:tab/>
        <w:t>1.013e0</w:t>
      </w:r>
    </w:p>
    <w:p w14:paraId="478E4AC2" w14:textId="77777777" w:rsidR="00810015" w:rsidRDefault="00810015" w:rsidP="00810015">
      <w:r>
        <w:t>153.4132</w:t>
      </w:r>
      <w:r>
        <w:tab/>
        <w:t>2.025e0</w:t>
      </w:r>
    </w:p>
    <w:p w14:paraId="38D6C480" w14:textId="77777777" w:rsidR="00810015" w:rsidRDefault="00810015" w:rsidP="00810015">
      <w:r>
        <w:t>153.4178</w:t>
      </w:r>
      <w:r>
        <w:tab/>
        <w:t>2.025e0</w:t>
      </w:r>
    </w:p>
    <w:p w14:paraId="223D3C0B" w14:textId="77777777" w:rsidR="00810015" w:rsidRDefault="00810015" w:rsidP="00810015">
      <w:r>
        <w:lastRenderedPageBreak/>
        <w:t>153.4239</w:t>
      </w:r>
      <w:r>
        <w:tab/>
        <w:t>2.025e0</w:t>
      </w:r>
    </w:p>
    <w:p w14:paraId="223527CC" w14:textId="77777777" w:rsidR="00810015" w:rsidRDefault="00810015" w:rsidP="00810015">
      <w:r>
        <w:t>153.4306</w:t>
      </w:r>
      <w:r>
        <w:tab/>
        <w:t>1.013e0</w:t>
      </w:r>
    </w:p>
    <w:p w14:paraId="6C44809E" w14:textId="77777777" w:rsidR="00810015" w:rsidRDefault="00810015" w:rsidP="00810015">
      <w:r>
        <w:t>153.4570</w:t>
      </w:r>
      <w:r>
        <w:tab/>
        <w:t>1.013e0</w:t>
      </w:r>
    </w:p>
    <w:p w14:paraId="1B07207E" w14:textId="77777777" w:rsidR="00810015" w:rsidRDefault="00810015" w:rsidP="00810015">
      <w:r>
        <w:t>153.4604</w:t>
      </w:r>
      <w:r>
        <w:tab/>
        <w:t>1.013e0</w:t>
      </w:r>
    </w:p>
    <w:p w14:paraId="7B76353F" w14:textId="77777777" w:rsidR="00810015" w:rsidRDefault="00810015" w:rsidP="00810015">
      <w:r>
        <w:t>153.4643</w:t>
      </w:r>
      <w:r>
        <w:tab/>
        <w:t>1.013e0</w:t>
      </w:r>
    </w:p>
    <w:p w14:paraId="00E5A9ED" w14:textId="77777777" w:rsidR="00810015" w:rsidRDefault="00810015" w:rsidP="00810015">
      <w:r>
        <w:t>153.4670</w:t>
      </w:r>
      <w:r>
        <w:tab/>
        <w:t>1.013e0</w:t>
      </w:r>
    </w:p>
    <w:p w14:paraId="05B49C47" w14:textId="77777777" w:rsidR="00810015" w:rsidRDefault="00810015" w:rsidP="00810015">
      <w:r>
        <w:t>153.4829</w:t>
      </w:r>
      <w:r>
        <w:tab/>
        <w:t>2.025e0</w:t>
      </w:r>
    </w:p>
    <w:p w14:paraId="7CDC0597" w14:textId="77777777" w:rsidR="00810015" w:rsidRDefault="00810015" w:rsidP="00810015">
      <w:r>
        <w:t>153.4919</w:t>
      </w:r>
      <w:r>
        <w:tab/>
        <w:t>3.038e0</w:t>
      </w:r>
    </w:p>
    <w:p w14:paraId="1FCF673A" w14:textId="77777777" w:rsidR="00810015" w:rsidRDefault="00810015" w:rsidP="00810015">
      <w:r>
        <w:t>153.4997</w:t>
      </w:r>
      <w:r>
        <w:tab/>
        <w:t>4.051e0</w:t>
      </w:r>
    </w:p>
    <w:p w14:paraId="72B7EFEA" w14:textId="77777777" w:rsidR="00810015" w:rsidRDefault="00810015" w:rsidP="00810015">
      <w:r>
        <w:t>153.5104</w:t>
      </w:r>
      <w:r>
        <w:tab/>
        <w:t>1.013e0</w:t>
      </w:r>
    </w:p>
    <w:p w14:paraId="157BC7AA" w14:textId="77777777" w:rsidR="00810015" w:rsidRDefault="00810015" w:rsidP="00810015">
      <w:r>
        <w:t>153.5181</w:t>
      </w:r>
      <w:r>
        <w:tab/>
        <w:t>2.025e0</w:t>
      </w:r>
    </w:p>
    <w:p w14:paraId="48A78EB6" w14:textId="77777777" w:rsidR="00810015" w:rsidRDefault="00810015" w:rsidP="00810015">
      <w:r>
        <w:t>153.5225</w:t>
      </w:r>
      <w:r>
        <w:tab/>
        <w:t>1.013e0</w:t>
      </w:r>
    </w:p>
    <w:p w14:paraId="5F1AC0AB" w14:textId="77777777" w:rsidR="00810015" w:rsidRDefault="00810015" w:rsidP="00810015">
      <w:r>
        <w:t>153.5396</w:t>
      </w:r>
      <w:r>
        <w:tab/>
        <w:t>1.013e0</w:t>
      </w:r>
    </w:p>
    <w:p w14:paraId="205E572F" w14:textId="77777777" w:rsidR="00810015" w:rsidRDefault="00810015" w:rsidP="00810015">
      <w:r>
        <w:t>153.5441</w:t>
      </w:r>
      <w:r>
        <w:tab/>
        <w:t>4.051e0</w:t>
      </w:r>
    </w:p>
    <w:p w14:paraId="5E43719A" w14:textId="77777777" w:rsidR="00810015" w:rsidRDefault="00810015" w:rsidP="00810015">
      <w:r>
        <w:t>153.5472</w:t>
      </w:r>
      <w:r>
        <w:tab/>
        <w:t>9.114e0</w:t>
      </w:r>
    </w:p>
    <w:p w14:paraId="5C69FE61" w14:textId="77777777" w:rsidR="00810015" w:rsidRDefault="00810015" w:rsidP="00810015">
      <w:r>
        <w:t>153.5512</w:t>
      </w:r>
      <w:r>
        <w:tab/>
        <w:t>5.063e0</w:t>
      </w:r>
    </w:p>
    <w:p w14:paraId="6950BC7B" w14:textId="77777777" w:rsidR="00810015" w:rsidRDefault="00810015" w:rsidP="00810015">
      <w:r>
        <w:t>153.5700</w:t>
      </w:r>
      <w:r>
        <w:tab/>
        <w:t>2.025e0</w:t>
      </w:r>
    </w:p>
    <w:p w14:paraId="595BB471" w14:textId="77777777" w:rsidR="00810015" w:rsidRDefault="00810015" w:rsidP="00810015">
      <w:r>
        <w:t>153.5718</w:t>
      </w:r>
      <w:r>
        <w:tab/>
        <w:t>1.013e0</w:t>
      </w:r>
    </w:p>
    <w:p w14:paraId="2E263343" w14:textId="77777777" w:rsidR="00810015" w:rsidRDefault="00810015" w:rsidP="00810015">
      <w:r>
        <w:t>153.5789</w:t>
      </w:r>
      <w:r>
        <w:tab/>
        <w:t>1.013e0</w:t>
      </w:r>
    </w:p>
    <w:p w14:paraId="0A894D83" w14:textId="77777777" w:rsidR="00810015" w:rsidRDefault="00810015" w:rsidP="00810015">
      <w:r>
        <w:lastRenderedPageBreak/>
        <w:t>153.5885</w:t>
      </w:r>
      <w:r>
        <w:tab/>
        <w:t>1.013e0</w:t>
      </w:r>
    </w:p>
    <w:p w14:paraId="506F4898" w14:textId="77777777" w:rsidR="00810015" w:rsidRDefault="00810015" w:rsidP="00810015">
      <w:r>
        <w:t>153.5957</w:t>
      </w:r>
      <w:r>
        <w:tab/>
        <w:t>1.013e0</w:t>
      </w:r>
    </w:p>
    <w:p w14:paraId="5840DD4A" w14:textId="77777777" w:rsidR="00810015" w:rsidRDefault="00810015" w:rsidP="00810015">
      <w:r>
        <w:t>153.6348</w:t>
      </w:r>
      <w:r>
        <w:tab/>
        <w:t>2.025e0</w:t>
      </w:r>
    </w:p>
    <w:p w14:paraId="4B763334" w14:textId="77777777" w:rsidR="00810015" w:rsidRDefault="00810015" w:rsidP="00810015">
      <w:r>
        <w:t>153.6547</w:t>
      </w:r>
      <w:r>
        <w:tab/>
        <w:t>1.013e0</w:t>
      </w:r>
    </w:p>
    <w:p w14:paraId="10972B22" w14:textId="77777777" w:rsidR="00810015" w:rsidRDefault="00810015" w:rsidP="00810015">
      <w:r>
        <w:t>153.6559</w:t>
      </w:r>
      <w:r>
        <w:tab/>
        <w:t>4.051e0</w:t>
      </w:r>
    </w:p>
    <w:p w14:paraId="125E77A5" w14:textId="77777777" w:rsidR="00810015" w:rsidRDefault="00810015" w:rsidP="00810015">
      <w:r>
        <w:t>153.6946</w:t>
      </w:r>
      <w:r>
        <w:tab/>
        <w:t>3.038e0</w:t>
      </w:r>
    </w:p>
    <w:p w14:paraId="4D20A292" w14:textId="77777777" w:rsidR="00810015" w:rsidRDefault="00810015" w:rsidP="00810015">
      <w:r>
        <w:t>153.7008</w:t>
      </w:r>
      <w:r>
        <w:tab/>
        <w:t>1.013e0</w:t>
      </w:r>
    </w:p>
    <w:p w14:paraId="7809ACA1" w14:textId="77777777" w:rsidR="00810015" w:rsidRDefault="00810015" w:rsidP="00810015">
      <w:r>
        <w:t>153.7142</w:t>
      </w:r>
      <w:r>
        <w:tab/>
        <w:t>1.013e0</w:t>
      </w:r>
    </w:p>
    <w:p w14:paraId="2630846A" w14:textId="77777777" w:rsidR="00810015" w:rsidRDefault="00810015" w:rsidP="00810015">
      <w:r>
        <w:t>153.7301</w:t>
      </w:r>
      <w:r>
        <w:tab/>
        <w:t>1.013e0</w:t>
      </w:r>
    </w:p>
    <w:p w14:paraId="2E54ADF3" w14:textId="77777777" w:rsidR="00810015" w:rsidRDefault="00810015" w:rsidP="00810015">
      <w:r>
        <w:t>153.7373</w:t>
      </w:r>
      <w:r>
        <w:tab/>
        <w:t>1.013e0</w:t>
      </w:r>
    </w:p>
    <w:p w14:paraId="01A21C25" w14:textId="77777777" w:rsidR="00810015" w:rsidRDefault="00810015" w:rsidP="00810015">
      <w:r>
        <w:t>153.7435</w:t>
      </w:r>
      <w:r>
        <w:tab/>
        <w:t>1.013e0</w:t>
      </w:r>
    </w:p>
    <w:p w14:paraId="431E7B40" w14:textId="77777777" w:rsidR="00810015" w:rsidRDefault="00810015" w:rsidP="00810015">
      <w:r>
        <w:t>153.7693</w:t>
      </w:r>
      <w:r>
        <w:tab/>
        <w:t>1.013e0</w:t>
      </w:r>
    </w:p>
    <w:p w14:paraId="036B2EDB" w14:textId="77777777" w:rsidR="00810015" w:rsidRDefault="00810015" w:rsidP="00810015">
      <w:r>
        <w:t>153.7728</w:t>
      </w:r>
      <w:r>
        <w:tab/>
        <w:t>1.013e0</w:t>
      </w:r>
    </w:p>
    <w:p w14:paraId="41F13604" w14:textId="77777777" w:rsidR="00810015" w:rsidRDefault="00810015" w:rsidP="00810015">
      <w:r>
        <w:t>153.8037</w:t>
      </w:r>
      <w:r>
        <w:tab/>
        <w:t>1.013e0</w:t>
      </w:r>
    </w:p>
    <w:p w14:paraId="5DB2029B" w14:textId="77777777" w:rsidR="00810015" w:rsidRDefault="00810015" w:rsidP="00810015">
      <w:r>
        <w:t>153.8063</w:t>
      </w:r>
      <w:r>
        <w:tab/>
        <w:t>1.013e0</w:t>
      </w:r>
    </w:p>
    <w:p w14:paraId="111AD545" w14:textId="77777777" w:rsidR="00810015" w:rsidRDefault="00810015" w:rsidP="00810015">
      <w:r>
        <w:t>153.8078</w:t>
      </w:r>
      <w:r>
        <w:tab/>
        <w:t>2.025e0</w:t>
      </w:r>
    </w:p>
    <w:p w14:paraId="4D746D31" w14:textId="77777777" w:rsidR="00810015" w:rsidRDefault="00810015" w:rsidP="00810015">
      <w:r>
        <w:t>153.8188</w:t>
      </w:r>
      <w:r>
        <w:tab/>
        <w:t>1.013e0</w:t>
      </w:r>
    </w:p>
    <w:p w14:paraId="068DC254" w14:textId="77777777" w:rsidR="00810015" w:rsidRDefault="00810015" w:rsidP="00810015">
      <w:r>
        <w:t>153.8323</w:t>
      </w:r>
      <w:r>
        <w:tab/>
        <w:t>2.025e0</w:t>
      </w:r>
    </w:p>
    <w:p w14:paraId="0764B59C" w14:textId="77777777" w:rsidR="00810015" w:rsidRDefault="00810015" w:rsidP="00810015">
      <w:r>
        <w:t>153.8390</w:t>
      </w:r>
      <w:r>
        <w:tab/>
        <w:t>1.013e0</w:t>
      </w:r>
    </w:p>
    <w:p w14:paraId="3D97D1C7" w14:textId="77777777" w:rsidR="00810015" w:rsidRDefault="00810015" w:rsidP="00810015">
      <w:r>
        <w:lastRenderedPageBreak/>
        <w:t>153.8588</w:t>
      </w:r>
      <w:r>
        <w:tab/>
        <w:t>1.013e0</w:t>
      </w:r>
    </w:p>
    <w:p w14:paraId="04578A4D" w14:textId="77777777" w:rsidR="00810015" w:rsidRDefault="00810015" w:rsidP="00810015">
      <w:r>
        <w:t>153.8918</w:t>
      </w:r>
      <w:r>
        <w:tab/>
        <w:t>3.038e0</w:t>
      </w:r>
    </w:p>
    <w:p w14:paraId="2D6158A2" w14:textId="77777777" w:rsidR="00810015" w:rsidRDefault="00810015" w:rsidP="00810015">
      <w:r>
        <w:t>153.9313</w:t>
      </w:r>
      <w:r>
        <w:tab/>
        <w:t>1.013e0</w:t>
      </w:r>
    </w:p>
    <w:p w14:paraId="0A91FC39" w14:textId="77777777" w:rsidR="00810015" w:rsidRDefault="00810015" w:rsidP="00810015">
      <w:r>
        <w:t>153.9346</w:t>
      </w:r>
      <w:r>
        <w:tab/>
        <w:t>1.013e0</w:t>
      </w:r>
    </w:p>
    <w:p w14:paraId="1D85C11E" w14:textId="77777777" w:rsidR="00810015" w:rsidRDefault="00810015" w:rsidP="00810015">
      <w:r>
        <w:t>153.9453</w:t>
      </w:r>
      <w:r>
        <w:tab/>
        <w:t>1.013e0</w:t>
      </w:r>
    </w:p>
    <w:p w14:paraId="2F4E6E65" w14:textId="77777777" w:rsidR="00810015" w:rsidRDefault="00810015" w:rsidP="00810015">
      <w:r>
        <w:t>153.9673</w:t>
      </w:r>
      <w:r>
        <w:tab/>
        <w:t>1.013e0</w:t>
      </w:r>
    </w:p>
    <w:p w14:paraId="6EEDF201" w14:textId="77777777" w:rsidR="00810015" w:rsidRDefault="00810015" w:rsidP="00810015">
      <w:r>
        <w:t>153.9706</w:t>
      </w:r>
      <w:r>
        <w:tab/>
        <w:t>1.013e0</w:t>
      </w:r>
    </w:p>
    <w:p w14:paraId="3969FDFC" w14:textId="77777777" w:rsidR="00810015" w:rsidRDefault="00810015" w:rsidP="00810015">
      <w:r>
        <w:t>153.9841</w:t>
      </w:r>
      <w:r>
        <w:tab/>
        <w:t>1.013e0</w:t>
      </w:r>
    </w:p>
    <w:p w14:paraId="32417C7F" w14:textId="77777777" w:rsidR="00810015" w:rsidRDefault="00810015" w:rsidP="00810015">
      <w:r>
        <w:t>154.0370</w:t>
      </w:r>
      <w:r>
        <w:tab/>
        <w:t>4.051e0</w:t>
      </w:r>
    </w:p>
    <w:p w14:paraId="1551E6B6" w14:textId="77777777" w:rsidR="00810015" w:rsidRDefault="00810015" w:rsidP="00810015">
      <w:r>
        <w:t>154.0437</w:t>
      </w:r>
      <w:r>
        <w:tab/>
        <w:t>1.100e1</w:t>
      </w:r>
    </w:p>
    <w:p w14:paraId="020C8E0A" w14:textId="77777777" w:rsidR="00810015" w:rsidRDefault="00810015" w:rsidP="00810015">
      <w:r>
        <w:t>154.0473</w:t>
      </w:r>
      <w:r>
        <w:tab/>
        <w:t>6.812e0</w:t>
      </w:r>
    </w:p>
    <w:p w14:paraId="36B1D8C5" w14:textId="77777777" w:rsidR="00810015" w:rsidRDefault="00810015" w:rsidP="00810015">
      <w:r>
        <w:t>154.0507</w:t>
      </w:r>
      <w:r>
        <w:tab/>
        <w:t>5.575e0</w:t>
      </w:r>
    </w:p>
    <w:p w14:paraId="5FD5CDD1" w14:textId="77777777" w:rsidR="00810015" w:rsidRDefault="00810015" w:rsidP="00810015">
      <w:r>
        <w:t>154.0868</w:t>
      </w:r>
      <w:r>
        <w:tab/>
        <w:t>3.502e0</w:t>
      </w:r>
    </w:p>
    <w:p w14:paraId="2845AA03" w14:textId="77777777" w:rsidR="00810015" w:rsidRDefault="00810015" w:rsidP="00810015">
      <w:r>
        <w:t>154.0956</w:t>
      </w:r>
      <w:r>
        <w:tab/>
        <w:t>4.556e0</w:t>
      </w:r>
    </w:p>
    <w:p w14:paraId="1397FBD3" w14:textId="77777777" w:rsidR="00810015" w:rsidRDefault="00810015" w:rsidP="00810015">
      <w:r>
        <w:t>154.0971</w:t>
      </w:r>
      <w:r>
        <w:tab/>
        <w:t>2.676e0</w:t>
      </w:r>
    </w:p>
    <w:p w14:paraId="48A4931C" w14:textId="77777777" w:rsidR="00810015" w:rsidRDefault="00810015" w:rsidP="00810015">
      <w:r>
        <w:t>154.0984</w:t>
      </w:r>
      <w:r>
        <w:tab/>
        <w:t>7.288e0</w:t>
      </w:r>
    </w:p>
    <w:p w14:paraId="6CAC819F" w14:textId="77777777" w:rsidR="00810015" w:rsidRDefault="00810015" w:rsidP="00810015">
      <w:r>
        <w:t>154.1042</w:t>
      </w:r>
      <w:r>
        <w:tab/>
        <w:t>2.474e0</w:t>
      </w:r>
    </w:p>
    <w:p w14:paraId="30F5928B" w14:textId="77777777" w:rsidR="00810015" w:rsidRDefault="00810015" w:rsidP="00810015">
      <w:r>
        <w:t>154.1161</w:t>
      </w:r>
      <w:r>
        <w:tab/>
        <w:t>1.664e0</w:t>
      </w:r>
    </w:p>
    <w:p w14:paraId="5803B9FB" w14:textId="77777777" w:rsidR="00810015" w:rsidRDefault="00810015" w:rsidP="00810015">
      <w:r>
        <w:t>154.1187</w:t>
      </w:r>
      <w:r>
        <w:tab/>
        <w:t>1.461e0</w:t>
      </w:r>
    </w:p>
    <w:p w14:paraId="2202CA12" w14:textId="77777777" w:rsidR="00810015" w:rsidRDefault="00810015" w:rsidP="00810015">
      <w:r>
        <w:lastRenderedPageBreak/>
        <w:t>154.1325</w:t>
      </w:r>
      <w:r>
        <w:tab/>
        <w:t>1.519e0</w:t>
      </w:r>
    </w:p>
    <w:p w14:paraId="600EDFFD" w14:textId="77777777" w:rsidR="00810015" w:rsidRDefault="00810015" w:rsidP="00810015">
      <w:r>
        <w:t>154.1583</w:t>
      </w:r>
      <w:r>
        <w:tab/>
        <w:t>2.025e0</w:t>
      </w:r>
    </w:p>
    <w:p w14:paraId="35B3E9BE" w14:textId="77777777" w:rsidR="00810015" w:rsidRDefault="00810015" w:rsidP="00810015">
      <w:r>
        <w:t>154.1618</w:t>
      </w:r>
      <w:r>
        <w:tab/>
        <w:t>1.013e0</w:t>
      </w:r>
    </w:p>
    <w:p w14:paraId="521AE907" w14:textId="77777777" w:rsidR="00810015" w:rsidRDefault="00810015" w:rsidP="00810015">
      <w:r>
        <w:t>154.1720</w:t>
      </w:r>
      <w:r>
        <w:tab/>
        <w:t>2.025e0</w:t>
      </w:r>
    </w:p>
    <w:p w14:paraId="6D6A8490" w14:textId="77777777" w:rsidR="00810015" w:rsidRDefault="00810015" w:rsidP="00810015">
      <w:r>
        <w:t>154.1787</w:t>
      </w:r>
      <w:r>
        <w:tab/>
        <w:t>3.038e0</w:t>
      </w:r>
    </w:p>
    <w:p w14:paraId="2A6C6C0B" w14:textId="77777777" w:rsidR="00810015" w:rsidRDefault="00810015" w:rsidP="00810015">
      <w:r>
        <w:t>154.2315</w:t>
      </w:r>
      <w:r>
        <w:tab/>
        <w:t>1.013e0</w:t>
      </w:r>
    </w:p>
    <w:p w14:paraId="1C79B2D9" w14:textId="77777777" w:rsidR="00810015" w:rsidRDefault="00810015" w:rsidP="00810015">
      <w:r>
        <w:t>154.2417</w:t>
      </w:r>
      <w:r>
        <w:tab/>
        <w:t>1.013e0</w:t>
      </w:r>
    </w:p>
    <w:p w14:paraId="03CEE1F0" w14:textId="77777777" w:rsidR="00810015" w:rsidRDefault="00810015" w:rsidP="00810015">
      <w:r>
        <w:t>154.2500</w:t>
      </w:r>
      <w:r>
        <w:tab/>
        <w:t>2.025e0</w:t>
      </w:r>
    </w:p>
    <w:p w14:paraId="32BE6305" w14:textId="77777777" w:rsidR="00810015" w:rsidRDefault="00810015" w:rsidP="00810015">
      <w:r>
        <w:t>154.2554</w:t>
      </w:r>
      <w:r>
        <w:tab/>
        <w:t>3.038e0</w:t>
      </w:r>
    </w:p>
    <w:p w14:paraId="4CE97E73" w14:textId="77777777" w:rsidR="00810015" w:rsidRDefault="00810015" w:rsidP="00810015">
      <w:r>
        <w:t>154.2710</w:t>
      </w:r>
      <w:r>
        <w:tab/>
        <w:t>2.025e0</w:t>
      </w:r>
    </w:p>
    <w:p w14:paraId="34A4CE21" w14:textId="77777777" w:rsidR="00810015" w:rsidRDefault="00810015" w:rsidP="00810015">
      <w:r>
        <w:t>154.2811</w:t>
      </w:r>
      <w:r>
        <w:tab/>
        <w:t>1.013e0</w:t>
      </w:r>
    </w:p>
    <w:p w14:paraId="3184A55A" w14:textId="77777777" w:rsidR="00810015" w:rsidRDefault="00810015" w:rsidP="00810015">
      <w:r>
        <w:t>154.3070</w:t>
      </w:r>
      <w:r>
        <w:tab/>
        <w:t>1.013e0</w:t>
      </w:r>
    </w:p>
    <w:p w14:paraId="48C82D9C" w14:textId="77777777" w:rsidR="00810015" w:rsidRDefault="00810015" w:rsidP="00810015">
      <w:r>
        <w:t>154.3571</w:t>
      </w:r>
      <w:r>
        <w:tab/>
        <w:t>1.013e0</w:t>
      </w:r>
    </w:p>
    <w:p w14:paraId="428A9130" w14:textId="77777777" w:rsidR="00810015" w:rsidRDefault="00810015" w:rsidP="00810015">
      <w:r>
        <w:t>154.3717</w:t>
      </w:r>
      <w:r>
        <w:tab/>
        <w:t>2.025e0</w:t>
      </w:r>
    </w:p>
    <w:p w14:paraId="58F0BE45" w14:textId="77777777" w:rsidR="00810015" w:rsidRDefault="00810015" w:rsidP="00810015">
      <w:r>
        <w:t>154.3773</w:t>
      </w:r>
      <w:r>
        <w:tab/>
        <w:t>2.025e0</w:t>
      </w:r>
    </w:p>
    <w:p w14:paraId="26C0431F" w14:textId="77777777" w:rsidR="00810015" w:rsidRDefault="00810015" w:rsidP="00810015">
      <w:r>
        <w:t>154.3869</w:t>
      </w:r>
      <w:r>
        <w:tab/>
        <w:t>1.013e0</w:t>
      </w:r>
    </w:p>
    <w:p w14:paraId="38DBBEE0" w14:textId="77777777" w:rsidR="00810015" w:rsidRDefault="00810015" w:rsidP="00810015">
      <w:r>
        <w:t>154.3999</w:t>
      </w:r>
      <w:r>
        <w:tab/>
        <w:t>1.013e0</w:t>
      </w:r>
    </w:p>
    <w:p w14:paraId="61365D35" w14:textId="77777777" w:rsidR="00810015" w:rsidRDefault="00810015" w:rsidP="00810015">
      <w:r>
        <w:t>154.4020</w:t>
      </w:r>
      <w:r>
        <w:tab/>
        <w:t>2.025e0</w:t>
      </w:r>
    </w:p>
    <w:p w14:paraId="7DA29F2E" w14:textId="77777777" w:rsidR="00810015" w:rsidRDefault="00810015" w:rsidP="00810015">
      <w:r>
        <w:t>154.4094</w:t>
      </w:r>
      <w:r>
        <w:tab/>
        <w:t>1.013e0</w:t>
      </w:r>
    </w:p>
    <w:p w14:paraId="62C19B40" w14:textId="77777777" w:rsidR="00810015" w:rsidRDefault="00810015" w:rsidP="00810015">
      <w:r>
        <w:lastRenderedPageBreak/>
        <w:t>154.4364</w:t>
      </w:r>
      <w:r>
        <w:tab/>
        <w:t>1.013e0</w:t>
      </w:r>
    </w:p>
    <w:p w14:paraId="386DC3B0" w14:textId="77777777" w:rsidR="00810015" w:rsidRDefault="00810015" w:rsidP="00810015">
      <w:r>
        <w:t>154.4398</w:t>
      </w:r>
      <w:r>
        <w:tab/>
        <w:t>1.013e0</w:t>
      </w:r>
    </w:p>
    <w:p w14:paraId="65F8FDD1" w14:textId="77777777" w:rsidR="00810015" w:rsidRDefault="00810015" w:rsidP="00810015">
      <w:r>
        <w:t>154.4432</w:t>
      </w:r>
      <w:r>
        <w:tab/>
        <w:t>1.013e0</w:t>
      </w:r>
    </w:p>
    <w:p w14:paraId="1C2E34B0" w14:textId="77777777" w:rsidR="00810015" w:rsidRDefault="00810015" w:rsidP="00810015">
      <w:r>
        <w:t>154.4525</w:t>
      </w:r>
      <w:r>
        <w:tab/>
        <w:t>1.013e0</w:t>
      </w:r>
    </w:p>
    <w:p w14:paraId="33A7FDC9" w14:textId="77777777" w:rsidR="00810015" w:rsidRDefault="00810015" w:rsidP="00810015">
      <w:r>
        <w:t>154.4730</w:t>
      </w:r>
      <w:r>
        <w:tab/>
        <w:t>1.013e0</w:t>
      </w:r>
    </w:p>
    <w:p w14:paraId="4EBFC430" w14:textId="77777777" w:rsidR="00810015" w:rsidRDefault="00810015" w:rsidP="00810015">
      <w:r>
        <w:t>154.4825</w:t>
      </w:r>
      <w:r>
        <w:tab/>
        <w:t>1.013e0</w:t>
      </w:r>
    </w:p>
    <w:p w14:paraId="2DD639CF" w14:textId="77777777" w:rsidR="00810015" w:rsidRDefault="00810015" w:rsidP="00810015">
      <w:r>
        <w:t>154.4893</w:t>
      </w:r>
      <w:r>
        <w:tab/>
        <w:t>2.025e0</w:t>
      </w:r>
    </w:p>
    <w:p w14:paraId="0E7481E9" w14:textId="77777777" w:rsidR="00810015" w:rsidRDefault="00810015" w:rsidP="00810015">
      <w:r>
        <w:t>154.5021</w:t>
      </w:r>
      <w:r>
        <w:tab/>
        <w:t>1.013e0</w:t>
      </w:r>
    </w:p>
    <w:p w14:paraId="26A8749A" w14:textId="77777777" w:rsidR="00810015" w:rsidRDefault="00810015" w:rsidP="00810015">
      <w:r>
        <w:t>154.5085</w:t>
      </w:r>
      <w:r>
        <w:tab/>
        <w:t>1.013e0</w:t>
      </w:r>
    </w:p>
    <w:p w14:paraId="278E1130" w14:textId="77777777" w:rsidR="00810015" w:rsidRDefault="00810015" w:rsidP="00810015">
      <w:r>
        <w:t>154.5368</w:t>
      </w:r>
      <w:r>
        <w:tab/>
        <w:t>3.038e0</w:t>
      </w:r>
    </w:p>
    <w:p w14:paraId="10361EBB" w14:textId="77777777" w:rsidR="00810015" w:rsidRDefault="00810015" w:rsidP="00810015">
      <w:r>
        <w:t>154.5428</w:t>
      </w:r>
      <w:r>
        <w:tab/>
        <w:t>1.013e0</w:t>
      </w:r>
    </w:p>
    <w:p w14:paraId="07459992" w14:textId="77777777" w:rsidR="00810015" w:rsidRDefault="00810015" w:rsidP="00810015">
      <w:r>
        <w:t>154.5585</w:t>
      </w:r>
      <w:r>
        <w:tab/>
        <w:t>1.013e0</w:t>
      </w:r>
    </w:p>
    <w:p w14:paraId="14211AE8" w14:textId="77777777" w:rsidR="00810015" w:rsidRDefault="00810015" w:rsidP="00810015">
      <w:r>
        <w:t>154.5850</w:t>
      </w:r>
      <w:r>
        <w:tab/>
        <w:t>1.013e0</w:t>
      </w:r>
    </w:p>
    <w:p w14:paraId="5511F7D8" w14:textId="77777777" w:rsidR="00810015" w:rsidRDefault="00810015" w:rsidP="00810015">
      <w:r>
        <w:t>154.5956</w:t>
      </w:r>
      <w:r>
        <w:tab/>
        <w:t>1.013e0</w:t>
      </w:r>
    </w:p>
    <w:p w14:paraId="2D5DF0D6" w14:textId="77777777" w:rsidR="00810015" w:rsidRDefault="00810015" w:rsidP="00810015">
      <w:r>
        <w:t>154.6013</w:t>
      </w:r>
      <w:r>
        <w:tab/>
        <w:t>1.013e0</w:t>
      </w:r>
    </w:p>
    <w:p w14:paraId="07ED13A4" w14:textId="77777777" w:rsidR="00810015" w:rsidRDefault="00810015" w:rsidP="00810015">
      <w:r>
        <w:t>154.6044</w:t>
      </w:r>
      <w:r>
        <w:tab/>
        <w:t>1.013e0</w:t>
      </w:r>
    </w:p>
    <w:p w14:paraId="2D174283" w14:textId="77777777" w:rsidR="00810015" w:rsidRDefault="00810015" w:rsidP="00810015">
      <w:r>
        <w:t>154.6312</w:t>
      </w:r>
      <w:r>
        <w:tab/>
        <w:t>1.013e0</w:t>
      </w:r>
    </w:p>
    <w:p w14:paraId="705F5D73" w14:textId="77777777" w:rsidR="00810015" w:rsidRDefault="00810015" w:rsidP="00810015">
      <w:r>
        <w:t>154.6385</w:t>
      </w:r>
      <w:r>
        <w:tab/>
        <w:t>1.013e0</w:t>
      </w:r>
    </w:p>
    <w:p w14:paraId="1590F805" w14:textId="77777777" w:rsidR="00810015" w:rsidRDefault="00810015" w:rsidP="00810015">
      <w:r>
        <w:t>154.6478</w:t>
      </w:r>
      <w:r>
        <w:tab/>
        <w:t>1.013e0</w:t>
      </w:r>
    </w:p>
    <w:p w14:paraId="75879960" w14:textId="77777777" w:rsidR="00810015" w:rsidRDefault="00810015" w:rsidP="00810015">
      <w:r>
        <w:lastRenderedPageBreak/>
        <w:t>154.6841</w:t>
      </w:r>
      <w:r>
        <w:tab/>
        <w:t>1.013e0</w:t>
      </w:r>
    </w:p>
    <w:p w14:paraId="6E13F59A" w14:textId="77777777" w:rsidR="00810015" w:rsidRDefault="00810015" w:rsidP="00810015">
      <w:r>
        <w:t>154.6974</w:t>
      </w:r>
      <w:r>
        <w:tab/>
        <w:t>1.013e0</w:t>
      </w:r>
    </w:p>
    <w:p w14:paraId="0EC20D5C" w14:textId="77777777" w:rsidR="00810015" w:rsidRDefault="00810015" w:rsidP="00810015">
      <w:r>
        <w:t>154.7011</w:t>
      </w:r>
      <w:r>
        <w:tab/>
        <w:t>1.013e0</w:t>
      </w:r>
    </w:p>
    <w:p w14:paraId="45873200" w14:textId="77777777" w:rsidR="00810015" w:rsidRDefault="00810015" w:rsidP="00810015">
      <w:r>
        <w:t>154.7141</w:t>
      </w:r>
      <w:r>
        <w:tab/>
        <w:t>1.013e0</w:t>
      </w:r>
    </w:p>
    <w:p w14:paraId="6E9610F3" w14:textId="77777777" w:rsidR="00810015" w:rsidRDefault="00810015" w:rsidP="00810015">
      <w:r>
        <w:t>154.7337</w:t>
      </w:r>
      <w:r>
        <w:tab/>
        <w:t>1.013e0</w:t>
      </w:r>
    </w:p>
    <w:p w14:paraId="0E152A26" w14:textId="77777777" w:rsidR="00810015" w:rsidRDefault="00810015" w:rsidP="00810015">
      <w:r>
        <w:t>154.7371</w:t>
      </w:r>
      <w:r>
        <w:tab/>
        <w:t>1.013e0</w:t>
      </w:r>
    </w:p>
    <w:p w14:paraId="5CFEAE9F" w14:textId="77777777" w:rsidR="00810015" w:rsidRDefault="00810015" w:rsidP="00810015">
      <w:r>
        <w:t>154.7424</w:t>
      </w:r>
      <w:r>
        <w:tab/>
        <w:t>2.025e0</w:t>
      </w:r>
    </w:p>
    <w:p w14:paraId="317DFA28" w14:textId="77777777" w:rsidR="00810015" w:rsidRDefault="00810015" w:rsidP="00810015">
      <w:r>
        <w:t>154.7501</w:t>
      </w:r>
      <w:r>
        <w:tab/>
        <w:t>1.013e0</w:t>
      </w:r>
    </w:p>
    <w:p w14:paraId="48F295B1" w14:textId="77777777" w:rsidR="00810015" w:rsidRDefault="00810015" w:rsidP="00810015">
      <w:r>
        <w:t>154.7732</w:t>
      </w:r>
      <w:r>
        <w:tab/>
        <w:t>1.013e0</w:t>
      </w:r>
    </w:p>
    <w:p w14:paraId="1D6573E1" w14:textId="77777777" w:rsidR="00810015" w:rsidRDefault="00810015" w:rsidP="00810015">
      <w:r>
        <w:t>154.7838</w:t>
      </w:r>
      <w:r>
        <w:tab/>
        <w:t>1.013e0</w:t>
      </w:r>
    </w:p>
    <w:p w14:paraId="581B4AA4" w14:textId="77777777" w:rsidR="00810015" w:rsidRDefault="00810015" w:rsidP="00810015">
      <w:r>
        <w:t>154.8216</w:t>
      </w:r>
      <w:r>
        <w:tab/>
        <w:t>2.025e0</w:t>
      </w:r>
    </w:p>
    <w:p w14:paraId="2A0B4F7E" w14:textId="77777777" w:rsidR="00810015" w:rsidRDefault="00810015" w:rsidP="00810015">
      <w:r>
        <w:t>154.8228</w:t>
      </w:r>
      <w:r>
        <w:tab/>
        <w:t>2.025e0</w:t>
      </w:r>
    </w:p>
    <w:p w14:paraId="0EF56D6B" w14:textId="77777777" w:rsidR="00810015" w:rsidRDefault="00810015" w:rsidP="00810015">
      <w:r>
        <w:t>154.8362</w:t>
      </w:r>
      <w:r>
        <w:tab/>
        <w:t>2.025e0</w:t>
      </w:r>
    </w:p>
    <w:p w14:paraId="787350C6" w14:textId="77777777" w:rsidR="00810015" w:rsidRDefault="00810015" w:rsidP="00810015">
      <w:r>
        <w:t>154.8396</w:t>
      </w:r>
      <w:r>
        <w:tab/>
        <w:t>1.013e0</w:t>
      </w:r>
    </w:p>
    <w:p w14:paraId="7AEEB0E4" w14:textId="77777777" w:rsidR="00810015" w:rsidRDefault="00810015" w:rsidP="00810015">
      <w:r>
        <w:t>154.8511</w:t>
      </w:r>
      <w:r>
        <w:tab/>
        <w:t>2.025e0</w:t>
      </w:r>
    </w:p>
    <w:p w14:paraId="32050980" w14:textId="77777777" w:rsidR="00810015" w:rsidRDefault="00810015" w:rsidP="00810015">
      <w:r>
        <w:t>154.8757</w:t>
      </w:r>
      <w:r>
        <w:tab/>
        <w:t>2.025e0</w:t>
      </w:r>
    </w:p>
    <w:p w14:paraId="064A31EB" w14:textId="77777777" w:rsidR="00810015" w:rsidRDefault="00810015" w:rsidP="00810015">
      <w:r>
        <w:t>154.8864</w:t>
      </w:r>
      <w:r>
        <w:tab/>
        <w:t>1.013e0</w:t>
      </w:r>
    </w:p>
    <w:p w14:paraId="6769C39C" w14:textId="77777777" w:rsidR="00810015" w:rsidRDefault="00810015" w:rsidP="00810015">
      <w:r>
        <w:t>154.9022</w:t>
      </w:r>
      <w:r>
        <w:tab/>
        <w:t>1.013e0</w:t>
      </w:r>
    </w:p>
    <w:p w14:paraId="5F821D33" w14:textId="77777777" w:rsidR="00810015" w:rsidRDefault="00810015" w:rsidP="00810015">
      <w:r>
        <w:t>154.9304</w:t>
      </w:r>
      <w:r>
        <w:tab/>
        <w:t>2.025e0</w:t>
      </w:r>
    </w:p>
    <w:p w14:paraId="1DA70C17" w14:textId="77777777" w:rsidR="00810015" w:rsidRDefault="00810015" w:rsidP="00810015">
      <w:r>
        <w:lastRenderedPageBreak/>
        <w:t>154.9422</w:t>
      </w:r>
      <w:r>
        <w:tab/>
        <w:t>1.013e0</w:t>
      </w:r>
    </w:p>
    <w:p w14:paraId="2C878AAD" w14:textId="77777777" w:rsidR="00810015" w:rsidRDefault="00810015" w:rsidP="00810015">
      <w:r>
        <w:t>154.9566</w:t>
      </w:r>
      <w:r>
        <w:tab/>
        <w:t>2.025e0</w:t>
      </w:r>
    </w:p>
    <w:p w14:paraId="66DFCACA" w14:textId="77777777" w:rsidR="00810015" w:rsidRDefault="00810015" w:rsidP="00810015">
      <w:r>
        <w:t>154.9581</w:t>
      </w:r>
      <w:r>
        <w:tab/>
        <w:t>1.013e0</w:t>
      </w:r>
    </w:p>
    <w:p w14:paraId="32738D36" w14:textId="77777777" w:rsidR="00810015" w:rsidRDefault="00810015" w:rsidP="00810015">
      <w:r>
        <w:t>154.9688</w:t>
      </w:r>
      <w:r>
        <w:tab/>
        <w:t>1.013e0</w:t>
      </w:r>
    </w:p>
    <w:p w14:paraId="15FD24B1" w14:textId="77777777" w:rsidR="00810015" w:rsidRDefault="00810015" w:rsidP="00810015">
      <w:r>
        <w:t>154.9817</w:t>
      </w:r>
      <w:r>
        <w:tab/>
        <w:t>1.013e0</w:t>
      </w:r>
    </w:p>
    <w:p w14:paraId="2B754623" w14:textId="77777777" w:rsidR="00810015" w:rsidRDefault="00810015" w:rsidP="00810015">
      <w:r>
        <w:t>154.9884</w:t>
      </w:r>
      <w:r>
        <w:tab/>
        <w:t>1.013e0</w:t>
      </w:r>
    </w:p>
    <w:p w14:paraId="4D106A28" w14:textId="77777777" w:rsidR="00810015" w:rsidRDefault="00810015" w:rsidP="00810015">
      <w:r>
        <w:t>154.9985</w:t>
      </w:r>
      <w:r>
        <w:tab/>
        <w:t>1.013e0</w:t>
      </w:r>
    </w:p>
    <w:p w14:paraId="09C55847" w14:textId="77777777" w:rsidR="00810015" w:rsidRDefault="00810015" w:rsidP="00810015">
      <w:r>
        <w:t>155.0149</w:t>
      </w:r>
      <w:r>
        <w:tab/>
        <w:t>1.013e0</w:t>
      </w:r>
    </w:p>
    <w:p w14:paraId="72D843CD" w14:textId="77777777" w:rsidR="00810015" w:rsidRDefault="00810015" w:rsidP="00810015">
      <w:r>
        <w:t>155.0319</w:t>
      </w:r>
      <w:r>
        <w:tab/>
        <w:t>2.449e0</w:t>
      </w:r>
    </w:p>
    <w:p w14:paraId="6DAE0F86" w14:textId="77777777" w:rsidR="00810015" w:rsidRDefault="00810015" w:rsidP="00810015">
      <w:r>
        <w:t>155.0510</w:t>
      </w:r>
      <w:r>
        <w:tab/>
        <w:t>4.051e0</w:t>
      </w:r>
    </w:p>
    <w:p w14:paraId="499671DA" w14:textId="77777777" w:rsidR="00810015" w:rsidRDefault="00810015" w:rsidP="00810015">
      <w:r>
        <w:t>155.0573</w:t>
      </w:r>
      <w:r>
        <w:tab/>
        <w:t>1.289e0</w:t>
      </w:r>
    </w:p>
    <w:p w14:paraId="2B9AA0DF" w14:textId="77777777" w:rsidR="00810015" w:rsidRDefault="00810015" w:rsidP="00810015">
      <w:r>
        <w:t>155.0696</w:t>
      </w:r>
      <w:r>
        <w:tab/>
        <w:t>2.025e0</w:t>
      </w:r>
    </w:p>
    <w:p w14:paraId="661A5B55" w14:textId="77777777" w:rsidR="00810015" w:rsidRDefault="00810015" w:rsidP="00810015">
      <w:r>
        <w:t>155.0773</w:t>
      </w:r>
      <w:r>
        <w:tab/>
        <w:t>3.346e0</w:t>
      </w:r>
    </w:p>
    <w:p w14:paraId="1C2EC14B" w14:textId="77777777" w:rsidR="00810015" w:rsidRDefault="00810015" w:rsidP="00810015">
      <w:r>
        <w:t>155.0885</w:t>
      </w:r>
      <w:r>
        <w:tab/>
        <w:t>4.019e0</w:t>
      </w:r>
    </w:p>
    <w:p w14:paraId="48BA25EC" w14:textId="77777777" w:rsidR="00810015" w:rsidRDefault="00810015" w:rsidP="00810015">
      <w:r>
        <w:t>155.1000</w:t>
      </w:r>
      <w:r>
        <w:tab/>
        <w:t>2.706e0</w:t>
      </w:r>
    </w:p>
    <w:p w14:paraId="284DBA1C" w14:textId="77777777" w:rsidR="00810015" w:rsidRDefault="00810015" w:rsidP="00810015">
      <w:r>
        <w:t>155.1138</w:t>
      </w:r>
      <w:r>
        <w:tab/>
        <w:t>1.501e0</w:t>
      </w:r>
    </w:p>
    <w:p w14:paraId="48E982D0" w14:textId="77777777" w:rsidR="00810015" w:rsidRDefault="00810015" w:rsidP="00810015">
      <w:r>
        <w:t>155.1182</w:t>
      </w:r>
      <w:r>
        <w:tab/>
        <w:t>4.241e0</w:t>
      </w:r>
    </w:p>
    <w:p w14:paraId="414C39B5" w14:textId="77777777" w:rsidR="00810015" w:rsidRDefault="00810015" w:rsidP="00810015">
      <w:r>
        <w:t>155.1203</w:t>
      </w:r>
      <w:r>
        <w:tab/>
        <w:t>3.719e0</w:t>
      </w:r>
    </w:p>
    <w:p w14:paraId="244EADEC" w14:textId="77777777" w:rsidR="00810015" w:rsidRDefault="00810015" w:rsidP="00810015">
      <w:r>
        <w:t>155.1423</w:t>
      </w:r>
      <w:r>
        <w:tab/>
        <w:t>2.025e0</w:t>
      </w:r>
    </w:p>
    <w:p w14:paraId="7972F00D" w14:textId="77777777" w:rsidR="00810015" w:rsidRDefault="00810015" w:rsidP="00810015">
      <w:r>
        <w:lastRenderedPageBreak/>
        <w:t>155.1473</w:t>
      </w:r>
      <w:r>
        <w:tab/>
        <w:t>3.038e0</w:t>
      </w:r>
    </w:p>
    <w:p w14:paraId="49702134" w14:textId="77777777" w:rsidR="00810015" w:rsidRDefault="00810015" w:rsidP="00810015">
      <w:r>
        <w:t>155.1508</w:t>
      </w:r>
      <w:r>
        <w:tab/>
        <w:t>1.013e0</w:t>
      </w:r>
    </w:p>
    <w:p w14:paraId="6DB692BE" w14:textId="77777777" w:rsidR="00810015" w:rsidRDefault="00810015" w:rsidP="00810015">
      <w:r>
        <w:t>155.1684</w:t>
      </w:r>
      <w:r>
        <w:tab/>
        <w:t>2.025e0</w:t>
      </w:r>
    </w:p>
    <w:p w14:paraId="10286E79" w14:textId="77777777" w:rsidR="00810015" w:rsidRDefault="00810015" w:rsidP="00810015">
      <w:r>
        <w:t>155.1971</w:t>
      </w:r>
      <w:r>
        <w:tab/>
        <w:t>1.013e0</w:t>
      </w:r>
    </w:p>
    <w:p w14:paraId="7A22DDB6" w14:textId="77777777" w:rsidR="00810015" w:rsidRDefault="00810015" w:rsidP="00810015">
      <w:r>
        <w:t>155.2099</w:t>
      </w:r>
      <w:r>
        <w:tab/>
        <w:t>1.013e0</w:t>
      </w:r>
    </w:p>
    <w:p w14:paraId="26A09371" w14:textId="77777777" w:rsidR="00810015" w:rsidRDefault="00810015" w:rsidP="00810015">
      <w:r>
        <w:t>155.2197</w:t>
      </w:r>
      <w:r>
        <w:tab/>
        <w:t>1.013e0</w:t>
      </w:r>
    </w:p>
    <w:p w14:paraId="7945277F" w14:textId="77777777" w:rsidR="00810015" w:rsidRDefault="00810015" w:rsidP="00810015">
      <w:r>
        <w:t>155.2399</w:t>
      </w:r>
      <w:r>
        <w:tab/>
        <w:t>2.025e0</w:t>
      </w:r>
    </w:p>
    <w:p w14:paraId="6D091DFB" w14:textId="77777777" w:rsidR="00810015" w:rsidRDefault="00810015" w:rsidP="00810015">
      <w:r>
        <w:t>155.2433</w:t>
      </w:r>
      <w:r>
        <w:tab/>
        <w:t>1.013e0</w:t>
      </w:r>
    </w:p>
    <w:p w14:paraId="11D0274A" w14:textId="77777777" w:rsidR="00810015" w:rsidRDefault="00810015" w:rsidP="00810015">
      <w:r>
        <w:t>155.2540</w:t>
      </w:r>
      <w:r>
        <w:tab/>
        <w:t>1.013e0</w:t>
      </w:r>
    </w:p>
    <w:p w14:paraId="797FF428" w14:textId="77777777" w:rsidR="00810015" w:rsidRDefault="00810015" w:rsidP="00810015">
      <w:r>
        <w:t>155.2658</w:t>
      </w:r>
      <w:r>
        <w:tab/>
        <w:t>1.013e0</w:t>
      </w:r>
    </w:p>
    <w:p w14:paraId="3CC69E2A" w14:textId="77777777" w:rsidR="00810015" w:rsidRDefault="00810015" w:rsidP="00810015">
      <w:r>
        <w:t>155.2732</w:t>
      </w:r>
      <w:r>
        <w:tab/>
        <w:t>1.013e0</w:t>
      </w:r>
    </w:p>
    <w:p w14:paraId="2AAE8002" w14:textId="77777777" w:rsidR="00810015" w:rsidRDefault="00810015" w:rsidP="00810015">
      <w:r>
        <w:t>155.2828</w:t>
      </w:r>
      <w:r>
        <w:tab/>
        <w:t>2.025e0</w:t>
      </w:r>
    </w:p>
    <w:p w14:paraId="0371A2E6" w14:textId="77777777" w:rsidR="00810015" w:rsidRDefault="00810015" w:rsidP="00810015">
      <w:r>
        <w:t>155.2997</w:t>
      </w:r>
      <w:r>
        <w:tab/>
        <w:t>1.013e0</w:t>
      </w:r>
    </w:p>
    <w:p w14:paraId="398300AF" w14:textId="77777777" w:rsidR="00810015" w:rsidRDefault="00810015" w:rsidP="00810015">
      <w:r>
        <w:t>155.3094</w:t>
      </w:r>
      <w:r>
        <w:tab/>
        <w:t>2.025e0</w:t>
      </w:r>
    </w:p>
    <w:p w14:paraId="71BE1D14" w14:textId="77777777" w:rsidR="00810015" w:rsidRDefault="00810015" w:rsidP="00810015">
      <w:r>
        <w:t>155.3358</w:t>
      </w:r>
      <w:r>
        <w:tab/>
        <w:t>1.013e0</w:t>
      </w:r>
    </w:p>
    <w:p w14:paraId="256E6A80" w14:textId="77777777" w:rsidR="00810015" w:rsidRDefault="00810015" w:rsidP="00810015">
      <w:r>
        <w:t>155.3397</w:t>
      </w:r>
      <w:r>
        <w:tab/>
        <w:t>1.013e0</w:t>
      </w:r>
    </w:p>
    <w:p w14:paraId="17F86913" w14:textId="77777777" w:rsidR="00810015" w:rsidRDefault="00810015" w:rsidP="00810015">
      <w:r>
        <w:t>155.3459</w:t>
      </w:r>
      <w:r>
        <w:tab/>
        <w:t>1.013e0</w:t>
      </w:r>
    </w:p>
    <w:p w14:paraId="2FE3B6B3" w14:textId="77777777" w:rsidR="00810015" w:rsidRDefault="00810015" w:rsidP="00810015">
      <w:r>
        <w:t>155.3623</w:t>
      </w:r>
      <w:r>
        <w:tab/>
        <w:t>3.038e0</w:t>
      </w:r>
    </w:p>
    <w:p w14:paraId="4DE4BEBA" w14:textId="77777777" w:rsidR="00810015" w:rsidRDefault="00810015" w:rsidP="00810015">
      <w:r>
        <w:t>155.3754</w:t>
      </w:r>
      <w:r>
        <w:tab/>
        <w:t>1.013e0</w:t>
      </w:r>
    </w:p>
    <w:p w14:paraId="5B75CD45" w14:textId="77777777" w:rsidR="00810015" w:rsidRDefault="00810015" w:rsidP="00810015">
      <w:r>
        <w:lastRenderedPageBreak/>
        <w:t>155.3894</w:t>
      </w:r>
      <w:r>
        <w:tab/>
        <w:t>1.013e0</w:t>
      </w:r>
    </w:p>
    <w:p w14:paraId="5150B8E4" w14:textId="77777777" w:rsidR="00810015" w:rsidRDefault="00810015" w:rsidP="00810015">
      <w:r>
        <w:t>155.4024</w:t>
      </w:r>
      <w:r>
        <w:tab/>
        <w:t>1.013e0</w:t>
      </w:r>
    </w:p>
    <w:p w14:paraId="20D1E117" w14:textId="77777777" w:rsidR="00810015" w:rsidRDefault="00810015" w:rsidP="00810015">
      <w:r>
        <w:t>155.4121</w:t>
      </w:r>
      <w:r>
        <w:tab/>
        <w:t>1.013e0</w:t>
      </w:r>
    </w:p>
    <w:p w14:paraId="2EB4F62A" w14:textId="77777777" w:rsidR="00810015" w:rsidRDefault="00810015" w:rsidP="00810015">
      <w:r>
        <w:t>155.4216</w:t>
      </w:r>
      <w:r>
        <w:tab/>
        <w:t>1.013e0</w:t>
      </w:r>
    </w:p>
    <w:p w14:paraId="6F5475AF" w14:textId="77777777" w:rsidR="00810015" w:rsidRDefault="00810015" w:rsidP="00810015">
      <w:r>
        <w:t>155.4588</w:t>
      </w:r>
      <w:r>
        <w:tab/>
        <w:t>1.013e0</w:t>
      </w:r>
    </w:p>
    <w:p w14:paraId="16339EE8" w14:textId="77777777" w:rsidR="00810015" w:rsidRDefault="00810015" w:rsidP="00810015">
      <w:r>
        <w:t>155.4713</w:t>
      </w:r>
      <w:r>
        <w:tab/>
        <w:t>1.013e0</w:t>
      </w:r>
    </w:p>
    <w:p w14:paraId="5563E626" w14:textId="77777777" w:rsidR="00810015" w:rsidRDefault="00810015" w:rsidP="00810015">
      <w:r>
        <w:t>155.4752</w:t>
      </w:r>
      <w:r>
        <w:tab/>
        <w:t>1.013e0</w:t>
      </w:r>
    </w:p>
    <w:p w14:paraId="74811EA9" w14:textId="77777777" w:rsidR="00810015" w:rsidRDefault="00810015" w:rsidP="00810015">
      <w:r>
        <w:t>155.4780</w:t>
      </w:r>
      <w:r>
        <w:tab/>
        <w:t>1.013e0</w:t>
      </w:r>
    </w:p>
    <w:p w14:paraId="188237F3" w14:textId="77777777" w:rsidR="00810015" w:rsidRDefault="00810015" w:rsidP="00810015">
      <w:r>
        <w:t>155.4888</w:t>
      </w:r>
      <w:r>
        <w:tab/>
        <w:t>1.013e0</w:t>
      </w:r>
    </w:p>
    <w:p w14:paraId="56A9372C" w14:textId="77777777" w:rsidR="00810015" w:rsidRDefault="00810015" w:rsidP="00810015">
      <w:r>
        <w:t>155.4916</w:t>
      </w:r>
      <w:r>
        <w:tab/>
        <w:t>1.013e0</w:t>
      </w:r>
    </w:p>
    <w:p w14:paraId="34B68148" w14:textId="77777777" w:rsidR="00810015" w:rsidRDefault="00810015" w:rsidP="00810015">
      <w:r>
        <w:t>155.5017</w:t>
      </w:r>
      <w:r>
        <w:tab/>
        <w:t>1.013e0</w:t>
      </w:r>
    </w:p>
    <w:p w14:paraId="588A6904" w14:textId="77777777" w:rsidR="00810015" w:rsidRDefault="00810015" w:rsidP="00810015">
      <w:r>
        <w:t>155.5051</w:t>
      </w:r>
      <w:r>
        <w:tab/>
        <w:t>2.025e0</w:t>
      </w:r>
    </w:p>
    <w:p w14:paraId="50EBB1B1" w14:textId="77777777" w:rsidR="00810015" w:rsidRDefault="00810015" w:rsidP="00810015">
      <w:r>
        <w:t>155.5180</w:t>
      </w:r>
      <w:r>
        <w:tab/>
        <w:t>1.013e0</w:t>
      </w:r>
    </w:p>
    <w:p w14:paraId="7D0CBB13" w14:textId="77777777" w:rsidR="00810015" w:rsidRDefault="00810015" w:rsidP="00810015">
      <w:r>
        <w:t>155.5282</w:t>
      </w:r>
      <w:r>
        <w:tab/>
        <w:t>1.013e0</w:t>
      </w:r>
    </w:p>
    <w:p w14:paraId="6C71B7B1" w14:textId="77777777" w:rsidR="00810015" w:rsidRDefault="00810015" w:rsidP="00810015">
      <w:r>
        <w:t>155.5311</w:t>
      </w:r>
      <w:r>
        <w:tab/>
        <w:t>1.013e0</w:t>
      </w:r>
    </w:p>
    <w:p w14:paraId="61A101CD" w14:textId="77777777" w:rsidR="00810015" w:rsidRDefault="00810015" w:rsidP="00810015">
      <w:r>
        <w:t>155.5710</w:t>
      </w:r>
      <w:r>
        <w:tab/>
        <w:t>1.013e0</w:t>
      </w:r>
    </w:p>
    <w:p w14:paraId="78CF0317" w14:textId="77777777" w:rsidR="00810015" w:rsidRDefault="00810015" w:rsidP="00810015">
      <w:r>
        <w:t>155.5754</w:t>
      </w:r>
      <w:r>
        <w:tab/>
        <w:t>5.063e0</w:t>
      </w:r>
    </w:p>
    <w:p w14:paraId="38B67F98" w14:textId="77777777" w:rsidR="00810015" w:rsidRDefault="00810015" w:rsidP="00810015">
      <w:r>
        <w:t>155.5842</w:t>
      </w:r>
      <w:r>
        <w:tab/>
        <w:t>1.013e0</w:t>
      </w:r>
    </w:p>
    <w:p w14:paraId="4C49B5F9" w14:textId="77777777" w:rsidR="00810015" w:rsidRDefault="00810015" w:rsidP="00810015">
      <w:r>
        <w:t>155.6044</w:t>
      </w:r>
      <w:r>
        <w:tab/>
        <w:t>1.013e0</w:t>
      </w:r>
    </w:p>
    <w:p w14:paraId="42D6DD6F" w14:textId="77777777" w:rsidR="00810015" w:rsidRDefault="00810015" w:rsidP="00810015">
      <w:r>
        <w:lastRenderedPageBreak/>
        <w:t>155.6146</w:t>
      </w:r>
      <w:r>
        <w:tab/>
        <w:t>1.013e0</w:t>
      </w:r>
    </w:p>
    <w:p w14:paraId="47F9CC35" w14:textId="77777777" w:rsidR="00810015" w:rsidRDefault="00810015" w:rsidP="00810015">
      <w:r>
        <w:t>155.6541</w:t>
      </w:r>
      <w:r>
        <w:tab/>
        <w:t>1.013e0</w:t>
      </w:r>
    </w:p>
    <w:p w14:paraId="551BE1C6" w14:textId="77777777" w:rsidR="00810015" w:rsidRDefault="00810015" w:rsidP="00810015">
      <w:r>
        <w:t>155.6575</w:t>
      </w:r>
      <w:r>
        <w:tab/>
        <w:t>1.013e0</w:t>
      </w:r>
    </w:p>
    <w:p w14:paraId="29B13E93" w14:textId="77777777" w:rsidR="00810015" w:rsidRDefault="00810015" w:rsidP="00810015">
      <w:r>
        <w:t>155.6754</w:t>
      </w:r>
      <w:r>
        <w:tab/>
        <w:t>2.025e0</w:t>
      </w:r>
    </w:p>
    <w:p w14:paraId="0FBA587C" w14:textId="77777777" w:rsidR="00810015" w:rsidRDefault="00810015" w:rsidP="00810015">
      <w:r>
        <w:t>155.6806</w:t>
      </w:r>
      <w:r>
        <w:tab/>
        <w:t>1.013e0</w:t>
      </w:r>
    </w:p>
    <w:p w14:paraId="7AE140AB" w14:textId="77777777" w:rsidR="00810015" w:rsidRDefault="00810015" w:rsidP="00810015">
      <w:r>
        <w:t>155.6920</w:t>
      </w:r>
      <w:r>
        <w:tab/>
        <w:t>2.025e0</w:t>
      </w:r>
    </w:p>
    <w:p w14:paraId="2E7AE618" w14:textId="77777777" w:rsidR="00810015" w:rsidRDefault="00810015" w:rsidP="00810015">
      <w:r>
        <w:t>155.7038</w:t>
      </w:r>
      <w:r>
        <w:tab/>
        <w:t>1.013e0</w:t>
      </w:r>
    </w:p>
    <w:p w14:paraId="3BD9F7DE" w14:textId="77777777" w:rsidR="00810015" w:rsidRDefault="00810015" w:rsidP="00810015">
      <w:r>
        <w:t>155.7406</w:t>
      </w:r>
      <w:r>
        <w:tab/>
        <w:t>1.013e0</w:t>
      </w:r>
    </w:p>
    <w:p w14:paraId="3406CEA0" w14:textId="77777777" w:rsidR="00810015" w:rsidRDefault="00810015" w:rsidP="00810015">
      <w:r>
        <w:t>155.7535</w:t>
      </w:r>
      <w:r>
        <w:tab/>
        <w:t>3.038e0</w:t>
      </w:r>
    </w:p>
    <w:p w14:paraId="043194D7" w14:textId="77777777" w:rsidR="00810015" w:rsidRDefault="00810015" w:rsidP="00810015">
      <w:r>
        <w:t>155.7642</w:t>
      </w:r>
      <w:r>
        <w:tab/>
        <w:t>1.013e0</w:t>
      </w:r>
    </w:p>
    <w:p w14:paraId="7D279EDE" w14:textId="77777777" w:rsidR="00810015" w:rsidRDefault="00810015" w:rsidP="00810015">
      <w:r>
        <w:t>155.7671</w:t>
      </w:r>
      <w:r>
        <w:tab/>
        <w:t>2.025e0</w:t>
      </w:r>
    </w:p>
    <w:p w14:paraId="7406B5A3" w14:textId="77777777" w:rsidR="00810015" w:rsidRDefault="00810015" w:rsidP="00810015">
      <w:r>
        <w:t>155.7767</w:t>
      </w:r>
      <w:r>
        <w:tab/>
        <w:t>1.013e0</w:t>
      </w:r>
    </w:p>
    <w:p w14:paraId="40732C52" w14:textId="77777777" w:rsidR="00810015" w:rsidRDefault="00810015" w:rsidP="00810015">
      <w:r>
        <w:t>155.7829</w:t>
      </w:r>
      <w:r>
        <w:tab/>
        <w:t>1.013e0</w:t>
      </w:r>
    </w:p>
    <w:p w14:paraId="1D78143E" w14:textId="77777777" w:rsidR="00810015" w:rsidRDefault="00810015" w:rsidP="00810015">
      <w:r>
        <w:t>155.7970</w:t>
      </w:r>
      <w:r>
        <w:tab/>
        <w:t>1.013e0</w:t>
      </w:r>
    </w:p>
    <w:p w14:paraId="22AD48D2" w14:textId="77777777" w:rsidR="00810015" w:rsidRDefault="00810015" w:rsidP="00810015">
      <w:r>
        <w:t>155.7999</w:t>
      </w:r>
      <w:r>
        <w:tab/>
        <w:t>1.013e0</w:t>
      </w:r>
    </w:p>
    <w:p w14:paraId="6CCF5FE7" w14:textId="77777777" w:rsidR="00810015" w:rsidRDefault="00810015" w:rsidP="00810015">
      <w:r>
        <w:t>155.8190</w:t>
      </w:r>
      <w:r>
        <w:tab/>
        <w:t>2.025e0</w:t>
      </w:r>
    </w:p>
    <w:p w14:paraId="6A9F02EC" w14:textId="77777777" w:rsidR="00810015" w:rsidRDefault="00810015" w:rsidP="00810015">
      <w:r>
        <w:t>155.8202</w:t>
      </w:r>
      <w:r>
        <w:tab/>
        <w:t>1.013e0</w:t>
      </w:r>
    </w:p>
    <w:p w14:paraId="7140080D" w14:textId="77777777" w:rsidR="00810015" w:rsidRDefault="00810015" w:rsidP="00810015">
      <w:r>
        <w:t>155.8245</w:t>
      </w:r>
      <w:r>
        <w:tab/>
        <w:t>3.038e0</w:t>
      </w:r>
    </w:p>
    <w:p w14:paraId="4081BF47" w14:textId="77777777" w:rsidR="00810015" w:rsidRDefault="00810015" w:rsidP="00810015">
      <w:r>
        <w:t>155.8501</w:t>
      </w:r>
      <w:r>
        <w:tab/>
        <w:t>1.013e0</w:t>
      </w:r>
    </w:p>
    <w:p w14:paraId="4C93D7A4" w14:textId="77777777" w:rsidR="00810015" w:rsidRDefault="00810015" w:rsidP="00810015">
      <w:r>
        <w:lastRenderedPageBreak/>
        <w:t>155.8597</w:t>
      </w:r>
      <w:r>
        <w:tab/>
        <w:t>1.013e0</w:t>
      </w:r>
    </w:p>
    <w:p w14:paraId="5EC4880A" w14:textId="77777777" w:rsidR="00810015" w:rsidRDefault="00810015" w:rsidP="00810015">
      <w:r>
        <w:t>155.8631</w:t>
      </w:r>
      <w:r>
        <w:tab/>
        <w:t>1.013e0</w:t>
      </w:r>
    </w:p>
    <w:p w14:paraId="34A3E331" w14:textId="77777777" w:rsidR="00810015" w:rsidRDefault="00810015" w:rsidP="00810015">
      <w:r>
        <w:t>155.8797</w:t>
      </w:r>
      <w:r>
        <w:tab/>
        <w:t>1.013e0</w:t>
      </w:r>
    </w:p>
    <w:p w14:paraId="0E4F9670" w14:textId="77777777" w:rsidR="00810015" w:rsidRDefault="00810015" w:rsidP="00810015">
      <w:r>
        <w:t>155.9061</w:t>
      </w:r>
      <w:r>
        <w:tab/>
        <w:t>1.013e0</w:t>
      </w:r>
    </w:p>
    <w:p w14:paraId="1E4AECAE" w14:textId="77777777" w:rsidR="00810015" w:rsidRDefault="00810015" w:rsidP="00810015">
      <w:r>
        <w:t>155.9230</w:t>
      </w:r>
      <w:r>
        <w:tab/>
        <w:t>1.013e0</w:t>
      </w:r>
    </w:p>
    <w:p w14:paraId="3B668635" w14:textId="77777777" w:rsidR="00810015" w:rsidRDefault="00810015" w:rsidP="00810015">
      <w:r>
        <w:t>155.9270</w:t>
      </w:r>
      <w:r>
        <w:tab/>
        <w:t>1.013e0</w:t>
      </w:r>
    </w:p>
    <w:p w14:paraId="67378587" w14:textId="77777777" w:rsidR="00810015" w:rsidRDefault="00810015" w:rsidP="00810015">
      <w:r>
        <w:t>155.9296</w:t>
      </w:r>
      <w:r>
        <w:tab/>
        <w:t>1.013e0</w:t>
      </w:r>
    </w:p>
    <w:p w14:paraId="580A89EC" w14:textId="77777777" w:rsidR="00810015" w:rsidRDefault="00810015" w:rsidP="00810015">
      <w:r>
        <w:t>155.9427</w:t>
      </w:r>
      <w:r>
        <w:tab/>
        <w:t>1.013e0</w:t>
      </w:r>
    </w:p>
    <w:p w14:paraId="275A0292" w14:textId="77777777" w:rsidR="00810015" w:rsidRDefault="00810015" w:rsidP="00810015">
      <w:r>
        <w:t>155.9455</w:t>
      </w:r>
      <w:r>
        <w:tab/>
        <w:t>2.025e0</w:t>
      </w:r>
    </w:p>
    <w:p w14:paraId="43215ABA" w14:textId="77777777" w:rsidR="00810015" w:rsidRDefault="00810015" w:rsidP="00810015">
      <w:r>
        <w:t>155.9507</w:t>
      </w:r>
      <w:r>
        <w:tab/>
        <w:t>2.025e0</w:t>
      </w:r>
    </w:p>
    <w:p w14:paraId="71A27A8B" w14:textId="77777777" w:rsidR="00810015" w:rsidRDefault="00810015" w:rsidP="00810015">
      <w:r>
        <w:t>155.9761</w:t>
      </w:r>
      <w:r>
        <w:tab/>
        <w:t>2.025e0</w:t>
      </w:r>
    </w:p>
    <w:p w14:paraId="014412B2" w14:textId="77777777" w:rsidR="00810015" w:rsidRDefault="00810015" w:rsidP="00810015">
      <w:r>
        <w:t>155.9952</w:t>
      </w:r>
      <w:r>
        <w:tab/>
        <w:t>2.025e0</w:t>
      </w:r>
    </w:p>
    <w:p w14:paraId="2B8DF53B" w14:textId="77777777" w:rsidR="00810015" w:rsidRDefault="00810015" w:rsidP="00810015">
      <w:r>
        <w:t>156.0436</w:t>
      </w:r>
      <w:r>
        <w:tab/>
        <w:t>1.349e0</w:t>
      </w:r>
    </w:p>
    <w:p w14:paraId="0005A59D" w14:textId="77777777" w:rsidR="00810015" w:rsidRDefault="00810015" w:rsidP="00810015">
      <w:r>
        <w:t>156.0729</w:t>
      </w:r>
      <w:r>
        <w:tab/>
        <w:t>9.542e0</w:t>
      </w:r>
    </w:p>
    <w:p w14:paraId="73AF3A75" w14:textId="77777777" w:rsidR="00810015" w:rsidRDefault="00810015" w:rsidP="00810015">
      <w:r>
        <w:t>156.0756</w:t>
      </w:r>
      <w:r>
        <w:tab/>
        <w:t>2.206e1</w:t>
      </w:r>
    </w:p>
    <w:p w14:paraId="24628877" w14:textId="77777777" w:rsidR="00810015" w:rsidRDefault="00810015" w:rsidP="00810015">
      <w:r>
        <w:t>156.0769</w:t>
      </w:r>
      <w:r>
        <w:tab/>
        <w:t>2.347e1</w:t>
      </w:r>
    </w:p>
    <w:p w14:paraId="731A00E3" w14:textId="77777777" w:rsidR="00810015" w:rsidRDefault="00810015" w:rsidP="00810015">
      <w:r>
        <w:t>156.0838</w:t>
      </w:r>
      <w:r>
        <w:tab/>
        <w:t>1.249e1</w:t>
      </w:r>
    </w:p>
    <w:p w14:paraId="47A1057E" w14:textId="77777777" w:rsidR="00810015" w:rsidRDefault="00810015" w:rsidP="00810015">
      <w:r>
        <w:t>156.1003</w:t>
      </w:r>
      <w:r>
        <w:tab/>
        <w:t>8.025e0</w:t>
      </w:r>
    </w:p>
    <w:p w14:paraId="075C8486" w14:textId="77777777" w:rsidR="00810015" w:rsidRDefault="00810015" w:rsidP="00810015">
      <w:r>
        <w:t>156.1118</w:t>
      </w:r>
      <w:r>
        <w:tab/>
        <w:t>3.797e0</w:t>
      </w:r>
    </w:p>
    <w:p w14:paraId="0354C2AE" w14:textId="77777777" w:rsidR="00810015" w:rsidRDefault="00810015" w:rsidP="00810015">
      <w:r>
        <w:lastRenderedPageBreak/>
        <w:t>156.1402</w:t>
      </w:r>
      <w:r>
        <w:tab/>
        <w:t>5.710e0</w:t>
      </w:r>
    </w:p>
    <w:p w14:paraId="65BD30F3" w14:textId="77777777" w:rsidR="00810015" w:rsidRDefault="00810015" w:rsidP="00810015">
      <w:r>
        <w:t>156.1473</w:t>
      </w:r>
      <w:r>
        <w:tab/>
        <w:t>2.025e0</w:t>
      </w:r>
    </w:p>
    <w:p w14:paraId="260BCCC6" w14:textId="77777777" w:rsidR="00810015" w:rsidRDefault="00810015" w:rsidP="00810015">
      <w:r>
        <w:t>156.1581</w:t>
      </w:r>
      <w:r>
        <w:tab/>
        <w:t>1.013e0</w:t>
      </w:r>
    </w:p>
    <w:p w14:paraId="2DBB8107" w14:textId="77777777" w:rsidR="00810015" w:rsidRDefault="00810015" w:rsidP="00810015">
      <w:r>
        <w:t>156.1683</w:t>
      </w:r>
      <w:r>
        <w:tab/>
        <w:t>1.013e0</w:t>
      </w:r>
    </w:p>
    <w:p w14:paraId="0D51ACC2" w14:textId="77777777" w:rsidR="00810015" w:rsidRDefault="00810015" w:rsidP="00810015">
      <w:r>
        <w:t>156.1801</w:t>
      </w:r>
      <w:r>
        <w:tab/>
        <w:t>2.025e0</w:t>
      </w:r>
    </w:p>
    <w:p w14:paraId="115D3F55" w14:textId="77777777" w:rsidR="00810015" w:rsidRDefault="00810015" w:rsidP="00810015">
      <w:r>
        <w:t>156.1823</w:t>
      </w:r>
      <w:r>
        <w:tab/>
        <w:t>1.013e0</w:t>
      </w:r>
    </w:p>
    <w:p w14:paraId="415363D7" w14:textId="77777777" w:rsidR="00810015" w:rsidRDefault="00810015" w:rsidP="00810015">
      <w:r>
        <w:t>156.1852</w:t>
      </w:r>
      <w:r>
        <w:tab/>
        <w:t>1.013e0</w:t>
      </w:r>
    </w:p>
    <w:p w14:paraId="3729FF48" w14:textId="77777777" w:rsidR="00810015" w:rsidRDefault="00810015" w:rsidP="00810015">
      <w:r>
        <w:t>156.1988</w:t>
      </w:r>
      <w:r>
        <w:tab/>
        <w:t>1.013e0</w:t>
      </w:r>
    </w:p>
    <w:p w14:paraId="61332E44" w14:textId="77777777" w:rsidR="00810015" w:rsidRDefault="00810015" w:rsidP="00810015">
      <w:r>
        <w:t>156.2248</w:t>
      </w:r>
      <w:r>
        <w:tab/>
        <w:t>1.013e0</w:t>
      </w:r>
    </w:p>
    <w:p w14:paraId="0382E0FD" w14:textId="77777777" w:rsidR="00810015" w:rsidRDefault="00810015" w:rsidP="00810015">
      <w:r>
        <w:t>156.2383</w:t>
      </w:r>
      <w:r>
        <w:tab/>
        <w:t>1.013e0</w:t>
      </w:r>
    </w:p>
    <w:p w14:paraId="4EFE0E2B" w14:textId="77777777" w:rsidR="00810015" w:rsidRDefault="00810015" w:rsidP="00810015">
      <w:r>
        <w:t>156.2502</w:t>
      </w:r>
      <w:r>
        <w:tab/>
        <w:t>2.025e0</w:t>
      </w:r>
    </w:p>
    <w:p w14:paraId="037273AC" w14:textId="77777777" w:rsidR="00810015" w:rsidRDefault="00810015" w:rsidP="00810015">
      <w:r>
        <w:t>156.2610</w:t>
      </w:r>
      <w:r>
        <w:tab/>
        <w:t>1.013e0</w:t>
      </w:r>
    </w:p>
    <w:p w14:paraId="58CC3E1D" w14:textId="77777777" w:rsidR="00810015" w:rsidRDefault="00810015" w:rsidP="00810015">
      <w:r>
        <w:t>156.2644</w:t>
      </w:r>
      <w:r>
        <w:tab/>
        <w:t>1.013e0</w:t>
      </w:r>
    </w:p>
    <w:p w14:paraId="2E77B3F4" w14:textId="77777777" w:rsidR="00810015" w:rsidRDefault="00810015" w:rsidP="00810015">
      <w:r>
        <w:t>156.3046</w:t>
      </w:r>
      <w:r>
        <w:tab/>
        <w:t>1.013e0</w:t>
      </w:r>
    </w:p>
    <w:p w14:paraId="413F742D" w14:textId="77777777" w:rsidR="00810015" w:rsidRDefault="00810015" w:rsidP="00810015">
      <w:r>
        <w:t>156.3109</w:t>
      </w:r>
      <w:r>
        <w:tab/>
        <w:t>1.013e0</w:t>
      </w:r>
    </w:p>
    <w:p w14:paraId="3A58C8B3" w14:textId="77777777" w:rsidR="00810015" w:rsidRDefault="00810015" w:rsidP="00810015">
      <w:r>
        <w:t>156.3277</w:t>
      </w:r>
      <w:r>
        <w:tab/>
        <w:t>1.013e0</w:t>
      </w:r>
    </w:p>
    <w:p w14:paraId="7B185982" w14:textId="77777777" w:rsidR="00810015" w:rsidRDefault="00810015" w:rsidP="00810015">
      <w:r>
        <w:t>156.3317</w:t>
      </w:r>
      <w:r>
        <w:tab/>
        <w:t>2.025e0</w:t>
      </w:r>
    </w:p>
    <w:p w14:paraId="702ED24D" w14:textId="77777777" w:rsidR="00810015" w:rsidRDefault="00810015" w:rsidP="00810015">
      <w:r>
        <w:t>156.3741</w:t>
      </w:r>
      <w:r>
        <w:tab/>
        <w:t>1.013e0</w:t>
      </w:r>
    </w:p>
    <w:p w14:paraId="4F46BA66" w14:textId="77777777" w:rsidR="00810015" w:rsidRDefault="00810015" w:rsidP="00810015">
      <w:r>
        <w:t>156.3775</w:t>
      </w:r>
      <w:r>
        <w:tab/>
        <w:t>1.013e0</w:t>
      </w:r>
    </w:p>
    <w:p w14:paraId="6769C095" w14:textId="77777777" w:rsidR="00810015" w:rsidRDefault="00810015" w:rsidP="00810015">
      <w:r>
        <w:lastRenderedPageBreak/>
        <w:t>156.3978</w:t>
      </w:r>
      <w:r>
        <w:tab/>
        <w:t>1.013e0</w:t>
      </w:r>
    </w:p>
    <w:p w14:paraId="5F0DF2B0" w14:textId="77777777" w:rsidR="00810015" w:rsidRDefault="00810015" w:rsidP="00810015">
      <w:r>
        <w:t>156.4012</w:t>
      </w:r>
      <w:r>
        <w:tab/>
        <w:t>1.013e0</w:t>
      </w:r>
    </w:p>
    <w:p w14:paraId="35242C9E" w14:textId="77777777" w:rsidR="00810015" w:rsidRDefault="00810015" w:rsidP="00810015">
      <w:r>
        <w:t>156.4047</w:t>
      </w:r>
      <w:r>
        <w:tab/>
        <w:t>1.013e0</w:t>
      </w:r>
    </w:p>
    <w:p w14:paraId="47D08BB4" w14:textId="77777777" w:rsidR="00810015" w:rsidRDefault="00810015" w:rsidP="00810015">
      <w:r>
        <w:t>156.4079</w:t>
      </w:r>
      <w:r>
        <w:tab/>
        <w:t>1.013e0</w:t>
      </w:r>
    </w:p>
    <w:p w14:paraId="268C5E38" w14:textId="77777777" w:rsidR="00810015" w:rsidRDefault="00810015" w:rsidP="00810015">
      <w:r>
        <w:t>156.4110</w:t>
      </w:r>
      <w:r>
        <w:tab/>
        <w:t>1.013e0</w:t>
      </w:r>
    </w:p>
    <w:p w14:paraId="72075E69" w14:textId="77777777" w:rsidR="00810015" w:rsidRDefault="00810015" w:rsidP="00810015">
      <w:r>
        <w:t>156.4147</w:t>
      </w:r>
      <w:r>
        <w:tab/>
        <w:t>1.013e0</w:t>
      </w:r>
    </w:p>
    <w:p w14:paraId="1FBDDAB5" w14:textId="77777777" w:rsidR="00810015" w:rsidRDefault="00810015" w:rsidP="00810015">
      <w:r>
        <w:t>156.4239</w:t>
      </w:r>
      <w:r>
        <w:tab/>
        <w:t>2.025e0</w:t>
      </w:r>
    </w:p>
    <w:p w14:paraId="517C0F45" w14:textId="77777777" w:rsidR="00810015" w:rsidRDefault="00810015" w:rsidP="00810015">
      <w:r>
        <w:t>156.4273</w:t>
      </w:r>
      <w:r>
        <w:tab/>
        <w:t>1.013e0</w:t>
      </w:r>
    </w:p>
    <w:p w14:paraId="1F62A8C7" w14:textId="77777777" w:rsidR="00810015" w:rsidRDefault="00810015" w:rsidP="00810015">
      <w:r>
        <w:t>156.4307</w:t>
      </w:r>
      <w:r>
        <w:tab/>
        <w:t>1.013e0</w:t>
      </w:r>
    </w:p>
    <w:p w14:paraId="26F1A48C" w14:textId="77777777" w:rsidR="00810015" w:rsidRDefault="00810015" w:rsidP="00810015">
      <w:r>
        <w:t>156.4346</w:t>
      </w:r>
      <w:r>
        <w:tab/>
        <w:t>1.013e0</w:t>
      </w:r>
    </w:p>
    <w:p w14:paraId="1F4268ED" w14:textId="77777777" w:rsidR="00810015" w:rsidRDefault="00810015" w:rsidP="00810015">
      <w:r>
        <w:t>156.4510</w:t>
      </w:r>
      <w:r>
        <w:tab/>
        <w:t>1.013e0</w:t>
      </w:r>
    </w:p>
    <w:p w14:paraId="51C00C4F" w14:textId="77777777" w:rsidR="00810015" w:rsidRDefault="00810015" w:rsidP="00810015">
      <w:r>
        <w:t>156.4673</w:t>
      </w:r>
      <w:r>
        <w:tab/>
        <w:t>2.025e0</w:t>
      </w:r>
    </w:p>
    <w:p w14:paraId="4FA52617" w14:textId="77777777" w:rsidR="00810015" w:rsidRDefault="00810015" w:rsidP="00810015">
      <w:r>
        <w:t>156.4776</w:t>
      </w:r>
      <w:r>
        <w:tab/>
        <w:t>1.013e0</w:t>
      </w:r>
    </w:p>
    <w:p w14:paraId="0DB30FB5" w14:textId="77777777" w:rsidR="00810015" w:rsidRDefault="00810015" w:rsidP="00810015">
      <w:r>
        <w:t>156.5008</w:t>
      </w:r>
      <w:r>
        <w:tab/>
        <w:t>1.013e0</w:t>
      </w:r>
    </w:p>
    <w:p w14:paraId="296E53F1" w14:textId="77777777" w:rsidR="00810015" w:rsidRDefault="00810015" w:rsidP="00810015">
      <w:r>
        <w:t>156.5042</w:t>
      </w:r>
      <w:r>
        <w:tab/>
        <w:t>1.013e0</w:t>
      </w:r>
    </w:p>
    <w:p w14:paraId="08971F71" w14:textId="77777777" w:rsidR="00810015" w:rsidRDefault="00810015" w:rsidP="00810015">
      <w:r>
        <w:t>156.5143</w:t>
      </w:r>
      <w:r>
        <w:tab/>
        <w:t>1.013e0</w:t>
      </w:r>
    </w:p>
    <w:p w14:paraId="289DF231" w14:textId="77777777" w:rsidR="00810015" w:rsidRDefault="00810015" w:rsidP="00810015">
      <w:r>
        <w:t>156.5249</w:t>
      </w:r>
      <w:r>
        <w:tab/>
        <w:t>2.025e0</w:t>
      </w:r>
    </w:p>
    <w:p w14:paraId="4E6107DC" w14:textId="77777777" w:rsidR="00810015" w:rsidRDefault="00810015" w:rsidP="00810015">
      <w:r>
        <w:t>156.5274</w:t>
      </w:r>
      <w:r>
        <w:tab/>
        <w:t>1.013e0</w:t>
      </w:r>
    </w:p>
    <w:p w14:paraId="7B775664" w14:textId="77777777" w:rsidR="00810015" w:rsidRDefault="00810015" w:rsidP="00810015">
      <w:r>
        <w:t>156.5497</w:t>
      </w:r>
      <w:r>
        <w:tab/>
        <w:t>3.038e0</w:t>
      </w:r>
    </w:p>
    <w:p w14:paraId="2C3A2182" w14:textId="77777777" w:rsidR="00810015" w:rsidRDefault="00810015" w:rsidP="00810015">
      <w:r>
        <w:lastRenderedPageBreak/>
        <w:t>156.5540</w:t>
      </w:r>
      <w:r>
        <w:tab/>
        <w:t>1.013e0</w:t>
      </w:r>
    </w:p>
    <w:p w14:paraId="4D243059" w14:textId="77777777" w:rsidR="00810015" w:rsidRDefault="00810015" w:rsidP="00810015">
      <w:r>
        <w:t>156.5642</w:t>
      </w:r>
      <w:r>
        <w:tab/>
        <w:t>2.025e0</w:t>
      </w:r>
    </w:p>
    <w:p w14:paraId="005FA20C" w14:textId="77777777" w:rsidR="00810015" w:rsidRDefault="00810015" w:rsidP="00810015">
      <w:r>
        <w:t>156.5675</w:t>
      </w:r>
      <w:r>
        <w:tab/>
        <w:t>1.013e0</w:t>
      </w:r>
    </w:p>
    <w:p w14:paraId="6FD8666C" w14:textId="77777777" w:rsidR="00810015" w:rsidRDefault="00810015" w:rsidP="00810015">
      <w:r>
        <w:t>156.5834</w:t>
      </w:r>
      <w:r>
        <w:tab/>
        <w:t>1.013e0</w:t>
      </w:r>
    </w:p>
    <w:p w14:paraId="5BDE22B0" w14:textId="77777777" w:rsidR="00810015" w:rsidRDefault="00810015" w:rsidP="00810015">
      <w:r>
        <w:t>156.5868</w:t>
      </w:r>
      <w:r>
        <w:tab/>
        <w:t>1.013e0</w:t>
      </w:r>
    </w:p>
    <w:p w14:paraId="73E59FE9" w14:textId="77777777" w:rsidR="00810015" w:rsidRDefault="00810015" w:rsidP="00810015">
      <w:r>
        <w:t>156.6174</w:t>
      </w:r>
      <w:r>
        <w:tab/>
        <w:t>1.013e0</w:t>
      </w:r>
    </w:p>
    <w:p w14:paraId="4B34B603" w14:textId="77777777" w:rsidR="00810015" w:rsidRDefault="00810015" w:rsidP="00810015">
      <w:r>
        <w:t>156.6213</w:t>
      </w:r>
      <w:r>
        <w:tab/>
        <w:t>1.013e0</w:t>
      </w:r>
    </w:p>
    <w:p w14:paraId="40378168" w14:textId="77777777" w:rsidR="00810015" w:rsidRDefault="00810015" w:rsidP="00810015">
      <w:r>
        <w:t>156.6270</w:t>
      </w:r>
      <w:r>
        <w:tab/>
        <w:t>1.013e0</w:t>
      </w:r>
    </w:p>
    <w:p w14:paraId="2C6C5756" w14:textId="77777777" w:rsidR="00810015" w:rsidRDefault="00810015" w:rsidP="00810015">
      <w:r>
        <w:t>156.6772</w:t>
      </w:r>
      <w:r>
        <w:tab/>
        <w:t>1.013e0</w:t>
      </w:r>
    </w:p>
    <w:p w14:paraId="535F4EF0" w14:textId="77777777" w:rsidR="00810015" w:rsidRDefault="00810015" w:rsidP="00810015">
      <w:r>
        <w:t>156.7001</w:t>
      </w:r>
      <w:r>
        <w:tab/>
        <w:t>1.013e0</w:t>
      </w:r>
    </w:p>
    <w:p w14:paraId="0A643F15" w14:textId="77777777" w:rsidR="00810015" w:rsidRDefault="00810015" w:rsidP="00810015">
      <w:r>
        <w:t>156.7187</w:t>
      </w:r>
      <w:r>
        <w:tab/>
        <w:t>2.025e0</w:t>
      </w:r>
    </w:p>
    <w:p w14:paraId="42D4BFB4" w14:textId="77777777" w:rsidR="00810015" w:rsidRDefault="00810015" w:rsidP="00810015">
      <w:r>
        <w:t>156.7243</w:t>
      </w:r>
      <w:r>
        <w:tab/>
        <w:t>1.013e0</w:t>
      </w:r>
    </w:p>
    <w:p w14:paraId="76CB2345" w14:textId="77777777" w:rsidR="00810015" w:rsidRDefault="00810015" w:rsidP="00810015">
      <w:r>
        <w:t>156.7498</w:t>
      </w:r>
      <w:r>
        <w:tab/>
        <w:t>1.013e0</w:t>
      </w:r>
    </w:p>
    <w:p w14:paraId="6A1507D3" w14:textId="77777777" w:rsidR="00810015" w:rsidRDefault="00810015" w:rsidP="00810015">
      <w:r>
        <w:t>156.7600</w:t>
      </w:r>
      <w:r>
        <w:tab/>
        <w:t>1.013e0</w:t>
      </w:r>
    </w:p>
    <w:p w14:paraId="43DA09EF" w14:textId="77777777" w:rsidR="00810015" w:rsidRDefault="00810015" w:rsidP="00810015">
      <w:r>
        <w:t>156.7707</w:t>
      </w:r>
      <w:r>
        <w:tab/>
        <w:t>1.013e0</w:t>
      </w:r>
    </w:p>
    <w:p w14:paraId="1EBBFF53" w14:textId="77777777" w:rsidR="00810015" w:rsidRDefault="00810015" w:rsidP="00810015">
      <w:r>
        <w:t>156.7804</w:t>
      </w:r>
      <w:r>
        <w:tab/>
        <w:t>1.013e0</w:t>
      </w:r>
    </w:p>
    <w:p w14:paraId="2D3EE367" w14:textId="77777777" w:rsidR="00810015" w:rsidRDefault="00810015" w:rsidP="00810015">
      <w:r>
        <w:t>156.8036</w:t>
      </w:r>
      <w:r>
        <w:tab/>
        <w:t>1.013e0</w:t>
      </w:r>
    </w:p>
    <w:p w14:paraId="60A6AE7F" w14:textId="77777777" w:rsidR="00810015" w:rsidRDefault="00810015" w:rsidP="00810015">
      <w:r>
        <w:t>156.8200</w:t>
      </w:r>
      <w:r>
        <w:tab/>
        <w:t>1.013e0</w:t>
      </w:r>
    </w:p>
    <w:p w14:paraId="7581344C" w14:textId="77777777" w:rsidR="00810015" w:rsidRDefault="00810015" w:rsidP="00810015">
      <w:r>
        <w:t>156.8402</w:t>
      </w:r>
      <w:r>
        <w:tab/>
        <w:t>1.013e0</w:t>
      </w:r>
    </w:p>
    <w:p w14:paraId="78C0329B" w14:textId="77777777" w:rsidR="00810015" w:rsidRDefault="00810015" w:rsidP="00810015">
      <w:r>
        <w:lastRenderedPageBreak/>
        <w:t>156.8439</w:t>
      </w:r>
      <w:r>
        <w:tab/>
        <w:t>1.013e0</w:t>
      </w:r>
    </w:p>
    <w:p w14:paraId="00624CD6" w14:textId="77777777" w:rsidR="00810015" w:rsidRDefault="00810015" w:rsidP="00810015">
      <w:r>
        <w:t>156.8563</w:t>
      </w:r>
      <w:r>
        <w:tab/>
        <w:t>1.013e0</w:t>
      </w:r>
    </w:p>
    <w:p w14:paraId="562A7034" w14:textId="77777777" w:rsidR="00810015" w:rsidRDefault="00810015" w:rsidP="00810015">
      <w:r>
        <w:t>156.8640</w:t>
      </w:r>
      <w:r>
        <w:tab/>
        <w:t>3.038e0</w:t>
      </w:r>
    </w:p>
    <w:p w14:paraId="351F5927" w14:textId="77777777" w:rsidR="00810015" w:rsidRDefault="00810015" w:rsidP="00810015">
      <w:r>
        <w:t>156.8738</w:t>
      </w:r>
      <w:r>
        <w:tab/>
        <w:t>1.013e0</w:t>
      </w:r>
    </w:p>
    <w:p w14:paraId="0EAC025D" w14:textId="77777777" w:rsidR="00810015" w:rsidRDefault="00810015" w:rsidP="00810015">
      <w:r>
        <w:t>156.8800</w:t>
      </w:r>
      <w:r>
        <w:tab/>
        <w:t>2.025e0</w:t>
      </w:r>
    </w:p>
    <w:p w14:paraId="77E3716A" w14:textId="77777777" w:rsidR="00810015" w:rsidRDefault="00810015" w:rsidP="00810015">
      <w:r>
        <w:t>156.9164</w:t>
      </w:r>
      <w:r>
        <w:tab/>
        <w:t>1.013e0</w:t>
      </w:r>
    </w:p>
    <w:p w14:paraId="6B82E238" w14:textId="77777777" w:rsidR="00810015" w:rsidRDefault="00810015" w:rsidP="00810015">
      <w:r>
        <w:t>156.9197</w:t>
      </w:r>
      <w:r>
        <w:tab/>
        <w:t>1.013e0</w:t>
      </w:r>
    </w:p>
    <w:p w14:paraId="172D8225" w14:textId="77777777" w:rsidR="00810015" w:rsidRDefault="00810015" w:rsidP="00810015">
      <w:r>
        <w:t>156.9299</w:t>
      </w:r>
      <w:r>
        <w:tab/>
        <w:t>1.013e0</w:t>
      </w:r>
    </w:p>
    <w:p w14:paraId="47E68C66" w14:textId="77777777" w:rsidR="00810015" w:rsidRDefault="00810015" w:rsidP="00810015">
      <w:r>
        <w:t>156.9500</w:t>
      </w:r>
      <w:r>
        <w:tab/>
        <w:t>1.013e0</w:t>
      </w:r>
    </w:p>
    <w:p w14:paraId="72A4FF6A" w14:textId="77777777" w:rsidR="00810015" w:rsidRDefault="00810015" w:rsidP="00810015">
      <w:r>
        <w:t>156.9537</w:t>
      </w:r>
      <w:r>
        <w:tab/>
        <w:t>1.013e0</w:t>
      </w:r>
    </w:p>
    <w:p w14:paraId="3EE787F5" w14:textId="77777777" w:rsidR="00810015" w:rsidRDefault="00810015" w:rsidP="00810015">
      <w:r>
        <w:t>156.9608</w:t>
      </w:r>
      <w:r>
        <w:tab/>
        <w:t>2.025e0</w:t>
      </w:r>
    </w:p>
    <w:p w14:paraId="5357A4FC" w14:textId="77777777" w:rsidR="00810015" w:rsidRDefault="00810015" w:rsidP="00810015">
      <w:r>
        <w:t>156.9730</w:t>
      </w:r>
      <w:r>
        <w:tab/>
        <w:t>2.025e0</w:t>
      </w:r>
    </w:p>
    <w:p w14:paraId="64612F5C" w14:textId="77777777" w:rsidR="00810015" w:rsidRDefault="00810015" w:rsidP="00810015">
      <w:r>
        <w:t>156.9967</w:t>
      </w:r>
      <w:r>
        <w:tab/>
        <w:t>1.013e0</w:t>
      </w:r>
    </w:p>
    <w:p w14:paraId="7F62D820" w14:textId="77777777" w:rsidR="00810015" w:rsidRDefault="00810015" w:rsidP="00810015">
      <w:r>
        <w:t>157.0002</w:t>
      </w:r>
      <w:r>
        <w:tab/>
        <w:t>1.013e0</w:t>
      </w:r>
    </w:p>
    <w:p w14:paraId="0E0A3F8F" w14:textId="77777777" w:rsidR="00810015" w:rsidRDefault="00810015" w:rsidP="00810015">
      <w:r>
        <w:t>157.0102</w:t>
      </w:r>
      <w:r>
        <w:tab/>
        <w:t>1.013e0</w:t>
      </w:r>
    </w:p>
    <w:p w14:paraId="3A351536" w14:textId="77777777" w:rsidR="00810015" w:rsidRDefault="00810015" w:rsidP="00810015">
      <w:r>
        <w:t>157.0631</w:t>
      </w:r>
      <w:r>
        <w:tab/>
        <w:t>3.923e0</w:t>
      </w:r>
    </w:p>
    <w:p w14:paraId="217B7E4D" w14:textId="77777777" w:rsidR="00810015" w:rsidRDefault="00810015" w:rsidP="00810015">
      <w:r>
        <w:t>157.0668</w:t>
      </w:r>
      <w:r>
        <w:tab/>
        <w:t>1.013e0</w:t>
      </w:r>
    </w:p>
    <w:p w14:paraId="19A926F8" w14:textId="77777777" w:rsidR="00810015" w:rsidRDefault="00810015" w:rsidP="00810015">
      <w:r>
        <w:t>157.0787</w:t>
      </w:r>
      <w:r>
        <w:tab/>
        <w:t>3.274e0</w:t>
      </w:r>
    </w:p>
    <w:p w14:paraId="0948A727" w14:textId="77777777" w:rsidR="00810015" w:rsidRDefault="00810015" w:rsidP="00810015">
      <w:r>
        <w:t>157.0958</w:t>
      </w:r>
      <w:r>
        <w:tab/>
        <w:t>1.559e1</w:t>
      </w:r>
    </w:p>
    <w:p w14:paraId="43413957" w14:textId="77777777" w:rsidR="00810015" w:rsidRDefault="00810015" w:rsidP="00810015">
      <w:r>
        <w:lastRenderedPageBreak/>
        <w:t>157.0982</w:t>
      </w:r>
      <w:r>
        <w:tab/>
        <w:t>1.446e1</w:t>
      </w:r>
    </w:p>
    <w:p w14:paraId="3841A4F5" w14:textId="77777777" w:rsidR="00810015" w:rsidRDefault="00810015" w:rsidP="00810015">
      <w:r>
        <w:t>157.1009</w:t>
      </w:r>
      <w:r>
        <w:tab/>
        <w:t>5.738e0</w:t>
      </w:r>
    </w:p>
    <w:p w14:paraId="4962297D" w14:textId="77777777" w:rsidR="00810015" w:rsidRDefault="00810015" w:rsidP="00810015">
      <w:r>
        <w:t>157.1033</w:t>
      </w:r>
      <w:r>
        <w:tab/>
        <w:t>6.701e0</w:t>
      </w:r>
    </w:p>
    <w:p w14:paraId="55DE7C1F" w14:textId="77777777" w:rsidR="00810015" w:rsidRDefault="00810015" w:rsidP="00810015">
      <w:r>
        <w:t>157.1233</w:t>
      </w:r>
      <w:r>
        <w:tab/>
        <w:t>1.013e0</w:t>
      </w:r>
    </w:p>
    <w:p w14:paraId="534C97B0" w14:textId="77777777" w:rsidR="00810015" w:rsidRDefault="00810015" w:rsidP="00810015">
      <w:r>
        <w:t>157.1353</w:t>
      </w:r>
      <w:r>
        <w:tab/>
        <w:t>1.832e0</w:t>
      </w:r>
    </w:p>
    <w:p w14:paraId="3C642064" w14:textId="77777777" w:rsidR="00810015" w:rsidRDefault="00810015" w:rsidP="00810015">
      <w:r>
        <w:t>157.1582</w:t>
      </w:r>
      <w:r>
        <w:tab/>
        <w:t>2.025e0</w:t>
      </w:r>
    </w:p>
    <w:p w14:paraId="683B73EB" w14:textId="77777777" w:rsidR="00810015" w:rsidRDefault="00810015" w:rsidP="00810015">
      <w:r>
        <w:t>157.1671</w:t>
      </w:r>
      <w:r>
        <w:tab/>
        <w:t>3.038e0</w:t>
      </w:r>
    </w:p>
    <w:p w14:paraId="4BDAE52C" w14:textId="77777777" w:rsidR="00810015" w:rsidRDefault="00810015" w:rsidP="00810015">
      <w:r>
        <w:t>157.1730</w:t>
      </w:r>
      <w:r>
        <w:tab/>
        <w:t>2.025e0</w:t>
      </w:r>
    </w:p>
    <w:p w14:paraId="2796AAEB" w14:textId="77777777" w:rsidR="00810015" w:rsidRDefault="00810015" w:rsidP="00810015">
      <w:r>
        <w:t>157.1860</w:t>
      </w:r>
      <w:r>
        <w:tab/>
        <w:t>1.013e0</w:t>
      </w:r>
    </w:p>
    <w:p w14:paraId="5A27BC5B" w14:textId="77777777" w:rsidR="00810015" w:rsidRDefault="00810015" w:rsidP="00810015">
      <w:r>
        <w:t>157.1894</w:t>
      </w:r>
      <w:r>
        <w:tab/>
        <w:t>3.038e0</w:t>
      </w:r>
    </w:p>
    <w:p w14:paraId="4171D7BC" w14:textId="77777777" w:rsidR="00810015" w:rsidRDefault="00810015" w:rsidP="00810015">
      <w:r>
        <w:t>157.2206</w:t>
      </w:r>
      <w:r>
        <w:tab/>
        <w:t>1.013e0</w:t>
      </w:r>
    </w:p>
    <w:p w14:paraId="476E179F" w14:textId="77777777" w:rsidR="00810015" w:rsidRDefault="00810015" w:rsidP="00810015">
      <w:r>
        <w:t>157.2265</w:t>
      </w:r>
      <w:r>
        <w:tab/>
        <w:t>3.038e0</w:t>
      </w:r>
    </w:p>
    <w:p w14:paraId="658CFDCF" w14:textId="77777777" w:rsidR="00810015" w:rsidRDefault="00810015" w:rsidP="00810015">
      <w:r>
        <w:t>157.2281</w:t>
      </w:r>
      <w:r>
        <w:tab/>
        <w:t>2.025e0</w:t>
      </w:r>
    </w:p>
    <w:p w14:paraId="6CF1E03D" w14:textId="77777777" w:rsidR="00810015" w:rsidRDefault="00810015" w:rsidP="00810015">
      <w:r>
        <w:t>157.2392</w:t>
      </w:r>
      <w:r>
        <w:tab/>
        <w:t>1.013e0</w:t>
      </w:r>
    </w:p>
    <w:p w14:paraId="16346F89" w14:textId="77777777" w:rsidR="00810015" w:rsidRDefault="00810015" w:rsidP="00810015">
      <w:r>
        <w:t>157.2596</w:t>
      </w:r>
      <w:r>
        <w:tab/>
        <w:t>1.013e0</w:t>
      </w:r>
    </w:p>
    <w:p w14:paraId="74A7997B" w14:textId="77777777" w:rsidR="00810015" w:rsidRDefault="00810015" w:rsidP="00810015">
      <w:r>
        <w:t>157.2704</w:t>
      </w:r>
      <w:r>
        <w:tab/>
        <w:t>1.013e0</w:t>
      </w:r>
    </w:p>
    <w:p w14:paraId="5CB80529" w14:textId="77777777" w:rsidR="00810015" w:rsidRDefault="00810015" w:rsidP="00810015">
      <w:r>
        <w:t>157.2830</w:t>
      </w:r>
      <w:r>
        <w:tab/>
        <w:t>1.013e0</w:t>
      </w:r>
    </w:p>
    <w:p w14:paraId="1AAACAF1" w14:textId="77777777" w:rsidR="00810015" w:rsidRDefault="00810015" w:rsidP="00810015">
      <w:r>
        <w:t>157.3067</w:t>
      </w:r>
      <w:r>
        <w:tab/>
        <w:t>1.013e0</w:t>
      </w:r>
    </w:p>
    <w:p w14:paraId="2538393F" w14:textId="77777777" w:rsidR="00810015" w:rsidRDefault="00810015" w:rsidP="00810015">
      <w:r>
        <w:t>157.3146</w:t>
      </w:r>
      <w:r>
        <w:tab/>
        <w:t>2.025e0</w:t>
      </w:r>
    </w:p>
    <w:p w14:paraId="78F8FA7A" w14:textId="77777777" w:rsidR="00810015" w:rsidRDefault="00810015" w:rsidP="00810015">
      <w:r>
        <w:lastRenderedPageBreak/>
        <w:t>157.3163</w:t>
      </w:r>
      <w:r>
        <w:tab/>
        <w:t>1.013e0</w:t>
      </w:r>
    </w:p>
    <w:p w14:paraId="02AE1D4D" w14:textId="77777777" w:rsidR="00810015" w:rsidRDefault="00810015" w:rsidP="00810015">
      <w:r>
        <w:t>157.3231</w:t>
      </w:r>
      <w:r>
        <w:tab/>
        <w:t>3.038e0</w:t>
      </w:r>
    </w:p>
    <w:p w14:paraId="6CA6B390" w14:textId="77777777" w:rsidR="00810015" w:rsidRDefault="00810015" w:rsidP="00810015">
      <w:r>
        <w:t>157.3595</w:t>
      </w:r>
      <w:r>
        <w:tab/>
        <w:t>1.013e0</w:t>
      </w:r>
    </w:p>
    <w:p w14:paraId="52439C0A" w14:textId="77777777" w:rsidR="00810015" w:rsidRDefault="00810015" w:rsidP="00810015">
      <w:r>
        <w:t>157.3833</w:t>
      </w:r>
      <w:r>
        <w:tab/>
        <w:t>1.013e0</w:t>
      </w:r>
    </w:p>
    <w:p w14:paraId="06C61ECD" w14:textId="77777777" w:rsidR="00810015" w:rsidRDefault="00810015" w:rsidP="00810015">
      <w:r>
        <w:t>157.3873</w:t>
      </w:r>
      <w:r>
        <w:tab/>
        <w:t>1.013e0</w:t>
      </w:r>
    </w:p>
    <w:p w14:paraId="799858EA" w14:textId="77777777" w:rsidR="00810015" w:rsidRDefault="00810015" w:rsidP="00810015">
      <w:r>
        <w:t>157.4025</w:t>
      </w:r>
      <w:r>
        <w:tab/>
        <w:t>2.025e0</w:t>
      </w:r>
    </w:p>
    <w:p w14:paraId="6497FCEC" w14:textId="77777777" w:rsidR="00810015" w:rsidRDefault="00810015" w:rsidP="00810015">
      <w:r>
        <w:t>157.4560</w:t>
      </w:r>
      <w:r>
        <w:tab/>
        <w:t>1.013e0</w:t>
      </w:r>
    </w:p>
    <w:p w14:paraId="35CEC393" w14:textId="77777777" w:rsidR="00810015" w:rsidRDefault="00810015" w:rsidP="00810015">
      <w:r>
        <w:t>157.4595</w:t>
      </w:r>
      <w:r>
        <w:tab/>
        <w:t>2.025e0</w:t>
      </w:r>
    </w:p>
    <w:p w14:paraId="5831B013" w14:textId="77777777" w:rsidR="00810015" w:rsidRDefault="00810015" w:rsidP="00810015">
      <w:r>
        <w:t>157.4870</w:t>
      </w:r>
      <w:r>
        <w:tab/>
        <w:t>1.013e0</w:t>
      </w:r>
    </w:p>
    <w:p w14:paraId="053CA24C" w14:textId="77777777" w:rsidR="00810015" w:rsidRDefault="00810015" w:rsidP="00810015">
      <w:r>
        <w:t>157.4986</w:t>
      </w:r>
      <w:r>
        <w:tab/>
        <w:t>2.025e0</w:t>
      </w:r>
    </w:p>
    <w:p w14:paraId="022AE57A" w14:textId="77777777" w:rsidR="00810015" w:rsidRDefault="00810015" w:rsidP="00810015">
      <w:r>
        <w:t>157.5132</w:t>
      </w:r>
      <w:r>
        <w:tab/>
        <w:t>1.013e0</w:t>
      </w:r>
    </w:p>
    <w:p w14:paraId="42B21EB6" w14:textId="77777777" w:rsidR="00810015" w:rsidRDefault="00810015" w:rsidP="00810015">
      <w:r>
        <w:t>157.5262</w:t>
      </w:r>
      <w:r>
        <w:tab/>
        <w:t>1.013e0</w:t>
      </w:r>
    </w:p>
    <w:p w14:paraId="4650F819" w14:textId="77777777" w:rsidR="00810015" w:rsidRDefault="00810015" w:rsidP="00810015">
      <w:r>
        <w:t>157.5449</w:t>
      </w:r>
      <w:r>
        <w:tab/>
        <w:t>2.025e0</w:t>
      </w:r>
    </w:p>
    <w:p w14:paraId="2B4AA89B" w14:textId="77777777" w:rsidR="00810015" w:rsidRDefault="00810015" w:rsidP="00810015">
      <w:r>
        <w:t>157.5500</w:t>
      </w:r>
      <w:r>
        <w:tab/>
        <w:t>1.013e0</w:t>
      </w:r>
    </w:p>
    <w:p w14:paraId="6A330DC2" w14:textId="77777777" w:rsidR="00810015" w:rsidRDefault="00810015" w:rsidP="00810015">
      <w:r>
        <w:t>157.5534</w:t>
      </w:r>
      <w:r>
        <w:tab/>
        <w:t>1.013e0</w:t>
      </w:r>
    </w:p>
    <w:p w14:paraId="43A3C84F" w14:textId="77777777" w:rsidR="00810015" w:rsidRDefault="00810015" w:rsidP="00810015">
      <w:r>
        <w:t>157.5732</w:t>
      </w:r>
      <w:r>
        <w:tab/>
        <w:t>1.013e0</w:t>
      </w:r>
    </w:p>
    <w:p w14:paraId="7D4849B3" w14:textId="77777777" w:rsidR="00810015" w:rsidRDefault="00810015" w:rsidP="00810015">
      <w:r>
        <w:t>157.5863</w:t>
      </w:r>
      <w:r>
        <w:tab/>
        <w:t>1.013e0</w:t>
      </w:r>
    </w:p>
    <w:p w14:paraId="59405169" w14:textId="77777777" w:rsidR="00810015" w:rsidRDefault="00810015" w:rsidP="00810015">
      <w:r>
        <w:t>157.6033</w:t>
      </w:r>
      <w:r>
        <w:tab/>
        <w:t>1.013e0</w:t>
      </w:r>
    </w:p>
    <w:p w14:paraId="13800CE1" w14:textId="77777777" w:rsidR="00810015" w:rsidRDefault="00810015" w:rsidP="00810015">
      <w:r>
        <w:t>157.6068</w:t>
      </w:r>
      <w:r>
        <w:tab/>
        <w:t>2.025e0</w:t>
      </w:r>
    </w:p>
    <w:p w14:paraId="327ABE26" w14:textId="77777777" w:rsidR="00810015" w:rsidRDefault="00810015" w:rsidP="00810015">
      <w:r>
        <w:lastRenderedPageBreak/>
        <w:t>157.6137</w:t>
      </w:r>
      <w:r>
        <w:tab/>
        <w:t>2.025e0</w:t>
      </w:r>
    </w:p>
    <w:p w14:paraId="29DD8A4D" w14:textId="77777777" w:rsidR="00810015" w:rsidRDefault="00810015" w:rsidP="00810015">
      <w:r>
        <w:t>157.6210</w:t>
      </w:r>
      <w:r>
        <w:tab/>
        <w:t>2.025e0</w:t>
      </w:r>
    </w:p>
    <w:p w14:paraId="330F854A" w14:textId="77777777" w:rsidR="00810015" w:rsidRDefault="00810015" w:rsidP="00810015">
      <w:r>
        <w:t>157.6397</w:t>
      </w:r>
      <w:r>
        <w:tab/>
        <w:t>3.038e0</w:t>
      </w:r>
    </w:p>
    <w:p w14:paraId="75792F23" w14:textId="77777777" w:rsidR="00810015" w:rsidRDefault="00810015" w:rsidP="00810015">
      <w:r>
        <w:t>157.6436</w:t>
      </w:r>
      <w:r>
        <w:tab/>
        <w:t>1.013e0</w:t>
      </w:r>
    </w:p>
    <w:p w14:paraId="451247F4" w14:textId="77777777" w:rsidR="00810015" w:rsidRDefault="00810015" w:rsidP="00810015">
      <w:r>
        <w:t>157.6690</w:t>
      </w:r>
      <w:r>
        <w:tab/>
        <w:t>2.025e0</w:t>
      </w:r>
    </w:p>
    <w:p w14:paraId="695F2764" w14:textId="77777777" w:rsidR="00810015" w:rsidRDefault="00810015" w:rsidP="00810015">
      <w:r>
        <w:t>157.6833</w:t>
      </w:r>
      <w:r>
        <w:tab/>
        <w:t>1.013e0</w:t>
      </w:r>
    </w:p>
    <w:p w14:paraId="027719AC" w14:textId="77777777" w:rsidR="00810015" w:rsidRDefault="00810015" w:rsidP="00810015">
      <w:r>
        <w:t>157.6896</w:t>
      </w:r>
      <w:r>
        <w:tab/>
        <w:t>1.013e0</w:t>
      </w:r>
    </w:p>
    <w:p w14:paraId="2E209601" w14:textId="77777777" w:rsidR="00810015" w:rsidRDefault="00810015" w:rsidP="00810015">
      <w:r>
        <w:t>157.7133</w:t>
      </w:r>
      <w:r>
        <w:tab/>
        <w:t>1.013e0</w:t>
      </w:r>
    </w:p>
    <w:p w14:paraId="332778E3" w14:textId="77777777" w:rsidR="00810015" w:rsidRDefault="00810015" w:rsidP="00810015">
      <w:r>
        <w:t>157.7217</w:t>
      </w:r>
      <w:r>
        <w:tab/>
        <w:t>3.038e0</w:t>
      </w:r>
    </w:p>
    <w:p w14:paraId="0C5562C0" w14:textId="77777777" w:rsidR="00810015" w:rsidRDefault="00810015" w:rsidP="00810015">
      <w:r>
        <w:t>157.7288</w:t>
      </w:r>
      <w:r>
        <w:tab/>
        <w:t>2.025e0</w:t>
      </w:r>
    </w:p>
    <w:p w14:paraId="42BA21C3" w14:textId="77777777" w:rsidR="00810015" w:rsidRDefault="00810015" w:rsidP="00810015">
      <w:r>
        <w:t>157.7599</w:t>
      </w:r>
      <w:r>
        <w:tab/>
        <w:t>1.013e0</w:t>
      </w:r>
    </w:p>
    <w:p w14:paraId="79AE10A6" w14:textId="77777777" w:rsidR="00810015" w:rsidRDefault="00810015" w:rsidP="00810015">
      <w:r>
        <w:t>157.7718</w:t>
      </w:r>
      <w:r>
        <w:tab/>
        <w:t>2.025e0</w:t>
      </w:r>
    </w:p>
    <w:p w14:paraId="25C1B634" w14:textId="77777777" w:rsidR="00810015" w:rsidRDefault="00810015" w:rsidP="00810015">
      <w:r>
        <w:t>157.8371</w:t>
      </w:r>
      <w:r>
        <w:tab/>
        <w:t>1.013e0</w:t>
      </w:r>
    </w:p>
    <w:p w14:paraId="1377B326" w14:textId="77777777" w:rsidR="00810015" w:rsidRDefault="00810015" w:rsidP="00810015">
      <w:r>
        <w:t>157.8564</w:t>
      </w:r>
      <w:r>
        <w:tab/>
        <w:t>1.013e0</w:t>
      </w:r>
    </w:p>
    <w:p w14:paraId="72206C81" w14:textId="77777777" w:rsidR="00810015" w:rsidRDefault="00810015" w:rsidP="00810015">
      <w:r>
        <w:t>157.8667</w:t>
      </w:r>
      <w:r>
        <w:tab/>
        <w:t>2.025e0</w:t>
      </w:r>
    </w:p>
    <w:p w14:paraId="60EF7770" w14:textId="77777777" w:rsidR="00810015" w:rsidRDefault="00810015" w:rsidP="00810015">
      <w:r>
        <w:t>157.9065</w:t>
      </w:r>
      <w:r>
        <w:tab/>
        <w:t>1.013e0</w:t>
      </w:r>
    </w:p>
    <w:p w14:paraId="5DC5F727" w14:textId="77777777" w:rsidR="00810015" w:rsidRDefault="00810015" w:rsidP="00810015">
      <w:r>
        <w:t>157.9091</w:t>
      </w:r>
      <w:r>
        <w:tab/>
        <w:t>5.063e0</w:t>
      </w:r>
    </w:p>
    <w:p w14:paraId="0EA7697D" w14:textId="77777777" w:rsidR="00810015" w:rsidRDefault="00810015" w:rsidP="00810015">
      <w:r>
        <w:t>157.9768</w:t>
      </w:r>
      <w:r>
        <w:tab/>
        <w:t>1.013e0</w:t>
      </w:r>
    </w:p>
    <w:p w14:paraId="47869D7A" w14:textId="77777777" w:rsidR="00810015" w:rsidRDefault="00810015" w:rsidP="00810015">
      <w:r>
        <w:t>157.9802</w:t>
      </w:r>
      <w:r>
        <w:tab/>
        <w:t>1.013e0</w:t>
      </w:r>
    </w:p>
    <w:p w14:paraId="12542C96" w14:textId="77777777" w:rsidR="00810015" w:rsidRDefault="00810015" w:rsidP="00810015">
      <w:r>
        <w:lastRenderedPageBreak/>
        <w:t>157.9893</w:t>
      </w:r>
      <w:r>
        <w:tab/>
        <w:t>2.025e0</w:t>
      </w:r>
    </w:p>
    <w:p w14:paraId="423F331C" w14:textId="77777777" w:rsidR="00810015" w:rsidRDefault="00810015" w:rsidP="00810015">
      <w:r>
        <w:t>158.0075</w:t>
      </w:r>
      <w:r>
        <w:tab/>
        <w:t>1.013e0</w:t>
      </w:r>
    </w:p>
    <w:p w14:paraId="0D9890FE" w14:textId="77777777" w:rsidR="00810015" w:rsidRDefault="00810015" w:rsidP="00810015">
      <w:r>
        <w:t>158.0115</w:t>
      </w:r>
      <w:r>
        <w:tab/>
        <w:t>3.038e0</w:t>
      </w:r>
    </w:p>
    <w:p w14:paraId="30FF0F41" w14:textId="77777777" w:rsidR="00810015" w:rsidRDefault="00810015" w:rsidP="00810015">
      <w:r>
        <w:t>158.0404</w:t>
      </w:r>
      <w:r>
        <w:tab/>
        <w:t>1.013e0</w:t>
      </w:r>
    </w:p>
    <w:p w14:paraId="43F9062E" w14:textId="77777777" w:rsidR="00810015" w:rsidRDefault="00810015" w:rsidP="00810015">
      <w:r>
        <w:t>158.0477</w:t>
      </w:r>
      <w:r>
        <w:tab/>
        <w:t>3.038e0</w:t>
      </w:r>
    </w:p>
    <w:p w14:paraId="436EFD2F" w14:textId="77777777" w:rsidR="00810015" w:rsidRDefault="00810015" w:rsidP="00810015">
      <w:r>
        <w:t>158.0561</w:t>
      </w:r>
      <w:r>
        <w:tab/>
        <w:t>2.619e0</w:t>
      </w:r>
    </w:p>
    <w:p w14:paraId="13F3D230" w14:textId="77777777" w:rsidR="00810015" w:rsidRDefault="00810015" w:rsidP="00810015">
      <w:r>
        <w:t>158.0591</w:t>
      </w:r>
      <w:r>
        <w:tab/>
        <w:t>1.919e0</w:t>
      </w:r>
    </w:p>
    <w:p w14:paraId="0BD33450" w14:textId="77777777" w:rsidR="00810015" w:rsidRDefault="00810015" w:rsidP="00810015">
      <w:r>
        <w:t>158.0648</w:t>
      </w:r>
      <w:r>
        <w:tab/>
        <w:t>1.013e0</w:t>
      </w:r>
    </w:p>
    <w:p w14:paraId="408A8F5E" w14:textId="77777777" w:rsidR="00810015" w:rsidRDefault="00810015" w:rsidP="00810015">
      <w:r>
        <w:t>158.0746</w:t>
      </w:r>
      <w:r>
        <w:tab/>
        <w:t>2.363e0</w:t>
      </w:r>
    </w:p>
    <w:p w14:paraId="1EAAECBB" w14:textId="77777777" w:rsidR="00810015" w:rsidRDefault="00810015" w:rsidP="00810015">
      <w:r>
        <w:t>158.0784</w:t>
      </w:r>
      <w:r>
        <w:tab/>
        <w:t>3.782e0</w:t>
      </w:r>
    </w:p>
    <w:p w14:paraId="1E4884C6" w14:textId="77777777" w:rsidR="00810015" w:rsidRDefault="00810015" w:rsidP="00810015">
      <w:r>
        <w:t>158.0834</w:t>
      </w:r>
      <w:r>
        <w:tab/>
        <w:t>2.482e0</w:t>
      </w:r>
    </w:p>
    <w:p w14:paraId="5F1A544E" w14:textId="77777777" w:rsidR="00810015" w:rsidRDefault="00810015" w:rsidP="00810015">
      <w:r>
        <w:t>158.0851</w:t>
      </w:r>
      <w:r>
        <w:tab/>
        <w:t>2.769e0</w:t>
      </w:r>
    </w:p>
    <w:p w14:paraId="10210CE8" w14:textId="77777777" w:rsidR="00810015" w:rsidRDefault="00810015" w:rsidP="00810015">
      <w:r>
        <w:t>158.0875</w:t>
      </w:r>
      <w:r>
        <w:tab/>
        <w:t>1.013e0</w:t>
      </w:r>
    </w:p>
    <w:p w14:paraId="5EF8C837" w14:textId="77777777" w:rsidR="00810015" w:rsidRDefault="00810015" w:rsidP="00810015">
      <w:r>
        <w:t>158.0965</w:t>
      </w:r>
      <w:r>
        <w:tab/>
        <w:t>1.662e0</w:t>
      </w:r>
    </w:p>
    <w:p w14:paraId="0925DF11" w14:textId="77777777" w:rsidR="00810015" w:rsidRDefault="00810015" w:rsidP="00810015">
      <w:r>
        <w:t>158.0989</w:t>
      </w:r>
      <w:r>
        <w:tab/>
        <w:t>1.839e0</w:t>
      </w:r>
    </w:p>
    <w:p w14:paraId="0CEB5709" w14:textId="77777777" w:rsidR="00810015" w:rsidRDefault="00810015" w:rsidP="00810015">
      <w:r>
        <w:t>158.1069</w:t>
      </w:r>
      <w:r>
        <w:tab/>
        <w:t>2.651e0</w:t>
      </w:r>
    </w:p>
    <w:p w14:paraId="3B76AF2A" w14:textId="77777777" w:rsidR="00810015" w:rsidRDefault="00810015" w:rsidP="00810015">
      <w:r>
        <w:t>158.1147</w:t>
      </w:r>
      <w:r>
        <w:tab/>
        <w:t>3.038e0</w:t>
      </w:r>
    </w:p>
    <w:p w14:paraId="532AAF41" w14:textId="77777777" w:rsidR="00810015" w:rsidRDefault="00810015" w:rsidP="00810015">
      <w:r>
        <w:t>158.1189</w:t>
      </w:r>
      <w:r>
        <w:tab/>
        <w:t>1.387e0</w:t>
      </w:r>
    </w:p>
    <w:p w14:paraId="27923804" w14:textId="77777777" w:rsidR="00810015" w:rsidRDefault="00810015" w:rsidP="00810015">
      <w:r>
        <w:t>158.1270</w:t>
      </w:r>
      <w:r>
        <w:tab/>
        <w:t>2.852e0</w:t>
      </w:r>
    </w:p>
    <w:p w14:paraId="2F7BBE68" w14:textId="77777777" w:rsidR="00810015" w:rsidRDefault="00810015" w:rsidP="00810015">
      <w:r>
        <w:lastRenderedPageBreak/>
        <w:t>158.1300</w:t>
      </w:r>
      <w:r>
        <w:tab/>
        <w:t>3.683e0</w:t>
      </w:r>
    </w:p>
    <w:p w14:paraId="3944642A" w14:textId="77777777" w:rsidR="00810015" w:rsidRDefault="00810015" w:rsidP="00810015">
      <w:r>
        <w:t>158.1492</w:t>
      </w:r>
      <w:r>
        <w:tab/>
        <w:t>4.051e0</w:t>
      </w:r>
    </w:p>
    <w:p w14:paraId="0FC36492" w14:textId="77777777" w:rsidR="00810015" w:rsidRDefault="00810015" w:rsidP="00810015">
      <w:r>
        <w:t>158.1540</w:t>
      </w:r>
      <w:r>
        <w:tab/>
        <w:t>4.051e0</w:t>
      </w:r>
    </w:p>
    <w:p w14:paraId="55F5E930" w14:textId="77777777" w:rsidR="00810015" w:rsidRDefault="00810015" w:rsidP="00810015">
      <w:r>
        <w:t>158.1710</w:t>
      </w:r>
      <w:r>
        <w:tab/>
        <w:t>2.025e0</w:t>
      </w:r>
    </w:p>
    <w:p w14:paraId="55FFC076" w14:textId="77777777" w:rsidR="00810015" w:rsidRDefault="00810015" w:rsidP="00810015">
      <w:r>
        <w:t>158.2108</w:t>
      </w:r>
      <w:r>
        <w:tab/>
        <w:t>1.013e0</w:t>
      </w:r>
    </w:p>
    <w:p w14:paraId="4F874988" w14:textId="77777777" w:rsidR="00810015" w:rsidRDefault="00810015" w:rsidP="00810015">
      <w:r>
        <w:t>158.2313</w:t>
      </w:r>
      <w:r>
        <w:tab/>
        <w:t>2.025e0</w:t>
      </w:r>
    </w:p>
    <w:p w14:paraId="141CB802" w14:textId="77777777" w:rsidR="00810015" w:rsidRDefault="00810015" w:rsidP="00810015">
      <w:r>
        <w:t>158.2363</w:t>
      </w:r>
      <w:r>
        <w:tab/>
        <w:t>2.025e0</w:t>
      </w:r>
    </w:p>
    <w:p w14:paraId="2CCBD0C9" w14:textId="77777777" w:rsidR="00810015" w:rsidRDefault="00810015" w:rsidP="00810015">
      <w:r>
        <w:t>158.2475</w:t>
      </w:r>
      <w:r>
        <w:tab/>
        <w:t>1.013e0</w:t>
      </w:r>
    </w:p>
    <w:p w14:paraId="2215815E" w14:textId="77777777" w:rsidR="00810015" w:rsidRDefault="00810015" w:rsidP="00810015">
      <w:r>
        <w:t>158.2608</w:t>
      </w:r>
      <w:r>
        <w:tab/>
        <w:t>1.013e0</w:t>
      </w:r>
    </w:p>
    <w:p w14:paraId="2E10BE87" w14:textId="77777777" w:rsidR="00810015" w:rsidRDefault="00810015" w:rsidP="00810015">
      <w:r>
        <w:t>158.2710</w:t>
      </w:r>
      <w:r>
        <w:tab/>
        <w:t>1.013e0</w:t>
      </w:r>
    </w:p>
    <w:p w14:paraId="536A108B" w14:textId="77777777" w:rsidR="00810015" w:rsidRDefault="00810015" w:rsidP="00810015">
      <w:r>
        <w:t>158.2744</w:t>
      </w:r>
      <w:r>
        <w:tab/>
        <w:t>1.013e0</w:t>
      </w:r>
    </w:p>
    <w:p w14:paraId="2709739F" w14:textId="77777777" w:rsidR="00810015" w:rsidRDefault="00810015" w:rsidP="00810015">
      <w:r>
        <w:t>158.2818</w:t>
      </w:r>
      <w:r>
        <w:tab/>
        <w:t>1.013e0</w:t>
      </w:r>
    </w:p>
    <w:p w14:paraId="30A56D69" w14:textId="77777777" w:rsidR="00810015" w:rsidRDefault="00810015" w:rsidP="00810015">
      <w:r>
        <w:t>158.2949</w:t>
      </w:r>
      <w:r>
        <w:tab/>
        <w:t>1.013e0</w:t>
      </w:r>
    </w:p>
    <w:p w14:paraId="55631608" w14:textId="77777777" w:rsidR="00810015" w:rsidRDefault="00810015" w:rsidP="00810015">
      <w:r>
        <w:t>158.3012</w:t>
      </w:r>
      <w:r>
        <w:tab/>
        <w:t>1.013e0</w:t>
      </w:r>
    </w:p>
    <w:p w14:paraId="55511649" w14:textId="77777777" w:rsidR="00810015" w:rsidRDefault="00810015" w:rsidP="00810015">
      <w:r>
        <w:t>158.3113</w:t>
      </w:r>
      <w:r>
        <w:tab/>
        <w:t>1.013e0</w:t>
      </w:r>
    </w:p>
    <w:p w14:paraId="22D0BF25" w14:textId="77777777" w:rsidR="00810015" w:rsidRDefault="00810015" w:rsidP="00810015">
      <w:r>
        <w:t>158.3176</w:t>
      </w:r>
      <w:r>
        <w:tab/>
        <w:t>1.013e0</w:t>
      </w:r>
    </w:p>
    <w:p w14:paraId="3D41B300" w14:textId="77777777" w:rsidR="00810015" w:rsidRDefault="00810015" w:rsidP="00810015">
      <w:r>
        <w:t>158.3380</w:t>
      </w:r>
      <w:r>
        <w:tab/>
        <w:t>1.013e0</w:t>
      </w:r>
    </w:p>
    <w:p w14:paraId="1C7CE88F" w14:textId="77777777" w:rsidR="00810015" w:rsidRDefault="00810015" w:rsidP="00810015">
      <w:r>
        <w:t>158.3454</w:t>
      </w:r>
      <w:r>
        <w:tab/>
        <w:t>1.013e0</w:t>
      </w:r>
    </w:p>
    <w:p w14:paraId="7EF27C74" w14:textId="77777777" w:rsidR="00810015" w:rsidRDefault="00810015" w:rsidP="00810015">
      <w:r>
        <w:t>158.3915</w:t>
      </w:r>
      <w:r>
        <w:tab/>
        <w:t>1.013e0</w:t>
      </w:r>
    </w:p>
    <w:p w14:paraId="379D6B6C" w14:textId="77777777" w:rsidR="00810015" w:rsidRDefault="00810015" w:rsidP="00810015">
      <w:r>
        <w:lastRenderedPageBreak/>
        <w:t>158.4017</w:t>
      </w:r>
      <w:r>
        <w:tab/>
        <w:t>1.013e0</w:t>
      </w:r>
    </w:p>
    <w:p w14:paraId="2D2EDCB0" w14:textId="77777777" w:rsidR="00810015" w:rsidRDefault="00810015" w:rsidP="00810015">
      <w:r>
        <w:t>158.4052</w:t>
      </w:r>
      <w:r>
        <w:tab/>
        <w:t>1.013e0</w:t>
      </w:r>
    </w:p>
    <w:p w14:paraId="79D5063A" w14:textId="77777777" w:rsidR="00810015" w:rsidRDefault="00810015" w:rsidP="00810015">
      <w:r>
        <w:t>158.4076</w:t>
      </w:r>
      <w:r>
        <w:tab/>
        <w:t>2.025e0</w:t>
      </w:r>
    </w:p>
    <w:p w14:paraId="7C5CEB68" w14:textId="77777777" w:rsidR="00810015" w:rsidRDefault="00810015" w:rsidP="00810015">
      <w:r>
        <w:t>158.4387</w:t>
      </w:r>
      <w:r>
        <w:tab/>
        <w:t>1.013e0</w:t>
      </w:r>
    </w:p>
    <w:p w14:paraId="13BFFD3B" w14:textId="77777777" w:rsidR="00810015" w:rsidRDefault="00810015" w:rsidP="00810015">
      <w:r>
        <w:t>158.4517</w:t>
      </w:r>
      <w:r>
        <w:tab/>
        <w:t>1.013e0</w:t>
      </w:r>
    </w:p>
    <w:p w14:paraId="47626B11" w14:textId="77777777" w:rsidR="00810015" w:rsidRDefault="00810015" w:rsidP="00810015">
      <w:r>
        <w:t>158.4620</w:t>
      </w:r>
      <w:r>
        <w:tab/>
        <w:t>1.013e0</w:t>
      </w:r>
    </w:p>
    <w:p w14:paraId="25B25294" w14:textId="77777777" w:rsidR="00810015" w:rsidRDefault="00810015" w:rsidP="00810015">
      <w:r>
        <w:t>158.4634</w:t>
      </w:r>
      <w:r>
        <w:tab/>
        <w:t>3.038e0</w:t>
      </w:r>
    </w:p>
    <w:p w14:paraId="4516C4B8" w14:textId="77777777" w:rsidR="00810015" w:rsidRDefault="00810015" w:rsidP="00810015">
      <w:r>
        <w:t>158.4783</w:t>
      </w:r>
      <w:r>
        <w:tab/>
        <w:t>1.013e0</w:t>
      </w:r>
    </w:p>
    <w:p w14:paraId="15858F3A" w14:textId="77777777" w:rsidR="00810015" w:rsidRDefault="00810015" w:rsidP="00810015">
      <w:r>
        <w:t>158.4820</w:t>
      </w:r>
      <w:r>
        <w:tab/>
        <w:t>1.013e0</w:t>
      </w:r>
    </w:p>
    <w:p w14:paraId="3FD46961" w14:textId="77777777" w:rsidR="00810015" w:rsidRDefault="00810015" w:rsidP="00810015">
      <w:r>
        <w:t>158.4956</w:t>
      </w:r>
      <w:r>
        <w:tab/>
        <w:t>1.013e0</w:t>
      </w:r>
    </w:p>
    <w:p w14:paraId="52DB88C0" w14:textId="77777777" w:rsidR="00810015" w:rsidRDefault="00810015" w:rsidP="00810015">
      <w:r>
        <w:t>158.5592</w:t>
      </w:r>
      <w:r>
        <w:tab/>
        <w:t>1.013e0</w:t>
      </w:r>
    </w:p>
    <w:p w14:paraId="4B1A17C6" w14:textId="77777777" w:rsidR="00810015" w:rsidRDefault="00810015" w:rsidP="00810015">
      <w:r>
        <w:t>158.5655</w:t>
      </w:r>
      <w:r>
        <w:tab/>
        <w:t>1.013e0</w:t>
      </w:r>
    </w:p>
    <w:p w14:paraId="430EE198" w14:textId="77777777" w:rsidR="00810015" w:rsidRDefault="00810015" w:rsidP="00810015">
      <w:r>
        <w:t>158.5826</w:t>
      </w:r>
      <w:r>
        <w:tab/>
        <w:t>1.013e0</w:t>
      </w:r>
    </w:p>
    <w:p w14:paraId="2CF155D1" w14:textId="77777777" w:rsidR="00810015" w:rsidRDefault="00810015" w:rsidP="00810015">
      <w:r>
        <w:t>158.5931</w:t>
      </w:r>
      <w:r>
        <w:tab/>
        <w:t>3.038e0</w:t>
      </w:r>
    </w:p>
    <w:p w14:paraId="41760559" w14:textId="77777777" w:rsidR="00810015" w:rsidRDefault="00810015" w:rsidP="00810015">
      <w:r>
        <w:t>158.6309</w:t>
      </w:r>
      <w:r>
        <w:tab/>
        <w:t>2.025e0</w:t>
      </w:r>
    </w:p>
    <w:p w14:paraId="67B7F9AD" w14:textId="77777777" w:rsidR="00810015" w:rsidRDefault="00810015" w:rsidP="00810015">
      <w:r>
        <w:t>158.6331</w:t>
      </w:r>
      <w:r>
        <w:tab/>
        <w:t>1.013e0</w:t>
      </w:r>
    </w:p>
    <w:p w14:paraId="17F25397" w14:textId="77777777" w:rsidR="00810015" w:rsidRDefault="00810015" w:rsidP="00810015">
      <w:r>
        <w:t>158.6476</w:t>
      </w:r>
      <w:r>
        <w:tab/>
        <w:t>2.025e0</w:t>
      </w:r>
    </w:p>
    <w:p w14:paraId="467D975B" w14:textId="77777777" w:rsidR="00810015" w:rsidRDefault="00810015" w:rsidP="00810015">
      <w:r>
        <w:t>158.6497</w:t>
      </w:r>
      <w:r>
        <w:tab/>
        <w:t>1.013e0</w:t>
      </w:r>
    </w:p>
    <w:p w14:paraId="5B244D2E" w14:textId="77777777" w:rsidR="00810015" w:rsidRDefault="00810015" w:rsidP="00810015">
      <w:r>
        <w:t>158.6826</w:t>
      </w:r>
      <w:r>
        <w:tab/>
        <w:t>1.013e0</w:t>
      </w:r>
    </w:p>
    <w:p w14:paraId="1AB1D6B9" w14:textId="77777777" w:rsidR="00810015" w:rsidRDefault="00810015" w:rsidP="00810015">
      <w:r>
        <w:lastRenderedPageBreak/>
        <w:t>158.7225</w:t>
      </w:r>
      <w:r>
        <w:tab/>
        <w:t>1.013e0</w:t>
      </w:r>
    </w:p>
    <w:p w14:paraId="33873819" w14:textId="77777777" w:rsidR="00810015" w:rsidRDefault="00810015" w:rsidP="00810015">
      <w:r>
        <w:t>158.7327</w:t>
      </w:r>
      <w:r>
        <w:tab/>
        <w:t>1.013e0</w:t>
      </w:r>
    </w:p>
    <w:p w14:paraId="657FD618" w14:textId="77777777" w:rsidR="00810015" w:rsidRDefault="00810015" w:rsidP="00810015">
      <w:r>
        <w:t>158.7446</w:t>
      </w:r>
      <w:r>
        <w:tab/>
        <w:t>2.025e0</w:t>
      </w:r>
    </w:p>
    <w:p w14:paraId="74454DB4" w14:textId="77777777" w:rsidR="00810015" w:rsidRDefault="00810015" w:rsidP="00810015">
      <w:r>
        <w:t>158.7463</w:t>
      </w:r>
      <w:r>
        <w:tab/>
        <w:t>1.013e0</w:t>
      </w:r>
    </w:p>
    <w:p w14:paraId="21C2DD51" w14:textId="77777777" w:rsidR="00810015" w:rsidRDefault="00810015" w:rsidP="00810015">
      <w:r>
        <w:t>158.7638</w:t>
      </w:r>
      <w:r>
        <w:tab/>
        <w:t>1.013e0</w:t>
      </w:r>
    </w:p>
    <w:p w14:paraId="4BB127B2" w14:textId="77777777" w:rsidR="00810015" w:rsidRDefault="00810015" w:rsidP="00810015">
      <w:r>
        <w:t>158.7727</w:t>
      </w:r>
      <w:r>
        <w:tab/>
        <w:t>1.013e0</w:t>
      </w:r>
    </w:p>
    <w:p w14:paraId="664CA523" w14:textId="77777777" w:rsidR="00810015" w:rsidRDefault="00810015" w:rsidP="00810015">
      <w:r>
        <w:t>158.7964</w:t>
      </w:r>
      <w:r>
        <w:tab/>
        <w:t>2.025e0</w:t>
      </w:r>
    </w:p>
    <w:p w14:paraId="256828E0" w14:textId="77777777" w:rsidR="00810015" w:rsidRDefault="00810015" w:rsidP="00810015">
      <w:r>
        <w:t>158.7998</w:t>
      </w:r>
      <w:r>
        <w:tab/>
        <w:t>1.013e0</w:t>
      </w:r>
    </w:p>
    <w:p w14:paraId="27F4E834" w14:textId="77777777" w:rsidR="00810015" w:rsidRDefault="00810015" w:rsidP="00810015">
      <w:r>
        <w:t>158.8032</w:t>
      </w:r>
      <w:r>
        <w:tab/>
        <w:t>1.013e0</w:t>
      </w:r>
    </w:p>
    <w:p w14:paraId="797CC9A9" w14:textId="77777777" w:rsidR="00810015" w:rsidRDefault="00810015" w:rsidP="00810015">
      <w:r>
        <w:t>158.8237</w:t>
      </w:r>
      <w:r>
        <w:tab/>
        <w:t>2.025e0</w:t>
      </w:r>
    </w:p>
    <w:p w14:paraId="43515021" w14:textId="77777777" w:rsidR="00810015" w:rsidRDefault="00810015" w:rsidP="00810015">
      <w:r>
        <w:t>158.8533</w:t>
      </w:r>
      <w:r>
        <w:tab/>
        <w:t>1.013e0</w:t>
      </w:r>
    </w:p>
    <w:p w14:paraId="217BE605" w14:textId="77777777" w:rsidR="00810015" w:rsidRDefault="00810015" w:rsidP="00810015">
      <w:r>
        <w:t>158.8881</w:t>
      </w:r>
      <w:r>
        <w:tab/>
        <w:t>2.025e0</w:t>
      </w:r>
    </w:p>
    <w:p w14:paraId="2934141A" w14:textId="77777777" w:rsidR="00810015" w:rsidRDefault="00810015" w:rsidP="00810015">
      <w:r>
        <w:t>158.9273</w:t>
      </w:r>
      <w:r>
        <w:tab/>
        <w:t>2.025e0</w:t>
      </w:r>
    </w:p>
    <w:p w14:paraId="4DF3EB75" w14:textId="77777777" w:rsidR="00810015" w:rsidRDefault="00810015" w:rsidP="00810015">
      <w:r>
        <w:t>158.9341</w:t>
      </w:r>
      <w:r>
        <w:tab/>
        <w:t>1.013e0</w:t>
      </w:r>
    </w:p>
    <w:p w14:paraId="219CC252" w14:textId="77777777" w:rsidR="00810015" w:rsidRDefault="00810015" w:rsidP="00810015">
      <w:r>
        <w:t>158.9502</w:t>
      </w:r>
      <w:r>
        <w:tab/>
        <w:t>1.013e0</w:t>
      </w:r>
    </w:p>
    <w:p w14:paraId="15D77CF6" w14:textId="77777777" w:rsidR="00810015" w:rsidRDefault="00810015" w:rsidP="00810015">
      <w:r>
        <w:t>158.9534</w:t>
      </w:r>
      <w:r>
        <w:tab/>
        <w:t>1.013e0</w:t>
      </w:r>
    </w:p>
    <w:p w14:paraId="06E1B38D" w14:textId="77777777" w:rsidR="00810015" w:rsidRDefault="00810015" w:rsidP="00810015">
      <w:r>
        <w:t>158.9978</w:t>
      </w:r>
      <w:r>
        <w:tab/>
        <w:t>1.013e0</w:t>
      </w:r>
    </w:p>
    <w:p w14:paraId="1BB1D4F5" w14:textId="77777777" w:rsidR="00810015" w:rsidRDefault="00810015" w:rsidP="00810015">
      <w:r>
        <w:t>159.0010</w:t>
      </w:r>
      <w:r>
        <w:tab/>
        <w:t>1.013e0</w:t>
      </w:r>
    </w:p>
    <w:p w14:paraId="10437F57" w14:textId="77777777" w:rsidR="00810015" w:rsidRDefault="00810015" w:rsidP="00810015">
      <w:r>
        <w:t>159.0514</w:t>
      </w:r>
      <w:r>
        <w:tab/>
        <w:t>1.013e0</w:t>
      </w:r>
    </w:p>
    <w:p w14:paraId="0878F943" w14:textId="77777777" w:rsidR="00810015" w:rsidRDefault="00810015" w:rsidP="00810015">
      <w:r>
        <w:lastRenderedPageBreak/>
        <w:t>159.0570</w:t>
      </w:r>
      <w:r>
        <w:tab/>
        <w:t>3.691e0</w:t>
      </w:r>
    </w:p>
    <w:p w14:paraId="23FF2BD9" w14:textId="77777777" w:rsidR="00810015" w:rsidRDefault="00810015" w:rsidP="00810015">
      <w:r>
        <w:t>159.0702</w:t>
      </w:r>
      <w:r>
        <w:tab/>
        <w:t>5.800e0</w:t>
      </w:r>
    </w:p>
    <w:p w14:paraId="0F41F9A1" w14:textId="77777777" w:rsidR="00810015" w:rsidRDefault="00810015" w:rsidP="00810015">
      <w:r>
        <w:t>159.0759</w:t>
      </w:r>
      <w:r>
        <w:tab/>
        <w:t>1.918e0</w:t>
      </w:r>
    </w:p>
    <w:p w14:paraId="71124823" w14:textId="77777777" w:rsidR="00810015" w:rsidRDefault="00810015" w:rsidP="00810015">
      <w:r>
        <w:t>159.0999</w:t>
      </w:r>
      <w:r>
        <w:tab/>
        <w:t>2.706e0</w:t>
      </w:r>
    </w:p>
    <w:p w14:paraId="65665ED3" w14:textId="77777777" w:rsidR="00810015" w:rsidRDefault="00810015" w:rsidP="00810015">
      <w:r>
        <w:t>159.1086</w:t>
      </w:r>
      <w:r>
        <w:tab/>
        <w:t>3.499e0</w:t>
      </w:r>
    </w:p>
    <w:p w14:paraId="2350A516" w14:textId="77777777" w:rsidR="00810015" w:rsidRDefault="00810015" w:rsidP="00810015">
      <w:r>
        <w:t>159.1119</w:t>
      </w:r>
      <w:r>
        <w:tab/>
        <w:t>1.007e1</w:t>
      </w:r>
    </w:p>
    <w:p w14:paraId="67DA0E10" w14:textId="77777777" w:rsidR="00810015" w:rsidRDefault="00810015" w:rsidP="00810015">
      <w:r>
        <w:t>159.1146</w:t>
      </w:r>
      <w:r>
        <w:tab/>
        <w:t>1.186e1</w:t>
      </w:r>
    </w:p>
    <w:p w14:paraId="335A6A2F" w14:textId="77777777" w:rsidR="00810015" w:rsidRDefault="00810015" w:rsidP="00810015">
      <w:r>
        <w:t>159.1414</w:t>
      </w:r>
      <w:r>
        <w:tab/>
        <w:t>1.013e0</w:t>
      </w:r>
    </w:p>
    <w:p w14:paraId="2EA855E8" w14:textId="77777777" w:rsidR="00810015" w:rsidRDefault="00810015" w:rsidP="00810015">
      <w:r>
        <w:t>159.1550</w:t>
      </w:r>
      <w:r>
        <w:tab/>
        <w:t>3.038e0</w:t>
      </w:r>
    </w:p>
    <w:p w14:paraId="0AF46E0A" w14:textId="77777777" w:rsidR="00810015" w:rsidRDefault="00810015" w:rsidP="00810015">
      <w:r>
        <w:t>159.1567</w:t>
      </w:r>
      <w:r>
        <w:tab/>
        <w:t>2.025e0</w:t>
      </w:r>
    </w:p>
    <w:p w14:paraId="5E2E376B" w14:textId="77777777" w:rsidR="00810015" w:rsidRDefault="00810015" w:rsidP="00810015">
      <w:r>
        <w:t>159.1727</w:t>
      </w:r>
      <w:r>
        <w:tab/>
        <w:t>1.013e0</w:t>
      </w:r>
    </w:p>
    <w:p w14:paraId="2E10F025" w14:textId="77777777" w:rsidR="00810015" w:rsidRDefault="00810015" w:rsidP="00810015">
      <w:r>
        <w:t>159.1965</w:t>
      </w:r>
      <w:r>
        <w:tab/>
        <w:t>2.025e0</w:t>
      </w:r>
    </w:p>
    <w:p w14:paraId="5AD980F9" w14:textId="77777777" w:rsidR="00810015" w:rsidRDefault="00810015" w:rsidP="00810015">
      <w:r>
        <w:t>159.2154</w:t>
      </w:r>
      <w:r>
        <w:tab/>
        <w:t>1.013e0</w:t>
      </w:r>
    </w:p>
    <w:p w14:paraId="6535BFE0" w14:textId="77777777" w:rsidR="00810015" w:rsidRDefault="00810015" w:rsidP="00810015">
      <w:r>
        <w:t>159.2296</w:t>
      </w:r>
      <w:r>
        <w:tab/>
        <w:t>1.013e0</w:t>
      </w:r>
    </w:p>
    <w:p w14:paraId="5A0ED209" w14:textId="77777777" w:rsidR="00810015" w:rsidRDefault="00810015" w:rsidP="00810015">
      <w:r>
        <w:t>159.2486</w:t>
      </w:r>
      <w:r>
        <w:tab/>
        <w:t>1.013e0</w:t>
      </w:r>
    </w:p>
    <w:p w14:paraId="059C7F10" w14:textId="77777777" w:rsidR="00810015" w:rsidRDefault="00810015" w:rsidP="00810015">
      <w:r>
        <w:t>159.2757</w:t>
      </w:r>
      <w:r>
        <w:tab/>
        <w:t>1.013e0</w:t>
      </w:r>
    </w:p>
    <w:p w14:paraId="5FC3297B" w14:textId="77777777" w:rsidR="00810015" w:rsidRDefault="00810015" w:rsidP="00810015">
      <w:r>
        <w:t>159.2809</w:t>
      </w:r>
      <w:r>
        <w:tab/>
        <w:t>2.025e0</w:t>
      </w:r>
    </w:p>
    <w:p w14:paraId="5D1B3504" w14:textId="77777777" w:rsidR="00810015" w:rsidRDefault="00810015" w:rsidP="00810015">
      <w:r>
        <w:t>159.3057</w:t>
      </w:r>
      <w:r>
        <w:tab/>
        <w:t>1.013e0</w:t>
      </w:r>
    </w:p>
    <w:p w14:paraId="77CDB26A" w14:textId="77777777" w:rsidR="00810015" w:rsidRDefault="00810015" w:rsidP="00810015">
      <w:r>
        <w:t>159.3145</w:t>
      </w:r>
      <w:r>
        <w:tab/>
        <w:t>2.025e0</w:t>
      </w:r>
    </w:p>
    <w:p w14:paraId="29429627" w14:textId="77777777" w:rsidR="00810015" w:rsidRDefault="00810015" w:rsidP="00810015">
      <w:r>
        <w:lastRenderedPageBreak/>
        <w:t>159.3361</w:t>
      </w:r>
      <w:r>
        <w:tab/>
        <w:t>1.013e0</w:t>
      </w:r>
    </w:p>
    <w:p w14:paraId="7A872391" w14:textId="77777777" w:rsidR="00810015" w:rsidRDefault="00810015" w:rsidP="00810015">
      <w:r>
        <w:t>159.3464</w:t>
      </w:r>
      <w:r>
        <w:tab/>
        <w:t>1.013e0</w:t>
      </w:r>
    </w:p>
    <w:p w14:paraId="2D6C63DE" w14:textId="77777777" w:rsidR="00810015" w:rsidRDefault="00810015" w:rsidP="00810015">
      <w:r>
        <w:t>159.3571</w:t>
      </w:r>
      <w:r>
        <w:tab/>
        <w:t>1.013e0</w:t>
      </w:r>
    </w:p>
    <w:p w14:paraId="32400E98" w14:textId="77777777" w:rsidR="00810015" w:rsidRDefault="00810015" w:rsidP="00810015">
      <w:r>
        <w:t>159.3760</w:t>
      </w:r>
      <w:r>
        <w:tab/>
        <w:t>2.025e0</w:t>
      </w:r>
    </w:p>
    <w:p w14:paraId="5E7CB9FA" w14:textId="77777777" w:rsidR="00810015" w:rsidRDefault="00810015" w:rsidP="00810015">
      <w:r>
        <w:t>159.3778</w:t>
      </w:r>
      <w:r>
        <w:tab/>
        <w:t>2.025e0</w:t>
      </w:r>
    </w:p>
    <w:p w14:paraId="71F7A713" w14:textId="77777777" w:rsidR="00810015" w:rsidRDefault="00810015" w:rsidP="00810015">
      <w:r>
        <w:t>159.3795</w:t>
      </w:r>
      <w:r>
        <w:tab/>
        <w:t>1.013e0</w:t>
      </w:r>
    </w:p>
    <w:p w14:paraId="44D17C63" w14:textId="77777777" w:rsidR="00810015" w:rsidRDefault="00810015" w:rsidP="00810015">
      <w:r>
        <w:t>159.3999</w:t>
      </w:r>
      <w:r>
        <w:tab/>
        <w:t>1.013e0</w:t>
      </w:r>
    </w:p>
    <w:p w14:paraId="339DBECD" w14:textId="77777777" w:rsidR="00810015" w:rsidRDefault="00810015" w:rsidP="00810015">
      <w:r>
        <w:t>159.4068</w:t>
      </w:r>
      <w:r>
        <w:tab/>
        <w:t>1.013e0</w:t>
      </w:r>
    </w:p>
    <w:p w14:paraId="45AD9A56" w14:textId="77777777" w:rsidR="00810015" w:rsidRDefault="00810015" w:rsidP="00810015">
      <w:r>
        <w:t>159.4330</w:t>
      </w:r>
      <w:r>
        <w:tab/>
        <w:t>1.013e0</w:t>
      </w:r>
    </w:p>
    <w:p w14:paraId="3006A33E" w14:textId="77777777" w:rsidR="00810015" w:rsidRDefault="00810015" w:rsidP="00810015">
      <w:r>
        <w:t>159.4346</w:t>
      </w:r>
      <w:r>
        <w:tab/>
        <w:t>2.025e0</w:t>
      </w:r>
    </w:p>
    <w:p w14:paraId="09B15EBD" w14:textId="77777777" w:rsidR="00810015" w:rsidRDefault="00810015" w:rsidP="00810015">
      <w:r>
        <w:t>159.4569</w:t>
      </w:r>
      <w:r>
        <w:tab/>
        <w:t>1.013e0</w:t>
      </w:r>
    </w:p>
    <w:p w14:paraId="748C2AA2" w14:textId="77777777" w:rsidR="00810015" w:rsidRDefault="00810015" w:rsidP="00810015">
      <w:r>
        <w:t>159.4774</w:t>
      </w:r>
      <w:r>
        <w:tab/>
        <w:t>1.013e0</w:t>
      </w:r>
    </w:p>
    <w:p w14:paraId="404C8EF9" w14:textId="77777777" w:rsidR="00810015" w:rsidRDefault="00810015" w:rsidP="00810015">
      <w:r>
        <w:t>159.4901</w:t>
      </w:r>
      <w:r>
        <w:tab/>
        <w:t>2.025e0</w:t>
      </w:r>
    </w:p>
    <w:p w14:paraId="5415C5B1" w14:textId="77777777" w:rsidR="00810015" w:rsidRDefault="00810015" w:rsidP="00810015">
      <w:r>
        <w:t>159.5003</w:t>
      </w:r>
      <w:r>
        <w:tab/>
        <w:t>1.013e0</w:t>
      </w:r>
    </w:p>
    <w:p w14:paraId="624DEBF8" w14:textId="77777777" w:rsidR="00810015" w:rsidRDefault="00810015" w:rsidP="00810015">
      <w:r>
        <w:t>159.5139</w:t>
      </w:r>
      <w:r>
        <w:tab/>
        <w:t>2.025e0</w:t>
      </w:r>
    </w:p>
    <w:p w14:paraId="62626CAC" w14:textId="77777777" w:rsidR="00810015" w:rsidRDefault="00810015" w:rsidP="00810015">
      <w:r>
        <w:t>159.5207</w:t>
      </w:r>
      <w:r>
        <w:tab/>
        <w:t>1.013e0</w:t>
      </w:r>
    </w:p>
    <w:p w14:paraId="74EFEBAE" w14:textId="77777777" w:rsidR="00810015" w:rsidRDefault="00810015" w:rsidP="00810015">
      <w:r>
        <w:t>159.5410</w:t>
      </w:r>
      <w:r>
        <w:tab/>
        <w:t>1.013e0</w:t>
      </w:r>
    </w:p>
    <w:p w14:paraId="33317350" w14:textId="77777777" w:rsidR="00810015" w:rsidRDefault="00810015" w:rsidP="00810015">
      <w:r>
        <w:t>159.5442</w:t>
      </w:r>
      <w:r>
        <w:tab/>
        <w:t>1.013e0</w:t>
      </w:r>
    </w:p>
    <w:p w14:paraId="0B219CB5" w14:textId="77777777" w:rsidR="00810015" w:rsidRDefault="00810015" w:rsidP="00810015">
      <w:r>
        <w:t>159.5479</w:t>
      </w:r>
      <w:r>
        <w:tab/>
        <w:t>1.013e0</w:t>
      </w:r>
    </w:p>
    <w:p w14:paraId="23857AA9" w14:textId="77777777" w:rsidR="00810015" w:rsidRDefault="00810015" w:rsidP="00810015">
      <w:r>
        <w:lastRenderedPageBreak/>
        <w:t>159.5607</w:t>
      </w:r>
      <w:r>
        <w:tab/>
        <w:t>2.025e0</w:t>
      </w:r>
    </w:p>
    <w:p w14:paraId="52BF73FE" w14:textId="77777777" w:rsidR="00810015" w:rsidRDefault="00810015" w:rsidP="00810015">
      <w:r>
        <w:t>159.5624</w:t>
      </w:r>
      <w:r>
        <w:tab/>
        <w:t>2.025e0</w:t>
      </w:r>
    </w:p>
    <w:p w14:paraId="15D1C5DF" w14:textId="77777777" w:rsidR="00810015" w:rsidRDefault="00810015" w:rsidP="00810015">
      <w:r>
        <w:t>159.5733</w:t>
      </w:r>
      <w:r>
        <w:tab/>
        <w:t>3.038e0</w:t>
      </w:r>
    </w:p>
    <w:p w14:paraId="2BA0B363" w14:textId="77777777" w:rsidR="00810015" w:rsidRDefault="00810015" w:rsidP="00810015">
      <w:r>
        <w:t>159.5744</w:t>
      </w:r>
      <w:r>
        <w:tab/>
        <w:t>1.013e0</w:t>
      </w:r>
    </w:p>
    <w:p w14:paraId="4F0E995B" w14:textId="77777777" w:rsidR="00810015" w:rsidRDefault="00810015" w:rsidP="00810015">
      <w:r>
        <w:t>159.5812</w:t>
      </w:r>
      <w:r>
        <w:tab/>
        <w:t>2.025e0</w:t>
      </w:r>
    </w:p>
    <w:p w14:paraId="7E1E2154" w14:textId="77777777" w:rsidR="00810015" w:rsidRDefault="00810015" w:rsidP="00810015">
      <w:r>
        <w:t>159.5948</w:t>
      </w:r>
      <w:r>
        <w:tab/>
        <w:t>3.038e0</w:t>
      </w:r>
    </w:p>
    <w:p w14:paraId="64F19B95" w14:textId="77777777" w:rsidR="00810015" w:rsidRDefault="00810015" w:rsidP="00810015">
      <w:r>
        <w:t>159.6047</w:t>
      </w:r>
      <w:r>
        <w:tab/>
        <w:t>2.025e0</w:t>
      </w:r>
    </w:p>
    <w:p w14:paraId="23EA9DF0" w14:textId="77777777" w:rsidR="00810015" w:rsidRDefault="00810015" w:rsidP="00810015">
      <w:r>
        <w:t>159.6182</w:t>
      </w:r>
      <w:r>
        <w:tab/>
        <w:t>1.013e0</w:t>
      </w:r>
    </w:p>
    <w:p w14:paraId="7AB9CEDC" w14:textId="77777777" w:rsidR="00810015" w:rsidRDefault="00810015" w:rsidP="00810015">
      <w:r>
        <w:t>159.6211</w:t>
      </w:r>
      <w:r>
        <w:tab/>
        <w:t>1.013e0</w:t>
      </w:r>
    </w:p>
    <w:p w14:paraId="4541C37C" w14:textId="77777777" w:rsidR="00810015" w:rsidRDefault="00810015" w:rsidP="00810015">
      <w:r>
        <w:t>159.6314</w:t>
      </w:r>
      <w:r>
        <w:tab/>
        <w:t>1.013e0</w:t>
      </w:r>
    </w:p>
    <w:p w14:paraId="06F545BD" w14:textId="77777777" w:rsidR="00810015" w:rsidRDefault="00810015" w:rsidP="00810015">
      <w:r>
        <w:t>159.6570</w:t>
      </w:r>
      <w:r>
        <w:tab/>
        <w:t>2.025e0</w:t>
      </w:r>
    </w:p>
    <w:p w14:paraId="0A812766" w14:textId="77777777" w:rsidR="00810015" w:rsidRDefault="00810015" w:rsidP="00810015">
      <w:r>
        <w:t>159.6593</w:t>
      </w:r>
      <w:r>
        <w:tab/>
        <w:t>1.013e0</w:t>
      </w:r>
    </w:p>
    <w:p w14:paraId="17D12F53" w14:textId="77777777" w:rsidR="00810015" w:rsidRDefault="00810015" w:rsidP="00810015">
      <w:r>
        <w:t>159.6667</w:t>
      </w:r>
      <w:r>
        <w:tab/>
        <w:t>2.025e0</w:t>
      </w:r>
    </w:p>
    <w:p w14:paraId="4F1150A1" w14:textId="77777777" w:rsidR="00810015" w:rsidRDefault="00810015" w:rsidP="00810015">
      <w:r>
        <w:t>159.6986</w:t>
      </w:r>
      <w:r>
        <w:tab/>
        <w:t>1.013e0</w:t>
      </w:r>
    </w:p>
    <w:p w14:paraId="664F0348" w14:textId="77777777" w:rsidR="00810015" w:rsidRDefault="00810015" w:rsidP="00810015">
      <w:r>
        <w:t>159.7158</w:t>
      </w:r>
      <w:r>
        <w:tab/>
        <w:t>1.013e0</w:t>
      </w:r>
    </w:p>
    <w:p w14:paraId="003DD659" w14:textId="77777777" w:rsidR="00810015" w:rsidRDefault="00810015" w:rsidP="00810015">
      <w:r>
        <w:t>159.7442</w:t>
      </w:r>
      <w:r>
        <w:tab/>
        <w:t>2.025e0</w:t>
      </w:r>
    </w:p>
    <w:p w14:paraId="5F54CB1A" w14:textId="77777777" w:rsidR="00810015" w:rsidRDefault="00810015" w:rsidP="00810015">
      <w:r>
        <w:t>159.7454</w:t>
      </w:r>
      <w:r>
        <w:tab/>
        <w:t>1.013e0</w:t>
      </w:r>
    </w:p>
    <w:p w14:paraId="53009C2E" w14:textId="77777777" w:rsidR="00810015" w:rsidRDefault="00810015" w:rsidP="00810015">
      <w:r>
        <w:t>159.7625</w:t>
      </w:r>
      <w:r>
        <w:tab/>
        <w:t>1.013e0</w:t>
      </w:r>
    </w:p>
    <w:p w14:paraId="597482FA" w14:textId="77777777" w:rsidR="00810015" w:rsidRDefault="00810015" w:rsidP="00810015">
      <w:r>
        <w:t>159.7659</w:t>
      </w:r>
      <w:r>
        <w:tab/>
        <w:t>1.013e0</w:t>
      </w:r>
    </w:p>
    <w:p w14:paraId="65D18ABB" w14:textId="77777777" w:rsidR="00810015" w:rsidRDefault="00810015" w:rsidP="00810015">
      <w:r>
        <w:lastRenderedPageBreak/>
        <w:t>159.7797</w:t>
      </w:r>
      <w:r>
        <w:tab/>
        <w:t>1.013e0</w:t>
      </w:r>
    </w:p>
    <w:p w14:paraId="32C426F0" w14:textId="77777777" w:rsidR="00810015" w:rsidRDefault="00810015" w:rsidP="00810015">
      <w:r>
        <w:t>159.8059</w:t>
      </w:r>
      <w:r>
        <w:tab/>
        <w:t>1.013e0</w:t>
      </w:r>
    </w:p>
    <w:p w14:paraId="2A169A75" w14:textId="77777777" w:rsidR="00810015" w:rsidRDefault="00810015" w:rsidP="00810015">
      <w:r>
        <w:t>159.8127</w:t>
      </w:r>
      <w:r>
        <w:tab/>
        <w:t>1.013e0</w:t>
      </w:r>
    </w:p>
    <w:p w14:paraId="4030491B" w14:textId="77777777" w:rsidR="00810015" w:rsidRDefault="00810015" w:rsidP="00810015">
      <w:r>
        <w:t>159.8629</w:t>
      </w:r>
      <w:r>
        <w:tab/>
        <w:t>1.013e0</w:t>
      </w:r>
    </w:p>
    <w:p w14:paraId="1771590B" w14:textId="77777777" w:rsidR="00810015" w:rsidRDefault="00810015" w:rsidP="00810015">
      <w:r>
        <w:t>159.8666</w:t>
      </w:r>
      <w:r>
        <w:tab/>
        <w:t>2.025e0</w:t>
      </w:r>
    </w:p>
    <w:p w14:paraId="7271B25E" w14:textId="77777777" w:rsidR="00810015" w:rsidRDefault="00810015" w:rsidP="00810015">
      <w:r>
        <w:t>159.8840</w:t>
      </w:r>
      <w:r>
        <w:tab/>
        <w:t>1.013e0</w:t>
      </w:r>
    </w:p>
    <w:p w14:paraId="0ED4A2E8" w14:textId="77777777" w:rsidR="00810015" w:rsidRDefault="00810015" w:rsidP="00810015">
      <w:r>
        <w:t>159.9103</w:t>
      </w:r>
      <w:r>
        <w:tab/>
        <w:t>1.013e0</w:t>
      </w:r>
    </w:p>
    <w:p w14:paraId="0E7A6158" w14:textId="77777777" w:rsidR="00810015" w:rsidRDefault="00810015" w:rsidP="00810015">
      <w:r>
        <w:t>159.9271</w:t>
      </w:r>
      <w:r>
        <w:tab/>
        <w:t>2.025e0</w:t>
      </w:r>
    </w:p>
    <w:p w14:paraId="07F53641" w14:textId="77777777" w:rsidR="00810015" w:rsidRDefault="00810015" w:rsidP="00810015">
      <w:r>
        <w:t>159.9616</w:t>
      </w:r>
      <w:r>
        <w:tab/>
        <w:t>3.038e0</w:t>
      </w:r>
    </w:p>
    <w:p w14:paraId="652F0173" w14:textId="77777777" w:rsidR="00810015" w:rsidRDefault="00810015" w:rsidP="00810015">
      <w:r>
        <w:t>159.9805</w:t>
      </w:r>
      <w:r>
        <w:tab/>
        <w:t>1.013e0</w:t>
      </w:r>
    </w:p>
    <w:p w14:paraId="57578E90" w14:textId="77777777" w:rsidR="00810015" w:rsidRDefault="00810015" w:rsidP="00810015">
      <w:r>
        <w:t>159.9873</w:t>
      </w:r>
      <w:r>
        <w:tab/>
        <w:t>1.013e0</w:t>
      </w:r>
    </w:p>
    <w:p w14:paraId="550518D5" w14:textId="77777777" w:rsidR="00810015" w:rsidRDefault="00810015" w:rsidP="00810015">
      <w:r>
        <w:t>160.0112</w:t>
      </w:r>
      <w:r>
        <w:tab/>
        <w:t>1.013e0</w:t>
      </w:r>
    </w:p>
    <w:p w14:paraId="3F967A25" w14:textId="77777777" w:rsidR="00810015" w:rsidRDefault="00810015" w:rsidP="00810015">
      <w:r>
        <w:t>160.0146</w:t>
      </w:r>
      <w:r>
        <w:tab/>
        <w:t>1.013e0</w:t>
      </w:r>
    </w:p>
    <w:p w14:paraId="0AD8C452" w14:textId="77777777" w:rsidR="00810015" w:rsidRDefault="00810015" w:rsidP="00810015">
      <w:r>
        <w:t>160.0221</w:t>
      </w:r>
      <w:r>
        <w:tab/>
        <w:t>1.013e0</w:t>
      </w:r>
    </w:p>
    <w:p w14:paraId="38F04053" w14:textId="77777777" w:rsidR="00810015" w:rsidRDefault="00810015" w:rsidP="00810015">
      <w:r>
        <w:t>160.0247</w:t>
      </w:r>
      <w:r>
        <w:tab/>
        <w:t>5.063e0</w:t>
      </w:r>
    </w:p>
    <w:p w14:paraId="73E09561" w14:textId="77777777" w:rsidR="00810015" w:rsidRDefault="00810015" w:rsidP="00810015">
      <w:r>
        <w:t>160.0347</w:t>
      </w:r>
      <w:r>
        <w:tab/>
        <w:t>2.025e0</w:t>
      </w:r>
    </w:p>
    <w:p w14:paraId="09CF934B" w14:textId="77777777" w:rsidR="00810015" w:rsidRDefault="00810015" w:rsidP="00810015">
      <w:r>
        <w:t>160.0363</w:t>
      </w:r>
      <w:r>
        <w:tab/>
        <w:t>3.703e0</w:t>
      </w:r>
    </w:p>
    <w:p w14:paraId="7B524AD5" w14:textId="77777777" w:rsidR="00810015" w:rsidRDefault="00810015" w:rsidP="00810015">
      <w:r>
        <w:t>160.0531</w:t>
      </w:r>
      <w:r>
        <w:tab/>
        <w:t>9.062e0</w:t>
      </w:r>
    </w:p>
    <w:p w14:paraId="1F0DBC20" w14:textId="77777777" w:rsidR="00810015" w:rsidRDefault="00810015" w:rsidP="00810015">
      <w:r>
        <w:t>160.0604</w:t>
      </w:r>
      <w:r>
        <w:tab/>
        <w:t>1.056e1</w:t>
      </w:r>
    </w:p>
    <w:p w14:paraId="6CF6DD15" w14:textId="77777777" w:rsidR="00810015" w:rsidRDefault="00810015" w:rsidP="00810015">
      <w:r>
        <w:lastRenderedPageBreak/>
        <w:t>160.0629</w:t>
      </w:r>
      <w:r>
        <w:tab/>
        <w:t>4.051e0</w:t>
      </w:r>
    </w:p>
    <w:p w14:paraId="558C5714" w14:textId="77777777" w:rsidR="00810015" w:rsidRDefault="00810015" w:rsidP="00810015">
      <w:r>
        <w:t>160.0683</w:t>
      </w:r>
      <w:r>
        <w:tab/>
        <w:t>2.025e0</w:t>
      </w:r>
    </w:p>
    <w:p w14:paraId="03F57C33" w14:textId="77777777" w:rsidR="00810015" w:rsidRDefault="00810015" w:rsidP="00810015">
      <w:r>
        <w:t>160.0941</w:t>
      </w:r>
      <w:r>
        <w:tab/>
        <w:t>1.368e1</w:t>
      </w:r>
    </w:p>
    <w:p w14:paraId="7BAA7383" w14:textId="77777777" w:rsidR="00810015" w:rsidRDefault="00810015" w:rsidP="00810015">
      <w:r>
        <w:t>160.0981</w:t>
      </w:r>
      <w:r>
        <w:tab/>
        <w:t>1.435e1</w:t>
      </w:r>
    </w:p>
    <w:p w14:paraId="551E5144" w14:textId="77777777" w:rsidR="00810015" w:rsidRDefault="00810015" w:rsidP="00810015">
      <w:r>
        <w:t>160.0995</w:t>
      </w:r>
      <w:r>
        <w:tab/>
        <w:t>2.000e1</w:t>
      </w:r>
    </w:p>
    <w:p w14:paraId="07206E1B" w14:textId="77777777" w:rsidR="00810015" w:rsidRDefault="00810015" w:rsidP="00810015">
      <w:r>
        <w:t>160.1162</w:t>
      </w:r>
      <w:r>
        <w:tab/>
        <w:t>2.771e0</w:t>
      </w:r>
    </w:p>
    <w:p w14:paraId="022CB178" w14:textId="77777777" w:rsidR="00810015" w:rsidRDefault="00810015" w:rsidP="00810015">
      <w:r>
        <w:t>160.1339</w:t>
      </w:r>
      <w:r>
        <w:tab/>
        <w:t>1.519e0</w:t>
      </w:r>
    </w:p>
    <w:p w14:paraId="07A0E9CA" w14:textId="77777777" w:rsidR="00810015" w:rsidRDefault="00810015" w:rsidP="00810015">
      <w:r>
        <w:t>160.1408</w:t>
      </w:r>
      <w:r>
        <w:tab/>
        <w:t>2.025e0</w:t>
      </w:r>
    </w:p>
    <w:p w14:paraId="4335AFC5" w14:textId="77777777" w:rsidR="00810015" w:rsidRDefault="00810015" w:rsidP="00810015">
      <w:r>
        <w:t>160.1430</w:t>
      </w:r>
      <w:r>
        <w:tab/>
        <w:t>1.013e0</w:t>
      </w:r>
    </w:p>
    <w:p w14:paraId="7DA4EAAD" w14:textId="77777777" w:rsidR="00810015" w:rsidRDefault="00810015" w:rsidP="00810015">
      <w:r>
        <w:t>160.1623</w:t>
      </w:r>
      <w:r>
        <w:tab/>
        <w:t>1.013e0</w:t>
      </w:r>
    </w:p>
    <w:p w14:paraId="3ACBE2C3" w14:textId="77777777" w:rsidR="00810015" w:rsidRDefault="00810015" w:rsidP="00810015">
      <w:r>
        <w:t>160.1687</w:t>
      </w:r>
      <w:r>
        <w:tab/>
        <w:t>1.013e0</w:t>
      </w:r>
    </w:p>
    <w:p w14:paraId="3AC72CAE" w14:textId="77777777" w:rsidR="00810015" w:rsidRDefault="00810015" w:rsidP="00810015">
      <w:r>
        <w:t>160.1762</w:t>
      </w:r>
      <w:r>
        <w:tab/>
        <w:t>1.013e0</w:t>
      </w:r>
    </w:p>
    <w:p w14:paraId="0609E0E3" w14:textId="77777777" w:rsidR="00810015" w:rsidRDefault="00810015" w:rsidP="00810015">
      <w:r>
        <w:t>160.1790</w:t>
      </w:r>
      <w:r>
        <w:tab/>
        <w:t>1.013e0</w:t>
      </w:r>
    </w:p>
    <w:p w14:paraId="4405177E" w14:textId="77777777" w:rsidR="00810015" w:rsidRDefault="00810015" w:rsidP="00810015">
      <w:r>
        <w:t>160.1859</w:t>
      </w:r>
      <w:r>
        <w:tab/>
        <w:t>1.013e0</w:t>
      </w:r>
    </w:p>
    <w:p w14:paraId="12630B00" w14:textId="77777777" w:rsidR="00810015" w:rsidRDefault="00810015" w:rsidP="00810015">
      <w:r>
        <w:t>160.1933</w:t>
      </w:r>
      <w:r>
        <w:tab/>
        <w:t>1.013e0</w:t>
      </w:r>
    </w:p>
    <w:p w14:paraId="7CA9CAC0" w14:textId="77777777" w:rsidR="00810015" w:rsidRDefault="00810015" w:rsidP="00810015">
      <w:r>
        <w:t>160.1978</w:t>
      </w:r>
      <w:r>
        <w:tab/>
        <w:t>2.025e0</w:t>
      </w:r>
    </w:p>
    <w:p w14:paraId="18D41A18" w14:textId="77777777" w:rsidR="00810015" w:rsidRDefault="00810015" w:rsidP="00810015">
      <w:r>
        <w:t>160.2030</w:t>
      </w:r>
      <w:r>
        <w:tab/>
        <w:t>1.013e0</w:t>
      </w:r>
    </w:p>
    <w:p w14:paraId="1BF9C564" w14:textId="77777777" w:rsidR="00810015" w:rsidRDefault="00810015" w:rsidP="00810015">
      <w:r>
        <w:t>160.2047</w:t>
      </w:r>
      <w:r>
        <w:tab/>
        <w:t>2.025e0</w:t>
      </w:r>
    </w:p>
    <w:p w14:paraId="5816496B" w14:textId="77777777" w:rsidR="00810015" w:rsidRDefault="00810015" w:rsidP="00810015">
      <w:r>
        <w:t>160.2065</w:t>
      </w:r>
      <w:r>
        <w:tab/>
        <w:t>3.038e0</w:t>
      </w:r>
    </w:p>
    <w:p w14:paraId="6A0B81A2" w14:textId="77777777" w:rsidR="00810015" w:rsidRDefault="00810015" w:rsidP="00810015">
      <w:r>
        <w:lastRenderedPageBreak/>
        <w:t>160.2261</w:t>
      </w:r>
      <w:r>
        <w:tab/>
        <w:t>1.013e0</w:t>
      </w:r>
    </w:p>
    <w:p w14:paraId="5679160B" w14:textId="77777777" w:rsidR="00810015" w:rsidRDefault="00810015" w:rsidP="00810015">
      <w:r>
        <w:t>160.2332</w:t>
      </w:r>
      <w:r>
        <w:tab/>
        <w:t>1.013e0</w:t>
      </w:r>
    </w:p>
    <w:p w14:paraId="7E4F76F0" w14:textId="77777777" w:rsidR="00810015" w:rsidRDefault="00810015" w:rsidP="00810015">
      <w:r>
        <w:t>160.2430</w:t>
      </w:r>
      <w:r>
        <w:tab/>
        <w:t>3.038e0</w:t>
      </w:r>
    </w:p>
    <w:p w14:paraId="4992D850" w14:textId="77777777" w:rsidR="00810015" w:rsidRDefault="00810015" w:rsidP="00810015">
      <w:r>
        <w:t>160.2566</w:t>
      </w:r>
      <w:r>
        <w:tab/>
        <w:t>3.038e0</w:t>
      </w:r>
    </w:p>
    <w:p w14:paraId="21814A1C" w14:textId="77777777" w:rsidR="00810015" w:rsidRDefault="00810015" w:rsidP="00810015">
      <w:r>
        <w:t>160.2581</w:t>
      </w:r>
      <w:r>
        <w:tab/>
        <w:t>3.038e0</w:t>
      </w:r>
    </w:p>
    <w:p w14:paraId="7804CDDD" w14:textId="77777777" w:rsidR="00810015" w:rsidRDefault="00810015" w:rsidP="00810015">
      <w:r>
        <w:t>160.2601</w:t>
      </w:r>
      <w:r>
        <w:tab/>
        <w:t>1.013e0</w:t>
      </w:r>
    </w:p>
    <w:p w14:paraId="6B5A923D" w14:textId="77777777" w:rsidR="00810015" w:rsidRDefault="00810015" w:rsidP="00810015">
      <w:r>
        <w:t>160.2772</w:t>
      </w:r>
      <w:r>
        <w:tab/>
        <w:t>1.013e0</w:t>
      </w:r>
    </w:p>
    <w:p w14:paraId="0CA93137" w14:textId="77777777" w:rsidR="00810015" w:rsidRDefault="00810015" w:rsidP="00810015">
      <w:r>
        <w:t>160.2868</w:t>
      </w:r>
      <w:r>
        <w:tab/>
        <w:t>1.013e0</w:t>
      </w:r>
    </w:p>
    <w:p w14:paraId="51D1B29E" w14:textId="77777777" w:rsidR="00810015" w:rsidRDefault="00810015" w:rsidP="00810015">
      <w:r>
        <w:t>160.2899</w:t>
      </w:r>
      <w:r>
        <w:tab/>
        <w:t>1.013e0</w:t>
      </w:r>
    </w:p>
    <w:p w14:paraId="74BE349B" w14:textId="77777777" w:rsidR="00810015" w:rsidRDefault="00810015" w:rsidP="00810015">
      <w:r>
        <w:t>160.3001</w:t>
      </w:r>
      <w:r>
        <w:tab/>
        <w:t>1.013e0</w:t>
      </w:r>
    </w:p>
    <w:p w14:paraId="3FF51D03" w14:textId="77777777" w:rsidR="00810015" w:rsidRDefault="00810015" w:rsidP="00810015">
      <w:r>
        <w:t>160.3138</w:t>
      </w:r>
      <w:r>
        <w:tab/>
        <w:t>1.013e0</w:t>
      </w:r>
    </w:p>
    <w:p w14:paraId="3966DBED" w14:textId="77777777" w:rsidR="00810015" w:rsidRDefault="00810015" w:rsidP="00810015">
      <w:r>
        <w:t>160.3206</w:t>
      </w:r>
      <w:r>
        <w:tab/>
        <w:t>2.025e0</w:t>
      </w:r>
    </w:p>
    <w:p w14:paraId="3A0FD2CA" w14:textId="77777777" w:rsidR="00810015" w:rsidRDefault="00810015" w:rsidP="00810015">
      <w:r>
        <w:t>160.3561</w:t>
      </w:r>
      <w:r>
        <w:tab/>
        <w:t>2.025e0</w:t>
      </w:r>
    </w:p>
    <w:p w14:paraId="0C1651FF" w14:textId="77777777" w:rsidR="00810015" w:rsidRDefault="00810015" w:rsidP="00810015">
      <w:r>
        <w:t>160.3571</w:t>
      </w:r>
      <w:r>
        <w:tab/>
        <w:t>2.025e0</w:t>
      </w:r>
    </w:p>
    <w:p w14:paraId="4F546978" w14:textId="77777777" w:rsidR="00810015" w:rsidRDefault="00810015" w:rsidP="00810015">
      <w:r>
        <w:t>160.3709</w:t>
      </w:r>
      <w:r>
        <w:tab/>
        <w:t>1.013e0</w:t>
      </w:r>
    </w:p>
    <w:p w14:paraId="745F0585" w14:textId="77777777" w:rsidR="00810015" w:rsidRDefault="00810015" w:rsidP="00810015">
      <w:r>
        <w:t>160.3880</w:t>
      </w:r>
      <w:r>
        <w:tab/>
        <w:t>1.013e0</w:t>
      </w:r>
    </w:p>
    <w:p w14:paraId="7C63B2DA" w14:textId="77777777" w:rsidR="00810015" w:rsidRDefault="00810015" w:rsidP="00810015">
      <w:r>
        <w:t>160.3989</w:t>
      </w:r>
      <w:r>
        <w:tab/>
        <w:t>1.013e0</w:t>
      </w:r>
    </w:p>
    <w:p w14:paraId="17D158FF" w14:textId="77777777" w:rsidR="00810015" w:rsidRDefault="00810015" w:rsidP="00810015">
      <w:r>
        <w:t>160.4211</w:t>
      </w:r>
      <w:r>
        <w:tab/>
        <w:t>2.025e0</w:t>
      </w:r>
    </w:p>
    <w:p w14:paraId="554FF598" w14:textId="77777777" w:rsidR="00810015" w:rsidRDefault="00810015" w:rsidP="00810015">
      <w:r>
        <w:t>160.4246</w:t>
      </w:r>
      <w:r>
        <w:tab/>
        <w:t>1.013e0</w:t>
      </w:r>
    </w:p>
    <w:p w14:paraId="778DA294" w14:textId="77777777" w:rsidR="00810015" w:rsidRDefault="00810015" w:rsidP="00810015">
      <w:r>
        <w:lastRenderedPageBreak/>
        <w:t>160.4383</w:t>
      </w:r>
      <w:r>
        <w:tab/>
        <w:t>1.013e0</w:t>
      </w:r>
    </w:p>
    <w:p w14:paraId="0FA30A38" w14:textId="77777777" w:rsidR="00810015" w:rsidRDefault="00810015" w:rsidP="00810015">
      <w:r>
        <w:t>160.4554</w:t>
      </w:r>
      <w:r>
        <w:tab/>
        <w:t>1.013e0</w:t>
      </w:r>
    </w:p>
    <w:p w14:paraId="7CCBC2F5" w14:textId="77777777" w:rsidR="00810015" w:rsidRDefault="00810015" w:rsidP="00810015">
      <w:r>
        <w:t>160.4629</w:t>
      </w:r>
      <w:r>
        <w:tab/>
        <w:t>1.013e0</w:t>
      </w:r>
    </w:p>
    <w:p w14:paraId="30032F2F" w14:textId="77777777" w:rsidR="00810015" w:rsidRDefault="00810015" w:rsidP="00810015">
      <w:r>
        <w:t>160.4689</w:t>
      </w:r>
      <w:r>
        <w:tab/>
        <w:t>1.013e0</w:t>
      </w:r>
    </w:p>
    <w:p w14:paraId="0535F36C" w14:textId="77777777" w:rsidR="00810015" w:rsidRDefault="00810015" w:rsidP="00810015">
      <w:r>
        <w:t>160.4753</w:t>
      </w:r>
      <w:r>
        <w:tab/>
        <w:t>1.013e0</w:t>
      </w:r>
    </w:p>
    <w:p w14:paraId="01C82571" w14:textId="77777777" w:rsidR="00810015" w:rsidRDefault="00810015" w:rsidP="00810015">
      <w:r>
        <w:t>160.4886</w:t>
      </w:r>
      <w:r>
        <w:tab/>
        <w:t>1.013e0</w:t>
      </w:r>
    </w:p>
    <w:p w14:paraId="76512428" w14:textId="77777777" w:rsidR="00810015" w:rsidRDefault="00810015" w:rsidP="00810015">
      <w:r>
        <w:t>160.4994</w:t>
      </w:r>
      <w:r>
        <w:tab/>
        <w:t>1.013e0</w:t>
      </w:r>
    </w:p>
    <w:p w14:paraId="21E51702" w14:textId="77777777" w:rsidR="00810015" w:rsidRDefault="00810015" w:rsidP="00810015">
      <w:r>
        <w:t>160.5228</w:t>
      </w:r>
      <w:r>
        <w:tab/>
        <w:t>1.013e0</w:t>
      </w:r>
    </w:p>
    <w:p w14:paraId="6CB077AC" w14:textId="77777777" w:rsidR="00810015" w:rsidRDefault="00810015" w:rsidP="00810015">
      <w:r>
        <w:t>160.5424</w:t>
      </w:r>
      <w:r>
        <w:tab/>
        <w:t>1.013e0</w:t>
      </w:r>
    </w:p>
    <w:p w14:paraId="48EBFA6B" w14:textId="77777777" w:rsidR="00810015" w:rsidRDefault="00810015" w:rsidP="00810015">
      <w:r>
        <w:t>160.5526</w:t>
      </w:r>
      <w:r>
        <w:tab/>
        <w:t>1.013e0</w:t>
      </w:r>
    </w:p>
    <w:p w14:paraId="1FF2BB4E" w14:textId="77777777" w:rsidR="00810015" w:rsidRDefault="00810015" w:rsidP="00810015">
      <w:r>
        <w:t>160.5731</w:t>
      </w:r>
      <w:r>
        <w:tab/>
        <w:t>1.013e0</w:t>
      </w:r>
    </w:p>
    <w:p w14:paraId="3E087069" w14:textId="77777777" w:rsidR="00810015" w:rsidRDefault="00810015" w:rsidP="00810015">
      <w:r>
        <w:t>160.5903</w:t>
      </w:r>
      <w:r>
        <w:tab/>
        <w:t>2.025e0</w:t>
      </w:r>
    </w:p>
    <w:p w14:paraId="64CD3426" w14:textId="77777777" w:rsidR="00810015" w:rsidRDefault="00810015" w:rsidP="00810015">
      <w:r>
        <w:t>160.5999</w:t>
      </w:r>
      <w:r>
        <w:tab/>
        <w:t>2.025e0</w:t>
      </w:r>
    </w:p>
    <w:p w14:paraId="2F568500" w14:textId="77777777" w:rsidR="00810015" w:rsidRDefault="00810015" w:rsidP="00810015">
      <w:r>
        <w:t>160.6183</w:t>
      </w:r>
      <w:r>
        <w:tab/>
        <w:t>2.025e0</w:t>
      </w:r>
    </w:p>
    <w:p w14:paraId="253919C2" w14:textId="77777777" w:rsidR="00810015" w:rsidRDefault="00810015" w:rsidP="00810015">
      <w:r>
        <w:t>160.6308</w:t>
      </w:r>
      <w:r>
        <w:tab/>
        <w:t>2.025e0</w:t>
      </w:r>
    </w:p>
    <w:p w14:paraId="1A9DE944" w14:textId="77777777" w:rsidR="00810015" w:rsidRDefault="00810015" w:rsidP="00810015">
      <w:r>
        <w:t>160.6405</w:t>
      </w:r>
      <w:r>
        <w:tab/>
        <w:t>1.013e0</w:t>
      </w:r>
    </w:p>
    <w:p w14:paraId="370A9B9D" w14:textId="77777777" w:rsidR="00810015" w:rsidRDefault="00810015" w:rsidP="00810015">
      <w:r>
        <w:t>160.6703</w:t>
      </w:r>
      <w:r>
        <w:tab/>
        <w:t>2.025e0</w:t>
      </w:r>
    </w:p>
    <w:p w14:paraId="2D009B92" w14:textId="77777777" w:rsidR="00810015" w:rsidRDefault="00810015" w:rsidP="00810015">
      <w:r>
        <w:t>160.7114</w:t>
      </w:r>
      <w:r>
        <w:tab/>
        <w:t>1.013e0</w:t>
      </w:r>
    </w:p>
    <w:p w14:paraId="0B5CF919" w14:textId="77777777" w:rsidR="00810015" w:rsidRDefault="00810015" w:rsidP="00810015">
      <w:r>
        <w:t>160.7149</w:t>
      </w:r>
      <w:r>
        <w:tab/>
        <w:t>1.013e0</w:t>
      </w:r>
    </w:p>
    <w:p w14:paraId="08CCEB62" w14:textId="77777777" w:rsidR="00810015" w:rsidRDefault="00810015" w:rsidP="00810015">
      <w:r>
        <w:lastRenderedPageBreak/>
        <w:t>160.7189</w:t>
      </w:r>
      <w:r>
        <w:tab/>
        <w:t>1.013e0</w:t>
      </w:r>
    </w:p>
    <w:p w14:paraId="386EC407" w14:textId="77777777" w:rsidR="00810015" w:rsidRDefault="00810015" w:rsidP="00810015">
      <w:r>
        <w:t>160.7343</w:t>
      </w:r>
      <w:r>
        <w:tab/>
        <w:t>2.025e0</w:t>
      </w:r>
    </w:p>
    <w:p w14:paraId="0C630794" w14:textId="77777777" w:rsidR="00810015" w:rsidRDefault="00810015" w:rsidP="00810015">
      <w:r>
        <w:t>160.7394</w:t>
      </w:r>
      <w:r>
        <w:tab/>
        <w:t>2.025e0</w:t>
      </w:r>
    </w:p>
    <w:p w14:paraId="4E2673BC" w14:textId="77777777" w:rsidR="00810015" w:rsidRDefault="00810015" w:rsidP="00810015">
      <w:r>
        <w:t>160.7514</w:t>
      </w:r>
      <w:r>
        <w:tab/>
        <w:t>1.013e0</w:t>
      </w:r>
    </w:p>
    <w:p w14:paraId="3432CB44" w14:textId="77777777" w:rsidR="00810015" w:rsidRDefault="00810015" w:rsidP="00810015">
      <w:r>
        <w:t>160.7583</w:t>
      </w:r>
      <w:r>
        <w:tab/>
        <w:t>2.025e0</w:t>
      </w:r>
    </w:p>
    <w:p w14:paraId="1BACAC9F" w14:textId="77777777" w:rsidR="00810015" w:rsidRDefault="00810015" w:rsidP="00810015">
      <w:r>
        <w:t>160.7755</w:t>
      </w:r>
      <w:r>
        <w:tab/>
        <w:t>2.025e0</w:t>
      </w:r>
    </w:p>
    <w:p w14:paraId="4A671D16" w14:textId="77777777" w:rsidR="00810015" w:rsidRDefault="00810015" w:rsidP="00810015">
      <w:r>
        <w:t>160.7823</w:t>
      </w:r>
      <w:r>
        <w:tab/>
        <w:t>2.025e0</w:t>
      </w:r>
    </w:p>
    <w:p w14:paraId="70D3C036" w14:textId="77777777" w:rsidR="00810015" w:rsidRDefault="00810015" w:rsidP="00810015">
      <w:r>
        <w:t>160.7855</w:t>
      </w:r>
      <w:r>
        <w:tab/>
        <w:t>1.013e0</w:t>
      </w:r>
    </w:p>
    <w:p w14:paraId="0681D50D" w14:textId="77777777" w:rsidR="00810015" w:rsidRDefault="00810015" w:rsidP="00810015">
      <w:r>
        <w:t>160.7893</w:t>
      </w:r>
      <w:r>
        <w:tab/>
        <w:t>1.013e0</w:t>
      </w:r>
    </w:p>
    <w:p w14:paraId="3DD709E5" w14:textId="77777777" w:rsidR="00810015" w:rsidRDefault="00810015" w:rsidP="00810015">
      <w:r>
        <w:t>160.7981</w:t>
      </w:r>
      <w:r>
        <w:tab/>
        <w:t>2.025e0</w:t>
      </w:r>
    </w:p>
    <w:p w14:paraId="7DA37C8A" w14:textId="77777777" w:rsidR="00810015" w:rsidRDefault="00810015" w:rsidP="00810015">
      <w:r>
        <w:t>160.8086</w:t>
      </w:r>
      <w:r>
        <w:tab/>
        <w:t>1.013e0</w:t>
      </w:r>
    </w:p>
    <w:p w14:paraId="03EDBEFC" w14:textId="77777777" w:rsidR="00810015" w:rsidRDefault="00810015" w:rsidP="00810015">
      <w:r>
        <w:t>160.8191</w:t>
      </w:r>
      <w:r>
        <w:tab/>
        <w:t>3.038e0</w:t>
      </w:r>
    </w:p>
    <w:p w14:paraId="52C47EF8" w14:textId="77777777" w:rsidR="00810015" w:rsidRDefault="00810015" w:rsidP="00810015">
      <w:r>
        <w:t>160.8232</w:t>
      </w:r>
      <w:r>
        <w:tab/>
        <w:t>3.038e0</w:t>
      </w:r>
    </w:p>
    <w:p w14:paraId="5747DD7D" w14:textId="77777777" w:rsidR="00810015" w:rsidRDefault="00810015" w:rsidP="00810015">
      <w:r>
        <w:t>160.8291</w:t>
      </w:r>
      <w:r>
        <w:tab/>
        <w:t>3.038e0</w:t>
      </w:r>
    </w:p>
    <w:p w14:paraId="7B08E5BD" w14:textId="77777777" w:rsidR="00810015" w:rsidRDefault="00810015" w:rsidP="00810015">
      <w:r>
        <w:t>160.8429</w:t>
      </w:r>
      <w:r>
        <w:tab/>
        <w:t>1.013e0</w:t>
      </w:r>
    </w:p>
    <w:p w14:paraId="1F6281FE" w14:textId="77777777" w:rsidR="00810015" w:rsidRDefault="00810015" w:rsidP="00810015">
      <w:r>
        <w:t>160.8564</w:t>
      </w:r>
      <w:r>
        <w:tab/>
        <w:t>4.051e0</w:t>
      </w:r>
    </w:p>
    <w:p w14:paraId="2121AA58" w14:textId="77777777" w:rsidR="00810015" w:rsidRDefault="00810015" w:rsidP="00810015">
      <w:r>
        <w:t>160.8670</w:t>
      </w:r>
      <w:r>
        <w:tab/>
        <w:t>3.038e0</w:t>
      </w:r>
    </w:p>
    <w:p w14:paraId="2390A6DF" w14:textId="77777777" w:rsidR="00810015" w:rsidRDefault="00810015" w:rsidP="00810015">
      <w:r>
        <w:t>160.8726</w:t>
      </w:r>
      <w:r>
        <w:tab/>
        <w:t>2.025e0</w:t>
      </w:r>
    </w:p>
    <w:p w14:paraId="7F5E75A0" w14:textId="77777777" w:rsidR="00810015" w:rsidRDefault="00810015" w:rsidP="00810015">
      <w:r>
        <w:t>160.8749</w:t>
      </w:r>
      <w:r>
        <w:tab/>
        <w:t>4.192e0</w:t>
      </w:r>
    </w:p>
    <w:p w14:paraId="65D3794D" w14:textId="77777777" w:rsidR="00810015" w:rsidRDefault="00810015" w:rsidP="00810015">
      <w:r>
        <w:lastRenderedPageBreak/>
        <w:t>160.8864</w:t>
      </w:r>
      <w:r>
        <w:tab/>
        <w:t>2.025e0</w:t>
      </w:r>
    </w:p>
    <w:p w14:paraId="7CE17AAD" w14:textId="77777777" w:rsidR="00810015" w:rsidRDefault="00810015" w:rsidP="00810015">
      <w:r>
        <w:t>160.8898</w:t>
      </w:r>
      <w:r>
        <w:tab/>
        <w:t>1.013e0</w:t>
      </w:r>
    </w:p>
    <w:p w14:paraId="712C3AC7" w14:textId="77777777" w:rsidR="00810015" w:rsidRDefault="00810015" w:rsidP="00810015">
      <w:r>
        <w:t>160.8938</w:t>
      </w:r>
      <w:r>
        <w:tab/>
        <w:t>2.025e0</w:t>
      </w:r>
    </w:p>
    <w:p w14:paraId="48D7CEEA" w14:textId="77777777" w:rsidR="00810015" w:rsidRDefault="00810015" w:rsidP="00810015">
      <w:r>
        <w:t>160.8966</w:t>
      </w:r>
      <w:r>
        <w:tab/>
        <w:t>3.038e0</w:t>
      </w:r>
    </w:p>
    <w:p w14:paraId="1A29D322" w14:textId="77777777" w:rsidR="00810015" w:rsidRDefault="00810015" w:rsidP="00810015">
      <w:r>
        <w:t>160.9000</w:t>
      </w:r>
      <w:r>
        <w:tab/>
        <w:t>2.025e0</w:t>
      </w:r>
    </w:p>
    <w:p w14:paraId="519576F3" w14:textId="77777777" w:rsidR="00810015" w:rsidRDefault="00810015" w:rsidP="00810015">
      <w:r>
        <w:t>160.9142</w:t>
      </w:r>
      <w:r>
        <w:tab/>
        <w:t>2.025e0</w:t>
      </w:r>
    </w:p>
    <w:p w14:paraId="6E011992" w14:textId="77777777" w:rsidR="00810015" w:rsidRDefault="00810015" w:rsidP="00810015">
      <w:r>
        <w:t>160.9200</w:t>
      </w:r>
      <w:r>
        <w:tab/>
        <w:t>2.025e0</w:t>
      </w:r>
    </w:p>
    <w:p w14:paraId="3B3EF950" w14:textId="77777777" w:rsidR="00810015" w:rsidRDefault="00810015" w:rsidP="00810015">
      <w:r>
        <w:t>160.9407</w:t>
      </w:r>
      <w:r>
        <w:tab/>
        <w:t>2.025e0</w:t>
      </w:r>
    </w:p>
    <w:p w14:paraId="79EF54E4" w14:textId="77777777" w:rsidR="00810015" w:rsidRDefault="00810015" w:rsidP="00810015">
      <w:r>
        <w:t>160.9424</w:t>
      </w:r>
      <w:r>
        <w:tab/>
        <w:t>3.038e0</w:t>
      </w:r>
    </w:p>
    <w:p w14:paraId="6D989F11" w14:textId="77777777" w:rsidR="00810015" w:rsidRDefault="00810015" w:rsidP="00810015">
      <w:r>
        <w:t>160.9441</w:t>
      </w:r>
      <w:r>
        <w:tab/>
        <w:t>4.051e0</w:t>
      </w:r>
    </w:p>
    <w:p w14:paraId="131B5347" w14:textId="77777777" w:rsidR="00810015" w:rsidRDefault="00810015" w:rsidP="00810015">
      <w:r>
        <w:t>160.9618</w:t>
      </w:r>
      <w:r>
        <w:tab/>
        <w:t>5.063e0</w:t>
      </w:r>
    </w:p>
    <w:p w14:paraId="1A568743" w14:textId="77777777" w:rsidR="00810015" w:rsidRDefault="00810015" w:rsidP="00810015">
      <w:r>
        <w:t>160.9670</w:t>
      </w:r>
      <w:r>
        <w:tab/>
        <w:t>5.063e0</w:t>
      </w:r>
    </w:p>
    <w:p w14:paraId="048FDF39" w14:textId="77777777" w:rsidR="00810015" w:rsidRDefault="00810015" w:rsidP="00810015">
      <w:r>
        <w:t>160.9745</w:t>
      </w:r>
      <w:r>
        <w:tab/>
        <w:t>2.025e0</w:t>
      </w:r>
    </w:p>
    <w:p w14:paraId="1E7344EE" w14:textId="77777777" w:rsidR="00810015" w:rsidRDefault="00810015" w:rsidP="00810015">
      <w:r>
        <w:t>160.9808</w:t>
      </w:r>
      <w:r>
        <w:tab/>
        <w:t>4.051e0</w:t>
      </w:r>
    </w:p>
    <w:p w14:paraId="47283348" w14:textId="77777777" w:rsidR="00810015" w:rsidRDefault="00810015" w:rsidP="00810015">
      <w:r>
        <w:t>160.9857</w:t>
      </w:r>
      <w:r>
        <w:tab/>
        <w:t>2.025e0</w:t>
      </w:r>
    </w:p>
    <w:p w14:paraId="6C441C4F" w14:textId="77777777" w:rsidR="00810015" w:rsidRDefault="00810015" w:rsidP="00810015">
      <w:r>
        <w:t>160.9905</w:t>
      </w:r>
      <w:r>
        <w:tab/>
        <w:t>1.013e0</w:t>
      </w:r>
    </w:p>
    <w:p w14:paraId="0BFEE3A9" w14:textId="77777777" w:rsidR="00810015" w:rsidRDefault="00810015" w:rsidP="00810015">
      <w:r>
        <w:t>160.9990</w:t>
      </w:r>
      <w:r>
        <w:tab/>
        <w:t>2.025e0</w:t>
      </w:r>
    </w:p>
    <w:p w14:paraId="4C707FAB" w14:textId="77777777" w:rsidR="00810015" w:rsidRDefault="00810015" w:rsidP="00810015">
      <w:r>
        <w:t>161.0047</w:t>
      </w:r>
      <w:r>
        <w:tab/>
        <w:t>2.025e0</w:t>
      </w:r>
    </w:p>
    <w:p w14:paraId="12DEA295" w14:textId="77777777" w:rsidR="00810015" w:rsidRDefault="00810015" w:rsidP="00810015">
      <w:r>
        <w:t>161.0110</w:t>
      </w:r>
      <w:r>
        <w:tab/>
        <w:t>6.076e0</w:t>
      </w:r>
    </w:p>
    <w:p w14:paraId="020FF158" w14:textId="77777777" w:rsidR="00810015" w:rsidRDefault="00810015" w:rsidP="00810015">
      <w:r>
        <w:lastRenderedPageBreak/>
        <w:t>161.0162</w:t>
      </w:r>
      <w:r>
        <w:tab/>
        <w:t>2.025e0</w:t>
      </w:r>
    </w:p>
    <w:p w14:paraId="38AA6DD3" w14:textId="77777777" w:rsidR="00810015" w:rsidRDefault="00810015" w:rsidP="00810015">
      <w:r>
        <w:t>161.0266</w:t>
      </w:r>
      <w:r>
        <w:tab/>
        <w:t>3.007e0</w:t>
      </w:r>
    </w:p>
    <w:p w14:paraId="7D43FB9C" w14:textId="77777777" w:rsidR="00810015" w:rsidRDefault="00810015" w:rsidP="00810015">
      <w:r>
        <w:t>161.0299</w:t>
      </w:r>
      <w:r>
        <w:tab/>
        <w:t>2.154e0</w:t>
      </w:r>
    </w:p>
    <w:p w14:paraId="34189D36" w14:textId="77777777" w:rsidR="00810015" w:rsidRDefault="00810015" w:rsidP="00810015">
      <w:r>
        <w:t>161.0435</w:t>
      </w:r>
      <w:r>
        <w:tab/>
        <w:t>3.038e0</w:t>
      </w:r>
    </w:p>
    <w:p w14:paraId="2F53FF1A" w14:textId="77777777" w:rsidR="00810015" w:rsidRDefault="00810015" w:rsidP="00810015">
      <w:r>
        <w:t>161.0452</w:t>
      </w:r>
      <w:r>
        <w:tab/>
        <w:t>2.025e0</w:t>
      </w:r>
    </w:p>
    <w:p w14:paraId="446E6428" w14:textId="77777777" w:rsidR="00810015" w:rsidRDefault="00810015" w:rsidP="00810015">
      <w:r>
        <w:t>161.0547</w:t>
      </w:r>
      <w:r>
        <w:tab/>
        <w:t>3.038e0</w:t>
      </w:r>
    </w:p>
    <w:p w14:paraId="5A0538F5" w14:textId="77777777" w:rsidR="00810015" w:rsidRDefault="00810015" w:rsidP="00810015">
      <w:r>
        <w:t>161.0567</w:t>
      </w:r>
      <w:r>
        <w:tab/>
        <w:t>4.847e0</w:t>
      </w:r>
    </w:p>
    <w:p w14:paraId="1566F476" w14:textId="77777777" w:rsidR="00810015" w:rsidRDefault="00810015" w:rsidP="00810015">
      <w:r>
        <w:t>161.0641</w:t>
      </w:r>
      <w:r>
        <w:tab/>
        <w:t>4.050e0</w:t>
      </w:r>
    </w:p>
    <w:p w14:paraId="29BD0419" w14:textId="77777777" w:rsidR="00810015" w:rsidRDefault="00810015" w:rsidP="00810015">
      <w:r>
        <w:t>161.0845</w:t>
      </w:r>
      <w:r>
        <w:tab/>
        <w:t>8.701e0</w:t>
      </w:r>
    </w:p>
    <w:p w14:paraId="5352F385" w14:textId="77777777" w:rsidR="00810015" w:rsidRDefault="00810015" w:rsidP="00810015">
      <w:r>
        <w:t>161.0856</w:t>
      </w:r>
      <w:r>
        <w:tab/>
        <w:t>1.100e1</w:t>
      </w:r>
    </w:p>
    <w:p w14:paraId="30551740" w14:textId="77777777" w:rsidR="00810015" w:rsidRDefault="00810015" w:rsidP="00810015">
      <w:r>
        <w:t>161.0935</w:t>
      </w:r>
      <w:r>
        <w:tab/>
        <w:t>4.420e0</w:t>
      </w:r>
    </w:p>
    <w:p w14:paraId="4B69B53C" w14:textId="77777777" w:rsidR="00810015" w:rsidRDefault="00810015" w:rsidP="00810015">
      <w:r>
        <w:t>161.0989</w:t>
      </w:r>
      <w:r>
        <w:tab/>
        <w:t>1.669e1</w:t>
      </w:r>
    </w:p>
    <w:p w14:paraId="315AA779" w14:textId="77777777" w:rsidR="00810015" w:rsidRDefault="00810015" w:rsidP="00810015">
      <w:r>
        <w:t>161.1057</w:t>
      </w:r>
      <w:r>
        <w:tab/>
        <w:t>3.512e0</w:t>
      </w:r>
    </w:p>
    <w:p w14:paraId="7DD79D47" w14:textId="77777777" w:rsidR="00810015" w:rsidRDefault="00810015" w:rsidP="00810015">
      <w:r>
        <w:t>161.1200</w:t>
      </w:r>
      <w:r>
        <w:tab/>
        <w:t>2.161e0</w:t>
      </w:r>
    </w:p>
    <w:p w14:paraId="53B9A234" w14:textId="77777777" w:rsidR="00810015" w:rsidRDefault="00810015" w:rsidP="00810015">
      <w:r>
        <w:t>161.1241</w:t>
      </w:r>
      <w:r>
        <w:tab/>
        <w:t>3.512e0</w:t>
      </w:r>
    </w:p>
    <w:p w14:paraId="13909702" w14:textId="77777777" w:rsidR="00810015" w:rsidRDefault="00810015" w:rsidP="00810015">
      <w:r>
        <w:t>161.1253</w:t>
      </w:r>
      <w:r>
        <w:tab/>
        <w:t>2.687e0</w:t>
      </w:r>
    </w:p>
    <w:p w14:paraId="2CFDF3B5" w14:textId="77777777" w:rsidR="00810015" w:rsidRDefault="00810015" w:rsidP="00810015">
      <w:r>
        <w:t>161.1333</w:t>
      </w:r>
      <w:r>
        <w:tab/>
        <w:t>2.762e0</w:t>
      </w:r>
    </w:p>
    <w:p w14:paraId="257B2146" w14:textId="77777777" w:rsidR="00810015" w:rsidRDefault="00810015" w:rsidP="00810015">
      <w:r>
        <w:t>161.1363</w:t>
      </w:r>
      <w:r>
        <w:tab/>
        <w:t>2.025e0</w:t>
      </w:r>
    </w:p>
    <w:p w14:paraId="7FB84EF2" w14:textId="77777777" w:rsidR="00810015" w:rsidRDefault="00810015" w:rsidP="00810015">
      <w:r>
        <w:t>161.1610</w:t>
      </w:r>
      <w:r>
        <w:tab/>
        <w:t>5.063e0</w:t>
      </w:r>
    </w:p>
    <w:p w14:paraId="5CB995EB" w14:textId="77777777" w:rsidR="00810015" w:rsidRDefault="00810015" w:rsidP="00810015">
      <w:r>
        <w:lastRenderedPageBreak/>
        <w:t>161.1640</w:t>
      </w:r>
      <w:r>
        <w:tab/>
        <w:t>1.373e1</w:t>
      </w:r>
    </w:p>
    <w:p w14:paraId="56B949E3" w14:textId="77777777" w:rsidR="00810015" w:rsidRDefault="00810015" w:rsidP="00810015">
      <w:r>
        <w:t>161.1672</w:t>
      </w:r>
      <w:r>
        <w:tab/>
        <w:t>6.076e0</w:t>
      </w:r>
    </w:p>
    <w:p w14:paraId="1D546A6D" w14:textId="77777777" w:rsidR="00810015" w:rsidRDefault="00810015" w:rsidP="00810015">
      <w:r>
        <w:t>161.1724</w:t>
      </w:r>
      <w:r>
        <w:tab/>
        <w:t>7.089e0</w:t>
      </w:r>
    </w:p>
    <w:p w14:paraId="4A838CB9" w14:textId="77777777" w:rsidR="00810015" w:rsidRDefault="00810015" w:rsidP="00810015">
      <w:r>
        <w:t>161.1781</w:t>
      </w:r>
      <w:r>
        <w:tab/>
        <w:t>2.025e0</w:t>
      </w:r>
    </w:p>
    <w:p w14:paraId="33BA66BB" w14:textId="77777777" w:rsidR="00810015" w:rsidRDefault="00810015" w:rsidP="00810015">
      <w:r>
        <w:t>161.1833</w:t>
      </w:r>
      <w:r>
        <w:tab/>
        <w:t>2.023e0</w:t>
      </w:r>
    </w:p>
    <w:p w14:paraId="1103DF64" w14:textId="77777777" w:rsidR="00810015" w:rsidRDefault="00810015" w:rsidP="00810015">
      <w:r>
        <w:t>161.1910</w:t>
      </w:r>
      <w:r>
        <w:tab/>
        <w:t>3.038e0</w:t>
      </w:r>
    </w:p>
    <w:p w14:paraId="5C9DAF6E" w14:textId="77777777" w:rsidR="00810015" w:rsidRDefault="00810015" w:rsidP="00810015">
      <w:r>
        <w:t>161.2050</w:t>
      </w:r>
      <w:r>
        <w:tab/>
        <w:t>2.025e0</w:t>
      </w:r>
    </w:p>
    <w:p w14:paraId="28600054" w14:textId="77777777" w:rsidR="00810015" w:rsidRDefault="00810015" w:rsidP="00810015">
      <w:r>
        <w:t>161.2105</w:t>
      </w:r>
      <w:r>
        <w:tab/>
        <w:t>4.051e0</w:t>
      </w:r>
    </w:p>
    <w:p w14:paraId="05F9698A" w14:textId="77777777" w:rsidR="00810015" w:rsidRDefault="00810015" w:rsidP="00810015">
      <w:r>
        <w:t>161.2153</w:t>
      </w:r>
      <w:r>
        <w:tab/>
        <w:t>2.025e0</w:t>
      </w:r>
    </w:p>
    <w:p w14:paraId="4C529080" w14:textId="77777777" w:rsidR="00810015" w:rsidRDefault="00810015" w:rsidP="00810015">
      <w:r>
        <w:t>161.2262</w:t>
      </w:r>
      <w:r>
        <w:tab/>
        <w:t>2.025e0</w:t>
      </w:r>
    </w:p>
    <w:p w14:paraId="167E4F47" w14:textId="77777777" w:rsidR="00810015" w:rsidRDefault="00810015" w:rsidP="00810015">
      <w:r>
        <w:t>161.2307</w:t>
      </w:r>
      <w:r>
        <w:tab/>
        <w:t>4.051e0</w:t>
      </w:r>
    </w:p>
    <w:p w14:paraId="06B402EE" w14:textId="77777777" w:rsidR="00810015" w:rsidRDefault="00810015" w:rsidP="00810015">
      <w:r>
        <w:t>161.2342</w:t>
      </w:r>
      <w:r>
        <w:tab/>
        <w:t>1.013e0</w:t>
      </w:r>
    </w:p>
    <w:p w14:paraId="42E1176A" w14:textId="77777777" w:rsidR="00810015" w:rsidRDefault="00810015" w:rsidP="00810015">
      <w:r>
        <w:t>161.2538</w:t>
      </w:r>
      <w:r>
        <w:tab/>
        <w:t>5.063e0</w:t>
      </w:r>
    </w:p>
    <w:p w14:paraId="504C04C4" w14:textId="77777777" w:rsidR="00810015" w:rsidRDefault="00810015" w:rsidP="00810015">
      <w:r>
        <w:t>161.2642</w:t>
      </w:r>
      <w:r>
        <w:tab/>
        <w:t>5.063e0</w:t>
      </w:r>
    </w:p>
    <w:p w14:paraId="0F5FA314" w14:textId="77777777" w:rsidR="00810015" w:rsidRDefault="00810015" w:rsidP="00810015">
      <w:r>
        <w:t>161.2671</w:t>
      </w:r>
      <w:r>
        <w:tab/>
        <w:t>5.063e0</w:t>
      </w:r>
    </w:p>
    <w:p w14:paraId="630001DE" w14:textId="77777777" w:rsidR="00810015" w:rsidRDefault="00810015" w:rsidP="00810015">
      <w:r>
        <w:t>161.2742</w:t>
      </w:r>
      <w:r>
        <w:tab/>
        <w:t>1.013e0</w:t>
      </w:r>
    </w:p>
    <w:p w14:paraId="1254860E" w14:textId="77777777" w:rsidR="00810015" w:rsidRDefault="00810015" w:rsidP="00810015">
      <w:r>
        <w:t>161.2945</w:t>
      </w:r>
      <w:r>
        <w:tab/>
        <w:t>5.063e0</w:t>
      </w:r>
    </w:p>
    <w:p w14:paraId="4FA789D9" w14:textId="77777777" w:rsidR="00810015" w:rsidRDefault="00810015" w:rsidP="00810015">
      <w:r>
        <w:t>161.2982</w:t>
      </w:r>
      <w:r>
        <w:tab/>
        <w:t>4.051e0</w:t>
      </w:r>
    </w:p>
    <w:p w14:paraId="69601D9A" w14:textId="77777777" w:rsidR="00810015" w:rsidRDefault="00810015" w:rsidP="00810015">
      <w:r>
        <w:t>161.2995</w:t>
      </w:r>
      <w:r>
        <w:tab/>
        <w:t>7.089e0</w:t>
      </w:r>
    </w:p>
    <w:p w14:paraId="275C79A2" w14:textId="77777777" w:rsidR="00810015" w:rsidRDefault="00810015" w:rsidP="00810015">
      <w:r>
        <w:lastRenderedPageBreak/>
        <w:t>161.3269</w:t>
      </w:r>
      <w:r>
        <w:tab/>
        <w:t>2.025e0</w:t>
      </w:r>
    </w:p>
    <w:p w14:paraId="21B309C7" w14:textId="77777777" w:rsidR="00810015" w:rsidRDefault="00810015" w:rsidP="00810015">
      <w:r>
        <w:t>161.3392</w:t>
      </w:r>
      <w:r>
        <w:tab/>
        <w:t>3.038e0</w:t>
      </w:r>
    </w:p>
    <w:p w14:paraId="6C8AED88" w14:textId="77777777" w:rsidR="00810015" w:rsidRDefault="00810015" w:rsidP="00810015">
      <w:r>
        <w:t>161.3426</w:t>
      </w:r>
      <w:r>
        <w:tab/>
        <w:t>6.076e0</w:t>
      </w:r>
    </w:p>
    <w:p w14:paraId="28C77D3C" w14:textId="77777777" w:rsidR="00810015" w:rsidRDefault="00810015" w:rsidP="00810015">
      <w:r>
        <w:t>161.3489</w:t>
      </w:r>
      <w:r>
        <w:tab/>
        <w:t>6.076e0</w:t>
      </w:r>
    </w:p>
    <w:p w14:paraId="081C1FF9" w14:textId="77777777" w:rsidR="00810015" w:rsidRDefault="00810015" w:rsidP="00810015">
      <w:r>
        <w:t>161.3647</w:t>
      </w:r>
      <w:r>
        <w:tab/>
        <w:t>3.038e0</w:t>
      </w:r>
    </w:p>
    <w:p w14:paraId="3A033746" w14:textId="77777777" w:rsidR="00810015" w:rsidRDefault="00810015" w:rsidP="00810015">
      <w:r>
        <w:t>161.3658</w:t>
      </w:r>
      <w:r>
        <w:tab/>
        <w:t>2.025e0</w:t>
      </w:r>
    </w:p>
    <w:p w14:paraId="286C4B87" w14:textId="77777777" w:rsidR="00810015" w:rsidRDefault="00810015" w:rsidP="00810015">
      <w:r>
        <w:t>161.3712</w:t>
      </w:r>
      <w:r>
        <w:tab/>
        <w:t>2.025e0</w:t>
      </w:r>
    </w:p>
    <w:p w14:paraId="5D9A3E60" w14:textId="77777777" w:rsidR="00810015" w:rsidRDefault="00810015" w:rsidP="00810015">
      <w:r>
        <w:t>161.3817</w:t>
      </w:r>
      <w:r>
        <w:tab/>
        <w:t>2.025e0</w:t>
      </w:r>
    </w:p>
    <w:p w14:paraId="0157DBE5" w14:textId="77777777" w:rsidR="00810015" w:rsidRDefault="00810015" w:rsidP="00810015">
      <w:r>
        <w:t>161.3887</w:t>
      </w:r>
      <w:r>
        <w:tab/>
        <w:t>1.013e0</w:t>
      </w:r>
    </w:p>
    <w:p w14:paraId="229B8CB3" w14:textId="77777777" w:rsidR="00810015" w:rsidRDefault="00810015" w:rsidP="00810015">
      <w:r>
        <w:t>161.3903</w:t>
      </w:r>
      <w:r>
        <w:tab/>
        <w:t>3.662e0</w:t>
      </w:r>
    </w:p>
    <w:p w14:paraId="447184D2" w14:textId="77777777" w:rsidR="00810015" w:rsidRDefault="00810015" w:rsidP="00810015">
      <w:r>
        <w:t>161.4020</w:t>
      </w:r>
      <w:r>
        <w:tab/>
        <w:t>7.089e0</w:t>
      </w:r>
    </w:p>
    <w:p w14:paraId="520150CE" w14:textId="77777777" w:rsidR="00810015" w:rsidRDefault="00810015" w:rsidP="00810015">
      <w:r>
        <w:t>161.4103</w:t>
      </w:r>
      <w:r>
        <w:tab/>
        <w:t>3.366e0</w:t>
      </w:r>
    </w:p>
    <w:p w14:paraId="1785CF32" w14:textId="77777777" w:rsidR="00810015" w:rsidRDefault="00810015" w:rsidP="00810015">
      <w:r>
        <w:t>161.4163</w:t>
      </w:r>
      <w:r>
        <w:tab/>
        <w:t>5.063e0</w:t>
      </w:r>
    </w:p>
    <w:p w14:paraId="036A7B46" w14:textId="77777777" w:rsidR="00810015" w:rsidRDefault="00810015" w:rsidP="00810015">
      <w:r>
        <w:t>161.4199</w:t>
      </w:r>
      <w:r>
        <w:tab/>
        <w:t>6.237e0</w:t>
      </w:r>
    </w:p>
    <w:p w14:paraId="2707D232" w14:textId="77777777" w:rsidR="00810015" w:rsidRDefault="00810015" w:rsidP="00810015">
      <w:r>
        <w:t>161.4236</w:t>
      </w:r>
      <w:r>
        <w:tab/>
        <w:t>2.025e0</w:t>
      </w:r>
    </w:p>
    <w:p w14:paraId="7217909E" w14:textId="77777777" w:rsidR="00810015" w:rsidRDefault="00810015" w:rsidP="00810015">
      <w:r>
        <w:t>161.4313</w:t>
      </w:r>
      <w:r>
        <w:tab/>
        <w:t>7.089e0</w:t>
      </w:r>
    </w:p>
    <w:p w14:paraId="0D13F00B" w14:textId="77777777" w:rsidR="00810015" w:rsidRDefault="00810015" w:rsidP="00810015">
      <w:r>
        <w:t>161.4390</w:t>
      </w:r>
      <w:r>
        <w:tab/>
        <w:t>3.038e0</w:t>
      </w:r>
    </w:p>
    <w:p w14:paraId="50EC862D" w14:textId="77777777" w:rsidR="00810015" w:rsidRDefault="00810015" w:rsidP="00810015">
      <w:r>
        <w:t>161.4424</w:t>
      </w:r>
      <w:r>
        <w:tab/>
        <w:t>5.063e0</w:t>
      </w:r>
    </w:p>
    <w:p w14:paraId="1CE43E52" w14:textId="77777777" w:rsidR="00810015" w:rsidRDefault="00810015" w:rsidP="00810015">
      <w:r>
        <w:t>161.4541</w:t>
      </w:r>
      <w:r>
        <w:tab/>
        <w:t>3.687e0</w:t>
      </w:r>
    </w:p>
    <w:p w14:paraId="7B379EAF" w14:textId="77777777" w:rsidR="00810015" w:rsidRDefault="00810015" w:rsidP="00810015">
      <w:r>
        <w:lastRenderedPageBreak/>
        <w:t>161.4646</w:t>
      </w:r>
      <w:r>
        <w:tab/>
        <w:t>3.038e0</w:t>
      </w:r>
    </w:p>
    <w:p w14:paraId="1FCFAA0B" w14:textId="77777777" w:rsidR="00810015" w:rsidRDefault="00810015" w:rsidP="00810015">
      <w:r>
        <w:t>161.4687</w:t>
      </w:r>
      <w:r>
        <w:tab/>
        <w:t>4.051e0</w:t>
      </w:r>
    </w:p>
    <w:p w14:paraId="7CBB353E" w14:textId="77777777" w:rsidR="00810015" w:rsidRDefault="00810015" w:rsidP="00810015">
      <w:r>
        <w:t>161.4872</w:t>
      </w:r>
      <w:r>
        <w:tab/>
        <w:t>3.038e0</w:t>
      </w:r>
    </w:p>
    <w:p w14:paraId="34F69624" w14:textId="77777777" w:rsidR="00810015" w:rsidRDefault="00810015" w:rsidP="00810015">
      <w:r>
        <w:t>161.5045</w:t>
      </w:r>
      <w:r>
        <w:tab/>
        <w:t>1.013e0</w:t>
      </w:r>
    </w:p>
    <w:p w14:paraId="72EABE6A" w14:textId="77777777" w:rsidR="00810015" w:rsidRDefault="00810015" w:rsidP="00810015">
      <w:r>
        <w:t>161.5119</w:t>
      </w:r>
      <w:r>
        <w:tab/>
        <w:t>3.038e0</w:t>
      </w:r>
    </w:p>
    <w:p w14:paraId="3297D275" w14:textId="77777777" w:rsidR="00810015" w:rsidRDefault="00810015" w:rsidP="00810015">
      <w:r>
        <w:t>161.5203</w:t>
      </w:r>
      <w:r>
        <w:tab/>
        <w:t>3.038e0</w:t>
      </w:r>
    </w:p>
    <w:p w14:paraId="0571A65A" w14:textId="77777777" w:rsidR="00810015" w:rsidRDefault="00810015" w:rsidP="00810015">
      <w:r>
        <w:t>161.5338</w:t>
      </w:r>
      <w:r>
        <w:tab/>
        <w:t>8.101e0</w:t>
      </w:r>
    </w:p>
    <w:p w14:paraId="740787FC" w14:textId="77777777" w:rsidR="00810015" w:rsidRDefault="00810015" w:rsidP="00810015">
      <w:r>
        <w:t>161.5472</w:t>
      </w:r>
      <w:r>
        <w:tab/>
        <w:t>4.051e0</w:t>
      </w:r>
    </w:p>
    <w:p w14:paraId="5FF8BEB7" w14:textId="77777777" w:rsidR="00810015" w:rsidRDefault="00810015" w:rsidP="00810015">
      <w:r>
        <w:t>161.5564</w:t>
      </w:r>
      <w:r>
        <w:tab/>
        <w:t>6.076e0</w:t>
      </w:r>
    </w:p>
    <w:p w14:paraId="64B9492C" w14:textId="77777777" w:rsidR="00810015" w:rsidRDefault="00810015" w:rsidP="00810015">
      <w:r>
        <w:t>161.5583</w:t>
      </w:r>
      <w:r>
        <w:tab/>
        <w:t>3.038e0</w:t>
      </w:r>
    </w:p>
    <w:p w14:paraId="3338FCE5" w14:textId="77777777" w:rsidR="00810015" w:rsidRDefault="00810015" w:rsidP="00810015">
      <w:r>
        <w:t>161.5603</w:t>
      </w:r>
      <w:r>
        <w:tab/>
        <w:t>5.063e0</w:t>
      </w:r>
    </w:p>
    <w:p w14:paraId="2C4AA3DA" w14:textId="77777777" w:rsidR="00810015" w:rsidRDefault="00810015" w:rsidP="00810015">
      <w:r>
        <w:t>161.5701</w:t>
      </w:r>
      <w:r>
        <w:tab/>
        <w:t>2.025e0</w:t>
      </w:r>
    </w:p>
    <w:p w14:paraId="467CA0AF" w14:textId="77777777" w:rsidR="00810015" w:rsidRDefault="00810015" w:rsidP="00810015">
      <w:r>
        <w:t>161.5715</w:t>
      </w:r>
      <w:r>
        <w:tab/>
        <w:t>3.916e0</w:t>
      </w:r>
    </w:p>
    <w:p w14:paraId="362D4625" w14:textId="77777777" w:rsidR="00810015" w:rsidRDefault="00810015" w:rsidP="00810015">
      <w:r>
        <w:t>161.5816</w:t>
      </w:r>
      <w:r>
        <w:tab/>
        <w:t>2.025e0</w:t>
      </w:r>
    </w:p>
    <w:p w14:paraId="01E8DADA" w14:textId="77777777" w:rsidR="00810015" w:rsidRDefault="00810015" w:rsidP="00810015">
      <w:r>
        <w:t>161.5885</w:t>
      </w:r>
      <w:r>
        <w:tab/>
        <w:t>5.063e0</w:t>
      </w:r>
    </w:p>
    <w:p w14:paraId="5D2095C4" w14:textId="77777777" w:rsidR="00810015" w:rsidRDefault="00810015" w:rsidP="00810015">
      <w:r>
        <w:t>161.6023</w:t>
      </w:r>
      <w:r>
        <w:tab/>
        <w:t>2.025e0</w:t>
      </w:r>
    </w:p>
    <w:p w14:paraId="461E5F5D" w14:textId="77777777" w:rsidR="00810015" w:rsidRDefault="00810015" w:rsidP="00810015">
      <w:r>
        <w:t>161.6120</w:t>
      </w:r>
      <w:r>
        <w:tab/>
        <w:t>1.013e0</w:t>
      </w:r>
    </w:p>
    <w:p w14:paraId="163D577E" w14:textId="77777777" w:rsidR="00810015" w:rsidRDefault="00810015" w:rsidP="00810015">
      <w:r>
        <w:t>161.6228</w:t>
      </w:r>
      <w:r>
        <w:tab/>
        <w:t>3.038e0</w:t>
      </w:r>
    </w:p>
    <w:p w14:paraId="4A52350B" w14:textId="77777777" w:rsidR="00810015" w:rsidRDefault="00810015" w:rsidP="00810015">
      <w:r>
        <w:t>161.6357</w:t>
      </w:r>
      <w:r>
        <w:tab/>
        <w:t>1.013e0</w:t>
      </w:r>
    </w:p>
    <w:p w14:paraId="4EC9D0A5" w14:textId="77777777" w:rsidR="00810015" w:rsidRDefault="00810015" w:rsidP="00810015">
      <w:r>
        <w:lastRenderedPageBreak/>
        <w:t>161.6389</w:t>
      </w:r>
      <w:r>
        <w:tab/>
        <w:t>2.025e0</w:t>
      </w:r>
    </w:p>
    <w:p w14:paraId="2F562821" w14:textId="77777777" w:rsidR="00810015" w:rsidRDefault="00810015" w:rsidP="00810015">
      <w:r>
        <w:t>161.6421</w:t>
      </w:r>
      <w:r>
        <w:tab/>
        <w:t>3.038e0</w:t>
      </w:r>
    </w:p>
    <w:p w14:paraId="174E39D4" w14:textId="77777777" w:rsidR="00810015" w:rsidRDefault="00810015" w:rsidP="00810015">
      <w:r>
        <w:t>161.6460</w:t>
      </w:r>
      <w:r>
        <w:tab/>
        <w:t>1.013e0</w:t>
      </w:r>
    </w:p>
    <w:p w14:paraId="2F0D4A91" w14:textId="77777777" w:rsidR="00810015" w:rsidRDefault="00810015" w:rsidP="00810015">
      <w:r>
        <w:t>161.6625</w:t>
      </w:r>
      <w:r>
        <w:tab/>
        <w:t>2.025e0</w:t>
      </w:r>
    </w:p>
    <w:p w14:paraId="2BF25A45" w14:textId="77777777" w:rsidR="00810015" w:rsidRDefault="00810015" w:rsidP="00810015">
      <w:r>
        <w:t>161.6676</w:t>
      </w:r>
      <w:r>
        <w:tab/>
        <w:t>2.025e0</w:t>
      </w:r>
    </w:p>
    <w:p w14:paraId="0B7DC862" w14:textId="77777777" w:rsidR="00810015" w:rsidRDefault="00810015" w:rsidP="00810015">
      <w:r>
        <w:t>161.6745</w:t>
      </w:r>
      <w:r>
        <w:tab/>
        <w:t>2.025e0</w:t>
      </w:r>
    </w:p>
    <w:p w14:paraId="737D1DBB" w14:textId="77777777" w:rsidR="00810015" w:rsidRDefault="00810015" w:rsidP="00810015">
      <w:r>
        <w:t>161.6796</w:t>
      </w:r>
      <w:r>
        <w:tab/>
        <w:t>3.038e0</w:t>
      </w:r>
    </w:p>
    <w:p w14:paraId="21EA8FBD" w14:textId="77777777" w:rsidR="00810015" w:rsidRDefault="00810015" w:rsidP="00810015">
      <w:r>
        <w:t>161.6842</w:t>
      </w:r>
      <w:r>
        <w:tab/>
        <w:t>5.213e0</w:t>
      </w:r>
    </w:p>
    <w:p w14:paraId="3E99026D" w14:textId="77777777" w:rsidR="00810015" w:rsidRDefault="00810015" w:rsidP="00810015">
      <w:r>
        <w:t>161.6969</w:t>
      </w:r>
      <w:r>
        <w:tab/>
        <w:t>6.076e0</w:t>
      </w:r>
    </w:p>
    <w:p w14:paraId="0EFEF55B" w14:textId="77777777" w:rsidR="00810015" w:rsidRDefault="00810015" w:rsidP="00810015">
      <w:r>
        <w:t>161.7021</w:t>
      </w:r>
      <w:r>
        <w:tab/>
        <w:t>3.038e0</w:t>
      </w:r>
    </w:p>
    <w:p w14:paraId="66174ACB" w14:textId="77777777" w:rsidR="00810015" w:rsidRDefault="00810015" w:rsidP="00810015">
      <w:r>
        <w:t>161.7065</w:t>
      </w:r>
      <w:r>
        <w:tab/>
        <w:t>1.013e0</w:t>
      </w:r>
    </w:p>
    <w:p w14:paraId="269D4A6E" w14:textId="77777777" w:rsidR="00810015" w:rsidRDefault="00810015" w:rsidP="00810015">
      <w:r>
        <w:t>161.7079</w:t>
      </w:r>
      <w:r>
        <w:tab/>
        <w:t>3.038e0</w:t>
      </w:r>
    </w:p>
    <w:p w14:paraId="7B3D1B06" w14:textId="77777777" w:rsidR="00810015" w:rsidRDefault="00810015" w:rsidP="00810015">
      <w:r>
        <w:t>161.7198</w:t>
      </w:r>
      <w:r>
        <w:tab/>
        <w:t>3.038e0</w:t>
      </w:r>
    </w:p>
    <w:p w14:paraId="7242B6CE" w14:textId="77777777" w:rsidR="00810015" w:rsidRDefault="00810015" w:rsidP="00810015">
      <w:r>
        <w:t>161.7362</w:t>
      </w:r>
      <w:r>
        <w:tab/>
        <w:t>7.089e0</w:t>
      </w:r>
    </w:p>
    <w:p w14:paraId="046BDFF8" w14:textId="77777777" w:rsidR="00810015" w:rsidRDefault="00810015" w:rsidP="00810015">
      <w:r>
        <w:t>161.7421</w:t>
      </w:r>
      <w:r>
        <w:tab/>
        <w:t>2.025e0</w:t>
      </w:r>
    </w:p>
    <w:p w14:paraId="397BEC8F" w14:textId="77777777" w:rsidR="00810015" w:rsidRDefault="00810015" w:rsidP="00810015">
      <w:r>
        <w:t>161.7560</w:t>
      </w:r>
      <w:r>
        <w:tab/>
        <w:t>3.670e0</w:t>
      </w:r>
    </w:p>
    <w:p w14:paraId="622EFE04" w14:textId="77777777" w:rsidR="00810015" w:rsidRDefault="00810015" w:rsidP="00810015">
      <w:r>
        <w:t>161.7574</w:t>
      </w:r>
      <w:r>
        <w:tab/>
        <w:t>1.021e1</w:t>
      </w:r>
    </w:p>
    <w:p w14:paraId="3FD3D803" w14:textId="77777777" w:rsidR="00810015" w:rsidRDefault="00810015" w:rsidP="00810015">
      <w:r>
        <w:t>161.7659</w:t>
      </w:r>
      <w:r>
        <w:tab/>
        <w:t>3.038e0</w:t>
      </w:r>
    </w:p>
    <w:p w14:paraId="3D12CEE5" w14:textId="77777777" w:rsidR="00810015" w:rsidRDefault="00810015" w:rsidP="00810015">
      <w:r>
        <w:t>161.7676</w:t>
      </w:r>
      <w:r>
        <w:tab/>
        <w:t>2.025e0</w:t>
      </w:r>
    </w:p>
    <w:p w14:paraId="1597FEEF" w14:textId="77777777" w:rsidR="00810015" w:rsidRDefault="00810015" w:rsidP="00810015">
      <w:r>
        <w:lastRenderedPageBreak/>
        <w:t>161.7768</w:t>
      </w:r>
      <w:r>
        <w:tab/>
        <w:t>1.182e1</w:t>
      </w:r>
    </w:p>
    <w:p w14:paraId="031BE534" w14:textId="77777777" w:rsidR="00810015" w:rsidRDefault="00810015" w:rsidP="00810015">
      <w:r>
        <w:t>161.7899</w:t>
      </w:r>
      <w:r>
        <w:tab/>
        <w:t>8.101e0</w:t>
      </w:r>
    </w:p>
    <w:p w14:paraId="6034AF37" w14:textId="77777777" w:rsidR="00810015" w:rsidRDefault="00810015" w:rsidP="00810015">
      <w:r>
        <w:t>161.7998</w:t>
      </w:r>
      <w:r>
        <w:tab/>
        <w:t>1.139e1</w:t>
      </w:r>
    </w:p>
    <w:p w14:paraId="6032BB14" w14:textId="77777777" w:rsidR="00810015" w:rsidRDefault="00810015" w:rsidP="00810015">
      <w:r>
        <w:t>161.8013</w:t>
      </w:r>
      <w:r>
        <w:tab/>
        <w:t>1.033e1</w:t>
      </w:r>
    </w:p>
    <w:p w14:paraId="153FE6E7" w14:textId="77777777" w:rsidR="00810015" w:rsidRDefault="00810015" w:rsidP="00810015">
      <w:r>
        <w:t>161.8033</w:t>
      </w:r>
      <w:r>
        <w:tab/>
        <w:t>7.458e0</w:t>
      </w:r>
    </w:p>
    <w:p w14:paraId="4F89F054" w14:textId="77777777" w:rsidR="00810015" w:rsidRDefault="00810015" w:rsidP="00810015">
      <w:r>
        <w:t>161.8129</w:t>
      </w:r>
      <w:r>
        <w:tab/>
        <w:t>3.038e0</w:t>
      </w:r>
    </w:p>
    <w:p w14:paraId="79D59A22" w14:textId="77777777" w:rsidR="00810015" w:rsidRDefault="00810015" w:rsidP="00810015">
      <w:r>
        <w:t>161.8241</w:t>
      </w:r>
      <w:r>
        <w:tab/>
        <w:t>8.725e0</w:t>
      </w:r>
    </w:p>
    <w:p w14:paraId="1286FF78" w14:textId="77777777" w:rsidR="00810015" w:rsidRDefault="00810015" w:rsidP="00810015">
      <w:r>
        <w:t>161.8285</w:t>
      </w:r>
      <w:r>
        <w:tab/>
        <w:t>7.731e0</w:t>
      </w:r>
    </w:p>
    <w:p w14:paraId="60034E79" w14:textId="77777777" w:rsidR="00810015" w:rsidRDefault="00810015" w:rsidP="00810015">
      <w:r>
        <w:t>161.8298</w:t>
      </w:r>
      <w:r>
        <w:tab/>
        <w:t>7.780e0</w:t>
      </w:r>
    </w:p>
    <w:p w14:paraId="79E6546A" w14:textId="77777777" w:rsidR="00810015" w:rsidRDefault="00810015" w:rsidP="00810015">
      <w:r>
        <w:t>161.8319</w:t>
      </w:r>
      <w:r>
        <w:tab/>
        <w:t>5.044e0</w:t>
      </w:r>
    </w:p>
    <w:p w14:paraId="14416C42" w14:textId="77777777" w:rsidR="00810015" w:rsidRDefault="00810015" w:rsidP="00810015">
      <w:r>
        <w:t>161.8562</w:t>
      </w:r>
      <w:r>
        <w:tab/>
        <w:t>1.316e1</w:t>
      </w:r>
    </w:p>
    <w:p w14:paraId="2CE2DC4C" w14:textId="77777777" w:rsidR="00810015" w:rsidRDefault="00810015" w:rsidP="00810015">
      <w:r>
        <w:t>161.8583</w:t>
      </w:r>
      <w:r>
        <w:tab/>
        <w:t>2.217e1</w:t>
      </w:r>
    </w:p>
    <w:p w14:paraId="162A0B8E" w14:textId="77777777" w:rsidR="00810015" w:rsidRDefault="00810015" w:rsidP="00810015">
      <w:r>
        <w:t>161.8618</w:t>
      </w:r>
      <w:r>
        <w:tab/>
        <w:t>1.215e1</w:t>
      </w:r>
    </w:p>
    <w:p w14:paraId="660A060C" w14:textId="77777777" w:rsidR="00810015" w:rsidRDefault="00810015" w:rsidP="00810015">
      <w:r>
        <w:t>161.8758</w:t>
      </w:r>
      <w:r>
        <w:tab/>
        <w:t>1.490e1</w:t>
      </w:r>
    </w:p>
    <w:p w14:paraId="2996F4CB" w14:textId="77777777" w:rsidR="00810015" w:rsidRDefault="00810015" w:rsidP="00810015">
      <w:r>
        <w:t>161.8826</w:t>
      </w:r>
      <w:r>
        <w:tab/>
        <w:t>8.436e0</w:t>
      </w:r>
    </w:p>
    <w:p w14:paraId="1F39E1F2" w14:textId="77777777" w:rsidR="00810015" w:rsidRDefault="00810015" w:rsidP="00810015">
      <w:r>
        <w:t>161.8861</w:t>
      </w:r>
      <w:r>
        <w:tab/>
        <w:t>8.101e0</w:t>
      </w:r>
    </w:p>
    <w:p w14:paraId="0A9DBE5C" w14:textId="77777777" w:rsidR="00810015" w:rsidRDefault="00810015" w:rsidP="00810015">
      <w:r>
        <w:t>161.8880</w:t>
      </w:r>
      <w:r>
        <w:tab/>
        <w:t>1.258e1</w:t>
      </w:r>
    </w:p>
    <w:p w14:paraId="609C80CC" w14:textId="77777777" w:rsidR="00810015" w:rsidRDefault="00810015" w:rsidP="00810015">
      <w:r>
        <w:t>161.8948</w:t>
      </w:r>
      <w:r>
        <w:tab/>
        <w:t>6.387e0</w:t>
      </w:r>
    </w:p>
    <w:p w14:paraId="6F0606D8" w14:textId="77777777" w:rsidR="00810015" w:rsidRDefault="00810015" w:rsidP="00810015">
      <w:r>
        <w:t>161.9116</w:t>
      </w:r>
      <w:r>
        <w:tab/>
        <w:t>6.868e0</w:t>
      </w:r>
    </w:p>
    <w:p w14:paraId="55418C85" w14:textId="77777777" w:rsidR="00810015" w:rsidRDefault="00810015" w:rsidP="00810015">
      <w:r>
        <w:lastRenderedPageBreak/>
        <w:t>161.9146</w:t>
      </w:r>
      <w:r>
        <w:tab/>
        <w:t>1.013e1</w:t>
      </w:r>
    </w:p>
    <w:p w14:paraId="4EB8B47D" w14:textId="77777777" w:rsidR="00810015" w:rsidRDefault="00810015" w:rsidP="00810015">
      <w:r>
        <w:t>161.9166</w:t>
      </w:r>
      <w:r>
        <w:tab/>
        <w:t>9.937e0</w:t>
      </w:r>
    </w:p>
    <w:p w14:paraId="1EF10803" w14:textId="77777777" w:rsidR="00810015" w:rsidRDefault="00810015" w:rsidP="00810015">
      <w:r>
        <w:t>161.9176</w:t>
      </w:r>
      <w:r>
        <w:tab/>
        <w:t>1.110e1</w:t>
      </w:r>
    </w:p>
    <w:p w14:paraId="1FCD2472" w14:textId="77777777" w:rsidR="00810015" w:rsidRDefault="00810015" w:rsidP="00810015">
      <w:r>
        <w:t>161.9260</w:t>
      </w:r>
      <w:r>
        <w:tab/>
        <w:t>1.875e1</w:t>
      </w:r>
    </w:p>
    <w:p w14:paraId="1BFBFC96" w14:textId="77777777" w:rsidR="00810015" w:rsidRDefault="00810015" w:rsidP="00810015">
      <w:r>
        <w:t>161.9278</w:t>
      </w:r>
      <w:r>
        <w:tab/>
        <w:t>9.286e0</w:t>
      </w:r>
    </w:p>
    <w:p w14:paraId="2D15D1CC" w14:textId="77777777" w:rsidR="00810015" w:rsidRDefault="00810015" w:rsidP="00810015">
      <w:r>
        <w:t>161.9363</w:t>
      </w:r>
      <w:r>
        <w:tab/>
        <w:t>1.256e1</w:t>
      </w:r>
    </w:p>
    <w:p w14:paraId="391E47A4" w14:textId="77777777" w:rsidR="00810015" w:rsidRDefault="00810015" w:rsidP="00810015">
      <w:r>
        <w:t>161.9376</w:t>
      </w:r>
      <w:r>
        <w:tab/>
        <w:t>1.222e1</w:t>
      </w:r>
    </w:p>
    <w:p w14:paraId="59AF31D2" w14:textId="77777777" w:rsidR="00810015" w:rsidRDefault="00810015" w:rsidP="00810015">
      <w:r>
        <w:t>161.9437</w:t>
      </w:r>
      <w:r>
        <w:tab/>
        <w:t>1.105e1</w:t>
      </w:r>
    </w:p>
    <w:p w14:paraId="31173DED" w14:textId="77777777" w:rsidR="00810015" w:rsidRDefault="00810015" w:rsidP="00810015">
      <w:r>
        <w:t>161.9528</w:t>
      </w:r>
      <w:r>
        <w:tab/>
        <w:t>1.146e1</w:t>
      </w:r>
    </w:p>
    <w:p w14:paraId="63AF7181" w14:textId="77777777" w:rsidR="00810015" w:rsidRDefault="00810015" w:rsidP="00810015">
      <w:r>
        <w:t>161.9604</w:t>
      </w:r>
      <w:r>
        <w:tab/>
        <w:t>3.509e1</w:t>
      </w:r>
    </w:p>
    <w:p w14:paraId="5CA25BD8" w14:textId="77777777" w:rsidR="00810015" w:rsidRDefault="00810015" w:rsidP="00810015">
      <w:r>
        <w:t>161.9618</w:t>
      </w:r>
      <w:r>
        <w:tab/>
        <w:t>1.215e1</w:t>
      </w:r>
    </w:p>
    <w:p w14:paraId="5BAA6295" w14:textId="77777777" w:rsidR="00810015" w:rsidRDefault="00810015" w:rsidP="00810015">
      <w:r>
        <w:t>161.9629</w:t>
      </w:r>
      <w:r>
        <w:tab/>
        <w:t>1.853e1</w:t>
      </w:r>
    </w:p>
    <w:p w14:paraId="3294C44C" w14:textId="77777777" w:rsidR="00810015" w:rsidRDefault="00810015" w:rsidP="00810015">
      <w:r>
        <w:t>161.9833</w:t>
      </w:r>
      <w:r>
        <w:tab/>
        <w:t>2.602e1</w:t>
      </w:r>
    </w:p>
    <w:p w14:paraId="103B6D1B" w14:textId="77777777" w:rsidR="00810015" w:rsidRDefault="00810015" w:rsidP="00810015">
      <w:r>
        <w:t>161.9854</w:t>
      </w:r>
      <w:r>
        <w:tab/>
        <w:t>1.826e1</w:t>
      </w:r>
    </w:p>
    <w:p w14:paraId="52D561F3" w14:textId="77777777" w:rsidR="00810015" w:rsidRDefault="00810015" w:rsidP="00810015">
      <w:r>
        <w:t>161.9956</w:t>
      </w:r>
      <w:r>
        <w:tab/>
        <w:t>2.899e1</w:t>
      </w:r>
    </w:p>
    <w:p w14:paraId="5F1B8982" w14:textId="77777777" w:rsidR="00810015" w:rsidRDefault="00810015" w:rsidP="00810015">
      <w:r>
        <w:t>162.0063</w:t>
      </w:r>
      <w:r>
        <w:tab/>
        <w:t>7.489e0</w:t>
      </w:r>
    </w:p>
    <w:p w14:paraId="3E771F16" w14:textId="77777777" w:rsidR="00810015" w:rsidRDefault="00810015" w:rsidP="00810015">
      <w:r>
        <w:t>162.0085</w:t>
      </w:r>
      <w:r>
        <w:tab/>
        <w:t>8.165e0</w:t>
      </w:r>
    </w:p>
    <w:p w14:paraId="7AF0672E" w14:textId="77777777" w:rsidR="00810015" w:rsidRDefault="00810015" w:rsidP="00810015">
      <w:r>
        <w:t>162.0132</w:t>
      </w:r>
      <w:r>
        <w:tab/>
        <w:t>9.419e0</w:t>
      </w:r>
    </w:p>
    <w:p w14:paraId="73B347E5" w14:textId="77777777" w:rsidR="00810015" w:rsidRDefault="00810015" w:rsidP="00810015">
      <w:r>
        <w:t>162.0183</w:t>
      </w:r>
      <w:r>
        <w:tab/>
        <w:t>7.410e0</w:t>
      </w:r>
    </w:p>
    <w:p w14:paraId="3FDA0385" w14:textId="77777777" w:rsidR="00810015" w:rsidRDefault="00810015" w:rsidP="00810015">
      <w:r>
        <w:lastRenderedPageBreak/>
        <w:t>162.0227</w:t>
      </w:r>
      <w:r>
        <w:tab/>
        <w:t>7.699e0</w:t>
      </w:r>
    </w:p>
    <w:p w14:paraId="29C5CB60" w14:textId="77777777" w:rsidR="00810015" w:rsidRDefault="00810015" w:rsidP="00810015">
      <w:r>
        <w:t>162.0687</w:t>
      </w:r>
      <w:r>
        <w:tab/>
        <w:t>7.143e3</w:t>
      </w:r>
    </w:p>
    <w:p w14:paraId="2417F559" w14:textId="77777777" w:rsidR="00810015" w:rsidRDefault="00810015" w:rsidP="00810015">
      <w:r>
        <w:t>162.1192</w:t>
      </w:r>
      <w:r>
        <w:tab/>
        <w:t>1.013e0</w:t>
      </w:r>
    </w:p>
    <w:p w14:paraId="462C1825" w14:textId="77777777" w:rsidR="00810015" w:rsidRDefault="00810015" w:rsidP="00810015">
      <w:r>
        <w:t>162.1265</w:t>
      </w:r>
      <w:r>
        <w:tab/>
        <w:t>2.499e0</w:t>
      </w:r>
    </w:p>
    <w:p w14:paraId="24A721DA" w14:textId="77777777" w:rsidR="00810015" w:rsidRDefault="00810015" w:rsidP="00810015">
      <w:r>
        <w:t>162.1309</w:t>
      </w:r>
      <w:r>
        <w:tab/>
        <w:t>1.778e0</w:t>
      </w:r>
    </w:p>
    <w:p w14:paraId="3ACA7CF1" w14:textId="77777777" w:rsidR="00810015" w:rsidRDefault="00810015" w:rsidP="00810015">
      <w:r>
        <w:t>162.1509</w:t>
      </w:r>
      <w:r>
        <w:tab/>
        <w:t>4.051e0</w:t>
      </w:r>
    </w:p>
    <w:p w14:paraId="0527EDBD" w14:textId="77777777" w:rsidR="00810015" w:rsidRDefault="00810015" w:rsidP="00810015">
      <w:r>
        <w:t>162.1537</w:t>
      </w:r>
      <w:r>
        <w:tab/>
        <w:t>1.013e0</w:t>
      </w:r>
    </w:p>
    <w:p w14:paraId="67D82A5F" w14:textId="77777777" w:rsidR="00810015" w:rsidRDefault="00810015" w:rsidP="00810015">
      <w:r>
        <w:t>162.1658</w:t>
      </w:r>
      <w:r>
        <w:tab/>
        <w:t>6.076e0</w:t>
      </w:r>
    </w:p>
    <w:p w14:paraId="6ADE7FFC" w14:textId="77777777" w:rsidR="00810015" w:rsidRDefault="00810015" w:rsidP="00810015">
      <w:r>
        <w:t>162.1668</w:t>
      </w:r>
      <w:r>
        <w:tab/>
        <w:t>3.038e0</w:t>
      </w:r>
    </w:p>
    <w:p w14:paraId="74E0E1F3" w14:textId="77777777" w:rsidR="00810015" w:rsidRDefault="00810015" w:rsidP="00810015">
      <w:r>
        <w:t>162.1691</w:t>
      </w:r>
      <w:r>
        <w:tab/>
        <w:t>5.084e0</w:t>
      </w:r>
    </w:p>
    <w:p w14:paraId="72492DC5" w14:textId="77777777" w:rsidR="00810015" w:rsidRDefault="00810015" w:rsidP="00810015">
      <w:r>
        <w:t>162.2068</w:t>
      </w:r>
      <w:r>
        <w:tab/>
        <w:t>2.208e3</w:t>
      </w:r>
    </w:p>
    <w:p w14:paraId="7C6DE090" w14:textId="77777777" w:rsidR="00810015" w:rsidRDefault="00810015" w:rsidP="00810015">
      <w:r>
        <w:t>162.2083</w:t>
      </w:r>
      <w:r>
        <w:tab/>
        <w:t>5.389e2</w:t>
      </w:r>
    </w:p>
    <w:p w14:paraId="1E4CFA36" w14:textId="77777777" w:rsidR="00810015" w:rsidRDefault="00810015" w:rsidP="00810015">
      <w:r>
        <w:t>162.2584</w:t>
      </w:r>
      <w:r>
        <w:tab/>
        <w:t>3.038e0</w:t>
      </w:r>
    </w:p>
    <w:p w14:paraId="0A27B3E0" w14:textId="77777777" w:rsidR="00810015" w:rsidRDefault="00810015" w:rsidP="00810015">
      <w:r>
        <w:t>162.2670</w:t>
      </w:r>
      <w:r>
        <w:tab/>
        <w:t>3.600e0</w:t>
      </w:r>
    </w:p>
    <w:p w14:paraId="302C4C14" w14:textId="77777777" w:rsidR="00810015" w:rsidRDefault="00810015" w:rsidP="00810015">
      <w:r>
        <w:t>162.2773</w:t>
      </w:r>
      <w:r>
        <w:tab/>
        <w:t>3.038e0</w:t>
      </w:r>
    </w:p>
    <w:p w14:paraId="2E6F5B7B" w14:textId="77777777" w:rsidR="00810015" w:rsidRDefault="00810015" w:rsidP="00810015">
      <w:r>
        <w:t>162.2787</w:t>
      </w:r>
      <w:r>
        <w:tab/>
        <w:t>4.051e0</w:t>
      </w:r>
    </w:p>
    <w:p w14:paraId="01154AB7" w14:textId="77777777" w:rsidR="00810015" w:rsidRDefault="00810015" w:rsidP="00810015">
      <w:r>
        <w:t>162.2894</w:t>
      </w:r>
      <w:r>
        <w:tab/>
        <w:t>5.742e0</w:t>
      </w:r>
    </w:p>
    <w:p w14:paraId="28DFF778" w14:textId="77777777" w:rsidR="00810015" w:rsidRDefault="00810015" w:rsidP="00810015">
      <w:r>
        <w:t>162.3069</w:t>
      </w:r>
      <w:r>
        <w:tab/>
        <w:t>6.076e0</w:t>
      </w:r>
    </w:p>
    <w:p w14:paraId="332577C9" w14:textId="77777777" w:rsidR="00810015" w:rsidRDefault="00810015" w:rsidP="00810015">
      <w:r>
        <w:t>162.3079</w:t>
      </w:r>
      <w:r>
        <w:tab/>
        <w:t>7.995e0</w:t>
      </w:r>
    </w:p>
    <w:p w14:paraId="3F711A0C" w14:textId="77777777" w:rsidR="00810015" w:rsidRDefault="00810015" w:rsidP="00810015">
      <w:r>
        <w:lastRenderedPageBreak/>
        <w:t>162.3095</w:t>
      </w:r>
      <w:r>
        <w:tab/>
        <w:t>6.861e0</w:t>
      </w:r>
    </w:p>
    <w:p w14:paraId="71010D25" w14:textId="77777777" w:rsidR="00810015" w:rsidRDefault="00810015" w:rsidP="00810015">
      <w:r>
        <w:t>162.3137</w:t>
      </w:r>
      <w:r>
        <w:tab/>
        <w:t>2.025e0</w:t>
      </w:r>
    </w:p>
    <w:p w14:paraId="5062313D" w14:textId="77777777" w:rsidR="00810015" w:rsidRDefault="00810015" w:rsidP="00810015">
      <w:r>
        <w:t>162.3197</w:t>
      </w:r>
      <w:r>
        <w:tab/>
        <w:t>7.089e0</w:t>
      </w:r>
    </w:p>
    <w:p w14:paraId="6207C11B" w14:textId="77777777" w:rsidR="00810015" w:rsidRDefault="00810015" w:rsidP="00810015">
      <w:r>
        <w:t>162.3276</w:t>
      </w:r>
      <w:r>
        <w:tab/>
        <w:t>2.132e0</w:t>
      </w:r>
    </w:p>
    <w:p w14:paraId="5E8821BE" w14:textId="77777777" w:rsidR="00810015" w:rsidRDefault="00810015" w:rsidP="00810015">
      <w:r>
        <w:t>162.3433</w:t>
      </w:r>
      <w:r>
        <w:tab/>
        <w:t>6.076e0</w:t>
      </w:r>
    </w:p>
    <w:p w14:paraId="2783564F" w14:textId="77777777" w:rsidR="00810015" w:rsidRDefault="00810015" w:rsidP="00810015">
      <w:r>
        <w:t>162.3592</w:t>
      </w:r>
      <w:r>
        <w:tab/>
        <w:t>8.340e0</w:t>
      </w:r>
    </w:p>
    <w:p w14:paraId="7492D7D5" w14:textId="77777777" w:rsidR="00810015" w:rsidRDefault="00810015" w:rsidP="00810015">
      <w:r>
        <w:t>162.3720</w:t>
      </w:r>
      <w:r>
        <w:tab/>
        <w:t>4.481e1</w:t>
      </w:r>
    </w:p>
    <w:p w14:paraId="406EFCFE" w14:textId="77777777" w:rsidR="00810015" w:rsidRDefault="00810015" w:rsidP="00810015">
      <w:r>
        <w:t>162.3739</w:t>
      </w:r>
      <w:r>
        <w:tab/>
        <w:t>3.170e1</w:t>
      </w:r>
    </w:p>
    <w:p w14:paraId="7CEC646D" w14:textId="77777777" w:rsidR="00810015" w:rsidRDefault="00810015" w:rsidP="00810015">
      <w:r>
        <w:t>162.3758</w:t>
      </w:r>
      <w:r>
        <w:tab/>
        <w:t>1.278e1</w:t>
      </w:r>
    </w:p>
    <w:p w14:paraId="13D5A6BB" w14:textId="77777777" w:rsidR="00810015" w:rsidRDefault="00810015" w:rsidP="00810015">
      <w:r>
        <w:t>162.4160</w:t>
      </w:r>
      <w:r>
        <w:tab/>
        <w:t>8.402e0</w:t>
      </w:r>
    </w:p>
    <w:p w14:paraId="066A149A" w14:textId="77777777" w:rsidR="00810015" w:rsidRDefault="00810015" w:rsidP="00810015">
      <w:r>
        <w:t>162.4184</w:t>
      </w:r>
      <w:r>
        <w:tab/>
        <w:t>2.392e1</w:t>
      </w:r>
    </w:p>
    <w:p w14:paraId="2EA5020E" w14:textId="77777777" w:rsidR="00810015" w:rsidRDefault="00810015" w:rsidP="00810015">
      <w:r>
        <w:t>162.4203</w:t>
      </w:r>
      <w:r>
        <w:tab/>
        <w:t>2.180e1</w:t>
      </w:r>
    </w:p>
    <w:p w14:paraId="0B4CB013" w14:textId="77777777" w:rsidR="00810015" w:rsidRDefault="00810015" w:rsidP="00810015">
      <w:r>
        <w:t>162.4291</w:t>
      </w:r>
      <w:r>
        <w:tab/>
        <w:t>1.823e1</w:t>
      </w:r>
    </w:p>
    <w:p w14:paraId="180B8C57" w14:textId="77777777" w:rsidR="00810015" w:rsidRDefault="00810015" w:rsidP="00810015">
      <w:r>
        <w:t>162.4392</w:t>
      </w:r>
      <w:r>
        <w:tab/>
        <w:t>8.101e0</w:t>
      </w:r>
    </w:p>
    <w:p w14:paraId="0E13AB5E" w14:textId="77777777" w:rsidR="00810015" w:rsidRDefault="00810015" w:rsidP="00810015">
      <w:r>
        <w:t>162.4422</w:t>
      </w:r>
      <w:r>
        <w:tab/>
        <w:t>4.858e0</w:t>
      </w:r>
    </w:p>
    <w:p w14:paraId="23A1ECBF" w14:textId="77777777" w:rsidR="00810015" w:rsidRDefault="00810015" w:rsidP="00810015">
      <w:r>
        <w:t>162.4432</w:t>
      </w:r>
      <w:r>
        <w:tab/>
        <w:t>3.038e0</w:t>
      </w:r>
    </w:p>
    <w:p w14:paraId="16042CB0" w14:textId="77777777" w:rsidR="00810015" w:rsidRDefault="00810015" w:rsidP="00810015">
      <w:r>
        <w:t>162.4531</w:t>
      </w:r>
      <w:r>
        <w:tab/>
        <w:t>8.101e0</w:t>
      </w:r>
    </w:p>
    <w:p w14:paraId="3933127C" w14:textId="77777777" w:rsidR="00810015" w:rsidRDefault="00810015" w:rsidP="00810015">
      <w:r>
        <w:t>162.4619</w:t>
      </w:r>
      <w:r>
        <w:tab/>
        <w:t>7.832e0</w:t>
      </w:r>
    </w:p>
    <w:p w14:paraId="775901E0" w14:textId="77777777" w:rsidR="00810015" w:rsidRDefault="00810015" w:rsidP="00810015">
      <w:r>
        <w:t>162.4843</w:t>
      </w:r>
      <w:r>
        <w:tab/>
        <w:t>1.850e1</w:t>
      </w:r>
    </w:p>
    <w:p w14:paraId="2CA9DE9E" w14:textId="77777777" w:rsidR="00810015" w:rsidRDefault="00810015" w:rsidP="00810015">
      <w:r>
        <w:lastRenderedPageBreak/>
        <w:t>162.4854</w:t>
      </w:r>
      <w:r>
        <w:tab/>
        <w:t>1.418e1</w:t>
      </w:r>
    </w:p>
    <w:p w14:paraId="0BCE3123" w14:textId="77777777" w:rsidR="00810015" w:rsidRDefault="00810015" w:rsidP="00810015">
      <w:r>
        <w:t>162.4879</w:t>
      </w:r>
      <w:r>
        <w:tab/>
        <w:t>5.228e1</w:t>
      </w:r>
    </w:p>
    <w:p w14:paraId="003FC81C" w14:textId="77777777" w:rsidR="00810015" w:rsidRDefault="00810015" w:rsidP="00810015">
      <w:r>
        <w:t>162.5266</w:t>
      </w:r>
      <w:r>
        <w:tab/>
        <w:t>1.013e1</w:t>
      </w:r>
    </w:p>
    <w:p w14:paraId="29EC9D16" w14:textId="77777777" w:rsidR="00810015" w:rsidRDefault="00810015" w:rsidP="00810015">
      <w:r>
        <w:t>162.5289</w:t>
      </w:r>
      <w:r>
        <w:tab/>
        <w:t>9.782e0</w:t>
      </w:r>
    </w:p>
    <w:p w14:paraId="75531055" w14:textId="77777777" w:rsidR="00810015" w:rsidRDefault="00810015" w:rsidP="00810015">
      <w:r>
        <w:t>162.5304</w:t>
      </w:r>
      <w:r>
        <w:tab/>
        <w:t>5.778e0</w:t>
      </w:r>
    </w:p>
    <w:p w14:paraId="0EA69613" w14:textId="77777777" w:rsidR="00810015" w:rsidRDefault="00810015" w:rsidP="00810015">
      <w:r>
        <w:t>162.5335</w:t>
      </w:r>
      <w:r>
        <w:tab/>
        <w:t>6.076e0</w:t>
      </w:r>
    </w:p>
    <w:p w14:paraId="27D820DC" w14:textId="77777777" w:rsidR="00810015" w:rsidRDefault="00810015" w:rsidP="00810015">
      <w:r>
        <w:t>162.5480</w:t>
      </w:r>
      <w:r>
        <w:tab/>
        <w:t>9.498e0</w:t>
      </w:r>
    </w:p>
    <w:p w14:paraId="2971561D" w14:textId="77777777" w:rsidR="00810015" w:rsidRDefault="00810015" w:rsidP="00810015">
      <w:r>
        <w:t>162.5531</w:t>
      </w:r>
      <w:r>
        <w:tab/>
        <w:t>4.051e0</w:t>
      </w:r>
    </w:p>
    <w:p w14:paraId="7C01673B" w14:textId="77777777" w:rsidR="00810015" w:rsidRDefault="00810015" w:rsidP="00810015">
      <w:r>
        <w:t>162.5543</w:t>
      </w:r>
      <w:r>
        <w:tab/>
        <w:t>8.446e0</w:t>
      </w:r>
    </w:p>
    <w:p w14:paraId="5CE23453" w14:textId="77777777" w:rsidR="00810015" w:rsidRDefault="00810015" w:rsidP="00810015">
      <w:r>
        <w:t>162.5620</w:t>
      </w:r>
      <w:r>
        <w:tab/>
        <w:t>7.528e0</w:t>
      </w:r>
    </w:p>
    <w:p w14:paraId="6CFE3196" w14:textId="77777777" w:rsidR="00810015" w:rsidRDefault="00810015" w:rsidP="00810015">
      <w:r>
        <w:t>162.5637</w:t>
      </w:r>
      <w:r>
        <w:tab/>
        <w:t>5.063e0</w:t>
      </w:r>
    </w:p>
    <w:p w14:paraId="6EC134BC" w14:textId="77777777" w:rsidR="00810015" w:rsidRDefault="00810015" w:rsidP="00810015">
      <w:r>
        <w:t>162.5768</w:t>
      </w:r>
      <w:r>
        <w:tab/>
        <w:t>2.025e0</w:t>
      </w:r>
    </w:p>
    <w:p w14:paraId="05110A36" w14:textId="77777777" w:rsidR="00810015" w:rsidRDefault="00810015" w:rsidP="00810015">
      <w:r>
        <w:t>162.5990</w:t>
      </w:r>
      <w:r>
        <w:tab/>
        <w:t>1.013e1</w:t>
      </w:r>
    </w:p>
    <w:p w14:paraId="79C15B1B" w14:textId="77777777" w:rsidR="00810015" w:rsidRDefault="00810015" w:rsidP="00810015">
      <w:r>
        <w:t>162.6008</w:t>
      </w:r>
      <w:r>
        <w:tab/>
        <w:t>4.091e0</w:t>
      </w:r>
    </w:p>
    <w:p w14:paraId="09D1226F" w14:textId="77777777" w:rsidR="00810015" w:rsidRDefault="00810015" w:rsidP="00810015">
      <w:r>
        <w:t>162.6049</w:t>
      </w:r>
      <w:r>
        <w:tab/>
        <w:t>7.224e0</w:t>
      </w:r>
    </w:p>
    <w:p w14:paraId="3722A71C" w14:textId="77777777" w:rsidR="00810015" w:rsidRDefault="00810015" w:rsidP="00810015">
      <w:r>
        <w:t>162.6070</w:t>
      </w:r>
      <w:r>
        <w:tab/>
        <w:t>1.316e1</w:t>
      </w:r>
    </w:p>
    <w:p w14:paraId="4771AC25" w14:textId="77777777" w:rsidR="00810015" w:rsidRDefault="00810015" w:rsidP="00810015">
      <w:r>
        <w:t>162.6148</w:t>
      </w:r>
      <w:r>
        <w:tab/>
        <w:t>6.076e0</w:t>
      </w:r>
    </w:p>
    <w:p w14:paraId="6EE5F283" w14:textId="77777777" w:rsidR="00810015" w:rsidRDefault="00810015" w:rsidP="00810015">
      <w:r>
        <w:t>162.6203</w:t>
      </w:r>
      <w:r>
        <w:tab/>
        <w:t>7.448e0</w:t>
      </w:r>
    </w:p>
    <w:p w14:paraId="06957B16" w14:textId="77777777" w:rsidR="00810015" w:rsidRDefault="00810015" w:rsidP="00810015">
      <w:r>
        <w:t>162.6407</w:t>
      </w:r>
      <w:r>
        <w:tab/>
        <w:t>5.063e0</w:t>
      </w:r>
    </w:p>
    <w:p w14:paraId="2F9FB942" w14:textId="77777777" w:rsidR="00810015" w:rsidRDefault="00810015" w:rsidP="00810015">
      <w:r>
        <w:lastRenderedPageBreak/>
        <w:t>162.6451</w:t>
      </w:r>
      <w:r>
        <w:tab/>
        <w:t>4.110e0</w:t>
      </w:r>
    </w:p>
    <w:p w14:paraId="1D92F0A5" w14:textId="77777777" w:rsidR="00810015" w:rsidRDefault="00810015" w:rsidP="00810015">
      <w:r>
        <w:t>162.6514</w:t>
      </w:r>
      <w:r>
        <w:tab/>
        <w:t>2.025e0</w:t>
      </w:r>
    </w:p>
    <w:p w14:paraId="2926B15A" w14:textId="77777777" w:rsidR="00810015" w:rsidRDefault="00810015" w:rsidP="00810015">
      <w:r>
        <w:t>162.6528</w:t>
      </w:r>
      <w:r>
        <w:tab/>
        <w:t>2.025e0</w:t>
      </w:r>
    </w:p>
    <w:p w14:paraId="4C6E8124" w14:textId="77777777" w:rsidR="00810015" w:rsidRDefault="00810015" w:rsidP="00810015">
      <w:r>
        <w:t>162.6556</w:t>
      </w:r>
      <w:r>
        <w:tab/>
        <w:t>7.883e0</w:t>
      </w:r>
    </w:p>
    <w:p w14:paraId="465D2BCD" w14:textId="77777777" w:rsidR="00810015" w:rsidRDefault="00810015" w:rsidP="00810015">
      <w:r>
        <w:t>162.6612</w:t>
      </w:r>
      <w:r>
        <w:tab/>
        <w:t>4.858e0</w:t>
      </w:r>
    </w:p>
    <w:p w14:paraId="7F663C9F" w14:textId="77777777" w:rsidR="00810015" w:rsidRDefault="00810015" w:rsidP="00810015">
      <w:r>
        <w:t>162.6892</w:t>
      </w:r>
      <w:r>
        <w:tab/>
        <w:t>2.001e1</w:t>
      </w:r>
    </w:p>
    <w:p w14:paraId="1030A836" w14:textId="77777777" w:rsidR="00810015" w:rsidRDefault="00810015" w:rsidP="00810015">
      <w:r>
        <w:t>162.6908</w:t>
      </w:r>
      <w:r>
        <w:tab/>
        <w:t>2.624e1</w:t>
      </w:r>
    </w:p>
    <w:p w14:paraId="35B1CA41" w14:textId="77777777" w:rsidR="00810015" w:rsidRDefault="00810015" w:rsidP="00810015">
      <w:r>
        <w:t>162.7087</w:t>
      </w:r>
      <w:r>
        <w:tab/>
        <w:t>3.038e0</w:t>
      </w:r>
    </w:p>
    <w:p w14:paraId="00A8E0A8" w14:textId="77777777" w:rsidR="00810015" w:rsidRDefault="00810015" w:rsidP="00810015">
      <w:r>
        <w:t>162.7191</w:t>
      </w:r>
      <w:r>
        <w:tab/>
        <w:t>1.013e0</w:t>
      </w:r>
    </w:p>
    <w:p w14:paraId="69BF339E" w14:textId="77777777" w:rsidR="00810015" w:rsidRDefault="00810015" w:rsidP="00810015">
      <w:r>
        <w:t>162.7289</w:t>
      </w:r>
      <w:r>
        <w:tab/>
        <w:t>4.051e0</w:t>
      </w:r>
    </w:p>
    <w:p w14:paraId="672C2324" w14:textId="77777777" w:rsidR="00810015" w:rsidRDefault="00810015" w:rsidP="00810015">
      <w:r>
        <w:t>162.7385</w:t>
      </w:r>
      <w:r>
        <w:tab/>
        <w:t>1.013e0</w:t>
      </w:r>
    </w:p>
    <w:p w14:paraId="234D1337" w14:textId="77777777" w:rsidR="00810015" w:rsidRDefault="00810015" w:rsidP="00810015">
      <w:r>
        <w:t>162.7531</w:t>
      </w:r>
      <w:r>
        <w:tab/>
        <w:t>6.302e0</w:t>
      </w:r>
    </w:p>
    <w:p w14:paraId="5EE6F77A" w14:textId="77777777" w:rsidR="00810015" w:rsidRDefault="00810015" w:rsidP="00810015">
      <w:r>
        <w:t>162.7543</w:t>
      </w:r>
      <w:r>
        <w:tab/>
        <w:t>3.038e0</w:t>
      </w:r>
    </w:p>
    <w:p w14:paraId="5DB0DCA2" w14:textId="77777777" w:rsidR="00810015" w:rsidRDefault="00810015" w:rsidP="00810015">
      <w:r>
        <w:t>162.7588</w:t>
      </w:r>
      <w:r>
        <w:tab/>
        <w:t>6.076e0</w:t>
      </w:r>
    </w:p>
    <w:p w14:paraId="650D2078" w14:textId="77777777" w:rsidR="00810015" w:rsidRDefault="00810015" w:rsidP="00810015">
      <w:r>
        <w:t>162.7902</w:t>
      </w:r>
      <w:r>
        <w:tab/>
        <w:t>1.013e0</w:t>
      </w:r>
    </w:p>
    <w:p w14:paraId="43A391D5" w14:textId="77777777" w:rsidR="00810015" w:rsidRDefault="00810015" w:rsidP="00810015">
      <w:r>
        <w:t>162.7970</w:t>
      </w:r>
      <w:r>
        <w:tab/>
        <w:t>1.394e1</w:t>
      </w:r>
    </w:p>
    <w:p w14:paraId="751E63FB" w14:textId="77777777" w:rsidR="00810015" w:rsidRDefault="00810015" w:rsidP="00810015">
      <w:r>
        <w:t>162.8006</w:t>
      </w:r>
      <w:r>
        <w:tab/>
        <w:t>4.051e0</w:t>
      </w:r>
    </w:p>
    <w:p w14:paraId="29EE7897" w14:textId="77777777" w:rsidR="00810015" w:rsidRDefault="00810015" w:rsidP="00810015">
      <w:r>
        <w:t>162.8075</w:t>
      </w:r>
      <w:r>
        <w:tab/>
        <w:t>3.047e0</w:t>
      </w:r>
    </w:p>
    <w:p w14:paraId="3C94FB9E" w14:textId="77777777" w:rsidR="00810015" w:rsidRDefault="00810015" w:rsidP="00810015">
      <w:r>
        <w:t>162.8089</w:t>
      </w:r>
      <w:r>
        <w:tab/>
        <w:t>6.076e0</w:t>
      </w:r>
    </w:p>
    <w:p w14:paraId="3A85B02B" w14:textId="77777777" w:rsidR="00810015" w:rsidRDefault="00810015" w:rsidP="00810015">
      <w:r>
        <w:lastRenderedPageBreak/>
        <w:t>162.8157</w:t>
      </w:r>
      <w:r>
        <w:tab/>
        <w:t>4.051e0</w:t>
      </w:r>
    </w:p>
    <w:p w14:paraId="35C43E4F" w14:textId="77777777" w:rsidR="00810015" w:rsidRDefault="00810015" w:rsidP="00810015">
      <w:r>
        <w:t>162.8173</w:t>
      </w:r>
      <w:r>
        <w:tab/>
        <w:t>2.175e0</w:t>
      </w:r>
    </w:p>
    <w:p w14:paraId="44972AA0" w14:textId="77777777" w:rsidR="00810015" w:rsidRDefault="00810015" w:rsidP="00810015">
      <w:r>
        <w:t>162.8217</w:t>
      </w:r>
      <w:r>
        <w:tab/>
        <w:t>2.268e0</w:t>
      </w:r>
    </w:p>
    <w:p w14:paraId="764B125D" w14:textId="77777777" w:rsidR="00810015" w:rsidRDefault="00810015" w:rsidP="00810015">
      <w:r>
        <w:t>162.8339</w:t>
      </w:r>
      <w:r>
        <w:tab/>
        <w:t>2.025e0</w:t>
      </w:r>
    </w:p>
    <w:p w14:paraId="390C7C9C" w14:textId="77777777" w:rsidR="00810015" w:rsidRDefault="00810015" w:rsidP="00810015">
      <w:r>
        <w:t>162.8581</w:t>
      </w:r>
      <w:r>
        <w:tab/>
        <w:t>5.063e0</w:t>
      </w:r>
    </w:p>
    <w:p w14:paraId="2F154C35" w14:textId="77777777" w:rsidR="00810015" w:rsidRDefault="00810015" w:rsidP="00810015">
      <w:r>
        <w:t>162.8656</w:t>
      </w:r>
      <w:r>
        <w:tab/>
        <w:t>1.604e1</w:t>
      </w:r>
    </w:p>
    <w:p w14:paraId="5F19576E" w14:textId="77777777" w:rsidR="00810015" w:rsidRDefault="00810015" w:rsidP="00810015">
      <w:r>
        <w:t>162.8684</w:t>
      </w:r>
      <w:r>
        <w:tab/>
        <w:t>6.076e0</w:t>
      </w:r>
    </w:p>
    <w:p w14:paraId="6A3C106B" w14:textId="77777777" w:rsidR="00810015" w:rsidRDefault="00810015" w:rsidP="00810015">
      <w:r>
        <w:t>162.8701</w:t>
      </w:r>
      <w:r>
        <w:tab/>
        <w:t>8.857e0</w:t>
      </w:r>
    </w:p>
    <w:p w14:paraId="1D4EC392" w14:textId="77777777" w:rsidR="00810015" w:rsidRDefault="00810015" w:rsidP="00810015">
      <w:r>
        <w:t>162.8786</w:t>
      </w:r>
      <w:r>
        <w:tab/>
        <w:t>6.076e0</w:t>
      </w:r>
    </w:p>
    <w:p w14:paraId="71B184B0" w14:textId="77777777" w:rsidR="00810015" w:rsidRDefault="00810015" w:rsidP="00810015">
      <w:r>
        <w:t>162.8948</w:t>
      </w:r>
      <w:r>
        <w:tab/>
        <w:t>2.283e0</w:t>
      </w:r>
    </w:p>
    <w:p w14:paraId="423C4D2C" w14:textId="77777777" w:rsidR="00810015" w:rsidRDefault="00810015" w:rsidP="00810015">
      <w:r>
        <w:t>162.9045</w:t>
      </w:r>
      <w:r>
        <w:tab/>
        <w:t>4.051e0</w:t>
      </w:r>
    </w:p>
    <w:p w14:paraId="1E6966EE" w14:textId="77777777" w:rsidR="00810015" w:rsidRDefault="00810015" w:rsidP="00810015">
      <w:r>
        <w:t>162.9069</w:t>
      </w:r>
      <w:r>
        <w:tab/>
        <w:t>2.025e0</w:t>
      </w:r>
    </w:p>
    <w:p w14:paraId="4C9E790C" w14:textId="77777777" w:rsidR="00810015" w:rsidRDefault="00810015" w:rsidP="00810015">
      <w:r>
        <w:t>162.9083</w:t>
      </w:r>
      <w:r>
        <w:tab/>
        <w:t>3.038e0</w:t>
      </w:r>
    </w:p>
    <w:p w14:paraId="7696B139" w14:textId="77777777" w:rsidR="00810015" w:rsidRDefault="00810015" w:rsidP="00810015">
      <w:r>
        <w:t>162.9207</w:t>
      </w:r>
      <w:r>
        <w:tab/>
        <w:t>2.025e0</w:t>
      </w:r>
    </w:p>
    <w:p w14:paraId="0E19DF2E" w14:textId="77777777" w:rsidR="00810015" w:rsidRDefault="00810015" w:rsidP="00810015">
      <w:r>
        <w:t>162.9283</w:t>
      </w:r>
      <w:r>
        <w:tab/>
        <w:t>4.051e0</w:t>
      </w:r>
    </w:p>
    <w:p w14:paraId="1193AAC6" w14:textId="77777777" w:rsidR="00810015" w:rsidRDefault="00810015" w:rsidP="00810015">
      <w:r>
        <w:t>162.9304</w:t>
      </w:r>
      <w:r>
        <w:tab/>
        <w:t>3.038e0</w:t>
      </w:r>
    </w:p>
    <w:p w14:paraId="690B3735" w14:textId="77777777" w:rsidR="00810015" w:rsidRDefault="00810015" w:rsidP="00810015">
      <w:r>
        <w:t>162.9388</w:t>
      </w:r>
      <w:r>
        <w:tab/>
        <w:t>6.076e0</w:t>
      </w:r>
    </w:p>
    <w:p w14:paraId="6E51DED1" w14:textId="77777777" w:rsidR="00810015" w:rsidRDefault="00810015" w:rsidP="00810015">
      <w:r>
        <w:t>162.9417</w:t>
      </w:r>
      <w:r>
        <w:tab/>
        <w:t>4.051e0</w:t>
      </w:r>
    </w:p>
    <w:p w14:paraId="55DDEDB6" w14:textId="77777777" w:rsidR="00810015" w:rsidRDefault="00810015" w:rsidP="00810015">
      <w:r>
        <w:t>162.9504</w:t>
      </w:r>
      <w:r>
        <w:tab/>
        <w:t>2.025e0</w:t>
      </w:r>
    </w:p>
    <w:p w14:paraId="3DF54DA3" w14:textId="77777777" w:rsidR="00810015" w:rsidRDefault="00810015" w:rsidP="00810015">
      <w:r>
        <w:lastRenderedPageBreak/>
        <w:t>162.9538</w:t>
      </w:r>
      <w:r>
        <w:tab/>
        <w:t>3.038e0</w:t>
      </w:r>
    </w:p>
    <w:p w14:paraId="06B03CFC" w14:textId="77777777" w:rsidR="00810015" w:rsidRDefault="00810015" w:rsidP="00810015">
      <w:r>
        <w:t>162.9607</w:t>
      </w:r>
      <w:r>
        <w:tab/>
        <w:t>3.038e0</w:t>
      </w:r>
    </w:p>
    <w:p w14:paraId="32205010" w14:textId="77777777" w:rsidR="00810015" w:rsidRDefault="00810015" w:rsidP="00810015">
      <w:r>
        <w:t>162.9764</w:t>
      </w:r>
      <w:r>
        <w:tab/>
        <w:t>4.051e0</w:t>
      </w:r>
    </w:p>
    <w:p w14:paraId="1CAC385A" w14:textId="77777777" w:rsidR="00810015" w:rsidRDefault="00810015" w:rsidP="00810015">
      <w:r>
        <w:t>162.9797</w:t>
      </w:r>
      <w:r>
        <w:tab/>
        <w:t>5.471e0</w:t>
      </w:r>
    </w:p>
    <w:p w14:paraId="15FA9390" w14:textId="77777777" w:rsidR="00810015" w:rsidRDefault="00810015" w:rsidP="00810015">
      <w:r>
        <w:t>162.9843</w:t>
      </w:r>
      <w:r>
        <w:tab/>
        <w:t>3.038e0</w:t>
      </w:r>
    </w:p>
    <w:p w14:paraId="48FBBE00" w14:textId="77777777" w:rsidR="00810015" w:rsidRDefault="00810015" w:rsidP="00810015">
      <w:r>
        <w:t>162.9971</w:t>
      </w:r>
      <w:r>
        <w:tab/>
        <w:t>3.038e0</w:t>
      </w:r>
    </w:p>
    <w:p w14:paraId="7CB4D2CC" w14:textId="77777777" w:rsidR="00810015" w:rsidRDefault="00810015" w:rsidP="00810015">
      <w:r>
        <w:t>163.0053</w:t>
      </w:r>
      <w:r>
        <w:tab/>
        <w:t>3.038e0</w:t>
      </w:r>
    </w:p>
    <w:p w14:paraId="4007E348" w14:textId="77777777" w:rsidR="00810015" w:rsidRDefault="00810015" w:rsidP="00810015">
      <w:r>
        <w:t>163.0094</w:t>
      </w:r>
      <w:r>
        <w:tab/>
        <w:t>3.038e0</w:t>
      </w:r>
    </w:p>
    <w:p w14:paraId="09A70EB6" w14:textId="77777777" w:rsidR="00810015" w:rsidRDefault="00810015" w:rsidP="00810015">
      <w:r>
        <w:t>163.0112</w:t>
      </w:r>
      <w:r>
        <w:tab/>
        <w:t>3.038e0</w:t>
      </w:r>
    </w:p>
    <w:p w14:paraId="68EC0F84" w14:textId="77777777" w:rsidR="00810015" w:rsidRDefault="00810015" w:rsidP="00810015">
      <w:r>
        <w:t>163.0251</w:t>
      </w:r>
      <w:r>
        <w:tab/>
        <w:t>3.038e0</w:t>
      </w:r>
    </w:p>
    <w:p w14:paraId="431C2C05" w14:textId="77777777" w:rsidR="00810015" w:rsidRDefault="00810015" w:rsidP="00810015">
      <w:r>
        <w:t>163.0345</w:t>
      </w:r>
      <w:r>
        <w:tab/>
        <w:t>1.013e0</w:t>
      </w:r>
    </w:p>
    <w:p w14:paraId="2AD19954" w14:textId="77777777" w:rsidR="00810015" w:rsidRDefault="00810015" w:rsidP="00810015">
      <w:r>
        <w:t>163.0366</w:t>
      </w:r>
      <w:r>
        <w:tab/>
        <w:t>3.496e0</w:t>
      </w:r>
    </w:p>
    <w:p w14:paraId="45F3F95E" w14:textId="77777777" w:rsidR="00810015" w:rsidRDefault="00810015" w:rsidP="00810015">
      <w:r>
        <w:t>163.0796</w:t>
      </w:r>
      <w:r>
        <w:tab/>
        <w:t>1.106e3</w:t>
      </w:r>
    </w:p>
    <w:p w14:paraId="3BB25A6C" w14:textId="77777777" w:rsidR="00810015" w:rsidRDefault="00810015" w:rsidP="00810015">
      <w:r>
        <w:t>163.0806</w:t>
      </w:r>
      <w:r>
        <w:tab/>
        <w:t>6.977e2</w:t>
      </w:r>
    </w:p>
    <w:p w14:paraId="4443C1D1" w14:textId="77777777" w:rsidR="00810015" w:rsidRDefault="00810015" w:rsidP="00810015">
      <w:r>
        <w:t>163.1250</w:t>
      </w:r>
      <w:r>
        <w:tab/>
        <w:t>1.616e1</w:t>
      </w:r>
    </w:p>
    <w:p w14:paraId="766F4DEF" w14:textId="77777777" w:rsidR="00810015" w:rsidRDefault="00810015" w:rsidP="00810015">
      <w:r>
        <w:t>163.1312</w:t>
      </w:r>
      <w:r>
        <w:tab/>
        <w:t>1.665e1</w:t>
      </w:r>
    </w:p>
    <w:p w14:paraId="270DAFF4" w14:textId="77777777" w:rsidR="00810015" w:rsidRDefault="00810015" w:rsidP="00810015">
      <w:r>
        <w:t>163.1353</w:t>
      </w:r>
      <w:r>
        <w:tab/>
        <w:t>8.614e0</w:t>
      </w:r>
    </w:p>
    <w:p w14:paraId="5323ED4B" w14:textId="77777777" w:rsidR="00810015" w:rsidRDefault="00810015" w:rsidP="00810015">
      <w:r>
        <w:t>163.1550</w:t>
      </w:r>
      <w:r>
        <w:tab/>
        <w:t>4.979e0</w:t>
      </w:r>
    </w:p>
    <w:p w14:paraId="2453454B" w14:textId="77777777" w:rsidR="00810015" w:rsidRDefault="00810015" w:rsidP="00810015">
      <w:r>
        <w:t>163.1592</w:t>
      </w:r>
      <w:r>
        <w:tab/>
        <w:t>1.013e0</w:t>
      </w:r>
    </w:p>
    <w:p w14:paraId="29960911" w14:textId="77777777" w:rsidR="00810015" w:rsidRDefault="00810015" w:rsidP="00810015">
      <w:r>
        <w:lastRenderedPageBreak/>
        <w:t>163.1767</w:t>
      </w:r>
      <w:r>
        <w:tab/>
        <w:t>6.528e0</w:t>
      </w:r>
    </w:p>
    <w:p w14:paraId="7BE69B34" w14:textId="77777777" w:rsidR="00810015" w:rsidRDefault="00810015" w:rsidP="00810015">
      <w:r>
        <w:t>163.1837</w:t>
      </w:r>
      <w:r>
        <w:tab/>
        <w:t>4.051e0</w:t>
      </w:r>
    </w:p>
    <w:p w14:paraId="58DD0569" w14:textId="77777777" w:rsidR="00810015" w:rsidRDefault="00810015" w:rsidP="00810015">
      <w:r>
        <w:t>163.1858</w:t>
      </w:r>
      <w:r>
        <w:tab/>
        <w:t>1.013e1</w:t>
      </w:r>
    </w:p>
    <w:p w14:paraId="32258029" w14:textId="77777777" w:rsidR="00810015" w:rsidRDefault="00810015" w:rsidP="00810015">
      <w:r>
        <w:t>163.1920</w:t>
      </w:r>
      <w:r>
        <w:tab/>
        <w:t>4.051e0</w:t>
      </w:r>
    </w:p>
    <w:p w14:paraId="63B277C3" w14:textId="77777777" w:rsidR="00810015" w:rsidRDefault="00810015" w:rsidP="00810015">
      <w:r>
        <w:t>163.2014</w:t>
      </w:r>
      <w:r>
        <w:tab/>
        <w:t>8.101e0</w:t>
      </w:r>
    </w:p>
    <w:p w14:paraId="50A96FFF" w14:textId="77777777" w:rsidR="00810015" w:rsidRDefault="00810015" w:rsidP="00810015">
      <w:r>
        <w:t>163.2141</w:t>
      </w:r>
      <w:r>
        <w:tab/>
        <w:t>4.051e0</w:t>
      </w:r>
    </w:p>
    <w:p w14:paraId="0F3A62A8" w14:textId="77777777" w:rsidR="00810015" w:rsidRDefault="00810015" w:rsidP="00810015">
      <w:r>
        <w:t>163.2166</w:t>
      </w:r>
      <w:r>
        <w:tab/>
        <w:t>3.038e0</w:t>
      </w:r>
    </w:p>
    <w:p w14:paraId="4DE7726A" w14:textId="77777777" w:rsidR="00810015" w:rsidRDefault="00810015" w:rsidP="00810015">
      <w:r>
        <w:t>163.2269</w:t>
      </w:r>
      <w:r>
        <w:tab/>
        <w:t>5.063e0</w:t>
      </w:r>
    </w:p>
    <w:p w14:paraId="431D2CDE" w14:textId="77777777" w:rsidR="00810015" w:rsidRDefault="00810015" w:rsidP="00810015">
      <w:r>
        <w:t>163.2304</w:t>
      </w:r>
      <w:r>
        <w:tab/>
        <w:t>2.025e0</w:t>
      </w:r>
    </w:p>
    <w:p w14:paraId="514F0AC0" w14:textId="77777777" w:rsidR="00810015" w:rsidRDefault="00810015" w:rsidP="00810015">
      <w:r>
        <w:t>163.2392</w:t>
      </w:r>
      <w:r>
        <w:tab/>
        <w:t>4.051e0</w:t>
      </w:r>
    </w:p>
    <w:p w14:paraId="605C5A3D" w14:textId="77777777" w:rsidR="00810015" w:rsidRDefault="00810015" w:rsidP="00810015">
      <w:r>
        <w:t>163.2408</w:t>
      </w:r>
      <w:r>
        <w:tab/>
        <w:t>2.025e0</w:t>
      </w:r>
    </w:p>
    <w:p w14:paraId="51FEC4FA" w14:textId="77777777" w:rsidR="00810015" w:rsidRDefault="00810015" w:rsidP="00810015">
      <w:r>
        <w:t>163.2513</w:t>
      </w:r>
      <w:r>
        <w:tab/>
        <w:t>2.025e0</w:t>
      </w:r>
    </w:p>
    <w:p w14:paraId="35D79D76" w14:textId="77777777" w:rsidR="00810015" w:rsidRDefault="00810015" w:rsidP="00810015">
      <w:r>
        <w:t>163.2622</w:t>
      </w:r>
      <w:r>
        <w:tab/>
        <w:t>4.051e0</w:t>
      </w:r>
    </w:p>
    <w:p w14:paraId="2BC08E43" w14:textId="77777777" w:rsidR="00810015" w:rsidRDefault="00810015" w:rsidP="00810015">
      <w:r>
        <w:t>163.2754</w:t>
      </w:r>
      <w:r>
        <w:tab/>
        <w:t>2.158e0</w:t>
      </w:r>
    </w:p>
    <w:p w14:paraId="151E6461" w14:textId="77777777" w:rsidR="00810015" w:rsidRDefault="00810015" w:rsidP="00810015">
      <w:r>
        <w:t>163.2789</w:t>
      </w:r>
      <w:r>
        <w:tab/>
        <w:t>1.013e0</w:t>
      </w:r>
    </w:p>
    <w:p w14:paraId="49FD8E04" w14:textId="77777777" w:rsidR="00810015" w:rsidRDefault="00810015" w:rsidP="00810015">
      <w:r>
        <w:t>163.2839</w:t>
      </w:r>
      <w:r>
        <w:tab/>
        <w:t>2.025e0</w:t>
      </w:r>
    </w:p>
    <w:p w14:paraId="1F3E12CF" w14:textId="77777777" w:rsidR="00810015" w:rsidRDefault="00810015" w:rsidP="00810015">
      <w:r>
        <w:t>163.2970</w:t>
      </w:r>
      <w:r>
        <w:tab/>
        <w:t>2.025e0</w:t>
      </w:r>
    </w:p>
    <w:p w14:paraId="2B64637F" w14:textId="77777777" w:rsidR="00810015" w:rsidRDefault="00810015" w:rsidP="00810015">
      <w:r>
        <w:t>163.2988</w:t>
      </w:r>
      <w:r>
        <w:tab/>
        <w:t>4.051e0</w:t>
      </w:r>
    </w:p>
    <w:p w14:paraId="4549BFE0" w14:textId="77777777" w:rsidR="00810015" w:rsidRDefault="00810015" w:rsidP="00810015">
      <w:r>
        <w:t>163.3000</w:t>
      </w:r>
      <w:r>
        <w:tab/>
        <w:t>3.863e0</w:t>
      </w:r>
    </w:p>
    <w:p w14:paraId="3952CBD1" w14:textId="77777777" w:rsidR="00810015" w:rsidRDefault="00810015" w:rsidP="00810015">
      <w:r>
        <w:lastRenderedPageBreak/>
        <w:t>163.3052</w:t>
      </w:r>
      <w:r>
        <w:tab/>
        <w:t>3.038e0</w:t>
      </w:r>
    </w:p>
    <w:p w14:paraId="3861E9CB" w14:textId="77777777" w:rsidR="00810015" w:rsidRDefault="00810015" w:rsidP="00810015">
      <w:r>
        <w:t>163.3076</w:t>
      </w:r>
      <w:r>
        <w:tab/>
        <w:t>4.051e0</w:t>
      </w:r>
    </w:p>
    <w:p w14:paraId="1F52D48F" w14:textId="77777777" w:rsidR="00810015" w:rsidRDefault="00810015" w:rsidP="00810015">
      <w:r>
        <w:t>163.3232</w:t>
      </w:r>
      <w:r>
        <w:tab/>
        <w:t>6.076e0</w:t>
      </w:r>
    </w:p>
    <w:p w14:paraId="47B13430" w14:textId="77777777" w:rsidR="00810015" w:rsidRDefault="00810015" w:rsidP="00810015">
      <w:r>
        <w:t>163.3329</w:t>
      </w:r>
      <w:r>
        <w:tab/>
        <w:t>3.038e0</w:t>
      </w:r>
    </w:p>
    <w:p w14:paraId="742BDECA" w14:textId="77777777" w:rsidR="00810015" w:rsidRDefault="00810015" w:rsidP="00810015">
      <w:r>
        <w:t>163.3357</w:t>
      </w:r>
      <w:r>
        <w:tab/>
        <w:t>4.051e0</w:t>
      </w:r>
    </w:p>
    <w:p w14:paraId="520EE4EA" w14:textId="77777777" w:rsidR="00810015" w:rsidRDefault="00810015" w:rsidP="00810015">
      <w:r>
        <w:t>163.3522</w:t>
      </w:r>
      <w:r>
        <w:tab/>
        <w:t>3.038e0</w:t>
      </w:r>
    </w:p>
    <w:p w14:paraId="2070D6D3" w14:textId="77777777" w:rsidR="00810015" w:rsidRDefault="00810015" w:rsidP="00810015">
      <w:r>
        <w:t>163.3679</w:t>
      </w:r>
      <w:r>
        <w:tab/>
        <w:t>2.902e0</w:t>
      </w:r>
    </w:p>
    <w:p w14:paraId="23EE331F" w14:textId="77777777" w:rsidR="00810015" w:rsidRDefault="00810015" w:rsidP="00810015">
      <w:r>
        <w:t>163.3869</w:t>
      </w:r>
      <w:r>
        <w:tab/>
        <w:t>6.723e0</w:t>
      </w:r>
    </w:p>
    <w:p w14:paraId="042BF745" w14:textId="77777777" w:rsidR="00810015" w:rsidRDefault="00810015" w:rsidP="00810015">
      <w:r>
        <w:t>163.3882</w:t>
      </w:r>
      <w:r>
        <w:tab/>
        <w:t>4.051e0</w:t>
      </w:r>
    </w:p>
    <w:p w14:paraId="25B9BEBA" w14:textId="77777777" w:rsidR="00810015" w:rsidRDefault="00810015" w:rsidP="00810015">
      <w:r>
        <w:t>163.3939</w:t>
      </w:r>
      <w:r>
        <w:tab/>
        <w:t>5.484e0</w:t>
      </w:r>
    </w:p>
    <w:p w14:paraId="61D6A2EF" w14:textId="77777777" w:rsidR="00810015" w:rsidRDefault="00810015" w:rsidP="00810015">
      <w:r>
        <w:t>163.3997</w:t>
      </w:r>
      <w:r>
        <w:tab/>
        <w:t>3.356e0</w:t>
      </w:r>
    </w:p>
    <w:p w14:paraId="0235A1F7" w14:textId="77777777" w:rsidR="00810015" w:rsidRDefault="00810015" w:rsidP="00810015">
      <w:r>
        <w:t>163.4145</w:t>
      </w:r>
      <w:r>
        <w:tab/>
        <w:t>1.013e0</w:t>
      </w:r>
    </w:p>
    <w:p w14:paraId="5E932CDD" w14:textId="77777777" w:rsidR="00810015" w:rsidRDefault="00810015" w:rsidP="00810015">
      <w:r>
        <w:t>163.4182</w:t>
      </w:r>
      <w:r>
        <w:tab/>
        <w:t>4.051e0</w:t>
      </w:r>
    </w:p>
    <w:p w14:paraId="4F2CF39A" w14:textId="77777777" w:rsidR="00810015" w:rsidRDefault="00810015" w:rsidP="00810015">
      <w:r>
        <w:t>163.4197</w:t>
      </w:r>
      <w:r>
        <w:tab/>
        <w:t>2.663e0</w:t>
      </w:r>
    </w:p>
    <w:p w14:paraId="0A8A3935" w14:textId="77777777" w:rsidR="00810015" w:rsidRDefault="00810015" w:rsidP="00810015">
      <w:r>
        <w:t>163.4233</w:t>
      </w:r>
      <w:r>
        <w:tab/>
        <w:t>2.025e0</w:t>
      </w:r>
    </w:p>
    <w:p w14:paraId="73C16D0F" w14:textId="77777777" w:rsidR="00810015" w:rsidRDefault="00810015" w:rsidP="00810015">
      <w:r>
        <w:t>163.4376</w:t>
      </w:r>
      <w:r>
        <w:tab/>
        <w:t>3.904e0</w:t>
      </w:r>
    </w:p>
    <w:p w14:paraId="5E81CB3D" w14:textId="77777777" w:rsidR="00810015" w:rsidRDefault="00810015" w:rsidP="00810015">
      <w:r>
        <w:t>163.4446</w:t>
      </w:r>
      <w:r>
        <w:tab/>
        <w:t>1.013e0</w:t>
      </w:r>
    </w:p>
    <w:p w14:paraId="345EC77D" w14:textId="77777777" w:rsidR="00810015" w:rsidRDefault="00810015" w:rsidP="00810015">
      <w:r>
        <w:t>163.4546</w:t>
      </w:r>
      <w:r>
        <w:tab/>
        <w:t>5.063e0</w:t>
      </w:r>
    </w:p>
    <w:p w14:paraId="3317E891" w14:textId="77777777" w:rsidR="00810015" w:rsidRDefault="00810015" w:rsidP="00810015">
      <w:r>
        <w:t>163.4571</w:t>
      </w:r>
      <w:r>
        <w:tab/>
        <w:t>5.063e0</w:t>
      </w:r>
    </w:p>
    <w:p w14:paraId="3741DA91" w14:textId="77777777" w:rsidR="00810015" w:rsidRDefault="00810015" w:rsidP="00810015">
      <w:r>
        <w:lastRenderedPageBreak/>
        <w:t>163.4618</w:t>
      </w:r>
      <w:r>
        <w:tab/>
        <w:t>2.025e0</w:t>
      </w:r>
    </w:p>
    <w:p w14:paraId="746AC8FC" w14:textId="77777777" w:rsidR="00810015" w:rsidRDefault="00810015" w:rsidP="00810015">
      <w:r>
        <w:t>163.4738</w:t>
      </w:r>
      <w:r>
        <w:tab/>
        <w:t>2.025e0</w:t>
      </w:r>
    </w:p>
    <w:p w14:paraId="3FAD635C" w14:textId="77777777" w:rsidR="00810015" w:rsidRDefault="00810015" w:rsidP="00810015">
      <w:r>
        <w:t>163.4773</w:t>
      </w:r>
      <w:r>
        <w:tab/>
        <w:t>2.025e0</w:t>
      </w:r>
    </w:p>
    <w:p w14:paraId="79C984FA" w14:textId="77777777" w:rsidR="00810015" w:rsidRDefault="00810015" w:rsidP="00810015">
      <w:r>
        <w:t>163.4807</w:t>
      </w:r>
      <w:r>
        <w:tab/>
        <w:t>2.025e0</w:t>
      </w:r>
    </w:p>
    <w:p w14:paraId="42FF72BE" w14:textId="77777777" w:rsidR="00810015" w:rsidRDefault="00810015" w:rsidP="00810015">
      <w:r>
        <w:t>163.4951</w:t>
      </w:r>
      <w:r>
        <w:tab/>
        <w:t>2.025e0</w:t>
      </w:r>
    </w:p>
    <w:p w14:paraId="5CE1A9AE" w14:textId="77777777" w:rsidR="00810015" w:rsidRDefault="00810015" w:rsidP="00810015">
      <w:r>
        <w:t>163.5001</w:t>
      </w:r>
      <w:r>
        <w:tab/>
        <w:t>1.186e1</w:t>
      </w:r>
    </w:p>
    <w:p w14:paraId="58375D10" w14:textId="77777777" w:rsidR="00810015" w:rsidRDefault="00810015" w:rsidP="00810015">
      <w:r>
        <w:t>163.5055</w:t>
      </w:r>
      <w:r>
        <w:tab/>
        <w:t>4.051e0</w:t>
      </w:r>
    </w:p>
    <w:p w14:paraId="5EFA1B62" w14:textId="77777777" w:rsidR="00810015" w:rsidRDefault="00810015" w:rsidP="00810015">
      <w:r>
        <w:t>163.5208</w:t>
      </w:r>
      <w:r>
        <w:tab/>
        <w:t>3.038e0</w:t>
      </w:r>
    </w:p>
    <w:p w14:paraId="3BF96002" w14:textId="77777777" w:rsidR="00810015" w:rsidRDefault="00810015" w:rsidP="00810015">
      <w:r>
        <w:t>163.5218</w:t>
      </w:r>
      <w:r>
        <w:tab/>
        <w:t>3.038e0</w:t>
      </w:r>
    </w:p>
    <w:p w14:paraId="68E50BA9" w14:textId="77777777" w:rsidR="00810015" w:rsidRDefault="00810015" w:rsidP="00810015">
      <w:r>
        <w:t>163.5366</w:t>
      </w:r>
      <w:r>
        <w:tab/>
        <w:t>2.025e0</w:t>
      </w:r>
    </w:p>
    <w:p w14:paraId="35FD318E" w14:textId="77777777" w:rsidR="00810015" w:rsidRDefault="00810015" w:rsidP="00810015">
      <w:r>
        <w:t>163.5395</w:t>
      </w:r>
      <w:r>
        <w:tab/>
        <w:t>4.051e0</w:t>
      </w:r>
    </w:p>
    <w:p w14:paraId="4D62E249" w14:textId="77777777" w:rsidR="00810015" w:rsidRDefault="00810015" w:rsidP="00810015">
      <w:r>
        <w:t>163.5435</w:t>
      </w:r>
      <w:r>
        <w:tab/>
        <w:t>2.025e0</w:t>
      </w:r>
    </w:p>
    <w:p w14:paraId="658FF238" w14:textId="77777777" w:rsidR="00810015" w:rsidRDefault="00810015" w:rsidP="00810015">
      <w:r>
        <w:t>163.5452</w:t>
      </w:r>
      <w:r>
        <w:tab/>
        <w:t>2.025e0</w:t>
      </w:r>
    </w:p>
    <w:p w14:paraId="5E4C372B" w14:textId="77777777" w:rsidR="00810015" w:rsidRDefault="00810015" w:rsidP="00810015">
      <w:r>
        <w:t>163.5544</w:t>
      </w:r>
      <w:r>
        <w:tab/>
        <w:t>6.076e0</w:t>
      </w:r>
    </w:p>
    <w:p w14:paraId="2CED4AE2" w14:textId="77777777" w:rsidR="00810015" w:rsidRDefault="00810015" w:rsidP="00810015">
      <w:r>
        <w:t>163.5630</w:t>
      </w:r>
      <w:r>
        <w:tab/>
        <w:t>8.101e0</w:t>
      </w:r>
    </w:p>
    <w:p w14:paraId="265E86E9" w14:textId="77777777" w:rsidR="00810015" w:rsidRDefault="00810015" w:rsidP="00810015">
      <w:r>
        <w:t>163.5686</w:t>
      </w:r>
      <w:r>
        <w:tab/>
        <w:t>3.038e0</w:t>
      </w:r>
    </w:p>
    <w:p w14:paraId="136A6513" w14:textId="77777777" w:rsidR="00810015" w:rsidRDefault="00810015" w:rsidP="00810015">
      <w:r>
        <w:t>163.5716</w:t>
      </w:r>
      <w:r>
        <w:tab/>
        <w:t>4.051e0</w:t>
      </w:r>
    </w:p>
    <w:p w14:paraId="73B447DD" w14:textId="77777777" w:rsidR="00810015" w:rsidRDefault="00810015" w:rsidP="00810015">
      <w:r>
        <w:t>163.5800</w:t>
      </w:r>
      <w:r>
        <w:tab/>
        <w:t>4.051e0</w:t>
      </w:r>
    </w:p>
    <w:p w14:paraId="6635F1CD" w14:textId="77777777" w:rsidR="00810015" w:rsidRDefault="00810015" w:rsidP="00810015">
      <w:r>
        <w:t>163.5887</w:t>
      </w:r>
      <w:r>
        <w:tab/>
        <w:t>5.063e0</w:t>
      </w:r>
    </w:p>
    <w:p w14:paraId="3E8A43E1" w14:textId="77777777" w:rsidR="00810015" w:rsidRDefault="00810015" w:rsidP="00810015">
      <w:r>
        <w:lastRenderedPageBreak/>
        <w:t>163.6045</w:t>
      </w:r>
      <w:r>
        <w:tab/>
        <w:t>1.013e0</w:t>
      </w:r>
    </w:p>
    <w:p w14:paraId="595AD29F" w14:textId="77777777" w:rsidR="00810015" w:rsidRDefault="00810015" w:rsidP="00810015">
      <w:r>
        <w:t>163.6061</w:t>
      </w:r>
      <w:r>
        <w:tab/>
        <w:t>3.038e0</w:t>
      </w:r>
    </w:p>
    <w:p w14:paraId="0C4F0D55" w14:textId="77777777" w:rsidR="00810015" w:rsidRDefault="00810015" w:rsidP="00810015">
      <w:r>
        <w:t>163.6134</w:t>
      </w:r>
      <w:r>
        <w:tab/>
        <w:t>5.063e0</w:t>
      </w:r>
    </w:p>
    <w:p w14:paraId="4FBF3B1D" w14:textId="77777777" w:rsidR="00810015" w:rsidRDefault="00810015" w:rsidP="00810015">
      <w:r>
        <w:t>163.6217</w:t>
      </w:r>
      <w:r>
        <w:tab/>
        <w:t>4.051e0</w:t>
      </w:r>
    </w:p>
    <w:p w14:paraId="764B9B14" w14:textId="77777777" w:rsidR="00810015" w:rsidRDefault="00810015" w:rsidP="00810015">
      <w:r>
        <w:t>163.6320</w:t>
      </w:r>
      <w:r>
        <w:tab/>
        <w:t>1.013e0</w:t>
      </w:r>
    </w:p>
    <w:p w14:paraId="4D893C69" w14:textId="77777777" w:rsidR="00810015" w:rsidRDefault="00810015" w:rsidP="00810015">
      <w:r>
        <w:t>163.6425</w:t>
      </w:r>
      <w:r>
        <w:tab/>
        <w:t>2.025e0</w:t>
      </w:r>
    </w:p>
    <w:p w14:paraId="24DF6296" w14:textId="77777777" w:rsidR="00810015" w:rsidRDefault="00810015" w:rsidP="00810015">
      <w:r>
        <w:t>163.6462</w:t>
      </w:r>
      <w:r>
        <w:tab/>
        <w:t>5.063e0</w:t>
      </w:r>
    </w:p>
    <w:p w14:paraId="28D5D130" w14:textId="77777777" w:rsidR="00810015" w:rsidRDefault="00810015" w:rsidP="00810015">
      <w:r>
        <w:t>163.6507</w:t>
      </w:r>
      <w:r>
        <w:tab/>
        <w:t>4.051e0</w:t>
      </w:r>
    </w:p>
    <w:p w14:paraId="2DC6D6DC" w14:textId="77777777" w:rsidR="00810015" w:rsidRDefault="00810015" w:rsidP="00810015">
      <w:r>
        <w:t>163.6587</w:t>
      </w:r>
      <w:r>
        <w:tab/>
        <w:t>2.025e0</w:t>
      </w:r>
    </w:p>
    <w:p w14:paraId="402D8725" w14:textId="77777777" w:rsidR="00810015" w:rsidRDefault="00810015" w:rsidP="00810015">
      <w:r>
        <w:t>163.6833</w:t>
      </w:r>
      <w:r>
        <w:tab/>
        <w:t>2.025e0</w:t>
      </w:r>
    </w:p>
    <w:p w14:paraId="2DA66C63" w14:textId="77777777" w:rsidR="00810015" w:rsidRDefault="00810015" w:rsidP="00810015">
      <w:r>
        <w:t>163.6861</w:t>
      </w:r>
      <w:r>
        <w:tab/>
        <w:t>6.076e0</w:t>
      </w:r>
    </w:p>
    <w:p w14:paraId="6498D28D" w14:textId="77777777" w:rsidR="00810015" w:rsidRDefault="00810015" w:rsidP="00810015">
      <w:r>
        <w:t>163.6897</w:t>
      </w:r>
      <w:r>
        <w:tab/>
        <w:t>2.025e0</w:t>
      </w:r>
    </w:p>
    <w:p w14:paraId="55D25B17" w14:textId="77777777" w:rsidR="00810015" w:rsidRDefault="00810015" w:rsidP="00810015">
      <w:r>
        <w:t>163.6971</w:t>
      </w:r>
      <w:r>
        <w:tab/>
        <w:t>4.051e0</w:t>
      </w:r>
    </w:p>
    <w:p w14:paraId="01FD6277" w14:textId="77777777" w:rsidR="00810015" w:rsidRDefault="00810015" w:rsidP="00810015">
      <w:r>
        <w:t>163.7026</w:t>
      </w:r>
      <w:r>
        <w:tab/>
        <w:t>3.038e0</w:t>
      </w:r>
    </w:p>
    <w:p w14:paraId="70B7324A" w14:textId="77777777" w:rsidR="00810015" w:rsidRDefault="00810015" w:rsidP="00810015">
      <w:r>
        <w:t>163.7086</w:t>
      </w:r>
      <w:r>
        <w:tab/>
        <w:t>2.025e0</w:t>
      </w:r>
    </w:p>
    <w:p w14:paraId="3F113087" w14:textId="77777777" w:rsidR="00810015" w:rsidRDefault="00810015" w:rsidP="00810015">
      <w:r>
        <w:t>163.7117</w:t>
      </w:r>
      <w:r>
        <w:tab/>
        <w:t>5.063e0</w:t>
      </w:r>
    </w:p>
    <w:p w14:paraId="117F8E53" w14:textId="77777777" w:rsidR="00810015" w:rsidRDefault="00810015" w:rsidP="00810015">
      <w:r>
        <w:t>163.7189</w:t>
      </w:r>
      <w:r>
        <w:tab/>
        <w:t>2.025e0</w:t>
      </w:r>
    </w:p>
    <w:p w14:paraId="6583D37A" w14:textId="77777777" w:rsidR="00810015" w:rsidRDefault="00810015" w:rsidP="00810015">
      <w:r>
        <w:t>163.7402</w:t>
      </w:r>
      <w:r>
        <w:tab/>
        <w:t>1.013e0</w:t>
      </w:r>
    </w:p>
    <w:p w14:paraId="0D54DA8C" w14:textId="77777777" w:rsidR="00810015" w:rsidRDefault="00810015" w:rsidP="00810015">
      <w:r>
        <w:t>163.7443</w:t>
      </w:r>
      <w:r>
        <w:tab/>
        <w:t>3.096e0</w:t>
      </w:r>
    </w:p>
    <w:p w14:paraId="0B50DD91" w14:textId="77777777" w:rsidR="00810015" w:rsidRDefault="00810015" w:rsidP="00810015">
      <w:r>
        <w:lastRenderedPageBreak/>
        <w:t>163.7558</w:t>
      </w:r>
      <w:r>
        <w:tab/>
        <w:t>3.038e0</w:t>
      </w:r>
    </w:p>
    <w:p w14:paraId="3850B9B3" w14:textId="77777777" w:rsidR="00810015" w:rsidRDefault="00810015" w:rsidP="00810015">
      <w:r>
        <w:t>163.7599</w:t>
      </w:r>
      <w:r>
        <w:tab/>
        <w:t>4.051e0</w:t>
      </w:r>
    </w:p>
    <w:p w14:paraId="0BF0E072" w14:textId="77777777" w:rsidR="00810015" w:rsidRDefault="00810015" w:rsidP="00810015">
      <w:r>
        <w:t>163.7679</w:t>
      </w:r>
      <w:r>
        <w:tab/>
        <w:t>1.013e0</w:t>
      </w:r>
    </w:p>
    <w:p w14:paraId="32DF35C7" w14:textId="77777777" w:rsidR="00810015" w:rsidRDefault="00810015" w:rsidP="00810015">
      <w:r>
        <w:t>163.7783</w:t>
      </w:r>
      <w:r>
        <w:tab/>
        <w:t>3.038e0</w:t>
      </w:r>
    </w:p>
    <w:p w14:paraId="381EEE42" w14:textId="77777777" w:rsidR="00810015" w:rsidRDefault="00810015" w:rsidP="00810015">
      <w:r>
        <w:t>163.7852</w:t>
      </w:r>
      <w:r>
        <w:tab/>
        <w:t>1.013e0</w:t>
      </w:r>
    </w:p>
    <w:p w14:paraId="15A72116" w14:textId="77777777" w:rsidR="00810015" w:rsidRDefault="00810015" w:rsidP="00810015">
      <w:r>
        <w:t>163.7890</w:t>
      </w:r>
      <w:r>
        <w:tab/>
        <w:t>4.051e0</w:t>
      </w:r>
    </w:p>
    <w:p w14:paraId="47AD0AEE" w14:textId="77777777" w:rsidR="00810015" w:rsidRDefault="00810015" w:rsidP="00810015">
      <w:r>
        <w:t>163.8010</w:t>
      </w:r>
      <w:r>
        <w:tab/>
        <w:t>2.915e0</w:t>
      </w:r>
    </w:p>
    <w:p w14:paraId="5489204E" w14:textId="77777777" w:rsidR="00810015" w:rsidRDefault="00810015" w:rsidP="00810015">
      <w:r>
        <w:t>163.8051</w:t>
      </w:r>
      <w:r>
        <w:tab/>
        <w:t>1.013e0</w:t>
      </w:r>
    </w:p>
    <w:p w14:paraId="2BA933FE" w14:textId="77777777" w:rsidR="00810015" w:rsidRDefault="00810015" w:rsidP="00810015">
      <w:r>
        <w:t>163.8096</w:t>
      </w:r>
      <w:r>
        <w:tab/>
        <w:t>3.038e0</w:t>
      </w:r>
    </w:p>
    <w:p w14:paraId="153C6115" w14:textId="77777777" w:rsidR="00810015" w:rsidRDefault="00810015" w:rsidP="00810015">
      <w:r>
        <w:t>163.8246</w:t>
      </w:r>
      <w:r>
        <w:tab/>
        <w:t>3.038e0</w:t>
      </w:r>
    </w:p>
    <w:p w14:paraId="486512E2" w14:textId="77777777" w:rsidR="00810015" w:rsidRDefault="00810015" w:rsidP="00810015">
      <w:r>
        <w:t>163.8287</w:t>
      </w:r>
      <w:r>
        <w:tab/>
        <w:t>6.076e0</w:t>
      </w:r>
    </w:p>
    <w:p w14:paraId="6892410A" w14:textId="77777777" w:rsidR="00810015" w:rsidRDefault="00810015" w:rsidP="00810015">
      <w:r>
        <w:t>163.8302</w:t>
      </w:r>
      <w:r>
        <w:tab/>
        <w:t>4.051e0</w:t>
      </w:r>
    </w:p>
    <w:p w14:paraId="4DD60DC6" w14:textId="77777777" w:rsidR="00810015" w:rsidRDefault="00810015" w:rsidP="00810015">
      <w:r>
        <w:t>163.8359</w:t>
      </w:r>
      <w:r>
        <w:tab/>
        <w:t>3.038e0</w:t>
      </w:r>
    </w:p>
    <w:p w14:paraId="27DB4969" w14:textId="77777777" w:rsidR="00810015" w:rsidRDefault="00810015" w:rsidP="00810015">
      <w:r>
        <w:t>163.8470</w:t>
      </w:r>
      <w:r>
        <w:tab/>
        <w:t>3.520e0</w:t>
      </w:r>
    </w:p>
    <w:p w14:paraId="229C0AE0" w14:textId="77777777" w:rsidR="00810015" w:rsidRDefault="00810015" w:rsidP="00810015">
      <w:r>
        <w:t>163.8506</w:t>
      </w:r>
      <w:r>
        <w:tab/>
        <w:t>3.038e0</w:t>
      </w:r>
    </w:p>
    <w:p w14:paraId="575A0306" w14:textId="77777777" w:rsidR="00810015" w:rsidRDefault="00810015" w:rsidP="00810015">
      <w:r>
        <w:t>163.8530</w:t>
      </w:r>
      <w:r>
        <w:tab/>
        <w:t>1.629e0</w:t>
      </w:r>
    </w:p>
    <w:p w14:paraId="3332DA3E" w14:textId="77777777" w:rsidR="00810015" w:rsidRDefault="00810015" w:rsidP="00810015">
      <w:r>
        <w:t>163.8698</w:t>
      </w:r>
      <w:r>
        <w:tab/>
        <w:t>4.051e0</w:t>
      </w:r>
    </w:p>
    <w:p w14:paraId="40EB46ED" w14:textId="77777777" w:rsidR="00810015" w:rsidRDefault="00810015" w:rsidP="00810015">
      <w:r>
        <w:t>163.8793</w:t>
      </w:r>
      <w:r>
        <w:tab/>
        <w:t>4.051e0</w:t>
      </w:r>
    </w:p>
    <w:p w14:paraId="1D0CDA1A" w14:textId="77777777" w:rsidR="00810015" w:rsidRDefault="00810015" w:rsidP="00810015">
      <w:r>
        <w:t>163.8838</w:t>
      </w:r>
      <w:r>
        <w:tab/>
        <w:t>1.289e1</w:t>
      </w:r>
    </w:p>
    <w:p w14:paraId="1117CF6C" w14:textId="77777777" w:rsidR="00810015" w:rsidRDefault="00810015" w:rsidP="00810015">
      <w:r>
        <w:lastRenderedPageBreak/>
        <w:t>163.9004</w:t>
      </w:r>
      <w:r>
        <w:tab/>
        <w:t>1.013e0</w:t>
      </w:r>
    </w:p>
    <w:p w14:paraId="597D09A5" w14:textId="77777777" w:rsidR="00810015" w:rsidRDefault="00810015" w:rsidP="00810015">
      <w:r>
        <w:t>163.9079</w:t>
      </w:r>
      <w:r>
        <w:tab/>
        <w:t>1.013e0</w:t>
      </w:r>
    </w:p>
    <w:p w14:paraId="2CE7ED9D" w14:textId="77777777" w:rsidR="00810015" w:rsidRDefault="00810015" w:rsidP="00810015">
      <w:r>
        <w:t>163.9151</w:t>
      </w:r>
      <w:r>
        <w:tab/>
        <w:t>3.038e0</w:t>
      </w:r>
    </w:p>
    <w:p w14:paraId="58935E60" w14:textId="77777777" w:rsidR="00810015" w:rsidRDefault="00810015" w:rsidP="00810015">
      <w:r>
        <w:t>163.9245</w:t>
      </w:r>
      <w:r>
        <w:tab/>
        <w:t>1.013e0</w:t>
      </w:r>
    </w:p>
    <w:p w14:paraId="28986783" w14:textId="77777777" w:rsidR="00810015" w:rsidRDefault="00810015" w:rsidP="00810015">
      <w:r>
        <w:t>163.9297</w:t>
      </w:r>
      <w:r>
        <w:tab/>
        <w:t>2.025e0</w:t>
      </w:r>
    </w:p>
    <w:p w14:paraId="79C7CFDF" w14:textId="77777777" w:rsidR="00810015" w:rsidRDefault="00810015" w:rsidP="00810015">
      <w:r>
        <w:t>163.9433</w:t>
      </w:r>
      <w:r>
        <w:tab/>
        <w:t>2.025e0</w:t>
      </w:r>
    </w:p>
    <w:p w14:paraId="017EA290" w14:textId="77777777" w:rsidR="00810015" w:rsidRDefault="00810015" w:rsidP="00810015">
      <w:r>
        <w:t>163.9514</w:t>
      </w:r>
      <w:r>
        <w:tab/>
        <w:t>1.013e0</w:t>
      </w:r>
    </w:p>
    <w:p w14:paraId="722F2E39" w14:textId="77777777" w:rsidR="00810015" w:rsidRDefault="00810015" w:rsidP="00810015">
      <w:r>
        <w:t>163.9553</w:t>
      </w:r>
      <w:r>
        <w:tab/>
        <w:t>2.025e0</w:t>
      </w:r>
    </w:p>
    <w:p w14:paraId="170D3E97" w14:textId="77777777" w:rsidR="00810015" w:rsidRDefault="00810015" w:rsidP="00810015">
      <w:r>
        <w:t>163.9578</w:t>
      </w:r>
      <w:r>
        <w:tab/>
        <w:t>2.025e0</w:t>
      </w:r>
    </w:p>
    <w:p w14:paraId="7226EBDD" w14:textId="77777777" w:rsidR="00810015" w:rsidRDefault="00810015" w:rsidP="00810015">
      <w:r>
        <w:t>163.9662</w:t>
      </w:r>
      <w:r>
        <w:tab/>
        <w:t>7.089e0</w:t>
      </w:r>
    </w:p>
    <w:p w14:paraId="5A33624A" w14:textId="77777777" w:rsidR="00810015" w:rsidRDefault="00810015" w:rsidP="00810015">
      <w:r>
        <w:t>163.9822</w:t>
      </w:r>
      <w:r>
        <w:tab/>
        <w:t>1.013e0</w:t>
      </w:r>
    </w:p>
    <w:p w14:paraId="004E8508" w14:textId="77777777" w:rsidR="00810015" w:rsidRDefault="00810015" w:rsidP="00810015">
      <w:r>
        <w:t>163.9978</w:t>
      </w:r>
      <w:r>
        <w:tab/>
        <w:t>3.038e0</w:t>
      </w:r>
    </w:p>
    <w:p w14:paraId="5F5236B5" w14:textId="77777777" w:rsidR="00810015" w:rsidRDefault="00810015" w:rsidP="00810015">
      <w:r>
        <w:t>164.0088</w:t>
      </w:r>
      <w:r>
        <w:tab/>
        <w:t>2.025e0</w:t>
      </w:r>
    </w:p>
    <w:p w14:paraId="70099D70" w14:textId="77777777" w:rsidR="00810015" w:rsidRDefault="00810015" w:rsidP="00810015">
      <w:r>
        <w:t>164.0133</w:t>
      </w:r>
      <w:r>
        <w:tab/>
        <w:t>1.013e0</w:t>
      </w:r>
    </w:p>
    <w:p w14:paraId="3BE9B831" w14:textId="77777777" w:rsidR="00810015" w:rsidRDefault="00810015" w:rsidP="00810015">
      <w:r>
        <w:t>164.0144</w:t>
      </w:r>
      <w:r>
        <w:tab/>
        <w:t>3.038e0</w:t>
      </w:r>
    </w:p>
    <w:p w14:paraId="104BF5DD" w14:textId="77777777" w:rsidR="00810015" w:rsidRDefault="00810015" w:rsidP="00810015">
      <w:r>
        <w:t>164.0215</w:t>
      </w:r>
      <w:r>
        <w:tab/>
        <w:t>2.025e0</w:t>
      </w:r>
    </w:p>
    <w:p w14:paraId="4D23CC64" w14:textId="77777777" w:rsidR="00810015" w:rsidRDefault="00810015" w:rsidP="00810015">
      <w:r>
        <w:t>164.0236</w:t>
      </w:r>
      <w:r>
        <w:tab/>
        <w:t>1.013e0</w:t>
      </w:r>
    </w:p>
    <w:p w14:paraId="7164FF80" w14:textId="77777777" w:rsidR="00810015" w:rsidRDefault="00810015" w:rsidP="00810015">
      <w:r>
        <w:t>164.0432</w:t>
      </w:r>
      <w:r>
        <w:tab/>
        <w:t>1.013e0</w:t>
      </w:r>
    </w:p>
    <w:p w14:paraId="4AAAD646" w14:textId="77777777" w:rsidR="00810015" w:rsidRDefault="00810015" w:rsidP="00810015">
      <w:r>
        <w:t>164.0525</w:t>
      </w:r>
      <w:r>
        <w:tab/>
        <w:t>8.101e0</w:t>
      </w:r>
    </w:p>
    <w:p w14:paraId="16EB102D" w14:textId="77777777" w:rsidR="00810015" w:rsidRDefault="00810015" w:rsidP="00810015">
      <w:r>
        <w:lastRenderedPageBreak/>
        <w:t>164.0820</w:t>
      </w:r>
      <w:r>
        <w:tab/>
        <w:t>7.481e1</w:t>
      </w:r>
    </w:p>
    <w:p w14:paraId="52D85288" w14:textId="77777777" w:rsidR="00810015" w:rsidRDefault="00810015" w:rsidP="00810015">
      <w:r>
        <w:t>164.0834</w:t>
      </w:r>
      <w:r>
        <w:tab/>
        <w:t>2.935e2</w:t>
      </w:r>
    </w:p>
    <w:p w14:paraId="4FE3107C" w14:textId="77777777" w:rsidR="00810015" w:rsidRDefault="00810015" w:rsidP="00810015">
      <w:r>
        <w:t>164.1256</w:t>
      </w:r>
      <w:r>
        <w:tab/>
        <w:t>4.051e0</w:t>
      </w:r>
    </w:p>
    <w:p w14:paraId="54FC4029" w14:textId="77777777" w:rsidR="00810015" w:rsidRDefault="00810015" w:rsidP="00810015">
      <w:r>
        <w:t>164.1268</w:t>
      </w:r>
      <w:r>
        <w:tab/>
        <w:t>5.428e0</w:t>
      </w:r>
    </w:p>
    <w:p w14:paraId="6C3639F0" w14:textId="77777777" w:rsidR="00810015" w:rsidRDefault="00810015" w:rsidP="00810015">
      <w:r>
        <w:t>164.1293</w:t>
      </w:r>
      <w:r>
        <w:tab/>
        <w:t>2.617e0</w:t>
      </w:r>
    </w:p>
    <w:p w14:paraId="77598C3E" w14:textId="77777777" w:rsidR="00810015" w:rsidRDefault="00810015" w:rsidP="00810015">
      <w:r>
        <w:t>164.1441</w:t>
      </w:r>
      <w:r>
        <w:tab/>
        <w:t>2.845e0</w:t>
      </w:r>
    </w:p>
    <w:p w14:paraId="416621A2" w14:textId="77777777" w:rsidR="00810015" w:rsidRDefault="00810015" w:rsidP="00810015">
      <w:r>
        <w:t>164.1481</w:t>
      </w:r>
      <w:r>
        <w:tab/>
        <w:t>2.204e0</w:t>
      </w:r>
    </w:p>
    <w:p w14:paraId="0625081D" w14:textId="77777777" w:rsidR="00810015" w:rsidRDefault="00810015" w:rsidP="00810015">
      <w:r>
        <w:t>164.1492</w:t>
      </w:r>
      <w:r>
        <w:tab/>
        <w:t>6.076e0</w:t>
      </w:r>
    </w:p>
    <w:p w14:paraId="55B50638" w14:textId="77777777" w:rsidR="00810015" w:rsidRDefault="00810015" w:rsidP="00810015">
      <w:r>
        <w:t>164.1735</w:t>
      </w:r>
      <w:r>
        <w:tab/>
        <w:t>5.063e0</w:t>
      </w:r>
    </w:p>
    <w:p w14:paraId="1CBC6957" w14:textId="77777777" w:rsidR="00810015" w:rsidRDefault="00810015" w:rsidP="00810015">
      <w:r>
        <w:t>164.1773</w:t>
      </w:r>
      <w:r>
        <w:tab/>
        <w:t>3.038e0</w:t>
      </w:r>
    </w:p>
    <w:p w14:paraId="0321DDAA" w14:textId="77777777" w:rsidR="00810015" w:rsidRDefault="00810015" w:rsidP="00810015">
      <w:r>
        <w:t>164.1869</w:t>
      </w:r>
      <w:r>
        <w:tab/>
        <w:t>4.051e0</w:t>
      </w:r>
    </w:p>
    <w:p w14:paraId="454178EE" w14:textId="77777777" w:rsidR="00810015" w:rsidRDefault="00810015" w:rsidP="00810015">
      <w:r>
        <w:t>164.1956</w:t>
      </w:r>
      <w:r>
        <w:tab/>
        <w:t>3.038e0</w:t>
      </w:r>
    </w:p>
    <w:p w14:paraId="7BC928D0" w14:textId="77777777" w:rsidR="00810015" w:rsidRDefault="00810015" w:rsidP="00810015">
      <w:r>
        <w:t>164.1969</w:t>
      </w:r>
      <w:r>
        <w:tab/>
        <w:t>4.051e0</w:t>
      </w:r>
    </w:p>
    <w:p w14:paraId="6F2FA90C" w14:textId="77777777" w:rsidR="00810015" w:rsidRDefault="00810015" w:rsidP="00810015">
      <w:r>
        <w:t>164.2078</w:t>
      </w:r>
      <w:r>
        <w:tab/>
        <w:t>3.038e0</w:t>
      </w:r>
    </w:p>
    <w:p w14:paraId="12752A5F" w14:textId="77777777" w:rsidR="00810015" w:rsidRDefault="00810015" w:rsidP="00810015">
      <w:r>
        <w:t>164.2094</w:t>
      </w:r>
      <w:r>
        <w:tab/>
        <w:t>4.051e0</w:t>
      </w:r>
    </w:p>
    <w:p w14:paraId="33E73F7A" w14:textId="77777777" w:rsidR="00810015" w:rsidRDefault="00810015" w:rsidP="00810015">
      <w:r>
        <w:t>164.2123</w:t>
      </w:r>
      <w:r>
        <w:tab/>
        <w:t>5.063e0</w:t>
      </w:r>
    </w:p>
    <w:p w14:paraId="497AF14E" w14:textId="77777777" w:rsidR="00810015" w:rsidRDefault="00810015" w:rsidP="00810015">
      <w:r>
        <w:t>164.2221</w:t>
      </w:r>
      <w:r>
        <w:tab/>
        <w:t>2.597e0</w:t>
      </w:r>
    </w:p>
    <w:p w14:paraId="0C8809D7" w14:textId="77777777" w:rsidR="00810015" w:rsidRDefault="00810015" w:rsidP="00810015">
      <w:r>
        <w:t>164.2346</w:t>
      </w:r>
      <w:r>
        <w:tab/>
        <w:t>1.013e0</w:t>
      </w:r>
    </w:p>
    <w:p w14:paraId="59EE420A" w14:textId="77777777" w:rsidR="00810015" w:rsidRDefault="00810015" w:rsidP="00810015">
      <w:r>
        <w:t>164.2364</w:t>
      </w:r>
      <w:r>
        <w:tab/>
        <w:t>2.773e0</w:t>
      </w:r>
    </w:p>
    <w:p w14:paraId="246857AB" w14:textId="77777777" w:rsidR="00810015" w:rsidRDefault="00810015" w:rsidP="00810015">
      <w:r>
        <w:lastRenderedPageBreak/>
        <w:t>164.2461</w:t>
      </w:r>
      <w:r>
        <w:tab/>
        <w:t>2.025e0</w:t>
      </w:r>
    </w:p>
    <w:p w14:paraId="51F81363" w14:textId="77777777" w:rsidR="00810015" w:rsidRDefault="00810015" w:rsidP="00810015">
      <w:r>
        <w:t>164.2562</w:t>
      </w:r>
      <w:r>
        <w:tab/>
        <w:t>2.025e0</w:t>
      </w:r>
    </w:p>
    <w:p w14:paraId="350C95C2" w14:textId="77777777" w:rsidR="00810015" w:rsidRDefault="00810015" w:rsidP="00810015">
      <w:r>
        <w:t>164.2610</w:t>
      </w:r>
      <w:r>
        <w:tab/>
        <w:t>1.013e0</w:t>
      </w:r>
    </w:p>
    <w:p w14:paraId="3ED9F052" w14:textId="77777777" w:rsidR="00810015" w:rsidRDefault="00810015" w:rsidP="00810015">
      <w:r>
        <w:t>164.2709</w:t>
      </w:r>
      <w:r>
        <w:tab/>
        <w:t>4.051e0</w:t>
      </w:r>
    </w:p>
    <w:p w14:paraId="49E54025" w14:textId="77777777" w:rsidR="00810015" w:rsidRDefault="00810015" w:rsidP="00810015">
      <w:r>
        <w:t>164.2731</w:t>
      </w:r>
      <w:r>
        <w:tab/>
        <w:t>6.076e0</w:t>
      </w:r>
    </w:p>
    <w:p w14:paraId="7ADABAC8" w14:textId="77777777" w:rsidR="00810015" w:rsidRDefault="00810015" w:rsidP="00810015">
      <w:r>
        <w:t>164.2784</w:t>
      </w:r>
      <w:r>
        <w:tab/>
        <w:t>1.013e0</w:t>
      </w:r>
    </w:p>
    <w:p w14:paraId="343C87B6" w14:textId="77777777" w:rsidR="00810015" w:rsidRDefault="00810015" w:rsidP="00810015">
      <w:r>
        <w:t>164.2853</w:t>
      </w:r>
      <w:r>
        <w:tab/>
        <w:t>2.025e0</w:t>
      </w:r>
    </w:p>
    <w:p w14:paraId="112F311A" w14:textId="77777777" w:rsidR="00810015" w:rsidRDefault="00810015" w:rsidP="00810015">
      <w:r>
        <w:t>164.2962</w:t>
      </w:r>
      <w:r>
        <w:tab/>
        <w:t>1.013e0</w:t>
      </w:r>
    </w:p>
    <w:p w14:paraId="5A7B8012" w14:textId="77777777" w:rsidR="00810015" w:rsidRDefault="00810015" w:rsidP="00810015">
      <w:r>
        <w:t>164.3044</w:t>
      </w:r>
      <w:r>
        <w:tab/>
        <w:t>2.025e0</w:t>
      </w:r>
    </w:p>
    <w:p w14:paraId="4EED1345" w14:textId="77777777" w:rsidR="00810015" w:rsidRDefault="00810015" w:rsidP="00810015">
      <w:r>
        <w:t>164.3138</w:t>
      </w:r>
      <w:r>
        <w:tab/>
        <w:t>3.038e0</w:t>
      </w:r>
    </w:p>
    <w:p w14:paraId="78092B02" w14:textId="77777777" w:rsidR="00810015" w:rsidRDefault="00810015" w:rsidP="00810015">
      <w:r>
        <w:t>164.3174</w:t>
      </w:r>
      <w:r>
        <w:tab/>
        <w:t>5.063e0</w:t>
      </w:r>
    </w:p>
    <w:p w14:paraId="12C3EFFA" w14:textId="77777777" w:rsidR="00810015" w:rsidRDefault="00810015" w:rsidP="00810015">
      <w:r>
        <w:t>164.3265</w:t>
      </w:r>
      <w:r>
        <w:tab/>
        <w:t>3.038e0</w:t>
      </w:r>
    </w:p>
    <w:p w14:paraId="01DA143A" w14:textId="77777777" w:rsidR="00810015" w:rsidRDefault="00810015" w:rsidP="00810015">
      <w:r>
        <w:t>164.3359</w:t>
      </w:r>
      <w:r>
        <w:tab/>
        <w:t>2.025e0</w:t>
      </w:r>
    </w:p>
    <w:p w14:paraId="2646B6B6" w14:textId="77777777" w:rsidR="00810015" w:rsidRDefault="00810015" w:rsidP="00810015">
      <w:r>
        <w:t>164.3395</w:t>
      </w:r>
      <w:r>
        <w:tab/>
        <w:t>3.038e0</w:t>
      </w:r>
    </w:p>
    <w:p w14:paraId="01DC1C18" w14:textId="77777777" w:rsidR="00810015" w:rsidRDefault="00810015" w:rsidP="00810015">
      <w:r>
        <w:t>164.3447</w:t>
      </w:r>
      <w:r>
        <w:tab/>
        <w:t>2.025e0</w:t>
      </w:r>
    </w:p>
    <w:p w14:paraId="742E8322" w14:textId="77777777" w:rsidR="00810015" w:rsidRDefault="00810015" w:rsidP="00810015">
      <w:r>
        <w:t>164.3470</w:t>
      </w:r>
      <w:r>
        <w:tab/>
        <w:t>3.038e0</w:t>
      </w:r>
    </w:p>
    <w:p w14:paraId="376994F5" w14:textId="77777777" w:rsidR="00810015" w:rsidRDefault="00810015" w:rsidP="00810015">
      <w:r>
        <w:t>164.3602</w:t>
      </w:r>
      <w:r>
        <w:tab/>
        <w:t>2.025e0</w:t>
      </w:r>
    </w:p>
    <w:p w14:paraId="6884513F" w14:textId="77777777" w:rsidR="00810015" w:rsidRDefault="00810015" w:rsidP="00810015">
      <w:r>
        <w:t>164.3706</w:t>
      </w:r>
      <w:r>
        <w:tab/>
        <w:t>3.038e0</w:t>
      </w:r>
    </w:p>
    <w:p w14:paraId="372DBA59" w14:textId="77777777" w:rsidR="00810015" w:rsidRDefault="00810015" w:rsidP="00810015">
      <w:r>
        <w:t>164.3775</w:t>
      </w:r>
      <w:r>
        <w:tab/>
        <w:t>3.038e0</w:t>
      </w:r>
    </w:p>
    <w:p w14:paraId="7052C7B7" w14:textId="77777777" w:rsidR="00810015" w:rsidRDefault="00810015" w:rsidP="00810015">
      <w:r>
        <w:lastRenderedPageBreak/>
        <w:t>164.3913</w:t>
      </w:r>
      <w:r>
        <w:tab/>
        <w:t>2.025e0</w:t>
      </w:r>
    </w:p>
    <w:p w14:paraId="32C49A16" w14:textId="77777777" w:rsidR="00810015" w:rsidRDefault="00810015" w:rsidP="00810015">
      <w:r>
        <w:t>164.3937</w:t>
      </w:r>
      <w:r>
        <w:tab/>
        <w:t>2.025e0</w:t>
      </w:r>
    </w:p>
    <w:p w14:paraId="3B581955" w14:textId="77777777" w:rsidR="00810015" w:rsidRDefault="00810015" w:rsidP="00810015">
      <w:r>
        <w:t>164.4042</w:t>
      </w:r>
      <w:r>
        <w:tab/>
        <w:t>1.013e0</w:t>
      </w:r>
    </w:p>
    <w:p w14:paraId="3DD09577" w14:textId="77777777" w:rsidR="00810015" w:rsidRDefault="00810015" w:rsidP="00810015">
      <w:r>
        <w:t>164.4112</w:t>
      </w:r>
      <w:r>
        <w:tab/>
        <w:t>5.063e0</w:t>
      </w:r>
    </w:p>
    <w:p w14:paraId="0602C9EE" w14:textId="77777777" w:rsidR="00810015" w:rsidRDefault="00810015" w:rsidP="00810015">
      <w:r>
        <w:t>164.4220</w:t>
      </w:r>
      <w:r>
        <w:tab/>
        <w:t>1.013e0</w:t>
      </w:r>
    </w:p>
    <w:p w14:paraId="34095ED1" w14:textId="77777777" w:rsidR="00810015" w:rsidRDefault="00810015" w:rsidP="00810015">
      <w:r>
        <w:t>164.4396</w:t>
      </w:r>
      <w:r>
        <w:tab/>
        <w:t>5.063e0</w:t>
      </w:r>
    </w:p>
    <w:p w14:paraId="668749F8" w14:textId="77777777" w:rsidR="00810015" w:rsidRDefault="00810015" w:rsidP="00810015">
      <w:r>
        <w:t>164.4455</w:t>
      </w:r>
      <w:r>
        <w:tab/>
        <w:t>1.013e0</w:t>
      </w:r>
    </w:p>
    <w:p w14:paraId="6F2DAB53" w14:textId="77777777" w:rsidR="00810015" w:rsidRDefault="00810015" w:rsidP="00810015">
      <w:r>
        <w:t>164.4584</w:t>
      </w:r>
      <w:r>
        <w:tab/>
        <w:t>2.025e0</w:t>
      </w:r>
    </w:p>
    <w:p w14:paraId="46126F23" w14:textId="77777777" w:rsidR="00810015" w:rsidRDefault="00810015" w:rsidP="00810015">
      <w:r>
        <w:t>164.4640</w:t>
      </w:r>
      <w:r>
        <w:tab/>
        <w:t>3.038e0</w:t>
      </w:r>
    </w:p>
    <w:p w14:paraId="4C3E5F6A" w14:textId="77777777" w:rsidR="00810015" w:rsidRDefault="00810015" w:rsidP="00810015">
      <w:r>
        <w:t>164.4770</w:t>
      </w:r>
      <w:r>
        <w:tab/>
        <w:t>3.038e0</w:t>
      </w:r>
    </w:p>
    <w:p w14:paraId="0FDF4D36" w14:textId="77777777" w:rsidR="00810015" w:rsidRDefault="00810015" w:rsidP="00810015">
      <w:r>
        <w:t>164.4824</w:t>
      </w:r>
      <w:r>
        <w:tab/>
        <w:t>2.025e0</w:t>
      </w:r>
    </w:p>
    <w:p w14:paraId="04A1D315" w14:textId="77777777" w:rsidR="00810015" w:rsidRDefault="00810015" w:rsidP="00810015">
      <w:r>
        <w:t>164.4963</w:t>
      </w:r>
      <w:r>
        <w:tab/>
        <w:t>1.013e0</w:t>
      </w:r>
    </w:p>
    <w:p w14:paraId="4F2B8486" w14:textId="77777777" w:rsidR="00810015" w:rsidRDefault="00810015" w:rsidP="00810015">
      <w:r>
        <w:t>164.5067</w:t>
      </w:r>
      <w:r>
        <w:tab/>
        <w:t>1.013e0</w:t>
      </w:r>
    </w:p>
    <w:p w14:paraId="5387F5D9" w14:textId="77777777" w:rsidR="00810015" w:rsidRDefault="00810015" w:rsidP="00810015">
      <w:r>
        <w:t>164.5107</w:t>
      </w:r>
      <w:r>
        <w:tab/>
        <w:t>2.025e0</w:t>
      </w:r>
    </w:p>
    <w:p w14:paraId="21EF78A0" w14:textId="77777777" w:rsidR="00810015" w:rsidRDefault="00810015" w:rsidP="00810015">
      <w:r>
        <w:t>164.5240</w:t>
      </w:r>
      <w:r>
        <w:tab/>
        <w:t>5.063e0</w:t>
      </w:r>
    </w:p>
    <w:p w14:paraId="7AF35016" w14:textId="77777777" w:rsidR="00810015" w:rsidRDefault="00810015" w:rsidP="00810015">
      <w:r>
        <w:t>164.5309</w:t>
      </w:r>
      <w:r>
        <w:tab/>
        <w:t>1.013e0</w:t>
      </w:r>
    </w:p>
    <w:p w14:paraId="63546482" w14:textId="77777777" w:rsidR="00810015" w:rsidRDefault="00810015" w:rsidP="00810015">
      <w:r>
        <w:t>164.5344</w:t>
      </w:r>
      <w:r>
        <w:tab/>
        <w:t>1.013e0</w:t>
      </w:r>
    </w:p>
    <w:p w14:paraId="37A0CDA2" w14:textId="77777777" w:rsidR="00810015" w:rsidRDefault="00810015" w:rsidP="00810015">
      <w:r>
        <w:t>164.5509</w:t>
      </w:r>
      <w:r>
        <w:tab/>
        <w:t>1.013e0</w:t>
      </w:r>
    </w:p>
    <w:p w14:paraId="2EFD83BD" w14:textId="77777777" w:rsidR="00810015" w:rsidRDefault="00810015" w:rsidP="00810015">
      <w:r>
        <w:t>164.5550</w:t>
      </w:r>
      <w:r>
        <w:tab/>
        <w:t>2.852e0</w:t>
      </w:r>
    </w:p>
    <w:p w14:paraId="4EB3B2DD" w14:textId="77777777" w:rsidR="00810015" w:rsidRDefault="00810015" w:rsidP="00810015">
      <w:r>
        <w:lastRenderedPageBreak/>
        <w:t>164.5576</w:t>
      </w:r>
      <w:r>
        <w:tab/>
        <w:t>7.089e0</w:t>
      </w:r>
    </w:p>
    <w:p w14:paraId="5EE1B3E1" w14:textId="77777777" w:rsidR="00810015" w:rsidRDefault="00810015" w:rsidP="00810015">
      <w:r>
        <w:t>164.5678</w:t>
      </w:r>
      <w:r>
        <w:tab/>
        <w:t>1.013e0</w:t>
      </w:r>
    </w:p>
    <w:p w14:paraId="13BEB8A6" w14:textId="77777777" w:rsidR="00810015" w:rsidRDefault="00810015" w:rsidP="00810015">
      <w:r>
        <w:t>164.5713</w:t>
      </w:r>
      <w:r>
        <w:tab/>
        <w:t>1.013e0</w:t>
      </w:r>
    </w:p>
    <w:p w14:paraId="16BE8017" w14:textId="77777777" w:rsidR="00810015" w:rsidRDefault="00810015" w:rsidP="00810015">
      <w:r>
        <w:t>164.5730</w:t>
      </w:r>
      <w:r>
        <w:tab/>
        <w:t>2.025e0</w:t>
      </w:r>
    </w:p>
    <w:p w14:paraId="2544A648" w14:textId="77777777" w:rsidR="00810015" w:rsidRDefault="00810015" w:rsidP="00810015">
      <w:r>
        <w:t>164.5817</w:t>
      </w:r>
      <w:r>
        <w:tab/>
        <w:t>1.013e0</w:t>
      </w:r>
    </w:p>
    <w:p w14:paraId="55ABED46" w14:textId="77777777" w:rsidR="00810015" w:rsidRDefault="00810015" w:rsidP="00810015">
      <w:r>
        <w:t>164.5846</w:t>
      </w:r>
      <w:r>
        <w:tab/>
        <w:t>2.385e0</w:t>
      </w:r>
    </w:p>
    <w:p w14:paraId="3FBA7D75" w14:textId="77777777" w:rsidR="00810015" w:rsidRDefault="00810015" w:rsidP="00810015">
      <w:r>
        <w:t>164.5955</w:t>
      </w:r>
      <w:r>
        <w:tab/>
        <w:t>1.013e0</w:t>
      </w:r>
    </w:p>
    <w:p w14:paraId="706BC1F9" w14:textId="77777777" w:rsidR="00810015" w:rsidRDefault="00810015" w:rsidP="00810015">
      <w:r>
        <w:t>164.6059</w:t>
      </w:r>
      <w:r>
        <w:tab/>
        <w:t>1.013e0</w:t>
      </w:r>
    </w:p>
    <w:p w14:paraId="70FD70CE" w14:textId="77777777" w:rsidR="00810015" w:rsidRDefault="00810015" w:rsidP="00810015">
      <w:r>
        <w:t>164.6162</w:t>
      </w:r>
      <w:r>
        <w:tab/>
        <w:t>2.025e0</w:t>
      </w:r>
    </w:p>
    <w:p w14:paraId="45DD78B6" w14:textId="77777777" w:rsidR="00810015" w:rsidRDefault="00810015" w:rsidP="00810015">
      <w:r>
        <w:t>164.6244</w:t>
      </w:r>
      <w:r>
        <w:tab/>
        <w:t>2.025e0</w:t>
      </w:r>
    </w:p>
    <w:p w14:paraId="5C6CAAEB" w14:textId="77777777" w:rsidR="00810015" w:rsidRDefault="00810015" w:rsidP="00810015">
      <w:r>
        <w:t>164.6421</w:t>
      </w:r>
      <w:r>
        <w:tab/>
        <w:t>4.134e0</w:t>
      </w:r>
    </w:p>
    <w:p w14:paraId="4FE5DA2E" w14:textId="77777777" w:rsidR="00810015" w:rsidRDefault="00810015" w:rsidP="00810015">
      <w:r>
        <w:t>164.6573</w:t>
      </w:r>
      <w:r>
        <w:tab/>
        <w:t>1.013e0</w:t>
      </w:r>
    </w:p>
    <w:p w14:paraId="3FEFE443" w14:textId="77777777" w:rsidR="00810015" w:rsidRDefault="00810015" w:rsidP="00810015">
      <w:r>
        <w:t>164.6601</w:t>
      </w:r>
      <w:r>
        <w:tab/>
        <w:t>3.038e0</w:t>
      </w:r>
    </w:p>
    <w:p w14:paraId="7114B81A" w14:textId="77777777" w:rsidR="00810015" w:rsidRDefault="00810015" w:rsidP="00810015">
      <w:r>
        <w:t>164.6670</w:t>
      </w:r>
      <w:r>
        <w:tab/>
        <w:t>2.025e0</w:t>
      </w:r>
    </w:p>
    <w:p w14:paraId="42E7AE83" w14:textId="77777777" w:rsidR="00810015" w:rsidRDefault="00810015" w:rsidP="00810015">
      <w:r>
        <w:t>164.6705</w:t>
      </w:r>
      <w:r>
        <w:tab/>
        <w:t>1.013e0</w:t>
      </w:r>
    </w:p>
    <w:p w14:paraId="4D1EB52D" w14:textId="77777777" w:rsidR="00810015" w:rsidRDefault="00810015" w:rsidP="00810015">
      <w:r>
        <w:t>164.6820</w:t>
      </w:r>
      <w:r>
        <w:tab/>
        <w:t>2.671e0</w:t>
      </w:r>
    </w:p>
    <w:p w14:paraId="2E19542B" w14:textId="77777777" w:rsidR="00810015" w:rsidRDefault="00810015" w:rsidP="00810015">
      <w:r>
        <w:t>164.7027</w:t>
      </w:r>
      <w:r>
        <w:tab/>
        <w:t>5.063e0</w:t>
      </w:r>
    </w:p>
    <w:p w14:paraId="1CBEC0C7" w14:textId="77777777" w:rsidR="00810015" w:rsidRDefault="00810015" w:rsidP="00810015">
      <w:r>
        <w:t>164.7124</w:t>
      </w:r>
      <w:r>
        <w:tab/>
        <w:t>3.059e0</w:t>
      </w:r>
    </w:p>
    <w:p w14:paraId="5CF64CE3" w14:textId="77777777" w:rsidR="00810015" w:rsidRDefault="00810015" w:rsidP="00810015">
      <w:r>
        <w:t>164.7230</w:t>
      </w:r>
      <w:r>
        <w:tab/>
        <w:t>2.025e0</w:t>
      </w:r>
    </w:p>
    <w:p w14:paraId="6FF07BF3" w14:textId="77777777" w:rsidR="00810015" w:rsidRDefault="00810015" w:rsidP="00810015">
      <w:r>
        <w:lastRenderedPageBreak/>
        <w:t>164.7282</w:t>
      </w:r>
      <w:r>
        <w:tab/>
        <w:t>1.013e0</w:t>
      </w:r>
    </w:p>
    <w:p w14:paraId="77D01129" w14:textId="77777777" w:rsidR="00810015" w:rsidRDefault="00810015" w:rsidP="00810015">
      <w:r>
        <w:t>164.7317</w:t>
      </w:r>
      <w:r>
        <w:tab/>
        <w:t>1.013e0</w:t>
      </w:r>
    </w:p>
    <w:p w14:paraId="042F43B7" w14:textId="77777777" w:rsidR="00810015" w:rsidRDefault="00810015" w:rsidP="00810015">
      <w:r>
        <w:t>164.7472</w:t>
      </w:r>
      <w:r>
        <w:tab/>
        <w:t>2.025e0</w:t>
      </w:r>
    </w:p>
    <w:p w14:paraId="244573A9" w14:textId="77777777" w:rsidR="00810015" w:rsidRDefault="00810015" w:rsidP="00810015">
      <w:r>
        <w:t>164.7582</w:t>
      </w:r>
      <w:r>
        <w:tab/>
        <w:t>2.025e0</w:t>
      </w:r>
    </w:p>
    <w:p w14:paraId="1772EC5E" w14:textId="77777777" w:rsidR="00810015" w:rsidRDefault="00810015" w:rsidP="00810015">
      <w:r>
        <w:t>164.7664</w:t>
      </w:r>
      <w:r>
        <w:tab/>
        <w:t>1.013e0</w:t>
      </w:r>
    </w:p>
    <w:p w14:paraId="2EE2A10D" w14:textId="77777777" w:rsidR="00810015" w:rsidRDefault="00810015" w:rsidP="00810015">
      <w:r>
        <w:t>164.7729</w:t>
      </w:r>
      <w:r>
        <w:tab/>
        <w:t>1.013e0</w:t>
      </w:r>
    </w:p>
    <w:p w14:paraId="47492D77" w14:textId="77777777" w:rsidR="00810015" w:rsidRDefault="00810015" w:rsidP="00810015">
      <w:r>
        <w:t>164.7795</w:t>
      </w:r>
      <w:r>
        <w:tab/>
        <w:t>1.013e0</w:t>
      </w:r>
    </w:p>
    <w:p w14:paraId="5D61FB7B" w14:textId="77777777" w:rsidR="00810015" w:rsidRDefault="00810015" w:rsidP="00810015">
      <w:r>
        <w:t>164.7981</w:t>
      </w:r>
      <w:r>
        <w:tab/>
        <w:t>5.063e0</w:t>
      </w:r>
    </w:p>
    <w:p w14:paraId="12F981F1" w14:textId="77777777" w:rsidR="00810015" w:rsidRDefault="00810015" w:rsidP="00810015">
      <w:r>
        <w:t>164.7998</w:t>
      </w:r>
      <w:r>
        <w:tab/>
        <w:t>1.013e0</w:t>
      </w:r>
    </w:p>
    <w:p w14:paraId="08FAAF61" w14:textId="77777777" w:rsidR="00810015" w:rsidRDefault="00810015" w:rsidP="00810015">
      <w:r>
        <w:t>164.8038</w:t>
      </w:r>
      <w:r>
        <w:tab/>
        <w:t>1.013e0</w:t>
      </w:r>
    </w:p>
    <w:p w14:paraId="1426D1E4" w14:textId="77777777" w:rsidR="00810015" w:rsidRDefault="00810015" w:rsidP="00810015">
      <w:r>
        <w:t>164.8205</w:t>
      </w:r>
      <w:r>
        <w:tab/>
        <w:t>3.038e0</w:t>
      </w:r>
    </w:p>
    <w:p w14:paraId="304ECD67" w14:textId="77777777" w:rsidR="00810015" w:rsidRDefault="00810015" w:rsidP="00810015">
      <w:r>
        <w:t>164.8315</w:t>
      </w:r>
      <w:r>
        <w:tab/>
        <w:t>1.013e0</w:t>
      </w:r>
    </w:p>
    <w:p w14:paraId="5A2ABD63" w14:textId="77777777" w:rsidR="00810015" w:rsidRDefault="00810015" w:rsidP="00810015">
      <w:r>
        <w:t>164.8448</w:t>
      </w:r>
      <w:r>
        <w:tab/>
        <w:t>2.025e0</w:t>
      </w:r>
    </w:p>
    <w:p w14:paraId="34B0580E" w14:textId="77777777" w:rsidR="00810015" w:rsidRDefault="00810015" w:rsidP="00810015">
      <w:r>
        <w:t>164.8514</w:t>
      </w:r>
      <w:r>
        <w:tab/>
        <w:t>1.013e0</w:t>
      </w:r>
    </w:p>
    <w:p w14:paraId="6C2EE9CC" w14:textId="77777777" w:rsidR="00810015" w:rsidRDefault="00810015" w:rsidP="00810015">
      <w:r>
        <w:t>164.8546</w:t>
      </w:r>
      <w:r>
        <w:tab/>
        <w:t>1.013e0</w:t>
      </w:r>
    </w:p>
    <w:p w14:paraId="5ECC39B5" w14:textId="77777777" w:rsidR="00810015" w:rsidRDefault="00810015" w:rsidP="00810015">
      <w:r>
        <w:t>164.8713</w:t>
      </w:r>
      <w:r>
        <w:tab/>
        <w:t>1.013e0</w:t>
      </w:r>
    </w:p>
    <w:p w14:paraId="5BCEC5AB" w14:textId="77777777" w:rsidR="00810015" w:rsidRDefault="00810015" w:rsidP="00810015">
      <w:r>
        <w:t>164.8852</w:t>
      </w:r>
      <w:r>
        <w:tab/>
        <w:t>3.038e0</w:t>
      </w:r>
    </w:p>
    <w:p w14:paraId="2682270F" w14:textId="77777777" w:rsidR="00810015" w:rsidRDefault="00810015" w:rsidP="00810015">
      <w:r>
        <w:t>164.8893</w:t>
      </w:r>
      <w:r>
        <w:tab/>
        <w:t>3.038e0</w:t>
      </w:r>
    </w:p>
    <w:p w14:paraId="6A21408A" w14:textId="77777777" w:rsidR="00810015" w:rsidRDefault="00810015" w:rsidP="00810015">
      <w:r>
        <w:t>164.8904</w:t>
      </w:r>
      <w:r>
        <w:tab/>
        <w:t>2.025e0</w:t>
      </w:r>
    </w:p>
    <w:p w14:paraId="18B5E306" w14:textId="77777777" w:rsidR="00810015" w:rsidRDefault="00810015" w:rsidP="00810015">
      <w:r>
        <w:lastRenderedPageBreak/>
        <w:t>164.8921</w:t>
      </w:r>
      <w:r>
        <w:tab/>
        <w:t>5.063e0</w:t>
      </w:r>
    </w:p>
    <w:p w14:paraId="14D31E72" w14:textId="77777777" w:rsidR="00810015" w:rsidRDefault="00810015" w:rsidP="00810015">
      <w:r>
        <w:t>164.9129</w:t>
      </w:r>
      <w:r>
        <w:tab/>
        <w:t>1.013e0</w:t>
      </w:r>
    </w:p>
    <w:p w14:paraId="0243B6E9" w14:textId="77777777" w:rsidR="00810015" w:rsidRDefault="00810015" w:rsidP="00810015">
      <w:r>
        <w:t>164.9178</w:t>
      </w:r>
      <w:r>
        <w:tab/>
        <w:t>5.063e0</w:t>
      </w:r>
    </w:p>
    <w:p w14:paraId="7ACCC4A9" w14:textId="77777777" w:rsidR="00810015" w:rsidRDefault="00810015" w:rsidP="00810015">
      <w:r>
        <w:t>164.9199</w:t>
      </w:r>
      <w:r>
        <w:tab/>
        <w:t>1.013e0</w:t>
      </w:r>
    </w:p>
    <w:p w14:paraId="1CA17432" w14:textId="77777777" w:rsidR="00810015" w:rsidRDefault="00810015" w:rsidP="00810015">
      <w:r>
        <w:t>164.9224</w:t>
      </w:r>
      <w:r>
        <w:tab/>
        <w:t>2.025e0</w:t>
      </w:r>
    </w:p>
    <w:p w14:paraId="78F362D3" w14:textId="77777777" w:rsidR="00810015" w:rsidRDefault="00810015" w:rsidP="00810015">
      <w:r>
        <w:t>164.9290</w:t>
      </w:r>
      <w:r>
        <w:tab/>
        <w:t>3.038e0</w:t>
      </w:r>
    </w:p>
    <w:p w14:paraId="2C232F7D" w14:textId="77777777" w:rsidR="00810015" w:rsidRDefault="00810015" w:rsidP="00810015">
      <w:r>
        <w:t>164.9447</w:t>
      </w:r>
      <w:r>
        <w:tab/>
        <w:t>2.025e0</w:t>
      </w:r>
    </w:p>
    <w:p w14:paraId="5CE1AB8B" w14:textId="77777777" w:rsidR="00810015" w:rsidRDefault="00810015" w:rsidP="00810015">
      <w:r>
        <w:t>164.9538</w:t>
      </w:r>
      <w:r>
        <w:tab/>
        <w:t>4.051e0</w:t>
      </w:r>
    </w:p>
    <w:p w14:paraId="587EEB3B" w14:textId="77777777" w:rsidR="00810015" w:rsidRDefault="00810015" w:rsidP="00810015">
      <w:r>
        <w:t>164.9603</w:t>
      </w:r>
      <w:r>
        <w:tab/>
        <w:t>1.013e0</w:t>
      </w:r>
    </w:p>
    <w:p w14:paraId="18131A51" w14:textId="77777777" w:rsidR="00810015" w:rsidRDefault="00810015" w:rsidP="00810015">
      <w:r>
        <w:t>164.9637</w:t>
      </w:r>
      <w:r>
        <w:tab/>
        <w:t>2.025e0</w:t>
      </w:r>
    </w:p>
    <w:p w14:paraId="2FE54DC6" w14:textId="77777777" w:rsidR="00810015" w:rsidRDefault="00810015" w:rsidP="00810015">
      <w:r>
        <w:t>164.9758</w:t>
      </w:r>
      <w:r>
        <w:tab/>
        <w:t>2.025e0</w:t>
      </w:r>
    </w:p>
    <w:p w14:paraId="0AE56F30" w14:textId="77777777" w:rsidR="00810015" w:rsidRDefault="00810015" w:rsidP="00810015">
      <w:r>
        <w:t>164.9879</w:t>
      </w:r>
      <w:r>
        <w:tab/>
        <w:t>2.025e0</w:t>
      </w:r>
    </w:p>
    <w:p w14:paraId="1EE73824" w14:textId="77777777" w:rsidR="00810015" w:rsidRDefault="00810015" w:rsidP="00810015">
      <w:r>
        <w:t>164.9920</w:t>
      </w:r>
      <w:r>
        <w:tab/>
        <w:t>3.038e0</w:t>
      </w:r>
    </w:p>
    <w:p w14:paraId="27617D4B" w14:textId="77777777" w:rsidR="00810015" w:rsidRDefault="00810015" w:rsidP="00810015">
      <w:r>
        <w:t>165.0006</w:t>
      </w:r>
      <w:r>
        <w:tab/>
        <w:t>3.038e0</w:t>
      </w:r>
    </w:p>
    <w:p w14:paraId="62107345" w14:textId="77777777" w:rsidR="00810015" w:rsidRDefault="00810015" w:rsidP="00810015">
      <w:r>
        <w:t>165.0083</w:t>
      </w:r>
      <w:r>
        <w:tab/>
        <w:t>1.013e0</w:t>
      </w:r>
    </w:p>
    <w:p w14:paraId="2C2313C8" w14:textId="77777777" w:rsidR="00810015" w:rsidRDefault="00810015" w:rsidP="00810015">
      <w:r>
        <w:t>165.0148</w:t>
      </w:r>
      <w:r>
        <w:tab/>
        <w:t>1.013e0</w:t>
      </w:r>
    </w:p>
    <w:p w14:paraId="58BAA0D8" w14:textId="77777777" w:rsidR="00810015" w:rsidRDefault="00810015" w:rsidP="00810015">
      <w:r>
        <w:t>165.0249</w:t>
      </w:r>
      <w:r>
        <w:tab/>
        <w:t>1.013e0</w:t>
      </w:r>
    </w:p>
    <w:p w14:paraId="0AB9595C" w14:textId="77777777" w:rsidR="00810015" w:rsidRDefault="00810015" w:rsidP="00810015">
      <w:r>
        <w:t>165.0342</w:t>
      </w:r>
      <w:r>
        <w:tab/>
        <w:t>2.025e0</w:t>
      </w:r>
    </w:p>
    <w:p w14:paraId="03A5DE91" w14:textId="77777777" w:rsidR="00810015" w:rsidRDefault="00810015" w:rsidP="00810015">
      <w:r>
        <w:t>165.0509</w:t>
      </w:r>
      <w:r>
        <w:tab/>
        <w:t>2.025e0</w:t>
      </w:r>
    </w:p>
    <w:p w14:paraId="0D580060" w14:textId="77777777" w:rsidR="00810015" w:rsidRDefault="00810015" w:rsidP="00810015">
      <w:r>
        <w:lastRenderedPageBreak/>
        <w:t>165.0595</w:t>
      </w:r>
      <w:r>
        <w:tab/>
        <w:t>1.013e0</w:t>
      </w:r>
    </w:p>
    <w:p w14:paraId="04130FFC" w14:textId="77777777" w:rsidR="00810015" w:rsidRDefault="00810015" w:rsidP="00810015">
      <w:r>
        <w:t>165.0614</w:t>
      </w:r>
      <w:r>
        <w:tab/>
        <w:t>3.038e0</w:t>
      </w:r>
    </w:p>
    <w:p w14:paraId="6A58F75C" w14:textId="77777777" w:rsidR="00810015" w:rsidRDefault="00810015" w:rsidP="00810015">
      <w:r>
        <w:t>165.0712</w:t>
      </w:r>
      <w:r>
        <w:tab/>
        <w:t>4.133e0</w:t>
      </w:r>
    </w:p>
    <w:p w14:paraId="721662D4" w14:textId="77777777" w:rsidR="00810015" w:rsidRDefault="00810015" w:rsidP="00810015">
      <w:r>
        <w:t>165.0832</w:t>
      </w:r>
      <w:r>
        <w:tab/>
        <w:t>9.004e0</w:t>
      </w:r>
    </w:p>
    <w:p w14:paraId="5FDA5A1F" w14:textId="77777777" w:rsidR="00810015" w:rsidRDefault="00810015" w:rsidP="00810015">
      <w:r>
        <w:t>165.0843</w:t>
      </w:r>
      <w:r>
        <w:tab/>
        <w:t>2.821e0</w:t>
      </w:r>
    </w:p>
    <w:p w14:paraId="56C041E2" w14:textId="77777777" w:rsidR="00810015" w:rsidRDefault="00810015" w:rsidP="00810015">
      <w:r>
        <w:t>165.0941</w:t>
      </w:r>
      <w:r>
        <w:tab/>
        <w:t>7.105e0</w:t>
      </w:r>
    </w:p>
    <w:p w14:paraId="28AC6726" w14:textId="77777777" w:rsidR="00810015" w:rsidRDefault="00810015" w:rsidP="00810015">
      <w:r>
        <w:t>165.1039</w:t>
      </w:r>
      <w:r>
        <w:tab/>
        <w:t>2.386e0</w:t>
      </w:r>
    </w:p>
    <w:p w14:paraId="78FDF3CB" w14:textId="77777777" w:rsidR="00810015" w:rsidRDefault="00810015" w:rsidP="00810015">
      <w:r>
        <w:t>165.1171</w:t>
      </w:r>
      <w:r>
        <w:tab/>
        <w:t>1.657e0</w:t>
      </w:r>
    </w:p>
    <w:p w14:paraId="417EAE87" w14:textId="77777777" w:rsidR="00810015" w:rsidRDefault="00810015" w:rsidP="00810015">
      <w:r>
        <w:t>165.1296</w:t>
      </w:r>
      <w:r>
        <w:tab/>
        <w:t>1.662e0</w:t>
      </w:r>
    </w:p>
    <w:p w14:paraId="33FA4D95" w14:textId="77777777" w:rsidR="00810015" w:rsidRDefault="00810015" w:rsidP="00810015">
      <w:r>
        <w:t>165.1509</w:t>
      </w:r>
      <w:r>
        <w:tab/>
        <w:t>3.038e0</w:t>
      </w:r>
    </w:p>
    <w:p w14:paraId="247F0D1F" w14:textId="77777777" w:rsidR="00810015" w:rsidRDefault="00810015" w:rsidP="00810015">
      <w:r>
        <w:t>165.1520</w:t>
      </w:r>
      <w:r>
        <w:tab/>
        <w:t>2.025e0</w:t>
      </w:r>
    </w:p>
    <w:p w14:paraId="39271662" w14:textId="77777777" w:rsidR="00810015" w:rsidRDefault="00810015" w:rsidP="00810015">
      <w:r>
        <w:t>165.1727</w:t>
      </w:r>
      <w:r>
        <w:tab/>
        <w:t>3.038e0</w:t>
      </w:r>
    </w:p>
    <w:p w14:paraId="2B928951" w14:textId="77777777" w:rsidR="00810015" w:rsidRDefault="00810015" w:rsidP="00810015">
      <w:r>
        <w:t>165.1785</w:t>
      </w:r>
      <w:r>
        <w:tab/>
        <w:t>1.013e0</w:t>
      </w:r>
    </w:p>
    <w:p w14:paraId="2FAAA87E" w14:textId="77777777" w:rsidR="00810015" w:rsidRDefault="00810015" w:rsidP="00810015">
      <w:r>
        <w:t>165.1826</w:t>
      </w:r>
      <w:r>
        <w:tab/>
        <w:t>1.013e0</w:t>
      </w:r>
    </w:p>
    <w:p w14:paraId="410EA8DD" w14:textId="77777777" w:rsidR="00810015" w:rsidRDefault="00810015" w:rsidP="00810015">
      <w:r>
        <w:t>165.2034</w:t>
      </w:r>
      <w:r>
        <w:tab/>
        <w:t>2.025e0</w:t>
      </w:r>
    </w:p>
    <w:p w14:paraId="6A70FDE0" w14:textId="77777777" w:rsidR="00810015" w:rsidRDefault="00810015" w:rsidP="00810015">
      <w:r>
        <w:t>165.2132</w:t>
      </w:r>
      <w:r>
        <w:tab/>
        <w:t>2.025e0</w:t>
      </w:r>
    </w:p>
    <w:p w14:paraId="0BC8612E" w14:textId="77777777" w:rsidR="00810015" w:rsidRDefault="00810015" w:rsidP="00810015">
      <w:r>
        <w:t>165.2166</w:t>
      </w:r>
      <w:r>
        <w:tab/>
        <w:t>1.013e0</w:t>
      </w:r>
    </w:p>
    <w:p w14:paraId="2144DD48" w14:textId="77777777" w:rsidR="00810015" w:rsidRDefault="00810015" w:rsidP="00810015">
      <w:r>
        <w:t>165.2201</w:t>
      </w:r>
      <w:r>
        <w:tab/>
        <w:t>1.013e0</w:t>
      </w:r>
    </w:p>
    <w:p w14:paraId="69E9D624" w14:textId="77777777" w:rsidR="00810015" w:rsidRDefault="00810015" w:rsidP="00810015">
      <w:r>
        <w:t>165.2306</w:t>
      </w:r>
      <w:r>
        <w:tab/>
        <w:t>1.013e0</w:t>
      </w:r>
    </w:p>
    <w:p w14:paraId="4AC90BC1" w14:textId="77777777" w:rsidR="00810015" w:rsidRDefault="00810015" w:rsidP="00810015">
      <w:r>
        <w:lastRenderedPageBreak/>
        <w:t>165.2374</w:t>
      </w:r>
      <w:r>
        <w:tab/>
        <w:t>1.013e0</w:t>
      </w:r>
    </w:p>
    <w:p w14:paraId="1DD4BB70" w14:textId="77777777" w:rsidR="00810015" w:rsidRDefault="00810015" w:rsidP="00810015">
      <w:r>
        <w:t>165.2472</w:t>
      </w:r>
      <w:r>
        <w:tab/>
        <w:t>1.013e0</w:t>
      </w:r>
    </w:p>
    <w:p w14:paraId="052786BE" w14:textId="77777777" w:rsidR="00810015" w:rsidRDefault="00810015" w:rsidP="00810015">
      <w:r>
        <w:t>165.2488</w:t>
      </w:r>
      <w:r>
        <w:tab/>
        <w:t>2.025e0</w:t>
      </w:r>
    </w:p>
    <w:p w14:paraId="5868CC56" w14:textId="77777777" w:rsidR="00810015" w:rsidRDefault="00810015" w:rsidP="00810015">
      <w:r>
        <w:t>165.2549</w:t>
      </w:r>
      <w:r>
        <w:tab/>
        <w:t>4.051e0</w:t>
      </w:r>
    </w:p>
    <w:p w14:paraId="4773EA9D" w14:textId="77777777" w:rsidR="00810015" w:rsidRDefault="00810015" w:rsidP="00810015">
      <w:r>
        <w:t>165.2745</w:t>
      </w:r>
      <w:r>
        <w:tab/>
        <w:t>1.013e0</w:t>
      </w:r>
    </w:p>
    <w:p w14:paraId="44FC6E0A" w14:textId="77777777" w:rsidR="00810015" w:rsidRDefault="00810015" w:rsidP="00810015">
      <w:r>
        <w:t>165.2814</w:t>
      </w:r>
      <w:r>
        <w:tab/>
        <w:t>1.013e0</w:t>
      </w:r>
    </w:p>
    <w:p w14:paraId="231649C8" w14:textId="77777777" w:rsidR="00810015" w:rsidRDefault="00810015" w:rsidP="00810015">
      <w:r>
        <w:t>165.2837</w:t>
      </w:r>
      <w:r>
        <w:tab/>
        <w:t>2.025e0</w:t>
      </w:r>
    </w:p>
    <w:p w14:paraId="29193076" w14:textId="77777777" w:rsidR="00810015" w:rsidRDefault="00810015" w:rsidP="00810015">
      <w:r>
        <w:t>165.2866</w:t>
      </w:r>
      <w:r>
        <w:tab/>
        <w:t>2.025e0</w:t>
      </w:r>
    </w:p>
    <w:p w14:paraId="4664D830" w14:textId="77777777" w:rsidR="00810015" w:rsidRDefault="00810015" w:rsidP="00810015">
      <w:r>
        <w:t>165.2987</w:t>
      </w:r>
      <w:r>
        <w:tab/>
        <w:t>3.038e0</w:t>
      </w:r>
    </w:p>
    <w:p w14:paraId="25C6818E" w14:textId="77777777" w:rsidR="00810015" w:rsidRDefault="00810015" w:rsidP="00810015">
      <w:r>
        <w:t>165.3092</w:t>
      </w:r>
      <w:r>
        <w:tab/>
        <w:t>1.013e0</w:t>
      </w:r>
    </w:p>
    <w:p w14:paraId="4B64EF70" w14:textId="77777777" w:rsidR="00810015" w:rsidRDefault="00810015" w:rsidP="00810015">
      <w:r>
        <w:t>165.3127</w:t>
      </w:r>
      <w:r>
        <w:tab/>
        <w:t>2.025e0</w:t>
      </w:r>
    </w:p>
    <w:p w14:paraId="7A428722" w14:textId="77777777" w:rsidR="00810015" w:rsidRDefault="00810015" w:rsidP="00810015">
      <w:r>
        <w:t>165.3232</w:t>
      </w:r>
      <w:r>
        <w:tab/>
        <w:t>2.025e0</w:t>
      </w:r>
    </w:p>
    <w:p w14:paraId="65470F52" w14:textId="77777777" w:rsidR="00810015" w:rsidRDefault="00810015" w:rsidP="00810015">
      <w:r>
        <w:t>165.3258</w:t>
      </w:r>
      <w:r>
        <w:tab/>
        <w:t>1.013e0</w:t>
      </w:r>
    </w:p>
    <w:p w14:paraId="7223B33F" w14:textId="77777777" w:rsidR="00810015" w:rsidRDefault="00810015" w:rsidP="00810015">
      <w:r>
        <w:t>165.3420</w:t>
      </w:r>
      <w:r>
        <w:tab/>
        <w:t>5.063e0</w:t>
      </w:r>
    </w:p>
    <w:p w14:paraId="5EA07EC2" w14:textId="77777777" w:rsidR="00810015" w:rsidRDefault="00810015" w:rsidP="00810015">
      <w:r>
        <w:t>165.3502</w:t>
      </w:r>
      <w:r>
        <w:tab/>
        <w:t>3.038e0</w:t>
      </w:r>
    </w:p>
    <w:p w14:paraId="4E2BB084" w14:textId="77777777" w:rsidR="00810015" w:rsidRDefault="00810015" w:rsidP="00810015">
      <w:r>
        <w:t>165.3530</w:t>
      </w:r>
      <w:r>
        <w:tab/>
        <w:t>2.025e0</w:t>
      </w:r>
    </w:p>
    <w:p w14:paraId="7D1FA233" w14:textId="77777777" w:rsidR="00810015" w:rsidRDefault="00810015" w:rsidP="00810015">
      <w:r>
        <w:t>165.3617</w:t>
      </w:r>
      <w:r>
        <w:tab/>
        <w:t>2.025e0</w:t>
      </w:r>
    </w:p>
    <w:p w14:paraId="419E6E19" w14:textId="77777777" w:rsidR="00810015" w:rsidRDefault="00810015" w:rsidP="00810015">
      <w:r>
        <w:t>165.3634</w:t>
      </w:r>
      <w:r>
        <w:tab/>
        <w:t>4.051e0</w:t>
      </w:r>
    </w:p>
    <w:p w14:paraId="75F27A63" w14:textId="77777777" w:rsidR="00810015" w:rsidRDefault="00810015" w:rsidP="00810015">
      <w:r>
        <w:t>165.3779</w:t>
      </w:r>
      <w:r>
        <w:tab/>
        <w:t>1.013e0</w:t>
      </w:r>
    </w:p>
    <w:p w14:paraId="724E28D7" w14:textId="77777777" w:rsidR="00810015" w:rsidRDefault="00810015" w:rsidP="00810015">
      <w:r>
        <w:lastRenderedPageBreak/>
        <w:t>165.3794</w:t>
      </w:r>
      <w:r>
        <w:tab/>
        <w:t>3.624e0</w:t>
      </w:r>
    </w:p>
    <w:p w14:paraId="3B81AA21" w14:textId="77777777" w:rsidR="00810015" w:rsidRDefault="00810015" w:rsidP="00810015">
      <w:r>
        <w:t>165.3951</w:t>
      </w:r>
      <w:r>
        <w:tab/>
        <w:t>4.051e0</w:t>
      </w:r>
    </w:p>
    <w:p w14:paraId="78688EB9" w14:textId="77777777" w:rsidR="00810015" w:rsidRDefault="00810015" w:rsidP="00810015">
      <w:r>
        <w:t>165.3981</w:t>
      </w:r>
      <w:r>
        <w:tab/>
        <w:t>2.025e0</w:t>
      </w:r>
    </w:p>
    <w:p w14:paraId="5E384E22" w14:textId="77777777" w:rsidR="00810015" w:rsidRDefault="00810015" w:rsidP="00810015">
      <w:r>
        <w:t>165.4077</w:t>
      </w:r>
      <w:r>
        <w:tab/>
        <w:t>1.013e0</w:t>
      </w:r>
    </w:p>
    <w:p w14:paraId="311A632A" w14:textId="77777777" w:rsidR="00810015" w:rsidRDefault="00810015" w:rsidP="00810015">
      <w:r>
        <w:t>165.4142</w:t>
      </w:r>
      <w:r>
        <w:tab/>
        <w:t>1.013e0</w:t>
      </w:r>
    </w:p>
    <w:p w14:paraId="5C5B22EA" w14:textId="77777777" w:rsidR="00810015" w:rsidRDefault="00810015" w:rsidP="00810015">
      <w:r>
        <w:t>165.4333</w:t>
      </w:r>
      <w:r>
        <w:tab/>
        <w:t>3.038e0</w:t>
      </w:r>
    </w:p>
    <w:p w14:paraId="2F5750FD" w14:textId="77777777" w:rsidR="00810015" w:rsidRDefault="00810015" w:rsidP="00810015">
      <w:r>
        <w:t>165.4351</w:t>
      </w:r>
      <w:r>
        <w:tab/>
        <w:t>1.013e0</w:t>
      </w:r>
    </w:p>
    <w:p w14:paraId="43CAB58E" w14:textId="77777777" w:rsidR="00810015" w:rsidRDefault="00810015" w:rsidP="00810015">
      <w:r>
        <w:t>165.4524</w:t>
      </w:r>
      <w:r>
        <w:tab/>
        <w:t>1.013e0</w:t>
      </w:r>
    </w:p>
    <w:p w14:paraId="52A3D28A" w14:textId="77777777" w:rsidR="00810015" w:rsidRDefault="00810015" w:rsidP="00810015">
      <w:r>
        <w:t>165.4629</w:t>
      </w:r>
      <w:r>
        <w:tab/>
        <w:t>2.025e0</w:t>
      </w:r>
    </w:p>
    <w:p w14:paraId="71D0DCAF" w14:textId="77777777" w:rsidR="00810015" w:rsidRDefault="00810015" w:rsidP="00810015">
      <w:r>
        <w:t>165.4669</w:t>
      </w:r>
      <w:r>
        <w:tab/>
        <w:t>1.013e0</w:t>
      </w:r>
    </w:p>
    <w:p w14:paraId="74AF1CA2" w14:textId="77777777" w:rsidR="00810015" w:rsidRDefault="00810015" w:rsidP="00810015">
      <w:r>
        <w:t>165.4699</w:t>
      </w:r>
      <w:r>
        <w:tab/>
        <w:t>1.013e0</w:t>
      </w:r>
    </w:p>
    <w:p w14:paraId="7CEA64D0" w14:textId="77777777" w:rsidR="00810015" w:rsidRDefault="00810015" w:rsidP="00810015">
      <w:r>
        <w:t>165.4733</w:t>
      </w:r>
      <w:r>
        <w:tab/>
        <w:t>1.013e0</w:t>
      </w:r>
    </w:p>
    <w:p w14:paraId="472A8A68" w14:textId="77777777" w:rsidR="00810015" w:rsidRDefault="00810015" w:rsidP="00810015">
      <w:r>
        <w:t>165.5033</w:t>
      </w:r>
      <w:r>
        <w:tab/>
        <w:t>3.038e0</w:t>
      </w:r>
    </w:p>
    <w:p w14:paraId="460C8196" w14:textId="77777777" w:rsidR="00810015" w:rsidRDefault="00810015" w:rsidP="00810015">
      <w:r>
        <w:t>165.5051</w:t>
      </w:r>
      <w:r>
        <w:tab/>
        <w:t>2.025e0</w:t>
      </w:r>
    </w:p>
    <w:p w14:paraId="68D42E1B" w14:textId="77777777" w:rsidR="00810015" w:rsidRDefault="00810015" w:rsidP="00810015">
      <w:r>
        <w:t>165.5108</w:t>
      </w:r>
      <w:r>
        <w:tab/>
        <w:t>2.025e0</w:t>
      </w:r>
    </w:p>
    <w:p w14:paraId="2EF9C11D" w14:textId="77777777" w:rsidR="00810015" w:rsidRDefault="00810015" w:rsidP="00810015">
      <w:r>
        <w:t>165.5276</w:t>
      </w:r>
      <w:r>
        <w:tab/>
        <w:t>1.013e0</w:t>
      </w:r>
    </w:p>
    <w:p w14:paraId="3E724050" w14:textId="77777777" w:rsidR="00810015" w:rsidRDefault="00810015" w:rsidP="00810015">
      <w:r>
        <w:t>165.5345</w:t>
      </w:r>
      <w:r>
        <w:tab/>
        <w:t>1.013e0</w:t>
      </w:r>
    </w:p>
    <w:p w14:paraId="401A218B" w14:textId="77777777" w:rsidR="00810015" w:rsidRDefault="00810015" w:rsidP="00810015">
      <w:r>
        <w:t>165.5363</w:t>
      </w:r>
      <w:r>
        <w:tab/>
        <w:t>2.025e0</w:t>
      </w:r>
    </w:p>
    <w:p w14:paraId="45859B3A" w14:textId="77777777" w:rsidR="00810015" w:rsidRDefault="00810015" w:rsidP="00810015">
      <w:r>
        <w:t>165.5455</w:t>
      </w:r>
      <w:r>
        <w:tab/>
        <w:t>1.013e0</w:t>
      </w:r>
    </w:p>
    <w:p w14:paraId="31A0CFB8" w14:textId="77777777" w:rsidR="00810015" w:rsidRDefault="00810015" w:rsidP="00810015">
      <w:r>
        <w:lastRenderedPageBreak/>
        <w:t>165.5519</w:t>
      </w:r>
      <w:r>
        <w:tab/>
        <w:t>1.013e0</w:t>
      </w:r>
    </w:p>
    <w:p w14:paraId="014DA2E9" w14:textId="77777777" w:rsidR="00810015" w:rsidRDefault="00810015" w:rsidP="00810015">
      <w:r>
        <w:t>165.5650</w:t>
      </w:r>
      <w:r>
        <w:tab/>
        <w:t>1.013e0</w:t>
      </w:r>
    </w:p>
    <w:p w14:paraId="1A6F68B0" w14:textId="77777777" w:rsidR="00810015" w:rsidRDefault="00810015" w:rsidP="00810015">
      <w:r>
        <w:t>165.5706</w:t>
      </w:r>
      <w:r>
        <w:tab/>
        <w:t>4.051e0</w:t>
      </w:r>
    </w:p>
    <w:p w14:paraId="3F0FE994" w14:textId="77777777" w:rsidR="00810015" w:rsidRDefault="00810015" w:rsidP="00810015">
      <w:r>
        <w:t>165.5749</w:t>
      </w:r>
      <w:r>
        <w:tab/>
        <w:t>1.013e0</w:t>
      </w:r>
    </w:p>
    <w:p w14:paraId="6080963D" w14:textId="77777777" w:rsidR="00810015" w:rsidRDefault="00810015" w:rsidP="00810015">
      <w:r>
        <w:t>165.5784</w:t>
      </w:r>
      <w:r>
        <w:tab/>
        <w:t>1.013e0</w:t>
      </w:r>
    </w:p>
    <w:p w14:paraId="40107E9F" w14:textId="77777777" w:rsidR="00810015" w:rsidRDefault="00810015" w:rsidP="00810015">
      <w:r>
        <w:t>165.5837</w:t>
      </w:r>
      <w:r>
        <w:tab/>
        <w:t>2.025e0</w:t>
      </w:r>
    </w:p>
    <w:p w14:paraId="53D67925" w14:textId="77777777" w:rsidR="00810015" w:rsidRDefault="00810015" w:rsidP="00810015">
      <w:r>
        <w:t>165.6134</w:t>
      </w:r>
      <w:r>
        <w:tab/>
        <w:t>2.025e0</w:t>
      </w:r>
    </w:p>
    <w:p w14:paraId="65F2630C" w14:textId="77777777" w:rsidR="00810015" w:rsidRDefault="00810015" w:rsidP="00810015">
      <w:r>
        <w:t>165.6236</w:t>
      </w:r>
      <w:r>
        <w:tab/>
        <w:t>2.025e0</w:t>
      </w:r>
    </w:p>
    <w:p w14:paraId="1ECE9EB3" w14:textId="77777777" w:rsidR="00810015" w:rsidRDefault="00810015" w:rsidP="00810015">
      <w:r>
        <w:t>165.6322</w:t>
      </w:r>
      <w:r>
        <w:tab/>
        <w:t>2.025e0</w:t>
      </w:r>
    </w:p>
    <w:p w14:paraId="77AAFC9C" w14:textId="77777777" w:rsidR="00810015" w:rsidRDefault="00810015" w:rsidP="00810015">
      <w:r>
        <w:t>165.6406</w:t>
      </w:r>
      <w:r>
        <w:tab/>
        <w:t>3.038e0</w:t>
      </w:r>
    </w:p>
    <w:p w14:paraId="75A9E6BA" w14:textId="77777777" w:rsidR="00810015" w:rsidRDefault="00810015" w:rsidP="00810015">
      <w:r>
        <w:t>165.6443</w:t>
      </w:r>
      <w:r>
        <w:tab/>
        <w:t>2.025e0</w:t>
      </w:r>
    </w:p>
    <w:p w14:paraId="120569BB" w14:textId="77777777" w:rsidR="00810015" w:rsidRDefault="00810015" w:rsidP="00810015">
      <w:r>
        <w:t>165.6605</w:t>
      </w:r>
      <w:r>
        <w:tab/>
        <w:t>2.025e0</w:t>
      </w:r>
    </w:p>
    <w:p w14:paraId="74B5DDA8" w14:textId="77777777" w:rsidR="00810015" w:rsidRDefault="00810015" w:rsidP="00810015">
      <w:r>
        <w:t>165.6658</w:t>
      </w:r>
      <w:r>
        <w:tab/>
        <w:t>2.025e0</w:t>
      </w:r>
    </w:p>
    <w:p w14:paraId="0005751D" w14:textId="77777777" w:rsidR="00810015" w:rsidRDefault="00810015" w:rsidP="00810015">
      <w:r>
        <w:t>165.6716</w:t>
      </w:r>
      <w:r>
        <w:tab/>
        <w:t>2.025e0</w:t>
      </w:r>
    </w:p>
    <w:p w14:paraId="6C6A8F68" w14:textId="77777777" w:rsidR="00810015" w:rsidRDefault="00810015" w:rsidP="00810015">
      <w:r>
        <w:t>165.6848</w:t>
      </w:r>
      <w:r>
        <w:tab/>
        <w:t>3.363e0</w:t>
      </w:r>
    </w:p>
    <w:p w14:paraId="4F0C79A0" w14:textId="77777777" w:rsidR="00810015" w:rsidRDefault="00810015" w:rsidP="00810015">
      <w:r>
        <w:t>165.6918</w:t>
      </w:r>
      <w:r>
        <w:tab/>
        <w:t>1.013e0</w:t>
      </w:r>
    </w:p>
    <w:p w14:paraId="2CA2C5AB" w14:textId="77777777" w:rsidR="00810015" w:rsidRDefault="00810015" w:rsidP="00810015">
      <w:r>
        <w:t>165.7057</w:t>
      </w:r>
      <w:r>
        <w:tab/>
        <w:t>1.013e0</w:t>
      </w:r>
    </w:p>
    <w:p w14:paraId="7B860317" w14:textId="77777777" w:rsidR="00810015" w:rsidRDefault="00810015" w:rsidP="00810015">
      <w:r>
        <w:t>165.7127</w:t>
      </w:r>
      <w:r>
        <w:tab/>
        <w:t>4.051e0</w:t>
      </w:r>
    </w:p>
    <w:p w14:paraId="5F317E9E" w14:textId="77777777" w:rsidR="00810015" w:rsidRDefault="00810015" w:rsidP="00810015">
      <w:r>
        <w:t>165.7225</w:t>
      </w:r>
      <w:r>
        <w:tab/>
        <w:t>1.013e0</w:t>
      </w:r>
    </w:p>
    <w:p w14:paraId="08D35795" w14:textId="77777777" w:rsidR="00810015" w:rsidRDefault="00810015" w:rsidP="00810015">
      <w:r>
        <w:lastRenderedPageBreak/>
        <w:t>165.7398</w:t>
      </w:r>
      <w:r>
        <w:tab/>
        <w:t>1.013e0</w:t>
      </w:r>
    </w:p>
    <w:p w14:paraId="2ED39CFD" w14:textId="77777777" w:rsidR="00810015" w:rsidRDefault="00810015" w:rsidP="00810015">
      <w:r>
        <w:t>165.7427</w:t>
      </w:r>
      <w:r>
        <w:tab/>
        <w:t>1.013e0</w:t>
      </w:r>
    </w:p>
    <w:p w14:paraId="073A4FAF" w14:textId="77777777" w:rsidR="00810015" w:rsidRDefault="00810015" w:rsidP="00810015">
      <w:r>
        <w:t>165.7439</w:t>
      </w:r>
      <w:r>
        <w:tab/>
        <w:t>4.051e0</w:t>
      </w:r>
    </w:p>
    <w:p w14:paraId="630FA1C6" w14:textId="77777777" w:rsidR="00810015" w:rsidRDefault="00810015" w:rsidP="00810015">
      <w:r>
        <w:t>165.7462</w:t>
      </w:r>
      <w:r>
        <w:tab/>
        <w:t>1.013e0</w:t>
      </w:r>
    </w:p>
    <w:p w14:paraId="69BE016B" w14:textId="77777777" w:rsidR="00810015" w:rsidRDefault="00810015" w:rsidP="00810015">
      <w:r>
        <w:t>165.7601</w:t>
      </w:r>
      <w:r>
        <w:tab/>
        <w:t>1.013e0</w:t>
      </w:r>
    </w:p>
    <w:p w14:paraId="39495391" w14:textId="77777777" w:rsidR="00810015" w:rsidRDefault="00810015" w:rsidP="00810015">
      <w:r>
        <w:t>165.7739</w:t>
      </w:r>
      <w:r>
        <w:tab/>
        <w:t>1.013e0</w:t>
      </w:r>
    </w:p>
    <w:p w14:paraId="4D17B884" w14:textId="77777777" w:rsidR="00810015" w:rsidRDefault="00810015" w:rsidP="00810015">
      <w:r>
        <w:t>165.7826</w:t>
      </w:r>
      <w:r>
        <w:tab/>
        <w:t>2.025e0</w:t>
      </w:r>
    </w:p>
    <w:p w14:paraId="220E8DCD" w14:textId="77777777" w:rsidR="00810015" w:rsidRDefault="00810015" w:rsidP="00810015">
      <w:r>
        <w:t>165.7844</w:t>
      </w:r>
      <w:r>
        <w:tab/>
        <w:t>1.013e0</w:t>
      </w:r>
    </w:p>
    <w:p w14:paraId="2362AFE4" w14:textId="77777777" w:rsidR="00810015" w:rsidRDefault="00810015" w:rsidP="00810015">
      <w:r>
        <w:t>165.7914</w:t>
      </w:r>
      <w:r>
        <w:tab/>
        <w:t>1.013e0</w:t>
      </w:r>
    </w:p>
    <w:p w14:paraId="1C027D12" w14:textId="77777777" w:rsidR="00810015" w:rsidRDefault="00810015" w:rsidP="00810015">
      <w:r>
        <w:t>165.8178</w:t>
      </w:r>
      <w:r>
        <w:tab/>
        <w:t>1.013e0</w:t>
      </w:r>
    </w:p>
    <w:p w14:paraId="2684DAB5" w14:textId="77777777" w:rsidR="00810015" w:rsidRDefault="00810015" w:rsidP="00810015">
      <w:r>
        <w:t>165.8213</w:t>
      </w:r>
      <w:r>
        <w:tab/>
        <w:t>1.013e0</w:t>
      </w:r>
    </w:p>
    <w:p w14:paraId="51C709F3" w14:textId="77777777" w:rsidR="00810015" w:rsidRDefault="00810015" w:rsidP="00810015">
      <w:r>
        <w:t>165.8233</w:t>
      </w:r>
      <w:r>
        <w:tab/>
        <w:t>4.676e0</w:t>
      </w:r>
    </w:p>
    <w:p w14:paraId="5BD591F5" w14:textId="77777777" w:rsidR="00810015" w:rsidRDefault="00810015" w:rsidP="00810015">
      <w:r>
        <w:t>165.8301</w:t>
      </w:r>
      <w:r>
        <w:tab/>
        <w:t>2.025e0</w:t>
      </w:r>
    </w:p>
    <w:p w14:paraId="2B4D4650" w14:textId="77777777" w:rsidR="00810015" w:rsidRDefault="00810015" w:rsidP="00810015">
      <w:r>
        <w:t>165.8439</w:t>
      </w:r>
      <w:r>
        <w:tab/>
        <w:t>2.025e0</w:t>
      </w:r>
    </w:p>
    <w:p w14:paraId="4E8F2A87" w14:textId="77777777" w:rsidR="00810015" w:rsidRDefault="00810015" w:rsidP="00810015">
      <w:r>
        <w:t>165.8491</w:t>
      </w:r>
      <w:r>
        <w:tab/>
        <w:t>1.013e0</w:t>
      </w:r>
    </w:p>
    <w:p w14:paraId="655F511C" w14:textId="77777777" w:rsidR="00810015" w:rsidRDefault="00810015" w:rsidP="00810015">
      <w:r>
        <w:t>165.8526</w:t>
      </w:r>
      <w:r>
        <w:tab/>
        <w:t>1.013e0</w:t>
      </w:r>
    </w:p>
    <w:p w14:paraId="14B797BC" w14:textId="77777777" w:rsidR="00810015" w:rsidRDefault="00810015" w:rsidP="00810015">
      <w:r>
        <w:t>165.8775</w:t>
      </w:r>
      <w:r>
        <w:tab/>
        <w:t>1.013e0</w:t>
      </w:r>
    </w:p>
    <w:p w14:paraId="6244C4BC" w14:textId="77777777" w:rsidR="00810015" w:rsidRDefault="00810015" w:rsidP="00810015">
      <w:r>
        <w:t>165.8900</w:t>
      </w:r>
      <w:r>
        <w:tab/>
        <w:t>1.013e0</w:t>
      </w:r>
    </w:p>
    <w:p w14:paraId="033C5E68" w14:textId="77777777" w:rsidR="00810015" w:rsidRDefault="00810015" w:rsidP="00810015">
      <w:r>
        <w:t>165.8933</w:t>
      </w:r>
      <w:r>
        <w:tab/>
        <w:t>1.013e0</w:t>
      </w:r>
    </w:p>
    <w:p w14:paraId="3DFE63CB" w14:textId="77777777" w:rsidR="00810015" w:rsidRDefault="00810015" w:rsidP="00810015">
      <w:r>
        <w:lastRenderedPageBreak/>
        <w:t>165.8951</w:t>
      </w:r>
      <w:r>
        <w:tab/>
        <w:t>2.025e0</w:t>
      </w:r>
    </w:p>
    <w:p w14:paraId="63473C70" w14:textId="77777777" w:rsidR="00810015" w:rsidRDefault="00810015" w:rsidP="00810015">
      <w:r>
        <w:t>165.9284</w:t>
      </w:r>
      <w:r>
        <w:tab/>
        <w:t>1.013e0</w:t>
      </w:r>
    </w:p>
    <w:p w14:paraId="3EE66F6D" w14:textId="77777777" w:rsidR="00810015" w:rsidRDefault="00810015" w:rsidP="00810015">
      <w:r>
        <w:t>165.9382</w:t>
      </w:r>
      <w:r>
        <w:tab/>
        <w:t>1.013e0</w:t>
      </w:r>
    </w:p>
    <w:p w14:paraId="294D812A" w14:textId="77777777" w:rsidR="00810015" w:rsidRDefault="00810015" w:rsidP="00810015">
      <w:r>
        <w:t>165.9417</w:t>
      </w:r>
      <w:r>
        <w:tab/>
        <w:t>1.013e0</w:t>
      </w:r>
    </w:p>
    <w:p w14:paraId="1D60F68F" w14:textId="77777777" w:rsidR="00810015" w:rsidRDefault="00810015" w:rsidP="00810015">
      <w:r>
        <w:t>165.9593</w:t>
      </w:r>
      <w:r>
        <w:tab/>
        <w:t>2.025e0</w:t>
      </w:r>
    </w:p>
    <w:p w14:paraId="2BDF9EAC" w14:textId="77777777" w:rsidR="00810015" w:rsidRDefault="00810015" w:rsidP="00810015">
      <w:r>
        <w:t>165.9623</w:t>
      </w:r>
      <w:r>
        <w:tab/>
        <w:t>2.025e0</w:t>
      </w:r>
    </w:p>
    <w:p w14:paraId="3CD6F457" w14:textId="77777777" w:rsidR="00810015" w:rsidRDefault="00810015" w:rsidP="00810015">
      <w:r>
        <w:t>165.9857</w:t>
      </w:r>
      <w:r>
        <w:tab/>
        <w:t>1.013e0</w:t>
      </w:r>
    </w:p>
    <w:p w14:paraId="1D688EDD" w14:textId="77777777" w:rsidR="00810015" w:rsidRDefault="00810015" w:rsidP="00810015">
      <w:r>
        <w:t>165.9909</w:t>
      </w:r>
      <w:r>
        <w:tab/>
        <w:t>2.025e0</w:t>
      </w:r>
    </w:p>
    <w:p w14:paraId="4F3D8548" w14:textId="77777777" w:rsidR="00810015" w:rsidRDefault="00810015" w:rsidP="00810015">
      <w:r>
        <w:t>165.9962</w:t>
      </w:r>
      <w:r>
        <w:tab/>
        <w:t>1.013e0</w:t>
      </w:r>
    </w:p>
    <w:p w14:paraId="062F0290" w14:textId="77777777" w:rsidR="00810015" w:rsidRDefault="00810015" w:rsidP="00810015">
      <w:r>
        <w:t>166.0100</w:t>
      </w:r>
      <w:r>
        <w:tab/>
        <w:t>1.013e0</w:t>
      </w:r>
    </w:p>
    <w:p w14:paraId="5481F4E6" w14:textId="77777777" w:rsidR="00810015" w:rsidRDefault="00810015" w:rsidP="00810015">
      <w:r>
        <w:t>166.0362</w:t>
      </w:r>
      <w:r>
        <w:tab/>
        <w:t>4.051e0</w:t>
      </w:r>
    </w:p>
    <w:p w14:paraId="189D0A4D" w14:textId="77777777" w:rsidR="00810015" w:rsidRDefault="00810015" w:rsidP="00810015">
      <w:r>
        <w:t>166.0412</w:t>
      </w:r>
      <w:r>
        <w:tab/>
        <w:t>1.013e0</w:t>
      </w:r>
    </w:p>
    <w:p w14:paraId="5BA0F148" w14:textId="77777777" w:rsidR="00810015" w:rsidRDefault="00810015" w:rsidP="00810015">
      <w:r>
        <w:t>166.0540</w:t>
      </w:r>
      <w:r>
        <w:tab/>
        <w:t>3.038e0</w:t>
      </w:r>
    </w:p>
    <w:p w14:paraId="485531AB" w14:textId="77777777" w:rsidR="00810015" w:rsidRDefault="00810015" w:rsidP="00810015">
      <w:r>
        <w:t>166.0608</w:t>
      </w:r>
      <w:r>
        <w:tab/>
        <w:t>2.025e0</w:t>
      </w:r>
    </w:p>
    <w:p w14:paraId="075F5726" w14:textId="77777777" w:rsidR="00810015" w:rsidRDefault="00810015" w:rsidP="00810015">
      <w:r>
        <w:t>166.0652</w:t>
      </w:r>
      <w:r>
        <w:tab/>
        <w:t>4.051e0</w:t>
      </w:r>
    </w:p>
    <w:p w14:paraId="6F9F011A" w14:textId="77777777" w:rsidR="00810015" w:rsidRDefault="00810015" w:rsidP="00810015">
      <w:r>
        <w:t>166.0804</w:t>
      </w:r>
      <w:r>
        <w:tab/>
        <w:t>3.936e0</w:t>
      </w:r>
    </w:p>
    <w:p w14:paraId="41FA3A68" w14:textId="77777777" w:rsidR="00810015" w:rsidRDefault="00810015" w:rsidP="00810015">
      <w:r>
        <w:t>166.0999</w:t>
      </w:r>
      <w:r>
        <w:tab/>
        <w:t>1.207e0</w:t>
      </w:r>
    </w:p>
    <w:p w14:paraId="379F7A47" w14:textId="77777777" w:rsidR="00810015" w:rsidRDefault="00810015" w:rsidP="00810015">
      <w:r>
        <w:t>166.1238</w:t>
      </w:r>
      <w:r>
        <w:tab/>
        <w:t>3.273e0</w:t>
      </w:r>
    </w:p>
    <w:p w14:paraId="7C22CF1B" w14:textId="77777777" w:rsidR="00810015" w:rsidRDefault="00810015" w:rsidP="00810015">
      <w:r>
        <w:t>166.1301</w:t>
      </w:r>
      <w:r>
        <w:tab/>
        <w:t>1.368e0</w:t>
      </w:r>
    </w:p>
    <w:p w14:paraId="5E702C6D" w14:textId="77777777" w:rsidR="00810015" w:rsidRDefault="00810015" w:rsidP="00810015">
      <w:r>
        <w:lastRenderedPageBreak/>
        <w:t>166.1327</w:t>
      </w:r>
      <w:r>
        <w:tab/>
        <w:t>3.648e0</w:t>
      </w:r>
    </w:p>
    <w:p w14:paraId="106547EA" w14:textId="77777777" w:rsidR="00810015" w:rsidRDefault="00810015" w:rsidP="00810015">
      <w:r>
        <w:t>166.1484</w:t>
      </w:r>
      <w:r>
        <w:tab/>
        <w:t>2.025e0</w:t>
      </w:r>
    </w:p>
    <w:p w14:paraId="18848838" w14:textId="77777777" w:rsidR="00810015" w:rsidRDefault="00810015" w:rsidP="00810015">
      <w:r>
        <w:t>166.1535</w:t>
      </w:r>
      <w:r>
        <w:tab/>
        <w:t>2.025e0</w:t>
      </w:r>
    </w:p>
    <w:p w14:paraId="2F6A8644" w14:textId="77777777" w:rsidR="00810015" w:rsidRDefault="00810015" w:rsidP="00810015">
      <w:r>
        <w:t>166.1675</w:t>
      </w:r>
      <w:r>
        <w:tab/>
        <w:t>1.013e0</w:t>
      </w:r>
    </w:p>
    <w:p w14:paraId="24ADA1D7" w14:textId="77777777" w:rsidR="00810015" w:rsidRDefault="00810015" w:rsidP="00810015">
      <w:r>
        <w:t>166.1716</w:t>
      </w:r>
      <w:r>
        <w:tab/>
        <w:t>1.013e0</w:t>
      </w:r>
    </w:p>
    <w:p w14:paraId="3426855B" w14:textId="77777777" w:rsidR="00810015" w:rsidRDefault="00810015" w:rsidP="00810015">
      <w:r>
        <w:t>166.1744</w:t>
      </w:r>
      <w:r>
        <w:tab/>
        <w:t>1.013e0</w:t>
      </w:r>
    </w:p>
    <w:p w14:paraId="44D6BC24" w14:textId="77777777" w:rsidR="00810015" w:rsidRDefault="00810015" w:rsidP="00810015">
      <w:r>
        <w:t>166.1866</w:t>
      </w:r>
      <w:r>
        <w:tab/>
        <w:t>2.025e0</w:t>
      </w:r>
    </w:p>
    <w:p w14:paraId="7CFC80E0" w14:textId="77777777" w:rsidR="00810015" w:rsidRDefault="00810015" w:rsidP="00810015">
      <w:r>
        <w:t>166.1883</w:t>
      </w:r>
      <w:r>
        <w:tab/>
        <w:t>1.013e0</w:t>
      </w:r>
    </w:p>
    <w:p w14:paraId="7DE8FC5F" w14:textId="77777777" w:rsidR="00810015" w:rsidRDefault="00810015" w:rsidP="00810015">
      <w:r>
        <w:t>166.1921</w:t>
      </w:r>
      <w:r>
        <w:tab/>
        <w:t>2.025e0</w:t>
      </w:r>
    </w:p>
    <w:p w14:paraId="6E26B109" w14:textId="77777777" w:rsidR="00810015" w:rsidRDefault="00810015" w:rsidP="00810015">
      <w:r>
        <w:t>166.1953</w:t>
      </w:r>
      <w:r>
        <w:tab/>
        <w:t>1.013e0</w:t>
      </w:r>
    </w:p>
    <w:p w14:paraId="5D628F18" w14:textId="77777777" w:rsidR="00810015" w:rsidRDefault="00810015" w:rsidP="00810015">
      <w:r>
        <w:t>166.2161</w:t>
      </w:r>
      <w:r>
        <w:tab/>
        <w:t>1.013e0</w:t>
      </w:r>
    </w:p>
    <w:p w14:paraId="29186A0E" w14:textId="77777777" w:rsidR="00810015" w:rsidRDefault="00810015" w:rsidP="00810015">
      <w:r>
        <w:t>166.2288</w:t>
      </w:r>
      <w:r>
        <w:tab/>
        <w:t>1.013e0</w:t>
      </w:r>
    </w:p>
    <w:p w14:paraId="28A968DD" w14:textId="77777777" w:rsidR="00810015" w:rsidRDefault="00810015" w:rsidP="00810015">
      <w:r>
        <w:t>166.2326</w:t>
      </w:r>
      <w:r>
        <w:tab/>
        <w:t>2.025e0</w:t>
      </w:r>
    </w:p>
    <w:p w14:paraId="0628AE98" w14:textId="77777777" w:rsidR="00810015" w:rsidRDefault="00810015" w:rsidP="00810015">
      <w:r>
        <w:t>166.2607</w:t>
      </w:r>
      <w:r>
        <w:tab/>
        <w:t>1.013e0</w:t>
      </w:r>
    </w:p>
    <w:p w14:paraId="61BEBB8F" w14:textId="77777777" w:rsidR="00810015" w:rsidRDefault="00810015" w:rsidP="00810015">
      <w:r>
        <w:t>166.2670</w:t>
      </w:r>
      <w:r>
        <w:tab/>
        <w:t>1.013e0</w:t>
      </w:r>
    </w:p>
    <w:p w14:paraId="6D2E3B95" w14:textId="77777777" w:rsidR="00810015" w:rsidRDefault="00810015" w:rsidP="00810015">
      <w:r>
        <w:t>166.2775</w:t>
      </w:r>
      <w:r>
        <w:tab/>
        <w:t>1.013e0</w:t>
      </w:r>
    </w:p>
    <w:p w14:paraId="21B0ACC8" w14:textId="77777777" w:rsidR="00810015" w:rsidRDefault="00810015" w:rsidP="00810015">
      <w:r>
        <w:t>166.2879</w:t>
      </w:r>
      <w:r>
        <w:tab/>
        <w:t>1.013e0</w:t>
      </w:r>
    </w:p>
    <w:p w14:paraId="11E12CA1" w14:textId="77777777" w:rsidR="00810015" w:rsidRDefault="00810015" w:rsidP="00810015">
      <w:r>
        <w:t>166.2983</w:t>
      </w:r>
      <w:r>
        <w:tab/>
        <w:t>1.013e0</w:t>
      </w:r>
    </w:p>
    <w:p w14:paraId="0679EA45" w14:textId="77777777" w:rsidR="00810015" w:rsidRDefault="00810015" w:rsidP="00810015">
      <w:r>
        <w:t>166.3010</w:t>
      </w:r>
      <w:r>
        <w:tab/>
        <w:t>1.013e0</w:t>
      </w:r>
    </w:p>
    <w:p w14:paraId="0E1CFB03" w14:textId="77777777" w:rsidR="00810015" w:rsidRDefault="00810015" w:rsidP="00810015">
      <w:r>
        <w:lastRenderedPageBreak/>
        <w:t>166.3043</w:t>
      </w:r>
      <w:r>
        <w:tab/>
        <w:t>2.025e0</w:t>
      </w:r>
    </w:p>
    <w:p w14:paraId="08D6606F" w14:textId="77777777" w:rsidR="00810015" w:rsidRDefault="00810015" w:rsidP="00810015">
      <w:r>
        <w:t>166.3151</w:t>
      </w:r>
      <w:r>
        <w:tab/>
        <w:t>1.013e0</w:t>
      </w:r>
    </w:p>
    <w:p w14:paraId="233E3A99" w14:textId="77777777" w:rsidR="00810015" w:rsidRDefault="00810015" w:rsidP="00810015">
      <w:r>
        <w:t>166.3267</w:t>
      </w:r>
      <w:r>
        <w:tab/>
        <w:t>2.025e0</w:t>
      </w:r>
    </w:p>
    <w:p w14:paraId="255AC2DF" w14:textId="77777777" w:rsidR="00810015" w:rsidRDefault="00810015" w:rsidP="00810015">
      <w:r>
        <w:t>166.3354</w:t>
      </w:r>
      <w:r>
        <w:tab/>
        <w:t>2.025e0</w:t>
      </w:r>
    </w:p>
    <w:p w14:paraId="25F29CD6" w14:textId="77777777" w:rsidR="00810015" w:rsidRDefault="00810015" w:rsidP="00810015">
      <w:r>
        <w:t>166.3562</w:t>
      </w:r>
      <w:r>
        <w:tab/>
        <w:t>1.013e0</w:t>
      </w:r>
    </w:p>
    <w:p w14:paraId="67777D94" w14:textId="77777777" w:rsidR="00810015" w:rsidRDefault="00810015" w:rsidP="00810015">
      <w:r>
        <w:t>166.3833</w:t>
      </w:r>
      <w:r>
        <w:tab/>
        <w:t>3.038e0</w:t>
      </w:r>
    </w:p>
    <w:p w14:paraId="6E198DAD" w14:textId="77777777" w:rsidR="00810015" w:rsidRDefault="00810015" w:rsidP="00810015">
      <w:r>
        <w:t>166.3938</w:t>
      </w:r>
      <w:r>
        <w:tab/>
        <w:t>1.013e0</w:t>
      </w:r>
    </w:p>
    <w:p w14:paraId="655D09CD" w14:textId="77777777" w:rsidR="00810015" w:rsidRDefault="00810015" w:rsidP="00810015">
      <w:r>
        <w:t>166.4397</w:t>
      </w:r>
      <w:r>
        <w:tab/>
        <w:t>7.089e0</w:t>
      </w:r>
    </w:p>
    <w:p w14:paraId="3D4DE34D" w14:textId="77777777" w:rsidR="00810015" w:rsidRDefault="00810015" w:rsidP="00810015">
      <w:r>
        <w:t>166.4558</w:t>
      </w:r>
      <w:r>
        <w:tab/>
        <w:t>1.013e0</w:t>
      </w:r>
    </w:p>
    <w:p w14:paraId="7015D50A" w14:textId="77777777" w:rsidR="00810015" w:rsidRDefault="00810015" w:rsidP="00810015">
      <w:r>
        <w:t>166.4585</w:t>
      </w:r>
      <w:r>
        <w:tab/>
        <w:t>2.025e0</w:t>
      </w:r>
    </w:p>
    <w:p w14:paraId="109AD932" w14:textId="77777777" w:rsidR="00810015" w:rsidRDefault="00810015" w:rsidP="00810015">
      <w:r>
        <w:t>166.4758</w:t>
      </w:r>
      <w:r>
        <w:tab/>
        <w:t>3.038e0</w:t>
      </w:r>
    </w:p>
    <w:p w14:paraId="1F8B10AF" w14:textId="77777777" w:rsidR="00810015" w:rsidRDefault="00810015" w:rsidP="00810015">
      <w:r>
        <w:t>166.4790</w:t>
      </w:r>
      <w:r>
        <w:tab/>
        <w:t>1.013e0</w:t>
      </w:r>
    </w:p>
    <w:p w14:paraId="350BC1EC" w14:textId="77777777" w:rsidR="00810015" w:rsidRDefault="00810015" w:rsidP="00810015">
      <w:r>
        <w:t>166.4825</w:t>
      </w:r>
      <w:r>
        <w:tab/>
        <w:t>1.013e0</w:t>
      </w:r>
    </w:p>
    <w:p w14:paraId="1F1B44FE" w14:textId="77777777" w:rsidR="00810015" w:rsidRDefault="00810015" w:rsidP="00810015">
      <w:r>
        <w:t>166.5003</w:t>
      </w:r>
      <w:r>
        <w:tab/>
        <w:t>2.025e0</w:t>
      </w:r>
    </w:p>
    <w:p w14:paraId="743277F9" w14:textId="77777777" w:rsidR="00810015" w:rsidRDefault="00810015" w:rsidP="00810015">
      <w:r>
        <w:t>166.5069</w:t>
      </w:r>
      <w:r>
        <w:tab/>
        <w:t>1.013e0</w:t>
      </w:r>
    </w:p>
    <w:p w14:paraId="4F317209" w14:textId="77777777" w:rsidR="00810015" w:rsidRDefault="00810015" w:rsidP="00810015">
      <w:r>
        <w:t>166.5138</w:t>
      </w:r>
      <w:r>
        <w:tab/>
        <w:t>1.013e0</w:t>
      </w:r>
    </w:p>
    <w:p w14:paraId="36F0905F" w14:textId="77777777" w:rsidR="00810015" w:rsidRDefault="00810015" w:rsidP="00810015">
      <w:r>
        <w:t>166.5291</w:t>
      </w:r>
      <w:r>
        <w:tab/>
        <w:t>3.038e0</w:t>
      </w:r>
    </w:p>
    <w:p w14:paraId="45DF62D4" w14:textId="77777777" w:rsidR="00810015" w:rsidRDefault="00810015" w:rsidP="00810015">
      <w:r>
        <w:t>166.5313</w:t>
      </w:r>
      <w:r>
        <w:tab/>
        <w:t>1.013e0</w:t>
      </w:r>
    </w:p>
    <w:p w14:paraId="25DF4273" w14:textId="77777777" w:rsidR="00810015" w:rsidRDefault="00810015" w:rsidP="00810015">
      <w:r>
        <w:t>166.5352</w:t>
      </w:r>
      <w:r>
        <w:tab/>
        <w:t>3.038e0</w:t>
      </w:r>
    </w:p>
    <w:p w14:paraId="0104EAAE" w14:textId="77777777" w:rsidR="00810015" w:rsidRDefault="00810015" w:rsidP="00810015">
      <w:r>
        <w:lastRenderedPageBreak/>
        <w:t>166.5514</w:t>
      </w:r>
      <w:r>
        <w:tab/>
        <w:t>1.013e0</w:t>
      </w:r>
    </w:p>
    <w:p w14:paraId="34ABD1D4" w14:textId="77777777" w:rsidR="00810015" w:rsidRDefault="00810015" w:rsidP="00810015">
      <w:r>
        <w:t>166.5648</w:t>
      </w:r>
      <w:r>
        <w:tab/>
        <w:t>1.013e0</w:t>
      </w:r>
    </w:p>
    <w:p w14:paraId="3E9D89D5" w14:textId="77777777" w:rsidR="00810015" w:rsidRDefault="00810015" w:rsidP="00810015">
      <w:r>
        <w:t>166.5683</w:t>
      </w:r>
      <w:r>
        <w:tab/>
        <w:t>1.013e0</w:t>
      </w:r>
    </w:p>
    <w:p w14:paraId="3CBD9139" w14:textId="77777777" w:rsidR="00810015" w:rsidRDefault="00810015" w:rsidP="00810015">
      <w:r>
        <w:t>166.5811</w:t>
      </w:r>
      <w:r>
        <w:tab/>
        <w:t>2.025e0</w:t>
      </w:r>
    </w:p>
    <w:p w14:paraId="4F791BF6" w14:textId="77777777" w:rsidR="00810015" w:rsidRDefault="00810015" w:rsidP="00810015">
      <w:r>
        <w:t>166.5857</w:t>
      </w:r>
      <w:r>
        <w:tab/>
        <w:t>3.038e0</w:t>
      </w:r>
    </w:p>
    <w:p w14:paraId="7432878D" w14:textId="77777777" w:rsidR="00810015" w:rsidRDefault="00810015" w:rsidP="00810015">
      <w:r>
        <w:t>166.5961</w:t>
      </w:r>
      <w:r>
        <w:tab/>
        <w:t>1.013e0</w:t>
      </w:r>
    </w:p>
    <w:p w14:paraId="51872E99" w14:textId="77777777" w:rsidR="00810015" w:rsidRDefault="00810015" w:rsidP="00810015">
      <w:r>
        <w:t>166.6031</w:t>
      </w:r>
      <w:r>
        <w:tab/>
        <w:t>1.013e0</w:t>
      </w:r>
    </w:p>
    <w:p w14:paraId="4A137F85" w14:textId="77777777" w:rsidR="00810015" w:rsidRDefault="00810015" w:rsidP="00810015">
      <w:r>
        <w:t>166.6141</w:t>
      </w:r>
      <w:r>
        <w:tab/>
        <w:t>1.013e0</w:t>
      </w:r>
    </w:p>
    <w:p w14:paraId="690FE648" w14:textId="77777777" w:rsidR="00810015" w:rsidRDefault="00810015" w:rsidP="00810015">
      <w:r>
        <w:t>166.6206</w:t>
      </w:r>
      <w:r>
        <w:tab/>
        <w:t>1.013e0</w:t>
      </w:r>
    </w:p>
    <w:p w14:paraId="2202579D" w14:textId="77777777" w:rsidR="00810015" w:rsidRDefault="00810015" w:rsidP="00810015">
      <w:r>
        <w:t>166.6239</w:t>
      </w:r>
      <w:r>
        <w:tab/>
        <w:t>1.013e0</w:t>
      </w:r>
    </w:p>
    <w:p w14:paraId="4EE7D463" w14:textId="77777777" w:rsidR="00810015" w:rsidRDefault="00810015" w:rsidP="00810015">
      <w:r>
        <w:t>166.6255</w:t>
      </w:r>
      <w:r>
        <w:tab/>
        <w:t>2.025e0</w:t>
      </w:r>
    </w:p>
    <w:p w14:paraId="2ECBB634" w14:textId="77777777" w:rsidR="00810015" w:rsidRDefault="00810015" w:rsidP="00810015">
      <w:r>
        <w:t>166.6371</w:t>
      </w:r>
      <w:r>
        <w:tab/>
        <w:t>1.013e0</w:t>
      </w:r>
    </w:p>
    <w:p w14:paraId="5819B35E" w14:textId="77777777" w:rsidR="00810015" w:rsidRDefault="00810015" w:rsidP="00810015">
      <w:r>
        <w:t>166.6408</w:t>
      </w:r>
      <w:r>
        <w:tab/>
        <w:t>2.025e0</w:t>
      </w:r>
    </w:p>
    <w:p w14:paraId="6D030C1D" w14:textId="77777777" w:rsidR="00810015" w:rsidRDefault="00810015" w:rsidP="00810015">
      <w:r>
        <w:t>166.6576</w:t>
      </w:r>
      <w:r>
        <w:tab/>
        <w:t>1.013e0</w:t>
      </w:r>
    </w:p>
    <w:p w14:paraId="28F4B51D" w14:textId="77777777" w:rsidR="00810015" w:rsidRDefault="00810015" w:rsidP="00810015">
      <w:r>
        <w:t>166.6680</w:t>
      </w:r>
      <w:r>
        <w:tab/>
        <w:t>3.038e0</w:t>
      </w:r>
    </w:p>
    <w:p w14:paraId="4ED4E7AF" w14:textId="77777777" w:rsidR="00810015" w:rsidRDefault="00810015" w:rsidP="00810015">
      <w:r>
        <w:t>166.6790</w:t>
      </w:r>
      <w:r>
        <w:tab/>
        <w:t>2.025e0</w:t>
      </w:r>
    </w:p>
    <w:p w14:paraId="58C90FB8" w14:textId="77777777" w:rsidR="00810015" w:rsidRDefault="00810015" w:rsidP="00810015">
      <w:r>
        <w:t>166.6854</w:t>
      </w:r>
      <w:r>
        <w:tab/>
        <w:t>1.013e0</w:t>
      </w:r>
    </w:p>
    <w:p w14:paraId="346CFC4E" w14:textId="77777777" w:rsidR="00810015" w:rsidRDefault="00810015" w:rsidP="00810015">
      <w:r>
        <w:t>166.7162</w:t>
      </w:r>
      <w:r>
        <w:tab/>
        <w:t>1.013e0</w:t>
      </w:r>
    </w:p>
    <w:p w14:paraId="54181CD8" w14:textId="77777777" w:rsidR="00810015" w:rsidRDefault="00810015" w:rsidP="00810015">
      <w:r>
        <w:t>166.7228</w:t>
      </w:r>
      <w:r>
        <w:tab/>
        <w:t>1.013e0</w:t>
      </w:r>
    </w:p>
    <w:p w14:paraId="3C176283" w14:textId="77777777" w:rsidR="00810015" w:rsidRDefault="00810015" w:rsidP="00810015">
      <w:r>
        <w:lastRenderedPageBreak/>
        <w:t>166.7364</w:t>
      </w:r>
      <w:r>
        <w:tab/>
        <w:t>1.013e0</w:t>
      </w:r>
    </w:p>
    <w:p w14:paraId="682AFF79" w14:textId="77777777" w:rsidR="00810015" w:rsidRDefault="00810015" w:rsidP="00810015">
      <w:r>
        <w:t>166.7405</w:t>
      </w:r>
      <w:r>
        <w:tab/>
        <w:t>1.013e0</w:t>
      </w:r>
    </w:p>
    <w:p w14:paraId="5497B486" w14:textId="77777777" w:rsidR="00810015" w:rsidRDefault="00810015" w:rsidP="00810015">
      <w:r>
        <w:t>166.7504</w:t>
      </w:r>
      <w:r>
        <w:tab/>
        <w:t>2.025e0</w:t>
      </w:r>
    </w:p>
    <w:p w14:paraId="5AF56447" w14:textId="77777777" w:rsidR="00810015" w:rsidRDefault="00810015" w:rsidP="00810015">
      <w:r>
        <w:t>166.7538</w:t>
      </w:r>
      <w:r>
        <w:tab/>
        <w:t>1.013e0</w:t>
      </w:r>
    </w:p>
    <w:p w14:paraId="1314CB57" w14:textId="77777777" w:rsidR="00810015" w:rsidRDefault="00810015" w:rsidP="00810015">
      <w:r>
        <w:t>166.7579</w:t>
      </w:r>
      <w:r>
        <w:tab/>
        <w:t>1.013e0</w:t>
      </w:r>
    </w:p>
    <w:p w14:paraId="1FC99064" w14:textId="77777777" w:rsidR="00810015" w:rsidRDefault="00810015" w:rsidP="00810015">
      <w:r>
        <w:t>166.7887</w:t>
      </w:r>
      <w:r>
        <w:tab/>
        <w:t>1.013e0</w:t>
      </w:r>
    </w:p>
    <w:p w14:paraId="12B50042" w14:textId="77777777" w:rsidR="00810015" w:rsidRDefault="00810015" w:rsidP="00810015">
      <w:r>
        <w:t>166.8053</w:t>
      </w:r>
      <w:r>
        <w:tab/>
        <w:t>1.013e0</w:t>
      </w:r>
    </w:p>
    <w:p w14:paraId="44D792BB" w14:textId="77777777" w:rsidR="00810015" w:rsidRDefault="00810015" w:rsidP="00810015">
      <w:r>
        <w:t>166.8158</w:t>
      </w:r>
      <w:r>
        <w:tab/>
        <w:t>1.013e0</w:t>
      </w:r>
    </w:p>
    <w:p w14:paraId="1D24F6F6" w14:textId="77777777" w:rsidR="00810015" w:rsidRDefault="00810015" w:rsidP="00810015">
      <w:r>
        <w:t>166.8170</w:t>
      </w:r>
      <w:r>
        <w:tab/>
        <w:t>2.025e0</w:t>
      </w:r>
    </w:p>
    <w:p w14:paraId="2E230BD7" w14:textId="77777777" w:rsidR="00810015" w:rsidRDefault="00810015" w:rsidP="00810015">
      <w:r>
        <w:t>166.8327</w:t>
      </w:r>
      <w:r>
        <w:tab/>
        <w:t>2.025e0</w:t>
      </w:r>
    </w:p>
    <w:p w14:paraId="118A1418" w14:textId="77777777" w:rsidR="00810015" w:rsidRDefault="00810015" w:rsidP="00810015">
      <w:r>
        <w:t>166.8640</w:t>
      </w:r>
      <w:r>
        <w:tab/>
        <w:t>1.013e0</w:t>
      </w:r>
    </w:p>
    <w:p w14:paraId="7931A027" w14:textId="77777777" w:rsidR="00810015" w:rsidRDefault="00810015" w:rsidP="00810015">
      <w:r>
        <w:t>166.8779</w:t>
      </w:r>
      <w:r>
        <w:tab/>
        <w:t>1.013e0</w:t>
      </w:r>
    </w:p>
    <w:p w14:paraId="7FD9E449" w14:textId="77777777" w:rsidR="00810015" w:rsidRDefault="00810015" w:rsidP="00810015">
      <w:r>
        <w:t>166.8812</w:t>
      </w:r>
      <w:r>
        <w:tab/>
        <w:t>1.013e0</w:t>
      </w:r>
    </w:p>
    <w:p w14:paraId="6517C8EA" w14:textId="77777777" w:rsidR="00810015" w:rsidRDefault="00810015" w:rsidP="00810015">
      <w:r>
        <w:t>166.8950</w:t>
      </w:r>
      <w:r>
        <w:tab/>
        <w:t>1.013e0</w:t>
      </w:r>
    </w:p>
    <w:p w14:paraId="5C83B7B6" w14:textId="77777777" w:rsidR="00810015" w:rsidRDefault="00810015" w:rsidP="00810015">
      <w:r>
        <w:t>166.8977</w:t>
      </w:r>
      <w:r>
        <w:tab/>
        <w:t>1.013e0</w:t>
      </w:r>
    </w:p>
    <w:p w14:paraId="442BA0E0" w14:textId="77777777" w:rsidR="00810015" w:rsidRDefault="00810015" w:rsidP="00810015">
      <w:r>
        <w:t>166.9185</w:t>
      </w:r>
      <w:r>
        <w:tab/>
        <w:t>1.013e0</w:t>
      </w:r>
    </w:p>
    <w:p w14:paraId="58C79075" w14:textId="77777777" w:rsidR="00810015" w:rsidRDefault="00810015" w:rsidP="00810015">
      <w:r>
        <w:t>166.9359</w:t>
      </w:r>
      <w:r>
        <w:tab/>
        <w:t>3.038e0</w:t>
      </w:r>
    </w:p>
    <w:p w14:paraId="7AFDC599" w14:textId="77777777" w:rsidR="00810015" w:rsidRDefault="00810015" w:rsidP="00810015">
      <w:r>
        <w:t>166.9411</w:t>
      </w:r>
      <w:r>
        <w:tab/>
        <w:t>2.025e0</w:t>
      </w:r>
    </w:p>
    <w:p w14:paraId="74926A67" w14:textId="77777777" w:rsidR="00810015" w:rsidRDefault="00810015" w:rsidP="00810015">
      <w:r>
        <w:t>166.9574</w:t>
      </w:r>
      <w:r>
        <w:tab/>
        <w:t>1.013e0</w:t>
      </w:r>
    </w:p>
    <w:p w14:paraId="3008D9F2" w14:textId="77777777" w:rsidR="00810015" w:rsidRDefault="00810015" w:rsidP="00810015">
      <w:r>
        <w:lastRenderedPageBreak/>
        <w:t>166.9638</w:t>
      </w:r>
      <w:r>
        <w:tab/>
        <w:t>1.013e0</w:t>
      </w:r>
    </w:p>
    <w:p w14:paraId="5E9DDB60" w14:textId="77777777" w:rsidR="00810015" w:rsidRDefault="00810015" w:rsidP="00810015">
      <w:r>
        <w:t>166.9737</w:t>
      </w:r>
      <w:r>
        <w:tab/>
        <w:t>1.013e0</w:t>
      </w:r>
    </w:p>
    <w:p w14:paraId="68F5D022" w14:textId="77777777" w:rsidR="00810015" w:rsidRDefault="00810015" w:rsidP="00810015">
      <w:r>
        <w:t>166.9836</w:t>
      </w:r>
      <w:r>
        <w:tab/>
        <w:t>1.013e0</w:t>
      </w:r>
    </w:p>
    <w:p w14:paraId="393E9586" w14:textId="77777777" w:rsidR="00810015" w:rsidRDefault="00810015" w:rsidP="00810015">
      <w:r>
        <w:t>166.9974</w:t>
      </w:r>
      <w:r>
        <w:tab/>
        <w:t>2.025e0</w:t>
      </w:r>
    </w:p>
    <w:p w14:paraId="30FB021C" w14:textId="77777777" w:rsidR="00810015" w:rsidRDefault="00810015" w:rsidP="00810015">
      <w:r>
        <w:t>167.0009</w:t>
      </w:r>
      <w:r>
        <w:tab/>
        <w:t>1.013e0</w:t>
      </w:r>
    </w:p>
    <w:p w14:paraId="288CAA24" w14:textId="77777777" w:rsidR="00810015" w:rsidRDefault="00810015" w:rsidP="00810015">
      <w:r>
        <w:t>167.0078</w:t>
      </w:r>
      <w:r>
        <w:tab/>
        <w:t>2.025e0</w:t>
      </w:r>
    </w:p>
    <w:p w14:paraId="3767E2DF" w14:textId="77777777" w:rsidR="00810015" w:rsidRDefault="00810015" w:rsidP="00810015">
      <w:r>
        <w:t>167.0119</w:t>
      </w:r>
      <w:r>
        <w:tab/>
        <w:t>2.025e0</w:t>
      </w:r>
    </w:p>
    <w:p w14:paraId="27775CE8" w14:textId="77777777" w:rsidR="00810015" w:rsidRDefault="00810015" w:rsidP="00810015">
      <w:r>
        <w:t>167.0208</w:t>
      </w:r>
      <w:r>
        <w:tab/>
        <w:t>3.038e0</w:t>
      </w:r>
    </w:p>
    <w:p w14:paraId="2933E63B" w14:textId="77777777" w:rsidR="00810015" w:rsidRDefault="00810015" w:rsidP="00810015">
      <w:r>
        <w:t>167.0356</w:t>
      </w:r>
      <w:r>
        <w:tab/>
        <w:t>1.013e0</w:t>
      </w:r>
    </w:p>
    <w:p w14:paraId="471436E1" w14:textId="77777777" w:rsidR="00810015" w:rsidRDefault="00810015" w:rsidP="00810015">
      <w:r>
        <w:t>167.0377</w:t>
      </w:r>
      <w:r>
        <w:tab/>
        <w:t>3.038e0</w:t>
      </w:r>
    </w:p>
    <w:p w14:paraId="6D8A4095" w14:textId="77777777" w:rsidR="00810015" w:rsidRDefault="00810015" w:rsidP="00810015">
      <w:r>
        <w:t>167.0397</w:t>
      </w:r>
      <w:r>
        <w:tab/>
        <w:t>1.013e0</w:t>
      </w:r>
    </w:p>
    <w:p w14:paraId="6BDC9514" w14:textId="77777777" w:rsidR="00810015" w:rsidRDefault="00810015" w:rsidP="00810015">
      <w:r>
        <w:t>167.0427</w:t>
      </w:r>
      <w:r>
        <w:tab/>
        <w:t>3.038e0</w:t>
      </w:r>
    </w:p>
    <w:p w14:paraId="08501156" w14:textId="77777777" w:rsidR="00810015" w:rsidRDefault="00810015" w:rsidP="00810015">
      <w:r>
        <w:t>167.0638</w:t>
      </w:r>
      <w:r>
        <w:tab/>
        <w:t>3.038e0</w:t>
      </w:r>
    </w:p>
    <w:p w14:paraId="02B5C778" w14:textId="77777777" w:rsidR="00810015" w:rsidRDefault="00810015" w:rsidP="00810015">
      <w:r>
        <w:t>167.0695</w:t>
      </w:r>
      <w:r>
        <w:tab/>
        <w:t>1.013e0</w:t>
      </w:r>
    </w:p>
    <w:p w14:paraId="12B1F50D" w14:textId="77777777" w:rsidR="00810015" w:rsidRDefault="00810015" w:rsidP="00810015">
      <w:r>
        <w:t>167.0734</w:t>
      </w:r>
      <w:r>
        <w:tab/>
        <w:t>1.013e0</w:t>
      </w:r>
    </w:p>
    <w:p w14:paraId="5012BEE1" w14:textId="77777777" w:rsidR="00810015" w:rsidRDefault="00810015" w:rsidP="00810015">
      <w:r>
        <w:t>167.0846</w:t>
      </w:r>
      <w:r>
        <w:tab/>
        <w:t>1.132e0</w:t>
      </w:r>
    </w:p>
    <w:p w14:paraId="7A318F55" w14:textId="77777777" w:rsidR="00810015" w:rsidRDefault="00810015" w:rsidP="00810015">
      <w:r>
        <w:t>167.0971</w:t>
      </w:r>
      <w:r>
        <w:tab/>
        <w:t>3.419e0</w:t>
      </w:r>
    </w:p>
    <w:p w14:paraId="5A54A8A9" w14:textId="77777777" w:rsidR="00810015" w:rsidRDefault="00810015" w:rsidP="00810015">
      <w:r>
        <w:t>167.1130</w:t>
      </w:r>
      <w:r>
        <w:tab/>
        <w:t>1.102e0</w:t>
      </w:r>
    </w:p>
    <w:p w14:paraId="7CD7541A" w14:textId="77777777" w:rsidR="00810015" w:rsidRDefault="00810015" w:rsidP="00810015">
      <w:r>
        <w:t>167.1313</w:t>
      </w:r>
      <w:r>
        <w:tab/>
        <w:t>1.937e0</w:t>
      </w:r>
    </w:p>
    <w:p w14:paraId="6BC25B2F" w14:textId="77777777" w:rsidR="00810015" w:rsidRDefault="00810015" w:rsidP="00810015">
      <w:r>
        <w:lastRenderedPageBreak/>
        <w:t>167.1428</w:t>
      </w:r>
      <w:r>
        <w:tab/>
        <w:t>1.920e0</w:t>
      </w:r>
    </w:p>
    <w:p w14:paraId="1A311017" w14:textId="77777777" w:rsidR="00810015" w:rsidRDefault="00810015" w:rsidP="00810015">
      <w:r>
        <w:t>167.1461</w:t>
      </w:r>
      <w:r>
        <w:tab/>
        <w:t>1.013e0</w:t>
      </w:r>
    </w:p>
    <w:p w14:paraId="6742F920" w14:textId="77777777" w:rsidR="00810015" w:rsidRDefault="00810015" w:rsidP="00810015">
      <w:r>
        <w:t>167.1504</w:t>
      </w:r>
      <w:r>
        <w:tab/>
        <w:t>2.025e0</w:t>
      </w:r>
    </w:p>
    <w:p w14:paraId="0F5C385D" w14:textId="77777777" w:rsidR="00810015" w:rsidRDefault="00810015" w:rsidP="00810015">
      <w:r>
        <w:t>167.1538</w:t>
      </w:r>
      <w:r>
        <w:tab/>
        <w:t>2.025e0</w:t>
      </w:r>
    </w:p>
    <w:p w14:paraId="5FEB054D" w14:textId="77777777" w:rsidR="00810015" w:rsidRDefault="00810015" w:rsidP="00810015">
      <w:r>
        <w:t>167.1726</w:t>
      </w:r>
      <w:r>
        <w:tab/>
        <w:t>1.013e0</w:t>
      </w:r>
    </w:p>
    <w:p w14:paraId="563739AE" w14:textId="77777777" w:rsidR="00810015" w:rsidRDefault="00810015" w:rsidP="00810015">
      <w:r>
        <w:t>167.1869</w:t>
      </w:r>
      <w:r>
        <w:tab/>
        <w:t>2.025e0</w:t>
      </w:r>
    </w:p>
    <w:p w14:paraId="1FACB8D5" w14:textId="77777777" w:rsidR="00810015" w:rsidRDefault="00810015" w:rsidP="00810015">
      <w:r>
        <w:t>167.2039</w:t>
      </w:r>
      <w:r>
        <w:tab/>
        <w:t>2.025e0</w:t>
      </w:r>
    </w:p>
    <w:p w14:paraId="403B7714" w14:textId="77777777" w:rsidR="00810015" w:rsidRDefault="00810015" w:rsidP="00810015">
      <w:r>
        <w:t>167.2214</w:t>
      </w:r>
      <w:r>
        <w:tab/>
        <w:t>1.013e0</w:t>
      </w:r>
    </w:p>
    <w:p w14:paraId="445420D8" w14:textId="77777777" w:rsidR="00810015" w:rsidRDefault="00810015" w:rsidP="00810015">
      <w:r>
        <w:t>167.2414</w:t>
      </w:r>
      <w:r>
        <w:tab/>
        <w:t>2.025e0</w:t>
      </w:r>
    </w:p>
    <w:p w14:paraId="6A7CCB7E" w14:textId="77777777" w:rsidR="00810015" w:rsidRDefault="00810015" w:rsidP="00810015">
      <w:r>
        <w:t>167.2447</w:t>
      </w:r>
      <w:r>
        <w:tab/>
        <w:t>1.013e0</w:t>
      </w:r>
    </w:p>
    <w:p w14:paraId="5097967C" w14:textId="77777777" w:rsidR="00810015" w:rsidRDefault="00810015" w:rsidP="00810015">
      <w:r>
        <w:t>167.2655</w:t>
      </w:r>
      <w:r>
        <w:tab/>
        <w:t>2.025e0</w:t>
      </w:r>
    </w:p>
    <w:p w14:paraId="6274FA99" w14:textId="77777777" w:rsidR="00810015" w:rsidRDefault="00810015" w:rsidP="00810015">
      <w:r>
        <w:t>167.2759</w:t>
      </w:r>
      <w:r>
        <w:tab/>
        <w:t>2.025e0</w:t>
      </w:r>
    </w:p>
    <w:p w14:paraId="3CBE9A78" w14:textId="77777777" w:rsidR="00810015" w:rsidRDefault="00810015" w:rsidP="00810015">
      <w:r>
        <w:t>167.2794</w:t>
      </w:r>
      <w:r>
        <w:tab/>
        <w:t>1.013e0</w:t>
      </w:r>
    </w:p>
    <w:p w14:paraId="7738D418" w14:textId="77777777" w:rsidR="00810015" w:rsidRDefault="00810015" w:rsidP="00810015">
      <w:r>
        <w:t>167.3040</w:t>
      </w:r>
      <w:r>
        <w:tab/>
        <w:t>3.038e0</w:t>
      </w:r>
    </w:p>
    <w:p w14:paraId="5A2D8924" w14:textId="77777777" w:rsidR="00810015" w:rsidRDefault="00810015" w:rsidP="00810015">
      <w:r>
        <w:t>167.3241</w:t>
      </w:r>
      <w:r>
        <w:tab/>
        <w:t>2.025e0</w:t>
      </w:r>
    </w:p>
    <w:p w14:paraId="1FF2FDA0" w14:textId="77777777" w:rsidR="00810015" w:rsidRDefault="00810015" w:rsidP="00810015">
      <w:r>
        <w:t>167.3590</w:t>
      </w:r>
      <w:r>
        <w:tab/>
        <w:t>1.013e0</w:t>
      </w:r>
    </w:p>
    <w:p w14:paraId="47F8AAE8" w14:textId="77777777" w:rsidR="00810015" w:rsidRDefault="00810015" w:rsidP="00810015">
      <w:r>
        <w:t>167.3618</w:t>
      </w:r>
      <w:r>
        <w:tab/>
        <w:t>1.013e0</w:t>
      </w:r>
    </w:p>
    <w:p w14:paraId="29C16092" w14:textId="77777777" w:rsidR="00810015" w:rsidRDefault="00810015" w:rsidP="00810015">
      <w:r>
        <w:t>167.3798</w:t>
      </w:r>
      <w:r>
        <w:tab/>
        <w:t>1.013e0</w:t>
      </w:r>
    </w:p>
    <w:p w14:paraId="7AA29628" w14:textId="77777777" w:rsidR="00810015" w:rsidRDefault="00810015" w:rsidP="00810015">
      <w:r>
        <w:t>167.3880</w:t>
      </w:r>
      <w:r>
        <w:tab/>
        <w:t>2.025e0</w:t>
      </w:r>
    </w:p>
    <w:p w14:paraId="4A67638F" w14:textId="77777777" w:rsidR="00810015" w:rsidRDefault="00810015" w:rsidP="00810015">
      <w:r>
        <w:lastRenderedPageBreak/>
        <w:t>167.3922</w:t>
      </w:r>
      <w:r>
        <w:tab/>
        <w:t>3.038e0</w:t>
      </w:r>
    </w:p>
    <w:p w14:paraId="7B63357E" w14:textId="77777777" w:rsidR="00810015" w:rsidRDefault="00810015" w:rsidP="00810015">
      <w:r>
        <w:t>167.4101</w:t>
      </w:r>
      <w:r>
        <w:tab/>
        <w:t>2.025e0</w:t>
      </w:r>
    </w:p>
    <w:p w14:paraId="28082D18" w14:textId="77777777" w:rsidR="00810015" w:rsidRDefault="00810015" w:rsidP="00810015">
      <w:r>
        <w:t>167.4224</w:t>
      </w:r>
      <w:r>
        <w:tab/>
        <w:t>2.025e0</w:t>
      </w:r>
    </w:p>
    <w:p w14:paraId="5CB6B12E" w14:textId="77777777" w:rsidR="00810015" w:rsidRDefault="00810015" w:rsidP="00810015">
      <w:r>
        <w:t>167.4268</w:t>
      </w:r>
      <w:r>
        <w:tab/>
        <w:t>1.013e0</w:t>
      </w:r>
    </w:p>
    <w:p w14:paraId="67B82C24" w14:textId="77777777" w:rsidR="00810015" w:rsidRDefault="00810015" w:rsidP="00810015">
      <w:r>
        <w:t>167.4373</w:t>
      </w:r>
      <w:r>
        <w:tab/>
        <w:t>1.013e0</w:t>
      </w:r>
    </w:p>
    <w:p w14:paraId="1F8259A4" w14:textId="77777777" w:rsidR="00810015" w:rsidRDefault="00810015" w:rsidP="00810015">
      <w:r>
        <w:t>167.4414</w:t>
      </w:r>
      <w:r>
        <w:tab/>
        <w:t>1.013e0</w:t>
      </w:r>
    </w:p>
    <w:p w14:paraId="66B5A604" w14:textId="77777777" w:rsidR="00810015" w:rsidRDefault="00810015" w:rsidP="00810015">
      <w:r>
        <w:t>167.4443</w:t>
      </w:r>
      <w:r>
        <w:tab/>
        <w:t>2.025e0</w:t>
      </w:r>
    </w:p>
    <w:p w14:paraId="61AEE58E" w14:textId="77777777" w:rsidR="00810015" w:rsidRDefault="00810015" w:rsidP="00810015">
      <w:r>
        <w:t>167.4582</w:t>
      </w:r>
      <w:r>
        <w:tab/>
        <w:t>1.013e0</w:t>
      </w:r>
    </w:p>
    <w:p w14:paraId="0DA96D54" w14:textId="77777777" w:rsidR="00810015" w:rsidRDefault="00810015" w:rsidP="00810015">
      <w:r>
        <w:t>167.4721</w:t>
      </w:r>
      <w:r>
        <w:tab/>
        <w:t>1.013e0</w:t>
      </w:r>
    </w:p>
    <w:p w14:paraId="37D3E2D8" w14:textId="77777777" w:rsidR="00810015" w:rsidRDefault="00810015" w:rsidP="00810015">
      <w:r>
        <w:t>167.4739</w:t>
      </w:r>
      <w:r>
        <w:tab/>
        <w:t>2.025e0</w:t>
      </w:r>
    </w:p>
    <w:p w14:paraId="56B23C34" w14:textId="77777777" w:rsidR="00810015" w:rsidRDefault="00810015" w:rsidP="00810015">
      <w:r>
        <w:t>167.4903</w:t>
      </w:r>
      <w:r>
        <w:tab/>
        <w:t>2.025e0</w:t>
      </w:r>
    </w:p>
    <w:p w14:paraId="0EBC7887" w14:textId="77777777" w:rsidR="00810015" w:rsidRDefault="00810015" w:rsidP="00810015">
      <w:r>
        <w:t>167.4962</w:t>
      </w:r>
      <w:r>
        <w:tab/>
        <w:t>1.013e0</w:t>
      </w:r>
    </w:p>
    <w:p w14:paraId="6F687A27" w14:textId="77777777" w:rsidR="00810015" w:rsidRDefault="00810015" w:rsidP="00810015">
      <w:r>
        <w:t>167.4978</w:t>
      </w:r>
      <w:r>
        <w:tab/>
        <w:t>2.025e0</w:t>
      </w:r>
    </w:p>
    <w:p w14:paraId="16232354" w14:textId="77777777" w:rsidR="00810015" w:rsidRDefault="00810015" w:rsidP="00810015">
      <w:r>
        <w:t>167.4995</w:t>
      </w:r>
      <w:r>
        <w:tab/>
        <w:t>2.025e0</w:t>
      </w:r>
    </w:p>
    <w:p w14:paraId="5D0F1C6A" w14:textId="77777777" w:rsidR="00810015" w:rsidRDefault="00810015" w:rsidP="00810015">
      <w:r>
        <w:t>167.5238</w:t>
      </w:r>
      <w:r>
        <w:tab/>
        <w:t>1.013e0</w:t>
      </w:r>
    </w:p>
    <w:p w14:paraId="27C1F29D" w14:textId="77777777" w:rsidR="00810015" w:rsidRDefault="00810015" w:rsidP="00810015">
      <w:r>
        <w:t>167.5337</w:t>
      </w:r>
      <w:r>
        <w:tab/>
        <w:t>1.013e0</w:t>
      </w:r>
    </w:p>
    <w:p w14:paraId="56853E49" w14:textId="77777777" w:rsidR="00810015" w:rsidRDefault="00810015" w:rsidP="00810015">
      <w:r>
        <w:t>167.5372</w:t>
      </w:r>
      <w:r>
        <w:tab/>
        <w:t>3.038e0</w:t>
      </w:r>
    </w:p>
    <w:p w14:paraId="50B35AC6" w14:textId="77777777" w:rsidR="00810015" w:rsidRDefault="00810015" w:rsidP="00810015">
      <w:r>
        <w:t>167.5651</w:t>
      </w:r>
      <w:r>
        <w:tab/>
        <w:t>2.025e0</w:t>
      </w:r>
    </w:p>
    <w:p w14:paraId="0BAE391F" w14:textId="77777777" w:rsidR="00810015" w:rsidRDefault="00810015" w:rsidP="00810015">
      <w:r>
        <w:t>167.5889</w:t>
      </w:r>
      <w:r>
        <w:tab/>
        <w:t>1.013e0</w:t>
      </w:r>
    </w:p>
    <w:p w14:paraId="35D20FE9" w14:textId="77777777" w:rsidR="00810015" w:rsidRDefault="00810015" w:rsidP="00810015">
      <w:r>
        <w:lastRenderedPageBreak/>
        <w:t>167.5928</w:t>
      </w:r>
      <w:r>
        <w:tab/>
        <w:t>1.013e0</w:t>
      </w:r>
    </w:p>
    <w:p w14:paraId="56B93995" w14:textId="77777777" w:rsidR="00810015" w:rsidRDefault="00810015" w:rsidP="00810015">
      <w:r>
        <w:t>167.6177</w:t>
      </w:r>
      <w:r>
        <w:tab/>
        <w:t>3.038e0</w:t>
      </w:r>
    </w:p>
    <w:p w14:paraId="1AE2DE1A" w14:textId="77777777" w:rsidR="00810015" w:rsidRDefault="00810015" w:rsidP="00810015">
      <w:r>
        <w:t>167.6200</w:t>
      </w:r>
      <w:r>
        <w:tab/>
        <w:t>2.025e0</w:t>
      </w:r>
    </w:p>
    <w:p w14:paraId="0C6F3E2D" w14:textId="77777777" w:rsidR="00810015" w:rsidRDefault="00810015" w:rsidP="00810015">
      <w:r>
        <w:t>167.6267</w:t>
      </w:r>
      <w:r>
        <w:tab/>
        <w:t>1.013e0</w:t>
      </w:r>
    </w:p>
    <w:p w14:paraId="22B0F6B4" w14:textId="77777777" w:rsidR="00810015" w:rsidRDefault="00810015" w:rsidP="00810015">
      <w:r>
        <w:t>167.6388</w:t>
      </w:r>
      <w:r>
        <w:tab/>
        <w:t>2.025e0</w:t>
      </w:r>
    </w:p>
    <w:p w14:paraId="79F50D43" w14:textId="77777777" w:rsidR="00810015" w:rsidRDefault="00810015" w:rsidP="00810015">
      <w:r>
        <w:t>167.6478</w:t>
      </w:r>
      <w:r>
        <w:tab/>
        <w:t>2.025e0</w:t>
      </w:r>
    </w:p>
    <w:p w14:paraId="490AB42E" w14:textId="77777777" w:rsidR="00810015" w:rsidRDefault="00810015" w:rsidP="00810015">
      <w:r>
        <w:t>167.6784</w:t>
      </w:r>
      <w:r>
        <w:tab/>
        <w:t>1.013e0</w:t>
      </w:r>
    </w:p>
    <w:p w14:paraId="3AAF37D5" w14:textId="77777777" w:rsidR="00810015" w:rsidRDefault="00810015" w:rsidP="00810015">
      <w:r>
        <w:t>167.6883</w:t>
      </w:r>
      <w:r>
        <w:tab/>
        <w:t>1.013e0</w:t>
      </w:r>
    </w:p>
    <w:p w14:paraId="6EFDA82A" w14:textId="77777777" w:rsidR="00810015" w:rsidRDefault="00810015" w:rsidP="00810015">
      <w:r>
        <w:t>167.6954</w:t>
      </w:r>
      <w:r>
        <w:tab/>
        <w:t>2.025e0</w:t>
      </w:r>
    </w:p>
    <w:p w14:paraId="14293F88" w14:textId="77777777" w:rsidR="00810015" w:rsidRDefault="00810015" w:rsidP="00810015">
      <w:r>
        <w:t>167.7388</w:t>
      </w:r>
      <w:r>
        <w:tab/>
        <w:t>2.025e0</w:t>
      </w:r>
    </w:p>
    <w:p w14:paraId="0D770A05" w14:textId="77777777" w:rsidR="00810015" w:rsidRDefault="00810015" w:rsidP="00810015">
      <w:r>
        <w:t>167.7423</w:t>
      </w:r>
      <w:r>
        <w:tab/>
        <w:t>2.025e0</w:t>
      </w:r>
    </w:p>
    <w:p w14:paraId="2AC80B7A" w14:textId="77777777" w:rsidR="00810015" w:rsidRDefault="00810015" w:rsidP="00810015">
      <w:r>
        <w:t>167.7585</w:t>
      </w:r>
      <w:r>
        <w:tab/>
        <w:t>1.013e0</w:t>
      </w:r>
    </w:p>
    <w:p w14:paraId="576D20DC" w14:textId="77777777" w:rsidR="00810015" w:rsidRDefault="00810015" w:rsidP="00810015">
      <w:r>
        <w:t>167.7827</w:t>
      </w:r>
      <w:r>
        <w:tab/>
        <w:t>2.025e0</w:t>
      </w:r>
    </w:p>
    <w:p w14:paraId="10927416" w14:textId="77777777" w:rsidR="00810015" w:rsidRDefault="00810015" w:rsidP="00810015">
      <w:r>
        <w:t>167.7920</w:t>
      </w:r>
      <w:r>
        <w:tab/>
        <w:t>2.025e0</w:t>
      </w:r>
    </w:p>
    <w:p w14:paraId="5D7C3380" w14:textId="77777777" w:rsidR="00810015" w:rsidRDefault="00810015" w:rsidP="00810015">
      <w:r>
        <w:t>167.8074</w:t>
      </w:r>
      <w:r>
        <w:tab/>
        <w:t>2.025e0</w:t>
      </w:r>
    </w:p>
    <w:p w14:paraId="00D0A898" w14:textId="77777777" w:rsidR="00810015" w:rsidRDefault="00810015" w:rsidP="00810015">
      <w:r>
        <w:t>167.8283</w:t>
      </w:r>
      <w:r>
        <w:tab/>
        <w:t>2.025e0</w:t>
      </w:r>
    </w:p>
    <w:p w14:paraId="5FE082B1" w14:textId="77777777" w:rsidR="00810015" w:rsidRDefault="00810015" w:rsidP="00810015">
      <w:r>
        <w:t>167.8303</w:t>
      </w:r>
      <w:r>
        <w:tab/>
        <w:t>2.025e0</w:t>
      </w:r>
    </w:p>
    <w:p w14:paraId="4302B856" w14:textId="77777777" w:rsidR="00810015" w:rsidRDefault="00810015" w:rsidP="00810015">
      <w:r>
        <w:t>167.8475</w:t>
      </w:r>
      <w:r>
        <w:tab/>
        <w:t>1.013e0</w:t>
      </w:r>
    </w:p>
    <w:p w14:paraId="5A66A018" w14:textId="77777777" w:rsidR="00810015" w:rsidRDefault="00810015" w:rsidP="00810015">
      <w:r>
        <w:t>167.8543</w:t>
      </w:r>
      <w:r>
        <w:tab/>
        <w:t>2.025e0</w:t>
      </w:r>
    </w:p>
    <w:p w14:paraId="2E18A54B" w14:textId="77777777" w:rsidR="00810015" w:rsidRDefault="00810015" w:rsidP="00810015">
      <w:r>
        <w:lastRenderedPageBreak/>
        <w:t>167.8776</w:t>
      </w:r>
      <w:r>
        <w:tab/>
        <w:t>1.013e0</w:t>
      </w:r>
    </w:p>
    <w:p w14:paraId="0289E94B" w14:textId="77777777" w:rsidR="00810015" w:rsidRDefault="00810015" w:rsidP="00810015">
      <w:r>
        <w:t>167.8957</w:t>
      </w:r>
      <w:r>
        <w:tab/>
        <w:t>3.038e0</w:t>
      </w:r>
    </w:p>
    <w:p w14:paraId="7FC79AD0" w14:textId="77777777" w:rsidR="00810015" w:rsidRDefault="00810015" w:rsidP="00810015">
      <w:r>
        <w:t>167.8986</w:t>
      </w:r>
      <w:r>
        <w:tab/>
        <w:t>1.013e0</w:t>
      </w:r>
    </w:p>
    <w:p w14:paraId="278B2317" w14:textId="77777777" w:rsidR="00810015" w:rsidRDefault="00810015" w:rsidP="00810015">
      <w:r>
        <w:t>167.9160</w:t>
      </w:r>
      <w:r>
        <w:tab/>
        <w:t>2.025e0</w:t>
      </w:r>
    </w:p>
    <w:p w14:paraId="1FCDE7C6" w14:textId="77777777" w:rsidR="00810015" w:rsidRDefault="00810015" w:rsidP="00810015">
      <w:r>
        <w:t>167.9201</w:t>
      </w:r>
      <w:r>
        <w:tab/>
        <w:t>1.013e0</w:t>
      </w:r>
    </w:p>
    <w:p w14:paraId="3941562B" w14:textId="77777777" w:rsidR="00810015" w:rsidRDefault="00810015" w:rsidP="00810015">
      <w:r>
        <w:t>167.9493</w:t>
      </w:r>
      <w:r>
        <w:tab/>
        <w:t>2.025e0</w:t>
      </w:r>
    </w:p>
    <w:p w14:paraId="1A939527" w14:textId="77777777" w:rsidR="00810015" w:rsidRDefault="00810015" w:rsidP="00810015">
      <w:r>
        <w:t>167.9536</w:t>
      </w:r>
      <w:r>
        <w:tab/>
        <w:t>1.013e0</w:t>
      </w:r>
    </w:p>
    <w:p w14:paraId="2ACDB15E" w14:textId="77777777" w:rsidR="00810015" w:rsidRDefault="00810015" w:rsidP="00810015">
      <w:r>
        <w:t>167.9655</w:t>
      </w:r>
      <w:r>
        <w:tab/>
        <w:t>2.025e0</w:t>
      </w:r>
    </w:p>
    <w:p w14:paraId="301A1F78" w14:textId="77777777" w:rsidR="00810015" w:rsidRDefault="00810015" w:rsidP="00810015">
      <w:r>
        <w:t>167.9724</w:t>
      </w:r>
      <w:r>
        <w:tab/>
        <w:t>2.025e0</w:t>
      </w:r>
    </w:p>
    <w:p w14:paraId="7535FA89" w14:textId="77777777" w:rsidR="00810015" w:rsidRDefault="00810015" w:rsidP="00810015">
      <w:r>
        <w:t>167.9812</w:t>
      </w:r>
      <w:r>
        <w:tab/>
        <w:t>1.013e0</w:t>
      </w:r>
    </w:p>
    <w:p w14:paraId="32D93F99" w14:textId="77777777" w:rsidR="00810015" w:rsidRDefault="00810015" w:rsidP="00810015">
      <w:r>
        <w:t>167.9882</w:t>
      </w:r>
      <w:r>
        <w:tab/>
        <w:t>1.013e0</w:t>
      </w:r>
    </w:p>
    <w:p w14:paraId="5369A4BA" w14:textId="77777777" w:rsidR="00810015" w:rsidRDefault="00810015" w:rsidP="00810015">
      <w:r>
        <w:t>168.0059</w:t>
      </w:r>
      <w:r>
        <w:tab/>
        <w:t>2.025e0</w:t>
      </w:r>
    </w:p>
    <w:p w14:paraId="16E14CBD" w14:textId="77777777" w:rsidR="00810015" w:rsidRDefault="00810015" w:rsidP="00810015">
      <w:r>
        <w:t>168.0196</w:t>
      </w:r>
      <w:r>
        <w:tab/>
        <w:t>2.025e0</w:t>
      </w:r>
    </w:p>
    <w:p w14:paraId="5C49A7FB" w14:textId="77777777" w:rsidR="00810015" w:rsidRDefault="00810015" w:rsidP="00810015">
      <w:r>
        <w:t>168.0403</w:t>
      </w:r>
      <w:r>
        <w:tab/>
        <w:t>2.025e0</w:t>
      </w:r>
    </w:p>
    <w:p w14:paraId="10BE204D" w14:textId="77777777" w:rsidR="00810015" w:rsidRDefault="00810015" w:rsidP="00810015">
      <w:r>
        <w:t>168.0466</w:t>
      </w:r>
      <w:r>
        <w:tab/>
        <w:t>1.013e0</w:t>
      </w:r>
    </w:p>
    <w:p w14:paraId="68E9F4D3" w14:textId="77777777" w:rsidR="00810015" w:rsidRDefault="00810015" w:rsidP="00810015">
      <w:r>
        <w:t>168.0499</w:t>
      </w:r>
      <w:r>
        <w:tab/>
        <w:t>1.013e0</w:t>
      </w:r>
    </w:p>
    <w:p w14:paraId="72622E19" w14:textId="77777777" w:rsidR="00810015" w:rsidRDefault="00810015" w:rsidP="00810015">
      <w:r>
        <w:t>168.0529</w:t>
      </w:r>
      <w:r>
        <w:tab/>
        <w:t>3.038e0</w:t>
      </w:r>
    </w:p>
    <w:p w14:paraId="3B8F610E" w14:textId="77777777" w:rsidR="00810015" w:rsidRDefault="00810015" w:rsidP="00810015">
      <w:r>
        <w:t>168.0707</w:t>
      </w:r>
      <w:r>
        <w:tab/>
        <w:t>1.646e0</w:t>
      </w:r>
    </w:p>
    <w:p w14:paraId="068B2630" w14:textId="77777777" w:rsidR="00810015" w:rsidRDefault="00810015" w:rsidP="00810015">
      <w:r>
        <w:t>168.0742</w:t>
      </w:r>
      <w:r>
        <w:tab/>
        <w:t>1.013e0</w:t>
      </w:r>
    </w:p>
    <w:p w14:paraId="2344B995" w14:textId="77777777" w:rsidR="00810015" w:rsidRDefault="00810015" w:rsidP="00810015">
      <w:r>
        <w:lastRenderedPageBreak/>
        <w:t>168.0805</w:t>
      </w:r>
      <w:r>
        <w:tab/>
        <w:t>3.630e0</w:t>
      </w:r>
    </w:p>
    <w:p w14:paraId="1E90612C" w14:textId="77777777" w:rsidR="00810015" w:rsidRDefault="00810015" w:rsidP="00810015">
      <w:r>
        <w:t>168.1053</w:t>
      </w:r>
      <w:r>
        <w:tab/>
        <w:t>2.821e0</w:t>
      </w:r>
    </w:p>
    <w:p w14:paraId="23EC98DF" w14:textId="77777777" w:rsidR="00810015" w:rsidRDefault="00810015" w:rsidP="00810015">
      <w:r>
        <w:t>168.1096</w:t>
      </w:r>
      <w:r>
        <w:tab/>
        <w:t>2.124e0</w:t>
      </w:r>
    </w:p>
    <w:p w14:paraId="46B16C37" w14:textId="77777777" w:rsidR="00810015" w:rsidRDefault="00810015" w:rsidP="00810015">
      <w:r>
        <w:t>168.1195</w:t>
      </w:r>
      <w:r>
        <w:tab/>
        <w:t>4.342e0</w:t>
      </w:r>
    </w:p>
    <w:p w14:paraId="1F916594" w14:textId="77777777" w:rsidR="00810015" w:rsidRDefault="00810015" w:rsidP="00810015">
      <w:r>
        <w:t>168.1303</w:t>
      </w:r>
      <w:r>
        <w:tab/>
        <w:t>1.881e0</w:t>
      </w:r>
    </w:p>
    <w:p w14:paraId="27F2B250" w14:textId="77777777" w:rsidR="00810015" w:rsidRDefault="00810015" w:rsidP="00810015">
      <w:r>
        <w:t>168.1362</w:t>
      </w:r>
      <w:r>
        <w:tab/>
        <w:t>1.475e0</w:t>
      </w:r>
    </w:p>
    <w:p w14:paraId="24AF6ED9" w14:textId="77777777" w:rsidR="00810015" w:rsidRDefault="00810015" w:rsidP="00810015">
      <w:r>
        <w:t>168.1479</w:t>
      </w:r>
      <w:r>
        <w:tab/>
        <w:t>2.025e0</w:t>
      </w:r>
    </w:p>
    <w:p w14:paraId="793C2EC1" w14:textId="77777777" w:rsidR="00810015" w:rsidRDefault="00810015" w:rsidP="00810015">
      <w:r>
        <w:t>168.1568</w:t>
      </w:r>
      <w:r>
        <w:tab/>
        <w:t>2.025e0</w:t>
      </w:r>
    </w:p>
    <w:p w14:paraId="14DA9D99" w14:textId="77777777" w:rsidR="00810015" w:rsidRDefault="00810015" w:rsidP="00810015">
      <w:r>
        <w:t>168.1641</w:t>
      </w:r>
      <w:r>
        <w:tab/>
        <w:t>2.025e0</w:t>
      </w:r>
    </w:p>
    <w:p w14:paraId="21DCB73F" w14:textId="77777777" w:rsidR="00810015" w:rsidRDefault="00810015" w:rsidP="00810015">
      <w:r>
        <w:t>168.1873</w:t>
      </w:r>
      <w:r>
        <w:tab/>
        <w:t>3.038e0</w:t>
      </w:r>
    </w:p>
    <w:p w14:paraId="2B6EBC5C" w14:textId="77777777" w:rsidR="00810015" w:rsidRDefault="00810015" w:rsidP="00810015">
      <w:r>
        <w:t>168.1958</w:t>
      </w:r>
      <w:r>
        <w:tab/>
        <w:t>1.013e0</w:t>
      </w:r>
    </w:p>
    <w:p w14:paraId="523CF268" w14:textId="77777777" w:rsidR="00810015" w:rsidRDefault="00810015" w:rsidP="00810015">
      <w:r>
        <w:t>168.1987</w:t>
      </w:r>
      <w:r>
        <w:tab/>
        <w:t>1.013e0</w:t>
      </w:r>
    </w:p>
    <w:p w14:paraId="072C6995" w14:textId="77777777" w:rsidR="00810015" w:rsidRDefault="00810015" w:rsidP="00810015">
      <w:r>
        <w:t>168.2133</w:t>
      </w:r>
      <w:r>
        <w:tab/>
        <w:t>1.013e0</w:t>
      </w:r>
    </w:p>
    <w:p w14:paraId="4DDB3EE3" w14:textId="77777777" w:rsidR="00810015" w:rsidRDefault="00810015" w:rsidP="00810015">
      <w:r>
        <w:t>168.2534</w:t>
      </w:r>
      <w:r>
        <w:tab/>
        <w:t>1.013e0</w:t>
      </w:r>
    </w:p>
    <w:p w14:paraId="6F08686C" w14:textId="77777777" w:rsidR="00810015" w:rsidRDefault="00810015" w:rsidP="00810015">
      <w:r>
        <w:t>168.2604</w:t>
      </w:r>
      <w:r>
        <w:tab/>
        <w:t>1.013e0</w:t>
      </w:r>
    </w:p>
    <w:p w14:paraId="309AEEE5" w14:textId="77777777" w:rsidR="00810015" w:rsidRDefault="00810015" w:rsidP="00810015">
      <w:r>
        <w:t>168.2664</w:t>
      </w:r>
      <w:r>
        <w:tab/>
        <w:t>3.038e0</w:t>
      </w:r>
    </w:p>
    <w:p w14:paraId="42CBA42D" w14:textId="77777777" w:rsidR="00810015" w:rsidRDefault="00810015" w:rsidP="00810015">
      <w:r>
        <w:t>168.2813</w:t>
      </w:r>
      <w:r>
        <w:tab/>
        <w:t>1.013e0</w:t>
      </w:r>
    </w:p>
    <w:p w14:paraId="19663C26" w14:textId="77777777" w:rsidR="00810015" w:rsidRDefault="00810015" w:rsidP="00810015">
      <w:r>
        <w:t>168.2853</w:t>
      </w:r>
      <w:r>
        <w:tab/>
        <w:t>1.013e0</w:t>
      </w:r>
    </w:p>
    <w:p w14:paraId="021E4391" w14:textId="77777777" w:rsidR="00810015" w:rsidRDefault="00810015" w:rsidP="00810015">
      <w:r>
        <w:t>168.2988</w:t>
      </w:r>
      <w:r>
        <w:tab/>
        <w:t>1.013e0</w:t>
      </w:r>
    </w:p>
    <w:p w14:paraId="5E12C945" w14:textId="77777777" w:rsidR="00810015" w:rsidRDefault="00810015" w:rsidP="00810015">
      <w:r>
        <w:lastRenderedPageBreak/>
        <w:t>168.3023</w:t>
      </w:r>
      <w:r>
        <w:tab/>
        <w:t>1.013e0</w:t>
      </w:r>
    </w:p>
    <w:p w14:paraId="11C053BB" w14:textId="77777777" w:rsidR="00810015" w:rsidRDefault="00810015" w:rsidP="00810015">
      <w:r>
        <w:t>168.3124</w:t>
      </w:r>
      <w:r>
        <w:tab/>
        <w:t>1.013e0</w:t>
      </w:r>
    </w:p>
    <w:p w14:paraId="1A58FA7D" w14:textId="77777777" w:rsidR="00810015" w:rsidRDefault="00810015" w:rsidP="00810015">
      <w:r>
        <w:t>168.3263</w:t>
      </w:r>
      <w:r>
        <w:tab/>
        <w:t>1.013e0</w:t>
      </w:r>
    </w:p>
    <w:p w14:paraId="628E40CF" w14:textId="77777777" w:rsidR="00810015" w:rsidRDefault="00810015" w:rsidP="00810015">
      <w:r>
        <w:t>168.3394</w:t>
      </w:r>
      <w:r>
        <w:tab/>
        <w:t>1.013e0</w:t>
      </w:r>
    </w:p>
    <w:p w14:paraId="06593645" w14:textId="77777777" w:rsidR="00810015" w:rsidRDefault="00810015" w:rsidP="00810015">
      <w:r>
        <w:t>168.3471</w:t>
      </w:r>
      <w:r>
        <w:tab/>
        <w:t>1.013e0</w:t>
      </w:r>
    </w:p>
    <w:p w14:paraId="2783AC37" w14:textId="77777777" w:rsidR="00810015" w:rsidRDefault="00810015" w:rsidP="00810015">
      <w:r>
        <w:t>168.3569</w:t>
      </w:r>
      <w:r>
        <w:tab/>
        <w:t>2.025e0</w:t>
      </w:r>
    </w:p>
    <w:p w14:paraId="017287D6" w14:textId="77777777" w:rsidR="00810015" w:rsidRDefault="00810015" w:rsidP="00810015">
      <w:r>
        <w:t>168.3604</w:t>
      </w:r>
      <w:r>
        <w:tab/>
        <w:t>1.013e0</w:t>
      </w:r>
    </w:p>
    <w:p w14:paraId="21D1C5A8" w14:textId="77777777" w:rsidR="00810015" w:rsidRDefault="00810015" w:rsidP="00810015">
      <w:r>
        <w:t>168.3813</w:t>
      </w:r>
      <w:r>
        <w:tab/>
        <w:t>1.013e0</w:t>
      </w:r>
    </w:p>
    <w:p w14:paraId="07987841" w14:textId="77777777" w:rsidR="00810015" w:rsidRDefault="00810015" w:rsidP="00810015">
      <w:r>
        <w:t>168.3890</w:t>
      </w:r>
      <w:r>
        <w:tab/>
        <w:t>2.025e0</w:t>
      </w:r>
    </w:p>
    <w:p w14:paraId="7F4A19C2" w14:textId="77777777" w:rsidR="00810015" w:rsidRDefault="00810015" w:rsidP="00810015">
      <w:r>
        <w:t>168.4055</w:t>
      </w:r>
      <w:r>
        <w:tab/>
        <w:t>1.013e0</w:t>
      </w:r>
    </w:p>
    <w:p w14:paraId="58CB1C40" w14:textId="77777777" w:rsidR="00810015" w:rsidRDefault="00810015" w:rsidP="00810015">
      <w:r>
        <w:t>168.4088</w:t>
      </w:r>
      <w:r>
        <w:tab/>
        <w:t>1.013e0</w:t>
      </w:r>
    </w:p>
    <w:p w14:paraId="0307B3B9" w14:textId="77777777" w:rsidR="00810015" w:rsidRDefault="00810015" w:rsidP="00810015">
      <w:r>
        <w:t>168.4194</w:t>
      </w:r>
      <w:r>
        <w:tab/>
        <w:t>1.013e0</w:t>
      </w:r>
    </w:p>
    <w:p w14:paraId="598665F8" w14:textId="77777777" w:rsidR="00810015" w:rsidRDefault="00810015" w:rsidP="00810015">
      <w:r>
        <w:t>168.4431</w:t>
      </w:r>
      <w:r>
        <w:tab/>
        <w:t>3.038e0</w:t>
      </w:r>
    </w:p>
    <w:p w14:paraId="1402C9EB" w14:textId="77777777" w:rsidR="00810015" w:rsidRDefault="00810015" w:rsidP="00810015">
      <w:r>
        <w:t>168.4501</w:t>
      </w:r>
      <w:r>
        <w:tab/>
        <w:t>1.013e0</w:t>
      </w:r>
    </w:p>
    <w:p w14:paraId="4A08F94A" w14:textId="77777777" w:rsidR="00810015" w:rsidRDefault="00810015" w:rsidP="00810015">
      <w:r>
        <w:t>168.4605</w:t>
      </w:r>
      <w:r>
        <w:tab/>
        <w:t>1.013e0</w:t>
      </w:r>
    </w:p>
    <w:p w14:paraId="55505935" w14:textId="77777777" w:rsidR="00810015" w:rsidRDefault="00810015" w:rsidP="00810015">
      <w:r>
        <w:t>168.4675</w:t>
      </w:r>
      <w:r>
        <w:tab/>
        <w:t>2.025e0</w:t>
      </w:r>
    </w:p>
    <w:p w14:paraId="067B317B" w14:textId="77777777" w:rsidR="00810015" w:rsidRDefault="00810015" w:rsidP="00810015">
      <w:r>
        <w:t>168.5086</w:t>
      </w:r>
      <w:r>
        <w:tab/>
        <w:t>1.013e0</w:t>
      </w:r>
    </w:p>
    <w:p w14:paraId="3F25EC63" w14:textId="77777777" w:rsidR="00810015" w:rsidRDefault="00810015" w:rsidP="00810015">
      <w:r>
        <w:t>168.5119</w:t>
      </w:r>
      <w:r>
        <w:tab/>
        <w:t>1.013e0</w:t>
      </w:r>
    </w:p>
    <w:p w14:paraId="2CEA6E5A" w14:textId="77777777" w:rsidR="00810015" w:rsidRDefault="00810015" w:rsidP="00810015">
      <w:r>
        <w:t>168.5132</w:t>
      </w:r>
      <w:r>
        <w:tab/>
        <w:t>2.025e0</w:t>
      </w:r>
    </w:p>
    <w:p w14:paraId="38984B1D" w14:textId="77777777" w:rsidR="00810015" w:rsidRDefault="00810015" w:rsidP="00810015">
      <w:r>
        <w:lastRenderedPageBreak/>
        <w:t>168.5153</w:t>
      </w:r>
      <w:r>
        <w:tab/>
        <w:t>1.013e0</w:t>
      </w:r>
    </w:p>
    <w:p w14:paraId="458657E6" w14:textId="77777777" w:rsidR="00810015" w:rsidRDefault="00810015" w:rsidP="00810015">
      <w:r>
        <w:t>168.5292</w:t>
      </w:r>
      <w:r>
        <w:tab/>
        <w:t>1.013e0</w:t>
      </w:r>
    </w:p>
    <w:p w14:paraId="4DE6ED84" w14:textId="77777777" w:rsidR="00810015" w:rsidRDefault="00810015" w:rsidP="00810015">
      <w:r>
        <w:t>168.5362</w:t>
      </w:r>
      <w:r>
        <w:tab/>
        <w:t>2.025e0</w:t>
      </w:r>
    </w:p>
    <w:p w14:paraId="2F32CE6D" w14:textId="77777777" w:rsidR="00810015" w:rsidRDefault="00810015" w:rsidP="00810015">
      <w:r>
        <w:t>168.5711</w:t>
      </w:r>
      <w:r>
        <w:tab/>
        <w:t>1.013e0</w:t>
      </w:r>
    </w:p>
    <w:p w14:paraId="4B25ED89" w14:textId="77777777" w:rsidR="00810015" w:rsidRDefault="00810015" w:rsidP="00810015">
      <w:r>
        <w:t>168.5729</w:t>
      </w:r>
      <w:r>
        <w:tab/>
        <w:t>2.025e0</w:t>
      </w:r>
    </w:p>
    <w:p w14:paraId="0916749E" w14:textId="77777777" w:rsidR="00810015" w:rsidRDefault="00810015" w:rsidP="00810015">
      <w:r>
        <w:t>168.5746</w:t>
      </w:r>
      <w:r>
        <w:tab/>
        <w:t>1.013e0</w:t>
      </w:r>
    </w:p>
    <w:p w14:paraId="3D848EB1" w14:textId="77777777" w:rsidR="00810015" w:rsidRDefault="00810015" w:rsidP="00810015">
      <w:r>
        <w:t>168.6364</w:t>
      </w:r>
      <w:r>
        <w:tab/>
        <w:t>1.013e0</w:t>
      </w:r>
    </w:p>
    <w:p w14:paraId="2162E61B" w14:textId="77777777" w:rsidR="00810015" w:rsidRDefault="00810015" w:rsidP="00810015">
      <w:r>
        <w:t>168.6433</w:t>
      </w:r>
      <w:r>
        <w:tab/>
        <w:t>1.013e0</w:t>
      </w:r>
    </w:p>
    <w:p w14:paraId="6A22706C" w14:textId="77777777" w:rsidR="00810015" w:rsidRDefault="00810015" w:rsidP="00810015">
      <w:r>
        <w:t>168.6468</w:t>
      </w:r>
      <w:r>
        <w:tab/>
        <w:t>1.013e0</w:t>
      </w:r>
    </w:p>
    <w:p w14:paraId="463FDE8A" w14:textId="77777777" w:rsidR="00810015" w:rsidRDefault="00810015" w:rsidP="00810015">
      <w:r>
        <w:t>168.6748</w:t>
      </w:r>
      <w:r>
        <w:tab/>
        <w:t>1.013e0</w:t>
      </w:r>
    </w:p>
    <w:p w14:paraId="1B491EEA" w14:textId="77777777" w:rsidR="00810015" w:rsidRDefault="00810015" w:rsidP="00810015">
      <w:r>
        <w:t>168.6783</w:t>
      </w:r>
      <w:r>
        <w:tab/>
        <w:t>1.013e0</w:t>
      </w:r>
    </w:p>
    <w:p w14:paraId="5F33B51F" w14:textId="77777777" w:rsidR="00810015" w:rsidRDefault="00810015" w:rsidP="00810015">
      <w:r>
        <w:t>168.6823</w:t>
      </w:r>
      <w:r>
        <w:tab/>
        <w:t>1.013e0</w:t>
      </w:r>
    </w:p>
    <w:p w14:paraId="5DB8565A" w14:textId="77777777" w:rsidR="00810015" w:rsidRDefault="00810015" w:rsidP="00810015">
      <w:r>
        <w:t>168.6997</w:t>
      </w:r>
      <w:r>
        <w:tab/>
        <w:t>2.025e0</w:t>
      </w:r>
    </w:p>
    <w:p w14:paraId="03D5B0B6" w14:textId="77777777" w:rsidR="00810015" w:rsidRDefault="00810015" w:rsidP="00810015">
      <w:r>
        <w:t>168.7196</w:t>
      </w:r>
      <w:r>
        <w:tab/>
        <w:t>1.013e0</w:t>
      </w:r>
    </w:p>
    <w:p w14:paraId="37E8ECD1" w14:textId="77777777" w:rsidR="00810015" w:rsidRDefault="00810015" w:rsidP="00810015">
      <w:r>
        <w:t>168.7313</w:t>
      </w:r>
      <w:r>
        <w:tab/>
        <w:t>2.025e0</w:t>
      </w:r>
    </w:p>
    <w:p w14:paraId="7DD1D853" w14:textId="77777777" w:rsidR="00810015" w:rsidRDefault="00810015" w:rsidP="00810015">
      <w:r>
        <w:t>168.7539</w:t>
      </w:r>
      <w:r>
        <w:tab/>
        <w:t>1.013e0</w:t>
      </w:r>
    </w:p>
    <w:p w14:paraId="7664F683" w14:textId="77777777" w:rsidR="00810015" w:rsidRDefault="00810015" w:rsidP="00810015">
      <w:r>
        <w:t>168.7883</w:t>
      </w:r>
      <w:r>
        <w:tab/>
        <w:t>1.013e0</w:t>
      </w:r>
    </w:p>
    <w:p w14:paraId="1A52044A" w14:textId="77777777" w:rsidR="00810015" w:rsidRDefault="00810015" w:rsidP="00810015">
      <w:r>
        <w:t>168.8227</w:t>
      </w:r>
      <w:r>
        <w:tab/>
        <w:t>1.013e0</w:t>
      </w:r>
    </w:p>
    <w:p w14:paraId="577B58BB" w14:textId="77777777" w:rsidR="00810015" w:rsidRDefault="00810015" w:rsidP="00810015">
      <w:r>
        <w:t>168.8783</w:t>
      </w:r>
      <w:r>
        <w:tab/>
        <w:t>1.013e0</w:t>
      </w:r>
    </w:p>
    <w:p w14:paraId="3207F392" w14:textId="77777777" w:rsidR="00810015" w:rsidRDefault="00810015" w:rsidP="00810015">
      <w:r>
        <w:lastRenderedPageBreak/>
        <w:t>168.9020</w:t>
      </w:r>
      <w:r>
        <w:tab/>
        <w:t>3.038e0</w:t>
      </w:r>
    </w:p>
    <w:p w14:paraId="7618089E" w14:textId="77777777" w:rsidR="00810015" w:rsidRDefault="00810015" w:rsidP="00810015">
      <w:r>
        <w:t>168.9194</w:t>
      </w:r>
      <w:r>
        <w:tab/>
        <w:t>1.013e0</w:t>
      </w:r>
    </w:p>
    <w:p w14:paraId="130F9AC6" w14:textId="77777777" w:rsidR="00810015" w:rsidRDefault="00810015" w:rsidP="00810015">
      <w:r>
        <w:t>168.9288</w:t>
      </w:r>
      <w:r>
        <w:tab/>
        <w:t>2.025e0</w:t>
      </w:r>
    </w:p>
    <w:p w14:paraId="58B15DB1" w14:textId="77777777" w:rsidR="00810015" w:rsidRDefault="00810015" w:rsidP="00810015">
      <w:r>
        <w:t>168.9369</w:t>
      </w:r>
      <w:r>
        <w:tab/>
        <w:t>1.013e0</w:t>
      </w:r>
    </w:p>
    <w:p w14:paraId="27643F3F" w14:textId="77777777" w:rsidR="00810015" w:rsidRDefault="00810015" w:rsidP="00810015">
      <w:r>
        <w:t>168.9640</w:t>
      </w:r>
      <w:r>
        <w:tab/>
        <w:t>1.289e1</w:t>
      </w:r>
    </w:p>
    <w:p w14:paraId="4BDB1599" w14:textId="77777777" w:rsidR="00810015" w:rsidRDefault="00810015" w:rsidP="00810015">
      <w:r>
        <w:t>168.9687</w:t>
      </w:r>
      <w:r>
        <w:tab/>
        <w:t>2.199e1</w:t>
      </w:r>
    </w:p>
    <w:p w14:paraId="2ED873E3" w14:textId="77777777" w:rsidR="00810015" w:rsidRDefault="00810015" w:rsidP="00810015">
      <w:r>
        <w:t>168.9716</w:t>
      </w:r>
      <w:r>
        <w:tab/>
        <w:t>3.038e0</w:t>
      </w:r>
    </w:p>
    <w:p w14:paraId="40E2951F" w14:textId="77777777" w:rsidR="00810015" w:rsidRDefault="00810015" w:rsidP="00810015">
      <w:r>
        <w:t>168.9807</w:t>
      </w:r>
      <w:r>
        <w:tab/>
        <w:t>5.996e0</w:t>
      </w:r>
    </w:p>
    <w:p w14:paraId="4F7F8EF1" w14:textId="77777777" w:rsidR="00810015" w:rsidRDefault="00810015" w:rsidP="00810015">
      <w:r>
        <w:t>168.9890</w:t>
      </w:r>
      <w:r>
        <w:tab/>
        <w:t>1.013e0</w:t>
      </w:r>
    </w:p>
    <w:p w14:paraId="6B9B94BB" w14:textId="77777777" w:rsidR="00810015" w:rsidRDefault="00810015" w:rsidP="00810015">
      <w:r>
        <w:t>169.0039</w:t>
      </w:r>
      <w:r>
        <w:tab/>
        <w:t>2.025e0</w:t>
      </w:r>
    </w:p>
    <w:p w14:paraId="4AA5BA53" w14:textId="77777777" w:rsidR="00810015" w:rsidRDefault="00810015" w:rsidP="00810015">
      <w:r>
        <w:t>169.0168</w:t>
      </w:r>
      <w:r>
        <w:tab/>
        <w:t>1.013e0</w:t>
      </w:r>
    </w:p>
    <w:p w14:paraId="52E9EDAC" w14:textId="77777777" w:rsidR="00810015" w:rsidRDefault="00810015" w:rsidP="00810015">
      <w:r>
        <w:t>169.0266</w:t>
      </w:r>
      <w:r>
        <w:tab/>
        <w:t>2.025e0</w:t>
      </w:r>
    </w:p>
    <w:p w14:paraId="734FD26C" w14:textId="77777777" w:rsidR="00810015" w:rsidRDefault="00810015" w:rsidP="00810015">
      <w:r>
        <w:t>169.0444</w:t>
      </w:r>
      <w:r>
        <w:tab/>
        <w:t>2.025e0</w:t>
      </w:r>
    </w:p>
    <w:p w14:paraId="58486B80" w14:textId="77777777" w:rsidR="00810015" w:rsidRDefault="00810015" w:rsidP="00810015">
      <w:r>
        <w:t>169.0511</w:t>
      </w:r>
      <w:r>
        <w:tab/>
        <w:t>1.013e0</w:t>
      </w:r>
    </w:p>
    <w:p w14:paraId="6D50E77D" w14:textId="77777777" w:rsidR="00810015" w:rsidRDefault="00810015" w:rsidP="00810015">
      <w:r>
        <w:t>169.0617</w:t>
      </w:r>
      <w:r>
        <w:tab/>
        <w:t>1.013e0</w:t>
      </w:r>
    </w:p>
    <w:p w14:paraId="53CD8605" w14:textId="77777777" w:rsidR="00810015" w:rsidRDefault="00810015" w:rsidP="00810015">
      <w:r>
        <w:t>169.0744</w:t>
      </w:r>
      <w:r>
        <w:tab/>
        <w:t>4.513e0</w:t>
      </w:r>
    </w:p>
    <w:p w14:paraId="0E9B3EF8" w14:textId="77777777" w:rsidR="00810015" w:rsidRDefault="00810015" w:rsidP="00810015">
      <w:r>
        <w:t>169.0760</w:t>
      </w:r>
      <w:r>
        <w:tab/>
        <w:t>2.966e0</w:t>
      </w:r>
    </w:p>
    <w:p w14:paraId="74CB58B4" w14:textId="77777777" w:rsidR="00810015" w:rsidRDefault="00810015" w:rsidP="00810015">
      <w:r>
        <w:t>169.0859</w:t>
      </w:r>
      <w:r>
        <w:tab/>
        <w:t>2.156e0</w:t>
      </w:r>
    </w:p>
    <w:p w14:paraId="3816DC77" w14:textId="77777777" w:rsidR="00810015" w:rsidRDefault="00810015" w:rsidP="00810015">
      <w:r>
        <w:t>169.0998</w:t>
      </w:r>
      <w:r>
        <w:tab/>
        <w:t>2.219e0</w:t>
      </w:r>
    </w:p>
    <w:p w14:paraId="60148A6F" w14:textId="77777777" w:rsidR="00810015" w:rsidRDefault="00810015" w:rsidP="00810015">
      <w:r>
        <w:lastRenderedPageBreak/>
        <w:t>169.1126</w:t>
      </w:r>
      <w:r>
        <w:tab/>
        <w:t>2.785e0</w:t>
      </w:r>
    </w:p>
    <w:p w14:paraId="0F0FAFED" w14:textId="77777777" w:rsidR="00810015" w:rsidRDefault="00810015" w:rsidP="00810015">
      <w:r>
        <w:t>169.1216</w:t>
      </w:r>
      <w:r>
        <w:tab/>
        <w:t>2.124e0</w:t>
      </w:r>
    </w:p>
    <w:p w14:paraId="67DCC447" w14:textId="77777777" w:rsidR="00810015" w:rsidRDefault="00810015" w:rsidP="00810015">
      <w:r>
        <w:t>169.1429</w:t>
      </w:r>
      <w:r>
        <w:tab/>
        <w:t>1.286e0</w:t>
      </w:r>
    </w:p>
    <w:p w14:paraId="1B62C5F1" w14:textId="77777777" w:rsidR="00810015" w:rsidRDefault="00810015" w:rsidP="00810015">
      <w:r>
        <w:t>169.1549</w:t>
      </w:r>
      <w:r>
        <w:tab/>
        <w:t>1.013e0</w:t>
      </w:r>
    </w:p>
    <w:p w14:paraId="3750627A" w14:textId="77777777" w:rsidR="00810015" w:rsidRDefault="00810015" w:rsidP="00810015">
      <w:r>
        <w:t>169.1630</w:t>
      </w:r>
      <w:r>
        <w:tab/>
        <w:t>3.038e0</w:t>
      </w:r>
    </w:p>
    <w:p w14:paraId="21DEB771" w14:textId="77777777" w:rsidR="00810015" w:rsidRDefault="00810015" w:rsidP="00810015">
      <w:r>
        <w:t>169.1857</w:t>
      </w:r>
      <w:r>
        <w:tab/>
        <w:t>3.038e0</w:t>
      </w:r>
    </w:p>
    <w:p w14:paraId="78302AB6" w14:textId="77777777" w:rsidR="00810015" w:rsidRDefault="00810015" w:rsidP="00810015">
      <w:r>
        <w:t>169.2341</w:t>
      </w:r>
      <w:r>
        <w:tab/>
        <w:t>1.013e0</w:t>
      </w:r>
    </w:p>
    <w:p w14:paraId="6AE37EF4" w14:textId="77777777" w:rsidR="00810015" w:rsidRDefault="00810015" w:rsidP="00810015">
      <w:r>
        <w:t>169.2376</w:t>
      </w:r>
      <w:r>
        <w:tab/>
        <w:t>1.013e0</w:t>
      </w:r>
    </w:p>
    <w:p w14:paraId="348A33C7" w14:textId="77777777" w:rsidR="00810015" w:rsidRDefault="00810015" w:rsidP="00810015">
      <w:r>
        <w:t>169.2622</w:t>
      </w:r>
      <w:r>
        <w:tab/>
        <w:t>3.038e0</w:t>
      </w:r>
    </w:p>
    <w:p w14:paraId="34F12ABE" w14:textId="77777777" w:rsidR="00810015" w:rsidRDefault="00810015" w:rsidP="00810015">
      <w:r>
        <w:t>169.2788</w:t>
      </w:r>
      <w:r>
        <w:tab/>
        <w:t>1.013e0</w:t>
      </w:r>
    </w:p>
    <w:p w14:paraId="23017F83" w14:textId="77777777" w:rsidR="00810015" w:rsidRDefault="00810015" w:rsidP="00810015">
      <w:r>
        <w:t>169.2895</w:t>
      </w:r>
      <w:r>
        <w:tab/>
        <w:t>1.013e0</w:t>
      </w:r>
    </w:p>
    <w:p w14:paraId="0B8578D2" w14:textId="77777777" w:rsidR="00810015" w:rsidRDefault="00810015" w:rsidP="00810015">
      <w:r>
        <w:t>169.2959</w:t>
      </w:r>
      <w:r>
        <w:tab/>
        <w:t>1.013e0</w:t>
      </w:r>
    </w:p>
    <w:p w14:paraId="1A78B48F" w14:textId="77777777" w:rsidR="00810015" w:rsidRDefault="00810015" w:rsidP="00810015">
      <w:r>
        <w:t>169.3065</w:t>
      </w:r>
      <w:r>
        <w:tab/>
        <w:t>1.013e0</w:t>
      </w:r>
    </w:p>
    <w:p w14:paraId="23B38221" w14:textId="77777777" w:rsidR="00810015" w:rsidRDefault="00810015" w:rsidP="00810015">
      <w:r>
        <w:t>169.3141</w:t>
      </w:r>
      <w:r>
        <w:tab/>
        <w:t>1.013e0</w:t>
      </w:r>
    </w:p>
    <w:p w14:paraId="3893FDF6" w14:textId="77777777" w:rsidR="00810015" w:rsidRDefault="00810015" w:rsidP="00810015">
      <w:r>
        <w:t>169.3397</w:t>
      </w:r>
      <w:r>
        <w:tab/>
        <w:t>2.025e0</w:t>
      </w:r>
    </w:p>
    <w:p w14:paraId="20829545" w14:textId="77777777" w:rsidR="00810015" w:rsidRDefault="00810015" w:rsidP="00810015">
      <w:r>
        <w:t>169.3730</w:t>
      </w:r>
      <w:r>
        <w:tab/>
        <w:t>1.013e0</w:t>
      </w:r>
    </w:p>
    <w:p w14:paraId="4CA535CF" w14:textId="77777777" w:rsidR="00810015" w:rsidRDefault="00810015" w:rsidP="00810015">
      <w:r>
        <w:t>169.3790</w:t>
      </w:r>
      <w:r>
        <w:tab/>
        <w:t>1.013e0</w:t>
      </w:r>
    </w:p>
    <w:p w14:paraId="790E1372" w14:textId="77777777" w:rsidR="00810015" w:rsidRDefault="00810015" w:rsidP="00810015">
      <w:r>
        <w:t>169.3824</w:t>
      </w:r>
      <w:r>
        <w:tab/>
        <w:t>1.013e0</w:t>
      </w:r>
    </w:p>
    <w:p w14:paraId="2C0D0708" w14:textId="77777777" w:rsidR="00810015" w:rsidRDefault="00810015" w:rsidP="00810015">
      <w:r>
        <w:t>169.3857</w:t>
      </w:r>
      <w:r>
        <w:tab/>
        <w:t>1.013e0</w:t>
      </w:r>
    </w:p>
    <w:p w14:paraId="0AD3993F" w14:textId="77777777" w:rsidR="00810015" w:rsidRDefault="00810015" w:rsidP="00810015">
      <w:r>
        <w:lastRenderedPageBreak/>
        <w:t>169.4033</w:t>
      </w:r>
      <w:r>
        <w:tab/>
        <w:t>1.013e0</w:t>
      </w:r>
    </w:p>
    <w:p w14:paraId="72AAC978" w14:textId="77777777" w:rsidR="00810015" w:rsidRDefault="00810015" w:rsidP="00810015">
      <w:r>
        <w:t>169.4056</w:t>
      </w:r>
      <w:r>
        <w:tab/>
        <w:t>2.025e0</w:t>
      </w:r>
    </w:p>
    <w:p w14:paraId="1CFFFAA8" w14:textId="77777777" w:rsidR="00810015" w:rsidRDefault="00810015" w:rsidP="00810015">
      <w:r>
        <w:t>169.4138</w:t>
      </w:r>
      <w:r>
        <w:tab/>
        <w:t>1.013e0</w:t>
      </w:r>
    </w:p>
    <w:p w14:paraId="233FAE77" w14:textId="77777777" w:rsidR="00810015" w:rsidRDefault="00810015" w:rsidP="00810015">
      <w:r>
        <w:t>169.4418</w:t>
      </w:r>
      <w:r>
        <w:tab/>
        <w:t>1.013e0</w:t>
      </w:r>
    </w:p>
    <w:p w14:paraId="5D14BDE1" w14:textId="77777777" w:rsidR="00810015" w:rsidRDefault="00810015" w:rsidP="00810015">
      <w:r>
        <w:t>169.4626</w:t>
      </w:r>
      <w:r>
        <w:tab/>
        <w:t>1.013e0</w:t>
      </w:r>
    </w:p>
    <w:p w14:paraId="7FC558D8" w14:textId="77777777" w:rsidR="00810015" w:rsidRDefault="00810015" w:rsidP="00810015">
      <w:r>
        <w:t>169.4726</w:t>
      </w:r>
      <w:r>
        <w:tab/>
        <w:t>1.013e0</w:t>
      </w:r>
    </w:p>
    <w:p w14:paraId="50EE5D30" w14:textId="77777777" w:rsidR="00810015" w:rsidRDefault="00810015" w:rsidP="00810015">
      <w:r>
        <w:t>169.4901</w:t>
      </w:r>
      <w:r>
        <w:tab/>
        <w:t>1.013e0</w:t>
      </w:r>
    </w:p>
    <w:p w14:paraId="6379EB0E" w14:textId="77777777" w:rsidR="00810015" w:rsidRDefault="00810015" w:rsidP="00810015">
      <w:r>
        <w:t>169.5008</w:t>
      </w:r>
      <w:r>
        <w:tab/>
        <w:t>3.038e0</w:t>
      </w:r>
    </w:p>
    <w:p w14:paraId="573B5226" w14:textId="77777777" w:rsidR="00810015" w:rsidRDefault="00810015" w:rsidP="00810015">
      <w:r>
        <w:t>169.5036</w:t>
      </w:r>
      <w:r>
        <w:tab/>
        <w:t>1.013e0</w:t>
      </w:r>
    </w:p>
    <w:p w14:paraId="19CB6262" w14:textId="77777777" w:rsidR="00810015" w:rsidRDefault="00810015" w:rsidP="00810015">
      <w:r>
        <w:t>169.5351</w:t>
      </w:r>
      <w:r>
        <w:tab/>
        <w:t>1.013e0</w:t>
      </w:r>
    </w:p>
    <w:p w14:paraId="2A8A16A1" w14:textId="77777777" w:rsidR="00810015" w:rsidRDefault="00810015" w:rsidP="00810015">
      <w:r>
        <w:t>169.5424</w:t>
      </w:r>
      <w:r>
        <w:tab/>
        <w:t>2.025e0</w:t>
      </w:r>
    </w:p>
    <w:p w14:paraId="0E92EDD7" w14:textId="77777777" w:rsidR="00810015" w:rsidRDefault="00810015" w:rsidP="00810015">
      <w:r>
        <w:t>169.5492</w:t>
      </w:r>
      <w:r>
        <w:tab/>
        <w:t>1.013e0</w:t>
      </w:r>
    </w:p>
    <w:p w14:paraId="35BB124B" w14:textId="77777777" w:rsidR="00810015" w:rsidRDefault="00810015" w:rsidP="00810015">
      <w:r>
        <w:t>169.5632</w:t>
      </w:r>
      <w:r>
        <w:tab/>
        <w:t>2.025e0</w:t>
      </w:r>
    </w:p>
    <w:p w14:paraId="64B9A222" w14:textId="77777777" w:rsidR="00810015" w:rsidRDefault="00810015" w:rsidP="00810015">
      <w:r>
        <w:t>169.5797</w:t>
      </w:r>
      <w:r>
        <w:tab/>
        <w:t>1.013e0</w:t>
      </w:r>
    </w:p>
    <w:p w14:paraId="408DD8DB" w14:textId="77777777" w:rsidR="00810015" w:rsidRDefault="00810015" w:rsidP="00810015">
      <w:r>
        <w:t>169.6005</w:t>
      </w:r>
      <w:r>
        <w:tab/>
        <w:t>1.013e0</w:t>
      </w:r>
    </w:p>
    <w:p w14:paraId="1CC50F9E" w14:textId="77777777" w:rsidR="00810015" w:rsidRDefault="00810015" w:rsidP="00810015">
      <w:r>
        <w:t>169.6078</w:t>
      </w:r>
      <w:r>
        <w:tab/>
        <w:t>2.025e0</w:t>
      </w:r>
    </w:p>
    <w:p w14:paraId="4EF4F3DE" w14:textId="77777777" w:rsidR="00810015" w:rsidRDefault="00810015" w:rsidP="00810015">
      <w:r>
        <w:t>169.6326</w:t>
      </w:r>
      <w:r>
        <w:tab/>
        <w:t>1.013e0</w:t>
      </w:r>
    </w:p>
    <w:p w14:paraId="263C72D4" w14:textId="77777777" w:rsidR="00810015" w:rsidRDefault="00810015" w:rsidP="00810015">
      <w:r>
        <w:t>169.6355</w:t>
      </w:r>
      <w:r>
        <w:tab/>
        <w:t>1.013e0</w:t>
      </w:r>
    </w:p>
    <w:p w14:paraId="780DE70F" w14:textId="77777777" w:rsidR="00810015" w:rsidRDefault="00810015" w:rsidP="00810015">
      <w:r>
        <w:t>169.6390</w:t>
      </w:r>
      <w:r>
        <w:tab/>
        <w:t>1.013e0</w:t>
      </w:r>
    </w:p>
    <w:p w14:paraId="4866258E" w14:textId="77777777" w:rsidR="00810015" w:rsidRDefault="00810015" w:rsidP="00810015">
      <w:r>
        <w:lastRenderedPageBreak/>
        <w:t>169.6653</w:t>
      </w:r>
      <w:r>
        <w:tab/>
        <w:t>2.025e0</w:t>
      </w:r>
    </w:p>
    <w:p w14:paraId="11BBA336" w14:textId="77777777" w:rsidR="00810015" w:rsidRDefault="00810015" w:rsidP="00810015">
      <w:r>
        <w:t>169.6673</w:t>
      </w:r>
      <w:r>
        <w:tab/>
        <w:t>1.013e0</w:t>
      </w:r>
    </w:p>
    <w:p w14:paraId="6671144C" w14:textId="77777777" w:rsidR="00810015" w:rsidRDefault="00810015" w:rsidP="00810015">
      <w:r>
        <w:t>169.6834</w:t>
      </w:r>
      <w:r>
        <w:tab/>
        <w:t>1.013e0</w:t>
      </w:r>
    </w:p>
    <w:p w14:paraId="1B24A4F8" w14:textId="77777777" w:rsidR="00810015" w:rsidRDefault="00810015" w:rsidP="00810015">
      <w:r>
        <w:t>169.7044</w:t>
      </w:r>
      <w:r>
        <w:tab/>
        <w:t>1.013e0</w:t>
      </w:r>
    </w:p>
    <w:p w14:paraId="67D96D26" w14:textId="77777777" w:rsidR="00810015" w:rsidRDefault="00810015" w:rsidP="00810015">
      <w:r>
        <w:t>169.7201</w:t>
      </w:r>
      <w:r>
        <w:tab/>
        <w:t>2.025e0</w:t>
      </w:r>
    </w:p>
    <w:p w14:paraId="1B3D2758" w14:textId="77777777" w:rsidR="00810015" w:rsidRDefault="00810015" w:rsidP="00810015">
      <w:r>
        <w:t>169.7219</w:t>
      </w:r>
      <w:r>
        <w:tab/>
        <w:t>1.013e0</w:t>
      </w:r>
    </w:p>
    <w:p w14:paraId="141B1AF6" w14:textId="77777777" w:rsidR="00810015" w:rsidRDefault="00810015" w:rsidP="00810015">
      <w:r>
        <w:t>169.7637</w:t>
      </w:r>
      <w:r>
        <w:tab/>
        <w:t>1.013e0</w:t>
      </w:r>
    </w:p>
    <w:p w14:paraId="6EE6077C" w14:textId="77777777" w:rsidR="00810015" w:rsidRDefault="00810015" w:rsidP="00810015">
      <w:r>
        <w:t>169.7771</w:t>
      </w:r>
      <w:r>
        <w:tab/>
        <w:t>1.013e0</w:t>
      </w:r>
    </w:p>
    <w:p w14:paraId="09BA2220" w14:textId="77777777" w:rsidR="00810015" w:rsidRDefault="00810015" w:rsidP="00810015">
      <w:r>
        <w:t>169.7838</w:t>
      </w:r>
      <w:r>
        <w:tab/>
        <w:t>1.013e0</w:t>
      </w:r>
    </w:p>
    <w:p w14:paraId="44BBE5B0" w14:textId="77777777" w:rsidR="00810015" w:rsidRDefault="00810015" w:rsidP="00810015">
      <w:r>
        <w:t>169.8048</w:t>
      </w:r>
      <w:r>
        <w:tab/>
        <w:t>1.013e0</w:t>
      </w:r>
    </w:p>
    <w:p w14:paraId="77677663" w14:textId="77777777" w:rsidR="00810015" w:rsidRDefault="00810015" w:rsidP="00810015">
      <w:r>
        <w:t>169.8188</w:t>
      </w:r>
      <w:r>
        <w:tab/>
        <w:t>1.013e0</w:t>
      </w:r>
    </w:p>
    <w:p w14:paraId="5735B1EB" w14:textId="77777777" w:rsidR="00810015" w:rsidRDefault="00810015" w:rsidP="00810015">
      <w:r>
        <w:t>169.8223</w:t>
      </w:r>
      <w:r>
        <w:tab/>
        <w:t>1.013e0</w:t>
      </w:r>
    </w:p>
    <w:p w14:paraId="41F76B3F" w14:textId="77777777" w:rsidR="00810015" w:rsidRDefault="00810015" w:rsidP="00810015">
      <w:r>
        <w:t>169.8258</w:t>
      </w:r>
      <w:r>
        <w:tab/>
        <w:t>1.013e0</w:t>
      </w:r>
    </w:p>
    <w:p w14:paraId="4BDA38C9" w14:textId="77777777" w:rsidR="00810015" w:rsidRDefault="00810015" w:rsidP="00810015">
      <w:r>
        <w:t>169.8404</w:t>
      </w:r>
      <w:r>
        <w:tab/>
        <w:t>1.013e0</w:t>
      </w:r>
    </w:p>
    <w:p w14:paraId="0DC15C40" w14:textId="77777777" w:rsidR="00810015" w:rsidRDefault="00810015" w:rsidP="00810015">
      <w:r>
        <w:t>169.8574</w:t>
      </w:r>
      <w:r>
        <w:tab/>
        <w:t>1.013e0</w:t>
      </w:r>
    </w:p>
    <w:p w14:paraId="4DFCC5F0" w14:textId="77777777" w:rsidR="00810015" w:rsidRDefault="00810015" w:rsidP="00810015">
      <w:r>
        <w:t>169.8642</w:t>
      </w:r>
      <w:r>
        <w:tab/>
        <w:t>1.013e0</w:t>
      </w:r>
    </w:p>
    <w:p w14:paraId="754254FC" w14:textId="77777777" w:rsidR="00810015" w:rsidRDefault="00810015" w:rsidP="00810015">
      <w:r>
        <w:t>169.8782</w:t>
      </w:r>
      <w:r>
        <w:tab/>
        <w:t>1.013e0</w:t>
      </w:r>
    </w:p>
    <w:p w14:paraId="0CC34EB9" w14:textId="77777777" w:rsidR="00810015" w:rsidRDefault="00810015" w:rsidP="00810015">
      <w:r>
        <w:t>169.8827</w:t>
      </w:r>
      <w:r>
        <w:tab/>
        <w:t>2.025e0</w:t>
      </w:r>
    </w:p>
    <w:p w14:paraId="3BAFB665" w14:textId="77777777" w:rsidR="00810015" w:rsidRDefault="00810015" w:rsidP="00810015">
      <w:r>
        <w:t>169.9052</w:t>
      </w:r>
      <w:r>
        <w:tab/>
        <w:t>1.013e0</w:t>
      </w:r>
    </w:p>
    <w:p w14:paraId="5EF51A74" w14:textId="77777777" w:rsidR="00810015" w:rsidRDefault="00810015" w:rsidP="00810015">
      <w:r>
        <w:lastRenderedPageBreak/>
        <w:t>169.9087</w:t>
      </w:r>
      <w:r>
        <w:tab/>
        <w:t>1.013e0</w:t>
      </w:r>
    </w:p>
    <w:p w14:paraId="7C04C534" w14:textId="77777777" w:rsidR="00810015" w:rsidRDefault="00810015" w:rsidP="00810015">
      <w:r>
        <w:t>169.9271</w:t>
      </w:r>
      <w:r>
        <w:tab/>
        <w:t>3.038e0</w:t>
      </w:r>
    </w:p>
    <w:p w14:paraId="5E0E5FC3" w14:textId="77777777" w:rsidR="00810015" w:rsidRDefault="00810015" w:rsidP="00810015">
      <w:r>
        <w:t>169.9443</w:t>
      </w:r>
      <w:r>
        <w:tab/>
        <w:t>1.013e0</w:t>
      </w:r>
    </w:p>
    <w:p w14:paraId="687CB00D" w14:textId="77777777" w:rsidR="00810015" w:rsidRDefault="00810015" w:rsidP="00810015">
      <w:r>
        <w:t>169.9543</w:t>
      </w:r>
      <w:r>
        <w:tab/>
        <w:t>2.025e0</w:t>
      </w:r>
    </w:p>
    <w:p w14:paraId="127AD85D" w14:textId="77777777" w:rsidR="00810015" w:rsidRDefault="00810015" w:rsidP="00810015">
      <w:r>
        <w:t>169.9578</w:t>
      </w:r>
      <w:r>
        <w:tab/>
        <w:t>1.013e0</w:t>
      </w:r>
    </w:p>
    <w:p w14:paraId="0DCB2202" w14:textId="77777777" w:rsidR="00810015" w:rsidRDefault="00810015" w:rsidP="00810015">
      <w:r>
        <w:t>169.9681</w:t>
      </w:r>
      <w:r>
        <w:tab/>
        <w:t>1.013e0</w:t>
      </w:r>
    </w:p>
    <w:p w14:paraId="44E45F5F" w14:textId="77777777" w:rsidR="00810015" w:rsidRDefault="00810015" w:rsidP="00810015">
      <w:r>
        <w:t>169.9748</w:t>
      </w:r>
      <w:r>
        <w:tab/>
        <w:t>1.013e0</w:t>
      </w:r>
    </w:p>
    <w:p w14:paraId="082BA5A5" w14:textId="77777777" w:rsidR="00810015" w:rsidRDefault="00810015" w:rsidP="00810015">
      <w:r>
        <w:t>169.9781</w:t>
      </w:r>
      <w:r>
        <w:tab/>
        <w:t>2.025e0</w:t>
      </w:r>
    </w:p>
    <w:p w14:paraId="0D7E4E29" w14:textId="77777777" w:rsidR="00810015" w:rsidRDefault="00810015" w:rsidP="00810015">
      <w:r>
        <w:t>169.9888</w:t>
      </w:r>
      <w:r>
        <w:tab/>
        <w:t>1.013e0</w:t>
      </w:r>
    </w:p>
    <w:p w14:paraId="41893C9B" w14:textId="77777777" w:rsidR="00810015" w:rsidRDefault="00810015" w:rsidP="00810015">
      <w:r>
        <w:t>169.9986</w:t>
      </w:r>
      <w:r>
        <w:tab/>
        <w:t>1.013e0</w:t>
      </w:r>
    </w:p>
    <w:p w14:paraId="48E6EB9D" w14:textId="77777777" w:rsidR="00810015" w:rsidRDefault="00810015" w:rsidP="00810015">
      <w:r>
        <w:t>170.0317</w:t>
      </w:r>
      <w:r>
        <w:tab/>
        <w:t>3.038e0</w:t>
      </w:r>
    </w:p>
    <w:p w14:paraId="5DE9AFB0" w14:textId="77777777" w:rsidR="00810015" w:rsidRDefault="00810015" w:rsidP="00810015">
      <w:r>
        <w:t>170.0353</w:t>
      </w:r>
      <w:r>
        <w:tab/>
        <w:t>3.360e0</w:t>
      </w:r>
    </w:p>
    <w:p w14:paraId="6905E1FB" w14:textId="77777777" w:rsidR="00810015" w:rsidRDefault="00810015" w:rsidP="00810015">
      <w:r>
        <w:t>170.0390</w:t>
      </w:r>
      <w:r>
        <w:tab/>
        <w:t>2.025e0</w:t>
      </w:r>
    </w:p>
    <w:p w14:paraId="21BB3B5E" w14:textId="77777777" w:rsidR="00810015" w:rsidRDefault="00810015" w:rsidP="00810015">
      <w:r>
        <w:t>170.0407</w:t>
      </w:r>
      <w:r>
        <w:tab/>
        <w:t>5.063e0</w:t>
      </w:r>
    </w:p>
    <w:p w14:paraId="26E14F2E" w14:textId="77777777" w:rsidR="00810015" w:rsidRDefault="00810015" w:rsidP="00810015">
      <w:r>
        <w:t>170.0425</w:t>
      </w:r>
      <w:r>
        <w:tab/>
        <w:t>3.038e0</w:t>
      </w:r>
    </w:p>
    <w:p w14:paraId="2CA75CDF" w14:textId="77777777" w:rsidR="00810015" w:rsidRDefault="00810015" w:rsidP="00810015">
      <w:r>
        <w:t>170.0583</w:t>
      </w:r>
      <w:r>
        <w:tab/>
        <w:t>1.013e0</w:t>
      </w:r>
    </w:p>
    <w:p w14:paraId="2BA2A397" w14:textId="77777777" w:rsidR="00810015" w:rsidRDefault="00810015" w:rsidP="00810015">
      <w:r>
        <w:t>170.0934</w:t>
      </w:r>
      <w:r>
        <w:tab/>
        <w:t>8.352e0</w:t>
      </w:r>
    </w:p>
    <w:p w14:paraId="196AA3C3" w14:textId="77777777" w:rsidR="00810015" w:rsidRDefault="00810015" w:rsidP="00810015">
      <w:r>
        <w:t>170.0964</w:t>
      </w:r>
      <w:r>
        <w:tab/>
        <w:t>3.137e0</w:t>
      </w:r>
    </w:p>
    <w:p w14:paraId="2B192364" w14:textId="77777777" w:rsidR="00810015" w:rsidRDefault="00810015" w:rsidP="00810015">
      <w:r>
        <w:t>170.0991</w:t>
      </w:r>
      <w:r>
        <w:tab/>
        <w:t>3.682e0</w:t>
      </w:r>
    </w:p>
    <w:p w14:paraId="7E6F8BF7" w14:textId="77777777" w:rsidR="00810015" w:rsidRDefault="00810015" w:rsidP="00810015">
      <w:r>
        <w:lastRenderedPageBreak/>
        <w:t>170.1197</w:t>
      </w:r>
      <w:r>
        <w:tab/>
        <w:t>3.232e0</w:t>
      </w:r>
    </w:p>
    <w:p w14:paraId="18597E5D" w14:textId="77777777" w:rsidR="00810015" w:rsidRDefault="00810015" w:rsidP="00810015">
      <w:r>
        <w:t>170.1494</w:t>
      </w:r>
      <w:r>
        <w:tab/>
        <w:t>8.254e0</w:t>
      </w:r>
    </w:p>
    <w:p w14:paraId="3C518489" w14:textId="77777777" w:rsidR="00810015" w:rsidRDefault="00810015" w:rsidP="00810015">
      <w:r>
        <w:t>170.1515</w:t>
      </w:r>
      <w:r>
        <w:tab/>
        <w:t>3.602e0</w:t>
      </w:r>
    </w:p>
    <w:p w14:paraId="1E5651F0" w14:textId="77777777" w:rsidR="00810015" w:rsidRDefault="00810015" w:rsidP="00810015">
      <w:r>
        <w:t>170.1558</w:t>
      </w:r>
      <w:r>
        <w:tab/>
        <w:t>1.013e0</w:t>
      </w:r>
    </w:p>
    <w:p w14:paraId="709239AE" w14:textId="77777777" w:rsidR="00810015" w:rsidRDefault="00810015" w:rsidP="00810015">
      <w:r>
        <w:t>170.1570</w:t>
      </w:r>
      <w:r>
        <w:tab/>
        <w:t>2.025e0</w:t>
      </w:r>
    </w:p>
    <w:p w14:paraId="34BBABB7" w14:textId="77777777" w:rsidR="00810015" w:rsidRDefault="00810015" w:rsidP="00810015">
      <w:r>
        <w:t>170.1794</w:t>
      </w:r>
      <w:r>
        <w:tab/>
        <w:t>1.013e0</w:t>
      </w:r>
    </w:p>
    <w:p w14:paraId="1EB76DB7" w14:textId="77777777" w:rsidR="00810015" w:rsidRDefault="00810015" w:rsidP="00810015">
      <w:r>
        <w:t>170.1893</w:t>
      </w:r>
      <w:r>
        <w:tab/>
        <w:t>2.025e0</w:t>
      </w:r>
    </w:p>
    <w:p w14:paraId="7DF8BDF9" w14:textId="77777777" w:rsidR="00810015" w:rsidRDefault="00810015" w:rsidP="00810015">
      <w:r>
        <w:t>170.1928</w:t>
      </w:r>
      <w:r>
        <w:tab/>
        <w:t>1.013e0</w:t>
      </w:r>
    </w:p>
    <w:p w14:paraId="4A9CF803" w14:textId="77777777" w:rsidR="00810015" w:rsidRDefault="00810015" w:rsidP="00810015">
      <w:r>
        <w:t>170.2207</w:t>
      </w:r>
      <w:r>
        <w:tab/>
        <w:t>1.013e0</w:t>
      </w:r>
    </w:p>
    <w:p w14:paraId="02E35CFE" w14:textId="77777777" w:rsidR="00810015" w:rsidRDefault="00810015" w:rsidP="00810015">
      <w:r>
        <w:t>170.2522</w:t>
      </w:r>
      <w:r>
        <w:tab/>
        <w:t>2.025e0</w:t>
      </w:r>
    </w:p>
    <w:p w14:paraId="67731DD7" w14:textId="77777777" w:rsidR="00810015" w:rsidRDefault="00810015" w:rsidP="00810015">
      <w:r>
        <w:t>170.2557</w:t>
      </w:r>
      <w:r>
        <w:tab/>
        <w:t>1.013e0</w:t>
      </w:r>
    </w:p>
    <w:p w14:paraId="464CA955" w14:textId="77777777" w:rsidR="00810015" w:rsidRDefault="00810015" w:rsidP="00810015">
      <w:r>
        <w:t>170.2834</w:t>
      </w:r>
      <w:r>
        <w:tab/>
        <w:t>2.025e0</w:t>
      </w:r>
    </w:p>
    <w:p w14:paraId="060905C3" w14:textId="77777777" w:rsidR="00810015" w:rsidRDefault="00810015" w:rsidP="00810015">
      <w:r>
        <w:t>170.2901</w:t>
      </w:r>
      <w:r>
        <w:tab/>
        <w:t>1.013e0</w:t>
      </w:r>
    </w:p>
    <w:p w14:paraId="232EC230" w14:textId="77777777" w:rsidR="00810015" w:rsidRDefault="00810015" w:rsidP="00810015">
      <w:r>
        <w:t>170.3035</w:t>
      </w:r>
      <w:r>
        <w:tab/>
        <w:t>1.013e0</w:t>
      </w:r>
    </w:p>
    <w:p w14:paraId="53DC75B1" w14:textId="77777777" w:rsidR="00810015" w:rsidRDefault="00810015" w:rsidP="00810015">
      <w:r>
        <w:t>170.3212</w:t>
      </w:r>
      <w:r>
        <w:tab/>
        <w:t>1.013e0</w:t>
      </w:r>
    </w:p>
    <w:p w14:paraId="4B9BE15D" w14:textId="77777777" w:rsidR="00810015" w:rsidRDefault="00810015" w:rsidP="00810015">
      <w:r>
        <w:t>170.3288</w:t>
      </w:r>
      <w:r>
        <w:tab/>
        <w:t>1.013e0</w:t>
      </w:r>
    </w:p>
    <w:p w14:paraId="3621935D" w14:textId="77777777" w:rsidR="00810015" w:rsidRDefault="00810015" w:rsidP="00810015">
      <w:r>
        <w:t>170.3527</w:t>
      </w:r>
      <w:r>
        <w:tab/>
        <w:t>1.013e0</w:t>
      </w:r>
    </w:p>
    <w:p w14:paraId="411F23D0" w14:textId="77777777" w:rsidR="00810015" w:rsidRDefault="00810015" w:rsidP="00810015">
      <w:r>
        <w:t>170.3633</w:t>
      </w:r>
      <w:r>
        <w:tab/>
        <w:t>1.013e0</w:t>
      </w:r>
    </w:p>
    <w:p w14:paraId="62ADB1E9" w14:textId="77777777" w:rsidR="00810015" w:rsidRDefault="00810015" w:rsidP="00810015">
      <w:r>
        <w:t>170.3776</w:t>
      </w:r>
      <w:r>
        <w:tab/>
        <w:t>3.038e0</w:t>
      </w:r>
    </w:p>
    <w:p w14:paraId="3C8F1F32" w14:textId="77777777" w:rsidR="00810015" w:rsidRDefault="00810015" w:rsidP="00810015">
      <w:r>
        <w:lastRenderedPageBreak/>
        <w:t>170.3808</w:t>
      </w:r>
      <w:r>
        <w:tab/>
        <w:t>1.013e0</w:t>
      </w:r>
    </w:p>
    <w:p w14:paraId="59AC9C0D" w14:textId="77777777" w:rsidR="00810015" w:rsidRDefault="00810015" w:rsidP="00810015">
      <w:r>
        <w:t>170.3914</w:t>
      </w:r>
      <w:r>
        <w:tab/>
        <w:t>1.013e0</w:t>
      </w:r>
    </w:p>
    <w:p w14:paraId="4DEB8539" w14:textId="77777777" w:rsidR="00810015" w:rsidRDefault="00810015" w:rsidP="00810015">
      <w:r>
        <w:t>170.3942</w:t>
      </w:r>
      <w:r>
        <w:tab/>
        <w:t>1.013e0</w:t>
      </w:r>
    </w:p>
    <w:p w14:paraId="5F62C820" w14:textId="77777777" w:rsidR="00810015" w:rsidRDefault="00810015" w:rsidP="00810015">
      <w:r>
        <w:t>170.3976</w:t>
      </w:r>
      <w:r>
        <w:tab/>
        <w:t>1.013e0</w:t>
      </w:r>
    </w:p>
    <w:p w14:paraId="6BA46D75" w14:textId="77777777" w:rsidR="00810015" w:rsidRDefault="00810015" w:rsidP="00810015">
      <w:r>
        <w:t>170.3993</w:t>
      </w:r>
      <w:r>
        <w:tab/>
        <w:t>2.025e0</w:t>
      </w:r>
    </w:p>
    <w:p w14:paraId="1E0808AF" w14:textId="77777777" w:rsidR="00810015" w:rsidRDefault="00810015" w:rsidP="00810015">
      <w:r>
        <w:t>170.4111</w:t>
      </w:r>
      <w:r>
        <w:tab/>
        <w:t>1.013e0</w:t>
      </w:r>
    </w:p>
    <w:p w14:paraId="3541D9B2" w14:textId="77777777" w:rsidR="00810015" w:rsidRDefault="00810015" w:rsidP="00810015">
      <w:r>
        <w:t>170.4147</w:t>
      </w:r>
      <w:r>
        <w:tab/>
        <w:t>1.013e0</w:t>
      </w:r>
    </w:p>
    <w:p w14:paraId="3A495D61" w14:textId="77777777" w:rsidR="00810015" w:rsidRDefault="00810015" w:rsidP="00810015">
      <w:r>
        <w:t>170.4568</w:t>
      </w:r>
      <w:r>
        <w:tab/>
        <w:t>1.013e0</w:t>
      </w:r>
    </w:p>
    <w:p w14:paraId="2B90124E" w14:textId="77777777" w:rsidR="00810015" w:rsidRDefault="00810015" w:rsidP="00810015">
      <w:r>
        <w:t>170.4815</w:t>
      </w:r>
      <w:r>
        <w:tab/>
        <w:t>1.013e0</w:t>
      </w:r>
    </w:p>
    <w:p w14:paraId="511AF96D" w14:textId="77777777" w:rsidR="00810015" w:rsidRDefault="00810015" w:rsidP="00810015">
      <w:r>
        <w:t>170.5118</w:t>
      </w:r>
      <w:r>
        <w:tab/>
        <w:t>1.013e0</w:t>
      </w:r>
    </w:p>
    <w:p w14:paraId="12DFA231" w14:textId="77777777" w:rsidR="00810015" w:rsidRDefault="00810015" w:rsidP="00810015">
      <w:r>
        <w:t>170.5223</w:t>
      </w:r>
      <w:r>
        <w:tab/>
        <w:t>1.013e0</w:t>
      </w:r>
    </w:p>
    <w:p w14:paraId="285DF23E" w14:textId="77777777" w:rsidR="00810015" w:rsidRDefault="00810015" w:rsidP="00810015">
      <w:r>
        <w:t>170.5364</w:t>
      </w:r>
      <w:r>
        <w:tab/>
        <w:t>1.013e0</w:t>
      </w:r>
    </w:p>
    <w:p w14:paraId="3722F018" w14:textId="77777777" w:rsidR="00810015" w:rsidRDefault="00810015" w:rsidP="00810015">
      <w:r>
        <w:t>170.5434</w:t>
      </w:r>
      <w:r>
        <w:tab/>
        <w:t>1.013e0</w:t>
      </w:r>
    </w:p>
    <w:p w14:paraId="52618BB4" w14:textId="77777777" w:rsidR="00810015" w:rsidRDefault="00810015" w:rsidP="00810015">
      <w:r>
        <w:t>170.5542</w:t>
      </w:r>
      <w:r>
        <w:tab/>
        <w:t>2.025e0</w:t>
      </w:r>
    </w:p>
    <w:p w14:paraId="03396112" w14:textId="77777777" w:rsidR="00810015" w:rsidRDefault="00810015" w:rsidP="00810015">
      <w:r>
        <w:t>170.5802</w:t>
      </w:r>
      <w:r>
        <w:tab/>
        <w:t>2.025e0</w:t>
      </w:r>
    </w:p>
    <w:p w14:paraId="4B4D9980" w14:textId="77777777" w:rsidR="00810015" w:rsidRDefault="00810015" w:rsidP="00810015">
      <w:r>
        <w:t>170.5924</w:t>
      </w:r>
      <w:r>
        <w:tab/>
        <w:t>1.013e0</w:t>
      </w:r>
    </w:p>
    <w:p w14:paraId="7B06928C" w14:textId="77777777" w:rsidR="00810015" w:rsidRDefault="00810015" w:rsidP="00810015">
      <w:r>
        <w:t>170.5992</w:t>
      </w:r>
      <w:r>
        <w:tab/>
        <w:t>1.013e0</w:t>
      </w:r>
    </w:p>
    <w:p w14:paraId="46310DE7" w14:textId="77777777" w:rsidR="00810015" w:rsidRDefault="00810015" w:rsidP="00810015">
      <w:r>
        <w:t>170.6140</w:t>
      </w:r>
      <w:r>
        <w:tab/>
        <w:t>2.025e0</w:t>
      </w:r>
    </w:p>
    <w:p w14:paraId="62EF394C" w14:textId="77777777" w:rsidR="00810015" w:rsidRDefault="00810015" w:rsidP="00810015">
      <w:r>
        <w:t>170.6263</w:t>
      </w:r>
      <w:r>
        <w:tab/>
        <w:t>1.013e0</w:t>
      </w:r>
    </w:p>
    <w:p w14:paraId="0E760569" w14:textId="77777777" w:rsidR="00810015" w:rsidRDefault="00810015" w:rsidP="00810015">
      <w:r>
        <w:lastRenderedPageBreak/>
        <w:t>170.6334</w:t>
      </w:r>
      <w:r>
        <w:tab/>
        <w:t>2.025e0</w:t>
      </w:r>
    </w:p>
    <w:p w14:paraId="60BA36BA" w14:textId="77777777" w:rsidR="00810015" w:rsidRDefault="00810015" w:rsidP="00810015">
      <w:r>
        <w:t>170.6375</w:t>
      </w:r>
      <w:r>
        <w:tab/>
        <w:t>1.013e0</w:t>
      </w:r>
    </w:p>
    <w:p w14:paraId="62D27681" w14:textId="77777777" w:rsidR="00810015" w:rsidRDefault="00810015" w:rsidP="00810015">
      <w:r>
        <w:t>170.6405</w:t>
      </w:r>
      <w:r>
        <w:tab/>
        <w:t>1.013e0</w:t>
      </w:r>
    </w:p>
    <w:p w14:paraId="3F191326" w14:textId="77777777" w:rsidR="00810015" w:rsidRDefault="00810015" w:rsidP="00810015">
      <w:r>
        <w:t>170.6808</w:t>
      </w:r>
      <w:r>
        <w:tab/>
        <w:t>2.025e0</w:t>
      </w:r>
    </w:p>
    <w:p w14:paraId="40005BF1" w14:textId="77777777" w:rsidR="00810015" w:rsidRDefault="00810015" w:rsidP="00810015">
      <w:r>
        <w:t>170.7304</w:t>
      </w:r>
      <w:r>
        <w:tab/>
        <w:t>1.013e0</w:t>
      </w:r>
    </w:p>
    <w:p w14:paraId="68D3FCCC" w14:textId="77777777" w:rsidR="00810015" w:rsidRDefault="00810015" w:rsidP="00810015">
      <w:r>
        <w:t>170.7481</w:t>
      </w:r>
      <w:r>
        <w:tab/>
        <w:t>1.013e0</w:t>
      </w:r>
    </w:p>
    <w:p w14:paraId="27960C8E" w14:textId="77777777" w:rsidR="00810015" w:rsidRDefault="00810015" w:rsidP="00810015">
      <w:r>
        <w:t>170.7557</w:t>
      </w:r>
      <w:r>
        <w:tab/>
        <w:t>1.013e0</w:t>
      </w:r>
    </w:p>
    <w:p w14:paraId="426C7362" w14:textId="77777777" w:rsidR="00810015" w:rsidRDefault="00810015" w:rsidP="00810015">
      <w:r>
        <w:t>170.7621</w:t>
      </w:r>
      <w:r>
        <w:tab/>
        <w:t>3.038e0</w:t>
      </w:r>
    </w:p>
    <w:p w14:paraId="55936199" w14:textId="77777777" w:rsidR="00810015" w:rsidRDefault="00810015" w:rsidP="00810015">
      <w:r>
        <w:t>170.7849</w:t>
      </w:r>
      <w:r>
        <w:tab/>
        <w:t>2.025e0</w:t>
      </w:r>
    </w:p>
    <w:p w14:paraId="1214131C" w14:textId="77777777" w:rsidR="00810015" w:rsidRDefault="00810015" w:rsidP="00810015">
      <w:r>
        <w:t>170.7867</w:t>
      </w:r>
      <w:r>
        <w:tab/>
        <w:t>1.013e0</w:t>
      </w:r>
    </w:p>
    <w:p w14:paraId="272DDB8F" w14:textId="77777777" w:rsidR="00810015" w:rsidRDefault="00810015" w:rsidP="00810015">
      <w:r>
        <w:t>170.7914</w:t>
      </w:r>
      <w:r>
        <w:tab/>
        <w:t>3.038e0</w:t>
      </w:r>
    </w:p>
    <w:p w14:paraId="254CD43E" w14:textId="77777777" w:rsidR="00810015" w:rsidRDefault="00810015" w:rsidP="00810015">
      <w:r>
        <w:t>170.7944</w:t>
      </w:r>
      <w:r>
        <w:tab/>
        <w:t>1.013e0</w:t>
      </w:r>
    </w:p>
    <w:p w14:paraId="0F771974" w14:textId="77777777" w:rsidR="00810015" w:rsidRDefault="00810015" w:rsidP="00810015">
      <w:r>
        <w:t>170.7955</w:t>
      </w:r>
      <w:r>
        <w:tab/>
        <w:t>2.025e0</w:t>
      </w:r>
    </w:p>
    <w:p w14:paraId="67184331" w14:textId="77777777" w:rsidR="00810015" w:rsidRDefault="00810015" w:rsidP="00810015">
      <w:r>
        <w:t>170.8111</w:t>
      </w:r>
      <w:r>
        <w:tab/>
        <w:t>1.013e0</w:t>
      </w:r>
    </w:p>
    <w:p w14:paraId="28D696A7" w14:textId="77777777" w:rsidR="00810015" w:rsidRDefault="00810015" w:rsidP="00810015">
      <w:r>
        <w:t>170.8178</w:t>
      </w:r>
      <w:r>
        <w:tab/>
        <w:t>1.013e0</w:t>
      </w:r>
    </w:p>
    <w:p w14:paraId="4B5E5511" w14:textId="77777777" w:rsidR="00810015" w:rsidRDefault="00810015" w:rsidP="00810015">
      <w:r>
        <w:t>170.8353</w:t>
      </w:r>
      <w:r>
        <w:tab/>
        <w:t>1.013e0</w:t>
      </w:r>
    </w:p>
    <w:p w14:paraId="7CF24331" w14:textId="77777777" w:rsidR="00810015" w:rsidRDefault="00810015" w:rsidP="00810015">
      <w:r>
        <w:t>170.8416</w:t>
      </w:r>
      <w:r>
        <w:tab/>
        <w:t>1.013e0</w:t>
      </w:r>
    </w:p>
    <w:p w14:paraId="75089CB8" w14:textId="77777777" w:rsidR="00810015" w:rsidRDefault="00810015" w:rsidP="00810015">
      <w:r>
        <w:t>170.8663</w:t>
      </w:r>
      <w:r>
        <w:tab/>
        <w:t>1.013e0</w:t>
      </w:r>
    </w:p>
    <w:p w14:paraId="66712AAA" w14:textId="77777777" w:rsidR="00810015" w:rsidRDefault="00810015" w:rsidP="00810015">
      <w:r>
        <w:t>170.8751</w:t>
      </w:r>
      <w:r>
        <w:tab/>
        <w:t>2.025e0</w:t>
      </w:r>
    </w:p>
    <w:p w14:paraId="1E7EA449" w14:textId="77777777" w:rsidR="00810015" w:rsidRDefault="00810015" w:rsidP="00810015">
      <w:r>
        <w:lastRenderedPageBreak/>
        <w:t>170.8982</w:t>
      </w:r>
      <w:r>
        <w:tab/>
        <w:t>2.025e0</w:t>
      </w:r>
    </w:p>
    <w:p w14:paraId="7B7146E7" w14:textId="77777777" w:rsidR="00810015" w:rsidRDefault="00810015" w:rsidP="00810015">
      <w:r>
        <w:t>170.9255</w:t>
      </w:r>
      <w:r>
        <w:tab/>
        <w:t>1.013e0</w:t>
      </w:r>
    </w:p>
    <w:p w14:paraId="43BA0993" w14:textId="77777777" w:rsidR="00810015" w:rsidRDefault="00810015" w:rsidP="00810015">
      <w:r>
        <w:t>170.9289</w:t>
      </w:r>
      <w:r>
        <w:tab/>
        <w:t>1.013e0</w:t>
      </w:r>
    </w:p>
    <w:p w14:paraId="530E1768" w14:textId="77777777" w:rsidR="00810015" w:rsidRDefault="00810015" w:rsidP="00810015">
      <w:r>
        <w:t>170.9323</w:t>
      </w:r>
      <w:r>
        <w:tab/>
        <w:t>1.013e0</w:t>
      </w:r>
    </w:p>
    <w:p w14:paraId="5EA4C3CD" w14:textId="77777777" w:rsidR="00810015" w:rsidRDefault="00810015" w:rsidP="00810015">
      <w:r>
        <w:t>170.9424</w:t>
      </w:r>
      <w:r>
        <w:tab/>
        <w:t>1.013e0</w:t>
      </w:r>
    </w:p>
    <w:p w14:paraId="71F87333" w14:textId="77777777" w:rsidR="00810015" w:rsidRDefault="00810015" w:rsidP="00810015">
      <w:r>
        <w:t>170.9637</w:t>
      </w:r>
      <w:r>
        <w:tab/>
        <w:t>1.432e1</w:t>
      </w:r>
    </w:p>
    <w:p w14:paraId="636862A9" w14:textId="77777777" w:rsidR="00810015" w:rsidRDefault="00810015" w:rsidP="00810015">
      <w:r>
        <w:t>170.9671</w:t>
      </w:r>
      <w:r>
        <w:tab/>
        <w:t>3.001e1</w:t>
      </w:r>
    </w:p>
    <w:p w14:paraId="369DE668" w14:textId="77777777" w:rsidR="00810015" w:rsidRDefault="00810015" w:rsidP="00810015">
      <w:r>
        <w:t>170.9871</w:t>
      </w:r>
      <w:r>
        <w:tab/>
        <w:t>5.063e0</w:t>
      </w:r>
    </w:p>
    <w:p w14:paraId="629CE4AB" w14:textId="77777777" w:rsidR="00810015" w:rsidRDefault="00810015" w:rsidP="00810015">
      <w:r>
        <w:t>171.0091</w:t>
      </w:r>
      <w:r>
        <w:tab/>
        <w:t>1.013e0</w:t>
      </w:r>
    </w:p>
    <w:p w14:paraId="37FD5980" w14:textId="77777777" w:rsidR="00810015" w:rsidRDefault="00810015" w:rsidP="00810015">
      <w:r>
        <w:t>171.0301</w:t>
      </w:r>
      <w:r>
        <w:tab/>
        <w:t>2.025e0</w:t>
      </w:r>
    </w:p>
    <w:p w14:paraId="0D5F5420" w14:textId="77777777" w:rsidR="00810015" w:rsidRDefault="00810015" w:rsidP="00810015">
      <w:r>
        <w:t>171.0415</w:t>
      </w:r>
      <w:r>
        <w:tab/>
        <w:t>3.038e0</w:t>
      </w:r>
    </w:p>
    <w:p w14:paraId="1D2B1430" w14:textId="77777777" w:rsidR="00810015" w:rsidRDefault="00810015" w:rsidP="00810015">
      <w:r>
        <w:t>171.0502</w:t>
      </w:r>
      <w:r>
        <w:tab/>
        <w:t>1.013e0</w:t>
      </w:r>
    </w:p>
    <w:p w14:paraId="18B230A2" w14:textId="77777777" w:rsidR="00810015" w:rsidRDefault="00810015" w:rsidP="00810015">
      <w:r>
        <w:t>171.0612</w:t>
      </w:r>
      <w:r>
        <w:tab/>
        <w:t>1.013e0</w:t>
      </w:r>
    </w:p>
    <w:p w14:paraId="07007D5D" w14:textId="77777777" w:rsidR="00810015" w:rsidRDefault="00810015" w:rsidP="00810015">
      <w:r>
        <w:t>171.0729</w:t>
      </w:r>
      <w:r>
        <w:tab/>
        <w:t>2.025e0</w:t>
      </w:r>
    </w:p>
    <w:p w14:paraId="38D60957" w14:textId="77777777" w:rsidR="00810015" w:rsidRDefault="00810015" w:rsidP="00810015">
      <w:r>
        <w:t>171.0754</w:t>
      </w:r>
      <w:r>
        <w:tab/>
        <w:t>7.562e0</w:t>
      </w:r>
    </w:p>
    <w:p w14:paraId="06311D0F" w14:textId="77777777" w:rsidR="00810015" w:rsidRDefault="00810015" w:rsidP="00810015">
      <w:r>
        <w:t>171.0789</w:t>
      </w:r>
      <w:r>
        <w:tab/>
        <w:t>6.331e0</w:t>
      </w:r>
    </w:p>
    <w:p w14:paraId="253482BF" w14:textId="77777777" w:rsidR="00810015" w:rsidRDefault="00810015" w:rsidP="00810015">
      <w:r>
        <w:t>171.1064</w:t>
      </w:r>
      <w:r>
        <w:tab/>
        <w:t>1.143e0</w:t>
      </w:r>
    </w:p>
    <w:p w14:paraId="6A889900" w14:textId="77777777" w:rsidR="00810015" w:rsidRDefault="00810015" w:rsidP="00810015">
      <w:r>
        <w:t>171.1115</w:t>
      </w:r>
      <w:r>
        <w:tab/>
        <w:t>7.597e0</w:t>
      </w:r>
    </w:p>
    <w:p w14:paraId="15627702" w14:textId="77777777" w:rsidR="00810015" w:rsidRDefault="00810015" w:rsidP="00810015">
      <w:r>
        <w:t>171.1477</w:t>
      </w:r>
      <w:r>
        <w:tab/>
        <w:t>1.933e1</w:t>
      </w:r>
    </w:p>
    <w:p w14:paraId="7D7C51AD" w14:textId="77777777" w:rsidR="00810015" w:rsidRDefault="00810015" w:rsidP="00810015">
      <w:r>
        <w:lastRenderedPageBreak/>
        <w:t>171.1510</w:t>
      </w:r>
      <w:r>
        <w:tab/>
        <w:t>1.101e1</w:t>
      </w:r>
    </w:p>
    <w:p w14:paraId="255664C4" w14:textId="77777777" w:rsidR="00810015" w:rsidRDefault="00810015" w:rsidP="00810015">
      <w:r>
        <w:t>171.1830</w:t>
      </w:r>
      <w:r>
        <w:tab/>
        <w:t>2.025e0</w:t>
      </w:r>
    </w:p>
    <w:p w14:paraId="7E64840C" w14:textId="77777777" w:rsidR="00810015" w:rsidRDefault="00810015" w:rsidP="00810015">
      <w:r>
        <w:t>171.1938</w:t>
      </w:r>
      <w:r>
        <w:tab/>
        <w:t>6.076e0</w:t>
      </w:r>
    </w:p>
    <w:p w14:paraId="712AC02F" w14:textId="77777777" w:rsidR="00810015" w:rsidRDefault="00810015" w:rsidP="00810015">
      <w:r>
        <w:t>171.1965</w:t>
      </w:r>
      <w:r>
        <w:tab/>
        <w:t>2.025e0</w:t>
      </w:r>
    </w:p>
    <w:p w14:paraId="101BC6C9" w14:textId="77777777" w:rsidR="00810015" w:rsidRDefault="00810015" w:rsidP="00810015">
      <w:r>
        <w:t>171.2175</w:t>
      </w:r>
      <w:r>
        <w:tab/>
        <w:t>1.013e0</w:t>
      </w:r>
    </w:p>
    <w:p w14:paraId="14A5BC4D" w14:textId="77777777" w:rsidR="00810015" w:rsidRDefault="00810015" w:rsidP="00810015">
      <w:r>
        <w:t>171.2217</w:t>
      </w:r>
      <w:r>
        <w:tab/>
        <w:t>2.025e0</w:t>
      </w:r>
    </w:p>
    <w:p w14:paraId="3535A10D" w14:textId="77777777" w:rsidR="00810015" w:rsidRDefault="00810015" w:rsidP="00810015">
      <w:r>
        <w:t>171.2439</w:t>
      </w:r>
      <w:r>
        <w:tab/>
        <w:t>2.025e0</w:t>
      </w:r>
    </w:p>
    <w:p w14:paraId="657049B6" w14:textId="77777777" w:rsidR="00810015" w:rsidRDefault="00810015" w:rsidP="00810015">
      <w:r>
        <w:t>171.2831</w:t>
      </w:r>
      <w:r>
        <w:tab/>
        <w:t>1.013e0</w:t>
      </w:r>
    </w:p>
    <w:p w14:paraId="1FC8AABA" w14:textId="77777777" w:rsidR="00810015" w:rsidRDefault="00810015" w:rsidP="00810015">
      <w:r>
        <w:t>171.3078</w:t>
      </w:r>
      <w:r>
        <w:tab/>
        <w:t>1.013e0</w:t>
      </w:r>
    </w:p>
    <w:p w14:paraId="704A72B7" w14:textId="77777777" w:rsidR="00810015" w:rsidRDefault="00810015" w:rsidP="00810015">
      <w:r>
        <w:t>171.3288</w:t>
      </w:r>
      <w:r>
        <w:tab/>
        <w:t>1.013e0</w:t>
      </w:r>
    </w:p>
    <w:p w14:paraId="731FCBD1" w14:textId="77777777" w:rsidR="00810015" w:rsidRDefault="00810015" w:rsidP="00810015">
      <w:r>
        <w:t>171.3324</w:t>
      </w:r>
      <w:r>
        <w:tab/>
        <w:t>2.025e0</w:t>
      </w:r>
    </w:p>
    <w:p w14:paraId="25DAFC26" w14:textId="77777777" w:rsidR="00810015" w:rsidRDefault="00810015" w:rsidP="00810015">
      <w:r>
        <w:t>171.3536</w:t>
      </w:r>
      <w:r>
        <w:tab/>
        <w:t>1.013e0</w:t>
      </w:r>
    </w:p>
    <w:p w14:paraId="5D0814F2" w14:textId="77777777" w:rsidR="00810015" w:rsidRDefault="00810015" w:rsidP="00810015">
      <w:r>
        <w:t>171.3576</w:t>
      </w:r>
      <w:r>
        <w:tab/>
        <w:t>1.013e0</w:t>
      </w:r>
    </w:p>
    <w:p w14:paraId="1A186B46" w14:textId="77777777" w:rsidR="00810015" w:rsidRDefault="00810015" w:rsidP="00810015">
      <w:r>
        <w:t>171.3705</w:t>
      </w:r>
      <w:r>
        <w:tab/>
        <w:t>2.025e0</w:t>
      </w:r>
    </w:p>
    <w:p w14:paraId="35D80A5D" w14:textId="77777777" w:rsidR="00810015" w:rsidRDefault="00810015" w:rsidP="00810015">
      <w:r>
        <w:t>171.3739</w:t>
      </w:r>
      <w:r>
        <w:tab/>
        <w:t>1.013e0</w:t>
      </w:r>
    </w:p>
    <w:p w14:paraId="3C125286" w14:textId="77777777" w:rsidR="00810015" w:rsidRDefault="00810015" w:rsidP="00810015">
      <w:r>
        <w:t>171.4267</w:t>
      </w:r>
      <w:r>
        <w:tab/>
        <w:t>1.013e0</w:t>
      </w:r>
    </w:p>
    <w:p w14:paraId="25F4B61F" w14:textId="77777777" w:rsidR="00810015" w:rsidRDefault="00810015" w:rsidP="00810015">
      <w:r>
        <w:t>171.4331</w:t>
      </w:r>
      <w:r>
        <w:tab/>
        <w:t>1.013e0</w:t>
      </w:r>
    </w:p>
    <w:p w14:paraId="37FB9C21" w14:textId="77777777" w:rsidR="00810015" w:rsidRDefault="00810015" w:rsidP="00810015">
      <w:r>
        <w:t>171.4437</w:t>
      </w:r>
      <w:r>
        <w:tab/>
        <w:t>1.013e0</w:t>
      </w:r>
    </w:p>
    <w:p w14:paraId="4AA161CC" w14:textId="77777777" w:rsidR="00810015" w:rsidRDefault="00810015" w:rsidP="00810015">
      <w:r>
        <w:t>171.4472</w:t>
      </w:r>
      <w:r>
        <w:tab/>
        <w:t>1.013e0</w:t>
      </w:r>
    </w:p>
    <w:p w14:paraId="2C31B7B6" w14:textId="77777777" w:rsidR="00810015" w:rsidRDefault="00810015" w:rsidP="00810015">
      <w:r>
        <w:lastRenderedPageBreak/>
        <w:t>171.4584</w:t>
      </w:r>
      <w:r>
        <w:tab/>
        <w:t>1.013e0</w:t>
      </w:r>
    </w:p>
    <w:p w14:paraId="0A618A7A" w14:textId="77777777" w:rsidR="00810015" w:rsidRDefault="00810015" w:rsidP="00810015">
      <w:r>
        <w:t>171.4684</w:t>
      </w:r>
      <w:r>
        <w:tab/>
        <w:t>1.013e0</w:t>
      </w:r>
    </w:p>
    <w:p w14:paraId="5B0A1720" w14:textId="77777777" w:rsidR="00810015" w:rsidRDefault="00810015" w:rsidP="00810015">
      <w:r>
        <w:t>171.4751</w:t>
      </w:r>
      <w:r>
        <w:tab/>
        <w:t>1.013e0</w:t>
      </w:r>
    </w:p>
    <w:p w14:paraId="2D26184B" w14:textId="77777777" w:rsidR="00810015" w:rsidRDefault="00810015" w:rsidP="00810015">
      <w:r>
        <w:t>171.4819</w:t>
      </w:r>
      <w:r>
        <w:tab/>
        <w:t>2.025e0</w:t>
      </w:r>
    </w:p>
    <w:p w14:paraId="297EBDC7" w14:textId="77777777" w:rsidR="00810015" w:rsidRDefault="00810015" w:rsidP="00810015">
      <w:r>
        <w:t>171.4920</w:t>
      </w:r>
      <w:r>
        <w:tab/>
        <w:t>1.013e0</w:t>
      </w:r>
    </w:p>
    <w:p w14:paraId="7E434E89" w14:textId="77777777" w:rsidR="00810015" w:rsidRDefault="00810015" w:rsidP="00810015">
      <w:r>
        <w:t>171.5234</w:t>
      </w:r>
      <w:r>
        <w:tab/>
        <w:t>1.013e0</w:t>
      </w:r>
    </w:p>
    <w:p w14:paraId="7728D667" w14:textId="77777777" w:rsidR="00810015" w:rsidRDefault="00810015" w:rsidP="00810015">
      <w:r>
        <w:t>171.5311</w:t>
      </w:r>
      <w:r>
        <w:tab/>
        <w:t>1.013e0</w:t>
      </w:r>
    </w:p>
    <w:p w14:paraId="74B61856" w14:textId="77777777" w:rsidR="00810015" w:rsidRDefault="00810015" w:rsidP="00810015">
      <w:r>
        <w:t>171.5480</w:t>
      </w:r>
      <w:r>
        <w:tab/>
        <w:t>1.013e0</w:t>
      </w:r>
    </w:p>
    <w:p w14:paraId="08D0A33E" w14:textId="77777777" w:rsidR="00810015" w:rsidRDefault="00810015" w:rsidP="00810015">
      <w:r>
        <w:t>171.5680</w:t>
      </w:r>
      <w:r>
        <w:tab/>
        <w:t>2.025e0</w:t>
      </w:r>
    </w:p>
    <w:p w14:paraId="471328B6" w14:textId="77777777" w:rsidR="00810015" w:rsidRDefault="00810015" w:rsidP="00810015">
      <w:r>
        <w:t>171.5762</w:t>
      </w:r>
      <w:r>
        <w:tab/>
        <w:t>1.013e0</w:t>
      </w:r>
    </w:p>
    <w:p w14:paraId="450DA7E2" w14:textId="77777777" w:rsidR="00810015" w:rsidRDefault="00810015" w:rsidP="00810015">
      <w:r>
        <w:t>171.6001</w:t>
      </w:r>
      <w:r>
        <w:tab/>
        <w:t>1.013e0</w:t>
      </w:r>
    </w:p>
    <w:p w14:paraId="37EE53CE" w14:textId="77777777" w:rsidR="00810015" w:rsidRDefault="00810015" w:rsidP="00810015">
      <w:r>
        <w:t>171.6174</w:t>
      </w:r>
      <w:r>
        <w:tab/>
        <w:t>2.025e0</w:t>
      </w:r>
    </w:p>
    <w:p w14:paraId="4D11E359" w14:textId="77777777" w:rsidR="00810015" w:rsidRDefault="00810015" w:rsidP="00810015">
      <w:r>
        <w:t>171.6241</w:t>
      </w:r>
      <w:r>
        <w:tab/>
        <w:t>2.025e0</w:t>
      </w:r>
    </w:p>
    <w:p w14:paraId="424B9B2F" w14:textId="77777777" w:rsidR="00810015" w:rsidRDefault="00810015" w:rsidP="00810015">
      <w:r>
        <w:t>171.6596</w:t>
      </w:r>
      <w:r>
        <w:tab/>
        <w:t>3.038e0</w:t>
      </w:r>
    </w:p>
    <w:p w14:paraId="698D2959" w14:textId="77777777" w:rsidR="00810015" w:rsidRDefault="00810015" w:rsidP="00810015">
      <w:r>
        <w:t>171.6664</w:t>
      </w:r>
      <w:r>
        <w:tab/>
        <w:t>1.013e0</w:t>
      </w:r>
    </w:p>
    <w:p w14:paraId="67781BEA" w14:textId="77777777" w:rsidR="00810015" w:rsidRDefault="00810015" w:rsidP="00810015">
      <w:r>
        <w:t>171.7068</w:t>
      </w:r>
      <w:r>
        <w:tab/>
        <w:t>2.025e0</w:t>
      </w:r>
    </w:p>
    <w:p w14:paraId="05D3BF05" w14:textId="77777777" w:rsidR="00810015" w:rsidRDefault="00810015" w:rsidP="00810015">
      <w:r>
        <w:t>171.7291</w:t>
      </w:r>
      <w:r>
        <w:tab/>
        <w:t>1.013e0</w:t>
      </w:r>
    </w:p>
    <w:p w14:paraId="2753E295" w14:textId="77777777" w:rsidR="00810015" w:rsidRDefault="00810015" w:rsidP="00810015">
      <w:r>
        <w:t>171.7320</w:t>
      </w:r>
      <w:r>
        <w:tab/>
        <w:t>2.025e0</w:t>
      </w:r>
    </w:p>
    <w:p w14:paraId="582837B5" w14:textId="77777777" w:rsidR="00810015" w:rsidRDefault="00810015" w:rsidP="00810015">
      <w:r>
        <w:t>171.7462</w:t>
      </w:r>
      <w:r>
        <w:tab/>
        <w:t>1.013e0</w:t>
      </w:r>
    </w:p>
    <w:p w14:paraId="19EE02D5" w14:textId="77777777" w:rsidR="00810015" w:rsidRDefault="00810015" w:rsidP="00810015">
      <w:r>
        <w:lastRenderedPageBreak/>
        <w:t>171.7990</w:t>
      </w:r>
      <w:r>
        <w:tab/>
        <w:t>1.013e0</w:t>
      </w:r>
    </w:p>
    <w:p w14:paraId="5AEF6451" w14:textId="77777777" w:rsidR="00810015" w:rsidRDefault="00810015" w:rsidP="00810015">
      <w:r>
        <w:t>171.8061</w:t>
      </w:r>
      <w:r>
        <w:tab/>
        <w:t>1.013e0</w:t>
      </w:r>
    </w:p>
    <w:p w14:paraId="2CE86772" w14:textId="77777777" w:rsidR="00810015" w:rsidRDefault="00810015" w:rsidP="00810015">
      <w:r>
        <w:t>171.8367</w:t>
      </w:r>
      <w:r>
        <w:tab/>
        <w:t>2.025e0</w:t>
      </w:r>
    </w:p>
    <w:p w14:paraId="6AD54918" w14:textId="77777777" w:rsidR="00810015" w:rsidRDefault="00810015" w:rsidP="00810015">
      <w:r>
        <w:t>171.8540</w:t>
      </w:r>
      <w:r>
        <w:tab/>
        <w:t>1.013e0</w:t>
      </w:r>
    </w:p>
    <w:p w14:paraId="1361FEE7" w14:textId="77777777" w:rsidR="00810015" w:rsidRDefault="00810015" w:rsidP="00810015">
      <w:r>
        <w:t>171.8611</w:t>
      </w:r>
      <w:r>
        <w:tab/>
        <w:t>1.013e0</w:t>
      </w:r>
    </w:p>
    <w:p w14:paraId="317CAE06" w14:textId="77777777" w:rsidR="00810015" w:rsidRDefault="00810015" w:rsidP="00810015">
      <w:r>
        <w:t>171.8699</w:t>
      </w:r>
      <w:r>
        <w:tab/>
        <w:t>2.025e0</w:t>
      </w:r>
    </w:p>
    <w:p w14:paraId="172CE84F" w14:textId="77777777" w:rsidR="00810015" w:rsidRDefault="00810015" w:rsidP="00810015">
      <w:r>
        <w:t>171.8793</w:t>
      </w:r>
      <w:r>
        <w:tab/>
        <w:t>1.013e0</w:t>
      </w:r>
    </w:p>
    <w:p w14:paraId="30D8E728" w14:textId="77777777" w:rsidR="00810015" w:rsidRDefault="00810015" w:rsidP="00810015">
      <w:r>
        <w:t>171.9033</w:t>
      </w:r>
      <w:r>
        <w:tab/>
        <w:t>1.013e0</w:t>
      </w:r>
    </w:p>
    <w:p w14:paraId="0C28B5D0" w14:textId="77777777" w:rsidR="00810015" w:rsidRDefault="00810015" w:rsidP="00810015">
      <w:r>
        <w:t>171.9069</w:t>
      </w:r>
      <w:r>
        <w:tab/>
        <w:t>1.013e0</w:t>
      </w:r>
    </w:p>
    <w:p w14:paraId="10D39C98" w14:textId="77777777" w:rsidR="00810015" w:rsidRDefault="00810015" w:rsidP="00810015">
      <w:r>
        <w:t>171.9210</w:t>
      </w:r>
      <w:r>
        <w:tab/>
        <w:t>2.025e0</w:t>
      </w:r>
    </w:p>
    <w:p w14:paraId="212B3741" w14:textId="77777777" w:rsidR="00810015" w:rsidRDefault="00810015" w:rsidP="00810015">
      <w:r>
        <w:t>171.9557</w:t>
      </w:r>
      <w:r>
        <w:tab/>
        <w:t>1.013e0</w:t>
      </w:r>
    </w:p>
    <w:p w14:paraId="11F38FC2" w14:textId="77777777" w:rsidR="00810015" w:rsidRDefault="00810015" w:rsidP="00810015">
      <w:r>
        <w:t>171.9638</w:t>
      </w:r>
      <w:r>
        <w:tab/>
        <w:t>2.025e0</w:t>
      </w:r>
    </w:p>
    <w:p w14:paraId="47DEC278" w14:textId="77777777" w:rsidR="00810015" w:rsidRDefault="00810015" w:rsidP="00810015">
      <w:r>
        <w:t>171.9670</w:t>
      </w:r>
      <w:r>
        <w:tab/>
        <w:t>3.038e0</w:t>
      </w:r>
    </w:p>
    <w:p w14:paraId="47D749E3" w14:textId="77777777" w:rsidR="00810015" w:rsidRDefault="00810015" w:rsidP="00810015">
      <w:r>
        <w:t>171.9761</w:t>
      </w:r>
      <w:r>
        <w:tab/>
        <w:t>1.013e0</w:t>
      </w:r>
    </w:p>
    <w:p w14:paraId="293A7091" w14:textId="77777777" w:rsidR="00810015" w:rsidRDefault="00810015" w:rsidP="00810015">
      <w:r>
        <w:t>171.9831</w:t>
      </w:r>
      <w:r>
        <w:tab/>
        <w:t>2.025e0</w:t>
      </w:r>
    </w:p>
    <w:p w14:paraId="41FD421E" w14:textId="77777777" w:rsidR="00810015" w:rsidRDefault="00810015" w:rsidP="00810015">
      <w:r>
        <w:t>171.9902</w:t>
      </w:r>
      <w:r>
        <w:tab/>
        <w:t>1.013e0</w:t>
      </w:r>
    </w:p>
    <w:p w14:paraId="2BDE51C4" w14:textId="77777777" w:rsidR="00810015" w:rsidRDefault="00810015" w:rsidP="00810015">
      <w:r>
        <w:t>172.0007</w:t>
      </w:r>
      <w:r>
        <w:tab/>
        <w:t>1.013e0</w:t>
      </w:r>
    </w:p>
    <w:p w14:paraId="0AF39004" w14:textId="77777777" w:rsidR="00810015" w:rsidRDefault="00810015" w:rsidP="00810015">
      <w:r>
        <w:t>172.0264</w:t>
      </w:r>
      <w:r>
        <w:tab/>
        <w:t>3.038e0</w:t>
      </w:r>
    </w:p>
    <w:p w14:paraId="3CE8ABB1" w14:textId="77777777" w:rsidR="00810015" w:rsidRDefault="00810015" w:rsidP="00810015">
      <w:r>
        <w:t>172.0289</w:t>
      </w:r>
      <w:r>
        <w:tab/>
        <w:t>1.013e0</w:t>
      </w:r>
    </w:p>
    <w:p w14:paraId="450F6EA8" w14:textId="77777777" w:rsidR="00810015" w:rsidRDefault="00810015" w:rsidP="00810015">
      <w:r>
        <w:lastRenderedPageBreak/>
        <w:t>172.0465</w:t>
      </w:r>
      <w:r>
        <w:tab/>
        <w:t>1.013e0</w:t>
      </w:r>
    </w:p>
    <w:p w14:paraId="7C14F633" w14:textId="77777777" w:rsidR="00810015" w:rsidRDefault="00810015" w:rsidP="00810015">
      <w:r>
        <w:t>172.0567</w:t>
      </w:r>
      <w:r>
        <w:tab/>
        <w:t>2.025e0</w:t>
      </w:r>
    </w:p>
    <w:p w14:paraId="4B35F431" w14:textId="77777777" w:rsidR="00810015" w:rsidRDefault="00810015" w:rsidP="00810015">
      <w:r>
        <w:t>172.0770</w:t>
      </w:r>
      <w:r>
        <w:tab/>
        <w:t>2.025e0</w:t>
      </w:r>
    </w:p>
    <w:p w14:paraId="6FE5EAC4" w14:textId="77777777" w:rsidR="00810015" w:rsidRDefault="00810015" w:rsidP="00810015">
      <w:r>
        <w:t>172.0804</w:t>
      </w:r>
      <w:r>
        <w:tab/>
        <w:t>1.013e0</w:t>
      </w:r>
    </w:p>
    <w:p w14:paraId="626C61C7" w14:textId="77777777" w:rsidR="00810015" w:rsidRDefault="00810015" w:rsidP="00810015">
      <w:r>
        <w:t>172.0875</w:t>
      </w:r>
      <w:r>
        <w:tab/>
        <w:t>1.727e0</w:t>
      </w:r>
    </w:p>
    <w:p w14:paraId="72F003CE" w14:textId="77777777" w:rsidR="00810015" w:rsidRDefault="00810015" w:rsidP="00810015">
      <w:r>
        <w:t>172.1032</w:t>
      </w:r>
      <w:r>
        <w:tab/>
        <w:t>7.791e0</w:t>
      </w:r>
    </w:p>
    <w:p w14:paraId="7CCEE0FB" w14:textId="77777777" w:rsidR="00810015" w:rsidRDefault="00810015" w:rsidP="00810015">
      <w:r>
        <w:t>172.1076</w:t>
      </w:r>
      <w:r>
        <w:tab/>
        <w:t>5.328e0</w:t>
      </w:r>
    </w:p>
    <w:p w14:paraId="2799F3CC" w14:textId="77777777" w:rsidR="00810015" w:rsidRDefault="00810015" w:rsidP="00810015">
      <w:r>
        <w:t>172.1228</w:t>
      </w:r>
      <w:r>
        <w:tab/>
        <w:t>2.114e0</w:t>
      </w:r>
    </w:p>
    <w:p w14:paraId="582AA144" w14:textId="77777777" w:rsidR="00810015" w:rsidRDefault="00810015" w:rsidP="00810015">
      <w:r>
        <w:t>172.1301</w:t>
      </w:r>
      <w:r>
        <w:tab/>
        <w:t>5.368e0</w:t>
      </w:r>
    </w:p>
    <w:p w14:paraId="76798478" w14:textId="77777777" w:rsidR="00810015" w:rsidRDefault="00810015" w:rsidP="00810015">
      <w:r>
        <w:t>172.1344</w:t>
      </w:r>
      <w:r>
        <w:tab/>
        <w:t>1.097e1</w:t>
      </w:r>
    </w:p>
    <w:p w14:paraId="2EDBD679" w14:textId="77777777" w:rsidR="00810015" w:rsidRDefault="00810015" w:rsidP="00810015">
      <w:r>
        <w:t>172.1386</w:t>
      </w:r>
      <w:r>
        <w:tab/>
        <w:t>1.648e1</w:t>
      </w:r>
    </w:p>
    <w:p w14:paraId="42BFA292" w14:textId="77777777" w:rsidR="00810015" w:rsidRDefault="00810015" w:rsidP="00810015">
      <w:r>
        <w:t>172.1461</w:t>
      </w:r>
      <w:r>
        <w:tab/>
        <w:t>5.703e0</w:t>
      </w:r>
    </w:p>
    <w:p w14:paraId="4CCC80DF" w14:textId="77777777" w:rsidR="00810015" w:rsidRDefault="00810015" w:rsidP="00810015">
      <w:r>
        <w:t>172.1580</w:t>
      </w:r>
      <w:r>
        <w:tab/>
        <w:t>3.122e0</w:t>
      </w:r>
    </w:p>
    <w:p w14:paraId="5C78CFF0" w14:textId="77777777" w:rsidR="00810015" w:rsidRDefault="00810015" w:rsidP="00810015">
      <w:r>
        <w:t>172.1786</w:t>
      </w:r>
      <w:r>
        <w:tab/>
        <w:t>1.013e0</w:t>
      </w:r>
    </w:p>
    <w:p w14:paraId="21CE1DBB" w14:textId="77777777" w:rsidR="00810015" w:rsidRDefault="00810015" w:rsidP="00810015">
      <w:r>
        <w:t>172.1860</w:t>
      </w:r>
      <w:r>
        <w:tab/>
        <w:t>1.013e0</w:t>
      </w:r>
    </w:p>
    <w:p w14:paraId="7B5745DA" w14:textId="77777777" w:rsidR="00810015" w:rsidRDefault="00810015" w:rsidP="00810015">
      <w:r>
        <w:t>172.1935</w:t>
      </w:r>
      <w:r>
        <w:tab/>
        <w:t>2.025e0</w:t>
      </w:r>
    </w:p>
    <w:p w14:paraId="5E1FC1DE" w14:textId="77777777" w:rsidR="00810015" w:rsidRDefault="00810015" w:rsidP="00810015">
      <w:r>
        <w:t>172.1956</w:t>
      </w:r>
      <w:r>
        <w:tab/>
        <w:t>1.013e0</w:t>
      </w:r>
    </w:p>
    <w:p w14:paraId="035D3D4A" w14:textId="77777777" w:rsidR="00810015" w:rsidRDefault="00810015" w:rsidP="00810015">
      <w:r>
        <w:t>172.2202</w:t>
      </w:r>
      <w:r>
        <w:tab/>
        <w:t>2.025e0</w:t>
      </w:r>
    </w:p>
    <w:p w14:paraId="2B04F8FB" w14:textId="77777777" w:rsidR="00810015" w:rsidRDefault="00810015" w:rsidP="00810015">
      <w:r>
        <w:t>172.2343</w:t>
      </w:r>
      <w:r>
        <w:tab/>
        <w:t>4.051e0</w:t>
      </w:r>
    </w:p>
    <w:p w14:paraId="78D07864" w14:textId="77777777" w:rsidR="00810015" w:rsidRDefault="00810015" w:rsidP="00810015">
      <w:r>
        <w:lastRenderedPageBreak/>
        <w:t>172.2414</w:t>
      </w:r>
      <w:r>
        <w:tab/>
        <w:t>2.025e0</w:t>
      </w:r>
    </w:p>
    <w:p w14:paraId="70A791E8" w14:textId="77777777" w:rsidR="00810015" w:rsidRDefault="00810015" w:rsidP="00810015">
      <w:r>
        <w:t>172.2631</w:t>
      </w:r>
      <w:r>
        <w:tab/>
        <w:t>2.025e0</w:t>
      </w:r>
    </w:p>
    <w:p w14:paraId="67955B9A" w14:textId="77777777" w:rsidR="00810015" w:rsidRDefault="00810015" w:rsidP="00810015">
      <w:r>
        <w:t>172.3282</w:t>
      </w:r>
      <w:r>
        <w:tab/>
        <w:t>1.013e0</w:t>
      </w:r>
    </w:p>
    <w:p w14:paraId="67E8198E" w14:textId="77777777" w:rsidR="00810015" w:rsidRDefault="00810015" w:rsidP="00810015">
      <w:r>
        <w:t>172.3388</w:t>
      </w:r>
      <w:r>
        <w:tab/>
        <w:t>1.013e0</w:t>
      </w:r>
    </w:p>
    <w:p w14:paraId="4E294B08" w14:textId="77777777" w:rsidR="00810015" w:rsidRDefault="00810015" w:rsidP="00810015">
      <w:r>
        <w:t>172.3565</w:t>
      </w:r>
      <w:r>
        <w:tab/>
        <w:t>1.013e0</w:t>
      </w:r>
    </w:p>
    <w:p w14:paraId="213041B5" w14:textId="77777777" w:rsidR="00810015" w:rsidRDefault="00810015" w:rsidP="00810015">
      <w:r>
        <w:t>172.3606</w:t>
      </w:r>
      <w:r>
        <w:tab/>
        <w:t>2.025e0</w:t>
      </w:r>
    </w:p>
    <w:p w14:paraId="53558163" w14:textId="77777777" w:rsidR="00810015" w:rsidRDefault="00810015" w:rsidP="00810015">
      <w:r>
        <w:t>172.4059</w:t>
      </w:r>
      <w:r>
        <w:tab/>
        <w:t>2.025e0</w:t>
      </w:r>
    </w:p>
    <w:p w14:paraId="12519B7E" w14:textId="77777777" w:rsidR="00810015" w:rsidRDefault="00810015" w:rsidP="00810015">
      <w:r>
        <w:t>172.4077</w:t>
      </w:r>
      <w:r>
        <w:tab/>
        <w:t>2.025e0</w:t>
      </w:r>
    </w:p>
    <w:p w14:paraId="5FC6F329" w14:textId="77777777" w:rsidR="00810015" w:rsidRDefault="00810015" w:rsidP="00810015">
      <w:r>
        <w:t>172.4227</w:t>
      </w:r>
      <w:r>
        <w:tab/>
        <w:t>3.038e0</w:t>
      </w:r>
    </w:p>
    <w:p w14:paraId="6E6B432F" w14:textId="77777777" w:rsidR="00810015" w:rsidRDefault="00810015" w:rsidP="00810015">
      <w:r>
        <w:t>172.4281</w:t>
      </w:r>
      <w:r>
        <w:tab/>
        <w:t>2.025e0</w:t>
      </w:r>
    </w:p>
    <w:p w14:paraId="23FD535E" w14:textId="77777777" w:rsidR="00810015" w:rsidRDefault="00810015" w:rsidP="00810015">
      <w:r>
        <w:t>172.4575</w:t>
      </w:r>
      <w:r>
        <w:tab/>
        <w:t>1.013e0</w:t>
      </w:r>
    </w:p>
    <w:p w14:paraId="48740933" w14:textId="77777777" w:rsidR="00810015" w:rsidRDefault="00810015" w:rsidP="00810015">
      <w:r>
        <w:t>172.4716</w:t>
      </w:r>
      <w:r>
        <w:tab/>
        <w:t>1.013e0</w:t>
      </w:r>
    </w:p>
    <w:p w14:paraId="2691D161" w14:textId="77777777" w:rsidR="00810015" w:rsidRDefault="00810015" w:rsidP="00810015">
      <w:r>
        <w:t>172.4997</w:t>
      </w:r>
      <w:r>
        <w:tab/>
        <w:t>1.013e0</w:t>
      </w:r>
    </w:p>
    <w:p w14:paraId="431A46A3" w14:textId="77777777" w:rsidR="00810015" w:rsidRDefault="00810015" w:rsidP="00810015">
      <w:r>
        <w:t>172.5103</w:t>
      </w:r>
      <w:r>
        <w:tab/>
        <w:t>1.013e0</w:t>
      </w:r>
    </w:p>
    <w:p w14:paraId="6214B13B" w14:textId="77777777" w:rsidR="00810015" w:rsidRDefault="00810015" w:rsidP="00810015">
      <w:r>
        <w:t>172.5550</w:t>
      </w:r>
      <w:r>
        <w:tab/>
        <w:t>1.013e0</w:t>
      </w:r>
    </w:p>
    <w:p w14:paraId="4EE0125A" w14:textId="77777777" w:rsidR="00810015" w:rsidRDefault="00810015" w:rsidP="00810015">
      <w:r>
        <w:t>172.5568</w:t>
      </w:r>
      <w:r>
        <w:tab/>
        <w:t>3.038e0</w:t>
      </w:r>
    </w:p>
    <w:p w14:paraId="052CF272" w14:textId="77777777" w:rsidR="00810015" w:rsidRDefault="00810015" w:rsidP="00810015">
      <w:r>
        <w:t>172.5587</w:t>
      </w:r>
      <w:r>
        <w:tab/>
        <w:t>2.025e0</w:t>
      </w:r>
    </w:p>
    <w:p w14:paraId="285DBA89" w14:textId="77777777" w:rsidR="00810015" w:rsidRDefault="00810015" w:rsidP="00810015">
      <w:r>
        <w:t>172.5796</w:t>
      </w:r>
      <w:r>
        <w:tab/>
        <w:t>3.038e0</w:t>
      </w:r>
    </w:p>
    <w:p w14:paraId="2EC9D94F" w14:textId="77777777" w:rsidR="00810015" w:rsidRDefault="00810015" w:rsidP="00810015">
      <w:r>
        <w:t>172.6225</w:t>
      </w:r>
      <w:r>
        <w:tab/>
        <w:t>1.013e0</w:t>
      </w:r>
    </w:p>
    <w:p w14:paraId="10A286BE" w14:textId="77777777" w:rsidR="00810015" w:rsidRDefault="00810015" w:rsidP="00810015">
      <w:r>
        <w:lastRenderedPageBreak/>
        <w:t>172.6361</w:t>
      </w:r>
      <w:r>
        <w:tab/>
        <w:t>2.025e0</w:t>
      </w:r>
    </w:p>
    <w:p w14:paraId="4617CEBC" w14:textId="77777777" w:rsidR="00810015" w:rsidRDefault="00810015" w:rsidP="00810015">
      <w:r>
        <w:t>172.6379</w:t>
      </w:r>
      <w:r>
        <w:tab/>
        <w:t>2.025e0</w:t>
      </w:r>
    </w:p>
    <w:p w14:paraId="1A62E67B" w14:textId="77777777" w:rsidR="00810015" w:rsidRDefault="00810015" w:rsidP="00810015">
      <w:r>
        <w:t>172.6501</w:t>
      </w:r>
      <w:r>
        <w:tab/>
        <w:t>1.013e0</w:t>
      </w:r>
    </w:p>
    <w:p w14:paraId="5F30AA8A" w14:textId="77777777" w:rsidR="00810015" w:rsidRDefault="00810015" w:rsidP="00810015">
      <w:r>
        <w:t>172.6602</w:t>
      </w:r>
      <w:r>
        <w:tab/>
        <w:t>1.013e0</w:t>
      </w:r>
    </w:p>
    <w:p w14:paraId="690B5043" w14:textId="77777777" w:rsidR="00810015" w:rsidRDefault="00810015" w:rsidP="00810015">
      <w:r>
        <w:t>172.6636</w:t>
      </w:r>
      <w:r>
        <w:tab/>
        <w:t>1.013e0</w:t>
      </w:r>
    </w:p>
    <w:p w14:paraId="72131C43" w14:textId="77777777" w:rsidR="00810015" w:rsidRDefault="00810015" w:rsidP="00810015">
      <w:r>
        <w:t>172.6846</w:t>
      </w:r>
      <w:r>
        <w:tab/>
        <w:t>2.025e0</w:t>
      </w:r>
    </w:p>
    <w:p w14:paraId="62303531" w14:textId="77777777" w:rsidR="00810015" w:rsidRDefault="00810015" w:rsidP="00810015">
      <w:r>
        <w:t>172.6912</w:t>
      </w:r>
      <w:r>
        <w:tab/>
        <w:t>1.013e0</w:t>
      </w:r>
    </w:p>
    <w:p w14:paraId="6E758691" w14:textId="77777777" w:rsidR="00810015" w:rsidRDefault="00810015" w:rsidP="00810015">
      <w:r>
        <w:t>172.7137</w:t>
      </w:r>
      <w:r>
        <w:tab/>
        <w:t>4.051e0</w:t>
      </w:r>
    </w:p>
    <w:p w14:paraId="2DB86CDA" w14:textId="77777777" w:rsidR="00810015" w:rsidRDefault="00810015" w:rsidP="00810015">
      <w:r>
        <w:t>172.7230</w:t>
      </w:r>
      <w:r>
        <w:tab/>
        <w:t>1.013e0</w:t>
      </w:r>
    </w:p>
    <w:p w14:paraId="1734AA8F" w14:textId="77777777" w:rsidR="00810015" w:rsidRDefault="00810015" w:rsidP="00810015">
      <w:r>
        <w:t>172.7441</w:t>
      </w:r>
      <w:r>
        <w:tab/>
        <w:t>1.013e0</w:t>
      </w:r>
    </w:p>
    <w:p w14:paraId="5A7FEEBD" w14:textId="77777777" w:rsidR="00810015" w:rsidRDefault="00810015" w:rsidP="00810015">
      <w:r>
        <w:t>172.7548</w:t>
      </w:r>
      <w:r>
        <w:tab/>
        <w:t>1.013e0</w:t>
      </w:r>
    </w:p>
    <w:p w14:paraId="78F6AABD" w14:textId="77777777" w:rsidR="00810015" w:rsidRDefault="00810015" w:rsidP="00810015">
      <w:r>
        <w:t>172.7589</w:t>
      </w:r>
      <w:r>
        <w:tab/>
        <w:t>2.025e0</w:t>
      </w:r>
    </w:p>
    <w:p w14:paraId="2A010BF3" w14:textId="77777777" w:rsidR="00810015" w:rsidRDefault="00810015" w:rsidP="00810015">
      <w:r>
        <w:t>172.7865</w:t>
      </w:r>
      <w:r>
        <w:tab/>
        <w:t>1.013e0</w:t>
      </w:r>
    </w:p>
    <w:p w14:paraId="0534235A" w14:textId="77777777" w:rsidR="00810015" w:rsidRDefault="00810015" w:rsidP="00810015">
      <w:r>
        <w:t>172.7979</w:t>
      </w:r>
      <w:r>
        <w:tab/>
        <w:t>2.025e0</w:t>
      </w:r>
    </w:p>
    <w:p w14:paraId="3C3CDE68" w14:textId="77777777" w:rsidR="00810015" w:rsidRDefault="00810015" w:rsidP="00810015">
      <w:r>
        <w:t>172.8141</w:t>
      </w:r>
      <w:r>
        <w:tab/>
        <w:t>1.013e0</w:t>
      </w:r>
    </w:p>
    <w:p w14:paraId="062D03CB" w14:textId="77777777" w:rsidR="00810015" w:rsidRDefault="00810015" w:rsidP="00810015">
      <w:r>
        <w:t>172.8170</w:t>
      </w:r>
      <w:r>
        <w:tab/>
        <w:t>1.013e0</w:t>
      </w:r>
    </w:p>
    <w:p w14:paraId="07F72538" w14:textId="77777777" w:rsidR="00810015" w:rsidRDefault="00810015" w:rsidP="00810015">
      <w:r>
        <w:t>172.8312</w:t>
      </w:r>
      <w:r>
        <w:tab/>
        <w:t>1.013e0</w:t>
      </w:r>
    </w:p>
    <w:p w14:paraId="2F5B77BD" w14:textId="77777777" w:rsidR="00810015" w:rsidRDefault="00810015" w:rsidP="00810015">
      <w:r>
        <w:t>172.8418</w:t>
      </w:r>
      <w:r>
        <w:tab/>
        <w:t>1.013e0</w:t>
      </w:r>
    </w:p>
    <w:p w14:paraId="630D4F72" w14:textId="77777777" w:rsidR="00810015" w:rsidRDefault="00810015" w:rsidP="00810015">
      <w:r>
        <w:t>172.8735</w:t>
      </w:r>
      <w:r>
        <w:tab/>
        <w:t>2.025e0</w:t>
      </w:r>
    </w:p>
    <w:p w14:paraId="10ADB4B0" w14:textId="77777777" w:rsidR="00810015" w:rsidRDefault="00810015" w:rsidP="00810015">
      <w:r>
        <w:lastRenderedPageBreak/>
        <w:t>172.8877</w:t>
      </w:r>
      <w:r>
        <w:tab/>
        <w:t>1.013e0</w:t>
      </w:r>
    </w:p>
    <w:p w14:paraId="72F98978" w14:textId="77777777" w:rsidR="00810015" w:rsidRDefault="00810015" w:rsidP="00810015">
      <w:r>
        <w:t>172.9083</w:t>
      </w:r>
      <w:r>
        <w:tab/>
        <w:t>1.013e0</w:t>
      </w:r>
    </w:p>
    <w:p w14:paraId="6A1BB003" w14:textId="77777777" w:rsidR="00810015" w:rsidRDefault="00810015" w:rsidP="00810015">
      <w:r>
        <w:t>172.9185</w:t>
      </w:r>
      <w:r>
        <w:tab/>
        <w:t>2.025e0</w:t>
      </w:r>
    </w:p>
    <w:p w14:paraId="433C40D3" w14:textId="77777777" w:rsidR="00810015" w:rsidRDefault="00810015" w:rsidP="00810015">
      <w:r>
        <w:t>172.9393</w:t>
      </w:r>
      <w:r>
        <w:tab/>
        <w:t>1.013e0</w:t>
      </w:r>
    </w:p>
    <w:p w14:paraId="798FC168" w14:textId="77777777" w:rsidR="00810015" w:rsidRDefault="00810015" w:rsidP="00810015">
      <w:r>
        <w:t>172.9541</w:t>
      </w:r>
      <w:r>
        <w:tab/>
        <w:t>1.013e0</w:t>
      </w:r>
    </w:p>
    <w:p w14:paraId="1AFB9C0F" w14:textId="77777777" w:rsidR="00810015" w:rsidRDefault="00810015" w:rsidP="00810015">
      <w:r>
        <w:t>172.9605</w:t>
      </w:r>
      <w:r>
        <w:tab/>
        <w:t>1.013e0</w:t>
      </w:r>
    </w:p>
    <w:p w14:paraId="419EA6DE" w14:textId="77777777" w:rsidR="00810015" w:rsidRDefault="00810015" w:rsidP="00810015">
      <w:r>
        <w:t>172.9787</w:t>
      </w:r>
      <w:r>
        <w:tab/>
        <w:t>1.013e0</w:t>
      </w:r>
    </w:p>
    <w:p w14:paraId="7E746E0F" w14:textId="77777777" w:rsidR="00810015" w:rsidRDefault="00810015" w:rsidP="00810015">
      <w:r>
        <w:t>172.9816</w:t>
      </w:r>
      <w:r>
        <w:tab/>
        <w:t>1.013e0</w:t>
      </w:r>
    </w:p>
    <w:p w14:paraId="53AF265E" w14:textId="77777777" w:rsidR="00810015" w:rsidRDefault="00810015" w:rsidP="00810015">
      <w:r>
        <w:t>172.9887</w:t>
      </w:r>
      <w:r>
        <w:tab/>
        <w:t>1.013e0</w:t>
      </w:r>
    </w:p>
    <w:p w14:paraId="015FB3CD" w14:textId="77777777" w:rsidR="00810015" w:rsidRDefault="00810015" w:rsidP="00810015">
      <w:r>
        <w:t>172.9999</w:t>
      </w:r>
      <w:r>
        <w:tab/>
        <w:t>1.013e0</w:t>
      </w:r>
    </w:p>
    <w:p w14:paraId="4F81762B" w14:textId="77777777" w:rsidR="00810015" w:rsidRDefault="00810015" w:rsidP="00810015">
      <w:r>
        <w:t>173.0246</w:t>
      </w:r>
      <w:r>
        <w:tab/>
        <w:t>4.051e0</w:t>
      </w:r>
    </w:p>
    <w:p w14:paraId="349F4064" w14:textId="77777777" w:rsidR="00810015" w:rsidRDefault="00810015" w:rsidP="00810015">
      <w:r>
        <w:t>173.0265</w:t>
      </w:r>
      <w:r>
        <w:tab/>
        <w:t>3.038e0</w:t>
      </w:r>
    </w:p>
    <w:p w14:paraId="5C76096E" w14:textId="77777777" w:rsidR="00810015" w:rsidRDefault="00810015" w:rsidP="00810015">
      <w:r>
        <w:t>173.0284</w:t>
      </w:r>
      <w:r>
        <w:tab/>
        <w:t>3.038e0</w:t>
      </w:r>
    </w:p>
    <w:p w14:paraId="37549747" w14:textId="77777777" w:rsidR="00810015" w:rsidRDefault="00810015" w:rsidP="00810015">
      <w:r>
        <w:t>173.0302</w:t>
      </w:r>
      <w:r>
        <w:tab/>
        <w:t>6.076e0</w:t>
      </w:r>
    </w:p>
    <w:p w14:paraId="433C6239" w14:textId="77777777" w:rsidR="00810015" w:rsidRDefault="00810015" w:rsidP="00810015">
      <w:r>
        <w:t>173.0418</w:t>
      </w:r>
      <w:r>
        <w:tab/>
        <w:t>5.063e0</w:t>
      </w:r>
    </w:p>
    <w:p w14:paraId="7E90FFF7" w14:textId="77777777" w:rsidR="00810015" w:rsidRDefault="00810015" w:rsidP="00810015">
      <w:r>
        <w:t>173.0554</w:t>
      </w:r>
      <w:r>
        <w:tab/>
        <w:t>3.038e0</w:t>
      </w:r>
    </w:p>
    <w:p w14:paraId="1BB8B014" w14:textId="77777777" w:rsidR="00810015" w:rsidRDefault="00810015" w:rsidP="00810015">
      <w:r>
        <w:t>173.0586</w:t>
      </w:r>
      <w:r>
        <w:tab/>
        <w:t>2.025e0</w:t>
      </w:r>
    </w:p>
    <w:p w14:paraId="1747A0CC" w14:textId="77777777" w:rsidR="00810015" w:rsidRDefault="00810015" w:rsidP="00810015">
      <w:r>
        <w:t>173.0905</w:t>
      </w:r>
      <w:r>
        <w:tab/>
        <w:t>9.831e0</w:t>
      </w:r>
    </w:p>
    <w:p w14:paraId="31F0680F" w14:textId="77777777" w:rsidR="00810015" w:rsidRDefault="00810015" w:rsidP="00810015">
      <w:r>
        <w:t>173.0920</w:t>
      </w:r>
      <w:r>
        <w:tab/>
        <w:t>1.730e1</w:t>
      </w:r>
    </w:p>
    <w:p w14:paraId="6ED4D8E5" w14:textId="77777777" w:rsidR="00810015" w:rsidRDefault="00810015" w:rsidP="00810015">
      <w:r>
        <w:lastRenderedPageBreak/>
        <w:t>173.0932</w:t>
      </w:r>
      <w:r>
        <w:tab/>
        <w:t>8.201e0</w:t>
      </w:r>
    </w:p>
    <w:p w14:paraId="7691B409" w14:textId="77777777" w:rsidR="00810015" w:rsidRDefault="00810015" w:rsidP="00810015">
      <w:r>
        <w:t>173.1347</w:t>
      </w:r>
      <w:r>
        <w:tab/>
        <w:t>3.821e0</w:t>
      </w:r>
    </w:p>
    <w:p w14:paraId="4EB4BE5F" w14:textId="77777777" w:rsidR="00810015" w:rsidRDefault="00810015" w:rsidP="00810015">
      <w:r>
        <w:t>173.1375</w:t>
      </w:r>
      <w:r>
        <w:tab/>
        <w:t>8.027e0</w:t>
      </w:r>
    </w:p>
    <w:p w14:paraId="06F81B28" w14:textId="77777777" w:rsidR="00810015" w:rsidRDefault="00810015" w:rsidP="00810015">
      <w:r>
        <w:t>173.1405</w:t>
      </w:r>
      <w:r>
        <w:tab/>
        <w:t>7.248e0</w:t>
      </w:r>
    </w:p>
    <w:p w14:paraId="77367C6F" w14:textId="77777777" w:rsidR="00810015" w:rsidRDefault="00810015" w:rsidP="00810015">
      <w:r>
        <w:t>173.1617</w:t>
      </w:r>
      <w:r>
        <w:tab/>
        <w:t>2.025e0</w:t>
      </w:r>
    </w:p>
    <w:p w14:paraId="0050A34B" w14:textId="77777777" w:rsidR="00810015" w:rsidRDefault="00810015" w:rsidP="00810015">
      <w:r>
        <w:t>173.1668</w:t>
      </w:r>
      <w:r>
        <w:tab/>
        <w:t>1.013e0</w:t>
      </w:r>
    </w:p>
    <w:p w14:paraId="30951631" w14:textId="77777777" w:rsidR="00810015" w:rsidRDefault="00810015" w:rsidP="00810015">
      <w:r>
        <w:t>173.1742</w:t>
      </w:r>
      <w:r>
        <w:tab/>
        <w:t>1.013e0</w:t>
      </w:r>
    </w:p>
    <w:p w14:paraId="62811424" w14:textId="77777777" w:rsidR="00810015" w:rsidRDefault="00810015" w:rsidP="00810015">
      <w:r>
        <w:t>173.2113</w:t>
      </w:r>
      <w:r>
        <w:tab/>
        <w:t>3.038e0</w:t>
      </w:r>
    </w:p>
    <w:p w14:paraId="0CEE961A" w14:textId="77777777" w:rsidR="00810015" w:rsidRDefault="00810015" w:rsidP="00810015">
      <w:r>
        <w:t>173.2387</w:t>
      </w:r>
      <w:r>
        <w:tab/>
        <w:t>2.025e0</w:t>
      </w:r>
    </w:p>
    <w:p w14:paraId="380121F0" w14:textId="77777777" w:rsidR="00810015" w:rsidRDefault="00810015" w:rsidP="00810015">
      <w:r>
        <w:t>173.2475</w:t>
      </w:r>
      <w:r>
        <w:tab/>
        <w:t>1.013e0</w:t>
      </w:r>
    </w:p>
    <w:p w14:paraId="1E7FBA66" w14:textId="77777777" w:rsidR="00810015" w:rsidRDefault="00810015" w:rsidP="00810015">
      <w:r>
        <w:t>173.2517</w:t>
      </w:r>
      <w:r>
        <w:tab/>
        <w:t>1.013e0</w:t>
      </w:r>
    </w:p>
    <w:p w14:paraId="251E961A" w14:textId="77777777" w:rsidR="00810015" w:rsidRDefault="00810015" w:rsidP="00810015">
      <w:r>
        <w:t>173.2688</w:t>
      </w:r>
      <w:r>
        <w:tab/>
        <w:t>1.013e0</w:t>
      </w:r>
    </w:p>
    <w:p w14:paraId="21711C05" w14:textId="77777777" w:rsidR="00810015" w:rsidRDefault="00810015" w:rsidP="00810015">
      <w:r>
        <w:t>173.2758</w:t>
      </w:r>
      <w:r>
        <w:tab/>
        <w:t>1.013e0</w:t>
      </w:r>
    </w:p>
    <w:p w14:paraId="0B4CA49E" w14:textId="77777777" w:rsidR="00810015" w:rsidRDefault="00810015" w:rsidP="00810015">
      <w:r>
        <w:t>173.2861</w:t>
      </w:r>
      <w:r>
        <w:tab/>
        <w:t>2.025e0</w:t>
      </w:r>
    </w:p>
    <w:p w14:paraId="1653E8BD" w14:textId="77777777" w:rsidR="00810015" w:rsidRDefault="00810015" w:rsidP="00810015">
      <w:r>
        <w:t>173.2928</w:t>
      </w:r>
      <w:r>
        <w:tab/>
        <w:t>1.013e0</w:t>
      </w:r>
    </w:p>
    <w:p w14:paraId="2C145C00" w14:textId="77777777" w:rsidR="00810015" w:rsidRDefault="00810015" w:rsidP="00810015">
      <w:r>
        <w:t>173.3098</w:t>
      </w:r>
      <w:r>
        <w:tab/>
        <w:t>1.013e0</w:t>
      </w:r>
    </w:p>
    <w:p w14:paraId="241A2E77" w14:textId="77777777" w:rsidR="00810015" w:rsidRDefault="00810015" w:rsidP="00810015">
      <w:r>
        <w:t>173.3152</w:t>
      </w:r>
      <w:r>
        <w:tab/>
        <w:t>2.025e0</w:t>
      </w:r>
    </w:p>
    <w:p w14:paraId="1B754321" w14:textId="77777777" w:rsidR="00810015" w:rsidRDefault="00810015" w:rsidP="00810015">
      <w:r>
        <w:t>173.3311</w:t>
      </w:r>
      <w:r>
        <w:tab/>
        <w:t>1.013e0</w:t>
      </w:r>
    </w:p>
    <w:p w14:paraId="7C9D0FCB" w14:textId="77777777" w:rsidR="00810015" w:rsidRDefault="00810015" w:rsidP="00810015">
      <w:r>
        <w:t>173.3331</w:t>
      </w:r>
      <w:r>
        <w:tab/>
        <w:t>4.051e0</w:t>
      </w:r>
    </w:p>
    <w:p w14:paraId="3073D18A" w14:textId="77777777" w:rsidR="00810015" w:rsidRDefault="00810015" w:rsidP="00810015">
      <w:r>
        <w:lastRenderedPageBreak/>
        <w:t>173.3841</w:t>
      </w:r>
      <w:r>
        <w:tab/>
        <w:t>2.025e0</w:t>
      </w:r>
    </w:p>
    <w:p w14:paraId="663A5919" w14:textId="77777777" w:rsidR="00810015" w:rsidRDefault="00810015" w:rsidP="00810015">
      <w:r>
        <w:t>173.4086</w:t>
      </w:r>
      <w:r>
        <w:tab/>
        <w:t>1.013e0</w:t>
      </w:r>
    </w:p>
    <w:p w14:paraId="6778F63C" w14:textId="77777777" w:rsidR="00810015" w:rsidRDefault="00810015" w:rsidP="00810015">
      <w:r>
        <w:t>173.4325</w:t>
      </w:r>
      <w:r>
        <w:tab/>
        <w:t>1.013e0</w:t>
      </w:r>
    </w:p>
    <w:p w14:paraId="268B5A0E" w14:textId="77777777" w:rsidR="00810015" w:rsidRDefault="00810015" w:rsidP="00810015">
      <w:r>
        <w:t>173.4612</w:t>
      </w:r>
      <w:r>
        <w:tab/>
        <w:t>1.013e0</w:t>
      </w:r>
    </w:p>
    <w:p w14:paraId="4B0A8109" w14:textId="77777777" w:rsidR="00810015" w:rsidRDefault="00810015" w:rsidP="00810015">
      <w:r>
        <w:t>173.4676</w:t>
      </w:r>
      <w:r>
        <w:tab/>
        <w:t>1.013e0</w:t>
      </w:r>
    </w:p>
    <w:p w14:paraId="6D0507B7" w14:textId="77777777" w:rsidR="00810015" w:rsidRDefault="00810015" w:rsidP="00810015">
      <w:r>
        <w:t>173.4994</w:t>
      </w:r>
      <w:r>
        <w:tab/>
        <w:t>1.013e0</w:t>
      </w:r>
    </w:p>
    <w:p w14:paraId="7505E253" w14:textId="77777777" w:rsidR="00810015" w:rsidRDefault="00810015" w:rsidP="00810015">
      <w:r>
        <w:t>173.5029</w:t>
      </w:r>
      <w:r>
        <w:tab/>
        <w:t>1.013e0</w:t>
      </w:r>
    </w:p>
    <w:p w14:paraId="7DC88B40" w14:textId="77777777" w:rsidR="00810015" w:rsidRDefault="00810015" w:rsidP="00810015">
      <w:r>
        <w:t>173.5242</w:t>
      </w:r>
      <w:r>
        <w:tab/>
        <w:t>1.013e0</w:t>
      </w:r>
    </w:p>
    <w:p w14:paraId="11931542" w14:textId="77777777" w:rsidR="00810015" w:rsidRDefault="00810015" w:rsidP="00810015">
      <w:r>
        <w:t>173.5284</w:t>
      </w:r>
      <w:r>
        <w:tab/>
        <w:t>1.013e0</w:t>
      </w:r>
    </w:p>
    <w:p w14:paraId="52A333F5" w14:textId="77777777" w:rsidR="00810015" w:rsidRDefault="00810015" w:rsidP="00810015">
      <w:r>
        <w:t>173.5313</w:t>
      </w:r>
      <w:r>
        <w:tab/>
        <w:t>1.013e0</w:t>
      </w:r>
    </w:p>
    <w:p w14:paraId="5A0D1392" w14:textId="77777777" w:rsidR="00810015" w:rsidRDefault="00810015" w:rsidP="00810015">
      <w:r>
        <w:t>173.5689</w:t>
      </w:r>
      <w:r>
        <w:tab/>
        <w:t>1.013e0</w:t>
      </w:r>
    </w:p>
    <w:p w14:paraId="42B4B283" w14:textId="77777777" w:rsidR="00810015" w:rsidRDefault="00810015" w:rsidP="00810015">
      <w:r>
        <w:t>173.5728</w:t>
      </w:r>
      <w:r>
        <w:tab/>
        <w:t>3.038e0</w:t>
      </w:r>
    </w:p>
    <w:p w14:paraId="293129B4" w14:textId="77777777" w:rsidR="00810015" w:rsidRDefault="00810015" w:rsidP="00810015">
      <w:r>
        <w:t>173.5960</w:t>
      </w:r>
      <w:r>
        <w:tab/>
        <w:t>2.025e0</w:t>
      </w:r>
    </w:p>
    <w:p w14:paraId="5E199742" w14:textId="77777777" w:rsidR="00810015" w:rsidRDefault="00810015" w:rsidP="00810015">
      <w:r>
        <w:t>173.6148</w:t>
      </w:r>
      <w:r>
        <w:tab/>
        <w:t>1.013e0</w:t>
      </w:r>
    </w:p>
    <w:p w14:paraId="16CCBA03" w14:textId="77777777" w:rsidR="00810015" w:rsidRDefault="00810015" w:rsidP="00810015">
      <w:r>
        <w:t>173.6360</w:t>
      </w:r>
      <w:r>
        <w:tab/>
        <w:t>1.013e0</w:t>
      </w:r>
    </w:p>
    <w:p w14:paraId="4708C24E" w14:textId="77777777" w:rsidR="00810015" w:rsidRDefault="00810015" w:rsidP="00810015">
      <w:r>
        <w:t>173.6395</w:t>
      </w:r>
      <w:r>
        <w:tab/>
        <w:t>1.013e0</w:t>
      </w:r>
    </w:p>
    <w:p w14:paraId="36131389" w14:textId="77777777" w:rsidR="00810015" w:rsidRDefault="00810015" w:rsidP="00810015">
      <w:r>
        <w:t>173.6508</w:t>
      </w:r>
      <w:r>
        <w:tab/>
        <w:t>1.013e0</w:t>
      </w:r>
    </w:p>
    <w:p w14:paraId="14E14983" w14:textId="77777777" w:rsidR="00810015" w:rsidRDefault="00810015" w:rsidP="00810015">
      <w:r>
        <w:t>173.6678</w:t>
      </w:r>
      <w:r>
        <w:tab/>
        <w:t>1.013e0</w:t>
      </w:r>
    </w:p>
    <w:p w14:paraId="21CDD8CB" w14:textId="77777777" w:rsidR="00810015" w:rsidRDefault="00810015" w:rsidP="00810015">
      <w:r>
        <w:t>173.6786</w:t>
      </w:r>
      <w:r>
        <w:tab/>
        <w:t>1.013e0</w:t>
      </w:r>
    </w:p>
    <w:p w14:paraId="7102B20B" w14:textId="77777777" w:rsidR="00810015" w:rsidRDefault="00810015" w:rsidP="00810015">
      <w:r>
        <w:lastRenderedPageBreak/>
        <w:t>173.6957</w:t>
      </w:r>
      <w:r>
        <w:tab/>
        <w:t>2.025e0</w:t>
      </w:r>
    </w:p>
    <w:p w14:paraId="0F754915" w14:textId="77777777" w:rsidR="00810015" w:rsidRDefault="00810015" w:rsidP="00810015">
      <w:r>
        <w:t>173.6985</w:t>
      </w:r>
      <w:r>
        <w:tab/>
        <w:t>1.013e0</w:t>
      </w:r>
    </w:p>
    <w:p w14:paraId="2181727D" w14:textId="77777777" w:rsidR="00810015" w:rsidRDefault="00810015" w:rsidP="00810015">
      <w:r>
        <w:t>173.7054</w:t>
      </w:r>
      <w:r>
        <w:tab/>
        <w:t>1.013e0</w:t>
      </w:r>
    </w:p>
    <w:p w14:paraId="7E11E04D" w14:textId="77777777" w:rsidR="00810015" w:rsidRDefault="00810015" w:rsidP="00810015">
      <w:r>
        <w:t>173.7379</w:t>
      </w:r>
      <w:r>
        <w:tab/>
        <w:t>1.013e0</w:t>
      </w:r>
    </w:p>
    <w:p w14:paraId="0ED6E156" w14:textId="77777777" w:rsidR="00810015" w:rsidRDefault="00810015" w:rsidP="00810015">
      <w:r>
        <w:t>173.7514</w:t>
      </w:r>
      <w:r>
        <w:tab/>
        <w:t>1.013e0</w:t>
      </w:r>
    </w:p>
    <w:p w14:paraId="648F615A" w14:textId="77777777" w:rsidR="00810015" w:rsidRDefault="00810015" w:rsidP="00810015">
      <w:r>
        <w:t>173.7904</w:t>
      </w:r>
      <w:r>
        <w:tab/>
        <w:t>1.013e0</w:t>
      </w:r>
    </w:p>
    <w:p w14:paraId="6B96B3FA" w14:textId="77777777" w:rsidR="00810015" w:rsidRDefault="00810015" w:rsidP="00810015">
      <w:r>
        <w:t>173.7975</w:t>
      </w:r>
      <w:r>
        <w:tab/>
        <w:t>1.013e0</w:t>
      </w:r>
    </w:p>
    <w:p w14:paraId="0F836872" w14:textId="77777777" w:rsidR="00810015" w:rsidRDefault="00810015" w:rsidP="00810015">
      <w:r>
        <w:t>173.8112</w:t>
      </w:r>
      <w:r>
        <w:tab/>
        <w:t>1.013e0</w:t>
      </w:r>
    </w:p>
    <w:p w14:paraId="3F4AA32C" w14:textId="77777777" w:rsidR="00810015" w:rsidRDefault="00810015" w:rsidP="00810015">
      <w:r>
        <w:t>173.8146</w:t>
      </w:r>
      <w:r>
        <w:tab/>
        <w:t>1.013e0</w:t>
      </w:r>
    </w:p>
    <w:p w14:paraId="2D62ACF2" w14:textId="77777777" w:rsidR="00810015" w:rsidRDefault="00810015" w:rsidP="00810015">
      <w:r>
        <w:t>173.8180</w:t>
      </w:r>
      <w:r>
        <w:tab/>
        <w:t>2.025e0</w:t>
      </w:r>
    </w:p>
    <w:p w14:paraId="3D919136" w14:textId="77777777" w:rsidR="00810015" w:rsidRDefault="00810015" w:rsidP="00810015">
      <w:r>
        <w:t>173.8282</w:t>
      </w:r>
      <w:r>
        <w:tab/>
        <w:t>1.013e0</w:t>
      </w:r>
    </w:p>
    <w:p w14:paraId="147CA188" w14:textId="77777777" w:rsidR="00810015" w:rsidRDefault="00810015" w:rsidP="00810015">
      <w:r>
        <w:t>173.8852</w:t>
      </w:r>
      <w:r>
        <w:tab/>
        <w:t>1.013e0</w:t>
      </w:r>
    </w:p>
    <w:p w14:paraId="0C4D9AE0" w14:textId="77777777" w:rsidR="00810015" w:rsidRDefault="00810015" w:rsidP="00810015">
      <w:r>
        <w:t>173.8881</w:t>
      </w:r>
      <w:r>
        <w:tab/>
        <w:t>1.013e0</w:t>
      </w:r>
    </w:p>
    <w:p w14:paraId="183B4D42" w14:textId="77777777" w:rsidR="00810015" w:rsidRDefault="00810015" w:rsidP="00810015">
      <w:r>
        <w:t>173.9058</w:t>
      </w:r>
      <w:r>
        <w:tab/>
        <w:t>1.013e0</w:t>
      </w:r>
    </w:p>
    <w:p w14:paraId="360F9433" w14:textId="77777777" w:rsidR="00810015" w:rsidRDefault="00810015" w:rsidP="00810015">
      <w:r>
        <w:t>173.9203</w:t>
      </w:r>
      <w:r>
        <w:tab/>
        <w:t>2.025e0</w:t>
      </w:r>
    </w:p>
    <w:p w14:paraId="0EB53D59" w14:textId="77777777" w:rsidR="00810015" w:rsidRDefault="00810015" w:rsidP="00810015">
      <w:r>
        <w:t>173.9341</w:t>
      </w:r>
      <w:r>
        <w:tab/>
        <w:t>1.013e0</w:t>
      </w:r>
    </w:p>
    <w:p w14:paraId="59FF4A7C" w14:textId="77777777" w:rsidR="00810015" w:rsidRDefault="00810015" w:rsidP="00810015">
      <w:r>
        <w:t>173.9447</w:t>
      </w:r>
      <w:r>
        <w:tab/>
        <w:t>2.025e0</w:t>
      </w:r>
    </w:p>
    <w:p w14:paraId="31D95801" w14:textId="77777777" w:rsidR="00810015" w:rsidRDefault="00810015" w:rsidP="00810015">
      <w:r>
        <w:t>173.9865</w:t>
      </w:r>
      <w:r>
        <w:tab/>
        <w:t>1.013e0</w:t>
      </w:r>
    </w:p>
    <w:p w14:paraId="7A11F9D9" w14:textId="77777777" w:rsidR="00810015" w:rsidRDefault="00810015" w:rsidP="00810015">
      <w:r>
        <w:t>173.9966</w:t>
      </w:r>
      <w:r>
        <w:tab/>
        <w:t>1.013e0</w:t>
      </w:r>
    </w:p>
    <w:p w14:paraId="1EAAF1B8" w14:textId="77777777" w:rsidR="00810015" w:rsidRDefault="00810015" w:rsidP="00810015">
      <w:r>
        <w:lastRenderedPageBreak/>
        <w:t>174.0113</w:t>
      </w:r>
      <w:r>
        <w:tab/>
        <w:t>1.013e0</w:t>
      </w:r>
    </w:p>
    <w:p w14:paraId="1F07EB4D" w14:textId="77777777" w:rsidR="00810015" w:rsidRDefault="00810015" w:rsidP="00810015">
      <w:r>
        <w:t>174.0354</w:t>
      </w:r>
      <w:r>
        <w:tab/>
        <w:t>1.013e0</w:t>
      </w:r>
    </w:p>
    <w:p w14:paraId="0DDA9914" w14:textId="77777777" w:rsidR="00810015" w:rsidRDefault="00810015" w:rsidP="00810015">
      <w:r>
        <w:t>174.0372</w:t>
      </w:r>
      <w:r>
        <w:tab/>
        <w:t>2.025e0</w:t>
      </w:r>
    </w:p>
    <w:p w14:paraId="162F5F46" w14:textId="77777777" w:rsidR="00810015" w:rsidRDefault="00810015" w:rsidP="00810015">
      <w:r>
        <w:t>174.0390</w:t>
      </w:r>
      <w:r>
        <w:tab/>
        <w:t>1.013e0</w:t>
      </w:r>
    </w:p>
    <w:p w14:paraId="3266AD17" w14:textId="77777777" w:rsidR="00810015" w:rsidRDefault="00810015" w:rsidP="00810015">
      <w:r>
        <w:t>174.0736</w:t>
      </w:r>
      <w:r>
        <w:tab/>
        <w:t>8.209e0</w:t>
      </w:r>
    </w:p>
    <w:p w14:paraId="280B08B9" w14:textId="77777777" w:rsidR="00810015" w:rsidRDefault="00810015" w:rsidP="00810015">
      <w:r>
        <w:t>174.0768</w:t>
      </w:r>
      <w:r>
        <w:tab/>
        <w:t>4.051e0</w:t>
      </w:r>
    </w:p>
    <w:p w14:paraId="4A5A71FB" w14:textId="77777777" w:rsidR="00810015" w:rsidRDefault="00810015" w:rsidP="00810015">
      <w:r>
        <w:t>174.1145</w:t>
      </w:r>
      <w:r>
        <w:tab/>
        <w:t>5.640e2</w:t>
      </w:r>
    </w:p>
    <w:p w14:paraId="0AD37CAF" w14:textId="77777777" w:rsidR="00810015" w:rsidRDefault="00810015" w:rsidP="00810015">
      <w:r>
        <w:t>174.1545</w:t>
      </w:r>
      <w:r>
        <w:tab/>
        <w:t>2.025e0</w:t>
      </w:r>
    </w:p>
    <w:p w14:paraId="6E62F886" w14:textId="77777777" w:rsidR="00810015" w:rsidRDefault="00810015" w:rsidP="00810015">
      <w:r>
        <w:t>174.1722</w:t>
      </w:r>
      <w:r>
        <w:tab/>
        <w:t>1.013e0</w:t>
      </w:r>
    </w:p>
    <w:p w14:paraId="65E51A4C" w14:textId="77777777" w:rsidR="00810015" w:rsidRDefault="00810015" w:rsidP="00810015">
      <w:r>
        <w:t>174.1899</w:t>
      </w:r>
      <w:r>
        <w:tab/>
        <w:t>1.013e0</w:t>
      </w:r>
    </w:p>
    <w:p w14:paraId="212ECBEC" w14:textId="77777777" w:rsidR="00810015" w:rsidRDefault="00810015" w:rsidP="00810015">
      <w:r>
        <w:t>174.1934</w:t>
      </w:r>
      <w:r>
        <w:tab/>
        <w:t>3.038e0</w:t>
      </w:r>
    </w:p>
    <w:p w14:paraId="1B51EF4F" w14:textId="77777777" w:rsidR="00810015" w:rsidRDefault="00810015" w:rsidP="00810015">
      <w:r>
        <w:t>174.1975</w:t>
      </w:r>
      <w:r>
        <w:tab/>
        <w:t>3.038e0</w:t>
      </w:r>
    </w:p>
    <w:p w14:paraId="3156639F" w14:textId="77777777" w:rsidR="00810015" w:rsidRDefault="00810015" w:rsidP="00810015">
      <w:r>
        <w:t>174.2196</w:t>
      </w:r>
      <w:r>
        <w:tab/>
        <w:t>2.025e0</w:t>
      </w:r>
    </w:p>
    <w:p w14:paraId="5A388DE5" w14:textId="77777777" w:rsidR="00810015" w:rsidRDefault="00810015" w:rsidP="00810015">
      <w:r>
        <w:t>174.2322</w:t>
      </w:r>
      <w:r>
        <w:tab/>
        <w:t>1.013e0</w:t>
      </w:r>
    </w:p>
    <w:p w14:paraId="46A880CE" w14:textId="77777777" w:rsidR="00810015" w:rsidRDefault="00810015" w:rsidP="00810015">
      <w:r>
        <w:t>174.2349</w:t>
      </w:r>
      <w:r>
        <w:tab/>
        <w:t>2.025e0</w:t>
      </w:r>
    </w:p>
    <w:p w14:paraId="496226EB" w14:textId="77777777" w:rsidR="00810015" w:rsidRDefault="00810015" w:rsidP="00810015">
      <w:r>
        <w:t>174.2384</w:t>
      </w:r>
      <w:r>
        <w:tab/>
        <w:t>1.013e0</w:t>
      </w:r>
    </w:p>
    <w:p w14:paraId="557BD52B" w14:textId="77777777" w:rsidR="00810015" w:rsidRDefault="00810015" w:rsidP="00810015">
      <w:r>
        <w:t>174.2418</w:t>
      </w:r>
      <w:r>
        <w:tab/>
        <w:t>1.013e0</w:t>
      </w:r>
    </w:p>
    <w:p w14:paraId="0AADBD9F" w14:textId="77777777" w:rsidR="00810015" w:rsidRDefault="00810015" w:rsidP="00810015">
      <w:r>
        <w:t>174.2558</w:t>
      </w:r>
      <w:r>
        <w:tab/>
        <w:t>2.025e0</w:t>
      </w:r>
    </w:p>
    <w:p w14:paraId="46503EEC" w14:textId="77777777" w:rsidR="00810015" w:rsidRDefault="00810015" w:rsidP="00810015">
      <w:r>
        <w:t>174.2683</w:t>
      </w:r>
      <w:r>
        <w:tab/>
        <w:t>3.038e0</w:t>
      </w:r>
    </w:p>
    <w:p w14:paraId="0F8ACC7D" w14:textId="77777777" w:rsidR="00810015" w:rsidRDefault="00810015" w:rsidP="00810015">
      <w:r>
        <w:lastRenderedPageBreak/>
        <w:t>174.2701</w:t>
      </w:r>
      <w:r>
        <w:tab/>
        <w:t>1.013e0</w:t>
      </w:r>
    </w:p>
    <w:p w14:paraId="5AD38856" w14:textId="77777777" w:rsidR="00810015" w:rsidRDefault="00810015" w:rsidP="00810015">
      <w:r>
        <w:t>174.2736</w:t>
      </w:r>
      <w:r>
        <w:tab/>
        <w:t>1.013e0</w:t>
      </w:r>
    </w:p>
    <w:p w14:paraId="00223C8A" w14:textId="77777777" w:rsidR="00810015" w:rsidRDefault="00810015" w:rsidP="00810015">
      <w:r>
        <w:t>174.2843</w:t>
      </w:r>
      <w:r>
        <w:tab/>
        <w:t>1.013e0</w:t>
      </w:r>
    </w:p>
    <w:p w14:paraId="3C791FD3" w14:textId="77777777" w:rsidR="00810015" w:rsidRDefault="00810015" w:rsidP="00810015">
      <w:r>
        <w:t>174.2948</w:t>
      </w:r>
      <w:r>
        <w:tab/>
        <w:t>1.013e0</w:t>
      </w:r>
    </w:p>
    <w:p w14:paraId="0DC6A325" w14:textId="77777777" w:rsidR="00810015" w:rsidRDefault="00810015" w:rsidP="00810015">
      <w:r>
        <w:t>174.2966</w:t>
      </w:r>
      <w:r>
        <w:tab/>
        <w:t>2.025e0</w:t>
      </w:r>
    </w:p>
    <w:p w14:paraId="186D7ADD" w14:textId="77777777" w:rsidR="00810015" w:rsidRDefault="00810015" w:rsidP="00810015">
      <w:r>
        <w:t>174.3090</w:t>
      </w:r>
      <w:r>
        <w:tab/>
        <w:t>2.025e0</w:t>
      </w:r>
    </w:p>
    <w:p w14:paraId="3B0F4182" w14:textId="77777777" w:rsidR="00810015" w:rsidRDefault="00810015" w:rsidP="00810015">
      <w:r>
        <w:t>174.3114</w:t>
      </w:r>
      <w:r>
        <w:tab/>
        <w:t>4.051e0</w:t>
      </w:r>
    </w:p>
    <w:p w14:paraId="5350EE2B" w14:textId="77777777" w:rsidR="00810015" w:rsidRDefault="00810015" w:rsidP="00810015">
      <w:r>
        <w:t>174.3410</w:t>
      </w:r>
      <w:r>
        <w:tab/>
        <w:t>1.013e0</w:t>
      </w:r>
    </w:p>
    <w:p w14:paraId="62CDCE92" w14:textId="77777777" w:rsidR="00810015" w:rsidRDefault="00810015" w:rsidP="00810015">
      <w:r>
        <w:t>174.3582</w:t>
      </w:r>
      <w:r>
        <w:tab/>
        <w:t>1.013e0</w:t>
      </w:r>
    </w:p>
    <w:p w14:paraId="0C7AA6E9" w14:textId="77777777" w:rsidR="00810015" w:rsidRDefault="00810015" w:rsidP="00810015">
      <w:r>
        <w:t>174.3616</w:t>
      </w:r>
      <w:r>
        <w:tab/>
        <w:t>1.013e0</w:t>
      </w:r>
    </w:p>
    <w:p w14:paraId="5861F363" w14:textId="77777777" w:rsidR="00810015" w:rsidRDefault="00810015" w:rsidP="00810015">
      <w:r>
        <w:t>174.3753</w:t>
      </w:r>
      <w:r>
        <w:tab/>
        <w:t>1.013e0</w:t>
      </w:r>
    </w:p>
    <w:p w14:paraId="40C30664" w14:textId="77777777" w:rsidR="00810015" w:rsidRDefault="00810015" w:rsidP="00810015">
      <w:r>
        <w:t>174.3862</w:t>
      </w:r>
      <w:r>
        <w:tab/>
        <w:t>1.013e0</w:t>
      </w:r>
    </w:p>
    <w:p w14:paraId="14D8F39C" w14:textId="77777777" w:rsidR="00810015" w:rsidRDefault="00810015" w:rsidP="00810015">
      <w:r>
        <w:t>174.4461</w:t>
      </w:r>
      <w:r>
        <w:tab/>
        <w:t>2.025e0</w:t>
      </w:r>
    </w:p>
    <w:p w14:paraId="620673DF" w14:textId="77777777" w:rsidR="00810015" w:rsidRDefault="00810015" w:rsidP="00810015">
      <w:r>
        <w:t>174.4832</w:t>
      </w:r>
      <w:r>
        <w:tab/>
        <w:t>2.025e0</w:t>
      </w:r>
    </w:p>
    <w:p w14:paraId="2C9827CD" w14:textId="77777777" w:rsidR="00810015" w:rsidRDefault="00810015" w:rsidP="00810015">
      <w:r>
        <w:t>174.4917</w:t>
      </w:r>
      <w:r>
        <w:tab/>
        <w:t>1.013e0</w:t>
      </w:r>
    </w:p>
    <w:p w14:paraId="643BABA0" w14:textId="77777777" w:rsidR="00810015" w:rsidRDefault="00810015" w:rsidP="00810015">
      <w:r>
        <w:t>174.5009</w:t>
      </w:r>
      <w:r>
        <w:tab/>
        <w:t>2.025e0</w:t>
      </w:r>
    </w:p>
    <w:p w14:paraId="60341641" w14:textId="77777777" w:rsidR="00810015" w:rsidRDefault="00810015" w:rsidP="00810015">
      <w:r>
        <w:t>174.5157</w:t>
      </w:r>
      <w:r>
        <w:tab/>
        <w:t>1.013e0</w:t>
      </w:r>
    </w:p>
    <w:p w14:paraId="4946A27D" w14:textId="77777777" w:rsidR="00810015" w:rsidRDefault="00810015" w:rsidP="00810015">
      <w:r>
        <w:t>174.5206</w:t>
      </w:r>
      <w:r>
        <w:tab/>
        <w:t>2.025e0</w:t>
      </w:r>
    </w:p>
    <w:p w14:paraId="35D47E50" w14:textId="77777777" w:rsidR="00810015" w:rsidRDefault="00810015" w:rsidP="00810015">
      <w:r>
        <w:t>174.5266</w:t>
      </w:r>
      <w:r>
        <w:tab/>
        <w:t>1.013e0</w:t>
      </w:r>
    </w:p>
    <w:p w14:paraId="33FE81EE" w14:textId="77777777" w:rsidR="00810015" w:rsidRDefault="00810015" w:rsidP="00810015">
      <w:r>
        <w:lastRenderedPageBreak/>
        <w:t>174.5346</w:t>
      </w:r>
      <w:r>
        <w:tab/>
        <w:t>2.760e0</w:t>
      </w:r>
    </w:p>
    <w:p w14:paraId="45CB4A26" w14:textId="77777777" w:rsidR="00810015" w:rsidRDefault="00810015" w:rsidP="00810015">
      <w:r>
        <w:t>174.5402</w:t>
      </w:r>
      <w:r>
        <w:tab/>
        <w:t>1.013e0</w:t>
      </w:r>
    </w:p>
    <w:p w14:paraId="22E8609C" w14:textId="77777777" w:rsidR="00810015" w:rsidRDefault="00810015" w:rsidP="00810015">
      <w:r>
        <w:t>174.5479</w:t>
      </w:r>
      <w:r>
        <w:tab/>
        <w:t>2.025e0</w:t>
      </w:r>
    </w:p>
    <w:p w14:paraId="47CEFB1E" w14:textId="77777777" w:rsidR="00810015" w:rsidRDefault="00810015" w:rsidP="00810015">
      <w:r>
        <w:t>174.5509</w:t>
      </w:r>
      <w:r>
        <w:tab/>
        <w:t>1.013e0</w:t>
      </w:r>
    </w:p>
    <w:p w14:paraId="6A847B72" w14:textId="77777777" w:rsidR="00810015" w:rsidRDefault="00810015" w:rsidP="00810015">
      <w:r>
        <w:t>174.5580</w:t>
      </w:r>
      <w:r>
        <w:tab/>
        <w:t>1.013e0</w:t>
      </w:r>
    </w:p>
    <w:p w14:paraId="7780C48A" w14:textId="77777777" w:rsidR="00810015" w:rsidRDefault="00810015" w:rsidP="00810015">
      <w:r>
        <w:t>174.5721</w:t>
      </w:r>
      <w:r>
        <w:tab/>
        <w:t>2.025e0</w:t>
      </w:r>
    </w:p>
    <w:p w14:paraId="2200D334" w14:textId="77777777" w:rsidR="00810015" w:rsidRDefault="00810015" w:rsidP="00810015">
      <w:r>
        <w:t>174.5757</w:t>
      </w:r>
      <w:r>
        <w:tab/>
        <w:t>1.013e0</w:t>
      </w:r>
    </w:p>
    <w:p w14:paraId="14B3291E" w14:textId="77777777" w:rsidR="00810015" w:rsidRDefault="00810015" w:rsidP="00810015">
      <w:r>
        <w:t>174.5863</w:t>
      </w:r>
      <w:r>
        <w:tab/>
        <w:t>1.013e0</w:t>
      </w:r>
    </w:p>
    <w:p w14:paraId="383D125B" w14:textId="77777777" w:rsidR="00810015" w:rsidRDefault="00810015" w:rsidP="00810015">
      <w:r>
        <w:t>174.6022</w:t>
      </w:r>
      <w:r>
        <w:tab/>
        <w:t>2.025e0</w:t>
      </w:r>
    </w:p>
    <w:p w14:paraId="19F5F837" w14:textId="77777777" w:rsidR="00810015" w:rsidRDefault="00810015" w:rsidP="00810015">
      <w:r>
        <w:t>174.6040</w:t>
      </w:r>
      <w:r>
        <w:tab/>
        <w:t>1.013e0</w:t>
      </w:r>
    </w:p>
    <w:p w14:paraId="0C401094" w14:textId="77777777" w:rsidR="00810015" w:rsidRDefault="00810015" w:rsidP="00810015">
      <w:r>
        <w:t>174.6147</w:t>
      </w:r>
      <w:r>
        <w:tab/>
        <w:t>1.013e0</w:t>
      </w:r>
    </w:p>
    <w:p w14:paraId="10C8B2E5" w14:textId="77777777" w:rsidR="00810015" w:rsidRDefault="00810015" w:rsidP="00810015">
      <w:r>
        <w:t>174.6494</w:t>
      </w:r>
      <w:r>
        <w:tab/>
        <w:t>1.013e0</w:t>
      </w:r>
    </w:p>
    <w:p w14:paraId="7E83A659" w14:textId="77777777" w:rsidR="00810015" w:rsidRDefault="00810015" w:rsidP="00810015">
      <w:r>
        <w:t>174.6563</w:t>
      </w:r>
      <w:r>
        <w:tab/>
        <w:t>1.013e0</w:t>
      </w:r>
    </w:p>
    <w:p w14:paraId="1B919627" w14:textId="77777777" w:rsidR="00810015" w:rsidRDefault="00810015" w:rsidP="00810015">
      <w:r>
        <w:t>174.6637</w:t>
      </w:r>
      <w:r>
        <w:tab/>
        <w:t>1.013e0</w:t>
      </w:r>
    </w:p>
    <w:p w14:paraId="3B3A0659" w14:textId="77777777" w:rsidR="00810015" w:rsidRDefault="00810015" w:rsidP="00810015">
      <w:r>
        <w:t>174.6716</w:t>
      </w:r>
      <w:r>
        <w:tab/>
        <w:t>2.025e0</w:t>
      </w:r>
    </w:p>
    <w:p w14:paraId="3C12564E" w14:textId="77777777" w:rsidR="00810015" w:rsidRDefault="00810015" w:rsidP="00810015">
      <w:r>
        <w:t>174.6913</w:t>
      </w:r>
      <w:r>
        <w:tab/>
        <w:t>2.025e0</w:t>
      </w:r>
    </w:p>
    <w:p w14:paraId="2685BD3D" w14:textId="77777777" w:rsidR="00810015" w:rsidRDefault="00810015" w:rsidP="00810015">
      <w:r>
        <w:t>174.7090</w:t>
      </w:r>
      <w:r>
        <w:tab/>
        <w:t>1.013e0</w:t>
      </w:r>
    </w:p>
    <w:p w14:paraId="73B98AE6" w14:textId="77777777" w:rsidR="00810015" w:rsidRDefault="00810015" w:rsidP="00810015">
      <w:r>
        <w:t>174.7303</w:t>
      </w:r>
      <w:r>
        <w:tab/>
        <w:t>1.013e0</w:t>
      </w:r>
    </w:p>
    <w:p w14:paraId="30128D2C" w14:textId="77777777" w:rsidR="00810015" w:rsidRDefault="00810015" w:rsidP="00810015">
      <w:r>
        <w:t>174.7444</w:t>
      </w:r>
      <w:r>
        <w:tab/>
        <w:t>1.013e0</w:t>
      </w:r>
    </w:p>
    <w:p w14:paraId="52BE8EF3" w14:textId="77777777" w:rsidR="00810015" w:rsidRDefault="00810015" w:rsidP="00810015">
      <w:r>
        <w:lastRenderedPageBreak/>
        <w:t>174.7587</w:t>
      </w:r>
      <w:r>
        <w:tab/>
        <w:t>1.013e0</w:t>
      </w:r>
    </w:p>
    <w:p w14:paraId="737EE26E" w14:textId="77777777" w:rsidR="00810015" w:rsidRDefault="00810015" w:rsidP="00810015">
      <w:r>
        <w:t>174.7782</w:t>
      </w:r>
      <w:r>
        <w:tab/>
        <w:t>2.025e0</w:t>
      </w:r>
    </w:p>
    <w:p w14:paraId="65C19437" w14:textId="77777777" w:rsidR="00810015" w:rsidRDefault="00810015" w:rsidP="00810015">
      <w:r>
        <w:t>174.7838</w:t>
      </w:r>
      <w:r>
        <w:tab/>
        <w:t>1.013e0</w:t>
      </w:r>
    </w:p>
    <w:p w14:paraId="4E5FDE5E" w14:textId="77777777" w:rsidR="00810015" w:rsidRDefault="00810015" w:rsidP="00810015">
      <w:r>
        <w:t>174.7866</w:t>
      </w:r>
      <w:r>
        <w:tab/>
        <w:t>1.013e0</w:t>
      </w:r>
    </w:p>
    <w:p w14:paraId="4EE29490" w14:textId="77777777" w:rsidR="00810015" w:rsidRDefault="00810015" w:rsidP="00810015">
      <w:r>
        <w:t>174.7968</w:t>
      </w:r>
      <w:r>
        <w:tab/>
        <w:t>2.025e0</w:t>
      </w:r>
    </w:p>
    <w:p w14:paraId="656A3F0A" w14:textId="77777777" w:rsidR="00810015" w:rsidRDefault="00810015" w:rsidP="00810015">
      <w:r>
        <w:t>174.8106</w:t>
      </w:r>
      <w:r>
        <w:tab/>
        <w:t>1.013e0</w:t>
      </w:r>
    </w:p>
    <w:p w14:paraId="38013D99" w14:textId="77777777" w:rsidR="00810015" w:rsidRDefault="00810015" w:rsidP="00810015">
      <w:r>
        <w:t>174.8175</w:t>
      </w:r>
      <w:r>
        <w:tab/>
        <w:t>1.013e0</w:t>
      </w:r>
    </w:p>
    <w:p w14:paraId="22A4DDB1" w14:textId="77777777" w:rsidR="00810015" w:rsidRDefault="00810015" w:rsidP="00810015">
      <w:r>
        <w:t>174.8336</w:t>
      </w:r>
      <w:r>
        <w:tab/>
        <w:t>2.025e0</w:t>
      </w:r>
    </w:p>
    <w:p w14:paraId="29D9913D" w14:textId="77777777" w:rsidR="00810015" w:rsidRDefault="00810015" w:rsidP="00810015">
      <w:r>
        <w:t>174.8407</w:t>
      </w:r>
      <w:r>
        <w:tab/>
        <w:t>2.025e0</w:t>
      </w:r>
    </w:p>
    <w:p w14:paraId="1AA5A502" w14:textId="77777777" w:rsidR="00810015" w:rsidRDefault="00810015" w:rsidP="00810015">
      <w:r>
        <w:t>174.8460</w:t>
      </w:r>
      <w:r>
        <w:tab/>
        <w:t>1.013e0</w:t>
      </w:r>
    </w:p>
    <w:p w14:paraId="5FB7FB04" w14:textId="77777777" w:rsidR="00810015" w:rsidRDefault="00810015" w:rsidP="00810015">
      <w:r>
        <w:t>174.8566</w:t>
      </w:r>
      <w:r>
        <w:tab/>
        <w:t>1.013e0</w:t>
      </w:r>
    </w:p>
    <w:p w14:paraId="3025B89F" w14:textId="77777777" w:rsidR="00810015" w:rsidRDefault="00810015" w:rsidP="00810015">
      <w:r>
        <w:t>174.8749</w:t>
      </w:r>
      <w:r>
        <w:tab/>
        <w:t>1.013e0</w:t>
      </w:r>
    </w:p>
    <w:p w14:paraId="32288261" w14:textId="77777777" w:rsidR="00810015" w:rsidRDefault="00810015" w:rsidP="00810015">
      <w:r>
        <w:t>174.8814</w:t>
      </w:r>
      <w:r>
        <w:tab/>
        <w:t>3.038e0</w:t>
      </w:r>
    </w:p>
    <w:p w14:paraId="571E9C2D" w14:textId="77777777" w:rsidR="00810015" w:rsidRDefault="00810015" w:rsidP="00810015">
      <w:r>
        <w:t>174.8885</w:t>
      </w:r>
      <w:r>
        <w:tab/>
        <w:t>1.013e0</w:t>
      </w:r>
    </w:p>
    <w:p w14:paraId="4C5A5B7D" w14:textId="77777777" w:rsidR="00810015" w:rsidRDefault="00810015" w:rsidP="00810015">
      <w:r>
        <w:t>174.8927</w:t>
      </w:r>
      <w:r>
        <w:tab/>
        <w:t>1.013e0</w:t>
      </w:r>
    </w:p>
    <w:p w14:paraId="4174AEE4" w14:textId="77777777" w:rsidR="00810015" w:rsidRDefault="00810015" w:rsidP="00810015">
      <w:r>
        <w:t>174.9063</w:t>
      </w:r>
      <w:r>
        <w:tab/>
        <w:t>1.013e0</w:t>
      </w:r>
    </w:p>
    <w:p w14:paraId="34662A8F" w14:textId="77777777" w:rsidR="00810015" w:rsidRDefault="00810015" w:rsidP="00810015">
      <w:r>
        <w:t>174.9170</w:t>
      </w:r>
      <w:r>
        <w:tab/>
        <w:t>1.013e0</w:t>
      </w:r>
    </w:p>
    <w:p w14:paraId="4E7B7F99" w14:textId="77777777" w:rsidR="00810015" w:rsidRDefault="00810015" w:rsidP="00810015">
      <w:r>
        <w:t>174.9341</w:t>
      </w:r>
      <w:r>
        <w:tab/>
        <w:t>1.013e0</w:t>
      </w:r>
    </w:p>
    <w:p w14:paraId="72DAEDA4" w14:textId="77777777" w:rsidR="00810015" w:rsidRDefault="00810015" w:rsidP="00810015">
      <w:r>
        <w:t>174.9416</w:t>
      </w:r>
      <w:r>
        <w:tab/>
        <w:t>1.013e0</w:t>
      </w:r>
    </w:p>
    <w:p w14:paraId="53DB9D58" w14:textId="77777777" w:rsidR="00810015" w:rsidRDefault="00810015" w:rsidP="00810015">
      <w:r>
        <w:lastRenderedPageBreak/>
        <w:t>174.9616</w:t>
      </w:r>
      <w:r>
        <w:tab/>
        <w:t>1.013e0</w:t>
      </w:r>
    </w:p>
    <w:p w14:paraId="2B30210C" w14:textId="77777777" w:rsidR="00810015" w:rsidRDefault="00810015" w:rsidP="00810015">
      <w:r>
        <w:t>174.9633</w:t>
      </w:r>
      <w:r>
        <w:tab/>
        <w:t>2.025e0</w:t>
      </w:r>
    </w:p>
    <w:p w14:paraId="7070884C" w14:textId="77777777" w:rsidR="00810015" w:rsidRDefault="00810015" w:rsidP="00810015">
      <w:r>
        <w:t>174.9729</w:t>
      </w:r>
      <w:r>
        <w:tab/>
        <w:t>1.013e0</w:t>
      </w:r>
    </w:p>
    <w:p w14:paraId="2829BBA1" w14:textId="77777777" w:rsidR="00810015" w:rsidRDefault="00810015" w:rsidP="00810015">
      <w:r>
        <w:t>174.9848</w:t>
      </w:r>
      <w:r>
        <w:tab/>
        <w:t>2.025e0</w:t>
      </w:r>
    </w:p>
    <w:p w14:paraId="640FD83E" w14:textId="77777777" w:rsidR="00810015" w:rsidRDefault="00810015" w:rsidP="00810015">
      <w:r>
        <w:t>174.9972</w:t>
      </w:r>
      <w:r>
        <w:tab/>
        <w:t>2.025e0</w:t>
      </w:r>
    </w:p>
    <w:p w14:paraId="4EE7AAAC" w14:textId="77777777" w:rsidR="00810015" w:rsidRDefault="00810015" w:rsidP="00810015">
      <w:r>
        <w:t>175.0049</w:t>
      </w:r>
      <w:r>
        <w:tab/>
        <w:t>1.013e0</w:t>
      </w:r>
    </w:p>
    <w:p w14:paraId="288B74C2" w14:textId="77777777" w:rsidR="00810015" w:rsidRDefault="00810015" w:rsidP="00810015">
      <w:r>
        <w:t>175.0114</w:t>
      </w:r>
      <w:r>
        <w:tab/>
        <w:t>2.025e0</w:t>
      </w:r>
    </w:p>
    <w:p w14:paraId="090AFC04" w14:textId="77777777" w:rsidR="00810015" w:rsidRDefault="00810015" w:rsidP="00810015">
      <w:r>
        <w:t>175.0149</w:t>
      </w:r>
      <w:r>
        <w:tab/>
        <w:t>2.025e0</w:t>
      </w:r>
    </w:p>
    <w:p w14:paraId="0572C826" w14:textId="77777777" w:rsidR="00810015" w:rsidRDefault="00810015" w:rsidP="00810015">
      <w:r>
        <w:t>175.0255</w:t>
      </w:r>
      <w:r>
        <w:tab/>
        <w:t>1.013e0</w:t>
      </w:r>
    </w:p>
    <w:p w14:paraId="1F75111B" w14:textId="77777777" w:rsidR="00810015" w:rsidRDefault="00810015" w:rsidP="00810015">
      <w:r>
        <w:t>175.0326</w:t>
      </w:r>
      <w:r>
        <w:tab/>
        <w:t>1.013e0</w:t>
      </w:r>
    </w:p>
    <w:p w14:paraId="691DEE3B" w14:textId="77777777" w:rsidR="00810015" w:rsidRDefault="00810015" w:rsidP="00810015">
      <w:r>
        <w:t>175.0433</w:t>
      </w:r>
      <w:r>
        <w:tab/>
        <w:t>2.025e0</w:t>
      </w:r>
    </w:p>
    <w:p w14:paraId="3C493AD4" w14:textId="77777777" w:rsidR="00810015" w:rsidRDefault="00810015" w:rsidP="00810015">
      <w:r>
        <w:t>175.0699</w:t>
      </w:r>
      <w:r>
        <w:tab/>
        <w:t>1.826e1</w:t>
      </w:r>
    </w:p>
    <w:p w14:paraId="6062B859" w14:textId="77777777" w:rsidR="00810015" w:rsidRDefault="00810015" w:rsidP="00810015">
      <w:r>
        <w:t>175.0763</w:t>
      </w:r>
      <w:r>
        <w:tab/>
        <w:t>9.142e0</w:t>
      </w:r>
    </w:p>
    <w:p w14:paraId="4647064C" w14:textId="77777777" w:rsidR="00810015" w:rsidRDefault="00810015" w:rsidP="00810015">
      <w:r>
        <w:t>175.1105</w:t>
      </w:r>
      <w:r>
        <w:tab/>
        <w:t>1.049e2</w:t>
      </w:r>
    </w:p>
    <w:p w14:paraId="2DC974E4" w14:textId="77777777" w:rsidR="00810015" w:rsidRDefault="00810015" w:rsidP="00810015">
      <w:r>
        <w:t>175.1132</w:t>
      </w:r>
      <w:r>
        <w:tab/>
        <w:t>1.019e2</w:t>
      </w:r>
    </w:p>
    <w:p w14:paraId="24961C28" w14:textId="77777777" w:rsidR="00810015" w:rsidRDefault="00810015" w:rsidP="00810015">
      <w:r>
        <w:t>175.1155</w:t>
      </w:r>
      <w:r>
        <w:tab/>
        <w:t>5.449e1</w:t>
      </w:r>
    </w:p>
    <w:p w14:paraId="2DC2EF64" w14:textId="77777777" w:rsidR="00810015" w:rsidRDefault="00810015" w:rsidP="00810015">
      <w:r>
        <w:t>175.1520</w:t>
      </w:r>
      <w:r>
        <w:tab/>
        <w:t>1.013e0</w:t>
      </w:r>
    </w:p>
    <w:p w14:paraId="2A66A665" w14:textId="77777777" w:rsidR="00810015" w:rsidRDefault="00810015" w:rsidP="00810015">
      <w:r>
        <w:t>175.1590</w:t>
      </w:r>
      <w:r>
        <w:tab/>
        <w:t>1.013e0</w:t>
      </w:r>
    </w:p>
    <w:p w14:paraId="3F0A4D14" w14:textId="77777777" w:rsidR="00810015" w:rsidRDefault="00810015" w:rsidP="00810015">
      <w:r>
        <w:t>175.1652</w:t>
      </w:r>
      <w:r>
        <w:tab/>
        <w:t>3.038e0</w:t>
      </w:r>
    </w:p>
    <w:p w14:paraId="093BD0AF" w14:textId="77777777" w:rsidR="00810015" w:rsidRDefault="00810015" w:rsidP="00810015">
      <w:r>
        <w:lastRenderedPageBreak/>
        <w:t>175.1767</w:t>
      </w:r>
      <w:r>
        <w:tab/>
        <w:t>1.013e0</w:t>
      </w:r>
    </w:p>
    <w:p w14:paraId="56C189F0" w14:textId="77777777" w:rsidR="00810015" w:rsidRDefault="00810015" w:rsidP="00810015">
      <w:r>
        <w:t>175.1803</w:t>
      </w:r>
      <w:r>
        <w:tab/>
        <w:t>1.013e0</w:t>
      </w:r>
    </w:p>
    <w:p w14:paraId="59D59726" w14:textId="77777777" w:rsidR="00810015" w:rsidRDefault="00810015" w:rsidP="00810015">
      <w:r>
        <w:t>175.1845</w:t>
      </w:r>
      <w:r>
        <w:tab/>
        <w:t>1.013e0</w:t>
      </w:r>
    </w:p>
    <w:p w14:paraId="72147A46" w14:textId="77777777" w:rsidR="00810015" w:rsidRDefault="00810015" w:rsidP="00810015">
      <w:r>
        <w:t>175.1874</w:t>
      </w:r>
      <w:r>
        <w:tab/>
        <w:t>2.025e0</w:t>
      </w:r>
    </w:p>
    <w:p w14:paraId="16A3B7BC" w14:textId="77777777" w:rsidR="00810015" w:rsidRDefault="00810015" w:rsidP="00810015">
      <w:r>
        <w:t>175.2070</w:t>
      </w:r>
      <w:r>
        <w:tab/>
        <w:t>2.025e0</w:t>
      </w:r>
    </w:p>
    <w:p w14:paraId="21CC54C8" w14:textId="77777777" w:rsidR="00810015" w:rsidRDefault="00810015" w:rsidP="00810015">
      <w:r>
        <w:t>175.2227</w:t>
      </w:r>
      <w:r>
        <w:tab/>
        <w:t>1.013e0</w:t>
      </w:r>
    </w:p>
    <w:p w14:paraId="36DD39F3" w14:textId="77777777" w:rsidR="00810015" w:rsidRDefault="00810015" w:rsidP="00810015">
      <w:r>
        <w:t>175.2355</w:t>
      </w:r>
      <w:r>
        <w:tab/>
        <w:t>3.038e0</w:t>
      </w:r>
    </w:p>
    <w:p w14:paraId="6004E915" w14:textId="77777777" w:rsidR="00810015" w:rsidRDefault="00810015" w:rsidP="00810015">
      <w:r>
        <w:t>175.2380</w:t>
      </w:r>
      <w:r>
        <w:tab/>
        <w:t>2.025e0</w:t>
      </w:r>
    </w:p>
    <w:p w14:paraId="376EA13F" w14:textId="77777777" w:rsidR="00810015" w:rsidRDefault="00810015" w:rsidP="00810015">
      <w:r>
        <w:t>175.2402</w:t>
      </w:r>
      <w:r>
        <w:tab/>
        <w:t>2.025e0</w:t>
      </w:r>
    </w:p>
    <w:p w14:paraId="2A2CC6D4" w14:textId="77777777" w:rsidR="00810015" w:rsidRDefault="00810015" w:rsidP="00810015">
      <w:r>
        <w:t>175.2433</w:t>
      </w:r>
      <w:r>
        <w:tab/>
        <w:t>2.025e0</w:t>
      </w:r>
    </w:p>
    <w:p w14:paraId="12D47DCC" w14:textId="77777777" w:rsidR="00810015" w:rsidRDefault="00810015" w:rsidP="00810015">
      <w:r>
        <w:t>175.2641</w:t>
      </w:r>
      <w:r>
        <w:tab/>
        <w:t>2.025e0</w:t>
      </w:r>
    </w:p>
    <w:p w14:paraId="7CEAB939" w14:textId="77777777" w:rsidR="00810015" w:rsidRDefault="00810015" w:rsidP="00810015">
      <w:r>
        <w:t>175.2677</w:t>
      </w:r>
      <w:r>
        <w:tab/>
        <w:t>1.013e0</w:t>
      </w:r>
    </w:p>
    <w:p w14:paraId="53D0AFCD" w14:textId="77777777" w:rsidR="00810015" w:rsidRDefault="00810015" w:rsidP="00810015">
      <w:r>
        <w:t>175.2748</w:t>
      </w:r>
      <w:r>
        <w:tab/>
        <w:t>1.013e0</w:t>
      </w:r>
    </w:p>
    <w:p w14:paraId="07F51B20" w14:textId="77777777" w:rsidR="00810015" w:rsidRDefault="00810015" w:rsidP="00810015">
      <w:r>
        <w:t>175.2979</w:t>
      </w:r>
      <w:r>
        <w:tab/>
        <w:t>4.051e0</w:t>
      </w:r>
    </w:p>
    <w:p w14:paraId="611E5152" w14:textId="77777777" w:rsidR="00810015" w:rsidRDefault="00810015" w:rsidP="00810015">
      <w:r>
        <w:t>175.3033</w:t>
      </w:r>
      <w:r>
        <w:tab/>
        <w:t>1.013e0</w:t>
      </w:r>
    </w:p>
    <w:p w14:paraId="6322A78E" w14:textId="77777777" w:rsidR="00810015" w:rsidRDefault="00810015" w:rsidP="00810015">
      <w:r>
        <w:t>175.3352</w:t>
      </w:r>
      <w:r>
        <w:tab/>
        <w:t>2.025e0</w:t>
      </w:r>
    </w:p>
    <w:p w14:paraId="4382DA96" w14:textId="77777777" w:rsidR="00810015" w:rsidRDefault="00810015" w:rsidP="00810015">
      <w:r>
        <w:t>175.3464</w:t>
      </w:r>
      <w:r>
        <w:tab/>
        <w:t>1.013e0</w:t>
      </w:r>
    </w:p>
    <w:p w14:paraId="0E088AD5" w14:textId="77777777" w:rsidR="00810015" w:rsidRDefault="00810015" w:rsidP="00810015">
      <w:r>
        <w:t>175.3659</w:t>
      </w:r>
      <w:r>
        <w:tab/>
        <w:t>2.025e0</w:t>
      </w:r>
    </w:p>
    <w:p w14:paraId="78C2B4CA" w14:textId="77777777" w:rsidR="00810015" w:rsidRDefault="00810015" w:rsidP="00810015">
      <w:r>
        <w:t>175.3774</w:t>
      </w:r>
      <w:r>
        <w:tab/>
        <w:t>3.038e0</w:t>
      </w:r>
    </w:p>
    <w:p w14:paraId="609E980D" w14:textId="77777777" w:rsidR="00810015" w:rsidRDefault="00810015" w:rsidP="00810015">
      <w:r>
        <w:lastRenderedPageBreak/>
        <w:t>175.4068</w:t>
      </w:r>
      <w:r>
        <w:tab/>
        <w:t>2.025e0</w:t>
      </w:r>
    </w:p>
    <w:p w14:paraId="3F3C0F80" w14:textId="77777777" w:rsidR="00810015" w:rsidRDefault="00810015" w:rsidP="00810015">
      <w:r>
        <w:t>175.4196</w:t>
      </w:r>
      <w:r>
        <w:tab/>
        <w:t>1.013e0</w:t>
      </w:r>
    </w:p>
    <w:p w14:paraId="7E2B8719" w14:textId="77777777" w:rsidR="00810015" w:rsidRDefault="00810015" w:rsidP="00810015">
      <w:r>
        <w:t>175.4333</w:t>
      </w:r>
      <w:r>
        <w:tab/>
        <w:t>1.013e0</w:t>
      </w:r>
    </w:p>
    <w:p w14:paraId="66EAD5F9" w14:textId="77777777" w:rsidR="00810015" w:rsidRDefault="00810015" w:rsidP="00810015">
      <w:r>
        <w:t>175.4368</w:t>
      </w:r>
      <w:r>
        <w:tab/>
        <w:t>1.013e0</w:t>
      </w:r>
    </w:p>
    <w:p w14:paraId="5A1F9017" w14:textId="77777777" w:rsidR="00810015" w:rsidRDefault="00810015" w:rsidP="00810015">
      <w:r>
        <w:t>175.4588</w:t>
      </w:r>
      <w:r>
        <w:tab/>
        <w:t>1.013e0</w:t>
      </w:r>
    </w:p>
    <w:p w14:paraId="07E7AC02" w14:textId="77777777" w:rsidR="00810015" w:rsidRDefault="00810015" w:rsidP="00810015">
      <w:r>
        <w:t>175.4972</w:t>
      </w:r>
      <w:r>
        <w:tab/>
        <w:t>2.025e0</w:t>
      </w:r>
    </w:p>
    <w:p w14:paraId="5DBE808C" w14:textId="77777777" w:rsidR="00810015" w:rsidRDefault="00810015" w:rsidP="00810015">
      <w:r>
        <w:t>175.5308</w:t>
      </w:r>
      <w:r>
        <w:tab/>
        <w:t>3.038e0</w:t>
      </w:r>
    </w:p>
    <w:p w14:paraId="7056610F" w14:textId="77777777" w:rsidR="00810015" w:rsidRDefault="00810015" w:rsidP="00810015">
      <w:r>
        <w:t>175.5392</w:t>
      </w:r>
      <w:r>
        <w:tab/>
        <w:t>1.013e0</w:t>
      </w:r>
    </w:p>
    <w:p w14:paraId="3CD6735C" w14:textId="77777777" w:rsidR="00810015" w:rsidRDefault="00810015" w:rsidP="00810015">
      <w:r>
        <w:t>175.5564</w:t>
      </w:r>
      <w:r>
        <w:tab/>
        <w:t>1.013e0</w:t>
      </w:r>
    </w:p>
    <w:p w14:paraId="0A147474" w14:textId="77777777" w:rsidR="00810015" w:rsidRDefault="00810015" w:rsidP="00810015">
      <w:r>
        <w:t>175.5704</w:t>
      </w:r>
      <w:r>
        <w:tab/>
        <w:t>1.013e0</w:t>
      </w:r>
    </w:p>
    <w:p w14:paraId="4DC44C6C" w14:textId="77777777" w:rsidR="00810015" w:rsidRDefault="00810015" w:rsidP="00810015">
      <w:r>
        <w:t>175.5953</w:t>
      </w:r>
      <w:r>
        <w:tab/>
        <w:t>2.025e0</w:t>
      </w:r>
    </w:p>
    <w:p w14:paraId="7EB4B39B" w14:textId="77777777" w:rsidR="00810015" w:rsidRDefault="00810015" w:rsidP="00810015">
      <w:r>
        <w:t>175.6024</w:t>
      </w:r>
      <w:r>
        <w:tab/>
        <w:t>1.013e0</w:t>
      </w:r>
    </w:p>
    <w:p w14:paraId="755B427B" w14:textId="77777777" w:rsidR="00810015" w:rsidRDefault="00810015" w:rsidP="00810015">
      <w:r>
        <w:t>175.6095</w:t>
      </w:r>
      <w:r>
        <w:tab/>
        <w:t>1.013e0</w:t>
      </w:r>
    </w:p>
    <w:p w14:paraId="49126E95" w14:textId="77777777" w:rsidR="00810015" w:rsidRDefault="00810015" w:rsidP="00810015">
      <w:r>
        <w:t>175.6343</w:t>
      </w:r>
      <w:r>
        <w:tab/>
        <w:t>2.025e0</w:t>
      </w:r>
    </w:p>
    <w:p w14:paraId="63291462" w14:textId="77777777" w:rsidR="00810015" w:rsidRDefault="00810015" w:rsidP="00810015">
      <w:r>
        <w:t>175.6521</w:t>
      </w:r>
      <w:r>
        <w:tab/>
        <w:t>1.013e0</w:t>
      </w:r>
    </w:p>
    <w:p w14:paraId="39FFCDAB" w14:textId="77777777" w:rsidR="00810015" w:rsidRDefault="00810015" w:rsidP="00810015">
      <w:r>
        <w:t>175.6628</w:t>
      </w:r>
      <w:r>
        <w:tab/>
        <w:t>1.013e0</w:t>
      </w:r>
    </w:p>
    <w:p w14:paraId="2581D956" w14:textId="77777777" w:rsidR="00810015" w:rsidRDefault="00810015" w:rsidP="00810015">
      <w:r>
        <w:t>175.6664</w:t>
      </w:r>
      <w:r>
        <w:tab/>
        <w:t>1.013e0</w:t>
      </w:r>
    </w:p>
    <w:p w14:paraId="017B8546" w14:textId="77777777" w:rsidR="00810015" w:rsidRDefault="00810015" w:rsidP="00810015">
      <w:r>
        <w:t>175.6798</w:t>
      </w:r>
      <w:r>
        <w:tab/>
        <w:t>4.051e0</w:t>
      </w:r>
    </w:p>
    <w:p w14:paraId="7AB4776A" w14:textId="77777777" w:rsidR="00810015" w:rsidRDefault="00810015" w:rsidP="00810015">
      <w:r>
        <w:t>175.7086</w:t>
      </w:r>
      <w:r>
        <w:tab/>
        <w:t>1.013e0</w:t>
      </w:r>
    </w:p>
    <w:p w14:paraId="7856050F" w14:textId="77777777" w:rsidR="00810015" w:rsidRDefault="00810015" w:rsidP="00810015">
      <w:r>
        <w:lastRenderedPageBreak/>
        <w:t>175.7148</w:t>
      </w:r>
      <w:r>
        <w:tab/>
        <w:t>1.013e0</w:t>
      </w:r>
    </w:p>
    <w:p w14:paraId="170CF6E1" w14:textId="77777777" w:rsidR="00810015" w:rsidRDefault="00810015" w:rsidP="00810015">
      <w:r>
        <w:t>175.7474</w:t>
      </w:r>
      <w:r>
        <w:tab/>
        <w:t>1.013e0</w:t>
      </w:r>
    </w:p>
    <w:p w14:paraId="6767D4E7" w14:textId="77777777" w:rsidR="00810015" w:rsidRDefault="00810015" w:rsidP="00810015">
      <w:r>
        <w:t>175.7538</w:t>
      </w:r>
      <w:r>
        <w:tab/>
        <w:t>2.025e0</w:t>
      </w:r>
    </w:p>
    <w:p w14:paraId="155F807B" w14:textId="77777777" w:rsidR="00810015" w:rsidRDefault="00810015" w:rsidP="00810015">
      <w:r>
        <w:t>175.7716</w:t>
      </w:r>
      <w:r>
        <w:tab/>
        <w:t>1.013e0</w:t>
      </w:r>
    </w:p>
    <w:p w14:paraId="0BD0AB01" w14:textId="77777777" w:rsidR="00810015" w:rsidRDefault="00810015" w:rsidP="00810015">
      <w:r>
        <w:t>175.7787</w:t>
      </w:r>
      <w:r>
        <w:tab/>
        <w:t>1.013e0</w:t>
      </w:r>
    </w:p>
    <w:p w14:paraId="5F3D014E" w14:textId="77777777" w:rsidR="00810015" w:rsidRDefault="00810015" w:rsidP="00810015">
      <w:r>
        <w:t>175.7858</w:t>
      </w:r>
      <w:r>
        <w:tab/>
        <w:t>1.013e0</w:t>
      </w:r>
    </w:p>
    <w:p w14:paraId="4267F32A" w14:textId="77777777" w:rsidR="00810015" w:rsidRDefault="00810015" w:rsidP="00810015">
      <w:r>
        <w:t>175.8071</w:t>
      </w:r>
      <w:r>
        <w:tab/>
        <w:t>3.038e0</w:t>
      </w:r>
    </w:p>
    <w:p w14:paraId="28E86654" w14:textId="77777777" w:rsidR="00810015" w:rsidRDefault="00810015" w:rsidP="00810015">
      <w:r>
        <w:t>175.8178</w:t>
      </w:r>
      <w:r>
        <w:tab/>
        <w:t>1.013e0</w:t>
      </w:r>
    </w:p>
    <w:p w14:paraId="76AA76B5" w14:textId="77777777" w:rsidR="00810015" w:rsidRDefault="00810015" w:rsidP="00810015">
      <w:r>
        <w:t>175.8354</w:t>
      </w:r>
      <w:r>
        <w:tab/>
        <w:t>1.013e0</w:t>
      </w:r>
    </w:p>
    <w:p w14:paraId="049907ED" w14:textId="77777777" w:rsidR="00810015" w:rsidRDefault="00810015" w:rsidP="00810015">
      <w:r>
        <w:t>175.8561</w:t>
      </w:r>
      <w:r>
        <w:tab/>
        <w:t>1.013e0</w:t>
      </w:r>
    </w:p>
    <w:p w14:paraId="7DD1C079" w14:textId="77777777" w:rsidR="00810015" w:rsidRDefault="00810015" w:rsidP="00810015">
      <w:r>
        <w:t>175.8699</w:t>
      </w:r>
      <w:r>
        <w:tab/>
        <w:t>2.025e0</w:t>
      </w:r>
    </w:p>
    <w:p w14:paraId="72D1D6B1" w14:textId="77777777" w:rsidR="00810015" w:rsidRDefault="00810015" w:rsidP="00810015">
      <w:r>
        <w:t>175.9095</w:t>
      </w:r>
      <w:r>
        <w:tab/>
        <w:t>1.013e0</w:t>
      </w:r>
    </w:p>
    <w:p w14:paraId="77264480" w14:textId="77777777" w:rsidR="00810015" w:rsidRDefault="00810015" w:rsidP="00810015">
      <w:r>
        <w:t>175.9539</w:t>
      </w:r>
      <w:r>
        <w:tab/>
        <w:t>2.025e0</w:t>
      </w:r>
    </w:p>
    <w:p w14:paraId="121EDA9D" w14:textId="77777777" w:rsidR="00810015" w:rsidRDefault="00810015" w:rsidP="00810015">
      <w:r>
        <w:t>175.9871</w:t>
      </w:r>
      <w:r>
        <w:tab/>
        <w:t>1.013e0</w:t>
      </w:r>
    </w:p>
    <w:p w14:paraId="44B5731B" w14:textId="77777777" w:rsidR="00810015" w:rsidRDefault="00810015" w:rsidP="00810015">
      <w:r>
        <w:t>176.0044</w:t>
      </w:r>
      <w:r>
        <w:tab/>
        <w:t>3.038e0</w:t>
      </w:r>
    </w:p>
    <w:p w14:paraId="000DA3E3" w14:textId="77777777" w:rsidR="00810015" w:rsidRDefault="00810015" w:rsidP="00810015">
      <w:r>
        <w:t>176.0114</w:t>
      </w:r>
      <w:r>
        <w:tab/>
        <w:t>1.013e0</w:t>
      </w:r>
    </w:p>
    <w:p w14:paraId="2654DD1C" w14:textId="77777777" w:rsidR="00810015" w:rsidRDefault="00810015" w:rsidP="00810015">
      <w:r>
        <w:t>176.0292</w:t>
      </w:r>
      <w:r>
        <w:tab/>
        <w:t>1.013e0</w:t>
      </w:r>
    </w:p>
    <w:p w14:paraId="20B34401" w14:textId="77777777" w:rsidR="00810015" w:rsidRDefault="00810015" w:rsidP="00810015">
      <w:r>
        <w:t>176.0355</w:t>
      </w:r>
      <w:r>
        <w:tab/>
        <w:t>1.013e0</w:t>
      </w:r>
    </w:p>
    <w:p w14:paraId="1844B0C2" w14:textId="77777777" w:rsidR="00810015" w:rsidRDefault="00810015" w:rsidP="00810015">
      <w:r>
        <w:t>176.0425</w:t>
      </w:r>
      <w:r>
        <w:tab/>
        <w:t>1.013e0</w:t>
      </w:r>
    </w:p>
    <w:p w14:paraId="1E3DC684" w14:textId="77777777" w:rsidR="00810015" w:rsidRDefault="00810015" w:rsidP="00810015">
      <w:r>
        <w:lastRenderedPageBreak/>
        <w:t>176.0533</w:t>
      </w:r>
      <w:r>
        <w:tab/>
        <w:t>1.013e0</w:t>
      </w:r>
    </w:p>
    <w:p w14:paraId="42F566BB" w14:textId="77777777" w:rsidR="00810015" w:rsidRDefault="00810015" w:rsidP="00810015">
      <w:r>
        <w:t>176.0604</w:t>
      </w:r>
      <w:r>
        <w:tab/>
        <w:t>1.013e0</w:t>
      </w:r>
    </w:p>
    <w:p w14:paraId="5B72F74A" w14:textId="77777777" w:rsidR="00810015" w:rsidRDefault="00810015" w:rsidP="00810015">
      <w:r>
        <w:t>176.0646</w:t>
      </w:r>
      <w:r>
        <w:tab/>
        <w:t>1.013e0</w:t>
      </w:r>
    </w:p>
    <w:p w14:paraId="6485A62D" w14:textId="77777777" w:rsidR="00810015" w:rsidRDefault="00810015" w:rsidP="00810015">
      <w:r>
        <w:t>176.0808</w:t>
      </w:r>
      <w:r>
        <w:tab/>
        <w:t>3.038e0</w:t>
      </w:r>
    </w:p>
    <w:p w14:paraId="7644F372" w14:textId="77777777" w:rsidR="00810015" w:rsidRDefault="00810015" w:rsidP="00810015">
      <w:r>
        <w:t>176.0913</w:t>
      </w:r>
      <w:r>
        <w:tab/>
        <w:t>5.468e0</w:t>
      </w:r>
    </w:p>
    <w:p w14:paraId="4E3C5A38" w14:textId="77777777" w:rsidR="00810015" w:rsidRDefault="00810015" w:rsidP="00810015">
      <w:r>
        <w:t>176.0960</w:t>
      </w:r>
      <w:r>
        <w:tab/>
        <w:t>2.177e1</w:t>
      </w:r>
    </w:p>
    <w:p w14:paraId="7C5DEF48" w14:textId="77777777" w:rsidR="00810015" w:rsidRDefault="00810015" w:rsidP="00810015">
      <w:r>
        <w:t>176.1033</w:t>
      </w:r>
      <w:r>
        <w:tab/>
        <w:t>1.418e1</w:t>
      </w:r>
    </w:p>
    <w:p w14:paraId="3AB18E4C" w14:textId="77777777" w:rsidR="00810015" w:rsidRDefault="00810015" w:rsidP="00810015">
      <w:r>
        <w:t>176.1107</w:t>
      </w:r>
      <w:r>
        <w:tab/>
        <w:t>8.101e0</w:t>
      </w:r>
    </w:p>
    <w:p w14:paraId="48ACDE3D" w14:textId="77777777" w:rsidR="00810015" w:rsidRDefault="00810015" w:rsidP="00810015">
      <w:r>
        <w:t>176.1148</w:t>
      </w:r>
      <w:r>
        <w:tab/>
        <w:t>4.051e0</w:t>
      </w:r>
    </w:p>
    <w:p w14:paraId="2AD6A1D4" w14:textId="77777777" w:rsidR="00810015" w:rsidRDefault="00810015" w:rsidP="00810015">
      <w:r>
        <w:t>176.1224</w:t>
      </w:r>
      <w:r>
        <w:tab/>
        <w:t>9.712e0</w:t>
      </w:r>
    </w:p>
    <w:p w14:paraId="070B096D" w14:textId="77777777" w:rsidR="00810015" w:rsidRDefault="00810015" w:rsidP="00810015">
      <w:r>
        <w:t>176.1324</w:t>
      </w:r>
      <w:r>
        <w:tab/>
        <w:t>4.735e0</w:t>
      </w:r>
    </w:p>
    <w:p w14:paraId="4D75520B" w14:textId="77777777" w:rsidR="00810015" w:rsidRDefault="00810015" w:rsidP="00810015">
      <w:r>
        <w:t>176.1396</w:t>
      </w:r>
      <w:r>
        <w:tab/>
        <w:t>1.778e0</w:t>
      </w:r>
    </w:p>
    <w:p w14:paraId="28D959B9" w14:textId="77777777" w:rsidR="00810015" w:rsidRDefault="00810015" w:rsidP="00810015">
      <w:r>
        <w:t>176.1494</w:t>
      </w:r>
      <w:r>
        <w:tab/>
        <w:t>1.013e0</w:t>
      </w:r>
    </w:p>
    <w:p w14:paraId="3553CCFF" w14:textId="77777777" w:rsidR="00810015" w:rsidRDefault="00810015" w:rsidP="00810015">
      <w:r>
        <w:t>176.1577</w:t>
      </w:r>
      <w:r>
        <w:tab/>
        <w:t>6.076e0</w:t>
      </w:r>
    </w:p>
    <w:p w14:paraId="6AEC34B7" w14:textId="77777777" w:rsidR="00810015" w:rsidRDefault="00810015" w:rsidP="00810015">
      <w:r>
        <w:t>176.1701</w:t>
      </w:r>
      <w:r>
        <w:tab/>
        <w:t>1.013e0</w:t>
      </w:r>
    </w:p>
    <w:p w14:paraId="02AF47C5" w14:textId="77777777" w:rsidR="00810015" w:rsidRDefault="00810015" w:rsidP="00810015">
      <w:r>
        <w:t>176.1742</w:t>
      </w:r>
      <w:r>
        <w:tab/>
        <w:t>1.013e0</w:t>
      </w:r>
    </w:p>
    <w:p w14:paraId="19610AA3" w14:textId="77777777" w:rsidR="00810015" w:rsidRDefault="00810015" w:rsidP="00810015">
      <w:r>
        <w:t>176.1805</w:t>
      </w:r>
      <w:r>
        <w:tab/>
        <w:t>1.013e0</w:t>
      </w:r>
    </w:p>
    <w:p w14:paraId="3AE1E04A" w14:textId="77777777" w:rsidR="00810015" w:rsidRDefault="00810015" w:rsidP="00810015">
      <w:r>
        <w:t>176.2083</w:t>
      </w:r>
      <w:r>
        <w:tab/>
        <w:t>1.013e0</w:t>
      </w:r>
    </w:p>
    <w:p w14:paraId="066655E5" w14:textId="77777777" w:rsidR="00810015" w:rsidRDefault="00810015" w:rsidP="00810015">
      <w:r>
        <w:t>176.2119</w:t>
      </w:r>
      <w:r>
        <w:tab/>
        <w:t>1.013e0</w:t>
      </w:r>
    </w:p>
    <w:p w14:paraId="1EF9F1F5" w14:textId="77777777" w:rsidR="00810015" w:rsidRDefault="00810015" w:rsidP="00810015">
      <w:r>
        <w:lastRenderedPageBreak/>
        <w:t>176.2517</w:t>
      </w:r>
      <w:r>
        <w:tab/>
        <w:t>1.013e0</w:t>
      </w:r>
    </w:p>
    <w:p w14:paraId="75C40D95" w14:textId="77777777" w:rsidR="00810015" w:rsidRDefault="00810015" w:rsidP="00810015">
      <w:r>
        <w:t>176.3190</w:t>
      </w:r>
      <w:r>
        <w:tab/>
        <w:t>2.025e0</w:t>
      </w:r>
    </w:p>
    <w:p w14:paraId="7D49F533" w14:textId="77777777" w:rsidR="00810015" w:rsidRDefault="00810015" w:rsidP="00810015">
      <w:r>
        <w:t>176.3325</w:t>
      </w:r>
      <w:r>
        <w:tab/>
        <w:t>1.013e0</w:t>
      </w:r>
    </w:p>
    <w:p w14:paraId="1950B145" w14:textId="77777777" w:rsidR="00810015" w:rsidRDefault="00810015" w:rsidP="00810015">
      <w:r>
        <w:t>176.3394</w:t>
      </w:r>
      <w:r>
        <w:tab/>
        <w:t>1.013e0</w:t>
      </w:r>
    </w:p>
    <w:p w14:paraId="47AD74C4" w14:textId="77777777" w:rsidR="00810015" w:rsidRDefault="00810015" w:rsidP="00810015">
      <w:r>
        <w:t>176.3469</w:t>
      </w:r>
      <w:r>
        <w:tab/>
        <w:t>1.013e0</w:t>
      </w:r>
    </w:p>
    <w:p w14:paraId="64654EBB" w14:textId="77777777" w:rsidR="00810015" w:rsidRDefault="00810015" w:rsidP="00810015">
      <w:r>
        <w:t>176.3849</w:t>
      </w:r>
      <w:r>
        <w:tab/>
        <w:t>1.013e0</w:t>
      </w:r>
    </w:p>
    <w:p w14:paraId="1D8A395F" w14:textId="77777777" w:rsidR="00810015" w:rsidRDefault="00810015" w:rsidP="00810015">
      <w:r>
        <w:t>176.3891</w:t>
      </w:r>
      <w:r>
        <w:tab/>
        <w:t>1.013e0</w:t>
      </w:r>
    </w:p>
    <w:p w14:paraId="5AC7B864" w14:textId="77777777" w:rsidR="00810015" w:rsidRDefault="00810015" w:rsidP="00810015">
      <w:r>
        <w:t>176.4105</w:t>
      </w:r>
      <w:r>
        <w:tab/>
        <w:t>3.038e0</w:t>
      </w:r>
    </w:p>
    <w:p w14:paraId="3AF9CE16" w14:textId="77777777" w:rsidR="00810015" w:rsidRDefault="00810015" w:rsidP="00810015">
      <w:r>
        <w:t>176.4347</w:t>
      </w:r>
      <w:r>
        <w:tab/>
        <w:t>2.025e0</w:t>
      </w:r>
    </w:p>
    <w:p w14:paraId="1C640234" w14:textId="77777777" w:rsidR="00810015" w:rsidRDefault="00810015" w:rsidP="00810015">
      <w:r>
        <w:t>176.4567</w:t>
      </w:r>
      <w:r>
        <w:tab/>
        <w:t>1.013e0</w:t>
      </w:r>
    </w:p>
    <w:p w14:paraId="43B5410F" w14:textId="77777777" w:rsidR="00810015" w:rsidRDefault="00810015" w:rsidP="00810015">
      <w:r>
        <w:t>176.4632</w:t>
      </w:r>
      <w:r>
        <w:tab/>
        <w:t>1.013e0</w:t>
      </w:r>
    </w:p>
    <w:p w14:paraId="1B8DB0D2" w14:textId="77777777" w:rsidR="00810015" w:rsidRDefault="00810015" w:rsidP="00810015">
      <w:r>
        <w:t>176.4775</w:t>
      </w:r>
      <w:r>
        <w:tab/>
        <w:t>1.013e0</w:t>
      </w:r>
    </w:p>
    <w:p w14:paraId="25C52FFF" w14:textId="77777777" w:rsidR="00810015" w:rsidRDefault="00810015" w:rsidP="00810015">
      <w:r>
        <w:t>176.4887</w:t>
      </w:r>
      <w:r>
        <w:tab/>
        <w:t>1.013e0</w:t>
      </w:r>
    </w:p>
    <w:p w14:paraId="18CF1CF6" w14:textId="77777777" w:rsidR="00810015" w:rsidRDefault="00810015" w:rsidP="00810015">
      <w:r>
        <w:t>176.5019</w:t>
      </w:r>
      <w:r>
        <w:tab/>
        <w:t>1.013e0</w:t>
      </w:r>
    </w:p>
    <w:p w14:paraId="5C96BC3E" w14:textId="77777777" w:rsidR="00810015" w:rsidRDefault="00810015" w:rsidP="00810015">
      <w:r>
        <w:t>176.5053</w:t>
      </w:r>
      <w:r>
        <w:tab/>
        <w:t>2.025e0</w:t>
      </w:r>
    </w:p>
    <w:p w14:paraId="1DC07D2D" w14:textId="77777777" w:rsidR="00810015" w:rsidRDefault="00810015" w:rsidP="00810015">
      <w:r>
        <w:t>176.5192</w:t>
      </w:r>
      <w:r>
        <w:tab/>
        <w:t>1.013e0</w:t>
      </w:r>
    </w:p>
    <w:p w14:paraId="7C8EFB57" w14:textId="77777777" w:rsidR="00810015" w:rsidRDefault="00810015" w:rsidP="00810015">
      <w:r>
        <w:t>176.5226</w:t>
      </w:r>
      <w:r>
        <w:tab/>
        <w:t>1.013e0</w:t>
      </w:r>
    </w:p>
    <w:p w14:paraId="144D2A33" w14:textId="77777777" w:rsidR="00810015" w:rsidRDefault="00810015" w:rsidP="00810015">
      <w:r>
        <w:t>176.5302</w:t>
      </w:r>
      <w:r>
        <w:tab/>
        <w:t>1.013e0</w:t>
      </w:r>
    </w:p>
    <w:p w14:paraId="6F58A816" w14:textId="77777777" w:rsidR="00810015" w:rsidRDefault="00810015" w:rsidP="00810015">
      <w:r>
        <w:t>176.5329</w:t>
      </w:r>
      <w:r>
        <w:tab/>
        <w:t>2.025e0</w:t>
      </w:r>
    </w:p>
    <w:p w14:paraId="373551B9" w14:textId="77777777" w:rsidR="00810015" w:rsidRDefault="00810015" w:rsidP="00810015">
      <w:r>
        <w:lastRenderedPageBreak/>
        <w:t>176.5479</w:t>
      </w:r>
      <w:r>
        <w:tab/>
        <w:t>1.013e0</w:t>
      </w:r>
    </w:p>
    <w:p w14:paraId="138CF842" w14:textId="77777777" w:rsidR="00810015" w:rsidRDefault="00810015" w:rsidP="00810015">
      <w:r>
        <w:t>176.5490</w:t>
      </w:r>
      <w:r>
        <w:tab/>
        <w:t>2.025e0</w:t>
      </w:r>
    </w:p>
    <w:p w14:paraId="221CAB7C" w14:textId="77777777" w:rsidR="00810015" w:rsidRDefault="00810015" w:rsidP="00810015">
      <w:r>
        <w:t>176.5508</w:t>
      </w:r>
      <w:r>
        <w:tab/>
        <w:t>2.025e0</w:t>
      </w:r>
    </w:p>
    <w:p w14:paraId="40EB6DAB" w14:textId="77777777" w:rsidR="00810015" w:rsidRDefault="00810015" w:rsidP="00810015">
      <w:r>
        <w:t>176.5544</w:t>
      </w:r>
      <w:r>
        <w:tab/>
        <w:t>1.013e0</w:t>
      </w:r>
    </w:p>
    <w:p w14:paraId="22DB06C0" w14:textId="77777777" w:rsidR="00810015" w:rsidRDefault="00810015" w:rsidP="00810015">
      <w:r>
        <w:t>176.5567</w:t>
      </w:r>
      <w:r>
        <w:tab/>
        <w:t>3.038e0</w:t>
      </w:r>
    </w:p>
    <w:p w14:paraId="479EAE1E" w14:textId="77777777" w:rsidR="00810015" w:rsidRDefault="00810015" w:rsidP="00810015">
      <w:r>
        <w:t>176.5793</w:t>
      </w:r>
      <w:r>
        <w:tab/>
        <w:t>1.013e0</w:t>
      </w:r>
    </w:p>
    <w:p w14:paraId="2D8AA1D8" w14:textId="77777777" w:rsidR="00810015" w:rsidRDefault="00810015" w:rsidP="00810015">
      <w:r>
        <w:t>176.5829</w:t>
      </w:r>
      <w:r>
        <w:tab/>
        <w:t>1.013e0</w:t>
      </w:r>
    </w:p>
    <w:p w14:paraId="3A6FB95B" w14:textId="77777777" w:rsidR="00810015" w:rsidRDefault="00810015" w:rsidP="00810015">
      <w:r>
        <w:t>176.5846</w:t>
      </w:r>
      <w:r>
        <w:tab/>
        <w:t>2.025e0</w:t>
      </w:r>
    </w:p>
    <w:p w14:paraId="6B26A263" w14:textId="77777777" w:rsidR="00810015" w:rsidRDefault="00810015" w:rsidP="00810015">
      <w:r>
        <w:t>176.5871</w:t>
      </w:r>
      <w:r>
        <w:tab/>
        <w:t>1.013e0</w:t>
      </w:r>
    </w:p>
    <w:p w14:paraId="443090FF" w14:textId="77777777" w:rsidR="00810015" w:rsidRDefault="00810015" w:rsidP="00810015">
      <w:r>
        <w:t>176.5900</w:t>
      </w:r>
      <w:r>
        <w:tab/>
        <w:t>1.013e0</w:t>
      </w:r>
    </w:p>
    <w:p w14:paraId="1637692C" w14:textId="77777777" w:rsidR="00810015" w:rsidRDefault="00810015" w:rsidP="00810015">
      <w:r>
        <w:t>176.6113</w:t>
      </w:r>
      <w:r>
        <w:tab/>
        <w:t>1.013e0</w:t>
      </w:r>
    </w:p>
    <w:p w14:paraId="66CA6AFD" w14:textId="77777777" w:rsidR="00810015" w:rsidRDefault="00810015" w:rsidP="00810015">
      <w:r>
        <w:t>176.6405</w:t>
      </w:r>
      <w:r>
        <w:tab/>
        <w:t>1.013e0</w:t>
      </w:r>
    </w:p>
    <w:p w14:paraId="7E7759FA" w14:textId="77777777" w:rsidR="00810015" w:rsidRDefault="00810015" w:rsidP="00810015">
      <w:r>
        <w:t>176.6434</w:t>
      </w:r>
      <w:r>
        <w:tab/>
        <w:t>1.013e0</w:t>
      </w:r>
    </w:p>
    <w:p w14:paraId="43C3C581" w14:textId="77777777" w:rsidR="00810015" w:rsidRDefault="00810015" w:rsidP="00810015">
      <w:r>
        <w:t>176.6680</w:t>
      </w:r>
      <w:r>
        <w:tab/>
        <w:t>1.013e0</w:t>
      </w:r>
    </w:p>
    <w:p w14:paraId="487CBF1A" w14:textId="77777777" w:rsidR="00810015" w:rsidRDefault="00810015" w:rsidP="00810015">
      <w:r>
        <w:t>176.6905</w:t>
      </w:r>
      <w:r>
        <w:tab/>
        <w:t>2.025e0</w:t>
      </w:r>
    </w:p>
    <w:p w14:paraId="74BC2F18" w14:textId="77777777" w:rsidR="00810015" w:rsidRDefault="00810015" w:rsidP="00810015">
      <w:r>
        <w:t>176.7066</w:t>
      </w:r>
      <w:r>
        <w:tab/>
        <w:t>1.013e0</w:t>
      </w:r>
    </w:p>
    <w:p w14:paraId="7267A613" w14:textId="77777777" w:rsidR="00810015" w:rsidRDefault="00810015" w:rsidP="00810015">
      <w:r>
        <w:t>176.7099</w:t>
      </w:r>
      <w:r>
        <w:tab/>
        <w:t>4.051e0</w:t>
      </w:r>
    </w:p>
    <w:p w14:paraId="0D5B1892" w14:textId="77777777" w:rsidR="00810015" w:rsidRDefault="00810015" w:rsidP="00810015">
      <w:r>
        <w:t>176.7239</w:t>
      </w:r>
      <w:r>
        <w:tab/>
        <w:t>2.025e0</w:t>
      </w:r>
    </w:p>
    <w:p w14:paraId="7ACA61A4" w14:textId="77777777" w:rsidR="00810015" w:rsidRDefault="00810015" w:rsidP="00810015">
      <w:r>
        <w:t>176.7257</w:t>
      </w:r>
      <w:r>
        <w:tab/>
        <w:t>2.025e0</w:t>
      </w:r>
    </w:p>
    <w:p w14:paraId="4110D128" w14:textId="77777777" w:rsidR="00810015" w:rsidRDefault="00810015" w:rsidP="00810015">
      <w:r>
        <w:lastRenderedPageBreak/>
        <w:t>176.7524</w:t>
      </w:r>
      <w:r>
        <w:tab/>
        <w:t>1.013e0</w:t>
      </w:r>
    </w:p>
    <w:p w14:paraId="3D34B9AF" w14:textId="77777777" w:rsidR="00810015" w:rsidRDefault="00810015" w:rsidP="00810015">
      <w:r>
        <w:t>176.7702</w:t>
      </w:r>
      <w:r>
        <w:tab/>
        <w:t>1.013e0</w:t>
      </w:r>
    </w:p>
    <w:p w14:paraId="2AC4335C" w14:textId="77777777" w:rsidR="00810015" w:rsidRDefault="00810015" w:rsidP="00810015">
      <w:r>
        <w:t>176.7766</w:t>
      </w:r>
      <w:r>
        <w:tab/>
        <w:t>3.038e0</w:t>
      </w:r>
    </w:p>
    <w:p w14:paraId="43F32085" w14:textId="77777777" w:rsidR="00810015" w:rsidRDefault="00810015" w:rsidP="00810015">
      <w:r>
        <w:t>176.7915</w:t>
      </w:r>
      <w:r>
        <w:tab/>
        <w:t>1.013e0</w:t>
      </w:r>
    </w:p>
    <w:p w14:paraId="61336ED3" w14:textId="77777777" w:rsidR="00810015" w:rsidRDefault="00810015" w:rsidP="00810015">
      <w:r>
        <w:t>176.7951</w:t>
      </w:r>
      <w:r>
        <w:tab/>
        <w:t>1.013e0</w:t>
      </w:r>
    </w:p>
    <w:p w14:paraId="0D2F6CB2" w14:textId="77777777" w:rsidR="00810015" w:rsidRDefault="00810015" w:rsidP="00810015">
      <w:r>
        <w:t>176.8094</w:t>
      </w:r>
      <w:r>
        <w:tab/>
        <w:t>1.013e0</w:t>
      </w:r>
    </w:p>
    <w:p w14:paraId="6F69AC8C" w14:textId="77777777" w:rsidR="00810015" w:rsidRDefault="00810015" w:rsidP="00810015">
      <w:r>
        <w:t>176.8201</w:t>
      </w:r>
      <w:r>
        <w:tab/>
        <w:t>2.025e0</w:t>
      </w:r>
    </w:p>
    <w:p w14:paraId="440D666D" w14:textId="77777777" w:rsidR="00810015" w:rsidRDefault="00810015" w:rsidP="00810015">
      <w:r>
        <w:t>176.8549</w:t>
      </w:r>
      <w:r>
        <w:tab/>
        <w:t>2.025e0</w:t>
      </w:r>
    </w:p>
    <w:p w14:paraId="511F4F45" w14:textId="77777777" w:rsidR="00810015" w:rsidRDefault="00810015" w:rsidP="00810015">
      <w:r>
        <w:t>176.8792</w:t>
      </w:r>
      <w:r>
        <w:tab/>
        <w:t>1.013e0</w:t>
      </w:r>
    </w:p>
    <w:p w14:paraId="3930E495" w14:textId="77777777" w:rsidR="00810015" w:rsidRDefault="00810015" w:rsidP="00810015">
      <w:r>
        <w:t>176.8935</w:t>
      </w:r>
      <w:r>
        <w:tab/>
        <w:t>1.013e0</w:t>
      </w:r>
    </w:p>
    <w:p w14:paraId="23BDEBCB" w14:textId="77777777" w:rsidR="00810015" w:rsidRDefault="00810015" w:rsidP="00810015">
      <w:r>
        <w:t>176.9007</w:t>
      </w:r>
      <w:r>
        <w:tab/>
        <w:t>1.013e0</w:t>
      </w:r>
    </w:p>
    <w:p w14:paraId="480B7F0C" w14:textId="77777777" w:rsidR="00810015" w:rsidRDefault="00810015" w:rsidP="00810015">
      <w:r>
        <w:t>176.9227</w:t>
      </w:r>
      <w:r>
        <w:tab/>
        <w:t>1.013e0</w:t>
      </w:r>
    </w:p>
    <w:p w14:paraId="7C15C0F4" w14:textId="77777777" w:rsidR="00810015" w:rsidRDefault="00810015" w:rsidP="00810015">
      <w:r>
        <w:t>176.9540</w:t>
      </w:r>
      <w:r>
        <w:tab/>
        <w:t>1.013e0</w:t>
      </w:r>
    </w:p>
    <w:p w14:paraId="6998496C" w14:textId="77777777" w:rsidR="00810015" w:rsidRDefault="00810015" w:rsidP="00810015">
      <w:r>
        <w:t>176.9647</w:t>
      </w:r>
      <w:r>
        <w:tab/>
        <w:t>1.013e0</w:t>
      </w:r>
    </w:p>
    <w:p w14:paraId="1245ACF2" w14:textId="77777777" w:rsidR="00810015" w:rsidRDefault="00810015" w:rsidP="00810015">
      <w:r>
        <w:t>176.9861</w:t>
      </w:r>
      <w:r>
        <w:tab/>
        <w:t>1.013e0</w:t>
      </w:r>
    </w:p>
    <w:p w14:paraId="16088B4B" w14:textId="77777777" w:rsidR="00810015" w:rsidRDefault="00810015" w:rsidP="00810015">
      <w:r>
        <w:t>177.0074</w:t>
      </w:r>
      <w:r>
        <w:tab/>
        <w:t>1.013e0</w:t>
      </w:r>
    </w:p>
    <w:p w14:paraId="60D48BBE" w14:textId="77777777" w:rsidR="00810015" w:rsidRDefault="00810015" w:rsidP="00810015">
      <w:r>
        <w:t>177.0185</w:t>
      </w:r>
      <w:r>
        <w:tab/>
        <w:t>2.025e0</w:t>
      </w:r>
    </w:p>
    <w:p w14:paraId="5501ED83" w14:textId="77777777" w:rsidR="00810015" w:rsidRDefault="00810015" w:rsidP="00810015">
      <w:r>
        <w:t>177.0213</w:t>
      </w:r>
      <w:r>
        <w:tab/>
        <w:t>4.051e0</w:t>
      </w:r>
    </w:p>
    <w:p w14:paraId="46018D3C" w14:textId="77777777" w:rsidR="00810015" w:rsidRDefault="00810015" w:rsidP="00810015">
      <w:r>
        <w:t>177.0282</w:t>
      </w:r>
      <w:r>
        <w:tab/>
        <w:t>1.013e0</w:t>
      </w:r>
    </w:p>
    <w:p w14:paraId="44941E0C" w14:textId="77777777" w:rsidR="00810015" w:rsidRDefault="00810015" w:rsidP="00810015">
      <w:r>
        <w:lastRenderedPageBreak/>
        <w:t>177.0317</w:t>
      </w:r>
      <w:r>
        <w:tab/>
        <w:t>1.013e0</w:t>
      </w:r>
    </w:p>
    <w:p w14:paraId="015197BE" w14:textId="77777777" w:rsidR="00810015" w:rsidRDefault="00810015" w:rsidP="00810015">
      <w:r>
        <w:t>177.0421</w:t>
      </w:r>
      <w:r>
        <w:tab/>
        <w:t>1.013e0</w:t>
      </w:r>
    </w:p>
    <w:p w14:paraId="3236FE49" w14:textId="77777777" w:rsidR="00810015" w:rsidRDefault="00810015" w:rsidP="00810015">
      <w:r>
        <w:t>177.0524</w:t>
      </w:r>
      <w:r>
        <w:tab/>
        <w:t>5.063e0</w:t>
      </w:r>
    </w:p>
    <w:p w14:paraId="02C5FB16" w14:textId="77777777" w:rsidR="00810015" w:rsidRDefault="00810015" w:rsidP="00810015">
      <w:r>
        <w:t>177.0595</w:t>
      </w:r>
      <w:r>
        <w:tab/>
        <w:t>2.025e0</w:t>
      </w:r>
    </w:p>
    <w:p w14:paraId="003E1B54" w14:textId="77777777" w:rsidR="00810015" w:rsidRDefault="00810015" w:rsidP="00810015">
      <w:r>
        <w:t>177.0667</w:t>
      </w:r>
      <w:r>
        <w:tab/>
        <w:t>1.013e0</w:t>
      </w:r>
    </w:p>
    <w:p w14:paraId="69AB144F" w14:textId="77777777" w:rsidR="00810015" w:rsidRDefault="00810015" w:rsidP="00810015">
      <w:r>
        <w:t>177.0936</w:t>
      </w:r>
      <w:r>
        <w:tab/>
        <w:t>4.051e0</w:t>
      </w:r>
    </w:p>
    <w:p w14:paraId="63370906" w14:textId="77777777" w:rsidR="00810015" w:rsidRDefault="00810015" w:rsidP="00810015">
      <w:r>
        <w:t>177.0992</w:t>
      </w:r>
      <w:r>
        <w:tab/>
        <w:t>7.619e0</w:t>
      </w:r>
    </w:p>
    <w:p w14:paraId="516219D9" w14:textId="77777777" w:rsidR="00810015" w:rsidRDefault="00810015" w:rsidP="00810015">
      <w:r>
        <w:t>177.1006</w:t>
      </w:r>
      <w:r>
        <w:tab/>
        <w:t>3.919e0</w:t>
      </w:r>
    </w:p>
    <w:p w14:paraId="3B867E89" w14:textId="77777777" w:rsidR="00810015" w:rsidRDefault="00810015" w:rsidP="00810015">
      <w:r>
        <w:t>177.1064</w:t>
      </w:r>
      <w:r>
        <w:tab/>
        <w:t>5.063e0</w:t>
      </w:r>
    </w:p>
    <w:p w14:paraId="31B12C68" w14:textId="77777777" w:rsidR="00810015" w:rsidRDefault="00810015" w:rsidP="00810015">
      <w:r>
        <w:t>177.1193</w:t>
      </w:r>
      <w:r>
        <w:tab/>
        <w:t>3.038e0</w:t>
      </w:r>
    </w:p>
    <w:p w14:paraId="75015510" w14:textId="77777777" w:rsidR="00810015" w:rsidRDefault="00810015" w:rsidP="00810015">
      <w:r>
        <w:t>177.1380</w:t>
      </w:r>
      <w:r>
        <w:tab/>
        <w:t>2.025e0</w:t>
      </w:r>
    </w:p>
    <w:p w14:paraId="4F294B5C" w14:textId="77777777" w:rsidR="00810015" w:rsidRDefault="00810015" w:rsidP="00810015">
      <w:r>
        <w:t>177.1418</w:t>
      </w:r>
      <w:r>
        <w:tab/>
        <w:t>2.341e0</w:t>
      </w:r>
    </w:p>
    <w:p w14:paraId="7E3CEEB2" w14:textId="77777777" w:rsidR="00810015" w:rsidRDefault="00810015" w:rsidP="00810015">
      <w:r>
        <w:t>177.1467</w:t>
      </w:r>
      <w:r>
        <w:tab/>
        <w:t>4.051e0</w:t>
      </w:r>
    </w:p>
    <w:p w14:paraId="029E208C" w14:textId="77777777" w:rsidR="00810015" w:rsidRDefault="00810015" w:rsidP="00810015">
      <w:r>
        <w:t>177.1523</w:t>
      </w:r>
      <w:r>
        <w:tab/>
        <w:t>4.051e0</w:t>
      </w:r>
    </w:p>
    <w:p w14:paraId="07535455" w14:textId="77777777" w:rsidR="00810015" w:rsidRDefault="00810015" w:rsidP="00810015">
      <w:r>
        <w:t>177.1585</w:t>
      </w:r>
      <w:r>
        <w:tab/>
        <w:t>3.038e0</w:t>
      </w:r>
    </w:p>
    <w:p w14:paraId="22D70093" w14:textId="77777777" w:rsidR="00810015" w:rsidRDefault="00810015" w:rsidP="00810015">
      <w:r>
        <w:t>177.1701</w:t>
      </w:r>
      <w:r>
        <w:tab/>
        <w:t>1.013e0</w:t>
      </w:r>
    </w:p>
    <w:p w14:paraId="2D3DBAA5" w14:textId="77777777" w:rsidR="00810015" w:rsidRDefault="00810015" w:rsidP="00810015">
      <w:r>
        <w:t>177.2086</w:t>
      </w:r>
      <w:r>
        <w:tab/>
        <w:t>1.013e0</w:t>
      </w:r>
    </w:p>
    <w:p w14:paraId="342E1FD3" w14:textId="77777777" w:rsidR="00810015" w:rsidRDefault="00810015" w:rsidP="00810015">
      <w:r>
        <w:t>177.2284</w:t>
      </w:r>
      <w:r>
        <w:tab/>
        <w:t>2.025e0</w:t>
      </w:r>
    </w:p>
    <w:p w14:paraId="6887B59B" w14:textId="77777777" w:rsidR="00810015" w:rsidRDefault="00810015" w:rsidP="00810015">
      <w:r>
        <w:t>177.2399</w:t>
      </w:r>
      <w:r>
        <w:tab/>
        <w:t>1.013e0</w:t>
      </w:r>
    </w:p>
    <w:p w14:paraId="394EFC99" w14:textId="77777777" w:rsidR="00810015" w:rsidRDefault="00810015" w:rsidP="00810015">
      <w:r>
        <w:lastRenderedPageBreak/>
        <w:t>177.2507</w:t>
      </w:r>
      <w:r>
        <w:tab/>
        <w:t>1.013e0</w:t>
      </w:r>
    </w:p>
    <w:p w14:paraId="263D505A" w14:textId="77777777" w:rsidR="00810015" w:rsidRDefault="00810015" w:rsidP="00810015">
      <w:r>
        <w:t>177.2650</w:t>
      </w:r>
      <w:r>
        <w:tab/>
        <w:t>1.013e0</w:t>
      </w:r>
    </w:p>
    <w:p w14:paraId="19404D36" w14:textId="77777777" w:rsidR="00810015" w:rsidRDefault="00810015" w:rsidP="00810015">
      <w:r>
        <w:t>177.3042</w:t>
      </w:r>
      <w:r>
        <w:tab/>
        <w:t>1.013e0</w:t>
      </w:r>
    </w:p>
    <w:p w14:paraId="52DED327" w14:textId="77777777" w:rsidR="00810015" w:rsidRDefault="00810015" w:rsidP="00810015">
      <w:r>
        <w:t>177.3255</w:t>
      </w:r>
      <w:r>
        <w:tab/>
        <w:t>2.025e0</w:t>
      </w:r>
    </w:p>
    <w:p w14:paraId="49576465" w14:textId="77777777" w:rsidR="00810015" w:rsidRDefault="00810015" w:rsidP="00810015">
      <w:r>
        <w:t>177.3291</w:t>
      </w:r>
      <w:r>
        <w:tab/>
        <w:t>1.013e0</w:t>
      </w:r>
    </w:p>
    <w:p w14:paraId="38B35FBE" w14:textId="77777777" w:rsidR="00810015" w:rsidRDefault="00810015" w:rsidP="00810015">
      <w:r>
        <w:t>177.3434</w:t>
      </w:r>
      <w:r>
        <w:tab/>
        <w:t>1.013e0</w:t>
      </w:r>
    </w:p>
    <w:p w14:paraId="546CC8D3" w14:textId="77777777" w:rsidR="00810015" w:rsidRDefault="00810015" w:rsidP="00810015">
      <w:r>
        <w:t>177.3541</w:t>
      </w:r>
      <w:r>
        <w:tab/>
        <w:t>2.025e0</w:t>
      </w:r>
    </w:p>
    <w:p w14:paraId="6C612775" w14:textId="77777777" w:rsidR="00810015" w:rsidRDefault="00810015" w:rsidP="00810015">
      <w:r>
        <w:t>177.3619</w:t>
      </w:r>
      <w:r>
        <w:tab/>
        <w:t>1.013e0</w:t>
      </w:r>
    </w:p>
    <w:p w14:paraId="6633A76A" w14:textId="77777777" w:rsidR="00810015" w:rsidRDefault="00810015" w:rsidP="00810015">
      <w:r>
        <w:t>177.3717</w:t>
      </w:r>
      <w:r>
        <w:tab/>
        <w:t>1.013e0</w:t>
      </w:r>
    </w:p>
    <w:p w14:paraId="66AA8DB5" w14:textId="77777777" w:rsidR="00810015" w:rsidRDefault="00810015" w:rsidP="00810015">
      <w:r>
        <w:t>177.3926</w:t>
      </w:r>
      <w:r>
        <w:tab/>
        <w:t>1.013e0</w:t>
      </w:r>
    </w:p>
    <w:p w14:paraId="380B50CA" w14:textId="77777777" w:rsidR="00810015" w:rsidRDefault="00810015" w:rsidP="00810015">
      <w:r>
        <w:t>177.4276</w:t>
      </w:r>
      <w:r>
        <w:tab/>
        <w:t>1.013e0</w:t>
      </w:r>
    </w:p>
    <w:p w14:paraId="25272EC6" w14:textId="77777777" w:rsidR="00810015" w:rsidRDefault="00810015" w:rsidP="00810015">
      <w:r>
        <w:t>177.4311</w:t>
      </w:r>
      <w:r>
        <w:tab/>
        <w:t>2.025e0</w:t>
      </w:r>
    </w:p>
    <w:p w14:paraId="6B3A3027" w14:textId="77777777" w:rsidR="00810015" w:rsidRDefault="00810015" w:rsidP="00810015">
      <w:r>
        <w:t>177.4461</w:t>
      </w:r>
      <w:r>
        <w:tab/>
        <w:t>2.025e0</w:t>
      </w:r>
    </w:p>
    <w:p w14:paraId="32563A49" w14:textId="77777777" w:rsidR="00810015" w:rsidRDefault="00810015" w:rsidP="00810015">
      <w:r>
        <w:t>177.4562</w:t>
      </w:r>
      <w:r>
        <w:tab/>
        <w:t>1.013e0</w:t>
      </w:r>
    </w:p>
    <w:p w14:paraId="3106CE93" w14:textId="77777777" w:rsidR="00810015" w:rsidRDefault="00810015" w:rsidP="00810015">
      <w:r>
        <w:t>177.4597</w:t>
      </w:r>
      <w:r>
        <w:tab/>
        <w:t>1.013e0</w:t>
      </w:r>
    </w:p>
    <w:p w14:paraId="6D2F9EE3" w14:textId="77777777" w:rsidR="00810015" w:rsidRDefault="00810015" w:rsidP="00810015">
      <w:r>
        <w:t>177.4633</w:t>
      </w:r>
      <w:r>
        <w:tab/>
        <w:t>1.013e0</w:t>
      </w:r>
    </w:p>
    <w:p w14:paraId="56EF613A" w14:textId="77777777" w:rsidR="00810015" w:rsidRDefault="00810015" w:rsidP="00810015">
      <w:r>
        <w:t>177.4793</w:t>
      </w:r>
      <w:r>
        <w:tab/>
        <w:t>2.025e0</w:t>
      </w:r>
    </w:p>
    <w:p w14:paraId="3871C42A" w14:textId="77777777" w:rsidR="00810015" w:rsidRDefault="00810015" w:rsidP="00810015">
      <w:r>
        <w:t>177.4811</w:t>
      </w:r>
      <w:r>
        <w:tab/>
        <w:t>1.013e0</w:t>
      </w:r>
    </w:p>
    <w:p w14:paraId="7F7F4DC7" w14:textId="77777777" w:rsidR="00810015" w:rsidRDefault="00810015" w:rsidP="00810015">
      <w:r>
        <w:t>177.4847</w:t>
      </w:r>
      <w:r>
        <w:tab/>
        <w:t>1.013e0</w:t>
      </w:r>
    </w:p>
    <w:p w14:paraId="51D7D948" w14:textId="77777777" w:rsidR="00810015" w:rsidRDefault="00810015" w:rsidP="00810015">
      <w:r>
        <w:lastRenderedPageBreak/>
        <w:t>177.4889</w:t>
      </w:r>
      <w:r>
        <w:tab/>
        <w:t>1.013e0</w:t>
      </w:r>
    </w:p>
    <w:p w14:paraId="60B78116" w14:textId="77777777" w:rsidR="00810015" w:rsidRDefault="00810015" w:rsidP="00810015">
      <w:r>
        <w:t>177.4918</w:t>
      </w:r>
      <w:r>
        <w:tab/>
        <w:t>1.013e0</w:t>
      </w:r>
    </w:p>
    <w:p w14:paraId="7AE01257" w14:textId="77777777" w:rsidR="00810015" w:rsidRDefault="00810015" w:rsidP="00810015">
      <w:r>
        <w:t>177.5096</w:t>
      </w:r>
      <w:r>
        <w:tab/>
        <w:t>1.013e0</w:t>
      </w:r>
    </w:p>
    <w:p w14:paraId="012C7C49" w14:textId="77777777" w:rsidR="00810015" w:rsidRDefault="00810015" w:rsidP="00810015">
      <w:r>
        <w:t>177.5138</w:t>
      </w:r>
      <w:r>
        <w:tab/>
        <w:t>1.013e0</w:t>
      </w:r>
    </w:p>
    <w:p w14:paraId="22A8A68E" w14:textId="77777777" w:rsidR="00810015" w:rsidRDefault="00810015" w:rsidP="00810015">
      <w:r>
        <w:t>177.5168</w:t>
      </w:r>
      <w:r>
        <w:tab/>
        <w:t>1.013e0</w:t>
      </w:r>
    </w:p>
    <w:p w14:paraId="3B0A6B9B" w14:textId="77777777" w:rsidR="00810015" w:rsidRDefault="00810015" w:rsidP="00810015">
      <w:r>
        <w:t>177.5327</w:t>
      </w:r>
      <w:r>
        <w:tab/>
        <w:t>3.038e0</w:t>
      </w:r>
    </w:p>
    <w:p w14:paraId="19CEEC5F" w14:textId="77777777" w:rsidR="00810015" w:rsidRDefault="00810015" w:rsidP="00810015">
      <w:r>
        <w:t>177.5346</w:t>
      </w:r>
      <w:r>
        <w:tab/>
        <w:t>1.013e0</w:t>
      </w:r>
    </w:p>
    <w:p w14:paraId="324EA638" w14:textId="77777777" w:rsidR="00810015" w:rsidRDefault="00810015" w:rsidP="00810015">
      <w:r>
        <w:t>177.5388</w:t>
      </w:r>
      <w:r>
        <w:tab/>
        <w:t>2.025e0</w:t>
      </w:r>
    </w:p>
    <w:p w14:paraId="0E4B848B" w14:textId="77777777" w:rsidR="00810015" w:rsidRDefault="00810015" w:rsidP="00810015">
      <w:r>
        <w:t>177.5489</w:t>
      </w:r>
      <w:r>
        <w:tab/>
        <w:t>1.013e0</w:t>
      </w:r>
    </w:p>
    <w:p w14:paraId="022885F1" w14:textId="77777777" w:rsidR="00810015" w:rsidRDefault="00810015" w:rsidP="00810015">
      <w:r>
        <w:t>177.5557</w:t>
      </w:r>
      <w:r>
        <w:tab/>
        <w:t>3.038e0</w:t>
      </w:r>
    </w:p>
    <w:p w14:paraId="67A71FED" w14:textId="77777777" w:rsidR="00810015" w:rsidRDefault="00810015" w:rsidP="00810015">
      <w:r>
        <w:t>177.5732</w:t>
      </w:r>
      <w:r>
        <w:tab/>
        <w:t>1.013e0</w:t>
      </w:r>
    </w:p>
    <w:p w14:paraId="1180BBD7" w14:textId="77777777" w:rsidR="00810015" w:rsidRDefault="00810015" w:rsidP="00810015">
      <w:r>
        <w:t>177.5843</w:t>
      </w:r>
      <w:r>
        <w:tab/>
        <w:t>1.013e0</w:t>
      </w:r>
    </w:p>
    <w:p w14:paraId="12B2F170" w14:textId="77777777" w:rsidR="00810015" w:rsidRDefault="00810015" w:rsidP="00810015">
      <w:r>
        <w:t>177.5976</w:t>
      </w:r>
      <w:r>
        <w:tab/>
        <w:t>1.013e0</w:t>
      </w:r>
    </w:p>
    <w:p w14:paraId="75E5105A" w14:textId="77777777" w:rsidR="00810015" w:rsidRDefault="00810015" w:rsidP="00810015">
      <w:r>
        <w:t>177.6171</w:t>
      </w:r>
      <w:r>
        <w:tab/>
        <w:t>2.025e0</w:t>
      </w:r>
    </w:p>
    <w:p w14:paraId="6FB15583" w14:textId="77777777" w:rsidR="00810015" w:rsidRDefault="00810015" w:rsidP="00810015">
      <w:r>
        <w:t>177.6224</w:t>
      </w:r>
      <w:r>
        <w:tab/>
        <w:t>1.013e0</w:t>
      </w:r>
    </w:p>
    <w:p w14:paraId="012A7682" w14:textId="77777777" w:rsidR="00810015" w:rsidRDefault="00810015" w:rsidP="00810015">
      <w:r>
        <w:t>177.6296</w:t>
      </w:r>
      <w:r>
        <w:tab/>
        <w:t>1.013e0</w:t>
      </w:r>
    </w:p>
    <w:p w14:paraId="55110CB4" w14:textId="77777777" w:rsidR="00810015" w:rsidRDefault="00810015" w:rsidP="00810015">
      <w:r>
        <w:t>177.6474</w:t>
      </w:r>
      <w:r>
        <w:tab/>
        <w:t>1.013e0</w:t>
      </w:r>
    </w:p>
    <w:p w14:paraId="0A212711" w14:textId="77777777" w:rsidR="00810015" w:rsidRDefault="00810015" w:rsidP="00810015">
      <w:r>
        <w:t>177.6795</w:t>
      </w:r>
      <w:r>
        <w:tab/>
        <w:t>1.013e0</w:t>
      </w:r>
    </w:p>
    <w:p w14:paraId="34E475AB" w14:textId="77777777" w:rsidR="00810015" w:rsidRDefault="00810015" w:rsidP="00810015">
      <w:r>
        <w:t>177.6837</w:t>
      </w:r>
      <w:r>
        <w:tab/>
        <w:t>1.013e0</w:t>
      </w:r>
    </w:p>
    <w:p w14:paraId="3B82E754" w14:textId="77777777" w:rsidR="00810015" w:rsidRDefault="00810015" w:rsidP="00810015">
      <w:r>
        <w:lastRenderedPageBreak/>
        <w:t>177.7506</w:t>
      </w:r>
      <w:r>
        <w:tab/>
        <w:t>1.013e0</w:t>
      </w:r>
    </w:p>
    <w:p w14:paraId="27F162ED" w14:textId="77777777" w:rsidR="00810015" w:rsidRDefault="00810015" w:rsidP="00810015">
      <w:r>
        <w:t>177.7617</w:t>
      </w:r>
      <w:r>
        <w:tab/>
        <w:t>1.013e0</w:t>
      </w:r>
    </w:p>
    <w:p w14:paraId="726CD6AA" w14:textId="77777777" w:rsidR="00810015" w:rsidRDefault="00810015" w:rsidP="00810015">
      <w:r>
        <w:t>177.7680</w:t>
      </w:r>
      <w:r>
        <w:tab/>
        <w:t>1.013e0</w:t>
      </w:r>
    </w:p>
    <w:p w14:paraId="54743D47" w14:textId="77777777" w:rsidR="00810015" w:rsidRDefault="00810015" w:rsidP="00810015">
      <w:r>
        <w:t>177.7756</w:t>
      </w:r>
      <w:r>
        <w:tab/>
        <w:t>1.013e0</w:t>
      </w:r>
    </w:p>
    <w:p w14:paraId="0A5FC103" w14:textId="77777777" w:rsidR="00810015" w:rsidRDefault="00810015" w:rsidP="00810015">
      <w:r>
        <w:t>177.7784</w:t>
      </w:r>
      <w:r>
        <w:tab/>
        <w:t>1.013e0</w:t>
      </w:r>
    </w:p>
    <w:p w14:paraId="167C3901" w14:textId="77777777" w:rsidR="00810015" w:rsidRDefault="00810015" w:rsidP="00810015">
      <w:r>
        <w:t>177.8102</w:t>
      </w:r>
      <w:r>
        <w:tab/>
        <w:t>1.013e0</w:t>
      </w:r>
    </w:p>
    <w:p w14:paraId="36A39595" w14:textId="77777777" w:rsidR="00810015" w:rsidRDefault="00810015" w:rsidP="00810015">
      <w:r>
        <w:t>177.8180</w:t>
      </w:r>
      <w:r>
        <w:tab/>
        <w:t>1.013e0</w:t>
      </w:r>
    </w:p>
    <w:p w14:paraId="3CAE5423" w14:textId="77777777" w:rsidR="00810015" w:rsidRDefault="00810015" w:rsidP="00810015">
      <w:r>
        <w:t>177.8281</w:t>
      </w:r>
      <w:r>
        <w:tab/>
        <w:t>1.013e0</w:t>
      </w:r>
    </w:p>
    <w:p w14:paraId="06DEA8D9" w14:textId="77777777" w:rsidR="00810015" w:rsidRDefault="00810015" w:rsidP="00810015">
      <w:r>
        <w:t>177.8352</w:t>
      </w:r>
      <w:r>
        <w:tab/>
        <w:t>2.025e0</w:t>
      </w:r>
    </w:p>
    <w:p w14:paraId="2700300D" w14:textId="77777777" w:rsidR="00810015" w:rsidRDefault="00810015" w:rsidP="00810015">
      <w:r>
        <w:t>177.8495</w:t>
      </w:r>
      <w:r>
        <w:tab/>
        <w:t>1.013e0</w:t>
      </w:r>
    </w:p>
    <w:p w14:paraId="4D40246F" w14:textId="77777777" w:rsidR="00810015" w:rsidRDefault="00810015" w:rsidP="00810015">
      <w:r>
        <w:t>177.8537</w:t>
      </w:r>
      <w:r>
        <w:tab/>
        <w:t>2.025e0</w:t>
      </w:r>
    </w:p>
    <w:p w14:paraId="30C29BA1" w14:textId="77777777" w:rsidR="00810015" w:rsidRDefault="00810015" w:rsidP="00810015">
      <w:r>
        <w:t>177.8851</w:t>
      </w:r>
      <w:r>
        <w:tab/>
        <w:t>1.013e0</w:t>
      </w:r>
    </w:p>
    <w:p w14:paraId="34D93925" w14:textId="77777777" w:rsidR="00810015" w:rsidRDefault="00810015" w:rsidP="00810015">
      <w:r>
        <w:t>177.9101</w:t>
      </w:r>
      <w:r>
        <w:tab/>
        <w:t>1.013e0</w:t>
      </w:r>
    </w:p>
    <w:p w14:paraId="0C720920" w14:textId="77777777" w:rsidR="00810015" w:rsidRDefault="00810015" w:rsidP="00810015">
      <w:r>
        <w:t>177.9490</w:t>
      </w:r>
      <w:r>
        <w:tab/>
        <w:t>1.013e0</w:t>
      </w:r>
    </w:p>
    <w:p w14:paraId="0DD4CB72" w14:textId="77777777" w:rsidR="00810015" w:rsidRDefault="00810015" w:rsidP="00810015">
      <w:r>
        <w:t>177.9594</w:t>
      </w:r>
      <w:r>
        <w:tab/>
        <w:t>1.013e0</w:t>
      </w:r>
    </w:p>
    <w:p w14:paraId="378D9E72" w14:textId="77777777" w:rsidR="00810015" w:rsidRDefault="00810015" w:rsidP="00810015">
      <w:r>
        <w:t>177.9733</w:t>
      </w:r>
      <w:r>
        <w:tab/>
        <w:t>1.013e0</w:t>
      </w:r>
    </w:p>
    <w:p w14:paraId="4F044093" w14:textId="77777777" w:rsidR="00810015" w:rsidRDefault="00810015" w:rsidP="00810015">
      <w:r>
        <w:t>177.9914</w:t>
      </w:r>
      <w:r>
        <w:tab/>
        <w:t>1.013e0</w:t>
      </w:r>
    </w:p>
    <w:p w14:paraId="712E13FA" w14:textId="77777777" w:rsidR="00810015" w:rsidRDefault="00810015" w:rsidP="00810015">
      <w:r>
        <w:t>178.0069</w:t>
      </w:r>
      <w:r>
        <w:tab/>
        <w:t>2.025e0</w:t>
      </w:r>
    </w:p>
    <w:p w14:paraId="0FC15017" w14:textId="77777777" w:rsidR="00810015" w:rsidRDefault="00810015" w:rsidP="00810015">
      <w:r>
        <w:t>178.0087</w:t>
      </w:r>
      <w:r>
        <w:tab/>
        <w:t>1.013e0</w:t>
      </w:r>
    </w:p>
    <w:p w14:paraId="062A35FC" w14:textId="77777777" w:rsidR="00810015" w:rsidRDefault="00810015" w:rsidP="00810015">
      <w:r>
        <w:lastRenderedPageBreak/>
        <w:t>178.0123</w:t>
      </w:r>
      <w:r>
        <w:tab/>
        <w:t>1.013e0</w:t>
      </w:r>
    </w:p>
    <w:p w14:paraId="1C65BDCB" w14:textId="77777777" w:rsidR="00810015" w:rsidRDefault="00810015" w:rsidP="00810015">
      <w:r>
        <w:t>178.0212</w:t>
      </w:r>
      <w:r>
        <w:tab/>
        <w:t>2.025e0</w:t>
      </w:r>
    </w:p>
    <w:p w14:paraId="062EE5E6" w14:textId="77777777" w:rsidR="00810015" w:rsidRDefault="00810015" w:rsidP="00810015">
      <w:r>
        <w:t>178.0338</w:t>
      </w:r>
      <w:r>
        <w:tab/>
        <w:t>3.038e0</w:t>
      </w:r>
    </w:p>
    <w:p w14:paraId="5036512A" w14:textId="77777777" w:rsidR="00810015" w:rsidRDefault="00810015" w:rsidP="00810015">
      <w:r>
        <w:t>178.0445</w:t>
      </w:r>
      <w:r>
        <w:tab/>
        <w:t>1.013e0</w:t>
      </w:r>
    </w:p>
    <w:p w14:paraId="4ED4A354" w14:textId="77777777" w:rsidR="00810015" w:rsidRDefault="00810015" w:rsidP="00810015">
      <w:r>
        <w:t>178.0551</w:t>
      </w:r>
      <w:r>
        <w:tab/>
        <w:t>1.013e0</w:t>
      </w:r>
    </w:p>
    <w:p w14:paraId="4E8ABD02" w14:textId="77777777" w:rsidR="00810015" w:rsidRDefault="00810015" w:rsidP="00810015">
      <w:r>
        <w:t>178.0599</w:t>
      </w:r>
      <w:r>
        <w:tab/>
        <w:t>5.063e0</w:t>
      </w:r>
    </w:p>
    <w:p w14:paraId="3B81DA5B" w14:textId="77777777" w:rsidR="00810015" w:rsidRDefault="00810015" w:rsidP="00810015">
      <w:r>
        <w:t>178.0665</w:t>
      </w:r>
      <w:r>
        <w:tab/>
        <w:t>2.025e0</w:t>
      </w:r>
    </w:p>
    <w:p w14:paraId="7FA2ACB9" w14:textId="77777777" w:rsidR="00810015" w:rsidRDefault="00810015" w:rsidP="00810015">
      <w:r>
        <w:t>178.0755</w:t>
      </w:r>
      <w:r>
        <w:tab/>
        <w:t>2.401e0</w:t>
      </w:r>
    </w:p>
    <w:p w14:paraId="1EC922FB" w14:textId="77777777" w:rsidR="00810015" w:rsidRDefault="00810015" w:rsidP="00810015">
      <w:r>
        <w:t>178.0840</w:t>
      </w:r>
      <w:r>
        <w:tab/>
        <w:t>7.429e0</w:t>
      </w:r>
    </w:p>
    <w:p w14:paraId="254FAEB5" w14:textId="77777777" w:rsidR="00810015" w:rsidRDefault="00810015" w:rsidP="00810015">
      <w:r>
        <w:t>178.1076</w:t>
      </w:r>
      <w:r>
        <w:tab/>
        <w:t>2.081e1</w:t>
      </w:r>
    </w:p>
    <w:p w14:paraId="7CEE2014" w14:textId="77777777" w:rsidR="00810015" w:rsidRDefault="00810015" w:rsidP="00810015">
      <w:r>
        <w:t>178.1093</w:t>
      </w:r>
      <w:r>
        <w:tab/>
        <w:t>6.780e1</w:t>
      </w:r>
    </w:p>
    <w:p w14:paraId="5651A6A9" w14:textId="77777777" w:rsidR="00810015" w:rsidRDefault="00810015" w:rsidP="00810015">
      <w:r>
        <w:t>178.1105</w:t>
      </w:r>
      <w:r>
        <w:tab/>
        <w:t>7.279e1</w:t>
      </w:r>
    </w:p>
    <w:p w14:paraId="157383EE" w14:textId="77777777" w:rsidR="00810015" w:rsidRDefault="00810015" w:rsidP="00810015">
      <w:r>
        <w:t>178.1475</w:t>
      </w:r>
      <w:r>
        <w:tab/>
        <w:t>1.013e0</w:t>
      </w:r>
    </w:p>
    <w:p w14:paraId="0B98EF78" w14:textId="77777777" w:rsidR="00810015" w:rsidRDefault="00810015" w:rsidP="00810015">
      <w:r>
        <w:t>178.1510</w:t>
      </w:r>
      <w:r>
        <w:tab/>
        <w:t>1.013e0</w:t>
      </w:r>
    </w:p>
    <w:p w14:paraId="0527964E" w14:textId="77777777" w:rsidR="00810015" w:rsidRDefault="00810015" w:rsidP="00810015">
      <w:r>
        <w:t>178.1587</w:t>
      </w:r>
      <w:r>
        <w:tab/>
        <w:t>3.038e0</w:t>
      </w:r>
    </w:p>
    <w:p w14:paraId="5ABDDB4B" w14:textId="77777777" w:rsidR="00810015" w:rsidRDefault="00810015" w:rsidP="00810015">
      <w:r>
        <w:t>178.1627</w:t>
      </w:r>
      <w:r>
        <w:tab/>
        <w:t>4.051e0</w:t>
      </w:r>
    </w:p>
    <w:p w14:paraId="4092A57C" w14:textId="77777777" w:rsidR="00810015" w:rsidRDefault="00810015" w:rsidP="00810015">
      <w:r>
        <w:t>178.1690</w:t>
      </w:r>
      <w:r>
        <w:tab/>
        <w:t>2.025e0</w:t>
      </w:r>
    </w:p>
    <w:p w14:paraId="54E36CB3" w14:textId="77777777" w:rsidR="00810015" w:rsidRDefault="00810015" w:rsidP="00810015">
      <w:r>
        <w:t>178.1966</w:t>
      </w:r>
      <w:r>
        <w:tab/>
        <w:t>1.013e0</w:t>
      </w:r>
    </w:p>
    <w:p w14:paraId="33CDE306" w14:textId="77777777" w:rsidR="00810015" w:rsidRDefault="00810015" w:rsidP="00810015">
      <w:r>
        <w:t>178.2044</w:t>
      </w:r>
      <w:r>
        <w:tab/>
        <w:t>1.013e0</w:t>
      </w:r>
    </w:p>
    <w:p w14:paraId="7C8B2868" w14:textId="77777777" w:rsidR="00810015" w:rsidRDefault="00810015" w:rsidP="00810015">
      <w:r>
        <w:lastRenderedPageBreak/>
        <w:t>178.2181</w:t>
      </w:r>
      <w:r>
        <w:tab/>
        <w:t>1.013e0</w:t>
      </w:r>
    </w:p>
    <w:p w14:paraId="019A05B6" w14:textId="77777777" w:rsidR="00810015" w:rsidRDefault="00810015" w:rsidP="00810015">
      <w:r>
        <w:t>178.2437</w:t>
      </w:r>
      <w:r>
        <w:tab/>
        <w:t>1.013e0</w:t>
      </w:r>
    </w:p>
    <w:p w14:paraId="0CD9C833" w14:textId="77777777" w:rsidR="00810015" w:rsidRDefault="00810015" w:rsidP="00810015">
      <w:r>
        <w:t>178.2609</w:t>
      </w:r>
      <w:r>
        <w:tab/>
        <w:t>2.025e0</w:t>
      </w:r>
    </w:p>
    <w:p w14:paraId="19E1FF08" w14:textId="77777777" w:rsidR="00810015" w:rsidRDefault="00810015" w:rsidP="00810015">
      <w:r>
        <w:t>178.2859</w:t>
      </w:r>
      <w:r>
        <w:tab/>
        <w:t>1.013e0</w:t>
      </w:r>
    </w:p>
    <w:p w14:paraId="0E01A539" w14:textId="77777777" w:rsidR="00810015" w:rsidRDefault="00810015" w:rsidP="00810015">
      <w:r>
        <w:t>178.3074</w:t>
      </w:r>
      <w:r>
        <w:tab/>
        <w:t>1.013e0</w:t>
      </w:r>
    </w:p>
    <w:p w14:paraId="702C263A" w14:textId="77777777" w:rsidR="00810015" w:rsidRDefault="00810015" w:rsidP="00810015">
      <w:r>
        <w:t>178.3116</w:t>
      </w:r>
      <w:r>
        <w:tab/>
        <w:t>1.013e0</w:t>
      </w:r>
    </w:p>
    <w:p w14:paraId="68C36F33" w14:textId="77777777" w:rsidR="00810015" w:rsidRDefault="00810015" w:rsidP="00810015">
      <w:r>
        <w:t>178.3146</w:t>
      </w:r>
      <w:r>
        <w:tab/>
        <w:t>3.038e0</w:t>
      </w:r>
    </w:p>
    <w:p w14:paraId="2C8DDDF5" w14:textId="77777777" w:rsidR="00810015" w:rsidRDefault="00810015" w:rsidP="00810015">
      <w:r>
        <w:t>178.3270</w:t>
      </w:r>
      <w:r>
        <w:tab/>
        <w:t>2.025e0</w:t>
      </w:r>
    </w:p>
    <w:p w14:paraId="5988BF18" w14:textId="77777777" w:rsidR="00810015" w:rsidRDefault="00810015" w:rsidP="00810015">
      <w:r>
        <w:t>178.3469</w:t>
      </w:r>
      <w:r>
        <w:tab/>
        <w:t>1.013e0</w:t>
      </w:r>
    </w:p>
    <w:p w14:paraId="6E17D34F" w14:textId="77777777" w:rsidR="00810015" w:rsidRDefault="00810015" w:rsidP="00810015">
      <w:r>
        <w:t>178.3637</w:t>
      </w:r>
      <w:r>
        <w:tab/>
        <w:t>1.013e0</w:t>
      </w:r>
    </w:p>
    <w:p w14:paraId="23126481" w14:textId="77777777" w:rsidR="00810015" w:rsidRDefault="00810015" w:rsidP="00810015">
      <w:r>
        <w:t>178.3812</w:t>
      </w:r>
      <w:r>
        <w:tab/>
        <w:t>1.013e0</w:t>
      </w:r>
    </w:p>
    <w:p w14:paraId="13A6646F" w14:textId="77777777" w:rsidR="00810015" w:rsidRDefault="00810015" w:rsidP="00810015">
      <w:r>
        <w:t>178.3887</w:t>
      </w:r>
      <w:r>
        <w:tab/>
        <w:t>2.025e0</w:t>
      </w:r>
    </w:p>
    <w:p w14:paraId="7167B94F" w14:textId="77777777" w:rsidR="00810015" w:rsidRDefault="00810015" w:rsidP="00810015">
      <w:r>
        <w:t>178.4204</w:t>
      </w:r>
      <w:r>
        <w:tab/>
        <w:t>1.013e0</w:t>
      </w:r>
    </w:p>
    <w:p w14:paraId="333CF460" w14:textId="77777777" w:rsidR="00810015" w:rsidRDefault="00810015" w:rsidP="00810015">
      <w:r>
        <w:t>178.4311</w:t>
      </w:r>
      <w:r>
        <w:tab/>
        <w:t>1.013e0</w:t>
      </w:r>
    </w:p>
    <w:p w14:paraId="4477D746" w14:textId="77777777" w:rsidR="00810015" w:rsidRDefault="00810015" w:rsidP="00810015">
      <w:r>
        <w:t>178.4371</w:t>
      </w:r>
      <w:r>
        <w:tab/>
        <w:t>2.025e0</w:t>
      </w:r>
    </w:p>
    <w:p w14:paraId="448A6E73" w14:textId="77777777" w:rsidR="00810015" w:rsidRDefault="00810015" w:rsidP="00810015">
      <w:r>
        <w:t>178.4525</w:t>
      </w:r>
      <w:r>
        <w:tab/>
        <w:t>1.013e0</w:t>
      </w:r>
    </w:p>
    <w:p w14:paraId="0DBBF956" w14:textId="77777777" w:rsidR="00810015" w:rsidRDefault="00810015" w:rsidP="00810015">
      <w:r>
        <w:t>178.4710</w:t>
      </w:r>
      <w:r>
        <w:tab/>
        <w:t>1.013e0</w:t>
      </w:r>
    </w:p>
    <w:p w14:paraId="7F591D9F" w14:textId="77777777" w:rsidR="00810015" w:rsidRDefault="00810015" w:rsidP="00810015">
      <w:r>
        <w:t>178.5061</w:t>
      </w:r>
      <w:r>
        <w:tab/>
        <w:t>1.013e0</w:t>
      </w:r>
    </w:p>
    <w:p w14:paraId="18D2649C" w14:textId="77777777" w:rsidR="00810015" w:rsidRDefault="00810015" w:rsidP="00810015">
      <w:r>
        <w:t>178.5295</w:t>
      </w:r>
      <w:r>
        <w:tab/>
        <w:t>2.025e0</w:t>
      </w:r>
    </w:p>
    <w:p w14:paraId="5A6A7449" w14:textId="77777777" w:rsidR="00810015" w:rsidRDefault="00810015" w:rsidP="00810015">
      <w:r>
        <w:lastRenderedPageBreak/>
        <w:t>178.5312</w:t>
      </w:r>
      <w:r>
        <w:tab/>
        <w:t>1.013e0</w:t>
      </w:r>
    </w:p>
    <w:p w14:paraId="40FBF687" w14:textId="77777777" w:rsidR="00810015" w:rsidRDefault="00810015" w:rsidP="00810015">
      <w:r>
        <w:t>178.5522</w:t>
      </w:r>
      <w:r>
        <w:tab/>
        <w:t>1.013e0</w:t>
      </w:r>
    </w:p>
    <w:p w14:paraId="1D2D6300" w14:textId="77777777" w:rsidR="00810015" w:rsidRDefault="00810015" w:rsidP="00810015">
      <w:r>
        <w:t>178.5573</w:t>
      </w:r>
      <w:r>
        <w:tab/>
        <w:t>4.972e0</w:t>
      </w:r>
    </w:p>
    <w:p w14:paraId="713BB530" w14:textId="77777777" w:rsidR="00810015" w:rsidRDefault="00810015" w:rsidP="00810015">
      <w:r>
        <w:t>178.5592</w:t>
      </w:r>
      <w:r>
        <w:tab/>
        <w:t>1.013e0</w:t>
      </w:r>
    </w:p>
    <w:p w14:paraId="1AA2E980" w14:textId="77777777" w:rsidR="00810015" w:rsidRDefault="00810015" w:rsidP="00810015">
      <w:r>
        <w:t>178.5906</w:t>
      </w:r>
      <w:r>
        <w:tab/>
        <w:t>1.013e0</w:t>
      </w:r>
    </w:p>
    <w:p w14:paraId="76E49F1A" w14:textId="77777777" w:rsidR="00810015" w:rsidRDefault="00810015" w:rsidP="00810015">
      <w:r>
        <w:t>178.6048</w:t>
      </w:r>
      <w:r>
        <w:tab/>
        <w:t>1.013e0</w:t>
      </w:r>
    </w:p>
    <w:p w14:paraId="3BB88CDA" w14:textId="77777777" w:rsidR="00810015" w:rsidRDefault="00810015" w:rsidP="00810015">
      <w:r>
        <w:t>178.6538</w:t>
      </w:r>
      <w:r>
        <w:tab/>
        <w:t>2.025e0</w:t>
      </w:r>
    </w:p>
    <w:p w14:paraId="320049F5" w14:textId="77777777" w:rsidR="00810015" w:rsidRDefault="00810015" w:rsidP="00810015">
      <w:r>
        <w:t>178.6948</w:t>
      </w:r>
      <w:r>
        <w:tab/>
        <w:t>1.013e0</w:t>
      </w:r>
    </w:p>
    <w:p w14:paraId="50220FC6" w14:textId="77777777" w:rsidR="00810015" w:rsidRDefault="00810015" w:rsidP="00810015">
      <w:r>
        <w:t>178.7085</w:t>
      </w:r>
      <w:r>
        <w:tab/>
        <w:t>1.013e0</w:t>
      </w:r>
    </w:p>
    <w:p w14:paraId="45C3FB9E" w14:textId="77777777" w:rsidR="00810015" w:rsidRDefault="00810015" w:rsidP="00810015">
      <w:r>
        <w:t>178.7121</w:t>
      </w:r>
      <w:r>
        <w:tab/>
        <w:t>1.013e0</w:t>
      </w:r>
    </w:p>
    <w:p w14:paraId="0A98AA54" w14:textId="77777777" w:rsidR="00810015" w:rsidRDefault="00810015" w:rsidP="00810015">
      <w:r>
        <w:t>178.7228</w:t>
      </w:r>
      <w:r>
        <w:tab/>
        <w:t>1.013e0</w:t>
      </w:r>
    </w:p>
    <w:p w14:paraId="1DCB0866" w14:textId="77777777" w:rsidR="00810015" w:rsidRDefault="00810015" w:rsidP="00810015">
      <w:r>
        <w:t>178.7253</w:t>
      </w:r>
      <w:r>
        <w:tab/>
        <w:t>2.025e0</w:t>
      </w:r>
    </w:p>
    <w:p w14:paraId="110DE728" w14:textId="77777777" w:rsidR="00810015" w:rsidRDefault="00810015" w:rsidP="00810015">
      <w:r>
        <w:t>178.7300</w:t>
      </w:r>
      <w:r>
        <w:tab/>
        <w:t>1.013e0</w:t>
      </w:r>
    </w:p>
    <w:p w14:paraId="5D69A28D" w14:textId="77777777" w:rsidR="00810015" w:rsidRDefault="00810015" w:rsidP="00810015">
      <w:r>
        <w:t>178.7372</w:t>
      </w:r>
      <w:r>
        <w:tab/>
        <w:t>1.013e0</w:t>
      </w:r>
    </w:p>
    <w:p w14:paraId="388DDDD4" w14:textId="77777777" w:rsidR="00810015" w:rsidRDefault="00810015" w:rsidP="00810015">
      <w:r>
        <w:t>178.7520</w:t>
      </w:r>
      <w:r>
        <w:tab/>
        <w:t>1.013e0</w:t>
      </w:r>
    </w:p>
    <w:p w14:paraId="3583E95B" w14:textId="77777777" w:rsidR="00810015" w:rsidRDefault="00810015" w:rsidP="00810015">
      <w:r>
        <w:t>178.7583</w:t>
      </w:r>
      <w:r>
        <w:tab/>
        <w:t>1.013e0</w:t>
      </w:r>
    </w:p>
    <w:p w14:paraId="209C0BA5" w14:textId="77777777" w:rsidR="00810015" w:rsidRDefault="00810015" w:rsidP="00810015">
      <w:r>
        <w:t>178.7793</w:t>
      </w:r>
      <w:r>
        <w:tab/>
        <w:t>1.013e0</w:t>
      </w:r>
    </w:p>
    <w:p w14:paraId="1D778CA4" w14:textId="77777777" w:rsidR="00810015" w:rsidRDefault="00810015" w:rsidP="00810015">
      <w:r>
        <w:t>178.8073</w:t>
      </w:r>
      <w:r>
        <w:tab/>
        <w:t>1.013e0</w:t>
      </w:r>
    </w:p>
    <w:p w14:paraId="0E5B1EF0" w14:textId="77777777" w:rsidR="00810015" w:rsidRDefault="00810015" w:rsidP="00810015">
      <w:r>
        <w:t>178.8143</w:t>
      </w:r>
      <w:r>
        <w:tab/>
        <w:t>2.025e0</w:t>
      </w:r>
    </w:p>
    <w:p w14:paraId="58BE88DF" w14:textId="77777777" w:rsidR="00810015" w:rsidRDefault="00810015" w:rsidP="00810015">
      <w:r>
        <w:lastRenderedPageBreak/>
        <w:t>178.8179</w:t>
      </w:r>
      <w:r>
        <w:tab/>
        <w:t>1.013e0</w:t>
      </w:r>
    </w:p>
    <w:p w14:paraId="2095A8E2" w14:textId="77777777" w:rsidR="00810015" w:rsidRDefault="00810015" w:rsidP="00810015">
      <w:r>
        <w:t>178.8287</w:t>
      </w:r>
      <w:r>
        <w:tab/>
        <w:t>1.013e0</w:t>
      </w:r>
    </w:p>
    <w:p w14:paraId="287C9FB9" w14:textId="77777777" w:rsidR="00810015" w:rsidRDefault="00810015" w:rsidP="00810015">
      <w:r>
        <w:t>178.8395</w:t>
      </w:r>
      <w:r>
        <w:tab/>
        <w:t>2.025e0</w:t>
      </w:r>
    </w:p>
    <w:p w14:paraId="500849D5" w14:textId="77777777" w:rsidR="00810015" w:rsidRDefault="00810015" w:rsidP="00810015">
      <w:r>
        <w:t>178.8437</w:t>
      </w:r>
      <w:r>
        <w:tab/>
        <w:t>1.013e0</w:t>
      </w:r>
    </w:p>
    <w:p w14:paraId="6905511C" w14:textId="77777777" w:rsidR="00810015" w:rsidRDefault="00810015" w:rsidP="00810015">
      <w:r>
        <w:t>178.8753</w:t>
      </w:r>
      <w:r>
        <w:tab/>
        <w:t>1.013e0</w:t>
      </w:r>
    </w:p>
    <w:p w14:paraId="0C058C1F" w14:textId="77777777" w:rsidR="00810015" w:rsidRDefault="00810015" w:rsidP="00810015">
      <w:r>
        <w:t>178.8795</w:t>
      </w:r>
      <w:r>
        <w:tab/>
        <w:t>1.013e0</w:t>
      </w:r>
    </w:p>
    <w:p w14:paraId="4BDD38C8" w14:textId="77777777" w:rsidR="00810015" w:rsidRDefault="00810015" w:rsidP="00810015">
      <w:r>
        <w:t>178.9080</w:t>
      </w:r>
      <w:r>
        <w:tab/>
        <w:t>1.013e0</w:t>
      </w:r>
    </w:p>
    <w:p w14:paraId="00D8415A" w14:textId="77777777" w:rsidR="00810015" w:rsidRDefault="00810015" w:rsidP="00810015">
      <w:r>
        <w:t>178.9396</w:t>
      </w:r>
      <w:r>
        <w:tab/>
        <w:t>1.013e0</w:t>
      </w:r>
    </w:p>
    <w:p w14:paraId="034FD45E" w14:textId="77777777" w:rsidR="00810015" w:rsidRDefault="00810015" w:rsidP="00810015">
      <w:r>
        <w:t>178.9474</w:t>
      </w:r>
      <w:r>
        <w:tab/>
        <w:t>1.013e0</w:t>
      </w:r>
    </w:p>
    <w:p w14:paraId="2892D63E" w14:textId="77777777" w:rsidR="00810015" w:rsidRDefault="00810015" w:rsidP="00810015">
      <w:r>
        <w:t>178.9877</w:t>
      </w:r>
      <w:r>
        <w:tab/>
        <w:t>6.076e0</w:t>
      </w:r>
    </w:p>
    <w:p w14:paraId="2431E16D" w14:textId="77777777" w:rsidR="00810015" w:rsidRDefault="00810015" w:rsidP="00810015">
      <w:r>
        <w:t>178.9892</w:t>
      </w:r>
      <w:r>
        <w:tab/>
        <w:t>2.025e0</w:t>
      </w:r>
    </w:p>
    <w:p w14:paraId="28A1D613" w14:textId="77777777" w:rsidR="00810015" w:rsidRDefault="00810015" w:rsidP="00810015">
      <w:r>
        <w:t>179.0093</w:t>
      </w:r>
      <w:r>
        <w:tab/>
        <w:t>1.402e1</w:t>
      </w:r>
    </w:p>
    <w:p w14:paraId="639E4CF6" w14:textId="77777777" w:rsidR="00810015" w:rsidRDefault="00810015" w:rsidP="00810015">
      <w:r>
        <w:t>179.0114</w:t>
      </w:r>
      <w:r>
        <w:tab/>
        <w:t>6.076e0</w:t>
      </w:r>
    </w:p>
    <w:p w14:paraId="4AFB6873" w14:textId="77777777" w:rsidR="00810015" w:rsidRDefault="00810015" w:rsidP="00810015">
      <w:r>
        <w:t>179.0145</w:t>
      </w:r>
      <w:r>
        <w:tab/>
        <w:t>2.704e1</w:t>
      </w:r>
    </w:p>
    <w:p w14:paraId="29E2D54D" w14:textId="77777777" w:rsidR="00810015" w:rsidRDefault="00810015" w:rsidP="00810015">
      <w:r>
        <w:t>179.0171</w:t>
      </w:r>
      <w:r>
        <w:tab/>
        <w:t>2.514e1</w:t>
      </w:r>
    </w:p>
    <w:p w14:paraId="7E1DB66C" w14:textId="77777777" w:rsidR="00810015" w:rsidRDefault="00810015" w:rsidP="00810015">
      <w:r>
        <w:t>179.0424</w:t>
      </w:r>
      <w:r>
        <w:tab/>
        <w:t>1.186e0</w:t>
      </w:r>
    </w:p>
    <w:p w14:paraId="54EC4A10" w14:textId="77777777" w:rsidR="00810015" w:rsidRDefault="00810015" w:rsidP="00810015">
      <w:r>
        <w:t>179.0491</w:t>
      </w:r>
      <w:r>
        <w:tab/>
        <w:t>1.013e0</w:t>
      </w:r>
    </w:p>
    <w:p w14:paraId="07E23955" w14:textId="77777777" w:rsidR="00810015" w:rsidRDefault="00810015" w:rsidP="00810015">
      <w:r>
        <w:t>179.0563</w:t>
      </w:r>
      <w:r>
        <w:tab/>
        <w:t>2.025e0</w:t>
      </w:r>
    </w:p>
    <w:p w14:paraId="0CBE2C7A" w14:textId="77777777" w:rsidR="00810015" w:rsidRDefault="00810015" w:rsidP="00810015">
      <w:r>
        <w:t>179.0707</w:t>
      </w:r>
      <w:r>
        <w:tab/>
        <w:t>2.025e0</w:t>
      </w:r>
    </w:p>
    <w:p w14:paraId="76BCF971" w14:textId="77777777" w:rsidR="00810015" w:rsidRDefault="00810015" w:rsidP="00810015">
      <w:r>
        <w:lastRenderedPageBreak/>
        <w:t>179.0733</w:t>
      </w:r>
      <w:r>
        <w:tab/>
        <w:t>3.038e0</w:t>
      </w:r>
    </w:p>
    <w:p w14:paraId="4ABA5BF0" w14:textId="77777777" w:rsidR="00810015" w:rsidRDefault="00810015" w:rsidP="00810015">
      <w:r>
        <w:t>179.0910</w:t>
      </w:r>
      <w:r>
        <w:tab/>
        <w:t>7.638e0</w:t>
      </w:r>
    </w:p>
    <w:p w14:paraId="6A65D1A3" w14:textId="77777777" w:rsidR="00810015" w:rsidRDefault="00810015" w:rsidP="00810015">
      <w:r>
        <w:t>179.0967</w:t>
      </w:r>
      <w:r>
        <w:tab/>
        <w:t>3.518e0</w:t>
      </w:r>
    </w:p>
    <w:p w14:paraId="5F28570B" w14:textId="77777777" w:rsidR="00810015" w:rsidRDefault="00810015" w:rsidP="00810015">
      <w:r>
        <w:t>179.1073</w:t>
      </w:r>
      <w:r>
        <w:tab/>
        <w:t>1.215e1</w:t>
      </w:r>
    </w:p>
    <w:p w14:paraId="29A0325D" w14:textId="77777777" w:rsidR="00810015" w:rsidRDefault="00810015" w:rsidP="00810015">
      <w:r>
        <w:t>179.1083</w:t>
      </w:r>
      <w:r>
        <w:tab/>
        <w:t>6.474e0</w:t>
      </w:r>
    </w:p>
    <w:p w14:paraId="01B8ECCF" w14:textId="77777777" w:rsidR="00810015" w:rsidRDefault="00810015" w:rsidP="00810015">
      <w:r>
        <w:t>179.1252</w:t>
      </w:r>
      <w:r>
        <w:tab/>
        <w:t>2.505e0</w:t>
      </w:r>
    </w:p>
    <w:p w14:paraId="2E617E91" w14:textId="77777777" w:rsidR="00810015" w:rsidRDefault="00810015" w:rsidP="00810015">
      <w:r>
        <w:t>179.1381</w:t>
      </w:r>
      <w:r>
        <w:tab/>
        <w:t>3.154e0</w:t>
      </w:r>
    </w:p>
    <w:p w14:paraId="6D415173" w14:textId="77777777" w:rsidR="00810015" w:rsidRDefault="00810015" w:rsidP="00810015">
      <w:r>
        <w:t>179.1458</w:t>
      </w:r>
      <w:r>
        <w:tab/>
        <w:t>2.025e0</w:t>
      </w:r>
    </w:p>
    <w:p w14:paraId="7DDE9246" w14:textId="77777777" w:rsidR="00810015" w:rsidRDefault="00810015" w:rsidP="00810015">
      <w:r>
        <w:t>179.1565</w:t>
      </w:r>
      <w:r>
        <w:tab/>
        <w:t>1.013e0</w:t>
      </w:r>
    </w:p>
    <w:p w14:paraId="5E9E7E0A" w14:textId="77777777" w:rsidR="00810015" w:rsidRDefault="00810015" w:rsidP="00810015">
      <w:r>
        <w:t>179.1619</w:t>
      </w:r>
      <w:r>
        <w:tab/>
        <w:t>2.025e0</w:t>
      </w:r>
    </w:p>
    <w:p w14:paraId="01563428" w14:textId="77777777" w:rsidR="00810015" w:rsidRDefault="00810015" w:rsidP="00810015">
      <w:r>
        <w:t>179.1643</w:t>
      </w:r>
      <w:r>
        <w:tab/>
        <w:t>1.013e0</w:t>
      </w:r>
    </w:p>
    <w:p w14:paraId="631B92EF" w14:textId="77777777" w:rsidR="00810015" w:rsidRDefault="00810015" w:rsidP="00810015">
      <w:r>
        <w:t>179.1893</w:t>
      </w:r>
      <w:r>
        <w:tab/>
        <w:t>1.013e0</w:t>
      </w:r>
    </w:p>
    <w:p w14:paraId="33E0C1B4" w14:textId="77777777" w:rsidR="00810015" w:rsidRDefault="00810015" w:rsidP="00810015">
      <w:r>
        <w:t>179.2062</w:t>
      </w:r>
      <w:r>
        <w:tab/>
        <w:t>1.013e0</w:t>
      </w:r>
    </w:p>
    <w:p w14:paraId="5073E464" w14:textId="77777777" w:rsidR="00810015" w:rsidRDefault="00810015" w:rsidP="00810015">
      <w:r>
        <w:t>179.2167</w:t>
      </w:r>
      <w:r>
        <w:tab/>
        <w:t>1.013e0</w:t>
      </w:r>
    </w:p>
    <w:p w14:paraId="090DAD8B" w14:textId="77777777" w:rsidR="00810015" w:rsidRDefault="00810015" w:rsidP="00810015">
      <w:r>
        <w:t>179.2377</w:t>
      </w:r>
      <w:r>
        <w:tab/>
        <w:t>1.013e0</w:t>
      </w:r>
    </w:p>
    <w:p w14:paraId="6CC75F79" w14:textId="77777777" w:rsidR="00810015" w:rsidRDefault="00810015" w:rsidP="00810015">
      <w:r>
        <w:t>179.2489</w:t>
      </w:r>
      <w:r>
        <w:tab/>
        <w:t>1.013e0</w:t>
      </w:r>
    </w:p>
    <w:p w14:paraId="37A684B7" w14:textId="77777777" w:rsidR="00810015" w:rsidRDefault="00810015" w:rsidP="00810015">
      <w:r>
        <w:t>179.2625</w:t>
      </w:r>
      <w:r>
        <w:tab/>
        <w:t>1.013e0</w:t>
      </w:r>
    </w:p>
    <w:p w14:paraId="0A3E3FB8" w14:textId="77777777" w:rsidR="00810015" w:rsidRDefault="00810015" w:rsidP="00810015">
      <w:r>
        <w:t>179.2876</w:t>
      </w:r>
      <w:r>
        <w:tab/>
        <w:t>1.013e0</w:t>
      </w:r>
    </w:p>
    <w:p w14:paraId="111F2427" w14:textId="77777777" w:rsidR="00810015" w:rsidRDefault="00810015" w:rsidP="00810015">
      <w:r>
        <w:t>179.3055</w:t>
      </w:r>
      <w:r>
        <w:tab/>
        <w:t>1.013e0</w:t>
      </w:r>
    </w:p>
    <w:p w14:paraId="72BAA962" w14:textId="77777777" w:rsidR="00810015" w:rsidRDefault="00810015" w:rsidP="00810015">
      <w:r>
        <w:lastRenderedPageBreak/>
        <w:t>179.3163</w:t>
      </w:r>
      <w:r>
        <w:tab/>
        <w:t>2.025e0</w:t>
      </w:r>
    </w:p>
    <w:p w14:paraId="7E00FDCC" w14:textId="77777777" w:rsidR="00810015" w:rsidRDefault="00810015" w:rsidP="00810015">
      <w:r>
        <w:t>179.3205</w:t>
      </w:r>
      <w:r>
        <w:tab/>
        <w:t>1.013e0</w:t>
      </w:r>
    </w:p>
    <w:p w14:paraId="07157C37" w14:textId="77777777" w:rsidR="00810015" w:rsidRDefault="00810015" w:rsidP="00810015">
      <w:r>
        <w:t>179.3359</w:t>
      </w:r>
      <w:r>
        <w:tab/>
        <w:t>2.025e0</w:t>
      </w:r>
    </w:p>
    <w:p w14:paraId="5E4AFC41" w14:textId="77777777" w:rsidR="00810015" w:rsidRDefault="00810015" w:rsidP="00810015">
      <w:r>
        <w:t>179.3592</w:t>
      </w:r>
      <w:r>
        <w:tab/>
        <w:t>1.013e0</w:t>
      </w:r>
    </w:p>
    <w:p w14:paraId="7DBC453E" w14:textId="77777777" w:rsidR="00810015" w:rsidRDefault="00810015" w:rsidP="00810015">
      <w:r>
        <w:t>179.3705</w:t>
      </w:r>
      <w:r>
        <w:tab/>
        <w:t>1.013e0</w:t>
      </w:r>
    </w:p>
    <w:p w14:paraId="3AB9507D" w14:textId="77777777" w:rsidR="00810015" w:rsidRDefault="00810015" w:rsidP="00810015">
      <w:r>
        <w:t>179.3878</w:t>
      </w:r>
      <w:r>
        <w:tab/>
        <w:t>1.013e0</w:t>
      </w:r>
    </w:p>
    <w:p w14:paraId="725193B7" w14:textId="77777777" w:rsidR="00810015" w:rsidRDefault="00810015" w:rsidP="00810015">
      <w:r>
        <w:t>179.3914</w:t>
      </w:r>
      <w:r>
        <w:tab/>
        <w:t>1.013e0</w:t>
      </w:r>
    </w:p>
    <w:p w14:paraId="3E9CB82F" w14:textId="77777777" w:rsidR="00810015" w:rsidRDefault="00810015" w:rsidP="00810015">
      <w:r>
        <w:t>179.4022</w:t>
      </w:r>
      <w:r>
        <w:tab/>
        <w:t>1.013e0</w:t>
      </w:r>
    </w:p>
    <w:p w14:paraId="1D52C1B6" w14:textId="77777777" w:rsidR="00810015" w:rsidRDefault="00810015" w:rsidP="00810015">
      <w:r>
        <w:t>179.4241</w:t>
      </w:r>
      <w:r>
        <w:tab/>
        <w:t>1.013e0</w:t>
      </w:r>
    </w:p>
    <w:p w14:paraId="0ADE2668" w14:textId="77777777" w:rsidR="00810015" w:rsidRDefault="00810015" w:rsidP="00810015">
      <w:r>
        <w:t>179.4445</w:t>
      </w:r>
      <w:r>
        <w:tab/>
        <w:t>1.013e0</w:t>
      </w:r>
    </w:p>
    <w:p w14:paraId="07741B9B" w14:textId="77777777" w:rsidR="00810015" w:rsidRDefault="00810015" w:rsidP="00810015">
      <w:r>
        <w:t>179.4550</w:t>
      </w:r>
      <w:r>
        <w:tab/>
        <w:t>1.013e0</w:t>
      </w:r>
    </w:p>
    <w:p w14:paraId="0C53C927" w14:textId="77777777" w:rsidR="00810015" w:rsidRDefault="00810015" w:rsidP="00810015">
      <w:r>
        <w:t>179.4939</w:t>
      </w:r>
      <w:r>
        <w:tab/>
        <w:t>1.013e0</w:t>
      </w:r>
    </w:p>
    <w:p w14:paraId="0558875B" w14:textId="77777777" w:rsidR="00810015" w:rsidRDefault="00810015" w:rsidP="00810015">
      <w:r>
        <w:t>179.4978</w:t>
      </w:r>
      <w:r>
        <w:tab/>
        <w:t>2.025e0</w:t>
      </w:r>
    </w:p>
    <w:p w14:paraId="304D6BA7" w14:textId="77777777" w:rsidR="00810015" w:rsidRDefault="00810015" w:rsidP="00810015">
      <w:r>
        <w:t>179.5118</w:t>
      </w:r>
      <w:r>
        <w:tab/>
        <w:t>2.025e0</w:t>
      </w:r>
    </w:p>
    <w:p w14:paraId="2527A4FC" w14:textId="77777777" w:rsidR="00810015" w:rsidRDefault="00810015" w:rsidP="00810015">
      <w:r>
        <w:t>179.5154</w:t>
      </w:r>
      <w:r>
        <w:tab/>
        <w:t>1.013e0</w:t>
      </w:r>
    </w:p>
    <w:p w14:paraId="7CF11DAD" w14:textId="77777777" w:rsidR="00810015" w:rsidRDefault="00810015" w:rsidP="00810015">
      <w:r>
        <w:t>179.5215</w:t>
      </w:r>
      <w:r>
        <w:tab/>
        <w:t>3.038e0</w:t>
      </w:r>
    </w:p>
    <w:p w14:paraId="490C76A6" w14:textId="77777777" w:rsidR="00810015" w:rsidRDefault="00810015" w:rsidP="00810015">
      <w:r>
        <w:t>179.5298</w:t>
      </w:r>
      <w:r>
        <w:tab/>
        <w:t>1.013e0</w:t>
      </w:r>
    </w:p>
    <w:p w14:paraId="7E30A16E" w14:textId="77777777" w:rsidR="00810015" w:rsidRDefault="00810015" w:rsidP="00810015">
      <w:r>
        <w:t>179.5477</w:t>
      </w:r>
      <w:r>
        <w:tab/>
        <w:t>1.013e0</w:t>
      </w:r>
    </w:p>
    <w:p w14:paraId="2AAE0514" w14:textId="77777777" w:rsidR="00810015" w:rsidRDefault="00810015" w:rsidP="00810015">
      <w:r>
        <w:t>179.5620</w:t>
      </w:r>
      <w:r>
        <w:tab/>
        <w:t>1.013e0</w:t>
      </w:r>
    </w:p>
    <w:p w14:paraId="71059D84" w14:textId="77777777" w:rsidR="00810015" w:rsidRDefault="00810015" w:rsidP="00810015">
      <w:r>
        <w:lastRenderedPageBreak/>
        <w:t>179.5638</w:t>
      </w:r>
      <w:r>
        <w:tab/>
        <w:t>2.025e0</w:t>
      </w:r>
    </w:p>
    <w:p w14:paraId="7F78B534" w14:textId="77777777" w:rsidR="00810015" w:rsidRDefault="00810015" w:rsidP="00810015">
      <w:r>
        <w:t>179.5662</w:t>
      </w:r>
      <w:r>
        <w:tab/>
        <w:t>1.013e0</w:t>
      </w:r>
    </w:p>
    <w:p w14:paraId="54CC8D97" w14:textId="77777777" w:rsidR="00810015" w:rsidRDefault="00810015" w:rsidP="00810015">
      <w:r>
        <w:t>179.5718</w:t>
      </w:r>
      <w:r>
        <w:tab/>
        <w:t>3.038e0</w:t>
      </w:r>
    </w:p>
    <w:p w14:paraId="4660C3E1" w14:textId="77777777" w:rsidR="00810015" w:rsidRDefault="00810015" w:rsidP="00810015">
      <w:r>
        <w:t>179.5912</w:t>
      </w:r>
      <w:r>
        <w:tab/>
        <w:t>1.013e0</w:t>
      </w:r>
    </w:p>
    <w:p w14:paraId="09476968" w14:textId="77777777" w:rsidR="00810015" w:rsidRDefault="00810015" w:rsidP="00810015">
      <w:r>
        <w:t>179.6049</w:t>
      </w:r>
      <w:r>
        <w:tab/>
        <w:t>1.013e0</w:t>
      </w:r>
    </w:p>
    <w:p w14:paraId="13A36605" w14:textId="77777777" w:rsidR="00810015" w:rsidRDefault="00810015" w:rsidP="00810015">
      <w:r>
        <w:t>179.6163</w:t>
      </w:r>
      <w:r>
        <w:tab/>
        <w:t>2.025e0</w:t>
      </w:r>
    </w:p>
    <w:p w14:paraId="7E8D79DF" w14:textId="77777777" w:rsidR="00810015" w:rsidRDefault="00810015" w:rsidP="00810015">
      <w:r>
        <w:t>179.6264</w:t>
      </w:r>
      <w:r>
        <w:tab/>
        <w:t>1.013e0</w:t>
      </w:r>
    </w:p>
    <w:p w14:paraId="148958B9" w14:textId="77777777" w:rsidR="00810015" w:rsidRDefault="00810015" w:rsidP="00810015">
      <w:r>
        <w:t>179.6585</w:t>
      </w:r>
      <w:r>
        <w:tab/>
        <w:t>1.013e0</w:t>
      </w:r>
    </w:p>
    <w:p w14:paraId="741D7CA8" w14:textId="77777777" w:rsidR="00810015" w:rsidRDefault="00810015" w:rsidP="00810015">
      <w:r>
        <w:t>179.6620</w:t>
      </w:r>
      <w:r>
        <w:tab/>
        <w:t>1.013e0</w:t>
      </w:r>
    </w:p>
    <w:p w14:paraId="2A4435DD" w14:textId="77777777" w:rsidR="00810015" w:rsidRDefault="00810015" w:rsidP="00810015">
      <w:r>
        <w:t>179.6691</w:t>
      </w:r>
      <w:r>
        <w:tab/>
        <w:t>1.013e0</w:t>
      </w:r>
    </w:p>
    <w:p w14:paraId="15D32A71" w14:textId="77777777" w:rsidR="00810015" w:rsidRDefault="00810015" w:rsidP="00810015">
      <w:r>
        <w:t>179.6767</w:t>
      </w:r>
      <w:r>
        <w:tab/>
        <w:t>1.013e0</w:t>
      </w:r>
    </w:p>
    <w:p w14:paraId="610FEBA5" w14:textId="77777777" w:rsidR="00810015" w:rsidRDefault="00810015" w:rsidP="00810015">
      <w:r>
        <w:t>179.6866</w:t>
      </w:r>
      <w:r>
        <w:tab/>
        <w:t>1.013e0</w:t>
      </w:r>
    </w:p>
    <w:p w14:paraId="3ACFF46E" w14:textId="77777777" w:rsidR="00810015" w:rsidRDefault="00810015" w:rsidP="00810015">
      <w:r>
        <w:t>179.6908</w:t>
      </w:r>
      <w:r>
        <w:tab/>
        <w:t>1.013e0</w:t>
      </w:r>
    </w:p>
    <w:p w14:paraId="56E0F17B" w14:textId="77777777" w:rsidR="00810015" w:rsidRDefault="00810015" w:rsidP="00810015">
      <w:r>
        <w:t>179.7118</w:t>
      </w:r>
      <w:r>
        <w:tab/>
        <w:t>1.013e0</w:t>
      </w:r>
    </w:p>
    <w:p w14:paraId="0E9CED81" w14:textId="77777777" w:rsidR="00810015" w:rsidRDefault="00810015" w:rsidP="00810015">
      <w:r>
        <w:t>179.7147</w:t>
      </w:r>
      <w:r>
        <w:tab/>
        <w:t>1.013e0</w:t>
      </w:r>
    </w:p>
    <w:p w14:paraId="35501DF8" w14:textId="77777777" w:rsidR="00810015" w:rsidRDefault="00810015" w:rsidP="00810015">
      <w:r>
        <w:t>179.7433</w:t>
      </w:r>
      <w:r>
        <w:tab/>
        <w:t>1.013e0</w:t>
      </w:r>
    </w:p>
    <w:p w14:paraId="5D9A7E18" w14:textId="77777777" w:rsidR="00810015" w:rsidRDefault="00810015" w:rsidP="00810015">
      <w:r>
        <w:t>179.7576</w:t>
      </w:r>
      <w:r>
        <w:tab/>
        <w:t>1.013e0</w:t>
      </w:r>
    </w:p>
    <w:p w14:paraId="0AE4581B" w14:textId="77777777" w:rsidR="00810015" w:rsidRDefault="00810015" w:rsidP="00810015">
      <w:r>
        <w:t>179.7648</w:t>
      </w:r>
      <w:r>
        <w:tab/>
        <w:t>1.013e0</w:t>
      </w:r>
    </w:p>
    <w:p w14:paraId="7514C12C" w14:textId="77777777" w:rsidR="00810015" w:rsidRDefault="00810015" w:rsidP="00810015">
      <w:r>
        <w:t>179.7684</w:t>
      </w:r>
      <w:r>
        <w:tab/>
        <w:t>2.025e0</w:t>
      </w:r>
    </w:p>
    <w:p w14:paraId="3843AC1F" w14:textId="77777777" w:rsidR="00810015" w:rsidRDefault="00810015" w:rsidP="00810015">
      <w:r>
        <w:lastRenderedPageBreak/>
        <w:t>179.7935</w:t>
      </w:r>
      <w:r>
        <w:tab/>
        <w:t>1.013e0</w:t>
      </w:r>
    </w:p>
    <w:p w14:paraId="172EF3E9" w14:textId="77777777" w:rsidR="00810015" w:rsidRDefault="00810015" w:rsidP="00810015">
      <w:r>
        <w:t>179.7971</w:t>
      </w:r>
      <w:r>
        <w:tab/>
        <w:t>1.013e0</w:t>
      </w:r>
    </w:p>
    <w:p w14:paraId="7F4FF287" w14:textId="77777777" w:rsidR="00810015" w:rsidRDefault="00810015" w:rsidP="00810015">
      <w:r>
        <w:t>179.8185</w:t>
      </w:r>
      <w:r>
        <w:tab/>
        <w:t>1.013e0</w:t>
      </w:r>
    </w:p>
    <w:p w14:paraId="391830C9" w14:textId="77777777" w:rsidR="00810015" w:rsidRDefault="00810015" w:rsidP="00810015">
      <w:r>
        <w:t>179.8403</w:t>
      </w:r>
      <w:r>
        <w:tab/>
        <w:t>2.025e0</w:t>
      </w:r>
    </w:p>
    <w:p w14:paraId="70145FB7" w14:textId="77777777" w:rsidR="00810015" w:rsidRDefault="00810015" w:rsidP="00810015">
      <w:r>
        <w:t>179.8694</w:t>
      </w:r>
      <w:r>
        <w:tab/>
        <w:t>1.013e0</w:t>
      </w:r>
    </w:p>
    <w:p w14:paraId="58A8E15F" w14:textId="77777777" w:rsidR="00810015" w:rsidRDefault="00810015" w:rsidP="00810015">
      <w:r>
        <w:t>179.8850</w:t>
      </w:r>
      <w:r>
        <w:tab/>
        <w:t>2.025e0</w:t>
      </w:r>
    </w:p>
    <w:p w14:paraId="61DAD6F2" w14:textId="77777777" w:rsidR="00810015" w:rsidRDefault="00810015" w:rsidP="00810015">
      <w:r>
        <w:t>179.8945</w:t>
      </w:r>
      <w:r>
        <w:tab/>
        <w:t>2.025e0</w:t>
      </w:r>
    </w:p>
    <w:p w14:paraId="2374EF29" w14:textId="77777777" w:rsidR="00810015" w:rsidRDefault="00810015" w:rsidP="00810015">
      <w:r>
        <w:t>179.9254</w:t>
      </w:r>
      <w:r>
        <w:tab/>
        <w:t>1.013e0</w:t>
      </w:r>
    </w:p>
    <w:p w14:paraId="5807CB4A" w14:textId="77777777" w:rsidR="00810015" w:rsidRDefault="00810015" w:rsidP="00810015">
      <w:r>
        <w:t>179.9516</w:t>
      </w:r>
      <w:r>
        <w:tab/>
        <w:t>2.025e0</w:t>
      </w:r>
    </w:p>
    <w:p w14:paraId="3E0EB617" w14:textId="77777777" w:rsidR="00810015" w:rsidRDefault="00810015" w:rsidP="00810015">
      <w:r>
        <w:t>179.9609</w:t>
      </w:r>
      <w:r>
        <w:tab/>
        <w:t>2.025e0</w:t>
      </w:r>
    </w:p>
    <w:p w14:paraId="556C72E3" w14:textId="77777777" w:rsidR="00810015" w:rsidRDefault="00810015" w:rsidP="00810015">
      <w:r>
        <w:t>179.9784</w:t>
      </w:r>
      <w:r>
        <w:tab/>
        <w:t>2.025e0</w:t>
      </w:r>
    </w:p>
    <w:p w14:paraId="3C8042D6" w14:textId="77777777" w:rsidR="00810015" w:rsidRDefault="00810015" w:rsidP="00810015">
      <w:r>
        <w:t>179.9821</w:t>
      </w:r>
      <w:r>
        <w:tab/>
        <w:t>3.038e0</w:t>
      </w:r>
    </w:p>
    <w:p w14:paraId="1F90D373" w14:textId="77777777" w:rsidR="00810015" w:rsidRDefault="00810015" w:rsidP="00810015">
      <w:r>
        <w:t>179.9856</w:t>
      </w:r>
      <w:r>
        <w:tab/>
        <w:t>1.013e0</w:t>
      </w:r>
    </w:p>
    <w:p w14:paraId="120CB61A" w14:textId="77777777" w:rsidR="00810015" w:rsidRDefault="00810015" w:rsidP="00810015">
      <w:r>
        <w:t>179.9928</w:t>
      </w:r>
      <w:r>
        <w:tab/>
        <w:t>1.013e0</w:t>
      </w:r>
    </w:p>
    <w:p w14:paraId="0CB2B653" w14:textId="77777777" w:rsidR="00810015" w:rsidRDefault="00810015" w:rsidP="00810015">
      <w:r>
        <w:t>180.0108</w:t>
      </w:r>
      <w:r>
        <w:tab/>
        <w:t>2.025e0</w:t>
      </w:r>
    </w:p>
    <w:p w14:paraId="3F094E71" w14:textId="77777777" w:rsidR="00810015" w:rsidRDefault="00810015" w:rsidP="00810015">
      <w:r>
        <w:t>180.0144</w:t>
      </w:r>
      <w:r>
        <w:tab/>
        <w:t>1.013e0</w:t>
      </w:r>
    </w:p>
    <w:p w14:paraId="6313190B" w14:textId="77777777" w:rsidR="00810015" w:rsidRDefault="00810015" w:rsidP="00810015">
      <w:r>
        <w:t>180.0233</w:t>
      </w:r>
      <w:r>
        <w:tab/>
        <w:t>2.025e0</w:t>
      </w:r>
    </w:p>
    <w:p w14:paraId="6EB4AC96" w14:textId="77777777" w:rsidR="00810015" w:rsidRDefault="00810015" w:rsidP="00810015">
      <w:r>
        <w:t>180.0323</w:t>
      </w:r>
      <w:r>
        <w:tab/>
        <w:t>1.013e0</w:t>
      </w:r>
    </w:p>
    <w:p w14:paraId="244DDE6B" w14:textId="77777777" w:rsidR="00810015" w:rsidRDefault="00810015" w:rsidP="00810015">
      <w:r>
        <w:t>180.0401</w:t>
      </w:r>
      <w:r>
        <w:tab/>
        <w:t>1.013e0</w:t>
      </w:r>
    </w:p>
    <w:p w14:paraId="5A5A8650" w14:textId="77777777" w:rsidR="00810015" w:rsidRDefault="00810015" w:rsidP="00810015">
      <w:r>
        <w:lastRenderedPageBreak/>
        <w:t>180.0448</w:t>
      </w:r>
      <w:r>
        <w:tab/>
        <w:t>2.025e0</w:t>
      </w:r>
    </w:p>
    <w:p w14:paraId="5DDF83ED" w14:textId="77777777" w:rsidR="00810015" w:rsidRDefault="00810015" w:rsidP="00810015">
      <w:r>
        <w:t>180.0520</w:t>
      </w:r>
      <w:r>
        <w:tab/>
        <w:t>2.025e0</w:t>
      </w:r>
    </w:p>
    <w:p w14:paraId="62D50545" w14:textId="77777777" w:rsidR="00810015" w:rsidRDefault="00810015" w:rsidP="00810015">
      <w:r>
        <w:t>180.0717</w:t>
      </w:r>
      <w:r>
        <w:tab/>
        <w:t>1.013e0</w:t>
      </w:r>
    </w:p>
    <w:p w14:paraId="213810AB" w14:textId="77777777" w:rsidR="00810015" w:rsidRDefault="00810015" w:rsidP="00810015">
      <w:r>
        <w:t>180.0924</w:t>
      </w:r>
      <w:r>
        <w:tab/>
        <w:t>6.368e0</w:t>
      </w:r>
    </w:p>
    <w:p w14:paraId="7EE43979" w14:textId="77777777" w:rsidR="00810015" w:rsidRDefault="00810015" w:rsidP="00810015">
      <w:r>
        <w:t>180.0959</w:t>
      </w:r>
      <w:r>
        <w:tab/>
        <w:t>2.661e0</w:t>
      </w:r>
    </w:p>
    <w:p w14:paraId="147DD07E" w14:textId="77777777" w:rsidR="00810015" w:rsidRDefault="00810015" w:rsidP="00810015">
      <w:r>
        <w:t>180.1023</w:t>
      </w:r>
      <w:r>
        <w:tab/>
        <w:t>3.121e1</w:t>
      </w:r>
    </w:p>
    <w:p w14:paraId="39B43D3A" w14:textId="77777777" w:rsidR="00810015" w:rsidRDefault="00810015" w:rsidP="00810015">
      <w:r>
        <w:t>180.1080</w:t>
      </w:r>
      <w:r>
        <w:tab/>
        <w:t>1.852e1</w:t>
      </w:r>
    </w:p>
    <w:p w14:paraId="529DB089" w14:textId="77777777" w:rsidR="00810015" w:rsidRDefault="00810015" w:rsidP="00810015">
      <w:r>
        <w:t>180.1183</w:t>
      </w:r>
      <w:r>
        <w:tab/>
        <w:t>1.013e0</w:t>
      </w:r>
    </w:p>
    <w:p w14:paraId="068A6924" w14:textId="77777777" w:rsidR="00810015" w:rsidRDefault="00810015" w:rsidP="00810015">
      <w:r>
        <w:t>180.1359</w:t>
      </w:r>
      <w:r>
        <w:tab/>
        <w:t>6.201e0</w:t>
      </w:r>
    </w:p>
    <w:p w14:paraId="06F036BD" w14:textId="77777777" w:rsidR="00810015" w:rsidRDefault="00810015" w:rsidP="00810015">
      <w:r>
        <w:t>180.1429</w:t>
      </w:r>
      <w:r>
        <w:tab/>
        <w:t>2.853e0</w:t>
      </w:r>
    </w:p>
    <w:p w14:paraId="4870AE07" w14:textId="77777777" w:rsidR="00810015" w:rsidRDefault="00810015" w:rsidP="00810015">
      <w:r>
        <w:t>180.1521</w:t>
      </w:r>
      <w:r>
        <w:tab/>
        <w:t>2.025e0</w:t>
      </w:r>
    </w:p>
    <w:p w14:paraId="25D11351" w14:textId="77777777" w:rsidR="00810015" w:rsidRDefault="00810015" w:rsidP="00810015">
      <w:r>
        <w:t>180.1539</w:t>
      </w:r>
      <w:r>
        <w:tab/>
        <w:t>3.038e0</w:t>
      </w:r>
    </w:p>
    <w:p w14:paraId="60DEDCEC" w14:textId="77777777" w:rsidR="00810015" w:rsidRDefault="00810015" w:rsidP="00810015">
      <w:r>
        <w:t>180.1575</w:t>
      </w:r>
      <w:r>
        <w:tab/>
        <w:t>1.013e0</w:t>
      </w:r>
    </w:p>
    <w:p w14:paraId="60CE230C" w14:textId="77777777" w:rsidR="00810015" w:rsidRDefault="00810015" w:rsidP="00810015">
      <w:r>
        <w:t>180.1611</w:t>
      </w:r>
      <w:r>
        <w:tab/>
        <w:t>2.025e0</w:t>
      </w:r>
    </w:p>
    <w:p w14:paraId="5F2370FA" w14:textId="77777777" w:rsidR="00810015" w:rsidRDefault="00810015" w:rsidP="00810015">
      <w:r>
        <w:t>180.1751</w:t>
      </w:r>
      <w:r>
        <w:tab/>
        <w:t>1.013e0</w:t>
      </w:r>
    </w:p>
    <w:p w14:paraId="6DB21D0E" w14:textId="77777777" w:rsidR="00810015" w:rsidRDefault="00810015" w:rsidP="00810015">
      <w:r>
        <w:t>180.1821</w:t>
      </w:r>
      <w:r>
        <w:tab/>
        <w:t>1.013e0</w:t>
      </w:r>
    </w:p>
    <w:p w14:paraId="6511940D" w14:textId="77777777" w:rsidR="00810015" w:rsidRDefault="00810015" w:rsidP="00810015">
      <w:r>
        <w:t>180.1898</w:t>
      </w:r>
      <w:r>
        <w:tab/>
        <w:t>1.013e0</w:t>
      </w:r>
    </w:p>
    <w:p w14:paraId="6E699B33" w14:textId="77777777" w:rsidR="00810015" w:rsidRDefault="00810015" w:rsidP="00810015">
      <w:r>
        <w:t>180.2033</w:t>
      </w:r>
      <w:r>
        <w:tab/>
        <w:t>1.013e0</w:t>
      </w:r>
    </w:p>
    <w:p w14:paraId="6473E39E" w14:textId="77777777" w:rsidR="00810015" w:rsidRDefault="00810015" w:rsidP="00810015">
      <w:r>
        <w:t>180.2064</w:t>
      </w:r>
      <w:r>
        <w:tab/>
        <w:t>3.038e0</w:t>
      </w:r>
    </w:p>
    <w:p w14:paraId="4CF01A69" w14:textId="77777777" w:rsidR="00810015" w:rsidRDefault="00810015" w:rsidP="00810015">
      <w:r>
        <w:lastRenderedPageBreak/>
        <w:t>180.2460</w:t>
      </w:r>
      <w:r>
        <w:tab/>
        <w:t>1.013e0</w:t>
      </w:r>
    </w:p>
    <w:p w14:paraId="32320B35" w14:textId="77777777" w:rsidR="00810015" w:rsidRDefault="00810015" w:rsidP="00810015">
      <w:r>
        <w:t>180.2480</w:t>
      </w:r>
      <w:r>
        <w:tab/>
        <w:t>3.038e0</w:t>
      </w:r>
    </w:p>
    <w:p w14:paraId="44E4BAA8" w14:textId="77777777" w:rsidR="00810015" w:rsidRDefault="00810015" w:rsidP="00810015">
      <w:r>
        <w:t>180.2532</w:t>
      </w:r>
      <w:r>
        <w:tab/>
        <w:t>1.013e0</w:t>
      </w:r>
    </w:p>
    <w:p w14:paraId="15D9A709" w14:textId="77777777" w:rsidR="00810015" w:rsidRDefault="00810015" w:rsidP="00810015">
      <w:r>
        <w:t>180.3077</w:t>
      </w:r>
      <w:r>
        <w:tab/>
        <w:t>1.013e0</w:t>
      </w:r>
    </w:p>
    <w:p w14:paraId="59E9BC3D" w14:textId="77777777" w:rsidR="00810015" w:rsidRDefault="00810015" w:rsidP="00810015">
      <w:r>
        <w:t>180.3268</w:t>
      </w:r>
      <w:r>
        <w:tab/>
        <w:t>2.025e0</w:t>
      </w:r>
    </w:p>
    <w:p w14:paraId="76E7644C" w14:textId="77777777" w:rsidR="00810015" w:rsidRDefault="00810015" w:rsidP="00810015">
      <w:r>
        <w:t>180.3357</w:t>
      </w:r>
      <w:r>
        <w:tab/>
        <w:t>1.013e0</w:t>
      </w:r>
    </w:p>
    <w:p w14:paraId="25FFA648" w14:textId="77777777" w:rsidR="00810015" w:rsidRDefault="00810015" w:rsidP="00810015">
      <w:r>
        <w:t>180.3615</w:t>
      </w:r>
      <w:r>
        <w:tab/>
        <w:t>2.025e0</w:t>
      </w:r>
    </w:p>
    <w:p w14:paraId="5B9AD692" w14:textId="77777777" w:rsidR="00810015" w:rsidRDefault="00810015" w:rsidP="00810015">
      <w:r>
        <w:t>180.4113</w:t>
      </w:r>
      <w:r>
        <w:tab/>
        <w:t>2.025e0</w:t>
      </w:r>
    </w:p>
    <w:p w14:paraId="5E2684A4" w14:textId="77777777" w:rsidR="00810015" w:rsidRDefault="00810015" w:rsidP="00810015">
      <w:r>
        <w:t>180.4215</w:t>
      </w:r>
      <w:r>
        <w:tab/>
        <w:t>1.013e0</w:t>
      </w:r>
    </w:p>
    <w:p w14:paraId="06BB6D1C" w14:textId="77777777" w:rsidR="00810015" w:rsidRDefault="00810015" w:rsidP="00810015">
      <w:r>
        <w:t>180.4356</w:t>
      </w:r>
      <w:r>
        <w:tab/>
        <w:t>1.013e0</w:t>
      </w:r>
    </w:p>
    <w:p w14:paraId="5F55835E" w14:textId="77777777" w:rsidR="00810015" w:rsidRDefault="00810015" w:rsidP="00810015">
      <w:r>
        <w:t>180.4391</w:t>
      </w:r>
      <w:r>
        <w:tab/>
        <w:t>1.013e0</w:t>
      </w:r>
    </w:p>
    <w:p w14:paraId="6E9D8FD4" w14:textId="77777777" w:rsidR="00810015" w:rsidRDefault="00810015" w:rsidP="00810015">
      <w:r>
        <w:t>180.4539</w:t>
      </w:r>
      <w:r>
        <w:tab/>
        <w:t>1.013e0</w:t>
      </w:r>
    </w:p>
    <w:p w14:paraId="2DA39A53" w14:textId="77777777" w:rsidR="00810015" w:rsidRDefault="00810015" w:rsidP="00810015">
      <w:r>
        <w:t>180.4673</w:t>
      </w:r>
      <w:r>
        <w:tab/>
        <w:t>1.013e0</w:t>
      </w:r>
    </w:p>
    <w:p w14:paraId="7864219D" w14:textId="77777777" w:rsidR="00810015" w:rsidRDefault="00810015" w:rsidP="00810015">
      <w:r>
        <w:t>180.4744</w:t>
      </w:r>
      <w:r>
        <w:tab/>
        <w:t>1.013e0</w:t>
      </w:r>
    </w:p>
    <w:p w14:paraId="346A7E78" w14:textId="77777777" w:rsidR="00810015" w:rsidRDefault="00810015" w:rsidP="00810015">
      <w:r>
        <w:t>180.5030</w:t>
      </w:r>
      <w:r>
        <w:tab/>
        <w:t>1.013e0</w:t>
      </w:r>
    </w:p>
    <w:p w14:paraId="748293F0" w14:textId="77777777" w:rsidR="00810015" w:rsidRDefault="00810015" w:rsidP="00810015">
      <w:r>
        <w:t>180.5066</w:t>
      </w:r>
      <w:r>
        <w:tab/>
        <w:t>1.013e0</w:t>
      </w:r>
    </w:p>
    <w:p w14:paraId="50724FEE" w14:textId="77777777" w:rsidR="00810015" w:rsidRDefault="00810015" w:rsidP="00810015">
      <w:r>
        <w:t>180.5318</w:t>
      </w:r>
      <w:r>
        <w:tab/>
        <w:t>1.013e0</w:t>
      </w:r>
    </w:p>
    <w:p w14:paraId="4C712D1C" w14:textId="77777777" w:rsidR="00810015" w:rsidRDefault="00810015" w:rsidP="00810015">
      <w:r>
        <w:t>180.5335</w:t>
      </w:r>
      <w:r>
        <w:tab/>
        <w:t>2.025e0</w:t>
      </w:r>
    </w:p>
    <w:p w14:paraId="2CDC683C" w14:textId="77777777" w:rsidR="00810015" w:rsidRDefault="00810015" w:rsidP="00810015">
      <w:r>
        <w:t>180.5676</w:t>
      </w:r>
      <w:r>
        <w:tab/>
        <w:t>1.013e0</w:t>
      </w:r>
    </w:p>
    <w:p w14:paraId="1E979034" w14:textId="77777777" w:rsidR="00810015" w:rsidRDefault="00810015" w:rsidP="00810015">
      <w:r>
        <w:lastRenderedPageBreak/>
        <w:t>180.5927</w:t>
      </w:r>
      <w:r>
        <w:tab/>
        <w:t>1.013e0</w:t>
      </w:r>
    </w:p>
    <w:p w14:paraId="3783DC87" w14:textId="77777777" w:rsidR="00810015" w:rsidRDefault="00810015" w:rsidP="00810015">
      <w:r>
        <w:t>180.6035</w:t>
      </w:r>
      <w:r>
        <w:tab/>
        <w:t>1.013e0</w:t>
      </w:r>
    </w:p>
    <w:p w14:paraId="58B00560" w14:textId="77777777" w:rsidR="00810015" w:rsidRDefault="00810015" w:rsidP="00810015">
      <w:r>
        <w:t>180.6250</w:t>
      </w:r>
      <w:r>
        <w:tab/>
        <w:t>1.013e0</w:t>
      </w:r>
    </w:p>
    <w:p w14:paraId="73CB2803" w14:textId="77777777" w:rsidR="00810015" w:rsidRDefault="00810015" w:rsidP="00810015">
      <w:r>
        <w:t>180.6573</w:t>
      </w:r>
      <w:r>
        <w:tab/>
        <w:t>3.038e0</w:t>
      </w:r>
    </w:p>
    <w:p w14:paraId="53CAE9C2" w14:textId="77777777" w:rsidR="00810015" w:rsidRDefault="00810015" w:rsidP="00810015">
      <w:r>
        <w:t>180.6859</w:t>
      </w:r>
      <w:r>
        <w:tab/>
        <w:t>2.025e0</w:t>
      </w:r>
    </w:p>
    <w:p w14:paraId="2A769C42" w14:textId="77777777" w:rsidR="00810015" w:rsidRDefault="00810015" w:rsidP="00810015">
      <w:r>
        <w:t>180.7035</w:t>
      </w:r>
      <w:r>
        <w:tab/>
        <w:t>1.013e0</w:t>
      </w:r>
    </w:p>
    <w:p w14:paraId="23554F38" w14:textId="77777777" w:rsidR="00810015" w:rsidRDefault="00810015" w:rsidP="00810015">
      <w:r>
        <w:t>180.7183</w:t>
      </w:r>
      <w:r>
        <w:tab/>
        <w:t>1.013e0</w:t>
      </w:r>
    </w:p>
    <w:p w14:paraId="1ACCD683" w14:textId="77777777" w:rsidR="00810015" w:rsidRDefault="00810015" w:rsidP="00810015">
      <w:r>
        <w:t>180.7246</w:t>
      </w:r>
      <w:r>
        <w:tab/>
        <w:t>2.025e0</w:t>
      </w:r>
    </w:p>
    <w:p w14:paraId="3F4E17C9" w14:textId="77777777" w:rsidR="00810015" w:rsidRDefault="00810015" w:rsidP="00810015">
      <w:r>
        <w:t>180.7494</w:t>
      </w:r>
      <w:r>
        <w:tab/>
        <w:t>1.013e0</w:t>
      </w:r>
    </w:p>
    <w:p w14:paraId="31F35CB4" w14:textId="77777777" w:rsidR="00810015" w:rsidRDefault="00810015" w:rsidP="00810015">
      <w:r>
        <w:t>180.7715</w:t>
      </w:r>
      <w:r>
        <w:tab/>
        <w:t>1.013e0</w:t>
      </w:r>
    </w:p>
    <w:p w14:paraId="60382155" w14:textId="77777777" w:rsidR="00810015" w:rsidRDefault="00810015" w:rsidP="00810015">
      <w:r>
        <w:t>180.7744</w:t>
      </w:r>
      <w:r>
        <w:tab/>
        <w:t>1.013e0</w:t>
      </w:r>
    </w:p>
    <w:p w14:paraId="64639FB4" w14:textId="77777777" w:rsidR="00810015" w:rsidRDefault="00810015" w:rsidP="00810015">
      <w:r>
        <w:t>180.7888</w:t>
      </w:r>
      <w:r>
        <w:tab/>
        <w:t>1.013e0</w:t>
      </w:r>
    </w:p>
    <w:p w14:paraId="5CF2B6D2" w14:textId="77777777" w:rsidR="00810015" w:rsidRDefault="00810015" w:rsidP="00810015">
      <w:r>
        <w:t>180.8613</w:t>
      </w:r>
      <w:r>
        <w:tab/>
        <w:t>1.013e0</w:t>
      </w:r>
    </w:p>
    <w:p w14:paraId="665C8ED9" w14:textId="77777777" w:rsidR="00810015" w:rsidRDefault="00810015" w:rsidP="00810015">
      <w:r>
        <w:t>180.8750</w:t>
      </w:r>
      <w:r>
        <w:tab/>
        <w:t>2.025e0</w:t>
      </w:r>
    </w:p>
    <w:p w14:paraId="07E0FEA4" w14:textId="77777777" w:rsidR="00810015" w:rsidRDefault="00810015" w:rsidP="00810015">
      <w:r>
        <w:t>180.8894</w:t>
      </w:r>
      <w:r>
        <w:tab/>
        <w:t>1.013e0</w:t>
      </w:r>
    </w:p>
    <w:p w14:paraId="5D958AF4" w14:textId="77777777" w:rsidR="00810015" w:rsidRDefault="00810015" w:rsidP="00810015">
      <w:r>
        <w:t>180.8930</w:t>
      </w:r>
      <w:r>
        <w:tab/>
        <w:t>2.025e0</w:t>
      </w:r>
    </w:p>
    <w:p w14:paraId="4D00A761" w14:textId="77777777" w:rsidR="00810015" w:rsidRDefault="00810015" w:rsidP="00810015">
      <w:r>
        <w:t>180.9073</w:t>
      </w:r>
      <w:r>
        <w:tab/>
        <w:t>1.013e0</w:t>
      </w:r>
    </w:p>
    <w:p w14:paraId="2D220DEE" w14:textId="77777777" w:rsidR="00810015" w:rsidRDefault="00810015" w:rsidP="00810015">
      <w:r>
        <w:t>180.9217</w:t>
      </w:r>
      <w:r>
        <w:tab/>
        <w:t>1.013e0</w:t>
      </w:r>
    </w:p>
    <w:p w14:paraId="0E7D2733" w14:textId="77777777" w:rsidR="00810015" w:rsidRDefault="00810015" w:rsidP="00810015">
      <w:r>
        <w:t>180.9253</w:t>
      </w:r>
      <w:r>
        <w:tab/>
        <w:t>1.013e0</w:t>
      </w:r>
    </w:p>
    <w:p w14:paraId="72558ACB" w14:textId="77777777" w:rsidR="00810015" w:rsidRDefault="00810015" w:rsidP="00810015">
      <w:r>
        <w:lastRenderedPageBreak/>
        <w:t>180.9440</w:t>
      </w:r>
      <w:r>
        <w:tab/>
        <w:t>1.013e0</w:t>
      </w:r>
    </w:p>
    <w:p w14:paraId="56BA8196" w14:textId="77777777" w:rsidR="00810015" w:rsidRDefault="00810015" w:rsidP="00810015">
      <w:r>
        <w:t>180.9541</w:t>
      </w:r>
      <w:r>
        <w:tab/>
        <w:t>1.013e0</w:t>
      </w:r>
    </w:p>
    <w:p w14:paraId="4C0A2A70" w14:textId="77777777" w:rsidR="00810015" w:rsidRDefault="00810015" w:rsidP="00810015">
      <w:r>
        <w:t>180.9753</w:t>
      </w:r>
      <w:r>
        <w:tab/>
        <w:t>1.013e0</w:t>
      </w:r>
    </w:p>
    <w:p w14:paraId="3D0AE773" w14:textId="77777777" w:rsidR="00810015" w:rsidRDefault="00810015" w:rsidP="00810015">
      <w:r>
        <w:t>180.9899</w:t>
      </w:r>
      <w:r>
        <w:tab/>
        <w:t>3.038e0</w:t>
      </w:r>
    </w:p>
    <w:p w14:paraId="665DFBAB" w14:textId="77777777" w:rsidR="00810015" w:rsidRDefault="00810015" w:rsidP="00810015">
      <w:r>
        <w:t>180.9929</w:t>
      </w:r>
      <w:r>
        <w:tab/>
        <w:t>2.025e0</w:t>
      </w:r>
    </w:p>
    <w:p w14:paraId="3E8CC79B" w14:textId="77777777" w:rsidR="00810015" w:rsidRDefault="00810015" w:rsidP="00810015">
      <w:r>
        <w:t>181.0112</w:t>
      </w:r>
      <w:r>
        <w:tab/>
        <w:t>1.013e1</w:t>
      </w:r>
    </w:p>
    <w:p w14:paraId="39D26225" w14:textId="77777777" w:rsidR="00810015" w:rsidRDefault="00810015" w:rsidP="00810015">
      <w:r>
        <w:t>181.0153</w:t>
      </w:r>
      <w:r>
        <w:tab/>
        <w:t>1.316e1</w:t>
      </w:r>
    </w:p>
    <w:p w14:paraId="570C014D" w14:textId="77777777" w:rsidR="00810015" w:rsidRDefault="00810015" w:rsidP="00810015">
      <w:r>
        <w:t>181.0207</w:t>
      </w:r>
      <w:r>
        <w:tab/>
        <w:t>2.025e1</w:t>
      </w:r>
    </w:p>
    <w:p w14:paraId="029ADB57" w14:textId="77777777" w:rsidR="00810015" w:rsidRDefault="00810015" w:rsidP="00810015">
      <w:r>
        <w:t>181.0450</w:t>
      </w:r>
      <w:r>
        <w:tab/>
        <w:t>2.025e0</w:t>
      </w:r>
    </w:p>
    <w:p w14:paraId="09DD4F75" w14:textId="77777777" w:rsidR="00810015" w:rsidRDefault="00810015" w:rsidP="00810015">
      <w:r>
        <w:t>181.0568</w:t>
      </w:r>
      <w:r>
        <w:tab/>
        <w:t>1.013e0</w:t>
      </w:r>
    </w:p>
    <w:p w14:paraId="0A3DED7D" w14:textId="77777777" w:rsidR="00810015" w:rsidRDefault="00810015" w:rsidP="00810015">
      <w:r>
        <w:t>181.0586</w:t>
      </w:r>
      <w:r>
        <w:tab/>
        <w:t>2.025e0</w:t>
      </w:r>
    </w:p>
    <w:p w14:paraId="04CC7E71" w14:textId="77777777" w:rsidR="00810015" w:rsidRDefault="00810015" w:rsidP="00810015">
      <w:r>
        <w:t>181.0604</w:t>
      </w:r>
      <w:r>
        <w:tab/>
        <w:t>2.025e0</w:t>
      </w:r>
    </w:p>
    <w:p w14:paraId="341B5573" w14:textId="77777777" w:rsidR="00810015" w:rsidRDefault="00810015" w:rsidP="00810015">
      <w:r>
        <w:t>181.0719</w:t>
      </w:r>
      <w:r>
        <w:tab/>
        <w:t>1.013e0</w:t>
      </w:r>
    </w:p>
    <w:p w14:paraId="17A9E9A6" w14:textId="77777777" w:rsidR="00810015" w:rsidRDefault="00810015" w:rsidP="00810015">
      <w:r>
        <w:t>181.0784</w:t>
      </w:r>
      <w:r>
        <w:tab/>
        <w:t>1.013e0</w:t>
      </w:r>
    </w:p>
    <w:p w14:paraId="6C753777" w14:textId="77777777" w:rsidR="00810015" w:rsidRDefault="00810015" w:rsidP="00810015">
      <w:r>
        <w:t>181.0820</w:t>
      </w:r>
      <w:r>
        <w:tab/>
        <w:t>1.013e0</w:t>
      </w:r>
    </w:p>
    <w:p w14:paraId="67DDD497" w14:textId="77777777" w:rsidR="00810015" w:rsidRDefault="00810015" w:rsidP="00810015">
      <w:r>
        <w:t>181.0995</w:t>
      </w:r>
      <w:r>
        <w:tab/>
        <w:t>4.614e0</w:t>
      </w:r>
    </w:p>
    <w:p w14:paraId="44318CEE" w14:textId="77777777" w:rsidR="00810015" w:rsidRDefault="00810015" w:rsidP="00810015">
      <w:r>
        <w:t>181.1074</w:t>
      </w:r>
      <w:r>
        <w:tab/>
        <w:t>6.874e0</w:t>
      </w:r>
    </w:p>
    <w:p w14:paraId="3BF86BC4" w14:textId="77777777" w:rsidR="00810015" w:rsidRDefault="00810015" w:rsidP="00810015">
      <w:r>
        <w:t>181.1108</w:t>
      </w:r>
      <w:r>
        <w:tab/>
        <w:t>1.013e0</w:t>
      </w:r>
    </w:p>
    <w:p w14:paraId="444B07DC" w14:textId="77777777" w:rsidR="00810015" w:rsidRDefault="00810015" w:rsidP="00810015">
      <w:r>
        <w:t>181.1257</w:t>
      </w:r>
      <w:r>
        <w:tab/>
        <w:t>1.976e0</w:t>
      </w:r>
    </w:p>
    <w:p w14:paraId="0D794B9B" w14:textId="77777777" w:rsidR="00810015" w:rsidRDefault="00810015" w:rsidP="00810015">
      <w:r>
        <w:lastRenderedPageBreak/>
        <w:t>181.1287</w:t>
      </w:r>
      <w:r>
        <w:tab/>
        <w:t>2.025e0</w:t>
      </w:r>
    </w:p>
    <w:p w14:paraId="01563422" w14:textId="77777777" w:rsidR="00810015" w:rsidRDefault="00810015" w:rsidP="00810015">
      <w:r>
        <w:t>181.1395</w:t>
      </w:r>
      <w:r>
        <w:tab/>
        <w:t>1.013e0</w:t>
      </w:r>
    </w:p>
    <w:p w14:paraId="631AA004" w14:textId="77777777" w:rsidR="00810015" w:rsidRDefault="00810015" w:rsidP="00810015">
      <w:r>
        <w:t>181.1539</w:t>
      </w:r>
      <w:r>
        <w:tab/>
        <w:t>1.013e0</w:t>
      </w:r>
    </w:p>
    <w:p w14:paraId="0F79A4FB" w14:textId="77777777" w:rsidR="00810015" w:rsidRDefault="00810015" w:rsidP="00810015">
      <w:r>
        <w:t>181.1610</w:t>
      </w:r>
      <w:r>
        <w:tab/>
        <w:t>2.025e0</w:t>
      </w:r>
    </w:p>
    <w:p w14:paraId="48BAE2DC" w14:textId="77777777" w:rsidR="00810015" w:rsidRDefault="00810015" w:rsidP="00810015">
      <w:r>
        <w:t>181.1660</w:t>
      </w:r>
      <w:r>
        <w:tab/>
        <w:t>5.063e0</w:t>
      </w:r>
    </w:p>
    <w:p w14:paraId="449DFC2C" w14:textId="77777777" w:rsidR="00810015" w:rsidRDefault="00810015" w:rsidP="00810015">
      <w:r>
        <w:t>181.1868</w:t>
      </w:r>
      <w:r>
        <w:tab/>
        <w:t>2.025e0</w:t>
      </w:r>
    </w:p>
    <w:p w14:paraId="7BDFED30" w14:textId="77777777" w:rsidR="00810015" w:rsidRDefault="00810015" w:rsidP="00810015">
      <w:r>
        <w:t>181.1970</w:t>
      </w:r>
      <w:r>
        <w:tab/>
        <w:t>1.013e0</w:t>
      </w:r>
    </w:p>
    <w:p w14:paraId="589B3609" w14:textId="77777777" w:rsidR="00810015" w:rsidRDefault="00810015" w:rsidP="00810015">
      <w:r>
        <w:t>181.2006</w:t>
      </w:r>
      <w:r>
        <w:tab/>
        <w:t>1.013e0</w:t>
      </w:r>
    </w:p>
    <w:p w14:paraId="5574CAD0" w14:textId="77777777" w:rsidR="00810015" w:rsidRDefault="00810015" w:rsidP="00810015">
      <w:r>
        <w:t>181.2078</w:t>
      </w:r>
      <w:r>
        <w:tab/>
        <w:t>2.025e0</w:t>
      </w:r>
    </w:p>
    <w:p w14:paraId="7C957BB4" w14:textId="77777777" w:rsidR="00810015" w:rsidRDefault="00810015" w:rsidP="00810015">
      <w:r>
        <w:t>181.2300</w:t>
      </w:r>
      <w:r>
        <w:tab/>
        <w:t>1.013e0</w:t>
      </w:r>
    </w:p>
    <w:p w14:paraId="0DB7A90C" w14:textId="77777777" w:rsidR="00810015" w:rsidRDefault="00810015" w:rsidP="00810015">
      <w:r>
        <w:t>181.2402</w:t>
      </w:r>
      <w:r>
        <w:tab/>
        <w:t>2.025e0</w:t>
      </w:r>
    </w:p>
    <w:p w14:paraId="59DCE030" w14:textId="77777777" w:rsidR="00810015" w:rsidRDefault="00810015" w:rsidP="00810015">
      <w:r>
        <w:t>181.2760</w:t>
      </w:r>
      <w:r>
        <w:tab/>
        <w:t>2.025e0</w:t>
      </w:r>
    </w:p>
    <w:p w14:paraId="09917F70" w14:textId="77777777" w:rsidR="00810015" w:rsidRDefault="00810015" w:rsidP="00810015">
      <w:r>
        <w:t>181.2969</w:t>
      </w:r>
      <w:r>
        <w:tab/>
        <w:t>1.013e0</w:t>
      </w:r>
    </w:p>
    <w:p w14:paraId="2DD291AD" w14:textId="77777777" w:rsidR="00810015" w:rsidRDefault="00810015" w:rsidP="00810015">
      <w:r>
        <w:t>181.3313</w:t>
      </w:r>
      <w:r>
        <w:tab/>
        <w:t>3.038e0</w:t>
      </w:r>
    </w:p>
    <w:p w14:paraId="022B7736" w14:textId="77777777" w:rsidR="00810015" w:rsidRDefault="00810015" w:rsidP="00810015">
      <w:r>
        <w:t>181.3645</w:t>
      </w:r>
      <w:r>
        <w:tab/>
        <w:t>1.013e0</w:t>
      </w:r>
    </w:p>
    <w:p w14:paraId="58891288" w14:textId="77777777" w:rsidR="00810015" w:rsidRDefault="00810015" w:rsidP="00810015">
      <w:r>
        <w:t>181.3754</w:t>
      </w:r>
      <w:r>
        <w:tab/>
        <w:t>1.013e0</w:t>
      </w:r>
    </w:p>
    <w:p w14:paraId="1D98C2ED" w14:textId="77777777" w:rsidR="00810015" w:rsidRDefault="00810015" w:rsidP="00810015">
      <w:r>
        <w:t>181.4257</w:t>
      </w:r>
      <w:r>
        <w:tab/>
        <w:t>1.013e0</w:t>
      </w:r>
    </w:p>
    <w:p w14:paraId="087ACE93" w14:textId="77777777" w:rsidR="00810015" w:rsidRDefault="00810015" w:rsidP="00810015">
      <w:r>
        <w:t>181.4365</w:t>
      </w:r>
      <w:r>
        <w:tab/>
        <w:t>1.013e0</w:t>
      </w:r>
    </w:p>
    <w:p w14:paraId="6A539406" w14:textId="77777777" w:rsidR="00810015" w:rsidRDefault="00810015" w:rsidP="00810015">
      <w:r>
        <w:t>181.4580</w:t>
      </w:r>
      <w:r>
        <w:tab/>
        <w:t>2.025e0</w:t>
      </w:r>
    </w:p>
    <w:p w14:paraId="236293FB" w14:textId="77777777" w:rsidR="00810015" w:rsidRDefault="00810015" w:rsidP="00810015">
      <w:r>
        <w:lastRenderedPageBreak/>
        <w:t>181.4832</w:t>
      </w:r>
      <w:r>
        <w:tab/>
        <w:t>1.013e0</w:t>
      </w:r>
    </w:p>
    <w:p w14:paraId="17D3C9F2" w14:textId="77777777" w:rsidR="00810015" w:rsidRDefault="00810015" w:rsidP="00810015">
      <w:r>
        <w:t>181.4904</w:t>
      </w:r>
      <w:r>
        <w:tab/>
        <w:t>1.013e0</w:t>
      </w:r>
    </w:p>
    <w:p w14:paraId="32F70083" w14:textId="77777777" w:rsidR="00810015" w:rsidRDefault="00810015" w:rsidP="00810015">
      <w:r>
        <w:t>181.5012</w:t>
      </w:r>
      <w:r>
        <w:tab/>
        <w:t>1.013e0</w:t>
      </w:r>
    </w:p>
    <w:p w14:paraId="48DB72E3" w14:textId="77777777" w:rsidR="00810015" w:rsidRDefault="00810015" w:rsidP="00810015">
      <w:r>
        <w:t>181.5228</w:t>
      </w:r>
      <w:r>
        <w:tab/>
        <w:t>1.013e0</w:t>
      </w:r>
    </w:p>
    <w:p w14:paraId="25D34B61" w14:textId="77777777" w:rsidR="00810015" w:rsidRDefault="00810015" w:rsidP="00810015">
      <w:r>
        <w:t>181.5307</w:t>
      </w:r>
      <w:r>
        <w:tab/>
        <w:t>1.013e0</w:t>
      </w:r>
    </w:p>
    <w:p w14:paraId="35FF84B5" w14:textId="77777777" w:rsidR="00810015" w:rsidRDefault="00810015" w:rsidP="00810015">
      <w:r>
        <w:t>181.5408</w:t>
      </w:r>
      <w:r>
        <w:tab/>
        <w:t>1.013e0</w:t>
      </w:r>
    </w:p>
    <w:p w14:paraId="2692DDA3" w14:textId="77777777" w:rsidR="00810015" w:rsidRDefault="00810015" w:rsidP="00810015">
      <w:r>
        <w:t>181.5480</w:t>
      </w:r>
      <w:r>
        <w:tab/>
        <w:t>1.013e0</w:t>
      </w:r>
    </w:p>
    <w:p w14:paraId="6B4D6D6F" w14:textId="77777777" w:rsidR="00810015" w:rsidRDefault="00810015" w:rsidP="00810015">
      <w:r>
        <w:t>181.5623</w:t>
      </w:r>
      <w:r>
        <w:tab/>
        <w:t>1.013e0</w:t>
      </w:r>
    </w:p>
    <w:p w14:paraId="146C3682" w14:textId="77777777" w:rsidR="00810015" w:rsidRDefault="00810015" w:rsidP="00810015">
      <w:r>
        <w:t>181.5768</w:t>
      </w:r>
      <w:r>
        <w:tab/>
        <w:t>2.025e0</w:t>
      </w:r>
    </w:p>
    <w:p w14:paraId="1673E462" w14:textId="77777777" w:rsidR="00810015" w:rsidRDefault="00810015" w:rsidP="00810015">
      <w:r>
        <w:t>181.5871</w:t>
      </w:r>
      <w:r>
        <w:tab/>
        <w:t>1.013e0</w:t>
      </w:r>
    </w:p>
    <w:p w14:paraId="770D3E31" w14:textId="77777777" w:rsidR="00810015" w:rsidRDefault="00810015" w:rsidP="00810015">
      <w:r>
        <w:t>181.6196</w:t>
      </w:r>
      <w:r>
        <w:tab/>
        <w:t>1.013e0</w:t>
      </w:r>
    </w:p>
    <w:p w14:paraId="5217DFA7" w14:textId="77777777" w:rsidR="00810015" w:rsidRDefault="00810015" w:rsidP="00810015">
      <w:r>
        <w:t>181.6473</w:t>
      </w:r>
      <w:r>
        <w:tab/>
        <w:t>1.013e0</w:t>
      </w:r>
    </w:p>
    <w:p w14:paraId="78EBDB43" w14:textId="77777777" w:rsidR="00810015" w:rsidRDefault="00810015" w:rsidP="00810015">
      <w:r>
        <w:t>181.6688</w:t>
      </w:r>
      <w:r>
        <w:tab/>
        <w:t>2.025e0</w:t>
      </w:r>
    </w:p>
    <w:p w14:paraId="0B479221" w14:textId="77777777" w:rsidR="00810015" w:rsidRDefault="00810015" w:rsidP="00810015">
      <w:r>
        <w:t>181.6977</w:t>
      </w:r>
      <w:r>
        <w:tab/>
        <w:t>1.013e0</w:t>
      </w:r>
    </w:p>
    <w:p w14:paraId="53BDA7F8" w14:textId="77777777" w:rsidR="00810015" w:rsidRDefault="00810015" w:rsidP="00810015">
      <w:r>
        <w:t>181.7307</w:t>
      </w:r>
      <w:r>
        <w:tab/>
        <w:t>1.013e0</w:t>
      </w:r>
    </w:p>
    <w:p w14:paraId="2DE1C6D6" w14:textId="77777777" w:rsidR="00810015" w:rsidRDefault="00810015" w:rsidP="00810015">
      <w:r>
        <w:t>181.7624</w:t>
      </w:r>
      <w:r>
        <w:tab/>
        <w:t>2.025e0</w:t>
      </w:r>
    </w:p>
    <w:p w14:paraId="4995CF3E" w14:textId="77777777" w:rsidR="00810015" w:rsidRDefault="00810015" w:rsidP="00810015">
      <w:r>
        <w:t>181.7840</w:t>
      </w:r>
      <w:r>
        <w:tab/>
        <w:t>1.013e0</w:t>
      </w:r>
    </w:p>
    <w:p w14:paraId="133C4CA7" w14:textId="77777777" w:rsidR="00810015" w:rsidRDefault="00810015" w:rsidP="00810015">
      <w:r>
        <w:t>181.7984</w:t>
      </w:r>
      <w:r>
        <w:tab/>
        <w:t>2.025e0</w:t>
      </w:r>
    </w:p>
    <w:p w14:paraId="0B554EF4" w14:textId="77777777" w:rsidR="00810015" w:rsidRDefault="00810015" w:rsidP="00810015">
      <w:r>
        <w:t>181.8632</w:t>
      </w:r>
      <w:r>
        <w:tab/>
        <w:t>1.013e0</w:t>
      </w:r>
    </w:p>
    <w:p w14:paraId="62C2A787" w14:textId="77777777" w:rsidR="00810015" w:rsidRDefault="00810015" w:rsidP="00810015">
      <w:r>
        <w:lastRenderedPageBreak/>
        <w:t>181.8848</w:t>
      </w:r>
      <w:r>
        <w:tab/>
        <w:t>1.013e0</w:t>
      </w:r>
    </w:p>
    <w:p w14:paraId="60A1CB6B" w14:textId="77777777" w:rsidR="00810015" w:rsidRDefault="00810015" w:rsidP="00810015">
      <w:r>
        <w:t>181.8890</w:t>
      </w:r>
      <w:r>
        <w:tab/>
        <w:t>1.013e0</w:t>
      </w:r>
    </w:p>
    <w:p w14:paraId="3A05BEDC" w14:textId="77777777" w:rsidR="00810015" w:rsidRDefault="00810015" w:rsidP="00810015">
      <w:r>
        <w:t>181.8919</w:t>
      </w:r>
      <w:r>
        <w:tab/>
        <w:t>1.013e0</w:t>
      </w:r>
    </w:p>
    <w:p w14:paraId="0977C27C" w14:textId="77777777" w:rsidR="00810015" w:rsidRDefault="00810015" w:rsidP="00810015">
      <w:r>
        <w:t>181.9415</w:t>
      </w:r>
      <w:r>
        <w:tab/>
        <w:t>1.013e0</w:t>
      </w:r>
    </w:p>
    <w:p w14:paraId="526CCA3D" w14:textId="77777777" w:rsidR="00810015" w:rsidRDefault="00810015" w:rsidP="00810015">
      <w:r>
        <w:t>181.9486</w:t>
      </w:r>
      <w:r>
        <w:tab/>
        <w:t>1.013e0</w:t>
      </w:r>
    </w:p>
    <w:p w14:paraId="32977308" w14:textId="77777777" w:rsidR="00810015" w:rsidRDefault="00810015" w:rsidP="00810015">
      <w:r>
        <w:t>181.9599</w:t>
      </w:r>
      <w:r>
        <w:tab/>
        <w:t>1.013e0</w:t>
      </w:r>
    </w:p>
    <w:p w14:paraId="7724D0D2" w14:textId="77777777" w:rsidR="00810015" w:rsidRDefault="00810015" w:rsidP="00810015">
      <w:r>
        <w:t>181.9718</w:t>
      </w:r>
      <w:r>
        <w:tab/>
        <w:t>2.025e0</w:t>
      </w:r>
    </w:p>
    <w:p w14:paraId="5A6BFD1A" w14:textId="77777777" w:rsidR="00810015" w:rsidRDefault="00810015" w:rsidP="00810015">
      <w:r>
        <w:t>181.9844</w:t>
      </w:r>
      <w:r>
        <w:tab/>
        <w:t>2.025e0</w:t>
      </w:r>
    </w:p>
    <w:p w14:paraId="7BD9AF2D" w14:textId="77777777" w:rsidR="00810015" w:rsidRDefault="00810015" w:rsidP="00810015">
      <w:r>
        <w:t>182.0217</w:t>
      </w:r>
      <w:r>
        <w:tab/>
        <w:t>3.038e0</w:t>
      </w:r>
    </w:p>
    <w:p w14:paraId="69223E4B" w14:textId="77777777" w:rsidR="00810015" w:rsidRDefault="00810015" w:rsidP="00810015">
      <w:r>
        <w:t>182.0257</w:t>
      </w:r>
      <w:r>
        <w:tab/>
        <w:t>3.038e0</w:t>
      </w:r>
    </w:p>
    <w:p w14:paraId="61BCA148" w14:textId="77777777" w:rsidR="00810015" w:rsidRDefault="00810015" w:rsidP="00810015">
      <w:r>
        <w:t>182.0274</w:t>
      </w:r>
      <w:r>
        <w:tab/>
        <w:t>2.025e0</w:t>
      </w:r>
    </w:p>
    <w:p w14:paraId="1C841F6D" w14:textId="77777777" w:rsidR="00810015" w:rsidRDefault="00810015" w:rsidP="00810015">
      <w:r>
        <w:t>182.0316</w:t>
      </w:r>
      <w:r>
        <w:tab/>
        <w:t>2.025e0</w:t>
      </w:r>
    </w:p>
    <w:p w14:paraId="13B64B07" w14:textId="77777777" w:rsidR="00810015" w:rsidRDefault="00810015" w:rsidP="00810015">
      <w:r>
        <w:t>182.0336</w:t>
      </w:r>
      <w:r>
        <w:tab/>
        <w:t>3.038e0</w:t>
      </w:r>
    </w:p>
    <w:p w14:paraId="53690862" w14:textId="77777777" w:rsidR="00810015" w:rsidRDefault="00810015" w:rsidP="00810015">
      <w:r>
        <w:t>182.0634</w:t>
      </w:r>
      <w:r>
        <w:tab/>
        <w:t>2.025e0</w:t>
      </w:r>
    </w:p>
    <w:p w14:paraId="7F738452" w14:textId="77777777" w:rsidR="00810015" w:rsidRDefault="00810015" w:rsidP="00810015">
      <w:r>
        <w:t>182.0677</w:t>
      </w:r>
      <w:r>
        <w:tab/>
        <w:t>4.051e0</w:t>
      </w:r>
    </w:p>
    <w:p w14:paraId="0DA82D23" w14:textId="77777777" w:rsidR="00810015" w:rsidRDefault="00810015" w:rsidP="00810015">
      <w:r>
        <w:t>182.0850</w:t>
      </w:r>
      <w:r>
        <w:tab/>
        <w:t>3.038e0</w:t>
      </w:r>
    </w:p>
    <w:p w14:paraId="07D84832" w14:textId="77777777" w:rsidR="00810015" w:rsidRDefault="00810015" w:rsidP="00810015">
      <w:r>
        <w:t>182.0887</w:t>
      </w:r>
      <w:r>
        <w:tab/>
        <w:t>2.330e0</w:t>
      </w:r>
    </w:p>
    <w:p w14:paraId="0F566DA6" w14:textId="77777777" w:rsidR="00810015" w:rsidRDefault="00810015" w:rsidP="00810015">
      <w:r>
        <w:t>182.0943</w:t>
      </w:r>
      <w:r>
        <w:tab/>
        <w:t>2.612e0</w:t>
      </w:r>
    </w:p>
    <w:p w14:paraId="01B937B9" w14:textId="77777777" w:rsidR="00810015" w:rsidRDefault="00810015" w:rsidP="00810015">
      <w:r>
        <w:t>182.1142</w:t>
      </w:r>
      <w:r>
        <w:tab/>
        <w:t>4.051e0</w:t>
      </w:r>
    </w:p>
    <w:p w14:paraId="399B7372" w14:textId="77777777" w:rsidR="00810015" w:rsidRDefault="00810015" w:rsidP="00810015">
      <w:r>
        <w:lastRenderedPageBreak/>
        <w:t>182.1282</w:t>
      </w:r>
      <w:r>
        <w:tab/>
        <w:t>2.025e0</w:t>
      </w:r>
    </w:p>
    <w:p w14:paraId="1BA8C1F2" w14:textId="77777777" w:rsidR="00810015" w:rsidRDefault="00810015" w:rsidP="00810015">
      <w:r>
        <w:t>182.1392</w:t>
      </w:r>
      <w:r>
        <w:tab/>
        <w:t>1.176e0</w:t>
      </w:r>
    </w:p>
    <w:p w14:paraId="3425301D" w14:textId="77777777" w:rsidR="00810015" w:rsidRDefault="00810015" w:rsidP="00810015">
      <w:r>
        <w:t>182.1462</w:t>
      </w:r>
      <w:r>
        <w:tab/>
        <w:t>1.013e0</w:t>
      </w:r>
    </w:p>
    <w:p w14:paraId="11B3A227" w14:textId="77777777" w:rsidR="00810015" w:rsidRDefault="00810015" w:rsidP="00810015">
      <w:r>
        <w:t>182.1750</w:t>
      </w:r>
      <w:r>
        <w:tab/>
        <w:t>1.013e0</w:t>
      </w:r>
    </w:p>
    <w:p w14:paraId="33606EF0" w14:textId="77777777" w:rsidR="00810015" w:rsidRDefault="00810015" w:rsidP="00810015">
      <w:r>
        <w:t>182.1892</w:t>
      </w:r>
      <w:r>
        <w:tab/>
        <w:t>5.063e0</w:t>
      </w:r>
    </w:p>
    <w:p w14:paraId="158CAC94" w14:textId="77777777" w:rsidR="00810015" w:rsidRDefault="00810015" w:rsidP="00810015">
      <w:r>
        <w:t>182.1913</w:t>
      </w:r>
      <w:r>
        <w:tab/>
        <w:t>5.063e0</w:t>
      </w:r>
    </w:p>
    <w:p w14:paraId="50C576DE" w14:textId="77777777" w:rsidR="00810015" w:rsidRDefault="00810015" w:rsidP="00810015">
      <w:r>
        <w:t>182.1940</w:t>
      </w:r>
      <w:r>
        <w:tab/>
        <w:t>3.038e0</w:t>
      </w:r>
    </w:p>
    <w:p w14:paraId="426DF8F7" w14:textId="77777777" w:rsidR="00810015" w:rsidRDefault="00810015" w:rsidP="00810015">
      <w:r>
        <w:t>182.2111</w:t>
      </w:r>
      <w:r>
        <w:tab/>
        <w:t>2.025e0</w:t>
      </w:r>
    </w:p>
    <w:p w14:paraId="0FF4FF2A" w14:textId="77777777" w:rsidR="00810015" w:rsidRDefault="00810015" w:rsidP="00810015">
      <w:r>
        <w:t>182.2147</w:t>
      </w:r>
      <w:r>
        <w:tab/>
        <w:t>1.013e0</w:t>
      </w:r>
    </w:p>
    <w:p w14:paraId="44EDA328" w14:textId="77777777" w:rsidR="00810015" w:rsidRDefault="00810015" w:rsidP="00810015">
      <w:r>
        <w:t>182.2219</w:t>
      </w:r>
      <w:r>
        <w:tab/>
        <w:t>1.013e0</w:t>
      </w:r>
    </w:p>
    <w:p w14:paraId="6B991882" w14:textId="77777777" w:rsidR="00810015" w:rsidRDefault="00810015" w:rsidP="00810015">
      <w:r>
        <w:t>182.2752</w:t>
      </w:r>
      <w:r>
        <w:tab/>
        <w:t>1.013e0</w:t>
      </w:r>
    </w:p>
    <w:p w14:paraId="6B4E3167" w14:textId="77777777" w:rsidR="00810015" w:rsidRDefault="00810015" w:rsidP="00810015">
      <w:r>
        <w:t>182.2894</w:t>
      </w:r>
      <w:r>
        <w:tab/>
        <w:t>1.013e0</w:t>
      </w:r>
    </w:p>
    <w:p w14:paraId="31CA3820" w14:textId="77777777" w:rsidR="00810015" w:rsidRDefault="00810015" w:rsidP="00810015">
      <w:r>
        <w:t>182.3036</w:t>
      </w:r>
      <w:r>
        <w:tab/>
        <w:t>1.013e0</w:t>
      </w:r>
    </w:p>
    <w:p w14:paraId="35D7F945" w14:textId="77777777" w:rsidR="00810015" w:rsidRDefault="00810015" w:rsidP="00810015">
      <w:r>
        <w:t>182.3143</w:t>
      </w:r>
      <w:r>
        <w:tab/>
        <w:t>1.013e0</w:t>
      </w:r>
    </w:p>
    <w:p w14:paraId="39829725" w14:textId="77777777" w:rsidR="00810015" w:rsidRDefault="00810015" w:rsidP="00810015">
      <w:r>
        <w:t>182.3392</w:t>
      </w:r>
      <w:r>
        <w:tab/>
        <w:t>1.013e0</w:t>
      </w:r>
    </w:p>
    <w:p w14:paraId="61ED406E" w14:textId="77777777" w:rsidR="00810015" w:rsidRDefault="00810015" w:rsidP="00810015">
      <w:r>
        <w:t>182.3753</w:t>
      </w:r>
      <w:r>
        <w:tab/>
        <w:t>2.025e0</w:t>
      </w:r>
    </w:p>
    <w:p w14:paraId="65CD9B91" w14:textId="77777777" w:rsidR="00810015" w:rsidRDefault="00810015" w:rsidP="00810015">
      <w:r>
        <w:t>182.4408</w:t>
      </w:r>
      <w:r>
        <w:tab/>
        <w:t>1.013e0</w:t>
      </w:r>
    </w:p>
    <w:p w14:paraId="1BD60130" w14:textId="77777777" w:rsidR="00810015" w:rsidRDefault="00810015" w:rsidP="00810015">
      <w:r>
        <w:t>182.5056</w:t>
      </w:r>
      <w:r>
        <w:tab/>
        <w:t>1.013e0</w:t>
      </w:r>
    </w:p>
    <w:p w14:paraId="7BF85D69" w14:textId="77777777" w:rsidR="00810015" w:rsidRDefault="00810015" w:rsidP="00810015">
      <w:r>
        <w:t>182.5107</w:t>
      </w:r>
      <w:r>
        <w:tab/>
        <w:t>3.038e0</w:t>
      </w:r>
    </w:p>
    <w:p w14:paraId="02247039" w14:textId="77777777" w:rsidR="00810015" w:rsidRDefault="00810015" w:rsidP="00810015">
      <w:r>
        <w:lastRenderedPageBreak/>
        <w:t>182.5411</w:t>
      </w:r>
      <w:r>
        <w:tab/>
        <w:t>1.013e0</w:t>
      </w:r>
    </w:p>
    <w:p w14:paraId="4AF1DD8C" w14:textId="77777777" w:rsidR="00810015" w:rsidRDefault="00810015" w:rsidP="00810015">
      <w:r>
        <w:t>182.5598</w:t>
      </w:r>
      <w:r>
        <w:tab/>
        <w:t>1.013e0</w:t>
      </w:r>
    </w:p>
    <w:p w14:paraId="3BCD2F76" w14:textId="77777777" w:rsidR="00810015" w:rsidRDefault="00810015" w:rsidP="00810015">
      <w:r>
        <w:t>182.5664</w:t>
      </w:r>
      <w:r>
        <w:tab/>
        <w:t>6.010e0</w:t>
      </w:r>
    </w:p>
    <w:p w14:paraId="49A2860D" w14:textId="77777777" w:rsidR="00810015" w:rsidRDefault="00810015" w:rsidP="00810015">
      <w:r>
        <w:t>182.5683</w:t>
      </w:r>
      <w:r>
        <w:tab/>
        <w:t>1.594e1</w:t>
      </w:r>
    </w:p>
    <w:p w14:paraId="7AFD85CC" w14:textId="77777777" w:rsidR="00810015" w:rsidRDefault="00810015" w:rsidP="00810015">
      <w:r>
        <w:t>182.5694</w:t>
      </w:r>
      <w:r>
        <w:tab/>
        <w:t>1.215e1</w:t>
      </w:r>
    </w:p>
    <w:p w14:paraId="6B02E495" w14:textId="77777777" w:rsidR="00810015" w:rsidRDefault="00810015" w:rsidP="00810015">
      <w:r>
        <w:t>182.5797</w:t>
      </w:r>
      <w:r>
        <w:tab/>
        <w:t>3.038e0</w:t>
      </w:r>
    </w:p>
    <w:p w14:paraId="69082389" w14:textId="77777777" w:rsidR="00810015" w:rsidRDefault="00810015" w:rsidP="00810015">
      <w:r>
        <w:t>182.6147</w:t>
      </w:r>
      <w:r>
        <w:tab/>
        <w:t>2.025e0</w:t>
      </w:r>
    </w:p>
    <w:p w14:paraId="78481EE6" w14:textId="77777777" w:rsidR="00810015" w:rsidRDefault="00810015" w:rsidP="00810015">
      <w:r>
        <w:t>182.6165</w:t>
      </w:r>
      <w:r>
        <w:tab/>
        <w:t>1.013e0</w:t>
      </w:r>
    </w:p>
    <w:p w14:paraId="01D65F7C" w14:textId="77777777" w:rsidR="00810015" w:rsidRDefault="00810015" w:rsidP="00810015">
      <w:r>
        <w:t>182.6279</w:t>
      </w:r>
      <w:r>
        <w:tab/>
        <w:t>1.013e0</w:t>
      </w:r>
    </w:p>
    <w:p w14:paraId="1819CA54" w14:textId="77777777" w:rsidR="00810015" w:rsidRDefault="00810015" w:rsidP="00810015">
      <w:r>
        <w:t>182.6379</w:t>
      </w:r>
      <w:r>
        <w:tab/>
        <w:t>1.013e0</w:t>
      </w:r>
    </w:p>
    <w:p w14:paraId="3073A76D" w14:textId="77777777" w:rsidR="00810015" w:rsidRDefault="00810015" w:rsidP="00810015">
      <w:r>
        <w:t>182.6628</w:t>
      </w:r>
      <w:r>
        <w:tab/>
        <w:t>1.013e0</w:t>
      </w:r>
    </w:p>
    <w:p w14:paraId="5FEABFD6" w14:textId="77777777" w:rsidR="00810015" w:rsidRDefault="00810015" w:rsidP="00810015">
      <w:r>
        <w:t>182.6777</w:t>
      </w:r>
      <w:r>
        <w:tab/>
        <w:t>1.013e0</w:t>
      </w:r>
    </w:p>
    <w:p w14:paraId="4BCE5A45" w14:textId="77777777" w:rsidR="00810015" w:rsidRDefault="00810015" w:rsidP="00810015">
      <w:r>
        <w:t>182.6842</w:t>
      </w:r>
      <w:r>
        <w:tab/>
        <w:t>1.013e0</w:t>
      </w:r>
    </w:p>
    <w:p w14:paraId="4669E7A0" w14:textId="77777777" w:rsidR="00810015" w:rsidRDefault="00810015" w:rsidP="00810015">
      <w:r>
        <w:t>182.7039</w:t>
      </w:r>
      <w:r>
        <w:tab/>
        <w:t>2.025e0</w:t>
      </w:r>
    </w:p>
    <w:p w14:paraId="67E7C7CE" w14:textId="77777777" w:rsidR="00810015" w:rsidRDefault="00810015" w:rsidP="00810015">
      <w:r>
        <w:t>182.7161</w:t>
      </w:r>
      <w:r>
        <w:tab/>
        <w:t>2.025e0</w:t>
      </w:r>
    </w:p>
    <w:p w14:paraId="41E90C24" w14:textId="77777777" w:rsidR="00810015" w:rsidRDefault="00810015" w:rsidP="00810015">
      <w:r>
        <w:t>182.7307</w:t>
      </w:r>
      <w:r>
        <w:tab/>
        <w:t>1.013e0</w:t>
      </w:r>
    </w:p>
    <w:p w14:paraId="2483A6E8" w14:textId="77777777" w:rsidR="00810015" w:rsidRDefault="00810015" w:rsidP="00810015">
      <w:r>
        <w:t>182.7415</w:t>
      </w:r>
      <w:r>
        <w:tab/>
        <w:t>1.013e0</w:t>
      </w:r>
    </w:p>
    <w:p w14:paraId="69A6E659" w14:textId="77777777" w:rsidR="00810015" w:rsidRDefault="00810015" w:rsidP="00810015">
      <w:r>
        <w:t>182.7848</w:t>
      </w:r>
      <w:r>
        <w:tab/>
        <w:t>1.013e0</w:t>
      </w:r>
    </w:p>
    <w:p w14:paraId="42DFDCE4" w14:textId="77777777" w:rsidR="00810015" w:rsidRDefault="00810015" w:rsidP="00810015">
      <w:r>
        <w:t>182.7887</w:t>
      </w:r>
      <w:r>
        <w:tab/>
        <w:t>3.038e0</w:t>
      </w:r>
    </w:p>
    <w:p w14:paraId="2129FAA3" w14:textId="77777777" w:rsidR="00810015" w:rsidRDefault="00810015" w:rsidP="00810015">
      <w:r>
        <w:lastRenderedPageBreak/>
        <w:t>182.8101</w:t>
      </w:r>
      <w:r>
        <w:tab/>
        <w:t>1.013e0</w:t>
      </w:r>
    </w:p>
    <w:p w14:paraId="6280F097" w14:textId="77777777" w:rsidR="00810015" w:rsidRDefault="00810015" w:rsidP="00810015">
      <w:r>
        <w:t>182.8389</w:t>
      </w:r>
      <w:r>
        <w:tab/>
        <w:t>1.013e0</w:t>
      </w:r>
    </w:p>
    <w:p w14:paraId="079AC599" w14:textId="77777777" w:rsidR="00810015" w:rsidRDefault="00810015" w:rsidP="00810015">
      <w:r>
        <w:t>182.8468</w:t>
      </w:r>
      <w:r>
        <w:tab/>
        <w:t>1.013e0</w:t>
      </w:r>
    </w:p>
    <w:p w14:paraId="579B31E8" w14:textId="77777777" w:rsidR="00810015" w:rsidRDefault="00810015" w:rsidP="00810015">
      <w:r>
        <w:t>182.8533</w:t>
      </w:r>
      <w:r>
        <w:tab/>
        <w:t>1.013e0</w:t>
      </w:r>
    </w:p>
    <w:p w14:paraId="77D67B60" w14:textId="77777777" w:rsidR="00810015" w:rsidRDefault="00810015" w:rsidP="00810015">
      <w:r>
        <w:t>182.8569</w:t>
      </w:r>
      <w:r>
        <w:tab/>
        <w:t>1.013e0</w:t>
      </w:r>
    </w:p>
    <w:p w14:paraId="7A4819DE" w14:textId="77777777" w:rsidR="00810015" w:rsidRDefault="00810015" w:rsidP="00810015">
      <w:r>
        <w:t>182.8587</w:t>
      </w:r>
      <w:r>
        <w:tab/>
        <w:t>2.025e0</w:t>
      </w:r>
    </w:p>
    <w:p w14:paraId="3B154D90" w14:textId="77777777" w:rsidR="00810015" w:rsidRDefault="00810015" w:rsidP="00810015">
      <w:r>
        <w:t>182.8677</w:t>
      </w:r>
      <w:r>
        <w:tab/>
        <w:t>1.013e0</w:t>
      </w:r>
    </w:p>
    <w:p w14:paraId="3B4D6727" w14:textId="77777777" w:rsidR="00810015" w:rsidRDefault="00810015" w:rsidP="00810015">
      <w:r>
        <w:t>182.8792</w:t>
      </w:r>
      <w:r>
        <w:tab/>
        <w:t>1.013e0</w:t>
      </w:r>
    </w:p>
    <w:p w14:paraId="237B14D8" w14:textId="77777777" w:rsidR="00810015" w:rsidRDefault="00810015" w:rsidP="00810015">
      <w:r>
        <w:t>182.8893</w:t>
      </w:r>
      <w:r>
        <w:tab/>
        <w:t>1.013e0</w:t>
      </w:r>
    </w:p>
    <w:p w14:paraId="43DB557F" w14:textId="77777777" w:rsidR="00810015" w:rsidRDefault="00810015" w:rsidP="00810015">
      <w:r>
        <w:t>182.9182</w:t>
      </w:r>
      <w:r>
        <w:tab/>
        <w:t>2.025e0</w:t>
      </w:r>
    </w:p>
    <w:p w14:paraId="506BB75C" w14:textId="77777777" w:rsidR="00810015" w:rsidRDefault="00810015" w:rsidP="00810015">
      <w:r>
        <w:t>182.9837</w:t>
      </w:r>
      <w:r>
        <w:tab/>
        <w:t>1.532e1</w:t>
      </w:r>
    </w:p>
    <w:p w14:paraId="4F663689" w14:textId="77777777" w:rsidR="00810015" w:rsidRDefault="00810015" w:rsidP="00810015">
      <w:r>
        <w:t>182.9866</w:t>
      </w:r>
      <w:r>
        <w:tab/>
        <w:t>7.508e1</w:t>
      </w:r>
    </w:p>
    <w:p w14:paraId="1F47181D" w14:textId="77777777" w:rsidR="00810015" w:rsidRDefault="00810015" w:rsidP="00810015">
      <w:r>
        <w:t>182.9881</w:t>
      </w:r>
      <w:r>
        <w:tab/>
        <w:t>2.240e1</w:t>
      </w:r>
    </w:p>
    <w:p w14:paraId="0574CB0F" w14:textId="77777777" w:rsidR="00810015" w:rsidRDefault="00810015" w:rsidP="00810015">
      <w:r>
        <w:t>183.0109</w:t>
      </w:r>
      <w:r>
        <w:tab/>
        <w:t>4.931e0</w:t>
      </w:r>
    </w:p>
    <w:p w14:paraId="6C9EAC9A" w14:textId="77777777" w:rsidR="00810015" w:rsidRDefault="00810015" w:rsidP="00810015">
      <w:r>
        <w:t>183.0262</w:t>
      </w:r>
      <w:r>
        <w:tab/>
        <w:t>2.025e0</w:t>
      </w:r>
    </w:p>
    <w:p w14:paraId="1E508BF4" w14:textId="77777777" w:rsidR="00810015" w:rsidRDefault="00810015" w:rsidP="00810015">
      <w:r>
        <w:t>183.0278</w:t>
      </w:r>
      <w:r>
        <w:tab/>
        <w:t>3.038e0</w:t>
      </w:r>
    </w:p>
    <w:p w14:paraId="1315DACC" w14:textId="77777777" w:rsidR="00810015" w:rsidRDefault="00810015" w:rsidP="00810015">
      <w:r>
        <w:t>183.0546</w:t>
      </w:r>
      <w:r>
        <w:tab/>
        <w:t>1.013e0</w:t>
      </w:r>
    </w:p>
    <w:p w14:paraId="48777EB4" w14:textId="77777777" w:rsidR="00810015" w:rsidRDefault="00810015" w:rsidP="00810015">
      <w:r>
        <w:t>183.0618</w:t>
      </w:r>
      <w:r>
        <w:tab/>
        <w:t>1.013e0</w:t>
      </w:r>
    </w:p>
    <w:p w14:paraId="2B449AE1" w14:textId="77777777" w:rsidR="00810015" w:rsidRDefault="00810015" w:rsidP="00810015">
      <w:r>
        <w:t>183.0707</w:t>
      </w:r>
      <w:r>
        <w:tab/>
        <w:t>2.025e0</w:t>
      </w:r>
    </w:p>
    <w:p w14:paraId="01F67B44" w14:textId="77777777" w:rsidR="00810015" w:rsidRDefault="00810015" w:rsidP="00810015">
      <w:r>
        <w:lastRenderedPageBreak/>
        <w:t>183.0718</w:t>
      </w:r>
      <w:r>
        <w:tab/>
        <w:t>4.051e0</w:t>
      </w:r>
    </w:p>
    <w:p w14:paraId="67E384CA" w14:textId="77777777" w:rsidR="00810015" w:rsidRDefault="00810015" w:rsidP="00810015">
      <w:r>
        <w:t>183.0785</w:t>
      </w:r>
      <w:r>
        <w:tab/>
        <w:t>2.048e0</w:t>
      </w:r>
    </w:p>
    <w:p w14:paraId="1E6A3638" w14:textId="77777777" w:rsidR="00810015" w:rsidRDefault="00810015" w:rsidP="00810015">
      <w:r>
        <w:t>183.0796</w:t>
      </w:r>
      <w:r>
        <w:tab/>
        <w:t>1.013e0</w:t>
      </w:r>
    </w:p>
    <w:p w14:paraId="6BAEBDFC" w14:textId="77777777" w:rsidR="00810015" w:rsidRDefault="00810015" w:rsidP="00810015">
      <w:r>
        <w:t>183.0830</w:t>
      </w:r>
      <w:r>
        <w:tab/>
        <w:t>2.025e0</w:t>
      </w:r>
    </w:p>
    <w:p w14:paraId="29BB5CDE" w14:textId="77777777" w:rsidR="00810015" w:rsidRDefault="00810015" w:rsidP="00810015">
      <w:r>
        <w:t>183.1138</w:t>
      </w:r>
      <w:r>
        <w:tab/>
        <w:t>3.402e0</w:t>
      </w:r>
    </w:p>
    <w:p w14:paraId="13E66EEB" w14:textId="77777777" w:rsidR="00810015" w:rsidRDefault="00810015" w:rsidP="00810015">
      <w:r>
        <w:t>183.1205</w:t>
      </w:r>
      <w:r>
        <w:tab/>
        <w:t>2.025e0</w:t>
      </w:r>
    </w:p>
    <w:p w14:paraId="0A39DEAD" w14:textId="77777777" w:rsidR="00810015" w:rsidRDefault="00810015" w:rsidP="00810015">
      <w:r>
        <w:t>183.1224</w:t>
      </w:r>
      <w:r>
        <w:tab/>
        <w:t>1.013e0</w:t>
      </w:r>
    </w:p>
    <w:p w14:paraId="69205A41" w14:textId="77777777" w:rsidR="00810015" w:rsidRDefault="00810015" w:rsidP="00810015">
      <w:r>
        <w:t>183.1431</w:t>
      </w:r>
      <w:r>
        <w:tab/>
        <w:t>3.038e0</w:t>
      </w:r>
    </w:p>
    <w:p w14:paraId="19334D6D" w14:textId="77777777" w:rsidR="00810015" w:rsidRDefault="00810015" w:rsidP="00810015">
      <w:r>
        <w:t>183.1477</w:t>
      </w:r>
      <w:r>
        <w:tab/>
        <w:t>1.013e0</w:t>
      </w:r>
    </w:p>
    <w:p w14:paraId="602E11F5" w14:textId="77777777" w:rsidR="00810015" w:rsidRDefault="00810015" w:rsidP="00810015">
      <w:r>
        <w:t>183.1555</w:t>
      </w:r>
      <w:r>
        <w:tab/>
        <w:t>1.013e0</w:t>
      </w:r>
    </w:p>
    <w:p w14:paraId="6273C928" w14:textId="77777777" w:rsidR="00810015" w:rsidRDefault="00810015" w:rsidP="00810015">
      <w:r>
        <w:t>183.1621</w:t>
      </w:r>
      <w:r>
        <w:tab/>
        <w:t>1.013e0</w:t>
      </w:r>
    </w:p>
    <w:p w14:paraId="0EF8E59E" w14:textId="77777777" w:rsidR="00810015" w:rsidRDefault="00810015" w:rsidP="00810015">
      <w:r>
        <w:t>183.1728</w:t>
      </w:r>
      <w:r>
        <w:tab/>
        <w:t>5.063e0</w:t>
      </w:r>
    </w:p>
    <w:p w14:paraId="7D8D88F4" w14:textId="77777777" w:rsidR="00810015" w:rsidRDefault="00810015" w:rsidP="00810015">
      <w:r>
        <w:t>183.1874</w:t>
      </w:r>
      <w:r>
        <w:tab/>
        <w:t>1.013e0</w:t>
      </w:r>
    </w:p>
    <w:p w14:paraId="39CBFF70" w14:textId="77777777" w:rsidR="00810015" w:rsidRDefault="00810015" w:rsidP="00810015">
      <w:r>
        <w:t>183.1892</w:t>
      </w:r>
      <w:r>
        <w:tab/>
        <w:t>2.025e0</w:t>
      </w:r>
    </w:p>
    <w:p w14:paraId="62133CD5" w14:textId="77777777" w:rsidR="00810015" w:rsidRDefault="00810015" w:rsidP="00810015">
      <w:r>
        <w:t>183.1983</w:t>
      </w:r>
      <w:r>
        <w:tab/>
        <w:t>1.013e0</w:t>
      </w:r>
    </w:p>
    <w:p w14:paraId="1711ACB8" w14:textId="77777777" w:rsidR="00810015" w:rsidRDefault="00810015" w:rsidP="00810015">
      <w:r>
        <w:t>183.2037</w:t>
      </w:r>
      <w:r>
        <w:tab/>
        <w:t>2.025e0</w:t>
      </w:r>
    </w:p>
    <w:p w14:paraId="1C1BD38E" w14:textId="77777777" w:rsidR="00810015" w:rsidRDefault="00810015" w:rsidP="00810015">
      <w:r>
        <w:t>183.2189</w:t>
      </w:r>
      <w:r>
        <w:tab/>
        <w:t>3.038e0</w:t>
      </w:r>
    </w:p>
    <w:p w14:paraId="728FB7B7" w14:textId="77777777" w:rsidR="00810015" w:rsidRDefault="00810015" w:rsidP="00810015">
      <w:r>
        <w:t>183.2343</w:t>
      </w:r>
      <w:r>
        <w:tab/>
        <w:t>1.013e0</w:t>
      </w:r>
    </w:p>
    <w:p w14:paraId="0E87CC1D" w14:textId="77777777" w:rsidR="00810015" w:rsidRDefault="00810015" w:rsidP="00810015">
      <w:r>
        <w:t>183.2380</w:t>
      </w:r>
      <w:r>
        <w:tab/>
        <w:t>1.013e0</w:t>
      </w:r>
    </w:p>
    <w:p w14:paraId="0AAE25EB" w14:textId="77777777" w:rsidR="00810015" w:rsidRDefault="00810015" w:rsidP="00810015">
      <w:r>
        <w:lastRenderedPageBreak/>
        <w:t>183.2524</w:t>
      </w:r>
      <w:r>
        <w:tab/>
        <w:t>1.013e0</w:t>
      </w:r>
    </w:p>
    <w:p w14:paraId="55F15062" w14:textId="77777777" w:rsidR="00810015" w:rsidRDefault="00810015" w:rsidP="00810015">
      <w:r>
        <w:t>183.2566</w:t>
      </w:r>
      <w:r>
        <w:tab/>
        <w:t>1.013e0</w:t>
      </w:r>
    </w:p>
    <w:p w14:paraId="25A5994B" w14:textId="77777777" w:rsidR="00810015" w:rsidRDefault="00810015" w:rsidP="00810015">
      <w:r>
        <w:t>183.2668</w:t>
      </w:r>
      <w:r>
        <w:tab/>
        <w:t>1.013e0</w:t>
      </w:r>
    </w:p>
    <w:p w14:paraId="5CF695FB" w14:textId="77777777" w:rsidR="00810015" w:rsidRDefault="00810015" w:rsidP="00810015">
      <w:r>
        <w:t>183.2758</w:t>
      </w:r>
      <w:r>
        <w:tab/>
        <w:t>2.025e0</w:t>
      </w:r>
    </w:p>
    <w:p w14:paraId="7AE49FD0" w14:textId="77777777" w:rsidR="00810015" w:rsidRDefault="00810015" w:rsidP="00810015">
      <w:r>
        <w:t>183.2776</w:t>
      </w:r>
      <w:r>
        <w:tab/>
        <w:t>1.013e0</w:t>
      </w:r>
    </w:p>
    <w:p w14:paraId="2FD3E267" w14:textId="77777777" w:rsidR="00810015" w:rsidRDefault="00810015" w:rsidP="00810015">
      <w:r>
        <w:t>183.2855</w:t>
      </w:r>
      <w:r>
        <w:tab/>
        <w:t>1.013e0</w:t>
      </w:r>
    </w:p>
    <w:p w14:paraId="6EA15C5C" w14:textId="77777777" w:rsidR="00810015" w:rsidRDefault="00810015" w:rsidP="00810015">
      <w:r>
        <w:t>183.3029</w:t>
      </w:r>
      <w:r>
        <w:tab/>
        <w:t>1.013e0</w:t>
      </w:r>
    </w:p>
    <w:p w14:paraId="3F61388C" w14:textId="77777777" w:rsidR="00810015" w:rsidRDefault="00810015" w:rsidP="00810015">
      <w:r>
        <w:t>183.3101</w:t>
      </w:r>
      <w:r>
        <w:tab/>
        <w:t>2.025e0</w:t>
      </w:r>
    </w:p>
    <w:p w14:paraId="0FC327E8" w14:textId="77777777" w:rsidR="00810015" w:rsidRDefault="00810015" w:rsidP="00810015">
      <w:r>
        <w:t>183.3143</w:t>
      </w:r>
      <w:r>
        <w:tab/>
        <w:t>1.013e0</w:t>
      </w:r>
    </w:p>
    <w:p w14:paraId="4CDEA8FA" w14:textId="77777777" w:rsidR="00810015" w:rsidRDefault="00810015" w:rsidP="00810015">
      <w:r>
        <w:t>183.3570</w:t>
      </w:r>
      <w:r>
        <w:tab/>
        <w:t>2.025e0</w:t>
      </w:r>
    </w:p>
    <w:p w14:paraId="1505536B" w14:textId="77777777" w:rsidR="00810015" w:rsidRDefault="00810015" w:rsidP="00810015">
      <w:r>
        <w:t>183.3787</w:t>
      </w:r>
      <w:r>
        <w:tab/>
        <w:t>2.025e0</w:t>
      </w:r>
    </w:p>
    <w:p w14:paraId="085DE61F" w14:textId="77777777" w:rsidR="00810015" w:rsidRDefault="00810015" w:rsidP="00810015">
      <w:r>
        <w:t>183.3902</w:t>
      </w:r>
      <w:r>
        <w:tab/>
        <w:t>1.013e0</w:t>
      </w:r>
    </w:p>
    <w:p w14:paraId="1551FA39" w14:textId="77777777" w:rsidR="00810015" w:rsidRDefault="00810015" w:rsidP="00810015">
      <w:r>
        <w:t>183.4258</w:t>
      </w:r>
      <w:r>
        <w:tab/>
        <w:t>1.013e0</w:t>
      </w:r>
    </w:p>
    <w:p w14:paraId="04F910B6" w14:textId="77777777" w:rsidR="00810015" w:rsidRDefault="00810015" w:rsidP="00810015">
      <w:r>
        <w:t>183.4335</w:t>
      </w:r>
      <w:r>
        <w:tab/>
        <w:t>2.025e0</w:t>
      </w:r>
    </w:p>
    <w:p w14:paraId="6202CBD7" w14:textId="77777777" w:rsidR="00810015" w:rsidRDefault="00810015" w:rsidP="00810015">
      <w:r>
        <w:t>183.4472</w:t>
      </w:r>
      <w:r>
        <w:tab/>
        <w:t>1.013e0</w:t>
      </w:r>
    </w:p>
    <w:p w14:paraId="2052DA03" w14:textId="77777777" w:rsidR="00810015" w:rsidRDefault="00810015" w:rsidP="00810015">
      <w:r>
        <w:t>183.4761</w:t>
      </w:r>
      <w:r>
        <w:tab/>
        <w:t>2.025e0</w:t>
      </w:r>
    </w:p>
    <w:p w14:paraId="258275F0" w14:textId="77777777" w:rsidR="00810015" w:rsidRDefault="00810015" w:rsidP="00810015">
      <w:r>
        <w:t>183.5008</w:t>
      </w:r>
      <w:r>
        <w:tab/>
        <w:t>2.025e0</w:t>
      </w:r>
    </w:p>
    <w:p w14:paraId="18F351A8" w14:textId="77777777" w:rsidR="00810015" w:rsidRDefault="00810015" w:rsidP="00810015">
      <w:r>
        <w:t>183.5032</w:t>
      </w:r>
      <w:r>
        <w:tab/>
        <w:t>2.025e0</w:t>
      </w:r>
    </w:p>
    <w:p w14:paraId="499048DC" w14:textId="77777777" w:rsidR="00810015" w:rsidRDefault="00810015" w:rsidP="00810015">
      <w:r>
        <w:t>183.5329</w:t>
      </w:r>
      <w:r>
        <w:tab/>
        <w:t>1.013e0</w:t>
      </w:r>
    </w:p>
    <w:p w14:paraId="3F480DEB" w14:textId="77777777" w:rsidR="00810015" w:rsidRDefault="00810015" w:rsidP="00810015">
      <w:r>
        <w:lastRenderedPageBreak/>
        <w:t>183.5365</w:t>
      </w:r>
      <w:r>
        <w:tab/>
        <w:t>1.013e0</w:t>
      </w:r>
    </w:p>
    <w:p w14:paraId="4A4ABCB9" w14:textId="77777777" w:rsidR="00810015" w:rsidRDefault="00810015" w:rsidP="00810015">
      <w:r>
        <w:t>183.5401</w:t>
      </w:r>
      <w:r>
        <w:tab/>
        <w:t>1.013e0</w:t>
      </w:r>
    </w:p>
    <w:p w14:paraId="3036E292" w14:textId="77777777" w:rsidR="00810015" w:rsidRDefault="00810015" w:rsidP="00810015">
      <w:r>
        <w:t>183.5472</w:t>
      </w:r>
      <w:r>
        <w:tab/>
        <w:t>1.013e0</w:t>
      </w:r>
    </w:p>
    <w:p w14:paraId="449EBAF4" w14:textId="77777777" w:rsidR="00810015" w:rsidRDefault="00810015" w:rsidP="00810015">
      <w:r>
        <w:t>183.5544</w:t>
      </w:r>
      <w:r>
        <w:tab/>
        <w:t>1.013e0</w:t>
      </w:r>
    </w:p>
    <w:p w14:paraId="1876FA29" w14:textId="77777777" w:rsidR="00810015" w:rsidRDefault="00810015" w:rsidP="00810015">
      <w:r>
        <w:t>183.5722</w:t>
      </w:r>
      <w:r>
        <w:tab/>
        <w:t>2.025e0</w:t>
      </w:r>
    </w:p>
    <w:p w14:paraId="2767B05E" w14:textId="77777777" w:rsidR="00810015" w:rsidRDefault="00810015" w:rsidP="00810015">
      <w:r>
        <w:t>183.5828</w:t>
      </w:r>
      <w:r>
        <w:tab/>
        <w:t>4.051e0</w:t>
      </w:r>
    </w:p>
    <w:p w14:paraId="4FE5C5D6" w14:textId="77777777" w:rsidR="00810015" w:rsidRDefault="00810015" w:rsidP="00810015">
      <w:r>
        <w:t>183.5866</w:t>
      </w:r>
      <w:r>
        <w:tab/>
        <w:t>2.025e0</w:t>
      </w:r>
    </w:p>
    <w:p w14:paraId="3CE38BB8" w14:textId="77777777" w:rsidR="00810015" w:rsidRDefault="00810015" w:rsidP="00810015">
      <w:r>
        <w:t>183.5903</w:t>
      </w:r>
      <w:r>
        <w:tab/>
        <w:t>2.025e0</w:t>
      </w:r>
    </w:p>
    <w:p w14:paraId="0073D7AE" w14:textId="77777777" w:rsidR="00810015" w:rsidRDefault="00810015" w:rsidP="00810015">
      <w:r>
        <w:t>183.5945</w:t>
      </w:r>
      <w:r>
        <w:tab/>
        <w:t>1.013e0</w:t>
      </w:r>
    </w:p>
    <w:p w14:paraId="7725ECC6" w14:textId="77777777" w:rsidR="00810015" w:rsidRDefault="00810015" w:rsidP="00810015">
      <w:r>
        <w:t>183.6084</w:t>
      </w:r>
      <w:r>
        <w:tab/>
        <w:t>1.013e0</w:t>
      </w:r>
    </w:p>
    <w:p w14:paraId="04F95B79" w14:textId="77777777" w:rsidR="00810015" w:rsidRDefault="00810015" w:rsidP="00810015">
      <w:r>
        <w:t>183.6517</w:t>
      </w:r>
      <w:r>
        <w:tab/>
        <w:t>1.013e0</w:t>
      </w:r>
    </w:p>
    <w:p w14:paraId="6D36F36A" w14:textId="77777777" w:rsidR="00810015" w:rsidRDefault="00810015" w:rsidP="00810015">
      <w:r>
        <w:t>183.6843</w:t>
      </w:r>
      <w:r>
        <w:tab/>
        <w:t>1.013e0</w:t>
      </w:r>
    </w:p>
    <w:p w14:paraId="70252E21" w14:textId="77777777" w:rsidR="00810015" w:rsidRDefault="00810015" w:rsidP="00810015">
      <w:r>
        <w:t>183.6951</w:t>
      </w:r>
      <w:r>
        <w:tab/>
        <w:t>1.013e0</w:t>
      </w:r>
    </w:p>
    <w:p w14:paraId="5D67954F" w14:textId="77777777" w:rsidR="00810015" w:rsidRDefault="00810015" w:rsidP="00810015">
      <w:r>
        <w:t>183.7023</w:t>
      </w:r>
      <w:r>
        <w:tab/>
        <w:t>1.013e0</w:t>
      </w:r>
    </w:p>
    <w:p w14:paraId="69D7D223" w14:textId="77777777" w:rsidR="00810015" w:rsidRDefault="00810015" w:rsidP="00810015">
      <w:r>
        <w:t>183.7138</w:t>
      </w:r>
      <w:r>
        <w:tab/>
        <w:t>1.013e0</w:t>
      </w:r>
    </w:p>
    <w:p w14:paraId="17A56BC6" w14:textId="77777777" w:rsidR="00810015" w:rsidRDefault="00810015" w:rsidP="00810015">
      <w:r>
        <w:t>183.7204</w:t>
      </w:r>
      <w:r>
        <w:tab/>
        <w:t>1.013e0</w:t>
      </w:r>
    </w:p>
    <w:p w14:paraId="4024435A" w14:textId="77777777" w:rsidR="00810015" w:rsidRDefault="00810015" w:rsidP="00810015">
      <w:r>
        <w:t>183.7457</w:t>
      </w:r>
      <w:r>
        <w:tab/>
        <w:t>1.013e0</w:t>
      </w:r>
    </w:p>
    <w:p w14:paraId="4A38A4EB" w14:textId="77777777" w:rsidR="00810015" w:rsidRDefault="00810015" w:rsidP="00810015">
      <w:r>
        <w:t>183.7571</w:t>
      </w:r>
      <w:r>
        <w:tab/>
        <w:t>1.013e0</w:t>
      </w:r>
    </w:p>
    <w:p w14:paraId="7A1BA150" w14:textId="77777777" w:rsidR="00810015" w:rsidRDefault="00810015" w:rsidP="00810015">
      <w:r>
        <w:t>183.7860</w:t>
      </w:r>
      <w:r>
        <w:tab/>
        <w:t>1.013e0</w:t>
      </w:r>
    </w:p>
    <w:p w14:paraId="11086104" w14:textId="77777777" w:rsidR="00810015" w:rsidRDefault="00810015" w:rsidP="00810015">
      <w:r>
        <w:lastRenderedPageBreak/>
        <w:t>183.8631</w:t>
      </w:r>
      <w:r>
        <w:tab/>
        <w:t>2.025e0</w:t>
      </w:r>
    </w:p>
    <w:p w14:paraId="097EA01C" w14:textId="77777777" w:rsidR="00810015" w:rsidRDefault="00810015" w:rsidP="00810015">
      <w:r>
        <w:t>183.8721</w:t>
      </w:r>
      <w:r>
        <w:tab/>
        <w:t>1.013e0</w:t>
      </w:r>
    </w:p>
    <w:p w14:paraId="59D11ADA" w14:textId="77777777" w:rsidR="00810015" w:rsidRDefault="00810015" w:rsidP="00810015">
      <w:r>
        <w:t>183.8830</w:t>
      </w:r>
      <w:r>
        <w:tab/>
        <w:t>2.025e0</w:t>
      </w:r>
    </w:p>
    <w:p w14:paraId="45FFFE61" w14:textId="77777777" w:rsidR="00810015" w:rsidRDefault="00810015" w:rsidP="00810015">
      <w:r>
        <w:t>183.9234</w:t>
      </w:r>
      <w:r>
        <w:tab/>
        <w:t>1.013e0</w:t>
      </w:r>
    </w:p>
    <w:p w14:paraId="08CE9945" w14:textId="77777777" w:rsidR="00810015" w:rsidRDefault="00810015" w:rsidP="00810015">
      <w:r>
        <w:t>183.9481</w:t>
      </w:r>
      <w:r>
        <w:tab/>
        <w:t>2.025e0</w:t>
      </w:r>
    </w:p>
    <w:p w14:paraId="78DAB139" w14:textId="77777777" w:rsidR="00810015" w:rsidRDefault="00810015" w:rsidP="00810015">
      <w:r>
        <w:t>183.9495</w:t>
      </w:r>
      <w:r>
        <w:tab/>
        <w:t>2.025e0</w:t>
      </w:r>
    </w:p>
    <w:p w14:paraId="78CDCAA5" w14:textId="77777777" w:rsidR="00810015" w:rsidRDefault="00810015" w:rsidP="00810015">
      <w:r>
        <w:t>183.9550</w:t>
      </w:r>
      <w:r>
        <w:tab/>
        <w:t>1.013e0</w:t>
      </w:r>
    </w:p>
    <w:p w14:paraId="09E40E5C" w14:textId="77777777" w:rsidR="00810015" w:rsidRDefault="00810015" w:rsidP="00810015">
      <w:r>
        <w:t>183.9585</w:t>
      </w:r>
      <w:r>
        <w:tab/>
        <w:t>1.013e0</w:t>
      </w:r>
    </w:p>
    <w:p w14:paraId="0D07A0FD" w14:textId="77777777" w:rsidR="00810015" w:rsidRDefault="00810015" w:rsidP="00810015">
      <w:r>
        <w:t>183.9797</w:t>
      </w:r>
      <w:r>
        <w:tab/>
        <w:t>4.051e0</w:t>
      </w:r>
    </w:p>
    <w:p w14:paraId="78B7BAE9" w14:textId="77777777" w:rsidR="00810015" w:rsidRDefault="00810015" w:rsidP="00810015">
      <w:r>
        <w:t>183.9818</w:t>
      </w:r>
      <w:r>
        <w:tab/>
        <w:t>2.025e0</w:t>
      </w:r>
    </w:p>
    <w:p w14:paraId="3B8A74E8" w14:textId="77777777" w:rsidR="00810015" w:rsidRDefault="00810015" w:rsidP="00810015">
      <w:r>
        <w:t>183.9854</w:t>
      </w:r>
      <w:r>
        <w:tab/>
        <w:t>2.025e0</w:t>
      </w:r>
    </w:p>
    <w:p w14:paraId="49B3B049" w14:textId="77777777" w:rsidR="00810015" w:rsidRDefault="00810015" w:rsidP="00810015">
      <w:r>
        <w:t>183.9965</w:t>
      </w:r>
      <w:r>
        <w:tab/>
        <w:t>5.063e0</w:t>
      </w:r>
    </w:p>
    <w:p w14:paraId="0D7ECFB7" w14:textId="77777777" w:rsidR="00810015" w:rsidRDefault="00810015" w:rsidP="00810015">
      <w:r>
        <w:t>184.0230</w:t>
      </w:r>
      <w:r>
        <w:tab/>
        <w:t>4.051e0</w:t>
      </w:r>
    </w:p>
    <w:p w14:paraId="54F3683C" w14:textId="77777777" w:rsidR="00810015" w:rsidRDefault="00810015" w:rsidP="00810015">
      <w:r>
        <w:t>184.0272</w:t>
      </w:r>
      <w:r>
        <w:tab/>
        <w:t>2.025e0</w:t>
      </w:r>
    </w:p>
    <w:p w14:paraId="18F2ADF3" w14:textId="77777777" w:rsidR="00810015" w:rsidRDefault="00810015" w:rsidP="00810015">
      <w:r>
        <w:t>184.0585</w:t>
      </w:r>
      <w:r>
        <w:tab/>
        <w:t>3.038e0</w:t>
      </w:r>
    </w:p>
    <w:p w14:paraId="31080930" w14:textId="77777777" w:rsidR="00810015" w:rsidRDefault="00810015" w:rsidP="00810015">
      <w:r>
        <w:t>184.0602</w:t>
      </w:r>
      <w:r>
        <w:tab/>
        <w:t>7.968e0</w:t>
      </w:r>
    </w:p>
    <w:p w14:paraId="1C553BF9" w14:textId="77777777" w:rsidR="00810015" w:rsidRDefault="00810015" w:rsidP="00810015">
      <w:r>
        <w:t>184.0735</w:t>
      </w:r>
      <w:r>
        <w:tab/>
        <w:t>4.051e0</w:t>
      </w:r>
    </w:p>
    <w:p w14:paraId="0CEA8884" w14:textId="77777777" w:rsidR="00810015" w:rsidRDefault="00810015" w:rsidP="00810015">
      <w:r>
        <w:t>184.0751</w:t>
      </w:r>
      <w:r>
        <w:tab/>
        <w:t>2.025e0</w:t>
      </w:r>
    </w:p>
    <w:p w14:paraId="1C83E741" w14:textId="77777777" w:rsidR="00810015" w:rsidRDefault="00810015" w:rsidP="00810015">
      <w:r>
        <w:t>184.0936</w:t>
      </w:r>
      <w:r>
        <w:tab/>
        <w:t>1.747e0</w:t>
      </w:r>
    </w:p>
    <w:p w14:paraId="0B4B5E0A" w14:textId="77777777" w:rsidR="00810015" w:rsidRDefault="00810015" w:rsidP="00810015">
      <w:r>
        <w:lastRenderedPageBreak/>
        <w:t>184.1019</w:t>
      </w:r>
      <w:r>
        <w:tab/>
        <w:t>1.013e0</w:t>
      </w:r>
    </w:p>
    <w:p w14:paraId="65636CAA" w14:textId="77777777" w:rsidR="00810015" w:rsidRDefault="00810015" w:rsidP="00810015">
      <w:r>
        <w:t>184.1057</w:t>
      </w:r>
      <w:r>
        <w:tab/>
        <w:t>5.438e0</w:t>
      </w:r>
    </w:p>
    <w:p w14:paraId="324C9717" w14:textId="77777777" w:rsidR="00810015" w:rsidRDefault="00810015" w:rsidP="00810015">
      <w:r>
        <w:t>184.1119</w:t>
      </w:r>
      <w:r>
        <w:tab/>
        <w:t>3.038e0</w:t>
      </w:r>
    </w:p>
    <w:p w14:paraId="3F4D2552" w14:textId="77777777" w:rsidR="00810015" w:rsidRDefault="00810015" w:rsidP="00810015">
      <w:r>
        <w:t>184.1309</w:t>
      </w:r>
      <w:r>
        <w:tab/>
        <w:t>1.013e0</w:t>
      </w:r>
    </w:p>
    <w:p w14:paraId="0D9D9E13" w14:textId="77777777" w:rsidR="00810015" w:rsidRDefault="00810015" w:rsidP="00810015">
      <w:r>
        <w:t>184.1346</w:t>
      </w:r>
      <w:r>
        <w:tab/>
        <w:t>2.025e0</w:t>
      </w:r>
    </w:p>
    <w:p w14:paraId="72C5E5DD" w14:textId="77777777" w:rsidR="00810015" w:rsidRDefault="00810015" w:rsidP="00810015">
      <w:r>
        <w:t>184.1372</w:t>
      </w:r>
      <w:r>
        <w:tab/>
        <w:t>3.038e0</w:t>
      </w:r>
    </w:p>
    <w:p w14:paraId="2D103A82" w14:textId="77777777" w:rsidR="00810015" w:rsidRDefault="00810015" w:rsidP="00810015">
      <w:r>
        <w:t>184.1413</w:t>
      </w:r>
      <w:r>
        <w:tab/>
        <w:t>1.207e0</w:t>
      </w:r>
    </w:p>
    <w:p w14:paraId="62A1645E" w14:textId="77777777" w:rsidR="00810015" w:rsidRDefault="00810015" w:rsidP="00810015">
      <w:r>
        <w:t>184.1569</w:t>
      </w:r>
      <w:r>
        <w:tab/>
        <w:t>1.013e0</w:t>
      </w:r>
    </w:p>
    <w:p w14:paraId="64944D80" w14:textId="77777777" w:rsidR="00810015" w:rsidRDefault="00810015" w:rsidP="00810015">
      <w:r>
        <w:t>184.1599</w:t>
      </w:r>
      <w:r>
        <w:tab/>
        <w:t>1.013e0</w:t>
      </w:r>
    </w:p>
    <w:p w14:paraId="286E2229" w14:textId="77777777" w:rsidR="00810015" w:rsidRDefault="00810015" w:rsidP="00810015">
      <w:r>
        <w:t>184.1671</w:t>
      </w:r>
      <w:r>
        <w:tab/>
        <w:t>2.025e0</w:t>
      </w:r>
    </w:p>
    <w:p w14:paraId="24213FA2" w14:textId="77777777" w:rsidR="00810015" w:rsidRDefault="00810015" w:rsidP="00810015">
      <w:r>
        <w:t>184.1744</w:t>
      </w:r>
      <w:r>
        <w:tab/>
        <w:t>1.013e0</w:t>
      </w:r>
    </w:p>
    <w:p w14:paraId="2A93014B" w14:textId="77777777" w:rsidR="00810015" w:rsidRDefault="00810015" w:rsidP="00810015">
      <w:r>
        <w:t>184.1859</w:t>
      </w:r>
      <w:r>
        <w:tab/>
        <w:t>2.025e0</w:t>
      </w:r>
    </w:p>
    <w:p w14:paraId="64A5731C" w14:textId="77777777" w:rsidR="00810015" w:rsidRDefault="00810015" w:rsidP="00810015">
      <w:r>
        <w:t>184.1979</w:t>
      </w:r>
      <w:r>
        <w:tab/>
        <w:t>2.025e0</w:t>
      </w:r>
    </w:p>
    <w:p w14:paraId="3A3DE359" w14:textId="77777777" w:rsidR="00810015" w:rsidRDefault="00810015" w:rsidP="00810015">
      <w:r>
        <w:t>184.2250</w:t>
      </w:r>
      <w:r>
        <w:tab/>
        <w:t>1.013e0</w:t>
      </w:r>
    </w:p>
    <w:p w14:paraId="73478F91" w14:textId="77777777" w:rsidR="00810015" w:rsidRDefault="00810015" w:rsidP="00810015">
      <w:r>
        <w:t>184.2510</w:t>
      </w:r>
      <w:r>
        <w:tab/>
        <w:t>1.013e0</w:t>
      </w:r>
    </w:p>
    <w:p w14:paraId="1B5B9D65" w14:textId="77777777" w:rsidR="00810015" w:rsidRDefault="00810015" w:rsidP="00810015">
      <w:r>
        <w:t>184.2648</w:t>
      </w:r>
      <w:r>
        <w:tab/>
        <w:t>1.013e0</w:t>
      </w:r>
    </w:p>
    <w:p w14:paraId="24B1FEF0" w14:textId="77777777" w:rsidR="00810015" w:rsidRDefault="00810015" w:rsidP="00810015">
      <w:r>
        <w:t>184.2828</w:t>
      </w:r>
      <w:r>
        <w:tab/>
        <w:t>1.013e0</w:t>
      </w:r>
    </w:p>
    <w:p w14:paraId="5B8E0F75" w14:textId="77777777" w:rsidR="00810015" w:rsidRDefault="00810015" w:rsidP="00810015">
      <w:r>
        <w:t>184.2864</w:t>
      </w:r>
      <w:r>
        <w:tab/>
        <w:t>1.013e0</w:t>
      </w:r>
    </w:p>
    <w:p w14:paraId="73F3E646" w14:textId="77777777" w:rsidR="00810015" w:rsidRDefault="00810015" w:rsidP="00810015">
      <w:r>
        <w:t>184.3334</w:t>
      </w:r>
      <w:r>
        <w:tab/>
        <w:t>1.013e0</w:t>
      </w:r>
    </w:p>
    <w:p w14:paraId="6ED60569" w14:textId="77777777" w:rsidR="00810015" w:rsidRDefault="00810015" w:rsidP="00810015">
      <w:r>
        <w:lastRenderedPageBreak/>
        <w:t>184.3515</w:t>
      </w:r>
      <w:r>
        <w:tab/>
        <w:t>2.025e0</w:t>
      </w:r>
    </w:p>
    <w:p w14:paraId="239A8242" w14:textId="77777777" w:rsidR="00810015" w:rsidRDefault="00810015" w:rsidP="00810015">
      <w:r>
        <w:t>184.3551</w:t>
      </w:r>
      <w:r>
        <w:tab/>
        <w:t>1.013e0</w:t>
      </w:r>
    </w:p>
    <w:p w14:paraId="7983F437" w14:textId="77777777" w:rsidR="00810015" w:rsidRDefault="00810015" w:rsidP="00810015">
      <w:r>
        <w:t>184.3594</w:t>
      </w:r>
      <w:r>
        <w:tab/>
        <w:t>1.013e0</w:t>
      </w:r>
    </w:p>
    <w:p w14:paraId="563CE4CE" w14:textId="77777777" w:rsidR="00810015" w:rsidRDefault="00810015" w:rsidP="00810015">
      <w:r>
        <w:t>184.3732</w:t>
      </w:r>
      <w:r>
        <w:tab/>
        <w:t>1.013e0</w:t>
      </w:r>
    </w:p>
    <w:p w14:paraId="7922925E" w14:textId="77777777" w:rsidR="00810015" w:rsidRDefault="00810015" w:rsidP="00810015">
      <w:r>
        <w:t>184.3986</w:t>
      </w:r>
      <w:r>
        <w:tab/>
        <w:t>1.013e0</w:t>
      </w:r>
    </w:p>
    <w:p w14:paraId="3E5610B1" w14:textId="77777777" w:rsidR="00810015" w:rsidRDefault="00810015" w:rsidP="00810015">
      <w:r>
        <w:t>184.4101</w:t>
      </w:r>
      <w:r>
        <w:tab/>
        <w:t>1.013e0</w:t>
      </w:r>
    </w:p>
    <w:p w14:paraId="06CB298D" w14:textId="77777777" w:rsidR="00810015" w:rsidRDefault="00810015" w:rsidP="00810015">
      <w:r>
        <w:t>184.4348</w:t>
      </w:r>
      <w:r>
        <w:tab/>
        <w:t>1.013e0</w:t>
      </w:r>
    </w:p>
    <w:p w14:paraId="3B05B222" w14:textId="77777777" w:rsidR="00810015" w:rsidRDefault="00810015" w:rsidP="00810015">
      <w:r>
        <w:t>184.4638</w:t>
      </w:r>
      <w:r>
        <w:tab/>
        <w:t>1.013e0</w:t>
      </w:r>
    </w:p>
    <w:p w14:paraId="648F86C2" w14:textId="77777777" w:rsidR="00810015" w:rsidRDefault="00810015" w:rsidP="00810015">
      <w:r>
        <w:t>184.4717</w:t>
      </w:r>
      <w:r>
        <w:tab/>
        <w:t>1.013e0</w:t>
      </w:r>
    </w:p>
    <w:p w14:paraId="7131BA75" w14:textId="77777777" w:rsidR="00810015" w:rsidRDefault="00810015" w:rsidP="00810015">
      <w:r>
        <w:t>184.4855</w:t>
      </w:r>
      <w:r>
        <w:tab/>
        <w:t>1.013e0</w:t>
      </w:r>
    </w:p>
    <w:p w14:paraId="1BCB0F9F" w14:textId="77777777" w:rsidR="00810015" w:rsidRDefault="00810015" w:rsidP="00810015">
      <w:r>
        <w:t>184.5178</w:t>
      </w:r>
      <w:r>
        <w:tab/>
        <w:t>1.013e0</w:t>
      </w:r>
    </w:p>
    <w:p w14:paraId="5822F6A4" w14:textId="77777777" w:rsidR="00810015" w:rsidRDefault="00810015" w:rsidP="00810015">
      <w:r>
        <w:t>184.5393</w:t>
      </w:r>
      <w:r>
        <w:tab/>
        <w:t>1.013e0</w:t>
      </w:r>
    </w:p>
    <w:p w14:paraId="505CCE0A" w14:textId="77777777" w:rsidR="00810015" w:rsidRDefault="00810015" w:rsidP="00810015">
      <w:r>
        <w:t>184.5465</w:t>
      </w:r>
      <w:r>
        <w:tab/>
        <w:t>2.025e0</w:t>
      </w:r>
    </w:p>
    <w:p w14:paraId="13593505" w14:textId="77777777" w:rsidR="00810015" w:rsidRDefault="00810015" w:rsidP="00810015">
      <w:r>
        <w:t>184.5662</w:t>
      </w:r>
      <w:r>
        <w:tab/>
        <w:t>2.025e0</w:t>
      </w:r>
    </w:p>
    <w:p w14:paraId="6053BD0F" w14:textId="77777777" w:rsidR="00810015" w:rsidRDefault="00810015" w:rsidP="00810015">
      <w:r>
        <w:t>184.5896</w:t>
      </w:r>
      <w:r>
        <w:tab/>
        <w:t>1.013e0</w:t>
      </w:r>
    </w:p>
    <w:p w14:paraId="0788C3CA" w14:textId="77777777" w:rsidR="00810015" w:rsidRDefault="00810015" w:rsidP="00810015">
      <w:r>
        <w:t>184.6003</w:t>
      </w:r>
      <w:r>
        <w:tab/>
        <w:t>1.013e0</w:t>
      </w:r>
    </w:p>
    <w:p w14:paraId="24CBDFF8" w14:textId="77777777" w:rsidR="00810015" w:rsidRDefault="00810015" w:rsidP="00810015">
      <w:r>
        <w:t>184.6326</w:t>
      </w:r>
      <w:r>
        <w:tab/>
        <w:t>1.013e0</w:t>
      </w:r>
    </w:p>
    <w:p w14:paraId="3C5C00CA" w14:textId="77777777" w:rsidR="00810015" w:rsidRDefault="00810015" w:rsidP="00810015">
      <w:r>
        <w:t>184.6614</w:t>
      </w:r>
      <w:r>
        <w:tab/>
        <w:t>1.013e0</w:t>
      </w:r>
    </w:p>
    <w:p w14:paraId="30971B1A" w14:textId="77777777" w:rsidR="00810015" w:rsidRDefault="00810015" w:rsidP="00810015">
      <w:r>
        <w:t>184.6758</w:t>
      </w:r>
      <w:r>
        <w:tab/>
        <w:t>1.013e0</w:t>
      </w:r>
    </w:p>
    <w:p w14:paraId="2FF7867E" w14:textId="77777777" w:rsidR="00810015" w:rsidRDefault="00810015" w:rsidP="00810015">
      <w:r>
        <w:lastRenderedPageBreak/>
        <w:t>184.6905</w:t>
      </w:r>
      <w:r>
        <w:tab/>
        <w:t>2.025e0</w:t>
      </w:r>
    </w:p>
    <w:p w14:paraId="45EF65A4" w14:textId="77777777" w:rsidR="00810015" w:rsidRDefault="00810015" w:rsidP="00810015">
      <w:r>
        <w:t>184.7337</w:t>
      </w:r>
      <w:r>
        <w:tab/>
        <w:t>1.013e0</w:t>
      </w:r>
    </w:p>
    <w:p w14:paraId="0C1B2491" w14:textId="77777777" w:rsidR="00810015" w:rsidRDefault="00810015" w:rsidP="00810015">
      <w:r>
        <w:t>184.7626</w:t>
      </w:r>
      <w:r>
        <w:tab/>
        <w:t>1.013e0</w:t>
      </w:r>
    </w:p>
    <w:p w14:paraId="085675F1" w14:textId="77777777" w:rsidR="00810015" w:rsidRDefault="00810015" w:rsidP="00810015">
      <w:r>
        <w:t>184.8176</w:t>
      </w:r>
      <w:r>
        <w:tab/>
        <w:t>1.013e0</w:t>
      </w:r>
    </w:p>
    <w:p w14:paraId="77F758EB" w14:textId="77777777" w:rsidR="00810015" w:rsidRDefault="00810015" w:rsidP="00810015">
      <w:r>
        <w:t>184.8423</w:t>
      </w:r>
      <w:r>
        <w:tab/>
        <w:t>2.025e0</w:t>
      </w:r>
    </w:p>
    <w:p w14:paraId="671B1C51" w14:textId="77777777" w:rsidR="00810015" w:rsidRDefault="00810015" w:rsidP="00810015">
      <w:r>
        <w:t>184.8713</w:t>
      </w:r>
      <w:r>
        <w:tab/>
        <w:t>2.025e0</w:t>
      </w:r>
    </w:p>
    <w:p w14:paraId="161A2D77" w14:textId="77777777" w:rsidR="00810015" w:rsidRDefault="00810015" w:rsidP="00810015">
      <w:r>
        <w:t>184.9147</w:t>
      </w:r>
      <w:r>
        <w:tab/>
        <w:t>1.013e0</w:t>
      </w:r>
    </w:p>
    <w:p w14:paraId="054EE023" w14:textId="77777777" w:rsidR="00810015" w:rsidRDefault="00810015" w:rsidP="00810015">
      <w:r>
        <w:t>184.9400</w:t>
      </w:r>
      <w:r>
        <w:tab/>
        <w:t>1.013e0</w:t>
      </w:r>
    </w:p>
    <w:p w14:paraId="3DF95124" w14:textId="77777777" w:rsidR="00810015" w:rsidRDefault="00810015" w:rsidP="00810015">
      <w:r>
        <w:t>184.9473</w:t>
      </w:r>
      <w:r>
        <w:tab/>
        <w:t>1.013e0</w:t>
      </w:r>
    </w:p>
    <w:p w14:paraId="20AAB549" w14:textId="77777777" w:rsidR="00810015" w:rsidRDefault="00810015" w:rsidP="00810015">
      <w:r>
        <w:t>184.9545</w:t>
      </w:r>
      <w:r>
        <w:tab/>
        <w:t>1.013e0</w:t>
      </w:r>
    </w:p>
    <w:p w14:paraId="4FF977E0" w14:textId="77777777" w:rsidR="00810015" w:rsidRDefault="00810015" w:rsidP="00810015">
      <w:r>
        <w:t>184.9585</w:t>
      </w:r>
      <w:r>
        <w:tab/>
        <w:t>2.025e0</w:t>
      </w:r>
    </w:p>
    <w:p w14:paraId="3078BBB8" w14:textId="77777777" w:rsidR="00810015" w:rsidRDefault="00810015" w:rsidP="00810015">
      <w:r>
        <w:t>184.9817</w:t>
      </w:r>
      <w:r>
        <w:tab/>
        <w:t>4.051e0</w:t>
      </w:r>
    </w:p>
    <w:p w14:paraId="22C6588A" w14:textId="77777777" w:rsidR="00810015" w:rsidRDefault="00810015" w:rsidP="00810015">
      <w:r>
        <w:t>184.9835</w:t>
      </w:r>
      <w:r>
        <w:tab/>
        <w:t>1.013e0</w:t>
      </w:r>
    </w:p>
    <w:p w14:paraId="2E3F5FAE" w14:textId="77777777" w:rsidR="00810015" w:rsidRDefault="00810015" w:rsidP="00810015">
      <w:r>
        <w:t>184.9860</w:t>
      </w:r>
      <w:r>
        <w:tab/>
        <w:t>2.025e0</w:t>
      </w:r>
    </w:p>
    <w:p w14:paraId="50465CDE" w14:textId="77777777" w:rsidR="00810015" w:rsidRDefault="00810015" w:rsidP="00810015">
      <w:r>
        <w:t>184.9999</w:t>
      </w:r>
      <w:r>
        <w:tab/>
        <w:t>3.038e0</w:t>
      </w:r>
    </w:p>
    <w:p w14:paraId="36659581" w14:textId="77777777" w:rsidR="00810015" w:rsidRDefault="00810015" w:rsidP="00810015">
      <w:r>
        <w:t>185.0016</w:t>
      </w:r>
      <w:r>
        <w:tab/>
        <w:t>1.013e0</w:t>
      </w:r>
    </w:p>
    <w:p w14:paraId="72253C11" w14:textId="77777777" w:rsidR="00810015" w:rsidRDefault="00810015" w:rsidP="00810015">
      <w:r>
        <w:t>185.0131</w:t>
      </w:r>
      <w:r>
        <w:tab/>
        <w:t>2.025e0</w:t>
      </w:r>
    </w:p>
    <w:p w14:paraId="197E5FF3" w14:textId="77777777" w:rsidR="00810015" w:rsidRDefault="00810015" w:rsidP="00810015">
      <w:r>
        <w:t>185.0161</w:t>
      </w:r>
      <w:r>
        <w:tab/>
        <w:t>1.013e0</w:t>
      </w:r>
    </w:p>
    <w:p w14:paraId="2033A5DA" w14:textId="77777777" w:rsidR="00810015" w:rsidRDefault="00810015" w:rsidP="00810015">
      <w:r>
        <w:t>185.0270</w:t>
      </w:r>
      <w:r>
        <w:tab/>
        <w:t>1.013e0</w:t>
      </w:r>
    </w:p>
    <w:p w14:paraId="786E54FD" w14:textId="77777777" w:rsidR="00810015" w:rsidRDefault="00810015" w:rsidP="00810015">
      <w:r>
        <w:lastRenderedPageBreak/>
        <w:t>185.0301</w:t>
      </w:r>
      <w:r>
        <w:tab/>
        <w:t>5.063e0</w:t>
      </w:r>
    </w:p>
    <w:p w14:paraId="3BBF61FA" w14:textId="77777777" w:rsidR="00810015" w:rsidRDefault="00810015" w:rsidP="00810015">
      <w:r>
        <w:t>185.0403</w:t>
      </w:r>
      <w:r>
        <w:tab/>
        <w:t>2.025e0</w:t>
      </w:r>
    </w:p>
    <w:p w14:paraId="381E753C" w14:textId="77777777" w:rsidR="00810015" w:rsidRDefault="00810015" w:rsidP="00810015">
      <w:r>
        <w:t>185.0477</w:t>
      </w:r>
      <w:r>
        <w:tab/>
        <w:t>3.038e0</w:t>
      </w:r>
    </w:p>
    <w:p w14:paraId="0384483B" w14:textId="77777777" w:rsidR="00810015" w:rsidRDefault="00810015" w:rsidP="00810015">
      <w:r>
        <w:t>185.0650</w:t>
      </w:r>
      <w:r>
        <w:tab/>
        <w:t>2.025e0</w:t>
      </w:r>
    </w:p>
    <w:p w14:paraId="04D3B337" w14:textId="77777777" w:rsidR="00810015" w:rsidRDefault="00810015" w:rsidP="00810015">
      <w:r>
        <w:t>185.0704</w:t>
      </w:r>
      <w:r>
        <w:tab/>
        <w:t>1.013e0</w:t>
      </w:r>
    </w:p>
    <w:p w14:paraId="488EE5CD" w14:textId="77777777" w:rsidR="00810015" w:rsidRDefault="00810015" w:rsidP="00810015">
      <w:r>
        <w:t>185.0820</w:t>
      </w:r>
      <w:r>
        <w:tab/>
        <w:t>1.013e0</w:t>
      </w:r>
    </w:p>
    <w:p w14:paraId="2D12B261" w14:textId="77777777" w:rsidR="00810015" w:rsidRDefault="00810015" w:rsidP="00810015">
      <w:r>
        <w:t>185.0841</w:t>
      </w:r>
      <w:r>
        <w:tab/>
        <w:t>3.038e0</w:t>
      </w:r>
    </w:p>
    <w:p w14:paraId="415202F6" w14:textId="77777777" w:rsidR="00810015" w:rsidRDefault="00810015" w:rsidP="00810015">
      <w:r>
        <w:t>185.0904</w:t>
      </w:r>
      <w:r>
        <w:tab/>
        <w:t>2.025e0</w:t>
      </w:r>
    </w:p>
    <w:p w14:paraId="02487B67" w14:textId="77777777" w:rsidR="00810015" w:rsidRDefault="00810015" w:rsidP="00810015">
      <w:r>
        <w:t>185.0986</w:t>
      </w:r>
      <w:r>
        <w:tab/>
        <w:t>3.038e0</w:t>
      </w:r>
    </w:p>
    <w:p w14:paraId="31B2BE57" w14:textId="77777777" w:rsidR="00810015" w:rsidRDefault="00810015" w:rsidP="00810015">
      <w:r>
        <w:t>185.1159</w:t>
      </w:r>
      <w:r>
        <w:tab/>
        <w:t>3.629e0</w:t>
      </w:r>
    </w:p>
    <w:p w14:paraId="313CD19F" w14:textId="77777777" w:rsidR="00810015" w:rsidRDefault="00810015" w:rsidP="00810015">
      <w:r>
        <w:t>185.1197</w:t>
      </w:r>
      <w:r>
        <w:tab/>
        <w:t>3.994e0</w:t>
      </w:r>
    </w:p>
    <w:p w14:paraId="05428C38" w14:textId="77777777" w:rsidR="00810015" w:rsidRDefault="00810015" w:rsidP="00810015">
      <w:r>
        <w:t>185.1248</w:t>
      </w:r>
      <w:r>
        <w:tab/>
        <w:t>5.063e0</w:t>
      </w:r>
    </w:p>
    <w:p w14:paraId="6509F072" w14:textId="77777777" w:rsidR="00810015" w:rsidRDefault="00810015" w:rsidP="00810015">
      <w:r>
        <w:t>185.1483</w:t>
      </w:r>
      <w:r>
        <w:tab/>
        <w:t>1.667e0</w:t>
      </w:r>
    </w:p>
    <w:p w14:paraId="495A36C8" w14:textId="77777777" w:rsidR="00810015" w:rsidRDefault="00810015" w:rsidP="00810015">
      <w:r>
        <w:t>185.1593</w:t>
      </w:r>
      <w:r>
        <w:tab/>
        <w:t>2.025e0</w:t>
      </w:r>
    </w:p>
    <w:p w14:paraId="24F469AE" w14:textId="77777777" w:rsidR="00810015" w:rsidRDefault="00810015" w:rsidP="00810015">
      <w:r>
        <w:t>185.1616</w:t>
      </w:r>
      <w:r>
        <w:tab/>
        <w:t>3.038e0</w:t>
      </w:r>
    </w:p>
    <w:p w14:paraId="4F86F594" w14:textId="77777777" w:rsidR="00810015" w:rsidRDefault="00810015" w:rsidP="00810015">
      <w:r>
        <w:t>185.1634</w:t>
      </w:r>
      <w:r>
        <w:tab/>
        <w:t>3.038e0</w:t>
      </w:r>
    </w:p>
    <w:p w14:paraId="0787FF8B" w14:textId="77777777" w:rsidR="00810015" w:rsidRDefault="00810015" w:rsidP="00810015">
      <w:r>
        <w:t>185.1756</w:t>
      </w:r>
      <w:r>
        <w:tab/>
        <w:t>3.038e0</w:t>
      </w:r>
    </w:p>
    <w:p w14:paraId="076323A2" w14:textId="77777777" w:rsidR="00810015" w:rsidRDefault="00810015" w:rsidP="00810015">
      <w:r>
        <w:t>185.1936</w:t>
      </w:r>
      <w:r>
        <w:tab/>
        <w:t>1.013e0</w:t>
      </w:r>
    </w:p>
    <w:p w14:paraId="015AB0CF" w14:textId="77777777" w:rsidR="00810015" w:rsidRDefault="00810015" w:rsidP="00810015">
      <w:r>
        <w:t>185.1972</w:t>
      </w:r>
      <w:r>
        <w:tab/>
        <w:t>1.013e0</w:t>
      </w:r>
    </w:p>
    <w:p w14:paraId="0F3D9619" w14:textId="77777777" w:rsidR="00810015" w:rsidRDefault="00810015" w:rsidP="00810015">
      <w:r>
        <w:lastRenderedPageBreak/>
        <w:t>185.2440</w:t>
      </w:r>
      <w:r>
        <w:tab/>
        <w:t>3.038e0</w:t>
      </w:r>
    </w:p>
    <w:p w14:paraId="48B3E698" w14:textId="77777777" w:rsidR="00810015" w:rsidRDefault="00810015" w:rsidP="00810015">
      <w:r>
        <w:t>185.2620</w:t>
      </w:r>
      <w:r>
        <w:tab/>
        <w:t>1.013e0</w:t>
      </w:r>
    </w:p>
    <w:p w14:paraId="38A22C53" w14:textId="77777777" w:rsidR="00810015" w:rsidRDefault="00810015" w:rsidP="00810015">
      <w:r>
        <w:t>185.2836</w:t>
      </w:r>
      <w:r>
        <w:tab/>
        <w:t>1.013e0</w:t>
      </w:r>
    </w:p>
    <w:p w14:paraId="408B38E1" w14:textId="77777777" w:rsidR="00810015" w:rsidRDefault="00810015" w:rsidP="00810015">
      <w:r>
        <w:t>185.3052</w:t>
      </w:r>
      <w:r>
        <w:tab/>
        <w:t>1.013e0</w:t>
      </w:r>
    </w:p>
    <w:p w14:paraId="3811E994" w14:textId="77777777" w:rsidR="00810015" w:rsidRDefault="00810015" w:rsidP="00810015">
      <w:r>
        <w:t>185.3088</w:t>
      </w:r>
      <w:r>
        <w:tab/>
        <w:t>2.025e0</w:t>
      </w:r>
    </w:p>
    <w:p w14:paraId="223AA471" w14:textId="77777777" w:rsidR="00810015" w:rsidRDefault="00810015" w:rsidP="00810015">
      <w:r>
        <w:t>185.4043</w:t>
      </w:r>
      <w:r>
        <w:tab/>
        <w:t>2.025e0</w:t>
      </w:r>
    </w:p>
    <w:p w14:paraId="3EC33614" w14:textId="77777777" w:rsidR="00810015" w:rsidRDefault="00810015" w:rsidP="00810015">
      <w:r>
        <w:t>185.4458</w:t>
      </w:r>
      <w:r>
        <w:tab/>
        <w:t>1.013e0</w:t>
      </w:r>
    </w:p>
    <w:p w14:paraId="61FE6B7D" w14:textId="77777777" w:rsidR="00810015" w:rsidRDefault="00810015" w:rsidP="00810015">
      <w:r>
        <w:t>185.4494</w:t>
      </w:r>
      <w:r>
        <w:tab/>
        <w:t>1.013e0</w:t>
      </w:r>
    </w:p>
    <w:p w14:paraId="786E8C86" w14:textId="77777777" w:rsidR="00810015" w:rsidRDefault="00810015" w:rsidP="00810015">
      <w:r>
        <w:t>185.4748</w:t>
      </w:r>
      <w:r>
        <w:tab/>
        <w:t>1.013e0</w:t>
      </w:r>
    </w:p>
    <w:p w14:paraId="4411E305" w14:textId="77777777" w:rsidR="00810015" w:rsidRDefault="00810015" w:rsidP="00810015">
      <w:r>
        <w:t>185.5039</w:t>
      </w:r>
      <w:r>
        <w:tab/>
        <w:t>1.013e0</w:t>
      </w:r>
    </w:p>
    <w:p w14:paraId="7D3F17D8" w14:textId="77777777" w:rsidR="00810015" w:rsidRDefault="00810015" w:rsidP="00810015">
      <w:r>
        <w:t>185.5075</w:t>
      </w:r>
      <w:r>
        <w:tab/>
        <w:t>1.013e0</w:t>
      </w:r>
    </w:p>
    <w:p w14:paraId="7882C249" w14:textId="77777777" w:rsidR="00810015" w:rsidRDefault="00810015" w:rsidP="00810015">
      <w:r>
        <w:t>185.5154</w:t>
      </w:r>
      <w:r>
        <w:tab/>
        <w:t>1.013e0</w:t>
      </w:r>
    </w:p>
    <w:p w14:paraId="4B645E6F" w14:textId="77777777" w:rsidR="00810015" w:rsidRDefault="00810015" w:rsidP="00810015">
      <w:r>
        <w:t>185.5510</w:t>
      </w:r>
      <w:r>
        <w:tab/>
        <w:t>1.013e0</w:t>
      </w:r>
    </w:p>
    <w:p w14:paraId="6487A229" w14:textId="77777777" w:rsidR="00810015" w:rsidRDefault="00810015" w:rsidP="00810015">
      <w:r>
        <w:t>185.5801</w:t>
      </w:r>
      <w:r>
        <w:tab/>
        <w:t>1.013e0</w:t>
      </w:r>
    </w:p>
    <w:p w14:paraId="4264F6EE" w14:textId="77777777" w:rsidR="00810015" w:rsidRDefault="00810015" w:rsidP="00810015">
      <w:r>
        <w:t>185.6345</w:t>
      </w:r>
      <w:r>
        <w:tab/>
        <w:t>1.013e0</w:t>
      </w:r>
    </w:p>
    <w:p w14:paraId="3661E1DA" w14:textId="77777777" w:rsidR="00810015" w:rsidRDefault="00810015" w:rsidP="00810015">
      <w:r>
        <w:t>185.6417</w:t>
      </w:r>
      <w:r>
        <w:tab/>
        <w:t>2.025e0</w:t>
      </w:r>
    </w:p>
    <w:p w14:paraId="6422366B" w14:textId="77777777" w:rsidR="00810015" w:rsidRDefault="00810015" w:rsidP="00810015">
      <w:r>
        <w:t>185.6671</w:t>
      </w:r>
      <w:r>
        <w:tab/>
        <w:t>2.025e0</w:t>
      </w:r>
    </w:p>
    <w:p w14:paraId="0F8E98FD" w14:textId="77777777" w:rsidR="00810015" w:rsidRDefault="00810015" w:rsidP="00810015">
      <w:r>
        <w:t>185.6786</w:t>
      </w:r>
      <w:r>
        <w:tab/>
        <w:t>1.013e0</w:t>
      </w:r>
    </w:p>
    <w:p w14:paraId="6C8FEDE3" w14:textId="77777777" w:rsidR="00810015" w:rsidRDefault="00810015" w:rsidP="00810015">
      <w:r>
        <w:t>185.6925</w:t>
      </w:r>
      <w:r>
        <w:tab/>
        <w:t>1.013e0</w:t>
      </w:r>
    </w:p>
    <w:p w14:paraId="68A5FE58" w14:textId="77777777" w:rsidR="00810015" w:rsidRDefault="00810015" w:rsidP="00810015">
      <w:r>
        <w:lastRenderedPageBreak/>
        <w:t>185.7040</w:t>
      </w:r>
      <w:r>
        <w:tab/>
        <w:t>1.013e0</w:t>
      </w:r>
    </w:p>
    <w:p w14:paraId="431B70ED" w14:textId="77777777" w:rsidR="00810015" w:rsidRDefault="00810015" w:rsidP="00810015">
      <w:r>
        <w:t>185.7324</w:t>
      </w:r>
      <w:r>
        <w:tab/>
        <w:t>1.013e0</w:t>
      </w:r>
    </w:p>
    <w:p w14:paraId="0EC810B6" w14:textId="77777777" w:rsidR="00810015" w:rsidRDefault="00810015" w:rsidP="00810015">
      <w:r>
        <w:t>185.7403</w:t>
      </w:r>
      <w:r>
        <w:tab/>
        <w:t>1.013e0</w:t>
      </w:r>
    </w:p>
    <w:p w14:paraId="2C35DD13" w14:textId="77777777" w:rsidR="00810015" w:rsidRDefault="00810015" w:rsidP="00810015">
      <w:r>
        <w:t>185.7614</w:t>
      </w:r>
      <w:r>
        <w:tab/>
        <w:t>1.013e0</w:t>
      </w:r>
    </w:p>
    <w:p w14:paraId="296EFC44" w14:textId="77777777" w:rsidR="00810015" w:rsidRDefault="00810015" w:rsidP="00810015">
      <w:r>
        <w:t>185.7686</w:t>
      </w:r>
      <w:r>
        <w:tab/>
        <w:t>1.013e0</w:t>
      </w:r>
    </w:p>
    <w:p w14:paraId="21D098CB" w14:textId="77777777" w:rsidR="00810015" w:rsidRDefault="00810015" w:rsidP="00810015">
      <w:r>
        <w:t>185.7729</w:t>
      </w:r>
      <w:r>
        <w:tab/>
        <w:t>1.013e0</w:t>
      </w:r>
    </w:p>
    <w:p w14:paraId="5A826049" w14:textId="77777777" w:rsidR="00810015" w:rsidRDefault="00810015" w:rsidP="00810015">
      <w:r>
        <w:t>185.7759</w:t>
      </w:r>
      <w:r>
        <w:tab/>
        <w:t>1.013e0</w:t>
      </w:r>
    </w:p>
    <w:p w14:paraId="56B4C7BB" w14:textId="77777777" w:rsidR="00810015" w:rsidRDefault="00810015" w:rsidP="00810015">
      <w:r>
        <w:t>185.8019</w:t>
      </w:r>
      <w:r>
        <w:tab/>
        <w:t>1.013e0</w:t>
      </w:r>
    </w:p>
    <w:p w14:paraId="705F2A65" w14:textId="77777777" w:rsidR="00810015" w:rsidRDefault="00810015" w:rsidP="00810015">
      <w:r>
        <w:t>185.8049</w:t>
      </w:r>
      <w:r>
        <w:tab/>
        <w:t>1.013e0</w:t>
      </w:r>
    </w:p>
    <w:p w14:paraId="0DEA6040" w14:textId="77777777" w:rsidR="00810015" w:rsidRDefault="00810015" w:rsidP="00810015">
      <w:r>
        <w:t>185.8085</w:t>
      </w:r>
      <w:r>
        <w:tab/>
        <w:t>1.013e0</w:t>
      </w:r>
    </w:p>
    <w:p w14:paraId="737B3EF4" w14:textId="77777777" w:rsidR="00810015" w:rsidRDefault="00810015" w:rsidP="00810015">
      <w:r>
        <w:t>185.8200</w:t>
      </w:r>
      <w:r>
        <w:tab/>
        <w:t>1.013e0</w:t>
      </w:r>
    </w:p>
    <w:p w14:paraId="5A2B1053" w14:textId="77777777" w:rsidR="00810015" w:rsidRDefault="00810015" w:rsidP="00810015">
      <w:r>
        <w:t>185.8339</w:t>
      </w:r>
      <w:r>
        <w:tab/>
        <w:t>1.013e0</w:t>
      </w:r>
    </w:p>
    <w:p w14:paraId="411E1964" w14:textId="77777777" w:rsidR="00810015" w:rsidRDefault="00810015" w:rsidP="00810015">
      <w:r>
        <w:t>185.8448</w:t>
      </w:r>
      <w:r>
        <w:tab/>
        <w:t>2.025e0</w:t>
      </w:r>
    </w:p>
    <w:p w14:paraId="3AC0F7FB" w14:textId="77777777" w:rsidR="00810015" w:rsidRDefault="00810015" w:rsidP="00810015">
      <w:r>
        <w:t>185.8665</w:t>
      </w:r>
      <w:r>
        <w:tab/>
        <w:t>1.013e0</w:t>
      </w:r>
    </w:p>
    <w:p w14:paraId="17F62C2E" w14:textId="77777777" w:rsidR="00810015" w:rsidRDefault="00810015" w:rsidP="00810015">
      <w:r>
        <w:t>185.8774</w:t>
      </w:r>
      <w:r>
        <w:tab/>
        <w:t>2.025e0</w:t>
      </w:r>
    </w:p>
    <w:p w14:paraId="5A09ABF0" w14:textId="77777777" w:rsidR="00810015" w:rsidRDefault="00810015" w:rsidP="00810015">
      <w:r>
        <w:t>185.9246</w:t>
      </w:r>
      <w:r>
        <w:tab/>
        <w:t>1.013e0</w:t>
      </w:r>
    </w:p>
    <w:p w14:paraId="4015FE1D" w14:textId="77777777" w:rsidR="00810015" w:rsidRDefault="00810015" w:rsidP="00810015">
      <w:r>
        <w:t>185.9664</w:t>
      </w:r>
      <w:r>
        <w:tab/>
        <w:t>2.025e0</w:t>
      </w:r>
    </w:p>
    <w:p w14:paraId="26C275E7" w14:textId="77777777" w:rsidR="00810015" w:rsidRDefault="00810015" w:rsidP="00810015">
      <w:r>
        <w:t>185.9682</w:t>
      </w:r>
      <w:r>
        <w:tab/>
        <w:t>1.013e0</w:t>
      </w:r>
    </w:p>
    <w:p w14:paraId="0D31F0D1" w14:textId="77777777" w:rsidR="00810015" w:rsidRDefault="00810015" w:rsidP="00810015">
      <w:r>
        <w:t>185.9797</w:t>
      </w:r>
      <w:r>
        <w:tab/>
        <w:t>4.051e0</w:t>
      </w:r>
    </w:p>
    <w:p w14:paraId="4FF049DB" w14:textId="77777777" w:rsidR="00810015" w:rsidRDefault="00810015" w:rsidP="00810015">
      <w:r>
        <w:lastRenderedPageBreak/>
        <w:t>185.9936</w:t>
      </w:r>
      <w:r>
        <w:tab/>
        <w:t>1.013e0</w:t>
      </w:r>
    </w:p>
    <w:p w14:paraId="504E3EC8" w14:textId="77777777" w:rsidR="00810015" w:rsidRDefault="00810015" w:rsidP="00810015">
      <w:r>
        <w:t>186.0120</w:t>
      </w:r>
      <w:r>
        <w:tab/>
        <w:t>4.051e0</w:t>
      </w:r>
    </w:p>
    <w:p w14:paraId="64CB71E5" w14:textId="77777777" w:rsidR="00810015" w:rsidRDefault="00810015" w:rsidP="00810015">
      <w:r>
        <w:t>186.0299</w:t>
      </w:r>
      <w:r>
        <w:tab/>
        <w:t>2.025e0</w:t>
      </w:r>
    </w:p>
    <w:p w14:paraId="6BDD45F7" w14:textId="77777777" w:rsidR="00810015" w:rsidRDefault="00810015" w:rsidP="00810015">
      <w:r>
        <w:t>186.0378</w:t>
      </w:r>
      <w:r>
        <w:tab/>
        <w:t>1.013e0</w:t>
      </w:r>
    </w:p>
    <w:p w14:paraId="22D20487" w14:textId="77777777" w:rsidR="00810015" w:rsidRDefault="00810015" w:rsidP="00810015">
      <w:r>
        <w:t>186.0408</w:t>
      </w:r>
      <w:r>
        <w:tab/>
        <w:t>1.013e0</w:t>
      </w:r>
    </w:p>
    <w:p w14:paraId="6E0462D1" w14:textId="77777777" w:rsidR="00810015" w:rsidRDefault="00810015" w:rsidP="00810015">
      <w:r>
        <w:t>186.0553</w:t>
      </w:r>
      <w:r>
        <w:tab/>
        <w:t>1.013e0</w:t>
      </w:r>
    </w:p>
    <w:p w14:paraId="394FD979" w14:textId="77777777" w:rsidR="00810015" w:rsidRDefault="00810015" w:rsidP="00810015">
      <w:r>
        <w:t>186.0626</w:t>
      </w:r>
      <w:r>
        <w:tab/>
        <w:t>1.013e0</w:t>
      </w:r>
    </w:p>
    <w:p w14:paraId="4756C003" w14:textId="77777777" w:rsidR="00810015" w:rsidRDefault="00810015" w:rsidP="00810015">
      <w:r>
        <w:t>186.0753</w:t>
      </w:r>
      <w:r>
        <w:tab/>
        <w:t>3.038e0</w:t>
      </w:r>
    </w:p>
    <w:p w14:paraId="661110C0" w14:textId="77777777" w:rsidR="00810015" w:rsidRDefault="00810015" w:rsidP="00810015">
      <w:r>
        <w:t>186.0796</w:t>
      </w:r>
      <w:r>
        <w:tab/>
        <w:t>2.025e0</w:t>
      </w:r>
    </w:p>
    <w:p w14:paraId="37BC718A" w14:textId="77777777" w:rsidR="00810015" w:rsidRDefault="00810015" w:rsidP="00810015">
      <w:r>
        <w:t>186.0807</w:t>
      </w:r>
      <w:r>
        <w:tab/>
        <w:t>1.013e0</w:t>
      </w:r>
    </w:p>
    <w:p w14:paraId="535C822A" w14:textId="77777777" w:rsidR="00810015" w:rsidRDefault="00810015" w:rsidP="00810015">
      <w:r>
        <w:t>186.0989</w:t>
      </w:r>
      <w:r>
        <w:tab/>
        <w:t>1.013e0</w:t>
      </w:r>
    </w:p>
    <w:p w14:paraId="1EFA6698" w14:textId="77777777" w:rsidR="00810015" w:rsidRDefault="00810015" w:rsidP="00810015">
      <w:r>
        <w:t>186.1007</w:t>
      </w:r>
      <w:r>
        <w:tab/>
        <w:t>2.214e0</w:t>
      </w:r>
    </w:p>
    <w:p w14:paraId="073E86D3" w14:textId="77777777" w:rsidR="00810015" w:rsidRDefault="00810015" w:rsidP="00810015">
      <w:r>
        <w:t>186.1098</w:t>
      </w:r>
      <w:r>
        <w:tab/>
        <w:t>1.013e0</w:t>
      </w:r>
    </w:p>
    <w:p w14:paraId="04C70993" w14:textId="77777777" w:rsidR="00810015" w:rsidRDefault="00810015" w:rsidP="00810015">
      <w:r>
        <w:t>186.1177</w:t>
      </w:r>
      <w:r>
        <w:tab/>
        <w:t>1.013e0</w:t>
      </w:r>
    </w:p>
    <w:p w14:paraId="62C6F35D" w14:textId="77777777" w:rsidR="00810015" w:rsidRDefault="00810015" w:rsidP="00810015">
      <w:r>
        <w:t>186.1280</w:t>
      </w:r>
      <w:r>
        <w:tab/>
        <w:t>1.013e0</w:t>
      </w:r>
    </w:p>
    <w:p w14:paraId="05732203" w14:textId="77777777" w:rsidR="00810015" w:rsidRDefault="00810015" w:rsidP="00810015">
      <w:r>
        <w:t>186.1439</w:t>
      </w:r>
      <w:r>
        <w:tab/>
        <w:t>3.038e0</w:t>
      </w:r>
    </w:p>
    <w:p w14:paraId="2CEC7DCB" w14:textId="77777777" w:rsidR="00810015" w:rsidRDefault="00810015" w:rsidP="00810015">
      <w:r>
        <w:t>186.1474</w:t>
      </w:r>
      <w:r>
        <w:tab/>
        <w:t>4.051e0</w:t>
      </w:r>
    </w:p>
    <w:p w14:paraId="07A2B123" w14:textId="77777777" w:rsidR="00810015" w:rsidRDefault="00810015" w:rsidP="00810015">
      <w:r>
        <w:t>186.1642</w:t>
      </w:r>
      <w:r>
        <w:tab/>
        <w:t>1.013e0</w:t>
      </w:r>
    </w:p>
    <w:p w14:paraId="07723DC5" w14:textId="77777777" w:rsidR="00810015" w:rsidRDefault="00810015" w:rsidP="00810015">
      <w:r>
        <w:t>186.1660</w:t>
      </w:r>
      <w:r>
        <w:tab/>
        <w:t>2.025e0</w:t>
      </w:r>
    </w:p>
    <w:p w14:paraId="44B86EEE" w14:textId="77777777" w:rsidR="00810015" w:rsidRDefault="00810015" w:rsidP="00810015">
      <w:r>
        <w:lastRenderedPageBreak/>
        <w:t>186.1685</w:t>
      </w:r>
      <w:r>
        <w:tab/>
        <w:t>1.013e0</w:t>
      </w:r>
    </w:p>
    <w:p w14:paraId="72847B6C" w14:textId="77777777" w:rsidR="00810015" w:rsidRDefault="00810015" w:rsidP="00810015">
      <w:r>
        <w:t>186.1823</w:t>
      </w:r>
      <w:r>
        <w:tab/>
        <w:t>1.013e0</w:t>
      </w:r>
    </w:p>
    <w:p w14:paraId="5F7FCBB4" w14:textId="77777777" w:rsidR="00810015" w:rsidRDefault="00810015" w:rsidP="00810015">
      <w:r>
        <w:t>186.2010</w:t>
      </w:r>
      <w:r>
        <w:tab/>
        <w:t>1.013e0</w:t>
      </w:r>
    </w:p>
    <w:p w14:paraId="44B6A0C4" w14:textId="77777777" w:rsidR="00810015" w:rsidRDefault="00810015" w:rsidP="00810015">
      <w:r>
        <w:t>186.2112</w:t>
      </w:r>
      <w:r>
        <w:tab/>
        <w:t>1.013e0</w:t>
      </w:r>
    </w:p>
    <w:p w14:paraId="2D425A05" w14:textId="77777777" w:rsidR="00810015" w:rsidRDefault="00810015" w:rsidP="00810015">
      <w:r>
        <w:t>186.2263</w:t>
      </w:r>
      <w:r>
        <w:tab/>
        <w:t>1.013e0</w:t>
      </w:r>
    </w:p>
    <w:p w14:paraId="65842AFC" w14:textId="77777777" w:rsidR="00810015" w:rsidRDefault="00810015" w:rsidP="00810015">
      <w:r>
        <w:t>186.2293</w:t>
      </w:r>
      <w:r>
        <w:tab/>
        <w:t>1.013e0</w:t>
      </w:r>
    </w:p>
    <w:p w14:paraId="1A71F617" w14:textId="77777777" w:rsidR="00810015" w:rsidRDefault="00810015" w:rsidP="00810015">
      <w:r>
        <w:t>186.2510</w:t>
      </w:r>
      <w:r>
        <w:tab/>
        <w:t>1.013e0</w:t>
      </w:r>
    </w:p>
    <w:p w14:paraId="20FAA374" w14:textId="77777777" w:rsidR="00810015" w:rsidRDefault="00810015" w:rsidP="00810015">
      <w:r>
        <w:t>186.3016</w:t>
      </w:r>
      <w:r>
        <w:tab/>
        <w:t>1.013e0</w:t>
      </w:r>
    </w:p>
    <w:p w14:paraId="4A5D5D7A" w14:textId="77777777" w:rsidR="00810015" w:rsidRDefault="00810015" w:rsidP="00810015">
      <w:r>
        <w:t>186.3053</w:t>
      </w:r>
      <w:r>
        <w:tab/>
        <w:t>1.013e0</w:t>
      </w:r>
    </w:p>
    <w:p w14:paraId="7AD7DDF8" w14:textId="77777777" w:rsidR="00810015" w:rsidRDefault="00810015" w:rsidP="00810015">
      <w:r>
        <w:t>186.3197</w:t>
      </w:r>
      <w:r>
        <w:tab/>
        <w:t>1.013e0</w:t>
      </w:r>
    </w:p>
    <w:p w14:paraId="466B6C54" w14:textId="77777777" w:rsidR="00810015" w:rsidRDefault="00810015" w:rsidP="00810015">
      <w:r>
        <w:t>186.3215</w:t>
      </w:r>
      <w:r>
        <w:tab/>
        <w:t>4.051e0</w:t>
      </w:r>
    </w:p>
    <w:p w14:paraId="2227A876" w14:textId="77777777" w:rsidR="00810015" w:rsidRDefault="00810015" w:rsidP="00810015">
      <w:r>
        <w:t>186.3233</w:t>
      </w:r>
      <w:r>
        <w:tab/>
        <w:t>2.025e0</w:t>
      </w:r>
    </w:p>
    <w:p w14:paraId="66767774" w14:textId="77777777" w:rsidR="00810015" w:rsidRDefault="00810015" w:rsidP="00810015">
      <w:r>
        <w:t>186.3451</w:t>
      </w:r>
      <w:r>
        <w:tab/>
        <w:t>2.025e0</w:t>
      </w:r>
    </w:p>
    <w:p w14:paraId="69D18D02" w14:textId="77777777" w:rsidR="00810015" w:rsidRDefault="00810015" w:rsidP="00810015">
      <w:r>
        <w:t>186.3487</w:t>
      </w:r>
      <w:r>
        <w:tab/>
        <w:t>1.013e0</w:t>
      </w:r>
    </w:p>
    <w:p w14:paraId="271B66D6" w14:textId="77777777" w:rsidR="00810015" w:rsidRDefault="00810015" w:rsidP="00810015">
      <w:r>
        <w:t>186.4048</w:t>
      </w:r>
      <w:r>
        <w:tab/>
        <w:t>2.025e0</w:t>
      </w:r>
    </w:p>
    <w:p w14:paraId="6144E2CD" w14:textId="77777777" w:rsidR="00810015" w:rsidRDefault="00810015" w:rsidP="00810015">
      <w:r>
        <w:t>186.4247</w:t>
      </w:r>
      <w:r>
        <w:tab/>
        <w:t>1.013e0</w:t>
      </w:r>
    </w:p>
    <w:p w14:paraId="2ABDC21E" w14:textId="77777777" w:rsidR="00810015" w:rsidRDefault="00810015" w:rsidP="00810015">
      <w:r>
        <w:t>186.4355</w:t>
      </w:r>
      <w:r>
        <w:tab/>
        <w:t>1.013e0</w:t>
      </w:r>
    </w:p>
    <w:p w14:paraId="4CCCC51A" w14:textId="77777777" w:rsidR="00810015" w:rsidRDefault="00810015" w:rsidP="00810015">
      <w:r>
        <w:t>186.4428</w:t>
      </w:r>
      <w:r>
        <w:tab/>
        <w:t>1.013e0</w:t>
      </w:r>
    </w:p>
    <w:p w14:paraId="66B245DE" w14:textId="77777777" w:rsidR="00810015" w:rsidRDefault="00810015" w:rsidP="00810015">
      <w:r>
        <w:t>186.4537</w:t>
      </w:r>
      <w:r>
        <w:tab/>
        <w:t>1.013e0</w:t>
      </w:r>
    </w:p>
    <w:p w14:paraId="602F442B" w14:textId="77777777" w:rsidR="00810015" w:rsidRDefault="00810015" w:rsidP="00810015">
      <w:r>
        <w:lastRenderedPageBreak/>
        <w:t>186.4863</w:t>
      </w:r>
      <w:r>
        <w:tab/>
        <w:t>1.013e0</w:t>
      </w:r>
    </w:p>
    <w:p w14:paraId="1056FC64" w14:textId="77777777" w:rsidR="00810015" w:rsidRDefault="00810015" w:rsidP="00810015">
      <w:r>
        <w:t>186.4971</w:t>
      </w:r>
      <w:r>
        <w:tab/>
        <w:t>1.013e0</w:t>
      </w:r>
    </w:p>
    <w:p w14:paraId="741D48D7" w14:textId="77777777" w:rsidR="00810015" w:rsidRDefault="00810015" w:rsidP="00810015">
      <w:r>
        <w:t>186.5224</w:t>
      </w:r>
      <w:r>
        <w:tab/>
        <w:t>2.025e0</w:t>
      </w:r>
    </w:p>
    <w:p w14:paraId="22804902" w14:textId="77777777" w:rsidR="00810015" w:rsidRDefault="00810015" w:rsidP="00810015">
      <w:r>
        <w:t>186.5521</w:t>
      </w:r>
      <w:r>
        <w:tab/>
        <w:t>1.013e0</w:t>
      </w:r>
    </w:p>
    <w:p w14:paraId="2E7D9098" w14:textId="77777777" w:rsidR="00810015" w:rsidRDefault="00810015" w:rsidP="00810015">
      <w:r>
        <w:t>186.5840</w:t>
      </w:r>
      <w:r>
        <w:tab/>
        <w:t>1.013e0</w:t>
      </w:r>
    </w:p>
    <w:p w14:paraId="2220D9E8" w14:textId="77777777" w:rsidR="00810015" w:rsidRDefault="00810015" w:rsidP="00810015">
      <w:r>
        <w:t>186.5949</w:t>
      </w:r>
      <w:r>
        <w:tab/>
        <w:t>1.013e0</w:t>
      </w:r>
    </w:p>
    <w:p w14:paraId="61546615" w14:textId="77777777" w:rsidR="00810015" w:rsidRDefault="00810015" w:rsidP="00810015">
      <w:r>
        <w:t>186.5985</w:t>
      </w:r>
      <w:r>
        <w:tab/>
        <w:t>1.013e0</w:t>
      </w:r>
    </w:p>
    <w:p w14:paraId="7DDD146F" w14:textId="77777777" w:rsidR="00810015" w:rsidRDefault="00810015" w:rsidP="00810015">
      <w:r>
        <w:t>186.6275</w:t>
      </w:r>
      <w:r>
        <w:tab/>
        <w:t>3.038e0</w:t>
      </w:r>
    </w:p>
    <w:p w14:paraId="2565DA3E" w14:textId="77777777" w:rsidR="00810015" w:rsidRDefault="00810015" w:rsidP="00810015">
      <w:r>
        <w:t>186.6384</w:t>
      </w:r>
      <w:r>
        <w:tab/>
        <w:t>1.013e0</w:t>
      </w:r>
    </w:p>
    <w:p w14:paraId="4F723000" w14:textId="77777777" w:rsidR="00810015" w:rsidRDefault="00810015" w:rsidP="00810015">
      <w:r>
        <w:t>186.6565</w:t>
      </w:r>
      <w:r>
        <w:tab/>
        <w:t>2.025e0</w:t>
      </w:r>
    </w:p>
    <w:p w14:paraId="6AA841AB" w14:textId="77777777" w:rsidR="00810015" w:rsidRDefault="00810015" w:rsidP="00810015">
      <w:r>
        <w:t>186.6602</w:t>
      </w:r>
      <w:r>
        <w:tab/>
        <w:t>1.013e0</w:t>
      </w:r>
    </w:p>
    <w:p w14:paraId="53EC3CDF" w14:textId="77777777" w:rsidR="00810015" w:rsidRDefault="00810015" w:rsidP="00810015">
      <w:r>
        <w:t>186.6820</w:t>
      </w:r>
      <w:r>
        <w:tab/>
        <w:t>1.013e0</w:t>
      </w:r>
    </w:p>
    <w:p w14:paraId="28E82B9A" w14:textId="77777777" w:rsidR="00810015" w:rsidRDefault="00810015" w:rsidP="00810015">
      <w:r>
        <w:t>186.6856</w:t>
      </w:r>
      <w:r>
        <w:tab/>
        <w:t>3.038e0</w:t>
      </w:r>
    </w:p>
    <w:p w14:paraId="6DDD7EB2" w14:textId="77777777" w:rsidR="00810015" w:rsidRDefault="00810015" w:rsidP="00810015">
      <w:r>
        <w:t>186.6929</w:t>
      </w:r>
      <w:r>
        <w:tab/>
        <w:t>1.013e0</w:t>
      </w:r>
    </w:p>
    <w:p w14:paraId="65526501" w14:textId="77777777" w:rsidR="00810015" w:rsidRDefault="00810015" w:rsidP="00810015">
      <w:r>
        <w:t>186.7299</w:t>
      </w:r>
      <w:r>
        <w:tab/>
        <w:t>1.013e0</w:t>
      </w:r>
    </w:p>
    <w:p w14:paraId="24F9B866" w14:textId="77777777" w:rsidR="00810015" w:rsidRDefault="00810015" w:rsidP="00810015">
      <w:r>
        <w:t>186.7402</w:t>
      </w:r>
      <w:r>
        <w:tab/>
        <w:t>2.025e0</w:t>
      </w:r>
    </w:p>
    <w:p w14:paraId="1B23DD26" w14:textId="77777777" w:rsidR="00810015" w:rsidRDefault="00810015" w:rsidP="00810015">
      <w:r>
        <w:t>186.7438</w:t>
      </w:r>
      <w:r>
        <w:tab/>
        <w:t>1.013e0</w:t>
      </w:r>
    </w:p>
    <w:p w14:paraId="49E7C835" w14:textId="77777777" w:rsidR="00810015" w:rsidRDefault="00810015" w:rsidP="00810015">
      <w:r>
        <w:t>186.7663</w:t>
      </w:r>
      <w:r>
        <w:tab/>
        <w:t>1.013e0</w:t>
      </w:r>
    </w:p>
    <w:p w14:paraId="5BF86514" w14:textId="77777777" w:rsidR="00810015" w:rsidRDefault="00810015" w:rsidP="00810015">
      <w:r>
        <w:t>186.7911</w:t>
      </w:r>
      <w:r>
        <w:tab/>
        <w:t>1.013e0</w:t>
      </w:r>
    </w:p>
    <w:p w14:paraId="634AA993" w14:textId="77777777" w:rsidR="00810015" w:rsidRDefault="00810015" w:rsidP="00810015">
      <w:r>
        <w:lastRenderedPageBreak/>
        <w:t>186.8317</w:t>
      </w:r>
      <w:r>
        <w:tab/>
        <w:t>1.013e0</w:t>
      </w:r>
    </w:p>
    <w:p w14:paraId="4258492A" w14:textId="77777777" w:rsidR="00810015" w:rsidRDefault="00810015" w:rsidP="00810015">
      <w:r>
        <w:t>186.8820</w:t>
      </w:r>
      <w:r>
        <w:tab/>
        <w:t>1.013e0</w:t>
      </w:r>
    </w:p>
    <w:p w14:paraId="4FFBA527" w14:textId="77777777" w:rsidR="00810015" w:rsidRDefault="00810015" w:rsidP="00810015">
      <w:r>
        <w:t>186.9002</w:t>
      </w:r>
      <w:r>
        <w:tab/>
        <w:t>1.013e0</w:t>
      </w:r>
    </w:p>
    <w:p w14:paraId="03FB9B4B" w14:textId="77777777" w:rsidR="00810015" w:rsidRDefault="00810015" w:rsidP="00810015">
      <w:r>
        <w:t>186.9511</w:t>
      </w:r>
      <w:r>
        <w:tab/>
        <w:t>1.013e0</w:t>
      </w:r>
    </w:p>
    <w:p w14:paraId="668142B8" w14:textId="77777777" w:rsidR="00810015" w:rsidRDefault="00810015" w:rsidP="00810015">
      <w:r>
        <w:t>186.9601</w:t>
      </w:r>
      <w:r>
        <w:tab/>
        <w:t>2.025e0</w:t>
      </w:r>
    </w:p>
    <w:p w14:paraId="07E968B6" w14:textId="77777777" w:rsidR="00810015" w:rsidRDefault="00810015" w:rsidP="00810015">
      <w:r>
        <w:t>186.9656</w:t>
      </w:r>
      <w:r>
        <w:tab/>
        <w:t>1.013e0</w:t>
      </w:r>
    </w:p>
    <w:p w14:paraId="2062B5C2" w14:textId="77777777" w:rsidR="00810015" w:rsidRDefault="00810015" w:rsidP="00810015">
      <w:r>
        <w:t>186.9772</w:t>
      </w:r>
      <w:r>
        <w:tab/>
        <w:t>2.025e0</w:t>
      </w:r>
    </w:p>
    <w:p w14:paraId="05E38A54" w14:textId="77777777" w:rsidR="00810015" w:rsidRDefault="00810015" w:rsidP="00810015">
      <w:r>
        <w:t>186.9984</w:t>
      </w:r>
      <w:r>
        <w:tab/>
        <w:t>1.013e0</w:t>
      </w:r>
    </w:p>
    <w:p w14:paraId="053E6A7F" w14:textId="77777777" w:rsidR="00810015" w:rsidRDefault="00810015" w:rsidP="00810015">
      <w:r>
        <w:t>187.0165</w:t>
      </w:r>
      <w:r>
        <w:tab/>
        <w:t>1.013e0</w:t>
      </w:r>
    </w:p>
    <w:p w14:paraId="46884388" w14:textId="77777777" w:rsidR="00810015" w:rsidRDefault="00810015" w:rsidP="00810015">
      <w:r>
        <w:t>187.0311</w:t>
      </w:r>
      <w:r>
        <w:tab/>
        <w:t>1.013e0</w:t>
      </w:r>
    </w:p>
    <w:p w14:paraId="7493977D" w14:textId="77777777" w:rsidR="00810015" w:rsidRDefault="00810015" w:rsidP="00810015">
      <w:r>
        <w:t>187.0456</w:t>
      </w:r>
      <w:r>
        <w:tab/>
        <w:t>1.013e0</w:t>
      </w:r>
    </w:p>
    <w:p w14:paraId="5D278381" w14:textId="77777777" w:rsidR="00810015" w:rsidRDefault="00810015" w:rsidP="00810015">
      <w:r>
        <w:t>187.0747</w:t>
      </w:r>
      <w:r>
        <w:tab/>
        <w:t>1.013e0</w:t>
      </w:r>
    </w:p>
    <w:p w14:paraId="4FECD7AF" w14:textId="77777777" w:rsidR="00810015" w:rsidRDefault="00810015" w:rsidP="00810015">
      <w:r>
        <w:t>187.0885</w:t>
      </w:r>
      <w:r>
        <w:tab/>
        <w:t>3.386e0</w:t>
      </w:r>
    </w:p>
    <w:p w14:paraId="4C1B3D06" w14:textId="77777777" w:rsidR="00810015" w:rsidRDefault="00810015" w:rsidP="00810015">
      <w:r>
        <w:t>187.0936</w:t>
      </w:r>
      <w:r>
        <w:tab/>
        <w:t>1.013e0</w:t>
      </w:r>
    </w:p>
    <w:p w14:paraId="4C00F0F6" w14:textId="77777777" w:rsidR="00810015" w:rsidRDefault="00810015" w:rsidP="00810015">
      <w:r>
        <w:t>187.1101</w:t>
      </w:r>
      <w:r>
        <w:tab/>
        <w:t>3.038e0</w:t>
      </w:r>
    </w:p>
    <w:p w14:paraId="5B28E8C7" w14:textId="77777777" w:rsidR="00810015" w:rsidRDefault="00810015" w:rsidP="00810015">
      <w:r>
        <w:t>187.1129</w:t>
      </w:r>
      <w:r>
        <w:tab/>
        <w:t>2.025e0</w:t>
      </w:r>
    </w:p>
    <w:p w14:paraId="4B770B36" w14:textId="77777777" w:rsidR="00810015" w:rsidRDefault="00810015" w:rsidP="00810015">
      <w:r>
        <w:t>187.1161</w:t>
      </w:r>
      <w:r>
        <w:tab/>
        <w:t>2.057e0</w:t>
      </w:r>
    </w:p>
    <w:p w14:paraId="30F5E631" w14:textId="77777777" w:rsidR="00810015" w:rsidRDefault="00810015" w:rsidP="00810015">
      <w:r>
        <w:t>187.1208</w:t>
      </w:r>
      <w:r>
        <w:tab/>
        <w:t>3.038e0</w:t>
      </w:r>
    </w:p>
    <w:p w14:paraId="648CBBE4" w14:textId="77777777" w:rsidR="00810015" w:rsidRDefault="00810015" w:rsidP="00810015">
      <w:r>
        <w:t>187.1362</w:t>
      </w:r>
      <w:r>
        <w:tab/>
        <w:t>4.725e0</w:t>
      </w:r>
    </w:p>
    <w:p w14:paraId="06110EB8" w14:textId="77777777" w:rsidR="00810015" w:rsidRDefault="00810015" w:rsidP="00810015">
      <w:r>
        <w:lastRenderedPageBreak/>
        <w:t>187.1399</w:t>
      </w:r>
      <w:r>
        <w:tab/>
        <w:t>4.692e0</w:t>
      </w:r>
    </w:p>
    <w:p w14:paraId="576E6A1B" w14:textId="77777777" w:rsidR="00810015" w:rsidRDefault="00810015" w:rsidP="00810015">
      <w:r>
        <w:t>187.1438</w:t>
      </w:r>
      <w:r>
        <w:tab/>
        <w:t>2.025e0</w:t>
      </w:r>
    </w:p>
    <w:p w14:paraId="41E96FAA" w14:textId="77777777" w:rsidR="00810015" w:rsidRDefault="00810015" w:rsidP="00810015">
      <w:r>
        <w:t>187.1693</w:t>
      </w:r>
      <w:r>
        <w:tab/>
        <w:t>2.025e0</w:t>
      </w:r>
    </w:p>
    <w:p w14:paraId="336DAF24" w14:textId="77777777" w:rsidR="00810015" w:rsidRDefault="00810015" w:rsidP="00810015">
      <w:r>
        <w:t>187.1781</w:t>
      </w:r>
      <w:r>
        <w:tab/>
        <w:t>3.038e0</w:t>
      </w:r>
    </w:p>
    <w:p w14:paraId="11E4BE84" w14:textId="77777777" w:rsidR="00810015" w:rsidRDefault="00810015" w:rsidP="00810015">
      <w:r>
        <w:t>187.2239</w:t>
      </w:r>
      <w:r>
        <w:tab/>
        <w:t>1.013e0</w:t>
      </w:r>
    </w:p>
    <w:p w14:paraId="0F6D778B" w14:textId="77777777" w:rsidR="00810015" w:rsidRDefault="00810015" w:rsidP="00810015">
      <w:r>
        <w:t>187.2457</w:t>
      </w:r>
      <w:r>
        <w:tab/>
        <w:t>1.013e0</w:t>
      </w:r>
    </w:p>
    <w:p w14:paraId="758FBBB3" w14:textId="77777777" w:rsidR="00810015" w:rsidRDefault="00810015" w:rsidP="00810015">
      <w:r>
        <w:t>187.2675</w:t>
      </w:r>
      <w:r>
        <w:tab/>
        <w:t>2.025e0</w:t>
      </w:r>
    </w:p>
    <w:p w14:paraId="2620C8AD" w14:textId="77777777" w:rsidR="00810015" w:rsidRDefault="00810015" w:rsidP="00810015">
      <w:r>
        <w:t>187.2864</w:t>
      </w:r>
      <w:r>
        <w:tab/>
        <w:t>1.013e0</w:t>
      </w:r>
    </w:p>
    <w:p w14:paraId="52BF580F" w14:textId="77777777" w:rsidR="00810015" w:rsidRDefault="00810015" w:rsidP="00810015">
      <w:r>
        <w:t>187.3039</w:t>
      </w:r>
      <w:r>
        <w:tab/>
        <w:t>3.038e0</w:t>
      </w:r>
    </w:p>
    <w:p w14:paraId="11A20EAB" w14:textId="77777777" w:rsidR="00810015" w:rsidRDefault="00810015" w:rsidP="00810015">
      <w:r>
        <w:t>187.3064</w:t>
      </w:r>
      <w:r>
        <w:tab/>
        <w:t>2.025e0</w:t>
      </w:r>
    </w:p>
    <w:p w14:paraId="11197A16" w14:textId="77777777" w:rsidR="00810015" w:rsidRDefault="00810015" w:rsidP="00810015">
      <w:r>
        <w:t>187.3112</w:t>
      </w:r>
      <w:r>
        <w:tab/>
        <w:t>1.013e0</w:t>
      </w:r>
    </w:p>
    <w:p w14:paraId="196D47CE" w14:textId="77777777" w:rsidR="00810015" w:rsidRDefault="00810015" w:rsidP="00810015">
      <w:r>
        <w:t>187.3260</w:t>
      </w:r>
      <w:r>
        <w:tab/>
        <w:t>2.025e0</w:t>
      </w:r>
    </w:p>
    <w:p w14:paraId="10686AF4" w14:textId="77777777" w:rsidR="00810015" w:rsidRDefault="00810015" w:rsidP="00810015">
      <w:r>
        <w:t>187.3658</w:t>
      </w:r>
      <w:r>
        <w:tab/>
        <w:t>1.013e0</w:t>
      </w:r>
    </w:p>
    <w:p w14:paraId="10DBC033" w14:textId="77777777" w:rsidR="00810015" w:rsidRDefault="00810015" w:rsidP="00810015">
      <w:r>
        <w:t>187.3912</w:t>
      </w:r>
      <w:r>
        <w:tab/>
        <w:t>1.013e0</w:t>
      </w:r>
    </w:p>
    <w:p w14:paraId="596928C9" w14:textId="77777777" w:rsidR="00810015" w:rsidRDefault="00810015" w:rsidP="00810015">
      <w:r>
        <w:t>187.4058</w:t>
      </w:r>
      <w:r>
        <w:tab/>
        <w:t>2.025e0</w:t>
      </w:r>
    </w:p>
    <w:p w14:paraId="324E9311" w14:textId="77777777" w:rsidR="00810015" w:rsidRDefault="00810015" w:rsidP="00810015">
      <w:r>
        <w:t>187.4385</w:t>
      </w:r>
      <w:r>
        <w:tab/>
        <w:t>2.025e0</w:t>
      </w:r>
    </w:p>
    <w:p w14:paraId="0B6CCA2C" w14:textId="77777777" w:rsidR="00810015" w:rsidRDefault="00810015" w:rsidP="00810015">
      <w:r>
        <w:t>187.4628</w:t>
      </w:r>
      <w:r>
        <w:tab/>
        <w:t>2.025e0</w:t>
      </w:r>
    </w:p>
    <w:p w14:paraId="6794A90A" w14:textId="77777777" w:rsidR="00810015" w:rsidRDefault="00810015" w:rsidP="00810015">
      <w:r>
        <w:t>187.5077</w:t>
      </w:r>
      <w:r>
        <w:tab/>
        <w:t>1.013e0</w:t>
      </w:r>
    </w:p>
    <w:p w14:paraId="4D25C12B" w14:textId="77777777" w:rsidR="00810015" w:rsidRDefault="00810015" w:rsidP="00810015">
      <w:r>
        <w:t>187.5313</w:t>
      </w:r>
      <w:r>
        <w:tab/>
        <w:t>2.025e0</w:t>
      </w:r>
    </w:p>
    <w:p w14:paraId="3C7074F9" w14:textId="77777777" w:rsidR="00810015" w:rsidRDefault="00810015" w:rsidP="00810015">
      <w:r>
        <w:lastRenderedPageBreak/>
        <w:t>187.5623</w:t>
      </w:r>
      <w:r>
        <w:tab/>
        <w:t>1.013e0</w:t>
      </w:r>
    </w:p>
    <w:p w14:paraId="414452F1" w14:textId="77777777" w:rsidR="00810015" w:rsidRDefault="00810015" w:rsidP="00810015">
      <w:r>
        <w:t>187.5841</w:t>
      </w:r>
      <w:r>
        <w:tab/>
        <w:t>2.025e0</w:t>
      </w:r>
    </w:p>
    <w:p w14:paraId="752EC343" w14:textId="77777777" w:rsidR="00810015" w:rsidRDefault="00810015" w:rsidP="00810015">
      <w:r>
        <w:t>187.5921</w:t>
      </w:r>
      <w:r>
        <w:tab/>
        <w:t>1.013e0</w:t>
      </w:r>
    </w:p>
    <w:p w14:paraId="1E05C7C5" w14:textId="77777777" w:rsidR="00810015" w:rsidRDefault="00810015" w:rsidP="00810015">
      <w:r>
        <w:t>187.5987</w:t>
      </w:r>
      <w:r>
        <w:tab/>
        <w:t>1.013e0</w:t>
      </w:r>
    </w:p>
    <w:p w14:paraId="5ECD8FBB" w14:textId="77777777" w:rsidR="00810015" w:rsidRDefault="00810015" w:rsidP="00810015">
      <w:r>
        <w:t>187.6169</w:t>
      </w:r>
      <w:r>
        <w:tab/>
        <w:t>1.013e0</w:t>
      </w:r>
    </w:p>
    <w:p w14:paraId="0F0FD77F" w14:textId="77777777" w:rsidR="00810015" w:rsidRDefault="00810015" w:rsidP="00810015">
      <w:r>
        <w:t>187.6296</w:t>
      </w:r>
      <w:r>
        <w:tab/>
        <w:t>2.025e0</w:t>
      </w:r>
    </w:p>
    <w:p w14:paraId="6DCADF74" w14:textId="77777777" w:rsidR="00810015" w:rsidRDefault="00810015" w:rsidP="00810015">
      <w:r>
        <w:t>187.6533</w:t>
      </w:r>
      <w:r>
        <w:tab/>
        <w:t>1.013e0</w:t>
      </w:r>
    </w:p>
    <w:p w14:paraId="1AEB4773" w14:textId="77777777" w:rsidR="00810015" w:rsidRDefault="00810015" w:rsidP="00810015">
      <w:r>
        <w:t>187.6678</w:t>
      </w:r>
      <w:r>
        <w:tab/>
        <w:t>2.025e0</w:t>
      </w:r>
    </w:p>
    <w:p w14:paraId="4F20C63E" w14:textId="77777777" w:rsidR="00810015" w:rsidRDefault="00810015" w:rsidP="00810015">
      <w:r>
        <w:t>187.6897</w:t>
      </w:r>
      <w:r>
        <w:tab/>
        <w:t>1.013e0</w:t>
      </w:r>
    </w:p>
    <w:p w14:paraId="37620C98" w14:textId="77777777" w:rsidR="00810015" w:rsidRDefault="00810015" w:rsidP="00810015">
      <w:r>
        <w:t>187.7297</w:t>
      </w:r>
      <w:r>
        <w:tab/>
        <w:t>1.013e0</w:t>
      </w:r>
    </w:p>
    <w:p w14:paraId="4789F56A" w14:textId="77777777" w:rsidR="00810015" w:rsidRDefault="00810015" w:rsidP="00810015">
      <w:r>
        <w:t>187.7534</w:t>
      </w:r>
      <w:r>
        <w:tab/>
        <w:t>4.051e0</w:t>
      </w:r>
    </w:p>
    <w:p w14:paraId="1298C751" w14:textId="77777777" w:rsidR="00810015" w:rsidRDefault="00810015" w:rsidP="00810015">
      <w:r>
        <w:t>187.7589</w:t>
      </w:r>
      <w:r>
        <w:tab/>
        <w:t>1.013e0</w:t>
      </w:r>
    </w:p>
    <w:p w14:paraId="0A231FCF" w14:textId="77777777" w:rsidR="00810015" w:rsidRDefault="00810015" w:rsidP="00810015">
      <w:r>
        <w:t>187.7844</w:t>
      </w:r>
      <w:r>
        <w:tab/>
        <w:t>1.013e0</w:t>
      </w:r>
    </w:p>
    <w:p w14:paraId="0087F037" w14:textId="77777777" w:rsidR="00810015" w:rsidRDefault="00810015" w:rsidP="00810015">
      <w:r>
        <w:t>187.8251</w:t>
      </w:r>
      <w:r>
        <w:tab/>
        <w:t>2.025e0</w:t>
      </w:r>
    </w:p>
    <w:p w14:paraId="7A17214E" w14:textId="77777777" w:rsidR="00810015" w:rsidRDefault="00810015" w:rsidP="00810015">
      <w:r>
        <w:t>187.8281</w:t>
      </w:r>
      <w:r>
        <w:tab/>
        <w:t>1.013e0</w:t>
      </w:r>
    </w:p>
    <w:p w14:paraId="6465976F" w14:textId="77777777" w:rsidR="00810015" w:rsidRDefault="00810015" w:rsidP="00810015">
      <w:r>
        <w:t>187.8499</w:t>
      </w:r>
      <w:r>
        <w:tab/>
        <w:t>1.013e0</w:t>
      </w:r>
    </w:p>
    <w:p w14:paraId="286F6A7F" w14:textId="77777777" w:rsidR="00810015" w:rsidRDefault="00810015" w:rsidP="00810015">
      <w:r>
        <w:t>187.8572</w:t>
      </w:r>
      <w:r>
        <w:tab/>
        <w:t>1.013e0</w:t>
      </w:r>
    </w:p>
    <w:p w14:paraId="55555690" w14:textId="77777777" w:rsidR="00810015" w:rsidRDefault="00810015" w:rsidP="00810015">
      <w:r>
        <w:t>187.8661</w:t>
      </w:r>
      <w:r>
        <w:tab/>
        <w:t>4.051e0</w:t>
      </w:r>
    </w:p>
    <w:p w14:paraId="45E6B6A4" w14:textId="77777777" w:rsidR="00810015" w:rsidRDefault="00810015" w:rsidP="00810015">
      <w:r>
        <w:t>187.8681</w:t>
      </w:r>
      <w:r>
        <w:tab/>
        <w:t>1.013e0</w:t>
      </w:r>
    </w:p>
    <w:p w14:paraId="3EF993BC" w14:textId="77777777" w:rsidR="00810015" w:rsidRDefault="00810015" w:rsidP="00810015">
      <w:r>
        <w:lastRenderedPageBreak/>
        <w:t>187.8900</w:t>
      </w:r>
      <w:r>
        <w:tab/>
        <w:t>2.025e0</w:t>
      </w:r>
    </w:p>
    <w:p w14:paraId="07A56B31" w14:textId="77777777" w:rsidR="00810015" w:rsidRDefault="00810015" w:rsidP="00810015">
      <w:r>
        <w:t>187.9191</w:t>
      </w:r>
      <w:r>
        <w:tab/>
        <w:t>3.038e0</w:t>
      </w:r>
    </w:p>
    <w:p w14:paraId="700DECBF" w14:textId="77777777" w:rsidR="00810015" w:rsidRDefault="00810015" w:rsidP="00810015">
      <w:r>
        <w:t>187.9234</w:t>
      </w:r>
      <w:r>
        <w:tab/>
        <w:t>1.013e0</w:t>
      </w:r>
    </w:p>
    <w:p w14:paraId="61405332" w14:textId="77777777" w:rsidR="00810015" w:rsidRDefault="00810015" w:rsidP="00810015">
      <w:r>
        <w:t>187.9355</w:t>
      </w:r>
      <w:r>
        <w:tab/>
        <w:t>2.025e0</w:t>
      </w:r>
    </w:p>
    <w:p w14:paraId="7BC49015" w14:textId="77777777" w:rsidR="00810015" w:rsidRDefault="00810015" w:rsidP="00810015">
      <w:r>
        <w:t>187.9373</w:t>
      </w:r>
      <w:r>
        <w:tab/>
        <w:t>1.013e0</w:t>
      </w:r>
    </w:p>
    <w:p w14:paraId="3ED87D8D" w14:textId="77777777" w:rsidR="00810015" w:rsidRDefault="00810015" w:rsidP="00810015">
      <w:r>
        <w:t>187.9628</w:t>
      </w:r>
      <w:r>
        <w:tab/>
        <w:t>1.013e0</w:t>
      </w:r>
    </w:p>
    <w:p w14:paraId="125550E2" w14:textId="77777777" w:rsidR="00810015" w:rsidRDefault="00810015" w:rsidP="00810015">
      <w:r>
        <w:t>187.9774</w:t>
      </w:r>
      <w:r>
        <w:tab/>
        <w:t>1.013e0</w:t>
      </w:r>
    </w:p>
    <w:p w14:paraId="6E0CAC97" w14:textId="77777777" w:rsidR="00810015" w:rsidRDefault="00810015" w:rsidP="00810015">
      <w:r>
        <w:t>187.9811</w:t>
      </w:r>
      <w:r>
        <w:tab/>
        <w:t>1.013e0</w:t>
      </w:r>
    </w:p>
    <w:p w14:paraId="7746096C" w14:textId="77777777" w:rsidR="00810015" w:rsidRDefault="00810015" w:rsidP="00810015">
      <w:r>
        <w:t>187.9974</w:t>
      </w:r>
      <w:r>
        <w:tab/>
        <w:t>2.025e0</w:t>
      </w:r>
    </w:p>
    <w:p w14:paraId="54E47C14" w14:textId="77777777" w:rsidR="00810015" w:rsidRDefault="00810015" w:rsidP="00810015">
      <w:r>
        <w:t>187.9993</w:t>
      </w:r>
      <w:r>
        <w:tab/>
        <w:t>1.013e0</w:t>
      </w:r>
    </w:p>
    <w:p w14:paraId="5C78F13E" w14:textId="77777777" w:rsidR="00810015" w:rsidRDefault="00810015" w:rsidP="00810015">
      <w:r>
        <w:t>188.0145</w:t>
      </w:r>
      <w:r>
        <w:tab/>
        <w:t>2.025e0</w:t>
      </w:r>
    </w:p>
    <w:p w14:paraId="26CBB988" w14:textId="77777777" w:rsidR="00810015" w:rsidRDefault="00810015" w:rsidP="00810015">
      <w:r>
        <w:t>188.0309</w:t>
      </w:r>
      <w:r>
        <w:tab/>
        <w:t>3.038e0</w:t>
      </w:r>
    </w:p>
    <w:p w14:paraId="7099605C" w14:textId="77777777" w:rsidR="00810015" w:rsidRDefault="00810015" w:rsidP="00810015">
      <w:r>
        <w:t>188.0466</w:t>
      </w:r>
      <w:r>
        <w:tab/>
        <w:t>1.013e0</w:t>
      </w:r>
    </w:p>
    <w:p w14:paraId="47128DFA" w14:textId="77777777" w:rsidR="00810015" w:rsidRDefault="00810015" w:rsidP="00810015">
      <w:r>
        <w:t>188.0696</w:t>
      </w:r>
      <w:r>
        <w:tab/>
        <w:t>5.063e0</w:t>
      </w:r>
    </w:p>
    <w:p w14:paraId="2DDD80AB" w14:textId="77777777" w:rsidR="00810015" w:rsidRDefault="00810015" w:rsidP="00810015">
      <w:r>
        <w:t>188.0914</w:t>
      </w:r>
      <w:r>
        <w:tab/>
        <w:t>4.658e1</w:t>
      </w:r>
    </w:p>
    <w:p w14:paraId="259DF996" w14:textId="77777777" w:rsidR="00810015" w:rsidRDefault="00810015" w:rsidP="00810015">
      <w:r>
        <w:t>188.0925</w:t>
      </w:r>
      <w:r>
        <w:tab/>
        <w:t>6.055e1</w:t>
      </w:r>
    </w:p>
    <w:p w14:paraId="387CC4B0" w14:textId="77777777" w:rsidR="00810015" w:rsidRDefault="00810015" w:rsidP="00810015">
      <w:r>
        <w:t>188.0938</w:t>
      </w:r>
      <w:r>
        <w:tab/>
        <w:t>1.924e1</w:t>
      </w:r>
    </w:p>
    <w:p w14:paraId="25925B92" w14:textId="77777777" w:rsidR="00810015" w:rsidRDefault="00810015" w:rsidP="00810015">
      <w:r>
        <w:t>188.0963</w:t>
      </w:r>
      <w:r>
        <w:tab/>
        <w:t>2.430e1</w:t>
      </w:r>
    </w:p>
    <w:p w14:paraId="7ACFBC63" w14:textId="77777777" w:rsidR="00810015" w:rsidRDefault="00810015" w:rsidP="00810015">
      <w:r>
        <w:t>188.1256</w:t>
      </w:r>
      <w:r>
        <w:tab/>
        <w:t>1.810e1</w:t>
      </w:r>
    </w:p>
    <w:p w14:paraId="0E7B25B1" w14:textId="77777777" w:rsidR="00810015" w:rsidRDefault="00810015" w:rsidP="00810015">
      <w:r>
        <w:lastRenderedPageBreak/>
        <w:t>188.1320</w:t>
      </w:r>
      <w:r>
        <w:tab/>
        <w:t>1.215e1</w:t>
      </w:r>
    </w:p>
    <w:p w14:paraId="2561B75E" w14:textId="77777777" w:rsidR="00810015" w:rsidRDefault="00810015" w:rsidP="00810015">
      <w:r>
        <w:t>188.1338</w:t>
      </w:r>
      <w:r>
        <w:tab/>
        <w:t>6.874e0</w:t>
      </w:r>
    </w:p>
    <w:p w14:paraId="30C4503D" w14:textId="77777777" w:rsidR="00810015" w:rsidRDefault="00810015" w:rsidP="00810015">
      <w:r>
        <w:t>188.1368</w:t>
      </w:r>
      <w:r>
        <w:tab/>
        <w:t>6.082e0</w:t>
      </w:r>
    </w:p>
    <w:p w14:paraId="76470BC0" w14:textId="77777777" w:rsidR="00810015" w:rsidRDefault="00810015" w:rsidP="00810015">
      <w:r>
        <w:t>188.1556</w:t>
      </w:r>
      <w:r>
        <w:tab/>
        <w:t>3.038e0</w:t>
      </w:r>
    </w:p>
    <w:p w14:paraId="1E9AAB8E" w14:textId="77777777" w:rsidR="00810015" w:rsidRDefault="00810015" w:rsidP="00810015">
      <w:r>
        <w:t>188.1705</w:t>
      </w:r>
      <w:r>
        <w:tab/>
        <w:t>1.013e0</w:t>
      </w:r>
    </w:p>
    <w:p w14:paraId="2EB42228" w14:textId="77777777" w:rsidR="00810015" w:rsidRDefault="00810015" w:rsidP="00810015">
      <w:r>
        <w:t>188.1768</w:t>
      </w:r>
      <w:r>
        <w:tab/>
        <w:t>3.038e0</w:t>
      </w:r>
    </w:p>
    <w:p w14:paraId="4F8F1B84" w14:textId="77777777" w:rsidR="00810015" w:rsidRDefault="00810015" w:rsidP="00810015">
      <w:r>
        <w:t>188.1917</w:t>
      </w:r>
      <w:r>
        <w:tab/>
        <w:t>5.063e0</w:t>
      </w:r>
    </w:p>
    <w:p w14:paraId="401F7FA1" w14:textId="77777777" w:rsidR="00810015" w:rsidRDefault="00810015" w:rsidP="00810015">
      <w:r>
        <w:t>188.1960</w:t>
      </w:r>
      <w:r>
        <w:tab/>
        <w:t>1.013e0</w:t>
      </w:r>
    </w:p>
    <w:p w14:paraId="137013D1" w14:textId="77777777" w:rsidR="00810015" w:rsidRDefault="00810015" w:rsidP="00810015">
      <w:r>
        <w:t>188.1997</w:t>
      </w:r>
      <w:r>
        <w:tab/>
        <w:t>2.025e0</w:t>
      </w:r>
    </w:p>
    <w:p w14:paraId="4DB4E19D" w14:textId="77777777" w:rsidR="00810015" w:rsidRDefault="00810015" w:rsidP="00810015">
      <w:r>
        <w:t>188.2033</w:t>
      </w:r>
      <w:r>
        <w:tab/>
        <w:t>2.025e0</w:t>
      </w:r>
    </w:p>
    <w:p w14:paraId="2F400FB7" w14:textId="77777777" w:rsidR="00810015" w:rsidRDefault="00810015" w:rsidP="00810015">
      <w:r>
        <w:t>188.2289</w:t>
      </w:r>
      <w:r>
        <w:tab/>
        <w:t>1.013e0</w:t>
      </w:r>
    </w:p>
    <w:p w14:paraId="47A7A47D" w14:textId="77777777" w:rsidR="00810015" w:rsidRDefault="00810015" w:rsidP="00810015">
      <w:r>
        <w:t>188.2332</w:t>
      </w:r>
      <w:r>
        <w:tab/>
        <w:t>1.013e0</w:t>
      </w:r>
    </w:p>
    <w:p w14:paraId="055E346B" w14:textId="77777777" w:rsidR="00810015" w:rsidRDefault="00810015" w:rsidP="00810015">
      <w:r>
        <w:t>188.2361</w:t>
      </w:r>
      <w:r>
        <w:tab/>
        <w:t>1.013e0</w:t>
      </w:r>
    </w:p>
    <w:p w14:paraId="0A0D9AA8" w14:textId="77777777" w:rsidR="00810015" w:rsidRDefault="00810015" w:rsidP="00810015">
      <w:r>
        <w:t>188.2660</w:t>
      </w:r>
      <w:r>
        <w:tab/>
        <w:t>1.013e0</w:t>
      </w:r>
    </w:p>
    <w:p w14:paraId="46F2D1D5" w14:textId="77777777" w:rsidR="00810015" w:rsidRDefault="00810015" w:rsidP="00810015">
      <w:r>
        <w:t>188.2817</w:t>
      </w:r>
      <w:r>
        <w:tab/>
        <w:t>2.025e0</w:t>
      </w:r>
    </w:p>
    <w:p w14:paraId="6C68B80F" w14:textId="77777777" w:rsidR="00810015" w:rsidRDefault="00810015" w:rsidP="00810015">
      <w:r>
        <w:t>188.2944</w:t>
      </w:r>
      <w:r>
        <w:tab/>
        <w:t>1.013e0</w:t>
      </w:r>
    </w:p>
    <w:p w14:paraId="086A15EF" w14:textId="77777777" w:rsidR="00810015" w:rsidRDefault="00810015" w:rsidP="00810015">
      <w:r>
        <w:t>188.3127</w:t>
      </w:r>
      <w:r>
        <w:tab/>
        <w:t>1.013e0</w:t>
      </w:r>
    </w:p>
    <w:p w14:paraId="68D81650" w14:textId="77777777" w:rsidR="00810015" w:rsidRDefault="00810015" w:rsidP="00810015">
      <w:r>
        <w:t>188.3206</w:t>
      </w:r>
      <w:r>
        <w:tab/>
        <w:t>2.025e0</w:t>
      </w:r>
    </w:p>
    <w:p w14:paraId="44DCE682" w14:textId="77777777" w:rsidR="00810015" w:rsidRDefault="00810015" w:rsidP="00810015">
      <w:r>
        <w:t>188.3601</w:t>
      </w:r>
      <w:r>
        <w:tab/>
        <w:t>1.013e0</w:t>
      </w:r>
    </w:p>
    <w:p w14:paraId="6983F532" w14:textId="77777777" w:rsidR="00810015" w:rsidRDefault="00810015" w:rsidP="00810015">
      <w:r>
        <w:lastRenderedPageBreak/>
        <w:t>188.3637</w:t>
      </w:r>
      <w:r>
        <w:tab/>
        <w:t>1.013e0</w:t>
      </w:r>
    </w:p>
    <w:p w14:paraId="0662758E" w14:textId="77777777" w:rsidR="00810015" w:rsidRDefault="00810015" w:rsidP="00810015">
      <w:r>
        <w:t>188.3895</w:t>
      </w:r>
      <w:r>
        <w:tab/>
        <w:t>3.038e0</w:t>
      </w:r>
    </w:p>
    <w:p w14:paraId="0A447BC4" w14:textId="77777777" w:rsidR="00810015" w:rsidRDefault="00810015" w:rsidP="00810015">
      <w:r>
        <w:t>188.4002</w:t>
      </w:r>
      <w:r>
        <w:tab/>
        <w:t>2.025e0</w:t>
      </w:r>
    </w:p>
    <w:p w14:paraId="004CC401" w14:textId="77777777" w:rsidR="00810015" w:rsidRDefault="00810015" w:rsidP="00810015">
      <w:r>
        <w:t>188.4184</w:t>
      </w:r>
      <w:r>
        <w:tab/>
        <w:t>1.013e0</w:t>
      </w:r>
    </w:p>
    <w:p w14:paraId="1C081DE0" w14:textId="77777777" w:rsidR="00810015" w:rsidRDefault="00810015" w:rsidP="00810015">
      <w:r>
        <w:t>188.4403</w:t>
      </w:r>
      <w:r>
        <w:tab/>
        <w:t>1.013e0</w:t>
      </w:r>
    </w:p>
    <w:p w14:paraId="7E6EE719" w14:textId="77777777" w:rsidR="00810015" w:rsidRDefault="00810015" w:rsidP="00810015">
      <w:r>
        <w:t>188.4658</w:t>
      </w:r>
      <w:r>
        <w:tab/>
        <w:t>1.013e0</w:t>
      </w:r>
    </w:p>
    <w:p w14:paraId="7FA4B8AB" w14:textId="77777777" w:rsidR="00810015" w:rsidRDefault="00810015" w:rsidP="00810015">
      <w:r>
        <w:t>188.5026</w:t>
      </w:r>
      <w:r>
        <w:tab/>
        <w:t>2.025e0</w:t>
      </w:r>
    </w:p>
    <w:p w14:paraId="6D4D6B6F" w14:textId="77777777" w:rsidR="00810015" w:rsidRDefault="00810015" w:rsidP="00810015">
      <w:r>
        <w:t>188.5059</w:t>
      </w:r>
      <w:r>
        <w:tab/>
        <w:t>1.013e0</w:t>
      </w:r>
    </w:p>
    <w:p w14:paraId="4E1F7025" w14:textId="77777777" w:rsidR="00810015" w:rsidRDefault="00810015" w:rsidP="00810015">
      <w:r>
        <w:t>188.5095</w:t>
      </w:r>
      <w:r>
        <w:tab/>
        <w:t>2.025e0</w:t>
      </w:r>
    </w:p>
    <w:p w14:paraId="271E07CC" w14:textId="77777777" w:rsidR="00810015" w:rsidRDefault="00810015" w:rsidP="00810015">
      <w:r>
        <w:t>188.5168</w:t>
      </w:r>
      <w:r>
        <w:tab/>
        <w:t>1.013e0</w:t>
      </w:r>
    </w:p>
    <w:p w14:paraId="461DD41B" w14:textId="77777777" w:rsidR="00810015" w:rsidRDefault="00810015" w:rsidP="00810015">
      <w:r>
        <w:t>188.5369</w:t>
      </w:r>
      <w:r>
        <w:tab/>
        <w:t>2.025e0</w:t>
      </w:r>
    </w:p>
    <w:p w14:paraId="015EF617" w14:textId="77777777" w:rsidR="00810015" w:rsidRDefault="00810015" w:rsidP="00810015">
      <w:r>
        <w:t>188.5569</w:t>
      </w:r>
      <w:r>
        <w:tab/>
        <w:t>1.013e0</w:t>
      </w:r>
    </w:p>
    <w:p w14:paraId="33138182" w14:textId="77777777" w:rsidR="00810015" w:rsidRDefault="00810015" w:rsidP="00810015">
      <w:r>
        <w:t>188.5697</w:t>
      </w:r>
      <w:r>
        <w:tab/>
        <w:t>2.025e0</w:t>
      </w:r>
    </w:p>
    <w:p w14:paraId="0E5C3810" w14:textId="77777777" w:rsidR="00810015" w:rsidRDefault="00810015" w:rsidP="00810015">
      <w:r>
        <w:t>188.5934</w:t>
      </w:r>
      <w:r>
        <w:tab/>
        <w:t>1.013e0</w:t>
      </w:r>
    </w:p>
    <w:p w14:paraId="02DF8902" w14:textId="77777777" w:rsidR="00810015" w:rsidRDefault="00810015" w:rsidP="00810015">
      <w:r>
        <w:t>188.6043</w:t>
      </w:r>
      <w:r>
        <w:tab/>
        <w:t>1.013e0</w:t>
      </w:r>
    </w:p>
    <w:p w14:paraId="5497BC9F" w14:textId="77777777" w:rsidR="00810015" w:rsidRDefault="00810015" w:rsidP="00810015">
      <w:r>
        <w:t>188.6123</w:t>
      </w:r>
      <w:r>
        <w:tab/>
        <w:t>1.013e0</w:t>
      </w:r>
    </w:p>
    <w:p w14:paraId="5C2C0C5F" w14:textId="77777777" w:rsidR="00810015" w:rsidRDefault="00810015" w:rsidP="00810015">
      <w:r>
        <w:t>188.6225</w:t>
      </w:r>
      <w:r>
        <w:tab/>
        <w:t>1.013e0</w:t>
      </w:r>
    </w:p>
    <w:p w14:paraId="20E38130" w14:textId="77777777" w:rsidR="00810015" w:rsidRDefault="00810015" w:rsidP="00810015">
      <w:r>
        <w:t>188.6408</w:t>
      </w:r>
      <w:r>
        <w:tab/>
        <w:t>1.013e0</w:t>
      </w:r>
    </w:p>
    <w:p w14:paraId="52DFDEC3" w14:textId="77777777" w:rsidR="00810015" w:rsidRDefault="00810015" w:rsidP="00810015">
      <w:r>
        <w:t>188.6542</w:t>
      </w:r>
      <w:r>
        <w:tab/>
        <w:t>2.025e0</w:t>
      </w:r>
    </w:p>
    <w:p w14:paraId="7171ADE3" w14:textId="77777777" w:rsidR="00810015" w:rsidRDefault="00810015" w:rsidP="00810015">
      <w:r>
        <w:lastRenderedPageBreak/>
        <w:t>188.7101</w:t>
      </w:r>
      <w:r>
        <w:tab/>
        <w:t>1.013e0</w:t>
      </w:r>
    </w:p>
    <w:p w14:paraId="3128CF82" w14:textId="77777777" w:rsidR="00810015" w:rsidRDefault="00810015" w:rsidP="00810015">
      <w:r>
        <w:t>188.7411</w:t>
      </w:r>
      <w:r>
        <w:tab/>
        <w:t>2.025e0</w:t>
      </w:r>
    </w:p>
    <w:p w14:paraId="05AD7364" w14:textId="77777777" w:rsidR="00810015" w:rsidRDefault="00810015" w:rsidP="00810015">
      <w:r>
        <w:t>188.7502</w:t>
      </w:r>
      <w:r>
        <w:tab/>
        <w:t>2.025e0</w:t>
      </w:r>
    </w:p>
    <w:p w14:paraId="6A30698A" w14:textId="77777777" w:rsidR="00810015" w:rsidRDefault="00810015" w:rsidP="00810015">
      <w:r>
        <w:t>188.7868</w:t>
      </w:r>
      <w:r>
        <w:tab/>
        <w:t>2.025e0</w:t>
      </w:r>
    </w:p>
    <w:p w14:paraId="5E4DC566" w14:textId="77777777" w:rsidR="00810015" w:rsidRDefault="00810015" w:rsidP="00810015">
      <w:r>
        <w:t>188.8125</w:t>
      </w:r>
      <w:r>
        <w:tab/>
        <w:t>4.051e0</w:t>
      </w:r>
    </w:p>
    <w:p w14:paraId="689AB3F7" w14:textId="77777777" w:rsidR="00810015" w:rsidRDefault="00810015" w:rsidP="00810015">
      <w:r>
        <w:t>188.8160</w:t>
      </w:r>
      <w:r>
        <w:tab/>
        <w:t>1.013e0</w:t>
      </w:r>
    </w:p>
    <w:p w14:paraId="11F709BD" w14:textId="77777777" w:rsidR="00810015" w:rsidRDefault="00810015" w:rsidP="00810015">
      <w:r>
        <w:t>188.8240</w:t>
      </w:r>
      <w:r>
        <w:tab/>
        <w:t>1.013e0</w:t>
      </w:r>
    </w:p>
    <w:p w14:paraId="4D3D4691" w14:textId="77777777" w:rsidR="00810015" w:rsidRDefault="00810015" w:rsidP="00810015">
      <w:r>
        <w:t>188.8526</w:t>
      </w:r>
      <w:r>
        <w:tab/>
        <w:t>1.013e0</w:t>
      </w:r>
    </w:p>
    <w:p w14:paraId="42C8F747" w14:textId="77777777" w:rsidR="00810015" w:rsidRDefault="00810015" w:rsidP="00810015">
      <w:r>
        <w:t>188.8753</w:t>
      </w:r>
      <w:r>
        <w:tab/>
        <w:t>1.013e0</w:t>
      </w:r>
    </w:p>
    <w:p w14:paraId="32C32706" w14:textId="77777777" w:rsidR="00810015" w:rsidRDefault="00810015" w:rsidP="00810015">
      <w:r>
        <w:t>188.8892</w:t>
      </w:r>
      <w:r>
        <w:tab/>
        <w:t>1.013e0</w:t>
      </w:r>
    </w:p>
    <w:p w14:paraId="03BCEEEB" w14:textId="77777777" w:rsidR="00810015" w:rsidRDefault="00810015" w:rsidP="00810015">
      <w:r>
        <w:t>188.8929</w:t>
      </w:r>
      <w:r>
        <w:tab/>
        <w:t>1.013e0</w:t>
      </w:r>
    </w:p>
    <w:p w14:paraId="022669C4" w14:textId="77777777" w:rsidR="00810015" w:rsidRDefault="00810015" w:rsidP="00810015">
      <w:r>
        <w:t>188.9259</w:t>
      </w:r>
      <w:r>
        <w:tab/>
        <w:t>2.025e0</w:t>
      </w:r>
    </w:p>
    <w:p w14:paraId="16B4471E" w14:textId="77777777" w:rsidR="00810015" w:rsidRDefault="00810015" w:rsidP="00810015">
      <w:r>
        <w:t>188.9295</w:t>
      </w:r>
      <w:r>
        <w:tab/>
        <w:t>1.013e0</w:t>
      </w:r>
    </w:p>
    <w:p w14:paraId="1D19053F" w14:textId="77777777" w:rsidR="00810015" w:rsidRDefault="00810015" w:rsidP="00810015">
      <w:r>
        <w:t>188.9332</w:t>
      </w:r>
      <w:r>
        <w:tab/>
        <w:t>1.013e0</w:t>
      </w:r>
    </w:p>
    <w:p w14:paraId="63EB06F8" w14:textId="77777777" w:rsidR="00810015" w:rsidRDefault="00810015" w:rsidP="00810015">
      <w:r>
        <w:t>188.9515</w:t>
      </w:r>
      <w:r>
        <w:tab/>
        <w:t>1.013e0</w:t>
      </w:r>
    </w:p>
    <w:p w14:paraId="4A774411" w14:textId="77777777" w:rsidR="00810015" w:rsidRDefault="00810015" w:rsidP="00810015">
      <w:r>
        <w:t>188.9631</w:t>
      </w:r>
      <w:r>
        <w:tab/>
        <w:t>1.013e0</w:t>
      </w:r>
    </w:p>
    <w:p w14:paraId="5C7B1033" w14:textId="77777777" w:rsidR="00810015" w:rsidRDefault="00810015" w:rsidP="00810015">
      <w:r>
        <w:t>188.9771</w:t>
      </w:r>
      <w:r>
        <w:tab/>
        <w:t>1.013e0</w:t>
      </w:r>
    </w:p>
    <w:p w14:paraId="78294E10" w14:textId="77777777" w:rsidR="00810015" w:rsidRDefault="00810015" w:rsidP="00810015">
      <w:r>
        <w:t>189.0027</w:t>
      </w:r>
      <w:r>
        <w:tab/>
        <w:t>1.013e0</w:t>
      </w:r>
    </w:p>
    <w:p w14:paraId="63A4BE56" w14:textId="77777777" w:rsidR="00810015" w:rsidRDefault="00810015" w:rsidP="00810015">
      <w:r>
        <w:t>189.0302</w:t>
      </w:r>
      <w:r>
        <w:tab/>
        <w:t>4.051e0</w:t>
      </w:r>
    </w:p>
    <w:p w14:paraId="4226D344" w14:textId="77777777" w:rsidR="00810015" w:rsidRDefault="00810015" w:rsidP="00810015">
      <w:r>
        <w:lastRenderedPageBreak/>
        <w:t>189.0357</w:t>
      </w:r>
      <w:r>
        <w:tab/>
        <w:t>1.013e0</w:t>
      </w:r>
    </w:p>
    <w:p w14:paraId="6683B25D" w14:textId="77777777" w:rsidR="00810015" w:rsidRDefault="00810015" w:rsidP="00810015">
      <w:r>
        <w:t>189.0474</w:t>
      </w:r>
      <w:r>
        <w:tab/>
        <w:t>1.013e0</w:t>
      </w:r>
    </w:p>
    <w:p w14:paraId="655E91BE" w14:textId="77777777" w:rsidR="00810015" w:rsidRDefault="00810015" w:rsidP="00810015">
      <w:r>
        <w:t>189.0723</w:t>
      </w:r>
      <w:r>
        <w:tab/>
        <w:t>2.025e0</w:t>
      </w:r>
    </w:p>
    <w:p w14:paraId="780A1ECE" w14:textId="77777777" w:rsidR="00810015" w:rsidRDefault="00810015" w:rsidP="00810015">
      <w:r>
        <w:t>189.0783</w:t>
      </w:r>
      <w:r>
        <w:tab/>
        <w:t>4.097e0</w:t>
      </w:r>
    </w:p>
    <w:p w14:paraId="374CBD8C" w14:textId="77777777" w:rsidR="00810015" w:rsidRDefault="00810015" w:rsidP="00810015">
      <w:r>
        <w:t>189.0919</w:t>
      </w:r>
      <w:r>
        <w:tab/>
        <w:t>1.024e1</w:t>
      </w:r>
    </w:p>
    <w:p w14:paraId="16106F51" w14:textId="77777777" w:rsidR="00810015" w:rsidRDefault="00810015" w:rsidP="00810015">
      <w:r>
        <w:t>189.0980</w:t>
      </w:r>
      <w:r>
        <w:tab/>
        <w:t>2.025e0</w:t>
      </w:r>
    </w:p>
    <w:p w14:paraId="0F8B2688" w14:textId="77777777" w:rsidR="00810015" w:rsidRDefault="00810015" w:rsidP="00810015">
      <w:r>
        <w:t>189.1034</w:t>
      </w:r>
      <w:r>
        <w:tab/>
        <w:t>2.025e0</w:t>
      </w:r>
    </w:p>
    <w:p w14:paraId="6851FA68" w14:textId="77777777" w:rsidR="00810015" w:rsidRDefault="00810015" w:rsidP="00810015">
      <w:r>
        <w:t>189.1125</w:t>
      </w:r>
      <w:r>
        <w:tab/>
        <w:t>2.221e0</w:t>
      </w:r>
    </w:p>
    <w:p w14:paraId="2C00612B" w14:textId="77777777" w:rsidR="00810015" w:rsidRDefault="00810015" w:rsidP="00810015">
      <w:r>
        <w:t>189.1328</w:t>
      </w:r>
      <w:r>
        <w:tab/>
        <w:t>9.998e0</w:t>
      </w:r>
    </w:p>
    <w:p w14:paraId="259C6BFD" w14:textId="77777777" w:rsidR="00810015" w:rsidRDefault="00810015" w:rsidP="00810015">
      <w:r>
        <w:t>189.1351</w:t>
      </w:r>
      <w:r>
        <w:tab/>
        <w:t>4.051e0</w:t>
      </w:r>
    </w:p>
    <w:p w14:paraId="7CE799AE" w14:textId="77777777" w:rsidR="00810015" w:rsidRDefault="00810015" w:rsidP="00810015">
      <w:r>
        <w:t>189.1397</w:t>
      </w:r>
      <w:r>
        <w:tab/>
        <w:t>7.089e0</w:t>
      </w:r>
    </w:p>
    <w:p w14:paraId="5BFFA112" w14:textId="77777777" w:rsidR="00810015" w:rsidRDefault="00810015" w:rsidP="00810015">
      <w:r>
        <w:t>189.1676</w:t>
      </w:r>
      <w:r>
        <w:tab/>
        <w:t>2.025e0</w:t>
      </w:r>
    </w:p>
    <w:p w14:paraId="78D308ED" w14:textId="77777777" w:rsidR="00810015" w:rsidRDefault="00810015" w:rsidP="00810015">
      <w:r>
        <w:t>189.1713</w:t>
      </w:r>
      <w:r>
        <w:tab/>
        <w:t>1.013e0</w:t>
      </w:r>
    </w:p>
    <w:p w14:paraId="530A60AF" w14:textId="77777777" w:rsidR="00810015" w:rsidRDefault="00810015" w:rsidP="00810015">
      <w:r>
        <w:t>189.1822</w:t>
      </w:r>
      <w:r>
        <w:tab/>
        <w:t>6.076e0</w:t>
      </w:r>
    </w:p>
    <w:p w14:paraId="502C0BB0" w14:textId="77777777" w:rsidR="00810015" w:rsidRDefault="00810015" w:rsidP="00810015">
      <w:r>
        <w:t>189.1933</w:t>
      </w:r>
      <w:r>
        <w:tab/>
        <w:t>1.013e0</w:t>
      </w:r>
    </w:p>
    <w:p w14:paraId="44C95147" w14:textId="77777777" w:rsidR="00810015" w:rsidRDefault="00810015" w:rsidP="00810015">
      <w:r>
        <w:t>189.2226</w:t>
      </w:r>
      <w:r>
        <w:tab/>
        <w:t>1.013e0</w:t>
      </w:r>
    </w:p>
    <w:p w14:paraId="7A3FF1AC" w14:textId="77777777" w:rsidR="00810015" w:rsidRDefault="00810015" w:rsidP="00810015">
      <w:r>
        <w:t>189.2283</w:t>
      </w:r>
      <w:r>
        <w:tab/>
        <w:t>4.051e0</w:t>
      </w:r>
    </w:p>
    <w:p w14:paraId="02274E5F" w14:textId="77777777" w:rsidR="00810015" w:rsidRDefault="00810015" w:rsidP="00810015">
      <w:r>
        <w:t>189.2483</w:t>
      </w:r>
      <w:r>
        <w:tab/>
        <w:t>1.013e0</w:t>
      </w:r>
    </w:p>
    <w:p w14:paraId="38F641CB" w14:textId="77777777" w:rsidR="00810015" w:rsidRDefault="00810015" w:rsidP="00810015">
      <w:r>
        <w:t>189.2537</w:t>
      </w:r>
      <w:r>
        <w:tab/>
        <w:t>2.025e0</w:t>
      </w:r>
    </w:p>
    <w:p w14:paraId="5A46D3D3" w14:textId="77777777" w:rsidR="00810015" w:rsidRDefault="00810015" w:rsidP="00810015">
      <w:r>
        <w:lastRenderedPageBreak/>
        <w:t>189.2812</w:t>
      </w:r>
      <w:r>
        <w:tab/>
        <w:t>1.013e0</w:t>
      </w:r>
    </w:p>
    <w:p w14:paraId="6A3936A4" w14:textId="77777777" w:rsidR="00810015" w:rsidRDefault="00810015" w:rsidP="00810015">
      <w:r>
        <w:t>189.2921</w:t>
      </w:r>
      <w:r>
        <w:tab/>
        <w:t>1.013e0</w:t>
      </w:r>
    </w:p>
    <w:p w14:paraId="2FF22E7C" w14:textId="77777777" w:rsidR="00810015" w:rsidRDefault="00810015" w:rsidP="00810015">
      <w:r>
        <w:t>189.3031</w:t>
      </w:r>
      <w:r>
        <w:tab/>
        <w:t>2.025e0</w:t>
      </w:r>
    </w:p>
    <w:p w14:paraId="78EE1D04" w14:textId="77777777" w:rsidR="00810015" w:rsidRDefault="00810015" w:rsidP="00810015">
      <w:r>
        <w:t>189.3614</w:t>
      </w:r>
      <w:r>
        <w:tab/>
        <w:t>1.013e0</w:t>
      </w:r>
    </w:p>
    <w:p w14:paraId="61DC17B7" w14:textId="77777777" w:rsidR="00810015" w:rsidRDefault="00810015" w:rsidP="00810015">
      <w:r>
        <w:t>189.3694</w:t>
      </w:r>
      <w:r>
        <w:tab/>
        <w:t>1.013e0</w:t>
      </w:r>
    </w:p>
    <w:p w14:paraId="5386ABA9" w14:textId="77777777" w:rsidR="00810015" w:rsidRDefault="00810015" w:rsidP="00810015">
      <w:r>
        <w:t>189.3760</w:t>
      </w:r>
      <w:r>
        <w:tab/>
        <w:t>1.013e0</w:t>
      </w:r>
    </w:p>
    <w:p w14:paraId="7074469C" w14:textId="77777777" w:rsidR="00810015" w:rsidRDefault="00810015" w:rsidP="00810015">
      <w:r>
        <w:t>189.3797</w:t>
      </w:r>
      <w:r>
        <w:tab/>
        <w:t>1.013e0</w:t>
      </w:r>
    </w:p>
    <w:p w14:paraId="37C5D52B" w14:textId="77777777" w:rsidR="00810015" w:rsidRDefault="00810015" w:rsidP="00810015">
      <w:r>
        <w:t>189.4235</w:t>
      </w:r>
      <w:r>
        <w:tab/>
        <w:t>2.025e0</w:t>
      </w:r>
    </w:p>
    <w:p w14:paraId="3B8FAE42" w14:textId="77777777" w:rsidR="00810015" w:rsidRDefault="00810015" w:rsidP="00810015">
      <w:r>
        <w:t>189.4278</w:t>
      </w:r>
      <w:r>
        <w:tab/>
        <w:t>2.025e0</w:t>
      </w:r>
    </w:p>
    <w:p w14:paraId="121CF970" w14:textId="77777777" w:rsidR="00810015" w:rsidRDefault="00810015" w:rsidP="00810015">
      <w:r>
        <w:t>189.4564</w:t>
      </w:r>
      <w:r>
        <w:tab/>
        <w:t>2.025e0</w:t>
      </w:r>
    </w:p>
    <w:p w14:paraId="7C9A00E5" w14:textId="77777777" w:rsidR="00810015" w:rsidRDefault="00810015" w:rsidP="00810015">
      <w:r>
        <w:t>189.4892</w:t>
      </w:r>
      <w:r>
        <w:tab/>
        <w:t>1.013e0</w:t>
      </w:r>
    </w:p>
    <w:p w14:paraId="3B214EC6" w14:textId="77777777" w:rsidR="00810015" w:rsidRDefault="00810015" w:rsidP="00810015">
      <w:r>
        <w:t>189.4966</w:t>
      </w:r>
      <w:r>
        <w:tab/>
        <w:t>1.013e0</w:t>
      </w:r>
    </w:p>
    <w:p w14:paraId="07D7C5E5" w14:textId="77777777" w:rsidR="00810015" w:rsidRDefault="00810015" w:rsidP="00810015">
      <w:r>
        <w:t>189.5367</w:t>
      </w:r>
      <w:r>
        <w:tab/>
        <w:t>1.013e0</w:t>
      </w:r>
    </w:p>
    <w:p w14:paraId="7BCF8C00" w14:textId="77777777" w:rsidR="00810015" w:rsidRDefault="00810015" w:rsidP="00810015">
      <w:r>
        <w:t>189.5513</w:t>
      </w:r>
      <w:r>
        <w:tab/>
        <w:t>1.013e0</w:t>
      </w:r>
    </w:p>
    <w:p w14:paraId="643AC379" w14:textId="77777777" w:rsidR="00810015" w:rsidRDefault="00810015" w:rsidP="00810015">
      <w:r>
        <w:t>189.5569</w:t>
      </w:r>
      <w:r>
        <w:tab/>
        <w:t>2.025e0</w:t>
      </w:r>
    </w:p>
    <w:p w14:paraId="3D69F351" w14:textId="77777777" w:rsidR="00810015" w:rsidRDefault="00810015" w:rsidP="00810015">
      <w:r>
        <w:t>189.5733</w:t>
      </w:r>
      <w:r>
        <w:tab/>
        <w:t>1.013e0</w:t>
      </w:r>
    </w:p>
    <w:p w14:paraId="24A835A8" w14:textId="77777777" w:rsidR="00810015" w:rsidRDefault="00810015" w:rsidP="00810015">
      <w:r>
        <w:t>189.5861</w:t>
      </w:r>
      <w:r>
        <w:tab/>
        <w:t>2.025e0</w:t>
      </w:r>
    </w:p>
    <w:p w14:paraId="641F2F97" w14:textId="77777777" w:rsidR="00810015" w:rsidRDefault="00810015" w:rsidP="00810015">
      <w:r>
        <w:t>189.5952</w:t>
      </w:r>
      <w:r>
        <w:tab/>
        <w:t>2.025e0</w:t>
      </w:r>
    </w:p>
    <w:p w14:paraId="1B71B196" w14:textId="77777777" w:rsidR="00810015" w:rsidRDefault="00810015" w:rsidP="00810015">
      <w:r>
        <w:t>189.6171</w:t>
      </w:r>
      <w:r>
        <w:tab/>
        <w:t>1.013e0</w:t>
      </w:r>
    </w:p>
    <w:p w14:paraId="73B69963" w14:textId="77777777" w:rsidR="00810015" w:rsidRDefault="00810015" w:rsidP="00810015">
      <w:r>
        <w:lastRenderedPageBreak/>
        <w:t>189.6683</w:t>
      </w:r>
      <w:r>
        <w:tab/>
        <w:t>1.013e0</w:t>
      </w:r>
    </w:p>
    <w:p w14:paraId="3F275942" w14:textId="77777777" w:rsidR="00810015" w:rsidRDefault="00810015" w:rsidP="00810015">
      <w:r>
        <w:t>189.6784</w:t>
      </w:r>
      <w:r>
        <w:tab/>
        <w:t>3.038e0</w:t>
      </w:r>
    </w:p>
    <w:p w14:paraId="63982133" w14:textId="77777777" w:rsidR="00810015" w:rsidRDefault="00810015" w:rsidP="00810015">
      <w:r>
        <w:t>189.6800</w:t>
      </w:r>
      <w:r>
        <w:tab/>
        <w:t>2.025e0</w:t>
      </w:r>
    </w:p>
    <w:p w14:paraId="5E3E94C4" w14:textId="77777777" w:rsidR="00810015" w:rsidRDefault="00810015" w:rsidP="00810015">
      <w:r>
        <w:t>189.6830</w:t>
      </w:r>
      <w:r>
        <w:tab/>
        <w:t>1.013e0</w:t>
      </w:r>
    </w:p>
    <w:p w14:paraId="21DE0AFB" w14:textId="77777777" w:rsidR="00810015" w:rsidRDefault="00810015" w:rsidP="00810015">
      <w:r>
        <w:t>189.7049</w:t>
      </w:r>
      <w:r>
        <w:tab/>
        <w:t>1.013e0</w:t>
      </w:r>
    </w:p>
    <w:p w14:paraId="5E58089D" w14:textId="77777777" w:rsidR="00810015" w:rsidRDefault="00810015" w:rsidP="00810015">
      <w:r>
        <w:t>189.7232</w:t>
      </w:r>
      <w:r>
        <w:tab/>
        <w:t>1.013e0</w:t>
      </w:r>
    </w:p>
    <w:p w14:paraId="724F492C" w14:textId="77777777" w:rsidR="00810015" w:rsidRDefault="00810015" w:rsidP="00810015">
      <w:r>
        <w:t>189.7312</w:t>
      </w:r>
      <w:r>
        <w:tab/>
        <w:t>1.013e0</w:t>
      </w:r>
    </w:p>
    <w:p w14:paraId="66B70A87" w14:textId="77777777" w:rsidR="00810015" w:rsidRDefault="00810015" w:rsidP="00810015">
      <w:r>
        <w:t>189.7597</w:t>
      </w:r>
      <w:r>
        <w:tab/>
        <w:t>1.013e0</w:t>
      </w:r>
    </w:p>
    <w:p w14:paraId="171BCC77" w14:textId="77777777" w:rsidR="00810015" w:rsidRDefault="00810015" w:rsidP="00810015">
      <w:r>
        <w:t>189.7890</w:t>
      </w:r>
      <w:r>
        <w:tab/>
        <w:t>1.013e0</w:t>
      </w:r>
    </w:p>
    <w:p w14:paraId="207FA888" w14:textId="77777777" w:rsidR="00810015" w:rsidRDefault="00810015" w:rsidP="00810015">
      <w:r>
        <w:t>189.8003</w:t>
      </w:r>
      <w:r>
        <w:tab/>
        <w:t>2.025e0</w:t>
      </w:r>
    </w:p>
    <w:p w14:paraId="5C711ED4" w14:textId="77777777" w:rsidR="00810015" w:rsidRDefault="00810015" w:rsidP="00810015">
      <w:r>
        <w:t>189.8365</w:t>
      </w:r>
      <w:r>
        <w:tab/>
        <w:t>1.013e0</w:t>
      </w:r>
    </w:p>
    <w:p w14:paraId="7AB89868" w14:textId="77777777" w:rsidR="00810015" w:rsidRDefault="00810015" w:rsidP="00810015">
      <w:r>
        <w:t>189.8474</w:t>
      </w:r>
      <w:r>
        <w:tab/>
        <w:t>1.013e0</w:t>
      </w:r>
    </w:p>
    <w:p w14:paraId="16BBD57B" w14:textId="77777777" w:rsidR="00810015" w:rsidRDefault="00810015" w:rsidP="00810015">
      <w:r>
        <w:t>189.8511</w:t>
      </w:r>
      <w:r>
        <w:tab/>
        <w:t>1.013e0</w:t>
      </w:r>
    </w:p>
    <w:p w14:paraId="3EF9815D" w14:textId="77777777" w:rsidR="00810015" w:rsidRDefault="00810015" w:rsidP="00810015">
      <w:r>
        <w:t>189.8646</w:t>
      </w:r>
      <w:r>
        <w:tab/>
        <w:t>2.025e0</w:t>
      </w:r>
    </w:p>
    <w:p w14:paraId="04E490AD" w14:textId="77777777" w:rsidR="00810015" w:rsidRDefault="00810015" w:rsidP="00810015">
      <w:r>
        <w:t>189.8730</w:t>
      </w:r>
      <w:r>
        <w:tab/>
        <w:t>1.013e0</w:t>
      </w:r>
    </w:p>
    <w:p w14:paraId="4F8EDFB0" w14:textId="77777777" w:rsidR="00810015" w:rsidRDefault="00810015" w:rsidP="00810015">
      <w:r>
        <w:t>189.8920</w:t>
      </w:r>
      <w:r>
        <w:tab/>
        <w:t>1.013e0</w:t>
      </w:r>
    </w:p>
    <w:p w14:paraId="37284E89" w14:textId="77777777" w:rsidR="00810015" w:rsidRDefault="00810015" w:rsidP="00810015">
      <w:r>
        <w:t>189.9175</w:t>
      </w:r>
      <w:r>
        <w:tab/>
        <w:t>1.013e0</w:t>
      </w:r>
    </w:p>
    <w:p w14:paraId="2059B151" w14:textId="77777777" w:rsidR="00810015" w:rsidRDefault="00810015" w:rsidP="00810015">
      <w:r>
        <w:t>189.9351</w:t>
      </w:r>
      <w:r>
        <w:tab/>
        <w:t>1.013e0</w:t>
      </w:r>
    </w:p>
    <w:p w14:paraId="2BF43835" w14:textId="77777777" w:rsidR="00810015" w:rsidRDefault="00810015" w:rsidP="00810015">
      <w:r>
        <w:t>189.9388</w:t>
      </w:r>
      <w:r>
        <w:tab/>
        <w:t>1.013e0</w:t>
      </w:r>
    </w:p>
    <w:p w14:paraId="531D238B" w14:textId="77777777" w:rsidR="00810015" w:rsidRDefault="00810015" w:rsidP="00810015">
      <w:r>
        <w:lastRenderedPageBreak/>
        <w:t>189.9424</w:t>
      </w:r>
      <w:r>
        <w:tab/>
        <w:t>1.013e0</w:t>
      </w:r>
    </w:p>
    <w:p w14:paraId="1FE9609E" w14:textId="77777777" w:rsidR="00810015" w:rsidRDefault="00810015" w:rsidP="00810015">
      <w:r>
        <w:t>189.9681</w:t>
      </w:r>
      <w:r>
        <w:tab/>
        <w:t>2.025e0</w:t>
      </w:r>
    </w:p>
    <w:p w14:paraId="572C4E0F" w14:textId="77777777" w:rsidR="00810015" w:rsidRDefault="00810015" w:rsidP="00810015">
      <w:r>
        <w:t>189.9754</w:t>
      </w:r>
      <w:r>
        <w:tab/>
        <w:t>1.013e0</w:t>
      </w:r>
    </w:p>
    <w:p w14:paraId="59BB8C49" w14:textId="77777777" w:rsidR="00810015" w:rsidRDefault="00810015" w:rsidP="00810015">
      <w:r>
        <w:t>189.9797</w:t>
      </w:r>
      <w:r>
        <w:tab/>
        <w:t>1.013e0</w:t>
      </w:r>
    </w:p>
    <w:p w14:paraId="0B01A982" w14:textId="77777777" w:rsidR="00810015" w:rsidRDefault="00810015" w:rsidP="00810015">
      <w:r>
        <w:t>189.9893</w:t>
      </w:r>
      <w:r>
        <w:tab/>
        <w:t>4.051e0</w:t>
      </w:r>
    </w:p>
    <w:p w14:paraId="59D0A3A9" w14:textId="77777777" w:rsidR="00810015" w:rsidRDefault="00810015" w:rsidP="00810015">
      <w:r>
        <w:t>190.0141</w:t>
      </w:r>
      <w:r>
        <w:tab/>
        <w:t>2.025e0</w:t>
      </w:r>
    </w:p>
    <w:p w14:paraId="34237684" w14:textId="77777777" w:rsidR="00810015" w:rsidRDefault="00810015" w:rsidP="00810015">
      <w:r>
        <w:t>190.0252</w:t>
      </w:r>
      <w:r>
        <w:tab/>
        <w:t>2.025e0</w:t>
      </w:r>
    </w:p>
    <w:p w14:paraId="4F8683EA" w14:textId="77777777" w:rsidR="00810015" w:rsidRDefault="00810015" w:rsidP="00810015">
      <w:r>
        <w:t>190.0664</w:t>
      </w:r>
      <w:r>
        <w:tab/>
        <w:t>7.089e0</w:t>
      </w:r>
    </w:p>
    <w:p w14:paraId="767F794D" w14:textId="77777777" w:rsidR="00810015" w:rsidRDefault="00810015" w:rsidP="00810015">
      <w:r>
        <w:t>190.0693</w:t>
      </w:r>
      <w:r>
        <w:tab/>
        <w:t>9.114e0</w:t>
      </w:r>
    </w:p>
    <w:p w14:paraId="135D8240" w14:textId="77777777" w:rsidR="00810015" w:rsidRDefault="00810015" w:rsidP="00810015">
      <w:r>
        <w:t>190.0770</w:t>
      </w:r>
      <w:r>
        <w:tab/>
        <w:t>1.417e1</w:t>
      </w:r>
    </w:p>
    <w:p w14:paraId="055A8DB9" w14:textId="77777777" w:rsidR="00810015" w:rsidRDefault="00810015" w:rsidP="00810015">
      <w:r>
        <w:t>190.0782</w:t>
      </w:r>
      <w:r>
        <w:tab/>
        <w:t>1.418e1</w:t>
      </w:r>
    </w:p>
    <w:p w14:paraId="7DFB95B8" w14:textId="77777777" w:rsidR="00810015" w:rsidRDefault="00810015" w:rsidP="00810015">
      <w:r>
        <w:t>190.0807</w:t>
      </w:r>
      <w:r>
        <w:tab/>
        <w:t>9.130e0</w:t>
      </w:r>
    </w:p>
    <w:p w14:paraId="37ABB7CB" w14:textId="77777777" w:rsidR="00810015" w:rsidRDefault="00810015" w:rsidP="00810015">
      <w:r>
        <w:t>190.0898</w:t>
      </w:r>
      <w:r>
        <w:tab/>
        <w:t>6.102e0</w:t>
      </w:r>
    </w:p>
    <w:p w14:paraId="51B6BBA4" w14:textId="77777777" w:rsidR="00810015" w:rsidRDefault="00810015" w:rsidP="00810015">
      <w:r>
        <w:t>190.1005</w:t>
      </w:r>
      <w:r>
        <w:tab/>
        <w:t>4.051e0</w:t>
      </w:r>
    </w:p>
    <w:p w14:paraId="6A4954B3" w14:textId="77777777" w:rsidR="00810015" w:rsidRDefault="00810015" w:rsidP="00810015">
      <w:r>
        <w:t>190.1207</w:t>
      </w:r>
      <w:r>
        <w:tab/>
        <w:t>2.025e0</w:t>
      </w:r>
    </w:p>
    <w:p w14:paraId="1A4333DE" w14:textId="77777777" w:rsidR="00810015" w:rsidRDefault="00810015" w:rsidP="00810015">
      <w:r>
        <w:t>190.1410</w:t>
      </w:r>
      <w:r>
        <w:tab/>
        <w:t>2.842e0</w:t>
      </w:r>
    </w:p>
    <w:p w14:paraId="1F298126" w14:textId="77777777" w:rsidR="00810015" w:rsidRDefault="00810015" w:rsidP="00810015">
      <w:r>
        <w:t>190.1469</w:t>
      </w:r>
      <w:r>
        <w:tab/>
        <w:t>3.038e0</w:t>
      </w:r>
    </w:p>
    <w:p w14:paraId="164C5CCF" w14:textId="77777777" w:rsidR="00810015" w:rsidRDefault="00810015" w:rsidP="00810015">
      <w:r>
        <w:t>190.1611</w:t>
      </w:r>
      <w:r>
        <w:tab/>
        <w:t>2.025e0</w:t>
      </w:r>
    </w:p>
    <w:p w14:paraId="0A91280D" w14:textId="77777777" w:rsidR="00810015" w:rsidRDefault="00810015" w:rsidP="00810015">
      <w:r>
        <w:t>190.1689</w:t>
      </w:r>
      <w:r>
        <w:tab/>
        <w:t>3.038e0</w:t>
      </w:r>
    </w:p>
    <w:p w14:paraId="7DBA2CB2" w14:textId="77777777" w:rsidR="00810015" w:rsidRDefault="00810015" w:rsidP="00810015">
      <w:r>
        <w:lastRenderedPageBreak/>
        <w:t>190.1814</w:t>
      </w:r>
      <w:r>
        <w:tab/>
        <w:t>1.013e0</w:t>
      </w:r>
    </w:p>
    <w:p w14:paraId="6A51AEC9" w14:textId="77777777" w:rsidR="00810015" w:rsidRDefault="00810015" w:rsidP="00810015">
      <w:r>
        <w:t>190.1962</w:t>
      </w:r>
      <w:r>
        <w:tab/>
        <w:t>1.013e0</w:t>
      </w:r>
    </w:p>
    <w:p w14:paraId="5AAB3441" w14:textId="77777777" w:rsidR="00810015" w:rsidRDefault="00810015" w:rsidP="00810015">
      <w:r>
        <w:t>190.2514</w:t>
      </w:r>
      <w:r>
        <w:tab/>
        <w:t>1.013e0</w:t>
      </w:r>
    </w:p>
    <w:p w14:paraId="75007648" w14:textId="77777777" w:rsidR="00810015" w:rsidRDefault="00810015" w:rsidP="00810015">
      <w:r>
        <w:t>190.2587</w:t>
      </w:r>
      <w:r>
        <w:tab/>
        <w:t>1.013e0</w:t>
      </w:r>
    </w:p>
    <w:p w14:paraId="2DC68BBD" w14:textId="77777777" w:rsidR="00810015" w:rsidRDefault="00810015" w:rsidP="00810015">
      <w:r>
        <w:t>190.2623</w:t>
      </w:r>
      <w:r>
        <w:tab/>
        <w:t>1.013e0</w:t>
      </w:r>
    </w:p>
    <w:p w14:paraId="34EB9492" w14:textId="77777777" w:rsidR="00810015" w:rsidRDefault="00810015" w:rsidP="00810015">
      <w:r>
        <w:t>190.2970</w:t>
      </w:r>
      <w:r>
        <w:tab/>
        <w:t>2.025e0</w:t>
      </w:r>
    </w:p>
    <w:p w14:paraId="4CAF86BF" w14:textId="77777777" w:rsidR="00810015" w:rsidRDefault="00810015" w:rsidP="00810015">
      <w:r>
        <w:t>190.3281</w:t>
      </w:r>
      <w:r>
        <w:tab/>
        <w:t>1.013e0</w:t>
      </w:r>
    </w:p>
    <w:p w14:paraId="04D121D6" w14:textId="77777777" w:rsidR="00810015" w:rsidRDefault="00810015" w:rsidP="00810015">
      <w:r>
        <w:t>190.3464</w:t>
      </w:r>
      <w:r>
        <w:tab/>
        <w:t>1.013e0</w:t>
      </w:r>
    </w:p>
    <w:p w14:paraId="660BB70D" w14:textId="77777777" w:rsidR="00810015" w:rsidRDefault="00810015" w:rsidP="00810015">
      <w:r>
        <w:t>190.3537</w:t>
      </w:r>
      <w:r>
        <w:tab/>
        <w:t>1.013e0</w:t>
      </w:r>
    </w:p>
    <w:p w14:paraId="6A7A6348" w14:textId="77777777" w:rsidR="00810015" w:rsidRDefault="00810015" w:rsidP="00810015">
      <w:r>
        <w:t>190.3757</w:t>
      </w:r>
      <w:r>
        <w:tab/>
        <w:t>2.025e0</w:t>
      </w:r>
    </w:p>
    <w:p w14:paraId="743FC122" w14:textId="77777777" w:rsidR="00810015" w:rsidRDefault="00810015" w:rsidP="00810015">
      <w:r>
        <w:t>190.3976</w:t>
      </w:r>
      <w:r>
        <w:tab/>
        <w:t>1.013e0</w:t>
      </w:r>
    </w:p>
    <w:p w14:paraId="4CE1187B" w14:textId="77777777" w:rsidR="00810015" w:rsidRDefault="00810015" w:rsidP="00810015">
      <w:r>
        <w:t>190.4196</w:t>
      </w:r>
      <w:r>
        <w:tab/>
        <w:t>1.013e0</w:t>
      </w:r>
    </w:p>
    <w:p w14:paraId="72750C82" w14:textId="77777777" w:rsidR="00810015" w:rsidRDefault="00810015" w:rsidP="00810015">
      <w:r>
        <w:t>190.4232</w:t>
      </w:r>
      <w:r>
        <w:tab/>
        <w:t>1.013e0</w:t>
      </w:r>
    </w:p>
    <w:p w14:paraId="0F6DD1AA" w14:textId="77777777" w:rsidR="00810015" w:rsidRDefault="00810015" w:rsidP="00810015">
      <w:r>
        <w:t>190.4489</w:t>
      </w:r>
      <w:r>
        <w:tab/>
        <w:t>1.013e0</w:t>
      </w:r>
    </w:p>
    <w:p w14:paraId="031112BF" w14:textId="77777777" w:rsidR="00810015" w:rsidRDefault="00810015" w:rsidP="00810015">
      <w:r>
        <w:t>190.4525</w:t>
      </w:r>
      <w:r>
        <w:tab/>
        <w:t>1.013e0</w:t>
      </w:r>
    </w:p>
    <w:p w14:paraId="4108CE67" w14:textId="77777777" w:rsidR="00810015" w:rsidRDefault="00810015" w:rsidP="00810015">
      <w:r>
        <w:t>190.4745</w:t>
      </w:r>
      <w:r>
        <w:tab/>
        <w:t>1.013e0</w:t>
      </w:r>
    </w:p>
    <w:p w14:paraId="09E314EC" w14:textId="77777777" w:rsidR="00810015" w:rsidRDefault="00810015" w:rsidP="00810015">
      <w:r>
        <w:t>190.5001</w:t>
      </w:r>
      <w:r>
        <w:tab/>
        <w:t>1.013e0</w:t>
      </w:r>
    </w:p>
    <w:p w14:paraId="67A6617F" w14:textId="77777777" w:rsidR="00810015" w:rsidRDefault="00810015" w:rsidP="00810015">
      <w:r>
        <w:t>190.5534</w:t>
      </w:r>
      <w:r>
        <w:tab/>
        <w:t>1.322e1</w:t>
      </w:r>
    </w:p>
    <w:p w14:paraId="74F73514" w14:textId="77777777" w:rsidR="00810015" w:rsidRDefault="00810015" w:rsidP="00810015">
      <w:r>
        <w:t>190.5558</w:t>
      </w:r>
      <w:r>
        <w:tab/>
        <w:t>1.743e1</w:t>
      </w:r>
    </w:p>
    <w:p w14:paraId="4ABC2857" w14:textId="77777777" w:rsidR="00810015" w:rsidRDefault="00810015" w:rsidP="00810015">
      <w:r>
        <w:lastRenderedPageBreak/>
        <w:t>190.5594</w:t>
      </w:r>
      <w:r>
        <w:tab/>
        <w:t>2.025e0</w:t>
      </w:r>
    </w:p>
    <w:p w14:paraId="2F6476FC" w14:textId="77777777" w:rsidR="00810015" w:rsidRDefault="00810015" w:rsidP="00810015">
      <w:r>
        <w:t>190.5605</w:t>
      </w:r>
      <w:r>
        <w:tab/>
        <w:t>4.051e0</w:t>
      </w:r>
    </w:p>
    <w:p w14:paraId="3C35722C" w14:textId="77777777" w:rsidR="00810015" w:rsidRDefault="00810015" w:rsidP="00810015">
      <w:r>
        <w:t>190.5917</w:t>
      </w:r>
      <w:r>
        <w:tab/>
        <w:t>1.013e0</w:t>
      </w:r>
    </w:p>
    <w:p w14:paraId="6969C68B" w14:textId="77777777" w:rsidR="00810015" w:rsidRDefault="00810015" w:rsidP="00810015">
      <w:r>
        <w:t>190.6063</w:t>
      </w:r>
      <w:r>
        <w:tab/>
        <w:t>1.013e0</w:t>
      </w:r>
    </w:p>
    <w:p w14:paraId="19F2A40E" w14:textId="77777777" w:rsidR="00810015" w:rsidRDefault="00810015" w:rsidP="00810015">
      <w:r>
        <w:t>190.6216</w:t>
      </w:r>
      <w:r>
        <w:tab/>
        <w:t>1.013e0</w:t>
      </w:r>
    </w:p>
    <w:p w14:paraId="0C8C7399" w14:textId="77777777" w:rsidR="00810015" w:rsidRDefault="00810015" w:rsidP="00810015">
      <w:r>
        <w:t>190.6283</w:t>
      </w:r>
      <w:r>
        <w:tab/>
        <w:t>1.013e0</w:t>
      </w:r>
    </w:p>
    <w:p w14:paraId="033B6524" w14:textId="77777777" w:rsidR="00810015" w:rsidRDefault="00810015" w:rsidP="00810015">
      <w:r>
        <w:t>190.6502</w:t>
      </w:r>
      <w:r>
        <w:tab/>
        <w:t>1.013e0</w:t>
      </w:r>
    </w:p>
    <w:p w14:paraId="18A3BE2B" w14:textId="77777777" w:rsidR="00810015" w:rsidRDefault="00810015" w:rsidP="00810015">
      <w:r>
        <w:t>190.6612</w:t>
      </w:r>
      <w:r>
        <w:tab/>
        <w:t>1.013e0</w:t>
      </w:r>
    </w:p>
    <w:p w14:paraId="5CC331EB" w14:textId="77777777" w:rsidR="00810015" w:rsidRDefault="00810015" w:rsidP="00810015">
      <w:r>
        <w:t>190.6685</w:t>
      </w:r>
      <w:r>
        <w:tab/>
        <w:t>1.013e0</w:t>
      </w:r>
    </w:p>
    <w:p w14:paraId="475EDAFD" w14:textId="77777777" w:rsidR="00810015" w:rsidRDefault="00810015" w:rsidP="00810015">
      <w:r>
        <w:t>190.6941</w:t>
      </w:r>
      <w:r>
        <w:tab/>
        <w:t>1.013e0</w:t>
      </w:r>
    </w:p>
    <w:p w14:paraId="1D03F4DA" w14:textId="77777777" w:rsidR="00810015" w:rsidRDefault="00810015" w:rsidP="00810015">
      <w:r>
        <w:t>190.7129</w:t>
      </w:r>
      <w:r>
        <w:tab/>
        <w:t>5.063e0</w:t>
      </w:r>
    </w:p>
    <w:p w14:paraId="3BD519F9" w14:textId="77777777" w:rsidR="00810015" w:rsidRDefault="00810015" w:rsidP="00810015">
      <w:r>
        <w:t>190.7307</w:t>
      </w:r>
      <w:r>
        <w:tab/>
        <w:t>1.013e0</w:t>
      </w:r>
    </w:p>
    <w:p w14:paraId="795249EF" w14:textId="77777777" w:rsidR="00810015" w:rsidRDefault="00810015" w:rsidP="00810015">
      <w:r>
        <w:t>190.7602</w:t>
      </w:r>
      <w:r>
        <w:tab/>
        <w:t>1.013e0</w:t>
      </w:r>
    </w:p>
    <w:p w14:paraId="64EB45EA" w14:textId="77777777" w:rsidR="00810015" w:rsidRDefault="00810015" w:rsidP="00810015">
      <w:r>
        <w:t>190.7676</w:t>
      </w:r>
      <w:r>
        <w:tab/>
        <w:t>1.013e0</w:t>
      </w:r>
    </w:p>
    <w:p w14:paraId="30E61805" w14:textId="77777777" w:rsidR="00810015" w:rsidRDefault="00810015" w:rsidP="00810015">
      <w:r>
        <w:t>190.7695</w:t>
      </w:r>
      <w:r>
        <w:tab/>
        <w:t>2.025e0</w:t>
      </w:r>
    </w:p>
    <w:p w14:paraId="063454E2" w14:textId="77777777" w:rsidR="00810015" w:rsidRDefault="00810015" w:rsidP="00810015">
      <w:r>
        <w:t>190.8008</w:t>
      </w:r>
      <w:r>
        <w:tab/>
        <w:t>1.013e0</w:t>
      </w:r>
    </w:p>
    <w:p w14:paraId="20A90625" w14:textId="77777777" w:rsidR="00810015" w:rsidRDefault="00810015" w:rsidP="00810015">
      <w:r>
        <w:t>190.8230</w:t>
      </w:r>
      <w:r>
        <w:tab/>
        <w:t>1.013e0</w:t>
      </w:r>
    </w:p>
    <w:p w14:paraId="0F5D7B15" w14:textId="77777777" w:rsidR="00810015" w:rsidRDefault="00810015" w:rsidP="00810015">
      <w:r>
        <w:t>190.8414</w:t>
      </w:r>
      <w:r>
        <w:tab/>
        <w:t>2.025e0</w:t>
      </w:r>
    </w:p>
    <w:p w14:paraId="10478C9B" w14:textId="77777777" w:rsidR="00810015" w:rsidRDefault="00810015" w:rsidP="00810015">
      <w:r>
        <w:t>190.8528</w:t>
      </w:r>
      <w:r>
        <w:tab/>
        <w:t>2.025e0</w:t>
      </w:r>
    </w:p>
    <w:p w14:paraId="23E9BDB9" w14:textId="77777777" w:rsidR="00810015" w:rsidRDefault="00810015" w:rsidP="00810015">
      <w:r>
        <w:lastRenderedPageBreak/>
        <w:t>190.8599</w:t>
      </w:r>
      <w:r>
        <w:tab/>
        <w:t>1.013e0</w:t>
      </w:r>
    </w:p>
    <w:p w14:paraId="59202A83" w14:textId="77777777" w:rsidR="00810015" w:rsidRDefault="00810015" w:rsidP="00810015">
      <w:r>
        <w:t>190.8857</w:t>
      </w:r>
      <w:r>
        <w:tab/>
        <w:t>1.013e0</w:t>
      </w:r>
    </w:p>
    <w:p w14:paraId="420BC84B" w14:textId="77777777" w:rsidR="00810015" w:rsidRDefault="00810015" w:rsidP="00810015">
      <w:r>
        <w:t>190.8949</w:t>
      </w:r>
      <w:r>
        <w:tab/>
        <w:t>2.025e0</w:t>
      </w:r>
    </w:p>
    <w:p w14:paraId="590FC3E1" w14:textId="77777777" w:rsidR="00810015" w:rsidRDefault="00810015" w:rsidP="00810015">
      <w:r>
        <w:t>190.9005</w:t>
      </w:r>
      <w:r>
        <w:tab/>
        <w:t>1.013e0</w:t>
      </w:r>
    </w:p>
    <w:p w14:paraId="4CDA7863" w14:textId="77777777" w:rsidR="00810015" w:rsidRDefault="00810015" w:rsidP="00810015">
      <w:r>
        <w:t>190.9190</w:t>
      </w:r>
      <w:r>
        <w:tab/>
        <w:t>1.013e0</w:t>
      </w:r>
    </w:p>
    <w:p w14:paraId="74494C26" w14:textId="77777777" w:rsidR="00810015" w:rsidRDefault="00810015" w:rsidP="00810015">
      <w:r>
        <w:t>190.9374</w:t>
      </w:r>
      <w:r>
        <w:tab/>
        <w:t>1.013e0</w:t>
      </w:r>
    </w:p>
    <w:p w14:paraId="3AFB3402" w14:textId="77777777" w:rsidR="00810015" w:rsidRDefault="00810015" w:rsidP="00810015">
      <w:r>
        <w:t>190.9529</w:t>
      </w:r>
      <w:r>
        <w:tab/>
        <w:t>1.013e0</w:t>
      </w:r>
    </w:p>
    <w:p w14:paraId="52070146" w14:textId="77777777" w:rsidR="00810015" w:rsidRDefault="00810015" w:rsidP="00810015">
      <w:r>
        <w:t>190.9580</w:t>
      </w:r>
      <w:r>
        <w:tab/>
        <w:t>4.051e0</w:t>
      </w:r>
    </w:p>
    <w:p w14:paraId="71C8BE62" w14:textId="77777777" w:rsidR="00810015" w:rsidRDefault="00810015" w:rsidP="00810015">
      <w:r>
        <w:t>190.9632</w:t>
      </w:r>
      <w:r>
        <w:tab/>
        <w:t>2.025e0</w:t>
      </w:r>
    </w:p>
    <w:p w14:paraId="3D3C9B48" w14:textId="77777777" w:rsidR="00810015" w:rsidRDefault="00810015" w:rsidP="00810015">
      <w:r>
        <w:t>190.9813</w:t>
      </w:r>
      <w:r>
        <w:tab/>
        <w:t>3.038e0</w:t>
      </w:r>
    </w:p>
    <w:p w14:paraId="591DDF5D" w14:textId="77777777" w:rsidR="00810015" w:rsidRDefault="00810015" w:rsidP="00810015">
      <w:r>
        <w:t>190.9833</w:t>
      </w:r>
      <w:r>
        <w:tab/>
        <w:t>2.025e0</w:t>
      </w:r>
    </w:p>
    <w:p w14:paraId="6A0ED431" w14:textId="77777777" w:rsidR="00810015" w:rsidRDefault="00810015" w:rsidP="00810015">
      <w:r>
        <w:t>190.9900</w:t>
      </w:r>
      <w:r>
        <w:tab/>
        <w:t>5.063e0</w:t>
      </w:r>
    </w:p>
    <w:p w14:paraId="55EF3ABC" w14:textId="77777777" w:rsidR="00810015" w:rsidRDefault="00810015" w:rsidP="00810015">
      <w:r>
        <w:t>190.9929</w:t>
      </w:r>
      <w:r>
        <w:tab/>
        <w:t>4.051e0</w:t>
      </w:r>
    </w:p>
    <w:p w14:paraId="55AD1D74" w14:textId="77777777" w:rsidR="00810015" w:rsidRDefault="00810015" w:rsidP="00810015">
      <w:r>
        <w:t>190.9949</w:t>
      </w:r>
      <w:r>
        <w:tab/>
        <w:t>2.025e0</w:t>
      </w:r>
    </w:p>
    <w:p w14:paraId="6D4FDF34" w14:textId="77777777" w:rsidR="00810015" w:rsidRDefault="00810015" w:rsidP="00810015">
      <w:r>
        <w:t>191.0345</w:t>
      </w:r>
      <w:r>
        <w:tab/>
        <w:t>2.025e0</w:t>
      </w:r>
    </w:p>
    <w:p w14:paraId="2C32B598" w14:textId="77777777" w:rsidR="00810015" w:rsidRDefault="00810015" w:rsidP="00810015">
      <w:r>
        <w:t>191.0363</w:t>
      </w:r>
      <w:r>
        <w:tab/>
        <w:t>1.013e0</w:t>
      </w:r>
    </w:p>
    <w:p w14:paraId="306D4AAE" w14:textId="77777777" w:rsidR="00810015" w:rsidRDefault="00810015" w:rsidP="00810015">
      <w:r>
        <w:t>191.0492</w:t>
      </w:r>
      <w:r>
        <w:tab/>
        <w:t>4.051e0</w:t>
      </w:r>
    </w:p>
    <w:p w14:paraId="6BD6D378" w14:textId="77777777" w:rsidR="00810015" w:rsidRDefault="00810015" w:rsidP="00810015">
      <w:r>
        <w:t>191.0647</w:t>
      </w:r>
      <w:r>
        <w:tab/>
        <w:t>3.038e0</w:t>
      </w:r>
    </w:p>
    <w:p w14:paraId="2B7B8FC4" w14:textId="77777777" w:rsidR="00810015" w:rsidRDefault="00810015" w:rsidP="00810015">
      <w:r>
        <w:t>191.0675</w:t>
      </w:r>
      <w:r>
        <w:tab/>
        <w:t>2.025e0</w:t>
      </w:r>
    </w:p>
    <w:p w14:paraId="3E471EB5" w14:textId="77777777" w:rsidR="00810015" w:rsidRDefault="00810015" w:rsidP="00810015">
      <w:r>
        <w:lastRenderedPageBreak/>
        <w:t>191.0731</w:t>
      </w:r>
      <w:r>
        <w:tab/>
        <w:t>6.076e0</w:t>
      </w:r>
    </w:p>
    <w:p w14:paraId="4971CAB0" w14:textId="77777777" w:rsidR="00810015" w:rsidRDefault="00810015" w:rsidP="00810015">
      <w:r>
        <w:t>191.1059</w:t>
      </w:r>
      <w:r>
        <w:tab/>
        <w:t>3.038e0</w:t>
      </w:r>
    </w:p>
    <w:p w14:paraId="2D799FF9" w14:textId="77777777" w:rsidR="00810015" w:rsidRDefault="00810015" w:rsidP="00810015">
      <w:r>
        <w:t>191.1218</w:t>
      </w:r>
      <w:r>
        <w:tab/>
        <w:t>8.101e0</w:t>
      </w:r>
    </w:p>
    <w:p w14:paraId="2DFAEBB9" w14:textId="77777777" w:rsidR="00810015" w:rsidRDefault="00810015" w:rsidP="00810015">
      <w:r>
        <w:t>191.1261</w:t>
      </w:r>
      <w:r>
        <w:tab/>
        <w:t>6.647e0</w:t>
      </w:r>
    </w:p>
    <w:p w14:paraId="0E31F100" w14:textId="77777777" w:rsidR="00810015" w:rsidRDefault="00810015" w:rsidP="00810015">
      <w:r>
        <w:t>191.1298</w:t>
      </w:r>
      <w:r>
        <w:tab/>
        <w:t>2.176e1</w:t>
      </w:r>
    </w:p>
    <w:p w14:paraId="2CF749D8" w14:textId="77777777" w:rsidR="00810015" w:rsidRDefault="00810015" w:rsidP="00810015">
      <w:r>
        <w:t>191.1334</w:t>
      </w:r>
      <w:r>
        <w:tab/>
        <w:t>1.418e1</w:t>
      </w:r>
    </w:p>
    <w:p w14:paraId="25D8A9D4" w14:textId="77777777" w:rsidR="00810015" w:rsidRDefault="00810015" w:rsidP="00810015">
      <w:r>
        <w:t>191.1418</w:t>
      </w:r>
      <w:r>
        <w:tab/>
        <w:t>9.114e0</w:t>
      </w:r>
    </w:p>
    <w:p w14:paraId="03F7F300" w14:textId="77777777" w:rsidR="00810015" w:rsidRDefault="00810015" w:rsidP="00810015">
      <w:r>
        <w:t>191.1536</w:t>
      </w:r>
      <w:r>
        <w:tab/>
        <w:t>3.038e0</w:t>
      </w:r>
    </w:p>
    <w:p w14:paraId="5A31F754" w14:textId="77777777" w:rsidR="00810015" w:rsidRDefault="00810015" w:rsidP="00810015">
      <w:r>
        <w:t>191.1830</w:t>
      </w:r>
      <w:r>
        <w:tab/>
        <w:t>1.013e0</w:t>
      </w:r>
    </w:p>
    <w:p w14:paraId="49EA316C" w14:textId="77777777" w:rsidR="00810015" w:rsidRDefault="00810015" w:rsidP="00810015">
      <w:r>
        <w:t>191.1866</w:t>
      </w:r>
      <w:r>
        <w:tab/>
        <w:t>1.013e0</w:t>
      </w:r>
    </w:p>
    <w:p w14:paraId="3876E941" w14:textId="77777777" w:rsidR="00810015" w:rsidRDefault="00810015" w:rsidP="00810015">
      <w:r>
        <w:t>191.1940</w:t>
      </w:r>
      <w:r>
        <w:tab/>
        <w:t>2.025e0</w:t>
      </w:r>
    </w:p>
    <w:p w14:paraId="44DF4777" w14:textId="77777777" w:rsidR="00810015" w:rsidRDefault="00810015" w:rsidP="00810015">
      <w:r>
        <w:t>191.2013</w:t>
      </w:r>
      <w:r>
        <w:tab/>
        <w:t>1.013e0</w:t>
      </w:r>
    </w:p>
    <w:p w14:paraId="44C58CCD" w14:textId="77777777" w:rsidR="00810015" w:rsidRDefault="00810015" w:rsidP="00810015">
      <w:r>
        <w:t>191.2269</w:t>
      </w:r>
      <w:r>
        <w:tab/>
        <w:t>1.013e0</w:t>
      </w:r>
    </w:p>
    <w:p w14:paraId="69B775E1" w14:textId="77777777" w:rsidR="00810015" w:rsidRDefault="00810015" w:rsidP="00810015">
      <w:r>
        <w:t>191.2672</w:t>
      </w:r>
      <w:r>
        <w:tab/>
        <w:t>2.025e0</w:t>
      </w:r>
    </w:p>
    <w:p w14:paraId="3E3217AC" w14:textId="77777777" w:rsidR="00810015" w:rsidRDefault="00810015" w:rsidP="00810015">
      <w:r>
        <w:t>191.2819</w:t>
      </w:r>
      <w:r>
        <w:tab/>
        <w:t>1.013e0</w:t>
      </w:r>
    </w:p>
    <w:p w14:paraId="22C300A5" w14:textId="77777777" w:rsidR="00810015" w:rsidRDefault="00810015" w:rsidP="00810015">
      <w:r>
        <w:t>191.2947</w:t>
      </w:r>
      <w:r>
        <w:tab/>
        <w:t>2.025e0</w:t>
      </w:r>
    </w:p>
    <w:p w14:paraId="2DFC87A5" w14:textId="77777777" w:rsidR="00810015" w:rsidRDefault="00810015" w:rsidP="00810015">
      <w:r>
        <w:t>191.3038</w:t>
      </w:r>
      <w:r>
        <w:tab/>
        <w:t>1.013e0</w:t>
      </w:r>
    </w:p>
    <w:p w14:paraId="4BEC8647" w14:textId="77777777" w:rsidR="00810015" w:rsidRDefault="00810015" w:rsidP="00810015">
      <w:r>
        <w:t>191.3148</w:t>
      </w:r>
      <w:r>
        <w:tab/>
        <w:t>1.013e0</w:t>
      </w:r>
    </w:p>
    <w:p w14:paraId="4BE83A9E" w14:textId="77777777" w:rsidR="00810015" w:rsidRDefault="00810015" w:rsidP="00810015">
      <w:r>
        <w:t>191.3313</w:t>
      </w:r>
      <w:r>
        <w:tab/>
        <w:t>2.025e0</w:t>
      </w:r>
    </w:p>
    <w:p w14:paraId="271D9DA9" w14:textId="77777777" w:rsidR="00810015" w:rsidRDefault="00810015" w:rsidP="00810015">
      <w:r>
        <w:lastRenderedPageBreak/>
        <w:t>191.3368</w:t>
      </w:r>
      <w:r>
        <w:tab/>
        <w:t>1.013e0</w:t>
      </w:r>
    </w:p>
    <w:p w14:paraId="36362334" w14:textId="77777777" w:rsidR="00810015" w:rsidRDefault="00810015" w:rsidP="00810015">
      <w:r>
        <w:t>191.3449</w:t>
      </w:r>
      <w:r>
        <w:tab/>
        <w:t>2.025e0</w:t>
      </w:r>
    </w:p>
    <w:p w14:paraId="55F14E51" w14:textId="77777777" w:rsidR="00810015" w:rsidRDefault="00810015" w:rsidP="00810015">
      <w:r>
        <w:t>191.3478</w:t>
      </w:r>
      <w:r>
        <w:tab/>
        <w:t>1.013e0</w:t>
      </w:r>
    </w:p>
    <w:p w14:paraId="25565DC2" w14:textId="77777777" w:rsidR="00810015" w:rsidRDefault="00810015" w:rsidP="00810015">
      <w:r>
        <w:t>191.3855</w:t>
      </w:r>
      <w:r>
        <w:tab/>
        <w:t>1.013e0</w:t>
      </w:r>
    </w:p>
    <w:p w14:paraId="7D579744" w14:textId="77777777" w:rsidR="00810015" w:rsidRDefault="00810015" w:rsidP="00810015">
      <w:r>
        <w:t>191.4218</w:t>
      </w:r>
      <w:r>
        <w:tab/>
        <w:t>1.013e0</w:t>
      </w:r>
    </w:p>
    <w:p w14:paraId="245309F6" w14:textId="77777777" w:rsidR="00810015" w:rsidRDefault="00810015" w:rsidP="00810015">
      <w:r>
        <w:t>191.4559</w:t>
      </w:r>
      <w:r>
        <w:tab/>
        <w:t>1.013e0</w:t>
      </w:r>
    </w:p>
    <w:p w14:paraId="20B1D865" w14:textId="77777777" w:rsidR="00810015" w:rsidRDefault="00810015" w:rsidP="00810015">
      <w:r>
        <w:t>191.4625</w:t>
      </w:r>
      <w:r>
        <w:tab/>
        <w:t>2.025e0</w:t>
      </w:r>
    </w:p>
    <w:p w14:paraId="61C74CBE" w14:textId="77777777" w:rsidR="00810015" w:rsidRDefault="00810015" w:rsidP="00810015">
      <w:r>
        <w:t>191.4996</w:t>
      </w:r>
      <w:r>
        <w:tab/>
        <w:t>3.038e0</w:t>
      </w:r>
    </w:p>
    <w:p w14:paraId="35D7FBC0" w14:textId="77777777" w:rsidR="00810015" w:rsidRDefault="00810015" w:rsidP="00810015">
      <w:r>
        <w:t>191.5077</w:t>
      </w:r>
      <w:r>
        <w:tab/>
        <w:t>1.013e0</w:t>
      </w:r>
    </w:p>
    <w:p w14:paraId="39E1CFB7" w14:textId="77777777" w:rsidR="00810015" w:rsidRDefault="00810015" w:rsidP="00810015">
      <w:r>
        <w:t>191.5107</w:t>
      </w:r>
      <w:r>
        <w:tab/>
        <w:t>1.013e0</w:t>
      </w:r>
    </w:p>
    <w:p w14:paraId="26EA6697" w14:textId="77777777" w:rsidR="00810015" w:rsidRDefault="00810015" w:rsidP="00810015">
      <w:r>
        <w:t>191.5292</w:t>
      </w:r>
      <w:r>
        <w:tab/>
        <w:t>1.013e0</w:t>
      </w:r>
    </w:p>
    <w:p w14:paraId="096E70CC" w14:textId="77777777" w:rsidR="00810015" w:rsidRDefault="00810015" w:rsidP="00810015">
      <w:r>
        <w:t>191.5365</w:t>
      </w:r>
      <w:r>
        <w:tab/>
        <w:t>2.025e0</w:t>
      </w:r>
    </w:p>
    <w:p w14:paraId="6CE9EF97" w14:textId="77777777" w:rsidR="00810015" w:rsidRDefault="00810015" w:rsidP="00810015">
      <w:r>
        <w:t>191.5438</w:t>
      </w:r>
      <w:r>
        <w:tab/>
        <w:t>1.013e0</w:t>
      </w:r>
    </w:p>
    <w:p w14:paraId="65995782" w14:textId="77777777" w:rsidR="00810015" w:rsidRDefault="00810015" w:rsidP="00810015">
      <w:r>
        <w:t>191.5548</w:t>
      </w:r>
      <w:r>
        <w:tab/>
        <w:t>1.013e0</w:t>
      </w:r>
    </w:p>
    <w:p w14:paraId="46BF068B" w14:textId="77777777" w:rsidR="00810015" w:rsidRDefault="00810015" w:rsidP="00810015">
      <w:r>
        <w:t>191.5565</w:t>
      </w:r>
      <w:r>
        <w:tab/>
        <w:t>3.038e0</w:t>
      </w:r>
    </w:p>
    <w:p w14:paraId="296AE70D" w14:textId="77777777" w:rsidR="00810015" w:rsidRDefault="00810015" w:rsidP="00810015">
      <w:r>
        <w:t>191.5621</w:t>
      </w:r>
      <w:r>
        <w:tab/>
        <w:t>2.025e0</w:t>
      </w:r>
    </w:p>
    <w:p w14:paraId="052EAE6D" w14:textId="77777777" w:rsidR="00810015" w:rsidRDefault="00810015" w:rsidP="00810015">
      <w:r>
        <w:t>191.5751</w:t>
      </w:r>
      <w:r>
        <w:tab/>
        <w:t>3.038e0</w:t>
      </w:r>
    </w:p>
    <w:p w14:paraId="6AE630C3" w14:textId="77777777" w:rsidR="00810015" w:rsidRDefault="00810015" w:rsidP="00810015">
      <w:r>
        <w:t>191.5830</w:t>
      </w:r>
      <w:r>
        <w:tab/>
        <w:t>1.761e0</w:t>
      </w:r>
    </w:p>
    <w:p w14:paraId="1BE98647" w14:textId="77777777" w:rsidR="00810015" w:rsidRDefault="00810015" w:rsidP="00810015">
      <w:r>
        <w:t>191.5841</w:t>
      </w:r>
      <w:r>
        <w:tab/>
        <w:t>2.025e0</w:t>
      </w:r>
    </w:p>
    <w:p w14:paraId="68D118BF" w14:textId="77777777" w:rsidR="00810015" w:rsidRDefault="00810015" w:rsidP="00810015">
      <w:r>
        <w:lastRenderedPageBreak/>
        <w:t>191.5988</w:t>
      </w:r>
      <w:r>
        <w:tab/>
        <w:t>1.013e0</w:t>
      </w:r>
    </w:p>
    <w:p w14:paraId="38AF581D" w14:textId="77777777" w:rsidR="00810015" w:rsidRDefault="00810015" w:rsidP="00810015">
      <w:r>
        <w:t>191.6031</w:t>
      </w:r>
      <w:r>
        <w:tab/>
        <w:t>1.013e0</w:t>
      </w:r>
    </w:p>
    <w:p w14:paraId="39D42C9F" w14:textId="77777777" w:rsidR="00810015" w:rsidRDefault="00810015" w:rsidP="00810015">
      <w:r>
        <w:t>191.6281</w:t>
      </w:r>
      <w:r>
        <w:tab/>
        <w:t>3.038e0</w:t>
      </w:r>
    </w:p>
    <w:p w14:paraId="1BC0B2AB" w14:textId="77777777" w:rsidR="00810015" w:rsidRDefault="00810015" w:rsidP="00810015">
      <w:r>
        <w:t>191.6505</w:t>
      </w:r>
      <w:r>
        <w:tab/>
        <w:t>2.025e0</w:t>
      </w:r>
    </w:p>
    <w:p w14:paraId="4A931AF8" w14:textId="77777777" w:rsidR="00810015" w:rsidRDefault="00810015" w:rsidP="00810015">
      <w:r>
        <w:t>191.6758</w:t>
      </w:r>
      <w:r>
        <w:tab/>
        <w:t>1.013e0</w:t>
      </w:r>
    </w:p>
    <w:p w14:paraId="087E7590" w14:textId="77777777" w:rsidR="00810015" w:rsidRDefault="00810015" w:rsidP="00810015">
      <w:r>
        <w:t>191.6905</w:t>
      </w:r>
      <w:r>
        <w:tab/>
        <w:t>2.025e0</w:t>
      </w:r>
    </w:p>
    <w:p w14:paraId="7670C424" w14:textId="77777777" w:rsidR="00810015" w:rsidRDefault="00810015" w:rsidP="00810015">
      <w:r>
        <w:t>191.6942</w:t>
      </w:r>
      <w:r>
        <w:tab/>
        <w:t>1.013e0</w:t>
      </w:r>
    </w:p>
    <w:p w14:paraId="5F218712" w14:textId="77777777" w:rsidR="00810015" w:rsidRDefault="00810015" w:rsidP="00810015">
      <w:r>
        <w:t>191.7162</w:t>
      </w:r>
      <w:r>
        <w:tab/>
        <w:t>1.013e0</w:t>
      </w:r>
    </w:p>
    <w:p w14:paraId="2447B042" w14:textId="77777777" w:rsidR="00810015" w:rsidRDefault="00810015" w:rsidP="00810015">
      <w:r>
        <w:t>191.7345</w:t>
      </w:r>
      <w:r>
        <w:tab/>
        <w:t>1.013e0</w:t>
      </w:r>
    </w:p>
    <w:p w14:paraId="6D418AF9" w14:textId="77777777" w:rsidR="00810015" w:rsidRDefault="00810015" w:rsidP="00810015">
      <w:r>
        <w:t>191.7602</w:t>
      </w:r>
      <w:r>
        <w:tab/>
        <w:t>1.013e0</w:t>
      </w:r>
    </w:p>
    <w:p w14:paraId="067D58BD" w14:textId="77777777" w:rsidR="00810015" w:rsidRDefault="00810015" w:rsidP="00810015">
      <w:r>
        <w:t>191.7639</w:t>
      </w:r>
      <w:r>
        <w:tab/>
        <w:t>4.051e0</w:t>
      </w:r>
    </w:p>
    <w:p w14:paraId="11C1FBE4" w14:textId="77777777" w:rsidR="00810015" w:rsidRDefault="00810015" w:rsidP="00810015">
      <w:r>
        <w:t>191.7859</w:t>
      </w:r>
      <w:r>
        <w:tab/>
        <w:t>2.025e0</w:t>
      </w:r>
    </w:p>
    <w:p w14:paraId="59E91A44" w14:textId="77777777" w:rsidR="00810015" w:rsidRDefault="00810015" w:rsidP="00810015">
      <w:r>
        <w:t>191.8519</w:t>
      </w:r>
      <w:r>
        <w:tab/>
        <w:t>1.013e0</w:t>
      </w:r>
    </w:p>
    <w:p w14:paraId="5EA184A2" w14:textId="77777777" w:rsidR="00810015" w:rsidRDefault="00810015" w:rsidP="00810015">
      <w:r>
        <w:t>191.8619</w:t>
      </w:r>
      <w:r>
        <w:tab/>
        <w:t>2.025e0</w:t>
      </w:r>
    </w:p>
    <w:p w14:paraId="756A2433" w14:textId="77777777" w:rsidR="00810015" w:rsidRDefault="00810015" w:rsidP="00810015">
      <w:r>
        <w:t>191.8702</w:t>
      </w:r>
      <w:r>
        <w:tab/>
        <w:t>1.013e0</w:t>
      </w:r>
    </w:p>
    <w:p w14:paraId="03FBA135" w14:textId="77777777" w:rsidR="00810015" w:rsidRDefault="00810015" w:rsidP="00810015">
      <w:r>
        <w:t>191.8813</w:t>
      </w:r>
      <w:r>
        <w:tab/>
        <w:t>1.013e0</w:t>
      </w:r>
    </w:p>
    <w:p w14:paraId="67641849" w14:textId="77777777" w:rsidR="00810015" w:rsidRDefault="00810015" w:rsidP="00810015">
      <w:r>
        <w:t>191.9006</w:t>
      </w:r>
      <w:r>
        <w:tab/>
        <w:t>1.013e0</w:t>
      </w:r>
    </w:p>
    <w:p w14:paraId="0604A4E8" w14:textId="77777777" w:rsidR="00810015" w:rsidRDefault="00810015" w:rsidP="00810015">
      <w:r>
        <w:t>191.9444</w:t>
      </w:r>
      <w:r>
        <w:tab/>
        <w:t>1.013e0</w:t>
      </w:r>
    </w:p>
    <w:p w14:paraId="7B36F979" w14:textId="77777777" w:rsidR="00810015" w:rsidRDefault="00810015" w:rsidP="00810015">
      <w:r>
        <w:t>191.9667</w:t>
      </w:r>
      <w:r>
        <w:tab/>
        <w:t>1.013e0</w:t>
      </w:r>
    </w:p>
    <w:p w14:paraId="070D82B5" w14:textId="77777777" w:rsidR="00810015" w:rsidRDefault="00810015" w:rsidP="00810015">
      <w:r>
        <w:lastRenderedPageBreak/>
        <w:t>191.9741</w:t>
      </w:r>
      <w:r>
        <w:tab/>
        <w:t>1.013e0</w:t>
      </w:r>
    </w:p>
    <w:p w14:paraId="2C5C1506" w14:textId="77777777" w:rsidR="00810015" w:rsidRDefault="00810015" w:rsidP="00810015">
      <w:r>
        <w:t>191.9815</w:t>
      </w:r>
      <w:r>
        <w:tab/>
        <w:t>1.013e0</w:t>
      </w:r>
    </w:p>
    <w:p w14:paraId="639F54A7" w14:textId="77777777" w:rsidR="00810015" w:rsidRDefault="00810015" w:rsidP="00810015">
      <w:r>
        <w:t>191.9869</w:t>
      </w:r>
      <w:r>
        <w:tab/>
        <w:t>3.038e0</w:t>
      </w:r>
    </w:p>
    <w:p w14:paraId="727F83D3" w14:textId="77777777" w:rsidR="00810015" w:rsidRDefault="00810015" w:rsidP="00810015">
      <w:r>
        <w:t>192.0038</w:t>
      </w:r>
      <w:r>
        <w:tab/>
        <w:t>2.025e0</w:t>
      </w:r>
    </w:p>
    <w:p w14:paraId="20F12AD8" w14:textId="77777777" w:rsidR="00810015" w:rsidRDefault="00810015" w:rsidP="00810015">
      <w:r>
        <w:t>192.0149</w:t>
      </w:r>
      <w:r>
        <w:tab/>
        <w:t>2.025e0</w:t>
      </w:r>
    </w:p>
    <w:p w14:paraId="5F05573D" w14:textId="77777777" w:rsidR="00810015" w:rsidRDefault="00810015" w:rsidP="00810015">
      <w:r>
        <w:t>192.0247</w:t>
      </w:r>
      <w:r>
        <w:tab/>
        <w:t>2.025e0</w:t>
      </w:r>
    </w:p>
    <w:p w14:paraId="6AF0B6E5" w14:textId="77777777" w:rsidR="00810015" w:rsidRDefault="00810015" w:rsidP="00810015">
      <w:r>
        <w:t>192.0298</w:t>
      </w:r>
      <w:r>
        <w:tab/>
        <w:t>1.013e0</w:t>
      </w:r>
    </w:p>
    <w:p w14:paraId="2FA55312" w14:textId="77777777" w:rsidR="00810015" w:rsidRDefault="00810015" w:rsidP="00810015">
      <w:r>
        <w:t>192.0362</w:t>
      </w:r>
      <w:r>
        <w:tab/>
        <w:t>5.271e0</w:t>
      </w:r>
    </w:p>
    <w:p w14:paraId="7470B852" w14:textId="77777777" w:rsidR="00810015" w:rsidRDefault="00810015" w:rsidP="00810015">
      <w:r>
        <w:t>192.0643</w:t>
      </w:r>
      <w:r>
        <w:tab/>
        <w:t>7.361e0</w:t>
      </w:r>
    </w:p>
    <w:p w14:paraId="235C1960" w14:textId="77777777" w:rsidR="00810015" w:rsidRDefault="00810015" w:rsidP="00810015">
      <w:r>
        <w:t>192.0663</w:t>
      </w:r>
      <w:r>
        <w:tab/>
        <w:t>1.272e1</w:t>
      </w:r>
    </w:p>
    <w:p w14:paraId="1F464DD2" w14:textId="77777777" w:rsidR="00810015" w:rsidRDefault="00810015" w:rsidP="00810015">
      <w:r>
        <w:t>192.0691</w:t>
      </w:r>
      <w:r>
        <w:tab/>
        <w:t>1.477e1</w:t>
      </w:r>
    </w:p>
    <w:p w14:paraId="672431E0" w14:textId="77777777" w:rsidR="00810015" w:rsidRDefault="00810015" w:rsidP="00810015">
      <w:r>
        <w:t>192.0815</w:t>
      </w:r>
      <w:r>
        <w:tab/>
        <w:t>1.349e1</w:t>
      </w:r>
    </w:p>
    <w:p w14:paraId="729A4E3D" w14:textId="77777777" w:rsidR="00810015" w:rsidRDefault="00810015" w:rsidP="00810015">
      <w:r>
        <w:t>192.0837</w:t>
      </w:r>
      <w:r>
        <w:tab/>
        <w:t>3.779e0</w:t>
      </w:r>
    </w:p>
    <w:p w14:paraId="24B881A2" w14:textId="77777777" w:rsidR="00810015" w:rsidRDefault="00810015" w:rsidP="00810015">
      <w:r>
        <w:t>192.0939</w:t>
      </w:r>
      <w:r>
        <w:tab/>
        <w:t>3.038e0</w:t>
      </w:r>
    </w:p>
    <w:p w14:paraId="5551E6E9" w14:textId="77777777" w:rsidR="00810015" w:rsidRDefault="00810015" w:rsidP="00810015">
      <w:r>
        <w:t>192.1086</w:t>
      </w:r>
      <w:r>
        <w:tab/>
        <w:t>2.025e0</w:t>
      </w:r>
    </w:p>
    <w:p w14:paraId="4214684A" w14:textId="77777777" w:rsidR="00810015" w:rsidRDefault="00810015" w:rsidP="00810015">
      <w:r>
        <w:t>192.1306</w:t>
      </w:r>
      <w:r>
        <w:tab/>
        <w:t>2.025e0</w:t>
      </w:r>
    </w:p>
    <w:p w14:paraId="23F1AB16" w14:textId="77777777" w:rsidR="00810015" w:rsidRDefault="00810015" w:rsidP="00810015">
      <w:r>
        <w:t>192.1333</w:t>
      </w:r>
      <w:r>
        <w:tab/>
        <w:t>8.101e0</w:t>
      </w:r>
    </w:p>
    <w:p w14:paraId="093D3A6B" w14:textId="77777777" w:rsidR="00810015" w:rsidRDefault="00810015" w:rsidP="00810015">
      <w:r>
        <w:t>192.1372</w:t>
      </w:r>
      <w:r>
        <w:tab/>
        <w:t>4.687e0</w:t>
      </w:r>
    </w:p>
    <w:p w14:paraId="0CF6E308" w14:textId="77777777" w:rsidR="00810015" w:rsidRDefault="00810015" w:rsidP="00810015">
      <w:r>
        <w:t>192.1416</w:t>
      </w:r>
      <w:r>
        <w:tab/>
        <w:t>4.051e0</w:t>
      </w:r>
    </w:p>
    <w:p w14:paraId="76705A4F" w14:textId="77777777" w:rsidR="00810015" w:rsidRDefault="00810015" w:rsidP="00810015">
      <w:r>
        <w:lastRenderedPageBreak/>
        <w:t>192.1514</w:t>
      </w:r>
      <w:r>
        <w:tab/>
        <w:t>2.025e0</w:t>
      </w:r>
    </w:p>
    <w:p w14:paraId="4F456F93" w14:textId="77777777" w:rsidR="00810015" w:rsidRDefault="00810015" w:rsidP="00810015">
      <w:r>
        <w:t>192.1618</w:t>
      </w:r>
      <w:r>
        <w:tab/>
        <w:t>1.013e0</w:t>
      </w:r>
    </w:p>
    <w:p w14:paraId="35D64361" w14:textId="77777777" w:rsidR="00810015" w:rsidRDefault="00810015" w:rsidP="00810015">
      <w:r>
        <w:t>192.1655</w:t>
      </w:r>
      <w:r>
        <w:tab/>
        <w:t>1.013e0</w:t>
      </w:r>
    </w:p>
    <w:p w14:paraId="77E3A612" w14:textId="77777777" w:rsidR="00810015" w:rsidRDefault="00810015" w:rsidP="00810015">
      <w:r>
        <w:t>192.1985</w:t>
      </w:r>
      <w:r>
        <w:tab/>
        <w:t>1.013e0</w:t>
      </w:r>
    </w:p>
    <w:p w14:paraId="7366E577" w14:textId="77777777" w:rsidR="00810015" w:rsidRDefault="00810015" w:rsidP="00810015">
      <w:r>
        <w:t>192.2132</w:t>
      </w:r>
      <w:r>
        <w:tab/>
        <w:t>1.013e0</w:t>
      </w:r>
    </w:p>
    <w:p w14:paraId="4D7DF9D8" w14:textId="77777777" w:rsidR="00810015" w:rsidRDefault="00810015" w:rsidP="00810015">
      <w:r>
        <w:t>192.2243</w:t>
      </w:r>
      <w:r>
        <w:tab/>
        <w:t>1.013e0</w:t>
      </w:r>
    </w:p>
    <w:p w14:paraId="74E6B7CB" w14:textId="77777777" w:rsidR="00810015" w:rsidRDefault="00810015" w:rsidP="00810015">
      <w:r>
        <w:t>192.2390</w:t>
      </w:r>
      <w:r>
        <w:tab/>
        <w:t>1.013e0</w:t>
      </w:r>
    </w:p>
    <w:p w14:paraId="5225EF44" w14:textId="77777777" w:rsidR="00810015" w:rsidRDefault="00810015" w:rsidP="00810015">
      <w:r>
        <w:t>192.2426</w:t>
      </w:r>
      <w:r>
        <w:tab/>
        <w:t>1.013e0</w:t>
      </w:r>
    </w:p>
    <w:p w14:paraId="1458DBBF" w14:textId="77777777" w:rsidR="00810015" w:rsidRDefault="00810015" w:rsidP="00810015">
      <w:r>
        <w:t>192.2463</w:t>
      </w:r>
      <w:r>
        <w:tab/>
        <w:t>1.013e0</w:t>
      </w:r>
    </w:p>
    <w:p w14:paraId="2FF2F246" w14:textId="77777777" w:rsidR="00810015" w:rsidRDefault="00810015" w:rsidP="00810015">
      <w:r>
        <w:t>192.2683</w:t>
      </w:r>
      <w:r>
        <w:tab/>
        <w:t>1.013e0</w:t>
      </w:r>
    </w:p>
    <w:p w14:paraId="164530A3" w14:textId="77777777" w:rsidR="00810015" w:rsidRDefault="00810015" w:rsidP="00810015">
      <w:r>
        <w:t>192.2811</w:t>
      </w:r>
      <w:r>
        <w:tab/>
        <w:t>2.025e0</w:t>
      </w:r>
    </w:p>
    <w:p w14:paraId="7767A272" w14:textId="77777777" w:rsidR="00810015" w:rsidRDefault="00810015" w:rsidP="00810015">
      <w:r>
        <w:t>192.3053</w:t>
      </w:r>
      <w:r>
        <w:tab/>
        <w:t>2.025e0</w:t>
      </w:r>
    </w:p>
    <w:p w14:paraId="5DCFE952" w14:textId="77777777" w:rsidR="00810015" w:rsidRDefault="00810015" w:rsidP="00810015">
      <w:r>
        <w:t>192.3343</w:t>
      </w:r>
      <w:r>
        <w:tab/>
        <w:t>1.013e0</w:t>
      </w:r>
    </w:p>
    <w:p w14:paraId="0C36DD03" w14:textId="77777777" w:rsidR="00810015" w:rsidRDefault="00810015" w:rsidP="00810015">
      <w:r>
        <w:t>192.3461</w:t>
      </w:r>
      <w:r>
        <w:tab/>
        <w:t>1.013e0</w:t>
      </w:r>
    </w:p>
    <w:p w14:paraId="2FC976FC" w14:textId="77777777" w:rsidR="00810015" w:rsidRDefault="00810015" w:rsidP="00810015">
      <w:r>
        <w:t>192.3492</w:t>
      </w:r>
      <w:r>
        <w:tab/>
        <w:t>2.025e0</w:t>
      </w:r>
    </w:p>
    <w:p w14:paraId="5EE6728B" w14:textId="77777777" w:rsidR="00810015" w:rsidRDefault="00810015" w:rsidP="00810015">
      <w:r>
        <w:t>192.3529</w:t>
      </w:r>
      <w:r>
        <w:tab/>
        <w:t>1.013e0</w:t>
      </w:r>
    </w:p>
    <w:p w14:paraId="49C525E6" w14:textId="77777777" w:rsidR="00810015" w:rsidRDefault="00810015" w:rsidP="00810015">
      <w:r>
        <w:t>192.3791</w:t>
      </w:r>
      <w:r>
        <w:tab/>
        <w:t>2.025e0</w:t>
      </w:r>
    </w:p>
    <w:p w14:paraId="2B4BB582" w14:textId="77777777" w:rsidR="00810015" w:rsidRDefault="00810015" w:rsidP="00810015">
      <w:r>
        <w:t>192.4458</w:t>
      </w:r>
      <w:r>
        <w:tab/>
        <w:t>2.025e0</w:t>
      </w:r>
    </w:p>
    <w:p w14:paraId="127F049C" w14:textId="77777777" w:rsidR="00810015" w:rsidRDefault="00810015" w:rsidP="00810015">
      <w:r>
        <w:t>192.4756</w:t>
      </w:r>
      <w:r>
        <w:tab/>
        <w:t>1.013e0</w:t>
      </w:r>
    </w:p>
    <w:p w14:paraId="2DE099FB" w14:textId="77777777" w:rsidR="00810015" w:rsidRDefault="00810015" w:rsidP="00810015">
      <w:r>
        <w:lastRenderedPageBreak/>
        <w:t>192.4830</w:t>
      </w:r>
      <w:r>
        <w:tab/>
        <w:t>2.025e0</w:t>
      </w:r>
    </w:p>
    <w:p w14:paraId="1C800CB3" w14:textId="77777777" w:rsidR="00810015" w:rsidRDefault="00810015" w:rsidP="00810015">
      <w:r>
        <w:t>192.4903</w:t>
      </w:r>
      <w:r>
        <w:tab/>
        <w:t>1.013e0</w:t>
      </w:r>
    </w:p>
    <w:p w14:paraId="7773F2AF" w14:textId="77777777" w:rsidR="00810015" w:rsidRDefault="00810015" w:rsidP="00810015">
      <w:r>
        <w:t>192.5490</w:t>
      </w:r>
      <w:r>
        <w:tab/>
        <w:t>1.013e0</w:t>
      </w:r>
    </w:p>
    <w:p w14:paraId="3632249A" w14:textId="77777777" w:rsidR="00810015" w:rsidRDefault="00810015" w:rsidP="00810015">
      <w:r>
        <w:t>192.5527</w:t>
      </w:r>
      <w:r>
        <w:tab/>
        <w:t>1.013e0</w:t>
      </w:r>
    </w:p>
    <w:p w14:paraId="3CB2F9B1" w14:textId="77777777" w:rsidR="00810015" w:rsidRDefault="00810015" w:rsidP="00810015">
      <w:r>
        <w:t>192.5674</w:t>
      </w:r>
      <w:r>
        <w:tab/>
        <w:t>2.025e0</w:t>
      </w:r>
    </w:p>
    <w:p w14:paraId="3921DBA9" w14:textId="77777777" w:rsidR="00810015" w:rsidRDefault="00810015" w:rsidP="00810015">
      <w:r>
        <w:t>192.5747</w:t>
      </w:r>
      <w:r>
        <w:tab/>
        <w:t>2.025e0</w:t>
      </w:r>
    </w:p>
    <w:p w14:paraId="62F4AC7F" w14:textId="77777777" w:rsidR="00810015" w:rsidRDefault="00810015" w:rsidP="00810015">
      <w:r>
        <w:t>192.5857</w:t>
      </w:r>
      <w:r>
        <w:tab/>
        <w:t>1.013e0</w:t>
      </w:r>
    </w:p>
    <w:p w14:paraId="5F8A76A0" w14:textId="77777777" w:rsidR="00810015" w:rsidRDefault="00810015" w:rsidP="00810015">
      <w:r>
        <w:t>192.6041</w:t>
      </w:r>
      <w:r>
        <w:tab/>
        <w:t>1.013e0</w:t>
      </w:r>
    </w:p>
    <w:p w14:paraId="5DF5C6F1" w14:textId="77777777" w:rsidR="00810015" w:rsidRDefault="00810015" w:rsidP="00810015">
      <w:r>
        <w:t>192.6058</w:t>
      </w:r>
      <w:r>
        <w:tab/>
        <w:t>3.038e0</w:t>
      </w:r>
    </w:p>
    <w:p w14:paraId="38DDFE31" w14:textId="77777777" w:rsidR="00810015" w:rsidRDefault="00810015" w:rsidP="00810015">
      <w:r>
        <w:t>192.6078</w:t>
      </w:r>
      <w:r>
        <w:tab/>
        <w:t>1.013e0</w:t>
      </w:r>
    </w:p>
    <w:p w14:paraId="376D7432" w14:textId="77777777" w:rsidR="00810015" w:rsidRDefault="00810015" w:rsidP="00810015">
      <w:r>
        <w:t>192.6232</w:t>
      </w:r>
      <w:r>
        <w:tab/>
        <w:t>1.013e0</w:t>
      </w:r>
    </w:p>
    <w:p w14:paraId="7D0F6632" w14:textId="77777777" w:rsidR="00810015" w:rsidRDefault="00810015" w:rsidP="00810015">
      <w:r>
        <w:t>192.6262</w:t>
      </w:r>
      <w:r>
        <w:tab/>
        <w:t>2.025e0</w:t>
      </w:r>
    </w:p>
    <w:p w14:paraId="52D089AB" w14:textId="77777777" w:rsidR="00810015" w:rsidRDefault="00810015" w:rsidP="00810015">
      <w:r>
        <w:t>192.6336</w:t>
      </w:r>
      <w:r>
        <w:tab/>
        <w:t>2.025e0</w:t>
      </w:r>
    </w:p>
    <w:p w14:paraId="253E488E" w14:textId="77777777" w:rsidR="00810015" w:rsidRDefault="00810015" w:rsidP="00810015">
      <w:r>
        <w:t>192.6519</w:t>
      </w:r>
      <w:r>
        <w:tab/>
        <w:t>1.013e0</w:t>
      </w:r>
    </w:p>
    <w:p w14:paraId="6172247C" w14:textId="77777777" w:rsidR="00810015" w:rsidRDefault="00810015" w:rsidP="00810015">
      <w:r>
        <w:t>192.6850</w:t>
      </w:r>
      <w:r>
        <w:tab/>
        <w:t>1.013e0</w:t>
      </w:r>
    </w:p>
    <w:p w14:paraId="72EE8C06" w14:textId="77777777" w:rsidR="00810015" w:rsidRDefault="00810015" w:rsidP="00810015">
      <w:r>
        <w:t>192.6942</w:t>
      </w:r>
      <w:r>
        <w:tab/>
        <w:t>2.025e0</w:t>
      </w:r>
    </w:p>
    <w:p w14:paraId="447EC05C" w14:textId="77777777" w:rsidR="00810015" w:rsidRDefault="00810015" w:rsidP="00810015">
      <w:r>
        <w:t>192.7217</w:t>
      </w:r>
      <w:r>
        <w:tab/>
        <w:t>2.025e0</w:t>
      </w:r>
    </w:p>
    <w:p w14:paraId="4DA65EC4" w14:textId="77777777" w:rsidR="00810015" w:rsidRDefault="00810015" w:rsidP="00810015">
      <w:r>
        <w:t>192.7261</w:t>
      </w:r>
      <w:r>
        <w:tab/>
        <w:t>1.013e0</w:t>
      </w:r>
    </w:p>
    <w:p w14:paraId="028E5AC6" w14:textId="77777777" w:rsidR="00810015" w:rsidRDefault="00810015" w:rsidP="00810015">
      <w:r>
        <w:t>192.7807</w:t>
      </w:r>
      <w:r>
        <w:tab/>
        <w:t>1.013e0</w:t>
      </w:r>
    </w:p>
    <w:p w14:paraId="2A3D220B" w14:textId="77777777" w:rsidR="00810015" w:rsidRDefault="00810015" w:rsidP="00810015">
      <w:r>
        <w:lastRenderedPageBreak/>
        <w:t>192.8105</w:t>
      </w:r>
      <w:r>
        <w:tab/>
        <w:t>1.013e0</w:t>
      </w:r>
    </w:p>
    <w:p w14:paraId="064FB7C0" w14:textId="77777777" w:rsidR="00810015" w:rsidRDefault="00810015" w:rsidP="00810015">
      <w:r>
        <w:t>192.8162</w:t>
      </w:r>
      <w:r>
        <w:tab/>
        <w:t>2.025e0</w:t>
      </w:r>
    </w:p>
    <w:p w14:paraId="3B48EA43" w14:textId="77777777" w:rsidR="00810015" w:rsidRDefault="00810015" w:rsidP="00810015">
      <w:r>
        <w:t>192.8403</w:t>
      </w:r>
      <w:r>
        <w:tab/>
        <w:t>2.025e0</w:t>
      </w:r>
    </w:p>
    <w:p w14:paraId="774FD7F0" w14:textId="77777777" w:rsidR="00810015" w:rsidRDefault="00810015" w:rsidP="00810015">
      <w:r>
        <w:t>192.8462</w:t>
      </w:r>
      <w:r>
        <w:tab/>
        <w:t>5.063e0</w:t>
      </w:r>
    </w:p>
    <w:p w14:paraId="4D1C1CF4" w14:textId="77777777" w:rsidR="00810015" w:rsidRDefault="00810015" w:rsidP="00810015">
      <w:r>
        <w:t>192.8922</w:t>
      </w:r>
      <w:r>
        <w:tab/>
        <w:t>3.038e0</w:t>
      </w:r>
    </w:p>
    <w:p w14:paraId="4A8FA5C4" w14:textId="77777777" w:rsidR="00810015" w:rsidRDefault="00810015" w:rsidP="00810015">
      <w:r>
        <w:t>192.9549</w:t>
      </w:r>
      <w:r>
        <w:tab/>
        <w:t>2.025e0</w:t>
      </w:r>
    </w:p>
    <w:p w14:paraId="03D723FA" w14:textId="77777777" w:rsidR="00810015" w:rsidRDefault="00810015" w:rsidP="00810015">
      <w:r>
        <w:t>192.9622</w:t>
      </w:r>
      <w:r>
        <w:tab/>
        <w:t>1.013e0</w:t>
      </w:r>
    </w:p>
    <w:p w14:paraId="6F8BE424" w14:textId="77777777" w:rsidR="00810015" w:rsidRDefault="00810015" w:rsidP="00810015">
      <w:r>
        <w:t>192.9659</w:t>
      </w:r>
      <w:r>
        <w:tab/>
        <w:t>1.013e0</w:t>
      </w:r>
    </w:p>
    <w:p w14:paraId="64BC2D5D" w14:textId="77777777" w:rsidR="00810015" w:rsidRDefault="00810015" w:rsidP="00810015">
      <w:r>
        <w:t>192.9733</w:t>
      </w:r>
      <w:r>
        <w:tab/>
        <w:t>2.025e0</w:t>
      </w:r>
    </w:p>
    <w:p w14:paraId="22254565" w14:textId="77777777" w:rsidR="00810015" w:rsidRDefault="00810015" w:rsidP="00810015">
      <w:r>
        <w:t>192.9843</w:t>
      </w:r>
      <w:r>
        <w:tab/>
        <w:t>2.025e0</w:t>
      </w:r>
    </w:p>
    <w:p w14:paraId="0AE3E9CB" w14:textId="77777777" w:rsidR="00810015" w:rsidRDefault="00810015" w:rsidP="00810015">
      <w:r>
        <w:t>192.9979</w:t>
      </w:r>
      <w:r>
        <w:tab/>
        <w:t>2.025e0</w:t>
      </w:r>
    </w:p>
    <w:p w14:paraId="648CC9C4" w14:textId="77777777" w:rsidR="00810015" w:rsidRDefault="00810015" w:rsidP="00810015">
      <w:r>
        <w:t>193.0009</w:t>
      </w:r>
      <w:r>
        <w:tab/>
        <w:t>2.025e0</w:t>
      </w:r>
    </w:p>
    <w:p w14:paraId="082546D0" w14:textId="77777777" w:rsidR="00810015" w:rsidRDefault="00810015" w:rsidP="00810015">
      <w:r>
        <w:t>193.0248</w:t>
      </w:r>
      <w:r>
        <w:tab/>
        <w:t>2.025e0</w:t>
      </w:r>
    </w:p>
    <w:p w14:paraId="191A4E8A" w14:textId="77777777" w:rsidR="00810015" w:rsidRDefault="00810015" w:rsidP="00810015">
      <w:r>
        <w:t>193.0469</w:t>
      </w:r>
      <w:r>
        <w:tab/>
        <w:t>1.013e0</w:t>
      </w:r>
    </w:p>
    <w:p w14:paraId="2143C7B8" w14:textId="77777777" w:rsidR="00810015" w:rsidRDefault="00810015" w:rsidP="00810015">
      <w:r>
        <w:t>193.0524</w:t>
      </w:r>
      <w:r>
        <w:tab/>
        <w:t>2.025e0</w:t>
      </w:r>
    </w:p>
    <w:p w14:paraId="4051B18A" w14:textId="77777777" w:rsidR="00810015" w:rsidRDefault="00810015" w:rsidP="00810015">
      <w:r>
        <w:t>193.0567</w:t>
      </w:r>
      <w:r>
        <w:tab/>
        <w:t>2.025e0</w:t>
      </w:r>
    </w:p>
    <w:p w14:paraId="1914D0DA" w14:textId="77777777" w:rsidR="00810015" w:rsidRDefault="00810015" w:rsidP="00810015">
      <w:r>
        <w:t>193.0652</w:t>
      </w:r>
      <w:r>
        <w:tab/>
        <w:t>6.076e0</w:t>
      </w:r>
    </w:p>
    <w:p w14:paraId="4E9D0D3E" w14:textId="77777777" w:rsidR="00810015" w:rsidRDefault="00810015" w:rsidP="00810015">
      <w:r>
        <w:t>193.0699</w:t>
      </w:r>
      <w:r>
        <w:tab/>
        <w:t>3.038e0</w:t>
      </w:r>
    </w:p>
    <w:p w14:paraId="7A11D963" w14:textId="77777777" w:rsidR="00810015" w:rsidRDefault="00810015" w:rsidP="00810015">
      <w:r>
        <w:t>193.0776</w:t>
      </w:r>
      <w:r>
        <w:tab/>
        <w:t>4.051e0</w:t>
      </w:r>
    </w:p>
    <w:p w14:paraId="19CDB150" w14:textId="77777777" w:rsidR="00810015" w:rsidRDefault="00810015" w:rsidP="00810015">
      <w:r>
        <w:lastRenderedPageBreak/>
        <w:t>193.0800</w:t>
      </w:r>
      <w:r>
        <w:tab/>
        <w:t>1.013e0</w:t>
      </w:r>
    </w:p>
    <w:p w14:paraId="031817C4" w14:textId="77777777" w:rsidR="00810015" w:rsidRDefault="00810015" w:rsidP="00810015">
      <w:r>
        <w:t>193.1057</w:t>
      </w:r>
      <w:r>
        <w:tab/>
        <w:t>2.025e0</w:t>
      </w:r>
    </w:p>
    <w:p w14:paraId="4E547B8A" w14:textId="77777777" w:rsidR="00810015" w:rsidRDefault="00810015" w:rsidP="00810015">
      <w:r>
        <w:t>193.1092</w:t>
      </w:r>
      <w:r>
        <w:tab/>
        <w:t>1.790e0</w:t>
      </w:r>
    </w:p>
    <w:p w14:paraId="1A1445F6" w14:textId="77777777" w:rsidR="00810015" w:rsidRDefault="00810015" w:rsidP="00810015">
      <w:r>
        <w:t>193.1185</w:t>
      </w:r>
      <w:r>
        <w:tab/>
        <w:t>1.871e0</w:t>
      </w:r>
    </w:p>
    <w:p w14:paraId="16CCBD45" w14:textId="77777777" w:rsidR="00810015" w:rsidRDefault="00810015" w:rsidP="00810015">
      <w:r>
        <w:t>193.1295</w:t>
      </w:r>
      <w:r>
        <w:tab/>
        <w:t>1.829e0</w:t>
      </w:r>
    </w:p>
    <w:p w14:paraId="4785BDCF" w14:textId="77777777" w:rsidR="00810015" w:rsidRDefault="00810015" w:rsidP="00810015">
      <w:r>
        <w:t>193.1314</w:t>
      </w:r>
      <w:r>
        <w:tab/>
        <w:t>2.025e0</w:t>
      </w:r>
    </w:p>
    <w:p w14:paraId="70CF7B73" w14:textId="77777777" w:rsidR="00810015" w:rsidRDefault="00810015" w:rsidP="00810015">
      <w:r>
        <w:t>193.1394</w:t>
      </w:r>
      <w:r>
        <w:tab/>
        <w:t>1.013e0</w:t>
      </w:r>
    </w:p>
    <w:p w14:paraId="62BFCF08" w14:textId="77777777" w:rsidR="00810015" w:rsidRDefault="00810015" w:rsidP="00810015">
      <w:r>
        <w:t>193.1422</w:t>
      </w:r>
      <w:r>
        <w:tab/>
        <w:t>2.140e0</w:t>
      </w:r>
    </w:p>
    <w:p w14:paraId="7376413E" w14:textId="77777777" w:rsidR="00810015" w:rsidRDefault="00810015" w:rsidP="00810015">
      <w:r>
        <w:t>193.1592</w:t>
      </w:r>
      <w:r>
        <w:tab/>
        <w:t>2.025e0</w:t>
      </w:r>
    </w:p>
    <w:p w14:paraId="1AB1D17A" w14:textId="77777777" w:rsidR="00810015" w:rsidRDefault="00810015" w:rsidP="00810015">
      <w:r>
        <w:t>193.1646</w:t>
      </w:r>
      <w:r>
        <w:tab/>
        <w:t>1.013e0</w:t>
      </w:r>
    </w:p>
    <w:p w14:paraId="32BDE2CE" w14:textId="77777777" w:rsidR="00810015" w:rsidRDefault="00810015" w:rsidP="00810015">
      <w:r>
        <w:t>193.1684</w:t>
      </w:r>
      <w:r>
        <w:tab/>
        <w:t>1.013e0</w:t>
      </w:r>
    </w:p>
    <w:p w14:paraId="39B2B621" w14:textId="77777777" w:rsidR="00810015" w:rsidRDefault="00810015" w:rsidP="00810015">
      <w:r>
        <w:t>193.1870</w:t>
      </w:r>
      <w:r>
        <w:tab/>
        <w:t>1.013e0</w:t>
      </w:r>
    </w:p>
    <w:p w14:paraId="1801D9CC" w14:textId="77777777" w:rsidR="00810015" w:rsidRDefault="00810015" w:rsidP="00810015">
      <w:r>
        <w:t>193.2169</w:t>
      </w:r>
      <w:r>
        <w:tab/>
        <w:t>1.013e0</w:t>
      </w:r>
    </w:p>
    <w:p w14:paraId="1A0D175E" w14:textId="77777777" w:rsidR="00810015" w:rsidRDefault="00810015" w:rsidP="00810015">
      <w:r>
        <w:t>193.2268</w:t>
      </w:r>
      <w:r>
        <w:tab/>
        <w:t>2.025e0</w:t>
      </w:r>
    </w:p>
    <w:p w14:paraId="034623BB" w14:textId="77777777" w:rsidR="00810015" w:rsidRDefault="00810015" w:rsidP="00810015">
      <w:r>
        <w:t>193.2393</w:t>
      </w:r>
      <w:r>
        <w:tab/>
        <w:t>1.013e0</w:t>
      </w:r>
    </w:p>
    <w:p w14:paraId="34D5615A" w14:textId="77777777" w:rsidR="00810015" w:rsidRDefault="00810015" w:rsidP="00810015">
      <w:r>
        <w:t>193.2766</w:t>
      </w:r>
      <w:r>
        <w:tab/>
        <w:t>1.013e0</w:t>
      </w:r>
    </w:p>
    <w:p w14:paraId="790477CF" w14:textId="77777777" w:rsidR="00810015" w:rsidRDefault="00810015" w:rsidP="00810015">
      <w:r>
        <w:t>193.2846</w:t>
      </w:r>
      <w:r>
        <w:tab/>
        <w:t>1.013e0</w:t>
      </w:r>
    </w:p>
    <w:p w14:paraId="3B75474C" w14:textId="77777777" w:rsidR="00810015" w:rsidRDefault="00810015" w:rsidP="00810015">
      <w:r>
        <w:t>193.2913</w:t>
      </w:r>
      <w:r>
        <w:tab/>
        <w:t>1.013e0</w:t>
      </w:r>
    </w:p>
    <w:p w14:paraId="1D3CF545" w14:textId="77777777" w:rsidR="00810015" w:rsidRDefault="00810015" w:rsidP="00810015">
      <w:r>
        <w:t>193.2967</w:t>
      </w:r>
      <w:r>
        <w:tab/>
        <w:t>2.025e0</w:t>
      </w:r>
    </w:p>
    <w:p w14:paraId="469A168E" w14:textId="77777777" w:rsidR="00810015" w:rsidRDefault="00810015" w:rsidP="00810015">
      <w:r>
        <w:lastRenderedPageBreak/>
        <w:t>193.3121</w:t>
      </w:r>
      <w:r>
        <w:tab/>
        <w:t>2.025e0</w:t>
      </w:r>
    </w:p>
    <w:p w14:paraId="20603229" w14:textId="77777777" w:rsidR="00810015" w:rsidRDefault="00810015" w:rsidP="00810015">
      <w:r>
        <w:t>193.3868</w:t>
      </w:r>
      <w:r>
        <w:tab/>
        <w:t>1.013e0</w:t>
      </w:r>
    </w:p>
    <w:p w14:paraId="257109F1" w14:textId="77777777" w:rsidR="00810015" w:rsidRDefault="00810015" w:rsidP="00810015">
      <w:r>
        <w:t>193.4354</w:t>
      </w:r>
      <w:r>
        <w:tab/>
        <w:t>1.013e0</w:t>
      </w:r>
    </w:p>
    <w:p w14:paraId="7C971B1E" w14:textId="77777777" w:rsidR="00810015" w:rsidRDefault="00810015" w:rsidP="00810015">
      <w:r>
        <w:t>193.4421</w:t>
      </w:r>
      <w:r>
        <w:tab/>
        <w:t>2.025e0</w:t>
      </w:r>
    </w:p>
    <w:p w14:paraId="4BF8536C" w14:textId="77777777" w:rsidR="00810015" w:rsidRDefault="00810015" w:rsidP="00810015">
      <w:r>
        <w:t>193.4642</w:t>
      </w:r>
      <w:r>
        <w:tab/>
        <w:t>1.013e0</w:t>
      </w:r>
    </w:p>
    <w:p w14:paraId="10A52417" w14:textId="77777777" w:rsidR="00810015" w:rsidRDefault="00810015" w:rsidP="00810015">
      <w:r>
        <w:t>193.4715</w:t>
      </w:r>
      <w:r>
        <w:tab/>
        <w:t>1.013e0</w:t>
      </w:r>
    </w:p>
    <w:p w14:paraId="2A662F45" w14:textId="77777777" w:rsidR="00810015" w:rsidRDefault="00810015" w:rsidP="00810015">
      <w:r>
        <w:t>193.4770</w:t>
      </w:r>
      <w:r>
        <w:tab/>
        <w:t>2.025e0</w:t>
      </w:r>
    </w:p>
    <w:p w14:paraId="2D30244A" w14:textId="77777777" w:rsidR="00810015" w:rsidRDefault="00810015" w:rsidP="00810015">
      <w:r>
        <w:t>193.4832</w:t>
      </w:r>
      <w:r>
        <w:tab/>
        <w:t>2.025e0</w:t>
      </w:r>
    </w:p>
    <w:p w14:paraId="2AECE388" w14:textId="77777777" w:rsidR="00810015" w:rsidRDefault="00810015" w:rsidP="00810015">
      <w:r>
        <w:t>193.5009</w:t>
      </w:r>
      <w:r>
        <w:tab/>
        <w:t>1.013e0</w:t>
      </w:r>
    </w:p>
    <w:p w14:paraId="5CE1982B" w14:textId="77777777" w:rsidR="00810015" w:rsidRDefault="00810015" w:rsidP="00810015">
      <w:r>
        <w:t>193.5162</w:t>
      </w:r>
      <w:r>
        <w:tab/>
        <w:t>1.013e0</w:t>
      </w:r>
    </w:p>
    <w:p w14:paraId="55979990" w14:textId="77777777" w:rsidR="00810015" w:rsidRDefault="00810015" w:rsidP="00810015">
      <w:r>
        <w:t>193.5193</w:t>
      </w:r>
      <w:r>
        <w:tab/>
        <w:t>1.013e0</w:t>
      </w:r>
    </w:p>
    <w:p w14:paraId="33EB1164" w14:textId="77777777" w:rsidR="00810015" w:rsidRDefault="00810015" w:rsidP="00810015">
      <w:r>
        <w:t>193.5518</w:t>
      </w:r>
      <w:r>
        <w:tab/>
        <w:t>2.025e0</w:t>
      </w:r>
    </w:p>
    <w:p w14:paraId="5C06E844" w14:textId="77777777" w:rsidR="00810015" w:rsidRDefault="00810015" w:rsidP="00810015">
      <w:r>
        <w:t>193.5604</w:t>
      </w:r>
      <w:r>
        <w:tab/>
        <w:t>1.013e0</w:t>
      </w:r>
    </w:p>
    <w:p w14:paraId="100968B9" w14:textId="77777777" w:rsidR="00810015" w:rsidRDefault="00810015" w:rsidP="00810015">
      <w:r>
        <w:t>193.5720</w:t>
      </w:r>
      <w:r>
        <w:tab/>
        <w:t>3.038e0</w:t>
      </w:r>
    </w:p>
    <w:p w14:paraId="540349E3" w14:textId="77777777" w:rsidR="00810015" w:rsidRDefault="00810015" w:rsidP="00810015">
      <w:r>
        <w:t>193.5835</w:t>
      </w:r>
      <w:r>
        <w:tab/>
        <w:t>1.013e0</w:t>
      </w:r>
    </w:p>
    <w:p w14:paraId="1D366AA6" w14:textId="77777777" w:rsidR="00810015" w:rsidRDefault="00810015" w:rsidP="00810015">
      <w:r>
        <w:t>193.6052</w:t>
      </w:r>
      <w:r>
        <w:tab/>
        <w:t>1.013e0</w:t>
      </w:r>
    </w:p>
    <w:p w14:paraId="4BA62C55" w14:textId="77777777" w:rsidR="00810015" w:rsidRDefault="00810015" w:rsidP="00810015">
      <w:r>
        <w:t>193.6127</w:t>
      </w:r>
      <w:r>
        <w:tab/>
        <w:t>1.013e0</w:t>
      </w:r>
    </w:p>
    <w:p w14:paraId="40FFA467" w14:textId="77777777" w:rsidR="00810015" w:rsidRDefault="00810015" w:rsidP="00810015">
      <w:r>
        <w:t>193.6171</w:t>
      </w:r>
      <w:r>
        <w:tab/>
        <w:t>1.013e0</w:t>
      </w:r>
    </w:p>
    <w:p w14:paraId="2A52CFFF" w14:textId="77777777" w:rsidR="00810015" w:rsidRDefault="00810015" w:rsidP="00810015">
      <w:r>
        <w:t>193.6315</w:t>
      </w:r>
      <w:r>
        <w:tab/>
        <w:t>3.038e0</w:t>
      </w:r>
    </w:p>
    <w:p w14:paraId="4602358A" w14:textId="77777777" w:rsidR="00810015" w:rsidRDefault="00810015" w:rsidP="00810015">
      <w:r>
        <w:lastRenderedPageBreak/>
        <w:t>193.6464</w:t>
      </w:r>
      <w:r>
        <w:tab/>
        <w:t>3.038e0</w:t>
      </w:r>
    </w:p>
    <w:p w14:paraId="5DCCC90C" w14:textId="77777777" w:rsidR="00810015" w:rsidRDefault="00810015" w:rsidP="00810015">
      <w:r>
        <w:t>193.6572</w:t>
      </w:r>
      <w:r>
        <w:tab/>
        <w:t>1.013e0</w:t>
      </w:r>
    </w:p>
    <w:p w14:paraId="1449AA01" w14:textId="77777777" w:rsidR="00810015" w:rsidRDefault="00810015" w:rsidP="00810015">
      <w:r>
        <w:t>193.6829</w:t>
      </w:r>
      <w:r>
        <w:tab/>
        <w:t>1.013e0</w:t>
      </w:r>
    </w:p>
    <w:p w14:paraId="690B9744" w14:textId="77777777" w:rsidR="00810015" w:rsidRDefault="00810015" w:rsidP="00810015">
      <w:r>
        <w:t>193.6866</w:t>
      </w:r>
      <w:r>
        <w:tab/>
        <w:t>1.013e0</w:t>
      </w:r>
    </w:p>
    <w:p w14:paraId="7CB700AA" w14:textId="77777777" w:rsidR="00810015" w:rsidRDefault="00810015" w:rsidP="00810015">
      <w:r>
        <w:t>193.6939</w:t>
      </w:r>
      <w:r>
        <w:tab/>
        <w:t>1.013e0</w:t>
      </w:r>
    </w:p>
    <w:p w14:paraId="13A1685B" w14:textId="77777777" w:rsidR="00810015" w:rsidRDefault="00810015" w:rsidP="00810015">
      <w:r>
        <w:t>193.7056</w:t>
      </w:r>
      <w:r>
        <w:tab/>
        <w:t>1.013e0</w:t>
      </w:r>
    </w:p>
    <w:p w14:paraId="322D226F" w14:textId="77777777" w:rsidR="00810015" w:rsidRDefault="00810015" w:rsidP="00810015">
      <w:r>
        <w:t>193.7418</w:t>
      </w:r>
      <w:r>
        <w:tab/>
        <w:t>1.013e0</w:t>
      </w:r>
    </w:p>
    <w:p w14:paraId="088EB8B8" w14:textId="77777777" w:rsidR="00810015" w:rsidRDefault="00810015" w:rsidP="00810015">
      <w:r>
        <w:t>193.7462</w:t>
      </w:r>
      <w:r>
        <w:tab/>
        <w:t>1.013e0</w:t>
      </w:r>
    </w:p>
    <w:p w14:paraId="66512DC1" w14:textId="77777777" w:rsidR="00810015" w:rsidRDefault="00810015" w:rsidP="00810015">
      <w:r>
        <w:t>193.7713</w:t>
      </w:r>
      <w:r>
        <w:tab/>
        <w:t>1.013e0</w:t>
      </w:r>
    </w:p>
    <w:p w14:paraId="535526D2" w14:textId="77777777" w:rsidR="00810015" w:rsidRDefault="00810015" w:rsidP="00810015">
      <w:r>
        <w:t>193.8081</w:t>
      </w:r>
      <w:r>
        <w:tab/>
        <w:t>1.013e0</w:t>
      </w:r>
    </w:p>
    <w:p w14:paraId="04BF1ABD" w14:textId="77777777" w:rsidR="00810015" w:rsidRDefault="00810015" w:rsidP="00810015">
      <w:r>
        <w:t>193.8155</w:t>
      </w:r>
      <w:r>
        <w:tab/>
        <w:t>1.013e0</w:t>
      </w:r>
    </w:p>
    <w:p w14:paraId="32716CF9" w14:textId="77777777" w:rsidR="00810015" w:rsidRDefault="00810015" w:rsidP="00810015">
      <w:r>
        <w:t>193.8265</w:t>
      </w:r>
      <w:r>
        <w:tab/>
        <w:t>2.025e0</w:t>
      </w:r>
    </w:p>
    <w:p w14:paraId="446E5BA8" w14:textId="77777777" w:rsidR="00810015" w:rsidRDefault="00810015" w:rsidP="00810015">
      <w:r>
        <w:t>193.8357</w:t>
      </w:r>
      <w:r>
        <w:tab/>
        <w:t>2.025e0</w:t>
      </w:r>
    </w:p>
    <w:p w14:paraId="58BF15A5" w14:textId="77777777" w:rsidR="00810015" w:rsidRDefault="00810015" w:rsidP="00810015">
      <w:r>
        <w:t>193.8382</w:t>
      </w:r>
      <w:r>
        <w:tab/>
        <w:t>1.013e0</w:t>
      </w:r>
    </w:p>
    <w:p w14:paraId="35AE3E13" w14:textId="77777777" w:rsidR="00810015" w:rsidRDefault="00810015" w:rsidP="00810015">
      <w:r>
        <w:t>193.8522</w:t>
      </w:r>
      <w:r>
        <w:tab/>
        <w:t>2.025e0</w:t>
      </w:r>
    </w:p>
    <w:p w14:paraId="78901E4A" w14:textId="77777777" w:rsidR="00810015" w:rsidRDefault="00810015" w:rsidP="00810015">
      <w:r>
        <w:t>193.9231</w:t>
      </w:r>
      <w:r>
        <w:tab/>
        <w:t>2.025e0</w:t>
      </w:r>
    </w:p>
    <w:p w14:paraId="4BE6F059" w14:textId="77777777" w:rsidR="00810015" w:rsidRDefault="00810015" w:rsidP="00810015">
      <w:r>
        <w:t>193.9493</w:t>
      </w:r>
      <w:r>
        <w:tab/>
        <w:t>1.013e0</w:t>
      </w:r>
    </w:p>
    <w:p w14:paraId="759F5CB9" w14:textId="77777777" w:rsidR="00810015" w:rsidRDefault="00810015" w:rsidP="00810015">
      <w:r>
        <w:t>193.9718</w:t>
      </w:r>
      <w:r>
        <w:tab/>
        <w:t>1.013e0</w:t>
      </w:r>
    </w:p>
    <w:p w14:paraId="7DB50F9A" w14:textId="77777777" w:rsidR="00810015" w:rsidRDefault="00810015" w:rsidP="00810015">
      <w:r>
        <w:t>194.0196</w:t>
      </w:r>
      <w:r>
        <w:tab/>
        <w:t>3.038e0</w:t>
      </w:r>
    </w:p>
    <w:p w14:paraId="26248474" w14:textId="77777777" w:rsidR="00810015" w:rsidRDefault="00810015" w:rsidP="00810015">
      <w:r>
        <w:lastRenderedPageBreak/>
        <w:t>194.0350</w:t>
      </w:r>
      <w:r>
        <w:tab/>
        <w:t>2.025e0</w:t>
      </w:r>
    </w:p>
    <w:p w14:paraId="61FA1335" w14:textId="77777777" w:rsidR="00810015" w:rsidRDefault="00810015" w:rsidP="00810015">
      <w:r>
        <w:t>194.0527</w:t>
      </w:r>
      <w:r>
        <w:tab/>
        <w:t>1.013e0</w:t>
      </w:r>
    </w:p>
    <w:p w14:paraId="51BFB384" w14:textId="77777777" w:rsidR="00810015" w:rsidRDefault="00810015" w:rsidP="00810015">
      <w:r>
        <w:t>194.0742</w:t>
      </w:r>
      <w:r>
        <w:tab/>
        <w:t>4.051e0</w:t>
      </w:r>
    </w:p>
    <w:p w14:paraId="4256B1EF" w14:textId="77777777" w:rsidR="00810015" w:rsidRDefault="00810015" w:rsidP="00810015">
      <w:r>
        <w:t>194.0821</w:t>
      </w:r>
      <w:r>
        <w:tab/>
        <w:t>4.051e0</w:t>
      </w:r>
    </w:p>
    <w:p w14:paraId="12F4F5A5" w14:textId="77777777" w:rsidR="00810015" w:rsidRDefault="00810015" w:rsidP="00810015">
      <w:r>
        <w:t>194.0970</w:t>
      </w:r>
      <w:r>
        <w:tab/>
        <w:t>2.025e0</w:t>
      </w:r>
    </w:p>
    <w:p w14:paraId="5A8069EC" w14:textId="77777777" w:rsidR="00810015" w:rsidRDefault="00810015" w:rsidP="00810015">
      <w:r>
        <w:t>194.1120</w:t>
      </w:r>
      <w:r>
        <w:tab/>
        <w:t>3.504e0</w:t>
      </w:r>
    </w:p>
    <w:p w14:paraId="0B6C584E" w14:textId="77777777" w:rsidR="00810015" w:rsidRDefault="00810015" w:rsidP="00810015">
      <w:r>
        <w:t>194.1155</w:t>
      </w:r>
      <w:r>
        <w:tab/>
        <w:t>8.332e0</w:t>
      </w:r>
    </w:p>
    <w:p w14:paraId="56846C72" w14:textId="77777777" w:rsidR="00810015" w:rsidRDefault="00810015" w:rsidP="00810015">
      <w:r>
        <w:t>194.1189</w:t>
      </w:r>
      <w:r>
        <w:tab/>
        <w:t>1.249e1</w:t>
      </w:r>
    </w:p>
    <w:p w14:paraId="31412F86" w14:textId="77777777" w:rsidR="00810015" w:rsidRDefault="00810015" w:rsidP="00810015">
      <w:r>
        <w:t>194.1223</w:t>
      </w:r>
      <w:r>
        <w:tab/>
        <w:t>4.051e0</w:t>
      </w:r>
    </w:p>
    <w:p w14:paraId="2CC906EA" w14:textId="77777777" w:rsidR="00810015" w:rsidRDefault="00810015" w:rsidP="00810015">
      <w:r>
        <w:t>194.1511</w:t>
      </w:r>
      <w:r>
        <w:tab/>
        <w:t>2.025e0</w:t>
      </w:r>
    </w:p>
    <w:p w14:paraId="371B13AD" w14:textId="77777777" w:rsidR="00810015" w:rsidRDefault="00810015" w:rsidP="00810015">
      <w:r>
        <w:t>194.1523</w:t>
      </w:r>
      <w:r>
        <w:tab/>
        <w:t>2.025e0</w:t>
      </w:r>
    </w:p>
    <w:p w14:paraId="24CEB76E" w14:textId="77777777" w:rsidR="00810015" w:rsidRDefault="00810015" w:rsidP="00810015">
      <w:r>
        <w:t>194.1541</w:t>
      </w:r>
      <w:r>
        <w:tab/>
        <w:t>3.016e0</w:t>
      </w:r>
    </w:p>
    <w:p w14:paraId="295FB9CC" w14:textId="77777777" w:rsidR="00810015" w:rsidRDefault="00810015" w:rsidP="00810015">
      <w:r>
        <w:t>194.1615</w:t>
      </w:r>
      <w:r>
        <w:tab/>
        <w:t>2.025e0</w:t>
      </w:r>
    </w:p>
    <w:p w14:paraId="5867A1D9" w14:textId="77777777" w:rsidR="00810015" w:rsidRDefault="00810015" w:rsidP="00810015">
      <w:r>
        <w:t>194.1651</w:t>
      </w:r>
      <w:r>
        <w:tab/>
        <w:t>2.025e0</w:t>
      </w:r>
    </w:p>
    <w:p w14:paraId="1AB8DA66" w14:textId="77777777" w:rsidR="00810015" w:rsidRDefault="00810015" w:rsidP="00810015">
      <w:r>
        <w:t>194.2003</w:t>
      </w:r>
      <w:r>
        <w:tab/>
        <w:t>2.025e0</w:t>
      </w:r>
    </w:p>
    <w:p w14:paraId="409F495B" w14:textId="77777777" w:rsidR="00810015" w:rsidRDefault="00810015" w:rsidP="00810015">
      <w:r>
        <w:t>194.2041</w:t>
      </w:r>
      <w:r>
        <w:tab/>
        <w:t>3.038e0</w:t>
      </w:r>
    </w:p>
    <w:p w14:paraId="39CDFAC8" w14:textId="77777777" w:rsidR="00810015" w:rsidRDefault="00810015" w:rsidP="00810015">
      <w:r>
        <w:t>194.2489</w:t>
      </w:r>
      <w:r>
        <w:tab/>
        <w:t>2.025e0</w:t>
      </w:r>
    </w:p>
    <w:p w14:paraId="2E1A9284" w14:textId="77777777" w:rsidR="00810015" w:rsidRDefault="00810015" w:rsidP="00810015">
      <w:r>
        <w:t>194.2601</w:t>
      </w:r>
      <w:r>
        <w:tab/>
        <w:t>2.025e0</w:t>
      </w:r>
    </w:p>
    <w:p w14:paraId="4C738CD9" w14:textId="77777777" w:rsidR="00810015" w:rsidRDefault="00810015" w:rsidP="00810015">
      <w:r>
        <w:t>194.2957</w:t>
      </w:r>
      <w:r>
        <w:tab/>
        <w:t>2.025e0</w:t>
      </w:r>
    </w:p>
    <w:p w14:paraId="07EF31D5" w14:textId="77777777" w:rsidR="00810015" w:rsidRDefault="00810015" w:rsidP="00810015">
      <w:r>
        <w:lastRenderedPageBreak/>
        <w:t>194.3241</w:t>
      </w:r>
      <w:r>
        <w:tab/>
        <w:t>1.013e0</w:t>
      </w:r>
    </w:p>
    <w:p w14:paraId="7E57796A" w14:textId="77777777" w:rsidR="00810015" w:rsidRDefault="00810015" w:rsidP="00810015">
      <w:r>
        <w:t>194.3271</w:t>
      </w:r>
      <w:r>
        <w:tab/>
        <w:t>1.013e0</w:t>
      </w:r>
    </w:p>
    <w:p w14:paraId="7CD9CAD2" w14:textId="77777777" w:rsidR="00810015" w:rsidRDefault="00810015" w:rsidP="00810015">
      <w:r>
        <w:t>194.3437</w:t>
      </w:r>
      <w:r>
        <w:tab/>
        <w:t>2.025e0</w:t>
      </w:r>
    </w:p>
    <w:p w14:paraId="4A46C91C" w14:textId="77777777" w:rsidR="00810015" w:rsidRDefault="00810015" w:rsidP="00810015">
      <w:r>
        <w:t>194.3646</w:t>
      </w:r>
      <w:r>
        <w:tab/>
        <w:t>2.025e0</w:t>
      </w:r>
    </w:p>
    <w:p w14:paraId="189E0387" w14:textId="77777777" w:rsidR="00810015" w:rsidRDefault="00810015" w:rsidP="00810015">
      <w:r>
        <w:t>194.3713</w:t>
      </w:r>
      <w:r>
        <w:tab/>
        <w:t>1.013e0</w:t>
      </w:r>
    </w:p>
    <w:p w14:paraId="00FA090B" w14:textId="77777777" w:rsidR="00810015" w:rsidRDefault="00810015" w:rsidP="00810015">
      <w:r>
        <w:t>194.3904</w:t>
      </w:r>
      <w:r>
        <w:tab/>
        <w:t>1.013e0</w:t>
      </w:r>
    </w:p>
    <w:p w14:paraId="1339AAEA" w14:textId="77777777" w:rsidR="00810015" w:rsidRDefault="00810015" w:rsidP="00810015">
      <w:r>
        <w:t>194.4273</w:t>
      </w:r>
      <w:r>
        <w:tab/>
        <w:t>1.013e0</w:t>
      </w:r>
    </w:p>
    <w:p w14:paraId="265E842A" w14:textId="77777777" w:rsidR="00810015" w:rsidRDefault="00810015" w:rsidP="00810015">
      <w:r>
        <w:t>194.4524</w:t>
      </w:r>
      <w:r>
        <w:tab/>
        <w:t>1.013e0</w:t>
      </w:r>
    </w:p>
    <w:p w14:paraId="1301043B" w14:textId="77777777" w:rsidR="00810015" w:rsidRDefault="00810015" w:rsidP="00810015">
      <w:r>
        <w:t>194.4708</w:t>
      </w:r>
      <w:r>
        <w:tab/>
        <w:t>1.013e0</w:t>
      </w:r>
    </w:p>
    <w:p w14:paraId="290C19C6" w14:textId="77777777" w:rsidR="00810015" w:rsidRDefault="00810015" w:rsidP="00810015">
      <w:r>
        <w:t>194.4929</w:t>
      </w:r>
      <w:r>
        <w:tab/>
        <w:t>2.025e0</w:t>
      </w:r>
    </w:p>
    <w:p w14:paraId="504583F4" w14:textId="77777777" w:rsidR="00810015" w:rsidRDefault="00810015" w:rsidP="00810015">
      <w:r>
        <w:t>194.5190</w:t>
      </w:r>
      <w:r>
        <w:tab/>
        <w:t>2.025e0</w:t>
      </w:r>
    </w:p>
    <w:p w14:paraId="15E4009F" w14:textId="77777777" w:rsidR="00810015" w:rsidRDefault="00810015" w:rsidP="00810015">
      <w:r>
        <w:t>194.5227</w:t>
      </w:r>
      <w:r>
        <w:tab/>
        <w:t>1.013e0</w:t>
      </w:r>
    </w:p>
    <w:p w14:paraId="66F88ECE" w14:textId="77777777" w:rsidR="00810015" w:rsidRDefault="00810015" w:rsidP="00810015">
      <w:r>
        <w:t>194.5493</w:t>
      </w:r>
      <w:r>
        <w:tab/>
        <w:t>2.025e0</w:t>
      </w:r>
    </w:p>
    <w:p w14:paraId="688B53C5" w14:textId="77777777" w:rsidR="00810015" w:rsidRDefault="00810015" w:rsidP="00810015">
      <w:r>
        <w:t>194.5978</w:t>
      </w:r>
      <w:r>
        <w:tab/>
        <w:t>1.013e0</w:t>
      </w:r>
    </w:p>
    <w:p w14:paraId="44198BBA" w14:textId="77777777" w:rsidR="00810015" w:rsidRDefault="00810015" w:rsidP="00810015">
      <w:r>
        <w:t>194.6069</w:t>
      </w:r>
      <w:r>
        <w:tab/>
        <w:t>2.025e0</w:t>
      </w:r>
    </w:p>
    <w:p w14:paraId="23122C46" w14:textId="77777777" w:rsidR="00810015" w:rsidRDefault="00810015" w:rsidP="00810015">
      <w:r>
        <w:t>194.6170</w:t>
      </w:r>
      <w:r>
        <w:tab/>
        <w:t>1.013e0</w:t>
      </w:r>
    </w:p>
    <w:p w14:paraId="0B393AC5" w14:textId="77777777" w:rsidR="00810015" w:rsidRDefault="00810015" w:rsidP="00810015">
      <w:r>
        <w:t>194.6237</w:t>
      </w:r>
      <w:r>
        <w:tab/>
        <w:t>2.025e0</w:t>
      </w:r>
    </w:p>
    <w:p w14:paraId="2D905A07" w14:textId="77777777" w:rsidR="00810015" w:rsidRDefault="00810015" w:rsidP="00810015">
      <w:r>
        <w:t>194.6384</w:t>
      </w:r>
      <w:r>
        <w:tab/>
        <w:t>1.013e0</w:t>
      </w:r>
    </w:p>
    <w:p w14:paraId="15DA9CCE" w14:textId="77777777" w:rsidR="00810015" w:rsidRDefault="00810015" w:rsidP="00810015">
      <w:r>
        <w:t>194.6464</w:t>
      </w:r>
      <w:r>
        <w:tab/>
        <w:t>1.013e0</w:t>
      </w:r>
    </w:p>
    <w:p w14:paraId="7EBE51A4" w14:textId="77777777" w:rsidR="00810015" w:rsidRDefault="00810015" w:rsidP="00810015">
      <w:r>
        <w:lastRenderedPageBreak/>
        <w:t>194.6796</w:t>
      </w:r>
      <w:r>
        <w:tab/>
        <w:t>1.013e0</w:t>
      </w:r>
    </w:p>
    <w:p w14:paraId="664EF35E" w14:textId="77777777" w:rsidR="00810015" w:rsidRDefault="00810015" w:rsidP="00810015">
      <w:r>
        <w:t>194.7159</w:t>
      </w:r>
      <w:r>
        <w:tab/>
        <w:t>1.013e0</w:t>
      </w:r>
    </w:p>
    <w:p w14:paraId="7DDB4179" w14:textId="77777777" w:rsidR="00810015" w:rsidRDefault="00810015" w:rsidP="00810015">
      <w:r>
        <w:t>194.7195</w:t>
      </w:r>
      <w:r>
        <w:tab/>
        <w:t>1.013e0</w:t>
      </w:r>
    </w:p>
    <w:p w14:paraId="5F6BC77A" w14:textId="77777777" w:rsidR="00810015" w:rsidRDefault="00810015" w:rsidP="00810015">
      <w:r>
        <w:t>194.7380</w:t>
      </w:r>
      <w:r>
        <w:tab/>
        <w:t>1.013e0</w:t>
      </w:r>
    </w:p>
    <w:p w14:paraId="44D06B5C" w14:textId="77777777" w:rsidR="00810015" w:rsidRDefault="00810015" w:rsidP="00810015">
      <w:r>
        <w:t>194.7424</w:t>
      </w:r>
      <w:r>
        <w:tab/>
        <w:t>1.013e0</w:t>
      </w:r>
    </w:p>
    <w:p w14:paraId="0AB392AC" w14:textId="77777777" w:rsidR="00810015" w:rsidRDefault="00810015" w:rsidP="00810015">
      <w:r>
        <w:t>194.7491</w:t>
      </w:r>
      <w:r>
        <w:tab/>
        <w:t>1.013e0</w:t>
      </w:r>
    </w:p>
    <w:p w14:paraId="260E99B1" w14:textId="77777777" w:rsidR="00810015" w:rsidRDefault="00810015" w:rsidP="00810015">
      <w:r>
        <w:t>194.8268</w:t>
      </w:r>
      <w:r>
        <w:tab/>
        <w:t>1.013e0</w:t>
      </w:r>
    </w:p>
    <w:p w14:paraId="192AE08A" w14:textId="77777777" w:rsidR="00810015" w:rsidRDefault="00810015" w:rsidP="00810015">
      <w:r>
        <w:t>194.8569</w:t>
      </w:r>
      <w:r>
        <w:tab/>
        <w:t>1.013e0</w:t>
      </w:r>
    </w:p>
    <w:p w14:paraId="1CF4BB51" w14:textId="77777777" w:rsidR="00810015" w:rsidRDefault="00810015" w:rsidP="00810015">
      <w:r>
        <w:t>194.8870</w:t>
      </w:r>
      <w:r>
        <w:tab/>
        <w:t>1.013e0</w:t>
      </w:r>
    </w:p>
    <w:p w14:paraId="73C2DA34" w14:textId="77777777" w:rsidR="00810015" w:rsidRDefault="00810015" w:rsidP="00810015">
      <w:r>
        <w:t>194.9057</w:t>
      </w:r>
      <w:r>
        <w:tab/>
        <w:t>1.013e0</w:t>
      </w:r>
    </w:p>
    <w:p w14:paraId="1539FD8C" w14:textId="77777777" w:rsidR="00810015" w:rsidRDefault="00810015" w:rsidP="00810015">
      <w:r>
        <w:t>194.9130</w:t>
      </w:r>
      <w:r>
        <w:tab/>
        <w:t>1.013e0</w:t>
      </w:r>
    </w:p>
    <w:p w14:paraId="6CC092B0" w14:textId="77777777" w:rsidR="00810015" w:rsidRDefault="00810015" w:rsidP="00810015">
      <w:r>
        <w:t>194.9498</w:t>
      </w:r>
      <w:r>
        <w:tab/>
        <w:t>2.025e0</w:t>
      </w:r>
    </w:p>
    <w:p w14:paraId="32C857EF" w14:textId="77777777" w:rsidR="00810015" w:rsidRDefault="00810015" w:rsidP="00810015">
      <w:r>
        <w:t>194.9744</w:t>
      </w:r>
      <w:r>
        <w:tab/>
        <w:t>3.038e0</w:t>
      </w:r>
    </w:p>
    <w:p w14:paraId="4AE2382D" w14:textId="77777777" w:rsidR="00810015" w:rsidRDefault="00810015" w:rsidP="00810015">
      <w:r>
        <w:t>194.9794</w:t>
      </w:r>
      <w:r>
        <w:tab/>
        <w:t>5.063e0</w:t>
      </w:r>
    </w:p>
    <w:p w14:paraId="6391F3B5" w14:textId="77777777" w:rsidR="00810015" w:rsidRDefault="00810015" w:rsidP="00810015">
      <w:r>
        <w:t>194.9886</w:t>
      </w:r>
      <w:r>
        <w:tab/>
        <w:t>2.025e0</w:t>
      </w:r>
    </w:p>
    <w:p w14:paraId="713F4D07" w14:textId="77777777" w:rsidR="00810015" w:rsidRDefault="00810015" w:rsidP="00810015">
      <w:r>
        <w:t>195.0015</w:t>
      </w:r>
      <w:r>
        <w:tab/>
        <w:t>1.013e0</w:t>
      </w:r>
    </w:p>
    <w:p w14:paraId="247B036D" w14:textId="77777777" w:rsidR="00810015" w:rsidRDefault="00810015" w:rsidP="00810015">
      <w:r>
        <w:t>195.0606</w:t>
      </w:r>
      <w:r>
        <w:tab/>
        <w:t>1.013e0</w:t>
      </w:r>
    </w:p>
    <w:p w14:paraId="1E3F2612" w14:textId="77777777" w:rsidR="00810015" w:rsidRDefault="00810015" w:rsidP="00810015">
      <w:r>
        <w:t>195.0643</w:t>
      </w:r>
      <w:r>
        <w:tab/>
        <w:t>1.013e0</w:t>
      </w:r>
    </w:p>
    <w:p w14:paraId="77A4403A" w14:textId="77777777" w:rsidR="00810015" w:rsidRDefault="00810015" w:rsidP="00810015">
      <w:r>
        <w:t>195.0716</w:t>
      </w:r>
      <w:r>
        <w:tab/>
        <w:t>3.038e0</w:t>
      </w:r>
    </w:p>
    <w:p w14:paraId="7340DA0B" w14:textId="77777777" w:rsidR="00810015" w:rsidRDefault="00810015" w:rsidP="00810015">
      <w:r>
        <w:lastRenderedPageBreak/>
        <w:t>195.0959</w:t>
      </w:r>
      <w:r>
        <w:tab/>
        <w:t>2.025e0</w:t>
      </w:r>
    </w:p>
    <w:p w14:paraId="19F9C445" w14:textId="77777777" w:rsidR="00810015" w:rsidRDefault="00810015" w:rsidP="00810015">
      <w:r>
        <w:t>195.0976</w:t>
      </w:r>
      <w:r>
        <w:tab/>
        <w:t>1.887e0</w:t>
      </w:r>
    </w:p>
    <w:p w14:paraId="1DEB50AD" w14:textId="77777777" w:rsidR="00810015" w:rsidRDefault="00810015" w:rsidP="00810015">
      <w:r>
        <w:t>195.1108</w:t>
      </w:r>
      <w:r>
        <w:tab/>
        <w:t>1.659e0</w:t>
      </w:r>
    </w:p>
    <w:p w14:paraId="6782CCDE" w14:textId="77777777" w:rsidR="00810015" w:rsidRDefault="00810015" w:rsidP="00810015">
      <w:r>
        <w:t>195.1200</w:t>
      </w:r>
      <w:r>
        <w:tab/>
        <w:t>8.954e0</w:t>
      </w:r>
    </w:p>
    <w:p w14:paraId="1FFA608E" w14:textId="77777777" w:rsidR="00810015" w:rsidRDefault="00810015" w:rsidP="00810015">
      <w:r>
        <w:t>195.1288</w:t>
      </w:r>
      <w:r>
        <w:tab/>
        <w:t>6.731e0</w:t>
      </w:r>
    </w:p>
    <w:p w14:paraId="6356DD62" w14:textId="77777777" w:rsidR="00810015" w:rsidRDefault="00810015" w:rsidP="00810015">
      <w:r>
        <w:t>195.1410</w:t>
      </w:r>
      <w:r>
        <w:tab/>
        <w:t>4.734e0</w:t>
      </w:r>
    </w:p>
    <w:p w14:paraId="1677E27A" w14:textId="77777777" w:rsidR="00810015" w:rsidRDefault="00810015" w:rsidP="00810015">
      <w:r>
        <w:t>195.1465</w:t>
      </w:r>
      <w:r>
        <w:tab/>
        <w:t>1.848e0</w:t>
      </w:r>
    </w:p>
    <w:p w14:paraId="10382F0D" w14:textId="77777777" w:rsidR="00810015" w:rsidRDefault="00810015" w:rsidP="00810015">
      <w:r>
        <w:t>195.1765</w:t>
      </w:r>
      <w:r>
        <w:tab/>
        <w:t>1.013e0</w:t>
      </w:r>
    </w:p>
    <w:p w14:paraId="5671B933" w14:textId="77777777" w:rsidR="00810015" w:rsidRDefault="00810015" w:rsidP="00810015">
      <w:r>
        <w:t>195.1800</w:t>
      </w:r>
      <w:r>
        <w:tab/>
        <w:t>3.038e0</w:t>
      </w:r>
    </w:p>
    <w:p w14:paraId="63DAAB33" w14:textId="77777777" w:rsidR="00810015" w:rsidRDefault="00810015" w:rsidP="00810015">
      <w:r>
        <w:t>195.1828</w:t>
      </w:r>
      <w:r>
        <w:tab/>
        <w:t>3.038e0</w:t>
      </w:r>
    </w:p>
    <w:p w14:paraId="56E69CEA" w14:textId="77777777" w:rsidR="00810015" w:rsidRDefault="00810015" w:rsidP="00810015">
      <w:r>
        <w:t>195.1841</w:t>
      </w:r>
      <w:r>
        <w:tab/>
        <w:t>1.013e0</w:t>
      </w:r>
    </w:p>
    <w:p w14:paraId="681EB198" w14:textId="77777777" w:rsidR="00810015" w:rsidRDefault="00810015" w:rsidP="00810015">
      <w:r>
        <w:t>195.1870</w:t>
      </w:r>
      <w:r>
        <w:tab/>
        <w:t>4.051e0</w:t>
      </w:r>
    </w:p>
    <w:p w14:paraId="7C900655" w14:textId="77777777" w:rsidR="00810015" w:rsidRDefault="00810015" w:rsidP="00810015">
      <w:r>
        <w:t>195.2216</w:t>
      </w:r>
      <w:r>
        <w:tab/>
        <w:t>1.013e0</w:t>
      </w:r>
    </w:p>
    <w:p w14:paraId="3C4FDD38" w14:textId="77777777" w:rsidR="00810015" w:rsidRDefault="00810015" w:rsidP="00810015">
      <w:r>
        <w:t>195.2319</w:t>
      </w:r>
      <w:r>
        <w:tab/>
        <w:t>1.013e0</w:t>
      </w:r>
    </w:p>
    <w:p w14:paraId="5EE68E60" w14:textId="77777777" w:rsidR="00810015" w:rsidRDefault="00810015" w:rsidP="00810015">
      <w:r>
        <w:t>195.2541</w:t>
      </w:r>
      <w:r>
        <w:tab/>
        <w:t>1.013e0</w:t>
      </w:r>
    </w:p>
    <w:p w14:paraId="4DF0DB55" w14:textId="77777777" w:rsidR="00810015" w:rsidRDefault="00810015" w:rsidP="00810015">
      <w:r>
        <w:t>195.2726</w:t>
      </w:r>
      <w:r>
        <w:tab/>
        <w:t>1.013e0</w:t>
      </w:r>
    </w:p>
    <w:p w14:paraId="2C1B1948" w14:textId="77777777" w:rsidR="00810015" w:rsidRDefault="00810015" w:rsidP="00810015">
      <w:r>
        <w:t>195.2818</w:t>
      </w:r>
      <w:r>
        <w:tab/>
        <w:t>2.025e0</w:t>
      </w:r>
    </w:p>
    <w:p w14:paraId="26A5AAFC" w14:textId="77777777" w:rsidR="00810015" w:rsidRDefault="00810015" w:rsidP="00810015">
      <w:r>
        <w:t>195.2837</w:t>
      </w:r>
      <w:r>
        <w:tab/>
        <w:t>2.025e0</w:t>
      </w:r>
    </w:p>
    <w:p w14:paraId="3C9D587E" w14:textId="77777777" w:rsidR="00810015" w:rsidRDefault="00810015" w:rsidP="00810015">
      <w:r>
        <w:t>195.2985</w:t>
      </w:r>
      <w:r>
        <w:tab/>
        <w:t>1.013e0</w:t>
      </w:r>
    </w:p>
    <w:p w14:paraId="7B58B688" w14:textId="77777777" w:rsidR="00810015" w:rsidRDefault="00810015" w:rsidP="00810015">
      <w:r>
        <w:lastRenderedPageBreak/>
        <w:t>195.3059</w:t>
      </w:r>
      <w:r>
        <w:tab/>
        <w:t>1.013e0</w:t>
      </w:r>
    </w:p>
    <w:p w14:paraId="155F7AAB" w14:textId="77777777" w:rsidR="00810015" w:rsidRDefault="00810015" w:rsidP="00810015">
      <w:r>
        <w:t>195.3280</w:t>
      </w:r>
      <w:r>
        <w:tab/>
        <w:t>1.013e0</w:t>
      </w:r>
    </w:p>
    <w:p w14:paraId="0AF19DF5" w14:textId="77777777" w:rsidR="00810015" w:rsidRDefault="00810015" w:rsidP="00810015">
      <w:r>
        <w:t>195.3685</w:t>
      </w:r>
      <w:r>
        <w:tab/>
        <w:t>1.013e0</w:t>
      </w:r>
    </w:p>
    <w:p w14:paraId="72457D71" w14:textId="77777777" w:rsidR="00810015" w:rsidRDefault="00810015" w:rsidP="00810015">
      <w:r>
        <w:t>195.3723</w:t>
      </w:r>
      <w:r>
        <w:tab/>
        <w:t>1.013e0</w:t>
      </w:r>
    </w:p>
    <w:p w14:paraId="6EEA5627" w14:textId="77777777" w:rsidR="00810015" w:rsidRDefault="00810015" w:rsidP="00810015">
      <w:r>
        <w:t>195.4306</w:t>
      </w:r>
      <w:r>
        <w:tab/>
        <w:t>2.025e0</w:t>
      </w:r>
    </w:p>
    <w:p w14:paraId="2EF80AFC" w14:textId="77777777" w:rsidR="00810015" w:rsidRDefault="00810015" w:rsidP="00810015">
      <w:r>
        <w:t>195.4476</w:t>
      </w:r>
      <w:r>
        <w:tab/>
        <w:t>1.013e0</w:t>
      </w:r>
    </w:p>
    <w:p w14:paraId="7CCA1FEA" w14:textId="77777777" w:rsidR="00810015" w:rsidRDefault="00810015" w:rsidP="00810015">
      <w:r>
        <w:t>195.4626</w:t>
      </w:r>
      <w:r>
        <w:tab/>
        <w:t>1.013e0</w:t>
      </w:r>
    </w:p>
    <w:p w14:paraId="713740F3" w14:textId="77777777" w:rsidR="00810015" w:rsidRDefault="00810015" w:rsidP="00810015">
      <w:r>
        <w:t>195.4921</w:t>
      </w:r>
      <w:r>
        <w:tab/>
        <w:t>1.013e0</w:t>
      </w:r>
    </w:p>
    <w:p w14:paraId="6FC3AEAC" w14:textId="77777777" w:rsidR="00810015" w:rsidRDefault="00810015" w:rsidP="00810015">
      <w:r>
        <w:t>195.4995</w:t>
      </w:r>
      <w:r>
        <w:tab/>
        <w:t>1.013e0</w:t>
      </w:r>
    </w:p>
    <w:p w14:paraId="4110FB30" w14:textId="77777777" w:rsidR="00810015" w:rsidRDefault="00810015" w:rsidP="00810015">
      <w:r>
        <w:t>195.5080</w:t>
      </w:r>
      <w:r>
        <w:tab/>
        <w:t>4.051e0</w:t>
      </w:r>
    </w:p>
    <w:p w14:paraId="43814045" w14:textId="77777777" w:rsidR="00810015" w:rsidRDefault="00810015" w:rsidP="00810015">
      <w:r>
        <w:t>195.5124</w:t>
      </w:r>
      <w:r>
        <w:tab/>
        <w:t>2.025e0</w:t>
      </w:r>
    </w:p>
    <w:p w14:paraId="508B7D1E" w14:textId="77777777" w:rsidR="00810015" w:rsidRDefault="00810015" w:rsidP="00810015">
      <w:r>
        <w:t>195.5216</w:t>
      </w:r>
      <w:r>
        <w:tab/>
        <w:t>1.013e0</w:t>
      </w:r>
    </w:p>
    <w:p w14:paraId="124BD0E0" w14:textId="77777777" w:rsidR="00810015" w:rsidRDefault="00810015" w:rsidP="00810015">
      <w:r>
        <w:t>195.5353</w:t>
      </w:r>
      <w:r>
        <w:tab/>
        <w:t>2.025e0</w:t>
      </w:r>
    </w:p>
    <w:p w14:paraId="0198E736" w14:textId="77777777" w:rsidR="00810015" w:rsidRDefault="00810015" w:rsidP="00810015">
      <w:r>
        <w:t>195.5364</w:t>
      </w:r>
      <w:r>
        <w:tab/>
        <w:t>2.025e0</w:t>
      </w:r>
    </w:p>
    <w:p w14:paraId="61EAC12E" w14:textId="77777777" w:rsidR="00810015" w:rsidRDefault="00810015" w:rsidP="00810015">
      <w:r>
        <w:t>195.5438</w:t>
      </w:r>
      <w:r>
        <w:tab/>
        <w:t>1.013e0</w:t>
      </w:r>
    </w:p>
    <w:p w14:paraId="0601F541" w14:textId="77777777" w:rsidR="00810015" w:rsidRDefault="00810015" w:rsidP="00810015">
      <w:r>
        <w:t>195.5475</w:t>
      </w:r>
      <w:r>
        <w:tab/>
        <w:t>1.013e0</w:t>
      </w:r>
    </w:p>
    <w:p w14:paraId="142A8101" w14:textId="77777777" w:rsidR="00810015" w:rsidRDefault="00810015" w:rsidP="00810015">
      <w:r>
        <w:t>195.5586</w:t>
      </w:r>
      <w:r>
        <w:tab/>
        <w:t>1.013e0</w:t>
      </w:r>
    </w:p>
    <w:p w14:paraId="3DA3B44B" w14:textId="77777777" w:rsidR="00810015" w:rsidRDefault="00810015" w:rsidP="00810015">
      <w:r>
        <w:t>195.5955</w:t>
      </w:r>
      <w:r>
        <w:tab/>
        <w:t>1.013e0</w:t>
      </w:r>
    </w:p>
    <w:p w14:paraId="4C486C2D" w14:textId="77777777" w:rsidR="00810015" w:rsidRDefault="00810015" w:rsidP="00810015">
      <w:r>
        <w:t>195.5992</w:t>
      </w:r>
      <w:r>
        <w:tab/>
        <w:t>1.013e0</w:t>
      </w:r>
    </w:p>
    <w:p w14:paraId="116AC667" w14:textId="77777777" w:rsidR="00810015" w:rsidRDefault="00810015" w:rsidP="00810015">
      <w:r>
        <w:lastRenderedPageBreak/>
        <w:t>195.6436</w:t>
      </w:r>
      <w:r>
        <w:tab/>
        <w:t>1.013e0</w:t>
      </w:r>
    </w:p>
    <w:p w14:paraId="484A1EE8" w14:textId="77777777" w:rsidR="00810015" w:rsidRDefault="00810015" w:rsidP="00810015">
      <w:r>
        <w:t>195.6474</w:t>
      </w:r>
      <w:r>
        <w:tab/>
        <w:t>2.025e0</w:t>
      </w:r>
    </w:p>
    <w:p w14:paraId="5E907AAE" w14:textId="77777777" w:rsidR="00810015" w:rsidRDefault="00810015" w:rsidP="00810015">
      <w:r>
        <w:t>195.6782</w:t>
      </w:r>
      <w:r>
        <w:tab/>
        <w:t>1.013e0</w:t>
      </w:r>
    </w:p>
    <w:p w14:paraId="67BF3B3A" w14:textId="77777777" w:rsidR="00810015" w:rsidRDefault="00810015" w:rsidP="00810015">
      <w:r>
        <w:t>195.7002</w:t>
      </w:r>
      <w:r>
        <w:tab/>
        <w:t>1.013e0</w:t>
      </w:r>
    </w:p>
    <w:p w14:paraId="2E500DFE" w14:textId="77777777" w:rsidR="00810015" w:rsidRDefault="00810015" w:rsidP="00810015">
      <w:r>
        <w:t>195.7170</w:t>
      </w:r>
      <w:r>
        <w:tab/>
        <w:t>2.025e0</w:t>
      </w:r>
    </w:p>
    <w:p w14:paraId="50358EA8" w14:textId="77777777" w:rsidR="00810015" w:rsidRDefault="00810015" w:rsidP="00810015">
      <w:r>
        <w:t>195.7266</w:t>
      </w:r>
      <w:r>
        <w:tab/>
        <w:t>1.013e0</w:t>
      </w:r>
    </w:p>
    <w:p w14:paraId="31AEA484" w14:textId="77777777" w:rsidR="00810015" w:rsidRDefault="00810015" w:rsidP="00810015">
      <w:r>
        <w:t>195.7344</w:t>
      </w:r>
      <w:r>
        <w:tab/>
        <w:t>3.038e0</w:t>
      </w:r>
    </w:p>
    <w:p w14:paraId="13EA1B7F" w14:textId="77777777" w:rsidR="00810015" w:rsidRDefault="00810015" w:rsidP="00810015">
      <w:r>
        <w:t>195.7523</w:t>
      </w:r>
      <w:r>
        <w:tab/>
        <w:t>1.013e0</w:t>
      </w:r>
    </w:p>
    <w:p w14:paraId="172D8BD0" w14:textId="77777777" w:rsidR="00810015" w:rsidRDefault="00810015" w:rsidP="00810015">
      <w:r>
        <w:t>195.7579</w:t>
      </w:r>
      <w:r>
        <w:tab/>
        <w:t>2.025e0</w:t>
      </w:r>
    </w:p>
    <w:p w14:paraId="495978A3" w14:textId="77777777" w:rsidR="00810015" w:rsidRDefault="00810015" w:rsidP="00810015">
      <w:r>
        <w:t>195.7744</w:t>
      </w:r>
      <w:r>
        <w:tab/>
        <w:t>1.013e0</w:t>
      </w:r>
    </w:p>
    <w:p w14:paraId="0875E966" w14:textId="77777777" w:rsidR="00810015" w:rsidRDefault="00810015" w:rsidP="00810015">
      <w:r>
        <w:t>195.7855</w:t>
      </w:r>
      <w:r>
        <w:tab/>
        <w:t>1.013e0</w:t>
      </w:r>
    </w:p>
    <w:p w14:paraId="2E879BEA" w14:textId="77777777" w:rsidR="00810015" w:rsidRDefault="00810015" w:rsidP="00810015">
      <w:r>
        <w:t>195.8262</w:t>
      </w:r>
      <w:r>
        <w:tab/>
        <w:t>2.025e0</w:t>
      </w:r>
    </w:p>
    <w:p w14:paraId="237519C8" w14:textId="77777777" w:rsidR="00810015" w:rsidRDefault="00810015" w:rsidP="00810015">
      <w:r>
        <w:t>195.8355</w:t>
      </w:r>
      <w:r>
        <w:tab/>
        <w:t>2.025e0</w:t>
      </w:r>
    </w:p>
    <w:p w14:paraId="5E6AC2DB" w14:textId="77777777" w:rsidR="00810015" w:rsidRDefault="00810015" w:rsidP="00810015">
      <w:r>
        <w:t>195.8595</w:t>
      </w:r>
      <w:r>
        <w:tab/>
        <w:t>2.025e0</w:t>
      </w:r>
    </w:p>
    <w:p w14:paraId="40C2240D" w14:textId="77777777" w:rsidR="00810015" w:rsidRDefault="00810015" w:rsidP="00810015">
      <w:r>
        <w:t>195.8713</w:t>
      </w:r>
      <w:r>
        <w:tab/>
        <w:t>1.013e0</w:t>
      </w:r>
    </w:p>
    <w:p w14:paraId="72EDCE0D" w14:textId="77777777" w:rsidR="00810015" w:rsidRDefault="00810015" w:rsidP="00810015">
      <w:r>
        <w:t>195.8779</w:t>
      </w:r>
      <w:r>
        <w:tab/>
        <w:t>2.025e0</w:t>
      </w:r>
    </w:p>
    <w:p w14:paraId="2806C5EE" w14:textId="77777777" w:rsidR="00810015" w:rsidRDefault="00810015" w:rsidP="00810015">
      <w:r>
        <w:t>195.9032</w:t>
      </w:r>
      <w:r>
        <w:tab/>
        <w:t>4.051e0</w:t>
      </w:r>
    </w:p>
    <w:p w14:paraId="26E40305" w14:textId="77777777" w:rsidR="00810015" w:rsidRDefault="00810015" w:rsidP="00810015">
      <w:r>
        <w:t>195.9273</w:t>
      </w:r>
      <w:r>
        <w:tab/>
        <w:t>1.013e0</w:t>
      </w:r>
    </w:p>
    <w:p w14:paraId="14549C34" w14:textId="77777777" w:rsidR="00810015" w:rsidRDefault="00810015" w:rsidP="00810015">
      <w:r>
        <w:t>195.9343</w:t>
      </w:r>
      <w:r>
        <w:tab/>
        <w:t>2.025e0</w:t>
      </w:r>
    </w:p>
    <w:p w14:paraId="0CF93203" w14:textId="77777777" w:rsidR="00810015" w:rsidRDefault="00810015" w:rsidP="00810015">
      <w:r>
        <w:lastRenderedPageBreak/>
        <w:t>195.9454</w:t>
      </w:r>
      <w:r>
        <w:tab/>
        <w:t>1.013e0</w:t>
      </w:r>
    </w:p>
    <w:p w14:paraId="4F005CA1" w14:textId="77777777" w:rsidR="00810015" w:rsidRDefault="00810015" w:rsidP="00810015">
      <w:r>
        <w:t>195.9756</w:t>
      </w:r>
      <w:r>
        <w:tab/>
        <w:t>1.013e0</w:t>
      </w:r>
    </w:p>
    <w:p w14:paraId="5BEE6786" w14:textId="77777777" w:rsidR="00810015" w:rsidRDefault="00810015" w:rsidP="00810015">
      <w:r>
        <w:t>195.9852</w:t>
      </w:r>
      <w:r>
        <w:tab/>
        <w:t>3.038e0</w:t>
      </w:r>
    </w:p>
    <w:p w14:paraId="6406741E" w14:textId="77777777" w:rsidR="00810015" w:rsidRDefault="00810015" w:rsidP="00810015">
      <w:r>
        <w:t>195.9930</w:t>
      </w:r>
      <w:r>
        <w:tab/>
        <w:t>3.038e0</w:t>
      </w:r>
    </w:p>
    <w:p w14:paraId="66A18713" w14:textId="77777777" w:rsidR="00810015" w:rsidRDefault="00810015" w:rsidP="00810015">
      <w:r>
        <w:t>195.9986</w:t>
      </w:r>
      <w:r>
        <w:tab/>
        <w:t>1.013e0</w:t>
      </w:r>
    </w:p>
    <w:p w14:paraId="5DC7DE7C" w14:textId="77777777" w:rsidR="00810015" w:rsidRDefault="00810015" w:rsidP="00810015">
      <w:r>
        <w:t>196.0045</w:t>
      </w:r>
      <w:r>
        <w:tab/>
        <w:t>3.038e0</w:t>
      </w:r>
    </w:p>
    <w:p w14:paraId="57AF1B2E" w14:textId="77777777" w:rsidR="00810015" w:rsidRDefault="00810015" w:rsidP="00810015">
      <w:r>
        <w:t>196.0090</w:t>
      </w:r>
      <w:r>
        <w:tab/>
        <w:t>1.013e0</w:t>
      </w:r>
    </w:p>
    <w:p w14:paraId="73B28F45" w14:textId="77777777" w:rsidR="00810015" w:rsidRDefault="00810015" w:rsidP="00810015">
      <w:r>
        <w:t>196.0163</w:t>
      </w:r>
      <w:r>
        <w:tab/>
        <w:t>1.013e0</w:t>
      </w:r>
    </w:p>
    <w:p w14:paraId="242F48EC" w14:textId="77777777" w:rsidR="00810015" w:rsidRDefault="00810015" w:rsidP="00810015">
      <w:r>
        <w:t>196.0200</w:t>
      </w:r>
      <w:r>
        <w:tab/>
        <w:t>1.013e0</w:t>
      </w:r>
    </w:p>
    <w:p w14:paraId="450D4D24" w14:textId="77777777" w:rsidR="00810015" w:rsidRDefault="00810015" w:rsidP="00810015">
      <w:r>
        <w:t>196.0281</w:t>
      </w:r>
      <w:r>
        <w:tab/>
        <w:t>2.025e0</w:t>
      </w:r>
    </w:p>
    <w:p w14:paraId="2A553BE4" w14:textId="77777777" w:rsidR="00810015" w:rsidRDefault="00810015" w:rsidP="00810015">
      <w:r>
        <w:t>196.0348</w:t>
      </w:r>
      <w:r>
        <w:tab/>
        <w:t>1.013e0</w:t>
      </w:r>
    </w:p>
    <w:p w14:paraId="22E75D31" w14:textId="77777777" w:rsidR="00810015" w:rsidRDefault="00810015" w:rsidP="00810015">
      <w:r>
        <w:t>196.0651</w:t>
      </w:r>
      <w:r>
        <w:tab/>
        <w:t>2.025e0</w:t>
      </w:r>
    </w:p>
    <w:p w14:paraId="20EEDF98" w14:textId="77777777" w:rsidR="00810015" w:rsidRDefault="00810015" w:rsidP="00810015">
      <w:r>
        <w:t>196.0829</w:t>
      </w:r>
      <w:r>
        <w:tab/>
        <w:t>1.013e0</w:t>
      </w:r>
    </w:p>
    <w:p w14:paraId="070485F1" w14:textId="77777777" w:rsidR="00810015" w:rsidRDefault="00810015" w:rsidP="00810015">
      <w:r>
        <w:t>196.0960</w:t>
      </w:r>
      <w:r>
        <w:tab/>
        <w:t>8.397e0</w:t>
      </w:r>
    </w:p>
    <w:p w14:paraId="5393191C" w14:textId="77777777" w:rsidR="00810015" w:rsidRDefault="00810015" w:rsidP="00810015">
      <w:r>
        <w:t>196.0975</w:t>
      </w:r>
      <w:r>
        <w:tab/>
        <w:t>3.773e0</w:t>
      </w:r>
    </w:p>
    <w:p w14:paraId="4D37279B" w14:textId="77777777" w:rsidR="00810015" w:rsidRDefault="00810015" w:rsidP="00810015">
      <w:r>
        <w:t>196.0986</w:t>
      </w:r>
      <w:r>
        <w:tab/>
        <w:t>1.630e0</w:t>
      </w:r>
    </w:p>
    <w:p w14:paraId="57F73661" w14:textId="77777777" w:rsidR="00810015" w:rsidRDefault="00810015" w:rsidP="00810015">
      <w:r>
        <w:t>196.1327</w:t>
      </w:r>
      <w:r>
        <w:tab/>
        <w:t>4.471e0</w:t>
      </w:r>
    </w:p>
    <w:p w14:paraId="41EE159C" w14:textId="77777777" w:rsidR="00810015" w:rsidRDefault="00810015" w:rsidP="00810015">
      <w:r>
        <w:t>196.1751</w:t>
      </w:r>
      <w:r>
        <w:tab/>
        <w:t>5.063e0</w:t>
      </w:r>
    </w:p>
    <w:p w14:paraId="65BFCA80" w14:textId="77777777" w:rsidR="00810015" w:rsidRDefault="00810015" w:rsidP="00810015">
      <w:r>
        <w:t>196.1796</w:t>
      </w:r>
      <w:r>
        <w:tab/>
        <w:t>1.013e0</w:t>
      </w:r>
    </w:p>
    <w:p w14:paraId="09C87F9F" w14:textId="77777777" w:rsidR="00810015" w:rsidRDefault="00810015" w:rsidP="00810015">
      <w:r>
        <w:lastRenderedPageBreak/>
        <w:t>196.2023</w:t>
      </w:r>
      <w:r>
        <w:tab/>
        <w:t>1.013e0</w:t>
      </w:r>
    </w:p>
    <w:p w14:paraId="6BD4B88C" w14:textId="77777777" w:rsidR="00810015" w:rsidRDefault="00810015" w:rsidP="00810015">
      <w:r>
        <w:t>196.2061</w:t>
      </w:r>
      <w:r>
        <w:tab/>
        <w:t>2.025e0</w:t>
      </w:r>
    </w:p>
    <w:p w14:paraId="5AB8BF21" w14:textId="77777777" w:rsidR="00810015" w:rsidRDefault="00810015" w:rsidP="00810015">
      <w:r>
        <w:t>196.2137</w:t>
      </w:r>
      <w:r>
        <w:tab/>
        <w:t>1.013e0</w:t>
      </w:r>
    </w:p>
    <w:p w14:paraId="7C8940F5" w14:textId="77777777" w:rsidR="00810015" w:rsidRDefault="00810015" w:rsidP="00810015">
      <w:r>
        <w:t>196.2250</w:t>
      </w:r>
      <w:r>
        <w:tab/>
        <w:t>1.013e0</w:t>
      </w:r>
    </w:p>
    <w:p w14:paraId="388DED64" w14:textId="77777777" w:rsidR="00810015" w:rsidRDefault="00810015" w:rsidP="00810015">
      <w:r>
        <w:t>196.2454</w:t>
      </w:r>
      <w:r>
        <w:tab/>
        <w:t>2.025e0</w:t>
      </w:r>
    </w:p>
    <w:p w14:paraId="37D8EEDE" w14:textId="77777777" w:rsidR="00810015" w:rsidRDefault="00810015" w:rsidP="00810015">
      <w:r>
        <w:t>196.2738</w:t>
      </w:r>
      <w:r>
        <w:tab/>
        <w:t>1.013e0</w:t>
      </w:r>
    </w:p>
    <w:p w14:paraId="185096D0" w14:textId="77777777" w:rsidR="00810015" w:rsidRDefault="00810015" w:rsidP="00810015">
      <w:r>
        <w:t>196.2768</w:t>
      </w:r>
      <w:r>
        <w:tab/>
        <w:t>2.025e0</w:t>
      </w:r>
    </w:p>
    <w:p w14:paraId="66B66D12" w14:textId="77777777" w:rsidR="00810015" w:rsidRDefault="00810015" w:rsidP="00810015">
      <w:r>
        <w:t>196.2997</w:t>
      </w:r>
      <w:r>
        <w:tab/>
        <w:t>1.013e0</w:t>
      </w:r>
    </w:p>
    <w:p w14:paraId="7F833EA0" w14:textId="77777777" w:rsidR="00810015" w:rsidRDefault="00810015" w:rsidP="00810015">
      <w:r>
        <w:t>196.3120</w:t>
      </w:r>
      <w:r>
        <w:tab/>
        <w:t>2.025e0</w:t>
      </w:r>
    </w:p>
    <w:p w14:paraId="69068053" w14:textId="77777777" w:rsidR="00810015" w:rsidRDefault="00810015" w:rsidP="00810015">
      <w:r>
        <w:t>196.3138</w:t>
      </w:r>
      <w:r>
        <w:tab/>
        <w:t>1.013e0</w:t>
      </w:r>
    </w:p>
    <w:p w14:paraId="3975E843" w14:textId="77777777" w:rsidR="00810015" w:rsidRDefault="00810015" w:rsidP="00810015">
      <w:r>
        <w:t>196.3286</w:t>
      </w:r>
      <w:r>
        <w:tab/>
        <w:t>1.013e0</w:t>
      </w:r>
    </w:p>
    <w:p w14:paraId="7B5C32B2" w14:textId="77777777" w:rsidR="00810015" w:rsidRDefault="00810015" w:rsidP="00810015">
      <w:r>
        <w:t>196.3323</w:t>
      </w:r>
      <w:r>
        <w:tab/>
        <w:t>1.013e0</w:t>
      </w:r>
    </w:p>
    <w:p w14:paraId="1B11C722" w14:textId="77777777" w:rsidR="00810015" w:rsidRDefault="00810015" w:rsidP="00810015">
      <w:r>
        <w:t>196.3360</w:t>
      </w:r>
      <w:r>
        <w:tab/>
        <w:t>1.013e0</w:t>
      </w:r>
    </w:p>
    <w:p w14:paraId="14112F8F" w14:textId="77777777" w:rsidR="00810015" w:rsidRDefault="00810015" w:rsidP="00810015">
      <w:r>
        <w:t>196.3471</w:t>
      </w:r>
      <w:r>
        <w:tab/>
        <w:t>1.013e0</w:t>
      </w:r>
    </w:p>
    <w:p w14:paraId="725A2A02" w14:textId="77777777" w:rsidR="00810015" w:rsidRDefault="00810015" w:rsidP="00810015">
      <w:r>
        <w:t>196.3767</w:t>
      </w:r>
      <w:r>
        <w:tab/>
        <w:t>1.013e0</w:t>
      </w:r>
    </w:p>
    <w:p w14:paraId="080A7D40" w14:textId="77777777" w:rsidR="00810015" w:rsidRDefault="00810015" w:rsidP="00810015">
      <w:r>
        <w:t>196.3840</w:t>
      </w:r>
      <w:r>
        <w:tab/>
        <w:t>1.013e0</w:t>
      </w:r>
    </w:p>
    <w:p w14:paraId="1573B0BB" w14:textId="77777777" w:rsidR="00810015" w:rsidRDefault="00810015" w:rsidP="00810015">
      <w:r>
        <w:t>196.4220</w:t>
      </w:r>
      <w:r>
        <w:tab/>
        <w:t>2.025e0</w:t>
      </w:r>
    </w:p>
    <w:p w14:paraId="124FBD6B" w14:textId="77777777" w:rsidR="00810015" w:rsidRDefault="00810015" w:rsidP="00810015">
      <w:r>
        <w:t>196.4292</w:t>
      </w:r>
      <w:r>
        <w:tab/>
        <w:t>1.013e0</w:t>
      </w:r>
    </w:p>
    <w:p w14:paraId="1822704A" w14:textId="77777777" w:rsidR="00810015" w:rsidRDefault="00810015" w:rsidP="00810015">
      <w:r>
        <w:t>196.4368</w:t>
      </w:r>
      <w:r>
        <w:tab/>
        <w:t>1.013e0</w:t>
      </w:r>
    </w:p>
    <w:p w14:paraId="7C3A861E" w14:textId="77777777" w:rsidR="00810015" w:rsidRDefault="00810015" w:rsidP="00810015">
      <w:r>
        <w:lastRenderedPageBreak/>
        <w:t>196.4633</w:t>
      </w:r>
      <w:r>
        <w:tab/>
        <w:t>1.013e0</w:t>
      </w:r>
    </w:p>
    <w:p w14:paraId="6C3838CA" w14:textId="77777777" w:rsidR="00810015" w:rsidRDefault="00810015" w:rsidP="00810015">
      <w:r>
        <w:t>196.4746</w:t>
      </w:r>
      <w:r>
        <w:tab/>
        <w:t>1.013e0</w:t>
      </w:r>
    </w:p>
    <w:p w14:paraId="43E77C04" w14:textId="77777777" w:rsidR="00810015" w:rsidRDefault="00810015" w:rsidP="00810015">
      <w:r>
        <w:t>196.4820</w:t>
      </w:r>
      <w:r>
        <w:tab/>
        <w:t>1.013e0</w:t>
      </w:r>
    </w:p>
    <w:p w14:paraId="228D8F2E" w14:textId="77777777" w:rsidR="00810015" w:rsidRDefault="00810015" w:rsidP="00810015">
      <w:r>
        <w:t>196.4930</w:t>
      </w:r>
      <w:r>
        <w:tab/>
        <w:t>2.025e0</w:t>
      </w:r>
    </w:p>
    <w:p w14:paraId="2BBA9681" w14:textId="77777777" w:rsidR="00810015" w:rsidRDefault="00810015" w:rsidP="00810015">
      <w:r>
        <w:t>196.5196</w:t>
      </w:r>
      <w:r>
        <w:tab/>
        <w:t>1.013e0</w:t>
      </w:r>
    </w:p>
    <w:p w14:paraId="302C8E95" w14:textId="77777777" w:rsidR="00810015" w:rsidRDefault="00810015" w:rsidP="00810015">
      <w:r>
        <w:t>196.5300</w:t>
      </w:r>
      <w:r>
        <w:tab/>
        <w:t>1.013e0</w:t>
      </w:r>
    </w:p>
    <w:p w14:paraId="3866BB0D" w14:textId="77777777" w:rsidR="00810015" w:rsidRDefault="00810015" w:rsidP="00810015">
      <w:r>
        <w:t>196.5411</w:t>
      </w:r>
      <w:r>
        <w:tab/>
        <w:t>1.013e0</w:t>
      </w:r>
    </w:p>
    <w:p w14:paraId="5822C227" w14:textId="77777777" w:rsidR="00810015" w:rsidRDefault="00810015" w:rsidP="00810015">
      <w:r>
        <w:t>196.5559</w:t>
      </w:r>
      <w:r>
        <w:tab/>
        <w:t>1.013e0</w:t>
      </w:r>
    </w:p>
    <w:p w14:paraId="487F499A" w14:textId="77777777" w:rsidR="00810015" w:rsidRDefault="00810015" w:rsidP="00810015">
      <w:r>
        <w:t>196.5648</w:t>
      </w:r>
      <w:r>
        <w:tab/>
        <w:t>3.038e0</w:t>
      </w:r>
    </w:p>
    <w:p w14:paraId="56378750" w14:textId="77777777" w:rsidR="00810015" w:rsidRDefault="00810015" w:rsidP="00810015">
      <w:r>
        <w:t>196.5688</w:t>
      </w:r>
      <w:r>
        <w:tab/>
        <w:t>3.534e0</w:t>
      </w:r>
    </w:p>
    <w:p w14:paraId="2B4EF742" w14:textId="77777777" w:rsidR="00810015" w:rsidRDefault="00810015" w:rsidP="00810015">
      <w:r>
        <w:t>196.5819</w:t>
      </w:r>
      <w:r>
        <w:tab/>
        <w:t>1.013e0</w:t>
      </w:r>
    </w:p>
    <w:p w14:paraId="0F7067BC" w14:textId="77777777" w:rsidR="00810015" w:rsidRDefault="00810015" w:rsidP="00810015">
      <w:r>
        <w:t>196.6003</w:t>
      </w:r>
      <w:r>
        <w:tab/>
        <w:t>1.013e0</w:t>
      </w:r>
    </w:p>
    <w:p w14:paraId="66485915" w14:textId="77777777" w:rsidR="00810015" w:rsidRDefault="00810015" w:rsidP="00810015">
      <w:r>
        <w:t>196.6096</w:t>
      </w:r>
      <w:r>
        <w:tab/>
        <w:t>2.025e0</w:t>
      </w:r>
    </w:p>
    <w:p w14:paraId="008E66E8" w14:textId="77777777" w:rsidR="00810015" w:rsidRDefault="00810015" w:rsidP="00810015">
      <w:r>
        <w:t>196.6188</w:t>
      </w:r>
      <w:r>
        <w:tab/>
        <w:t>1.013e0</w:t>
      </w:r>
    </w:p>
    <w:p w14:paraId="720E7173" w14:textId="77777777" w:rsidR="00810015" w:rsidRDefault="00810015" w:rsidP="00810015">
      <w:r>
        <w:t>196.6231</w:t>
      </w:r>
      <w:r>
        <w:tab/>
        <w:t>2.025e0</w:t>
      </w:r>
    </w:p>
    <w:p w14:paraId="2F233833" w14:textId="77777777" w:rsidR="00810015" w:rsidRDefault="00810015" w:rsidP="00810015">
      <w:r>
        <w:t>196.6546</w:t>
      </w:r>
      <w:r>
        <w:tab/>
        <w:t>2.025e0</w:t>
      </w:r>
    </w:p>
    <w:p w14:paraId="752FBF6F" w14:textId="77777777" w:rsidR="00810015" w:rsidRDefault="00810015" w:rsidP="00810015">
      <w:r>
        <w:t>196.6696</w:t>
      </w:r>
      <w:r>
        <w:tab/>
        <w:t>2.025e0</w:t>
      </w:r>
    </w:p>
    <w:p w14:paraId="43D00D65" w14:textId="77777777" w:rsidR="00810015" w:rsidRDefault="00810015" w:rsidP="00810015">
      <w:r>
        <w:t>196.6752</w:t>
      </w:r>
      <w:r>
        <w:tab/>
        <w:t>2.025e0</w:t>
      </w:r>
    </w:p>
    <w:p w14:paraId="1F9EB023" w14:textId="77777777" w:rsidR="00810015" w:rsidRDefault="00810015" w:rsidP="00810015">
      <w:r>
        <w:t>196.7092</w:t>
      </w:r>
      <w:r>
        <w:tab/>
        <w:t>2.025e0</w:t>
      </w:r>
    </w:p>
    <w:p w14:paraId="25D7FD64" w14:textId="77777777" w:rsidR="00810015" w:rsidRDefault="00810015" w:rsidP="00810015">
      <w:r>
        <w:lastRenderedPageBreak/>
        <w:t>196.7297</w:t>
      </w:r>
      <w:r>
        <w:tab/>
        <w:t>2.025e0</w:t>
      </w:r>
    </w:p>
    <w:p w14:paraId="6A20B486" w14:textId="77777777" w:rsidR="00810015" w:rsidRDefault="00810015" w:rsidP="00810015">
      <w:r>
        <w:t>196.7519</w:t>
      </w:r>
      <w:r>
        <w:tab/>
        <w:t>2.025e0</w:t>
      </w:r>
    </w:p>
    <w:p w14:paraId="03BA78A9" w14:textId="77777777" w:rsidR="00810015" w:rsidRDefault="00810015" w:rsidP="00810015">
      <w:r>
        <w:t>196.7540</w:t>
      </w:r>
      <w:r>
        <w:tab/>
        <w:t>2.025e0</w:t>
      </w:r>
    </w:p>
    <w:p w14:paraId="23B3A82A" w14:textId="77777777" w:rsidR="00810015" w:rsidRDefault="00810015" w:rsidP="00810015">
      <w:r>
        <w:t>196.7685</w:t>
      </w:r>
      <w:r>
        <w:tab/>
        <w:t>1.013e0</w:t>
      </w:r>
    </w:p>
    <w:p w14:paraId="3E4712A6" w14:textId="77777777" w:rsidR="00810015" w:rsidRDefault="00810015" w:rsidP="00810015">
      <w:r>
        <w:t>196.7843</w:t>
      </w:r>
      <w:r>
        <w:tab/>
        <w:t>5.641e0</w:t>
      </w:r>
    </w:p>
    <w:p w14:paraId="47A33768" w14:textId="77777777" w:rsidR="00810015" w:rsidRDefault="00810015" w:rsidP="00810015">
      <w:r>
        <w:t>196.7982</w:t>
      </w:r>
      <w:r>
        <w:tab/>
        <w:t>2.025e0</w:t>
      </w:r>
    </w:p>
    <w:p w14:paraId="5B916719" w14:textId="77777777" w:rsidR="00810015" w:rsidRDefault="00810015" w:rsidP="00810015">
      <w:r>
        <w:t>196.8205</w:t>
      </w:r>
      <w:r>
        <w:tab/>
        <w:t>5.063e0</w:t>
      </w:r>
    </w:p>
    <w:p w14:paraId="742D0D82" w14:textId="77777777" w:rsidR="00810015" w:rsidRDefault="00810015" w:rsidP="00810015">
      <w:r>
        <w:t>196.8351</w:t>
      </w:r>
      <w:r>
        <w:tab/>
        <w:t>2.025e0</w:t>
      </w:r>
    </w:p>
    <w:p w14:paraId="7F6C35D9" w14:textId="77777777" w:rsidR="00810015" w:rsidRDefault="00810015" w:rsidP="00810015">
      <w:r>
        <w:t>196.8536</w:t>
      </w:r>
      <w:r>
        <w:tab/>
        <w:t>1.013e0</w:t>
      </w:r>
    </w:p>
    <w:p w14:paraId="755ACF53" w14:textId="77777777" w:rsidR="00810015" w:rsidRDefault="00810015" w:rsidP="00810015">
      <w:r>
        <w:t>196.8668</w:t>
      </w:r>
      <w:r>
        <w:tab/>
        <w:t>2.025e0</w:t>
      </w:r>
    </w:p>
    <w:p w14:paraId="37D088FB" w14:textId="77777777" w:rsidR="00810015" w:rsidRDefault="00810015" w:rsidP="00810015">
      <w:r>
        <w:t>196.8957</w:t>
      </w:r>
      <w:r>
        <w:tab/>
        <w:t>1.013e0</w:t>
      </w:r>
    </w:p>
    <w:p w14:paraId="5623D954" w14:textId="77777777" w:rsidR="00810015" w:rsidRDefault="00810015" w:rsidP="00810015">
      <w:r>
        <w:t>196.9216</w:t>
      </w:r>
      <w:r>
        <w:tab/>
        <w:t>2.025e0</w:t>
      </w:r>
    </w:p>
    <w:p w14:paraId="385544AE" w14:textId="77777777" w:rsidR="00810015" w:rsidRDefault="00810015" w:rsidP="00810015">
      <w:r>
        <w:t>196.9384</w:t>
      </w:r>
      <w:r>
        <w:tab/>
        <w:t>2.025e0</w:t>
      </w:r>
    </w:p>
    <w:p w14:paraId="3A38A6E5" w14:textId="77777777" w:rsidR="00810015" w:rsidRDefault="00810015" w:rsidP="00810015">
      <w:r>
        <w:t>196.9412</w:t>
      </w:r>
      <w:r>
        <w:tab/>
        <w:t>1.013e0</w:t>
      </w:r>
    </w:p>
    <w:p w14:paraId="2A67774F" w14:textId="77777777" w:rsidR="00810015" w:rsidRDefault="00810015" w:rsidP="00810015">
      <w:r>
        <w:t>196.9961</w:t>
      </w:r>
      <w:r>
        <w:tab/>
        <w:t>1.008e3</w:t>
      </w:r>
    </w:p>
    <w:p w14:paraId="5E58DC8D" w14:textId="77777777" w:rsidR="00810015" w:rsidRDefault="00810015" w:rsidP="00810015">
      <w:r>
        <w:t>196.9971</w:t>
      </w:r>
      <w:r>
        <w:tab/>
        <w:t>6.605e2</w:t>
      </w:r>
    </w:p>
    <w:p w14:paraId="1211F8AC" w14:textId="77777777" w:rsidR="00810015" w:rsidRDefault="00810015" w:rsidP="00810015">
      <w:r>
        <w:t>197.0356</w:t>
      </w:r>
      <w:r>
        <w:tab/>
        <w:t>5.063e0</w:t>
      </w:r>
    </w:p>
    <w:p w14:paraId="567DA417" w14:textId="77777777" w:rsidR="00810015" w:rsidRDefault="00810015" w:rsidP="00810015">
      <w:r>
        <w:t>197.0590</w:t>
      </w:r>
      <w:r>
        <w:tab/>
        <w:t>4.051e0</w:t>
      </w:r>
    </w:p>
    <w:p w14:paraId="2D0CFCBE" w14:textId="77777777" w:rsidR="00810015" w:rsidRDefault="00810015" w:rsidP="00810015">
      <w:r>
        <w:t>197.0640</w:t>
      </w:r>
      <w:r>
        <w:tab/>
        <w:t>4.051e0</w:t>
      </w:r>
    </w:p>
    <w:p w14:paraId="6648DE90" w14:textId="77777777" w:rsidR="00810015" w:rsidRDefault="00810015" w:rsidP="00810015">
      <w:r>
        <w:lastRenderedPageBreak/>
        <w:t>197.0899</w:t>
      </w:r>
      <w:r>
        <w:tab/>
        <w:t>4.051e0</w:t>
      </w:r>
    </w:p>
    <w:p w14:paraId="148F167A" w14:textId="77777777" w:rsidR="00810015" w:rsidRDefault="00810015" w:rsidP="00810015">
      <w:r>
        <w:t>197.0913</w:t>
      </w:r>
      <w:r>
        <w:tab/>
        <w:t>2.802e0</w:t>
      </w:r>
    </w:p>
    <w:p w14:paraId="505E09D4" w14:textId="77777777" w:rsidR="00810015" w:rsidRDefault="00810015" w:rsidP="00810015">
      <w:r>
        <w:t>197.0964</w:t>
      </w:r>
      <w:r>
        <w:tab/>
        <w:t>4.732e0</w:t>
      </w:r>
    </w:p>
    <w:p w14:paraId="42ABFD1B" w14:textId="77777777" w:rsidR="00810015" w:rsidRDefault="00810015" w:rsidP="00810015">
      <w:r>
        <w:t>197.0983</w:t>
      </w:r>
      <w:r>
        <w:tab/>
        <w:t>1.219e1</w:t>
      </w:r>
    </w:p>
    <w:p w14:paraId="5B19CEA5" w14:textId="77777777" w:rsidR="00810015" w:rsidRDefault="00810015" w:rsidP="00810015">
      <w:r>
        <w:t>197.1077</w:t>
      </w:r>
      <w:r>
        <w:tab/>
        <w:t>2.266e0</w:t>
      </w:r>
    </w:p>
    <w:p w14:paraId="081987FB" w14:textId="77777777" w:rsidR="00810015" w:rsidRDefault="00810015" w:rsidP="00810015">
      <w:r>
        <w:t>197.1189</w:t>
      </w:r>
      <w:r>
        <w:tab/>
        <w:t>2.487e0</w:t>
      </w:r>
    </w:p>
    <w:p w14:paraId="56825B35" w14:textId="77777777" w:rsidR="00810015" w:rsidRDefault="00810015" w:rsidP="00810015">
      <w:r>
        <w:t>197.1234</w:t>
      </w:r>
      <w:r>
        <w:tab/>
        <w:t>2.561e0</w:t>
      </w:r>
    </w:p>
    <w:p w14:paraId="61F1F4D7" w14:textId="77777777" w:rsidR="00810015" w:rsidRDefault="00810015" w:rsidP="00810015">
      <w:r>
        <w:t>197.1282</w:t>
      </w:r>
      <w:r>
        <w:tab/>
        <w:t>2.120e0</w:t>
      </w:r>
    </w:p>
    <w:p w14:paraId="1A4ACE39" w14:textId="77777777" w:rsidR="00810015" w:rsidRDefault="00810015" w:rsidP="00810015">
      <w:r>
        <w:t>197.1351</w:t>
      </w:r>
      <w:r>
        <w:tab/>
        <w:t>2.192e0</w:t>
      </w:r>
    </w:p>
    <w:p w14:paraId="42D62CAF" w14:textId="77777777" w:rsidR="00810015" w:rsidRDefault="00810015" w:rsidP="00810015">
      <w:r>
        <w:t>197.1403</w:t>
      </w:r>
      <w:r>
        <w:tab/>
        <w:t>1.474e0</w:t>
      </w:r>
    </w:p>
    <w:p w14:paraId="2D7D1675" w14:textId="77777777" w:rsidR="00810015" w:rsidRDefault="00810015" w:rsidP="00810015">
      <w:r>
        <w:t>197.1429</w:t>
      </w:r>
      <w:r>
        <w:tab/>
        <w:t>4.051e0</w:t>
      </w:r>
    </w:p>
    <w:p w14:paraId="32D35B06" w14:textId="77777777" w:rsidR="00810015" w:rsidRDefault="00810015" w:rsidP="00810015">
      <w:r>
        <w:t>197.1510</w:t>
      </w:r>
      <w:r>
        <w:tab/>
        <w:t>6.537e0</w:t>
      </w:r>
    </w:p>
    <w:p w14:paraId="7157CAD2" w14:textId="77777777" w:rsidR="00810015" w:rsidRDefault="00810015" w:rsidP="00810015">
      <w:r>
        <w:t>197.1533</w:t>
      </w:r>
      <w:r>
        <w:tab/>
        <w:t>1.717e0</w:t>
      </w:r>
    </w:p>
    <w:p w14:paraId="500CCBBB" w14:textId="77777777" w:rsidR="00810015" w:rsidRDefault="00810015" w:rsidP="00810015">
      <w:r>
        <w:t>197.1692</w:t>
      </w:r>
      <w:r>
        <w:tab/>
        <w:t>7.089e0</w:t>
      </w:r>
    </w:p>
    <w:p w14:paraId="15F09F13" w14:textId="77777777" w:rsidR="00810015" w:rsidRDefault="00810015" w:rsidP="00810015">
      <w:r>
        <w:t>197.1718</w:t>
      </w:r>
      <w:r>
        <w:tab/>
        <w:t>1.013e0</w:t>
      </w:r>
    </w:p>
    <w:p w14:paraId="4B136315" w14:textId="77777777" w:rsidR="00810015" w:rsidRDefault="00810015" w:rsidP="00810015">
      <w:r>
        <w:t>197.1940</w:t>
      </w:r>
      <w:r>
        <w:tab/>
        <w:t>4.051e0</w:t>
      </w:r>
    </w:p>
    <w:p w14:paraId="41CD0BE6" w14:textId="77777777" w:rsidR="00810015" w:rsidRDefault="00810015" w:rsidP="00810015">
      <w:r>
        <w:t>197.1967</w:t>
      </w:r>
      <w:r>
        <w:tab/>
        <w:t>3.038e0</w:t>
      </w:r>
    </w:p>
    <w:p w14:paraId="724E4647" w14:textId="77777777" w:rsidR="00810015" w:rsidRDefault="00810015" w:rsidP="00810015">
      <w:r>
        <w:t>197.2013</w:t>
      </w:r>
      <w:r>
        <w:tab/>
        <w:t>1.013e0</w:t>
      </w:r>
    </w:p>
    <w:p w14:paraId="3FEAF5D3" w14:textId="77777777" w:rsidR="00810015" w:rsidRDefault="00810015" w:rsidP="00810015">
      <w:r>
        <w:t>197.2088</w:t>
      </w:r>
      <w:r>
        <w:tab/>
        <w:t>2.025e0</w:t>
      </w:r>
    </w:p>
    <w:p w14:paraId="33E56603" w14:textId="77777777" w:rsidR="00810015" w:rsidRDefault="00810015" w:rsidP="00810015">
      <w:r>
        <w:lastRenderedPageBreak/>
        <w:t>197.2236</w:t>
      </w:r>
      <w:r>
        <w:tab/>
        <w:t>1.013e0</w:t>
      </w:r>
    </w:p>
    <w:p w14:paraId="02874A13" w14:textId="77777777" w:rsidR="00810015" w:rsidRDefault="00810015" w:rsidP="00810015">
      <w:r>
        <w:t>197.2280</w:t>
      </w:r>
      <w:r>
        <w:tab/>
        <w:t>7.089e0</w:t>
      </w:r>
    </w:p>
    <w:p w14:paraId="1B316B3C" w14:textId="77777777" w:rsidR="00810015" w:rsidRDefault="00810015" w:rsidP="00810015">
      <w:r>
        <w:t>197.2299</w:t>
      </w:r>
      <w:r>
        <w:tab/>
        <w:t>3.038e0</w:t>
      </w:r>
    </w:p>
    <w:p w14:paraId="51EB9658" w14:textId="77777777" w:rsidR="00810015" w:rsidRDefault="00810015" w:rsidP="00810015">
      <w:r>
        <w:t>197.2458</w:t>
      </w:r>
      <w:r>
        <w:tab/>
        <w:t>1.013e0</w:t>
      </w:r>
    </w:p>
    <w:p w14:paraId="55F38BA1" w14:textId="77777777" w:rsidR="00810015" w:rsidRDefault="00810015" w:rsidP="00810015">
      <w:r>
        <w:t>197.2533</w:t>
      </w:r>
      <w:r>
        <w:tab/>
        <w:t>4.051e0</w:t>
      </w:r>
    </w:p>
    <w:p w14:paraId="7B407B46" w14:textId="77777777" w:rsidR="00810015" w:rsidRDefault="00810015" w:rsidP="00810015">
      <w:r>
        <w:t>197.2621</w:t>
      </w:r>
      <w:r>
        <w:tab/>
        <w:t>4.051e0</w:t>
      </w:r>
    </w:p>
    <w:p w14:paraId="73C619D2" w14:textId="77777777" w:rsidR="00810015" w:rsidRDefault="00810015" w:rsidP="00810015">
      <w:r>
        <w:t>197.2681</w:t>
      </w:r>
      <w:r>
        <w:tab/>
        <w:t>1.013e0</w:t>
      </w:r>
    </w:p>
    <w:p w14:paraId="11D994FD" w14:textId="77777777" w:rsidR="00810015" w:rsidRDefault="00810015" w:rsidP="00810015">
      <w:r>
        <w:t>197.2921</w:t>
      </w:r>
      <w:r>
        <w:tab/>
        <w:t>2.025e0</w:t>
      </w:r>
    </w:p>
    <w:p w14:paraId="63355F96" w14:textId="77777777" w:rsidR="00810015" w:rsidRDefault="00810015" w:rsidP="00810015">
      <w:r>
        <w:t>197.2939</w:t>
      </w:r>
      <w:r>
        <w:tab/>
        <w:t>2.025e0</w:t>
      </w:r>
    </w:p>
    <w:p w14:paraId="11A0E7BE" w14:textId="77777777" w:rsidR="00810015" w:rsidRDefault="00810015" w:rsidP="00810015">
      <w:r>
        <w:t>197.3050</w:t>
      </w:r>
      <w:r>
        <w:tab/>
        <w:t>1.013e0</w:t>
      </w:r>
    </w:p>
    <w:p w14:paraId="64E72D3A" w14:textId="77777777" w:rsidR="00810015" w:rsidRDefault="00810015" w:rsidP="00810015">
      <w:r>
        <w:t>197.3216</w:t>
      </w:r>
      <w:r>
        <w:tab/>
        <w:t>3.038e0</w:t>
      </w:r>
    </w:p>
    <w:p w14:paraId="13BEF5AC" w14:textId="77777777" w:rsidR="00810015" w:rsidRDefault="00810015" w:rsidP="00810015">
      <w:r>
        <w:t>197.3314</w:t>
      </w:r>
      <w:r>
        <w:tab/>
        <w:t>1.013e0</w:t>
      </w:r>
    </w:p>
    <w:p w14:paraId="1FE374AB" w14:textId="77777777" w:rsidR="00810015" w:rsidRDefault="00810015" w:rsidP="00810015">
      <w:r>
        <w:t>197.3542</w:t>
      </w:r>
      <w:r>
        <w:tab/>
        <w:t>1.013e0</w:t>
      </w:r>
    </w:p>
    <w:p w14:paraId="73FF8BE6" w14:textId="77777777" w:rsidR="00810015" w:rsidRDefault="00810015" w:rsidP="00810015">
      <w:r>
        <w:t>197.3577</w:t>
      </w:r>
      <w:r>
        <w:tab/>
        <w:t>7.089e0</w:t>
      </w:r>
    </w:p>
    <w:p w14:paraId="2DA6F735" w14:textId="77777777" w:rsidR="00810015" w:rsidRDefault="00810015" w:rsidP="00810015">
      <w:r>
        <w:t>197.3636</w:t>
      </w:r>
      <w:r>
        <w:tab/>
        <w:t>2.025e0</w:t>
      </w:r>
    </w:p>
    <w:p w14:paraId="79668172" w14:textId="77777777" w:rsidR="00810015" w:rsidRDefault="00810015" w:rsidP="00810015">
      <w:r>
        <w:t>197.3807</w:t>
      </w:r>
      <w:r>
        <w:tab/>
        <w:t>2.025e0</w:t>
      </w:r>
    </w:p>
    <w:p w14:paraId="6C80E068" w14:textId="77777777" w:rsidR="00810015" w:rsidRDefault="00810015" w:rsidP="00810015">
      <w:r>
        <w:t>197.3831</w:t>
      </w:r>
      <w:r>
        <w:tab/>
        <w:t>3.038e0</w:t>
      </w:r>
    </w:p>
    <w:p w14:paraId="272DE880" w14:textId="77777777" w:rsidR="00810015" w:rsidRDefault="00810015" w:rsidP="00810015">
      <w:r>
        <w:t>197.3846</w:t>
      </w:r>
      <w:r>
        <w:tab/>
        <w:t>1.013e0</w:t>
      </w:r>
    </w:p>
    <w:p w14:paraId="273D2D93" w14:textId="77777777" w:rsidR="00810015" w:rsidRDefault="00810015" w:rsidP="00810015">
      <w:r>
        <w:t>197.4013</w:t>
      </w:r>
      <w:r>
        <w:tab/>
        <w:t>2.025e0</w:t>
      </w:r>
    </w:p>
    <w:p w14:paraId="710A2748" w14:textId="77777777" w:rsidR="00810015" w:rsidRDefault="00810015" w:rsidP="00810015">
      <w:r>
        <w:lastRenderedPageBreak/>
        <w:t>197.4036</w:t>
      </w:r>
      <w:r>
        <w:tab/>
        <w:t>3.038e0</w:t>
      </w:r>
    </w:p>
    <w:p w14:paraId="2D91EEEB" w14:textId="77777777" w:rsidR="00810015" w:rsidRDefault="00810015" w:rsidP="00810015">
      <w:r>
        <w:t>197.4060</w:t>
      </w:r>
      <w:r>
        <w:tab/>
        <w:t>2.820e0</w:t>
      </w:r>
    </w:p>
    <w:p w14:paraId="5287674A" w14:textId="77777777" w:rsidR="00810015" w:rsidRDefault="00810015" w:rsidP="00810015">
      <w:r>
        <w:t>197.4312</w:t>
      </w:r>
      <w:r>
        <w:tab/>
        <w:t>5.063e0</w:t>
      </w:r>
    </w:p>
    <w:p w14:paraId="2F926B62" w14:textId="77777777" w:rsidR="00810015" w:rsidRDefault="00810015" w:rsidP="00810015">
      <w:r>
        <w:t>197.4543</w:t>
      </w:r>
      <w:r>
        <w:tab/>
        <w:t>6.076e0</w:t>
      </w:r>
    </w:p>
    <w:p w14:paraId="1F2E5EDA" w14:textId="77777777" w:rsidR="00810015" w:rsidRDefault="00810015" w:rsidP="00810015">
      <w:r>
        <w:t>197.4574</w:t>
      </w:r>
      <w:r>
        <w:tab/>
        <w:t>3.038e0</w:t>
      </w:r>
    </w:p>
    <w:p w14:paraId="50F99947" w14:textId="77777777" w:rsidR="00810015" w:rsidRDefault="00810015" w:rsidP="00810015">
      <w:r>
        <w:t>197.4587</w:t>
      </w:r>
      <w:r>
        <w:tab/>
        <w:t>1.013e0</w:t>
      </w:r>
    </w:p>
    <w:p w14:paraId="127A0898" w14:textId="77777777" w:rsidR="00810015" w:rsidRDefault="00810015" w:rsidP="00810015">
      <w:r>
        <w:t>197.4779</w:t>
      </w:r>
      <w:r>
        <w:tab/>
        <w:t>1.013e0</w:t>
      </w:r>
    </w:p>
    <w:p w14:paraId="6EA873DA" w14:textId="77777777" w:rsidR="00810015" w:rsidRDefault="00810015" w:rsidP="00810015">
      <w:r>
        <w:t>197.4959</w:t>
      </w:r>
      <w:r>
        <w:tab/>
        <w:t>4.175e0</w:t>
      </w:r>
    </w:p>
    <w:p w14:paraId="4F715AB8" w14:textId="77777777" w:rsidR="00810015" w:rsidRDefault="00810015" w:rsidP="00810015">
      <w:r>
        <w:t>197.5057</w:t>
      </w:r>
      <w:r>
        <w:tab/>
        <w:t>2.025e0</w:t>
      </w:r>
    </w:p>
    <w:p w14:paraId="4AB22DAB" w14:textId="77777777" w:rsidR="00810015" w:rsidRDefault="00810015" w:rsidP="00810015">
      <w:r>
        <w:t>197.5256</w:t>
      </w:r>
      <w:r>
        <w:tab/>
        <w:t>4.051e0</w:t>
      </w:r>
    </w:p>
    <w:p w14:paraId="308ED762" w14:textId="77777777" w:rsidR="00810015" w:rsidRDefault="00810015" w:rsidP="00810015">
      <w:r>
        <w:t>197.5309</w:t>
      </w:r>
      <w:r>
        <w:tab/>
        <w:t>7.089e0</w:t>
      </w:r>
    </w:p>
    <w:p w14:paraId="72E99168" w14:textId="77777777" w:rsidR="00810015" w:rsidRDefault="00810015" w:rsidP="00810015">
      <w:r>
        <w:t>197.5328</w:t>
      </w:r>
      <w:r>
        <w:tab/>
        <w:t>1.013e0</w:t>
      </w:r>
    </w:p>
    <w:p w14:paraId="057C3593" w14:textId="77777777" w:rsidR="00810015" w:rsidRDefault="00810015" w:rsidP="00810015">
      <w:r>
        <w:t>197.5518</w:t>
      </w:r>
      <w:r>
        <w:tab/>
        <w:t>1.013e0</w:t>
      </w:r>
    </w:p>
    <w:p w14:paraId="0920065F" w14:textId="77777777" w:rsidR="00810015" w:rsidRDefault="00810015" w:rsidP="00810015">
      <w:r>
        <w:t>197.5594</w:t>
      </w:r>
      <w:r>
        <w:tab/>
        <w:t>2.025e0</w:t>
      </w:r>
    </w:p>
    <w:p w14:paraId="2CA1264E" w14:textId="77777777" w:rsidR="00810015" w:rsidRDefault="00810015" w:rsidP="00810015">
      <w:r>
        <w:t>197.5639</w:t>
      </w:r>
      <w:r>
        <w:tab/>
        <w:t>1.013e0</w:t>
      </w:r>
    </w:p>
    <w:p w14:paraId="3D47563A" w14:textId="77777777" w:rsidR="00810015" w:rsidRDefault="00810015" w:rsidP="00810015">
      <w:r>
        <w:t>197.5784</w:t>
      </w:r>
      <w:r>
        <w:tab/>
        <w:t>3.038e0</w:t>
      </w:r>
    </w:p>
    <w:p w14:paraId="74C3CB61" w14:textId="77777777" w:rsidR="00810015" w:rsidRDefault="00810015" w:rsidP="00810015">
      <w:r>
        <w:t>197.6028</w:t>
      </w:r>
      <w:r>
        <w:tab/>
        <w:t>2.025e0</w:t>
      </w:r>
    </w:p>
    <w:p w14:paraId="165E400D" w14:textId="77777777" w:rsidR="00810015" w:rsidRDefault="00810015" w:rsidP="00810015">
      <w:r>
        <w:t>197.6079</w:t>
      </w:r>
      <w:r>
        <w:tab/>
        <w:t>5.063e0</w:t>
      </w:r>
    </w:p>
    <w:p w14:paraId="38CBF748" w14:textId="77777777" w:rsidR="00810015" w:rsidRDefault="00810015" w:rsidP="00810015">
      <w:r>
        <w:t>197.6200</w:t>
      </w:r>
      <w:r>
        <w:tab/>
        <w:t>3.038e0</w:t>
      </w:r>
    </w:p>
    <w:p w14:paraId="03DA66B8" w14:textId="77777777" w:rsidR="00810015" w:rsidRDefault="00810015" w:rsidP="00810015">
      <w:r>
        <w:lastRenderedPageBreak/>
        <w:t>197.6235</w:t>
      </w:r>
      <w:r>
        <w:tab/>
        <w:t>2.025e0</w:t>
      </w:r>
    </w:p>
    <w:p w14:paraId="6CA340FC" w14:textId="77777777" w:rsidR="00810015" w:rsidRDefault="00810015" w:rsidP="00810015">
      <w:r>
        <w:t>197.6374</w:t>
      </w:r>
      <w:r>
        <w:tab/>
        <w:t>4.051e0</w:t>
      </w:r>
    </w:p>
    <w:p w14:paraId="4E0100D4" w14:textId="77777777" w:rsidR="00810015" w:rsidRDefault="00810015" w:rsidP="00810015">
      <w:r>
        <w:t>197.6432</w:t>
      </w:r>
      <w:r>
        <w:tab/>
        <w:t>4.051e0</w:t>
      </w:r>
    </w:p>
    <w:p w14:paraId="17899378" w14:textId="77777777" w:rsidR="00810015" w:rsidRDefault="00810015" w:rsidP="00810015">
      <w:r>
        <w:t>197.6456</w:t>
      </w:r>
      <w:r>
        <w:tab/>
        <w:t>1.013e0</w:t>
      </w:r>
    </w:p>
    <w:p w14:paraId="13EB1CE4" w14:textId="77777777" w:rsidR="00810015" w:rsidRDefault="00810015" w:rsidP="00810015">
      <w:r>
        <w:t>197.6482</w:t>
      </w:r>
      <w:r>
        <w:tab/>
        <w:t>2.025e0</w:t>
      </w:r>
    </w:p>
    <w:p w14:paraId="3DC01671" w14:textId="77777777" w:rsidR="00810015" w:rsidRDefault="00810015" w:rsidP="00810015">
      <w:r>
        <w:t>197.6686</w:t>
      </w:r>
      <w:r>
        <w:tab/>
        <w:t>1.013e0</w:t>
      </w:r>
    </w:p>
    <w:p w14:paraId="0D29CF0F" w14:textId="77777777" w:rsidR="00810015" w:rsidRDefault="00810015" w:rsidP="00810015">
      <w:r>
        <w:t>197.6699</w:t>
      </w:r>
      <w:r>
        <w:tab/>
        <w:t>3.038e0</w:t>
      </w:r>
    </w:p>
    <w:p w14:paraId="17F93C68" w14:textId="77777777" w:rsidR="00810015" w:rsidRDefault="00810015" w:rsidP="00810015">
      <w:r>
        <w:t>197.6753</w:t>
      </w:r>
      <w:r>
        <w:tab/>
        <w:t>1.013e0</w:t>
      </w:r>
    </w:p>
    <w:p w14:paraId="4F8F1FF9" w14:textId="77777777" w:rsidR="00810015" w:rsidRDefault="00810015" w:rsidP="00810015">
      <w:r>
        <w:t>197.6865</w:t>
      </w:r>
      <w:r>
        <w:tab/>
        <w:t>1.013e0</w:t>
      </w:r>
    </w:p>
    <w:p w14:paraId="40CA6428" w14:textId="77777777" w:rsidR="00810015" w:rsidRDefault="00810015" w:rsidP="00810015">
      <w:r>
        <w:t>197.6902</w:t>
      </w:r>
      <w:r>
        <w:tab/>
        <w:t>3.038e0</w:t>
      </w:r>
    </w:p>
    <w:p w14:paraId="2F711E0F" w14:textId="77777777" w:rsidR="00810015" w:rsidRDefault="00810015" w:rsidP="00810015">
      <w:r>
        <w:t>197.6957</w:t>
      </w:r>
      <w:r>
        <w:tab/>
        <w:t>2.025e0</w:t>
      </w:r>
    </w:p>
    <w:p w14:paraId="219B02E3" w14:textId="77777777" w:rsidR="00810015" w:rsidRDefault="00810015" w:rsidP="00810015">
      <w:r>
        <w:t>197.7161</w:t>
      </w:r>
      <w:r>
        <w:tab/>
        <w:t>1.013e0</w:t>
      </w:r>
    </w:p>
    <w:p w14:paraId="52CA8559" w14:textId="77777777" w:rsidR="00810015" w:rsidRDefault="00810015" w:rsidP="00810015">
      <w:r>
        <w:t>197.7235</w:t>
      </w:r>
      <w:r>
        <w:tab/>
        <w:t>2.025e0</w:t>
      </w:r>
    </w:p>
    <w:p w14:paraId="3E6A7ABA" w14:textId="77777777" w:rsidR="00810015" w:rsidRDefault="00810015" w:rsidP="00810015">
      <w:r>
        <w:t>197.7279</w:t>
      </w:r>
      <w:r>
        <w:tab/>
        <w:t>1.013e0</w:t>
      </w:r>
    </w:p>
    <w:p w14:paraId="15F311C8" w14:textId="77777777" w:rsidR="00810015" w:rsidRDefault="00810015" w:rsidP="00810015">
      <w:r>
        <w:t>197.7327</w:t>
      </w:r>
      <w:r>
        <w:tab/>
        <w:t>2.025e0</w:t>
      </w:r>
    </w:p>
    <w:p w14:paraId="28FDE1D3" w14:textId="77777777" w:rsidR="00810015" w:rsidRDefault="00810015" w:rsidP="00810015">
      <w:r>
        <w:t>197.7346</w:t>
      </w:r>
      <w:r>
        <w:tab/>
        <w:t>2.025e0</w:t>
      </w:r>
    </w:p>
    <w:p w14:paraId="2ECD3006" w14:textId="77777777" w:rsidR="00810015" w:rsidRDefault="00810015" w:rsidP="00810015">
      <w:r>
        <w:t>197.7486</w:t>
      </w:r>
      <w:r>
        <w:tab/>
        <w:t>2.025e0</w:t>
      </w:r>
    </w:p>
    <w:p w14:paraId="10B81DE4" w14:textId="77777777" w:rsidR="00810015" w:rsidRDefault="00810015" w:rsidP="00810015">
      <w:r>
        <w:t>197.7581</w:t>
      </w:r>
      <w:r>
        <w:tab/>
        <w:t>3.038e0</w:t>
      </w:r>
    </w:p>
    <w:p w14:paraId="025F60CA" w14:textId="77777777" w:rsidR="00810015" w:rsidRDefault="00810015" w:rsidP="00810015">
      <w:r>
        <w:t>197.7686</w:t>
      </w:r>
      <w:r>
        <w:tab/>
        <w:t>2.025e0</w:t>
      </w:r>
    </w:p>
    <w:p w14:paraId="2010D843" w14:textId="77777777" w:rsidR="00810015" w:rsidRDefault="00810015" w:rsidP="00810015">
      <w:r>
        <w:lastRenderedPageBreak/>
        <w:t>197.7775</w:t>
      </w:r>
      <w:r>
        <w:tab/>
        <w:t>3.038e0</w:t>
      </w:r>
    </w:p>
    <w:p w14:paraId="414542A2" w14:textId="77777777" w:rsidR="00810015" w:rsidRDefault="00810015" w:rsidP="00810015">
      <w:r>
        <w:t>197.7914</w:t>
      </w:r>
      <w:r>
        <w:tab/>
        <w:t>1.013e0</w:t>
      </w:r>
    </w:p>
    <w:p w14:paraId="191A057D" w14:textId="77777777" w:rsidR="00810015" w:rsidRDefault="00810015" w:rsidP="00810015">
      <w:r>
        <w:t>197.7997</w:t>
      </w:r>
      <w:r>
        <w:tab/>
        <w:t>1.013e0</w:t>
      </w:r>
    </w:p>
    <w:p w14:paraId="16514E93" w14:textId="77777777" w:rsidR="00810015" w:rsidRDefault="00810015" w:rsidP="00810015">
      <w:r>
        <w:t>197.8104</w:t>
      </w:r>
      <w:r>
        <w:tab/>
        <w:t>1.013e0</w:t>
      </w:r>
    </w:p>
    <w:p w14:paraId="48401FCA" w14:textId="77777777" w:rsidR="00810015" w:rsidRDefault="00810015" w:rsidP="00810015">
      <w:r>
        <w:t>197.8196</w:t>
      </w:r>
      <w:r>
        <w:tab/>
        <w:t>3.038e0</w:t>
      </w:r>
    </w:p>
    <w:p w14:paraId="5F105FAC" w14:textId="77777777" w:rsidR="00810015" w:rsidRDefault="00810015" w:rsidP="00810015">
      <w:r>
        <w:t>197.8260</w:t>
      </w:r>
      <w:r>
        <w:tab/>
        <w:t>1.013e0</w:t>
      </w:r>
    </w:p>
    <w:p w14:paraId="12333AC7" w14:textId="77777777" w:rsidR="00810015" w:rsidRDefault="00810015" w:rsidP="00810015">
      <w:r>
        <w:t>197.8327</w:t>
      </w:r>
      <w:r>
        <w:tab/>
        <w:t>1.013e0</w:t>
      </w:r>
    </w:p>
    <w:p w14:paraId="5262B058" w14:textId="77777777" w:rsidR="00810015" w:rsidRDefault="00810015" w:rsidP="00810015">
      <w:r>
        <w:t>197.8401</w:t>
      </w:r>
      <w:r>
        <w:tab/>
        <w:t>1.013e0</w:t>
      </w:r>
    </w:p>
    <w:p w14:paraId="2F1407D2" w14:textId="77777777" w:rsidR="00810015" w:rsidRDefault="00810015" w:rsidP="00810015">
      <w:r>
        <w:t>197.8519</w:t>
      </w:r>
      <w:r>
        <w:tab/>
        <w:t>1.013e0</w:t>
      </w:r>
    </w:p>
    <w:p w14:paraId="2E7CD3B0" w14:textId="77777777" w:rsidR="00810015" w:rsidRDefault="00810015" w:rsidP="00810015">
      <w:r>
        <w:t>197.8605</w:t>
      </w:r>
      <w:r>
        <w:tab/>
        <w:t>2.025e0</w:t>
      </w:r>
    </w:p>
    <w:p w14:paraId="05D1DCF6" w14:textId="77777777" w:rsidR="00810015" w:rsidRDefault="00810015" w:rsidP="00810015">
      <w:r>
        <w:t>197.8641</w:t>
      </w:r>
      <w:r>
        <w:tab/>
        <w:t>3.038e0</w:t>
      </w:r>
    </w:p>
    <w:p w14:paraId="5F166A8F" w14:textId="77777777" w:rsidR="00810015" w:rsidRDefault="00810015" w:rsidP="00810015">
      <w:r>
        <w:t>197.8828</w:t>
      </w:r>
      <w:r>
        <w:tab/>
        <w:t>2.025e0</w:t>
      </w:r>
    </w:p>
    <w:p w14:paraId="7A02DBB1" w14:textId="77777777" w:rsidR="00810015" w:rsidRDefault="00810015" w:rsidP="00810015">
      <w:r>
        <w:t>197.8878</w:t>
      </w:r>
      <w:r>
        <w:tab/>
        <w:t>3.038e0</w:t>
      </w:r>
    </w:p>
    <w:p w14:paraId="5AB31D25" w14:textId="77777777" w:rsidR="00810015" w:rsidRDefault="00810015" w:rsidP="00810015">
      <w:r>
        <w:t>197.8995</w:t>
      </w:r>
      <w:r>
        <w:tab/>
        <w:t>1.013e0</w:t>
      </w:r>
    </w:p>
    <w:p w14:paraId="2471FA6C" w14:textId="77777777" w:rsidR="00810015" w:rsidRDefault="00810015" w:rsidP="00810015">
      <w:r>
        <w:t>197.9261</w:t>
      </w:r>
      <w:r>
        <w:tab/>
        <w:t>1.013e0</w:t>
      </w:r>
    </w:p>
    <w:p w14:paraId="43A0BCE1" w14:textId="77777777" w:rsidR="00810015" w:rsidRDefault="00810015" w:rsidP="00810015">
      <w:r>
        <w:t>197.9273</w:t>
      </w:r>
      <w:r>
        <w:tab/>
        <w:t>2.025e0</w:t>
      </w:r>
    </w:p>
    <w:p w14:paraId="087ACDB2" w14:textId="77777777" w:rsidR="00810015" w:rsidRDefault="00810015" w:rsidP="00810015">
      <w:r>
        <w:t>197.9384</w:t>
      </w:r>
      <w:r>
        <w:tab/>
        <w:t>3.038e0</w:t>
      </w:r>
    </w:p>
    <w:p w14:paraId="6A31E3DA" w14:textId="77777777" w:rsidR="00810015" w:rsidRDefault="00810015" w:rsidP="00810015">
      <w:r>
        <w:t>197.9761</w:t>
      </w:r>
      <w:r>
        <w:tab/>
        <w:t>2.025e0</w:t>
      </w:r>
    </w:p>
    <w:p w14:paraId="16FF1942" w14:textId="77777777" w:rsidR="00810015" w:rsidRDefault="00810015" w:rsidP="00810015">
      <w:r>
        <w:t>198.0005</w:t>
      </w:r>
      <w:r>
        <w:tab/>
        <w:t>1.960e2</w:t>
      </w:r>
    </w:p>
    <w:p w14:paraId="5378C481" w14:textId="77777777" w:rsidR="00810015" w:rsidRDefault="00810015" w:rsidP="00810015">
      <w:r>
        <w:lastRenderedPageBreak/>
        <w:t>198.0064</w:t>
      </w:r>
      <w:r>
        <w:tab/>
        <w:t>2.025e0</w:t>
      </w:r>
    </w:p>
    <w:p w14:paraId="5B17664C" w14:textId="77777777" w:rsidR="00810015" w:rsidRDefault="00810015" w:rsidP="00810015">
      <w:r>
        <w:t>198.0081</w:t>
      </w:r>
      <w:r>
        <w:tab/>
        <w:t>8.101e0</w:t>
      </w:r>
    </w:p>
    <w:p w14:paraId="2BBC5EDB" w14:textId="77777777" w:rsidR="00810015" w:rsidRDefault="00810015" w:rsidP="00810015">
      <w:r>
        <w:t>198.0347</w:t>
      </w:r>
      <w:r>
        <w:tab/>
        <w:t>1.013e0</w:t>
      </w:r>
    </w:p>
    <w:p w14:paraId="748FCAF3" w14:textId="77777777" w:rsidR="00810015" w:rsidRDefault="00810015" w:rsidP="00810015">
      <w:r>
        <w:t>198.0384</w:t>
      </w:r>
      <w:r>
        <w:tab/>
        <w:t>2.025e0</w:t>
      </w:r>
    </w:p>
    <w:p w14:paraId="4B69D2D9" w14:textId="77777777" w:rsidR="00810015" w:rsidRDefault="00810015" w:rsidP="00810015">
      <w:r>
        <w:t>198.0417</w:t>
      </w:r>
      <w:r>
        <w:tab/>
        <w:t>2.344e0</w:t>
      </w:r>
    </w:p>
    <w:p w14:paraId="35CAB15D" w14:textId="77777777" w:rsidR="00810015" w:rsidRDefault="00810015" w:rsidP="00810015">
      <w:r>
        <w:t>198.0458</w:t>
      </w:r>
      <w:r>
        <w:tab/>
        <w:t>2.025e0</w:t>
      </w:r>
    </w:p>
    <w:p w14:paraId="3C031128" w14:textId="77777777" w:rsidR="00810015" w:rsidRDefault="00810015" w:rsidP="00810015">
      <w:r>
        <w:t>198.0754</w:t>
      </w:r>
      <w:r>
        <w:tab/>
        <w:t>2.025e0</w:t>
      </w:r>
    </w:p>
    <w:p w14:paraId="5CB5F33C" w14:textId="77777777" w:rsidR="00810015" w:rsidRDefault="00810015" w:rsidP="00810015">
      <w:r>
        <w:t>198.0784</w:t>
      </w:r>
      <w:r>
        <w:tab/>
        <w:t>1.501e0</w:t>
      </w:r>
    </w:p>
    <w:p w14:paraId="4B413E7B" w14:textId="77777777" w:rsidR="00810015" w:rsidRDefault="00810015" w:rsidP="00810015">
      <w:r>
        <w:t>198.0836</w:t>
      </w:r>
      <w:r>
        <w:tab/>
        <w:t>1.013e0</w:t>
      </w:r>
    </w:p>
    <w:p w14:paraId="2106CDED" w14:textId="77777777" w:rsidR="00810015" w:rsidRDefault="00810015" w:rsidP="00810015">
      <w:r>
        <w:t>198.0857</w:t>
      </w:r>
      <w:r>
        <w:tab/>
        <w:t>3.038e0</w:t>
      </w:r>
    </w:p>
    <w:p w14:paraId="1D16BD63" w14:textId="77777777" w:rsidR="00810015" w:rsidRDefault="00810015" w:rsidP="00810015">
      <w:r>
        <w:t>198.0946</w:t>
      </w:r>
      <w:r>
        <w:tab/>
        <w:t>2.704e0</w:t>
      </w:r>
    </w:p>
    <w:p w14:paraId="0C6C52F7" w14:textId="77777777" w:rsidR="00810015" w:rsidRDefault="00810015" w:rsidP="00810015">
      <w:r>
        <w:t>198.0971</w:t>
      </w:r>
      <w:r>
        <w:tab/>
        <w:t>4.312e0</w:t>
      </w:r>
    </w:p>
    <w:p w14:paraId="32B77299" w14:textId="77777777" w:rsidR="00810015" w:rsidRDefault="00810015" w:rsidP="00810015">
      <w:r>
        <w:t>198.1159</w:t>
      </w:r>
      <w:r>
        <w:tab/>
        <w:t>2.044e0</w:t>
      </w:r>
    </w:p>
    <w:p w14:paraId="42B41925" w14:textId="77777777" w:rsidR="00810015" w:rsidRDefault="00810015" w:rsidP="00810015">
      <w:r>
        <w:t>198.1255</w:t>
      </w:r>
      <w:r>
        <w:tab/>
        <w:t>2.006e0</w:t>
      </w:r>
    </w:p>
    <w:p w14:paraId="123577D0" w14:textId="77777777" w:rsidR="00810015" w:rsidRDefault="00810015" w:rsidP="00810015">
      <w:r>
        <w:t>198.1274</w:t>
      </w:r>
      <w:r>
        <w:tab/>
        <w:t>4.319e0</w:t>
      </w:r>
    </w:p>
    <w:p w14:paraId="28421219" w14:textId="77777777" w:rsidR="00810015" w:rsidRDefault="00810015" w:rsidP="00810015">
      <w:r>
        <w:t>198.1524</w:t>
      </w:r>
      <w:r>
        <w:tab/>
        <w:t>2.713e0</w:t>
      </w:r>
    </w:p>
    <w:p w14:paraId="09BD1104" w14:textId="77777777" w:rsidR="00810015" w:rsidRDefault="00810015" w:rsidP="00810015">
      <w:r>
        <w:t>198.1546</w:t>
      </w:r>
      <w:r>
        <w:tab/>
        <w:t>1.691e0</w:t>
      </w:r>
    </w:p>
    <w:p w14:paraId="35428851" w14:textId="77777777" w:rsidR="00810015" w:rsidRDefault="00810015" w:rsidP="00810015">
      <w:r>
        <w:t>198.1610</w:t>
      </w:r>
      <w:r>
        <w:tab/>
        <w:t>4.131e0</w:t>
      </w:r>
    </w:p>
    <w:p w14:paraId="5474584D" w14:textId="77777777" w:rsidR="00810015" w:rsidRDefault="00810015" w:rsidP="00810015">
      <w:r>
        <w:t>198.1890</w:t>
      </w:r>
      <w:r>
        <w:tab/>
        <w:t>5.063e0</w:t>
      </w:r>
    </w:p>
    <w:p w14:paraId="0E6C69C0" w14:textId="77777777" w:rsidR="00810015" w:rsidRDefault="00810015" w:rsidP="00810015">
      <w:r>
        <w:lastRenderedPageBreak/>
        <w:t>198.1932</w:t>
      </w:r>
      <w:r>
        <w:tab/>
        <w:t>4.051e0</w:t>
      </w:r>
    </w:p>
    <w:p w14:paraId="7021B42D" w14:textId="77777777" w:rsidR="00810015" w:rsidRDefault="00810015" w:rsidP="00810015">
      <w:r>
        <w:t>198.1951</w:t>
      </w:r>
      <w:r>
        <w:tab/>
        <w:t>2.025e0</w:t>
      </w:r>
    </w:p>
    <w:p w14:paraId="580A22D9" w14:textId="77777777" w:rsidR="00810015" w:rsidRDefault="00810015" w:rsidP="00810015">
      <w:r>
        <w:t>198.2034</w:t>
      </w:r>
      <w:r>
        <w:tab/>
        <w:t>2.025e0</w:t>
      </w:r>
    </w:p>
    <w:p w14:paraId="17E7CC74" w14:textId="77777777" w:rsidR="00810015" w:rsidRDefault="00810015" w:rsidP="00810015">
      <w:r>
        <w:t>198.2402</w:t>
      </w:r>
      <w:r>
        <w:tab/>
        <w:t>3.038e0</w:t>
      </w:r>
    </w:p>
    <w:p w14:paraId="329B4E04" w14:textId="77777777" w:rsidR="00810015" w:rsidRDefault="00810015" w:rsidP="00810015">
      <w:r>
        <w:t>198.2663</w:t>
      </w:r>
      <w:r>
        <w:tab/>
        <w:t>1.013e0</w:t>
      </w:r>
    </w:p>
    <w:p w14:paraId="0B0CBB0F" w14:textId="77777777" w:rsidR="00810015" w:rsidRDefault="00810015" w:rsidP="00810015">
      <w:r>
        <w:t>198.2692</w:t>
      </w:r>
      <w:r>
        <w:tab/>
        <w:t>3.038e0</w:t>
      </w:r>
    </w:p>
    <w:p w14:paraId="0270EC7E" w14:textId="77777777" w:rsidR="00810015" w:rsidRDefault="00810015" w:rsidP="00810015">
      <w:r>
        <w:t>198.2719</w:t>
      </w:r>
      <w:r>
        <w:tab/>
        <w:t>2.025e0</w:t>
      </w:r>
    </w:p>
    <w:p w14:paraId="412D6089" w14:textId="77777777" w:rsidR="00810015" w:rsidRDefault="00810015" w:rsidP="00810015">
      <w:r>
        <w:t>198.2812</w:t>
      </w:r>
      <w:r>
        <w:tab/>
        <w:t>1.013e0</w:t>
      </w:r>
    </w:p>
    <w:p w14:paraId="04DD3B8C" w14:textId="77777777" w:rsidR="00810015" w:rsidRDefault="00810015" w:rsidP="00810015">
      <w:r>
        <w:t>198.2886</w:t>
      </w:r>
      <w:r>
        <w:tab/>
        <w:t>1.013e0</w:t>
      </w:r>
    </w:p>
    <w:p w14:paraId="364210D3" w14:textId="77777777" w:rsidR="00810015" w:rsidRDefault="00810015" w:rsidP="00810015">
      <w:r>
        <w:t>198.3116</w:t>
      </w:r>
      <w:r>
        <w:tab/>
        <w:t>1.013e0</w:t>
      </w:r>
    </w:p>
    <w:p w14:paraId="1F8C3384" w14:textId="77777777" w:rsidR="00810015" w:rsidRDefault="00810015" w:rsidP="00810015">
      <w:r>
        <w:t>198.3295</w:t>
      </w:r>
      <w:r>
        <w:tab/>
        <w:t>1.013e0</w:t>
      </w:r>
    </w:p>
    <w:p w14:paraId="60A0FFA8" w14:textId="77777777" w:rsidR="00810015" w:rsidRDefault="00810015" w:rsidP="00810015">
      <w:r>
        <w:t>198.3376</w:t>
      </w:r>
      <w:r>
        <w:tab/>
        <w:t>1.013e0</w:t>
      </w:r>
    </w:p>
    <w:p w14:paraId="1B7CAC6C" w14:textId="77777777" w:rsidR="00810015" w:rsidRDefault="00810015" w:rsidP="00810015">
      <w:r>
        <w:t>198.3629</w:t>
      </w:r>
      <w:r>
        <w:tab/>
        <w:t>1.013e0</w:t>
      </w:r>
    </w:p>
    <w:p w14:paraId="18EF5D4A" w14:textId="77777777" w:rsidR="00810015" w:rsidRDefault="00810015" w:rsidP="00810015">
      <w:r>
        <w:t>198.3674</w:t>
      </w:r>
      <w:r>
        <w:tab/>
        <w:t>1.013e0</w:t>
      </w:r>
    </w:p>
    <w:p w14:paraId="31DAA03F" w14:textId="77777777" w:rsidR="00810015" w:rsidRDefault="00810015" w:rsidP="00810015">
      <w:r>
        <w:t>198.3744</w:t>
      </w:r>
      <w:r>
        <w:tab/>
        <w:t>1.013e0</w:t>
      </w:r>
    </w:p>
    <w:p w14:paraId="2B426BDA" w14:textId="77777777" w:rsidR="00810015" w:rsidRDefault="00810015" w:rsidP="00810015">
      <w:r>
        <w:t>198.3941</w:t>
      </w:r>
      <w:r>
        <w:tab/>
        <w:t>1.013e0</w:t>
      </w:r>
    </w:p>
    <w:p w14:paraId="2E30514E" w14:textId="77777777" w:rsidR="00810015" w:rsidRDefault="00810015" w:rsidP="00810015">
      <w:r>
        <w:t>198.4014</w:t>
      </w:r>
      <w:r>
        <w:tab/>
        <w:t>4.051e0</w:t>
      </w:r>
    </w:p>
    <w:p w14:paraId="0EABDF47" w14:textId="77777777" w:rsidR="00810015" w:rsidRDefault="00810015" w:rsidP="00810015">
      <w:r>
        <w:t>198.4048</w:t>
      </w:r>
      <w:r>
        <w:tab/>
        <w:t>2.025e0</w:t>
      </w:r>
    </w:p>
    <w:p w14:paraId="72A15446" w14:textId="77777777" w:rsidR="00810015" w:rsidRDefault="00810015" w:rsidP="00810015">
      <w:r>
        <w:t>198.4377</w:t>
      </w:r>
      <w:r>
        <w:tab/>
        <w:t>2.025e0</w:t>
      </w:r>
    </w:p>
    <w:p w14:paraId="322AE516" w14:textId="77777777" w:rsidR="00810015" w:rsidRDefault="00810015" w:rsidP="00810015">
      <w:r>
        <w:lastRenderedPageBreak/>
        <w:t>198.4722</w:t>
      </w:r>
      <w:r>
        <w:tab/>
        <w:t>1.013e0</w:t>
      </w:r>
    </w:p>
    <w:p w14:paraId="32A346F3" w14:textId="77777777" w:rsidR="00810015" w:rsidRDefault="00810015" w:rsidP="00810015">
      <w:r>
        <w:t>198.4982</w:t>
      </w:r>
      <w:r>
        <w:tab/>
        <w:t>3.038e0</w:t>
      </w:r>
    </w:p>
    <w:p w14:paraId="3CE59678" w14:textId="77777777" w:rsidR="00810015" w:rsidRDefault="00810015" w:rsidP="00810015">
      <w:r>
        <w:t>198.5168</w:t>
      </w:r>
      <w:r>
        <w:tab/>
        <w:t>1.013e0</w:t>
      </w:r>
    </w:p>
    <w:p w14:paraId="4ECA4A4A" w14:textId="77777777" w:rsidR="00810015" w:rsidRDefault="00810015" w:rsidP="00810015">
      <w:r>
        <w:t>198.5242</w:t>
      </w:r>
      <w:r>
        <w:tab/>
        <w:t>1.013e0</w:t>
      </w:r>
    </w:p>
    <w:p w14:paraId="4190EAC6" w14:textId="77777777" w:rsidR="00810015" w:rsidRDefault="00810015" w:rsidP="00810015">
      <w:r>
        <w:t>198.5316</w:t>
      </w:r>
      <w:r>
        <w:tab/>
        <w:t>1.013e0</w:t>
      </w:r>
    </w:p>
    <w:p w14:paraId="6F8B8B5D" w14:textId="77777777" w:rsidR="00810015" w:rsidRDefault="00810015" w:rsidP="00810015">
      <w:r>
        <w:t>198.5353</w:t>
      </w:r>
      <w:r>
        <w:tab/>
        <w:t>1.013e0</w:t>
      </w:r>
    </w:p>
    <w:p w14:paraId="576E5C08" w14:textId="77777777" w:rsidR="00810015" w:rsidRDefault="00810015" w:rsidP="00810015">
      <w:r>
        <w:t>198.5397</w:t>
      </w:r>
      <w:r>
        <w:tab/>
        <w:t>2.025e0</w:t>
      </w:r>
    </w:p>
    <w:p w14:paraId="3FCD7274" w14:textId="77777777" w:rsidR="00810015" w:rsidRDefault="00810015" w:rsidP="00810015">
      <w:r>
        <w:t>198.5730</w:t>
      </w:r>
      <w:r>
        <w:tab/>
        <w:t>3.038e0</w:t>
      </w:r>
    </w:p>
    <w:p w14:paraId="47AC93EC" w14:textId="77777777" w:rsidR="00810015" w:rsidRDefault="00810015" w:rsidP="00810015">
      <w:r>
        <w:t>198.5766</w:t>
      </w:r>
      <w:r>
        <w:tab/>
        <w:t>1.013e0</w:t>
      </w:r>
    </w:p>
    <w:p w14:paraId="42B39F06" w14:textId="77777777" w:rsidR="00810015" w:rsidRDefault="00810015" w:rsidP="00810015">
      <w:r>
        <w:t>198.5888</w:t>
      </w:r>
      <w:r>
        <w:tab/>
        <w:t>4.051e0</w:t>
      </w:r>
    </w:p>
    <w:p w14:paraId="7FE87E4B" w14:textId="77777777" w:rsidR="00810015" w:rsidRDefault="00810015" w:rsidP="00810015">
      <w:r>
        <w:t>198.6034</w:t>
      </w:r>
      <w:r>
        <w:tab/>
        <w:t>1.013e0</w:t>
      </w:r>
    </w:p>
    <w:p w14:paraId="154210A4" w14:textId="77777777" w:rsidR="00810015" w:rsidRDefault="00810015" w:rsidP="00810015">
      <w:r>
        <w:t>198.6110</w:t>
      </w:r>
      <w:r>
        <w:tab/>
        <w:t>1.013e0</w:t>
      </w:r>
    </w:p>
    <w:p w14:paraId="22850DC4" w14:textId="77777777" w:rsidR="00810015" w:rsidRDefault="00810015" w:rsidP="00810015">
      <w:r>
        <w:t>198.6225</w:t>
      </w:r>
      <w:r>
        <w:tab/>
        <w:t>1.013e0</w:t>
      </w:r>
    </w:p>
    <w:p w14:paraId="656DD5CB" w14:textId="77777777" w:rsidR="00810015" w:rsidRDefault="00810015" w:rsidP="00810015">
      <w:r>
        <w:t>198.6391</w:t>
      </w:r>
      <w:r>
        <w:tab/>
        <w:t>4.051e0</w:t>
      </w:r>
    </w:p>
    <w:p w14:paraId="41AFB26D" w14:textId="77777777" w:rsidR="00810015" w:rsidRDefault="00810015" w:rsidP="00810015">
      <w:r>
        <w:t>198.6428</w:t>
      </w:r>
      <w:r>
        <w:tab/>
        <w:t>2.025e0</w:t>
      </w:r>
    </w:p>
    <w:p w14:paraId="0C5CC5BC" w14:textId="77777777" w:rsidR="00810015" w:rsidRDefault="00810015" w:rsidP="00810015">
      <w:r>
        <w:t>198.6706</w:t>
      </w:r>
      <w:r>
        <w:tab/>
        <w:t>1.013e0</w:t>
      </w:r>
    </w:p>
    <w:p w14:paraId="5E1A715F" w14:textId="77777777" w:rsidR="00810015" w:rsidRDefault="00810015" w:rsidP="00810015">
      <w:r>
        <w:t>198.6818</w:t>
      </w:r>
      <w:r>
        <w:tab/>
        <w:t>1.013e0</w:t>
      </w:r>
    </w:p>
    <w:p w14:paraId="377C2C91" w14:textId="77777777" w:rsidR="00810015" w:rsidRDefault="00810015" w:rsidP="00810015">
      <w:r>
        <w:t>198.6855</w:t>
      </w:r>
      <w:r>
        <w:tab/>
        <w:t>1.013e0</w:t>
      </w:r>
    </w:p>
    <w:p w14:paraId="31C69576" w14:textId="77777777" w:rsidR="00810015" w:rsidRDefault="00810015" w:rsidP="00810015">
      <w:r>
        <w:t>198.6936</w:t>
      </w:r>
      <w:r>
        <w:tab/>
        <w:t>3.038e0</w:t>
      </w:r>
    </w:p>
    <w:p w14:paraId="2A60A117" w14:textId="77777777" w:rsidR="00810015" w:rsidRDefault="00810015" w:rsidP="00810015">
      <w:r>
        <w:lastRenderedPageBreak/>
        <w:t>198.6967</w:t>
      </w:r>
      <w:r>
        <w:tab/>
        <w:t>1.013e0</w:t>
      </w:r>
    </w:p>
    <w:p w14:paraId="5810C54C" w14:textId="77777777" w:rsidR="00810015" w:rsidRDefault="00810015" w:rsidP="00810015">
      <w:r>
        <w:t>198.7059</w:t>
      </w:r>
      <w:r>
        <w:tab/>
        <w:t>4.051e0</w:t>
      </w:r>
    </w:p>
    <w:p w14:paraId="166DDB90" w14:textId="77777777" w:rsidR="00810015" w:rsidRDefault="00810015" w:rsidP="00810015">
      <w:r>
        <w:t>198.7152</w:t>
      </w:r>
      <w:r>
        <w:tab/>
        <w:t>1.013e0</w:t>
      </w:r>
    </w:p>
    <w:p w14:paraId="0F8CECD2" w14:textId="77777777" w:rsidR="00810015" w:rsidRDefault="00810015" w:rsidP="00810015">
      <w:r>
        <w:t>198.7230</w:t>
      </w:r>
      <w:r>
        <w:tab/>
        <w:t>2.025e0</w:t>
      </w:r>
    </w:p>
    <w:p w14:paraId="2C65EF09" w14:textId="77777777" w:rsidR="00810015" w:rsidRDefault="00810015" w:rsidP="00810015">
      <w:r>
        <w:t>198.7464</w:t>
      </w:r>
      <w:r>
        <w:tab/>
        <w:t>5.063e0</w:t>
      </w:r>
    </w:p>
    <w:p w14:paraId="5D8FEF54" w14:textId="77777777" w:rsidR="00810015" w:rsidRDefault="00810015" w:rsidP="00810015">
      <w:r>
        <w:t>198.7523</w:t>
      </w:r>
      <w:r>
        <w:tab/>
        <w:t>1.013e0</w:t>
      </w:r>
    </w:p>
    <w:p w14:paraId="75DD5928" w14:textId="77777777" w:rsidR="00810015" w:rsidRDefault="00810015" w:rsidP="00810015">
      <w:r>
        <w:t>198.7552</w:t>
      </w:r>
      <w:r>
        <w:tab/>
        <w:t>3.038e0</w:t>
      </w:r>
    </w:p>
    <w:p w14:paraId="47B24619" w14:textId="77777777" w:rsidR="00810015" w:rsidRDefault="00810015" w:rsidP="00810015">
      <w:r>
        <w:t>198.7611</w:t>
      </w:r>
      <w:r>
        <w:tab/>
        <w:t>2.025e0</w:t>
      </w:r>
    </w:p>
    <w:p w14:paraId="1D37FC95" w14:textId="77777777" w:rsidR="00810015" w:rsidRDefault="00810015" w:rsidP="00810015">
      <w:r>
        <w:t>198.7810</w:t>
      </w:r>
      <w:r>
        <w:tab/>
        <w:t>2.025e0</w:t>
      </w:r>
    </w:p>
    <w:p w14:paraId="07E1AF42" w14:textId="77777777" w:rsidR="00810015" w:rsidRDefault="00810015" w:rsidP="00810015">
      <w:r>
        <w:t>198.7911</w:t>
      </w:r>
      <w:r>
        <w:tab/>
        <w:t>4.051e0</w:t>
      </w:r>
    </w:p>
    <w:p w14:paraId="780D2342" w14:textId="77777777" w:rsidR="00810015" w:rsidRDefault="00810015" w:rsidP="00810015">
      <w:r>
        <w:t>198.8187</w:t>
      </w:r>
      <w:r>
        <w:tab/>
        <w:t>3.038e0</w:t>
      </w:r>
    </w:p>
    <w:p w14:paraId="2B0E823B" w14:textId="77777777" w:rsidR="00810015" w:rsidRDefault="00810015" w:rsidP="00810015">
      <w:r>
        <w:t>198.8266</w:t>
      </w:r>
      <w:r>
        <w:tab/>
        <w:t>3.038e0</w:t>
      </w:r>
    </w:p>
    <w:p w14:paraId="66A6D099" w14:textId="77777777" w:rsidR="00810015" w:rsidRDefault="00810015" w:rsidP="00810015">
      <w:r>
        <w:t>198.8580</w:t>
      </w:r>
      <w:r>
        <w:tab/>
        <w:t>1.013e0</w:t>
      </w:r>
    </w:p>
    <w:p w14:paraId="289D5C25" w14:textId="77777777" w:rsidR="00810015" w:rsidRDefault="00810015" w:rsidP="00810015">
      <w:r>
        <w:t>198.8624</w:t>
      </w:r>
      <w:r>
        <w:tab/>
        <w:t>2.025e0</w:t>
      </w:r>
    </w:p>
    <w:p w14:paraId="37E4B3C2" w14:textId="77777777" w:rsidR="00810015" w:rsidRDefault="00810015" w:rsidP="00810015">
      <w:r>
        <w:t>198.8729</w:t>
      </w:r>
      <w:r>
        <w:tab/>
        <w:t>2.025e0</w:t>
      </w:r>
    </w:p>
    <w:p w14:paraId="5BD0FBC8" w14:textId="77777777" w:rsidR="00810015" w:rsidRDefault="00810015" w:rsidP="00810015">
      <w:r>
        <w:t>198.8803</w:t>
      </w:r>
      <w:r>
        <w:tab/>
        <w:t>1.013e0</w:t>
      </w:r>
    </w:p>
    <w:p w14:paraId="7B580D7B" w14:textId="77777777" w:rsidR="00810015" w:rsidRDefault="00810015" w:rsidP="00810015">
      <w:r>
        <w:t>198.8840</w:t>
      </w:r>
      <w:r>
        <w:tab/>
        <w:t>2.025e0</w:t>
      </w:r>
    </w:p>
    <w:p w14:paraId="7C0A221D" w14:textId="77777777" w:rsidR="00810015" w:rsidRDefault="00810015" w:rsidP="00810015">
      <w:r>
        <w:t>198.8915</w:t>
      </w:r>
      <w:r>
        <w:tab/>
        <w:t>1.013e0</w:t>
      </w:r>
    </w:p>
    <w:p w14:paraId="2BCBAB3F" w14:textId="77777777" w:rsidR="00810015" w:rsidRDefault="00810015" w:rsidP="00810015">
      <w:r>
        <w:t>198.9180</w:t>
      </w:r>
      <w:r>
        <w:tab/>
        <w:t>4.051e0</w:t>
      </w:r>
    </w:p>
    <w:p w14:paraId="3F755B57" w14:textId="77777777" w:rsidR="00810015" w:rsidRDefault="00810015" w:rsidP="00810015">
      <w:r>
        <w:lastRenderedPageBreak/>
        <w:t>198.9942</w:t>
      </w:r>
      <w:r>
        <w:tab/>
        <w:t>1.516e3</w:t>
      </w:r>
    </w:p>
    <w:p w14:paraId="143DEF13" w14:textId="77777777" w:rsidR="00810015" w:rsidRDefault="00810015" w:rsidP="00810015">
      <w:r>
        <w:t>198.9961</w:t>
      </w:r>
      <w:r>
        <w:tab/>
        <w:t>1.380e2</w:t>
      </w:r>
    </w:p>
    <w:p w14:paraId="270976E8" w14:textId="77777777" w:rsidR="00810015" w:rsidRDefault="00810015" w:rsidP="00810015">
      <w:r>
        <w:t>199.0295</w:t>
      </w:r>
      <w:r>
        <w:tab/>
        <w:t>1.227e2</w:t>
      </w:r>
    </w:p>
    <w:p w14:paraId="3123754E" w14:textId="77777777" w:rsidR="00810015" w:rsidRDefault="00810015" w:rsidP="00810015">
      <w:r>
        <w:t>199.0317</w:t>
      </w:r>
      <w:r>
        <w:tab/>
        <w:t>6.082e1</w:t>
      </w:r>
    </w:p>
    <w:p w14:paraId="3857EEB4" w14:textId="77777777" w:rsidR="00810015" w:rsidRDefault="00810015" w:rsidP="00810015">
      <w:r>
        <w:t>199.0343</w:t>
      </w:r>
      <w:r>
        <w:tab/>
        <w:t>2.390e1</w:t>
      </w:r>
    </w:p>
    <w:p w14:paraId="206D402A" w14:textId="77777777" w:rsidR="00810015" w:rsidRDefault="00810015" w:rsidP="00810015">
      <w:r>
        <w:t>199.0642</w:t>
      </w:r>
      <w:r>
        <w:tab/>
        <w:t>3.602e0</w:t>
      </w:r>
    </w:p>
    <w:p w14:paraId="1A435DC2" w14:textId="77777777" w:rsidR="00810015" w:rsidRDefault="00810015" w:rsidP="00810015">
      <w:r>
        <w:t>199.0789</w:t>
      </w:r>
      <w:r>
        <w:tab/>
        <w:t>1.013e0</w:t>
      </w:r>
    </w:p>
    <w:p w14:paraId="25708E6E" w14:textId="77777777" w:rsidR="00810015" w:rsidRDefault="00810015" w:rsidP="00810015">
      <w:r>
        <w:t>199.0808</w:t>
      </w:r>
      <w:r>
        <w:tab/>
        <w:t>2.025e0</w:t>
      </w:r>
    </w:p>
    <w:p w14:paraId="6A14D937" w14:textId="77777777" w:rsidR="00810015" w:rsidRDefault="00810015" w:rsidP="00810015">
      <w:r>
        <w:t>199.0956</w:t>
      </w:r>
      <w:r>
        <w:tab/>
        <w:t>1.842e0</w:t>
      </w:r>
    </w:p>
    <w:p w14:paraId="3CDE0938" w14:textId="77777777" w:rsidR="00810015" w:rsidRDefault="00810015" w:rsidP="00810015">
      <w:r>
        <w:t>199.1051</w:t>
      </w:r>
      <w:r>
        <w:tab/>
        <w:t>2.597e0</w:t>
      </w:r>
    </w:p>
    <w:p w14:paraId="2D1474F3" w14:textId="77777777" w:rsidR="00810015" w:rsidRDefault="00810015" w:rsidP="00810015">
      <w:r>
        <w:t>199.1085</w:t>
      </w:r>
      <w:r>
        <w:tab/>
        <w:t>3.851e0</w:t>
      </w:r>
    </w:p>
    <w:p w14:paraId="04D74C52" w14:textId="77777777" w:rsidR="00810015" w:rsidRDefault="00810015" w:rsidP="00810015">
      <w:r>
        <w:t>199.1357</w:t>
      </w:r>
      <w:r>
        <w:tab/>
        <w:t>5.809e0</w:t>
      </w:r>
    </w:p>
    <w:p w14:paraId="5297A88D" w14:textId="77777777" w:rsidR="00810015" w:rsidRDefault="00810015" w:rsidP="00810015">
      <w:r>
        <w:t>199.1413</w:t>
      </w:r>
      <w:r>
        <w:tab/>
        <w:t>4.974e0</w:t>
      </w:r>
    </w:p>
    <w:p w14:paraId="1F29FCFF" w14:textId="77777777" w:rsidR="00810015" w:rsidRDefault="00810015" w:rsidP="00810015">
      <w:r>
        <w:t>199.1492</w:t>
      </w:r>
      <w:r>
        <w:tab/>
        <w:t>4.462e0</w:t>
      </w:r>
    </w:p>
    <w:p w14:paraId="28DB78F6" w14:textId="77777777" w:rsidR="00810015" w:rsidRDefault="00810015" w:rsidP="00810015">
      <w:r>
        <w:t>199.1559</w:t>
      </w:r>
      <w:r>
        <w:tab/>
        <w:t>2.060e0</w:t>
      </w:r>
    </w:p>
    <w:p w14:paraId="06BC434C" w14:textId="77777777" w:rsidR="00810015" w:rsidRDefault="00810015" w:rsidP="00810015">
      <w:r>
        <w:t>199.1751</w:t>
      </w:r>
      <w:r>
        <w:tab/>
        <w:t>7.089e0</w:t>
      </w:r>
    </w:p>
    <w:p w14:paraId="7F6E6A7C" w14:textId="77777777" w:rsidR="00810015" w:rsidRDefault="00810015" w:rsidP="00810015">
      <w:r>
        <w:t>199.1811</w:t>
      </w:r>
      <w:r>
        <w:tab/>
        <w:t>5.063e0</w:t>
      </w:r>
    </w:p>
    <w:p w14:paraId="49F819DF" w14:textId="77777777" w:rsidR="00810015" w:rsidRDefault="00810015" w:rsidP="00810015">
      <w:r>
        <w:t>199.1834</w:t>
      </w:r>
      <w:r>
        <w:tab/>
        <w:t>9.339e0</w:t>
      </w:r>
    </w:p>
    <w:p w14:paraId="4E055F8B" w14:textId="77777777" w:rsidR="00810015" w:rsidRDefault="00810015" w:rsidP="00810015">
      <w:r>
        <w:t>199.1853</w:t>
      </w:r>
      <w:r>
        <w:tab/>
        <w:t>3.038e0</w:t>
      </w:r>
    </w:p>
    <w:p w14:paraId="3F2F480A" w14:textId="77777777" w:rsidR="00810015" w:rsidRDefault="00810015" w:rsidP="00810015">
      <w:r>
        <w:lastRenderedPageBreak/>
        <w:t>199.2043</w:t>
      </w:r>
      <w:r>
        <w:tab/>
        <w:t>2.834e0</w:t>
      </w:r>
    </w:p>
    <w:p w14:paraId="13EB7ABB" w14:textId="77777777" w:rsidR="00810015" w:rsidRDefault="00810015" w:rsidP="00810015">
      <w:r>
        <w:t>199.2165</w:t>
      </w:r>
      <w:r>
        <w:tab/>
        <w:t>3.038e0</w:t>
      </w:r>
    </w:p>
    <w:p w14:paraId="4BD01C45" w14:textId="77777777" w:rsidR="00810015" w:rsidRDefault="00810015" w:rsidP="00810015">
      <w:r>
        <w:t>199.2292</w:t>
      </w:r>
      <w:r>
        <w:tab/>
        <w:t>1.013e0</w:t>
      </w:r>
    </w:p>
    <w:p w14:paraId="09D94FB9" w14:textId="77777777" w:rsidR="00810015" w:rsidRDefault="00810015" w:rsidP="00810015">
      <w:r>
        <w:t>199.2403</w:t>
      </w:r>
      <w:r>
        <w:tab/>
        <w:t>1.633e0</w:t>
      </w:r>
    </w:p>
    <w:p w14:paraId="70D418B6" w14:textId="77777777" w:rsidR="00810015" w:rsidRDefault="00810015" w:rsidP="00810015">
      <w:r>
        <w:t>199.2513</w:t>
      </w:r>
      <w:r>
        <w:tab/>
        <w:t>5.063e0</w:t>
      </w:r>
    </w:p>
    <w:p w14:paraId="13C4FA47" w14:textId="77777777" w:rsidR="00810015" w:rsidRDefault="00810015" w:rsidP="00810015">
      <w:r>
        <w:t>199.2590</w:t>
      </w:r>
      <w:r>
        <w:tab/>
        <w:t>1.013e0</w:t>
      </w:r>
    </w:p>
    <w:p w14:paraId="06C22886" w14:textId="77777777" w:rsidR="00810015" w:rsidRDefault="00810015" w:rsidP="00810015">
      <w:r>
        <w:t>199.2746</w:t>
      </w:r>
      <w:r>
        <w:tab/>
        <w:t>1.013e0</w:t>
      </w:r>
    </w:p>
    <w:p w14:paraId="61994F08" w14:textId="77777777" w:rsidR="00810015" w:rsidRDefault="00810015" w:rsidP="00810015">
      <w:r>
        <w:t>199.2776</w:t>
      </w:r>
      <w:r>
        <w:tab/>
        <w:t>1.013e0</w:t>
      </w:r>
    </w:p>
    <w:p w14:paraId="5179C224" w14:textId="77777777" w:rsidR="00810015" w:rsidRDefault="00810015" w:rsidP="00810015">
      <w:r>
        <w:t>199.3036</w:t>
      </w:r>
      <w:r>
        <w:tab/>
        <w:t>1.013e0</w:t>
      </w:r>
    </w:p>
    <w:p w14:paraId="4719CFEC" w14:textId="77777777" w:rsidR="00810015" w:rsidRDefault="00810015" w:rsidP="00810015">
      <w:r>
        <w:t>199.3207</w:t>
      </w:r>
      <w:r>
        <w:tab/>
        <w:t>2.025e0</w:t>
      </w:r>
    </w:p>
    <w:p w14:paraId="444A5957" w14:textId="77777777" w:rsidR="00810015" w:rsidRDefault="00810015" w:rsidP="00810015">
      <w:r>
        <w:t>199.3219</w:t>
      </w:r>
      <w:r>
        <w:tab/>
        <w:t>3.038e0</w:t>
      </w:r>
    </w:p>
    <w:p w14:paraId="735238D1" w14:textId="77777777" w:rsidR="00810015" w:rsidRDefault="00810015" w:rsidP="00810015">
      <w:r>
        <w:t>199.3454</w:t>
      </w:r>
      <w:r>
        <w:tab/>
        <w:t>3.038e0</w:t>
      </w:r>
    </w:p>
    <w:p w14:paraId="345A9E71" w14:textId="77777777" w:rsidR="00810015" w:rsidRDefault="00810015" w:rsidP="00810015">
      <w:r>
        <w:t>199.3594</w:t>
      </w:r>
      <w:r>
        <w:tab/>
        <w:t>4.051e0</w:t>
      </w:r>
    </w:p>
    <w:p w14:paraId="137D19EA" w14:textId="77777777" w:rsidR="00810015" w:rsidRDefault="00810015" w:rsidP="00810015">
      <w:r>
        <w:t>199.3683</w:t>
      </w:r>
      <w:r>
        <w:tab/>
        <w:t>1.013e0</w:t>
      </w:r>
    </w:p>
    <w:p w14:paraId="4157D6B6" w14:textId="77777777" w:rsidR="00810015" w:rsidRDefault="00810015" w:rsidP="00810015">
      <w:r>
        <w:t>199.3721</w:t>
      </w:r>
      <w:r>
        <w:tab/>
        <w:t>2.025e0</w:t>
      </w:r>
    </w:p>
    <w:p w14:paraId="61D4E081" w14:textId="77777777" w:rsidR="00810015" w:rsidRDefault="00810015" w:rsidP="00810015">
      <w:r>
        <w:t>199.3871</w:t>
      </w:r>
      <w:r>
        <w:tab/>
        <w:t>1.013e0</w:t>
      </w:r>
    </w:p>
    <w:p w14:paraId="3EB58D47" w14:textId="77777777" w:rsidR="00810015" w:rsidRDefault="00810015" w:rsidP="00810015">
      <w:r>
        <w:t>199.3890</w:t>
      </w:r>
      <w:r>
        <w:tab/>
        <w:t>2.025e0</w:t>
      </w:r>
    </w:p>
    <w:p w14:paraId="55F9C385" w14:textId="77777777" w:rsidR="00810015" w:rsidRDefault="00810015" w:rsidP="00810015">
      <w:r>
        <w:t>199.3971</w:t>
      </w:r>
      <w:r>
        <w:tab/>
        <w:t>2.025e0</w:t>
      </w:r>
    </w:p>
    <w:p w14:paraId="69CEA047" w14:textId="77777777" w:rsidR="00810015" w:rsidRDefault="00810015" w:rsidP="00810015">
      <w:r>
        <w:t>199.4131</w:t>
      </w:r>
      <w:r>
        <w:tab/>
        <w:t>1.013e0</w:t>
      </w:r>
    </w:p>
    <w:p w14:paraId="36E7B144" w14:textId="77777777" w:rsidR="00810015" w:rsidRDefault="00810015" w:rsidP="00810015">
      <w:r>
        <w:lastRenderedPageBreak/>
        <w:t>199.4163</w:t>
      </w:r>
      <w:r>
        <w:tab/>
        <w:t>4.051e0</w:t>
      </w:r>
    </w:p>
    <w:p w14:paraId="71883FA3" w14:textId="77777777" w:rsidR="00810015" w:rsidRDefault="00810015" w:rsidP="00810015">
      <w:r>
        <w:t>199.4190</w:t>
      </w:r>
      <w:r>
        <w:tab/>
        <w:t>3.699e0</w:t>
      </w:r>
    </w:p>
    <w:p w14:paraId="12FE4A6D" w14:textId="77777777" w:rsidR="00810015" w:rsidRDefault="00810015" w:rsidP="00810015">
      <w:r>
        <w:t>199.4205</w:t>
      </w:r>
      <w:r>
        <w:tab/>
        <w:t>1.013e0</w:t>
      </w:r>
    </w:p>
    <w:p w14:paraId="4079F4F7" w14:textId="77777777" w:rsidR="00810015" w:rsidRDefault="00810015" w:rsidP="00810015">
      <w:r>
        <w:t>199.4477</w:t>
      </w:r>
      <w:r>
        <w:tab/>
        <w:t>5.063e0</w:t>
      </w:r>
    </w:p>
    <w:p w14:paraId="21B77881" w14:textId="77777777" w:rsidR="00810015" w:rsidRDefault="00810015" w:rsidP="00810015">
      <w:r>
        <w:t>199.4521</w:t>
      </w:r>
      <w:r>
        <w:tab/>
        <w:t>7.089e0</w:t>
      </w:r>
    </w:p>
    <w:p w14:paraId="1696BF5D" w14:textId="77777777" w:rsidR="00810015" w:rsidRDefault="00810015" w:rsidP="00810015">
      <w:r>
        <w:t>199.4652</w:t>
      </w:r>
      <w:r>
        <w:tab/>
        <w:t>1.013e0</w:t>
      </w:r>
    </w:p>
    <w:p w14:paraId="303805BD" w14:textId="77777777" w:rsidR="00810015" w:rsidRDefault="00810015" w:rsidP="00810015">
      <w:r>
        <w:t>199.4837</w:t>
      </w:r>
      <w:r>
        <w:tab/>
        <w:t>2.025e0</w:t>
      </w:r>
    </w:p>
    <w:p w14:paraId="7040EAEA" w14:textId="77777777" w:rsidR="00810015" w:rsidRDefault="00810015" w:rsidP="00810015">
      <w:r>
        <w:t>199.4857</w:t>
      </w:r>
      <w:r>
        <w:tab/>
        <w:t>3.038e0</w:t>
      </w:r>
    </w:p>
    <w:p w14:paraId="05810940" w14:textId="77777777" w:rsidR="00810015" w:rsidRDefault="00810015" w:rsidP="00810015">
      <w:r>
        <w:t>199.4938</w:t>
      </w:r>
      <w:r>
        <w:tab/>
        <w:t>2.025e0</w:t>
      </w:r>
    </w:p>
    <w:p w14:paraId="424C81A4" w14:textId="77777777" w:rsidR="00810015" w:rsidRDefault="00810015" w:rsidP="00810015">
      <w:r>
        <w:t>199.5122</w:t>
      </w:r>
      <w:r>
        <w:tab/>
        <w:t>2.025e0</w:t>
      </w:r>
    </w:p>
    <w:p w14:paraId="0C163C8F" w14:textId="77777777" w:rsidR="00810015" w:rsidRDefault="00810015" w:rsidP="00810015">
      <w:r>
        <w:t>199.5158</w:t>
      </w:r>
      <w:r>
        <w:tab/>
        <w:t>3.038e0</w:t>
      </w:r>
    </w:p>
    <w:p w14:paraId="4C1DF478" w14:textId="77777777" w:rsidR="00810015" w:rsidRDefault="00810015" w:rsidP="00810015">
      <w:r>
        <w:t>199.5274</w:t>
      </w:r>
      <w:r>
        <w:tab/>
        <w:t>3.038e0</w:t>
      </w:r>
    </w:p>
    <w:p w14:paraId="3438741D" w14:textId="77777777" w:rsidR="00810015" w:rsidRDefault="00810015" w:rsidP="00810015">
      <w:r>
        <w:t>199.5343</w:t>
      </w:r>
      <w:r>
        <w:tab/>
        <w:t>5.145e0</w:t>
      </w:r>
    </w:p>
    <w:p w14:paraId="74CB522D" w14:textId="77777777" w:rsidR="00810015" w:rsidRDefault="00810015" w:rsidP="00810015">
      <w:r>
        <w:t>199.5428</w:t>
      </w:r>
      <w:r>
        <w:tab/>
        <w:t>5.063e0</w:t>
      </w:r>
    </w:p>
    <w:p w14:paraId="371C79CA" w14:textId="77777777" w:rsidR="00810015" w:rsidRDefault="00810015" w:rsidP="00810015">
      <w:r>
        <w:t>199.5446</w:t>
      </w:r>
      <w:r>
        <w:tab/>
        <w:t>1.013e0</w:t>
      </w:r>
    </w:p>
    <w:p w14:paraId="5A791485" w14:textId="77777777" w:rsidR="00810015" w:rsidRDefault="00810015" w:rsidP="00810015">
      <w:r>
        <w:t>199.5699</w:t>
      </w:r>
      <w:r>
        <w:tab/>
        <w:t>3.038e0</w:t>
      </w:r>
    </w:p>
    <w:p w14:paraId="72151FDC" w14:textId="77777777" w:rsidR="00810015" w:rsidRDefault="00810015" w:rsidP="00810015">
      <w:r>
        <w:t>199.5747</w:t>
      </w:r>
      <w:r>
        <w:tab/>
        <w:t>4.051e0</w:t>
      </w:r>
    </w:p>
    <w:p w14:paraId="2F742A31" w14:textId="77777777" w:rsidR="00810015" w:rsidRDefault="00810015" w:rsidP="00810015">
      <w:r>
        <w:t>199.5933</w:t>
      </w:r>
      <w:r>
        <w:tab/>
        <w:t>2.025e0</w:t>
      </w:r>
    </w:p>
    <w:p w14:paraId="1683699A" w14:textId="77777777" w:rsidR="00810015" w:rsidRDefault="00810015" w:rsidP="00810015">
      <w:r>
        <w:t>199.5989</w:t>
      </w:r>
      <w:r>
        <w:tab/>
        <w:t>2.025e0</w:t>
      </w:r>
    </w:p>
    <w:p w14:paraId="4A76FD94" w14:textId="77777777" w:rsidR="00810015" w:rsidRDefault="00810015" w:rsidP="00810015">
      <w:r>
        <w:lastRenderedPageBreak/>
        <w:t>199.6055</w:t>
      </w:r>
      <w:r>
        <w:tab/>
        <w:t>3.682e0</w:t>
      </w:r>
    </w:p>
    <w:p w14:paraId="51EAFF4A" w14:textId="77777777" w:rsidR="00810015" w:rsidRDefault="00810015" w:rsidP="00810015">
      <w:r>
        <w:t>199.6279</w:t>
      </w:r>
      <w:r>
        <w:tab/>
        <w:t>5.063e0</w:t>
      </w:r>
    </w:p>
    <w:p w14:paraId="3F50A2A2" w14:textId="77777777" w:rsidR="00810015" w:rsidRDefault="00810015" w:rsidP="00810015">
      <w:r>
        <w:t>199.6442</w:t>
      </w:r>
      <w:r>
        <w:tab/>
        <w:t>2.025e0</w:t>
      </w:r>
    </w:p>
    <w:p w14:paraId="137BF825" w14:textId="77777777" w:rsidR="00810015" w:rsidRDefault="00810015" w:rsidP="00810015">
      <w:r>
        <w:t>199.6628</w:t>
      </w:r>
      <w:r>
        <w:tab/>
        <w:t>3.038e0</w:t>
      </w:r>
    </w:p>
    <w:p w14:paraId="15EB6E5F" w14:textId="77777777" w:rsidR="00810015" w:rsidRDefault="00810015" w:rsidP="00810015">
      <w:r>
        <w:t>199.6733</w:t>
      </w:r>
      <w:r>
        <w:tab/>
        <w:t>3.038e0</w:t>
      </w:r>
    </w:p>
    <w:p w14:paraId="03F5FE91" w14:textId="77777777" w:rsidR="00810015" w:rsidRDefault="00810015" w:rsidP="00810015">
      <w:r>
        <w:t>199.6944</w:t>
      </w:r>
      <w:r>
        <w:tab/>
        <w:t>3.038e0</w:t>
      </w:r>
    </w:p>
    <w:p w14:paraId="0F33C22B" w14:textId="77777777" w:rsidR="00810015" w:rsidRDefault="00810015" w:rsidP="00810015">
      <w:r>
        <w:t>199.7076</w:t>
      </w:r>
      <w:r>
        <w:tab/>
        <w:t>2.084e0</w:t>
      </w:r>
    </w:p>
    <w:p w14:paraId="4FAC95A8" w14:textId="77777777" w:rsidR="00810015" w:rsidRDefault="00810015" w:rsidP="00810015">
      <w:r>
        <w:t>199.7134</w:t>
      </w:r>
      <w:r>
        <w:tab/>
        <w:t>1.013e0</w:t>
      </w:r>
    </w:p>
    <w:p w14:paraId="2AF6240D" w14:textId="77777777" w:rsidR="00810015" w:rsidRDefault="00810015" w:rsidP="00810015">
      <w:r>
        <w:t>199.7152</w:t>
      </w:r>
      <w:r>
        <w:tab/>
        <w:t>2.025e0</w:t>
      </w:r>
    </w:p>
    <w:p w14:paraId="3FD1CE48" w14:textId="77777777" w:rsidR="00810015" w:rsidRDefault="00810015" w:rsidP="00810015">
      <w:r>
        <w:t>199.7255</w:t>
      </w:r>
      <w:r>
        <w:tab/>
        <w:t>2.025e0</w:t>
      </w:r>
    </w:p>
    <w:p w14:paraId="6EE3658A" w14:textId="77777777" w:rsidR="00810015" w:rsidRDefault="00810015" w:rsidP="00810015">
      <w:r>
        <w:t>199.7326</w:t>
      </w:r>
      <w:r>
        <w:tab/>
        <w:t>1.013e0</w:t>
      </w:r>
    </w:p>
    <w:p w14:paraId="24BB409E" w14:textId="77777777" w:rsidR="00810015" w:rsidRDefault="00810015" w:rsidP="00810015">
      <w:r>
        <w:t>199.7381</w:t>
      </w:r>
      <w:r>
        <w:tab/>
        <w:t>2.025e0</w:t>
      </w:r>
    </w:p>
    <w:p w14:paraId="3EAAAD03" w14:textId="77777777" w:rsidR="00810015" w:rsidRDefault="00810015" w:rsidP="00810015">
      <w:r>
        <w:t>199.7476</w:t>
      </w:r>
      <w:r>
        <w:tab/>
        <w:t>1.013e0</w:t>
      </w:r>
    </w:p>
    <w:p w14:paraId="34BC2E19" w14:textId="77777777" w:rsidR="00810015" w:rsidRDefault="00810015" w:rsidP="00810015">
      <w:r>
        <w:t>199.7576</w:t>
      </w:r>
      <w:r>
        <w:tab/>
        <w:t>7.089e0</w:t>
      </w:r>
    </w:p>
    <w:p w14:paraId="32413F0A" w14:textId="77777777" w:rsidR="00810015" w:rsidRDefault="00810015" w:rsidP="00810015">
      <w:r>
        <w:t>199.8033</w:t>
      </w:r>
      <w:r>
        <w:tab/>
        <w:t>2.025e0</w:t>
      </w:r>
    </w:p>
    <w:p w14:paraId="0C1C20D4" w14:textId="77777777" w:rsidR="00810015" w:rsidRDefault="00810015" w:rsidP="00810015">
      <w:r>
        <w:t>199.8331</w:t>
      </w:r>
      <w:r>
        <w:tab/>
        <w:t>1.013e0</w:t>
      </w:r>
    </w:p>
    <w:p w14:paraId="2E240F5A" w14:textId="77777777" w:rsidR="00810015" w:rsidRDefault="00810015" w:rsidP="00810015">
      <w:r>
        <w:t>199.8368</w:t>
      </w:r>
      <w:r>
        <w:tab/>
        <w:t>1.013e0</w:t>
      </w:r>
    </w:p>
    <w:p w14:paraId="386DBB39" w14:textId="77777777" w:rsidR="00810015" w:rsidRDefault="00810015" w:rsidP="00810015">
      <w:r>
        <w:t>199.8554</w:t>
      </w:r>
      <w:r>
        <w:tab/>
        <w:t>1.013e0</w:t>
      </w:r>
    </w:p>
    <w:p w14:paraId="64B45724" w14:textId="77777777" w:rsidR="00810015" w:rsidRDefault="00810015" w:rsidP="00810015">
      <w:r>
        <w:t>199.8784</w:t>
      </w:r>
      <w:r>
        <w:tab/>
        <w:t>2.025e0</w:t>
      </w:r>
    </w:p>
    <w:p w14:paraId="757FED52" w14:textId="77777777" w:rsidR="00810015" w:rsidRDefault="00810015" w:rsidP="00810015">
      <w:r>
        <w:lastRenderedPageBreak/>
        <w:t>199.9137</w:t>
      </w:r>
      <w:r>
        <w:tab/>
        <w:t>1.013e0</w:t>
      </w:r>
    </w:p>
    <w:p w14:paraId="47C05C8C" w14:textId="77777777" w:rsidR="00810015" w:rsidRDefault="00810015" w:rsidP="00810015">
      <w:r>
        <w:t>199.9166</w:t>
      </w:r>
      <w:r>
        <w:tab/>
        <w:t>3.038e0</w:t>
      </w:r>
    </w:p>
    <w:p w14:paraId="39AB4725" w14:textId="77777777" w:rsidR="00810015" w:rsidRDefault="00810015" w:rsidP="00810015">
      <w:r>
        <w:t>199.9223</w:t>
      </w:r>
      <w:r>
        <w:tab/>
        <w:t>2.025e0</w:t>
      </w:r>
    </w:p>
    <w:p w14:paraId="7AD51993" w14:textId="77777777" w:rsidR="00810015" w:rsidRDefault="00810015" w:rsidP="00810015">
      <w:r>
        <w:t>199.9241</w:t>
      </w:r>
      <w:r>
        <w:tab/>
        <w:t>1.013e0</w:t>
      </w:r>
    </w:p>
    <w:p w14:paraId="5C431303" w14:textId="77777777" w:rsidR="00810015" w:rsidRDefault="00810015" w:rsidP="00810015">
      <w:r>
        <w:t>199.9464</w:t>
      </w:r>
      <w:r>
        <w:tab/>
        <w:t>1.013e0</w:t>
      </w:r>
    </w:p>
    <w:p w14:paraId="143D489D" w14:textId="77777777" w:rsidR="00810015" w:rsidRDefault="00810015" w:rsidP="00810015">
      <w:r>
        <w:t>199.9899</w:t>
      </w:r>
      <w:r>
        <w:tab/>
        <w:t>3.848e1</w:t>
      </w:r>
    </w:p>
    <w:p w14:paraId="0E175F71" w14:textId="77777777" w:rsidR="00810015" w:rsidRDefault="00810015" w:rsidP="00810015">
      <w:r>
        <w:t>199.9944</w:t>
      </w:r>
      <w:r>
        <w:tab/>
        <w:t>2.608e1</w:t>
      </w:r>
    </w:p>
    <w:p w14:paraId="31B53291" w14:textId="77777777" w:rsidR="00810015" w:rsidRDefault="00810015" w:rsidP="00810015">
      <w:r>
        <w:t>199.9986</w:t>
      </w:r>
      <w:r>
        <w:tab/>
        <w:t>2.183e2</w:t>
      </w:r>
    </w:p>
    <w:p w14:paraId="0F61A737" w14:textId="77777777" w:rsidR="00810015" w:rsidRDefault="00810015" w:rsidP="00810015">
      <w:r>
        <w:t>200.0277</w:t>
      </w:r>
      <w:r>
        <w:tab/>
        <w:t>1.574e1</w:t>
      </w:r>
    </w:p>
    <w:p w14:paraId="3058A7D9" w14:textId="77777777" w:rsidR="00810015" w:rsidRDefault="00810015" w:rsidP="00810015">
      <w:r>
        <w:t>200.0330</w:t>
      </w:r>
      <w:r>
        <w:tab/>
        <w:t>4.051e0</w:t>
      </w:r>
    </w:p>
    <w:p w14:paraId="542BF284" w14:textId="77777777" w:rsidR="00810015" w:rsidRDefault="00810015" w:rsidP="00810015">
      <w:r>
        <w:t>200.0372</w:t>
      </w:r>
      <w:r>
        <w:tab/>
        <w:t>9.481e0</w:t>
      </w:r>
    </w:p>
    <w:p w14:paraId="3503A51E" w14:textId="77777777" w:rsidR="00810015" w:rsidRDefault="00810015" w:rsidP="00810015">
      <w:r>
        <w:t>200.0414</w:t>
      </w:r>
      <w:r>
        <w:tab/>
        <w:t>8.585e0</w:t>
      </w:r>
    </w:p>
    <w:p w14:paraId="67E250B4" w14:textId="77777777" w:rsidR="00810015" w:rsidRDefault="00810015" w:rsidP="00810015">
      <w:r>
        <w:t>200.0545</w:t>
      </w:r>
      <w:r>
        <w:tab/>
        <w:t>3.038e0</w:t>
      </w:r>
    </w:p>
    <w:p w14:paraId="703EFD4D" w14:textId="77777777" w:rsidR="00810015" w:rsidRDefault="00810015" w:rsidP="00810015">
      <w:r>
        <w:t>200.0638</w:t>
      </w:r>
      <w:r>
        <w:tab/>
        <w:t>2.933e0</w:t>
      </w:r>
    </w:p>
    <w:p w14:paraId="3B88731A" w14:textId="77777777" w:rsidR="00810015" w:rsidRDefault="00810015" w:rsidP="00810015">
      <w:r>
        <w:t>200.0741</w:t>
      </w:r>
      <w:r>
        <w:tab/>
        <w:t>3.038e0</w:t>
      </w:r>
    </w:p>
    <w:p w14:paraId="7CB4774C" w14:textId="77777777" w:rsidR="00810015" w:rsidRDefault="00810015" w:rsidP="00810015">
      <w:r>
        <w:t>200.0823</w:t>
      </w:r>
      <w:r>
        <w:tab/>
        <w:t>6.978e0</w:t>
      </w:r>
    </w:p>
    <w:p w14:paraId="32518A0F" w14:textId="77777777" w:rsidR="00810015" w:rsidRDefault="00810015" w:rsidP="00810015">
      <w:r>
        <w:t>200.0874</w:t>
      </w:r>
      <w:r>
        <w:tab/>
        <w:t>4.051e0</w:t>
      </w:r>
    </w:p>
    <w:p w14:paraId="7D2A2734" w14:textId="77777777" w:rsidR="00810015" w:rsidRDefault="00810015" w:rsidP="00810015">
      <w:r>
        <w:t>200.0897</w:t>
      </w:r>
      <w:r>
        <w:tab/>
        <w:t>1.013e0</w:t>
      </w:r>
    </w:p>
    <w:p w14:paraId="552EFA37" w14:textId="77777777" w:rsidR="00810015" w:rsidRDefault="00810015" w:rsidP="00810015">
      <w:r>
        <w:t>200.0913</w:t>
      </w:r>
      <w:r>
        <w:tab/>
        <w:t>3.800e0</w:t>
      </w:r>
    </w:p>
    <w:p w14:paraId="0641E16E" w14:textId="77777777" w:rsidR="00810015" w:rsidRDefault="00810015" w:rsidP="00810015">
      <w:r>
        <w:lastRenderedPageBreak/>
        <w:t>200.1102</w:t>
      </w:r>
      <w:r>
        <w:tab/>
        <w:t>1.107e0</w:t>
      </w:r>
    </w:p>
    <w:p w14:paraId="2871FD72" w14:textId="77777777" w:rsidR="00810015" w:rsidRDefault="00810015" w:rsidP="00810015">
      <w:r>
        <w:t>200.1249</w:t>
      </w:r>
      <w:r>
        <w:tab/>
        <w:t>3.561e0</w:t>
      </w:r>
    </w:p>
    <w:p w14:paraId="3814D901" w14:textId="77777777" w:rsidR="00810015" w:rsidRDefault="00810015" w:rsidP="00810015">
      <w:r>
        <w:t>200.1338</w:t>
      </w:r>
      <w:r>
        <w:tab/>
        <w:t>4.402e0</w:t>
      </w:r>
    </w:p>
    <w:p w14:paraId="12D5C5FF" w14:textId="77777777" w:rsidR="00810015" w:rsidRDefault="00810015" w:rsidP="00810015">
      <w:r>
        <w:t>200.1454</w:t>
      </w:r>
      <w:r>
        <w:tab/>
        <w:t>3.038e0</w:t>
      </w:r>
    </w:p>
    <w:p w14:paraId="2E1977D1" w14:textId="77777777" w:rsidR="00810015" w:rsidRDefault="00810015" w:rsidP="00810015">
      <w:r>
        <w:t>200.1583</w:t>
      </w:r>
      <w:r>
        <w:tab/>
        <w:t>5.893e0</w:t>
      </w:r>
    </w:p>
    <w:p w14:paraId="22165EE6" w14:textId="77777777" w:rsidR="00810015" w:rsidRDefault="00810015" w:rsidP="00810015">
      <w:r>
        <w:t>200.1715</w:t>
      </w:r>
      <w:r>
        <w:tab/>
        <w:t>2.025e0</w:t>
      </w:r>
    </w:p>
    <w:p w14:paraId="4F436C74" w14:textId="77777777" w:rsidR="00810015" w:rsidRDefault="00810015" w:rsidP="00810015">
      <w:r>
        <w:t>200.1732</w:t>
      </w:r>
      <w:r>
        <w:tab/>
        <w:t>3.038e0</w:t>
      </w:r>
    </w:p>
    <w:p w14:paraId="68A4823E" w14:textId="77777777" w:rsidR="00810015" w:rsidRDefault="00810015" w:rsidP="00810015">
      <w:r>
        <w:t>200.1826</w:t>
      </w:r>
      <w:r>
        <w:tab/>
        <w:t>2.025e0</w:t>
      </w:r>
    </w:p>
    <w:p w14:paraId="0A257824" w14:textId="77777777" w:rsidR="00810015" w:rsidRDefault="00810015" w:rsidP="00810015">
      <w:r>
        <w:t>200.1918</w:t>
      </w:r>
      <w:r>
        <w:tab/>
        <w:t>2.025e0</w:t>
      </w:r>
    </w:p>
    <w:p w14:paraId="5A7EBAF8" w14:textId="77777777" w:rsidR="00810015" w:rsidRDefault="00810015" w:rsidP="00810015">
      <w:r>
        <w:t>200.2025</w:t>
      </w:r>
      <w:r>
        <w:tab/>
        <w:t>3.038e0</w:t>
      </w:r>
    </w:p>
    <w:p w14:paraId="4AD79748" w14:textId="77777777" w:rsidR="00810015" w:rsidRDefault="00810015" w:rsidP="00810015">
      <w:r>
        <w:t>200.2149</w:t>
      </w:r>
      <w:r>
        <w:tab/>
        <w:t>2.025e0</w:t>
      </w:r>
    </w:p>
    <w:p w14:paraId="4BD3812B" w14:textId="77777777" w:rsidR="00810015" w:rsidRDefault="00810015" w:rsidP="00810015">
      <w:r>
        <w:t>200.2242</w:t>
      </w:r>
      <w:r>
        <w:tab/>
        <w:t>1.013e0</w:t>
      </w:r>
    </w:p>
    <w:p w14:paraId="0C0F2A90" w14:textId="77777777" w:rsidR="00810015" w:rsidRDefault="00810015" w:rsidP="00810015">
      <w:r>
        <w:t>200.2357</w:t>
      </w:r>
      <w:r>
        <w:tab/>
        <w:t>2.025e0</w:t>
      </w:r>
    </w:p>
    <w:p w14:paraId="3CE084EB" w14:textId="77777777" w:rsidR="00810015" w:rsidRDefault="00810015" w:rsidP="00810015">
      <w:r>
        <w:t>200.2414</w:t>
      </w:r>
      <w:r>
        <w:tab/>
        <w:t>2.025e0</w:t>
      </w:r>
    </w:p>
    <w:p w14:paraId="0C580477" w14:textId="77777777" w:rsidR="00810015" w:rsidRDefault="00810015" w:rsidP="00810015">
      <w:r>
        <w:t>200.2435</w:t>
      </w:r>
      <w:r>
        <w:tab/>
        <w:t>4.051e0</w:t>
      </w:r>
    </w:p>
    <w:p w14:paraId="27AFFB96" w14:textId="77777777" w:rsidR="00810015" w:rsidRDefault="00810015" w:rsidP="00810015">
      <w:r>
        <w:t>200.2587</w:t>
      </w:r>
      <w:r>
        <w:tab/>
        <w:t>2.025e0</w:t>
      </w:r>
    </w:p>
    <w:p w14:paraId="25535F5E" w14:textId="77777777" w:rsidR="00810015" w:rsidRDefault="00810015" w:rsidP="00810015">
      <w:r>
        <w:t>200.2737</w:t>
      </w:r>
      <w:r>
        <w:tab/>
        <w:t>1.013e0</w:t>
      </w:r>
    </w:p>
    <w:p w14:paraId="0A7E63A1" w14:textId="77777777" w:rsidR="00810015" w:rsidRDefault="00810015" w:rsidP="00810015">
      <w:r>
        <w:t>200.2774</w:t>
      </w:r>
      <w:r>
        <w:tab/>
        <w:t>1.013e0</w:t>
      </w:r>
    </w:p>
    <w:p w14:paraId="2DC0E018" w14:textId="77777777" w:rsidR="00810015" w:rsidRDefault="00810015" w:rsidP="00810015">
      <w:r>
        <w:t>200.2829</w:t>
      </w:r>
      <w:r>
        <w:tab/>
        <w:t>4.051e0</w:t>
      </w:r>
    </w:p>
    <w:p w14:paraId="5B61D2EE" w14:textId="77777777" w:rsidR="00810015" w:rsidRDefault="00810015" w:rsidP="00810015">
      <w:r>
        <w:lastRenderedPageBreak/>
        <w:t>200.2997</w:t>
      </w:r>
      <w:r>
        <w:tab/>
        <w:t>1.013e0</w:t>
      </w:r>
    </w:p>
    <w:p w14:paraId="52E5E8F9" w14:textId="77777777" w:rsidR="00810015" w:rsidRDefault="00810015" w:rsidP="00810015">
      <w:r>
        <w:t>200.3154</w:t>
      </w:r>
      <w:r>
        <w:tab/>
        <w:t>1.013e0</w:t>
      </w:r>
    </w:p>
    <w:p w14:paraId="5927839A" w14:textId="77777777" w:rsidR="00810015" w:rsidRDefault="00810015" w:rsidP="00810015">
      <w:r>
        <w:t>200.3266</w:t>
      </w:r>
      <w:r>
        <w:tab/>
        <w:t>4.051e0</w:t>
      </w:r>
    </w:p>
    <w:p w14:paraId="5BF0A168" w14:textId="77777777" w:rsidR="00810015" w:rsidRDefault="00810015" w:rsidP="00810015">
      <w:r>
        <w:t>200.3556</w:t>
      </w:r>
      <w:r>
        <w:tab/>
        <w:t>1.013e0</w:t>
      </w:r>
    </w:p>
    <w:p w14:paraId="396CF34A" w14:textId="77777777" w:rsidR="00810015" w:rsidRDefault="00810015" w:rsidP="00810015">
      <w:r>
        <w:t>200.3667</w:t>
      </w:r>
      <w:r>
        <w:tab/>
        <w:t>1.013e0</w:t>
      </w:r>
    </w:p>
    <w:p w14:paraId="23BE35ED" w14:textId="77777777" w:rsidR="00810015" w:rsidRDefault="00810015" w:rsidP="00810015">
      <w:r>
        <w:t>200.4011</w:t>
      </w:r>
      <w:r>
        <w:tab/>
        <w:t>3.038e0</w:t>
      </w:r>
    </w:p>
    <w:p w14:paraId="532788FB" w14:textId="77777777" w:rsidR="00810015" w:rsidRDefault="00810015" w:rsidP="00810015">
      <w:r>
        <w:t>200.4285</w:t>
      </w:r>
      <w:r>
        <w:tab/>
        <w:t>2.025e0</w:t>
      </w:r>
    </w:p>
    <w:p w14:paraId="2EBEF4C1" w14:textId="77777777" w:rsidR="00810015" w:rsidRDefault="00810015" w:rsidP="00810015">
      <w:r>
        <w:t>200.4541</w:t>
      </w:r>
      <w:r>
        <w:tab/>
        <w:t>1.013e0</w:t>
      </w:r>
    </w:p>
    <w:p w14:paraId="6EC05558" w14:textId="77777777" w:rsidR="00810015" w:rsidRDefault="00810015" w:rsidP="00810015">
      <w:r>
        <w:t>200.4802</w:t>
      </w:r>
      <w:r>
        <w:tab/>
        <w:t>1.013e0</w:t>
      </w:r>
    </w:p>
    <w:p w14:paraId="63970AE0" w14:textId="77777777" w:rsidR="00810015" w:rsidRDefault="00810015" w:rsidP="00810015">
      <w:r>
        <w:t>200.4826</w:t>
      </w:r>
      <w:r>
        <w:tab/>
        <w:t>4.051e0</w:t>
      </w:r>
    </w:p>
    <w:p w14:paraId="34892198" w14:textId="77777777" w:rsidR="00810015" w:rsidRDefault="00810015" w:rsidP="00810015">
      <w:r>
        <w:t>200.4921</w:t>
      </w:r>
      <w:r>
        <w:tab/>
        <w:t>1.013e0</w:t>
      </w:r>
    </w:p>
    <w:p w14:paraId="0BDAA57B" w14:textId="77777777" w:rsidR="00810015" w:rsidRDefault="00810015" w:rsidP="00810015">
      <w:r>
        <w:t>200.5026</w:t>
      </w:r>
      <w:r>
        <w:tab/>
        <w:t>2.025e0</w:t>
      </w:r>
    </w:p>
    <w:p w14:paraId="5E0B0A51" w14:textId="77777777" w:rsidR="00810015" w:rsidRDefault="00810015" w:rsidP="00810015">
      <w:r>
        <w:t>200.5126</w:t>
      </w:r>
      <w:r>
        <w:tab/>
        <w:t>2.025e0</w:t>
      </w:r>
    </w:p>
    <w:p w14:paraId="6897ACD3" w14:textId="77777777" w:rsidR="00810015" w:rsidRDefault="00810015" w:rsidP="00810015">
      <w:r>
        <w:t>200.5175</w:t>
      </w:r>
      <w:r>
        <w:tab/>
        <w:t>1.013e0</w:t>
      </w:r>
    </w:p>
    <w:p w14:paraId="1DCE0DF8" w14:textId="77777777" w:rsidR="00810015" w:rsidRDefault="00810015" w:rsidP="00810015">
      <w:r>
        <w:t>200.5193</w:t>
      </w:r>
      <w:r>
        <w:tab/>
        <w:t>2.025e0</w:t>
      </w:r>
    </w:p>
    <w:p w14:paraId="04FAAB7A" w14:textId="77777777" w:rsidR="00810015" w:rsidRDefault="00810015" w:rsidP="00810015">
      <w:r>
        <w:t>200.5475</w:t>
      </w:r>
      <w:r>
        <w:tab/>
        <w:t>1.013e0</w:t>
      </w:r>
    </w:p>
    <w:p w14:paraId="1F912CA2" w14:textId="77777777" w:rsidR="00810015" w:rsidRDefault="00810015" w:rsidP="00810015">
      <w:r>
        <w:t>200.5629</w:t>
      </w:r>
      <w:r>
        <w:tab/>
        <w:t>1.013e0</w:t>
      </w:r>
    </w:p>
    <w:p w14:paraId="1F69F701" w14:textId="77777777" w:rsidR="00810015" w:rsidRDefault="00810015" w:rsidP="00810015">
      <w:r>
        <w:t>200.5674</w:t>
      </w:r>
      <w:r>
        <w:tab/>
        <w:t>1.013e0</w:t>
      </w:r>
    </w:p>
    <w:p w14:paraId="3F35A506" w14:textId="77777777" w:rsidR="00810015" w:rsidRDefault="00810015" w:rsidP="00810015">
      <w:r>
        <w:t>200.5821</w:t>
      </w:r>
      <w:r>
        <w:tab/>
        <w:t>1.013e0</w:t>
      </w:r>
    </w:p>
    <w:p w14:paraId="0808B1D9" w14:textId="77777777" w:rsidR="00810015" w:rsidRDefault="00810015" w:rsidP="00810015">
      <w:r>
        <w:lastRenderedPageBreak/>
        <w:t>200.5847</w:t>
      </w:r>
      <w:r>
        <w:tab/>
        <w:t>4.051e0</w:t>
      </w:r>
    </w:p>
    <w:p w14:paraId="509B7D11" w14:textId="77777777" w:rsidR="00810015" w:rsidRDefault="00810015" w:rsidP="00810015">
      <w:r>
        <w:t>200.5975</w:t>
      </w:r>
      <w:r>
        <w:tab/>
        <w:t>1.013e0</w:t>
      </w:r>
    </w:p>
    <w:p w14:paraId="7819C798" w14:textId="77777777" w:rsidR="00810015" w:rsidRDefault="00810015" w:rsidP="00810015">
      <w:r>
        <w:t>200.6131</w:t>
      </w:r>
      <w:r>
        <w:tab/>
        <w:t>3.038e0</w:t>
      </w:r>
    </w:p>
    <w:p w14:paraId="100B0AEE" w14:textId="77777777" w:rsidR="00810015" w:rsidRDefault="00810015" w:rsidP="00810015">
      <w:r>
        <w:t>200.6197</w:t>
      </w:r>
      <w:r>
        <w:tab/>
        <w:t>1.013e0</w:t>
      </w:r>
    </w:p>
    <w:p w14:paraId="12AF17EB" w14:textId="77777777" w:rsidR="00810015" w:rsidRDefault="00810015" w:rsidP="00810015">
      <w:r>
        <w:t>200.6384</w:t>
      </w:r>
      <w:r>
        <w:tab/>
        <w:t>2.025e0</w:t>
      </w:r>
    </w:p>
    <w:p w14:paraId="62354279" w14:textId="77777777" w:rsidR="00810015" w:rsidRDefault="00810015" w:rsidP="00810015">
      <w:r>
        <w:t>200.6458</w:t>
      </w:r>
      <w:r>
        <w:tab/>
        <w:t>1.013e0</w:t>
      </w:r>
    </w:p>
    <w:p w14:paraId="30440D53" w14:textId="77777777" w:rsidR="00810015" w:rsidRDefault="00810015" w:rsidP="00810015">
      <w:r>
        <w:t>200.6720</w:t>
      </w:r>
      <w:r>
        <w:tab/>
        <w:t>1.013e0</w:t>
      </w:r>
    </w:p>
    <w:p w14:paraId="3DBFFC2C" w14:textId="77777777" w:rsidR="00810015" w:rsidRDefault="00810015" w:rsidP="00810015">
      <w:r>
        <w:t>200.6913</w:t>
      </w:r>
      <w:r>
        <w:tab/>
        <w:t>1.013e0</w:t>
      </w:r>
    </w:p>
    <w:p w14:paraId="093A07B8" w14:textId="77777777" w:rsidR="00810015" w:rsidRDefault="00810015" w:rsidP="00810015">
      <w:r>
        <w:t>200.6942</w:t>
      </w:r>
      <w:r>
        <w:tab/>
        <w:t>1.013e0</w:t>
      </w:r>
    </w:p>
    <w:p w14:paraId="1246C842" w14:textId="77777777" w:rsidR="00810015" w:rsidRDefault="00810015" w:rsidP="00810015">
      <w:r>
        <w:t>200.6962</w:t>
      </w:r>
      <w:r>
        <w:tab/>
        <w:t>3.038e0</w:t>
      </w:r>
    </w:p>
    <w:p w14:paraId="407D381C" w14:textId="77777777" w:rsidR="00810015" w:rsidRDefault="00810015" w:rsidP="00810015">
      <w:r>
        <w:t>200.7323</w:t>
      </w:r>
      <w:r>
        <w:tab/>
        <w:t>1.013e0</w:t>
      </w:r>
    </w:p>
    <w:p w14:paraId="1EDE637D" w14:textId="77777777" w:rsidR="00810015" w:rsidRDefault="00810015" w:rsidP="00810015">
      <w:r>
        <w:t>200.7401</w:t>
      </w:r>
      <w:r>
        <w:tab/>
        <w:t>1.013e0</w:t>
      </w:r>
    </w:p>
    <w:p w14:paraId="549B79AB" w14:textId="77777777" w:rsidR="00810015" w:rsidRDefault="00810015" w:rsidP="00810015">
      <w:r>
        <w:t>200.7425</w:t>
      </w:r>
      <w:r>
        <w:tab/>
        <w:t>3.038e0</w:t>
      </w:r>
    </w:p>
    <w:p w14:paraId="6B9764FE" w14:textId="77777777" w:rsidR="00810015" w:rsidRDefault="00810015" w:rsidP="00810015">
      <w:r>
        <w:t>200.7523</w:t>
      </w:r>
      <w:r>
        <w:tab/>
        <w:t>1.013e0</w:t>
      </w:r>
    </w:p>
    <w:p w14:paraId="2A0A563E" w14:textId="77777777" w:rsidR="00810015" w:rsidRDefault="00810015" w:rsidP="00810015">
      <w:r>
        <w:t>200.7706</w:t>
      </w:r>
      <w:r>
        <w:tab/>
        <w:t>1.013e0</w:t>
      </w:r>
    </w:p>
    <w:p w14:paraId="699B46A3" w14:textId="77777777" w:rsidR="00810015" w:rsidRDefault="00810015" w:rsidP="00810015">
      <w:r>
        <w:t>200.7750</w:t>
      </w:r>
      <w:r>
        <w:tab/>
        <w:t>1.013e0</w:t>
      </w:r>
    </w:p>
    <w:p w14:paraId="04F1CB50" w14:textId="77777777" w:rsidR="00810015" w:rsidRDefault="00810015" w:rsidP="00810015">
      <w:r>
        <w:t>200.7854</w:t>
      </w:r>
      <w:r>
        <w:tab/>
        <w:t>1.013e0</w:t>
      </w:r>
    </w:p>
    <w:p w14:paraId="4B116559" w14:textId="77777777" w:rsidR="00810015" w:rsidRDefault="00810015" w:rsidP="00810015">
      <w:r>
        <w:t>200.8003</w:t>
      </w:r>
      <w:r>
        <w:tab/>
        <w:t>1.013e0</w:t>
      </w:r>
    </w:p>
    <w:p w14:paraId="7569E464" w14:textId="77777777" w:rsidR="00810015" w:rsidRDefault="00810015" w:rsidP="00810015">
      <w:r>
        <w:t>200.8085</w:t>
      </w:r>
      <w:r>
        <w:tab/>
        <w:t>1.013e0</w:t>
      </w:r>
    </w:p>
    <w:p w14:paraId="7A6BC118" w14:textId="77777777" w:rsidR="00810015" w:rsidRDefault="00810015" w:rsidP="00810015">
      <w:r>
        <w:lastRenderedPageBreak/>
        <w:t>200.8264</w:t>
      </w:r>
      <w:r>
        <w:tab/>
        <w:t>2.025e0</w:t>
      </w:r>
    </w:p>
    <w:p w14:paraId="12DB9DCC" w14:textId="77777777" w:rsidR="00810015" w:rsidRDefault="00810015" w:rsidP="00810015">
      <w:r>
        <w:t>200.8309</w:t>
      </w:r>
      <w:r>
        <w:tab/>
        <w:t>1.013e0</w:t>
      </w:r>
    </w:p>
    <w:p w14:paraId="0E415A21" w14:textId="77777777" w:rsidR="00810015" w:rsidRDefault="00810015" w:rsidP="00810015">
      <w:r>
        <w:t>200.8711</w:t>
      </w:r>
      <w:r>
        <w:tab/>
        <w:t>2.025e0</w:t>
      </w:r>
    </w:p>
    <w:p w14:paraId="7C2B4E3F" w14:textId="77777777" w:rsidR="00810015" w:rsidRDefault="00810015" w:rsidP="00810015">
      <w:r>
        <w:t>200.8750</w:t>
      </w:r>
      <w:r>
        <w:tab/>
        <w:t>1.013e0</w:t>
      </w:r>
    </w:p>
    <w:p w14:paraId="2465B1D0" w14:textId="77777777" w:rsidR="00810015" w:rsidRDefault="00810015" w:rsidP="00810015">
      <w:r>
        <w:t>200.9065</w:t>
      </w:r>
      <w:r>
        <w:tab/>
        <w:t>1.013e0</w:t>
      </w:r>
    </w:p>
    <w:p w14:paraId="6C6333D4" w14:textId="77777777" w:rsidR="00810015" w:rsidRDefault="00810015" w:rsidP="00810015">
      <w:r>
        <w:t>200.9115</w:t>
      </w:r>
      <w:r>
        <w:tab/>
        <w:t>2.025e0</w:t>
      </w:r>
    </w:p>
    <w:p w14:paraId="34C83FDB" w14:textId="77777777" w:rsidR="00810015" w:rsidRDefault="00810015" w:rsidP="00810015">
      <w:r>
        <w:t>200.9251</w:t>
      </w:r>
      <w:r>
        <w:tab/>
        <w:t>1.013e0</w:t>
      </w:r>
    </w:p>
    <w:p w14:paraId="01468782" w14:textId="77777777" w:rsidR="00810015" w:rsidRDefault="00810015" w:rsidP="00810015">
      <w:r>
        <w:t>200.9331</w:t>
      </w:r>
      <w:r>
        <w:tab/>
        <w:t>3.038e0</w:t>
      </w:r>
    </w:p>
    <w:p w14:paraId="09C93CA1" w14:textId="77777777" w:rsidR="00810015" w:rsidRDefault="00810015" w:rsidP="00810015">
      <w:r>
        <w:t>200.9407</w:t>
      </w:r>
      <w:r>
        <w:tab/>
        <w:t>1.013e0</w:t>
      </w:r>
    </w:p>
    <w:p w14:paraId="08279B06" w14:textId="77777777" w:rsidR="00810015" w:rsidRDefault="00810015" w:rsidP="00810015">
      <w:r>
        <w:t>200.9866</w:t>
      </w:r>
      <w:r>
        <w:tab/>
        <w:t>4.051e0</w:t>
      </w:r>
    </w:p>
    <w:p w14:paraId="7272EC70" w14:textId="77777777" w:rsidR="00810015" w:rsidRDefault="00810015" w:rsidP="00810015">
      <w:r>
        <w:t>200.9890</w:t>
      </w:r>
      <w:r>
        <w:tab/>
        <w:t>5.063e0</w:t>
      </w:r>
    </w:p>
    <w:p w14:paraId="3DE5702C" w14:textId="77777777" w:rsidR="00810015" w:rsidRDefault="00810015" w:rsidP="00810015">
      <w:r>
        <w:t>200.9996</w:t>
      </w:r>
      <w:r>
        <w:tab/>
        <w:t>4.051e0</w:t>
      </w:r>
    </w:p>
    <w:p w14:paraId="260D245F" w14:textId="77777777" w:rsidR="00810015" w:rsidRDefault="00810015" w:rsidP="00810015">
      <w:r>
        <w:t>201.0071</w:t>
      </w:r>
      <w:r>
        <w:tab/>
        <w:t>1.013e0</w:t>
      </w:r>
    </w:p>
    <w:p w14:paraId="613928ED" w14:textId="77777777" w:rsidR="00810015" w:rsidRDefault="00810015" w:rsidP="00810015">
      <w:r>
        <w:t>201.0085</w:t>
      </w:r>
      <w:r>
        <w:tab/>
        <w:t>7.089e0</w:t>
      </w:r>
    </w:p>
    <w:p w14:paraId="68E3F2D2" w14:textId="77777777" w:rsidR="00810015" w:rsidRDefault="00810015" w:rsidP="00810015">
      <w:r>
        <w:t>201.0101</w:t>
      </w:r>
      <w:r>
        <w:tab/>
        <w:t>4.051e0</w:t>
      </w:r>
    </w:p>
    <w:p w14:paraId="0BE7639E" w14:textId="77777777" w:rsidR="00810015" w:rsidRDefault="00810015" w:rsidP="00810015">
      <w:r>
        <w:t>201.0398</w:t>
      </w:r>
      <w:r>
        <w:tab/>
        <w:t>2.025e0</w:t>
      </w:r>
    </w:p>
    <w:p w14:paraId="46E56B81" w14:textId="77777777" w:rsidR="00810015" w:rsidRDefault="00810015" w:rsidP="00810015">
      <w:r>
        <w:t>201.0447</w:t>
      </w:r>
      <w:r>
        <w:tab/>
        <w:t>1.013e0</w:t>
      </w:r>
    </w:p>
    <w:p w14:paraId="6A5A1C29" w14:textId="77777777" w:rsidR="00810015" w:rsidRDefault="00810015" w:rsidP="00810015">
      <w:r>
        <w:t>201.0524</w:t>
      </w:r>
      <w:r>
        <w:tab/>
        <w:t>1.050e0</w:t>
      </w:r>
    </w:p>
    <w:p w14:paraId="1DF74B1B" w14:textId="77777777" w:rsidR="00810015" w:rsidRDefault="00810015" w:rsidP="00810015">
      <w:r>
        <w:t>201.0562</w:t>
      </w:r>
      <w:r>
        <w:tab/>
        <w:t>1.013e0</w:t>
      </w:r>
    </w:p>
    <w:p w14:paraId="3309081A" w14:textId="77777777" w:rsidR="00810015" w:rsidRDefault="00810015" w:rsidP="00810015">
      <w:r>
        <w:lastRenderedPageBreak/>
        <w:t>201.0704</w:t>
      </w:r>
      <w:r>
        <w:tab/>
        <w:t>2.025e0</w:t>
      </w:r>
    </w:p>
    <w:p w14:paraId="7C88973F" w14:textId="77777777" w:rsidR="00810015" w:rsidRDefault="00810015" w:rsidP="00810015">
      <w:r>
        <w:t>201.0750</w:t>
      </w:r>
      <w:r>
        <w:tab/>
        <w:t>2.025e0</w:t>
      </w:r>
    </w:p>
    <w:p w14:paraId="1F1F48DF" w14:textId="77777777" w:rsidR="00810015" w:rsidRDefault="00810015" w:rsidP="00810015">
      <w:r>
        <w:t>201.0835</w:t>
      </w:r>
      <w:r>
        <w:tab/>
        <w:t>4.051e0</w:t>
      </w:r>
    </w:p>
    <w:p w14:paraId="0E3B4597" w14:textId="77777777" w:rsidR="00810015" w:rsidRDefault="00810015" w:rsidP="00810015">
      <w:r>
        <w:t>201.0876</w:t>
      </w:r>
      <w:r>
        <w:tab/>
        <w:t>6.076e0</w:t>
      </w:r>
    </w:p>
    <w:p w14:paraId="12E97CA3" w14:textId="77777777" w:rsidR="00810015" w:rsidRDefault="00810015" w:rsidP="00810015">
      <w:r>
        <w:t>201.1015</w:t>
      </w:r>
      <w:r>
        <w:tab/>
        <w:t>1.584e0</w:t>
      </w:r>
    </w:p>
    <w:p w14:paraId="225F3755" w14:textId="77777777" w:rsidR="00810015" w:rsidRDefault="00810015" w:rsidP="00810015">
      <w:r>
        <w:t>201.1046</w:t>
      </w:r>
      <w:r>
        <w:tab/>
        <w:t>1.080e0</w:t>
      </w:r>
    </w:p>
    <w:p w14:paraId="39DA819C" w14:textId="77777777" w:rsidR="00810015" w:rsidRDefault="00810015" w:rsidP="00810015">
      <w:r>
        <w:t>201.1150</w:t>
      </w:r>
      <w:r>
        <w:tab/>
        <w:t>2.025e0</w:t>
      </w:r>
    </w:p>
    <w:p w14:paraId="0EAB0D53" w14:textId="77777777" w:rsidR="00810015" w:rsidRDefault="00810015" w:rsidP="00810015">
      <w:r>
        <w:t>201.1185</w:t>
      </w:r>
      <w:r>
        <w:tab/>
        <w:t>1.285e0</w:t>
      </w:r>
    </w:p>
    <w:p w14:paraId="532ADFD9" w14:textId="77777777" w:rsidR="00810015" w:rsidRDefault="00810015" w:rsidP="00810015">
      <w:r>
        <w:t>201.1337</w:t>
      </w:r>
      <w:r>
        <w:tab/>
        <w:t>2.025e0</w:t>
      </w:r>
    </w:p>
    <w:p w14:paraId="2EDA789A" w14:textId="77777777" w:rsidR="00810015" w:rsidRDefault="00810015" w:rsidP="00810015">
      <w:r>
        <w:t>201.1381</w:t>
      </w:r>
      <w:r>
        <w:tab/>
        <w:t>1.474e0</w:t>
      </w:r>
    </w:p>
    <w:p w14:paraId="0E516D96" w14:textId="77777777" w:rsidR="00810015" w:rsidRDefault="00810015" w:rsidP="00810015">
      <w:r>
        <w:t>201.1545</w:t>
      </w:r>
      <w:r>
        <w:tab/>
        <w:t>3.421e0</w:t>
      </w:r>
    </w:p>
    <w:p w14:paraId="64E5CB76" w14:textId="77777777" w:rsidR="00810015" w:rsidRDefault="00810015" w:rsidP="00810015">
      <w:r>
        <w:t>201.1666</w:t>
      </w:r>
      <w:r>
        <w:tab/>
        <w:t>5.966e0</w:t>
      </w:r>
    </w:p>
    <w:p w14:paraId="5EBB6201" w14:textId="77777777" w:rsidR="00810015" w:rsidRDefault="00810015" w:rsidP="00810015">
      <w:r>
        <w:t>201.1691</w:t>
      </w:r>
      <w:r>
        <w:tab/>
        <w:t>1.013e0</w:t>
      </w:r>
    </w:p>
    <w:p w14:paraId="55ABAF08" w14:textId="77777777" w:rsidR="00810015" w:rsidRDefault="00810015" w:rsidP="00810015">
      <w:r>
        <w:t>201.1802</w:t>
      </w:r>
      <w:r>
        <w:tab/>
        <w:t>2.025e0</w:t>
      </w:r>
    </w:p>
    <w:p w14:paraId="3666AA9C" w14:textId="77777777" w:rsidR="00810015" w:rsidRDefault="00810015" w:rsidP="00810015">
      <w:r>
        <w:t>201.1840</w:t>
      </w:r>
      <w:r>
        <w:tab/>
        <w:t>1.013e0</w:t>
      </w:r>
    </w:p>
    <w:p w14:paraId="1BAC014F" w14:textId="77777777" w:rsidR="00810015" w:rsidRDefault="00810015" w:rsidP="00810015">
      <w:r>
        <w:t>201.1917</w:t>
      </w:r>
      <w:r>
        <w:tab/>
        <w:t>3.038e0</w:t>
      </w:r>
    </w:p>
    <w:p w14:paraId="30BAF6FC" w14:textId="77777777" w:rsidR="00810015" w:rsidRDefault="00810015" w:rsidP="00810015">
      <w:r>
        <w:t>201.2051</w:t>
      </w:r>
      <w:r>
        <w:tab/>
        <w:t>2.025e0</w:t>
      </w:r>
    </w:p>
    <w:p w14:paraId="0FA1FFBC" w14:textId="77777777" w:rsidR="00810015" w:rsidRDefault="00810015" w:rsidP="00810015">
      <w:r>
        <w:t>201.2066</w:t>
      </w:r>
      <w:r>
        <w:tab/>
        <w:t>3.038e0</w:t>
      </w:r>
    </w:p>
    <w:p w14:paraId="54DC8F23" w14:textId="77777777" w:rsidR="00810015" w:rsidRDefault="00810015" w:rsidP="00810015">
      <w:r>
        <w:t>201.2279</w:t>
      </w:r>
      <w:r>
        <w:tab/>
        <w:t>2.025e0</w:t>
      </w:r>
    </w:p>
    <w:p w14:paraId="2C6C0244" w14:textId="77777777" w:rsidR="00810015" w:rsidRDefault="00810015" w:rsidP="00810015">
      <w:r>
        <w:lastRenderedPageBreak/>
        <w:t>201.2415</w:t>
      </w:r>
      <w:r>
        <w:tab/>
        <w:t>1.013e0</w:t>
      </w:r>
    </w:p>
    <w:p w14:paraId="469FA84B" w14:textId="77777777" w:rsidR="00810015" w:rsidRDefault="00810015" w:rsidP="00810015">
      <w:r>
        <w:t>201.2499</w:t>
      </w:r>
      <w:r>
        <w:tab/>
        <w:t>1.013e0</w:t>
      </w:r>
    </w:p>
    <w:p w14:paraId="76082AEC" w14:textId="77777777" w:rsidR="00810015" w:rsidRDefault="00810015" w:rsidP="00810015">
      <w:r>
        <w:t>201.2509</w:t>
      </w:r>
      <w:r>
        <w:tab/>
        <w:t>2.025e0</w:t>
      </w:r>
    </w:p>
    <w:p w14:paraId="32638C3B" w14:textId="77777777" w:rsidR="00810015" w:rsidRDefault="00810015" w:rsidP="00810015">
      <w:r>
        <w:t>201.2603</w:t>
      </w:r>
      <w:r>
        <w:tab/>
        <w:t>1.013e0</w:t>
      </w:r>
    </w:p>
    <w:p w14:paraId="30078DE0" w14:textId="77777777" w:rsidR="00810015" w:rsidRDefault="00810015" w:rsidP="00810015">
      <w:r>
        <w:t>201.2722</w:t>
      </w:r>
      <w:r>
        <w:tab/>
        <w:t>1.013e0</w:t>
      </w:r>
    </w:p>
    <w:p w14:paraId="2CDA8712" w14:textId="77777777" w:rsidR="00810015" w:rsidRDefault="00810015" w:rsidP="00810015">
      <w:r>
        <w:t>201.2827</w:t>
      </w:r>
      <w:r>
        <w:tab/>
        <w:t>1.013e0</w:t>
      </w:r>
    </w:p>
    <w:p w14:paraId="567C75F6" w14:textId="77777777" w:rsidR="00810015" w:rsidRDefault="00810015" w:rsidP="00810015">
      <w:r>
        <w:t>201.3088</w:t>
      </w:r>
      <w:r>
        <w:tab/>
        <w:t>1.013e0</w:t>
      </w:r>
    </w:p>
    <w:p w14:paraId="7FC62F96" w14:textId="77777777" w:rsidR="00810015" w:rsidRDefault="00810015" w:rsidP="00810015">
      <w:r>
        <w:t>201.3312</w:t>
      </w:r>
      <w:r>
        <w:tab/>
        <w:t>1.013e0</w:t>
      </w:r>
    </w:p>
    <w:p w14:paraId="711C89CC" w14:textId="77777777" w:rsidR="00810015" w:rsidRDefault="00810015" w:rsidP="00810015">
      <w:r>
        <w:t>201.3940</w:t>
      </w:r>
      <w:r>
        <w:tab/>
        <w:t>2.025e0</w:t>
      </w:r>
    </w:p>
    <w:p w14:paraId="6EDF3E22" w14:textId="77777777" w:rsidR="00810015" w:rsidRDefault="00810015" w:rsidP="00810015">
      <w:r>
        <w:t>201.4597</w:t>
      </w:r>
      <w:r>
        <w:tab/>
        <w:t>2.025e0</w:t>
      </w:r>
    </w:p>
    <w:p w14:paraId="055F9544" w14:textId="77777777" w:rsidR="00810015" w:rsidRDefault="00810015" w:rsidP="00810015">
      <w:r>
        <w:t>201.4623</w:t>
      </w:r>
      <w:r>
        <w:tab/>
        <w:t>2.025e0</w:t>
      </w:r>
    </w:p>
    <w:p w14:paraId="3EEE0F5F" w14:textId="77777777" w:rsidR="00810015" w:rsidRDefault="00810015" w:rsidP="00810015">
      <w:r>
        <w:t>201.5238</w:t>
      </w:r>
      <w:r>
        <w:tab/>
        <w:t>3.038e0</w:t>
      </w:r>
    </w:p>
    <w:p w14:paraId="4DD075CB" w14:textId="77777777" w:rsidR="00810015" w:rsidRDefault="00810015" w:rsidP="00810015">
      <w:r>
        <w:t>201.5553</w:t>
      </w:r>
      <w:r>
        <w:tab/>
        <w:t>1.013e0</w:t>
      </w:r>
    </w:p>
    <w:p w14:paraId="5143D51F" w14:textId="77777777" w:rsidR="00810015" w:rsidRDefault="00810015" w:rsidP="00810015">
      <w:r>
        <w:t>201.5734</w:t>
      </w:r>
      <w:r>
        <w:tab/>
        <w:t>3.038e0</w:t>
      </w:r>
    </w:p>
    <w:p w14:paraId="3253E113" w14:textId="77777777" w:rsidR="00810015" w:rsidRDefault="00810015" w:rsidP="00810015">
      <w:r>
        <w:t>201.5890</w:t>
      </w:r>
      <w:r>
        <w:tab/>
        <w:t>1.013e0</w:t>
      </w:r>
    </w:p>
    <w:p w14:paraId="56EE756F" w14:textId="77777777" w:rsidR="00810015" w:rsidRDefault="00810015" w:rsidP="00810015">
      <w:r>
        <w:t>201.5939</w:t>
      </w:r>
      <w:r>
        <w:tab/>
        <w:t>2.025e0</w:t>
      </w:r>
    </w:p>
    <w:p w14:paraId="151C13DF" w14:textId="77777777" w:rsidR="00810015" w:rsidRDefault="00810015" w:rsidP="00810015">
      <w:r>
        <w:t>201.6077</w:t>
      </w:r>
      <w:r>
        <w:tab/>
        <w:t>1.013e0</w:t>
      </w:r>
    </w:p>
    <w:p w14:paraId="7132FEBE" w14:textId="77777777" w:rsidR="00810015" w:rsidRDefault="00810015" w:rsidP="00810015">
      <w:r>
        <w:t>201.6144</w:t>
      </w:r>
      <w:r>
        <w:tab/>
        <w:t>1.013e0</w:t>
      </w:r>
    </w:p>
    <w:p w14:paraId="4C63A9B9" w14:textId="77777777" w:rsidR="00810015" w:rsidRDefault="00810015" w:rsidP="00810015">
      <w:r>
        <w:t>201.6182</w:t>
      </w:r>
      <w:r>
        <w:tab/>
        <w:t>1.013e0</w:t>
      </w:r>
    </w:p>
    <w:p w14:paraId="2672EADC" w14:textId="77777777" w:rsidR="00810015" w:rsidRDefault="00810015" w:rsidP="00810015">
      <w:r>
        <w:lastRenderedPageBreak/>
        <w:t>201.6480</w:t>
      </w:r>
      <w:r>
        <w:tab/>
        <w:t>2.025e0</w:t>
      </w:r>
    </w:p>
    <w:p w14:paraId="21A8CCCB" w14:textId="77777777" w:rsidR="00810015" w:rsidRDefault="00810015" w:rsidP="00810015">
      <w:r>
        <w:t>201.6561</w:t>
      </w:r>
      <w:r>
        <w:tab/>
        <w:t>1.013e0</w:t>
      </w:r>
    </w:p>
    <w:p w14:paraId="63C55D8A" w14:textId="77777777" w:rsidR="00810015" w:rsidRDefault="00810015" w:rsidP="00810015">
      <w:r>
        <w:t>201.6860</w:t>
      </w:r>
      <w:r>
        <w:tab/>
        <w:t>1.013e0</w:t>
      </w:r>
    </w:p>
    <w:p w14:paraId="25A25026" w14:textId="77777777" w:rsidR="00810015" w:rsidRDefault="00810015" w:rsidP="00810015">
      <w:r>
        <w:t>201.6886</w:t>
      </w:r>
      <w:r>
        <w:tab/>
        <w:t>3.038e0</w:t>
      </w:r>
    </w:p>
    <w:p w14:paraId="5EE9938D" w14:textId="77777777" w:rsidR="00810015" w:rsidRDefault="00810015" w:rsidP="00810015">
      <w:r>
        <w:t>201.6938</w:t>
      </w:r>
      <w:r>
        <w:tab/>
        <w:t>1.013e0</w:t>
      </w:r>
    </w:p>
    <w:p w14:paraId="41CE6895" w14:textId="77777777" w:rsidR="00810015" w:rsidRDefault="00810015" w:rsidP="00810015">
      <w:r>
        <w:t>201.7054</w:t>
      </w:r>
      <w:r>
        <w:tab/>
        <w:t>1.013e0</w:t>
      </w:r>
    </w:p>
    <w:p w14:paraId="268EE63C" w14:textId="77777777" w:rsidR="00810015" w:rsidRDefault="00810015" w:rsidP="00810015">
      <w:r>
        <w:t>201.7207</w:t>
      </w:r>
      <w:r>
        <w:tab/>
        <w:t>1.013e0</w:t>
      </w:r>
    </w:p>
    <w:p w14:paraId="532357EC" w14:textId="77777777" w:rsidR="00810015" w:rsidRDefault="00810015" w:rsidP="00810015">
      <w:r>
        <w:t>201.7403</w:t>
      </w:r>
      <w:r>
        <w:tab/>
        <w:t>3.038e0</w:t>
      </w:r>
    </w:p>
    <w:p w14:paraId="0DF0E78F" w14:textId="77777777" w:rsidR="00810015" w:rsidRDefault="00810015" w:rsidP="00810015">
      <w:r>
        <w:t>201.7524</w:t>
      </w:r>
      <w:r>
        <w:tab/>
        <w:t>2.025e0</w:t>
      </w:r>
    </w:p>
    <w:p w14:paraId="6DEFFEDC" w14:textId="77777777" w:rsidR="00810015" w:rsidRDefault="00810015" w:rsidP="00810015">
      <w:r>
        <w:t>201.7854</w:t>
      </w:r>
      <w:r>
        <w:tab/>
        <w:t>3.038e0</w:t>
      </w:r>
    </w:p>
    <w:p w14:paraId="2B113AAE" w14:textId="77777777" w:rsidR="00810015" w:rsidRDefault="00810015" w:rsidP="00810015">
      <w:r>
        <w:t>201.7953</w:t>
      </w:r>
      <w:r>
        <w:tab/>
        <w:t>1.013e0</w:t>
      </w:r>
    </w:p>
    <w:p w14:paraId="4F04E952" w14:textId="77777777" w:rsidR="00810015" w:rsidRDefault="00810015" w:rsidP="00810015">
      <w:r>
        <w:t>201.8028</w:t>
      </w:r>
      <w:r>
        <w:tab/>
        <w:t>1.013e0</w:t>
      </w:r>
    </w:p>
    <w:p w14:paraId="0A77CCE7" w14:textId="77777777" w:rsidR="00810015" w:rsidRDefault="00810015" w:rsidP="00810015">
      <w:r>
        <w:t>201.8139</w:t>
      </w:r>
      <w:r>
        <w:tab/>
        <w:t>1.013e0</w:t>
      </w:r>
    </w:p>
    <w:p w14:paraId="30FC72CA" w14:textId="77777777" w:rsidR="00810015" w:rsidRDefault="00810015" w:rsidP="00810015">
      <w:r>
        <w:t>201.8261</w:t>
      </w:r>
      <w:r>
        <w:tab/>
        <w:t>1.013e0</w:t>
      </w:r>
    </w:p>
    <w:p w14:paraId="5FCC840D" w14:textId="77777777" w:rsidR="00810015" w:rsidRDefault="00810015" w:rsidP="00810015">
      <w:r>
        <w:t>201.8391</w:t>
      </w:r>
      <w:r>
        <w:tab/>
        <w:t>2.025e0</w:t>
      </w:r>
    </w:p>
    <w:p w14:paraId="43F2CA4D" w14:textId="77777777" w:rsidR="00810015" w:rsidRDefault="00810015" w:rsidP="00810015">
      <w:r>
        <w:t>201.8408</w:t>
      </w:r>
      <w:r>
        <w:tab/>
        <w:t>1.013e0</w:t>
      </w:r>
    </w:p>
    <w:p w14:paraId="5447D52C" w14:textId="77777777" w:rsidR="00810015" w:rsidRDefault="00810015" w:rsidP="00810015">
      <w:r>
        <w:t>201.8735</w:t>
      </w:r>
      <w:r>
        <w:tab/>
        <w:t>2.025e0</w:t>
      </w:r>
    </w:p>
    <w:p w14:paraId="62C9D3B9" w14:textId="77777777" w:rsidR="00810015" w:rsidRDefault="00810015" w:rsidP="00810015">
      <w:r>
        <w:t>201.8985</w:t>
      </w:r>
      <w:r>
        <w:tab/>
        <w:t>1.013e0</w:t>
      </w:r>
    </w:p>
    <w:p w14:paraId="73CC38C5" w14:textId="77777777" w:rsidR="00810015" w:rsidRDefault="00810015" w:rsidP="00810015">
      <w:r>
        <w:t>201.9015</w:t>
      </w:r>
      <w:r>
        <w:tab/>
        <w:t>1.013e0</w:t>
      </w:r>
    </w:p>
    <w:p w14:paraId="7CAAD23A" w14:textId="77777777" w:rsidR="00810015" w:rsidRDefault="00810015" w:rsidP="00810015">
      <w:r>
        <w:lastRenderedPageBreak/>
        <w:t>201.9172</w:t>
      </w:r>
      <w:r>
        <w:tab/>
        <w:t>1.013e0</w:t>
      </w:r>
    </w:p>
    <w:p w14:paraId="404FF43B" w14:textId="77777777" w:rsidR="00810015" w:rsidRDefault="00810015" w:rsidP="00810015">
      <w:r>
        <w:t>201.9202</w:t>
      </w:r>
      <w:r>
        <w:tab/>
        <w:t>1.013e0</w:t>
      </w:r>
    </w:p>
    <w:p w14:paraId="56594A55" w14:textId="77777777" w:rsidR="00810015" w:rsidRDefault="00810015" w:rsidP="00810015">
      <w:r>
        <w:t>201.9240</w:t>
      </w:r>
      <w:r>
        <w:tab/>
        <w:t>1.013e0</w:t>
      </w:r>
    </w:p>
    <w:p w14:paraId="3A8582FC" w14:textId="77777777" w:rsidR="00810015" w:rsidRDefault="00810015" w:rsidP="00810015">
      <w:r>
        <w:t>201.9277</w:t>
      </w:r>
      <w:r>
        <w:tab/>
        <w:t>1.013e0</w:t>
      </w:r>
    </w:p>
    <w:p w14:paraId="2EFECACD" w14:textId="77777777" w:rsidR="00810015" w:rsidRDefault="00810015" w:rsidP="00810015">
      <w:r>
        <w:t>201.9464</w:t>
      </w:r>
      <w:r>
        <w:tab/>
        <w:t>2.025e0</w:t>
      </w:r>
    </w:p>
    <w:p w14:paraId="7FB6D85C" w14:textId="77777777" w:rsidR="00810015" w:rsidRDefault="00810015" w:rsidP="00810015">
      <w:r>
        <w:t>201.9501</w:t>
      </w:r>
      <w:r>
        <w:tab/>
        <w:t>2.025e0</w:t>
      </w:r>
    </w:p>
    <w:p w14:paraId="249742FA" w14:textId="77777777" w:rsidR="00810015" w:rsidRDefault="00810015" w:rsidP="00810015">
      <w:r>
        <w:t>201.9764</w:t>
      </w:r>
      <w:r>
        <w:tab/>
        <w:t>1.013e0</w:t>
      </w:r>
    </w:p>
    <w:p w14:paraId="59F1268B" w14:textId="77777777" w:rsidR="00810015" w:rsidRDefault="00810015" w:rsidP="00810015">
      <w:r>
        <w:t>202.0129</w:t>
      </w:r>
      <w:r>
        <w:tab/>
        <w:t>2.025e0</w:t>
      </w:r>
    </w:p>
    <w:p w14:paraId="13608568" w14:textId="77777777" w:rsidR="00810015" w:rsidRDefault="00810015" w:rsidP="00810015">
      <w:r>
        <w:t>202.0206</w:t>
      </w:r>
      <w:r>
        <w:tab/>
        <w:t>2.025e0</w:t>
      </w:r>
    </w:p>
    <w:p w14:paraId="78EA9143" w14:textId="77777777" w:rsidR="00810015" w:rsidRDefault="00810015" w:rsidP="00810015">
      <w:r>
        <w:t>202.0245</w:t>
      </w:r>
      <w:r>
        <w:tab/>
        <w:t>2.025e0</w:t>
      </w:r>
    </w:p>
    <w:p w14:paraId="59D3B72B" w14:textId="77777777" w:rsidR="00810015" w:rsidRDefault="00810015" w:rsidP="00810015">
      <w:r>
        <w:t>202.0359</w:t>
      </w:r>
      <w:r>
        <w:tab/>
        <w:t>2.025e0</w:t>
      </w:r>
    </w:p>
    <w:p w14:paraId="2A26C1F7" w14:textId="77777777" w:rsidR="00810015" w:rsidRDefault="00810015" w:rsidP="00810015">
      <w:r>
        <w:t>202.0471</w:t>
      </w:r>
      <w:r>
        <w:tab/>
        <w:t>2.025e0</w:t>
      </w:r>
    </w:p>
    <w:p w14:paraId="2BEBF64D" w14:textId="77777777" w:rsidR="00810015" w:rsidRDefault="00810015" w:rsidP="00810015">
      <w:r>
        <w:t>202.0526</w:t>
      </w:r>
      <w:r>
        <w:tab/>
        <w:t>1.013e0</w:t>
      </w:r>
    </w:p>
    <w:p w14:paraId="1654AC16" w14:textId="77777777" w:rsidR="00810015" w:rsidRDefault="00810015" w:rsidP="00810015">
      <w:r>
        <w:t>202.0640</w:t>
      </w:r>
      <w:r>
        <w:tab/>
        <w:t>4.051e0</w:t>
      </w:r>
    </w:p>
    <w:p w14:paraId="495A7FBD" w14:textId="77777777" w:rsidR="00810015" w:rsidRDefault="00810015" w:rsidP="00810015">
      <w:r>
        <w:t>202.0713</w:t>
      </w:r>
      <w:r>
        <w:tab/>
        <w:t>2.025e0</w:t>
      </w:r>
    </w:p>
    <w:p w14:paraId="2FE354E5" w14:textId="77777777" w:rsidR="00810015" w:rsidRDefault="00810015" w:rsidP="00810015">
      <w:r>
        <w:t>202.1065</w:t>
      </w:r>
      <w:r>
        <w:tab/>
        <w:t>6.886e0</w:t>
      </w:r>
    </w:p>
    <w:p w14:paraId="3F3CA9DC" w14:textId="77777777" w:rsidR="00810015" w:rsidRDefault="00810015" w:rsidP="00810015">
      <w:r>
        <w:t>202.1086</w:t>
      </w:r>
      <w:r>
        <w:tab/>
        <w:t>6.350e1</w:t>
      </w:r>
    </w:p>
    <w:p w14:paraId="154D4081" w14:textId="77777777" w:rsidR="00810015" w:rsidRDefault="00810015" w:rsidP="00810015">
      <w:r>
        <w:t>202.1103</w:t>
      </w:r>
      <w:r>
        <w:tab/>
        <w:t>3.191e1</w:t>
      </w:r>
    </w:p>
    <w:p w14:paraId="4FB057B3" w14:textId="77777777" w:rsidR="00810015" w:rsidRDefault="00810015" w:rsidP="00810015">
      <w:r>
        <w:t>202.1313</w:t>
      </w:r>
      <w:r>
        <w:tab/>
        <w:t>2.794e0</w:t>
      </w:r>
    </w:p>
    <w:p w14:paraId="3B2148C4" w14:textId="77777777" w:rsidR="00810015" w:rsidRDefault="00810015" w:rsidP="00810015">
      <w:r>
        <w:lastRenderedPageBreak/>
        <w:t>202.1393</w:t>
      </w:r>
      <w:r>
        <w:tab/>
        <w:t>3.076e0</w:t>
      </w:r>
    </w:p>
    <w:p w14:paraId="06F15FC6" w14:textId="77777777" w:rsidR="00810015" w:rsidRDefault="00810015" w:rsidP="00810015">
      <w:r>
        <w:t>202.1420</w:t>
      </w:r>
      <w:r>
        <w:tab/>
        <w:t>2.177e0</w:t>
      </w:r>
    </w:p>
    <w:p w14:paraId="74F3D6DD" w14:textId="77777777" w:rsidR="00810015" w:rsidRDefault="00810015" w:rsidP="00810015">
      <w:r>
        <w:t>202.1527</w:t>
      </w:r>
      <w:r>
        <w:tab/>
        <w:t>4.739e0</w:t>
      </w:r>
    </w:p>
    <w:p w14:paraId="4986D55E" w14:textId="77777777" w:rsidR="00810015" w:rsidRDefault="00810015" w:rsidP="00810015">
      <w:r>
        <w:t>202.1777</w:t>
      </w:r>
      <w:r>
        <w:tab/>
        <w:t>1.013e0</w:t>
      </w:r>
    </w:p>
    <w:p w14:paraId="54B4655E" w14:textId="77777777" w:rsidR="00810015" w:rsidRDefault="00810015" w:rsidP="00810015">
      <w:r>
        <w:t>202.1970</w:t>
      </w:r>
      <w:r>
        <w:tab/>
        <w:t>1.013e0</w:t>
      </w:r>
    </w:p>
    <w:p w14:paraId="27A1A868" w14:textId="77777777" w:rsidR="00810015" w:rsidRDefault="00810015" w:rsidP="00810015">
      <w:r>
        <w:t>202.1982</w:t>
      </w:r>
      <w:r>
        <w:tab/>
        <w:t>2.025e0</w:t>
      </w:r>
    </w:p>
    <w:p w14:paraId="7FC66EC6" w14:textId="77777777" w:rsidR="00810015" w:rsidRDefault="00810015" w:rsidP="00810015">
      <w:r>
        <w:t>202.1995</w:t>
      </w:r>
      <w:r>
        <w:tab/>
        <w:t>4.051e0</w:t>
      </w:r>
    </w:p>
    <w:p w14:paraId="7A94AFB1" w14:textId="77777777" w:rsidR="00810015" w:rsidRDefault="00810015" w:rsidP="00810015">
      <w:r>
        <w:t>202.2150</w:t>
      </w:r>
      <w:r>
        <w:tab/>
        <w:t>1.013e0</w:t>
      </w:r>
    </w:p>
    <w:p w14:paraId="35250C9E" w14:textId="77777777" w:rsidR="00810015" w:rsidRDefault="00810015" w:rsidP="00810015">
      <w:r>
        <w:t>202.2187</w:t>
      </w:r>
      <w:r>
        <w:tab/>
        <w:t>1.013e0</w:t>
      </w:r>
    </w:p>
    <w:p w14:paraId="6961D1DA" w14:textId="77777777" w:rsidR="00810015" w:rsidRDefault="00810015" w:rsidP="00810015">
      <w:r>
        <w:t>202.2206</w:t>
      </w:r>
      <w:r>
        <w:tab/>
        <w:t>2.025e0</w:t>
      </w:r>
    </w:p>
    <w:p w14:paraId="68BC8AD5" w14:textId="77777777" w:rsidR="00810015" w:rsidRDefault="00810015" w:rsidP="00810015">
      <w:r>
        <w:t>202.2332</w:t>
      </w:r>
      <w:r>
        <w:tab/>
        <w:t>3.707e0</w:t>
      </w:r>
    </w:p>
    <w:p w14:paraId="24270A23" w14:textId="77777777" w:rsidR="00810015" w:rsidRDefault="00810015" w:rsidP="00810015">
      <w:r>
        <w:t>202.2486</w:t>
      </w:r>
      <w:r>
        <w:tab/>
        <w:t>1.013e0</w:t>
      </w:r>
    </w:p>
    <w:p w14:paraId="08BCA4C1" w14:textId="77777777" w:rsidR="00810015" w:rsidRDefault="00810015" w:rsidP="00810015">
      <w:r>
        <w:t>202.2531</w:t>
      </w:r>
      <w:r>
        <w:tab/>
        <w:t>2.025e0</w:t>
      </w:r>
    </w:p>
    <w:p w14:paraId="480930E4" w14:textId="77777777" w:rsidR="00810015" w:rsidRDefault="00810015" w:rsidP="00810015">
      <w:r>
        <w:t>202.2561</w:t>
      </w:r>
      <w:r>
        <w:tab/>
        <w:t>2.025e0</w:t>
      </w:r>
    </w:p>
    <w:p w14:paraId="23A57E2F" w14:textId="77777777" w:rsidR="00810015" w:rsidRDefault="00810015" w:rsidP="00810015">
      <w:r>
        <w:t>202.2675</w:t>
      </w:r>
      <w:r>
        <w:tab/>
        <w:t>2.025e0</w:t>
      </w:r>
    </w:p>
    <w:p w14:paraId="1EE6A55F" w14:textId="77777777" w:rsidR="00810015" w:rsidRDefault="00810015" w:rsidP="00810015">
      <w:r>
        <w:t>202.2942</w:t>
      </w:r>
      <w:r>
        <w:tab/>
        <w:t>1.013e0</w:t>
      </w:r>
    </w:p>
    <w:p w14:paraId="1162EE41" w14:textId="77777777" w:rsidR="00810015" w:rsidRDefault="00810015" w:rsidP="00810015">
      <w:r>
        <w:t>202.2988</w:t>
      </w:r>
      <w:r>
        <w:tab/>
        <w:t>1.013e0</w:t>
      </w:r>
    </w:p>
    <w:p w14:paraId="1B5AE4B2" w14:textId="77777777" w:rsidR="00810015" w:rsidRDefault="00810015" w:rsidP="00810015">
      <w:r>
        <w:t>202.3059</w:t>
      </w:r>
      <w:r>
        <w:tab/>
        <w:t>1.013e0</w:t>
      </w:r>
    </w:p>
    <w:p w14:paraId="0904332B" w14:textId="77777777" w:rsidR="00810015" w:rsidRDefault="00810015" w:rsidP="00810015">
      <w:r>
        <w:t>202.3182</w:t>
      </w:r>
      <w:r>
        <w:tab/>
        <w:t>1.013e0</w:t>
      </w:r>
    </w:p>
    <w:p w14:paraId="012BBC6F" w14:textId="77777777" w:rsidR="00810015" w:rsidRDefault="00810015" w:rsidP="00810015">
      <w:r>
        <w:lastRenderedPageBreak/>
        <w:t>202.3251</w:t>
      </w:r>
      <w:r>
        <w:tab/>
        <w:t>1.013e0</w:t>
      </w:r>
    </w:p>
    <w:p w14:paraId="05E8B091" w14:textId="77777777" w:rsidR="00810015" w:rsidRDefault="00810015" w:rsidP="00810015">
      <w:r>
        <w:t>202.3382</w:t>
      </w:r>
      <w:r>
        <w:tab/>
        <w:t>2.025e0</w:t>
      </w:r>
    </w:p>
    <w:p w14:paraId="4ACA4DAB" w14:textId="77777777" w:rsidR="00810015" w:rsidRDefault="00810015" w:rsidP="00810015">
      <w:r>
        <w:t>202.3586</w:t>
      </w:r>
      <w:r>
        <w:tab/>
        <w:t>1.013e0</w:t>
      </w:r>
    </w:p>
    <w:p w14:paraId="4E1277CA" w14:textId="77777777" w:rsidR="00810015" w:rsidRDefault="00810015" w:rsidP="00810015">
      <w:r>
        <w:t>202.3774</w:t>
      </w:r>
      <w:r>
        <w:tab/>
        <w:t>1.013e0</w:t>
      </w:r>
    </w:p>
    <w:p w14:paraId="358A52BB" w14:textId="77777777" w:rsidR="00810015" w:rsidRDefault="00810015" w:rsidP="00810015">
      <w:r>
        <w:t>202.3923</w:t>
      </w:r>
      <w:r>
        <w:tab/>
        <w:t>1.013e0</w:t>
      </w:r>
    </w:p>
    <w:p w14:paraId="16949B50" w14:textId="77777777" w:rsidR="00810015" w:rsidRDefault="00810015" w:rsidP="00810015">
      <w:r>
        <w:t>202.3961</w:t>
      </w:r>
      <w:r>
        <w:tab/>
        <w:t>1.013e0</w:t>
      </w:r>
    </w:p>
    <w:p w14:paraId="5E171B8F" w14:textId="77777777" w:rsidR="00810015" w:rsidRDefault="00810015" w:rsidP="00810015">
      <w:r>
        <w:t>202.4035</w:t>
      </w:r>
      <w:r>
        <w:tab/>
        <w:t>1.013e0</w:t>
      </w:r>
    </w:p>
    <w:p w14:paraId="37893270" w14:textId="77777777" w:rsidR="00810015" w:rsidRDefault="00810015" w:rsidP="00810015">
      <w:r>
        <w:t>202.4500</w:t>
      </w:r>
      <w:r>
        <w:tab/>
        <w:t>2.025e0</w:t>
      </w:r>
    </w:p>
    <w:p w14:paraId="2560C556" w14:textId="77777777" w:rsidR="00810015" w:rsidRDefault="00810015" w:rsidP="00810015">
      <w:r>
        <w:t>202.4800</w:t>
      </w:r>
      <w:r>
        <w:tab/>
        <w:t>1.013e0</w:t>
      </w:r>
    </w:p>
    <w:p w14:paraId="0C7F3522" w14:textId="77777777" w:rsidR="00810015" w:rsidRDefault="00810015" w:rsidP="00810015">
      <w:r>
        <w:t>202.4837</w:t>
      </w:r>
      <w:r>
        <w:tab/>
        <w:t>1.013e0</w:t>
      </w:r>
    </w:p>
    <w:p w14:paraId="0726185F" w14:textId="77777777" w:rsidR="00810015" w:rsidRDefault="00810015" w:rsidP="00810015">
      <w:r>
        <w:t>202.4884</w:t>
      </w:r>
      <w:r>
        <w:tab/>
        <w:t>3.038e0</w:t>
      </w:r>
    </w:p>
    <w:p w14:paraId="5B819EC5" w14:textId="77777777" w:rsidR="00810015" w:rsidRDefault="00810015" w:rsidP="00810015">
      <w:r>
        <w:t>202.5024</w:t>
      </w:r>
      <w:r>
        <w:tab/>
        <w:t>2.025e0</w:t>
      </w:r>
    </w:p>
    <w:p w14:paraId="16B4D67E" w14:textId="77777777" w:rsidR="00810015" w:rsidRDefault="00810015" w:rsidP="00810015">
      <w:r>
        <w:t>202.5099</w:t>
      </w:r>
      <w:r>
        <w:tab/>
        <w:t>2.025e0</w:t>
      </w:r>
    </w:p>
    <w:p w14:paraId="32955AF8" w14:textId="77777777" w:rsidR="00810015" w:rsidRDefault="00810015" w:rsidP="00810015">
      <w:r>
        <w:t>202.5286</w:t>
      </w:r>
      <w:r>
        <w:tab/>
        <w:t>1.013e0</w:t>
      </w:r>
    </w:p>
    <w:p w14:paraId="26CFA29A" w14:textId="77777777" w:rsidR="00810015" w:rsidRDefault="00810015" w:rsidP="00810015">
      <w:r>
        <w:t>202.5323</w:t>
      </w:r>
      <w:r>
        <w:tab/>
        <w:t>1.013e0</w:t>
      </w:r>
    </w:p>
    <w:p w14:paraId="069DC4DE" w14:textId="77777777" w:rsidR="00810015" w:rsidRDefault="00810015" w:rsidP="00810015">
      <w:r>
        <w:t>202.5621</w:t>
      </w:r>
      <w:r>
        <w:tab/>
        <w:t>2.025e0</w:t>
      </w:r>
    </w:p>
    <w:p w14:paraId="6D9620BC" w14:textId="77777777" w:rsidR="00810015" w:rsidRDefault="00810015" w:rsidP="00810015">
      <w:r>
        <w:t>202.5698</w:t>
      </w:r>
      <w:r>
        <w:tab/>
        <w:t>1.013e0</w:t>
      </w:r>
    </w:p>
    <w:p w14:paraId="3372ACF5" w14:textId="77777777" w:rsidR="00810015" w:rsidRDefault="00810015" w:rsidP="00810015">
      <w:r>
        <w:t>202.5970</w:t>
      </w:r>
      <w:r>
        <w:tab/>
        <w:t>2.025e0</w:t>
      </w:r>
    </w:p>
    <w:p w14:paraId="5161F2C4" w14:textId="77777777" w:rsidR="00810015" w:rsidRDefault="00810015" w:rsidP="00810015">
      <w:r>
        <w:t>202.6067</w:t>
      </w:r>
      <w:r>
        <w:tab/>
        <w:t>3.038e0</w:t>
      </w:r>
    </w:p>
    <w:p w14:paraId="35AB3926" w14:textId="77777777" w:rsidR="00810015" w:rsidRDefault="00810015" w:rsidP="00810015">
      <w:r>
        <w:lastRenderedPageBreak/>
        <w:t>202.6131</w:t>
      </w:r>
      <w:r>
        <w:tab/>
        <w:t>2.025e0</w:t>
      </w:r>
    </w:p>
    <w:p w14:paraId="04BC2885" w14:textId="77777777" w:rsidR="00810015" w:rsidRDefault="00810015" w:rsidP="00810015">
      <w:r>
        <w:t>202.6349</w:t>
      </w:r>
      <w:r>
        <w:tab/>
        <w:t>1.013e0</w:t>
      </w:r>
    </w:p>
    <w:p w14:paraId="416B3542" w14:textId="77777777" w:rsidR="00810015" w:rsidRDefault="00810015" w:rsidP="00810015">
      <w:r>
        <w:t>202.6536</w:t>
      </w:r>
      <w:r>
        <w:tab/>
        <w:t>2.025e0</w:t>
      </w:r>
    </w:p>
    <w:p w14:paraId="48E6EEA1" w14:textId="77777777" w:rsidR="00810015" w:rsidRDefault="00810015" w:rsidP="00810015">
      <w:r>
        <w:t>202.6724</w:t>
      </w:r>
      <w:r>
        <w:tab/>
        <w:t>1.013e0</w:t>
      </w:r>
    </w:p>
    <w:p w14:paraId="5E5D8588" w14:textId="77777777" w:rsidR="00810015" w:rsidRDefault="00810015" w:rsidP="00810015">
      <w:r>
        <w:t>202.6824</w:t>
      </w:r>
      <w:r>
        <w:tab/>
        <w:t>2.025e0</w:t>
      </w:r>
    </w:p>
    <w:p w14:paraId="44D89397" w14:textId="77777777" w:rsidR="00810015" w:rsidRDefault="00810015" w:rsidP="00810015">
      <w:r>
        <w:t>202.6836</w:t>
      </w:r>
      <w:r>
        <w:tab/>
        <w:t>1.013e0</w:t>
      </w:r>
    </w:p>
    <w:p w14:paraId="43A2D1E2" w14:textId="77777777" w:rsidR="00810015" w:rsidRDefault="00810015" w:rsidP="00810015">
      <w:r>
        <w:t>202.6985</w:t>
      </w:r>
      <w:r>
        <w:tab/>
        <w:t>1.013e0</w:t>
      </w:r>
    </w:p>
    <w:p w14:paraId="585AB69F" w14:textId="77777777" w:rsidR="00810015" w:rsidRDefault="00810015" w:rsidP="00810015">
      <w:r>
        <w:t>202.7137</w:t>
      </w:r>
      <w:r>
        <w:tab/>
        <w:t>3.038e0</w:t>
      </w:r>
    </w:p>
    <w:p w14:paraId="2B1CE4B4" w14:textId="77777777" w:rsidR="00810015" w:rsidRDefault="00810015" w:rsidP="00810015">
      <w:r>
        <w:t>202.7174</w:t>
      </w:r>
      <w:r>
        <w:tab/>
        <w:t>1.013e0</w:t>
      </w:r>
    </w:p>
    <w:p w14:paraId="0E7E994C" w14:textId="77777777" w:rsidR="00810015" w:rsidRDefault="00810015" w:rsidP="00810015">
      <w:r>
        <w:t>202.7521</w:t>
      </w:r>
      <w:r>
        <w:tab/>
        <w:t>4.051e0</w:t>
      </w:r>
    </w:p>
    <w:p w14:paraId="29CBAC29" w14:textId="77777777" w:rsidR="00810015" w:rsidRDefault="00810015" w:rsidP="00810015">
      <w:r>
        <w:t>202.7639</w:t>
      </w:r>
      <w:r>
        <w:tab/>
        <w:t>2.025e0</w:t>
      </w:r>
    </w:p>
    <w:p w14:paraId="0598798A" w14:textId="77777777" w:rsidR="00810015" w:rsidRDefault="00810015" w:rsidP="00810015">
      <w:r>
        <w:t>202.7791</w:t>
      </w:r>
      <w:r>
        <w:tab/>
        <w:t>2.025e0</w:t>
      </w:r>
    </w:p>
    <w:p w14:paraId="457B520A" w14:textId="77777777" w:rsidR="00810015" w:rsidRDefault="00810015" w:rsidP="00810015">
      <w:r>
        <w:t>202.8107</w:t>
      </w:r>
      <w:r>
        <w:tab/>
        <w:t>3.038e0</w:t>
      </w:r>
    </w:p>
    <w:p w14:paraId="2707183C" w14:textId="77777777" w:rsidR="00810015" w:rsidRDefault="00810015" w:rsidP="00810015">
      <w:r>
        <w:t>202.8311</w:t>
      </w:r>
      <w:r>
        <w:tab/>
        <w:t>1.013e0</w:t>
      </w:r>
    </w:p>
    <w:p w14:paraId="56397E07" w14:textId="77777777" w:rsidR="00810015" w:rsidRDefault="00810015" w:rsidP="00810015">
      <w:r>
        <w:t>202.8356</w:t>
      </w:r>
      <w:r>
        <w:tab/>
        <w:t>1.013e0</w:t>
      </w:r>
    </w:p>
    <w:p w14:paraId="76A4B046" w14:textId="77777777" w:rsidR="00810015" w:rsidRDefault="00810015" w:rsidP="00810015">
      <w:r>
        <w:t>202.8497</w:t>
      </w:r>
      <w:r>
        <w:tab/>
        <w:t>1.013e0</w:t>
      </w:r>
    </w:p>
    <w:p w14:paraId="270B768D" w14:textId="77777777" w:rsidR="00810015" w:rsidRDefault="00810015" w:rsidP="00810015">
      <w:r>
        <w:t>202.8621</w:t>
      </w:r>
      <w:r>
        <w:tab/>
        <w:t>2.025e0</w:t>
      </w:r>
    </w:p>
    <w:p w14:paraId="7DCFC248" w14:textId="77777777" w:rsidR="00810015" w:rsidRDefault="00810015" w:rsidP="00810015">
      <w:r>
        <w:t>202.8768</w:t>
      </w:r>
      <w:r>
        <w:tab/>
        <w:t>3.117e0</w:t>
      </w:r>
    </w:p>
    <w:p w14:paraId="265D33CD" w14:textId="77777777" w:rsidR="00810015" w:rsidRDefault="00810015" w:rsidP="00810015">
      <w:r>
        <w:t>202.8806</w:t>
      </w:r>
      <w:r>
        <w:tab/>
        <w:t>2.025e0</w:t>
      </w:r>
    </w:p>
    <w:p w14:paraId="60990BD3" w14:textId="77777777" w:rsidR="00810015" w:rsidRDefault="00810015" w:rsidP="00810015">
      <w:r>
        <w:lastRenderedPageBreak/>
        <w:t>202.8923</w:t>
      </w:r>
      <w:r>
        <w:tab/>
        <w:t>1.013e0</w:t>
      </w:r>
    </w:p>
    <w:p w14:paraId="6A677B03" w14:textId="77777777" w:rsidR="00810015" w:rsidRDefault="00810015" w:rsidP="00810015">
      <w:r>
        <w:t>202.9040</w:t>
      </w:r>
      <w:r>
        <w:tab/>
        <w:t>1.013e0</w:t>
      </w:r>
    </w:p>
    <w:p w14:paraId="1EE7085F" w14:textId="77777777" w:rsidR="00810015" w:rsidRDefault="00810015" w:rsidP="00810015">
      <w:r>
        <w:t>202.9196</w:t>
      </w:r>
      <w:r>
        <w:tab/>
        <w:t>1.013e0</w:t>
      </w:r>
    </w:p>
    <w:p w14:paraId="2038D5AB" w14:textId="77777777" w:rsidR="00810015" w:rsidRDefault="00810015" w:rsidP="00810015">
      <w:r>
        <w:t>202.9413</w:t>
      </w:r>
      <w:r>
        <w:tab/>
        <w:t>2.025e0</w:t>
      </w:r>
    </w:p>
    <w:p w14:paraId="3F69BA97" w14:textId="77777777" w:rsidR="00810015" w:rsidRDefault="00810015" w:rsidP="00810015">
      <w:r>
        <w:t>202.9452</w:t>
      </w:r>
      <w:r>
        <w:tab/>
        <w:t>4.051e0</w:t>
      </w:r>
    </w:p>
    <w:p w14:paraId="562818E8" w14:textId="77777777" w:rsidR="00810015" w:rsidRDefault="00810015" w:rsidP="00810015">
      <w:r>
        <w:t>202.9488</w:t>
      </w:r>
      <w:r>
        <w:tab/>
        <w:t>1.013e0</w:t>
      </w:r>
    </w:p>
    <w:p w14:paraId="5B506541" w14:textId="77777777" w:rsidR="00810015" w:rsidRDefault="00810015" w:rsidP="00810015">
      <w:r>
        <w:t>202.9757</w:t>
      </w:r>
      <w:r>
        <w:tab/>
        <w:t>1.013e0</w:t>
      </w:r>
    </w:p>
    <w:p w14:paraId="36495AD0" w14:textId="77777777" w:rsidR="00810015" w:rsidRDefault="00810015" w:rsidP="00810015">
      <w:r>
        <w:t>202.9768</w:t>
      </w:r>
      <w:r>
        <w:tab/>
        <w:t>2.025e0</w:t>
      </w:r>
    </w:p>
    <w:p w14:paraId="372D9C21" w14:textId="77777777" w:rsidR="00810015" w:rsidRDefault="00810015" w:rsidP="00810015">
      <w:r>
        <w:t>202.9899</w:t>
      </w:r>
      <w:r>
        <w:tab/>
        <w:t>1.013e0</w:t>
      </w:r>
    </w:p>
    <w:p w14:paraId="6BCB6B29" w14:textId="77777777" w:rsidR="00810015" w:rsidRDefault="00810015" w:rsidP="00810015">
      <w:r>
        <w:t>203.0051</w:t>
      </w:r>
      <w:r>
        <w:tab/>
        <w:t>1.013e0</w:t>
      </w:r>
    </w:p>
    <w:p w14:paraId="75DB078A" w14:textId="77777777" w:rsidR="00810015" w:rsidRDefault="00810015" w:rsidP="00810015">
      <w:r>
        <w:t>203.0129</w:t>
      </w:r>
      <w:r>
        <w:tab/>
        <w:t>1.013e0</w:t>
      </w:r>
    </w:p>
    <w:p w14:paraId="6EBD3EE1" w14:textId="77777777" w:rsidR="00810015" w:rsidRDefault="00810015" w:rsidP="00810015">
      <w:r>
        <w:t>203.0516</w:t>
      </w:r>
      <w:r>
        <w:tab/>
        <w:t>1.013e0</w:t>
      </w:r>
    </w:p>
    <w:p w14:paraId="6D22206B" w14:textId="77777777" w:rsidR="00810015" w:rsidRDefault="00810015" w:rsidP="00810015">
      <w:r>
        <w:t>203.0553</w:t>
      </w:r>
      <w:r>
        <w:tab/>
        <w:t>1.013e0</w:t>
      </w:r>
    </w:p>
    <w:p w14:paraId="51428B40" w14:textId="77777777" w:rsidR="00810015" w:rsidRDefault="00810015" w:rsidP="00810015">
      <w:r>
        <w:t>203.0590</w:t>
      </w:r>
      <w:r>
        <w:tab/>
        <w:t>1.013e0</w:t>
      </w:r>
    </w:p>
    <w:p w14:paraId="00E50320" w14:textId="77777777" w:rsidR="00810015" w:rsidRDefault="00810015" w:rsidP="00810015">
      <w:r>
        <w:t>203.1035</w:t>
      </w:r>
      <w:r>
        <w:tab/>
        <w:t>1.166e2</w:t>
      </w:r>
    </w:p>
    <w:p w14:paraId="6CB5932D" w14:textId="77777777" w:rsidR="00810015" w:rsidRDefault="00810015" w:rsidP="00810015">
      <w:r>
        <w:t>203.1046</w:t>
      </w:r>
      <w:r>
        <w:tab/>
        <w:t>4.749e2</w:t>
      </w:r>
    </w:p>
    <w:p w14:paraId="0CDC1A2A" w14:textId="77777777" w:rsidR="00810015" w:rsidRDefault="00810015" w:rsidP="00810015">
      <w:r>
        <w:t>203.1435</w:t>
      </w:r>
      <w:r>
        <w:tab/>
        <w:t>5.100e0</w:t>
      </w:r>
    </w:p>
    <w:p w14:paraId="72E4832A" w14:textId="77777777" w:rsidR="00810015" w:rsidRDefault="00810015" w:rsidP="00810015">
      <w:r>
        <w:t>203.1517</w:t>
      </w:r>
      <w:r>
        <w:tab/>
        <w:t>1.395e0</w:t>
      </w:r>
    </w:p>
    <w:p w14:paraId="4388CE28" w14:textId="77777777" w:rsidR="00810015" w:rsidRDefault="00810015" w:rsidP="00810015">
      <w:r>
        <w:t>203.1777</w:t>
      </w:r>
      <w:r>
        <w:tab/>
        <w:t>5.063e0</w:t>
      </w:r>
    </w:p>
    <w:p w14:paraId="72599D95" w14:textId="77777777" w:rsidR="00810015" w:rsidRDefault="00810015" w:rsidP="00810015">
      <w:r>
        <w:lastRenderedPageBreak/>
        <w:t>203.1809</w:t>
      </w:r>
      <w:r>
        <w:tab/>
        <w:t>2.025e0</w:t>
      </w:r>
    </w:p>
    <w:p w14:paraId="72FF6126" w14:textId="77777777" w:rsidR="00810015" w:rsidRDefault="00810015" w:rsidP="00810015">
      <w:r>
        <w:t>203.1841</w:t>
      </w:r>
      <w:r>
        <w:tab/>
        <w:t>1.013e0</w:t>
      </w:r>
    </w:p>
    <w:p w14:paraId="4A3EF11B" w14:textId="77777777" w:rsidR="00810015" w:rsidRDefault="00810015" w:rsidP="00810015">
      <w:r>
        <w:t>203.2092</w:t>
      </w:r>
      <w:r>
        <w:tab/>
        <w:t>2.025e0</w:t>
      </w:r>
    </w:p>
    <w:p w14:paraId="6BB46DDA" w14:textId="77777777" w:rsidR="00810015" w:rsidRDefault="00810015" w:rsidP="00810015">
      <w:r>
        <w:t>203.2103</w:t>
      </w:r>
      <w:r>
        <w:tab/>
        <w:t>2.025e0</w:t>
      </w:r>
    </w:p>
    <w:p w14:paraId="03E72442" w14:textId="77777777" w:rsidR="00810015" w:rsidRDefault="00810015" w:rsidP="00810015">
      <w:r>
        <w:t>203.2215</w:t>
      </w:r>
      <w:r>
        <w:tab/>
        <w:t>1.013e0</w:t>
      </w:r>
    </w:p>
    <w:p w14:paraId="5566A65B" w14:textId="77777777" w:rsidR="00810015" w:rsidRDefault="00810015" w:rsidP="00810015">
      <w:r>
        <w:t>203.2290</w:t>
      </w:r>
      <w:r>
        <w:tab/>
        <w:t>1.013e0</w:t>
      </w:r>
    </w:p>
    <w:p w14:paraId="5E08DB9B" w14:textId="77777777" w:rsidR="00810015" w:rsidRDefault="00810015" w:rsidP="00810015">
      <w:r>
        <w:t>203.2325</w:t>
      </w:r>
      <w:r>
        <w:tab/>
        <w:t>1.571e0</w:t>
      </w:r>
    </w:p>
    <w:p w14:paraId="14DDAE64" w14:textId="77777777" w:rsidR="00810015" w:rsidRDefault="00810015" w:rsidP="00810015">
      <w:r>
        <w:t>203.2403</w:t>
      </w:r>
      <w:r>
        <w:tab/>
        <w:t>1.013e0</w:t>
      </w:r>
    </w:p>
    <w:p w14:paraId="1777E715" w14:textId="77777777" w:rsidR="00810015" w:rsidRDefault="00810015" w:rsidP="00810015">
      <w:r>
        <w:t>203.2541</w:t>
      </w:r>
      <w:r>
        <w:tab/>
        <w:t>2.025e0</w:t>
      </w:r>
    </w:p>
    <w:p w14:paraId="6DE8BF4F" w14:textId="77777777" w:rsidR="00810015" w:rsidRDefault="00810015" w:rsidP="00810015">
      <w:r>
        <w:t>203.2571</w:t>
      </w:r>
      <w:r>
        <w:tab/>
        <w:t>3.038e0</w:t>
      </w:r>
    </w:p>
    <w:p w14:paraId="150019C3" w14:textId="77777777" w:rsidR="00810015" w:rsidRDefault="00810015" w:rsidP="00810015">
      <w:r>
        <w:t>203.2590</w:t>
      </w:r>
      <w:r>
        <w:tab/>
        <w:t>2.025e0</w:t>
      </w:r>
    </w:p>
    <w:p w14:paraId="3FE8FC39" w14:textId="77777777" w:rsidR="00810015" w:rsidRDefault="00810015" w:rsidP="00810015">
      <w:r>
        <w:t>203.2627</w:t>
      </w:r>
      <w:r>
        <w:tab/>
        <w:t>1.013e0</w:t>
      </w:r>
    </w:p>
    <w:p w14:paraId="6820DAE4" w14:textId="77777777" w:rsidR="00810015" w:rsidRDefault="00810015" w:rsidP="00810015">
      <w:r>
        <w:t>203.2702</w:t>
      </w:r>
      <w:r>
        <w:tab/>
        <w:t>1.013e0</w:t>
      </w:r>
    </w:p>
    <w:p w14:paraId="4F7A41E8" w14:textId="77777777" w:rsidR="00810015" w:rsidRDefault="00810015" w:rsidP="00810015">
      <w:r>
        <w:t>203.2746</w:t>
      </w:r>
      <w:r>
        <w:tab/>
        <w:t>1.013e0</w:t>
      </w:r>
    </w:p>
    <w:p w14:paraId="203F3C65" w14:textId="77777777" w:rsidR="00810015" w:rsidRDefault="00810015" w:rsidP="00810015">
      <w:r>
        <w:t>203.2971</w:t>
      </w:r>
      <w:r>
        <w:tab/>
        <w:t>3.038e0</w:t>
      </w:r>
    </w:p>
    <w:p w14:paraId="34FCC3BC" w14:textId="77777777" w:rsidR="00810015" w:rsidRDefault="00810015" w:rsidP="00810015">
      <w:r>
        <w:t>203.3243</w:t>
      </w:r>
      <w:r>
        <w:tab/>
        <w:t>1.013e0</w:t>
      </w:r>
    </w:p>
    <w:p w14:paraId="5FEDE35A" w14:textId="77777777" w:rsidR="00810015" w:rsidRDefault="00810015" w:rsidP="00810015">
      <w:r>
        <w:t>203.3515</w:t>
      </w:r>
      <w:r>
        <w:tab/>
        <w:t>3.038e0</w:t>
      </w:r>
    </w:p>
    <w:p w14:paraId="4437EEA7" w14:textId="77777777" w:rsidR="00810015" w:rsidRDefault="00810015" w:rsidP="00810015">
      <w:r>
        <w:t>203.3646</w:t>
      </w:r>
      <w:r>
        <w:tab/>
        <w:t>3.038e0</w:t>
      </w:r>
    </w:p>
    <w:p w14:paraId="30CB5948" w14:textId="77777777" w:rsidR="00810015" w:rsidRDefault="00810015" w:rsidP="00810015">
      <w:r>
        <w:t>203.3960</w:t>
      </w:r>
      <w:r>
        <w:tab/>
        <w:t>3.801e0</w:t>
      </w:r>
    </w:p>
    <w:p w14:paraId="042CE61E" w14:textId="77777777" w:rsidR="00810015" w:rsidRDefault="00810015" w:rsidP="00810015">
      <w:r>
        <w:lastRenderedPageBreak/>
        <w:t>203.4029</w:t>
      </w:r>
      <w:r>
        <w:tab/>
        <w:t>1.013e0</w:t>
      </w:r>
    </w:p>
    <w:p w14:paraId="4984C0E6" w14:textId="77777777" w:rsidR="00810015" w:rsidRDefault="00810015" w:rsidP="00810015">
      <w:r>
        <w:t>203.4279</w:t>
      </w:r>
      <w:r>
        <w:tab/>
        <w:t>2.025e0</w:t>
      </w:r>
    </w:p>
    <w:p w14:paraId="04E913A5" w14:textId="77777777" w:rsidR="00810015" w:rsidRDefault="00810015" w:rsidP="00810015">
      <w:r>
        <w:t>203.4295</w:t>
      </w:r>
      <w:r>
        <w:tab/>
        <w:t>1.013e0</w:t>
      </w:r>
    </w:p>
    <w:p w14:paraId="7CA35D7B" w14:textId="77777777" w:rsidR="00810015" w:rsidRDefault="00810015" w:rsidP="00810015">
      <w:r>
        <w:t>203.4485</w:t>
      </w:r>
      <w:r>
        <w:tab/>
        <w:t>2.025e0</w:t>
      </w:r>
    </w:p>
    <w:p w14:paraId="22462EE6" w14:textId="77777777" w:rsidR="00810015" w:rsidRDefault="00810015" w:rsidP="00810015">
      <w:r>
        <w:t>203.4663</w:t>
      </w:r>
      <w:r>
        <w:tab/>
        <w:t>2.025e0</w:t>
      </w:r>
    </w:p>
    <w:p w14:paraId="7981E0BA" w14:textId="77777777" w:rsidR="00810015" w:rsidRDefault="00810015" w:rsidP="00810015">
      <w:r>
        <w:t>203.4684</w:t>
      </w:r>
      <w:r>
        <w:tab/>
        <w:t>1.013e0</w:t>
      </w:r>
    </w:p>
    <w:p w14:paraId="06974219" w14:textId="77777777" w:rsidR="00810015" w:rsidRDefault="00810015" w:rsidP="00810015">
      <w:r>
        <w:t>203.4859</w:t>
      </w:r>
      <w:r>
        <w:tab/>
        <w:t>2.025e0</w:t>
      </w:r>
    </w:p>
    <w:p w14:paraId="73CF7CBD" w14:textId="77777777" w:rsidR="00810015" w:rsidRDefault="00810015" w:rsidP="00810015">
      <w:r>
        <w:t>203.4870</w:t>
      </w:r>
      <w:r>
        <w:tab/>
        <w:t>1.013e0</w:t>
      </w:r>
    </w:p>
    <w:p w14:paraId="79F15FAF" w14:textId="77777777" w:rsidR="00810015" w:rsidRDefault="00810015" w:rsidP="00810015">
      <w:r>
        <w:t>203.5076</w:t>
      </w:r>
      <w:r>
        <w:tab/>
        <w:t>2.025e0</w:t>
      </w:r>
    </w:p>
    <w:p w14:paraId="3BF0B4AF" w14:textId="77777777" w:rsidR="00810015" w:rsidRDefault="00810015" w:rsidP="00810015">
      <w:r>
        <w:t>203.5102</w:t>
      </w:r>
      <w:r>
        <w:tab/>
        <w:t>1.013e0</w:t>
      </w:r>
    </w:p>
    <w:p w14:paraId="1C507E02" w14:textId="77777777" w:rsidR="00810015" w:rsidRDefault="00810015" w:rsidP="00810015">
      <w:r>
        <w:t>203.5151</w:t>
      </w:r>
      <w:r>
        <w:tab/>
        <w:t>2.025e0</w:t>
      </w:r>
    </w:p>
    <w:p w14:paraId="56FEE3CC" w14:textId="77777777" w:rsidR="00810015" w:rsidRDefault="00810015" w:rsidP="00810015">
      <w:r>
        <w:t>203.5320</w:t>
      </w:r>
      <w:r>
        <w:tab/>
        <w:t>1.013e0</w:t>
      </w:r>
    </w:p>
    <w:p w14:paraId="0B75F77B" w14:textId="77777777" w:rsidR="00810015" w:rsidRDefault="00810015" w:rsidP="00810015">
      <w:r>
        <w:t>203.5402</w:t>
      </w:r>
      <w:r>
        <w:tab/>
        <w:t>1.013e0</w:t>
      </w:r>
    </w:p>
    <w:p w14:paraId="47A3F284" w14:textId="77777777" w:rsidR="00810015" w:rsidRDefault="00810015" w:rsidP="00810015">
      <w:r>
        <w:t>203.5506</w:t>
      </w:r>
      <w:r>
        <w:tab/>
        <w:t>1.013e0</w:t>
      </w:r>
    </w:p>
    <w:p w14:paraId="779B7AB5" w14:textId="77777777" w:rsidR="00810015" w:rsidRDefault="00810015" w:rsidP="00810015">
      <w:r>
        <w:t>203.5707</w:t>
      </w:r>
      <w:r>
        <w:tab/>
        <w:t>2.202e0</w:t>
      </w:r>
    </w:p>
    <w:p w14:paraId="22BF59E8" w14:textId="77777777" w:rsidR="00810015" w:rsidRDefault="00810015" w:rsidP="00810015">
      <w:r>
        <w:t>203.5737</w:t>
      </w:r>
      <w:r>
        <w:tab/>
        <w:t>1.013e0</w:t>
      </w:r>
    </w:p>
    <w:p w14:paraId="21E8DF57" w14:textId="77777777" w:rsidR="00810015" w:rsidRDefault="00810015" w:rsidP="00810015">
      <w:r>
        <w:t>203.5816</w:t>
      </w:r>
      <w:r>
        <w:tab/>
        <w:t>1.013e0</w:t>
      </w:r>
    </w:p>
    <w:p w14:paraId="7DCCE012" w14:textId="77777777" w:rsidR="00810015" w:rsidRDefault="00810015" w:rsidP="00810015">
      <w:r>
        <w:t>203.5932</w:t>
      </w:r>
      <w:r>
        <w:tab/>
        <w:t>1.013e0</w:t>
      </w:r>
    </w:p>
    <w:p w14:paraId="37BD2014" w14:textId="77777777" w:rsidR="00810015" w:rsidRDefault="00810015" w:rsidP="00810015">
      <w:r>
        <w:t>203.6010</w:t>
      </w:r>
      <w:r>
        <w:tab/>
        <w:t>1.013e0</w:t>
      </w:r>
    </w:p>
    <w:p w14:paraId="6D847DBF" w14:textId="77777777" w:rsidR="00810015" w:rsidRDefault="00810015" w:rsidP="00810015">
      <w:r>
        <w:lastRenderedPageBreak/>
        <w:t>203.6053</w:t>
      </w:r>
      <w:r>
        <w:tab/>
        <w:t>3.038e0</w:t>
      </w:r>
    </w:p>
    <w:p w14:paraId="0ED90A77" w14:textId="77777777" w:rsidR="00810015" w:rsidRDefault="00810015" w:rsidP="00810015">
      <w:r>
        <w:t>203.6198</w:t>
      </w:r>
      <w:r>
        <w:tab/>
        <w:t>1.013e0</w:t>
      </w:r>
    </w:p>
    <w:p w14:paraId="3773374C" w14:textId="77777777" w:rsidR="00810015" w:rsidRDefault="00810015" w:rsidP="00810015">
      <w:r>
        <w:t>203.6273</w:t>
      </w:r>
      <w:r>
        <w:tab/>
        <w:t>2.025e0</w:t>
      </w:r>
    </w:p>
    <w:p w14:paraId="5A1D1DB3" w14:textId="77777777" w:rsidR="00810015" w:rsidRDefault="00810015" w:rsidP="00810015">
      <w:r>
        <w:t>203.6516</w:t>
      </w:r>
      <w:r>
        <w:tab/>
        <w:t>2.025e0</w:t>
      </w:r>
    </w:p>
    <w:p w14:paraId="2A09339F" w14:textId="77777777" w:rsidR="00810015" w:rsidRDefault="00810015" w:rsidP="00810015">
      <w:r>
        <w:t>203.6535</w:t>
      </w:r>
      <w:r>
        <w:tab/>
        <w:t>1.013e0</w:t>
      </w:r>
    </w:p>
    <w:p w14:paraId="3E0E1B33" w14:textId="77777777" w:rsidR="00810015" w:rsidRDefault="00810015" w:rsidP="00810015">
      <w:r>
        <w:t>203.6986</w:t>
      </w:r>
      <w:r>
        <w:tab/>
        <w:t>1.013e0</w:t>
      </w:r>
    </w:p>
    <w:p w14:paraId="3E365576" w14:textId="77777777" w:rsidR="00810015" w:rsidRDefault="00810015" w:rsidP="00810015">
      <w:r>
        <w:t>203.7064</w:t>
      </w:r>
      <w:r>
        <w:tab/>
        <w:t>1.013e0</w:t>
      </w:r>
    </w:p>
    <w:p w14:paraId="457952DA" w14:textId="77777777" w:rsidR="00810015" w:rsidRDefault="00810015" w:rsidP="00810015">
      <w:r>
        <w:t>203.7220</w:t>
      </w:r>
      <w:r>
        <w:tab/>
        <w:t>1.013e0</w:t>
      </w:r>
    </w:p>
    <w:p w14:paraId="5A6C5DDE" w14:textId="77777777" w:rsidR="00810015" w:rsidRDefault="00810015" w:rsidP="00810015">
      <w:r>
        <w:t>203.7298</w:t>
      </w:r>
      <w:r>
        <w:tab/>
        <w:t>1.013e0</w:t>
      </w:r>
    </w:p>
    <w:p w14:paraId="0A5A0457" w14:textId="77777777" w:rsidR="00810015" w:rsidRDefault="00810015" w:rsidP="00810015">
      <w:r>
        <w:t>203.7415</w:t>
      </w:r>
      <w:r>
        <w:tab/>
        <w:t>1.013e0</w:t>
      </w:r>
    </w:p>
    <w:p w14:paraId="3A65264B" w14:textId="77777777" w:rsidR="00810015" w:rsidRDefault="00810015" w:rsidP="00810015">
      <w:r>
        <w:t>203.7563</w:t>
      </w:r>
      <w:r>
        <w:tab/>
        <w:t>1.013e0</w:t>
      </w:r>
    </w:p>
    <w:p w14:paraId="557AD6EC" w14:textId="77777777" w:rsidR="00810015" w:rsidRDefault="00810015" w:rsidP="00810015">
      <w:r>
        <w:t>203.7638</w:t>
      </w:r>
      <w:r>
        <w:tab/>
        <w:t>1.013e0</w:t>
      </w:r>
    </w:p>
    <w:p w14:paraId="6494071B" w14:textId="77777777" w:rsidR="00810015" w:rsidRDefault="00810015" w:rsidP="00810015">
      <w:r>
        <w:t>203.7720</w:t>
      </w:r>
      <w:r>
        <w:tab/>
        <w:t>1.013e0</w:t>
      </w:r>
    </w:p>
    <w:p w14:paraId="1DE17BD0" w14:textId="77777777" w:rsidR="00810015" w:rsidRDefault="00810015" w:rsidP="00810015">
      <w:r>
        <w:t>203.7901</w:t>
      </w:r>
      <w:r>
        <w:tab/>
        <w:t>1.013e0</w:t>
      </w:r>
    </w:p>
    <w:p w14:paraId="6E57AEB4" w14:textId="77777777" w:rsidR="00810015" w:rsidRDefault="00810015" w:rsidP="00810015">
      <w:r>
        <w:t>203.8013</w:t>
      </w:r>
      <w:r>
        <w:tab/>
        <w:t>2.025e0</w:t>
      </w:r>
    </w:p>
    <w:p w14:paraId="34D62EEB" w14:textId="77777777" w:rsidR="00810015" w:rsidRDefault="00810015" w:rsidP="00810015">
      <w:r>
        <w:t>203.8352</w:t>
      </w:r>
      <w:r>
        <w:tab/>
        <w:t>1.013e0</w:t>
      </w:r>
    </w:p>
    <w:p w14:paraId="17D2CD35" w14:textId="77777777" w:rsidR="00810015" w:rsidRDefault="00810015" w:rsidP="00810015">
      <w:r>
        <w:t>203.8394</w:t>
      </w:r>
      <w:r>
        <w:tab/>
        <w:t>2.025e0</w:t>
      </w:r>
    </w:p>
    <w:p w14:paraId="0D1729F2" w14:textId="77777777" w:rsidR="00810015" w:rsidRDefault="00810015" w:rsidP="00810015">
      <w:r>
        <w:t>203.8781</w:t>
      </w:r>
      <w:r>
        <w:tab/>
        <w:t>1.013e0</w:t>
      </w:r>
    </w:p>
    <w:p w14:paraId="4CB0EB86" w14:textId="77777777" w:rsidR="00810015" w:rsidRDefault="00810015" w:rsidP="00810015">
      <w:r>
        <w:t>203.8893</w:t>
      </w:r>
      <w:r>
        <w:tab/>
        <w:t>2.025e0</w:t>
      </w:r>
    </w:p>
    <w:p w14:paraId="3A485FE0" w14:textId="77777777" w:rsidR="00810015" w:rsidRDefault="00810015" w:rsidP="00810015">
      <w:r>
        <w:lastRenderedPageBreak/>
        <w:t>203.9004</w:t>
      </w:r>
      <w:r>
        <w:tab/>
        <w:t>1.013e0</w:t>
      </w:r>
    </w:p>
    <w:p w14:paraId="0592F94F" w14:textId="77777777" w:rsidR="00810015" w:rsidRDefault="00810015" w:rsidP="00810015">
      <w:r>
        <w:t>203.9173</w:t>
      </w:r>
      <w:r>
        <w:tab/>
        <w:t>2.025e0</w:t>
      </w:r>
    </w:p>
    <w:p w14:paraId="7272F282" w14:textId="77777777" w:rsidR="00810015" w:rsidRDefault="00810015" w:rsidP="00810015">
      <w:r>
        <w:t>203.9529</w:t>
      </w:r>
      <w:r>
        <w:tab/>
        <w:t>1.013e0</w:t>
      </w:r>
    </w:p>
    <w:p w14:paraId="3ECE68E0" w14:textId="77777777" w:rsidR="00810015" w:rsidRDefault="00810015" w:rsidP="00810015">
      <w:r>
        <w:t>203.9566</w:t>
      </w:r>
      <w:r>
        <w:tab/>
        <w:t>1.013e0</w:t>
      </w:r>
    </w:p>
    <w:p w14:paraId="0F9A38C3" w14:textId="77777777" w:rsidR="00810015" w:rsidRDefault="00810015" w:rsidP="00810015">
      <w:r>
        <w:t>203.9603</w:t>
      </w:r>
      <w:r>
        <w:tab/>
        <w:t>1.013e0</w:t>
      </w:r>
    </w:p>
    <w:p w14:paraId="2A804D15" w14:textId="77777777" w:rsidR="00810015" w:rsidRDefault="00810015" w:rsidP="00810015">
      <w:r>
        <w:t>203.9875</w:t>
      </w:r>
      <w:r>
        <w:tab/>
        <w:t>1.013e0</w:t>
      </w:r>
    </w:p>
    <w:p w14:paraId="1719F9F8" w14:textId="77777777" w:rsidR="00810015" w:rsidRDefault="00810015" w:rsidP="00810015">
      <w:r>
        <w:t>204.0031</w:t>
      </w:r>
      <w:r>
        <w:tab/>
        <w:t>1.013e0</w:t>
      </w:r>
    </w:p>
    <w:p w14:paraId="5A9762AE" w14:textId="77777777" w:rsidR="00810015" w:rsidRDefault="00810015" w:rsidP="00810015">
      <w:r>
        <w:t>204.0143</w:t>
      </w:r>
      <w:r>
        <w:tab/>
        <w:t>2.025e0</w:t>
      </w:r>
    </w:p>
    <w:p w14:paraId="7CB180E7" w14:textId="77777777" w:rsidR="00810015" w:rsidRDefault="00810015" w:rsidP="00810015">
      <w:r>
        <w:t>204.0665</w:t>
      </w:r>
      <w:r>
        <w:tab/>
        <w:t>2.721e0</w:t>
      </w:r>
    </w:p>
    <w:p w14:paraId="40AB1A00" w14:textId="77777777" w:rsidR="00810015" w:rsidRDefault="00810015" w:rsidP="00810015">
      <w:r>
        <w:t>204.0678</w:t>
      </w:r>
      <w:r>
        <w:tab/>
        <w:t>2.025e0</w:t>
      </w:r>
    </w:p>
    <w:p w14:paraId="7F11440B" w14:textId="77777777" w:rsidR="00810015" w:rsidRDefault="00810015" w:rsidP="00810015">
      <w:r>
        <w:t>204.0821</w:t>
      </w:r>
      <w:r>
        <w:tab/>
        <w:t>4.051e0</w:t>
      </w:r>
    </w:p>
    <w:p w14:paraId="546C563A" w14:textId="77777777" w:rsidR="00810015" w:rsidRDefault="00810015" w:rsidP="00810015">
      <w:r>
        <w:t>204.0919</w:t>
      </w:r>
      <w:r>
        <w:tab/>
        <w:t>8.975e0</w:t>
      </w:r>
    </w:p>
    <w:p w14:paraId="5B34CF34" w14:textId="77777777" w:rsidR="00810015" w:rsidRDefault="00810015" w:rsidP="00810015">
      <w:r>
        <w:t>204.1018</w:t>
      </w:r>
      <w:r>
        <w:tab/>
        <w:t>7.347e0</w:t>
      </w:r>
    </w:p>
    <w:p w14:paraId="13FDD975" w14:textId="77777777" w:rsidR="00810015" w:rsidRDefault="00810015" w:rsidP="00810015">
      <w:r>
        <w:t>204.1036</w:t>
      </w:r>
      <w:r>
        <w:tab/>
        <w:t>8.275e0</w:t>
      </w:r>
    </w:p>
    <w:p w14:paraId="0C8C0FA2" w14:textId="77777777" w:rsidR="00810015" w:rsidRDefault="00810015" w:rsidP="00810015">
      <w:r>
        <w:t>204.1078</w:t>
      </w:r>
      <w:r>
        <w:tab/>
        <w:t>2.505e1</w:t>
      </w:r>
    </w:p>
    <w:p w14:paraId="7440812E" w14:textId="77777777" w:rsidR="00810015" w:rsidRDefault="00810015" w:rsidP="00810015">
      <w:r>
        <w:t>204.1143</w:t>
      </w:r>
      <w:r>
        <w:tab/>
        <w:t>7.993e0</w:t>
      </w:r>
    </w:p>
    <w:p w14:paraId="69A8BEEA" w14:textId="77777777" w:rsidR="00810015" w:rsidRDefault="00810015" w:rsidP="00810015">
      <w:r>
        <w:t>204.1191</w:t>
      </w:r>
      <w:r>
        <w:tab/>
        <w:t>9.443e0</w:t>
      </w:r>
    </w:p>
    <w:p w14:paraId="09B104EE" w14:textId="77777777" w:rsidR="00810015" w:rsidRDefault="00810015" w:rsidP="00810015">
      <w:r>
        <w:t>204.1429</w:t>
      </w:r>
      <w:r>
        <w:tab/>
        <w:t>2.379e0</w:t>
      </w:r>
    </w:p>
    <w:p w14:paraId="6716E3D8" w14:textId="77777777" w:rsidR="00810015" w:rsidRDefault="00810015" w:rsidP="00810015">
      <w:r>
        <w:t>204.1513</w:t>
      </w:r>
      <w:r>
        <w:tab/>
        <w:t>1.013e0</w:t>
      </w:r>
    </w:p>
    <w:p w14:paraId="742FB6F3" w14:textId="77777777" w:rsidR="00810015" w:rsidRDefault="00810015" w:rsidP="00810015">
      <w:r>
        <w:lastRenderedPageBreak/>
        <w:t>204.1560</w:t>
      </w:r>
      <w:r>
        <w:tab/>
        <w:t>1.904e0</w:t>
      </w:r>
    </w:p>
    <w:p w14:paraId="658A6E2E" w14:textId="77777777" w:rsidR="00810015" w:rsidRDefault="00810015" w:rsidP="00810015">
      <w:r>
        <w:t>204.1718</w:t>
      </w:r>
      <w:r>
        <w:tab/>
        <w:t>2.025e0</w:t>
      </w:r>
    </w:p>
    <w:p w14:paraId="0AB1B5C1" w14:textId="77777777" w:rsidR="00810015" w:rsidRDefault="00810015" w:rsidP="00810015">
      <w:r>
        <w:t>204.1812</w:t>
      </w:r>
      <w:r>
        <w:tab/>
        <w:t>2.025e0</w:t>
      </w:r>
    </w:p>
    <w:p w14:paraId="5E9654D3" w14:textId="77777777" w:rsidR="00810015" w:rsidRDefault="00810015" w:rsidP="00810015">
      <w:r>
        <w:t>204.1868</w:t>
      </w:r>
      <w:r>
        <w:tab/>
        <w:t>2.025e0</w:t>
      </w:r>
    </w:p>
    <w:p w14:paraId="484106D5" w14:textId="77777777" w:rsidR="00810015" w:rsidRDefault="00810015" w:rsidP="00810015">
      <w:r>
        <w:t>204.1887</w:t>
      </w:r>
      <w:r>
        <w:tab/>
        <w:t>1.013e0</w:t>
      </w:r>
    </w:p>
    <w:p w14:paraId="01AFED9A" w14:textId="77777777" w:rsidR="00810015" w:rsidRDefault="00810015" w:rsidP="00810015">
      <w:r>
        <w:t>204.2074</w:t>
      </w:r>
      <w:r>
        <w:tab/>
        <w:t>1.013e0</w:t>
      </w:r>
    </w:p>
    <w:p w14:paraId="553AE6B7" w14:textId="77777777" w:rsidR="00810015" w:rsidRDefault="00810015" w:rsidP="00810015">
      <w:r>
        <w:t>204.2112</w:t>
      </w:r>
      <w:r>
        <w:tab/>
        <w:t>2.025e0</w:t>
      </w:r>
    </w:p>
    <w:p w14:paraId="4FB1D60B" w14:textId="77777777" w:rsidR="00810015" w:rsidRDefault="00810015" w:rsidP="00810015">
      <w:r>
        <w:t>204.2223</w:t>
      </w:r>
      <w:r>
        <w:tab/>
        <w:t>2.025e0</w:t>
      </w:r>
    </w:p>
    <w:p w14:paraId="746D537D" w14:textId="77777777" w:rsidR="00810015" w:rsidRDefault="00810015" w:rsidP="00810015">
      <w:r>
        <w:t>204.2383</w:t>
      </w:r>
      <w:r>
        <w:tab/>
        <w:t>1.013e0</w:t>
      </w:r>
    </w:p>
    <w:p w14:paraId="2128C70B" w14:textId="77777777" w:rsidR="00810015" w:rsidRDefault="00810015" w:rsidP="00810015">
      <w:r>
        <w:t>204.2493</w:t>
      </w:r>
      <w:r>
        <w:tab/>
        <w:t>1.013e0</w:t>
      </w:r>
    </w:p>
    <w:p w14:paraId="3468A260" w14:textId="77777777" w:rsidR="00810015" w:rsidRDefault="00810015" w:rsidP="00810015">
      <w:r>
        <w:t>204.2571</w:t>
      </w:r>
      <w:r>
        <w:tab/>
        <w:t>1.013e0</w:t>
      </w:r>
    </w:p>
    <w:p w14:paraId="2D2A0B40" w14:textId="77777777" w:rsidR="00810015" w:rsidRDefault="00810015" w:rsidP="00810015">
      <w:r>
        <w:t>204.2953</w:t>
      </w:r>
      <w:r>
        <w:tab/>
        <w:t>1.013e0</w:t>
      </w:r>
    </w:p>
    <w:p w14:paraId="40FE6FF0" w14:textId="77777777" w:rsidR="00810015" w:rsidRDefault="00810015" w:rsidP="00810015">
      <w:r>
        <w:t>204.2973</w:t>
      </w:r>
      <w:r>
        <w:tab/>
        <w:t>2.025e0</w:t>
      </w:r>
    </w:p>
    <w:p w14:paraId="7C193448" w14:textId="77777777" w:rsidR="00810015" w:rsidRDefault="00810015" w:rsidP="00810015">
      <w:r>
        <w:t>204.3553</w:t>
      </w:r>
      <w:r>
        <w:tab/>
        <w:t>1.013e0</w:t>
      </w:r>
    </w:p>
    <w:p w14:paraId="6DF7B626" w14:textId="77777777" w:rsidR="00810015" w:rsidRDefault="00810015" w:rsidP="00810015">
      <w:r>
        <w:t>204.3566</w:t>
      </w:r>
      <w:r>
        <w:tab/>
        <w:t>3.038e0</w:t>
      </w:r>
    </w:p>
    <w:p w14:paraId="5313C3B8" w14:textId="77777777" w:rsidR="00810015" w:rsidRDefault="00810015" w:rsidP="00810015">
      <w:r>
        <w:t>204.3749</w:t>
      </w:r>
      <w:r>
        <w:tab/>
        <w:t>2.025e0</w:t>
      </w:r>
    </w:p>
    <w:p w14:paraId="384843AF" w14:textId="77777777" w:rsidR="00810015" w:rsidRDefault="00810015" w:rsidP="00810015">
      <w:r>
        <w:t>204.3823</w:t>
      </w:r>
      <w:r>
        <w:tab/>
        <w:t>1.013e0</w:t>
      </w:r>
    </w:p>
    <w:p w14:paraId="4759623F" w14:textId="77777777" w:rsidR="00810015" w:rsidRDefault="00810015" w:rsidP="00810015">
      <w:r>
        <w:t>204.3948</w:t>
      </w:r>
      <w:r>
        <w:tab/>
        <w:t>1.013e0</w:t>
      </w:r>
    </w:p>
    <w:p w14:paraId="4B1AE447" w14:textId="77777777" w:rsidR="00810015" w:rsidRDefault="00810015" w:rsidP="00810015">
      <w:r>
        <w:t>204.4097</w:t>
      </w:r>
      <w:r>
        <w:tab/>
        <w:t>2.025e0</w:t>
      </w:r>
    </w:p>
    <w:p w14:paraId="61B44604" w14:textId="77777777" w:rsidR="00810015" w:rsidRDefault="00810015" w:rsidP="00810015">
      <w:r>
        <w:lastRenderedPageBreak/>
        <w:t>204.4208</w:t>
      </w:r>
      <w:r>
        <w:tab/>
        <w:t>1.013e0</w:t>
      </w:r>
    </w:p>
    <w:p w14:paraId="5BEEF991" w14:textId="77777777" w:rsidR="00810015" w:rsidRDefault="00810015" w:rsidP="00810015">
      <w:r>
        <w:t>204.4347</w:t>
      </w:r>
      <w:r>
        <w:tab/>
        <w:t>2.025e0</w:t>
      </w:r>
    </w:p>
    <w:p w14:paraId="79E92203" w14:textId="77777777" w:rsidR="00810015" w:rsidRDefault="00810015" w:rsidP="00810015">
      <w:r>
        <w:t>204.4508</w:t>
      </w:r>
      <w:r>
        <w:tab/>
        <w:t>1.013e0</w:t>
      </w:r>
    </w:p>
    <w:p w14:paraId="7FCAD455" w14:textId="77777777" w:rsidR="00810015" w:rsidRDefault="00810015" w:rsidP="00810015">
      <w:r>
        <w:t>204.4666</w:t>
      </w:r>
      <w:r>
        <w:tab/>
        <w:t>1.013e0</w:t>
      </w:r>
    </w:p>
    <w:p w14:paraId="2340BBD7" w14:textId="77777777" w:rsidR="00810015" w:rsidRDefault="00810015" w:rsidP="00810015">
      <w:r>
        <w:t>204.4845</w:t>
      </w:r>
      <w:r>
        <w:tab/>
        <w:t>2.025e0</w:t>
      </w:r>
    </w:p>
    <w:p w14:paraId="0572DD6F" w14:textId="77777777" w:rsidR="00810015" w:rsidRDefault="00810015" w:rsidP="00810015">
      <w:r>
        <w:t>204.5036</w:t>
      </w:r>
      <w:r>
        <w:tab/>
        <w:t>1.013e0</w:t>
      </w:r>
    </w:p>
    <w:p w14:paraId="22A592E3" w14:textId="77777777" w:rsidR="00810015" w:rsidRDefault="00810015" w:rsidP="00810015">
      <w:r>
        <w:t>204.5279</w:t>
      </w:r>
      <w:r>
        <w:tab/>
        <w:t>1.013e0</w:t>
      </w:r>
    </w:p>
    <w:p w14:paraId="4500E4B5" w14:textId="77777777" w:rsidR="00810015" w:rsidRDefault="00810015" w:rsidP="00810015">
      <w:r>
        <w:t>204.5311</w:t>
      </w:r>
      <w:r>
        <w:tab/>
        <w:t>1.013e0</w:t>
      </w:r>
    </w:p>
    <w:p w14:paraId="4E52D037" w14:textId="77777777" w:rsidR="00810015" w:rsidRDefault="00810015" w:rsidP="00810015">
      <w:r>
        <w:t>204.5507</w:t>
      </w:r>
      <w:r>
        <w:tab/>
        <w:t>4.051e0</w:t>
      </w:r>
    </w:p>
    <w:p w14:paraId="5A0AAD5D" w14:textId="77777777" w:rsidR="00810015" w:rsidRDefault="00810015" w:rsidP="00810015">
      <w:r>
        <w:t>204.5535</w:t>
      </w:r>
      <w:r>
        <w:tab/>
        <w:t>6.076e0</w:t>
      </w:r>
    </w:p>
    <w:p w14:paraId="66A9AB64" w14:textId="77777777" w:rsidR="00810015" w:rsidRDefault="00810015" w:rsidP="00810015">
      <w:r>
        <w:t>204.5576</w:t>
      </w:r>
      <w:r>
        <w:tab/>
        <w:t>2.025e0</w:t>
      </w:r>
    </w:p>
    <w:p w14:paraId="1620F6AB" w14:textId="77777777" w:rsidR="00810015" w:rsidRDefault="00810015" w:rsidP="00810015">
      <w:r>
        <w:t>204.5688</w:t>
      </w:r>
      <w:r>
        <w:tab/>
        <w:t>3.038e0</w:t>
      </w:r>
    </w:p>
    <w:p w14:paraId="09A3C1B6" w14:textId="77777777" w:rsidR="00810015" w:rsidRDefault="00810015" w:rsidP="00810015">
      <w:r>
        <w:t>204.5838</w:t>
      </w:r>
      <w:r>
        <w:tab/>
        <w:t>2.025e0</w:t>
      </w:r>
    </w:p>
    <w:p w14:paraId="6A4B1072" w14:textId="77777777" w:rsidR="00810015" w:rsidRDefault="00810015" w:rsidP="00810015">
      <w:r>
        <w:t>204.6212</w:t>
      </w:r>
      <w:r>
        <w:tab/>
        <w:t>1.013e0</w:t>
      </w:r>
    </w:p>
    <w:p w14:paraId="5CC2E17E" w14:textId="77777777" w:rsidR="00810015" w:rsidRDefault="00810015" w:rsidP="00810015">
      <w:r>
        <w:t>204.6408</w:t>
      </w:r>
      <w:r>
        <w:tab/>
        <w:t>2.025e0</w:t>
      </w:r>
    </w:p>
    <w:p w14:paraId="3B51972F" w14:textId="77777777" w:rsidR="00810015" w:rsidRDefault="00810015" w:rsidP="00810015">
      <w:r>
        <w:t>204.6525</w:t>
      </w:r>
      <w:r>
        <w:tab/>
        <w:t>1.013e0</w:t>
      </w:r>
    </w:p>
    <w:p w14:paraId="4421BBF1" w14:textId="77777777" w:rsidR="00810015" w:rsidRDefault="00810015" w:rsidP="00810015">
      <w:r>
        <w:t>204.6549</w:t>
      </w:r>
      <w:r>
        <w:tab/>
        <w:t>3.038e0</w:t>
      </w:r>
    </w:p>
    <w:p w14:paraId="5D33EC88" w14:textId="77777777" w:rsidR="00810015" w:rsidRDefault="00810015" w:rsidP="00810015">
      <w:r>
        <w:t>204.6681</w:t>
      </w:r>
      <w:r>
        <w:tab/>
        <w:t>1.013e0</w:t>
      </w:r>
    </w:p>
    <w:p w14:paraId="2C061166" w14:textId="77777777" w:rsidR="00810015" w:rsidRDefault="00810015" w:rsidP="00810015">
      <w:r>
        <w:t>204.6737</w:t>
      </w:r>
      <w:r>
        <w:tab/>
        <w:t>2.025e0</w:t>
      </w:r>
    </w:p>
    <w:p w14:paraId="7FD6306C" w14:textId="77777777" w:rsidR="00810015" w:rsidRDefault="00810015" w:rsidP="00810015">
      <w:r>
        <w:lastRenderedPageBreak/>
        <w:t>204.7063</w:t>
      </w:r>
      <w:r>
        <w:tab/>
        <w:t>1.013e0</w:t>
      </w:r>
    </w:p>
    <w:p w14:paraId="570C8C2E" w14:textId="77777777" w:rsidR="00810015" w:rsidRDefault="00810015" w:rsidP="00810015">
      <w:r>
        <w:t>204.7318</w:t>
      </w:r>
      <w:r>
        <w:tab/>
        <w:t>1.013e0</w:t>
      </w:r>
    </w:p>
    <w:p w14:paraId="176A9EC0" w14:textId="77777777" w:rsidR="00810015" w:rsidRDefault="00810015" w:rsidP="00810015">
      <w:r>
        <w:t>204.7467</w:t>
      </w:r>
      <w:r>
        <w:tab/>
        <w:t>1.013e0</w:t>
      </w:r>
    </w:p>
    <w:p w14:paraId="7058DDA6" w14:textId="77777777" w:rsidR="00810015" w:rsidRDefault="00810015" w:rsidP="00810015">
      <w:r>
        <w:t>204.7896</w:t>
      </w:r>
      <w:r>
        <w:tab/>
        <w:t>1.013e0</w:t>
      </w:r>
    </w:p>
    <w:p w14:paraId="1C3C2876" w14:textId="77777777" w:rsidR="00810015" w:rsidRDefault="00810015" w:rsidP="00810015">
      <w:r>
        <w:t>204.7951</w:t>
      </w:r>
      <w:r>
        <w:tab/>
        <w:t>2.025e0</w:t>
      </w:r>
    </w:p>
    <w:p w14:paraId="4AE8F3C9" w14:textId="77777777" w:rsidR="00810015" w:rsidRDefault="00810015" w:rsidP="00810015">
      <w:r>
        <w:t>204.8168</w:t>
      </w:r>
      <w:r>
        <w:tab/>
        <w:t>2.025e0</w:t>
      </w:r>
    </w:p>
    <w:p w14:paraId="65DD3358" w14:textId="77777777" w:rsidR="00810015" w:rsidRDefault="00810015" w:rsidP="00810015">
      <w:r>
        <w:t>204.8273</w:t>
      </w:r>
      <w:r>
        <w:tab/>
        <w:t>1.013e0</w:t>
      </w:r>
    </w:p>
    <w:p w14:paraId="7207A230" w14:textId="77777777" w:rsidR="00810015" w:rsidRDefault="00810015" w:rsidP="00810015">
      <w:r>
        <w:t>204.8348</w:t>
      </w:r>
      <w:r>
        <w:tab/>
        <w:t>2.025e0</w:t>
      </w:r>
    </w:p>
    <w:p w14:paraId="29E608DF" w14:textId="77777777" w:rsidR="00810015" w:rsidRDefault="00810015" w:rsidP="00810015">
      <w:r>
        <w:t>204.8954</w:t>
      </w:r>
      <w:r>
        <w:tab/>
        <w:t>2.025e0</w:t>
      </w:r>
    </w:p>
    <w:p w14:paraId="78EF092F" w14:textId="77777777" w:rsidR="00810015" w:rsidRDefault="00810015" w:rsidP="00810015">
      <w:r>
        <w:t>204.9072</w:t>
      </w:r>
      <w:r>
        <w:tab/>
        <w:t>1.013e0</w:t>
      </w:r>
    </w:p>
    <w:p w14:paraId="0540366E" w14:textId="77777777" w:rsidR="00810015" w:rsidRDefault="00810015" w:rsidP="00810015">
      <w:r>
        <w:t>204.9150</w:t>
      </w:r>
      <w:r>
        <w:tab/>
        <w:t>1.013e0</w:t>
      </w:r>
    </w:p>
    <w:p w14:paraId="0B74D23C" w14:textId="77777777" w:rsidR="00810015" w:rsidRDefault="00810015" w:rsidP="00810015">
      <w:r>
        <w:t>204.9195</w:t>
      </w:r>
      <w:r>
        <w:tab/>
        <w:t>2.025e0</w:t>
      </w:r>
    </w:p>
    <w:p w14:paraId="1BB20B16" w14:textId="77777777" w:rsidR="00810015" w:rsidRDefault="00810015" w:rsidP="00810015">
      <w:r>
        <w:t>204.9268</w:t>
      </w:r>
      <w:r>
        <w:tab/>
        <w:t>1.013e0</w:t>
      </w:r>
    </w:p>
    <w:p w14:paraId="186002D1" w14:textId="77777777" w:rsidR="00810015" w:rsidRDefault="00810015" w:rsidP="00810015">
      <w:r>
        <w:t>204.9342</w:t>
      </w:r>
      <w:r>
        <w:tab/>
        <w:t>1.013e0</w:t>
      </w:r>
    </w:p>
    <w:p w14:paraId="3658CBC4" w14:textId="77777777" w:rsidR="00810015" w:rsidRDefault="00810015" w:rsidP="00810015">
      <w:r>
        <w:t>204.9471</w:t>
      </w:r>
      <w:r>
        <w:tab/>
        <w:t>3.038e0</w:t>
      </w:r>
    </w:p>
    <w:p w14:paraId="078DEEC1" w14:textId="77777777" w:rsidR="00810015" w:rsidRDefault="00810015" w:rsidP="00810015">
      <w:r>
        <w:t>204.9604</w:t>
      </w:r>
      <w:r>
        <w:tab/>
        <w:t>1.013e0</w:t>
      </w:r>
    </w:p>
    <w:p w14:paraId="6B0D1FB4" w14:textId="77777777" w:rsidR="00810015" w:rsidRDefault="00810015" w:rsidP="00810015">
      <w:r>
        <w:t>204.9642</w:t>
      </w:r>
      <w:r>
        <w:tab/>
        <w:t>1.013e0</w:t>
      </w:r>
    </w:p>
    <w:p w14:paraId="71862211" w14:textId="77777777" w:rsidR="00810015" w:rsidRDefault="00810015" w:rsidP="00810015">
      <w:r>
        <w:t>204.9679</w:t>
      </w:r>
      <w:r>
        <w:tab/>
        <w:t>1.013e0</w:t>
      </w:r>
    </w:p>
    <w:p w14:paraId="41D5D2BF" w14:textId="77777777" w:rsidR="00810015" w:rsidRDefault="00810015" w:rsidP="00810015">
      <w:r>
        <w:t>205.0054</w:t>
      </w:r>
      <w:r>
        <w:tab/>
        <w:t>2.025e0</w:t>
      </w:r>
    </w:p>
    <w:p w14:paraId="4302CADE" w14:textId="77777777" w:rsidR="00810015" w:rsidRDefault="00810015" w:rsidP="00810015">
      <w:r>
        <w:lastRenderedPageBreak/>
        <w:t>205.0170</w:t>
      </w:r>
      <w:r>
        <w:tab/>
        <w:t>1.013e0</w:t>
      </w:r>
    </w:p>
    <w:p w14:paraId="5D2D8C8D" w14:textId="77777777" w:rsidR="00810015" w:rsidRDefault="00810015" w:rsidP="00810015">
      <w:r>
        <w:t>205.0522</w:t>
      </w:r>
      <w:r>
        <w:tab/>
        <w:t>2.352e0</w:t>
      </w:r>
    </w:p>
    <w:p w14:paraId="3775D843" w14:textId="77777777" w:rsidR="00810015" w:rsidRDefault="00810015" w:rsidP="00810015">
      <w:r>
        <w:t>205.0561</w:t>
      </w:r>
      <w:r>
        <w:tab/>
        <w:t>1.013e0</w:t>
      </w:r>
    </w:p>
    <w:p w14:paraId="3EF6506A" w14:textId="77777777" w:rsidR="00810015" w:rsidRDefault="00810015" w:rsidP="00810015">
      <w:r>
        <w:t>205.0601</w:t>
      </w:r>
      <w:r>
        <w:tab/>
        <w:t>3.038e0</w:t>
      </w:r>
    </w:p>
    <w:p w14:paraId="0A77D6B1" w14:textId="77777777" w:rsidR="00810015" w:rsidRDefault="00810015" w:rsidP="00810015">
      <w:r>
        <w:t>205.0747</w:t>
      </w:r>
      <w:r>
        <w:tab/>
        <w:t>1.013e0</w:t>
      </w:r>
    </w:p>
    <w:p w14:paraId="3273F228" w14:textId="77777777" w:rsidR="00810015" w:rsidRDefault="00810015" w:rsidP="00810015">
      <w:r>
        <w:t>205.0785</w:t>
      </w:r>
      <w:r>
        <w:tab/>
        <w:t>5.063e0</w:t>
      </w:r>
    </w:p>
    <w:p w14:paraId="251DC8AB" w14:textId="77777777" w:rsidR="00810015" w:rsidRDefault="00810015" w:rsidP="00810015">
      <w:r>
        <w:t>205.1186</w:t>
      </w:r>
      <w:r>
        <w:tab/>
        <w:t>1.904e0</w:t>
      </w:r>
    </w:p>
    <w:p w14:paraId="02A7FD53" w14:textId="77777777" w:rsidR="00810015" w:rsidRDefault="00810015" w:rsidP="00810015">
      <w:r>
        <w:t>205.1200</w:t>
      </w:r>
      <w:r>
        <w:tab/>
        <w:t>1.844e0</w:t>
      </w:r>
    </w:p>
    <w:p w14:paraId="01AE0B49" w14:textId="77777777" w:rsidR="00810015" w:rsidRDefault="00810015" w:rsidP="00810015">
      <w:r>
        <w:t>205.1229</w:t>
      </w:r>
      <w:r>
        <w:tab/>
        <w:t>9.998e0</w:t>
      </w:r>
    </w:p>
    <w:p w14:paraId="0CF3907E" w14:textId="77777777" w:rsidR="00810015" w:rsidRDefault="00810015" w:rsidP="00810015">
      <w:r>
        <w:t>205.1260</w:t>
      </w:r>
      <w:r>
        <w:tab/>
        <w:t>1.535e0</w:t>
      </w:r>
    </w:p>
    <w:p w14:paraId="76FAF93F" w14:textId="77777777" w:rsidR="00810015" w:rsidRDefault="00810015" w:rsidP="00810015">
      <w:r>
        <w:t>205.1459</w:t>
      </w:r>
      <w:r>
        <w:tab/>
        <w:t>7.955e0</w:t>
      </w:r>
    </w:p>
    <w:p w14:paraId="1538E968" w14:textId="77777777" w:rsidR="00810015" w:rsidRDefault="00810015" w:rsidP="00810015">
      <w:r>
        <w:t>205.1507</w:t>
      </w:r>
      <w:r>
        <w:tab/>
        <w:t>4.977e0</w:t>
      </w:r>
    </w:p>
    <w:p w14:paraId="435F0470" w14:textId="77777777" w:rsidR="00810015" w:rsidRDefault="00810015" w:rsidP="00810015">
      <w:r>
        <w:t>205.1540</w:t>
      </w:r>
      <w:r>
        <w:tab/>
        <w:t>8.543e0</w:t>
      </w:r>
    </w:p>
    <w:p w14:paraId="2F3A055F" w14:textId="77777777" w:rsidR="00810015" w:rsidRDefault="00810015" w:rsidP="00810015">
      <w:r>
        <w:t>205.1563</w:t>
      </w:r>
      <w:r>
        <w:tab/>
        <w:t>4.148e0</w:t>
      </w:r>
    </w:p>
    <w:p w14:paraId="5FECC854" w14:textId="77777777" w:rsidR="00810015" w:rsidRDefault="00810015" w:rsidP="00810015">
      <w:r>
        <w:t>205.1600</w:t>
      </w:r>
      <w:r>
        <w:tab/>
        <w:t>2.911e0</w:t>
      </w:r>
    </w:p>
    <w:p w14:paraId="19CE2EE9" w14:textId="77777777" w:rsidR="00810015" w:rsidRDefault="00810015" w:rsidP="00810015">
      <w:r>
        <w:t>205.1757</w:t>
      </w:r>
      <w:r>
        <w:tab/>
        <w:t>2.025e0</w:t>
      </w:r>
    </w:p>
    <w:p w14:paraId="15EA65CE" w14:textId="77777777" w:rsidR="00810015" w:rsidRDefault="00810015" w:rsidP="00810015">
      <w:r>
        <w:t>205.1891</w:t>
      </w:r>
      <w:r>
        <w:tab/>
        <w:t>1.013e0</w:t>
      </w:r>
    </w:p>
    <w:p w14:paraId="5C505C69" w14:textId="77777777" w:rsidR="00810015" w:rsidRDefault="00810015" w:rsidP="00810015">
      <w:r>
        <w:t>205.2048</w:t>
      </w:r>
      <w:r>
        <w:tab/>
        <w:t>1.013e0</w:t>
      </w:r>
    </w:p>
    <w:p w14:paraId="11F61A6A" w14:textId="77777777" w:rsidR="00810015" w:rsidRDefault="00810015" w:rsidP="00810015">
      <w:r>
        <w:t>205.2079</w:t>
      </w:r>
      <w:r>
        <w:tab/>
        <w:t>1.013e0</w:t>
      </w:r>
    </w:p>
    <w:p w14:paraId="2960080F" w14:textId="77777777" w:rsidR="00810015" w:rsidRDefault="00810015" w:rsidP="00810015">
      <w:r>
        <w:lastRenderedPageBreak/>
        <w:t>205.2236</w:t>
      </w:r>
      <w:r>
        <w:tab/>
        <w:t>1.013e0</w:t>
      </w:r>
    </w:p>
    <w:p w14:paraId="64220016" w14:textId="77777777" w:rsidR="00810015" w:rsidRDefault="00810015" w:rsidP="00810015">
      <w:r>
        <w:t>205.2533</w:t>
      </w:r>
      <w:r>
        <w:tab/>
        <w:t>2.025e0</w:t>
      </w:r>
    </w:p>
    <w:p w14:paraId="076A47A1" w14:textId="77777777" w:rsidR="00810015" w:rsidRDefault="00810015" w:rsidP="00810015">
      <w:r>
        <w:t>205.2643</w:t>
      </w:r>
      <w:r>
        <w:tab/>
        <w:t>2.025e0</w:t>
      </w:r>
    </w:p>
    <w:p w14:paraId="134A93BA" w14:textId="77777777" w:rsidR="00810015" w:rsidRDefault="00810015" w:rsidP="00810015">
      <w:r>
        <w:t>205.2918</w:t>
      </w:r>
      <w:r>
        <w:tab/>
        <w:t>1.013e0</w:t>
      </w:r>
    </w:p>
    <w:p w14:paraId="2F120ECD" w14:textId="77777777" w:rsidR="00810015" w:rsidRDefault="00810015" w:rsidP="00810015">
      <w:r>
        <w:t>205.3185</w:t>
      </w:r>
      <w:r>
        <w:tab/>
        <w:t>1.013e0</w:t>
      </w:r>
    </w:p>
    <w:p w14:paraId="62CEAC35" w14:textId="77777777" w:rsidR="00810015" w:rsidRDefault="00810015" w:rsidP="00810015">
      <w:r>
        <w:t>205.3223</w:t>
      </w:r>
      <w:r>
        <w:tab/>
        <w:t>1.013e0</w:t>
      </w:r>
    </w:p>
    <w:p w14:paraId="2DB15003" w14:textId="77777777" w:rsidR="00810015" w:rsidRDefault="00810015" w:rsidP="00810015">
      <w:r>
        <w:t>205.3661</w:t>
      </w:r>
      <w:r>
        <w:tab/>
        <w:t>2.025e0</w:t>
      </w:r>
    </w:p>
    <w:p w14:paraId="06574601" w14:textId="77777777" w:rsidR="00810015" w:rsidRDefault="00810015" w:rsidP="00810015">
      <w:r>
        <w:t>205.3674</w:t>
      </w:r>
      <w:r>
        <w:tab/>
        <w:t>1.013e0</w:t>
      </w:r>
    </w:p>
    <w:p w14:paraId="5D254FB4" w14:textId="77777777" w:rsidR="00810015" w:rsidRDefault="00810015" w:rsidP="00810015">
      <w:r>
        <w:t>205.4057</w:t>
      </w:r>
      <w:r>
        <w:tab/>
        <w:t>1.013e0</w:t>
      </w:r>
    </w:p>
    <w:p w14:paraId="7B6FA732" w14:textId="77777777" w:rsidR="00810015" w:rsidRDefault="00810015" w:rsidP="00810015">
      <w:r>
        <w:t>205.4094</w:t>
      </w:r>
      <w:r>
        <w:tab/>
        <w:t>2.025e0</w:t>
      </w:r>
    </w:p>
    <w:p w14:paraId="056E1E35" w14:textId="77777777" w:rsidR="00810015" w:rsidRDefault="00810015" w:rsidP="00810015">
      <w:r>
        <w:t>205.4338</w:t>
      </w:r>
      <w:r>
        <w:tab/>
        <w:t>2.025e0</w:t>
      </w:r>
    </w:p>
    <w:p w14:paraId="6C89803D" w14:textId="77777777" w:rsidR="00810015" w:rsidRDefault="00810015" w:rsidP="00810015">
      <w:r>
        <w:t>205.4367</w:t>
      </w:r>
      <w:r>
        <w:tab/>
        <w:t>1.013e0</w:t>
      </w:r>
    </w:p>
    <w:p w14:paraId="72098BB5" w14:textId="77777777" w:rsidR="00810015" w:rsidRDefault="00810015" w:rsidP="00810015">
      <w:r>
        <w:t>205.4705</w:t>
      </w:r>
      <w:r>
        <w:tab/>
        <w:t>1.013e0</w:t>
      </w:r>
    </w:p>
    <w:p w14:paraId="7341A027" w14:textId="77777777" w:rsidR="00810015" w:rsidRDefault="00810015" w:rsidP="00810015">
      <w:r>
        <w:t>205.4780</w:t>
      </w:r>
      <w:r>
        <w:tab/>
        <w:t>1.013e0</w:t>
      </w:r>
    </w:p>
    <w:p w14:paraId="37A9ECAF" w14:textId="77777777" w:rsidR="00810015" w:rsidRDefault="00810015" w:rsidP="00810015">
      <w:r>
        <w:t>205.4863</w:t>
      </w:r>
      <w:r>
        <w:tab/>
        <w:t>1.013e0</w:t>
      </w:r>
    </w:p>
    <w:p w14:paraId="0CE9BA70" w14:textId="77777777" w:rsidR="00810015" w:rsidRDefault="00810015" w:rsidP="00810015">
      <w:r>
        <w:t>205.5158</w:t>
      </w:r>
      <w:r>
        <w:tab/>
        <w:t>1.013e0</w:t>
      </w:r>
    </w:p>
    <w:p w14:paraId="7DA20B63" w14:textId="77777777" w:rsidR="00810015" w:rsidRDefault="00810015" w:rsidP="00810015">
      <w:r>
        <w:t>205.5275</w:t>
      </w:r>
      <w:r>
        <w:tab/>
        <w:t>1.013e0</w:t>
      </w:r>
    </w:p>
    <w:p w14:paraId="4C9BD7B7" w14:textId="77777777" w:rsidR="00810015" w:rsidRDefault="00810015" w:rsidP="00810015">
      <w:r>
        <w:t>205.5479</w:t>
      </w:r>
      <w:r>
        <w:tab/>
        <w:t>1.013e0</w:t>
      </w:r>
    </w:p>
    <w:p w14:paraId="11AF5FF9" w14:textId="77777777" w:rsidR="00810015" w:rsidRDefault="00810015" w:rsidP="00810015">
      <w:r>
        <w:t>205.5531</w:t>
      </w:r>
      <w:r>
        <w:tab/>
        <w:t>3.965e0</w:t>
      </w:r>
    </w:p>
    <w:p w14:paraId="10019ACB" w14:textId="77777777" w:rsidR="00810015" w:rsidRDefault="00810015" w:rsidP="00810015">
      <w:r>
        <w:lastRenderedPageBreak/>
        <w:t>205.5661</w:t>
      </w:r>
      <w:r>
        <w:tab/>
        <w:t>1.013e0</w:t>
      </w:r>
    </w:p>
    <w:p w14:paraId="289C0E3A" w14:textId="77777777" w:rsidR="00810015" w:rsidRDefault="00810015" w:rsidP="00810015">
      <w:r>
        <w:t>205.5718</w:t>
      </w:r>
      <w:r>
        <w:tab/>
        <w:t>2.025e0</w:t>
      </w:r>
    </w:p>
    <w:p w14:paraId="05DA8E8E" w14:textId="77777777" w:rsidR="00810015" w:rsidRDefault="00810015" w:rsidP="00810015">
      <w:r>
        <w:t>205.6037</w:t>
      </w:r>
      <w:r>
        <w:tab/>
        <w:t>1.013e0</w:t>
      </w:r>
    </w:p>
    <w:p w14:paraId="2C9B9C01" w14:textId="77777777" w:rsidR="00810015" w:rsidRDefault="00810015" w:rsidP="00810015">
      <w:r>
        <w:t>205.6075</w:t>
      </w:r>
      <w:r>
        <w:tab/>
        <w:t>1.013e0</w:t>
      </w:r>
    </w:p>
    <w:p w14:paraId="68BC919A" w14:textId="77777777" w:rsidR="00810015" w:rsidRDefault="00810015" w:rsidP="00810015">
      <w:r>
        <w:t>205.6168</w:t>
      </w:r>
      <w:r>
        <w:tab/>
        <w:t>2.025e0</w:t>
      </w:r>
    </w:p>
    <w:p w14:paraId="252AA67A" w14:textId="77777777" w:rsidR="00810015" w:rsidRDefault="00810015" w:rsidP="00810015">
      <w:r>
        <w:t>205.6262</w:t>
      </w:r>
      <w:r>
        <w:tab/>
        <w:t>1.013e0</w:t>
      </w:r>
    </w:p>
    <w:p w14:paraId="70414E84" w14:textId="77777777" w:rsidR="00810015" w:rsidRDefault="00810015" w:rsidP="00810015">
      <w:r>
        <w:t>205.6455</w:t>
      </w:r>
      <w:r>
        <w:tab/>
        <w:t>1.013e0</w:t>
      </w:r>
    </w:p>
    <w:p w14:paraId="146E00A3" w14:textId="77777777" w:rsidR="00810015" w:rsidRDefault="00810015" w:rsidP="00810015">
      <w:r>
        <w:t>205.6498</w:t>
      </w:r>
      <w:r>
        <w:tab/>
        <w:t>2.025e0</w:t>
      </w:r>
    </w:p>
    <w:p w14:paraId="5B1B293B" w14:textId="77777777" w:rsidR="00810015" w:rsidRDefault="00810015" w:rsidP="00810015">
      <w:r>
        <w:t>205.6918</w:t>
      </w:r>
      <w:r>
        <w:tab/>
        <w:t>1.013e0</w:t>
      </w:r>
    </w:p>
    <w:p w14:paraId="3C09A93B" w14:textId="77777777" w:rsidR="00810015" w:rsidRDefault="00810015" w:rsidP="00810015">
      <w:r>
        <w:t>205.7031</w:t>
      </w:r>
      <w:r>
        <w:tab/>
        <w:t>1.013e0</w:t>
      </w:r>
    </w:p>
    <w:p w14:paraId="59AE0C61" w14:textId="77777777" w:rsidR="00810015" w:rsidRDefault="00810015" w:rsidP="00810015">
      <w:r>
        <w:t>205.7072</w:t>
      </w:r>
      <w:r>
        <w:tab/>
        <w:t>2.025e0</w:t>
      </w:r>
    </w:p>
    <w:p w14:paraId="051DDE2D" w14:textId="77777777" w:rsidR="00810015" w:rsidRDefault="00810015" w:rsidP="00810015">
      <w:r>
        <w:t>205.7144</w:t>
      </w:r>
      <w:r>
        <w:tab/>
        <w:t>1.013e0</w:t>
      </w:r>
    </w:p>
    <w:p w14:paraId="65E11E44" w14:textId="77777777" w:rsidR="00810015" w:rsidRDefault="00810015" w:rsidP="00810015">
      <w:r>
        <w:t>205.7182</w:t>
      </w:r>
      <w:r>
        <w:tab/>
        <w:t>1.013e0</w:t>
      </w:r>
    </w:p>
    <w:p w14:paraId="08530035" w14:textId="77777777" w:rsidR="00810015" w:rsidRDefault="00810015" w:rsidP="00810015">
      <w:r>
        <w:t>205.7257</w:t>
      </w:r>
      <w:r>
        <w:tab/>
        <w:t>1.013e0</w:t>
      </w:r>
    </w:p>
    <w:p w14:paraId="733B9B23" w14:textId="77777777" w:rsidR="00810015" w:rsidRDefault="00810015" w:rsidP="00810015">
      <w:r>
        <w:t>205.7370</w:t>
      </w:r>
      <w:r>
        <w:tab/>
        <w:t>1.013e0</w:t>
      </w:r>
    </w:p>
    <w:p w14:paraId="50BB7C29" w14:textId="77777777" w:rsidR="00810015" w:rsidRDefault="00810015" w:rsidP="00810015">
      <w:r>
        <w:t>205.7522</w:t>
      </w:r>
      <w:r>
        <w:tab/>
        <w:t>2.025e0</w:t>
      </w:r>
    </w:p>
    <w:p w14:paraId="439700D8" w14:textId="77777777" w:rsidR="00810015" w:rsidRDefault="00810015" w:rsidP="00810015">
      <w:r>
        <w:t>205.7596</w:t>
      </w:r>
      <w:r>
        <w:tab/>
        <w:t>1.013e0</w:t>
      </w:r>
    </w:p>
    <w:p w14:paraId="1308310B" w14:textId="77777777" w:rsidR="00810015" w:rsidRDefault="00810015" w:rsidP="00810015">
      <w:r>
        <w:t>205.7773</w:t>
      </w:r>
      <w:r>
        <w:tab/>
        <w:t>2.025e0</w:t>
      </w:r>
    </w:p>
    <w:p w14:paraId="3C4E2CEB" w14:textId="77777777" w:rsidR="00810015" w:rsidRDefault="00810015" w:rsidP="00810015">
      <w:r>
        <w:t>205.7832</w:t>
      </w:r>
      <w:r>
        <w:tab/>
        <w:t>2.025e0</w:t>
      </w:r>
    </w:p>
    <w:p w14:paraId="1E1DF682" w14:textId="77777777" w:rsidR="00810015" w:rsidRDefault="00810015" w:rsidP="00810015">
      <w:r>
        <w:lastRenderedPageBreak/>
        <w:t>205.7911</w:t>
      </w:r>
      <w:r>
        <w:tab/>
        <w:t>2.025e0</w:t>
      </w:r>
    </w:p>
    <w:p w14:paraId="7E86A979" w14:textId="77777777" w:rsidR="00810015" w:rsidRDefault="00810015" w:rsidP="00810015">
      <w:r>
        <w:t>205.8101</w:t>
      </w:r>
      <w:r>
        <w:tab/>
        <w:t>1.013e0</w:t>
      </w:r>
    </w:p>
    <w:p w14:paraId="0F207568" w14:textId="77777777" w:rsidR="00810015" w:rsidRDefault="00810015" w:rsidP="00810015">
      <w:r>
        <w:t>205.8251</w:t>
      </w:r>
      <w:r>
        <w:tab/>
        <w:t>2.025e0</w:t>
      </w:r>
    </w:p>
    <w:p w14:paraId="6B44C05D" w14:textId="77777777" w:rsidR="00810015" w:rsidRDefault="00810015" w:rsidP="00810015">
      <w:r>
        <w:t>205.8479</w:t>
      </w:r>
      <w:r>
        <w:tab/>
        <w:t>4.051e0</w:t>
      </w:r>
    </w:p>
    <w:p w14:paraId="4794A8B8" w14:textId="77777777" w:rsidR="00810015" w:rsidRDefault="00810015" w:rsidP="00810015">
      <w:r>
        <w:t>205.8552</w:t>
      </w:r>
      <w:r>
        <w:tab/>
        <w:t>2.025e0</w:t>
      </w:r>
    </w:p>
    <w:p w14:paraId="2D197B47" w14:textId="77777777" w:rsidR="00810015" w:rsidRDefault="00810015" w:rsidP="00810015">
      <w:r>
        <w:t>205.8709</w:t>
      </w:r>
      <w:r>
        <w:tab/>
        <w:t>1.013e0</w:t>
      </w:r>
    </w:p>
    <w:p w14:paraId="459B23DE" w14:textId="77777777" w:rsidR="00810015" w:rsidRDefault="00810015" w:rsidP="00810015">
      <w:r>
        <w:t>205.8974</w:t>
      </w:r>
      <w:r>
        <w:tab/>
        <w:t>1.013e0</w:t>
      </w:r>
    </w:p>
    <w:p w14:paraId="6BBBC3A7" w14:textId="77777777" w:rsidR="00810015" w:rsidRDefault="00810015" w:rsidP="00810015">
      <w:r>
        <w:t>205.9396</w:t>
      </w:r>
      <w:r>
        <w:tab/>
        <w:t>1.013e0</w:t>
      </w:r>
    </w:p>
    <w:p w14:paraId="1D4DCCDD" w14:textId="77777777" w:rsidR="00810015" w:rsidRDefault="00810015" w:rsidP="00810015">
      <w:r>
        <w:t>205.9475</w:t>
      </w:r>
      <w:r>
        <w:tab/>
        <w:t>2.025e0</w:t>
      </w:r>
    </w:p>
    <w:p w14:paraId="4CB9030A" w14:textId="77777777" w:rsidR="00810015" w:rsidRDefault="00810015" w:rsidP="00810015">
      <w:r>
        <w:t>205.9509</w:t>
      </w:r>
      <w:r>
        <w:tab/>
        <w:t>1.013e0</w:t>
      </w:r>
    </w:p>
    <w:p w14:paraId="70B67EC8" w14:textId="77777777" w:rsidR="00810015" w:rsidRDefault="00810015" w:rsidP="00810015">
      <w:r>
        <w:t>205.9546</w:t>
      </w:r>
      <w:r>
        <w:tab/>
        <w:t>1.013e0</w:t>
      </w:r>
    </w:p>
    <w:p w14:paraId="242AAAEE" w14:textId="77777777" w:rsidR="00810015" w:rsidRDefault="00810015" w:rsidP="00810015">
      <w:r>
        <w:t>205.9584</w:t>
      </w:r>
      <w:r>
        <w:tab/>
        <w:t>1.013e0</w:t>
      </w:r>
    </w:p>
    <w:p w14:paraId="13EC3213" w14:textId="77777777" w:rsidR="00810015" w:rsidRDefault="00810015" w:rsidP="00810015">
      <w:r>
        <w:t>205.9884</w:t>
      </w:r>
      <w:r>
        <w:tab/>
        <w:t>2.025e0</w:t>
      </w:r>
    </w:p>
    <w:p w14:paraId="6749AC8F" w14:textId="77777777" w:rsidR="00810015" w:rsidRDefault="00810015" w:rsidP="00810015">
      <w:r>
        <w:t>205.9960</w:t>
      </w:r>
      <w:r>
        <w:tab/>
        <w:t>2.025e0</w:t>
      </w:r>
    </w:p>
    <w:p w14:paraId="106DE9DB" w14:textId="77777777" w:rsidR="00810015" w:rsidRDefault="00810015" w:rsidP="00810015">
      <w:r>
        <w:t>206.0025</w:t>
      </w:r>
      <w:r>
        <w:tab/>
        <w:t>2.464e0</w:t>
      </w:r>
    </w:p>
    <w:p w14:paraId="63B12C5B" w14:textId="77777777" w:rsidR="00810015" w:rsidRDefault="00810015" w:rsidP="00810015">
      <w:r>
        <w:t>206.0151</w:t>
      </w:r>
      <w:r>
        <w:tab/>
        <w:t>4.051e0</w:t>
      </w:r>
    </w:p>
    <w:p w14:paraId="1EFF88EF" w14:textId="77777777" w:rsidR="00810015" w:rsidRDefault="00810015" w:rsidP="00810015">
      <w:r>
        <w:t>206.0665</w:t>
      </w:r>
      <w:r>
        <w:tab/>
        <w:t>8.554e0</w:t>
      </w:r>
    </w:p>
    <w:p w14:paraId="4C35058D" w14:textId="77777777" w:rsidR="00810015" w:rsidRDefault="00810015" w:rsidP="00810015">
      <w:r>
        <w:t>206.1034</w:t>
      </w:r>
      <w:r>
        <w:tab/>
        <w:t>8.199e2</w:t>
      </w:r>
    </w:p>
    <w:p w14:paraId="2922CC10" w14:textId="77777777" w:rsidR="00810015" w:rsidRDefault="00810015" w:rsidP="00810015">
      <w:r>
        <w:t>206.1539</w:t>
      </w:r>
      <w:r>
        <w:tab/>
        <w:t>3.939e0</w:t>
      </w:r>
    </w:p>
    <w:p w14:paraId="36FB537C" w14:textId="77777777" w:rsidR="00810015" w:rsidRDefault="00810015" w:rsidP="00810015">
      <w:r>
        <w:lastRenderedPageBreak/>
        <w:t>206.1601</w:t>
      </w:r>
      <w:r>
        <w:tab/>
        <w:t>4.358e0</w:t>
      </w:r>
    </w:p>
    <w:p w14:paraId="62BE956F" w14:textId="77777777" w:rsidR="00810015" w:rsidRDefault="00810015" w:rsidP="00810015">
      <w:r>
        <w:t>206.1725</w:t>
      </w:r>
      <w:r>
        <w:tab/>
        <w:t>1.013e0</w:t>
      </w:r>
    </w:p>
    <w:p w14:paraId="4477B7EA" w14:textId="77777777" w:rsidR="00810015" w:rsidRDefault="00810015" w:rsidP="00810015">
      <w:r>
        <w:t>206.1781</w:t>
      </w:r>
      <w:r>
        <w:tab/>
        <w:t>2.025e0</w:t>
      </w:r>
    </w:p>
    <w:p w14:paraId="3FD757C3" w14:textId="77777777" w:rsidR="00810015" w:rsidRDefault="00810015" w:rsidP="00810015">
      <w:r>
        <w:t>206.1799</w:t>
      </w:r>
      <w:r>
        <w:tab/>
        <w:t>3.477e0</w:t>
      </w:r>
    </w:p>
    <w:p w14:paraId="434E9FD1" w14:textId="77777777" w:rsidR="00810015" w:rsidRDefault="00810015" w:rsidP="00810015">
      <w:r>
        <w:t>206.1829</w:t>
      </w:r>
      <w:r>
        <w:tab/>
        <w:t>3.038e0</w:t>
      </w:r>
    </w:p>
    <w:p w14:paraId="3A55F5CF" w14:textId="77777777" w:rsidR="00810015" w:rsidRDefault="00810015" w:rsidP="00810015">
      <w:r>
        <w:t>206.1957</w:t>
      </w:r>
      <w:r>
        <w:tab/>
        <w:t>2.025e0</w:t>
      </w:r>
    </w:p>
    <w:p w14:paraId="0EC3DAB9" w14:textId="77777777" w:rsidR="00810015" w:rsidRDefault="00810015" w:rsidP="00810015">
      <w:r>
        <w:t>206.1988</w:t>
      </w:r>
      <w:r>
        <w:tab/>
        <w:t>2.025e0</w:t>
      </w:r>
    </w:p>
    <w:p w14:paraId="0AAA9A7E" w14:textId="77777777" w:rsidR="00810015" w:rsidRDefault="00810015" w:rsidP="00810015">
      <w:r>
        <w:t>206.2138</w:t>
      </w:r>
      <w:r>
        <w:tab/>
        <w:t>2.025e0</w:t>
      </w:r>
    </w:p>
    <w:p w14:paraId="4DF5787D" w14:textId="77777777" w:rsidR="00810015" w:rsidRDefault="00810015" w:rsidP="00810015">
      <w:r>
        <w:t>206.2194</w:t>
      </w:r>
      <w:r>
        <w:tab/>
        <w:t>2.025e0</w:t>
      </w:r>
    </w:p>
    <w:p w14:paraId="5D1C2D66" w14:textId="77777777" w:rsidR="00810015" w:rsidRDefault="00810015" w:rsidP="00810015">
      <w:r>
        <w:t>206.2254</w:t>
      </w:r>
      <w:r>
        <w:tab/>
        <w:t>3.038e0</w:t>
      </w:r>
    </w:p>
    <w:p w14:paraId="1D0681AA" w14:textId="77777777" w:rsidR="00810015" w:rsidRDefault="00810015" w:rsidP="00810015">
      <w:r>
        <w:t>206.2307</w:t>
      </w:r>
      <w:r>
        <w:tab/>
        <w:t>2.025e0</w:t>
      </w:r>
    </w:p>
    <w:p w14:paraId="1DA927E8" w14:textId="77777777" w:rsidR="00810015" w:rsidRDefault="00810015" w:rsidP="00810015">
      <w:r>
        <w:t>206.2449</w:t>
      </w:r>
      <w:r>
        <w:tab/>
        <w:t>2.025e0</w:t>
      </w:r>
    </w:p>
    <w:p w14:paraId="7D6CBE41" w14:textId="77777777" w:rsidR="00810015" w:rsidRDefault="00810015" w:rsidP="00810015">
      <w:r>
        <w:t>206.2509</w:t>
      </w:r>
      <w:r>
        <w:tab/>
        <w:t>2.025e0</w:t>
      </w:r>
    </w:p>
    <w:p w14:paraId="4FCBAEAF" w14:textId="77777777" w:rsidR="00810015" w:rsidRDefault="00810015" w:rsidP="00810015">
      <w:r>
        <w:t>206.2663</w:t>
      </w:r>
      <w:r>
        <w:tab/>
        <w:t>3.038e0</w:t>
      </w:r>
    </w:p>
    <w:p w14:paraId="53F95F24" w14:textId="77777777" w:rsidR="00810015" w:rsidRDefault="00810015" w:rsidP="00810015">
      <w:r>
        <w:t>206.2764</w:t>
      </w:r>
      <w:r>
        <w:tab/>
        <w:t>1.013e0</w:t>
      </w:r>
    </w:p>
    <w:p w14:paraId="20C3D3AD" w14:textId="77777777" w:rsidR="00810015" w:rsidRDefault="00810015" w:rsidP="00810015">
      <w:r>
        <w:t>206.2801</w:t>
      </w:r>
      <w:r>
        <w:tab/>
        <w:t>5.063e0</w:t>
      </w:r>
    </w:p>
    <w:p w14:paraId="139C6765" w14:textId="77777777" w:rsidR="00810015" w:rsidRDefault="00810015" w:rsidP="00810015">
      <w:r>
        <w:t>206.2851</w:t>
      </w:r>
      <w:r>
        <w:tab/>
        <w:t>2.025e0</w:t>
      </w:r>
    </w:p>
    <w:p w14:paraId="72375578" w14:textId="77777777" w:rsidR="00810015" w:rsidRDefault="00810015" w:rsidP="00810015">
      <w:r>
        <w:t>206.2967</w:t>
      </w:r>
      <w:r>
        <w:tab/>
        <w:t>3.038e0</w:t>
      </w:r>
    </w:p>
    <w:p w14:paraId="4FD6DD3F" w14:textId="77777777" w:rsidR="00810015" w:rsidRDefault="00810015" w:rsidP="00810015">
      <w:r>
        <w:t>206.3058</w:t>
      </w:r>
      <w:r>
        <w:tab/>
        <w:t>4.051e0</w:t>
      </w:r>
    </w:p>
    <w:p w14:paraId="00F28F16" w14:textId="77777777" w:rsidR="00810015" w:rsidRDefault="00810015" w:rsidP="00810015">
      <w:r>
        <w:lastRenderedPageBreak/>
        <w:t>206.3161</w:t>
      </w:r>
      <w:r>
        <w:tab/>
        <w:t>2.640e0</w:t>
      </w:r>
    </w:p>
    <w:p w14:paraId="7467E042" w14:textId="77777777" w:rsidR="00810015" w:rsidRDefault="00810015" w:rsidP="00810015">
      <w:r>
        <w:t>206.3254</w:t>
      </w:r>
      <w:r>
        <w:tab/>
        <w:t>1.013e0</w:t>
      </w:r>
    </w:p>
    <w:p w14:paraId="501336B1" w14:textId="77777777" w:rsidR="00810015" w:rsidRDefault="00810015" w:rsidP="00810015">
      <w:r>
        <w:t>206.3266</w:t>
      </w:r>
      <w:r>
        <w:tab/>
        <w:t>3.038e0</w:t>
      </w:r>
    </w:p>
    <w:p w14:paraId="0C260D47" w14:textId="77777777" w:rsidR="00810015" w:rsidRDefault="00810015" w:rsidP="00810015">
      <w:r>
        <w:t>206.3359</w:t>
      </w:r>
      <w:r>
        <w:tab/>
        <w:t>1.013e0</w:t>
      </w:r>
    </w:p>
    <w:p w14:paraId="2AD822A1" w14:textId="77777777" w:rsidR="00810015" w:rsidRDefault="00810015" w:rsidP="00810015">
      <w:r>
        <w:t>206.3546</w:t>
      </w:r>
      <w:r>
        <w:tab/>
        <w:t>2.025e0</w:t>
      </w:r>
    </w:p>
    <w:p w14:paraId="40B5390E" w14:textId="77777777" w:rsidR="00810015" w:rsidRDefault="00810015" w:rsidP="00810015">
      <w:r>
        <w:t>206.3569</w:t>
      </w:r>
      <w:r>
        <w:tab/>
        <w:t>2.025e0</w:t>
      </w:r>
    </w:p>
    <w:p w14:paraId="035A9B44" w14:textId="77777777" w:rsidR="00810015" w:rsidRDefault="00810015" w:rsidP="00810015">
      <w:r>
        <w:t>206.3624</w:t>
      </w:r>
      <w:r>
        <w:tab/>
        <w:t>1.013e0</w:t>
      </w:r>
    </w:p>
    <w:p w14:paraId="460336A0" w14:textId="77777777" w:rsidR="00810015" w:rsidRDefault="00810015" w:rsidP="00810015">
      <w:r>
        <w:t>206.3714</w:t>
      </w:r>
      <w:r>
        <w:tab/>
        <w:t>3.038e0</w:t>
      </w:r>
    </w:p>
    <w:p w14:paraId="04537770" w14:textId="77777777" w:rsidR="00810015" w:rsidRDefault="00810015" w:rsidP="00810015">
      <w:r>
        <w:t>206.3745</w:t>
      </w:r>
      <w:r>
        <w:tab/>
        <w:t>3.038e0</w:t>
      </w:r>
    </w:p>
    <w:p w14:paraId="1119B8F7" w14:textId="77777777" w:rsidR="00810015" w:rsidRDefault="00810015" w:rsidP="00810015">
      <w:r>
        <w:t>206.3782</w:t>
      </w:r>
      <w:r>
        <w:tab/>
        <w:t>2.025e0</w:t>
      </w:r>
    </w:p>
    <w:p w14:paraId="22D994D4" w14:textId="77777777" w:rsidR="00810015" w:rsidRDefault="00810015" w:rsidP="00810015">
      <w:r>
        <w:t>206.3900</w:t>
      </w:r>
      <w:r>
        <w:tab/>
        <w:t>1.013e0</w:t>
      </w:r>
    </w:p>
    <w:p w14:paraId="102F4C3B" w14:textId="77777777" w:rsidR="00810015" w:rsidRDefault="00810015" w:rsidP="00810015">
      <w:r>
        <w:t>206.3996</w:t>
      </w:r>
      <w:r>
        <w:tab/>
        <w:t>2.025e0</w:t>
      </w:r>
    </w:p>
    <w:p w14:paraId="018C244A" w14:textId="77777777" w:rsidR="00810015" w:rsidRDefault="00810015" w:rsidP="00810015">
      <w:r>
        <w:t>206.4204</w:t>
      </w:r>
      <w:r>
        <w:tab/>
        <w:t>1.013e0</w:t>
      </w:r>
    </w:p>
    <w:p w14:paraId="7858EED7" w14:textId="77777777" w:rsidR="00810015" w:rsidRDefault="00810015" w:rsidP="00810015">
      <w:r>
        <w:t>206.4336</w:t>
      </w:r>
      <w:r>
        <w:tab/>
        <w:t>2.025e0</w:t>
      </w:r>
    </w:p>
    <w:p w14:paraId="06CFA4A6" w14:textId="77777777" w:rsidR="00810015" w:rsidRDefault="00810015" w:rsidP="00810015">
      <w:r>
        <w:t>206.4547</w:t>
      </w:r>
      <w:r>
        <w:tab/>
        <w:t>2.025e0</w:t>
      </w:r>
    </w:p>
    <w:p w14:paraId="66EC1A97" w14:textId="77777777" w:rsidR="00810015" w:rsidRDefault="00810015" w:rsidP="00810015">
      <w:r>
        <w:t>206.4618</w:t>
      </w:r>
      <w:r>
        <w:tab/>
        <w:t>2.025e0</w:t>
      </w:r>
    </w:p>
    <w:p w14:paraId="0AC50C18" w14:textId="77777777" w:rsidR="00810015" w:rsidRDefault="00810015" w:rsidP="00810015">
      <w:r>
        <w:t>206.4887</w:t>
      </w:r>
      <w:r>
        <w:tab/>
        <w:t>2.025e0</w:t>
      </w:r>
    </w:p>
    <w:p w14:paraId="446DA426" w14:textId="77777777" w:rsidR="00810015" w:rsidRDefault="00810015" w:rsidP="00810015">
      <w:r>
        <w:t>206.4934</w:t>
      </w:r>
      <w:r>
        <w:tab/>
        <w:t>1.013e0</w:t>
      </w:r>
    </w:p>
    <w:p w14:paraId="3D3F1ED2" w14:textId="77777777" w:rsidR="00810015" w:rsidRDefault="00810015" w:rsidP="00810015">
      <w:r>
        <w:t>206.5163</w:t>
      </w:r>
      <w:r>
        <w:tab/>
        <w:t>1.013e0</w:t>
      </w:r>
    </w:p>
    <w:p w14:paraId="398E3009" w14:textId="77777777" w:rsidR="00810015" w:rsidRDefault="00810015" w:rsidP="00810015">
      <w:r>
        <w:lastRenderedPageBreak/>
        <w:t>206.5197</w:t>
      </w:r>
      <w:r>
        <w:tab/>
        <w:t>4.051e0</w:t>
      </w:r>
    </w:p>
    <w:p w14:paraId="1ED5A9A1" w14:textId="77777777" w:rsidR="00810015" w:rsidRDefault="00810015" w:rsidP="00810015">
      <w:r>
        <w:t>206.5283</w:t>
      </w:r>
      <w:r>
        <w:tab/>
        <w:t>1.013e0</w:t>
      </w:r>
    </w:p>
    <w:p w14:paraId="05D94F99" w14:textId="77777777" w:rsidR="00810015" w:rsidRDefault="00810015" w:rsidP="00810015">
      <w:r>
        <w:t>206.5313</w:t>
      </w:r>
      <w:r>
        <w:tab/>
        <w:t>1.013e0</w:t>
      </w:r>
    </w:p>
    <w:p w14:paraId="7CCF4658" w14:textId="77777777" w:rsidR="00810015" w:rsidRDefault="00810015" w:rsidP="00810015">
      <w:r>
        <w:t>206.5388</w:t>
      </w:r>
      <w:r>
        <w:tab/>
        <w:t>1.013e0</w:t>
      </w:r>
    </w:p>
    <w:p w14:paraId="36CA8CCA" w14:textId="77777777" w:rsidR="00810015" w:rsidRDefault="00810015" w:rsidP="00810015">
      <w:r>
        <w:t>206.5445</w:t>
      </w:r>
      <w:r>
        <w:tab/>
        <w:t>2.025e0</w:t>
      </w:r>
    </w:p>
    <w:p w14:paraId="1387EDBD" w14:textId="77777777" w:rsidR="00810015" w:rsidRDefault="00810015" w:rsidP="00810015">
      <w:r>
        <w:t>206.5614</w:t>
      </w:r>
      <w:r>
        <w:tab/>
        <w:t>1.013e0</w:t>
      </w:r>
    </w:p>
    <w:p w14:paraId="60B822A8" w14:textId="77777777" w:rsidR="00810015" w:rsidRDefault="00810015" w:rsidP="00810015">
      <w:r>
        <w:t>206.5734</w:t>
      </w:r>
      <w:r>
        <w:tab/>
        <w:t>1.013e0</w:t>
      </w:r>
    </w:p>
    <w:p w14:paraId="13166D50" w14:textId="77777777" w:rsidR="00810015" w:rsidRDefault="00810015" w:rsidP="00810015">
      <w:r>
        <w:t>206.5801</w:t>
      </w:r>
      <w:r>
        <w:tab/>
        <w:t>3.038e0</w:t>
      </w:r>
    </w:p>
    <w:p w14:paraId="5E6C4737" w14:textId="77777777" w:rsidR="00810015" w:rsidRDefault="00810015" w:rsidP="00810015">
      <w:r>
        <w:t>206.5829</w:t>
      </w:r>
      <w:r>
        <w:tab/>
        <w:t>3.038e0</w:t>
      </w:r>
    </w:p>
    <w:p w14:paraId="7AF4E8CF" w14:textId="77777777" w:rsidR="00810015" w:rsidRDefault="00810015" w:rsidP="00810015">
      <w:r>
        <w:t>206.5858</w:t>
      </w:r>
      <w:r>
        <w:tab/>
        <w:t>2.025e0</w:t>
      </w:r>
    </w:p>
    <w:p w14:paraId="2094599E" w14:textId="77777777" w:rsidR="00810015" w:rsidRDefault="00810015" w:rsidP="00810015">
      <w:r>
        <w:t>206.6071</w:t>
      </w:r>
      <w:r>
        <w:tab/>
        <w:t>1.013e0</w:t>
      </w:r>
    </w:p>
    <w:p w14:paraId="763EC528" w14:textId="77777777" w:rsidR="00810015" w:rsidRDefault="00810015" w:rsidP="00810015">
      <w:r>
        <w:t>206.6111</w:t>
      </w:r>
      <w:r>
        <w:tab/>
        <w:t>1.013e0</w:t>
      </w:r>
    </w:p>
    <w:p w14:paraId="611E89AA" w14:textId="77777777" w:rsidR="00810015" w:rsidRDefault="00810015" w:rsidP="00810015">
      <w:r>
        <w:t>206.6269</w:t>
      </w:r>
      <w:r>
        <w:tab/>
        <w:t>1.013e0</w:t>
      </w:r>
    </w:p>
    <w:p w14:paraId="6B941B97" w14:textId="77777777" w:rsidR="00810015" w:rsidRDefault="00810015" w:rsidP="00810015">
      <w:r>
        <w:t>206.6317</w:t>
      </w:r>
      <w:r>
        <w:tab/>
        <w:t>4.051e0</w:t>
      </w:r>
    </w:p>
    <w:p w14:paraId="2BF37215" w14:textId="77777777" w:rsidR="00810015" w:rsidRDefault="00810015" w:rsidP="00810015">
      <w:r>
        <w:t>206.6385</w:t>
      </w:r>
      <w:r>
        <w:tab/>
        <w:t>1.013e0</w:t>
      </w:r>
    </w:p>
    <w:p w14:paraId="356C5DC8" w14:textId="77777777" w:rsidR="00810015" w:rsidRDefault="00810015" w:rsidP="00810015">
      <w:r>
        <w:t>206.6534</w:t>
      </w:r>
      <w:r>
        <w:tab/>
        <w:t>1.013e0</w:t>
      </w:r>
    </w:p>
    <w:p w14:paraId="19568671" w14:textId="77777777" w:rsidR="00810015" w:rsidRDefault="00810015" w:rsidP="00810015">
      <w:r>
        <w:t>206.6692</w:t>
      </w:r>
      <w:r>
        <w:tab/>
        <w:t>2.025e0</w:t>
      </w:r>
    </w:p>
    <w:p w14:paraId="27706D27" w14:textId="77777777" w:rsidR="00810015" w:rsidRDefault="00810015" w:rsidP="00810015">
      <w:r>
        <w:t>206.6798</w:t>
      </w:r>
      <w:r>
        <w:tab/>
        <w:t>1.013e0</w:t>
      </w:r>
    </w:p>
    <w:p w14:paraId="1F182B51" w14:textId="77777777" w:rsidR="00810015" w:rsidRDefault="00810015" w:rsidP="00810015">
      <w:r>
        <w:t>206.6891</w:t>
      </w:r>
      <w:r>
        <w:tab/>
        <w:t>2.025e0</w:t>
      </w:r>
    </w:p>
    <w:p w14:paraId="7D42741A" w14:textId="77777777" w:rsidR="00810015" w:rsidRDefault="00810015" w:rsidP="00810015">
      <w:r>
        <w:lastRenderedPageBreak/>
        <w:t>206.6986</w:t>
      </w:r>
      <w:r>
        <w:tab/>
        <w:t>1.013e0</w:t>
      </w:r>
    </w:p>
    <w:p w14:paraId="796CF3B1" w14:textId="77777777" w:rsidR="00810015" w:rsidRDefault="00810015" w:rsidP="00810015">
      <w:r>
        <w:t>206.7004</w:t>
      </w:r>
      <w:r>
        <w:tab/>
        <w:t>2.025e0</w:t>
      </w:r>
    </w:p>
    <w:p w14:paraId="63CDBD04" w14:textId="77777777" w:rsidR="00810015" w:rsidRDefault="00810015" w:rsidP="00810015">
      <w:r>
        <w:t>206.7175</w:t>
      </w:r>
      <w:r>
        <w:tab/>
        <w:t>4.051e0</w:t>
      </w:r>
    </w:p>
    <w:p w14:paraId="66D93C0F" w14:textId="77777777" w:rsidR="00810015" w:rsidRDefault="00810015" w:rsidP="00810015">
      <w:r>
        <w:t>206.7256</w:t>
      </w:r>
      <w:r>
        <w:tab/>
        <w:t>1.013e0</w:t>
      </w:r>
    </w:p>
    <w:p w14:paraId="36E20416" w14:textId="77777777" w:rsidR="00810015" w:rsidRDefault="00810015" w:rsidP="00810015">
      <w:r>
        <w:t>206.7535</w:t>
      </w:r>
      <w:r>
        <w:tab/>
        <w:t>2.025e0</w:t>
      </w:r>
    </w:p>
    <w:p w14:paraId="17C38468" w14:textId="77777777" w:rsidR="00810015" w:rsidRDefault="00810015" w:rsidP="00810015">
      <w:r>
        <w:t>206.7644</w:t>
      </w:r>
      <w:r>
        <w:tab/>
        <w:t>2.025e0</w:t>
      </w:r>
    </w:p>
    <w:p w14:paraId="42BB370A" w14:textId="77777777" w:rsidR="00810015" w:rsidRDefault="00810015" w:rsidP="00810015">
      <w:r>
        <w:t>206.7794</w:t>
      </w:r>
      <w:r>
        <w:tab/>
        <w:t>3.038e0</w:t>
      </w:r>
    </w:p>
    <w:p w14:paraId="233B4962" w14:textId="77777777" w:rsidR="00810015" w:rsidRDefault="00810015" w:rsidP="00810015">
      <w:r>
        <w:t>206.7907</w:t>
      </w:r>
      <w:r>
        <w:tab/>
        <w:t>1.013e0</w:t>
      </w:r>
    </w:p>
    <w:p w14:paraId="347B0AC5" w14:textId="77777777" w:rsidR="00810015" w:rsidRDefault="00810015" w:rsidP="00810015">
      <w:r>
        <w:t>206.8132</w:t>
      </w:r>
      <w:r>
        <w:tab/>
        <w:t>1.013e0</w:t>
      </w:r>
    </w:p>
    <w:p w14:paraId="6F58FD0F" w14:textId="77777777" w:rsidR="00810015" w:rsidRDefault="00810015" w:rsidP="00810015">
      <w:r>
        <w:t>206.8214</w:t>
      </w:r>
      <w:r>
        <w:tab/>
        <w:t>1.013e0</w:t>
      </w:r>
    </w:p>
    <w:p w14:paraId="43F10BF4" w14:textId="77777777" w:rsidR="00810015" w:rsidRDefault="00810015" w:rsidP="00810015">
      <w:r>
        <w:t>206.8228</w:t>
      </w:r>
      <w:r>
        <w:tab/>
        <w:t>2.025e0</w:t>
      </w:r>
    </w:p>
    <w:p w14:paraId="116471E0" w14:textId="77777777" w:rsidR="00810015" w:rsidRDefault="00810015" w:rsidP="00810015">
      <w:r>
        <w:t>206.8578</w:t>
      </w:r>
      <w:r>
        <w:tab/>
        <w:t>2.025e0</w:t>
      </w:r>
    </w:p>
    <w:p w14:paraId="557156DF" w14:textId="77777777" w:rsidR="00810015" w:rsidRDefault="00810015" w:rsidP="00810015">
      <w:r>
        <w:t>206.8656</w:t>
      </w:r>
      <w:r>
        <w:tab/>
        <w:t>2.025e0</w:t>
      </w:r>
    </w:p>
    <w:p w14:paraId="781E8133" w14:textId="77777777" w:rsidR="00810015" w:rsidRDefault="00810015" w:rsidP="00810015">
      <w:r>
        <w:t>206.8753</w:t>
      </w:r>
      <w:r>
        <w:tab/>
        <w:t>1.013e0</w:t>
      </w:r>
    </w:p>
    <w:p w14:paraId="454F79B6" w14:textId="77777777" w:rsidR="00810015" w:rsidRDefault="00810015" w:rsidP="00810015">
      <w:r>
        <w:t>206.8873</w:t>
      </w:r>
      <w:r>
        <w:tab/>
        <w:t>1.013e0</w:t>
      </w:r>
    </w:p>
    <w:p w14:paraId="14FD2272" w14:textId="77777777" w:rsidR="00810015" w:rsidRDefault="00810015" w:rsidP="00810015">
      <w:r>
        <w:t>206.8941</w:t>
      </w:r>
      <w:r>
        <w:tab/>
        <w:t>2.025e0</w:t>
      </w:r>
    </w:p>
    <w:p w14:paraId="4E1F3566" w14:textId="77777777" w:rsidR="00810015" w:rsidRDefault="00810015" w:rsidP="00810015">
      <w:r>
        <w:t>206.9129</w:t>
      </w:r>
      <w:r>
        <w:tab/>
        <w:t>1.013e0</w:t>
      </w:r>
    </w:p>
    <w:p w14:paraId="1E50568F" w14:textId="77777777" w:rsidR="00810015" w:rsidRDefault="00810015" w:rsidP="00810015">
      <w:r>
        <w:t>206.9167</w:t>
      </w:r>
      <w:r>
        <w:tab/>
        <w:t>1.013e0</w:t>
      </w:r>
    </w:p>
    <w:p w14:paraId="0B1570E3" w14:textId="77777777" w:rsidR="00810015" w:rsidRDefault="00810015" w:rsidP="00810015">
      <w:r>
        <w:t>206.9324</w:t>
      </w:r>
      <w:r>
        <w:tab/>
        <w:t>1.013e0</w:t>
      </w:r>
    </w:p>
    <w:p w14:paraId="50986C23" w14:textId="77777777" w:rsidR="00810015" w:rsidRDefault="00810015" w:rsidP="00810015">
      <w:r>
        <w:lastRenderedPageBreak/>
        <w:t>206.9470</w:t>
      </w:r>
      <w:r>
        <w:tab/>
        <w:t>1.013e0</w:t>
      </w:r>
    </w:p>
    <w:p w14:paraId="027952FC" w14:textId="77777777" w:rsidR="00810015" w:rsidRDefault="00810015" w:rsidP="00810015">
      <w:r>
        <w:t>206.9512</w:t>
      </w:r>
      <w:r>
        <w:tab/>
        <w:t>3.249e0</w:t>
      </w:r>
    </w:p>
    <w:p w14:paraId="03713FFA" w14:textId="77777777" w:rsidR="00810015" w:rsidRDefault="00810015" w:rsidP="00810015">
      <w:r>
        <w:t>206.9766</w:t>
      </w:r>
      <w:r>
        <w:tab/>
        <w:t>2.266e0</w:t>
      </w:r>
    </w:p>
    <w:p w14:paraId="2AB016AB" w14:textId="77777777" w:rsidR="00810015" w:rsidRDefault="00810015" w:rsidP="00810015">
      <w:r>
        <w:t>207.0031</w:t>
      </w:r>
      <w:r>
        <w:tab/>
        <w:t>2.025e0</w:t>
      </w:r>
    </w:p>
    <w:p w14:paraId="4062551C" w14:textId="77777777" w:rsidR="00810015" w:rsidRDefault="00810015" w:rsidP="00810015">
      <w:r>
        <w:t>207.0083</w:t>
      </w:r>
      <w:r>
        <w:tab/>
        <w:t>1.566e0</w:t>
      </w:r>
    </w:p>
    <w:p w14:paraId="1767EA34" w14:textId="77777777" w:rsidR="00810015" w:rsidRDefault="00810015" w:rsidP="00810015">
      <w:r>
        <w:t>207.0108</w:t>
      </w:r>
      <w:r>
        <w:tab/>
        <w:t>1.518e0</w:t>
      </w:r>
    </w:p>
    <w:p w14:paraId="08909294" w14:textId="77777777" w:rsidR="00810015" w:rsidRDefault="00810015" w:rsidP="00810015">
      <w:r>
        <w:t>207.0239</w:t>
      </w:r>
      <w:r>
        <w:tab/>
        <w:t>1.013e0</w:t>
      </w:r>
    </w:p>
    <w:p w14:paraId="2D53E865" w14:textId="77777777" w:rsidR="00810015" w:rsidRDefault="00810015" w:rsidP="00810015">
      <w:r>
        <w:t>207.0276</w:t>
      </w:r>
      <w:r>
        <w:tab/>
        <w:t>1.013e0</w:t>
      </w:r>
    </w:p>
    <w:p w14:paraId="0707401D" w14:textId="77777777" w:rsidR="00810015" w:rsidRDefault="00810015" w:rsidP="00810015">
      <w:r>
        <w:t>207.0352</w:t>
      </w:r>
      <w:r>
        <w:tab/>
        <w:t>1.013e0</w:t>
      </w:r>
    </w:p>
    <w:p w14:paraId="3C334EB5" w14:textId="77777777" w:rsidR="00810015" w:rsidRDefault="00810015" w:rsidP="00810015">
      <w:r>
        <w:t>207.0619</w:t>
      </w:r>
      <w:r>
        <w:tab/>
        <w:t>2.025e0</w:t>
      </w:r>
    </w:p>
    <w:p w14:paraId="175F5C1C" w14:textId="77777777" w:rsidR="00810015" w:rsidRDefault="00810015" w:rsidP="00810015">
      <w:r>
        <w:t>207.0696</w:t>
      </w:r>
      <w:r>
        <w:tab/>
        <w:t>1.013e0</w:t>
      </w:r>
    </w:p>
    <w:p w14:paraId="405D564B" w14:textId="77777777" w:rsidR="00810015" w:rsidRDefault="00810015" w:rsidP="00810015">
      <w:r>
        <w:t>207.1064</w:t>
      </w:r>
      <w:r>
        <w:tab/>
        <w:t>1.402e1</w:t>
      </w:r>
    </w:p>
    <w:p w14:paraId="57C456F5" w14:textId="77777777" w:rsidR="00810015" w:rsidRDefault="00810015" w:rsidP="00810015">
      <w:r>
        <w:t>207.1082</w:t>
      </w:r>
      <w:r>
        <w:tab/>
        <w:t>1.501e1</w:t>
      </w:r>
    </w:p>
    <w:p w14:paraId="2248DB6F" w14:textId="77777777" w:rsidR="00810015" w:rsidRDefault="00810015" w:rsidP="00810015">
      <w:r>
        <w:t>207.1095</w:t>
      </w:r>
      <w:r>
        <w:tab/>
        <w:t>5.665e1</w:t>
      </w:r>
    </w:p>
    <w:p w14:paraId="6016F06A" w14:textId="77777777" w:rsidR="00810015" w:rsidRDefault="00810015" w:rsidP="00810015">
      <w:r>
        <w:t>207.1369</w:t>
      </w:r>
      <w:r>
        <w:tab/>
        <w:t>2.476e0</w:t>
      </w:r>
    </w:p>
    <w:p w14:paraId="6B11EA19" w14:textId="77777777" w:rsidR="00810015" w:rsidRDefault="00810015" w:rsidP="00810015">
      <w:r>
        <w:t>207.1499</w:t>
      </w:r>
      <w:r>
        <w:tab/>
        <w:t>2.025e0</w:t>
      </w:r>
    </w:p>
    <w:p w14:paraId="294EA7E3" w14:textId="77777777" w:rsidR="00810015" w:rsidRDefault="00810015" w:rsidP="00810015">
      <w:r>
        <w:t>207.1732</w:t>
      </w:r>
      <w:r>
        <w:tab/>
        <w:t>2.025e0</w:t>
      </w:r>
    </w:p>
    <w:p w14:paraId="498B6B08" w14:textId="77777777" w:rsidR="00810015" w:rsidRDefault="00810015" w:rsidP="00810015">
      <w:r>
        <w:t>207.1764</w:t>
      </w:r>
      <w:r>
        <w:tab/>
        <w:t>1.013e0</w:t>
      </w:r>
    </w:p>
    <w:p w14:paraId="0495FB42" w14:textId="77777777" w:rsidR="00810015" w:rsidRDefault="00810015" w:rsidP="00810015">
      <w:r>
        <w:t>207.1804</w:t>
      </w:r>
      <w:r>
        <w:tab/>
        <w:t>1.013e0</w:t>
      </w:r>
    </w:p>
    <w:p w14:paraId="08D4D54B" w14:textId="77777777" w:rsidR="00810015" w:rsidRDefault="00810015" w:rsidP="00810015">
      <w:r>
        <w:lastRenderedPageBreak/>
        <w:t>207.1970</w:t>
      </w:r>
      <w:r>
        <w:tab/>
        <w:t>1.013e0</w:t>
      </w:r>
    </w:p>
    <w:p w14:paraId="68074834" w14:textId="77777777" w:rsidR="00810015" w:rsidRDefault="00810015" w:rsidP="00810015">
      <w:r>
        <w:t>207.2016</w:t>
      </w:r>
      <w:r>
        <w:tab/>
        <w:t>4.051e0</w:t>
      </w:r>
    </w:p>
    <w:p w14:paraId="7A69E84D" w14:textId="77777777" w:rsidR="00810015" w:rsidRDefault="00810015" w:rsidP="00810015">
      <w:r>
        <w:t>207.2258</w:t>
      </w:r>
      <w:r>
        <w:tab/>
        <w:t>2.025e0</w:t>
      </w:r>
    </w:p>
    <w:p w14:paraId="4C01C403" w14:textId="77777777" w:rsidR="00810015" w:rsidRDefault="00810015" w:rsidP="00810015">
      <w:r>
        <w:t>207.2533</w:t>
      </w:r>
      <w:r>
        <w:tab/>
        <w:t>1.013e0</w:t>
      </w:r>
    </w:p>
    <w:p w14:paraId="7AC9929C" w14:textId="77777777" w:rsidR="00810015" w:rsidRDefault="00810015" w:rsidP="00810015">
      <w:r>
        <w:t>207.2766</w:t>
      </w:r>
      <w:r>
        <w:tab/>
        <w:t>1.013e0</w:t>
      </w:r>
    </w:p>
    <w:p w14:paraId="220A5D9D" w14:textId="77777777" w:rsidR="00810015" w:rsidRDefault="00810015" w:rsidP="00810015">
      <w:r>
        <w:t>207.2833</w:t>
      </w:r>
      <w:r>
        <w:tab/>
        <w:t>1.013e0</w:t>
      </w:r>
    </w:p>
    <w:p w14:paraId="02B61C17" w14:textId="77777777" w:rsidR="00810015" w:rsidRDefault="00810015" w:rsidP="00810015">
      <w:r>
        <w:t>207.2971</w:t>
      </w:r>
      <w:r>
        <w:tab/>
        <w:t>3.038e0</w:t>
      </w:r>
    </w:p>
    <w:p w14:paraId="1F605FD8" w14:textId="77777777" w:rsidR="00810015" w:rsidRDefault="00810015" w:rsidP="00810015">
      <w:r>
        <w:t>207.3048</w:t>
      </w:r>
      <w:r>
        <w:tab/>
        <w:t>3.038e0</w:t>
      </w:r>
    </w:p>
    <w:p w14:paraId="4F49B1DE" w14:textId="77777777" w:rsidR="00810015" w:rsidRDefault="00810015" w:rsidP="00810015">
      <w:r>
        <w:t>207.3150</w:t>
      </w:r>
      <w:r>
        <w:tab/>
        <w:t>1.013e0</w:t>
      </w:r>
    </w:p>
    <w:p w14:paraId="59397EAB" w14:textId="77777777" w:rsidR="00810015" w:rsidRDefault="00810015" w:rsidP="00810015">
      <w:r>
        <w:t>207.3314</w:t>
      </w:r>
      <w:r>
        <w:tab/>
        <w:t>3.038e0</w:t>
      </w:r>
    </w:p>
    <w:p w14:paraId="0DBD4AFA" w14:textId="77777777" w:rsidR="00810015" w:rsidRDefault="00810015" w:rsidP="00810015">
      <w:r>
        <w:t>207.3417</w:t>
      </w:r>
      <w:r>
        <w:tab/>
        <w:t>1.013e0</w:t>
      </w:r>
    </w:p>
    <w:p w14:paraId="31F21F08" w14:textId="77777777" w:rsidR="00810015" w:rsidRDefault="00810015" w:rsidP="00810015">
      <w:r>
        <w:t>207.3687</w:t>
      </w:r>
      <w:r>
        <w:tab/>
        <w:t>7.089e0</w:t>
      </w:r>
    </w:p>
    <w:p w14:paraId="309D30F3" w14:textId="77777777" w:rsidR="00810015" w:rsidRDefault="00810015" w:rsidP="00810015">
      <w:r>
        <w:t>207.4061</w:t>
      </w:r>
      <w:r>
        <w:tab/>
        <w:t>1.013e0</w:t>
      </w:r>
    </w:p>
    <w:p w14:paraId="196BB937" w14:textId="77777777" w:rsidR="00810015" w:rsidRDefault="00810015" w:rsidP="00810015">
      <w:r>
        <w:t>207.4180</w:t>
      </w:r>
      <w:r>
        <w:tab/>
        <w:t>1.013e0</w:t>
      </w:r>
    </w:p>
    <w:p w14:paraId="54AD2BC6" w14:textId="77777777" w:rsidR="00810015" w:rsidRDefault="00810015" w:rsidP="00810015">
      <w:r>
        <w:t>207.4198</w:t>
      </w:r>
      <w:r>
        <w:tab/>
        <w:t>2.025e0</w:t>
      </w:r>
    </w:p>
    <w:p w14:paraId="12753EFF" w14:textId="77777777" w:rsidR="00810015" w:rsidRDefault="00810015" w:rsidP="00810015">
      <w:r>
        <w:t>207.4378</w:t>
      </w:r>
      <w:r>
        <w:tab/>
        <w:t>1.013e0</w:t>
      </w:r>
    </w:p>
    <w:p w14:paraId="36FE7DFA" w14:textId="77777777" w:rsidR="00810015" w:rsidRDefault="00810015" w:rsidP="00810015">
      <w:r>
        <w:t>207.4603</w:t>
      </w:r>
      <w:r>
        <w:tab/>
        <w:t>1.013e0</w:t>
      </w:r>
    </w:p>
    <w:p w14:paraId="5C33A248" w14:textId="77777777" w:rsidR="00810015" w:rsidRDefault="00810015" w:rsidP="00810015">
      <w:r>
        <w:t>207.4736</w:t>
      </w:r>
      <w:r>
        <w:tab/>
        <w:t>3.038e0</w:t>
      </w:r>
    </w:p>
    <w:p w14:paraId="43E5826B" w14:textId="77777777" w:rsidR="00810015" w:rsidRDefault="00810015" w:rsidP="00810015">
      <w:r>
        <w:t>207.4772</w:t>
      </w:r>
      <w:r>
        <w:tab/>
        <w:t>2.025e0</w:t>
      </w:r>
    </w:p>
    <w:p w14:paraId="56C909AD" w14:textId="77777777" w:rsidR="00810015" w:rsidRDefault="00810015" w:rsidP="00810015">
      <w:r>
        <w:lastRenderedPageBreak/>
        <w:t>207.5290</w:t>
      </w:r>
      <w:r>
        <w:tab/>
        <w:t>1.013e0</w:t>
      </w:r>
    </w:p>
    <w:p w14:paraId="798524A2" w14:textId="77777777" w:rsidR="00810015" w:rsidRDefault="00810015" w:rsidP="00810015">
      <w:r>
        <w:t>207.5369</w:t>
      </w:r>
      <w:r>
        <w:tab/>
        <w:t>1.013e0</w:t>
      </w:r>
    </w:p>
    <w:p w14:paraId="03DB658C" w14:textId="77777777" w:rsidR="00810015" w:rsidRDefault="00810015" w:rsidP="00810015">
      <w:r>
        <w:t>207.5448</w:t>
      </w:r>
      <w:r>
        <w:tab/>
        <w:t>1.013e0</w:t>
      </w:r>
    </w:p>
    <w:p w14:paraId="12D367BB" w14:textId="77777777" w:rsidR="00810015" w:rsidRDefault="00810015" w:rsidP="00810015">
      <w:r>
        <w:t>207.5601</w:t>
      </w:r>
      <w:r>
        <w:tab/>
        <w:t>2.025e0</w:t>
      </w:r>
    </w:p>
    <w:p w14:paraId="533F296E" w14:textId="77777777" w:rsidR="00810015" w:rsidRDefault="00810015" w:rsidP="00810015">
      <w:r>
        <w:t>207.5638</w:t>
      </w:r>
      <w:r>
        <w:tab/>
        <w:t>1.013e0</w:t>
      </w:r>
    </w:p>
    <w:p w14:paraId="39253927" w14:textId="77777777" w:rsidR="00810015" w:rsidRDefault="00810015" w:rsidP="00810015">
      <w:r>
        <w:t>207.5796</w:t>
      </w:r>
      <w:r>
        <w:tab/>
        <w:t>1.013e0</w:t>
      </w:r>
    </w:p>
    <w:p w14:paraId="640E5EFD" w14:textId="77777777" w:rsidR="00810015" w:rsidRDefault="00810015" w:rsidP="00810015">
      <w:r>
        <w:t>207.5902</w:t>
      </w:r>
      <w:r>
        <w:tab/>
        <w:t>1.013e0</w:t>
      </w:r>
    </w:p>
    <w:p w14:paraId="165EF73D" w14:textId="77777777" w:rsidR="00810015" w:rsidRDefault="00810015" w:rsidP="00810015">
      <w:r>
        <w:t>207.6060</w:t>
      </w:r>
      <w:r>
        <w:tab/>
        <w:t>1.013e0</w:t>
      </w:r>
    </w:p>
    <w:p w14:paraId="543FA524" w14:textId="77777777" w:rsidR="00810015" w:rsidRDefault="00810015" w:rsidP="00810015">
      <w:r>
        <w:t>207.6165</w:t>
      </w:r>
      <w:r>
        <w:tab/>
        <w:t>1.013e0</w:t>
      </w:r>
    </w:p>
    <w:p w14:paraId="28AF48F2" w14:textId="77777777" w:rsidR="00810015" w:rsidRDefault="00810015" w:rsidP="00810015">
      <w:r>
        <w:t>207.6400</w:t>
      </w:r>
      <w:r>
        <w:tab/>
        <w:t>1.013e0</w:t>
      </w:r>
    </w:p>
    <w:p w14:paraId="678E30D9" w14:textId="77777777" w:rsidR="00810015" w:rsidRDefault="00810015" w:rsidP="00810015">
      <w:r>
        <w:t>207.6637</w:t>
      </w:r>
      <w:r>
        <w:tab/>
        <w:t>1.013e0</w:t>
      </w:r>
    </w:p>
    <w:p w14:paraId="54F4D2DE" w14:textId="77777777" w:rsidR="00810015" w:rsidRDefault="00810015" w:rsidP="00810015">
      <w:r>
        <w:t>207.6718</w:t>
      </w:r>
      <w:r>
        <w:tab/>
        <w:t>1.013e0</w:t>
      </w:r>
    </w:p>
    <w:p w14:paraId="4F4A66EA" w14:textId="77777777" w:rsidR="00810015" w:rsidRDefault="00810015" w:rsidP="00810015">
      <w:r>
        <w:t>207.6768</w:t>
      </w:r>
      <w:r>
        <w:tab/>
        <w:t>2.025e0</w:t>
      </w:r>
    </w:p>
    <w:p w14:paraId="745AF7CC" w14:textId="77777777" w:rsidR="00810015" w:rsidRDefault="00810015" w:rsidP="00810015">
      <w:r>
        <w:t>207.6786</w:t>
      </w:r>
      <w:r>
        <w:tab/>
        <w:t>1.013e0</w:t>
      </w:r>
    </w:p>
    <w:p w14:paraId="60E13050" w14:textId="77777777" w:rsidR="00810015" w:rsidRDefault="00810015" w:rsidP="00810015">
      <w:r>
        <w:t>207.7088</w:t>
      </w:r>
      <w:r>
        <w:tab/>
        <w:t>3.038e0</w:t>
      </w:r>
    </w:p>
    <w:p w14:paraId="3A0759C9" w14:textId="77777777" w:rsidR="00810015" w:rsidRDefault="00810015" w:rsidP="00810015">
      <w:r>
        <w:t>207.7439</w:t>
      </w:r>
      <w:r>
        <w:tab/>
        <w:t>1.013e0</w:t>
      </w:r>
    </w:p>
    <w:p w14:paraId="470C3D00" w14:textId="77777777" w:rsidR="00810015" w:rsidRDefault="00810015" w:rsidP="00810015">
      <w:r>
        <w:t>207.7590</w:t>
      </w:r>
      <w:r>
        <w:tab/>
        <w:t>1.013e0</w:t>
      </w:r>
    </w:p>
    <w:p w14:paraId="3B8CFFB1" w14:textId="77777777" w:rsidR="00810015" w:rsidRDefault="00810015" w:rsidP="00810015">
      <w:r>
        <w:t>207.7709</w:t>
      </w:r>
      <w:r>
        <w:tab/>
        <w:t>1.013e0</w:t>
      </w:r>
    </w:p>
    <w:p w14:paraId="2B3A0936" w14:textId="77777777" w:rsidR="00810015" w:rsidRDefault="00810015" w:rsidP="00810015">
      <w:r>
        <w:t>207.7859</w:t>
      </w:r>
      <w:r>
        <w:tab/>
        <w:t>1.013e0</w:t>
      </w:r>
    </w:p>
    <w:p w14:paraId="6C802346" w14:textId="77777777" w:rsidR="00810015" w:rsidRDefault="00810015" w:rsidP="00810015">
      <w:r>
        <w:lastRenderedPageBreak/>
        <w:t>207.8010</w:t>
      </w:r>
      <w:r>
        <w:tab/>
        <w:t>1.013e0</w:t>
      </w:r>
    </w:p>
    <w:p w14:paraId="0AD61949" w14:textId="77777777" w:rsidR="00810015" w:rsidRDefault="00810015" w:rsidP="00810015">
      <w:r>
        <w:t>207.8123</w:t>
      </w:r>
      <w:r>
        <w:tab/>
        <w:t>1.013e0</w:t>
      </w:r>
    </w:p>
    <w:p w14:paraId="5294CBE0" w14:textId="77777777" w:rsidR="00810015" w:rsidRDefault="00810015" w:rsidP="00810015">
      <w:r>
        <w:t>207.8407</w:t>
      </w:r>
      <w:r>
        <w:tab/>
        <w:t>2.025e0</w:t>
      </w:r>
    </w:p>
    <w:p w14:paraId="315E3FB8" w14:textId="77777777" w:rsidR="00810015" w:rsidRDefault="00810015" w:rsidP="00810015">
      <w:r>
        <w:t>207.8487</w:t>
      </w:r>
      <w:r>
        <w:tab/>
        <w:t>2.025e0</w:t>
      </w:r>
    </w:p>
    <w:p w14:paraId="07BF4C8A" w14:textId="77777777" w:rsidR="00810015" w:rsidRDefault="00810015" w:rsidP="00810015">
      <w:r>
        <w:t>207.8741</w:t>
      </w:r>
      <w:r>
        <w:tab/>
        <w:t>1.013e0</w:t>
      </w:r>
    </w:p>
    <w:p w14:paraId="50E803AD" w14:textId="77777777" w:rsidR="00810015" w:rsidRDefault="00810015" w:rsidP="00810015">
      <w:r>
        <w:t>207.8934</w:t>
      </w:r>
      <w:r>
        <w:tab/>
        <w:t>2.025e0</w:t>
      </w:r>
    </w:p>
    <w:p w14:paraId="6FE1F0DE" w14:textId="77777777" w:rsidR="00810015" w:rsidRDefault="00810015" w:rsidP="00810015">
      <w:r>
        <w:t>207.8997</w:t>
      </w:r>
      <w:r>
        <w:tab/>
        <w:t>2.025e0</w:t>
      </w:r>
    </w:p>
    <w:p w14:paraId="49E25980" w14:textId="77777777" w:rsidR="00810015" w:rsidRDefault="00810015" w:rsidP="00810015">
      <w:r>
        <w:t>207.9008</w:t>
      </w:r>
      <w:r>
        <w:tab/>
        <w:t>2.025e0</w:t>
      </w:r>
    </w:p>
    <w:p w14:paraId="0B907039" w14:textId="77777777" w:rsidR="00810015" w:rsidRDefault="00810015" w:rsidP="00810015">
      <w:r>
        <w:t>207.9348</w:t>
      </w:r>
      <w:r>
        <w:tab/>
        <w:t>2.025e0</w:t>
      </w:r>
    </w:p>
    <w:p w14:paraId="3F2E03B0" w14:textId="77777777" w:rsidR="00810015" w:rsidRDefault="00810015" w:rsidP="00810015">
      <w:r>
        <w:t>207.9366</w:t>
      </w:r>
      <w:r>
        <w:tab/>
        <w:t>2.025e0</w:t>
      </w:r>
    </w:p>
    <w:p w14:paraId="63504DA1" w14:textId="77777777" w:rsidR="00810015" w:rsidRDefault="00810015" w:rsidP="00810015">
      <w:r>
        <w:t>207.9423</w:t>
      </w:r>
      <w:r>
        <w:tab/>
        <w:t>1.013e0</w:t>
      </w:r>
    </w:p>
    <w:p w14:paraId="1ABEF966" w14:textId="77777777" w:rsidR="00810015" w:rsidRDefault="00810015" w:rsidP="00810015">
      <w:r>
        <w:t>207.9567</w:t>
      </w:r>
      <w:r>
        <w:tab/>
        <w:t>4.051e0</w:t>
      </w:r>
    </w:p>
    <w:p w14:paraId="2B7284B7" w14:textId="77777777" w:rsidR="00810015" w:rsidRDefault="00810015" w:rsidP="00810015">
      <w:r>
        <w:t>208.0394</w:t>
      </w:r>
      <w:r>
        <w:tab/>
        <w:t>1.397e2</w:t>
      </w:r>
    </w:p>
    <w:p w14:paraId="635A1EF8" w14:textId="77777777" w:rsidR="00810015" w:rsidRDefault="00810015" w:rsidP="00810015">
      <w:r>
        <w:t>208.0410</w:t>
      </w:r>
      <w:r>
        <w:tab/>
        <w:t>6.009e2</w:t>
      </w:r>
    </w:p>
    <w:p w14:paraId="1362FCAB" w14:textId="77777777" w:rsidR="00810015" w:rsidRDefault="00810015" w:rsidP="00810015">
      <w:r>
        <w:t>208.0943</w:t>
      </w:r>
      <w:r>
        <w:tab/>
        <w:t>2.025e0</w:t>
      </w:r>
    </w:p>
    <w:p w14:paraId="5783E72A" w14:textId="77777777" w:rsidR="00810015" w:rsidRDefault="00810015" w:rsidP="00810015">
      <w:r>
        <w:t>208.0976</w:t>
      </w:r>
      <w:r>
        <w:tab/>
        <w:t>5.761e0</w:t>
      </w:r>
    </w:p>
    <w:p w14:paraId="7A481530" w14:textId="77777777" w:rsidR="00810015" w:rsidRDefault="00810015" w:rsidP="00810015">
      <w:r>
        <w:t>208.1045</w:t>
      </w:r>
      <w:r>
        <w:tab/>
        <w:t>5.063e0</w:t>
      </w:r>
    </w:p>
    <w:p w14:paraId="3A61D7F6" w14:textId="77777777" w:rsidR="00810015" w:rsidRDefault="00810015" w:rsidP="00810015">
      <w:r>
        <w:t>208.1077</w:t>
      </w:r>
      <w:r>
        <w:tab/>
        <w:t>1.695e0</w:t>
      </w:r>
    </w:p>
    <w:p w14:paraId="56A6C637" w14:textId="77777777" w:rsidR="00810015" w:rsidRDefault="00810015" w:rsidP="00810015">
      <w:r>
        <w:t>208.1210</w:t>
      </w:r>
      <w:r>
        <w:tab/>
        <w:t>2.660e0</w:t>
      </w:r>
    </w:p>
    <w:p w14:paraId="570F219E" w14:textId="77777777" w:rsidR="00810015" w:rsidRDefault="00810015" w:rsidP="00810015">
      <w:r>
        <w:lastRenderedPageBreak/>
        <w:t>208.1308</w:t>
      </w:r>
      <w:r>
        <w:tab/>
        <w:t>1.867e0</w:t>
      </w:r>
    </w:p>
    <w:p w14:paraId="7A898AFA" w14:textId="77777777" w:rsidR="00810015" w:rsidRDefault="00810015" w:rsidP="00810015">
      <w:r>
        <w:t>208.1422</w:t>
      </w:r>
      <w:r>
        <w:tab/>
        <w:t>1.722e1</w:t>
      </w:r>
    </w:p>
    <w:p w14:paraId="09A59E32" w14:textId="77777777" w:rsidR="00810015" w:rsidRDefault="00810015" w:rsidP="00810015">
      <w:r>
        <w:t>208.1550</w:t>
      </w:r>
      <w:r>
        <w:tab/>
        <w:t>4.189e0</w:t>
      </w:r>
    </w:p>
    <w:p w14:paraId="31B2A3EE" w14:textId="77777777" w:rsidR="00810015" w:rsidRDefault="00810015" w:rsidP="00810015">
      <w:r>
        <w:t>208.1566</w:t>
      </w:r>
      <w:r>
        <w:tab/>
        <w:t>9.016e0</w:t>
      </w:r>
    </w:p>
    <w:p w14:paraId="2D47AB0B" w14:textId="77777777" w:rsidR="00810015" w:rsidRDefault="00810015" w:rsidP="00810015">
      <w:r>
        <w:t>208.1607</w:t>
      </w:r>
      <w:r>
        <w:tab/>
        <w:t>8.032e0</w:t>
      </w:r>
    </w:p>
    <w:p w14:paraId="317986B6" w14:textId="77777777" w:rsidR="00810015" w:rsidRDefault="00810015" w:rsidP="00810015">
      <w:r>
        <w:t>208.1658</w:t>
      </w:r>
      <w:r>
        <w:tab/>
        <w:t>3.038e0</w:t>
      </w:r>
    </w:p>
    <w:p w14:paraId="1E31B30F" w14:textId="77777777" w:rsidR="00810015" w:rsidRDefault="00810015" w:rsidP="00810015">
      <w:r>
        <w:t>208.2038</w:t>
      </w:r>
      <w:r>
        <w:tab/>
        <w:t>2.025e0</w:t>
      </w:r>
    </w:p>
    <w:p w14:paraId="73AF101A" w14:textId="77777777" w:rsidR="00810015" w:rsidRDefault="00810015" w:rsidP="00810015">
      <w:r>
        <w:t>208.2121</w:t>
      </w:r>
      <w:r>
        <w:tab/>
        <w:t>2.025e0</w:t>
      </w:r>
    </w:p>
    <w:p w14:paraId="1E09A47E" w14:textId="77777777" w:rsidR="00810015" w:rsidRDefault="00810015" w:rsidP="00810015">
      <w:r>
        <w:t>208.2350</w:t>
      </w:r>
      <w:r>
        <w:tab/>
        <w:t>1.013e0</w:t>
      </w:r>
    </w:p>
    <w:p w14:paraId="72F830BD" w14:textId="77777777" w:rsidR="00810015" w:rsidRDefault="00810015" w:rsidP="00810015">
      <w:r>
        <w:t>208.2456</w:t>
      </w:r>
      <w:r>
        <w:tab/>
        <w:t>1.013e0</w:t>
      </w:r>
    </w:p>
    <w:p w14:paraId="3672C0FD" w14:textId="77777777" w:rsidR="00810015" w:rsidRDefault="00810015" w:rsidP="00810015">
      <w:r>
        <w:t>208.2531</w:t>
      </w:r>
      <w:r>
        <w:tab/>
        <w:t>3.038e0</w:t>
      </w:r>
    </w:p>
    <w:p w14:paraId="6B628D56" w14:textId="77777777" w:rsidR="00810015" w:rsidRDefault="00810015" w:rsidP="00810015">
      <w:r>
        <w:t>208.2647</w:t>
      </w:r>
      <w:r>
        <w:tab/>
        <w:t>3.038e0</w:t>
      </w:r>
    </w:p>
    <w:p w14:paraId="3ED51DDE" w14:textId="77777777" w:rsidR="00810015" w:rsidRDefault="00810015" w:rsidP="00810015">
      <w:r>
        <w:t>208.2663</w:t>
      </w:r>
      <w:r>
        <w:tab/>
        <w:t>2.025e0</w:t>
      </w:r>
    </w:p>
    <w:p w14:paraId="10E7B0C8" w14:textId="77777777" w:rsidR="00810015" w:rsidRDefault="00810015" w:rsidP="00810015">
      <w:r>
        <w:t>208.2894</w:t>
      </w:r>
      <w:r>
        <w:tab/>
        <w:t>4.051e0</w:t>
      </w:r>
    </w:p>
    <w:p w14:paraId="2375A80C" w14:textId="77777777" w:rsidR="00810015" w:rsidRDefault="00810015" w:rsidP="00810015">
      <w:r>
        <w:t>208.2920</w:t>
      </w:r>
      <w:r>
        <w:tab/>
        <w:t>1.013e0</w:t>
      </w:r>
    </w:p>
    <w:p w14:paraId="73BCA175" w14:textId="77777777" w:rsidR="00810015" w:rsidRDefault="00810015" w:rsidP="00810015">
      <w:r>
        <w:t>208.3112</w:t>
      </w:r>
      <w:r>
        <w:tab/>
        <w:t>3.038e0</w:t>
      </w:r>
    </w:p>
    <w:p w14:paraId="268B0230" w14:textId="77777777" w:rsidR="00810015" w:rsidRDefault="00810015" w:rsidP="00810015">
      <w:r>
        <w:t>208.3229</w:t>
      </w:r>
      <w:r>
        <w:tab/>
        <w:t>1.013e0</w:t>
      </w:r>
    </w:p>
    <w:p w14:paraId="3DDFA881" w14:textId="77777777" w:rsidR="00810015" w:rsidRDefault="00810015" w:rsidP="00810015">
      <w:r>
        <w:t>208.3323</w:t>
      </w:r>
      <w:r>
        <w:tab/>
        <w:t>2.025e0</w:t>
      </w:r>
    </w:p>
    <w:p w14:paraId="48503820" w14:textId="77777777" w:rsidR="00810015" w:rsidRDefault="00810015" w:rsidP="00810015">
      <w:r>
        <w:t>208.3491</w:t>
      </w:r>
      <w:r>
        <w:tab/>
        <w:t>3.038e0</w:t>
      </w:r>
    </w:p>
    <w:p w14:paraId="4886069B" w14:textId="77777777" w:rsidR="00810015" w:rsidRDefault="00810015" w:rsidP="00810015">
      <w:r>
        <w:lastRenderedPageBreak/>
        <w:t>208.3511</w:t>
      </w:r>
      <w:r>
        <w:tab/>
        <w:t>2.025e0</w:t>
      </w:r>
    </w:p>
    <w:p w14:paraId="58B84020" w14:textId="77777777" w:rsidR="00810015" w:rsidRDefault="00810015" w:rsidP="00810015">
      <w:r>
        <w:t>208.3605</w:t>
      </w:r>
      <w:r>
        <w:tab/>
        <w:t>4.051e0</w:t>
      </w:r>
    </w:p>
    <w:p w14:paraId="2F80E0F8" w14:textId="77777777" w:rsidR="00810015" w:rsidRDefault="00810015" w:rsidP="00810015">
      <w:r>
        <w:t>208.3624</w:t>
      </w:r>
      <w:r>
        <w:tab/>
        <w:t>2.025e0</w:t>
      </w:r>
    </w:p>
    <w:p w14:paraId="7E435FA9" w14:textId="77777777" w:rsidR="00810015" w:rsidRDefault="00810015" w:rsidP="00810015">
      <w:r>
        <w:t>208.3719</w:t>
      </w:r>
      <w:r>
        <w:tab/>
        <w:t>2.025e0</w:t>
      </w:r>
    </w:p>
    <w:p w14:paraId="79B9C0DD" w14:textId="77777777" w:rsidR="00810015" w:rsidRDefault="00810015" w:rsidP="00810015">
      <w:r>
        <w:t>208.3737</w:t>
      </w:r>
      <w:r>
        <w:tab/>
        <w:t>2.025e0</w:t>
      </w:r>
    </w:p>
    <w:p w14:paraId="6628E2D5" w14:textId="77777777" w:rsidR="00810015" w:rsidRDefault="00810015" w:rsidP="00810015">
      <w:r>
        <w:t>208.3986</w:t>
      </w:r>
      <w:r>
        <w:tab/>
        <w:t>1.013e0</w:t>
      </w:r>
    </w:p>
    <w:p w14:paraId="4992EBA8" w14:textId="77777777" w:rsidR="00810015" w:rsidRDefault="00810015" w:rsidP="00810015">
      <w:r>
        <w:t>208.4105</w:t>
      </w:r>
      <w:r>
        <w:tab/>
        <w:t>1.013e0</w:t>
      </w:r>
    </w:p>
    <w:p w14:paraId="2467638D" w14:textId="77777777" w:rsidR="00810015" w:rsidRDefault="00810015" w:rsidP="00810015">
      <w:r>
        <w:t>208.4153</w:t>
      </w:r>
      <w:r>
        <w:tab/>
        <w:t>1.013e0</w:t>
      </w:r>
    </w:p>
    <w:p w14:paraId="2D62D1B2" w14:textId="77777777" w:rsidR="00810015" w:rsidRDefault="00810015" w:rsidP="00810015">
      <w:r>
        <w:t>208.4225</w:t>
      </w:r>
      <w:r>
        <w:tab/>
        <w:t>2.025e0</w:t>
      </w:r>
    </w:p>
    <w:p w14:paraId="4313595A" w14:textId="77777777" w:rsidR="00810015" w:rsidRDefault="00810015" w:rsidP="00810015">
      <w:r>
        <w:t>208.4419</w:t>
      </w:r>
      <w:r>
        <w:tab/>
        <w:t>2.025e0</w:t>
      </w:r>
    </w:p>
    <w:p w14:paraId="5857BAAB" w14:textId="77777777" w:rsidR="00810015" w:rsidRDefault="00810015" w:rsidP="00810015">
      <w:r>
        <w:t>208.4491</w:t>
      </w:r>
      <w:r>
        <w:tab/>
        <w:t>1.013e0</w:t>
      </w:r>
    </w:p>
    <w:p w14:paraId="38A11E51" w14:textId="77777777" w:rsidR="00810015" w:rsidRDefault="00810015" w:rsidP="00810015">
      <w:r>
        <w:t>208.4566</w:t>
      </w:r>
      <w:r>
        <w:tab/>
        <w:t>1.013e0</w:t>
      </w:r>
    </w:p>
    <w:p w14:paraId="1814EE5B" w14:textId="77777777" w:rsidR="00810015" w:rsidRDefault="00810015" w:rsidP="00810015">
      <w:r>
        <w:t>208.4868</w:t>
      </w:r>
      <w:r>
        <w:tab/>
        <w:t>3.038e0</w:t>
      </w:r>
    </w:p>
    <w:p w14:paraId="7608E63B" w14:textId="77777777" w:rsidR="00810015" w:rsidRDefault="00810015" w:rsidP="00810015">
      <w:r>
        <w:t>208.4906</w:t>
      </w:r>
      <w:r>
        <w:tab/>
        <w:t>1.013e0</w:t>
      </w:r>
    </w:p>
    <w:p w14:paraId="4E756915" w14:textId="77777777" w:rsidR="00810015" w:rsidRDefault="00810015" w:rsidP="00810015">
      <w:r>
        <w:t>208.4981</w:t>
      </w:r>
      <w:r>
        <w:tab/>
        <w:t>1.013e0</w:t>
      </w:r>
    </w:p>
    <w:p w14:paraId="094D2A04" w14:textId="77777777" w:rsidR="00810015" w:rsidRDefault="00810015" w:rsidP="00810015">
      <w:r>
        <w:t>208.5219</w:t>
      </w:r>
      <w:r>
        <w:tab/>
        <w:t>1.013e0</w:t>
      </w:r>
    </w:p>
    <w:p w14:paraId="705197B1" w14:textId="77777777" w:rsidR="00810015" w:rsidRDefault="00810015" w:rsidP="00810015">
      <w:r>
        <w:t>208.5490</w:t>
      </w:r>
      <w:r>
        <w:tab/>
        <w:t>1.013e0</w:t>
      </w:r>
    </w:p>
    <w:p w14:paraId="05356301" w14:textId="77777777" w:rsidR="00810015" w:rsidRDefault="00810015" w:rsidP="00810015">
      <w:r>
        <w:t>208.5603</w:t>
      </w:r>
      <w:r>
        <w:tab/>
        <w:t>2.025e0</w:t>
      </w:r>
    </w:p>
    <w:p w14:paraId="6C23E105" w14:textId="77777777" w:rsidR="00810015" w:rsidRDefault="00810015" w:rsidP="00810015">
      <w:r>
        <w:t>208.5667</w:t>
      </w:r>
      <w:r>
        <w:tab/>
        <w:t>2.025e0</w:t>
      </w:r>
    </w:p>
    <w:p w14:paraId="377C7DD8" w14:textId="77777777" w:rsidR="00810015" w:rsidRDefault="00810015" w:rsidP="00810015">
      <w:r>
        <w:lastRenderedPageBreak/>
        <w:t>208.5754</w:t>
      </w:r>
      <w:r>
        <w:tab/>
        <w:t>3.038e0</w:t>
      </w:r>
    </w:p>
    <w:p w14:paraId="3DF49937" w14:textId="77777777" w:rsidR="00810015" w:rsidRDefault="00810015" w:rsidP="00810015">
      <w:r>
        <w:t>208.5837</w:t>
      </w:r>
      <w:r>
        <w:tab/>
        <w:t>1.013e0</w:t>
      </w:r>
    </w:p>
    <w:p w14:paraId="6BA6B356" w14:textId="77777777" w:rsidR="00810015" w:rsidRDefault="00810015" w:rsidP="00810015">
      <w:r>
        <w:t>208.5886</w:t>
      </w:r>
      <w:r>
        <w:tab/>
        <w:t>2.025e0</w:t>
      </w:r>
    </w:p>
    <w:p w14:paraId="753ADAB5" w14:textId="77777777" w:rsidR="00810015" w:rsidRDefault="00810015" w:rsidP="00810015">
      <w:r>
        <w:t>208.6294</w:t>
      </w:r>
      <w:r>
        <w:tab/>
        <w:t>2.025e0</w:t>
      </w:r>
    </w:p>
    <w:p w14:paraId="6DE54451" w14:textId="77777777" w:rsidR="00810015" w:rsidRDefault="00810015" w:rsidP="00810015">
      <w:r>
        <w:t>208.6490</w:t>
      </w:r>
      <w:r>
        <w:tab/>
        <w:t>2.025e0</w:t>
      </w:r>
    </w:p>
    <w:p w14:paraId="0F7ACD4B" w14:textId="77777777" w:rsidR="00810015" w:rsidRDefault="00810015" w:rsidP="00810015">
      <w:r>
        <w:t>208.6527</w:t>
      </w:r>
      <w:r>
        <w:tab/>
        <w:t>1.013e0</w:t>
      </w:r>
    </w:p>
    <w:p w14:paraId="75225F14" w14:textId="77777777" w:rsidR="00810015" w:rsidRDefault="00810015" w:rsidP="00810015">
      <w:r>
        <w:t>208.6629</w:t>
      </w:r>
      <w:r>
        <w:tab/>
        <w:t>2.025e0</w:t>
      </w:r>
    </w:p>
    <w:p w14:paraId="42A6823E" w14:textId="77777777" w:rsidR="00810015" w:rsidRDefault="00810015" w:rsidP="00810015">
      <w:r>
        <w:t>208.6753</w:t>
      </w:r>
      <w:r>
        <w:tab/>
        <w:t>1.013e0</w:t>
      </w:r>
    </w:p>
    <w:p w14:paraId="08DF67A8" w14:textId="77777777" w:rsidR="00810015" w:rsidRDefault="00810015" w:rsidP="00810015">
      <w:r>
        <w:t>208.7271</w:t>
      </w:r>
      <w:r>
        <w:tab/>
        <w:t>2.025e0</w:t>
      </w:r>
    </w:p>
    <w:p w14:paraId="7D98576B" w14:textId="77777777" w:rsidR="00810015" w:rsidRDefault="00810015" w:rsidP="00810015">
      <w:r>
        <w:t>208.7410</w:t>
      </w:r>
      <w:r>
        <w:tab/>
        <w:t>1.013e0</w:t>
      </w:r>
    </w:p>
    <w:p w14:paraId="585E9756" w14:textId="77777777" w:rsidR="00810015" w:rsidRDefault="00810015" w:rsidP="00810015">
      <w:r>
        <w:t>208.7449</w:t>
      </w:r>
      <w:r>
        <w:tab/>
        <w:t>1.013e0</w:t>
      </w:r>
    </w:p>
    <w:p w14:paraId="3FE094A3" w14:textId="77777777" w:rsidR="00810015" w:rsidRDefault="00810015" w:rsidP="00810015">
      <w:r>
        <w:t>208.7544</w:t>
      </w:r>
      <w:r>
        <w:tab/>
        <w:t>3.038e0</w:t>
      </w:r>
    </w:p>
    <w:p w14:paraId="25B2F540" w14:textId="77777777" w:rsidR="00810015" w:rsidRDefault="00810015" w:rsidP="00810015">
      <w:r>
        <w:t>208.7640</w:t>
      </w:r>
      <w:r>
        <w:tab/>
        <w:t>1.013e0</w:t>
      </w:r>
    </w:p>
    <w:p w14:paraId="5D776F64" w14:textId="77777777" w:rsidR="00810015" w:rsidRDefault="00810015" w:rsidP="00810015">
      <w:r>
        <w:t>208.7772</w:t>
      </w:r>
      <w:r>
        <w:tab/>
        <w:t>2.025e0</w:t>
      </w:r>
    </w:p>
    <w:p w14:paraId="49F932AF" w14:textId="77777777" w:rsidR="00810015" w:rsidRDefault="00810015" w:rsidP="00810015">
      <w:r>
        <w:t>208.7803</w:t>
      </w:r>
      <w:r>
        <w:tab/>
        <w:t>3.038e0</w:t>
      </w:r>
    </w:p>
    <w:p w14:paraId="781A37DE" w14:textId="77777777" w:rsidR="00810015" w:rsidRDefault="00810015" w:rsidP="00810015">
      <w:r>
        <w:t>208.7893</w:t>
      </w:r>
      <w:r>
        <w:tab/>
        <w:t>2.025e0</w:t>
      </w:r>
    </w:p>
    <w:p w14:paraId="20DE26C1" w14:textId="77777777" w:rsidR="00810015" w:rsidRDefault="00810015" w:rsidP="00810015">
      <w:r>
        <w:t>208.8158</w:t>
      </w:r>
      <w:r>
        <w:tab/>
        <w:t>3.038e0</w:t>
      </w:r>
    </w:p>
    <w:p w14:paraId="05816B32" w14:textId="77777777" w:rsidR="00810015" w:rsidRDefault="00810015" w:rsidP="00810015">
      <w:r>
        <w:t>208.8169</w:t>
      </w:r>
      <w:r>
        <w:tab/>
        <w:t>2.025e0</w:t>
      </w:r>
    </w:p>
    <w:p w14:paraId="50FA0FAA" w14:textId="77777777" w:rsidR="00810015" w:rsidRDefault="00810015" w:rsidP="00810015">
      <w:r>
        <w:t>208.8413</w:t>
      </w:r>
      <w:r>
        <w:tab/>
        <w:t>1.013e0</w:t>
      </w:r>
    </w:p>
    <w:p w14:paraId="2437D6EF" w14:textId="77777777" w:rsidR="00810015" w:rsidRDefault="00810015" w:rsidP="00810015">
      <w:r>
        <w:lastRenderedPageBreak/>
        <w:t>208.8513</w:t>
      </w:r>
      <w:r>
        <w:tab/>
        <w:t>3.038e0</w:t>
      </w:r>
    </w:p>
    <w:p w14:paraId="0D3D5110" w14:textId="77777777" w:rsidR="00810015" w:rsidRDefault="00810015" w:rsidP="00810015">
      <w:r>
        <w:t>208.8677</w:t>
      </w:r>
      <w:r>
        <w:tab/>
        <w:t>1.013e0</w:t>
      </w:r>
    </w:p>
    <w:p w14:paraId="045B9C2C" w14:textId="77777777" w:rsidR="00810015" w:rsidRDefault="00810015" w:rsidP="00810015">
      <w:r>
        <w:t>208.8828</w:t>
      </w:r>
      <w:r>
        <w:tab/>
        <w:t>2.025e0</w:t>
      </w:r>
    </w:p>
    <w:p w14:paraId="4982F0CB" w14:textId="77777777" w:rsidR="00810015" w:rsidRDefault="00810015" w:rsidP="00810015">
      <w:r>
        <w:t>208.8987</w:t>
      </w:r>
      <w:r>
        <w:tab/>
        <w:t>1.013e0</w:t>
      </w:r>
    </w:p>
    <w:p w14:paraId="3F5C670D" w14:textId="77777777" w:rsidR="00810015" w:rsidRDefault="00810015" w:rsidP="00810015">
      <w:r>
        <w:t>208.9130</w:t>
      </w:r>
      <w:r>
        <w:tab/>
        <w:t>1.013e0</w:t>
      </w:r>
    </w:p>
    <w:p w14:paraId="56EA2641" w14:textId="77777777" w:rsidR="00810015" w:rsidRDefault="00810015" w:rsidP="00810015">
      <w:r>
        <w:t>208.9187</w:t>
      </w:r>
      <w:r>
        <w:tab/>
        <w:t>2.025e0</w:t>
      </w:r>
    </w:p>
    <w:p w14:paraId="6FCA5EDB" w14:textId="77777777" w:rsidR="00810015" w:rsidRDefault="00810015" w:rsidP="00810015">
      <w:r>
        <w:t>208.9402</w:t>
      </w:r>
      <w:r>
        <w:tab/>
        <w:t>1.013e0</w:t>
      </w:r>
    </w:p>
    <w:p w14:paraId="41A5F032" w14:textId="77777777" w:rsidR="00810015" w:rsidRDefault="00810015" w:rsidP="00810015">
      <w:r>
        <w:t>208.9561</w:t>
      </w:r>
      <w:r>
        <w:tab/>
        <w:t>1.013e0</w:t>
      </w:r>
    </w:p>
    <w:p w14:paraId="15FC72BA" w14:textId="77777777" w:rsidR="00810015" w:rsidRDefault="00810015" w:rsidP="00810015">
      <w:r>
        <w:t>208.9790</w:t>
      </w:r>
      <w:r>
        <w:tab/>
        <w:t>1.013e0</w:t>
      </w:r>
    </w:p>
    <w:p w14:paraId="10CA04C4" w14:textId="77777777" w:rsidR="00810015" w:rsidRDefault="00810015" w:rsidP="00810015">
      <w:r>
        <w:t>208.9903</w:t>
      </w:r>
      <w:r>
        <w:tab/>
        <w:t>4.051e0</w:t>
      </w:r>
    </w:p>
    <w:p w14:paraId="312599B6" w14:textId="77777777" w:rsidR="00810015" w:rsidRDefault="00810015" w:rsidP="00810015">
      <w:r>
        <w:t>208.9941</w:t>
      </w:r>
      <w:r>
        <w:tab/>
        <w:t>2.025e0</w:t>
      </w:r>
    </w:p>
    <w:p w14:paraId="0A86B20A" w14:textId="77777777" w:rsidR="00810015" w:rsidRDefault="00810015" w:rsidP="00810015">
      <w:r>
        <w:t>209.0130</w:t>
      </w:r>
      <w:r>
        <w:tab/>
        <w:t>2.025e0</w:t>
      </w:r>
    </w:p>
    <w:p w14:paraId="6C68D1B8" w14:textId="77777777" w:rsidR="00810015" w:rsidRDefault="00810015" w:rsidP="00810015">
      <w:r>
        <w:t>209.0425</w:t>
      </w:r>
      <w:r>
        <w:tab/>
        <w:t>2.768e1</w:t>
      </w:r>
    </w:p>
    <w:p w14:paraId="0C426081" w14:textId="77777777" w:rsidR="00810015" w:rsidRDefault="00810015" w:rsidP="00810015">
      <w:r>
        <w:t>209.0449</w:t>
      </w:r>
      <w:r>
        <w:tab/>
        <w:t>5.088e1</w:t>
      </w:r>
    </w:p>
    <w:p w14:paraId="697CF4A0" w14:textId="77777777" w:rsidR="00810015" w:rsidRDefault="00810015" w:rsidP="00810015">
      <w:r>
        <w:t>209.0930</w:t>
      </w:r>
      <w:r>
        <w:tab/>
        <w:t>2.025e0</w:t>
      </w:r>
    </w:p>
    <w:p w14:paraId="79C18E11" w14:textId="77777777" w:rsidR="00810015" w:rsidRDefault="00810015" w:rsidP="00810015">
      <w:r>
        <w:t>209.1056</w:t>
      </w:r>
      <w:r>
        <w:tab/>
        <w:t>3.997e0</w:t>
      </w:r>
    </w:p>
    <w:p w14:paraId="11740A41" w14:textId="77777777" w:rsidR="00810015" w:rsidRDefault="00810015" w:rsidP="00810015">
      <w:r>
        <w:t>209.1073</w:t>
      </w:r>
      <w:r>
        <w:tab/>
        <w:t>2.025e0</w:t>
      </w:r>
    </w:p>
    <w:p w14:paraId="2BBA1EA1" w14:textId="77777777" w:rsidR="00810015" w:rsidRDefault="00810015" w:rsidP="00810015">
      <w:r>
        <w:t>209.1117</w:t>
      </w:r>
      <w:r>
        <w:tab/>
        <w:t>5.158e0</w:t>
      </w:r>
    </w:p>
    <w:p w14:paraId="1E35D71D" w14:textId="77777777" w:rsidR="00810015" w:rsidRDefault="00810015" w:rsidP="00810015">
      <w:r>
        <w:t>209.1232</w:t>
      </w:r>
      <w:r>
        <w:tab/>
        <w:t>4.051e0</w:t>
      </w:r>
    </w:p>
    <w:p w14:paraId="128A3819" w14:textId="77777777" w:rsidR="00810015" w:rsidRDefault="00810015" w:rsidP="00810015">
      <w:r>
        <w:lastRenderedPageBreak/>
        <w:t>209.1379</w:t>
      </w:r>
      <w:r>
        <w:tab/>
        <w:t>1.127e0</w:t>
      </w:r>
    </w:p>
    <w:p w14:paraId="5B96D246" w14:textId="77777777" w:rsidR="00810015" w:rsidRDefault="00810015" w:rsidP="00810015">
      <w:r>
        <w:t>209.1456</w:t>
      </w:r>
      <w:r>
        <w:tab/>
        <w:t>6.161e0</w:t>
      </w:r>
    </w:p>
    <w:p w14:paraId="440DB44D" w14:textId="77777777" w:rsidR="00810015" w:rsidRDefault="00810015" w:rsidP="00810015">
      <w:r>
        <w:t>209.1518</w:t>
      </w:r>
      <w:r>
        <w:tab/>
        <w:t>4.121e0</w:t>
      </w:r>
    </w:p>
    <w:p w14:paraId="5CCAC4E3" w14:textId="77777777" w:rsidR="00810015" w:rsidRDefault="00810015" w:rsidP="00810015">
      <w:r>
        <w:t>209.1613</w:t>
      </w:r>
      <w:r>
        <w:tab/>
        <w:t>7.756e0</w:t>
      </w:r>
    </w:p>
    <w:p w14:paraId="69F02D47" w14:textId="77777777" w:rsidR="00810015" w:rsidRDefault="00810015" w:rsidP="00810015">
      <w:r>
        <w:t>209.1661</w:t>
      </w:r>
      <w:r>
        <w:tab/>
        <w:t>2.025e0</w:t>
      </w:r>
    </w:p>
    <w:p w14:paraId="3E05DD73" w14:textId="77777777" w:rsidR="00810015" w:rsidRDefault="00810015" w:rsidP="00810015">
      <w:r>
        <w:t>209.1867</w:t>
      </w:r>
      <w:r>
        <w:tab/>
        <w:t>5.334e0</w:t>
      </w:r>
    </w:p>
    <w:p w14:paraId="020D6AC2" w14:textId="77777777" w:rsidR="00810015" w:rsidRDefault="00810015" w:rsidP="00810015">
      <w:r>
        <w:t>209.1998</w:t>
      </w:r>
      <w:r>
        <w:tab/>
        <w:t>2.025e0</w:t>
      </w:r>
    </w:p>
    <w:p w14:paraId="57C5501E" w14:textId="77777777" w:rsidR="00810015" w:rsidRDefault="00810015" w:rsidP="00810015">
      <w:r>
        <w:t>209.2037</w:t>
      </w:r>
      <w:r>
        <w:tab/>
        <w:t>3.038e0</w:t>
      </w:r>
    </w:p>
    <w:p w14:paraId="479F7F38" w14:textId="77777777" w:rsidR="00810015" w:rsidRDefault="00810015" w:rsidP="00810015">
      <w:r>
        <w:t>209.2062</w:t>
      </w:r>
      <w:r>
        <w:tab/>
        <w:t>1.013e0</w:t>
      </w:r>
    </w:p>
    <w:p w14:paraId="4CE05C89" w14:textId="77777777" w:rsidR="00810015" w:rsidRDefault="00810015" w:rsidP="00810015">
      <w:r>
        <w:t>209.2285</w:t>
      </w:r>
      <w:r>
        <w:tab/>
        <w:t>2.025e0</w:t>
      </w:r>
    </w:p>
    <w:p w14:paraId="564AE1C3" w14:textId="77777777" w:rsidR="00810015" w:rsidRDefault="00810015" w:rsidP="00810015">
      <w:r>
        <w:t>209.2434</w:t>
      </w:r>
      <w:r>
        <w:tab/>
        <w:t>1.013e0</w:t>
      </w:r>
    </w:p>
    <w:p w14:paraId="11C3E88F" w14:textId="77777777" w:rsidR="00810015" w:rsidRDefault="00810015" w:rsidP="00810015">
      <w:r>
        <w:t>209.2713</w:t>
      </w:r>
      <w:r>
        <w:tab/>
        <w:t>1.013e0</w:t>
      </w:r>
    </w:p>
    <w:p w14:paraId="23BD6CF3" w14:textId="77777777" w:rsidR="00810015" w:rsidRDefault="00810015" w:rsidP="00810015">
      <w:r>
        <w:t>209.2753</w:t>
      </w:r>
      <w:r>
        <w:tab/>
        <w:t>1.013e0</w:t>
      </w:r>
    </w:p>
    <w:p w14:paraId="35096631" w14:textId="77777777" w:rsidR="00810015" w:rsidRDefault="00810015" w:rsidP="00810015">
      <w:r>
        <w:t>209.2961</w:t>
      </w:r>
      <w:r>
        <w:tab/>
        <w:t>2.025e0</w:t>
      </w:r>
    </w:p>
    <w:p w14:paraId="44A23D51" w14:textId="77777777" w:rsidR="00810015" w:rsidRDefault="00810015" w:rsidP="00810015">
      <w:r>
        <w:t>209.3092</w:t>
      </w:r>
      <w:r>
        <w:tab/>
        <w:t>1.013e0</w:t>
      </w:r>
    </w:p>
    <w:p w14:paraId="1F172C43" w14:textId="77777777" w:rsidR="00810015" w:rsidRDefault="00810015" w:rsidP="00810015">
      <w:r>
        <w:t>209.3130</w:t>
      </w:r>
      <w:r>
        <w:tab/>
        <w:t>1.013e0</w:t>
      </w:r>
    </w:p>
    <w:p w14:paraId="5709C607" w14:textId="77777777" w:rsidR="00810015" w:rsidRDefault="00810015" w:rsidP="00810015">
      <w:r>
        <w:t>209.3244</w:t>
      </w:r>
      <w:r>
        <w:tab/>
        <w:t>1.013e0</w:t>
      </w:r>
    </w:p>
    <w:p w14:paraId="2CFEE385" w14:textId="77777777" w:rsidR="00810015" w:rsidRDefault="00810015" w:rsidP="00810015">
      <w:r>
        <w:t>209.3394</w:t>
      </w:r>
      <w:r>
        <w:tab/>
        <w:t>1.013e0</w:t>
      </w:r>
    </w:p>
    <w:p w14:paraId="496B2B26" w14:textId="77777777" w:rsidR="00810015" w:rsidRDefault="00810015" w:rsidP="00810015">
      <w:r>
        <w:t>209.3501</w:t>
      </w:r>
      <w:r>
        <w:tab/>
        <w:t>2.025e0</w:t>
      </w:r>
    </w:p>
    <w:p w14:paraId="2F6335BC" w14:textId="77777777" w:rsidR="00810015" w:rsidRDefault="00810015" w:rsidP="00810015">
      <w:r>
        <w:lastRenderedPageBreak/>
        <w:t>209.3612</w:t>
      </w:r>
      <w:r>
        <w:tab/>
        <w:t>2.025e0</w:t>
      </w:r>
    </w:p>
    <w:p w14:paraId="0C113A7A" w14:textId="77777777" w:rsidR="00810015" w:rsidRDefault="00810015" w:rsidP="00810015">
      <w:r>
        <w:t>209.3752</w:t>
      </w:r>
      <w:r>
        <w:tab/>
        <w:t>1.013e0</w:t>
      </w:r>
    </w:p>
    <w:p w14:paraId="0BFD113F" w14:textId="77777777" w:rsidR="00810015" w:rsidRDefault="00810015" w:rsidP="00810015">
      <w:r>
        <w:t>209.3886</w:t>
      </w:r>
      <w:r>
        <w:tab/>
        <w:t>2.025e0</w:t>
      </w:r>
    </w:p>
    <w:p w14:paraId="068B56D6" w14:textId="77777777" w:rsidR="00810015" w:rsidRDefault="00810015" w:rsidP="00810015">
      <w:r>
        <w:t>209.4059</w:t>
      </w:r>
      <w:r>
        <w:tab/>
        <w:t>2.025e0</w:t>
      </w:r>
    </w:p>
    <w:p w14:paraId="2A8F0505" w14:textId="77777777" w:rsidR="00810015" w:rsidRDefault="00810015" w:rsidP="00810015">
      <w:r>
        <w:t>209.4074</w:t>
      </w:r>
      <w:r>
        <w:tab/>
        <w:t>2.025e0</w:t>
      </w:r>
    </w:p>
    <w:p w14:paraId="4BC049E9" w14:textId="77777777" w:rsidR="00810015" w:rsidRDefault="00810015" w:rsidP="00810015">
      <w:r>
        <w:t>209.4093</w:t>
      </w:r>
      <w:r>
        <w:tab/>
        <w:t>1.013e0</w:t>
      </w:r>
    </w:p>
    <w:p w14:paraId="2AE05938" w14:textId="77777777" w:rsidR="00810015" w:rsidRDefault="00810015" w:rsidP="00810015">
      <w:r>
        <w:t>209.4432</w:t>
      </w:r>
      <w:r>
        <w:tab/>
        <w:t>2.025e0</w:t>
      </w:r>
    </w:p>
    <w:p w14:paraId="7BCB908F" w14:textId="77777777" w:rsidR="00810015" w:rsidRDefault="00810015" w:rsidP="00810015">
      <w:r>
        <w:t>209.4471</w:t>
      </w:r>
      <w:r>
        <w:tab/>
        <w:t>1.013e0</w:t>
      </w:r>
    </w:p>
    <w:p w14:paraId="4B75A846" w14:textId="77777777" w:rsidR="00810015" w:rsidRDefault="00810015" w:rsidP="00810015">
      <w:r>
        <w:t>209.4598</w:t>
      </w:r>
      <w:r>
        <w:tab/>
        <w:t>1.013e0</w:t>
      </w:r>
    </w:p>
    <w:p w14:paraId="7BC555AD" w14:textId="77777777" w:rsidR="00810015" w:rsidRDefault="00810015" w:rsidP="00810015">
      <w:r>
        <w:t>209.4669</w:t>
      </w:r>
      <w:r>
        <w:tab/>
        <w:t>2.025e0</w:t>
      </w:r>
    </w:p>
    <w:p w14:paraId="5C74BC4A" w14:textId="77777777" w:rsidR="00810015" w:rsidRDefault="00810015" w:rsidP="00810015">
      <w:r>
        <w:t>209.4781</w:t>
      </w:r>
      <w:r>
        <w:tab/>
        <w:t>2.025e0</w:t>
      </w:r>
    </w:p>
    <w:p w14:paraId="05685933" w14:textId="77777777" w:rsidR="00810015" w:rsidRDefault="00810015" w:rsidP="00810015">
      <w:r>
        <w:t>209.4830</w:t>
      </w:r>
      <w:r>
        <w:tab/>
        <w:t>1.013e0</w:t>
      </w:r>
    </w:p>
    <w:p w14:paraId="0F32A5BD" w14:textId="77777777" w:rsidR="00810015" w:rsidRDefault="00810015" w:rsidP="00810015">
      <w:r>
        <w:t>209.4875</w:t>
      </w:r>
      <w:r>
        <w:tab/>
        <w:t>1.013e0</w:t>
      </w:r>
    </w:p>
    <w:p w14:paraId="250CFD95" w14:textId="77777777" w:rsidR="00810015" w:rsidRDefault="00810015" w:rsidP="00810015">
      <w:r>
        <w:t>209.5093</w:t>
      </w:r>
      <w:r>
        <w:tab/>
        <w:t>2.025e0</w:t>
      </w:r>
    </w:p>
    <w:p w14:paraId="7E690043" w14:textId="77777777" w:rsidR="00810015" w:rsidRDefault="00810015" w:rsidP="00810015">
      <w:r>
        <w:t>209.5169</w:t>
      </w:r>
      <w:r>
        <w:tab/>
        <w:t>1.013e0</w:t>
      </w:r>
    </w:p>
    <w:p w14:paraId="1D3C00F4" w14:textId="77777777" w:rsidR="00810015" w:rsidRDefault="00810015" w:rsidP="00810015">
      <w:r>
        <w:t>209.5215</w:t>
      </w:r>
      <w:r>
        <w:tab/>
        <w:t>1.013e0</w:t>
      </w:r>
    </w:p>
    <w:p w14:paraId="21FD58CC" w14:textId="77777777" w:rsidR="00810015" w:rsidRDefault="00810015" w:rsidP="00810015">
      <w:r>
        <w:t>209.5396</w:t>
      </w:r>
      <w:r>
        <w:tab/>
        <w:t>1.013e0</w:t>
      </w:r>
    </w:p>
    <w:p w14:paraId="0F4460E1" w14:textId="77777777" w:rsidR="00810015" w:rsidRDefault="00810015" w:rsidP="00810015">
      <w:r>
        <w:t>209.5709</w:t>
      </w:r>
      <w:r>
        <w:tab/>
        <w:t>1.013e0</w:t>
      </w:r>
    </w:p>
    <w:p w14:paraId="4D455840" w14:textId="77777777" w:rsidR="00810015" w:rsidRDefault="00810015" w:rsidP="00810015">
      <w:r>
        <w:t>209.5824</w:t>
      </w:r>
      <w:r>
        <w:tab/>
        <w:t>3.038e0</w:t>
      </w:r>
    </w:p>
    <w:p w14:paraId="78577826" w14:textId="77777777" w:rsidR="00810015" w:rsidRDefault="00810015" w:rsidP="00810015">
      <w:r>
        <w:lastRenderedPageBreak/>
        <w:t>209.6019</w:t>
      </w:r>
      <w:r>
        <w:tab/>
        <w:t>3.038e0</w:t>
      </w:r>
    </w:p>
    <w:p w14:paraId="4EA92F08" w14:textId="77777777" w:rsidR="00810015" w:rsidRDefault="00810015" w:rsidP="00810015">
      <w:r>
        <w:t>209.6045</w:t>
      </w:r>
      <w:r>
        <w:tab/>
        <w:t>2.025e0</w:t>
      </w:r>
    </w:p>
    <w:p w14:paraId="4B7E2F08" w14:textId="77777777" w:rsidR="00810015" w:rsidRDefault="00810015" w:rsidP="00810015">
      <w:r>
        <w:t>209.6170</w:t>
      </w:r>
      <w:r>
        <w:tab/>
        <w:t>1.013e0</w:t>
      </w:r>
    </w:p>
    <w:p w14:paraId="42DF19AD" w14:textId="77777777" w:rsidR="00810015" w:rsidRDefault="00810015" w:rsidP="00810015">
      <w:r>
        <w:t>209.6367</w:t>
      </w:r>
      <w:r>
        <w:tab/>
        <w:t>1.013e0</w:t>
      </w:r>
    </w:p>
    <w:p w14:paraId="03E8DE8A" w14:textId="77777777" w:rsidR="00810015" w:rsidRDefault="00810015" w:rsidP="00810015">
      <w:r>
        <w:t>209.6397</w:t>
      </w:r>
      <w:r>
        <w:tab/>
        <w:t>1.013e0</w:t>
      </w:r>
    </w:p>
    <w:p w14:paraId="17ADFBB3" w14:textId="77777777" w:rsidR="00810015" w:rsidRDefault="00810015" w:rsidP="00810015">
      <w:r>
        <w:t>209.6709</w:t>
      </w:r>
      <w:r>
        <w:tab/>
        <w:t>1.013e0</w:t>
      </w:r>
    </w:p>
    <w:p w14:paraId="089DB1E9" w14:textId="77777777" w:rsidR="00810015" w:rsidRDefault="00810015" w:rsidP="00810015">
      <w:r>
        <w:t>209.6882</w:t>
      </w:r>
      <w:r>
        <w:tab/>
        <w:t>3.038e0</w:t>
      </w:r>
    </w:p>
    <w:p w14:paraId="24BEEDBF" w14:textId="77777777" w:rsidR="00810015" w:rsidRDefault="00810015" w:rsidP="00810015">
      <w:r>
        <w:t>209.6945</w:t>
      </w:r>
      <w:r>
        <w:tab/>
        <w:t>1.013e0</w:t>
      </w:r>
    </w:p>
    <w:p w14:paraId="4BB37168" w14:textId="77777777" w:rsidR="00810015" w:rsidRDefault="00810015" w:rsidP="00810015">
      <w:r>
        <w:t>209.6982</w:t>
      </w:r>
      <w:r>
        <w:tab/>
        <w:t>1.013e0</w:t>
      </w:r>
    </w:p>
    <w:p w14:paraId="3E128563" w14:textId="77777777" w:rsidR="00810015" w:rsidRDefault="00810015" w:rsidP="00810015">
      <w:r>
        <w:t>209.7095</w:t>
      </w:r>
      <w:r>
        <w:tab/>
        <w:t>1.013e0</w:t>
      </w:r>
    </w:p>
    <w:p w14:paraId="6794024D" w14:textId="77777777" w:rsidR="00810015" w:rsidRDefault="00810015" w:rsidP="00810015">
      <w:r>
        <w:t>209.7209</w:t>
      </w:r>
      <w:r>
        <w:tab/>
        <w:t>2.025e0</w:t>
      </w:r>
    </w:p>
    <w:p w14:paraId="34292DEC" w14:textId="77777777" w:rsidR="00810015" w:rsidRDefault="00810015" w:rsidP="00810015">
      <w:r>
        <w:t>209.7285</w:t>
      </w:r>
      <w:r>
        <w:tab/>
        <w:t>1.013e0</w:t>
      </w:r>
    </w:p>
    <w:p w14:paraId="2AD38A6E" w14:textId="77777777" w:rsidR="00810015" w:rsidRDefault="00810015" w:rsidP="00810015">
      <w:r>
        <w:t>209.7416</w:t>
      </w:r>
      <w:r>
        <w:tab/>
        <w:t>2.025e0</w:t>
      </w:r>
    </w:p>
    <w:p w14:paraId="107273AF" w14:textId="77777777" w:rsidR="00810015" w:rsidRDefault="00810015" w:rsidP="00810015">
      <w:r>
        <w:t>209.7443</w:t>
      </w:r>
      <w:r>
        <w:tab/>
        <w:t>1.013e0</w:t>
      </w:r>
    </w:p>
    <w:p w14:paraId="11CCAC43" w14:textId="77777777" w:rsidR="00810015" w:rsidRDefault="00810015" w:rsidP="00810015">
      <w:r>
        <w:t>209.7709</w:t>
      </w:r>
      <w:r>
        <w:tab/>
        <w:t>1.013e0</w:t>
      </w:r>
    </w:p>
    <w:p w14:paraId="73F935D7" w14:textId="77777777" w:rsidR="00810015" w:rsidRDefault="00810015" w:rsidP="00810015">
      <w:r>
        <w:t>209.7946</w:t>
      </w:r>
      <w:r>
        <w:tab/>
        <w:t>1.013e0</w:t>
      </w:r>
    </w:p>
    <w:p w14:paraId="3A937F74" w14:textId="77777777" w:rsidR="00810015" w:rsidRDefault="00810015" w:rsidP="00810015">
      <w:r>
        <w:t>209.8025</w:t>
      </w:r>
      <w:r>
        <w:tab/>
        <w:t>2.025e0</w:t>
      </w:r>
    </w:p>
    <w:p w14:paraId="478D52D7" w14:textId="77777777" w:rsidR="00810015" w:rsidRDefault="00810015" w:rsidP="00810015">
      <w:r>
        <w:t>209.8096</w:t>
      </w:r>
      <w:r>
        <w:tab/>
        <w:t>1.013e0</w:t>
      </w:r>
    </w:p>
    <w:p w14:paraId="13AFE9CF" w14:textId="77777777" w:rsidR="00810015" w:rsidRDefault="00810015" w:rsidP="00810015">
      <w:r>
        <w:t>209.8293</w:t>
      </w:r>
      <w:r>
        <w:tab/>
        <w:t>1.013e0</w:t>
      </w:r>
    </w:p>
    <w:p w14:paraId="5EA96CA9" w14:textId="77777777" w:rsidR="00810015" w:rsidRDefault="00810015" w:rsidP="00810015">
      <w:r>
        <w:lastRenderedPageBreak/>
        <w:t>209.8399</w:t>
      </w:r>
      <w:r>
        <w:tab/>
        <w:t>2.025e0</w:t>
      </w:r>
    </w:p>
    <w:p w14:paraId="24BA6DA8" w14:textId="77777777" w:rsidR="00810015" w:rsidRDefault="00810015" w:rsidP="00810015">
      <w:r>
        <w:t>209.8730</w:t>
      </w:r>
      <w:r>
        <w:tab/>
        <w:t>2.025e0</w:t>
      </w:r>
    </w:p>
    <w:p w14:paraId="1F0D8CD7" w14:textId="77777777" w:rsidR="00810015" w:rsidRDefault="00810015" w:rsidP="00810015">
      <w:r>
        <w:t>209.8748</w:t>
      </w:r>
      <w:r>
        <w:tab/>
        <w:t>3.038e0</w:t>
      </w:r>
    </w:p>
    <w:p w14:paraId="65E0E088" w14:textId="77777777" w:rsidR="00810015" w:rsidRDefault="00810015" w:rsidP="00810015">
      <w:r>
        <w:t>209.8836</w:t>
      </w:r>
      <w:r>
        <w:tab/>
        <w:t>1.013e0</w:t>
      </w:r>
    </w:p>
    <w:p w14:paraId="7F12A5BB" w14:textId="77777777" w:rsidR="00810015" w:rsidRDefault="00810015" w:rsidP="00810015">
      <w:r>
        <w:t>209.9041</w:t>
      </w:r>
      <w:r>
        <w:tab/>
        <w:t>2.025e0</w:t>
      </w:r>
    </w:p>
    <w:p w14:paraId="096CFF75" w14:textId="77777777" w:rsidR="00810015" w:rsidRDefault="00810015" w:rsidP="00810015">
      <w:r>
        <w:t>209.9060</w:t>
      </w:r>
      <w:r>
        <w:tab/>
        <w:t>1.013e0</w:t>
      </w:r>
    </w:p>
    <w:p w14:paraId="3590DD2F" w14:textId="77777777" w:rsidR="00810015" w:rsidRDefault="00810015" w:rsidP="00810015">
      <w:r>
        <w:t>209.9097</w:t>
      </w:r>
      <w:r>
        <w:tab/>
        <w:t>1.013e0</w:t>
      </w:r>
    </w:p>
    <w:p w14:paraId="118217F6" w14:textId="77777777" w:rsidR="00810015" w:rsidRDefault="00810015" w:rsidP="00810015">
      <w:r>
        <w:t>209.9154</w:t>
      </w:r>
      <w:r>
        <w:tab/>
        <w:t>2.025e0</w:t>
      </w:r>
    </w:p>
    <w:p w14:paraId="46DE0192" w14:textId="77777777" w:rsidR="00810015" w:rsidRDefault="00810015" w:rsidP="00810015">
      <w:r>
        <w:t>209.9552</w:t>
      </w:r>
      <w:r>
        <w:tab/>
        <w:t>2.025e0</w:t>
      </w:r>
    </w:p>
    <w:p w14:paraId="4DEF29A3" w14:textId="77777777" w:rsidR="00810015" w:rsidRDefault="00810015" w:rsidP="00810015">
      <w:r>
        <w:t>209.9946</w:t>
      </w:r>
      <w:r>
        <w:tab/>
        <w:t>7.595e1</w:t>
      </w:r>
    </w:p>
    <w:p w14:paraId="6B1D25C2" w14:textId="77777777" w:rsidR="00810015" w:rsidRDefault="00810015" w:rsidP="00810015">
      <w:r>
        <w:t>209.9962</w:t>
      </w:r>
      <w:r>
        <w:tab/>
        <w:t>6.076e0</w:t>
      </w:r>
    </w:p>
    <w:p w14:paraId="583E719F" w14:textId="77777777" w:rsidR="00810015" w:rsidRDefault="00810015" w:rsidP="00810015">
      <w:r>
        <w:t>209.9972</w:t>
      </w:r>
      <w:r>
        <w:tab/>
        <w:t>2.679e1</w:t>
      </w:r>
    </w:p>
    <w:p w14:paraId="6E99BB33" w14:textId="77777777" w:rsidR="00810015" w:rsidRDefault="00810015" w:rsidP="00810015">
      <w:r>
        <w:t>210.0299</w:t>
      </w:r>
      <w:r>
        <w:tab/>
        <w:t>5.063e0</w:t>
      </w:r>
    </w:p>
    <w:p w14:paraId="1AAF7696" w14:textId="77777777" w:rsidR="00810015" w:rsidRDefault="00810015" w:rsidP="00810015">
      <w:r>
        <w:t>210.0372</w:t>
      </w:r>
      <w:r>
        <w:tab/>
        <w:t>2.025e0</w:t>
      </w:r>
    </w:p>
    <w:p w14:paraId="58651110" w14:textId="77777777" w:rsidR="00810015" w:rsidRDefault="00810015" w:rsidP="00810015">
      <w:r>
        <w:t>210.0423</w:t>
      </w:r>
      <w:r>
        <w:tab/>
        <w:t>4.051e0</w:t>
      </w:r>
    </w:p>
    <w:p w14:paraId="384C71F9" w14:textId="77777777" w:rsidR="00810015" w:rsidRDefault="00810015" w:rsidP="00810015">
      <w:r>
        <w:t>210.0536</w:t>
      </w:r>
      <w:r>
        <w:tab/>
        <w:t>4.051e0</w:t>
      </w:r>
    </w:p>
    <w:p w14:paraId="67BD2B28" w14:textId="77777777" w:rsidR="00810015" w:rsidRDefault="00810015" w:rsidP="00810015">
      <w:r>
        <w:t>210.0623</w:t>
      </w:r>
      <w:r>
        <w:tab/>
        <w:t>2.025e0</w:t>
      </w:r>
    </w:p>
    <w:p w14:paraId="5F2D853B" w14:textId="77777777" w:rsidR="00810015" w:rsidRDefault="00810015" w:rsidP="00810015">
      <w:r>
        <w:t>210.0714</w:t>
      </w:r>
      <w:r>
        <w:tab/>
        <w:t>6.076e0</w:t>
      </w:r>
    </w:p>
    <w:p w14:paraId="705D1141" w14:textId="77777777" w:rsidR="00810015" w:rsidRDefault="00810015" w:rsidP="00810015">
      <w:r>
        <w:t>210.0765</w:t>
      </w:r>
      <w:r>
        <w:tab/>
        <w:t>4.051e0</w:t>
      </w:r>
    </w:p>
    <w:p w14:paraId="3D6BEF3D" w14:textId="77777777" w:rsidR="00810015" w:rsidRDefault="00810015" w:rsidP="00810015">
      <w:r>
        <w:lastRenderedPageBreak/>
        <w:t>210.1023</w:t>
      </w:r>
      <w:r>
        <w:tab/>
        <w:t>5.404e0</w:t>
      </w:r>
    </w:p>
    <w:p w14:paraId="70C5BE1D" w14:textId="77777777" w:rsidR="00810015" w:rsidRDefault="00810015" w:rsidP="00810015">
      <w:r>
        <w:t>210.1076</w:t>
      </w:r>
      <w:r>
        <w:tab/>
        <w:t>2.400e0</w:t>
      </w:r>
    </w:p>
    <w:p w14:paraId="6D1B5F42" w14:textId="77777777" w:rsidR="00810015" w:rsidRDefault="00810015" w:rsidP="00810015">
      <w:r>
        <w:t>210.1089</w:t>
      </w:r>
      <w:r>
        <w:tab/>
        <w:t>2.025e0</w:t>
      </w:r>
    </w:p>
    <w:p w14:paraId="4E226993" w14:textId="77777777" w:rsidR="00810015" w:rsidRDefault="00810015" w:rsidP="00810015">
      <w:r>
        <w:t>210.1100</w:t>
      </w:r>
      <w:r>
        <w:tab/>
        <w:t>3.038e0</w:t>
      </w:r>
    </w:p>
    <w:p w14:paraId="19391D52" w14:textId="77777777" w:rsidR="00810015" w:rsidRDefault="00810015" w:rsidP="00810015">
      <w:r>
        <w:t>210.1271</w:t>
      </w:r>
      <w:r>
        <w:tab/>
        <w:t>1.031e0</w:t>
      </w:r>
    </w:p>
    <w:p w14:paraId="3F26A25D" w14:textId="77777777" w:rsidR="00810015" w:rsidRDefault="00810015" w:rsidP="00810015">
      <w:r>
        <w:t>210.1309</w:t>
      </w:r>
      <w:r>
        <w:tab/>
        <w:t>2.957e0</w:t>
      </w:r>
    </w:p>
    <w:p w14:paraId="482F9FE1" w14:textId="77777777" w:rsidR="00810015" w:rsidRDefault="00810015" w:rsidP="00810015">
      <w:r>
        <w:t>210.1335</w:t>
      </w:r>
      <w:r>
        <w:tab/>
        <w:t>1.013e0</w:t>
      </w:r>
    </w:p>
    <w:p w14:paraId="66154943" w14:textId="77777777" w:rsidR="00810015" w:rsidRDefault="00810015" w:rsidP="00810015">
      <w:r>
        <w:t>210.1360</w:t>
      </w:r>
      <w:r>
        <w:tab/>
        <w:t>5.736e0</w:t>
      </w:r>
    </w:p>
    <w:p w14:paraId="59A876F7" w14:textId="77777777" w:rsidR="00810015" w:rsidRDefault="00810015" w:rsidP="00810015">
      <w:r>
        <w:t>210.1674</w:t>
      </w:r>
      <w:r>
        <w:tab/>
        <w:t>2.025e0</w:t>
      </w:r>
    </w:p>
    <w:p w14:paraId="2EE8C397" w14:textId="77777777" w:rsidR="00810015" w:rsidRDefault="00810015" w:rsidP="00810015">
      <w:r>
        <w:t>210.1721</w:t>
      </w:r>
      <w:r>
        <w:tab/>
        <w:t>2.025e0</w:t>
      </w:r>
    </w:p>
    <w:p w14:paraId="32A433E0" w14:textId="77777777" w:rsidR="00810015" w:rsidRDefault="00810015" w:rsidP="00810015">
      <w:r>
        <w:t>210.1820</w:t>
      </w:r>
      <w:r>
        <w:tab/>
        <w:t>4.051e0</w:t>
      </w:r>
    </w:p>
    <w:p w14:paraId="6066DECE" w14:textId="77777777" w:rsidR="00810015" w:rsidRDefault="00810015" w:rsidP="00810015">
      <w:r>
        <w:t>210.1832</w:t>
      </w:r>
      <w:r>
        <w:tab/>
        <w:t>1.013e0</w:t>
      </w:r>
    </w:p>
    <w:p w14:paraId="657E7B25" w14:textId="77777777" w:rsidR="00810015" w:rsidRDefault="00810015" w:rsidP="00810015">
      <w:r>
        <w:t>210.1990</w:t>
      </w:r>
      <w:r>
        <w:tab/>
        <w:t>1.013e0</w:t>
      </w:r>
    </w:p>
    <w:p w14:paraId="40473360" w14:textId="77777777" w:rsidR="00810015" w:rsidRDefault="00810015" w:rsidP="00810015">
      <w:r>
        <w:t>210.2443</w:t>
      </w:r>
      <w:r>
        <w:tab/>
        <w:t>1.013e0</w:t>
      </w:r>
    </w:p>
    <w:p w14:paraId="068ACA29" w14:textId="77777777" w:rsidR="00810015" w:rsidRDefault="00810015" w:rsidP="00810015">
      <w:r>
        <w:t>210.2555</w:t>
      </w:r>
      <w:r>
        <w:tab/>
        <w:t>1.013e0</w:t>
      </w:r>
    </w:p>
    <w:p w14:paraId="157A4A09" w14:textId="77777777" w:rsidR="00810015" w:rsidRDefault="00810015" w:rsidP="00810015">
      <w:r>
        <w:t>210.2594</w:t>
      </w:r>
      <w:r>
        <w:tab/>
        <w:t>1.013e0</w:t>
      </w:r>
    </w:p>
    <w:p w14:paraId="0F76E528" w14:textId="77777777" w:rsidR="00810015" w:rsidRDefault="00810015" w:rsidP="00810015">
      <w:r>
        <w:t>210.2634</w:t>
      </w:r>
      <w:r>
        <w:tab/>
        <w:t>1.013e0</w:t>
      </w:r>
    </w:p>
    <w:p w14:paraId="5F41F79C" w14:textId="77777777" w:rsidR="00810015" w:rsidRDefault="00810015" w:rsidP="00810015">
      <w:r>
        <w:t>210.2674</w:t>
      </w:r>
      <w:r>
        <w:tab/>
        <w:t>1.013e0</w:t>
      </w:r>
    </w:p>
    <w:p w14:paraId="00C511D7" w14:textId="77777777" w:rsidR="00810015" w:rsidRDefault="00810015" w:rsidP="00810015">
      <w:r>
        <w:t>210.3029</w:t>
      </w:r>
      <w:r>
        <w:tab/>
        <w:t>1.013e0</w:t>
      </w:r>
    </w:p>
    <w:p w14:paraId="234A0361" w14:textId="77777777" w:rsidR="00810015" w:rsidRDefault="00810015" w:rsidP="00810015">
      <w:r>
        <w:lastRenderedPageBreak/>
        <w:t>210.3142</w:t>
      </w:r>
      <w:r>
        <w:tab/>
        <w:t>1.013e0</w:t>
      </w:r>
    </w:p>
    <w:p w14:paraId="69706266" w14:textId="77777777" w:rsidR="00810015" w:rsidRDefault="00810015" w:rsidP="00810015">
      <w:r>
        <w:t>210.3636</w:t>
      </w:r>
      <w:r>
        <w:tab/>
        <w:t>1.013e0</w:t>
      </w:r>
    </w:p>
    <w:p w14:paraId="177BD74F" w14:textId="77777777" w:rsidR="00810015" w:rsidRDefault="00810015" w:rsidP="00810015">
      <w:r>
        <w:t>210.3801</w:t>
      </w:r>
      <w:r>
        <w:tab/>
        <w:t>3.038e0</w:t>
      </w:r>
    </w:p>
    <w:p w14:paraId="04FFB13E" w14:textId="77777777" w:rsidR="00810015" w:rsidRDefault="00810015" w:rsidP="00810015">
      <w:r>
        <w:t>210.4069</w:t>
      </w:r>
      <w:r>
        <w:tab/>
        <w:t>1.013e0</w:t>
      </w:r>
    </w:p>
    <w:p w14:paraId="603F4C32" w14:textId="77777777" w:rsidR="00810015" w:rsidRDefault="00810015" w:rsidP="00810015">
      <w:r>
        <w:t>210.4110</w:t>
      </w:r>
      <w:r>
        <w:tab/>
        <w:t>2.025e0</w:t>
      </w:r>
    </w:p>
    <w:p w14:paraId="775B0E99" w14:textId="77777777" w:rsidR="00810015" w:rsidRDefault="00810015" w:rsidP="00810015">
      <w:r>
        <w:t>210.4559</w:t>
      </w:r>
      <w:r>
        <w:tab/>
        <w:t>1.013e0</w:t>
      </w:r>
    </w:p>
    <w:p w14:paraId="7B4C0E1F" w14:textId="77777777" w:rsidR="00810015" w:rsidRDefault="00810015" w:rsidP="00810015">
      <w:r>
        <w:t>210.4679</w:t>
      </w:r>
      <w:r>
        <w:tab/>
        <w:t>1.013e0</w:t>
      </w:r>
    </w:p>
    <w:p w14:paraId="2FC6B5EC" w14:textId="77777777" w:rsidR="00810015" w:rsidRDefault="00810015" w:rsidP="00810015">
      <w:r>
        <w:t>210.4873</w:t>
      </w:r>
      <w:r>
        <w:tab/>
        <w:t>3.038e0</w:t>
      </w:r>
    </w:p>
    <w:p w14:paraId="753DDF8B" w14:textId="77777777" w:rsidR="00810015" w:rsidRDefault="00810015" w:rsidP="00810015">
      <w:r>
        <w:t>210.4950</w:t>
      </w:r>
      <w:r>
        <w:tab/>
        <w:t>3.038e0</w:t>
      </w:r>
    </w:p>
    <w:p w14:paraId="61B5DC44" w14:textId="77777777" w:rsidR="00810015" w:rsidRDefault="00810015" w:rsidP="00810015">
      <w:r>
        <w:t>210.4966</w:t>
      </w:r>
      <w:r>
        <w:tab/>
        <w:t>1.013e0</w:t>
      </w:r>
    </w:p>
    <w:p w14:paraId="18D017D0" w14:textId="77777777" w:rsidR="00810015" w:rsidRDefault="00810015" w:rsidP="00810015">
      <w:r>
        <w:t>210.4996</w:t>
      </w:r>
      <w:r>
        <w:tab/>
        <w:t>1.013e0</w:t>
      </w:r>
    </w:p>
    <w:p w14:paraId="022E4AC0" w14:textId="77777777" w:rsidR="00810015" w:rsidRDefault="00810015" w:rsidP="00810015">
      <w:r>
        <w:t>210.5184</w:t>
      </w:r>
      <w:r>
        <w:tab/>
        <w:t>1.013e0</w:t>
      </w:r>
    </w:p>
    <w:p w14:paraId="44F66677" w14:textId="77777777" w:rsidR="00810015" w:rsidRDefault="00810015" w:rsidP="00810015">
      <w:r>
        <w:t>210.5306</w:t>
      </w:r>
      <w:r>
        <w:tab/>
        <w:t>1.013e0</w:t>
      </w:r>
    </w:p>
    <w:p w14:paraId="3BC5BE59" w14:textId="77777777" w:rsidR="00810015" w:rsidRDefault="00810015" w:rsidP="00810015">
      <w:r>
        <w:t>210.5374</w:t>
      </w:r>
      <w:r>
        <w:tab/>
        <w:t>1.013e0</w:t>
      </w:r>
    </w:p>
    <w:p w14:paraId="2C242204" w14:textId="77777777" w:rsidR="00810015" w:rsidRDefault="00810015" w:rsidP="00810015">
      <w:r>
        <w:t>210.5562</w:t>
      </w:r>
      <w:r>
        <w:tab/>
        <w:t>1.013e0</w:t>
      </w:r>
    </w:p>
    <w:p w14:paraId="0139CA73" w14:textId="77777777" w:rsidR="00810015" w:rsidRDefault="00810015" w:rsidP="00810015">
      <w:r>
        <w:t>210.5961</w:t>
      </w:r>
      <w:r>
        <w:tab/>
        <w:t>1.013e0</w:t>
      </w:r>
    </w:p>
    <w:p w14:paraId="21184CD6" w14:textId="77777777" w:rsidR="00810015" w:rsidRDefault="00810015" w:rsidP="00810015">
      <w:r>
        <w:t>210.6111</w:t>
      </w:r>
      <w:r>
        <w:tab/>
        <w:t>1.013e0</w:t>
      </w:r>
    </w:p>
    <w:p w14:paraId="3C4863EB" w14:textId="77777777" w:rsidR="00810015" w:rsidRDefault="00810015" w:rsidP="00810015">
      <w:r>
        <w:t>210.6187</w:t>
      </w:r>
      <w:r>
        <w:tab/>
        <w:t>1.013e0</w:t>
      </w:r>
    </w:p>
    <w:p w14:paraId="402DF9DD" w14:textId="77777777" w:rsidR="00810015" w:rsidRDefault="00810015" w:rsidP="00810015">
      <w:r>
        <w:t>210.6225</w:t>
      </w:r>
      <w:r>
        <w:tab/>
        <w:t>2.025e0</w:t>
      </w:r>
    </w:p>
    <w:p w14:paraId="3ED75A05" w14:textId="77777777" w:rsidR="00810015" w:rsidRDefault="00810015" w:rsidP="00810015">
      <w:r>
        <w:lastRenderedPageBreak/>
        <w:t>210.6414</w:t>
      </w:r>
      <w:r>
        <w:tab/>
        <w:t>1.013e0</w:t>
      </w:r>
    </w:p>
    <w:p w14:paraId="66A53746" w14:textId="77777777" w:rsidR="00810015" w:rsidRDefault="00810015" w:rsidP="00810015">
      <w:r>
        <w:t>210.6490</w:t>
      </w:r>
      <w:r>
        <w:tab/>
        <w:t>2.025e0</w:t>
      </w:r>
    </w:p>
    <w:p w14:paraId="6B4660E1" w14:textId="77777777" w:rsidR="00810015" w:rsidRDefault="00810015" w:rsidP="00810015">
      <w:r>
        <w:t>210.6565</w:t>
      </w:r>
      <w:r>
        <w:tab/>
        <w:t>1.013e0</w:t>
      </w:r>
    </w:p>
    <w:p w14:paraId="05FF7986" w14:textId="77777777" w:rsidR="00810015" w:rsidRDefault="00810015" w:rsidP="00810015">
      <w:r>
        <w:t>210.6605</w:t>
      </w:r>
      <w:r>
        <w:tab/>
        <w:t>1.013e0</w:t>
      </w:r>
    </w:p>
    <w:p w14:paraId="34E5BECE" w14:textId="77777777" w:rsidR="00810015" w:rsidRDefault="00810015" w:rsidP="00810015">
      <w:r>
        <w:t>210.6646</w:t>
      </w:r>
      <w:r>
        <w:tab/>
        <w:t>1.013e0</w:t>
      </w:r>
    </w:p>
    <w:p w14:paraId="6CD5B65B" w14:textId="77777777" w:rsidR="00810015" w:rsidRDefault="00810015" w:rsidP="00810015">
      <w:r>
        <w:t>210.6693</w:t>
      </w:r>
      <w:r>
        <w:tab/>
        <w:t>1.013e0</w:t>
      </w:r>
    </w:p>
    <w:p w14:paraId="5DC1B2E0" w14:textId="77777777" w:rsidR="00810015" w:rsidRDefault="00810015" w:rsidP="00810015">
      <w:r>
        <w:t>210.6926</w:t>
      </w:r>
      <w:r>
        <w:tab/>
        <w:t>1.013e0</w:t>
      </w:r>
    </w:p>
    <w:p w14:paraId="6AF811EA" w14:textId="77777777" w:rsidR="00810015" w:rsidRDefault="00810015" w:rsidP="00810015">
      <w:r>
        <w:t>210.7000</w:t>
      </w:r>
      <w:r>
        <w:tab/>
        <w:t>1.013e0</w:t>
      </w:r>
    </w:p>
    <w:p w14:paraId="49D43658" w14:textId="77777777" w:rsidR="00810015" w:rsidRDefault="00810015" w:rsidP="00810015">
      <w:r>
        <w:t>210.7249</w:t>
      </w:r>
      <w:r>
        <w:tab/>
        <w:t>6.076e0</w:t>
      </w:r>
    </w:p>
    <w:p w14:paraId="6D359D04" w14:textId="77777777" w:rsidR="00810015" w:rsidRDefault="00810015" w:rsidP="00810015">
      <w:r>
        <w:t>210.7417</w:t>
      </w:r>
      <w:r>
        <w:tab/>
        <w:t>1.013e0</w:t>
      </w:r>
    </w:p>
    <w:p w14:paraId="3CD5947F" w14:textId="77777777" w:rsidR="00810015" w:rsidRDefault="00810015" w:rsidP="00810015">
      <w:r>
        <w:t>210.7529</w:t>
      </w:r>
      <w:r>
        <w:tab/>
        <w:t>1.013e0</w:t>
      </w:r>
    </w:p>
    <w:p w14:paraId="68AE914B" w14:textId="77777777" w:rsidR="00810015" w:rsidRDefault="00810015" w:rsidP="00810015">
      <w:r>
        <w:t>210.7649</w:t>
      </w:r>
      <w:r>
        <w:tab/>
        <w:t>1.013e0</w:t>
      </w:r>
    </w:p>
    <w:p w14:paraId="0C08DD31" w14:textId="77777777" w:rsidR="00810015" w:rsidRDefault="00810015" w:rsidP="00810015">
      <w:r>
        <w:t>210.8040</w:t>
      </w:r>
      <w:r>
        <w:tab/>
        <w:t>1.013e0</w:t>
      </w:r>
    </w:p>
    <w:p w14:paraId="4B1A4657" w14:textId="77777777" w:rsidR="00810015" w:rsidRDefault="00810015" w:rsidP="00810015">
      <w:r>
        <w:t>210.8256</w:t>
      </w:r>
      <w:r>
        <w:tab/>
        <w:t>2.025e0</w:t>
      </w:r>
    </w:p>
    <w:p w14:paraId="4A095185" w14:textId="77777777" w:rsidR="00810015" w:rsidRDefault="00810015" w:rsidP="00810015">
      <w:r>
        <w:t>210.8268</w:t>
      </w:r>
      <w:r>
        <w:tab/>
        <w:t>1.013e0</w:t>
      </w:r>
    </w:p>
    <w:p w14:paraId="628933F4" w14:textId="77777777" w:rsidR="00810015" w:rsidRDefault="00810015" w:rsidP="00810015">
      <w:r>
        <w:t>210.8382</w:t>
      </w:r>
      <w:r>
        <w:tab/>
        <w:t>1.013e0</w:t>
      </w:r>
    </w:p>
    <w:p w14:paraId="449B1346" w14:textId="77777777" w:rsidR="00810015" w:rsidRDefault="00810015" w:rsidP="00810015">
      <w:r>
        <w:t>210.8581</w:t>
      </w:r>
      <w:r>
        <w:tab/>
        <w:t>1.013e0</w:t>
      </w:r>
    </w:p>
    <w:p w14:paraId="0C3F3308" w14:textId="77777777" w:rsidR="00810015" w:rsidRDefault="00810015" w:rsidP="00810015">
      <w:r>
        <w:t>210.8893</w:t>
      </w:r>
      <w:r>
        <w:tab/>
        <w:t>1.013e0</w:t>
      </w:r>
    </w:p>
    <w:p w14:paraId="6F958222" w14:textId="77777777" w:rsidR="00810015" w:rsidRDefault="00810015" w:rsidP="00810015">
      <w:r>
        <w:t>210.8968</w:t>
      </w:r>
      <w:r>
        <w:tab/>
        <w:t>1.013e0</w:t>
      </w:r>
    </w:p>
    <w:p w14:paraId="55AE5673" w14:textId="77777777" w:rsidR="00810015" w:rsidRDefault="00810015" w:rsidP="00810015">
      <w:r>
        <w:lastRenderedPageBreak/>
        <w:t>210.9119</w:t>
      </w:r>
      <w:r>
        <w:tab/>
        <w:t>1.013e0</w:t>
      </w:r>
    </w:p>
    <w:p w14:paraId="1C375C9C" w14:textId="77777777" w:rsidR="00810015" w:rsidRDefault="00810015" w:rsidP="00810015">
      <w:r>
        <w:t>210.9459</w:t>
      </w:r>
      <w:r>
        <w:tab/>
        <w:t>1.013e0</w:t>
      </w:r>
    </w:p>
    <w:p w14:paraId="12E8968E" w14:textId="77777777" w:rsidR="00810015" w:rsidRDefault="00810015" w:rsidP="00810015">
      <w:r>
        <w:t>210.9481</w:t>
      </w:r>
      <w:r>
        <w:tab/>
        <w:t>2.025e0</w:t>
      </w:r>
    </w:p>
    <w:p w14:paraId="7FE47CCE" w14:textId="77777777" w:rsidR="00810015" w:rsidRDefault="00810015" w:rsidP="00810015">
      <w:r>
        <w:t>210.9498</w:t>
      </w:r>
      <w:r>
        <w:tab/>
        <w:t>1.013e0</w:t>
      </w:r>
    </w:p>
    <w:p w14:paraId="7B94E604" w14:textId="77777777" w:rsidR="00810015" w:rsidRDefault="00810015" w:rsidP="00810015">
      <w:r>
        <w:t>210.9659</w:t>
      </w:r>
      <w:r>
        <w:tab/>
        <w:t>2.025e0</w:t>
      </w:r>
    </w:p>
    <w:p w14:paraId="1A4918F9" w14:textId="77777777" w:rsidR="00810015" w:rsidRDefault="00810015" w:rsidP="00810015">
      <w:r>
        <w:t>210.9699</w:t>
      </w:r>
      <w:r>
        <w:tab/>
        <w:t>2.025e0</w:t>
      </w:r>
    </w:p>
    <w:p w14:paraId="014FC321" w14:textId="77777777" w:rsidR="00810015" w:rsidRDefault="00810015" w:rsidP="00810015">
      <w:r>
        <w:t>210.9883</w:t>
      </w:r>
      <w:r>
        <w:tab/>
        <w:t>4.360e0</w:t>
      </w:r>
    </w:p>
    <w:p w14:paraId="6BFD8514" w14:textId="77777777" w:rsidR="00810015" w:rsidRDefault="00810015" w:rsidP="00810015">
      <w:r>
        <w:t>211.0098</w:t>
      </w:r>
      <w:r>
        <w:tab/>
        <w:t>2.580e1</w:t>
      </w:r>
    </w:p>
    <w:p w14:paraId="77E74407" w14:textId="77777777" w:rsidR="00810015" w:rsidRDefault="00810015" w:rsidP="00810015">
      <w:r>
        <w:t>211.0134</w:t>
      </w:r>
      <w:r>
        <w:tab/>
        <w:t>1.358e1</w:t>
      </w:r>
    </w:p>
    <w:p w14:paraId="7E29BE58" w14:textId="77777777" w:rsidR="00810015" w:rsidRDefault="00810015" w:rsidP="00810015">
      <w:r>
        <w:t>211.0198</w:t>
      </w:r>
      <w:r>
        <w:tab/>
        <w:t>1.013e0</w:t>
      </w:r>
    </w:p>
    <w:p w14:paraId="22783546" w14:textId="77777777" w:rsidR="00810015" w:rsidRDefault="00810015" w:rsidP="00810015">
      <w:r>
        <w:t>211.0325</w:t>
      </w:r>
      <w:r>
        <w:tab/>
        <w:t>6.486e0</w:t>
      </w:r>
    </w:p>
    <w:p w14:paraId="78A08948" w14:textId="77777777" w:rsidR="00810015" w:rsidRDefault="00810015" w:rsidP="00810015">
      <w:r>
        <w:t>211.0613</w:t>
      </w:r>
      <w:r>
        <w:tab/>
        <w:t>3.038e0</w:t>
      </w:r>
    </w:p>
    <w:p w14:paraId="41BF7A9B" w14:textId="77777777" w:rsidR="00810015" w:rsidRDefault="00810015" w:rsidP="00810015">
      <w:r>
        <w:t>211.0680</w:t>
      </w:r>
      <w:r>
        <w:tab/>
        <w:t>2.025e0</w:t>
      </w:r>
    </w:p>
    <w:p w14:paraId="69CF5211" w14:textId="77777777" w:rsidR="00810015" w:rsidRDefault="00810015" w:rsidP="00810015">
      <w:r>
        <w:t>211.0824</w:t>
      </w:r>
      <w:r>
        <w:tab/>
        <w:t>1.013e0</w:t>
      </w:r>
    </w:p>
    <w:p w14:paraId="518C3423" w14:textId="77777777" w:rsidR="00810015" w:rsidRDefault="00810015" w:rsidP="00810015">
      <w:r>
        <w:t>211.0855</w:t>
      </w:r>
      <w:r>
        <w:tab/>
        <w:t>3.038e0</w:t>
      </w:r>
    </w:p>
    <w:p w14:paraId="0AB8F404" w14:textId="77777777" w:rsidR="00810015" w:rsidRDefault="00810015" w:rsidP="00810015">
      <w:r>
        <w:t>211.0936</w:t>
      </w:r>
      <w:r>
        <w:tab/>
        <w:t>1.013e0</w:t>
      </w:r>
    </w:p>
    <w:p w14:paraId="7475F400" w14:textId="77777777" w:rsidR="00810015" w:rsidRDefault="00810015" w:rsidP="00810015">
      <w:r>
        <w:t>211.1163</w:t>
      </w:r>
      <w:r>
        <w:tab/>
        <w:t>3.688e0</w:t>
      </w:r>
    </w:p>
    <w:p w14:paraId="6C1E86D4" w14:textId="77777777" w:rsidR="00810015" w:rsidRDefault="00810015" w:rsidP="00810015">
      <w:r>
        <w:t>211.1228</w:t>
      </w:r>
      <w:r>
        <w:tab/>
        <w:t>3.038e0</w:t>
      </w:r>
    </w:p>
    <w:p w14:paraId="6A276355" w14:textId="77777777" w:rsidR="00810015" w:rsidRDefault="00810015" w:rsidP="00810015">
      <w:r>
        <w:t>211.1241</w:t>
      </w:r>
      <w:r>
        <w:tab/>
        <w:t>3.968e0</w:t>
      </w:r>
    </w:p>
    <w:p w14:paraId="041A9883" w14:textId="77777777" w:rsidR="00810015" w:rsidRDefault="00810015" w:rsidP="00810015">
      <w:r>
        <w:lastRenderedPageBreak/>
        <w:t>211.1315</w:t>
      </w:r>
      <w:r>
        <w:tab/>
        <w:t>1.013e0</w:t>
      </w:r>
    </w:p>
    <w:p w14:paraId="0B598AE5" w14:textId="77777777" w:rsidR="00810015" w:rsidRDefault="00810015" w:rsidP="00810015">
      <w:r>
        <w:t>211.1530</w:t>
      </w:r>
      <w:r>
        <w:tab/>
        <w:t>1.339e0</w:t>
      </w:r>
    </w:p>
    <w:p w14:paraId="05323A9A" w14:textId="77777777" w:rsidR="00810015" w:rsidRDefault="00810015" w:rsidP="00810015">
      <w:r>
        <w:t>211.1680</w:t>
      </w:r>
      <w:r>
        <w:tab/>
        <w:t>1.013e1</w:t>
      </w:r>
    </w:p>
    <w:p w14:paraId="72FEDD64" w14:textId="77777777" w:rsidR="00810015" w:rsidRDefault="00810015" w:rsidP="00810015">
      <w:r>
        <w:t>211.1765</w:t>
      </w:r>
      <w:r>
        <w:tab/>
        <w:t>2.025e0</w:t>
      </w:r>
    </w:p>
    <w:p w14:paraId="36802F0E" w14:textId="77777777" w:rsidR="00810015" w:rsidRDefault="00810015" w:rsidP="00810015">
      <w:r>
        <w:t>211.1996</w:t>
      </w:r>
      <w:r>
        <w:tab/>
        <w:t>3.038e0</w:t>
      </w:r>
    </w:p>
    <w:p w14:paraId="6E99EAF3" w14:textId="77777777" w:rsidR="00810015" w:rsidRDefault="00810015" w:rsidP="00810015">
      <w:r>
        <w:t>211.2053</w:t>
      </w:r>
      <w:r>
        <w:tab/>
        <w:t>1.013e0</w:t>
      </w:r>
    </w:p>
    <w:p w14:paraId="21D75554" w14:textId="77777777" w:rsidR="00810015" w:rsidRDefault="00810015" w:rsidP="00810015">
      <w:r>
        <w:t>211.2318</w:t>
      </w:r>
      <w:r>
        <w:tab/>
        <w:t>1.013e0</w:t>
      </w:r>
    </w:p>
    <w:p w14:paraId="5CF14477" w14:textId="77777777" w:rsidR="00810015" w:rsidRDefault="00810015" w:rsidP="00810015">
      <w:r>
        <w:t>211.2555</w:t>
      </w:r>
      <w:r>
        <w:tab/>
        <w:t>2.025e0</w:t>
      </w:r>
    </w:p>
    <w:p w14:paraId="2EDC77FA" w14:textId="77777777" w:rsidR="00810015" w:rsidRDefault="00810015" w:rsidP="00810015">
      <w:r>
        <w:t>211.2633</w:t>
      </w:r>
      <w:r>
        <w:tab/>
        <w:t>2.025e0</w:t>
      </w:r>
    </w:p>
    <w:p w14:paraId="5AF37721" w14:textId="77777777" w:rsidR="00810015" w:rsidRDefault="00810015" w:rsidP="00810015">
      <w:r>
        <w:t>211.2723</w:t>
      </w:r>
      <w:r>
        <w:tab/>
        <w:t>1.013e0</w:t>
      </w:r>
    </w:p>
    <w:p w14:paraId="492E0780" w14:textId="77777777" w:rsidR="00810015" w:rsidRDefault="00810015" w:rsidP="00810015">
      <w:r>
        <w:t>211.2943</w:t>
      </w:r>
      <w:r>
        <w:tab/>
        <w:t>2.025e0</w:t>
      </w:r>
    </w:p>
    <w:p w14:paraId="05E2A387" w14:textId="77777777" w:rsidR="00810015" w:rsidRDefault="00810015" w:rsidP="00810015">
      <w:r>
        <w:t>211.3706</w:t>
      </w:r>
      <w:r>
        <w:tab/>
        <w:t>2.025e0</w:t>
      </w:r>
    </w:p>
    <w:p w14:paraId="62A82657" w14:textId="77777777" w:rsidR="00810015" w:rsidRDefault="00810015" w:rsidP="00810015">
      <w:r>
        <w:t>211.3946</w:t>
      </w:r>
      <w:r>
        <w:tab/>
        <w:t>1.013e0</w:t>
      </w:r>
    </w:p>
    <w:p w14:paraId="67D3CF90" w14:textId="77777777" w:rsidR="00810015" w:rsidRDefault="00810015" w:rsidP="00810015">
      <w:r>
        <w:t>211.4099</w:t>
      </w:r>
      <w:r>
        <w:tab/>
        <w:t>2.025e0</w:t>
      </w:r>
    </w:p>
    <w:p w14:paraId="43CEC019" w14:textId="77777777" w:rsidR="00810015" w:rsidRDefault="00810015" w:rsidP="00810015">
      <w:r>
        <w:t>211.4249</w:t>
      </w:r>
      <w:r>
        <w:tab/>
        <w:t>1.013e0</w:t>
      </w:r>
    </w:p>
    <w:p w14:paraId="6DAC516D" w14:textId="77777777" w:rsidR="00810015" w:rsidRDefault="00810015" w:rsidP="00810015">
      <w:r>
        <w:t>211.4326</w:t>
      </w:r>
      <w:r>
        <w:tab/>
        <w:t>1.013e0</w:t>
      </w:r>
    </w:p>
    <w:p w14:paraId="06BCB458" w14:textId="77777777" w:rsidR="00810015" w:rsidRDefault="00810015" w:rsidP="00810015">
      <w:r>
        <w:t>211.4655</w:t>
      </w:r>
      <w:r>
        <w:tab/>
        <w:t>1.013e0</w:t>
      </w:r>
    </w:p>
    <w:p w14:paraId="105F3D42" w14:textId="77777777" w:rsidR="00810015" w:rsidRDefault="00810015" w:rsidP="00810015">
      <w:r>
        <w:t>211.4818</w:t>
      </w:r>
      <w:r>
        <w:tab/>
        <w:t>2.025e0</w:t>
      </w:r>
    </w:p>
    <w:p w14:paraId="30BDC3AD" w14:textId="77777777" w:rsidR="00810015" w:rsidRDefault="00810015" w:rsidP="00810015">
      <w:r>
        <w:t>211.4844</w:t>
      </w:r>
      <w:r>
        <w:tab/>
        <w:t>1.013e0</w:t>
      </w:r>
    </w:p>
    <w:p w14:paraId="7B088E40" w14:textId="77777777" w:rsidR="00810015" w:rsidRDefault="00810015" w:rsidP="00810015">
      <w:r>
        <w:lastRenderedPageBreak/>
        <w:t>211.4950</w:t>
      </w:r>
      <w:r>
        <w:tab/>
        <w:t>1.013e0</w:t>
      </w:r>
    </w:p>
    <w:p w14:paraId="12461541" w14:textId="77777777" w:rsidR="00810015" w:rsidRDefault="00810015" w:rsidP="00810015">
      <w:r>
        <w:t>211.5102</w:t>
      </w:r>
      <w:r>
        <w:tab/>
        <w:t>1.013e0</w:t>
      </w:r>
    </w:p>
    <w:p w14:paraId="25AA1696" w14:textId="77777777" w:rsidR="00810015" w:rsidRDefault="00810015" w:rsidP="00810015">
      <w:r>
        <w:t>211.5130</w:t>
      </w:r>
      <w:r>
        <w:tab/>
        <w:t>3.038e0</w:t>
      </w:r>
    </w:p>
    <w:p w14:paraId="09314645" w14:textId="77777777" w:rsidR="00810015" w:rsidRDefault="00810015" w:rsidP="00810015">
      <w:r>
        <w:t>211.5148</w:t>
      </w:r>
      <w:r>
        <w:tab/>
        <w:t>1.013e0</w:t>
      </w:r>
    </w:p>
    <w:p w14:paraId="42618D5F" w14:textId="77777777" w:rsidR="00810015" w:rsidRDefault="00810015" w:rsidP="00810015">
      <w:r>
        <w:t>211.5236</w:t>
      </w:r>
      <w:r>
        <w:tab/>
        <w:t>2.025e0</w:t>
      </w:r>
    </w:p>
    <w:p w14:paraId="33795A37" w14:textId="77777777" w:rsidR="00810015" w:rsidRDefault="00810015" w:rsidP="00810015">
      <w:r>
        <w:t>211.5735</w:t>
      </w:r>
      <w:r>
        <w:tab/>
        <w:t>1.013e0</w:t>
      </w:r>
    </w:p>
    <w:p w14:paraId="5186CE9D" w14:textId="77777777" w:rsidR="00810015" w:rsidRDefault="00810015" w:rsidP="00810015">
      <w:r>
        <w:t>211.5803</w:t>
      </w:r>
      <w:r>
        <w:tab/>
        <w:t>2.025e0</w:t>
      </w:r>
    </w:p>
    <w:p w14:paraId="3BB146AF" w14:textId="77777777" w:rsidR="00810015" w:rsidRDefault="00810015" w:rsidP="00810015">
      <w:r>
        <w:t>211.6501</w:t>
      </w:r>
      <w:r>
        <w:tab/>
        <w:t>1.013e0</w:t>
      </w:r>
    </w:p>
    <w:p w14:paraId="1AF185C3" w14:textId="77777777" w:rsidR="00810015" w:rsidRDefault="00810015" w:rsidP="00810015">
      <w:r>
        <w:t>211.6693</w:t>
      </w:r>
      <w:r>
        <w:tab/>
        <w:t>1.013e0</w:t>
      </w:r>
    </w:p>
    <w:p w14:paraId="3EA549AE" w14:textId="77777777" w:rsidR="00810015" w:rsidRDefault="00810015" w:rsidP="00810015">
      <w:r>
        <w:t>211.6731</w:t>
      </w:r>
      <w:r>
        <w:tab/>
        <w:t>2.025e0</w:t>
      </w:r>
    </w:p>
    <w:p w14:paraId="660868C2" w14:textId="77777777" w:rsidR="00810015" w:rsidRDefault="00810015" w:rsidP="00810015">
      <w:r>
        <w:t>211.6921</w:t>
      </w:r>
      <w:r>
        <w:tab/>
        <w:t>1.013e0</w:t>
      </w:r>
    </w:p>
    <w:p w14:paraId="6BA7BE6E" w14:textId="77777777" w:rsidR="00810015" w:rsidRDefault="00810015" w:rsidP="00810015">
      <w:r>
        <w:t>211.7072</w:t>
      </w:r>
      <w:r>
        <w:tab/>
        <w:t>1.013e0</w:t>
      </w:r>
    </w:p>
    <w:p w14:paraId="1D4167A4" w14:textId="77777777" w:rsidR="00810015" w:rsidRDefault="00810015" w:rsidP="00810015">
      <w:r>
        <w:t>211.7147</w:t>
      </w:r>
      <w:r>
        <w:tab/>
        <w:t>1.013e0</w:t>
      </w:r>
    </w:p>
    <w:p w14:paraId="7131C4C9" w14:textId="77777777" w:rsidR="00810015" w:rsidRDefault="00810015" w:rsidP="00810015">
      <w:r>
        <w:t>211.7473</w:t>
      </w:r>
      <w:r>
        <w:tab/>
        <w:t>3.038e0</w:t>
      </w:r>
    </w:p>
    <w:p w14:paraId="1D57346E" w14:textId="77777777" w:rsidR="00810015" w:rsidRDefault="00810015" w:rsidP="00810015">
      <w:r>
        <w:t>211.7547</w:t>
      </w:r>
      <w:r>
        <w:tab/>
        <w:t>1.013e0</w:t>
      </w:r>
    </w:p>
    <w:p w14:paraId="35831888" w14:textId="77777777" w:rsidR="00810015" w:rsidRDefault="00810015" w:rsidP="00810015">
      <w:r>
        <w:t>211.7584</w:t>
      </w:r>
      <w:r>
        <w:tab/>
        <w:t>1.013e0</w:t>
      </w:r>
    </w:p>
    <w:p w14:paraId="0150F892" w14:textId="77777777" w:rsidR="00810015" w:rsidRDefault="00810015" w:rsidP="00810015">
      <w:r>
        <w:t>211.7724</w:t>
      </w:r>
      <w:r>
        <w:tab/>
        <w:t>2.025e0</w:t>
      </w:r>
    </w:p>
    <w:p w14:paraId="1A5CA061" w14:textId="77777777" w:rsidR="00810015" w:rsidRDefault="00810015" w:rsidP="00810015">
      <w:r>
        <w:t>211.7773</w:t>
      </w:r>
      <w:r>
        <w:tab/>
        <w:t>1.013e0</w:t>
      </w:r>
    </w:p>
    <w:p w14:paraId="6E816A93" w14:textId="77777777" w:rsidR="00810015" w:rsidRDefault="00810015" w:rsidP="00810015">
      <w:r>
        <w:t>211.7849</w:t>
      </w:r>
      <w:r>
        <w:tab/>
        <w:t>1.013e0</w:t>
      </w:r>
    </w:p>
    <w:p w14:paraId="75E27DBA" w14:textId="77777777" w:rsidR="00810015" w:rsidRDefault="00810015" w:rsidP="00810015">
      <w:r>
        <w:lastRenderedPageBreak/>
        <w:t>211.8038</w:t>
      </w:r>
      <w:r>
        <w:tab/>
        <w:t>1.013e0</w:t>
      </w:r>
    </w:p>
    <w:p w14:paraId="0CFE3598" w14:textId="77777777" w:rsidR="00810015" w:rsidRDefault="00810015" w:rsidP="00810015">
      <w:r>
        <w:t>211.8437</w:t>
      </w:r>
      <w:r>
        <w:tab/>
        <w:t>1.013e0</w:t>
      </w:r>
    </w:p>
    <w:p w14:paraId="0F5AC6CA" w14:textId="77777777" w:rsidR="00810015" w:rsidRDefault="00810015" w:rsidP="00810015">
      <w:r>
        <w:t>211.8550</w:t>
      </w:r>
      <w:r>
        <w:tab/>
        <w:t>1.013e0</w:t>
      </w:r>
    </w:p>
    <w:p w14:paraId="2888DA33" w14:textId="77777777" w:rsidR="00810015" w:rsidRDefault="00810015" w:rsidP="00810015">
      <w:r>
        <w:t>211.8588</w:t>
      </w:r>
      <w:r>
        <w:tab/>
        <w:t>1.013e0</w:t>
      </w:r>
    </w:p>
    <w:p w14:paraId="25278D74" w14:textId="77777777" w:rsidR="00810015" w:rsidRDefault="00810015" w:rsidP="00810015">
      <w:r>
        <w:t>211.8967</w:t>
      </w:r>
      <w:r>
        <w:tab/>
        <w:t>3.038e0</w:t>
      </w:r>
    </w:p>
    <w:p w14:paraId="796A5415" w14:textId="77777777" w:rsidR="00810015" w:rsidRDefault="00810015" w:rsidP="00810015">
      <w:r>
        <w:t>211.9389</w:t>
      </w:r>
      <w:r>
        <w:tab/>
        <w:t>3.038e0</w:t>
      </w:r>
    </w:p>
    <w:p w14:paraId="7F28ABA0" w14:textId="77777777" w:rsidR="00810015" w:rsidRDefault="00810015" w:rsidP="00810015">
      <w:r>
        <w:t>211.9404</w:t>
      </w:r>
      <w:r>
        <w:tab/>
        <w:t>1.013e0</w:t>
      </w:r>
    </w:p>
    <w:p w14:paraId="564D1F05" w14:textId="77777777" w:rsidR="00810015" w:rsidRDefault="00810015" w:rsidP="00810015">
      <w:r>
        <w:t>211.9877</w:t>
      </w:r>
      <w:r>
        <w:tab/>
        <w:t>1.013e1</w:t>
      </w:r>
    </w:p>
    <w:p w14:paraId="67ABF36E" w14:textId="77777777" w:rsidR="00810015" w:rsidRDefault="00810015" w:rsidP="00810015">
      <w:r>
        <w:t>211.9897</w:t>
      </w:r>
      <w:r>
        <w:tab/>
        <w:t>5.671e1</w:t>
      </w:r>
    </w:p>
    <w:p w14:paraId="4AA6C363" w14:textId="77777777" w:rsidR="00810015" w:rsidRDefault="00810015" w:rsidP="00810015">
      <w:r>
        <w:t>211.9917</w:t>
      </w:r>
      <w:r>
        <w:tab/>
        <w:t>3.544e1</w:t>
      </w:r>
    </w:p>
    <w:p w14:paraId="7AA2938A" w14:textId="77777777" w:rsidR="00810015" w:rsidRDefault="00810015" w:rsidP="00810015">
      <w:r>
        <w:t>212.0074</w:t>
      </w:r>
      <w:r>
        <w:tab/>
        <w:t>8.144e0</w:t>
      </w:r>
    </w:p>
    <w:p w14:paraId="4A030886" w14:textId="77777777" w:rsidR="00810015" w:rsidRDefault="00810015" w:rsidP="00810015">
      <w:r>
        <w:t>212.0202</w:t>
      </w:r>
      <w:r>
        <w:tab/>
        <w:t>1.039e1</w:t>
      </w:r>
    </w:p>
    <w:p w14:paraId="716ACC07" w14:textId="77777777" w:rsidR="00810015" w:rsidRDefault="00810015" w:rsidP="00810015">
      <w:r>
        <w:t>212.0229</w:t>
      </w:r>
      <w:r>
        <w:tab/>
        <w:t>1.013e1</w:t>
      </w:r>
    </w:p>
    <w:p w14:paraId="29221018" w14:textId="77777777" w:rsidR="00810015" w:rsidRDefault="00810015" w:rsidP="00810015">
      <w:r>
        <w:t>212.0296</w:t>
      </w:r>
      <w:r>
        <w:tab/>
        <w:t>1.343e1</w:t>
      </w:r>
    </w:p>
    <w:p w14:paraId="1AD043C2" w14:textId="77777777" w:rsidR="00810015" w:rsidRDefault="00810015" w:rsidP="00810015">
      <w:r>
        <w:t>212.0326</w:t>
      </w:r>
      <w:r>
        <w:tab/>
        <w:t>9.114e0</w:t>
      </w:r>
    </w:p>
    <w:p w14:paraId="42C4378D" w14:textId="77777777" w:rsidR="00810015" w:rsidRDefault="00810015" w:rsidP="00810015">
      <w:r>
        <w:t>212.0582</w:t>
      </w:r>
      <w:r>
        <w:tab/>
        <w:t>7.089e0</w:t>
      </w:r>
    </w:p>
    <w:p w14:paraId="7C940066" w14:textId="77777777" w:rsidR="00810015" w:rsidRDefault="00810015" w:rsidP="00810015">
      <w:r>
        <w:t>212.0750</w:t>
      </w:r>
      <w:r>
        <w:tab/>
        <w:t>1.013e0</w:t>
      </w:r>
    </w:p>
    <w:p w14:paraId="54E043A3" w14:textId="77777777" w:rsidR="00810015" w:rsidRDefault="00810015" w:rsidP="00810015">
      <w:r>
        <w:t>212.0887</w:t>
      </w:r>
      <w:r>
        <w:tab/>
        <w:t>8.101e0</w:t>
      </w:r>
    </w:p>
    <w:p w14:paraId="3A8FA459" w14:textId="77777777" w:rsidR="00810015" w:rsidRDefault="00810015" w:rsidP="00810015">
      <w:r>
        <w:t>212.0900</w:t>
      </w:r>
      <w:r>
        <w:tab/>
        <w:t>1.013e0</w:t>
      </w:r>
    </w:p>
    <w:p w14:paraId="33A0C5E5" w14:textId="77777777" w:rsidR="00810015" w:rsidRDefault="00810015" w:rsidP="00810015">
      <w:r>
        <w:lastRenderedPageBreak/>
        <w:t>212.0939</w:t>
      </w:r>
      <w:r>
        <w:tab/>
        <w:t>2.295e0</w:t>
      </w:r>
    </w:p>
    <w:p w14:paraId="39D4BAAF" w14:textId="77777777" w:rsidR="00810015" w:rsidRDefault="00810015" w:rsidP="00810015">
      <w:r>
        <w:t>212.1140</w:t>
      </w:r>
      <w:r>
        <w:tab/>
        <w:t>3.480e0</w:t>
      </w:r>
    </w:p>
    <w:p w14:paraId="310A92E8" w14:textId="77777777" w:rsidR="00810015" w:rsidRDefault="00810015" w:rsidP="00810015">
      <w:r>
        <w:t>212.1206</w:t>
      </w:r>
      <w:r>
        <w:tab/>
        <w:t>6.867e0</w:t>
      </w:r>
    </w:p>
    <w:p w14:paraId="7DB2A51F" w14:textId="77777777" w:rsidR="00810015" w:rsidRDefault="00810015" w:rsidP="00810015">
      <w:r>
        <w:t>212.1321</w:t>
      </w:r>
      <w:r>
        <w:tab/>
        <w:t>3.242e0</w:t>
      </w:r>
    </w:p>
    <w:p w14:paraId="4975841B" w14:textId="77777777" w:rsidR="00810015" w:rsidRDefault="00810015" w:rsidP="00810015">
      <w:r>
        <w:t>212.1355</w:t>
      </w:r>
      <w:r>
        <w:tab/>
        <w:t>3.038e0</w:t>
      </w:r>
    </w:p>
    <w:p w14:paraId="3C59E4BD" w14:textId="77777777" w:rsidR="00810015" w:rsidRDefault="00810015" w:rsidP="00810015">
      <w:r>
        <w:t>212.1413</w:t>
      </w:r>
      <w:r>
        <w:tab/>
        <w:t>2.025e0</w:t>
      </w:r>
    </w:p>
    <w:p w14:paraId="5FA8F3D6" w14:textId="77777777" w:rsidR="00810015" w:rsidRDefault="00810015" w:rsidP="00810015">
      <w:r>
        <w:t>212.1648</w:t>
      </w:r>
      <w:r>
        <w:tab/>
        <w:t>2.884e0</w:t>
      </w:r>
    </w:p>
    <w:p w14:paraId="6F9F3606" w14:textId="77777777" w:rsidR="00810015" w:rsidRDefault="00810015" w:rsidP="00810015">
      <w:r>
        <w:t>212.1756</w:t>
      </w:r>
      <w:r>
        <w:tab/>
        <w:t>4.051e0</w:t>
      </w:r>
    </w:p>
    <w:p w14:paraId="49E889DA" w14:textId="77777777" w:rsidR="00810015" w:rsidRDefault="00810015" w:rsidP="00810015">
      <w:r>
        <w:t>212.1817</w:t>
      </w:r>
      <w:r>
        <w:tab/>
        <w:t>3.038e0</w:t>
      </w:r>
    </w:p>
    <w:p w14:paraId="78FD4BD4" w14:textId="77777777" w:rsidR="00810015" w:rsidRDefault="00810015" w:rsidP="00810015">
      <w:r>
        <w:t>212.1835</w:t>
      </w:r>
      <w:r>
        <w:tab/>
        <w:t>2.025e0</w:t>
      </w:r>
    </w:p>
    <w:p w14:paraId="285309D7" w14:textId="77777777" w:rsidR="00810015" w:rsidRDefault="00810015" w:rsidP="00810015">
      <w:r>
        <w:t>212.1971</w:t>
      </w:r>
      <w:r>
        <w:tab/>
        <w:t>4.051e0</w:t>
      </w:r>
    </w:p>
    <w:p w14:paraId="14AD4078" w14:textId="77777777" w:rsidR="00810015" w:rsidRDefault="00810015" w:rsidP="00810015">
      <w:r>
        <w:t>212.2339</w:t>
      </w:r>
      <w:r>
        <w:tab/>
        <w:t>3.038e0</w:t>
      </w:r>
    </w:p>
    <w:p w14:paraId="558EFA62" w14:textId="77777777" w:rsidR="00810015" w:rsidRDefault="00810015" w:rsidP="00810015">
      <w:r>
        <w:t>212.2797</w:t>
      </w:r>
      <w:r>
        <w:tab/>
        <w:t>1.013e0</w:t>
      </w:r>
    </w:p>
    <w:p w14:paraId="692863AE" w14:textId="77777777" w:rsidR="00810015" w:rsidRDefault="00810015" w:rsidP="00810015">
      <w:r>
        <w:t>212.2823</w:t>
      </w:r>
      <w:r>
        <w:tab/>
        <w:t>2.025e0</w:t>
      </w:r>
    </w:p>
    <w:p w14:paraId="4D85017F" w14:textId="77777777" w:rsidR="00810015" w:rsidRDefault="00810015" w:rsidP="00810015">
      <w:r>
        <w:t>212.2838</w:t>
      </w:r>
      <w:r>
        <w:tab/>
        <w:t>1.013e0</w:t>
      </w:r>
    </w:p>
    <w:p w14:paraId="02974593" w14:textId="77777777" w:rsidR="00810015" w:rsidRDefault="00810015" w:rsidP="00810015">
      <w:r>
        <w:t>212.2885</w:t>
      </w:r>
      <w:r>
        <w:tab/>
        <w:t>4.051e0</w:t>
      </w:r>
    </w:p>
    <w:p w14:paraId="0054C31E" w14:textId="77777777" w:rsidR="00810015" w:rsidRDefault="00810015" w:rsidP="00810015">
      <w:r>
        <w:t>212.3195</w:t>
      </w:r>
      <w:r>
        <w:tab/>
        <w:t>1.013e0</w:t>
      </w:r>
    </w:p>
    <w:p w14:paraId="4ECDF78B" w14:textId="77777777" w:rsidR="00810015" w:rsidRDefault="00810015" w:rsidP="00810015">
      <w:r>
        <w:t>212.3499</w:t>
      </w:r>
      <w:r>
        <w:tab/>
        <w:t>1.013e0</w:t>
      </w:r>
    </w:p>
    <w:p w14:paraId="4E9E6F53" w14:textId="77777777" w:rsidR="00810015" w:rsidRDefault="00810015" w:rsidP="00810015">
      <w:r>
        <w:t>212.3808</w:t>
      </w:r>
      <w:r>
        <w:tab/>
        <w:t>3.038e0</w:t>
      </w:r>
    </w:p>
    <w:p w14:paraId="2F2198F2" w14:textId="77777777" w:rsidR="00810015" w:rsidRDefault="00810015" w:rsidP="00810015">
      <w:r>
        <w:lastRenderedPageBreak/>
        <w:t>212.3973</w:t>
      </w:r>
      <w:r>
        <w:tab/>
        <w:t>2.025e0</w:t>
      </w:r>
    </w:p>
    <w:p w14:paraId="36F554EE" w14:textId="77777777" w:rsidR="00810015" w:rsidRDefault="00810015" w:rsidP="00810015">
      <w:r>
        <w:t>212.4200</w:t>
      </w:r>
      <w:r>
        <w:tab/>
        <w:t>1.013e0</w:t>
      </w:r>
    </w:p>
    <w:p w14:paraId="7CC80034" w14:textId="77777777" w:rsidR="00810015" w:rsidRDefault="00810015" w:rsidP="00810015">
      <w:r>
        <w:t>212.4238</w:t>
      </w:r>
      <w:r>
        <w:tab/>
        <w:t>1.013e0</w:t>
      </w:r>
    </w:p>
    <w:p w14:paraId="1FBCD19D" w14:textId="77777777" w:rsidR="00810015" w:rsidRDefault="00810015" w:rsidP="00810015">
      <w:r>
        <w:t>212.4398</w:t>
      </w:r>
      <w:r>
        <w:tab/>
        <w:t>1.013e0</w:t>
      </w:r>
    </w:p>
    <w:p w14:paraId="29C23E4A" w14:textId="77777777" w:rsidR="00810015" w:rsidRDefault="00810015" w:rsidP="00810015">
      <w:r>
        <w:t>212.4617</w:t>
      </w:r>
      <w:r>
        <w:tab/>
        <w:t>1.013e0</w:t>
      </w:r>
    </w:p>
    <w:p w14:paraId="1BDC76F3" w14:textId="77777777" w:rsidR="00810015" w:rsidRDefault="00810015" w:rsidP="00810015">
      <w:r>
        <w:t>212.4738</w:t>
      </w:r>
      <w:r>
        <w:tab/>
        <w:t>1.013e0</w:t>
      </w:r>
    </w:p>
    <w:p w14:paraId="73CC087D" w14:textId="77777777" w:rsidR="00810015" w:rsidRDefault="00810015" w:rsidP="00810015">
      <w:r>
        <w:t>212.5282</w:t>
      </w:r>
      <w:r>
        <w:tab/>
        <w:t>1.013e0</w:t>
      </w:r>
    </w:p>
    <w:p w14:paraId="756E96CC" w14:textId="77777777" w:rsidR="00810015" w:rsidRDefault="00810015" w:rsidP="00810015">
      <w:r>
        <w:t>212.5709</w:t>
      </w:r>
      <w:r>
        <w:tab/>
        <w:t>1.013e0</w:t>
      </w:r>
    </w:p>
    <w:p w14:paraId="2E9C05D3" w14:textId="77777777" w:rsidR="00810015" w:rsidRDefault="00810015" w:rsidP="00810015">
      <w:r>
        <w:t>212.5830</w:t>
      </w:r>
      <w:r>
        <w:tab/>
        <w:t>1.013e0</w:t>
      </w:r>
    </w:p>
    <w:p w14:paraId="329830EB" w14:textId="77777777" w:rsidR="00810015" w:rsidRDefault="00810015" w:rsidP="00810015">
      <w:r>
        <w:t>212.5871</w:t>
      </w:r>
      <w:r>
        <w:tab/>
        <w:t>1.013e0</w:t>
      </w:r>
    </w:p>
    <w:p w14:paraId="139962DE" w14:textId="77777777" w:rsidR="00810015" w:rsidRDefault="00810015" w:rsidP="00810015">
      <w:r>
        <w:t>212.5984</w:t>
      </w:r>
      <w:r>
        <w:tab/>
        <w:t>1.013e0</w:t>
      </w:r>
    </w:p>
    <w:p w14:paraId="7E729AAA" w14:textId="77777777" w:rsidR="00810015" w:rsidRDefault="00810015" w:rsidP="00810015">
      <w:r>
        <w:t>212.6021</w:t>
      </w:r>
      <w:r>
        <w:tab/>
        <w:t>1.013e0</w:t>
      </w:r>
    </w:p>
    <w:p w14:paraId="0DA4588F" w14:textId="77777777" w:rsidR="00810015" w:rsidRDefault="00810015" w:rsidP="00810015">
      <w:r>
        <w:t>212.6329</w:t>
      </w:r>
      <w:r>
        <w:tab/>
        <w:t>2.025e0</w:t>
      </w:r>
    </w:p>
    <w:p w14:paraId="74E60F88" w14:textId="77777777" w:rsidR="00810015" w:rsidRDefault="00810015" w:rsidP="00810015">
      <w:r>
        <w:t>212.6363</w:t>
      </w:r>
      <w:r>
        <w:tab/>
        <w:t>3.038e0</w:t>
      </w:r>
    </w:p>
    <w:p w14:paraId="38EECD57" w14:textId="77777777" w:rsidR="00810015" w:rsidRDefault="00810015" w:rsidP="00810015">
      <w:r>
        <w:t>212.6438</w:t>
      </w:r>
      <w:r>
        <w:tab/>
        <w:t>1.013e0</w:t>
      </w:r>
    </w:p>
    <w:p w14:paraId="3C48630A" w14:textId="77777777" w:rsidR="00810015" w:rsidRDefault="00810015" w:rsidP="00810015">
      <w:r>
        <w:t>212.6518</w:t>
      </w:r>
      <w:r>
        <w:tab/>
        <w:t>1.013e0</w:t>
      </w:r>
    </w:p>
    <w:p w14:paraId="400C47B5" w14:textId="77777777" w:rsidR="00810015" w:rsidRDefault="00810015" w:rsidP="00810015">
      <w:r>
        <w:t>212.6801</w:t>
      </w:r>
      <w:r>
        <w:tab/>
        <w:t>1.013e0</w:t>
      </w:r>
    </w:p>
    <w:p w14:paraId="3227B2C3" w14:textId="77777777" w:rsidR="00810015" w:rsidRDefault="00810015" w:rsidP="00810015">
      <w:r>
        <w:t>212.6971</w:t>
      </w:r>
      <w:r>
        <w:tab/>
        <w:t>2.025e0</w:t>
      </w:r>
    </w:p>
    <w:p w14:paraId="3801ABAC" w14:textId="77777777" w:rsidR="00810015" w:rsidRDefault="00810015" w:rsidP="00810015">
      <w:r>
        <w:t>212.7408</w:t>
      </w:r>
      <w:r>
        <w:tab/>
        <w:t>1.013e0</w:t>
      </w:r>
    </w:p>
    <w:p w14:paraId="3323AE3E" w14:textId="77777777" w:rsidR="00810015" w:rsidRDefault="00810015" w:rsidP="00810015">
      <w:r>
        <w:lastRenderedPageBreak/>
        <w:t>212.7489</w:t>
      </w:r>
      <w:r>
        <w:tab/>
        <w:t>1.013e0</w:t>
      </w:r>
    </w:p>
    <w:p w14:paraId="7AE0424F" w14:textId="77777777" w:rsidR="00810015" w:rsidRDefault="00810015" w:rsidP="00810015">
      <w:r>
        <w:t>212.7683</w:t>
      </w:r>
      <w:r>
        <w:tab/>
        <w:t>2.025e0</w:t>
      </w:r>
    </w:p>
    <w:p w14:paraId="085CBCF9" w14:textId="77777777" w:rsidR="00810015" w:rsidRDefault="00810015" w:rsidP="00810015">
      <w:r>
        <w:t>212.7731</w:t>
      </w:r>
      <w:r>
        <w:tab/>
        <w:t>1.013e0</w:t>
      </w:r>
    </w:p>
    <w:p w14:paraId="68CA6210" w14:textId="77777777" w:rsidR="00810015" w:rsidRDefault="00810015" w:rsidP="00810015">
      <w:r>
        <w:t>212.7806</w:t>
      </w:r>
      <w:r>
        <w:tab/>
        <w:t>1.013e0</w:t>
      </w:r>
    </w:p>
    <w:p w14:paraId="3720F633" w14:textId="77777777" w:rsidR="00810015" w:rsidRDefault="00810015" w:rsidP="00810015">
      <w:r>
        <w:t>212.8041</w:t>
      </w:r>
      <w:r>
        <w:tab/>
        <w:t>1.013e0</w:t>
      </w:r>
    </w:p>
    <w:p w14:paraId="0691DC12" w14:textId="77777777" w:rsidR="00810015" w:rsidRDefault="00810015" w:rsidP="00810015">
      <w:r>
        <w:t>212.8072</w:t>
      </w:r>
      <w:r>
        <w:tab/>
        <w:t>1.013e0</w:t>
      </w:r>
    </w:p>
    <w:p w14:paraId="24B45457" w14:textId="77777777" w:rsidR="00810015" w:rsidRDefault="00810015" w:rsidP="00810015">
      <w:r>
        <w:t>212.8110</w:t>
      </w:r>
      <w:r>
        <w:tab/>
        <w:t>1.013e0</w:t>
      </w:r>
    </w:p>
    <w:p w14:paraId="3514511E" w14:textId="77777777" w:rsidR="00810015" w:rsidRDefault="00810015" w:rsidP="00810015">
      <w:r>
        <w:t>212.8223</w:t>
      </w:r>
      <w:r>
        <w:tab/>
        <w:t>1.013e0</w:t>
      </w:r>
    </w:p>
    <w:p w14:paraId="6778B89F" w14:textId="77777777" w:rsidR="00810015" w:rsidRDefault="00810015" w:rsidP="00810015">
      <w:r>
        <w:t>212.8388</w:t>
      </w:r>
      <w:r>
        <w:tab/>
        <w:t>1.013e0</w:t>
      </w:r>
    </w:p>
    <w:p w14:paraId="1D4FABF7" w14:textId="77777777" w:rsidR="00810015" w:rsidRDefault="00810015" w:rsidP="00810015">
      <w:r>
        <w:t>212.8598</w:t>
      </w:r>
      <w:r>
        <w:tab/>
        <w:t>2.025e0</w:t>
      </w:r>
    </w:p>
    <w:p w14:paraId="1484F468" w14:textId="77777777" w:rsidR="00810015" w:rsidRDefault="00810015" w:rsidP="00810015">
      <w:r>
        <w:t>212.8849</w:t>
      </w:r>
      <w:r>
        <w:tab/>
        <w:t>1.013e0</w:t>
      </w:r>
    </w:p>
    <w:p w14:paraId="4BA0ECCF" w14:textId="77777777" w:rsidR="00810015" w:rsidRDefault="00810015" w:rsidP="00810015">
      <w:r>
        <w:t>212.8926</w:t>
      </w:r>
      <w:r>
        <w:tab/>
        <w:t>2.025e0</w:t>
      </w:r>
    </w:p>
    <w:p w14:paraId="77A98F6C" w14:textId="77777777" w:rsidR="00810015" w:rsidRDefault="00810015" w:rsidP="00810015">
      <w:r>
        <w:t>212.9272</w:t>
      </w:r>
      <w:r>
        <w:tab/>
        <w:t>1.013e0</w:t>
      </w:r>
    </w:p>
    <w:p w14:paraId="3EF0145A" w14:textId="77777777" w:rsidR="00810015" w:rsidRDefault="00810015" w:rsidP="00810015">
      <w:r>
        <w:t>212.9635</w:t>
      </w:r>
      <w:r>
        <w:tab/>
        <w:t>1.013e0</w:t>
      </w:r>
    </w:p>
    <w:p w14:paraId="1B498CC0" w14:textId="77777777" w:rsidR="00810015" w:rsidRDefault="00810015" w:rsidP="00810015">
      <w:r>
        <w:t>212.9647</w:t>
      </w:r>
      <w:r>
        <w:tab/>
        <w:t>2.025e0</w:t>
      </w:r>
    </w:p>
    <w:p w14:paraId="6FA9633C" w14:textId="77777777" w:rsidR="00810015" w:rsidRDefault="00810015" w:rsidP="00810015">
      <w:r>
        <w:t>212.9666</w:t>
      </w:r>
      <w:r>
        <w:tab/>
        <w:t>1.013e0</w:t>
      </w:r>
    </w:p>
    <w:p w14:paraId="5050EB8F" w14:textId="77777777" w:rsidR="00810015" w:rsidRDefault="00810015" w:rsidP="00810015">
      <w:r>
        <w:t>212.9704</w:t>
      </w:r>
      <w:r>
        <w:tab/>
        <w:t>1.013e0</w:t>
      </w:r>
    </w:p>
    <w:p w14:paraId="4B69A30B" w14:textId="77777777" w:rsidR="00810015" w:rsidRDefault="00810015" w:rsidP="00810015">
      <w:r>
        <w:t>213.0156</w:t>
      </w:r>
      <w:r>
        <w:tab/>
        <w:t>5.378e1</w:t>
      </w:r>
    </w:p>
    <w:p w14:paraId="2EA0AB86" w14:textId="77777777" w:rsidR="00810015" w:rsidRDefault="00810015" w:rsidP="00810015">
      <w:r>
        <w:t>213.0170</w:t>
      </w:r>
      <w:r>
        <w:tab/>
        <w:t>4.736e1</w:t>
      </w:r>
    </w:p>
    <w:p w14:paraId="64E0F4F1" w14:textId="77777777" w:rsidR="00810015" w:rsidRDefault="00810015" w:rsidP="00810015">
      <w:r>
        <w:lastRenderedPageBreak/>
        <w:t>213.0201</w:t>
      </w:r>
      <w:r>
        <w:tab/>
        <w:t>7.814e1</w:t>
      </w:r>
    </w:p>
    <w:p w14:paraId="2521A369" w14:textId="77777777" w:rsidR="00810015" w:rsidRDefault="00810015" w:rsidP="00810015">
      <w:r>
        <w:t>213.0222</w:t>
      </w:r>
      <w:r>
        <w:tab/>
        <w:t>4.822e1</w:t>
      </w:r>
    </w:p>
    <w:p w14:paraId="1686AF2A" w14:textId="77777777" w:rsidR="00810015" w:rsidRDefault="00810015" w:rsidP="00810015">
      <w:r>
        <w:t>213.0661</w:t>
      </w:r>
      <w:r>
        <w:tab/>
        <w:t>2.025e0</w:t>
      </w:r>
    </w:p>
    <w:p w14:paraId="47FAA4B1" w14:textId="77777777" w:rsidR="00810015" w:rsidRDefault="00810015" w:rsidP="00810015">
      <w:r>
        <w:t>213.0855</w:t>
      </w:r>
      <w:r>
        <w:tab/>
        <w:t>1.749e0</w:t>
      </w:r>
    </w:p>
    <w:p w14:paraId="758CEA3F" w14:textId="77777777" w:rsidR="00810015" w:rsidRDefault="00810015" w:rsidP="00810015">
      <w:r>
        <w:t>213.0998</w:t>
      </w:r>
      <w:r>
        <w:tab/>
        <w:t>2.944e0</w:t>
      </w:r>
    </w:p>
    <w:p w14:paraId="3A036BD2" w14:textId="77777777" w:rsidR="00810015" w:rsidRDefault="00810015" w:rsidP="00810015">
      <w:r>
        <w:t>213.1029</w:t>
      </w:r>
      <w:r>
        <w:tab/>
        <w:t>7.089e0</w:t>
      </w:r>
    </w:p>
    <w:p w14:paraId="304C37B9" w14:textId="77777777" w:rsidR="00810015" w:rsidRDefault="00810015" w:rsidP="00810015">
      <w:r>
        <w:t>213.1045</w:t>
      </w:r>
      <w:r>
        <w:tab/>
        <w:t>4.327e0</w:t>
      </w:r>
    </w:p>
    <w:p w14:paraId="77028547" w14:textId="77777777" w:rsidR="00810015" w:rsidRDefault="00810015" w:rsidP="00810015">
      <w:r>
        <w:t>213.1133</w:t>
      </w:r>
      <w:r>
        <w:tab/>
        <w:t>5.894e0</w:t>
      </w:r>
    </w:p>
    <w:p w14:paraId="36BFE32A" w14:textId="77777777" w:rsidR="00810015" w:rsidRDefault="00810015" w:rsidP="00810015">
      <w:r>
        <w:t>213.1147</w:t>
      </w:r>
      <w:r>
        <w:tab/>
        <w:t>8.581e0</w:t>
      </w:r>
    </w:p>
    <w:p w14:paraId="7A7A8B29" w14:textId="77777777" w:rsidR="00810015" w:rsidRDefault="00810015" w:rsidP="00810015">
      <w:r>
        <w:t>213.1221</w:t>
      </w:r>
      <w:r>
        <w:tab/>
        <w:t>4.734e0</w:t>
      </w:r>
    </w:p>
    <w:p w14:paraId="4A3999FB" w14:textId="77777777" w:rsidR="00810015" w:rsidRDefault="00810015" w:rsidP="00810015">
      <w:r>
        <w:t>213.1411</w:t>
      </w:r>
      <w:r>
        <w:tab/>
        <w:t>3.038e0</w:t>
      </w:r>
    </w:p>
    <w:p w14:paraId="1ED51637" w14:textId="77777777" w:rsidR="00810015" w:rsidRDefault="00810015" w:rsidP="00810015">
      <w:r>
        <w:t>213.1568</w:t>
      </w:r>
      <w:r>
        <w:tab/>
        <w:t>3.762e0</w:t>
      </w:r>
    </w:p>
    <w:p w14:paraId="6FC20243" w14:textId="77777777" w:rsidR="00810015" w:rsidRDefault="00810015" w:rsidP="00810015">
      <w:r>
        <w:t>213.1593</w:t>
      </w:r>
      <w:r>
        <w:tab/>
        <w:t>4.882e0</w:t>
      </w:r>
    </w:p>
    <w:p w14:paraId="00DDACB8" w14:textId="77777777" w:rsidR="00810015" w:rsidRDefault="00810015" w:rsidP="00810015">
      <w:r>
        <w:t>213.1742</w:t>
      </w:r>
      <w:r>
        <w:tab/>
        <w:t>6.076e0</w:t>
      </w:r>
    </w:p>
    <w:p w14:paraId="5337C35E" w14:textId="77777777" w:rsidR="00810015" w:rsidRDefault="00810015" w:rsidP="00810015">
      <w:r>
        <w:t>213.1816</w:t>
      </w:r>
      <w:r>
        <w:tab/>
        <w:t>3.038e0</w:t>
      </w:r>
    </w:p>
    <w:p w14:paraId="1D4ED3A7" w14:textId="77777777" w:rsidR="00810015" w:rsidRDefault="00810015" w:rsidP="00810015">
      <w:r>
        <w:t>213.1868</w:t>
      </w:r>
      <w:r>
        <w:tab/>
        <w:t>1.013e0</w:t>
      </w:r>
    </w:p>
    <w:p w14:paraId="741A7F30" w14:textId="77777777" w:rsidR="00810015" w:rsidRDefault="00810015" w:rsidP="00810015">
      <w:r>
        <w:t>213.1891</w:t>
      </w:r>
      <w:r>
        <w:tab/>
        <w:t>2.025e0</w:t>
      </w:r>
    </w:p>
    <w:p w14:paraId="378E4641" w14:textId="77777777" w:rsidR="00810015" w:rsidRDefault="00810015" w:rsidP="00810015">
      <w:r>
        <w:t>213.2030</w:t>
      </w:r>
      <w:r>
        <w:tab/>
        <w:t>2.025e0</w:t>
      </w:r>
    </w:p>
    <w:p w14:paraId="682A0227" w14:textId="77777777" w:rsidR="00810015" w:rsidRDefault="00810015" w:rsidP="00810015">
      <w:r>
        <w:t>213.2184</w:t>
      </w:r>
      <w:r>
        <w:tab/>
        <w:t>3.038e0</w:t>
      </w:r>
    </w:p>
    <w:p w14:paraId="2EA18A81" w14:textId="77777777" w:rsidR="00810015" w:rsidRDefault="00810015" w:rsidP="00810015">
      <w:r>
        <w:lastRenderedPageBreak/>
        <w:t>213.2427</w:t>
      </w:r>
      <w:r>
        <w:tab/>
        <w:t>2.025e0</w:t>
      </w:r>
    </w:p>
    <w:p w14:paraId="064B45C4" w14:textId="77777777" w:rsidR="00810015" w:rsidRDefault="00810015" w:rsidP="00810015">
      <w:r>
        <w:t>213.2533</w:t>
      </w:r>
      <w:r>
        <w:tab/>
        <w:t>1.013e0</w:t>
      </w:r>
    </w:p>
    <w:p w14:paraId="10C02DF2" w14:textId="77777777" w:rsidR="00810015" w:rsidRDefault="00810015" w:rsidP="00810015">
      <w:r>
        <w:t>213.2590</w:t>
      </w:r>
      <w:r>
        <w:tab/>
        <w:t>2.025e0</w:t>
      </w:r>
    </w:p>
    <w:p w14:paraId="37AF6A2A" w14:textId="77777777" w:rsidR="00810015" w:rsidRDefault="00810015" w:rsidP="00810015">
      <w:r>
        <w:t>213.2760</w:t>
      </w:r>
      <w:r>
        <w:tab/>
        <w:t>1.013e0</w:t>
      </w:r>
    </w:p>
    <w:p w14:paraId="5F88B183" w14:textId="77777777" w:rsidR="00810015" w:rsidRDefault="00810015" w:rsidP="00810015">
      <w:r>
        <w:t>213.2865</w:t>
      </w:r>
      <w:r>
        <w:tab/>
        <w:t>4.051e0</w:t>
      </w:r>
    </w:p>
    <w:p w14:paraId="1A0EC9C8" w14:textId="77777777" w:rsidR="00810015" w:rsidRDefault="00810015" w:rsidP="00810015">
      <w:r>
        <w:t>213.3051</w:t>
      </w:r>
      <w:r>
        <w:tab/>
        <w:t>3.038e0</w:t>
      </w:r>
    </w:p>
    <w:p w14:paraId="445FB34E" w14:textId="77777777" w:rsidR="00810015" w:rsidRDefault="00810015" w:rsidP="00810015">
      <w:r>
        <w:t>213.3388</w:t>
      </w:r>
      <w:r>
        <w:tab/>
        <w:t>1.013e0</w:t>
      </w:r>
    </w:p>
    <w:p w14:paraId="266E9346" w14:textId="77777777" w:rsidR="00810015" w:rsidRDefault="00810015" w:rsidP="00810015">
      <w:r>
        <w:t>213.3426</w:t>
      </w:r>
      <w:r>
        <w:tab/>
        <w:t>2.025e0</w:t>
      </w:r>
    </w:p>
    <w:p w14:paraId="7B14B965" w14:textId="77777777" w:rsidR="00810015" w:rsidRDefault="00810015" w:rsidP="00810015">
      <w:r>
        <w:t>213.3732</w:t>
      </w:r>
      <w:r>
        <w:tab/>
        <w:t>1.013e0</w:t>
      </w:r>
    </w:p>
    <w:p w14:paraId="65195724" w14:textId="77777777" w:rsidR="00810015" w:rsidRDefault="00810015" w:rsidP="00810015">
      <w:r>
        <w:t>213.3773</w:t>
      </w:r>
      <w:r>
        <w:tab/>
        <w:t>1.013e0</w:t>
      </w:r>
    </w:p>
    <w:p w14:paraId="1830FF3C" w14:textId="77777777" w:rsidR="00810015" w:rsidRDefault="00810015" w:rsidP="00810015">
      <w:r>
        <w:t>213.3813</w:t>
      </w:r>
      <w:r>
        <w:tab/>
        <w:t>1.013e0</w:t>
      </w:r>
    </w:p>
    <w:p w14:paraId="2ABC5DA4" w14:textId="77777777" w:rsidR="00810015" w:rsidRDefault="00810015" w:rsidP="00810015">
      <w:r>
        <w:t>213.3895</w:t>
      </w:r>
      <w:r>
        <w:tab/>
        <w:t>1.013e0</w:t>
      </w:r>
    </w:p>
    <w:p w14:paraId="176122F0" w14:textId="77777777" w:rsidR="00810015" w:rsidRDefault="00810015" w:rsidP="00810015">
      <w:r>
        <w:t>213.4129</w:t>
      </w:r>
      <w:r>
        <w:tab/>
        <w:t>2.025e0</w:t>
      </w:r>
    </w:p>
    <w:p w14:paraId="04861A2C" w14:textId="77777777" w:rsidR="00810015" w:rsidRDefault="00810015" w:rsidP="00810015">
      <w:r>
        <w:t>213.4243</w:t>
      </w:r>
      <w:r>
        <w:tab/>
        <w:t>1.013e0</w:t>
      </w:r>
    </w:p>
    <w:p w14:paraId="27A6BA51" w14:textId="77777777" w:rsidR="00810015" w:rsidRDefault="00810015" w:rsidP="00810015">
      <w:r>
        <w:t>213.4650</w:t>
      </w:r>
      <w:r>
        <w:tab/>
        <w:t>3.038e0</w:t>
      </w:r>
    </w:p>
    <w:p w14:paraId="42466EF9" w14:textId="77777777" w:rsidR="00810015" w:rsidRDefault="00810015" w:rsidP="00810015">
      <w:r>
        <w:t>213.4707</w:t>
      </w:r>
      <w:r>
        <w:tab/>
        <w:t>1.013e0</w:t>
      </w:r>
    </w:p>
    <w:p w14:paraId="231C0D1E" w14:textId="77777777" w:rsidR="00810015" w:rsidRDefault="00810015" w:rsidP="00810015">
      <w:r>
        <w:t>213.5054</w:t>
      </w:r>
      <w:r>
        <w:tab/>
        <w:t>5.063e0</w:t>
      </w:r>
    </w:p>
    <w:p w14:paraId="062FF664" w14:textId="77777777" w:rsidR="00810015" w:rsidRDefault="00810015" w:rsidP="00810015">
      <w:r>
        <w:t>213.5439</w:t>
      </w:r>
      <w:r>
        <w:tab/>
        <w:t>1.013e0</w:t>
      </w:r>
    </w:p>
    <w:p w14:paraId="790C2088" w14:textId="77777777" w:rsidR="00810015" w:rsidRDefault="00810015" w:rsidP="00810015">
      <w:r>
        <w:t>213.5482</w:t>
      </w:r>
      <w:r>
        <w:tab/>
        <w:t>3.038e0</w:t>
      </w:r>
    </w:p>
    <w:p w14:paraId="6149092D" w14:textId="77777777" w:rsidR="00810015" w:rsidRDefault="00810015" w:rsidP="00810015">
      <w:r>
        <w:lastRenderedPageBreak/>
        <w:t>213.5559</w:t>
      </w:r>
      <w:r>
        <w:tab/>
        <w:t>1.013e0</w:t>
      </w:r>
    </w:p>
    <w:p w14:paraId="49F1E248" w14:textId="77777777" w:rsidR="00810015" w:rsidRDefault="00810015" w:rsidP="00810015">
      <w:r>
        <w:t>213.5604</w:t>
      </w:r>
      <w:r>
        <w:tab/>
        <w:t>2.025e0</w:t>
      </w:r>
    </w:p>
    <w:p w14:paraId="5F82C350" w14:textId="77777777" w:rsidR="00810015" w:rsidRDefault="00810015" w:rsidP="00810015">
      <w:r>
        <w:t>213.5859</w:t>
      </w:r>
      <w:r>
        <w:tab/>
        <w:t>2.025e0</w:t>
      </w:r>
    </w:p>
    <w:p w14:paraId="368BC821" w14:textId="77777777" w:rsidR="00810015" w:rsidRDefault="00810015" w:rsidP="00810015">
      <w:r>
        <w:t>213.6105</w:t>
      </w:r>
      <w:r>
        <w:tab/>
        <w:t>2.025e0</w:t>
      </w:r>
    </w:p>
    <w:p w14:paraId="2B895B54" w14:textId="77777777" w:rsidR="00810015" w:rsidRDefault="00810015" w:rsidP="00810015">
      <w:r>
        <w:t>213.6184</w:t>
      </w:r>
      <w:r>
        <w:tab/>
        <w:t>3.038e0</w:t>
      </w:r>
    </w:p>
    <w:p w14:paraId="4F8167FA" w14:textId="77777777" w:rsidR="00810015" w:rsidRDefault="00810015" w:rsidP="00810015">
      <w:r>
        <w:t>213.6372</w:t>
      </w:r>
      <w:r>
        <w:tab/>
        <w:t>1.013e0</w:t>
      </w:r>
    </w:p>
    <w:p w14:paraId="327EC015" w14:textId="77777777" w:rsidR="00810015" w:rsidRDefault="00810015" w:rsidP="00810015">
      <w:r>
        <w:t>213.6453</w:t>
      </w:r>
      <w:r>
        <w:tab/>
        <w:t>1.013e0</w:t>
      </w:r>
    </w:p>
    <w:p w14:paraId="439BAC70" w14:textId="77777777" w:rsidR="00810015" w:rsidRDefault="00810015" w:rsidP="00810015">
      <w:r>
        <w:t>213.6664</w:t>
      </w:r>
      <w:r>
        <w:tab/>
        <w:t>1.013e0</w:t>
      </w:r>
    </w:p>
    <w:p w14:paraId="4633111D" w14:textId="77777777" w:rsidR="00810015" w:rsidRDefault="00810015" w:rsidP="00810015">
      <w:r>
        <w:t>213.6695</w:t>
      </w:r>
      <w:r>
        <w:tab/>
        <w:t>1.013e0</w:t>
      </w:r>
    </w:p>
    <w:p w14:paraId="302469DE" w14:textId="77777777" w:rsidR="00810015" w:rsidRDefault="00810015" w:rsidP="00810015">
      <w:r>
        <w:t>213.6926</w:t>
      </w:r>
      <w:r>
        <w:tab/>
        <w:t>2.025e0</w:t>
      </w:r>
    </w:p>
    <w:p w14:paraId="7FFE2570" w14:textId="77777777" w:rsidR="00810015" w:rsidRDefault="00810015" w:rsidP="00810015">
      <w:r>
        <w:t>213.7292</w:t>
      </w:r>
      <w:r>
        <w:tab/>
        <w:t>2.025e0</w:t>
      </w:r>
    </w:p>
    <w:p w14:paraId="53EF37F1" w14:textId="77777777" w:rsidR="00810015" w:rsidRDefault="00810015" w:rsidP="00810015">
      <w:r>
        <w:t>213.7739</w:t>
      </w:r>
      <w:r>
        <w:tab/>
        <w:t>2.025e0</w:t>
      </w:r>
    </w:p>
    <w:p w14:paraId="1B41F4F1" w14:textId="77777777" w:rsidR="00810015" w:rsidRDefault="00810015" w:rsidP="00810015">
      <w:r>
        <w:t>213.7854</w:t>
      </w:r>
      <w:r>
        <w:tab/>
        <w:t>2.025e0</w:t>
      </w:r>
    </w:p>
    <w:p w14:paraId="4C5E739A" w14:textId="77777777" w:rsidR="00810015" w:rsidRDefault="00810015" w:rsidP="00810015">
      <w:r>
        <w:t>213.8043</w:t>
      </w:r>
      <w:r>
        <w:tab/>
        <w:t>1.013e0</w:t>
      </w:r>
    </w:p>
    <w:p w14:paraId="5E85C1AC" w14:textId="77777777" w:rsidR="00810015" w:rsidRDefault="00810015" w:rsidP="00810015">
      <w:r>
        <w:t>213.8120</w:t>
      </w:r>
      <w:r>
        <w:tab/>
        <w:t>1.013e0</w:t>
      </w:r>
    </w:p>
    <w:p w14:paraId="4C63BE72" w14:textId="77777777" w:rsidR="00810015" w:rsidRDefault="00810015" w:rsidP="00810015">
      <w:r>
        <w:t>213.8362</w:t>
      </w:r>
      <w:r>
        <w:tab/>
        <w:t>3.038e0</w:t>
      </w:r>
    </w:p>
    <w:p w14:paraId="298E08E3" w14:textId="77777777" w:rsidR="00810015" w:rsidRDefault="00810015" w:rsidP="00810015">
      <w:r>
        <w:t>213.8460</w:t>
      </w:r>
      <w:r>
        <w:tab/>
        <w:t>2.025e0</w:t>
      </w:r>
    </w:p>
    <w:p w14:paraId="48F7AE67" w14:textId="77777777" w:rsidR="00810015" w:rsidRDefault="00810015" w:rsidP="00810015">
      <w:r>
        <w:t>213.8519</w:t>
      </w:r>
      <w:r>
        <w:tab/>
        <w:t>1.013e0</w:t>
      </w:r>
    </w:p>
    <w:p w14:paraId="60EA7943" w14:textId="77777777" w:rsidR="00810015" w:rsidRDefault="00810015" w:rsidP="00810015">
      <w:r>
        <w:t>213.8786</w:t>
      </w:r>
      <w:r>
        <w:tab/>
        <w:t>1.013e0</w:t>
      </w:r>
    </w:p>
    <w:p w14:paraId="1E3AE2FF" w14:textId="77777777" w:rsidR="00810015" w:rsidRDefault="00810015" w:rsidP="00810015">
      <w:r>
        <w:lastRenderedPageBreak/>
        <w:t>213.8842</w:t>
      </w:r>
      <w:r>
        <w:tab/>
        <w:t>2.025e0</w:t>
      </w:r>
    </w:p>
    <w:p w14:paraId="54231A71" w14:textId="77777777" w:rsidR="00810015" w:rsidRDefault="00810015" w:rsidP="00810015">
      <w:r>
        <w:t>213.9022</w:t>
      </w:r>
      <w:r>
        <w:tab/>
        <w:t>1.013e0</w:t>
      </w:r>
    </w:p>
    <w:p w14:paraId="61BA37AB" w14:textId="77777777" w:rsidR="00810015" w:rsidRDefault="00810015" w:rsidP="00810015">
      <w:r>
        <w:t>213.9276</w:t>
      </w:r>
      <w:r>
        <w:tab/>
        <w:t>2.025e0</w:t>
      </w:r>
    </w:p>
    <w:p w14:paraId="3FF67410" w14:textId="77777777" w:rsidR="00810015" w:rsidRDefault="00810015" w:rsidP="00810015">
      <w:r>
        <w:t>213.9299</w:t>
      </w:r>
      <w:r>
        <w:tab/>
        <w:t>1.013e0</w:t>
      </w:r>
    </w:p>
    <w:p w14:paraId="6CCF5497" w14:textId="77777777" w:rsidR="00810015" w:rsidRDefault="00810015" w:rsidP="00810015">
      <w:r>
        <w:t>213.9529</w:t>
      </w:r>
      <w:r>
        <w:tab/>
        <w:t>3.038e0</w:t>
      </w:r>
    </w:p>
    <w:p w14:paraId="68ED0955" w14:textId="77777777" w:rsidR="00810015" w:rsidRDefault="00810015" w:rsidP="00810015">
      <w:r>
        <w:t>213.9851</w:t>
      </w:r>
      <w:r>
        <w:tab/>
        <w:t>1.360e1</w:t>
      </w:r>
    </w:p>
    <w:p w14:paraId="688BF20B" w14:textId="77777777" w:rsidR="00810015" w:rsidRDefault="00810015" w:rsidP="00810015">
      <w:r>
        <w:t>213.9862</w:t>
      </w:r>
      <w:r>
        <w:tab/>
        <w:t>1.417e1</w:t>
      </w:r>
    </w:p>
    <w:p w14:paraId="5BD18CFA" w14:textId="77777777" w:rsidR="00810015" w:rsidRDefault="00810015" w:rsidP="00810015">
      <w:r>
        <w:t>213.9897</w:t>
      </w:r>
      <w:r>
        <w:tab/>
        <w:t>4.769e1</w:t>
      </w:r>
    </w:p>
    <w:p w14:paraId="111A2BC3" w14:textId="77777777" w:rsidR="00810015" w:rsidRDefault="00810015" w:rsidP="00810015">
      <w:r>
        <w:t>213.9917</w:t>
      </w:r>
      <w:r>
        <w:tab/>
        <w:t>1.841e1</w:t>
      </w:r>
    </w:p>
    <w:p w14:paraId="340DA29F" w14:textId="77777777" w:rsidR="00810015" w:rsidRDefault="00810015" w:rsidP="00810015">
      <w:r>
        <w:t>214.0127</w:t>
      </w:r>
      <w:r>
        <w:tab/>
        <w:t>2.101e1</w:t>
      </w:r>
    </w:p>
    <w:p w14:paraId="0A246BE2" w14:textId="77777777" w:rsidR="00810015" w:rsidRDefault="00810015" w:rsidP="00810015">
      <w:r>
        <w:t>214.0279</w:t>
      </w:r>
      <w:r>
        <w:tab/>
        <w:t>1.235e1</w:t>
      </w:r>
    </w:p>
    <w:p w14:paraId="324B6078" w14:textId="77777777" w:rsidR="00810015" w:rsidRDefault="00810015" w:rsidP="00810015">
      <w:r>
        <w:t>214.0363</w:t>
      </w:r>
      <w:r>
        <w:tab/>
        <w:t>2.025e0</w:t>
      </w:r>
    </w:p>
    <w:p w14:paraId="10C0AB3F" w14:textId="77777777" w:rsidR="00810015" w:rsidRDefault="00810015" w:rsidP="00810015">
      <w:r>
        <w:t>214.0421</w:t>
      </w:r>
      <w:r>
        <w:tab/>
        <w:t>3.038e0</w:t>
      </w:r>
    </w:p>
    <w:p w14:paraId="4A764696" w14:textId="77777777" w:rsidR="00810015" w:rsidRDefault="00810015" w:rsidP="00810015">
      <w:r>
        <w:t>214.0443</w:t>
      </w:r>
      <w:r>
        <w:tab/>
        <w:t>3.787e0</w:t>
      </w:r>
    </w:p>
    <w:p w14:paraId="367EB2E6" w14:textId="77777777" w:rsidR="00810015" w:rsidRDefault="00810015" w:rsidP="00810015">
      <w:r>
        <w:t>214.0487</w:t>
      </w:r>
      <w:r>
        <w:tab/>
        <w:t>2.984e0</w:t>
      </w:r>
    </w:p>
    <w:p w14:paraId="35A1E331" w14:textId="77777777" w:rsidR="00810015" w:rsidRDefault="00810015" w:rsidP="00810015">
      <w:r>
        <w:t>214.0602</w:t>
      </w:r>
      <w:r>
        <w:tab/>
        <w:t>2.483e0</w:t>
      </w:r>
    </w:p>
    <w:p w14:paraId="1E95AD23" w14:textId="77777777" w:rsidR="00810015" w:rsidRDefault="00810015" w:rsidP="00810015">
      <w:r>
        <w:t>214.0866</w:t>
      </w:r>
      <w:r>
        <w:tab/>
        <w:t>2.025e0</w:t>
      </w:r>
    </w:p>
    <w:p w14:paraId="6F1FE57D" w14:textId="77777777" w:rsidR="00810015" w:rsidRDefault="00810015" w:rsidP="00810015">
      <w:r>
        <w:t>214.0894</w:t>
      </w:r>
      <w:r>
        <w:tab/>
        <w:t>3.038e0</w:t>
      </w:r>
    </w:p>
    <w:p w14:paraId="35B3DB15" w14:textId="77777777" w:rsidR="00810015" w:rsidRDefault="00810015" w:rsidP="00810015">
      <w:r>
        <w:t>214.0931</w:t>
      </w:r>
      <w:r>
        <w:tab/>
        <w:t>9.287e0</w:t>
      </w:r>
    </w:p>
    <w:p w14:paraId="4FE8730B" w14:textId="77777777" w:rsidR="00810015" w:rsidRDefault="00810015" w:rsidP="00810015">
      <w:r>
        <w:lastRenderedPageBreak/>
        <w:t>214.0946</w:t>
      </w:r>
      <w:r>
        <w:tab/>
        <w:t>2.025e0</w:t>
      </w:r>
    </w:p>
    <w:p w14:paraId="2392529A" w14:textId="77777777" w:rsidR="00810015" w:rsidRDefault="00810015" w:rsidP="00810015">
      <w:r>
        <w:t>214.1314</w:t>
      </w:r>
      <w:r>
        <w:tab/>
        <w:t>4.051e0</w:t>
      </w:r>
    </w:p>
    <w:p w14:paraId="3F779D1C" w14:textId="77777777" w:rsidR="00810015" w:rsidRDefault="00810015" w:rsidP="00810015">
      <w:r>
        <w:t>214.1405</w:t>
      </w:r>
      <w:r>
        <w:tab/>
        <w:t>7.618e0</w:t>
      </w:r>
    </w:p>
    <w:p w14:paraId="6AD319BB" w14:textId="77777777" w:rsidR="00810015" w:rsidRDefault="00810015" w:rsidP="00810015">
      <w:r>
        <w:t>214.1432</w:t>
      </w:r>
      <w:r>
        <w:tab/>
        <w:t>1.165e1</w:t>
      </w:r>
    </w:p>
    <w:p w14:paraId="3F8EFD9D" w14:textId="77777777" w:rsidR="00810015" w:rsidRDefault="00810015" w:rsidP="00810015">
      <w:r>
        <w:t>214.1453</w:t>
      </w:r>
      <w:r>
        <w:tab/>
        <w:t>7.089e0</w:t>
      </w:r>
    </w:p>
    <w:p w14:paraId="6BA4526A" w14:textId="77777777" w:rsidR="00810015" w:rsidRDefault="00810015" w:rsidP="00810015">
      <w:r>
        <w:t>214.1492</w:t>
      </w:r>
      <w:r>
        <w:tab/>
        <w:t>1.092e1</w:t>
      </w:r>
    </w:p>
    <w:p w14:paraId="19FA994E" w14:textId="77777777" w:rsidR="00810015" w:rsidRDefault="00810015" w:rsidP="00810015">
      <w:r>
        <w:t>214.1545</w:t>
      </w:r>
      <w:r>
        <w:tab/>
        <w:t>5.063e0</w:t>
      </w:r>
    </w:p>
    <w:p w14:paraId="3DD81549" w14:textId="77777777" w:rsidR="00810015" w:rsidRDefault="00810015" w:rsidP="00810015">
      <w:r>
        <w:t>214.1689</w:t>
      </w:r>
      <w:r>
        <w:tab/>
        <w:t>2.025e0</w:t>
      </w:r>
    </w:p>
    <w:p w14:paraId="25B56418" w14:textId="77777777" w:rsidR="00810015" w:rsidRDefault="00810015" w:rsidP="00810015">
      <w:r>
        <w:t>214.1940</w:t>
      </w:r>
      <w:r>
        <w:tab/>
        <w:t>6.076e0</w:t>
      </w:r>
    </w:p>
    <w:p w14:paraId="3ACDA6A4" w14:textId="77777777" w:rsidR="00810015" w:rsidRDefault="00810015" w:rsidP="00810015">
      <w:r>
        <w:t>214.2026</w:t>
      </w:r>
      <w:r>
        <w:tab/>
        <w:t>1.013e0</w:t>
      </w:r>
    </w:p>
    <w:p w14:paraId="7E7EA4B6" w14:textId="77777777" w:rsidR="00810015" w:rsidRDefault="00810015" w:rsidP="00810015">
      <w:r>
        <w:t>214.2247</w:t>
      </w:r>
      <w:r>
        <w:tab/>
        <w:t>1.013e0</w:t>
      </w:r>
    </w:p>
    <w:p w14:paraId="5B81D0BA" w14:textId="77777777" w:rsidR="00810015" w:rsidRDefault="00810015" w:rsidP="00810015">
      <w:r>
        <w:t>214.2303</w:t>
      </w:r>
      <w:r>
        <w:tab/>
        <w:t>2.025e0</w:t>
      </w:r>
    </w:p>
    <w:p w14:paraId="1E315E18" w14:textId="77777777" w:rsidR="00810015" w:rsidRDefault="00810015" w:rsidP="00810015">
      <w:r>
        <w:t>214.2323</w:t>
      </w:r>
      <w:r>
        <w:tab/>
        <w:t>1.013e0</w:t>
      </w:r>
    </w:p>
    <w:p w14:paraId="66F36F1F" w14:textId="77777777" w:rsidR="00810015" w:rsidRDefault="00810015" w:rsidP="00810015">
      <w:r>
        <w:t>214.2555</w:t>
      </w:r>
      <w:r>
        <w:tab/>
        <w:t>1.013e0</w:t>
      </w:r>
    </w:p>
    <w:p w14:paraId="23FADF24" w14:textId="77777777" w:rsidR="00810015" w:rsidRDefault="00810015" w:rsidP="00810015">
      <w:r>
        <w:t>214.2718</w:t>
      </w:r>
      <w:r>
        <w:tab/>
        <w:t>1.013e0</w:t>
      </w:r>
    </w:p>
    <w:p w14:paraId="6A4F2A9D" w14:textId="77777777" w:rsidR="00810015" w:rsidRDefault="00810015" w:rsidP="00810015">
      <w:r>
        <w:t>214.2825</w:t>
      </w:r>
      <w:r>
        <w:tab/>
        <w:t>3.038e0</w:t>
      </w:r>
    </w:p>
    <w:p w14:paraId="7A22AE43" w14:textId="77777777" w:rsidR="00810015" w:rsidRDefault="00810015" w:rsidP="00810015">
      <w:r>
        <w:t>214.2969</w:t>
      </w:r>
      <w:r>
        <w:tab/>
        <w:t>2.025e0</w:t>
      </w:r>
    </w:p>
    <w:p w14:paraId="1F842964" w14:textId="77777777" w:rsidR="00810015" w:rsidRDefault="00810015" w:rsidP="00810015">
      <w:r>
        <w:t>214.3146</w:t>
      </w:r>
      <w:r>
        <w:tab/>
        <w:t>3.038e0</w:t>
      </w:r>
    </w:p>
    <w:p w14:paraId="2C34AE48" w14:textId="77777777" w:rsidR="00810015" w:rsidRDefault="00810015" w:rsidP="00810015">
      <w:r>
        <w:t>214.3370</w:t>
      </w:r>
      <w:r>
        <w:tab/>
        <w:t>1.013e0</w:t>
      </w:r>
    </w:p>
    <w:p w14:paraId="7C0EC889" w14:textId="77777777" w:rsidR="00810015" w:rsidRDefault="00810015" w:rsidP="00810015">
      <w:r>
        <w:lastRenderedPageBreak/>
        <w:t>214.3452</w:t>
      </w:r>
      <w:r>
        <w:tab/>
        <w:t>1.013e0</w:t>
      </w:r>
    </w:p>
    <w:p w14:paraId="5E301B71" w14:textId="77777777" w:rsidR="00810015" w:rsidRDefault="00810015" w:rsidP="00810015">
      <w:r>
        <w:t>214.3730</w:t>
      </w:r>
      <w:r>
        <w:tab/>
        <w:t>1.013e0</w:t>
      </w:r>
    </w:p>
    <w:p w14:paraId="769998A3" w14:textId="77777777" w:rsidR="00810015" w:rsidRDefault="00810015" w:rsidP="00810015">
      <w:r>
        <w:t>214.3844</w:t>
      </w:r>
      <w:r>
        <w:tab/>
        <w:t>2.025e0</w:t>
      </w:r>
    </w:p>
    <w:p w14:paraId="7D819634" w14:textId="77777777" w:rsidR="00810015" w:rsidRDefault="00810015" w:rsidP="00810015">
      <w:r>
        <w:t>214.3890</w:t>
      </w:r>
      <w:r>
        <w:tab/>
        <w:t>1.013e0</w:t>
      </w:r>
    </w:p>
    <w:p w14:paraId="6F6C45CB" w14:textId="77777777" w:rsidR="00810015" w:rsidRDefault="00810015" w:rsidP="00810015">
      <w:r>
        <w:t>214.3920</w:t>
      </w:r>
      <w:r>
        <w:tab/>
        <w:t>1.013e0</w:t>
      </w:r>
    </w:p>
    <w:p w14:paraId="27BE7528" w14:textId="77777777" w:rsidR="00810015" w:rsidRDefault="00810015" w:rsidP="00810015">
      <w:r>
        <w:t>214.4015</w:t>
      </w:r>
      <w:r>
        <w:tab/>
        <w:t>2.025e0</w:t>
      </w:r>
    </w:p>
    <w:p w14:paraId="50A15579" w14:textId="77777777" w:rsidR="00810015" w:rsidRDefault="00810015" w:rsidP="00810015">
      <w:r>
        <w:t>214.4111</w:t>
      </w:r>
      <w:r>
        <w:tab/>
        <w:t>1.013e0</w:t>
      </w:r>
    </w:p>
    <w:p w14:paraId="5858E9E8" w14:textId="77777777" w:rsidR="00810015" w:rsidRDefault="00810015" w:rsidP="00810015">
      <w:r>
        <w:t>214.4274</w:t>
      </w:r>
      <w:r>
        <w:tab/>
        <w:t>1.013e0</w:t>
      </w:r>
    </w:p>
    <w:p w14:paraId="66125926" w14:textId="77777777" w:rsidR="00810015" w:rsidRDefault="00810015" w:rsidP="00810015">
      <w:r>
        <w:t>214.4389</w:t>
      </w:r>
      <w:r>
        <w:tab/>
        <w:t>2.025e0</w:t>
      </w:r>
    </w:p>
    <w:p w14:paraId="68F2E7E9" w14:textId="77777777" w:rsidR="00810015" w:rsidRDefault="00810015" w:rsidP="00810015">
      <w:r>
        <w:t>214.4620</w:t>
      </w:r>
      <w:r>
        <w:tab/>
        <w:t>3.038e0</w:t>
      </w:r>
    </w:p>
    <w:p w14:paraId="49B7BF12" w14:textId="77777777" w:rsidR="00810015" w:rsidRDefault="00810015" w:rsidP="00810015">
      <w:r>
        <w:t>214.4834</w:t>
      </w:r>
      <w:r>
        <w:tab/>
        <w:t>2.025e0</w:t>
      </w:r>
    </w:p>
    <w:p w14:paraId="2929DED2" w14:textId="77777777" w:rsidR="00810015" w:rsidRDefault="00810015" w:rsidP="00810015">
      <w:r>
        <w:t>214.4929</w:t>
      </w:r>
      <w:r>
        <w:tab/>
        <w:t>1.013e0</w:t>
      </w:r>
    </w:p>
    <w:p w14:paraId="4655EA7E" w14:textId="77777777" w:rsidR="00810015" w:rsidRDefault="00810015" w:rsidP="00810015">
      <w:r>
        <w:t>214.5042</w:t>
      </w:r>
      <w:r>
        <w:tab/>
        <w:t>1.013e0</w:t>
      </w:r>
    </w:p>
    <w:p w14:paraId="6911B332" w14:textId="77777777" w:rsidR="00810015" w:rsidRDefault="00810015" w:rsidP="00810015">
      <w:r>
        <w:t>214.5187</w:t>
      </w:r>
      <w:r>
        <w:tab/>
        <w:t>2.025e0</w:t>
      </w:r>
    </w:p>
    <w:p w14:paraId="671473AE" w14:textId="77777777" w:rsidR="00810015" w:rsidRDefault="00810015" w:rsidP="00810015">
      <w:r>
        <w:t>214.5224</w:t>
      </w:r>
      <w:r>
        <w:tab/>
        <w:t>2.025e0</w:t>
      </w:r>
    </w:p>
    <w:p w14:paraId="16A6D758" w14:textId="77777777" w:rsidR="00810015" w:rsidRDefault="00810015" w:rsidP="00810015">
      <w:r>
        <w:t>214.5327</w:t>
      </w:r>
      <w:r>
        <w:tab/>
        <w:t>1.013e0</w:t>
      </w:r>
    </w:p>
    <w:p w14:paraId="19A00B7C" w14:textId="77777777" w:rsidR="00810015" w:rsidRDefault="00810015" w:rsidP="00810015">
      <w:r>
        <w:t>214.5343</w:t>
      </w:r>
      <w:r>
        <w:tab/>
        <w:t>4.051e0</w:t>
      </w:r>
    </w:p>
    <w:p w14:paraId="2BE55696" w14:textId="77777777" w:rsidR="00810015" w:rsidRDefault="00810015" w:rsidP="00810015">
      <w:r>
        <w:t>214.5508</w:t>
      </w:r>
      <w:r>
        <w:tab/>
        <w:t>2.025e0</w:t>
      </w:r>
    </w:p>
    <w:p w14:paraId="1837775C" w14:textId="77777777" w:rsidR="00810015" w:rsidRDefault="00810015" w:rsidP="00810015">
      <w:r>
        <w:t>214.5519</w:t>
      </w:r>
      <w:r>
        <w:tab/>
        <w:t>1.013e0</w:t>
      </w:r>
    </w:p>
    <w:p w14:paraId="22EAC71C" w14:textId="77777777" w:rsidR="00810015" w:rsidRDefault="00810015" w:rsidP="00810015">
      <w:r>
        <w:lastRenderedPageBreak/>
        <w:t>214.5748</w:t>
      </w:r>
      <w:r>
        <w:tab/>
        <w:t>1.013e0</w:t>
      </w:r>
    </w:p>
    <w:p w14:paraId="23E549FA" w14:textId="77777777" w:rsidR="00810015" w:rsidRDefault="00810015" w:rsidP="00810015">
      <w:r>
        <w:t>214.5861</w:t>
      </w:r>
      <w:r>
        <w:tab/>
        <w:t>1.013e0</w:t>
      </w:r>
    </w:p>
    <w:p w14:paraId="2E53B644" w14:textId="77777777" w:rsidR="00810015" w:rsidRDefault="00810015" w:rsidP="00810015">
      <w:r>
        <w:t>214.6022</w:t>
      </w:r>
      <w:r>
        <w:tab/>
        <w:t>2.025e0</w:t>
      </w:r>
    </w:p>
    <w:p w14:paraId="5C841C41" w14:textId="77777777" w:rsidR="00810015" w:rsidRDefault="00810015" w:rsidP="00810015">
      <w:r>
        <w:t>214.6142</w:t>
      </w:r>
      <w:r>
        <w:tab/>
        <w:t>2.025e0</w:t>
      </w:r>
    </w:p>
    <w:p w14:paraId="533CC360" w14:textId="77777777" w:rsidR="00810015" w:rsidRDefault="00810015" w:rsidP="00810015">
      <w:r>
        <w:t>214.6375</w:t>
      </w:r>
      <w:r>
        <w:tab/>
        <w:t>1.013e0</w:t>
      </w:r>
    </w:p>
    <w:p w14:paraId="5D202AF1" w14:textId="77777777" w:rsidR="00810015" w:rsidRDefault="00810015" w:rsidP="00810015">
      <w:r>
        <w:t>214.6490</w:t>
      </w:r>
      <w:r>
        <w:tab/>
        <w:t>1.013e0</w:t>
      </w:r>
    </w:p>
    <w:p w14:paraId="361C3D10" w14:textId="77777777" w:rsidR="00810015" w:rsidRDefault="00810015" w:rsidP="00810015">
      <w:r>
        <w:t>214.6642</w:t>
      </w:r>
      <w:r>
        <w:tab/>
        <w:t>2.025e0</w:t>
      </w:r>
    </w:p>
    <w:p w14:paraId="745F5CA9" w14:textId="77777777" w:rsidR="00810015" w:rsidRDefault="00810015" w:rsidP="00810015">
      <w:r>
        <w:t>214.6680</w:t>
      </w:r>
      <w:r>
        <w:tab/>
        <w:t>1.013e0</w:t>
      </w:r>
    </w:p>
    <w:p w14:paraId="0972B509" w14:textId="77777777" w:rsidR="00810015" w:rsidRDefault="00810015" w:rsidP="00810015">
      <w:r>
        <w:t>214.6755</w:t>
      </w:r>
      <w:r>
        <w:tab/>
        <w:t>1.013e0</w:t>
      </w:r>
    </w:p>
    <w:p w14:paraId="1097D4A4" w14:textId="77777777" w:rsidR="00810015" w:rsidRDefault="00810015" w:rsidP="00810015">
      <w:r>
        <w:t>214.7045</w:t>
      </w:r>
      <w:r>
        <w:tab/>
        <w:t>2.025e0</w:t>
      </w:r>
    </w:p>
    <w:p w14:paraId="2BC55E2A" w14:textId="77777777" w:rsidR="00810015" w:rsidRDefault="00810015" w:rsidP="00810015">
      <w:r>
        <w:t>214.7081</w:t>
      </w:r>
      <w:r>
        <w:tab/>
        <w:t>1.013e0</w:t>
      </w:r>
    </w:p>
    <w:p w14:paraId="4DBA28C7" w14:textId="77777777" w:rsidR="00810015" w:rsidRDefault="00810015" w:rsidP="00810015">
      <w:r>
        <w:t>214.7232</w:t>
      </w:r>
      <w:r>
        <w:tab/>
        <w:t>2.025e0</w:t>
      </w:r>
    </w:p>
    <w:p w14:paraId="79BB4AFB" w14:textId="77777777" w:rsidR="00810015" w:rsidRDefault="00810015" w:rsidP="00810015">
      <w:r>
        <w:t>214.7308</w:t>
      </w:r>
      <w:r>
        <w:tab/>
        <w:t>1.013e0</w:t>
      </w:r>
    </w:p>
    <w:p w14:paraId="21388695" w14:textId="77777777" w:rsidR="00810015" w:rsidRDefault="00810015" w:rsidP="00810015">
      <w:r>
        <w:t>214.7423</w:t>
      </w:r>
      <w:r>
        <w:tab/>
        <w:t>1.013e0</w:t>
      </w:r>
    </w:p>
    <w:p w14:paraId="108FBE4D" w14:textId="77777777" w:rsidR="00810015" w:rsidRDefault="00810015" w:rsidP="00810015">
      <w:r>
        <w:t>214.7635</w:t>
      </w:r>
      <w:r>
        <w:tab/>
        <w:t>3.038e0</w:t>
      </w:r>
    </w:p>
    <w:p w14:paraId="75843DFA" w14:textId="77777777" w:rsidR="00810015" w:rsidRDefault="00810015" w:rsidP="00810015">
      <w:r>
        <w:t>214.7663</w:t>
      </w:r>
      <w:r>
        <w:tab/>
        <w:t>2.025e0</w:t>
      </w:r>
    </w:p>
    <w:p w14:paraId="6D4A8DE3" w14:textId="77777777" w:rsidR="00810015" w:rsidRDefault="00810015" w:rsidP="00810015">
      <w:r>
        <w:t>214.8165</w:t>
      </w:r>
      <w:r>
        <w:tab/>
        <w:t>1.013e0</w:t>
      </w:r>
    </w:p>
    <w:p w14:paraId="60323739" w14:textId="77777777" w:rsidR="00810015" w:rsidRDefault="00810015" w:rsidP="00810015">
      <w:r>
        <w:t>214.8241</w:t>
      </w:r>
      <w:r>
        <w:tab/>
        <w:t>2.025e0</w:t>
      </w:r>
    </w:p>
    <w:p w14:paraId="017D65FE" w14:textId="77777777" w:rsidR="00810015" w:rsidRDefault="00810015" w:rsidP="00810015">
      <w:r>
        <w:t>214.8356</w:t>
      </w:r>
      <w:r>
        <w:tab/>
        <w:t>1.013e0</w:t>
      </w:r>
    </w:p>
    <w:p w14:paraId="42BE8469" w14:textId="77777777" w:rsidR="00810015" w:rsidRDefault="00810015" w:rsidP="00810015">
      <w:r>
        <w:lastRenderedPageBreak/>
        <w:t>214.8393</w:t>
      </w:r>
      <w:r>
        <w:tab/>
        <w:t>1.013e0</w:t>
      </w:r>
    </w:p>
    <w:p w14:paraId="21EA8065" w14:textId="77777777" w:rsidR="00810015" w:rsidRDefault="00810015" w:rsidP="00810015">
      <w:r>
        <w:t>214.8632</w:t>
      </w:r>
      <w:r>
        <w:tab/>
        <w:t>1.013e0</w:t>
      </w:r>
    </w:p>
    <w:p w14:paraId="3C4C763D" w14:textId="77777777" w:rsidR="00810015" w:rsidRDefault="00810015" w:rsidP="00810015">
      <w:r>
        <w:t>214.9060</w:t>
      </w:r>
      <w:r>
        <w:tab/>
        <w:t>2.025e0</w:t>
      </w:r>
    </w:p>
    <w:p w14:paraId="5C60C9F1" w14:textId="77777777" w:rsidR="00810015" w:rsidRDefault="00810015" w:rsidP="00810015">
      <w:r>
        <w:t>214.9258</w:t>
      </w:r>
      <w:r>
        <w:tab/>
        <w:t>1.013e0</w:t>
      </w:r>
    </w:p>
    <w:p w14:paraId="082FFCD8" w14:textId="77777777" w:rsidR="00810015" w:rsidRDefault="00810015" w:rsidP="00810015">
      <w:r>
        <w:t>214.9410</w:t>
      </w:r>
      <w:r>
        <w:tab/>
        <w:t>2.025e0</w:t>
      </w:r>
    </w:p>
    <w:p w14:paraId="3403993A" w14:textId="77777777" w:rsidR="00810015" w:rsidRDefault="00810015" w:rsidP="00810015">
      <w:r>
        <w:t>214.9645</w:t>
      </w:r>
      <w:r>
        <w:tab/>
        <w:t>2.948e0</w:t>
      </w:r>
    </w:p>
    <w:p w14:paraId="091A06BD" w14:textId="77777777" w:rsidR="00810015" w:rsidRDefault="00810015" w:rsidP="00810015">
      <w:r>
        <w:t>214.9659</w:t>
      </w:r>
      <w:r>
        <w:tab/>
        <w:t>1.013e0</w:t>
      </w:r>
    </w:p>
    <w:p w14:paraId="46812AC5" w14:textId="77777777" w:rsidR="00810015" w:rsidRDefault="00810015" w:rsidP="00810015">
      <w:r>
        <w:t>214.9802</w:t>
      </w:r>
      <w:r>
        <w:tab/>
        <w:t>1.013e0</w:t>
      </w:r>
    </w:p>
    <w:p w14:paraId="6452A48D" w14:textId="77777777" w:rsidR="00810015" w:rsidRDefault="00810015" w:rsidP="00810015">
      <w:r>
        <w:t>214.9812</w:t>
      </w:r>
      <w:r>
        <w:tab/>
        <w:t>3.038e0</w:t>
      </w:r>
    </w:p>
    <w:p w14:paraId="517F9F05" w14:textId="77777777" w:rsidR="00810015" w:rsidRDefault="00810015" w:rsidP="00810015">
      <w:r>
        <w:t>214.9944</w:t>
      </w:r>
      <w:r>
        <w:tab/>
        <w:t>2.025e0</w:t>
      </w:r>
    </w:p>
    <w:p w14:paraId="28046EF1" w14:textId="77777777" w:rsidR="00810015" w:rsidRDefault="00810015" w:rsidP="00810015">
      <w:r>
        <w:t>215.0010</w:t>
      </w:r>
      <w:r>
        <w:tab/>
        <w:t>3.959e0</w:t>
      </w:r>
    </w:p>
    <w:p w14:paraId="4D20CB26" w14:textId="77777777" w:rsidR="00810015" w:rsidRDefault="00810015" w:rsidP="00810015">
      <w:r>
        <w:t>215.0107</w:t>
      </w:r>
      <w:r>
        <w:tab/>
        <w:t>2.025e0</w:t>
      </w:r>
    </w:p>
    <w:p w14:paraId="7E1E4219" w14:textId="77777777" w:rsidR="00810015" w:rsidRDefault="00810015" w:rsidP="00810015">
      <w:r>
        <w:t>215.0122</w:t>
      </w:r>
      <w:r>
        <w:tab/>
        <w:t>4.798e0</w:t>
      </w:r>
    </w:p>
    <w:p w14:paraId="69DABC5B" w14:textId="77777777" w:rsidR="00810015" w:rsidRDefault="00810015" w:rsidP="00810015">
      <w:r>
        <w:t>215.0142</w:t>
      </w:r>
      <w:r>
        <w:tab/>
        <w:t>2.002e0</w:t>
      </w:r>
    </w:p>
    <w:p w14:paraId="0778D1E5" w14:textId="77777777" w:rsidR="00810015" w:rsidRDefault="00810015" w:rsidP="00810015">
      <w:r>
        <w:t>215.0315</w:t>
      </w:r>
      <w:r>
        <w:tab/>
        <w:t>2.217e0</w:t>
      </w:r>
    </w:p>
    <w:p w14:paraId="4118E1B5" w14:textId="77777777" w:rsidR="00810015" w:rsidRDefault="00810015" w:rsidP="00810015">
      <w:r>
        <w:t>215.0701</w:t>
      </w:r>
      <w:r>
        <w:tab/>
        <w:t>2.025e0</w:t>
      </w:r>
    </w:p>
    <w:p w14:paraId="7297BA56" w14:textId="77777777" w:rsidR="00810015" w:rsidRDefault="00810015" w:rsidP="00810015">
      <w:r>
        <w:t>215.0945</w:t>
      </w:r>
      <w:r>
        <w:tab/>
        <w:t>2.025e0</w:t>
      </w:r>
    </w:p>
    <w:p w14:paraId="41D4706D" w14:textId="77777777" w:rsidR="00810015" w:rsidRDefault="00810015" w:rsidP="00810015">
      <w:r>
        <w:t>215.0963</w:t>
      </w:r>
      <w:r>
        <w:tab/>
        <w:t>1.791e0</w:t>
      </w:r>
    </w:p>
    <w:p w14:paraId="0DE9D0C1" w14:textId="77777777" w:rsidR="00810015" w:rsidRDefault="00810015" w:rsidP="00810015">
      <w:r>
        <w:t>215.1012</w:t>
      </w:r>
      <w:r>
        <w:tab/>
        <w:t>2.025e0</w:t>
      </w:r>
    </w:p>
    <w:p w14:paraId="5DFA36B5" w14:textId="77777777" w:rsidR="00810015" w:rsidRDefault="00810015" w:rsidP="00810015">
      <w:r>
        <w:lastRenderedPageBreak/>
        <w:t>215.1065</w:t>
      </w:r>
      <w:r>
        <w:tab/>
        <w:t>2.998e0</w:t>
      </w:r>
    </w:p>
    <w:p w14:paraId="6311993D" w14:textId="77777777" w:rsidR="00810015" w:rsidRDefault="00810015" w:rsidP="00810015">
      <w:r>
        <w:t>215.1083</w:t>
      </w:r>
      <w:r>
        <w:tab/>
        <w:t>1.013e0</w:t>
      </w:r>
    </w:p>
    <w:p w14:paraId="3530B10C" w14:textId="77777777" w:rsidR="00810015" w:rsidRDefault="00810015" w:rsidP="00810015">
      <w:r>
        <w:t>215.1287</w:t>
      </w:r>
      <w:r>
        <w:tab/>
        <w:t>6.009e0</w:t>
      </w:r>
    </w:p>
    <w:p w14:paraId="2804E4D0" w14:textId="77777777" w:rsidR="00810015" w:rsidRDefault="00810015" w:rsidP="00810015">
      <w:r>
        <w:t>215.1336</w:t>
      </w:r>
      <w:r>
        <w:tab/>
        <w:t>1.164e0</w:t>
      </w:r>
    </w:p>
    <w:p w14:paraId="5ECAD607" w14:textId="77777777" w:rsidR="00810015" w:rsidRDefault="00810015" w:rsidP="00810015">
      <w:r>
        <w:t>215.1398</w:t>
      </w:r>
      <w:r>
        <w:tab/>
        <w:t>3.038e0</w:t>
      </w:r>
    </w:p>
    <w:p w14:paraId="2681BBE9" w14:textId="77777777" w:rsidR="00810015" w:rsidRDefault="00810015" w:rsidP="00810015">
      <w:r>
        <w:t>215.1479</w:t>
      </w:r>
      <w:r>
        <w:tab/>
        <w:t>2.025e0</w:t>
      </w:r>
    </w:p>
    <w:p w14:paraId="5A12ACAA" w14:textId="77777777" w:rsidR="00810015" w:rsidRDefault="00810015" w:rsidP="00810015">
      <w:r>
        <w:t>215.1614</w:t>
      </w:r>
      <w:r>
        <w:tab/>
        <w:t>3.038e0</w:t>
      </w:r>
    </w:p>
    <w:p w14:paraId="1976D97D" w14:textId="77777777" w:rsidR="00810015" w:rsidRDefault="00810015" w:rsidP="00810015">
      <w:r>
        <w:t>215.1708</w:t>
      </w:r>
      <w:r>
        <w:tab/>
        <w:t>2.025e0</w:t>
      </w:r>
    </w:p>
    <w:p w14:paraId="7F82612E" w14:textId="77777777" w:rsidR="00810015" w:rsidRDefault="00810015" w:rsidP="00810015">
      <w:r>
        <w:t>215.1753</w:t>
      </w:r>
      <w:r>
        <w:tab/>
        <w:t>1.013e0</w:t>
      </w:r>
    </w:p>
    <w:p w14:paraId="47D71A92" w14:textId="77777777" w:rsidR="00810015" w:rsidRDefault="00810015" w:rsidP="00810015">
      <w:r>
        <w:t>215.1783</w:t>
      </w:r>
      <w:r>
        <w:tab/>
        <w:t>3.038e0</w:t>
      </w:r>
    </w:p>
    <w:p w14:paraId="22232C6E" w14:textId="77777777" w:rsidR="00810015" w:rsidRDefault="00810015" w:rsidP="00810015">
      <w:r>
        <w:t>215.1941</w:t>
      </w:r>
      <w:r>
        <w:tab/>
        <w:t>1.013e0</w:t>
      </w:r>
    </w:p>
    <w:p w14:paraId="3A6C4630" w14:textId="77777777" w:rsidR="00810015" w:rsidRDefault="00810015" w:rsidP="00810015">
      <w:r>
        <w:t>215.1983</w:t>
      </w:r>
      <w:r>
        <w:tab/>
        <w:t>3.038e0</w:t>
      </w:r>
    </w:p>
    <w:p w14:paraId="66CD6B30" w14:textId="77777777" w:rsidR="00810015" w:rsidRDefault="00810015" w:rsidP="00810015">
      <w:r>
        <w:t>215.2344</w:t>
      </w:r>
      <w:r>
        <w:tab/>
        <w:t>2.025e0</w:t>
      </w:r>
    </w:p>
    <w:p w14:paraId="719602C6" w14:textId="77777777" w:rsidR="00810015" w:rsidRDefault="00810015" w:rsidP="00810015">
      <w:r>
        <w:t>215.2489</w:t>
      </w:r>
      <w:r>
        <w:tab/>
        <w:t>1.013e0</w:t>
      </w:r>
    </w:p>
    <w:p w14:paraId="22F56D2D" w14:textId="77777777" w:rsidR="00810015" w:rsidRDefault="00810015" w:rsidP="00810015">
      <w:r>
        <w:t>215.2535</w:t>
      </w:r>
      <w:r>
        <w:tab/>
        <w:t>1.013e0</w:t>
      </w:r>
    </w:p>
    <w:p w14:paraId="3C6A2BF1" w14:textId="77777777" w:rsidR="00810015" w:rsidRDefault="00810015" w:rsidP="00810015">
      <w:r>
        <w:t>215.2582</w:t>
      </w:r>
      <w:r>
        <w:tab/>
        <w:t>4.051e0</w:t>
      </w:r>
    </w:p>
    <w:p w14:paraId="50249929" w14:textId="77777777" w:rsidR="00810015" w:rsidRDefault="00810015" w:rsidP="00810015">
      <w:r>
        <w:t>215.2841</w:t>
      </w:r>
      <w:r>
        <w:tab/>
        <w:t>1.013e0</w:t>
      </w:r>
    </w:p>
    <w:p w14:paraId="2714A737" w14:textId="77777777" w:rsidR="00810015" w:rsidRDefault="00810015" w:rsidP="00810015">
      <w:r>
        <w:t>215.2967</w:t>
      </w:r>
      <w:r>
        <w:tab/>
        <w:t>2.025e0</w:t>
      </w:r>
    </w:p>
    <w:p w14:paraId="5E5FC358" w14:textId="77777777" w:rsidR="00810015" w:rsidRDefault="00810015" w:rsidP="00810015">
      <w:r>
        <w:t>215.3117</w:t>
      </w:r>
      <w:r>
        <w:tab/>
        <w:t>1.013e0</w:t>
      </w:r>
    </w:p>
    <w:p w14:paraId="1AD5E30F" w14:textId="77777777" w:rsidR="00810015" w:rsidRDefault="00810015" w:rsidP="00810015">
      <w:r>
        <w:lastRenderedPageBreak/>
        <w:t>215.3201</w:t>
      </w:r>
      <w:r>
        <w:tab/>
        <w:t>1.013e0</w:t>
      </w:r>
    </w:p>
    <w:p w14:paraId="1A7472FE" w14:textId="77777777" w:rsidR="00810015" w:rsidRDefault="00810015" w:rsidP="00810015">
      <w:r>
        <w:t>215.3460</w:t>
      </w:r>
      <w:r>
        <w:tab/>
        <w:t>1.013e0</w:t>
      </w:r>
    </w:p>
    <w:p w14:paraId="006C4B20" w14:textId="77777777" w:rsidR="00810015" w:rsidRDefault="00810015" w:rsidP="00810015">
      <w:r>
        <w:t>215.3503</w:t>
      </w:r>
      <w:r>
        <w:tab/>
        <w:t>2.025e0</w:t>
      </w:r>
    </w:p>
    <w:p w14:paraId="558ABDBA" w14:textId="77777777" w:rsidR="00810015" w:rsidRDefault="00810015" w:rsidP="00810015">
      <w:r>
        <w:t>215.3585</w:t>
      </w:r>
      <w:r>
        <w:tab/>
        <w:t>1.013e0</w:t>
      </w:r>
    </w:p>
    <w:p w14:paraId="469D5DC4" w14:textId="77777777" w:rsidR="00810015" w:rsidRDefault="00810015" w:rsidP="00810015">
      <w:r>
        <w:t>215.3700</w:t>
      </w:r>
      <w:r>
        <w:tab/>
        <w:t>1.013e0</w:t>
      </w:r>
    </w:p>
    <w:p w14:paraId="1E22FB4D" w14:textId="77777777" w:rsidR="00810015" w:rsidRDefault="00810015" w:rsidP="00810015">
      <w:r>
        <w:t>215.3717</w:t>
      </w:r>
      <w:r>
        <w:tab/>
        <w:t>2.025e0</w:t>
      </w:r>
    </w:p>
    <w:p w14:paraId="3F0F7D4F" w14:textId="77777777" w:rsidR="00810015" w:rsidRDefault="00810015" w:rsidP="00810015">
      <w:r>
        <w:t>215.3899</w:t>
      </w:r>
      <w:r>
        <w:tab/>
        <w:t>1.013e0</w:t>
      </w:r>
    </w:p>
    <w:p w14:paraId="50470C5A" w14:textId="77777777" w:rsidR="00810015" w:rsidRDefault="00810015" w:rsidP="00810015">
      <w:r>
        <w:t>215.3917</w:t>
      </w:r>
      <w:r>
        <w:tab/>
        <w:t>3.038e0</w:t>
      </w:r>
    </w:p>
    <w:p w14:paraId="50B1AB91" w14:textId="77777777" w:rsidR="00810015" w:rsidRDefault="00810015" w:rsidP="00810015">
      <w:r>
        <w:t>215.4013</w:t>
      </w:r>
      <w:r>
        <w:tab/>
        <w:t>1.013e0</w:t>
      </w:r>
    </w:p>
    <w:p w14:paraId="4B0FAF78" w14:textId="77777777" w:rsidR="00810015" w:rsidRDefault="00810015" w:rsidP="00810015">
      <w:r>
        <w:t>215.4223</w:t>
      </w:r>
      <w:r>
        <w:tab/>
        <w:t>2.025e0</w:t>
      </w:r>
    </w:p>
    <w:p w14:paraId="33CB679C" w14:textId="77777777" w:rsidR="00810015" w:rsidRDefault="00810015" w:rsidP="00810015">
      <w:r>
        <w:t>215.4436</w:t>
      </w:r>
      <w:r>
        <w:tab/>
        <w:t>1.013e0</w:t>
      </w:r>
    </w:p>
    <w:p w14:paraId="1D529D6C" w14:textId="77777777" w:rsidR="00810015" w:rsidRDefault="00810015" w:rsidP="00810015">
      <w:r>
        <w:t>215.4518</w:t>
      </w:r>
      <w:r>
        <w:tab/>
        <w:t>1.013e0</w:t>
      </w:r>
    </w:p>
    <w:p w14:paraId="056DF23C" w14:textId="77777777" w:rsidR="00810015" w:rsidRDefault="00810015" w:rsidP="00810015">
      <w:r>
        <w:t>215.4605</w:t>
      </w:r>
      <w:r>
        <w:tab/>
        <w:t>2.025e0</w:t>
      </w:r>
    </w:p>
    <w:p w14:paraId="65F28B89" w14:textId="77777777" w:rsidR="00810015" w:rsidRDefault="00810015" w:rsidP="00810015">
      <w:r>
        <w:t>215.4794</w:t>
      </w:r>
      <w:r>
        <w:tab/>
        <w:t>2.025e0</w:t>
      </w:r>
    </w:p>
    <w:p w14:paraId="24DFF943" w14:textId="77777777" w:rsidR="00810015" w:rsidRDefault="00810015" w:rsidP="00810015">
      <w:r>
        <w:t>215.4832</w:t>
      </w:r>
      <w:r>
        <w:tab/>
        <w:t>1.013e0</w:t>
      </w:r>
    </w:p>
    <w:p w14:paraId="3F6A47CC" w14:textId="77777777" w:rsidR="00810015" w:rsidRDefault="00810015" w:rsidP="00810015">
      <w:r>
        <w:t>215.5224</w:t>
      </w:r>
      <w:r>
        <w:tab/>
        <w:t>2.025e0</w:t>
      </w:r>
    </w:p>
    <w:p w14:paraId="6B512962" w14:textId="77777777" w:rsidR="00810015" w:rsidRDefault="00810015" w:rsidP="00810015">
      <w:r>
        <w:t>215.5303</w:t>
      </w:r>
      <w:r>
        <w:tab/>
        <w:t>1.013e0</w:t>
      </w:r>
    </w:p>
    <w:p w14:paraId="23AD915C" w14:textId="77777777" w:rsidR="00810015" w:rsidRDefault="00810015" w:rsidP="00810015">
      <w:r>
        <w:t>215.5460</w:t>
      </w:r>
      <w:r>
        <w:tab/>
        <w:t>1.013e0</w:t>
      </w:r>
    </w:p>
    <w:p w14:paraId="54AE3A88" w14:textId="77777777" w:rsidR="00810015" w:rsidRDefault="00810015" w:rsidP="00810015">
      <w:r>
        <w:t>215.5500</w:t>
      </w:r>
      <w:r>
        <w:tab/>
        <w:t>1.013e0</w:t>
      </w:r>
    </w:p>
    <w:p w14:paraId="3B085184" w14:textId="77777777" w:rsidR="00810015" w:rsidRDefault="00810015" w:rsidP="00810015">
      <w:r>
        <w:lastRenderedPageBreak/>
        <w:t>215.5652</w:t>
      </w:r>
      <w:r>
        <w:tab/>
        <w:t>1.013e0</w:t>
      </w:r>
    </w:p>
    <w:p w14:paraId="492C1430" w14:textId="77777777" w:rsidR="00810015" w:rsidRDefault="00810015" w:rsidP="00810015">
      <w:r>
        <w:t>215.5843</w:t>
      </w:r>
      <w:r>
        <w:tab/>
        <w:t>2.025e0</w:t>
      </w:r>
    </w:p>
    <w:p w14:paraId="3B0F4A1B" w14:textId="77777777" w:rsidR="00810015" w:rsidRDefault="00810015" w:rsidP="00810015">
      <w:r>
        <w:t>215.5911</w:t>
      </w:r>
      <w:r>
        <w:tab/>
        <w:t>3.038e0</w:t>
      </w:r>
    </w:p>
    <w:p w14:paraId="549AD163" w14:textId="77777777" w:rsidR="00810015" w:rsidRDefault="00810015" w:rsidP="00810015">
      <w:r>
        <w:t>215.6472</w:t>
      </w:r>
      <w:r>
        <w:tab/>
        <w:t>1.013e0</w:t>
      </w:r>
    </w:p>
    <w:p w14:paraId="525FAC2A" w14:textId="77777777" w:rsidR="00810015" w:rsidRDefault="00810015" w:rsidP="00810015">
      <w:r>
        <w:t>215.6586</w:t>
      </w:r>
      <w:r>
        <w:tab/>
        <w:t>1.013e0</w:t>
      </w:r>
    </w:p>
    <w:p w14:paraId="3B5CA1FF" w14:textId="77777777" w:rsidR="00810015" w:rsidRDefault="00810015" w:rsidP="00810015">
      <w:r>
        <w:t>215.6777</w:t>
      </w:r>
      <w:r>
        <w:tab/>
        <w:t>1.013e0</w:t>
      </w:r>
    </w:p>
    <w:p w14:paraId="6BBF8C33" w14:textId="77777777" w:rsidR="00810015" w:rsidRDefault="00810015" w:rsidP="00810015">
      <w:r>
        <w:t>215.6893</w:t>
      </w:r>
      <w:r>
        <w:tab/>
        <w:t>1.013e0</w:t>
      </w:r>
    </w:p>
    <w:p w14:paraId="2E727531" w14:textId="77777777" w:rsidR="00810015" w:rsidRDefault="00810015" w:rsidP="00810015">
      <w:r>
        <w:t>215.7139</w:t>
      </w:r>
      <w:r>
        <w:tab/>
        <w:t>1.013e0</w:t>
      </w:r>
    </w:p>
    <w:p w14:paraId="7806AB98" w14:textId="77777777" w:rsidR="00810015" w:rsidRDefault="00810015" w:rsidP="00810015">
      <w:r>
        <w:t>215.7292</w:t>
      </w:r>
      <w:r>
        <w:tab/>
        <w:t>1.013e0</w:t>
      </w:r>
    </w:p>
    <w:p w14:paraId="32F1DB68" w14:textId="77777777" w:rsidR="00810015" w:rsidRDefault="00810015" w:rsidP="00810015">
      <w:r>
        <w:t>215.8023</w:t>
      </w:r>
      <w:r>
        <w:tab/>
        <w:t>2.025e0</w:t>
      </w:r>
    </w:p>
    <w:p w14:paraId="037B01EC" w14:textId="77777777" w:rsidR="00810015" w:rsidRDefault="00810015" w:rsidP="00810015">
      <w:r>
        <w:t>215.8131</w:t>
      </w:r>
      <w:r>
        <w:tab/>
        <w:t>2.025e0</w:t>
      </w:r>
    </w:p>
    <w:p w14:paraId="210565BF" w14:textId="77777777" w:rsidR="00810015" w:rsidRDefault="00810015" w:rsidP="00810015">
      <w:r>
        <w:t>215.8188</w:t>
      </w:r>
      <w:r>
        <w:tab/>
        <w:t>1.013e0</w:t>
      </w:r>
    </w:p>
    <w:p w14:paraId="671D0DE7" w14:textId="77777777" w:rsidR="00810015" w:rsidRDefault="00810015" w:rsidP="00810015">
      <w:r>
        <w:t>215.8264</w:t>
      </w:r>
      <w:r>
        <w:tab/>
        <w:t>1.013e0</w:t>
      </w:r>
    </w:p>
    <w:p w14:paraId="60AB35A0" w14:textId="77777777" w:rsidR="00810015" w:rsidRDefault="00810015" w:rsidP="00810015">
      <w:r>
        <w:t>215.8349</w:t>
      </w:r>
      <w:r>
        <w:tab/>
        <w:t>1.013e0</w:t>
      </w:r>
    </w:p>
    <w:p w14:paraId="23352BBF" w14:textId="77777777" w:rsidR="00810015" w:rsidRDefault="00810015" w:rsidP="00810015">
      <w:r>
        <w:t>215.8573</w:t>
      </w:r>
      <w:r>
        <w:tab/>
        <w:t>1.013e0</w:t>
      </w:r>
    </w:p>
    <w:p w14:paraId="49DBF216" w14:textId="77777777" w:rsidR="00810015" w:rsidRDefault="00810015" w:rsidP="00810015">
      <w:r>
        <w:t>215.8696</w:t>
      </w:r>
      <w:r>
        <w:tab/>
        <w:t>1.013e0</w:t>
      </w:r>
    </w:p>
    <w:p w14:paraId="15E31C92" w14:textId="77777777" w:rsidR="00810015" w:rsidRDefault="00810015" w:rsidP="00810015">
      <w:r>
        <w:t>215.8786</w:t>
      </w:r>
      <w:r>
        <w:tab/>
        <w:t>1.013e0</w:t>
      </w:r>
    </w:p>
    <w:p w14:paraId="44CBDA11" w14:textId="77777777" w:rsidR="00810015" w:rsidRDefault="00810015" w:rsidP="00810015">
      <w:r>
        <w:t>215.8856</w:t>
      </w:r>
      <w:r>
        <w:tab/>
        <w:t>1.013e0</w:t>
      </w:r>
    </w:p>
    <w:p w14:paraId="5B798D86" w14:textId="77777777" w:rsidR="00810015" w:rsidRDefault="00810015" w:rsidP="00810015">
      <w:r>
        <w:t>215.9123</w:t>
      </w:r>
      <w:r>
        <w:tab/>
        <w:t>2.025e0</w:t>
      </w:r>
    </w:p>
    <w:p w14:paraId="6137353B" w14:textId="77777777" w:rsidR="00810015" w:rsidRDefault="00810015" w:rsidP="00810015">
      <w:r>
        <w:lastRenderedPageBreak/>
        <w:t>215.9516</w:t>
      </w:r>
      <w:r>
        <w:tab/>
        <w:t>1.013e0</w:t>
      </w:r>
    </w:p>
    <w:p w14:paraId="1E01F353" w14:textId="77777777" w:rsidR="00810015" w:rsidRDefault="00810015" w:rsidP="00810015">
      <w:r>
        <w:t>215.9639</w:t>
      </w:r>
      <w:r>
        <w:tab/>
        <w:t>1.910e0</w:t>
      </w:r>
    </w:p>
    <w:p w14:paraId="4BE0774A" w14:textId="77777777" w:rsidR="00810015" w:rsidRDefault="00810015" w:rsidP="00810015">
      <w:r>
        <w:t>215.9772</w:t>
      </w:r>
      <w:r>
        <w:tab/>
        <w:t>1.065e1</w:t>
      </w:r>
    </w:p>
    <w:p w14:paraId="7D4D3E4D" w14:textId="77777777" w:rsidR="00810015" w:rsidRDefault="00810015" w:rsidP="00810015">
      <w:r>
        <w:t>215.9824</w:t>
      </w:r>
      <w:r>
        <w:tab/>
        <w:t>1.222e1</w:t>
      </w:r>
    </w:p>
    <w:p w14:paraId="175C09CF" w14:textId="77777777" w:rsidR="00810015" w:rsidRDefault="00810015" w:rsidP="00810015">
      <w:r>
        <w:t>215.9866</w:t>
      </w:r>
      <w:r>
        <w:tab/>
        <w:t>1.394e1</w:t>
      </w:r>
    </w:p>
    <w:p w14:paraId="40F10B2A" w14:textId="77777777" w:rsidR="00810015" w:rsidRDefault="00810015" w:rsidP="00810015">
      <w:r>
        <w:t>215.9961</w:t>
      </w:r>
      <w:r>
        <w:tab/>
        <w:t>1.881e0</w:t>
      </w:r>
    </w:p>
    <w:p w14:paraId="7A46103D" w14:textId="77777777" w:rsidR="00810015" w:rsidRDefault="00810015" w:rsidP="00810015">
      <w:r>
        <w:t>216.0238</w:t>
      </w:r>
      <w:r>
        <w:tab/>
        <w:t>1.985e1</w:t>
      </w:r>
    </w:p>
    <w:p w14:paraId="6CE9E706" w14:textId="77777777" w:rsidR="00810015" w:rsidRDefault="00810015" w:rsidP="00810015">
      <w:r>
        <w:t>216.0295</w:t>
      </w:r>
      <w:r>
        <w:tab/>
        <w:t>2.130e0</w:t>
      </w:r>
    </w:p>
    <w:p w14:paraId="6450BC8D" w14:textId="77777777" w:rsidR="00810015" w:rsidRDefault="00810015" w:rsidP="00810015">
      <w:r>
        <w:t>216.0329</w:t>
      </w:r>
      <w:r>
        <w:tab/>
        <w:t>5.419e0</w:t>
      </w:r>
    </w:p>
    <w:p w14:paraId="085E524E" w14:textId="77777777" w:rsidR="00810015" w:rsidRDefault="00810015" w:rsidP="00810015">
      <w:r>
        <w:t>216.0644</w:t>
      </w:r>
      <w:r>
        <w:tab/>
        <w:t>2.795e0</w:t>
      </w:r>
    </w:p>
    <w:p w14:paraId="25882F16" w14:textId="77777777" w:rsidR="00810015" w:rsidRDefault="00810015" w:rsidP="00810015">
      <w:r>
        <w:t>216.0725</w:t>
      </w:r>
      <w:r>
        <w:tab/>
        <w:t>1.013e0</w:t>
      </w:r>
    </w:p>
    <w:p w14:paraId="74833408" w14:textId="77777777" w:rsidR="00810015" w:rsidRDefault="00810015" w:rsidP="00810015">
      <w:r>
        <w:t>216.0801</w:t>
      </w:r>
      <w:r>
        <w:tab/>
        <w:t>1.013e0</w:t>
      </w:r>
    </w:p>
    <w:p w14:paraId="68701D53" w14:textId="77777777" w:rsidR="00810015" w:rsidRDefault="00810015" w:rsidP="00810015">
      <w:r>
        <w:t>216.0993</w:t>
      </w:r>
      <w:r>
        <w:tab/>
        <w:t>1.013e0</w:t>
      </w:r>
    </w:p>
    <w:p w14:paraId="3021F443" w14:textId="77777777" w:rsidR="00810015" w:rsidRDefault="00810015" w:rsidP="00810015">
      <w:r>
        <w:t>216.1296</w:t>
      </w:r>
      <w:r>
        <w:tab/>
        <w:t>2.025e0</w:t>
      </w:r>
    </w:p>
    <w:p w14:paraId="21A47287" w14:textId="77777777" w:rsidR="00810015" w:rsidRDefault="00810015" w:rsidP="00810015">
      <w:r>
        <w:t>216.1320</w:t>
      </w:r>
      <w:r>
        <w:tab/>
        <w:t>3.038e0</w:t>
      </w:r>
    </w:p>
    <w:p w14:paraId="3CCA63C2" w14:textId="77777777" w:rsidR="00810015" w:rsidRDefault="00810015" w:rsidP="00810015">
      <w:r>
        <w:t>216.1393</w:t>
      </w:r>
      <w:r>
        <w:tab/>
        <w:t>1.904e0</w:t>
      </w:r>
    </w:p>
    <w:p w14:paraId="3B61E497" w14:textId="77777777" w:rsidR="00810015" w:rsidRDefault="00810015" w:rsidP="00810015">
      <w:r>
        <w:t>216.1586</w:t>
      </w:r>
      <w:r>
        <w:tab/>
        <w:t>3.038e0</w:t>
      </w:r>
    </w:p>
    <w:p w14:paraId="358B49E6" w14:textId="77777777" w:rsidR="00810015" w:rsidRDefault="00810015" w:rsidP="00810015">
      <w:r>
        <w:t>216.1735</w:t>
      </w:r>
      <w:r>
        <w:tab/>
        <w:t>1.013e0</w:t>
      </w:r>
    </w:p>
    <w:p w14:paraId="3B9EDC9D" w14:textId="77777777" w:rsidR="00810015" w:rsidRDefault="00810015" w:rsidP="00810015">
      <w:r>
        <w:t>216.1776</w:t>
      </w:r>
      <w:r>
        <w:tab/>
        <w:t>2.025e0</w:t>
      </w:r>
    </w:p>
    <w:p w14:paraId="588247A1" w14:textId="77777777" w:rsidR="00810015" w:rsidRDefault="00810015" w:rsidP="00810015">
      <w:r>
        <w:lastRenderedPageBreak/>
        <w:t>216.1897</w:t>
      </w:r>
      <w:r>
        <w:tab/>
        <w:t>2.025e0</w:t>
      </w:r>
    </w:p>
    <w:p w14:paraId="1902C81A" w14:textId="77777777" w:rsidR="00810015" w:rsidRDefault="00810015" w:rsidP="00810015">
      <w:r>
        <w:t>216.2067</w:t>
      </w:r>
      <w:r>
        <w:tab/>
        <w:t>1.013e0</w:t>
      </w:r>
    </w:p>
    <w:p w14:paraId="1AC35468" w14:textId="77777777" w:rsidR="00810015" w:rsidRDefault="00810015" w:rsidP="00810015">
      <w:r>
        <w:t>216.2251</w:t>
      </w:r>
      <w:r>
        <w:tab/>
        <w:t>1.013e0</w:t>
      </w:r>
    </w:p>
    <w:p w14:paraId="5289CDC8" w14:textId="77777777" w:rsidR="00810015" w:rsidRDefault="00810015" w:rsidP="00810015">
      <w:r>
        <w:t>216.2556</w:t>
      </w:r>
      <w:r>
        <w:tab/>
        <w:t>1.013e0</w:t>
      </w:r>
    </w:p>
    <w:p w14:paraId="0BA84DBF" w14:textId="77777777" w:rsidR="00810015" w:rsidRDefault="00810015" w:rsidP="00810015">
      <w:r>
        <w:t>216.2958</w:t>
      </w:r>
      <w:r>
        <w:tab/>
        <w:t>1.013e0</w:t>
      </w:r>
    </w:p>
    <w:p w14:paraId="52BB54EE" w14:textId="77777777" w:rsidR="00810015" w:rsidRDefault="00810015" w:rsidP="00810015">
      <w:r>
        <w:t>216.3194</w:t>
      </w:r>
      <w:r>
        <w:tab/>
        <w:t>1.013e0</w:t>
      </w:r>
    </w:p>
    <w:p w14:paraId="77B5FF4E" w14:textId="77777777" w:rsidR="00810015" w:rsidRDefault="00810015" w:rsidP="00810015">
      <w:r>
        <w:t>216.3263</w:t>
      </w:r>
      <w:r>
        <w:tab/>
        <w:t>1.013e0</w:t>
      </w:r>
    </w:p>
    <w:p w14:paraId="1C10532B" w14:textId="77777777" w:rsidR="00810015" w:rsidRDefault="00810015" w:rsidP="00810015">
      <w:r>
        <w:t>216.3376</w:t>
      </w:r>
      <w:r>
        <w:tab/>
        <w:t>1.013e0</w:t>
      </w:r>
    </w:p>
    <w:p w14:paraId="3953479A" w14:textId="77777777" w:rsidR="00810015" w:rsidRDefault="00810015" w:rsidP="00810015">
      <w:r>
        <w:t>216.3438</w:t>
      </w:r>
      <w:r>
        <w:tab/>
        <w:t>2.025e0</w:t>
      </w:r>
    </w:p>
    <w:p w14:paraId="4AEEB483" w14:textId="77777777" w:rsidR="00810015" w:rsidRDefault="00810015" w:rsidP="00810015">
      <w:r>
        <w:t>216.3538</w:t>
      </w:r>
      <w:r>
        <w:tab/>
        <w:t>1.013e0</w:t>
      </w:r>
    </w:p>
    <w:p w14:paraId="428FF010" w14:textId="77777777" w:rsidR="00810015" w:rsidRDefault="00810015" w:rsidP="00810015">
      <w:r>
        <w:t>216.3587</w:t>
      </w:r>
      <w:r>
        <w:tab/>
        <w:t>1.013e0</w:t>
      </w:r>
    </w:p>
    <w:p w14:paraId="26F973ED" w14:textId="77777777" w:rsidR="00810015" w:rsidRDefault="00810015" w:rsidP="00810015">
      <w:r>
        <w:t>216.3854</w:t>
      </w:r>
      <w:r>
        <w:tab/>
        <w:t>1.013e0</w:t>
      </w:r>
    </w:p>
    <w:p w14:paraId="4AE103F8" w14:textId="77777777" w:rsidR="00810015" w:rsidRDefault="00810015" w:rsidP="00810015">
      <w:r>
        <w:t>216.4083</w:t>
      </w:r>
      <w:r>
        <w:tab/>
        <w:t>1.013e0</w:t>
      </w:r>
    </w:p>
    <w:p w14:paraId="356215C4" w14:textId="77777777" w:rsidR="00810015" w:rsidRDefault="00810015" w:rsidP="00810015">
      <w:r>
        <w:t>216.4400</w:t>
      </w:r>
      <w:r>
        <w:tab/>
        <w:t>1.013e0</w:t>
      </w:r>
    </w:p>
    <w:p w14:paraId="0EE9BD6C" w14:textId="77777777" w:rsidR="00810015" w:rsidRDefault="00810015" w:rsidP="00810015">
      <w:r>
        <w:t>216.4599</w:t>
      </w:r>
      <w:r>
        <w:tab/>
        <w:t>1.013e0</w:t>
      </w:r>
    </w:p>
    <w:p w14:paraId="38149B12" w14:textId="77777777" w:rsidR="00810015" w:rsidRDefault="00810015" w:rsidP="00810015">
      <w:r>
        <w:t>216.4637</w:t>
      </w:r>
      <w:r>
        <w:tab/>
        <w:t>1.013e0</w:t>
      </w:r>
    </w:p>
    <w:p w14:paraId="098DDC48" w14:textId="77777777" w:rsidR="00810015" w:rsidRDefault="00810015" w:rsidP="00810015">
      <w:r>
        <w:t>216.4682</w:t>
      </w:r>
      <w:r>
        <w:tab/>
        <w:t>1.013e0</w:t>
      </w:r>
    </w:p>
    <w:p w14:paraId="2248685C" w14:textId="77777777" w:rsidR="00810015" w:rsidRDefault="00810015" w:rsidP="00810015">
      <w:r>
        <w:t>216.4892</w:t>
      </w:r>
      <w:r>
        <w:tab/>
        <w:t>2.025e0</w:t>
      </w:r>
    </w:p>
    <w:p w14:paraId="4ED85FB9" w14:textId="77777777" w:rsidR="00810015" w:rsidRDefault="00810015" w:rsidP="00810015">
      <w:r>
        <w:t>216.4904</w:t>
      </w:r>
      <w:r>
        <w:tab/>
        <w:t>2.025e0</w:t>
      </w:r>
    </w:p>
    <w:p w14:paraId="5DDD0EED" w14:textId="77777777" w:rsidR="00810015" w:rsidRDefault="00810015" w:rsidP="00810015">
      <w:r>
        <w:lastRenderedPageBreak/>
        <w:t>216.5253</w:t>
      </w:r>
      <w:r>
        <w:tab/>
        <w:t>4.051e0</w:t>
      </w:r>
    </w:p>
    <w:p w14:paraId="04928852" w14:textId="77777777" w:rsidR="00810015" w:rsidRDefault="00810015" w:rsidP="00810015">
      <w:r>
        <w:t>216.5534</w:t>
      </w:r>
      <w:r>
        <w:tab/>
        <w:t>1.013e0</w:t>
      </w:r>
    </w:p>
    <w:p w14:paraId="04846CB0" w14:textId="77777777" w:rsidR="00810015" w:rsidRDefault="00810015" w:rsidP="00810015">
      <w:r>
        <w:t>216.5611</w:t>
      </w:r>
      <w:r>
        <w:tab/>
        <w:t>5.063e0</w:t>
      </w:r>
    </w:p>
    <w:p w14:paraId="674A4692" w14:textId="77777777" w:rsidR="00810015" w:rsidRDefault="00810015" w:rsidP="00810015">
      <w:r>
        <w:t>216.5804</w:t>
      </w:r>
      <w:r>
        <w:tab/>
        <w:t>2.025e0</w:t>
      </w:r>
    </w:p>
    <w:p w14:paraId="27823671" w14:textId="77777777" w:rsidR="00810015" w:rsidRDefault="00810015" w:rsidP="00810015">
      <w:r>
        <w:t>216.5946</w:t>
      </w:r>
      <w:r>
        <w:tab/>
        <w:t>2.025e0</w:t>
      </w:r>
    </w:p>
    <w:p w14:paraId="496F5A00" w14:textId="77777777" w:rsidR="00810015" w:rsidRDefault="00810015" w:rsidP="00810015">
      <w:r>
        <w:t>216.6044</w:t>
      </w:r>
      <w:r>
        <w:tab/>
        <w:t>1.013e0</w:t>
      </w:r>
    </w:p>
    <w:p w14:paraId="4FDCA0BE" w14:textId="77777777" w:rsidR="00810015" w:rsidRDefault="00810015" w:rsidP="00810015">
      <w:r>
        <w:t>216.6470</w:t>
      </w:r>
      <w:r>
        <w:tab/>
        <w:t>1.013e0</w:t>
      </w:r>
    </w:p>
    <w:p w14:paraId="5E0F84B2" w14:textId="77777777" w:rsidR="00810015" w:rsidRDefault="00810015" w:rsidP="00810015">
      <w:r>
        <w:t>216.6627</w:t>
      </w:r>
      <w:r>
        <w:tab/>
        <w:t>3.038e0</w:t>
      </w:r>
    </w:p>
    <w:p w14:paraId="14627B2E" w14:textId="77777777" w:rsidR="00810015" w:rsidRDefault="00810015" w:rsidP="00810015">
      <w:r>
        <w:t>216.6826</w:t>
      </w:r>
      <w:r>
        <w:tab/>
        <w:t>1.013e0</w:t>
      </w:r>
    </w:p>
    <w:p w14:paraId="211C5760" w14:textId="77777777" w:rsidR="00810015" w:rsidRDefault="00810015" w:rsidP="00810015">
      <w:r>
        <w:t>216.6867</w:t>
      </w:r>
      <w:r>
        <w:tab/>
        <w:t>1.089e0</w:t>
      </w:r>
    </w:p>
    <w:p w14:paraId="5750B22D" w14:textId="77777777" w:rsidR="00810015" w:rsidRDefault="00810015" w:rsidP="00810015">
      <w:r>
        <w:t>216.6916</w:t>
      </w:r>
      <w:r>
        <w:tab/>
        <w:t>1.013e0</w:t>
      </w:r>
    </w:p>
    <w:p w14:paraId="4DD039F2" w14:textId="77777777" w:rsidR="00810015" w:rsidRDefault="00810015" w:rsidP="00810015">
      <w:r>
        <w:t>216.7119</w:t>
      </w:r>
      <w:r>
        <w:tab/>
        <w:t>2.025e0</w:t>
      </w:r>
    </w:p>
    <w:p w14:paraId="484BCB56" w14:textId="77777777" w:rsidR="00810015" w:rsidRDefault="00810015" w:rsidP="00810015">
      <w:r>
        <w:t>216.7367</w:t>
      </w:r>
      <w:r>
        <w:tab/>
        <w:t>1.013e0</w:t>
      </w:r>
    </w:p>
    <w:p w14:paraId="1EC47497" w14:textId="77777777" w:rsidR="00810015" w:rsidRDefault="00810015" w:rsidP="00810015">
      <w:r>
        <w:t>216.7607</w:t>
      </w:r>
      <w:r>
        <w:tab/>
        <w:t>1.013e0</w:t>
      </w:r>
    </w:p>
    <w:p w14:paraId="71B9903B" w14:textId="77777777" w:rsidR="00810015" w:rsidRDefault="00810015" w:rsidP="00810015">
      <w:r>
        <w:t>216.7720</w:t>
      </w:r>
      <w:r>
        <w:tab/>
        <w:t>2.025e0</w:t>
      </w:r>
    </w:p>
    <w:p w14:paraId="76DF1D4B" w14:textId="77777777" w:rsidR="00810015" w:rsidRDefault="00810015" w:rsidP="00810015">
      <w:r>
        <w:t>216.8036</w:t>
      </w:r>
      <w:r>
        <w:tab/>
        <w:t>2.025e0</w:t>
      </w:r>
    </w:p>
    <w:p w14:paraId="6873BBCE" w14:textId="77777777" w:rsidR="00810015" w:rsidRDefault="00810015" w:rsidP="00810015">
      <w:r>
        <w:t>216.8120</w:t>
      </w:r>
      <w:r>
        <w:tab/>
        <w:t>1.013e0</w:t>
      </w:r>
    </w:p>
    <w:p w14:paraId="3AF8CDE4" w14:textId="77777777" w:rsidR="00810015" w:rsidRDefault="00810015" w:rsidP="00810015">
      <w:r>
        <w:t>216.8348</w:t>
      </w:r>
      <w:r>
        <w:tab/>
        <w:t>1.013e0</w:t>
      </w:r>
    </w:p>
    <w:p w14:paraId="75FF678F" w14:textId="77777777" w:rsidR="00810015" w:rsidRDefault="00810015" w:rsidP="00810015">
      <w:r>
        <w:t>216.8617</w:t>
      </w:r>
      <w:r>
        <w:tab/>
        <w:t>2.025e0</w:t>
      </w:r>
    </w:p>
    <w:p w14:paraId="6234E0F1" w14:textId="77777777" w:rsidR="00810015" w:rsidRDefault="00810015" w:rsidP="00810015">
      <w:r>
        <w:lastRenderedPageBreak/>
        <w:t>216.8742</w:t>
      </w:r>
      <w:r>
        <w:tab/>
        <w:t>1.013e0</w:t>
      </w:r>
    </w:p>
    <w:p w14:paraId="21A67178" w14:textId="77777777" w:rsidR="00810015" w:rsidRDefault="00810015" w:rsidP="00810015">
      <w:r>
        <w:t>216.8971</w:t>
      </w:r>
      <w:r>
        <w:tab/>
        <w:t>1.013e0</w:t>
      </w:r>
    </w:p>
    <w:p w14:paraId="095BBC00" w14:textId="77777777" w:rsidR="00810015" w:rsidRDefault="00810015" w:rsidP="00810015">
      <w:r>
        <w:t>216.9089</w:t>
      </w:r>
      <w:r>
        <w:tab/>
        <w:t>1.013e0</w:t>
      </w:r>
    </w:p>
    <w:p w14:paraId="1F47F058" w14:textId="77777777" w:rsidR="00810015" w:rsidRDefault="00810015" w:rsidP="00810015">
      <w:r>
        <w:t>216.9336</w:t>
      </w:r>
      <w:r>
        <w:tab/>
        <w:t>1.013e0</w:t>
      </w:r>
    </w:p>
    <w:p w14:paraId="25DC171E" w14:textId="77777777" w:rsidR="00810015" w:rsidRDefault="00810015" w:rsidP="00810015">
      <w:r>
        <w:t>216.9411</w:t>
      </w:r>
      <w:r>
        <w:tab/>
        <w:t>1.013e0</w:t>
      </w:r>
    </w:p>
    <w:p w14:paraId="076FA7C1" w14:textId="77777777" w:rsidR="00810015" w:rsidRDefault="00810015" w:rsidP="00810015">
      <w:r>
        <w:t>216.9507</w:t>
      </w:r>
      <w:r>
        <w:tab/>
        <w:t>2.025e0</w:t>
      </w:r>
    </w:p>
    <w:p w14:paraId="61834006" w14:textId="77777777" w:rsidR="00810015" w:rsidRDefault="00810015" w:rsidP="00810015">
      <w:r>
        <w:t>216.9602</w:t>
      </w:r>
      <w:r>
        <w:tab/>
        <w:t>2.025e0</w:t>
      </w:r>
    </w:p>
    <w:p w14:paraId="033C06C4" w14:textId="77777777" w:rsidR="00810015" w:rsidRDefault="00810015" w:rsidP="00810015">
      <w:r>
        <w:t>217.0054</w:t>
      </w:r>
      <w:r>
        <w:tab/>
        <w:t>1.889e0</w:t>
      </w:r>
    </w:p>
    <w:p w14:paraId="30DC45DA" w14:textId="77777777" w:rsidR="00810015" w:rsidRDefault="00810015" w:rsidP="00810015">
      <w:r>
        <w:t>217.0111</w:t>
      </w:r>
      <w:r>
        <w:tab/>
        <w:t>1.793e0</w:t>
      </w:r>
    </w:p>
    <w:p w14:paraId="0D707BF7" w14:textId="77777777" w:rsidR="00810015" w:rsidRDefault="00810015" w:rsidP="00810015">
      <w:r>
        <w:t>217.0347</w:t>
      </w:r>
      <w:r>
        <w:tab/>
        <w:t>4.894e0</w:t>
      </w:r>
    </w:p>
    <w:p w14:paraId="2F506CF3" w14:textId="77777777" w:rsidR="00810015" w:rsidRDefault="00810015" w:rsidP="00810015">
      <w:r>
        <w:t>217.0372</w:t>
      </w:r>
      <w:r>
        <w:tab/>
        <w:t>1.464e0</w:t>
      </w:r>
    </w:p>
    <w:p w14:paraId="3B708549" w14:textId="77777777" w:rsidR="00810015" w:rsidRDefault="00810015" w:rsidP="00810015">
      <w:r>
        <w:t>217.0721</w:t>
      </w:r>
      <w:r>
        <w:tab/>
        <w:t>2.573e0</w:t>
      </w:r>
    </w:p>
    <w:p w14:paraId="66B627A5" w14:textId="77777777" w:rsidR="00810015" w:rsidRDefault="00810015" w:rsidP="00810015">
      <w:r>
        <w:t>217.0777</w:t>
      </w:r>
      <w:r>
        <w:tab/>
        <w:t>1.013e0</w:t>
      </w:r>
    </w:p>
    <w:p w14:paraId="751BD4E2" w14:textId="77777777" w:rsidR="00810015" w:rsidRDefault="00810015" w:rsidP="00810015">
      <w:r>
        <w:t>217.0818</w:t>
      </w:r>
      <w:r>
        <w:tab/>
        <w:t>1.013e0</w:t>
      </w:r>
    </w:p>
    <w:p w14:paraId="47C2CA2D" w14:textId="77777777" w:rsidR="00810015" w:rsidRDefault="00810015" w:rsidP="00810015">
      <w:r>
        <w:t>217.0978</w:t>
      </w:r>
      <w:r>
        <w:tab/>
        <w:t>1.013e0</w:t>
      </w:r>
    </w:p>
    <w:p w14:paraId="16D305BA" w14:textId="77777777" w:rsidR="00810015" w:rsidRDefault="00810015" w:rsidP="00810015">
      <w:r>
        <w:t>217.0994</w:t>
      </w:r>
      <w:r>
        <w:tab/>
        <w:t>9.892e0</w:t>
      </w:r>
    </w:p>
    <w:p w14:paraId="388F8132" w14:textId="77777777" w:rsidR="00810015" w:rsidRDefault="00810015" w:rsidP="00810015">
      <w:r>
        <w:t>217.1142</w:t>
      </w:r>
      <w:r>
        <w:tab/>
        <w:t>5.063e0</w:t>
      </w:r>
    </w:p>
    <w:p w14:paraId="745C1FB8" w14:textId="77777777" w:rsidR="00810015" w:rsidRDefault="00810015" w:rsidP="00810015">
      <w:r>
        <w:t>217.1188</w:t>
      </w:r>
      <w:r>
        <w:tab/>
        <w:t>2.025e0</w:t>
      </w:r>
    </w:p>
    <w:p w14:paraId="0D39DDC4" w14:textId="77777777" w:rsidR="00810015" w:rsidRDefault="00810015" w:rsidP="00810015">
      <w:r>
        <w:t>217.1436</w:t>
      </w:r>
      <w:r>
        <w:tab/>
        <w:t>1.013e0</w:t>
      </w:r>
    </w:p>
    <w:p w14:paraId="7FFD6EDB" w14:textId="77777777" w:rsidR="00810015" w:rsidRDefault="00810015" w:rsidP="00810015">
      <w:r>
        <w:lastRenderedPageBreak/>
        <w:t>217.1765</w:t>
      </w:r>
      <w:r>
        <w:tab/>
        <w:t>2.025e0</w:t>
      </w:r>
    </w:p>
    <w:p w14:paraId="3892D2C7" w14:textId="77777777" w:rsidR="00810015" w:rsidRDefault="00810015" w:rsidP="00810015">
      <w:r>
        <w:t>217.1792</w:t>
      </w:r>
      <w:r>
        <w:tab/>
        <w:t>3.038e0</w:t>
      </w:r>
    </w:p>
    <w:p w14:paraId="73ACE2A6" w14:textId="77777777" w:rsidR="00810015" w:rsidRDefault="00810015" w:rsidP="00810015">
      <w:r>
        <w:t>217.2032</w:t>
      </w:r>
      <w:r>
        <w:tab/>
        <w:t>3.611e0</w:t>
      </w:r>
    </w:p>
    <w:p w14:paraId="4A7FE9A6" w14:textId="77777777" w:rsidR="00810015" w:rsidRDefault="00810015" w:rsidP="00810015">
      <w:r>
        <w:t>217.2049</w:t>
      </w:r>
      <w:r>
        <w:tab/>
        <w:t>3.038e0</w:t>
      </w:r>
    </w:p>
    <w:p w14:paraId="28335C26" w14:textId="77777777" w:rsidR="00810015" w:rsidRDefault="00810015" w:rsidP="00810015">
      <w:r>
        <w:t>217.2067</w:t>
      </w:r>
      <w:r>
        <w:tab/>
        <w:t>3.038e0</w:t>
      </w:r>
    </w:p>
    <w:p w14:paraId="5562E549" w14:textId="77777777" w:rsidR="00810015" w:rsidRDefault="00810015" w:rsidP="00810015">
      <w:r>
        <w:t>217.2095</w:t>
      </w:r>
      <w:r>
        <w:tab/>
        <w:t>5.063e0</w:t>
      </w:r>
    </w:p>
    <w:p w14:paraId="4E03064C" w14:textId="77777777" w:rsidR="00810015" w:rsidRDefault="00810015" w:rsidP="00810015">
      <w:r>
        <w:t>217.2117</w:t>
      </w:r>
      <w:r>
        <w:tab/>
        <w:t>3.900e0</w:t>
      </w:r>
    </w:p>
    <w:p w14:paraId="65157736" w14:textId="77777777" w:rsidR="00810015" w:rsidRDefault="00810015" w:rsidP="00810015">
      <w:r>
        <w:t>217.2350</w:t>
      </w:r>
      <w:r>
        <w:tab/>
        <w:t>1.013e0</w:t>
      </w:r>
    </w:p>
    <w:p w14:paraId="038B3826" w14:textId="77777777" w:rsidR="00810015" w:rsidRDefault="00810015" w:rsidP="00810015">
      <w:r>
        <w:t>217.2384</w:t>
      </w:r>
      <w:r>
        <w:tab/>
        <w:t>1.013e0</w:t>
      </w:r>
    </w:p>
    <w:p w14:paraId="0EF5C201" w14:textId="77777777" w:rsidR="00810015" w:rsidRDefault="00810015" w:rsidP="00810015">
      <w:r>
        <w:t>217.2507</w:t>
      </w:r>
      <w:r>
        <w:tab/>
        <w:t>1.013e0</w:t>
      </w:r>
    </w:p>
    <w:p w14:paraId="05205CAF" w14:textId="77777777" w:rsidR="00810015" w:rsidRDefault="00810015" w:rsidP="00810015">
      <w:r>
        <w:t>217.2545</w:t>
      </w:r>
      <w:r>
        <w:tab/>
        <w:t>1.013e0</w:t>
      </w:r>
    </w:p>
    <w:p w14:paraId="45906184" w14:textId="77777777" w:rsidR="00810015" w:rsidRDefault="00810015" w:rsidP="00810015">
      <w:r>
        <w:t>217.2583</w:t>
      </w:r>
      <w:r>
        <w:tab/>
        <w:t>1.013e0</w:t>
      </w:r>
    </w:p>
    <w:p w14:paraId="4EF9EAC8" w14:textId="77777777" w:rsidR="00810015" w:rsidRDefault="00810015" w:rsidP="00810015">
      <w:r>
        <w:t>217.2663</w:t>
      </w:r>
      <w:r>
        <w:tab/>
        <w:t>2.025e0</w:t>
      </w:r>
    </w:p>
    <w:p w14:paraId="64B0CEB9" w14:textId="77777777" w:rsidR="00810015" w:rsidRDefault="00810015" w:rsidP="00810015">
      <w:r>
        <w:t>217.2934</w:t>
      </w:r>
      <w:r>
        <w:tab/>
        <w:t>1.013e0</w:t>
      </w:r>
    </w:p>
    <w:p w14:paraId="6DF787C4" w14:textId="77777777" w:rsidR="00810015" w:rsidRDefault="00810015" w:rsidP="00810015">
      <w:r>
        <w:t>217.3002</w:t>
      </w:r>
      <w:r>
        <w:tab/>
        <w:t>1.013e0</w:t>
      </w:r>
    </w:p>
    <w:p w14:paraId="4C204E02" w14:textId="77777777" w:rsidR="00810015" w:rsidRDefault="00810015" w:rsidP="00810015">
      <w:r>
        <w:t>217.3134</w:t>
      </w:r>
      <w:r>
        <w:tab/>
        <w:t>1.013e0</w:t>
      </w:r>
    </w:p>
    <w:p w14:paraId="0E5D7A79" w14:textId="77777777" w:rsidR="00810015" w:rsidRDefault="00810015" w:rsidP="00810015">
      <w:r>
        <w:t>217.3329</w:t>
      </w:r>
      <w:r>
        <w:tab/>
        <w:t>1.013e0</w:t>
      </w:r>
    </w:p>
    <w:p w14:paraId="33301BF8" w14:textId="77777777" w:rsidR="00810015" w:rsidRDefault="00810015" w:rsidP="00810015">
      <w:r>
        <w:t>217.3827</w:t>
      </w:r>
      <w:r>
        <w:tab/>
        <w:t>1.013e0</w:t>
      </w:r>
    </w:p>
    <w:p w14:paraId="57ADD2C8" w14:textId="77777777" w:rsidR="00810015" w:rsidRDefault="00810015" w:rsidP="00810015">
      <w:r>
        <w:t>217.3992</w:t>
      </w:r>
      <w:r>
        <w:tab/>
        <w:t>1.013e0</w:t>
      </w:r>
    </w:p>
    <w:p w14:paraId="427C2CC1" w14:textId="77777777" w:rsidR="00810015" w:rsidRDefault="00810015" w:rsidP="00810015">
      <w:r>
        <w:lastRenderedPageBreak/>
        <w:t>217.4139</w:t>
      </w:r>
      <w:r>
        <w:tab/>
        <w:t>2.025e0</w:t>
      </w:r>
    </w:p>
    <w:p w14:paraId="30CDC9BF" w14:textId="77777777" w:rsidR="00810015" w:rsidRDefault="00810015" w:rsidP="00810015">
      <w:r>
        <w:t>217.4188</w:t>
      </w:r>
      <w:r>
        <w:tab/>
        <w:t>1.013e0</w:t>
      </w:r>
    </w:p>
    <w:p w14:paraId="61C171DC" w14:textId="77777777" w:rsidR="00810015" w:rsidRDefault="00810015" w:rsidP="00810015">
      <w:r>
        <w:t>217.4341</w:t>
      </w:r>
      <w:r>
        <w:tab/>
        <w:t>1.013e0</w:t>
      </w:r>
    </w:p>
    <w:p w14:paraId="5539FE14" w14:textId="77777777" w:rsidR="00810015" w:rsidRDefault="00810015" w:rsidP="00810015">
      <w:r>
        <w:t>217.4742</w:t>
      </w:r>
      <w:r>
        <w:tab/>
        <w:t>1.013e0</w:t>
      </w:r>
    </w:p>
    <w:p w14:paraId="2CD53A74" w14:textId="77777777" w:rsidR="00810015" w:rsidRDefault="00810015" w:rsidP="00810015">
      <w:r>
        <w:t>217.4972</w:t>
      </w:r>
      <w:r>
        <w:tab/>
        <w:t>3.038e0</w:t>
      </w:r>
    </w:p>
    <w:p w14:paraId="0B305148" w14:textId="77777777" w:rsidR="00810015" w:rsidRDefault="00810015" w:rsidP="00810015">
      <w:r>
        <w:t>217.5018</w:t>
      </w:r>
      <w:r>
        <w:tab/>
        <w:t>1.013e0</w:t>
      </w:r>
    </w:p>
    <w:p w14:paraId="57AAE22A" w14:textId="77777777" w:rsidR="00810015" w:rsidRDefault="00810015" w:rsidP="00810015">
      <w:r>
        <w:t>217.5220</w:t>
      </w:r>
      <w:r>
        <w:tab/>
        <w:t>2.025e0</w:t>
      </w:r>
    </w:p>
    <w:p w14:paraId="51B34923" w14:textId="77777777" w:rsidR="00810015" w:rsidRDefault="00810015" w:rsidP="00810015">
      <w:r>
        <w:t>217.5680</w:t>
      </w:r>
      <w:r>
        <w:tab/>
        <w:t>1.013e0</w:t>
      </w:r>
    </w:p>
    <w:p w14:paraId="6609A26C" w14:textId="77777777" w:rsidR="00810015" w:rsidRDefault="00810015" w:rsidP="00810015">
      <w:r>
        <w:t>217.5986</w:t>
      </w:r>
      <w:r>
        <w:tab/>
        <w:t>1.013e0</w:t>
      </w:r>
    </w:p>
    <w:p w14:paraId="1AA8F9DB" w14:textId="77777777" w:rsidR="00810015" w:rsidRDefault="00810015" w:rsidP="00810015">
      <w:r>
        <w:t>217.6062</w:t>
      </w:r>
      <w:r>
        <w:tab/>
        <w:t>1.013e0</w:t>
      </w:r>
    </w:p>
    <w:p w14:paraId="5F85FA42" w14:textId="77777777" w:rsidR="00810015" w:rsidRDefault="00810015" w:rsidP="00810015">
      <w:r>
        <w:t>217.6178</w:t>
      </w:r>
      <w:r>
        <w:tab/>
        <w:t>1.013e0</w:t>
      </w:r>
    </w:p>
    <w:p w14:paraId="31DE9C8E" w14:textId="77777777" w:rsidR="00810015" w:rsidRDefault="00810015" w:rsidP="00810015">
      <w:r>
        <w:t>217.6385</w:t>
      </w:r>
      <w:r>
        <w:tab/>
        <w:t>1.013e0</w:t>
      </w:r>
    </w:p>
    <w:p w14:paraId="4428C09D" w14:textId="77777777" w:rsidR="00810015" w:rsidRDefault="00810015" w:rsidP="00810015">
      <w:r>
        <w:t>217.6434</w:t>
      </w:r>
      <w:r>
        <w:tab/>
        <w:t>1.013e0</w:t>
      </w:r>
    </w:p>
    <w:p w14:paraId="6A721662" w14:textId="77777777" w:rsidR="00810015" w:rsidRDefault="00810015" w:rsidP="00810015">
      <w:r>
        <w:t>217.6464</w:t>
      </w:r>
      <w:r>
        <w:tab/>
        <w:t>1.013e0</w:t>
      </w:r>
    </w:p>
    <w:p w14:paraId="35D19527" w14:textId="77777777" w:rsidR="00810015" w:rsidRDefault="00810015" w:rsidP="00810015">
      <w:r>
        <w:t>217.6662</w:t>
      </w:r>
      <w:r>
        <w:tab/>
        <w:t>1.013e0</w:t>
      </w:r>
    </w:p>
    <w:p w14:paraId="4453D40E" w14:textId="77777777" w:rsidR="00810015" w:rsidRDefault="00810015" w:rsidP="00810015">
      <w:r>
        <w:t>217.6732</w:t>
      </w:r>
      <w:r>
        <w:tab/>
        <w:t>1.013e0</w:t>
      </w:r>
    </w:p>
    <w:p w14:paraId="5EFB0396" w14:textId="77777777" w:rsidR="00810015" w:rsidRDefault="00810015" w:rsidP="00810015">
      <w:r>
        <w:t>217.6922</w:t>
      </w:r>
      <w:r>
        <w:tab/>
        <w:t>2.025e0</w:t>
      </w:r>
    </w:p>
    <w:p w14:paraId="5EC57DE9" w14:textId="77777777" w:rsidR="00810015" w:rsidRDefault="00810015" w:rsidP="00810015">
      <w:r>
        <w:t>217.7477</w:t>
      </w:r>
      <w:r>
        <w:tab/>
        <w:t>1.013e0</w:t>
      </w:r>
    </w:p>
    <w:p w14:paraId="597C4D7A" w14:textId="77777777" w:rsidR="00810015" w:rsidRDefault="00810015" w:rsidP="00810015">
      <w:r>
        <w:t>217.7554</w:t>
      </w:r>
      <w:r>
        <w:tab/>
        <w:t>1.013e0</w:t>
      </w:r>
    </w:p>
    <w:p w14:paraId="10B52880" w14:textId="77777777" w:rsidR="00810015" w:rsidRDefault="00810015" w:rsidP="00810015">
      <w:r>
        <w:lastRenderedPageBreak/>
        <w:t>217.7954</w:t>
      </w:r>
      <w:r>
        <w:tab/>
        <w:t>1.013e0</w:t>
      </w:r>
    </w:p>
    <w:p w14:paraId="10DF6E8D" w14:textId="77777777" w:rsidR="00810015" w:rsidRDefault="00810015" w:rsidP="00810015">
      <w:r>
        <w:t>217.9084</w:t>
      </w:r>
      <w:r>
        <w:tab/>
        <w:t>1.013e0</w:t>
      </w:r>
    </w:p>
    <w:p w14:paraId="66A0C59A" w14:textId="77777777" w:rsidR="00810015" w:rsidRDefault="00810015" w:rsidP="00810015">
      <w:r>
        <w:t>217.9280</w:t>
      </w:r>
      <w:r>
        <w:tab/>
        <w:t>2.025e0</w:t>
      </w:r>
    </w:p>
    <w:p w14:paraId="40C98F7E" w14:textId="77777777" w:rsidR="00810015" w:rsidRDefault="00810015" w:rsidP="00810015">
      <w:r>
        <w:t>217.9359</w:t>
      </w:r>
      <w:r>
        <w:tab/>
        <w:t>1.013e0</w:t>
      </w:r>
    </w:p>
    <w:p w14:paraId="0F92B9DB" w14:textId="77777777" w:rsidR="00810015" w:rsidRDefault="00810015" w:rsidP="00810015">
      <w:r>
        <w:t>217.9483</w:t>
      </w:r>
      <w:r>
        <w:tab/>
        <w:t>1.013e0</w:t>
      </w:r>
    </w:p>
    <w:p w14:paraId="0AF0BB50" w14:textId="77777777" w:rsidR="00810015" w:rsidRDefault="00810015" w:rsidP="00810015">
      <w:r>
        <w:t>217.9572</w:t>
      </w:r>
      <w:r>
        <w:tab/>
        <w:t>1.807e0</w:t>
      </w:r>
    </w:p>
    <w:p w14:paraId="504E9ABE" w14:textId="77777777" w:rsidR="00810015" w:rsidRDefault="00810015" w:rsidP="00810015">
      <w:r>
        <w:t>217.9720</w:t>
      </w:r>
      <w:r>
        <w:tab/>
        <w:t>3.038e0</w:t>
      </w:r>
    </w:p>
    <w:p w14:paraId="72934B14" w14:textId="77777777" w:rsidR="00810015" w:rsidRDefault="00810015" w:rsidP="00810015">
      <w:r>
        <w:t>217.9880</w:t>
      </w:r>
      <w:r>
        <w:tab/>
        <w:t>3.176e0</w:t>
      </w:r>
    </w:p>
    <w:p w14:paraId="17B4393A" w14:textId="77777777" w:rsidR="00810015" w:rsidRDefault="00810015" w:rsidP="00810015">
      <w:r>
        <w:t>218.0016</w:t>
      </w:r>
      <w:r>
        <w:tab/>
        <w:t>1.968e0</w:t>
      </w:r>
    </w:p>
    <w:p w14:paraId="78041C64" w14:textId="77777777" w:rsidR="00810015" w:rsidRDefault="00810015" w:rsidP="00810015">
      <w:r>
        <w:t>218.0155</w:t>
      </w:r>
      <w:r>
        <w:tab/>
        <w:t>5.133e0</w:t>
      </w:r>
    </w:p>
    <w:p w14:paraId="50C21C9E" w14:textId="77777777" w:rsidR="00810015" w:rsidRDefault="00810015" w:rsidP="00810015">
      <w:r>
        <w:t>218.0205</w:t>
      </w:r>
      <w:r>
        <w:tab/>
        <w:t>1.540e0</w:t>
      </w:r>
    </w:p>
    <w:p w14:paraId="41D0AFA4" w14:textId="77777777" w:rsidR="00810015" w:rsidRDefault="00810015" w:rsidP="00810015">
      <w:r>
        <w:t>218.0691</w:t>
      </w:r>
      <w:r>
        <w:tab/>
        <w:t>1.013e0</w:t>
      </w:r>
    </w:p>
    <w:p w14:paraId="7DEF0309" w14:textId="77777777" w:rsidR="00810015" w:rsidRDefault="00810015" w:rsidP="00810015">
      <w:r>
        <w:t>218.0767</w:t>
      </w:r>
      <w:r>
        <w:tab/>
        <w:t>1.013e0</w:t>
      </w:r>
    </w:p>
    <w:p w14:paraId="55547604" w14:textId="77777777" w:rsidR="00810015" w:rsidRDefault="00810015" w:rsidP="00810015">
      <w:r>
        <w:t>218.0889</w:t>
      </w:r>
      <w:r>
        <w:tab/>
        <w:t>1.013e0</w:t>
      </w:r>
    </w:p>
    <w:p w14:paraId="24405A23" w14:textId="77777777" w:rsidR="00810015" w:rsidRDefault="00810015" w:rsidP="00810015">
      <w:r>
        <w:t>218.0992</w:t>
      </w:r>
      <w:r>
        <w:tab/>
        <w:t>2.260e0</w:t>
      </w:r>
    </w:p>
    <w:p w14:paraId="53CEACA8" w14:textId="77777777" w:rsidR="00810015" w:rsidRDefault="00810015" w:rsidP="00810015">
      <w:r>
        <w:t>218.1020</w:t>
      </w:r>
      <w:r>
        <w:tab/>
        <w:t>1.013e0</w:t>
      </w:r>
    </w:p>
    <w:p w14:paraId="3AC28EDC" w14:textId="77777777" w:rsidR="00810015" w:rsidRDefault="00810015" w:rsidP="00810015">
      <w:r>
        <w:t>218.1109</w:t>
      </w:r>
      <w:r>
        <w:tab/>
        <w:t>1.985e0</w:t>
      </w:r>
    </w:p>
    <w:p w14:paraId="54EF61FE" w14:textId="77777777" w:rsidR="00810015" w:rsidRDefault="00810015" w:rsidP="00810015">
      <w:r>
        <w:t>218.1265</w:t>
      </w:r>
      <w:r>
        <w:tab/>
        <w:t>2.025e0</w:t>
      </w:r>
    </w:p>
    <w:p w14:paraId="7E8F1F77" w14:textId="77777777" w:rsidR="00810015" w:rsidRDefault="00810015" w:rsidP="00810015">
      <w:r>
        <w:t>218.1342</w:t>
      </w:r>
      <w:r>
        <w:tab/>
        <w:t>2.025e0</w:t>
      </w:r>
    </w:p>
    <w:p w14:paraId="53B72266" w14:textId="77777777" w:rsidR="00810015" w:rsidRDefault="00810015" w:rsidP="00810015">
      <w:r>
        <w:lastRenderedPageBreak/>
        <w:t>218.1397</w:t>
      </w:r>
      <w:r>
        <w:tab/>
        <w:t>3.038e0</w:t>
      </w:r>
    </w:p>
    <w:p w14:paraId="33AF7ACC" w14:textId="77777777" w:rsidR="00810015" w:rsidRDefault="00810015" w:rsidP="00810015">
      <w:r>
        <w:t>218.1509</w:t>
      </w:r>
      <w:r>
        <w:tab/>
        <w:t>2.957e0</w:t>
      </w:r>
    </w:p>
    <w:p w14:paraId="6E06B27B" w14:textId="77777777" w:rsidR="00810015" w:rsidRDefault="00810015" w:rsidP="00810015">
      <w:r>
        <w:t>218.1536</w:t>
      </w:r>
      <w:r>
        <w:tab/>
        <w:t>3.038e0</w:t>
      </w:r>
    </w:p>
    <w:p w14:paraId="11FA18BD" w14:textId="77777777" w:rsidR="00810015" w:rsidRDefault="00810015" w:rsidP="00810015">
      <w:r>
        <w:t>218.1757</w:t>
      </w:r>
      <w:r>
        <w:tab/>
        <w:t>2.025e0</w:t>
      </w:r>
    </w:p>
    <w:p w14:paraId="4293CE78" w14:textId="77777777" w:rsidR="00810015" w:rsidRDefault="00810015" w:rsidP="00810015">
      <w:r>
        <w:t>218.1812</w:t>
      </w:r>
      <w:r>
        <w:tab/>
        <w:t>2.025e0</w:t>
      </w:r>
    </w:p>
    <w:p w14:paraId="3B64BA32" w14:textId="77777777" w:rsidR="00810015" w:rsidRDefault="00810015" w:rsidP="00810015">
      <w:r>
        <w:t>218.1957</w:t>
      </w:r>
      <w:r>
        <w:tab/>
        <w:t>3.038e0</w:t>
      </w:r>
    </w:p>
    <w:p w14:paraId="2247D985" w14:textId="77777777" w:rsidR="00810015" w:rsidRDefault="00810015" w:rsidP="00810015">
      <w:r>
        <w:t>218.2069</w:t>
      </w:r>
      <w:r>
        <w:tab/>
        <w:t>1.013e0</w:t>
      </w:r>
    </w:p>
    <w:p w14:paraId="3970967D" w14:textId="77777777" w:rsidR="00810015" w:rsidRDefault="00810015" w:rsidP="00810015">
      <w:r>
        <w:t>218.2146</w:t>
      </w:r>
      <w:r>
        <w:tab/>
        <w:t>1.013e0</w:t>
      </w:r>
    </w:p>
    <w:p w14:paraId="2F4A04B7" w14:textId="77777777" w:rsidR="00810015" w:rsidRDefault="00810015" w:rsidP="00810015">
      <w:r>
        <w:t>218.2302</w:t>
      </w:r>
      <w:r>
        <w:tab/>
        <w:t>2.025e0</w:t>
      </w:r>
    </w:p>
    <w:p w14:paraId="45A3A903" w14:textId="77777777" w:rsidR="00810015" w:rsidRDefault="00810015" w:rsidP="00810015">
      <w:r>
        <w:t>218.2626</w:t>
      </w:r>
      <w:r>
        <w:tab/>
        <w:t>1.013e0</w:t>
      </w:r>
    </w:p>
    <w:p w14:paraId="3297AB56" w14:textId="77777777" w:rsidR="00810015" w:rsidRDefault="00810015" w:rsidP="00810015">
      <w:r>
        <w:t>218.3045</w:t>
      </w:r>
      <w:r>
        <w:tab/>
        <w:t>1.013e0</w:t>
      </w:r>
    </w:p>
    <w:p w14:paraId="7F94D483" w14:textId="77777777" w:rsidR="00810015" w:rsidRDefault="00810015" w:rsidP="00810015">
      <w:r>
        <w:t>218.3247</w:t>
      </w:r>
      <w:r>
        <w:tab/>
        <w:t>1.013e0</w:t>
      </w:r>
    </w:p>
    <w:p w14:paraId="0BA9905E" w14:textId="77777777" w:rsidR="00810015" w:rsidRDefault="00810015" w:rsidP="00810015">
      <w:r>
        <w:t>218.3410</w:t>
      </w:r>
      <w:r>
        <w:tab/>
        <w:t>1.013e0</w:t>
      </w:r>
    </w:p>
    <w:p w14:paraId="0314137C" w14:textId="77777777" w:rsidR="00810015" w:rsidRDefault="00810015" w:rsidP="00810015">
      <w:r>
        <w:t>218.3448</w:t>
      </w:r>
      <w:r>
        <w:tab/>
        <w:t>1.013e0</w:t>
      </w:r>
    </w:p>
    <w:p w14:paraId="343C2B67" w14:textId="77777777" w:rsidR="00810015" w:rsidRDefault="00810015" w:rsidP="00810015">
      <w:r>
        <w:t>218.3909</w:t>
      </w:r>
      <w:r>
        <w:tab/>
        <w:t>1.013e0</w:t>
      </w:r>
    </w:p>
    <w:p w14:paraId="0359E079" w14:textId="77777777" w:rsidR="00810015" w:rsidRDefault="00810015" w:rsidP="00810015">
      <w:r>
        <w:t>218.3993</w:t>
      </w:r>
      <w:r>
        <w:tab/>
        <w:t>3.038e0</w:t>
      </w:r>
    </w:p>
    <w:p w14:paraId="2A05221A" w14:textId="77777777" w:rsidR="00810015" w:rsidRDefault="00810015" w:rsidP="00810015">
      <w:r>
        <w:t>218.4134</w:t>
      </w:r>
      <w:r>
        <w:tab/>
        <w:t>2.025e0</w:t>
      </w:r>
    </w:p>
    <w:p w14:paraId="21FA165D" w14:textId="77777777" w:rsidR="00810015" w:rsidRDefault="00810015" w:rsidP="00810015">
      <w:r>
        <w:t>218.4347</w:t>
      </w:r>
      <w:r>
        <w:tab/>
        <w:t>1.013e0</w:t>
      </w:r>
    </w:p>
    <w:p w14:paraId="1238BC3D" w14:textId="77777777" w:rsidR="00810015" w:rsidRDefault="00810015" w:rsidP="00810015">
      <w:r>
        <w:t>218.4424</w:t>
      </w:r>
      <w:r>
        <w:tab/>
        <w:t>1.013e0</w:t>
      </w:r>
    </w:p>
    <w:p w14:paraId="259A2A75" w14:textId="77777777" w:rsidR="00810015" w:rsidRDefault="00810015" w:rsidP="00810015">
      <w:r>
        <w:lastRenderedPageBreak/>
        <w:t>218.4443</w:t>
      </w:r>
      <w:r>
        <w:tab/>
        <w:t>2.025e0</w:t>
      </w:r>
    </w:p>
    <w:p w14:paraId="265B8A1F" w14:textId="77777777" w:rsidR="00810015" w:rsidRDefault="00810015" w:rsidP="00810015">
      <w:r>
        <w:t>218.4622</w:t>
      </w:r>
      <w:r>
        <w:tab/>
        <w:t>1.013e0</w:t>
      </w:r>
    </w:p>
    <w:p w14:paraId="20CE82E8" w14:textId="77777777" w:rsidR="00810015" w:rsidRDefault="00810015" w:rsidP="00810015">
      <w:r>
        <w:t>218.4942</w:t>
      </w:r>
      <w:r>
        <w:tab/>
        <w:t>1.013e0</w:t>
      </w:r>
    </w:p>
    <w:p w14:paraId="2D80C83D" w14:textId="77777777" w:rsidR="00810015" w:rsidRDefault="00810015" w:rsidP="00810015">
      <w:r>
        <w:t>218.5247</w:t>
      </w:r>
      <w:r>
        <w:tab/>
        <w:t>3.038e0</w:t>
      </w:r>
    </w:p>
    <w:p w14:paraId="408E8A5A" w14:textId="77777777" w:rsidR="00810015" w:rsidRDefault="00810015" w:rsidP="00810015">
      <w:r>
        <w:t>218.5566</w:t>
      </w:r>
      <w:r>
        <w:tab/>
        <w:t>1.013e0</w:t>
      </w:r>
    </w:p>
    <w:p w14:paraId="375E6F65" w14:textId="77777777" w:rsidR="00810015" w:rsidRDefault="00810015" w:rsidP="00810015">
      <w:r>
        <w:t>218.5607</w:t>
      </w:r>
      <w:r>
        <w:tab/>
        <w:t>1.013e0</w:t>
      </w:r>
    </w:p>
    <w:p w14:paraId="3CE44138" w14:textId="77777777" w:rsidR="00810015" w:rsidRDefault="00810015" w:rsidP="00810015">
      <w:r>
        <w:t>218.5723</w:t>
      </w:r>
      <w:r>
        <w:tab/>
        <w:t>2.025e0</w:t>
      </w:r>
    </w:p>
    <w:p w14:paraId="1BA6DEC8" w14:textId="77777777" w:rsidR="00810015" w:rsidRDefault="00810015" w:rsidP="00810015">
      <w:r>
        <w:t>218.5879</w:t>
      </w:r>
      <w:r>
        <w:tab/>
        <w:t>1.013e0</w:t>
      </w:r>
    </w:p>
    <w:p w14:paraId="6BBD6589" w14:textId="77777777" w:rsidR="00810015" w:rsidRDefault="00810015" w:rsidP="00810015">
      <w:r>
        <w:t>218.6070</w:t>
      </w:r>
      <w:r>
        <w:tab/>
        <w:t>1.013e0</w:t>
      </w:r>
    </w:p>
    <w:p w14:paraId="5BED3287" w14:textId="77777777" w:rsidR="00810015" w:rsidRDefault="00810015" w:rsidP="00810015">
      <w:r>
        <w:t>218.6357</w:t>
      </w:r>
      <w:r>
        <w:tab/>
        <w:t>2.025e0</w:t>
      </w:r>
    </w:p>
    <w:p w14:paraId="35B84554" w14:textId="77777777" w:rsidR="00810015" w:rsidRDefault="00810015" w:rsidP="00810015">
      <w:r>
        <w:t>218.6511</w:t>
      </w:r>
      <w:r>
        <w:tab/>
        <w:t>1.013e0</w:t>
      </w:r>
    </w:p>
    <w:p w14:paraId="79486AA6" w14:textId="77777777" w:rsidR="00810015" w:rsidRDefault="00810015" w:rsidP="00810015">
      <w:r>
        <w:t>218.6664</w:t>
      </w:r>
      <w:r>
        <w:tab/>
        <w:t>1.013e0</w:t>
      </w:r>
    </w:p>
    <w:p w14:paraId="6A3058EA" w14:textId="77777777" w:rsidR="00810015" w:rsidRDefault="00810015" w:rsidP="00810015">
      <w:r>
        <w:t>218.7016</w:t>
      </w:r>
      <w:r>
        <w:tab/>
        <w:t>1.013e0</w:t>
      </w:r>
    </w:p>
    <w:p w14:paraId="5BCFF787" w14:textId="77777777" w:rsidR="00810015" w:rsidRDefault="00810015" w:rsidP="00810015">
      <w:r>
        <w:t>218.7182</w:t>
      </w:r>
      <w:r>
        <w:tab/>
        <w:t>1.013e0</w:t>
      </w:r>
    </w:p>
    <w:p w14:paraId="5457CCCF" w14:textId="77777777" w:rsidR="00810015" w:rsidRDefault="00810015" w:rsidP="00810015">
      <w:r>
        <w:t>218.7278</w:t>
      </w:r>
      <w:r>
        <w:tab/>
        <w:t>2.025e0</w:t>
      </w:r>
    </w:p>
    <w:p w14:paraId="47590813" w14:textId="77777777" w:rsidR="00810015" w:rsidRDefault="00810015" w:rsidP="00810015">
      <w:r>
        <w:t>218.7450</w:t>
      </w:r>
      <w:r>
        <w:tab/>
        <w:t>1.013e0</w:t>
      </w:r>
    </w:p>
    <w:p w14:paraId="3D97A9CD" w14:textId="77777777" w:rsidR="00810015" w:rsidRDefault="00810015" w:rsidP="00810015">
      <w:r>
        <w:t>218.7887</w:t>
      </w:r>
      <w:r>
        <w:tab/>
        <w:t>1.013e0</w:t>
      </w:r>
    </w:p>
    <w:p w14:paraId="7E5A02B3" w14:textId="77777777" w:rsidR="00810015" w:rsidRDefault="00810015" w:rsidP="00810015">
      <w:r>
        <w:t>218.7946</w:t>
      </w:r>
      <w:r>
        <w:tab/>
        <w:t>2.025e0</w:t>
      </w:r>
    </w:p>
    <w:p w14:paraId="5E267613" w14:textId="77777777" w:rsidR="00810015" w:rsidRDefault="00810015" w:rsidP="00810015">
      <w:r>
        <w:t>218.8274</w:t>
      </w:r>
      <w:r>
        <w:tab/>
        <w:t>1.013e0</w:t>
      </w:r>
    </w:p>
    <w:p w14:paraId="048CAA39" w14:textId="77777777" w:rsidR="00810015" w:rsidRDefault="00810015" w:rsidP="00810015">
      <w:r>
        <w:lastRenderedPageBreak/>
        <w:t>218.8471</w:t>
      </w:r>
      <w:r>
        <w:tab/>
        <w:t>2.025e0</w:t>
      </w:r>
    </w:p>
    <w:p w14:paraId="236AEEBA" w14:textId="77777777" w:rsidR="00810015" w:rsidRDefault="00810015" w:rsidP="00810015">
      <w:r>
        <w:t>218.8630</w:t>
      </w:r>
      <w:r>
        <w:tab/>
        <w:t>3.038e0</w:t>
      </w:r>
    </w:p>
    <w:p w14:paraId="58551AE1" w14:textId="77777777" w:rsidR="00810015" w:rsidRDefault="00810015" w:rsidP="00810015">
      <w:r>
        <w:t>218.8723</w:t>
      </w:r>
      <w:r>
        <w:tab/>
        <w:t>1.013e0</w:t>
      </w:r>
    </w:p>
    <w:p w14:paraId="53F50440" w14:textId="77777777" w:rsidR="00810015" w:rsidRDefault="00810015" w:rsidP="00810015">
      <w:r>
        <w:t>218.8751</w:t>
      </w:r>
      <w:r>
        <w:tab/>
        <w:t>3.038e0</w:t>
      </w:r>
    </w:p>
    <w:p w14:paraId="79B0F545" w14:textId="77777777" w:rsidR="00810015" w:rsidRDefault="00810015" w:rsidP="00810015">
      <w:r>
        <w:t>218.9214</w:t>
      </w:r>
      <w:r>
        <w:tab/>
        <w:t>1.013e0</w:t>
      </w:r>
    </w:p>
    <w:p w14:paraId="14BE5919" w14:textId="77777777" w:rsidR="00810015" w:rsidRDefault="00810015" w:rsidP="00810015">
      <w:r>
        <w:t>218.9297</w:t>
      </w:r>
      <w:r>
        <w:tab/>
        <w:t>1.013e0</w:t>
      </w:r>
    </w:p>
    <w:p w14:paraId="656CBF77" w14:textId="77777777" w:rsidR="00810015" w:rsidRDefault="00810015" w:rsidP="00810015">
      <w:r>
        <w:t>218.9463</w:t>
      </w:r>
      <w:r>
        <w:tab/>
        <w:t>1.013e0</w:t>
      </w:r>
    </w:p>
    <w:p w14:paraId="17FA1897" w14:textId="77777777" w:rsidR="00810015" w:rsidRDefault="00810015" w:rsidP="00810015">
      <w:r>
        <w:t>218.9553</w:t>
      </w:r>
      <w:r>
        <w:tab/>
        <w:t>1.509e0</w:t>
      </w:r>
    </w:p>
    <w:p w14:paraId="708E22F5" w14:textId="77777777" w:rsidR="00810015" w:rsidRDefault="00810015" w:rsidP="00810015">
      <w:r>
        <w:t>218.9845</w:t>
      </w:r>
      <w:r>
        <w:tab/>
        <w:t>1.013e0</w:t>
      </w:r>
    </w:p>
    <w:p w14:paraId="17E0037F" w14:textId="77777777" w:rsidR="00810015" w:rsidRDefault="00810015" w:rsidP="00810015">
      <w:r>
        <w:t>219.0081</w:t>
      </w:r>
      <w:r>
        <w:tab/>
        <w:t>1.793e0</w:t>
      </w:r>
    </w:p>
    <w:p w14:paraId="07F2E799" w14:textId="77777777" w:rsidR="00810015" w:rsidRDefault="00810015" w:rsidP="00810015">
      <w:r>
        <w:t>219.0495</w:t>
      </w:r>
      <w:r>
        <w:tab/>
        <w:t>1.449e0</w:t>
      </w:r>
    </w:p>
    <w:p w14:paraId="0CAB7E80" w14:textId="77777777" w:rsidR="00810015" w:rsidRDefault="00810015" w:rsidP="00810015">
      <w:r>
        <w:t>219.0680</w:t>
      </w:r>
      <w:r>
        <w:tab/>
        <w:t>1.893e0</w:t>
      </w:r>
    </w:p>
    <w:p w14:paraId="2A20A488" w14:textId="77777777" w:rsidR="00810015" w:rsidRDefault="00810015" w:rsidP="00810015">
      <w:r>
        <w:t>219.0716</w:t>
      </w:r>
      <w:r>
        <w:tab/>
        <w:t>1.013e0</w:t>
      </w:r>
    </w:p>
    <w:p w14:paraId="4154B971" w14:textId="77777777" w:rsidR="00810015" w:rsidRDefault="00810015" w:rsidP="00810015">
      <w:r>
        <w:t>219.0874</w:t>
      </w:r>
      <w:r>
        <w:tab/>
        <w:t>1.013e0</w:t>
      </w:r>
    </w:p>
    <w:p w14:paraId="6A5AFB31" w14:textId="77777777" w:rsidR="00810015" w:rsidRDefault="00810015" w:rsidP="00810015">
      <w:r>
        <w:t>219.0916</w:t>
      </w:r>
      <w:r>
        <w:tab/>
        <w:t>2.025e0</w:t>
      </w:r>
    </w:p>
    <w:p w14:paraId="3F636A28" w14:textId="77777777" w:rsidR="00810015" w:rsidRDefault="00810015" w:rsidP="00810015">
      <w:r>
        <w:t>219.1125</w:t>
      </w:r>
      <w:r>
        <w:tab/>
        <w:t>1.599e0</w:t>
      </w:r>
    </w:p>
    <w:p w14:paraId="63EC54D3" w14:textId="77777777" w:rsidR="00810015" w:rsidRDefault="00810015" w:rsidP="00810015">
      <w:r>
        <w:t>219.1194</w:t>
      </w:r>
      <w:r>
        <w:tab/>
        <w:t>2.025e0</w:t>
      </w:r>
    </w:p>
    <w:p w14:paraId="7C7F09C0" w14:textId="77777777" w:rsidR="00810015" w:rsidRDefault="00810015" w:rsidP="00810015">
      <w:r>
        <w:t>219.1312</w:t>
      </w:r>
      <w:r>
        <w:tab/>
        <w:t>3.038e0</w:t>
      </w:r>
    </w:p>
    <w:p w14:paraId="30A6088E" w14:textId="77777777" w:rsidR="00810015" w:rsidRDefault="00810015" w:rsidP="00810015">
      <w:r>
        <w:t>219.1414</w:t>
      </w:r>
      <w:r>
        <w:tab/>
        <w:t>2.185e0</w:t>
      </w:r>
    </w:p>
    <w:p w14:paraId="6CA30886" w14:textId="77777777" w:rsidR="00810015" w:rsidRDefault="00810015" w:rsidP="00810015">
      <w:r>
        <w:lastRenderedPageBreak/>
        <w:t>219.1514</w:t>
      </w:r>
      <w:r>
        <w:tab/>
        <w:t>3.019e0</w:t>
      </w:r>
    </w:p>
    <w:p w14:paraId="458AEDD2" w14:textId="77777777" w:rsidR="00810015" w:rsidRDefault="00810015" w:rsidP="00810015">
      <w:r>
        <w:t>219.1689</w:t>
      </w:r>
      <w:r>
        <w:tab/>
        <w:t>2.025e0</w:t>
      </w:r>
    </w:p>
    <w:p w14:paraId="7DD275EA" w14:textId="77777777" w:rsidR="00810015" w:rsidRDefault="00810015" w:rsidP="00810015">
      <w:r>
        <w:t>219.1743</w:t>
      </w:r>
      <w:r>
        <w:tab/>
        <w:t>2.025e0</w:t>
      </w:r>
    </w:p>
    <w:p w14:paraId="0E02900A" w14:textId="77777777" w:rsidR="00810015" w:rsidRDefault="00810015" w:rsidP="00810015">
      <w:r>
        <w:t>219.1819</w:t>
      </w:r>
      <w:r>
        <w:tab/>
        <w:t>1.013e0</w:t>
      </w:r>
    </w:p>
    <w:p w14:paraId="135C9731" w14:textId="77777777" w:rsidR="00810015" w:rsidRDefault="00810015" w:rsidP="00810015">
      <w:r>
        <w:t>219.1838</w:t>
      </w:r>
      <w:r>
        <w:tab/>
        <w:t>2.025e0</w:t>
      </w:r>
    </w:p>
    <w:p w14:paraId="6220F82F" w14:textId="77777777" w:rsidR="00810015" w:rsidRDefault="00810015" w:rsidP="00810015">
      <w:r>
        <w:t>219.1991</w:t>
      </w:r>
      <w:r>
        <w:tab/>
        <w:t>2.025e0</w:t>
      </w:r>
    </w:p>
    <w:p w14:paraId="25DE048F" w14:textId="77777777" w:rsidR="00810015" w:rsidRDefault="00810015" w:rsidP="00810015">
      <w:r>
        <w:t>219.2019</w:t>
      </w:r>
      <w:r>
        <w:tab/>
        <w:t>1.013e0</w:t>
      </w:r>
    </w:p>
    <w:p w14:paraId="5161A17D" w14:textId="77777777" w:rsidR="00810015" w:rsidRDefault="00810015" w:rsidP="00810015">
      <w:r>
        <w:t>219.2049</w:t>
      </w:r>
      <w:r>
        <w:tab/>
        <w:t>1.013e0</w:t>
      </w:r>
    </w:p>
    <w:p w14:paraId="297D1373" w14:textId="77777777" w:rsidR="00810015" w:rsidRDefault="00810015" w:rsidP="00810015">
      <w:r>
        <w:t>219.2125</w:t>
      </w:r>
      <w:r>
        <w:tab/>
        <w:t>1.013e0</w:t>
      </w:r>
    </w:p>
    <w:p w14:paraId="3E5FF0DA" w14:textId="77777777" w:rsidR="00810015" w:rsidRDefault="00810015" w:rsidP="00810015">
      <w:r>
        <w:t>219.2369</w:t>
      </w:r>
      <w:r>
        <w:tab/>
        <w:t>1.013e0</w:t>
      </w:r>
    </w:p>
    <w:p w14:paraId="01A7BF61" w14:textId="77777777" w:rsidR="00810015" w:rsidRDefault="00810015" w:rsidP="00810015">
      <w:r>
        <w:t>219.2643</w:t>
      </w:r>
      <w:r>
        <w:tab/>
        <w:t>1.013e0</w:t>
      </w:r>
    </w:p>
    <w:p w14:paraId="1B659A19" w14:textId="77777777" w:rsidR="00810015" w:rsidRDefault="00810015" w:rsidP="00810015">
      <w:r>
        <w:t>219.2689</w:t>
      </w:r>
      <w:r>
        <w:tab/>
        <w:t>1.013e0</w:t>
      </w:r>
    </w:p>
    <w:p w14:paraId="23D56ADB" w14:textId="77777777" w:rsidR="00810015" w:rsidRDefault="00810015" w:rsidP="00810015">
      <w:r>
        <w:t>219.2835</w:t>
      </w:r>
      <w:r>
        <w:tab/>
        <w:t>1.013e0</w:t>
      </w:r>
    </w:p>
    <w:p w14:paraId="4D711442" w14:textId="77777777" w:rsidR="00810015" w:rsidRDefault="00810015" w:rsidP="00810015">
      <w:r>
        <w:t>219.2955</w:t>
      </w:r>
      <w:r>
        <w:tab/>
        <w:t>2.025e0</w:t>
      </w:r>
    </w:p>
    <w:p w14:paraId="06230F1F" w14:textId="77777777" w:rsidR="00810015" w:rsidRDefault="00810015" w:rsidP="00810015">
      <w:r>
        <w:t>219.3514</w:t>
      </w:r>
      <w:r>
        <w:tab/>
        <w:t>1.013e0</w:t>
      </w:r>
    </w:p>
    <w:p w14:paraId="0A07B9AF" w14:textId="77777777" w:rsidR="00810015" w:rsidRDefault="00810015" w:rsidP="00810015">
      <w:r>
        <w:t>219.3582</w:t>
      </w:r>
      <w:r>
        <w:tab/>
        <w:t>1.013e0</w:t>
      </w:r>
    </w:p>
    <w:p w14:paraId="656B227F" w14:textId="77777777" w:rsidR="00810015" w:rsidRDefault="00810015" w:rsidP="00810015">
      <w:r>
        <w:t>219.3824</w:t>
      </w:r>
      <w:r>
        <w:tab/>
        <w:t>1.013e0</w:t>
      </w:r>
    </w:p>
    <w:p w14:paraId="5A175D9E" w14:textId="77777777" w:rsidR="00810015" w:rsidRDefault="00810015" w:rsidP="00810015">
      <w:r>
        <w:t>219.3914</w:t>
      </w:r>
      <w:r>
        <w:tab/>
        <w:t>1.013e0</w:t>
      </w:r>
    </w:p>
    <w:p w14:paraId="4D6F5D6D" w14:textId="77777777" w:rsidR="00810015" w:rsidRDefault="00810015" w:rsidP="00810015">
      <w:r>
        <w:t>219.4062</w:t>
      </w:r>
      <w:r>
        <w:tab/>
        <w:t>1.013e0</w:t>
      </w:r>
    </w:p>
    <w:p w14:paraId="445FEF12" w14:textId="77777777" w:rsidR="00810015" w:rsidRDefault="00810015" w:rsidP="00810015">
      <w:r>
        <w:lastRenderedPageBreak/>
        <w:t>219.4368</w:t>
      </w:r>
      <w:r>
        <w:tab/>
        <w:t>1.013e0</w:t>
      </w:r>
    </w:p>
    <w:p w14:paraId="2F636287" w14:textId="77777777" w:rsidR="00810015" w:rsidRDefault="00810015" w:rsidP="00810015">
      <w:r>
        <w:t>219.4971</w:t>
      </w:r>
      <w:r>
        <w:tab/>
        <w:t>3.038e0</w:t>
      </w:r>
    </w:p>
    <w:p w14:paraId="12C7987B" w14:textId="77777777" w:rsidR="00810015" w:rsidRDefault="00810015" w:rsidP="00810015">
      <w:r>
        <w:t>219.5116</w:t>
      </w:r>
      <w:r>
        <w:tab/>
        <w:t>1.013e0</w:t>
      </w:r>
    </w:p>
    <w:p w14:paraId="0E316C72" w14:textId="77777777" w:rsidR="00810015" w:rsidRDefault="00810015" w:rsidP="00810015">
      <w:r>
        <w:t>219.5237</w:t>
      </w:r>
      <w:r>
        <w:tab/>
        <w:t>1.013e0</w:t>
      </w:r>
    </w:p>
    <w:p w14:paraId="191A0903" w14:textId="77777777" w:rsidR="00810015" w:rsidRDefault="00810015" w:rsidP="00810015">
      <w:r>
        <w:t>219.5340</w:t>
      </w:r>
      <w:r>
        <w:tab/>
        <w:t>2.025e0</w:t>
      </w:r>
    </w:p>
    <w:p w14:paraId="16D88964" w14:textId="77777777" w:rsidR="00810015" w:rsidRDefault="00810015" w:rsidP="00810015">
      <w:r>
        <w:t>219.5634</w:t>
      </w:r>
      <w:r>
        <w:tab/>
        <w:t>1.013e0</w:t>
      </w:r>
    </w:p>
    <w:p w14:paraId="0C1B77E1" w14:textId="77777777" w:rsidR="00810015" w:rsidRDefault="00810015" w:rsidP="00810015">
      <w:r>
        <w:t>219.6111</w:t>
      </w:r>
      <w:r>
        <w:tab/>
        <w:t>1.013e0</w:t>
      </w:r>
    </w:p>
    <w:p w14:paraId="14D2AF35" w14:textId="77777777" w:rsidR="00810015" w:rsidRDefault="00810015" w:rsidP="00810015">
      <w:r>
        <w:t>219.6160</w:t>
      </w:r>
      <w:r>
        <w:tab/>
        <w:t>1.013e0</w:t>
      </w:r>
    </w:p>
    <w:p w14:paraId="71984E21" w14:textId="77777777" w:rsidR="00810015" w:rsidRDefault="00810015" w:rsidP="00810015">
      <w:r>
        <w:t>219.6306</w:t>
      </w:r>
      <w:r>
        <w:tab/>
        <w:t>1.013e0</w:t>
      </w:r>
    </w:p>
    <w:p w14:paraId="7AFA4BEF" w14:textId="77777777" w:rsidR="00810015" w:rsidRDefault="00810015" w:rsidP="00810015">
      <w:r>
        <w:t>219.6611</w:t>
      </w:r>
      <w:r>
        <w:tab/>
        <w:t>1.013e0</w:t>
      </w:r>
    </w:p>
    <w:p w14:paraId="6F400B14" w14:textId="77777777" w:rsidR="00810015" w:rsidRDefault="00810015" w:rsidP="00810015">
      <w:r>
        <w:t>219.6675</w:t>
      </w:r>
      <w:r>
        <w:tab/>
        <w:t>2.025e0</w:t>
      </w:r>
    </w:p>
    <w:p w14:paraId="06F5F6D4" w14:textId="77777777" w:rsidR="00810015" w:rsidRDefault="00810015" w:rsidP="00810015">
      <w:r>
        <w:t>219.6898</w:t>
      </w:r>
      <w:r>
        <w:tab/>
        <w:t>2.025e0</w:t>
      </w:r>
    </w:p>
    <w:p w14:paraId="250AE089" w14:textId="77777777" w:rsidR="00810015" w:rsidRDefault="00810015" w:rsidP="00810015">
      <w:r>
        <w:t>219.7131</w:t>
      </w:r>
      <w:r>
        <w:tab/>
        <w:t>1.013e0</w:t>
      </w:r>
    </w:p>
    <w:p w14:paraId="2D54A01E" w14:textId="77777777" w:rsidR="00810015" w:rsidRDefault="00810015" w:rsidP="00810015">
      <w:r>
        <w:t>219.7401</w:t>
      </w:r>
      <w:r>
        <w:tab/>
        <w:t>2.025e0</w:t>
      </w:r>
    </w:p>
    <w:p w14:paraId="228F6928" w14:textId="77777777" w:rsidR="00810015" w:rsidRDefault="00810015" w:rsidP="00810015">
      <w:r>
        <w:t>219.8108</w:t>
      </w:r>
      <w:r>
        <w:tab/>
        <w:t>1.013e0</w:t>
      </w:r>
    </w:p>
    <w:p w14:paraId="72C1D73B" w14:textId="77777777" w:rsidR="00810015" w:rsidRDefault="00810015" w:rsidP="00810015">
      <w:r>
        <w:t>219.8150</w:t>
      </w:r>
      <w:r>
        <w:tab/>
        <w:t>2.025e0</w:t>
      </w:r>
    </w:p>
    <w:p w14:paraId="116AD903" w14:textId="77777777" w:rsidR="00810015" w:rsidRDefault="00810015" w:rsidP="00810015">
      <w:r>
        <w:t>219.8436</w:t>
      </w:r>
      <w:r>
        <w:tab/>
        <w:t>1.013e0</w:t>
      </w:r>
    </w:p>
    <w:p w14:paraId="4B141531" w14:textId="77777777" w:rsidR="00810015" w:rsidRDefault="00810015" w:rsidP="00810015">
      <w:r>
        <w:t>219.8570</w:t>
      </w:r>
      <w:r>
        <w:tab/>
        <w:t>2.025e0</w:t>
      </w:r>
    </w:p>
    <w:p w14:paraId="5C7DCF1E" w14:textId="77777777" w:rsidR="00810015" w:rsidRDefault="00810015" w:rsidP="00810015">
      <w:r>
        <w:t>219.8589</w:t>
      </w:r>
      <w:r>
        <w:tab/>
        <w:t>1.013e0</w:t>
      </w:r>
    </w:p>
    <w:p w14:paraId="617F9554" w14:textId="77777777" w:rsidR="00810015" w:rsidRDefault="00810015" w:rsidP="00810015">
      <w:r>
        <w:lastRenderedPageBreak/>
        <w:t>219.8712</w:t>
      </w:r>
      <w:r>
        <w:tab/>
        <w:t>1.013e0</w:t>
      </w:r>
    </w:p>
    <w:p w14:paraId="769092C6" w14:textId="77777777" w:rsidR="00810015" w:rsidRDefault="00810015" w:rsidP="00810015">
      <w:r>
        <w:t>219.8858</w:t>
      </w:r>
      <w:r>
        <w:tab/>
        <w:t>1.013e0</w:t>
      </w:r>
    </w:p>
    <w:p w14:paraId="235BBF46" w14:textId="77777777" w:rsidR="00810015" w:rsidRDefault="00810015" w:rsidP="00810015">
      <w:r>
        <w:t>219.8983</w:t>
      </w:r>
      <w:r>
        <w:tab/>
        <w:t>1.013e0</w:t>
      </w:r>
    </w:p>
    <w:p w14:paraId="11C5B853" w14:textId="77777777" w:rsidR="00810015" w:rsidRDefault="00810015" w:rsidP="00810015">
      <w:r>
        <w:t>219.9066</w:t>
      </w:r>
      <w:r>
        <w:tab/>
        <w:t>1.013e0</w:t>
      </w:r>
    </w:p>
    <w:p w14:paraId="693CFE19" w14:textId="77777777" w:rsidR="00810015" w:rsidRDefault="00810015" w:rsidP="00810015">
      <w:r>
        <w:t>219.9249</w:t>
      </w:r>
      <w:r>
        <w:tab/>
        <w:t>2.025e0</w:t>
      </w:r>
    </w:p>
    <w:p w14:paraId="63ECFCE4" w14:textId="77777777" w:rsidR="00810015" w:rsidRDefault="00810015" w:rsidP="00810015">
      <w:r>
        <w:t>219.9299</w:t>
      </w:r>
      <w:r>
        <w:tab/>
        <w:t>1.013e0</w:t>
      </w:r>
    </w:p>
    <w:p w14:paraId="15AEA1AE" w14:textId="77777777" w:rsidR="00810015" w:rsidRDefault="00810015" w:rsidP="00810015">
      <w:r>
        <w:t>219.9566</w:t>
      </w:r>
      <w:r>
        <w:tab/>
        <w:t>1.013e0</w:t>
      </w:r>
    </w:p>
    <w:p w14:paraId="677D446F" w14:textId="77777777" w:rsidR="00810015" w:rsidRDefault="00810015" w:rsidP="00810015">
      <w:r>
        <w:t>219.9721</w:t>
      </w:r>
      <w:r>
        <w:tab/>
        <w:t>2.846e0</w:t>
      </w:r>
    </w:p>
    <w:p w14:paraId="4BB74751" w14:textId="77777777" w:rsidR="00810015" w:rsidRDefault="00810015" w:rsidP="00810015">
      <w:r>
        <w:t>219.9857</w:t>
      </w:r>
      <w:r>
        <w:tab/>
        <w:t>1.013e0</w:t>
      </w:r>
    </w:p>
    <w:p w14:paraId="5137C4F8" w14:textId="77777777" w:rsidR="00810015" w:rsidRDefault="00810015" w:rsidP="00810015">
      <w:r>
        <w:t>219.9873</w:t>
      </w:r>
      <w:r>
        <w:tab/>
        <w:t>3.038e0</w:t>
      </w:r>
    </w:p>
    <w:p w14:paraId="638C3010" w14:textId="77777777" w:rsidR="00810015" w:rsidRDefault="00810015" w:rsidP="00810015">
      <w:r>
        <w:t>220.0087</w:t>
      </w:r>
      <w:r>
        <w:tab/>
        <w:t>2.288e0</w:t>
      </w:r>
    </w:p>
    <w:p w14:paraId="141CCB14" w14:textId="77777777" w:rsidR="00810015" w:rsidRDefault="00810015" w:rsidP="00810015">
      <w:r>
        <w:t>220.0363</w:t>
      </w:r>
      <w:r>
        <w:tab/>
        <w:t>5.867e0</w:t>
      </w:r>
    </w:p>
    <w:p w14:paraId="2FA77C02" w14:textId="77777777" w:rsidR="00810015" w:rsidRDefault="00810015" w:rsidP="00810015">
      <w:r>
        <w:t>220.0415</w:t>
      </w:r>
      <w:r>
        <w:tab/>
        <w:t>4.538e1</w:t>
      </w:r>
    </w:p>
    <w:p w14:paraId="474D25FA" w14:textId="77777777" w:rsidR="00810015" w:rsidRDefault="00810015" w:rsidP="00810015">
      <w:r>
        <w:t>220.0440</w:t>
      </w:r>
      <w:r>
        <w:tab/>
        <w:t>6.378e0</w:t>
      </w:r>
    </w:p>
    <w:p w14:paraId="75B6CC12" w14:textId="77777777" w:rsidR="00810015" w:rsidRDefault="00810015" w:rsidP="00810015">
      <w:r>
        <w:t>220.0748</w:t>
      </w:r>
      <w:r>
        <w:tab/>
        <w:t>4.805e0</w:t>
      </w:r>
    </w:p>
    <w:p w14:paraId="00BFD018" w14:textId="77777777" w:rsidR="00810015" w:rsidRDefault="00810015" w:rsidP="00810015">
      <w:r>
        <w:t>220.0796</w:t>
      </w:r>
      <w:r>
        <w:tab/>
        <w:t>4.051e0</w:t>
      </w:r>
    </w:p>
    <w:p w14:paraId="599EDE71" w14:textId="77777777" w:rsidR="00810015" w:rsidRDefault="00810015" w:rsidP="00810015">
      <w:r>
        <w:t>220.0930</w:t>
      </w:r>
      <w:r>
        <w:tab/>
        <w:t>4.051e0</w:t>
      </w:r>
    </w:p>
    <w:p w14:paraId="3EC877F5" w14:textId="77777777" w:rsidR="00810015" w:rsidRDefault="00810015" w:rsidP="00810015">
      <w:r>
        <w:t>220.1074</w:t>
      </w:r>
      <w:r>
        <w:tab/>
        <w:t>4.051e0</w:t>
      </w:r>
    </w:p>
    <w:p w14:paraId="2BAECE51" w14:textId="77777777" w:rsidR="00810015" w:rsidRDefault="00810015" w:rsidP="00810015">
      <w:r>
        <w:t>220.1111</w:t>
      </w:r>
      <w:r>
        <w:tab/>
        <w:t>2.014e0</w:t>
      </w:r>
    </w:p>
    <w:p w14:paraId="6C2DCADF" w14:textId="77777777" w:rsidR="00810015" w:rsidRDefault="00810015" w:rsidP="00810015">
      <w:r>
        <w:lastRenderedPageBreak/>
        <w:t>220.1372</w:t>
      </w:r>
      <w:r>
        <w:tab/>
        <w:t>3.011e0</w:t>
      </w:r>
    </w:p>
    <w:p w14:paraId="33CCB7DC" w14:textId="77777777" w:rsidR="00810015" w:rsidRDefault="00810015" w:rsidP="00810015">
      <w:r>
        <w:t>220.1428</w:t>
      </w:r>
      <w:r>
        <w:tab/>
        <w:t>3.056e0</w:t>
      </w:r>
    </w:p>
    <w:p w14:paraId="4FB64DA9" w14:textId="77777777" w:rsidR="00810015" w:rsidRDefault="00810015" w:rsidP="00810015">
      <w:r>
        <w:t>220.1449</w:t>
      </w:r>
      <w:r>
        <w:tab/>
        <w:t>2.025e0</w:t>
      </w:r>
    </w:p>
    <w:p w14:paraId="1FCE24F6" w14:textId="77777777" w:rsidR="00810015" w:rsidRDefault="00810015" w:rsidP="00810015">
      <w:r>
        <w:t>220.1552</w:t>
      </w:r>
      <w:r>
        <w:tab/>
        <w:t>2.025e0</w:t>
      </w:r>
    </w:p>
    <w:p w14:paraId="426CBFAB" w14:textId="77777777" w:rsidR="00810015" w:rsidRDefault="00810015" w:rsidP="00810015">
      <w:r>
        <w:t>220.1736</w:t>
      </w:r>
      <w:r>
        <w:tab/>
        <w:t>1.013e0</w:t>
      </w:r>
    </w:p>
    <w:p w14:paraId="6101D5D7" w14:textId="77777777" w:rsidR="00810015" w:rsidRDefault="00810015" w:rsidP="00810015">
      <w:r>
        <w:t>220.1816</w:t>
      </w:r>
      <w:r>
        <w:tab/>
        <w:t>1.013e0</w:t>
      </w:r>
    </w:p>
    <w:p w14:paraId="1E758754" w14:textId="77777777" w:rsidR="00810015" w:rsidRDefault="00810015" w:rsidP="00810015">
      <w:r>
        <w:t>220.1914</w:t>
      </w:r>
      <w:r>
        <w:tab/>
        <w:t>4.051e0</w:t>
      </w:r>
    </w:p>
    <w:p w14:paraId="1DD55C69" w14:textId="77777777" w:rsidR="00810015" w:rsidRDefault="00810015" w:rsidP="00810015">
      <w:r>
        <w:t>220.2340</w:t>
      </w:r>
      <w:r>
        <w:tab/>
        <w:t>1.013e0</w:t>
      </w:r>
    </w:p>
    <w:p w14:paraId="1D46F925" w14:textId="77777777" w:rsidR="00810015" w:rsidRDefault="00810015" w:rsidP="00810015">
      <w:r>
        <w:t>220.2351</w:t>
      </w:r>
      <w:r>
        <w:tab/>
        <w:t>2.025e0</w:t>
      </w:r>
    </w:p>
    <w:p w14:paraId="46D0C17B" w14:textId="77777777" w:rsidR="00810015" w:rsidRDefault="00810015" w:rsidP="00810015">
      <w:r>
        <w:t>220.2567</w:t>
      </w:r>
      <w:r>
        <w:tab/>
        <w:t>1.013e0</w:t>
      </w:r>
    </w:p>
    <w:p w14:paraId="519B58A2" w14:textId="77777777" w:rsidR="00810015" w:rsidRDefault="00810015" w:rsidP="00810015">
      <w:r>
        <w:t>220.2650</w:t>
      </w:r>
      <w:r>
        <w:tab/>
        <w:t>1.013e0</w:t>
      </w:r>
    </w:p>
    <w:p w14:paraId="4FA42D98" w14:textId="77777777" w:rsidR="00810015" w:rsidRDefault="00810015" w:rsidP="00810015">
      <w:r>
        <w:t>220.2700</w:t>
      </w:r>
      <w:r>
        <w:tab/>
        <w:t>1.013e0</w:t>
      </w:r>
    </w:p>
    <w:p w14:paraId="68760BE3" w14:textId="77777777" w:rsidR="00810015" w:rsidRDefault="00810015" w:rsidP="00810015">
      <w:r>
        <w:t>220.2888</w:t>
      </w:r>
      <w:r>
        <w:tab/>
        <w:t>2.025e0</w:t>
      </w:r>
    </w:p>
    <w:p w14:paraId="13B30458" w14:textId="77777777" w:rsidR="00810015" w:rsidRDefault="00810015" w:rsidP="00810015">
      <w:r>
        <w:t>220.2908</w:t>
      </w:r>
      <w:r>
        <w:tab/>
        <w:t>2.025e0</w:t>
      </w:r>
    </w:p>
    <w:p w14:paraId="55BA67A1" w14:textId="77777777" w:rsidR="00810015" w:rsidRDefault="00810015" w:rsidP="00810015">
      <w:r>
        <w:t>220.3004</w:t>
      </w:r>
      <w:r>
        <w:tab/>
        <w:t>2.025e0</w:t>
      </w:r>
    </w:p>
    <w:p w14:paraId="6B266626" w14:textId="77777777" w:rsidR="00810015" w:rsidRDefault="00810015" w:rsidP="00810015">
      <w:r>
        <w:t>220.3127</w:t>
      </w:r>
      <w:r>
        <w:tab/>
        <w:t>1.013e0</w:t>
      </w:r>
    </w:p>
    <w:p w14:paraId="3B29B7C4" w14:textId="77777777" w:rsidR="00810015" w:rsidRDefault="00810015" w:rsidP="00810015">
      <w:r>
        <w:t>220.3161</w:t>
      </w:r>
      <w:r>
        <w:tab/>
        <w:t>4.051e0</w:t>
      </w:r>
    </w:p>
    <w:p w14:paraId="4A7BACB3" w14:textId="77777777" w:rsidR="00810015" w:rsidRDefault="00810015" w:rsidP="00810015">
      <w:r>
        <w:t>220.3276</w:t>
      </w:r>
      <w:r>
        <w:tab/>
        <w:t>1.013e0</w:t>
      </w:r>
    </w:p>
    <w:p w14:paraId="059D2859" w14:textId="77777777" w:rsidR="00810015" w:rsidRDefault="00810015" w:rsidP="00810015">
      <w:r>
        <w:t>220.3409</w:t>
      </w:r>
      <w:r>
        <w:tab/>
        <w:t>1.013e0</w:t>
      </w:r>
    </w:p>
    <w:p w14:paraId="79217F39" w14:textId="77777777" w:rsidR="00810015" w:rsidRDefault="00810015" w:rsidP="00810015">
      <w:r>
        <w:lastRenderedPageBreak/>
        <w:t>220.3791</w:t>
      </w:r>
      <w:r>
        <w:tab/>
        <w:t>1.013e0</w:t>
      </w:r>
    </w:p>
    <w:p w14:paraId="151AA3F2" w14:textId="77777777" w:rsidR="00810015" w:rsidRDefault="00810015" w:rsidP="00810015">
      <w:r>
        <w:t>220.4027</w:t>
      </w:r>
      <w:r>
        <w:tab/>
        <w:t>1.013e0</w:t>
      </w:r>
    </w:p>
    <w:p w14:paraId="3A1046AB" w14:textId="77777777" w:rsidR="00810015" w:rsidRDefault="00810015" w:rsidP="00810015">
      <w:r>
        <w:t>220.4194</w:t>
      </w:r>
      <w:r>
        <w:tab/>
        <w:t>1.013e0</w:t>
      </w:r>
    </w:p>
    <w:p w14:paraId="1D73DA1A" w14:textId="77777777" w:rsidR="00810015" w:rsidRDefault="00810015" w:rsidP="00810015">
      <w:r>
        <w:t>220.4234</w:t>
      </w:r>
      <w:r>
        <w:tab/>
        <w:t>1.013e0</w:t>
      </w:r>
    </w:p>
    <w:p w14:paraId="0082D1F8" w14:textId="77777777" w:rsidR="00810015" w:rsidRDefault="00810015" w:rsidP="00810015">
      <w:r>
        <w:t>220.4739</w:t>
      </w:r>
      <w:r>
        <w:tab/>
        <w:t>3.038e0</w:t>
      </w:r>
    </w:p>
    <w:p w14:paraId="35BDC540" w14:textId="77777777" w:rsidR="00810015" w:rsidRDefault="00810015" w:rsidP="00810015">
      <w:r>
        <w:t>220.4903</w:t>
      </w:r>
      <w:r>
        <w:tab/>
        <w:t>1.013e0</w:t>
      </w:r>
    </w:p>
    <w:p w14:paraId="4C44FDE5" w14:textId="77777777" w:rsidR="00810015" w:rsidRDefault="00810015" w:rsidP="00810015">
      <w:r>
        <w:t>220.4945</w:t>
      </w:r>
      <w:r>
        <w:tab/>
        <w:t>1.013e0</w:t>
      </w:r>
    </w:p>
    <w:p w14:paraId="0DCD10BD" w14:textId="77777777" w:rsidR="00810015" w:rsidRDefault="00810015" w:rsidP="00810015">
      <w:r>
        <w:t>220.4983</w:t>
      </w:r>
      <w:r>
        <w:tab/>
        <w:t>1.013e0</w:t>
      </w:r>
    </w:p>
    <w:p w14:paraId="0F07CE46" w14:textId="77777777" w:rsidR="00810015" w:rsidRDefault="00810015" w:rsidP="00810015">
      <w:r>
        <w:t>220.5327</w:t>
      </w:r>
      <w:r>
        <w:tab/>
        <w:t>1.013e0</w:t>
      </w:r>
    </w:p>
    <w:p w14:paraId="3980FBF7" w14:textId="77777777" w:rsidR="00810015" w:rsidRDefault="00810015" w:rsidP="00810015">
      <w:r>
        <w:t>220.5529</w:t>
      </w:r>
      <w:r>
        <w:tab/>
        <w:t>2.025e0</w:t>
      </w:r>
    </w:p>
    <w:p w14:paraId="244F16D6" w14:textId="77777777" w:rsidR="00810015" w:rsidRDefault="00810015" w:rsidP="00810015">
      <w:r>
        <w:t>220.5571</w:t>
      </w:r>
      <w:r>
        <w:tab/>
        <w:t>1.013e0</w:t>
      </w:r>
    </w:p>
    <w:p w14:paraId="092BDCFF" w14:textId="77777777" w:rsidR="00810015" w:rsidRDefault="00810015" w:rsidP="00810015">
      <w:r>
        <w:t>220.5769</w:t>
      </w:r>
      <w:r>
        <w:tab/>
        <w:t>1.013e0</w:t>
      </w:r>
    </w:p>
    <w:p w14:paraId="72C9E086" w14:textId="77777777" w:rsidR="00810015" w:rsidRDefault="00810015" w:rsidP="00810015">
      <w:r>
        <w:t>220.5885</w:t>
      </w:r>
      <w:r>
        <w:tab/>
        <w:t>1.013e0</w:t>
      </w:r>
    </w:p>
    <w:p w14:paraId="45B7763B" w14:textId="77777777" w:rsidR="00810015" w:rsidRDefault="00810015" w:rsidP="00810015">
      <w:r>
        <w:t>220.6000</w:t>
      </w:r>
      <w:r>
        <w:tab/>
        <w:t>1.013e0</w:t>
      </w:r>
    </w:p>
    <w:p w14:paraId="2A3F9186" w14:textId="77777777" w:rsidR="00810015" w:rsidRDefault="00810015" w:rsidP="00810015">
      <w:r>
        <w:t>220.6038</w:t>
      </w:r>
      <w:r>
        <w:tab/>
        <w:t>1.013e0</w:t>
      </w:r>
    </w:p>
    <w:p w14:paraId="63BE7E38" w14:textId="77777777" w:rsidR="00810015" w:rsidRDefault="00810015" w:rsidP="00810015">
      <w:r>
        <w:t>220.6615</w:t>
      </w:r>
      <w:r>
        <w:tab/>
        <w:t>2.025e0</w:t>
      </w:r>
    </w:p>
    <w:p w14:paraId="1DFD218F" w14:textId="77777777" w:rsidR="00810015" w:rsidRDefault="00810015" w:rsidP="00810015">
      <w:r>
        <w:t>220.6642</w:t>
      </w:r>
      <w:r>
        <w:tab/>
        <w:t>1.013e0</w:t>
      </w:r>
    </w:p>
    <w:p w14:paraId="12FD1E0E" w14:textId="77777777" w:rsidR="00810015" w:rsidRDefault="00810015" w:rsidP="00810015">
      <w:r>
        <w:t>220.6673</w:t>
      </w:r>
      <w:r>
        <w:tab/>
        <w:t>1.013e0</w:t>
      </w:r>
    </w:p>
    <w:p w14:paraId="1376ADEB" w14:textId="77777777" w:rsidR="00810015" w:rsidRDefault="00810015" w:rsidP="00810015">
      <w:r>
        <w:t>220.6999</w:t>
      </w:r>
      <w:r>
        <w:tab/>
        <w:t>1.013e0</w:t>
      </w:r>
    </w:p>
    <w:p w14:paraId="4AFAD801" w14:textId="77777777" w:rsidR="00810015" w:rsidRDefault="00810015" w:rsidP="00810015">
      <w:r>
        <w:lastRenderedPageBreak/>
        <w:t>220.7075</w:t>
      </w:r>
      <w:r>
        <w:tab/>
        <w:t>1.013e0</w:t>
      </w:r>
    </w:p>
    <w:p w14:paraId="143D6AB8" w14:textId="77777777" w:rsidR="00810015" w:rsidRDefault="00810015" w:rsidP="00810015">
      <w:r>
        <w:t>220.7535</w:t>
      </w:r>
      <w:r>
        <w:tab/>
        <w:t>1.013e0</w:t>
      </w:r>
    </w:p>
    <w:p w14:paraId="1333CBD8" w14:textId="77777777" w:rsidR="00810015" w:rsidRDefault="00810015" w:rsidP="00810015">
      <w:r>
        <w:t>220.7626</w:t>
      </w:r>
      <w:r>
        <w:tab/>
        <w:t>1.013e0</w:t>
      </w:r>
    </w:p>
    <w:p w14:paraId="451FDD62" w14:textId="77777777" w:rsidR="00810015" w:rsidRDefault="00810015" w:rsidP="00810015">
      <w:r>
        <w:t>220.7660</w:t>
      </w:r>
      <w:r>
        <w:tab/>
        <w:t>1.013e0</w:t>
      </w:r>
    </w:p>
    <w:p w14:paraId="727CD01D" w14:textId="77777777" w:rsidR="00810015" w:rsidRDefault="00810015" w:rsidP="00810015">
      <w:r>
        <w:t>220.7864</w:t>
      </w:r>
      <w:r>
        <w:tab/>
        <w:t>1.013e0</w:t>
      </w:r>
    </w:p>
    <w:p w14:paraId="3948EEBC" w14:textId="77777777" w:rsidR="00810015" w:rsidRDefault="00810015" w:rsidP="00810015">
      <w:r>
        <w:t>220.8217</w:t>
      </w:r>
      <w:r>
        <w:tab/>
        <w:t>1.013e0</w:t>
      </w:r>
    </w:p>
    <w:p w14:paraId="3DFB6210" w14:textId="77777777" w:rsidR="00810015" w:rsidRDefault="00810015" w:rsidP="00810015">
      <w:r>
        <w:t>220.8246</w:t>
      </w:r>
      <w:r>
        <w:tab/>
        <w:t>1.013e0</w:t>
      </w:r>
    </w:p>
    <w:p w14:paraId="6FEDC964" w14:textId="77777777" w:rsidR="00810015" w:rsidRDefault="00810015" w:rsidP="00810015">
      <w:r>
        <w:t>220.8538</w:t>
      </w:r>
      <w:r>
        <w:tab/>
        <w:t>1.013e0</w:t>
      </w:r>
    </w:p>
    <w:p w14:paraId="1053E968" w14:textId="77777777" w:rsidR="00810015" w:rsidRDefault="00810015" w:rsidP="00810015">
      <w:r>
        <w:t>220.8603</w:t>
      </w:r>
      <w:r>
        <w:tab/>
        <w:t>2.025e0</w:t>
      </w:r>
    </w:p>
    <w:p w14:paraId="7E2DF9CB" w14:textId="77777777" w:rsidR="00810015" w:rsidRDefault="00810015" w:rsidP="00810015">
      <w:r>
        <w:t>220.8728</w:t>
      </w:r>
      <w:r>
        <w:tab/>
        <w:t>1.013e0</w:t>
      </w:r>
    </w:p>
    <w:p w14:paraId="44D4D7BB" w14:textId="77777777" w:rsidR="00810015" w:rsidRDefault="00810015" w:rsidP="00810015">
      <w:r>
        <w:t>220.8824</w:t>
      </w:r>
      <w:r>
        <w:tab/>
        <w:t>2.025e0</w:t>
      </w:r>
    </w:p>
    <w:p w14:paraId="34650BDB" w14:textId="77777777" w:rsidR="00810015" w:rsidRDefault="00810015" w:rsidP="00810015">
      <w:r>
        <w:t>220.9081</w:t>
      </w:r>
      <w:r>
        <w:tab/>
        <w:t>2.025e0</w:t>
      </w:r>
    </w:p>
    <w:p w14:paraId="2384B21E" w14:textId="77777777" w:rsidR="00810015" w:rsidRDefault="00810015" w:rsidP="00810015">
      <w:r>
        <w:t>220.9401</w:t>
      </w:r>
      <w:r>
        <w:tab/>
        <w:t>1.013e0</w:t>
      </w:r>
    </w:p>
    <w:p w14:paraId="34B1EF68" w14:textId="77777777" w:rsidR="00810015" w:rsidRDefault="00810015" w:rsidP="00810015">
      <w:r>
        <w:t>220.9555</w:t>
      </w:r>
      <w:r>
        <w:tab/>
        <w:t>1.013e0</w:t>
      </w:r>
    </w:p>
    <w:p w14:paraId="293A3FB3" w14:textId="77777777" w:rsidR="00810015" w:rsidRDefault="00810015" w:rsidP="00810015">
      <w:r>
        <w:t>220.9750</w:t>
      </w:r>
      <w:r>
        <w:tab/>
        <w:t>2.025e0</w:t>
      </w:r>
    </w:p>
    <w:p w14:paraId="3AAA847A" w14:textId="77777777" w:rsidR="00810015" w:rsidRDefault="00810015" w:rsidP="00810015">
      <w:r>
        <w:t>221.0012</w:t>
      </w:r>
      <w:r>
        <w:tab/>
        <w:t>1.259e0</w:t>
      </w:r>
    </w:p>
    <w:p w14:paraId="3AA91CFA" w14:textId="77777777" w:rsidR="00810015" w:rsidRDefault="00810015" w:rsidP="00810015">
      <w:r>
        <w:t>221.0095</w:t>
      </w:r>
      <w:r>
        <w:tab/>
        <w:t>2.393e0</w:t>
      </w:r>
    </w:p>
    <w:p w14:paraId="04C988CD" w14:textId="77777777" w:rsidR="00810015" w:rsidRDefault="00810015" w:rsidP="00810015">
      <w:r>
        <w:t>221.0380</w:t>
      </w:r>
      <w:r>
        <w:tab/>
        <w:t>1.795e0</w:t>
      </w:r>
    </w:p>
    <w:p w14:paraId="4291DC1E" w14:textId="77777777" w:rsidR="00810015" w:rsidRDefault="00810015" w:rsidP="00810015">
      <w:r>
        <w:t>221.0432</w:t>
      </w:r>
      <w:r>
        <w:tab/>
        <w:t>1.315e0</w:t>
      </w:r>
    </w:p>
    <w:p w14:paraId="70B634DA" w14:textId="77777777" w:rsidR="00810015" w:rsidRDefault="00810015" w:rsidP="00810015">
      <w:r>
        <w:lastRenderedPageBreak/>
        <w:t>221.0455</w:t>
      </w:r>
      <w:r>
        <w:tab/>
        <w:t>2.699e0</w:t>
      </w:r>
    </w:p>
    <w:p w14:paraId="191673C0" w14:textId="77777777" w:rsidR="00810015" w:rsidRDefault="00810015" w:rsidP="00810015">
      <w:r>
        <w:t>221.0525</w:t>
      </w:r>
      <w:r>
        <w:tab/>
        <w:t>4.051e0</w:t>
      </w:r>
    </w:p>
    <w:p w14:paraId="0D635D9A" w14:textId="77777777" w:rsidR="00810015" w:rsidRDefault="00810015" w:rsidP="00810015">
      <w:r>
        <w:t>221.0785</w:t>
      </w:r>
      <w:r>
        <w:tab/>
        <w:t>3.038e0</w:t>
      </w:r>
    </w:p>
    <w:p w14:paraId="380A900C" w14:textId="77777777" w:rsidR="00810015" w:rsidRDefault="00810015" w:rsidP="00810015">
      <w:r>
        <w:t>221.0862</w:t>
      </w:r>
      <w:r>
        <w:tab/>
        <w:t>1.013e0</w:t>
      </w:r>
    </w:p>
    <w:p w14:paraId="0844F18E" w14:textId="77777777" w:rsidR="00810015" w:rsidRDefault="00810015" w:rsidP="00810015">
      <w:r>
        <w:t>221.0996</w:t>
      </w:r>
      <w:r>
        <w:tab/>
        <w:t>2.025e0</w:t>
      </w:r>
    </w:p>
    <w:p w14:paraId="57F39C37" w14:textId="77777777" w:rsidR="00810015" w:rsidRDefault="00810015" w:rsidP="00810015">
      <w:r>
        <w:t>221.1274</w:t>
      </w:r>
      <w:r>
        <w:tab/>
        <w:t>2.631e1</w:t>
      </w:r>
    </w:p>
    <w:p w14:paraId="37BCDCB2" w14:textId="77777777" w:rsidR="00810015" w:rsidRDefault="00810015" w:rsidP="00810015">
      <w:r>
        <w:t>221.1298</w:t>
      </w:r>
      <w:r>
        <w:tab/>
        <w:t>1.013e0</w:t>
      </w:r>
    </w:p>
    <w:p w14:paraId="636B7606" w14:textId="77777777" w:rsidR="00810015" w:rsidRDefault="00810015" w:rsidP="00810015">
      <w:r>
        <w:t>221.1320</w:t>
      </w:r>
      <w:r>
        <w:tab/>
        <w:t>1.757e1</w:t>
      </w:r>
    </w:p>
    <w:p w14:paraId="2C9BAA75" w14:textId="77777777" w:rsidR="00810015" w:rsidRDefault="00810015" w:rsidP="00810015">
      <w:r>
        <w:t>221.1462</w:t>
      </w:r>
      <w:r>
        <w:tab/>
        <w:t>9.802e0</w:t>
      </w:r>
    </w:p>
    <w:p w14:paraId="6AE72205" w14:textId="77777777" w:rsidR="00810015" w:rsidRDefault="00810015" w:rsidP="00810015">
      <w:r>
        <w:t>221.1496</w:t>
      </w:r>
      <w:r>
        <w:tab/>
        <w:t>1.013e0</w:t>
      </w:r>
    </w:p>
    <w:p w14:paraId="4010F9A6" w14:textId="77777777" w:rsidR="00810015" w:rsidRDefault="00810015" w:rsidP="00810015">
      <w:r>
        <w:t>221.1967</w:t>
      </w:r>
      <w:r>
        <w:tab/>
        <w:t>4.051e0</w:t>
      </w:r>
    </w:p>
    <w:p w14:paraId="66463B6E" w14:textId="77777777" w:rsidR="00810015" w:rsidRDefault="00810015" w:rsidP="00810015">
      <w:r>
        <w:t>221.2052</w:t>
      </w:r>
      <w:r>
        <w:tab/>
        <w:t>1.013e0</w:t>
      </w:r>
    </w:p>
    <w:p w14:paraId="2F62DAE8" w14:textId="77777777" w:rsidR="00810015" w:rsidRDefault="00810015" w:rsidP="00810015">
      <w:r>
        <w:t>221.2362</w:t>
      </w:r>
      <w:r>
        <w:tab/>
        <w:t>1.013e0</w:t>
      </w:r>
    </w:p>
    <w:p w14:paraId="7E74B7FD" w14:textId="77777777" w:rsidR="00810015" w:rsidRDefault="00810015" w:rsidP="00810015">
      <w:r>
        <w:t>221.2404</w:t>
      </w:r>
      <w:r>
        <w:tab/>
        <w:t>2.025e0</w:t>
      </w:r>
    </w:p>
    <w:p w14:paraId="5EC37093" w14:textId="77777777" w:rsidR="00810015" w:rsidRDefault="00810015" w:rsidP="00810015">
      <w:r>
        <w:t>221.2569</w:t>
      </w:r>
      <w:r>
        <w:tab/>
        <w:t>3.038e0</w:t>
      </w:r>
    </w:p>
    <w:p w14:paraId="0AC2A76C" w14:textId="77777777" w:rsidR="00810015" w:rsidRDefault="00810015" w:rsidP="00810015">
      <w:r>
        <w:t>221.2721</w:t>
      </w:r>
      <w:r>
        <w:tab/>
        <w:t>1.013e0</w:t>
      </w:r>
    </w:p>
    <w:p w14:paraId="689DA2EA" w14:textId="77777777" w:rsidR="00810015" w:rsidRDefault="00810015" w:rsidP="00810015">
      <w:r>
        <w:t>221.2881</w:t>
      </w:r>
      <w:r>
        <w:tab/>
        <w:t>1.013e0</w:t>
      </w:r>
    </w:p>
    <w:p w14:paraId="027FCC32" w14:textId="77777777" w:rsidR="00810015" w:rsidRDefault="00810015" w:rsidP="00810015">
      <w:r>
        <w:t>221.2957</w:t>
      </w:r>
      <w:r>
        <w:tab/>
        <w:t>1.013e0</w:t>
      </w:r>
    </w:p>
    <w:p w14:paraId="7BC93DD4" w14:textId="77777777" w:rsidR="00810015" w:rsidRDefault="00810015" w:rsidP="00810015">
      <w:r>
        <w:t>221.3062</w:t>
      </w:r>
      <w:r>
        <w:tab/>
        <w:t>2.025e0</w:t>
      </w:r>
    </w:p>
    <w:p w14:paraId="7255D98A" w14:textId="77777777" w:rsidR="00810015" w:rsidRDefault="00810015" w:rsidP="00810015">
      <w:r>
        <w:lastRenderedPageBreak/>
        <w:t>221.3308</w:t>
      </w:r>
      <w:r>
        <w:tab/>
        <w:t>1.013e0</w:t>
      </w:r>
    </w:p>
    <w:p w14:paraId="628766B6" w14:textId="77777777" w:rsidR="00810015" w:rsidRDefault="00810015" w:rsidP="00810015">
      <w:r>
        <w:t>221.3433</w:t>
      </w:r>
      <w:r>
        <w:tab/>
        <w:t>1.013e0</w:t>
      </w:r>
    </w:p>
    <w:p w14:paraId="7F7C3D63" w14:textId="77777777" w:rsidR="00810015" w:rsidRDefault="00810015" w:rsidP="00810015">
      <w:r>
        <w:t>221.3582</w:t>
      </w:r>
      <w:r>
        <w:tab/>
        <w:t>2.025e0</w:t>
      </w:r>
    </w:p>
    <w:p w14:paraId="5C4C0709" w14:textId="77777777" w:rsidR="00810015" w:rsidRDefault="00810015" w:rsidP="00810015">
      <w:r>
        <w:t>221.3823</w:t>
      </w:r>
      <w:r>
        <w:tab/>
        <w:t>1.013e0</w:t>
      </w:r>
    </w:p>
    <w:p w14:paraId="6BB6B8B6" w14:textId="77777777" w:rsidR="00810015" w:rsidRDefault="00810015" w:rsidP="00810015">
      <w:r>
        <w:t>221.4103</w:t>
      </w:r>
      <w:r>
        <w:tab/>
        <w:t>1.013e0</w:t>
      </w:r>
    </w:p>
    <w:p w14:paraId="5BD91327" w14:textId="77777777" w:rsidR="00810015" w:rsidRDefault="00810015" w:rsidP="00810015">
      <w:r>
        <w:t>221.4145</w:t>
      </w:r>
      <w:r>
        <w:tab/>
        <w:t>1.013e0</w:t>
      </w:r>
    </w:p>
    <w:p w14:paraId="31C0B4E2" w14:textId="77777777" w:rsidR="00810015" w:rsidRDefault="00810015" w:rsidP="00810015">
      <w:r>
        <w:t>221.4195</w:t>
      </w:r>
      <w:r>
        <w:tab/>
        <w:t>2.025e0</w:t>
      </w:r>
    </w:p>
    <w:p w14:paraId="48E8034A" w14:textId="77777777" w:rsidR="00810015" w:rsidRDefault="00810015" w:rsidP="00810015">
      <w:r>
        <w:t>221.4218</w:t>
      </w:r>
      <w:r>
        <w:tab/>
        <w:t>2.025e0</w:t>
      </w:r>
    </w:p>
    <w:p w14:paraId="07D308C6" w14:textId="77777777" w:rsidR="00810015" w:rsidRDefault="00810015" w:rsidP="00810015">
      <w:r>
        <w:t>221.4304</w:t>
      </w:r>
      <w:r>
        <w:tab/>
        <w:t>1.013e0</w:t>
      </w:r>
    </w:p>
    <w:p w14:paraId="46045411" w14:textId="77777777" w:rsidR="00810015" w:rsidRDefault="00810015" w:rsidP="00810015">
      <w:r>
        <w:t>221.4535</w:t>
      </w:r>
      <w:r>
        <w:tab/>
        <w:t>1.013e0</w:t>
      </w:r>
    </w:p>
    <w:p w14:paraId="2F19FC99" w14:textId="77777777" w:rsidR="00810015" w:rsidRDefault="00810015" w:rsidP="00810015">
      <w:r>
        <w:t>221.4858</w:t>
      </w:r>
      <w:r>
        <w:tab/>
        <w:t>1.013e0</w:t>
      </w:r>
    </w:p>
    <w:p w14:paraId="12FC4D0E" w14:textId="77777777" w:rsidR="00810015" w:rsidRDefault="00810015" w:rsidP="00810015">
      <w:r>
        <w:t>221.4940</w:t>
      </w:r>
      <w:r>
        <w:tab/>
        <w:t>1.013e0</w:t>
      </w:r>
    </w:p>
    <w:p w14:paraId="7424D2E5" w14:textId="77777777" w:rsidR="00810015" w:rsidRDefault="00810015" w:rsidP="00810015">
      <w:r>
        <w:t>221.5150</w:t>
      </w:r>
      <w:r>
        <w:tab/>
        <w:t>2.025e0</w:t>
      </w:r>
    </w:p>
    <w:p w14:paraId="43BB9FF7" w14:textId="77777777" w:rsidR="00810015" w:rsidRDefault="00810015" w:rsidP="00810015">
      <w:r>
        <w:t>221.5444</w:t>
      </w:r>
      <w:r>
        <w:tab/>
        <w:t>1.013e0</w:t>
      </w:r>
    </w:p>
    <w:p w14:paraId="0FF49B7A" w14:textId="77777777" w:rsidR="00810015" w:rsidRDefault="00810015" w:rsidP="00810015">
      <w:r>
        <w:t>221.5636</w:t>
      </w:r>
      <w:r>
        <w:tab/>
        <w:t>3.038e0</w:t>
      </w:r>
    </w:p>
    <w:p w14:paraId="35FD5B82" w14:textId="77777777" w:rsidR="00810015" w:rsidRDefault="00810015" w:rsidP="00810015">
      <w:r>
        <w:t>221.5697</w:t>
      </w:r>
      <w:r>
        <w:tab/>
        <w:t>2.025e0</w:t>
      </w:r>
    </w:p>
    <w:p w14:paraId="53AC48F1" w14:textId="77777777" w:rsidR="00810015" w:rsidRDefault="00810015" w:rsidP="00810015">
      <w:r>
        <w:t>221.5996</w:t>
      </w:r>
      <w:r>
        <w:tab/>
        <w:t>1.013e0</w:t>
      </w:r>
    </w:p>
    <w:p w14:paraId="137720AB" w14:textId="77777777" w:rsidR="00810015" w:rsidRDefault="00810015" w:rsidP="00810015">
      <w:r>
        <w:t>221.6252</w:t>
      </w:r>
      <w:r>
        <w:tab/>
        <w:t>3.038e0</w:t>
      </w:r>
    </w:p>
    <w:p w14:paraId="5C2CEECD" w14:textId="77777777" w:rsidR="00810015" w:rsidRDefault="00810015" w:rsidP="00810015">
      <w:r>
        <w:t>221.6505</w:t>
      </w:r>
      <w:r>
        <w:tab/>
        <w:t>3.038e0</w:t>
      </w:r>
    </w:p>
    <w:p w14:paraId="42D20E88" w14:textId="77777777" w:rsidR="00810015" w:rsidRDefault="00810015" w:rsidP="00810015">
      <w:r>
        <w:lastRenderedPageBreak/>
        <w:t>221.6670</w:t>
      </w:r>
      <w:r>
        <w:tab/>
        <w:t>1.013e0</w:t>
      </w:r>
    </w:p>
    <w:p w14:paraId="0F844C01" w14:textId="77777777" w:rsidR="00810015" w:rsidRDefault="00810015" w:rsidP="00810015">
      <w:r>
        <w:t>221.6991</w:t>
      </w:r>
      <w:r>
        <w:tab/>
        <w:t>2.025e0</w:t>
      </w:r>
    </w:p>
    <w:p w14:paraId="6164789C" w14:textId="77777777" w:rsidR="00810015" w:rsidRDefault="00810015" w:rsidP="00810015">
      <w:r>
        <w:t>221.7305</w:t>
      </w:r>
      <w:r>
        <w:tab/>
        <w:t>1.013e0</w:t>
      </w:r>
    </w:p>
    <w:p w14:paraId="6673E5FD" w14:textId="77777777" w:rsidR="00810015" w:rsidRDefault="00810015" w:rsidP="00810015">
      <w:r>
        <w:t>221.7499</w:t>
      </w:r>
      <w:r>
        <w:tab/>
        <w:t>1.013e0</w:t>
      </w:r>
    </w:p>
    <w:p w14:paraId="074B1BA4" w14:textId="77777777" w:rsidR="00810015" w:rsidRDefault="00810015" w:rsidP="00810015">
      <w:r>
        <w:t>221.7625</w:t>
      </w:r>
      <w:r>
        <w:tab/>
        <w:t>1.013e0</w:t>
      </w:r>
    </w:p>
    <w:p w14:paraId="6770184D" w14:textId="77777777" w:rsidR="00810015" w:rsidRDefault="00810015" w:rsidP="00810015">
      <w:r>
        <w:t>221.7709</w:t>
      </w:r>
      <w:r>
        <w:tab/>
        <w:t>1.013e0</w:t>
      </w:r>
    </w:p>
    <w:p w14:paraId="526124E1" w14:textId="77777777" w:rsidR="00810015" w:rsidRDefault="00810015" w:rsidP="00810015">
      <w:r>
        <w:t>221.7825</w:t>
      </w:r>
      <w:r>
        <w:tab/>
        <w:t>1.013e0</w:t>
      </w:r>
    </w:p>
    <w:p w14:paraId="73D09C95" w14:textId="77777777" w:rsidR="00810015" w:rsidRDefault="00810015" w:rsidP="00810015">
      <w:r>
        <w:t>221.8018</w:t>
      </w:r>
      <w:r>
        <w:tab/>
        <w:t>1.013e0</w:t>
      </w:r>
    </w:p>
    <w:p w14:paraId="2513FFF5" w14:textId="77777777" w:rsidR="00810015" w:rsidRDefault="00810015" w:rsidP="00810015">
      <w:r>
        <w:t>221.8092</w:t>
      </w:r>
      <w:r>
        <w:tab/>
        <w:t>3.038e0</w:t>
      </w:r>
    </w:p>
    <w:p w14:paraId="0B4F2F5A" w14:textId="77777777" w:rsidR="00810015" w:rsidRDefault="00810015" w:rsidP="00810015">
      <w:r>
        <w:t>221.8537</w:t>
      </w:r>
      <w:r>
        <w:tab/>
        <w:t>1.013e0</w:t>
      </w:r>
    </w:p>
    <w:p w14:paraId="77D83EE6" w14:textId="77777777" w:rsidR="00810015" w:rsidRDefault="00810015" w:rsidP="00810015">
      <w:r>
        <w:t>221.8614</w:t>
      </w:r>
      <w:r>
        <w:tab/>
        <w:t>1.013e0</w:t>
      </w:r>
    </w:p>
    <w:p w14:paraId="3DF1E807" w14:textId="77777777" w:rsidR="00810015" w:rsidRDefault="00810015" w:rsidP="00810015">
      <w:r>
        <w:t>221.9173</w:t>
      </w:r>
      <w:r>
        <w:tab/>
        <w:t>1.013e0</w:t>
      </w:r>
    </w:p>
    <w:p w14:paraId="045F32BB" w14:textId="77777777" w:rsidR="00810015" w:rsidRDefault="00810015" w:rsidP="00810015">
      <w:r>
        <w:t>221.9219</w:t>
      </w:r>
      <w:r>
        <w:tab/>
        <w:t>1.013e0</w:t>
      </w:r>
    </w:p>
    <w:p w14:paraId="5329EFC6" w14:textId="77777777" w:rsidR="00810015" w:rsidRDefault="00810015" w:rsidP="00810015">
      <w:r>
        <w:t>221.9746</w:t>
      </w:r>
      <w:r>
        <w:tab/>
        <w:t>2.025e0</w:t>
      </w:r>
    </w:p>
    <w:p w14:paraId="0AE04F7B" w14:textId="77777777" w:rsidR="00810015" w:rsidRDefault="00810015" w:rsidP="00810015">
      <w:r>
        <w:t>221.9831</w:t>
      </w:r>
      <w:r>
        <w:tab/>
        <w:t>2.440e0</w:t>
      </w:r>
    </w:p>
    <w:p w14:paraId="5A55DF46" w14:textId="77777777" w:rsidR="00810015" w:rsidRDefault="00810015" w:rsidP="00810015">
      <w:r>
        <w:t>221.9892</w:t>
      </w:r>
      <w:r>
        <w:tab/>
        <w:t>3.246e0</w:t>
      </w:r>
    </w:p>
    <w:p w14:paraId="2B63661C" w14:textId="77777777" w:rsidR="00810015" w:rsidRDefault="00810015" w:rsidP="00810015">
      <w:r>
        <w:t>222.0180</w:t>
      </w:r>
      <w:r>
        <w:tab/>
        <w:t>1.434e1</w:t>
      </w:r>
    </w:p>
    <w:p w14:paraId="1F51064F" w14:textId="77777777" w:rsidR="00810015" w:rsidRDefault="00810015" w:rsidP="00810015">
      <w:r>
        <w:t>222.0192</w:t>
      </w:r>
      <w:r>
        <w:tab/>
        <w:t>1.152e2</w:t>
      </w:r>
    </w:p>
    <w:p w14:paraId="026BB8C7" w14:textId="77777777" w:rsidR="00810015" w:rsidRDefault="00810015" w:rsidP="00810015">
      <w:r>
        <w:t>222.0732</w:t>
      </w:r>
      <w:r>
        <w:tab/>
        <w:t>2.025e0</w:t>
      </w:r>
    </w:p>
    <w:p w14:paraId="799C66FB" w14:textId="77777777" w:rsidR="00810015" w:rsidRDefault="00810015" w:rsidP="00810015">
      <w:r>
        <w:lastRenderedPageBreak/>
        <w:t>222.0789</w:t>
      </w:r>
      <w:r>
        <w:tab/>
        <w:t>1.013e0</w:t>
      </w:r>
    </w:p>
    <w:p w14:paraId="0027B056" w14:textId="77777777" w:rsidR="00810015" w:rsidRDefault="00810015" w:rsidP="00810015">
      <w:r>
        <w:t>222.0828</w:t>
      </w:r>
      <w:r>
        <w:tab/>
        <w:t>1.013e0</w:t>
      </w:r>
    </w:p>
    <w:p w14:paraId="0DA4951C" w14:textId="77777777" w:rsidR="00810015" w:rsidRDefault="00810015" w:rsidP="00810015">
      <w:r>
        <w:t>222.0925</w:t>
      </w:r>
      <w:r>
        <w:tab/>
        <w:t>3.038e0</w:t>
      </w:r>
    </w:p>
    <w:p w14:paraId="7DF8F9AF" w14:textId="77777777" w:rsidR="00810015" w:rsidRDefault="00810015" w:rsidP="00810015">
      <w:r>
        <w:t>222.0959</w:t>
      </w:r>
      <w:r>
        <w:tab/>
        <w:t>2.984e0</w:t>
      </w:r>
    </w:p>
    <w:p w14:paraId="538FA4B7" w14:textId="77777777" w:rsidR="00810015" w:rsidRDefault="00810015" w:rsidP="00810015">
      <w:r>
        <w:t>222.0983</w:t>
      </w:r>
      <w:r>
        <w:tab/>
        <w:t>1.013e0</w:t>
      </w:r>
    </w:p>
    <w:p w14:paraId="48AEF358" w14:textId="77777777" w:rsidR="00810015" w:rsidRDefault="00810015" w:rsidP="00810015">
      <w:r>
        <w:t>222.1175</w:t>
      </w:r>
      <w:r>
        <w:tab/>
        <w:t>3.038e0</w:t>
      </w:r>
    </w:p>
    <w:p w14:paraId="7ABA6243" w14:textId="77777777" w:rsidR="00810015" w:rsidRDefault="00810015" w:rsidP="00810015">
      <w:r>
        <w:t>222.1254</w:t>
      </w:r>
      <w:r>
        <w:tab/>
        <w:t>7.604e0</w:t>
      </w:r>
    </w:p>
    <w:p w14:paraId="5B58A8BD" w14:textId="77777777" w:rsidR="00810015" w:rsidRDefault="00810015" w:rsidP="00810015">
      <w:r>
        <w:t>222.1425</w:t>
      </w:r>
      <w:r>
        <w:tab/>
        <w:t>2.006e0</w:t>
      </w:r>
    </w:p>
    <w:p w14:paraId="734E32FF" w14:textId="77777777" w:rsidR="00810015" w:rsidRDefault="00810015" w:rsidP="00810015">
      <w:r>
        <w:t>222.1707</w:t>
      </w:r>
      <w:r>
        <w:tab/>
        <w:t>3.665e1</w:t>
      </w:r>
    </w:p>
    <w:p w14:paraId="1A0766C3" w14:textId="77777777" w:rsidR="00810015" w:rsidRDefault="00810015" w:rsidP="00810015">
      <w:r>
        <w:t>222.1909</w:t>
      </w:r>
      <w:r>
        <w:tab/>
        <w:t>6.076e0</w:t>
      </w:r>
    </w:p>
    <w:p w14:paraId="28FDFFB6" w14:textId="77777777" w:rsidR="00810015" w:rsidRDefault="00810015" w:rsidP="00810015">
      <w:r>
        <w:t>222.1987</w:t>
      </w:r>
      <w:r>
        <w:tab/>
        <w:t>3.038e0</w:t>
      </w:r>
    </w:p>
    <w:p w14:paraId="3347BDCA" w14:textId="77777777" w:rsidR="00810015" w:rsidRDefault="00810015" w:rsidP="00810015">
      <w:r>
        <w:t>222.2021</w:t>
      </w:r>
      <w:r>
        <w:tab/>
        <w:t>1.013e0</w:t>
      </w:r>
    </w:p>
    <w:p w14:paraId="6248AB99" w14:textId="77777777" w:rsidR="00810015" w:rsidRDefault="00810015" w:rsidP="00810015">
      <w:r>
        <w:t>222.2214</w:t>
      </w:r>
      <w:r>
        <w:tab/>
        <w:t>1.013e0</w:t>
      </w:r>
    </w:p>
    <w:p w14:paraId="18EBF5C9" w14:textId="77777777" w:rsidR="00810015" w:rsidRDefault="00810015" w:rsidP="00810015">
      <w:r>
        <w:t>222.2271</w:t>
      </w:r>
      <w:r>
        <w:tab/>
        <w:t>2.025e0</w:t>
      </w:r>
    </w:p>
    <w:p w14:paraId="2F40D465" w14:textId="77777777" w:rsidR="00810015" w:rsidRDefault="00810015" w:rsidP="00810015">
      <w:r>
        <w:t>222.2666</w:t>
      </w:r>
      <w:r>
        <w:tab/>
        <w:t>2.025e0</w:t>
      </w:r>
    </w:p>
    <w:p w14:paraId="6520FF41" w14:textId="77777777" w:rsidR="00810015" w:rsidRDefault="00810015" w:rsidP="00810015">
      <w:r>
        <w:t>222.2811</w:t>
      </w:r>
      <w:r>
        <w:tab/>
        <w:t>1.013e0</w:t>
      </w:r>
    </w:p>
    <w:p w14:paraId="3DED5547" w14:textId="77777777" w:rsidR="00810015" w:rsidRDefault="00810015" w:rsidP="00810015">
      <w:r>
        <w:t>222.2850</w:t>
      </w:r>
      <w:r>
        <w:tab/>
        <w:t>1.013e0</w:t>
      </w:r>
    </w:p>
    <w:p w14:paraId="54ED5783" w14:textId="77777777" w:rsidR="00810015" w:rsidRDefault="00810015" w:rsidP="00810015">
      <w:r>
        <w:t>222.2934</w:t>
      </w:r>
      <w:r>
        <w:tab/>
        <w:t>2.025e0</w:t>
      </w:r>
    </w:p>
    <w:p w14:paraId="30432AD0" w14:textId="77777777" w:rsidR="00810015" w:rsidRDefault="00810015" w:rsidP="00810015">
      <w:r>
        <w:t>222.2965</w:t>
      </w:r>
      <w:r>
        <w:tab/>
        <w:t>1.013e0</w:t>
      </w:r>
    </w:p>
    <w:p w14:paraId="1BCE2875" w14:textId="77777777" w:rsidR="00810015" w:rsidRDefault="00810015" w:rsidP="00810015">
      <w:r>
        <w:lastRenderedPageBreak/>
        <w:t>222.3126</w:t>
      </w:r>
      <w:r>
        <w:tab/>
        <w:t>1.013e0</w:t>
      </w:r>
    </w:p>
    <w:p w14:paraId="4EF2E180" w14:textId="77777777" w:rsidR="00810015" w:rsidRDefault="00810015" w:rsidP="00810015">
      <w:r>
        <w:t>222.3252</w:t>
      </w:r>
      <w:r>
        <w:tab/>
        <w:t>1.013e0</w:t>
      </w:r>
    </w:p>
    <w:p w14:paraId="56C1D2E6" w14:textId="77777777" w:rsidR="00810015" w:rsidRDefault="00810015" w:rsidP="00810015">
      <w:r>
        <w:t>222.3378</w:t>
      </w:r>
      <w:r>
        <w:tab/>
        <w:t>1.013e0</w:t>
      </w:r>
    </w:p>
    <w:p w14:paraId="64C4B4DE" w14:textId="77777777" w:rsidR="00810015" w:rsidRDefault="00810015" w:rsidP="00810015">
      <w:r>
        <w:t>222.3619</w:t>
      </w:r>
      <w:r>
        <w:tab/>
        <w:t>2.025e0</w:t>
      </w:r>
    </w:p>
    <w:p w14:paraId="695B9764" w14:textId="77777777" w:rsidR="00810015" w:rsidRDefault="00810015" w:rsidP="00810015">
      <w:r>
        <w:t>222.3647</w:t>
      </w:r>
      <w:r>
        <w:tab/>
        <w:t>1.013e0</w:t>
      </w:r>
    </w:p>
    <w:p w14:paraId="79CBC2FF" w14:textId="77777777" w:rsidR="00810015" w:rsidRDefault="00810015" w:rsidP="00810015">
      <w:r>
        <w:t>222.3883</w:t>
      </w:r>
      <w:r>
        <w:tab/>
        <w:t>1.013e0</w:t>
      </w:r>
    </w:p>
    <w:p w14:paraId="1904B184" w14:textId="77777777" w:rsidR="00810015" w:rsidRDefault="00810015" w:rsidP="00810015">
      <w:r>
        <w:t>222.4052</w:t>
      </w:r>
      <w:r>
        <w:tab/>
        <w:t>1.013e0</w:t>
      </w:r>
    </w:p>
    <w:p w14:paraId="641AD89D" w14:textId="77777777" w:rsidR="00810015" w:rsidRDefault="00810015" w:rsidP="00810015">
      <w:r>
        <w:t>222.4198</w:t>
      </w:r>
      <w:r>
        <w:tab/>
        <w:t>1.013e0</w:t>
      </w:r>
    </w:p>
    <w:p w14:paraId="74F4D9B2" w14:textId="77777777" w:rsidR="00810015" w:rsidRDefault="00810015" w:rsidP="00810015">
      <w:r>
        <w:t>222.4275</w:t>
      </w:r>
      <w:r>
        <w:tab/>
        <w:t>1.013e0</w:t>
      </w:r>
    </w:p>
    <w:p w14:paraId="7050799F" w14:textId="77777777" w:rsidR="00810015" w:rsidRDefault="00810015" w:rsidP="00810015">
      <w:r>
        <w:t>222.4342</w:t>
      </w:r>
      <w:r>
        <w:tab/>
        <w:t>4.051e0</w:t>
      </w:r>
    </w:p>
    <w:p w14:paraId="5A56C19F" w14:textId="77777777" w:rsidR="00810015" w:rsidRDefault="00810015" w:rsidP="00810015">
      <w:r>
        <w:t>222.4416</w:t>
      </w:r>
      <w:r>
        <w:tab/>
        <w:t>2.025e0</w:t>
      </w:r>
    </w:p>
    <w:p w14:paraId="4D4ECA27" w14:textId="77777777" w:rsidR="00810015" w:rsidRDefault="00810015" w:rsidP="00810015">
      <w:r>
        <w:t>222.4598</w:t>
      </w:r>
      <w:r>
        <w:tab/>
        <w:t>1.013e0</w:t>
      </w:r>
    </w:p>
    <w:p w14:paraId="62AE0864" w14:textId="77777777" w:rsidR="00810015" w:rsidRDefault="00810015" w:rsidP="00810015">
      <w:r>
        <w:t>222.4834</w:t>
      </w:r>
      <w:r>
        <w:tab/>
        <w:t>3.038e0</w:t>
      </w:r>
    </w:p>
    <w:p w14:paraId="4984D672" w14:textId="77777777" w:rsidR="00810015" w:rsidRDefault="00810015" w:rsidP="00810015">
      <w:r>
        <w:t>222.5145</w:t>
      </w:r>
      <w:r>
        <w:tab/>
        <w:t>1.013e0</w:t>
      </w:r>
    </w:p>
    <w:p w14:paraId="08239F65" w14:textId="77777777" w:rsidR="00810015" w:rsidRDefault="00810015" w:rsidP="00810015">
      <w:r>
        <w:t>222.5271</w:t>
      </w:r>
      <w:r>
        <w:tab/>
        <w:t>1.013e0</w:t>
      </w:r>
    </w:p>
    <w:p w14:paraId="59A6A036" w14:textId="77777777" w:rsidR="00810015" w:rsidRDefault="00810015" w:rsidP="00810015">
      <w:r>
        <w:t>222.5413</w:t>
      </w:r>
      <w:r>
        <w:tab/>
        <w:t>2.025e0</w:t>
      </w:r>
    </w:p>
    <w:p w14:paraId="685D0C22" w14:textId="77777777" w:rsidR="00810015" w:rsidRDefault="00810015" w:rsidP="00810015">
      <w:r>
        <w:t>222.5451</w:t>
      </w:r>
      <w:r>
        <w:tab/>
        <w:t>2.025e0</w:t>
      </w:r>
    </w:p>
    <w:p w14:paraId="54A7705B" w14:textId="77777777" w:rsidR="00810015" w:rsidRDefault="00810015" w:rsidP="00810015">
      <w:r>
        <w:t>222.5516</w:t>
      </w:r>
      <w:r>
        <w:tab/>
        <w:t>1.013e0</w:t>
      </w:r>
    </w:p>
    <w:p w14:paraId="368E4480" w14:textId="77777777" w:rsidR="00810015" w:rsidRDefault="00810015" w:rsidP="00810015">
      <w:r>
        <w:t>222.6005</w:t>
      </w:r>
      <w:r>
        <w:tab/>
        <w:t>2.025e0</w:t>
      </w:r>
    </w:p>
    <w:p w14:paraId="0AE6BC7E" w14:textId="77777777" w:rsidR="00810015" w:rsidRDefault="00810015" w:rsidP="00810015">
      <w:r>
        <w:lastRenderedPageBreak/>
        <w:t>222.6182</w:t>
      </w:r>
      <w:r>
        <w:tab/>
        <w:t>2.025e0</w:t>
      </w:r>
    </w:p>
    <w:p w14:paraId="50D9E705" w14:textId="77777777" w:rsidR="00810015" w:rsidRDefault="00810015" w:rsidP="00810015">
      <w:r>
        <w:t>222.6413</w:t>
      </w:r>
      <w:r>
        <w:tab/>
        <w:t>1.013e0</w:t>
      </w:r>
    </w:p>
    <w:p w14:paraId="52807BF7" w14:textId="77777777" w:rsidR="00810015" w:rsidRDefault="00810015" w:rsidP="00810015">
      <w:r>
        <w:t>222.6451</w:t>
      </w:r>
      <w:r>
        <w:tab/>
        <w:t>1.013e0</w:t>
      </w:r>
    </w:p>
    <w:p w14:paraId="262081B5" w14:textId="77777777" w:rsidR="00810015" w:rsidRDefault="00810015" w:rsidP="00810015">
      <w:r>
        <w:t>222.6541</w:t>
      </w:r>
      <w:r>
        <w:tab/>
        <w:t>1.013e0</w:t>
      </w:r>
    </w:p>
    <w:p w14:paraId="481CC177" w14:textId="77777777" w:rsidR="00810015" w:rsidRDefault="00810015" w:rsidP="00810015">
      <w:r>
        <w:t>222.6660</w:t>
      </w:r>
      <w:r>
        <w:tab/>
        <w:t>1.013e0</w:t>
      </w:r>
    </w:p>
    <w:p w14:paraId="1236BB5D" w14:textId="77777777" w:rsidR="00810015" w:rsidRDefault="00810015" w:rsidP="00810015">
      <w:r>
        <w:t>222.6915</w:t>
      </w:r>
      <w:r>
        <w:tab/>
        <w:t>2.025e0</w:t>
      </w:r>
    </w:p>
    <w:p w14:paraId="58BE9D0D" w14:textId="77777777" w:rsidR="00810015" w:rsidRDefault="00810015" w:rsidP="00810015">
      <w:r>
        <w:t>222.7334</w:t>
      </w:r>
      <w:r>
        <w:tab/>
        <w:t>1.013e0</w:t>
      </w:r>
    </w:p>
    <w:p w14:paraId="239BD364" w14:textId="77777777" w:rsidR="00810015" w:rsidRDefault="00810015" w:rsidP="00810015">
      <w:r>
        <w:t>222.7501</w:t>
      </w:r>
      <w:r>
        <w:tab/>
        <w:t>1.013e0</w:t>
      </w:r>
    </w:p>
    <w:p w14:paraId="2C096ABD" w14:textId="77777777" w:rsidR="00810015" w:rsidRDefault="00810015" w:rsidP="00810015">
      <w:r>
        <w:t>222.7608</w:t>
      </w:r>
      <w:r>
        <w:tab/>
        <w:t>3.038e0</w:t>
      </w:r>
    </w:p>
    <w:p w14:paraId="00508C1C" w14:textId="77777777" w:rsidR="00810015" w:rsidRDefault="00810015" w:rsidP="00810015">
      <w:r>
        <w:t>222.7881</w:t>
      </w:r>
      <w:r>
        <w:tab/>
        <w:t>1.013e0</w:t>
      </w:r>
    </w:p>
    <w:p w14:paraId="2D1BD189" w14:textId="77777777" w:rsidR="00810015" w:rsidRDefault="00810015" w:rsidP="00810015">
      <w:r>
        <w:t>222.7973</w:t>
      </w:r>
      <w:r>
        <w:tab/>
        <w:t>1.013e0</w:t>
      </w:r>
    </w:p>
    <w:p w14:paraId="1F423390" w14:textId="77777777" w:rsidR="00810015" w:rsidRDefault="00810015" w:rsidP="00810015">
      <w:r>
        <w:t>222.8007</w:t>
      </w:r>
      <w:r>
        <w:tab/>
        <w:t>1.013e0</w:t>
      </w:r>
    </w:p>
    <w:p w14:paraId="49C0E56B" w14:textId="77777777" w:rsidR="00810015" w:rsidRDefault="00810015" w:rsidP="00810015">
      <w:r>
        <w:t>222.8399</w:t>
      </w:r>
      <w:r>
        <w:tab/>
        <w:t>1.013e0</w:t>
      </w:r>
    </w:p>
    <w:p w14:paraId="082E0601" w14:textId="77777777" w:rsidR="00810015" w:rsidRDefault="00810015" w:rsidP="00810015">
      <w:r>
        <w:t>222.8770</w:t>
      </w:r>
      <w:r>
        <w:tab/>
        <w:t>2.025e0</w:t>
      </w:r>
    </w:p>
    <w:p w14:paraId="68A8F674" w14:textId="77777777" w:rsidR="00810015" w:rsidRDefault="00810015" w:rsidP="00810015">
      <w:r>
        <w:t>222.8842</w:t>
      </w:r>
      <w:r>
        <w:tab/>
        <w:t>3.038e0</w:t>
      </w:r>
    </w:p>
    <w:p w14:paraId="3503B2C8" w14:textId="77777777" w:rsidR="00810015" w:rsidRDefault="00810015" w:rsidP="00810015">
      <w:r>
        <w:t>222.9035</w:t>
      </w:r>
      <w:r>
        <w:tab/>
        <w:t>1.013e0</w:t>
      </w:r>
    </w:p>
    <w:p w14:paraId="69EE790C" w14:textId="77777777" w:rsidR="00810015" w:rsidRDefault="00810015" w:rsidP="00810015">
      <w:r>
        <w:t>222.9191</w:t>
      </w:r>
      <w:r>
        <w:tab/>
        <w:t>2.025e0</w:t>
      </w:r>
    </w:p>
    <w:p w14:paraId="7CA6ABC1" w14:textId="77777777" w:rsidR="00810015" w:rsidRDefault="00810015" w:rsidP="00810015">
      <w:r>
        <w:t>222.9440</w:t>
      </w:r>
      <w:r>
        <w:tab/>
        <w:t>1.013e0</w:t>
      </w:r>
    </w:p>
    <w:p w14:paraId="2118089F" w14:textId="77777777" w:rsidR="00810015" w:rsidRDefault="00810015" w:rsidP="00810015">
      <w:r>
        <w:t>222.9497</w:t>
      </w:r>
      <w:r>
        <w:tab/>
        <w:t>2.025e0</w:t>
      </w:r>
    </w:p>
    <w:p w14:paraId="320F78D4" w14:textId="77777777" w:rsidR="00810015" w:rsidRDefault="00810015" w:rsidP="00810015">
      <w:r>
        <w:lastRenderedPageBreak/>
        <w:t>222.9555</w:t>
      </w:r>
      <w:r>
        <w:tab/>
        <w:t>1.013e0</w:t>
      </w:r>
    </w:p>
    <w:p w14:paraId="169B3848" w14:textId="77777777" w:rsidR="00810015" w:rsidRDefault="00810015" w:rsidP="00810015">
      <w:r>
        <w:t>222.9632</w:t>
      </w:r>
      <w:r>
        <w:tab/>
        <w:t>1.013e0</w:t>
      </w:r>
    </w:p>
    <w:p w14:paraId="5BCADEC6" w14:textId="77777777" w:rsidR="00810015" w:rsidRDefault="00810015" w:rsidP="00810015">
      <w:r>
        <w:t>222.9671</w:t>
      </w:r>
      <w:r>
        <w:tab/>
        <w:t>2.025e0</w:t>
      </w:r>
    </w:p>
    <w:p w14:paraId="10D129C0" w14:textId="77777777" w:rsidR="00810015" w:rsidRDefault="00810015" w:rsidP="00810015">
      <w:r>
        <w:t>223.0149</w:t>
      </w:r>
      <w:r>
        <w:tab/>
        <w:t>4.221e1</w:t>
      </w:r>
    </w:p>
    <w:p w14:paraId="433B59BB" w14:textId="77777777" w:rsidR="00810015" w:rsidRDefault="00810015" w:rsidP="00810015">
      <w:r>
        <w:t>223.0167</w:t>
      </w:r>
      <w:r>
        <w:tab/>
        <w:t>3.504e1</w:t>
      </w:r>
    </w:p>
    <w:p w14:paraId="56EE3080" w14:textId="77777777" w:rsidR="00810015" w:rsidRDefault="00810015" w:rsidP="00810015">
      <w:r>
        <w:t>223.0599</w:t>
      </w:r>
      <w:r>
        <w:tab/>
        <w:t>2.025e0</w:t>
      </w:r>
    </w:p>
    <w:p w14:paraId="0AC788FA" w14:textId="77777777" w:rsidR="00810015" w:rsidRDefault="00810015" w:rsidP="00810015">
      <w:r>
        <w:t>223.0643</w:t>
      </w:r>
      <w:r>
        <w:tab/>
        <w:t>2.025e0</w:t>
      </w:r>
    </w:p>
    <w:p w14:paraId="23DE9692" w14:textId="77777777" w:rsidR="00810015" w:rsidRDefault="00810015" w:rsidP="00810015">
      <w:r>
        <w:t>223.0850</w:t>
      </w:r>
      <w:r>
        <w:tab/>
        <w:t>6.076e0</w:t>
      </w:r>
    </w:p>
    <w:p w14:paraId="2D4317E9" w14:textId="77777777" w:rsidR="00810015" w:rsidRDefault="00810015" w:rsidP="00810015">
      <w:r>
        <w:t>223.0961</w:t>
      </w:r>
      <w:r>
        <w:tab/>
        <w:t>5.063e0</w:t>
      </w:r>
    </w:p>
    <w:p w14:paraId="01F91A51" w14:textId="77777777" w:rsidR="00810015" w:rsidRDefault="00810015" w:rsidP="00810015">
      <w:r>
        <w:t>223.0974</w:t>
      </w:r>
      <w:r>
        <w:tab/>
        <w:t>3.038e0</w:t>
      </w:r>
    </w:p>
    <w:p w14:paraId="4C7352A4" w14:textId="77777777" w:rsidR="00810015" w:rsidRDefault="00810015" w:rsidP="00810015">
      <w:r>
        <w:t>223.1010</w:t>
      </w:r>
      <w:r>
        <w:tab/>
        <w:t>5.997e0</w:t>
      </w:r>
    </w:p>
    <w:p w14:paraId="7F3646C7" w14:textId="77777777" w:rsidR="00810015" w:rsidRDefault="00810015" w:rsidP="00810015">
      <w:r>
        <w:t>223.1112</w:t>
      </w:r>
      <w:r>
        <w:tab/>
        <w:t>4.040e0</w:t>
      </w:r>
    </w:p>
    <w:p w14:paraId="60463208" w14:textId="77777777" w:rsidR="00810015" w:rsidRDefault="00810015" w:rsidP="00810015">
      <w:r>
        <w:t>223.1178</w:t>
      </w:r>
      <w:r>
        <w:tab/>
        <w:t>3.038e0</w:t>
      </w:r>
    </w:p>
    <w:p w14:paraId="7FFA52EA" w14:textId="77777777" w:rsidR="00810015" w:rsidRDefault="00810015" w:rsidP="00810015">
      <w:r>
        <w:t>223.1212</w:t>
      </w:r>
      <w:r>
        <w:tab/>
        <w:t>3.029e0</w:t>
      </w:r>
    </w:p>
    <w:p w14:paraId="414BDE6F" w14:textId="77777777" w:rsidR="00810015" w:rsidRDefault="00810015" w:rsidP="00810015">
      <w:r>
        <w:t>223.1282</w:t>
      </w:r>
      <w:r>
        <w:tab/>
        <w:t>2.025e0</w:t>
      </w:r>
    </w:p>
    <w:p w14:paraId="16A112E1" w14:textId="77777777" w:rsidR="00810015" w:rsidRDefault="00810015" w:rsidP="00810015">
      <w:r>
        <w:t>223.1477</w:t>
      </w:r>
      <w:r>
        <w:tab/>
        <w:t>2.025e0</w:t>
      </w:r>
    </w:p>
    <w:p w14:paraId="3C5E1150" w14:textId="77777777" w:rsidR="00810015" w:rsidRDefault="00810015" w:rsidP="00810015">
      <w:r>
        <w:t>223.1582</w:t>
      </w:r>
      <w:r>
        <w:tab/>
        <w:t>2.724e0</w:t>
      </w:r>
    </w:p>
    <w:p w14:paraId="7FCB0027" w14:textId="77777777" w:rsidR="00810015" w:rsidRDefault="00810015" w:rsidP="00810015">
      <w:r>
        <w:t>223.1717</w:t>
      </w:r>
      <w:r>
        <w:tab/>
        <w:t>5.063e0</w:t>
      </w:r>
    </w:p>
    <w:p w14:paraId="29D1CD0F" w14:textId="77777777" w:rsidR="00810015" w:rsidRDefault="00810015" w:rsidP="00810015">
      <w:r>
        <w:t>223.1734</w:t>
      </w:r>
      <w:r>
        <w:tab/>
        <w:t>1.013e0</w:t>
      </w:r>
    </w:p>
    <w:p w14:paraId="70B479B6" w14:textId="77777777" w:rsidR="00810015" w:rsidRDefault="00810015" w:rsidP="00810015">
      <w:r>
        <w:lastRenderedPageBreak/>
        <w:t>223.1792</w:t>
      </w:r>
      <w:r>
        <w:tab/>
        <w:t>2.025e0</w:t>
      </w:r>
    </w:p>
    <w:p w14:paraId="56AE1CF9" w14:textId="77777777" w:rsidR="00810015" w:rsidRDefault="00810015" w:rsidP="00810015">
      <w:r>
        <w:t>223.1977</w:t>
      </w:r>
      <w:r>
        <w:tab/>
        <w:t>1.013e0</w:t>
      </w:r>
    </w:p>
    <w:p w14:paraId="709A5EFC" w14:textId="77777777" w:rsidR="00810015" w:rsidRDefault="00810015" w:rsidP="00810015">
      <w:r>
        <w:t>223.2015</w:t>
      </w:r>
      <w:r>
        <w:tab/>
        <w:t>3.038e0</w:t>
      </w:r>
    </w:p>
    <w:p w14:paraId="6D3AE447" w14:textId="77777777" w:rsidR="00810015" w:rsidRDefault="00810015" w:rsidP="00810015">
      <w:r>
        <w:t>223.2294</w:t>
      </w:r>
      <w:r>
        <w:tab/>
        <w:t>2.025e0</w:t>
      </w:r>
    </w:p>
    <w:p w14:paraId="07546604" w14:textId="77777777" w:rsidR="00810015" w:rsidRDefault="00810015" w:rsidP="00810015">
      <w:r>
        <w:t>223.2380</w:t>
      </w:r>
      <w:r>
        <w:tab/>
        <w:t>3.038e0</w:t>
      </w:r>
    </w:p>
    <w:p w14:paraId="4BDA626C" w14:textId="77777777" w:rsidR="00810015" w:rsidRDefault="00810015" w:rsidP="00810015">
      <w:r>
        <w:t>223.2562</w:t>
      </w:r>
      <w:r>
        <w:tab/>
        <w:t>1.013e0</w:t>
      </w:r>
    </w:p>
    <w:p w14:paraId="13FEA134" w14:textId="77777777" w:rsidR="00810015" w:rsidRDefault="00810015" w:rsidP="00810015">
      <w:r>
        <w:t>223.2784</w:t>
      </w:r>
      <w:r>
        <w:tab/>
        <w:t>2.025e0</w:t>
      </w:r>
    </w:p>
    <w:p w14:paraId="2A7B04CF" w14:textId="77777777" w:rsidR="00810015" w:rsidRDefault="00810015" w:rsidP="00810015">
      <w:r>
        <w:t>223.2813</w:t>
      </w:r>
      <w:r>
        <w:tab/>
        <w:t>1.013e0</w:t>
      </w:r>
    </w:p>
    <w:p w14:paraId="4C744686" w14:textId="77777777" w:rsidR="00810015" w:rsidRDefault="00810015" w:rsidP="00810015">
      <w:r>
        <w:t>223.2930</w:t>
      </w:r>
      <w:r>
        <w:tab/>
        <w:t>1.013e0</w:t>
      </w:r>
    </w:p>
    <w:p w14:paraId="23C26DE7" w14:textId="77777777" w:rsidR="00810015" w:rsidRDefault="00810015" w:rsidP="00810015">
      <w:r>
        <w:t>223.2968</w:t>
      </w:r>
      <w:r>
        <w:tab/>
        <w:t>2.025e0</w:t>
      </w:r>
    </w:p>
    <w:p w14:paraId="74FF0DFB" w14:textId="77777777" w:rsidR="00810015" w:rsidRDefault="00810015" w:rsidP="00810015">
      <w:r>
        <w:t>223.3237</w:t>
      </w:r>
      <w:r>
        <w:tab/>
        <w:t>2.025e0</w:t>
      </w:r>
    </w:p>
    <w:p w14:paraId="77C858EE" w14:textId="77777777" w:rsidR="00810015" w:rsidRDefault="00810015" w:rsidP="00810015">
      <w:r>
        <w:t>223.3328</w:t>
      </w:r>
      <w:r>
        <w:tab/>
        <w:t>1.013e0</w:t>
      </w:r>
    </w:p>
    <w:p w14:paraId="5C08A150" w14:textId="77777777" w:rsidR="00810015" w:rsidRDefault="00810015" w:rsidP="00810015">
      <w:r>
        <w:t>223.3488</w:t>
      </w:r>
      <w:r>
        <w:tab/>
        <w:t>1.013e0</w:t>
      </w:r>
    </w:p>
    <w:p w14:paraId="522167D5" w14:textId="77777777" w:rsidR="00810015" w:rsidRDefault="00810015" w:rsidP="00810015">
      <w:r>
        <w:t>223.3643</w:t>
      </w:r>
      <w:r>
        <w:tab/>
        <w:t>1.013e0</w:t>
      </w:r>
    </w:p>
    <w:p w14:paraId="66993430" w14:textId="77777777" w:rsidR="00810015" w:rsidRDefault="00810015" w:rsidP="00810015">
      <w:r>
        <w:t>223.3690</w:t>
      </w:r>
      <w:r>
        <w:tab/>
        <w:t>1.013e0</w:t>
      </w:r>
    </w:p>
    <w:p w14:paraId="1E73FF2A" w14:textId="77777777" w:rsidR="00810015" w:rsidRDefault="00810015" w:rsidP="00810015">
      <w:r>
        <w:t>223.3750</w:t>
      </w:r>
      <w:r>
        <w:tab/>
        <w:t>3.038e0</w:t>
      </w:r>
    </w:p>
    <w:p w14:paraId="6310AD0C" w14:textId="77777777" w:rsidR="00810015" w:rsidRDefault="00810015" w:rsidP="00810015">
      <w:r>
        <w:t>223.3817</w:t>
      </w:r>
      <w:r>
        <w:tab/>
        <w:t>2.025e0</w:t>
      </w:r>
    </w:p>
    <w:p w14:paraId="11CB8772" w14:textId="77777777" w:rsidR="00810015" w:rsidRDefault="00810015" w:rsidP="00810015">
      <w:r>
        <w:t>223.4037</w:t>
      </w:r>
      <w:r>
        <w:tab/>
        <w:t>1.013e0</w:t>
      </w:r>
    </w:p>
    <w:p w14:paraId="4817CAF9" w14:textId="77777777" w:rsidR="00810015" w:rsidRDefault="00810015" w:rsidP="00810015">
      <w:r>
        <w:t>223.4396</w:t>
      </w:r>
      <w:r>
        <w:tab/>
        <w:t>1.013e0</w:t>
      </w:r>
    </w:p>
    <w:p w14:paraId="53D292E4" w14:textId="77777777" w:rsidR="00810015" w:rsidRDefault="00810015" w:rsidP="00810015">
      <w:r>
        <w:lastRenderedPageBreak/>
        <w:t>223.4839</w:t>
      </w:r>
      <w:r>
        <w:tab/>
        <w:t>1.013e0</w:t>
      </w:r>
    </w:p>
    <w:p w14:paraId="505A05E6" w14:textId="77777777" w:rsidR="00810015" w:rsidRDefault="00810015" w:rsidP="00810015">
      <w:r>
        <w:t>223.4994</w:t>
      </w:r>
      <w:r>
        <w:tab/>
        <w:t>1.013e0</w:t>
      </w:r>
    </w:p>
    <w:p w14:paraId="28A136ED" w14:textId="77777777" w:rsidR="00810015" w:rsidRDefault="00810015" w:rsidP="00810015">
      <w:r>
        <w:t>223.5033</w:t>
      </w:r>
      <w:r>
        <w:tab/>
        <w:t>1.013e0</w:t>
      </w:r>
    </w:p>
    <w:p w14:paraId="4BC4EAED" w14:textId="77777777" w:rsidR="00810015" w:rsidRDefault="00810015" w:rsidP="00810015">
      <w:r>
        <w:t>223.5065</w:t>
      </w:r>
      <w:r>
        <w:tab/>
        <w:t>4.051e0</w:t>
      </w:r>
    </w:p>
    <w:p w14:paraId="5C757537" w14:textId="77777777" w:rsidR="00810015" w:rsidRDefault="00810015" w:rsidP="00810015">
      <w:r>
        <w:t>223.5187</w:t>
      </w:r>
      <w:r>
        <w:tab/>
        <w:t>1.013e0</w:t>
      </w:r>
    </w:p>
    <w:p w14:paraId="211EA722" w14:textId="77777777" w:rsidR="00810015" w:rsidRDefault="00810015" w:rsidP="00810015">
      <w:r>
        <w:t>223.5473</w:t>
      </w:r>
      <w:r>
        <w:tab/>
        <w:t>1.013e0</w:t>
      </w:r>
    </w:p>
    <w:p w14:paraId="2FFE8943" w14:textId="77777777" w:rsidR="00810015" w:rsidRDefault="00810015" w:rsidP="00810015">
      <w:r>
        <w:t>223.5502</w:t>
      </w:r>
      <w:r>
        <w:tab/>
        <w:t>2.025e0</w:t>
      </w:r>
    </w:p>
    <w:p w14:paraId="52E494DF" w14:textId="77777777" w:rsidR="00810015" w:rsidRDefault="00810015" w:rsidP="00810015">
      <w:r>
        <w:t>223.5651</w:t>
      </w:r>
      <w:r>
        <w:tab/>
        <w:t>2.025e0</w:t>
      </w:r>
    </w:p>
    <w:p w14:paraId="26301E6F" w14:textId="77777777" w:rsidR="00810015" w:rsidRDefault="00810015" w:rsidP="00810015">
      <w:r>
        <w:t>223.5716</w:t>
      </w:r>
      <w:r>
        <w:tab/>
        <w:t>1.013e0</w:t>
      </w:r>
    </w:p>
    <w:p w14:paraId="1F0C3FA0" w14:textId="77777777" w:rsidR="00810015" w:rsidRDefault="00810015" w:rsidP="00810015">
      <w:r>
        <w:t>223.5824</w:t>
      </w:r>
      <w:r>
        <w:tab/>
        <w:t>1.013e0</w:t>
      </w:r>
    </w:p>
    <w:p w14:paraId="33F1928D" w14:textId="77777777" w:rsidR="00810015" w:rsidRDefault="00810015" w:rsidP="00810015">
      <w:r>
        <w:t>223.5897</w:t>
      </w:r>
      <w:r>
        <w:tab/>
        <w:t>3.038e0</w:t>
      </w:r>
    </w:p>
    <w:p w14:paraId="558FF241" w14:textId="77777777" w:rsidR="00810015" w:rsidRDefault="00810015" w:rsidP="00810015">
      <w:r>
        <w:t>223.5942</w:t>
      </w:r>
      <w:r>
        <w:tab/>
        <w:t>2.025e0</w:t>
      </w:r>
    </w:p>
    <w:p w14:paraId="0E4D88F3" w14:textId="77777777" w:rsidR="00810015" w:rsidRDefault="00810015" w:rsidP="00810015">
      <w:r>
        <w:t>223.5988</w:t>
      </w:r>
      <w:r>
        <w:tab/>
        <w:t>1.013e0</w:t>
      </w:r>
    </w:p>
    <w:p w14:paraId="4F8B83E1" w14:textId="77777777" w:rsidR="00810015" w:rsidRDefault="00810015" w:rsidP="00810015">
      <w:r>
        <w:t>223.6215</w:t>
      </w:r>
      <w:r>
        <w:tab/>
        <w:t>3.038e0</w:t>
      </w:r>
    </w:p>
    <w:p w14:paraId="364F3205" w14:textId="77777777" w:rsidR="00810015" w:rsidRDefault="00810015" w:rsidP="00810015">
      <w:r>
        <w:t>223.6334</w:t>
      </w:r>
      <w:r>
        <w:tab/>
        <w:t>2.025e0</w:t>
      </w:r>
    </w:p>
    <w:p w14:paraId="173EB725" w14:textId="77777777" w:rsidR="00810015" w:rsidRDefault="00810015" w:rsidP="00810015">
      <w:r>
        <w:t>223.6364</w:t>
      </w:r>
      <w:r>
        <w:tab/>
        <w:t>2.025e0</w:t>
      </w:r>
    </w:p>
    <w:p w14:paraId="5C04CB4D" w14:textId="77777777" w:rsidR="00810015" w:rsidRDefault="00810015" w:rsidP="00810015">
      <w:r>
        <w:t>223.6537</w:t>
      </w:r>
      <w:r>
        <w:tab/>
        <w:t>2.025e0</w:t>
      </w:r>
    </w:p>
    <w:p w14:paraId="3EF8200A" w14:textId="77777777" w:rsidR="00810015" w:rsidRDefault="00810015" w:rsidP="00810015">
      <w:r>
        <w:t>223.6656</w:t>
      </w:r>
      <w:r>
        <w:tab/>
        <w:t>2.025e0</w:t>
      </w:r>
    </w:p>
    <w:p w14:paraId="4FF1FC05" w14:textId="77777777" w:rsidR="00810015" w:rsidRDefault="00810015" w:rsidP="00810015">
      <w:r>
        <w:t>223.6906</w:t>
      </w:r>
      <w:r>
        <w:tab/>
        <w:t>1.013e0</w:t>
      </w:r>
    </w:p>
    <w:p w14:paraId="115E243C" w14:textId="77777777" w:rsidR="00810015" w:rsidRDefault="00810015" w:rsidP="00810015">
      <w:r>
        <w:t>223.6990</w:t>
      </w:r>
      <w:r>
        <w:tab/>
        <w:t>1.013e0</w:t>
      </w:r>
    </w:p>
    <w:p w14:paraId="63A0D229" w14:textId="77777777" w:rsidR="00810015" w:rsidRDefault="00810015" w:rsidP="00810015">
      <w:r>
        <w:t>223.7078</w:t>
      </w:r>
      <w:r>
        <w:tab/>
        <w:t>2.025e0</w:t>
      </w:r>
    </w:p>
    <w:p w14:paraId="2BAB49DC" w14:textId="77777777" w:rsidR="00810015" w:rsidRDefault="00810015" w:rsidP="00810015">
      <w:r>
        <w:t>223.7175</w:t>
      </w:r>
      <w:r>
        <w:tab/>
        <w:t>1.013e0</w:t>
      </w:r>
    </w:p>
    <w:p w14:paraId="653D4407" w14:textId="77777777" w:rsidR="00810015" w:rsidRDefault="00810015" w:rsidP="00810015">
      <w:r>
        <w:t>223.7259</w:t>
      </w:r>
      <w:r>
        <w:tab/>
        <w:t>1.013e0</w:t>
      </w:r>
    </w:p>
    <w:p w14:paraId="7A67A8D7" w14:textId="77777777" w:rsidR="00810015" w:rsidRDefault="00810015" w:rsidP="00810015">
      <w:r>
        <w:t>223.7374</w:t>
      </w:r>
      <w:r>
        <w:tab/>
        <w:t>1.013e0</w:t>
      </w:r>
    </w:p>
    <w:p w14:paraId="75C53A50" w14:textId="77777777" w:rsidR="00810015" w:rsidRDefault="00810015" w:rsidP="00810015">
      <w:r>
        <w:t>223.7665</w:t>
      </w:r>
      <w:r>
        <w:tab/>
        <w:t>1.013e0</w:t>
      </w:r>
    </w:p>
    <w:p w14:paraId="2A5AF2CB" w14:textId="77777777" w:rsidR="00810015" w:rsidRDefault="00810015" w:rsidP="00810015">
      <w:r>
        <w:t>223.7735</w:t>
      </w:r>
      <w:r>
        <w:tab/>
        <w:t>2.025e0</w:t>
      </w:r>
    </w:p>
    <w:p w14:paraId="7E212697" w14:textId="77777777" w:rsidR="00810015" w:rsidRDefault="00810015" w:rsidP="00810015">
      <w:r>
        <w:t>223.7812</w:t>
      </w:r>
      <w:r>
        <w:tab/>
        <w:t>2.025e0</w:t>
      </w:r>
    </w:p>
    <w:p w14:paraId="58D26EAF" w14:textId="77777777" w:rsidR="00810015" w:rsidRDefault="00810015" w:rsidP="00810015">
      <w:r>
        <w:t>223.7859</w:t>
      </w:r>
      <w:r>
        <w:tab/>
        <w:t>3.038e0</w:t>
      </w:r>
    </w:p>
    <w:p w14:paraId="1BED04EC" w14:textId="77777777" w:rsidR="00810015" w:rsidRDefault="00810015" w:rsidP="00810015">
      <w:r>
        <w:t>223.7959</w:t>
      </w:r>
      <w:r>
        <w:tab/>
        <w:t>7.089e0</w:t>
      </w:r>
    </w:p>
    <w:p w14:paraId="6EE280F0" w14:textId="77777777" w:rsidR="00810015" w:rsidRDefault="00810015" w:rsidP="00810015">
      <w:r>
        <w:t>223.8333</w:t>
      </w:r>
      <w:r>
        <w:tab/>
        <w:t>2.025e0</w:t>
      </w:r>
    </w:p>
    <w:p w14:paraId="027961AA" w14:textId="77777777" w:rsidR="00810015" w:rsidRDefault="00810015" w:rsidP="00810015">
      <w:r>
        <w:t>223.8345</w:t>
      </w:r>
      <w:r>
        <w:tab/>
        <w:t>4.051e0</w:t>
      </w:r>
    </w:p>
    <w:p w14:paraId="05A46E95" w14:textId="77777777" w:rsidR="00810015" w:rsidRDefault="00810015" w:rsidP="00810015">
      <w:r>
        <w:t>223.8410</w:t>
      </w:r>
      <w:r>
        <w:tab/>
        <w:t>2.025e0</w:t>
      </w:r>
    </w:p>
    <w:p w14:paraId="103309F9" w14:textId="77777777" w:rsidR="00810015" w:rsidRDefault="00810015" w:rsidP="00810015">
      <w:r>
        <w:t>223.8452</w:t>
      </w:r>
      <w:r>
        <w:tab/>
        <w:t>3.038e0</w:t>
      </w:r>
    </w:p>
    <w:p w14:paraId="111256A3" w14:textId="77777777" w:rsidR="00810015" w:rsidRDefault="00810015" w:rsidP="00810015">
      <w:r>
        <w:t>223.8576</w:t>
      </w:r>
      <w:r>
        <w:tab/>
        <w:t>3.038e0</w:t>
      </w:r>
    </w:p>
    <w:p w14:paraId="079276DC" w14:textId="77777777" w:rsidR="00810015" w:rsidRDefault="00810015" w:rsidP="00810015">
      <w:r>
        <w:t>223.8685</w:t>
      </w:r>
      <w:r>
        <w:tab/>
        <w:t>1.013e0</w:t>
      </w:r>
    </w:p>
    <w:p w14:paraId="18E68445" w14:textId="77777777" w:rsidR="00810015" w:rsidRDefault="00810015" w:rsidP="00810015">
      <w:r>
        <w:t>223.8894</w:t>
      </w:r>
      <w:r>
        <w:tab/>
        <w:t>1.013e0</w:t>
      </w:r>
    </w:p>
    <w:p w14:paraId="5E6CF895" w14:textId="77777777" w:rsidR="00810015" w:rsidRDefault="00810015" w:rsidP="00810015">
      <w:r>
        <w:t>223.8998</w:t>
      </w:r>
      <w:r>
        <w:tab/>
        <w:t>2.025e0</w:t>
      </w:r>
    </w:p>
    <w:p w14:paraId="15896674" w14:textId="77777777" w:rsidR="00810015" w:rsidRDefault="00810015" w:rsidP="00810015">
      <w:r>
        <w:t>223.9067</w:t>
      </w:r>
      <w:r>
        <w:tab/>
        <w:t>2.025e0</w:t>
      </w:r>
    </w:p>
    <w:p w14:paraId="532C24BD" w14:textId="77777777" w:rsidR="00810015" w:rsidRDefault="00810015" w:rsidP="00810015">
      <w:r>
        <w:t>223.9163</w:t>
      </w:r>
      <w:r>
        <w:tab/>
        <w:t>2.025e0</w:t>
      </w:r>
    </w:p>
    <w:p w14:paraId="5F8A5421" w14:textId="77777777" w:rsidR="00810015" w:rsidRDefault="00810015" w:rsidP="00810015">
      <w:r>
        <w:t>223.9286</w:t>
      </w:r>
      <w:r>
        <w:tab/>
        <w:t>3.038e0</w:t>
      </w:r>
    </w:p>
    <w:p w14:paraId="58CA5E4A" w14:textId="77777777" w:rsidR="00810015" w:rsidRDefault="00810015" w:rsidP="00810015">
      <w:r>
        <w:t>223.9370</w:t>
      </w:r>
      <w:r>
        <w:tab/>
        <w:t>1.013e0</w:t>
      </w:r>
    </w:p>
    <w:p w14:paraId="669010BA" w14:textId="77777777" w:rsidR="00810015" w:rsidRDefault="00810015" w:rsidP="00810015">
      <w:r>
        <w:t>223.9447</w:t>
      </w:r>
      <w:r>
        <w:tab/>
        <w:t>1.013e0</w:t>
      </w:r>
    </w:p>
    <w:p w14:paraId="3FDE933A" w14:textId="77777777" w:rsidR="00810015" w:rsidRDefault="00810015" w:rsidP="00810015">
      <w:r>
        <w:t>223.9466</w:t>
      </w:r>
      <w:r>
        <w:tab/>
        <w:t>2.025e0</w:t>
      </w:r>
    </w:p>
    <w:p w14:paraId="58C2E1E0" w14:textId="77777777" w:rsidR="00810015" w:rsidRDefault="00810015" w:rsidP="00810015">
      <w:r>
        <w:t>224.0109</w:t>
      </w:r>
      <w:r>
        <w:tab/>
        <w:t>4.902e2</w:t>
      </w:r>
    </w:p>
    <w:p w14:paraId="476024FE" w14:textId="77777777" w:rsidR="00810015" w:rsidRDefault="00810015" w:rsidP="00810015">
      <w:r>
        <w:t>224.0120</w:t>
      </w:r>
      <w:r>
        <w:tab/>
        <w:t>1.606e3</w:t>
      </w:r>
    </w:p>
    <w:p w14:paraId="4E77FD36" w14:textId="77777777" w:rsidR="00810015" w:rsidRDefault="00810015" w:rsidP="00810015">
      <w:r>
        <w:t>224.0726</w:t>
      </w:r>
      <w:r>
        <w:tab/>
        <w:t>2.216e0</w:t>
      </w:r>
    </w:p>
    <w:p w14:paraId="6C39F1C2" w14:textId="77777777" w:rsidR="00810015" w:rsidRDefault="00810015" w:rsidP="00810015">
      <w:r>
        <w:t>224.0865</w:t>
      </w:r>
      <w:r>
        <w:tab/>
        <w:t>6.076e0</w:t>
      </w:r>
    </w:p>
    <w:p w14:paraId="05FC83F6" w14:textId="77777777" w:rsidR="00810015" w:rsidRDefault="00810015" w:rsidP="00810015">
      <w:r>
        <w:t>224.0883</w:t>
      </w:r>
      <w:r>
        <w:tab/>
        <w:t>2.025e0</w:t>
      </w:r>
    </w:p>
    <w:p w14:paraId="435F17CF" w14:textId="77777777" w:rsidR="00810015" w:rsidRDefault="00810015" w:rsidP="00810015">
      <w:r>
        <w:t>224.0983</w:t>
      </w:r>
      <w:r>
        <w:tab/>
        <w:t>5.063e0</w:t>
      </w:r>
    </w:p>
    <w:p w14:paraId="322136D1" w14:textId="77777777" w:rsidR="00810015" w:rsidRDefault="00810015" w:rsidP="00810015">
      <w:r>
        <w:t>224.1087</w:t>
      </w:r>
      <w:r>
        <w:tab/>
        <w:t>8.101e0</w:t>
      </w:r>
    </w:p>
    <w:p w14:paraId="3F40C8DE" w14:textId="77777777" w:rsidR="00810015" w:rsidRDefault="00810015" w:rsidP="00810015">
      <w:r>
        <w:t>224.1242</w:t>
      </w:r>
      <w:r>
        <w:tab/>
        <w:t>4.035e0</w:t>
      </w:r>
    </w:p>
    <w:p w14:paraId="3366B76E" w14:textId="77777777" w:rsidR="00810015" w:rsidRDefault="00810015" w:rsidP="00810015">
      <w:r>
        <w:t>224.1321</w:t>
      </w:r>
      <w:r>
        <w:tab/>
        <w:t>3.038e0</w:t>
      </w:r>
    </w:p>
    <w:p w14:paraId="0697B515" w14:textId="77777777" w:rsidR="00810015" w:rsidRDefault="00810015" w:rsidP="00810015">
      <w:r>
        <w:t>224.1339</w:t>
      </w:r>
      <w:r>
        <w:tab/>
        <w:t>9.336e0</w:t>
      </w:r>
    </w:p>
    <w:p w14:paraId="050A8A00" w14:textId="77777777" w:rsidR="00810015" w:rsidRDefault="00810015" w:rsidP="00810015">
      <w:r>
        <w:t>224.1353</w:t>
      </w:r>
      <w:r>
        <w:tab/>
        <w:t>4.810e0</w:t>
      </w:r>
    </w:p>
    <w:p w14:paraId="005CCB4A" w14:textId="77777777" w:rsidR="00810015" w:rsidRDefault="00810015" w:rsidP="00810015">
      <w:r>
        <w:t>224.1609</w:t>
      </w:r>
      <w:r>
        <w:tab/>
        <w:t>5.063e0</w:t>
      </w:r>
    </w:p>
    <w:p w14:paraId="02EF8C96" w14:textId="77777777" w:rsidR="00810015" w:rsidRDefault="00810015" w:rsidP="00810015">
      <w:r>
        <w:t>224.1673</w:t>
      </w:r>
      <w:r>
        <w:tab/>
        <w:t>3.038e0</w:t>
      </w:r>
    </w:p>
    <w:p w14:paraId="3AF0FA89" w14:textId="77777777" w:rsidR="00810015" w:rsidRDefault="00810015" w:rsidP="00810015">
      <w:r>
        <w:t>224.1791</w:t>
      </w:r>
      <w:r>
        <w:tab/>
        <w:t>9.114e0</w:t>
      </w:r>
    </w:p>
    <w:p w14:paraId="49C829C8" w14:textId="77777777" w:rsidR="00810015" w:rsidRDefault="00810015" w:rsidP="00810015">
      <w:r>
        <w:t>224.1868</w:t>
      </w:r>
      <w:r>
        <w:tab/>
        <w:t>2.025e0</w:t>
      </w:r>
    </w:p>
    <w:p w14:paraId="1EF7B746" w14:textId="77777777" w:rsidR="00810015" w:rsidRDefault="00810015" w:rsidP="00810015">
      <w:r>
        <w:t>224.1888</w:t>
      </w:r>
      <w:r>
        <w:tab/>
        <w:t>3.038e0</w:t>
      </w:r>
    </w:p>
    <w:p w14:paraId="203EB533" w14:textId="77777777" w:rsidR="00810015" w:rsidRDefault="00810015" w:rsidP="00810015">
      <w:r>
        <w:t>224.1957</w:t>
      </w:r>
      <w:r>
        <w:tab/>
        <w:t>4.051e0</w:t>
      </w:r>
    </w:p>
    <w:p w14:paraId="20BA24EB" w14:textId="77777777" w:rsidR="00810015" w:rsidRDefault="00810015" w:rsidP="00810015">
      <w:r>
        <w:t>224.2173</w:t>
      </w:r>
      <w:r>
        <w:tab/>
        <w:t>2.025e0</w:t>
      </w:r>
    </w:p>
    <w:p w14:paraId="20271879" w14:textId="77777777" w:rsidR="00810015" w:rsidRDefault="00810015" w:rsidP="00810015">
      <w:r>
        <w:t>224.2238</w:t>
      </w:r>
      <w:r>
        <w:tab/>
        <w:t>4.051e0</w:t>
      </w:r>
    </w:p>
    <w:p w14:paraId="16E2B047" w14:textId="77777777" w:rsidR="00810015" w:rsidRDefault="00810015" w:rsidP="00810015">
      <w:r>
        <w:t>224.2319</w:t>
      </w:r>
      <w:r>
        <w:tab/>
        <w:t>2.025e0</w:t>
      </w:r>
    </w:p>
    <w:p w14:paraId="119150DD" w14:textId="77777777" w:rsidR="00810015" w:rsidRDefault="00810015" w:rsidP="00810015">
      <w:r>
        <w:t>224.2331</w:t>
      </w:r>
      <w:r>
        <w:tab/>
        <w:t>2.025e0</w:t>
      </w:r>
    </w:p>
    <w:p w14:paraId="0ED7E330" w14:textId="77777777" w:rsidR="00810015" w:rsidRDefault="00810015" w:rsidP="00810015">
      <w:r>
        <w:t>224.2352</w:t>
      </w:r>
      <w:r>
        <w:tab/>
        <w:t>5.063e0</w:t>
      </w:r>
    </w:p>
    <w:p w14:paraId="0B33650F" w14:textId="77777777" w:rsidR="00810015" w:rsidRDefault="00810015" w:rsidP="00810015">
      <w:r>
        <w:t>224.2621</w:t>
      </w:r>
      <w:r>
        <w:tab/>
        <w:t>1.013e0</w:t>
      </w:r>
    </w:p>
    <w:p w14:paraId="4DB8A1E7" w14:textId="77777777" w:rsidR="00810015" w:rsidRDefault="00810015" w:rsidP="00810015">
      <w:r>
        <w:t>224.2710</w:t>
      </w:r>
      <w:r>
        <w:tab/>
        <w:t>6.076e0</w:t>
      </w:r>
    </w:p>
    <w:p w14:paraId="3F27F043" w14:textId="77777777" w:rsidR="00810015" w:rsidRDefault="00810015" w:rsidP="00810015">
      <w:r>
        <w:t>224.2800</w:t>
      </w:r>
      <w:r>
        <w:tab/>
        <w:t>1.288e0</w:t>
      </w:r>
    </w:p>
    <w:p w14:paraId="7A390FE8" w14:textId="77777777" w:rsidR="00810015" w:rsidRDefault="00810015" w:rsidP="00810015">
      <w:r>
        <w:t>224.2817</w:t>
      </w:r>
      <w:r>
        <w:tab/>
        <w:t>2.025e0</w:t>
      </w:r>
    </w:p>
    <w:p w14:paraId="7A2421C0" w14:textId="77777777" w:rsidR="00810015" w:rsidRDefault="00810015" w:rsidP="00810015">
      <w:r>
        <w:t>224.3102</w:t>
      </w:r>
      <w:r>
        <w:tab/>
        <w:t>6.872e0</w:t>
      </w:r>
    </w:p>
    <w:p w14:paraId="572FC74C" w14:textId="77777777" w:rsidR="00810015" w:rsidRDefault="00810015" w:rsidP="00810015">
      <w:r>
        <w:t>224.3147</w:t>
      </w:r>
      <w:r>
        <w:tab/>
        <w:t>3.038e0</w:t>
      </w:r>
    </w:p>
    <w:p w14:paraId="5EFD94E3" w14:textId="77777777" w:rsidR="00810015" w:rsidRDefault="00810015" w:rsidP="00810015">
      <w:r>
        <w:t>224.3224</w:t>
      </w:r>
      <w:r>
        <w:tab/>
        <w:t>5.063e0</w:t>
      </w:r>
    </w:p>
    <w:p w14:paraId="41459FFB" w14:textId="77777777" w:rsidR="00810015" w:rsidRDefault="00810015" w:rsidP="00810015">
      <w:r>
        <w:t>224.3270</w:t>
      </w:r>
      <w:r>
        <w:tab/>
        <w:t>2.025e0</w:t>
      </w:r>
    </w:p>
    <w:p w14:paraId="27174005" w14:textId="77777777" w:rsidR="00810015" w:rsidRDefault="00810015" w:rsidP="00810015">
      <w:r>
        <w:t>224.3316</w:t>
      </w:r>
      <w:r>
        <w:tab/>
        <w:t>3.038e0</w:t>
      </w:r>
    </w:p>
    <w:p w14:paraId="41FFBF81" w14:textId="77777777" w:rsidR="00810015" w:rsidRDefault="00810015" w:rsidP="00810015">
      <w:r>
        <w:t>224.3651</w:t>
      </w:r>
      <w:r>
        <w:tab/>
        <w:t>3.038e0</w:t>
      </w:r>
    </w:p>
    <w:p w14:paraId="0B62A0D7" w14:textId="77777777" w:rsidR="00810015" w:rsidRDefault="00810015" w:rsidP="00810015">
      <w:r>
        <w:t>224.3705</w:t>
      </w:r>
      <w:r>
        <w:tab/>
        <w:t>5.585e0</w:t>
      </w:r>
    </w:p>
    <w:p w14:paraId="61C11DF0" w14:textId="77777777" w:rsidR="00810015" w:rsidRDefault="00810015" w:rsidP="00810015">
      <w:r>
        <w:t>224.3821</w:t>
      </w:r>
      <w:r>
        <w:tab/>
        <w:t>4.051e0</w:t>
      </w:r>
    </w:p>
    <w:p w14:paraId="48A6651E" w14:textId="77777777" w:rsidR="00810015" w:rsidRDefault="00810015" w:rsidP="00810015">
      <w:r>
        <w:t>224.4009</w:t>
      </w:r>
      <w:r>
        <w:tab/>
        <w:t>3.289e0</w:t>
      </w:r>
    </w:p>
    <w:p w14:paraId="3281FD13" w14:textId="77777777" w:rsidR="00810015" w:rsidRDefault="00810015" w:rsidP="00810015">
      <w:r>
        <w:t>224.4019</w:t>
      </w:r>
      <w:r>
        <w:tab/>
        <w:t>2.025e0</w:t>
      </w:r>
    </w:p>
    <w:p w14:paraId="3FD69F30" w14:textId="77777777" w:rsidR="00810015" w:rsidRDefault="00810015" w:rsidP="00810015">
      <w:r>
        <w:t>224.4248</w:t>
      </w:r>
      <w:r>
        <w:tab/>
        <w:t>4.051e0</w:t>
      </w:r>
    </w:p>
    <w:p w14:paraId="27A5D3C0" w14:textId="77777777" w:rsidR="00810015" w:rsidRDefault="00810015" w:rsidP="00810015">
      <w:r>
        <w:t>224.4270</w:t>
      </w:r>
      <w:r>
        <w:tab/>
        <w:t>1.013e0</w:t>
      </w:r>
    </w:p>
    <w:p w14:paraId="1FB92207" w14:textId="77777777" w:rsidR="00810015" w:rsidRDefault="00810015" w:rsidP="00810015">
      <w:r>
        <w:t>224.4282</w:t>
      </w:r>
      <w:r>
        <w:tab/>
        <w:t>2.025e0</w:t>
      </w:r>
    </w:p>
    <w:p w14:paraId="1C5B1FA4" w14:textId="77777777" w:rsidR="00810015" w:rsidRDefault="00810015" w:rsidP="00810015">
      <w:r>
        <w:t>224.4321</w:t>
      </w:r>
      <w:r>
        <w:tab/>
        <w:t>2.025e0</w:t>
      </w:r>
    </w:p>
    <w:p w14:paraId="6ED999C9" w14:textId="77777777" w:rsidR="00810015" w:rsidRDefault="00810015" w:rsidP="00810015">
      <w:r>
        <w:t>224.4436</w:t>
      </w:r>
      <w:r>
        <w:tab/>
        <w:t>2.025e0</w:t>
      </w:r>
    </w:p>
    <w:p w14:paraId="2CEDB19A" w14:textId="77777777" w:rsidR="00810015" w:rsidRDefault="00810015" w:rsidP="00810015">
      <w:r>
        <w:t>224.4528</w:t>
      </w:r>
      <w:r>
        <w:tab/>
        <w:t>4.051e0</w:t>
      </w:r>
    </w:p>
    <w:p w14:paraId="35C324E8" w14:textId="77777777" w:rsidR="00810015" w:rsidRDefault="00810015" w:rsidP="00810015">
      <w:r>
        <w:t>224.4658</w:t>
      </w:r>
      <w:r>
        <w:tab/>
        <w:t>2.025e0</w:t>
      </w:r>
    </w:p>
    <w:p w14:paraId="1A6BA875" w14:textId="77777777" w:rsidR="00810015" w:rsidRDefault="00810015" w:rsidP="00810015">
      <w:r>
        <w:t>224.4697</w:t>
      </w:r>
      <w:r>
        <w:tab/>
        <w:t>3.038e0</w:t>
      </w:r>
    </w:p>
    <w:p w14:paraId="2F2A519E" w14:textId="77777777" w:rsidR="00810015" w:rsidRDefault="00810015" w:rsidP="00810015">
      <w:r>
        <w:t>224.4796</w:t>
      </w:r>
      <w:r>
        <w:tab/>
        <w:t>3.038e0</w:t>
      </w:r>
    </w:p>
    <w:p w14:paraId="0589EE52" w14:textId="77777777" w:rsidR="00810015" w:rsidRDefault="00810015" w:rsidP="00810015">
      <w:r>
        <w:t>224.4967</w:t>
      </w:r>
      <w:r>
        <w:tab/>
        <w:t>3.038e0</w:t>
      </w:r>
    </w:p>
    <w:p w14:paraId="1788840D" w14:textId="77777777" w:rsidR="00810015" w:rsidRDefault="00810015" w:rsidP="00810015">
      <w:r>
        <w:t>224.5044</w:t>
      </w:r>
      <w:r>
        <w:tab/>
        <w:t>3.038e0</w:t>
      </w:r>
    </w:p>
    <w:p w14:paraId="6B3EAC67" w14:textId="77777777" w:rsidR="00810015" w:rsidRDefault="00810015" w:rsidP="00810015">
      <w:r>
        <w:t>224.5132</w:t>
      </w:r>
      <w:r>
        <w:tab/>
        <w:t>3.038e0</w:t>
      </w:r>
    </w:p>
    <w:p w14:paraId="5E68E8C5" w14:textId="77777777" w:rsidR="00810015" w:rsidRDefault="00810015" w:rsidP="00810015">
      <w:r>
        <w:t>224.5227</w:t>
      </w:r>
      <w:r>
        <w:tab/>
        <w:t>8.101e0</w:t>
      </w:r>
    </w:p>
    <w:p w14:paraId="79B6C96B" w14:textId="77777777" w:rsidR="00810015" w:rsidRDefault="00810015" w:rsidP="00810015">
      <w:r>
        <w:t>224.5576</w:t>
      </w:r>
      <w:r>
        <w:tab/>
        <w:t>1.013e0</w:t>
      </w:r>
    </w:p>
    <w:p w14:paraId="745A17BC" w14:textId="77777777" w:rsidR="00810015" w:rsidRDefault="00810015" w:rsidP="00810015">
      <w:r>
        <w:t>224.5653</w:t>
      </w:r>
      <w:r>
        <w:tab/>
        <w:t>2.025e0</w:t>
      </w:r>
    </w:p>
    <w:p w14:paraId="3F4D8FE4" w14:textId="77777777" w:rsidR="00810015" w:rsidRDefault="00810015" w:rsidP="00810015">
      <w:r>
        <w:t>224.5722</w:t>
      </w:r>
      <w:r>
        <w:tab/>
        <w:t>5.063e0</w:t>
      </w:r>
    </w:p>
    <w:p w14:paraId="1D95FCC4" w14:textId="77777777" w:rsidR="00810015" w:rsidRDefault="00810015" w:rsidP="00810015">
      <w:r>
        <w:t>224.5808</w:t>
      </w:r>
      <w:r>
        <w:tab/>
        <w:t>1.013e0</w:t>
      </w:r>
    </w:p>
    <w:p w14:paraId="1E0EA400" w14:textId="77777777" w:rsidR="00810015" w:rsidRDefault="00810015" w:rsidP="00810015">
      <w:r>
        <w:t>224.5834</w:t>
      </w:r>
      <w:r>
        <w:tab/>
        <w:t>2.025e0</w:t>
      </w:r>
    </w:p>
    <w:p w14:paraId="32B661B4" w14:textId="77777777" w:rsidR="00810015" w:rsidRDefault="00810015" w:rsidP="00810015">
      <w:r>
        <w:t>224.5970</w:t>
      </w:r>
      <w:r>
        <w:tab/>
        <w:t>1.013e0</w:t>
      </w:r>
    </w:p>
    <w:p w14:paraId="19CEF7BB" w14:textId="77777777" w:rsidR="00810015" w:rsidRDefault="00810015" w:rsidP="00810015">
      <w:r>
        <w:t>224.6073</w:t>
      </w:r>
      <w:r>
        <w:tab/>
        <w:t>4.051e0</w:t>
      </w:r>
    </w:p>
    <w:p w14:paraId="34028365" w14:textId="77777777" w:rsidR="00810015" w:rsidRDefault="00810015" w:rsidP="00810015">
      <w:r>
        <w:t>224.6132</w:t>
      </w:r>
      <w:r>
        <w:tab/>
        <w:t>1.114e1</w:t>
      </w:r>
    </w:p>
    <w:p w14:paraId="5F7797F3" w14:textId="77777777" w:rsidR="00810015" w:rsidRDefault="00810015" w:rsidP="00810015">
      <w:r>
        <w:t>224.6253</w:t>
      </w:r>
      <w:r>
        <w:tab/>
        <w:t>2.025e0</w:t>
      </w:r>
    </w:p>
    <w:p w14:paraId="0A0D3274" w14:textId="77777777" w:rsidR="00810015" w:rsidRDefault="00810015" w:rsidP="00810015">
      <w:r>
        <w:t>224.6291</w:t>
      </w:r>
      <w:r>
        <w:tab/>
        <w:t>2.025e0</w:t>
      </w:r>
    </w:p>
    <w:p w14:paraId="37553234" w14:textId="77777777" w:rsidR="00810015" w:rsidRDefault="00810015" w:rsidP="00810015">
      <w:r>
        <w:t>224.6445</w:t>
      </w:r>
      <w:r>
        <w:tab/>
        <w:t>2.025e0</w:t>
      </w:r>
    </w:p>
    <w:p w14:paraId="5A73D938" w14:textId="77777777" w:rsidR="00810015" w:rsidRDefault="00810015" w:rsidP="00810015">
      <w:r>
        <w:t>224.6521</w:t>
      </w:r>
      <w:r>
        <w:tab/>
        <w:t>1.013e0</w:t>
      </w:r>
    </w:p>
    <w:p w14:paraId="29611B80" w14:textId="77777777" w:rsidR="00810015" w:rsidRDefault="00810015" w:rsidP="00810015">
      <w:r>
        <w:t>224.6567</w:t>
      </w:r>
      <w:r>
        <w:tab/>
        <w:t>2.025e0</w:t>
      </w:r>
    </w:p>
    <w:p w14:paraId="0D68D565" w14:textId="77777777" w:rsidR="00810015" w:rsidRDefault="00810015" w:rsidP="00810015">
      <w:r>
        <w:t>224.6598</w:t>
      </w:r>
      <w:r>
        <w:tab/>
        <w:t>3.038e0</w:t>
      </w:r>
    </w:p>
    <w:p w14:paraId="09CF39A5" w14:textId="77777777" w:rsidR="00810015" w:rsidRDefault="00810015" w:rsidP="00810015">
      <w:r>
        <w:t>224.6893</w:t>
      </w:r>
      <w:r>
        <w:tab/>
        <w:t>4.845e0</w:t>
      </w:r>
    </w:p>
    <w:p w14:paraId="6DE31A06" w14:textId="77777777" w:rsidR="00810015" w:rsidRDefault="00810015" w:rsidP="00810015">
      <w:r>
        <w:t>224.6971</w:t>
      </w:r>
      <w:r>
        <w:tab/>
        <w:t>4.051e0</w:t>
      </w:r>
    </w:p>
    <w:p w14:paraId="3C6A4307" w14:textId="77777777" w:rsidR="00810015" w:rsidRDefault="00810015" w:rsidP="00810015">
      <w:r>
        <w:t>224.7045</w:t>
      </w:r>
      <w:r>
        <w:tab/>
        <w:t>4.051e0</w:t>
      </w:r>
    </w:p>
    <w:p w14:paraId="539A3E48" w14:textId="77777777" w:rsidR="00810015" w:rsidRDefault="00810015" w:rsidP="00810015">
      <w:r>
        <w:t>224.7285</w:t>
      </w:r>
      <w:r>
        <w:tab/>
        <w:t>2.025e0</w:t>
      </w:r>
    </w:p>
    <w:p w14:paraId="5F5428B8" w14:textId="77777777" w:rsidR="00810015" w:rsidRDefault="00810015" w:rsidP="00810015">
      <w:r>
        <w:t>224.7460</w:t>
      </w:r>
      <w:r>
        <w:tab/>
        <w:t>1.013e0</w:t>
      </w:r>
    </w:p>
    <w:p w14:paraId="3AAB0F82" w14:textId="77777777" w:rsidR="00810015" w:rsidRDefault="00810015" w:rsidP="00810015">
      <w:r>
        <w:t>224.7490</w:t>
      </w:r>
      <w:r>
        <w:tab/>
        <w:t>2.025e0</w:t>
      </w:r>
    </w:p>
    <w:p w14:paraId="4F7EC0F2" w14:textId="77777777" w:rsidR="00810015" w:rsidRDefault="00810015" w:rsidP="00810015">
      <w:r>
        <w:t>224.7605</w:t>
      </w:r>
      <w:r>
        <w:tab/>
        <w:t>1.013e0</w:t>
      </w:r>
    </w:p>
    <w:p w14:paraId="4CBCF222" w14:textId="77777777" w:rsidR="00810015" w:rsidRDefault="00810015" w:rsidP="00810015">
      <w:r>
        <w:t>224.7778</w:t>
      </w:r>
      <w:r>
        <w:tab/>
        <w:t>3.038e0</w:t>
      </w:r>
    </w:p>
    <w:p w14:paraId="07A1E39D" w14:textId="77777777" w:rsidR="00810015" w:rsidRDefault="00810015" w:rsidP="00810015">
      <w:r>
        <w:t>224.7798</w:t>
      </w:r>
      <w:r>
        <w:tab/>
        <w:t>2.025e0</w:t>
      </w:r>
    </w:p>
    <w:p w14:paraId="68A5A8AB" w14:textId="77777777" w:rsidR="00810015" w:rsidRDefault="00810015" w:rsidP="00810015">
      <w:r>
        <w:t>224.7946</w:t>
      </w:r>
      <w:r>
        <w:tab/>
        <w:t>4.051e0</w:t>
      </w:r>
    </w:p>
    <w:p w14:paraId="36448F86" w14:textId="77777777" w:rsidR="00810015" w:rsidRDefault="00810015" w:rsidP="00810015">
      <w:r>
        <w:t>224.7971</w:t>
      </w:r>
      <w:r>
        <w:tab/>
        <w:t>1.013e0</w:t>
      </w:r>
    </w:p>
    <w:p w14:paraId="7F42D4A1" w14:textId="77777777" w:rsidR="00810015" w:rsidRDefault="00810015" w:rsidP="00810015">
      <w:r>
        <w:t>224.8048</w:t>
      </w:r>
      <w:r>
        <w:tab/>
        <w:t>1.013e0</w:t>
      </w:r>
    </w:p>
    <w:p w14:paraId="41E4133C" w14:textId="77777777" w:rsidR="00810015" w:rsidRDefault="00810015" w:rsidP="00810015">
      <w:r>
        <w:t>224.8282</w:t>
      </w:r>
      <w:r>
        <w:tab/>
        <w:t>1.013e0</w:t>
      </w:r>
    </w:p>
    <w:p w14:paraId="65C2AA41" w14:textId="77777777" w:rsidR="00810015" w:rsidRDefault="00810015" w:rsidP="00810015">
      <w:r>
        <w:t>224.8321</w:t>
      </w:r>
      <w:r>
        <w:tab/>
        <w:t>1.013e0</w:t>
      </w:r>
    </w:p>
    <w:p w14:paraId="780A680F" w14:textId="77777777" w:rsidR="00810015" w:rsidRDefault="00810015" w:rsidP="00810015">
      <w:r>
        <w:t>224.8442</w:t>
      </w:r>
      <w:r>
        <w:tab/>
        <w:t>3.038e0</w:t>
      </w:r>
    </w:p>
    <w:p w14:paraId="42470F98" w14:textId="77777777" w:rsidR="00810015" w:rsidRDefault="00810015" w:rsidP="00810015">
      <w:r>
        <w:t>224.8558</w:t>
      </w:r>
      <w:r>
        <w:tab/>
        <w:t>1.013e0</w:t>
      </w:r>
    </w:p>
    <w:p w14:paraId="3B2E15B5" w14:textId="77777777" w:rsidR="00810015" w:rsidRDefault="00810015" w:rsidP="00810015">
      <w:r>
        <w:t>224.8703</w:t>
      </w:r>
      <w:r>
        <w:tab/>
        <w:t>2.025e0</w:t>
      </w:r>
    </w:p>
    <w:p w14:paraId="72039246" w14:textId="77777777" w:rsidR="00810015" w:rsidRDefault="00810015" w:rsidP="00810015">
      <w:r>
        <w:t>224.8810</w:t>
      </w:r>
      <w:r>
        <w:tab/>
        <w:t>4.051e0</w:t>
      </w:r>
    </w:p>
    <w:p w14:paraId="0E0F7940" w14:textId="77777777" w:rsidR="00810015" w:rsidRDefault="00810015" w:rsidP="00810015">
      <w:r>
        <w:t>224.9036</w:t>
      </w:r>
      <w:r>
        <w:tab/>
        <w:t>2.025e0</w:t>
      </w:r>
    </w:p>
    <w:p w14:paraId="02AB3C6F" w14:textId="77777777" w:rsidR="00810015" w:rsidRDefault="00810015" w:rsidP="00810015">
      <w:r>
        <w:t>224.9112</w:t>
      </w:r>
      <w:r>
        <w:tab/>
        <w:t>1.013e0</w:t>
      </w:r>
    </w:p>
    <w:p w14:paraId="7E3A19EE" w14:textId="77777777" w:rsidR="00810015" w:rsidRDefault="00810015" w:rsidP="00810015">
      <w:r>
        <w:t>224.9237</w:t>
      </w:r>
      <w:r>
        <w:tab/>
        <w:t>1.013e0</w:t>
      </w:r>
    </w:p>
    <w:p w14:paraId="1601B4BB" w14:textId="77777777" w:rsidR="00810015" w:rsidRDefault="00810015" w:rsidP="00810015">
      <w:r>
        <w:t>224.9481</w:t>
      </w:r>
      <w:r>
        <w:tab/>
        <w:t>1.013e0</w:t>
      </w:r>
    </w:p>
    <w:p w14:paraId="5A7F1850" w14:textId="77777777" w:rsidR="00810015" w:rsidRDefault="00810015" w:rsidP="00810015">
      <w:r>
        <w:t>224.9566</w:t>
      </w:r>
      <w:r>
        <w:tab/>
        <w:t>1.013e0</w:t>
      </w:r>
    </w:p>
    <w:p w14:paraId="58D49F9C" w14:textId="77777777" w:rsidR="00810015" w:rsidRDefault="00810015" w:rsidP="00810015">
      <w:r>
        <w:t>224.9862</w:t>
      </w:r>
      <w:r>
        <w:tab/>
        <w:t>1.100e1</w:t>
      </w:r>
    </w:p>
    <w:p w14:paraId="6FFC08BF" w14:textId="77777777" w:rsidR="00810015" w:rsidRDefault="00810015" w:rsidP="00810015">
      <w:r>
        <w:t>225.0122</w:t>
      </w:r>
      <w:r>
        <w:tab/>
        <w:t>5.359e1</w:t>
      </w:r>
    </w:p>
    <w:p w14:paraId="32E888DD" w14:textId="77777777" w:rsidR="00810015" w:rsidRDefault="00810015" w:rsidP="00810015">
      <w:r>
        <w:t>225.0136</w:t>
      </w:r>
      <w:r>
        <w:tab/>
        <w:t>1.764e2</w:t>
      </w:r>
    </w:p>
    <w:p w14:paraId="1DD75B55" w14:textId="77777777" w:rsidR="00810015" w:rsidRDefault="00810015" w:rsidP="00810015">
      <w:r>
        <w:t>225.0176</w:t>
      </w:r>
      <w:r>
        <w:tab/>
        <w:t>5.245e1</w:t>
      </w:r>
    </w:p>
    <w:p w14:paraId="69D78592" w14:textId="77777777" w:rsidR="00810015" w:rsidRDefault="00810015" w:rsidP="00810015">
      <w:r>
        <w:t>225.0486</w:t>
      </w:r>
      <w:r>
        <w:tab/>
        <w:t>5.063e0</w:t>
      </w:r>
    </w:p>
    <w:p w14:paraId="0C2C2D00" w14:textId="77777777" w:rsidR="00810015" w:rsidRDefault="00810015" w:rsidP="00810015">
      <w:r>
        <w:t>225.0841</w:t>
      </w:r>
      <w:r>
        <w:tab/>
        <w:t>3.020e1</w:t>
      </w:r>
    </w:p>
    <w:p w14:paraId="15C70F40" w14:textId="77777777" w:rsidR="00810015" w:rsidRDefault="00810015" w:rsidP="00810015">
      <w:r>
        <w:t>225.0875</w:t>
      </w:r>
      <w:r>
        <w:tab/>
        <w:t>4.354e1</w:t>
      </w:r>
    </w:p>
    <w:p w14:paraId="10A0D136" w14:textId="77777777" w:rsidR="00810015" w:rsidRDefault="00810015" w:rsidP="00810015">
      <w:r>
        <w:t>225.0900</w:t>
      </w:r>
      <w:r>
        <w:tab/>
        <w:t>1.722e1</w:t>
      </w:r>
    </w:p>
    <w:p w14:paraId="0486B89F" w14:textId="77777777" w:rsidR="00810015" w:rsidRDefault="00810015" w:rsidP="00810015">
      <w:r>
        <w:t>225.0924</w:t>
      </w:r>
      <w:r>
        <w:tab/>
        <w:t>8.101e0</w:t>
      </w:r>
    </w:p>
    <w:p w14:paraId="3F65617C" w14:textId="77777777" w:rsidR="00810015" w:rsidRDefault="00810015" w:rsidP="00810015">
      <w:r>
        <w:t>225.1253</w:t>
      </w:r>
      <w:r>
        <w:tab/>
        <w:t>2.012e0</w:t>
      </w:r>
    </w:p>
    <w:p w14:paraId="2F59B4F4" w14:textId="77777777" w:rsidR="00810015" w:rsidRDefault="00810015" w:rsidP="00810015">
      <w:r>
        <w:t>225.1443</w:t>
      </w:r>
      <w:r>
        <w:tab/>
        <w:t>2.831e0</w:t>
      </w:r>
    </w:p>
    <w:p w14:paraId="1F7FC57E" w14:textId="77777777" w:rsidR="00810015" w:rsidRDefault="00810015" w:rsidP="00810015">
      <w:r>
        <w:t>225.1481</w:t>
      </w:r>
      <w:r>
        <w:tab/>
        <w:t>1.013e0</w:t>
      </w:r>
    </w:p>
    <w:p w14:paraId="03C825E1" w14:textId="77777777" w:rsidR="00810015" w:rsidRDefault="00810015" w:rsidP="00810015">
      <w:r>
        <w:t>225.1531</w:t>
      </w:r>
      <w:r>
        <w:tab/>
        <w:t>2.012e0</w:t>
      </w:r>
    </w:p>
    <w:p w14:paraId="3061D792" w14:textId="77777777" w:rsidR="00810015" w:rsidRDefault="00810015" w:rsidP="00810015">
      <w:r>
        <w:t>225.1656</w:t>
      </w:r>
      <w:r>
        <w:tab/>
        <w:t>3.038e0</w:t>
      </w:r>
    </w:p>
    <w:p w14:paraId="3497C3AC" w14:textId="77777777" w:rsidR="00810015" w:rsidRDefault="00810015" w:rsidP="00810015">
      <w:r>
        <w:t>225.1871</w:t>
      </w:r>
      <w:r>
        <w:tab/>
        <w:t>1.013e0</w:t>
      </w:r>
    </w:p>
    <w:p w14:paraId="3D3A69D6" w14:textId="77777777" w:rsidR="00810015" w:rsidRDefault="00810015" w:rsidP="00810015">
      <w:r>
        <w:t>225.1997</w:t>
      </w:r>
      <w:r>
        <w:tab/>
        <w:t>1.013e0</w:t>
      </w:r>
    </w:p>
    <w:p w14:paraId="04FB141B" w14:textId="77777777" w:rsidR="00810015" w:rsidRDefault="00810015" w:rsidP="00810015">
      <w:r>
        <w:t>225.2023</w:t>
      </w:r>
      <w:r>
        <w:tab/>
        <w:t>2.025e0</w:t>
      </w:r>
    </w:p>
    <w:p w14:paraId="2F3F0FB9" w14:textId="77777777" w:rsidR="00810015" w:rsidRDefault="00810015" w:rsidP="00810015">
      <w:r>
        <w:t>225.2054</w:t>
      </w:r>
      <w:r>
        <w:tab/>
        <w:t>2.025e0</w:t>
      </w:r>
    </w:p>
    <w:p w14:paraId="214B03BA" w14:textId="77777777" w:rsidR="00810015" w:rsidRDefault="00810015" w:rsidP="00810015">
      <w:r>
        <w:t>225.2189</w:t>
      </w:r>
      <w:r>
        <w:tab/>
        <w:t>1.013e0</w:t>
      </w:r>
    </w:p>
    <w:p w14:paraId="55DAB00A" w14:textId="77777777" w:rsidR="00810015" w:rsidRDefault="00810015" w:rsidP="00810015">
      <w:r>
        <w:t>225.2236</w:t>
      </w:r>
      <w:r>
        <w:tab/>
        <w:t>1.013e0</w:t>
      </w:r>
    </w:p>
    <w:p w14:paraId="41A055AF" w14:textId="77777777" w:rsidR="00810015" w:rsidRDefault="00810015" w:rsidP="00810015">
      <w:r>
        <w:t>225.2305</w:t>
      </w:r>
      <w:r>
        <w:tab/>
        <w:t>2.025e0</w:t>
      </w:r>
    </w:p>
    <w:p w14:paraId="3F04038D" w14:textId="77777777" w:rsidR="00810015" w:rsidRDefault="00810015" w:rsidP="00810015">
      <w:r>
        <w:t>225.2385</w:t>
      </w:r>
      <w:r>
        <w:tab/>
        <w:t>2.025e0</w:t>
      </w:r>
    </w:p>
    <w:p w14:paraId="1808FE0F" w14:textId="77777777" w:rsidR="00810015" w:rsidRDefault="00810015" w:rsidP="00810015">
      <w:r>
        <w:t>225.2424</w:t>
      </w:r>
      <w:r>
        <w:tab/>
        <w:t>1.013e0</w:t>
      </w:r>
    </w:p>
    <w:p w14:paraId="2C074404" w14:textId="77777777" w:rsidR="00810015" w:rsidRDefault="00810015" w:rsidP="00810015">
      <w:r>
        <w:t>225.2669</w:t>
      </w:r>
      <w:r>
        <w:tab/>
        <w:t>5.063e0</w:t>
      </w:r>
    </w:p>
    <w:p w14:paraId="2DC91AA1" w14:textId="77777777" w:rsidR="00810015" w:rsidRDefault="00810015" w:rsidP="00810015">
      <w:r>
        <w:t>225.2794</w:t>
      </w:r>
      <w:r>
        <w:tab/>
        <w:t>3.038e0</w:t>
      </w:r>
    </w:p>
    <w:p w14:paraId="170F6FC7" w14:textId="77777777" w:rsidR="00810015" w:rsidRDefault="00810015" w:rsidP="00810015">
      <w:r>
        <w:t>225.2987</w:t>
      </w:r>
      <w:r>
        <w:tab/>
        <w:t>2.025e0</w:t>
      </w:r>
    </w:p>
    <w:p w14:paraId="463FDE3D" w14:textId="77777777" w:rsidR="00810015" w:rsidRDefault="00810015" w:rsidP="00810015">
      <w:r>
        <w:t>225.3147</w:t>
      </w:r>
      <w:r>
        <w:tab/>
        <w:t>3.038e0</w:t>
      </w:r>
    </w:p>
    <w:p w14:paraId="1B3DA5CD" w14:textId="77777777" w:rsidR="00810015" w:rsidRDefault="00810015" w:rsidP="00810015">
      <w:r>
        <w:t>225.3408</w:t>
      </w:r>
      <w:r>
        <w:tab/>
        <w:t>2.025e0</w:t>
      </w:r>
    </w:p>
    <w:p w14:paraId="270E6292" w14:textId="77777777" w:rsidR="00810015" w:rsidRDefault="00810015" w:rsidP="00810015">
      <w:r>
        <w:t>225.3466</w:t>
      </w:r>
      <w:r>
        <w:tab/>
        <w:t>1.013e0</w:t>
      </w:r>
    </w:p>
    <w:p w14:paraId="6DE83E3F" w14:textId="77777777" w:rsidR="00810015" w:rsidRDefault="00810015" w:rsidP="00810015">
      <w:r>
        <w:t>225.3543</w:t>
      </w:r>
      <w:r>
        <w:tab/>
        <w:t>1.013e0</w:t>
      </w:r>
    </w:p>
    <w:p w14:paraId="01A8F478" w14:textId="77777777" w:rsidR="00810015" w:rsidRDefault="00810015" w:rsidP="00810015">
      <w:r>
        <w:t>225.3699</w:t>
      </w:r>
      <w:r>
        <w:tab/>
        <w:t>1.013e0</w:t>
      </w:r>
    </w:p>
    <w:p w14:paraId="49B7638E" w14:textId="77777777" w:rsidR="00810015" w:rsidRDefault="00810015" w:rsidP="00810015">
      <w:r>
        <w:t>225.3742</w:t>
      </w:r>
      <w:r>
        <w:tab/>
        <w:t>1.013e0</w:t>
      </w:r>
    </w:p>
    <w:p w14:paraId="1B730EC3" w14:textId="77777777" w:rsidR="00810015" w:rsidRDefault="00810015" w:rsidP="00810015">
      <w:r>
        <w:t>225.3920</w:t>
      </w:r>
      <w:r>
        <w:tab/>
        <w:t>1.013e0</w:t>
      </w:r>
    </w:p>
    <w:p w14:paraId="280A1B6B" w14:textId="77777777" w:rsidR="00810015" w:rsidRDefault="00810015" w:rsidP="00810015">
      <w:r>
        <w:t>225.3970</w:t>
      </w:r>
      <w:r>
        <w:tab/>
        <w:t>2.025e0</w:t>
      </w:r>
    </w:p>
    <w:p w14:paraId="26CAA3C6" w14:textId="77777777" w:rsidR="00810015" w:rsidRDefault="00810015" w:rsidP="00810015">
      <w:r>
        <w:t>225.4082</w:t>
      </w:r>
      <w:r>
        <w:tab/>
        <w:t>4.834e0</w:t>
      </w:r>
    </w:p>
    <w:p w14:paraId="46F9BCD8" w14:textId="77777777" w:rsidR="00810015" w:rsidRDefault="00810015" w:rsidP="00810015">
      <w:r>
        <w:t>225.4143</w:t>
      </w:r>
      <w:r>
        <w:tab/>
        <w:t>2.025e0</w:t>
      </w:r>
    </w:p>
    <w:p w14:paraId="75CE831B" w14:textId="77777777" w:rsidR="00810015" w:rsidRDefault="00810015" w:rsidP="00810015">
      <w:r>
        <w:t>225.4258</w:t>
      </w:r>
      <w:r>
        <w:tab/>
        <w:t>2.025e0</w:t>
      </w:r>
    </w:p>
    <w:p w14:paraId="0E889E72" w14:textId="77777777" w:rsidR="00810015" w:rsidRDefault="00810015" w:rsidP="00810015">
      <w:r>
        <w:t>225.4465</w:t>
      </w:r>
      <w:r>
        <w:tab/>
        <w:t>1.013e0</w:t>
      </w:r>
    </w:p>
    <w:p w14:paraId="2A3323CD" w14:textId="77777777" w:rsidR="00810015" w:rsidRDefault="00810015" w:rsidP="00810015">
      <w:r>
        <w:t>225.4488</w:t>
      </w:r>
      <w:r>
        <w:tab/>
        <w:t>2.025e0</w:t>
      </w:r>
    </w:p>
    <w:p w14:paraId="06F145A5" w14:textId="77777777" w:rsidR="00810015" w:rsidRDefault="00810015" w:rsidP="00810015">
      <w:r>
        <w:t>225.4508</w:t>
      </w:r>
      <w:r>
        <w:tab/>
        <w:t>2.025e0</w:t>
      </w:r>
    </w:p>
    <w:p w14:paraId="71097A12" w14:textId="77777777" w:rsidR="00810015" w:rsidRDefault="00810015" w:rsidP="00810015">
      <w:r>
        <w:t>225.4526</w:t>
      </w:r>
      <w:r>
        <w:tab/>
        <w:t>2.025e0</w:t>
      </w:r>
    </w:p>
    <w:p w14:paraId="139CE80C" w14:textId="77777777" w:rsidR="00810015" w:rsidRDefault="00810015" w:rsidP="00810015">
      <w:r>
        <w:t>225.4627</w:t>
      </w:r>
      <w:r>
        <w:tab/>
        <w:t>1.013e0</w:t>
      </w:r>
    </w:p>
    <w:p w14:paraId="057ED03B" w14:textId="77777777" w:rsidR="00810015" w:rsidRDefault="00810015" w:rsidP="00810015">
      <w:r>
        <w:t>225.4665</w:t>
      </w:r>
      <w:r>
        <w:tab/>
        <w:t>1.013e0</w:t>
      </w:r>
    </w:p>
    <w:p w14:paraId="6D071FED" w14:textId="77777777" w:rsidR="00810015" w:rsidRDefault="00810015" w:rsidP="00810015">
      <w:r>
        <w:t>225.4743</w:t>
      </w:r>
      <w:r>
        <w:tab/>
        <w:t>2.025e0</w:t>
      </w:r>
    </w:p>
    <w:p w14:paraId="4560C5A7" w14:textId="77777777" w:rsidR="00810015" w:rsidRDefault="00810015" w:rsidP="00810015">
      <w:r>
        <w:t>225.4935</w:t>
      </w:r>
      <w:r>
        <w:tab/>
        <w:t>1.013e0</w:t>
      </w:r>
    </w:p>
    <w:p w14:paraId="2C8B6991" w14:textId="77777777" w:rsidR="00810015" w:rsidRDefault="00810015" w:rsidP="00810015">
      <w:r>
        <w:t>225.5104</w:t>
      </w:r>
      <w:r>
        <w:tab/>
        <w:t>1.013e0</w:t>
      </w:r>
    </w:p>
    <w:p w14:paraId="7B5DA79B" w14:textId="77777777" w:rsidR="00810015" w:rsidRDefault="00810015" w:rsidP="00810015">
      <w:r>
        <w:t>225.5134</w:t>
      </w:r>
      <w:r>
        <w:tab/>
        <w:t>2.025e0</w:t>
      </w:r>
    </w:p>
    <w:p w14:paraId="52F3CD88" w14:textId="77777777" w:rsidR="00810015" w:rsidRDefault="00810015" w:rsidP="00810015">
      <w:r>
        <w:t>225.5236</w:t>
      </w:r>
      <w:r>
        <w:tab/>
        <w:t>1.013e0</w:t>
      </w:r>
    </w:p>
    <w:p w14:paraId="6E20CDB8" w14:textId="77777777" w:rsidR="00810015" w:rsidRDefault="00810015" w:rsidP="00810015">
      <w:r>
        <w:t>225.5304</w:t>
      </w:r>
      <w:r>
        <w:tab/>
        <w:t>3.038e0</w:t>
      </w:r>
    </w:p>
    <w:p w14:paraId="7B80FA96" w14:textId="77777777" w:rsidR="00810015" w:rsidRDefault="00810015" w:rsidP="00810015">
      <w:r>
        <w:t>225.5536</w:t>
      </w:r>
      <w:r>
        <w:tab/>
        <w:t>1.013e0</w:t>
      </w:r>
    </w:p>
    <w:p w14:paraId="1E1A3851" w14:textId="77777777" w:rsidR="00810015" w:rsidRDefault="00810015" w:rsidP="00810015">
      <w:r>
        <w:t>225.5644</w:t>
      </w:r>
      <w:r>
        <w:tab/>
        <w:t>2.025e0</w:t>
      </w:r>
    </w:p>
    <w:p w14:paraId="6EEF3D96" w14:textId="77777777" w:rsidR="00810015" w:rsidRDefault="00810015" w:rsidP="00810015">
      <w:r>
        <w:t>225.5657</w:t>
      </w:r>
      <w:r>
        <w:tab/>
        <w:t>1.013e0</w:t>
      </w:r>
    </w:p>
    <w:p w14:paraId="6B1A8C3D" w14:textId="77777777" w:rsidR="00810015" w:rsidRDefault="00810015" w:rsidP="00810015">
      <w:r>
        <w:t>225.5701</w:t>
      </w:r>
      <w:r>
        <w:tab/>
        <w:t>2.025e0</w:t>
      </w:r>
    </w:p>
    <w:p w14:paraId="7482FDF6" w14:textId="77777777" w:rsidR="00810015" w:rsidRDefault="00810015" w:rsidP="00810015">
      <w:r>
        <w:t>225.5925</w:t>
      </w:r>
      <w:r>
        <w:tab/>
        <w:t>7.089e0</w:t>
      </w:r>
    </w:p>
    <w:p w14:paraId="6055C5AB" w14:textId="77777777" w:rsidR="00810015" w:rsidRDefault="00810015" w:rsidP="00810015">
      <w:r>
        <w:t>225.6155</w:t>
      </w:r>
      <w:r>
        <w:tab/>
        <w:t>2.025e0</w:t>
      </w:r>
    </w:p>
    <w:p w14:paraId="558D2256" w14:textId="77777777" w:rsidR="00810015" w:rsidRDefault="00810015" w:rsidP="00810015">
      <w:r>
        <w:t>225.6340</w:t>
      </w:r>
      <w:r>
        <w:tab/>
        <w:t>3.038e0</w:t>
      </w:r>
    </w:p>
    <w:p w14:paraId="226B28B1" w14:textId="77777777" w:rsidR="00810015" w:rsidRDefault="00810015" w:rsidP="00810015">
      <w:r>
        <w:t>225.6419</w:t>
      </w:r>
      <w:r>
        <w:tab/>
        <w:t>3.038e0</w:t>
      </w:r>
    </w:p>
    <w:p w14:paraId="0404D3EA" w14:textId="77777777" w:rsidR="00810015" w:rsidRDefault="00810015" w:rsidP="00810015">
      <w:r>
        <w:t>225.6736</w:t>
      </w:r>
      <w:r>
        <w:tab/>
        <w:t>1.013e0</w:t>
      </w:r>
    </w:p>
    <w:p w14:paraId="484261AB" w14:textId="77777777" w:rsidR="00810015" w:rsidRDefault="00810015" w:rsidP="00810015">
      <w:r>
        <w:t>225.6775</w:t>
      </w:r>
      <w:r>
        <w:tab/>
        <w:t>2.025e0</w:t>
      </w:r>
    </w:p>
    <w:p w14:paraId="35A9B6A9" w14:textId="77777777" w:rsidR="00810015" w:rsidRDefault="00810015" w:rsidP="00810015">
      <w:r>
        <w:t>225.6859</w:t>
      </w:r>
      <w:r>
        <w:tab/>
        <w:t>1.013e0</w:t>
      </w:r>
    </w:p>
    <w:p w14:paraId="4AD14D8E" w14:textId="77777777" w:rsidR="00810015" w:rsidRDefault="00810015" w:rsidP="00810015">
      <w:r>
        <w:t>225.6961</w:t>
      </w:r>
      <w:r>
        <w:tab/>
        <w:t>2.025e0</w:t>
      </w:r>
    </w:p>
    <w:p w14:paraId="5A992A75" w14:textId="77777777" w:rsidR="00810015" w:rsidRDefault="00810015" w:rsidP="00810015">
      <w:r>
        <w:t>225.6977</w:t>
      </w:r>
      <w:r>
        <w:tab/>
        <w:t>1.013e0</w:t>
      </w:r>
    </w:p>
    <w:p w14:paraId="40FEBD98" w14:textId="77777777" w:rsidR="00810015" w:rsidRDefault="00810015" w:rsidP="00810015">
      <w:r>
        <w:t>225.7259</w:t>
      </w:r>
      <w:r>
        <w:tab/>
        <w:t>2.025e0</w:t>
      </w:r>
    </w:p>
    <w:p w14:paraId="07BC4A10" w14:textId="77777777" w:rsidR="00810015" w:rsidRDefault="00810015" w:rsidP="00810015">
      <w:r>
        <w:t>225.7413</w:t>
      </w:r>
      <w:r>
        <w:tab/>
        <w:t>2.025e0</w:t>
      </w:r>
    </w:p>
    <w:p w14:paraId="5D71F31F" w14:textId="77777777" w:rsidR="00810015" w:rsidRDefault="00810015" w:rsidP="00810015">
      <w:r>
        <w:t>225.7581</w:t>
      </w:r>
      <w:r>
        <w:tab/>
        <w:t>1.013e0</w:t>
      </w:r>
    </w:p>
    <w:p w14:paraId="7788C5A6" w14:textId="77777777" w:rsidR="00810015" w:rsidRDefault="00810015" w:rsidP="00810015">
      <w:r>
        <w:t>225.7616</w:t>
      </w:r>
      <w:r>
        <w:tab/>
        <w:t>1.013e0</w:t>
      </w:r>
    </w:p>
    <w:p w14:paraId="551365E4" w14:textId="77777777" w:rsidR="00810015" w:rsidRDefault="00810015" w:rsidP="00810015">
      <w:r>
        <w:t>225.7701</w:t>
      </w:r>
      <w:r>
        <w:tab/>
        <w:t>1.013e0</w:t>
      </w:r>
    </w:p>
    <w:p w14:paraId="6438CDF1" w14:textId="77777777" w:rsidR="00810015" w:rsidRDefault="00810015" w:rsidP="00810015">
      <w:r>
        <w:t>225.7783</w:t>
      </w:r>
      <w:r>
        <w:tab/>
        <w:t>1.013e0</w:t>
      </w:r>
    </w:p>
    <w:p w14:paraId="724188E3" w14:textId="77777777" w:rsidR="00810015" w:rsidRDefault="00810015" w:rsidP="00810015">
      <w:r>
        <w:t>225.7821</w:t>
      </w:r>
      <w:r>
        <w:tab/>
        <w:t>1.013e0</w:t>
      </w:r>
    </w:p>
    <w:p w14:paraId="572D73B6" w14:textId="77777777" w:rsidR="00810015" w:rsidRDefault="00810015" w:rsidP="00810015">
      <w:r>
        <w:t>225.8091</w:t>
      </w:r>
      <w:r>
        <w:tab/>
        <w:t>1.013e0</w:t>
      </w:r>
    </w:p>
    <w:p w14:paraId="05BCE1B7" w14:textId="77777777" w:rsidR="00810015" w:rsidRDefault="00810015" w:rsidP="00810015">
      <w:r>
        <w:t>225.8129</w:t>
      </w:r>
      <w:r>
        <w:tab/>
        <w:t>1.013e0</w:t>
      </w:r>
    </w:p>
    <w:p w14:paraId="3A2BDFBB" w14:textId="77777777" w:rsidR="00810015" w:rsidRDefault="00810015" w:rsidP="00810015">
      <w:r>
        <w:t>225.8422</w:t>
      </w:r>
      <w:r>
        <w:tab/>
        <w:t>1.013e0</w:t>
      </w:r>
    </w:p>
    <w:p w14:paraId="4032CFE4" w14:textId="77777777" w:rsidR="00810015" w:rsidRDefault="00810015" w:rsidP="00810015">
      <w:r>
        <w:t>225.8501</w:t>
      </w:r>
      <w:r>
        <w:tab/>
        <w:t>3.038e0</w:t>
      </w:r>
    </w:p>
    <w:p w14:paraId="785E3830" w14:textId="77777777" w:rsidR="00810015" w:rsidRDefault="00810015" w:rsidP="00810015">
      <w:r>
        <w:t>225.8614</w:t>
      </w:r>
      <w:r>
        <w:tab/>
        <w:t>1.013e0</w:t>
      </w:r>
    </w:p>
    <w:p w14:paraId="519E8BE3" w14:textId="77777777" w:rsidR="00810015" w:rsidRDefault="00810015" w:rsidP="00810015">
      <w:r>
        <w:t>225.8633</w:t>
      </w:r>
      <w:r>
        <w:tab/>
        <w:t>2.025e0</w:t>
      </w:r>
    </w:p>
    <w:p w14:paraId="4A696672" w14:textId="77777777" w:rsidR="00810015" w:rsidRDefault="00810015" w:rsidP="00810015">
      <w:r>
        <w:t>225.8851</w:t>
      </w:r>
      <w:r>
        <w:tab/>
        <w:t>1.013e0</w:t>
      </w:r>
    </w:p>
    <w:p w14:paraId="488BFB3B" w14:textId="77777777" w:rsidR="00810015" w:rsidRDefault="00810015" w:rsidP="00810015">
      <w:r>
        <w:t>225.8939</w:t>
      </w:r>
      <w:r>
        <w:tab/>
        <w:t>2.025e0</w:t>
      </w:r>
    </w:p>
    <w:p w14:paraId="3D31DBC7" w14:textId="77777777" w:rsidR="00810015" w:rsidRDefault="00810015" w:rsidP="00810015">
      <w:r>
        <w:t>225.8979</w:t>
      </w:r>
      <w:r>
        <w:tab/>
        <w:t>1.013e0</w:t>
      </w:r>
    </w:p>
    <w:p w14:paraId="3CC936DD" w14:textId="77777777" w:rsidR="00810015" w:rsidRDefault="00810015" w:rsidP="00810015">
      <w:r>
        <w:t>225.9061</w:t>
      </w:r>
      <w:r>
        <w:tab/>
        <w:t>1.013e0</w:t>
      </w:r>
    </w:p>
    <w:p w14:paraId="0E4A8066" w14:textId="77777777" w:rsidR="00810015" w:rsidRDefault="00810015" w:rsidP="00810015">
      <w:r>
        <w:t>225.9176</w:t>
      </w:r>
      <w:r>
        <w:tab/>
        <w:t>1.013e0</w:t>
      </w:r>
    </w:p>
    <w:p w14:paraId="5B2C80CD" w14:textId="77777777" w:rsidR="00810015" w:rsidRDefault="00810015" w:rsidP="00810015">
      <w:r>
        <w:t>225.9273</w:t>
      </w:r>
      <w:r>
        <w:tab/>
        <w:t>2.025e0</w:t>
      </w:r>
    </w:p>
    <w:p w14:paraId="555617B5" w14:textId="77777777" w:rsidR="00810015" w:rsidRDefault="00810015" w:rsidP="00810015">
      <w:r>
        <w:t>225.9331</w:t>
      </w:r>
      <w:r>
        <w:tab/>
        <w:t>1.013e0</w:t>
      </w:r>
    </w:p>
    <w:p w14:paraId="62D84F6C" w14:textId="77777777" w:rsidR="00810015" w:rsidRDefault="00810015" w:rsidP="00810015">
      <w:r>
        <w:t>225.9536</w:t>
      </w:r>
      <w:r>
        <w:tab/>
        <w:t>3.038e0</w:t>
      </w:r>
    </w:p>
    <w:p w14:paraId="1F6BC5D1" w14:textId="77777777" w:rsidR="00810015" w:rsidRDefault="00810015" w:rsidP="00810015">
      <w:r>
        <w:t>226.0129</w:t>
      </w:r>
      <w:r>
        <w:tab/>
        <w:t>2.879e2</w:t>
      </w:r>
    </w:p>
    <w:p w14:paraId="0490A5C4" w14:textId="77777777" w:rsidR="00810015" w:rsidRDefault="00810015" w:rsidP="00810015">
      <w:r>
        <w:t>226.0156</w:t>
      </w:r>
      <w:r>
        <w:tab/>
        <w:t>5.933e1</w:t>
      </w:r>
    </w:p>
    <w:p w14:paraId="3C340494" w14:textId="77777777" w:rsidR="00810015" w:rsidRDefault="00810015" w:rsidP="00810015">
      <w:r>
        <w:t>226.0529</w:t>
      </w:r>
      <w:r>
        <w:tab/>
        <w:t>1.009e1</w:t>
      </w:r>
    </w:p>
    <w:p w14:paraId="32A07A55" w14:textId="77777777" w:rsidR="00810015" w:rsidRDefault="00810015" w:rsidP="00810015">
      <w:r>
        <w:t>226.0602</w:t>
      </w:r>
      <w:r>
        <w:tab/>
        <w:t>8.104e0</w:t>
      </w:r>
    </w:p>
    <w:p w14:paraId="5181DD2E" w14:textId="77777777" w:rsidR="00810015" w:rsidRDefault="00810015" w:rsidP="00810015">
      <w:r>
        <w:t>226.0800</w:t>
      </w:r>
      <w:r>
        <w:tab/>
        <w:t>5.063e0</w:t>
      </w:r>
    </w:p>
    <w:p w14:paraId="7E0F006E" w14:textId="77777777" w:rsidR="00810015" w:rsidRDefault="00810015" w:rsidP="00810015">
      <w:r>
        <w:t>226.0880</w:t>
      </w:r>
      <w:r>
        <w:tab/>
        <w:t>3.038e0</w:t>
      </w:r>
    </w:p>
    <w:p w14:paraId="20906A2F" w14:textId="77777777" w:rsidR="00810015" w:rsidRDefault="00810015" w:rsidP="00810015">
      <w:r>
        <w:t>226.0973</w:t>
      </w:r>
      <w:r>
        <w:tab/>
        <w:t>2.472e0</w:t>
      </w:r>
    </w:p>
    <w:p w14:paraId="5F46480B" w14:textId="77777777" w:rsidR="00810015" w:rsidRDefault="00810015" w:rsidP="00810015">
      <w:r>
        <w:t>226.1055</w:t>
      </w:r>
      <w:r>
        <w:tab/>
        <w:t>2.025e0</w:t>
      </w:r>
    </w:p>
    <w:p w14:paraId="2646A5F7" w14:textId="77777777" w:rsidR="00810015" w:rsidRDefault="00810015" w:rsidP="00810015">
      <w:r>
        <w:t>226.1175</w:t>
      </w:r>
      <w:r>
        <w:tab/>
        <w:t>4.051e0</w:t>
      </w:r>
    </w:p>
    <w:p w14:paraId="7F59B1A5" w14:textId="77777777" w:rsidR="00810015" w:rsidRDefault="00810015" w:rsidP="00810015">
      <w:r>
        <w:t>226.1371</w:t>
      </w:r>
      <w:r>
        <w:tab/>
        <w:t>3.038e0</w:t>
      </w:r>
    </w:p>
    <w:p w14:paraId="2F00FAA2" w14:textId="77777777" w:rsidR="00810015" w:rsidRDefault="00810015" w:rsidP="00810015">
      <w:r>
        <w:t>226.1568</w:t>
      </w:r>
      <w:r>
        <w:tab/>
        <w:t>3.501e0</w:t>
      </w:r>
    </w:p>
    <w:p w14:paraId="539BDDB6" w14:textId="77777777" w:rsidR="00810015" w:rsidRDefault="00810015" w:rsidP="00810015">
      <w:r>
        <w:t>226.1597</w:t>
      </w:r>
      <w:r>
        <w:tab/>
        <w:t>3.038e0</w:t>
      </w:r>
    </w:p>
    <w:p w14:paraId="1D956630" w14:textId="77777777" w:rsidR="00810015" w:rsidRDefault="00810015" w:rsidP="00810015">
      <w:r>
        <w:t>226.1665</w:t>
      </w:r>
      <w:r>
        <w:tab/>
        <w:t>3.038e0</w:t>
      </w:r>
    </w:p>
    <w:p w14:paraId="077DF577" w14:textId="77777777" w:rsidR="00810015" w:rsidRDefault="00810015" w:rsidP="00810015">
      <w:r>
        <w:t>226.1694</w:t>
      </w:r>
      <w:r>
        <w:tab/>
        <w:t>2.912e0</w:t>
      </w:r>
    </w:p>
    <w:p w14:paraId="063E8849" w14:textId="77777777" w:rsidR="00810015" w:rsidRDefault="00810015" w:rsidP="00810015">
      <w:r>
        <w:t>226.1810</w:t>
      </w:r>
      <w:r>
        <w:tab/>
        <w:t>1.013e0</w:t>
      </w:r>
    </w:p>
    <w:p w14:paraId="27FF18E2" w14:textId="77777777" w:rsidR="00810015" w:rsidRDefault="00810015" w:rsidP="00810015">
      <w:r>
        <w:t>226.2007</w:t>
      </w:r>
      <w:r>
        <w:tab/>
        <w:t>1.013e0</w:t>
      </w:r>
    </w:p>
    <w:p w14:paraId="006A7112" w14:textId="77777777" w:rsidR="00810015" w:rsidRDefault="00810015" w:rsidP="00810015">
      <w:r>
        <w:t>226.2092</w:t>
      </w:r>
      <w:r>
        <w:tab/>
        <w:t>1.013e0</w:t>
      </w:r>
    </w:p>
    <w:p w14:paraId="0E806049" w14:textId="77777777" w:rsidR="00810015" w:rsidRDefault="00810015" w:rsidP="00810015">
      <w:r>
        <w:t>226.2109</w:t>
      </w:r>
      <w:r>
        <w:tab/>
        <w:t>5.208e0</w:t>
      </w:r>
    </w:p>
    <w:p w14:paraId="6DFA9275" w14:textId="77777777" w:rsidR="00810015" w:rsidRDefault="00810015" w:rsidP="00810015">
      <w:r>
        <w:t>226.2204</w:t>
      </w:r>
      <w:r>
        <w:tab/>
        <w:t>3.038e0</w:t>
      </w:r>
    </w:p>
    <w:p w14:paraId="40D171DA" w14:textId="77777777" w:rsidR="00810015" w:rsidRDefault="00810015" w:rsidP="00810015">
      <w:r>
        <w:t>226.2372</w:t>
      </w:r>
      <w:r>
        <w:tab/>
        <w:t>1.013e0</w:t>
      </w:r>
    </w:p>
    <w:p w14:paraId="3E09843F" w14:textId="77777777" w:rsidR="00810015" w:rsidRDefault="00810015" w:rsidP="00810015">
      <w:r>
        <w:t>226.2517</w:t>
      </w:r>
      <w:r>
        <w:tab/>
        <w:t>3.038e0</w:t>
      </w:r>
    </w:p>
    <w:p w14:paraId="0E234CBE" w14:textId="77777777" w:rsidR="00810015" w:rsidRDefault="00810015" w:rsidP="00810015">
      <w:r>
        <w:t>226.2647</w:t>
      </w:r>
      <w:r>
        <w:tab/>
        <w:t>2.025e0</w:t>
      </w:r>
    </w:p>
    <w:p w14:paraId="7B43BF0E" w14:textId="77777777" w:rsidR="00810015" w:rsidRDefault="00810015" w:rsidP="00810015">
      <w:r>
        <w:t>226.2899</w:t>
      </w:r>
      <w:r>
        <w:tab/>
        <w:t>2.025e0</w:t>
      </w:r>
    </w:p>
    <w:p w14:paraId="71057877" w14:textId="77777777" w:rsidR="00810015" w:rsidRDefault="00810015" w:rsidP="00810015">
      <w:r>
        <w:t>226.3050</w:t>
      </w:r>
      <w:r>
        <w:tab/>
        <w:t>1.013e0</w:t>
      </w:r>
    </w:p>
    <w:p w14:paraId="79EB5B26" w14:textId="77777777" w:rsidR="00810015" w:rsidRDefault="00810015" w:rsidP="00810015">
      <w:r>
        <w:t>226.3089</w:t>
      </w:r>
      <w:r>
        <w:tab/>
        <w:t>2.025e0</w:t>
      </w:r>
    </w:p>
    <w:p w14:paraId="5514ACA0" w14:textId="77777777" w:rsidR="00810015" w:rsidRDefault="00810015" w:rsidP="00810015">
      <w:r>
        <w:t>226.3165</w:t>
      </w:r>
      <w:r>
        <w:tab/>
        <w:t>1.013e0</w:t>
      </w:r>
    </w:p>
    <w:p w14:paraId="152F5EA7" w14:textId="77777777" w:rsidR="00810015" w:rsidRDefault="00810015" w:rsidP="00810015">
      <w:r>
        <w:t>226.3363</w:t>
      </w:r>
      <w:r>
        <w:tab/>
        <w:t>3.038e0</w:t>
      </w:r>
    </w:p>
    <w:p w14:paraId="554EEF0E" w14:textId="77777777" w:rsidR="00810015" w:rsidRDefault="00810015" w:rsidP="00810015">
      <w:r>
        <w:t>226.3419</w:t>
      </w:r>
      <w:r>
        <w:tab/>
        <w:t>2.025e0</w:t>
      </w:r>
    </w:p>
    <w:p w14:paraId="5035C360" w14:textId="77777777" w:rsidR="00810015" w:rsidRDefault="00810015" w:rsidP="00810015">
      <w:r>
        <w:t>226.3654</w:t>
      </w:r>
      <w:r>
        <w:tab/>
        <w:t>2.025e0</w:t>
      </w:r>
    </w:p>
    <w:p w14:paraId="39952B2B" w14:textId="77777777" w:rsidR="00810015" w:rsidRDefault="00810015" w:rsidP="00810015">
      <w:r>
        <w:t>226.3689</w:t>
      </w:r>
      <w:r>
        <w:tab/>
        <w:t>2.025e0</w:t>
      </w:r>
    </w:p>
    <w:p w14:paraId="2AA5DCAD" w14:textId="77777777" w:rsidR="00810015" w:rsidRDefault="00810015" w:rsidP="00810015">
      <w:r>
        <w:t>226.4056</w:t>
      </w:r>
      <w:r>
        <w:tab/>
        <w:t>2.025e0</w:t>
      </w:r>
    </w:p>
    <w:p w14:paraId="380F9A56" w14:textId="77777777" w:rsidR="00810015" w:rsidRDefault="00810015" w:rsidP="00810015">
      <w:r>
        <w:t>226.4240</w:t>
      </w:r>
      <w:r>
        <w:tab/>
        <w:t>2.025e0</w:t>
      </w:r>
    </w:p>
    <w:p w14:paraId="49A0A5A4" w14:textId="77777777" w:rsidR="00810015" w:rsidRDefault="00810015" w:rsidP="00810015">
      <w:r>
        <w:t>226.4368</w:t>
      </w:r>
      <w:r>
        <w:tab/>
        <w:t>1.013e0</w:t>
      </w:r>
    </w:p>
    <w:p w14:paraId="32FF5A99" w14:textId="77777777" w:rsidR="00810015" w:rsidRDefault="00810015" w:rsidP="00810015">
      <w:r>
        <w:t>226.4444</w:t>
      </w:r>
      <w:r>
        <w:tab/>
        <w:t>1.013e0</w:t>
      </w:r>
    </w:p>
    <w:p w14:paraId="09436724" w14:textId="77777777" w:rsidR="00810015" w:rsidRDefault="00810015" w:rsidP="00810015">
      <w:r>
        <w:t>226.4611</w:t>
      </w:r>
      <w:r>
        <w:tab/>
        <w:t>2.025e0</w:t>
      </w:r>
    </w:p>
    <w:p w14:paraId="79D89575" w14:textId="77777777" w:rsidR="00810015" w:rsidRDefault="00810015" w:rsidP="00810015">
      <w:r>
        <w:t>226.4714</w:t>
      </w:r>
      <w:r>
        <w:tab/>
        <w:t>2.025e0</w:t>
      </w:r>
    </w:p>
    <w:p w14:paraId="04EAB15A" w14:textId="77777777" w:rsidR="00810015" w:rsidRDefault="00810015" w:rsidP="00810015">
      <w:r>
        <w:t>226.4756</w:t>
      </w:r>
      <w:r>
        <w:tab/>
        <w:t>2.025e0</w:t>
      </w:r>
    </w:p>
    <w:p w14:paraId="3AA2894F" w14:textId="77777777" w:rsidR="00810015" w:rsidRDefault="00810015" w:rsidP="00810015">
      <w:r>
        <w:t>226.4852</w:t>
      </w:r>
      <w:r>
        <w:tab/>
        <w:t>1.013e0</w:t>
      </w:r>
    </w:p>
    <w:p w14:paraId="087A7DB6" w14:textId="77777777" w:rsidR="00810015" w:rsidRDefault="00810015" w:rsidP="00810015">
      <w:r>
        <w:t>226.4976</w:t>
      </w:r>
      <w:r>
        <w:tab/>
        <w:t>3.038e0</w:t>
      </w:r>
    </w:p>
    <w:p w14:paraId="5E3552B5" w14:textId="77777777" w:rsidR="00810015" w:rsidRDefault="00810015" w:rsidP="00810015">
      <w:r>
        <w:t>226.5124</w:t>
      </w:r>
      <w:r>
        <w:tab/>
        <w:t>1.013e0</w:t>
      </w:r>
    </w:p>
    <w:p w14:paraId="3EB2CE4F" w14:textId="77777777" w:rsidR="00810015" w:rsidRDefault="00810015" w:rsidP="00810015">
      <w:r>
        <w:t>226.5414</w:t>
      </w:r>
      <w:r>
        <w:tab/>
        <w:t>4.051e0</w:t>
      </w:r>
    </w:p>
    <w:p w14:paraId="6CA17D65" w14:textId="77777777" w:rsidR="00810015" w:rsidRDefault="00810015" w:rsidP="00810015">
      <w:r>
        <w:t>226.5569</w:t>
      </w:r>
      <w:r>
        <w:tab/>
        <w:t>1.013e0</w:t>
      </w:r>
    </w:p>
    <w:p w14:paraId="0A547D96" w14:textId="77777777" w:rsidR="00810015" w:rsidRDefault="00810015" w:rsidP="00810015">
      <w:r>
        <w:t>226.5948</w:t>
      </w:r>
      <w:r>
        <w:tab/>
        <w:t>2.025e0</w:t>
      </w:r>
    </w:p>
    <w:p w14:paraId="66629A90" w14:textId="77777777" w:rsidR="00810015" w:rsidRDefault="00810015" w:rsidP="00810015">
      <w:r>
        <w:t>226.6016</w:t>
      </w:r>
      <w:r>
        <w:tab/>
        <w:t>1.013e0</w:t>
      </w:r>
    </w:p>
    <w:p w14:paraId="6FD0738E" w14:textId="77777777" w:rsidR="00810015" w:rsidRDefault="00810015" w:rsidP="00810015">
      <w:r>
        <w:t>226.6139</w:t>
      </w:r>
      <w:r>
        <w:tab/>
        <w:t>2.025e0</w:t>
      </w:r>
    </w:p>
    <w:p w14:paraId="2AEE0859" w14:textId="77777777" w:rsidR="00810015" w:rsidRDefault="00810015" w:rsidP="00810015">
      <w:r>
        <w:t>226.6170</w:t>
      </w:r>
      <w:r>
        <w:tab/>
        <w:t>1.013e0</w:t>
      </w:r>
    </w:p>
    <w:p w14:paraId="08C2F841" w14:textId="77777777" w:rsidR="00810015" w:rsidRDefault="00810015" w:rsidP="00810015">
      <w:r>
        <w:t>226.6266</w:t>
      </w:r>
      <w:r>
        <w:tab/>
        <w:t>2.025e0</w:t>
      </w:r>
    </w:p>
    <w:p w14:paraId="3ABA98C0" w14:textId="77777777" w:rsidR="00810015" w:rsidRDefault="00810015" w:rsidP="00810015">
      <w:r>
        <w:t>226.6406</w:t>
      </w:r>
      <w:r>
        <w:tab/>
        <w:t>1.013e0</w:t>
      </w:r>
    </w:p>
    <w:p w14:paraId="2382CE00" w14:textId="77777777" w:rsidR="00810015" w:rsidRDefault="00810015" w:rsidP="00810015">
      <w:r>
        <w:t>226.6771</w:t>
      </w:r>
      <w:r>
        <w:tab/>
        <w:t>2.025e0</w:t>
      </w:r>
    </w:p>
    <w:p w14:paraId="6C259E14" w14:textId="77777777" w:rsidR="00810015" w:rsidRDefault="00810015" w:rsidP="00810015">
      <w:r>
        <w:t>226.6818</w:t>
      </w:r>
      <w:r>
        <w:tab/>
        <w:t>1.013e0</w:t>
      </w:r>
    </w:p>
    <w:p w14:paraId="7A2E5B6D" w14:textId="77777777" w:rsidR="00810015" w:rsidRDefault="00810015" w:rsidP="00810015">
      <w:r>
        <w:t>226.6926</w:t>
      </w:r>
      <w:r>
        <w:tab/>
        <w:t>1.013e0</w:t>
      </w:r>
    </w:p>
    <w:p w14:paraId="5F764FAB" w14:textId="77777777" w:rsidR="00810015" w:rsidRDefault="00810015" w:rsidP="00810015">
      <w:r>
        <w:t>226.7152</w:t>
      </w:r>
      <w:r>
        <w:tab/>
        <w:t>2.025e0</w:t>
      </w:r>
    </w:p>
    <w:p w14:paraId="58DB42B0" w14:textId="77777777" w:rsidR="00810015" w:rsidRDefault="00810015" w:rsidP="00810015">
      <w:r>
        <w:t>226.7175</w:t>
      </w:r>
      <w:r>
        <w:tab/>
        <w:t>1.013e0</w:t>
      </w:r>
    </w:p>
    <w:p w14:paraId="6E9A4588" w14:textId="77777777" w:rsidR="00810015" w:rsidRDefault="00810015" w:rsidP="00810015">
      <w:r>
        <w:t>226.7303</w:t>
      </w:r>
      <w:r>
        <w:tab/>
        <w:t>1.013e0</w:t>
      </w:r>
    </w:p>
    <w:p w14:paraId="2F6A6C51" w14:textId="77777777" w:rsidR="00810015" w:rsidRDefault="00810015" w:rsidP="00810015">
      <w:r>
        <w:t>226.7372</w:t>
      </w:r>
      <w:r>
        <w:tab/>
        <w:t>1.013e0</w:t>
      </w:r>
    </w:p>
    <w:p w14:paraId="20CA2749" w14:textId="77777777" w:rsidR="00810015" w:rsidRDefault="00810015" w:rsidP="00810015">
      <w:r>
        <w:t>226.7527</w:t>
      </w:r>
      <w:r>
        <w:tab/>
        <w:t>2.025e0</w:t>
      </w:r>
    </w:p>
    <w:p w14:paraId="0651D66B" w14:textId="77777777" w:rsidR="00810015" w:rsidRDefault="00810015" w:rsidP="00810015">
      <w:r>
        <w:t>226.7573</w:t>
      </w:r>
      <w:r>
        <w:tab/>
        <w:t>1.013e0</w:t>
      </w:r>
    </w:p>
    <w:p w14:paraId="0C9B7182" w14:textId="77777777" w:rsidR="00810015" w:rsidRDefault="00810015" w:rsidP="00810015">
      <w:r>
        <w:t>226.7774</w:t>
      </w:r>
      <w:r>
        <w:tab/>
        <w:t>1.013e0</w:t>
      </w:r>
    </w:p>
    <w:p w14:paraId="425E4944" w14:textId="77777777" w:rsidR="00810015" w:rsidRDefault="00810015" w:rsidP="00810015">
      <w:r>
        <w:t>226.7816</w:t>
      </w:r>
      <w:r>
        <w:tab/>
        <w:t>1.013e0</w:t>
      </w:r>
    </w:p>
    <w:p w14:paraId="362D82A8" w14:textId="77777777" w:rsidR="00810015" w:rsidRDefault="00810015" w:rsidP="00810015">
      <w:r>
        <w:t>226.8031</w:t>
      </w:r>
      <w:r>
        <w:tab/>
        <w:t>2.025e0</w:t>
      </w:r>
    </w:p>
    <w:p w14:paraId="0AFA2F6A" w14:textId="77777777" w:rsidR="00810015" w:rsidRDefault="00810015" w:rsidP="00810015">
      <w:r>
        <w:t>226.8286</w:t>
      </w:r>
      <w:r>
        <w:tab/>
        <w:t>5.063e0</w:t>
      </w:r>
    </w:p>
    <w:p w14:paraId="3AF9BAD1" w14:textId="77777777" w:rsidR="00810015" w:rsidRDefault="00810015" w:rsidP="00810015">
      <w:r>
        <w:t>226.8571</w:t>
      </w:r>
      <w:r>
        <w:tab/>
        <w:t>3.844e0</w:t>
      </w:r>
    </w:p>
    <w:p w14:paraId="1980BE71" w14:textId="77777777" w:rsidR="00810015" w:rsidRDefault="00810015" w:rsidP="00810015">
      <w:r>
        <w:t>226.8767</w:t>
      </w:r>
      <w:r>
        <w:tab/>
        <w:t>2.025e0</w:t>
      </w:r>
    </w:p>
    <w:p w14:paraId="7B16B8B5" w14:textId="77777777" w:rsidR="00810015" w:rsidRDefault="00810015" w:rsidP="00810015">
      <w:r>
        <w:t>226.8806</w:t>
      </w:r>
      <w:r>
        <w:tab/>
        <w:t>1.013e0</w:t>
      </w:r>
    </w:p>
    <w:p w14:paraId="31B8F8C8" w14:textId="77777777" w:rsidR="00810015" w:rsidRDefault="00810015" w:rsidP="00810015">
      <w:r>
        <w:t>226.8929</w:t>
      </w:r>
      <w:r>
        <w:tab/>
        <w:t>2.025e0</w:t>
      </w:r>
    </w:p>
    <w:p w14:paraId="202CE268" w14:textId="77777777" w:rsidR="00810015" w:rsidRDefault="00810015" w:rsidP="00810015">
      <w:r>
        <w:t>226.9138</w:t>
      </w:r>
      <w:r>
        <w:tab/>
        <w:t>1.013e0</w:t>
      </w:r>
    </w:p>
    <w:p w14:paraId="74F669C6" w14:textId="77777777" w:rsidR="00810015" w:rsidRDefault="00810015" w:rsidP="00810015">
      <w:r>
        <w:t>226.9528</w:t>
      </w:r>
      <w:r>
        <w:tab/>
        <w:t>1.013e0</w:t>
      </w:r>
    </w:p>
    <w:p w14:paraId="2C44C166" w14:textId="77777777" w:rsidR="00810015" w:rsidRDefault="00810015" w:rsidP="00810015">
      <w:r>
        <w:t>226.9559</w:t>
      </w:r>
      <w:r>
        <w:tab/>
        <w:t>2.025e0</w:t>
      </w:r>
    </w:p>
    <w:p w14:paraId="64BC3241" w14:textId="77777777" w:rsidR="00810015" w:rsidRDefault="00810015" w:rsidP="00810015">
      <w:r>
        <w:t>226.9797</w:t>
      </w:r>
      <w:r>
        <w:tab/>
        <w:t>2.025e0</w:t>
      </w:r>
    </w:p>
    <w:p w14:paraId="22E0DD67" w14:textId="77777777" w:rsidR="00810015" w:rsidRDefault="00810015" w:rsidP="00810015">
      <w:r>
        <w:t>226.9932</w:t>
      </w:r>
      <w:r>
        <w:tab/>
        <w:t>2.025e0</w:t>
      </w:r>
    </w:p>
    <w:p w14:paraId="279A8093" w14:textId="77777777" w:rsidR="00810015" w:rsidRDefault="00810015" w:rsidP="00810015">
      <w:r>
        <w:t>227.0142</w:t>
      </w:r>
      <w:r>
        <w:tab/>
        <w:t>2.676e1</w:t>
      </w:r>
    </w:p>
    <w:p w14:paraId="6D435E2B" w14:textId="77777777" w:rsidR="00810015" w:rsidRDefault="00810015" w:rsidP="00810015">
      <w:r>
        <w:t>227.0165</w:t>
      </w:r>
      <w:r>
        <w:tab/>
        <w:t>9.509e0</w:t>
      </w:r>
    </w:p>
    <w:p w14:paraId="4C807E7F" w14:textId="77777777" w:rsidR="00810015" w:rsidRDefault="00810015" w:rsidP="00810015">
      <w:r>
        <w:t>227.0261</w:t>
      </w:r>
      <w:r>
        <w:tab/>
        <w:t>2.025e0</w:t>
      </w:r>
    </w:p>
    <w:p w14:paraId="7881B71C" w14:textId="77777777" w:rsidR="00810015" w:rsidRDefault="00810015" w:rsidP="00810015">
      <w:r>
        <w:t>227.0456</w:t>
      </w:r>
      <w:r>
        <w:tab/>
        <w:t>2.025e0</w:t>
      </w:r>
    </w:p>
    <w:p w14:paraId="235A995F" w14:textId="77777777" w:rsidR="00810015" w:rsidRDefault="00810015" w:rsidP="00810015">
      <w:r>
        <w:t>227.0502</w:t>
      </w:r>
      <w:r>
        <w:tab/>
        <w:t>2.025e0</w:t>
      </w:r>
    </w:p>
    <w:p w14:paraId="65BA9013" w14:textId="77777777" w:rsidR="00810015" w:rsidRDefault="00810015" w:rsidP="00810015">
      <w:r>
        <w:t>227.0524</w:t>
      </w:r>
      <w:r>
        <w:tab/>
        <w:t>2.907e0</w:t>
      </w:r>
    </w:p>
    <w:p w14:paraId="41361C71" w14:textId="77777777" w:rsidR="00810015" w:rsidRDefault="00810015" w:rsidP="00810015">
      <w:r>
        <w:t>227.0790</w:t>
      </w:r>
      <w:r>
        <w:tab/>
        <w:t>3.038e0</w:t>
      </w:r>
    </w:p>
    <w:p w14:paraId="53EDF856" w14:textId="77777777" w:rsidR="00810015" w:rsidRDefault="00810015" w:rsidP="00810015">
      <w:r>
        <w:t>227.0940</w:t>
      </w:r>
      <w:r>
        <w:tab/>
        <w:t>2.363e0</w:t>
      </w:r>
    </w:p>
    <w:p w14:paraId="6B5CDA8C" w14:textId="77777777" w:rsidR="00810015" w:rsidRDefault="00810015" w:rsidP="00810015">
      <w:r>
        <w:t>227.0975</w:t>
      </w:r>
      <w:r>
        <w:tab/>
        <w:t>4.051e0</w:t>
      </w:r>
    </w:p>
    <w:p w14:paraId="64392EDC" w14:textId="77777777" w:rsidR="00810015" w:rsidRDefault="00810015" w:rsidP="00810015">
      <w:r>
        <w:t>227.1214</w:t>
      </w:r>
      <w:r>
        <w:tab/>
        <w:t>3.945e0</w:t>
      </w:r>
    </w:p>
    <w:p w14:paraId="00C78D76" w14:textId="77777777" w:rsidR="00810015" w:rsidRDefault="00810015" w:rsidP="00810015">
      <w:r>
        <w:t>227.1256</w:t>
      </w:r>
      <w:r>
        <w:tab/>
        <w:t>7.551e0</w:t>
      </w:r>
    </w:p>
    <w:p w14:paraId="028A8BB0" w14:textId="77777777" w:rsidR="00810015" w:rsidRDefault="00810015" w:rsidP="00810015">
      <w:r>
        <w:t>227.1270</w:t>
      </w:r>
      <w:r>
        <w:tab/>
        <w:t>5.063e0</w:t>
      </w:r>
    </w:p>
    <w:p w14:paraId="181D8BAC" w14:textId="77777777" w:rsidR="00810015" w:rsidRDefault="00810015" w:rsidP="00810015">
      <w:r>
        <w:t>227.1339</w:t>
      </w:r>
      <w:r>
        <w:tab/>
        <w:t>1.415e1</w:t>
      </w:r>
    </w:p>
    <w:p w14:paraId="40841552" w14:textId="77777777" w:rsidR="00810015" w:rsidRDefault="00810015" w:rsidP="00810015">
      <w:r>
        <w:t>227.1517</w:t>
      </w:r>
      <w:r>
        <w:tab/>
        <w:t>3.787e0</w:t>
      </w:r>
    </w:p>
    <w:p w14:paraId="2632AF17" w14:textId="77777777" w:rsidR="00810015" w:rsidRDefault="00810015" w:rsidP="00810015">
      <w:r>
        <w:t>227.1566</w:t>
      </w:r>
      <w:r>
        <w:tab/>
        <w:t>2.025e0</w:t>
      </w:r>
    </w:p>
    <w:p w14:paraId="0173BB4F" w14:textId="77777777" w:rsidR="00810015" w:rsidRDefault="00810015" w:rsidP="00810015">
      <w:r>
        <w:t>227.1653</w:t>
      </w:r>
      <w:r>
        <w:tab/>
        <w:t>3.815e0</w:t>
      </w:r>
    </w:p>
    <w:p w14:paraId="4FE570C8" w14:textId="77777777" w:rsidR="00810015" w:rsidRDefault="00810015" w:rsidP="00810015">
      <w:r>
        <w:t>227.1746</w:t>
      </w:r>
      <w:r>
        <w:tab/>
        <w:t>3.038e0</w:t>
      </w:r>
    </w:p>
    <w:p w14:paraId="30249382" w14:textId="77777777" w:rsidR="00810015" w:rsidRDefault="00810015" w:rsidP="00810015">
      <w:r>
        <w:t>227.1814</w:t>
      </w:r>
      <w:r>
        <w:tab/>
        <w:t>2.025e0</w:t>
      </w:r>
    </w:p>
    <w:p w14:paraId="063BA1EB" w14:textId="77777777" w:rsidR="00810015" w:rsidRDefault="00810015" w:rsidP="00810015">
      <w:r>
        <w:t>227.1852</w:t>
      </w:r>
      <w:r>
        <w:tab/>
        <w:t>1.013e0</w:t>
      </w:r>
    </w:p>
    <w:p w14:paraId="38BF76FC" w14:textId="77777777" w:rsidR="00810015" w:rsidRDefault="00810015" w:rsidP="00810015">
      <w:r>
        <w:t>227.2011</w:t>
      </w:r>
      <w:r>
        <w:tab/>
        <w:t>1.013e0</w:t>
      </w:r>
    </w:p>
    <w:p w14:paraId="24446762" w14:textId="77777777" w:rsidR="00810015" w:rsidRDefault="00810015" w:rsidP="00810015">
      <w:r>
        <w:t>227.2195</w:t>
      </w:r>
      <w:r>
        <w:tab/>
        <w:t>2.025e0</w:t>
      </w:r>
    </w:p>
    <w:p w14:paraId="6F3ED92A" w14:textId="77777777" w:rsidR="00810015" w:rsidRDefault="00810015" w:rsidP="00810015">
      <w:r>
        <w:t>227.2260</w:t>
      </w:r>
      <w:r>
        <w:tab/>
        <w:t>1.013e0</w:t>
      </w:r>
    </w:p>
    <w:p w14:paraId="591E13CC" w14:textId="77777777" w:rsidR="00810015" w:rsidRDefault="00810015" w:rsidP="00810015">
      <w:r>
        <w:t>227.2288</w:t>
      </w:r>
      <w:r>
        <w:tab/>
        <w:t>2.025e0</w:t>
      </w:r>
    </w:p>
    <w:p w14:paraId="71EA568B" w14:textId="77777777" w:rsidR="00810015" w:rsidRDefault="00810015" w:rsidP="00810015">
      <w:r>
        <w:t>227.2299</w:t>
      </w:r>
      <w:r>
        <w:tab/>
        <w:t>1.013e0</w:t>
      </w:r>
    </w:p>
    <w:p w14:paraId="4606FFBE" w14:textId="77777777" w:rsidR="00810015" w:rsidRDefault="00810015" w:rsidP="00810015">
      <w:r>
        <w:t>227.2492</w:t>
      </w:r>
      <w:r>
        <w:tab/>
        <w:t>1.013e0</w:t>
      </w:r>
    </w:p>
    <w:p w14:paraId="158DEF92" w14:textId="77777777" w:rsidR="00810015" w:rsidRDefault="00810015" w:rsidP="00810015">
      <w:r>
        <w:t>227.2568</w:t>
      </w:r>
      <w:r>
        <w:tab/>
        <w:t>1.013e0</w:t>
      </w:r>
    </w:p>
    <w:p w14:paraId="012C7BD3" w14:textId="77777777" w:rsidR="00810015" w:rsidRDefault="00810015" w:rsidP="00810015">
      <w:r>
        <w:t>227.2900</w:t>
      </w:r>
      <w:r>
        <w:tab/>
        <w:t>1.013e0</w:t>
      </w:r>
    </w:p>
    <w:p w14:paraId="22970194" w14:textId="77777777" w:rsidR="00810015" w:rsidRDefault="00810015" w:rsidP="00810015">
      <w:r>
        <w:t>227.3338</w:t>
      </w:r>
      <w:r>
        <w:tab/>
        <w:t>3.038e0</w:t>
      </w:r>
    </w:p>
    <w:p w14:paraId="16245FE3" w14:textId="77777777" w:rsidR="00810015" w:rsidRDefault="00810015" w:rsidP="00810015">
      <w:r>
        <w:t>227.3540</w:t>
      </w:r>
      <w:r>
        <w:tab/>
        <w:t>1.013e0</w:t>
      </w:r>
    </w:p>
    <w:p w14:paraId="0C7F53A2" w14:textId="77777777" w:rsidR="00810015" w:rsidRDefault="00810015" w:rsidP="00810015">
      <w:r>
        <w:t>227.3734</w:t>
      </w:r>
      <w:r>
        <w:tab/>
        <w:t>1.013e0</w:t>
      </w:r>
    </w:p>
    <w:p w14:paraId="0BB8269D" w14:textId="77777777" w:rsidR="00810015" w:rsidRDefault="00810015" w:rsidP="00810015">
      <w:r>
        <w:t>227.3896</w:t>
      </w:r>
      <w:r>
        <w:tab/>
        <w:t>1.013e0</w:t>
      </w:r>
    </w:p>
    <w:p w14:paraId="32AE0C12" w14:textId="77777777" w:rsidR="00810015" w:rsidRDefault="00810015" w:rsidP="00810015">
      <w:r>
        <w:t>227.4382</w:t>
      </w:r>
      <w:r>
        <w:tab/>
        <w:t>2.025e0</w:t>
      </w:r>
    </w:p>
    <w:p w14:paraId="5A11E51E" w14:textId="77777777" w:rsidR="00810015" w:rsidRDefault="00810015" w:rsidP="00810015">
      <w:r>
        <w:t>227.4496</w:t>
      </w:r>
      <w:r>
        <w:tab/>
        <w:t>2.025e0</w:t>
      </w:r>
    </w:p>
    <w:p w14:paraId="7B8F9888" w14:textId="77777777" w:rsidR="00810015" w:rsidRDefault="00810015" w:rsidP="00810015">
      <w:r>
        <w:t>227.4559</w:t>
      </w:r>
      <w:r>
        <w:tab/>
        <w:t>2.025e0</w:t>
      </w:r>
    </w:p>
    <w:p w14:paraId="4EDB9FD4" w14:textId="77777777" w:rsidR="00810015" w:rsidRDefault="00810015" w:rsidP="00810015">
      <w:r>
        <w:t>227.4625</w:t>
      </w:r>
      <w:r>
        <w:tab/>
        <w:t>1.013e0</w:t>
      </w:r>
    </w:p>
    <w:p w14:paraId="5A8F5CC2" w14:textId="77777777" w:rsidR="00810015" w:rsidRDefault="00810015" w:rsidP="00810015">
      <w:r>
        <w:t>227.4841</w:t>
      </w:r>
      <w:r>
        <w:tab/>
        <w:t>2.025e0</w:t>
      </w:r>
    </w:p>
    <w:p w14:paraId="48E66906" w14:textId="77777777" w:rsidR="00810015" w:rsidRDefault="00810015" w:rsidP="00810015">
      <w:r>
        <w:t>227.5354</w:t>
      </w:r>
      <w:r>
        <w:tab/>
        <w:t>1.013e0</w:t>
      </w:r>
    </w:p>
    <w:p w14:paraId="4A57F042" w14:textId="77777777" w:rsidR="00810015" w:rsidRDefault="00810015" w:rsidP="00810015">
      <w:r>
        <w:t>227.5384</w:t>
      </w:r>
      <w:r>
        <w:tab/>
        <w:t>1.013e0</w:t>
      </w:r>
    </w:p>
    <w:p w14:paraId="2AA8EF17" w14:textId="77777777" w:rsidR="00810015" w:rsidRDefault="00810015" w:rsidP="00810015">
      <w:r>
        <w:t>227.5443</w:t>
      </w:r>
      <w:r>
        <w:tab/>
        <w:t>2.025e0</w:t>
      </w:r>
    </w:p>
    <w:p w14:paraId="2DE91A67" w14:textId="77777777" w:rsidR="00810015" w:rsidRDefault="00810015" w:rsidP="00810015">
      <w:r>
        <w:t>227.5578</w:t>
      </w:r>
      <w:r>
        <w:tab/>
        <w:t>1.013e0</w:t>
      </w:r>
    </w:p>
    <w:p w14:paraId="62A69B1C" w14:textId="77777777" w:rsidR="00810015" w:rsidRDefault="00810015" w:rsidP="00810015">
      <w:r>
        <w:t>227.5748</w:t>
      </w:r>
      <w:r>
        <w:tab/>
        <w:t>1.013e0</w:t>
      </w:r>
    </w:p>
    <w:p w14:paraId="2C997C21" w14:textId="77777777" w:rsidR="00810015" w:rsidRDefault="00810015" w:rsidP="00810015">
      <w:r>
        <w:t>227.5816</w:t>
      </w:r>
      <w:r>
        <w:tab/>
        <w:t>2.025e0</w:t>
      </w:r>
    </w:p>
    <w:p w14:paraId="173BDA9A" w14:textId="77777777" w:rsidR="00810015" w:rsidRDefault="00810015" w:rsidP="00810015">
      <w:r>
        <w:t>227.6006</w:t>
      </w:r>
      <w:r>
        <w:tab/>
        <w:t>2.025e0</w:t>
      </w:r>
    </w:p>
    <w:p w14:paraId="6E3E0CE6" w14:textId="77777777" w:rsidR="00810015" w:rsidRDefault="00810015" w:rsidP="00810015">
      <w:r>
        <w:t>227.6218</w:t>
      </w:r>
      <w:r>
        <w:tab/>
        <w:t>1.013e0</w:t>
      </w:r>
    </w:p>
    <w:p w14:paraId="5D81D448" w14:textId="77777777" w:rsidR="00810015" w:rsidRDefault="00810015" w:rsidP="00810015">
      <w:r>
        <w:t>227.6297</w:t>
      </w:r>
      <w:r>
        <w:tab/>
        <w:t>1.013e0</w:t>
      </w:r>
    </w:p>
    <w:p w14:paraId="58B9AA64" w14:textId="77777777" w:rsidR="00810015" w:rsidRDefault="00810015" w:rsidP="00810015">
      <w:r>
        <w:t>227.6469</w:t>
      </w:r>
      <w:r>
        <w:tab/>
        <w:t>1.013e0</w:t>
      </w:r>
    </w:p>
    <w:p w14:paraId="65CAAF2B" w14:textId="77777777" w:rsidR="00810015" w:rsidRDefault="00810015" w:rsidP="00810015">
      <w:r>
        <w:t>227.6558</w:t>
      </w:r>
      <w:r>
        <w:tab/>
        <w:t>1.013e0</w:t>
      </w:r>
    </w:p>
    <w:p w14:paraId="2BAEF397" w14:textId="77777777" w:rsidR="00810015" w:rsidRDefault="00810015" w:rsidP="00810015">
      <w:r>
        <w:t>227.6588</w:t>
      </w:r>
      <w:r>
        <w:tab/>
        <w:t>1.013e0</w:t>
      </w:r>
    </w:p>
    <w:p w14:paraId="71C3C211" w14:textId="77777777" w:rsidR="00810015" w:rsidRDefault="00810015" w:rsidP="00810015">
      <w:r>
        <w:t>227.6627</w:t>
      </w:r>
      <w:r>
        <w:tab/>
        <w:t>1.013e0</w:t>
      </w:r>
    </w:p>
    <w:p w14:paraId="7DF8FAB0" w14:textId="77777777" w:rsidR="00810015" w:rsidRDefault="00810015" w:rsidP="00810015">
      <w:r>
        <w:t>227.6833</w:t>
      </w:r>
      <w:r>
        <w:tab/>
        <w:t>3.038e0</w:t>
      </w:r>
    </w:p>
    <w:p w14:paraId="53B61D29" w14:textId="77777777" w:rsidR="00810015" w:rsidRDefault="00810015" w:rsidP="00810015">
      <w:r>
        <w:t>227.6898</w:t>
      </w:r>
      <w:r>
        <w:tab/>
        <w:t>1.013e0</w:t>
      </w:r>
    </w:p>
    <w:p w14:paraId="0C89850A" w14:textId="77777777" w:rsidR="00810015" w:rsidRDefault="00810015" w:rsidP="00810015">
      <w:r>
        <w:t>227.7152</w:t>
      </w:r>
      <w:r>
        <w:tab/>
        <w:t>2.025e0</w:t>
      </w:r>
    </w:p>
    <w:p w14:paraId="12C18DA1" w14:textId="77777777" w:rsidR="00810015" w:rsidRDefault="00810015" w:rsidP="00810015">
      <w:r>
        <w:t>227.7194</w:t>
      </w:r>
      <w:r>
        <w:tab/>
        <w:t>2.025e0</w:t>
      </w:r>
    </w:p>
    <w:p w14:paraId="2663076C" w14:textId="77777777" w:rsidR="00810015" w:rsidRDefault="00810015" w:rsidP="00810015">
      <w:r>
        <w:t>227.7392</w:t>
      </w:r>
      <w:r>
        <w:tab/>
        <w:t>1.013e0</w:t>
      </w:r>
    </w:p>
    <w:p w14:paraId="40207AF9" w14:textId="77777777" w:rsidR="00810015" w:rsidRDefault="00810015" w:rsidP="00810015">
      <w:r>
        <w:t>227.7585</w:t>
      </w:r>
      <w:r>
        <w:tab/>
        <w:t>2.025e0</w:t>
      </w:r>
    </w:p>
    <w:p w14:paraId="391A79E6" w14:textId="77777777" w:rsidR="00810015" w:rsidRDefault="00810015" w:rsidP="00810015">
      <w:r>
        <w:t>227.7793</w:t>
      </w:r>
      <w:r>
        <w:tab/>
        <w:t>2.025e0</w:t>
      </w:r>
    </w:p>
    <w:p w14:paraId="47C3456B" w14:textId="77777777" w:rsidR="00810015" w:rsidRDefault="00810015" w:rsidP="00810015">
      <w:r>
        <w:t>227.8186</w:t>
      </w:r>
      <w:r>
        <w:tab/>
        <w:t>1.013e0</w:t>
      </w:r>
    </w:p>
    <w:p w14:paraId="294B040C" w14:textId="77777777" w:rsidR="00810015" w:rsidRDefault="00810015" w:rsidP="00810015">
      <w:r>
        <w:t>227.8220</w:t>
      </w:r>
      <w:r>
        <w:tab/>
        <w:t>3.038e0</w:t>
      </w:r>
    </w:p>
    <w:p w14:paraId="3DE70299" w14:textId="77777777" w:rsidR="00810015" w:rsidRDefault="00810015" w:rsidP="00810015">
      <w:r>
        <w:t>227.8272</w:t>
      </w:r>
      <w:r>
        <w:tab/>
        <w:t>1.013e0</w:t>
      </w:r>
    </w:p>
    <w:p w14:paraId="625B70EF" w14:textId="77777777" w:rsidR="00810015" w:rsidRDefault="00810015" w:rsidP="00810015">
      <w:r>
        <w:t>227.8549</w:t>
      </w:r>
      <w:r>
        <w:tab/>
        <w:t>1.013e0</w:t>
      </w:r>
    </w:p>
    <w:p w14:paraId="69087A5B" w14:textId="77777777" w:rsidR="00810015" w:rsidRDefault="00810015" w:rsidP="00810015">
      <w:r>
        <w:t>227.8665</w:t>
      </w:r>
      <w:r>
        <w:tab/>
        <w:t>2.025e0</w:t>
      </w:r>
    </w:p>
    <w:p w14:paraId="054AE6BB" w14:textId="77777777" w:rsidR="00810015" w:rsidRDefault="00810015" w:rsidP="00810015">
      <w:r>
        <w:t>227.8997</w:t>
      </w:r>
      <w:r>
        <w:tab/>
        <w:t>2.025e0</w:t>
      </w:r>
    </w:p>
    <w:p w14:paraId="2582361A" w14:textId="77777777" w:rsidR="00810015" w:rsidRDefault="00810015" w:rsidP="00810015">
      <w:r>
        <w:t>227.9113</w:t>
      </w:r>
      <w:r>
        <w:tab/>
        <w:t>3.038e0</w:t>
      </w:r>
    </w:p>
    <w:p w14:paraId="0F6256B2" w14:textId="77777777" w:rsidR="00810015" w:rsidRDefault="00810015" w:rsidP="00810015">
      <w:r>
        <w:t>227.9198</w:t>
      </w:r>
      <w:r>
        <w:tab/>
        <w:t>1.013e0</w:t>
      </w:r>
    </w:p>
    <w:p w14:paraId="4AA49692" w14:textId="77777777" w:rsidR="00810015" w:rsidRDefault="00810015" w:rsidP="00810015">
      <w:r>
        <w:t>227.9844</w:t>
      </w:r>
      <w:r>
        <w:tab/>
        <w:t>5.579e2</w:t>
      </w:r>
    </w:p>
    <w:p w14:paraId="273149D0" w14:textId="77777777" w:rsidR="00810015" w:rsidRDefault="00810015" w:rsidP="00810015">
      <w:r>
        <w:t>227.9868</w:t>
      </w:r>
      <w:r>
        <w:tab/>
        <w:t>1.974e2</w:t>
      </w:r>
    </w:p>
    <w:p w14:paraId="28E9842F" w14:textId="77777777" w:rsidR="00810015" w:rsidRDefault="00810015" w:rsidP="00810015">
      <w:r>
        <w:t>228.0057</w:t>
      </w:r>
      <w:r>
        <w:tab/>
        <w:t>3.561e1</w:t>
      </w:r>
    </w:p>
    <w:p w14:paraId="2180CDD3" w14:textId="77777777" w:rsidR="00810015" w:rsidRDefault="00810015" w:rsidP="00810015">
      <w:r>
        <w:t>228.0220</w:t>
      </w:r>
      <w:r>
        <w:tab/>
        <w:t>1.426e1</w:t>
      </w:r>
    </w:p>
    <w:p w14:paraId="6564EDD1" w14:textId="77777777" w:rsidR="00810015" w:rsidRDefault="00810015" w:rsidP="00810015">
      <w:r>
        <w:t>228.0452</w:t>
      </w:r>
      <w:r>
        <w:tab/>
        <w:t>2.025e0</w:t>
      </w:r>
    </w:p>
    <w:p w14:paraId="6C0466C8" w14:textId="77777777" w:rsidR="00810015" w:rsidRDefault="00810015" w:rsidP="00810015">
      <w:r>
        <w:t>228.0686</w:t>
      </w:r>
      <w:r>
        <w:tab/>
        <w:t>3.038e0</w:t>
      </w:r>
    </w:p>
    <w:p w14:paraId="7FE7EA28" w14:textId="77777777" w:rsidR="00810015" w:rsidRDefault="00810015" w:rsidP="00810015">
      <w:r>
        <w:t>228.0849</w:t>
      </w:r>
      <w:r>
        <w:tab/>
        <w:t>1.013e1</w:t>
      </w:r>
    </w:p>
    <w:p w14:paraId="7F0F091F" w14:textId="77777777" w:rsidR="00810015" w:rsidRDefault="00810015" w:rsidP="00810015">
      <w:r>
        <w:t>228.0908</w:t>
      </w:r>
      <w:r>
        <w:tab/>
        <w:t>6.961e0</w:t>
      </w:r>
    </w:p>
    <w:p w14:paraId="7EDDEF8E" w14:textId="77777777" w:rsidR="00810015" w:rsidRDefault="00810015" w:rsidP="00810015">
      <w:r>
        <w:t>228.1048</w:t>
      </w:r>
      <w:r>
        <w:tab/>
        <w:t>8.096e0</w:t>
      </w:r>
    </w:p>
    <w:p w14:paraId="233C202F" w14:textId="77777777" w:rsidR="00810015" w:rsidRDefault="00810015" w:rsidP="00810015">
      <w:r>
        <w:t>228.1205</w:t>
      </w:r>
      <w:r>
        <w:tab/>
        <w:t>9.200e0</w:t>
      </w:r>
    </w:p>
    <w:p w14:paraId="54AB7FD1" w14:textId="77777777" w:rsidR="00810015" w:rsidRDefault="00810015" w:rsidP="00810015">
      <w:r>
        <w:t>228.1218</w:t>
      </w:r>
      <w:r>
        <w:tab/>
        <w:t>1.013e1</w:t>
      </w:r>
    </w:p>
    <w:p w14:paraId="52535F79" w14:textId="77777777" w:rsidR="00810015" w:rsidRDefault="00810015" w:rsidP="00810015">
      <w:r>
        <w:t>228.1230</w:t>
      </w:r>
      <w:r>
        <w:tab/>
        <w:t>1.316e1</w:t>
      </w:r>
    </w:p>
    <w:p w14:paraId="63828A09" w14:textId="77777777" w:rsidR="00810015" w:rsidRDefault="00810015" w:rsidP="00810015">
      <w:r>
        <w:t>228.1330</w:t>
      </w:r>
      <w:r>
        <w:tab/>
        <w:t>7.642e0</w:t>
      </w:r>
    </w:p>
    <w:p w14:paraId="21F65662" w14:textId="77777777" w:rsidR="00810015" w:rsidRDefault="00810015" w:rsidP="00810015">
      <w:r>
        <w:t>228.1379</w:t>
      </w:r>
      <w:r>
        <w:tab/>
        <w:t>4.086e0</w:t>
      </w:r>
    </w:p>
    <w:p w14:paraId="025CC2A6" w14:textId="77777777" w:rsidR="00810015" w:rsidRDefault="00810015" w:rsidP="00810015">
      <w:r>
        <w:t>228.1714</w:t>
      </w:r>
      <w:r>
        <w:tab/>
        <w:t>2.025e0</w:t>
      </w:r>
    </w:p>
    <w:p w14:paraId="3BA41400" w14:textId="77777777" w:rsidR="00810015" w:rsidRDefault="00810015" w:rsidP="00810015">
      <w:r>
        <w:t>228.1886</w:t>
      </w:r>
      <w:r>
        <w:tab/>
        <w:t>3.038e0</w:t>
      </w:r>
    </w:p>
    <w:p w14:paraId="20A01899" w14:textId="77777777" w:rsidR="00810015" w:rsidRDefault="00810015" w:rsidP="00810015">
      <w:r>
        <w:t>228.1941</w:t>
      </w:r>
      <w:r>
        <w:tab/>
        <w:t>5.063e0</w:t>
      </w:r>
    </w:p>
    <w:p w14:paraId="38DC72D5" w14:textId="77777777" w:rsidR="00810015" w:rsidRDefault="00810015" w:rsidP="00810015">
      <w:r>
        <w:t>228.1967</w:t>
      </w:r>
      <w:r>
        <w:tab/>
        <w:t>1.013e0</w:t>
      </w:r>
    </w:p>
    <w:p w14:paraId="7C2E39A1" w14:textId="77777777" w:rsidR="00810015" w:rsidRDefault="00810015" w:rsidP="00810015">
      <w:r>
        <w:t>228.2013</w:t>
      </w:r>
      <w:r>
        <w:tab/>
        <w:t>5.063e0</w:t>
      </w:r>
    </w:p>
    <w:p w14:paraId="1465D70B" w14:textId="77777777" w:rsidR="00810015" w:rsidRDefault="00810015" w:rsidP="00810015">
      <w:r>
        <w:t>228.2200</w:t>
      </w:r>
      <w:r>
        <w:tab/>
        <w:t>3.038e0</w:t>
      </w:r>
    </w:p>
    <w:p w14:paraId="21F776B9" w14:textId="77777777" w:rsidR="00810015" w:rsidRDefault="00810015" w:rsidP="00810015">
      <w:r>
        <w:t>228.2240</w:t>
      </w:r>
      <w:r>
        <w:tab/>
        <w:t>1.013e0</w:t>
      </w:r>
    </w:p>
    <w:p w14:paraId="2D9253C0" w14:textId="77777777" w:rsidR="00810015" w:rsidRDefault="00810015" w:rsidP="00810015">
      <w:r>
        <w:t>228.2355</w:t>
      </w:r>
      <w:r>
        <w:tab/>
        <w:t>1.013e0</w:t>
      </w:r>
    </w:p>
    <w:p w14:paraId="61A3BD99" w14:textId="77777777" w:rsidR="00810015" w:rsidRDefault="00810015" w:rsidP="00810015">
      <w:r>
        <w:t>228.2462</w:t>
      </w:r>
      <w:r>
        <w:tab/>
        <w:t>2.200e0</w:t>
      </w:r>
    </w:p>
    <w:p w14:paraId="61AD700B" w14:textId="77777777" w:rsidR="00810015" w:rsidRDefault="00810015" w:rsidP="00810015">
      <w:r>
        <w:t>228.2564</w:t>
      </w:r>
      <w:r>
        <w:tab/>
        <w:t>2.025e0</w:t>
      </w:r>
    </w:p>
    <w:p w14:paraId="55B0518D" w14:textId="77777777" w:rsidR="00810015" w:rsidRDefault="00810015" w:rsidP="00810015">
      <w:r>
        <w:t>228.2765</w:t>
      </w:r>
      <w:r>
        <w:tab/>
        <w:t>2.025e0</w:t>
      </w:r>
    </w:p>
    <w:p w14:paraId="68357C37" w14:textId="77777777" w:rsidR="00810015" w:rsidRDefault="00810015" w:rsidP="00810015">
      <w:r>
        <w:t>228.2803</w:t>
      </w:r>
      <w:r>
        <w:tab/>
        <w:t>4.051e0</w:t>
      </w:r>
    </w:p>
    <w:p w14:paraId="66EB3CB2" w14:textId="77777777" w:rsidR="00810015" w:rsidRDefault="00810015" w:rsidP="00810015">
      <w:r>
        <w:t>228.2847</w:t>
      </w:r>
      <w:r>
        <w:tab/>
        <w:t>2.025e0</w:t>
      </w:r>
    </w:p>
    <w:p w14:paraId="69845606" w14:textId="77777777" w:rsidR="00810015" w:rsidRDefault="00810015" w:rsidP="00810015">
      <w:r>
        <w:t>228.3171</w:t>
      </w:r>
      <w:r>
        <w:tab/>
        <w:t>1.013e0</w:t>
      </w:r>
    </w:p>
    <w:p w14:paraId="14E50A76" w14:textId="77777777" w:rsidR="00810015" w:rsidRDefault="00810015" w:rsidP="00810015">
      <w:r>
        <w:t>228.3214</w:t>
      </w:r>
      <w:r>
        <w:tab/>
        <w:t>1.013e0</w:t>
      </w:r>
    </w:p>
    <w:p w14:paraId="31CF0205" w14:textId="77777777" w:rsidR="00810015" w:rsidRDefault="00810015" w:rsidP="00810015">
      <w:r>
        <w:t>228.3291</w:t>
      </w:r>
      <w:r>
        <w:tab/>
        <w:t>2.025e0</w:t>
      </w:r>
    </w:p>
    <w:p w14:paraId="6D8D59A6" w14:textId="77777777" w:rsidR="00810015" w:rsidRDefault="00810015" w:rsidP="00810015">
      <w:r>
        <w:t>228.3453</w:t>
      </w:r>
      <w:r>
        <w:tab/>
        <w:t>1.013e0</w:t>
      </w:r>
    </w:p>
    <w:p w14:paraId="62B51B5B" w14:textId="77777777" w:rsidR="00810015" w:rsidRDefault="00810015" w:rsidP="00810015">
      <w:r>
        <w:t>228.3601</w:t>
      </w:r>
      <w:r>
        <w:tab/>
        <w:t>2.025e0</w:t>
      </w:r>
    </w:p>
    <w:p w14:paraId="58E75B2F" w14:textId="77777777" w:rsidR="00810015" w:rsidRDefault="00810015" w:rsidP="00810015">
      <w:r>
        <w:t>228.3685</w:t>
      </w:r>
      <w:r>
        <w:tab/>
        <w:t>4.051e0</w:t>
      </w:r>
    </w:p>
    <w:p w14:paraId="3EA1EDD8" w14:textId="77777777" w:rsidR="00810015" w:rsidRDefault="00810015" w:rsidP="00810015">
      <w:r>
        <w:t>228.3874</w:t>
      </w:r>
      <w:r>
        <w:tab/>
        <w:t>2.025e0</w:t>
      </w:r>
    </w:p>
    <w:p w14:paraId="652E5427" w14:textId="77777777" w:rsidR="00810015" w:rsidRDefault="00810015" w:rsidP="00810015">
      <w:r>
        <w:t>228.3892</w:t>
      </w:r>
      <w:r>
        <w:tab/>
        <w:t>1.013e0</w:t>
      </w:r>
    </w:p>
    <w:p w14:paraId="3D5F5075" w14:textId="77777777" w:rsidR="00810015" w:rsidRDefault="00810015" w:rsidP="00810015">
      <w:r>
        <w:t>228.4047</w:t>
      </w:r>
      <w:r>
        <w:tab/>
        <w:t>1.013e0</w:t>
      </w:r>
    </w:p>
    <w:p w14:paraId="0C9E6EC0" w14:textId="77777777" w:rsidR="00810015" w:rsidRDefault="00810015" w:rsidP="00810015">
      <w:r>
        <w:t>228.4133</w:t>
      </w:r>
      <w:r>
        <w:tab/>
        <w:t>1.013e0</w:t>
      </w:r>
    </w:p>
    <w:p w14:paraId="350B71D9" w14:textId="77777777" w:rsidR="00810015" w:rsidRDefault="00810015" w:rsidP="00810015">
      <w:r>
        <w:t>228.4246</w:t>
      </w:r>
      <w:r>
        <w:tab/>
        <w:t>1.013e0</w:t>
      </w:r>
    </w:p>
    <w:p w14:paraId="131B7138" w14:textId="77777777" w:rsidR="00810015" w:rsidRDefault="00810015" w:rsidP="00810015">
      <w:r>
        <w:t>228.4592</w:t>
      </w:r>
      <w:r>
        <w:tab/>
        <w:t>4.051e0</w:t>
      </w:r>
    </w:p>
    <w:p w14:paraId="1ED32D97" w14:textId="77777777" w:rsidR="00810015" w:rsidRDefault="00810015" w:rsidP="00810015">
      <w:r>
        <w:t>228.4639</w:t>
      </w:r>
      <w:r>
        <w:tab/>
        <w:t>2.025e0</w:t>
      </w:r>
    </w:p>
    <w:p w14:paraId="2688AED5" w14:textId="77777777" w:rsidR="00810015" w:rsidRDefault="00810015" w:rsidP="00810015">
      <w:r>
        <w:t>228.4892</w:t>
      </w:r>
      <w:r>
        <w:tab/>
        <w:t>1.013e0</w:t>
      </w:r>
    </w:p>
    <w:p w14:paraId="64A7E4F6" w14:textId="77777777" w:rsidR="00810015" w:rsidRDefault="00810015" w:rsidP="00810015">
      <w:r>
        <w:t>228.4978</w:t>
      </w:r>
      <w:r>
        <w:tab/>
        <w:t>1.013e0</w:t>
      </w:r>
    </w:p>
    <w:p w14:paraId="1807AB6E" w14:textId="77777777" w:rsidR="00810015" w:rsidRDefault="00810015" w:rsidP="00810015">
      <w:r>
        <w:t>228.5155</w:t>
      </w:r>
      <w:r>
        <w:tab/>
        <w:t>2.025e0</w:t>
      </w:r>
    </w:p>
    <w:p w14:paraId="79484A50" w14:textId="77777777" w:rsidR="00810015" w:rsidRDefault="00810015" w:rsidP="00810015">
      <w:r>
        <w:t>228.5217</w:t>
      </w:r>
      <w:r>
        <w:tab/>
        <w:t>4.051e0</w:t>
      </w:r>
    </w:p>
    <w:p w14:paraId="6557D778" w14:textId="77777777" w:rsidR="00810015" w:rsidRDefault="00810015" w:rsidP="00810015">
      <w:r>
        <w:t>228.5279</w:t>
      </w:r>
      <w:r>
        <w:tab/>
        <w:t>2.025e0</w:t>
      </w:r>
    </w:p>
    <w:p w14:paraId="75F212E6" w14:textId="77777777" w:rsidR="00810015" w:rsidRDefault="00810015" w:rsidP="00810015">
      <w:r>
        <w:t>228.5291</w:t>
      </w:r>
      <w:r>
        <w:tab/>
        <w:t>1.013e0</w:t>
      </w:r>
    </w:p>
    <w:p w14:paraId="62CBE881" w14:textId="77777777" w:rsidR="00810015" w:rsidRDefault="00810015" w:rsidP="00810015">
      <w:r>
        <w:t>228.5408</w:t>
      </w:r>
      <w:r>
        <w:tab/>
        <w:t>1.013e0</w:t>
      </w:r>
    </w:p>
    <w:p w14:paraId="43A38CE2" w14:textId="77777777" w:rsidR="00810015" w:rsidRDefault="00810015" w:rsidP="00810015">
      <w:r>
        <w:t>228.5589</w:t>
      </w:r>
      <w:r>
        <w:tab/>
        <w:t>1.013e0</w:t>
      </w:r>
    </w:p>
    <w:p w14:paraId="746082C7" w14:textId="77777777" w:rsidR="00810015" w:rsidRDefault="00810015" w:rsidP="00810015">
      <w:r>
        <w:t>228.5623</w:t>
      </w:r>
      <w:r>
        <w:tab/>
        <w:t>1.013e0</w:t>
      </w:r>
    </w:p>
    <w:p w14:paraId="358613D7" w14:textId="77777777" w:rsidR="00810015" w:rsidRDefault="00810015" w:rsidP="00810015">
      <w:r>
        <w:t>228.5699</w:t>
      </w:r>
      <w:r>
        <w:tab/>
        <w:t>6.076e0</w:t>
      </w:r>
    </w:p>
    <w:p w14:paraId="73B3E935" w14:textId="77777777" w:rsidR="00810015" w:rsidRDefault="00810015" w:rsidP="00810015">
      <w:r>
        <w:t>228.5738</w:t>
      </w:r>
      <w:r>
        <w:tab/>
        <w:t>1.013e0</w:t>
      </w:r>
    </w:p>
    <w:p w14:paraId="580688BE" w14:textId="77777777" w:rsidR="00810015" w:rsidRDefault="00810015" w:rsidP="00810015">
      <w:r>
        <w:t>228.5960</w:t>
      </w:r>
      <w:r>
        <w:tab/>
        <w:t>2.025e0</w:t>
      </w:r>
    </w:p>
    <w:p w14:paraId="0DB8CFD9" w14:textId="77777777" w:rsidR="00810015" w:rsidRDefault="00810015" w:rsidP="00810015">
      <w:r>
        <w:t>228.5998</w:t>
      </w:r>
      <w:r>
        <w:tab/>
        <w:t>2.025e0</w:t>
      </w:r>
    </w:p>
    <w:p w14:paraId="060A5DC0" w14:textId="77777777" w:rsidR="00810015" w:rsidRDefault="00810015" w:rsidP="00810015">
      <w:r>
        <w:t>228.6011</w:t>
      </w:r>
      <w:r>
        <w:tab/>
        <w:t>1.013e0</w:t>
      </w:r>
    </w:p>
    <w:p w14:paraId="56BB3EC7" w14:textId="77777777" w:rsidR="00810015" w:rsidRDefault="00810015" w:rsidP="00810015">
      <w:r>
        <w:t>228.6226</w:t>
      </w:r>
      <w:r>
        <w:tab/>
        <w:t>2.025e0</w:t>
      </w:r>
    </w:p>
    <w:p w14:paraId="686442B0" w14:textId="77777777" w:rsidR="00810015" w:rsidRDefault="00810015" w:rsidP="00810015">
      <w:r>
        <w:t>228.6341</w:t>
      </w:r>
      <w:r>
        <w:tab/>
        <w:t>2.025e0</w:t>
      </w:r>
    </w:p>
    <w:p w14:paraId="695F5771" w14:textId="77777777" w:rsidR="00810015" w:rsidRDefault="00810015" w:rsidP="00810015">
      <w:r>
        <w:t>228.6427</w:t>
      </w:r>
      <w:r>
        <w:tab/>
        <w:t>3.038e0</w:t>
      </w:r>
    </w:p>
    <w:p w14:paraId="09AA6D69" w14:textId="77777777" w:rsidR="00810015" w:rsidRDefault="00810015" w:rsidP="00810015">
      <w:r>
        <w:t>228.6505</w:t>
      </w:r>
      <w:r>
        <w:tab/>
        <w:t>1.013e0</w:t>
      </w:r>
    </w:p>
    <w:p w14:paraId="6A340313" w14:textId="77777777" w:rsidR="00810015" w:rsidRDefault="00810015" w:rsidP="00810015">
      <w:r>
        <w:t>228.6843</w:t>
      </w:r>
      <w:r>
        <w:tab/>
        <w:t>2.025e0</w:t>
      </w:r>
    </w:p>
    <w:p w14:paraId="6866D700" w14:textId="77777777" w:rsidR="00810015" w:rsidRDefault="00810015" w:rsidP="00810015">
      <w:r>
        <w:t>228.6861</w:t>
      </w:r>
      <w:r>
        <w:tab/>
        <w:t>2.025e0</w:t>
      </w:r>
    </w:p>
    <w:p w14:paraId="4C5318CE" w14:textId="77777777" w:rsidR="00810015" w:rsidRDefault="00810015" w:rsidP="00810015">
      <w:r>
        <w:t>228.7010</w:t>
      </w:r>
      <w:r>
        <w:tab/>
        <w:t>3.038e0</w:t>
      </w:r>
    </w:p>
    <w:p w14:paraId="2AEB6FB4" w14:textId="77777777" w:rsidR="00810015" w:rsidRDefault="00810015" w:rsidP="00810015">
      <w:r>
        <w:t>228.7061</w:t>
      </w:r>
      <w:r>
        <w:tab/>
        <w:t>1.013e0</w:t>
      </w:r>
    </w:p>
    <w:p w14:paraId="25291034" w14:textId="77777777" w:rsidR="00810015" w:rsidRDefault="00810015" w:rsidP="00810015">
      <w:r>
        <w:t>228.7138</w:t>
      </w:r>
      <w:r>
        <w:tab/>
        <w:t>1.013e0</w:t>
      </w:r>
    </w:p>
    <w:p w14:paraId="335F5D21" w14:textId="77777777" w:rsidR="00810015" w:rsidRDefault="00810015" w:rsidP="00810015">
      <w:r>
        <w:t>228.7260</w:t>
      </w:r>
      <w:r>
        <w:tab/>
        <w:t>1.013e0</w:t>
      </w:r>
    </w:p>
    <w:p w14:paraId="6C848457" w14:textId="77777777" w:rsidR="00810015" w:rsidRDefault="00810015" w:rsidP="00810015">
      <w:r>
        <w:t>228.7389</w:t>
      </w:r>
      <w:r>
        <w:tab/>
        <w:t>1.013e0</w:t>
      </w:r>
    </w:p>
    <w:p w14:paraId="32D5F724" w14:textId="77777777" w:rsidR="00810015" w:rsidRDefault="00810015" w:rsidP="00810015">
      <w:r>
        <w:t>228.7558</w:t>
      </w:r>
      <w:r>
        <w:tab/>
        <w:t>5.063e0</w:t>
      </w:r>
    </w:p>
    <w:p w14:paraId="5576EB88" w14:textId="77777777" w:rsidR="00810015" w:rsidRDefault="00810015" w:rsidP="00810015">
      <w:r>
        <w:t>228.7625</w:t>
      </w:r>
      <w:r>
        <w:tab/>
        <w:t>1.013e0</w:t>
      </w:r>
    </w:p>
    <w:p w14:paraId="4E3696DF" w14:textId="77777777" w:rsidR="00810015" w:rsidRDefault="00810015" w:rsidP="00810015">
      <w:r>
        <w:t>228.7749</w:t>
      </w:r>
      <w:r>
        <w:tab/>
        <w:t>1.013e0</w:t>
      </w:r>
    </w:p>
    <w:p w14:paraId="1F46DA61" w14:textId="77777777" w:rsidR="00810015" w:rsidRDefault="00810015" w:rsidP="00810015">
      <w:r>
        <w:t>228.7782</w:t>
      </w:r>
      <w:r>
        <w:tab/>
        <w:t>2.025e0</w:t>
      </w:r>
    </w:p>
    <w:p w14:paraId="7C348E41" w14:textId="77777777" w:rsidR="00810015" w:rsidRDefault="00810015" w:rsidP="00810015">
      <w:r>
        <w:t>228.7890</w:t>
      </w:r>
      <w:r>
        <w:tab/>
        <w:t>3.038e0</w:t>
      </w:r>
    </w:p>
    <w:p w14:paraId="07425DB6" w14:textId="77777777" w:rsidR="00810015" w:rsidRDefault="00810015" w:rsidP="00810015">
      <w:r>
        <w:t>228.7906</w:t>
      </w:r>
      <w:r>
        <w:tab/>
        <w:t>2.025e0</w:t>
      </w:r>
    </w:p>
    <w:p w14:paraId="1811B99B" w14:textId="77777777" w:rsidR="00810015" w:rsidRDefault="00810015" w:rsidP="00810015">
      <w:r>
        <w:t>228.7949</w:t>
      </w:r>
      <w:r>
        <w:tab/>
        <w:t>1.013e0</w:t>
      </w:r>
    </w:p>
    <w:p w14:paraId="7B0A2268" w14:textId="77777777" w:rsidR="00810015" w:rsidRDefault="00810015" w:rsidP="00810015">
      <w:r>
        <w:t>228.8073</w:t>
      </w:r>
      <w:r>
        <w:tab/>
        <w:t>1.013e0</w:t>
      </w:r>
    </w:p>
    <w:p w14:paraId="4ED6EB56" w14:textId="77777777" w:rsidR="00810015" w:rsidRDefault="00810015" w:rsidP="00810015">
      <w:r>
        <w:t>228.8149</w:t>
      </w:r>
      <w:r>
        <w:tab/>
        <w:t>1.013e0</w:t>
      </w:r>
    </w:p>
    <w:p w14:paraId="260F3050" w14:textId="77777777" w:rsidR="00810015" w:rsidRDefault="00810015" w:rsidP="00810015">
      <w:r>
        <w:t>228.8394</w:t>
      </w:r>
      <w:r>
        <w:tab/>
        <w:t>6.117e0</w:t>
      </w:r>
    </w:p>
    <w:p w14:paraId="2FBD4062" w14:textId="77777777" w:rsidR="00810015" w:rsidRDefault="00810015" w:rsidP="00810015">
      <w:r>
        <w:t>228.8638</w:t>
      </w:r>
      <w:r>
        <w:tab/>
        <w:t>1.013e0</w:t>
      </w:r>
    </w:p>
    <w:p w14:paraId="0A5BC8D8" w14:textId="77777777" w:rsidR="00810015" w:rsidRDefault="00810015" w:rsidP="00810015">
      <w:r>
        <w:t>228.8791</w:t>
      </w:r>
      <w:r>
        <w:tab/>
        <w:t>2.025e0</w:t>
      </w:r>
    </w:p>
    <w:p w14:paraId="7E34C6C1" w14:textId="77777777" w:rsidR="00810015" w:rsidRDefault="00810015" w:rsidP="00810015">
      <w:r>
        <w:t>228.8830</w:t>
      </w:r>
      <w:r>
        <w:tab/>
        <w:t>1.013e0</w:t>
      </w:r>
    </w:p>
    <w:p w14:paraId="49B9D479" w14:textId="77777777" w:rsidR="00810015" w:rsidRDefault="00810015" w:rsidP="00810015">
      <w:r>
        <w:t>228.8908</w:t>
      </w:r>
      <w:r>
        <w:tab/>
        <w:t>1.013e0</w:t>
      </w:r>
    </w:p>
    <w:p w14:paraId="7918F142" w14:textId="77777777" w:rsidR="00810015" w:rsidRDefault="00810015" w:rsidP="00810015">
      <w:r>
        <w:t>228.9027</w:t>
      </w:r>
      <w:r>
        <w:tab/>
        <w:t>1.013e0</w:t>
      </w:r>
    </w:p>
    <w:p w14:paraId="4CEC5FDF" w14:textId="77777777" w:rsidR="00810015" w:rsidRDefault="00810015" w:rsidP="00810015">
      <w:r>
        <w:t>228.9070</w:t>
      </w:r>
      <w:r>
        <w:tab/>
        <w:t>1.013e0</w:t>
      </w:r>
    </w:p>
    <w:p w14:paraId="2326C142" w14:textId="77777777" w:rsidR="00810015" w:rsidRDefault="00810015" w:rsidP="00810015">
      <w:r>
        <w:t>228.9433</w:t>
      </w:r>
      <w:r>
        <w:tab/>
        <w:t>1.013e0</w:t>
      </w:r>
    </w:p>
    <w:p w14:paraId="20D0D340" w14:textId="77777777" w:rsidR="00810015" w:rsidRDefault="00810015" w:rsidP="00810015">
      <w:r>
        <w:t>228.9506</w:t>
      </w:r>
      <w:r>
        <w:tab/>
        <w:t>1.794e0</w:t>
      </w:r>
    </w:p>
    <w:p w14:paraId="064502AA" w14:textId="77777777" w:rsidR="00810015" w:rsidRDefault="00810015" w:rsidP="00810015">
      <w:r>
        <w:t>228.9615</w:t>
      </w:r>
      <w:r>
        <w:tab/>
        <w:t>3.026e0</w:t>
      </w:r>
    </w:p>
    <w:p w14:paraId="2083E104" w14:textId="77777777" w:rsidR="00810015" w:rsidRDefault="00810015" w:rsidP="00810015">
      <w:r>
        <w:t>228.9856</w:t>
      </w:r>
      <w:r>
        <w:tab/>
        <w:t>1.924e1</w:t>
      </w:r>
    </w:p>
    <w:p w14:paraId="7E5C2533" w14:textId="77777777" w:rsidR="00810015" w:rsidRDefault="00810015" w:rsidP="00810015">
      <w:r>
        <w:t>228.9881</w:t>
      </w:r>
      <w:r>
        <w:tab/>
        <w:t>2.329e1</w:t>
      </w:r>
    </w:p>
    <w:p w14:paraId="300C120F" w14:textId="77777777" w:rsidR="00810015" w:rsidRDefault="00810015" w:rsidP="00810015">
      <w:r>
        <w:t>228.9900</w:t>
      </w:r>
      <w:r>
        <w:tab/>
        <w:t>1.187e1</w:t>
      </w:r>
    </w:p>
    <w:p w14:paraId="5A1D9F17" w14:textId="77777777" w:rsidR="00810015" w:rsidRDefault="00810015" w:rsidP="00810015">
      <w:r>
        <w:t>228.9916</w:t>
      </w:r>
      <w:r>
        <w:tab/>
        <w:t>1.276e1</w:t>
      </w:r>
    </w:p>
    <w:p w14:paraId="3D6D26CC" w14:textId="77777777" w:rsidR="00810015" w:rsidRDefault="00810015" w:rsidP="00810015">
      <w:r>
        <w:t>228.9927</w:t>
      </w:r>
      <w:r>
        <w:tab/>
        <w:t>4.262e1</w:t>
      </w:r>
    </w:p>
    <w:p w14:paraId="1F763A1A" w14:textId="77777777" w:rsidR="00810015" w:rsidRDefault="00810015" w:rsidP="00810015">
      <w:r>
        <w:t>229.0259</w:t>
      </w:r>
      <w:r>
        <w:tab/>
        <w:t>4.051e0</w:t>
      </w:r>
    </w:p>
    <w:p w14:paraId="159FB0B2" w14:textId="77777777" w:rsidR="00810015" w:rsidRDefault="00810015" w:rsidP="00810015">
      <w:r>
        <w:t>229.0415</w:t>
      </w:r>
      <w:r>
        <w:tab/>
        <w:t>2.025e0</w:t>
      </w:r>
    </w:p>
    <w:p w14:paraId="2A4A4773" w14:textId="77777777" w:rsidR="00810015" w:rsidRDefault="00810015" w:rsidP="00810015">
      <w:r>
        <w:t>229.0523</w:t>
      </w:r>
      <w:r>
        <w:tab/>
        <w:t>2.025e0</w:t>
      </w:r>
    </w:p>
    <w:p w14:paraId="7EA3D5C0" w14:textId="77777777" w:rsidR="00810015" w:rsidRDefault="00810015" w:rsidP="00810015">
      <w:r>
        <w:t>229.0755</w:t>
      </w:r>
      <w:r>
        <w:tab/>
        <w:t>1.013e0</w:t>
      </w:r>
    </w:p>
    <w:p w14:paraId="6E4C11D2" w14:textId="77777777" w:rsidR="00810015" w:rsidRDefault="00810015" w:rsidP="00810015">
      <w:r>
        <w:t>229.0857</w:t>
      </w:r>
      <w:r>
        <w:tab/>
        <w:t>4.051e0</w:t>
      </w:r>
    </w:p>
    <w:p w14:paraId="775494DB" w14:textId="77777777" w:rsidR="00810015" w:rsidRDefault="00810015" w:rsidP="00810015">
      <w:r>
        <w:t>229.0902</w:t>
      </w:r>
      <w:r>
        <w:tab/>
        <w:t>2.025e0</w:t>
      </w:r>
    </w:p>
    <w:p w14:paraId="02DF813C" w14:textId="77777777" w:rsidR="00810015" w:rsidRDefault="00810015" w:rsidP="00810015">
      <w:r>
        <w:t>229.1006</w:t>
      </w:r>
      <w:r>
        <w:tab/>
        <w:t>6.136e0</w:t>
      </w:r>
    </w:p>
    <w:p w14:paraId="536D8F05" w14:textId="77777777" w:rsidR="00810015" w:rsidRDefault="00810015" w:rsidP="00810015">
      <w:r>
        <w:t>229.1214</w:t>
      </w:r>
      <w:r>
        <w:tab/>
        <w:t>3.038e0</w:t>
      </w:r>
    </w:p>
    <w:p w14:paraId="2D14A3D0" w14:textId="77777777" w:rsidR="00810015" w:rsidRDefault="00810015" w:rsidP="00810015">
      <w:r>
        <w:t>229.1411</w:t>
      </w:r>
      <w:r>
        <w:tab/>
        <w:t>2.825e0</w:t>
      </w:r>
    </w:p>
    <w:p w14:paraId="0BDD29BF" w14:textId="77777777" w:rsidR="00810015" w:rsidRDefault="00810015" w:rsidP="00810015">
      <w:r>
        <w:t>229.1429</w:t>
      </w:r>
      <w:r>
        <w:tab/>
        <w:t>1.999e0</w:t>
      </w:r>
    </w:p>
    <w:p w14:paraId="3E974D4B" w14:textId="77777777" w:rsidR="00810015" w:rsidRDefault="00810015" w:rsidP="00810015">
      <w:r>
        <w:t>229.1465</w:t>
      </w:r>
      <w:r>
        <w:tab/>
        <w:t>6.076e0</w:t>
      </w:r>
    </w:p>
    <w:p w14:paraId="4D7D05F8" w14:textId="77777777" w:rsidR="00810015" w:rsidRDefault="00810015" w:rsidP="00810015">
      <w:r>
        <w:t>229.1629</w:t>
      </w:r>
      <w:r>
        <w:tab/>
        <w:t>1.986e0</w:t>
      </w:r>
    </w:p>
    <w:p w14:paraId="505ADF1F" w14:textId="77777777" w:rsidR="00810015" w:rsidRDefault="00810015" w:rsidP="00810015">
      <w:r>
        <w:t>229.1672</w:t>
      </w:r>
      <w:r>
        <w:tab/>
        <w:t>2.025e0</w:t>
      </w:r>
    </w:p>
    <w:p w14:paraId="492E94E8" w14:textId="77777777" w:rsidR="00810015" w:rsidRDefault="00810015" w:rsidP="00810015">
      <w:r>
        <w:t>229.1693</w:t>
      </w:r>
      <w:r>
        <w:tab/>
        <w:t>4.586e0</w:t>
      </w:r>
    </w:p>
    <w:p w14:paraId="1B1370A9" w14:textId="77777777" w:rsidR="00810015" w:rsidRDefault="00810015" w:rsidP="00810015">
      <w:r>
        <w:t>229.1776</w:t>
      </w:r>
      <w:r>
        <w:tab/>
        <w:t>1.013e0</w:t>
      </w:r>
    </w:p>
    <w:p w14:paraId="53D5B7D8" w14:textId="77777777" w:rsidR="00810015" w:rsidRDefault="00810015" w:rsidP="00810015">
      <w:r>
        <w:t>229.1946</w:t>
      </w:r>
      <w:r>
        <w:tab/>
        <w:t>2.025e0</w:t>
      </w:r>
    </w:p>
    <w:p w14:paraId="48FAB901" w14:textId="77777777" w:rsidR="00810015" w:rsidRDefault="00810015" w:rsidP="00810015">
      <w:r>
        <w:t>229.2205</w:t>
      </w:r>
      <w:r>
        <w:tab/>
        <w:t>2.025e0</w:t>
      </w:r>
    </w:p>
    <w:p w14:paraId="5598258B" w14:textId="77777777" w:rsidR="00810015" w:rsidRDefault="00810015" w:rsidP="00810015">
      <w:r>
        <w:t>229.2294</w:t>
      </w:r>
      <w:r>
        <w:tab/>
        <w:t>2.025e0</w:t>
      </w:r>
    </w:p>
    <w:p w14:paraId="48E51897" w14:textId="77777777" w:rsidR="00810015" w:rsidRDefault="00810015" w:rsidP="00810015">
      <w:r>
        <w:t>229.2488</w:t>
      </w:r>
      <w:r>
        <w:tab/>
        <w:t>1.013e0</w:t>
      </w:r>
    </w:p>
    <w:p w14:paraId="17ED438E" w14:textId="77777777" w:rsidR="00810015" w:rsidRDefault="00810015" w:rsidP="00810015">
      <w:r>
        <w:t>229.2526</w:t>
      </w:r>
      <w:r>
        <w:tab/>
        <w:t>1.013e0</w:t>
      </w:r>
    </w:p>
    <w:p w14:paraId="04456B3E" w14:textId="77777777" w:rsidR="00810015" w:rsidRDefault="00810015" w:rsidP="00810015">
      <w:r>
        <w:t>229.2858</w:t>
      </w:r>
      <w:r>
        <w:tab/>
        <w:t>1.013e0</w:t>
      </w:r>
    </w:p>
    <w:p w14:paraId="762FD607" w14:textId="77777777" w:rsidR="00810015" w:rsidRDefault="00810015" w:rsidP="00810015">
      <w:r>
        <w:t>229.2897</w:t>
      </w:r>
      <w:r>
        <w:tab/>
        <w:t>1.013e0</w:t>
      </w:r>
    </w:p>
    <w:p w14:paraId="2432C6B4" w14:textId="77777777" w:rsidR="00810015" w:rsidRDefault="00810015" w:rsidP="00810015">
      <w:r>
        <w:t>229.2974</w:t>
      </w:r>
      <w:r>
        <w:tab/>
        <w:t>1.013e0</w:t>
      </w:r>
    </w:p>
    <w:p w14:paraId="4AFD9A1E" w14:textId="77777777" w:rsidR="00810015" w:rsidRDefault="00810015" w:rsidP="00810015">
      <w:r>
        <w:t>229.3091</w:t>
      </w:r>
      <w:r>
        <w:tab/>
        <w:t>1.013e0</w:t>
      </w:r>
    </w:p>
    <w:p w14:paraId="7E0E499C" w14:textId="77777777" w:rsidR="00810015" w:rsidRDefault="00810015" w:rsidP="00810015">
      <w:r>
        <w:t>229.3224</w:t>
      </w:r>
      <w:r>
        <w:tab/>
        <w:t>2.025e0</w:t>
      </w:r>
    </w:p>
    <w:p w14:paraId="052AE847" w14:textId="77777777" w:rsidR="00810015" w:rsidRDefault="00810015" w:rsidP="00810015">
      <w:r>
        <w:t>229.3578</w:t>
      </w:r>
      <w:r>
        <w:tab/>
        <w:t>1.013e0</w:t>
      </w:r>
    </w:p>
    <w:p w14:paraId="5A1D8FFB" w14:textId="77777777" w:rsidR="00810015" w:rsidRDefault="00810015" w:rsidP="00810015">
      <w:r>
        <w:t>229.3617</w:t>
      </w:r>
      <w:r>
        <w:tab/>
        <w:t>1.013e0</w:t>
      </w:r>
    </w:p>
    <w:p w14:paraId="3B29861F" w14:textId="77777777" w:rsidR="00810015" w:rsidRDefault="00810015" w:rsidP="00810015">
      <w:r>
        <w:t>229.3732</w:t>
      </w:r>
      <w:r>
        <w:tab/>
        <w:t>1.013e0</w:t>
      </w:r>
    </w:p>
    <w:p w14:paraId="430B295B" w14:textId="77777777" w:rsidR="00810015" w:rsidRDefault="00810015" w:rsidP="00810015">
      <w:r>
        <w:t>229.3867</w:t>
      </w:r>
      <w:r>
        <w:tab/>
        <w:t>1.013e0</w:t>
      </w:r>
    </w:p>
    <w:p w14:paraId="1E3E5696" w14:textId="77777777" w:rsidR="00810015" w:rsidRDefault="00810015" w:rsidP="00810015">
      <w:r>
        <w:t>229.3903</w:t>
      </w:r>
      <w:r>
        <w:tab/>
        <w:t>1.013e0</w:t>
      </w:r>
    </w:p>
    <w:p w14:paraId="588C79C1" w14:textId="77777777" w:rsidR="00810015" w:rsidRDefault="00810015" w:rsidP="00810015">
      <w:r>
        <w:t>229.3984</w:t>
      </w:r>
      <w:r>
        <w:tab/>
        <w:t>2.025e0</w:t>
      </w:r>
    </w:p>
    <w:p w14:paraId="2027C2F9" w14:textId="77777777" w:rsidR="00810015" w:rsidRDefault="00810015" w:rsidP="00810015">
      <w:r>
        <w:t>229.4106</w:t>
      </w:r>
      <w:r>
        <w:tab/>
        <w:t>4.051e0</w:t>
      </w:r>
    </w:p>
    <w:p w14:paraId="306F867A" w14:textId="77777777" w:rsidR="00810015" w:rsidRDefault="00810015" w:rsidP="00810015">
      <w:r>
        <w:t>229.4277</w:t>
      </w:r>
      <w:r>
        <w:tab/>
        <w:t>2.025e0</w:t>
      </w:r>
    </w:p>
    <w:p w14:paraId="4186BCC1" w14:textId="77777777" w:rsidR="00810015" w:rsidRDefault="00810015" w:rsidP="00810015">
      <w:r>
        <w:t>229.4386</w:t>
      </w:r>
      <w:r>
        <w:tab/>
        <w:t>1.013e0</w:t>
      </w:r>
    </w:p>
    <w:p w14:paraId="6904080F" w14:textId="77777777" w:rsidR="00810015" w:rsidRDefault="00810015" w:rsidP="00810015">
      <w:r>
        <w:t>229.4464</w:t>
      </w:r>
      <w:r>
        <w:tab/>
        <w:t>1.013e0</w:t>
      </w:r>
    </w:p>
    <w:p w14:paraId="5AB62062" w14:textId="77777777" w:rsidR="00810015" w:rsidRDefault="00810015" w:rsidP="00810015">
      <w:r>
        <w:t>229.4507</w:t>
      </w:r>
      <w:r>
        <w:tab/>
        <w:t>1.013e0</w:t>
      </w:r>
    </w:p>
    <w:p w14:paraId="18052FE3" w14:textId="77777777" w:rsidR="00810015" w:rsidRDefault="00810015" w:rsidP="00810015">
      <w:r>
        <w:t>229.4900</w:t>
      </w:r>
      <w:r>
        <w:tab/>
        <w:t>1.013e0</w:t>
      </w:r>
    </w:p>
    <w:p w14:paraId="1A0ADA9A" w14:textId="77777777" w:rsidR="00810015" w:rsidRDefault="00810015" w:rsidP="00810015">
      <w:r>
        <w:t>229.4943</w:t>
      </w:r>
      <w:r>
        <w:tab/>
        <w:t>2.025e0</w:t>
      </w:r>
    </w:p>
    <w:p w14:paraId="2D711632" w14:textId="77777777" w:rsidR="00810015" w:rsidRDefault="00810015" w:rsidP="00810015">
      <w:r>
        <w:t>229.5195</w:t>
      </w:r>
      <w:r>
        <w:tab/>
        <w:t>1.013e0</w:t>
      </w:r>
    </w:p>
    <w:p w14:paraId="666D443E" w14:textId="77777777" w:rsidR="00810015" w:rsidRDefault="00810015" w:rsidP="00810015">
      <w:r>
        <w:t>229.5241</w:t>
      </w:r>
      <w:r>
        <w:tab/>
        <w:t>1.013e0</w:t>
      </w:r>
    </w:p>
    <w:p w14:paraId="08DFF4B0" w14:textId="77777777" w:rsidR="00810015" w:rsidRDefault="00810015" w:rsidP="00810015">
      <w:r>
        <w:t>229.5330</w:t>
      </w:r>
      <w:r>
        <w:tab/>
        <w:t>2.025e0</w:t>
      </w:r>
    </w:p>
    <w:p w14:paraId="12BAC893" w14:textId="77777777" w:rsidR="00810015" w:rsidRDefault="00810015" w:rsidP="00810015">
      <w:r>
        <w:t>229.5635</w:t>
      </w:r>
      <w:r>
        <w:tab/>
        <w:t>2.025e0</w:t>
      </w:r>
    </w:p>
    <w:p w14:paraId="22AD7191" w14:textId="77777777" w:rsidR="00810015" w:rsidRDefault="00810015" w:rsidP="00810015">
      <w:r>
        <w:t>229.5836</w:t>
      </w:r>
      <w:r>
        <w:tab/>
        <w:t>1.013e0</w:t>
      </w:r>
    </w:p>
    <w:p w14:paraId="72EA8A0F" w14:textId="77777777" w:rsidR="00810015" w:rsidRDefault="00810015" w:rsidP="00810015">
      <w:r>
        <w:t>229.5914</w:t>
      </w:r>
      <w:r>
        <w:tab/>
        <w:t>1.013e0</w:t>
      </w:r>
    </w:p>
    <w:p w14:paraId="2ABF5F1B" w14:textId="77777777" w:rsidR="00810015" w:rsidRDefault="00810015" w:rsidP="00810015">
      <w:r>
        <w:t>229.6255</w:t>
      </w:r>
      <w:r>
        <w:tab/>
        <w:t>3.310e0</w:t>
      </w:r>
    </w:p>
    <w:p w14:paraId="0AB059D1" w14:textId="77777777" w:rsidR="00810015" w:rsidRDefault="00810015" w:rsidP="00810015">
      <w:r>
        <w:t>229.6409</w:t>
      </w:r>
      <w:r>
        <w:tab/>
        <w:t>1.013e0</w:t>
      </w:r>
    </w:p>
    <w:p w14:paraId="2A725396" w14:textId="77777777" w:rsidR="00810015" w:rsidRDefault="00810015" w:rsidP="00810015">
      <w:r>
        <w:t>229.6478</w:t>
      </w:r>
      <w:r>
        <w:tab/>
        <w:t>1.013e0</w:t>
      </w:r>
    </w:p>
    <w:p w14:paraId="7EFD5EDB" w14:textId="77777777" w:rsidR="00810015" w:rsidRDefault="00810015" w:rsidP="00810015">
      <w:r>
        <w:t>229.6595</w:t>
      </w:r>
      <w:r>
        <w:tab/>
        <w:t>1.013e0</w:t>
      </w:r>
    </w:p>
    <w:p w14:paraId="592CEEB2" w14:textId="77777777" w:rsidR="00810015" w:rsidRDefault="00810015" w:rsidP="00810015">
      <w:r>
        <w:t>229.6654</w:t>
      </w:r>
      <w:r>
        <w:tab/>
        <w:t>2.025e0</w:t>
      </w:r>
    </w:p>
    <w:p w14:paraId="2BCDF550" w14:textId="77777777" w:rsidR="00810015" w:rsidRDefault="00810015" w:rsidP="00810015">
      <w:r>
        <w:t>229.6754</w:t>
      </w:r>
      <w:r>
        <w:tab/>
        <w:t>1.013e0</w:t>
      </w:r>
    </w:p>
    <w:p w14:paraId="1748BEF4" w14:textId="77777777" w:rsidR="00810015" w:rsidRDefault="00810015" w:rsidP="00810015">
      <w:r>
        <w:t>229.7082</w:t>
      </w:r>
      <w:r>
        <w:tab/>
        <w:t>1.013e0</w:t>
      </w:r>
    </w:p>
    <w:p w14:paraId="5CD255A7" w14:textId="77777777" w:rsidR="00810015" w:rsidRDefault="00810015" w:rsidP="00810015">
      <w:r>
        <w:t>229.7129</w:t>
      </w:r>
      <w:r>
        <w:tab/>
        <w:t>2.025e0</w:t>
      </w:r>
    </w:p>
    <w:p w14:paraId="0C2CDEA8" w14:textId="77777777" w:rsidR="00810015" w:rsidRDefault="00810015" w:rsidP="00810015">
      <w:r>
        <w:t>229.7199</w:t>
      </w:r>
      <w:r>
        <w:tab/>
        <w:t>2.025e0</w:t>
      </w:r>
    </w:p>
    <w:p w14:paraId="30669798" w14:textId="77777777" w:rsidR="00810015" w:rsidRDefault="00810015" w:rsidP="00810015">
      <w:r>
        <w:t>229.7275</w:t>
      </w:r>
      <w:r>
        <w:tab/>
        <w:t>1.013e0</w:t>
      </w:r>
    </w:p>
    <w:p w14:paraId="6AD25D69" w14:textId="77777777" w:rsidR="00810015" w:rsidRDefault="00810015" w:rsidP="00810015">
      <w:r>
        <w:t>229.7489</w:t>
      </w:r>
      <w:r>
        <w:tab/>
        <w:t>1.013e0</w:t>
      </w:r>
    </w:p>
    <w:p w14:paraId="23567204" w14:textId="77777777" w:rsidR="00810015" w:rsidRDefault="00810015" w:rsidP="00810015">
      <w:r>
        <w:t>229.7668</w:t>
      </w:r>
      <w:r>
        <w:tab/>
        <w:t>4.051e0</w:t>
      </w:r>
    </w:p>
    <w:p w14:paraId="4660DA72" w14:textId="77777777" w:rsidR="00810015" w:rsidRDefault="00810015" w:rsidP="00810015">
      <w:r>
        <w:t>229.8048</w:t>
      </w:r>
      <w:r>
        <w:tab/>
        <w:t>2.025e0</w:t>
      </w:r>
    </w:p>
    <w:p w14:paraId="0CA91CD6" w14:textId="77777777" w:rsidR="00810015" w:rsidRDefault="00810015" w:rsidP="00810015">
      <w:r>
        <w:t>229.8201</w:t>
      </w:r>
      <w:r>
        <w:tab/>
        <w:t>2.025e0</w:t>
      </w:r>
    </w:p>
    <w:p w14:paraId="4EC3F3EA" w14:textId="77777777" w:rsidR="00810015" w:rsidRDefault="00810015" w:rsidP="00810015">
      <w:r>
        <w:t>229.8329</w:t>
      </w:r>
      <w:r>
        <w:tab/>
        <w:t>1.013e0</w:t>
      </w:r>
    </w:p>
    <w:p w14:paraId="4E713E5C" w14:textId="77777777" w:rsidR="00810015" w:rsidRDefault="00810015" w:rsidP="00810015">
      <w:r>
        <w:t>229.8349</w:t>
      </w:r>
      <w:r>
        <w:tab/>
        <w:t>3.038e0</w:t>
      </w:r>
    </w:p>
    <w:p w14:paraId="69722DE7" w14:textId="77777777" w:rsidR="00810015" w:rsidRDefault="00810015" w:rsidP="00810015">
      <w:r>
        <w:t>229.8607</w:t>
      </w:r>
      <w:r>
        <w:tab/>
        <w:t>2.025e0</w:t>
      </w:r>
    </w:p>
    <w:p w14:paraId="5C57F8FE" w14:textId="77777777" w:rsidR="00810015" w:rsidRDefault="00810015" w:rsidP="00810015">
      <w:r>
        <w:t>229.8661</w:t>
      </w:r>
      <w:r>
        <w:tab/>
        <w:t>2.025e0</w:t>
      </w:r>
    </w:p>
    <w:p w14:paraId="35F80EB4" w14:textId="77777777" w:rsidR="00810015" w:rsidRDefault="00810015" w:rsidP="00810015">
      <w:r>
        <w:t>229.8777</w:t>
      </w:r>
      <w:r>
        <w:tab/>
        <w:t>1.013e0</w:t>
      </w:r>
    </w:p>
    <w:p w14:paraId="0858CE7C" w14:textId="77777777" w:rsidR="00810015" w:rsidRDefault="00810015" w:rsidP="00810015">
      <w:r>
        <w:t>229.9017</w:t>
      </w:r>
      <w:r>
        <w:tab/>
        <w:t>1.013e0</w:t>
      </w:r>
    </w:p>
    <w:p w14:paraId="51F61C46" w14:textId="77777777" w:rsidR="00810015" w:rsidRDefault="00810015" w:rsidP="00810015">
      <w:r>
        <w:t>229.9090</w:t>
      </w:r>
      <w:r>
        <w:tab/>
        <w:t>1.013e0</w:t>
      </w:r>
    </w:p>
    <w:p w14:paraId="69A7903B" w14:textId="77777777" w:rsidR="00810015" w:rsidRDefault="00810015" w:rsidP="00810015">
      <w:r>
        <w:t>229.9175</w:t>
      </w:r>
      <w:r>
        <w:tab/>
        <w:t>2.025e0</w:t>
      </w:r>
    </w:p>
    <w:p w14:paraId="5C55095D" w14:textId="77777777" w:rsidR="00810015" w:rsidRDefault="00810015" w:rsidP="00810015">
      <w:r>
        <w:t>229.9304</w:t>
      </w:r>
      <w:r>
        <w:tab/>
        <w:t>1.013e0</w:t>
      </w:r>
    </w:p>
    <w:p w14:paraId="45551E22" w14:textId="77777777" w:rsidR="00810015" w:rsidRDefault="00810015" w:rsidP="00810015">
      <w:r>
        <w:t>229.9497</w:t>
      </w:r>
      <w:r>
        <w:tab/>
        <w:t>2.025e0</w:t>
      </w:r>
    </w:p>
    <w:p w14:paraId="6D71E706" w14:textId="77777777" w:rsidR="00810015" w:rsidRDefault="00810015" w:rsidP="00810015">
      <w:r>
        <w:t>229.9677</w:t>
      </w:r>
      <w:r>
        <w:tab/>
        <w:t>2.025e0</w:t>
      </w:r>
    </w:p>
    <w:p w14:paraId="45B8C7DE" w14:textId="77777777" w:rsidR="00810015" w:rsidRDefault="00810015" w:rsidP="00810015">
      <w:r>
        <w:t>229.9747</w:t>
      </w:r>
      <w:r>
        <w:tab/>
        <w:t>2.186e0</w:t>
      </w:r>
    </w:p>
    <w:p w14:paraId="5CD85EB2" w14:textId="77777777" w:rsidR="00810015" w:rsidRDefault="00810015" w:rsidP="00810015">
      <w:r>
        <w:t>229.9783</w:t>
      </w:r>
      <w:r>
        <w:tab/>
        <w:t>4.051e0</w:t>
      </w:r>
    </w:p>
    <w:p w14:paraId="73B5C4B4" w14:textId="77777777" w:rsidR="00810015" w:rsidRDefault="00810015" w:rsidP="00810015">
      <w:r>
        <w:t>229.9839</w:t>
      </w:r>
      <w:r>
        <w:tab/>
        <w:t>6.011e0</w:t>
      </w:r>
    </w:p>
    <w:p w14:paraId="1F4818C4" w14:textId="77777777" w:rsidR="00810015" w:rsidRDefault="00810015" w:rsidP="00810015">
      <w:r>
        <w:t>229.9963</w:t>
      </w:r>
      <w:r>
        <w:tab/>
        <w:t>4.977e0</w:t>
      </w:r>
    </w:p>
    <w:p w14:paraId="2BEAD5EB" w14:textId="77777777" w:rsidR="00810015" w:rsidRDefault="00810015" w:rsidP="00810015">
      <w:r>
        <w:t>230.0028</w:t>
      </w:r>
      <w:r>
        <w:tab/>
        <w:t>7.089e0</w:t>
      </w:r>
    </w:p>
    <w:p w14:paraId="6B1D737B" w14:textId="77777777" w:rsidR="00810015" w:rsidRDefault="00810015" w:rsidP="00810015">
      <w:r>
        <w:t>230.0225</w:t>
      </w:r>
      <w:r>
        <w:tab/>
        <w:t>3.038e0</w:t>
      </w:r>
    </w:p>
    <w:p w14:paraId="63E43117" w14:textId="77777777" w:rsidR="00810015" w:rsidRDefault="00810015" w:rsidP="00810015">
      <w:r>
        <w:t>230.0531</w:t>
      </w:r>
      <w:r>
        <w:tab/>
        <w:t>2.025e0</w:t>
      </w:r>
    </w:p>
    <w:p w14:paraId="443C1F7D" w14:textId="77777777" w:rsidR="00810015" w:rsidRDefault="00810015" w:rsidP="00810015">
      <w:r>
        <w:t>230.0675</w:t>
      </w:r>
      <w:r>
        <w:tab/>
        <w:t>1.013e0</w:t>
      </w:r>
    </w:p>
    <w:p w14:paraId="5190D9F9" w14:textId="77777777" w:rsidR="00810015" w:rsidRDefault="00810015" w:rsidP="00810015">
      <w:r>
        <w:t>230.0910</w:t>
      </w:r>
      <w:r>
        <w:tab/>
        <w:t>2.025e0</w:t>
      </w:r>
    </w:p>
    <w:p w14:paraId="3D06FDF3" w14:textId="77777777" w:rsidR="00810015" w:rsidRDefault="00810015" w:rsidP="00810015">
      <w:r>
        <w:t>230.1031</w:t>
      </w:r>
      <w:r>
        <w:tab/>
        <w:t>2.025e0</w:t>
      </w:r>
    </w:p>
    <w:p w14:paraId="50491A9C" w14:textId="77777777" w:rsidR="00810015" w:rsidRDefault="00810015" w:rsidP="00810015">
      <w:r>
        <w:t>230.1095</w:t>
      </w:r>
      <w:r>
        <w:tab/>
        <w:t>2.005e0</w:t>
      </w:r>
    </w:p>
    <w:p w14:paraId="1F8EA984" w14:textId="77777777" w:rsidR="00810015" w:rsidRDefault="00810015" w:rsidP="00810015">
      <w:r>
        <w:t>230.1131</w:t>
      </w:r>
      <w:r>
        <w:tab/>
        <w:t>1.905e0</w:t>
      </w:r>
    </w:p>
    <w:p w14:paraId="3F09F46F" w14:textId="77777777" w:rsidR="00810015" w:rsidRDefault="00810015" w:rsidP="00810015">
      <w:r>
        <w:t>230.1292</w:t>
      </w:r>
      <w:r>
        <w:tab/>
        <w:t>3.011e0</w:t>
      </w:r>
    </w:p>
    <w:p w14:paraId="7BF32B19" w14:textId="77777777" w:rsidR="00810015" w:rsidRDefault="00810015" w:rsidP="00810015">
      <w:r>
        <w:t>230.1347</w:t>
      </w:r>
      <w:r>
        <w:tab/>
        <w:t>1.013e0</w:t>
      </w:r>
    </w:p>
    <w:p w14:paraId="3AC96A0C" w14:textId="77777777" w:rsidR="00810015" w:rsidRDefault="00810015" w:rsidP="00810015">
      <w:r>
        <w:t>230.1522</w:t>
      </w:r>
      <w:r>
        <w:tab/>
        <w:t>3.038e0</w:t>
      </w:r>
    </w:p>
    <w:p w14:paraId="5BF633E3" w14:textId="77777777" w:rsidR="00810015" w:rsidRDefault="00810015" w:rsidP="00810015">
      <w:r>
        <w:t>230.1863</w:t>
      </w:r>
      <w:r>
        <w:tab/>
        <w:t>2.025e0</w:t>
      </w:r>
    </w:p>
    <w:p w14:paraId="0F316A07" w14:textId="77777777" w:rsidR="00810015" w:rsidRDefault="00810015" w:rsidP="00810015">
      <w:r>
        <w:t>230.1874</w:t>
      </w:r>
      <w:r>
        <w:tab/>
        <w:t>1.013e0</w:t>
      </w:r>
    </w:p>
    <w:p w14:paraId="75BD4ADB" w14:textId="77777777" w:rsidR="00810015" w:rsidRDefault="00810015" w:rsidP="00810015">
      <w:r>
        <w:t>230.1996</w:t>
      </w:r>
      <w:r>
        <w:tab/>
        <w:t>2.114e0</w:t>
      </w:r>
    </w:p>
    <w:p w14:paraId="79EDBC39" w14:textId="77777777" w:rsidR="00810015" w:rsidRDefault="00810015" w:rsidP="00810015">
      <w:r>
        <w:t>230.2198</w:t>
      </w:r>
      <w:r>
        <w:tab/>
        <w:t>4.051e0</w:t>
      </w:r>
    </w:p>
    <w:p w14:paraId="305AE2E6" w14:textId="77777777" w:rsidR="00810015" w:rsidRDefault="00810015" w:rsidP="00810015">
      <w:r>
        <w:t>230.2222</w:t>
      </w:r>
      <w:r>
        <w:tab/>
        <w:t>3.038e0</w:t>
      </w:r>
    </w:p>
    <w:p w14:paraId="29BF65B3" w14:textId="77777777" w:rsidR="00810015" w:rsidRDefault="00810015" w:rsidP="00810015">
      <w:r>
        <w:t>230.2331</w:t>
      </w:r>
      <w:r>
        <w:tab/>
        <w:t>1.013e0</w:t>
      </w:r>
    </w:p>
    <w:p w14:paraId="2EAD5D32" w14:textId="77777777" w:rsidR="00810015" w:rsidRDefault="00810015" w:rsidP="00810015">
      <w:r>
        <w:t>230.2430</w:t>
      </w:r>
      <w:r>
        <w:tab/>
        <w:t>3.038e0</w:t>
      </w:r>
    </w:p>
    <w:p w14:paraId="4BDD007C" w14:textId="77777777" w:rsidR="00810015" w:rsidRDefault="00810015" w:rsidP="00810015">
      <w:r>
        <w:t>230.2478</w:t>
      </w:r>
      <w:r>
        <w:tab/>
        <w:t>1.013e0</w:t>
      </w:r>
    </w:p>
    <w:p w14:paraId="78686D29" w14:textId="77777777" w:rsidR="00810015" w:rsidRDefault="00810015" w:rsidP="00810015">
      <w:r>
        <w:t>230.2562</w:t>
      </w:r>
      <w:r>
        <w:tab/>
        <w:t>1.013e0</w:t>
      </w:r>
    </w:p>
    <w:p w14:paraId="5930AF1C" w14:textId="77777777" w:rsidR="00810015" w:rsidRDefault="00810015" w:rsidP="00810015">
      <w:r>
        <w:t>230.2853</w:t>
      </w:r>
      <w:r>
        <w:tab/>
        <w:t>2.025e0</w:t>
      </w:r>
    </w:p>
    <w:p w14:paraId="3BBAB0B2" w14:textId="77777777" w:rsidR="00810015" w:rsidRDefault="00810015" w:rsidP="00810015">
      <w:r>
        <w:t>230.2966</w:t>
      </w:r>
      <w:r>
        <w:tab/>
        <w:t>1.013e0</w:t>
      </w:r>
    </w:p>
    <w:p w14:paraId="0419693F" w14:textId="77777777" w:rsidR="00810015" w:rsidRDefault="00810015" w:rsidP="00810015">
      <w:r>
        <w:t>230.3212</w:t>
      </w:r>
      <w:r>
        <w:tab/>
        <w:t>1.013e0</w:t>
      </w:r>
    </w:p>
    <w:p w14:paraId="5DE73B6D" w14:textId="77777777" w:rsidR="00810015" w:rsidRDefault="00810015" w:rsidP="00810015">
      <w:r>
        <w:t>230.3268</w:t>
      </w:r>
      <w:r>
        <w:tab/>
        <w:t>2.025e0</w:t>
      </w:r>
    </w:p>
    <w:p w14:paraId="0ADF9E84" w14:textId="77777777" w:rsidR="00810015" w:rsidRDefault="00810015" w:rsidP="00810015">
      <w:r>
        <w:t>230.3303</w:t>
      </w:r>
      <w:r>
        <w:tab/>
        <w:t>3.038e0</w:t>
      </w:r>
    </w:p>
    <w:p w14:paraId="3FD0E03B" w14:textId="77777777" w:rsidR="00810015" w:rsidRDefault="00810015" w:rsidP="00810015">
      <w:r>
        <w:t>230.3409</w:t>
      </w:r>
      <w:r>
        <w:tab/>
        <w:t>2.025e0</w:t>
      </w:r>
    </w:p>
    <w:p w14:paraId="4B370CB4" w14:textId="77777777" w:rsidR="00810015" w:rsidRDefault="00810015" w:rsidP="00810015">
      <w:r>
        <w:t>230.3678</w:t>
      </w:r>
      <w:r>
        <w:tab/>
        <w:t>3.038e0</w:t>
      </w:r>
    </w:p>
    <w:p w14:paraId="19EF23FE" w14:textId="77777777" w:rsidR="00810015" w:rsidRDefault="00810015" w:rsidP="00810015">
      <w:r>
        <w:t>230.3768</w:t>
      </w:r>
      <w:r>
        <w:tab/>
        <w:t>1.013e0</w:t>
      </w:r>
    </w:p>
    <w:p w14:paraId="06448F82" w14:textId="77777777" w:rsidR="00810015" w:rsidRDefault="00810015" w:rsidP="00810015">
      <w:r>
        <w:t>230.3819</w:t>
      </w:r>
      <w:r>
        <w:tab/>
        <w:t>1.013e0</w:t>
      </w:r>
    </w:p>
    <w:p w14:paraId="0F42259A" w14:textId="77777777" w:rsidR="00810015" w:rsidRDefault="00810015" w:rsidP="00810015">
      <w:r>
        <w:t>230.4096</w:t>
      </w:r>
      <w:r>
        <w:tab/>
        <w:t>1.013e0</w:t>
      </w:r>
    </w:p>
    <w:p w14:paraId="77A94156" w14:textId="77777777" w:rsidR="00810015" w:rsidRDefault="00810015" w:rsidP="00810015">
      <w:r>
        <w:t>230.4183</w:t>
      </w:r>
      <w:r>
        <w:tab/>
        <w:t>1.013e0</w:t>
      </w:r>
    </w:p>
    <w:p w14:paraId="333C6984" w14:textId="77777777" w:rsidR="00810015" w:rsidRDefault="00810015" w:rsidP="00810015">
      <w:r>
        <w:t>230.4361</w:t>
      </w:r>
      <w:r>
        <w:tab/>
        <w:t>2.025e0</w:t>
      </w:r>
    </w:p>
    <w:p w14:paraId="2FA8CEBC" w14:textId="77777777" w:rsidR="00810015" w:rsidRDefault="00810015" w:rsidP="00810015">
      <w:r>
        <w:t>230.4627</w:t>
      </w:r>
      <w:r>
        <w:tab/>
        <w:t>2.025e0</w:t>
      </w:r>
    </w:p>
    <w:p w14:paraId="7A0FDDB5" w14:textId="77777777" w:rsidR="00810015" w:rsidRDefault="00810015" w:rsidP="00810015">
      <w:r>
        <w:t>230.4740</w:t>
      </w:r>
      <w:r>
        <w:tab/>
        <w:t>1.013e0</w:t>
      </w:r>
    </w:p>
    <w:p w14:paraId="4DB959AC" w14:textId="77777777" w:rsidR="00810015" w:rsidRDefault="00810015" w:rsidP="00810015">
      <w:r>
        <w:t>230.4825</w:t>
      </w:r>
      <w:r>
        <w:tab/>
        <w:t>1.013e0</w:t>
      </w:r>
    </w:p>
    <w:p w14:paraId="5AB1EB22" w14:textId="77777777" w:rsidR="00810015" w:rsidRDefault="00810015" w:rsidP="00810015">
      <w:r>
        <w:t>230.5252</w:t>
      </w:r>
      <w:r>
        <w:tab/>
        <w:t>1.114e1</w:t>
      </w:r>
    </w:p>
    <w:p w14:paraId="76965469" w14:textId="77777777" w:rsidR="00810015" w:rsidRDefault="00810015" w:rsidP="00810015">
      <w:r>
        <w:t>230.5266</w:t>
      </w:r>
      <w:r>
        <w:tab/>
        <w:t>1.013e0</w:t>
      </w:r>
    </w:p>
    <w:p w14:paraId="003130EA" w14:textId="77777777" w:rsidR="00810015" w:rsidRDefault="00810015" w:rsidP="00810015">
      <w:r>
        <w:t>230.5341</w:t>
      </w:r>
      <w:r>
        <w:tab/>
        <w:t>4.051e0</w:t>
      </w:r>
    </w:p>
    <w:p w14:paraId="7A2E42B7" w14:textId="77777777" w:rsidR="00810015" w:rsidRDefault="00810015" w:rsidP="00810015">
      <w:r>
        <w:t>230.5440</w:t>
      </w:r>
      <w:r>
        <w:tab/>
        <w:t>4.107e0</w:t>
      </w:r>
    </w:p>
    <w:p w14:paraId="5BC27226" w14:textId="77777777" w:rsidR="00810015" w:rsidRDefault="00810015" w:rsidP="00810015">
      <w:r>
        <w:t>230.5463</w:t>
      </w:r>
      <w:r>
        <w:tab/>
        <w:t>2.025e0</w:t>
      </w:r>
    </w:p>
    <w:p w14:paraId="4DA1F3D8" w14:textId="77777777" w:rsidR="00810015" w:rsidRDefault="00810015" w:rsidP="00810015">
      <w:r>
        <w:t>230.5839</w:t>
      </w:r>
      <w:r>
        <w:tab/>
        <w:t>1.013e0</w:t>
      </w:r>
    </w:p>
    <w:p w14:paraId="59148FB7" w14:textId="77777777" w:rsidR="00810015" w:rsidRDefault="00810015" w:rsidP="00810015">
      <w:r>
        <w:t>230.6239</w:t>
      </w:r>
      <w:r>
        <w:tab/>
        <w:t>1.013e0</w:t>
      </w:r>
    </w:p>
    <w:p w14:paraId="04DA4F0D" w14:textId="77777777" w:rsidR="00810015" w:rsidRDefault="00810015" w:rsidP="00810015">
      <w:r>
        <w:t>230.6320</w:t>
      </w:r>
      <w:r>
        <w:tab/>
        <w:t>1.013e0</w:t>
      </w:r>
    </w:p>
    <w:p w14:paraId="46176AF5" w14:textId="77777777" w:rsidR="00810015" w:rsidRDefault="00810015" w:rsidP="00810015">
      <w:r>
        <w:t>230.6573</w:t>
      </w:r>
      <w:r>
        <w:tab/>
        <w:t>2.025e0</w:t>
      </w:r>
    </w:p>
    <w:p w14:paraId="0B6F0C8D" w14:textId="77777777" w:rsidR="00810015" w:rsidRDefault="00810015" w:rsidP="00810015">
      <w:r>
        <w:t>230.6617</w:t>
      </w:r>
      <w:r>
        <w:tab/>
        <w:t>2.025e0</w:t>
      </w:r>
    </w:p>
    <w:p w14:paraId="3E414501" w14:textId="77777777" w:rsidR="00810015" w:rsidRDefault="00810015" w:rsidP="00810015">
      <w:r>
        <w:t>230.6760</w:t>
      </w:r>
      <w:r>
        <w:tab/>
        <w:t>1.013e0</w:t>
      </w:r>
    </w:p>
    <w:p w14:paraId="690111A6" w14:textId="77777777" w:rsidR="00810015" w:rsidRDefault="00810015" w:rsidP="00810015">
      <w:r>
        <w:t>230.6812</w:t>
      </w:r>
      <w:r>
        <w:tab/>
        <w:t>1.013e0</w:t>
      </w:r>
    </w:p>
    <w:p w14:paraId="690F08C9" w14:textId="77777777" w:rsidR="00810015" w:rsidRDefault="00810015" w:rsidP="00810015">
      <w:r>
        <w:t>230.7005</w:t>
      </w:r>
      <w:r>
        <w:tab/>
        <w:t>2.025e0</w:t>
      </w:r>
    </w:p>
    <w:p w14:paraId="00D0EE0D" w14:textId="77777777" w:rsidR="00810015" w:rsidRDefault="00810015" w:rsidP="00810015">
      <w:r>
        <w:t>230.7565</w:t>
      </w:r>
      <w:r>
        <w:tab/>
        <w:t>3.038e0</w:t>
      </w:r>
    </w:p>
    <w:p w14:paraId="6A4912D5" w14:textId="77777777" w:rsidR="00810015" w:rsidRDefault="00810015" w:rsidP="00810015">
      <w:r>
        <w:t>230.7606</w:t>
      </w:r>
      <w:r>
        <w:tab/>
        <w:t>1.013e0</w:t>
      </w:r>
    </w:p>
    <w:p w14:paraId="1064525F" w14:textId="77777777" w:rsidR="00810015" w:rsidRDefault="00810015" w:rsidP="00810015">
      <w:r>
        <w:t>230.7932</w:t>
      </w:r>
      <w:r>
        <w:tab/>
        <w:t>1.013e0</w:t>
      </w:r>
    </w:p>
    <w:p w14:paraId="73B8AF0C" w14:textId="77777777" w:rsidR="00810015" w:rsidRDefault="00810015" w:rsidP="00810015">
      <w:r>
        <w:t>230.7984</w:t>
      </w:r>
      <w:r>
        <w:tab/>
        <w:t>1.013e0</w:t>
      </w:r>
    </w:p>
    <w:p w14:paraId="0F204378" w14:textId="77777777" w:rsidR="00810015" w:rsidRDefault="00810015" w:rsidP="00810015">
      <w:r>
        <w:t>230.8211</w:t>
      </w:r>
      <w:r>
        <w:tab/>
        <w:t>1.013e0</w:t>
      </w:r>
    </w:p>
    <w:p w14:paraId="63C8F97B" w14:textId="77777777" w:rsidR="00810015" w:rsidRDefault="00810015" w:rsidP="00810015">
      <w:r>
        <w:t>230.8540</w:t>
      </w:r>
      <w:r>
        <w:tab/>
        <w:t>2.025e0</w:t>
      </w:r>
    </w:p>
    <w:p w14:paraId="3017C7F0" w14:textId="77777777" w:rsidR="00810015" w:rsidRDefault="00810015" w:rsidP="00810015">
      <w:r>
        <w:t>230.8583</w:t>
      </w:r>
      <w:r>
        <w:tab/>
        <w:t>1.013e0</w:t>
      </w:r>
    </w:p>
    <w:p w14:paraId="1B5E1D61" w14:textId="77777777" w:rsidR="00810015" w:rsidRDefault="00810015" w:rsidP="00810015">
      <w:r>
        <w:t>230.9026</w:t>
      </w:r>
      <w:r>
        <w:tab/>
        <w:t>1.013e0</w:t>
      </w:r>
    </w:p>
    <w:p w14:paraId="0499C7E4" w14:textId="77777777" w:rsidR="00810015" w:rsidRDefault="00810015" w:rsidP="00810015">
      <w:r>
        <w:t>230.9264</w:t>
      </w:r>
      <w:r>
        <w:tab/>
        <w:t>1.013e0</w:t>
      </w:r>
    </w:p>
    <w:p w14:paraId="1A962B68" w14:textId="77777777" w:rsidR="00810015" w:rsidRDefault="00810015" w:rsidP="00810015">
      <w:r>
        <w:t>230.9539</w:t>
      </w:r>
      <w:r>
        <w:tab/>
        <w:t>1.013e0</w:t>
      </w:r>
    </w:p>
    <w:p w14:paraId="0E0BE364" w14:textId="77777777" w:rsidR="00810015" w:rsidRDefault="00810015" w:rsidP="00810015">
      <w:r>
        <w:t>230.9552</w:t>
      </w:r>
      <w:r>
        <w:tab/>
        <w:t>2.025e0</w:t>
      </w:r>
    </w:p>
    <w:p w14:paraId="791F260D" w14:textId="77777777" w:rsidR="00810015" w:rsidRDefault="00810015" w:rsidP="00810015">
      <w:r>
        <w:t>230.9830</w:t>
      </w:r>
      <w:r>
        <w:tab/>
        <w:t>4.051e0</w:t>
      </w:r>
    </w:p>
    <w:p w14:paraId="3B03BFCD" w14:textId="77777777" w:rsidR="00810015" w:rsidRDefault="00810015" w:rsidP="00810015">
      <w:r>
        <w:t>231.0037</w:t>
      </w:r>
      <w:r>
        <w:tab/>
        <w:t>2.025e0</w:t>
      </w:r>
    </w:p>
    <w:p w14:paraId="19E1F7B6" w14:textId="77777777" w:rsidR="00810015" w:rsidRDefault="00810015" w:rsidP="00810015">
      <w:r>
        <w:t>231.0104</w:t>
      </w:r>
      <w:r>
        <w:tab/>
        <w:t>1.013e0</w:t>
      </w:r>
    </w:p>
    <w:p w14:paraId="0CE8CB99" w14:textId="77777777" w:rsidR="00810015" w:rsidRDefault="00810015" w:rsidP="00810015">
      <w:r>
        <w:t>231.0257</w:t>
      </w:r>
      <w:r>
        <w:tab/>
        <w:t>4.491e0</w:t>
      </w:r>
    </w:p>
    <w:p w14:paraId="59D77530" w14:textId="77777777" w:rsidR="00810015" w:rsidRDefault="00810015" w:rsidP="00810015">
      <w:r>
        <w:t>231.0278</w:t>
      </w:r>
      <w:r>
        <w:tab/>
        <w:t>2.025e0</w:t>
      </w:r>
    </w:p>
    <w:p w14:paraId="39B78CA7" w14:textId="77777777" w:rsidR="00810015" w:rsidRDefault="00810015" w:rsidP="00810015">
      <w:r>
        <w:t>231.0352</w:t>
      </w:r>
      <w:r>
        <w:tab/>
        <w:t>3.038e0</w:t>
      </w:r>
    </w:p>
    <w:p w14:paraId="519BB0D1" w14:textId="77777777" w:rsidR="00810015" w:rsidRDefault="00810015" w:rsidP="00810015">
      <w:r>
        <w:t>231.0387</w:t>
      </w:r>
      <w:r>
        <w:tab/>
        <w:t>4.950e0</w:t>
      </w:r>
    </w:p>
    <w:p w14:paraId="5CDB2D12" w14:textId="77777777" w:rsidR="00810015" w:rsidRDefault="00810015" w:rsidP="00810015">
      <w:r>
        <w:t>231.0493</w:t>
      </w:r>
      <w:r>
        <w:tab/>
        <w:t>2.025e0</w:t>
      </w:r>
    </w:p>
    <w:p w14:paraId="5F5D0200" w14:textId="77777777" w:rsidR="00810015" w:rsidRDefault="00810015" w:rsidP="00810015">
      <w:r>
        <w:t>231.0984</w:t>
      </w:r>
      <w:r>
        <w:tab/>
        <w:t>2.503e1</w:t>
      </w:r>
    </w:p>
    <w:p w14:paraId="0E229A83" w14:textId="77777777" w:rsidR="00810015" w:rsidRDefault="00810015" w:rsidP="00810015">
      <w:r>
        <w:t>231.0998</w:t>
      </w:r>
      <w:r>
        <w:tab/>
        <w:t>1.379e1</w:t>
      </w:r>
    </w:p>
    <w:p w14:paraId="608E4544" w14:textId="77777777" w:rsidR="00810015" w:rsidRDefault="00810015" w:rsidP="00810015">
      <w:r>
        <w:t>231.1029</w:t>
      </w:r>
      <w:r>
        <w:tab/>
        <w:t>1.114e1</w:t>
      </w:r>
    </w:p>
    <w:p w14:paraId="4D042BF3" w14:textId="77777777" w:rsidR="00810015" w:rsidRDefault="00810015" w:rsidP="00810015">
      <w:r>
        <w:t>231.1057</w:t>
      </w:r>
      <w:r>
        <w:tab/>
        <w:t>9.095e0</w:t>
      </w:r>
    </w:p>
    <w:p w14:paraId="3416F8D9" w14:textId="77777777" w:rsidR="00810015" w:rsidRDefault="00810015" w:rsidP="00810015">
      <w:r>
        <w:t>231.1564</w:t>
      </w:r>
      <w:r>
        <w:tab/>
        <w:t>3.672e0</w:t>
      </w:r>
    </w:p>
    <w:p w14:paraId="70556210" w14:textId="77777777" w:rsidR="00810015" w:rsidRDefault="00810015" w:rsidP="00810015">
      <w:r>
        <w:t>231.1609</w:t>
      </w:r>
      <w:r>
        <w:tab/>
        <w:t>4.051e0</w:t>
      </w:r>
    </w:p>
    <w:p w14:paraId="169FF9B9" w14:textId="77777777" w:rsidR="00810015" w:rsidRDefault="00810015" w:rsidP="00810015">
      <w:r>
        <w:t>231.1730</w:t>
      </w:r>
      <w:r>
        <w:tab/>
        <w:t>2.007e0</w:t>
      </w:r>
    </w:p>
    <w:p w14:paraId="123BF611" w14:textId="77777777" w:rsidR="00810015" w:rsidRDefault="00810015" w:rsidP="00810015">
      <w:r>
        <w:t>231.1741</w:t>
      </w:r>
      <w:r>
        <w:tab/>
        <w:t>2.025e0</w:t>
      </w:r>
    </w:p>
    <w:p w14:paraId="215BA512" w14:textId="77777777" w:rsidR="00810015" w:rsidRDefault="00810015" w:rsidP="00810015">
      <w:r>
        <w:t>231.1973</w:t>
      </w:r>
      <w:r>
        <w:tab/>
        <w:t>1.013e0</w:t>
      </w:r>
    </w:p>
    <w:p w14:paraId="53D87489" w14:textId="77777777" w:rsidR="00810015" w:rsidRDefault="00810015" w:rsidP="00810015">
      <w:r>
        <w:t>231.2094</w:t>
      </w:r>
      <w:r>
        <w:tab/>
        <w:t>2.025e0</w:t>
      </w:r>
    </w:p>
    <w:p w14:paraId="31FB932C" w14:textId="77777777" w:rsidR="00810015" w:rsidRDefault="00810015" w:rsidP="00810015">
      <w:r>
        <w:t>231.2364</w:t>
      </w:r>
      <w:r>
        <w:tab/>
        <w:t>1.013e0</w:t>
      </w:r>
    </w:p>
    <w:p w14:paraId="1B49CBF0" w14:textId="77777777" w:rsidR="00810015" w:rsidRDefault="00810015" w:rsidP="00810015">
      <w:r>
        <w:t>231.2408</w:t>
      </w:r>
      <w:r>
        <w:tab/>
        <w:t>1.013e0</w:t>
      </w:r>
    </w:p>
    <w:p w14:paraId="79217E91" w14:textId="77777777" w:rsidR="00810015" w:rsidRDefault="00810015" w:rsidP="00810015">
      <w:r>
        <w:t>231.2503</w:t>
      </w:r>
      <w:r>
        <w:tab/>
        <w:t>1.013e0</w:t>
      </w:r>
    </w:p>
    <w:p w14:paraId="15016C5A" w14:textId="77777777" w:rsidR="00810015" w:rsidRDefault="00810015" w:rsidP="00810015">
      <w:r>
        <w:t>231.2898</w:t>
      </w:r>
      <w:r>
        <w:tab/>
        <w:t>2.025e0</w:t>
      </w:r>
    </w:p>
    <w:p w14:paraId="72A66CEB" w14:textId="77777777" w:rsidR="00810015" w:rsidRDefault="00810015" w:rsidP="00810015">
      <w:r>
        <w:t>231.2931</w:t>
      </w:r>
      <w:r>
        <w:tab/>
        <w:t>1.013e0</w:t>
      </w:r>
    </w:p>
    <w:p w14:paraId="75AD645C" w14:textId="77777777" w:rsidR="00810015" w:rsidRDefault="00810015" w:rsidP="00810015">
      <w:r>
        <w:t>231.3025</w:t>
      </w:r>
      <w:r>
        <w:tab/>
        <w:t>2.025e0</w:t>
      </w:r>
    </w:p>
    <w:p w14:paraId="17F01A55" w14:textId="77777777" w:rsidR="00810015" w:rsidRDefault="00810015" w:rsidP="00810015">
      <w:r>
        <w:t>231.3089</w:t>
      </w:r>
      <w:r>
        <w:tab/>
        <w:t>2.025e0</w:t>
      </w:r>
    </w:p>
    <w:p w14:paraId="712EDA8F" w14:textId="77777777" w:rsidR="00810015" w:rsidRDefault="00810015" w:rsidP="00810015">
      <w:r>
        <w:t>231.3226</w:t>
      </w:r>
      <w:r>
        <w:tab/>
        <w:t>1.013e0</w:t>
      </w:r>
    </w:p>
    <w:p w14:paraId="2D839C2F" w14:textId="77777777" w:rsidR="00810015" w:rsidRDefault="00810015" w:rsidP="00810015">
      <w:r>
        <w:t>231.3547</w:t>
      </w:r>
      <w:r>
        <w:tab/>
        <w:t>1.013e0</w:t>
      </w:r>
    </w:p>
    <w:p w14:paraId="2D0B70D8" w14:textId="77777777" w:rsidR="00810015" w:rsidRDefault="00810015" w:rsidP="00810015">
      <w:r>
        <w:t>231.3625</w:t>
      </w:r>
      <w:r>
        <w:tab/>
        <w:t>1.013e0</w:t>
      </w:r>
    </w:p>
    <w:p w14:paraId="2AF4EA08" w14:textId="77777777" w:rsidR="00810015" w:rsidRDefault="00810015" w:rsidP="00810015">
      <w:r>
        <w:t>231.3869</w:t>
      </w:r>
      <w:r>
        <w:tab/>
        <w:t>1.013e0</w:t>
      </w:r>
    </w:p>
    <w:p w14:paraId="10C30D66" w14:textId="77777777" w:rsidR="00810015" w:rsidRDefault="00810015" w:rsidP="00810015">
      <w:r>
        <w:t>231.4025</w:t>
      </w:r>
      <w:r>
        <w:tab/>
        <w:t>1.013e0</w:t>
      </w:r>
    </w:p>
    <w:p w14:paraId="25E5C963" w14:textId="77777777" w:rsidR="00810015" w:rsidRDefault="00810015" w:rsidP="00810015">
      <w:r>
        <w:t>231.4071</w:t>
      </w:r>
      <w:r>
        <w:tab/>
        <w:t>1.013e0</w:t>
      </w:r>
    </w:p>
    <w:p w14:paraId="7B6BB1CE" w14:textId="77777777" w:rsidR="00810015" w:rsidRDefault="00810015" w:rsidP="00810015">
      <w:r>
        <w:t>231.4358</w:t>
      </w:r>
      <w:r>
        <w:tab/>
        <w:t>2.025e0</w:t>
      </w:r>
    </w:p>
    <w:p w14:paraId="6D9119AE" w14:textId="77777777" w:rsidR="00810015" w:rsidRDefault="00810015" w:rsidP="00810015">
      <w:r>
        <w:t>231.4397</w:t>
      </w:r>
      <w:r>
        <w:tab/>
        <w:t>1.013e0</w:t>
      </w:r>
    </w:p>
    <w:p w14:paraId="72930D23" w14:textId="77777777" w:rsidR="00810015" w:rsidRDefault="00810015" w:rsidP="00810015">
      <w:r>
        <w:t>231.4591</w:t>
      </w:r>
      <w:r>
        <w:tab/>
        <w:t>1.013e0</w:t>
      </w:r>
    </w:p>
    <w:p w14:paraId="0E6BEB55" w14:textId="77777777" w:rsidR="00810015" w:rsidRDefault="00810015" w:rsidP="00810015">
      <w:r>
        <w:t>231.4717</w:t>
      </w:r>
      <w:r>
        <w:tab/>
        <w:t>2.025e0</w:t>
      </w:r>
    </w:p>
    <w:p w14:paraId="5D2FD9D8" w14:textId="77777777" w:rsidR="00810015" w:rsidRDefault="00810015" w:rsidP="00810015">
      <w:r>
        <w:t>231.4963</w:t>
      </w:r>
      <w:r>
        <w:tab/>
        <w:t>1.013e0</w:t>
      </w:r>
    </w:p>
    <w:p w14:paraId="0FC515A1" w14:textId="77777777" w:rsidR="00810015" w:rsidRDefault="00810015" w:rsidP="00810015">
      <w:r>
        <w:t>231.5284</w:t>
      </w:r>
      <w:r>
        <w:tab/>
        <w:t>4.051e0</w:t>
      </w:r>
    </w:p>
    <w:p w14:paraId="16DB7305" w14:textId="77777777" w:rsidR="00810015" w:rsidRDefault="00810015" w:rsidP="00810015">
      <w:r>
        <w:t>231.5386</w:t>
      </w:r>
      <w:r>
        <w:tab/>
        <w:t>1.215e1</w:t>
      </w:r>
    </w:p>
    <w:p w14:paraId="7BD83CC3" w14:textId="77777777" w:rsidR="00810015" w:rsidRDefault="00810015" w:rsidP="00810015">
      <w:r>
        <w:t>231.5399</w:t>
      </w:r>
      <w:r>
        <w:tab/>
        <w:t>8.101e0</w:t>
      </w:r>
    </w:p>
    <w:p w14:paraId="319FFCA7" w14:textId="77777777" w:rsidR="00810015" w:rsidRDefault="00810015" w:rsidP="00810015">
      <w:r>
        <w:t>231.5446</w:t>
      </w:r>
      <w:r>
        <w:tab/>
        <w:t>4.111e0</w:t>
      </w:r>
    </w:p>
    <w:p w14:paraId="61AC573A" w14:textId="77777777" w:rsidR="00810015" w:rsidRDefault="00810015" w:rsidP="00810015">
      <w:r>
        <w:t>231.5685</w:t>
      </w:r>
      <w:r>
        <w:tab/>
        <w:t>1.013e0</w:t>
      </w:r>
    </w:p>
    <w:p w14:paraId="2B9B2DA1" w14:textId="77777777" w:rsidR="00810015" w:rsidRDefault="00810015" w:rsidP="00810015">
      <w:r>
        <w:t>231.5724</w:t>
      </w:r>
      <w:r>
        <w:tab/>
        <w:t>2.025e0</w:t>
      </w:r>
    </w:p>
    <w:p w14:paraId="7B323FFE" w14:textId="77777777" w:rsidR="00810015" w:rsidRDefault="00810015" w:rsidP="00810015">
      <w:r>
        <w:t>231.6213</w:t>
      </w:r>
      <w:r>
        <w:tab/>
        <w:t>1.013e0</w:t>
      </w:r>
    </w:p>
    <w:p w14:paraId="51CDF08E" w14:textId="77777777" w:rsidR="00810015" w:rsidRDefault="00810015" w:rsidP="00810015">
      <w:r>
        <w:t>231.6368</w:t>
      </w:r>
      <w:r>
        <w:tab/>
        <w:t>1.013e0</w:t>
      </w:r>
    </w:p>
    <w:p w14:paraId="64924609" w14:textId="77777777" w:rsidR="00810015" w:rsidRDefault="00810015" w:rsidP="00810015">
      <w:r>
        <w:t>231.6411</w:t>
      </w:r>
      <w:r>
        <w:tab/>
        <w:t>1.013e0</w:t>
      </w:r>
    </w:p>
    <w:p w14:paraId="5A95A7ED" w14:textId="77777777" w:rsidR="00810015" w:rsidRDefault="00810015" w:rsidP="00810015">
      <w:r>
        <w:t>231.6624</w:t>
      </w:r>
      <w:r>
        <w:tab/>
        <w:t>1.013e0</w:t>
      </w:r>
    </w:p>
    <w:p w14:paraId="3A581513" w14:textId="77777777" w:rsidR="00810015" w:rsidRDefault="00810015" w:rsidP="00810015">
      <w:r>
        <w:t>231.6767</w:t>
      </w:r>
      <w:r>
        <w:tab/>
        <w:t>2.025e0</w:t>
      </w:r>
    </w:p>
    <w:p w14:paraId="602D5BE8" w14:textId="77777777" w:rsidR="00810015" w:rsidRDefault="00810015" w:rsidP="00810015">
      <w:r>
        <w:t>231.7029</w:t>
      </w:r>
      <w:r>
        <w:tab/>
        <w:t>1.013e0</w:t>
      </w:r>
    </w:p>
    <w:p w14:paraId="472BC399" w14:textId="77777777" w:rsidR="00810015" w:rsidRDefault="00810015" w:rsidP="00810015">
      <w:r>
        <w:t>231.7065</w:t>
      </w:r>
      <w:r>
        <w:tab/>
        <w:t>1.013e0</w:t>
      </w:r>
    </w:p>
    <w:p w14:paraId="74FBA922" w14:textId="77777777" w:rsidR="00810015" w:rsidRDefault="00810015" w:rsidP="00810015">
      <w:r>
        <w:t>231.7169</w:t>
      </w:r>
      <w:r>
        <w:tab/>
        <w:t>2.025e0</w:t>
      </w:r>
    </w:p>
    <w:p w14:paraId="75947469" w14:textId="77777777" w:rsidR="00810015" w:rsidRDefault="00810015" w:rsidP="00810015">
      <w:r>
        <w:t>231.7548</w:t>
      </w:r>
      <w:r>
        <w:tab/>
        <w:t>2.025e0</w:t>
      </w:r>
    </w:p>
    <w:p w14:paraId="5B42D21C" w14:textId="77777777" w:rsidR="00810015" w:rsidRDefault="00810015" w:rsidP="00810015">
      <w:r>
        <w:t>231.7970</w:t>
      </w:r>
      <w:r>
        <w:tab/>
        <w:t>2.025e0</w:t>
      </w:r>
    </w:p>
    <w:p w14:paraId="2D8360A7" w14:textId="77777777" w:rsidR="00810015" w:rsidRDefault="00810015" w:rsidP="00810015">
      <w:r>
        <w:t>231.8241</w:t>
      </w:r>
      <w:r>
        <w:tab/>
        <w:t>1.013e0</w:t>
      </w:r>
    </w:p>
    <w:p w14:paraId="241FB066" w14:textId="77777777" w:rsidR="00810015" w:rsidRDefault="00810015" w:rsidP="00810015">
      <w:r>
        <w:t>231.8369</w:t>
      </w:r>
      <w:r>
        <w:tab/>
        <w:t>2.025e0</w:t>
      </w:r>
    </w:p>
    <w:p w14:paraId="6EBF08B3" w14:textId="77777777" w:rsidR="00810015" w:rsidRDefault="00810015" w:rsidP="00810015">
      <w:r>
        <w:t>231.8478</w:t>
      </w:r>
      <w:r>
        <w:tab/>
        <w:t>1.013e0</w:t>
      </w:r>
    </w:p>
    <w:p w14:paraId="31BDBE74" w14:textId="77777777" w:rsidR="00810015" w:rsidRDefault="00810015" w:rsidP="00810015">
      <w:r>
        <w:t>231.8556</w:t>
      </w:r>
      <w:r>
        <w:tab/>
        <w:t>1.013e0</w:t>
      </w:r>
    </w:p>
    <w:p w14:paraId="574032B1" w14:textId="77777777" w:rsidR="00810015" w:rsidRDefault="00810015" w:rsidP="00810015">
      <w:r>
        <w:t>231.8721</w:t>
      </w:r>
      <w:r>
        <w:tab/>
        <w:t>1.013e0</w:t>
      </w:r>
    </w:p>
    <w:p w14:paraId="54E5A63D" w14:textId="77777777" w:rsidR="00810015" w:rsidRDefault="00810015" w:rsidP="00810015">
      <w:r>
        <w:t>231.8936</w:t>
      </w:r>
      <w:r>
        <w:tab/>
        <w:t>1.013e0</w:t>
      </w:r>
    </w:p>
    <w:p w14:paraId="09274842" w14:textId="77777777" w:rsidR="00810015" w:rsidRDefault="00810015" w:rsidP="00810015">
      <w:r>
        <w:t>231.9045</w:t>
      </w:r>
      <w:r>
        <w:tab/>
        <w:t>1.013e0</w:t>
      </w:r>
    </w:p>
    <w:p w14:paraId="430BB423" w14:textId="77777777" w:rsidR="00810015" w:rsidRDefault="00810015" w:rsidP="00810015">
      <w:r>
        <w:t>231.9170</w:t>
      </w:r>
      <w:r>
        <w:tab/>
        <w:t>2.025e0</w:t>
      </w:r>
    </w:p>
    <w:p w14:paraId="330A8A57" w14:textId="77777777" w:rsidR="00810015" w:rsidRDefault="00810015" w:rsidP="00810015">
      <w:r>
        <w:t>231.9456</w:t>
      </w:r>
      <w:r>
        <w:tab/>
        <w:t>1.013e0</w:t>
      </w:r>
    </w:p>
    <w:p w14:paraId="366A0D76" w14:textId="77777777" w:rsidR="00810015" w:rsidRDefault="00810015" w:rsidP="00810015">
      <w:r>
        <w:t>231.9533</w:t>
      </w:r>
      <w:r>
        <w:tab/>
        <w:t>1.013e0</w:t>
      </w:r>
    </w:p>
    <w:p w14:paraId="1D934A40" w14:textId="77777777" w:rsidR="00810015" w:rsidRDefault="00810015" w:rsidP="00810015">
      <w:r>
        <w:t>231.9689</w:t>
      </w:r>
      <w:r>
        <w:tab/>
        <w:t>1.013e0</w:t>
      </w:r>
    </w:p>
    <w:p w14:paraId="36943FAF" w14:textId="77777777" w:rsidR="00810015" w:rsidRDefault="00810015" w:rsidP="00810015">
      <w:r>
        <w:t>231.9898</w:t>
      </w:r>
      <w:r>
        <w:tab/>
        <w:t>1.013e0</w:t>
      </w:r>
    </w:p>
    <w:p w14:paraId="705BEC85" w14:textId="77777777" w:rsidR="00810015" w:rsidRDefault="00810015" w:rsidP="00810015">
      <w:r>
        <w:t>231.9966</w:t>
      </w:r>
      <w:r>
        <w:tab/>
        <w:t>4.537e0</w:t>
      </w:r>
    </w:p>
    <w:p w14:paraId="118DA341" w14:textId="77777777" w:rsidR="00810015" w:rsidRDefault="00810015" w:rsidP="00810015">
      <w:r>
        <w:t>232.0020</w:t>
      </w:r>
      <w:r>
        <w:tab/>
        <w:t>1.027e1</w:t>
      </w:r>
    </w:p>
    <w:p w14:paraId="01BCAEB0" w14:textId="77777777" w:rsidR="00810015" w:rsidRDefault="00810015" w:rsidP="00810015">
      <w:r>
        <w:t>232.0059</w:t>
      </w:r>
      <w:r>
        <w:tab/>
        <w:t>3.501e0</w:t>
      </w:r>
    </w:p>
    <w:p w14:paraId="3E8640A6" w14:textId="77777777" w:rsidR="00810015" w:rsidRDefault="00810015" w:rsidP="00810015">
      <w:r>
        <w:t>232.0285</w:t>
      </w:r>
      <w:r>
        <w:tab/>
        <w:t>4.073e0</w:t>
      </w:r>
    </w:p>
    <w:p w14:paraId="3F6AE850" w14:textId="77777777" w:rsidR="00810015" w:rsidRDefault="00810015" w:rsidP="00810015">
      <w:r>
        <w:t>232.0395</w:t>
      </w:r>
      <w:r>
        <w:tab/>
        <w:t>4.051e0</w:t>
      </w:r>
    </w:p>
    <w:p w14:paraId="035F24E6" w14:textId="77777777" w:rsidR="00810015" w:rsidRDefault="00810015" w:rsidP="00810015">
      <w:r>
        <w:t>232.0526</w:t>
      </w:r>
      <w:r>
        <w:tab/>
        <w:t>1.333e0</w:t>
      </w:r>
    </w:p>
    <w:p w14:paraId="74174B3E" w14:textId="77777777" w:rsidR="00810015" w:rsidRDefault="00810015" w:rsidP="00810015">
      <w:r>
        <w:t>232.0611</w:t>
      </w:r>
      <w:r>
        <w:tab/>
        <w:t>1.806e0</w:t>
      </w:r>
    </w:p>
    <w:p w14:paraId="3CAE7280" w14:textId="77777777" w:rsidR="00810015" w:rsidRDefault="00810015" w:rsidP="00810015">
      <w:r>
        <w:t>232.0627</w:t>
      </w:r>
      <w:r>
        <w:tab/>
        <w:t>1.013e0</w:t>
      </w:r>
    </w:p>
    <w:p w14:paraId="0B6B5E69" w14:textId="77777777" w:rsidR="00810015" w:rsidRDefault="00810015" w:rsidP="00810015">
      <w:r>
        <w:t>232.0656</w:t>
      </w:r>
      <w:r>
        <w:tab/>
        <w:t>2.025e0</w:t>
      </w:r>
    </w:p>
    <w:p w14:paraId="3111A7AE" w14:textId="77777777" w:rsidR="00810015" w:rsidRDefault="00810015" w:rsidP="00810015">
      <w:r>
        <w:t>232.0926</w:t>
      </w:r>
      <w:r>
        <w:tab/>
        <w:t>2.025e0</w:t>
      </w:r>
    </w:p>
    <w:p w14:paraId="0D5A8745" w14:textId="77777777" w:rsidR="00810015" w:rsidRDefault="00810015" w:rsidP="00810015">
      <w:r>
        <w:t>232.0986</w:t>
      </w:r>
      <w:r>
        <w:tab/>
        <w:t>4.336e0</w:t>
      </w:r>
    </w:p>
    <w:p w14:paraId="6504195D" w14:textId="77777777" w:rsidR="00810015" w:rsidRDefault="00810015" w:rsidP="00810015">
      <w:r>
        <w:t>232.1154</w:t>
      </w:r>
      <w:r>
        <w:tab/>
        <w:t>4.888e0</w:t>
      </w:r>
    </w:p>
    <w:p w14:paraId="694DE092" w14:textId="77777777" w:rsidR="00810015" w:rsidRDefault="00810015" w:rsidP="00810015">
      <w:r>
        <w:t>232.1165</w:t>
      </w:r>
      <w:r>
        <w:tab/>
        <w:t>5.063e0</w:t>
      </w:r>
    </w:p>
    <w:p w14:paraId="6BAD2E6F" w14:textId="77777777" w:rsidR="00810015" w:rsidRDefault="00810015" w:rsidP="00810015">
      <w:r>
        <w:t>232.1504</w:t>
      </w:r>
      <w:r>
        <w:tab/>
        <w:t>8.101e0</w:t>
      </w:r>
    </w:p>
    <w:p w14:paraId="6DDB39A7" w14:textId="77777777" w:rsidR="00810015" w:rsidRDefault="00810015" w:rsidP="00810015">
      <w:r>
        <w:t>232.1538</w:t>
      </w:r>
      <w:r>
        <w:tab/>
        <w:t>5.550e0</w:t>
      </w:r>
    </w:p>
    <w:p w14:paraId="0E3FBA13" w14:textId="77777777" w:rsidR="00810015" w:rsidRDefault="00810015" w:rsidP="00810015">
      <w:r>
        <w:t>232.1549</w:t>
      </w:r>
      <w:r>
        <w:tab/>
        <w:t>7.089e0</w:t>
      </w:r>
    </w:p>
    <w:p w14:paraId="3DD22EDD" w14:textId="77777777" w:rsidR="00810015" w:rsidRDefault="00810015" w:rsidP="00810015">
      <w:r>
        <w:t>232.1568</w:t>
      </w:r>
      <w:r>
        <w:tab/>
        <w:t>9.087e0</w:t>
      </w:r>
    </w:p>
    <w:p w14:paraId="435CA475" w14:textId="77777777" w:rsidR="00810015" w:rsidRDefault="00810015" w:rsidP="00810015">
      <w:r>
        <w:t>232.1674</w:t>
      </w:r>
      <w:r>
        <w:tab/>
        <w:t>3.994e0</w:t>
      </w:r>
    </w:p>
    <w:p w14:paraId="541E03FB" w14:textId="77777777" w:rsidR="00810015" w:rsidRDefault="00810015" w:rsidP="00810015">
      <w:r>
        <w:t>232.1858</w:t>
      </w:r>
      <w:r>
        <w:tab/>
        <w:t>3.038e0</w:t>
      </w:r>
    </w:p>
    <w:p w14:paraId="1E8B881B" w14:textId="77777777" w:rsidR="00810015" w:rsidRDefault="00810015" w:rsidP="00810015">
      <w:r>
        <w:t>232.1943</w:t>
      </w:r>
      <w:r>
        <w:tab/>
        <w:t>3.038e0</w:t>
      </w:r>
    </w:p>
    <w:p w14:paraId="69F13811" w14:textId="77777777" w:rsidR="00810015" w:rsidRDefault="00810015" w:rsidP="00810015">
      <w:r>
        <w:t>232.2023</w:t>
      </w:r>
      <w:r>
        <w:tab/>
        <w:t>2.025e0</w:t>
      </w:r>
    </w:p>
    <w:p w14:paraId="6600D038" w14:textId="77777777" w:rsidR="00810015" w:rsidRDefault="00810015" w:rsidP="00810015">
      <w:r>
        <w:t>232.2079</w:t>
      </w:r>
      <w:r>
        <w:tab/>
        <w:t>1.013e0</w:t>
      </w:r>
    </w:p>
    <w:p w14:paraId="4840F1B3" w14:textId="77777777" w:rsidR="00810015" w:rsidRDefault="00810015" w:rsidP="00810015">
      <w:r>
        <w:t>232.2406</w:t>
      </w:r>
      <w:r>
        <w:tab/>
        <w:t>1.013e0</w:t>
      </w:r>
    </w:p>
    <w:p w14:paraId="7E853571" w14:textId="77777777" w:rsidR="00810015" w:rsidRDefault="00810015" w:rsidP="00810015">
      <w:r>
        <w:t>232.2818</w:t>
      </w:r>
      <w:r>
        <w:tab/>
        <w:t>1.013e0</w:t>
      </w:r>
    </w:p>
    <w:p w14:paraId="576032F3" w14:textId="77777777" w:rsidR="00810015" w:rsidRDefault="00810015" w:rsidP="00810015">
      <w:r>
        <w:t>232.2953</w:t>
      </w:r>
      <w:r>
        <w:tab/>
        <w:t>2.025e0</w:t>
      </w:r>
    </w:p>
    <w:p w14:paraId="208F7AB5" w14:textId="77777777" w:rsidR="00810015" w:rsidRDefault="00810015" w:rsidP="00810015">
      <w:r>
        <w:t>232.3222</w:t>
      </w:r>
      <w:r>
        <w:tab/>
        <w:t>1.013e0</w:t>
      </w:r>
    </w:p>
    <w:p w14:paraId="3B6330D8" w14:textId="77777777" w:rsidR="00810015" w:rsidRDefault="00810015" w:rsidP="00810015">
      <w:r>
        <w:t>232.3301</w:t>
      </w:r>
      <w:r>
        <w:tab/>
        <w:t>1.013e0</w:t>
      </w:r>
    </w:p>
    <w:p w14:paraId="6755A60F" w14:textId="77777777" w:rsidR="00810015" w:rsidRDefault="00810015" w:rsidP="00810015">
      <w:r>
        <w:t>232.3913</w:t>
      </w:r>
      <w:r>
        <w:tab/>
        <w:t>1.013e0</w:t>
      </w:r>
    </w:p>
    <w:p w14:paraId="5BD07440" w14:textId="77777777" w:rsidR="00810015" w:rsidRDefault="00810015" w:rsidP="00810015">
      <w:r>
        <w:t>232.3989</w:t>
      </w:r>
      <w:r>
        <w:tab/>
        <w:t>1.013e0</w:t>
      </w:r>
    </w:p>
    <w:p w14:paraId="67089D2E" w14:textId="77777777" w:rsidR="00810015" w:rsidRDefault="00810015" w:rsidP="00810015">
      <w:r>
        <w:t>232.4107</w:t>
      </w:r>
      <w:r>
        <w:tab/>
        <w:t>1.013e0</w:t>
      </w:r>
    </w:p>
    <w:p w14:paraId="5082D70F" w14:textId="77777777" w:rsidR="00810015" w:rsidRDefault="00810015" w:rsidP="00810015">
      <w:r>
        <w:t>232.4134</w:t>
      </w:r>
      <w:r>
        <w:tab/>
        <w:t>2.025e0</w:t>
      </w:r>
    </w:p>
    <w:p w14:paraId="46814320" w14:textId="77777777" w:rsidR="00810015" w:rsidRDefault="00810015" w:rsidP="00810015">
      <w:r>
        <w:t>232.4262</w:t>
      </w:r>
      <w:r>
        <w:tab/>
        <w:t>1.013e0</w:t>
      </w:r>
    </w:p>
    <w:p w14:paraId="67F8F2F2" w14:textId="77777777" w:rsidR="00810015" w:rsidRDefault="00810015" w:rsidP="00810015">
      <w:r>
        <w:t>232.4358</w:t>
      </w:r>
      <w:r>
        <w:tab/>
        <w:t>1.013e0</w:t>
      </w:r>
    </w:p>
    <w:p w14:paraId="548D2353" w14:textId="77777777" w:rsidR="00810015" w:rsidRDefault="00810015" w:rsidP="00810015">
      <w:r>
        <w:t>232.4634</w:t>
      </w:r>
      <w:r>
        <w:tab/>
        <w:t>1.013e0</w:t>
      </w:r>
    </w:p>
    <w:p w14:paraId="45911931" w14:textId="77777777" w:rsidR="00810015" w:rsidRDefault="00810015" w:rsidP="00810015">
      <w:r>
        <w:t>232.4693</w:t>
      </w:r>
      <w:r>
        <w:tab/>
        <w:t>2.025e0</w:t>
      </w:r>
    </w:p>
    <w:p w14:paraId="6A80582C" w14:textId="77777777" w:rsidR="00810015" w:rsidRDefault="00810015" w:rsidP="00810015">
      <w:r>
        <w:t>232.4918</w:t>
      </w:r>
      <w:r>
        <w:tab/>
        <w:t>2.025e0</w:t>
      </w:r>
    </w:p>
    <w:p w14:paraId="58C374FD" w14:textId="77777777" w:rsidR="00810015" w:rsidRDefault="00810015" w:rsidP="00810015">
      <w:r>
        <w:t>232.5085</w:t>
      </w:r>
      <w:r>
        <w:tab/>
        <w:t>1.013e0</w:t>
      </w:r>
    </w:p>
    <w:p w14:paraId="5D6BE20E" w14:textId="77777777" w:rsidR="00810015" w:rsidRDefault="00810015" w:rsidP="00810015">
      <w:r>
        <w:t>232.5162</w:t>
      </w:r>
      <w:r>
        <w:tab/>
        <w:t>1.013e0</w:t>
      </w:r>
    </w:p>
    <w:p w14:paraId="0ECC0C41" w14:textId="77777777" w:rsidR="00810015" w:rsidRDefault="00810015" w:rsidP="00810015">
      <w:r>
        <w:t>232.5360</w:t>
      </w:r>
      <w:r>
        <w:tab/>
        <w:t>4.051e0</w:t>
      </w:r>
    </w:p>
    <w:p w14:paraId="44FED2EF" w14:textId="77777777" w:rsidR="00810015" w:rsidRDefault="00810015" w:rsidP="00810015">
      <w:r>
        <w:t>232.5768</w:t>
      </w:r>
      <w:r>
        <w:tab/>
        <w:t>1.013e0</w:t>
      </w:r>
    </w:p>
    <w:p w14:paraId="7EEEF2F0" w14:textId="77777777" w:rsidR="00810015" w:rsidRDefault="00810015" w:rsidP="00810015">
      <w:r>
        <w:t>232.5966</w:t>
      </w:r>
      <w:r>
        <w:tab/>
        <w:t>1.013e0</w:t>
      </w:r>
    </w:p>
    <w:p w14:paraId="2FEAD268" w14:textId="77777777" w:rsidR="00810015" w:rsidRDefault="00810015" w:rsidP="00810015">
      <w:r>
        <w:t>232.6141</w:t>
      </w:r>
      <w:r>
        <w:tab/>
        <w:t>1.013e0</w:t>
      </w:r>
    </w:p>
    <w:p w14:paraId="5E96A4F0" w14:textId="77777777" w:rsidR="00810015" w:rsidRDefault="00810015" w:rsidP="00810015">
      <w:r>
        <w:t>232.6185</w:t>
      </w:r>
      <w:r>
        <w:tab/>
        <w:t>2.025e0</w:t>
      </w:r>
    </w:p>
    <w:p w14:paraId="54427E20" w14:textId="77777777" w:rsidR="00810015" w:rsidRDefault="00810015" w:rsidP="00810015">
      <w:r>
        <w:t>232.6296</w:t>
      </w:r>
      <w:r>
        <w:tab/>
        <w:t>1.013e0</w:t>
      </w:r>
    </w:p>
    <w:p w14:paraId="15ED83E5" w14:textId="77777777" w:rsidR="00810015" w:rsidRDefault="00810015" w:rsidP="00810015">
      <w:r>
        <w:t>232.6452</w:t>
      </w:r>
      <w:r>
        <w:tab/>
        <w:t>1.013e0</w:t>
      </w:r>
    </w:p>
    <w:p w14:paraId="53E99BBE" w14:textId="77777777" w:rsidR="00810015" w:rsidRDefault="00810015" w:rsidP="00810015">
      <w:r>
        <w:t>232.6543</w:t>
      </w:r>
      <w:r>
        <w:tab/>
        <w:t>1.013e0</w:t>
      </w:r>
    </w:p>
    <w:p w14:paraId="4408A0AA" w14:textId="77777777" w:rsidR="00810015" w:rsidRDefault="00810015" w:rsidP="00810015">
      <w:r>
        <w:t>232.6747</w:t>
      </w:r>
      <w:r>
        <w:tab/>
        <w:t>1.013e0</w:t>
      </w:r>
    </w:p>
    <w:p w14:paraId="1A086F07" w14:textId="77777777" w:rsidR="00810015" w:rsidRDefault="00810015" w:rsidP="00810015">
      <w:r>
        <w:t>232.6786</w:t>
      </w:r>
      <w:r>
        <w:tab/>
        <w:t>1.013e0</w:t>
      </w:r>
    </w:p>
    <w:p w14:paraId="50982E24" w14:textId="77777777" w:rsidR="00810015" w:rsidRDefault="00810015" w:rsidP="00810015">
      <w:r>
        <w:t>232.6864</w:t>
      </w:r>
      <w:r>
        <w:tab/>
        <w:t>1.013e0</w:t>
      </w:r>
    </w:p>
    <w:p w14:paraId="792F09AB" w14:textId="77777777" w:rsidR="00810015" w:rsidRDefault="00810015" w:rsidP="00810015">
      <w:r>
        <w:t>232.7027</w:t>
      </w:r>
      <w:r>
        <w:tab/>
        <w:t>1.013e0</w:t>
      </w:r>
    </w:p>
    <w:p w14:paraId="1C92E939" w14:textId="77777777" w:rsidR="00810015" w:rsidRDefault="00810015" w:rsidP="00810015">
      <w:r>
        <w:t>232.7280</w:t>
      </w:r>
      <w:r>
        <w:tab/>
        <w:t>2.025e0</w:t>
      </w:r>
    </w:p>
    <w:p w14:paraId="4B09EC2C" w14:textId="77777777" w:rsidR="00810015" w:rsidRDefault="00810015" w:rsidP="00810015">
      <w:r>
        <w:t>232.7325</w:t>
      </w:r>
      <w:r>
        <w:tab/>
        <w:t>3.038e0</w:t>
      </w:r>
    </w:p>
    <w:p w14:paraId="56B6443A" w14:textId="77777777" w:rsidR="00810015" w:rsidRDefault="00810015" w:rsidP="00810015">
      <w:r>
        <w:t>232.7509</w:t>
      </w:r>
      <w:r>
        <w:tab/>
        <w:t>1.013e0</w:t>
      </w:r>
    </w:p>
    <w:p w14:paraId="296442A8" w14:textId="77777777" w:rsidR="00810015" w:rsidRDefault="00810015" w:rsidP="00810015">
      <w:r>
        <w:t>232.7547</w:t>
      </w:r>
      <w:r>
        <w:tab/>
        <w:t>1.013e0</w:t>
      </w:r>
    </w:p>
    <w:p w14:paraId="065DFBDB" w14:textId="77777777" w:rsidR="00810015" w:rsidRDefault="00810015" w:rsidP="00810015">
      <w:r>
        <w:t>232.7939</w:t>
      </w:r>
      <w:r>
        <w:tab/>
        <w:t>3.038e0</w:t>
      </w:r>
    </w:p>
    <w:p w14:paraId="5E93A559" w14:textId="77777777" w:rsidR="00810015" w:rsidRDefault="00810015" w:rsidP="00810015">
      <w:r>
        <w:t>232.7998</w:t>
      </w:r>
      <w:r>
        <w:tab/>
        <w:t>1.013e0</w:t>
      </w:r>
    </w:p>
    <w:p w14:paraId="613B284A" w14:textId="77777777" w:rsidR="00810015" w:rsidRDefault="00810015" w:rsidP="00810015">
      <w:r>
        <w:t>232.8196</w:t>
      </w:r>
      <w:r>
        <w:tab/>
        <w:t>2.025e0</w:t>
      </w:r>
    </w:p>
    <w:p w14:paraId="35857A5F" w14:textId="77777777" w:rsidR="00810015" w:rsidRDefault="00810015" w:rsidP="00810015">
      <w:r>
        <w:t>232.8323</w:t>
      </w:r>
      <w:r>
        <w:tab/>
        <w:t>2.025e0</w:t>
      </w:r>
    </w:p>
    <w:p w14:paraId="5CB46008" w14:textId="77777777" w:rsidR="00810015" w:rsidRDefault="00810015" w:rsidP="00810015">
      <w:r>
        <w:t>232.8526</w:t>
      </w:r>
      <w:r>
        <w:tab/>
        <w:t>2.025e0</w:t>
      </w:r>
    </w:p>
    <w:p w14:paraId="0ED504BA" w14:textId="77777777" w:rsidR="00810015" w:rsidRDefault="00810015" w:rsidP="00810015">
      <w:r>
        <w:t>232.8605</w:t>
      </w:r>
      <w:r>
        <w:tab/>
        <w:t>1.013e0</w:t>
      </w:r>
    </w:p>
    <w:p w14:paraId="1D2303AD" w14:textId="77777777" w:rsidR="00810015" w:rsidRDefault="00810015" w:rsidP="00810015">
      <w:r>
        <w:t>232.8700</w:t>
      </w:r>
      <w:r>
        <w:tab/>
        <w:t>2.025e0</w:t>
      </w:r>
    </w:p>
    <w:p w14:paraId="6350CED9" w14:textId="77777777" w:rsidR="00810015" w:rsidRDefault="00810015" w:rsidP="00810015">
      <w:r>
        <w:t>232.9257</w:t>
      </w:r>
      <w:r>
        <w:tab/>
        <w:t>1.013e0</w:t>
      </w:r>
    </w:p>
    <w:p w14:paraId="2E1C5438" w14:textId="77777777" w:rsidR="00810015" w:rsidRDefault="00810015" w:rsidP="00810015">
      <w:r>
        <w:t>232.9334</w:t>
      </w:r>
      <w:r>
        <w:tab/>
        <w:t>1.013e0</w:t>
      </w:r>
    </w:p>
    <w:p w14:paraId="0FD7A5B7" w14:textId="77777777" w:rsidR="00810015" w:rsidRDefault="00810015" w:rsidP="00810015">
      <w:r>
        <w:t>232.9483</w:t>
      </w:r>
      <w:r>
        <w:tab/>
        <w:t>2.025e0</w:t>
      </w:r>
    </w:p>
    <w:p w14:paraId="5EFD07E3" w14:textId="77777777" w:rsidR="00810015" w:rsidRDefault="00810015" w:rsidP="00810015">
      <w:r>
        <w:t>232.9661</w:t>
      </w:r>
      <w:r>
        <w:tab/>
        <w:t>1.013e0</w:t>
      </w:r>
    </w:p>
    <w:p w14:paraId="2C248853" w14:textId="77777777" w:rsidR="00810015" w:rsidRDefault="00810015" w:rsidP="00810015">
      <w:r>
        <w:t>232.9700</w:t>
      </w:r>
      <w:r>
        <w:tab/>
        <w:t>1.013e0</w:t>
      </w:r>
    </w:p>
    <w:p w14:paraId="108EB178" w14:textId="77777777" w:rsidR="00810015" w:rsidRDefault="00810015" w:rsidP="00810015">
      <w:r>
        <w:t>232.9747</w:t>
      </w:r>
      <w:r>
        <w:tab/>
        <w:t>1.013e0</w:t>
      </w:r>
    </w:p>
    <w:p w14:paraId="4D3B0FDA" w14:textId="77777777" w:rsidR="00810015" w:rsidRDefault="00810015" w:rsidP="00810015">
      <w:r>
        <w:t>232.9945</w:t>
      </w:r>
      <w:r>
        <w:tab/>
        <w:t>3.038e0</w:t>
      </w:r>
    </w:p>
    <w:p w14:paraId="6DDBEE11" w14:textId="77777777" w:rsidR="00810015" w:rsidRDefault="00810015" w:rsidP="00810015">
      <w:r>
        <w:t>232.9966</w:t>
      </w:r>
      <w:r>
        <w:tab/>
        <w:t>2.025e0</w:t>
      </w:r>
    </w:p>
    <w:p w14:paraId="2948F425" w14:textId="77777777" w:rsidR="00810015" w:rsidRDefault="00810015" w:rsidP="00810015">
      <w:r>
        <w:t>233.0353</w:t>
      </w:r>
      <w:r>
        <w:tab/>
        <w:t>1.013e0</w:t>
      </w:r>
    </w:p>
    <w:p w14:paraId="6ECAED8E" w14:textId="77777777" w:rsidR="00810015" w:rsidRDefault="00810015" w:rsidP="00810015">
      <w:r>
        <w:t>233.0413</w:t>
      </w:r>
      <w:r>
        <w:tab/>
        <w:t>3.788e0</w:t>
      </w:r>
    </w:p>
    <w:p w14:paraId="7A0850AD" w14:textId="77777777" w:rsidR="00810015" w:rsidRDefault="00810015" w:rsidP="00810015">
      <w:r>
        <w:t>233.0428</w:t>
      </w:r>
      <w:r>
        <w:tab/>
        <w:t>1.013e0</w:t>
      </w:r>
    </w:p>
    <w:p w14:paraId="2C0BF2DC" w14:textId="77777777" w:rsidR="00810015" w:rsidRDefault="00810015" w:rsidP="00810015">
      <w:r>
        <w:t>233.0832</w:t>
      </w:r>
      <w:r>
        <w:tab/>
        <w:t>7.089e0</w:t>
      </w:r>
    </w:p>
    <w:p w14:paraId="6170BF0E" w14:textId="77777777" w:rsidR="00810015" w:rsidRDefault="00810015" w:rsidP="00810015">
      <w:r>
        <w:t>233.0910</w:t>
      </w:r>
      <w:r>
        <w:tab/>
        <w:t>3.300e1</w:t>
      </w:r>
    </w:p>
    <w:p w14:paraId="3D5E73D2" w14:textId="77777777" w:rsidR="00810015" w:rsidRDefault="00810015" w:rsidP="00810015">
      <w:r>
        <w:t>233.1086</w:t>
      </w:r>
      <w:r>
        <w:tab/>
        <w:t>9.102e0</w:t>
      </w:r>
    </w:p>
    <w:p w14:paraId="6B8E232B" w14:textId="77777777" w:rsidR="00810015" w:rsidRDefault="00810015" w:rsidP="00810015">
      <w:r>
        <w:t>233.1343</w:t>
      </w:r>
      <w:r>
        <w:tab/>
        <w:t>1.412e0</w:t>
      </w:r>
    </w:p>
    <w:p w14:paraId="46E80755" w14:textId="77777777" w:rsidR="00810015" w:rsidRDefault="00810015" w:rsidP="00810015">
      <w:r>
        <w:t>233.1363</w:t>
      </w:r>
      <w:r>
        <w:tab/>
        <w:t>2.025e0</w:t>
      </w:r>
    </w:p>
    <w:p w14:paraId="4E6E1222" w14:textId="77777777" w:rsidR="00810015" w:rsidRDefault="00810015" w:rsidP="00810015">
      <w:r>
        <w:t>233.1402</w:t>
      </w:r>
      <w:r>
        <w:tab/>
        <w:t>2.025e0</w:t>
      </w:r>
    </w:p>
    <w:p w14:paraId="6FBA7C6A" w14:textId="77777777" w:rsidR="00810015" w:rsidRDefault="00810015" w:rsidP="00810015">
      <w:r>
        <w:t>233.1462</w:t>
      </w:r>
      <w:r>
        <w:tab/>
        <w:t>2.006e0</w:t>
      </w:r>
    </w:p>
    <w:p w14:paraId="6043D515" w14:textId="77777777" w:rsidR="00810015" w:rsidRDefault="00810015" w:rsidP="00810015">
      <w:r>
        <w:t>233.1775</w:t>
      </w:r>
      <w:r>
        <w:tab/>
        <w:t>1.013e0</w:t>
      </w:r>
    </w:p>
    <w:p w14:paraId="25527A18" w14:textId="77777777" w:rsidR="00810015" w:rsidRDefault="00810015" w:rsidP="00810015">
      <w:r>
        <w:t>233.1892</w:t>
      </w:r>
      <w:r>
        <w:tab/>
        <w:t>3.038e0</w:t>
      </w:r>
    </w:p>
    <w:p w14:paraId="6822C109" w14:textId="77777777" w:rsidR="00810015" w:rsidRDefault="00810015" w:rsidP="00810015">
      <w:r>
        <w:t>233.2092</w:t>
      </w:r>
      <w:r>
        <w:tab/>
        <w:t>1.013e0</w:t>
      </w:r>
    </w:p>
    <w:p w14:paraId="185459B4" w14:textId="77777777" w:rsidR="00810015" w:rsidRDefault="00810015" w:rsidP="00810015">
      <w:r>
        <w:t>233.2180</w:t>
      </w:r>
      <w:r>
        <w:tab/>
        <w:t>1.013e0</w:t>
      </w:r>
    </w:p>
    <w:p w14:paraId="77020349" w14:textId="77777777" w:rsidR="00810015" w:rsidRDefault="00810015" w:rsidP="00810015">
      <w:r>
        <w:t>233.2304</w:t>
      </w:r>
      <w:r>
        <w:tab/>
        <w:t>1.013e0</w:t>
      </w:r>
    </w:p>
    <w:p w14:paraId="234510DD" w14:textId="77777777" w:rsidR="00810015" w:rsidRDefault="00810015" w:rsidP="00810015">
      <w:r>
        <w:t>233.2429</w:t>
      </w:r>
      <w:r>
        <w:tab/>
        <w:t>1.013e0</w:t>
      </w:r>
    </w:p>
    <w:p w14:paraId="2BA4C62D" w14:textId="77777777" w:rsidR="00810015" w:rsidRDefault="00810015" w:rsidP="00810015">
      <w:r>
        <w:t>233.2910</w:t>
      </w:r>
      <w:r>
        <w:tab/>
        <w:t>1.013e0</w:t>
      </w:r>
    </w:p>
    <w:p w14:paraId="6B5388A8" w14:textId="77777777" w:rsidR="00810015" w:rsidRDefault="00810015" w:rsidP="00810015">
      <w:r>
        <w:t>233.3188</w:t>
      </w:r>
      <w:r>
        <w:tab/>
        <w:t>1.013e0</w:t>
      </w:r>
    </w:p>
    <w:p w14:paraId="7EAE8CD7" w14:textId="77777777" w:rsidR="00810015" w:rsidRDefault="00810015" w:rsidP="00810015">
      <w:r>
        <w:t>233.3517</w:t>
      </w:r>
      <w:r>
        <w:tab/>
        <w:t>2.025e0</w:t>
      </w:r>
    </w:p>
    <w:p w14:paraId="095DFF08" w14:textId="77777777" w:rsidR="00810015" w:rsidRDefault="00810015" w:rsidP="00810015">
      <w:r>
        <w:t>233.3633</w:t>
      </w:r>
      <w:r>
        <w:tab/>
        <w:t>1.013e0</w:t>
      </w:r>
    </w:p>
    <w:p w14:paraId="760D912C" w14:textId="77777777" w:rsidR="00810015" w:rsidRDefault="00810015" w:rsidP="00810015">
      <w:r>
        <w:t>233.3976</w:t>
      </w:r>
      <w:r>
        <w:tab/>
        <w:t>1.013e0</w:t>
      </w:r>
    </w:p>
    <w:p w14:paraId="018738D4" w14:textId="77777777" w:rsidR="00810015" w:rsidRDefault="00810015" w:rsidP="00810015">
      <w:r>
        <w:t>233.4085</w:t>
      </w:r>
      <w:r>
        <w:tab/>
        <w:t>1.013e0</w:t>
      </w:r>
    </w:p>
    <w:p w14:paraId="3B9BC999" w14:textId="77777777" w:rsidR="00810015" w:rsidRDefault="00810015" w:rsidP="00810015">
      <w:r>
        <w:t>233.4209</w:t>
      </w:r>
      <w:r>
        <w:tab/>
        <w:t>1.013e0</w:t>
      </w:r>
    </w:p>
    <w:p w14:paraId="6291CF58" w14:textId="77777777" w:rsidR="00810015" w:rsidRDefault="00810015" w:rsidP="00810015">
      <w:r>
        <w:t>233.4415</w:t>
      </w:r>
      <w:r>
        <w:tab/>
        <w:t>1.013e0</w:t>
      </w:r>
    </w:p>
    <w:p w14:paraId="0ECC4354" w14:textId="77777777" w:rsidR="00810015" w:rsidRDefault="00810015" w:rsidP="00810015">
      <w:r>
        <w:t>233.4652</w:t>
      </w:r>
      <w:r>
        <w:tab/>
        <w:t>1.013e0</w:t>
      </w:r>
    </w:p>
    <w:p w14:paraId="4D3FB79F" w14:textId="77777777" w:rsidR="00810015" w:rsidRDefault="00810015" w:rsidP="00810015">
      <w:r>
        <w:t>233.4700</w:t>
      </w:r>
      <w:r>
        <w:tab/>
        <w:t>1.013e0</w:t>
      </w:r>
    </w:p>
    <w:p w14:paraId="20741AE4" w14:textId="77777777" w:rsidR="00810015" w:rsidRDefault="00810015" w:rsidP="00810015">
      <w:r>
        <w:t>233.5239</w:t>
      </w:r>
      <w:r>
        <w:tab/>
        <w:t>2.025e0</w:t>
      </w:r>
    </w:p>
    <w:p w14:paraId="21386549" w14:textId="77777777" w:rsidR="00810015" w:rsidRDefault="00810015" w:rsidP="00810015">
      <w:r>
        <w:t>233.5344</w:t>
      </w:r>
      <w:r>
        <w:tab/>
        <w:t>1.013e0</w:t>
      </w:r>
    </w:p>
    <w:p w14:paraId="0B926DCD" w14:textId="77777777" w:rsidR="00810015" w:rsidRDefault="00810015" w:rsidP="00810015">
      <w:r>
        <w:t>233.5506</w:t>
      </w:r>
      <w:r>
        <w:tab/>
        <w:t>2.025e0</w:t>
      </w:r>
    </w:p>
    <w:p w14:paraId="0B8B0181" w14:textId="77777777" w:rsidR="00810015" w:rsidRDefault="00810015" w:rsidP="00810015">
      <w:r>
        <w:t>233.5710</w:t>
      </w:r>
      <w:r>
        <w:tab/>
        <w:t>1.013e0</w:t>
      </w:r>
    </w:p>
    <w:p w14:paraId="6EC575E5" w14:textId="77777777" w:rsidR="00810015" w:rsidRDefault="00810015" w:rsidP="00810015">
      <w:r>
        <w:t>233.5865</w:t>
      </w:r>
      <w:r>
        <w:tab/>
        <w:t>1.013e0</w:t>
      </w:r>
    </w:p>
    <w:p w14:paraId="2848CFB3" w14:textId="77777777" w:rsidR="00810015" w:rsidRDefault="00810015" w:rsidP="00810015">
      <w:r>
        <w:t>233.5943</w:t>
      </w:r>
      <w:r>
        <w:tab/>
        <w:t>3.038e0</w:t>
      </w:r>
    </w:p>
    <w:p w14:paraId="0C54C319" w14:textId="77777777" w:rsidR="00810015" w:rsidRDefault="00810015" w:rsidP="00810015">
      <w:r>
        <w:t>233.6305</w:t>
      </w:r>
      <w:r>
        <w:tab/>
        <w:t>2.025e0</w:t>
      </w:r>
    </w:p>
    <w:p w14:paraId="2ACD4AFC" w14:textId="77777777" w:rsidR="00810015" w:rsidRDefault="00810015" w:rsidP="00810015">
      <w:r>
        <w:t>233.6432</w:t>
      </w:r>
      <w:r>
        <w:tab/>
        <w:t>1.013e0</w:t>
      </w:r>
    </w:p>
    <w:p w14:paraId="20C2622B" w14:textId="77777777" w:rsidR="00810015" w:rsidRDefault="00810015" w:rsidP="00810015">
      <w:r>
        <w:t>233.6698</w:t>
      </w:r>
      <w:r>
        <w:tab/>
        <w:t>1.013e0</w:t>
      </w:r>
    </w:p>
    <w:p w14:paraId="5C3CBD13" w14:textId="77777777" w:rsidR="00810015" w:rsidRDefault="00810015" w:rsidP="00810015">
      <w:r>
        <w:t>233.7003</w:t>
      </w:r>
      <w:r>
        <w:tab/>
        <w:t>1.013e0</w:t>
      </w:r>
    </w:p>
    <w:p w14:paraId="212E573F" w14:textId="77777777" w:rsidR="00810015" w:rsidRDefault="00810015" w:rsidP="00810015">
      <w:r>
        <w:t>233.7091</w:t>
      </w:r>
      <w:r>
        <w:tab/>
        <w:t>1.013e0</w:t>
      </w:r>
    </w:p>
    <w:p w14:paraId="09D5E175" w14:textId="77777777" w:rsidR="00810015" w:rsidRDefault="00810015" w:rsidP="00810015">
      <w:r>
        <w:t>233.7414</w:t>
      </w:r>
      <w:r>
        <w:tab/>
        <w:t>1.013e0</w:t>
      </w:r>
    </w:p>
    <w:p w14:paraId="6D37099C" w14:textId="77777777" w:rsidR="00810015" w:rsidRDefault="00810015" w:rsidP="00810015">
      <w:r>
        <w:t>233.7453</w:t>
      </w:r>
      <w:r>
        <w:tab/>
        <w:t>1.013e0</w:t>
      </w:r>
    </w:p>
    <w:p w14:paraId="7378AA24" w14:textId="77777777" w:rsidR="00810015" w:rsidRDefault="00810015" w:rsidP="00810015">
      <w:r>
        <w:t>233.7670</w:t>
      </w:r>
      <w:r>
        <w:tab/>
        <w:t>4.051e0</w:t>
      </w:r>
    </w:p>
    <w:p w14:paraId="77242CAC" w14:textId="77777777" w:rsidR="00810015" w:rsidRDefault="00810015" w:rsidP="00810015">
      <w:r>
        <w:t>233.7982</w:t>
      </w:r>
      <w:r>
        <w:tab/>
        <w:t>2.025e0</w:t>
      </w:r>
    </w:p>
    <w:p w14:paraId="41D2BD97" w14:textId="77777777" w:rsidR="00810015" w:rsidRDefault="00810015" w:rsidP="00810015">
      <w:r>
        <w:t>233.8067</w:t>
      </w:r>
      <w:r>
        <w:tab/>
        <w:t>1.013e0</w:t>
      </w:r>
    </w:p>
    <w:p w14:paraId="4CC0347A" w14:textId="77777777" w:rsidR="00810015" w:rsidRDefault="00810015" w:rsidP="00810015">
      <w:r>
        <w:t>233.8432</w:t>
      </w:r>
      <w:r>
        <w:tab/>
        <w:t>2.025e0</w:t>
      </w:r>
    </w:p>
    <w:p w14:paraId="04AA185F" w14:textId="77777777" w:rsidR="00810015" w:rsidRDefault="00810015" w:rsidP="00810015">
      <w:r>
        <w:t>233.8679</w:t>
      </w:r>
      <w:r>
        <w:tab/>
        <w:t>1.013e0</w:t>
      </w:r>
    </w:p>
    <w:p w14:paraId="0C75A525" w14:textId="77777777" w:rsidR="00810015" w:rsidRDefault="00810015" w:rsidP="00810015">
      <w:r>
        <w:t>233.8803</w:t>
      </w:r>
      <w:r>
        <w:tab/>
        <w:t>1.013e0</w:t>
      </w:r>
    </w:p>
    <w:p w14:paraId="184D2B80" w14:textId="77777777" w:rsidR="00810015" w:rsidRDefault="00810015" w:rsidP="00810015">
      <w:r>
        <w:t>233.8904</w:t>
      </w:r>
      <w:r>
        <w:tab/>
        <w:t>2.025e0</w:t>
      </w:r>
    </w:p>
    <w:p w14:paraId="638A83AC" w14:textId="77777777" w:rsidR="00810015" w:rsidRDefault="00810015" w:rsidP="00810015">
      <w:r>
        <w:t>233.9005</w:t>
      </w:r>
      <w:r>
        <w:tab/>
        <w:t>2.025e0</w:t>
      </w:r>
    </w:p>
    <w:p w14:paraId="53EA43D6" w14:textId="77777777" w:rsidR="00810015" w:rsidRDefault="00810015" w:rsidP="00810015">
      <w:r>
        <w:t>233.9323</w:t>
      </w:r>
      <w:r>
        <w:tab/>
        <w:t>3.038e0</w:t>
      </w:r>
    </w:p>
    <w:p w14:paraId="5D39473A" w14:textId="77777777" w:rsidR="00810015" w:rsidRDefault="00810015" w:rsidP="00810015">
      <w:r>
        <w:t>233.9413</w:t>
      </w:r>
      <w:r>
        <w:tab/>
        <w:t>2.025e0</w:t>
      </w:r>
    </w:p>
    <w:p w14:paraId="796E57C8" w14:textId="77777777" w:rsidR="00810015" w:rsidRDefault="00810015" w:rsidP="00810015">
      <w:r>
        <w:t>233.9569</w:t>
      </w:r>
      <w:r>
        <w:tab/>
        <w:t>1.013e0</w:t>
      </w:r>
    </w:p>
    <w:p w14:paraId="192A7A16" w14:textId="77777777" w:rsidR="00810015" w:rsidRDefault="00810015" w:rsidP="00810015">
      <w:r>
        <w:t>233.9921</w:t>
      </w:r>
      <w:r>
        <w:tab/>
        <w:t>4.051e0</w:t>
      </w:r>
    </w:p>
    <w:p w14:paraId="0D9A5D29" w14:textId="77777777" w:rsidR="00810015" w:rsidRDefault="00810015" w:rsidP="00810015">
      <w:r>
        <w:t>233.9961</w:t>
      </w:r>
      <w:r>
        <w:tab/>
        <w:t>1.971e0</w:t>
      </w:r>
    </w:p>
    <w:p w14:paraId="75F4A616" w14:textId="77777777" w:rsidR="00810015" w:rsidRDefault="00810015" w:rsidP="00810015">
      <w:r>
        <w:t>234.0009</w:t>
      </w:r>
      <w:r>
        <w:tab/>
        <w:t>2.025e0</w:t>
      </w:r>
    </w:p>
    <w:p w14:paraId="4594A309" w14:textId="77777777" w:rsidR="00810015" w:rsidRDefault="00810015" w:rsidP="00810015">
      <w:r>
        <w:t>234.0050</w:t>
      </w:r>
      <w:r>
        <w:tab/>
        <w:t>1.114e1</w:t>
      </w:r>
    </w:p>
    <w:p w14:paraId="723F72A6" w14:textId="77777777" w:rsidR="00810015" w:rsidRDefault="00810015" w:rsidP="00810015">
      <w:r>
        <w:t>234.0094</w:t>
      </w:r>
      <w:r>
        <w:tab/>
        <w:t>2.763e0</w:t>
      </w:r>
    </w:p>
    <w:p w14:paraId="071E371B" w14:textId="77777777" w:rsidR="00810015" w:rsidRDefault="00810015" w:rsidP="00810015">
      <w:r>
        <w:t>234.0184</w:t>
      </w:r>
      <w:r>
        <w:tab/>
        <w:t>1.013e0</w:t>
      </w:r>
    </w:p>
    <w:p w14:paraId="2D34B065" w14:textId="77777777" w:rsidR="00810015" w:rsidRDefault="00810015" w:rsidP="00810015">
      <w:r>
        <w:t>234.0424</w:t>
      </w:r>
      <w:r>
        <w:tab/>
        <w:t>3.038e0</w:t>
      </w:r>
    </w:p>
    <w:p w14:paraId="595FE543" w14:textId="77777777" w:rsidR="00810015" w:rsidRDefault="00810015" w:rsidP="00810015">
      <w:r>
        <w:t>234.0521</w:t>
      </w:r>
      <w:r>
        <w:tab/>
        <w:t>3.038e0</w:t>
      </w:r>
    </w:p>
    <w:p w14:paraId="4EEB1B9F" w14:textId="77777777" w:rsidR="00810015" w:rsidRDefault="00810015" w:rsidP="00810015">
      <w:r>
        <w:t>234.0598</w:t>
      </w:r>
      <w:r>
        <w:tab/>
        <w:t>5.063e0</w:t>
      </w:r>
    </w:p>
    <w:p w14:paraId="2C8F8C43" w14:textId="77777777" w:rsidR="00810015" w:rsidRDefault="00810015" w:rsidP="00810015">
      <w:r>
        <w:t>234.0980</w:t>
      </w:r>
      <w:r>
        <w:tab/>
        <w:t>1.189e3</w:t>
      </w:r>
    </w:p>
    <w:p w14:paraId="1A04B697" w14:textId="77777777" w:rsidR="00810015" w:rsidRDefault="00810015" w:rsidP="00810015">
      <w:r>
        <w:t>234.1512</w:t>
      </w:r>
      <w:r>
        <w:tab/>
        <w:t>6.202e0</w:t>
      </w:r>
    </w:p>
    <w:p w14:paraId="41DD86F0" w14:textId="77777777" w:rsidR="00810015" w:rsidRDefault="00810015" w:rsidP="00810015">
      <w:r>
        <w:t>234.1571</w:t>
      </w:r>
      <w:r>
        <w:tab/>
        <w:t>1.587e0</w:t>
      </w:r>
    </w:p>
    <w:p w14:paraId="6A8E74FC" w14:textId="77777777" w:rsidR="00810015" w:rsidRDefault="00810015" w:rsidP="00810015">
      <w:r>
        <w:t>234.1752</w:t>
      </w:r>
      <w:r>
        <w:tab/>
        <w:t>4.051e0</w:t>
      </w:r>
    </w:p>
    <w:p w14:paraId="762AD28B" w14:textId="77777777" w:rsidR="00810015" w:rsidRDefault="00810015" w:rsidP="00810015">
      <w:r>
        <w:t>234.1851</w:t>
      </w:r>
      <w:r>
        <w:tab/>
        <w:t>5.053e0</w:t>
      </w:r>
    </w:p>
    <w:p w14:paraId="63DC0705" w14:textId="77777777" w:rsidR="00810015" w:rsidRDefault="00810015" w:rsidP="00810015">
      <w:r>
        <w:t>234.1871</w:t>
      </w:r>
      <w:r>
        <w:tab/>
        <w:t>3.540e0</w:t>
      </w:r>
    </w:p>
    <w:p w14:paraId="0B0633A5" w14:textId="77777777" w:rsidR="00810015" w:rsidRDefault="00810015" w:rsidP="00810015">
      <w:r>
        <w:t>234.1916</w:t>
      </w:r>
      <w:r>
        <w:tab/>
        <w:t>5.565e0</w:t>
      </w:r>
    </w:p>
    <w:p w14:paraId="07F7F8D7" w14:textId="77777777" w:rsidR="00810015" w:rsidRDefault="00810015" w:rsidP="00810015">
      <w:r>
        <w:t>234.2078</w:t>
      </w:r>
      <w:r>
        <w:tab/>
        <w:t>3.038e0</w:t>
      </w:r>
    </w:p>
    <w:p w14:paraId="4F1216EA" w14:textId="77777777" w:rsidR="00810015" w:rsidRDefault="00810015" w:rsidP="00810015">
      <w:r>
        <w:t>234.2214</w:t>
      </w:r>
      <w:r>
        <w:tab/>
        <w:t>1.013e0</w:t>
      </w:r>
    </w:p>
    <w:p w14:paraId="0405DB70" w14:textId="77777777" w:rsidR="00810015" w:rsidRDefault="00810015" w:rsidP="00810015">
      <w:r>
        <w:t>234.2312</w:t>
      </w:r>
      <w:r>
        <w:tab/>
        <w:t>2.025e0</w:t>
      </w:r>
    </w:p>
    <w:p w14:paraId="6FC015A7" w14:textId="77777777" w:rsidR="00810015" w:rsidRDefault="00810015" w:rsidP="00810015">
      <w:r>
        <w:t>234.2379</w:t>
      </w:r>
      <w:r>
        <w:tab/>
        <w:t>1.013e0</w:t>
      </w:r>
    </w:p>
    <w:p w14:paraId="370B89D3" w14:textId="77777777" w:rsidR="00810015" w:rsidRDefault="00810015" w:rsidP="00810015">
      <w:r>
        <w:t>234.2517</w:t>
      </w:r>
      <w:r>
        <w:tab/>
        <w:t>2.025e0</w:t>
      </w:r>
    </w:p>
    <w:p w14:paraId="50B33BB1" w14:textId="77777777" w:rsidR="00810015" w:rsidRDefault="00810015" w:rsidP="00810015">
      <w:r>
        <w:t>234.2707</w:t>
      </w:r>
      <w:r>
        <w:tab/>
        <w:t>4.051e0</w:t>
      </w:r>
    </w:p>
    <w:p w14:paraId="0705DF8E" w14:textId="77777777" w:rsidR="00810015" w:rsidRDefault="00810015" w:rsidP="00810015">
      <w:r>
        <w:t>234.2908</w:t>
      </w:r>
      <w:r>
        <w:tab/>
        <w:t>1.013e0</w:t>
      </w:r>
    </w:p>
    <w:p w14:paraId="075DED6E" w14:textId="77777777" w:rsidR="00810015" w:rsidRDefault="00810015" w:rsidP="00810015">
      <w:r>
        <w:t>234.2939</w:t>
      </w:r>
      <w:r>
        <w:tab/>
        <w:t>1.013e0</w:t>
      </w:r>
    </w:p>
    <w:p w14:paraId="396A5A32" w14:textId="77777777" w:rsidR="00810015" w:rsidRDefault="00810015" w:rsidP="00810015">
      <w:r>
        <w:t>234.3010</w:t>
      </w:r>
      <w:r>
        <w:tab/>
        <w:t>2.025e0</w:t>
      </w:r>
    </w:p>
    <w:p w14:paraId="401303B6" w14:textId="77777777" w:rsidR="00810015" w:rsidRDefault="00810015" w:rsidP="00810015">
      <w:r>
        <w:t>234.3219</w:t>
      </w:r>
      <w:r>
        <w:tab/>
        <w:t>2.025e0</w:t>
      </w:r>
    </w:p>
    <w:p w14:paraId="348224E6" w14:textId="77777777" w:rsidR="00810015" w:rsidRDefault="00810015" w:rsidP="00810015">
      <w:r>
        <w:t>234.3273</w:t>
      </w:r>
      <w:r>
        <w:tab/>
        <w:t>1.013e0</w:t>
      </w:r>
    </w:p>
    <w:p w14:paraId="7FCE65D7" w14:textId="77777777" w:rsidR="00810015" w:rsidRDefault="00810015" w:rsidP="00810015">
      <w:r>
        <w:t>234.3474</w:t>
      </w:r>
      <w:r>
        <w:tab/>
        <w:t>3.038e0</w:t>
      </w:r>
    </w:p>
    <w:p w14:paraId="2C25E497" w14:textId="77777777" w:rsidR="00810015" w:rsidRDefault="00810015" w:rsidP="00810015">
      <w:r>
        <w:t>234.3511</w:t>
      </w:r>
      <w:r>
        <w:tab/>
        <w:t>2.025e0</w:t>
      </w:r>
    </w:p>
    <w:p w14:paraId="44BF3585" w14:textId="77777777" w:rsidR="00810015" w:rsidRDefault="00810015" w:rsidP="00810015">
      <w:r>
        <w:t>234.3636</w:t>
      </w:r>
      <w:r>
        <w:tab/>
        <w:t>3.038e0</w:t>
      </w:r>
    </w:p>
    <w:p w14:paraId="7674FFC9" w14:textId="77777777" w:rsidR="00810015" w:rsidRDefault="00810015" w:rsidP="00810015">
      <w:r>
        <w:t>234.3746</w:t>
      </w:r>
      <w:r>
        <w:tab/>
        <w:t>2.025e0</w:t>
      </w:r>
    </w:p>
    <w:p w14:paraId="0185C55F" w14:textId="77777777" w:rsidR="00810015" w:rsidRDefault="00810015" w:rsidP="00810015">
      <w:r>
        <w:t>234.3803</w:t>
      </w:r>
      <w:r>
        <w:tab/>
        <w:t>1.013e0</w:t>
      </w:r>
    </w:p>
    <w:p w14:paraId="03F19107" w14:textId="77777777" w:rsidR="00810015" w:rsidRDefault="00810015" w:rsidP="00810015">
      <w:r>
        <w:t>234.4171</w:t>
      </w:r>
      <w:r>
        <w:tab/>
        <w:t>3.038e0</w:t>
      </w:r>
    </w:p>
    <w:p w14:paraId="65555FE8" w14:textId="77777777" w:rsidR="00810015" w:rsidRDefault="00810015" w:rsidP="00810015">
      <w:r>
        <w:t>234.4210</w:t>
      </w:r>
      <w:r>
        <w:tab/>
        <w:t>1.013e0</w:t>
      </w:r>
    </w:p>
    <w:p w14:paraId="174D2C9F" w14:textId="77777777" w:rsidR="00810015" w:rsidRDefault="00810015" w:rsidP="00810015">
      <w:r>
        <w:t>234.4332</w:t>
      </w:r>
      <w:r>
        <w:tab/>
        <w:t>1.013e0</w:t>
      </w:r>
    </w:p>
    <w:p w14:paraId="06B5821E" w14:textId="77777777" w:rsidR="00810015" w:rsidRDefault="00810015" w:rsidP="00810015">
      <w:r>
        <w:t>234.4342</w:t>
      </w:r>
      <w:r>
        <w:tab/>
        <w:t>3.038e0</w:t>
      </w:r>
    </w:p>
    <w:p w14:paraId="7C4D6EC5" w14:textId="77777777" w:rsidR="00810015" w:rsidRDefault="00810015" w:rsidP="00810015">
      <w:r>
        <w:t>234.4527</w:t>
      </w:r>
      <w:r>
        <w:tab/>
        <w:t>1.013e0</w:t>
      </w:r>
    </w:p>
    <w:p w14:paraId="419F6C69" w14:textId="77777777" w:rsidR="00810015" w:rsidRDefault="00810015" w:rsidP="00810015">
      <w:r>
        <w:t>234.4859</w:t>
      </w:r>
      <w:r>
        <w:tab/>
        <w:t>3.038e0</w:t>
      </w:r>
    </w:p>
    <w:p w14:paraId="1C0EC0E7" w14:textId="77777777" w:rsidR="00810015" w:rsidRDefault="00810015" w:rsidP="00810015">
      <w:r>
        <w:t>234.4940</w:t>
      </w:r>
      <w:r>
        <w:tab/>
        <w:t>2.025e0</w:t>
      </w:r>
    </w:p>
    <w:p w14:paraId="7D0B1FB4" w14:textId="77777777" w:rsidR="00810015" w:rsidRDefault="00810015" w:rsidP="00810015">
      <w:r>
        <w:t>234.4960</w:t>
      </w:r>
      <w:r>
        <w:tab/>
        <w:t>2.025e0</w:t>
      </w:r>
    </w:p>
    <w:p w14:paraId="2ECC28AA" w14:textId="77777777" w:rsidR="00810015" w:rsidRDefault="00810015" w:rsidP="00810015">
      <w:r>
        <w:t>234.5057</w:t>
      </w:r>
      <w:r>
        <w:tab/>
        <w:t>2.025e0</w:t>
      </w:r>
    </w:p>
    <w:p w14:paraId="6940C75D" w14:textId="77777777" w:rsidR="00810015" w:rsidRDefault="00810015" w:rsidP="00810015">
      <w:r>
        <w:t>234.5125</w:t>
      </w:r>
      <w:r>
        <w:tab/>
        <w:t>2.025e0</w:t>
      </w:r>
    </w:p>
    <w:p w14:paraId="752D312B" w14:textId="77777777" w:rsidR="00810015" w:rsidRDefault="00810015" w:rsidP="00810015">
      <w:r>
        <w:t>234.5322</w:t>
      </w:r>
      <w:r>
        <w:tab/>
        <w:t>4.051e0</w:t>
      </w:r>
    </w:p>
    <w:p w14:paraId="61C43E86" w14:textId="77777777" w:rsidR="00810015" w:rsidRDefault="00810015" w:rsidP="00810015">
      <w:r>
        <w:t>234.5354</w:t>
      </w:r>
      <w:r>
        <w:tab/>
        <w:t>1.013e0</w:t>
      </w:r>
    </w:p>
    <w:p w14:paraId="409F76EB" w14:textId="77777777" w:rsidR="00810015" w:rsidRDefault="00810015" w:rsidP="00810015">
      <w:r>
        <w:t>234.5430</w:t>
      </w:r>
      <w:r>
        <w:tab/>
        <w:t>1.013e0</w:t>
      </w:r>
    </w:p>
    <w:p w14:paraId="40A1DFDA" w14:textId="77777777" w:rsidR="00810015" w:rsidRDefault="00810015" w:rsidP="00810015">
      <w:r>
        <w:t>234.5605</w:t>
      </w:r>
      <w:r>
        <w:tab/>
        <w:t>2.025e0</w:t>
      </w:r>
    </w:p>
    <w:p w14:paraId="1D1576CE" w14:textId="77777777" w:rsidR="00810015" w:rsidRDefault="00810015" w:rsidP="00810015">
      <w:r>
        <w:t>234.5750</w:t>
      </w:r>
      <w:r>
        <w:tab/>
        <w:t>1.013e0</w:t>
      </w:r>
    </w:p>
    <w:p w14:paraId="5B7B70AF" w14:textId="77777777" w:rsidR="00810015" w:rsidRDefault="00810015" w:rsidP="00810015">
      <w:r>
        <w:t>234.5829</w:t>
      </w:r>
      <w:r>
        <w:tab/>
        <w:t>5.063e0</w:t>
      </w:r>
    </w:p>
    <w:p w14:paraId="299EDE17" w14:textId="77777777" w:rsidR="00810015" w:rsidRDefault="00810015" w:rsidP="00810015">
      <w:r>
        <w:t>234.6046</w:t>
      </w:r>
      <w:r>
        <w:tab/>
        <w:t>3.818e0</w:t>
      </w:r>
    </w:p>
    <w:p w14:paraId="4EBADD24" w14:textId="77777777" w:rsidR="00810015" w:rsidRDefault="00810015" w:rsidP="00810015">
      <w:r>
        <w:t>234.6193</w:t>
      </w:r>
      <w:r>
        <w:tab/>
        <w:t>1.013e0</w:t>
      </w:r>
    </w:p>
    <w:p w14:paraId="71C27E2C" w14:textId="77777777" w:rsidR="00810015" w:rsidRDefault="00810015" w:rsidP="00810015">
      <w:r>
        <w:t>234.6367</w:t>
      </w:r>
      <w:r>
        <w:tab/>
        <w:t>1.013e0</w:t>
      </w:r>
    </w:p>
    <w:p w14:paraId="4D6F64DB" w14:textId="77777777" w:rsidR="00810015" w:rsidRDefault="00810015" w:rsidP="00810015">
      <w:r>
        <w:t>234.6386</w:t>
      </w:r>
      <w:r>
        <w:tab/>
        <w:t>2.025e0</w:t>
      </w:r>
    </w:p>
    <w:p w14:paraId="457CFD99" w14:textId="77777777" w:rsidR="00810015" w:rsidRDefault="00810015" w:rsidP="00810015">
      <w:r>
        <w:t>234.6685</w:t>
      </w:r>
      <w:r>
        <w:tab/>
        <w:t>2.025e0</w:t>
      </w:r>
    </w:p>
    <w:p w14:paraId="6719C0D4" w14:textId="77777777" w:rsidR="00810015" w:rsidRDefault="00810015" w:rsidP="00810015">
      <w:r>
        <w:t>234.6723</w:t>
      </w:r>
      <w:r>
        <w:tab/>
        <w:t>2.025e0</w:t>
      </w:r>
    </w:p>
    <w:p w14:paraId="62077495" w14:textId="77777777" w:rsidR="00810015" w:rsidRDefault="00810015" w:rsidP="00810015">
      <w:r>
        <w:t>234.6826</w:t>
      </w:r>
      <w:r>
        <w:tab/>
        <w:t>3.038e0</w:t>
      </w:r>
    </w:p>
    <w:p w14:paraId="531063BA" w14:textId="77777777" w:rsidR="00810015" w:rsidRDefault="00810015" w:rsidP="00810015">
      <w:r>
        <w:t>234.7136</w:t>
      </w:r>
      <w:r>
        <w:tab/>
        <w:t>1.013e0</w:t>
      </w:r>
    </w:p>
    <w:p w14:paraId="36CEAA1E" w14:textId="77777777" w:rsidR="00810015" w:rsidRDefault="00810015" w:rsidP="00810015">
      <w:r>
        <w:t>234.7176</w:t>
      </w:r>
      <w:r>
        <w:tab/>
        <w:t>1.013e0</w:t>
      </w:r>
    </w:p>
    <w:p w14:paraId="316108AE" w14:textId="77777777" w:rsidR="00810015" w:rsidRDefault="00810015" w:rsidP="00810015">
      <w:r>
        <w:t>234.7336</w:t>
      </w:r>
      <w:r>
        <w:tab/>
        <w:t>1.013e0</w:t>
      </w:r>
    </w:p>
    <w:p w14:paraId="7296D57F" w14:textId="77777777" w:rsidR="00810015" w:rsidRDefault="00810015" w:rsidP="00810015">
      <w:r>
        <w:t>234.7382</w:t>
      </w:r>
      <w:r>
        <w:tab/>
        <w:t>2.025e0</w:t>
      </w:r>
    </w:p>
    <w:p w14:paraId="1F89649F" w14:textId="77777777" w:rsidR="00810015" w:rsidRDefault="00810015" w:rsidP="00810015">
      <w:r>
        <w:t>234.7549</w:t>
      </w:r>
      <w:r>
        <w:tab/>
        <w:t>1.013e0</w:t>
      </w:r>
    </w:p>
    <w:p w14:paraId="74E5E86C" w14:textId="77777777" w:rsidR="00810015" w:rsidRDefault="00810015" w:rsidP="00810015">
      <w:r>
        <w:t>234.7588</w:t>
      </w:r>
      <w:r>
        <w:tab/>
        <w:t>1.013e0</w:t>
      </w:r>
    </w:p>
    <w:p w14:paraId="33126E12" w14:textId="77777777" w:rsidR="00810015" w:rsidRDefault="00810015" w:rsidP="00810015">
      <w:r>
        <w:t>234.7666</w:t>
      </w:r>
      <w:r>
        <w:tab/>
        <w:t>1.013e0</w:t>
      </w:r>
    </w:p>
    <w:p w14:paraId="651585AC" w14:textId="77777777" w:rsidR="00810015" w:rsidRDefault="00810015" w:rsidP="00810015">
      <w:r>
        <w:t>234.8005</w:t>
      </w:r>
      <w:r>
        <w:tab/>
        <w:t>1.013e0</w:t>
      </w:r>
    </w:p>
    <w:p w14:paraId="05B60F39" w14:textId="77777777" w:rsidR="00810015" w:rsidRDefault="00810015" w:rsidP="00810015">
      <w:r>
        <w:t>234.8156</w:t>
      </w:r>
      <w:r>
        <w:tab/>
        <w:t>1.013e0</w:t>
      </w:r>
    </w:p>
    <w:p w14:paraId="3472BB39" w14:textId="77777777" w:rsidR="00810015" w:rsidRDefault="00810015" w:rsidP="00810015">
      <w:r>
        <w:t>234.8321</w:t>
      </w:r>
      <w:r>
        <w:tab/>
        <w:t>1.013e0</w:t>
      </w:r>
    </w:p>
    <w:p w14:paraId="3085586B" w14:textId="77777777" w:rsidR="00810015" w:rsidRDefault="00810015" w:rsidP="00810015">
      <w:r>
        <w:t>234.8569</w:t>
      </w:r>
      <w:r>
        <w:tab/>
        <w:t>1.013e0</w:t>
      </w:r>
    </w:p>
    <w:p w14:paraId="069DCB21" w14:textId="77777777" w:rsidR="00810015" w:rsidRDefault="00810015" w:rsidP="00810015">
      <w:r>
        <w:t>234.8647</w:t>
      </w:r>
      <w:r>
        <w:tab/>
        <w:t>3.038e0</w:t>
      </w:r>
    </w:p>
    <w:p w14:paraId="6E8664B0" w14:textId="77777777" w:rsidR="00810015" w:rsidRDefault="00810015" w:rsidP="00810015">
      <w:r>
        <w:t>234.8715</w:t>
      </w:r>
      <w:r>
        <w:tab/>
        <w:t>2.025e0</w:t>
      </w:r>
    </w:p>
    <w:p w14:paraId="34D19A84" w14:textId="77777777" w:rsidR="00810015" w:rsidRDefault="00810015" w:rsidP="00810015">
      <w:r>
        <w:t>234.8765</w:t>
      </w:r>
      <w:r>
        <w:tab/>
        <w:t>1.013e0</w:t>
      </w:r>
    </w:p>
    <w:p w14:paraId="6821870D" w14:textId="77777777" w:rsidR="00810015" w:rsidRDefault="00810015" w:rsidP="00810015">
      <w:r>
        <w:t>234.8804</w:t>
      </w:r>
      <w:r>
        <w:tab/>
        <w:t>1.013e0</w:t>
      </w:r>
    </w:p>
    <w:p w14:paraId="6946FA67" w14:textId="77777777" w:rsidR="00810015" w:rsidRDefault="00810015" w:rsidP="00810015">
      <w:r>
        <w:t>234.9054</w:t>
      </w:r>
      <w:r>
        <w:tab/>
        <w:t>1.013e0</w:t>
      </w:r>
    </w:p>
    <w:p w14:paraId="630124D9" w14:textId="77777777" w:rsidR="00810015" w:rsidRDefault="00810015" w:rsidP="00810015">
      <w:r>
        <w:t>234.9177</w:t>
      </w:r>
      <w:r>
        <w:tab/>
        <w:t>1.013e0</w:t>
      </w:r>
    </w:p>
    <w:p w14:paraId="3DEF7418" w14:textId="77777777" w:rsidR="00810015" w:rsidRDefault="00810015" w:rsidP="00810015">
      <w:r>
        <w:t>234.9451</w:t>
      </w:r>
      <w:r>
        <w:tab/>
        <w:t>1.013e0</w:t>
      </w:r>
    </w:p>
    <w:p w14:paraId="26459FB3" w14:textId="77777777" w:rsidR="00810015" w:rsidRDefault="00810015" w:rsidP="00810015">
      <w:r>
        <w:t>234.9633</w:t>
      </w:r>
      <w:r>
        <w:tab/>
        <w:t>4.051e0</w:t>
      </w:r>
    </w:p>
    <w:p w14:paraId="580C6DD8" w14:textId="77777777" w:rsidR="00810015" w:rsidRDefault="00810015" w:rsidP="00810015">
      <w:r>
        <w:t>234.9669</w:t>
      </w:r>
      <w:r>
        <w:tab/>
        <w:t>1.013e0</w:t>
      </w:r>
    </w:p>
    <w:p w14:paraId="6FDECCCF" w14:textId="77777777" w:rsidR="00810015" w:rsidRDefault="00810015" w:rsidP="00810015">
      <w:r>
        <w:t>234.9741</w:t>
      </w:r>
      <w:r>
        <w:tab/>
        <w:t>1.547e0</w:t>
      </w:r>
    </w:p>
    <w:p w14:paraId="51641D21" w14:textId="77777777" w:rsidR="00810015" w:rsidRDefault="00810015" w:rsidP="00810015">
      <w:r>
        <w:t>234.9902</w:t>
      </w:r>
      <w:r>
        <w:tab/>
        <w:t>2.025e0</w:t>
      </w:r>
    </w:p>
    <w:p w14:paraId="08BE659D" w14:textId="77777777" w:rsidR="00810015" w:rsidRDefault="00810015" w:rsidP="00810015">
      <w:r>
        <w:t>234.9921</w:t>
      </w:r>
      <w:r>
        <w:tab/>
        <w:t>2.025e0</w:t>
      </w:r>
    </w:p>
    <w:p w14:paraId="0B4CFDB9" w14:textId="77777777" w:rsidR="00810015" w:rsidRDefault="00810015" w:rsidP="00810015">
      <w:r>
        <w:t>235.0016</w:t>
      </w:r>
      <w:r>
        <w:tab/>
        <w:t>1.456e1</w:t>
      </w:r>
    </w:p>
    <w:p w14:paraId="23AE52D6" w14:textId="77777777" w:rsidR="00810015" w:rsidRDefault="00810015" w:rsidP="00810015">
      <w:r>
        <w:t>235.0113</w:t>
      </w:r>
      <w:r>
        <w:tab/>
        <w:t>2.025e0</w:t>
      </w:r>
    </w:p>
    <w:p w14:paraId="71ACB128" w14:textId="77777777" w:rsidR="00810015" w:rsidRDefault="00810015" w:rsidP="00810015">
      <w:r>
        <w:t>235.0195</w:t>
      </w:r>
      <w:r>
        <w:tab/>
        <w:t>2.025e0</w:t>
      </w:r>
    </w:p>
    <w:p w14:paraId="09154E6F" w14:textId="77777777" w:rsidR="00810015" w:rsidRDefault="00810015" w:rsidP="00810015">
      <w:r>
        <w:t>235.0363</w:t>
      </w:r>
      <w:r>
        <w:tab/>
        <w:t>1.013e0</w:t>
      </w:r>
    </w:p>
    <w:p w14:paraId="116EB864" w14:textId="77777777" w:rsidR="00810015" w:rsidRDefault="00810015" w:rsidP="00810015">
      <w:r>
        <w:t>235.0509</w:t>
      </w:r>
      <w:r>
        <w:tab/>
        <w:t>1.013e0</w:t>
      </w:r>
    </w:p>
    <w:p w14:paraId="5FA4936B" w14:textId="77777777" w:rsidR="00810015" w:rsidRDefault="00810015" w:rsidP="00810015">
      <w:r>
        <w:t>235.0521</w:t>
      </w:r>
      <w:r>
        <w:tab/>
        <w:t>3.038e0</w:t>
      </w:r>
    </w:p>
    <w:p w14:paraId="47B84776" w14:textId="77777777" w:rsidR="00810015" w:rsidRDefault="00810015" w:rsidP="00810015">
      <w:r>
        <w:t>235.0554</w:t>
      </w:r>
      <w:r>
        <w:tab/>
        <w:t>2.025e0</w:t>
      </w:r>
    </w:p>
    <w:p w14:paraId="039A60AC" w14:textId="77777777" w:rsidR="00810015" w:rsidRDefault="00810015" w:rsidP="00810015">
      <w:r>
        <w:t>235.0985</w:t>
      </w:r>
      <w:r>
        <w:tab/>
        <w:t>2.127e1</w:t>
      </w:r>
    </w:p>
    <w:p w14:paraId="547B620D" w14:textId="77777777" w:rsidR="00810015" w:rsidRDefault="00810015" w:rsidP="00810015">
      <w:r>
        <w:t>235.1008</w:t>
      </w:r>
      <w:r>
        <w:tab/>
        <w:t>7.494e1</w:t>
      </w:r>
    </w:p>
    <w:p w14:paraId="1C6D7613" w14:textId="77777777" w:rsidR="00810015" w:rsidRDefault="00810015" w:rsidP="00810015">
      <w:r>
        <w:t>235.1025</w:t>
      </w:r>
      <w:r>
        <w:tab/>
        <w:t>3.784e1</w:t>
      </w:r>
    </w:p>
    <w:p w14:paraId="2E577937" w14:textId="77777777" w:rsidR="00810015" w:rsidRDefault="00810015" w:rsidP="00810015">
      <w:r>
        <w:t>235.1054</w:t>
      </w:r>
      <w:r>
        <w:tab/>
        <w:t>2.323e1</w:t>
      </w:r>
    </w:p>
    <w:p w14:paraId="6CD2034D" w14:textId="77777777" w:rsidR="00810015" w:rsidRDefault="00810015" w:rsidP="00810015">
      <w:r>
        <w:t>235.1306</w:t>
      </w:r>
      <w:r>
        <w:tab/>
        <w:t>5.063e0</w:t>
      </w:r>
    </w:p>
    <w:p w14:paraId="4FD59662" w14:textId="77777777" w:rsidR="00810015" w:rsidRDefault="00810015" w:rsidP="00810015">
      <w:r>
        <w:t>235.1461</w:t>
      </w:r>
      <w:r>
        <w:tab/>
        <w:t>3.632e0</w:t>
      </w:r>
    </w:p>
    <w:p w14:paraId="4FF71FB7" w14:textId="77777777" w:rsidR="00810015" w:rsidRDefault="00810015" w:rsidP="00810015">
      <w:r>
        <w:t>235.1530</w:t>
      </w:r>
      <w:r>
        <w:tab/>
        <w:t>1.785e0</w:t>
      </w:r>
    </w:p>
    <w:p w14:paraId="5688A1D2" w14:textId="77777777" w:rsidR="00810015" w:rsidRDefault="00810015" w:rsidP="00810015">
      <w:r>
        <w:t>235.1541</w:t>
      </w:r>
      <w:r>
        <w:tab/>
        <w:t>4.051e0</w:t>
      </w:r>
    </w:p>
    <w:p w14:paraId="52B4D62C" w14:textId="77777777" w:rsidR="00810015" w:rsidRDefault="00810015" w:rsidP="00810015">
      <w:r>
        <w:t>235.1647</w:t>
      </w:r>
      <w:r>
        <w:tab/>
        <w:t>2.920e0</w:t>
      </w:r>
    </w:p>
    <w:p w14:paraId="7E892A80" w14:textId="77777777" w:rsidR="00810015" w:rsidRDefault="00810015" w:rsidP="00810015">
      <w:r>
        <w:t>235.1720</w:t>
      </w:r>
      <w:r>
        <w:tab/>
        <w:t>2.025e0</w:t>
      </w:r>
    </w:p>
    <w:p w14:paraId="6F306C81" w14:textId="77777777" w:rsidR="00810015" w:rsidRDefault="00810015" w:rsidP="00810015">
      <w:r>
        <w:t>235.1754</w:t>
      </w:r>
      <w:r>
        <w:tab/>
        <w:t>4.051e0</w:t>
      </w:r>
    </w:p>
    <w:p w14:paraId="2FBF8262" w14:textId="77777777" w:rsidR="00810015" w:rsidRDefault="00810015" w:rsidP="00810015">
      <w:r>
        <w:t>235.2061</w:t>
      </w:r>
      <w:r>
        <w:tab/>
        <w:t>1.013e0</w:t>
      </w:r>
    </w:p>
    <w:p w14:paraId="60F9A445" w14:textId="77777777" w:rsidR="00810015" w:rsidRDefault="00810015" w:rsidP="00810015">
      <w:r>
        <w:t>235.2139</w:t>
      </w:r>
      <w:r>
        <w:tab/>
        <w:t>2.025e0</w:t>
      </w:r>
    </w:p>
    <w:p w14:paraId="641FCD85" w14:textId="77777777" w:rsidR="00810015" w:rsidRDefault="00810015" w:rsidP="00810015">
      <w:r>
        <w:t>235.2186</w:t>
      </w:r>
      <w:r>
        <w:tab/>
        <w:t>1.013e0</w:t>
      </w:r>
    </w:p>
    <w:p w14:paraId="331C5B15" w14:textId="77777777" w:rsidR="00810015" w:rsidRDefault="00810015" w:rsidP="00810015">
      <w:r>
        <w:t>235.2230</w:t>
      </w:r>
      <w:r>
        <w:tab/>
        <w:t>1.013e0</w:t>
      </w:r>
    </w:p>
    <w:p w14:paraId="61DF0074" w14:textId="77777777" w:rsidR="00810015" w:rsidRDefault="00810015" w:rsidP="00810015">
      <w:r>
        <w:t>235.2318</w:t>
      </w:r>
      <w:r>
        <w:tab/>
        <w:t>1.013e0</w:t>
      </w:r>
    </w:p>
    <w:p w14:paraId="43215B73" w14:textId="77777777" w:rsidR="00810015" w:rsidRDefault="00810015" w:rsidP="00810015">
      <w:r>
        <w:t>235.2435</w:t>
      </w:r>
      <w:r>
        <w:tab/>
        <w:t>1.013e0</w:t>
      </w:r>
    </w:p>
    <w:p w14:paraId="71BE2789" w14:textId="77777777" w:rsidR="00810015" w:rsidRDefault="00810015" w:rsidP="00810015">
      <w:r>
        <w:t>235.2675</w:t>
      </w:r>
      <w:r>
        <w:tab/>
        <w:t>2.025e0</w:t>
      </w:r>
    </w:p>
    <w:p w14:paraId="26FFAE07" w14:textId="77777777" w:rsidR="00810015" w:rsidRDefault="00810015" w:rsidP="00810015">
      <w:r>
        <w:t>235.2780</w:t>
      </w:r>
      <w:r>
        <w:tab/>
        <w:t>2.025e0</w:t>
      </w:r>
    </w:p>
    <w:p w14:paraId="39C414BD" w14:textId="77777777" w:rsidR="00810015" w:rsidRDefault="00810015" w:rsidP="00810015">
      <w:r>
        <w:t>235.3012</w:t>
      </w:r>
      <w:r>
        <w:tab/>
        <w:t>1.013e0</w:t>
      </w:r>
    </w:p>
    <w:p w14:paraId="325C7A77" w14:textId="77777777" w:rsidR="00810015" w:rsidRDefault="00810015" w:rsidP="00810015">
      <w:r>
        <w:t>235.3159</w:t>
      </w:r>
      <w:r>
        <w:tab/>
        <w:t>1.013e0</w:t>
      </w:r>
    </w:p>
    <w:p w14:paraId="20D2FEF9" w14:textId="77777777" w:rsidR="00810015" w:rsidRDefault="00810015" w:rsidP="00810015">
      <w:r>
        <w:t>235.3334</w:t>
      </w:r>
      <w:r>
        <w:tab/>
        <w:t>2.025e0</w:t>
      </w:r>
    </w:p>
    <w:p w14:paraId="598C64D5" w14:textId="77777777" w:rsidR="00810015" w:rsidRDefault="00810015" w:rsidP="00810015">
      <w:r>
        <w:t>235.3372</w:t>
      </w:r>
      <w:r>
        <w:tab/>
        <w:t>2.025e0</w:t>
      </w:r>
    </w:p>
    <w:p w14:paraId="7A051911" w14:textId="77777777" w:rsidR="00810015" w:rsidRDefault="00810015" w:rsidP="00810015">
      <w:r>
        <w:t>235.3763</w:t>
      </w:r>
      <w:r>
        <w:tab/>
        <w:t>2.025e0</w:t>
      </w:r>
    </w:p>
    <w:p w14:paraId="309F8B47" w14:textId="77777777" w:rsidR="00810015" w:rsidRDefault="00810015" w:rsidP="00810015">
      <w:r>
        <w:t>235.3784</w:t>
      </w:r>
      <w:r>
        <w:tab/>
        <w:t>1.013e0</w:t>
      </w:r>
    </w:p>
    <w:p w14:paraId="73AEDE0F" w14:textId="77777777" w:rsidR="00810015" w:rsidRDefault="00810015" w:rsidP="00810015">
      <w:r>
        <w:t>235.4033</w:t>
      </w:r>
      <w:r>
        <w:tab/>
        <w:t>1.013e0</w:t>
      </w:r>
    </w:p>
    <w:p w14:paraId="1689D94B" w14:textId="77777777" w:rsidR="00810015" w:rsidRDefault="00810015" w:rsidP="00810015">
      <w:r>
        <w:t>235.4181</w:t>
      </w:r>
      <w:r>
        <w:tab/>
        <w:t>1.013e0</w:t>
      </w:r>
    </w:p>
    <w:p w14:paraId="4161BED4" w14:textId="77777777" w:rsidR="00810015" w:rsidRDefault="00810015" w:rsidP="00810015">
      <w:r>
        <w:t>235.4261</w:t>
      </w:r>
      <w:r>
        <w:tab/>
        <w:t>1.013e0</w:t>
      </w:r>
    </w:p>
    <w:p w14:paraId="5DE2A7C6" w14:textId="77777777" w:rsidR="00810015" w:rsidRDefault="00810015" w:rsidP="00810015">
      <w:r>
        <w:t>235.4295</w:t>
      </w:r>
      <w:r>
        <w:tab/>
        <w:t>3.038e0</w:t>
      </w:r>
    </w:p>
    <w:p w14:paraId="5B4B522F" w14:textId="77777777" w:rsidR="00810015" w:rsidRDefault="00810015" w:rsidP="00810015">
      <w:r>
        <w:t>235.4314</w:t>
      </w:r>
      <w:r>
        <w:tab/>
        <w:t>1.013e0</w:t>
      </w:r>
    </w:p>
    <w:p w14:paraId="739CCD8E" w14:textId="77777777" w:rsidR="00810015" w:rsidRDefault="00810015" w:rsidP="00810015">
      <w:r>
        <w:t>235.4516</w:t>
      </w:r>
      <w:r>
        <w:tab/>
        <w:t>1.013e0</w:t>
      </w:r>
    </w:p>
    <w:p w14:paraId="6186C3C9" w14:textId="77777777" w:rsidR="00810015" w:rsidRDefault="00810015" w:rsidP="00810015">
      <w:r>
        <w:t>235.4779</w:t>
      </w:r>
      <w:r>
        <w:tab/>
        <w:t>2.025e0</w:t>
      </w:r>
    </w:p>
    <w:p w14:paraId="0A11D1F6" w14:textId="77777777" w:rsidR="00810015" w:rsidRDefault="00810015" w:rsidP="00810015">
      <w:r>
        <w:t>235.4883</w:t>
      </w:r>
      <w:r>
        <w:tab/>
        <w:t>5.063e0</w:t>
      </w:r>
    </w:p>
    <w:p w14:paraId="68B078F8" w14:textId="77777777" w:rsidR="00810015" w:rsidRDefault="00810015" w:rsidP="00810015">
      <w:r>
        <w:t>235.4948</w:t>
      </w:r>
      <w:r>
        <w:tab/>
        <w:t>3.038e0</w:t>
      </w:r>
    </w:p>
    <w:p w14:paraId="551DC18C" w14:textId="77777777" w:rsidR="00810015" w:rsidRDefault="00810015" w:rsidP="00810015">
      <w:r>
        <w:t>235.5008</w:t>
      </w:r>
      <w:r>
        <w:tab/>
        <w:t>1.013e0</w:t>
      </w:r>
    </w:p>
    <w:p w14:paraId="7196F092" w14:textId="77777777" w:rsidR="00810015" w:rsidRDefault="00810015" w:rsidP="00810015">
      <w:r>
        <w:t>235.5246</w:t>
      </w:r>
      <w:r>
        <w:tab/>
        <w:t>2.025e0</w:t>
      </w:r>
    </w:p>
    <w:p w14:paraId="469813A4" w14:textId="77777777" w:rsidR="00810015" w:rsidRDefault="00810015" w:rsidP="00810015">
      <w:r>
        <w:t>235.5280</w:t>
      </w:r>
      <w:r>
        <w:tab/>
        <w:t>1.013e0</w:t>
      </w:r>
    </w:p>
    <w:p w14:paraId="53364522" w14:textId="77777777" w:rsidR="00810015" w:rsidRDefault="00810015" w:rsidP="00810015">
      <w:r>
        <w:t>235.5616</w:t>
      </w:r>
      <w:r>
        <w:tab/>
        <w:t>1.013e0</w:t>
      </w:r>
    </w:p>
    <w:p w14:paraId="6406F8EC" w14:textId="77777777" w:rsidR="00810015" w:rsidRDefault="00810015" w:rsidP="00810015">
      <w:r>
        <w:t>235.5694</w:t>
      </w:r>
      <w:r>
        <w:tab/>
        <w:t>1.013e0</w:t>
      </w:r>
    </w:p>
    <w:p w14:paraId="7A887230" w14:textId="77777777" w:rsidR="00810015" w:rsidRDefault="00810015" w:rsidP="00810015">
      <w:r>
        <w:t>235.5750</w:t>
      </w:r>
      <w:r>
        <w:tab/>
        <w:t>3.038e0</w:t>
      </w:r>
    </w:p>
    <w:p w14:paraId="5F919053" w14:textId="77777777" w:rsidR="00810015" w:rsidRDefault="00810015" w:rsidP="00810015">
      <w:r>
        <w:t>235.6185</w:t>
      </w:r>
      <w:r>
        <w:tab/>
        <w:t>1.013e0</w:t>
      </w:r>
    </w:p>
    <w:p w14:paraId="6E5AA7C7" w14:textId="77777777" w:rsidR="00810015" w:rsidRDefault="00810015" w:rsidP="00810015">
      <w:r>
        <w:t>235.6198</w:t>
      </w:r>
      <w:r>
        <w:tab/>
        <w:t>3.038e0</w:t>
      </w:r>
    </w:p>
    <w:p w14:paraId="26E35F27" w14:textId="77777777" w:rsidR="00810015" w:rsidRDefault="00810015" w:rsidP="00810015">
      <w:r>
        <w:t>235.6233</w:t>
      </w:r>
      <w:r>
        <w:tab/>
        <w:t>1.013e0</w:t>
      </w:r>
    </w:p>
    <w:p w14:paraId="7BC61755" w14:textId="77777777" w:rsidR="00810015" w:rsidRDefault="00810015" w:rsidP="00810015">
      <w:r>
        <w:t>235.6282</w:t>
      </w:r>
      <w:r>
        <w:tab/>
        <w:t>2.025e0</w:t>
      </w:r>
    </w:p>
    <w:p w14:paraId="797A129C" w14:textId="77777777" w:rsidR="00810015" w:rsidRDefault="00810015" w:rsidP="00810015">
      <w:r>
        <w:t>235.6426</w:t>
      </w:r>
      <w:r>
        <w:tab/>
        <w:t>1.013e0</w:t>
      </w:r>
    </w:p>
    <w:p w14:paraId="5B28D8E4" w14:textId="77777777" w:rsidR="00810015" w:rsidRDefault="00810015" w:rsidP="00810015">
      <w:r>
        <w:t>235.6514</w:t>
      </w:r>
      <w:r>
        <w:tab/>
        <w:t>1.013e0</w:t>
      </w:r>
    </w:p>
    <w:p w14:paraId="49158429" w14:textId="77777777" w:rsidR="00810015" w:rsidRDefault="00810015" w:rsidP="00810015">
      <w:r>
        <w:t>235.6794</w:t>
      </w:r>
      <w:r>
        <w:tab/>
        <w:t>1.013e0</w:t>
      </w:r>
    </w:p>
    <w:p w14:paraId="597BF0DC" w14:textId="77777777" w:rsidR="00810015" w:rsidRDefault="00810015" w:rsidP="00810015">
      <w:r>
        <w:t>235.6892</w:t>
      </w:r>
      <w:r>
        <w:tab/>
        <w:t>2.025e0</w:t>
      </w:r>
    </w:p>
    <w:p w14:paraId="02D40B35" w14:textId="77777777" w:rsidR="00810015" w:rsidRDefault="00810015" w:rsidP="00810015">
      <w:r>
        <w:t>235.7176</w:t>
      </w:r>
      <w:r>
        <w:tab/>
        <w:t>1.013e0</w:t>
      </w:r>
    </w:p>
    <w:p w14:paraId="1BBE9738" w14:textId="77777777" w:rsidR="00810015" w:rsidRDefault="00810015" w:rsidP="00810015">
      <w:r>
        <w:t>235.7246</w:t>
      </w:r>
      <w:r>
        <w:tab/>
        <w:t>1.013e0</w:t>
      </w:r>
    </w:p>
    <w:p w14:paraId="79BC0434" w14:textId="77777777" w:rsidR="00810015" w:rsidRDefault="00810015" w:rsidP="00810015">
      <w:r>
        <w:t>235.7363</w:t>
      </w:r>
      <w:r>
        <w:tab/>
        <w:t>1.013e0</w:t>
      </w:r>
    </w:p>
    <w:p w14:paraId="3CFA2CF6" w14:textId="77777777" w:rsidR="00810015" w:rsidRDefault="00810015" w:rsidP="00810015">
      <w:r>
        <w:t>235.7531</w:t>
      </w:r>
      <w:r>
        <w:tab/>
        <w:t>1.013e0</w:t>
      </w:r>
    </w:p>
    <w:p w14:paraId="649BACC3" w14:textId="77777777" w:rsidR="00810015" w:rsidRDefault="00810015" w:rsidP="00810015">
      <w:r>
        <w:t>235.7737</w:t>
      </w:r>
      <w:r>
        <w:tab/>
        <w:t>1.013e0</w:t>
      </w:r>
    </w:p>
    <w:p w14:paraId="433F950C" w14:textId="77777777" w:rsidR="00810015" w:rsidRDefault="00810015" w:rsidP="00810015">
      <w:r>
        <w:t>235.7894</w:t>
      </w:r>
      <w:r>
        <w:tab/>
        <w:t>1.013e0</w:t>
      </w:r>
    </w:p>
    <w:p w14:paraId="7945CFE3" w14:textId="77777777" w:rsidR="00810015" w:rsidRDefault="00810015" w:rsidP="00810015">
      <w:r>
        <w:t>235.7932</w:t>
      </w:r>
      <w:r>
        <w:tab/>
        <w:t>1.013e0</w:t>
      </w:r>
    </w:p>
    <w:p w14:paraId="06453234" w14:textId="77777777" w:rsidR="00810015" w:rsidRDefault="00810015" w:rsidP="00810015">
      <w:r>
        <w:t>235.8043</w:t>
      </w:r>
      <w:r>
        <w:tab/>
        <w:t>2.025e0</w:t>
      </w:r>
    </w:p>
    <w:p w14:paraId="27A39663" w14:textId="77777777" w:rsidR="00810015" w:rsidRDefault="00810015" w:rsidP="00810015">
      <w:r>
        <w:t>235.8106</w:t>
      </w:r>
      <w:r>
        <w:tab/>
        <w:t>1.013e0</w:t>
      </w:r>
    </w:p>
    <w:p w14:paraId="49CD0EDC" w14:textId="77777777" w:rsidR="00810015" w:rsidRDefault="00810015" w:rsidP="00810015">
      <w:r>
        <w:t>235.8385</w:t>
      </w:r>
      <w:r>
        <w:tab/>
        <w:t>1.013e0</w:t>
      </w:r>
    </w:p>
    <w:p w14:paraId="5ABFDEEB" w14:textId="77777777" w:rsidR="00810015" w:rsidRDefault="00810015" w:rsidP="00810015">
      <w:r>
        <w:t>235.8423</w:t>
      </w:r>
      <w:r>
        <w:tab/>
        <w:t>3.038e0</w:t>
      </w:r>
    </w:p>
    <w:p w14:paraId="0DD7C4C7" w14:textId="77777777" w:rsidR="00810015" w:rsidRDefault="00810015" w:rsidP="00810015">
      <w:r>
        <w:t>235.8741</w:t>
      </w:r>
      <w:r>
        <w:tab/>
        <w:t>2.025e0</w:t>
      </w:r>
    </w:p>
    <w:p w14:paraId="29A4ACE2" w14:textId="77777777" w:rsidR="00810015" w:rsidRDefault="00810015" w:rsidP="00810015">
      <w:r>
        <w:t>235.8759</w:t>
      </w:r>
      <w:r>
        <w:tab/>
        <w:t>1.013e0</w:t>
      </w:r>
    </w:p>
    <w:p w14:paraId="2D89227C" w14:textId="77777777" w:rsidR="00810015" w:rsidRDefault="00810015" w:rsidP="00810015">
      <w:r>
        <w:t>235.9168</w:t>
      </w:r>
      <w:r>
        <w:tab/>
        <w:t>1.013e0</w:t>
      </w:r>
    </w:p>
    <w:p w14:paraId="00FCB45C" w14:textId="77777777" w:rsidR="00810015" w:rsidRDefault="00810015" w:rsidP="00810015">
      <w:r>
        <w:t>235.9328</w:t>
      </w:r>
      <w:r>
        <w:tab/>
        <w:t>1.013e0</w:t>
      </w:r>
    </w:p>
    <w:p w14:paraId="799FE192" w14:textId="77777777" w:rsidR="00810015" w:rsidRDefault="00810015" w:rsidP="00810015">
      <w:r>
        <w:t>235.9368</w:t>
      </w:r>
      <w:r>
        <w:tab/>
        <w:t>1.013e0</w:t>
      </w:r>
    </w:p>
    <w:p w14:paraId="059D8811" w14:textId="77777777" w:rsidR="00810015" w:rsidRDefault="00810015" w:rsidP="00810015">
      <w:r>
        <w:t>235.9538</w:t>
      </w:r>
      <w:r>
        <w:tab/>
        <w:t>2.025e0</w:t>
      </w:r>
    </w:p>
    <w:p w14:paraId="0779B418" w14:textId="77777777" w:rsidR="00810015" w:rsidRDefault="00810015" w:rsidP="00810015">
      <w:r>
        <w:t>235.9782</w:t>
      </w:r>
      <w:r>
        <w:tab/>
        <w:t>1.013e0</w:t>
      </w:r>
    </w:p>
    <w:p w14:paraId="62FEADDF" w14:textId="77777777" w:rsidR="00810015" w:rsidRDefault="00810015" w:rsidP="00810015">
      <w:r>
        <w:t>235.9938</w:t>
      </w:r>
      <w:r>
        <w:tab/>
        <w:t>1.013e0</w:t>
      </w:r>
    </w:p>
    <w:p w14:paraId="5F6123D8" w14:textId="77777777" w:rsidR="00810015" w:rsidRDefault="00810015" w:rsidP="00810015">
      <w:r>
        <w:t>236.0087</w:t>
      </w:r>
      <w:r>
        <w:tab/>
        <w:t>8.098e0</w:t>
      </w:r>
    </w:p>
    <w:p w14:paraId="2CA8FB86" w14:textId="77777777" w:rsidR="00810015" w:rsidRDefault="00810015" w:rsidP="00810015">
      <w:r>
        <w:t>236.0230</w:t>
      </w:r>
      <w:r>
        <w:tab/>
        <w:t>1.013e0</w:t>
      </w:r>
    </w:p>
    <w:p w14:paraId="69C6064A" w14:textId="77777777" w:rsidR="00810015" w:rsidRDefault="00810015" w:rsidP="00810015">
      <w:r>
        <w:t>236.0282</w:t>
      </w:r>
      <w:r>
        <w:tab/>
        <w:t>1.013e0</w:t>
      </w:r>
    </w:p>
    <w:p w14:paraId="6CEC3114" w14:textId="77777777" w:rsidR="00810015" w:rsidRDefault="00810015" w:rsidP="00810015">
      <w:r>
        <w:t>236.0410</w:t>
      </w:r>
      <w:r>
        <w:tab/>
        <w:t>2.025e0</w:t>
      </w:r>
    </w:p>
    <w:p w14:paraId="3C23B132" w14:textId="77777777" w:rsidR="00810015" w:rsidRDefault="00810015" w:rsidP="00810015">
      <w:r>
        <w:t>236.0468</w:t>
      </w:r>
      <w:r>
        <w:tab/>
        <w:t>1.013e0</w:t>
      </w:r>
    </w:p>
    <w:p w14:paraId="4051986A" w14:textId="77777777" w:rsidR="00810015" w:rsidRDefault="00810015" w:rsidP="00810015">
      <w:r>
        <w:t>236.0526</w:t>
      </w:r>
      <w:r>
        <w:tab/>
        <w:t>2.003e0</w:t>
      </w:r>
    </w:p>
    <w:p w14:paraId="1550FEC4" w14:textId="77777777" w:rsidR="00810015" w:rsidRDefault="00810015" w:rsidP="00810015">
      <w:r>
        <w:t>236.0681</w:t>
      </w:r>
      <w:r>
        <w:tab/>
        <w:t>1.013e0</w:t>
      </w:r>
    </w:p>
    <w:p w14:paraId="5F4A5A07" w14:textId="77777777" w:rsidR="00810015" w:rsidRDefault="00810015" w:rsidP="00810015">
      <w:r>
        <w:t>236.0694</w:t>
      </w:r>
      <w:r>
        <w:tab/>
        <w:t>2.025e0</w:t>
      </w:r>
    </w:p>
    <w:p w14:paraId="426C9A8E" w14:textId="77777777" w:rsidR="00810015" w:rsidRDefault="00810015" w:rsidP="00810015">
      <w:r>
        <w:t>236.0724</w:t>
      </w:r>
      <w:r>
        <w:tab/>
        <w:t>3.038e0</w:t>
      </w:r>
    </w:p>
    <w:p w14:paraId="5B721586" w14:textId="77777777" w:rsidR="00810015" w:rsidRDefault="00810015" w:rsidP="00810015">
      <w:r>
        <w:t>236.0954</w:t>
      </w:r>
      <w:r>
        <w:tab/>
        <w:t>6.076e0</w:t>
      </w:r>
    </w:p>
    <w:p w14:paraId="42B08AA6" w14:textId="77777777" w:rsidR="00810015" w:rsidRDefault="00810015" w:rsidP="00810015">
      <w:r>
        <w:t>236.1000</w:t>
      </w:r>
      <w:r>
        <w:tab/>
        <w:t>5.063e0</w:t>
      </w:r>
    </w:p>
    <w:p w14:paraId="09C3DB66" w14:textId="77777777" w:rsidR="00810015" w:rsidRDefault="00810015" w:rsidP="00810015">
      <w:r>
        <w:t>236.1035</w:t>
      </w:r>
      <w:r>
        <w:tab/>
        <w:t>7.089e0</w:t>
      </w:r>
    </w:p>
    <w:p w14:paraId="39C48A68" w14:textId="77777777" w:rsidR="00810015" w:rsidRDefault="00810015" w:rsidP="00810015">
      <w:r>
        <w:t>236.1051</w:t>
      </w:r>
      <w:r>
        <w:tab/>
        <w:t>5.215e0</w:t>
      </w:r>
    </w:p>
    <w:p w14:paraId="43FE9405" w14:textId="77777777" w:rsidR="00810015" w:rsidRDefault="00810015" w:rsidP="00810015">
      <w:r>
        <w:t>236.1194</w:t>
      </w:r>
      <w:r>
        <w:tab/>
        <w:t>3.038e0</w:t>
      </w:r>
    </w:p>
    <w:p w14:paraId="18814E4C" w14:textId="77777777" w:rsidR="00810015" w:rsidRDefault="00810015" w:rsidP="00810015">
      <w:r>
        <w:t>236.1212</w:t>
      </w:r>
      <w:r>
        <w:tab/>
        <w:t>2.122e0</w:t>
      </w:r>
    </w:p>
    <w:p w14:paraId="33A58237" w14:textId="77777777" w:rsidR="00810015" w:rsidRDefault="00810015" w:rsidP="00810015">
      <w:r>
        <w:t>236.1256</w:t>
      </w:r>
      <w:r>
        <w:tab/>
        <w:t>2.838e0</w:t>
      </w:r>
    </w:p>
    <w:p w14:paraId="6F815231" w14:textId="77777777" w:rsidR="00810015" w:rsidRDefault="00810015" w:rsidP="00810015">
      <w:r>
        <w:t>236.1528</w:t>
      </w:r>
      <w:r>
        <w:tab/>
        <w:t>2.891e0</w:t>
      </w:r>
    </w:p>
    <w:p w14:paraId="4F3B1650" w14:textId="77777777" w:rsidR="00810015" w:rsidRDefault="00810015" w:rsidP="00810015">
      <w:r>
        <w:t>236.1571</w:t>
      </w:r>
      <w:r>
        <w:tab/>
        <w:t>4.051e0</w:t>
      </w:r>
    </w:p>
    <w:p w14:paraId="28D3E649" w14:textId="77777777" w:rsidR="00810015" w:rsidRDefault="00810015" w:rsidP="00810015">
      <w:r>
        <w:t>236.1600</w:t>
      </w:r>
      <w:r>
        <w:tab/>
        <w:t>3.038e0</w:t>
      </w:r>
    </w:p>
    <w:p w14:paraId="64365596" w14:textId="77777777" w:rsidR="00810015" w:rsidRDefault="00810015" w:rsidP="00810015">
      <w:r>
        <w:t>236.1711</w:t>
      </w:r>
      <w:r>
        <w:tab/>
        <w:t>2.260e0</w:t>
      </w:r>
    </w:p>
    <w:p w14:paraId="137E37E2" w14:textId="77777777" w:rsidR="00810015" w:rsidRDefault="00810015" w:rsidP="00810015">
      <w:r>
        <w:t>236.1765</w:t>
      </w:r>
      <w:r>
        <w:tab/>
        <w:t>2.025e0</w:t>
      </w:r>
    </w:p>
    <w:p w14:paraId="6C328B27" w14:textId="77777777" w:rsidR="00810015" w:rsidRDefault="00810015" w:rsidP="00810015">
      <w:r>
        <w:t>236.1777</w:t>
      </w:r>
      <w:r>
        <w:tab/>
        <w:t>3.038e0</w:t>
      </w:r>
    </w:p>
    <w:p w14:paraId="6A113DE4" w14:textId="77777777" w:rsidR="00810015" w:rsidRDefault="00810015" w:rsidP="00810015">
      <w:r>
        <w:t>236.1814</w:t>
      </w:r>
      <w:r>
        <w:tab/>
        <w:t>3.038e0</w:t>
      </w:r>
    </w:p>
    <w:p w14:paraId="3280553B" w14:textId="77777777" w:rsidR="00810015" w:rsidRDefault="00810015" w:rsidP="00810015">
      <w:r>
        <w:t>236.2060</w:t>
      </w:r>
      <w:r>
        <w:tab/>
        <w:t>1.013e0</w:t>
      </w:r>
    </w:p>
    <w:p w14:paraId="00528683" w14:textId="77777777" w:rsidR="00810015" w:rsidRDefault="00810015" w:rsidP="00810015">
      <w:r>
        <w:t>236.2137</w:t>
      </w:r>
      <w:r>
        <w:tab/>
        <w:t>1.013e0</w:t>
      </w:r>
    </w:p>
    <w:p w14:paraId="78FF0D67" w14:textId="77777777" w:rsidR="00810015" w:rsidRDefault="00810015" w:rsidP="00810015">
      <w:r>
        <w:t>236.2285</w:t>
      </w:r>
      <w:r>
        <w:tab/>
        <w:t>2.025e0</w:t>
      </w:r>
    </w:p>
    <w:p w14:paraId="6BB22300" w14:textId="77777777" w:rsidR="00810015" w:rsidRDefault="00810015" w:rsidP="00810015">
      <w:r>
        <w:t>236.2513</w:t>
      </w:r>
      <w:r>
        <w:tab/>
        <w:t>1.013e0</w:t>
      </w:r>
    </w:p>
    <w:p w14:paraId="2BF5A585" w14:textId="77777777" w:rsidR="00810015" w:rsidRDefault="00810015" w:rsidP="00810015">
      <w:r>
        <w:t>236.2532</w:t>
      </w:r>
      <w:r>
        <w:tab/>
        <w:t>2.025e0</w:t>
      </w:r>
    </w:p>
    <w:p w14:paraId="09DBB629" w14:textId="77777777" w:rsidR="00810015" w:rsidRDefault="00810015" w:rsidP="00810015">
      <w:r>
        <w:t>236.2552</w:t>
      </w:r>
      <w:r>
        <w:tab/>
        <w:t>1.013e0</w:t>
      </w:r>
    </w:p>
    <w:p w14:paraId="4CE80A60" w14:textId="77777777" w:rsidR="00810015" w:rsidRDefault="00810015" w:rsidP="00810015">
      <w:r>
        <w:t>236.2710</w:t>
      </w:r>
      <w:r>
        <w:tab/>
        <w:t>1.013e0</w:t>
      </w:r>
    </w:p>
    <w:p w14:paraId="7CE2E9A6" w14:textId="77777777" w:rsidR="00810015" w:rsidRDefault="00810015" w:rsidP="00810015">
      <w:r>
        <w:t>236.2807</w:t>
      </w:r>
      <w:r>
        <w:tab/>
        <w:t>1.013e0</w:t>
      </w:r>
    </w:p>
    <w:p w14:paraId="282A9146" w14:textId="77777777" w:rsidR="00810015" w:rsidRDefault="00810015" w:rsidP="00810015">
      <w:r>
        <w:t>236.2965</w:t>
      </w:r>
      <w:r>
        <w:tab/>
        <w:t>1.013e0</w:t>
      </w:r>
    </w:p>
    <w:p w14:paraId="0413E999" w14:textId="77777777" w:rsidR="00810015" w:rsidRDefault="00810015" w:rsidP="00810015">
      <w:r>
        <w:t>236.3004</w:t>
      </w:r>
      <w:r>
        <w:tab/>
        <w:t>1.013e0</w:t>
      </w:r>
    </w:p>
    <w:p w14:paraId="0AF54AC8" w14:textId="77777777" w:rsidR="00810015" w:rsidRDefault="00810015" w:rsidP="00810015">
      <w:r>
        <w:t>236.3083</w:t>
      </w:r>
      <w:r>
        <w:tab/>
        <w:t>1.013e0</w:t>
      </w:r>
    </w:p>
    <w:p w14:paraId="7F4296F8" w14:textId="77777777" w:rsidR="00810015" w:rsidRDefault="00810015" w:rsidP="00810015">
      <w:r>
        <w:t>236.3199</w:t>
      </w:r>
      <w:r>
        <w:tab/>
        <w:t>1.013e0</w:t>
      </w:r>
    </w:p>
    <w:p w14:paraId="38A6B0C4" w14:textId="77777777" w:rsidR="00810015" w:rsidRDefault="00810015" w:rsidP="00810015">
      <w:r>
        <w:t>236.3419</w:t>
      </w:r>
      <w:r>
        <w:tab/>
        <w:t>1.013e0</w:t>
      </w:r>
    </w:p>
    <w:p w14:paraId="6DD80EAA" w14:textId="77777777" w:rsidR="00810015" w:rsidRDefault="00810015" w:rsidP="00810015">
      <w:r>
        <w:t>236.3583</w:t>
      </w:r>
      <w:r>
        <w:tab/>
        <w:t>1.013e0</w:t>
      </w:r>
    </w:p>
    <w:p w14:paraId="14B78A32" w14:textId="77777777" w:rsidR="00810015" w:rsidRDefault="00810015" w:rsidP="00810015">
      <w:r>
        <w:t>236.3773</w:t>
      </w:r>
      <w:r>
        <w:tab/>
        <w:t>1.013e0</w:t>
      </w:r>
    </w:p>
    <w:p w14:paraId="603D4C25" w14:textId="77777777" w:rsidR="00810015" w:rsidRDefault="00810015" w:rsidP="00810015">
      <w:r>
        <w:t>236.3868</w:t>
      </w:r>
      <w:r>
        <w:tab/>
        <w:t>2.025e0</w:t>
      </w:r>
    </w:p>
    <w:p w14:paraId="2A9F192F" w14:textId="77777777" w:rsidR="00810015" w:rsidRDefault="00810015" w:rsidP="00810015">
      <w:r>
        <w:t>236.4192</w:t>
      </w:r>
      <w:r>
        <w:tab/>
        <w:t>1.013e0</w:t>
      </w:r>
    </w:p>
    <w:p w14:paraId="3495EF93" w14:textId="77777777" w:rsidR="00810015" w:rsidRDefault="00810015" w:rsidP="00810015">
      <w:r>
        <w:t>236.5012</w:t>
      </w:r>
      <w:r>
        <w:tab/>
        <w:t>1.013e0</w:t>
      </w:r>
    </w:p>
    <w:p w14:paraId="7714A986" w14:textId="77777777" w:rsidR="00810015" w:rsidRDefault="00810015" w:rsidP="00810015">
      <w:r>
        <w:t>236.5050</w:t>
      </w:r>
      <w:r>
        <w:tab/>
        <w:t>1.013e0</w:t>
      </w:r>
    </w:p>
    <w:p w14:paraId="6EB872B0" w14:textId="77777777" w:rsidR="00810015" w:rsidRDefault="00810015" w:rsidP="00810015">
      <w:r>
        <w:t>236.5089</w:t>
      </w:r>
      <w:r>
        <w:tab/>
        <w:t>1.013e0</w:t>
      </w:r>
    </w:p>
    <w:p w14:paraId="3514B144" w14:textId="77777777" w:rsidR="00810015" w:rsidRDefault="00810015" w:rsidP="00810015">
      <w:r>
        <w:t>236.5369</w:t>
      </w:r>
      <w:r>
        <w:tab/>
        <w:t>1.013e0</w:t>
      </w:r>
    </w:p>
    <w:p w14:paraId="75E143C2" w14:textId="77777777" w:rsidR="00810015" w:rsidRDefault="00810015" w:rsidP="00810015">
      <w:r>
        <w:t>236.5659</w:t>
      </w:r>
      <w:r>
        <w:tab/>
        <w:t>1.013e0</w:t>
      </w:r>
    </w:p>
    <w:p w14:paraId="5DF1634F" w14:textId="77777777" w:rsidR="00810015" w:rsidRDefault="00810015" w:rsidP="00810015">
      <w:r>
        <w:t>236.5698</w:t>
      </w:r>
      <w:r>
        <w:tab/>
        <w:t>1.013e0</w:t>
      </w:r>
    </w:p>
    <w:p w14:paraId="107BB507" w14:textId="77777777" w:rsidR="00810015" w:rsidRDefault="00810015" w:rsidP="00810015">
      <w:r>
        <w:t>236.5925</w:t>
      </w:r>
      <w:r>
        <w:tab/>
        <w:t>2.025e0</w:t>
      </w:r>
    </w:p>
    <w:p w14:paraId="74DC9386" w14:textId="77777777" w:rsidR="00810015" w:rsidRDefault="00810015" w:rsidP="00810015">
      <w:r>
        <w:t>236.6492</w:t>
      </w:r>
      <w:r>
        <w:tab/>
        <w:t>2.025e0</w:t>
      </w:r>
    </w:p>
    <w:p w14:paraId="4D146E8B" w14:textId="77777777" w:rsidR="00810015" w:rsidRDefault="00810015" w:rsidP="00810015">
      <w:r>
        <w:t>236.6531</w:t>
      </w:r>
      <w:r>
        <w:tab/>
        <w:t>1.013e0</w:t>
      </w:r>
    </w:p>
    <w:p w14:paraId="23E1B5DF" w14:textId="77777777" w:rsidR="00810015" w:rsidRDefault="00810015" w:rsidP="00810015">
      <w:r>
        <w:t>236.6566</w:t>
      </w:r>
      <w:r>
        <w:tab/>
        <w:t>1.013e0</w:t>
      </w:r>
    </w:p>
    <w:p w14:paraId="250AEAA7" w14:textId="77777777" w:rsidR="00810015" w:rsidRDefault="00810015" w:rsidP="00810015">
      <w:r>
        <w:t>236.6721</w:t>
      </w:r>
      <w:r>
        <w:tab/>
        <w:t>1.013e0</w:t>
      </w:r>
    </w:p>
    <w:p w14:paraId="2ED8DCD0" w14:textId="77777777" w:rsidR="00810015" w:rsidRDefault="00810015" w:rsidP="00810015">
      <w:r>
        <w:t>236.6838</w:t>
      </w:r>
      <w:r>
        <w:tab/>
        <w:t>1.013e0</w:t>
      </w:r>
    </w:p>
    <w:p w14:paraId="509BF0BA" w14:textId="77777777" w:rsidR="00810015" w:rsidRDefault="00810015" w:rsidP="00810015">
      <w:r>
        <w:t>236.6966</w:t>
      </w:r>
      <w:r>
        <w:tab/>
        <w:t>1.013e0</w:t>
      </w:r>
    </w:p>
    <w:p w14:paraId="096EEF42" w14:textId="77777777" w:rsidR="00810015" w:rsidRDefault="00810015" w:rsidP="00810015">
      <w:r>
        <w:t>236.7081</w:t>
      </w:r>
      <w:r>
        <w:tab/>
        <w:t>2.025e0</w:t>
      </w:r>
    </w:p>
    <w:p w14:paraId="7FDD68BA" w14:textId="77777777" w:rsidR="00810015" w:rsidRDefault="00810015" w:rsidP="00810015">
      <w:r>
        <w:t>236.7173</w:t>
      </w:r>
      <w:r>
        <w:tab/>
        <w:t>1.013e0</w:t>
      </w:r>
    </w:p>
    <w:p w14:paraId="6C0798C9" w14:textId="77777777" w:rsidR="00810015" w:rsidRDefault="00810015" w:rsidP="00810015">
      <w:r>
        <w:t>236.7330</w:t>
      </w:r>
      <w:r>
        <w:tab/>
        <w:t>1.013e0</w:t>
      </w:r>
    </w:p>
    <w:p w14:paraId="7A7D428A" w14:textId="77777777" w:rsidR="00810015" w:rsidRDefault="00810015" w:rsidP="00810015">
      <w:r>
        <w:t>236.7410</w:t>
      </w:r>
      <w:r>
        <w:tab/>
        <w:t>1.013e0</w:t>
      </w:r>
    </w:p>
    <w:p w14:paraId="326E9B26" w14:textId="77777777" w:rsidR="00810015" w:rsidRDefault="00810015" w:rsidP="00810015">
      <w:r>
        <w:t>236.7586</w:t>
      </w:r>
      <w:r>
        <w:tab/>
        <w:t>4.051e0</w:t>
      </w:r>
    </w:p>
    <w:p w14:paraId="5842D3C0" w14:textId="77777777" w:rsidR="00810015" w:rsidRDefault="00810015" w:rsidP="00810015">
      <w:r>
        <w:t>236.7783</w:t>
      </w:r>
      <w:r>
        <w:tab/>
        <w:t>1.013e0</w:t>
      </w:r>
    </w:p>
    <w:p w14:paraId="16C24984" w14:textId="77777777" w:rsidR="00810015" w:rsidRDefault="00810015" w:rsidP="00810015">
      <w:r>
        <w:t>236.7951</w:t>
      </w:r>
      <w:r>
        <w:tab/>
        <w:t>1.013e0</w:t>
      </w:r>
    </w:p>
    <w:p w14:paraId="368AFB7C" w14:textId="77777777" w:rsidR="00810015" w:rsidRDefault="00810015" w:rsidP="00810015">
      <w:r>
        <w:t>236.8158</w:t>
      </w:r>
      <w:r>
        <w:tab/>
        <w:t>1.013e0</w:t>
      </w:r>
    </w:p>
    <w:p w14:paraId="0CDE962C" w14:textId="77777777" w:rsidR="00810015" w:rsidRDefault="00810015" w:rsidP="00810015">
      <w:r>
        <w:t>236.8225</w:t>
      </w:r>
      <w:r>
        <w:tab/>
        <w:t>2.025e0</w:t>
      </w:r>
    </w:p>
    <w:p w14:paraId="5233CC75" w14:textId="77777777" w:rsidR="00810015" w:rsidRDefault="00810015" w:rsidP="00810015">
      <w:r>
        <w:t>236.8392</w:t>
      </w:r>
      <w:r>
        <w:tab/>
        <w:t>1.013e0</w:t>
      </w:r>
    </w:p>
    <w:p w14:paraId="2837805E" w14:textId="77777777" w:rsidR="00810015" w:rsidRDefault="00810015" w:rsidP="00810015">
      <w:r>
        <w:t>236.8519</w:t>
      </w:r>
      <w:r>
        <w:tab/>
        <w:t>1.013e0</w:t>
      </w:r>
    </w:p>
    <w:p w14:paraId="74446425" w14:textId="77777777" w:rsidR="00810015" w:rsidRDefault="00810015" w:rsidP="00810015">
      <w:r>
        <w:t>236.9141</w:t>
      </w:r>
      <w:r>
        <w:tab/>
        <w:t>1.013e0</w:t>
      </w:r>
    </w:p>
    <w:p w14:paraId="7EC2E303" w14:textId="77777777" w:rsidR="00810015" w:rsidRDefault="00810015" w:rsidP="00810015">
      <w:r>
        <w:t>236.9229</w:t>
      </w:r>
      <w:r>
        <w:tab/>
        <w:t>1.013e0</w:t>
      </w:r>
    </w:p>
    <w:p w14:paraId="158BE8CC" w14:textId="77777777" w:rsidR="00810015" w:rsidRDefault="00810015" w:rsidP="00810015">
      <w:r>
        <w:t>236.9298</w:t>
      </w:r>
      <w:r>
        <w:tab/>
        <w:t>1.013e0</w:t>
      </w:r>
    </w:p>
    <w:p w14:paraId="336E9395" w14:textId="77777777" w:rsidR="00810015" w:rsidRDefault="00810015" w:rsidP="00810015">
      <w:r>
        <w:t>236.9338</w:t>
      </w:r>
      <w:r>
        <w:tab/>
        <w:t>1.013e0</w:t>
      </w:r>
    </w:p>
    <w:p w14:paraId="34207AD2" w14:textId="77777777" w:rsidR="00810015" w:rsidRDefault="00810015" w:rsidP="00810015">
      <w:r>
        <w:t>236.9505</w:t>
      </w:r>
      <w:r>
        <w:tab/>
        <w:t>1.013e0</w:t>
      </w:r>
    </w:p>
    <w:p w14:paraId="5D148CE6" w14:textId="77777777" w:rsidR="00810015" w:rsidRDefault="00810015" w:rsidP="00810015">
      <w:r>
        <w:t>237.0156</w:t>
      </w:r>
      <w:r>
        <w:tab/>
        <w:t>1.064e1</w:t>
      </w:r>
    </w:p>
    <w:p w14:paraId="786E3FBF" w14:textId="77777777" w:rsidR="00810015" w:rsidRDefault="00810015" w:rsidP="00810015">
      <w:r>
        <w:t>237.0170</w:t>
      </w:r>
      <w:r>
        <w:tab/>
        <w:t>1.013e1</w:t>
      </w:r>
    </w:p>
    <w:p w14:paraId="38908DAE" w14:textId="77777777" w:rsidR="00810015" w:rsidRDefault="00810015" w:rsidP="00810015">
      <w:r>
        <w:t>237.0204</w:t>
      </w:r>
      <w:r>
        <w:tab/>
        <w:t>1.316e1</w:t>
      </w:r>
    </w:p>
    <w:p w14:paraId="1C981977" w14:textId="77777777" w:rsidR="00810015" w:rsidRDefault="00810015" w:rsidP="00810015">
      <w:r>
        <w:t>237.0219</w:t>
      </w:r>
      <w:r>
        <w:tab/>
        <w:t>9.337e0</w:t>
      </w:r>
    </w:p>
    <w:p w14:paraId="1215A820" w14:textId="77777777" w:rsidR="00810015" w:rsidRDefault="00810015" w:rsidP="00810015">
      <w:r>
        <w:t>237.0236</w:t>
      </w:r>
      <w:r>
        <w:tab/>
        <w:t>2.104e1</w:t>
      </w:r>
    </w:p>
    <w:p w14:paraId="63DF8873" w14:textId="77777777" w:rsidR="00810015" w:rsidRDefault="00810015" w:rsidP="00810015">
      <w:r>
        <w:t>237.0745</w:t>
      </w:r>
      <w:r>
        <w:tab/>
        <w:t>1.013e0</w:t>
      </w:r>
    </w:p>
    <w:p w14:paraId="11827FCB" w14:textId="77777777" w:rsidR="00810015" w:rsidRDefault="00810015" w:rsidP="00810015">
      <w:r>
        <w:t>237.0841</w:t>
      </w:r>
      <w:r>
        <w:tab/>
        <w:t>5.063e0</w:t>
      </w:r>
    </w:p>
    <w:p w14:paraId="566D4452" w14:textId="77777777" w:rsidR="00810015" w:rsidRDefault="00810015" w:rsidP="00810015">
      <w:r>
        <w:t>237.0994</w:t>
      </w:r>
      <w:r>
        <w:tab/>
        <w:t>2.025e0</w:t>
      </w:r>
    </w:p>
    <w:p w14:paraId="38E2D2C2" w14:textId="77777777" w:rsidR="00810015" w:rsidRDefault="00810015" w:rsidP="00810015">
      <w:r>
        <w:t>237.1018</w:t>
      </w:r>
      <w:r>
        <w:tab/>
        <w:t>4.051e0</w:t>
      </w:r>
    </w:p>
    <w:p w14:paraId="70BC3590" w14:textId="77777777" w:rsidR="00810015" w:rsidRDefault="00810015" w:rsidP="00810015">
      <w:r>
        <w:t>237.1232</w:t>
      </w:r>
      <w:r>
        <w:tab/>
        <w:t>5.063e0</w:t>
      </w:r>
    </w:p>
    <w:p w14:paraId="7F5FD463" w14:textId="77777777" w:rsidR="00810015" w:rsidRDefault="00810015" w:rsidP="00810015">
      <w:r>
        <w:t>237.1246</w:t>
      </w:r>
      <w:r>
        <w:tab/>
        <w:t>2.025e0</w:t>
      </w:r>
    </w:p>
    <w:p w14:paraId="1A63DC91" w14:textId="77777777" w:rsidR="00810015" w:rsidRDefault="00810015" w:rsidP="00810015">
      <w:r>
        <w:t>237.1438</w:t>
      </w:r>
      <w:r>
        <w:tab/>
        <w:t>8.029e0</w:t>
      </w:r>
    </w:p>
    <w:p w14:paraId="0411713C" w14:textId="77777777" w:rsidR="00810015" w:rsidRDefault="00810015" w:rsidP="00810015">
      <w:r>
        <w:t>237.1846</w:t>
      </w:r>
      <w:r>
        <w:tab/>
        <w:t>1.013e0</w:t>
      </w:r>
    </w:p>
    <w:p w14:paraId="2C31B402" w14:textId="77777777" w:rsidR="00810015" w:rsidRDefault="00810015" w:rsidP="00810015">
      <w:r>
        <w:t>237.1877</w:t>
      </w:r>
      <w:r>
        <w:tab/>
        <w:t>2.025e0</w:t>
      </w:r>
    </w:p>
    <w:p w14:paraId="09D386D3" w14:textId="77777777" w:rsidR="00810015" w:rsidRDefault="00810015" w:rsidP="00810015">
      <w:r>
        <w:t>237.1896</w:t>
      </w:r>
      <w:r>
        <w:tab/>
        <w:t>2.025e0</w:t>
      </w:r>
    </w:p>
    <w:p w14:paraId="12E7F4D1" w14:textId="77777777" w:rsidR="00810015" w:rsidRDefault="00810015" w:rsidP="00810015">
      <w:r>
        <w:t>237.1955</w:t>
      </w:r>
      <w:r>
        <w:tab/>
        <w:t>1.013e0</w:t>
      </w:r>
    </w:p>
    <w:p w14:paraId="67A7B730" w14:textId="77777777" w:rsidR="00810015" w:rsidRDefault="00810015" w:rsidP="00810015">
      <w:r>
        <w:t>237.1974</w:t>
      </w:r>
      <w:r>
        <w:tab/>
        <w:t>2.025e0</w:t>
      </w:r>
    </w:p>
    <w:p w14:paraId="282B8E4C" w14:textId="77777777" w:rsidR="00810015" w:rsidRDefault="00810015" w:rsidP="00810015">
      <w:r>
        <w:t>237.2152</w:t>
      </w:r>
      <w:r>
        <w:tab/>
        <w:t>2.025e0</w:t>
      </w:r>
    </w:p>
    <w:p w14:paraId="29FEB5A1" w14:textId="77777777" w:rsidR="00810015" w:rsidRDefault="00810015" w:rsidP="00810015">
      <w:r>
        <w:t>237.2207</w:t>
      </w:r>
      <w:r>
        <w:tab/>
        <w:t>1.013e0</w:t>
      </w:r>
    </w:p>
    <w:p w14:paraId="2B8AA7EC" w14:textId="77777777" w:rsidR="00810015" w:rsidRDefault="00810015" w:rsidP="00810015">
      <w:r>
        <w:t>237.2330</w:t>
      </w:r>
      <w:r>
        <w:tab/>
        <w:t>1.013e0</w:t>
      </w:r>
    </w:p>
    <w:p w14:paraId="0158D8B0" w14:textId="77777777" w:rsidR="00810015" w:rsidRDefault="00810015" w:rsidP="00810015">
      <w:r>
        <w:t>237.2369</w:t>
      </w:r>
      <w:r>
        <w:tab/>
        <w:t>1.013e0</w:t>
      </w:r>
    </w:p>
    <w:p w14:paraId="487D8425" w14:textId="77777777" w:rsidR="00810015" w:rsidRDefault="00810015" w:rsidP="00810015">
      <w:r>
        <w:t>237.2397</w:t>
      </w:r>
      <w:r>
        <w:tab/>
        <w:t>2.025e0</w:t>
      </w:r>
    </w:p>
    <w:p w14:paraId="12435FBB" w14:textId="77777777" w:rsidR="00810015" w:rsidRDefault="00810015" w:rsidP="00810015">
      <w:r>
        <w:t>237.2823</w:t>
      </w:r>
      <w:r>
        <w:tab/>
        <w:t>1.013e0</w:t>
      </w:r>
    </w:p>
    <w:p w14:paraId="3DBC312C" w14:textId="77777777" w:rsidR="00810015" w:rsidRDefault="00810015" w:rsidP="00810015">
      <w:r>
        <w:t>237.2948</w:t>
      </w:r>
      <w:r>
        <w:tab/>
        <w:t>1.013e0</w:t>
      </w:r>
    </w:p>
    <w:p w14:paraId="77B72D36" w14:textId="77777777" w:rsidR="00810015" w:rsidRDefault="00810015" w:rsidP="00810015">
      <w:r>
        <w:t>237.3038</w:t>
      </w:r>
      <w:r>
        <w:tab/>
        <w:t>2.025e0</w:t>
      </w:r>
    </w:p>
    <w:p w14:paraId="494E74B7" w14:textId="77777777" w:rsidR="00810015" w:rsidRDefault="00810015" w:rsidP="00810015">
      <w:r>
        <w:t>237.3194</w:t>
      </w:r>
      <w:r>
        <w:tab/>
        <w:t>1.013e0</w:t>
      </w:r>
    </w:p>
    <w:p w14:paraId="61E0734F" w14:textId="77777777" w:rsidR="00810015" w:rsidRDefault="00810015" w:rsidP="00810015">
      <w:r>
        <w:t>237.3354</w:t>
      </w:r>
      <w:r>
        <w:tab/>
        <w:t>1.013e0</w:t>
      </w:r>
    </w:p>
    <w:p w14:paraId="7AB48DF0" w14:textId="77777777" w:rsidR="00810015" w:rsidRDefault="00810015" w:rsidP="00810015">
      <w:r>
        <w:t>237.3587</w:t>
      </w:r>
      <w:r>
        <w:tab/>
        <w:t>1.013e0</w:t>
      </w:r>
    </w:p>
    <w:p w14:paraId="7BB63422" w14:textId="77777777" w:rsidR="00810015" w:rsidRDefault="00810015" w:rsidP="00810015">
      <w:r>
        <w:t>237.3763</w:t>
      </w:r>
      <w:r>
        <w:tab/>
        <w:t>1.013e0</w:t>
      </w:r>
    </w:p>
    <w:p w14:paraId="17FAF79D" w14:textId="77777777" w:rsidR="00810015" w:rsidRDefault="00810015" w:rsidP="00810015">
      <w:r>
        <w:t>237.4003</w:t>
      </w:r>
      <w:r>
        <w:tab/>
        <w:t>5.063e0</w:t>
      </w:r>
    </w:p>
    <w:p w14:paraId="11F9EDDF" w14:textId="77777777" w:rsidR="00810015" w:rsidRDefault="00810015" w:rsidP="00810015">
      <w:r>
        <w:t>237.4216</w:t>
      </w:r>
      <w:r>
        <w:tab/>
        <w:t>1.013e0</w:t>
      </w:r>
    </w:p>
    <w:p w14:paraId="3C274174" w14:textId="77777777" w:rsidR="00810015" w:rsidRDefault="00810015" w:rsidP="00810015">
      <w:r>
        <w:t>237.4292</w:t>
      </w:r>
      <w:r>
        <w:tab/>
        <w:t>2.025e0</w:t>
      </w:r>
    </w:p>
    <w:p w14:paraId="4906D6E2" w14:textId="77777777" w:rsidR="00810015" w:rsidRDefault="00810015" w:rsidP="00810015">
      <w:r>
        <w:t>237.4417</w:t>
      </w:r>
      <w:r>
        <w:tab/>
        <w:t>2.025e0</w:t>
      </w:r>
    </w:p>
    <w:p w14:paraId="266E6A7A" w14:textId="77777777" w:rsidR="00810015" w:rsidRDefault="00810015" w:rsidP="00810015">
      <w:r>
        <w:t>237.4573</w:t>
      </w:r>
      <w:r>
        <w:tab/>
        <w:t>2.025e0</w:t>
      </w:r>
    </w:p>
    <w:p w14:paraId="74F7A402" w14:textId="77777777" w:rsidR="00810015" w:rsidRDefault="00810015" w:rsidP="00810015">
      <w:r>
        <w:t>237.4657</w:t>
      </w:r>
      <w:r>
        <w:tab/>
        <w:t>2.025e0</w:t>
      </w:r>
    </w:p>
    <w:p w14:paraId="5B5BCAD3" w14:textId="77777777" w:rsidR="00810015" w:rsidRDefault="00810015" w:rsidP="00810015">
      <w:r>
        <w:t>237.4909</w:t>
      </w:r>
      <w:r>
        <w:tab/>
        <w:t>1.013e0</w:t>
      </w:r>
    </w:p>
    <w:p w14:paraId="6B80E248" w14:textId="77777777" w:rsidR="00810015" w:rsidRDefault="00810015" w:rsidP="00810015">
      <w:r>
        <w:t>237.5027</w:t>
      </w:r>
      <w:r>
        <w:tab/>
        <w:t>1.013e0</w:t>
      </w:r>
    </w:p>
    <w:p w14:paraId="4A75D7FF" w14:textId="77777777" w:rsidR="00810015" w:rsidRDefault="00810015" w:rsidP="00810015">
      <w:r>
        <w:t>237.5329</w:t>
      </w:r>
      <w:r>
        <w:tab/>
        <w:t>1.013e0</w:t>
      </w:r>
    </w:p>
    <w:p w14:paraId="25EC2496" w14:textId="77777777" w:rsidR="00810015" w:rsidRDefault="00810015" w:rsidP="00810015">
      <w:r>
        <w:t>237.5382</w:t>
      </w:r>
      <w:r>
        <w:tab/>
        <w:t>2.025e0</w:t>
      </w:r>
    </w:p>
    <w:p w14:paraId="6F4444E3" w14:textId="77777777" w:rsidR="00810015" w:rsidRDefault="00810015" w:rsidP="00810015">
      <w:r>
        <w:t>237.5520</w:t>
      </w:r>
      <w:r>
        <w:tab/>
        <w:t>1.013e0</w:t>
      </w:r>
    </w:p>
    <w:p w14:paraId="2913B3B9" w14:textId="77777777" w:rsidR="00810015" w:rsidRDefault="00810015" w:rsidP="00810015">
      <w:r>
        <w:t>237.5559</w:t>
      </w:r>
      <w:r>
        <w:tab/>
        <w:t>2.025e0</w:t>
      </w:r>
    </w:p>
    <w:p w14:paraId="73E29267" w14:textId="77777777" w:rsidR="00810015" w:rsidRDefault="00810015" w:rsidP="00810015">
      <w:r>
        <w:t>237.5810</w:t>
      </w:r>
      <w:r>
        <w:tab/>
        <w:t>1.013e0</w:t>
      </w:r>
    </w:p>
    <w:p w14:paraId="56175D39" w14:textId="77777777" w:rsidR="00810015" w:rsidRDefault="00810015" w:rsidP="00810015">
      <w:r>
        <w:t>237.6192</w:t>
      </w:r>
      <w:r>
        <w:tab/>
        <w:t>2.025e0</w:t>
      </w:r>
    </w:p>
    <w:p w14:paraId="59602B72" w14:textId="77777777" w:rsidR="00810015" w:rsidRDefault="00810015" w:rsidP="00810015">
      <w:r>
        <w:t>237.6308</w:t>
      </w:r>
      <w:r>
        <w:tab/>
        <w:t>1.013e0</w:t>
      </w:r>
    </w:p>
    <w:p w14:paraId="596FA927" w14:textId="77777777" w:rsidR="00810015" w:rsidRDefault="00810015" w:rsidP="00810015">
      <w:r>
        <w:t>237.6344</w:t>
      </w:r>
      <w:r>
        <w:tab/>
        <w:t>1.013e0</w:t>
      </w:r>
    </w:p>
    <w:p w14:paraId="2BB916DC" w14:textId="77777777" w:rsidR="00810015" w:rsidRDefault="00810015" w:rsidP="00810015">
      <w:r>
        <w:t>237.6504</w:t>
      </w:r>
      <w:r>
        <w:tab/>
        <w:t>1.013e0</w:t>
      </w:r>
    </w:p>
    <w:p w14:paraId="76AEB9A7" w14:textId="77777777" w:rsidR="00810015" w:rsidRDefault="00810015" w:rsidP="00810015">
      <w:r>
        <w:t>237.6790</w:t>
      </w:r>
      <w:r>
        <w:tab/>
        <w:t>2.025e0</w:t>
      </w:r>
    </w:p>
    <w:p w14:paraId="281543AA" w14:textId="77777777" w:rsidR="00810015" w:rsidRDefault="00810015" w:rsidP="00810015">
      <w:r>
        <w:t>237.6811</w:t>
      </w:r>
      <w:r>
        <w:tab/>
        <w:t>2.025e0</w:t>
      </w:r>
    </w:p>
    <w:p w14:paraId="52D19E4F" w14:textId="77777777" w:rsidR="00810015" w:rsidRDefault="00810015" w:rsidP="00810015">
      <w:r>
        <w:t>237.7174</w:t>
      </w:r>
      <w:r>
        <w:tab/>
        <w:t>2.025e0</w:t>
      </w:r>
    </w:p>
    <w:p w14:paraId="4EB31676" w14:textId="77777777" w:rsidR="00810015" w:rsidRDefault="00810015" w:rsidP="00810015">
      <w:r>
        <w:t>237.7413</w:t>
      </w:r>
      <w:r>
        <w:tab/>
        <w:t>1.013e0</w:t>
      </w:r>
    </w:p>
    <w:p w14:paraId="47719DEF" w14:textId="77777777" w:rsidR="00810015" w:rsidRDefault="00810015" w:rsidP="00810015">
      <w:r>
        <w:t>237.7459</w:t>
      </w:r>
      <w:r>
        <w:tab/>
        <w:t>1.013e0</w:t>
      </w:r>
    </w:p>
    <w:p w14:paraId="6CC4B755" w14:textId="77777777" w:rsidR="00810015" w:rsidRDefault="00810015" w:rsidP="00810015">
      <w:r>
        <w:t>237.7608</w:t>
      </w:r>
      <w:r>
        <w:tab/>
        <w:t>2.025e0</w:t>
      </w:r>
    </w:p>
    <w:p w14:paraId="51BA2C18" w14:textId="77777777" w:rsidR="00810015" w:rsidRDefault="00810015" w:rsidP="00810015">
      <w:r>
        <w:t>237.7814</w:t>
      </w:r>
      <w:r>
        <w:tab/>
        <w:t>1.013e0</w:t>
      </w:r>
    </w:p>
    <w:p w14:paraId="6E3A6411" w14:textId="77777777" w:rsidR="00810015" w:rsidRDefault="00810015" w:rsidP="00810015">
      <w:r>
        <w:t>237.7912</w:t>
      </w:r>
      <w:r>
        <w:tab/>
        <w:t>1.013e0</w:t>
      </w:r>
    </w:p>
    <w:p w14:paraId="511DC7BA" w14:textId="77777777" w:rsidR="00810015" w:rsidRDefault="00810015" w:rsidP="00810015">
      <w:r>
        <w:t>237.7944</w:t>
      </w:r>
      <w:r>
        <w:tab/>
        <w:t>1.013e0</w:t>
      </w:r>
    </w:p>
    <w:p w14:paraId="7E84059B" w14:textId="77777777" w:rsidR="00810015" w:rsidRDefault="00810015" w:rsidP="00810015">
      <w:r>
        <w:t>237.8003</w:t>
      </w:r>
      <w:r>
        <w:tab/>
        <w:t>2.025e0</w:t>
      </w:r>
    </w:p>
    <w:p w14:paraId="29D7FFC0" w14:textId="77777777" w:rsidR="00810015" w:rsidRDefault="00810015" w:rsidP="00810015">
      <w:r>
        <w:t>237.8216</w:t>
      </w:r>
      <w:r>
        <w:tab/>
        <w:t>1.013e0</w:t>
      </w:r>
    </w:p>
    <w:p w14:paraId="5E7B26B7" w14:textId="77777777" w:rsidR="00810015" w:rsidRDefault="00810015" w:rsidP="00810015">
      <w:r>
        <w:t>237.8304</w:t>
      </w:r>
      <w:r>
        <w:tab/>
        <w:t>2.025e0</w:t>
      </w:r>
    </w:p>
    <w:p w14:paraId="35891CA3" w14:textId="77777777" w:rsidR="00810015" w:rsidRDefault="00810015" w:rsidP="00810015">
      <w:r>
        <w:t>237.8480</w:t>
      </w:r>
      <w:r>
        <w:tab/>
        <w:t>2.025e0</w:t>
      </w:r>
    </w:p>
    <w:p w14:paraId="681C711B" w14:textId="77777777" w:rsidR="00810015" w:rsidRDefault="00810015" w:rsidP="00810015">
      <w:r>
        <w:t>237.8673</w:t>
      </w:r>
      <w:r>
        <w:tab/>
        <w:t>2.025e0</w:t>
      </w:r>
    </w:p>
    <w:p w14:paraId="262BF51F" w14:textId="77777777" w:rsidR="00810015" w:rsidRDefault="00810015" w:rsidP="00810015">
      <w:r>
        <w:t>237.9007</w:t>
      </w:r>
      <w:r>
        <w:tab/>
        <w:t>1.013e0</w:t>
      </w:r>
    </w:p>
    <w:p w14:paraId="7F6777B5" w14:textId="77777777" w:rsidR="00810015" w:rsidRDefault="00810015" w:rsidP="00810015">
      <w:r>
        <w:t>237.9144</w:t>
      </w:r>
      <w:r>
        <w:tab/>
        <w:t>2.025e0</w:t>
      </w:r>
    </w:p>
    <w:p w14:paraId="3F68459A" w14:textId="77777777" w:rsidR="00810015" w:rsidRDefault="00810015" w:rsidP="00810015">
      <w:r>
        <w:t>237.9285</w:t>
      </w:r>
      <w:r>
        <w:tab/>
        <w:t>1.013e0</w:t>
      </w:r>
    </w:p>
    <w:p w14:paraId="1E42FFB0" w14:textId="77777777" w:rsidR="00810015" w:rsidRDefault="00810015" w:rsidP="00810015">
      <w:r>
        <w:t>237.9500</w:t>
      </w:r>
      <w:r>
        <w:tab/>
        <w:t>1.013e0</w:t>
      </w:r>
    </w:p>
    <w:p w14:paraId="0B57B525" w14:textId="77777777" w:rsidR="00810015" w:rsidRDefault="00810015" w:rsidP="00810015">
      <w:r>
        <w:t>237.9965</w:t>
      </w:r>
      <w:r>
        <w:tab/>
        <w:t>2.025e0</w:t>
      </w:r>
    </w:p>
    <w:p w14:paraId="3ECCF461" w14:textId="77777777" w:rsidR="00810015" w:rsidRDefault="00810015" w:rsidP="00810015">
      <w:r>
        <w:t>238.0163</w:t>
      </w:r>
      <w:r>
        <w:tab/>
        <w:t>1.097e1</w:t>
      </w:r>
    </w:p>
    <w:p w14:paraId="57C7FFF5" w14:textId="77777777" w:rsidR="00810015" w:rsidRDefault="00810015" w:rsidP="00810015">
      <w:r>
        <w:t>238.0201</w:t>
      </w:r>
      <w:r>
        <w:tab/>
        <w:t>9.123e0</w:t>
      </w:r>
    </w:p>
    <w:p w14:paraId="2EB3483A" w14:textId="77777777" w:rsidR="00810015" w:rsidRDefault="00810015" w:rsidP="00810015">
      <w:r>
        <w:t>238.0301</w:t>
      </w:r>
      <w:r>
        <w:tab/>
        <w:t>7.089e0</w:t>
      </w:r>
    </w:p>
    <w:p w14:paraId="2EE693F7" w14:textId="77777777" w:rsidR="00810015" w:rsidRDefault="00810015" w:rsidP="00810015">
      <w:r>
        <w:t>238.0427</w:t>
      </w:r>
      <w:r>
        <w:tab/>
        <w:t>3.038e0</w:t>
      </w:r>
    </w:p>
    <w:p w14:paraId="5EC73BBA" w14:textId="77777777" w:rsidR="00810015" w:rsidRDefault="00810015" w:rsidP="00810015">
      <w:r>
        <w:t>238.0463</w:t>
      </w:r>
      <w:r>
        <w:tab/>
        <w:t>5.063e0</w:t>
      </w:r>
    </w:p>
    <w:p w14:paraId="1C4B35F9" w14:textId="77777777" w:rsidR="00810015" w:rsidRDefault="00810015" w:rsidP="00810015">
      <w:r>
        <w:t>238.0629</w:t>
      </w:r>
      <w:r>
        <w:tab/>
        <w:t>5.063e0</w:t>
      </w:r>
    </w:p>
    <w:p w14:paraId="0C625E69" w14:textId="77777777" w:rsidR="00810015" w:rsidRDefault="00810015" w:rsidP="00810015">
      <w:r>
        <w:t>238.0651</w:t>
      </w:r>
      <w:r>
        <w:tab/>
        <w:t>2.025e0</w:t>
      </w:r>
    </w:p>
    <w:p w14:paraId="34CCAA87" w14:textId="77777777" w:rsidR="00810015" w:rsidRDefault="00810015" w:rsidP="00810015">
      <w:r>
        <w:t>238.0832</w:t>
      </w:r>
      <w:r>
        <w:tab/>
        <w:t>2.025e0</w:t>
      </w:r>
    </w:p>
    <w:p w14:paraId="2AB6C25A" w14:textId="77777777" w:rsidR="00810015" w:rsidRDefault="00810015" w:rsidP="00810015">
      <w:r>
        <w:t>238.1124</w:t>
      </w:r>
      <w:r>
        <w:tab/>
        <w:t>2.025e0</w:t>
      </w:r>
    </w:p>
    <w:p w14:paraId="404AD136" w14:textId="77777777" w:rsidR="00810015" w:rsidRDefault="00810015" w:rsidP="00810015">
      <w:r>
        <w:t>238.1195</w:t>
      </w:r>
      <w:r>
        <w:tab/>
        <w:t>3.038e0</w:t>
      </w:r>
    </w:p>
    <w:p w14:paraId="1148C848" w14:textId="77777777" w:rsidR="00810015" w:rsidRDefault="00810015" w:rsidP="00810015">
      <w:r>
        <w:t>238.1390</w:t>
      </w:r>
      <w:r>
        <w:tab/>
        <w:t>2.025e0</w:t>
      </w:r>
    </w:p>
    <w:p w14:paraId="30382675" w14:textId="77777777" w:rsidR="00810015" w:rsidRDefault="00810015" w:rsidP="00810015">
      <w:r>
        <w:t>238.1545</w:t>
      </w:r>
      <w:r>
        <w:tab/>
        <w:t>2.025e0</w:t>
      </w:r>
    </w:p>
    <w:p w14:paraId="75282819" w14:textId="77777777" w:rsidR="00810015" w:rsidRDefault="00810015" w:rsidP="00810015">
      <w:r>
        <w:t>238.1727</w:t>
      </w:r>
      <w:r>
        <w:tab/>
        <w:t>5.063e0</w:t>
      </w:r>
    </w:p>
    <w:p w14:paraId="20973FDE" w14:textId="77777777" w:rsidR="00810015" w:rsidRDefault="00810015" w:rsidP="00810015">
      <w:r>
        <w:t>238.1826</w:t>
      </w:r>
      <w:r>
        <w:tab/>
        <w:t>1.013e0</w:t>
      </w:r>
    </w:p>
    <w:p w14:paraId="6579F9FE" w14:textId="77777777" w:rsidR="00810015" w:rsidRDefault="00810015" w:rsidP="00810015">
      <w:r>
        <w:t>238.1873</w:t>
      </w:r>
      <w:r>
        <w:tab/>
        <w:t>4.051e0</w:t>
      </w:r>
    </w:p>
    <w:p w14:paraId="13787705" w14:textId="77777777" w:rsidR="00810015" w:rsidRDefault="00810015" w:rsidP="00810015">
      <w:r>
        <w:t>238.2001</w:t>
      </w:r>
      <w:r>
        <w:tab/>
        <w:t>3.038e0</w:t>
      </w:r>
    </w:p>
    <w:p w14:paraId="0F7AA3F5" w14:textId="77777777" w:rsidR="00810015" w:rsidRDefault="00810015" w:rsidP="00810015">
      <w:r>
        <w:t>238.2406</w:t>
      </w:r>
      <w:r>
        <w:tab/>
        <w:t>1.013e0</w:t>
      </w:r>
    </w:p>
    <w:p w14:paraId="6EF096C3" w14:textId="77777777" w:rsidR="00810015" w:rsidRDefault="00810015" w:rsidP="00810015">
      <w:r>
        <w:t>238.2899</w:t>
      </w:r>
      <w:r>
        <w:tab/>
        <w:t>2.025e0</w:t>
      </w:r>
    </w:p>
    <w:p w14:paraId="1ED4AFDA" w14:textId="77777777" w:rsidR="00810015" w:rsidRDefault="00810015" w:rsidP="00810015">
      <w:r>
        <w:t>238.2942</w:t>
      </w:r>
      <w:r>
        <w:tab/>
        <w:t>1.013e0</w:t>
      </w:r>
    </w:p>
    <w:p w14:paraId="606AFF28" w14:textId="77777777" w:rsidR="00810015" w:rsidRDefault="00810015" w:rsidP="00810015">
      <w:r>
        <w:t>238.3030</w:t>
      </w:r>
      <w:r>
        <w:tab/>
        <w:t>3.038e0</w:t>
      </w:r>
    </w:p>
    <w:p w14:paraId="03CB8DE2" w14:textId="77777777" w:rsidR="00810015" w:rsidRDefault="00810015" w:rsidP="00810015">
      <w:r>
        <w:t>238.3344</w:t>
      </w:r>
      <w:r>
        <w:tab/>
        <w:t>1.013e0</w:t>
      </w:r>
    </w:p>
    <w:p w14:paraId="330EBD3E" w14:textId="77777777" w:rsidR="00810015" w:rsidRDefault="00810015" w:rsidP="00810015">
      <w:r>
        <w:t>238.3530</w:t>
      </w:r>
      <w:r>
        <w:tab/>
        <w:t>1.013e0</w:t>
      </w:r>
    </w:p>
    <w:p w14:paraId="577EB875" w14:textId="77777777" w:rsidR="00810015" w:rsidRDefault="00810015" w:rsidP="00810015">
      <w:r>
        <w:t>238.3639</w:t>
      </w:r>
      <w:r>
        <w:tab/>
        <w:t>2.025e0</w:t>
      </w:r>
    </w:p>
    <w:p w14:paraId="33773E8A" w14:textId="77777777" w:rsidR="00810015" w:rsidRDefault="00810015" w:rsidP="00810015">
      <w:r>
        <w:t>238.3722</w:t>
      </w:r>
      <w:r>
        <w:tab/>
        <w:t>2.025e0</w:t>
      </w:r>
    </w:p>
    <w:p w14:paraId="00A70C67" w14:textId="77777777" w:rsidR="00810015" w:rsidRDefault="00810015" w:rsidP="00810015">
      <w:r>
        <w:t>238.3757</w:t>
      </w:r>
      <w:r>
        <w:tab/>
        <w:t>1.013e0</w:t>
      </w:r>
    </w:p>
    <w:p w14:paraId="23937DD9" w14:textId="77777777" w:rsidR="00810015" w:rsidRDefault="00810015" w:rsidP="00810015">
      <w:r>
        <w:t>238.4028</w:t>
      </w:r>
      <w:r>
        <w:tab/>
        <w:t>3.038e0</w:t>
      </w:r>
    </w:p>
    <w:p w14:paraId="6C4FAAAC" w14:textId="77777777" w:rsidR="00810015" w:rsidRDefault="00810015" w:rsidP="00810015">
      <w:r>
        <w:t>238.4055</w:t>
      </w:r>
      <w:r>
        <w:tab/>
        <w:t>1.013e0</w:t>
      </w:r>
    </w:p>
    <w:p w14:paraId="475380B5" w14:textId="77777777" w:rsidR="00810015" w:rsidRDefault="00810015" w:rsidP="00810015">
      <w:r>
        <w:t>238.4211</w:t>
      </w:r>
      <w:r>
        <w:tab/>
        <w:t>1.013e0</w:t>
      </w:r>
    </w:p>
    <w:p w14:paraId="697D777E" w14:textId="77777777" w:rsidR="00810015" w:rsidRDefault="00810015" w:rsidP="00810015">
      <w:r>
        <w:t>238.4250</w:t>
      </w:r>
      <w:r>
        <w:tab/>
        <w:t>1.013e0</w:t>
      </w:r>
    </w:p>
    <w:p w14:paraId="0D5E1184" w14:textId="77777777" w:rsidR="00810015" w:rsidRDefault="00810015" w:rsidP="00810015">
      <w:r>
        <w:t>238.4415</w:t>
      </w:r>
      <w:r>
        <w:tab/>
        <w:t>1.013e0</w:t>
      </w:r>
    </w:p>
    <w:p w14:paraId="6CD2A847" w14:textId="77777777" w:rsidR="00810015" w:rsidRDefault="00810015" w:rsidP="00810015">
      <w:r>
        <w:t>238.4625</w:t>
      </w:r>
      <w:r>
        <w:tab/>
        <w:t>1.013e0</w:t>
      </w:r>
    </w:p>
    <w:p w14:paraId="688E95E4" w14:textId="77777777" w:rsidR="00810015" w:rsidRDefault="00810015" w:rsidP="00810015">
      <w:r>
        <w:t>238.4673</w:t>
      </w:r>
      <w:r>
        <w:tab/>
        <w:t>1.013e0</w:t>
      </w:r>
    </w:p>
    <w:p w14:paraId="41192D76" w14:textId="77777777" w:rsidR="00810015" w:rsidRDefault="00810015" w:rsidP="00810015">
      <w:r>
        <w:t>238.4743</w:t>
      </w:r>
      <w:r>
        <w:tab/>
        <w:t>1.013e0</w:t>
      </w:r>
    </w:p>
    <w:p w14:paraId="7DF1D557" w14:textId="77777777" w:rsidR="00810015" w:rsidRDefault="00810015" w:rsidP="00810015">
      <w:r>
        <w:t>238.5187</w:t>
      </w:r>
      <w:r>
        <w:tab/>
        <w:t>3.038e0</w:t>
      </w:r>
    </w:p>
    <w:p w14:paraId="419263C4" w14:textId="77777777" w:rsidR="00810015" w:rsidRDefault="00810015" w:rsidP="00810015">
      <w:r>
        <w:t>238.5249</w:t>
      </w:r>
      <w:r>
        <w:tab/>
        <w:t>7.089e0</w:t>
      </w:r>
    </w:p>
    <w:p w14:paraId="280A251B" w14:textId="77777777" w:rsidR="00810015" w:rsidRDefault="00810015" w:rsidP="00810015">
      <w:r>
        <w:t>238.5276</w:t>
      </w:r>
      <w:r>
        <w:tab/>
        <w:t>9.114e0</w:t>
      </w:r>
    </w:p>
    <w:p w14:paraId="283E3A8D" w14:textId="77777777" w:rsidR="00810015" w:rsidRDefault="00810015" w:rsidP="00810015">
      <w:r>
        <w:t>238.5292</w:t>
      </w:r>
      <w:r>
        <w:tab/>
        <w:t>1.620e1</w:t>
      </w:r>
    </w:p>
    <w:p w14:paraId="76590079" w14:textId="77777777" w:rsidR="00810015" w:rsidRDefault="00810015" w:rsidP="00810015">
      <w:r>
        <w:t>238.5621</w:t>
      </w:r>
      <w:r>
        <w:tab/>
        <w:t>2.025e0</w:t>
      </w:r>
    </w:p>
    <w:p w14:paraId="4F740636" w14:textId="77777777" w:rsidR="00810015" w:rsidRDefault="00810015" w:rsidP="00810015">
      <w:r>
        <w:t>238.5741</w:t>
      </w:r>
      <w:r>
        <w:tab/>
        <w:t>3.758e0</w:t>
      </w:r>
    </w:p>
    <w:p w14:paraId="311F20F5" w14:textId="77777777" w:rsidR="00810015" w:rsidRDefault="00810015" w:rsidP="00810015">
      <w:r>
        <w:t>238.5934</w:t>
      </w:r>
      <w:r>
        <w:tab/>
        <w:t>1.013e0</w:t>
      </w:r>
    </w:p>
    <w:p w14:paraId="12401A98" w14:textId="77777777" w:rsidR="00810015" w:rsidRDefault="00810015" w:rsidP="00810015">
      <w:r>
        <w:t>238.5978</w:t>
      </w:r>
      <w:r>
        <w:tab/>
        <w:t>1.013e0</w:t>
      </w:r>
    </w:p>
    <w:p w14:paraId="4048E68D" w14:textId="77777777" w:rsidR="00810015" w:rsidRDefault="00810015" w:rsidP="00810015">
      <w:r>
        <w:t>238.6339</w:t>
      </w:r>
      <w:r>
        <w:tab/>
        <w:t>1.013e0</w:t>
      </w:r>
    </w:p>
    <w:p w14:paraId="47C184F1" w14:textId="77777777" w:rsidR="00810015" w:rsidRDefault="00810015" w:rsidP="00810015">
      <w:r>
        <w:t>238.6437</w:t>
      </w:r>
      <w:r>
        <w:tab/>
        <w:t>2.025e0</w:t>
      </w:r>
    </w:p>
    <w:p w14:paraId="6615E398" w14:textId="77777777" w:rsidR="00810015" w:rsidRDefault="00810015" w:rsidP="00810015">
      <w:r>
        <w:t>238.6716</w:t>
      </w:r>
      <w:r>
        <w:tab/>
        <w:t>1.013e0</w:t>
      </w:r>
    </w:p>
    <w:p w14:paraId="70C93A72" w14:textId="77777777" w:rsidR="00810015" w:rsidRDefault="00810015" w:rsidP="00810015">
      <w:r>
        <w:t>238.6794</w:t>
      </w:r>
      <w:r>
        <w:tab/>
        <w:t>1.013e0</w:t>
      </w:r>
    </w:p>
    <w:p w14:paraId="72D42DC2" w14:textId="77777777" w:rsidR="00810015" w:rsidRDefault="00810015" w:rsidP="00810015">
      <w:r>
        <w:t>238.6880</w:t>
      </w:r>
      <w:r>
        <w:tab/>
        <w:t>1.013e0</w:t>
      </w:r>
    </w:p>
    <w:p w14:paraId="50EC5F8A" w14:textId="77777777" w:rsidR="00810015" w:rsidRDefault="00810015" w:rsidP="00810015">
      <w:r>
        <w:t>238.7006</w:t>
      </w:r>
      <w:r>
        <w:tab/>
        <w:t>2.025e0</w:t>
      </w:r>
    </w:p>
    <w:p w14:paraId="171A18E9" w14:textId="77777777" w:rsidR="00810015" w:rsidRDefault="00810015" w:rsidP="00810015">
      <w:r>
        <w:t>238.7139</w:t>
      </w:r>
      <w:r>
        <w:tab/>
        <w:t>1.013e0</w:t>
      </w:r>
    </w:p>
    <w:p w14:paraId="5F3A6C13" w14:textId="77777777" w:rsidR="00810015" w:rsidRDefault="00810015" w:rsidP="00810015">
      <w:r>
        <w:t>238.7248</w:t>
      </w:r>
      <w:r>
        <w:tab/>
        <w:t>1.013e0</w:t>
      </w:r>
    </w:p>
    <w:p w14:paraId="5F50EF0A" w14:textId="77777777" w:rsidR="00810015" w:rsidRDefault="00810015" w:rsidP="00810015">
      <w:r>
        <w:t>238.7495</w:t>
      </w:r>
      <w:r>
        <w:tab/>
        <w:t>2.025e0</w:t>
      </w:r>
    </w:p>
    <w:p w14:paraId="3EEF402E" w14:textId="77777777" w:rsidR="00810015" w:rsidRDefault="00810015" w:rsidP="00810015">
      <w:r>
        <w:t>238.7551</w:t>
      </w:r>
      <w:r>
        <w:tab/>
        <w:t>1.013e0</w:t>
      </w:r>
    </w:p>
    <w:p w14:paraId="7B7DED9D" w14:textId="77777777" w:rsidR="00810015" w:rsidRDefault="00810015" w:rsidP="00810015">
      <w:r>
        <w:t>238.7781</w:t>
      </w:r>
      <w:r>
        <w:tab/>
        <w:t>1.013e0</w:t>
      </w:r>
    </w:p>
    <w:p w14:paraId="29119620" w14:textId="77777777" w:rsidR="00810015" w:rsidRDefault="00810015" w:rsidP="00810015">
      <w:r>
        <w:t>238.7820</w:t>
      </w:r>
      <w:r>
        <w:tab/>
        <w:t>1.013e0</w:t>
      </w:r>
    </w:p>
    <w:p w14:paraId="22B9074B" w14:textId="77777777" w:rsidR="00810015" w:rsidRDefault="00810015" w:rsidP="00810015">
      <w:r>
        <w:t>238.7990</w:t>
      </w:r>
      <w:r>
        <w:tab/>
        <w:t>1.013e0</w:t>
      </w:r>
    </w:p>
    <w:p w14:paraId="2F598E88" w14:textId="77777777" w:rsidR="00810015" w:rsidRDefault="00810015" w:rsidP="00810015">
      <w:r>
        <w:t>238.8006</w:t>
      </w:r>
      <w:r>
        <w:tab/>
        <w:t>2.025e0</w:t>
      </w:r>
    </w:p>
    <w:p w14:paraId="19BDB96C" w14:textId="77777777" w:rsidR="00810015" w:rsidRDefault="00810015" w:rsidP="00810015">
      <w:r>
        <w:t>238.8274</w:t>
      </w:r>
      <w:r>
        <w:tab/>
        <w:t>1.013e0</w:t>
      </w:r>
    </w:p>
    <w:p w14:paraId="1E7F18B0" w14:textId="77777777" w:rsidR="00810015" w:rsidRDefault="00810015" w:rsidP="00810015">
      <w:r>
        <w:t>238.8456</w:t>
      </w:r>
      <w:r>
        <w:tab/>
        <w:t>2.025e0</w:t>
      </w:r>
    </w:p>
    <w:p w14:paraId="0CE2D11C" w14:textId="77777777" w:rsidR="00810015" w:rsidRDefault="00810015" w:rsidP="00810015">
      <w:r>
        <w:t>238.8650</w:t>
      </w:r>
      <w:r>
        <w:tab/>
        <w:t>1.013e0</w:t>
      </w:r>
    </w:p>
    <w:p w14:paraId="747CE959" w14:textId="77777777" w:rsidR="00810015" w:rsidRDefault="00810015" w:rsidP="00810015">
      <w:r>
        <w:t>238.8893</w:t>
      </w:r>
      <w:r>
        <w:tab/>
        <w:t>1.013e0</w:t>
      </w:r>
    </w:p>
    <w:p w14:paraId="7710F4CA" w14:textId="77777777" w:rsidR="00810015" w:rsidRDefault="00810015" w:rsidP="00810015">
      <w:r>
        <w:t>238.9261</w:t>
      </w:r>
      <w:r>
        <w:tab/>
        <w:t>1.013e0</w:t>
      </w:r>
    </w:p>
    <w:p w14:paraId="608BD427" w14:textId="77777777" w:rsidR="00810015" w:rsidRDefault="00810015" w:rsidP="00810015">
      <w:r>
        <w:t>238.9519</w:t>
      </w:r>
      <w:r>
        <w:tab/>
        <w:t>1.013e0</w:t>
      </w:r>
    </w:p>
    <w:p w14:paraId="6F56D639" w14:textId="77777777" w:rsidR="00810015" w:rsidRDefault="00810015" w:rsidP="00810015">
      <w:r>
        <w:t>238.9540</w:t>
      </w:r>
      <w:r>
        <w:tab/>
        <w:t>2.025e0</w:t>
      </w:r>
    </w:p>
    <w:p w14:paraId="716544C9" w14:textId="77777777" w:rsidR="00810015" w:rsidRDefault="00810015" w:rsidP="00810015">
      <w:r>
        <w:t>238.9657</w:t>
      </w:r>
      <w:r>
        <w:tab/>
        <w:t>2.025e0</w:t>
      </w:r>
    </w:p>
    <w:p w14:paraId="550CCB6E" w14:textId="77777777" w:rsidR="00810015" w:rsidRDefault="00810015" w:rsidP="00810015">
      <w:r>
        <w:t>238.9919</w:t>
      </w:r>
      <w:r>
        <w:tab/>
        <w:t>2.025e0</w:t>
      </w:r>
    </w:p>
    <w:p w14:paraId="66E510E7" w14:textId="77777777" w:rsidR="00810015" w:rsidRDefault="00810015" w:rsidP="00810015">
      <w:r>
        <w:t>239.0047</w:t>
      </w:r>
      <w:r>
        <w:tab/>
        <w:t>1.013e0</w:t>
      </w:r>
    </w:p>
    <w:p w14:paraId="7CC654DE" w14:textId="77777777" w:rsidR="00810015" w:rsidRDefault="00810015" w:rsidP="00810015">
      <w:r>
        <w:t>239.0175</w:t>
      </w:r>
      <w:r>
        <w:tab/>
        <w:t>7.089e0</w:t>
      </w:r>
    </w:p>
    <w:p w14:paraId="5FB2B884" w14:textId="77777777" w:rsidR="00810015" w:rsidRDefault="00810015" w:rsidP="00810015">
      <w:r>
        <w:t>239.0221</w:t>
      </w:r>
      <w:r>
        <w:tab/>
        <w:t>4.051e0</w:t>
      </w:r>
    </w:p>
    <w:p w14:paraId="665D8122" w14:textId="77777777" w:rsidR="00810015" w:rsidRDefault="00810015" w:rsidP="00810015">
      <w:r>
        <w:t>239.0267</w:t>
      </w:r>
      <w:r>
        <w:tab/>
        <w:t>8.101e0</w:t>
      </w:r>
    </w:p>
    <w:p w14:paraId="2C2FE5BF" w14:textId="77777777" w:rsidR="00810015" w:rsidRDefault="00810015" w:rsidP="00810015">
      <w:r>
        <w:t>239.0450</w:t>
      </w:r>
      <w:r>
        <w:tab/>
        <w:t>1.013e0</w:t>
      </w:r>
    </w:p>
    <w:p w14:paraId="448D958C" w14:textId="77777777" w:rsidR="00810015" w:rsidRDefault="00810015" w:rsidP="00810015">
      <w:r>
        <w:t>239.0838</w:t>
      </w:r>
      <w:r>
        <w:tab/>
        <w:t>2.025e0</w:t>
      </w:r>
    </w:p>
    <w:p w14:paraId="06AEE871" w14:textId="77777777" w:rsidR="00810015" w:rsidRDefault="00810015" w:rsidP="00810015">
      <w:r>
        <w:t>239.0950</w:t>
      </w:r>
      <w:r>
        <w:tab/>
        <w:t>5.063e0</w:t>
      </w:r>
    </w:p>
    <w:p w14:paraId="7F17DC96" w14:textId="77777777" w:rsidR="00810015" w:rsidRDefault="00810015" w:rsidP="00810015">
      <w:r>
        <w:t>239.1104</w:t>
      </w:r>
      <w:r>
        <w:tab/>
        <w:t>2.025e0</w:t>
      </w:r>
    </w:p>
    <w:p w14:paraId="517666C5" w14:textId="77777777" w:rsidR="00810015" w:rsidRDefault="00810015" w:rsidP="00810015">
      <w:r>
        <w:t>239.1177</w:t>
      </w:r>
      <w:r>
        <w:tab/>
        <w:t>3.699e0</w:t>
      </w:r>
    </w:p>
    <w:p w14:paraId="46516C35" w14:textId="77777777" w:rsidR="00810015" w:rsidRDefault="00810015" w:rsidP="00810015">
      <w:r>
        <w:t>239.1274</w:t>
      </w:r>
      <w:r>
        <w:tab/>
        <w:t>1.013e0</w:t>
      </w:r>
    </w:p>
    <w:p w14:paraId="3CB10286" w14:textId="77777777" w:rsidR="00810015" w:rsidRDefault="00810015" w:rsidP="00810015">
      <w:r>
        <w:t>239.1333</w:t>
      </w:r>
      <w:r>
        <w:tab/>
        <w:t>3.038e0</w:t>
      </w:r>
    </w:p>
    <w:p w14:paraId="6DBA9D47" w14:textId="77777777" w:rsidR="00810015" w:rsidRDefault="00810015" w:rsidP="00810015">
      <w:r>
        <w:t>239.1510</w:t>
      </w:r>
      <w:r>
        <w:tab/>
        <w:t>6.076e0</w:t>
      </w:r>
    </w:p>
    <w:p w14:paraId="2B309B64" w14:textId="77777777" w:rsidR="00810015" w:rsidRDefault="00810015" w:rsidP="00810015">
      <w:r>
        <w:t>239.1600</w:t>
      </w:r>
      <w:r>
        <w:tab/>
        <w:t>3.038e0</w:t>
      </w:r>
    </w:p>
    <w:p w14:paraId="02C602B4" w14:textId="77777777" w:rsidR="00810015" w:rsidRDefault="00810015" w:rsidP="00810015">
      <w:r>
        <w:t>239.1669</w:t>
      </w:r>
      <w:r>
        <w:tab/>
        <w:t>4.963e0</w:t>
      </w:r>
    </w:p>
    <w:p w14:paraId="01626FC9" w14:textId="77777777" w:rsidR="00810015" w:rsidRDefault="00810015" w:rsidP="00810015">
      <w:r>
        <w:t>239.2106</w:t>
      </w:r>
      <w:r>
        <w:tab/>
        <w:t>2.025e0</w:t>
      </w:r>
    </w:p>
    <w:p w14:paraId="386734EF" w14:textId="77777777" w:rsidR="00810015" w:rsidRDefault="00810015" w:rsidP="00810015">
      <w:r>
        <w:t>239.2230</w:t>
      </w:r>
      <w:r>
        <w:tab/>
        <w:t>1.013e0</w:t>
      </w:r>
    </w:p>
    <w:p w14:paraId="6A66872A" w14:textId="77777777" w:rsidR="00810015" w:rsidRDefault="00810015" w:rsidP="00810015">
      <w:r>
        <w:t>239.2339</w:t>
      </w:r>
      <w:r>
        <w:tab/>
        <w:t>1.013e0</w:t>
      </w:r>
    </w:p>
    <w:p w14:paraId="7A5C34E4" w14:textId="77777777" w:rsidR="00810015" w:rsidRDefault="00810015" w:rsidP="00810015">
      <w:r>
        <w:t>239.2428</w:t>
      </w:r>
      <w:r>
        <w:tab/>
        <w:t>1.013e0</w:t>
      </w:r>
    </w:p>
    <w:p w14:paraId="3E65F87A" w14:textId="77777777" w:rsidR="00810015" w:rsidRDefault="00810015" w:rsidP="00810015">
      <w:r>
        <w:t>239.2509</w:t>
      </w:r>
      <w:r>
        <w:tab/>
        <w:t>1.013e0</w:t>
      </w:r>
    </w:p>
    <w:p w14:paraId="68FA3EA7" w14:textId="77777777" w:rsidR="00810015" w:rsidRDefault="00810015" w:rsidP="00810015">
      <w:r>
        <w:t>239.2763</w:t>
      </w:r>
      <w:r>
        <w:tab/>
        <w:t>1.013e0</w:t>
      </w:r>
    </w:p>
    <w:p w14:paraId="634280CE" w14:textId="77777777" w:rsidR="00810015" w:rsidRDefault="00810015" w:rsidP="00810015">
      <w:r>
        <w:t>239.2806</w:t>
      </w:r>
      <w:r>
        <w:tab/>
        <w:t>3.038e0</w:t>
      </w:r>
    </w:p>
    <w:p w14:paraId="09544D82" w14:textId="77777777" w:rsidR="00810015" w:rsidRDefault="00810015" w:rsidP="00810015">
      <w:r>
        <w:t>239.3103</w:t>
      </w:r>
      <w:r>
        <w:tab/>
        <w:t>2.025e0</w:t>
      </w:r>
    </w:p>
    <w:p w14:paraId="022E3292" w14:textId="77777777" w:rsidR="00810015" w:rsidRDefault="00810015" w:rsidP="00810015">
      <w:r>
        <w:t>239.3131</w:t>
      </w:r>
      <w:r>
        <w:tab/>
        <w:t>1.013e0</w:t>
      </w:r>
    </w:p>
    <w:p w14:paraId="4156C34F" w14:textId="77777777" w:rsidR="00810015" w:rsidRDefault="00810015" w:rsidP="00810015">
      <w:r>
        <w:t>239.3786</w:t>
      </w:r>
      <w:r>
        <w:tab/>
        <w:t>2.025e0</w:t>
      </w:r>
    </w:p>
    <w:p w14:paraId="388F975A" w14:textId="77777777" w:rsidR="00810015" w:rsidRDefault="00810015" w:rsidP="00810015">
      <w:r>
        <w:t>239.3904</w:t>
      </w:r>
      <w:r>
        <w:tab/>
        <w:t>2.025e0</w:t>
      </w:r>
    </w:p>
    <w:p w14:paraId="77AE2684" w14:textId="77777777" w:rsidR="00810015" w:rsidRDefault="00810015" w:rsidP="00810015">
      <w:r>
        <w:t>239.4041</w:t>
      </w:r>
      <w:r>
        <w:tab/>
        <w:t>2.025e0</w:t>
      </w:r>
    </w:p>
    <w:p w14:paraId="6F089973" w14:textId="77777777" w:rsidR="00810015" w:rsidRDefault="00810015" w:rsidP="00810015">
      <w:r>
        <w:t>239.4157</w:t>
      </w:r>
      <w:r>
        <w:tab/>
        <w:t>1.013e0</w:t>
      </w:r>
    </w:p>
    <w:p w14:paraId="37F3C897" w14:textId="77777777" w:rsidR="00810015" w:rsidRDefault="00810015" w:rsidP="00810015">
      <w:r>
        <w:t>239.4559</w:t>
      </w:r>
      <w:r>
        <w:tab/>
        <w:t>3.038e0</w:t>
      </w:r>
    </w:p>
    <w:p w14:paraId="1E630D6B" w14:textId="77777777" w:rsidR="00810015" w:rsidRDefault="00810015" w:rsidP="00810015">
      <w:r>
        <w:t>239.4613</w:t>
      </w:r>
      <w:r>
        <w:tab/>
        <w:t>2.025e0</w:t>
      </w:r>
    </w:p>
    <w:p w14:paraId="59067D10" w14:textId="77777777" w:rsidR="00810015" w:rsidRDefault="00810015" w:rsidP="00810015">
      <w:r>
        <w:t>239.4847</w:t>
      </w:r>
      <w:r>
        <w:tab/>
        <w:t>1.013e0</w:t>
      </w:r>
    </w:p>
    <w:p w14:paraId="68F8BBAE" w14:textId="77777777" w:rsidR="00810015" w:rsidRDefault="00810015" w:rsidP="00810015">
      <w:r>
        <w:t>239.4885</w:t>
      </w:r>
      <w:r>
        <w:tab/>
        <w:t>2.025e0</w:t>
      </w:r>
    </w:p>
    <w:p w14:paraId="2944FF7E" w14:textId="77777777" w:rsidR="00810015" w:rsidRDefault="00810015" w:rsidP="00810015">
      <w:r>
        <w:t>239.5207</w:t>
      </w:r>
      <w:r>
        <w:tab/>
        <w:t>1.519e1</w:t>
      </w:r>
    </w:p>
    <w:p w14:paraId="570A5339" w14:textId="77777777" w:rsidR="00810015" w:rsidRDefault="00810015" w:rsidP="00810015">
      <w:r>
        <w:t>239.5246</w:t>
      </w:r>
      <w:r>
        <w:tab/>
        <w:t>1.094e1</w:t>
      </w:r>
    </w:p>
    <w:p w14:paraId="4227925D" w14:textId="77777777" w:rsidR="00810015" w:rsidRDefault="00810015" w:rsidP="00810015">
      <w:r>
        <w:t>239.5285</w:t>
      </w:r>
      <w:r>
        <w:tab/>
        <w:t>7.089e0</w:t>
      </w:r>
    </w:p>
    <w:p w14:paraId="0326DFC4" w14:textId="77777777" w:rsidR="00810015" w:rsidRDefault="00810015" w:rsidP="00810015">
      <w:r>
        <w:t>239.5678</w:t>
      </w:r>
      <w:r>
        <w:tab/>
        <w:t>1.013e0</w:t>
      </w:r>
    </w:p>
    <w:p w14:paraId="05631DDA" w14:textId="77777777" w:rsidR="00810015" w:rsidRDefault="00810015" w:rsidP="00810015">
      <w:r>
        <w:t>239.5757</w:t>
      </w:r>
      <w:r>
        <w:tab/>
        <w:t>1.013e0</w:t>
      </w:r>
    </w:p>
    <w:p w14:paraId="467CD7CA" w14:textId="77777777" w:rsidR="00810015" w:rsidRDefault="00810015" w:rsidP="00810015">
      <w:r>
        <w:t>239.5843</w:t>
      </w:r>
      <w:r>
        <w:tab/>
        <w:t>2.025e0</w:t>
      </w:r>
    </w:p>
    <w:p w14:paraId="3E6F3591" w14:textId="77777777" w:rsidR="00810015" w:rsidRDefault="00810015" w:rsidP="00810015">
      <w:r>
        <w:t>239.6367</w:t>
      </w:r>
      <w:r>
        <w:tab/>
        <w:t>2.025e0</w:t>
      </w:r>
    </w:p>
    <w:p w14:paraId="4B66DA63" w14:textId="77777777" w:rsidR="00810015" w:rsidRDefault="00810015" w:rsidP="00810015">
      <w:r>
        <w:t>239.6725</w:t>
      </w:r>
      <w:r>
        <w:tab/>
        <w:t>2.025e0</w:t>
      </w:r>
    </w:p>
    <w:p w14:paraId="43D4D238" w14:textId="77777777" w:rsidR="00810015" w:rsidRDefault="00810015" w:rsidP="00810015">
      <w:r>
        <w:t>239.6784</w:t>
      </w:r>
      <w:r>
        <w:tab/>
        <w:t>1.013e0</w:t>
      </w:r>
    </w:p>
    <w:p w14:paraId="56918868" w14:textId="77777777" w:rsidR="00810015" w:rsidRDefault="00810015" w:rsidP="00810015">
      <w:r>
        <w:t>239.7159</w:t>
      </w:r>
      <w:r>
        <w:tab/>
        <w:t>1.013e0</w:t>
      </w:r>
    </w:p>
    <w:p w14:paraId="282AE45C" w14:textId="77777777" w:rsidR="00810015" w:rsidRDefault="00810015" w:rsidP="00810015">
      <w:r>
        <w:t>239.7238</w:t>
      </w:r>
      <w:r>
        <w:tab/>
        <w:t>1.013e0</w:t>
      </w:r>
    </w:p>
    <w:p w14:paraId="10876A74" w14:textId="77777777" w:rsidR="00810015" w:rsidRDefault="00810015" w:rsidP="00810015">
      <w:r>
        <w:t>239.7278</w:t>
      </w:r>
      <w:r>
        <w:tab/>
        <w:t>1.013e0</w:t>
      </w:r>
    </w:p>
    <w:p w14:paraId="360B8D21" w14:textId="77777777" w:rsidR="00810015" w:rsidRDefault="00810015" w:rsidP="00810015">
      <w:r>
        <w:t>239.7399</w:t>
      </w:r>
      <w:r>
        <w:tab/>
        <w:t>2.025e0</w:t>
      </w:r>
    </w:p>
    <w:p w14:paraId="7431EC2C" w14:textId="77777777" w:rsidR="00810015" w:rsidRDefault="00810015" w:rsidP="00810015">
      <w:r>
        <w:t>239.7485</w:t>
      </w:r>
      <w:r>
        <w:tab/>
        <w:t>2.025e0</w:t>
      </w:r>
    </w:p>
    <w:p w14:paraId="3A3E553D" w14:textId="77777777" w:rsidR="00810015" w:rsidRDefault="00810015" w:rsidP="00810015">
      <w:r>
        <w:t>239.7654</w:t>
      </w:r>
      <w:r>
        <w:tab/>
        <w:t>1.013e0</w:t>
      </w:r>
    </w:p>
    <w:p w14:paraId="0458C561" w14:textId="77777777" w:rsidR="00810015" w:rsidRDefault="00810015" w:rsidP="00810015">
      <w:r>
        <w:t>239.7811</w:t>
      </w:r>
      <w:r>
        <w:tab/>
        <w:t>1.013e0</w:t>
      </w:r>
    </w:p>
    <w:p w14:paraId="5C98C0E6" w14:textId="77777777" w:rsidR="00810015" w:rsidRDefault="00810015" w:rsidP="00810015">
      <w:r>
        <w:t>239.7839</w:t>
      </w:r>
      <w:r>
        <w:tab/>
        <w:t>2.025e0</w:t>
      </w:r>
    </w:p>
    <w:p w14:paraId="6B2D2D44" w14:textId="77777777" w:rsidR="00810015" w:rsidRDefault="00810015" w:rsidP="00810015">
      <w:r>
        <w:t>239.8680</w:t>
      </w:r>
      <w:r>
        <w:tab/>
        <w:t>5.063e0</w:t>
      </w:r>
    </w:p>
    <w:p w14:paraId="3F2E7141" w14:textId="77777777" w:rsidR="00810015" w:rsidRDefault="00810015" w:rsidP="00810015">
      <w:r>
        <w:t>239.8720</w:t>
      </w:r>
      <w:r>
        <w:tab/>
        <w:t>1.013e0</w:t>
      </w:r>
    </w:p>
    <w:p w14:paraId="73BBA5A6" w14:textId="77777777" w:rsidR="00810015" w:rsidRDefault="00810015" w:rsidP="00810015">
      <w:r>
        <w:t>239.9011</w:t>
      </w:r>
      <w:r>
        <w:tab/>
        <w:t>1.013e0</w:t>
      </w:r>
    </w:p>
    <w:p w14:paraId="00CEC5BF" w14:textId="77777777" w:rsidR="00810015" w:rsidRDefault="00810015" w:rsidP="00810015">
      <w:r>
        <w:t>239.9113</w:t>
      </w:r>
      <w:r>
        <w:tab/>
        <w:t>2.025e0</w:t>
      </w:r>
    </w:p>
    <w:p w14:paraId="1784EE5B" w14:textId="77777777" w:rsidR="00810015" w:rsidRDefault="00810015" w:rsidP="00810015">
      <w:r>
        <w:t>239.9415</w:t>
      </w:r>
      <w:r>
        <w:tab/>
        <w:t>1.013e0</w:t>
      </w:r>
    </w:p>
    <w:p w14:paraId="61B8D4DA" w14:textId="77777777" w:rsidR="00810015" w:rsidRDefault="00810015" w:rsidP="00810015">
      <w:r>
        <w:t>239.9592</w:t>
      </w:r>
      <w:r>
        <w:tab/>
        <w:t>1.013e0</w:t>
      </w:r>
    </w:p>
    <w:p w14:paraId="0ACA9297" w14:textId="77777777" w:rsidR="00810015" w:rsidRDefault="00810015" w:rsidP="00810015">
      <w:r>
        <w:t>239.9677</w:t>
      </w:r>
      <w:r>
        <w:tab/>
        <w:t>1.013e0</w:t>
      </w:r>
    </w:p>
    <w:p w14:paraId="18666F7E" w14:textId="77777777" w:rsidR="00810015" w:rsidRDefault="00810015" w:rsidP="00810015">
      <w:r>
        <w:t>239.9909</w:t>
      </w:r>
      <w:r>
        <w:tab/>
        <w:t>2.025e0</w:t>
      </w:r>
    </w:p>
    <w:p w14:paraId="2CCFF6F0" w14:textId="77777777" w:rsidR="00810015" w:rsidRDefault="00810015" w:rsidP="00810015">
      <w:r>
        <w:t>240.0255</w:t>
      </w:r>
      <w:r>
        <w:tab/>
        <w:t>9.114e0</w:t>
      </w:r>
    </w:p>
    <w:p w14:paraId="41411793" w14:textId="77777777" w:rsidR="00810015" w:rsidRDefault="00810015" w:rsidP="00810015">
      <w:r>
        <w:t>240.0294</w:t>
      </w:r>
      <w:r>
        <w:tab/>
        <w:t>1.215e1</w:t>
      </w:r>
    </w:p>
    <w:p w14:paraId="793239B1" w14:textId="77777777" w:rsidR="00810015" w:rsidRDefault="00810015" w:rsidP="00810015">
      <w:r>
        <w:t>240.0354</w:t>
      </w:r>
      <w:r>
        <w:tab/>
        <w:t>1.085e1</w:t>
      </w:r>
    </w:p>
    <w:p w14:paraId="16DC2C98" w14:textId="77777777" w:rsidR="00810015" w:rsidRDefault="00810015" w:rsidP="00810015">
      <w:r>
        <w:t>240.0966</w:t>
      </w:r>
      <w:r>
        <w:tab/>
        <w:t>1.051e1</w:t>
      </w:r>
    </w:p>
    <w:p w14:paraId="17A78F46" w14:textId="77777777" w:rsidR="00810015" w:rsidRDefault="00810015" w:rsidP="00810015">
      <w:r>
        <w:t>240.1334</w:t>
      </w:r>
      <w:r>
        <w:tab/>
        <w:t>2.025e0</w:t>
      </w:r>
    </w:p>
    <w:p w14:paraId="123031EC" w14:textId="77777777" w:rsidR="00810015" w:rsidRDefault="00810015" w:rsidP="00810015">
      <w:r>
        <w:t>240.1481</w:t>
      </w:r>
      <w:r>
        <w:tab/>
        <w:t>1.013e0</w:t>
      </w:r>
    </w:p>
    <w:p w14:paraId="5DF7D4C5" w14:textId="77777777" w:rsidR="00810015" w:rsidRDefault="00810015" w:rsidP="00810015">
      <w:r>
        <w:t>240.1491</w:t>
      </w:r>
      <w:r>
        <w:tab/>
        <w:t>3.038e0</w:t>
      </w:r>
    </w:p>
    <w:p w14:paraId="07AA5F96" w14:textId="77777777" w:rsidR="00810015" w:rsidRDefault="00810015" w:rsidP="00810015">
      <w:r>
        <w:t>240.1606</w:t>
      </w:r>
      <w:r>
        <w:tab/>
        <w:t>1.013e0</w:t>
      </w:r>
    </w:p>
    <w:p w14:paraId="2E21C50D" w14:textId="77777777" w:rsidR="00810015" w:rsidRDefault="00810015" w:rsidP="00810015">
      <w:r>
        <w:t>240.1664</w:t>
      </w:r>
      <w:r>
        <w:tab/>
        <w:t>3.038e0</w:t>
      </w:r>
    </w:p>
    <w:p w14:paraId="6091491B" w14:textId="77777777" w:rsidR="00810015" w:rsidRDefault="00810015" w:rsidP="00810015">
      <w:r>
        <w:t>240.1823</w:t>
      </w:r>
      <w:r>
        <w:tab/>
        <w:t>2.025e0</w:t>
      </w:r>
    </w:p>
    <w:p w14:paraId="40AE724A" w14:textId="77777777" w:rsidR="00810015" w:rsidRDefault="00810015" w:rsidP="00810015">
      <w:r>
        <w:t>240.1885</w:t>
      </w:r>
      <w:r>
        <w:tab/>
        <w:t>1.013e0</w:t>
      </w:r>
    </w:p>
    <w:p w14:paraId="7F6366C8" w14:textId="77777777" w:rsidR="00810015" w:rsidRDefault="00810015" w:rsidP="00810015">
      <w:r>
        <w:t>240.1910</w:t>
      </w:r>
      <w:r>
        <w:tab/>
        <w:t>2.025e0</w:t>
      </w:r>
    </w:p>
    <w:p w14:paraId="236B080F" w14:textId="77777777" w:rsidR="00810015" w:rsidRDefault="00810015" w:rsidP="00810015">
      <w:r>
        <w:t>240.1952</w:t>
      </w:r>
      <w:r>
        <w:tab/>
        <w:t>3.038e0</w:t>
      </w:r>
    </w:p>
    <w:p w14:paraId="5C20F599" w14:textId="77777777" w:rsidR="00810015" w:rsidRDefault="00810015" w:rsidP="00810015">
      <w:r>
        <w:t>240.2238</w:t>
      </w:r>
      <w:r>
        <w:tab/>
        <w:t>2.025e0</w:t>
      </w:r>
    </w:p>
    <w:p w14:paraId="777AD9BA" w14:textId="77777777" w:rsidR="00810015" w:rsidRDefault="00810015" w:rsidP="00810015">
      <w:r>
        <w:t>240.2296</w:t>
      </w:r>
      <w:r>
        <w:tab/>
        <w:t>1.013e0</w:t>
      </w:r>
    </w:p>
    <w:p w14:paraId="3EFFAB08" w14:textId="77777777" w:rsidR="00810015" w:rsidRDefault="00810015" w:rsidP="00810015">
      <w:r>
        <w:t>240.2318</w:t>
      </w:r>
      <w:r>
        <w:tab/>
        <w:t>2.025e0</w:t>
      </w:r>
    </w:p>
    <w:p w14:paraId="7151327C" w14:textId="77777777" w:rsidR="00810015" w:rsidRDefault="00810015" w:rsidP="00810015">
      <w:r>
        <w:t>240.2343</w:t>
      </w:r>
      <w:r>
        <w:tab/>
        <w:t>1.013e0</w:t>
      </w:r>
    </w:p>
    <w:p w14:paraId="530AC46B" w14:textId="77777777" w:rsidR="00810015" w:rsidRDefault="00810015" w:rsidP="00810015">
      <w:r>
        <w:t>240.2561</w:t>
      </w:r>
      <w:r>
        <w:tab/>
        <w:t>2.025e0</w:t>
      </w:r>
    </w:p>
    <w:p w14:paraId="5F1E22FF" w14:textId="77777777" w:rsidR="00810015" w:rsidRDefault="00810015" w:rsidP="00810015">
      <w:r>
        <w:t>240.2635</w:t>
      </w:r>
      <w:r>
        <w:tab/>
        <w:t>2.025e0</w:t>
      </w:r>
    </w:p>
    <w:p w14:paraId="22318095" w14:textId="77777777" w:rsidR="00810015" w:rsidRDefault="00810015" w:rsidP="00810015">
      <w:r>
        <w:t>240.2752</w:t>
      </w:r>
      <w:r>
        <w:tab/>
        <w:t>1.013e0</w:t>
      </w:r>
    </w:p>
    <w:p w14:paraId="601E95D7" w14:textId="77777777" w:rsidR="00810015" w:rsidRDefault="00810015" w:rsidP="00810015">
      <w:r>
        <w:t>240.3051</w:t>
      </w:r>
      <w:r>
        <w:tab/>
        <w:t>1.013e0</w:t>
      </w:r>
    </w:p>
    <w:p w14:paraId="10673E69" w14:textId="77777777" w:rsidR="00810015" w:rsidRDefault="00810015" w:rsidP="00810015">
      <w:r>
        <w:t>240.3137</w:t>
      </w:r>
      <w:r>
        <w:tab/>
        <w:t>2.025e0</w:t>
      </w:r>
    </w:p>
    <w:p w14:paraId="63D20BCC" w14:textId="77777777" w:rsidR="00810015" w:rsidRDefault="00810015" w:rsidP="00810015">
      <w:r>
        <w:t>240.3622</w:t>
      </w:r>
      <w:r>
        <w:tab/>
        <w:t>1.013e0</w:t>
      </w:r>
    </w:p>
    <w:p w14:paraId="0C1B8028" w14:textId="77777777" w:rsidR="00810015" w:rsidRDefault="00810015" w:rsidP="00810015">
      <w:r>
        <w:t>240.3741</w:t>
      </w:r>
      <w:r>
        <w:tab/>
        <w:t>1.013e0</w:t>
      </w:r>
    </w:p>
    <w:p w14:paraId="1610395A" w14:textId="77777777" w:rsidR="00810015" w:rsidRDefault="00810015" w:rsidP="00810015">
      <w:r>
        <w:t>240.3827</w:t>
      </w:r>
      <w:r>
        <w:tab/>
        <w:t>1.013e0</w:t>
      </w:r>
    </w:p>
    <w:p w14:paraId="0774FBBA" w14:textId="77777777" w:rsidR="00810015" w:rsidRDefault="00810015" w:rsidP="00810015">
      <w:r>
        <w:t>240.4235</w:t>
      </w:r>
      <w:r>
        <w:tab/>
        <w:t>1.013e0</w:t>
      </w:r>
    </w:p>
    <w:p w14:paraId="2DE9D3BB" w14:textId="77777777" w:rsidR="00810015" w:rsidRDefault="00810015" w:rsidP="00810015">
      <w:r>
        <w:t>240.4283</w:t>
      </w:r>
      <w:r>
        <w:tab/>
        <w:t>2.025e0</w:t>
      </w:r>
    </w:p>
    <w:p w14:paraId="7E6C7982" w14:textId="77777777" w:rsidR="00810015" w:rsidRDefault="00810015" w:rsidP="00810015">
      <w:r>
        <w:t>240.4313</w:t>
      </w:r>
      <w:r>
        <w:tab/>
        <w:t>1.013e0</w:t>
      </w:r>
    </w:p>
    <w:p w14:paraId="227E627F" w14:textId="77777777" w:rsidR="00810015" w:rsidRDefault="00810015" w:rsidP="00810015">
      <w:r>
        <w:t>240.4493</w:t>
      </w:r>
      <w:r>
        <w:tab/>
        <w:t>1.013e0</w:t>
      </w:r>
    </w:p>
    <w:p w14:paraId="659555C3" w14:textId="77777777" w:rsidR="00810015" w:rsidRDefault="00810015" w:rsidP="00810015">
      <w:r>
        <w:t>240.4779</w:t>
      </w:r>
      <w:r>
        <w:tab/>
        <w:t>1.973e0</w:t>
      </w:r>
    </w:p>
    <w:p w14:paraId="2D07F973" w14:textId="77777777" w:rsidR="00810015" w:rsidRDefault="00810015" w:rsidP="00810015">
      <w:r>
        <w:t>240.4987</w:t>
      </w:r>
      <w:r>
        <w:tab/>
        <w:t>1.013e0</w:t>
      </w:r>
    </w:p>
    <w:p w14:paraId="25F981ED" w14:textId="77777777" w:rsidR="00810015" w:rsidRDefault="00810015" w:rsidP="00810015">
      <w:r>
        <w:t>240.5067</w:t>
      </w:r>
      <w:r>
        <w:tab/>
        <w:t>2.025e0</w:t>
      </w:r>
    </w:p>
    <w:p w14:paraId="6FFA3012" w14:textId="77777777" w:rsidR="00810015" w:rsidRDefault="00810015" w:rsidP="00810015">
      <w:r>
        <w:t>240.5262</w:t>
      </w:r>
      <w:r>
        <w:tab/>
        <w:t>1.013e0</w:t>
      </w:r>
    </w:p>
    <w:p w14:paraId="6C130D9C" w14:textId="77777777" w:rsidR="00810015" w:rsidRDefault="00810015" w:rsidP="00810015">
      <w:r>
        <w:t>240.5446</w:t>
      </w:r>
      <w:r>
        <w:tab/>
        <w:t>1.013e0</w:t>
      </w:r>
    </w:p>
    <w:p w14:paraId="31FE093E" w14:textId="77777777" w:rsidR="00810015" w:rsidRDefault="00810015" w:rsidP="00810015">
      <w:r>
        <w:t>240.6293</w:t>
      </w:r>
      <w:r>
        <w:tab/>
        <w:t>1.013e0</w:t>
      </w:r>
    </w:p>
    <w:p w14:paraId="79B554D4" w14:textId="77777777" w:rsidR="00810015" w:rsidRDefault="00810015" w:rsidP="00810015">
      <w:r>
        <w:t>240.6598</w:t>
      </w:r>
      <w:r>
        <w:tab/>
        <w:t>1.013e0</w:t>
      </w:r>
    </w:p>
    <w:p w14:paraId="3C8449E5" w14:textId="77777777" w:rsidR="00810015" w:rsidRDefault="00810015" w:rsidP="00810015">
      <w:r>
        <w:t>240.6923</w:t>
      </w:r>
      <w:r>
        <w:tab/>
        <w:t>2.025e0</w:t>
      </w:r>
    </w:p>
    <w:p w14:paraId="3A1399DA" w14:textId="77777777" w:rsidR="00810015" w:rsidRDefault="00810015" w:rsidP="00810015">
      <w:r>
        <w:t>240.6976</w:t>
      </w:r>
      <w:r>
        <w:tab/>
        <w:t>1.013e0</w:t>
      </w:r>
    </w:p>
    <w:p w14:paraId="1D021ADC" w14:textId="77777777" w:rsidR="00810015" w:rsidRDefault="00810015" w:rsidP="00810015">
      <w:r>
        <w:t>240.7163</w:t>
      </w:r>
      <w:r>
        <w:tab/>
        <w:t>1.013e0</w:t>
      </w:r>
    </w:p>
    <w:p w14:paraId="74CD3B84" w14:textId="77777777" w:rsidR="00810015" w:rsidRDefault="00810015" w:rsidP="00810015">
      <w:r>
        <w:t>240.7587</w:t>
      </w:r>
      <w:r>
        <w:tab/>
        <w:t>1.013e0</w:t>
      </w:r>
    </w:p>
    <w:p w14:paraId="00712FBE" w14:textId="77777777" w:rsidR="00810015" w:rsidRDefault="00810015" w:rsidP="00810015">
      <w:r>
        <w:t>240.7868</w:t>
      </w:r>
      <w:r>
        <w:tab/>
        <w:t>1.013e0</w:t>
      </w:r>
    </w:p>
    <w:p w14:paraId="11413802" w14:textId="77777777" w:rsidR="00810015" w:rsidRDefault="00810015" w:rsidP="00810015">
      <w:r>
        <w:t>240.7922</w:t>
      </w:r>
      <w:r>
        <w:tab/>
        <w:t>1.013e0</w:t>
      </w:r>
    </w:p>
    <w:p w14:paraId="0E0E701C" w14:textId="77777777" w:rsidR="00810015" w:rsidRDefault="00810015" w:rsidP="00810015">
      <w:r>
        <w:t>240.7995</w:t>
      </w:r>
      <w:r>
        <w:tab/>
        <w:t>1.013e0</w:t>
      </w:r>
    </w:p>
    <w:p w14:paraId="5AEF96CF" w14:textId="77777777" w:rsidR="00810015" w:rsidRDefault="00810015" w:rsidP="00810015">
      <w:r>
        <w:t>240.8073</w:t>
      </w:r>
      <w:r>
        <w:tab/>
        <w:t>2.025e0</w:t>
      </w:r>
    </w:p>
    <w:p w14:paraId="347960F9" w14:textId="77777777" w:rsidR="00810015" w:rsidRDefault="00810015" w:rsidP="00810015">
      <w:r>
        <w:t>240.8529</w:t>
      </w:r>
      <w:r>
        <w:tab/>
        <w:t>2.025e0</w:t>
      </w:r>
    </w:p>
    <w:p w14:paraId="2F8A037B" w14:textId="77777777" w:rsidR="00810015" w:rsidRDefault="00810015" w:rsidP="00810015">
      <w:r>
        <w:t>240.8778</w:t>
      </w:r>
      <w:r>
        <w:tab/>
        <w:t>1.013e0</w:t>
      </w:r>
    </w:p>
    <w:p w14:paraId="5CB4430C" w14:textId="77777777" w:rsidR="00810015" w:rsidRDefault="00810015" w:rsidP="00810015">
      <w:r>
        <w:t>240.8904</w:t>
      </w:r>
      <w:r>
        <w:tab/>
        <w:t>1.013e0</w:t>
      </w:r>
    </w:p>
    <w:p w14:paraId="0A7D1A80" w14:textId="77777777" w:rsidR="00810015" w:rsidRDefault="00810015" w:rsidP="00810015">
      <w:r>
        <w:t>240.9023</w:t>
      </w:r>
      <w:r>
        <w:tab/>
        <w:t>1.013e0</w:t>
      </w:r>
    </w:p>
    <w:p w14:paraId="7C6E4CA1" w14:textId="77777777" w:rsidR="00810015" w:rsidRDefault="00810015" w:rsidP="00810015">
      <w:r>
        <w:t>240.9188</w:t>
      </w:r>
      <w:r>
        <w:tab/>
        <w:t>1.013e0</w:t>
      </w:r>
    </w:p>
    <w:p w14:paraId="2E7EBC2B" w14:textId="77777777" w:rsidR="00810015" w:rsidRDefault="00810015" w:rsidP="00810015">
      <w:r>
        <w:t>240.9440</w:t>
      </w:r>
      <w:r>
        <w:tab/>
        <w:t>1.013e0</w:t>
      </w:r>
    </w:p>
    <w:p w14:paraId="4F0584E1" w14:textId="77777777" w:rsidR="00810015" w:rsidRDefault="00810015" w:rsidP="00810015">
      <w:r>
        <w:t>240.9478</w:t>
      </w:r>
      <w:r>
        <w:tab/>
        <w:t>1.013e0</w:t>
      </w:r>
    </w:p>
    <w:p w14:paraId="21C77B9D" w14:textId="77777777" w:rsidR="00810015" w:rsidRDefault="00810015" w:rsidP="00810015">
      <w:r>
        <w:t>240.9605</w:t>
      </w:r>
      <w:r>
        <w:tab/>
        <w:t>1.013e0</w:t>
      </w:r>
    </w:p>
    <w:p w14:paraId="7CDE01A2" w14:textId="77777777" w:rsidR="00810015" w:rsidRDefault="00810015" w:rsidP="00810015">
      <w:r>
        <w:t>240.9715</w:t>
      </w:r>
      <w:r>
        <w:tab/>
        <w:t>1.013e0</w:t>
      </w:r>
    </w:p>
    <w:p w14:paraId="6BF1AE9E" w14:textId="77777777" w:rsidR="00810015" w:rsidRDefault="00810015" w:rsidP="00810015">
      <w:r>
        <w:t>240.9859</w:t>
      </w:r>
      <w:r>
        <w:tab/>
        <w:t>1.013e0</w:t>
      </w:r>
    </w:p>
    <w:p w14:paraId="31C4CC86" w14:textId="77777777" w:rsidR="00810015" w:rsidRDefault="00810015" w:rsidP="00810015">
      <w:r>
        <w:t>240.9934</w:t>
      </w:r>
      <w:r>
        <w:tab/>
        <w:t>2.025e0</w:t>
      </w:r>
    </w:p>
    <w:p w14:paraId="65E70486" w14:textId="77777777" w:rsidR="00810015" w:rsidRDefault="00810015" w:rsidP="00810015">
      <w:r>
        <w:t>241.0038</w:t>
      </w:r>
      <w:r>
        <w:tab/>
        <w:t>6.076e0</w:t>
      </w:r>
    </w:p>
    <w:p w14:paraId="6AA56C55" w14:textId="77777777" w:rsidR="00810015" w:rsidRDefault="00810015" w:rsidP="00810015">
      <w:r>
        <w:t>241.0061</w:t>
      </w:r>
      <w:r>
        <w:tab/>
        <w:t>1.013e0</w:t>
      </w:r>
    </w:p>
    <w:p w14:paraId="6739E90B" w14:textId="77777777" w:rsidR="00810015" w:rsidRDefault="00810015" w:rsidP="00810015">
      <w:r>
        <w:t>241.0232</w:t>
      </w:r>
      <w:r>
        <w:tab/>
        <w:t>4.051e0</w:t>
      </w:r>
    </w:p>
    <w:p w14:paraId="33AE47FA" w14:textId="77777777" w:rsidR="00810015" w:rsidRDefault="00810015" w:rsidP="00810015">
      <w:r>
        <w:t>241.0301</w:t>
      </w:r>
      <w:r>
        <w:tab/>
        <w:t>1.013e0</w:t>
      </w:r>
    </w:p>
    <w:p w14:paraId="400C1AC3" w14:textId="77777777" w:rsidR="00810015" w:rsidRDefault="00810015" w:rsidP="00810015">
      <w:r>
        <w:t>241.0488</w:t>
      </w:r>
      <w:r>
        <w:tab/>
        <w:t>2.025e0</w:t>
      </w:r>
    </w:p>
    <w:p w14:paraId="2B6B759F" w14:textId="77777777" w:rsidR="00810015" w:rsidRDefault="00810015" w:rsidP="00810015">
      <w:r>
        <w:t>241.0586</w:t>
      </w:r>
      <w:r>
        <w:tab/>
        <w:t>1.013e0</w:t>
      </w:r>
    </w:p>
    <w:p w14:paraId="548C12E0" w14:textId="77777777" w:rsidR="00810015" w:rsidRDefault="00810015" w:rsidP="00810015">
      <w:r>
        <w:t>241.0701</w:t>
      </w:r>
      <w:r>
        <w:tab/>
        <w:t>4.051e0</w:t>
      </w:r>
    </w:p>
    <w:p w14:paraId="1CBD0B78" w14:textId="77777777" w:rsidR="00810015" w:rsidRDefault="00810015" w:rsidP="00810015">
      <w:r>
        <w:t>241.1162</w:t>
      </w:r>
      <w:r>
        <w:tab/>
        <w:t>3.038e0</w:t>
      </w:r>
    </w:p>
    <w:p w14:paraId="1B6DCA3F" w14:textId="77777777" w:rsidR="00810015" w:rsidRDefault="00810015" w:rsidP="00810015">
      <w:r>
        <w:t>241.1288</w:t>
      </w:r>
      <w:r>
        <w:tab/>
        <w:t>4.051e0</w:t>
      </w:r>
    </w:p>
    <w:p w14:paraId="5DF48995" w14:textId="77777777" w:rsidR="00810015" w:rsidRDefault="00810015" w:rsidP="00810015">
      <w:r>
        <w:t>241.1418</w:t>
      </w:r>
      <w:r>
        <w:tab/>
        <w:t>1.013e0</w:t>
      </w:r>
    </w:p>
    <w:p w14:paraId="094F09E6" w14:textId="77777777" w:rsidR="00810015" w:rsidRDefault="00810015" w:rsidP="00810015">
      <w:r>
        <w:t>241.1439</w:t>
      </w:r>
      <w:r>
        <w:tab/>
        <w:t>3.038e0</w:t>
      </w:r>
    </w:p>
    <w:p w14:paraId="383B7E31" w14:textId="77777777" w:rsidR="00810015" w:rsidRDefault="00810015" w:rsidP="00810015">
      <w:r>
        <w:t>241.1532</w:t>
      </w:r>
      <w:r>
        <w:tab/>
        <w:t>3.038e0</w:t>
      </w:r>
    </w:p>
    <w:p w14:paraId="5D64FC22" w14:textId="77777777" w:rsidR="00810015" w:rsidRDefault="00810015" w:rsidP="00810015">
      <w:r>
        <w:t>241.1660</w:t>
      </w:r>
      <w:r>
        <w:tab/>
        <w:t>2.025e0</w:t>
      </w:r>
    </w:p>
    <w:p w14:paraId="0629987F" w14:textId="77777777" w:rsidR="00810015" w:rsidRDefault="00810015" w:rsidP="00810015">
      <w:r>
        <w:t>241.1721</w:t>
      </w:r>
      <w:r>
        <w:tab/>
        <w:t>5.063e0</w:t>
      </w:r>
    </w:p>
    <w:p w14:paraId="04CBE215" w14:textId="77777777" w:rsidR="00810015" w:rsidRDefault="00810015" w:rsidP="00810015">
      <w:r>
        <w:t>241.1789</w:t>
      </w:r>
      <w:r>
        <w:tab/>
        <w:t>1.013e0</w:t>
      </w:r>
    </w:p>
    <w:p w14:paraId="1CACFDF9" w14:textId="77777777" w:rsidR="00810015" w:rsidRDefault="00810015" w:rsidP="00810015">
      <w:r>
        <w:t>241.2031</w:t>
      </w:r>
      <w:r>
        <w:tab/>
        <w:t>4.051e0</w:t>
      </w:r>
    </w:p>
    <w:p w14:paraId="3397F1BB" w14:textId="77777777" w:rsidR="00810015" w:rsidRDefault="00810015" w:rsidP="00810015">
      <w:r>
        <w:t>241.2205</w:t>
      </w:r>
      <w:r>
        <w:tab/>
        <w:t>4.051e0</w:t>
      </w:r>
    </w:p>
    <w:p w14:paraId="67215638" w14:textId="77777777" w:rsidR="00810015" w:rsidRDefault="00810015" w:rsidP="00810015">
      <w:r>
        <w:t>241.2240</w:t>
      </w:r>
      <w:r>
        <w:tab/>
        <w:t>6.076e0</w:t>
      </w:r>
    </w:p>
    <w:p w14:paraId="04F58088" w14:textId="77777777" w:rsidR="00810015" w:rsidRDefault="00810015" w:rsidP="00810015">
      <w:r>
        <w:t>241.2279</w:t>
      </w:r>
      <w:r>
        <w:tab/>
        <w:t>3.263e0</w:t>
      </w:r>
    </w:p>
    <w:p w14:paraId="5950A13E" w14:textId="77777777" w:rsidR="00810015" w:rsidRDefault="00810015" w:rsidP="00810015">
      <w:r>
        <w:t>241.2303</w:t>
      </w:r>
      <w:r>
        <w:tab/>
        <w:t>3.038e0</w:t>
      </w:r>
    </w:p>
    <w:p w14:paraId="0546BE70" w14:textId="77777777" w:rsidR="00810015" w:rsidRDefault="00810015" w:rsidP="00810015">
      <w:r>
        <w:t>241.2565</w:t>
      </w:r>
      <w:r>
        <w:tab/>
        <w:t>1.013e0</w:t>
      </w:r>
    </w:p>
    <w:p w14:paraId="06048C48" w14:textId="77777777" w:rsidR="00810015" w:rsidRDefault="00810015" w:rsidP="00810015">
      <w:r>
        <w:t>241.2691</w:t>
      </w:r>
      <w:r>
        <w:tab/>
        <w:t>1.013e0</w:t>
      </w:r>
    </w:p>
    <w:p w14:paraId="77866578" w14:textId="77777777" w:rsidR="00810015" w:rsidRDefault="00810015" w:rsidP="00810015">
      <w:r>
        <w:t>241.2826</w:t>
      </w:r>
      <w:r>
        <w:tab/>
        <w:t>1.013e0</w:t>
      </w:r>
    </w:p>
    <w:p w14:paraId="79EF9916" w14:textId="77777777" w:rsidR="00810015" w:rsidRDefault="00810015" w:rsidP="00810015">
      <w:r>
        <w:t>241.2864</w:t>
      </w:r>
      <w:r>
        <w:tab/>
        <w:t>1.013e0</w:t>
      </w:r>
    </w:p>
    <w:p w14:paraId="77D0E1CA" w14:textId="77777777" w:rsidR="00810015" w:rsidRDefault="00810015" w:rsidP="00810015">
      <w:r>
        <w:t>241.3296</w:t>
      </w:r>
      <w:r>
        <w:tab/>
        <w:t>2.025e0</w:t>
      </w:r>
    </w:p>
    <w:p w14:paraId="23730BE1" w14:textId="77777777" w:rsidR="00810015" w:rsidRDefault="00810015" w:rsidP="00810015">
      <w:r>
        <w:t>241.4020</w:t>
      </w:r>
      <w:r>
        <w:tab/>
        <w:t>1.013e0</w:t>
      </w:r>
    </w:p>
    <w:p w14:paraId="0F9B7635" w14:textId="77777777" w:rsidR="00810015" w:rsidRDefault="00810015" w:rsidP="00810015">
      <w:r>
        <w:t>241.4135</w:t>
      </w:r>
      <w:r>
        <w:tab/>
        <w:t>1.013e0</w:t>
      </w:r>
    </w:p>
    <w:p w14:paraId="5A127CF5" w14:textId="77777777" w:rsidR="00810015" w:rsidRDefault="00810015" w:rsidP="00810015">
      <w:r>
        <w:t>241.4467</w:t>
      </w:r>
      <w:r>
        <w:tab/>
        <w:t>1.013e0</w:t>
      </w:r>
    </w:p>
    <w:p w14:paraId="1250BB91" w14:textId="77777777" w:rsidR="00810015" w:rsidRDefault="00810015" w:rsidP="00810015">
      <w:r>
        <w:t>241.4586</w:t>
      </w:r>
      <w:r>
        <w:tab/>
        <w:t>1.183e0</w:t>
      </w:r>
    </w:p>
    <w:p w14:paraId="3E38671E" w14:textId="77777777" w:rsidR="00810015" w:rsidRDefault="00810015" w:rsidP="00810015">
      <w:r>
        <w:t>241.4844</w:t>
      </w:r>
      <w:r>
        <w:tab/>
        <w:t>1.013e0</w:t>
      </w:r>
    </w:p>
    <w:p w14:paraId="14D8C1A4" w14:textId="77777777" w:rsidR="00810015" w:rsidRDefault="00810015" w:rsidP="00810015">
      <w:r>
        <w:t>241.4981</w:t>
      </w:r>
      <w:r>
        <w:tab/>
        <w:t>2.025e0</w:t>
      </w:r>
    </w:p>
    <w:p w14:paraId="5A897EF4" w14:textId="77777777" w:rsidR="00810015" w:rsidRDefault="00810015" w:rsidP="00810015">
      <w:r>
        <w:t>241.5039</w:t>
      </w:r>
      <w:r>
        <w:tab/>
        <w:t>1.013e0</w:t>
      </w:r>
    </w:p>
    <w:p w14:paraId="67D83054" w14:textId="77777777" w:rsidR="00810015" w:rsidRDefault="00810015" w:rsidP="00810015">
      <w:r>
        <w:t>241.5270</w:t>
      </w:r>
      <w:r>
        <w:tab/>
        <w:t>1.013e0</w:t>
      </w:r>
    </w:p>
    <w:p w14:paraId="6BC2F09D" w14:textId="77777777" w:rsidR="00810015" w:rsidRDefault="00810015" w:rsidP="00810015">
      <w:r>
        <w:t>241.5496</w:t>
      </w:r>
      <w:r>
        <w:tab/>
        <w:t>1.013e0</w:t>
      </w:r>
    </w:p>
    <w:p w14:paraId="309598AB" w14:textId="77777777" w:rsidR="00810015" w:rsidRDefault="00810015" w:rsidP="00810015">
      <w:r>
        <w:t>241.5765</w:t>
      </w:r>
      <w:r>
        <w:tab/>
        <w:t>1.013e0</w:t>
      </w:r>
    </w:p>
    <w:p w14:paraId="760EA5AB" w14:textId="77777777" w:rsidR="00810015" w:rsidRDefault="00810015" w:rsidP="00810015">
      <w:r>
        <w:t>241.5834</w:t>
      </w:r>
      <w:r>
        <w:tab/>
        <w:t>1.013e0</w:t>
      </w:r>
    </w:p>
    <w:p w14:paraId="2AF69140" w14:textId="77777777" w:rsidR="00810015" w:rsidRDefault="00810015" w:rsidP="00810015">
      <w:r>
        <w:t>241.6037</w:t>
      </w:r>
      <w:r>
        <w:tab/>
        <w:t>2.025e0</w:t>
      </w:r>
    </w:p>
    <w:p w14:paraId="502F0F1A" w14:textId="77777777" w:rsidR="00810015" w:rsidRDefault="00810015" w:rsidP="00810015">
      <w:r>
        <w:t>241.6122</w:t>
      </w:r>
      <w:r>
        <w:tab/>
        <w:t>1.013e0</w:t>
      </w:r>
    </w:p>
    <w:p w14:paraId="386343E5" w14:textId="77777777" w:rsidR="00810015" w:rsidRDefault="00810015" w:rsidP="00810015">
      <w:r>
        <w:t>241.6175</w:t>
      </w:r>
      <w:r>
        <w:tab/>
        <w:t>1.013e0</w:t>
      </w:r>
    </w:p>
    <w:p w14:paraId="53306DCD" w14:textId="77777777" w:rsidR="00810015" w:rsidRDefault="00810015" w:rsidP="00810015">
      <w:r>
        <w:t>241.6349</w:t>
      </w:r>
      <w:r>
        <w:tab/>
        <w:t>2.025e0</w:t>
      </w:r>
    </w:p>
    <w:p w14:paraId="03F12180" w14:textId="77777777" w:rsidR="00810015" w:rsidRDefault="00810015" w:rsidP="00810015">
      <w:r>
        <w:t>241.6369</w:t>
      </w:r>
      <w:r>
        <w:tab/>
        <w:t>2.025e0</w:t>
      </w:r>
    </w:p>
    <w:p w14:paraId="549EDEAD" w14:textId="77777777" w:rsidR="00810015" w:rsidRDefault="00810015" w:rsidP="00810015">
      <w:r>
        <w:t>241.6447</w:t>
      </w:r>
      <w:r>
        <w:tab/>
        <w:t>1.013e0</w:t>
      </w:r>
    </w:p>
    <w:p w14:paraId="6DD16F02" w14:textId="77777777" w:rsidR="00810015" w:rsidRDefault="00810015" w:rsidP="00810015">
      <w:r>
        <w:t>241.6633</w:t>
      </w:r>
      <w:r>
        <w:tab/>
        <w:t>2.025e0</w:t>
      </w:r>
    </w:p>
    <w:p w14:paraId="169C899A" w14:textId="77777777" w:rsidR="00810015" w:rsidRDefault="00810015" w:rsidP="00810015">
      <w:r>
        <w:t>241.6785</w:t>
      </w:r>
      <w:r>
        <w:tab/>
        <w:t>1.013e0</w:t>
      </w:r>
    </w:p>
    <w:p w14:paraId="0E57A5C0" w14:textId="77777777" w:rsidR="00810015" w:rsidRDefault="00810015" w:rsidP="00810015">
      <w:r>
        <w:t>241.7007</w:t>
      </w:r>
      <w:r>
        <w:tab/>
        <w:t>3.038e0</w:t>
      </w:r>
    </w:p>
    <w:p w14:paraId="537E7131" w14:textId="77777777" w:rsidR="00810015" w:rsidRDefault="00810015" w:rsidP="00810015">
      <w:r>
        <w:t>241.7116</w:t>
      </w:r>
      <w:r>
        <w:tab/>
        <w:t>1.013e0</w:t>
      </w:r>
    </w:p>
    <w:p w14:paraId="34C958B7" w14:textId="77777777" w:rsidR="00810015" w:rsidRDefault="00810015" w:rsidP="00810015">
      <w:r>
        <w:t>241.7522</w:t>
      </w:r>
      <w:r>
        <w:tab/>
        <w:t>1.013e0</w:t>
      </w:r>
    </w:p>
    <w:p w14:paraId="2B5D3E3F" w14:textId="77777777" w:rsidR="00810015" w:rsidRDefault="00810015" w:rsidP="00810015">
      <w:r>
        <w:t>241.7697</w:t>
      </w:r>
      <w:r>
        <w:tab/>
        <w:t>1.013e0</w:t>
      </w:r>
    </w:p>
    <w:p w14:paraId="3329C197" w14:textId="77777777" w:rsidR="00810015" w:rsidRDefault="00810015" w:rsidP="00810015">
      <w:r>
        <w:t>241.7737</w:t>
      </w:r>
      <w:r>
        <w:tab/>
        <w:t>2.025e0</w:t>
      </w:r>
    </w:p>
    <w:p w14:paraId="63F49B5D" w14:textId="77777777" w:rsidR="00810015" w:rsidRDefault="00810015" w:rsidP="00810015">
      <w:r>
        <w:t>241.7815</w:t>
      </w:r>
      <w:r>
        <w:tab/>
        <w:t>2.025e0</w:t>
      </w:r>
    </w:p>
    <w:p w14:paraId="39F93300" w14:textId="77777777" w:rsidR="00810015" w:rsidRDefault="00810015" w:rsidP="00810015">
      <w:r>
        <w:t>241.8118</w:t>
      </w:r>
      <w:r>
        <w:tab/>
        <w:t>1.013e0</w:t>
      </w:r>
    </w:p>
    <w:p w14:paraId="28265647" w14:textId="77777777" w:rsidR="00810015" w:rsidRDefault="00810015" w:rsidP="00810015">
      <w:r>
        <w:t>241.8154</w:t>
      </w:r>
      <w:r>
        <w:tab/>
        <w:t>1.013e0</w:t>
      </w:r>
    </w:p>
    <w:p w14:paraId="61C89C03" w14:textId="77777777" w:rsidR="00810015" w:rsidRDefault="00810015" w:rsidP="00810015">
      <w:r>
        <w:t>241.8310</w:t>
      </w:r>
      <w:r>
        <w:tab/>
        <w:t>1.013e0</w:t>
      </w:r>
    </w:p>
    <w:p w14:paraId="6815FE19" w14:textId="77777777" w:rsidR="00810015" w:rsidRDefault="00810015" w:rsidP="00810015">
      <w:r>
        <w:t>241.8845</w:t>
      </w:r>
      <w:r>
        <w:tab/>
        <w:t>1.013e0</w:t>
      </w:r>
    </w:p>
    <w:p w14:paraId="2EC1EB36" w14:textId="77777777" w:rsidR="00810015" w:rsidRDefault="00810015" w:rsidP="00810015">
      <w:r>
        <w:t>241.9071</w:t>
      </w:r>
      <w:r>
        <w:tab/>
        <w:t>2.025e0</w:t>
      </w:r>
    </w:p>
    <w:p w14:paraId="60694032" w14:textId="77777777" w:rsidR="00810015" w:rsidRDefault="00810015" w:rsidP="00810015">
      <w:r>
        <w:t>241.9421</w:t>
      </w:r>
      <w:r>
        <w:tab/>
        <w:t>1.013e0</w:t>
      </w:r>
    </w:p>
    <w:p w14:paraId="40D0A63D" w14:textId="77777777" w:rsidR="00810015" w:rsidRDefault="00810015" w:rsidP="00810015">
      <w:r>
        <w:t>241.9466</w:t>
      </w:r>
      <w:r>
        <w:tab/>
        <w:t>1.013e0</w:t>
      </w:r>
    </w:p>
    <w:p w14:paraId="1F865777" w14:textId="77777777" w:rsidR="00810015" w:rsidRDefault="00810015" w:rsidP="00810015">
      <w:r>
        <w:t>242.0193</w:t>
      </w:r>
      <w:r>
        <w:tab/>
        <w:t>1.920e1</w:t>
      </w:r>
    </w:p>
    <w:p w14:paraId="7FD639E2" w14:textId="77777777" w:rsidR="00810015" w:rsidRDefault="00810015" w:rsidP="00810015">
      <w:r>
        <w:t>242.0207</w:t>
      </w:r>
      <w:r>
        <w:tab/>
        <w:t>4.244e1</w:t>
      </w:r>
    </w:p>
    <w:p w14:paraId="58778225" w14:textId="77777777" w:rsidR="00810015" w:rsidRDefault="00810015" w:rsidP="00810015">
      <w:r>
        <w:t>242.0231</w:t>
      </w:r>
      <w:r>
        <w:tab/>
        <w:t>2.359e1</w:t>
      </w:r>
    </w:p>
    <w:p w14:paraId="7BC8A6C5" w14:textId="77777777" w:rsidR="00810015" w:rsidRDefault="00810015" w:rsidP="00810015">
      <w:r>
        <w:t>242.0284</w:t>
      </w:r>
      <w:r>
        <w:tab/>
        <w:t>3.051e1</w:t>
      </w:r>
    </w:p>
    <w:p w14:paraId="5BB2D1E5" w14:textId="77777777" w:rsidR="00810015" w:rsidRDefault="00810015" w:rsidP="00810015">
      <w:r>
        <w:t>242.0562</w:t>
      </w:r>
      <w:r>
        <w:tab/>
        <w:t>5.958e0</w:t>
      </w:r>
    </w:p>
    <w:p w14:paraId="762B219E" w14:textId="77777777" w:rsidR="00810015" w:rsidRDefault="00810015" w:rsidP="00810015">
      <w:r>
        <w:t>242.0825</w:t>
      </w:r>
      <w:r>
        <w:tab/>
        <w:t>1.013e0</w:t>
      </w:r>
    </w:p>
    <w:p w14:paraId="6FB5AC06" w14:textId="77777777" w:rsidR="00810015" w:rsidRDefault="00810015" w:rsidP="00810015">
      <w:r>
        <w:t>242.0916</w:t>
      </w:r>
      <w:r>
        <w:tab/>
        <w:t>2.025e0</w:t>
      </w:r>
    </w:p>
    <w:p w14:paraId="27954550" w14:textId="77777777" w:rsidR="00810015" w:rsidRDefault="00810015" w:rsidP="00810015">
      <w:r>
        <w:t>242.0979</w:t>
      </w:r>
      <w:r>
        <w:tab/>
        <w:t>2.025e0</w:t>
      </w:r>
    </w:p>
    <w:p w14:paraId="2490CD87" w14:textId="77777777" w:rsidR="00810015" w:rsidRDefault="00810015" w:rsidP="00810015">
      <w:r>
        <w:t>242.1371</w:t>
      </w:r>
      <w:r>
        <w:tab/>
        <w:t>1.966e1</w:t>
      </w:r>
    </w:p>
    <w:p w14:paraId="6229881C" w14:textId="77777777" w:rsidR="00810015" w:rsidRDefault="00810015" w:rsidP="00810015">
      <w:r>
        <w:t>242.1387</w:t>
      </w:r>
      <w:r>
        <w:tab/>
        <w:t>3.842e1</w:t>
      </w:r>
    </w:p>
    <w:p w14:paraId="6E5792BB" w14:textId="77777777" w:rsidR="00810015" w:rsidRDefault="00810015" w:rsidP="00810015">
      <w:r>
        <w:t>242.1411</w:t>
      </w:r>
      <w:r>
        <w:tab/>
        <w:t>2.329e1</w:t>
      </w:r>
    </w:p>
    <w:p w14:paraId="30A4F3BD" w14:textId="77777777" w:rsidR="00810015" w:rsidRDefault="00810015" w:rsidP="00810015">
      <w:r>
        <w:t>242.1427</w:t>
      </w:r>
      <w:r>
        <w:tab/>
        <w:t>2.127e1</w:t>
      </w:r>
    </w:p>
    <w:p w14:paraId="43277167" w14:textId="77777777" w:rsidR="00810015" w:rsidRDefault="00810015" w:rsidP="00810015">
      <w:r>
        <w:t>242.1819</w:t>
      </w:r>
      <w:r>
        <w:tab/>
        <w:t>1.013e0</w:t>
      </w:r>
    </w:p>
    <w:p w14:paraId="5B364ACB" w14:textId="77777777" w:rsidR="00810015" w:rsidRDefault="00810015" w:rsidP="00810015">
      <w:r>
        <w:t>242.1853</w:t>
      </w:r>
      <w:r>
        <w:tab/>
        <w:t>1.321e0</w:t>
      </w:r>
    </w:p>
    <w:p w14:paraId="4CE0276F" w14:textId="77777777" w:rsidR="00810015" w:rsidRDefault="00810015" w:rsidP="00810015">
      <w:r>
        <w:t>242.1954</w:t>
      </w:r>
      <w:r>
        <w:tab/>
        <w:t>1.013e0</w:t>
      </w:r>
    </w:p>
    <w:p w14:paraId="4E55B76C" w14:textId="77777777" w:rsidR="00810015" w:rsidRDefault="00810015" w:rsidP="00810015">
      <w:r>
        <w:t>242.2164</w:t>
      </w:r>
      <w:r>
        <w:tab/>
        <w:t>2.025e0</w:t>
      </w:r>
    </w:p>
    <w:p w14:paraId="496A8BDE" w14:textId="77777777" w:rsidR="00810015" w:rsidRDefault="00810015" w:rsidP="00810015">
      <w:r>
        <w:t>242.2272</w:t>
      </w:r>
      <w:r>
        <w:tab/>
        <w:t>2.025e0</w:t>
      </w:r>
    </w:p>
    <w:p w14:paraId="17849121" w14:textId="77777777" w:rsidR="00810015" w:rsidRDefault="00810015" w:rsidP="00810015">
      <w:r>
        <w:t>242.2452</w:t>
      </w:r>
      <w:r>
        <w:tab/>
        <w:t>1.013e0</w:t>
      </w:r>
    </w:p>
    <w:p w14:paraId="53C04B6B" w14:textId="77777777" w:rsidR="00810015" w:rsidRDefault="00810015" w:rsidP="00810015">
      <w:r>
        <w:t>242.2572</w:t>
      </w:r>
      <w:r>
        <w:tab/>
        <w:t>1.013e0</w:t>
      </w:r>
    </w:p>
    <w:p w14:paraId="131A3D10" w14:textId="77777777" w:rsidR="00810015" w:rsidRDefault="00810015" w:rsidP="00810015">
      <w:r>
        <w:t>242.2859</w:t>
      </w:r>
      <w:r>
        <w:tab/>
        <w:t>4.377e0</w:t>
      </w:r>
    </w:p>
    <w:p w14:paraId="70A54595" w14:textId="77777777" w:rsidR="00810015" w:rsidRDefault="00810015" w:rsidP="00810015">
      <w:r>
        <w:t>242.2888</w:t>
      </w:r>
      <w:r>
        <w:tab/>
        <w:t>7.089e0</w:t>
      </w:r>
    </w:p>
    <w:p w14:paraId="0F6B5CDE" w14:textId="77777777" w:rsidR="00810015" w:rsidRDefault="00810015" w:rsidP="00810015">
      <w:r>
        <w:t>242.2900</w:t>
      </w:r>
      <w:r>
        <w:tab/>
        <w:t>5.063e0</w:t>
      </w:r>
    </w:p>
    <w:p w14:paraId="24D66E51" w14:textId="77777777" w:rsidR="00810015" w:rsidRDefault="00810015" w:rsidP="00810015">
      <w:r>
        <w:t>242.2926</w:t>
      </w:r>
      <w:r>
        <w:tab/>
        <w:t>6.307e0</w:t>
      </w:r>
    </w:p>
    <w:p w14:paraId="5152DFB5" w14:textId="77777777" w:rsidR="00810015" w:rsidRDefault="00810015" w:rsidP="00810015">
      <w:r>
        <w:t>242.3147</w:t>
      </w:r>
      <w:r>
        <w:tab/>
        <w:t>1.013e0</w:t>
      </w:r>
    </w:p>
    <w:p w14:paraId="735D0B20" w14:textId="77777777" w:rsidR="00810015" w:rsidRDefault="00810015" w:rsidP="00810015">
      <w:r>
        <w:t>242.3358</w:t>
      </w:r>
      <w:r>
        <w:tab/>
        <w:t>1.013e0</w:t>
      </w:r>
    </w:p>
    <w:p w14:paraId="5380CBCD" w14:textId="77777777" w:rsidR="00810015" w:rsidRDefault="00810015" w:rsidP="00810015">
      <w:r>
        <w:t>242.3381</w:t>
      </w:r>
      <w:r>
        <w:tab/>
        <w:t>3.038e0</w:t>
      </w:r>
    </w:p>
    <w:p w14:paraId="0F175702" w14:textId="77777777" w:rsidR="00810015" w:rsidRDefault="00810015" w:rsidP="00810015">
      <w:r>
        <w:t>242.3493</w:t>
      </w:r>
      <w:r>
        <w:tab/>
        <w:t>1.013e0</w:t>
      </w:r>
    </w:p>
    <w:p w14:paraId="0D71B1E9" w14:textId="77777777" w:rsidR="00810015" w:rsidRDefault="00810015" w:rsidP="00810015">
      <w:r>
        <w:t>242.3681</w:t>
      </w:r>
      <w:r>
        <w:tab/>
        <w:t>1.013e0</w:t>
      </w:r>
    </w:p>
    <w:p w14:paraId="5DC2E460" w14:textId="77777777" w:rsidR="00810015" w:rsidRDefault="00810015" w:rsidP="00810015">
      <w:r>
        <w:t>242.3924</w:t>
      </w:r>
      <w:r>
        <w:tab/>
        <w:t>3.038e0</w:t>
      </w:r>
    </w:p>
    <w:p w14:paraId="18C02193" w14:textId="77777777" w:rsidR="00810015" w:rsidRDefault="00810015" w:rsidP="00810015">
      <w:r>
        <w:t>242.4234</w:t>
      </w:r>
      <w:r>
        <w:tab/>
        <w:t>2.025e0</w:t>
      </w:r>
    </w:p>
    <w:p w14:paraId="1DD4D10E" w14:textId="77777777" w:rsidR="00810015" w:rsidRDefault="00810015" w:rsidP="00810015">
      <w:r>
        <w:t>242.4555</w:t>
      </w:r>
      <w:r>
        <w:tab/>
        <w:t>2.025e0</w:t>
      </w:r>
    </w:p>
    <w:p w14:paraId="0864D8F6" w14:textId="77777777" w:rsidR="00810015" w:rsidRDefault="00810015" w:rsidP="00810015">
      <w:r>
        <w:t>242.4717</w:t>
      </w:r>
      <w:r>
        <w:tab/>
        <w:t>1.013e0</w:t>
      </w:r>
    </w:p>
    <w:p w14:paraId="1FE404CD" w14:textId="77777777" w:rsidR="00810015" w:rsidRDefault="00810015" w:rsidP="00810015">
      <w:r>
        <w:t>242.5030</w:t>
      </w:r>
      <w:r>
        <w:tab/>
        <w:t>2.025e0</w:t>
      </w:r>
    </w:p>
    <w:p w14:paraId="0998DF21" w14:textId="77777777" w:rsidR="00810015" w:rsidRDefault="00810015" w:rsidP="00810015">
      <w:r>
        <w:t>242.5128</w:t>
      </w:r>
      <w:r>
        <w:tab/>
        <w:t>1.013e0</w:t>
      </w:r>
    </w:p>
    <w:p w14:paraId="48B4A05F" w14:textId="77777777" w:rsidR="00810015" w:rsidRDefault="00810015" w:rsidP="00810015">
      <w:r>
        <w:t>242.5306</w:t>
      </w:r>
      <w:r>
        <w:tab/>
        <w:t>1.013e0</w:t>
      </w:r>
    </w:p>
    <w:p w14:paraId="54793CDE" w14:textId="77777777" w:rsidR="00810015" w:rsidRDefault="00810015" w:rsidP="00810015">
      <w:r>
        <w:t>242.5393</w:t>
      </w:r>
      <w:r>
        <w:tab/>
        <w:t>2.025e0</w:t>
      </w:r>
    </w:p>
    <w:p w14:paraId="4A21011E" w14:textId="77777777" w:rsidR="00810015" w:rsidRDefault="00810015" w:rsidP="00810015">
      <w:r>
        <w:t>242.5855</w:t>
      </w:r>
      <w:r>
        <w:tab/>
        <w:t>1.013e0</w:t>
      </w:r>
    </w:p>
    <w:p w14:paraId="6F34A806" w14:textId="77777777" w:rsidR="00810015" w:rsidRDefault="00810015" w:rsidP="00810015">
      <w:r>
        <w:t>242.5884</w:t>
      </w:r>
      <w:r>
        <w:tab/>
        <w:t>1.013e0</w:t>
      </w:r>
    </w:p>
    <w:p w14:paraId="521EDCFF" w14:textId="77777777" w:rsidR="00810015" w:rsidRDefault="00810015" w:rsidP="00810015">
      <w:r>
        <w:t>242.6122</w:t>
      </w:r>
      <w:r>
        <w:tab/>
        <w:t>1.013e0</w:t>
      </w:r>
    </w:p>
    <w:p w14:paraId="0511155B" w14:textId="77777777" w:rsidR="00810015" w:rsidRDefault="00810015" w:rsidP="00810015">
      <w:r>
        <w:t>242.6192</w:t>
      </w:r>
      <w:r>
        <w:tab/>
        <w:t>2.025e0</w:t>
      </w:r>
    </w:p>
    <w:p w14:paraId="7B6CFB0D" w14:textId="77777777" w:rsidR="00810015" w:rsidRDefault="00810015" w:rsidP="00810015">
      <w:r>
        <w:t>242.6341</w:t>
      </w:r>
      <w:r>
        <w:tab/>
        <w:t>1.013e0</w:t>
      </w:r>
    </w:p>
    <w:p w14:paraId="1EE82E5E" w14:textId="77777777" w:rsidR="00810015" w:rsidRDefault="00810015" w:rsidP="00810015">
      <w:r>
        <w:t>242.6380</w:t>
      </w:r>
      <w:r>
        <w:tab/>
        <w:t>1.013e0</w:t>
      </w:r>
    </w:p>
    <w:p w14:paraId="4C477D60" w14:textId="77777777" w:rsidR="00810015" w:rsidRDefault="00810015" w:rsidP="00810015">
      <w:r>
        <w:t>242.6629</w:t>
      </w:r>
      <w:r>
        <w:tab/>
        <w:t>1.013e0</w:t>
      </w:r>
    </w:p>
    <w:p w14:paraId="6DA1B2AD" w14:textId="77777777" w:rsidR="00810015" w:rsidRDefault="00810015" w:rsidP="00810015">
      <w:r>
        <w:t>242.6832</w:t>
      </w:r>
      <w:r>
        <w:tab/>
        <w:t>2.025e0</w:t>
      </w:r>
    </w:p>
    <w:p w14:paraId="6F5078C7" w14:textId="77777777" w:rsidR="00810015" w:rsidRDefault="00810015" w:rsidP="00810015">
      <w:r>
        <w:t>242.6857</w:t>
      </w:r>
      <w:r>
        <w:tab/>
        <w:t>3.038e0</w:t>
      </w:r>
    </w:p>
    <w:p w14:paraId="7D3653B7" w14:textId="77777777" w:rsidR="00810015" w:rsidRDefault="00810015" w:rsidP="00810015">
      <w:r>
        <w:t>242.7128</w:t>
      </w:r>
      <w:r>
        <w:tab/>
        <w:t>1.013e0</w:t>
      </w:r>
    </w:p>
    <w:p w14:paraId="28368333" w14:textId="77777777" w:rsidR="00810015" w:rsidRDefault="00810015" w:rsidP="00810015">
      <w:r>
        <w:t>242.7372</w:t>
      </w:r>
      <w:r>
        <w:tab/>
        <w:t>2.025e0</w:t>
      </w:r>
    </w:p>
    <w:p w14:paraId="4E540EC6" w14:textId="77777777" w:rsidR="00810015" w:rsidRDefault="00810015" w:rsidP="00810015">
      <w:r>
        <w:t>242.7554</w:t>
      </w:r>
      <w:r>
        <w:tab/>
        <w:t>2.025e0</w:t>
      </w:r>
    </w:p>
    <w:p w14:paraId="09C79434" w14:textId="77777777" w:rsidR="00810015" w:rsidRDefault="00810015" w:rsidP="00810015">
      <w:r>
        <w:t>242.7640</w:t>
      </w:r>
      <w:r>
        <w:tab/>
        <w:t>2.025e0</w:t>
      </w:r>
    </w:p>
    <w:p w14:paraId="488D534D" w14:textId="77777777" w:rsidR="00810015" w:rsidRDefault="00810015" w:rsidP="00810015">
      <w:r>
        <w:t>242.7663</w:t>
      </w:r>
      <w:r>
        <w:tab/>
        <w:t>1.013e0</w:t>
      </w:r>
    </w:p>
    <w:p w14:paraId="70C18497" w14:textId="77777777" w:rsidR="00810015" w:rsidRDefault="00810015" w:rsidP="00810015">
      <w:r>
        <w:t>242.7993</w:t>
      </w:r>
      <w:r>
        <w:tab/>
        <w:t>1.013e0</w:t>
      </w:r>
    </w:p>
    <w:p w14:paraId="4B0889F8" w14:textId="77777777" w:rsidR="00810015" w:rsidRDefault="00810015" w:rsidP="00810015">
      <w:r>
        <w:t>242.8625</w:t>
      </w:r>
      <w:r>
        <w:tab/>
        <w:t>1.013e0</w:t>
      </w:r>
    </w:p>
    <w:p w14:paraId="21A1C557" w14:textId="77777777" w:rsidR="00810015" w:rsidRDefault="00810015" w:rsidP="00810015">
      <w:r>
        <w:t>242.8820</w:t>
      </w:r>
      <w:r>
        <w:tab/>
        <w:t>1.013e0</w:t>
      </w:r>
    </w:p>
    <w:p w14:paraId="561C50B4" w14:textId="77777777" w:rsidR="00810015" w:rsidRDefault="00810015" w:rsidP="00810015">
      <w:r>
        <w:t>242.8860</w:t>
      </w:r>
      <w:r>
        <w:tab/>
        <w:t>1.013e0</w:t>
      </w:r>
    </w:p>
    <w:p w14:paraId="1750E8C7" w14:textId="77777777" w:rsidR="00810015" w:rsidRDefault="00810015" w:rsidP="00810015">
      <w:r>
        <w:t>242.9033</w:t>
      </w:r>
      <w:r>
        <w:tab/>
        <w:t>1.013e0</w:t>
      </w:r>
    </w:p>
    <w:p w14:paraId="15FED68A" w14:textId="77777777" w:rsidR="00810015" w:rsidRDefault="00810015" w:rsidP="00810015">
      <w:r>
        <w:t>242.9115</w:t>
      </w:r>
      <w:r>
        <w:tab/>
        <w:t>1.013e0</w:t>
      </w:r>
    </w:p>
    <w:p w14:paraId="6C79211B" w14:textId="77777777" w:rsidR="00810015" w:rsidRDefault="00810015" w:rsidP="00810015">
      <w:r>
        <w:t>242.9189</w:t>
      </w:r>
      <w:r>
        <w:tab/>
        <w:t>2.025e0</w:t>
      </w:r>
    </w:p>
    <w:p w14:paraId="7DF7F2C1" w14:textId="77777777" w:rsidR="00810015" w:rsidRDefault="00810015" w:rsidP="00810015">
      <w:r>
        <w:t>242.9433</w:t>
      </w:r>
      <w:r>
        <w:tab/>
        <w:t>1.013e0</w:t>
      </w:r>
    </w:p>
    <w:p w14:paraId="2C28D053" w14:textId="77777777" w:rsidR="00810015" w:rsidRDefault="00810015" w:rsidP="00810015">
      <w:r>
        <w:t>242.9742</w:t>
      </w:r>
      <w:r>
        <w:tab/>
        <w:t>1.013e0</w:t>
      </w:r>
    </w:p>
    <w:p w14:paraId="34CCBD85" w14:textId="77777777" w:rsidR="00810015" w:rsidRDefault="00810015" w:rsidP="00810015">
      <w:r>
        <w:t>242.9855</w:t>
      </w:r>
      <w:r>
        <w:tab/>
        <w:t>6.076e0</w:t>
      </w:r>
    </w:p>
    <w:p w14:paraId="2D8F6817" w14:textId="77777777" w:rsidR="00810015" w:rsidRDefault="00810015" w:rsidP="00810015">
      <w:r>
        <w:t>243.0021</w:t>
      </w:r>
      <w:r>
        <w:tab/>
        <w:t>2.025e0</w:t>
      </w:r>
    </w:p>
    <w:p w14:paraId="71990CD9" w14:textId="77777777" w:rsidR="00810015" w:rsidRDefault="00810015" w:rsidP="00810015">
      <w:r>
        <w:t>243.0147</w:t>
      </w:r>
      <w:r>
        <w:tab/>
        <w:t>4.713e0</w:t>
      </w:r>
    </w:p>
    <w:p w14:paraId="178EE083" w14:textId="77777777" w:rsidR="00810015" w:rsidRDefault="00810015" w:rsidP="00810015">
      <w:r>
        <w:t>243.0174</w:t>
      </w:r>
      <w:r>
        <w:tab/>
        <w:t>7.089e0</w:t>
      </w:r>
    </w:p>
    <w:p w14:paraId="5F47C8D8" w14:textId="77777777" w:rsidR="00810015" w:rsidRDefault="00810015" w:rsidP="00810015">
      <w:r>
        <w:t>243.0210</w:t>
      </w:r>
      <w:r>
        <w:tab/>
        <w:t>4.051e0</w:t>
      </w:r>
    </w:p>
    <w:p w14:paraId="5FF0FCB4" w14:textId="77777777" w:rsidR="00810015" w:rsidRDefault="00810015" w:rsidP="00810015">
      <w:r>
        <w:t>243.0267</w:t>
      </w:r>
      <w:r>
        <w:tab/>
        <w:t>7.924e0</w:t>
      </w:r>
    </w:p>
    <w:p w14:paraId="3B1B775B" w14:textId="77777777" w:rsidR="00810015" w:rsidRDefault="00810015" w:rsidP="00810015">
      <w:r>
        <w:t>243.0457</w:t>
      </w:r>
      <w:r>
        <w:tab/>
        <w:t>3.230e0</w:t>
      </w:r>
    </w:p>
    <w:p w14:paraId="27BEC277" w14:textId="77777777" w:rsidR="00810015" w:rsidRDefault="00810015" w:rsidP="00810015">
      <w:r>
        <w:t>243.0576</w:t>
      </w:r>
      <w:r>
        <w:tab/>
        <w:t>1.013e0</w:t>
      </w:r>
    </w:p>
    <w:p w14:paraId="5C3711FD" w14:textId="77777777" w:rsidR="00810015" w:rsidRDefault="00810015" w:rsidP="00810015">
      <w:r>
        <w:t>243.0686</w:t>
      </w:r>
      <w:r>
        <w:tab/>
        <w:t>1.013e0</w:t>
      </w:r>
    </w:p>
    <w:p w14:paraId="47BA110B" w14:textId="77777777" w:rsidR="00810015" w:rsidRDefault="00810015" w:rsidP="00810015">
      <w:r>
        <w:t>243.0717</w:t>
      </w:r>
      <w:r>
        <w:tab/>
        <w:t>5.063e0</w:t>
      </w:r>
    </w:p>
    <w:p w14:paraId="482CAFAF" w14:textId="77777777" w:rsidR="00810015" w:rsidRDefault="00810015" w:rsidP="00810015">
      <w:r>
        <w:t>243.0813</w:t>
      </w:r>
      <w:r>
        <w:tab/>
        <w:t>1.013e0</w:t>
      </w:r>
    </w:p>
    <w:p w14:paraId="755C9A7F" w14:textId="77777777" w:rsidR="00810015" w:rsidRDefault="00810015" w:rsidP="00810015">
      <w:r>
        <w:t>243.0842</w:t>
      </w:r>
      <w:r>
        <w:tab/>
        <w:t>1.013e0</w:t>
      </w:r>
    </w:p>
    <w:p w14:paraId="7C9FF6BD" w14:textId="77777777" w:rsidR="00810015" w:rsidRDefault="00810015" w:rsidP="00810015">
      <w:r>
        <w:t>243.0933</w:t>
      </w:r>
      <w:r>
        <w:tab/>
        <w:t>3.038e0</w:t>
      </w:r>
    </w:p>
    <w:p w14:paraId="1FC9B390" w14:textId="77777777" w:rsidR="00810015" w:rsidRDefault="00810015" w:rsidP="00810015">
      <w:r>
        <w:t>243.1016</w:t>
      </w:r>
      <w:r>
        <w:tab/>
        <w:t>2.025e0</w:t>
      </w:r>
    </w:p>
    <w:p w14:paraId="17FA5B61" w14:textId="77777777" w:rsidR="00810015" w:rsidRDefault="00810015" w:rsidP="00810015">
      <w:r>
        <w:t>243.1182</w:t>
      </w:r>
      <w:r>
        <w:tab/>
        <w:t>1.013e0</w:t>
      </w:r>
    </w:p>
    <w:p w14:paraId="7A905753" w14:textId="77777777" w:rsidR="00810015" w:rsidRDefault="00810015" w:rsidP="00810015">
      <w:r>
        <w:t>243.1353</w:t>
      </w:r>
      <w:r>
        <w:tab/>
        <w:t>8.248e0</w:t>
      </w:r>
    </w:p>
    <w:p w14:paraId="0E73091C" w14:textId="77777777" w:rsidR="00810015" w:rsidRDefault="00810015" w:rsidP="00810015">
      <w:r>
        <w:t>243.1428</w:t>
      </w:r>
      <w:r>
        <w:tab/>
        <w:t>3.038e0</w:t>
      </w:r>
    </w:p>
    <w:p w14:paraId="6E3137AF" w14:textId="77777777" w:rsidR="00810015" w:rsidRDefault="00810015" w:rsidP="00810015">
      <w:r>
        <w:t>243.1472</w:t>
      </w:r>
      <w:r>
        <w:tab/>
        <w:t>5.502e0</w:t>
      </w:r>
    </w:p>
    <w:p w14:paraId="71321D79" w14:textId="77777777" w:rsidR="00810015" w:rsidRDefault="00810015" w:rsidP="00810015">
      <w:r>
        <w:t>243.1496</w:t>
      </w:r>
      <w:r>
        <w:tab/>
        <w:t>8.101e0</w:t>
      </w:r>
    </w:p>
    <w:p w14:paraId="2AA19030" w14:textId="77777777" w:rsidR="00810015" w:rsidRDefault="00810015" w:rsidP="00810015">
      <w:r>
        <w:t>243.1662</w:t>
      </w:r>
      <w:r>
        <w:tab/>
        <w:t>6.659e0</w:t>
      </w:r>
    </w:p>
    <w:p w14:paraId="13254434" w14:textId="77777777" w:rsidR="00810015" w:rsidRDefault="00810015" w:rsidP="00810015">
      <w:r>
        <w:t>243.1756</w:t>
      </w:r>
      <w:r>
        <w:tab/>
        <w:t>2.025e0</w:t>
      </w:r>
    </w:p>
    <w:p w14:paraId="17B62C4D" w14:textId="77777777" w:rsidR="00810015" w:rsidRDefault="00810015" w:rsidP="00810015">
      <w:r>
        <w:t>243.1975</w:t>
      </w:r>
      <w:r>
        <w:tab/>
        <w:t>2.025e0</w:t>
      </w:r>
    </w:p>
    <w:p w14:paraId="42CE3C4C" w14:textId="77777777" w:rsidR="00810015" w:rsidRDefault="00810015" w:rsidP="00810015">
      <w:r>
        <w:t>243.2033</w:t>
      </w:r>
      <w:r>
        <w:tab/>
        <w:t>2.025e0</w:t>
      </w:r>
    </w:p>
    <w:p w14:paraId="7CEBFD88" w14:textId="77777777" w:rsidR="00810015" w:rsidRDefault="00810015" w:rsidP="00810015">
      <w:r>
        <w:t>243.2232</w:t>
      </w:r>
      <w:r>
        <w:tab/>
        <w:t>2.025e0</w:t>
      </w:r>
    </w:p>
    <w:p w14:paraId="046A4704" w14:textId="77777777" w:rsidR="00810015" w:rsidRDefault="00810015" w:rsidP="00810015">
      <w:r>
        <w:t>243.2438</w:t>
      </w:r>
      <w:r>
        <w:tab/>
        <w:t>1.013e0</w:t>
      </w:r>
    </w:p>
    <w:p w14:paraId="7C331A9F" w14:textId="77777777" w:rsidR="00810015" w:rsidRDefault="00810015" w:rsidP="00810015">
      <w:r>
        <w:t>243.2675</w:t>
      </w:r>
      <w:r>
        <w:tab/>
        <w:t>2.025e0</w:t>
      </w:r>
    </w:p>
    <w:p w14:paraId="4F91527A" w14:textId="77777777" w:rsidR="00810015" w:rsidRDefault="00810015" w:rsidP="00810015">
      <w:r>
        <w:t>243.2748</w:t>
      </w:r>
      <w:r>
        <w:tab/>
        <w:t>1.013e0</w:t>
      </w:r>
    </w:p>
    <w:p w14:paraId="1515F0F5" w14:textId="77777777" w:rsidR="00810015" w:rsidRDefault="00810015" w:rsidP="00810015">
      <w:r>
        <w:t>243.2870</w:t>
      </w:r>
      <w:r>
        <w:tab/>
        <w:t>3.038e0</w:t>
      </w:r>
    </w:p>
    <w:p w14:paraId="05C9AA4B" w14:textId="77777777" w:rsidR="00810015" w:rsidRDefault="00810015" w:rsidP="00810015">
      <w:r>
        <w:t>243.2957</w:t>
      </w:r>
      <w:r>
        <w:tab/>
        <w:t>2.025e0</w:t>
      </w:r>
    </w:p>
    <w:p w14:paraId="2496B712" w14:textId="77777777" w:rsidR="00810015" w:rsidRDefault="00810015" w:rsidP="00810015">
      <w:r>
        <w:t>243.2991</w:t>
      </w:r>
      <w:r>
        <w:tab/>
        <w:t>2.025e0</w:t>
      </w:r>
    </w:p>
    <w:p w14:paraId="44F9ED61" w14:textId="77777777" w:rsidR="00810015" w:rsidRDefault="00810015" w:rsidP="00810015">
      <w:r>
        <w:t>243.3097</w:t>
      </w:r>
      <w:r>
        <w:tab/>
        <w:t>1.013e0</w:t>
      </w:r>
    </w:p>
    <w:p w14:paraId="431472C9" w14:textId="77777777" w:rsidR="00810015" w:rsidRDefault="00810015" w:rsidP="00810015">
      <w:r>
        <w:t>243.3386</w:t>
      </w:r>
      <w:r>
        <w:tab/>
        <w:t>3.038e0</w:t>
      </w:r>
    </w:p>
    <w:p w14:paraId="02846CFA" w14:textId="77777777" w:rsidR="00810015" w:rsidRDefault="00810015" w:rsidP="00810015">
      <w:r>
        <w:t>243.3797</w:t>
      </w:r>
      <w:r>
        <w:tab/>
        <w:t>2.025e0</w:t>
      </w:r>
    </w:p>
    <w:p w14:paraId="2D557223" w14:textId="77777777" w:rsidR="00810015" w:rsidRDefault="00810015" w:rsidP="00810015">
      <w:r>
        <w:t>243.4001</w:t>
      </w:r>
      <w:r>
        <w:tab/>
        <w:t>2.025e0</w:t>
      </w:r>
    </w:p>
    <w:p w14:paraId="42086EDA" w14:textId="77777777" w:rsidR="00810015" w:rsidRDefault="00810015" w:rsidP="00810015">
      <w:r>
        <w:t>243.4050</w:t>
      </w:r>
      <w:r>
        <w:tab/>
        <w:t>1.013e0</w:t>
      </w:r>
    </w:p>
    <w:p w14:paraId="58916C46" w14:textId="77777777" w:rsidR="00810015" w:rsidRDefault="00810015" w:rsidP="00810015">
      <w:r>
        <w:t>243.4338</w:t>
      </w:r>
      <w:r>
        <w:tab/>
        <w:t>1.013e0</w:t>
      </w:r>
    </w:p>
    <w:p w14:paraId="5DF3936B" w14:textId="77777777" w:rsidR="00810015" w:rsidRDefault="00810015" w:rsidP="00810015">
      <w:r>
        <w:t>243.4381</w:t>
      </w:r>
      <w:r>
        <w:tab/>
        <w:t>1.013e0</w:t>
      </w:r>
    </w:p>
    <w:p w14:paraId="646B4F7A" w14:textId="77777777" w:rsidR="00810015" w:rsidRDefault="00810015" w:rsidP="00810015">
      <w:r>
        <w:t>243.4615</w:t>
      </w:r>
      <w:r>
        <w:tab/>
        <w:t>1.013e0</w:t>
      </w:r>
    </w:p>
    <w:p w14:paraId="03D4F2D6" w14:textId="77777777" w:rsidR="00810015" w:rsidRDefault="00810015" w:rsidP="00810015">
      <w:r>
        <w:t>243.5456</w:t>
      </w:r>
      <w:r>
        <w:tab/>
        <w:t>2.025e0</w:t>
      </w:r>
    </w:p>
    <w:p w14:paraId="1B74A45B" w14:textId="77777777" w:rsidR="00810015" w:rsidRDefault="00810015" w:rsidP="00810015">
      <w:r>
        <w:t>243.5568</w:t>
      </w:r>
      <w:r>
        <w:tab/>
        <w:t>1.013e0</w:t>
      </w:r>
    </w:p>
    <w:p w14:paraId="64D1FBC4" w14:textId="77777777" w:rsidR="00810015" w:rsidRDefault="00810015" w:rsidP="00810015">
      <w:r>
        <w:t>243.5657</w:t>
      </w:r>
      <w:r>
        <w:tab/>
        <w:t>1.013e0</w:t>
      </w:r>
    </w:p>
    <w:p w14:paraId="66B47DB2" w14:textId="77777777" w:rsidR="00810015" w:rsidRDefault="00810015" w:rsidP="00810015">
      <w:r>
        <w:t>243.5987</w:t>
      </w:r>
      <w:r>
        <w:tab/>
        <w:t>1.013e0</w:t>
      </w:r>
    </w:p>
    <w:p w14:paraId="3546FA4B" w14:textId="77777777" w:rsidR="00810015" w:rsidRDefault="00810015" w:rsidP="00810015">
      <w:r>
        <w:t>243.6248</w:t>
      </w:r>
      <w:r>
        <w:tab/>
        <w:t>1.013e0</w:t>
      </w:r>
    </w:p>
    <w:p w14:paraId="7EFCE6E9" w14:textId="77777777" w:rsidR="00810015" w:rsidRDefault="00810015" w:rsidP="00810015">
      <w:r>
        <w:t>243.6374</w:t>
      </w:r>
      <w:r>
        <w:tab/>
        <w:t>1.013e0</w:t>
      </w:r>
    </w:p>
    <w:p w14:paraId="4733666A" w14:textId="77777777" w:rsidR="00810015" w:rsidRDefault="00810015" w:rsidP="00810015">
      <w:r>
        <w:t>243.6521</w:t>
      </w:r>
      <w:r>
        <w:tab/>
        <w:t>1.013e0</w:t>
      </w:r>
    </w:p>
    <w:p w14:paraId="19ECCE65" w14:textId="77777777" w:rsidR="00810015" w:rsidRDefault="00810015" w:rsidP="00810015">
      <w:r>
        <w:t>243.6949</w:t>
      </w:r>
      <w:r>
        <w:tab/>
        <w:t>1.013e0</w:t>
      </w:r>
    </w:p>
    <w:p w14:paraId="2CB6C306" w14:textId="77777777" w:rsidR="00810015" w:rsidRDefault="00810015" w:rsidP="00810015">
      <w:r>
        <w:t>243.6979</w:t>
      </w:r>
      <w:r>
        <w:tab/>
        <w:t>1.013e0</w:t>
      </w:r>
    </w:p>
    <w:p w14:paraId="7A6477D8" w14:textId="77777777" w:rsidR="00810015" w:rsidRDefault="00810015" w:rsidP="00810015">
      <w:r>
        <w:t>243.7067</w:t>
      </w:r>
      <w:r>
        <w:tab/>
        <w:t>1.013e0</w:t>
      </w:r>
    </w:p>
    <w:p w14:paraId="7B56A249" w14:textId="77777777" w:rsidR="00810015" w:rsidRDefault="00810015" w:rsidP="00810015">
      <w:r>
        <w:t>243.7279</w:t>
      </w:r>
      <w:r>
        <w:tab/>
        <w:t>1.013e0</w:t>
      </w:r>
    </w:p>
    <w:p w14:paraId="459CBE6F" w14:textId="77777777" w:rsidR="00810015" w:rsidRDefault="00810015" w:rsidP="00810015">
      <w:r>
        <w:t>243.7815</w:t>
      </w:r>
      <w:r>
        <w:tab/>
        <w:t>1.013e0</w:t>
      </w:r>
    </w:p>
    <w:p w14:paraId="2942822A" w14:textId="77777777" w:rsidR="00810015" w:rsidRDefault="00810015" w:rsidP="00810015">
      <w:r>
        <w:t>243.7834</w:t>
      </w:r>
      <w:r>
        <w:tab/>
        <w:t>2.025e0</w:t>
      </w:r>
    </w:p>
    <w:p w14:paraId="778856ED" w14:textId="77777777" w:rsidR="00810015" w:rsidRDefault="00810015" w:rsidP="00810015">
      <w:r>
        <w:t>243.8114</w:t>
      </w:r>
      <w:r>
        <w:tab/>
        <w:t>1.013e0</w:t>
      </w:r>
    </w:p>
    <w:p w14:paraId="447BC1DA" w14:textId="77777777" w:rsidR="00810015" w:rsidRDefault="00810015" w:rsidP="00810015">
      <w:r>
        <w:t>243.8142</w:t>
      </w:r>
      <w:r>
        <w:tab/>
        <w:t>2.025e0</w:t>
      </w:r>
    </w:p>
    <w:p w14:paraId="5AC8967E" w14:textId="77777777" w:rsidR="00810015" w:rsidRDefault="00810015" w:rsidP="00810015">
      <w:r>
        <w:t>243.8155</w:t>
      </w:r>
      <w:r>
        <w:tab/>
        <w:t>1.013e0</w:t>
      </w:r>
    </w:p>
    <w:p w14:paraId="5C4258DB" w14:textId="77777777" w:rsidR="00810015" w:rsidRDefault="00810015" w:rsidP="00810015">
      <w:r>
        <w:t>243.8406</w:t>
      </w:r>
      <w:r>
        <w:tab/>
        <w:t>2.025e0</w:t>
      </w:r>
    </w:p>
    <w:p w14:paraId="7857B7C6" w14:textId="77777777" w:rsidR="00810015" w:rsidRDefault="00810015" w:rsidP="00810015">
      <w:r>
        <w:t>243.8524</w:t>
      </w:r>
      <w:r>
        <w:tab/>
        <w:t>1.013e0</w:t>
      </w:r>
    </w:p>
    <w:p w14:paraId="58322E8C" w14:textId="77777777" w:rsidR="00810015" w:rsidRDefault="00810015" w:rsidP="00810015">
      <w:r>
        <w:t>243.8847</w:t>
      </w:r>
      <w:r>
        <w:tab/>
        <w:t>1.013e0</w:t>
      </w:r>
    </w:p>
    <w:p w14:paraId="1830A85F" w14:textId="77777777" w:rsidR="00810015" w:rsidRDefault="00810015" w:rsidP="00810015">
      <w:r>
        <w:t>243.8943</w:t>
      </w:r>
      <w:r>
        <w:tab/>
        <w:t>1.013e0</w:t>
      </w:r>
    </w:p>
    <w:p w14:paraId="1DB8137D" w14:textId="77777777" w:rsidR="00810015" w:rsidRDefault="00810015" w:rsidP="00810015">
      <w:r>
        <w:t>243.9025</w:t>
      </w:r>
      <w:r>
        <w:tab/>
        <w:t>1.013e0</w:t>
      </w:r>
    </w:p>
    <w:p w14:paraId="39D0671F" w14:textId="77777777" w:rsidR="00810015" w:rsidRDefault="00810015" w:rsidP="00810015">
      <w:r>
        <w:t>243.9147</w:t>
      </w:r>
      <w:r>
        <w:tab/>
        <w:t>1.013e0</w:t>
      </w:r>
    </w:p>
    <w:p w14:paraId="0B10D965" w14:textId="77777777" w:rsidR="00810015" w:rsidRDefault="00810015" w:rsidP="00810015">
      <w:r>
        <w:t>243.9186</w:t>
      </w:r>
      <w:r>
        <w:tab/>
        <w:t>1.013e0</w:t>
      </w:r>
    </w:p>
    <w:p w14:paraId="2070B5F6" w14:textId="77777777" w:rsidR="00810015" w:rsidRDefault="00810015" w:rsidP="00810015">
      <w:r>
        <w:t>243.9604</w:t>
      </w:r>
      <w:r>
        <w:tab/>
        <w:t>1.013e0</w:t>
      </w:r>
    </w:p>
    <w:p w14:paraId="1F014FAC" w14:textId="77777777" w:rsidR="00810015" w:rsidRDefault="00810015" w:rsidP="00810015">
      <w:r>
        <w:t>243.9819</w:t>
      </w:r>
      <w:r>
        <w:tab/>
        <w:t>5.063e0</w:t>
      </w:r>
    </w:p>
    <w:p w14:paraId="105A40E5" w14:textId="77777777" w:rsidR="00810015" w:rsidRDefault="00810015" w:rsidP="00810015">
      <w:r>
        <w:t>243.9965</w:t>
      </w:r>
      <w:r>
        <w:tab/>
        <w:t>4.051e0</w:t>
      </w:r>
    </w:p>
    <w:p w14:paraId="717848A3" w14:textId="77777777" w:rsidR="00810015" w:rsidRDefault="00810015" w:rsidP="00810015">
      <w:r>
        <w:t>243.9975</w:t>
      </w:r>
      <w:r>
        <w:tab/>
        <w:t>3.216e0</w:t>
      </w:r>
    </w:p>
    <w:p w14:paraId="2E877EF1" w14:textId="77777777" w:rsidR="00810015" w:rsidRDefault="00810015" w:rsidP="00810015">
      <w:r>
        <w:t>244.0068</w:t>
      </w:r>
      <w:r>
        <w:tab/>
        <w:t>4.051e0</w:t>
      </w:r>
    </w:p>
    <w:p w14:paraId="1F1DA26B" w14:textId="77777777" w:rsidR="00810015" w:rsidRDefault="00810015" w:rsidP="00810015">
      <w:r>
        <w:t>244.0256</w:t>
      </w:r>
      <w:r>
        <w:tab/>
        <w:t>4.973e0</w:t>
      </w:r>
    </w:p>
    <w:p w14:paraId="4EECA58F" w14:textId="77777777" w:rsidR="00810015" w:rsidRDefault="00810015" w:rsidP="00810015">
      <w:r>
        <w:t>244.0282</w:t>
      </w:r>
      <w:r>
        <w:tab/>
        <w:t>4.051e0</w:t>
      </w:r>
    </w:p>
    <w:p w14:paraId="67982BC0" w14:textId="77777777" w:rsidR="00810015" w:rsidRDefault="00810015" w:rsidP="00810015">
      <w:r>
        <w:t>244.0412</w:t>
      </w:r>
      <w:r>
        <w:tab/>
        <w:t>2.025e0</w:t>
      </w:r>
    </w:p>
    <w:p w14:paraId="53D3458E" w14:textId="77777777" w:rsidR="00810015" w:rsidRDefault="00810015" w:rsidP="00810015">
      <w:r>
        <w:t>244.0455</w:t>
      </w:r>
      <w:r>
        <w:tab/>
        <w:t>1.819e0</w:t>
      </w:r>
    </w:p>
    <w:p w14:paraId="6B204C7F" w14:textId="77777777" w:rsidR="00810015" w:rsidRDefault="00810015" w:rsidP="00810015">
      <w:r>
        <w:t>244.0546</w:t>
      </w:r>
      <w:r>
        <w:tab/>
        <w:t>3.038e0</w:t>
      </w:r>
    </w:p>
    <w:p w14:paraId="5123A443" w14:textId="77777777" w:rsidR="00810015" w:rsidRDefault="00810015" w:rsidP="00810015">
      <w:r>
        <w:t>244.0638</w:t>
      </w:r>
      <w:r>
        <w:tab/>
        <w:t>1.013e0</w:t>
      </w:r>
    </w:p>
    <w:p w14:paraId="5F618F8E" w14:textId="77777777" w:rsidR="00810015" w:rsidRDefault="00810015" w:rsidP="00810015">
      <w:r>
        <w:t>244.0745</w:t>
      </w:r>
      <w:r>
        <w:tab/>
        <w:t>2.025e0</w:t>
      </w:r>
    </w:p>
    <w:p w14:paraId="3CCD2609" w14:textId="77777777" w:rsidR="00810015" w:rsidRDefault="00810015" w:rsidP="00810015">
      <w:r>
        <w:t>244.0771</w:t>
      </w:r>
      <w:r>
        <w:tab/>
        <w:t>2.025e0</w:t>
      </w:r>
    </w:p>
    <w:p w14:paraId="2538ECE1" w14:textId="77777777" w:rsidR="00810015" w:rsidRDefault="00810015" w:rsidP="00810015">
      <w:r>
        <w:t>244.1036</w:t>
      </w:r>
      <w:r>
        <w:tab/>
        <w:t>3.038e0</w:t>
      </w:r>
    </w:p>
    <w:p w14:paraId="13E443C4" w14:textId="77777777" w:rsidR="00810015" w:rsidRDefault="00810015" w:rsidP="00810015">
      <w:r>
        <w:t>244.1114</w:t>
      </w:r>
      <w:r>
        <w:tab/>
        <w:t>2.025e0</w:t>
      </w:r>
    </w:p>
    <w:p w14:paraId="37086961" w14:textId="77777777" w:rsidR="00810015" w:rsidRDefault="00810015" w:rsidP="00810015">
      <w:r>
        <w:t>244.1164</w:t>
      </w:r>
      <w:r>
        <w:tab/>
        <w:t>2.979e0</w:t>
      </w:r>
    </w:p>
    <w:p w14:paraId="58BF8A66" w14:textId="77777777" w:rsidR="00810015" w:rsidRDefault="00810015" w:rsidP="00810015">
      <w:r>
        <w:t>244.1330</w:t>
      </w:r>
      <w:r>
        <w:tab/>
        <w:t>2.025e0</w:t>
      </w:r>
    </w:p>
    <w:p w14:paraId="472D54EE" w14:textId="77777777" w:rsidR="00810015" w:rsidRDefault="00810015" w:rsidP="00810015">
      <w:r>
        <w:t>244.1391</w:t>
      </w:r>
      <w:r>
        <w:tab/>
        <w:t>4.051e0</w:t>
      </w:r>
    </w:p>
    <w:p w14:paraId="311FFB30" w14:textId="77777777" w:rsidR="00810015" w:rsidRDefault="00810015" w:rsidP="00810015">
      <w:r>
        <w:t>244.1454</w:t>
      </w:r>
      <w:r>
        <w:tab/>
        <w:t>2.025e0</w:t>
      </w:r>
    </w:p>
    <w:p w14:paraId="32F43A47" w14:textId="77777777" w:rsidR="00810015" w:rsidRDefault="00810015" w:rsidP="00810015">
      <w:r>
        <w:t>244.1512</w:t>
      </w:r>
      <w:r>
        <w:tab/>
        <w:t>2.025e0</w:t>
      </w:r>
    </w:p>
    <w:p w14:paraId="5E6C8777" w14:textId="77777777" w:rsidR="00810015" w:rsidRDefault="00810015" w:rsidP="00810015">
      <w:r>
        <w:t>244.1600</w:t>
      </w:r>
      <w:r>
        <w:tab/>
        <w:t>1.013e0</w:t>
      </w:r>
    </w:p>
    <w:p w14:paraId="0495B9A0" w14:textId="77777777" w:rsidR="00810015" w:rsidRDefault="00810015" w:rsidP="00810015">
      <w:r>
        <w:t>244.1694</w:t>
      </w:r>
      <w:r>
        <w:tab/>
        <w:t>2.025e0</w:t>
      </w:r>
    </w:p>
    <w:p w14:paraId="7EFED6FC" w14:textId="77777777" w:rsidR="00810015" w:rsidRDefault="00810015" w:rsidP="00810015">
      <w:r>
        <w:t>244.1905</w:t>
      </w:r>
      <w:r>
        <w:tab/>
        <w:t>6.076e0</w:t>
      </w:r>
    </w:p>
    <w:p w14:paraId="118A73AA" w14:textId="77777777" w:rsidR="00810015" w:rsidRDefault="00810015" w:rsidP="00810015">
      <w:r>
        <w:t>244.2009</w:t>
      </w:r>
      <w:r>
        <w:tab/>
        <w:t>1.013e0</w:t>
      </w:r>
    </w:p>
    <w:p w14:paraId="07840CD0" w14:textId="77777777" w:rsidR="00810015" w:rsidRDefault="00810015" w:rsidP="00810015">
      <w:r>
        <w:t>244.2388</w:t>
      </w:r>
      <w:r>
        <w:tab/>
        <w:t>1.013e0</w:t>
      </w:r>
    </w:p>
    <w:p w14:paraId="6FEC490C" w14:textId="77777777" w:rsidR="00810015" w:rsidRDefault="00810015" w:rsidP="00810015">
      <w:r>
        <w:t>244.2427</w:t>
      </w:r>
      <w:r>
        <w:tab/>
        <w:t>1.013e0</w:t>
      </w:r>
    </w:p>
    <w:p w14:paraId="56BB481F" w14:textId="77777777" w:rsidR="00810015" w:rsidRDefault="00810015" w:rsidP="00810015">
      <w:r>
        <w:t>244.2466</w:t>
      </w:r>
      <w:r>
        <w:tab/>
        <w:t>1.013e0</w:t>
      </w:r>
    </w:p>
    <w:p w14:paraId="69CAA35A" w14:textId="77777777" w:rsidR="00810015" w:rsidRDefault="00810015" w:rsidP="00810015">
      <w:r>
        <w:t>244.2932</w:t>
      </w:r>
      <w:r>
        <w:tab/>
        <w:t>1.013e0</w:t>
      </w:r>
    </w:p>
    <w:p w14:paraId="1DE9A896" w14:textId="77777777" w:rsidR="00810015" w:rsidRDefault="00810015" w:rsidP="00810015">
      <w:r>
        <w:t>244.3381</w:t>
      </w:r>
      <w:r>
        <w:tab/>
        <w:t>1.013e0</w:t>
      </w:r>
    </w:p>
    <w:p w14:paraId="27F543C2" w14:textId="77777777" w:rsidR="00810015" w:rsidRDefault="00810015" w:rsidP="00810015">
      <w:r>
        <w:t>244.3460</w:t>
      </w:r>
      <w:r>
        <w:tab/>
        <w:t>1.013e0</w:t>
      </w:r>
    </w:p>
    <w:p w14:paraId="073524F9" w14:textId="77777777" w:rsidR="00810015" w:rsidRDefault="00810015" w:rsidP="00810015">
      <w:r>
        <w:t>244.3637</w:t>
      </w:r>
      <w:r>
        <w:tab/>
        <w:t>1.013e0</w:t>
      </w:r>
    </w:p>
    <w:p w14:paraId="1CD8207A" w14:textId="77777777" w:rsidR="00810015" w:rsidRDefault="00810015" w:rsidP="00810015">
      <w:r>
        <w:t>244.3719</w:t>
      </w:r>
      <w:r>
        <w:tab/>
        <w:t>1.013e0</w:t>
      </w:r>
    </w:p>
    <w:p w14:paraId="2A62AEC1" w14:textId="77777777" w:rsidR="00810015" w:rsidRDefault="00810015" w:rsidP="00810015">
      <w:r>
        <w:t>244.3838</w:t>
      </w:r>
      <w:r>
        <w:tab/>
        <w:t>1.013e0</w:t>
      </w:r>
    </w:p>
    <w:p w14:paraId="26D6F210" w14:textId="77777777" w:rsidR="00810015" w:rsidRDefault="00810015" w:rsidP="00810015">
      <w:r>
        <w:t>244.3949</w:t>
      </w:r>
      <w:r>
        <w:tab/>
        <w:t>3.038e0</w:t>
      </w:r>
    </w:p>
    <w:p w14:paraId="1F112263" w14:textId="77777777" w:rsidR="00810015" w:rsidRDefault="00810015" w:rsidP="00810015">
      <w:r>
        <w:t>244.4257</w:t>
      </w:r>
      <w:r>
        <w:tab/>
        <w:t>1.013e0</w:t>
      </w:r>
    </w:p>
    <w:p w14:paraId="6F60E9E2" w14:textId="77777777" w:rsidR="00810015" w:rsidRDefault="00810015" w:rsidP="00810015">
      <w:r>
        <w:t>244.4495</w:t>
      </w:r>
      <w:r>
        <w:tab/>
        <w:t>1.013e0</w:t>
      </w:r>
    </w:p>
    <w:p w14:paraId="73F96C99" w14:textId="77777777" w:rsidR="00810015" w:rsidRDefault="00810015" w:rsidP="00810015">
      <w:r>
        <w:t>244.4548</w:t>
      </w:r>
      <w:r>
        <w:tab/>
        <w:t>3.038e0</w:t>
      </w:r>
    </w:p>
    <w:p w14:paraId="42C82032" w14:textId="77777777" w:rsidR="00810015" w:rsidRDefault="00810015" w:rsidP="00810015">
      <w:r>
        <w:t>244.4753</w:t>
      </w:r>
      <w:r>
        <w:tab/>
        <w:t>1.013e0</w:t>
      </w:r>
    </w:p>
    <w:p w14:paraId="1287E653" w14:textId="77777777" w:rsidR="00810015" w:rsidRDefault="00810015" w:rsidP="00810015">
      <w:r>
        <w:t>244.5220</w:t>
      </w:r>
      <w:r>
        <w:tab/>
        <w:t>1.013e0</w:t>
      </w:r>
    </w:p>
    <w:p w14:paraId="029BAE8F" w14:textId="77777777" w:rsidR="00810015" w:rsidRDefault="00810015" w:rsidP="00810015">
      <w:r>
        <w:t>244.5250</w:t>
      </w:r>
      <w:r>
        <w:tab/>
        <w:t>1.013e0</w:t>
      </w:r>
    </w:p>
    <w:p w14:paraId="29846477" w14:textId="77777777" w:rsidR="00810015" w:rsidRDefault="00810015" w:rsidP="00810015">
      <w:r>
        <w:t>244.5290</w:t>
      </w:r>
      <w:r>
        <w:tab/>
        <w:t>1.013e0</w:t>
      </w:r>
    </w:p>
    <w:p w14:paraId="570EEBC5" w14:textId="77777777" w:rsidR="00810015" w:rsidRDefault="00810015" w:rsidP="00810015">
      <w:r>
        <w:t>244.5918</w:t>
      </w:r>
      <w:r>
        <w:tab/>
        <w:t>1.013e0</w:t>
      </w:r>
    </w:p>
    <w:p w14:paraId="7277BA6E" w14:textId="77777777" w:rsidR="00810015" w:rsidRDefault="00810015" w:rsidP="00810015">
      <w:r>
        <w:t>244.5955</w:t>
      </w:r>
      <w:r>
        <w:tab/>
        <w:t>1.013e0</w:t>
      </w:r>
    </w:p>
    <w:p w14:paraId="7638144E" w14:textId="77777777" w:rsidR="00810015" w:rsidRDefault="00810015" w:rsidP="00810015">
      <w:r>
        <w:t>244.6001</w:t>
      </w:r>
      <w:r>
        <w:tab/>
        <w:t>1.013e0</w:t>
      </w:r>
    </w:p>
    <w:p w14:paraId="606FE866" w14:textId="77777777" w:rsidR="00810015" w:rsidRDefault="00810015" w:rsidP="00810015">
      <w:r>
        <w:t>244.6088</w:t>
      </w:r>
      <w:r>
        <w:tab/>
        <w:t>1.013e0</w:t>
      </w:r>
    </w:p>
    <w:p w14:paraId="403378D5" w14:textId="77777777" w:rsidR="00810015" w:rsidRDefault="00810015" w:rsidP="00810015">
      <w:r>
        <w:t>244.6135</w:t>
      </w:r>
      <w:r>
        <w:tab/>
        <w:t>1.013e0</w:t>
      </w:r>
    </w:p>
    <w:p w14:paraId="11AF4CD0" w14:textId="77777777" w:rsidR="00810015" w:rsidRDefault="00810015" w:rsidP="00810015">
      <w:r>
        <w:t>244.6165</w:t>
      </w:r>
      <w:r>
        <w:tab/>
        <w:t>1.013e0</w:t>
      </w:r>
    </w:p>
    <w:p w14:paraId="0D227B57" w14:textId="77777777" w:rsidR="00810015" w:rsidRDefault="00810015" w:rsidP="00810015">
      <w:r>
        <w:t>244.6299</w:t>
      </w:r>
      <w:r>
        <w:tab/>
        <w:t>3.038e0</w:t>
      </w:r>
    </w:p>
    <w:p w14:paraId="7EE27FC9" w14:textId="77777777" w:rsidR="00810015" w:rsidRDefault="00810015" w:rsidP="00810015">
      <w:r>
        <w:t>244.6823</w:t>
      </w:r>
      <w:r>
        <w:tab/>
        <w:t>1.013e0</w:t>
      </w:r>
    </w:p>
    <w:p w14:paraId="524D314A" w14:textId="77777777" w:rsidR="00810015" w:rsidRDefault="00810015" w:rsidP="00810015">
      <w:r>
        <w:t>244.6884</w:t>
      </w:r>
      <w:r>
        <w:tab/>
        <w:t>2.025e0</w:t>
      </w:r>
    </w:p>
    <w:p w14:paraId="7668B3AE" w14:textId="77777777" w:rsidR="00810015" w:rsidRDefault="00810015" w:rsidP="00810015">
      <w:r>
        <w:t>244.7238</w:t>
      </w:r>
      <w:r>
        <w:tab/>
        <w:t>1.013e0</w:t>
      </w:r>
    </w:p>
    <w:p w14:paraId="29C20536" w14:textId="77777777" w:rsidR="00810015" w:rsidRDefault="00810015" w:rsidP="00810015">
      <w:r>
        <w:t>244.7425</w:t>
      </w:r>
      <w:r>
        <w:tab/>
        <w:t>1.013e0</w:t>
      </w:r>
    </w:p>
    <w:p w14:paraId="134EAAC8" w14:textId="77777777" w:rsidR="00810015" w:rsidRDefault="00810015" w:rsidP="00810015">
      <w:r>
        <w:t>244.7578</w:t>
      </w:r>
      <w:r>
        <w:tab/>
        <w:t>1.013e0</w:t>
      </w:r>
    </w:p>
    <w:p w14:paraId="4BFA7D0B" w14:textId="77777777" w:rsidR="00810015" w:rsidRDefault="00810015" w:rsidP="00810015">
      <w:r>
        <w:t>244.7791</w:t>
      </w:r>
      <w:r>
        <w:tab/>
        <w:t>1.013e0</w:t>
      </w:r>
    </w:p>
    <w:p w14:paraId="639BE649" w14:textId="77777777" w:rsidR="00810015" w:rsidRDefault="00810015" w:rsidP="00810015">
      <w:r>
        <w:t>244.8493</w:t>
      </w:r>
      <w:r>
        <w:tab/>
        <w:t>1.013e0</w:t>
      </w:r>
    </w:p>
    <w:p w14:paraId="6EDE6FCF" w14:textId="77777777" w:rsidR="00810015" w:rsidRDefault="00810015" w:rsidP="00810015">
      <w:r>
        <w:t>244.8542</w:t>
      </w:r>
      <w:r>
        <w:tab/>
        <w:t>1.013e0</w:t>
      </w:r>
    </w:p>
    <w:p w14:paraId="66744A9D" w14:textId="77777777" w:rsidR="00810015" w:rsidRDefault="00810015" w:rsidP="00810015">
      <w:r>
        <w:t>244.8741</w:t>
      </w:r>
      <w:r>
        <w:tab/>
        <w:t>1.013e0</w:t>
      </w:r>
    </w:p>
    <w:p w14:paraId="165F50F7" w14:textId="77777777" w:rsidR="00810015" w:rsidRDefault="00810015" w:rsidP="00810015">
      <w:r>
        <w:t>244.9107</w:t>
      </w:r>
      <w:r>
        <w:tab/>
        <w:t>1.013e0</w:t>
      </w:r>
    </w:p>
    <w:p w14:paraId="61B1C4BB" w14:textId="77777777" w:rsidR="00810015" w:rsidRDefault="00810015" w:rsidP="00810015">
      <w:r>
        <w:t>244.9655</w:t>
      </w:r>
      <w:r>
        <w:tab/>
        <w:t>1.013e0</w:t>
      </w:r>
    </w:p>
    <w:p w14:paraId="7BD53231" w14:textId="77777777" w:rsidR="00810015" w:rsidRDefault="00810015" w:rsidP="00810015">
      <w:r>
        <w:t>244.9789</w:t>
      </w:r>
      <w:r>
        <w:tab/>
        <w:t>1.013e0</w:t>
      </w:r>
    </w:p>
    <w:p w14:paraId="3CF37019" w14:textId="77777777" w:rsidR="00810015" w:rsidRDefault="00810015" w:rsidP="00810015">
      <w:r>
        <w:t>244.9804</w:t>
      </w:r>
      <w:r>
        <w:tab/>
        <w:t>3.038e0</w:t>
      </w:r>
    </w:p>
    <w:p w14:paraId="622030F1" w14:textId="77777777" w:rsidR="00810015" w:rsidRDefault="00810015" w:rsidP="00810015">
      <w:r>
        <w:t>244.9875</w:t>
      </w:r>
      <w:r>
        <w:tab/>
        <w:t>2.025e0</w:t>
      </w:r>
    </w:p>
    <w:p w14:paraId="080280CB" w14:textId="77777777" w:rsidR="00810015" w:rsidRDefault="00810015" w:rsidP="00810015">
      <w:r>
        <w:t>245.0005</w:t>
      </w:r>
      <w:r>
        <w:tab/>
        <w:t>2.025e0</w:t>
      </w:r>
    </w:p>
    <w:p w14:paraId="6313AD28" w14:textId="77777777" w:rsidR="00810015" w:rsidRDefault="00810015" w:rsidP="00810015">
      <w:r>
        <w:t>245.0099</w:t>
      </w:r>
      <w:r>
        <w:tab/>
        <w:t>2.025e0</w:t>
      </w:r>
    </w:p>
    <w:p w14:paraId="04E6C754" w14:textId="77777777" w:rsidR="00810015" w:rsidRDefault="00810015" w:rsidP="00810015">
      <w:r>
        <w:t>245.0213</w:t>
      </w:r>
      <w:r>
        <w:tab/>
        <w:t>2.025e0</w:t>
      </w:r>
    </w:p>
    <w:p w14:paraId="2479954B" w14:textId="77777777" w:rsidR="00810015" w:rsidRDefault="00810015" w:rsidP="00810015">
      <w:r>
        <w:t>245.0257</w:t>
      </w:r>
      <w:r>
        <w:tab/>
        <w:t>3.938e0</w:t>
      </w:r>
    </w:p>
    <w:p w14:paraId="6761256D" w14:textId="77777777" w:rsidR="00810015" w:rsidRDefault="00810015" w:rsidP="00810015">
      <w:r>
        <w:t>245.0324</w:t>
      </w:r>
      <w:r>
        <w:tab/>
        <w:t>1.013e0</w:t>
      </w:r>
    </w:p>
    <w:p w14:paraId="14E5B5DE" w14:textId="77777777" w:rsidR="00810015" w:rsidRDefault="00810015" w:rsidP="00810015">
      <w:r>
        <w:t>245.0578</w:t>
      </w:r>
      <w:r>
        <w:tab/>
        <w:t>1.013e0</w:t>
      </w:r>
    </w:p>
    <w:p w14:paraId="4B7ED55F" w14:textId="77777777" w:rsidR="00810015" w:rsidRDefault="00810015" w:rsidP="00810015">
      <w:r>
        <w:t>245.0687</w:t>
      </w:r>
      <w:r>
        <w:tab/>
        <w:t>3.038e0</w:t>
      </w:r>
    </w:p>
    <w:p w14:paraId="5BCC818A" w14:textId="77777777" w:rsidR="00810015" w:rsidRDefault="00810015" w:rsidP="00810015">
      <w:r>
        <w:t>245.0933</w:t>
      </w:r>
      <w:r>
        <w:tab/>
        <w:t>2.025e0</w:t>
      </w:r>
    </w:p>
    <w:p w14:paraId="4F9277C7" w14:textId="77777777" w:rsidR="00810015" w:rsidRDefault="00810015" w:rsidP="00810015">
      <w:r>
        <w:t>245.0981</w:t>
      </w:r>
      <w:r>
        <w:tab/>
        <w:t>1.013e0</w:t>
      </w:r>
    </w:p>
    <w:p w14:paraId="4109F5AB" w14:textId="77777777" w:rsidR="00810015" w:rsidRDefault="00810015" w:rsidP="00810015">
      <w:r>
        <w:t>245.1073</w:t>
      </w:r>
      <w:r>
        <w:tab/>
        <w:t>2.025e0</w:t>
      </w:r>
    </w:p>
    <w:p w14:paraId="36227BEF" w14:textId="77777777" w:rsidR="00810015" w:rsidRDefault="00810015" w:rsidP="00810015">
      <w:r>
        <w:t>245.1246</w:t>
      </w:r>
      <w:r>
        <w:tab/>
        <w:t>3.038e0</w:t>
      </w:r>
    </w:p>
    <w:p w14:paraId="63F95F5B" w14:textId="77777777" w:rsidR="00810015" w:rsidRDefault="00810015" w:rsidP="00810015">
      <w:r>
        <w:t>245.1280</w:t>
      </w:r>
      <w:r>
        <w:tab/>
        <w:t>1.013e0</w:t>
      </w:r>
    </w:p>
    <w:p w14:paraId="70CC1699" w14:textId="77777777" w:rsidR="00810015" w:rsidRDefault="00810015" w:rsidP="00810015">
      <w:r>
        <w:t>245.1358</w:t>
      </w:r>
      <w:r>
        <w:tab/>
        <w:t>2.025e0</w:t>
      </w:r>
    </w:p>
    <w:p w14:paraId="608BE50A" w14:textId="77777777" w:rsidR="00810015" w:rsidRDefault="00810015" w:rsidP="00810015">
      <w:r>
        <w:t>245.1377</w:t>
      </w:r>
      <w:r>
        <w:tab/>
        <w:t>2.025e0</w:t>
      </w:r>
    </w:p>
    <w:p w14:paraId="71DE9B67" w14:textId="77777777" w:rsidR="00810015" w:rsidRDefault="00810015" w:rsidP="00810015">
      <w:r>
        <w:t>245.1439</w:t>
      </w:r>
      <w:r>
        <w:tab/>
        <w:t>1.013e0</w:t>
      </w:r>
    </w:p>
    <w:p w14:paraId="03FCB868" w14:textId="77777777" w:rsidR="00810015" w:rsidRDefault="00810015" w:rsidP="00810015">
      <w:r>
        <w:t>245.1539</w:t>
      </w:r>
      <w:r>
        <w:tab/>
        <w:t>1.013e0</w:t>
      </w:r>
    </w:p>
    <w:p w14:paraId="113B162C" w14:textId="77777777" w:rsidR="00810015" w:rsidRDefault="00810015" w:rsidP="00810015">
      <w:r>
        <w:t>245.1659</w:t>
      </w:r>
      <w:r>
        <w:tab/>
        <w:t>1.013e0</w:t>
      </w:r>
    </w:p>
    <w:p w14:paraId="22CE45CA" w14:textId="77777777" w:rsidR="00810015" w:rsidRDefault="00810015" w:rsidP="00810015">
      <w:r>
        <w:t>245.1911</w:t>
      </w:r>
      <w:r>
        <w:tab/>
        <w:t>3.038e0</w:t>
      </w:r>
    </w:p>
    <w:p w14:paraId="5E582BE0" w14:textId="77777777" w:rsidR="00810015" w:rsidRDefault="00810015" w:rsidP="00810015">
      <w:r>
        <w:t>245.1942</w:t>
      </w:r>
      <w:r>
        <w:tab/>
        <w:t>1.013e0</w:t>
      </w:r>
    </w:p>
    <w:p w14:paraId="779813E0" w14:textId="77777777" w:rsidR="00810015" w:rsidRDefault="00810015" w:rsidP="00810015">
      <w:r>
        <w:t>245.1988</w:t>
      </w:r>
      <w:r>
        <w:tab/>
        <w:t>1.013e0</w:t>
      </w:r>
    </w:p>
    <w:p w14:paraId="203F80F9" w14:textId="77777777" w:rsidR="00810015" w:rsidRDefault="00810015" w:rsidP="00810015">
      <w:r>
        <w:t>245.2044</w:t>
      </w:r>
      <w:r>
        <w:tab/>
        <w:t>2.025e0</w:t>
      </w:r>
    </w:p>
    <w:p w14:paraId="3F438907" w14:textId="77777777" w:rsidR="00810015" w:rsidRDefault="00810015" w:rsidP="00810015">
      <w:r>
        <w:t>245.2195</w:t>
      </w:r>
      <w:r>
        <w:tab/>
        <w:t>1.013e0</w:t>
      </w:r>
    </w:p>
    <w:p w14:paraId="1CECB0B4" w14:textId="77777777" w:rsidR="00810015" w:rsidRDefault="00810015" w:rsidP="00810015">
      <w:r>
        <w:t>245.2313</w:t>
      </w:r>
      <w:r>
        <w:tab/>
        <w:t>1.013e0</w:t>
      </w:r>
    </w:p>
    <w:p w14:paraId="3F43B717" w14:textId="77777777" w:rsidR="00810015" w:rsidRDefault="00810015" w:rsidP="00810015">
      <w:r>
        <w:t>245.2575</w:t>
      </w:r>
      <w:r>
        <w:tab/>
        <w:t>2.025e0</w:t>
      </w:r>
    </w:p>
    <w:p w14:paraId="23D3D50F" w14:textId="77777777" w:rsidR="00810015" w:rsidRDefault="00810015" w:rsidP="00810015">
      <w:r>
        <w:t>245.2614</w:t>
      </w:r>
      <w:r>
        <w:tab/>
        <w:t>1.013e0</w:t>
      </w:r>
    </w:p>
    <w:p w14:paraId="10A162EA" w14:textId="77777777" w:rsidR="00810015" w:rsidRDefault="00810015" w:rsidP="00810015">
      <w:r>
        <w:t>245.2653</w:t>
      </w:r>
      <w:r>
        <w:tab/>
        <w:t>1.013e0</w:t>
      </w:r>
    </w:p>
    <w:p w14:paraId="1A5C62E8" w14:textId="77777777" w:rsidR="00810015" w:rsidRDefault="00810015" w:rsidP="00810015">
      <w:r>
        <w:t>245.2780</w:t>
      </w:r>
      <w:r>
        <w:tab/>
        <w:t>1.013e0</w:t>
      </w:r>
    </w:p>
    <w:p w14:paraId="654B2516" w14:textId="77777777" w:rsidR="00810015" w:rsidRDefault="00810015" w:rsidP="00810015">
      <w:r>
        <w:t>245.3003</w:t>
      </w:r>
      <w:r>
        <w:tab/>
        <w:t>1.013e0</w:t>
      </w:r>
    </w:p>
    <w:p w14:paraId="0EDAAFC9" w14:textId="77777777" w:rsidR="00810015" w:rsidRDefault="00810015" w:rsidP="00810015">
      <w:r>
        <w:t>245.3072</w:t>
      </w:r>
      <w:r>
        <w:tab/>
        <w:t>1.013e0</w:t>
      </w:r>
    </w:p>
    <w:p w14:paraId="76966FFB" w14:textId="77777777" w:rsidR="00810015" w:rsidRDefault="00810015" w:rsidP="00810015">
      <w:r>
        <w:t>245.3845</w:t>
      </w:r>
      <w:r>
        <w:tab/>
        <w:t>2.025e0</w:t>
      </w:r>
    </w:p>
    <w:p w14:paraId="0452F8B5" w14:textId="77777777" w:rsidR="00810015" w:rsidRDefault="00810015" w:rsidP="00810015">
      <w:r>
        <w:t>245.3910</w:t>
      </w:r>
      <w:r>
        <w:tab/>
        <w:t>1.013e0</w:t>
      </w:r>
    </w:p>
    <w:p w14:paraId="7E1BE96E" w14:textId="77777777" w:rsidR="00810015" w:rsidRDefault="00810015" w:rsidP="00810015">
      <w:r>
        <w:t>245.5192</w:t>
      </w:r>
      <w:r>
        <w:tab/>
        <w:t>1.013e0</w:t>
      </w:r>
    </w:p>
    <w:p w14:paraId="0FD70B36" w14:textId="77777777" w:rsidR="00810015" w:rsidRDefault="00810015" w:rsidP="00810015">
      <w:r>
        <w:t>245.5331</w:t>
      </w:r>
      <w:r>
        <w:tab/>
        <w:t>2.025e0</w:t>
      </w:r>
    </w:p>
    <w:p w14:paraId="47D5DFF9" w14:textId="77777777" w:rsidR="00810015" w:rsidRDefault="00810015" w:rsidP="00810015">
      <w:r>
        <w:t>245.5659</w:t>
      </w:r>
      <w:r>
        <w:tab/>
        <w:t>1.013e0</w:t>
      </w:r>
    </w:p>
    <w:p w14:paraId="72FE26A0" w14:textId="77777777" w:rsidR="00810015" w:rsidRDefault="00810015" w:rsidP="00810015">
      <w:r>
        <w:t>245.5864</w:t>
      </w:r>
      <w:r>
        <w:tab/>
        <w:t>2.025e0</w:t>
      </w:r>
    </w:p>
    <w:p w14:paraId="1B1CB9CB" w14:textId="77777777" w:rsidR="00810015" w:rsidRDefault="00810015" w:rsidP="00810015">
      <w:r>
        <w:t>245.5919</w:t>
      </w:r>
      <w:r>
        <w:tab/>
        <w:t>2.025e0</w:t>
      </w:r>
    </w:p>
    <w:p w14:paraId="3810695A" w14:textId="77777777" w:rsidR="00810015" w:rsidRDefault="00810015" w:rsidP="00810015">
      <w:r>
        <w:t>245.6062</w:t>
      </w:r>
      <w:r>
        <w:tab/>
        <w:t>1.013e0</w:t>
      </w:r>
    </w:p>
    <w:p w14:paraId="68A67BE8" w14:textId="77777777" w:rsidR="00810015" w:rsidRDefault="00810015" w:rsidP="00810015">
      <w:r>
        <w:t>245.6612</w:t>
      </w:r>
      <w:r>
        <w:tab/>
        <w:t>2.025e0</w:t>
      </w:r>
    </w:p>
    <w:p w14:paraId="55EC67CB" w14:textId="77777777" w:rsidR="00810015" w:rsidRDefault="00810015" w:rsidP="00810015">
      <w:r>
        <w:t>245.6698</w:t>
      </w:r>
      <w:r>
        <w:tab/>
        <w:t>1.013e0</w:t>
      </w:r>
    </w:p>
    <w:p w14:paraId="6956C1E4" w14:textId="77777777" w:rsidR="00810015" w:rsidRDefault="00810015" w:rsidP="00810015">
      <w:r>
        <w:t>245.6883</w:t>
      </w:r>
      <w:r>
        <w:tab/>
        <w:t>2.025e0</w:t>
      </w:r>
    </w:p>
    <w:p w14:paraId="40593E4A" w14:textId="77777777" w:rsidR="00810015" w:rsidRDefault="00810015" w:rsidP="00810015">
      <w:r>
        <w:t>245.7156</w:t>
      </w:r>
      <w:r>
        <w:tab/>
        <w:t>1.013e0</w:t>
      </w:r>
    </w:p>
    <w:p w14:paraId="3AB77D64" w14:textId="77777777" w:rsidR="00810015" w:rsidRDefault="00810015" w:rsidP="00810015">
      <w:r>
        <w:t>245.7274</w:t>
      </w:r>
      <w:r>
        <w:tab/>
        <w:t>1.013e0</w:t>
      </w:r>
    </w:p>
    <w:p w14:paraId="2C523D5F" w14:textId="77777777" w:rsidR="00810015" w:rsidRDefault="00810015" w:rsidP="00810015">
      <w:r>
        <w:t>245.7391</w:t>
      </w:r>
      <w:r>
        <w:tab/>
        <w:t>2.025e0</w:t>
      </w:r>
    </w:p>
    <w:p w14:paraId="6A092965" w14:textId="77777777" w:rsidR="00810015" w:rsidRDefault="00810015" w:rsidP="00810015">
      <w:r>
        <w:t>245.7437</w:t>
      </w:r>
      <w:r>
        <w:tab/>
        <w:t>1.013e0</w:t>
      </w:r>
    </w:p>
    <w:p w14:paraId="7C85F742" w14:textId="77777777" w:rsidR="00810015" w:rsidRDefault="00810015" w:rsidP="00810015">
      <w:r>
        <w:t>245.7614</w:t>
      </w:r>
      <w:r>
        <w:tab/>
        <w:t>2.025e0</w:t>
      </w:r>
    </w:p>
    <w:p w14:paraId="3A6B8A93" w14:textId="77777777" w:rsidR="00810015" w:rsidRDefault="00810015" w:rsidP="00810015">
      <w:r>
        <w:t>245.7653</w:t>
      </w:r>
      <w:r>
        <w:tab/>
        <w:t>1.013e0</w:t>
      </w:r>
    </w:p>
    <w:p w14:paraId="4AAFFCF2" w14:textId="77777777" w:rsidR="00810015" w:rsidRDefault="00810015" w:rsidP="00810015">
      <w:r>
        <w:t>245.7811</w:t>
      </w:r>
      <w:r>
        <w:tab/>
        <w:t>1.013e0</w:t>
      </w:r>
    </w:p>
    <w:p w14:paraId="5C87BE0F" w14:textId="77777777" w:rsidR="00810015" w:rsidRDefault="00810015" w:rsidP="00810015">
      <w:r>
        <w:t>245.7895</w:t>
      </w:r>
      <w:r>
        <w:tab/>
        <w:t>1.013e0</w:t>
      </w:r>
    </w:p>
    <w:p w14:paraId="5E931FBC" w14:textId="77777777" w:rsidR="00810015" w:rsidRDefault="00810015" w:rsidP="00810015">
      <w:r>
        <w:t>245.8230</w:t>
      </w:r>
      <w:r>
        <w:tab/>
        <w:t>2.025e0</w:t>
      </w:r>
    </w:p>
    <w:p w14:paraId="4D356AC7" w14:textId="77777777" w:rsidR="00810015" w:rsidRDefault="00810015" w:rsidP="00810015">
      <w:r>
        <w:t>245.8491</w:t>
      </w:r>
      <w:r>
        <w:tab/>
        <w:t>1.013e0</w:t>
      </w:r>
    </w:p>
    <w:p w14:paraId="154E3B53" w14:textId="77777777" w:rsidR="00810015" w:rsidRDefault="00810015" w:rsidP="00810015">
      <w:r>
        <w:t>245.8689</w:t>
      </w:r>
      <w:r>
        <w:tab/>
        <w:t>1.013e0</w:t>
      </w:r>
    </w:p>
    <w:p w14:paraId="75468942" w14:textId="77777777" w:rsidR="00810015" w:rsidRDefault="00810015" w:rsidP="00810015">
      <w:r>
        <w:t>245.8767</w:t>
      </w:r>
      <w:r>
        <w:tab/>
        <w:t>1.013e0</w:t>
      </w:r>
    </w:p>
    <w:p w14:paraId="2E0CAC54" w14:textId="77777777" w:rsidR="00810015" w:rsidRDefault="00810015" w:rsidP="00810015">
      <w:r>
        <w:t>245.8812</w:t>
      </w:r>
      <w:r>
        <w:tab/>
        <w:t>1.013e0</w:t>
      </w:r>
    </w:p>
    <w:p w14:paraId="373BD607" w14:textId="77777777" w:rsidR="00810015" w:rsidRDefault="00810015" w:rsidP="00810015">
      <w:r>
        <w:t>245.8950</w:t>
      </w:r>
      <w:r>
        <w:tab/>
        <w:t>1.013e0</w:t>
      </w:r>
    </w:p>
    <w:p w14:paraId="0D8E9746" w14:textId="77777777" w:rsidR="00810015" w:rsidRDefault="00810015" w:rsidP="00810015">
      <w:r>
        <w:t>245.9037</w:t>
      </w:r>
      <w:r>
        <w:tab/>
        <w:t>1.013e0</w:t>
      </w:r>
    </w:p>
    <w:p w14:paraId="324E0BE8" w14:textId="77777777" w:rsidR="00810015" w:rsidRDefault="00810015" w:rsidP="00810015">
      <w:r>
        <w:t>245.9185</w:t>
      </w:r>
      <w:r>
        <w:tab/>
        <w:t>1.013e0</w:t>
      </w:r>
    </w:p>
    <w:p w14:paraId="772B94F3" w14:textId="77777777" w:rsidR="00810015" w:rsidRDefault="00810015" w:rsidP="00810015">
      <w:r>
        <w:t>245.9252</w:t>
      </w:r>
      <w:r>
        <w:tab/>
        <w:t>2.025e0</w:t>
      </w:r>
    </w:p>
    <w:p w14:paraId="5DFE2E07" w14:textId="77777777" w:rsidR="00810015" w:rsidRDefault="00810015" w:rsidP="00810015">
      <w:r>
        <w:t>245.9456</w:t>
      </w:r>
      <w:r>
        <w:tab/>
        <w:t>2.025e0</w:t>
      </w:r>
    </w:p>
    <w:p w14:paraId="7B38B734" w14:textId="77777777" w:rsidR="00810015" w:rsidRDefault="00810015" w:rsidP="00810015">
      <w:r>
        <w:t>245.9526</w:t>
      </w:r>
      <w:r>
        <w:tab/>
        <w:t>1.013e0</w:t>
      </w:r>
    </w:p>
    <w:p w14:paraId="49D93EF9" w14:textId="77777777" w:rsidR="00810015" w:rsidRDefault="00810015" w:rsidP="00810015">
      <w:r>
        <w:t>245.9890</w:t>
      </w:r>
      <w:r>
        <w:tab/>
        <w:t>4.051e0</w:t>
      </w:r>
    </w:p>
    <w:p w14:paraId="2E51C4AE" w14:textId="77777777" w:rsidR="00810015" w:rsidRDefault="00810015" w:rsidP="00810015">
      <w:r>
        <w:t>245.9934</w:t>
      </w:r>
      <w:r>
        <w:tab/>
        <w:t>9.114e0</w:t>
      </w:r>
    </w:p>
    <w:p w14:paraId="11F3021C" w14:textId="77777777" w:rsidR="00810015" w:rsidRDefault="00810015" w:rsidP="00810015">
      <w:r>
        <w:t>245.9952</w:t>
      </w:r>
      <w:r>
        <w:tab/>
        <w:t>2.326e1</w:t>
      </w:r>
    </w:p>
    <w:p w14:paraId="32A496CF" w14:textId="77777777" w:rsidR="00810015" w:rsidRDefault="00810015" w:rsidP="00810015">
      <w:r>
        <w:t>245.9977</w:t>
      </w:r>
      <w:r>
        <w:tab/>
        <w:t>2.965e1</w:t>
      </w:r>
    </w:p>
    <w:p w14:paraId="6F3A443C" w14:textId="77777777" w:rsidR="00810015" w:rsidRDefault="00810015" w:rsidP="00810015">
      <w:r>
        <w:t>246.0284</w:t>
      </w:r>
      <w:r>
        <w:tab/>
        <w:t>5.063e0</w:t>
      </w:r>
    </w:p>
    <w:p w14:paraId="2958A51D" w14:textId="77777777" w:rsidR="00810015" w:rsidRDefault="00810015" w:rsidP="00810015">
      <w:r>
        <w:t>246.0343</w:t>
      </w:r>
      <w:r>
        <w:tab/>
        <w:t>1.890e0</w:t>
      </w:r>
    </w:p>
    <w:p w14:paraId="48C311FE" w14:textId="77777777" w:rsidR="00810015" w:rsidRDefault="00810015" w:rsidP="00810015">
      <w:r>
        <w:t>246.0378</w:t>
      </w:r>
      <w:r>
        <w:tab/>
        <w:t>5.836e0</w:t>
      </w:r>
    </w:p>
    <w:p w14:paraId="7E96098C" w14:textId="77777777" w:rsidR="00810015" w:rsidRDefault="00810015" w:rsidP="00810015">
      <w:r>
        <w:t>246.0507</w:t>
      </w:r>
      <w:r>
        <w:tab/>
        <w:t>3.675e0</w:t>
      </w:r>
    </w:p>
    <w:p w14:paraId="5CF93C9D" w14:textId="77777777" w:rsidR="00810015" w:rsidRDefault="00810015" w:rsidP="00810015">
      <w:r>
        <w:t>246.0678</w:t>
      </w:r>
      <w:r>
        <w:tab/>
        <w:t>2.935e0</w:t>
      </w:r>
    </w:p>
    <w:p w14:paraId="60973D82" w14:textId="77777777" w:rsidR="00810015" w:rsidRDefault="00810015" w:rsidP="00810015">
      <w:r>
        <w:t>246.0692</w:t>
      </w:r>
      <w:r>
        <w:tab/>
        <w:t>2.025e0</w:t>
      </w:r>
    </w:p>
    <w:p w14:paraId="251F8257" w14:textId="77777777" w:rsidR="00810015" w:rsidRDefault="00810015" w:rsidP="00810015">
      <w:r>
        <w:t>246.0941</w:t>
      </w:r>
      <w:r>
        <w:tab/>
        <w:t>3.038e0</w:t>
      </w:r>
    </w:p>
    <w:p w14:paraId="44D7FC7A" w14:textId="77777777" w:rsidR="00810015" w:rsidRDefault="00810015" w:rsidP="00810015">
      <w:r>
        <w:t>246.0980</w:t>
      </w:r>
      <w:r>
        <w:tab/>
        <w:t>1.013e0</w:t>
      </w:r>
    </w:p>
    <w:p w14:paraId="2CFDA8FE" w14:textId="77777777" w:rsidR="00810015" w:rsidRDefault="00810015" w:rsidP="00810015">
      <w:r>
        <w:t>246.1290</w:t>
      </w:r>
      <w:r>
        <w:tab/>
        <w:t>2.025e0</w:t>
      </w:r>
    </w:p>
    <w:p w14:paraId="1A48D57E" w14:textId="77777777" w:rsidR="00810015" w:rsidRDefault="00810015" w:rsidP="00810015">
      <w:r>
        <w:t>246.1419</w:t>
      </w:r>
      <w:r>
        <w:tab/>
        <w:t>5.063e0</w:t>
      </w:r>
    </w:p>
    <w:p w14:paraId="7733059B" w14:textId="77777777" w:rsidR="00810015" w:rsidRDefault="00810015" w:rsidP="00810015">
      <w:r>
        <w:t>246.1565</w:t>
      </w:r>
      <w:r>
        <w:tab/>
        <w:t>1.013e0</w:t>
      </w:r>
    </w:p>
    <w:p w14:paraId="7B6B0C68" w14:textId="77777777" w:rsidR="00810015" w:rsidRDefault="00810015" w:rsidP="00810015">
      <w:r>
        <w:t>246.1631</w:t>
      </w:r>
      <w:r>
        <w:tab/>
        <w:t>2.025e0</w:t>
      </w:r>
    </w:p>
    <w:p w14:paraId="54C7F0C9" w14:textId="77777777" w:rsidR="00810015" w:rsidRDefault="00810015" w:rsidP="00810015">
      <w:r>
        <w:t>246.1666</w:t>
      </w:r>
      <w:r>
        <w:tab/>
        <w:t>1.013e0</w:t>
      </w:r>
    </w:p>
    <w:p w14:paraId="156D245E" w14:textId="77777777" w:rsidR="00810015" w:rsidRDefault="00810015" w:rsidP="00810015">
      <w:r>
        <w:t>246.1885</w:t>
      </w:r>
      <w:r>
        <w:tab/>
        <w:t>2.025e0</w:t>
      </w:r>
    </w:p>
    <w:p w14:paraId="1718D95B" w14:textId="77777777" w:rsidR="00810015" w:rsidRDefault="00810015" w:rsidP="00810015">
      <w:r>
        <w:t>246.1897</w:t>
      </w:r>
      <w:r>
        <w:tab/>
        <w:t>1.013e0</w:t>
      </w:r>
    </w:p>
    <w:p w14:paraId="2F573C2B" w14:textId="77777777" w:rsidR="00810015" w:rsidRDefault="00810015" w:rsidP="00810015">
      <w:r>
        <w:t>246.1916</w:t>
      </w:r>
      <w:r>
        <w:tab/>
        <w:t>4.051e0</w:t>
      </w:r>
    </w:p>
    <w:p w14:paraId="40AC1BBB" w14:textId="77777777" w:rsidR="00810015" w:rsidRDefault="00810015" w:rsidP="00810015">
      <w:r>
        <w:t>246.2030</w:t>
      </w:r>
      <w:r>
        <w:tab/>
        <w:t>2.025e0</w:t>
      </w:r>
    </w:p>
    <w:p w14:paraId="25B0B42B" w14:textId="77777777" w:rsidR="00810015" w:rsidRDefault="00810015" w:rsidP="00810015">
      <w:r>
        <w:t>246.2297</w:t>
      </w:r>
      <w:r>
        <w:tab/>
        <w:t>3.038e0</w:t>
      </w:r>
    </w:p>
    <w:p w14:paraId="06FCAA4B" w14:textId="77777777" w:rsidR="00810015" w:rsidRDefault="00810015" w:rsidP="00810015">
      <w:r>
        <w:t>246.2364</w:t>
      </w:r>
      <w:r>
        <w:tab/>
        <w:t>1.013e0</w:t>
      </w:r>
    </w:p>
    <w:p w14:paraId="261DBC77" w14:textId="77777777" w:rsidR="00810015" w:rsidRDefault="00810015" w:rsidP="00810015">
      <w:r>
        <w:t>246.2529</w:t>
      </w:r>
      <w:r>
        <w:tab/>
        <w:t>1.013e0</w:t>
      </w:r>
    </w:p>
    <w:p w14:paraId="5DD3E411" w14:textId="77777777" w:rsidR="00810015" w:rsidRDefault="00810015" w:rsidP="00810015">
      <w:r>
        <w:t>246.2559</w:t>
      </w:r>
      <w:r>
        <w:tab/>
        <w:t>2.025e0</w:t>
      </w:r>
    </w:p>
    <w:p w14:paraId="24E13AEA" w14:textId="77777777" w:rsidR="00810015" w:rsidRDefault="00810015" w:rsidP="00810015">
      <w:r>
        <w:t>246.2665</w:t>
      </w:r>
      <w:r>
        <w:tab/>
        <w:t>1.013e0</w:t>
      </w:r>
    </w:p>
    <w:p w14:paraId="6F9DFB92" w14:textId="77777777" w:rsidR="00810015" w:rsidRDefault="00810015" w:rsidP="00810015">
      <w:r>
        <w:t>246.2695</w:t>
      </w:r>
      <w:r>
        <w:tab/>
        <w:t>1.013e0</w:t>
      </w:r>
    </w:p>
    <w:p w14:paraId="1AC904B4" w14:textId="77777777" w:rsidR="00810015" w:rsidRDefault="00810015" w:rsidP="00810015">
      <w:r>
        <w:t>246.2952</w:t>
      </w:r>
      <w:r>
        <w:tab/>
        <w:t>1.013e0</w:t>
      </w:r>
    </w:p>
    <w:p w14:paraId="2CC64030" w14:textId="77777777" w:rsidR="00810015" w:rsidRDefault="00810015" w:rsidP="00810015">
      <w:r>
        <w:t>246.3319</w:t>
      </w:r>
      <w:r>
        <w:tab/>
        <w:t>1.013e0</w:t>
      </w:r>
    </w:p>
    <w:p w14:paraId="4C994043" w14:textId="77777777" w:rsidR="00810015" w:rsidRDefault="00810015" w:rsidP="00810015">
      <w:r>
        <w:t>246.3404</w:t>
      </w:r>
      <w:r>
        <w:tab/>
        <w:t>3.038e0</w:t>
      </w:r>
    </w:p>
    <w:p w14:paraId="2E43277A" w14:textId="77777777" w:rsidR="00810015" w:rsidRDefault="00810015" w:rsidP="00810015">
      <w:r>
        <w:t>246.3543</w:t>
      </w:r>
      <w:r>
        <w:tab/>
        <w:t>1.013e0</w:t>
      </w:r>
    </w:p>
    <w:p w14:paraId="614E44B1" w14:textId="77777777" w:rsidR="00810015" w:rsidRDefault="00810015" w:rsidP="00810015">
      <w:r>
        <w:t>246.3574</w:t>
      </w:r>
      <w:r>
        <w:tab/>
        <w:t>2.025e0</w:t>
      </w:r>
    </w:p>
    <w:p w14:paraId="12AE1E2F" w14:textId="77777777" w:rsidR="00810015" w:rsidRDefault="00810015" w:rsidP="00810015">
      <w:r>
        <w:t>246.3664</w:t>
      </w:r>
      <w:r>
        <w:tab/>
        <w:t>3.038e0</w:t>
      </w:r>
    </w:p>
    <w:p w14:paraId="3CC8A96C" w14:textId="77777777" w:rsidR="00810015" w:rsidRDefault="00810015" w:rsidP="00810015">
      <w:r>
        <w:t>246.3953</w:t>
      </w:r>
      <w:r>
        <w:tab/>
        <w:t>1.013e0</w:t>
      </w:r>
    </w:p>
    <w:p w14:paraId="79185E7C" w14:textId="77777777" w:rsidR="00810015" w:rsidRDefault="00810015" w:rsidP="00810015">
      <w:r>
        <w:t>246.4120</w:t>
      </w:r>
      <w:r>
        <w:tab/>
        <w:t>1.013e0</w:t>
      </w:r>
    </w:p>
    <w:p w14:paraId="36EDBB7A" w14:textId="77777777" w:rsidR="00810015" w:rsidRDefault="00810015" w:rsidP="00810015">
      <w:r>
        <w:t>246.4130</w:t>
      </w:r>
      <w:r>
        <w:tab/>
        <w:t>2.025e0</w:t>
      </w:r>
    </w:p>
    <w:p w14:paraId="593DF7AF" w14:textId="77777777" w:rsidR="00810015" w:rsidRDefault="00810015" w:rsidP="00810015">
      <w:r>
        <w:t>246.4376</w:t>
      </w:r>
      <w:r>
        <w:tab/>
        <w:t>1.013e0</w:t>
      </w:r>
    </w:p>
    <w:p w14:paraId="3953CF8A" w14:textId="77777777" w:rsidR="00810015" w:rsidRDefault="00810015" w:rsidP="00810015">
      <w:r>
        <w:t>246.4570</w:t>
      </w:r>
      <w:r>
        <w:tab/>
        <w:t>1.013e0</w:t>
      </w:r>
    </w:p>
    <w:p w14:paraId="5F4DA83D" w14:textId="77777777" w:rsidR="00810015" w:rsidRDefault="00810015" w:rsidP="00810015">
      <w:r>
        <w:t>246.4648</w:t>
      </w:r>
      <w:r>
        <w:tab/>
        <w:t>1.013e0</w:t>
      </w:r>
    </w:p>
    <w:p w14:paraId="413C1476" w14:textId="77777777" w:rsidR="00810015" w:rsidRDefault="00810015" w:rsidP="00810015">
      <w:r>
        <w:t>246.4988</w:t>
      </w:r>
      <w:r>
        <w:tab/>
        <w:t>1.013e0</w:t>
      </w:r>
    </w:p>
    <w:p w14:paraId="38E9C6B6" w14:textId="77777777" w:rsidR="00810015" w:rsidRDefault="00810015" w:rsidP="00810015">
      <w:r>
        <w:t>246.5378</w:t>
      </w:r>
      <w:r>
        <w:tab/>
        <w:t>3.743e0</w:t>
      </w:r>
    </w:p>
    <w:p w14:paraId="7B7917C5" w14:textId="77777777" w:rsidR="00810015" w:rsidRDefault="00810015" w:rsidP="00810015">
      <w:r>
        <w:t>246.5447</w:t>
      </w:r>
      <w:r>
        <w:tab/>
        <w:t>1.013e0</w:t>
      </w:r>
    </w:p>
    <w:p w14:paraId="6F91D0BB" w14:textId="77777777" w:rsidR="00810015" w:rsidRDefault="00810015" w:rsidP="00810015">
      <w:r>
        <w:t>246.5764</w:t>
      </w:r>
      <w:r>
        <w:tab/>
        <w:t>2.025e0</w:t>
      </w:r>
    </w:p>
    <w:p w14:paraId="480192FD" w14:textId="77777777" w:rsidR="00810015" w:rsidRDefault="00810015" w:rsidP="00810015">
      <w:r>
        <w:t>246.6804</w:t>
      </w:r>
      <w:r>
        <w:tab/>
        <w:t>2.025e0</w:t>
      </w:r>
    </w:p>
    <w:p w14:paraId="7F70D3E4" w14:textId="77777777" w:rsidR="00810015" w:rsidRDefault="00810015" w:rsidP="00810015">
      <w:r>
        <w:t>246.6902</w:t>
      </w:r>
      <w:r>
        <w:tab/>
        <w:t>1.013e0</w:t>
      </w:r>
    </w:p>
    <w:p w14:paraId="267DC5D2" w14:textId="77777777" w:rsidR="00810015" w:rsidRDefault="00810015" w:rsidP="00810015">
      <w:r>
        <w:t>246.7184</w:t>
      </w:r>
      <w:r>
        <w:tab/>
        <w:t>2.025e0</w:t>
      </w:r>
    </w:p>
    <w:p w14:paraId="421AC3A9" w14:textId="77777777" w:rsidR="00810015" w:rsidRDefault="00810015" w:rsidP="00810015">
      <w:r>
        <w:t>246.7203</w:t>
      </w:r>
      <w:r>
        <w:tab/>
        <w:t>1.013e0</w:t>
      </w:r>
    </w:p>
    <w:p w14:paraId="17D0F0FB" w14:textId="77777777" w:rsidR="00810015" w:rsidRDefault="00810015" w:rsidP="00810015">
      <w:r>
        <w:t>246.7596</w:t>
      </w:r>
      <w:r>
        <w:tab/>
        <w:t>2.025e0</w:t>
      </w:r>
    </w:p>
    <w:p w14:paraId="45B984B5" w14:textId="77777777" w:rsidR="00810015" w:rsidRDefault="00810015" w:rsidP="00810015">
      <w:r>
        <w:t>246.7623</w:t>
      </w:r>
      <w:r>
        <w:tab/>
        <w:t>1.013e0</w:t>
      </w:r>
    </w:p>
    <w:p w14:paraId="7924DE14" w14:textId="77777777" w:rsidR="00810015" w:rsidRDefault="00810015" w:rsidP="00810015">
      <w:r>
        <w:t>246.7704</w:t>
      </w:r>
      <w:r>
        <w:tab/>
        <w:t>3.038e0</w:t>
      </w:r>
    </w:p>
    <w:p w14:paraId="1668ACAA" w14:textId="77777777" w:rsidR="00810015" w:rsidRDefault="00810015" w:rsidP="00810015">
      <w:r>
        <w:t>246.7781</w:t>
      </w:r>
      <w:r>
        <w:tab/>
        <w:t>1.013e0</w:t>
      </w:r>
    </w:p>
    <w:p w14:paraId="48B4B1ED" w14:textId="77777777" w:rsidR="00810015" w:rsidRDefault="00810015" w:rsidP="00810015">
      <w:r>
        <w:t>246.7999</w:t>
      </w:r>
      <w:r>
        <w:tab/>
        <w:t>1.013e0</w:t>
      </w:r>
    </w:p>
    <w:p w14:paraId="571AA577" w14:textId="77777777" w:rsidR="00810015" w:rsidRDefault="00810015" w:rsidP="00810015">
      <w:r>
        <w:t>246.8200</w:t>
      </w:r>
      <w:r>
        <w:tab/>
        <w:t>1.013e0</w:t>
      </w:r>
    </w:p>
    <w:p w14:paraId="344AB44D" w14:textId="77777777" w:rsidR="00810015" w:rsidRDefault="00810015" w:rsidP="00810015">
      <w:r>
        <w:t>246.8347</w:t>
      </w:r>
      <w:r>
        <w:tab/>
        <w:t>2.025e0</w:t>
      </w:r>
    </w:p>
    <w:p w14:paraId="30F3C14B" w14:textId="77777777" w:rsidR="00810015" w:rsidRDefault="00810015" w:rsidP="00810015">
      <w:r>
        <w:t>246.8415</w:t>
      </w:r>
      <w:r>
        <w:tab/>
        <w:t>2.025e0</w:t>
      </w:r>
    </w:p>
    <w:p w14:paraId="124B337D" w14:textId="77777777" w:rsidR="00810015" w:rsidRDefault="00810015" w:rsidP="00810015">
      <w:r>
        <w:t>246.8540</w:t>
      </w:r>
      <w:r>
        <w:tab/>
        <w:t>1.013e0</w:t>
      </w:r>
    </w:p>
    <w:p w14:paraId="6A0302B2" w14:textId="77777777" w:rsidR="00810015" w:rsidRDefault="00810015" w:rsidP="00810015">
      <w:r>
        <w:t>246.8736</w:t>
      </w:r>
      <w:r>
        <w:tab/>
        <w:t>1.013e0</w:t>
      </w:r>
    </w:p>
    <w:p w14:paraId="108B6106" w14:textId="77777777" w:rsidR="00810015" w:rsidRDefault="00810015" w:rsidP="00810015">
      <w:r>
        <w:t>246.8999</w:t>
      </w:r>
      <w:r>
        <w:tab/>
        <w:t>1.013e0</w:t>
      </w:r>
    </w:p>
    <w:p w14:paraId="4E15EE68" w14:textId="77777777" w:rsidR="00810015" w:rsidRDefault="00810015" w:rsidP="00810015">
      <w:r>
        <w:t>246.9118</w:t>
      </w:r>
      <w:r>
        <w:tab/>
        <w:t>1.013e0</w:t>
      </w:r>
    </w:p>
    <w:p w14:paraId="3A67F3B5" w14:textId="77777777" w:rsidR="00810015" w:rsidRDefault="00810015" w:rsidP="00810015">
      <w:r>
        <w:t>246.9157</w:t>
      </w:r>
      <w:r>
        <w:tab/>
        <w:t>1.013e0</w:t>
      </w:r>
    </w:p>
    <w:p w14:paraId="40FD3E1F" w14:textId="77777777" w:rsidR="00810015" w:rsidRDefault="00810015" w:rsidP="00810015">
      <w:r>
        <w:t>246.9848</w:t>
      </w:r>
      <w:r>
        <w:tab/>
        <w:t>1.013e0</w:t>
      </w:r>
    </w:p>
    <w:p w14:paraId="4E44FD28" w14:textId="77777777" w:rsidR="00810015" w:rsidRDefault="00810015" w:rsidP="00810015">
      <w:r>
        <w:t>246.9868</w:t>
      </w:r>
      <w:r>
        <w:tab/>
        <w:t>2.025e0</w:t>
      </w:r>
    </w:p>
    <w:p w14:paraId="47B0D5D3" w14:textId="77777777" w:rsidR="00810015" w:rsidRDefault="00810015" w:rsidP="00810015">
      <w:r>
        <w:t>246.9956</w:t>
      </w:r>
      <w:r>
        <w:tab/>
        <w:t>1.013e0</w:t>
      </w:r>
    </w:p>
    <w:p w14:paraId="6607E7E0" w14:textId="77777777" w:rsidR="00810015" w:rsidRDefault="00810015" w:rsidP="00810015">
      <w:r>
        <w:t>247.0273</w:t>
      </w:r>
      <w:r>
        <w:tab/>
        <w:t>2.025e0</w:t>
      </w:r>
    </w:p>
    <w:p w14:paraId="58576F9D" w14:textId="77777777" w:rsidR="00810015" w:rsidRDefault="00810015" w:rsidP="00810015">
      <w:r>
        <w:t>247.0355</w:t>
      </w:r>
      <w:r>
        <w:tab/>
        <w:t>7.511e0</w:t>
      </w:r>
    </w:p>
    <w:p w14:paraId="2D61C1D0" w14:textId="77777777" w:rsidR="00810015" w:rsidRDefault="00810015" w:rsidP="00810015">
      <w:r>
        <w:t>247.0401</w:t>
      </w:r>
      <w:r>
        <w:tab/>
        <w:t>9.114e0</w:t>
      </w:r>
    </w:p>
    <w:p w14:paraId="1A5511FF" w14:textId="77777777" w:rsidR="00810015" w:rsidRDefault="00810015" w:rsidP="00810015">
      <w:r>
        <w:t>247.0425</w:t>
      </w:r>
      <w:r>
        <w:tab/>
        <w:t>5.701e0</w:t>
      </w:r>
    </w:p>
    <w:p w14:paraId="4CA01769" w14:textId="77777777" w:rsidR="00810015" w:rsidRDefault="00810015" w:rsidP="00810015">
      <w:r>
        <w:t>247.0537</w:t>
      </w:r>
      <w:r>
        <w:tab/>
        <w:t>3.038e0</w:t>
      </w:r>
    </w:p>
    <w:p w14:paraId="34AF04B1" w14:textId="77777777" w:rsidR="00810015" w:rsidRDefault="00810015" w:rsidP="00810015">
      <w:r>
        <w:t>247.0555</w:t>
      </w:r>
      <w:r>
        <w:tab/>
        <w:t>3.871e0</w:t>
      </w:r>
    </w:p>
    <w:p w14:paraId="3953C335" w14:textId="77777777" w:rsidR="00810015" w:rsidRDefault="00810015" w:rsidP="00810015">
      <w:r>
        <w:t>247.0883</w:t>
      </w:r>
      <w:r>
        <w:tab/>
        <w:t>1.013e0</w:t>
      </w:r>
    </w:p>
    <w:p w14:paraId="5D7497FA" w14:textId="77777777" w:rsidR="00810015" w:rsidRDefault="00810015" w:rsidP="00810015">
      <w:r>
        <w:t>247.0963</w:t>
      </w:r>
      <w:r>
        <w:tab/>
        <w:t>2.025e0</w:t>
      </w:r>
    </w:p>
    <w:p w14:paraId="5CF735D9" w14:textId="77777777" w:rsidR="00810015" w:rsidRDefault="00810015" w:rsidP="00810015">
      <w:r>
        <w:t>247.1044</w:t>
      </w:r>
      <w:r>
        <w:tab/>
        <w:t>4.051e0</w:t>
      </w:r>
    </w:p>
    <w:p w14:paraId="12D9B27B" w14:textId="77777777" w:rsidR="00810015" w:rsidRDefault="00810015" w:rsidP="00810015">
      <w:r>
        <w:t>247.1263</w:t>
      </w:r>
      <w:r>
        <w:tab/>
        <w:t>1.013e0</w:t>
      </w:r>
    </w:p>
    <w:p w14:paraId="44A0DAB2" w14:textId="77777777" w:rsidR="00810015" w:rsidRDefault="00810015" w:rsidP="00810015">
      <w:r>
        <w:t>247.1375</w:t>
      </w:r>
      <w:r>
        <w:tab/>
        <w:t>2.025e0</w:t>
      </w:r>
    </w:p>
    <w:p w14:paraId="69F2B97A" w14:textId="77777777" w:rsidR="00810015" w:rsidRDefault="00810015" w:rsidP="00810015">
      <w:r>
        <w:t>247.1401</w:t>
      </w:r>
      <w:r>
        <w:tab/>
        <w:t>4.051e0</w:t>
      </w:r>
    </w:p>
    <w:p w14:paraId="1FC25CDB" w14:textId="77777777" w:rsidR="00810015" w:rsidRDefault="00810015" w:rsidP="00810015">
      <w:r>
        <w:t>247.1427</w:t>
      </w:r>
      <w:r>
        <w:tab/>
        <w:t>3.038e0</w:t>
      </w:r>
    </w:p>
    <w:p w14:paraId="7E7107BC" w14:textId="77777777" w:rsidR="00810015" w:rsidRDefault="00810015" w:rsidP="00810015">
      <w:r>
        <w:t>247.1486</w:t>
      </w:r>
      <w:r>
        <w:tab/>
        <w:t>2.025e0</w:t>
      </w:r>
    </w:p>
    <w:p w14:paraId="5142B0C1" w14:textId="77777777" w:rsidR="00810015" w:rsidRDefault="00810015" w:rsidP="00810015">
      <w:r>
        <w:t>247.1626</w:t>
      </w:r>
      <w:r>
        <w:tab/>
        <w:t>2.025e0</w:t>
      </w:r>
    </w:p>
    <w:p w14:paraId="0683C6E4" w14:textId="77777777" w:rsidR="00810015" w:rsidRDefault="00810015" w:rsidP="00810015">
      <w:r>
        <w:t>247.1753</w:t>
      </w:r>
      <w:r>
        <w:tab/>
        <w:t>2.025e0</w:t>
      </w:r>
    </w:p>
    <w:p w14:paraId="0871C617" w14:textId="77777777" w:rsidR="00810015" w:rsidRDefault="00810015" w:rsidP="00810015">
      <w:r>
        <w:t>247.1832</w:t>
      </w:r>
      <w:r>
        <w:tab/>
        <w:t>1.013e0</w:t>
      </w:r>
    </w:p>
    <w:p w14:paraId="0FC908BF" w14:textId="77777777" w:rsidR="00810015" w:rsidRDefault="00810015" w:rsidP="00810015">
      <w:r>
        <w:t>247.1989</w:t>
      </w:r>
      <w:r>
        <w:tab/>
        <w:t>4.051e0</w:t>
      </w:r>
    </w:p>
    <w:p w14:paraId="2E613731" w14:textId="77777777" w:rsidR="00810015" w:rsidRDefault="00810015" w:rsidP="00810015">
      <w:r>
        <w:t>247.2022</w:t>
      </w:r>
      <w:r>
        <w:tab/>
        <w:t>3.038e0</w:t>
      </w:r>
    </w:p>
    <w:p w14:paraId="628F284B" w14:textId="77777777" w:rsidR="00810015" w:rsidRDefault="00810015" w:rsidP="00810015">
      <w:r>
        <w:t>247.2048</w:t>
      </w:r>
      <w:r>
        <w:tab/>
        <w:t>5.063e0</w:t>
      </w:r>
    </w:p>
    <w:p w14:paraId="2909A8C1" w14:textId="77777777" w:rsidR="00810015" w:rsidRDefault="00810015" w:rsidP="00810015">
      <w:r>
        <w:t>247.2750</w:t>
      </w:r>
      <w:r>
        <w:tab/>
        <w:t>1.013e0</w:t>
      </w:r>
    </w:p>
    <w:p w14:paraId="729BAFFA" w14:textId="77777777" w:rsidR="00810015" w:rsidRDefault="00810015" w:rsidP="00810015">
      <w:r>
        <w:t>247.2880</w:t>
      </w:r>
      <w:r>
        <w:tab/>
        <w:t>1.013e0</w:t>
      </w:r>
    </w:p>
    <w:p w14:paraId="59BB0F0B" w14:textId="77777777" w:rsidR="00810015" w:rsidRDefault="00810015" w:rsidP="00810015">
      <w:r>
        <w:t>247.3209</w:t>
      </w:r>
      <w:r>
        <w:tab/>
        <w:t>1.013e0</w:t>
      </w:r>
    </w:p>
    <w:p w14:paraId="783CF155" w14:textId="77777777" w:rsidR="00810015" w:rsidRDefault="00810015" w:rsidP="00810015">
      <w:r>
        <w:t>247.3510</w:t>
      </w:r>
      <w:r>
        <w:tab/>
        <w:t>1.013e0</w:t>
      </w:r>
    </w:p>
    <w:p w14:paraId="55035000" w14:textId="77777777" w:rsidR="00810015" w:rsidRDefault="00810015" w:rsidP="00810015">
      <w:r>
        <w:t>247.3550</w:t>
      </w:r>
      <w:r>
        <w:tab/>
        <w:t>1.013e0</w:t>
      </w:r>
    </w:p>
    <w:p w14:paraId="7B20EF3B" w14:textId="77777777" w:rsidR="00810015" w:rsidRDefault="00810015" w:rsidP="00810015">
      <w:r>
        <w:t>247.3710</w:t>
      </w:r>
      <w:r>
        <w:tab/>
        <w:t>1.013e0</w:t>
      </w:r>
    </w:p>
    <w:p w14:paraId="3986A577" w14:textId="77777777" w:rsidR="00810015" w:rsidRDefault="00810015" w:rsidP="00810015">
      <w:r>
        <w:t>247.3848</w:t>
      </w:r>
      <w:r>
        <w:tab/>
        <w:t>1.013e0</w:t>
      </w:r>
    </w:p>
    <w:p w14:paraId="7D86A9F5" w14:textId="77777777" w:rsidR="00810015" w:rsidRDefault="00810015" w:rsidP="00810015">
      <w:r>
        <w:t>247.4468</w:t>
      </w:r>
      <w:r>
        <w:tab/>
        <w:t>2.025e0</w:t>
      </w:r>
    </w:p>
    <w:p w14:paraId="32331324" w14:textId="77777777" w:rsidR="00810015" w:rsidRDefault="00810015" w:rsidP="00810015">
      <w:r>
        <w:t>247.4584</w:t>
      </w:r>
      <w:r>
        <w:tab/>
        <w:t>3.038e0</w:t>
      </w:r>
    </w:p>
    <w:p w14:paraId="6C721EB9" w14:textId="77777777" w:rsidR="00810015" w:rsidRDefault="00810015" w:rsidP="00810015">
      <w:r>
        <w:t>247.4687</w:t>
      </w:r>
      <w:r>
        <w:tab/>
        <w:t>1.013e0</w:t>
      </w:r>
    </w:p>
    <w:p w14:paraId="71118675" w14:textId="77777777" w:rsidR="00810015" w:rsidRDefault="00810015" w:rsidP="00810015">
      <w:r>
        <w:t>247.5006</w:t>
      </w:r>
      <w:r>
        <w:tab/>
        <w:t>1.013e0</w:t>
      </w:r>
    </w:p>
    <w:p w14:paraId="48601C08" w14:textId="77777777" w:rsidR="00810015" w:rsidRDefault="00810015" w:rsidP="00810015">
      <w:r>
        <w:t>247.5307</w:t>
      </w:r>
      <w:r>
        <w:tab/>
        <w:t>1.013e0</w:t>
      </w:r>
    </w:p>
    <w:p w14:paraId="2A203D8B" w14:textId="77777777" w:rsidR="00810015" w:rsidRDefault="00810015" w:rsidP="00810015">
      <w:r>
        <w:t>247.5347</w:t>
      </w:r>
      <w:r>
        <w:tab/>
        <w:t>2.025e0</w:t>
      </w:r>
    </w:p>
    <w:p w14:paraId="31E5C0C8" w14:textId="77777777" w:rsidR="00810015" w:rsidRDefault="00810015" w:rsidP="00810015">
      <w:r>
        <w:t>247.5426</w:t>
      </w:r>
      <w:r>
        <w:tab/>
        <w:t>1.013e0</w:t>
      </w:r>
    </w:p>
    <w:p w14:paraId="562196D7" w14:textId="77777777" w:rsidR="00810015" w:rsidRDefault="00810015" w:rsidP="00810015">
      <w:r>
        <w:t>247.5469</w:t>
      </w:r>
      <w:r>
        <w:tab/>
        <w:t>2.025e0</w:t>
      </w:r>
    </w:p>
    <w:p w14:paraId="61A49C4E" w14:textId="77777777" w:rsidR="00810015" w:rsidRDefault="00810015" w:rsidP="00810015">
      <w:r>
        <w:t>247.5811</w:t>
      </w:r>
      <w:r>
        <w:tab/>
        <w:t>2.025e0</w:t>
      </w:r>
    </w:p>
    <w:p w14:paraId="030D5340" w14:textId="77777777" w:rsidR="00810015" w:rsidRDefault="00810015" w:rsidP="00810015">
      <w:r>
        <w:t>247.6016</w:t>
      </w:r>
      <w:r>
        <w:tab/>
        <w:t>1.013e0</w:t>
      </w:r>
    </w:p>
    <w:p w14:paraId="313F7BD8" w14:textId="77777777" w:rsidR="00810015" w:rsidRDefault="00810015" w:rsidP="00810015">
      <w:r>
        <w:t>247.6148</w:t>
      </w:r>
      <w:r>
        <w:tab/>
        <w:t>1.013e0</w:t>
      </w:r>
    </w:p>
    <w:p w14:paraId="6B7ECCC8" w14:textId="77777777" w:rsidR="00810015" w:rsidRDefault="00810015" w:rsidP="00810015">
      <w:r>
        <w:t>247.6765</w:t>
      </w:r>
      <w:r>
        <w:tab/>
        <w:t>1.013e0</w:t>
      </w:r>
    </w:p>
    <w:p w14:paraId="7A831827" w14:textId="77777777" w:rsidR="00810015" w:rsidRDefault="00810015" w:rsidP="00810015">
      <w:r>
        <w:t>247.6968</w:t>
      </w:r>
      <w:r>
        <w:tab/>
        <w:t>2.025e0</w:t>
      </w:r>
    </w:p>
    <w:p w14:paraId="124287FB" w14:textId="77777777" w:rsidR="00810015" w:rsidRDefault="00810015" w:rsidP="00810015">
      <w:r>
        <w:t>247.7027</w:t>
      </w:r>
      <w:r>
        <w:tab/>
        <w:t>1.013e0</w:t>
      </w:r>
    </w:p>
    <w:p w14:paraId="1D676CBF" w14:textId="77777777" w:rsidR="00810015" w:rsidRDefault="00810015" w:rsidP="00810015">
      <w:r>
        <w:t>247.7262</w:t>
      </w:r>
      <w:r>
        <w:tab/>
        <w:t>1.013e0</w:t>
      </w:r>
    </w:p>
    <w:p w14:paraId="23C39695" w14:textId="77777777" w:rsidR="00810015" w:rsidRDefault="00810015" w:rsidP="00810015">
      <w:r>
        <w:t>247.7405</w:t>
      </w:r>
      <w:r>
        <w:tab/>
        <w:t>2.025e0</w:t>
      </w:r>
    </w:p>
    <w:p w14:paraId="217498A3" w14:textId="77777777" w:rsidR="00810015" w:rsidRDefault="00810015" w:rsidP="00810015">
      <w:r>
        <w:t>247.7732</w:t>
      </w:r>
      <w:r>
        <w:tab/>
        <w:t>1.013e0</w:t>
      </w:r>
    </w:p>
    <w:p w14:paraId="11107C23" w14:textId="77777777" w:rsidR="00810015" w:rsidRDefault="00810015" w:rsidP="00810015">
      <w:r>
        <w:t>247.7984</w:t>
      </w:r>
      <w:r>
        <w:tab/>
        <w:t>1.013e0</w:t>
      </w:r>
    </w:p>
    <w:p w14:paraId="4076F2CD" w14:textId="77777777" w:rsidR="00810015" w:rsidRDefault="00810015" w:rsidP="00810015">
      <w:r>
        <w:t>247.8112</w:t>
      </w:r>
      <w:r>
        <w:tab/>
        <w:t>1.013e0</w:t>
      </w:r>
    </w:p>
    <w:p w14:paraId="2E4D8322" w14:textId="77777777" w:rsidR="00810015" w:rsidRDefault="00810015" w:rsidP="00810015">
      <w:r>
        <w:t>247.8231</w:t>
      </w:r>
      <w:r>
        <w:tab/>
        <w:t>1.013e0</w:t>
      </w:r>
    </w:p>
    <w:p w14:paraId="6EAC6EF7" w14:textId="77777777" w:rsidR="00810015" w:rsidRDefault="00810015" w:rsidP="00810015">
      <w:r>
        <w:t>247.8277</w:t>
      </w:r>
      <w:r>
        <w:tab/>
        <w:t>1.013e0</w:t>
      </w:r>
    </w:p>
    <w:p w14:paraId="6829DBBC" w14:textId="77777777" w:rsidR="00810015" w:rsidRDefault="00810015" w:rsidP="00810015">
      <w:r>
        <w:t>247.8872</w:t>
      </w:r>
      <w:r>
        <w:tab/>
        <w:t>1.013e0</w:t>
      </w:r>
    </w:p>
    <w:p w14:paraId="28DFAB9E" w14:textId="77777777" w:rsidR="00810015" w:rsidRDefault="00810015" w:rsidP="00810015">
      <w:r>
        <w:t>247.8943</w:t>
      </w:r>
      <w:r>
        <w:tab/>
        <w:t>1.013e0</w:t>
      </w:r>
    </w:p>
    <w:p w14:paraId="27C78A97" w14:textId="77777777" w:rsidR="00810015" w:rsidRDefault="00810015" w:rsidP="00810015">
      <w:r>
        <w:t>247.9109</w:t>
      </w:r>
      <w:r>
        <w:tab/>
        <w:t>1.013e0</w:t>
      </w:r>
    </w:p>
    <w:p w14:paraId="2D1C938E" w14:textId="77777777" w:rsidR="00810015" w:rsidRDefault="00810015" w:rsidP="00810015">
      <w:r>
        <w:t>247.9205</w:t>
      </w:r>
      <w:r>
        <w:tab/>
        <w:t>2.025e0</w:t>
      </w:r>
    </w:p>
    <w:p w14:paraId="3C557A1D" w14:textId="77777777" w:rsidR="00810015" w:rsidRDefault="00810015" w:rsidP="00810015">
      <w:r>
        <w:t>247.9704</w:t>
      </w:r>
      <w:r>
        <w:tab/>
        <w:t>1.013e0</w:t>
      </w:r>
    </w:p>
    <w:p w14:paraId="363A87F9" w14:textId="77777777" w:rsidR="00810015" w:rsidRDefault="00810015" w:rsidP="00810015">
      <w:r>
        <w:t>247.9743</w:t>
      </w:r>
      <w:r>
        <w:tab/>
        <w:t>1.013e0</w:t>
      </w:r>
    </w:p>
    <w:p w14:paraId="7E7F2256" w14:textId="77777777" w:rsidR="00810015" w:rsidRDefault="00810015" w:rsidP="00810015">
      <w:r>
        <w:t>247.9890</w:t>
      </w:r>
      <w:r>
        <w:tab/>
        <w:t>2.025e0</w:t>
      </w:r>
    </w:p>
    <w:p w14:paraId="6E553700" w14:textId="77777777" w:rsidR="00810015" w:rsidRDefault="00810015" w:rsidP="00810015">
      <w:r>
        <w:t>247.9901</w:t>
      </w:r>
      <w:r>
        <w:tab/>
        <w:t>1.013e0</w:t>
      </w:r>
    </w:p>
    <w:p w14:paraId="562BDB48" w14:textId="77777777" w:rsidR="00810015" w:rsidRDefault="00810015" w:rsidP="00810015">
      <w:r>
        <w:t>247.9986</w:t>
      </w:r>
      <w:r>
        <w:tab/>
        <w:t>1.013e0</w:t>
      </w:r>
    </w:p>
    <w:p w14:paraId="6B8842BA" w14:textId="77777777" w:rsidR="00810015" w:rsidRDefault="00810015" w:rsidP="00810015">
      <w:r>
        <w:t>248.0151</w:t>
      </w:r>
      <w:r>
        <w:tab/>
        <w:t>1.928e0</w:t>
      </w:r>
    </w:p>
    <w:p w14:paraId="6574D726" w14:textId="77777777" w:rsidR="00810015" w:rsidRDefault="00810015" w:rsidP="00810015">
      <w:r>
        <w:t>248.0202</w:t>
      </w:r>
      <w:r>
        <w:tab/>
        <w:t>1.013e0</w:t>
      </w:r>
    </w:p>
    <w:p w14:paraId="4E6EB721" w14:textId="77777777" w:rsidR="00810015" w:rsidRDefault="00810015" w:rsidP="00810015">
      <w:r>
        <w:t>248.0276</w:t>
      </w:r>
      <w:r>
        <w:tab/>
        <w:t>1.632e0</w:t>
      </w:r>
    </w:p>
    <w:p w14:paraId="08743D2A" w14:textId="77777777" w:rsidR="00810015" w:rsidRDefault="00810015" w:rsidP="00810015">
      <w:r>
        <w:t>248.0384</w:t>
      </w:r>
      <w:r>
        <w:tab/>
        <w:t>1.833e0</w:t>
      </w:r>
    </w:p>
    <w:p w14:paraId="6E5B355E" w14:textId="77777777" w:rsidR="00810015" w:rsidRDefault="00810015" w:rsidP="00810015">
      <w:r>
        <w:t>248.0404</w:t>
      </w:r>
      <w:r>
        <w:tab/>
        <w:t>2.108e0</w:t>
      </w:r>
    </w:p>
    <w:p w14:paraId="3C1B516F" w14:textId="77777777" w:rsidR="00810015" w:rsidRDefault="00810015" w:rsidP="00810015">
      <w:r>
        <w:t>248.0761</w:t>
      </w:r>
      <w:r>
        <w:tab/>
        <w:t>1.929e0</w:t>
      </w:r>
    </w:p>
    <w:p w14:paraId="7F0FD395" w14:textId="77777777" w:rsidR="00810015" w:rsidRDefault="00810015" w:rsidP="00810015">
      <w:r>
        <w:t>248.0957</w:t>
      </w:r>
      <w:r>
        <w:tab/>
        <w:t>1.013e0</w:t>
      </w:r>
    </w:p>
    <w:p w14:paraId="1D34E72E" w14:textId="77777777" w:rsidR="00810015" w:rsidRDefault="00810015" w:rsidP="00810015">
      <w:r>
        <w:t>248.1122</w:t>
      </w:r>
      <w:r>
        <w:tab/>
        <w:t>2.025e0</w:t>
      </w:r>
    </w:p>
    <w:p w14:paraId="1195807E" w14:textId="77777777" w:rsidR="00810015" w:rsidRDefault="00810015" w:rsidP="00810015">
      <w:r>
        <w:t>248.1170</w:t>
      </w:r>
      <w:r>
        <w:tab/>
        <w:t>2.025e0</w:t>
      </w:r>
    </w:p>
    <w:p w14:paraId="2F6F1EC4" w14:textId="77777777" w:rsidR="00810015" w:rsidRDefault="00810015" w:rsidP="00810015">
      <w:r>
        <w:t>248.1419</w:t>
      </w:r>
      <w:r>
        <w:tab/>
        <w:t>1.013e0</w:t>
      </w:r>
    </w:p>
    <w:p w14:paraId="54FC197F" w14:textId="77777777" w:rsidR="00810015" w:rsidRDefault="00810015" w:rsidP="00810015">
      <w:r>
        <w:t>248.1520</w:t>
      </w:r>
      <w:r>
        <w:tab/>
        <w:t>3.038e0</w:t>
      </w:r>
    </w:p>
    <w:p w14:paraId="666B043C" w14:textId="77777777" w:rsidR="00810015" w:rsidRDefault="00810015" w:rsidP="00810015">
      <w:r>
        <w:t>248.1538</w:t>
      </w:r>
      <w:r>
        <w:tab/>
        <w:t>3.038e0</w:t>
      </w:r>
    </w:p>
    <w:p w14:paraId="328E6F9A" w14:textId="77777777" w:rsidR="00810015" w:rsidRDefault="00810015" w:rsidP="00810015">
      <w:r>
        <w:t>248.1791</w:t>
      </w:r>
      <w:r>
        <w:tab/>
        <w:t>4.051e0</w:t>
      </w:r>
    </w:p>
    <w:p w14:paraId="1D5C3FD0" w14:textId="77777777" w:rsidR="00810015" w:rsidRDefault="00810015" w:rsidP="00810015">
      <w:r>
        <w:t>248.1832</w:t>
      </w:r>
      <w:r>
        <w:tab/>
        <w:t>2.025e0</w:t>
      </w:r>
    </w:p>
    <w:p w14:paraId="7708D25F" w14:textId="77777777" w:rsidR="00810015" w:rsidRDefault="00810015" w:rsidP="00810015">
      <w:r>
        <w:t>248.1844</w:t>
      </w:r>
      <w:r>
        <w:tab/>
        <w:t>1.013e0</w:t>
      </w:r>
    </w:p>
    <w:p w14:paraId="287B6F1D" w14:textId="77777777" w:rsidR="00810015" w:rsidRDefault="00810015" w:rsidP="00810015">
      <w:r>
        <w:t>248.1923</w:t>
      </w:r>
      <w:r>
        <w:tab/>
        <w:t>1.013e0</w:t>
      </w:r>
    </w:p>
    <w:p w14:paraId="226274E4" w14:textId="77777777" w:rsidR="00810015" w:rsidRDefault="00810015" w:rsidP="00810015">
      <w:r>
        <w:t>248.2260</w:t>
      </w:r>
      <w:r>
        <w:tab/>
        <w:t>1.013e0</w:t>
      </w:r>
    </w:p>
    <w:p w14:paraId="362B2200" w14:textId="77777777" w:rsidR="00810015" w:rsidRDefault="00810015" w:rsidP="00810015">
      <w:r>
        <w:t>248.2371</w:t>
      </w:r>
      <w:r>
        <w:tab/>
        <w:t>2.025e0</w:t>
      </w:r>
    </w:p>
    <w:p w14:paraId="2FC4254E" w14:textId="77777777" w:rsidR="00810015" w:rsidRDefault="00810015" w:rsidP="00810015">
      <w:r>
        <w:t>248.2421</w:t>
      </w:r>
      <w:r>
        <w:tab/>
        <w:t>1.013e0</w:t>
      </w:r>
    </w:p>
    <w:p w14:paraId="12D7E9DF" w14:textId="77777777" w:rsidR="00810015" w:rsidRDefault="00810015" w:rsidP="00810015">
      <w:r>
        <w:t>248.2769</w:t>
      </w:r>
      <w:r>
        <w:tab/>
        <w:t>1.013e0</w:t>
      </w:r>
    </w:p>
    <w:p w14:paraId="0033BCE6" w14:textId="77777777" w:rsidR="00810015" w:rsidRDefault="00810015" w:rsidP="00810015">
      <w:r>
        <w:t>248.3047</w:t>
      </w:r>
      <w:r>
        <w:tab/>
        <w:t>1.013e0</w:t>
      </w:r>
    </w:p>
    <w:p w14:paraId="5BE26F76" w14:textId="77777777" w:rsidR="00810015" w:rsidRDefault="00810015" w:rsidP="00810015">
      <w:r>
        <w:t>248.3083</w:t>
      </w:r>
      <w:r>
        <w:tab/>
        <w:t>1.013e0</w:t>
      </w:r>
    </w:p>
    <w:p w14:paraId="18DAECA5" w14:textId="77777777" w:rsidR="00810015" w:rsidRDefault="00810015" w:rsidP="00810015">
      <w:r>
        <w:t>248.3341</w:t>
      </w:r>
      <w:r>
        <w:tab/>
        <w:t>1.013e0</w:t>
      </w:r>
    </w:p>
    <w:p w14:paraId="21B53196" w14:textId="77777777" w:rsidR="00810015" w:rsidRDefault="00810015" w:rsidP="00810015">
      <w:r>
        <w:t>248.3468</w:t>
      </w:r>
      <w:r>
        <w:tab/>
        <w:t>1.013e0</w:t>
      </w:r>
    </w:p>
    <w:p w14:paraId="3F3C1172" w14:textId="77777777" w:rsidR="00810015" w:rsidRDefault="00810015" w:rsidP="00810015">
      <w:r>
        <w:t>248.3634</w:t>
      </w:r>
      <w:r>
        <w:tab/>
        <w:t>3.038e0</w:t>
      </w:r>
    </w:p>
    <w:p w14:paraId="7E7626F7" w14:textId="77777777" w:rsidR="00810015" w:rsidRDefault="00810015" w:rsidP="00810015">
      <w:r>
        <w:t>248.3683</w:t>
      </w:r>
      <w:r>
        <w:tab/>
        <w:t>1.013e0</w:t>
      </w:r>
    </w:p>
    <w:p w14:paraId="15C1C8CB" w14:textId="77777777" w:rsidR="00810015" w:rsidRDefault="00810015" w:rsidP="00810015">
      <w:r>
        <w:t>248.3810</w:t>
      </w:r>
      <w:r>
        <w:tab/>
        <w:t>1.013e0</w:t>
      </w:r>
    </w:p>
    <w:p w14:paraId="4640DF59" w14:textId="77777777" w:rsidR="00810015" w:rsidRDefault="00810015" w:rsidP="00810015">
      <w:r>
        <w:t>248.4181</w:t>
      </w:r>
      <w:r>
        <w:tab/>
        <w:t>1.013e0</w:t>
      </w:r>
    </w:p>
    <w:p w14:paraId="41C53DBC" w14:textId="77777777" w:rsidR="00810015" w:rsidRDefault="00810015" w:rsidP="00810015">
      <w:r>
        <w:t>248.4388</w:t>
      </w:r>
      <w:r>
        <w:tab/>
        <w:t>1.013e0</w:t>
      </w:r>
    </w:p>
    <w:p w14:paraId="46DE3E6C" w14:textId="77777777" w:rsidR="00810015" w:rsidRDefault="00810015" w:rsidP="00810015">
      <w:r>
        <w:t>248.4518</w:t>
      </w:r>
      <w:r>
        <w:tab/>
        <w:t>1.013e0</w:t>
      </w:r>
    </w:p>
    <w:p w14:paraId="570D8901" w14:textId="77777777" w:rsidR="00810015" w:rsidRDefault="00810015" w:rsidP="00810015">
      <w:r>
        <w:t>248.4610</w:t>
      </w:r>
      <w:r>
        <w:tab/>
        <w:t>1.013e0</w:t>
      </w:r>
    </w:p>
    <w:p w14:paraId="3D4DC80D" w14:textId="77777777" w:rsidR="00810015" w:rsidRDefault="00810015" w:rsidP="00810015">
      <w:r>
        <w:t>248.4798</w:t>
      </w:r>
      <w:r>
        <w:tab/>
        <w:t>1.013e0</w:t>
      </w:r>
    </w:p>
    <w:p w14:paraId="6C0068A5" w14:textId="77777777" w:rsidR="00810015" w:rsidRDefault="00810015" w:rsidP="00810015">
      <w:r>
        <w:t>248.4934</w:t>
      </w:r>
      <w:r>
        <w:tab/>
        <w:t>1.013e0</w:t>
      </w:r>
    </w:p>
    <w:p w14:paraId="66BB7E8C" w14:textId="77777777" w:rsidR="00810015" w:rsidRDefault="00810015" w:rsidP="00810015">
      <w:r>
        <w:t>248.5129</w:t>
      </w:r>
      <w:r>
        <w:tab/>
        <w:t>2.025e0</w:t>
      </w:r>
    </w:p>
    <w:p w14:paraId="41F29D65" w14:textId="77777777" w:rsidR="00810015" w:rsidRDefault="00810015" w:rsidP="00810015">
      <w:r>
        <w:t>248.5560</w:t>
      </w:r>
      <w:r>
        <w:tab/>
        <w:t>1.013e0</w:t>
      </w:r>
    </w:p>
    <w:p w14:paraId="138D120C" w14:textId="77777777" w:rsidR="00810015" w:rsidRDefault="00810015" w:rsidP="00810015">
      <w:r>
        <w:t>248.5609</w:t>
      </w:r>
      <w:r>
        <w:tab/>
        <w:t>1.013e0</w:t>
      </w:r>
    </w:p>
    <w:p w14:paraId="25FA0E7C" w14:textId="77777777" w:rsidR="00810015" w:rsidRDefault="00810015" w:rsidP="00810015">
      <w:r>
        <w:t>248.5640</w:t>
      </w:r>
      <w:r>
        <w:tab/>
        <w:t>1.013e0</w:t>
      </w:r>
    </w:p>
    <w:p w14:paraId="050A6066" w14:textId="77777777" w:rsidR="00810015" w:rsidRDefault="00810015" w:rsidP="00810015">
      <w:r>
        <w:t>248.5981</w:t>
      </w:r>
      <w:r>
        <w:tab/>
        <w:t>1.013e0</w:t>
      </w:r>
    </w:p>
    <w:p w14:paraId="7A20E91D" w14:textId="77777777" w:rsidR="00810015" w:rsidRDefault="00810015" w:rsidP="00810015">
      <w:r>
        <w:t>248.6187</w:t>
      </w:r>
      <w:r>
        <w:tab/>
        <w:t>4.051e0</w:t>
      </w:r>
    </w:p>
    <w:p w14:paraId="5B9C095A" w14:textId="77777777" w:rsidR="00810015" w:rsidRDefault="00810015" w:rsidP="00810015">
      <w:r>
        <w:t>248.6265</w:t>
      </w:r>
      <w:r>
        <w:tab/>
        <w:t>2.025e0</w:t>
      </w:r>
    </w:p>
    <w:p w14:paraId="0C1F9971" w14:textId="77777777" w:rsidR="00810015" w:rsidRDefault="00810015" w:rsidP="00810015">
      <w:r>
        <w:t>248.6410</w:t>
      </w:r>
      <w:r>
        <w:tab/>
        <w:t>1.013e0</w:t>
      </w:r>
    </w:p>
    <w:p w14:paraId="334E2C10" w14:textId="77777777" w:rsidR="00810015" w:rsidRDefault="00810015" w:rsidP="00810015">
      <w:r>
        <w:t>248.6481</w:t>
      </w:r>
      <w:r>
        <w:tab/>
        <w:t>1.013e0</w:t>
      </w:r>
    </w:p>
    <w:p w14:paraId="58FD3B80" w14:textId="77777777" w:rsidR="00810015" w:rsidRDefault="00810015" w:rsidP="00810015">
      <w:r>
        <w:t>248.6601</w:t>
      </w:r>
      <w:r>
        <w:tab/>
        <w:t>1.013e0</w:t>
      </w:r>
    </w:p>
    <w:p w14:paraId="05E0879A" w14:textId="77777777" w:rsidR="00810015" w:rsidRDefault="00810015" w:rsidP="00810015">
      <w:r>
        <w:t>248.6647</w:t>
      </w:r>
      <w:r>
        <w:tab/>
        <w:t>1.013e0</w:t>
      </w:r>
    </w:p>
    <w:p w14:paraId="11BEDA37" w14:textId="77777777" w:rsidR="00810015" w:rsidRDefault="00810015" w:rsidP="00810015">
      <w:r>
        <w:t>248.6783</w:t>
      </w:r>
      <w:r>
        <w:tab/>
        <w:t>1.013e0</w:t>
      </w:r>
    </w:p>
    <w:p w14:paraId="61C63D74" w14:textId="77777777" w:rsidR="00810015" w:rsidRDefault="00810015" w:rsidP="00810015">
      <w:r>
        <w:t>248.6940</w:t>
      </w:r>
      <w:r>
        <w:tab/>
        <w:t>1.013e0</w:t>
      </w:r>
    </w:p>
    <w:p w14:paraId="0D30844E" w14:textId="77777777" w:rsidR="00810015" w:rsidRDefault="00810015" w:rsidP="00810015">
      <w:r>
        <w:t>248.7176</w:t>
      </w:r>
      <w:r>
        <w:tab/>
        <w:t>2.025e0</w:t>
      </w:r>
    </w:p>
    <w:p w14:paraId="19504CCD" w14:textId="77777777" w:rsidR="00810015" w:rsidRDefault="00810015" w:rsidP="00810015">
      <w:r>
        <w:t>248.7361</w:t>
      </w:r>
      <w:r>
        <w:tab/>
        <w:t>1.013e0</w:t>
      </w:r>
    </w:p>
    <w:p w14:paraId="389F0B3F" w14:textId="77777777" w:rsidR="00810015" w:rsidRDefault="00810015" w:rsidP="00810015">
      <w:r>
        <w:t>248.7527</w:t>
      </w:r>
      <w:r>
        <w:tab/>
        <w:t>1.013e0</w:t>
      </w:r>
    </w:p>
    <w:p w14:paraId="487F4142" w14:textId="77777777" w:rsidR="00810015" w:rsidRDefault="00810015" w:rsidP="00810015">
      <w:r>
        <w:t>248.7722</w:t>
      </w:r>
      <w:r>
        <w:tab/>
        <w:t>2.025e0</w:t>
      </w:r>
    </w:p>
    <w:p w14:paraId="54F764DB" w14:textId="77777777" w:rsidR="00810015" w:rsidRDefault="00810015" w:rsidP="00810015">
      <w:r>
        <w:t>248.7944</w:t>
      </w:r>
      <w:r>
        <w:tab/>
        <w:t>1.013e0</w:t>
      </w:r>
    </w:p>
    <w:p w14:paraId="31E50445" w14:textId="77777777" w:rsidR="00810015" w:rsidRDefault="00810015" w:rsidP="00810015">
      <w:r>
        <w:t>248.8621</w:t>
      </w:r>
      <w:r>
        <w:tab/>
        <w:t>1.013e0</w:t>
      </w:r>
    </w:p>
    <w:p w14:paraId="39E19552" w14:textId="77777777" w:rsidR="00810015" w:rsidRDefault="00810015" w:rsidP="00810015">
      <w:r>
        <w:t>248.8740</w:t>
      </w:r>
      <w:r>
        <w:tab/>
        <w:t>1.013e0</w:t>
      </w:r>
    </w:p>
    <w:p w14:paraId="1E2A44DB" w14:textId="77777777" w:rsidR="00810015" w:rsidRDefault="00810015" w:rsidP="00810015">
      <w:r>
        <w:t>248.8833</w:t>
      </w:r>
      <w:r>
        <w:tab/>
        <w:t>1.013e0</w:t>
      </w:r>
    </w:p>
    <w:p w14:paraId="56A045C5" w14:textId="77777777" w:rsidR="00810015" w:rsidRDefault="00810015" w:rsidP="00810015">
      <w:r>
        <w:t>248.9122</w:t>
      </w:r>
      <w:r>
        <w:tab/>
        <w:t>1.013e0</w:t>
      </w:r>
    </w:p>
    <w:p w14:paraId="5DA189F4" w14:textId="77777777" w:rsidR="00810015" w:rsidRDefault="00810015" w:rsidP="00810015">
      <w:r>
        <w:t>248.9161</w:t>
      </w:r>
      <w:r>
        <w:tab/>
        <w:t>1.013e0</w:t>
      </w:r>
    </w:p>
    <w:p w14:paraId="19364B5B" w14:textId="77777777" w:rsidR="00810015" w:rsidRDefault="00810015" w:rsidP="00810015">
      <w:r>
        <w:t>248.9312</w:t>
      </w:r>
      <w:r>
        <w:tab/>
        <w:t>2.025e0</w:t>
      </w:r>
    </w:p>
    <w:p w14:paraId="52F5A33F" w14:textId="77777777" w:rsidR="00810015" w:rsidRDefault="00810015" w:rsidP="00810015">
      <w:r>
        <w:t>248.9621</w:t>
      </w:r>
      <w:r>
        <w:tab/>
        <w:t>1.013e0</w:t>
      </w:r>
    </w:p>
    <w:p w14:paraId="348482C7" w14:textId="77777777" w:rsidR="00810015" w:rsidRDefault="00810015" w:rsidP="00810015">
      <w:r>
        <w:t>248.9646</w:t>
      </w:r>
      <w:r>
        <w:tab/>
        <w:t>3.632e0</w:t>
      </w:r>
    </w:p>
    <w:p w14:paraId="5A99CC6E" w14:textId="77777777" w:rsidR="00810015" w:rsidRDefault="00810015" w:rsidP="00810015">
      <w:r>
        <w:t>248.9761</w:t>
      </w:r>
      <w:r>
        <w:tab/>
        <w:t>2.025e0</w:t>
      </w:r>
    </w:p>
    <w:p w14:paraId="59448462" w14:textId="77777777" w:rsidR="00810015" w:rsidRDefault="00810015" w:rsidP="00810015">
      <w:r>
        <w:t>248.9814</w:t>
      </w:r>
      <w:r>
        <w:tab/>
        <w:t>3.038e0</w:t>
      </w:r>
    </w:p>
    <w:p w14:paraId="34977713" w14:textId="77777777" w:rsidR="00810015" w:rsidRDefault="00810015" w:rsidP="00810015">
      <w:r>
        <w:t>248.9890</w:t>
      </w:r>
      <w:r>
        <w:tab/>
        <w:t>3.038e0</w:t>
      </w:r>
    </w:p>
    <w:p w14:paraId="31BFD4B7" w14:textId="77777777" w:rsidR="00810015" w:rsidRDefault="00810015" w:rsidP="00810015">
      <w:r>
        <w:t>249.0021</w:t>
      </w:r>
      <w:r>
        <w:tab/>
        <w:t>2.025e0</w:t>
      </w:r>
    </w:p>
    <w:p w14:paraId="27504EE4" w14:textId="77777777" w:rsidR="00810015" w:rsidRDefault="00810015" w:rsidP="00810015">
      <w:r>
        <w:t>249.0297</w:t>
      </w:r>
      <w:r>
        <w:tab/>
        <w:t>2.645e0</w:t>
      </w:r>
    </w:p>
    <w:p w14:paraId="4EEF5592" w14:textId="77777777" w:rsidR="00810015" w:rsidRDefault="00810015" w:rsidP="00810015">
      <w:r>
        <w:t>249.0372</w:t>
      </w:r>
      <w:r>
        <w:tab/>
        <w:t>1.609e0</w:t>
      </w:r>
    </w:p>
    <w:p w14:paraId="4EB2AC96" w14:textId="77777777" w:rsidR="00810015" w:rsidRDefault="00810015" w:rsidP="00810015">
      <w:r>
        <w:t>249.0557</w:t>
      </w:r>
      <w:r>
        <w:tab/>
        <w:t>1.593e0</w:t>
      </w:r>
    </w:p>
    <w:p w14:paraId="3793DB92" w14:textId="77777777" w:rsidR="00810015" w:rsidRDefault="00810015" w:rsidP="00810015">
      <w:r>
        <w:t>249.0602</w:t>
      </w:r>
      <w:r>
        <w:tab/>
        <w:t>6.400e0</w:t>
      </w:r>
    </w:p>
    <w:p w14:paraId="3E5B4B27" w14:textId="77777777" w:rsidR="00810015" w:rsidRDefault="00810015" w:rsidP="00810015">
      <w:r>
        <w:t>249.0661</w:t>
      </w:r>
      <w:r>
        <w:tab/>
        <w:t>7.570e0</w:t>
      </w:r>
    </w:p>
    <w:p w14:paraId="4F5EEC36" w14:textId="77777777" w:rsidR="00810015" w:rsidRDefault="00810015" w:rsidP="00810015">
      <w:r>
        <w:t>249.0695</w:t>
      </w:r>
      <w:r>
        <w:tab/>
        <w:t>7.685e0</w:t>
      </w:r>
    </w:p>
    <w:p w14:paraId="0798B3AE" w14:textId="77777777" w:rsidR="00810015" w:rsidRDefault="00810015" w:rsidP="00810015">
      <w:r>
        <w:t>249.0712</w:t>
      </w:r>
      <w:r>
        <w:tab/>
        <w:t>1.866e1</w:t>
      </w:r>
    </w:p>
    <w:p w14:paraId="0831C872" w14:textId="77777777" w:rsidR="00810015" w:rsidRDefault="00810015" w:rsidP="00810015">
      <w:r>
        <w:t>249.0890</w:t>
      </w:r>
      <w:r>
        <w:tab/>
        <w:t>5.979e0</w:t>
      </w:r>
    </w:p>
    <w:p w14:paraId="78E373A9" w14:textId="77777777" w:rsidR="00810015" w:rsidRDefault="00810015" w:rsidP="00810015">
      <w:r>
        <w:t>249.1091</w:t>
      </w:r>
      <w:r>
        <w:tab/>
        <w:t>5.063e0</w:t>
      </w:r>
    </w:p>
    <w:p w14:paraId="48D907B7" w14:textId="77777777" w:rsidR="00810015" w:rsidRDefault="00810015" w:rsidP="00810015">
      <w:r>
        <w:t>249.1161</w:t>
      </w:r>
      <w:r>
        <w:tab/>
        <w:t>2.025e0</w:t>
      </w:r>
    </w:p>
    <w:p w14:paraId="4909D1EB" w14:textId="77777777" w:rsidR="00810015" w:rsidRDefault="00810015" w:rsidP="00810015">
      <w:r>
        <w:t>249.1228</w:t>
      </w:r>
      <w:r>
        <w:tab/>
        <w:t>4.051e0</w:t>
      </w:r>
    </w:p>
    <w:p w14:paraId="18C7076E" w14:textId="77777777" w:rsidR="00810015" w:rsidRDefault="00810015" w:rsidP="00810015">
      <w:r>
        <w:t>249.1421</w:t>
      </w:r>
      <w:r>
        <w:tab/>
        <w:t>1.013e0</w:t>
      </w:r>
    </w:p>
    <w:p w14:paraId="2674BF62" w14:textId="77777777" w:rsidR="00810015" w:rsidRDefault="00810015" w:rsidP="00810015">
      <w:r>
        <w:t>249.1555</w:t>
      </w:r>
      <w:r>
        <w:tab/>
        <w:t>2.025e0</w:t>
      </w:r>
    </w:p>
    <w:p w14:paraId="67DEE3D2" w14:textId="77777777" w:rsidR="00810015" w:rsidRDefault="00810015" w:rsidP="00810015">
      <w:r>
        <w:t>249.1606</w:t>
      </w:r>
      <w:r>
        <w:tab/>
        <w:t>1.013e0</w:t>
      </w:r>
    </w:p>
    <w:p w14:paraId="6CD6EB98" w14:textId="77777777" w:rsidR="00810015" w:rsidRDefault="00810015" w:rsidP="00810015">
      <w:r>
        <w:t>249.1632</w:t>
      </w:r>
      <w:r>
        <w:tab/>
        <w:t>2.025e0</w:t>
      </w:r>
    </w:p>
    <w:p w14:paraId="0C190D2C" w14:textId="77777777" w:rsidR="00810015" w:rsidRDefault="00810015" w:rsidP="00810015">
      <w:r>
        <w:t>249.1782</w:t>
      </w:r>
      <w:r>
        <w:tab/>
        <w:t>2.040e0</w:t>
      </w:r>
    </w:p>
    <w:p w14:paraId="381B1AA4" w14:textId="77777777" w:rsidR="00810015" w:rsidRDefault="00810015" w:rsidP="00810015">
      <w:r>
        <w:t>249.1911</w:t>
      </w:r>
      <w:r>
        <w:tab/>
        <w:t>2.025e0</w:t>
      </w:r>
    </w:p>
    <w:p w14:paraId="02D9CE43" w14:textId="77777777" w:rsidR="00810015" w:rsidRDefault="00810015" w:rsidP="00810015">
      <w:r>
        <w:t>249.2024</w:t>
      </w:r>
      <w:r>
        <w:tab/>
        <w:t>1.013e0</w:t>
      </w:r>
    </w:p>
    <w:p w14:paraId="78CA9B28" w14:textId="77777777" w:rsidR="00810015" w:rsidRDefault="00810015" w:rsidP="00810015">
      <w:r>
        <w:t>249.2224</w:t>
      </w:r>
      <w:r>
        <w:tab/>
        <w:t>1.013e0</w:t>
      </w:r>
    </w:p>
    <w:p w14:paraId="0FAF3DEE" w14:textId="77777777" w:rsidR="00810015" w:rsidRDefault="00810015" w:rsidP="00810015">
      <w:r>
        <w:t>249.2487</w:t>
      </w:r>
      <w:r>
        <w:tab/>
        <w:t>1.013e0</w:t>
      </w:r>
    </w:p>
    <w:p w14:paraId="50E78955" w14:textId="77777777" w:rsidR="00810015" w:rsidRDefault="00810015" w:rsidP="00810015">
      <w:r>
        <w:t>249.2813</w:t>
      </w:r>
      <w:r>
        <w:tab/>
        <w:t>1.013e0</w:t>
      </w:r>
    </w:p>
    <w:p w14:paraId="5D8C72B8" w14:textId="77777777" w:rsidR="00810015" w:rsidRDefault="00810015" w:rsidP="00810015">
      <w:r>
        <w:t>249.3065</w:t>
      </w:r>
      <w:r>
        <w:tab/>
        <w:t>1.013e0</w:t>
      </w:r>
    </w:p>
    <w:p w14:paraId="7019EBCF" w14:textId="77777777" w:rsidR="00810015" w:rsidRDefault="00810015" w:rsidP="00810015">
      <w:r>
        <w:t>249.3376</w:t>
      </w:r>
      <w:r>
        <w:tab/>
        <w:t>1.013e0</w:t>
      </w:r>
    </w:p>
    <w:p w14:paraId="2D7864C7" w14:textId="77777777" w:rsidR="00810015" w:rsidRDefault="00810015" w:rsidP="00810015">
      <w:r>
        <w:t>249.3406</w:t>
      </w:r>
      <w:r>
        <w:tab/>
        <w:t>1.013e0</w:t>
      </w:r>
    </w:p>
    <w:p w14:paraId="7EBEF471" w14:textId="77777777" w:rsidR="00810015" w:rsidRDefault="00810015" w:rsidP="00810015">
      <w:r>
        <w:t>249.3485</w:t>
      </w:r>
      <w:r>
        <w:tab/>
        <w:t>1.013e0</w:t>
      </w:r>
    </w:p>
    <w:p w14:paraId="7EB47E32" w14:textId="77777777" w:rsidR="00810015" w:rsidRDefault="00810015" w:rsidP="00810015">
      <w:r>
        <w:t>249.3875</w:t>
      </w:r>
      <w:r>
        <w:tab/>
        <w:t>1.013e0</w:t>
      </w:r>
    </w:p>
    <w:p w14:paraId="6D5A3AC6" w14:textId="77777777" w:rsidR="00810015" w:rsidRDefault="00810015" w:rsidP="00810015">
      <w:r>
        <w:t>249.3946</w:t>
      </w:r>
      <w:r>
        <w:tab/>
        <w:t>1.013e0</w:t>
      </w:r>
    </w:p>
    <w:p w14:paraId="398DAC73" w14:textId="77777777" w:rsidR="00810015" w:rsidRDefault="00810015" w:rsidP="00810015">
      <w:r>
        <w:t>249.4119</w:t>
      </w:r>
      <w:r>
        <w:tab/>
        <w:t>2.025e0</w:t>
      </w:r>
    </w:p>
    <w:p w14:paraId="0B1D8E9F" w14:textId="77777777" w:rsidR="00810015" w:rsidRDefault="00810015" w:rsidP="00810015">
      <w:r>
        <w:t>249.4366</w:t>
      </w:r>
      <w:r>
        <w:tab/>
        <w:t>1.013e0</w:t>
      </w:r>
    </w:p>
    <w:p w14:paraId="07F5313F" w14:textId="77777777" w:rsidR="00810015" w:rsidRDefault="00810015" w:rsidP="00810015">
      <w:r>
        <w:t>249.4670</w:t>
      </w:r>
      <w:r>
        <w:tab/>
        <w:t>1.013e0</w:t>
      </w:r>
    </w:p>
    <w:p w14:paraId="646EFC4D" w14:textId="77777777" w:rsidR="00810015" w:rsidRDefault="00810015" w:rsidP="00810015">
      <w:r>
        <w:t>249.4873</w:t>
      </w:r>
      <w:r>
        <w:tab/>
        <w:t>2.025e0</w:t>
      </w:r>
    </w:p>
    <w:p w14:paraId="10D1FB94" w14:textId="77777777" w:rsidR="00810015" w:rsidRDefault="00810015" w:rsidP="00810015">
      <w:r>
        <w:t>249.4995</w:t>
      </w:r>
      <w:r>
        <w:tab/>
        <w:t>2.025e0</w:t>
      </w:r>
    </w:p>
    <w:p w14:paraId="62AD1BEE" w14:textId="77777777" w:rsidR="00810015" w:rsidRDefault="00810015" w:rsidP="00810015">
      <w:r>
        <w:t>249.5168</w:t>
      </w:r>
      <w:r>
        <w:tab/>
        <w:t>1.013e0</w:t>
      </w:r>
    </w:p>
    <w:p w14:paraId="26155806" w14:textId="77777777" w:rsidR="00810015" w:rsidRDefault="00810015" w:rsidP="00810015">
      <w:r>
        <w:t>249.5367</w:t>
      </w:r>
      <w:r>
        <w:tab/>
        <w:t>1.013e0</w:t>
      </w:r>
    </w:p>
    <w:p w14:paraId="1BDE9A80" w14:textId="77777777" w:rsidR="00810015" w:rsidRDefault="00810015" w:rsidP="00810015">
      <w:r>
        <w:t>249.5551</w:t>
      </w:r>
      <w:r>
        <w:tab/>
        <w:t>1.013e0</w:t>
      </w:r>
    </w:p>
    <w:p w14:paraId="45D9DC71" w14:textId="77777777" w:rsidR="00810015" w:rsidRDefault="00810015" w:rsidP="00810015">
      <w:r>
        <w:t>249.5677</w:t>
      </w:r>
      <w:r>
        <w:tab/>
        <w:t>1.013e0</w:t>
      </w:r>
    </w:p>
    <w:p w14:paraId="51EAC0E1" w14:textId="77777777" w:rsidR="00810015" w:rsidRDefault="00810015" w:rsidP="00810015">
      <w:r>
        <w:t>249.5933</w:t>
      </w:r>
      <w:r>
        <w:tab/>
        <w:t>1.013e0</w:t>
      </w:r>
    </w:p>
    <w:p w14:paraId="35F64BCF" w14:textId="77777777" w:rsidR="00810015" w:rsidRDefault="00810015" w:rsidP="00810015">
      <w:r>
        <w:t>249.6049</w:t>
      </w:r>
      <w:r>
        <w:tab/>
        <w:t>1.013e0</w:t>
      </w:r>
    </w:p>
    <w:p w14:paraId="44C71665" w14:textId="77777777" w:rsidR="00810015" w:rsidRDefault="00810015" w:rsidP="00810015">
      <w:r>
        <w:t>249.6296</w:t>
      </w:r>
      <w:r>
        <w:tab/>
        <w:t>1.013e0</w:t>
      </w:r>
    </w:p>
    <w:p w14:paraId="24B3047F" w14:textId="77777777" w:rsidR="00810015" w:rsidRDefault="00810015" w:rsidP="00810015">
      <w:r>
        <w:t>249.6389</w:t>
      </w:r>
      <w:r>
        <w:tab/>
        <w:t>1.013e0</w:t>
      </w:r>
    </w:p>
    <w:p w14:paraId="02C053E2" w14:textId="77777777" w:rsidR="00810015" w:rsidRDefault="00810015" w:rsidP="00810015">
      <w:r>
        <w:t>249.6431</w:t>
      </w:r>
      <w:r>
        <w:tab/>
        <w:t>1.013e0</w:t>
      </w:r>
    </w:p>
    <w:p w14:paraId="275EAD1D" w14:textId="77777777" w:rsidR="00810015" w:rsidRDefault="00810015" w:rsidP="00810015">
      <w:r>
        <w:t>249.6617</w:t>
      </w:r>
      <w:r>
        <w:tab/>
        <w:t>2.025e0</w:t>
      </w:r>
    </w:p>
    <w:p w14:paraId="76240B39" w14:textId="77777777" w:rsidR="00810015" w:rsidRDefault="00810015" w:rsidP="00810015">
      <w:r>
        <w:t>249.6628</w:t>
      </w:r>
      <w:r>
        <w:tab/>
        <w:t>1.013e0</w:t>
      </w:r>
    </w:p>
    <w:p w14:paraId="5FCF8ACF" w14:textId="77777777" w:rsidR="00810015" w:rsidRDefault="00810015" w:rsidP="00810015">
      <w:r>
        <w:t>249.7509</w:t>
      </w:r>
      <w:r>
        <w:tab/>
        <w:t>1.013e0</w:t>
      </w:r>
    </w:p>
    <w:p w14:paraId="380CFFD7" w14:textId="77777777" w:rsidR="00810015" w:rsidRDefault="00810015" w:rsidP="00810015">
      <w:r>
        <w:t>249.7644</w:t>
      </w:r>
      <w:r>
        <w:tab/>
        <w:t>1.013e0</w:t>
      </w:r>
    </w:p>
    <w:p w14:paraId="65BFB05F" w14:textId="77777777" w:rsidR="00810015" w:rsidRDefault="00810015" w:rsidP="00810015">
      <w:r>
        <w:t>249.7772</w:t>
      </w:r>
      <w:r>
        <w:tab/>
        <w:t>1.013e0</w:t>
      </w:r>
    </w:p>
    <w:p w14:paraId="05DE217B" w14:textId="77777777" w:rsidR="00810015" w:rsidRDefault="00810015" w:rsidP="00810015">
      <w:r>
        <w:t>249.7852</w:t>
      </w:r>
      <w:r>
        <w:tab/>
        <w:t>1.013e0</w:t>
      </w:r>
    </w:p>
    <w:p w14:paraId="35B70D8D" w14:textId="77777777" w:rsidR="00810015" w:rsidRDefault="00810015" w:rsidP="00810015">
      <w:r>
        <w:t>249.8183</w:t>
      </w:r>
      <w:r>
        <w:tab/>
        <w:t>2.025e0</w:t>
      </w:r>
    </w:p>
    <w:p w14:paraId="4A8FB7F5" w14:textId="77777777" w:rsidR="00810015" w:rsidRDefault="00810015" w:rsidP="00810015">
      <w:r>
        <w:t>249.8202</w:t>
      </w:r>
      <w:r>
        <w:tab/>
        <w:t>1.013e0</w:t>
      </w:r>
    </w:p>
    <w:p w14:paraId="069114C3" w14:textId="77777777" w:rsidR="00810015" w:rsidRDefault="00810015" w:rsidP="00810015">
      <w:r>
        <w:t>249.8233</w:t>
      </w:r>
      <w:r>
        <w:tab/>
        <w:t>2.025e0</w:t>
      </w:r>
    </w:p>
    <w:p w14:paraId="06D63FC1" w14:textId="77777777" w:rsidR="00810015" w:rsidRDefault="00810015" w:rsidP="00810015">
      <w:r>
        <w:t>249.8351</w:t>
      </w:r>
      <w:r>
        <w:tab/>
        <w:t>1.013e0</w:t>
      </w:r>
    </w:p>
    <w:p w14:paraId="64588A74" w14:textId="77777777" w:rsidR="00810015" w:rsidRDefault="00810015" w:rsidP="00810015">
      <w:r>
        <w:t>249.8390</w:t>
      </w:r>
      <w:r>
        <w:tab/>
        <w:t>1.013e0</w:t>
      </w:r>
    </w:p>
    <w:p w14:paraId="33C47EF3" w14:textId="77777777" w:rsidR="00810015" w:rsidRDefault="00810015" w:rsidP="00810015">
      <w:r>
        <w:t>249.8615</w:t>
      </w:r>
      <w:r>
        <w:tab/>
        <w:t>1.013e0</w:t>
      </w:r>
    </w:p>
    <w:p w14:paraId="1446FEF4" w14:textId="77777777" w:rsidR="00810015" w:rsidRDefault="00810015" w:rsidP="00810015">
      <w:r>
        <w:t>249.8693</w:t>
      </w:r>
      <w:r>
        <w:tab/>
        <w:t>1.013e0</w:t>
      </w:r>
    </w:p>
    <w:p w14:paraId="02AFA5D8" w14:textId="77777777" w:rsidR="00810015" w:rsidRDefault="00810015" w:rsidP="00810015">
      <w:r>
        <w:t>249.8853</w:t>
      </w:r>
      <w:r>
        <w:tab/>
        <w:t>1.013e0</w:t>
      </w:r>
    </w:p>
    <w:p w14:paraId="277A02B9" w14:textId="77777777" w:rsidR="00810015" w:rsidRDefault="00810015" w:rsidP="00810015">
      <w:r>
        <w:t>249.9036</w:t>
      </w:r>
      <w:r>
        <w:tab/>
        <w:t>1.013e0</w:t>
      </w:r>
    </w:p>
    <w:p w14:paraId="0EC72FFB" w14:textId="77777777" w:rsidR="00810015" w:rsidRDefault="00810015" w:rsidP="00810015">
      <w:r>
        <w:t>249.9114</w:t>
      </w:r>
      <w:r>
        <w:tab/>
        <w:t>1.013e0</w:t>
      </w:r>
    </w:p>
    <w:p w14:paraId="0A886037" w14:textId="77777777" w:rsidR="00810015" w:rsidRDefault="00810015" w:rsidP="00810015">
      <w:r>
        <w:t>249.9232</w:t>
      </w:r>
      <w:r>
        <w:tab/>
        <w:t>2.025e0</w:t>
      </w:r>
    </w:p>
    <w:p w14:paraId="2CDFE204" w14:textId="77777777" w:rsidR="00810015" w:rsidRDefault="00810015" w:rsidP="00810015">
      <w:r>
        <w:t>249.9364</w:t>
      </w:r>
      <w:r>
        <w:tab/>
        <w:t>2.025e0</w:t>
      </w:r>
    </w:p>
    <w:p w14:paraId="23EE8A99" w14:textId="77777777" w:rsidR="00810015" w:rsidRDefault="00810015" w:rsidP="00810015">
      <w:r>
        <w:t>249.9544</w:t>
      </w:r>
      <w:r>
        <w:tab/>
        <w:t>1.013e0</w:t>
      </w:r>
    </w:p>
    <w:p w14:paraId="1147CC94" w14:textId="77777777" w:rsidR="00810015" w:rsidRDefault="00810015" w:rsidP="00810015">
      <w:r>
        <w:t>249.9745</w:t>
      </w:r>
      <w:r>
        <w:tab/>
        <w:t>1.013e0</w:t>
      </w:r>
    </w:p>
    <w:p w14:paraId="0A7FF7B3" w14:textId="77777777" w:rsidR="00810015" w:rsidRDefault="00810015" w:rsidP="00810015">
      <w:r>
        <w:t>249.9858</w:t>
      </w:r>
      <w:r>
        <w:tab/>
        <w:t>2.025e0</w:t>
      </w:r>
    </w:p>
    <w:p w14:paraId="6A4E4EC3" w14:textId="77777777" w:rsidR="00810015" w:rsidRDefault="00810015" w:rsidP="00810015">
      <w:r>
        <w:t>250.0097</w:t>
      </w:r>
      <w:r>
        <w:tab/>
        <w:t>2.025e0</w:t>
      </w:r>
    </w:p>
    <w:p w14:paraId="59308CA5" w14:textId="77777777" w:rsidR="00810015" w:rsidRDefault="00810015" w:rsidP="00810015">
      <w:r>
        <w:t>250.0357</w:t>
      </w:r>
      <w:r>
        <w:tab/>
        <w:t>2.025e0</w:t>
      </w:r>
    </w:p>
    <w:p w14:paraId="36906ECF" w14:textId="77777777" w:rsidR="00810015" w:rsidRDefault="00810015" w:rsidP="00810015">
      <w:r>
        <w:t>250.0493</w:t>
      </w:r>
      <w:r>
        <w:tab/>
        <w:t>1.360e0</w:t>
      </w:r>
    </w:p>
    <w:p w14:paraId="5DF7BF02" w14:textId="77777777" w:rsidR="00810015" w:rsidRDefault="00810015" w:rsidP="00810015">
      <w:r>
        <w:t>250.0741</w:t>
      </w:r>
      <w:r>
        <w:tab/>
        <w:t>3.205e0</w:t>
      </w:r>
    </w:p>
    <w:p w14:paraId="04679855" w14:textId="77777777" w:rsidR="00810015" w:rsidRDefault="00810015" w:rsidP="00810015">
      <w:r>
        <w:t>250.0798</w:t>
      </w:r>
      <w:r>
        <w:tab/>
        <w:t>1.013e0</w:t>
      </w:r>
    </w:p>
    <w:p w14:paraId="154B97E0" w14:textId="77777777" w:rsidR="00810015" w:rsidRDefault="00810015" w:rsidP="00810015">
      <w:r>
        <w:t>250.0936</w:t>
      </w:r>
      <w:r>
        <w:tab/>
        <w:t>2.025e0</w:t>
      </w:r>
    </w:p>
    <w:p w14:paraId="100E192F" w14:textId="77777777" w:rsidR="00810015" w:rsidRDefault="00810015" w:rsidP="00810015">
      <w:r>
        <w:t>250.1011</w:t>
      </w:r>
      <w:r>
        <w:tab/>
        <w:t>4.051e0</w:t>
      </w:r>
    </w:p>
    <w:p w14:paraId="07E8EB62" w14:textId="77777777" w:rsidR="00810015" w:rsidRDefault="00810015" w:rsidP="00810015">
      <w:r>
        <w:t>250.1247</w:t>
      </w:r>
      <w:r>
        <w:tab/>
        <w:t>3.038e0</w:t>
      </w:r>
    </w:p>
    <w:p w14:paraId="0D9AB0C6" w14:textId="77777777" w:rsidR="00810015" w:rsidRDefault="00810015" w:rsidP="00810015">
      <w:r>
        <w:t>250.1327</w:t>
      </w:r>
      <w:r>
        <w:tab/>
        <w:t>2.025e0</w:t>
      </w:r>
    </w:p>
    <w:p w14:paraId="027C48D1" w14:textId="77777777" w:rsidR="00810015" w:rsidRDefault="00810015" w:rsidP="00810015">
      <w:r>
        <w:t>250.1375</w:t>
      </w:r>
      <w:r>
        <w:tab/>
        <w:t>4.051e0</w:t>
      </w:r>
    </w:p>
    <w:p w14:paraId="750225D5" w14:textId="77777777" w:rsidR="00810015" w:rsidRDefault="00810015" w:rsidP="00810015">
      <w:r>
        <w:t>250.1419</w:t>
      </w:r>
      <w:r>
        <w:tab/>
        <w:t>2.025e0</w:t>
      </w:r>
    </w:p>
    <w:p w14:paraId="6E724727" w14:textId="77777777" w:rsidR="00810015" w:rsidRDefault="00810015" w:rsidP="00810015">
      <w:r>
        <w:t>250.1650</w:t>
      </w:r>
      <w:r>
        <w:tab/>
        <w:t>1.013e0</w:t>
      </w:r>
    </w:p>
    <w:p w14:paraId="31208DCB" w14:textId="77777777" w:rsidR="00810015" w:rsidRDefault="00810015" w:rsidP="00810015">
      <w:r>
        <w:t>250.1660</w:t>
      </w:r>
      <w:r>
        <w:tab/>
        <w:t>2.025e0</w:t>
      </w:r>
    </w:p>
    <w:p w14:paraId="48EC6A81" w14:textId="77777777" w:rsidR="00810015" w:rsidRDefault="00810015" w:rsidP="00810015">
      <w:r>
        <w:t>250.1789</w:t>
      </w:r>
      <w:r>
        <w:tab/>
        <w:t>3.038e0</w:t>
      </w:r>
    </w:p>
    <w:p w14:paraId="30BEB4D3" w14:textId="77777777" w:rsidR="00810015" w:rsidRDefault="00810015" w:rsidP="00810015">
      <w:r>
        <w:t>250.1838</w:t>
      </w:r>
      <w:r>
        <w:tab/>
        <w:t>2.025e0</w:t>
      </w:r>
    </w:p>
    <w:p w14:paraId="1F2BD3F4" w14:textId="77777777" w:rsidR="00810015" w:rsidRDefault="00810015" w:rsidP="00810015">
      <w:r>
        <w:t>250.2063</w:t>
      </w:r>
      <w:r>
        <w:tab/>
        <w:t>1.013e0</w:t>
      </w:r>
    </w:p>
    <w:p w14:paraId="6F6EEE30" w14:textId="77777777" w:rsidR="00810015" w:rsidRDefault="00810015" w:rsidP="00810015">
      <w:r>
        <w:t>250.2140</w:t>
      </w:r>
      <w:r>
        <w:tab/>
        <w:t>1.013e0</w:t>
      </w:r>
    </w:p>
    <w:p w14:paraId="0DB48A45" w14:textId="77777777" w:rsidR="00810015" w:rsidRDefault="00810015" w:rsidP="00810015">
      <w:r>
        <w:t>250.2181</w:t>
      </w:r>
      <w:r>
        <w:tab/>
        <w:t>3.038e0</w:t>
      </w:r>
    </w:p>
    <w:p w14:paraId="62294305" w14:textId="77777777" w:rsidR="00810015" w:rsidRDefault="00810015" w:rsidP="00810015">
      <w:r>
        <w:t>250.2343</w:t>
      </w:r>
      <w:r>
        <w:tab/>
        <w:t>1.013e0</w:t>
      </w:r>
    </w:p>
    <w:p w14:paraId="63FCFB5E" w14:textId="77777777" w:rsidR="00810015" w:rsidRDefault="00810015" w:rsidP="00810015">
      <w:r>
        <w:t>250.2523</w:t>
      </w:r>
      <w:r>
        <w:tab/>
        <w:t>1.013e0</w:t>
      </w:r>
    </w:p>
    <w:p w14:paraId="7B443C35" w14:textId="77777777" w:rsidR="00810015" w:rsidRDefault="00810015" w:rsidP="00810015">
      <w:r>
        <w:t>250.2719</w:t>
      </w:r>
      <w:r>
        <w:tab/>
        <w:t>1.013e0</w:t>
      </w:r>
    </w:p>
    <w:p w14:paraId="03C6AF26" w14:textId="77777777" w:rsidR="00810015" w:rsidRDefault="00810015" w:rsidP="00810015">
      <w:r>
        <w:t>250.3022</w:t>
      </w:r>
      <w:r>
        <w:tab/>
        <w:t>1.013e0</w:t>
      </w:r>
    </w:p>
    <w:p w14:paraId="7839FBE0" w14:textId="77777777" w:rsidR="00810015" w:rsidRDefault="00810015" w:rsidP="00810015">
      <w:r>
        <w:t>250.3366</w:t>
      </w:r>
      <w:r>
        <w:tab/>
        <w:t>1.013e0</w:t>
      </w:r>
    </w:p>
    <w:p w14:paraId="6380AD9E" w14:textId="77777777" w:rsidR="00810015" w:rsidRDefault="00810015" w:rsidP="00810015">
      <w:r>
        <w:t>250.3483</w:t>
      </w:r>
      <w:r>
        <w:tab/>
        <w:t>2.025e0</w:t>
      </w:r>
    </w:p>
    <w:p w14:paraId="5A91804E" w14:textId="77777777" w:rsidR="00810015" w:rsidRDefault="00810015" w:rsidP="00810015">
      <w:r>
        <w:t>250.3523</w:t>
      </w:r>
      <w:r>
        <w:tab/>
        <w:t>1.013e0</w:t>
      </w:r>
    </w:p>
    <w:p w14:paraId="1AF41E7C" w14:textId="77777777" w:rsidR="00810015" w:rsidRDefault="00810015" w:rsidP="00810015">
      <w:r>
        <w:t>250.3601</w:t>
      </w:r>
      <w:r>
        <w:tab/>
        <w:t>1.013e0</w:t>
      </w:r>
    </w:p>
    <w:p w14:paraId="22422EF9" w14:textId="77777777" w:rsidR="00810015" w:rsidRDefault="00810015" w:rsidP="00810015">
      <w:r>
        <w:t>250.3826</w:t>
      </w:r>
      <w:r>
        <w:tab/>
        <w:t>1.013e0</w:t>
      </w:r>
    </w:p>
    <w:p w14:paraId="6010DB93" w14:textId="77777777" w:rsidR="00810015" w:rsidRDefault="00810015" w:rsidP="00810015">
      <w:r>
        <w:t>250.3984</w:t>
      </w:r>
      <w:r>
        <w:tab/>
        <w:t>1.013e0</w:t>
      </w:r>
    </w:p>
    <w:p w14:paraId="01C47D6F" w14:textId="77777777" w:rsidR="00810015" w:rsidRDefault="00810015" w:rsidP="00810015">
      <w:r>
        <w:t>250.4326</w:t>
      </w:r>
      <w:r>
        <w:tab/>
        <w:t>1.013e0</w:t>
      </w:r>
    </w:p>
    <w:p w14:paraId="6A0CB56F" w14:textId="77777777" w:rsidR="00810015" w:rsidRDefault="00810015" w:rsidP="00810015">
      <w:r>
        <w:t>250.4405</w:t>
      </w:r>
      <w:r>
        <w:tab/>
        <w:t>1.013e0</w:t>
      </w:r>
    </w:p>
    <w:p w14:paraId="04994051" w14:textId="77777777" w:rsidR="00810015" w:rsidRDefault="00810015" w:rsidP="00810015">
      <w:r>
        <w:t>250.4587</w:t>
      </w:r>
      <w:r>
        <w:tab/>
        <w:t>1.013e0</w:t>
      </w:r>
    </w:p>
    <w:p w14:paraId="06451781" w14:textId="77777777" w:rsidR="00810015" w:rsidRDefault="00810015" w:rsidP="00810015">
      <w:r>
        <w:t>250.4669</w:t>
      </w:r>
      <w:r>
        <w:tab/>
        <w:t>1.013e0</w:t>
      </w:r>
    </w:p>
    <w:p w14:paraId="23A36C8F" w14:textId="77777777" w:rsidR="00810015" w:rsidRDefault="00810015" w:rsidP="00810015">
      <w:r>
        <w:t>250.4827</w:t>
      </w:r>
      <w:r>
        <w:tab/>
        <w:t>1.013e0</w:t>
      </w:r>
    </w:p>
    <w:p w14:paraId="4F88625F" w14:textId="77777777" w:rsidR="00810015" w:rsidRDefault="00810015" w:rsidP="00810015">
      <w:r>
        <w:t>250.5129</w:t>
      </w:r>
      <w:r>
        <w:tab/>
        <w:t>1.013e0</w:t>
      </w:r>
    </w:p>
    <w:p w14:paraId="3E32A7BC" w14:textId="77777777" w:rsidR="00810015" w:rsidRDefault="00810015" w:rsidP="00810015">
      <w:r>
        <w:t>250.5287</w:t>
      </w:r>
      <w:r>
        <w:tab/>
        <w:t>1.013e0</w:t>
      </w:r>
    </w:p>
    <w:p w14:paraId="3859AD3E" w14:textId="77777777" w:rsidR="00810015" w:rsidRDefault="00810015" w:rsidP="00810015">
      <w:r>
        <w:t>250.5520</w:t>
      </w:r>
      <w:r>
        <w:tab/>
        <w:t>1.013e0</w:t>
      </w:r>
    </w:p>
    <w:p w14:paraId="6357E41C" w14:textId="77777777" w:rsidR="00810015" w:rsidRDefault="00810015" w:rsidP="00810015">
      <w:r>
        <w:t>250.5589</w:t>
      </w:r>
      <w:r>
        <w:tab/>
        <w:t>1.013e0</w:t>
      </w:r>
    </w:p>
    <w:p w14:paraId="3DD6F60A" w14:textId="77777777" w:rsidR="00810015" w:rsidRDefault="00810015" w:rsidP="00810015">
      <w:r>
        <w:t>250.5688</w:t>
      </w:r>
      <w:r>
        <w:tab/>
        <w:t>2.025e0</w:t>
      </w:r>
    </w:p>
    <w:p w14:paraId="7AA9BEBD" w14:textId="77777777" w:rsidR="00810015" w:rsidRDefault="00810015" w:rsidP="00810015">
      <w:r>
        <w:t>250.5708</w:t>
      </w:r>
      <w:r>
        <w:tab/>
        <w:t>3.038e0</w:t>
      </w:r>
    </w:p>
    <w:p w14:paraId="5D074215" w14:textId="77777777" w:rsidR="00810015" w:rsidRDefault="00810015" w:rsidP="00810015">
      <w:r>
        <w:t>250.5857</w:t>
      </w:r>
      <w:r>
        <w:tab/>
        <w:t>5.063e0</w:t>
      </w:r>
    </w:p>
    <w:p w14:paraId="7A7F0F58" w14:textId="77777777" w:rsidR="00810015" w:rsidRDefault="00810015" w:rsidP="00810015">
      <w:r>
        <w:t>250.6011</w:t>
      </w:r>
      <w:r>
        <w:tab/>
        <w:t>2.025e0</w:t>
      </w:r>
    </w:p>
    <w:p w14:paraId="777C9C80" w14:textId="77777777" w:rsidR="00810015" w:rsidRDefault="00810015" w:rsidP="00810015">
      <w:r>
        <w:t>250.6134</w:t>
      </w:r>
      <w:r>
        <w:tab/>
        <w:t>2.025e0</w:t>
      </w:r>
    </w:p>
    <w:p w14:paraId="028CCC52" w14:textId="77777777" w:rsidR="00810015" w:rsidRDefault="00810015" w:rsidP="00810015">
      <w:r>
        <w:t>250.6312</w:t>
      </w:r>
      <w:r>
        <w:tab/>
        <w:t>1.013e0</w:t>
      </w:r>
    </w:p>
    <w:p w14:paraId="6E8715F7" w14:textId="77777777" w:rsidR="00810015" w:rsidRDefault="00810015" w:rsidP="00810015">
      <w:r>
        <w:t>250.6552</w:t>
      </w:r>
      <w:r>
        <w:tab/>
        <w:t>2.025e0</w:t>
      </w:r>
    </w:p>
    <w:p w14:paraId="4F629D11" w14:textId="77777777" w:rsidR="00810015" w:rsidRDefault="00810015" w:rsidP="00810015">
      <w:r>
        <w:t>250.6630</w:t>
      </w:r>
      <w:r>
        <w:tab/>
        <w:t>1.013e0</w:t>
      </w:r>
    </w:p>
    <w:p w14:paraId="15307B28" w14:textId="77777777" w:rsidR="00810015" w:rsidRDefault="00810015" w:rsidP="00810015">
      <w:r>
        <w:t>250.7012</w:t>
      </w:r>
      <w:r>
        <w:tab/>
        <w:t>1.013e0</w:t>
      </w:r>
    </w:p>
    <w:p w14:paraId="7FF1692C" w14:textId="77777777" w:rsidR="00810015" w:rsidRDefault="00810015" w:rsidP="00810015">
      <w:r>
        <w:t>250.7096</w:t>
      </w:r>
      <w:r>
        <w:tab/>
        <w:t>1.013e0</w:t>
      </w:r>
    </w:p>
    <w:p w14:paraId="6B5CAD4D" w14:textId="77777777" w:rsidR="00810015" w:rsidRDefault="00810015" w:rsidP="00810015">
      <w:r>
        <w:t>250.7189</w:t>
      </w:r>
      <w:r>
        <w:tab/>
        <w:t>1.013e0</w:t>
      </w:r>
    </w:p>
    <w:p w14:paraId="5D71479A" w14:textId="77777777" w:rsidR="00810015" w:rsidRDefault="00810015" w:rsidP="00810015">
      <w:r>
        <w:t>250.7354</w:t>
      </w:r>
      <w:r>
        <w:tab/>
        <w:t>2.025e0</w:t>
      </w:r>
    </w:p>
    <w:p w14:paraId="5DD4B6AF" w14:textId="77777777" w:rsidR="00810015" w:rsidRDefault="00810015" w:rsidP="00810015">
      <w:r>
        <w:t>250.7394</w:t>
      </w:r>
      <w:r>
        <w:tab/>
        <w:t>1.013e0</w:t>
      </w:r>
    </w:p>
    <w:p w14:paraId="44714C50" w14:textId="77777777" w:rsidR="00810015" w:rsidRDefault="00810015" w:rsidP="00810015">
      <w:r>
        <w:t>250.7745</w:t>
      </w:r>
      <w:r>
        <w:tab/>
        <w:t>1.013e0</w:t>
      </w:r>
    </w:p>
    <w:p w14:paraId="498972C0" w14:textId="77777777" w:rsidR="00810015" w:rsidRDefault="00810015" w:rsidP="00810015">
      <w:r>
        <w:t>250.7815</w:t>
      </w:r>
      <w:r>
        <w:tab/>
        <w:t>1.013e0</w:t>
      </w:r>
    </w:p>
    <w:p w14:paraId="390419D9" w14:textId="77777777" w:rsidR="00810015" w:rsidRDefault="00810015" w:rsidP="00810015">
      <w:r>
        <w:t>250.8029</w:t>
      </w:r>
      <w:r>
        <w:tab/>
        <w:t>1.013e0</w:t>
      </w:r>
    </w:p>
    <w:p w14:paraId="6D607B76" w14:textId="77777777" w:rsidR="00810015" w:rsidRDefault="00810015" w:rsidP="00810015">
      <w:r>
        <w:t>250.8285</w:t>
      </w:r>
      <w:r>
        <w:tab/>
        <w:t>1.013e0</w:t>
      </w:r>
    </w:p>
    <w:p w14:paraId="296D51B5" w14:textId="77777777" w:rsidR="00810015" w:rsidRDefault="00810015" w:rsidP="00810015">
      <w:r>
        <w:t>250.8402</w:t>
      </w:r>
      <w:r>
        <w:tab/>
        <w:t>1.013e0</w:t>
      </w:r>
    </w:p>
    <w:p w14:paraId="61E45FB3" w14:textId="77777777" w:rsidR="00810015" w:rsidRDefault="00810015" w:rsidP="00810015">
      <w:r>
        <w:t>250.8498</w:t>
      </w:r>
      <w:r>
        <w:tab/>
        <w:t>2.025e0</w:t>
      </w:r>
    </w:p>
    <w:p w14:paraId="113832CB" w14:textId="77777777" w:rsidR="00810015" w:rsidRDefault="00810015" w:rsidP="00810015">
      <w:r>
        <w:t>250.8698</w:t>
      </w:r>
      <w:r>
        <w:tab/>
        <w:t>1.013e0</w:t>
      </w:r>
    </w:p>
    <w:p w14:paraId="34014447" w14:textId="77777777" w:rsidR="00810015" w:rsidRDefault="00810015" w:rsidP="00810015">
      <w:r>
        <w:t>250.8822</w:t>
      </w:r>
      <w:r>
        <w:tab/>
        <w:t>1.013e0</w:t>
      </w:r>
    </w:p>
    <w:p w14:paraId="2FA529EA" w14:textId="77777777" w:rsidR="00810015" w:rsidRDefault="00810015" w:rsidP="00810015">
      <w:r>
        <w:t>250.8916</w:t>
      </w:r>
      <w:r>
        <w:tab/>
        <w:t>1.013e0</w:t>
      </w:r>
    </w:p>
    <w:p w14:paraId="6E45D2D7" w14:textId="77777777" w:rsidR="00810015" w:rsidRDefault="00810015" w:rsidP="00810015">
      <w:r>
        <w:t>250.9159</w:t>
      </w:r>
      <w:r>
        <w:tab/>
        <w:t>1.013e0</w:t>
      </w:r>
    </w:p>
    <w:p w14:paraId="07B68456" w14:textId="77777777" w:rsidR="00810015" w:rsidRDefault="00810015" w:rsidP="00810015">
      <w:r>
        <w:t>250.9506</w:t>
      </w:r>
      <w:r>
        <w:tab/>
        <w:t>4.051e0</w:t>
      </w:r>
    </w:p>
    <w:p w14:paraId="7FFF7F07" w14:textId="77777777" w:rsidR="00810015" w:rsidRDefault="00810015" w:rsidP="00810015">
      <w:r>
        <w:t>250.9684</w:t>
      </w:r>
      <w:r>
        <w:tab/>
        <w:t>5.063e0</w:t>
      </w:r>
    </w:p>
    <w:p w14:paraId="07B91AB2" w14:textId="77777777" w:rsidR="00810015" w:rsidRDefault="00810015" w:rsidP="00810015">
      <w:r>
        <w:t>250.9705</w:t>
      </w:r>
      <w:r>
        <w:tab/>
        <w:t>1.123e1</w:t>
      </w:r>
    </w:p>
    <w:p w14:paraId="6341C88C" w14:textId="77777777" w:rsidR="00810015" w:rsidRDefault="00810015" w:rsidP="00810015">
      <w:r>
        <w:t>250.9730</w:t>
      </w:r>
      <w:r>
        <w:tab/>
        <w:t>1.519e1</w:t>
      </w:r>
    </w:p>
    <w:p w14:paraId="6DB7914D" w14:textId="77777777" w:rsidR="00810015" w:rsidRDefault="00810015" w:rsidP="00810015">
      <w:r>
        <w:t>250.9741</w:t>
      </w:r>
      <w:r>
        <w:tab/>
        <w:t>7.089e0</w:t>
      </w:r>
    </w:p>
    <w:p w14:paraId="364E2D23" w14:textId="77777777" w:rsidR="00810015" w:rsidRDefault="00810015" w:rsidP="00810015">
      <w:r>
        <w:t>250.9793</w:t>
      </w:r>
      <w:r>
        <w:tab/>
        <w:t>1.663e1</w:t>
      </w:r>
    </w:p>
    <w:p w14:paraId="70265C6C" w14:textId="77777777" w:rsidR="00810015" w:rsidRDefault="00810015" w:rsidP="00810015">
      <w:r>
        <w:t>251.0370</w:t>
      </w:r>
      <w:r>
        <w:tab/>
        <w:t>1.477e1</w:t>
      </w:r>
    </w:p>
    <w:p w14:paraId="0AB48ABB" w14:textId="77777777" w:rsidR="00810015" w:rsidRDefault="00810015" w:rsidP="00810015">
      <w:r>
        <w:t>251.0399</w:t>
      </w:r>
      <w:r>
        <w:tab/>
        <w:t>3.038e0</w:t>
      </w:r>
    </w:p>
    <w:p w14:paraId="4B3AE633" w14:textId="77777777" w:rsidR="00810015" w:rsidRDefault="00810015" w:rsidP="00810015">
      <w:r>
        <w:t>251.0515</w:t>
      </w:r>
      <w:r>
        <w:tab/>
        <w:t>3.276e0</w:t>
      </w:r>
    </w:p>
    <w:p w14:paraId="2D9E0A32" w14:textId="77777777" w:rsidR="00810015" w:rsidRDefault="00810015" w:rsidP="00810015">
      <w:r>
        <w:t>251.0539</w:t>
      </w:r>
      <w:r>
        <w:tab/>
        <w:t>1.994e1</w:t>
      </w:r>
    </w:p>
    <w:p w14:paraId="22F9E793" w14:textId="77777777" w:rsidR="00810015" w:rsidRDefault="00810015" w:rsidP="00810015">
      <w:r>
        <w:t>251.0963</w:t>
      </w:r>
      <w:r>
        <w:tab/>
        <w:t>1.436e1</w:t>
      </w:r>
    </w:p>
    <w:p w14:paraId="6835A9D9" w14:textId="77777777" w:rsidR="00810015" w:rsidRDefault="00810015" w:rsidP="00810015">
      <w:r>
        <w:t>251.0973</w:t>
      </w:r>
      <w:r>
        <w:tab/>
        <w:t>1.993e1</w:t>
      </w:r>
    </w:p>
    <w:p w14:paraId="6DC1D38E" w14:textId="77777777" w:rsidR="00810015" w:rsidRDefault="00810015" w:rsidP="00810015">
      <w:r>
        <w:t>251.0998</w:t>
      </w:r>
      <w:r>
        <w:tab/>
        <w:t>2.025e0</w:t>
      </w:r>
    </w:p>
    <w:p w14:paraId="3FDDD3BD" w14:textId="77777777" w:rsidR="00810015" w:rsidRDefault="00810015" w:rsidP="00810015">
      <w:r>
        <w:t>251.1018</w:t>
      </w:r>
      <w:r>
        <w:tab/>
        <w:t>1.570e1</w:t>
      </w:r>
    </w:p>
    <w:p w14:paraId="3C10DBE4" w14:textId="77777777" w:rsidR="00810015" w:rsidRDefault="00810015" w:rsidP="00810015">
      <w:r>
        <w:t>251.1366</w:t>
      </w:r>
      <w:r>
        <w:tab/>
        <w:t>3.038e0</w:t>
      </w:r>
    </w:p>
    <w:p w14:paraId="6DD098AF" w14:textId="77777777" w:rsidR="00810015" w:rsidRDefault="00810015" w:rsidP="00810015">
      <w:r>
        <w:t>251.1439</w:t>
      </w:r>
      <w:r>
        <w:tab/>
        <w:t>3.304e0</w:t>
      </w:r>
    </w:p>
    <w:p w14:paraId="767E7020" w14:textId="77777777" w:rsidR="00810015" w:rsidRDefault="00810015" w:rsidP="00810015">
      <w:r>
        <w:t>251.1472</w:t>
      </w:r>
      <w:r>
        <w:tab/>
        <w:t>4.051e0</w:t>
      </w:r>
    </w:p>
    <w:p w14:paraId="6BA073E2" w14:textId="77777777" w:rsidR="00810015" w:rsidRDefault="00810015" w:rsidP="00810015">
      <w:r>
        <w:t>251.1542</w:t>
      </w:r>
      <w:r>
        <w:tab/>
        <w:t>5.063e0</w:t>
      </w:r>
    </w:p>
    <w:p w14:paraId="058A937A" w14:textId="77777777" w:rsidR="00810015" w:rsidRDefault="00810015" w:rsidP="00810015">
      <w:r>
        <w:t>251.1659</w:t>
      </w:r>
      <w:r>
        <w:tab/>
        <w:t>1.098e1</w:t>
      </w:r>
    </w:p>
    <w:p w14:paraId="304851DD" w14:textId="77777777" w:rsidR="00810015" w:rsidRDefault="00810015" w:rsidP="00810015">
      <w:r>
        <w:t>251.1771</w:t>
      </w:r>
      <w:r>
        <w:tab/>
        <w:t>2.025e0</w:t>
      </w:r>
    </w:p>
    <w:p w14:paraId="61795B02" w14:textId="77777777" w:rsidR="00810015" w:rsidRDefault="00810015" w:rsidP="00810015">
      <w:r>
        <w:t>251.1991</w:t>
      </w:r>
      <w:r>
        <w:tab/>
        <w:t>1.013e0</w:t>
      </w:r>
    </w:p>
    <w:p w14:paraId="07A53FC2" w14:textId="77777777" w:rsidR="00810015" w:rsidRDefault="00810015" w:rsidP="00810015">
      <w:r>
        <w:t>251.2110</w:t>
      </w:r>
      <w:r>
        <w:tab/>
        <w:t>1.013e0</w:t>
      </w:r>
    </w:p>
    <w:p w14:paraId="698BBBC2" w14:textId="77777777" w:rsidR="00810015" w:rsidRDefault="00810015" w:rsidP="00810015">
      <w:r>
        <w:t>251.2138</w:t>
      </w:r>
      <w:r>
        <w:tab/>
        <w:t>2.025e0</w:t>
      </w:r>
    </w:p>
    <w:p w14:paraId="30AEE9DA" w14:textId="77777777" w:rsidR="00810015" w:rsidRDefault="00810015" w:rsidP="00810015">
      <w:r>
        <w:t>251.2187</w:t>
      </w:r>
      <w:r>
        <w:tab/>
        <w:t>4.051e0</w:t>
      </w:r>
    </w:p>
    <w:p w14:paraId="414E2B02" w14:textId="77777777" w:rsidR="00810015" w:rsidRDefault="00810015" w:rsidP="00810015">
      <w:r>
        <w:t>251.2452</w:t>
      </w:r>
      <w:r>
        <w:tab/>
        <w:t>3.038e0</w:t>
      </w:r>
    </w:p>
    <w:p w14:paraId="6ED4CB42" w14:textId="77777777" w:rsidR="00810015" w:rsidRDefault="00810015" w:rsidP="00810015">
      <w:r>
        <w:t>251.2698</w:t>
      </w:r>
      <w:r>
        <w:tab/>
        <w:t>1.013e0</w:t>
      </w:r>
    </w:p>
    <w:p w14:paraId="74869384" w14:textId="77777777" w:rsidR="00810015" w:rsidRDefault="00810015" w:rsidP="00810015">
      <w:r>
        <w:t>251.2942</w:t>
      </w:r>
      <w:r>
        <w:tab/>
        <w:t>2.025e0</w:t>
      </w:r>
    </w:p>
    <w:p w14:paraId="69D6288F" w14:textId="77777777" w:rsidR="00810015" w:rsidRDefault="00810015" w:rsidP="00810015">
      <w:r>
        <w:t>251.2995</w:t>
      </w:r>
      <w:r>
        <w:tab/>
        <w:t>2.025e0</w:t>
      </w:r>
    </w:p>
    <w:p w14:paraId="57DEEEA8" w14:textId="77777777" w:rsidR="00810015" w:rsidRDefault="00810015" w:rsidP="00810015">
      <w:r>
        <w:t>251.3119</w:t>
      </w:r>
      <w:r>
        <w:tab/>
        <w:t>1.013e0</w:t>
      </w:r>
    </w:p>
    <w:p w14:paraId="1E7694C6" w14:textId="77777777" w:rsidR="00810015" w:rsidRDefault="00810015" w:rsidP="00810015">
      <w:r>
        <w:t>251.3152</w:t>
      </w:r>
      <w:r>
        <w:tab/>
        <w:t>2.025e0</w:t>
      </w:r>
    </w:p>
    <w:p w14:paraId="46363F6E" w14:textId="77777777" w:rsidR="00810015" w:rsidRDefault="00810015" w:rsidP="00810015">
      <w:r>
        <w:t>251.3166</w:t>
      </w:r>
      <w:r>
        <w:tab/>
        <w:t>1.013e0</w:t>
      </w:r>
    </w:p>
    <w:p w14:paraId="2A2C2E16" w14:textId="77777777" w:rsidR="00810015" w:rsidRDefault="00810015" w:rsidP="00810015">
      <w:r>
        <w:t>251.3914</w:t>
      </w:r>
      <w:r>
        <w:tab/>
        <w:t>2.025e0</w:t>
      </w:r>
    </w:p>
    <w:p w14:paraId="7BF0D4A2" w14:textId="77777777" w:rsidR="00810015" w:rsidRDefault="00810015" w:rsidP="00810015">
      <w:r>
        <w:t>251.4148</w:t>
      </w:r>
      <w:r>
        <w:tab/>
        <w:t>1.013e0</w:t>
      </w:r>
    </w:p>
    <w:p w14:paraId="611A5877" w14:textId="77777777" w:rsidR="00810015" w:rsidRDefault="00810015" w:rsidP="00810015">
      <w:r>
        <w:t>251.4258</w:t>
      </w:r>
      <w:r>
        <w:tab/>
        <w:t>1.013e0</w:t>
      </w:r>
    </w:p>
    <w:p w14:paraId="4AC0B2C2" w14:textId="77777777" w:rsidR="00810015" w:rsidRDefault="00810015" w:rsidP="00810015">
      <w:r>
        <w:t>251.4387</w:t>
      </w:r>
      <w:r>
        <w:tab/>
        <w:t>2.025e0</w:t>
      </w:r>
    </w:p>
    <w:p w14:paraId="5D969B09" w14:textId="77777777" w:rsidR="00810015" w:rsidRDefault="00810015" w:rsidP="00810015">
      <w:r>
        <w:t>251.4475</w:t>
      </w:r>
      <w:r>
        <w:tab/>
        <w:t>1.013e0</w:t>
      </w:r>
    </w:p>
    <w:p w14:paraId="75C68AF2" w14:textId="77777777" w:rsidR="00810015" w:rsidRDefault="00810015" w:rsidP="00810015">
      <w:r>
        <w:t>251.4679</w:t>
      </w:r>
      <w:r>
        <w:tab/>
        <w:t>2.025e0</w:t>
      </w:r>
    </w:p>
    <w:p w14:paraId="5CCD6E95" w14:textId="77777777" w:rsidR="00810015" w:rsidRDefault="00810015" w:rsidP="00810015">
      <w:r>
        <w:t>251.4783</w:t>
      </w:r>
      <w:r>
        <w:tab/>
        <w:t>2.025e0</w:t>
      </w:r>
    </w:p>
    <w:p w14:paraId="50182FF5" w14:textId="77777777" w:rsidR="00810015" w:rsidRDefault="00810015" w:rsidP="00810015">
      <w:r>
        <w:t>251.4849</w:t>
      </w:r>
      <w:r>
        <w:tab/>
        <w:t>1.013e0</w:t>
      </w:r>
    </w:p>
    <w:p w14:paraId="4AF49E13" w14:textId="77777777" w:rsidR="00810015" w:rsidRDefault="00810015" w:rsidP="00810015">
      <w:r>
        <w:t>251.5298</w:t>
      </w:r>
      <w:r>
        <w:tab/>
        <w:t>4.051e0</w:t>
      </w:r>
    </w:p>
    <w:p w14:paraId="2561111A" w14:textId="77777777" w:rsidR="00810015" w:rsidRDefault="00810015" w:rsidP="00810015">
      <w:r>
        <w:t>251.5316</w:t>
      </w:r>
      <w:r>
        <w:tab/>
        <w:t>1.013e0</w:t>
      </w:r>
    </w:p>
    <w:p w14:paraId="17D9CFE4" w14:textId="77777777" w:rsidR="00810015" w:rsidRDefault="00810015" w:rsidP="00810015">
      <w:r>
        <w:t>251.5329</w:t>
      </w:r>
      <w:r>
        <w:tab/>
        <w:t>2.025e0</w:t>
      </w:r>
    </w:p>
    <w:p w14:paraId="1A090F35" w14:textId="77777777" w:rsidR="00810015" w:rsidRDefault="00810015" w:rsidP="00810015">
      <w:r>
        <w:t>251.5544</w:t>
      </w:r>
      <w:r>
        <w:tab/>
        <w:t>4.953e0</w:t>
      </w:r>
    </w:p>
    <w:p w14:paraId="689932A0" w14:textId="77777777" w:rsidR="00810015" w:rsidRDefault="00810015" w:rsidP="00810015">
      <w:r>
        <w:t>251.5644</w:t>
      </w:r>
      <w:r>
        <w:tab/>
        <w:t>1.013e0</w:t>
      </w:r>
    </w:p>
    <w:p w14:paraId="5838242D" w14:textId="77777777" w:rsidR="00810015" w:rsidRDefault="00810015" w:rsidP="00810015">
      <w:r>
        <w:t>251.5667</w:t>
      </w:r>
      <w:r>
        <w:tab/>
        <w:t>4.163e0</w:t>
      </w:r>
    </w:p>
    <w:p w14:paraId="7CD0BC71" w14:textId="77777777" w:rsidR="00810015" w:rsidRDefault="00810015" w:rsidP="00810015">
      <w:r>
        <w:t>251.5708</w:t>
      </w:r>
      <w:r>
        <w:tab/>
        <w:t>4.051e0</w:t>
      </w:r>
    </w:p>
    <w:p w14:paraId="6EDA430B" w14:textId="77777777" w:rsidR="00810015" w:rsidRDefault="00810015" w:rsidP="00810015">
      <w:r>
        <w:t>251.5798</w:t>
      </w:r>
      <w:r>
        <w:tab/>
        <w:t>4.161e0</w:t>
      </w:r>
    </w:p>
    <w:p w14:paraId="464AF0E9" w14:textId="77777777" w:rsidR="00810015" w:rsidRDefault="00810015" w:rsidP="00810015">
      <w:r>
        <w:t>251.5909</w:t>
      </w:r>
      <w:r>
        <w:tab/>
        <w:t>4.051e0</w:t>
      </w:r>
    </w:p>
    <w:p w14:paraId="4408F47C" w14:textId="77777777" w:rsidR="00810015" w:rsidRDefault="00810015" w:rsidP="00810015">
      <w:r>
        <w:t>251.6205</w:t>
      </w:r>
      <w:r>
        <w:tab/>
        <w:t>1.013e0</w:t>
      </w:r>
    </w:p>
    <w:p w14:paraId="26980AB8" w14:textId="77777777" w:rsidR="00810015" w:rsidRDefault="00810015" w:rsidP="00810015">
      <w:r>
        <w:t>251.6297</w:t>
      </w:r>
      <w:r>
        <w:tab/>
        <w:t>2.025e0</w:t>
      </w:r>
    </w:p>
    <w:p w14:paraId="31E00E3C" w14:textId="77777777" w:rsidR="00810015" w:rsidRDefault="00810015" w:rsidP="00810015">
      <w:r>
        <w:t>251.6533</w:t>
      </w:r>
      <w:r>
        <w:tab/>
        <w:t>1.013e0</w:t>
      </w:r>
    </w:p>
    <w:p w14:paraId="7B8EE205" w14:textId="77777777" w:rsidR="00810015" w:rsidRDefault="00810015" w:rsidP="00810015">
      <w:r>
        <w:t>251.6620</w:t>
      </w:r>
      <w:r>
        <w:tab/>
        <w:t>2.025e0</w:t>
      </w:r>
    </w:p>
    <w:p w14:paraId="3381CBEF" w14:textId="77777777" w:rsidR="00810015" w:rsidRDefault="00810015" w:rsidP="00810015">
      <w:r>
        <w:t>251.6828</w:t>
      </w:r>
      <w:r>
        <w:tab/>
        <w:t>1.013e0</w:t>
      </w:r>
    </w:p>
    <w:p w14:paraId="15795BE1" w14:textId="77777777" w:rsidR="00810015" w:rsidRDefault="00810015" w:rsidP="00810015">
      <w:r>
        <w:t>251.6867</w:t>
      </w:r>
      <w:r>
        <w:tab/>
        <w:t>1.013e0</w:t>
      </w:r>
    </w:p>
    <w:p w14:paraId="6BC68839" w14:textId="77777777" w:rsidR="00810015" w:rsidRDefault="00810015" w:rsidP="00810015">
      <w:r>
        <w:t>251.7250</w:t>
      </w:r>
      <w:r>
        <w:tab/>
        <w:t>1.013e0</w:t>
      </w:r>
    </w:p>
    <w:p w14:paraId="3A64E978" w14:textId="77777777" w:rsidR="00810015" w:rsidRDefault="00810015" w:rsidP="00810015">
      <w:r>
        <w:t>251.7328</w:t>
      </w:r>
      <w:r>
        <w:tab/>
        <w:t>1.013e0</w:t>
      </w:r>
    </w:p>
    <w:p w14:paraId="4C5D76B0" w14:textId="77777777" w:rsidR="00810015" w:rsidRDefault="00810015" w:rsidP="00810015">
      <w:r>
        <w:t>251.7553</w:t>
      </w:r>
      <w:r>
        <w:tab/>
        <w:t>1.013e0</w:t>
      </w:r>
    </w:p>
    <w:p w14:paraId="389F0C77" w14:textId="77777777" w:rsidR="00810015" w:rsidRDefault="00810015" w:rsidP="00810015">
      <w:r>
        <w:t>251.7592</w:t>
      </w:r>
      <w:r>
        <w:tab/>
        <w:t>1.013e0</w:t>
      </w:r>
    </w:p>
    <w:p w14:paraId="48ADF27E" w14:textId="77777777" w:rsidR="00810015" w:rsidRDefault="00810015" w:rsidP="00810015">
      <w:r>
        <w:t>251.7632</w:t>
      </w:r>
      <w:r>
        <w:tab/>
        <w:t>2.025e0</w:t>
      </w:r>
    </w:p>
    <w:p w14:paraId="543CADA1" w14:textId="77777777" w:rsidR="00810015" w:rsidRDefault="00810015" w:rsidP="00810015">
      <w:r>
        <w:t>251.7967</w:t>
      </w:r>
      <w:r>
        <w:tab/>
        <w:t>3.038e0</w:t>
      </w:r>
    </w:p>
    <w:p w14:paraId="36DDDBDF" w14:textId="77777777" w:rsidR="00810015" w:rsidRDefault="00810015" w:rsidP="00810015">
      <w:r>
        <w:t>251.8034</w:t>
      </w:r>
      <w:r>
        <w:tab/>
        <w:t>2.025e0</w:t>
      </w:r>
    </w:p>
    <w:p w14:paraId="7848C071" w14:textId="77777777" w:rsidR="00810015" w:rsidRDefault="00810015" w:rsidP="00810015">
      <w:r>
        <w:t>251.8142</w:t>
      </w:r>
      <w:r>
        <w:tab/>
        <w:t>1.013e0</w:t>
      </w:r>
    </w:p>
    <w:p w14:paraId="1A0BA55D" w14:textId="77777777" w:rsidR="00810015" w:rsidRDefault="00810015" w:rsidP="00810015">
      <w:r>
        <w:t>251.8397</w:t>
      </w:r>
      <w:r>
        <w:tab/>
        <w:t>1.013e0</w:t>
      </w:r>
    </w:p>
    <w:p w14:paraId="4BD3B36E" w14:textId="77777777" w:rsidR="00810015" w:rsidRDefault="00810015" w:rsidP="00810015">
      <w:r>
        <w:t>251.8505</w:t>
      </w:r>
      <w:r>
        <w:tab/>
        <w:t>2.025e0</w:t>
      </w:r>
    </w:p>
    <w:p w14:paraId="13976A37" w14:textId="77777777" w:rsidR="00810015" w:rsidRDefault="00810015" w:rsidP="00810015">
      <w:r>
        <w:t>251.8986</w:t>
      </w:r>
      <w:r>
        <w:tab/>
        <w:t>1.013e0</w:t>
      </w:r>
    </w:p>
    <w:p w14:paraId="32D27EFF" w14:textId="77777777" w:rsidR="00810015" w:rsidRDefault="00810015" w:rsidP="00810015">
      <w:r>
        <w:t>251.9201</w:t>
      </w:r>
      <w:r>
        <w:tab/>
        <w:t>1.013e0</w:t>
      </w:r>
    </w:p>
    <w:p w14:paraId="505ECD42" w14:textId="77777777" w:rsidR="00810015" w:rsidRDefault="00810015" w:rsidP="00810015">
      <w:r>
        <w:t>251.9289</w:t>
      </w:r>
      <w:r>
        <w:tab/>
        <w:t>1.013e0</w:t>
      </w:r>
    </w:p>
    <w:p w14:paraId="5FF547E6" w14:textId="77777777" w:rsidR="00810015" w:rsidRDefault="00810015" w:rsidP="00810015">
      <w:r>
        <w:t>251.9438</w:t>
      </w:r>
      <w:r>
        <w:tab/>
        <w:t>1.013e0</w:t>
      </w:r>
    </w:p>
    <w:p w14:paraId="5FD4241C" w14:textId="77777777" w:rsidR="00810015" w:rsidRDefault="00810015" w:rsidP="00810015">
      <w:r>
        <w:t>251.9488</w:t>
      </w:r>
      <w:r>
        <w:tab/>
        <w:t>3.038e0</w:t>
      </w:r>
    </w:p>
    <w:p w14:paraId="687A330A" w14:textId="77777777" w:rsidR="00810015" w:rsidRDefault="00810015" w:rsidP="00810015">
      <w:r>
        <w:t>251.9529</w:t>
      </w:r>
      <w:r>
        <w:tab/>
        <w:t>1.013e0</w:t>
      </w:r>
    </w:p>
    <w:p w14:paraId="330503EA" w14:textId="77777777" w:rsidR="00810015" w:rsidRDefault="00810015" w:rsidP="00810015">
      <w:r>
        <w:t>251.9747</w:t>
      </w:r>
      <w:r>
        <w:tab/>
        <w:t>7.089e0</w:t>
      </w:r>
    </w:p>
    <w:p w14:paraId="6273F675" w14:textId="77777777" w:rsidR="00810015" w:rsidRDefault="00810015" w:rsidP="00810015">
      <w:r>
        <w:t>251.9951</w:t>
      </w:r>
      <w:r>
        <w:tab/>
        <w:t>1.013e0</w:t>
      </w:r>
    </w:p>
    <w:p w14:paraId="15C2C72A" w14:textId="77777777" w:rsidR="00810015" w:rsidRDefault="00810015" w:rsidP="00810015">
      <w:r>
        <w:t>252.0124</w:t>
      </w:r>
      <w:r>
        <w:tab/>
        <w:t>1.013e0</w:t>
      </w:r>
    </w:p>
    <w:p w14:paraId="6C5F55DF" w14:textId="77777777" w:rsidR="00810015" w:rsidRDefault="00810015" w:rsidP="00810015">
      <w:r>
        <w:t>252.0164</w:t>
      </w:r>
      <w:r>
        <w:tab/>
        <w:t>3.038e0</w:t>
      </w:r>
    </w:p>
    <w:p w14:paraId="206E2E05" w14:textId="77777777" w:rsidR="00810015" w:rsidRDefault="00810015" w:rsidP="00810015">
      <w:r>
        <w:t>252.0442</w:t>
      </w:r>
      <w:r>
        <w:tab/>
        <w:t>1.027e1</w:t>
      </w:r>
    </w:p>
    <w:p w14:paraId="3DE83FC5" w14:textId="77777777" w:rsidR="00810015" w:rsidRDefault="00810015" w:rsidP="00810015">
      <w:r>
        <w:t>252.0465</w:t>
      </w:r>
      <w:r>
        <w:tab/>
        <w:t>1.841e1</w:t>
      </w:r>
    </w:p>
    <w:p w14:paraId="11E34D20" w14:textId="77777777" w:rsidR="00810015" w:rsidRDefault="00810015" w:rsidP="00810015">
      <w:r>
        <w:t>252.0504</w:t>
      </w:r>
      <w:r>
        <w:tab/>
        <w:t>1.247e1</w:t>
      </w:r>
    </w:p>
    <w:p w14:paraId="58126EF5" w14:textId="77777777" w:rsidR="00810015" w:rsidRDefault="00810015" w:rsidP="00810015">
      <w:r>
        <w:t>252.0626</w:t>
      </w:r>
      <w:r>
        <w:tab/>
        <w:t>2.025e0</w:t>
      </w:r>
    </w:p>
    <w:p w14:paraId="56379EE5" w14:textId="77777777" w:rsidR="00810015" w:rsidRDefault="00810015" w:rsidP="00810015">
      <w:r>
        <w:t>252.0841</w:t>
      </w:r>
      <w:r>
        <w:tab/>
        <w:t>2.025e0</w:t>
      </w:r>
    </w:p>
    <w:p w14:paraId="2ED794A1" w14:textId="77777777" w:rsidR="00810015" w:rsidRDefault="00810015" w:rsidP="00810015">
      <w:r>
        <w:t>252.0936</w:t>
      </w:r>
      <w:r>
        <w:tab/>
        <w:t>2.127e0</w:t>
      </w:r>
    </w:p>
    <w:p w14:paraId="1F6DAB5F" w14:textId="77777777" w:rsidR="00810015" w:rsidRDefault="00810015" w:rsidP="00810015">
      <w:r>
        <w:t>252.0975</w:t>
      </w:r>
      <w:r>
        <w:tab/>
        <w:t>5.063e0</w:t>
      </w:r>
    </w:p>
    <w:p w14:paraId="4D542EE8" w14:textId="77777777" w:rsidR="00810015" w:rsidRDefault="00810015" w:rsidP="00810015">
      <w:r>
        <w:t>252.1018</w:t>
      </w:r>
      <w:r>
        <w:tab/>
        <w:t>3.038e0</w:t>
      </w:r>
    </w:p>
    <w:p w14:paraId="31985A7E" w14:textId="77777777" w:rsidR="00810015" w:rsidRDefault="00810015" w:rsidP="00810015">
      <w:r>
        <w:t>252.1048</w:t>
      </w:r>
      <w:r>
        <w:tab/>
        <w:t>1.013e0</w:t>
      </w:r>
    </w:p>
    <w:p w14:paraId="3CD44FF1" w14:textId="77777777" w:rsidR="00810015" w:rsidRDefault="00810015" w:rsidP="00810015">
      <w:r>
        <w:t>252.1198</w:t>
      </w:r>
      <w:r>
        <w:tab/>
        <w:t>6.076e0</w:t>
      </w:r>
    </w:p>
    <w:p w14:paraId="380BA4EC" w14:textId="77777777" w:rsidR="00810015" w:rsidRDefault="00810015" w:rsidP="00810015">
      <w:r>
        <w:t>252.1239</w:t>
      </w:r>
      <w:r>
        <w:tab/>
        <w:t>2.025e0</w:t>
      </w:r>
    </w:p>
    <w:p w14:paraId="31C2B971" w14:textId="77777777" w:rsidR="00810015" w:rsidRDefault="00810015" w:rsidP="00810015">
      <w:r>
        <w:t>252.1397</w:t>
      </w:r>
      <w:r>
        <w:tab/>
        <w:t>4.051e0</w:t>
      </w:r>
    </w:p>
    <w:p w14:paraId="1650F760" w14:textId="77777777" w:rsidR="00810015" w:rsidRDefault="00810015" w:rsidP="00810015">
      <w:r>
        <w:t>252.1487</w:t>
      </w:r>
      <w:r>
        <w:tab/>
        <w:t>2.816e0</w:t>
      </w:r>
    </w:p>
    <w:p w14:paraId="3B2ED0C0" w14:textId="77777777" w:rsidR="00810015" w:rsidRDefault="00810015" w:rsidP="00810015">
      <w:r>
        <w:t>252.1548</w:t>
      </w:r>
      <w:r>
        <w:tab/>
        <w:t>1.013e0</w:t>
      </w:r>
    </w:p>
    <w:p w14:paraId="0E0B3C68" w14:textId="77777777" w:rsidR="00810015" w:rsidRDefault="00810015" w:rsidP="00810015">
      <w:r>
        <w:t>252.1718</w:t>
      </w:r>
      <w:r>
        <w:tab/>
        <w:t>4.051e0</w:t>
      </w:r>
    </w:p>
    <w:p w14:paraId="60190F69" w14:textId="77777777" w:rsidR="00810015" w:rsidRDefault="00810015" w:rsidP="00810015">
      <w:r>
        <w:t>252.1754</w:t>
      </w:r>
      <w:r>
        <w:tab/>
        <w:t>4.051e0</w:t>
      </w:r>
    </w:p>
    <w:p w14:paraId="3C7120BD" w14:textId="77777777" w:rsidR="00810015" w:rsidRDefault="00810015" w:rsidP="00810015">
      <w:r>
        <w:t>252.1791</w:t>
      </w:r>
      <w:r>
        <w:tab/>
        <w:t>7.089e0</w:t>
      </w:r>
    </w:p>
    <w:p w14:paraId="5B01B439" w14:textId="77777777" w:rsidR="00810015" w:rsidRDefault="00810015" w:rsidP="00810015">
      <w:r>
        <w:t>252.1926</w:t>
      </w:r>
      <w:r>
        <w:tab/>
        <w:t>4.051e0</w:t>
      </w:r>
    </w:p>
    <w:p w14:paraId="6B6BC612" w14:textId="77777777" w:rsidR="00810015" w:rsidRDefault="00810015" w:rsidP="00810015">
      <w:r>
        <w:t>252.1974</w:t>
      </w:r>
      <w:r>
        <w:tab/>
        <w:t>2.025e0</w:t>
      </w:r>
    </w:p>
    <w:p w14:paraId="209A98CD" w14:textId="77777777" w:rsidR="00810015" w:rsidRDefault="00810015" w:rsidP="00810015">
      <w:r>
        <w:t>252.2107</w:t>
      </w:r>
      <w:r>
        <w:tab/>
        <w:t>1.013e0</w:t>
      </w:r>
    </w:p>
    <w:p w14:paraId="65E4B87A" w14:textId="77777777" w:rsidR="00810015" w:rsidRDefault="00810015" w:rsidP="00810015">
      <w:r>
        <w:t>252.2314</w:t>
      </w:r>
      <w:r>
        <w:tab/>
        <w:t>1.013e0</w:t>
      </w:r>
    </w:p>
    <w:p w14:paraId="12860F84" w14:textId="77777777" w:rsidR="00810015" w:rsidRDefault="00810015" w:rsidP="00810015">
      <w:r>
        <w:t>252.2444</w:t>
      </w:r>
      <w:r>
        <w:tab/>
        <w:t>1.013e0</w:t>
      </w:r>
    </w:p>
    <w:p w14:paraId="3C0E03B6" w14:textId="77777777" w:rsidR="00810015" w:rsidRDefault="00810015" w:rsidP="00810015">
      <w:r>
        <w:t>252.2598</w:t>
      </w:r>
      <w:r>
        <w:tab/>
        <w:t>3.038e0</w:t>
      </w:r>
    </w:p>
    <w:p w14:paraId="00B11EE9" w14:textId="77777777" w:rsidR="00810015" w:rsidRDefault="00810015" w:rsidP="00810015">
      <w:r>
        <w:t>252.2657</w:t>
      </w:r>
      <w:r>
        <w:tab/>
        <w:t>2.025e0</w:t>
      </w:r>
    </w:p>
    <w:p w14:paraId="25FB7031" w14:textId="77777777" w:rsidR="00810015" w:rsidRDefault="00810015" w:rsidP="00810015">
      <w:r>
        <w:t>252.2701</w:t>
      </w:r>
      <w:r>
        <w:tab/>
        <w:t>2.025e0</w:t>
      </w:r>
    </w:p>
    <w:p w14:paraId="3A0BCD56" w14:textId="77777777" w:rsidR="00810015" w:rsidRDefault="00810015" w:rsidP="00810015">
      <w:r>
        <w:t>252.2795</w:t>
      </w:r>
      <w:r>
        <w:tab/>
        <w:t>2.133e0</w:t>
      </w:r>
    </w:p>
    <w:p w14:paraId="71D130CC" w14:textId="77777777" w:rsidR="00810015" w:rsidRDefault="00810015" w:rsidP="00810015">
      <w:r>
        <w:t>252.3659</w:t>
      </w:r>
      <w:r>
        <w:tab/>
        <w:t>2.131e0</w:t>
      </w:r>
    </w:p>
    <w:p w14:paraId="0149EE76" w14:textId="77777777" w:rsidR="00810015" w:rsidRDefault="00810015" w:rsidP="00810015">
      <w:r>
        <w:t>252.3701</w:t>
      </w:r>
      <w:r>
        <w:tab/>
        <w:t>1.013e0</w:t>
      </w:r>
    </w:p>
    <w:p w14:paraId="0C4DCB29" w14:textId="77777777" w:rsidR="00810015" w:rsidRDefault="00810015" w:rsidP="00810015">
      <w:r>
        <w:t>252.3894</w:t>
      </w:r>
      <w:r>
        <w:tab/>
        <w:t>1.013e0</w:t>
      </w:r>
    </w:p>
    <w:p w14:paraId="1F779068" w14:textId="77777777" w:rsidR="00810015" w:rsidRDefault="00810015" w:rsidP="00810015">
      <w:r>
        <w:t>252.3918</w:t>
      </w:r>
      <w:r>
        <w:tab/>
        <w:t>2.025e0</w:t>
      </w:r>
    </w:p>
    <w:p w14:paraId="48EBA0B6" w14:textId="77777777" w:rsidR="00810015" w:rsidRDefault="00810015" w:rsidP="00810015">
      <w:r>
        <w:t>252.4307</w:t>
      </w:r>
      <w:r>
        <w:tab/>
        <w:t>1.013e0</w:t>
      </w:r>
    </w:p>
    <w:p w14:paraId="12814DC9" w14:textId="77777777" w:rsidR="00810015" w:rsidRDefault="00810015" w:rsidP="00810015">
      <w:r>
        <w:t>252.4546</w:t>
      </w:r>
      <w:r>
        <w:tab/>
        <w:t>1.013e0</w:t>
      </w:r>
    </w:p>
    <w:p w14:paraId="0591C3C8" w14:textId="77777777" w:rsidR="00810015" w:rsidRDefault="00810015" w:rsidP="00810015">
      <w:r>
        <w:t>252.4601</w:t>
      </w:r>
      <w:r>
        <w:tab/>
        <w:t>1.013e0</w:t>
      </w:r>
    </w:p>
    <w:p w14:paraId="44108621" w14:textId="77777777" w:rsidR="00810015" w:rsidRDefault="00810015" w:rsidP="00810015">
      <w:r>
        <w:t>252.4676</w:t>
      </w:r>
      <w:r>
        <w:tab/>
        <w:t>3.038e0</w:t>
      </w:r>
    </w:p>
    <w:p w14:paraId="48F67BDA" w14:textId="77777777" w:rsidR="00810015" w:rsidRDefault="00810015" w:rsidP="00810015">
      <w:r>
        <w:t>252.4686</w:t>
      </w:r>
      <w:r>
        <w:tab/>
        <w:t>1.013e0</w:t>
      </w:r>
    </w:p>
    <w:p w14:paraId="32FA2832" w14:textId="77777777" w:rsidR="00810015" w:rsidRDefault="00810015" w:rsidP="00810015">
      <w:r>
        <w:t>252.5062</w:t>
      </w:r>
      <w:r>
        <w:tab/>
        <w:t>1.013e0</w:t>
      </w:r>
    </w:p>
    <w:p w14:paraId="41E4E360" w14:textId="77777777" w:rsidR="00810015" w:rsidRDefault="00810015" w:rsidP="00810015">
      <w:r>
        <w:t>252.5378</w:t>
      </w:r>
      <w:r>
        <w:tab/>
        <w:t>3.038e0</w:t>
      </w:r>
    </w:p>
    <w:p w14:paraId="04F3B238" w14:textId="77777777" w:rsidR="00810015" w:rsidRDefault="00810015" w:rsidP="00810015">
      <w:r>
        <w:t>252.5417</w:t>
      </w:r>
      <w:r>
        <w:tab/>
        <w:t>2.025e0</w:t>
      </w:r>
    </w:p>
    <w:p w14:paraId="1408C7BE" w14:textId="77777777" w:rsidR="00810015" w:rsidRDefault="00810015" w:rsidP="00810015">
      <w:r>
        <w:t>252.5509</w:t>
      </w:r>
      <w:r>
        <w:tab/>
        <w:t>6.076e0</w:t>
      </w:r>
    </w:p>
    <w:p w14:paraId="2FE37CBF" w14:textId="77777777" w:rsidR="00810015" w:rsidRDefault="00810015" w:rsidP="00810015">
      <w:r>
        <w:t>252.5553</w:t>
      </w:r>
      <w:r>
        <w:tab/>
        <w:t>3.038e0</w:t>
      </w:r>
    </w:p>
    <w:p w14:paraId="4535721E" w14:textId="77777777" w:rsidR="00810015" w:rsidRDefault="00810015" w:rsidP="00810015">
      <w:r>
        <w:t>252.5731</w:t>
      </w:r>
      <w:r>
        <w:tab/>
        <w:t>2.025e0</w:t>
      </w:r>
    </w:p>
    <w:p w14:paraId="2E67D4B9" w14:textId="77777777" w:rsidR="00810015" w:rsidRDefault="00810015" w:rsidP="00810015">
      <w:r>
        <w:t>252.5903</w:t>
      </w:r>
      <w:r>
        <w:tab/>
        <w:t>2.025e0</w:t>
      </w:r>
    </w:p>
    <w:p w14:paraId="60587F4B" w14:textId="77777777" w:rsidR="00810015" w:rsidRDefault="00810015" w:rsidP="00810015">
      <w:r>
        <w:t>252.6074</w:t>
      </w:r>
      <w:r>
        <w:tab/>
        <w:t>1.013e0</w:t>
      </w:r>
    </w:p>
    <w:p w14:paraId="3E184207" w14:textId="77777777" w:rsidR="00810015" w:rsidRDefault="00810015" w:rsidP="00810015">
      <w:r>
        <w:t>252.6193</w:t>
      </w:r>
      <w:r>
        <w:tab/>
        <w:t>1.013e0</w:t>
      </w:r>
    </w:p>
    <w:p w14:paraId="43A9E1F5" w14:textId="77777777" w:rsidR="00810015" w:rsidRDefault="00810015" w:rsidP="00810015">
      <w:r>
        <w:t>252.6329</w:t>
      </w:r>
      <w:r>
        <w:tab/>
        <w:t>1.013e0</w:t>
      </w:r>
    </w:p>
    <w:p w14:paraId="674E3E8E" w14:textId="77777777" w:rsidR="00810015" w:rsidRDefault="00810015" w:rsidP="00810015">
      <w:r>
        <w:t>252.6615</w:t>
      </w:r>
      <w:r>
        <w:tab/>
        <w:t>1.013e0</w:t>
      </w:r>
    </w:p>
    <w:p w14:paraId="3FC2C386" w14:textId="77777777" w:rsidR="00810015" w:rsidRDefault="00810015" w:rsidP="00810015">
      <w:r>
        <w:t>252.6959</w:t>
      </w:r>
      <w:r>
        <w:tab/>
        <w:t>1.013e0</w:t>
      </w:r>
    </w:p>
    <w:p w14:paraId="2DD3C1C6" w14:textId="77777777" w:rsidR="00810015" w:rsidRDefault="00810015" w:rsidP="00810015">
      <w:r>
        <w:t>252.7037</w:t>
      </w:r>
      <w:r>
        <w:tab/>
        <w:t>2.025e0</w:t>
      </w:r>
    </w:p>
    <w:p w14:paraId="2FBD9775" w14:textId="77777777" w:rsidR="00810015" w:rsidRDefault="00810015" w:rsidP="00810015">
      <w:r>
        <w:t>252.7322</w:t>
      </w:r>
      <w:r>
        <w:tab/>
        <w:t>2.025e0</w:t>
      </w:r>
    </w:p>
    <w:p w14:paraId="176824C5" w14:textId="77777777" w:rsidR="00810015" w:rsidRDefault="00810015" w:rsidP="00810015">
      <w:r>
        <w:t>252.7391</w:t>
      </w:r>
      <w:r>
        <w:tab/>
        <w:t>1.013e0</w:t>
      </w:r>
    </w:p>
    <w:p w14:paraId="11575510" w14:textId="77777777" w:rsidR="00810015" w:rsidRDefault="00810015" w:rsidP="00810015">
      <w:r>
        <w:t>252.7503</w:t>
      </w:r>
      <w:r>
        <w:tab/>
        <w:t>1.013e0</w:t>
      </w:r>
    </w:p>
    <w:p w14:paraId="5E6702D4" w14:textId="77777777" w:rsidR="00810015" w:rsidRDefault="00810015" w:rsidP="00810015">
      <w:r>
        <w:t>252.7609</w:t>
      </w:r>
      <w:r>
        <w:tab/>
        <w:t>2.025e0</w:t>
      </w:r>
    </w:p>
    <w:p w14:paraId="30E46BD0" w14:textId="77777777" w:rsidR="00810015" w:rsidRDefault="00810015" w:rsidP="00810015">
      <w:r>
        <w:t>252.7804</w:t>
      </w:r>
      <w:r>
        <w:tab/>
        <w:t>1.013e0</w:t>
      </w:r>
    </w:p>
    <w:p w14:paraId="4608DA83" w14:textId="77777777" w:rsidR="00810015" w:rsidRDefault="00810015" w:rsidP="00810015">
      <w:r>
        <w:t>252.7935</w:t>
      </w:r>
      <w:r>
        <w:tab/>
        <w:t>1.013e0</w:t>
      </w:r>
    </w:p>
    <w:p w14:paraId="5CB3A629" w14:textId="77777777" w:rsidR="00810015" w:rsidRDefault="00810015" w:rsidP="00810015">
      <w:r>
        <w:t>252.8108</w:t>
      </w:r>
      <w:r>
        <w:tab/>
        <w:t>1.013e0</w:t>
      </w:r>
    </w:p>
    <w:p w14:paraId="72FA532D" w14:textId="77777777" w:rsidR="00810015" w:rsidRDefault="00810015" w:rsidP="00810015">
      <w:r>
        <w:t>252.8195</w:t>
      </w:r>
      <w:r>
        <w:tab/>
        <w:t>1.013e0</w:t>
      </w:r>
    </w:p>
    <w:p w14:paraId="0855CEDA" w14:textId="77777777" w:rsidR="00810015" w:rsidRDefault="00810015" w:rsidP="00810015">
      <w:r>
        <w:t>252.8226</w:t>
      </w:r>
      <w:r>
        <w:tab/>
        <w:t>1.013e0</w:t>
      </w:r>
    </w:p>
    <w:p w14:paraId="5EED2B14" w14:textId="77777777" w:rsidR="00810015" w:rsidRDefault="00810015" w:rsidP="00810015">
      <w:r>
        <w:t>252.8304</w:t>
      </w:r>
      <w:r>
        <w:tab/>
        <w:t>1.013e0</w:t>
      </w:r>
    </w:p>
    <w:p w14:paraId="4B9A8CB6" w14:textId="77777777" w:rsidR="00810015" w:rsidRDefault="00810015" w:rsidP="00810015">
      <w:r>
        <w:t>252.8578</w:t>
      </w:r>
      <w:r>
        <w:tab/>
        <w:t>1.013e0</w:t>
      </w:r>
    </w:p>
    <w:p w14:paraId="0314F1EB" w14:textId="77777777" w:rsidR="00810015" w:rsidRDefault="00810015" w:rsidP="00810015">
      <w:r>
        <w:t>252.8649</w:t>
      </w:r>
      <w:r>
        <w:tab/>
        <w:t>1.013e0</w:t>
      </w:r>
    </w:p>
    <w:p w14:paraId="55918901" w14:textId="77777777" w:rsidR="00810015" w:rsidRDefault="00810015" w:rsidP="00810015">
      <w:r>
        <w:t>252.8913</w:t>
      </w:r>
      <w:r>
        <w:tab/>
        <w:t>1.013e0</w:t>
      </w:r>
    </w:p>
    <w:p w14:paraId="4B41D3E4" w14:textId="77777777" w:rsidR="00810015" w:rsidRDefault="00810015" w:rsidP="00810015">
      <w:r>
        <w:t>252.9153</w:t>
      </w:r>
      <w:r>
        <w:tab/>
        <w:t>2.025e0</w:t>
      </w:r>
    </w:p>
    <w:p w14:paraId="376AAB38" w14:textId="77777777" w:rsidR="00810015" w:rsidRDefault="00810015" w:rsidP="00810015">
      <w:r>
        <w:t>252.9454</w:t>
      </w:r>
      <w:r>
        <w:tab/>
        <w:t>1.013e0</w:t>
      </w:r>
    </w:p>
    <w:p w14:paraId="12375192" w14:textId="77777777" w:rsidR="00810015" w:rsidRDefault="00810015" w:rsidP="00810015">
      <w:r>
        <w:t>252.9668</w:t>
      </w:r>
      <w:r>
        <w:tab/>
        <w:t>4.051e0</w:t>
      </w:r>
    </w:p>
    <w:p w14:paraId="6F4119CA" w14:textId="77777777" w:rsidR="00810015" w:rsidRDefault="00810015" w:rsidP="00810015">
      <w:r>
        <w:t>252.9723</w:t>
      </w:r>
      <w:r>
        <w:tab/>
        <w:t>2.025e0</w:t>
      </w:r>
    </w:p>
    <w:p w14:paraId="2F874CBA" w14:textId="77777777" w:rsidR="00810015" w:rsidRDefault="00810015" w:rsidP="00810015">
      <w:r>
        <w:t>252.9763</w:t>
      </w:r>
      <w:r>
        <w:tab/>
        <w:t>2.025e0</w:t>
      </w:r>
    </w:p>
    <w:p w14:paraId="7497363C" w14:textId="77777777" w:rsidR="00810015" w:rsidRDefault="00810015" w:rsidP="00810015">
      <w:r>
        <w:t>252.9987</w:t>
      </w:r>
      <w:r>
        <w:tab/>
        <w:t>3.038e0</w:t>
      </w:r>
    </w:p>
    <w:p w14:paraId="6808A49D" w14:textId="77777777" w:rsidR="00810015" w:rsidRDefault="00810015" w:rsidP="00810015">
      <w:r>
        <w:t>253.0003</w:t>
      </w:r>
      <w:r>
        <w:tab/>
        <w:t>1.013e0</w:t>
      </w:r>
    </w:p>
    <w:p w14:paraId="2EA00EF3" w14:textId="77777777" w:rsidR="00810015" w:rsidRDefault="00810015" w:rsidP="00810015">
      <w:r>
        <w:t>253.0107</w:t>
      </w:r>
      <w:r>
        <w:tab/>
        <w:t>3.038e0</w:t>
      </w:r>
    </w:p>
    <w:p w14:paraId="4D6A5A0A" w14:textId="77777777" w:rsidR="00810015" w:rsidRDefault="00810015" w:rsidP="00810015">
      <w:r>
        <w:t>253.0417</w:t>
      </w:r>
      <w:r>
        <w:tab/>
        <w:t>1.013e0</w:t>
      </w:r>
    </w:p>
    <w:p w14:paraId="040D22B4" w14:textId="77777777" w:rsidR="00810015" w:rsidRDefault="00810015" w:rsidP="00810015">
      <w:r>
        <w:t>253.0493</w:t>
      </w:r>
      <w:r>
        <w:tab/>
        <w:t>1.360e0</w:t>
      </w:r>
    </w:p>
    <w:p w14:paraId="06F90A8B" w14:textId="77777777" w:rsidR="00810015" w:rsidRDefault="00810015" w:rsidP="00810015">
      <w:r>
        <w:t>253.0534</w:t>
      </w:r>
      <w:r>
        <w:tab/>
        <w:t>2.419e0</w:t>
      </w:r>
    </w:p>
    <w:p w14:paraId="1B161DFC" w14:textId="77777777" w:rsidR="00810015" w:rsidRDefault="00810015" w:rsidP="00810015">
      <w:r>
        <w:t>253.0768</w:t>
      </w:r>
      <w:r>
        <w:tab/>
        <w:t>1.693e0</w:t>
      </w:r>
    </w:p>
    <w:p w14:paraId="3A891BD2" w14:textId="77777777" w:rsidR="00810015" w:rsidRDefault="00810015" w:rsidP="00810015">
      <w:r>
        <w:t>253.0781</w:t>
      </w:r>
      <w:r>
        <w:tab/>
        <w:t>1.929e0</w:t>
      </w:r>
    </w:p>
    <w:p w14:paraId="38FD27DF" w14:textId="77777777" w:rsidR="00810015" w:rsidRDefault="00810015" w:rsidP="00810015">
      <w:r>
        <w:t>253.0926</w:t>
      </w:r>
      <w:r>
        <w:tab/>
        <w:t>1.440e0</w:t>
      </w:r>
    </w:p>
    <w:p w14:paraId="62EF7505" w14:textId="77777777" w:rsidR="00810015" w:rsidRDefault="00810015" w:rsidP="00810015">
      <w:r>
        <w:t>253.0995</w:t>
      </w:r>
      <w:r>
        <w:tab/>
        <w:t>3.038e0</w:t>
      </w:r>
    </w:p>
    <w:p w14:paraId="176926F2" w14:textId="77777777" w:rsidR="00810015" w:rsidRDefault="00810015" w:rsidP="00810015">
      <w:r>
        <w:t>253.1075</w:t>
      </w:r>
      <w:r>
        <w:tab/>
        <w:t>5.098e0</w:t>
      </w:r>
    </w:p>
    <w:p w14:paraId="3807DB7F" w14:textId="77777777" w:rsidR="00810015" w:rsidRDefault="00810015" w:rsidP="00810015">
      <w:r>
        <w:t>253.1124</w:t>
      </w:r>
      <w:r>
        <w:tab/>
        <w:t>2.025e0</w:t>
      </w:r>
    </w:p>
    <w:p w14:paraId="207C58DA" w14:textId="77777777" w:rsidR="00810015" w:rsidRDefault="00810015" w:rsidP="00810015">
      <w:r>
        <w:t>253.1206</w:t>
      </w:r>
      <w:r>
        <w:tab/>
        <w:t>2.618e0</w:t>
      </w:r>
    </w:p>
    <w:p w14:paraId="5D696222" w14:textId="77777777" w:rsidR="00810015" w:rsidRDefault="00810015" w:rsidP="00810015">
      <w:r>
        <w:t>253.1364</w:t>
      </w:r>
      <w:r>
        <w:tab/>
        <w:t>2.025e0</w:t>
      </w:r>
    </w:p>
    <w:p w14:paraId="2EE6A25F" w14:textId="77777777" w:rsidR="00810015" w:rsidRDefault="00810015" w:rsidP="00810015">
      <w:r>
        <w:t>253.1489</w:t>
      </w:r>
      <w:r>
        <w:tab/>
        <w:t>7.089e0</w:t>
      </w:r>
    </w:p>
    <w:p w14:paraId="60EFDF31" w14:textId="77777777" w:rsidR="00810015" w:rsidRDefault="00810015" w:rsidP="00810015">
      <w:r>
        <w:t>253.1563</w:t>
      </w:r>
      <w:r>
        <w:tab/>
        <w:t>4.051e0</w:t>
      </w:r>
    </w:p>
    <w:p w14:paraId="6D523BFB" w14:textId="77777777" w:rsidR="00810015" w:rsidRDefault="00810015" w:rsidP="00810015">
      <w:r>
        <w:t>253.1904</w:t>
      </w:r>
      <w:r>
        <w:tab/>
        <w:t>4.051e0</w:t>
      </w:r>
    </w:p>
    <w:p w14:paraId="06D3FC94" w14:textId="77777777" w:rsidR="00810015" w:rsidRDefault="00810015" w:rsidP="00810015">
      <w:r>
        <w:t>253.1921</w:t>
      </w:r>
      <w:r>
        <w:tab/>
        <w:t>6.076e0</w:t>
      </w:r>
    </w:p>
    <w:p w14:paraId="0D8D7EEE" w14:textId="77777777" w:rsidR="00810015" w:rsidRDefault="00810015" w:rsidP="00810015">
      <w:r>
        <w:t>253.1969</w:t>
      </w:r>
      <w:r>
        <w:tab/>
        <w:t>2.025e0</w:t>
      </w:r>
    </w:p>
    <w:p w14:paraId="084B16AE" w14:textId="77777777" w:rsidR="00810015" w:rsidRDefault="00810015" w:rsidP="00810015">
      <w:r>
        <w:t>253.2029</w:t>
      </w:r>
      <w:r>
        <w:tab/>
        <w:t>1.013e0</w:t>
      </w:r>
    </w:p>
    <w:p w14:paraId="43B1B6C0" w14:textId="77777777" w:rsidR="00810015" w:rsidRDefault="00810015" w:rsidP="00810015">
      <w:r>
        <w:t>253.2341</w:t>
      </w:r>
      <w:r>
        <w:tab/>
        <w:t>1.013e0</w:t>
      </w:r>
    </w:p>
    <w:p w14:paraId="13BCBDAB" w14:textId="77777777" w:rsidR="00810015" w:rsidRDefault="00810015" w:rsidP="00810015">
      <w:r>
        <w:t>253.2452</w:t>
      </w:r>
      <w:r>
        <w:tab/>
        <w:t>2.025e0</w:t>
      </w:r>
    </w:p>
    <w:p w14:paraId="4AC4FB66" w14:textId="77777777" w:rsidR="00810015" w:rsidRDefault="00810015" w:rsidP="00810015">
      <w:r>
        <w:t>253.2590</w:t>
      </w:r>
      <w:r>
        <w:tab/>
        <w:t>1.013e0</w:t>
      </w:r>
    </w:p>
    <w:p w14:paraId="01ED4D54" w14:textId="77777777" w:rsidR="00810015" w:rsidRDefault="00810015" w:rsidP="00810015">
      <w:r>
        <w:t>253.2716</w:t>
      </w:r>
      <w:r>
        <w:tab/>
        <w:t>1.013e0</w:t>
      </w:r>
    </w:p>
    <w:p w14:paraId="07BC37C2" w14:textId="77777777" w:rsidR="00810015" w:rsidRDefault="00810015" w:rsidP="00810015">
      <w:r>
        <w:t>253.2775</w:t>
      </w:r>
      <w:r>
        <w:tab/>
        <w:t>2.025e0</w:t>
      </w:r>
    </w:p>
    <w:p w14:paraId="5AB3AF58" w14:textId="77777777" w:rsidR="00810015" w:rsidRDefault="00810015" w:rsidP="00810015">
      <w:r>
        <w:t>253.2879</w:t>
      </w:r>
      <w:r>
        <w:tab/>
        <w:t>2.025e0</w:t>
      </w:r>
    </w:p>
    <w:p w14:paraId="3A5AB7B3" w14:textId="77777777" w:rsidR="00810015" w:rsidRDefault="00810015" w:rsidP="00810015">
      <w:r>
        <w:t>253.3335</w:t>
      </w:r>
      <w:r>
        <w:tab/>
        <w:t>1.013e0</w:t>
      </w:r>
    </w:p>
    <w:p w14:paraId="4546186E" w14:textId="77777777" w:rsidR="00810015" w:rsidRDefault="00810015" w:rsidP="00810015">
      <w:r>
        <w:t>253.3526</w:t>
      </w:r>
      <w:r>
        <w:tab/>
        <w:t>2.025e0</w:t>
      </w:r>
    </w:p>
    <w:p w14:paraId="2D241BF6" w14:textId="77777777" w:rsidR="00810015" w:rsidRDefault="00810015" w:rsidP="00810015">
      <w:r>
        <w:t>253.3640</w:t>
      </w:r>
      <w:r>
        <w:tab/>
        <w:t>1.013e0</w:t>
      </w:r>
    </w:p>
    <w:p w14:paraId="5D518AB3" w14:textId="77777777" w:rsidR="00810015" w:rsidRDefault="00810015" w:rsidP="00810015">
      <w:r>
        <w:t>253.3767</w:t>
      </w:r>
      <w:r>
        <w:tab/>
        <w:t>2.025e0</w:t>
      </w:r>
    </w:p>
    <w:p w14:paraId="1C42E92B" w14:textId="77777777" w:rsidR="00810015" w:rsidRDefault="00810015" w:rsidP="00810015">
      <w:r>
        <w:t>253.3947</w:t>
      </w:r>
      <w:r>
        <w:tab/>
        <w:t>3.038e0</w:t>
      </w:r>
    </w:p>
    <w:p w14:paraId="4DF7DEED" w14:textId="77777777" w:rsidR="00810015" w:rsidRDefault="00810015" w:rsidP="00810015">
      <w:r>
        <w:t>253.4436</w:t>
      </w:r>
      <w:r>
        <w:tab/>
        <w:t>2.025e0</w:t>
      </w:r>
    </w:p>
    <w:p w14:paraId="39300ECD" w14:textId="77777777" w:rsidR="00810015" w:rsidRDefault="00810015" w:rsidP="00810015">
      <w:r>
        <w:t>253.4446</w:t>
      </w:r>
      <w:r>
        <w:tab/>
        <w:t>2.025e0</w:t>
      </w:r>
    </w:p>
    <w:p w14:paraId="03B4AD1C" w14:textId="77777777" w:rsidR="00810015" w:rsidRDefault="00810015" w:rsidP="00810015">
      <w:r>
        <w:t>253.4948</w:t>
      </w:r>
      <w:r>
        <w:tab/>
        <w:t>1.013e0</w:t>
      </w:r>
    </w:p>
    <w:p w14:paraId="4561CE75" w14:textId="77777777" w:rsidR="00810015" w:rsidRDefault="00810015" w:rsidP="00810015">
      <w:r>
        <w:t>253.5084</w:t>
      </w:r>
      <w:r>
        <w:tab/>
        <w:t>1.013e0</w:t>
      </w:r>
    </w:p>
    <w:p w14:paraId="543A3CB0" w14:textId="77777777" w:rsidR="00810015" w:rsidRDefault="00810015" w:rsidP="00810015">
      <w:r>
        <w:t>253.5227</w:t>
      </w:r>
      <w:r>
        <w:tab/>
        <w:t>2.025e0</w:t>
      </w:r>
    </w:p>
    <w:p w14:paraId="59371223" w14:textId="77777777" w:rsidR="00810015" w:rsidRDefault="00810015" w:rsidP="00810015">
      <w:r>
        <w:t>253.5331</w:t>
      </w:r>
      <w:r>
        <w:tab/>
        <w:t>1.013e0</w:t>
      </w:r>
    </w:p>
    <w:p w14:paraId="30BFBFA1" w14:textId="77777777" w:rsidR="00810015" w:rsidRDefault="00810015" w:rsidP="00810015">
      <w:r>
        <w:t>253.5459</w:t>
      </w:r>
      <w:r>
        <w:tab/>
        <w:t>3.038e0</w:t>
      </w:r>
    </w:p>
    <w:p w14:paraId="47274114" w14:textId="77777777" w:rsidR="00810015" w:rsidRDefault="00810015" w:rsidP="00810015">
      <w:r>
        <w:t>253.5675</w:t>
      </w:r>
      <w:r>
        <w:tab/>
        <w:t>2.025e0</w:t>
      </w:r>
    </w:p>
    <w:p w14:paraId="47F881F1" w14:textId="77777777" w:rsidR="00810015" w:rsidRDefault="00810015" w:rsidP="00810015">
      <w:r>
        <w:t>253.5892</w:t>
      </w:r>
      <w:r>
        <w:tab/>
        <w:t>2.025e0</w:t>
      </w:r>
    </w:p>
    <w:p w14:paraId="239DE70D" w14:textId="77777777" w:rsidR="00810015" w:rsidRDefault="00810015" w:rsidP="00810015">
      <w:r>
        <w:t>253.6146</w:t>
      </w:r>
      <w:r>
        <w:tab/>
        <w:t>1.013e0</w:t>
      </w:r>
    </w:p>
    <w:p w14:paraId="7BB591CB" w14:textId="77777777" w:rsidR="00810015" w:rsidRDefault="00810015" w:rsidP="00810015">
      <w:r>
        <w:t>253.6177</w:t>
      </w:r>
      <w:r>
        <w:tab/>
        <w:t>1.013e0</w:t>
      </w:r>
    </w:p>
    <w:p w14:paraId="7FA72229" w14:textId="77777777" w:rsidR="00810015" w:rsidRDefault="00810015" w:rsidP="00810015">
      <w:r>
        <w:t>253.6520</w:t>
      </w:r>
      <w:r>
        <w:tab/>
        <w:t>1.013e0</w:t>
      </w:r>
    </w:p>
    <w:p w14:paraId="49D68431" w14:textId="77777777" w:rsidR="00810015" w:rsidRDefault="00810015" w:rsidP="00810015">
      <w:r>
        <w:t>253.6865</w:t>
      </w:r>
      <w:r>
        <w:tab/>
        <w:t>1.013e0</w:t>
      </w:r>
    </w:p>
    <w:p w14:paraId="459A2B09" w14:textId="77777777" w:rsidR="00810015" w:rsidRDefault="00810015" w:rsidP="00810015">
      <w:r>
        <w:t>253.6963</w:t>
      </w:r>
      <w:r>
        <w:tab/>
        <w:t>2.025e0</w:t>
      </w:r>
    </w:p>
    <w:p w14:paraId="4671CCF0" w14:textId="77777777" w:rsidR="00810015" w:rsidRDefault="00810015" w:rsidP="00810015">
      <w:r>
        <w:t>253.7335</w:t>
      </w:r>
      <w:r>
        <w:tab/>
        <w:t>1.013e0</w:t>
      </w:r>
    </w:p>
    <w:p w14:paraId="16CFF6C5" w14:textId="77777777" w:rsidR="00810015" w:rsidRDefault="00810015" w:rsidP="00810015">
      <w:r>
        <w:t>253.7667</w:t>
      </w:r>
      <w:r>
        <w:tab/>
        <w:t>1.013e0</w:t>
      </w:r>
    </w:p>
    <w:p w14:paraId="433AA667" w14:textId="77777777" w:rsidR="00810015" w:rsidRDefault="00810015" w:rsidP="00810015">
      <w:r>
        <w:t>253.8291</w:t>
      </w:r>
      <w:r>
        <w:tab/>
        <w:t>1.013e0</w:t>
      </w:r>
    </w:p>
    <w:p w14:paraId="3C0E9828" w14:textId="77777777" w:rsidR="00810015" w:rsidRDefault="00810015" w:rsidP="00810015">
      <w:r>
        <w:t>253.8335</w:t>
      </w:r>
      <w:r>
        <w:tab/>
        <w:t>2.025e0</w:t>
      </w:r>
    </w:p>
    <w:p w14:paraId="16F00F19" w14:textId="77777777" w:rsidR="00810015" w:rsidRDefault="00810015" w:rsidP="00810015">
      <w:r>
        <w:t>253.8383</w:t>
      </w:r>
      <w:r>
        <w:tab/>
        <w:t>1.013e0</w:t>
      </w:r>
    </w:p>
    <w:p w14:paraId="12800063" w14:textId="77777777" w:rsidR="00810015" w:rsidRDefault="00810015" w:rsidP="00810015">
      <w:r>
        <w:t>253.8804</w:t>
      </w:r>
      <w:r>
        <w:tab/>
        <w:t>2.025e0</w:t>
      </w:r>
    </w:p>
    <w:p w14:paraId="539B8252" w14:textId="77777777" w:rsidR="00810015" w:rsidRDefault="00810015" w:rsidP="00810015">
      <w:r>
        <w:t>253.8845</w:t>
      </w:r>
      <w:r>
        <w:tab/>
        <w:t>1.013e0</w:t>
      </w:r>
    </w:p>
    <w:p w14:paraId="0FE37203" w14:textId="77777777" w:rsidR="00810015" w:rsidRDefault="00810015" w:rsidP="00810015">
      <w:r>
        <w:t>253.9017</w:t>
      </w:r>
      <w:r>
        <w:tab/>
        <w:t>2.025e0</w:t>
      </w:r>
    </w:p>
    <w:p w14:paraId="239997FC" w14:textId="77777777" w:rsidR="00810015" w:rsidRDefault="00810015" w:rsidP="00810015">
      <w:r>
        <w:t>253.9317</w:t>
      </w:r>
      <w:r>
        <w:tab/>
        <w:t>1.013e0</w:t>
      </w:r>
    </w:p>
    <w:p w14:paraId="56686F8B" w14:textId="77777777" w:rsidR="00810015" w:rsidRDefault="00810015" w:rsidP="00810015">
      <w:r>
        <w:t>253.9363</w:t>
      </w:r>
      <w:r>
        <w:tab/>
        <w:t>2.025e0</w:t>
      </w:r>
    </w:p>
    <w:p w14:paraId="7F8C0EE5" w14:textId="77777777" w:rsidR="00810015" w:rsidRDefault="00810015" w:rsidP="00810015">
      <w:r>
        <w:t>253.9600</w:t>
      </w:r>
      <w:r>
        <w:tab/>
        <w:t>1.013e0</w:t>
      </w:r>
    </w:p>
    <w:p w14:paraId="3B245A82" w14:textId="77777777" w:rsidR="00810015" w:rsidRDefault="00810015" w:rsidP="00810015">
      <w:r>
        <w:t>253.9703</w:t>
      </w:r>
      <w:r>
        <w:tab/>
        <w:t>1.013e0</w:t>
      </w:r>
    </w:p>
    <w:p w14:paraId="7CB0F5AE" w14:textId="77777777" w:rsidR="00810015" w:rsidRDefault="00810015" w:rsidP="00810015">
      <w:r>
        <w:t>254.0433</w:t>
      </w:r>
      <w:r>
        <w:tab/>
        <w:t>3.918e1</w:t>
      </w:r>
    </w:p>
    <w:p w14:paraId="2BCE06DA" w14:textId="77777777" w:rsidR="00810015" w:rsidRDefault="00810015" w:rsidP="00810015">
      <w:r>
        <w:t>254.0464</w:t>
      </w:r>
      <w:r>
        <w:tab/>
        <w:t>1.484e2</w:t>
      </w:r>
    </w:p>
    <w:p w14:paraId="19E9AFBD" w14:textId="77777777" w:rsidR="00810015" w:rsidRDefault="00810015" w:rsidP="00810015">
      <w:r>
        <w:t>254.1017</w:t>
      </w:r>
      <w:r>
        <w:tab/>
        <w:t>2.025e0</w:t>
      </w:r>
    </w:p>
    <w:p w14:paraId="3507B7A2" w14:textId="77777777" w:rsidR="00810015" w:rsidRDefault="00810015" w:rsidP="00810015">
      <w:r>
        <w:t>254.1205</w:t>
      </w:r>
      <w:r>
        <w:tab/>
        <w:t>4.008e0</w:t>
      </w:r>
    </w:p>
    <w:p w14:paraId="041C90C1" w14:textId="77777777" w:rsidR="00810015" w:rsidRDefault="00810015" w:rsidP="00810015">
      <w:r>
        <w:t>254.1227</w:t>
      </w:r>
      <w:r>
        <w:tab/>
        <w:t>3.038e0</w:t>
      </w:r>
    </w:p>
    <w:p w14:paraId="56E9F9DA" w14:textId="77777777" w:rsidR="00810015" w:rsidRDefault="00810015" w:rsidP="00810015">
      <w:r>
        <w:t>254.1288</w:t>
      </w:r>
      <w:r>
        <w:tab/>
        <w:t>2.025e0</w:t>
      </w:r>
    </w:p>
    <w:p w14:paraId="692313CF" w14:textId="77777777" w:rsidR="00810015" w:rsidRDefault="00810015" w:rsidP="00810015">
      <w:r>
        <w:t>254.1315</w:t>
      </w:r>
      <w:r>
        <w:tab/>
        <w:t>3.038e0</w:t>
      </w:r>
    </w:p>
    <w:p w14:paraId="01BBD075" w14:textId="77777777" w:rsidR="00810015" w:rsidRDefault="00810015" w:rsidP="00810015">
      <w:r>
        <w:t>254.1393</w:t>
      </w:r>
      <w:r>
        <w:tab/>
        <w:t>3.038e0</w:t>
      </w:r>
    </w:p>
    <w:p w14:paraId="1D38CD55" w14:textId="77777777" w:rsidR="00810015" w:rsidRDefault="00810015" w:rsidP="00810015">
      <w:r>
        <w:t>254.1556</w:t>
      </w:r>
      <w:r>
        <w:tab/>
        <w:t>2.025e0</w:t>
      </w:r>
    </w:p>
    <w:p w14:paraId="2729EB88" w14:textId="77777777" w:rsidR="00810015" w:rsidRDefault="00810015" w:rsidP="00810015">
      <w:r>
        <w:t>254.1584</w:t>
      </w:r>
      <w:r>
        <w:tab/>
        <w:t>5.888e0</w:t>
      </w:r>
    </w:p>
    <w:p w14:paraId="0E3D8CFD" w14:textId="77777777" w:rsidR="00810015" w:rsidRDefault="00810015" w:rsidP="00810015">
      <w:r>
        <w:t>254.1643</w:t>
      </w:r>
      <w:r>
        <w:tab/>
        <w:t>5.063e0</w:t>
      </w:r>
    </w:p>
    <w:p w14:paraId="6A566B72" w14:textId="77777777" w:rsidR="00810015" w:rsidRDefault="00810015" w:rsidP="00810015">
      <w:r>
        <w:t>254.1906</w:t>
      </w:r>
      <w:r>
        <w:tab/>
        <w:t>1.574e0</w:t>
      </w:r>
    </w:p>
    <w:p w14:paraId="1064F4B2" w14:textId="77777777" w:rsidR="00810015" w:rsidRDefault="00810015" w:rsidP="00810015">
      <w:r>
        <w:t>254.1987</w:t>
      </w:r>
      <w:r>
        <w:tab/>
        <w:t>3.038e0</w:t>
      </w:r>
    </w:p>
    <w:p w14:paraId="0C0C02F2" w14:textId="77777777" w:rsidR="00810015" w:rsidRDefault="00810015" w:rsidP="00810015">
      <w:r>
        <w:t>254.2148</w:t>
      </w:r>
      <w:r>
        <w:tab/>
        <w:t>1.013e0</w:t>
      </w:r>
    </w:p>
    <w:p w14:paraId="43D9ACD2" w14:textId="77777777" w:rsidR="00810015" w:rsidRDefault="00810015" w:rsidP="00810015">
      <w:r>
        <w:t>254.2180</w:t>
      </w:r>
      <w:r>
        <w:tab/>
        <w:t>2.025e0</w:t>
      </w:r>
    </w:p>
    <w:p w14:paraId="10C7C2E4" w14:textId="77777777" w:rsidR="00810015" w:rsidRDefault="00810015" w:rsidP="00810015">
      <w:r>
        <w:t>254.2191</w:t>
      </w:r>
      <w:r>
        <w:tab/>
        <w:t>2.025e0</w:t>
      </w:r>
    </w:p>
    <w:p w14:paraId="5A8C6D0F" w14:textId="77777777" w:rsidR="00810015" w:rsidRDefault="00810015" w:rsidP="00810015">
      <w:r>
        <w:t>254.2486</w:t>
      </w:r>
      <w:r>
        <w:tab/>
        <w:t>2.025e0</w:t>
      </w:r>
    </w:p>
    <w:p w14:paraId="5840B62F" w14:textId="77777777" w:rsidR="00810015" w:rsidRDefault="00810015" w:rsidP="00810015">
      <w:r>
        <w:t>254.2595</w:t>
      </w:r>
      <w:r>
        <w:tab/>
        <w:t>2.025e0</w:t>
      </w:r>
    </w:p>
    <w:p w14:paraId="459A0BD4" w14:textId="77777777" w:rsidR="00810015" w:rsidRDefault="00810015" w:rsidP="00810015">
      <w:r>
        <w:t>254.2629</w:t>
      </w:r>
      <w:r>
        <w:tab/>
        <w:t>1.013e0</w:t>
      </w:r>
    </w:p>
    <w:p w14:paraId="41C4AD4A" w14:textId="77777777" w:rsidR="00810015" w:rsidRDefault="00810015" w:rsidP="00810015">
      <w:r>
        <w:t>254.2912</w:t>
      </w:r>
      <w:r>
        <w:tab/>
        <w:t>1.013e0</w:t>
      </w:r>
    </w:p>
    <w:p w14:paraId="3138D197" w14:textId="77777777" w:rsidR="00810015" w:rsidRDefault="00810015" w:rsidP="00810015">
      <w:r>
        <w:t>254.2998</w:t>
      </w:r>
      <w:r>
        <w:tab/>
        <w:t>1.013e0</w:t>
      </w:r>
    </w:p>
    <w:p w14:paraId="6BCD624C" w14:textId="77777777" w:rsidR="00810015" w:rsidRDefault="00810015" w:rsidP="00810015">
      <w:r>
        <w:t>254.3130</w:t>
      </w:r>
      <w:r>
        <w:tab/>
        <w:t>1.013e0</w:t>
      </w:r>
    </w:p>
    <w:p w14:paraId="4140F2A6" w14:textId="77777777" w:rsidR="00810015" w:rsidRDefault="00810015" w:rsidP="00810015">
      <w:r>
        <w:t>254.3976</w:t>
      </w:r>
      <w:r>
        <w:tab/>
        <w:t>1.013e0</w:t>
      </w:r>
    </w:p>
    <w:p w14:paraId="73A999A7" w14:textId="77777777" w:rsidR="00810015" w:rsidRDefault="00810015" w:rsidP="00810015">
      <w:r>
        <w:t>254.4015</w:t>
      </w:r>
      <w:r>
        <w:tab/>
        <w:t>1.013e0</w:t>
      </w:r>
    </w:p>
    <w:p w14:paraId="4C788338" w14:textId="77777777" w:rsidR="00810015" w:rsidRDefault="00810015" w:rsidP="00810015">
      <w:r>
        <w:t>254.4188</w:t>
      </w:r>
      <w:r>
        <w:tab/>
        <w:t>1.013e0</w:t>
      </w:r>
    </w:p>
    <w:p w14:paraId="464ED662" w14:textId="77777777" w:rsidR="00810015" w:rsidRDefault="00810015" w:rsidP="00810015">
      <w:r>
        <w:t>254.4226</w:t>
      </w:r>
      <w:r>
        <w:tab/>
        <w:t>1.013e0</w:t>
      </w:r>
    </w:p>
    <w:p w14:paraId="59833BAD" w14:textId="77777777" w:rsidR="00810015" w:rsidRDefault="00810015" w:rsidP="00810015">
      <w:r>
        <w:t>254.4273</w:t>
      </w:r>
      <w:r>
        <w:tab/>
        <w:t>1.013e0</w:t>
      </w:r>
    </w:p>
    <w:p w14:paraId="1A954008" w14:textId="77777777" w:rsidR="00810015" w:rsidRDefault="00810015" w:rsidP="00810015">
      <w:r>
        <w:t>254.4479</w:t>
      </w:r>
      <w:r>
        <w:tab/>
        <w:t>1.013e0</w:t>
      </w:r>
    </w:p>
    <w:p w14:paraId="6AC620C3" w14:textId="77777777" w:rsidR="00810015" w:rsidRDefault="00810015" w:rsidP="00810015">
      <w:r>
        <w:t>254.4566</w:t>
      </w:r>
      <w:r>
        <w:tab/>
        <w:t>1.013e0</w:t>
      </w:r>
    </w:p>
    <w:p w14:paraId="4DE3B8F9" w14:textId="77777777" w:rsidR="00810015" w:rsidRDefault="00810015" w:rsidP="00810015">
      <w:r>
        <w:t>254.4671</w:t>
      </w:r>
      <w:r>
        <w:tab/>
        <w:t>5.063e0</w:t>
      </w:r>
    </w:p>
    <w:p w14:paraId="343C0418" w14:textId="77777777" w:rsidR="00810015" w:rsidRDefault="00810015" w:rsidP="00810015">
      <w:r>
        <w:t>254.4783</w:t>
      </w:r>
      <w:r>
        <w:tab/>
        <w:t>2.025e0</w:t>
      </w:r>
    </w:p>
    <w:p w14:paraId="7D75EC2D" w14:textId="77777777" w:rsidR="00810015" w:rsidRDefault="00810015" w:rsidP="00810015">
      <w:r>
        <w:t>254.5133</w:t>
      </w:r>
      <w:r>
        <w:tab/>
        <w:t>2.025e0</w:t>
      </w:r>
    </w:p>
    <w:p w14:paraId="2FF263EC" w14:textId="77777777" w:rsidR="00810015" w:rsidRDefault="00810015" w:rsidP="00810015">
      <w:r>
        <w:t>254.5245</w:t>
      </w:r>
      <w:r>
        <w:tab/>
        <w:t>1.013e0</w:t>
      </w:r>
    </w:p>
    <w:p w14:paraId="00F02C08" w14:textId="77777777" w:rsidR="00810015" w:rsidRDefault="00810015" w:rsidP="00810015">
      <w:r>
        <w:t>254.5753</w:t>
      </w:r>
      <w:r>
        <w:tab/>
        <w:t>2.025e0</w:t>
      </w:r>
    </w:p>
    <w:p w14:paraId="18D5D379" w14:textId="77777777" w:rsidR="00810015" w:rsidRDefault="00810015" w:rsidP="00810015">
      <w:r>
        <w:t>254.5927</w:t>
      </w:r>
      <w:r>
        <w:tab/>
        <w:t>2.025e0</w:t>
      </w:r>
    </w:p>
    <w:p w14:paraId="5E1E9502" w14:textId="77777777" w:rsidR="00810015" w:rsidRDefault="00810015" w:rsidP="00810015">
      <w:r>
        <w:t>254.5954</w:t>
      </w:r>
      <w:r>
        <w:tab/>
        <w:t>2.025e0</w:t>
      </w:r>
    </w:p>
    <w:p w14:paraId="56476114" w14:textId="77777777" w:rsidR="00810015" w:rsidRDefault="00810015" w:rsidP="00810015">
      <w:r>
        <w:t>254.6013</w:t>
      </w:r>
      <w:r>
        <w:tab/>
        <w:t>1.013e0</w:t>
      </w:r>
    </w:p>
    <w:p w14:paraId="0B641B47" w14:textId="77777777" w:rsidR="00810015" w:rsidRDefault="00810015" w:rsidP="00810015">
      <w:r>
        <w:t>254.6398</w:t>
      </w:r>
      <w:r>
        <w:tab/>
        <w:t>1.013e0</w:t>
      </w:r>
    </w:p>
    <w:p w14:paraId="1A77328F" w14:textId="77777777" w:rsidR="00810015" w:rsidRDefault="00810015" w:rsidP="00810015">
      <w:r>
        <w:t>254.6436</w:t>
      </w:r>
      <w:r>
        <w:tab/>
        <w:t>1.013e0</w:t>
      </w:r>
    </w:p>
    <w:p w14:paraId="69DB6187" w14:textId="77777777" w:rsidR="00810015" w:rsidRDefault="00810015" w:rsidP="00810015">
      <w:r>
        <w:t>254.6544</w:t>
      </w:r>
      <w:r>
        <w:tab/>
        <w:t>2.025e0</w:t>
      </w:r>
    </w:p>
    <w:p w14:paraId="2039601F" w14:textId="77777777" w:rsidR="00810015" w:rsidRDefault="00810015" w:rsidP="00810015">
      <w:r>
        <w:t>254.6859</w:t>
      </w:r>
      <w:r>
        <w:tab/>
        <w:t>1.013e0</w:t>
      </w:r>
    </w:p>
    <w:p w14:paraId="54294433" w14:textId="77777777" w:rsidR="00810015" w:rsidRDefault="00810015" w:rsidP="00810015">
      <w:r>
        <w:t>254.6903</w:t>
      </w:r>
      <w:r>
        <w:tab/>
        <w:t>2.025e0</w:t>
      </w:r>
    </w:p>
    <w:p w14:paraId="4E2A488B" w14:textId="77777777" w:rsidR="00810015" w:rsidRDefault="00810015" w:rsidP="00810015">
      <w:r>
        <w:t>254.7165</w:t>
      </w:r>
      <w:r>
        <w:tab/>
        <w:t>1.013e0</w:t>
      </w:r>
    </w:p>
    <w:p w14:paraId="472DEB8A" w14:textId="77777777" w:rsidR="00810015" w:rsidRDefault="00810015" w:rsidP="00810015">
      <w:r>
        <w:t>254.7204</w:t>
      </w:r>
      <w:r>
        <w:tab/>
        <w:t>2.025e0</w:t>
      </w:r>
    </w:p>
    <w:p w14:paraId="47B1EE51" w14:textId="77777777" w:rsidR="00810015" w:rsidRDefault="00810015" w:rsidP="00810015">
      <w:r>
        <w:t>254.7866</w:t>
      </w:r>
      <w:r>
        <w:tab/>
        <w:t>1.013e0</w:t>
      </w:r>
    </w:p>
    <w:p w14:paraId="10106375" w14:textId="77777777" w:rsidR="00810015" w:rsidRDefault="00810015" w:rsidP="00810015">
      <w:r>
        <w:t>254.7913</w:t>
      </w:r>
      <w:r>
        <w:tab/>
        <w:t>2.025e0</w:t>
      </w:r>
    </w:p>
    <w:p w14:paraId="5FC444A9" w14:textId="77777777" w:rsidR="00810015" w:rsidRDefault="00810015" w:rsidP="00810015">
      <w:r>
        <w:t>254.8248</w:t>
      </w:r>
      <w:r>
        <w:tab/>
        <w:t>1.013e0</w:t>
      </w:r>
    </w:p>
    <w:p w14:paraId="078AFA57" w14:textId="77777777" w:rsidR="00810015" w:rsidRDefault="00810015" w:rsidP="00810015">
      <w:r>
        <w:t>254.8348</w:t>
      </w:r>
      <w:r>
        <w:tab/>
        <w:t>1.013e0</w:t>
      </w:r>
    </w:p>
    <w:p w14:paraId="79B28124" w14:textId="77777777" w:rsidR="00810015" w:rsidRDefault="00810015" w:rsidP="00810015">
      <w:r>
        <w:t>254.8593</w:t>
      </w:r>
      <w:r>
        <w:tab/>
        <w:t>1.013e0</w:t>
      </w:r>
    </w:p>
    <w:p w14:paraId="5011425B" w14:textId="77777777" w:rsidR="00810015" w:rsidRDefault="00810015" w:rsidP="00810015">
      <w:r>
        <w:t>254.8632</w:t>
      </w:r>
      <w:r>
        <w:tab/>
        <w:t>1.013e0</w:t>
      </w:r>
    </w:p>
    <w:p w14:paraId="412B75B3" w14:textId="77777777" w:rsidR="00810015" w:rsidRDefault="00810015" w:rsidP="00810015">
      <w:r>
        <w:t>254.8717</w:t>
      </w:r>
      <w:r>
        <w:tab/>
        <w:t>1.013e0</w:t>
      </w:r>
    </w:p>
    <w:p w14:paraId="3B4F294C" w14:textId="77777777" w:rsidR="00810015" w:rsidRDefault="00810015" w:rsidP="00810015">
      <w:r>
        <w:t>254.8897</w:t>
      </w:r>
      <w:r>
        <w:tab/>
        <w:t>1.013e0</w:t>
      </w:r>
    </w:p>
    <w:p w14:paraId="66F01735" w14:textId="77777777" w:rsidR="00810015" w:rsidRDefault="00810015" w:rsidP="00810015">
      <w:r>
        <w:t>254.9096</w:t>
      </w:r>
      <w:r>
        <w:tab/>
        <w:t>1.013e0</w:t>
      </w:r>
    </w:p>
    <w:p w14:paraId="23B73ADA" w14:textId="77777777" w:rsidR="00810015" w:rsidRDefault="00810015" w:rsidP="00810015">
      <w:r>
        <w:t>254.9195</w:t>
      </w:r>
      <w:r>
        <w:tab/>
        <w:t>2.025e0</w:t>
      </w:r>
    </w:p>
    <w:p w14:paraId="47597491" w14:textId="77777777" w:rsidR="00810015" w:rsidRDefault="00810015" w:rsidP="00810015">
      <w:r>
        <w:t>254.9360</w:t>
      </w:r>
      <w:r>
        <w:tab/>
        <w:t>1.013e0</w:t>
      </w:r>
    </w:p>
    <w:p w14:paraId="4DD9C16E" w14:textId="77777777" w:rsidR="00810015" w:rsidRDefault="00810015" w:rsidP="00810015">
      <w:r>
        <w:t>254.9601</w:t>
      </w:r>
      <w:r>
        <w:tab/>
        <w:t>2.025e0</w:t>
      </w:r>
    </w:p>
    <w:p w14:paraId="35DE823C" w14:textId="77777777" w:rsidR="00810015" w:rsidRDefault="00810015" w:rsidP="00810015">
      <w:r>
        <w:t>254.9616</w:t>
      </w:r>
      <w:r>
        <w:tab/>
        <w:t>1.013e0</w:t>
      </w:r>
    </w:p>
    <w:p w14:paraId="34371981" w14:textId="77777777" w:rsidR="00810015" w:rsidRDefault="00810015" w:rsidP="00810015">
      <w:r>
        <w:t>254.9743</w:t>
      </w:r>
      <w:r>
        <w:tab/>
        <w:t>1.013e0</w:t>
      </w:r>
    </w:p>
    <w:p w14:paraId="40DA3E4F" w14:textId="77777777" w:rsidR="00810015" w:rsidRDefault="00810015" w:rsidP="00810015">
      <w:r>
        <w:t>254.9784</w:t>
      </w:r>
      <w:r>
        <w:tab/>
        <w:t>2.025e0</w:t>
      </w:r>
    </w:p>
    <w:p w14:paraId="0F952B61" w14:textId="77777777" w:rsidR="00810015" w:rsidRDefault="00810015" w:rsidP="00810015">
      <w:r>
        <w:t>255.0420</w:t>
      </w:r>
      <w:r>
        <w:tab/>
        <w:t>4.287e0</w:t>
      </w:r>
    </w:p>
    <w:p w14:paraId="68ADD112" w14:textId="77777777" w:rsidR="00810015" w:rsidRDefault="00810015" w:rsidP="00810015">
      <w:r>
        <w:t>255.0508</w:t>
      </w:r>
      <w:r>
        <w:tab/>
        <w:t>7.188e0</w:t>
      </w:r>
    </w:p>
    <w:p w14:paraId="6F3A9F84" w14:textId="77777777" w:rsidR="00810015" w:rsidRDefault="00810015" w:rsidP="00810015">
      <w:r>
        <w:t>255.0589</w:t>
      </w:r>
      <w:r>
        <w:tab/>
        <w:t>9.492e0</w:t>
      </w:r>
    </w:p>
    <w:p w14:paraId="37066E16" w14:textId="77777777" w:rsidR="00810015" w:rsidRDefault="00810015" w:rsidP="00810015">
      <w:r>
        <w:t>255.0800</w:t>
      </w:r>
      <w:r>
        <w:tab/>
        <w:t>1.804e0</w:t>
      </w:r>
    </w:p>
    <w:p w14:paraId="0CBA0176" w14:textId="77777777" w:rsidR="00810015" w:rsidRDefault="00810015" w:rsidP="00810015">
      <w:r>
        <w:t>255.0962</w:t>
      </w:r>
      <w:r>
        <w:tab/>
        <w:t>2.025e0</w:t>
      </w:r>
    </w:p>
    <w:p w14:paraId="56D6B993" w14:textId="77777777" w:rsidR="00810015" w:rsidRDefault="00810015" w:rsidP="00810015">
      <w:r>
        <w:t>255.1132</w:t>
      </w:r>
      <w:r>
        <w:tab/>
        <w:t>1.013e0</w:t>
      </w:r>
    </w:p>
    <w:p w14:paraId="069A0E9A" w14:textId="77777777" w:rsidR="00810015" w:rsidRDefault="00810015" w:rsidP="00810015">
      <w:r>
        <w:t>255.1179</w:t>
      </w:r>
      <w:r>
        <w:tab/>
        <w:t>3.327e0</w:t>
      </w:r>
    </w:p>
    <w:p w14:paraId="5F2EE763" w14:textId="77777777" w:rsidR="00810015" w:rsidRDefault="00810015" w:rsidP="00810015">
      <w:r>
        <w:t>255.1415</w:t>
      </w:r>
      <w:r>
        <w:tab/>
        <w:t>3.038e0</w:t>
      </w:r>
    </w:p>
    <w:p w14:paraId="256F98B5" w14:textId="77777777" w:rsidR="00810015" w:rsidRDefault="00810015" w:rsidP="00810015">
      <w:r>
        <w:t>255.1441</w:t>
      </w:r>
      <w:r>
        <w:tab/>
        <w:t>3.038e0</w:t>
      </w:r>
    </w:p>
    <w:p w14:paraId="45422621" w14:textId="77777777" w:rsidR="00810015" w:rsidRDefault="00810015" w:rsidP="00810015">
      <w:r>
        <w:t>255.1517</w:t>
      </w:r>
      <w:r>
        <w:tab/>
        <w:t>1.013e0</w:t>
      </w:r>
    </w:p>
    <w:p w14:paraId="15BD99AE" w14:textId="77777777" w:rsidR="00810015" w:rsidRDefault="00810015" w:rsidP="00810015">
      <w:r>
        <w:t>255.1540</w:t>
      </w:r>
      <w:r>
        <w:tab/>
        <w:t>2.025e0</w:t>
      </w:r>
    </w:p>
    <w:p w14:paraId="25BD6BF3" w14:textId="77777777" w:rsidR="00810015" w:rsidRDefault="00810015" w:rsidP="00810015">
      <w:r>
        <w:t>255.1566</w:t>
      </w:r>
      <w:r>
        <w:tab/>
        <w:t>1.013e0</w:t>
      </w:r>
    </w:p>
    <w:p w14:paraId="6EE3048B" w14:textId="77777777" w:rsidR="00810015" w:rsidRDefault="00810015" w:rsidP="00810015">
      <w:r>
        <w:t>255.1965</w:t>
      </w:r>
      <w:r>
        <w:tab/>
        <w:t>2.025e0</w:t>
      </w:r>
    </w:p>
    <w:p w14:paraId="16323C57" w14:textId="77777777" w:rsidR="00810015" w:rsidRDefault="00810015" w:rsidP="00810015">
      <w:r>
        <w:t>255.1993</w:t>
      </w:r>
      <w:r>
        <w:tab/>
        <w:t>1.013e0</w:t>
      </w:r>
    </w:p>
    <w:p w14:paraId="20418231" w14:textId="77777777" w:rsidR="00810015" w:rsidRDefault="00810015" w:rsidP="00810015">
      <w:r>
        <w:t>255.2031</w:t>
      </w:r>
      <w:r>
        <w:tab/>
        <w:t>1.013e0</w:t>
      </w:r>
    </w:p>
    <w:p w14:paraId="0C2C4834" w14:textId="77777777" w:rsidR="00810015" w:rsidRDefault="00810015" w:rsidP="00810015">
      <w:r>
        <w:t>255.2205</w:t>
      </w:r>
      <w:r>
        <w:tab/>
        <w:t>3.038e0</w:t>
      </w:r>
    </w:p>
    <w:p w14:paraId="19DAA16C" w14:textId="77777777" w:rsidR="00810015" w:rsidRDefault="00810015" w:rsidP="00810015">
      <w:r>
        <w:t>255.2304</w:t>
      </w:r>
      <w:r>
        <w:tab/>
        <w:t>2.025e0</w:t>
      </w:r>
    </w:p>
    <w:p w14:paraId="736F7E5A" w14:textId="77777777" w:rsidR="00810015" w:rsidRDefault="00810015" w:rsidP="00810015">
      <w:r>
        <w:t>255.2776</w:t>
      </w:r>
      <w:r>
        <w:tab/>
        <w:t>3.038e0</w:t>
      </w:r>
    </w:p>
    <w:p w14:paraId="174F45E6" w14:textId="77777777" w:rsidR="00810015" w:rsidRDefault="00810015" w:rsidP="00810015">
      <w:r>
        <w:t>255.3053</w:t>
      </w:r>
      <w:r>
        <w:tab/>
        <w:t>1.013e0</w:t>
      </w:r>
    </w:p>
    <w:p w14:paraId="57393E21" w14:textId="77777777" w:rsidR="00810015" w:rsidRDefault="00810015" w:rsidP="00810015">
      <w:r>
        <w:t>255.3507</w:t>
      </w:r>
      <w:r>
        <w:tab/>
        <w:t>3.038e0</w:t>
      </w:r>
    </w:p>
    <w:p w14:paraId="4A114CF5" w14:textId="77777777" w:rsidR="00810015" w:rsidRDefault="00810015" w:rsidP="00810015">
      <w:r>
        <w:t>255.3689</w:t>
      </w:r>
      <w:r>
        <w:tab/>
        <w:t>1.013e0</w:t>
      </w:r>
    </w:p>
    <w:p w14:paraId="14C22C19" w14:textId="77777777" w:rsidR="00810015" w:rsidRDefault="00810015" w:rsidP="00810015">
      <w:r>
        <w:t>255.3869</w:t>
      </w:r>
      <w:r>
        <w:tab/>
        <w:t>1.013e0</w:t>
      </w:r>
    </w:p>
    <w:p w14:paraId="78226D6E" w14:textId="77777777" w:rsidR="00810015" w:rsidRDefault="00810015" w:rsidP="00810015">
      <w:r>
        <w:t>255.4040</w:t>
      </w:r>
      <w:r>
        <w:tab/>
        <w:t>2.025e0</w:t>
      </w:r>
    </w:p>
    <w:p w14:paraId="5BCD178F" w14:textId="77777777" w:rsidR="00810015" w:rsidRDefault="00810015" w:rsidP="00810015">
      <w:r>
        <w:t>255.4069</w:t>
      </w:r>
      <w:r>
        <w:tab/>
        <w:t>1.013e0</w:t>
      </w:r>
    </w:p>
    <w:p w14:paraId="660DB9DD" w14:textId="77777777" w:rsidR="00810015" w:rsidRDefault="00810015" w:rsidP="00810015">
      <w:r>
        <w:t>255.4324</w:t>
      </w:r>
      <w:r>
        <w:tab/>
        <w:t>1.013e0</w:t>
      </w:r>
    </w:p>
    <w:p w14:paraId="37A04939" w14:textId="77777777" w:rsidR="00810015" w:rsidRDefault="00810015" w:rsidP="00810015">
      <w:r>
        <w:t>255.4972</w:t>
      </w:r>
      <w:r>
        <w:tab/>
        <w:t>3.038e0</w:t>
      </w:r>
    </w:p>
    <w:p w14:paraId="1B25E5CD" w14:textId="77777777" w:rsidR="00810015" w:rsidRDefault="00810015" w:rsidP="00810015">
      <w:r>
        <w:t>255.5210</w:t>
      </w:r>
      <w:r>
        <w:tab/>
        <w:t>1.013e0</w:t>
      </w:r>
    </w:p>
    <w:p w14:paraId="17EDB800" w14:textId="77777777" w:rsidR="00810015" w:rsidRDefault="00810015" w:rsidP="00810015">
      <w:r>
        <w:t>255.5305</w:t>
      </w:r>
      <w:r>
        <w:tab/>
        <w:t>2.025e0</w:t>
      </w:r>
    </w:p>
    <w:p w14:paraId="15B89944" w14:textId="77777777" w:rsidR="00810015" w:rsidRDefault="00810015" w:rsidP="00810015">
      <w:r>
        <w:t>255.5396</w:t>
      </w:r>
      <w:r>
        <w:tab/>
        <w:t>1.013e0</w:t>
      </w:r>
    </w:p>
    <w:p w14:paraId="65DC8132" w14:textId="77777777" w:rsidR="00810015" w:rsidRDefault="00810015" w:rsidP="00810015">
      <w:r>
        <w:t>255.5560</w:t>
      </w:r>
      <w:r>
        <w:tab/>
        <w:t>2.025e0</w:t>
      </w:r>
    </w:p>
    <w:p w14:paraId="57553D8B" w14:textId="77777777" w:rsidR="00810015" w:rsidRDefault="00810015" w:rsidP="00810015">
      <w:r>
        <w:t>255.5595</w:t>
      </w:r>
      <w:r>
        <w:tab/>
        <w:t>1.013e0</w:t>
      </w:r>
    </w:p>
    <w:p w14:paraId="7C26EA4A" w14:textId="77777777" w:rsidR="00810015" w:rsidRDefault="00810015" w:rsidP="00810015">
      <w:r>
        <w:t>255.5776</w:t>
      </w:r>
      <w:r>
        <w:tab/>
        <w:t>1.013e0</w:t>
      </w:r>
    </w:p>
    <w:p w14:paraId="7BF70F31" w14:textId="77777777" w:rsidR="00810015" w:rsidRDefault="00810015" w:rsidP="00810015">
      <w:r>
        <w:t>255.5815</w:t>
      </w:r>
      <w:r>
        <w:tab/>
        <w:t>2.025e0</w:t>
      </w:r>
    </w:p>
    <w:p w14:paraId="500EC3CF" w14:textId="77777777" w:rsidR="00810015" w:rsidRDefault="00810015" w:rsidP="00810015">
      <w:r>
        <w:t>255.5831</w:t>
      </w:r>
      <w:r>
        <w:tab/>
        <w:t>1.013e0</w:t>
      </w:r>
    </w:p>
    <w:p w14:paraId="617AC386" w14:textId="77777777" w:rsidR="00810015" w:rsidRDefault="00810015" w:rsidP="00810015">
      <w:r>
        <w:t>255.5979</w:t>
      </w:r>
      <w:r>
        <w:tab/>
        <w:t>1.013e0</w:t>
      </w:r>
    </w:p>
    <w:p w14:paraId="3DABD807" w14:textId="77777777" w:rsidR="00810015" w:rsidRDefault="00810015" w:rsidP="00810015">
      <w:r>
        <w:t>255.6060</w:t>
      </w:r>
      <w:r>
        <w:tab/>
        <w:t>1.013e0</w:t>
      </w:r>
    </w:p>
    <w:p w14:paraId="048B510C" w14:textId="77777777" w:rsidR="00810015" w:rsidRDefault="00810015" w:rsidP="00810015">
      <w:r>
        <w:t>255.6212</w:t>
      </w:r>
      <w:r>
        <w:tab/>
        <w:t>1.013e0</w:t>
      </w:r>
    </w:p>
    <w:p w14:paraId="6FB0FE4A" w14:textId="77777777" w:rsidR="00810015" w:rsidRDefault="00810015" w:rsidP="00810015">
      <w:r>
        <w:t>255.6283</w:t>
      </w:r>
      <w:r>
        <w:tab/>
        <w:t>1.013e0</w:t>
      </w:r>
    </w:p>
    <w:p w14:paraId="74186147" w14:textId="77777777" w:rsidR="00810015" w:rsidRDefault="00810015" w:rsidP="00810015">
      <w:r>
        <w:t>255.6534</w:t>
      </w:r>
      <w:r>
        <w:tab/>
        <w:t>4.051e0</w:t>
      </w:r>
    </w:p>
    <w:p w14:paraId="6658DF7F" w14:textId="77777777" w:rsidR="00810015" w:rsidRDefault="00810015" w:rsidP="00810015">
      <w:r>
        <w:t>255.7236</w:t>
      </w:r>
      <w:r>
        <w:tab/>
        <w:t>2.025e0</w:t>
      </w:r>
    </w:p>
    <w:p w14:paraId="7A82EAF7" w14:textId="77777777" w:rsidR="00810015" w:rsidRDefault="00810015" w:rsidP="00810015">
      <w:r>
        <w:t>255.7564</w:t>
      </w:r>
      <w:r>
        <w:tab/>
        <w:t>1.013e0</w:t>
      </w:r>
    </w:p>
    <w:p w14:paraId="0B7D1226" w14:textId="77777777" w:rsidR="00810015" w:rsidRDefault="00810015" w:rsidP="00810015">
      <w:r>
        <w:t>255.8110</w:t>
      </w:r>
      <w:r>
        <w:tab/>
        <w:t>1.013e0</w:t>
      </w:r>
    </w:p>
    <w:p w14:paraId="582DFE91" w14:textId="77777777" w:rsidR="00810015" w:rsidRDefault="00810015" w:rsidP="00810015">
      <w:r>
        <w:t>255.8320</w:t>
      </w:r>
      <w:r>
        <w:tab/>
        <w:t>2.025e0</w:t>
      </w:r>
    </w:p>
    <w:p w14:paraId="778BD471" w14:textId="77777777" w:rsidR="00810015" w:rsidRDefault="00810015" w:rsidP="00810015">
      <w:r>
        <w:t>255.8403</w:t>
      </w:r>
      <w:r>
        <w:tab/>
        <w:t>1.013e0</w:t>
      </w:r>
    </w:p>
    <w:p w14:paraId="4A61F61A" w14:textId="77777777" w:rsidR="00810015" w:rsidRDefault="00810015" w:rsidP="00810015">
      <w:r>
        <w:t>255.8617</w:t>
      </w:r>
      <w:r>
        <w:tab/>
        <w:t>2.025e0</w:t>
      </w:r>
    </w:p>
    <w:p w14:paraId="2B2B1172" w14:textId="77777777" w:rsidR="00810015" w:rsidRDefault="00810015" w:rsidP="00810015">
      <w:r>
        <w:t>255.8747</w:t>
      </w:r>
      <w:r>
        <w:tab/>
        <w:t>1.013e0</w:t>
      </w:r>
    </w:p>
    <w:p w14:paraId="2E491FA0" w14:textId="77777777" w:rsidR="00810015" w:rsidRDefault="00810015" w:rsidP="00810015">
      <w:r>
        <w:t>255.8941</w:t>
      </w:r>
      <w:r>
        <w:tab/>
        <w:t>3.038e0</w:t>
      </w:r>
    </w:p>
    <w:p w14:paraId="464F1577" w14:textId="77777777" w:rsidR="00810015" w:rsidRDefault="00810015" w:rsidP="00810015">
      <w:r>
        <w:t>255.8955</w:t>
      </w:r>
      <w:r>
        <w:tab/>
        <w:t>1.013e0</w:t>
      </w:r>
    </w:p>
    <w:p w14:paraId="62F755FD" w14:textId="77777777" w:rsidR="00810015" w:rsidRDefault="00810015" w:rsidP="00810015">
      <w:r>
        <w:t>255.9002</w:t>
      </w:r>
      <w:r>
        <w:tab/>
        <w:t>1.013e0</w:t>
      </w:r>
    </w:p>
    <w:p w14:paraId="45AAA9FE" w14:textId="77777777" w:rsidR="00810015" w:rsidRDefault="00810015" w:rsidP="00810015">
      <w:r>
        <w:t>255.9059</w:t>
      </w:r>
      <w:r>
        <w:tab/>
        <w:t>1.013e0</w:t>
      </w:r>
    </w:p>
    <w:p w14:paraId="3F48625F" w14:textId="77777777" w:rsidR="00810015" w:rsidRDefault="00810015" w:rsidP="00810015">
      <w:r>
        <w:t>255.9516</w:t>
      </w:r>
      <w:r>
        <w:tab/>
        <w:t>1.013e0</w:t>
      </w:r>
    </w:p>
    <w:p w14:paraId="56F29BF8" w14:textId="77777777" w:rsidR="00810015" w:rsidRDefault="00810015" w:rsidP="00810015">
      <w:r>
        <w:t>255.9615</w:t>
      </w:r>
      <w:r>
        <w:tab/>
        <w:t>2.025e0</w:t>
      </w:r>
    </w:p>
    <w:p w14:paraId="3456618B" w14:textId="77777777" w:rsidR="00810015" w:rsidRDefault="00810015" w:rsidP="00810015">
      <w:r>
        <w:t>255.9715</w:t>
      </w:r>
      <w:r>
        <w:tab/>
        <w:t>1.013e0</w:t>
      </w:r>
    </w:p>
    <w:p w14:paraId="70E8F346" w14:textId="77777777" w:rsidR="00810015" w:rsidRDefault="00810015" w:rsidP="00810015">
      <w:r>
        <w:t>255.9882</w:t>
      </w:r>
      <w:r>
        <w:tab/>
        <w:t>3.038e0</w:t>
      </w:r>
    </w:p>
    <w:p w14:paraId="33C9C635" w14:textId="77777777" w:rsidR="00810015" w:rsidRDefault="00810015" w:rsidP="00810015">
      <w:r>
        <w:t>255.9969</w:t>
      </w:r>
      <w:r>
        <w:tab/>
        <w:t>2.025e0</w:t>
      </w:r>
    </w:p>
    <w:p w14:paraId="5EC5A9CE" w14:textId="77777777" w:rsidR="00810015" w:rsidRDefault="00810015" w:rsidP="00810015">
      <w:r>
        <w:t>256.0182</w:t>
      </w:r>
      <w:r>
        <w:tab/>
        <w:t>3.173e0</w:t>
      </w:r>
    </w:p>
    <w:p w14:paraId="601039C5" w14:textId="77777777" w:rsidR="00810015" w:rsidRDefault="00810015" w:rsidP="00810015">
      <w:r>
        <w:t>256.0253</w:t>
      </w:r>
      <w:r>
        <w:tab/>
        <w:t>3.543e0</w:t>
      </w:r>
    </w:p>
    <w:p w14:paraId="69853705" w14:textId="77777777" w:rsidR="00810015" w:rsidRDefault="00810015" w:rsidP="00810015">
      <w:r>
        <w:t>256.0320</w:t>
      </w:r>
      <w:r>
        <w:tab/>
        <w:t>2.594e0</w:t>
      </w:r>
    </w:p>
    <w:p w14:paraId="369CAFB5" w14:textId="77777777" w:rsidR="00810015" w:rsidRDefault="00810015" w:rsidP="00810015">
      <w:r>
        <w:t>256.0352</w:t>
      </w:r>
      <w:r>
        <w:tab/>
        <w:t>3.038e0</w:t>
      </w:r>
    </w:p>
    <w:p w14:paraId="340D7404" w14:textId="77777777" w:rsidR="00810015" w:rsidRDefault="00810015" w:rsidP="00810015">
      <w:r>
        <w:t>256.0364</w:t>
      </w:r>
      <w:r>
        <w:tab/>
        <w:t>4.173e0</w:t>
      </w:r>
    </w:p>
    <w:p w14:paraId="03289F50" w14:textId="77777777" w:rsidR="00810015" w:rsidRDefault="00810015" w:rsidP="00810015">
      <w:r>
        <w:t>256.0638</w:t>
      </w:r>
      <w:r>
        <w:tab/>
        <w:t>3.038e0</w:t>
      </w:r>
    </w:p>
    <w:p w14:paraId="48747C14" w14:textId="77777777" w:rsidR="00810015" w:rsidRDefault="00810015" w:rsidP="00810015">
      <w:r>
        <w:t>256.0752</w:t>
      </w:r>
      <w:r>
        <w:tab/>
        <w:t>2.137e0</w:t>
      </w:r>
    </w:p>
    <w:p w14:paraId="37C8F811" w14:textId="77777777" w:rsidR="00810015" w:rsidRDefault="00810015" w:rsidP="00810015">
      <w:r>
        <w:t>256.0827</w:t>
      </w:r>
      <w:r>
        <w:tab/>
        <w:t>2.161e0</w:t>
      </w:r>
    </w:p>
    <w:p w14:paraId="33E164C4" w14:textId="77777777" w:rsidR="00810015" w:rsidRDefault="00810015" w:rsidP="00810015">
      <w:r>
        <w:t>256.0867</w:t>
      </w:r>
      <w:r>
        <w:tab/>
        <w:t>2.025e0</w:t>
      </w:r>
    </w:p>
    <w:p w14:paraId="68E37CB5" w14:textId="77777777" w:rsidR="00810015" w:rsidRDefault="00810015" w:rsidP="00810015">
      <w:r>
        <w:t>256.1045</w:t>
      </w:r>
      <w:r>
        <w:tab/>
        <w:t>1.013e0</w:t>
      </w:r>
    </w:p>
    <w:p w14:paraId="7A340CDC" w14:textId="77777777" w:rsidR="00810015" w:rsidRDefault="00810015" w:rsidP="00810015">
      <w:r>
        <w:t>256.1123</w:t>
      </w:r>
      <w:r>
        <w:tab/>
        <w:t>3.038e0</w:t>
      </w:r>
    </w:p>
    <w:p w14:paraId="39DE3D59" w14:textId="77777777" w:rsidR="00810015" w:rsidRDefault="00810015" w:rsidP="00810015">
      <w:r>
        <w:t>256.1321</w:t>
      </w:r>
      <w:r>
        <w:tab/>
        <w:t>2.025e0</w:t>
      </w:r>
    </w:p>
    <w:p w14:paraId="1DE448B0" w14:textId="77777777" w:rsidR="00810015" w:rsidRDefault="00810015" w:rsidP="00810015">
      <w:r>
        <w:t>256.1412</w:t>
      </w:r>
      <w:r>
        <w:tab/>
        <w:t>3.038e0</w:t>
      </w:r>
    </w:p>
    <w:p w14:paraId="59C55B1B" w14:textId="77777777" w:rsidR="00810015" w:rsidRDefault="00810015" w:rsidP="00810015">
      <w:r>
        <w:t>256.1611</w:t>
      </w:r>
      <w:r>
        <w:tab/>
        <w:t>4.051e0</w:t>
      </w:r>
    </w:p>
    <w:p w14:paraId="03450C7B" w14:textId="77777777" w:rsidR="00810015" w:rsidRDefault="00810015" w:rsidP="00810015">
      <w:r>
        <w:t>256.1655</w:t>
      </w:r>
      <w:r>
        <w:tab/>
        <w:t>2.025e0</w:t>
      </w:r>
    </w:p>
    <w:p w14:paraId="0AFC6CDB" w14:textId="77777777" w:rsidR="00810015" w:rsidRDefault="00810015" w:rsidP="00810015">
      <w:r>
        <w:t>256.1711</w:t>
      </w:r>
      <w:r>
        <w:tab/>
        <w:t>3.038e0</w:t>
      </w:r>
    </w:p>
    <w:p w14:paraId="10E8BA72" w14:textId="77777777" w:rsidR="00810015" w:rsidRDefault="00810015" w:rsidP="00810015">
      <w:r>
        <w:t>256.1724</w:t>
      </w:r>
      <w:r>
        <w:tab/>
        <w:t>2.605e0</w:t>
      </w:r>
    </w:p>
    <w:p w14:paraId="4B456A51" w14:textId="77777777" w:rsidR="00810015" w:rsidRDefault="00810015" w:rsidP="00810015">
      <w:r>
        <w:t>256.1785</w:t>
      </w:r>
      <w:r>
        <w:tab/>
        <w:t>2.025e0</w:t>
      </w:r>
    </w:p>
    <w:p w14:paraId="410C77E2" w14:textId="77777777" w:rsidR="00810015" w:rsidRDefault="00810015" w:rsidP="00810015">
      <w:r>
        <w:t>256.1935</w:t>
      </w:r>
      <w:r>
        <w:tab/>
        <w:t>4.037e0</w:t>
      </w:r>
    </w:p>
    <w:p w14:paraId="16600227" w14:textId="77777777" w:rsidR="00810015" w:rsidRDefault="00810015" w:rsidP="00810015">
      <w:r>
        <w:t>256.1968</w:t>
      </w:r>
      <w:r>
        <w:tab/>
        <w:t>3.038e0</w:t>
      </w:r>
    </w:p>
    <w:p w14:paraId="7C3F5EF7" w14:textId="77777777" w:rsidR="00810015" w:rsidRDefault="00810015" w:rsidP="00810015">
      <w:r>
        <w:t>256.2000</w:t>
      </w:r>
      <w:r>
        <w:tab/>
        <w:t>5.063e0</w:t>
      </w:r>
    </w:p>
    <w:p w14:paraId="262B30E7" w14:textId="77777777" w:rsidR="00810015" w:rsidRDefault="00810015" w:rsidP="00810015">
      <w:r>
        <w:t>256.2280</w:t>
      </w:r>
      <w:r>
        <w:tab/>
        <w:t>1.013e0</w:t>
      </w:r>
    </w:p>
    <w:p w14:paraId="61FFDB78" w14:textId="77777777" w:rsidR="00810015" w:rsidRDefault="00810015" w:rsidP="00810015">
      <w:r>
        <w:t>256.2444</w:t>
      </w:r>
      <w:r>
        <w:tab/>
        <w:t>1.013e0</w:t>
      </w:r>
    </w:p>
    <w:p w14:paraId="2F93645C" w14:textId="77777777" w:rsidR="00810015" w:rsidRDefault="00810015" w:rsidP="00810015">
      <w:r>
        <w:t>256.2477</w:t>
      </w:r>
      <w:r>
        <w:tab/>
        <w:t>4.051e0</w:t>
      </w:r>
    </w:p>
    <w:p w14:paraId="447DE820" w14:textId="77777777" w:rsidR="00810015" w:rsidRDefault="00810015" w:rsidP="00810015">
      <w:r>
        <w:t>256.2869</w:t>
      </w:r>
      <w:r>
        <w:tab/>
        <w:t>1.013e0</w:t>
      </w:r>
    </w:p>
    <w:p w14:paraId="2D3EF123" w14:textId="77777777" w:rsidR="00810015" w:rsidRDefault="00810015" w:rsidP="00810015">
      <w:r>
        <w:t>256.2896</w:t>
      </w:r>
      <w:r>
        <w:tab/>
        <w:t>2.025e0</w:t>
      </w:r>
    </w:p>
    <w:p w14:paraId="62B59990" w14:textId="77777777" w:rsidR="00810015" w:rsidRDefault="00810015" w:rsidP="00810015">
      <w:r>
        <w:t>256.3061</w:t>
      </w:r>
      <w:r>
        <w:tab/>
        <w:t>3.329e0</w:t>
      </w:r>
    </w:p>
    <w:p w14:paraId="6BD11EF3" w14:textId="77777777" w:rsidR="00810015" w:rsidRDefault="00810015" w:rsidP="00810015">
      <w:r>
        <w:t>256.3135</w:t>
      </w:r>
      <w:r>
        <w:tab/>
        <w:t>1.013e0</w:t>
      </w:r>
    </w:p>
    <w:p w14:paraId="509D30DC" w14:textId="77777777" w:rsidR="00810015" w:rsidRDefault="00810015" w:rsidP="00810015">
      <w:r>
        <w:t>256.3222</w:t>
      </w:r>
      <w:r>
        <w:tab/>
        <w:t>1.013e0</w:t>
      </w:r>
    </w:p>
    <w:p w14:paraId="39684702" w14:textId="77777777" w:rsidR="00810015" w:rsidRDefault="00810015" w:rsidP="00810015">
      <w:r>
        <w:t>256.3253</w:t>
      </w:r>
      <w:r>
        <w:tab/>
        <w:t>1.013e0</w:t>
      </w:r>
    </w:p>
    <w:p w14:paraId="7078DE75" w14:textId="77777777" w:rsidR="00810015" w:rsidRDefault="00810015" w:rsidP="00810015">
      <w:r>
        <w:t>256.3293</w:t>
      </w:r>
      <w:r>
        <w:tab/>
        <w:t>1.013e0</w:t>
      </w:r>
    </w:p>
    <w:p w14:paraId="67FB1A53" w14:textId="77777777" w:rsidR="00810015" w:rsidRDefault="00810015" w:rsidP="00810015">
      <w:r>
        <w:t>256.3374</w:t>
      </w:r>
      <w:r>
        <w:tab/>
        <w:t>1.013e0</w:t>
      </w:r>
    </w:p>
    <w:p w14:paraId="272DCAAE" w14:textId="77777777" w:rsidR="00810015" w:rsidRDefault="00810015" w:rsidP="00810015">
      <w:r>
        <w:t>256.3637</w:t>
      </w:r>
      <w:r>
        <w:tab/>
        <w:t>1.013e0</w:t>
      </w:r>
    </w:p>
    <w:p w14:paraId="22C53799" w14:textId="77777777" w:rsidR="00810015" w:rsidRDefault="00810015" w:rsidP="00810015">
      <w:r>
        <w:t>256.3677</w:t>
      </w:r>
      <w:r>
        <w:tab/>
        <w:t>1.013e0</w:t>
      </w:r>
    </w:p>
    <w:p w14:paraId="02F2BFE1" w14:textId="77777777" w:rsidR="00810015" w:rsidRDefault="00810015" w:rsidP="00810015">
      <w:r>
        <w:t>256.3802</w:t>
      </w:r>
      <w:r>
        <w:tab/>
        <w:t>1.013e0</w:t>
      </w:r>
    </w:p>
    <w:p w14:paraId="35B7BF4E" w14:textId="77777777" w:rsidR="00810015" w:rsidRDefault="00810015" w:rsidP="00810015">
      <w:r>
        <w:t>256.3991</w:t>
      </w:r>
      <w:r>
        <w:tab/>
        <w:t>1.013e0</w:t>
      </w:r>
    </w:p>
    <w:p w14:paraId="6532DF63" w14:textId="77777777" w:rsidR="00810015" w:rsidRDefault="00810015" w:rsidP="00810015">
      <w:r>
        <w:t>256.4101</w:t>
      </w:r>
      <w:r>
        <w:tab/>
        <w:t>1.013e0</w:t>
      </w:r>
    </w:p>
    <w:p w14:paraId="6BB0D7D1" w14:textId="77777777" w:rsidR="00810015" w:rsidRDefault="00810015" w:rsidP="00810015">
      <w:r>
        <w:t>256.4143</w:t>
      </w:r>
      <w:r>
        <w:tab/>
        <w:t>2.025e0</w:t>
      </w:r>
    </w:p>
    <w:p w14:paraId="7A545A9E" w14:textId="77777777" w:rsidR="00810015" w:rsidRDefault="00810015" w:rsidP="00810015">
      <w:r>
        <w:t>256.4192</w:t>
      </w:r>
      <w:r>
        <w:tab/>
        <w:t>1.013e0</w:t>
      </w:r>
    </w:p>
    <w:p w14:paraId="11255C9B" w14:textId="77777777" w:rsidR="00810015" w:rsidRDefault="00810015" w:rsidP="00810015">
      <w:r>
        <w:t>256.4325</w:t>
      </w:r>
      <w:r>
        <w:tab/>
        <w:t>1.013e0</w:t>
      </w:r>
    </w:p>
    <w:p w14:paraId="615E6DDD" w14:textId="77777777" w:rsidR="00810015" w:rsidRDefault="00810015" w:rsidP="00810015">
      <w:r>
        <w:t>256.4455</w:t>
      </w:r>
      <w:r>
        <w:tab/>
        <w:t>1.013e0</w:t>
      </w:r>
    </w:p>
    <w:p w14:paraId="7EA9A307" w14:textId="77777777" w:rsidR="00810015" w:rsidRDefault="00810015" w:rsidP="00810015">
      <w:r>
        <w:t>256.4611</w:t>
      </w:r>
      <w:r>
        <w:tab/>
        <w:t>1.013e0</w:t>
      </w:r>
    </w:p>
    <w:p w14:paraId="4CE04B63" w14:textId="77777777" w:rsidR="00810015" w:rsidRDefault="00810015" w:rsidP="00810015">
      <w:r>
        <w:t>256.4752</w:t>
      </w:r>
      <w:r>
        <w:tab/>
        <w:t>1.013e0</w:t>
      </w:r>
    </w:p>
    <w:p w14:paraId="53B8FAF1" w14:textId="77777777" w:rsidR="00810015" w:rsidRDefault="00810015" w:rsidP="00810015">
      <w:r>
        <w:t>256.4828</w:t>
      </w:r>
      <w:r>
        <w:tab/>
        <w:t>4.051e0</w:t>
      </w:r>
    </w:p>
    <w:p w14:paraId="7A7FD18E" w14:textId="77777777" w:rsidR="00810015" w:rsidRDefault="00810015" w:rsidP="00810015">
      <w:r>
        <w:t>256.4928</w:t>
      </w:r>
      <w:r>
        <w:tab/>
        <w:t>2.025e0</w:t>
      </w:r>
    </w:p>
    <w:p w14:paraId="149724E8" w14:textId="77777777" w:rsidR="00810015" w:rsidRDefault="00810015" w:rsidP="00810015">
      <w:r>
        <w:t>256.5620</w:t>
      </w:r>
      <w:r>
        <w:tab/>
        <w:t>2.025e0</w:t>
      </w:r>
    </w:p>
    <w:p w14:paraId="056F968D" w14:textId="77777777" w:rsidR="00810015" w:rsidRDefault="00810015" w:rsidP="00810015">
      <w:r>
        <w:t>256.5679</w:t>
      </w:r>
      <w:r>
        <w:tab/>
        <w:t>3.038e0</w:t>
      </w:r>
    </w:p>
    <w:p w14:paraId="24EF5087" w14:textId="77777777" w:rsidR="00810015" w:rsidRDefault="00810015" w:rsidP="00810015">
      <w:r>
        <w:t>256.6228</w:t>
      </w:r>
      <w:r>
        <w:tab/>
        <w:t>1.013e0</w:t>
      </w:r>
    </w:p>
    <w:p w14:paraId="0BF11274" w14:textId="77777777" w:rsidR="00810015" w:rsidRDefault="00810015" w:rsidP="00810015">
      <w:r>
        <w:t>256.6369</w:t>
      </w:r>
      <w:r>
        <w:tab/>
        <w:t>1.013e0</w:t>
      </w:r>
    </w:p>
    <w:p w14:paraId="3A5DA397" w14:textId="77777777" w:rsidR="00810015" w:rsidRDefault="00810015" w:rsidP="00810015">
      <w:r>
        <w:t>256.6566</w:t>
      </w:r>
      <w:r>
        <w:tab/>
        <w:t>1.013e0</w:t>
      </w:r>
    </w:p>
    <w:p w14:paraId="35599B38" w14:textId="77777777" w:rsidR="00810015" w:rsidRDefault="00810015" w:rsidP="00810015">
      <w:r>
        <w:t>256.7094</w:t>
      </w:r>
      <w:r>
        <w:tab/>
        <w:t>1.013e0</w:t>
      </w:r>
    </w:p>
    <w:p w14:paraId="49A47222" w14:textId="77777777" w:rsidR="00810015" w:rsidRDefault="00810015" w:rsidP="00810015">
      <w:r>
        <w:t>256.7174</w:t>
      </w:r>
      <w:r>
        <w:tab/>
        <w:t>3.038e0</w:t>
      </w:r>
    </w:p>
    <w:p w14:paraId="44BB646F" w14:textId="77777777" w:rsidR="00810015" w:rsidRDefault="00810015" w:rsidP="00810015">
      <w:r>
        <w:t>256.7256</w:t>
      </w:r>
      <w:r>
        <w:tab/>
        <w:t>2.025e0</w:t>
      </w:r>
    </w:p>
    <w:p w14:paraId="6408C73F" w14:textId="77777777" w:rsidR="00810015" w:rsidRDefault="00810015" w:rsidP="00810015">
      <w:r>
        <w:t>256.7942</w:t>
      </w:r>
      <w:r>
        <w:tab/>
        <w:t>1.013e0</w:t>
      </w:r>
    </w:p>
    <w:p w14:paraId="3FD09C52" w14:textId="77777777" w:rsidR="00810015" w:rsidRDefault="00810015" w:rsidP="00810015">
      <w:r>
        <w:t>256.8069</w:t>
      </w:r>
      <w:r>
        <w:tab/>
        <w:t>2.025e0</w:t>
      </w:r>
    </w:p>
    <w:p w14:paraId="4109C6DD" w14:textId="77777777" w:rsidR="00810015" w:rsidRDefault="00810015" w:rsidP="00810015">
      <w:r>
        <w:t>256.8553</w:t>
      </w:r>
      <w:r>
        <w:tab/>
        <w:t>3.038e0</w:t>
      </w:r>
    </w:p>
    <w:p w14:paraId="2F1ED44B" w14:textId="77777777" w:rsidR="00810015" w:rsidRDefault="00810015" w:rsidP="00810015">
      <w:r>
        <w:t>256.8609</w:t>
      </w:r>
      <w:r>
        <w:tab/>
        <w:t>1.013e0</w:t>
      </w:r>
    </w:p>
    <w:p w14:paraId="4CC30A13" w14:textId="77777777" w:rsidR="00810015" w:rsidRDefault="00810015" w:rsidP="00810015">
      <w:r>
        <w:t>256.8657</w:t>
      </w:r>
      <w:r>
        <w:tab/>
        <w:t>1.013e0</w:t>
      </w:r>
    </w:p>
    <w:p w14:paraId="71666A05" w14:textId="77777777" w:rsidR="00810015" w:rsidRDefault="00810015" w:rsidP="00810015">
      <w:r>
        <w:t>256.8703</w:t>
      </w:r>
      <w:r>
        <w:tab/>
        <w:t>3.038e0</w:t>
      </w:r>
    </w:p>
    <w:p w14:paraId="00FE29F9" w14:textId="77777777" w:rsidR="00810015" w:rsidRDefault="00810015" w:rsidP="00810015">
      <w:r>
        <w:t>256.8992</w:t>
      </w:r>
      <w:r>
        <w:tab/>
        <w:t>1.013e0</w:t>
      </w:r>
    </w:p>
    <w:p w14:paraId="319CD527" w14:textId="77777777" w:rsidR="00810015" w:rsidRDefault="00810015" w:rsidP="00810015">
      <w:r>
        <w:t>256.9038</w:t>
      </w:r>
      <w:r>
        <w:tab/>
        <w:t>1.013e0</w:t>
      </w:r>
    </w:p>
    <w:p w14:paraId="68AA0CA3" w14:textId="77777777" w:rsidR="00810015" w:rsidRDefault="00810015" w:rsidP="00810015">
      <w:r>
        <w:t>256.9258</w:t>
      </w:r>
      <w:r>
        <w:tab/>
        <w:t>1.013e0</w:t>
      </w:r>
    </w:p>
    <w:p w14:paraId="5EB3BBE4" w14:textId="77777777" w:rsidR="00810015" w:rsidRDefault="00810015" w:rsidP="00810015">
      <w:r>
        <w:t>256.9514</w:t>
      </w:r>
      <w:r>
        <w:tab/>
        <w:t>1.013e0</w:t>
      </w:r>
    </w:p>
    <w:p w14:paraId="303C06ED" w14:textId="77777777" w:rsidR="00810015" w:rsidRDefault="00810015" w:rsidP="00810015">
      <w:r>
        <w:t>256.9694</w:t>
      </w:r>
      <w:r>
        <w:tab/>
        <w:t>4.051e0</w:t>
      </w:r>
    </w:p>
    <w:p w14:paraId="09E2778F" w14:textId="77777777" w:rsidR="00810015" w:rsidRDefault="00810015" w:rsidP="00810015">
      <w:r>
        <w:t>256.9913</w:t>
      </w:r>
      <w:r>
        <w:tab/>
        <w:t>3.580e0</w:t>
      </w:r>
    </w:p>
    <w:p w14:paraId="50116B09" w14:textId="77777777" w:rsidR="00810015" w:rsidRDefault="00810015" w:rsidP="00810015">
      <w:r>
        <w:t>257.0028</w:t>
      </w:r>
      <w:r>
        <w:tab/>
        <w:t>1.013e0</w:t>
      </w:r>
    </w:p>
    <w:p w14:paraId="47441A0D" w14:textId="77777777" w:rsidR="00810015" w:rsidRDefault="00810015" w:rsidP="00810015">
      <w:r>
        <w:t>257.0108</w:t>
      </w:r>
      <w:r>
        <w:tab/>
        <w:t>1.013e0</w:t>
      </w:r>
    </w:p>
    <w:p w14:paraId="1AA84023" w14:textId="77777777" w:rsidR="00810015" w:rsidRDefault="00810015" w:rsidP="00810015">
      <w:r>
        <w:t>257.0470</w:t>
      </w:r>
      <w:r>
        <w:tab/>
        <w:t>1.702e1</w:t>
      </w:r>
    </w:p>
    <w:p w14:paraId="43B14945" w14:textId="77777777" w:rsidR="00810015" w:rsidRDefault="00810015" w:rsidP="00810015">
      <w:r>
        <w:t>257.0495</w:t>
      </w:r>
      <w:r>
        <w:tab/>
        <w:t>6.076e0</w:t>
      </w:r>
    </w:p>
    <w:p w14:paraId="0354ABA5" w14:textId="77777777" w:rsidR="00810015" w:rsidRDefault="00810015" w:rsidP="00810015">
      <w:r>
        <w:t>257.0524</w:t>
      </w:r>
      <w:r>
        <w:tab/>
        <w:t>3.118e0</w:t>
      </w:r>
    </w:p>
    <w:p w14:paraId="624988AB" w14:textId="77777777" w:rsidR="00810015" w:rsidRDefault="00810015" w:rsidP="00810015">
      <w:r>
        <w:t>257.0647</w:t>
      </w:r>
      <w:r>
        <w:tab/>
        <w:t>2.025e0</w:t>
      </w:r>
    </w:p>
    <w:p w14:paraId="3A0CFD03" w14:textId="77777777" w:rsidR="00810015" w:rsidRDefault="00810015" w:rsidP="00810015">
      <w:r>
        <w:t>257.0877</w:t>
      </w:r>
      <w:r>
        <w:tab/>
        <w:t>2.025e0</w:t>
      </w:r>
    </w:p>
    <w:p w14:paraId="1F53345C" w14:textId="77777777" w:rsidR="00810015" w:rsidRDefault="00810015" w:rsidP="00810015">
      <w:r>
        <w:t>257.0922</w:t>
      </w:r>
      <w:r>
        <w:tab/>
        <w:t>6.076e0</w:t>
      </w:r>
    </w:p>
    <w:p w14:paraId="560C5FD9" w14:textId="77777777" w:rsidR="00810015" w:rsidRDefault="00810015" w:rsidP="00810015">
      <w:r>
        <w:t>257.1270</w:t>
      </w:r>
      <w:r>
        <w:tab/>
        <w:t>1.013e0</w:t>
      </w:r>
    </w:p>
    <w:p w14:paraId="33C5EB0A" w14:textId="77777777" w:rsidR="00810015" w:rsidRDefault="00810015" w:rsidP="00810015">
      <w:r>
        <w:t>257.1462</w:t>
      </w:r>
      <w:r>
        <w:tab/>
        <w:t>3.038e0</w:t>
      </w:r>
    </w:p>
    <w:p w14:paraId="4AD6A4FD" w14:textId="77777777" w:rsidR="00810015" w:rsidRDefault="00810015" w:rsidP="00810015">
      <w:r>
        <w:t>257.1572</w:t>
      </w:r>
      <w:r>
        <w:tab/>
        <w:t>6.076e0</w:t>
      </w:r>
    </w:p>
    <w:p w14:paraId="27846D41" w14:textId="77777777" w:rsidR="00810015" w:rsidRDefault="00810015" w:rsidP="00810015">
      <w:r>
        <w:t>257.1620</w:t>
      </w:r>
      <w:r>
        <w:tab/>
        <w:t>3.038e0</w:t>
      </w:r>
    </w:p>
    <w:p w14:paraId="1E602D4F" w14:textId="77777777" w:rsidR="00810015" w:rsidRDefault="00810015" w:rsidP="00810015">
      <w:r>
        <w:t>257.1665</w:t>
      </w:r>
      <w:r>
        <w:tab/>
        <w:t>3.038e0</w:t>
      </w:r>
    </w:p>
    <w:p w14:paraId="6AB6E93E" w14:textId="77777777" w:rsidR="00810015" w:rsidRDefault="00810015" w:rsidP="00810015">
      <w:r>
        <w:t>257.2001</w:t>
      </w:r>
      <w:r>
        <w:tab/>
        <w:t>3.038e0</w:t>
      </w:r>
    </w:p>
    <w:p w14:paraId="061EDC8C" w14:textId="77777777" w:rsidR="00810015" w:rsidRDefault="00810015" w:rsidP="00810015">
      <w:r>
        <w:t>257.2071</w:t>
      </w:r>
      <w:r>
        <w:tab/>
        <w:t>1.013e0</w:t>
      </w:r>
    </w:p>
    <w:p w14:paraId="68FFA559" w14:textId="77777777" w:rsidR="00810015" w:rsidRDefault="00810015" w:rsidP="00810015">
      <w:r>
        <w:t>257.2081</w:t>
      </w:r>
      <w:r>
        <w:tab/>
        <w:t>3.038e0</w:t>
      </w:r>
    </w:p>
    <w:p w14:paraId="327733E7" w14:textId="77777777" w:rsidR="00810015" w:rsidRDefault="00810015" w:rsidP="00810015">
      <w:r>
        <w:t>257.2505</w:t>
      </w:r>
      <w:r>
        <w:tab/>
        <w:t>1.013e0</w:t>
      </w:r>
    </w:p>
    <w:p w14:paraId="220F0654" w14:textId="77777777" w:rsidR="00810015" w:rsidRDefault="00810015" w:rsidP="00810015">
      <w:r>
        <w:t>257.2575</w:t>
      </w:r>
      <w:r>
        <w:tab/>
        <w:t>1.013e0</w:t>
      </w:r>
    </w:p>
    <w:p w14:paraId="35727D16" w14:textId="77777777" w:rsidR="00810015" w:rsidRDefault="00810015" w:rsidP="00810015">
      <w:r>
        <w:t>257.2596</w:t>
      </w:r>
      <w:r>
        <w:tab/>
        <w:t>2.025e0</w:t>
      </w:r>
    </w:p>
    <w:p w14:paraId="04359428" w14:textId="77777777" w:rsidR="00810015" w:rsidRDefault="00810015" w:rsidP="00810015">
      <w:r>
        <w:t>257.2802</w:t>
      </w:r>
      <w:r>
        <w:tab/>
        <w:t>2.025e0</w:t>
      </w:r>
    </w:p>
    <w:p w14:paraId="168169DF" w14:textId="77777777" w:rsidR="00810015" w:rsidRDefault="00810015" w:rsidP="00810015">
      <w:r>
        <w:t>257.2921</w:t>
      </w:r>
      <w:r>
        <w:tab/>
        <w:t>2.025e0</w:t>
      </w:r>
    </w:p>
    <w:p w14:paraId="7DC75159" w14:textId="77777777" w:rsidR="00810015" w:rsidRDefault="00810015" w:rsidP="00810015">
      <w:r>
        <w:t>257.3265</w:t>
      </w:r>
      <w:r>
        <w:tab/>
        <w:t>1.013e0</w:t>
      </w:r>
    </w:p>
    <w:p w14:paraId="6288AC28" w14:textId="77777777" w:rsidR="00810015" w:rsidRDefault="00810015" w:rsidP="00810015">
      <w:r>
        <w:t>257.3345</w:t>
      </w:r>
      <w:r>
        <w:tab/>
        <w:t>1.013e0</w:t>
      </w:r>
    </w:p>
    <w:p w14:paraId="304158DE" w14:textId="77777777" w:rsidR="00810015" w:rsidRDefault="00810015" w:rsidP="00810015">
      <w:r>
        <w:t>257.3690</w:t>
      </w:r>
      <w:r>
        <w:tab/>
        <w:t>1.013e0</w:t>
      </w:r>
    </w:p>
    <w:p w14:paraId="55FB0A6C" w14:textId="77777777" w:rsidR="00810015" w:rsidRDefault="00810015" w:rsidP="00810015">
      <w:r>
        <w:t>257.4115</w:t>
      </w:r>
      <w:r>
        <w:tab/>
        <w:t>1.013e0</w:t>
      </w:r>
    </w:p>
    <w:p w14:paraId="1ACBBFE8" w14:textId="77777777" w:rsidR="00810015" w:rsidRDefault="00810015" w:rsidP="00810015">
      <w:r>
        <w:t>257.4155</w:t>
      </w:r>
      <w:r>
        <w:tab/>
        <w:t>1.013e0</w:t>
      </w:r>
    </w:p>
    <w:p w14:paraId="158DE5A0" w14:textId="77777777" w:rsidR="00810015" w:rsidRDefault="00810015" w:rsidP="00810015">
      <w:r>
        <w:t>257.4459</w:t>
      </w:r>
      <w:r>
        <w:tab/>
        <w:t>1.013e0</w:t>
      </w:r>
    </w:p>
    <w:p w14:paraId="7FAEE365" w14:textId="77777777" w:rsidR="00810015" w:rsidRDefault="00810015" w:rsidP="00810015">
      <w:r>
        <w:t>257.4500</w:t>
      </w:r>
      <w:r>
        <w:tab/>
        <w:t>2.025e0</w:t>
      </w:r>
    </w:p>
    <w:p w14:paraId="73568356" w14:textId="77777777" w:rsidR="00810015" w:rsidRDefault="00810015" w:rsidP="00810015">
      <w:r>
        <w:t>257.4865</w:t>
      </w:r>
      <w:r>
        <w:tab/>
        <w:t>2.025e0</w:t>
      </w:r>
    </w:p>
    <w:p w14:paraId="58F97EF0" w14:textId="77777777" w:rsidR="00810015" w:rsidRDefault="00810015" w:rsidP="00810015">
      <w:r>
        <w:t>257.4924</w:t>
      </w:r>
      <w:r>
        <w:tab/>
        <w:t>1.013e0</w:t>
      </w:r>
    </w:p>
    <w:p w14:paraId="7687B166" w14:textId="77777777" w:rsidR="00810015" w:rsidRDefault="00810015" w:rsidP="00810015">
      <w:r>
        <w:t>257.5052</w:t>
      </w:r>
      <w:r>
        <w:tab/>
        <w:t>2.025e0</w:t>
      </w:r>
    </w:p>
    <w:p w14:paraId="4EAD8BB1" w14:textId="77777777" w:rsidR="00810015" w:rsidRDefault="00810015" w:rsidP="00810015">
      <w:r>
        <w:t>257.5229</w:t>
      </w:r>
      <w:r>
        <w:tab/>
        <w:t>1.013e0</w:t>
      </w:r>
    </w:p>
    <w:p w14:paraId="72D4E608" w14:textId="77777777" w:rsidR="00810015" w:rsidRDefault="00810015" w:rsidP="00810015">
      <w:r>
        <w:t>257.5429</w:t>
      </w:r>
      <w:r>
        <w:tab/>
        <w:t>1.013e0</w:t>
      </w:r>
    </w:p>
    <w:p w14:paraId="6C89ADD9" w14:textId="77777777" w:rsidR="00810015" w:rsidRDefault="00810015" w:rsidP="00810015">
      <w:r>
        <w:t>257.5481</w:t>
      </w:r>
      <w:r>
        <w:tab/>
        <w:t>2.025e0</w:t>
      </w:r>
    </w:p>
    <w:p w14:paraId="78DF623A" w14:textId="77777777" w:rsidR="00810015" w:rsidRDefault="00810015" w:rsidP="00810015">
      <w:r>
        <w:t>257.5639</w:t>
      </w:r>
      <w:r>
        <w:tab/>
        <w:t>2.025e0</w:t>
      </w:r>
    </w:p>
    <w:p w14:paraId="2CC849C7" w14:textId="77777777" w:rsidR="00810015" w:rsidRDefault="00810015" w:rsidP="00810015">
      <w:r>
        <w:t>257.5654</w:t>
      </w:r>
      <w:r>
        <w:tab/>
        <w:t>1.013e0</w:t>
      </w:r>
    </w:p>
    <w:p w14:paraId="1AC310C4" w14:textId="77777777" w:rsidR="00810015" w:rsidRDefault="00810015" w:rsidP="00810015">
      <w:r>
        <w:t>257.5734</w:t>
      </w:r>
      <w:r>
        <w:tab/>
        <w:t>1.013e0</w:t>
      </w:r>
    </w:p>
    <w:p w14:paraId="4866EEE4" w14:textId="77777777" w:rsidR="00810015" w:rsidRDefault="00810015" w:rsidP="00810015">
      <w:r>
        <w:t>257.5963</w:t>
      </w:r>
      <w:r>
        <w:tab/>
        <w:t>1.013e0</w:t>
      </w:r>
    </w:p>
    <w:p w14:paraId="2FE789CE" w14:textId="77777777" w:rsidR="00810015" w:rsidRDefault="00810015" w:rsidP="00810015">
      <w:r>
        <w:t>257.6001</w:t>
      </w:r>
      <w:r>
        <w:tab/>
        <w:t>1.013e0</w:t>
      </w:r>
    </w:p>
    <w:p w14:paraId="609E69AB" w14:textId="77777777" w:rsidR="00810015" w:rsidRDefault="00810015" w:rsidP="00810015">
      <w:r>
        <w:t>257.6039</w:t>
      </w:r>
      <w:r>
        <w:tab/>
        <w:t>1.070e0</w:t>
      </w:r>
    </w:p>
    <w:p w14:paraId="3848AA0D" w14:textId="77777777" w:rsidR="00810015" w:rsidRDefault="00810015" w:rsidP="00810015">
      <w:r>
        <w:t>257.6099</w:t>
      </w:r>
      <w:r>
        <w:tab/>
        <w:t>2.025e0</w:t>
      </w:r>
    </w:p>
    <w:p w14:paraId="56B081E6" w14:textId="77777777" w:rsidR="00810015" w:rsidRDefault="00810015" w:rsidP="00810015">
      <w:r>
        <w:t>257.6298</w:t>
      </w:r>
      <w:r>
        <w:tab/>
        <w:t>1.013e0</w:t>
      </w:r>
    </w:p>
    <w:p w14:paraId="4C7431D7" w14:textId="77777777" w:rsidR="00810015" w:rsidRDefault="00810015" w:rsidP="00810015">
      <w:r>
        <w:t>257.6376</w:t>
      </w:r>
      <w:r>
        <w:tab/>
        <w:t>2.025e0</w:t>
      </w:r>
    </w:p>
    <w:p w14:paraId="20A8E46B" w14:textId="77777777" w:rsidR="00810015" w:rsidRDefault="00810015" w:rsidP="00810015">
      <w:r>
        <w:t>257.6628</w:t>
      </w:r>
      <w:r>
        <w:tab/>
        <w:t>2.025e0</w:t>
      </w:r>
    </w:p>
    <w:p w14:paraId="0A4F9226" w14:textId="77777777" w:rsidR="00810015" w:rsidRDefault="00810015" w:rsidP="00810015">
      <w:r>
        <w:t>257.6718</w:t>
      </w:r>
      <w:r>
        <w:tab/>
        <w:t>1.013e0</w:t>
      </w:r>
    </w:p>
    <w:p w14:paraId="29A674E7" w14:textId="77777777" w:rsidR="00810015" w:rsidRDefault="00810015" w:rsidP="00810015">
      <w:r>
        <w:t>257.6929</w:t>
      </w:r>
      <w:r>
        <w:tab/>
        <w:t>1.013e0</w:t>
      </w:r>
    </w:p>
    <w:p w14:paraId="71DF8520" w14:textId="77777777" w:rsidR="00810015" w:rsidRDefault="00810015" w:rsidP="00810015">
      <w:r>
        <w:t>257.7058</w:t>
      </w:r>
      <w:r>
        <w:tab/>
        <w:t>6.076e0</w:t>
      </w:r>
    </w:p>
    <w:p w14:paraId="27031A35" w14:textId="77777777" w:rsidR="00810015" w:rsidRDefault="00810015" w:rsidP="00810015">
      <w:r>
        <w:t>257.7374</w:t>
      </w:r>
      <w:r>
        <w:tab/>
        <w:t>4.051e0</w:t>
      </w:r>
    </w:p>
    <w:p w14:paraId="3D112737" w14:textId="77777777" w:rsidR="00810015" w:rsidRDefault="00810015" w:rsidP="00810015">
      <w:r>
        <w:t>257.7636</w:t>
      </w:r>
      <w:r>
        <w:tab/>
        <w:t>2.025e0</w:t>
      </w:r>
    </w:p>
    <w:p w14:paraId="561A3927" w14:textId="77777777" w:rsidR="00810015" w:rsidRDefault="00810015" w:rsidP="00810015">
      <w:r>
        <w:t>257.7679</w:t>
      </w:r>
      <w:r>
        <w:tab/>
        <w:t>2.025e0</w:t>
      </w:r>
    </w:p>
    <w:p w14:paraId="470F74A5" w14:textId="77777777" w:rsidR="00810015" w:rsidRDefault="00810015" w:rsidP="00810015">
      <w:r>
        <w:t>257.7780</w:t>
      </w:r>
      <w:r>
        <w:tab/>
        <w:t>4.051e0</w:t>
      </w:r>
    </w:p>
    <w:p w14:paraId="36FAB1DD" w14:textId="77777777" w:rsidR="00810015" w:rsidRDefault="00810015" w:rsidP="00810015">
      <w:r>
        <w:t>257.7961</w:t>
      </w:r>
      <w:r>
        <w:tab/>
        <w:t>2.025e0</w:t>
      </w:r>
    </w:p>
    <w:p w14:paraId="4A862F8B" w14:textId="77777777" w:rsidR="00810015" w:rsidRDefault="00810015" w:rsidP="00810015">
      <w:r>
        <w:t>257.8029</w:t>
      </w:r>
      <w:r>
        <w:tab/>
        <w:t>3.038e0</w:t>
      </w:r>
    </w:p>
    <w:p w14:paraId="18DAD38C" w14:textId="77777777" w:rsidR="00810015" w:rsidRDefault="00810015" w:rsidP="00810015">
      <w:r>
        <w:t>257.8112</w:t>
      </w:r>
      <w:r>
        <w:tab/>
        <w:t>2.025e0</w:t>
      </w:r>
    </w:p>
    <w:p w14:paraId="1DF2527E" w14:textId="77777777" w:rsidR="00810015" w:rsidRDefault="00810015" w:rsidP="00810015">
      <w:r>
        <w:t>257.8252</w:t>
      </w:r>
      <w:r>
        <w:tab/>
        <w:t>3.038e0</w:t>
      </w:r>
    </w:p>
    <w:p w14:paraId="74535AD3" w14:textId="77777777" w:rsidR="00810015" w:rsidRDefault="00810015" w:rsidP="00810015">
      <w:r>
        <w:t>257.8391</w:t>
      </w:r>
      <w:r>
        <w:tab/>
        <w:t>1.013e0</w:t>
      </w:r>
    </w:p>
    <w:p w14:paraId="3CD0538D" w14:textId="77777777" w:rsidR="00810015" w:rsidRDefault="00810015" w:rsidP="00810015">
      <w:r>
        <w:t>257.8517</w:t>
      </w:r>
      <w:r>
        <w:tab/>
        <w:t>2.025e0</w:t>
      </w:r>
    </w:p>
    <w:p w14:paraId="1F222EA7" w14:textId="77777777" w:rsidR="00810015" w:rsidRDefault="00810015" w:rsidP="00810015">
      <w:r>
        <w:t>257.8587</w:t>
      </w:r>
      <w:r>
        <w:tab/>
        <w:t>1.013e0</w:t>
      </w:r>
    </w:p>
    <w:p w14:paraId="7D647BC1" w14:textId="77777777" w:rsidR="00810015" w:rsidRDefault="00810015" w:rsidP="00810015">
      <w:r>
        <w:t>257.8630</w:t>
      </w:r>
      <w:r>
        <w:tab/>
        <w:t>1.013e0</w:t>
      </w:r>
    </w:p>
    <w:p w14:paraId="12EC9912" w14:textId="77777777" w:rsidR="00810015" w:rsidRDefault="00810015" w:rsidP="00810015">
      <w:r>
        <w:t>257.8681</w:t>
      </w:r>
      <w:r>
        <w:tab/>
        <w:t>3.038e0</w:t>
      </w:r>
    </w:p>
    <w:p w14:paraId="19B9080E" w14:textId="77777777" w:rsidR="00810015" w:rsidRDefault="00810015" w:rsidP="00810015">
      <w:r>
        <w:t>257.8964</w:t>
      </w:r>
      <w:r>
        <w:tab/>
        <w:t>5.063e0</w:t>
      </w:r>
    </w:p>
    <w:p w14:paraId="6A76C39F" w14:textId="77777777" w:rsidR="00810015" w:rsidRDefault="00810015" w:rsidP="00810015">
      <w:r>
        <w:t>257.9009</w:t>
      </w:r>
      <w:r>
        <w:tab/>
        <w:t>3.038e0</w:t>
      </w:r>
    </w:p>
    <w:p w14:paraId="693B8FFD" w14:textId="77777777" w:rsidR="00810015" w:rsidRDefault="00810015" w:rsidP="00810015">
      <w:r>
        <w:t>257.9232</w:t>
      </w:r>
      <w:r>
        <w:tab/>
        <w:t>4.051e0</w:t>
      </w:r>
    </w:p>
    <w:p w14:paraId="2D0FC5F6" w14:textId="77777777" w:rsidR="00810015" w:rsidRDefault="00810015" w:rsidP="00810015">
      <w:r>
        <w:t>257.9248</w:t>
      </w:r>
      <w:r>
        <w:tab/>
        <w:t>3.038e0</w:t>
      </w:r>
    </w:p>
    <w:p w14:paraId="512A3B2B" w14:textId="77777777" w:rsidR="00810015" w:rsidRDefault="00810015" w:rsidP="00810015">
      <w:r>
        <w:t>257.9703</w:t>
      </w:r>
      <w:r>
        <w:tab/>
        <w:t>1.013e0</w:t>
      </w:r>
    </w:p>
    <w:p w14:paraId="5C2CC16D" w14:textId="77777777" w:rsidR="00810015" w:rsidRDefault="00810015" w:rsidP="00810015">
      <w:r>
        <w:t>258.0119</w:t>
      </w:r>
      <w:r>
        <w:tab/>
        <w:t>2.314e3</w:t>
      </w:r>
    </w:p>
    <w:p w14:paraId="3C056683" w14:textId="77777777" w:rsidR="00810015" w:rsidRDefault="00810015" w:rsidP="00810015">
      <w:r>
        <w:t>258.0290</w:t>
      </w:r>
      <w:r>
        <w:tab/>
        <w:t>3.038e0</w:t>
      </w:r>
    </w:p>
    <w:p w14:paraId="363A895B" w14:textId="77777777" w:rsidR="00810015" w:rsidRDefault="00810015" w:rsidP="00810015">
      <w:r>
        <w:t>258.0772</w:t>
      </w:r>
      <w:r>
        <w:tab/>
        <w:t>2.256e0</w:t>
      </w:r>
    </w:p>
    <w:p w14:paraId="7EB432C2" w14:textId="77777777" w:rsidR="00810015" w:rsidRDefault="00810015" w:rsidP="00810015">
      <w:r>
        <w:t>258.0831</w:t>
      </w:r>
      <w:r>
        <w:tab/>
        <w:t>4.132e0</w:t>
      </w:r>
    </w:p>
    <w:p w14:paraId="620C4059" w14:textId="77777777" w:rsidR="00810015" w:rsidRDefault="00810015" w:rsidP="00810015">
      <w:r>
        <w:t>258.0858</w:t>
      </w:r>
      <w:r>
        <w:tab/>
        <w:t>6.412e0</w:t>
      </w:r>
    </w:p>
    <w:p w14:paraId="0B0D8A8D" w14:textId="77777777" w:rsidR="00810015" w:rsidRDefault="00810015" w:rsidP="00810015">
      <w:r>
        <w:t>258.1125</w:t>
      </w:r>
      <w:r>
        <w:tab/>
        <w:t>3.038e0</w:t>
      </w:r>
    </w:p>
    <w:p w14:paraId="2188EC23" w14:textId="77777777" w:rsidR="00810015" w:rsidRDefault="00810015" w:rsidP="00810015">
      <w:r>
        <w:t>258.1262</w:t>
      </w:r>
      <w:r>
        <w:tab/>
        <w:t>2.778e0</w:t>
      </w:r>
    </w:p>
    <w:p w14:paraId="1CD7B4F0" w14:textId="77777777" w:rsidR="00810015" w:rsidRDefault="00810015" w:rsidP="00810015">
      <w:r>
        <w:t>258.1281</w:t>
      </w:r>
      <w:r>
        <w:tab/>
        <w:t>1.418e1</w:t>
      </w:r>
    </w:p>
    <w:p w14:paraId="1A4513D6" w14:textId="77777777" w:rsidR="00810015" w:rsidRDefault="00810015" w:rsidP="00810015">
      <w:r>
        <w:t>258.1332</w:t>
      </w:r>
      <w:r>
        <w:tab/>
        <w:t>4.051e0</w:t>
      </w:r>
    </w:p>
    <w:p w14:paraId="6716B881" w14:textId="77777777" w:rsidR="00810015" w:rsidRDefault="00810015" w:rsidP="00810015">
      <w:r>
        <w:t>258.1395</w:t>
      </w:r>
      <w:r>
        <w:tab/>
        <w:t>3.038e0</w:t>
      </w:r>
    </w:p>
    <w:p w14:paraId="6DB11CCE" w14:textId="77777777" w:rsidR="00810015" w:rsidRDefault="00810015" w:rsidP="00810015">
      <w:r>
        <w:t>258.1460</w:t>
      </w:r>
      <w:r>
        <w:tab/>
        <w:t>4.555e0</w:t>
      </w:r>
    </w:p>
    <w:p w14:paraId="3EAAF2E9" w14:textId="77777777" w:rsidR="00810015" w:rsidRDefault="00810015" w:rsidP="00810015">
      <w:r>
        <w:t>258.1708</w:t>
      </w:r>
      <w:r>
        <w:tab/>
        <w:t>3.038e0</w:t>
      </w:r>
    </w:p>
    <w:p w14:paraId="3F35BA06" w14:textId="77777777" w:rsidR="00810015" w:rsidRDefault="00810015" w:rsidP="00810015">
      <w:r>
        <w:t>258.1725</w:t>
      </w:r>
      <w:r>
        <w:tab/>
        <w:t>7.089e0</w:t>
      </w:r>
    </w:p>
    <w:p w14:paraId="0B2E48CE" w14:textId="77777777" w:rsidR="00810015" w:rsidRDefault="00810015" w:rsidP="00810015">
      <w:r>
        <w:t>258.1798</w:t>
      </w:r>
      <w:r>
        <w:tab/>
        <w:t>7.752e0</w:t>
      </w:r>
    </w:p>
    <w:p w14:paraId="09ABCB66" w14:textId="77777777" w:rsidR="00810015" w:rsidRDefault="00810015" w:rsidP="00810015">
      <w:r>
        <w:t>258.1860</w:t>
      </w:r>
      <w:r>
        <w:tab/>
        <w:t>4.051e0</w:t>
      </w:r>
    </w:p>
    <w:p w14:paraId="1EA6C340" w14:textId="77777777" w:rsidR="00810015" w:rsidRDefault="00810015" w:rsidP="00810015">
      <w:r>
        <w:t>258.1917</w:t>
      </w:r>
      <w:r>
        <w:tab/>
        <w:t>4.348e0</w:t>
      </w:r>
    </w:p>
    <w:p w14:paraId="7E9D34C1" w14:textId="77777777" w:rsidR="00810015" w:rsidRDefault="00810015" w:rsidP="00810015">
      <w:r>
        <w:t>258.2114</w:t>
      </w:r>
      <w:r>
        <w:tab/>
        <w:t>4.084e0</w:t>
      </w:r>
    </w:p>
    <w:p w14:paraId="6FFDCD64" w14:textId="77777777" w:rsidR="00810015" w:rsidRDefault="00810015" w:rsidP="00810015">
      <w:r>
        <w:t>258.2128</w:t>
      </w:r>
      <w:r>
        <w:tab/>
        <w:t>5.063e0</w:t>
      </w:r>
    </w:p>
    <w:p w14:paraId="76BD6A23" w14:textId="77777777" w:rsidR="00810015" w:rsidRDefault="00810015" w:rsidP="00810015">
      <w:r>
        <w:t>258.2203</w:t>
      </w:r>
      <w:r>
        <w:tab/>
        <w:t>3.193e0</w:t>
      </w:r>
    </w:p>
    <w:p w14:paraId="5B9DC7CF" w14:textId="77777777" w:rsidR="00810015" w:rsidRDefault="00810015" w:rsidP="00810015">
      <w:r>
        <w:t>258.2393</w:t>
      </w:r>
      <w:r>
        <w:tab/>
        <w:t>5.030e0</w:t>
      </w:r>
    </w:p>
    <w:p w14:paraId="4F073D38" w14:textId="77777777" w:rsidR="00810015" w:rsidRDefault="00810015" w:rsidP="00810015">
      <w:r>
        <w:t>258.2560</w:t>
      </w:r>
      <w:r>
        <w:tab/>
        <w:t>2.025e0</w:t>
      </w:r>
    </w:p>
    <w:p w14:paraId="63C47232" w14:textId="77777777" w:rsidR="00810015" w:rsidRDefault="00810015" w:rsidP="00810015">
      <w:r>
        <w:t>258.2571</w:t>
      </w:r>
      <w:r>
        <w:tab/>
        <w:t>3.038e0</w:t>
      </w:r>
    </w:p>
    <w:p w14:paraId="025DD4BD" w14:textId="77777777" w:rsidR="00810015" w:rsidRDefault="00810015" w:rsidP="00810015">
      <w:r>
        <w:t>258.2599</w:t>
      </w:r>
      <w:r>
        <w:tab/>
        <w:t>1.013e0</w:t>
      </w:r>
    </w:p>
    <w:p w14:paraId="64B711B4" w14:textId="77777777" w:rsidR="00810015" w:rsidRDefault="00810015" w:rsidP="00810015">
      <w:r>
        <w:t>258.2662</w:t>
      </w:r>
      <w:r>
        <w:tab/>
        <w:t>3.038e0</w:t>
      </w:r>
    </w:p>
    <w:p w14:paraId="5E2F0553" w14:textId="77777777" w:rsidR="00810015" w:rsidRDefault="00810015" w:rsidP="00810015">
      <w:r>
        <w:t>258.2991</w:t>
      </w:r>
      <w:r>
        <w:tab/>
        <w:t>2.025e0</w:t>
      </w:r>
    </w:p>
    <w:p w14:paraId="4CEC3750" w14:textId="77777777" w:rsidR="00810015" w:rsidRDefault="00810015" w:rsidP="00810015">
      <w:r>
        <w:t>258.3111</w:t>
      </w:r>
      <w:r>
        <w:tab/>
        <w:t>2.025e0</w:t>
      </w:r>
    </w:p>
    <w:p w14:paraId="1D12E310" w14:textId="77777777" w:rsidR="00810015" w:rsidRDefault="00810015" w:rsidP="00810015">
      <w:r>
        <w:t>258.3126</w:t>
      </w:r>
      <w:r>
        <w:tab/>
        <w:t>1.013e0</w:t>
      </w:r>
    </w:p>
    <w:p w14:paraId="789D9EF9" w14:textId="77777777" w:rsidR="00810015" w:rsidRDefault="00810015" w:rsidP="00810015">
      <w:r>
        <w:t>258.3358</w:t>
      </w:r>
      <w:r>
        <w:tab/>
        <w:t>4.051e0</w:t>
      </w:r>
    </w:p>
    <w:p w14:paraId="51E89F35" w14:textId="77777777" w:rsidR="00810015" w:rsidRDefault="00810015" w:rsidP="00810015">
      <w:r>
        <w:t>258.3383</w:t>
      </w:r>
      <w:r>
        <w:tab/>
        <w:t>7.089e0</w:t>
      </w:r>
    </w:p>
    <w:p w14:paraId="64308BB1" w14:textId="77777777" w:rsidR="00810015" w:rsidRDefault="00810015" w:rsidP="00810015">
      <w:r>
        <w:t>258.3675</w:t>
      </w:r>
      <w:r>
        <w:tab/>
        <w:t>3.038e0</w:t>
      </w:r>
    </w:p>
    <w:p w14:paraId="356C0488" w14:textId="77777777" w:rsidR="00810015" w:rsidRDefault="00810015" w:rsidP="00810015">
      <w:r>
        <w:t>258.3838</w:t>
      </w:r>
      <w:r>
        <w:tab/>
        <w:t>5.536e0</w:t>
      </w:r>
    </w:p>
    <w:p w14:paraId="0BF69938" w14:textId="77777777" w:rsidR="00810015" w:rsidRDefault="00810015" w:rsidP="00810015">
      <w:r>
        <w:t>258.3856</w:t>
      </w:r>
      <w:r>
        <w:tab/>
        <w:t>3.421e0</w:t>
      </w:r>
    </w:p>
    <w:p w14:paraId="0E60BB95" w14:textId="77777777" w:rsidR="00810015" w:rsidRDefault="00810015" w:rsidP="00810015">
      <w:r>
        <w:t>258.3951</w:t>
      </w:r>
      <w:r>
        <w:tab/>
        <w:t>3.038e0</w:t>
      </w:r>
    </w:p>
    <w:p w14:paraId="30090C7C" w14:textId="77777777" w:rsidR="00810015" w:rsidRDefault="00810015" w:rsidP="00810015">
      <w:r>
        <w:t>258.4302</w:t>
      </w:r>
      <w:r>
        <w:tab/>
        <w:t>3.038e0</w:t>
      </w:r>
    </w:p>
    <w:p w14:paraId="6630C437" w14:textId="77777777" w:rsidR="00810015" w:rsidRDefault="00810015" w:rsidP="00810015">
      <w:r>
        <w:t>258.4406</w:t>
      </w:r>
      <w:r>
        <w:tab/>
        <w:t>2.025e0</w:t>
      </w:r>
    </w:p>
    <w:p w14:paraId="77E463A5" w14:textId="77777777" w:rsidR="00810015" w:rsidRDefault="00810015" w:rsidP="00810015">
      <w:r>
        <w:t>258.4445</w:t>
      </w:r>
      <w:r>
        <w:tab/>
        <w:t>1.013e0</w:t>
      </w:r>
    </w:p>
    <w:p w14:paraId="0FCF9FD7" w14:textId="77777777" w:rsidR="00810015" w:rsidRDefault="00810015" w:rsidP="00810015">
      <w:r>
        <w:t>258.4554</w:t>
      </w:r>
      <w:r>
        <w:tab/>
        <w:t>2.025e0</w:t>
      </w:r>
    </w:p>
    <w:p w14:paraId="2B33A7FD" w14:textId="77777777" w:rsidR="00810015" w:rsidRDefault="00810015" w:rsidP="00810015">
      <w:r>
        <w:t>258.4735</w:t>
      </w:r>
      <w:r>
        <w:tab/>
        <w:t>5.626e0</w:t>
      </w:r>
    </w:p>
    <w:p w14:paraId="77C0672E" w14:textId="77777777" w:rsidR="00810015" w:rsidRDefault="00810015" w:rsidP="00810015">
      <w:r>
        <w:t>258.4820</w:t>
      </w:r>
      <w:r>
        <w:tab/>
        <w:t>2.025e0</w:t>
      </w:r>
    </w:p>
    <w:p w14:paraId="2B433A7C" w14:textId="77777777" w:rsidR="00810015" w:rsidRDefault="00810015" w:rsidP="00810015">
      <w:r>
        <w:t>258.5128</w:t>
      </w:r>
      <w:r>
        <w:tab/>
        <w:t>2.231e0</w:t>
      </w:r>
    </w:p>
    <w:p w14:paraId="4D277ABE" w14:textId="77777777" w:rsidR="00810015" w:rsidRDefault="00810015" w:rsidP="00810015">
      <w:r>
        <w:t>258.5196</w:t>
      </w:r>
      <w:r>
        <w:tab/>
        <w:t>5.716e0</w:t>
      </w:r>
    </w:p>
    <w:p w14:paraId="7E9CA0BD" w14:textId="77777777" w:rsidR="00810015" w:rsidRDefault="00810015" w:rsidP="00810015">
      <w:r>
        <w:t>258.5652</w:t>
      </w:r>
      <w:r>
        <w:tab/>
        <w:t>7.550e1</w:t>
      </w:r>
    </w:p>
    <w:p w14:paraId="59CF6B12" w14:textId="77777777" w:rsidR="00810015" w:rsidRDefault="00810015" w:rsidP="00810015">
      <w:r>
        <w:t>258.5679</w:t>
      </w:r>
      <w:r>
        <w:tab/>
        <w:t>8.673e1</w:t>
      </w:r>
    </w:p>
    <w:p w14:paraId="054B677C" w14:textId="77777777" w:rsidR="00810015" w:rsidRDefault="00810015" w:rsidP="00810015">
      <w:r>
        <w:t>258.5703</w:t>
      </w:r>
      <w:r>
        <w:tab/>
        <w:t>4.557e1</w:t>
      </w:r>
    </w:p>
    <w:p w14:paraId="38CDC0A3" w14:textId="77777777" w:rsidR="00810015" w:rsidRDefault="00810015" w:rsidP="00810015">
      <w:r>
        <w:t>258.6175</w:t>
      </w:r>
      <w:r>
        <w:tab/>
        <w:t>3.229e0</w:t>
      </w:r>
    </w:p>
    <w:p w14:paraId="4863F6B8" w14:textId="77777777" w:rsidR="00810015" w:rsidRDefault="00810015" w:rsidP="00810015">
      <w:r>
        <w:t>258.6311</w:t>
      </w:r>
      <w:r>
        <w:tab/>
        <w:t>1.449e0</w:t>
      </w:r>
    </w:p>
    <w:p w14:paraId="3DFCD1F4" w14:textId="77777777" w:rsidR="00810015" w:rsidRDefault="00810015" w:rsidP="00810015">
      <w:r>
        <w:t>258.6451</w:t>
      </w:r>
      <w:r>
        <w:tab/>
        <w:t>2.025e0</w:t>
      </w:r>
    </w:p>
    <w:p w14:paraId="270F40B4" w14:textId="77777777" w:rsidR="00810015" w:rsidRDefault="00810015" w:rsidP="00810015">
      <w:r>
        <w:t>258.6519</w:t>
      </w:r>
      <w:r>
        <w:tab/>
        <w:t>1.029e1</w:t>
      </w:r>
    </w:p>
    <w:p w14:paraId="0F3202AC" w14:textId="77777777" w:rsidR="00810015" w:rsidRDefault="00810015" w:rsidP="00810015">
      <w:r>
        <w:t>258.6530</w:t>
      </w:r>
      <w:r>
        <w:tab/>
        <w:t>5.063e0</w:t>
      </w:r>
    </w:p>
    <w:p w14:paraId="0C9D4CB1" w14:textId="77777777" w:rsidR="00810015" w:rsidRDefault="00810015" w:rsidP="00810015">
      <w:r>
        <w:t>258.6718</w:t>
      </w:r>
      <w:r>
        <w:tab/>
        <w:t>1.013e0</w:t>
      </w:r>
    </w:p>
    <w:p w14:paraId="0993CB5D" w14:textId="77777777" w:rsidR="00810015" w:rsidRDefault="00810015" w:rsidP="00810015">
      <w:r>
        <w:t>258.6823</w:t>
      </w:r>
      <w:r>
        <w:tab/>
        <w:t>4.788e0</w:t>
      </w:r>
    </w:p>
    <w:p w14:paraId="05ED76F2" w14:textId="77777777" w:rsidR="00810015" w:rsidRDefault="00810015" w:rsidP="00810015">
      <w:r>
        <w:t>258.6857</w:t>
      </w:r>
      <w:r>
        <w:tab/>
        <w:t>4.051e0</w:t>
      </w:r>
    </w:p>
    <w:p w14:paraId="01F8D252" w14:textId="77777777" w:rsidR="00810015" w:rsidRDefault="00810015" w:rsidP="00810015">
      <w:r>
        <w:t>258.6911</w:t>
      </w:r>
      <w:r>
        <w:tab/>
        <w:t>5.063e0</w:t>
      </w:r>
    </w:p>
    <w:p w14:paraId="41A9544D" w14:textId="77777777" w:rsidR="00810015" w:rsidRDefault="00810015" w:rsidP="00810015">
      <w:r>
        <w:t>258.7188</w:t>
      </w:r>
      <w:r>
        <w:tab/>
        <w:t>3.038e0</w:t>
      </w:r>
    </w:p>
    <w:p w14:paraId="1813F6E1" w14:textId="77777777" w:rsidR="00810015" w:rsidRDefault="00810015" w:rsidP="00810015">
      <w:r>
        <w:t>258.7538</w:t>
      </w:r>
      <w:r>
        <w:tab/>
        <w:t>1.013e0</w:t>
      </w:r>
    </w:p>
    <w:p w14:paraId="50F2C53E" w14:textId="77777777" w:rsidR="00810015" w:rsidRDefault="00810015" w:rsidP="00810015">
      <w:r>
        <w:t>258.7549</w:t>
      </w:r>
      <w:r>
        <w:tab/>
        <w:t>5.207e0</w:t>
      </w:r>
    </w:p>
    <w:p w14:paraId="0C85BB83" w14:textId="77777777" w:rsidR="00810015" w:rsidRDefault="00810015" w:rsidP="00810015">
      <w:r>
        <w:t>258.7570</w:t>
      </w:r>
      <w:r>
        <w:tab/>
        <w:t>6.076e0</w:t>
      </w:r>
    </w:p>
    <w:p w14:paraId="017737DB" w14:textId="77777777" w:rsidR="00810015" w:rsidRDefault="00810015" w:rsidP="00810015">
      <w:r>
        <w:t>258.7607</w:t>
      </w:r>
      <w:r>
        <w:tab/>
        <w:t>1.013e0</w:t>
      </w:r>
    </w:p>
    <w:p w14:paraId="55A686ED" w14:textId="77777777" w:rsidR="00810015" w:rsidRDefault="00810015" w:rsidP="00810015">
      <w:r>
        <w:t>258.7628</w:t>
      </w:r>
      <w:r>
        <w:tab/>
        <w:t>2.025e0</w:t>
      </w:r>
    </w:p>
    <w:p w14:paraId="70931F0B" w14:textId="77777777" w:rsidR="00810015" w:rsidRDefault="00810015" w:rsidP="00810015">
      <w:r>
        <w:t>258.8002</w:t>
      </w:r>
      <w:r>
        <w:tab/>
        <w:t>1.013e0</w:t>
      </w:r>
    </w:p>
    <w:p w14:paraId="571AD258" w14:textId="77777777" w:rsidR="00810015" w:rsidRDefault="00810015" w:rsidP="00810015">
      <w:r>
        <w:t>258.8033</w:t>
      </w:r>
      <w:r>
        <w:tab/>
        <w:t>2.025e0</w:t>
      </w:r>
    </w:p>
    <w:p w14:paraId="3B0462CB" w14:textId="77777777" w:rsidR="00810015" w:rsidRDefault="00810015" w:rsidP="00810015">
      <w:r>
        <w:t>258.8080</w:t>
      </w:r>
      <w:r>
        <w:tab/>
        <w:t>5.880e0</w:t>
      </w:r>
    </w:p>
    <w:p w14:paraId="324EE402" w14:textId="77777777" w:rsidR="00810015" w:rsidRDefault="00810015" w:rsidP="00810015">
      <w:r>
        <w:t>258.8205</w:t>
      </w:r>
      <w:r>
        <w:tab/>
        <w:t>1.013e0</w:t>
      </w:r>
    </w:p>
    <w:p w14:paraId="178DE789" w14:textId="77777777" w:rsidR="00810015" w:rsidRDefault="00810015" w:rsidP="00810015">
      <w:r>
        <w:t>258.8244</w:t>
      </w:r>
      <w:r>
        <w:tab/>
        <w:t>5.063e0</w:t>
      </w:r>
    </w:p>
    <w:p w14:paraId="39F83F32" w14:textId="77777777" w:rsidR="00810015" w:rsidRDefault="00810015" w:rsidP="00810015">
      <w:r>
        <w:t>258.8591</w:t>
      </w:r>
      <w:r>
        <w:tab/>
        <w:t>2.025e0</w:t>
      </w:r>
    </w:p>
    <w:p w14:paraId="039D457F" w14:textId="77777777" w:rsidR="00810015" w:rsidRDefault="00810015" w:rsidP="00810015">
      <w:r>
        <w:t>258.8618</w:t>
      </w:r>
      <w:r>
        <w:tab/>
        <w:t>3.038e0</w:t>
      </w:r>
    </w:p>
    <w:p w14:paraId="437FD4EE" w14:textId="77777777" w:rsidR="00810015" w:rsidRDefault="00810015" w:rsidP="00810015">
      <w:r>
        <w:t>258.8676</w:t>
      </w:r>
      <w:r>
        <w:tab/>
        <w:t>3.038e0</w:t>
      </w:r>
    </w:p>
    <w:p w14:paraId="1A18865B" w14:textId="77777777" w:rsidR="00810015" w:rsidRDefault="00810015" w:rsidP="00810015">
      <w:r>
        <w:t>258.8913</w:t>
      </w:r>
      <w:r>
        <w:tab/>
        <w:t>3.028e0</w:t>
      </w:r>
    </w:p>
    <w:p w14:paraId="39E70702" w14:textId="77777777" w:rsidR="00810015" w:rsidRDefault="00810015" w:rsidP="00810015">
      <w:r>
        <w:t>258.9134</w:t>
      </w:r>
      <w:r>
        <w:tab/>
        <w:t>3.767e0</w:t>
      </w:r>
    </w:p>
    <w:p w14:paraId="6F04A92C" w14:textId="77777777" w:rsidR="00810015" w:rsidRDefault="00810015" w:rsidP="00810015">
      <w:r>
        <w:t>258.9159</w:t>
      </w:r>
      <w:r>
        <w:tab/>
        <w:t>3.038e0</w:t>
      </w:r>
    </w:p>
    <w:p w14:paraId="20DAE7D6" w14:textId="77777777" w:rsidR="00810015" w:rsidRDefault="00810015" w:rsidP="00810015">
      <w:r>
        <w:t>258.9226</w:t>
      </w:r>
      <w:r>
        <w:tab/>
        <w:t>3.891e0</w:t>
      </w:r>
    </w:p>
    <w:p w14:paraId="08FCB11F" w14:textId="77777777" w:rsidR="00810015" w:rsidRDefault="00810015" w:rsidP="00810015">
      <w:r>
        <w:t>258.9248</w:t>
      </w:r>
      <w:r>
        <w:tab/>
        <w:t>4.051e0</w:t>
      </w:r>
    </w:p>
    <w:p w14:paraId="6123A476" w14:textId="77777777" w:rsidR="00810015" w:rsidRDefault="00810015" w:rsidP="00810015">
      <w:r>
        <w:t>258.9499</w:t>
      </w:r>
      <w:r>
        <w:tab/>
        <w:t>3.038e0</w:t>
      </w:r>
    </w:p>
    <w:p w14:paraId="2F693788" w14:textId="77777777" w:rsidR="00810015" w:rsidRDefault="00810015" w:rsidP="00810015">
      <w:r>
        <w:t>258.9535</w:t>
      </w:r>
      <w:r>
        <w:tab/>
        <w:t>1.013e0</w:t>
      </w:r>
    </w:p>
    <w:p w14:paraId="72842F20" w14:textId="77777777" w:rsidR="00810015" w:rsidRDefault="00810015" w:rsidP="00810015">
      <w:r>
        <w:t>259.0132</w:t>
      </w:r>
      <w:r>
        <w:tab/>
        <w:t>1.271e1</w:t>
      </w:r>
    </w:p>
    <w:p w14:paraId="5410CCD8" w14:textId="77777777" w:rsidR="00810015" w:rsidRDefault="00810015" w:rsidP="00810015">
      <w:r>
        <w:t>259.0180</w:t>
      </w:r>
      <w:r>
        <w:tab/>
        <w:t>3.094e2</w:t>
      </w:r>
    </w:p>
    <w:p w14:paraId="238F5BCD" w14:textId="77777777" w:rsidR="00810015" w:rsidRDefault="00810015" w:rsidP="00810015">
      <w:r>
        <w:t>259.0255</w:t>
      </w:r>
      <w:r>
        <w:tab/>
        <w:t>2.554e0</w:t>
      </w:r>
    </w:p>
    <w:p w14:paraId="4DC19F70" w14:textId="77777777" w:rsidR="00810015" w:rsidRDefault="00810015" w:rsidP="00810015">
      <w:r>
        <w:t>259.0577</w:t>
      </w:r>
      <w:r>
        <w:tab/>
        <w:t>6.560e0</w:t>
      </w:r>
    </w:p>
    <w:p w14:paraId="180E6EF8" w14:textId="77777777" w:rsidR="00810015" w:rsidRDefault="00810015" w:rsidP="00810015">
      <w:r>
        <w:t>259.0615</w:t>
      </w:r>
      <w:r>
        <w:tab/>
        <w:t>1.644e1</w:t>
      </w:r>
    </w:p>
    <w:p w14:paraId="7CC3ED6B" w14:textId="77777777" w:rsidR="00810015" w:rsidRDefault="00810015" w:rsidP="00810015">
      <w:r>
        <w:t>259.0629</w:t>
      </w:r>
      <w:r>
        <w:tab/>
        <w:t>1.268e1</w:t>
      </w:r>
    </w:p>
    <w:p w14:paraId="03780D19" w14:textId="77777777" w:rsidR="00810015" w:rsidRDefault="00810015" w:rsidP="00810015">
      <w:r>
        <w:t>259.0654</w:t>
      </w:r>
      <w:r>
        <w:tab/>
        <w:t>2.344e1</w:t>
      </w:r>
    </w:p>
    <w:p w14:paraId="2F9B28DD" w14:textId="77777777" w:rsidR="00810015" w:rsidRDefault="00810015" w:rsidP="00810015">
      <w:r>
        <w:t>259.0785</w:t>
      </w:r>
      <w:r>
        <w:tab/>
        <w:t>1.309e1</w:t>
      </w:r>
    </w:p>
    <w:p w14:paraId="6E7B6346" w14:textId="77777777" w:rsidR="00810015" w:rsidRDefault="00810015" w:rsidP="00810015">
      <w:r>
        <w:t>259.1080</w:t>
      </w:r>
      <w:r>
        <w:tab/>
        <w:t>4.189e0</w:t>
      </w:r>
    </w:p>
    <w:p w14:paraId="0E9C6F17" w14:textId="77777777" w:rsidR="00810015" w:rsidRDefault="00810015" w:rsidP="00810015">
      <w:r>
        <w:t>259.1197</w:t>
      </w:r>
      <w:r>
        <w:tab/>
        <w:t>2.025e0</w:t>
      </w:r>
    </w:p>
    <w:p w14:paraId="225E862C" w14:textId="77777777" w:rsidR="00810015" w:rsidRDefault="00810015" w:rsidP="00810015">
      <w:r>
        <w:t>259.1313</w:t>
      </w:r>
      <w:r>
        <w:tab/>
        <w:t>7.746e0</w:t>
      </w:r>
    </w:p>
    <w:p w14:paraId="1F4DFE08" w14:textId="77777777" w:rsidR="00810015" w:rsidRDefault="00810015" w:rsidP="00810015">
      <w:r>
        <w:t>259.1407</w:t>
      </w:r>
      <w:r>
        <w:tab/>
        <w:t>5.063e0</w:t>
      </w:r>
    </w:p>
    <w:p w14:paraId="0E174DA7" w14:textId="77777777" w:rsidR="00810015" w:rsidRDefault="00810015" w:rsidP="00810015">
      <w:r>
        <w:t>259.1506</w:t>
      </w:r>
      <w:r>
        <w:tab/>
        <w:t>6.076e0</w:t>
      </w:r>
    </w:p>
    <w:p w14:paraId="2F0AC3DB" w14:textId="77777777" w:rsidR="00810015" w:rsidRDefault="00810015" w:rsidP="00810015">
      <w:r>
        <w:t>259.1602</w:t>
      </w:r>
      <w:r>
        <w:tab/>
        <w:t>2.025e0</w:t>
      </w:r>
    </w:p>
    <w:p w14:paraId="4B086746" w14:textId="77777777" w:rsidR="00810015" w:rsidRDefault="00810015" w:rsidP="00810015">
      <w:r>
        <w:t>259.1650</w:t>
      </w:r>
      <w:r>
        <w:tab/>
        <w:t>2.025e0</w:t>
      </w:r>
    </w:p>
    <w:p w14:paraId="1C6EC38C" w14:textId="77777777" w:rsidR="00810015" w:rsidRDefault="00810015" w:rsidP="00810015">
      <w:r>
        <w:t>259.1779</w:t>
      </w:r>
      <w:r>
        <w:tab/>
        <w:t>5.063e0</w:t>
      </w:r>
    </w:p>
    <w:p w14:paraId="6050808A" w14:textId="77777777" w:rsidR="00810015" w:rsidRDefault="00810015" w:rsidP="00810015">
      <w:r>
        <w:t>259.1803</w:t>
      </w:r>
      <w:r>
        <w:tab/>
        <w:t>2.025e0</w:t>
      </w:r>
    </w:p>
    <w:p w14:paraId="0B600E32" w14:textId="77777777" w:rsidR="00810015" w:rsidRDefault="00810015" w:rsidP="00810015">
      <w:r>
        <w:t>259.1888</w:t>
      </w:r>
      <w:r>
        <w:tab/>
        <w:t>2.025e0</w:t>
      </w:r>
    </w:p>
    <w:p w14:paraId="7F0D4264" w14:textId="77777777" w:rsidR="00810015" w:rsidRDefault="00810015" w:rsidP="00810015">
      <w:r>
        <w:t>259.2314</w:t>
      </w:r>
      <w:r>
        <w:tab/>
        <w:t>1.013e0</w:t>
      </w:r>
    </w:p>
    <w:p w14:paraId="3AB8F94E" w14:textId="77777777" w:rsidR="00810015" w:rsidRDefault="00810015" w:rsidP="00810015">
      <w:r>
        <w:t>259.2354</w:t>
      </w:r>
      <w:r>
        <w:tab/>
        <w:t>2.025e0</w:t>
      </w:r>
    </w:p>
    <w:p w14:paraId="6540EC4B" w14:textId="77777777" w:rsidR="00810015" w:rsidRDefault="00810015" w:rsidP="00810015">
      <w:r>
        <w:t>259.2460</w:t>
      </w:r>
      <w:r>
        <w:tab/>
        <w:t>2.025e0</w:t>
      </w:r>
    </w:p>
    <w:p w14:paraId="06B5D39D" w14:textId="77777777" w:rsidR="00810015" w:rsidRDefault="00810015" w:rsidP="00810015">
      <w:r>
        <w:t>259.2476</w:t>
      </w:r>
      <w:r>
        <w:tab/>
        <w:t>1.013e0</w:t>
      </w:r>
    </w:p>
    <w:p w14:paraId="0883E3C3" w14:textId="77777777" w:rsidR="00810015" w:rsidRDefault="00810015" w:rsidP="00810015">
      <w:r>
        <w:t>259.2527</w:t>
      </w:r>
      <w:r>
        <w:tab/>
        <w:t>2.025e0</w:t>
      </w:r>
    </w:p>
    <w:p w14:paraId="46C56C62" w14:textId="77777777" w:rsidR="00810015" w:rsidRDefault="00810015" w:rsidP="00810015">
      <w:r>
        <w:t>259.2792</w:t>
      </w:r>
      <w:r>
        <w:tab/>
        <w:t>9.114e0</w:t>
      </w:r>
    </w:p>
    <w:p w14:paraId="1EDBBC74" w14:textId="77777777" w:rsidR="00810015" w:rsidRDefault="00810015" w:rsidP="00810015">
      <w:r>
        <w:t>259.2860</w:t>
      </w:r>
      <w:r>
        <w:tab/>
        <w:t>1.013e0</w:t>
      </w:r>
    </w:p>
    <w:p w14:paraId="6ED9613D" w14:textId="77777777" w:rsidR="00810015" w:rsidRDefault="00810015" w:rsidP="00810015">
      <w:r>
        <w:t>259.3210</w:t>
      </w:r>
      <w:r>
        <w:tab/>
        <w:t>2.120e0</w:t>
      </w:r>
    </w:p>
    <w:p w14:paraId="24745CB8" w14:textId="77777777" w:rsidR="00810015" w:rsidRDefault="00810015" w:rsidP="00810015">
      <w:r>
        <w:t>259.3337</w:t>
      </w:r>
      <w:r>
        <w:tab/>
        <w:t>5.063e0</w:t>
      </w:r>
    </w:p>
    <w:p w14:paraId="1F15C68D" w14:textId="77777777" w:rsidR="00810015" w:rsidRDefault="00810015" w:rsidP="00810015">
      <w:r>
        <w:t>259.3388</w:t>
      </w:r>
      <w:r>
        <w:tab/>
        <w:t>1.013e0</w:t>
      </w:r>
    </w:p>
    <w:p w14:paraId="216EE28C" w14:textId="77777777" w:rsidR="00810015" w:rsidRDefault="00810015" w:rsidP="00810015">
      <w:r>
        <w:t>259.3799</w:t>
      </w:r>
      <w:r>
        <w:tab/>
        <w:t>6.076e0</w:t>
      </w:r>
    </w:p>
    <w:p w14:paraId="35F5C7BD" w14:textId="77777777" w:rsidR="00810015" w:rsidRDefault="00810015" w:rsidP="00810015">
      <w:r>
        <w:t>259.3818</w:t>
      </w:r>
      <w:r>
        <w:tab/>
        <w:t>1.013e0</w:t>
      </w:r>
    </w:p>
    <w:p w14:paraId="30FC5DF3" w14:textId="77777777" w:rsidR="00810015" w:rsidRDefault="00810015" w:rsidP="00810015">
      <w:r>
        <w:t>259.3946</w:t>
      </w:r>
      <w:r>
        <w:tab/>
        <w:t>3.038e0</w:t>
      </w:r>
    </w:p>
    <w:p w14:paraId="5CAD0745" w14:textId="77777777" w:rsidR="00810015" w:rsidRDefault="00810015" w:rsidP="00810015">
      <w:r>
        <w:t>259.4137</w:t>
      </w:r>
      <w:r>
        <w:tab/>
        <w:t>5.063e0</w:t>
      </w:r>
    </w:p>
    <w:p w14:paraId="74FCD3A8" w14:textId="77777777" w:rsidR="00810015" w:rsidRDefault="00810015" w:rsidP="00810015">
      <w:r>
        <w:t>259.4414</w:t>
      </w:r>
      <w:r>
        <w:tab/>
        <w:t>4.051e0</w:t>
      </w:r>
    </w:p>
    <w:p w14:paraId="2250BBF5" w14:textId="77777777" w:rsidR="00810015" w:rsidRDefault="00810015" w:rsidP="00810015">
      <w:r>
        <w:t>259.4633</w:t>
      </w:r>
      <w:r>
        <w:tab/>
        <w:t>5.063e0</w:t>
      </w:r>
    </w:p>
    <w:p w14:paraId="0E477D73" w14:textId="77777777" w:rsidR="00810015" w:rsidRDefault="00810015" w:rsidP="00810015">
      <w:r>
        <w:t>259.4727</w:t>
      </w:r>
      <w:r>
        <w:tab/>
        <w:t>2.025e0</w:t>
      </w:r>
    </w:p>
    <w:p w14:paraId="67A45747" w14:textId="77777777" w:rsidR="00810015" w:rsidRDefault="00810015" w:rsidP="00810015">
      <w:r>
        <w:t>259.4923</w:t>
      </w:r>
      <w:r>
        <w:tab/>
        <w:t>4.051e0</w:t>
      </w:r>
    </w:p>
    <w:p w14:paraId="26B528F8" w14:textId="77777777" w:rsidR="00810015" w:rsidRDefault="00810015" w:rsidP="00810015">
      <w:r>
        <w:t>259.5113</w:t>
      </w:r>
      <w:r>
        <w:tab/>
        <w:t>3.038e0</w:t>
      </w:r>
    </w:p>
    <w:p w14:paraId="0EF17455" w14:textId="77777777" w:rsidR="00810015" w:rsidRDefault="00810015" w:rsidP="00810015">
      <w:r>
        <w:t>259.5211</w:t>
      </w:r>
      <w:r>
        <w:tab/>
        <w:t>4.046e0</w:t>
      </w:r>
    </w:p>
    <w:p w14:paraId="6008AA3B" w14:textId="77777777" w:rsidR="00810015" w:rsidRDefault="00810015" w:rsidP="00810015">
      <w:r>
        <w:t>259.5323</w:t>
      </w:r>
      <w:r>
        <w:tab/>
        <w:t>2.025e0</w:t>
      </w:r>
    </w:p>
    <w:p w14:paraId="477792F8" w14:textId="77777777" w:rsidR="00810015" w:rsidRDefault="00810015" w:rsidP="00810015">
      <w:r>
        <w:t>259.5651</w:t>
      </w:r>
      <w:r>
        <w:tab/>
        <w:t>1.504e2</w:t>
      </w:r>
    </w:p>
    <w:p w14:paraId="514DFF65" w14:textId="77777777" w:rsidR="00810015" w:rsidRDefault="00810015" w:rsidP="00810015">
      <w:r>
        <w:t>259.5677</w:t>
      </w:r>
      <w:r>
        <w:tab/>
        <w:t>1.924e1</w:t>
      </w:r>
    </w:p>
    <w:p w14:paraId="384BB496" w14:textId="77777777" w:rsidR="00810015" w:rsidRDefault="00810015" w:rsidP="00810015">
      <w:r>
        <w:t>259.5688</w:t>
      </w:r>
      <w:r>
        <w:tab/>
        <w:t>6.474e1</w:t>
      </w:r>
    </w:p>
    <w:p w14:paraId="4B5BB1BD" w14:textId="77777777" w:rsidR="00810015" w:rsidRDefault="00810015" w:rsidP="00810015">
      <w:r>
        <w:t>259.6280</w:t>
      </w:r>
      <w:r>
        <w:tab/>
        <w:t>2.025e0</w:t>
      </w:r>
    </w:p>
    <w:p w14:paraId="17BE71EF" w14:textId="77777777" w:rsidR="00810015" w:rsidRDefault="00810015" w:rsidP="00810015">
      <w:r>
        <w:t>259.6475</w:t>
      </w:r>
      <w:r>
        <w:tab/>
        <w:t>3.038e0</w:t>
      </w:r>
    </w:p>
    <w:p w14:paraId="0025A23D" w14:textId="77777777" w:rsidR="00810015" w:rsidRDefault="00810015" w:rsidP="00810015">
      <w:r>
        <w:t>259.6506</w:t>
      </w:r>
      <w:r>
        <w:tab/>
        <w:t>2.025e0</w:t>
      </w:r>
    </w:p>
    <w:p w14:paraId="3ECDAB6B" w14:textId="77777777" w:rsidR="00810015" w:rsidRDefault="00810015" w:rsidP="00810015">
      <w:r>
        <w:t>259.6655</w:t>
      </w:r>
      <w:r>
        <w:tab/>
        <w:t>3.038e0</w:t>
      </w:r>
    </w:p>
    <w:p w14:paraId="7335F69F" w14:textId="77777777" w:rsidR="00810015" w:rsidRDefault="00810015" w:rsidP="00810015">
      <w:r>
        <w:t>259.6781</w:t>
      </w:r>
      <w:r>
        <w:tab/>
        <w:t>3.038e0</w:t>
      </w:r>
    </w:p>
    <w:p w14:paraId="78431650" w14:textId="77777777" w:rsidR="00810015" w:rsidRDefault="00810015" w:rsidP="00810015">
      <w:r>
        <w:t>259.6954</w:t>
      </w:r>
      <w:r>
        <w:tab/>
        <w:t>2.025e0</w:t>
      </w:r>
    </w:p>
    <w:p w14:paraId="40BBF246" w14:textId="77777777" w:rsidR="00810015" w:rsidRDefault="00810015" w:rsidP="00810015">
      <w:r>
        <w:t>259.6969</w:t>
      </w:r>
      <w:r>
        <w:tab/>
        <w:t>5.063e0</w:t>
      </w:r>
    </w:p>
    <w:p w14:paraId="054A40F9" w14:textId="77777777" w:rsidR="00810015" w:rsidRDefault="00810015" w:rsidP="00810015">
      <w:r>
        <w:t>259.6983</w:t>
      </w:r>
      <w:r>
        <w:tab/>
        <w:t>1.013e0</w:t>
      </w:r>
    </w:p>
    <w:p w14:paraId="0CAB4642" w14:textId="77777777" w:rsidR="00810015" w:rsidRDefault="00810015" w:rsidP="00810015">
      <w:r>
        <w:t>259.7103</w:t>
      </w:r>
      <w:r>
        <w:tab/>
        <w:t>2.025e0</w:t>
      </w:r>
    </w:p>
    <w:p w14:paraId="21B3157D" w14:textId="77777777" w:rsidR="00810015" w:rsidRDefault="00810015" w:rsidP="00810015">
      <w:r>
        <w:t>259.7489</w:t>
      </w:r>
      <w:r>
        <w:tab/>
        <w:t>1.013e0</w:t>
      </w:r>
    </w:p>
    <w:p w14:paraId="6E4C2922" w14:textId="77777777" w:rsidR="00810015" w:rsidRDefault="00810015" w:rsidP="00810015">
      <w:r>
        <w:t>259.7834</w:t>
      </w:r>
      <w:r>
        <w:tab/>
        <w:t>1.013e0</w:t>
      </w:r>
    </w:p>
    <w:p w14:paraId="7AD2FD8D" w14:textId="77777777" w:rsidR="00810015" w:rsidRDefault="00810015" w:rsidP="00810015">
      <w:r>
        <w:t>259.7861</w:t>
      </w:r>
      <w:r>
        <w:tab/>
        <w:t>3.038e0</w:t>
      </w:r>
    </w:p>
    <w:p w14:paraId="0B560256" w14:textId="77777777" w:rsidR="00810015" w:rsidRDefault="00810015" w:rsidP="00810015">
      <w:r>
        <w:t>259.7915</w:t>
      </w:r>
      <w:r>
        <w:tab/>
        <w:t>4.051e0</w:t>
      </w:r>
    </w:p>
    <w:p w14:paraId="7DA4574F" w14:textId="77777777" w:rsidR="00810015" w:rsidRDefault="00810015" w:rsidP="00810015">
      <w:r>
        <w:t>259.8087</w:t>
      </w:r>
      <w:r>
        <w:tab/>
        <w:t>3.038e0</w:t>
      </w:r>
    </w:p>
    <w:p w14:paraId="24B66923" w14:textId="77777777" w:rsidR="00810015" w:rsidRDefault="00810015" w:rsidP="00810015">
      <w:r>
        <w:t>259.8181</w:t>
      </w:r>
      <w:r>
        <w:tab/>
        <w:t>2.025e0</w:t>
      </w:r>
    </w:p>
    <w:p w14:paraId="04EC2BE0" w14:textId="77777777" w:rsidR="00810015" w:rsidRDefault="00810015" w:rsidP="00810015">
      <w:r>
        <w:t>259.8254</w:t>
      </w:r>
      <w:r>
        <w:tab/>
        <w:t>5.826e0</w:t>
      </w:r>
    </w:p>
    <w:p w14:paraId="735BE0C7" w14:textId="77777777" w:rsidR="00810015" w:rsidRDefault="00810015" w:rsidP="00810015">
      <w:r>
        <w:t>259.8300</w:t>
      </w:r>
      <w:r>
        <w:tab/>
        <w:t>1.013e0</w:t>
      </w:r>
    </w:p>
    <w:p w14:paraId="26CB192C" w14:textId="77777777" w:rsidR="00810015" w:rsidRDefault="00810015" w:rsidP="00810015">
      <w:r>
        <w:t>259.8494</w:t>
      </w:r>
      <w:r>
        <w:tab/>
        <w:t>1.013e0</w:t>
      </w:r>
    </w:p>
    <w:p w14:paraId="58916F98" w14:textId="77777777" w:rsidR="00810015" w:rsidRDefault="00810015" w:rsidP="00810015">
      <w:r>
        <w:t>259.8524</w:t>
      </w:r>
      <w:r>
        <w:tab/>
        <w:t>2.025e0</w:t>
      </w:r>
    </w:p>
    <w:p w14:paraId="5E73066A" w14:textId="77777777" w:rsidR="00810015" w:rsidRDefault="00810015" w:rsidP="00810015">
      <w:r>
        <w:t>259.8646</w:t>
      </w:r>
      <w:r>
        <w:tab/>
        <w:t>1.013e0</w:t>
      </w:r>
    </w:p>
    <w:p w14:paraId="7DC9F56F" w14:textId="77777777" w:rsidR="00810015" w:rsidRDefault="00810015" w:rsidP="00810015">
      <w:r>
        <w:t>259.8665</w:t>
      </w:r>
      <w:r>
        <w:tab/>
        <w:t>2.025e0</w:t>
      </w:r>
    </w:p>
    <w:p w14:paraId="47D996DD" w14:textId="77777777" w:rsidR="00810015" w:rsidRDefault="00810015" w:rsidP="00810015">
      <w:r>
        <w:t>259.8831</w:t>
      </w:r>
      <w:r>
        <w:tab/>
        <w:t>1.013e0</w:t>
      </w:r>
    </w:p>
    <w:p w14:paraId="017D79BA" w14:textId="77777777" w:rsidR="00810015" w:rsidRDefault="00810015" w:rsidP="00810015">
      <w:r>
        <w:t>259.8966</w:t>
      </w:r>
      <w:r>
        <w:tab/>
        <w:t>4.051e0</w:t>
      </w:r>
    </w:p>
    <w:p w14:paraId="45B37517" w14:textId="77777777" w:rsidR="00810015" w:rsidRDefault="00810015" w:rsidP="00810015">
      <w:r>
        <w:t>259.9131</w:t>
      </w:r>
      <w:r>
        <w:tab/>
        <w:t>2.025e0</w:t>
      </w:r>
    </w:p>
    <w:p w14:paraId="109FC6C1" w14:textId="77777777" w:rsidR="00810015" w:rsidRDefault="00810015" w:rsidP="00810015">
      <w:r>
        <w:t>259.9328</w:t>
      </w:r>
      <w:r>
        <w:tab/>
        <w:t>2.025e0</w:t>
      </w:r>
    </w:p>
    <w:p w14:paraId="5C989F6C" w14:textId="77777777" w:rsidR="00810015" w:rsidRDefault="00810015" w:rsidP="00810015">
      <w:r>
        <w:t>259.9338</w:t>
      </w:r>
      <w:r>
        <w:tab/>
        <w:t>1.013e0</w:t>
      </w:r>
    </w:p>
    <w:p w14:paraId="6628CCBF" w14:textId="77777777" w:rsidR="00810015" w:rsidRDefault="00810015" w:rsidP="00810015">
      <w:r>
        <w:t>259.9440</w:t>
      </w:r>
      <w:r>
        <w:tab/>
        <w:t>3.038e0</w:t>
      </w:r>
    </w:p>
    <w:p w14:paraId="4643A569" w14:textId="77777777" w:rsidR="00810015" w:rsidRDefault="00810015" w:rsidP="00810015">
      <w:r>
        <w:t>259.9557</w:t>
      </w:r>
      <w:r>
        <w:tab/>
        <w:t>8.489e0</w:t>
      </w:r>
    </w:p>
    <w:p w14:paraId="2C2D87CF" w14:textId="77777777" w:rsidR="00810015" w:rsidRDefault="00810015" w:rsidP="00810015">
      <w:r>
        <w:t>260.0084</w:t>
      </w:r>
      <w:r>
        <w:tab/>
        <w:t>5.063e0</w:t>
      </w:r>
    </w:p>
    <w:p w14:paraId="69BFE1CB" w14:textId="77777777" w:rsidR="00810015" w:rsidRDefault="00810015" w:rsidP="00810015">
      <w:r>
        <w:t>260.0108</w:t>
      </w:r>
      <w:r>
        <w:tab/>
        <w:t>1.677e3</w:t>
      </w:r>
    </w:p>
    <w:p w14:paraId="01462189" w14:textId="77777777" w:rsidR="00810015" w:rsidRDefault="00810015" w:rsidP="00810015">
      <w:r>
        <w:t>260.0123</w:t>
      </w:r>
      <w:r>
        <w:tab/>
        <w:t>6.252e2</w:t>
      </w:r>
    </w:p>
    <w:p w14:paraId="7A8130C0" w14:textId="77777777" w:rsidR="00810015" w:rsidRDefault="00810015" w:rsidP="00810015">
      <w:r>
        <w:t>260.0449</w:t>
      </w:r>
      <w:r>
        <w:tab/>
        <w:t>2.025e0</w:t>
      </w:r>
    </w:p>
    <w:p w14:paraId="4938277E" w14:textId="77777777" w:rsidR="00810015" w:rsidRDefault="00810015" w:rsidP="00810015">
      <w:r>
        <w:t>260.0622</w:t>
      </w:r>
      <w:r>
        <w:tab/>
        <w:t>8.101e0</w:t>
      </w:r>
    </w:p>
    <w:p w14:paraId="0A4FE7D1" w14:textId="77777777" w:rsidR="00810015" w:rsidRDefault="00810015" w:rsidP="00810015">
      <w:r>
        <w:t>260.0674</w:t>
      </w:r>
      <w:r>
        <w:tab/>
        <w:t>1.545e1</w:t>
      </w:r>
    </w:p>
    <w:p w14:paraId="367CE4A4" w14:textId="77777777" w:rsidR="00810015" w:rsidRDefault="00810015" w:rsidP="00810015">
      <w:r>
        <w:t>260.0996</w:t>
      </w:r>
      <w:r>
        <w:tab/>
        <w:t>4.959e0</w:t>
      </w:r>
    </w:p>
    <w:p w14:paraId="705C2564" w14:textId="77777777" w:rsidR="00810015" w:rsidRDefault="00810015" w:rsidP="00810015">
      <w:r>
        <w:t>260.1171</w:t>
      </w:r>
      <w:r>
        <w:tab/>
        <w:t>4.051e0</w:t>
      </w:r>
    </w:p>
    <w:p w14:paraId="1A1367EA" w14:textId="77777777" w:rsidR="00810015" w:rsidRDefault="00810015" w:rsidP="00810015">
      <w:r>
        <w:t>260.1215</w:t>
      </w:r>
      <w:r>
        <w:tab/>
        <w:t>7.657e0</w:t>
      </w:r>
    </w:p>
    <w:p w14:paraId="758635C6" w14:textId="77777777" w:rsidR="00810015" w:rsidRDefault="00810015" w:rsidP="00810015">
      <w:r>
        <w:t>260.1291</w:t>
      </w:r>
      <w:r>
        <w:tab/>
        <w:t>1.935e1</w:t>
      </w:r>
    </w:p>
    <w:p w14:paraId="38C9EEDB" w14:textId="77777777" w:rsidR="00810015" w:rsidRDefault="00810015" w:rsidP="00810015">
      <w:r>
        <w:t>260.1469</w:t>
      </w:r>
      <w:r>
        <w:tab/>
        <w:t>3.038e0</w:t>
      </w:r>
    </w:p>
    <w:p w14:paraId="35DD2033" w14:textId="77777777" w:rsidR="00810015" w:rsidRDefault="00810015" w:rsidP="00810015">
      <w:r>
        <w:t>260.1509</w:t>
      </w:r>
      <w:r>
        <w:tab/>
        <w:t>3.038e0</w:t>
      </w:r>
    </w:p>
    <w:p w14:paraId="7F2919CB" w14:textId="77777777" w:rsidR="00810015" w:rsidRDefault="00810015" w:rsidP="00810015">
      <w:r>
        <w:t>260.1615</w:t>
      </w:r>
      <w:r>
        <w:tab/>
        <w:t>7.097e0</w:t>
      </w:r>
    </w:p>
    <w:p w14:paraId="66CF75B5" w14:textId="77777777" w:rsidR="00810015" w:rsidRDefault="00810015" w:rsidP="00810015">
      <w:r>
        <w:t>260.1692</w:t>
      </w:r>
      <w:r>
        <w:tab/>
        <w:t>7.694e0</w:t>
      </w:r>
    </w:p>
    <w:p w14:paraId="3FE38F6C" w14:textId="77777777" w:rsidR="00810015" w:rsidRDefault="00810015" w:rsidP="00810015">
      <w:r>
        <w:t>260.1720</w:t>
      </w:r>
      <w:r>
        <w:tab/>
        <w:t>1.215e1</w:t>
      </w:r>
    </w:p>
    <w:p w14:paraId="180206F1" w14:textId="77777777" w:rsidR="00810015" w:rsidRDefault="00810015" w:rsidP="00810015">
      <w:r>
        <w:t>260.1883</w:t>
      </w:r>
      <w:r>
        <w:tab/>
        <w:t>2.025e0</w:t>
      </w:r>
    </w:p>
    <w:p w14:paraId="20D103D3" w14:textId="77777777" w:rsidR="00810015" w:rsidRDefault="00810015" w:rsidP="00810015">
      <w:r>
        <w:t>260.1990</w:t>
      </w:r>
      <w:r>
        <w:tab/>
        <w:t>2.526e0</w:t>
      </w:r>
    </w:p>
    <w:p w14:paraId="0D8C78F1" w14:textId="77777777" w:rsidR="00810015" w:rsidRDefault="00810015" w:rsidP="00810015">
      <w:r>
        <w:t>260.2136</w:t>
      </w:r>
      <w:r>
        <w:tab/>
        <w:t>3.038e0</w:t>
      </w:r>
    </w:p>
    <w:p w14:paraId="61086D5F" w14:textId="77777777" w:rsidR="00810015" w:rsidRDefault="00810015" w:rsidP="00810015">
      <w:r>
        <w:t>260.2208</w:t>
      </w:r>
      <w:r>
        <w:tab/>
        <w:t>8.101e0</w:t>
      </w:r>
    </w:p>
    <w:p w14:paraId="1B58BBB7" w14:textId="77777777" w:rsidR="00810015" w:rsidRDefault="00810015" w:rsidP="00810015">
      <w:r>
        <w:t>260.2240</w:t>
      </w:r>
      <w:r>
        <w:tab/>
        <w:t>3.153e0</w:t>
      </w:r>
    </w:p>
    <w:p w14:paraId="36262C08" w14:textId="77777777" w:rsidR="00810015" w:rsidRDefault="00810015" w:rsidP="00810015">
      <w:r>
        <w:t>260.2506</w:t>
      </w:r>
      <w:r>
        <w:tab/>
        <w:t>1.013e0</w:t>
      </w:r>
    </w:p>
    <w:p w14:paraId="7173EC7F" w14:textId="77777777" w:rsidR="00810015" w:rsidRDefault="00810015" w:rsidP="00810015">
      <w:r>
        <w:t>260.2537</w:t>
      </w:r>
      <w:r>
        <w:tab/>
        <w:t>3.038e0</w:t>
      </w:r>
    </w:p>
    <w:p w14:paraId="0744A9D1" w14:textId="77777777" w:rsidR="00810015" w:rsidRDefault="00810015" w:rsidP="00810015">
      <w:r>
        <w:t>260.2654</w:t>
      </w:r>
      <w:r>
        <w:tab/>
        <w:t>2.025e0</w:t>
      </w:r>
    </w:p>
    <w:p w14:paraId="70337D22" w14:textId="77777777" w:rsidR="00810015" w:rsidRDefault="00810015" w:rsidP="00810015">
      <w:r>
        <w:t>260.2749</w:t>
      </w:r>
      <w:r>
        <w:tab/>
        <w:t>3.038e0</w:t>
      </w:r>
    </w:p>
    <w:p w14:paraId="025462C3" w14:textId="77777777" w:rsidR="00810015" w:rsidRDefault="00810015" w:rsidP="00810015">
      <w:r>
        <w:t>260.2852</w:t>
      </w:r>
      <w:r>
        <w:tab/>
        <w:t>1.013e0</w:t>
      </w:r>
    </w:p>
    <w:p w14:paraId="7A5D8B68" w14:textId="77777777" w:rsidR="00810015" w:rsidRDefault="00810015" w:rsidP="00810015">
      <w:r>
        <w:t>260.2892</w:t>
      </w:r>
      <w:r>
        <w:tab/>
        <w:t>1.013e0</w:t>
      </w:r>
    </w:p>
    <w:p w14:paraId="71BA1A4E" w14:textId="77777777" w:rsidR="00810015" w:rsidRDefault="00810015" w:rsidP="00810015">
      <w:r>
        <w:t>260.3164</w:t>
      </w:r>
      <w:r>
        <w:tab/>
        <w:t>2.025e0</w:t>
      </w:r>
    </w:p>
    <w:p w14:paraId="0B90071E" w14:textId="77777777" w:rsidR="00810015" w:rsidRDefault="00810015" w:rsidP="00810015">
      <w:r>
        <w:t>260.3232</w:t>
      </w:r>
      <w:r>
        <w:tab/>
        <w:t>2.025e0</w:t>
      </w:r>
    </w:p>
    <w:p w14:paraId="2F6DC937" w14:textId="77777777" w:rsidR="00810015" w:rsidRDefault="00810015" w:rsidP="00810015">
      <w:r>
        <w:t>260.3405</w:t>
      </w:r>
      <w:r>
        <w:tab/>
        <w:t>2.025e0</w:t>
      </w:r>
    </w:p>
    <w:p w14:paraId="21CD091E" w14:textId="77777777" w:rsidR="00810015" w:rsidRDefault="00810015" w:rsidP="00810015">
      <w:r>
        <w:t>260.3560</w:t>
      </w:r>
      <w:r>
        <w:tab/>
        <w:t>2.025e0</w:t>
      </w:r>
    </w:p>
    <w:p w14:paraId="51E377F9" w14:textId="77777777" w:rsidR="00810015" w:rsidRDefault="00810015" w:rsidP="00810015">
      <w:r>
        <w:t>260.3643</w:t>
      </w:r>
      <w:r>
        <w:tab/>
        <w:t>3.038e0</w:t>
      </w:r>
    </w:p>
    <w:p w14:paraId="1E7E6E84" w14:textId="77777777" w:rsidR="00810015" w:rsidRDefault="00810015" w:rsidP="00810015">
      <w:r>
        <w:t>260.3743</w:t>
      </w:r>
      <w:r>
        <w:tab/>
        <w:t>2.025e0</w:t>
      </w:r>
    </w:p>
    <w:p w14:paraId="7362765F" w14:textId="77777777" w:rsidR="00810015" w:rsidRDefault="00810015" w:rsidP="00810015">
      <w:r>
        <w:t>260.3857</w:t>
      </w:r>
      <w:r>
        <w:tab/>
        <w:t>4.051e0</w:t>
      </w:r>
    </w:p>
    <w:p w14:paraId="23641219" w14:textId="77777777" w:rsidR="00810015" w:rsidRDefault="00810015" w:rsidP="00810015">
      <w:r>
        <w:t>260.3879</w:t>
      </w:r>
      <w:r>
        <w:tab/>
        <w:t>1.013e0</w:t>
      </w:r>
    </w:p>
    <w:p w14:paraId="51171F06" w14:textId="77777777" w:rsidR="00810015" w:rsidRDefault="00810015" w:rsidP="00810015">
      <w:r>
        <w:t>260.4112</w:t>
      </w:r>
      <w:r>
        <w:tab/>
        <w:t>3.038e0</w:t>
      </w:r>
    </w:p>
    <w:p w14:paraId="7F0E1021" w14:textId="77777777" w:rsidR="00810015" w:rsidRDefault="00810015" w:rsidP="00810015">
      <w:r>
        <w:t>260.4286</w:t>
      </w:r>
      <w:r>
        <w:tab/>
        <w:t>6.076e0</w:t>
      </w:r>
    </w:p>
    <w:p w14:paraId="598DB1DB" w14:textId="77777777" w:rsidR="00810015" w:rsidRDefault="00810015" w:rsidP="00810015">
      <w:r>
        <w:t>260.4558</w:t>
      </w:r>
      <w:r>
        <w:tab/>
        <w:t>4.738e0</w:t>
      </w:r>
    </w:p>
    <w:p w14:paraId="2BECFFBE" w14:textId="77777777" w:rsidR="00810015" w:rsidRDefault="00810015" w:rsidP="00810015">
      <w:r>
        <w:t>260.4734</w:t>
      </w:r>
      <w:r>
        <w:tab/>
        <w:t>4.051e0</w:t>
      </w:r>
    </w:p>
    <w:p w14:paraId="3E1BE60E" w14:textId="77777777" w:rsidR="00810015" w:rsidRDefault="00810015" w:rsidP="00810015">
      <w:r>
        <w:t>260.4823</w:t>
      </w:r>
      <w:r>
        <w:tab/>
        <w:t>1.013e0</w:t>
      </w:r>
    </w:p>
    <w:p w14:paraId="4F556C3F" w14:textId="77777777" w:rsidR="00810015" w:rsidRDefault="00810015" w:rsidP="00810015">
      <w:r>
        <w:t>260.5084</w:t>
      </w:r>
      <w:r>
        <w:tab/>
        <w:t>1.013e0</w:t>
      </w:r>
    </w:p>
    <w:p w14:paraId="1B267977" w14:textId="77777777" w:rsidR="00810015" w:rsidRDefault="00810015" w:rsidP="00810015">
      <w:r>
        <w:t>260.5234</w:t>
      </w:r>
      <w:r>
        <w:tab/>
        <w:t>9.114e0</w:t>
      </w:r>
    </w:p>
    <w:p w14:paraId="2E0E9622" w14:textId="77777777" w:rsidR="00810015" w:rsidRDefault="00810015" w:rsidP="00810015">
      <w:r>
        <w:t>260.5265</w:t>
      </w:r>
      <w:r>
        <w:tab/>
        <w:t>5.063e0</w:t>
      </w:r>
    </w:p>
    <w:p w14:paraId="00A27045" w14:textId="77777777" w:rsidR="00810015" w:rsidRDefault="00810015" w:rsidP="00810015">
      <w:r>
        <w:t>260.5364</w:t>
      </w:r>
      <w:r>
        <w:tab/>
        <w:t>2.025e0</w:t>
      </w:r>
    </w:p>
    <w:p w14:paraId="72B9B957" w14:textId="77777777" w:rsidR="00810015" w:rsidRDefault="00810015" w:rsidP="00810015">
      <w:r>
        <w:t>260.5606</w:t>
      </w:r>
      <w:r>
        <w:tab/>
        <w:t>2.146e1</w:t>
      </w:r>
    </w:p>
    <w:p w14:paraId="5A083A3D" w14:textId="77777777" w:rsidR="00810015" w:rsidRDefault="00810015" w:rsidP="00810015">
      <w:r>
        <w:t>260.5656</w:t>
      </w:r>
      <w:r>
        <w:tab/>
        <w:t>3.038e0</w:t>
      </w:r>
    </w:p>
    <w:p w14:paraId="08AF104D" w14:textId="77777777" w:rsidR="00810015" w:rsidRDefault="00810015" w:rsidP="00810015">
      <w:r>
        <w:t>260.5808</w:t>
      </w:r>
      <w:r>
        <w:tab/>
        <w:t>4.051e0</w:t>
      </w:r>
    </w:p>
    <w:p w14:paraId="3F112128" w14:textId="77777777" w:rsidR="00810015" w:rsidRDefault="00810015" w:rsidP="00810015">
      <w:r>
        <w:t>260.5870</w:t>
      </w:r>
      <w:r>
        <w:tab/>
        <w:t>6.076e0</w:t>
      </w:r>
    </w:p>
    <w:p w14:paraId="0F31C471" w14:textId="77777777" w:rsidR="00810015" w:rsidRDefault="00810015" w:rsidP="00810015">
      <w:r>
        <w:t>260.5920</w:t>
      </w:r>
      <w:r>
        <w:tab/>
        <w:t>3.718e0</w:t>
      </w:r>
    </w:p>
    <w:p w14:paraId="0349CC6A" w14:textId="77777777" w:rsidR="00810015" w:rsidRDefault="00810015" w:rsidP="00810015">
      <w:r>
        <w:t>260.6022</w:t>
      </w:r>
      <w:r>
        <w:tab/>
        <w:t>1.013e0</w:t>
      </w:r>
    </w:p>
    <w:p w14:paraId="4133BC2D" w14:textId="77777777" w:rsidR="00810015" w:rsidRDefault="00810015" w:rsidP="00810015">
      <w:r>
        <w:t>260.6236</w:t>
      </w:r>
      <w:r>
        <w:tab/>
        <w:t>6.625e0</w:t>
      </w:r>
    </w:p>
    <w:p w14:paraId="78C6D0A1" w14:textId="77777777" w:rsidR="00810015" w:rsidRDefault="00810015" w:rsidP="00810015">
      <w:r>
        <w:t>260.6292</w:t>
      </w:r>
      <w:r>
        <w:tab/>
        <w:t>3.245e0</w:t>
      </w:r>
    </w:p>
    <w:p w14:paraId="7E3EAFDD" w14:textId="77777777" w:rsidR="00810015" w:rsidRDefault="00810015" w:rsidP="00810015">
      <w:r>
        <w:t>260.6349</w:t>
      </w:r>
      <w:r>
        <w:tab/>
        <w:t>2.025e0</w:t>
      </w:r>
    </w:p>
    <w:p w14:paraId="45EDA965" w14:textId="77777777" w:rsidR="00810015" w:rsidRDefault="00810015" w:rsidP="00810015">
      <w:r>
        <w:t>260.6427</w:t>
      </w:r>
      <w:r>
        <w:tab/>
        <w:t>2.025e0</w:t>
      </w:r>
    </w:p>
    <w:p w14:paraId="49886820" w14:textId="77777777" w:rsidR="00810015" w:rsidRDefault="00810015" w:rsidP="00810015">
      <w:r>
        <w:t>260.6581</w:t>
      </w:r>
      <w:r>
        <w:tab/>
        <w:t>4.051e0</w:t>
      </w:r>
    </w:p>
    <w:p w14:paraId="110F64B3" w14:textId="77777777" w:rsidR="00810015" w:rsidRDefault="00810015" w:rsidP="00810015">
      <w:r>
        <w:t>260.6608</w:t>
      </w:r>
      <w:r>
        <w:tab/>
        <w:t>6.076e0</w:t>
      </w:r>
    </w:p>
    <w:p w14:paraId="1696EF09" w14:textId="77777777" w:rsidR="00810015" w:rsidRDefault="00810015" w:rsidP="00810015">
      <w:r>
        <w:t>260.6794</w:t>
      </w:r>
      <w:r>
        <w:tab/>
        <w:t>1.013e0</w:t>
      </w:r>
    </w:p>
    <w:p w14:paraId="375CF51A" w14:textId="77777777" w:rsidR="00810015" w:rsidRDefault="00810015" w:rsidP="00810015">
      <w:r>
        <w:t>260.6833</w:t>
      </w:r>
      <w:r>
        <w:tab/>
        <w:t>5.063e0</w:t>
      </w:r>
    </w:p>
    <w:p w14:paraId="0433AF34" w14:textId="77777777" w:rsidR="00810015" w:rsidRDefault="00810015" w:rsidP="00810015">
      <w:r>
        <w:t>260.6934</w:t>
      </w:r>
      <w:r>
        <w:tab/>
        <w:t>2.025e0</w:t>
      </w:r>
    </w:p>
    <w:p w14:paraId="4DD51FAD" w14:textId="77777777" w:rsidR="00810015" w:rsidRDefault="00810015" w:rsidP="00810015">
      <w:r>
        <w:t>260.7116</w:t>
      </w:r>
      <w:r>
        <w:tab/>
        <w:t>3.038e0</w:t>
      </w:r>
    </w:p>
    <w:p w14:paraId="042D1C1F" w14:textId="77777777" w:rsidR="00810015" w:rsidRDefault="00810015" w:rsidP="00810015">
      <w:r>
        <w:t>260.7342</w:t>
      </w:r>
      <w:r>
        <w:tab/>
        <w:t>3.038e0</w:t>
      </w:r>
    </w:p>
    <w:p w14:paraId="519C96CB" w14:textId="77777777" w:rsidR="00810015" w:rsidRDefault="00810015" w:rsidP="00810015">
      <w:r>
        <w:t>260.7419</w:t>
      </w:r>
      <w:r>
        <w:tab/>
        <w:t>6.421e0</w:t>
      </w:r>
    </w:p>
    <w:p w14:paraId="7F51D929" w14:textId="77777777" w:rsidR="00810015" w:rsidRDefault="00810015" w:rsidP="00810015">
      <w:r>
        <w:t>260.7448</w:t>
      </w:r>
      <w:r>
        <w:tab/>
        <w:t>1.013e0</w:t>
      </w:r>
    </w:p>
    <w:p w14:paraId="0204FDEC" w14:textId="77777777" w:rsidR="00810015" w:rsidRDefault="00810015" w:rsidP="00810015">
      <w:r>
        <w:t>260.7507</w:t>
      </w:r>
      <w:r>
        <w:tab/>
        <w:t>2.025e0</w:t>
      </w:r>
    </w:p>
    <w:p w14:paraId="148DFC50" w14:textId="77777777" w:rsidR="00810015" w:rsidRDefault="00810015" w:rsidP="00810015">
      <w:r>
        <w:t>260.7536</w:t>
      </w:r>
      <w:r>
        <w:tab/>
        <w:t>1.013e1</w:t>
      </w:r>
    </w:p>
    <w:p w14:paraId="261537AC" w14:textId="77777777" w:rsidR="00810015" w:rsidRDefault="00810015" w:rsidP="00810015">
      <w:r>
        <w:t>260.7865</w:t>
      </w:r>
      <w:r>
        <w:tab/>
        <w:t>3.700e0</w:t>
      </w:r>
    </w:p>
    <w:p w14:paraId="17058B37" w14:textId="77777777" w:rsidR="00810015" w:rsidRDefault="00810015" w:rsidP="00810015">
      <w:r>
        <w:t>260.7902</w:t>
      </w:r>
      <w:r>
        <w:tab/>
        <w:t>2.025e0</w:t>
      </w:r>
    </w:p>
    <w:p w14:paraId="4ABA8CA1" w14:textId="77777777" w:rsidR="00810015" w:rsidRDefault="00810015" w:rsidP="00810015">
      <w:r>
        <w:t>260.7913</w:t>
      </w:r>
      <w:r>
        <w:tab/>
        <w:t>2.025e0</w:t>
      </w:r>
    </w:p>
    <w:p w14:paraId="71B1D98C" w14:textId="77777777" w:rsidR="00810015" w:rsidRDefault="00810015" w:rsidP="00810015">
      <w:r>
        <w:t>260.8192</w:t>
      </w:r>
      <w:r>
        <w:tab/>
        <w:t>2.025e0</w:t>
      </w:r>
    </w:p>
    <w:p w14:paraId="4EF3C0A0" w14:textId="77777777" w:rsidR="00810015" w:rsidRDefault="00810015" w:rsidP="00810015">
      <w:r>
        <w:t>260.8325</w:t>
      </w:r>
      <w:r>
        <w:tab/>
        <w:t>4.051e0</w:t>
      </w:r>
    </w:p>
    <w:p w14:paraId="7831A233" w14:textId="77777777" w:rsidR="00810015" w:rsidRDefault="00810015" w:rsidP="00810015">
      <w:r>
        <w:t>260.8491</w:t>
      </w:r>
      <w:r>
        <w:tab/>
        <w:t>3.038e0</w:t>
      </w:r>
    </w:p>
    <w:p w14:paraId="232863D5" w14:textId="77777777" w:rsidR="00810015" w:rsidRDefault="00810015" w:rsidP="00810015">
      <w:r>
        <w:t>260.8558</w:t>
      </w:r>
      <w:r>
        <w:tab/>
        <w:t>1.013e0</w:t>
      </w:r>
    </w:p>
    <w:p w14:paraId="5F8AAC08" w14:textId="77777777" w:rsidR="00810015" w:rsidRDefault="00810015" w:rsidP="00810015">
      <w:r>
        <w:t>260.8587</w:t>
      </w:r>
      <w:r>
        <w:tab/>
        <w:t>2.251e0</w:t>
      </w:r>
    </w:p>
    <w:p w14:paraId="65F69DF3" w14:textId="77777777" w:rsidR="00810015" w:rsidRDefault="00810015" w:rsidP="00810015">
      <w:r>
        <w:t>260.8663</w:t>
      </w:r>
      <w:r>
        <w:tab/>
        <w:t>3.038e0</w:t>
      </w:r>
    </w:p>
    <w:p w14:paraId="41165476" w14:textId="77777777" w:rsidR="00810015" w:rsidRDefault="00810015" w:rsidP="00810015">
      <w:r>
        <w:t>260.9032</w:t>
      </w:r>
      <w:r>
        <w:tab/>
        <w:t>1.013e0</w:t>
      </w:r>
    </w:p>
    <w:p w14:paraId="10B2FCE6" w14:textId="77777777" w:rsidR="00810015" w:rsidRDefault="00810015" w:rsidP="00810015">
      <w:r>
        <w:t>260.9161</w:t>
      </w:r>
      <w:r>
        <w:tab/>
        <w:t>2.025e0</w:t>
      </w:r>
    </w:p>
    <w:p w14:paraId="3D9CC8B7" w14:textId="77777777" w:rsidR="00810015" w:rsidRDefault="00810015" w:rsidP="00810015">
      <w:r>
        <w:t>260.9183</w:t>
      </w:r>
      <w:r>
        <w:tab/>
        <w:t>4.051e0</w:t>
      </w:r>
    </w:p>
    <w:p w14:paraId="42CCE10F" w14:textId="77777777" w:rsidR="00810015" w:rsidRDefault="00810015" w:rsidP="00810015">
      <w:r>
        <w:t>260.9304</w:t>
      </w:r>
      <w:r>
        <w:tab/>
        <w:t>2.025e0</w:t>
      </w:r>
    </w:p>
    <w:p w14:paraId="48E2C85A" w14:textId="77777777" w:rsidR="00810015" w:rsidRDefault="00810015" w:rsidP="00810015">
      <w:r>
        <w:t>260.9339</w:t>
      </w:r>
      <w:r>
        <w:tab/>
        <w:t>4.051e0</w:t>
      </w:r>
    </w:p>
    <w:p w14:paraId="3F2CFE9C" w14:textId="77777777" w:rsidR="00810015" w:rsidRDefault="00810015" w:rsidP="00810015">
      <w:r>
        <w:t>260.9518</w:t>
      </w:r>
      <w:r>
        <w:tab/>
        <w:t>2.025e0</w:t>
      </w:r>
    </w:p>
    <w:p w14:paraId="3C307F50" w14:textId="77777777" w:rsidR="00810015" w:rsidRDefault="00810015" w:rsidP="00810015">
      <w:r>
        <w:t>260.9803</w:t>
      </w:r>
      <w:r>
        <w:tab/>
        <w:t>5.063e0</w:t>
      </w:r>
    </w:p>
    <w:p w14:paraId="2B90F555" w14:textId="77777777" w:rsidR="00810015" w:rsidRDefault="00810015" w:rsidP="00810015">
      <w:r>
        <w:t>261.0095</w:t>
      </w:r>
      <w:r>
        <w:tab/>
        <w:t>2.228e1</w:t>
      </w:r>
    </w:p>
    <w:p w14:paraId="73208C7A" w14:textId="77777777" w:rsidR="00810015" w:rsidRDefault="00810015" w:rsidP="00810015">
      <w:r>
        <w:t>261.0146</w:t>
      </w:r>
      <w:r>
        <w:tab/>
        <w:t>2.160e2</w:t>
      </w:r>
    </w:p>
    <w:p w14:paraId="42BA12EA" w14:textId="77777777" w:rsidR="00810015" w:rsidRDefault="00810015" w:rsidP="00810015">
      <w:r>
        <w:t>261.0163</w:t>
      </w:r>
      <w:r>
        <w:tab/>
        <w:t>8.818e1</w:t>
      </w:r>
    </w:p>
    <w:p w14:paraId="777478BD" w14:textId="77777777" w:rsidR="00810015" w:rsidRDefault="00810015" w:rsidP="00810015">
      <w:r>
        <w:t>261.0394</w:t>
      </w:r>
      <w:r>
        <w:tab/>
        <w:t>1.013e0</w:t>
      </w:r>
    </w:p>
    <w:p w14:paraId="4A48F3C7" w14:textId="77777777" w:rsidR="00810015" w:rsidRDefault="00810015" w:rsidP="00810015">
      <w:r>
        <w:t>261.0677</w:t>
      </w:r>
      <w:r>
        <w:tab/>
        <w:t>2.025e0</w:t>
      </w:r>
    </w:p>
    <w:p w14:paraId="6BBD02B7" w14:textId="77777777" w:rsidR="00810015" w:rsidRDefault="00810015" w:rsidP="00810015">
      <w:r>
        <w:t>261.0732</w:t>
      </w:r>
      <w:r>
        <w:tab/>
        <w:t>1.685e0</w:t>
      </w:r>
    </w:p>
    <w:p w14:paraId="4D1E1620" w14:textId="77777777" w:rsidR="00810015" w:rsidRDefault="00810015" w:rsidP="00810015">
      <w:r>
        <w:t>261.0817</w:t>
      </w:r>
      <w:r>
        <w:tab/>
        <w:t>3.189e0</w:t>
      </w:r>
    </w:p>
    <w:p w14:paraId="164395FB" w14:textId="77777777" w:rsidR="00810015" w:rsidRDefault="00810015" w:rsidP="00810015">
      <w:r>
        <w:t>261.0984</w:t>
      </w:r>
      <w:r>
        <w:tab/>
        <w:t>2.025e0</w:t>
      </w:r>
    </w:p>
    <w:p w14:paraId="39DD752F" w14:textId="77777777" w:rsidR="00810015" w:rsidRDefault="00810015" w:rsidP="00810015">
      <w:r>
        <w:t>261.1093</w:t>
      </w:r>
      <w:r>
        <w:tab/>
        <w:t>3.038e0</w:t>
      </w:r>
    </w:p>
    <w:p w14:paraId="7FE54BFC" w14:textId="77777777" w:rsidR="00810015" w:rsidRDefault="00810015" w:rsidP="00810015">
      <w:r>
        <w:t>261.1270</w:t>
      </w:r>
      <w:r>
        <w:tab/>
        <w:t>3.779e0</w:t>
      </w:r>
    </w:p>
    <w:p w14:paraId="1AA1006E" w14:textId="77777777" w:rsidR="00810015" w:rsidRDefault="00810015" w:rsidP="00810015">
      <w:r>
        <w:t>261.1344</w:t>
      </w:r>
      <w:r>
        <w:tab/>
        <w:t>9.114e0</w:t>
      </w:r>
    </w:p>
    <w:p w14:paraId="2D9A356F" w14:textId="77777777" w:rsidR="00810015" w:rsidRDefault="00810015" w:rsidP="00810015">
      <w:r>
        <w:t>261.1407</w:t>
      </w:r>
      <w:r>
        <w:tab/>
        <w:t>1.215e1</w:t>
      </w:r>
    </w:p>
    <w:p w14:paraId="1000A304" w14:textId="77777777" w:rsidR="00810015" w:rsidRDefault="00810015" w:rsidP="00810015">
      <w:r>
        <w:t>261.1777</w:t>
      </w:r>
      <w:r>
        <w:tab/>
        <w:t>1.013e0</w:t>
      </w:r>
    </w:p>
    <w:p w14:paraId="037A9312" w14:textId="77777777" w:rsidR="00810015" w:rsidRDefault="00810015" w:rsidP="00810015">
      <w:r>
        <w:t>261.1855</w:t>
      </w:r>
      <w:r>
        <w:tab/>
        <w:t>2.945e0</w:t>
      </w:r>
    </w:p>
    <w:p w14:paraId="1068B903" w14:textId="77777777" w:rsidR="00810015" w:rsidRDefault="00810015" w:rsidP="00810015">
      <w:r>
        <w:t>261.1879</w:t>
      </w:r>
      <w:r>
        <w:tab/>
        <w:t>3.038e0</w:t>
      </w:r>
    </w:p>
    <w:p w14:paraId="1C8E66A8" w14:textId="77777777" w:rsidR="00810015" w:rsidRDefault="00810015" w:rsidP="00810015">
      <w:r>
        <w:t>261.1978</w:t>
      </w:r>
      <w:r>
        <w:tab/>
        <w:t>6.076e0</w:t>
      </w:r>
    </w:p>
    <w:p w14:paraId="1E050836" w14:textId="77777777" w:rsidR="00810015" w:rsidRDefault="00810015" w:rsidP="00810015">
      <w:r>
        <w:t>261.2047</w:t>
      </w:r>
      <w:r>
        <w:tab/>
        <w:t>2.025e0</w:t>
      </w:r>
    </w:p>
    <w:p w14:paraId="4218B68A" w14:textId="77777777" w:rsidR="00810015" w:rsidRDefault="00810015" w:rsidP="00810015">
      <w:r>
        <w:t>261.2154</w:t>
      </w:r>
      <w:r>
        <w:tab/>
        <w:t>2.025e0</w:t>
      </w:r>
    </w:p>
    <w:p w14:paraId="491FAB71" w14:textId="77777777" w:rsidR="00810015" w:rsidRDefault="00810015" w:rsidP="00810015">
      <w:r>
        <w:t>261.2184</w:t>
      </w:r>
      <w:r>
        <w:tab/>
        <w:t>3.038e0</w:t>
      </w:r>
    </w:p>
    <w:p w14:paraId="5F00E9B0" w14:textId="77777777" w:rsidR="00810015" w:rsidRDefault="00810015" w:rsidP="00810015">
      <w:r>
        <w:t>261.2527</w:t>
      </w:r>
      <w:r>
        <w:tab/>
        <w:t>3.038e0</w:t>
      </w:r>
    </w:p>
    <w:p w14:paraId="4111E465" w14:textId="77777777" w:rsidR="00810015" w:rsidRDefault="00810015" w:rsidP="00810015">
      <w:r>
        <w:t>261.2688</w:t>
      </w:r>
      <w:r>
        <w:tab/>
        <w:t>2.025e0</w:t>
      </w:r>
    </w:p>
    <w:p w14:paraId="6673E043" w14:textId="77777777" w:rsidR="00810015" w:rsidRDefault="00810015" w:rsidP="00810015">
      <w:r>
        <w:t>261.2713</w:t>
      </w:r>
      <w:r>
        <w:tab/>
        <w:t>1.013e0</w:t>
      </w:r>
    </w:p>
    <w:p w14:paraId="066F67EC" w14:textId="77777777" w:rsidR="00810015" w:rsidRDefault="00810015" w:rsidP="00810015">
      <w:r>
        <w:t>261.2810</w:t>
      </w:r>
      <w:r>
        <w:tab/>
        <w:t>1.013e0</w:t>
      </w:r>
    </w:p>
    <w:p w14:paraId="7AF28CB1" w14:textId="77777777" w:rsidR="00810015" w:rsidRDefault="00810015" w:rsidP="00810015">
      <w:r>
        <w:t>261.2977</w:t>
      </w:r>
      <w:r>
        <w:tab/>
        <w:t>1.013e0</w:t>
      </w:r>
    </w:p>
    <w:p w14:paraId="460C58D6" w14:textId="77777777" w:rsidR="00810015" w:rsidRDefault="00810015" w:rsidP="00810015">
      <w:r>
        <w:t>261.3005</w:t>
      </w:r>
      <w:r>
        <w:tab/>
        <w:t>2.025e0</w:t>
      </w:r>
    </w:p>
    <w:p w14:paraId="62B8F15E" w14:textId="77777777" w:rsidR="00810015" w:rsidRDefault="00810015" w:rsidP="00810015">
      <w:r>
        <w:t>261.3061</w:t>
      </w:r>
      <w:r>
        <w:tab/>
        <w:t>2.025e0</w:t>
      </w:r>
    </w:p>
    <w:p w14:paraId="6C108501" w14:textId="77777777" w:rsidR="00810015" w:rsidRDefault="00810015" w:rsidP="00810015">
      <w:r>
        <w:t>261.3148</w:t>
      </w:r>
      <w:r>
        <w:tab/>
        <w:t>1.013e0</w:t>
      </w:r>
    </w:p>
    <w:p w14:paraId="50CB59BE" w14:textId="77777777" w:rsidR="00810015" w:rsidRDefault="00810015" w:rsidP="00810015">
      <w:r>
        <w:t>261.3594</w:t>
      </w:r>
      <w:r>
        <w:tab/>
        <w:t>2.025e0</w:t>
      </w:r>
    </w:p>
    <w:p w14:paraId="243EBAE5" w14:textId="77777777" w:rsidR="00810015" w:rsidRDefault="00810015" w:rsidP="00810015">
      <w:r>
        <w:t>261.3658</w:t>
      </w:r>
      <w:r>
        <w:tab/>
        <w:t>2.025e0</w:t>
      </w:r>
    </w:p>
    <w:p w14:paraId="1594BA1C" w14:textId="77777777" w:rsidR="00810015" w:rsidRDefault="00810015" w:rsidP="00810015">
      <w:r>
        <w:t>261.3998</w:t>
      </w:r>
      <w:r>
        <w:tab/>
        <w:t>3.038e0</w:t>
      </w:r>
    </w:p>
    <w:p w14:paraId="05B492A0" w14:textId="77777777" w:rsidR="00810015" w:rsidRDefault="00810015" w:rsidP="00810015">
      <w:r>
        <w:t>261.4066</w:t>
      </w:r>
      <w:r>
        <w:tab/>
        <w:t>2.025e0</w:t>
      </w:r>
    </w:p>
    <w:p w14:paraId="7B69BE6A" w14:textId="77777777" w:rsidR="00810015" w:rsidRDefault="00810015" w:rsidP="00810015">
      <w:r>
        <w:t>261.4380</w:t>
      </w:r>
      <w:r>
        <w:tab/>
        <w:t>4.051e0</w:t>
      </w:r>
    </w:p>
    <w:p w14:paraId="22BAF4DA" w14:textId="77777777" w:rsidR="00810015" w:rsidRDefault="00810015" w:rsidP="00810015">
      <w:r>
        <w:t>261.4523</w:t>
      </w:r>
      <w:r>
        <w:tab/>
        <w:t>2.025e0</w:t>
      </w:r>
    </w:p>
    <w:p w14:paraId="79500AE9" w14:textId="77777777" w:rsidR="00810015" w:rsidRDefault="00810015" w:rsidP="00810015">
      <w:r>
        <w:t>261.4638</w:t>
      </w:r>
      <w:r>
        <w:tab/>
        <w:t>2.025e0</w:t>
      </w:r>
    </w:p>
    <w:p w14:paraId="0EBF83EF" w14:textId="77777777" w:rsidR="00810015" w:rsidRDefault="00810015" w:rsidP="00810015">
      <w:r>
        <w:t>261.4745</w:t>
      </w:r>
      <w:r>
        <w:tab/>
        <w:t>2.025e0</w:t>
      </w:r>
    </w:p>
    <w:p w14:paraId="643521E4" w14:textId="77777777" w:rsidR="00810015" w:rsidRDefault="00810015" w:rsidP="00810015">
      <w:r>
        <w:t>261.4830</w:t>
      </w:r>
      <w:r>
        <w:tab/>
        <w:t>3.038e0</w:t>
      </w:r>
    </w:p>
    <w:p w14:paraId="65621F43" w14:textId="77777777" w:rsidR="00810015" w:rsidRDefault="00810015" w:rsidP="00810015">
      <w:r>
        <w:t>261.5071</w:t>
      </w:r>
      <w:r>
        <w:tab/>
        <w:t>5.063e0</w:t>
      </w:r>
    </w:p>
    <w:p w14:paraId="00563BB7" w14:textId="77777777" w:rsidR="00810015" w:rsidRDefault="00810015" w:rsidP="00810015">
      <w:r>
        <w:t>261.5216</w:t>
      </w:r>
      <w:r>
        <w:tab/>
        <w:t>1.013e0</w:t>
      </w:r>
    </w:p>
    <w:p w14:paraId="073D7DF4" w14:textId="77777777" w:rsidR="00810015" w:rsidRDefault="00810015" w:rsidP="00810015">
      <w:r>
        <w:t>261.5315</w:t>
      </w:r>
      <w:r>
        <w:tab/>
        <w:t>2.025e0</w:t>
      </w:r>
    </w:p>
    <w:p w14:paraId="5D159C08" w14:textId="77777777" w:rsidR="00810015" w:rsidRDefault="00810015" w:rsidP="00810015">
      <w:r>
        <w:t>261.5365</w:t>
      </w:r>
      <w:r>
        <w:tab/>
        <w:t>2.025e0</w:t>
      </w:r>
    </w:p>
    <w:p w14:paraId="210FD570" w14:textId="77777777" w:rsidR="00810015" w:rsidRDefault="00810015" w:rsidP="00810015">
      <w:r>
        <w:t>261.5564</w:t>
      </w:r>
      <w:r>
        <w:tab/>
        <w:t>1.013e0</w:t>
      </w:r>
    </w:p>
    <w:p w14:paraId="777BDB83" w14:textId="77777777" w:rsidR="00810015" w:rsidRDefault="00810015" w:rsidP="00810015">
      <w:r>
        <w:t>261.5591</w:t>
      </w:r>
      <w:r>
        <w:tab/>
        <w:t>3.038e0</w:t>
      </w:r>
    </w:p>
    <w:p w14:paraId="65A128C6" w14:textId="77777777" w:rsidR="00810015" w:rsidRDefault="00810015" w:rsidP="00810015">
      <w:r>
        <w:t>261.5722</w:t>
      </w:r>
      <w:r>
        <w:tab/>
        <w:t>1.013e0</w:t>
      </w:r>
    </w:p>
    <w:p w14:paraId="72A61B41" w14:textId="77777777" w:rsidR="00810015" w:rsidRDefault="00810015" w:rsidP="00810015">
      <w:r>
        <w:t>261.5745</w:t>
      </w:r>
      <w:r>
        <w:tab/>
        <w:t>3.713e0</w:t>
      </w:r>
    </w:p>
    <w:p w14:paraId="697078F5" w14:textId="77777777" w:rsidR="00810015" w:rsidRDefault="00810015" w:rsidP="00810015">
      <w:r>
        <w:t>261.5858</w:t>
      </w:r>
      <w:r>
        <w:tab/>
        <w:t>5.063e0</w:t>
      </w:r>
    </w:p>
    <w:p w14:paraId="1ADD4205" w14:textId="77777777" w:rsidR="00810015" w:rsidRDefault="00810015" w:rsidP="00810015">
      <w:r>
        <w:t>261.6158</w:t>
      </w:r>
      <w:r>
        <w:tab/>
        <w:t>2.025e0</w:t>
      </w:r>
    </w:p>
    <w:p w14:paraId="353A8CB0" w14:textId="77777777" w:rsidR="00810015" w:rsidRDefault="00810015" w:rsidP="00810015">
      <w:r>
        <w:t>261.6245</w:t>
      </w:r>
      <w:r>
        <w:tab/>
        <w:t>1.013e0</w:t>
      </w:r>
    </w:p>
    <w:p w14:paraId="223411BC" w14:textId="77777777" w:rsidR="00810015" w:rsidRDefault="00810015" w:rsidP="00810015">
      <w:r>
        <w:t>261.6408</w:t>
      </w:r>
      <w:r>
        <w:tab/>
        <w:t>5.063e0</w:t>
      </w:r>
    </w:p>
    <w:p w14:paraId="42990BF3" w14:textId="77777777" w:rsidR="00810015" w:rsidRDefault="00810015" w:rsidP="00810015">
      <w:r>
        <w:t>261.6729</w:t>
      </w:r>
      <w:r>
        <w:tab/>
        <w:t>2.025e0</w:t>
      </w:r>
    </w:p>
    <w:p w14:paraId="046C3B07" w14:textId="77777777" w:rsidR="00810015" w:rsidRDefault="00810015" w:rsidP="00810015">
      <w:r>
        <w:t>261.6803</w:t>
      </w:r>
      <w:r>
        <w:tab/>
        <w:t>1.013e0</w:t>
      </w:r>
    </w:p>
    <w:p w14:paraId="4721358A" w14:textId="77777777" w:rsidR="00810015" w:rsidRDefault="00810015" w:rsidP="00810015">
      <w:r>
        <w:t>261.6843</w:t>
      </w:r>
      <w:r>
        <w:tab/>
        <w:t>1.013e0</w:t>
      </w:r>
    </w:p>
    <w:p w14:paraId="600FB93C" w14:textId="77777777" w:rsidR="00810015" w:rsidRDefault="00810015" w:rsidP="00810015">
      <w:r>
        <w:t>261.7170</w:t>
      </w:r>
      <w:r>
        <w:tab/>
        <w:t>2.025e0</w:t>
      </w:r>
    </w:p>
    <w:p w14:paraId="56422549" w14:textId="77777777" w:rsidR="00810015" w:rsidRDefault="00810015" w:rsidP="00810015">
      <w:r>
        <w:t>261.7269</w:t>
      </w:r>
      <w:r>
        <w:tab/>
        <w:t>1.013e0</w:t>
      </w:r>
    </w:p>
    <w:p w14:paraId="429D5057" w14:textId="77777777" w:rsidR="00810015" w:rsidRDefault="00810015" w:rsidP="00810015">
      <w:r>
        <w:t>261.7465</w:t>
      </w:r>
      <w:r>
        <w:tab/>
        <w:t>1.013e0</w:t>
      </w:r>
    </w:p>
    <w:p w14:paraId="281FE5E2" w14:textId="77777777" w:rsidR="00810015" w:rsidRDefault="00810015" w:rsidP="00810015">
      <w:r>
        <w:t>261.7675</w:t>
      </w:r>
      <w:r>
        <w:tab/>
        <w:t>4.051e0</w:t>
      </w:r>
    </w:p>
    <w:p w14:paraId="6AC2E57E" w14:textId="77777777" w:rsidR="00810015" w:rsidRDefault="00810015" w:rsidP="00810015">
      <w:r>
        <w:t>261.7689</w:t>
      </w:r>
      <w:r>
        <w:tab/>
        <w:t>2.025e0</w:t>
      </w:r>
    </w:p>
    <w:p w14:paraId="51EAFD2C" w14:textId="77777777" w:rsidR="00810015" w:rsidRDefault="00810015" w:rsidP="00810015">
      <w:r>
        <w:t>261.7843</w:t>
      </w:r>
      <w:r>
        <w:tab/>
        <w:t>1.013e0</w:t>
      </w:r>
    </w:p>
    <w:p w14:paraId="3EFF5820" w14:textId="77777777" w:rsidR="00810015" w:rsidRDefault="00810015" w:rsidP="00810015">
      <w:r>
        <w:t>261.7932</w:t>
      </w:r>
      <w:r>
        <w:tab/>
        <w:t>2.025e0</w:t>
      </w:r>
    </w:p>
    <w:p w14:paraId="64E4A6FA" w14:textId="77777777" w:rsidR="00810015" w:rsidRDefault="00810015" w:rsidP="00810015">
      <w:r>
        <w:t>261.8042</w:t>
      </w:r>
      <w:r>
        <w:tab/>
        <w:t>1.013e0</w:t>
      </w:r>
    </w:p>
    <w:p w14:paraId="32E6BF7B" w14:textId="77777777" w:rsidR="00810015" w:rsidRDefault="00810015" w:rsidP="00810015">
      <w:r>
        <w:t>261.8112</w:t>
      </w:r>
      <w:r>
        <w:tab/>
        <w:t>2.025e0</w:t>
      </w:r>
    </w:p>
    <w:p w14:paraId="594C926C" w14:textId="77777777" w:rsidR="00810015" w:rsidRDefault="00810015" w:rsidP="00810015">
      <w:r>
        <w:t>261.8231</w:t>
      </w:r>
      <w:r>
        <w:tab/>
        <w:t>2.025e0</w:t>
      </w:r>
    </w:p>
    <w:p w14:paraId="699A10AC" w14:textId="77777777" w:rsidR="00810015" w:rsidRDefault="00810015" w:rsidP="00810015">
      <w:r>
        <w:t>261.8270</w:t>
      </w:r>
      <w:r>
        <w:tab/>
        <w:t>2.025e0</w:t>
      </w:r>
    </w:p>
    <w:p w14:paraId="567E95B6" w14:textId="77777777" w:rsidR="00810015" w:rsidRDefault="00810015" w:rsidP="00810015">
      <w:r>
        <w:t>261.8358</w:t>
      </w:r>
      <w:r>
        <w:tab/>
        <w:t>3.070e0</w:t>
      </w:r>
    </w:p>
    <w:p w14:paraId="5142514A" w14:textId="77777777" w:rsidR="00810015" w:rsidRDefault="00810015" w:rsidP="00810015">
      <w:r>
        <w:t>261.8815</w:t>
      </w:r>
      <w:r>
        <w:tab/>
        <w:t>1.013e0</w:t>
      </w:r>
    </w:p>
    <w:p w14:paraId="78356C7B" w14:textId="77777777" w:rsidR="00810015" w:rsidRDefault="00810015" w:rsidP="00810015">
      <w:r>
        <w:t>261.8966</w:t>
      </w:r>
      <w:r>
        <w:tab/>
        <w:t>1.013e0</w:t>
      </w:r>
    </w:p>
    <w:p w14:paraId="348F9A67" w14:textId="77777777" w:rsidR="00810015" w:rsidRDefault="00810015" w:rsidP="00810015">
      <w:r>
        <w:t>261.9123</w:t>
      </w:r>
      <w:r>
        <w:tab/>
        <w:t>2.025e0</w:t>
      </w:r>
    </w:p>
    <w:p w14:paraId="042334AB" w14:textId="77777777" w:rsidR="00810015" w:rsidRDefault="00810015" w:rsidP="00810015">
      <w:r>
        <w:t>261.9238</w:t>
      </w:r>
      <w:r>
        <w:tab/>
        <w:t>2.025e0</w:t>
      </w:r>
    </w:p>
    <w:p w14:paraId="55A83007" w14:textId="77777777" w:rsidR="00810015" w:rsidRDefault="00810015" w:rsidP="00810015">
      <w:r>
        <w:t>261.9471</w:t>
      </w:r>
      <w:r>
        <w:tab/>
        <w:t>2.025e0</w:t>
      </w:r>
    </w:p>
    <w:p w14:paraId="30476751" w14:textId="77777777" w:rsidR="00810015" w:rsidRDefault="00810015" w:rsidP="00810015">
      <w:r>
        <w:t>261.9517</w:t>
      </w:r>
      <w:r>
        <w:tab/>
        <w:t>3.235e0</w:t>
      </w:r>
    </w:p>
    <w:p w14:paraId="3E53620C" w14:textId="77777777" w:rsidR="00810015" w:rsidRDefault="00810015" w:rsidP="00810015">
      <w:r>
        <w:t>261.9713</w:t>
      </w:r>
      <w:r>
        <w:tab/>
        <w:t>3.038e0</w:t>
      </w:r>
    </w:p>
    <w:p w14:paraId="1FE5351C" w14:textId="77777777" w:rsidR="00810015" w:rsidRDefault="00810015" w:rsidP="00810015">
      <w:r>
        <w:t>261.9778</w:t>
      </w:r>
      <w:r>
        <w:tab/>
        <w:t>1.013e0</w:t>
      </w:r>
    </w:p>
    <w:p w14:paraId="37334957" w14:textId="77777777" w:rsidR="00810015" w:rsidRDefault="00810015" w:rsidP="00810015">
      <w:r>
        <w:t>262.0122</w:t>
      </w:r>
      <w:r>
        <w:tab/>
        <w:t>5.063e0</w:t>
      </w:r>
    </w:p>
    <w:p w14:paraId="45916419" w14:textId="77777777" w:rsidR="00810015" w:rsidRDefault="00810015" w:rsidP="00810015">
      <w:r>
        <w:t>262.0187</w:t>
      </w:r>
      <w:r>
        <w:tab/>
        <w:t>1.620e1</w:t>
      </w:r>
    </w:p>
    <w:p w14:paraId="75B9F695" w14:textId="77777777" w:rsidR="00810015" w:rsidRDefault="00810015" w:rsidP="00810015">
      <w:r>
        <w:t>262.0201</w:t>
      </w:r>
      <w:r>
        <w:tab/>
        <w:t>1.352e1</w:t>
      </w:r>
    </w:p>
    <w:p w14:paraId="7A35BAB8" w14:textId="77777777" w:rsidR="00810015" w:rsidRDefault="00810015" w:rsidP="00810015">
      <w:r>
        <w:t>262.0558</w:t>
      </w:r>
      <w:r>
        <w:tab/>
        <w:t>1.178e0</w:t>
      </w:r>
    </w:p>
    <w:p w14:paraId="7A492A23" w14:textId="77777777" w:rsidR="00810015" w:rsidRDefault="00810015" w:rsidP="00810015">
      <w:r>
        <w:t>262.0799</w:t>
      </w:r>
      <w:r>
        <w:tab/>
        <w:t>1.013e0</w:t>
      </w:r>
    </w:p>
    <w:p w14:paraId="63E2864F" w14:textId="77777777" w:rsidR="00810015" w:rsidRDefault="00810015" w:rsidP="00810015">
      <w:r>
        <w:t>262.0868</w:t>
      </w:r>
      <w:r>
        <w:tab/>
        <w:t>2.025e0</w:t>
      </w:r>
    </w:p>
    <w:p w14:paraId="04477FCF" w14:textId="77777777" w:rsidR="00810015" w:rsidRDefault="00810015" w:rsidP="00810015">
      <w:r>
        <w:t>262.1017</w:t>
      </w:r>
      <w:r>
        <w:tab/>
        <w:t>2.025e0</w:t>
      </w:r>
    </w:p>
    <w:p w14:paraId="45FEEC62" w14:textId="77777777" w:rsidR="00810015" w:rsidRDefault="00810015" w:rsidP="00810015">
      <w:r>
        <w:t>262.1334</w:t>
      </w:r>
      <w:r>
        <w:tab/>
        <w:t>4.819e0</w:t>
      </w:r>
    </w:p>
    <w:p w14:paraId="5FBF50AE" w14:textId="77777777" w:rsidR="00810015" w:rsidRDefault="00810015" w:rsidP="00810015">
      <w:r>
        <w:t>262.1385</w:t>
      </w:r>
      <w:r>
        <w:tab/>
        <w:t>2.025e0</w:t>
      </w:r>
    </w:p>
    <w:p w14:paraId="4986FE53" w14:textId="77777777" w:rsidR="00810015" w:rsidRDefault="00810015" w:rsidP="00810015">
      <w:r>
        <w:t>262.1408</w:t>
      </w:r>
      <w:r>
        <w:tab/>
        <w:t>5.063e0</w:t>
      </w:r>
    </w:p>
    <w:p w14:paraId="5AD78B32" w14:textId="77777777" w:rsidR="00810015" w:rsidRDefault="00810015" w:rsidP="00810015">
      <w:r>
        <w:t>262.1478</w:t>
      </w:r>
      <w:r>
        <w:tab/>
        <w:t>6.076e0</w:t>
      </w:r>
    </w:p>
    <w:p w14:paraId="1A03DD3A" w14:textId="77777777" w:rsidR="00810015" w:rsidRDefault="00810015" w:rsidP="00810015">
      <w:r>
        <w:t>262.1510</w:t>
      </w:r>
      <w:r>
        <w:tab/>
        <w:t>7.089e0</w:t>
      </w:r>
    </w:p>
    <w:p w14:paraId="214AA84E" w14:textId="77777777" w:rsidR="00810015" w:rsidRDefault="00810015" w:rsidP="00810015">
      <w:r>
        <w:t>262.1740</w:t>
      </w:r>
      <w:r>
        <w:tab/>
        <w:t>5.051e0</w:t>
      </w:r>
    </w:p>
    <w:p w14:paraId="48276E95" w14:textId="77777777" w:rsidR="00810015" w:rsidRDefault="00810015" w:rsidP="00810015">
      <w:r>
        <w:t>262.1860</w:t>
      </w:r>
      <w:r>
        <w:tab/>
        <w:t>5.220e0</w:t>
      </w:r>
    </w:p>
    <w:p w14:paraId="2BCA3773" w14:textId="77777777" w:rsidR="00810015" w:rsidRDefault="00810015" w:rsidP="00810015">
      <w:r>
        <w:t>262.2065</w:t>
      </w:r>
      <w:r>
        <w:tab/>
        <w:t>4.051e0</w:t>
      </w:r>
    </w:p>
    <w:p w14:paraId="07BE1125" w14:textId="77777777" w:rsidR="00810015" w:rsidRDefault="00810015" w:rsidP="00810015">
      <w:r>
        <w:t>262.2191</w:t>
      </w:r>
      <w:r>
        <w:tab/>
        <w:t>3.038e0</w:t>
      </w:r>
    </w:p>
    <w:p w14:paraId="21A46E2B" w14:textId="77777777" w:rsidR="00810015" w:rsidRDefault="00810015" w:rsidP="00810015">
      <w:r>
        <w:t>262.2272</w:t>
      </w:r>
      <w:r>
        <w:tab/>
        <w:t>3.038e0</w:t>
      </w:r>
    </w:p>
    <w:p w14:paraId="3C23242A" w14:textId="77777777" w:rsidR="00810015" w:rsidRDefault="00810015" w:rsidP="00810015">
      <w:r>
        <w:t>262.2373</w:t>
      </w:r>
      <w:r>
        <w:tab/>
        <w:t>3.038e0</w:t>
      </w:r>
    </w:p>
    <w:p w14:paraId="2B2F301B" w14:textId="77777777" w:rsidR="00810015" w:rsidRDefault="00810015" w:rsidP="00810015">
      <w:r>
        <w:t>262.2565</w:t>
      </w:r>
      <w:r>
        <w:tab/>
        <w:t>1.013e0</w:t>
      </w:r>
    </w:p>
    <w:p w14:paraId="4C555546" w14:textId="77777777" w:rsidR="00810015" w:rsidRDefault="00810015" w:rsidP="00810015">
      <w:r>
        <w:t>262.2739</w:t>
      </w:r>
      <w:r>
        <w:tab/>
        <w:t>2.344e0</w:t>
      </w:r>
    </w:p>
    <w:p w14:paraId="00B533A1" w14:textId="77777777" w:rsidR="00810015" w:rsidRDefault="00810015" w:rsidP="00810015">
      <w:r>
        <w:t>262.2796</w:t>
      </w:r>
      <w:r>
        <w:tab/>
        <w:t>1.013e0</w:t>
      </w:r>
    </w:p>
    <w:p w14:paraId="428A48C2" w14:textId="77777777" w:rsidR="00810015" w:rsidRDefault="00810015" w:rsidP="00810015">
      <w:r>
        <w:t>262.2873</w:t>
      </w:r>
      <w:r>
        <w:tab/>
        <w:t>2.025e0</w:t>
      </w:r>
    </w:p>
    <w:p w14:paraId="4E1606D4" w14:textId="77777777" w:rsidR="00810015" w:rsidRDefault="00810015" w:rsidP="00810015">
      <w:r>
        <w:t>262.3013</w:t>
      </w:r>
      <w:r>
        <w:tab/>
        <w:t>2.025e0</w:t>
      </w:r>
    </w:p>
    <w:p w14:paraId="3E10DBD7" w14:textId="77777777" w:rsidR="00810015" w:rsidRDefault="00810015" w:rsidP="00810015">
      <w:r>
        <w:t>262.3108</w:t>
      </w:r>
      <w:r>
        <w:tab/>
        <w:t>2.025e0</w:t>
      </w:r>
    </w:p>
    <w:p w14:paraId="27CEA55E" w14:textId="77777777" w:rsidR="00810015" w:rsidRDefault="00810015" w:rsidP="00810015">
      <w:r>
        <w:t>262.3127</w:t>
      </w:r>
      <w:r>
        <w:tab/>
        <w:t>1.013e0</w:t>
      </w:r>
    </w:p>
    <w:p w14:paraId="3DAACDF5" w14:textId="77777777" w:rsidR="00810015" w:rsidRDefault="00810015" w:rsidP="00810015">
      <w:r>
        <w:t>262.3368</w:t>
      </w:r>
      <w:r>
        <w:tab/>
        <w:t>2.025e0</w:t>
      </w:r>
    </w:p>
    <w:p w14:paraId="5CABFC6E" w14:textId="77777777" w:rsidR="00810015" w:rsidRDefault="00810015" w:rsidP="00810015">
      <w:r>
        <w:t>262.3379</w:t>
      </w:r>
      <w:r>
        <w:tab/>
        <w:t>1.013e0</w:t>
      </w:r>
    </w:p>
    <w:p w14:paraId="4CFFEC4A" w14:textId="77777777" w:rsidR="00810015" w:rsidRDefault="00810015" w:rsidP="00810015">
      <w:r>
        <w:t>262.3442</w:t>
      </w:r>
      <w:r>
        <w:tab/>
        <w:t>4.051e0</w:t>
      </w:r>
    </w:p>
    <w:p w14:paraId="1118B50B" w14:textId="77777777" w:rsidR="00810015" w:rsidRDefault="00810015" w:rsidP="00810015">
      <w:r>
        <w:t>262.3607</w:t>
      </w:r>
      <w:r>
        <w:tab/>
        <w:t>1.013e0</w:t>
      </w:r>
    </w:p>
    <w:p w14:paraId="7BE61885" w14:textId="77777777" w:rsidR="00810015" w:rsidRDefault="00810015" w:rsidP="00810015">
      <w:r>
        <w:t>262.3621</w:t>
      </w:r>
      <w:r>
        <w:tab/>
        <w:t>2.025e0</w:t>
      </w:r>
    </w:p>
    <w:p w14:paraId="4547A8FE" w14:textId="77777777" w:rsidR="00810015" w:rsidRDefault="00810015" w:rsidP="00810015">
      <w:r>
        <w:t>262.3727</w:t>
      </w:r>
      <w:r>
        <w:tab/>
        <w:t>1.013e0</w:t>
      </w:r>
    </w:p>
    <w:p w14:paraId="692AE9B8" w14:textId="77777777" w:rsidR="00810015" w:rsidRDefault="00810015" w:rsidP="00810015">
      <w:r>
        <w:t>262.3953</w:t>
      </w:r>
      <w:r>
        <w:tab/>
        <w:t>2.025e0</w:t>
      </w:r>
    </w:p>
    <w:p w14:paraId="2E5522B1" w14:textId="77777777" w:rsidR="00810015" w:rsidRDefault="00810015" w:rsidP="00810015">
      <w:r>
        <w:t>262.3994</w:t>
      </w:r>
      <w:r>
        <w:tab/>
        <w:t>1.013e0</w:t>
      </w:r>
    </w:p>
    <w:p w14:paraId="1320BAE4" w14:textId="77777777" w:rsidR="00810015" w:rsidRDefault="00810015" w:rsidP="00810015">
      <w:r>
        <w:t>262.4073</w:t>
      </w:r>
      <w:r>
        <w:tab/>
        <w:t>1.013e0</w:t>
      </w:r>
    </w:p>
    <w:p w14:paraId="69AE8774" w14:textId="77777777" w:rsidR="00810015" w:rsidRDefault="00810015" w:rsidP="00810015">
      <w:r>
        <w:t>262.4194</w:t>
      </w:r>
      <w:r>
        <w:tab/>
        <w:t>1.013e0</w:t>
      </w:r>
    </w:p>
    <w:p w14:paraId="678F6A0B" w14:textId="77777777" w:rsidR="00810015" w:rsidRDefault="00810015" w:rsidP="00810015">
      <w:r>
        <w:t>262.4230</w:t>
      </w:r>
      <w:r>
        <w:tab/>
        <w:t>2.025e0</w:t>
      </w:r>
    </w:p>
    <w:p w14:paraId="03E42056" w14:textId="77777777" w:rsidR="00810015" w:rsidRDefault="00810015" w:rsidP="00810015">
      <w:r>
        <w:t>262.4340</w:t>
      </w:r>
      <w:r>
        <w:tab/>
        <w:t>1.013e0</w:t>
      </w:r>
    </w:p>
    <w:p w14:paraId="61B92BC7" w14:textId="77777777" w:rsidR="00810015" w:rsidRDefault="00810015" w:rsidP="00810015">
      <w:r>
        <w:t>262.4380</w:t>
      </w:r>
      <w:r>
        <w:tab/>
        <w:t>1.013e0</w:t>
      </w:r>
    </w:p>
    <w:p w14:paraId="17D15566" w14:textId="77777777" w:rsidR="00810015" w:rsidRDefault="00810015" w:rsidP="00810015">
      <w:r>
        <w:t>262.4429</w:t>
      </w:r>
      <w:r>
        <w:tab/>
        <w:t>1.013e0</w:t>
      </w:r>
    </w:p>
    <w:p w14:paraId="54C5F74E" w14:textId="77777777" w:rsidR="00810015" w:rsidRDefault="00810015" w:rsidP="00810015">
      <w:r>
        <w:t>262.4539</w:t>
      </w:r>
      <w:r>
        <w:tab/>
        <w:t>1.013e0</w:t>
      </w:r>
    </w:p>
    <w:p w14:paraId="49AD4F97" w14:textId="77777777" w:rsidR="00810015" w:rsidRDefault="00810015" w:rsidP="00810015">
      <w:r>
        <w:t>262.4680</w:t>
      </w:r>
      <w:r>
        <w:tab/>
        <w:t>1.013e0</w:t>
      </w:r>
    </w:p>
    <w:p w14:paraId="18D32F0C" w14:textId="77777777" w:rsidR="00810015" w:rsidRDefault="00810015" w:rsidP="00810015">
      <w:r>
        <w:t>262.4952</w:t>
      </w:r>
      <w:r>
        <w:tab/>
        <w:t>2.025e0</w:t>
      </w:r>
    </w:p>
    <w:p w14:paraId="78C09501" w14:textId="77777777" w:rsidR="00810015" w:rsidRDefault="00810015" w:rsidP="00810015">
      <w:r>
        <w:t>262.5175</w:t>
      </w:r>
      <w:r>
        <w:tab/>
        <w:t>2.025e0</w:t>
      </w:r>
    </w:p>
    <w:p w14:paraId="0F2149AB" w14:textId="77777777" w:rsidR="00810015" w:rsidRDefault="00810015" w:rsidP="00810015">
      <w:r>
        <w:t>262.5194</w:t>
      </w:r>
      <w:r>
        <w:tab/>
        <w:t>1.013e0</w:t>
      </w:r>
    </w:p>
    <w:p w14:paraId="0B13D3CE" w14:textId="77777777" w:rsidR="00810015" w:rsidRDefault="00810015" w:rsidP="00810015">
      <w:r>
        <w:t>262.5244</w:t>
      </w:r>
      <w:r>
        <w:tab/>
        <w:t>1.013e0</w:t>
      </w:r>
    </w:p>
    <w:p w14:paraId="12B13F89" w14:textId="77777777" w:rsidR="00810015" w:rsidRDefault="00810015" w:rsidP="00810015">
      <w:r>
        <w:t>262.5748</w:t>
      </w:r>
      <w:r>
        <w:tab/>
        <w:t>1.013e0</w:t>
      </w:r>
    </w:p>
    <w:p w14:paraId="34DF1900" w14:textId="77777777" w:rsidR="00810015" w:rsidRDefault="00810015" w:rsidP="00810015">
      <w:r>
        <w:t>262.5796</w:t>
      </w:r>
      <w:r>
        <w:tab/>
        <w:t>1.013e0</w:t>
      </w:r>
    </w:p>
    <w:p w14:paraId="6DCEF19C" w14:textId="77777777" w:rsidR="00810015" w:rsidRDefault="00810015" w:rsidP="00810015">
      <w:r>
        <w:t>262.6088</w:t>
      </w:r>
      <w:r>
        <w:tab/>
        <w:t>1.013e0</w:t>
      </w:r>
    </w:p>
    <w:p w14:paraId="3717DAFE" w14:textId="77777777" w:rsidR="00810015" w:rsidRDefault="00810015" w:rsidP="00810015">
      <w:r>
        <w:t>262.6185</w:t>
      </w:r>
      <w:r>
        <w:tab/>
        <w:t>1.013e0</w:t>
      </w:r>
    </w:p>
    <w:p w14:paraId="29391CB7" w14:textId="77777777" w:rsidR="00810015" w:rsidRDefault="00810015" w:rsidP="00810015">
      <w:r>
        <w:t>262.6325</w:t>
      </w:r>
      <w:r>
        <w:tab/>
        <w:t>2.025e0</w:t>
      </w:r>
    </w:p>
    <w:p w14:paraId="0F0F552D" w14:textId="77777777" w:rsidR="00810015" w:rsidRDefault="00810015" w:rsidP="00810015">
      <w:r>
        <w:t>262.6396</w:t>
      </w:r>
      <w:r>
        <w:tab/>
        <w:t>1.013e0</w:t>
      </w:r>
    </w:p>
    <w:p w14:paraId="5A4357C4" w14:textId="77777777" w:rsidR="00810015" w:rsidRDefault="00810015" w:rsidP="00810015">
      <w:r>
        <w:t>262.6743</w:t>
      </w:r>
      <w:r>
        <w:tab/>
        <w:t>1.013e0</w:t>
      </w:r>
    </w:p>
    <w:p w14:paraId="648AF1C9" w14:textId="77777777" w:rsidR="00810015" w:rsidRDefault="00810015" w:rsidP="00810015">
      <w:r>
        <w:t>262.6874</w:t>
      </w:r>
      <w:r>
        <w:tab/>
        <w:t>1.013e0</w:t>
      </w:r>
    </w:p>
    <w:p w14:paraId="416AA853" w14:textId="77777777" w:rsidR="00810015" w:rsidRDefault="00810015" w:rsidP="00810015">
      <w:r>
        <w:t>262.7050</w:t>
      </w:r>
      <w:r>
        <w:tab/>
        <w:t>1.013e0</w:t>
      </w:r>
    </w:p>
    <w:p w14:paraId="33C85F1B" w14:textId="77777777" w:rsidR="00810015" w:rsidRDefault="00810015" w:rsidP="00810015">
      <w:r>
        <w:t>262.7149</w:t>
      </w:r>
      <w:r>
        <w:tab/>
        <w:t>2.025e0</w:t>
      </w:r>
    </w:p>
    <w:p w14:paraId="28F55851" w14:textId="77777777" w:rsidR="00810015" w:rsidRDefault="00810015" w:rsidP="00810015">
      <w:r>
        <w:t>262.7350</w:t>
      </w:r>
      <w:r>
        <w:tab/>
        <w:t>1.013e0</w:t>
      </w:r>
    </w:p>
    <w:p w14:paraId="6749D62B" w14:textId="77777777" w:rsidR="00810015" w:rsidRDefault="00810015" w:rsidP="00810015">
      <w:r>
        <w:t>262.7399</w:t>
      </w:r>
      <w:r>
        <w:tab/>
        <w:t>1.013e0</w:t>
      </w:r>
    </w:p>
    <w:p w14:paraId="16AA190C" w14:textId="77777777" w:rsidR="00810015" w:rsidRDefault="00810015" w:rsidP="00810015">
      <w:r>
        <w:t>262.7477</w:t>
      </w:r>
      <w:r>
        <w:tab/>
        <w:t>2.025e0</w:t>
      </w:r>
    </w:p>
    <w:p w14:paraId="168FAAA4" w14:textId="77777777" w:rsidR="00810015" w:rsidRDefault="00810015" w:rsidP="00810015">
      <w:r>
        <w:t>262.7829</w:t>
      </w:r>
      <w:r>
        <w:tab/>
        <w:t>2.025e0</w:t>
      </w:r>
    </w:p>
    <w:p w14:paraId="209221C8" w14:textId="77777777" w:rsidR="00810015" w:rsidRDefault="00810015" w:rsidP="00810015">
      <w:r>
        <w:t>262.8031</w:t>
      </w:r>
      <w:r>
        <w:tab/>
        <w:t>1.013e0</w:t>
      </w:r>
    </w:p>
    <w:p w14:paraId="2126C515" w14:textId="77777777" w:rsidR="00810015" w:rsidRDefault="00810015" w:rsidP="00810015">
      <w:r>
        <w:t>262.8048</w:t>
      </w:r>
      <w:r>
        <w:tab/>
        <w:t>3.038e0</w:t>
      </w:r>
    </w:p>
    <w:p w14:paraId="67637EC8" w14:textId="77777777" w:rsidR="00810015" w:rsidRDefault="00810015" w:rsidP="00810015">
      <w:r>
        <w:t>262.8531</w:t>
      </w:r>
      <w:r>
        <w:tab/>
        <w:t>4.051e0</w:t>
      </w:r>
    </w:p>
    <w:p w14:paraId="6F03BBC9" w14:textId="77777777" w:rsidR="00810015" w:rsidRDefault="00810015" w:rsidP="00810015">
      <w:r>
        <w:t>262.8679</w:t>
      </w:r>
      <w:r>
        <w:tab/>
        <w:t>2.025e0</w:t>
      </w:r>
    </w:p>
    <w:p w14:paraId="7D47F4E5" w14:textId="77777777" w:rsidR="00810015" w:rsidRDefault="00810015" w:rsidP="00810015">
      <w:r>
        <w:t>262.9026</w:t>
      </w:r>
      <w:r>
        <w:tab/>
        <w:t>1.013e0</w:t>
      </w:r>
    </w:p>
    <w:p w14:paraId="4C8ADE2A" w14:textId="77777777" w:rsidR="00810015" w:rsidRDefault="00810015" w:rsidP="00810015">
      <w:r>
        <w:t>262.9207</w:t>
      </w:r>
      <w:r>
        <w:tab/>
        <w:t>2.025e0</w:t>
      </w:r>
    </w:p>
    <w:p w14:paraId="0679DD88" w14:textId="77777777" w:rsidR="00810015" w:rsidRDefault="00810015" w:rsidP="00810015">
      <w:r>
        <w:t>262.9492</w:t>
      </w:r>
      <w:r>
        <w:tab/>
        <w:t>2.025e0</w:t>
      </w:r>
    </w:p>
    <w:p w14:paraId="0C346FF1" w14:textId="77777777" w:rsidR="00810015" w:rsidRDefault="00810015" w:rsidP="00810015">
      <w:r>
        <w:t>262.9644</w:t>
      </w:r>
      <w:r>
        <w:tab/>
        <w:t>1.013e0</w:t>
      </w:r>
    </w:p>
    <w:p w14:paraId="52B7399B" w14:textId="77777777" w:rsidR="00810015" w:rsidRDefault="00810015" w:rsidP="00810015">
      <w:r>
        <w:t>262.9760</w:t>
      </w:r>
      <w:r>
        <w:tab/>
        <w:t>1.013e0</w:t>
      </w:r>
    </w:p>
    <w:p w14:paraId="5A29CCF8" w14:textId="77777777" w:rsidR="00810015" w:rsidRDefault="00810015" w:rsidP="00810015">
      <w:r>
        <w:t>262.9800</w:t>
      </w:r>
      <w:r>
        <w:tab/>
        <w:t>3.038e0</w:t>
      </w:r>
    </w:p>
    <w:p w14:paraId="10A921E2" w14:textId="77777777" w:rsidR="00810015" w:rsidRDefault="00810015" w:rsidP="00810015">
      <w:r>
        <w:t>262.9870</w:t>
      </w:r>
      <w:r>
        <w:tab/>
        <w:t>3.038e0</w:t>
      </w:r>
    </w:p>
    <w:p w14:paraId="4385A222" w14:textId="77777777" w:rsidR="00810015" w:rsidRDefault="00810015" w:rsidP="00810015">
      <w:r>
        <w:t>263.0274</w:t>
      </w:r>
      <w:r>
        <w:tab/>
        <w:t>4.051e0</w:t>
      </w:r>
    </w:p>
    <w:p w14:paraId="78A9D3AE" w14:textId="77777777" w:rsidR="00810015" w:rsidRDefault="00810015" w:rsidP="00810015">
      <w:r>
        <w:t>263.0316</w:t>
      </w:r>
      <w:r>
        <w:tab/>
        <w:t>1.013e0</w:t>
      </w:r>
    </w:p>
    <w:p w14:paraId="262AB88B" w14:textId="77777777" w:rsidR="00810015" w:rsidRDefault="00810015" w:rsidP="00810015">
      <w:r>
        <w:t>263.0448</w:t>
      </w:r>
      <w:r>
        <w:tab/>
        <w:t>1.629e0</w:t>
      </w:r>
    </w:p>
    <w:p w14:paraId="4FF66990" w14:textId="77777777" w:rsidR="00810015" w:rsidRDefault="00810015" w:rsidP="00810015">
      <w:r>
        <w:t>263.0614</w:t>
      </w:r>
      <w:r>
        <w:tab/>
        <w:t>2.025e0</w:t>
      </w:r>
    </w:p>
    <w:p w14:paraId="3B3C9493" w14:textId="77777777" w:rsidR="00810015" w:rsidRDefault="00810015" w:rsidP="00810015">
      <w:r>
        <w:t>263.0698</w:t>
      </w:r>
      <w:r>
        <w:tab/>
        <w:t>2.959e0</w:t>
      </w:r>
    </w:p>
    <w:p w14:paraId="1E1CAE63" w14:textId="77777777" w:rsidR="00810015" w:rsidRDefault="00810015" w:rsidP="00810015">
      <w:r>
        <w:t>263.0843</w:t>
      </w:r>
      <w:r>
        <w:tab/>
        <w:t>3.205e0</w:t>
      </w:r>
    </w:p>
    <w:p w14:paraId="4D5ABD6B" w14:textId="77777777" w:rsidR="00810015" w:rsidRDefault="00810015" w:rsidP="00810015">
      <w:r>
        <w:t>263.0962</w:t>
      </w:r>
      <w:r>
        <w:tab/>
        <w:t>1.013e0</w:t>
      </w:r>
    </w:p>
    <w:p w14:paraId="2D218737" w14:textId="77777777" w:rsidR="00810015" w:rsidRDefault="00810015" w:rsidP="00810015">
      <w:r>
        <w:t>263.1230</w:t>
      </w:r>
      <w:r>
        <w:tab/>
        <w:t>2.025e0</w:t>
      </w:r>
    </w:p>
    <w:p w14:paraId="7A4D1E8C" w14:textId="77777777" w:rsidR="00810015" w:rsidRDefault="00810015" w:rsidP="00810015">
      <w:r>
        <w:t>263.1244</w:t>
      </w:r>
      <w:r>
        <w:tab/>
        <w:t>5.063e0</w:t>
      </w:r>
    </w:p>
    <w:p w14:paraId="7B99CB54" w14:textId="77777777" w:rsidR="00810015" w:rsidRDefault="00810015" w:rsidP="00810015">
      <w:r>
        <w:t>263.1363</w:t>
      </w:r>
      <w:r>
        <w:tab/>
        <w:t>3.038e0</w:t>
      </w:r>
    </w:p>
    <w:p w14:paraId="561A5A10" w14:textId="77777777" w:rsidR="00810015" w:rsidRDefault="00810015" w:rsidP="00810015">
      <w:r>
        <w:t>263.1492</w:t>
      </w:r>
      <w:r>
        <w:tab/>
        <w:t>2.025e0</w:t>
      </w:r>
    </w:p>
    <w:p w14:paraId="4BFDFE17" w14:textId="77777777" w:rsidR="00810015" w:rsidRDefault="00810015" w:rsidP="00810015">
      <w:r>
        <w:t>263.1614</w:t>
      </w:r>
      <w:r>
        <w:tab/>
        <w:t>2.744e0</w:t>
      </w:r>
    </w:p>
    <w:p w14:paraId="6A098FDF" w14:textId="77777777" w:rsidR="00810015" w:rsidRDefault="00810015" w:rsidP="00810015">
      <w:r>
        <w:t>263.1677</w:t>
      </w:r>
      <w:r>
        <w:tab/>
        <w:t>2.025e0</w:t>
      </w:r>
    </w:p>
    <w:p w14:paraId="0BE13DD9" w14:textId="77777777" w:rsidR="00810015" w:rsidRDefault="00810015" w:rsidP="00810015">
      <w:r>
        <w:t>263.1880</w:t>
      </w:r>
      <w:r>
        <w:tab/>
        <w:t>2.025e0</w:t>
      </w:r>
    </w:p>
    <w:p w14:paraId="5B0E6D85" w14:textId="77777777" w:rsidR="00810015" w:rsidRDefault="00810015" w:rsidP="00810015">
      <w:r>
        <w:t>263.1921</w:t>
      </w:r>
      <w:r>
        <w:tab/>
        <w:t>1.013e0</w:t>
      </w:r>
    </w:p>
    <w:p w14:paraId="538C704A" w14:textId="77777777" w:rsidR="00810015" w:rsidRDefault="00810015" w:rsidP="00810015">
      <w:r>
        <w:t>263.2138</w:t>
      </w:r>
      <w:r>
        <w:tab/>
        <w:t>3.038e0</w:t>
      </w:r>
    </w:p>
    <w:p w14:paraId="4DBCB314" w14:textId="77777777" w:rsidR="00810015" w:rsidRDefault="00810015" w:rsidP="00810015">
      <w:r>
        <w:t>263.2296</w:t>
      </w:r>
      <w:r>
        <w:tab/>
        <w:t>4.051e0</w:t>
      </w:r>
    </w:p>
    <w:p w14:paraId="5B2EEB31" w14:textId="77777777" w:rsidR="00810015" w:rsidRDefault="00810015" w:rsidP="00810015">
      <w:r>
        <w:t>263.2472</w:t>
      </w:r>
      <w:r>
        <w:tab/>
        <w:t>1.013e0</w:t>
      </w:r>
    </w:p>
    <w:p w14:paraId="3201AA57" w14:textId="77777777" w:rsidR="00810015" w:rsidRDefault="00810015" w:rsidP="00810015">
      <w:r>
        <w:t>263.2645</w:t>
      </w:r>
      <w:r>
        <w:tab/>
        <w:t>3.038e0</w:t>
      </w:r>
    </w:p>
    <w:p w14:paraId="04F0A8E5" w14:textId="77777777" w:rsidR="00810015" w:rsidRDefault="00810015" w:rsidP="00810015">
      <w:r>
        <w:t>263.2808</w:t>
      </w:r>
      <w:r>
        <w:tab/>
        <w:t>2.025e0</w:t>
      </w:r>
    </w:p>
    <w:p w14:paraId="1F8C1224" w14:textId="77777777" w:rsidR="00810015" w:rsidRDefault="00810015" w:rsidP="00810015">
      <w:r>
        <w:t>263.2838</w:t>
      </w:r>
      <w:r>
        <w:tab/>
        <w:t>2.025e0</w:t>
      </w:r>
    </w:p>
    <w:p w14:paraId="5BA0A45A" w14:textId="77777777" w:rsidR="00810015" w:rsidRDefault="00810015" w:rsidP="00810015">
      <w:r>
        <w:t>263.2943</w:t>
      </w:r>
      <w:r>
        <w:tab/>
        <w:t>1.013e0</w:t>
      </w:r>
    </w:p>
    <w:p w14:paraId="3CCDF028" w14:textId="77777777" w:rsidR="00810015" w:rsidRDefault="00810015" w:rsidP="00810015">
      <w:r>
        <w:t>263.3147</w:t>
      </w:r>
      <w:r>
        <w:tab/>
        <w:t>2.025e0</w:t>
      </w:r>
    </w:p>
    <w:p w14:paraId="4382F1BE" w14:textId="77777777" w:rsidR="00810015" w:rsidRDefault="00810015" w:rsidP="00810015">
      <w:r>
        <w:t>263.3284</w:t>
      </w:r>
      <w:r>
        <w:tab/>
        <w:t>1.013e0</w:t>
      </w:r>
    </w:p>
    <w:p w14:paraId="1180DD3E" w14:textId="77777777" w:rsidR="00810015" w:rsidRDefault="00810015" w:rsidP="00810015">
      <w:r>
        <w:t>263.3430</w:t>
      </w:r>
      <w:r>
        <w:tab/>
        <w:t>1.013e0</w:t>
      </w:r>
    </w:p>
    <w:p w14:paraId="17B4577C" w14:textId="77777777" w:rsidR="00810015" w:rsidRDefault="00810015" w:rsidP="00810015">
      <w:r>
        <w:t>263.3722</w:t>
      </w:r>
      <w:r>
        <w:tab/>
        <w:t>1.013e0</w:t>
      </w:r>
    </w:p>
    <w:p w14:paraId="7C8D0037" w14:textId="77777777" w:rsidR="00810015" w:rsidRDefault="00810015" w:rsidP="00810015">
      <w:r>
        <w:t>263.3827</w:t>
      </w:r>
      <w:r>
        <w:tab/>
        <w:t>2.025e0</w:t>
      </w:r>
    </w:p>
    <w:p w14:paraId="484E4BD2" w14:textId="77777777" w:rsidR="00810015" w:rsidRDefault="00810015" w:rsidP="00810015">
      <w:r>
        <w:t>263.4177</w:t>
      </w:r>
      <w:r>
        <w:tab/>
        <w:t>3.038e0</w:t>
      </w:r>
    </w:p>
    <w:p w14:paraId="7EBF8B48" w14:textId="77777777" w:rsidR="00810015" w:rsidRDefault="00810015" w:rsidP="00810015">
      <w:r>
        <w:t>263.4236</w:t>
      </w:r>
      <w:r>
        <w:tab/>
        <w:t>2.025e0</w:t>
      </w:r>
    </w:p>
    <w:p w14:paraId="154F3AC0" w14:textId="77777777" w:rsidR="00810015" w:rsidRDefault="00810015" w:rsidP="00810015">
      <w:r>
        <w:t>263.4407</w:t>
      </w:r>
      <w:r>
        <w:tab/>
        <w:t>2.025e0</w:t>
      </w:r>
    </w:p>
    <w:p w14:paraId="1B8D9951" w14:textId="77777777" w:rsidR="00810015" w:rsidRDefault="00810015" w:rsidP="00810015">
      <w:r>
        <w:t>263.4984</w:t>
      </w:r>
      <w:r>
        <w:tab/>
        <w:t>1.013e0</w:t>
      </w:r>
    </w:p>
    <w:p w14:paraId="223F696E" w14:textId="77777777" w:rsidR="00810015" w:rsidRDefault="00810015" w:rsidP="00810015">
      <w:r>
        <w:t>263.5118</w:t>
      </w:r>
      <w:r>
        <w:tab/>
        <w:t>3.038e0</w:t>
      </w:r>
    </w:p>
    <w:p w14:paraId="75BC72DB" w14:textId="77777777" w:rsidR="00810015" w:rsidRDefault="00810015" w:rsidP="00810015">
      <w:r>
        <w:t>263.5410</w:t>
      </w:r>
      <w:r>
        <w:tab/>
        <w:t>1.013e0</w:t>
      </w:r>
    </w:p>
    <w:p w14:paraId="598F29DA" w14:textId="77777777" w:rsidR="00810015" w:rsidRDefault="00810015" w:rsidP="00810015">
      <w:r>
        <w:t>263.5560</w:t>
      </w:r>
      <w:r>
        <w:tab/>
        <w:t>3.038e0</w:t>
      </w:r>
    </w:p>
    <w:p w14:paraId="6445786B" w14:textId="77777777" w:rsidR="00810015" w:rsidRDefault="00810015" w:rsidP="00810015">
      <w:r>
        <w:t>263.5573</w:t>
      </w:r>
      <w:r>
        <w:tab/>
        <w:t>1.013e0</w:t>
      </w:r>
    </w:p>
    <w:p w14:paraId="5829941C" w14:textId="77777777" w:rsidR="00810015" w:rsidRDefault="00810015" w:rsidP="00810015">
      <w:r>
        <w:t>263.5768</w:t>
      </w:r>
      <w:r>
        <w:tab/>
        <w:t>1.013e0</w:t>
      </w:r>
    </w:p>
    <w:p w14:paraId="4E23DDF2" w14:textId="77777777" w:rsidR="00810015" w:rsidRDefault="00810015" w:rsidP="00810015">
      <w:r>
        <w:t>263.5917</w:t>
      </w:r>
      <w:r>
        <w:tab/>
        <w:t>1.013e0</w:t>
      </w:r>
    </w:p>
    <w:p w14:paraId="51067CB5" w14:textId="77777777" w:rsidR="00810015" w:rsidRDefault="00810015" w:rsidP="00810015">
      <w:r>
        <w:t>263.6333</w:t>
      </w:r>
      <w:r>
        <w:tab/>
        <w:t>2.025e0</w:t>
      </w:r>
    </w:p>
    <w:p w14:paraId="00EB05E6" w14:textId="77777777" w:rsidR="00810015" w:rsidRDefault="00810015" w:rsidP="00810015">
      <w:r>
        <w:t>263.6401</w:t>
      </w:r>
      <w:r>
        <w:tab/>
        <w:t>1.013e0</w:t>
      </w:r>
    </w:p>
    <w:p w14:paraId="534DE95F" w14:textId="77777777" w:rsidR="00810015" w:rsidRDefault="00810015" w:rsidP="00810015">
      <w:r>
        <w:t>263.6450</w:t>
      </w:r>
      <w:r>
        <w:tab/>
        <w:t>1.013e0</w:t>
      </w:r>
    </w:p>
    <w:p w14:paraId="6EFED0C7" w14:textId="77777777" w:rsidR="00810015" w:rsidRDefault="00810015" w:rsidP="00810015">
      <w:r>
        <w:t>263.6742</w:t>
      </w:r>
      <w:r>
        <w:tab/>
        <w:t>1.013e0</w:t>
      </w:r>
    </w:p>
    <w:p w14:paraId="409C63D8" w14:textId="77777777" w:rsidR="00810015" w:rsidRDefault="00810015" w:rsidP="00810015">
      <w:r>
        <w:t>263.6891</w:t>
      </w:r>
      <w:r>
        <w:tab/>
        <w:t>1.013e0</w:t>
      </w:r>
    </w:p>
    <w:p w14:paraId="4AAF318E" w14:textId="77777777" w:rsidR="00810015" w:rsidRDefault="00810015" w:rsidP="00810015">
      <w:r>
        <w:t>263.6981</w:t>
      </w:r>
      <w:r>
        <w:tab/>
        <w:t>2.025e0</w:t>
      </w:r>
    </w:p>
    <w:p w14:paraId="3E0CF77E" w14:textId="77777777" w:rsidR="00810015" w:rsidRDefault="00810015" w:rsidP="00810015">
      <w:r>
        <w:t>263.7001</w:t>
      </w:r>
      <w:r>
        <w:tab/>
        <w:t>1.013e0</w:t>
      </w:r>
    </w:p>
    <w:p w14:paraId="127F6DA0" w14:textId="77777777" w:rsidR="00810015" w:rsidRDefault="00810015" w:rsidP="00810015">
      <w:r>
        <w:t>263.7040</w:t>
      </w:r>
      <w:r>
        <w:tab/>
        <w:t>1.013e0</w:t>
      </w:r>
    </w:p>
    <w:p w14:paraId="3D9D463A" w14:textId="77777777" w:rsidR="00810015" w:rsidRDefault="00810015" w:rsidP="00810015">
      <w:r>
        <w:t>263.7308</w:t>
      </w:r>
      <w:r>
        <w:tab/>
        <w:t>1.013e0</w:t>
      </w:r>
    </w:p>
    <w:p w14:paraId="559BF443" w14:textId="77777777" w:rsidR="00810015" w:rsidRDefault="00810015" w:rsidP="00810015">
      <w:r>
        <w:t>263.7815</w:t>
      </w:r>
      <w:r>
        <w:tab/>
        <w:t>1.013e0</w:t>
      </w:r>
    </w:p>
    <w:p w14:paraId="5AF69C55" w14:textId="77777777" w:rsidR="00810015" w:rsidRDefault="00810015" w:rsidP="00810015">
      <w:r>
        <w:t>263.7936</w:t>
      </w:r>
      <w:r>
        <w:tab/>
        <w:t>2.025e0</w:t>
      </w:r>
    </w:p>
    <w:p w14:paraId="41D85B98" w14:textId="77777777" w:rsidR="00810015" w:rsidRDefault="00810015" w:rsidP="00810015">
      <w:r>
        <w:t>263.8004</w:t>
      </w:r>
      <w:r>
        <w:tab/>
        <w:t>1.013e0</w:t>
      </w:r>
    </w:p>
    <w:p w14:paraId="243EB395" w14:textId="77777777" w:rsidR="00810015" w:rsidRDefault="00810015" w:rsidP="00810015">
      <w:r>
        <w:t>263.8312</w:t>
      </w:r>
      <w:r>
        <w:tab/>
        <w:t>1.013e0</w:t>
      </w:r>
    </w:p>
    <w:p w14:paraId="147C1B0C" w14:textId="77777777" w:rsidR="00810015" w:rsidRDefault="00810015" w:rsidP="00810015">
      <w:r>
        <w:t>263.8431</w:t>
      </w:r>
      <w:r>
        <w:tab/>
        <w:t>1.013e0</w:t>
      </w:r>
    </w:p>
    <w:p w14:paraId="78264C82" w14:textId="77777777" w:rsidR="00810015" w:rsidRDefault="00810015" w:rsidP="00810015">
      <w:r>
        <w:t>263.8595</w:t>
      </w:r>
      <w:r>
        <w:tab/>
        <w:t>1.013e0</w:t>
      </w:r>
    </w:p>
    <w:p w14:paraId="70521D6C" w14:textId="77777777" w:rsidR="00810015" w:rsidRDefault="00810015" w:rsidP="00810015">
      <w:r>
        <w:t>263.8667</w:t>
      </w:r>
      <w:r>
        <w:tab/>
        <w:t>2.025e0</w:t>
      </w:r>
    </w:p>
    <w:p w14:paraId="193F9E5D" w14:textId="77777777" w:rsidR="00810015" w:rsidRDefault="00810015" w:rsidP="00810015">
      <w:r>
        <w:t>263.8702</w:t>
      </w:r>
      <w:r>
        <w:tab/>
        <w:t>1.013e0</w:t>
      </w:r>
    </w:p>
    <w:p w14:paraId="38AB1F71" w14:textId="77777777" w:rsidR="00810015" w:rsidRDefault="00810015" w:rsidP="00810015">
      <w:r>
        <w:t>263.9034</w:t>
      </w:r>
      <w:r>
        <w:tab/>
        <w:t>1.013e0</w:t>
      </w:r>
    </w:p>
    <w:p w14:paraId="17E1FABC" w14:textId="77777777" w:rsidR="00810015" w:rsidRDefault="00810015" w:rsidP="00810015">
      <w:r>
        <w:t>263.9247</w:t>
      </w:r>
      <w:r>
        <w:tab/>
        <w:t>1.013e0</w:t>
      </w:r>
    </w:p>
    <w:p w14:paraId="535CB91D" w14:textId="77777777" w:rsidR="00810015" w:rsidRDefault="00810015" w:rsidP="00810015">
      <w:r>
        <w:t>263.9326</w:t>
      </w:r>
      <w:r>
        <w:tab/>
        <w:t>1.013e0</w:t>
      </w:r>
    </w:p>
    <w:p w14:paraId="27367DEE" w14:textId="77777777" w:rsidR="00810015" w:rsidRDefault="00810015" w:rsidP="00810015">
      <w:r>
        <w:t>263.9594</w:t>
      </w:r>
      <w:r>
        <w:tab/>
        <w:t>1.013e0</w:t>
      </w:r>
    </w:p>
    <w:p w14:paraId="7089D89E" w14:textId="77777777" w:rsidR="00810015" w:rsidRDefault="00810015" w:rsidP="00810015">
      <w:r>
        <w:t>263.9902</w:t>
      </w:r>
      <w:r>
        <w:tab/>
        <w:t>2.025e0</w:t>
      </w:r>
    </w:p>
    <w:p w14:paraId="73481856" w14:textId="77777777" w:rsidR="00810015" w:rsidRDefault="00810015" w:rsidP="00810015">
      <w:r>
        <w:t>263.9942</w:t>
      </w:r>
      <w:r>
        <w:tab/>
        <w:t>3.038e0</w:t>
      </w:r>
    </w:p>
    <w:p w14:paraId="2FDA8DA9" w14:textId="77777777" w:rsidR="00810015" w:rsidRDefault="00810015" w:rsidP="00810015">
      <w:r>
        <w:t>263.9991</w:t>
      </w:r>
      <w:r>
        <w:tab/>
        <w:t>1.013e0</w:t>
      </w:r>
    </w:p>
    <w:p w14:paraId="6E794DF4" w14:textId="77777777" w:rsidR="00810015" w:rsidRDefault="00810015" w:rsidP="00810015">
      <w:r>
        <w:t>264.0022</w:t>
      </w:r>
      <w:r>
        <w:tab/>
        <w:t>1.013e0</w:t>
      </w:r>
    </w:p>
    <w:p w14:paraId="3EB0875F" w14:textId="77777777" w:rsidR="00810015" w:rsidRDefault="00810015" w:rsidP="00810015">
      <w:r>
        <w:t>264.0349</w:t>
      </w:r>
      <w:r>
        <w:tab/>
        <w:t>2.025e0</w:t>
      </w:r>
    </w:p>
    <w:p w14:paraId="15461990" w14:textId="77777777" w:rsidR="00810015" w:rsidRDefault="00810015" w:rsidP="00810015">
      <w:r>
        <w:t>264.0457</w:t>
      </w:r>
      <w:r>
        <w:tab/>
        <w:t>3.038e0</w:t>
      </w:r>
    </w:p>
    <w:p w14:paraId="3D4F58D1" w14:textId="77777777" w:rsidR="00810015" w:rsidRDefault="00810015" w:rsidP="00810015">
      <w:r>
        <w:t>264.0585</w:t>
      </w:r>
      <w:r>
        <w:tab/>
        <w:t>3.038e0</w:t>
      </w:r>
    </w:p>
    <w:p w14:paraId="280F29E9" w14:textId="77777777" w:rsidR="00810015" w:rsidRDefault="00810015" w:rsidP="00810015">
      <w:r>
        <w:t>264.0717</w:t>
      </w:r>
      <w:r>
        <w:tab/>
        <w:t>2.025e0</w:t>
      </w:r>
    </w:p>
    <w:p w14:paraId="68C79D45" w14:textId="77777777" w:rsidR="00810015" w:rsidRDefault="00810015" w:rsidP="00810015">
      <w:r>
        <w:t>264.0839</w:t>
      </w:r>
      <w:r>
        <w:tab/>
        <w:t>1.013e0</w:t>
      </w:r>
    </w:p>
    <w:p w14:paraId="4CE940CC" w14:textId="77777777" w:rsidR="00810015" w:rsidRDefault="00810015" w:rsidP="00810015">
      <w:r>
        <w:t>264.1065</w:t>
      </w:r>
      <w:r>
        <w:tab/>
        <w:t>1.013e0</w:t>
      </w:r>
    </w:p>
    <w:p w14:paraId="2B67BF0F" w14:textId="77777777" w:rsidR="00810015" w:rsidRDefault="00810015" w:rsidP="00810015">
      <w:r>
        <w:t>264.1085</w:t>
      </w:r>
      <w:r>
        <w:tab/>
        <w:t>2.025e0</w:t>
      </w:r>
    </w:p>
    <w:p w14:paraId="461959F9" w14:textId="77777777" w:rsidR="00810015" w:rsidRDefault="00810015" w:rsidP="00810015">
      <w:r>
        <w:t>264.1279</w:t>
      </w:r>
      <w:r>
        <w:tab/>
        <w:t>2.025e0</w:t>
      </w:r>
    </w:p>
    <w:p w14:paraId="559D6FC9" w14:textId="77777777" w:rsidR="00810015" w:rsidRDefault="00810015" w:rsidP="00810015">
      <w:r>
        <w:t>264.1299</w:t>
      </w:r>
      <w:r>
        <w:tab/>
        <w:t>3.038e0</w:t>
      </w:r>
    </w:p>
    <w:p w14:paraId="13D6530E" w14:textId="77777777" w:rsidR="00810015" w:rsidRDefault="00810015" w:rsidP="00810015">
      <w:r>
        <w:t>264.1374</w:t>
      </w:r>
      <w:r>
        <w:tab/>
        <w:t>1.013e0</w:t>
      </w:r>
    </w:p>
    <w:p w14:paraId="203CFC2E" w14:textId="77777777" w:rsidR="00810015" w:rsidRDefault="00810015" w:rsidP="00810015">
      <w:r>
        <w:t>264.1624</w:t>
      </w:r>
      <w:r>
        <w:tab/>
        <w:t>3.038e0</w:t>
      </w:r>
    </w:p>
    <w:p w14:paraId="5EA33E1C" w14:textId="77777777" w:rsidR="00810015" w:rsidRDefault="00810015" w:rsidP="00810015">
      <w:r>
        <w:t>264.1648</w:t>
      </w:r>
      <w:r>
        <w:tab/>
        <w:t>3.038e0</w:t>
      </w:r>
    </w:p>
    <w:p w14:paraId="3792AA5D" w14:textId="77777777" w:rsidR="00810015" w:rsidRDefault="00810015" w:rsidP="00810015">
      <w:r>
        <w:t>264.1900</w:t>
      </w:r>
      <w:r>
        <w:tab/>
        <w:t>8.101e0</w:t>
      </w:r>
    </w:p>
    <w:p w14:paraId="109E84BC" w14:textId="77777777" w:rsidR="00810015" w:rsidRDefault="00810015" w:rsidP="00810015">
      <w:r>
        <w:t>264.2158</w:t>
      </w:r>
      <w:r>
        <w:tab/>
        <w:t>2.025e0</w:t>
      </w:r>
    </w:p>
    <w:p w14:paraId="2C56D6B2" w14:textId="77777777" w:rsidR="00810015" w:rsidRDefault="00810015" w:rsidP="00810015">
      <w:r>
        <w:t>264.2188</w:t>
      </w:r>
      <w:r>
        <w:tab/>
        <w:t>1.013e0</w:t>
      </w:r>
    </w:p>
    <w:p w14:paraId="1A773F8F" w14:textId="77777777" w:rsidR="00810015" w:rsidRDefault="00810015" w:rsidP="00810015">
      <w:r>
        <w:t>264.2288</w:t>
      </w:r>
      <w:r>
        <w:tab/>
        <w:t>2.025e0</w:t>
      </w:r>
    </w:p>
    <w:p w14:paraId="6BCE2311" w14:textId="77777777" w:rsidR="00810015" w:rsidRDefault="00810015" w:rsidP="00810015">
      <w:r>
        <w:t>264.2665</w:t>
      </w:r>
      <w:r>
        <w:tab/>
        <w:t>1.013e0</w:t>
      </w:r>
    </w:p>
    <w:p w14:paraId="5E244660" w14:textId="77777777" w:rsidR="00810015" w:rsidRDefault="00810015" w:rsidP="00810015">
      <w:r>
        <w:t>264.3085</w:t>
      </w:r>
      <w:r>
        <w:tab/>
        <w:t>2.025e0</w:t>
      </w:r>
    </w:p>
    <w:p w14:paraId="30ACACD0" w14:textId="77777777" w:rsidR="00810015" w:rsidRDefault="00810015" w:rsidP="00810015">
      <w:r>
        <w:t>264.3522</w:t>
      </w:r>
      <w:r>
        <w:tab/>
        <w:t>4.051e0</w:t>
      </w:r>
    </w:p>
    <w:p w14:paraId="6B6E7C87" w14:textId="77777777" w:rsidR="00810015" w:rsidRDefault="00810015" w:rsidP="00810015">
      <w:r>
        <w:t>264.3537</w:t>
      </w:r>
      <w:r>
        <w:tab/>
        <w:t>3.038e0</w:t>
      </w:r>
    </w:p>
    <w:p w14:paraId="08AC4680" w14:textId="77777777" w:rsidR="00810015" w:rsidRDefault="00810015" w:rsidP="00810015">
      <w:r>
        <w:t>264.3964</w:t>
      </w:r>
      <w:r>
        <w:tab/>
        <w:t>1.013e0</w:t>
      </w:r>
    </w:p>
    <w:p w14:paraId="54194EED" w14:textId="77777777" w:rsidR="00810015" w:rsidRDefault="00810015" w:rsidP="00810015">
      <w:r>
        <w:t>264.4364</w:t>
      </w:r>
      <w:r>
        <w:tab/>
        <w:t>1.013e0</w:t>
      </w:r>
    </w:p>
    <w:p w14:paraId="69F5BD4D" w14:textId="77777777" w:rsidR="00810015" w:rsidRDefault="00810015" w:rsidP="00810015">
      <w:r>
        <w:t>264.4652</w:t>
      </w:r>
      <w:r>
        <w:tab/>
        <w:t>3.038e0</w:t>
      </w:r>
    </w:p>
    <w:p w14:paraId="136C1FB2" w14:textId="77777777" w:rsidR="00810015" w:rsidRDefault="00810015" w:rsidP="00810015">
      <w:r>
        <w:t>264.4697</w:t>
      </w:r>
      <w:r>
        <w:tab/>
        <w:t>1.013e0</w:t>
      </w:r>
    </w:p>
    <w:p w14:paraId="3608B8A5" w14:textId="77777777" w:rsidR="00810015" w:rsidRDefault="00810015" w:rsidP="00810015">
      <w:r>
        <w:t>264.5088</w:t>
      </w:r>
      <w:r>
        <w:tab/>
        <w:t>1.013e0</w:t>
      </w:r>
    </w:p>
    <w:p w14:paraId="07A068A3" w14:textId="77777777" w:rsidR="00810015" w:rsidRDefault="00810015" w:rsidP="00810015">
      <w:r>
        <w:t>264.5141</w:t>
      </w:r>
      <w:r>
        <w:tab/>
        <w:t>1.013e0</w:t>
      </w:r>
    </w:p>
    <w:p w14:paraId="2FDAEEC3" w14:textId="77777777" w:rsidR="00810015" w:rsidRDefault="00810015" w:rsidP="00810015">
      <w:r>
        <w:t>264.5519</w:t>
      </w:r>
      <w:r>
        <w:tab/>
        <w:t>1.013e0</w:t>
      </w:r>
    </w:p>
    <w:p w14:paraId="7D06757E" w14:textId="77777777" w:rsidR="00810015" w:rsidRDefault="00810015" w:rsidP="00810015">
      <w:r>
        <w:t>264.5604</w:t>
      </w:r>
      <w:r>
        <w:tab/>
        <w:t>4.051e0</w:t>
      </w:r>
    </w:p>
    <w:p w14:paraId="7BD66DFD" w14:textId="77777777" w:rsidR="00810015" w:rsidRDefault="00810015" w:rsidP="00810015">
      <w:r>
        <w:t>264.5723</w:t>
      </w:r>
      <w:r>
        <w:tab/>
        <w:t>1.013e0</w:t>
      </w:r>
    </w:p>
    <w:p w14:paraId="6C466FA1" w14:textId="77777777" w:rsidR="00810015" w:rsidRDefault="00810015" w:rsidP="00810015">
      <w:r>
        <w:t>264.5953</w:t>
      </w:r>
      <w:r>
        <w:tab/>
        <w:t>3.038e0</w:t>
      </w:r>
    </w:p>
    <w:p w14:paraId="653562E8" w14:textId="77777777" w:rsidR="00810015" w:rsidRDefault="00810015" w:rsidP="00810015">
      <w:r>
        <w:t>264.6184</w:t>
      </w:r>
      <w:r>
        <w:tab/>
        <w:t>2.025e0</w:t>
      </w:r>
    </w:p>
    <w:p w14:paraId="4C203C04" w14:textId="77777777" w:rsidR="00810015" w:rsidRDefault="00810015" w:rsidP="00810015">
      <w:r>
        <w:t>264.6255</w:t>
      </w:r>
      <w:r>
        <w:tab/>
        <w:t>1.013e0</w:t>
      </w:r>
    </w:p>
    <w:p w14:paraId="0BAB4836" w14:textId="77777777" w:rsidR="00810015" w:rsidRDefault="00810015" w:rsidP="00810015">
      <w:r>
        <w:t>264.6732</w:t>
      </w:r>
      <w:r>
        <w:tab/>
        <w:t>1.013e0</w:t>
      </w:r>
    </w:p>
    <w:p w14:paraId="44FE0287" w14:textId="77777777" w:rsidR="00810015" w:rsidRDefault="00810015" w:rsidP="00810015">
      <w:r>
        <w:t>264.7160</w:t>
      </w:r>
      <w:r>
        <w:tab/>
        <w:t>1.013e0</w:t>
      </w:r>
    </w:p>
    <w:p w14:paraId="5FB3D6BF" w14:textId="77777777" w:rsidR="00810015" w:rsidRDefault="00810015" w:rsidP="00810015">
      <w:r>
        <w:t>264.7248</w:t>
      </w:r>
      <w:r>
        <w:tab/>
        <w:t>4.051e0</w:t>
      </w:r>
    </w:p>
    <w:p w14:paraId="11425833" w14:textId="77777777" w:rsidR="00810015" w:rsidRDefault="00810015" w:rsidP="00810015">
      <w:r>
        <w:t>264.7806</w:t>
      </w:r>
      <w:r>
        <w:tab/>
        <w:t>1.013e0</w:t>
      </w:r>
    </w:p>
    <w:p w14:paraId="393E44D7" w14:textId="77777777" w:rsidR="00810015" w:rsidRDefault="00810015" w:rsidP="00810015">
      <w:r>
        <w:t>264.8022</w:t>
      </w:r>
      <w:r>
        <w:tab/>
        <w:t>1.013e0</w:t>
      </w:r>
    </w:p>
    <w:p w14:paraId="24E3BB4F" w14:textId="77777777" w:rsidR="00810015" w:rsidRDefault="00810015" w:rsidP="00810015">
      <w:r>
        <w:t>264.8071</w:t>
      </w:r>
      <w:r>
        <w:tab/>
        <w:t>1.013e0</w:t>
      </w:r>
    </w:p>
    <w:p w14:paraId="4F9578F3" w14:textId="77777777" w:rsidR="00810015" w:rsidRDefault="00810015" w:rsidP="00810015">
      <w:r>
        <w:t>264.8325</w:t>
      </w:r>
      <w:r>
        <w:tab/>
        <w:t>1.013e0</w:t>
      </w:r>
    </w:p>
    <w:p w14:paraId="344DE569" w14:textId="77777777" w:rsidR="00810015" w:rsidRDefault="00810015" w:rsidP="00810015">
      <w:r>
        <w:t>264.8462</w:t>
      </w:r>
      <w:r>
        <w:tab/>
        <w:t>2.025e0</w:t>
      </w:r>
    </w:p>
    <w:p w14:paraId="2B66AC89" w14:textId="77777777" w:rsidR="00810015" w:rsidRDefault="00810015" w:rsidP="00810015">
      <w:r>
        <w:t>264.8502</w:t>
      </w:r>
      <w:r>
        <w:tab/>
        <w:t>2.025e0</w:t>
      </w:r>
    </w:p>
    <w:p w14:paraId="1CF5D0E0" w14:textId="77777777" w:rsidR="00810015" w:rsidRDefault="00810015" w:rsidP="00810015">
      <w:r>
        <w:t>264.8689</w:t>
      </w:r>
      <w:r>
        <w:tab/>
        <w:t>3.038e0</w:t>
      </w:r>
    </w:p>
    <w:p w14:paraId="1D5AD155" w14:textId="77777777" w:rsidR="00810015" w:rsidRDefault="00810015" w:rsidP="00810015">
      <w:r>
        <w:t>264.8755</w:t>
      </w:r>
      <w:r>
        <w:tab/>
        <w:t>1.013e0</w:t>
      </w:r>
    </w:p>
    <w:p w14:paraId="401D66F2" w14:textId="77777777" w:rsidR="00810015" w:rsidRDefault="00810015" w:rsidP="00810015">
      <w:r>
        <w:t>264.9098</w:t>
      </w:r>
      <w:r>
        <w:tab/>
        <w:t>1.013e0</w:t>
      </w:r>
    </w:p>
    <w:p w14:paraId="43032D2D" w14:textId="77777777" w:rsidR="00810015" w:rsidRDefault="00810015" w:rsidP="00810015">
      <w:r>
        <w:t>264.9196</w:t>
      </w:r>
      <w:r>
        <w:tab/>
        <w:t>1.013e0</w:t>
      </w:r>
    </w:p>
    <w:p w14:paraId="6BE8FA53" w14:textId="77777777" w:rsidR="00810015" w:rsidRDefault="00810015" w:rsidP="00810015">
      <w:r>
        <w:t>264.9278</w:t>
      </w:r>
      <w:r>
        <w:tab/>
        <w:t>1.013e0</w:t>
      </w:r>
    </w:p>
    <w:p w14:paraId="63D84054" w14:textId="77777777" w:rsidR="00810015" w:rsidRDefault="00810015" w:rsidP="00810015">
      <w:r>
        <w:t>264.9423</w:t>
      </w:r>
      <w:r>
        <w:tab/>
        <w:t>2.181e0</w:t>
      </w:r>
    </w:p>
    <w:p w14:paraId="7A28D238" w14:textId="77777777" w:rsidR="00810015" w:rsidRDefault="00810015" w:rsidP="00810015">
      <w:r>
        <w:t>264.9548</w:t>
      </w:r>
      <w:r>
        <w:tab/>
        <w:t>1.013e0</w:t>
      </w:r>
    </w:p>
    <w:p w14:paraId="0B15AA47" w14:textId="77777777" w:rsidR="00810015" w:rsidRDefault="00810015" w:rsidP="00810015">
      <w:r>
        <w:t>264.9622</w:t>
      </w:r>
      <w:r>
        <w:tab/>
        <w:t>6.076e0</w:t>
      </w:r>
    </w:p>
    <w:p w14:paraId="59322A0D" w14:textId="77777777" w:rsidR="00810015" w:rsidRDefault="00810015" w:rsidP="00810015">
      <w:r>
        <w:t>264.9904</w:t>
      </w:r>
      <w:r>
        <w:tab/>
        <w:t>2.025e0</w:t>
      </w:r>
    </w:p>
    <w:p w14:paraId="748420C4" w14:textId="77777777" w:rsidR="00810015" w:rsidRDefault="00810015" w:rsidP="00810015">
      <w:r>
        <w:t>264.9940</w:t>
      </w:r>
      <w:r>
        <w:tab/>
        <w:t>3.038e0</w:t>
      </w:r>
    </w:p>
    <w:p w14:paraId="0BE9FC90" w14:textId="77777777" w:rsidR="00810015" w:rsidRDefault="00810015" w:rsidP="00810015">
      <w:r>
        <w:t>265.0035</w:t>
      </w:r>
      <w:r>
        <w:tab/>
        <w:t>6.076e0</w:t>
      </w:r>
    </w:p>
    <w:p w14:paraId="2A8ACF72" w14:textId="77777777" w:rsidR="00810015" w:rsidRDefault="00810015" w:rsidP="00810015">
      <w:r>
        <w:t>265.0117</w:t>
      </w:r>
      <w:r>
        <w:tab/>
        <w:t>2.025e0</w:t>
      </w:r>
    </w:p>
    <w:p w14:paraId="2A45058F" w14:textId="77777777" w:rsidR="00810015" w:rsidRDefault="00810015" w:rsidP="00810015">
      <w:r>
        <w:t>265.0180</w:t>
      </w:r>
      <w:r>
        <w:tab/>
        <w:t>5.063e0</w:t>
      </w:r>
    </w:p>
    <w:p w14:paraId="34F2FAD1" w14:textId="77777777" w:rsidR="00810015" w:rsidRDefault="00810015" w:rsidP="00810015">
      <w:r>
        <w:t>265.0214</w:t>
      </w:r>
      <w:r>
        <w:tab/>
        <w:t>1.418e0</w:t>
      </w:r>
    </w:p>
    <w:p w14:paraId="688D02C8" w14:textId="77777777" w:rsidR="00810015" w:rsidRDefault="00810015" w:rsidP="00810015">
      <w:r>
        <w:t>265.0232</w:t>
      </w:r>
      <w:r>
        <w:tab/>
        <w:t>4.051e0</w:t>
      </w:r>
    </w:p>
    <w:p w14:paraId="04B0B137" w14:textId="77777777" w:rsidR="00810015" w:rsidRDefault="00810015" w:rsidP="00810015">
      <w:r>
        <w:t>265.0263</w:t>
      </w:r>
      <w:r>
        <w:tab/>
        <w:t>4.051e0</w:t>
      </w:r>
    </w:p>
    <w:p w14:paraId="098B3671" w14:textId="77777777" w:rsidR="00810015" w:rsidRDefault="00810015" w:rsidP="00810015">
      <w:r>
        <w:t>265.0555</w:t>
      </w:r>
      <w:r>
        <w:tab/>
        <w:t>2.297e0</w:t>
      </w:r>
    </w:p>
    <w:p w14:paraId="3CB44E04" w14:textId="77777777" w:rsidR="00810015" w:rsidRDefault="00810015" w:rsidP="00810015">
      <w:r>
        <w:t>265.0567</w:t>
      </w:r>
      <w:r>
        <w:tab/>
        <w:t>1.013e0</w:t>
      </w:r>
    </w:p>
    <w:p w14:paraId="6C21B56F" w14:textId="77777777" w:rsidR="00810015" w:rsidRDefault="00810015" w:rsidP="00810015">
      <w:r>
        <w:t>265.0684</w:t>
      </w:r>
      <w:r>
        <w:tab/>
        <w:t>2.025e0</w:t>
      </w:r>
    </w:p>
    <w:p w14:paraId="643A5630" w14:textId="77777777" w:rsidR="00810015" w:rsidRDefault="00810015" w:rsidP="00810015">
      <w:r>
        <w:t>265.1139</w:t>
      </w:r>
      <w:r>
        <w:tab/>
        <w:t>5.063e0</w:t>
      </w:r>
    </w:p>
    <w:p w14:paraId="2D095AD0" w14:textId="77777777" w:rsidR="00810015" w:rsidRDefault="00810015" w:rsidP="00810015">
      <w:r>
        <w:t>265.1347</w:t>
      </w:r>
      <w:r>
        <w:tab/>
        <w:t>3.038e0</w:t>
      </w:r>
    </w:p>
    <w:p w14:paraId="5AED9C34" w14:textId="77777777" w:rsidR="00810015" w:rsidRDefault="00810015" w:rsidP="00810015">
      <w:r>
        <w:t>265.1374</w:t>
      </w:r>
      <w:r>
        <w:tab/>
        <w:t>2.025e0</w:t>
      </w:r>
    </w:p>
    <w:p w14:paraId="688E4B08" w14:textId="77777777" w:rsidR="00810015" w:rsidRDefault="00810015" w:rsidP="00810015">
      <w:r>
        <w:t>265.1441</w:t>
      </w:r>
      <w:r>
        <w:tab/>
        <w:t>4.051e0</w:t>
      </w:r>
    </w:p>
    <w:p w14:paraId="35E1716F" w14:textId="77777777" w:rsidR="00810015" w:rsidRDefault="00810015" w:rsidP="00810015">
      <w:r>
        <w:t>265.1617</w:t>
      </w:r>
      <w:r>
        <w:tab/>
        <w:t>1.013e0</w:t>
      </w:r>
    </w:p>
    <w:p w14:paraId="24C98F02" w14:textId="77777777" w:rsidR="00810015" w:rsidRDefault="00810015" w:rsidP="00810015">
      <w:r>
        <w:t>265.1646</w:t>
      </w:r>
      <w:r>
        <w:tab/>
        <w:t>1.013e0</w:t>
      </w:r>
    </w:p>
    <w:p w14:paraId="638017D7" w14:textId="77777777" w:rsidR="00810015" w:rsidRDefault="00810015" w:rsidP="00810015">
      <w:r>
        <w:t>265.1846</w:t>
      </w:r>
      <w:r>
        <w:tab/>
        <w:t>3.038e0</w:t>
      </w:r>
    </w:p>
    <w:p w14:paraId="441F8452" w14:textId="77777777" w:rsidR="00810015" w:rsidRDefault="00810015" w:rsidP="00810015">
      <w:r>
        <w:t>265.2344</w:t>
      </w:r>
      <w:r>
        <w:tab/>
        <w:t>1.013e0</w:t>
      </w:r>
    </w:p>
    <w:p w14:paraId="0824293D" w14:textId="77777777" w:rsidR="00810015" w:rsidRDefault="00810015" w:rsidP="00810015">
      <w:r>
        <w:t>265.2383</w:t>
      </w:r>
      <w:r>
        <w:tab/>
        <w:t>1.013e0</w:t>
      </w:r>
    </w:p>
    <w:p w14:paraId="6E4ECEC4" w14:textId="77777777" w:rsidR="00810015" w:rsidRDefault="00810015" w:rsidP="00810015">
      <w:r>
        <w:t>265.2422</w:t>
      </w:r>
      <w:r>
        <w:tab/>
        <w:t>3.038e0</w:t>
      </w:r>
    </w:p>
    <w:p w14:paraId="605F2B97" w14:textId="77777777" w:rsidR="00810015" w:rsidRDefault="00810015" w:rsidP="00810015">
      <w:r>
        <w:t>265.2444</w:t>
      </w:r>
      <w:r>
        <w:tab/>
        <w:t>2.025e0</w:t>
      </w:r>
    </w:p>
    <w:p w14:paraId="3E181965" w14:textId="77777777" w:rsidR="00810015" w:rsidRDefault="00810015" w:rsidP="00810015">
      <w:r>
        <w:t>265.2869</w:t>
      </w:r>
      <w:r>
        <w:tab/>
        <w:t>1.013e0</w:t>
      </w:r>
    </w:p>
    <w:p w14:paraId="3D9313DB" w14:textId="77777777" w:rsidR="00810015" w:rsidRDefault="00810015" w:rsidP="00810015">
      <w:r>
        <w:t>265.2918</w:t>
      </w:r>
      <w:r>
        <w:tab/>
        <w:t>1.013e0</w:t>
      </w:r>
    </w:p>
    <w:p w14:paraId="4E6D7C12" w14:textId="77777777" w:rsidR="00810015" w:rsidRDefault="00810015" w:rsidP="00810015">
      <w:r>
        <w:t>265.3366</w:t>
      </w:r>
      <w:r>
        <w:tab/>
        <w:t>3.038e0</w:t>
      </w:r>
    </w:p>
    <w:p w14:paraId="593D8B44" w14:textId="77777777" w:rsidR="00810015" w:rsidRDefault="00810015" w:rsidP="00810015">
      <w:r>
        <w:t>265.3388</w:t>
      </w:r>
      <w:r>
        <w:tab/>
        <w:t>1.013e0</w:t>
      </w:r>
    </w:p>
    <w:p w14:paraId="2914898B" w14:textId="77777777" w:rsidR="00810015" w:rsidRDefault="00810015" w:rsidP="00810015">
      <w:r>
        <w:t>265.3457</w:t>
      </w:r>
      <w:r>
        <w:tab/>
        <w:t>2.025e0</w:t>
      </w:r>
    </w:p>
    <w:p w14:paraId="13ED6B2C" w14:textId="77777777" w:rsidR="00810015" w:rsidRDefault="00810015" w:rsidP="00810015">
      <w:r>
        <w:t>265.3821</w:t>
      </w:r>
      <w:r>
        <w:tab/>
        <w:t>2.025e0</w:t>
      </w:r>
    </w:p>
    <w:p w14:paraId="16352A03" w14:textId="77777777" w:rsidR="00810015" w:rsidRDefault="00810015" w:rsidP="00810015">
      <w:r>
        <w:t>265.4214</w:t>
      </w:r>
      <w:r>
        <w:tab/>
        <w:t>1.013e0</w:t>
      </w:r>
    </w:p>
    <w:p w14:paraId="10998351" w14:textId="77777777" w:rsidR="00810015" w:rsidRDefault="00810015" w:rsidP="00810015">
      <w:r>
        <w:t>265.4287</w:t>
      </w:r>
      <w:r>
        <w:tab/>
        <w:t>3.038e0</w:t>
      </w:r>
    </w:p>
    <w:p w14:paraId="6C4F862D" w14:textId="77777777" w:rsidR="00810015" w:rsidRDefault="00810015" w:rsidP="00810015">
      <w:r>
        <w:t>265.4339</w:t>
      </w:r>
      <w:r>
        <w:tab/>
        <w:t>1.013e0</w:t>
      </w:r>
    </w:p>
    <w:p w14:paraId="41DB5EB0" w14:textId="77777777" w:rsidR="00810015" w:rsidRDefault="00810015" w:rsidP="00810015">
      <w:r>
        <w:t>265.4542</w:t>
      </w:r>
      <w:r>
        <w:tab/>
        <w:t>2.025e0</w:t>
      </w:r>
    </w:p>
    <w:p w14:paraId="17CC66F9" w14:textId="77777777" w:rsidR="00810015" w:rsidRDefault="00810015" w:rsidP="00810015">
      <w:r>
        <w:t>265.4682</w:t>
      </w:r>
      <w:r>
        <w:tab/>
        <w:t>1.013e0</w:t>
      </w:r>
    </w:p>
    <w:p w14:paraId="17971A8D" w14:textId="77777777" w:rsidR="00810015" w:rsidRDefault="00810015" w:rsidP="00810015">
      <w:r>
        <w:t>265.4804</w:t>
      </w:r>
      <w:r>
        <w:tab/>
        <w:t>2.025e0</w:t>
      </w:r>
    </w:p>
    <w:p w14:paraId="1AE260A0" w14:textId="77777777" w:rsidR="00810015" w:rsidRDefault="00810015" w:rsidP="00810015">
      <w:r>
        <w:t>265.4821</w:t>
      </w:r>
      <w:r>
        <w:tab/>
        <w:t>1.013e0</w:t>
      </w:r>
    </w:p>
    <w:p w14:paraId="79A1A5F3" w14:textId="77777777" w:rsidR="00810015" w:rsidRDefault="00810015" w:rsidP="00810015">
      <w:r>
        <w:t>265.5124</w:t>
      </w:r>
      <w:r>
        <w:tab/>
        <w:t>1.013e0</w:t>
      </w:r>
    </w:p>
    <w:p w14:paraId="49685496" w14:textId="77777777" w:rsidR="00810015" w:rsidRDefault="00810015" w:rsidP="00810015">
      <w:r>
        <w:t>265.5497</w:t>
      </w:r>
      <w:r>
        <w:tab/>
        <w:t>2.025e0</w:t>
      </w:r>
    </w:p>
    <w:p w14:paraId="4281DB54" w14:textId="77777777" w:rsidR="00810015" w:rsidRDefault="00810015" w:rsidP="00810015">
      <w:r>
        <w:t>265.5625</w:t>
      </w:r>
      <w:r>
        <w:tab/>
        <w:t>5.063e0</w:t>
      </w:r>
    </w:p>
    <w:p w14:paraId="0AC80162" w14:textId="77777777" w:rsidR="00810015" w:rsidRDefault="00810015" w:rsidP="00810015">
      <w:r>
        <w:t>265.5689</w:t>
      </w:r>
      <w:r>
        <w:tab/>
        <w:t>1.347e1</w:t>
      </w:r>
    </w:p>
    <w:p w14:paraId="35E9B43D" w14:textId="77777777" w:rsidR="00810015" w:rsidRDefault="00810015" w:rsidP="00810015">
      <w:r>
        <w:t>265.6075</w:t>
      </w:r>
      <w:r>
        <w:tab/>
        <w:t>1.013e0</w:t>
      </w:r>
    </w:p>
    <w:p w14:paraId="61B4655F" w14:textId="77777777" w:rsidR="00810015" w:rsidRDefault="00810015" w:rsidP="00810015">
      <w:r>
        <w:t>265.6104</w:t>
      </w:r>
      <w:r>
        <w:tab/>
        <w:t>1.013e0</w:t>
      </w:r>
    </w:p>
    <w:p w14:paraId="60A1C5DA" w14:textId="77777777" w:rsidR="00810015" w:rsidRDefault="00810015" w:rsidP="00810015">
      <w:r>
        <w:t>265.6546</w:t>
      </w:r>
      <w:r>
        <w:tab/>
        <w:t>1.013e0</w:t>
      </w:r>
    </w:p>
    <w:p w14:paraId="39301BF4" w14:textId="77777777" w:rsidR="00810015" w:rsidRDefault="00810015" w:rsidP="00810015">
      <w:r>
        <w:t>265.6640</w:t>
      </w:r>
      <w:r>
        <w:tab/>
        <w:t>3.038e0</w:t>
      </w:r>
    </w:p>
    <w:p w14:paraId="05AD3EBA" w14:textId="77777777" w:rsidR="00810015" w:rsidRDefault="00810015" w:rsidP="00810015">
      <w:r>
        <w:t>265.6722</w:t>
      </w:r>
      <w:r>
        <w:tab/>
        <w:t>1.013e0</w:t>
      </w:r>
    </w:p>
    <w:p w14:paraId="624C2C4D" w14:textId="77777777" w:rsidR="00810015" w:rsidRDefault="00810015" w:rsidP="00810015">
      <w:r>
        <w:t>265.7151</w:t>
      </w:r>
      <w:r>
        <w:tab/>
        <w:t>1.013e0</w:t>
      </w:r>
    </w:p>
    <w:p w14:paraId="1F4C71CC" w14:textId="77777777" w:rsidR="00810015" w:rsidRDefault="00810015" w:rsidP="00810015">
      <w:r>
        <w:t>265.7200</w:t>
      </w:r>
      <w:r>
        <w:tab/>
        <w:t>1.013e0</w:t>
      </w:r>
    </w:p>
    <w:p w14:paraId="52B66132" w14:textId="77777777" w:rsidR="00810015" w:rsidRDefault="00810015" w:rsidP="00810015">
      <w:r>
        <w:t>265.7256</w:t>
      </w:r>
      <w:r>
        <w:tab/>
        <w:t>3.038e0</w:t>
      </w:r>
    </w:p>
    <w:p w14:paraId="39BB9CF2" w14:textId="77777777" w:rsidR="00810015" w:rsidRDefault="00810015" w:rsidP="00810015">
      <w:r>
        <w:t>265.7459</w:t>
      </w:r>
      <w:r>
        <w:tab/>
        <w:t>1.013e0</w:t>
      </w:r>
    </w:p>
    <w:p w14:paraId="6D80CB53" w14:textId="77777777" w:rsidR="00810015" w:rsidRDefault="00810015" w:rsidP="00810015">
      <w:r>
        <w:t>265.7568</w:t>
      </w:r>
      <w:r>
        <w:tab/>
        <w:t>2.025e0</w:t>
      </w:r>
    </w:p>
    <w:p w14:paraId="01052013" w14:textId="77777777" w:rsidR="00810015" w:rsidRDefault="00810015" w:rsidP="00810015">
      <w:r>
        <w:t>265.7817</w:t>
      </w:r>
      <w:r>
        <w:tab/>
        <w:t>1.013e0</w:t>
      </w:r>
    </w:p>
    <w:p w14:paraId="3CAC2230" w14:textId="77777777" w:rsidR="00810015" w:rsidRDefault="00810015" w:rsidP="00810015">
      <w:r>
        <w:t>265.7868</w:t>
      </w:r>
      <w:r>
        <w:tab/>
        <w:t>2.025e0</w:t>
      </w:r>
    </w:p>
    <w:p w14:paraId="32A86880" w14:textId="77777777" w:rsidR="00810015" w:rsidRDefault="00810015" w:rsidP="00810015">
      <w:r>
        <w:t>265.8076</w:t>
      </w:r>
      <w:r>
        <w:tab/>
        <w:t>1.013e0</w:t>
      </w:r>
    </w:p>
    <w:p w14:paraId="01BDCC5F" w14:textId="77777777" w:rsidR="00810015" w:rsidRDefault="00810015" w:rsidP="00810015">
      <w:r>
        <w:t>265.8196</w:t>
      </w:r>
      <w:r>
        <w:tab/>
        <w:t>2.025e0</w:t>
      </w:r>
    </w:p>
    <w:p w14:paraId="69561221" w14:textId="77777777" w:rsidR="00810015" w:rsidRDefault="00810015" w:rsidP="00810015">
      <w:r>
        <w:t>265.8371</w:t>
      </w:r>
      <w:r>
        <w:tab/>
        <w:t>1.013e0</w:t>
      </w:r>
    </w:p>
    <w:p w14:paraId="26026FFB" w14:textId="77777777" w:rsidR="00810015" w:rsidRDefault="00810015" w:rsidP="00810015">
      <w:r>
        <w:t>265.8460</w:t>
      </w:r>
      <w:r>
        <w:tab/>
        <w:t>1.013e0</w:t>
      </w:r>
    </w:p>
    <w:p w14:paraId="468EC18E" w14:textId="77777777" w:rsidR="00810015" w:rsidRDefault="00810015" w:rsidP="00810015">
      <w:r>
        <w:t>265.8665</w:t>
      </w:r>
      <w:r>
        <w:tab/>
        <w:t>2.025e0</w:t>
      </w:r>
    </w:p>
    <w:p w14:paraId="6DA44876" w14:textId="77777777" w:rsidR="00810015" w:rsidRDefault="00810015" w:rsidP="00810015">
      <w:r>
        <w:t>265.8893</w:t>
      </w:r>
      <w:r>
        <w:tab/>
        <w:t>1.013e0</w:t>
      </w:r>
    </w:p>
    <w:p w14:paraId="527CDBF0" w14:textId="77777777" w:rsidR="00810015" w:rsidRDefault="00810015" w:rsidP="00810015">
      <w:r>
        <w:t>265.8966</w:t>
      </w:r>
      <w:r>
        <w:tab/>
        <w:t>3.038e0</w:t>
      </w:r>
    </w:p>
    <w:p w14:paraId="1B0E76CF" w14:textId="77777777" w:rsidR="00810015" w:rsidRDefault="00810015" w:rsidP="00810015">
      <w:r>
        <w:t>265.9196</w:t>
      </w:r>
      <w:r>
        <w:tab/>
        <w:t>1.013e0</w:t>
      </w:r>
    </w:p>
    <w:p w14:paraId="14F096E7" w14:textId="77777777" w:rsidR="00810015" w:rsidRDefault="00810015" w:rsidP="00810015">
      <w:r>
        <w:t>265.9243</w:t>
      </w:r>
      <w:r>
        <w:tab/>
        <w:t>1.013e0</w:t>
      </w:r>
    </w:p>
    <w:p w14:paraId="6CD9DC21" w14:textId="77777777" w:rsidR="00810015" w:rsidRDefault="00810015" w:rsidP="00810015">
      <w:r>
        <w:t>265.9495</w:t>
      </w:r>
      <w:r>
        <w:tab/>
        <w:t>2.025e0</w:t>
      </w:r>
    </w:p>
    <w:p w14:paraId="7CDED160" w14:textId="77777777" w:rsidR="00810015" w:rsidRDefault="00810015" w:rsidP="00810015">
      <w:r>
        <w:t>265.9540</w:t>
      </w:r>
      <w:r>
        <w:tab/>
        <w:t>1.013e0</w:t>
      </w:r>
    </w:p>
    <w:p w14:paraId="0B134597" w14:textId="77777777" w:rsidR="00810015" w:rsidRDefault="00810015" w:rsidP="00810015">
      <w:r>
        <w:t>265.9670</w:t>
      </w:r>
      <w:r>
        <w:tab/>
        <w:t>1.013e0</w:t>
      </w:r>
    </w:p>
    <w:p w14:paraId="7D61731D" w14:textId="77777777" w:rsidR="00810015" w:rsidRDefault="00810015" w:rsidP="00810015">
      <w:r>
        <w:t>265.9789</w:t>
      </w:r>
      <w:r>
        <w:tab/>
        <w:t>1.013e0</w:t>
      </w:r>
    </w:p>
    <w:p w14:paraId="1E8A27C2" w14:textId="77777777" w:rsidR="00810015" w:rsidRDefault="00810015" w:rsidP="00810015">
      <w:r>
        <w:t>266.0139</w:t>
      </w:r>
      <w:r>
        <w:tab/>
        <w:t>1.013e0</w:t>
      </w:r>
    </w:p>
    <w:p w14:paraId="3523F9A5" w14:textId="77777777" w:rsidR="00810015" w:rsidRDefault="00810015" w:rsidP="00810015">
      <w:r>
        <w:t>266.0207</w:t>
      </w:r>
      <w:r>
        <w:tab/>
        <w:t>2.025e0</w:t>
      </w:r>
    </w:p>
    <w:p w14:paraId="402D0350" w14:textId="77777777" w:rsidR="00810015" w:rsidRDefault="00810015" w:rsidP="00810015">
      <w:r>
        <w:t>266.0295</w:t>
      </w:r>
      <w:r>
        <w:tab/>
        <w:t>3.038e0</w:t>
      </w:r>
    </w:p>
    <w:p w14:paraId="19E4DBC6" w14:textId="77777777" w:rsidR="00810015" w:rsidRDefault="00810015" w:rsidP="00810015">
      <w:r>
        <w:t>266.0427</w:t>
      </w:r>
      <w:r>
        <w:tab/>
        <w:t>2.025e0</w:t>
      </w:r>
    </w:p>
    <w:p w14:paraId="7BCFE7E2" w14:textId="77777777" w:rsidR="00810015" w:rsidRDefault="00810015" w:rsidP="00810015">
      <w:r>
        <w:t>266.0620</w:t>
      </w:r>
      <w:r>
        <w:tab/>
        <w:t>2.025e0</w:t>
      </w:r>
    </w:p>
    <w:p w14:paraId="71FFC8B4" w14:textId="77777777" w:rsidR="00810015" w:rsidRDefault="00810015" w:rsidP="00810015">
      <w:r>
        <w:t>266.0643</w:t>
      </w:r>
      <w:r>
        <w:tab/>
        <w:t>2.025e0</w:t>
      </w:r>
    </w:p>
    <w:p w14:paraId="7CC3881D" w14:textId="77777777" w:rsidR="00810015" w:rsidRDefault="00810015" w:rsidP="00810015">
      <w:r>
        <w:t>266.0795</w:t>
      </w:r>
      <w:r>
        <w:tab/>
        <w:t>1.013e0</w:t>
      </w:r>
    </w:p>
    <w:p w14:paraId="7449C1EF" w14:textId="77777777" w:rsidR="00810015" w:rsidRDefault="00810015" w:rsidP="00810015">
      <w:r>
        <w:t>266.0829</w:t>
      </w:r>
      <w:r>
        <w:tab/>
        <w:t>1.999e0</w:t>
      </w:r>
    </w:p>
    <w:p w14:paraId="4CA1E256" w14:textId="77777777" w:rsidR="00810015" w:rsidRDefault="00810015" w:rsidP="00810015">
      <w:r>
        <w:t>266.1063</w:t>
      </w:r>
      <w:r>
        <w:tab/>
        <w:t>2.025e0</w:t>
      </w:r>
    </w:p>
    <w:p w14:paraId="7974E876" w14:textId="77777777" w:rsidR="00810015" w:rsidRDefault="00810015" w:rsidP="00810015">
      <w:r>
        <w:t>266.1184</w:t>
      </w:r>
      <w:r>
        <w:tab/>
        <w:t>1.013e0</w:t>
      </w:r>
    </w:p>
    <w:p w14:paraId="1506F44D" w14:textId="77777777" w:rsidR="00810015" w:rsidRDefault="00810015" w:rsidP="00810015">
      <w:r>
        <w:t>266.1260</w:t>
      </w:r>
      <w:r>
        <w:tab/>
        <w:t>2.025e0</w:t>
      </w:r>
    </w:p>
    <w:p w14:paraId="46D6E425" w14:textId="77777777" w:rsidR="00810015" w:rsidRDefault="00810015" w:rsidP="00810015">
      <w:r>
        <w:t>266.1338</w:t>
      </w:r>
      <w:r>
        <w:tab/>
        <w:t>3.038e0</w:t>
      </w:r>
    </w:p>
    <w:p w14:paraId="3CFB45CB" w14:textId="77777777" w:rsidR="00810015" w:rsidRDefault="00810015" w:rsidP="00810015">
      <w:r>
        <w:t>266.1533</w:t>
      </w:r>
      <w:r>
        <w:tab/>
        <w:t>2.025e0</w:t>
      </w:r>
    </w:p>
    <w:p w14:paraId="0EB15B3C" w14:textId="77777777" w:rsidR="00810015" w:rsidRDefault="00810015" w:rsidP="00810015">
      <w:r>
        <w:t>266.1573</w:t>
      </w:r>
      <w:r>
        <w:tab/>
        <w:t>4.051e0</w:t>
      </w:r>
    </w:p>
    <w:p w14:paraId="4505C225" w14:textId="77777777" w:rsidR="00810015" w:rsidRDefault="00810015" w:rsidP="00810015">
      <w:r>
        <w:t>266.1758</w:t>
      </w:r>
      <w:r>
        <w:tab/>
        <w:t>3.038e0</w:t>
      </w:r>
    </w:p>
    <w:p w14:paraId="08F5EBDF" w14:textId="77777777" w:rsidR="00810015" w:rsidRDefault="00810015" w:rsidP="00810015">
      <w:r>
        <w:t>266.1802</w:t>
      </w:r>
      <w:r>
        <w:tab/>
        <w:t>4.051e0</w:t>
      </w:r>
    </w:p>
    <w:p w14:paraId="5D66891A" w14:textId="77777777" w:rsidR="00810015" w:rsidRDefault="00810015" w:rsidP="00810015">
      <w:r>
        <w:t>266.1858</w:t>
      </w:r>
      <w:r>
        <w:tab/>
        <w:t>2.025e0</w:t>
      </w:r>
    </w:p>
    <w:p w14:paraId="41A68209" w14:textId="77777777" w:rsidR="00810015" w:rsidRDefault="00810015" w:rsidP="00810015">
      <w:r>
        <w:t>266.2000</w:t>
      </w:r>
      <w:r>
        <w:tab/>
        <w:t>3.038e0</w:t>
      </w:r>
    </w:p>
    <w:p w14:paraId="2BD77A13" w14:textId="77777777" w:rsidR="00810015" w:rsidRDefault="00810015" w:rsidP="00810015">
      <w:r>
        <w:t>266.2184</w:t>
      </w:r>
      <w:r>
        <w:tab/>
        <w:t>5.063e0</w:t>
      </w:r>
    </w:p>
    <w:p w14:paraId="0472E679" w14:textId="77777777" w:rsidR="00810015" w:rsidRDefault="00810015" w:rsidP="00810015">
      <w:r>
        <w:t>266.2250</w:t>
      </w:r>
      <w:r>
        <w:tab/>
        <w:t>2.025e0</w:t>
      </w:r>
    </w:p>
    <w:p w14:paraId="470072F1" w14:textId="77777777" w:rsidR="00810015" w:rsidRDefault="00810015" w:rsidP="00810015">
      <w:r>
        <w:t>266.2310</w:t>
      </w:r>
      <w:r>
        <w:tab/>
        <w:t>1.013e0</w:t>
      </w:r>
    </w:p>
    <w:p w14:paraId="77467039" w14:textId="77777777" w:rsidR="00810015" w:rsidRDefault="00810015" w:rsidP="00810015">
      <w:r>
        <w:t>266.2437</w:t>
      </w:r>
      <w:r>
        <w:tab/>
        <w:t>2.025e0</w:t>
      </w:r>
    </w:p>
    <w:p w14:paraId="644C3164" w14:textId="77777777" w:rsidR="00810015" w:rsidRDefault="00810015" w:rsidP="00810015">
      <w:r>
        <w:t>266.2484</w:t>
      </w:r>
      <w:r>
        <w:tab/>
        <w:t>2.025e0</w:t>
      </w:r>
    </w:p>
    <w:p w14:paraId="5A0FBEBD" w14:textId="77777777" w:rsidR="00810015" w:rsidRDefault="00810015" w:rsidP="00810015">
      <w:r>
        <w:t>266.2618</w:t>
      </w:r>
      <w:r>
        <w:tab/>
        <w:t>1.013e0</w:t>
      </w:r>
    </w:p>
    <w:p w14:paraId="29154AB4" w14:textId="77777777" w:rsidR="00810015" w:rsidRDefault="00810015" w:rsidP="00810015">
      <w:r>
        <w:t>266.2890</w:t>
      </w:r>
      <w:r>
        <w:tab/>
        <w:t>2.025e0</w:t>
      </w:r>
    </w:p>
    <w:p w14:paraId="30DFA067" w14:textId="77777777" w:rsidR="00810015" w:rsidRDefault="00810015" w:rsidP="00810015">
      <w:r>
        <w:t>266.2935</w:t>
      </w:r>
      <w:r>
        <w:tab/>
        <w:t>3.038e0</w:t>
      </w:r>
    </w:p>
    <w:p w14:paraId="0E194E10" w14:textId="77777777" w:rsidR="00810015" w:rsidRDefault="00810015" w:rsidP="00810015">
      <w:r>
        <w:t>266.3047</w:t>
      </w:r>
      <w:r>
        <w:tab/>
        <w:t>1.013e0</w:t>
      </w:r>
    </w:p>
    <w:p w14:paraId="7BD46997" w14:textId="77777777" w:rsidR="00810015" w:rsidRDefault="00810015" w:rsidP="00810015">
      <w:r>
        <w:t>266.3087</w:t>
      </w:r>
      <w:r>
        <w:tab/>
        <w:t>1.013e0</w:t>
      </w:r>
    </w:p>
    <w:p w14:paraId="1EE3C563" w14:textId="77777777" w:rsidR="00810015" w:rsidRDefault="00810015" w:rsidP="00810015">
      <w:r>
        <w:t>266.3282</w:t>
      </w:r>
      <w:r>
        <w:tab/>
        <w:t>2.025e0</w:t>
      </w:r>
    </w:p>
    <w:p w14:paraId="23182070" w14:textId="77777777" w:rsidR="00810015" w:rsidRDefault="00810015" w:rsidP="00810015">
      <w:r>
        <w:t>266.3316</w:t>
      </w:r>
      <w:r>
        <w:tab/>
        <w:t>1.013e0</w:t>
      </w:r>
    </w:p>
    <w:p w14:paraId="6FA12860" w14:textId="77777777" w:rsidR="00810015" w:rsidRDefault="00810015" w:rsidP="00810015">
      <w:r>
        <w:t>266.3569</w:t>
      </w:r>
      <w:r>
        <w:tab/>
        <w:t>1.013e0</w:t>
      </w:r>
    </w:p>
    <w:p w14:paraId="1496D3DA" w14:textId="77777777" w:rsidR="00810015" w:rsidRDefault="00810015" w:rsidP="00810015">
      <w:r>
        <w:t>266.3744</w:t>
      </w:r>
      <w:r>
        <w:tab/>
        <w:t>3.038e0</w:t>
      </w:r>
    </w:p>
    <w:p w14:paraId="794A181A" w14:textId="77777777" w:rsidR="00810015" w:rsidRDefault="00810015" w:rsidP="00810015">
      <w:r>
        <w:t>266.4534</w:t>
      </w:r>
      <w:r>
        <w:tab/>
        <w:t>2.025e0</w:t>
      </w:r>
    </w:p>
    <w:p w14:paraId="2A8B8958" w14:textId="77777777" w:rsidR="00810015" w:rsidRDefault="00810015" w:rsidP="00810015">
      <w:r>
        <w:t>266.4746</w:t>
      </w:r>
      <w:r>
        <w:tab/>
        <w:t>3.038e0</w:t>
      </w:r>
    </w:p>
    <w:p w14:paraId="4620BE06" w14:textId="77777777" w:rsidR="00810015" w:rsidRDefault="00810015" w:rsidP="00810015">
      <w:r>
        <w:t>266.4870</w:t>
      </w:r>
      <w:r>
        <w:tab/>
        <w:t>1.013e0</w:t>
      </w:r>
    </w:p>
    <w:p w14:paraId="7126C9D6" w14:textId="77777777" w:rsidR="00810015" w:rsidRDefault="00810015" w:rsidP="00810015">
      <w:r>
        <w:t>266.5005</w:t>
      </w:r>
      <w:r>
        <w:tab/>
        <w:t>1.013e0</w:t>
      </w:r>
    </w:p>
    <w:p w14:paraId="781A18E4" w14:textId="77777777" w:rsidR="00810015" w:rsidRDefault="00810015" w:rsidP="00810015">
      <w:r>
        <w:t>266.5492</w:t>
      </w:r>
      <w:r>
        <w:tab/>
        <w:t>1.210e1</w:t>
      </w:r>
    </w:p>
    <w:p w14:paraId="1C39D04D" w14:textId="77777777" w:rsidR="00810015" w:rsidRDefault="00810015" w:rsidP="00810015">
      <w:r>
        <w:t>266.5539</w:t>
      </w:r>
      <w:r>
        <w:tab/>
        <w:t>4.072e1</w:t>
      </w:r>
    </w:p>
    <w:p w14:paraId="70F8DBFB" w14:textId="77777777" w:rsidR="00810015" w:rsidRDefault="00810015" w:rsidP="00810015">
      <w:r>
        <w:t>266.5551</w:t>
      </w:r>
      <w:r>
        <w:tab/>
        <w:t>3.848e1</w:t>
      </w:r>
    </w:p>
    <w:p w14:paraId="161C2D5D" w14:textId="77777777" w:rsidR="00810015" w:rsidRDefault="00810015" w:rsidP="00810015">
      <w:r>
        <w:t>266.5562</w:t>
      </w:r>
      <w:r>
        <w:tab/>
        <w:t>3.646e1</w:t>
      </w:r>
    </w:p>
    <w:p w14:paraId="520501F4" w14:textId="77777777" w:rsidR="00810015" w:rsidRDefault="00810015" w:rsidP="00810015">
      <w:r>
        <w:t>266.5916</w:t>
      </w:r>
      <w:r>
        <w:tab/>
        <w:t>1.013e0</w:t>
      </w:r>
    </w:p>
    <w:p w14:paraId="2528DE2F" w14:textId="77777777" w:rsidR="00810015" w:rsidRDefault="00810015" w:rsidP="00810015">
      <w:r>
        <w:t>266.6114</w:t>
      </w:r>
      <w:r>
        <w:tab/>
        <w:t>2.025e0</w:t>
      </w:r>
    </w:p>
    <w:p w14:paraId="2BE0842C" w14:textId="77777777" w:rsidR="00810015" w:rsidRDefault="00810015" w:rsidP="00810015">
      <w:r>
        <w:t>266.6187</w:t>
      </w:r>
      <w:r>
        <w:tab/>
        <w:t>2.025e0</w:t>
      </w:r>
    </w:p>
    <w:p w14:paraId="5F3B5051" w14:textId="77777777" w:rsidR="00810015" w:rsidRDefault="00810015" w:rsidP="00810015">
      <w:r>
        <w:t>266.6423</w:t>
      </w:r>
      <w:r>
        <w:tab/>
        <w:t>1.013e0</w:t>
      </w:r>
    </w:p>
    <w:p w14:paraId="01852672" w14:textId="77777777" w:rsidR="00810015" w:rsidRDefault="00810015" w:rsidP="00810015">
      <w:r>
        <w:t>266.6580</w:t>
      </w:r>
      <w:r>
        <w:tab/>
        <w:t>2.339e0</w:t>
      </w:r>
    </w:p>
    <w:p w14:paraId="6C208FEB" w14:textId="77777777" w:rsidR="00810015" w:rsidRDefault="00810015" w:rsidP="00810015">
      <w:r>
        <w:t>266.6810</w:t>
      </w:r>
      <w:r>
        <w:tab/>
        <w:t>3.038e0</w:t>
      </w:r>
    </w:p>
    <w:p w14:paraId="383E2687" w14:textId="77777777" w:rsidR="00810015" w:rsidRDefault="00810015" w:rsidP="00810015">
      <w:r>
        <w:t>266.6935</w:t>
      </w:r>
      <w:r>
        <w:tab/>
        <w:t>2.025e0</w:t>
      </w:r>
    </w:p>
    <w:p w14:paraId="4358EDAC" w14:textId="77777777" w:rsidR="00810015" w:rsidRDefault="00810015" w:rsidP="00810015">
      <w:r>
        <w:t>266.7161</w:t>
      </w:r>
      <w:r>
        <w:tab/>
        <w:t>2.025e0</w:t>
      </w:r>
    </w:p>
    <w:p w14:paraId="45A2B727" w14:textId="77777777" w:rsidR="00810015" w:rsidRDefault="00810015" w:rsidP="00810015">
      <w:r>
        <w:t>266.7331</w:t>
      </w:r>
      <w:r>
        <w:tab/>
        <w:t>4.051e0</w:t>
      </w:r>
    </w:p>
    <w:p w14:paraId="0E591A94" w14:textId="77777777" w:rsidR="00810015" w:rsidRDefault="00810015" w:rsidP="00810015">
      <w:r>
        <w:t>266.7391</w:t>
      </w:r>
      <w:r>
        <w:tab/>
        <w:t>2.025e0</w:t>
      </w:r>
    </w:p>
    <w:p w14:paraId="0B5D5737" w14:textId="77777777" w:rsidR="00810015" w:rsidRDefault="00810015" w:rsidP="00810015">
      <w:r>
        <w:t>266.7663</w:t>
      </w:r>
      <w:r>
        <w:tab/>
        <w:t>1.013e0</w:t>
      </w:r>
    </w:p>
    <w:p w14:paraId="16E79C58" w14:textId="77777777" w:rsidR="00810015" w:rsidRDefault="00810015" w:rsidP="00810015">
      <w:r>
        <w:t>266.7673</w:t>
      </w:r>
      <w:r>
        <w:tab/>
        <w:t>2.025e0</w:t>
      </w:r>
    </w:p>
    <w:p w14:paraId="4E659AC2" w14:textId="77777777" w:rsidR="00810015" w:rsidRDefault="00810015" w:rsidP="00810015">
      <w:r>
        <w:t>266.7820</w:t>
      </w:r>
      <w:r>
        <w:tab/>
        <w:t>1.013e0</w:t>
      </w:r>
    </w:p>
    <w:p w14:paraId="2AEEE68F" w14:textId="77777777" w:rsidR="00810015" w:rsidRDefault="00810015" w:rsidP="00810015">
      <w:r>
        <w:t>266.8128</w:t>
      </w:r>
      <w:r>
        <w:tab/>
        <w:t>1.013e0</w:t>
      </w:r>
    </w:p>
    <w:p w14:paraId="2A0FCCE0" w14:textId="77777777" w:rsidR="00810015" w:rsidRDefault="00810015" w:rsidP="00810015">
      <w:r>
        <w:t>266.8149</w:t>
      </w:r>
      <w:r>
        <w:tab/>
        <w:t>2.025e0</w:t>
      </w:r>
    </w:p>
    <w:p w14:paraId="3B336772" w14:textId="77777777" w:rsidR="00810015" w:rsidRDefault="00810015" w:rsidP="00810015">
      <w:r>
        <w:t>266.8209</w:t>
      </w:r>
      <w:r>
        <w:tab/>
        <w:t>1.013e0</w:t>
      </w:r>
    </w:p>
    <w:p w14:paraId="3E14517D" w14:textId="77777777" w:rsidR="00810015" w:rsidRDefault="00810015" w:rsidP="00810015">
      <w:r>
        <w:t>266.8439</w:t>
      </w:r>
      <w:r>
        <w:tab/>
        <w:t>1.013e0</w:t>
      </w:r>
    </w:p>
    <w:p w14:paraId="2C86F06B" w14:textId="77777777" w:rsidR="00810015" w:rsidRDefault="00810015" w:rsidP="00810015">
      <w:r>
        <w:t>266.9032</w:t>
      </w:r>
      <w:r>
        <w:tab/>
        <w:t>1.013e0</w:t>
      </w:r>
    </w:p>
    <w:p w14:paraId="4FC201B3" w14:textId="77777777" w:rsidR="00810015" w:rsidRDefault="00810015" w:rsidP="00810015">
      <w:r>
        <w:t>266.9081</w:t>
      </w:r>
      <w:r>
        <w:tab/>
        <w:t>1.013e0</w:t>
      </w:r>
    </w:p>
    <w:p w14:paraId="60C81F25" w14:textId="77777777" w:rsidR="00810015" w:rsidRDefault="00810015" w:rsidP="00810015">
      <w:r>
        <w:t>266.9335</w:t>
      </w:r>
      <w:r>
        <w:tab/>
        <w:t>1.013e0</w:t>
      </w:r>
    </w:p>
    <w:p w14:paraId="785FB697" w14:textId="77777777" w:rsidR="00810015" w:rsidRDefault="00810015" w:rsidP="00810015">
      <w:r>
        <w:t>266.9405</w:t>
      </w:r>
      <w:r>
        <w:tab/>
        <w:t>2.025e0</w:t>
      </w:r>
    </w:p>
    <w:p w14:paraId="0AECAB21" w14:textId="77777777" w:rsidR="00810015" w:rsidRDefault="00810015" w:rsidP="00810015">
      <w:r>
        <w:t>266.9450</w:t>
      </w:r>
      <w:r>
        <w:tab/>
        <w:t>2.025e0</w:t>
      </w:r>
    </w:p>
    <w:p w14:paraId="346DD699" w14:textId="77777777" w:rsidR="00810015" w:rsidRDefault="00810015" w:rsidP="00810015">
      <w:r>
        <w:t>266.9475</w:t>
      </w:r>
      <w:r>
        <w:tab/>
        <w:t>1.013e0</w:t>
      </w:r>
    </w:p>
    <w:p w14:paraId="74CE7B9A" w14:textId="77777777" w:rsidR="00810015" w:rsidRDefault="00810015" w:rsidP="00810015">
      <w:r>
        <w:t>266.9579</w:t>
      </w:r>
      <w:r>
        <w:tab/>
        <w:t>2.727e0</w:t>
      </w:r>
    </w:p>
    <w:p w14:paraId="3068C2D9" w14:textId="77777777" w:rsidR="00810015" w:rsidRDefault="00810015" w:rsidP="00810015">
      <w:r>
        <w:t>266.9644</w:t>
      </w:r>
      <w:r>
        <w:tab/>
        <w:t>1.013e0</w:t>
      </w:r>
    </w:p>
    <w:p w14:paraId="3E07DB12" w14:textId="77777777" w:rsidR="00810015" w:rsidRDefault="00810015" w:rsidP="00810015">
      <w:r>
        <w:t>266.9722</w:t>
      </w:r>
      <w:r>
        <w:tab/>
        <w:t>1.013e0</w:t>
      </w:r>
    </w:p>
    <w:p w14:paraId="4E6C0C04" w14:textId="77777777" w:rsidR="00810015" w:rsidRDefault="00810015" w:rsidP="00810015">
      <w:r>
        <w:t>266.9883</w:t>
      </w:r>
      <w:r>
        <w:tab/>
        <w:t>4.051e0</w:t>
      </w:r>
    </w:p>
    <w:p w14:paraId="2215E46D" w14:textId="77777777" w:rsidR="00810015" w:rsidRDefault="00810015" w:rsidP="00810015">
      <w:r>
        <w:t>267.0338</w:t>
      </w:r>
      <w:r>
        <w:tab/>
        <w:t>5.829e0</w:t>
      </w:r>
    </w:p>
    <w:p w14:paraId="3CE8DD73" w14:textId="77777777" w:rsidR="00810015" w:rsidRDefault="00810015" w:rsidP="00810015">
      <w:r>
        <w:t>267.0422</w:t>
      </w:r>
      <w:r>
        <w:tab/>
        <w:t>1.013e0</w:t>
      </w:r>
    </w:p>
    <w:p w14:paraId="4C8452ED" w14:textId="77777777" w:rsidR="00810015" w:rsidRDefault="00810015" w:rsidP="00810015">
      <w:r>
        <w:t>267.0529</w:t>
      </w:r>
      <w:r>
        <w:tab/>
        <w:t>1.383e1</w:t>
      </w:r>
    </w:p>
    <w:p w14:paraId="0B6E3940" w14:textId="77777777" w:rsidR="00810015" w:rsidRDefault="00810015" w:rsidP="00810015">
      <w:r>
        <w:t>267.0547</w:t>
      </w:r>
      <w:r>
        <w:tab/>
        <w:t>1.669e1</w:t>
      </w:r>
    </w:p>
    <w:p w14:paraId="1E96F5FD" w14:textId="77777777" w:rsidR="00810015" w:rsidRDefault="00810015" w:rsidP="00810015">
      <w:r>
        <w:t>267.0610</w:t>
      </w:r>
      <w:r>
        <w:tab/>
        <w:t>5.336e0</w:t>
      </w:r>
    </w:p>
    <w:p w14:paraId="2067A50F" w14:textId="77777777" w:rsidR="00810015" w:rsidRDefault="00810015" w:rsidP="00810015">
      <w:r>
        <w:t>267.1011</w:t>
      </w:r>
      <w:r>
        <w:tab/>
        <w:t>2.025e0</w:t>
      </w:r>
    </w:p>
    <w:p w14:paraId="4333E220" w14:textId="77777777" w:rsidR="00810015" w:rsidRDefault="00810015" w:rsidP="00810015">
      <w:r>
        <w:t>267.1237</w:t>
      </w:r>
      <w:r>
        <w:tab/>
        <w:t>2.025e0</w:t>
      </w:r>
    </w:p>
    <w:p w14:paraId="3876CFE0" w14:textId="77777777" w:rsidR="00810015" w:rsidRDefault="00810015" w:rsidP="00810015">
      <w:r>
        <w:t>267.1252</w:t>
      </w:r>
      <w:r>
        <w:tab/>
        <w:t>3.038e0</w:t>
      </w:r>
    </w:p>
    <w:p w14:paraId="41118D95" w14:textId="77777777" w:rsidR="00810015" w:rsidRDefault="00810015" w:rsidP="00810015">
      <w:r>
        <w:t>267.1366</w:t>
      </w:r>
      <w:r>
        <w:tab/>
        <w:t>4.051e0</w:t>
      </w:r>
    </w:p>
    <w:p w14:paraId="5971525D" w14:textId="77777777" w:rsidR="00810015" w:rsidRDefault="00810015" w:rsidP="00810015">
      <w:r>
        <w:t>267.1487</w:t>
      </w:r>
      <w:r>
        <w:tab/>
        <w:t>7.174e0</w:t>
      </w:r>
    </w:p>
    <w:p w14:paraId="6B718D54" w14:textId="77777777" w:rsidR="00810015" w:rsidRDefault="00810015" w:rsidP="00810015">
      <w:r>
        <w:t>267.1499</w:t>
      </w:r>
      <w:r>
        <w:tab/>
        <w:t>3.038e0</w:t>
      </w:r>
    </w:p>
    <w:p w14:paraId="7E47BDA8" w14:textId="77777777" w:rsidR="00810015" w:rsidRDefault="00810015" w:rsidP="00810015">
      <w:r>
        <w:t>267.1515</w:t>
      </w:r>
      <w:r>
        <w:tab/>
        <w:t>4.051e0</w:t>
      </w:r>
    </w:p>
    <w:p w14:paraId="2143D6D6" w14:textId="77777777" w:rsidR="00810015" w:rsidRDefault="00810015" w:rsidP="00810015">
      <w:r>
        <w:t>267.1830</w:t>
      </w:r>
      <w:r>
        <w:tab/>
        <w:t>4.051e0</w:t>
      </w:r>
    </w:p>
    <w:p w14:paraId="42958C82" w14:textId="77777777" w:rsidR="00810015" w:rsidRDefault="00810015" w:rsidP="00810015">
      <w:r>
        <w:t>267.1887</w:t>
      </w:r>
      <w:r>
        <w:tab/>
        <w:t>3.038e0</w:t>
      </w:r>
    </w:p>
    <w:p w14:paraId="7E3C3CFA" w14:textId="77777777" w:rsidR="00810015" w:rsidRDefault="00810015" w:rsidP="00810015">
      <w:r>
        <w:t>267.2039</w:t>
      </w:r>
      <w:r>
        <w:tab/>
        <w:t>1.013e0</w:t>
      </w:r>
    </w:p>
    <w:p w14:paraId="67FC3648" w14:textId="77777777" w:rsidR="00810015" w:rsidRDefault="00810015" w:rsidP="00810015">
      <w:r>
        <w:t>267.2126</w:t>
      </w:r>
      <w:r>
        <w:tab/>
        <w:t>1.013e0</w:t>
      </w:r>
    </w:p>
    <w:p w14:paraId="51BB64E9" w14:textId="77777777" w:rsidR="00810015" w:rsidRDefault="00810015" w:rsidP="00810015">
      <w:r>
        <w:t>267.2441</w:t>
      </w:r>
      <w:r>
        <w:tab/>
        <w:t>2.025e0</w:t>
      </w:r>
    </w:p>
    <w:p w14:paraId="1D1B290C" w14:textId="77777777" w:rsidR="00810015" w:rsidRDefault="00810015" w:rsidP="00810015">
      <w:r>
        <w:t>267.2496</w:t>
      </w:r>
      <w:r>
        <w:tab/>
        <w:t>2.025e0</w:t>
      </w:r>
    </w:p>
    <w:p w14:paraId="36026223" w14:textId="77777777" w:rsidR="00810015" w:rsidRDefault="00810015" w:rsidP="00810015">
      <w:r>
        <w:t>267.3074</w:t>
      </w:r>
      <w:r>
        <w:tab/>
        <w:t>1.013e0</w:t>
      </w:r>
    </w:p>
    <w:p w14:paraId="147BBC13" w14:textId="77777777" w:rsidR="00810015" w:rsidRDefault="00810015" w:rsidP="00810015">
      <w:r>
        <w:t>267.3416</w:t>
      </w:r>
      <w:r>
        <w:tab/>
        <w:t>4.051e0</w:t>
      </w:r>
    </w:p>
    <w:p w14:paraId="69EAD2D5" w14:textId="77777777" w:rsidR="00810015" w:rsidRDefault="00810015" w:rsidP="00810015">
      <w:r>
        <w:t>267.3566</w:t>
      </w:r>
      <w:r>
        <w:tab/>
        <w:t>3.038e0</w:t>
      </w:r>
    </w:p>
    <w:p w14:paraId="70A71C7A" w14:textId="77777777" w:rsidR="00810015" w:rsidRDefault="00810015" w:rsidP="00810015">
      <w:r>
        <w:t>267.3652</w:t>
      </w:r>
      <w:r>
        <w:tab/>
        <w:t>1.013e0</w:t>
      </w:r>
    </w:p>
    <w:p w14:paraId="55FC7220" w14:textId="77777777" w:rsidR="00810015" w:rsidRDefault="00810015" w:rsidP="00810015">
      <w:r>
        <w:t>267.3913</w:t>
      </w:r>
      <w:r>
        <w:tab/>
        <w:t>1.013e0</w:t>
      </w:r>
    </w:p>
    <w:p w14:paraId="50B30E90" w14:textId="77777777" w:rsidR="00810015" w:rsidRDefault="00810015" w:rsidP="00810015">
      <w:r>
        <w:t>267.3951</w:t>
      </w:r>
      <w:r>
        <w:tab/>
        <w:t>1.013e0</w:t>
      </w:r>
    </w:p>
    <w:p w14:paraId="00429B75" w14:textId="77777777" w:rsidR="00810015" w:rsidRDefault="00810015" w:rsidP="00810015">
      <w:r>
        <w:t>267.3991</w:t>
      </w:r>
      <w:r>
        <w:tab/>
        <w:t>1.013e0</w:t>
      </w:r>
    </w:p>
    <w:p w14:paraId="1652959F" w14:textId="77777777" w:rsidR="00810015" w:rsidRDefault="00810015" w:rsidP="00810015">
      <w:r>
        <w:t>267.4340</w:t>
      </w:r>
      <w:r>
        <w:tab/>
        <w:t>1.013e0</w:t>
      </w:r>
    </w:p>
    <w:p w14:paraId="7942BE7D" w14:textId="77777777" w:rsidR="00810015" w:rsidRDefault="00810015" w:rsidP="00810015">
      <w:r>
        <w:t>267.4390</w:t>
      </w:r>
      <w:r>
        <w:tab/>
        <w:t>1.013e0</w:t>
      </w:r>
    </w:p>
    <w:p w14:paraId="1092C5CB" w14:textId="77777777" w:rsidR="00810015" w:rsidRDefault="00810015" w:rsidP="00810015">
      <w:r>
        <w:t>267.4459</w:t>
      </w:r>
      <w:r>
        <w:tab/>
        <w:t>1.013e0</w:t>
      </w:r>
    </w:p>
    <w:p w14:paraId="69BAB683" w14:textId="77777777" w:rsidR="00810015" w:rsidRDefault="00810015" w:rsidP="00810015">
      <w:r>
        <w:t>267.4653</w:t>
      </w:r>
      <w:r>
        <w:tab/>
        <w:t>2.025e0</w:t>
      </w:r>
    </w:p>
    <w:p w14:paraId="3AF8C184" w14:textId="77777777" w:rsidR="00810015" w:rsidRDefault="00810015" w:rsidP="00810015">
      <w:r>
        <w:t>267.4710</w:t>
      </w:r>
      <w:r>
        <w:tab/>
        <w:t>2.025e0</w:t>
      </w:r>
    </w:p>
    <w:p w14:paraId="7424BD71" w14:textId="77777777" w:rsidR="00810015" w:rsidRDefault="00810015" w:rsidP="00810015">
      <w:r>
        <w:t>267.4860</w:t>
      </w:r>
      <w:r>
        <w:tab/>
        <w:t>2.025e0</w:t>
      </w:r>
    </w:p>
    <w:p w14:paraId="408485BF" w14:textId="77777777" w:rsidR="00810015" w:rsidRDefault="00810015" w:rsidP="00810015">
      <w:r>
        <w:t>267.4900</w:t>
      </w:r>
      <w:r>
        <w:tab/>
        <w:t>1.013e0</w:t>
      </w:r>
    </w:p>
    <w:p w14:paraId="370BC73B" w14:textId="77777777" w:rsidR="00810015" w:rsidRDefault="00810015" w:rsidP="00810015">
      <w:r>
        <w:t>267.5078</w:t>
      </w:r>
      <w:r>
        <w:tab/>
        <w:t>1.013e0</w:t>
      </w:r>
    </w:p>
    <w:p w14:paraId="59E6E9EA" w14:textId="77777777" w:rsidR="00810015" w:rsidRDefault="00810015" w:rsidP="00810015">
      <w:r>
        <w:t>267.5515</w:t>
      </w:r>
      <w:r>
        <w:tab/>
        <w:t>2.937e1</w:t>
      </w:r>
    </w:p>
    <w:p w14:paraId="0AA89ACA" w14:textId="77777777" w:rsidR="00810015" w:rsidRDefault="00810015" w:rsidP="00810015">
      <w:r>
        <w:t>267.5530</w:t>
      </w:r>
      <w:r>
        <w:tab/>
        <w:t>5.228e1</w:t>
      </w:r>
    </w:p>
    <w:p w14:paraId="0146F6A0" w14:textId="77777777" w:rsidR="00810015" w:rsidRDefault="00810015" w:rsidP="00810015">
      <w:r>
        <w:t>267.5555</w:t>
      </w:r>
      <w:r>
        <w:tab/>
        <w:t>4.253e1</w:t>
      </w:r>
    </w:p>
    <w:p w14:paraId="1A70174B" w14:textId="77777777" w:rsidR="00810015" w:rsidRDefault="00810015" w:rsidP="00810015">
      <w:r>
        <w:t>267.5816</w:t>
      </w:r>
      <w:r>
        <w:tab/>
        <w:t>1.013e0</w:t>
      </w:r>
    </w:p>
    <w:p w14:paraId="593A5071" w14:textId="77777777" w:rsidR="00810015" w:rsidRDefault="00810015" w:rsidP="00810015">
      <w:r>
        <w:t>267.6341</w:t>
      </w:r>
      <w:r>
        <w:tab/>
        <w:t>1.013e0</w:t>
      </w:r>
    </w:p>
    <w:p w14:paraId="2D2CED3C" w14:textId="77777777" w:rsidR="00810015" w:rsidRDefault="00810015" w:rsidP="00810015">
      <w:r>
        <w:t>267.6413</w:t>
      </w:r>
      <w:r>
        <w:tab/>
        <w:t>3.038e0</w:t>
      </w:r>
    </w:p>
    <w:p w14:paraId="2F95E16D" w14:textId="77777777" w:rsidR="00810015" w:rsidRDefault="00810015" w:rsidP="00810015">
      <w:r>
        <w:t>267.6514</w:t>
      </w:r>
      <w:r>
        <w:tab/>
        <w:t>1.013e0</w:t>
      </w:r>
    </w:p>
    <w:p w14:paraId="23F5E924" w14:textId="77777777" w:rsidR="00810015" w:rsidRDefault="00810015" w:rsidP="00810015">
      <w:r>
        <w:t>267.6726</w:t>
      </w:r>
      <w:r>
        <w:tab/>
        <w:t>1.013e0</w:t>
      </w:r>
    </w:p>
    <w:p w14:paraId="2BFDDC0D" w14:textId="77777777" w:rsidR="00810015" w:rsidRDefault="00810015" w:rsidP="00810015">
      <w:r>
        <w:t>267.6801</w:t>
      </w:r>
      <w:r>
        <w:tab/>
        <w:t>3.038e0</w:t>
      </w:r>
    </w:p>
    <w:p w14:paraId="44EFAD9F" w14:textId="77777777" w:rsidR="00810015" w:rsidRDefault="00810015" w:rsidP="00810015">
      <w:r>
        <w:t>267.6953</w:t>
      </w:r>
      <w:r>
        <w:tab/>
        <w:t>3.038e0</w:t>
      </w:r>
    </w:p>
    <w:p w14:paraId="39E490DE" w14:textId="77777777" w:rsidR="00810015" w:rsidRDefault="00810015" w:rsidP="00810015">
      <w:r>
        <w:t>267.7220</w:t>
      </w:r>
      <w:r>
        <w:tab/>
        <w:t>2.025e0</w:t>
      </w:r>
    </w:p>
    <w:p w14:paraId="109661E7" w14:textId="77777777" w:rsidR="00810015" w:rsidRDefault="00810015" w:rsidP="00810015">
      <w:r>
        <w:t>267.7293</w:t>
      </w:r>
      <w:r>
        <w:tab/>
        <w:t>1.013e0</w:t>
      </w:r>
    </w:p>
    <w:p w14:paraId="743698CE" w14:textId="77777777" w:rsidR="00810015" w:rsidRDefault="00810015" w:rsidP="00810015">
      <w:r>
        <w:t>267.7541</w:t>
      </w:r>
      <w:r>
        <w:tab/>
        <w:t>3.038e0</w:t>
      </w:r>
    </w:p>
    <w:p w14:paraId="6D911862" w14:textId="77777777" w:rsidR="00810015" w:rsidRDefault="00810015" w:rsidP="00810015">
      <w:r>
        <w:t>267.7573</w:t>
      </w:r>
      <w:r>
        <w:tab/>
        <w:t>1.013e0</w:t>
      </w:r>
    </w:p>
    <w:p w14:paraId="72616A0D" w14:textId="77777777" w:rsidR="00810015" w:rsidRDefault="00810015" w:rsidP="00810015">
      <w:r>
        <w:t>267.7991</w:t>
      </w:r>
      <w:r>
        <w:tab/>
        <w:t>1.013e0</w:t>
      </w:r>
    </w:p>
    <w:p w14:paraId="1E2E57B5" w14:textId="77777777" w:rsidR="00810015" w:rsidRDefault="00810015" w:rsidP="00810015">
      <w:r>
        <w:t>267.8301</w:t>
      </w:r>
      <w:r>
        <w:tab/>
        <w:t>1.013e0</w:t>
      </w:r>
    </w:p>
    <w:p w14:paraId="72E76C47" w14:textId="77777777" w:rsidR="00810015" w:rsidRDefault="00810015" w:rsidP="00810015">
      <w:r>
        <w:t>267.8430</w:t>
      </w:r>
      <w:r>
        <w:tab/>
        <w:t>1.013e0</w:t>
      </w:r>
    </w:p>
    <w:p w14:paraId="3331E278" w14:textId="77777777" w:rsidR="00810015" w:rsidRDefault="00810015" w:rsidP="00810015">
      <w:r>
        <w:t>267.8505</w:t>
      </w:r>
      <w:r>
        <w:tab/>
        <w:t>1.013e0</w:t>
      </w:r>
    </w:p>
    <w:p w14:paraId="1BC9E70B" w14:textId="77777777" w:rsidR="00810015" w:rsidRDefault="00810015" w:rsidP="00810015">
      <w:r>
        <w:t>267.8520</w:t>
      </w:r>
      <w:r>
        <w:tab/>
        <w:t>2.025e0</w:t>
      </w:r>
    </w:p>
    <w:p w14:paraId="2BB1557B" w14:textId="77777777" w:rsidR="00810015" w:rsidRDefault="00810015" w:rsidP="00810015">
      <w:r>
        <w:t>267.8533</w:t>
      </w:r>
      <w:r>
        <w:tab/>
        <w:t>4.051e0</w:t>
      </w:r>
    </w:p>
    <w:p w14:paraId="4D292A45" w14:textId="77777777" w:rsidR="00810015" w:rsidRDefault="00810015" w:rsidP="00810015">
      <w:r>
        <w:t>267.8554</w:t>
      </w:r>
      <w:r>
        <w:tab/>
        <w:t>1.013e0</w:t>
      </w:r>
    </w:p>
    <w:p w14:paraId="3F478A0F" w14:textId="77777777" w:rsidR="00810015" w:rsidRDefault="00810015" w:rsidP="00810015">
      <w:r>
        <w:t>267.8699</w:t>
      </w:r>
      <w:r>
        <w:tab/>
        <w:t>1.013e0</w:t>
      </w:r>
    </w:p>
    <w:p w14:paraId="368837FE" w14:textId="77777777" w:rsidR="00810015" w:rsidRDefault="00810015" w:rsidP="00810015">
      <w:r>
        <w:t>267.8810</w:t>
      </w:r>
      <w:r>
        <w:tab/>
        <w:t>1.013e0</w:t>
      </w:r>
    </w:p>
    <w:p w14:paraId="22D8DD3F" w14:textId="77777777" w:rsidR="00810015" w:rsidRDefault="00810015" w:rsidP="00810015">
      <w:r>
        <w:t>267.8900</w:t>
      </w:r>
      <w:r>
        <w:tab/>
        <w:t>1.013e0</w:t>
      </w:r>
    </w:p>
    <w:p w14:paraId="74AC88C9" w14:textId="77777777" w:rsidR="00810015" w:rsidRDefault="00810015" w:rsidP="00810015">
      <w:r>
        <w:t>267.8970</w:t>
      </w:r>
      <w:r>
        <w:tab/>
        <w:t>2.025e0</w:t>
      </w:r>
    </w:p>
    <w:p w14:paraId="1A086B20" w14:textId="77777777" w:rsidR="00810015" w:rsidRDefault="00810015" w:rsidP="00810015">
      <w:r>
        <w:t>267.9158</w:t>
      </w:r>
      <w:r>
        <w:tab/>
        <w:t>3.038e0</w:t>
      </w:r>
    </w:p>
    <w:p w14:paraId="500277E0" w14:textId="77777777" w:rsidR="00810015" w:rsidRDefault="00810015" w:rsidP="00810015">
      <w:r>
        <w:t>267.9295</w:t>
      </w:r>
      <w:r>
        <w:tab/>
        <w:t>1.013e0</w:t>
      </w:r>
    </w:p>
    <w:p w14:paraId="09BDB0A2" w14:textId="77777777" w:rsidR="00810015" w:rsidRDefault="00810015" w:rsidP="00810015">
      <w:r>
        <w:t>267.9430</w:t>
      </w:r>
      <w:r>
        <w:tab/>
        <w:t>2.025e0</w:t>
      </w:r>
    </w:p>
    <w:p w14:paraId="4D2DEBAD" w14:textId="77777777" w:rsidR="00810015" w:rsidRDefault="00810015" w:rsidP="00810015">
      <w:r>
        <w:t>267.9846</w:t>
      </w:r>
      <w:r>
        <w:tab/>
        <w:t>2.019e0</w:t>
      </w:r>
    </w:p>
    <w:p w14:paraId="75B727DB" w14:textId="77777777" w:rsidR="00810015" w:rsidRDefault="00810015" w:rsidP="00810015">
      <w:r>
        <w:t>267.9858</w:t>
      </w:r>
      <w:r>
        <w:tab/>
        <w:t>2.025e0</w:t>
      </w:r>
    </w:p>
    <w:p w14:paraId="0E80FEDD" w14:textId="77777777" w:rsidR="00810015" w:rsidRDefault="00810015" w:rsidP="00810015">
      <w:r>
        <w:t>268.0086</w:t>
      </w:r>
      <w:r>
        <w:tab/>
        <w:t>1.013e0</w:t>
      </w:r>
    </w:p>
    <w:p w14:paraId="05BE12F8" w14:textId="77777777" w:rsidR="00810015" w:rsidRDefault="00810015" w:rsidP="00810015">
      <w:r>
        <w:t>268.0207</w:t>
      </w:r>
      <w:r>
        <w:tab/>
        <w:t>1.013e0</w:t>
      </w:r>
    </w:p>
    <w:p w14:paraId="67EA6DC9" w14:textId="77777777" w:rsidR="00810015" w:rsidRDefault="00810015" w:rsidP="00810015">
      <w:r>
        <w:t>268.0508</w:t>
      </w:r>
      <w:r>
        <w:tab/>
        <w:t>6.076e0</w:t>
      </w:r>
    </w:p>
    <w:p w14:paraId="2782B2FB" w14:textId="77777777" w:rsidR="00810015" w:rsidRDefault="00810015" w:rsidP="00810015">
      <w:r>
        <w:t>268.0549</w:t>
      </w:r>
      <w:r>
        <w:tab/>
        <w:t>1.537e1</w:t>
      </w:r>
    </w:p>
    <w:p w14:paraId="5C18FD6E" w14:textId="77777777" w:rsidR="00810015" w:rsidRDefault="00810015" w:rsidP="00810015">
      <w:r>
        <w:t>268.0580</w:t>
      </w:r>
      <w:r>
        <w:tab/>
        <w:t>9.477e0</w:t>
      </w:r>
    </w:p>
    <w:p w14:paraId="45BF5248" w14:textId="77777777" w:rsidR="00810015" w:rsidRDefault="00810015" w:rsidP="00810015">
      <w:r>
        <w:t>268.0594</w:t>
      </w:r>
      <w:r>
        <w:tab/>
        <w:t>1.924e1</w:t>
      </w:r>
    </w:p>
    <w:p w14:paraId="57C46E85" w14:textId="77777777" w:rsidR="00810015" w:rsidRDefault="00810015" w:rsidP="00810015">
      <w:r>
        <w:t>268.0939</w:t>
      </w:r>
      <w:r>
        <w:tab/>
        <w:t>5.440e0</w:t>
      </w:r>
    </w:p>
    <w:p w14:paraId="25D0C068" w14:textId="77777777" w:rsidR="00810015" w:rsidRDefault="00810015" w:rsidP="00810015">
      <w:r>
        <w:t>268.1134</w:t>
      </w:r>
      <w:r>
        <w:tab/>
        <w:t>1.013e0</w:t>
      </w:r>
    </w:p>
    <w:p w14:paraId="54721253" w14:textId="77777777" w:rsidR="00810015" w:rsidRDefault="00810015" w:rsidP="00810015">
      <w:r>
        <w:t>268.1146</w:t>
      </w:r>
      <w:r>
        <w:tab/>
        <w:t>1.430e0</w:t>
      </w:r>
    </w:p>
    <w:p w14:paraId="3735CB00" w14:textId="77777777" w:rsidR="00810015" w:rsidRDefault="00810015" w:rsidP="00810015">
      <w:r>
        <w:t>268.1274</w:t>
      </w:r>
      <w:r>
        <w:tab/>
        <w:t>2.025e0</w:t>
      </w:r>
    </w:p>
    <w:p w14:paraId="25B99877" w14:textId="77777777" w:rsidR="00810015" w:rsidRDefault="00810015" w:rsidP="00810015">
      <w:r>
        <w:t>268.1430</w:t>
      </w:r>
      <w:r>
        <w:tab/>
        <w:t>7.089e0</w:t>
      </w:r>
    </w:p>
    <w:p w14:paraId="5C1AE26C" w14:textId="77777777" w:rsidR="00810015" w:rsidRDefault="00810015" w:rsidP="00810015">
      <w:r>
        <w:t>268.1474</w:t>
      </w:r>
      <w:r>
        <w:tab/>
        <w:t>1.013e1</w:t>
      </w:r>
    </w:p>
    <w:p w14:paraId="0E6D373C" w14:textId="77777777" w:rsidR="00810015" w:rsidRDefault="00810015" w:rsidP="00810015">
      <w:r>
        <w:t>268.1567</w:t>
      </w:r>
      <w:r>
        <w:tab/>
        <w:t>1.114e1</w:t>
      </w:r>
    </w:p>
    <w:p w14:paraId="0EEC9ECA" w14:textId="77777777" w:rsidR="00810015" w:rsidRDefault="00810015" w:rsidP="00810015">
      <w:r>
        <w:t>268.1588</w:t>
      </w:r>
      <w:r>
        <w:tab/>
        <w:t>4.231e0</w:t>
      </w:r>
    </w:p>
    <w:p w14:paraId="26946262" w14:textId="77777777" w:rsidR="00810015" w:rsidRDefault="00810015" w:rsidP="00810015">
      <w:r>
        <w:t>268.1797</w:t>
      </w:r>
      <w:r>
        <w:tab/>
        <w:t>3.038e0</w:t>
      </w:r>
    </w:p>
    <w:p w14:paraId="258F0984" w14:textId="77777777" w:rsidR="00810015" w:rsidRDefault="00810015" w:rsidP="00810015">
      <w:r>
        <w:t>268.1914</w:t>
      </w:r>
      <w:r>
        <w:tab/>
        <w:t>2.025e0</w:t>
      </w:r>
    </w:p>
    <w:p w14:paraId="7B6CE477" w14:textId="77777777" w:rsidR="00810015" w:rsidRDefault="00810015" w:rsidP="00810015">
      <w:r>
        <w:t>268.1937</w:t>
      </w:r>
      <w:r>
        <w:tab/>
        <w:t>4.051e0</w:t>
      </w:r>
    </w:p>
    <w:p w14:paraId="1B85AF6E" w14:textId="77777777" w:rsidR="00810015" w:rsidRDefault="00810015" w:rsidP="00810015">
      <w:r>
        <w:t>268.2277</w:t>
      </w:r>
      <w:r>
        <w:tab/>
        <w:t>4.051e0</w:t>
      </w:r>
    </w:p>
    <w:p w14:paraId="72A7CEB9" w14:textId="77777777" w:rsidR="00810015" w:rsidRDefault="00810015" w:rsidP="00810015">
      <w:r>
        <w:t>268.2302</w:t>
      </w:r>
      <w:r>
        <w:tab/>
        <w:t>1.013e0</w:t>
      </w:r>
    </w:p>
    <w:p w14:paraId="2AB27F27" w14:textId="77777777" w:rsidR="00810015" w:rsidRDefault="00810015" w:rsidP="00810015">
      <w:r>
        <w:t>268.2342</w:t>
      </w:r>
      <w:r>
        <w:tab/>
        <w:t>1.013e0</w:t>
      </w:r>
    </w:p>
    <w:p w14:paraId="1CC4BD08" w14:textId="77777777" w:rsidR="00810015" w:rsidRDefault="00810015" w:rsidP="00810015">
      <w:r>
        <w:t>268.2422</w:t>
      </w:r>
      <w:r>
        <w:tab/>
        <w:t>1.013e0</w:t>
      </w:r>
    </w:p>
    <w:p w14:paraId="4294A8C8" w14:textId="77777777" w:rsidR="00810015" w:rsidRDefault="00810015" w:rsidP="00810015">
      <w:r>
        <w:t>268.2462</w:t>
      </w:r>
      <w:r>
        <w:tab/>
        <w:t>3.038e0</w:t>
      </w:r>
    </w:p>
    <w:p w14:paraId="5C1BE86E" w14:textId="77777777" w:rsidR="00810015" w:rsidRDefault="00810015" w:rsidP="00810015">
      <w:r>
        <w:t>268.2600</w:t>
      </w:r>
      <w:r>
        <w:tab/>
        <w:t>2.025e0</w:t>
      </w:r>
    </w:p>
    <w:p w14:paraId="35B0B3C1" w14:textId="77777777" w:rsidR="00810015" w:rsidRDefault="00810015" w:rsidP="00810015">
      <w:r>
        <w:t>268.2691</w:t>
      </w:r>
      <w:r>
        <w:tab/>
        <w:t>1.013e0</w:t>
      </w:r>
    </w:p>
    <w:p w14:paraId="56ECCD40" w14:textId="77777777" w:rsidR="00810015" w:rsidRDefault="00810015" w:rsidP="00810015">
      <w:r>
        <w:t>268.2732</w:t>
      </w:r>
      <w:r>
        <w:tab/>
        <w:t>1.013e0</w:t>
      </w:r>
    </w:p>
    <w:p w14:paraId="558AFDCB" w14:textId="77777777" w:rsidR="00810015" w:rsidRDefault="00810015" w:rsidP="00810015">
      <w:r>
        <w:t>268.3081</w:t>
      </w:r>
      <w:r>
        <w:tab/>
        <w:t>1.013e0</w:t>
      </w:r>
    </w:p>
    <w:p w14:paraId="50374404" w14:textId="77777777" w:rsidR="00810015" w:rsidRDefault="00810015" w:rsidP="00810015">
      <w:r>
        <w:t>268.3170</w:t>
      </w:r>
      <w:r>
        <w:tab/>
        <w:t>1.013e0</w:t>
      </w:r>
    </w:p>
    <w:p w14:paraId="73391D2D" w14:textId="77777777" w:rsidR="00810015" w:rsidRDefault="00810015" w:rsidP="00810015">
      <w:r>
        <w:t>268.3307</w:t>
      </w:r>
      <w:r>
        <w:tab/>
        <w:t>4.051e0</w:t>
      </w:r>
    </w:p>
    <w:p w14:paraId="71212B60" w14:textId="77777777" w:rsidR="00810015" w:rsidRDefault="00810015" w:rsidP="00810015">
      <w:r>
        <w:t>268.3430</w:t>
      </w:r>
      <w:r>
        <w:tab/>
        <w:t>1.013e0</w:t>
      </w:r>
    </w:p>
    <w:p w14:paraId="2089EE99" w14:textId="77777777" w:rsidR="00810015" w:rsidRDefault="00810015" w:rsidP="00810015">
      <w:r>
        <w:t>268.3608</w:t>
      </w:r>
      <w:r>
        <w:tab/>
        <w:t>1.013e0</w:t>
      </w:r>
    </w:p>
    <w:p w14:paraId="66932CA3" w14:textId="77777777" w:rsidR="00810015" w:rsidRDefault="00810015" w:rsidP="00810015">
      <w:r>
        <w:t>268.3908</w:t>
      </w:r>
      <w:r>
        <w:tab/>
        <w:t>1.013e0</w:t>
      </w:r>
    </w:p>
    <w:p w14:paraId="372446E0" w14:textId="77777777" w:rsidR="00810015" w:rsidRDefault="00810015" w:rsidP="00810015">
      <w:r>
        <w:t>268.4090</w:t>
      </w:r>
      <w:r>
        <w:tab/>
        <w:t>1.013e0</w:t>
      </w:r>
    </w:p>
    <w:p w14:paraId="05BFDB2B" w14:textId="77777777" w:rsidR="00810015" w:rsidRDefault="00810015" w:rsidP="00810015">
      <w:r>
        <w:t>268.4249</w:t>
      </w:r>
      <w:r>
        <w:tab/>
        <w:t>1.013e0</w:t>
      </w:r>
    </w:p>
    <w:p w14:paraId="2C47A14B" w14:textId="77777777" w:rsidR="00810015" w:rsidRDefault="00810015" w:rsidP="00810015">
      <w:r>
        <w:t>268.4440</w:t>
      </w:r>
      <w:r>
        <w:tab/>
        <w:t>1.013e0</w:t>
      </w:r>
    </w:p>
    <w:p w14:paraId="53037537" w14:textId="77777777" w:rsidR="00810015" w:rsidRDefault="00810015" w:rsidP="00810015">
      <w:r>
        <w:t>268.4647</w:t>
      </w:r>
      <w:r>
        <w:tab/>
        <w:t>3.038e0</w:t>
      </w:r>
    </w:p>
    <w:p w14:paraId="46B496F2" w14:textId="77777777" w:rsidR="00810015" w:rsidRDefault="00810015" w:rsidP="00810015">
      <w:r>
        <w:t>268.4693</w:t>
      </w:r>
      <w:r>
        <w:tab/>
        <w:t>2.025e0</w:t>
      </w:r>
    </w:p>
    <w:p w14:paraId="190FA532" w14:textId="77777777" w:rsidR="00810015" w:rsidRDefault="00810015" w:rsidP="00810015">
      <w:r>
        <w:t>268.4747</w:t>
      </w:r>
      <w:r>
        <w:tab/>
        <w:t>1.013e0</w:t>
      </w:r>
    </w:p>
    <w:p w14:paraId="08413C7E" w14:textId="77777777" w:rsidR="00810015" w:rsidRDefault="00810015" w:rsidP="00810015">
      <w:r>
        <w:t>268.4787</w:t>
      </w:r>
      <w:r>
        <w:tab/>
        <w:t>1.013e0</w:t>
      </w:r>
    </w:p>
    <w:p w14:paraId="49BA72A2" w14:textId="77777777" w:rsidR="00810015" w:rsidRDefault="00810015" w:rsidP="00810015">
      <w:r>
        <w:t>268.5133</w:t>
      </w:r>
      <w:r>
        <w:tab/>
        <w:t>1.013e0</w:t>
      </w:r>
    </w:p>
    <w:p w14:paraId="10CC87EC" w14:textId="77777777" w:rsidR="00810015" w:rsidRDefault="00810015" w:rsidP="00810015">
      <w:r>
        <w:t>268.5267</w:t>
      </w:r>
      <w:r>
        <w:tab/>
        <w:t>1.013e0</w:t>
      </w:r>
    </w:p>
    <w:p w14:paraId="11871EC3" w14:textId="77777777" w:rsidR="00810015" w:rsidRDefault="00810015" w:rsidP="00810015">
      <w:r>
        <w:t>268.5555</w:t>
      </w:r>
      <w:r>
        <w:tab/>
        <w:t>3.038e0</w:t>
      </w:r>
    </w:p>
    <w:p w14:paraId="07B3D0E5" w14:textId="77777777" w:rsidR="00810015" w:rsidRDefault="00810015" w:rsidP="00810015">
      <w:r>
        <w:t>268.5599</w:t>
      </w:r>
      <w:r>
        <w:tab/>
        <w:t>3.038e0</w:t>
      </w:r>
    </w:p>
    <w:p w14:paraId="1861A18F" w14:textId="77777777" w:rsidR="00810015" w:rsidRDefault="00810015" w:rsidP="00810015">
      <w:r>
        <w:t>268.5615</w:t>
      </w:r>
      <w:r>
        <w:tab/>
        <w:t>5.063e0</w:t>
      </w:r>
    </w:p>
    <w:p w14:paraId="747F9F8C" w14:textId="77777777" w:rsidR="00810015" w:rsidRDefault="00810015" w:rsidP="00810015">
      <w:r>
        <w:t>268.5670</w:t>
      </w:r>
      <w:r>
        <w:tab/>
        <w:t>1.179e1</w:t>
      </w:r>
    </w:p>
    <w:p w14:paraId="5F18AB54" w14:textId="77777777" w:rsidR="00810015" w:rsidRDefault="00810015" w:rsidP="00810015">
      <w:r>
        <w:t>268.5876</w:t>
      </w:r>
      <w:r>
        <w:tab/>
        <w:t>1.013e0</w:t>
      </w:r>
    </w:p>
    <w:p w14:paraId="50719DE4" w14:textId="77777777" w:rsidR="00810015" w:rsidRDefault="00810015" w:rsidP="00810015">
      <w:r>
        <w:t>268.6171</w:t>
      </w:r>
      <w:r>
        <w:tab/>
        <w:t>2.025e0</w:t>
      </w:r>
    </w:p>
    <w:p w14:paraId="31C30EA4" w14:textId="77777777" w:rsidR="00810015" w:rsidRDefault="00810015" w:rsidP="00810015">
      <w:r>
        <w:t>268.6306</w:t>
      </w:r>
      <w:r>
        <w:tab/>
        <w:t>2.025e0</w:t>
      </w:r>
    </w:p>
    <w:p w14:paraId="2315891D" w14:textId="77777777" w:rsidR="00810015" w:rsidRDefault="00810015" w:rsidP="00810015">
      <w:r>
        <w:t>268.6570</w:t>
      </w:r>
      <w:r>
        <w:tab/>
        <w:t>1.013e0</w:t>
      </w:r>
    </w:p>
    <w:p w14:paraId="0C39E7B8" w14:textId="77777777" w:rsidR="00810015" w:rsidRDefault="00810015" w:rsidP="00810015">
      <w:r>
        <w:t>268.6655</w:t>
      </w:r>
      <w:r>
        <w:tab/>
        <w:t>1.013e0</w:t>
      </w:r>
    </w:p>
    <w:p w14:paraId="247B2A94" w14:textId="77777777" w:rsidR="00810015" w:rsidRDefault="00810015" w:rsidP="00810015">
      <w:r>
        <w:t>268.7072</w:t>
      </w:r>
      <w:r>
        <w:tab/>
        <w:t>3.038e0</w:t>
      </w:r>
    </w:p>
    <w:p w14:paraId="241D341A" w14:textId="77777777" w:rsidR="00810015" w:rsidRDefault="00810015" w:rsidP="00810015">
      <w:r>
        <w:t>268.7125</w:t>
      </w:r>
      <w:r>
        <w:tab/>
        <w:t>2.025e0</w:t>
      </w:r>
    </w:p>
    <w:p w14:paraId="0F64961A" w14:textId="77777777" w:rsidR="00810015" w:rsidRDefault="00810015" w:rsidP="00810015">
      <w:r>
        <w:t>268.7152</w:t>
      </w:r>
      <w:r>
        <w:tab/>
        <w:t>5.063e0</w:t>
      </w:r>
    </w:p>
    <w:p w14:paraId="20DF0FF4" w14:textId="77777777" w:rsidR="00810015" w:rsidRDefault="00810015" w:rsidP="00810015">
      <w:r>
        <w:t>268.7513</w:t>
      </w:r>
      <w:r>
        <w:tab/>
        <w:t>1.013e0</w:t>
      </w:r>
    </w:p>
    <w:p w14:paraId="2873D96F" w14:textId="77777777" w:rsidR="00810015" w:rsidRDefault="00810015" w:rsidP="00810015">
      <w:r>
        <w:t>268.7660</w:t>
      </w:r>
      <w:r>
        <w:tab/>
        <w:t>1.013e0</w:t>
      </w:r>
    </w:p>
    <w:p w14:paraId="7F695056" w14:textId="77777777" w:rsidR="00810015" w:rsidRDefault="00810015" w:rsidP="00810015">
      <w:r>
        <w:t>268.7873</w:t>
      </w:r>
      <w:r>
        <w:tab/>
        <w:t>1.013e0</w:t>
      </w:r>
    </w:p>
    <w:p w14:paraId="063BEB5B" w14:textId="77777777" w:rsidR="00810015" w:rsidRDefault="00810015" w:rsidP="00810015">
      <w:r>
        <w:t>268.8093</w:t>
      </w:r>
      <w:r>
        <w:tab/>
        <w:t>1.013e0</w:t>
      </w:r>
    </w:p>
    <w:p w14:paraId="43C0BC21" w14:textId="77777777" w:rsidR="00810015" w:rsidRDefault="00810015" w:rsidP="00810015">
      <w:r>
        <w:t>268.8254</w:t>
      </w:r>
      <w:r>
        <w:tab/>
        <w:t>1.013e0</w:t>
      </w:r>
    </w:p>
    <w:p w14:paraId="53FE0F0F" w14:textId="77777777" w:rsidR="00810015" w:rsidRDefault="00810015" w:rsidP="00810015">
      <w:r>
        <w:t>268.8275</w:t>
      </w:r>
      <w:r>
        <w:tab/>
        <w:t>2.025e0</w:t>
      </w:r>
    </w:p>
    <w:p w14:paraId="5494A0D1" w14:textId="77777777" w:rsidR="00810015" w:rsidRDefault="00810015" w:rsidP="00810015">
      <w:r>
        <w:t>268.8452</w:t>
      </w:r>
      <w:r>
        <w:tab/>
        <w:t>1.013e0</w:t>
      </w:r>
    </w:p>
    <w:p w14:paraId="64EA611E" w14:textId="77777777" w:rsidR="00810015" w:rsidRDefault="00810015" w:rsidP="00810015">
      <w:r>
        <w:t>268.8523</w:t>
      </w:r>
      <w:r>
        <w:tab/>
        <w:t>1.013e0</w:t>
      </w:r>
    </w:p>
    <w:p w14:paraId="0E9CAB05" w14:textId="77777777" w:rsidR="00810015" w:rsidRDefault="00810015" w:rsidP="00810015">
      <w:r>
        <w:t>268.8922</w:t>
      </w:r>
      <w:r>
        <w:tab/>
        <w:t>2.025e0</w:t>
      </w:r>
    </w:p>
    <w:p w14:paraId="2B59A09B" w14:textId="77777777" w:rsidR="00810015" w:rsidRDefault="00810015" w:rsidP="00810015">
      <w:r>
        <w:t>268.9191</w:t>
      </w:r>
      <w:r>
        <w:tab/>
        <w:t>1.013e0</w:t>
      </w:r>
    </w:p>
    <w:p w14:paraId="28732038" w14:textId="77777777" w:rsidR="00810015" w:rsidRDefault="00810015" w:rsidP="00810015">
      <w:r>
        <w:t>268.9306</w:t>
      </w:r>
      <w:r>
        <w:tab/>
        <w:t>2.025e0</w:t>
      </w:r>
    </w:p>
    <w:p w14:paraId="63A7C9E0" w14:textId="77777777" w:rsidR="00810015" w:rsidRDefault="00810015" w:rsidP="00810015">
      <w:r>
        <w:t>268.9445</w:t>
      </w:r>
      <w:r>
        <w:tab/>
        <w:t>1.013e0</w:t>
      </w:r>
    </w:p>
    <w:p w14:paraId="36F885CB" w14:textId="77777777" w:rsidR="00810015" w:rsidRDefault="00810015" w:rsidP="00810015">
      <w:r>
        <w:t>268.9712</w:t>
      </w:r>
      <w:r>
        <w:tab/>
        <w:t>2.025e0</w:t>
      </w:r>
    </w:p>
    <w:p w14:paraId="77319A67" w14:textId="77777777" w:rsidR="00810015" w:rsidRDefault="00810015" w:rsidP="00810015">
      <w:r>
        <w:t>268.9841</w:t>
      </w:r>
      <w:r>
        <w:tab/>
        <w:t>2.025e0</w:t>
      </w:r>
    </w:p>
    <w:p w14:paraId="44FD6392" w14:textId="77777777" w:rsidR="00810015" w:rsidRDefault="00810015" w:rsidP="00810015">
      <w:r>
        <w:t>269.0049</w:t>
      </w:r>
      <w:r>
        <w:tab/>
        <w:t>1.013e0</w:t>
      </w:r>
    </w:p>
    <w:p w14:paraId="47E19F25" w14:textId="77777777" w:rsidR="00810015" w:rsidRDefault="00810015" w:rsidP="00810015">
      <w:r>
        <w:t>269.0095</w:t>
      </w:r>
      <w:r>
        <w:tab/>
        <w:t>1.260e0</w:t>
      </w:r>
    </w:p>
    <w:p w14:paraId="35A336BE" w14:textId="77777777" w:rsidR="00810015" w:rsidRDefault="00810015" w:rsidP="00810015">
      <w:r>
        <w:t>269.0139</w:t>
      </w:r>
      <w:r>
        <w:tab/>
        <w:t>3.038e0</w:t>
      </w:r>
    </w:p>
    <w:p w14:paraId="5177EADE" w14:textId="77777777" w:rsidR="00810015" w:rsidRDefault="00810015" w:rsidP="00810015">
      <w:r>
        <w:t>269.0201</w:t>
      </w:r>
      <w:r>
        <w:tab/>
        <w:t>5.063e0</w:t>
      </w:r>
    </w:p>
    <w:p w14:paraId="007A2A4F" w14:textId="77777777" w:rsidR="00810015" w:rsidRDefault="00810015" w:rsidP="00810015">
      <w:r>
        <w:t>269.0532</w:t>
      </w:r>
      <w:r>
        <w:tab/>
        <w:t>7.860e0</w:t>
      </w:r>
    </w:p>
    <w:p w14:paraId="69B5BC23" w14:textId="77777777" w:rsidR="00810015" w:rsidRDefault="00810015" w:rsidP="00810015">
      <w:r>
        <w:t>269.0574</w:t>
      </w:r>
      <w:r>
        <w:tab/>
        <w:t>8.101e0</w:t>
      </w:r>
    </w:p>
    <w:p w14:paraId="7BFF87B1" w14:textId="77777777" w:rsidR="00810015" w:rsidRDefault="00810015" w:rsidP="00810015">
      <w:r>
        <w:t>269.0601</w:t>
      </w:r>
      <w:r>
        <w:tab/>
        <w:t>2.025e0</w:t>
      </w:r>
    </w:p>
    <w:p w14:paraId="15059C12" w14:textId="77777777" w:rsidR="00810015" w:rsidRDefault="00810015" w:rsidP="00810015">
      <w:r>
        <w:t>269.0740</w:t>
      </w:r>
      <w:r>
        <w:tab/>
        <w:t>1.013e0</w:t>
      </w:r>
    </w:p>
    <w:p w14:paraId="1341214E" w14:textId="77777777" w:rsidR="00810015" w:rsidRDefault="00810015" w:rsidP="00810015">
      <w:r>
        <w:t>269.1010</w:t>
      </w:r>
      <w:r>
        <w:tab/>
        <w:t>2.025e0</w:t>
      </w:r>
    </w:p>
    <w:p w14:paraId="44A75ABE" w14:textId="77777777" w:rsidR="00810015" w:rsidRDefault="00810015" w:rsidP="00810015">
      <w:r>
        <w:t>269.1051</w:t>
      </w:r>
      <w:r>
        <w:tab/>
        <w:t>1.013e0</w:t>
      </w:r>
    </w:p>
    <w:p w14:paraId="635107B5" w14:textId="77777777" w:rsidR="00810015" w:rsidRDefault="00810015" w:rsidP="00810015">
      <w:r>
        <w:t>269.1357</w:t>
      </w:r>
      <w:r>
        <w:tab/>
        <w:t>5.063e0</w:t>
      </w:r>
    </w:p>
    <w:p w14:paraId="36A19F0B" w14:textId="77777777" w:rsidR="00810015" w:rsidRDefault="00810015" w:rsidP="00810015">
      <w:r>
        <w:t>269.1419</w:t>
      </w:r>
      <w:r>
        <w:tab/>
        <w:t>2.025e0</w:t>
      </w:r>
    </w:p>
    <w:p w14:paraId="715F3F3C" w14:textId="77777777" w:rsidR="00810015" w:rsidRDefault="00810015" w:rsidP="00810015">
      <w:r>
        <w:t>269.1479</w:t>
      </w:r>
      <w:r>
        <w:tab/>
        <w:t>3.038e0</w:t>
      </w:r>
    </w:p>
    <w:p w14:paraId="6E09E39F" w14:textId="77777777" w:rsidR="00810015" w:rsidRDefault="00810015" w:rsidP="00810015">
      <w:r>
        <w:t>269.1566</w:t>
      </w:r>
      <w:r>
        <w:tab/>
        <w:t>3.038e0</w:t>
      </w:r>
    </w:p>
    <w:p w14:paraId="0C6E2A4C" w14:textId="77777777" w:rsidR="00810015" w:rsidRDefault="00810015" w:rsidP="00810015">
      <w:r>
        <w:t>269.1618</w:t>
      </w:r>
      <w:r>
        <w:tab/>
        <w:t>2.025e0</w:t>
      </w:r>
    </w:p>
    <w:p w14:paraId="79596FDC" w14:textId="77777777" w:rsidR="00810015" w:rsidRDefault="00810015" w:rsidP="00810015">
      <w:r>
        <w:t>269.1987</w:t>
      </w:r>
      <w:r>
        <w:tab/>
        <w:t>6.076e0</w:t>
      </w:r>
    </w:p>
    <w:p w14:paraId="77254B59" w14:textId="77777777" w:rsidR="00810015" w:rsidRDefault="00810015" w:rsidP="00810015">
      <w:r>
        <w:t>269.2021</w:t>
      </w:r>
      <w:r>
        <w:tab/>
        <w:t>5.063e0</w:t>
      </w:r>
    </w:p>
    <w:p w14:paraId="6CC87C0E" w14:textId="77777777" w:rsidR="00810015" w:rsidRDefault="00810015" w:rsidP="00810015">
      <w:r>
        <w:t>269.2109</w:t>
      </w:r>
      <w:r>
        <w:tab/>
        <w:t>1.013e0</w:t>
      </w:r>
    </w:p>
    <w:p w14:paraId="624C267C" w14:textId="77777777" w:rsidR="00810015" w:rsidRDefault="00810015" w:rsidP="00810015">
      <w:r>
        <w:t>269.2403</w:t>
      </w:r>
      <w:r>
        <w:tab/>
        <w:t>4.051e0</w:t>
      </w:r>
    </w:p>
    <w:p w14:paraId="1E6D5790" w14:textId="77777777" w:rsidR="00810015" w:rsidRDefault="00810015" w:rsidP="00810015">
      <w:r>
        <w:t>269.2449</w:t>
      </w:r>
      <w:r>
        <w:tab/>
        <w:t>1.013e0</w:t>
      </w:r>
    </w:p>
    <w:p w14:paraId="63C4F418" w14:textId="77777777" w:rsidR="00810015" w:rsidRDefault="00810015" w:rsidP="00810015">
      <w:r>
        <w:t>269.2542</w:t>
      </w:r>
      <w:r>
        <w:tab/>
        <w:t>3.038e0</w:t>
      </w:r>
    </w:p>
    <w:p w14:paraId="15D5332F" w14:textId="77777777" w:rsidR="00810015" w:rsidRDefault="00810015" w:rsidP="00810015">
      <w:r>
        <w:t>269.2654</w:t>
      </w:r>
      <w:r>
        <w:tab/>
        <w:t>3.038e0</w:t>
      </w:r>
    </w:p>
    <w:p w14:paraId="2F194C38" w14:textId="77777777" w:rsidR="00810015" w:rsidRDefault="00810015" w:rsidP="00810015">
      <w:r>
        <w:t>269.2722</w:t>
      </w:r>
      <w:r>
        <w:tab/>
        <w:t>5.063e0</w:t>
      </w:r>
    </w:p>
    <w:p w14:paraId="788DD862" w14:textId="77777777" w:rsidR="00810015" w:rsidRDefault="00810015" w:rsidP="00810015">
      <w:r>
        <w:t>269.3017</w:t>
      </w:r>
      <w:r>
        <w:tab/>
        <w:t>1.013e0</w:t>
      </w:r>
    </w:p>
    <w:p w14:paraId="74B311D9" w14:textId="77777777" w:rsidR="00810015" w:rsidRDefault="00810015" w:rsidP="00810015">
      <w:r>
        <w:t>269.3107</w:t>
      </w:r>
      <w:r>
        <w:tab/>
        <w:t>1.174e0</w:t>
      </w:r>
    </w:p>
    <w:p w14:paraId="14C0A18E" w14:textId="77777777" w:rsidR="00810015" w:rsidRDefault="00810015" w:rsidP="00810015">
      <w:r>
        <w:t>269.3324</w:t>
      </w:r>
      <w:r>
        <w:tab/>
        <w:t>1.013e0</w:t>
      </w:r>
    </w:p>
    <w:p w14:paraId="3D027178" w14:textId="77777777" w:rsidR="00810015" w:rsidRDefault="00810015" w:rsidP="00810015">
      <w:r>
        <w:t>269.3406</w:t>
      </w:r>
      <w:r>
        <w:tab/>
        <w:t>2.025e0</w:t>
      </w:r>
    </w:p>
    <w:p w14:paraId="21C7DADE" w14:textId="77777777" w:rsidR="00810015" w:rsidRDefault="00810015" w:rsidP="00810015">
      <w:r>
        <w:t>269.3498</w:t>
      </w:r>
      <w:r>
        <w:tab/>
        <w:t>1.013e0</w:t>
      </w:r>
    </w:p>
    <w:p w14:paraId="0B243B10" w14:textId="77777777" w:rsidR="00810015" w:rsidRDefault="00810015" w:rsidP="00810015">
      <w:r>
        <w:t>269.3548</w:t>
      </w:r>
      <w:r>
        <w:tab/>
        <w:t>1.013e0</w:t>
      </w:r>
    </w:p>
    <w:p w14:paraId="07FA8213" w14:textId="77777777" w:rsidR="00810015" w:rsidRDefault="00810015" w:rsidP="00810015">
      <w:r>
        <w:t>269.3819</w:t>
      </w:r>
      <w:r>
        <w:tab/>
        <w:t>1.013e0</w:t>
      </w:r>
    </w:p>
    <w:p w14:paraId="305CBB4A" w14:textId="77777777" w:rsidR="00810015" w:rsidRDefault="00810015" w:rsidP="00810015">
      <w:r>
        <w:t>269.4278</w:t>
      </w:r>
      <w:r>
        <w:tab/>
        <w:t>1.013e0</w:t>
      </w:r>
    </w:p>
    <w:p w14:paraId="7089DC0C" w14:textId="77777777" w:rsidR="00810015" w:rsidRDefault="00810015" w:rsidP="00810015">
      <w:r>
        <w:t>269.4507</w:t>
      </w:r>
      <w:r>
        <w:tab/>
        <w:t>1.013e0</w:t>
      </w:r>
    </w:p>
    <w:p w14:paraId="73CBB437" w14:textId="77777777" w:rsidR="00810015" w:rsidRDefault="00810015" w:rsidP="00810015">
      <w:r>
        <w:t>269.4546</w:t>
      </w:r>
      <w:r>
        <w:tab/>
        <w:t>2.025e0</w:t>
      </w:r>
    </w:p>
    <w:p w14:paraId="68CD858F" w14:textId="77777777" w:rsidR="00810015" w:rsidRDefault="00810015" w:rsidP="00810015">
      <w:r>
        <w:t>269.4715</w:t>
      </w:r>
      <w:r>
        <w:tab/>
        <w:t>2.025e0</w:t>
      </w:r>
    </w:p>
    <w:p w14:paraId="2F89A83A" w14:textId="77777777" w:rsidR="00810015" w:rsidRDefault="00810015" w:rsidP="00810015">
      <w:r>
        <w:t>269.5242</w:t>
      </w:r>
      <w:r>
        <w:tab/>
        <w:t>2.025e0</w:t>
      </w:r>
    </w:p>
    <w:p w14:paraId="4F07746A" w14:textId="77777777" w:rsidR="00810015" w:rsidRDefault="00810015" w:rsidP="00810015">
      <w:r>
        <w:t>269.5500</w:t>
      </w:r>
      <w:r>
        <w:tab/>
        <w:t>2.025e0</w:t>
      </w:r>
    </w:p>
    <w:p w14:paraId="6C09DAF3" w14:textId="77777777" w:rsidR="00810015" w:rsidRDefault="00810015" w:rsidP="00810015">
      <w:r>
        <w:t>269.5560</w:t>
      </w:r>
      <w:r>
        <w:tab/>
        <w:t>2.025e0</w:t>
      </w:r>
    </w:p>
    <w:p w14:paraId="51219151" w14:textId="77777777" w:rsidR="00810015" w:rsidRDefault="00810015" w:rsidP="00810015">
      <w:r>
        <w:t>269.5808</w:t>
      </w:r>
      <w:r>
        <w:tab/>
        <w:t>1.013e0</w:t>
      </w:r>
    </w:p>
    <w:p w14:paraId="0FD09FC7" w14:textId="77777777" w:rsidR="00810015" w:rsidRDefault="00810015" w:rsidP="00810015">
      <w:r>
        <w:t>269.5968</w:t>
      </w:r>
      <w:r>
        <w:tab/>
        <w:t>3.038e0</w:t>
      </w:r>
    </w:p>
    <w:p w14:paraId="518E567B" w14:textId="77777777" w:rsidR="00810015" w:rsidRDefault="00810015" w:rsidP="00810015">
      <w:r>
        <w:t>269.6067</w:t>
      </w:r>
      <w:r>
        <w:tab/>
        <w:t>1.013e0</w:t>
      </w:r>
    </w:p>
    <w:p w14:paraId="5C988792" w14:textId="77777777" w:rsidR="00810015" w:rsidRDefault="00810015" w:rsidP="00810015">
      <w:r>
        <w:t>269.6116</w:t>
      </w:r>
      <w:r>
        <w:tab/>
        <w:t>1.013e0</w:t>
      </w:r>
    </w:p>
    <w:p w14:paraId="6295D28A" w14:textId="77777777" w:rsidR="00810015" w:rsidRDefault="00810015" w:rsidP="00810015">
      <w:r>
        <w:t>269.6495</w:t>
      </w:r>
      <w:r>
        <w:tab/>
        <w:t>1.013e0</w:t>
      </w:r>
    </w:p>
    <w:p w14:paraId="28BAE48E" w14:textId="77777777" w:rsidR="00810015" w:rsidRDefault="00810015" w:rsidP="00810015">
      <w:r>
        <w:t>269.6591</w:t>
      </w:r>
      <w:r>
        <w:tab/>
        <w:t>2.025e0</w:t>
      </w:r>
    </w:p>
    <w:p w14:paraId="24DEEF0F" w14:textId="77777777" w:rsidR="00810015" w:rsidRDefault="00810015" w:rsidP="00810015">
      <w:r>
        <w:t>269.6846</w:t>
      </w:r>
      <w:r>
        <w:tab/>
        <w:t>1.013e0</w:t>
      </w:r>
    </w:p>
    <w:p w14:paraId="1785D344" w14:textId="77777777" w:rsidR="00810015" w:rsidRDefault="00810015" w:rsidP="00810015">
      <w:r>
        <w:t>269.6942</w:t>
      </w:r>
      <w:r>
        <w:tab/>
        <w:t>1.013e0</w:t>
      </w:r>
    </w:p>
    <w:p w14:paraId="04068FC1" w14:textId="77777777" w:rsidR="00810015" w:rsidRDefault="00810015" w:rsidP="00810015">
      <w:r>
        <w:t>269.7240</w:t>
      </w:r>
      <w:r>
        <w:tab/>
        <w:t>1.013e0</w:t>
      </w:r>
    </w:p>
    <w:p w14:paraId="0AC58D7F" w14:textId="77777777" w:rsidR="00810015" w:rsidRDefault="00810015" w:rsidP="00810015">
      <w:r>
        <w:t>269.7476</w:t>
      </w:r>
      <w:r>
        <w:tab/>
        <w:t>1.013e0</w:t>
      </w:r>
    </w:p>
    <w:p w14:paraId="57D20552" w14:textId="77777777" w:rsidR="00810015" w:rsidRDefault="00810015" w:rsidP="00810015">
      <w:r>
        <w:t>269.7687</w:t>
      </w:r>
      <w:r>
        <w:tab/>
        <w:t>1.013e0</w:t>
      </w:r>
    </w:p>
    <w:p w14:paraId="2F22FFDE" w14:textId="77777777" w:rsidR="00810015" w:rsidRDefault="00810015" w:rsidP="00810015">
      <w:r>
        <w:t>269.7737</w:t>
      </w:r>
      <w:r>
        <w:tab/>
        <w:t>1.013e0</w:t>
      </w:r>
    </w:p>
    <w:p w14:paraId="6CBEC2C2" w14:textId="77777777" w:rsidR="00810015" w:rsidRDefault="00810015" w:rsidP="00810015">
      <w:r>
        <w:t>269.7816</w:t>
      </w:r>
      <w:r>
        <w:tab/>
        <w:t>2.025e0</w:t>
      </w:r>
    </w:p>
    <w:p w14:paraId="6D4287E2" w14:textId="77777777" w:rsidR="00810015" w:rsidRDefault="00810015" w:rsidP="00810015">
      <w:r>
        <w:t>269.7968</w:t>
      </w:r>
      <w:r>
        <w:tab/>
        <w:t>2.025e0</w:t>
      </w:r>
    </w:p>
    <w:p w14:paraId="2C63C93C" w14:textId="77777777" w:rsidR="00810015" w:rsidRDefault="00810015" w:rsidP="00810015">
      <w:r>
        <w:t>269.8126</w:t>
      </w:r>
      <w:r>
        <w:tab/>
        <w:t>1.013e0</w:t>
      </w:r>
    </w:p>
    <w:p w14:paraId="0B2BDE70" w14:textId="77777777" w:rsidR="00810015" w:rsidRDefault="00810015" w:rsidP="00810015">
      <w:r>
        <w:t>269.8344</w:t>
      </w:r>
      <w:r>
        <w:tab/>
        <w:t>1.013e0</w:t>
      </w:r>
    </w:p>
    <w:p w14:paraId="2D0127C9" w14:textId="77777777" w:rsidR="00810015" w:rsidRDefault="00810015" w:rsidP="00810015">
      <w:r>
        <w:t>269.8635</w:t>
      </w:r>
      <w:r>
        <w:tab/>
        <w:t>1.013e0</w:t>
      </w:r>
    </w:p>
    <w:p w14:paraId="20600D3C" w14:textId="77777777" w:rsidR="00810015" w:rsidRDefault="00810015" w:rsidP="00810015">
      <w:r>
        <w:t>269.8781</w:t>
      </w:r>
      <w:r>
        <w:tab/>
        <w:t>1.013e0</w:t>
      </w:r>
    </w:p>
    <w:p w14:paraId="1FE867A7" w14:textId="77777777" w:rsidR="00810015" w:rsidRDefault="00810015" w:rsidP="00810015">
      <w:r>
        <w:t>269.8955</w:t>
      </w:r>
      <w:r>
        <w:tab/>
        <w:t>2.025e0</w:t>
      </w:r>
    </w:p>
    <w:p w14:paraId="31DD35A1" w14:textId="77777777" w:rsidR="00810015" w:rsidRDefault="00810015" w:rsidP="00810015">
      <w:r>
        <w:t>269.9215</w:t>
      </w:r>
      <w:r>
        <w:tab/>
        <w:t>1.013e0</w:t>
      </w:r>
    </w:p>
    <w:p w14:paraId="0E5F31AA" w14:textId="77777777" w:rsidR="00810015" w:rsidRDefault="00810015" w:rsidP="00810015">
      <w:r>
        <w:t>269.9256</w:t>
      </w:r>
      <w:r>
        <w:tab/>
        <w:t>1.013e0</w:t>
      </w:r>
    </w:p>
    <w:p w14:paraId="750107DE" w14:textId="77777777" w:rsidR="00810015" w:rsidRDefault="00810015" w:rsidP="00810015">
      <w:r>
        <w:t>269.9345</w:t>
      </w:r>
      <w:r>
        <w:tab/>
        <w:t>1.013e0</w:t>
      </w:r>
    </w:p>
    <w:p w14:paraId="4397C9EE" w14:textId="77777777" w:rsidR="00810015" w:rsidRDefault="00810015" w:rsidP="00810015">
      <w:r>
        <w:t>269.9478</w:t>
      </w:r>
      <w:r>
        <w:tab/>
        <w:t>1.013e0</w:t>
      </w:r>
    </w:p>
    <w:p w14:paraId="312A9A16" w14:textId="77777777" w:rsidR="00810015" w:rsidRDefault="00810015" w:rsidP="00810015">
      <w:r>
        <w:t>269.9993</w:t>
      </w:r>
      <w:r>
        <w:tab/>
        <w:t>5.063e0</w:t>
      </w:r>
    </w:p>
    <w:p w14:paraId="4A6603AD" w14:textId="77777777" w:rsidR="00810015" w:rsidRDefault="00810015" w:rsidP="00810015">
      <w:r>
        <w:t>270.0117</w:t>
      </w:r>
      <w:r>
        <w:tab/>
        <w:t>4.051e0</w:t>
      </w:r>
    </w:p>
    <w:p w14:paraId="46A7DAD7" w14:textId="77777777" w:rsidR="00810015" w:rsidRDefault="00810015" w:rsidP="00810015">
      <w:r>
        <w:t>270.0287</w:t>
      </w:r>
      <w:r>
        <w:tab/>
        <w:t>2.025e0</w:t>
      </w:r>
    </w:p>
    <w:p w14:paraId="30833F86" w14:textId="77777777" w:rsidR="00810015" w:rsidRDefault="00810015" w:rsidP="00810015">
      <w:r>
        <w:t>270.0346</w:t>
      </w:r>
      <w:r>
        <w:tab/>
        <w:t>1.013e0</w:t>
      </w:r>
    </w:p>
    <w:p w14:paraId="3628D438" w14:textId="77777777" w:rsidR="00810015" w:rsidRDefault="00810015" w:rsidP="00810015">
      <w:r>
        <w:t>270.0521</w:t>
      </w:r>
      <w:r>
        <w:tab/>
        <w:t>4.870e0</w:t>
      </w:r>
    </w:p>
    <w:p w14:paraId="57622855" w14:textId="77777777" w:rsidR="00810015" w:rsidRDefault="00810015" w:rsidP="00810015">
      <w:r>
        <w:t>270.0563</w:t>
      </w:r>
      <w:r>
        <w:tab/>
        <w:t>4.051e0</w:t>
      </w:r>
    </w:p>
    <w:p w14:paraId="6BB2235C" w14:textId="77777777" w:rsidR="00810015" w:rsidRDefault="00810015" w:rsidP="00810015">
      <w:r>
        <w:t>270.0580</w:t>
      </w:r>
      <w:r>
        <w:tab/>
        <w:t>2.025e0</w:t>
      </w:r>
    </w:p>
    <w:p w14:paraId="2C038280" w14:textId="77777777" w:rsidR="00810015" w:rsidRDefault="00810015" w:rsidP="00810015">
      <w:r>
        <w:t>270.1161</w:t>
      </w:r>
      <w:r>
        <w:tab/>
        <w:t>4.051e0</w:t>
      </w:r>
    </w:p>
    <w:p w14:paraId="1DB22891" w14:textId="77777777" w:rsidR="00810015" w:rsidRDefault="00810015" w:rsidP="00810015">
      <w:r>
        <w:t>270.1220</w:t>
      </w:r>
      <w:r>
        <w:tab/>
        <w:t>1.013e0</w:t>
      </w:r>
    </w:p>
    <w:p w14:paraId="56CB01C4" w14:textId="77777777" w:rsidR="00810015" w:rsidRDefault="00810015" w:rsidP="00810015">
      <w:r>
        <w:t>270.1270</w:t>
      </w:r>
      <w:r>
        <w:tab/>
        <w:t>1.013e0</w:t>
      </w:r>
    </w:p>
    <w:p w14:paraId="450F93CB" w14:textId="77777777" w:rsidR="00810015" w:rsidRDefault="00810015" w:rsidP="00810015">
      <w:r>
        <w:t>270.1416</w:t>
      </w:r>
      <w:r>
        <w:tab/>
        <w:t>2.025e0</w:t>
      </w:r>
    </w:p>
    <w:p w14:paraId="01A5B98D" w14:textId="77777777" w:rsidR="00810015" w:rsidRDefault="00810015" w:rsidP="00810015">
      <w:r>
        <w:t>270.1427</w:t>
      </w:r>
      <w:r>
        <w:tab/>
        <w:t>3.038e0</w:t>
      </w:r>
    </w:p>
    <w:p w14:paraId="4DCC11CA" w14:textId="77777777" w:rsidR="00810015" w:rsidRDefault="00810015" w:rsidP="00810015">
      <w:r>
        <w:t>270.1646</w:t>
      </w:r>
      <w:r>
        <w:tab/>
        <w:t>4.051e0</w:t>
      </w:r>
    </w:p>
    <w:p w14:paraId="28D35BBC" w14:textId="77777777" w:rsidR="00810015" w:rsidRDefault="00810015" w:rsidP="00810015">
      <w:r>
        <w:t>270.1666</w:t>
      </w:r>
      <w:r>
        <w:tab/>
        <w:t>5.803e0</w:t>
      </w:r>
    </w:p>
    <w:p w14:paraId="4F730912" w14:textId="77777777" w:rsidR="00810015" w:rsidRDefault="00810015" w:rsidP="00810015">
      <w:r>
        <w:t>270.1704</w:t>
      </w:r>
      <w:r>
        <w:tab/>
        <w:t>3.038e0</w:t>
      </w:r>
    </w:p>
    <w:p w14:paraId="0B2FE636" w14:textId="77777777" w:rsidR="00810015" w:rsidRDefault="00810015" w:rsidP="00810015">
      <w:r>
        <w:t>270.1961</w:t>
      </w:r>
      <w:r>
        <w:tab/>
        <w:t>4.051e0</w:t>
      </w:r>
    </w:p>
    <w:p w14:paraId="479F63F5" w14:textId="77777777" w:rsidR="00810015" w:rsidRDefault="00810015" w:rsidP="00810015">
      <w:r>
        <w:t>270.1987</w:t>
      </w:r>
      <w:r>
        <w:tab/>
        <w:t>2.025e0</w:t>
      </w:r>
    </w:p>
    <w:p w14:paraId="48CA8CA3" w14:textId="77777777" w:rsidR="00810015" w:rsidRDefault="00810015" w:rsidP="00810015">
      <w:r>
        <w:t>270.2016</w:t>
      </w:r>
      <w:r>
        <w:tab/>
        <w:t>1.013e0</w:t>
      </w:r>
    </w:p>
    <w:p w14:paraId="1D8232DE" w14:textId="77777777" w:rsidR="00810015" w:rsidRDefault="00810015" w:rsidP="00810015">
      <w:r>
        <w:t>270.2056</w:t>
      </w:r>
      <w:r>
        <w:tab/>
        <w:t>1.013e0</w:t>
      </w:r>
    </w:p>
    <w:p w14:paraId="26E62679" w14:textId="77777777" w:rsidR="00810015" w:rsidRDefault="00810015" w:rsidP="00810015">
      <w:r>
        <w:t>270.2146</w:t>
      </w:r>
      <w:r>
        <w:tab/>
        <w:t>1.013e0</w:t>
      </w:r>
    </w:p>
    <w:p w14:paraId="665EAFCB" w14:textId="77777777" w:rsidR="00810015" w:rsidRDefault="00810015" w:rsidP="00810015">
      <w:r>
        <w:t>270.2265</w:t>
      </w:r>
      <w:r>
        <w:tab/>
        <w:t>1.013e0</w:t>
      </w:r>
    </w:p>
    <w:p w14:paraId="598AF5A8" w14:textId="77777777" w:rsidR="00810015" w:rsidRDefault="00810015" w:rsidP="00810015">
      <w:r>
        <w:t>270.2315</w:t>
      </w:r>
      <w:r>
        <w:tab/>
        <w:t>1.013e0</w:t>
      </w:r>
    </w:p>
    <w:p w14:paraId="42FF11FC" w14:textId="77777777" w:rsidR="00810015" w:rsidRDefault="00810015" w:rsidP="00810015">
      <w:r>
        <w:t>270.2486</w:t>
      </w:r>
      <w:r>
        <w:tab/>
        <w:t>3.038e0</w:t>
      </w:r>
    </w:p>
    <w:p w14:paraId="4E61D639" w14:textId="77777777" w:rsidR="00810015" w:rsidRDefault="00810015" w:rsidP="00810015">
      <w:r>
        <w:t>270.2673</w:t>
      </w:r>
      <w:r>
        <w:tab/>
        <w:t>1.013e0</w:t>
      </w:r>
    </w:p>
    <w:p w14:paraId="1A643535" w14:textId="77777777" w:rsidR="00810015" w:rsidRDefault="00810015" w:rsidP="00810015">
      <w:r>
        <w:t>270.2876</w:t>
      </w:r>
      <w:r>
        <w:tab/>
        <w:t>2.025e0</w:t>
      </w:r>
    </w:p>
    <w:p w14:paraId="1159E655" w14:textId="77777777" w:rsidR="00810015" w:rsidRDefault="00810015" w:rsidP="00810015">
      <w:r>
        <w:t>270.3022</w:t>
      </w:r>
      <w:r>
        <w:tab/>
        <w:t>1.013e0</w:t>
      </w:r>
    </w:p>
    <w:p w14:paraId="40E60792" w14:textId="77777777" w:rsidR="00810015" w:rsidRDefault="00810015" w:rsidP="00810015">
      <w:r>
        <w:t>270.3577</w:t>
      </w:r>
      <w:r>
        <w:tab/>
        <w:t>1.013e0</w:t>
      </w:r>
    </w:p>
    <w:p w14:paraId="53BD4AD3" w14:textId="77777777" w:rsidR="00810015" w:rsidRDefault="00810015" w:rsidP="00810015">
      <w:r>
        <w:t>270.3886</w:t>
      </w:r>
      <w:r>
        <w:tab/>
        <w:t>1.013e0</w:t>
      </w:r>
    </w:p>
    <w:p w14:paraId="1FEC51E0" w14:textId="77777777" w:rsidR="00810015" w:rsidRDefault="00810015" w:rsidP="00810015">
      <w:r>
        <w:t>270.4009</w:t>
      </w:r>
      <w:r>
        <w:tab/>
        <w:t>1.013e0</w:t>
      </w:r>
    </w:p>
    <w:p w14:paraId="480DD451" w14:textId="77777777" w:rsidR="00810015" w:rsidRDefault="00810015" w:rsidP="00810015">
      <w:r>
        <w:t>270.4059</w:t>
      </w:r>
      <w:r>
        <w:tab/>
        <w:t>1.013e0</w:t>
      </w:r>
    </w:p>
    <w:p w14:paraId="55970E60" w14:textId="77777777" w:rsidR="00810015" w:rsidRDefault="00810015" w:rsidP="00810015">
      <w:r>
        <w:t>270.4457</w:t>
      </w:r>
      <w:r>
        <w:tab/>
        <w:t>1.013e0</w:t>
      </w:r>
    </w:p>
    <w:p w14:paraId="1F0F68BF" w14:textId="77777777" w:rsidR="00810015" w:rsidRDefault="00810015" w:rsidP="00810015">
      <w:r>
        <w:t>270.5327</w:t>
      </w:r>
      <w:r>
        <w:tab/>
        <w:t>1.013e0</w:t>
      </w:r>
    </w:p>
    <w:p w14:paraId="2D322222" w14:textId="77777777" w:rsidR="00810015" w:rsidRDefault="00810015" w:rsidP="00810015">
      <w:r>
        <w:t>270.5504</w:t>
      </w:r>
      <w:r>
        <w:tab/>
        <w:t>2.025e0</w:t>
      </w:r>
    </w:p>
    <w:p w14:paraId="77543569" w14:textId="77777777" w:rsidR="00810015" w:rsidRDefault="00810015" w:rsidP="00810015">
      <w:r>
        <w:t>270.5677</w:t>
      </w:r>
      <w:r>
        <w:tab/>
        <w:t>1.013e0</w:t>
      </w:r>
    </w:p>
    <w:p w14:paraId="7491ECC9" w14:textId="77777777" w:rsidR="00810015" w:rsidRDefault="00810015" w:rsidP="00810015">
      <w:r>
        <w:t>270.5722</w:t>
      </w:r>
      <w:r>
        <w:tab/>
        <w:t>2.025e0</w:t>
      </w:r>
    </w:p>
    <w:p w14:paraId="1D35CDBD" w14:textId="77777777" w:rsidR="00810015" w:rsidRDefault="00810015" w:rsidP="00810015">
      <w:r>
        <w:t>270.5803</w:t>
      </w:r>
      <w:r>
        <w:tab/>
        <w:t>1.013e0</w:t>
      </w:r>
    </w:p>
    <w:p w14:paraId="342282BC" w14:textId="77777777" w:rsidR="00810015" w:rsidRDefault="00810015" w:rsidP="00810015">
      <w:r>
        <w:t>270.6202</w:t>
      </w:r>
      <w:r>
        <w:tab/>
        <w:t>1.013e0</w:t>
      </w:r>
    </w:p>
    <w:p w14:paraId="2AFE2D2E" w14:textId="77777777" w:rsidR="00810015" w:rsidRDefault="00810015" w:rsidP="00810015">
      <w:r>
        <w:t>270.6308</w:t>
      </w:r>
      <w:r>
        <w:tab/>
        <w:t>1.013e0</w:t>
      </w:r>
    </w:p>
    <w:p w14:paraId="7418111A" w14:textId="77777777" w:rsidR="00810015" w:rsidRDefault="00810015" w:rsidP="00810015">
      <w:r>
        <w:t>270.6601</w:t>
      </w:r>
      <w:r>
        <w:tab/>
        <w:t>1.013e0</w:t>
      </w:r>
    </w:p>
    <w:p w14:paraId="5A551904" w14:textId="77777777" w:rsidR="00810015" w:rsidRDefault="00810015" w:rsidP="00810015">
      <w:r>
        <w:t>270.6620</w:t>
      </w:r>
      <w:r>
        <w:tab/>
        <w:t>2.025e0</w:t>
      </w:r>
    </w:p>
    <w:p w14:paraId="0DAD90FD" w14:textId="77777777" w:rsidR="00810015" w:rsidRDefault="00810015" w:rsidP="00810015">
      <w:r>
        <w:t>270.6659</w:t>
      </w:r>
      <w:r>
        <w:tab/>
        <w:t>1.013e0</w:t>
      </w:r>
    </w:p>
    <w:p w14:paraId="569FE7EA" w14:textId="77777777" w:rsidR="00810015" w:rsidRDefault="00810015" w:rsidP="00810015">
      <w:r>
        <w:t>270.6850</w:t>
      </w:r>
      <w:r>
        <w:tab/>
        <w:t>1.013e0</w:t>
      </w:r>
    </w:p>
    <w:p w14:paraId="4F90EA14" w14:textId="77777777" w:rsidR="00810015" w:rsidRDefault="00810015" w:rsidP="00810015">
      <w:r>
        <w:t>270.7598</w:t>
      </w:r>
      <w:r>
        <w:tab/>
        <w:t>1.013e0</w:t>
      </w:r>
    </w:p>
    <w:p w14:paraId="0570D497" w14:textId="77777777" w:rsidR="00810015" w:rsidRDefault="00810015" w:rsidP="00810015">
      <w:r>
        <w:t>270.7658</w:t>
      </w:r>
      <w:r>
        <w:tab/>
        <w:t>1.013e0</w:t>
      </w:r>
    </w:p>
    <w:p w14:paraId="549857BB" w14:textId="77777777" w:rsidR="00810015" w:rsidRDefault="00810015" w:rsidP="00810015">
      <w:r>
        <w:t>270.7698</w:t>
      </w:r>
      <w:r>
        <w:tab/>
        <w:t>1.013e0</w:t>
      </w:r>
    </w:p>
    <w:p w14:paraId="736A8795" w14:textId="77777777" w:rsidR="00810015" w:rsidRDefault="00810015" w:rsidP="00810015">
      <w:r>
        <w:t>270.7897</w:t>
      </w:r>
      <w:r>
        <w:tab/>
        <w:t>1.013e0</w:t>
      </w:r>
    </w:p>
    <w:p w14:paraId="58E0597C" w14:textId="77777777" w:rsidR="00810015" w:rsidRDefault="00810015" w:rsidP="00810015">
      <w:r>
        <w:t>270.7957</w:t>
      </w:r>
      <w:r>
        <w:tab/>
        <w:t>1.013e0</w:t>
      </w:r>
    </w:p>
    <w:p w14:paraId="31D5DBB7" w14:textId="77777777" w:rsidR="00810015" w:rsidRDefault="00810015" w:rsidP="00810015">
      <w:r>
        <w:t>270.7997</w:t>
      </w:r>
      <w:r>
        <w:tab/>
        <w:t>1.013e0</w:t>
      </w:r>
    </w:p>
    <w:p w14:paraId="745AC402" w14:textId="77777777" w:rsidR="00810015" w:rsidRDefault="00810015" w:rsidP="00810015">
      <w:r>
        <w:t>270.8869</w:t>
      </w:r>
      <w:r>
        <w:tab/>
        <w:t>1.013e0</w:t>
      </w:r>
    </w:p>
    <w:p w14:paraId="591E7A55" w14:textId="77777777" w:rsidR="00810015" w:rsidRDefault="00810015" w:rsidP="00810015">
      <w:r>
        <w:t>270.8910</w:t>
      </w:r>
      <w:r>
        <w:tab/>
        <w:t>1.013e0</w:t>
      </w:r>
    </w:p>
    <w:p w14:paraId="01480798" w14:textId="77777777" w:rsidR="00810015" w:rsidRDefault="00810015" w:rsidP="00810015">
      <w:r>
        <w:t>270.9269</w:t>
      </w:r>
      <w:r>
        <w:tab/>
        <w:t>2.025e0</w:t>
      </w:r>
    </w:p>
    <w:p w14:paraId="4357F73C" w14:textId="77777777" w:rsidR="00810015" w:rsidRDefault="00810015" w:rsidP="00810015">
      <w:r>
        <w:t>270.9529</w:t>
      </w:r>
      <w:r>
        <w:tab/>
        <w:t>1.013e0</w:t>
      </w:r>
    </w:p>
    <w:p w14:paraId="20B4884D" w14:textId="77777777" w:rsidR="00810015" w:rsidRDefault="00810015" w:rsidP="00810015">
      <w:r>
        <w:t>270.9620</w:t>
      </w:r>
      <w:r>
        <w:tab/>
        <w:t>1.013e0</w:t>
      </w:r>
    </w:p>
    <w:p w14:paraId="48DDA633" w14:textId="77777777" w:rsidR="00810015" w:rsidRDefault="00810015" w:rsidP="00810015">
      <w:r>
        <w:t>270.9813</w:t>
      </w:r>
      <w:r>
        <w:tab/>
        <w:t>2.025e0</w:t>
      </w:r>
    </w:p>
    <w:p w14:paraId="7A3DBD27" w14:textId="77777777" w:rsidR="00810015" w:rsidRDefault="00810015" w:rsidP="00810015">
      <w:r>
        <w:t>271.0025</w:t>
      </w:r>
      <w:r>
        <w:tab/>
        <w:t>2.025e0</w:t>
      </w:r>
    </w:p>
    <w:p w14:paraId="2D8E7E13" w14:textId="77777777" w:rsidR="00810015" w:rsidRDefault="00810015" w:rsidP="00810015">
      <w:r>
        <w:t>271.0093</w:t>
      </w:r>
      <w:r>
        <w:tab/>
        <w:t>1.013e0</w:t>
      </w:r>
    </w:p>
    <w:p w14:paraId="4E8770F3" w14:textId="77777777" w:rsidR="00810015" w:rsidRDefault="00810015" w:rsidP="00810015">
      <w:r>
        <w:t>271.0148</w:t>
      </w:r>
      <w:r>
        <w:tab/>
        <w:t>2.025e0</w:t>
      </w:r>
    </w:p>
    <w:p w14:paraId="3D04F025" w14:textId="77777777" w:rsidR="00810015" w:rsidRDefault="00810015" w:rsidP="00810015">
      <w:r>
        <w:t>271.0270</w:t>
      </w:r>
      <w:r>
        <w:tab/>
        <w:t>1.013e0</w:t>
      </w:r>
    </w:p>
    <w:p w14:paraId="017D9B6E" w14:textId="77777777" w:rsidR="00810015" w:rsidRDefault="00810015" w:rsidP="00810015">
      <w:r>
        <w:t>271.0304</w:t>
      </w:r>
      <w:r>
        <w:tab/>
        <w:t>1.699e0</w:t>
      </w:r>
    </w:p>
    <w:p w14:paraId="4AC07239" w14:textId="77777777" w:rsidR="00810015" w:rsidRDefault="00810015" w:rsidP="00810015">
      <w:r>
        <w:t>271.0543</w:t>
      </w:r>
      <w:r>
        <w:tab/>
        <w:t>1.013e0</w:t>
      </w:r>
    </w:p>
    <w:p w14:paraId="53EAD571" w14:textId="77777777" w:rsidR="00810015" w:rsidRDefault="00810015" w:rsidP="00810015">
      <w:r>
        <w:t>271.0713</w:t>
      </w:r>
      <w:r>
        <w:tab/>
        <w:t>2.025e0</w:t>
      </w:r>
    </w:p>
    <w:p w14:paraId="730B2218" w14:textId="77777777" w:rsidR="00810015" w:rsidRDefault="00810015" w:rsidP="00810015">
      <w:r>
        <w:t>271.0842</w:t>
      </w:r>
      <w:r>
        <w:tab/>
        <w:t>1.013e0</w:t>
      </w:r>
    </w:p>
    <w:p w14:paraId="0D27EEF4" w14:textId="77777777" w:rsidR="00810015" w:rsidRDefault="00810015" w:rsidP="00810015">
      <w:r>
        <w:t>271.0981</w:t>
      </w:r>
      <w:r>
        <w:tab/>
        <w:t>1.013e0</w:t>
      </w:r>
    </w:p>
    <w:p w14:paraId="5006C069" w14:textId="77777777" w:rsidR="00810015" w:rsidRDefault="00810015" w:rsidP="00810015">
      <w:r>
        <w:t>271.1022</w:t>
      </w:r>
      <w:r>
        <w:tab/>
        <w:t>3.038e0</w:t>
      </w:r>
    </w:p>
    <w:p w14:paraId="2E1057B5" w14:textId="77777777" w:rsidR="00810015" w:rsidRDefault="00810015" w:rsidP="00810015">
      <w:r>
        <w:t>271.1148</w:t>
      </w:r>
      <w:r>
        <w:tab/>
        <w:t>2.025e0</w:t>
      </w:r>
    </w:p>
    <w:p w14:paraId="4401933F" w14:textId="77777777" w:rsidR="00810015" w:rsidRDefault="00810015" w:rsidP="00810015">
      <w:r>
        <w:t>271.1362</w:t>
      </w:r>
      <w:r>
        <w:tab/>
        <w:t>1.013e0</w:t>
      </w:r>
    </w:p>
    <w:p w14:paraId="0B7A9F39" w14:textId="77777777" w:rsidR="00810015" w:rsidRDefault="00810015" w:rsidP="00810015">
      <w:r>
        <w:t>271.1491</w:t>
      </w:r>
      <w:r>
        <w:tab/>
        <w:t>1.013e0</w:t>
      </w:r>
    </w:p>
    <w:p w14:paraId="7A3AFE2F" w14:textId="77777777" w:rsidR="00810015" w:rsidRDefault="00810015" w:rsidP="00810015">
      <w:r>
        <w:t>271.1632</w:t>
      </w:r>
      <w:r>
        <w:tab/>
        <w:t>2.025e0</w:t>
      </w:r>
    </w:p>
    <w:p w14:paraId="44363EEB" w14:textId="77777777" w:rsidR="00810015" w:rsidRDefault="00810015" w:rsidP="00810015">
      <w:r>
        <w:t>271.1713</w:t>
      </w:r>
      <w:r>
        <w:tab/>
        <w:t>2.025e0</w:t>
      </w:r>
    </w:p>
    <w:p w14:paraId="7018A24C" w14:textId="77777777" w:rsidR="00810015" w:rsidRDefault="00810015" w:rsidP="00810015">
      <w:r>
        <w:t>271.1841</w:t>
      </w:r>
      <w:r>
        <w:tab/>
        <w:t>2.025e0</w:t>
      </w:r>
    </w:p>
    <w:p w14:paraId="7C173125" w14:textId="77777777" w:rsidR="00810015" w:rsidRDefault="00810015" w:rsidP="00810015">
      <w:r>
        <w:t>271.2301</w:t>
      </w:r>
      <w:r>
        <w:tab/>
        <w:t>4.051e0</w:t>
      </w:r>
    </w:p>
    <w:p w14:paraId="20C55C3E" w14:textId="77777777" w:rsidR="00810015" w:rsidRDefault="00810015" w:rsidP="00810015">
      <w:r>
        <w:t>271.2521</w:t>
      </w:r>
      <w:r>
        <w:tab/>
        <w:t>2.025e0</w:t>
      </w:r>
    </w:p>
    <w:p w14:paraId="4E707D7B" w14:textId="77777777" w:rsidR="00810015" w:rsidRDefault="00810015" w:rsidP="00810015">
      <w:r>
        <w:t>271.2619</w:t>
      </w:r>
      <w:r>
        <w:tab/>
        <w:t>3.038e0</w:t>
      </w:r>
    </w:p>
    <w:p w14:paraId="4C8AB20C" w14:textId="77777777" w:rsidR="00810015" w:rsidRDefault="00810015" w:rsidP="00810015">
      <w:r>
        <w:t>271.2658</w:t>
      </w:r>
      <w:r>
        <w:tab/>
        <w:t>2.025e0</w:t>
      </w:r>
    </w:p>
    <w:p w14:paraId="7FDD5271" w14:textId="77777777" w:rsidR="00810015" w:rsidRDefault="00810015" w:rsidP="00810015">
      <w:r>
        <w:t>271.2804</w:t>
      </w:r>
      <w:r>
        <w:tab/>
        <w:t>1.013e0</w:t>
      </w:r>
    </w:p>
    <w:p w14:paraId="68B0C251" w14:textId="77777777" w:rsidR="00810015" w:rsidRDefault="00810015" w:rsidP="00810015">
      <w:r>
        <w:t>271.3073</w:t>
      </w:r>
      <w:r>
        <w:tab/>
        <w:t>2.025e0</w:t>
      </w:r>
    </w:p>
    <w:p w14:paraId="601B94A3" w14:textId="77777777" w:rsidR="00810015" w:rsidRDefault="00810015" w:rsidP="00810015">
      <w:r>
        <w:t>271.3368</w:t>
      </w:r>
      <w:r>
        <w:tab/>
        <w:t>2.025e0</w:t>
      </w:r>
    </w:p>
    <w:p w14:paraId="1D220AAF" w14:textId="77777777" w:rsidR="00810015" w:rsidRDefault="00810015" w:rsidP="00810015">
      <w:r>
        <w:t>271.3385</w:t>
      </w:r>
      <w:r>
        <w:tab/>
        <w:t>1.013e0</w:t>
      </w:r>
    </w:p>
    <w:p w14:paraId="3E008A68" w14:textId="77777777" w:rsidR="00810015" w:rsidRDefault="00810015" w:rsidP="00810015">
      <w:r>
        <w:t>271.3505</w:t>
      </w:r>
      <w:r>
        <w:tab/>
        <w:t>1.013e0</w:t>
      </w:r>
    </w:p>
    <w:p w14:paraId="35CA7F6A" w14:textId="77777777" w:rsidR="00810015" w:rsidRDefault="00810015" w:rsidP="00810015">
      <w:r>
        <w:t>271.3690</w:t>
      </w:r>
      <w:r>
        <w:tab/>
        <w:t>1.013e0</w:t>
      </w:r>
    </w:p>
    <w:p w14:paraId="3486D1DC" w14:textId="77777777" w:rsidR="00810015" w:rsidRDefault="00810015" w:rsidP="00810015">
      <w:r>
        <w:t>271.3999</w:t>
      </w:r>
      <w:r>
        <w:tab/>
        <w:t>1.013e0</w:t>
      </w:r>
    </w:p>
    <w:p w14:paraId="332DC249" w14:textId="77777777" w:rsidR="00810015" w:rsidRDefault="00810015" w:rsidP="00810015">
      <w:r>
        <w:t>271.4206</w:t>
      </w:r>
      <w:r>
        <w:tab/>
        <w:t>2.025e0</w:t>
      </w:r>
    </w:p>
    <w:p w14:paraId="7D832A6E" w14:textId="77777777" w:rsidR="00810015" w:rsidRDefault="00810015" w:rsidP="00810015">
      <w:r>
        <w:t>271.4245</w:t>
      </w:r>
      <w:r>
        <w:tab/>
        <w:t>1.013e0</w:t>
      </w:r>
    </w:p>
    <w:p w14:paraId="2BFFBBD8" w14:textId="77777777" w:rsidR="00810015" w:rsidRDefault="00810015" w:rsidP="00810015">
      <w:r>
        <w:t>271.4475</w:t>
      </w:r>
      <w:r>
        <w:tab/>
        <w:t>1.013e0</w:t>
      </w:r>
    </w:p>
    <w:p w14:paraId="0CD606F1" w14:textId="77777777" w:rsidR="00810015" w:rsidRDefault="00810015" w:rsidP="00810015">
      <w:r>
        <w:t>271.4516</w:t>
      </w:r>
      <w:r>
        <w:tab/>
        <w:t>2.025e0</w:t>
      </w:r>
    </w:p>
    <w:p w14:paraId="09D50B3E" w14:textId="77777777" w:rsidR="00810015" w:rsidRDefault="00810015" w:rsidP="00810015">
      <w:r>
        <w:t>271.4690</w:t>
      </w:r>
      <w:r>
        <w:tab/>
        <w:t>1.013e0</w:t>
      </w:r>
    </w:p>
    <w:p w14:paraId="4D1D0C22" w14:textId="77777777" w:rsidR="00810015" w:rsidRDefault="00810015" w:rsidP="00810015">
      <w:r>
        <w:t>271.4990</w:t>
      </w:r>
      <w:r>
        <w:tab/>
        <w:t>1.013e0</w:t>
      </w:r>
    </w:p>
    <w:p w14:paraId="6E67608C" w14:textId="77777777" w:rsidR="00810015" w:rsidRDefault="00810015" w:rsidP="00810015">
      <w:r>
        <w:t>271.5090</w:t>
      </w:r>
      <w:r>
        <w:tab/>
        <w:t>1.013e0</w:t>
      </w:r>
    </w:p>
    <w:p w14:paraId="0EEFBFCB" w14:textId="77777777" w:rsidR="00810015" w:rsidRDefault="00810015" w:rsidP="00810015">
      <w:r>
        <w:t>271.5440</w:t>
      </w:r>
      <w:r>
        <w:tab/>
        <w:t>1.013e0</w:t>
      </w:r>
    </w:p>
    <w:p w14:paraId="1E9D75A3" w14:textId="77777777" w:rsidR="00810015" w:rsidRDefault="00810015" w:rsidP="00810015">
      <w:r>
        <w:t>271.5657</w:t>
      </w:r>
      <w:r>
        <w:tab/>
        <w:t>1.013e0</w:t>
      </w:r>
    </w:p>
    <w:p w14:paraId="19B6AC1C" w14:textId="77777777" w:rsidR="00810015" w:rsidRDefault="00810015" w:rsidP="00810015">
      <w:r>
        <w:t>271.5790</w:t>
      </w:r>
      <w:r>
        <w:tab/>
        <w:t>1.013e0</w:t>
      </w:r>
    </w:p>
    <w:p w14:paraId="0FF56300" w14:textId="77777777" w:rsidR="00810015" w:rsidRDefault="00810015" w:rsidP="00810015">
      <w:r>
        <w:t>271.5878</w:t>
      </w:r>
      <w:r>
        <w:tab/>
        <w:t>1.013e0</w:t>
      </w:r>
    </w:p>
    <w:p w14:paraId="53E3ACA6" w14:textId="77777777" w:rsidR="00810015" w:rsidRDefault="00810015" w:rsidP="00810015">
      <w:r>
        <w:t>271.5958</w:t>
      </w:r>
      <w:r>
        <w:tab/>
        <w:t>1.013e0</w:t>
      </w:r>
    </w:p>
    <w:p w14:paraId="6063383D" w14:textId="77777777" w:rsidR="00810015" w:rsidRDefault="00810015" w:rsidP="00810015">
      <w:r>
        <w:t>271.5992</w:t>
      </w:r>
      <w:r>
        <w:tab/>
        <w:t>2.025e0</w:t>
      </w:r>
    </w:p>
    <w:p w14:paraId="5971777E" w14:textId="77777777" w:rsidR="00810015" w:rsidRDefault="00810015" w:rsidP="00810015">
      <w:r>
        <w:t>271.6002</w:t>
      </w:r>
      <w:r>
        <w:tab/>
        <w:t>1.182e0</w:t>
      </w:r>
    </w:p>
    <w:p w14:paraId="7101F5DC" w14:textId="77777777" w:rsidR="00810015" w:rsidRDefault="00810015" w:rsidP="00810015">
      <w:r>
        <w:t>271.6269</w:t>
      </w:r>
      <w:r>
        <w:tab/>
        <w:t>2.025e0</w:t>
      </w:r>
    </w:p>
    <w:p w14:paraId="7341F7FF" w14:textId="77777777" w:rsidR="00810015" w:rsidRDefault="00810015" w:rsidP="00810015">
      <w:r>
        <w:t>271.6315</w:t>
      </w:r>
      <w:r>
        <w:tab/>
        <w:t>3.038e0</w:t>
      </w:r>
    </w:p>
    <w:p w14:paraId="44D3F43D" w14:textId="77777777" w:rsidR="00810015" w:rsidRDefault="00810015" w:rsidP="00810015">
      <w:r>
        <w:t>271.6490</w:t>
      </w:r>
      <w:r>
        <w:tab/>
        <w:t>1.013e0</w:t>
      </w:r>
    </w:p>
    <w:p w14:paraId="124D92B8" w14:textId="77777777" w:rsidR="00810015" w:rsidRDefault="00810015" w:rsidP="00810015">
      <w:r>
        <w:t>271.6699</w:t>
      </w:r>
      <w:r>
        <w:tab/>
        <w:t>1.013e0</w:t>
      </w:r>
    </w:p>
    <w:p w14:paraId="4502460E" w14:textId="77777777" w:rsidR="00810015" w:rsidRDefault="00810015" w:rsidP="00810015">
      <w:r>
        <w:t>271.6740</w:t>
      </w:r>
      <w:r>
        <w:tab/>
        <w:t>1.013e0</w:t>
      </w:r>
    </w:p>
    <w:p w14:paraId="03465D2F" w14:textId="77777777" w:rsidR="00810015" w:rsidRDefault="00810015" w:rsidP="00810015">
      <w:r>
        <w:t>271.7241</w:t>
      </w:r>
      <w:r>
        <w:tab/>
        <w:t>1.013e0</w:t>
      </w:r>
    </w:p>
    <w:p w14:paraId="3D717C3C" w14:textId="77777777" w:rsidR="00810015" w:rsidRDefault="00810015" w:rsidP="00810015">
      <w:r>
        <w:t>271.7370</w:t>
      </w:r>
      <w:r>
        <w:tab/>
        <w:t>1.013e0</w:t>
      </w:r>
    </w:p>
    <w:p w14:paraId="45B7F16D" w14:textId="77777777" w:rsidR="00810015" w:rsidRDefault="00810015" w:rsidP="00810015">
      <w:r>
        <w:t>271.7541</w:t>
      </w:r>
      <w:r>
        <w:tab/>
        <w:t>1.013e0</w:t>
      </w:r>
    </w:p>
    <w:p w14:paraId="3CB5B518" w14:textId="77777777" w:rsidR="00810015" w:rsidRDefault="00810015" w:rsidP="00810015">
      <w:r>
        <w:t>271.7981</w:t>
      </w:r>
      <w:r>
        <w:tab/>
        <w:t>1.013e0</w:t>
      </w:r>
    </w:p>
    <w:p w14:paraId="21F13309" w14:textId="77777777" w:rsidR="00810015" w:rsidRDefault="00810015" w:rsidP="00810015">
      <w:r>
        <w:t>271.8112</w:t>
      </w:r>
      <w:r>
        <w:tab/>
        <w:t>2.025e0</w:t>
      </w:r>
    </w:p>
    <w:p w14:paraId="3D3FA787" w14:textId="77777777" w:rsidR="00810015" w:rsidRDefault="00810015" w:rsidP="00810015">
      <w:r>
        <w:t>271.8262</w:t>
      </w:r>
      <w:r>
        <w:tab/>
        <w:t>2.025e0</w:t>
      </w:r>
    </w:p>
    <w:p w14:paraId="4E0AB5EA" w14:textId="77777777" w:rsidR="00810015" w:rsidRDefault="00810015" w:rsidP="00810015">
      <w:r>
        <w:t>271.8372</w:t>
      </w:r>
      <w:r>
        <w:tab/>
        <w:t>1.013e0</w:t>
      </w:r>
    </w:p>
    <w:p w14:paraId="0BF1C3FA" w14:textId="77777777" w:rsidR="00810015" w:rsidRDefault="00810015" w:rsidP="00810015">
      <w:r>
        <w:t>271.8992</w:t>
      </w:r>
      <w:r>
        <w:tab/>
        <w:t>1.013e0</w:t>
      </w:r>
    </w:p>
    <w:p w14:paraId="54F80BDC" w14:textId="77777777" w:rsidR="00810015" w:rsidRDefault="00810015" w:rsidP="00810015">
      <w:r>
        <w:t>271.9293</w:t>
      </w:r>
      <w:r>
        <w:tab/>
        <w:t>1.013e0</w:t>
      </w:r>
    </w:p>
    <w:p w14:paraId="4AEBE00C" w14:textId="77777777" w:rsidR="00810015" w:rsidRDefault="00810015" w:rsidP="00810015">
      <w:r>
        <w:t>271.9464</w:t>
      </w:r>
      <w:r>
        <w:tab/>
        <w:t>1.013e0</w:t>
      </w:r>
    </w:p>
    <w:p w14:paraId="55FF0021" w14:textId="77777777" w:rsidR="00810015" w:rsidRDefault="00810015" w:rsidP="00810015">
      <w:r>
        <w:t>271.9593</w:t>
      </w:r>
      <w:r>
        <w:tab/>
        <w:t>1.013e0</w:t>
      </w:r>
    </w:p>
    <w:p w14:paraId="32B4CEAD" w14:textId="77777777" w:rsidR="00810015" w:rsidRDefault="00810015" w:rsidP="00810015">
      <w:r>
        <w:t>271.9808</w:t>
      </w:r>
      <w:r>
        <w:tab/>
        <w:t>5.063e0</w:t>
      </w:r>
    </w:p>
    <w:p w14:paraId="5D6990C6" w14:textId="77777777" w:rsidR="00810015" w:rsidRDefault="00810015" w:rsidP="00810015">
      <w:r>
        <w:t>271.9895</w:t>
      </w:r>
      <w:r>
        <w:tab/>
        <w:t>3.038e0</w:t>
      </w:r>
    </w:p>
    <w:p w14:paraId="35E3D22C" w14:textId="77777777" w:rsidR="00810015" w:rsidRDefault="00810015" w:rsidP="00810015">
      <w:r>
        <w:t>272.0178</w:t>
      </w:r>
      <w:r>
        <w:tab/>
        <w:t>5.078e0</w:t>
      </w:r>
    </w:p>
    <w:p w14:paraId="0002BE73" w14:textId="77777777" w:rsidR="00810015" w:rsidRDefault="00810015" w:rsidP="00810015">
      <w:r>
        <w:t>272.0282</w:t>
      </w:r>
      <w:r>
        <w:tab/>
        <w:t>1.199e2</w:t>
      </w:r>
    </w:p>
    <w:p w14:paraId="0450FACD" w14:textId="77777777" w:rsidR="00810015" w:rsidRDefault="00810015" w:rsidP="00810015">
      <w:r>
        <w:t>272.0410</w:t>
      </w:r>
      <w:r>
        <w:tab/>
        <w:t>3.038e0</w:t>
      </w:r>
    </w:p>
    <w:p w14:paraId="31B246B8" w14:textId="77777777" w:rsidR="00810015" w:rsidRDefault="00810015" w:rsidP="00810015">
      <w:r>
        <w:t>272.0476</w:t>
      </w:r>
      <w:r>
        <w:tab/>
        <w:t>3.038e0</w:t>
      </w:r>
    </w:p>
    <w:p w14:paraId="1F4FC3A7" w14:textId="77777777" w:rsidR="00810015" w:rsidRDefault="00810015" w:rsidP="00810015">
      <w:r>
        <w:t>272.0827</w:t>
      </w:r>
      <w:r>
        <w:tab/>
        <w:t>2.025e0</w:t>
      </w:r>
    </w:p>
    <w:p w14:paraId="5211B0FD" w14:textId="77777777" w:rsidR="00810015" w:rsidRDefault="00810015" w:rsidP="00810015">
      <w:r>
        <w:t>272.0946</w:t>
      </w:r>
      <w:r>
        <w:tab/>
        <w:t>1.013e0</w:t>
      </w:r>
    </w:p>
    <w:p w14:paraId="0BBFB327" w14:textId="77777777" w:rsidR="00810015" w:rsidRDefault="00810015" w:rsidP="00810015">
      <w:r>
        <w:t>272.1075</w:t>
      </w:r>
      <w:r>
        <w:tab/>
        <w:t>3.038e0</w:t>
      </w:r>
    </w:p>
    <w:p w14:paraId="54489F75" w14:textId="77777777" w:rsidR="00810015" w:rsidRDefault="00810015" w:rsidP="00810015">
      <w:r>
        <w:t>272.1187</w:t>
      </w:r>
      <w:r>
        <w:tab/>
        <w:t>1.013e0</w:t>
      </w:r>
    </w:p>
    <w:p w14:paraId="011A1F81" w14:textId="77777777" w:rsidR="00810015" w:rsidRDefault="00810015" w:rsidP="00810015">
      <w:r>
        <w:t>272.1258</w:t>
      </w:r>
      <w:r>
        <w:tab/>
        <w:t>1.013e0</w:t>
      </w:r>
    </w:p>
    <w:p w14:paraId="62373CBA" w14:textId="77777777" w:rsidR="00810015" w:rsidRDefault="00810015" w:rsidP="00810015">
      <w:r>
        <w:t>272.1280</w:t>
      </w:r>
      <w:r>
        <w:tab/>
        <w:t>2.025e0</w:t>
      </w:r>
    </w:p>
    <w:p w14:paraId="7C21937E" w14:textId="77777777" w:rsidR="00810015" w:rsidRDefault="00810015" w:rsidP="00810015">
      <w:r>
        <w:t>272.1569</w:t>
      </w:r>
      <w:r>
        <w:tab/>
        <w:t>2.025e0</w:t>
      </w:r>
    </w:p>
    <w:p w14:paraId="2F2451F8" w14:textId="77777777" w:rsidR="00810015" w:rsidRDefault="00810015" w:rsidP="00810015">
      <w:r>
        <w:t>272.1588</w:t>
      </w:r>
      <w:r>
        <w:tab/>
        <w:t>2.152e0</w:t>
      </w:r>
    </w:p>
    <w:p w14:paraId="1F69610D" w14:textId="77777777" w:rsidR="00810015" w:rsidRDefault="00810015" w:rsidP="00810015">
      <w:r>
        <w:t>272.1649</w:t>
      </w:r>
      <w:r>
        <w:tab/>
        <w:t>3.038e0</w:t>
      </w:r>
    </w:p>
    <w:p w14:paraId="28BCEDEA" w14:textId="77777777" w:rsidR="00810015" w:rsidRDefault="00810015" w:rsidP="00810015">
      <w:r>
        <w:t>272.1860</w:t>
      </w:r>
      <w:r>
        <w:tab/>
        <w:t>2.025e0</w:t>
      </w:r>
    </w:p>
    <w:p w14:paraId="72FFFAB4" w14:textId="77777777" w:rsidR="00810015" w:rsidRDefault="00810015" w:rsidP="00810015">
      <w:r>
        <w:t>272.1959</w:t>
      </w:r>
      <w:r>
        <w:tab/>
        <w:t>1.013e0</w:t>
      </w:r>
    </w:p>
    <w:p w14:paraId="6141BD48" w14:textId="77777777" w:rsidR="00810015" w:rsidRDefault="00810015" w:rsidP="00810015">
      <w:r>
        <w:t>272.1998</w:t>
      </w:r>
      <w:r>
        <w:tab/>
        <w:t>2.025e0</w:t>
      </w:r>
    </w:p>
    <w:p w14:paraId="32075098" w14:textId="77777777" w:rsidR="00810015" w:rsidRDefault="00810015" w:rsidP="00810015">
      <w:r>
        <w:t>272.2074</w:t>
      </w:r>
      <w:r>
        <w:tab/>
        <w:t>4.051e0</w:t>
      </w:r>
    </w:p>
    <w:p w14:paraId="5DAB9E19" w14:textId="77777777" w:rsidR="00810015" w:rsidRDefault="00810015" w:rsidP="00810015">
      <w:r>
        <w:t>272.2190</w:t>
      </w:r>
      <w:r>
        <w:tab/>
        <w:t>1.013e0</w:t>
      </w:r>
    </w:p>
    <w:p w14:paraId="1BDD1ED8" w14:textId="77777777" w:rsidR="00810015" w:rsidRDefault="00810015" w:rsidP="00810015">
      <w:r>
        <w:t>272.2700</w:t>
      </w:r>
      <w:r>
        <w:tab/>
        <w:t>1.013e0</w:t>
      </w:r>
    </w:p>
    <w:p w14:paraId="0CF4FE51" w14:textId="77777777" w:rsidR="00810015" w:rsidRDefault="00810015" w:rsidP="00810015">
      <w:r>
        <w:t>272.3011</w:t>
      </w:r>
      <w:r>
        <w:tab/>
        <w:t>1.013e0</w:t>
      </w:r>
    </w:p>
    <w:p w14:paraId="2DCD2598" w14:textId="77777777" w:rsidR="00810015" w:rsidRDefault="00810015" w:rsidP="00810015">
      <w:r>
        <w:t>272.3441</w:t>
      </w:r>
      <w:r>
        <w:tab/>
        <w:t>2.025e0</w:t>
      </w:r>
    </w:p>
    <w:p w14:paraId="32280C97" w14:textId="77777777" w:rsidR="00810015" w:rsidRDefault="00810015" w:rsidP="00810015">
      <w:r>
        <w:t>272.3633</w:t>
      </w:r>
      <w:r>
        <w:tab/>
        <w:t>1.013e0</w:t>
      </w:r>
    </w:p>
    <w:p w14:paraId="4577C490" w14:textId="77777777" w:rsidR="00810015" w:rsidRDefault="00810015" w:rsidP="00810015">
      <w:r>
        <w:t>272.3802</w:t>
      </w:r>
      <w:r>
        <w:tab/>
        <w:t>1.013e0</w:t>
      </w:r>
    </w:p>
    <w:p w14:paraId="1EBC9BA3" w14:textId="77777777" w:rsidR="00810015" w:rsidRDefault="00810015" w:rsidP="00810015">
      <w:r>
        <w:t>272.3883</w:t>
      </w:r>
      <w:r>
        <w:tab/>
        <w:t>2.025e0</w:t>
      </w:r>
    </w:p>
    <w:p w14:paraId="44AB6F17" w14:textId="77777777" w:rsidR="00810015" w:rsidRDefault="00810015" w:rsidP="00810015">
      <w:r>
        <w:t>272.3909</w:t>
      </w:r>
      <w:r>
        <w:tab/>
        <w:t>2.025e0</w:t>
      </w:r>
    </w:p>
    <w:p w14:paraId="7FD1AC01" w14:textId="77777777" w:rsidR="00810015" w:rsidRDefault="00810015" w:rsidP="00810015">
      <w:r>
        <w:t>272.4024</w:t>
      </w:r>
      <w:r>
        <w:tab/>
        <w:t>1.013e0</w:t>
      </w:r>
    </w:p>
    <w:p w14:paraId="29C09CB9" w14:textId="77777777" w:rsidR="00810015" w:rsidRDefault="00810015" w:rsidP="00810015">
      <w:r>
        <w:t>272.4415</w:t>
      </w:r>
      <w:r>
        <w:tab/>
        <w:t>1.013e0</w:t>
      </w:r>
    </w:p>
    <w:p w14:paraId="5D493082" w14:textId="77777777" w:rsidR="00810015" w:rsidRDefault="00810015" w:rsidP="00810015">
      <w:r>
        <w:t>272.4645</w:t>
      </w:r>
      <w:r>
        <w:tab/>
        <w:t>1.013e0</w:t>
      </w:r>
    </w:p>
    <w:p w14:paraId="5BD6DA1E" w14:textId="77777777" w:rsidR="00810015" w:rsidRDefault="00810015" w:rsidP="00810015">
      <w:r>
        <w:t>272.4815</w:t>
      </w:r>
      <w:r>
        <w:tab/>
        <w:t>1.013e0</w:t>
      </w:r>
    </w:p>
    <w:p w14:paraId="5C7AAA81" w14:textId="77777777" w:rsidR="00810015" w:rsidRDefault="00810015" w:rsidP="00810015">
      <w:r>
        <w:t>272.5036</w:t>
      </w:r>
      <w:r>
        <w:tab/>
        <w:t>1.013e0</w:t>
      </w:r>
    </w:p>
    <w:p w14:paraId="68EC0F7F" w14:textId="77777777" w:rsidR="00810015" w:rsidRDefault="00810015" w:rsidP="00810015">
      <w:r>
        <w:t>272.5467</w:t>
      </w:r>
      <w:r>
        <w:tab/>
        <w:t>1.013e0</w:t>
      </w:r>
    </w:p>
    <w:p w14:paraId="431B65E9" w14:textId="77777777" w:rsidR="00810015" w:rsidRDefault="00810015" w:rsidP="00810015">
      <w:r>
        <w:t>272.5698</w:t>
      </w:r>
      <w:r>
        <w:tab/>
        <w:t>1.013e0</w:t>
      </w:r>
    </w:p>
    <w:p w14:paraId="0D216F45" w14:textId="77777777" w:rsidR="00810015" w:rsidRDefault="00810015" w:rsidP="00810015">
      <w:r>
        <w:t>272.5779</w:t>
      </w:r>
      <w:r>
        <w:tab/>
        <w:t>1.013e0</w:t>
      </w:r>
    </w:p>
    <w:p w14:paraId="56B65274" w14:textId="77777777" w:rsidR="00810015" w:rsidRDefault="00810015" w:rsidP="00810015">
      <w:r>
        <w:t>272.5890</w:t>
      </w:r>
      <w:r>
        <w:tab/>
        <w:t>2.025e0</w:t>
      </w:r>
    </w:p>
    <w:p w14:paraId="2B86024F" w14:textId="77777777" w:rsidR="00810015" w:rsidRDefault="00810015" w:rsidP="00810015">
      <w:r>
        <w:t>272.5933</w:t>
      </w:r>
      <w:r>
        <w:tab/>
        <w:t>2.025e0</w:t>
      </w:r>
    </w:p>
    <w:p w14:paraId="4F136631" w14:textId="77777777" w:rsidR="00810015" w:rsidRDefault="00810015" w:rsidP="00810015">
      <w:r>
        <w:t>272.6179</w:t>
      </w:r>
      <w:r>
        <w:tab/>
        <w:t>1.013e0</w:t>
      </w:r>
    </w:p>
    <w:p w14:paraId="3644494E" w14:textId="77777777" w:rsidR="00810015" w:rsidRDefault="00810015" w:rsidP="00810015">
      <w:r>
        <w:t>272.6211</w:t>
      </w:r>
      <w:r>
        <w:tab/>
        <w:t>2.025e0</w:t>
      </w:r>
    </w:p>
    <w:p w14:paraId="74BD1790" w14:textId="77777777" w:rsidR="00810015" w:rsidRDefault="00810015" w:rsidP="00810015">
      <w:r>
        <w:t>272.6555</w:t>
      </w:r>
      <w:r>
        <w:tab/>
        <w:t>2.025e0</w:t>
      </w:r>
    </w:p>
    <w:p w14:paraId="153DF48A" w14:textId="77777777" w:rsidR="00810015" w:rsidRDefault="00810015" w:rsidP="00810015">
      <w:r>
        <w:t>272.6662</w:t>
      </w:r>
      <w:r>
        <w:tab/>
        <w:t>1.013e0</w:t>
      </w:r>
    </w:p>
    <w:p w14:paraId="04DB041D" w14:textId="77777777" w:rsidR="00810015" w:rsidRDefault="00810015" w:rsidP="00810015">
      <w:r>
        <w:t>272.6871</w:t>
      </w:r>
      <w:r>
        <w:tab/>
        <w:t>1.013e0</w:t>
      </w:r>
    </w:p>
    <w:p w14:paraId="613985EE" w14:textId="77777777" w:rsidR="00810015" w:rsidRDefault="00810015" w:rsidP="00810015">
      <w:r>
        <w:t>272.7063</w:t>
      </w:r>
      <w:r>
        <w:tab/>
        <w:t>1.013e0</w:t>
      </w:r>
    </w:p>
    <w:p w14:paraId="76D3DA8B" w14:textId="77777777" w:rsidR="00810015" w:rsidRDefault="00810015" w:rsidP="00810015">
      <w:r>
        <w:t>272.7572</w:t>
      </w:r>
      <w:r>
        <w:tab/>
        <w:t>1.013e0</w:t>
      </w:r>
    </w:p>
    <w:p w14:paraId="3873F398" w14:textId="77777777" w:rsidR="00810015" w:rsidRDefault="00810015" w:rsidP="00810015">
      <w:r>
        <w:t>272.7616</w:t>
      </w:r>
      <w:r>
        <w:tab/>
        <w:t>1.013e0</w:t>
      </w:r>
    </w:p>
    <w:p w14:paraId="5354D3AD" w14:textId="77777777" w:rsidR="00810015" w:rsidRDefault="00810015" w:rsidP="00810015">
      <w:r>
        <w:t>272.7774</w:t>
      </w:r>
      <w:r>
        <w:tab/>
        <w:t>1.013e0</w:t>
      </w:r>
    </w:p>
    <w:p w14:paraId="78497C4B" w14:textId="77777777" w:rsidR="00810015" w:rsidRDefault="00810015" w:rsidP="00810015">
      <w:r>
        <w:t>272.7843</w:t>
      </w:r>
      <w:r>
        <w:tab/>
        <w:t>2.025e0</w:t>
      </w:r>
    </w:p>
    <w:p w14:paraId="36325164" w14:textId="77777777" w:rsidR="00810015" w:rsidRDefault="00810015" w:rsidP="00810015">
      <w:r>
        <w:t>272.8274</w:t>
      </w:r>
      <w:r>
        <w:tab/>
        <w:t>1.013e0</w:t>
      </w:r>
    </w:p>
    <w:p w14:paraId="436944D1" w14:textId="77777777" w:rsidR="00810015" w:rsidRDefault="00810015" w:rsidP="00810015">
      <w:r>
        <w:t>272.8419</w:t>
      </w:r>
      <w:r>
        <w:tab/>
        <w:t>1.013e0</w:t>
      </w:r>
    </w:p>
    <w:p w14:paraId="3881D773" w14:textId="77777777" w:rsidR="00810015" w:rsidRDefault="00810015" w:rsidP="00810015">
      <w:r>
        <w:t>272.8640</w:t>
      </w:r>
      <w:r>
        <w:tab/>
        <w:t>2.025e0</w:t>
      </w:r>
    </w:p>
    <w:p w14:paraId="6833223A" w14:textId="77777777" w:rsidR="00810015" w:rsidRDefault="00810015" w:rsidP="00810015">
      <w:r>
        <w:t>272.8721</w:t>
      </w:r>
      <w:r>
        <w:tab/>
        <w:t>1.013e0</w:t>
      </w:r>
    </w:p>
    <w:p w14:paraId="0CB507E8" w14:textId="77777777" w:rsidR="00810015" w:rsidRDefault="00810015" w:rsidP="00810015">
      <w:r>
        <w:t>272.8983</w:t>
      </w:r>
      <w:r>
        <w:tab/>
        <w:t>2.025e0</w:t>
      </w:r>
    </w:p>
    <w:p w14:paraId="17FCF3ED" w14:textId="77777777" w:rsidR="00810015" w:rsidRDefault="00810015" w:rsidP="00810015">
      <w:r>
        <w:t>272.9212</w:t>
      </w:r>
      <w:r>
        <w:tab/>
        <w:t>2.025e0</w:t>
      </w:r>
    </w:p>
    <w:p w14:paraId="5E2677C1" w14:textId="77777777" w:rsidR="00810015" w:rsidRDefault="00810015" w:rsidP="00810015">
      <w:r>
        <w:t>272.9374</w:t>
      </w:r>
      <w:r>
        <w:tab/>
        <w:t>1.013e0</w:t>
      </w:r>
    </w:p>
    <w:p w14:paraId="04CD0AD9" w14:textId="77777777" w:rsidR="00810015" w:rsidRDefault="00810015" w:rsidP="00810015">
      <w:r>
        <w:t>272.9518</w:t>
      </w:r>
      <w:r>
        <w:tab/>
        <w:t>4.051e0</w:t>
      </w:r>
    </w:p>
    <w:p w14:paraId="4925D13E" w14:textId="77777777" w:rsidR="00810015" w:rsidRDefault="00810015" w:rsidP="00810015">
      <w:r>
        <w:t>272.9678</w:t>
      </w:r>
      <w:r>
        <w:tab/>
        <w:t>2.025e0</w:t>
      </w:r>
    </w:p>
    <w:p w14:paraId="4AD90A05" w14:textId="77777777" w:rsidR="00810015" w:rsidRDefault="00810015" w:rsidP="00810015">
      <w:r>
        <w:t>272.9707</w:t>
      </w:r>
      <w:r>
        <w:tab/>
        <w:t>2.267e0</w:t>
      </w:r>
    </w:p>
    <w:p w14:paraId="03623B23" w14:textId="77777777" w:rsidR="00810015" w:rsidRDefault="00810015" w:rsidP="00810015">
      <w:r>
        <w:t>272.9791</w:t>
      </w:r>
      <w:r>
        <w:tab/>
        <w:t>2.025e0</w:t>
      </w:r>
    </w:p>
    <w:p w14:paraId="6A834E9B" w14:textId="77777777" w:rsidR="00810015" w:rsidRDefault="00810015" w:rsidP="00810015">
      <w:r>
        <w:t>272.9909</w:t>
      </w:r>
      <w:r>
        <w:tab/>
        <w:t>1.013e0</w:t>
      </w:r>
    </w:p>
    <w:p w14:paraId="4A6B868C" w14:textId="77777777" w:rsidR="00810015" w:rsidRDefault="00810015" w:rsidP="00810015">
      <w:r>
        <w:t>273.0227</w:t>
      </w:r>
      <w:r>
        <w:tab/>
        <w:t>4.051e0</w:t>
      </w:r>
    </w:p>
    <w:p w14:paraId="1A157477" w14:textId="77777777" w:rsidR="00810015" w:rsidRDefault="00810015" w:rsidP="00810015">
      <w:r>
        <w:t>273.0313</w:t>
      </w:r>
      <w:r>
        <w:tab/>
        <w:t>7.089e0</w:t>
      </w:r>
    </w:p>
    <w:p w14:paraId="4421B745" w14:textId="77777777" w:rsidR="00810015" w:rsidRDefault="00810015" w:rsidP="00810015">
      <w:r>
        <w:t>273.0364</w:t>
      </w:r>
      <w:r>
        <w:tab/>
        <w:t>5.063e0</w:t>
      </w:r>
    </w:p>
    <w:p w14:paraId="5C80BB30" w14:textId="77777777" w:rsidR="00810015" w:rsidRDefault="00810015" w:rsidP="00810015">
      <w:r>
        <w:t>273.0375</w:t>
      </w:r>
      <w:r>
        <w:tab/>
        <w:t>1.114e1</w:t>
      </w:r>
    </w:p>
    <w:p w14:paraId="519A1A92" w14:textId="77777777" w:rsidR="00810015" w:rsidRDefault="00810015" w:rsidP="00810015">
      <w:r>
        <w:t>273.0806</w:t>
      </w:r>
      <w:r>
        <w:tab/>
        <w:t>2.025e0</w:t>
      </w:r>
    </w:p>
    <w:p w14:paraId="1FFA2FBA" w14:textId="77777777" w:rsidR="00810015" w:rsidRDefault="00810015" w:rsidP="00810015">
      <w:r>
        <w:t>273.0932</w:t>
      </w:r>
      <w:r>
        <w:tab/>
        <w:t>1.013e0</w:t>
      </w:r>
    </w:p>
    <w:p w14:paraId="5C05C07F" w14:textId="77777777" w:rsidR="00810015" w:rsidRDefault="00810015" w:rsidP="00810015">
      <w:r>
        <w:t>273.0944</w:t>
      </w:r>
      <w:r>
        <w:tab/>
        <w:t>2.025e0</w:t>
      </w:r>
    </w:p>
    <w:p w14:paraId="63B69E61" w14:textId="77777777" w:rsidR="00810015" w:rsidRDefault="00810015" w:rsidP="00810015">
      <w:r>
        <w:t>273.0963</w:t>
      </w:r>
      <w:r>
        <w:tab/>
        <w:t>3.038e0</w:t>
      </w:r>
    </w:p>
    <w:p w14:paraId="6FE6CBB2" w14:textId="77777777" w:rsidR="00810015" w:rsidRDefault="00810015" w:rsidP="00810015">
      <w:r>
        <w:t>273.0974</w:t>
      </w:r>
      <w:r>
        <w:tab/>
        <w:t>6.233e0</w:t>
      </w:r>
    </w:p>
    <w:p w14:paraId="0421716A" w14:textId="77777777" w:rsidR="00810015" w:rsidRDefault="00810015" w:rsidP="00810015">
      <w:r>
        <w:t>273.1153</w:t>
      </w:r>
      <w:r>
        <w:tab/>
        <w:t>3.486e0</w:t>
      </w:r>
    </w:p>
    <w:p w14:paraId="1208ABD4" w14:textId="77777777" w:rsidR="00810015" w:rsidRDefault="00810015" w:rsidP="00810015">
      <w:r>
        <w:t>273.1192</w:t>
      </w:r>
      <w:r>
        <w:tab/>
        <w:t>1.013e0</w:t>
      </w:r>
    </w:p>
    <w:p w14:paraId="71B49FF5" w14:textId="77777777" w:rsidR="00810015" w:rsidRDefault="00810015" w:rsidP="00810015">
      <w:r>
        <w:t>273.1551</w:t>
      </w:r>
      <w:r>
        <w:tab/>
        <w:t>3.038e0</w:t>
      </w:r>
    </w:p>
    <w:p w14:paraId="39695FD5" w14:textId="77777777" w:rsidR="00810015" w:rsidRDefault="00810015" w:rsidP="00810015">
      <w:r>
        <w:t>273.1653</w:t>
      </w:r>
      <w:r>
        <w:tab/>
        <w:t>3.038e0</w:t>
      </w:r>
    </w:p>
    <w:p w14:paraId="1A8E4287" w14:textId="77777777" w:rsidR="00810015" w:rsidRDefault="00810015" w:rsidP="00810015">
      <w:r>
        <w:t>273.1708</w:t>
      </w:r>
      <w:r>
        <w:tab/>
        <w:t>5.063e0</w:t>
      </w:r>
    </w:p>
    <w:p w14:paraId="5E9AE7D8" w14:textId="77777777" w:rsidR="00810015" w:rsidRDefault="00810015" w:rsidP="00810015">
      <w:r>
        <w:t>273.1840</w:t>
      </w:r>
      <w:r>
        <w:tab/>
        <w:t>2.025e0</w:t>
      </w:r>
    </w:p>
    <w:p w14:paraId="77BD2926" w14:textId="77777777" w:rsidR="00810015" w:rsidRDefault="00810015" w:rsidP="00810015">
      <w:r>
        <w:t>273.1937</w:t>
      </w:r>
      <w:r>
        <w:tab/>
        <w:t>1.013e0</w:t>
      </w:r>
    </w:p>
    <w:p w14:paraId="2EE09549" w14:textId="77777777" w:rsidR="00810015" w:rsidRDefault="00810015" w:rsidP="00810015">
      <w:r>
        <w:t>273.2025</w:t>
      </w:r>
      <w:r>
        <w:tab/>
        <w:t>2.025e0</w:t>
      </w:r>
    </w:p>
    <w:p w14:paraId="78CBDC5F" w14:textId="77777777" w:rsidR="00810015" w:rsidRDefault="00810015" w:rsidP="00810015">
      <w:r>
        <w:t>273.2163</w:t>
      </w:r>
      <w:r>
        <w:tab/>
        <w:t>4.051e0</w:t>
      </w:r>
    </w:p>
    <w:p w14:paraId="3FD213F6" w14:textId="77777777" w:rsidR="00810015" w:rsidRDefault="00810015" w:rsidP="00810015">
      <w:r>
        <w:t>273.2188</w:t>
      </w:r>
      <w:r>
        <w:tab/>
        <w:t>2.025e0</w:t>
      </w:r>
    </w:p>
    <w:p w14:paraId="79548A1F" w14:textId="77777777" w:rsidR="00810015" w:rsidRDefault="00810015" w:rsidP="00810015">
      <w:r>
        <w:t>273.2258</w:t>
      </w:r>
      <w:r>
        <w:tab/>
        <w:t>2.025e0</w:t>
      </w:r>
    </w:p>
    <w:p w14:paraId="3B43CB96" w14:textId="77777777" w:rsidR="00810015" w:rsidRDefault="00810015" w:rsidP="00810015">
      <w:r>
        <w:t>273.2457</w:t>
      </w:r>
      <w:r>
        <w:tab/>
        <w:t>1.013e0</w:t>
      </w:r>
    </w:p>
    <w:p w14:paraId="32E60AF1" w14:textId="77777777" w:rsidR="00810015" w:rsidRDefault="00810015" w:rsidP="00810015">
      <w:r>
        <w:t>273.2812</w:t>
      </w:r>
      <w:r>
        <w:tab/>
        <w:t>2.025e0</w:t>
      </w:r>
    </w:p>
    <w:p w14:paraId="3E3E8409" w14:textId="77777777" w:rsidR="00810015" w:rsidRDefault="00810015" w:rsidP="00810015">
      <w:r>
        <w:t>273.2842</w:t>
      </w:r>
      <w:r>
        <w:tab/>
        <w:t>1.013e0</w:t>
      </w:r>
    </w:p>
    <w:p w14:paraId="7F5C27DB" w14:textId="77777777" w:rsidR="00810015" w:rsidRDefault="00810015" w:rsidP="00810015">
      <w:r>
        <w:t>273.2990</w:t>
      </w:r>
      <w:r>
        <w:tab/>
        <w:t>1.013e0</w:t>
      </w:r>
    </w:p>
    <w:p w14:paraId="0D71ED8E" w14:textId="77777777" w:rsidR="00810015" w:rsidRDefault="00810015" w:rsidP="00810015">
      <w:r>
        <w:t>273.3029</w:t>
      </w:r>
      <w:r>
        <w:tab/>
        <w:t>2.025e0</w:t>
      </w:r>
    </w:p>
    <w:p w14:paraId="66B310C3" w14:textId="77777777" w:rsidR="00810015" w:rsidRDefault="00810015" w:rsidP="00810015">
      <w:r>
        <w:t>273.3254</w:t>
      </w:r>
      <w:r>
        <w:tab/>
        <w:t>1.013e0</w:t>
      </w:r>
    </w:p>
    <w:p w14:paraId="7E97012C" w14:textId="77777777" w:rsidR="00810015" w:rsidRDefault="00810015" w:rsidP="00810015">
      <w:r>
        <w:t>273.4082</w:t>
      </w:r>
      <w:r>
        <w:tab/>
        <w:t>1.013e0</w:t>
      </w:r>
    </w:p>
    <w:p w14:paraId="0214EA40" w14:textId="77777777" w:rsidR="00810015" w:rsidRDefault="00810015" w:rsidP="00810015">
      <w:r>
        <w:t>273.4351</w:t>
      </w:r>
      <w:r>
        <w:tab/>
        <w:t>1.013e0</w:t>
      </w:r>
    </w:p>
    <w:p w14:paraId="776B5710" w14:textId="77777777" w:rsidR="00810015" w:rsidRDefault="00810015" w:rsidP="00810015">
      <w:r>
        <w:t>273.4434</w:t>
      </w:r>
      <w:r>
        <w:tab/>
        <w:t>1.013e0</w:t>
      </w:r>
    </w:p>
    <w:p w14:paraId="6BF7FB65" w14:textId="77777777" w:rsidR="00810015" w:rsidRDefault="00810015" w:rsidP="00810015">
      <w:r>
        <w:t>273.4653</w:t>
      </w:r>
      <w:r>
        <w:tab/>
        <w:t>1.013e0</w:t>
      </w:r>
    </w:p>
    <w:p w14:paraId="237448E8" w14:textId="77777777" w:rsidR="00810015" w:rsidRDefault="00810015" w:rsidP="00810015">
      <w:r>
        <w:t>273.4825</w:t>
      </w:r>
      <w:r>
        <w:tab/>
        <w:t>1.013e0</w:t>
      </w:r>
    </w:p>
    <w:p w14:paraId="3F1D9F75" w14:textId="77777777" w:rsidR="00810015" w:rsidRDefault="00810015" w:rsidP="00810015">
      <w:r>
        <w:t>273.4937</w:t>
      </w:r>
      <w:r>
        <w:tab/>
        <w:t>2.025e0</w:t>
      </w:r>
    </w:p>
    <w:p w14:paraId="6E7B27AA" w14:textId="77777777" w:rsidR="00810015" w:rsidRDefault="00810015" w:rsidP="00810015">
      <w:r>
        <w:t>273.5095</w:t>
      </w:r>
      <w:r>
        <w:tab/>
        <w:t>2.025e0</w:t>
      </w:r>
    </w:p>
    <w:p w14:paraId="05AD8EA3" w14:textId="77777777" w:rsidR="00810015" w:rsidRDefault="00810015" w:rsidP="00810015">
      <w:r>
        <w:t>273.5528</w:t>
      </w:r>
      <w:r>
        <w:tab/>
        <w:t>2.025e0</w:t>
      </w:r>
    </w:p>
    <w:p w14:paraId="6E45A9A7" w14:textId="77777777" w:rsidR="00810015" w:rsidRDefault="00810015" w:rsidP="00810015">
      <w:r>
        <w:t>273.5581</w:t>
      </w:r>
      <w:r>
        <w:tab/>
        <w:t>3.038e0</w:t>
      </w:r>
    </w:p>
    <w:p w14:paraId="018A4C7B" w14:textId="77777777" w:rsidR="00810015" w:rsidRDefault="00810015" w:rsidP="00810015">
      <w:r>
        <w:t>273.5748</w:t>
      </w:r>
      <w:r>
        <w:tab/>
        <w:t>4.806e0</w:t>
      </w:r>
    </w:p>
    <w:p w14:paraId="31A4B1DF" w14:textId="77777777" w:rsidR="00810015" w:rsidRDefault="00810015" w:rsidP="00810015">
      <w:r>
        <w:t>273.5798</w:t>
      </w:r>
      <w:r>
        <w:tab/>
        <w:t>1.013e0</w:t>
      </w:r>
    </w:p>
    <w:p w14:paraId="164891C8" w14:textId="77777777" w:rsidR="00810015" w:rsidRDefault="00810015" w:rsidP="00810015">
      <w:r>
        <w:t>273.5868</w:t>
      </w:r>
      <w:r>
        <w:tab/>
        <w:t>2.025e0</w:t>
      </w:r>
    </w:p>
    <w:p w14:paraId="790D557F" w14:textId="77777777" w:rsidR="00810015" w:rsidRDefault="00810015" w:rsidP="00810015">
      <w:r>
        <w:t>273.6190</w:t>
      </w:r>
      <w:r>
        <w:tab/>
        <w:t>1.013e0</w:t>
      </w:r>
    </w:p>
    <w:p w14:paraId="0F95D54D" w14:textId="77777777" w:rsidR="00810015" w:rsidRDefault="00810015" w:rsidP="00810015">
      <w:r>
        <w:t>273.6364</w:t>
      </w:r>
      <w:r>
        <w:tab/>
        <w:t>1.013e0</w:t>
      </w:r>
    </w:p>
    <w:p w14:paraId="022492EA" w14:textId="77777777" w:rsidR="00810015" w:rsidRDefault="00810015" w:rsidP="00810015">
      <w:r>
        <w:t>273.6472</w:t>
      </w:r>
      <w:r>
        <w:tab/>
        <w:t>1.013e0</w:t>
      </w:r>
    </w:p>
    <w:p w14:paraId="5024C75D" w14:textId="77777777" w:rsidR="00810015" w:rsidRDefault="00810015" w:rsidP="00810015">
      <w:r>
        <w:t>273.6582</w:t>
      </w:r>
      <w:r>
        <w:tab/>
        <w:t>1.013e0</w:t>
      </w:r>
    </w:p>
    <w:p w14:paraId="2E012902" w14:textId="77777777" w:rsidR="00810015" w:rsidRDefault="00810015" w:rsidP="00810015">
      <w:r>
        <w:t>273.6621</w:t>
      </w:r>
      <w:r>
        <w:tab/>
        <w:t>1.013e0</w:t>
      </w:r>
    </w:p>
    <w:p w14:paraId="7D8F039F" w14:textId="77777777" w:rsidR="00810015" w:rsidRDefault="00810015" w:rsidP="00810015">
      <w:r>
        <w:t>273.6717</w:t>
      </w:r>
      <w:r>
        <w:tab/>
        <w:t>1.013e0</w:t>
      </w:r>
    </w:p>
    <w:p w14:paraId="728AD90E" w14:textId="77777777" w:rsidR="00810015" w:rsidRDefault="00810015" w:rsidP="00810015">
      <w:r>
        <w:t>273.6796</w:t>
      </w:r>
      <w:r>
        <w:tab/>
        <w:t>2.025e0</w:t>
      </w:r>
    </w:p>
    <w:p w14:paraId="53B5D64F" w14:textId="77777777" w:rsidR="00810015" w:rsidRDefault="00810015" w:rsidP="00810015">
      <w:r>
        <w:t>273.7203</w:t>
      </w:r>
      <w:r>
        <w:tab/>
        <w:t>1.013e0</w:t>
      </w:r>
    </w:p>
    <w:p w14:paraId="01EB8805" w14:textId="77777777" w:rsidR="00810015" w:rsidRDefault="00810015" w:rsidP="00810015">
      <w:r>
        <w:t>273.7350</w:t>
      </w:r>
      <w:r>
        <w:tab/>
        <w:t>3.038e0</w:t>
      </w:r>
    </w:p>
    <w:p w14:paraId="43CDC9D5" w14:textId="77777777" w:rsidR="00810015" w:rsidRDefault="00810015" w:rsidP="00810015">
      <w:r>
        <w:t>273.7596</w:t>
      </w:r>
      <w:r>
        <w:tab/>
        <w:t>1.013e0</w:t>
      </w:r>
    </w:p>
    <w:p w14:paraId="48C4DC0E" w14:textId="77777777" w:rsidR="00810015" w:rsidRDefault="00810015" w:rsidP="00810015">
      <w:r>
        <w:t>273.7645</w:t>
      </w:r>
      <w:r>
        <w:tab/>
        <w:t>1.013e0</w:t>
      </w:r>
    </w:p>
    <w:p w14:paraId="433AD03D" w14:textId="77777777" w:rsidR="00810015" w:rsidRDefault="00810015" w:rsidP="00810015">
      <w:r>
        <w:t>273.7852</w:t>
      </w:r>
      <w:r>
        <w:tab/>
        <w:t>4.051e0</w:t>
      </w:r>
    </w:p>
    <w:p w14:paraId="4253951E" w14:textId="77777777" w:rsidR="00810015" w:rsidRDefault="00810015" w:rsidP="00810015">
      <w:r>
        <w:t>273.8091</w:t>
      </w:r>
      <w:r>
        <w:tab/>
        <w:t>2.025e0</w:t>
      </w:r>
    </w:p>
    <w:p w14:paraId="1B8C7B63" w14:textId="77777777" w:rsidR="00810015" w:rsidRDefault="00810015" w:rsidP="00810015">
      <w:r>
        <w:t>273.8177</w:t>
      </w:r>
      <w:r>
        <w:tab/>
        <w:t>1.013e0</w:t>
      </w:r>
    </w:p>
    <w:p w14:paraId="7766567C" w14:textId="77777777" w:rsidR="00810015" w:rsidRDefault="00810015" w:rsidP="00810015">
      <w:r>
        <w:t>273.8379</w:t>
      </w:r>
      <w:r>
        <w:tab/>
        <w:t>1.013e0</w:t>
      </w:r>
    </w:p>
    <w:p w14:paraId="2C10C4DD" w14:textId="77777777" w:rsidR="00810015" w:rsidRDefault="00810015" w:rsidP="00810015">
      <w:r>
        <w:t>273.8439</w:t>
      </w:r>
      <w:r>
        <w:tab/>
        <w:t>1.013e0</w:t>
      </w:r>
    </w:p>
    <w:p w14:paraId="1A5D28D4" w14:textId="77777777" w:rsidR="00810015" w:rsidRDefault="00810015" w:rsidP="00810015">
      <w:r>
        <w:t>273.8530</w:t>
      </w:r>
      <w:r>
        <w:tab/>
        <w:t>1.013e0</w:t>
      </w:r>
    </w:p>
    <w:p w14:paraId="02F41EFE" w14:textId="77777777" w:rsidR="00810015" w:rsidRDefault="00810015" w:rsidP="00810015">
      <w:r>
        <w:t>273.8609</w:t>
      </w:r>
      <w:r>
        <w:tab/>
        <w:t>1.013e0</w:t>
      </w:r>
    </w:p>
    <w:p w14:paraId="6A559ECF" w14:textId="77777777" w:rsidR="00810015" w:rsidRDefault="00810015" w:rsidP="00810015">
      <w:r>
        <w:t>273.8650</w:t>
      </w:r>
      <w:r>
        <w:tab/>
        <w:t>1.013e0</w:t>
      </w:r>
    </w:p>
    <w:p w14:paraId="71BA4F4E" w14:textId="77777777" w:rsidR="00810015" w:rsidRDefault="00810015" w:rsidP="00810015">
      <w:r>
        <w:t>273.8882</w:t>
      </w:r>
      <w:r>
        <w:tab/>
        <w:t>1.013e0</w:t>
      </w:r>
    </w:p>
    <w:p w14:paraId="13814798" w14:textId="77777777" w:rsidR="00810015" w:rsidRDefault="00810015" w:rsidP="00810015">
      <w:r>
        <w:t>273.9135</w:t>
      </w:r>
      <w:r>
        <w:tab/>
        <w:t>2.025e0</w:t>
      </w:r>
    </w:p>
    <w:p w14:paraId="61A44731" w14:textId="77777777" w:rsidR="00810015" w:rsidRDefault="00810015" w:rsidP="00810015">
      <w:r>
        <w:t>273.9352</w:t>
      </w:r>
      <w:r>
        <w:tab/>
        <w:t>1.013e0</w:t>
      </w:r>
    </w:p>
    <w:p w14:paraId="764C0CBF" w14:textId="77777777" w:rsidR="00810015" w:rsidRDefault="00810015" w:rsidP="00810015">
      <w:r>
        <w:t>273.9391</w:t>
      </w:r>
      <w:r>
        <w:tab/>
        <w:t>1.013e0</w:t>
      </w:r>
    </w:p>
    <w:p w14:paraId="5E91F572" w14:textId="77777777" w:rsidR="00810015" w:rsidRDefault="00810015" w:rsidP="00810015">
      <w:r>
        <w:t>273.9462</w:t>
      </w:r>
      <w:r>
        <w:tab/>
        <w:t>2.025e0</w:t>
      </w:r>
    </w:p>
    <w:p w14:paraId="2081EC36" w14:textId="77777777" w:rsidR="00810015" w:rsidRDefault="00810015" w:rsidP="00810015">
      <w:r>
        <w:t>273.9890</w:t>
      </w:r>
      <w:r>
        <w:tab/>
        <w:t>1.013e0</w:t>
      </w:r>
    </w:p>
    <w:p w14:paraId="334F8645" w14:textId="77777777" w:rsidR="00810015" w:rsidRDefault="00810015" w:rsidP="00810015">
      <w:r>
        <w:t>274.0237</w:t>
      </w:r>
      <w:r>
        <w:tab/>
        <w:t>2.820e1</w:t>
      </w:r>
    </w:p>
    <w:p w14:paraId="0CDED6D1" w14:textId="77777777" w:rsidR="00810015" w:rsidRDefault="00810015" w:rsidP="00810015">
      <w:r>
        <w:t>274.0257</w:t>
      </w:r>
      <w:r>
        <w:tab/>
        <w:t>1.924e1</w:t>
      </w:r>
    </w:p>
    <w:p w14:paraId="5BE3C9EB" w14:textId="77777777" w:rsidR="00810015" w:rsidRDefault="00810015" w:rsidP="00810015">
      <w:r>
        <w:t>274.0274</w:t>
      </w:r>
      <w:r>
        <w:tab/>
        <w:t>5.661e1</w:t>
      </w:r>
    </w:p>
    <w:p w14:paraId="4CC62CD7" w14:textId="77777777" w:rsidR="00810015" w:rsidRDefault="00810015" w:rsidP="00810015">
      <w:r>
        <w:t>274.0321</w:t>
      </w:r>
      <w:r>
        <w:tab/>
        <w:t>6.076e0</w:t>
      </w:r>
    </w:p>
    <w:p w14:paraId="69B3003B" w14:textId="77777777" w:rsidR="00810015" w:rsidRDefault="00810015" w:rsidP="00810015">
      <w:r>
        <w:t>274.0718</w:t>
      </w:r>
      <w:r>
        <w:tab/>
        <w:t>2.025e0</w:t>
      </w:r>
    </w:p>
    <w:p w14:paraId="131CC641" w14:textId="77777777" w:rsidR="00810015" w:rsidRDefault="00810015" w:rsidP="00810015">
      <w:r>
        <w:t>274.0988</w:t>
      </w:r>
      <w:r>
        <w:tab/>
        <w:t>1.013e0</w:t>
      </w:r>
    </w:p>
    <w:p w14:paraId="51EE77E4" w14:textId="77777777" w:rsidR="00810015" w:rsidRDefault="00810015" w:rsidP="00810015">
      <w:r>
        <w:t>274.1058</w:t>
      </w:r>
      <w:r>
        <w:tab/>
        <w:t>3.014e0</w:t>
      </w:r>
    </w:p>
    <w:p w14:paraId="447A3C38" w14:textId="77777777" w:rsidR="00810015" w:rsidRDefault="00810015" w:rsidP="00810015">
      <w:r>
        <w:t>274.1069</w:t>
      </w:r>
      <w:r>
        <w:tab/>
        <w:t>1.013e0</w:t>
      </w:r>
    </w:p>
    <w:p w14:paraId="20651ABF" w14:textId="77777777" w:rsidR="00810015" w:rsidRDefault="00810015" w:rsidP="00810015">
      <w:r>
        <w:t>274.1088</w:t>
      </w:r>
      <w:r>
        <w:tab/>
        <w:t>2.025e0</w:t>
      </w:r>
    </w:p>
    <w:p w14:paraId="61BFC22A" w14:textId="77777777" w:rsidR="00810015" w:rsidRDefault="00810015" w:rsidP="00810015">
      <w:r>
        <w:t>274.1123</w:t>
      </w:r>
      <w:r>
        <w:tab/>
        <w:t>3.038e0</w:t>
      </w:r>
    </w:p>
    <w:p w14:paraId="1488A89E" w14:textId="77777777" w:rsidR="00810015" w:rsidRDefault="00810015" w:rsidP="00810015">
      <w:r>
        <w:t>274.1380</w:t>
      </w:r>
      <w:r>
        <w:tab/>
        <w:t>3.038e0</w:t>
      </w:r>
    </w:p>
    <w:p w14:paraId="59B96354" w14:textId="77777777" w:rsidR="00810015" w:rsidRDefault="00810015" w:rsidP="00810015">
      <w:r>
        <w:t>274.1492</w:t>
      </w:r>
      <w:r>
        <w:tab/>
        <w:t>3.038e0</w:t>
      </w:r>
    </w:p>
    <w:p w14:paraId="3824749E" w14:textId="77777777" w:rsidR="00810015" w:rsidRDefault="00810015" w:rsidP="00810015">
      <w:r>
        <w:t>274.1516</w:t>
      </w:r>
      <w:r>
        <w:tab/>
        <w:t>6.076e0</w:t>
      </w:r>
    </w:p>
    <w:p w14:paraId="699AA8D6" w14:textId="77777777" w:rsidR="00810015" w:rsidRDefault="00810015" w:rsidP="00810015">
      <w:r>
        <w:t>274.1662</w:t>
      </w:r>
      <w:r>
        <w:tab/>
        <w:t>2.025e0</w:t>
      </w:r>
    </w:p>
    <w:p w14:paraId="6D4C18F8" w14:textId="77777777" w:rsidR="00810015" w:rsidRDefault="00810015" w:rsidP="00810015">
      <w:r>
        <w:t>274.1889</w:t>
      </w:r>
      <w:r>
        <w:tab/>
        <w:t>3.700e0</w:t>
      </w:r>
    </w:p>
    <w:p w14:paraId="1B66CC45" w14:textId="77777777" w:rsidR="00810015" w:rsidRDefault="00810015" w:rsidP="00810015">
      <w:r>
        <w:t>274.2003</w:t>
      </w:r>
      <w:r>
        <w:tab/>
        <w:t>1.013e0</w:t>
      </w:r>
    </w:p>
    <w:p w14:paraId="51B73561" w14:textId="77777777" w:rsidR="00810015" w:rsidRDefault="00810015" w:rsidP="00810015">
      <w:r>
        <w:t>274.2162</w:t>
      </w:r>
      <w:r>
        <w:tab/>
        <w:t>1.013e0</w:t>
      </w:r>
    </w:p>
    <w:p w14:paraId="7C879A8F" w14:textId="77777777" w:rsidR="00810015" w:rsidRDefault="00810015" w:rsidP="00810015">
      <w:r>
        <w:t>274.2210</w:t>
      </w:r>
      <w:r>
        <w:tab/>
        <w:t>1.013e0</w:t>
      </w:r>
    </w:p>
    <w:p w14:paraId="7941555C" w14:textId="77777777" w:rsidR="00810015" w:rsidRDefault="00810015" w:rsidP="00810015">
      <w:r>
        <w:t>274.2260</w:t>
      </w:r>
      <w:r>
        <w:tab/>
        <w:t>1.013e0</w:t>
      </w:r>
    </w:p>
    <w:p w14:paraId="5A749C89" w14:textId="77777777" w:rsidR="00810015" w:rsidRDefault="00810015" w:rsidP="00810015">
      <w:r>
        <w:t>274.2757</w:t>
      </w:r>
      <w:r>
        <w:tab/>
        <w:t>4.051e0</w:t>
      </w:r>
    </w:p>
    <w:p w14:paraId="46A6262F" w14:textId="77777777" w:rsidR="00810015" w:rsidRDefault="00810015" w:rsidP="00810015">
      <w:r>
        <w:t>274.2836</w:t>
      </w:r>
      <w:r>
        <w:tab/>
        <w:t>1.013e0</w:t>
      </w:r>
    </w:p>
    <w:p w14:paraId="6F13C0EC" w14:textId="77777777" w:rsidR="00810015" w:rsidRDefault="00810015" w:rsidP="00810015">
      <w:r>
        <w:t>274.2866</w:t>
      </w:r>
      <w:r>
        <w:tab/>
        <w:t>1.013e0</w:t>
      </w:r>
    </w:p>
    <w:p w14:paraId="63DD147E" w14:textId="77777777" w:rsidR="00810015" w:rsidRDefault="00810015" w:rsidP="00810015">
      <w:r>
        <w:t>274.3439</w:t>
      </w:r>
      <w:r>
        <w:tab/>
        <w:t>2.025e0</w:t>
      </w:r>
    </w:p>
    <w:p w14:paraId="3368223B" w14:textId="77777777" w:rsidR="00810015" w:rsidRDefault="00810015" w:rsidP="00810015">
      <w:r>
        <w:t>274.3489</w:t>
      </w:r>
      <w:r>
        <w:tab/>
        <w:t>1.013e0</w:t>
      </w:r>
    </w:p>
    <w:p w14:paraId="3CF5FFF5" w14:textId="77777777" w:rsidR="00810015" w:rsidRDefault="00810015" w:rsidP="00810015">
      <w:r>
        <w:t>274.3533</w:t>
      </w:r>
      <w:r>
        <w:tab/>
        <w:t>2.025e0</w:t>
      </w:r>
    </w:p>
    <w:p w14:paraId="446941A1" w14:textId="77777777" w:rsidR="00810015" w:rsidRDefault="00810015" w:rsidP="00810015">
      <w:r>
        <w:t>274.3820</w:t>
      </w:r>
      <w:r>
        <w:tab/>
        <w:t>2.025e0</w:t>
      </w:r>
    </w:p>
    <w:p w14:paraId="15079F59" w14:textId="77777777" w:rsidR="00810015" w:rsidRDefault="00810015" w:rsidP="00810015">
      <w:r>
        <w:t>274.3880</w:t>
      </w:r>
      <w:r>
        <w:tab/>
        <w:t>2.025e0</w:t>
      </w:r>
    </w:p>
    <w:p w14:paraId="6078D559" w14:textId="77777777" w:rsidR="00810015" w:rsidRDefault="00810015" w:rsidP="00810015">
      <w:r>
        <w:t>274.4264</w:t>
      </w:r>
      <w:r>
        <w:tab/>
        <w:t>3.038e0</w:t>
      </w:r>
    </w:p>
    <w:p w14:paraId="169DA421" w14:textId="77777777" w:rsidR="00810015" w:rsidRDefault="00810015" w:rsidP="00810015">
      <w:r>
        <w:t>274.4582</w:t>
      </w:r>
      <w:r>
        <w:tab/>
        <w:t>1.013e0</w:t>
      </w:r>
    </w:p>
    <w:p w14:paraId="38AE55F0" w14:textId="77777777" w:rsidR="00810015" w:rsidRDefault="00810015" w:rsidP="00810015">
      <w:r>
        <w:t>274.4733</w:t>
      </w:r>
      <w:r>
        <w:tab/>
        <w:t>1.013e0</w:t>
      </w:r>
    </w:p>
    <w:p w14:paraId="1323AAC3" w14:textId="77777777" w:rsidR="00810015" w:rsidRDefault="00810015" w:rsidP="00810015">
      <w:r>
        <w:t>274.4814</w:t>
      </w:r>
      <w:r>
        <w:tab/>
        <w:t>1.013e0</w:t>
      </w:r>
    </w:p>
    <w:p w14:paraId="5A5AB4C2" w14:textId="77777777" w:rsidR="00810015" w:rsidRDefault="00810015" w:rsidP="00810015">
      <w:r>
        <w:t>274.4855</w:t>
      </w:r>
      <w:r>
        <w:tab/>
        <w:t>1.013e0</w:t>
      </w:r>
    </w:p>
    <w:p w14:paraId="64D55FF9" w14:textId="77777777" w:rsidR="00810015" w:rsidRDefault="00810015" w:rsidP="00810015">
      <w:r>
        <w:t>274.5323</w:t>
      </w:r>
      <w:r>
        <w:tab/>
        <w:t>3.038e0</w:t>
      </w:r>
    </w:p>
    <w:p w14:paraId="68CFCA11" w14:textId="77777777" w:rsidR="00810015" w:rsidRDefault="00810015" w:rsidP="00810015">
      <w:r>
        <w:t>274.5487</w:t>
      </w:r>
      <w:r>
        <w:tab/>
        <w:t>1.013e0</w:t>
      </w:r>
    </w:p>
    <w:p w14:paraId="0687DCA0" w14:textId="77777777" w:rsidR="00810015" w:rsidRDefault="00810015" w:rsidP="00810015">
      <w:r>
        <w:t>274.5701</w:t>
      </w:r>
      <w:r>
        <w:tab/>
        <w:t>9.114e0</w:t>
      </w:r>
    </w:p>
    <w:p w14:paraId="25278F90" w14:textId="77777777" w:rsidR="00810015" w:rsidRDefault="00810015" w:rsidP="00810015">
      <w:r>
        <w:t>274.5878</w:t>
      </w:r>
      <w:r>
        <w:tab/>
        <w:t>7.089e0</w:t>
      </w:r>
    </w:p>
    <w:p w14:paraId="79BB4BF2" w14:textId="77777777" w:rsidR="00810015" w:rsidRDefault="00810015" w:rsidP="00810015">
      <w:r>
        <w:t>274.5995</w:t>
      </w:r>
      <w:r>
        <w:tab/>
        <w:t>1.013e0</w:t>
      </w:r>
    </w:p>
    <w:p w14:paraId="215D6B71" w14:textId="77777777" w:rsidR="00810015" w:rsidRDefault="00810015" w:rsidP="00810015">
      <w:r>
        <w:t>274.6271</w:t>
      </w:r>
      <w:r>
        <w:tab/>
        <w:t>1.013e0</w:t>
      </w:r>
    </w:p>
    <w:p w14:paraId="17EF9084" w14:textId="77777777" w:rsidR="00810015" w:rsidRDefault="00810015" w:rsidP="00810015">
      <w:r>
        <w:t>274.6652</w:t>
      </w:r>
      <w:r>
        <w:tab/>
        <w:t>1.013e0</w:t>
      </w:r>
    </w:p>
    <w:p w14:paraId="5C87CFD9" w14:textId="77777777" w:rsidR="00810015" w:rsidRDefault="00810015" w:rsidP="00810015">
      <w:r>
        <w:t>274.6753</w:t>
      </w:r>
      <w:r>
        <w:tab/>
        <w:t>1.013e0</w:t>
      </w:r>
    </w:p>
    <w:p w14:paraId="613DA500" w14:textId="77777777" w:rsidR="00810015" w:rsidRDefault="00810015" w:rsidP="00810015">
      <w:r>
        <w:t>274.7107</w:t>
      </w:r>
      <w:r>
        <w:tab/>
        <w:t>2.025e0</w:t>
      </w:r>
    </w:p>
    <w:p w14:paraId="14EFE3CB" w14:textId="77777777" w:rsidR="00810015" w:rsidRDefault="00810015" w:rsidP="00810015">
      <w:r>
        <w:t>274.7195</w:t>
      </w:r>
      <w:r>
        <w:tab/>
        <w:t>1.013e0</w:t>
      </w:r>
    </w:p>
    <w:p w14:paraId="5202A0B6" w14:textId="77777777" w:rsidR="00810015" w:rsidRDefault="00810015" w:rsidP="00810015">
      <w:r>
        <w:t>274.7460</w:t>
      </w:r>
      <w:r>
        <w:tab/>
        <w:t>1.013e0</w:t>
      </w:r>
    </w:p>
    <w:p w14:paraId="49DC4846" w14:textId="77777777" w:rsidR="00810015" w:rsidRDefault="00810015" w:rsidP="00810015">
      <w:r>
        <w:t>274.7618</w:t>
      </w:r>
      <w:r>
        <w:tab/>
        <w:t>3.038e0</w:t>
      </w:r>
    </w:p>
    <w:p w14:paraId="22CD7D53" w14:textId="77777777" w:rsidR="00810015" w:rsidRDefault="00810015" w:rsidP="00810015">
      <w:r>
        <w:t>274.7814</w:t>
      </w:r>
      <w:r>
        <w:tab/>
        <w:t>1.013e0</w:t>
      </w:r>
    </w:p>
    <w:p w14:paraId="404D8F1A" w14:textId="77777777" w:rsidR="00810015" w:rsidRDefault="00810015" w:rsidP="00810015">
      <w:r>
        <w:t>274.8067</w:t>
      </w:r>
      <w:r>
        <w:tab/>
        <w:t>1.013e0</w:t>
      </w:r>
    </w:p>
    <w:p w14:paraId="7A77A9E4" w14:textId="77777777" w:rsidR="00810015" w:rsidRDefault="00810015" w:rsidP="00810015">
      <w:r>
        <w:t>274.8106</w:t>
      </w:r>
      <w:r>
        <w:tab/>
        <w:t>2.025e0</w:t>
      </w:r>
    </w:p>
    <w:p w14:paraId="5BBD7AAD" w14:textId="77777777" w:rsidR="00810015" w:rsidRDefault="00810015" w:rsidP="00810015">
      <w:r>
        <w:t>274.8232</w:t>
      </w:r>
      <w:r>
        <w:tab/>
        <w:t>2.025e0</w:t>
      </w:r>
    </w:p>
    <w:p w14:paraId="0F181997" w14:textId="77777777" w:rsidR="00810015" w:rsidRDefault="00810015" w:rsidP="00810015">
      <w:r>
        <w:t>274.8341</w:t>
      </w:r>
      <w:r>
        <w:tab/>
        <w:t>1.013e0</w:t>
      </w:r>
    </w:p>
    <w:p w14:paraId="2A9A680F" w14:textId="77777777" w:rsidR="00810015" w:rsidRDefault="00810015" w:rsidP="00810015">
      <w:r>
        <w:t>274.8522</w:t>
      </w:r>
      <w:r>
        <w:tab/>
        <w:t>1.013e0</w:t>
      </w:r>
    </w:p>
    <w:p w14:paraId="0096D5C1" w14:textId="77777777" w:rsidR="00810015" w:rsidRDefault="00810015" w:rsidP="00810015">
      <w:r>
        <w:t>274.8562</w:t>
      </w:r>
      <w:r>
        <w:tab/>
        <w:t>1.013e0</w:t>
      </w:r>
    </w:p>
    <w:p w14:paraId="3592F979" w14:textId="77777777" w:rsidR="00810015" w:rsidRDefault="00810015" w:rsidP="00810015">
      <w:r>
        <w:t>274.9226</w:t>
      </w:r>
      <w:r>
        <w:tab/>
        <w:t>1.013e0</w:t>
      </w:r>
    </w:p>
    <w:p w14:paraId="62795ED0" w14:textId="77777777" w:rsidR="00810015" w:rsidRDefault="00810015" w:rsidP="00810015">
      <w:r>
        <w:t>274.9455</w:t>
      </w:r>
      <w:r>
        <w:tab/>
        <w:t>4.051e0</w:t>
      </w:r>
    </w:p>
    <w:p w14:paraId="65373E48" w14:textId="77777777" w:rsidR="00810015" w:rsidRDefault="00810015" w:rsidP="00810015">
      <w:r>
        <w:t>274.9658</w:t>
      </w:r>
      <w:r>
        <w:tab/>
        <w:t>1.013e0</w:t>
      </w:r>
    </w:p>
    <w:p w14:paraId="135D3F81" w14:textId="77777777" w:rsidR="00810015" w:rsidRDefault="00810015" w:rsidP="00810015">
      <w:r>
        <w:t>275.0285</w:t>
      </w:r>
      <w:r>
        <w:tab/>
        <w:t>2.842e1</w:t>
      </w:r>
    </w:p>
    <w:p w14:paraId="7B59E830" w14:textId="77777777" w:rsidR="00810015" w:rsidRDefault="00810015" w:rsidP="00810015">
      <w:r>
        <w:t>275.0305</w:t>
      </w:r>
      <w:r>
        <w:tab/>
        <w:t>1.120e1</w:t>
      </w:r>
    </w:p>
    <w:p w14:paraId="432D7FB6" w14:textId="77777777" w:rsidR="00810015" w:rsidRDefault="00810015" w:rsidP="00810015">
      <w:r>
        <w:t>275.0327</w:t>
      </w:r>
      <w:r>
        <w:tab/>
        <w:t>1.945e1</w:t>
      </w:r>
    </w:p>
    <w:p w14:paraId="43892FC6" w14:textId="77777777" w:rsidR="00810015" w:rsidRDefault="00810015" w:rsidP="00810015">
      <w:r>
        <w:t>275.0342</w:t>
      </w:r>
      <w:r>
        <w:tab/>
        <w:t>2.329e1</w:t>
      </w:r>
    </w:p>
    <w:p w14:paraId="00FAA3CA" w14:textId="77777777" w:rsidR="00810015" w:rsidRDefault="00810015" w:rsidP="00810015">
      <w:r>
        <w:t>275.0601</w:t>
      </w:r>
      <w:r>
        <w:tab/>
        <w:t>3.987e0</w:t>
      </w:r>
    </w:p>
    <w:p w14:paraId="2A6A1C3B" w14:textId="77777777" w:rsidR="00810015" w:rsidRDefault="00810015" w:rsidP="00810015">
      <w:r>
        <w:t>275.0938</w:t>
      </w:r>
      <w:r>
        <w:tab/>
        <w:t>2.025e0</w:t>
      </w:r>
    </w:p>
    <w:p w14:paraId="43C9BE7A" w14:textId="77777777" w:rsidR="00810015" w:rsidRDefault="00810015" w:rsidP="00810015">
      <w:r>
        <w:t>275.1111</w:t>
      </w:r>
      <w:r>
        <w:tab/>
        <w:t>2.025e0</w:t>
      </w:r>
    </w:p>
    <w:p w14:paraId="2D9D38C2" w14:textId="77777777" w:rsidR="00810015" w:rsidRDefault="00810015" w:rsidP="00810015">
      <w:r>
        <w:t>275.1151</w:t>
      </w:r>
      <w:r>
        <w:tab/>
        <w:t>1.013e0</w:t>
      </w:r>
    </w:p>
    <w:p w14:paraId="039731F6" w14:textId="77777777" w:rsidR="00810015" w:rsidRDefault="00810015" w:rsidP="00810015">
      <w:r>
        <w:t>275.1252</w:t>
      </w:r>
      <w:r>
        <w:tab/>
        <w:t>4.051e0</w:t>
      </w:r>
    </w:p>
    <w:p w14:paraId="5A6468C8" w14:textId="77777777" w:rsidR="00810015" w:rsidRDefault="00810015" w:rsidP="00810015">
      <w:r>
        <w:t>275.1533</w:t>
      </w:r>
      <w:r>
        <w:tab/>
        <w:t>3.038e0</w:t>
      </w:r>
    </w:p>
    <w:p w14:paraId="5914A642" w14:textId="77777777" w:rsidR="00810015" w:rsidRDefault="00810015" w:rsidP="00810015">
      <w:r>
        <w:t>275.1580</w:t>
      </w:r>
      <w:r>
        <w:tab/>
        <w:t>2.342e0</w:t>
      </w:r>
    </w:p>
    <w:p w14:paraId="083B1782" w14:textId="77777777" w:rsidR="00810015" w:rsidRDefault="00810015" w:rsidP="00810015">
      <w:r>
        <w:t>275.1665</w:t>
      </w:r>
      <w:r>
        <w:tab/>
        <w:t>4.051e0</w:t>
      </w:r>
    </w:p>
    <w:p w14:paraId="5E018E6C" w14:textId="77777777" w:rsidR="00810015" w:rsidRDefault="00810015" w:rsidP="00810015">
      <w:r>
        <w:t>275.1728</w:t>
      </w:r>
      <w:r>
        <w:tab/>
        <w:t>1.013e0</w:t>
      </w:r>
    </w:p>
    <w:p w14:paraId="7CC1A7E9" w14:textId="77777777" w:rsidR="00810015" w:rsidRDefault="00810015" w:rsidP="00810015">
      <w:r>
        <w:t>275.1960</w:t>
      </w:r>
      <w:r>
        <w:tab/>
        <w:t>2.025e0</w:t>
      </w:r>
    </w:p>
    <w:p w14:paraId="2C539E51" w14:textId="77777777" w:rsidR="00810015" w:rsidRDefault="00810015" w:rsidP="00810015">
      <w:r>
        <w:t>275.1999</w:t>
      </w:r>
      <w:r>
        <w:tab/>
        <w:t>2.025e0</w:t>
      </w:r>
    </w:p>
    <w:p w14:paraId="1EED48E4" w14:textId="77777777" w:rsidR="00810015" w:rsidRDefault="00810015" w:rsidP="00810015">
      <w:r>
        <w:t>275.2129</w:t>
      </w:r>
      <w:r>
        <w:tab/>
        <w:t>1.013e0</w:t>
      </w:r>
    </w:p>
    <w:p w14:paraId="101226E7" w14:textId="77777777" w:rsidR="00810015" w:rsidRDefault="00810015" w:rsidP="00810015">
      <w:r>
        <w:t>275.2411</w:t>
      </w:r>
      <w:r>
        <w:tab/>
        <w:t>2.025e0</w:t>
      </w:r>
    </w:p>
    <w:p w14:paraId="236B17C1" w14:textId="77777777" w:rsidR="00810015" w:rsidRDefault="00810015" w:rsidP="00810015">
      <w:r>
        <w:t>275.2495</w:t>
      </w:r>
      <w:r>
        <w:tab/>
        <w:t>4.051e0</w:t>
      </w:r>
    </w:p>
    <w:p w14:paraId="5E7B048E" w14:textId="77777777" w:rsidR="00810015" w:rsidRDefault="00810015" w:rsidP="00810015">
      <w:r>
        <w:t>275.2578</w:t>
      </w:r>
      <w:r>
        <w:tab/>
        <w:t>2.025e0</w:t>
      </w:r>
    </w:p>
    <w:p w14:paraId="306A9354" w14:textId="77777777" w:rsidR="00810015" w:rsidRDefault="00810015" w:rsidP="00810015">
      <w:r>
        <w:t>275.2618</w:t>
      </w:r>
      <w:r>
        <w:tab/>
        <w:t>1.013e0</w:t>
      </w:r>
    </w:p>
    <w:p w14:paraId="03A2CBE5" w14:textId="77777777" w:rsidR="00810015" w:rsidRDefault="00810015" w:rsidP="00810015">
      <w:r>
        <w:t>275.2663</w:t>
      </w:r>
      <w:r>
        <w:tab/>
        <w:t>1.013e0</w:t>
      </w:r>
    </w:p>
    <w:p w14:paraId="1774C385" w14:textId="77777777" w:rsidR="00810015" w:rsidRDefault="00810015" w:rsidP="00810015">
      <w:r>
        <w:t>275.2784</w:t>
      </w:r>
      <w:r>
        <w:tab/>
        <w:t>1.013e0</w:t>
      </w:r>
    </w:p>
    <w:p w14:paraId="757D890C" w14:textId="77777777" w:rsidR="00810015" w:rsidRDefault="00810015" w:rsidP="00810015">
      <w:r>
        <w:t>275.3135</w:t>
      </w:r>
      <w:r>
        <w:tab/>
        <w:t>1.013e0</w:t>
      </w:r>
    </w:p>
    <w:p w14:paraId="6BFF995A" w14:textId="77777777" w:rsidR="00810015" w:rsidRDefault="00810015" w:rsidP="00810015">
      <w:r>
        <w:t>275.3169</w:t>
      </w:r>
      <w:r>
        <w:tab/>
        <w:t>2.025e0</w:t>
      </w:r>
    </w:p>
    <w:p w14:paraId="47AB059C" w14:textId="77777777" w:rsidR="00810015" w:rsidRDefault="00810015" w:rsidP="00810015">
      <w:r>
        <w:t>275.3447</w:t>
      </w:r>
      <w:r>
        <w:tab/>
        <w:t>2.025e0</w:t>
      </w:r>
    </w:p>
    <w:p w14:paraId="07030B84" w14:textId="77777777" w:rsidR="00810015" w:rsidRDefault="00810015" w:rsidP="00810015">
      <w:r>
        <w:t>275.3641</w:t>
      </w:r>
      <w:r>
        <w:tab/>
        <w:t>1.013e0</w:t>
      </w:r>
    </w:p>
    <w:p w14:paraId="1ADD7244" w14:textId="77777777" w:rsidR="00810015" w:rsidRDefault="00810015" w:rsidP="00810015">
      <w:r>
        <w:t>275.3739</w:t>
      </w:r>
      <w:r>
        <w:tab/>
        <w:t>2.025e0</w:t>
      </w:r>
    </w:p>
    <w:p w14:paraId="3C754DBB" w14:textId="77777777" w:rsidR="00810015" w:rsidRDefault="00810015" w:rsidP="00810015">
      <w:r>
        <w:t>275.3884</w:t>
      </w:r>
      <w:r>
        <w:tab/>
        <w:t>1.013e0</w:t>
      </w:r>
    </w:p>
    <w:p w14:paraId="7B33CD28" w14:textId="77777777" w:rsidR="00810015" w:rsidRDefault="00810015" w:rsidP="00810015">
      <w:r>
        <w:t>275.4130</w:t>
      </w:r>
      <w:r>
        <w:tab/>
        <w:t>2.025e0</w:t>
      </w:r>
    </w:p>
    <w:p w14:paraId="0D5269A7" w14:textId="77777777" w:rsidR="00810015" w:rsidRDefault="00810015" w:rsidP="00810015">
      <w:r>
        <w:t>275.4238</w:t>
      </w:r>
      <w:r>
        <w:tab/>
        <w:t>1.013e0</w:t>
      </w:r>
    </w:p>
    <w:p w14:paraId="2DABD15C" w14:textId="77777777" w:rsidR="00810015" w:rsidRDefault="00810015" w:rsidP="00810015">
      <w:r>
        <w:t>275.4382</w:t>
      </w:r>
      <w:r>
        <w:tab/>
        <w:t>1.013e0</w:t>
      </w:r>
    </w:p>
    <w:p w14:paraId="338B77E9" w14:textId="77777777" w:rsidR="00810015" w:rsidRDefault="00810015" w:rsidP="00810015">
      <w:r>
        <w:t>275.4463</w:t>
      </w:r>
      <w:r>
        <w:tab/>
        <w:t>1.013e0</w:t>
      </w:r>
    </w:p>
    <w:p w14:paraId="0883F60C" w14:textId="77777777" w:rsidR="00810015" w:rsidRDefault="00810015" w:rsidP="00810015">
      <w:r>
        <w:t>275.4512</w:t>
      </w:r>
      <w:r>
        <w:tab/>
        <w:t>1.013e0</w:t>
      </w:r>
    </w:p>
    <w:p w14:paraId="4982DA03" w14:textId="77777777" w:rsidR="00810015" w:rsidRDefault="00810015" w:rsidP="00810015">
      <w:r>
        <w:t>275.4960</w:t>
      </w:r>
      <w:r>
        <w:tab/>
        <w:t>2.025e0</w:t>
      </w:r>
    </w:p>
    <w:p w14:paraId="3BF29303" w14:textId="77777777" w:rsidR="00810015" w:rsidRDefault="00810015" w:rsidP="00810015">
      <w:r>
        <w:t>275.5248</w:t>
      </w:r>
      <w:r>
        <w:tab/>
        <w:t>3.038e0</w:t>
      </w:r>
    </w:p>
    <w:p w14:paraId="63FE9F79" w14:textId="77777777" w:rsidR="00810015" w:rsidRDefault="00810015" w:rsidP="00810015">
      <w:r>
        <w:t>275.5518</w:t>
      </w:r>
      <w:r>
        <w:tab/>
        <w:t>1.013e0</w:t>
      </w:r>
    </w:p>
    <w:p w14:paraId="3A38C670" w14:textId="77777777" w:rsidR="00810015" w:rsidRDefault="00810015" w:rsidP="00810015">
      <w:r>
        <w:t>275.5622</w:t>
      </w:r>
      <w:r>
        <w:tab/>
        <w:t>2.025e0</w:t>
      </w:r>
    </w:p>
    <w:p w14:paraId="2F219C97" w14:textId="77777777" w:rsidR="00810015" w:rsidRDefault="00810015" w:rsidP="00810015">
      <w:r>
        <w:t>275.5656</w:t>
      </w:r>
      <w:r>
        <w:tab/>
        <w:t>2.025e0</w:t>
      </w:r>
    </w:p>
    <w:p w14:paraId="378127E5" w14:textId="77777777" w:rsidR="00810015" w:rsidRDefault="00810015" w:rsidP="00810015">
      <w:r>
        <w:t>275.5830</w:t>
      </w:r>
      <w:r>
        <w:tab/>
        <w:t>1.013e0</w:t>
      </w:r>
    </w:p>
    <w:p w14:paraId="70E44A44" w14:textId="77777777" w:rsidR="00810015" w:rsidRDefault="00810015" w:rsidP="00810015">
      <w:r>
        <w:t>275.6011</w:t>
      </w:r>
      <w:r>
        <w:tab/>
        <w:t>1.013e0</w:t>
      </w:r>
    </w:p>
    <w:p w14:paraId="0101F6E3" w14:textId="77777777" w:rsidR="00810015" w:rsidRDefault="00810015" w:rsidP="00810015">
      <w:r>
        <w:t>275.6237</w:t>
      </w:r>
      <w:r>
        <w:tab/>
        <w:t>4.051e0</w:t>
      </w:r>
    </w:p>
    <w:p w14:paraId="43691065" w14:textId="77777777" w:rsidR="00810015" w:rsidRDefault="00810015" w:rsidP="00810015">
      <w:r>
        <w:t>275.6265</w:t>
      </w:r>
      <w:r>
        <w:tab/>
        <w:t>1.013e0</w:t>
      </w:r>
    </w:p>
    <w:p w14:paraId="30A6D9CC" w14:textId="77777777" w:rsidR="00810015" w:rsidRDefault="00810015" w:rsidP="00810015">
      <w:r>
        <w:t>275.6619</w:t>
      </w:r>
      <w:r>
        <w:tab/>
        <w:t>1.013e0</w:t>
      </w:r>
    </w:p>
    <w:p w14:paraId="0BFE23A8" w14:textId="77777777" w:rsidR="00810015" w:rsidRDefault="00810015" w:rsidP="00810015">
      <w:r>
        <w:t>275.6924</w:t>
      </w:r>
      <w:r>
        <w:tab/>
        <w:t>1.013e0</w:t>
      </w:r>
    </w:p>
    <w:p w14:paraId="2FAA8E84" w14:textId="77777777" w:rsidR="00810015" w:rsidRDefault="00810015" w:rsidP="00810015">
      <w:r>
        <w:t>275.6974</w:t>
      </w:r>
      <w:r>
        <w:tab/>
        <w:t>1.013e0</w:t>
      </w:r>
    </w:p>
    <w:p w14:paraId="3D2A376B" w14:textId="77777777" w:rsidR="00810015" w:rsidRDefault="00810015" w:rsidP="00810015">
      <w:r>
        <w:t>275.7025</w:t>
      </w:r>
      <w:r>
        <w:tab/>
        <w:t>1.013e0</w:t>
      </w:r>
    </w:p>
    <w:p w14:paraId="179CD911" w14:textId="77777777" w:rsidR="00810015" w:rsidRDefault="00810015" w:rsidP="00810015">
      <w:r>
        <w:t>275.7329</w:t>
      </w:r>
      <w:r>
        <w:tab/>
        <w:t>1.013e0</w:t>
      </w:r>
    </w:p>
    <w:p w14:paraId="774028CE" w14:textId="77777777" w:rsidR="00810015" w:rsidRDefault="00810015" w:rsidP="00810015">
      <w:r>
        <w:t>275.7440</w:t>
      </w:r>
      <w:r>
        <w:tab/>
        <w:t>1.013e0</w:t>
      </w:r>
    </w:p>
    <w:p w14:paraId="736A598C" w14:textId="77777777" w:rsidR="00810015" w:rsidRDefault="00810015" w:rsidP="00810015">
      <w:r>
        <w:t>275.7557</w:t>
      </w:r>
      <w:r>
        <w:tab/>
        <w:t>2.025e0</w:t>
      </w:r>
    </w:p>
    <w:p w14:paraId="51FA53A8" w14:textId="77777777" w:rsidR="00810015" w:rsidRDefault="00810015" w:rsidP="00810015">
      <w:r>
        <w:t>275.7820</w:t>
      </w:r>
      <w:r>
        <w:tab/>
        <w:t>2.025e0</w:t>
      </w:r>
    </w:p>
    <w:p w14:paraId="0B68415B" w14:textId="77777777" w:rsidR="00810015" w:rsidRDefault="00810015" w:rsidP="00810015">
      <w:r>
        <w:t>275.8213</w:t>
      </w:r>
      <w:r>
        <w:tab/>
        <w:t>1.013e0</w:t>
      </w:r>
    </w:p>
    <w:p w14:paraId="399FF40F" w14:textId="77777777" w:rsidR="00810015" w:rsidRDefault="00810015" w:rsidP="00810015">
      <w:r>
        <w:t>275.8292</w:t>
      </w:r>
      <w:r>
        <w:tab/>
        <w:t>1.013e0</w:t>
      </w:r>
    </w:p>
    <w:p w14:paraId="4862BF89" w14:textId="77777777" w:rsidR="00810015" w:rsidRDefault="00810015" w:rsidP="00810015">
      <w:r>
        <w:t>275.8393</w:t>
      </w:r>
      <w:r>
        <w:tab/>
        <w:t>2.025e0</w:t>
      </w:r>
    </w:p>
    <w:p w14:paraId="0F5ACDAE" w14:textId="77777777" w:rsidR="00810015" w:rsidRDefault="00810015" w:rsidP="00810015">
      <w:r>
        <w:t>275.8555</w:t>
      </w:r>
      <w:r>
        <w:tab/>
        <w:t>2.025e0</w:t>
      </w:r>
    </w:p>
    <w:p w14:paraId="299136B2" w14:textId="77777777" w:rsidR="00810015" w:rsidRDefault="00810015" w:rsidP="00810015">
      <w:r>
        <w:t>275.8605</w:t>
      </w:r>
      <w:r>
        <w:tab/>
        <w:t>1.013e0</w:t>
      </w:r>
    </w:p>
    <w:p w14:paraId="42EC2421" w14:textId="77777777" w:rsidR="00810015" w:rsidRDefault="00810015" w:rsidP="00810015">
      <w:r>
        <w:t>275.8918</w:t>
      </w:r>
      <w:r>
        <w:tab/>
        <w:t>2.025e0</w:t>
      </w:r>
    </w:p>
    <w:p w14:paraId="7832DB2E" w14:textId="77777777" w:rsidR="00810015" w:rsidRDefault="00810015" w:rsidP="00810015">
      <w:r>
        <w:t>275.9113</w:t>
      </w:r>
      <w:r>
        <w:tab/>
        <w:t>1.013e0</w:t>
      </w:r>
    </w:p>
    <w:p w14:paraId="520F61B4" w14:textId="77777777" w:rsidR="00810015" w:rsidRDefault="00810015" w:rsidP="00810015">
      <w:r>
        <w:t>275.9357</w:t>
      </w:r>
      <w:r>
        <w:tab/>
        <w:t>3.038e0</w:t>
      </w:r>
    </w:p>
    <w:p w14:paraId="3324291B" w14:textId="77777777" w:rsidR="00810015" w:rsidRDefault="00810015" w:rsidP="00810015">
      <w:r>
        <w:t>275.9561</w:t>
      </w:r>
      <w:r>
        <w:tab/>
        <w:t>2.025e0</w:t>
      </w:r>
    </w:p>
    <w:p w14:paraId="0D49CE2C" w14:textId="77777777" w:rsidR="00810015" w:rsidRDefault="00810015" w:rsidP="00810015">
      <w:r>
        <w:t>275.9585</w:t>
      </w:r>
      <w:r>
        <w:tab/>
        <w:t>4.051e0</w:t>
      </w:r>
    </w:p>
    <w:p w14:paraId="63772DE5" w14:textId="77777777" w:rsidR="00810015" w:rsidRDefault="00810015" w:rsidP="00810015">
      <w:r>
        <w:t>275.9610</w:t>
      </w:r>
      <w:r>
        <w:tab/>
        <w:t>2.025e0</w:t>
      </w:r>
    </w:p>
    <w:p w14:paraId="6E28A812" w14:textId="77777777" w:rsidR="00810015" w:rsidRDefault="00810015" w:rsidP="00810015">
      <w:r>
        <w:t>275.9688</w:t>
      </w:r>
      <w:r>
        <w:tab/>
        <w:t>5.063e0</w:t>
      </w:r>
    </w:p>
    <w:p w14:paraId="28C49A60" w14:textId="77777777" w:rsidR="00810015" w:rsidRDefault="00810015" w:rsidP="00810015">
      <w:r>
        <w:t>275.9740</w:t>
      </w:r>
      <w:r>
        <w:tab/>
        <w:t>3.038e0</w:t>
      </w:r>
    </w:p>
    <w:p w14:paraId="196314A4" w14:textId="77777777" w:rsidR="00810015" w:rsidRDefault="00810015" w:rsidP="00810015">
      <w:r>
        <w:t>276.0234</w:t>
      </w:r>
      <w:r>
        <w:tab/>
        <w:t>5.063e0</w:t>
      </w:r>
    </w:p>
    <w:p w14:paraId="091BA129" w14:textId="77777777" w:rsidR="00810015" w:rsidRDefault="00810015" w:rsidP="00810015">
      <w:r>
        <w:t>276.0256</w:t>
      </w:r>
      <w:r>
        <w:tab/>
        <w:t>2.758e1</w:t>
      </w:r>
    </w:p>
    <w:p w14:paraId="0402639C" w14:textId="77777777" w:rsidR="00810015" w:rsidRDefault="00810015" w:rsidP="00810015">
      <w:r>
        <w:t>276.0314</w:t>
      </w:r>
      <w:r>
        <w:tab/>
        <w:t>6.076e0</w:t>
      </w:r>
    </w:p>
    <w:p w14:paraId="6AB4169C" w14:textId="77777777" w:rsidR="00810015" w:rsidRDefault="00810015" w:rsidP="00810015">
      <w:r>
        <w:t>276.0397</w:t>
      </w:r>
      <w:r>
        <w:tab/>
        <w:t>7.089e0</w:t>
      </w:r>
    </w:p>
    <w:p w14:paraId="19D44EB1" w14:textId="77777777" w:rsidR="00810015" w:rsidRDefault="00810015" w:rsidP="00810015">
      <w:r>
        <w:t>276.0676</w:t>
      </w:r>
      <w:r>
        <w:tab/>
        <w:t>1.013e0</w:t>
      </w:r>
    </w:p>
    <w:p w14:paraId="00DBA4FC" w14:textId="77777777" w:rsidR="00810015" w:rsidRDefault="00810015" w:rsidP="00810015">
      <w:r>
        <w:t>276.0727</w:t>
      </w:r>
      <w:r>
        <w:tab/>
        <w:t>1.013e0</w:t>
      </w:r>
    </w:p>
    <w:p w14:paraId="0555125F" w14:textId="77777777" w:rsidR="00810015" w:rsidRDefault="00810015" w:rsidP="00810015">
      <w:r>
        <w:t>276.0743</w:t>
      </w:r>
      <w:r>
        <w:tab/>
        <w:t>3.038e0</w:t>
      </w:r>
    </w:p>
    <w:p w14:paraId="2BAE6A2E" w14:textId="77777777" w:rsidR="00810015" w:rsidRDefault="00810015" w:rsidP="00810015">
      <w:r>
        <w:t>276.0828</w:t>
      </w:r>
      <w:r>
        <w:tab/>
        <w:t>1.013e0</w:t>
      </w:r>
    </w:p>
    <w:p w14:paraId="5D2C375D" w14:textId="77777777" w:rsidR="00810015" w:rsidRDefault="00810015" w:rsidP="00810015">
      <w:r>
        <w:t>276.1041</w:t>
      </w:r>
      <w:r>
        <w:tab/>
        <w:t>1.013e0</w:t>
      </w:r>
    </w:p>
    <w:p w14:paraId="0454E4BC" w14:textId="77777777" w:rsidR="00810015" w:rsidRDefault="00810015" w:rsidP="00810015">
      <w:r>
        <w:t>276.1221</w:t>
      </w:r>
      <w:r>
        <w:tab/>
        <w:t>3.038e0</w:t>
      </w:r>
    </w:p>
    <w:p w14:paraId="47D7B858" w14:textId="77777777" w:rsidR="00810015" w:rsidRDefault="00810015" w:rsidP="00810015">
      <w:r>
        <w:t>276.1460</w:t>
      </w:r>
      <w:r>
        <w:tab/>
        <w:t>4.051e0</w:t>
      </w:r>
    </w:p>
    <w:p w14:paraId="39C7DCB7" w14:textId="77777777" w:rsidR="00810015" w:rsidRDefault="00810015" w:rsidP="00810015">
      <w:r>
        <w:t>276.1583</w:t>
      </w:r>
      <w:r>
        <w:tab/>
        <w:t>2.025e0</w:t>
      </w:r>
    </w:p>
    <w:p w14:paraId="436B1CAA" w14:textId="77777777" w:rsidR="00810015" w:rsidRDefault="00810015" w:rsidP="00810015">
      <w:r>
        <w:t>276.1792</w:t>
      </w:r>
      <w:r>
        <w:tab/>
        <w:t>1.013e0</w:t>
      </w:r>
    </w:p>
    <w:p w14:paraId="7F378AD5" w14:textId="77777777" w:rsidR="00810015" w:rsidRDefault="00810015" w:rsidP="00810015">
      <w:r>
        <w:t>276.1804</w:t>
      </w:r>
      <w:r>
        <w:tab/>
        <w:t>4.051e0</w:t>
      </w:r>
    </w:p>
    <w:p w14:paraId="10D60EDC" w14:textId="77777777" w:rsidR="00810015" w:rsidRDefault="00810015" w:rsidP="00810015">
      <w:r>
        <w:t>276.1938</w:t>
      </w:r>
      <w:r>
        <w:tab/>
        <w:t>4.925e0</w:t>
      </w:r>
    </w:p>
    <w:p w14:paraId="7F04BC99" w14:textId="77777777" w:rsidR="00810015" w:rsidRDefault="00810015" w:rsidP="00810015">
      <w:r>
        <w:t>276.1976</w:t>
      </w:r>
      <w:r>
        <w:tab/>
        <w:t>2.025e0</w:t>
      </w:r>
    </w:p>
    <w:p w14:paraId="73C44000" w14:textId="77777777" w:rsidR="00810015" w:rsidRDefault="00810015" w:rsidP="00810015">
      <w:r>
        <w:t>276.2119</w:t>
      </w:r>
      <w:r>
        <w:tab/>
        <w:t>3.038e0</w:t>
      </w:r>
    </w:p>
    <w:p w14:paraId="4AD83B1B" w14:textId="77777777" w:rsidR="00810015" w:rsidRDefault="00810015" w:rsidP="00810015">
      <w:r>
        <w:t>276.2165</w:t>
      </w:r>
      <w:r>
        <w:tab/>
        <w:t>6.366e0</w:t>
      </w:r>
    </w:p>
    <w:p w14:paraId="6460656E" w14:textId="77777777" w:rsidR="00810015" w:rsidRDefault="00810015" w:rsidP="00810015">
      <w:r>
        <w:t>276.2401</w:t>
      </w:r>
      <w:r>
        <w:tab/>
        <w:t>1.013e0</w:t>
      </w:r>
    </w:p>
    <w:p w14:paraId="61201901" w14:textId="77777777" w:rsidR="00810015" w:rsidRDefault="00810015" w:rsidP="00810015">
      <w:r>
        <w:t>276.2639</w:t>
      </w:r>
      <w:r>
        <w:tab/>
        <w:t>1.013e0</w:t>
      </w:r>
    </w:p>
    <w:p w14:paraId="276C38B8" w14:textId="77777777" w:rsidR="00810015" w:rsidRDefault="00810015" w:rsidP="00810015">
      <w:r>
        <w:t>276.3253</w:t>
      </w:r>
      <w:r>
        <w:tab/>
        <w:t>1.013e0</w:t>
      </w:r>
    </w:p>
    <w:p w14:paraId="7DC8C042" w14:textId="77777777" w:rsidR="00810015" w:rsidRDefault="00810015" w:rsidP="00810015">
      <w:r>
        <w:t>276.3519</w:t>
      </w:r>
      <w:r>
        <w:tab/>
        <w:t>1.013e0</w:t>
      </w:r>
    </w:p>
    <w:p w14:paraId="1984A6E1" w14:textId="77777777" w:rsidR="00810015" w:rsidRDefault="00810015" w:rsidP="00810015">
      <w:r>
        <w:t>276.3548</w:t>
      </w:r>
      <w:r>
        <w:tab/>
        <w:t>2.025e0</w:t>
      </w:r>
    </w:p>
    <w:p w14:paraId="1102C5CE" w14:textId="77777777" w:rsidR="00810015" w:rsidRDefault="00810015" w:rsidP="00810015">
      <w:r>
        <w:t>276.3725</w:t>
      </w:r>
      <w:r>
        <w:tab/>
        <w:t>3.038e0</w:t>
      </w:r>
    </w:p>
    <w:p w14:paraId="326B2EED" w14:textId="77777777" w:rsidR="00810015" w:rsidRDefault="00810015" w:rsidP="00810015">
      <w:r>
        <w:t>276.4128</w:t>
      </w:r>
      <w:r>
        <w:tab/>
        <w:t>1.013e0</w:t>
      </w:r>
    </w:p>
    <w:p w14:paraId="54F411B0" w14:textId="77777777" w:rsidR="00810015" w:rsidRDefault="00810015" w:rsidP="00810015">
      <w:r>
        <w:t>276.4591</w:t>
      </w:r>
      <w:r>
        <w:tab/>
        <w:t>2.025e0</w:t>
      </w:r>
    </w:p>
    <w:p w14:paraId="325773BE" w14:textId="77777777" w:rsidR="00810015" w:rsidRDefault="00810015" w:rsidP="00810015">
      <w:r>
        <w:t>276.4935</w:t>
      </w:r>
      <w:r>
        <w:tab/>
        <w:t>1.013e0</w:t>
      </w:r>
    </w:p>
    <w:p w14:paraId="5FFFFB97" w14:textId="77777777" w:rsidR="00810015" w:rsidRDefault="00810015" w:rsidP="00810015">
      <w:r>
        <w:t>276.5125</w:t>
      </w:r>
      <w:r>
        <w:tab/>
        <w:t>3.038e0</w:t>
      </w:r>
    </w:p>
    <w:p w14:paraId="7A63B934" w14:textId="77777777" w:rsidR="00810015" w:rsidRDefault="00810015" w:rsidP="00810015">
      <w:r>
        <w:t>276.5256</w:t>
      </w:r>
      <w:r>
        <w:tab/>
        <w:t>1.013e0</w:t>
      </w:r>
    </w:p>
    <w:p w14:paraId="5EC4E890" w14:textId="77777777" w:rsidR="00810015" w:rsidRDefault="00810015" w:rsidP="00810015">
      <w:r>
        <w:t>276.5577</w:t>
      </w:r>
      <w:r>
        <w:tab/>
        <w:t>2.025e0</w:t>
      </w:r>
    </w:p>
    <w:p w14:paraId="431AD313" w14:textId="77777777" w:rsidR="00810015" w:rsidRDefault="00810015" w:rsidP="00810015">
      <w:r>
        <w:t>276.5679</w:t>
      </w:r>
      <w:r>
        <w:tab/>
        <w:t>1.013e0</w:t>
      </w:r>
    </w:p>
    <w:p w14:paraId="772055EB" w14:textId="77777777" w:rsidR="00810015" w:rsidRDefault="00810015" w:rsidP="00810015">
      <w:r>
        <w:t>276.5856</w:t>
      </w:r>
      <w:r>
        <w:tab/>
        <w:t>1.013e0</w:t>
      </w:r>
    </w:p>
    <w:p w14:paraId="2E8D064B" w14:textId="77777777" w:rsidR="00810015" w:rsidRDefault="00810015" w:rsidP="00810015">
      <w:r>
        <w:t>276.6262</w:t>
      </w:r>
      <w:r>
        <w:tab/>
        <w:t>1.013e0</w:t>
      </w:r>
    </w:p>
    <w:p w14:paraId="733730B4" w14:textId="77777777" w:rsidR="00810015" w:rsidRDefault="00810015" w:rsidP="00810015">
      <w:r>
        <w:t>276.6466</w:t>
      </w:r>
      <w:r>
        <w:tab/>
        <w:t>2.025e0</w:t>
      </w:r>
    </w:p>
    <w:p w14:paraId="275451D8" w14:textId="77777777" w:rsidR="00810015" w:rsidRDefault="00810015" w:rsidP="00810015">
      <w:r>
        <w:t>276.6617</w:t>
      </w:r>
      <w:r>
        <w:tab/>
        <w:t>1.013e0</w:t>
      </w:r>
    </w:p>
    <w:p w14:paraId="68D48709" w14:textId="77777777" w:rsidR="00810015" w:rsidRDefault="00810015" w:rsidP="00810015">
      <w:r>
        <w:t>276.7157</w:t>
      </w:r>
      <w:r>
        <w:tab/>
        <w:t>2.025e0</w:t>
      </w:r>
    </w:p>
    <w:p w14:paraId="3C4D4D9F" w14:textId="77777777" w:rsidR="00810015" w:rsidRDefault="00810015" w:rsidP="00810015">
      <w:r>
        <w:t>276.7228</w:t>
      </w:r>
      <w:r>
        <w:tab/>
        <w:t>1.013e0</w:t>
      </w:r>
    </w:p>
    <w:p w14:paraId="7CA78F12" w14:textId="77777777" w:rsidR="00810015" w:rsidRDefault="00810015" w:rsidP="00810015">
      <w:r>
        <w:t>276.7360</w:t>
      </w:r>
      <w:r>
        <w:tab/>
        <w:t>1.013e0</w:t>
      </w:r>
    </w:p>
    <w:p w14:paraId="43289C3A" w14:textId="77777777" w:rsidR="00810015" w:rsidRDefault="00810015" w:rsidP="00810015">
      <w:r>
        <w:t>276.7483</w:t>
      </w:r>
      <w:r>
        <w:tab/>
        <w:t>1.013e0</w:t>
      </w:r>
    </w:p>
    <w:p w14:paraId="07FE2C20" w14:textId="77777777" w:rsidR="00810015" w:rsidRDefault="00810015" w:rsidP="00810015">
      <w:r>
        <w:t>276.8116</w:t>
      </w:r>
      <w:r>
        <w:tab/>
        <w:t>3.038e0</w:t>
      </w:r>
    </w:p>
    <w:p w14:paraId="3CEF6CF1" w14:textId="77777777" w:rsidR="00810015" w:rsidRDefault="00810015" w:rsidP="00810015">
      <w:r>
        <w:t>276.8144</w:t>
      </w:r>
      <w:r>
        <w:tab/>
        <w:t>2.025e0</w:t>
      </w:r>
    </w:p>
    <w:p w14:paraId="48331E8F" w14:textId="77777777" w:rsidR="00810015" w:rsidRDefault="00810015" w:rsidP="00810015">
      <w:r>
        <w:t>276.8418</w:t>
      </w:r>
      <w:r>
        <w:tab/>
        <w:t>1.013e0</w:t>
      </w:r>
    </w:p>
    <w:p w14:paraId="6C2838F3" w14:textId="77777777" w:rsidR="00810015" w:rsidRDefault="00810015" w:rsidP="00810015">
      <w:r>
        <w:t>276.8550</w:t>
      </w:r>
      <w:r>
        <w:tab/>
        <w:t>1.013e0</w:t>
      </w:r>
    </w:p>
    <w:p w14:paraId="5E1DBCC9" w14:textId="77777777" w:rsidR="00810015" w:rsidRDefault="00810015" w:rsidP="00810015">
      <w:r>
        <w:t>276.8616</w:t>
      </w:r>
      <w:r>
        <w:tab/>
        <w:t>3.038e0</w:t>
      </w:r>
    </w:p>
    <w:p w14:paraId="35E04443" w14:textId="77777777" w:rsidR="00810015" w:rsidRDefault="00810015" w:rsidP="00810015">
      <w:r>
        <w:t>276.8660</w:t>
      </w:r>
      <w:r>
        <w:tab/>
        <w:t>1.013e0</w:t>
      </w:r>
    </w:p>
    <w:p w14:paraId="77A77EA0" w14:textId="77777777" w:rsidR="00810015" w:rsidRDefault="00810015" w:rsidP="00810015">
      <w:r>
        <w:t>276.9102</w:t>
      </w:r>
      <w:r>
        <w:tab/>
        <w:t>2.025e0</w:t>
      </w:r>
    </w:p>
    <w:p w14:paraId="6FB1BA7B" w14:textId="77777777" w:rsidR="00810015" w:rsidRDefault="00810015" w:rsidP="00810015">
      <w:r>
        <w:t>276.9403</w:t>
      </w:r>
      <w:r>
        <w:tab/>
        <w:t>1.013e0</w:t>
      </w:r>
    </w:p>
    <w:p w14:paraId="104BF25A" w14:textId="77777777" w:rsidR="00810015" w:rsidRDefault="00810015" w:rsidP="00810015">
      <w:r>
        <w:t>276.9435</w:t>
      </w:r>
      <w:r>
        <w:tab/>
        <w:t>1.013e0</w:t>
      </w:r>
    </w:p>
    <w:p w14:paraId="4C9D2F4D" w14:textId="77777777" w:rsidR="00810015" w:rsidRDefault="00810015" w:rsidP="00810015">
      <w:r>
        <w:t>276.9629</w:t>
      </w:r>
      <w:r>
        <w:tab/>
        <w:t>1.013e0</w:t>
      </w:r>
    </w:p>
    <w:p w14:paraId="452C7730" w14:textId="77777777" w:rsidR="00810015" w:rsidRDefault="00810015" w:rsidP="00810015">
      <w:r>
        <w:t>276.9787</w:t>
      </w:r>
      <w:r>
        <w:tab/>
        <w:t>1.013e0</w:t>
      </w:r>
    </w:p>
    <w:p w14:paraId="55E53A96" w14:textId="77777777" w:rsidR="00810015" w:rsidRDefault="00810015" w:rsidP="00810015">
      <w:r>
        <w:t>276.9975</w:t>
      </w:r>
      <w:r>
        <w:tab/>
        <w:t>1.013e0</w:t>
      </w:r>
    </w:p>
    <w:p w14:paraId="560577A3" w14:textId="77777777" w:rsidR="00810015" w:rsidRDefault="00810015" w:rsidP="00810015">
      <w:r>
        <w:t>277.0099</w:t>
      </w:r>
      <w:r>
        <w:tab/>
        <w:t>1.013e0</w:t>
      </w:r>
    </w:p>
    <w:p w14:paraId="2ACB9EAE" w14:textId="77777777" w:rsidR="00810015" w:rsidRDefault="00810015" w:rsidP="00810015">
      <w:r>
        <w:t>277.0329</w:t>
      </w:r>
      <w:r>
        <w:tab/>
        <w:t>2.046e1</w:t>
      </w:r>
    </w:p>
    <w:p w14:paraId="6093335B" w14:textId="77777777" w:rsidR="00810015" w:rsidRDefault="00810015" w:rsidP="00810015">
      <w:r>
        <w:t>277.0361</w:t>
      </w:r>
      <w:r>
        <w:tab/>
        <w:t>5.063e0</w:t>
      </w:r>
    </w:p>
    <w:p w14:paraId="0A26021A" w14:textId="77777777" w:rsidR="00810015" w:rsidRDefault="00810015" w:rsidP="00810015">
      <w:r>
        <w:t>277.0392</w:t>
      </w:r>
      <w:r>
        <w:tab/>
        <w:t>2.025e0</w:t>
      </w:r>
    </w:p>
    <w:p w14:paraId="6F2B6354" w14:textId="77777777" w:rsidR="00810015" w:rsidRDefault="00810015" w:rsidP="00810015">
      <w:r>
        <w:t>277.0859</w:t>
      </w:r>
      <w:r>
        <w:tab/>
        <w:t>4.051e0</w:t>
      </w:r>
    </w:p>
    <w:p w14:paraId="6E8E7D15" w14:textId="77777777" w:rsidR="00810015" w:rsidRDefault="00810015" w:rsidP="00810015">
      <w:r>
        <w:t>277.0870</w:t>
      </w:r>
      <w:r>
        <w:tab/>
        <w:t>3.038e0</w:t>
      </w:r>
    </w:p>
    <w:p w14:paraId="6B617A4C" w14:textId="77777777" w:rsidR="00810015" w:rsidRDefault="00810015" w:rsidP="00810015">
      <w:r>
        <w:t>277.0952</w:t>
      </w:r>
      <w:r>
        <w:tab/>
        <w:t>2.025e0</w:t>
      </w:r>
    </w:p>
    <w:p w14:paraId="159DB690" w14:textId="77777777" w:rsidR="00810015" w:rsidRDefault="00810015" w:rsidP="00810015">
      <w:r>
        <w:t>277.0978</w:t>
      </w:r>
      <w:r>
        <w:tab/>
        <w:t>3.382e0</w:t>
      </w:r>
    </w:p>
    <w:p w14:paraId="5E717D04" w14:textId="77777777" w:rsidR="00810015" w:rsidRDefault="00810015" w:rsidP="00810015">
      <w:r>
        <w:t>277.1389</w:t>
      </w:r>
      <w:r>
        <w:tab/>
        <w:t>4.051e0</w:t>
      </w:r>
    </w:p>
    <w:p w14:paraId="42D5DFF7" w14:textId="77777777" w:rsidR="00810015" w:rsidRDefault="00810015" w:rsidP="00810015">
      <w:r>
        <w:t>277.1403</w:t>
      </w:r>
      <w:r>
        <w:tab/>
        <w:t>4.186e0</w:t>
      </w:r>
    </w:p>
    <w:p w14:paraId="21FDD495" w14:textId="77777777" w:rsidR="00810015" w:rsidRDefault="00810015" w:rsidP="00810015">
      <w:r>
        <w:t>277.1437</w:t>
      </w:r>
      <w:r>
        <w:tab/>
        <w:t>3.038e0</w:t>
      </w:r>
    </w:p>
    <w:p w14:paraId="21D12768" w14:textId="77777777" w:rsidR="00810015" w:rsidRDefault="00810015" w:rsidP="00810015">
      <w:r>
        <w:t>277.1655</w:t>
      </w:r>
      <w:r>
        <w:tab/>
        <w:t>1.013e0</w:t>
      </w:r>
    </w:p>
    <w:p w14:paraId="6FE17AFF" w14:textId="77777777" w:rsidR="00810015" w:rsidRDefault="00810015" w:rsidP="00810015">
      <w:r>
        <w:t>277.1682</w:t>
      </w:r>
      <w:r>
        <w:tab/>
        <w:t>3.038e0</w:t>
      </w:r>
    </w:p>
    <w:p w14:paraId="38388E03" w14:textId="77777777" w:rsidR="00810015" w:rsidRDefault="00810015" w:rsidP="00810015">
      <w:r>
        <w:t>277.1740</w:t>
      </w:r>
      <w:r>
        <w:tab/>
        <w:t>3.038e0</w:t>
      </w:r>
    </w:p>
    <w:p w14:paraId="6CACC8DA" w14:textId="77777777" w:rsidR="00810015" w:rsidRDefault="00810015" w:rsidP="00810015">
      <w:r>
        <w:t>277.1924</w:t>
      </w:r>
      <w:r>
        <w:tab/>
        <w:t>1.519e1</w:t>
      </w:r>
    </w:p>
    <w:p w14:paraId="3BA24324" w14:textId="77777777" w:rsidR="00810015" w:rsidRDefault="00810015" w:rsidP="00810015">
      <w:r>
        <w:t>277.2029</w:t>
      </w:r>
      <w:r>
        <w:tab/>
        <w:t>2.025e0</w:t>
      </w:r>
    </w:p>
    <w:p w14:paraId="5AF67DF0" w14:textId="77777777" w:rsidR="00810015" w:rsidRDefault="00810015" w:rsidP="00810015">
      <w:r>
        <w:t>277.2133</w:t>
      </w:r>
      <w:r>
        <w:tab/>
        <w:t>2.025e0</w:t>
      </w:r>
    </w:p>
    <w:p w14:paraId="3D4A536D" w14:textId="77777777" w:rsidR="00810015" w:rsidRDefault="00810015" w:rsidP="00810015">
      <w:r>
        <w:t>277.2343</w:t>
      </w:r>
      <w:r>
        <w:tab/>
        <w:t>2.025e0</w:t>
      </w:r>
    </w:p>
    <w:p w14:paraId="676F645F" w14:textId="77777777" w:rsidR="00810015" w:rsidRDefault="00810015" w:rsidP="00810015">
      <w:r>
        <w:t>277.2455</w:t>
      </w:r>
      <w:r>
        <w:tab/>
        <w:t>1.013e0</w:t>
      </w:r>
    </w:p>
    <w:p w14:paraId="376A804E" w14:textId="77777777" w:rsidR="00810015" w:rsidRDefault="00810015" w:rsidP="00810015">
      <w:r>
        <w:t>277.2497</w:t>
      </w:r>
      <w:r>
        <w:tab/>
        <w:t>2.025e0</w:t>
      </w:r>
    </w:p>
    <w:p w14:paraId="0BC90A7A" w14:textId="77777777" w:rsidR="00810015" w:rsidRDefault="00810015" w:rsidP="00810015">
      <w:r>
        <w:t>277.3070</w:t>
      </w:r>
      <w:r>
        <w:tab/>
        <w:t>1.013e0</w:t>
      </w:r>
    </w:p>
    <w:p w14:paraId="3AA3B181" w14:textId="77777777" w:rsidR="00810015" w:rsidRDefault="00810015" w:rsidP="00810015">
      <w:r>
        <w:t>277.3161</w:t>
      </w:r>
      <w:r>
        <w:tab/>
        <w:t>1.013e0</w:t>
      </w:r>
    </w:p>
    <w:p w14:paraId="34DD6AC5" w14:textId="77777777" w:rsidR="00810015" w:rsidRDefault="00810015" w:rsidP="00810015">
      <w:r>
        <w:t>277.3443</w:t>
      </w:r>
      <w:r>
        <w:tab/>
        <w:t>2.025e0</w:t>
      </w:r>
    </w:p>
    <w:p w14:paraId="2D55D74B" w14:textId="77777777" w:rsidR="00810015" w:rsidRDefault="00810015" w:rsidP="00810015">
      <w:r>
        <w:t>277.3534</w:t>
      </w:r>
      <w:r>
        <w:tab/>
        <w:t>2.025e0</w:t>
      </w:r>
    </w:p>
    <w:p w14:paraId="513115E9" w14:textId="77777777" w:rsidR="00810015" w:rsidRDefault="00810015" w:rsidP="00810015">
      <w:r>
        <w:t>277.4049</w:t>
      </w:r>
      <w:r>
        <w:tab/>
        <w:t>1.013e0</w:t>
      </w:r>
    </w:p>
    <w:p w14:paraId="6322784A" w14:textId="77777777" w:rsidR="00810015" w:rsidRDefault="00810015" w:rsidP="00810015">
      <w:r>
        <w:t>277.4410</w:t>
      </w:r>
      <w:r>
        <w:tab/>
        <w:t>1.013e0</w:t>
      </w:r>
    </w:p>
    <w:p w14:paraId="3C6D9742" w14:textId="77777777" w:rsidR="00810015" w:rsidRDefault="00810015" w:rsidP="00810015">
      <w:r>
        <w:t>277.4439</w:t>
      </w:r>
      <w:r>
        <w:tab/>
        <w:t>1.013e0</w:t>
      </w:r>
    </w:p>
    <w:p w14:paraId="535099CA" w14:textId="77777777" w:rsidR="00810015" w:rsidRDefault="00810015" w:rsidP="00810015">
      <w:r>
        <w:t>277.4661</w:t>
      </w:r>
      <w:r>
        <w:tab/>
        <w:t>1.013e0</w:t>
      </w:r>
    </w:p>
    <w:p w14:paraId="5628B9EA" w14:textId="77777777" w:rsidR="00810015" w:rsidRDefault="00810015" w:rsidP="00810015">
      <w:r>
        <w:t>277.4915</w:t>
      </w:r>
      <w:r>
        <w:tab/>
        <w:t>1.013e0</w:t>
      </w:r>
    </w:p>
    <w:p w14:paraId="7371368C" w14:textId="77777777" w:rsidR="00810015" w:rsidRDefault="00810015" w:rsidP="00810015">
      <w:r>
        <w:t>277.5076</w:t>
      </w:r>
      <w:r>
        <w:tab/>
        <w:t>1.013e0</w:t>
      </w:r>
    </w:p>
    <w:p w14:paraId="59469251" w14:textId="77777777" w:rsidR="00810015" w:rsidRDefault="00810015" w:rsidP="00810015">
      <w:r>
        <w:t>277.5145</w:t>
      </w:r>
      <w:r>
        <w:tab/>
        <w:t>1.013e0</w:t>
      </w:r>
    </w:p>
    <w:p w14:paraId="03681834" w14:textId="77777777" w:rsidR="00810015" w:rsidRDefault="00810015" w:rsidP="00810015">
      <w:r>
        <w:t>277.5381</w:t>
      </w:r>
      <w:r>
        <w:tab/>
        <w:t>2.025e0</w:t>
      </w:r>
    </w:p>
    <w:p w14:paraId="4B753026" w14:textId="77777777" w:rsidR="00810015" w:rsidRDefault="00810015" w:rsidP="00810015">
      <w:r>
        <w:t>277.5731</w:t>
      </w:r>
      <w:r>
        <w:tab/>
        <w:t>1.013e0</w:t>
      </w:r>
    </w:p>
    <w:p w14:paraId="69C4F08D" w14:textId="77777777" w:rsidR="00810015" w:rsidRDefault="00810015" w:rsidP="00810015">
      <w:r>
        <w:t>277.5890</w:t>
      </w:r>
      <w:r>
        <w:tab/>
        <w:t>1.013e0</w:t>
      </w:r>
    </w:p>
    <w:p w14:paraId="434D4DC1" w14:textId="77777777" w:rsidR="00810015" w:rsidRDefault="00810015" w:rsidP="00810015">
      <w:r>
        <w:t>277.6037</w:t>
      </w:r>
      <w:r>
        <w:tab/>
        <w:t>1.013e0</w:t>
      </w:r>
    </w:p>
    <w:p w14:paraId="07ACBA9C" w14:textId="77777777" w:rsidR="00810015" w:rsidRDefault="00810015" w:rsidP="00810015">
      <w:r>
        <w:t>277.6241</w:t>
      </w:r>
      <w:r>
        <w:tab/>
        <w:t>1.013e0</w:t>
      </w:r>
    </w:p>
    <w:p w14:paraId="087FAFD1" w14:textId="77777777" w:rsidR="00810015" w:rsidRDefault="00810015" w:rsidP="00810015">
      <w:r>
        <w:t>277.6516</w:t>
      </w:r>
      <w:r>
        <w:tab/>
        <w:t>1.013e0</w:t>
      </w:r>
    </w:p>
    <w:p w14:paraId="2588A0CC" w14:textId="77777777" w:rsidR="00810015" w:rsidRDefault="00810015" w:rsidP="00810015">
      <w:r>
        <w:t>277.6649</w:t>
      </w:r>
      <w:r>
        <w:tab/>
        <w:t>1.013e0</w:t>
      </w:r>
    </w:p>
    <w:p w14:paraId="058D6A9C" w14:textId="77777777" w:rsidR="00810015" w:rsidRDefault="00810015" w:rsidP="00810015">
      <w:r>
        <w:t>277.6837</w:t>
      </w:r>
      <w:r>
        <w:tab/>
        <w:t>1.013e0</w:t>
      </w:r>
    </w:p>
    <w:p w14:paraId="1D3F9480" w14:textId="77777777" w:rsidR="00810015" w:rsidRDefault="00810015" w:rsidP="00810015">
      <w:r>
        <w:t>277.6907</w:t>
      </w:r>
      <w:r>
        <w:tab/>
        <w:t>1.013e0</w:t>
      </w:r>
    </w:p>
    <w:p w14:paraId="2B30C453" w14:textId="77777777" w:rsidR="00810015" w:rsidRDefault="00810015" w:rsidP="00810015">
      <w:r>
        <w:t>277.7057</w:t>
      </w:r>
      <w:r>
        <w:tab/>
        <w:t>1.013e0</w:t>
      </w:r>
    </w:p>
    <w:p w14:paraId="08E8651E" w14:textId="77777777" w:rsidR="00810015" w:rsidRDefault="00810015" w:rsidP="00810015">
      <w:r>
        <w:t>277.7582</w:t>
      </w:r>
      <w:r>
        <w:tab/>
        <w:t>1.013e0</w:t>
      </w:r>
    </w:p>
    <w:p w14:paraId="567BF5E1" w14:textId="77777777" w:rsidR="00810015" w:rsidRDefault="00810015" w:rsidP="00810015">
      <w:r>
        <w:t>277.7720</w:t>
      </w:r>
      <w:r>
        <w:tab/>
        <w:t>1.013e0</w:t>
      </w:r>
    </w:p>
    <w:p w14:paraId="6C94AB9A" w14:textId="77777777" w:rsidR="00810015" w:rsidRDefault="00810015" w:rsidP="00810015">
      <w:r>
        <w:t>277.7805</w:t>
      </w:r>
      <w:r>
        <w:tab/>
        <w:t>1.013e0</w:t>
      </w:r>
    </w:p>
    <w:p w14:paraId="1E881E3F" w14:textId="77777777" w:rsidR="00810015" w:rsidRDefault="00810015" w:rsidP="00810015">
      <w:r>
        <w:t>277.7846</w:t>
      </w:r>
      <w:r>
        <w:tab/>
        <w:t>1.013e0</w:t>
      </w:r>
    </w:p>
    <w:p w14:paraId="66FD0E8E" w14:textId="77777777" w:rsidR="00810015" w:rsidRDefault="00810015" w:rsidP="00810015">
      <w:r>
        <w:t>277.8026</w:t>
      </w:r>
      <w:r>
        <w:tab/>
        <w:t>1.013e0</w:t>
      </w:r>
    </w:p>
    <w:p w14:paraId="15245C38" w14:textId="77777777" w:rsidR="00810015" w:rsidRDefault="00810015" w:rsidP="00810015">
      <w:r>
        <w:t>277.8077</w:t>
      </w:r>
      <w:r>
        <w:tab/>
        <w:t>1.013e0</w:t>
      </w:r>
    </w:p>
    <w:p w14:paraId="2EF282C6" w14:textId="77777777" w:rsidR="00810015" w:rsidRDefault="00810015" w:rsidP="00810015">
      <w:r>
        <w:t>277.8117</w:t>
      </w:r>
      <w:r>
        <w:tab/>
        <w:t>3.038e0</w:t>
      </w:r>
    </w:p>
    <w:p w14:paraId="288FA2C6" w14:textId="77777777" w:rsidR="00810015" w:rsidRDefault="00810015" w:rsidP="00810015">
      <w:r>
        <w:t>277.8128</w:t>
      </w:r>
      <w:r>
        <w:tab/>
        <w:t>1.013e0</w:t>
      </w:r>
    </w:p>
    <w:p w14:paraId="29644C4A" w14:textId="77777777" w:rsidR="00810015" w:rsidRDefault="00810015" w:rsidP="00810015">
      <w:r>
        <w:t>277.8783</w:t>
      </w:r>
      <w:r>
        <w:tab/>
        <w:t>1.013e0</w:t>
      </w:r>
    </w:p>
    <w:p w14:paraId="07CF7BDE" w14:textId="77777777" w:rsidR="00810015" w:rsidRDefault="00810015" w:rsidP="00810015">
      <w:r>
        <w:t>277.8996</w:t>
      </w:r>
      <w:r>
        <w:tab/>
        <w:t>1.013e0</w:t>
      </w:r>
    </w:p>
    <w:p w14:paraId="3DCFA3FA" w14:textId="77777777" w:rsidR="00810015" w:rsidRDefault="00810015" w:rsidP="00810015">
      <w:r>
        <w:t>277.9176</w:t>
      </w:r>
      <w:r>
        <w:tab/>
        <w:t>1.013e0</w:t>
      </w:r>
    </w:p>
    <w:p w14:paraId="61D28DBA" w14:textId="77777777" w:rsidR="00810015" w:rsidRDefault="00810015" w:rsidP="00810015">
      <w:r>
        <w:t>277.9312</w:t>
      </w:r>
      <w:r>
        <w:tab/>
        <w:t>2.267e0</w:t>
      </w:r>
    </w:p>
    <w:p w14:paraId="65940597" w14:textId="77777777" w:rsidR="00810015" w:rsidRDefault="00810015" w:rsidP="00810015">
      <w:r>
        <w:t>277.9606</w:t>
      </w:r>
      <w:r>
        <w:tab/>
        <w:t>1.145e1</w:t>
      </w:r>
    </w:p>
    <w:p w14:paraId="7AA756B5" w14:textId="77777777" w:rsidR="00810015" w:rsidRDefault="00810015" w:rsidP="00810015">
      <w:r>
        <w:t>277.9659</w:t>
      </w:r>
      <w:r>
        <w:tab/>
        <w:t>1.246e1</w:t>
      </w:r>
    </w:p>
    <w:p w14:paraId="00B64A54" w14:textId="77777777" w:rsidR="00810015" w:rsidRDefault="00810015" w:rsidP="00810015">
      <w:r>
        <w:t>277.9841</w:t>
      </w:r>
      <w:r>
        <w:tab/>
        <w:t>3.039e0</w:t>
      </w:r>
    </w:p>
    <w:p w14:paraId="6C4E33A2" w14:textId="77777777" w:rsidR="00810015" w:rsidRDefault="00810015" w:rsidP="00810015">
      <w:r>
        <w:t>278.0114</w:t>
      </w:r>
      <w:r>
        <w:tab/>
        <w:t>1.013e0</w:t>
      </w:r>
    </w:p>
    <w:p w14:paraId="0F1FB3C2" w14:textId="77777777" w:rsidR="00810015" w:rsidRDefault="00810015" w:rsidP="00810015">
      <w:r>
        <w:t>278.0157</w:t>
      </w:r>
      <w:r>
        <w:tab/>
        <w:t>8.101e0</w:t>
      </w:r>
    </w:p>
    <w:p w14:paraId="4E3FD9B1" w14:textId="77777777" w:rsidR="00810015" w:rsidRDefault="00810015" w:rsidP="00810015">
      <w:r>
        <w:t>278.0177</w:t>
      </w:r>
      <w:r>
        <w:tab/>
        <w:t>6.076e0</w:t>
      </w:r>
    </w:p>
    <w:p w14:paraId="028F2855" w14:textId="77777777" w:rsidR="00810015" w:rsidRDefault="00810015" w:rsidP="00810015">
      <w:r>
        <w:t>278.0412</w:t>
      </w:r>
      <w:r>
        <w:tab/>
        <w:t>5.063e0</w:t>
      </w:r>
    </w:p>
    <w:p w14:paraId="490AEDDD" w14:textId="77777777" w:rsidR="00810015" w:rsidRDefault="00810015" w:rsidP="00810015">
      <w:r>
        <w:t>278.0455</w:t>
      </w:r>
      <w:r>
        <w:tab/>
        <w:t>4.051e0</w:t>
      </w:r>
    </w:p>
    <w:p w14:paraId="43541ED7" w14:textId="77777777" w:rsidR="00810015" w:rsidRDefault="00810015" w:rsidP="00810015">
      <w:r>
        <w:t>278.0547</w:t>
      </w:r>
      <w:r>
        <w:tab/>
        <w:t>2.025e0</w:t>
      </w:r>
    </w:p>
    <w:p w14:paraId="0D2FE9A3" w14:textId="77777777" w:rsidR="00810015" w:rsidRDefault="00810015" w:rsidP="00810015">
      <w:r>
        <w:t>278.0583</w:t>
      </w:r>
      <w:r>
        <w:tab/>
        <w:t>4.247e0</w:t>
      </w:r>
    </w:p>
    <w:p w14:paraId="0222C94B" w14:textId="77777777" w:rsidR="00810015" w:rsidRDefault="00810015" w:rsidP="00810015">
      <w:r>
        <w:t>278.0632</w:t>
      </w:r>
      <w:r>
        <w:tab/>
        <w:t>2.025e0</w:t>
      </w:r>
    </w:p>
    <w:p w14:paraId="0B90E2C5" w14:textId="77777777" w:rsidR="00810015" w:rsidRDefault="00810015" w:rsidP="00810015">
      <w:r>
        <w:t>278.0724</w:t>
      </w:r>
      <w:r>
        <w:tab/>
        <w:t>2.025e0</w:t>
      </w:r>
    </w:p>
    <w:p w14:paraId="50584C9A" w14:textId="77777777" w:rsidR="00810015" w:rsidRDefault="00810015" w:rsidP="00810015">
      <w:r>
        <w:t>278.0780</w:t>
      </w:r>
      <w:r>
        <w:tab/>
        <w:t>2.025e0</w:t>
      </w:r>
    </w:p>
    <w:p w14:paraId="667F80C8" w14:textId="77777777" w:rsidR="00810015" w:rsidRDefault="00810015" w:rsidP="00810015">
      <w:r>
        <w:t>278.1132</w:t>
      </w:r>
      <w:r>
        <w:tab/>
        <w:t>1.013e0</w:t>
      </w:r>
    </w:p>
    <w:p w14:paraId="447C6933" w14:textId="77777777" w:rsidR="00810015" w:rsidRDefault="00810015" w:rsidP="00810015">
      <w:r>
        <w:t>278.1171</w:t>
      </w:r>
      <w:r>
        <w:tab/>
        <w:t>2.070e0</w:t>
      </w:r>
    </w:p>
    <w:p w14:paraId="73DC9C9F" w14:textId="77777777" w:rsidR="00810015" w:rsidRDefault="00810015" w:rsidP="00810015">
      <w:r>
        <w:t>278.1241</w:t>
      </w:r>
      <w:r>
        <w:tab/>
        <w:t>2.025e0</w:t>
      </w:r>
    </w:p>
    <w:p w14:paraId="71716A75" w14:textId="77777777" w:rsidR="00810015" w:rsidRDefault="00810015" w:rsidP="00810015">
      <w:r>
        <w:t>278.1263</w:t>
      </w:r>
      <w:r>
        <w:tab/>
        <w:t>4.051e0</w:t>
      </w:r>
    </w:p>
    <w:p w14:paraId="270DFD85" w14:textId="77777777" w:rsidR="00810015" w:rsidRDefault="00810015" w:rsidP="00810015">
      <w:r>
        <w:t>278.1287</w:t>
      </w:r>
      <w:r>
        <w:tab/>
        <w:t>6.076e0</w:t>
      </w:r>
    </w:p>
    <w:p w14:paraId="5EC3AA43" w14:textId="77777777" w:rsidR="00810015" w:rsidRDefault="00810015" w:rsidP="00810015">
      <w:r>
        <w:t>278.1847</w:t>
      </w:r>
      <w:r>
        <w:tab/>
        <w:t>2.025e0</w:t>
      </w:r>
    </w:p>
    <w:p w14:paraId="1367A91B" w14:textId="77777777" w:rsidR="00810015" w:rsidRDefault="00810015" w:rsidP="00810015">
      <w:r>
        <w:t>278.1897</w:t>
      </w:r>
      <w:r>
        <w:tab/>
        <w:t>2.025e0</w:t>
      </w:r>
    </w:p>
    <w:p w14:paraId="0ACF1F58" w14:textId="77777777" w:rsidR="00810015" w:rsidRDefault="00810015" w:rsidP="00810015">
      <w:r>
        <w:t>278.1978</w:t>
      </w:r>
      <w:r>
        <w:tab/>
        <w:t>3.038e0</w:t>
      </w:r>
    </w:p>
    <w:p w14:paraId="46F21EBA" w14:textId="77777777" w:rsidR="00810015" w:rsidRDefault="00810015" w:rsidP="00810015">
      <w:r>
        <w:t>278.1991</w:t>
      </w:r>
      <w:r>
        <w:tab/>
        <w:t>3.038e0</w:t>
      </w:r>
    </w:p>
    <w:p w14:paraId="5191A268" w14:textId="77777777" w:rsidR="00810015" w:rsidRDefault="00810015" w:rsidP="00810015">
      <w:r>
        <w:t>278.2045</w:t>
      </w:r>
      <w:r>
        <w:tab/>
        <w:t>3.038e0</w:t>
      </w:r>
    </w:p>
    <w:p w14:paraId="5B104BA4" w14:textId="77777777" w:rsidR="00810015" w:rsidRDefault="00810015" w:rsidP="00810015">
      <w:r>
        <w:t>278.2120</w:t>
      </w:r>
      <w:r>
        <w:tab/>
        <w:t>1.013e0</w:t>
      </w:r>
    </w:p>
    <w:p w14:paraId="1B32C6F2" w14:textId="77777777" w:rsidR="00810015" w:rsidRDefault="00810015" w:rsidP="00810015">
      <w:r>
        <w:t>278.2190</w:t>
      </w:r>
      <w:r>
        <w:tab/>
        <w:t>1.013e0</w:t>
      </w:r>
    </w:p>
    <w:p w14:paraId="0606E8C4" w14:textId="77777777" w:rsidR="00810015" w:rsidRDefault="00810015" w:rsidP="00810015">
      <w:r>
        <w:t>278.2315</w:t>
      </w:r>
      <w:r>
        <w:tab/>
        <w:t>1.013e0</w:t>
      </w:r>
    </w:p>
    <w:p w14:paraId="521C592E" w14:textId="77777777" w:rsidR="00810015" w:rsidRDefault="00810015" w:rsidP="00810015">
      <w:r>
        <w:t>278.2473</w:t>
      </w:r>
      <w:r>
        <w:tab/>
        <w:t>1.013e0</w:t>
      </w:r>
    </w:p>
    <w:p w14:paraId="24961979" w14:textId="77777777" w:rsidR="00810015" w:rsidRDefault="00810015" w:rsidP="00810015">
      <w:r>
        <w:t>278.2672</w:t>
      </w:r>
      <w:r>
        <w:tab/>
        <w:t>1.013e0</w:t>
      </w:r>
    </w:p>
    <w:p w14:paraId="2D5BEFAE" w14:textId="77777777" w:rsidR="00810015" w:rsidRDefault="00810015" w:rsidP="00810015">
      <w:r>
        <w:t>278.2736</w:t>
      </w:r>
      <w:r>
        <w:tab/>
        <w:t>2.025e0</w:t>
      </w:r>
    </w:p>
    <w:p w14:paraId="3B06ACF2" w14:textId="77777777" w:rsidR="00810015" w:rsidRDefault="00810015" w:rsidP="00810015">
      <w:r>
        <w:t>278.3040</w:t>
      </w:r>
      <w:r>
        <w:tab/>
        <w:t>1.013e0</w:t>
      </w:r>
    </w:p>
    <w:p w14:paraId="0A258560" w14:textId="77777777" w:rsidR="00810015" w:rsidRDefault="00810015" w:rsidP="00810015">
      <w:r>
        <w:t>278.3081</w:t>
      </w:r>
      <w:r>
        <w:tab/>
        <w:t>1.013e0</w:t>
      </w:r>
    </w:p>
    <w:p w14:paraId="5C7A75F6" w14:textId="77777777" w:rsidR="00810015" w:rsidRDefault="00810015" w:rsidP="00810015">
      <w:r>
        <w:t>278.3188</w:t>
      </w:r>
      <w:r>
        <w:tab/>
        <w:t>2.025e0</w:t>
      </w:r>
    </w:p>
    <w:p w14:paraId="610C4026" w14:textId="77777777" w:rsidR="00810015" w:rsidRDefault="00810015" w:rsidP="00810015">
      <w:r>
        <w:t>278.3208</w:t>
      </w:r>
      <w:r>
        <w:tab/>
        <w:t>1.013e0</w:t>
      </w:r>
    </w:p>
    <w:p w14:paraId="2E05CD38" w14:textId="77777777" w:rsidR="00810015" w:rsidRDefault="00810015" w:rsidP="00810015">
      <w:r>
        <w:t>278.3521</w:t>
      </w:r>
      <w:r>
        <w:tab/>
        <w:t>1.013e0</w:t>
      </w:r>
    </w:p>
    <w:p w14:paraId="2F9EA7E6" w14:textId="77777777" w:rsidR="00810015" w:rsidRDefault="00810015" w:rsidP="00810015">
      <w:r>
        <w:t>278.4037</w:t>
      </w:r>
      <w:r>
        <w:tab/>
        <w:t>3.038e0</w:t>
      </w:r>
    </w:p>
    <w:p w14:paraId="749BF220" w14:textId="77777777" w:rsidR="00810015" w:rsidRDefault="00810015" w:rsidP="00810015">
      <w:r>
        <w:t>278.4410</w:t>
      </w:r>
      <w:r>
        <w:tab/>
        <w:t>2.025e0</w:t>
      </w:r>
    </w:p>
    <w:p w14:paraId="1DA4B215" w14:textId="77777777" w:rsidR="00810015" w:rsidRDefault="00810015" w:rsidP="00810015">
      <w:r>
        <w:t>278.4676</w:t>
      </w:r>
      <w:r>
        <w:tab/>
        <w:t>1.013e0</w:t>
      </w:r>
    </w:p>
    <w:p w14:paraId="52509E3A" w14:textId="77777777" w:rsidR="00810015" w:rsidRDefault="00810015" w:rsidP="00810015">
      <w:r>
        <w:t>278.4768</w:t>
      </w:r>
      <w:r>
        <w:tab/>
        <w:t>1.013e0</w:t>
      </w:r>
    </w:p>
    <w:p w14:paraId="79D305A9" w14:textId="77777777" w:rsidR="00810015" w:rsidRDefault="00810015" w:rsidP="00810015">
      <w:r>
        <w:t>278.4983</w:t>
      </w:r>
      <w:r>
        <w:tab/>
        <w:t>1.013e0</w:t>
      </w:r>
    </w:p>
    <w:p w14:paraId="2F8D287F" w14:textId="77777777" w:rsidR="00810015" w:rsidRDefault="00810015" w:rsidP="00810015">
      <w:r>
        <w:t>278.5164</w:t>
      </w:r>
      <w:r>
        <w:tab/>
        <w:t>1.013e0</w:t>
      </w:r>
    </w:p>
    <w:p w14:paraId="55574C9A" w14:textId="77777777" w:rsidR="00810015" w:rsidRDefault="00810015" w:rsidP="00810015">
      <w:r>
        <w:t>278.5205</w:t>
      </w:r>
      <w:r>
        <w:tab/>
        <w:t>1.013e0</w:t>
      </w:r>
    </w:p>
    <w:p w14:paraId="1122A031" w14:textId="77777777" w:rsidR="00810015" w:rsidRDefault="00810015" w:rsidP="00810015">
      <w:r>
        <w:t>278.5255</w:t>
      </w:r>
      <w:r>
        <w:tab/>
        <w:t>1.013e0</w:t>
      </w:r>
    </w:p>
    <w:p w14:paraId="78682F05" w14:textId="77777777" w:rsidR="00810015" w:rsidRDefault="00810015" w:rsidP="00810015">
      <w:r>
        <w:t>278.5598</w:t>
      </w:r>
      <w:r>
        <w:tab/>
        <w:t>1.013e0</w:t>
      </w:r>
    </w:p>
    <w:p w14:paraId="4FE0CDFF" w14:textId="77777777" w:rsidR="00810015" w:rsidRDefault="00810015" w:rsidP="00810015">
      <w:r>
        <w:t>278.5713</w:t>
      </w:r>
      <w:r>
        <w:tab/>
        <w:t>3.038e0</w:t>
      </w:r>
    </w:p>
    <w:p w14:paraId="7E4BA126" w14:textId="77777777" w:rsidR="00810015" w:rsidRDefault="00810015" w:rsidP="00810015">
      <w:r>
        <w:t>278.6052</w:t>
      </w:r>
      <w:r>
        <w:tab/>
        <w:t>2.025e0</w:t>
      </w:r>
    </w:p>
    <w:p w14:paraId="36723620" w14:textId="77777777" w:rsidR="00810015" w:rsidRDefault="00810015" w:rsidP="00810015">
      <w:r>
        <w:t>278.6144</w:t>
      </w:r>
      <w:r>
        <w:tab/>
        <w:t>1.013e0</w:t>
      </w:r>
    </w:p>
    <w:p w14:paraId="56934543" w14:textId="77777777" w:rsidR="00810015" w:rsidRDefault="00810015" w:rsidP="00810015">
      <w:r>
        <w:t>278.6255</w:t>
      </w:r>
      <w:r>
        <w:tab/>
        <w:t>4.051e0</w:t>
      </w:r>
    </w:p>
    <w:p w14:paraId="6AD4FACC" w14:textId="77777777" w:rsidR="00810015" w:rsidRDefault="00810015" w:rsidP="00810015">
      <w:r>
        <w:t>278.6353</w:t>
      </w:r>
      <w:r>
        <w:tab/>
        <w:t>1.013e0</w:t>
      </w:r>
    </w:p>
    <w:p w14:paraId="07A64DB0" w14:textId="77777777" w:rsidR="00810015" w:rsidRDefault="00810015" w:rsidP="00810015">
      <w:r>
        <w:t>278.6456</w:t>
      </w:r>
      <w:r>
        <w:tab/>
        <w:t>1.013e0</w:t>
      </w:r>
    </w:p>
    <w:p w14:paraId="11FF09DE" w14:textId="77777777" w:rsidR="00810015" w:rsidRDefault="00810015" w:rsidP="00810015">
      <w:r>
        <w:t>278.6616</w:t>
      </w:r>
      <w:r>
        <w:tab/>
        <w:t>1.013e0</w:t>
      </w:r>
    </w:p>
    <w:p w14:paraId="002A5495" w14:textId="77777777" w:rsidR="00810015" w:rsidRDefault="00810015" w:rsidP="00810015">
      <w:r>
        <w:t>278.6671</w:t>
      </w:r>
      <w:r>
        <w:tab/>
        <w:t>1.013e0</w:t>
      </w:r>
    </w:p>
    <w:p w14:paraId="72FB7DD1" w14:textId="77777777" w:rsidR="00810015" w:rsidRDefault="00810015" w:rsidP="00810015">
      <w:r>
        <w:t>278.6838</w:t>
      </w:r>
      <w:r>
        <w:tab/>
        <w:t>2.025e0</w:t>
      </w:r>
    </w:p>
    <w:p w14:paraId="3516A2C7" w14:textId="77777777" w:rsidR="00810015" w:rsidRDefault="00810015" w:rsidP="00810015">
      <w:r>
        <w:t>278.6968</w:t>
      </w:r>
      <w:r>
        <w:tab/>
        <w:t>1.013e0</w:t>
      </w:r>
    </w:p>
    <w:p w14:paraId="406F8B14" w14:textId="77777777" w:rsidR="00810015" w:rsidRDefault="00810015" w:rsidP="00810015">
      <w:r>
        <w:t>278.7626</w:t>
      </w:r>
      <w:r>
        <w:tab/>
        <w:t>2.025e0</w:t>
      </w:r>
    </w:p>
    <w:p w14:paraId="12374F7E" w14:textId="77777777" w:rsidR="00810015" w:rsidRDefault="00810015" w:rsidP="00810015">
      <w:r>
        <w:t>278.7735</w:t>
      </w:r>
      <w:r>
        <w:tab/>
        <w:t>1.013e0</w:t>
      </w:r>
    </w:p>
    <w:p w14:paraId="6EF1445A" w14:textId="77777777" w:rsidR="00810015" w:rsidRDefault="00810015" w:rsidP="00810015">
      <w:r>
        <w:t>278.7786</w:t>
      </w:r>
      <w:r>
        <w:tab/>
        <w:t>1.013e0</w:t>
      </w:r>
    </w:p>
    <w:p w14:paraId="38D817A6" w14:textId="77777777" w:rsidR="00810015" w:rsidRDefault="00810015" w:rsidP="00810015">
      <w:r>
        <w:t>278.7908</w:t>
      </w:r>
      <w:r>
        <w:tab/>
        <w:t>1.013e0</w:t>
      </w:r>
    </w:p>
    <w:p w14:paraId="551004F5" w14:textId="77777777" w:rsidR="00810015" w:rsidRDefault="00810015" w:rsidP="00810015">
      <w:r>
        <w:t>278.8221</w:t>
      </w:r>
      <w:r>
        <w:tab/>
        <w:t>1.013e0</w:t>
      </w:r>
    </w:p>
    <w:p w14:paraId="629B1A0C" w14:textId="77777777" w:rsidR="00810015" w:rsidRDefault="00810015" w:rsidP="00810015">
      <w:r>
        <w:t>278.8441</w:t>
      </w:r>
      <w:r>
        <w:tab/>
        <w:t>2.025e0</w:t>
      </w:r>
    </w:p>
    <w:p w14:paraId="73431F8A" w14:textId="77777777" w:rsidR="00810015" w:rsidRDefault="00810015" w:rsidP="00810015">
      <w:r>
        <w:t>278.8614</w:t>
      </w:r>
      <w:r>
        <w:tab/>
        <w:t>1.013e0</w:t>
      </w:r>
    </w:p>
    <w:p w14:paraId="711DE186" w14:textId="77777777" w:rsidR="00810015" w:rsidRDefault="00810015" w:rsidP="00810015">
      <w:r>
        <w:t>278.9167</w:t>
      </w:r>
      <w:r>
        <w:tab/>
        <w:t>2.025e0</w:t>
      </w:r>
    </w:p>
    <w:p w14:paraId="2261BD34" w14:textId="77777777" w:rsidR="00810015" w:rsidRDefault="00810015" w:rsidP="00810015">
      <w:r>
        <w:t>278.9512</w:t>
      </w:r>
      <w:r>
        <w:tab/>
        <w:t>1.013e0</w:t>
      </w:r>
    </w:p>
    <w:p w14:paraId="1AA4408B" w14:textId="77777777" w:rsidR="00810015" w:rsidRDefault="00810015" w:rsidP="00810015">
      <w:r>
        <w:t>278.9558</w:t>
      </w:r>
      <w:r>
        <w:tab/>
        <w:t>5.063e0</w:t>
      </w:r>
    </w:p>
    <w:p w14:paraId="2A4CE75E" w14:textId="77777777" w:rsidR="00810015" w:rsidRDefault="00810015" w:rsidP="00810015">
      <w:r>
        <w:t>278.9642</w:t>
      </w:r>
      <w:r>
        <w:tab/>
        <w:t>1.013e0</w:t>
      </w:r>
    </w:p>
    <w:p w14:paraId="6354D6F1" w14:textId="77777777" w:rsidR="00810015" w:rsidRDefault="00810015" w:rsidP="00810015">
      <w:r>
        <w:t>278.9680</w:t>
      </w:r>
      <w:r>
        <w:tab/>
        <w:t>1.013e0</w:t>
      </w:r>
    </w:p>
    <w:p w14:paraId="48C6B491" w14:textId="77777777" w:rsidR="00810015" w:rsidRDefault="00810015" w:rsidP="00810015">
      <w:r>
        <w:t>278.9822</w:t>
      </w:r>
      <w:r>
        <w:tab/>
        <w:t>2.025e0</w:t>
      </w:r>
    </w:p>
    <w:p w14:paraId="0A09F06D" w14:textId="77777777" w:rsidR="00810015" w:rsidRDefault="00810015" w:rsidP="00810015">
      <w:r>
        <w:t>278.9846</w:t>
      </w:r>
      <w:r>
        <w:tab/>
        <w:t>2.025e0</w:t>
      </w:r>
    </w:p>
    <w:p w14:paraId="3A593F98" w14:textId="77777777" w:rsidR="00810015" w:rsidRDefault="00810015" w:rsidP="00810015">
      <w:r>
        <w:t>279.0149</w:t>
      </w:r>
      <w:r>
        <w:tab/>
        <w:t>1.013e0</w:t>
      </w:r>
    </w:p>
    <w:p w14:paraId="0CE97454" w14:textId="77777777" w:rsidR="00810015" w:rsidRDefault="00810015" w:rsidP="00810015">
      <w:r>
        <w:t>279.0219</w:t>
      </w:r>
      <w:r>
        <w:tab/>
        <w:t>2.025e0</w:t>
      </w:r>
    </w:p>
    <w:p w14:paraId="73206047" w14:textId="77777777" w:rsidR="00810015" w:rsidRDefault="00810015" w:rsidP="00810015">
      <w:r>
        <w:t>279.0323</w:t>
      </w:r>
      <w:r>
        <w:tab/>
        <w:t>4.051e0</w:t>
      </w:r>
    </w:p>
    <w:p w14:paraId="3C1A729D" w14:textId="77777777" w:rsidR="00810015" w:rsidRDefault="00810015" w:rsidP="00810015">
      <w:r>
        <w:t>279.0353</w:t>
      </w:r>
      <w:r>
        <w:tab/>
        <w:t>2.025e0</w:t>
      </w:r>
    </w:p>
    <w:p w14:paraId="5DABBD63" w14:textId="77777777" w:rsidR="00810015" w:rsidRDefault="00810015" w:rsidP="00810015">
      <w:r>
        <w:t>279.0408</w:t>
      </w:r>
      <w:r>
        <w:tab/>
        <w:t>4.051e0</w:t>
      </w:r>
    </w:p>
    <w:p w14:paraId="208D5C54" w14:textId="77777777" w:rsidR="00810015" w:rsidRDefault="00810015" w:rsidP="00810015">
      <w:r>
        <w:t>279.0864</w:t>
      </w:r>
      <w:r>
        <w:tab/>
        <w:t>1.110e1</w:t>
      </w:r>
    </w:p>
    <w:p w14:paraId="6A1BC26D" w14:textId="77777777" w:rsidR="00810015" w:rsidRDefault="00810015" w:rsidP="00810015">
      <w:r>
        <w:t>279.0890</w:t>
      </w:r>
      <w:r>
        <w:tab/>
        <w:t>9.114e0</w:t>
      </w:r>
    </w:p>
    <w:p w14:paraId="45FECD7A" w14:textId="77777777" w:rsidR="00810015" w:rsidRDefault="00810015" w:rsidP="00810015">
      <w:r>
        <w:t>279.0903</w:t>
      </w:r>
      <w:r>
        <w:tab/>
        <w:t>8.101e0</w:t>
      </w:r>
    </w:p>
    <w:p w14:paraId="5B1DA127" w14:textId="77777777" w:rsidR="00810015" w:rsidRDefault="00810015" w:rsidP="00810015">
      <w:r>
        <w:t>279.0931</w:t>
      </w:r>
      <w:r>
        <w:tab/>
        <w:t>1.418e1</w:t>
      </w:r>
    </w:p>
    <w:p w14:paraId="1ABC3B39" w14:textId="77777777" w:rsidR="00810015" w:rsidRDefault="00810015" w:rsidP="00810015">
      <w:r>
        <w:t>279.0997</w:t>
      </w:r>
      <w:r>
        <w:tab/>
        <w:t>1.316e1</w:t>
      </w:r>
    </w:p>
    <w:p w14:paraId="4238BC52" w14:textId="77777777" w:rsidR="00810015" w:rsidRDefault="00810015" w:rsidP="00810015">
      <w:r>
        <w:t>279.1113</w:t>
      </w:r>
      <w:r>
        <w:tab/>
        <w:t>5.998e0</w:t>
      </w:r>
    </w:p>
    <w:p w14:paraId="159D5BA0" w14:textId="77777777" w:rsidR="00810015" w:rsidRDefault="00810015" w:rsidP="00810015">
      <w:r>
        <w:t>279.1144</w:t>
      </w:r>
      <w:r>
        <w:tab/>
        <w:t>9.513e0</w:t>
      </w:r>
    </w:p>
    <w:p w14:paraId="50D0C7B0" w14:textId="77777777" w:rsidR="00810015" w:rsidRDefault="00810015" w:rsidP="00810015">
      <w:r>
        <w:t>279.1181</w:t>
      </w:r>
      <w:r>
        <w:tab/>
        <w:t>1.016e1</w:t>
      </w:r>
    </w:p>
    <w:p w14:paraId="74899E79" w14:textId="77777777" w:rsidR="00810015" w:rsidRDefault="00810015" w:rsidP="00810015">
      <w:r>
        <w:t>279.1313</w:t>
      </w:r>
      <w:r>
        <w:tab/>
        <w:t>3.627e0</w:t>
      </w:r>
    </w:p>
    <w:p w14:paraId="5E918B9B" w14:textId="77777777" w:rsidR="00810015" w:rsidRDefault="00810015" w:rsidP="00810015">
      <w:r>
        <w:t>279.1589</w:t>
      </w:r>
      <w:r>
        <w:tab/>
        <w:t>1.627e1</w:t>
      </w:r>
    </w:p>
    <w:p w14:paraId="10A598B2" w14:textId="77777777" w:rsidR="00810015" w:rsidRDefault="00810015" w:rsidP="00810015">
      <w:r>
        <w:t>279.1610</w:t>
      </w:r>
      <w:r>
        <w:tab/>
        <w:t>1.418e1</w:t>
      </w:r>
    </w:p>
    <w:p w14:paraId="3BDFA0E8" w14:textId="77777777" w:rsidR="00810015" w:rsidRDefault="00810015" w:rsidP="00810015">
      <w:r>
        <w:t>279.1637</w:t>
      </w:r>
      <w:r>
        <w:tab/>
        <w:t>6.076e0</w:t>
      </w:r>
    </w:p>
    <w:p w14:paraId="0D2CBF9F" w14:textId="77777777" w:rsidR="00810015" w:rsidRDefault="00810015" w:rsidP="00810015">
      <w:r>
        <w:t>279.1734</w:t>
      </w:r>
      <w:r>
        <w:tab/>
        <w:t>7.825e0</w:t>
      </w:r>
    </w:p>
    <w:p w14:paraId="08BFFA5A" w14:textId="77777777" w:rsidR="00810015" w:rsidRDefault="00810015" w:rsidP="00810015">
      <w:r>
        <w:t>279.1810</w:t>
      </w:r>
      <w:r>
        <w:tab/>
        <w:t>1.500e1</w:t>
      </w:r>
    </w:p>
    <w:p w14:paraId="47F3FC07" w14:textId="77777777" w:rsidR="00810015" w:rsidRDefault="00810015" w:rsidP="00810015">
      <w:r>
        <w:t>279.1912</w:t>
      </w:r>
      <w:r>
        <w:tab/>
        <w:t>7.487e0</w:t>
      </w:r>
    </w:p>
    <w:p w14:paraId="76186E42" w14:textId="77777777" w:rsidR="00810015" w:rsidRDefault="00810015" w:rsidP="00810015">
      <w:r>
        <w:t>279.2061</w:t>
      </w:r>
      <w:r>
        <w:tab/>
        <w:t>2.025e0</w:t>
      </w:r>
    </w:p>
    <w:p w14:paraId="224AD263" w14:textId="77777777" w:rsidR="00810015" w:rsidRDefault="00810015" w:rsidP="00810015">
      <w:r>
        <w:t>279.2125</w:t>
      </w:r>
      <w:r>
        <w:tab/>
        <w:t>5.063e0</w:t>
      </w:r>
    </w:p>
    <w:p w14:paraId="2B75F5E9" w14:textId="77777777" w:rsidR="00810015" w:rsidRDefault="00810015" w:rsidP="00810015">
      <w:r>
        <w:t>279.2237</w:t>
      </w:r>
      <w:r>
        <w:tab/>
        <w:t>4.871e0</w:t>
      </w:r>
    </w:p>
    <w:p w14:paraId="6767AC3B" w14:textId="77777777" w:rsidR="00810015" w:rsidRDefault="00810015" w:rsidP="00810015">
      <w:r>
        <w:t>279.2344</w:t>
      </w:r>
      <w:r>
        <w:tab/>
        <w:t>1.013e0</w:t>
      </w:r>
    </w:p>
    <w:p w14:paraId="0F47434E" w14:textId="77777777" w:rsidR="00810015" w:rsidRDefault="00810015" w:rsidP="00810015">
      <w:r>
        <w:t>279.2430</w:t>
      </w:r>
      <w:r>
        <w:tab/>
        <w:t>4.051e0</w:t>
      </w:r>
    </w:p>
    <w:p w14:paraId="3BEDC215" w14:textId="77777777" w:rsidR="00810015" w:rsidRDefault="00810015" w:rsidP="00810015">
      <w:r>
        <w:t>279.2529</w:t>
      </w:r>
      <w:r>
        <w:tab/>
        <w:t>1.013e0</w:t>
      </w:r>
    </w:p>
    <w:p w14:paraId="2B3B62B1" w14:textId="77777777" w:rsidR="00810015" w:rsidRDefault="00810015" w:rsidP="00810015">
      <w:r>
        <w:t>279.2922</w:t>
      </w:r>
      <w:r>
        <w:tab/>
        <w:t>3.038e0</w:t>
      </w:r>
    </w:p>
    <w:p w14:paraId="2045E995" w14:textId="77777777" w:rsidR="00810015" w:rsidRDefault="00810015" w:rsidP="00810015">
      <w:r>
        <w:t>279.3123</w:t>
      </w:r>
      <w:r>
        <w:tab/>
        <w:t>1.013e0</w:t>
      </w:r>
    </w:p>
    <w:p w14:paraId="351EC555" w14:textId="77777777" w:rsidR="00810015" w:rsidRDefault="00810015" w:rsidP="00810015">
      <w:r>
        <w:t>279.3470</w:t>
      </w:r>
      <w:r>
        <w:tab/>
        <w:t>1.013e0</w:t>
      </w:r>
    </w:p>
    <w:p w14:paraId="78851D4D" w14:textId="77777777" w:rsidR="00810015" w:rsidRDefault="00810015" w:rsidP="00810015">
      <w:r>
        <w:t>279.3650</w:t>
      </w:r>
      <w:r>
        <w:tab/>
        <w:t>1.293e0</w:t>
      </w:r>
    </w:p>
    <w:p w14:paraId="25C2017E" w14:textId="77777777" w:rsidR="00810015" w:rsidRDefault="00810015" w:rsidP="00810015">
      <w:r>
        <w:t>279.3677</w:t>
      </w:r>
      <w:r>
        <w:tab/>
        <w:t>1.013e0</w:t>
      </w:r>
    </w:p>
    <w:p w14:paraId="1EC0159E" w14:textId="77777777" w:rsidR="00810015" w:rsidRDefault="00810015" w:rsidP="00810015">
      <w:r>
        <w:t>279.3821</w:t>
      </w:r>
      <w:r>
        <w:tab/>
        <w:t>1.013e0</w:t>
      </w:r>
    </w:p>
    <w:p w14:paraId="4A0A15E1" w14:textId="77777777" w:rsidR="00810015" w:rsidRDefault="00810015" w:rsidP="00810015">
      <w:r>
        <w:t>279.3908</w:t>
      </w:r>
      <w:r>
        <w:tab/>
        <w:t>2.025e0</w:t>
      </w:r>
    </w:p>
    <w:p w14:paraId="7FF63D83" w14:textId="77777777" w:rsidR="00810015" w:rsidRDefault="00810015" w:rsidP="00810015">
      <w:r>
        <w:t>279.4174</w:t>
      </w:r>
      <w:r>
        <w:tab/>
        <w:t>1.013e0</w:t>
      </w:r>
    </w:p>
    <w:p w14:paraId="24A2D68F" w14:textId="77777777" w:rsidR="00810015" w:rsidRDefault="00810015" w:rsidP="00810015">
      <w:r>
        <w:t>279.4287</w:t>
      </w:r>
      <w:r>
        <w:tab/>
        <w:t>2.025e0</w:t>
      </w:r>
    </w:p>
    <w:p w14:paraId="160DEB1E" w14:textId="77777777" w:rsidR="00810015" w:rsidRDefault="00810015" w:rsidP="00810015">
      <w:r>
        <w:t>279.4537</w:t>
      </w:r>
      <w:r>
        <w:tab/>
        <w:t>1.013e0</w:t>
      </w:r>
    </w:p>
    <w:p w14:paraId="2F019619" w14:textId="77777777" w:rsidR="00810015" w:rsidRDefault="00810015" w:rsidP="00810015">
      <w:r>
        <w:t>279.4568</w:t>
      </w:r>
      <w:r>
        <w:tab/>
        <w:t>2.025e0</w:t>
      </w:r>
    </w:p>
    <w:p w14:paraId="6AE7F966" w14:textId="77777777" w:rsidR="00810015" w:rsidRDefault="00810015" w:rsidP="00810015">
      <w:r>
        <w:t>279.4651</w:t>
      </w:r>
      <w:r>
        <w:tab/>
        <w:t>2.025e0</w:t>
      </w:r>
    </w:p>
    <w:p w14:paraId="6057A05C" w14:textId="77777777" w:rsidR="00810015" w:rsidRDefault="00810015" w:rsidP="00810015">
      <w:r>
        <w:t>279.4922</w:t>
      </w:r>
      <w:r>
        <w:tab/>
        <w:t>1.013e0</w:t>
      </w:r>
    </w:p>
    <w:p w14:paraId="1CAFCF40" w14:textId="77777777" w:rsidR="00810015" w:rsidRDefault="00810015" w:rsidP="00810015">
      <w:r>
        <w:t>279.5072</w:t>
      </w:r>
      <w:r>
        <w:tab/>
        <w:t>1.013e0</w:t>
      </w:r>
    </w:p>
    <w:p w14:paraId="1FAE9E52" w14:textId="77777777" w:rsidR="00810015" w:rsidRDefault="00810015" w:rsidP="00810015">
      <w:r>
        <w:t>279.5224</w:t>
      </w:r>
      <w:r>
        <w:tab/>
        <w:t>3.038e0</w:t>
      </w:r>
    </w:p>
    <w:p w14:paraId="08FC81FD" w14:textId="77777777" w:rsidR="00810015" w:rsidRDefault="00810015" w:rsidP="00810015">
      <w:r>
        <w:t>279.5300</w:t>
      </w:r>
      <w:r>
        <w:tab/>
        <w:t>2.025e0</w:t>
      </w:r>
    </w:p>
    <w:p w14:paraId="5A13845A" w14:textId="77777777" w:rsidR="00810015" w:rsidRDefault="00810015" w:rsidP="00810015">
      <w:r>
        <w:t>279.5657</w:t>
      </w:r>
      <w:r>
        <w:tab/>
        <w:t>2.025e0</w:t>
      </w:r>
    </w:p>
    <w:p w14:paraId="39C94870" w14:textId="77777777" w:rsidR="00810015" w:rsidRDefault="00810015" w:rsidP="00810015">
      <w:r>
        <w:t>279.5860</w:t>
      </w:r>
      <w:r>
        <w:tab/>
        <w:t>2.025e0</w:t>
      </w:r>
    </w:p>
    <w:p w14:paraId="79ECBF0F" w14:textId="77777777" w:rsidR="00810015" w:rsidRDefault="00810015" w:rsidP="00810015">
      <w:r>
        <w:t>279.5880</w:t>
      </w:r>
      <w:r>
        <w:tab/>
        <w:t>2.025e0</w:t>
      </w:r>
    </w:p>
    <w:p w14:paraId="0A6AA281" w14:textId="77777777" w:rsidR="00810015" w:rsidRDefault="00810015" w:rsidP="00810015">
      <w:r>
        <w:t>279.6083</w:t>
      </w:r>
      <w:r>
        <w:tab/>
        <w:t>2.025e0</w:t>
      </w:r>
    </w:p>
    <w:p w14:paraId="37E8F2AD" w14:textId="77777777" w:rsidR="00810015" w:rsidRDefault="00810015" w:rsidP="00810015">
      <w:r>
        <w:t>279.6293</w:t>
      </w:r>
      <w:r>
        <w:tab/>
        <w:t>1.013e0</w:t>
      </w:r>
    </w:p>
    <w:p w14:paraId="7EB29915" w14:textId="77777777" w:rsidR="00810015" w:rsidRDefault="00810015" w:rsidP="00810015">
      <w:r>
        <w:t>279.6447</w:t>
      </w:r>
      <w:r>
        <w:tab/>
        <w:t>1.013e0</w:t>
      </w:r>
    </w:p>
    <w:p w14:paraId="24A7AA59" w14:textId="77777777" w:rsidR="00810015" w:rsidRDefault="00810015" w:rsidP="00810015">
      <w:r>
        <w:t>279.6486</w:t>
      </w:r>
      <w:r>
        <w:tab/>
        <w:t>1.013e0</w:t>
      </w:r>
    </w:p>
    <w:p w14:paraId="4F3EEB94" w14:textId="77777777" w:rsidR="00810015" w:rsidRDefault="00810015" w:rsidP="00810015">
      <w:r>
        <w:t>279.6518</w:t>
      </w:r>
      <w:r>
        <w:tab/>
        <w:t>4.051e0</w:t>
      </w:r>
    </w:p>
    <w:p w14:paraId="3BE05F0A" w14:textId="77777777" w:rsidR="00810015" w:rsidRDefault="00810015" w:rsidP="00810015">
      <w:r>
        <w:t>279.7036</w:t>
      </w:r>
      <w:r>
        <w:tab/>
        <w:t>2.025e0</w:t>
      </w:r>
    </w:p>
    <w:p w14:paraId="29AAC70B" w14:textId="77777777" w:rsidR="00810015" w:rsidRDefault="00810015" w:rsidP="00810015">
      <w:r>
        <w:t>279.7320</w:t>
      </w:r>
      <w:r>
        <w:tab/>
        <w:t>1.013e0</w:t>
      </w:r>
    </w:p>
    <w:p w14:paraId="17A2C49E" w14:textId="77777777" w:rsidR="00810015" w:rsidRDefault="00810015" w:rsidP="00810015">
      <w:r>
        <w:t>279.7446</w:t>
      </w:r>
      <w:r>
        <w:tab/>
        <w:t>2.025e0</w:t>
      </w:r>
    </w:p>
    <w:p w14:paraId="5A5DB026" w14:textId="77777777" w:rsidR="00810015" w:rsidRDefault="00810015" w:rsidP="00810015">
      <w:r>
        <w:t>279.7466</w:t>
      </w:r>
      <w:r>
        <w:tab/>
        <w:t>1.013e0</w:t>
      </w:r>
    </w:p>
    <w:p w14:paraId="573B77F9" w14:textId="77777777" w:rsidR="00810015" w:rsidRDefault="00810015" w:rsidP="00810015">
      <w:r>
        <w:t>279.7628</w:t>
      </w:r>
      <w:r>
        <w:tab/>
        <w:t>1.013e0</w:t>
      </w:r>
    </w:p>
    <w:p w14:paraId="1F7660F4" w14:textId="77777777" w:rsidR="00810015" w:rsidRDefault="00810015" w:rsidP="00810015">
      <w:r>
        <w:t>279.7780</w:t>
      </w:r>
      <w:r>
        <w:tab/>
        <w:t>1.013e0</w:t>
      </w:r>
    </w:p>
    <w:p w14:paraId="1B722DC9" w14:textId="77777777" w:rsidR="00810015" w:rsidRDefault="00810015" w:rsidP="00810015">
      <w:r>
        <w:t>279.7900</w:t>
      </w:r>
      <w:r>
        <w:tab/>
        <w:t>1.013e0</w:t>
      </w:r>
    </w:p>
    <w:p w14:paraId="065333E4" w14:textId="77777777" w:rsidR="00810015" w:rsidRDefault="00810015" w:rsidP="00810015">
      <w:r>
        <w:t>279.7923</w:t>
      </w:r>
      <w:r>
        <w:tab/>
        <w:t>2.025e0</w:t>
      </w:r>
    </w:p>
    <w:p w14:paraId="40FA6A53" w14:textId="77777777" w:rsidR="00810015" w:rsidRDefault="00810015" w:rsidP="00810015">
      <w:r>
        <w:t>279.8172</w:t>
      </w:r>
      <w:r>
        <w:tab/>
        <w:t>1.013e0</w:t>
      </w:r>
    </w:p>
    <w:p w14:paraId="61CDCA57" w14:textId="77777777" w:rsidR="00810015" w:rsidRDefault="00810015" w:rsidP="00810015">
      <w:r>
        <w:t>279.8485</w:t>
      </w:r>
      <w:r>
        <w:tab/>
        <w:t>1.013e0</w:t>
      </w:r>
    </w:p>
    <w:p w14:paraId="2ED863CB" w14:textId="77777777" w:rsidR="00810015" w:rsidRDefault="00810015" w:rsidP="00810015">
      <w:r>
        <w:t>279.8706</w:t>
      </w:r>
      <w:r>
        <w:tab/>
        <w:t>1.013e0</w:t>
      </w:r>
    </w:p>
    <w:p w14:paraId="3E7923B6" w14:textId="77777777" w:rsidR="00810015" w:rsidRDefault="00810015" w:rsidP="00810015">
      <w:r>
        <w:t>279.8799</w:t>
      </w:r>
      <w:r>
        <w:tab/>
        <w:t>1.013e0</w:t>
      </w:r>
    </w:p>
    <w:p w14:paraId="485BC31A" w14:textId="77777777" w:rsidR="00810015" w:rsidRDefault="00810015" w:rsidP="00810015">
      <w:r>
        <w:t>279.9193</w:t>
      </w:r>
      <w:r>
        <w:tab/>
        <w:t>1.013e0</w:t>
      </w:r>
    </w:p>
    <w:p w14:paraId="035888F3" w14:textId="77777777" w:rsidR="00810015" w:rsidRDefault="00810015" w:rsidP="00810015">
      <w:r>
        <w:t>279.9281</w:t>
      </w:r>
      <w:r>
        <w:tab/>
        <w:t>1.013e0</w:t>
      </w:r>
    </w:p>
    <w:p w14:paraId="768A9735" w14:textId="77777777" w:rsidR="00810015" w:rsidRDefault="00810015" w:rsidP="00810015">
      <w:r>
        <w:t>279.9322</w:t>
      </w:r>
      <w:r>
        <w:tab/>
        <w:t>1.013e0</w:t>
      </w:r>
    </w:p>
    <w:p w14:paraId="3DD7D0A7" w14:textId="77777777" w:rsidR="00810015" w:rsidRDefault="00810015" w:rsidP="00810015">
      <w:r>
        <w:t>279.9506</w:t>
      </w:r>
      <w:r>
        <w:tab/>
        <w:t>2.025e0</w:t>
      </w:r>
    </w:p>
    <w:p w14:paraId="1B6C6F03" w14:textId="77777777" w:rsidR="00810015" w:rsidRDefault="00810015" w:rsidP="00810015">
      <w:r>
        <w:t>279.9546</w:t>
      </w:r>
      <w:r>
        <w:tab/>
        <w:t>2.025e0</w:t>
      </w:r>
    </w:p>
    <w:p w14:paraId="29EB7F7D" w14:textId="77777777" w:rsidR="00810015" w:rsidRDefault="00810015" w:rsidP="00810015">
      <w:r>
        <w:t>279.9789</w:t>
      </w:r>
      <w:r>
        <w:tab/>
        <w:t>2.025e0</w:t>
      </w:r>
    </w:p>
    <w:p w14:paraId="4A869721" w14:textId="77777777" w:rsidR="00810015" w:rsidRDefault="00810015" w:rsidP="00810015">
      <w:r>
        <w:t>279.9861</w:t>
      </w:r>
      <w:r>
        <w:tab/>
        <w:t>2.025e0</w:t>
      </w:r>
    </w:p>
    <w:p w14:paraId="2860BA16" w14:textId="77777777" w:rsidR="00810015" w:rsidRDefault="00810015" w:rsidP="00810015">
      <w:r>
        <w:t>279.9899</w:t>
      </w:r>
      <w:r>
        <w:tab/>
        <w:t>1.013e0</w:t>
      </w:r>
    </w:p>
    <w:p w14:paraId="21CFA374" w14:textId="77777777" w:rsidR="00810015" w:rsidRDefault="00810015" w:rsidP="00810015">
      <w:r>
        <w:t>280.0202</w:t>
      </w:r>
      <w:r>
        <w:tab/>
        <w:t>3.038e0</w:t>
      </w:r>
    </w:p>
    <w:p w14:paraId="35BE5B3A" w14:textId="77777777" w:rsidR="00810015" w:rsidRDefault="00810015" w:rsidP="00810015">
      <w:r>
        <w:t>280.0275</w:t>
      </w:r>
      <w:r>
        <w:tab/>
        <w:t>3.038e0</w:t>
      </w:r>
    </w:p>
    <w:p w14:paraId="62BEA1DA" w14:textId="77777777" w:rsidR="00810015" w:rsidRDefault="00810015" w:rsidP="00810015">
      <w:r>
        <w:t>280.0860</w:t>
      </w:r>
      <w:r>
        <w:tab/>
        <w:t>9.114e0</w:t>
      </w:r>
    </w:p>
    <w:p w14:paraId="4654039C" w14:textId="77777777" w:rsidR="00810015" w:rsidRDefault="00810015" w:rsidP="00810015">
      <w:r>
        <w:t>280.0899</w:t>
      </w:r>
      <w:r>
        <w:tab/>
        <w:t>2.025e0</w:t>
      </w:r>
    </w:p>
    <w:p w14:paraId="201B423A" w14:textId="77777777" w:rsidR="00810015" w:rsidRDefault="00810015" w:rsidP="00810015">
      <w:r>
        <w:t>280.0964</w:t>
      </w:r>
      <w:r>
        <w:tab/>
        <w:t>5.063e0</w:t>
      </w:r>
    </w:p>
    <w:p w14:paraId="50C87AA5" w14:textId="77777777" w:rsidR="00810015" w:rsidRDefault="00810015" w:rsidP="00810015">
      <w:r>
        <w:t>280.1018</w:t>
      </w:r>
      <w:r>
        <w:tab/>
        <w:t>1.013e0</w:t>
      </w:r>
    </w:p>
    <w:p w14:paraId="3615E209" w14:textId="77777777" w:rsidR="00810015" w:rsidRDefault="00810015" w:rsidP="00810015">
      <w:r>
        <w:t>280.1326</w:t>
      </w:r>
      <w:r>
        <w:tab/>
        <w:t>1.013e0</w:t>
      </w:r>
    </w:p>
    <w:p w14:paraId="008D41CC" w14:textId="77777777" w:rsidR="00810015" w:rsidRDefault="00810015" w:rsidP="00810015">
      <w:r>
        <w:t>280.1550</w:t>
      </w:r>
      <w:r>
        <w:tab/>
        <w:t>5.063e0</w:t>
      </w:r>
    </w:p>
    <w:p w14:paraId="4621F05F" w14:textId="77777777" w:rsidR="00810015" w:rsidRDefault="00810015" w:rsidP="00810015">
      <w:r>
        <w:t>280.1635</w:t>
      </w:r>
      <w:r>
        <w:tab/>
        <w:t>1.013e0</w:t>
      </w:r>
    </w:p>
    <w:p w14:paraId="1F0F4E5F" w14:textId="77777777" w:rsidR="00810015" w:rsidRDefault="00810015" w:rsidP="00810015">
      <w:r>
        <w:t>280.1685</w:t>
      </w:r>
      <w:r>
        <w:tab/>
        <w:t>4.658e0</w:t>
      </w:r>
    </w:p>
    <w:p w14:paraId="293E59FF" w14:textId="77777777" w:rsidR="00810015" w:rsidRDefault="00810015" w:rsidP="00810015">
      <w:r>
        <w:t>280.1824</w:t>
      </w:r>
      <w:r>
        <w:tab/>
        <w:t>3.061e0</w:t>
      </w:r>
    </w:p>
    <w:p w14:paraId="580F4A0D" w14:textId="77777777" w:rsidR="00810015" w:rsidRDefault="00810015" w:rsidP="00810015">
      <w:r>
        <w:t>280.1960</w:t>
      </w:r>
      <w:r>
        <w:tab/>
        <w:t>2.025e0</w:t>
      </w:r>
    </w:p>
    <w:p w14:paraId="5D98BA53" w14:textId="77777777" w:rsidR="00810015" w:rsidRDefault="00810015" w:rsidP="00810015">
      <w:r>
        <w:t>280.2151</w:t>
      </w:r>
      <w:r>
        <w:tab/>
        <w:t>3.038e0</w:t>
      </w:r>
    </w:p>
    <w:p w14:paraId="4730E7AE" w14:textId="77777777" w:rsidR="00810015" w:rsidRDefault="00810015" w:rsidP="00810015">
      <w:r>
        <w:t>280.2252</w:t>
      </w:r>
      <w:r>
        <w:tab/>
        <w:t>1.013e0</w:t>
      </w:r>
    </w:p>
    <w:p w14:paraId="3A34DCC5" w14:textId="77777777" w:rsidR="00810015" w:rsidRDefault="00810015" w:rsidP="00810015">
      <w:r>
        <w:t>280.2329</w:t>
      </w:r>
      <w:r>
        <w:tab/>
        <w:t>2.025e0</w:t>
      </w:r>
    </w:p>
    <w:p w14:paraId="19065440" w14:textId="77777777" w:rsidR="00810015" w:rsidRDefault="00810015" w:rsidP="00810015">
      <w:r>
        <w:t>280.2565</w:t>
      </w:r>
      <w:r>
        <w:tab/>
        <w:t>1.013e0</w:t>
      </w:r>
    </w:p>
    <w:p w14:paraId="22DAD732" w14:textId="77777777" w:rsidR="00810015" w:rsidRDefault="00810015" w:rsidP="00810015">
      <w:r>
        <w:t>280.2721</w:t>
      </w:r>
      <w:r>
        <w:tab/>
        <w:t>3.038e0</w:t>
      </w:r>
    </w:p>
    <w:p w14:paraId="407E58A1" w14:textId="77777777" w:rsidR="00810015" w:rsidRDefault="00810015" w:rsidP="00810015">
      <w:r>
        <w:t>280.2839</w:t>
      </w:r>
      <w:r>
        <w:tab/>
        <w:t>1.013e0</w:t>
      </w:r>
    </w:p>
    <w:p w14:paraId="4A1AEC8F" w14:textId="77777777" w:rsidR="00810015" w:rsidRDefault="00810015" w:rsidP="00810015">
      <w:r>
        <w:t>280.2920</w:t>
      </w:r>
      <w:r>
        <w:tab/>
        <w:t>1.013e0</w:t>
      </w:r>
    </w:p>
    <w:p w14:paraId="05F1FC26" w14:textId="77777777" w:rsidR="00810015" w:rsidRDefault="00810015" w:rsidP="00810015">
      <w:r>
        <w:t>280.3231</w:t>
      </w:r>
      <w:r>
        <w:tab/>
        <w:t>1.013e0</w:t>
      </w:r>
    </w:p>
    <w:p w14:paraId="2F62FB3F" w14:textId="77777777" w:rsidR="00810015" w:rsidRDefault="00810015" w:rsidP="00810015">
      <w:r>
        <w:t>280.3589</w:t>
      </w:r>
      <w:r>
        <w:tab/>
        <w:t>1.013e0</w:t>
      </w:r>
    </w:p>
    <w:p w14:paraId="034D77A2" w14:textId="77777777" w:rsidR="00810015" w:rsidRDefault="00810015" w:rsidP="00810015">
      <w:r>
        <w:t>280.3907</w:t>
      </w:r>
      <w:r>
        <w:tab/>
        <w:t>1.013e0</w:t>
      </w:r>
    </w:p>
    <w:p w14:paraId="4DF329DD" w14:textId="77777777" w:rsidR="00810015" w:rsidRDefault="00810015" w:rsidP="00810015">
      <w:r>
        <w:t>280.4142</w:t>
      </w:r>
      <w:r>
        <w:tab/>
        <w:t>1.013e0</w:t>
      </w:r>
    </w:p>
    <w:p w14:paraId="0499DCFB" w14:textId="77777777" w:rsidR="00810015" w:rsidRDefault="00810015" w:rsidP="00810015">
      <w:r>
        <w:t>280.4406</w:t>
      </w:r>
      <w:r>
        <w:tab/>
        <w:t>1.013e0</w:t>
      </w:r>
    </w:p>
    <w:p w14:paraId="1DBF3D90" w14:textId="77777777" w:rsidR="00810015" w:rsidRDefault="00810015" w:rsidP="00810015">
      <w:r>
        <w:t>280.4455</w:t>
      </w:r>
      <w:r>
        <w:tab/>
        <w:t>1.013e0</w:t>
      </w:r>
    </w:p>
    <w:p w14:paraId="4CA96F84" w14:textId="77777777" w:rsidR="00810015" w:rsidRDefault="00810015" w:rsidP="00810015">
      <w:r>
        <w:t>280.4759</w:t>
      </w:r>
      <w:r>
        <w:tab/>
        <w:t>2.025e0</w:t>
      </w:r>
    </w:p>
    <w:p w14:paraId="1B27E941" w14:textId="77777777" w:rsidR="00810015" w:rsidRDefault="00810015" w:rsidP="00810015">
      <w:r>
        <w:t>280.5122</w:t>
      </w:r>
      <w:r>
        <w:tab/>
        <w:t>1.013e0</w:t>
      </w:r>
    </w:p>
    <w:p w14:paraId="652C3555" w14:textId="77777777" w:rsidR="00810015" w:rsidRDefault="00810015" w:rsidP="00810015">
      <w:r>
        <w:t>280.5595</w:t>
      </w:r>
      <w:r>
        <w:tab/>
        <w:t>1.013e0</w:t>
      </w:r>
    </w:p>
    <w:p w14:paraId="6C06EC19" w14:textId="77777777" w:rsidR="00810015" w:rsidRDefault="00810015" w:rsidP="00810015">
      <w:r>
        <w:t>280.5900</w:t>
      </w:r>
      <w:r>
        <w:tab/>
        <w:t>5.063e0</w:t>
      </w:r>
    </w:p>
    <w:p w14:paraId="609C5C56" w14:textId="77777777" w:rsidR="00810015" w:rsidRDefault="00810015" w:rsidP="00810015">
      <w:r>
        <w:t>280.5956</w:t>
      </w:r>
      <w:r>
        <w:tab/>
        <w:t>2.025e0</w:t>
      </w:r>
    </w:p>
    <w:p w14:paraId="698F46C0" w14:textId="77777777" w:rsidR="00810015" w:rsidRDefault="00810015" w:rsidP="00810015">
      <w:r>
        <w:t>280.6183</w:t>
      </w:r>
      <w:r>
        <w:tab/>
        <w:t>1.013e0</w:t>
      </w:r>
    </w:p>
    <w:p w14:paraId="389A2917" w14:textId="77777777" w:rsidR="00810015" w:rsidRDefault="00810015" w:rsidP="00810015">
      <w:r>
        <w:t>280.6526</w:t>
      </w:r>
      <w:r>
        <w:tab/>
        <w:t>1.013e0</w:t>
      </w:r>
    </w:p>
    <w:p w14:paraId="0D271C11" w14:textId="77777777" w:rsidR="00810015" w:rsidRDefault="00810015" w:rsidP="00810015">
      <w:r>
        <w:t>280.6536</w:t>
      </w:r>
      <w:r>
        <w:tab/>
        <w:t>1.013e0</w:t>
      </w:r>
    </w:p>
    <w:p w14:paraId="306C814F" w14:textId="77777777" w:rsidR="00810015" w:rsidRDefault="00810015" w:rsidP="00810015">
      <w:r>
        <w:t>280.6573</w:t>
      </w:r>
      <w:r>
        <w:tab/>
        <w:t>1.013e0</w:t>
      </w:r>
    </w:p>
    <w:p w14:paraId="4DA971F7" w14:textId="77777777" w:rsidR="00810015" w:rsidRDefault="00810015" w:rsidP="00810015">
      <w:r>
        <w:t>280.6965</w:t>
      </w:r>
      <w:r>
        <w:tab/>
        <w:t>2.025e0</w:t>
      </w:r>
    </w:p>
    <w:p w14:paraId="7885E865" w14:textId="77777777" w:rsidR="00810015" w:rsidRDefault="00810015" w:rsidP="00810015">
      <w:r>
        <w:t>280.6985</w:t>
      </w:r>
      <w:r>
        <w:tab/>
        <w:t>1.013e0</w:t>
      </w:r>
    </w:p>
    <w:p w14:paraId="44315876" w14:textId="77777777" w:rsidR="00810015" w:rsidRDefault="00810015" w:rsidP="00810015">
      <w:r>
        <w:t>280.7154</w:t>
      </w:r>
      <w:r>
        <w:tab/>
        <w:t>1.013e0</w:t>
      </w:r>
    </w:p>
    <w:p w14:paraId="341B84C1" w14:textId="77777777" w:rsidR="00810015" w:rsidRDefault="00810015" w:rsidP="00810015">
      <w:r>
        <w:t>280.7912</w:t>
      </w:r>
      <w:r>
        <w:tab/>
        <w:t>1.013e0</w:t>
      </w:r>
    </w:p>
    <w:p w14:paraId="1EC0AA72" w14:textId="77777777" w:rsidR="00810015" w:rsidRDefault="00810015" w:rsidP="00810015">
      <w:r>
        <w:t>280.7963</w:t>
      </w:r>
      <w:r>
        <w:tab/>
        <w:t>1.013e0</w:t>
      </w:r>
    </w:p>
    <w:p w14:paraId="60579215" w14:textId="77777777" w:rsidR="00810015" w:rsidRDefault="00810015" w:rsidP="00810015">
      <w:r>
        <w:t>280.8093</w:t>
      </w:r>
      <w:r>
        <w:tab/>
        <w:t>1.013e0</w:t>
      </w:r>
    </w:p>
    <w:p w14:paraId="1A8C1216" w14:textId="77777777" w:rsidR="00810015" w:rsidRDefault="00810015" w:rsidP="00810015">
      <w:r>
        <w:t>280.8103</w:t>
      </w:r>
      <w:r>
        <w:tab/>
        <w:t>1.013e0</w:t>
      </w:r>
    </w:p>
    <w:p w14:paraId="0A9EA366" w14:textId="77777777" w:rsidR="00810015" w:rsidRDefault="00810015" w:rsidP="00810015">
      <w:r>
        <w:t>280.8490</w:t>
      </w:r>
      <w:r>
        <w:tab/>
        <w:t>2.025e0</w:t>
      </w:r>
    </w:p>
    <w:p w14:paraId="02EF2586" w14:textId="77777777" w:rsidR="00810015" w:rsidRDefault="00810015" w:rsidP="00810015">
      <w:r>
        <w:t>280.8761</w:t>
      </w:r>
      <w:r>
        <w:tab/>
        <w:t>1.013e0</w:t>
      </w:r>
    </w:p>
    <w:p w14:paraId="2B7F3243" w14:textId="77777777" w:rsidR="00810015" w:rsidRDefault="00810015" w:rsidP="00810015">
      <w:r>
        <w:t>280.8900</w:t>
      </w:r>
      <w:r>
        <w:tab/>
        <w:t>1.013e0</w:t>
      </w:r>
    </w:p>
    <w:p w14:paraId="49B8111A" w14:textId="77777777" w:rsidR="00810015" w:rsidRDefault="00810015" w:rsidP="00810015">
      <w:r>
        <w:t>280.9074</w:t>
      </w:r>
      <w:r>
        <w:tab/>
        <w:t>2.025e0</w:t>
      </w:r>
    </w:p>
    <w:p w14:paraId="3574FE58" w14:textId="77777777" w:rsidR="00810015" w:rsidRDefault="00810015" w:rsidP="00810015">
      <w:r>
        <w:t>280.9509</w:t>
      </w:r>
      <w:r>
        <w:tab/>
        <w:t>1.013e0</w:t>
      </w:r>
    </w:p>
    <w:p w14:paraId="644E3F06" w14:textId="77777777" w:rsidR="00810015" w:rsidRDefault="00810015" w:rsidP="00810015">
      <w:r>
        <w:t>280.9595</w:t>
      </w:r>
      <w:r>
        <w:tab/>
        <w:t>2.025e0</w:t>
      </w:r>
    </w:p>
    <w:p w14:paraId="28D4A6D7" w14:textId="77777777" w:rsidR="00810015" w:rsidRDefault="00810015" w:rsidP="00810015">
      <w:r>
        <w:t>280.9741</w:t>
      </w:r>
      <w:r>
        <w:tab/>
        <w:t>1.013e0</w:t>
      </w:r>
    </w:p>
    <w:p w14:paraId="011161E6" w14:textId="77777777" w:rsidR="00810015" w:rsidRDefault="00810015" w:rsidP="00810015">
      <w:r>
        <w:t>280.9761</w:t>
      </w:r>
      <w:r>
        <w:tab/>
        <w:t>2.025e0</w:t>
      </w:r>
    </w:p>
    <w:p w14:paraId="12E5553A" w14:textId="77777777" w:rsidR="00810015" w:rsidRDefault="00810015" w:rsidP="00810015">
      <w:r>
        <w:t>280.9782</w:t>
      </w:r>
      <w:r>
        <w:tab/>
        <w:t>1.013e0</w:t>
      </w:r>
    </w:p>
    <w:p w14:paraId="03034D0B" w14:textId="77777777" w:rsidR="00810015" w:rsidRDefault="00810015" w:rsidP="00810015">
      <w:r>
        <w:t>280.9978</w:t>
      </w:r>
      <w:r>
        <w:tab/>
        <w:t>3.796e0</w:t>
      </w:r>
    </w:p>
    <w:p w14:paraId="30AF5C1A" w14:textId="77777777" w:rsidR="00810015" w:rsidRDefault="00810015" w:rsidP="00810015">
      <w:r>
        <w:t>280.9998</w:t>
      </w:r>
      <w:r>
        <w:tab/>
        <w:t>3.038e0</w:t>
      </w:r>
    </w:p>
    <w:p w14:paraId="526D1D03" w14:textId="77777777" w:rsidR="00810015" w:rsidRDefault="00810015" w:rsidP="00810015">
      <w:r>
        <w:t>281.0050</w:t>
      </w:r>
      <w:r>
        <w:tab/>
        <w:t>2.025e0</w:t>
      </w:r>
    </w:p>
    <w:p w14:paraId="3EFEE0D5" w14:textId="77777777" w:rsidR="00810015" w:rsidRDefault="00810015" w:rsidP="00810015">
      <w:r>
        <w:t>281.0368</w:t>
      </w:r>
      <w:r>
        <w:tab/>
        <w:t>1.013e0</w:t>
      </w:r>
    </w:p>
    <w:p w14:paraId="53041A5A" w14:textId="77777777" w:rsidR="00810015" w:rsidRDefault="00810015" w:rsidP="00810015">
      <w:r>
        <w:t>281.0643</w:t>
      </w:r>
      <w:r>
        <w:tab/>
        <w:t>1.013e0</w:t>
      </w:r>
    </w:p>
    <w:p w14:paraId="5F73D9C4" w14:textId="77777777" w:rsidR="00810015" w:rsidRDefault="00810015" w:rsidP="00810015">
      <w:r>
        <w:t>281.0692</w:t>
      </w:r>
      <w:r>
        <w:tab/>
        <w:t>1.013e0</w:t>
      </w:r>
    </w:p>
    <w:p w14:paraId="7A7623B1" w14:textId="77777777" w:rsidR="00810015" w:rsidRDefault="00810015" w:rsidP="00810015">
      <w:r>
        <w:t>281.0779</w:t>
      </w:r>
      <w:r>
        <w:tab/>
        <w:t>3.038e0</w:t>
      </w:r>
    </w:p>
    <w:p w14:paraId="2144484C" w14:textId="77777777" w:rsidR="00810015" w:rsidRDefault="00810015" w:rsidP="00810015">
      <w:r>
        <w:t>281.0901</w:t>
      </w:r>
      <w:r>
        <w:tab/>
        <w:t>1.013e0</w:t>
      </w:r>
    </w:p>
    <w:p w14:paraId="53963CFC" w14:textId="77777777" w:rsidR="00810015" w:rsidRDefault="00810015" w:rsidP="00810015">
      <w:r>
        <w:t>281.0952</w:t>
      </w:r>
      <w:r>
        <w:tab/>
        <w:t>1.013e0</w:t>
      </w:r>
    </w:p>
    <w:p w14:paraId="45AE8449" w14:textId="77777777" w:rsidR="00810015" w:rsidRDefault="00810015" w:rsidP="00810015">
      <w:r>
        <w:t>281.0992</w:t>
      </w:r>
      <w:r>
        <w:tab/>
        <w:t>2.025e0</w:t>
      </w:r>
    </w:p>
    <w:p w14:paraId="5315BE35" w14:textId="77777777" w:rsidR="00810015" w:rsidRDefault="00810015" w:rsidP="00810015">
      <w:r>
        <w:t>281.1311</w:t>
      </w:r>
      <w:r>
        <w:tab/>
        <w:t>5.063e0</w:t>
      </w:r>
    </w:p>
    <w:p w14:paraId="042EE15B" w14:textId="77777777" w:rsidR="00810015" w:rsidRDefault="00810015" w:rsidP="00810015">
      <w:r>
        <w:t>281.1397</w:t>
      </w:r>
      <w:r>
        <w:tab/>
        <w:t>8.101e0</w:t>
      </w:r>
    </w:p>
    <w:p w14:paraId="15881B54" w14:textId="77777777" w:rsidR="00810015" w:rsidRDefault="00810015" w:rsidP="00810015">
      <w:r>
        <w:t>281.1622</w:t>
      </w:r>
      <w:r>
        <w:tab/>
        <w:t>1.013e0</w:t>
      </w:r>
    </w:p>
    <w:p w14:paraId="218D32FE" w14:textId="77777777" w:rsidR="00810015" w:rsidRDefault="00810015" w:rsidP="00810015">
      <w:r>
        <w:t>281.1662</w:t>
      </w:r>
      <w:r>
        <w:tab/>
        <w:t>1.013e0</w:t>
      </w:r>
    </w:p>
    <w:p w14:paraId="40EA0D12" w14:textId="77777777" w:rsidR="00810015" w:rsidRDefault="00810015" w:rsidP="00810015">
      <w:r>
        <w:t>281.1977</w:t>
      </w:r>
      <w:r>
        <w:tab/>
        <w:t>1.013e0</w:t>
      </w:r>
    </w:p>
    <w:p w14:paraId="6E043A5C" w14:textId="77777777" w:rsidR="00810015" w:rsidRDefault="00810015" w:rsidP="00810015">
      <w:r>
        <w:t>281.2097</w:t>
      </w:r>
      <w:r>
        <w:tab/>
        <w:t>1.013e0</w:t>
      </w:r>
    </w:p>
    <w:p w14:paraId="333FDEEC" w14:textId="77777777" w:rsidR="00810015" w:rsidRDefault="00810015" w:rsidP="00810015">
      <w:r>
        <w:t>281.2136</w:t>
      </w:r>
      <w:r>
        <w:tab/>
        <w:t>6.076e0</w:t>
      </w:r>
    </w:p>
    <w:p w14:paraId="3457D52F" w14:textId="77777777" w:rsidR="00810015" w:rsidRDefault="00810015" w:rsidP="00810015">
      <w:r>
        <w:t>281.2251</w:t>
      </w:r>
      <w:r>
        <w:tab/>
        <w:t>1.013e0</w:t>
      </w:r>
    </w:p>
    <w:p w14:paraId="289A308F" w14:textId="77777777" w:rsidR="00810015" w:rsidRDefault="00810015" w:rsidP="00810015">
      <w:r>
        <w:t>281.2390</w:t>
      </w:r>
      <w:r>
        <w:tab/>
        <w:t>3.038e0</w:t>
      </w:r>
    </w:p>
    <w:p w14:paraId="3E45B88A" w14:textId="77777777" w:rsidR="00810015" w:rsidRDefault="00810015" w:rsidP="00810015">
      <w:r>
        <w:t>281.2561</w:t>
      </w:r>
      <w:r>
        <w:tab/>
        <w:t>3.038e0</w:t>
      </w:r>
    </w:p>
    <w:p w14:paraId="13C550C4" w14:textId="77777777" w:rsidR="00810015" w:rsidRDefault="00810015" w:rsidP="00810015">
      <w:r>
        <w:t>281.2630</w:t>
      </w:r>
      <w:r>
        <w:tab/>
        <w:t>2.025e0</w:t>
      </w:r>
    </w:p>
    <w:p w14:paraId="13B81F63" w14:textId="77777777" w:rsidR="00810015" w:rsidRDefault="00810015" w:rsidP="00810015">
      <w:r>
        <w:t>281.2809</w:t>
      </w:r>
      <w:r>
        <w:tab/>
        <w:t>1.013e0</w:t>
      </w:r>
    </w:p>
    <w:p w14:paraId="1998C493" w14:textId="77777777" w:rsidR="00810015" w:rsidRDefault="00810015" w:rsidP="00810015">
      <w:r>
        <w:t>281.2843</w:t>
      </w:r>
      <w:r>
        <w:tab/>
        <w:t>2.025e0</w:t>
      </w:r>
    </w:p>
    <w:p w14:paraId="14BA0A4E" w14:textId="77777777" w:rsidR="00810015" w:rsidRDefault="00810015" w:rsidP="00810015">
      <w:r>
        <w:t>281.2860</w:t>
      </w:r>
      <w:r>
        <w:tab/>
        <w:t>1.013e0</w:t>
      </w:r>
    </w:p>
    <w:p w14:paraId="402A1014" w14:textId="77777777" w:rsidR="00810015" w:rsidRDefault="00810015" w:rsidP="00810015">
      <w:r>
        <w:t>281.3128</w:t>
      </w:r>
      <w:r>
        <w:tab/>
        <w:t>1.013e0</w:t>
      </w:r>
    </w:p>
    <w:p w14:paraId="28B79C85" w14:textId="77777777" w:rsidR="00810015" w:rsidRDefault="00810015" w:rsidP="00810015">
      <w:r>
        <w:t>281.3487</w:t>
      </w:r>
      <w:r>
        <w:tab/>
        <w:t>3.038e0</w:t>
      </w:r>
    </w:p>
    <w:p w14:paraId="26FC5836" w14:textId="77777777" w:rsidR="00810015" w:rsidRDefault="00810015" w:rsidP="00810015">
      <w:r>
        <w:t>281.3789</w:t>
      </w:r>
      <w:r>
        <w:tab/>
        <w:t>1.013e0</w:t>
      </w:r>
    </w:p>
    <w:p w14:paraId="39D0C471" w14:textId="77777777" w:rsidR="00810015" w:rsidRDefault="00810015" w:rsidP="00810015">
      <w:r>
        <w:t>281.3799</w:t>
      </w:r>
      <w:r>
        <w:tab/>
        <w:t>1.013e0</w:t>
      </w:r>
    </w:p>
    <w:p w14:paraId="190CFF11" w14:textId="77777777" w:rsidR="00810015" w:rsidRDefault="00810015" w:rsidP="00810015">
      <w:r>
        <w:t>281.3939</w:t>
      </w:r>
      <w:r>
        <w:tab/>
        <w:t>2.025e0</w:t>
      </w:r>
    </w:p>
    <w:p w14:paraId="22A1E4C0" w14:textId="77777777" w:rsidR="00810015" w:rsidRDefault="00810015" w:rsidP="00810015">
      <w:r>
        <w:t>281.4038</w:t>
      </w:r>
      <w:r>
        <w:tab/>
        <w:t>2.025e0</w:t>
      </w:r>
    </w:p>
    <w:p w14:paraId="37D16EB8" w14:textId="77777777" w:rsidR="00810015" w:rsidRDefault="00810015" w:rsidP="00810015">
      <w:r>
        <w:t>281.4211</w:t>
      </w:r>
      <w:r>
        <w:tab/>
        <w:t>1.013e0</w:t>
      </w:r>
    </w:p>
    <w:p w14:paraId="789161EE" w14:textId="77777777" w:rsidR="00810015" w:rsidRDefault="00810015" w:rsidP="00810015">
      <w:r>
        <w:t>281.4821</w:t>
      </w:r>
      <w:r>
        <w:tab/>
        <w:t>1.013e0</w:t>
      </w:r>
    </w:p>
    <w:p w14:paraId="7C66E689" w14:textId="77777777" w:rsidR="00810015" w:rsidRDefault="00810015" w:rsidP="00810015">
      <w:r>
        <w:t>281.4959</w:t>
      </w:r>
      <w:r>
        <w:tab/>
        <w:t>1.013e0</w:t>
      </w:r>
    </w:p>
    <w:p w14:paraId="12A7185F" w14:textId="77777777" w:rsidR="00810015" w:rsidRDefault="00810015" w:rsidP="00810015">
      <w:r>
        <w:t>281.5000</w:t>
      </w:r>
      <w:r>
        <w:tab/>
        <w:t>1.013e0</w:t>
      </w:r>
    </w:p>
    <w:p w14:paraId="2F5EBF11" w14:textId="77777777" w:rsidR="00810015" w:rsidRDefault="00810015" w:rsidP="00810015">
      <w:r>
        <w:t>281.5587</w:t>
      </w:r>
      <w:r>
        <w:tab/>
        <w:t>1.013e0</w:t>
      </w:r>
    </w:p>
    <w:p w14:paraId="60D4BEBF" w14:textId="77777777" w:rsidR="00810015" w:rsidRDefault="00810015" w:rsidP="00810015">
      <w:r>
        <w:t>281.5750</w:t>
      </w:r>
      <w:r>
        <w:tab/>
        <w:t>1.013e0</w:t>
      </w:r>
    </w:p>
    <w:p w14:paraId="5CA6A1D7" w14:textId="77777777" w:rsidR="00810015" w:rsidRDefault="00810015" w:rsidP="00810015">
      <w:r>
        <w:t>281.6225</w:t>
      </w:r>
      <w:r>
        <w:tab/>
        <w:t>1.013e0</w:t>
      </w:r>
    </w:p>
    <w:p w14:paraId="7F9BA9FD" w14:textId="77777777" w:rsidR="00810015" w:rsidRDefault="00810015" w:rsidP="00810015">
      <w:r>
        <w:t>281.6254</w:t>
      </w:r>
      <w:r>
        <w:tab/>
        <w:t>1.013e0</w:t>
      </w:r>
    </w:p>
    <w:p w14:paraId="11D55CE7" w14:textId="77777777" w:rsidR="00810015" w:rsidRDefault="00810015" w:rsidP="00810015">
      <w:r>
        <w:t>281.6568</w:t>
      </w:r>
      <w:r>
        <w:tab/>
        <w:t>1.013e0</w:t>
      </w:r>
    </w:p>
    <w:p w14:paraId="4159C57C" w14:textId="77777777" w:rsidR="00810015" w:rsidRDefault="00810015" w:rsidP="00810015">
      <w:r>
        <w:t>281.6921</w:t>
      </w:r>
      <w:r>
        <w:tab/>
        <w:t>1.013e0</w:t>
      </w:r>
    </w:p>
    <w:p w14:paraId="2BFA0F66" w14:textId="77777777" w:rsidR="00810015" w:rsidRDefault="00810015" w:rsidP="00810015">
      <w:r>
        <w:t>281.7144</w:t>
      </w:r>
      <w:r>
        <w:tab/>
        <w:t>2.025e0</w:t>
      </w:r>
    </w:p>
    <w:p w14:paraId="332D7E5E" w14:textId="77777777" w:rsidR="00810015" w:rsidRDefault="00810015" w:rsidP="00810015">
      <w:r>
        <w:t>281.7206</w:t>
      </w:r>
      <w:r>
        <w:tab/>
        <w:t>1.013e0</w:t>
      </w:r>
    </w:p>
    <w:p w14:paraId="7355AC78" w14:textId="77777777" w:rsidR="00810015" w:rsidRDefault="00810015" w:rsidP="00810015">
      <w:r>
        <w:t>281.7394</w:t>
      </w:r>
      <w:r>
        <w:tab/>
        <w:t>2.025e0</w:t>
      </w:r>
    </w:p>
    <w:p w14:paraId="38C66D02" w14:textId="77777777" w:rsidR="00810015" w:rsidRDefault="00810015" w:rsidP="00810015">
      <w:r>
        <w:t>281.7454</w:t>
      </w:r>
      <w:r>
        <w:tab/>
        <w:t>1.013e0</w:t>
      </w:r>
    </w:p>
    <w:p w14:paraId="2F50B17B" w14:textId="77777777" w:rsidR="00810015" w:rsidRDefault="00810015" w:rsidP="00810015">
      <w:r>
        <w:t>281.7564</w:t>
      </w:r>
      <w:r>
        <w:tab/>
        <w:t>2.025e0</w:t>
      </w:r>
    </w:p>
    <w:p w14:paraId="45B587A9" w14:textId="77777777" w:rsidR="00810015" w:rsidRDefault="00810015" w:rsidP="00810015">
      <w:r>
        <w:t>281.7803</w:t>
      </w:r>
      <w:r>
        <w:tab/>
        <w:t>2.025e0</w:t>
      </w:r>
    </w:p>
    <w:p w14:paraId="60223F46" w14:textId="77777777" w:rsidR="00810015" w:rsidRDefault="00810015" w:rsidP="00810015">
      <w:r>
        <w:t>281.7816</w:t>
      </w:r>
      <w:r>
        <w:tab/>
        <w:t>2.025e0</w:t>
      </w:r>
    </w:p>
    <w:p w14:paraId="1CE25B51" w14:textId="77777777" w:rsidR="00810015" w:rsidRDefault="00810015" w:rsidP="00810015">
      <w:r>
        <w:t>281.8303</w:t>
      </w:r>
      <w:r>
        <w:tab/>
        <w:t>2.025e0</w:t>
      </w:r>
    </w:p>
    <w:p w14:paraId="32D5E1B5" w14:textId="77777777" w:rsidR="00810015" w:rsidRDefault="00810015" w:rsidP="00810015">
      <w:r>
        <w:t>281.8336</w:t>
      </w:r>
      <w:r>
        <w:tab/>
        <w:t>1.013e0</w:t>
      </w:r>
    </w:p>
    <w:p w14:paraId="5240A7D5" w14:textId="77777777" w:rsidR="00810015" w:rsidRDefault="00810015" w:rsidP="00810015">
      <w:r>
        <w:t>281.8531</w:t>
      </w:r>
      <w:r>
        <w:tab/>
        <w:t>1.013e0</w:t>
      </w:r>
    </w:p>
    <w:p w14:paraId="1573705F" w14:textId="77777777" w:rsidR="00810015" w:rsidRDefault="00810015" w:rsidP="00810015">
      <w:r>
        <w:t>281.8694</w:t>
      </w:r>
      <w:r>
        <w:tab/>
        <w:t>2.025e0</w:t>
      </w:r>
    </w:p>
    <w:p w14:paraId="08AAA5C3" w14:textId="77777777" w:rsidR="00810015" w:rsidRDefault="00810015" w:rsidP="00810015">
      <w:r>
        <w:t>281.9118</w:t>
      </w:r>
      <w:r>
        <w:tab/>
        <w:t>1.013e0</w:t>
      </w:r>
    </w:p>
    <w:p w14:paraId="15A5D4A0" w14:textId="77777777" w:rsidR="00810015" w:rsidRDefault="00810015" w:rsidP="00810015">
      <w:r>
        <w:t>281.9279</w:t>
      </w:r>
      <w:r>
        <w:tab/>
        <w:t>1.013e0</w:t>
      </w:r>
    </w:p>
    <w:p w14:paraId="15DACD1A" w14:textId="77777777" w:rsidR="00810015" w:rsidRDefault="00810015" w:rsidP="00810015">
      <w:r>
        <w:t>281.9450</w:t>
      </w:r>
      <w:r>
        <w:tab/>
        <w:t>2.025e0</w:t>
      </w:r>
    </w:p>
    <w:p w14:paraId="05FB2329" w14:textId="77777777" w:rsidR="00810015" w:rsidRDefault="00810015" w:rsidP="00810015">
      <w:r>
        <w:t>281.9522</w:t>
      </w:r>
      <w:r>
        <w:tab/>
        <w:t>1.013e0</w:t>
      </w:r>
    </w:p>
    <w:p w14:paraId="0E807EAA" w14:textId="77777777" w:rsidR="00810015" w:rsidRDefault="00810015" w:rsidP="00810015">
      <w:r>
        <w:t>281.9632</w:t>
      </w:r>
      <w:r>
        <w:tab/>
        <w:t>1.013e0</w:t>
      </w:r>
    </w:p>
    <w:p w14:paraId="7287FE05" w14:textId="77777777" w:rsidR="00810015" w:rsidRDefault="00810015" w:rsidP="00810015">
      <w:r>
        <w:t>282.0038</w:t>
      </w:r>
      <w:r>
        <w:tab/>
        <w:t>1.013e0</w:t>
      </w:r>
    </w:p>
    <w:p w14:paraId="662903D8" w14:textId="77777777" w:rsidR="00810015" w:rsidRDefault="00810015" w:rsidP="00810015">
      <w:r>
        <w:t>282.0220</w:t>
      </w:r>
      <w:r>
        <w:tab/>
        <w:t>2.025e0</w:t>
      </w:r>
    </w:p>
    <w:p w14:paraId="4E856363" w14:textId="77777777" w:rsidR="00810015" w:rsidRDefault="00810015" w:rsidP="00810015">
      <w:r>
        <w:t>282.0441</w:t>
      </w:r>
      <w:r>
        <w:tab/>
        <w:t>2.025e0</w:t>
      </w:r>
    </w:p>
    <w:p w14:paraId="6E42B8B6" w14:textId="77777777" w:rsidR="00810015" w:rsidRDefault="00810015" w:rsidP="00810015">
      <w:r>
        <w:t>282.0554</w:t>
      </w:r>
      <w:r>
        <w:tab/>
        <w:t>2.025e0</w:t>
      </w:r>
    </w:p>
    <w:p w14:paraId="10B4FF9A" w14:textId="77777777" w:rsidR="00810015" w:rsidRDefault="00810015" w:rsidP="00810015">
      <w:r>
        <w:t>282.0565</w:t>
      </w:r>
      <w:r>
        <w:tab/>
        <w:t>3.038e0</w:t>
      </w:r>
    </w:p>
    <w:p w14:paraId="0ABE7690" w14:textId="77777777" w:rsidR="00810015" w:rsidRDefault="00810015" w:rsidP="00810015">
      <w:r>
        <w:t>282.0753</w:t>
      </w:r>
      <w:r>
        <w:tab/>
        <w:t>2.025e0</w:t>
      </w:r>
    </w:p>
    <w:p w14:paraId="47D72DF5" w14:textId="77777777" w:rsidR="00810015" w:rsidRDefault="00810015" w:rsidP="00810015">
      <w:r>
        <w:t>282.0847</w:t>
      </w:r>
      <w:r>
        <w:tab/>
        <w:t>3.038e0</w:t>
      </w:r>
    </w:p>
    <w:p w14:paraId="250AD9F6" w14:textId="77777777" w:rsidR="00810015" w:rsidRDefault="00810015" w:rsidP="00810015">
      <w:r>
        <w:t>282.1021</w:t>
      </w:r>
      <w:r>
        <w:tab/>
        <w:t>2.025e0</w:t>
      </w:r>
    </w:p>
    <w:p w14:paraId="2C58708F" w14:textId="77777777" w:rsidR="00810015" w:rsidRDefault="00810015" w:rsidP="00810015">
      <w:r>
        <w:t>282.1291</w:t>
      </w:r>
      <w:r>
        <w:tab/>
        <w:t>1.013e0</w:t>
      </w:r>
    </w:p>
    <w:p w14:paraId="57E2EEA5" w14:textId="77777777" w:rsidR="00810015" w:rsidRDefault="00810015" w:rsidP="00810015">
      <w:r>
        <w:t>282.1325</w:t>
      </w:r>
      <w:r>
        <w:tab/>
        <w:t>5.063e0</w:t>
      </w:r>
    </w:p>
    <w:p w14:paraId="37EA21D5" w14:textId="77777777" w:rsidR="00810015" w:rsidRDefault="00810015" w:rsidP="00810015">
      <w:r>
        <w:t>282.1434</w:t>
      </w:r>
      <w:r>
        <w:tab/>
        <w:t>1.013e0</w:t>
      </w:r>
    </w:p>
    <w:p w14:paraId="2C20C5D1" w14:textId="77777777" w:rsidR="00810015" w:rsidRDefault="00810015" w:rsidP="00810015">
      <w:r>
        <w:t>282.1556</w:t>
      </w:r>
      <w:r>
        <w:tab/>
        <w:t>6.076e0</w:t>
      </w:r>
    </w:p>
    <w:p w14:paraId="0051A9D0" w14:textId="77777777" w:rsidR="00810015" w:rsidRDefault="00810015" w:rsidP="00810015">
      <w:r>
        <w:t>282.1594</w:t>
      </w:r>
      <w:r>
        <w:tab/>
        <w:t>2.025e0</w:t>
      </w:r>
    </w:p>
    <w:p w14:paraId="57EC3D98" w14:textId="77777777" w:rsidR="00810015" w:rsidRDefault="00810015" w:rsidP="00810015">
      <w:r>
        <w:t>282.1693</w:t>
      </w:r>
      <w:r>
        <w:tab/>
        <w:t>1.013e0</w:t>
      </w:r>
    </w:p>
    <w:p w14:paraId="1D03D06E" w14:textId="77777777" w:rsidR="00810015" w:rsidRDefault="00810015" w:rsidP="00810015">
      <w:r>
        <w:t>282.2075</w:t>
      </w:r>
      <w:r>
        <w:tab/>
        <w:t>2.025e0</w:t>
      </w:r>
    </w:p>
    <w:p w14:paraId="365FD684" w14:textId="77777777" w:rsidR="00810015" w:rsidRDefault="00810015" w:rsidP="00810015">
      <w:r>
        <w:t>282.2104</w:t>
      </w:r>
      <w:r>
        <w:tab/>
        <w:t>1.013e0</w:t>
      </w:r>
    </w:p>
    <w:p w14:paraId="15B55588" w14:textId="77777777" w:rsidR="00810015" w:rsidRDefault="00810015" w:rsidP="00810015">
      <w:r>
        <w:t>282.2139</w:t>
      </w:r>
      <w:r>
        <w:tab/>
        <w:t>2.025e0</w:t>
      </w:r>
    </w:p>
    <w:p w14:paraId="689EF222" w14:textId="77777777" w:rsidR="00810015" w:rsidRDefault="00810015" w:rsidP="00810015">
      <w:r>
        <w:t>282.2249</w:t>
      </w:r>
      <w:r>
        <w:tab/>
        <w:t>4.051e0</w:t>
      </w:r>
    </w:p>
    <w:p w14:paraId="34BBF73E" w14:textId="77777777" w:rsidR="00810015" w:rsidRDefault="00810015" w:rsidP="00810015">
      <w:r>
        <w:t>282.2366</w:t>
      </w:r>
      <w:r>
        <w:tab/>
        <w:t>3.369e0</w:t>
      </w:r>
    </w:p>
    <w:p w14:paraId="2A08C6CA" w14:textId="77777777" w:rsidR="00810015" w:rsidRDefault="00810015" w:rsidP="00810015">
      <w:r>
        <w:t>282.2530</w:t>
      </w:r>
      <w:r>
        <w:tab/>
        <w:t>4.154e0</w:t>
      </w:r>
    </w:p>
    <w:p w14:paraId="2DBEEEE1" w14:textId="77777777" w:rsidR="00810015" w:rsidRDefault="00810015" w:rsidP="00810015">
      <w:r>
        <w:t>282.2656</w:t>
      </w:r>
      <w:r>
        <w:tab/>
        <w:t>2.025e0</w:t>
      </w:r>
    </w:p>
    <w:p w14:paraId="10DEE9C2" w14:textId="77777777" w:rsidR="00810015" w:rsidRDefault="00810015" w:rsidP="00810015">
      <w:r>
        <w:t>282.2807</w:t>
      </w:r>
      <w:r>
        <w:tab/>
        <w:t>2.934e0</w:t>
      </w:r>
    </w:p>
    <w:p w14:paraId="52BA7DE9" w14:textId="77777777" w:rsidR="00810015" w:rsidRDefault="00810015" w:rsidP="00810015">
      <w:r>
        <w:t>282.2852</w:t>
      </w:r>
      <w:r>
        <w:tab/>
        <w:t>1.013e0</w:t>
      </w:r>
    </w:p>
    <w:p w14:paraId="577D2398" w14:textId="77777777" w:rsidR="00810015" w:rsidRDefault="00810015" w:rsidP="00810015">
      <w:r>
        <w:t>282.2901</w:t>
      </w:r>
      <w:r>
        <w:tab/>
        <w:t>2.025e0</w:t>
      </w:r>
    </w:p>
    <w:p w14:paraId="76CB50C9" w14:textId="77777777" w:rsidR="00810015" w:rsidRDefault="00810015" w:rsidP="00810015">
      <w:r>
        <w:t>282.3086</w:t>
      </w:r>
      <w:r>
        <w:tab/>
        <w:t>1.013e0</w:t>
      </w:r>
    </w:p>
    <w:p w14:paraId="70E735AA" w14:textId="77777777" w:rsidR="00810015" w:rsidRDefault="00810015" w:rsidP="00810015">
      <w:r>
        <w:t>282.3297</w:t>
      </w:r>
      <w:r>
        <w:tab/>
        <w:t>1.013e0</w:t>
      </w:r>
    </w:p>
    <w:p w14:paraId="7102A454" w14:textId="77777777" w:rsidR="00810015" w:rsidRDefault="00810015" w:rsidP="00810015">
      <w:r>
        <w:t>282.3711</w:t>
      </w:r>
      <w:r>
        <w:tab/>
        <w:t>1.013e0</w:t>
      </w:r>
    </w:p>
    <w:p w14:paraId="0D67282C" w14:textId="77777777" w:rsidR="00810015" w:rsidRDefault="00810015" w:rsidP="00810015">
      <w:r>
        <w:t>282.3793</w:t>
      </w:r>
      <w:r>
        <w:tab/>
        <w:t>1.013e0</w:t>
      </w:r>
    </w:p>
    <w:p w14:paraId="497CEAFD" w14:textId="77777777" w:rsidR="00810015" w:rsidRDefault="00810015" w:rsidP="00810015">
      <w:r>
        <w:t>282.3813</w:t>
      </w:r>
      <w:r>
        <w:tab/>
        <w:t>2.025e0</w:t>
      </w:r>
    </w:p>
    <w:p w14:paraId="584FBEEE" w14:textId="77777777" w:rsidR="00810015" w:rsidRDefault="00810015" w:rsidP="00810015">
      <w:r>
        <w:t>282.4617</w:t>
      </w:r>
      <w:r>
        <w:tab/>
        <w:t>2.025e0</w:t>
      </w:r>
    </w:p>
    <w:p w14:paraId="065C9432" w14:textId="77777777" w:rsidR="00810015" w:rsidRDefault="00810015" w:rsidP="00810015">
      <w:r>
        <w:t>282.4963</w:t>
      </w:r>
      <w:r>
        <w:tab/>
        <w:t>1.013e0</w:t>
      </w:r>
    </w:p>
    <w:p w14:paraId="28ADEC93" w14:textId="77777777" w:rsidR="00810015" w:rsidRDefault="00810015" w:rsidP="00810015">
      <w:r>
        <w:t>282.5212</w:t>
      </w:r>
      <w:r>
        <w:tab/>
        <w:t>1.013e0</w:t>
      </w:r>
    </w:p>
    <w:p w14:paraId="335995E6" w14:textId="77777777" w:rsidR="00810015" w:rsidRDefault="00810015" w:rsidP="00810015">
      <w:r>
        <w:t>282.5264</w:t>
      </w:r>
      <w:r>
        <w:tab/>
        <w:t>1.013e0</w:t>
      </w:r>
    </w:p>
    <w:p w14:paraId="0ED871DF" w14:textId="77777777" w:rsidR="00810015" w:rsidRDefault="00810015" w:rsidP="00810015">
      <w:r>
        <w:t>282.5316</w:t>
      </w:r>
      <w:r>
        <w:tab/>
        <w:t>1.013e0</w:t>
      </w:r>
    </w:p>
    <w:p w14:paraId="20953F45" w14:textId="77777777" w:rsidR="00810015" w:rsidRDefault="00810015" w:rsidP="00810015">
      <w:r>
        <w:t>282.5326</w:t>
      </w:r>
      <w:r>
        <w:tab/>
        <w:t>1.013e0</w:t>
      </w:r>
    </w:p>
    <w:p w14:paraId="18A909F1" w14:textId="77777777" w:rsidR="00810015" w:rsidRDefault="00810015" w:rsidP="00810015">
      <w:r>
        <w:t>282.5445</w:t>
      </w:r>
      <w:r>
        <w:tab/>
        <w:t>2.025e0</w:t>
      </w:r>
    </w:p>
    <w:p w14:paraId="27EF2E28" w14:textId="77777777" w:rsidR="00810015" w:rsidRDefault="00810015" w:rsidP="00810015">
      <w:r>
        <w:t>282.5777</w:t>
      </w:r>
      <w:r>
        <w:tab/>
        <w:t>2.025e0</w:t>
      </w:r>
    </w:p>
    <w:p w14:paraId="1DCA7293" w14:textId="77777777" w:rsidR="00810015" w:rsidRDefault="00810015" w:rsidP="00810015">
      <w:r>
        <w:t>282.6001</w:t>
      </w:r>
      <w:r>
        <w:tab/>
        <w:t>4.051e0</w:t>
      </w:r>
    </w:p>
    <w:p w14:paraId="7A9A3429" w14:textId="77777777" w:rsidR="00810015" w:rsidRDefault="00810015" w:rsidP="00810015">
      <w:r>
        <w:t>282.6196</w:t>
      </w:r>
      <w:r>
        <w:tab/>
        <w:t>1.013e0</w:t>
      </w:r>
    </w:p>
    <w:p w14:paraId="08D00308" w14:textId="77777777" w:rsidR="00810015" w:rsidRDefault="00810015" w:rsidP="00810015">
      <w:r>
        <w:t>282.6300</w:t>
      </w:r>
      <w:r>
        <w:tab/>
        <w:t>1.013e0</w:t>
      </w:r>
    </w:p>
    <w:p w14:paraId="2F110061" w14:textId="77777777" w:rsidR="00810015" w:rsidRDefault="00810015" w:rsidP="00810015">
      <w:r>
        <w:t>282.6611</w:t>
      </w:r>
      <w:r>
        <w:tab/>
        <w:t>1.013e0</w:t>
      </w:r>
    </w:p>
    <w:p w14:paraId="3A48651A" w14:textId="77777777" w:rsidR="00810015" w:rsidRDefault="00810015" w:rsidP="00810015">
      <w:r>
        <w:t>282.6678</w:t>
      </w:r>
      <w:r>
        <w:tab/>
        <w:t>2.025e0</w:t>
      </w:r>
    </w:p>
    <w:p w14:paraId="065B6473" w14:textId="77777777" w:rsidR="00810015" w:rsidRDefault="00810015" w:rsidP="00810015">
      <w:r>
        <w:t>282.7854</w:t>
      </w:r>
      <w:r>
        <w:tab/>
        <w:t>1.013e0</w:t>
      </w:r>
    </w:p>
    <w:p w14:paraId="7B29469F" w14:textId="77777777" w:rsidR="00810015" w:rsidRDefault="00810015" w:rsidP="00810015">
      <w:r>
        <w:t>282.8279</w:t>
      </w:r>
      <w:r>
        <w:tab/>
        <w:t>1.013e0</w:t>
      </w:r>
    </w:p>
    <w:p w14:paraId="79874076" w14:textId="77777777" w:rsidR="00810015" w:rsidRDefault="00810015" w:rsidP="00810015">
      <w:r>
        <w:t>282.8714</w:t>
      </w:r>
      <w:r>
        <w:tab/>
        <w:t>1.072e0</w:t>
      </w:r>
    </w:p>
    <w:p w14:paraId="54C0F510" w14:textId="77777777" w:rsidR="00810015" w:rsidRDefault="00810015" w:rsidP="00810015">
      <w:r>
        <w:t>282.9041</w:t>
      </w:r>
      <w:r>
        <w:tab/>
        <w:t>3.038e0</w:t>
      </w:r>
    </w:p>
    <w:p w14:paraId="09864CF2" w14:textId="77777777" w:rsidR="00810015" w:rsidRDefault="00810015" w:rsidP="00810015">
      <w:r>
        <w:t>282.9058</w:t>
      </w:r>
      <w:r>
        <w:tab/>
        <w:t>2.025e0</w:t>
      </w:r>
    </w:p>
    <w:p w14:paraId="00428322" w14:textId="77777777" w:rsidR="00810015" w:rsidRDefault="00810015" w:rsidP="00810015">
      <w:r>
        <w:t>282.9091</w:t>
      </w:r>
      <w:r>
        <w:tab/>
        <w:t>2.025e0</w:t>
      </w:r>
    </w:p>
    <w:p w14:paraId="12AD7111" w14:textId="77777777" w:rsidR="00810015" w:rsidRDefault="00810015" w:rsidP="00810015">
      <w:r>
        <w:t>282.9352</w:t>
      </w:r>
      <w:r>
        <w:tab/>
        <w:t>2.025e0</w:t>
      </w:r>
    </w:p>
    <w:p w14:paraId="22D7581E" w14:textId="77777777" w:rsidR="00810015" w:rsidRDefault="00810015" w:rsidP="00810015">
      <w:r>
        <w:t>282.9471</w:t>
      </w:r>
      <w:r>
        <w:tab/>
        <w:t>1.013e0</w:t>
      </w:r>
    </w:p>
    <w:p w14:paraId="3A5C4EEC" w14:textId="77777777" w:rsidR="00810015" w:rsidRDefault="00810015" w:rsidP="00810015">
      <w:r>
        <w:t>282.9646</w:t>
      </w:r>
      <w:r>
        <w:tab/>
        <w:t>1.013e0</w:t>
      </w:r>
    </w:p>
    <w:p w14:paraId="024C7F7E" w14:textId="77777777" w:rsidR="00810015" w:rsidRDefault="00810015" w:rsidP="00810015">
      <w:r>
        <w:t>282.9834</w:t>
      </w:r>
      <w:r>
        <w:tab/>
        <w:t>1.013e0</w:t>
      </w:r>
    </w:p>
    <w:p w14:paraId="4BC3AA63" w14:textId="77777777" w:rsidR="00810015" w:rsidRDefault="00810015" w:rsidP="00810015">
      <w:r>
        <w:t>282.9960</w:t>
      </w:r>
      <w:r>
        <w:tab/>
        <w:t>1.013e0</w:t>
      </w:r>
    </w:p>
    <w:p w14:paraId="2C6C78DA" w14:textId="77777777" w:rsidR="00810015" w:rsidRDefault="00810015" w:rsidP="00810015">
      <w:r>
        <w:t>283.0227</w:t>
      </w:r>
      <w:r>
        <w:tab/>
        <w:t>2.025e0</w:t>
      </w:r>
    </w:p>
    <w:p w14:paraId="5865085A" w14:textId="77777777" w:rsidR="00810015" w:rsidRDefault="00810015" w:rsidP="00810015">
      <w:r>
        <w:t>283.0448</w:t>
      </w:r>
      <w:r>
        <w:tab/>
        <w:t>6.076e0</w:t>
      </w:r>
    </w:p>
    <w:p w14:paraId="36FE57A3" w14:textId="77777777" w:rsidR="00810015" w:rsidRDefault="00810015" w:rsidP="00810015">
      <w:r>
        <w:t>283.0529</w:t>
      </w:r>
      <w:r>
        <w:tab/>
        <w:t>2.025e0</w:t>
      </w:r>
    </w:p>
    <w:p w14:paraId="5674D41E" w14:textId="77777777" w:rsidR="00810015" w:rsidRDefault="00810015" w:rsidP="00810015">
      <w:r>
        <w:t>283.0722</w:t>
      </w:r>
      <w:r>
        <w:tab/>
        <w:t>9.114e0</w:t>
      </w:r>
    </w:p>
    <w:p w14:paraId="5AFA5CD0" w14:textId="77777777" w:rsidR="00810015" w:rsidRDefault="00810015" w:rsidP="00810015">
      <w:r>
        <w:t>283.1002</w:t>
      </w:r>
      <w:r>
        <w:tab/>
        <w:t>2.025e0</w:t>
      </w:r>
    </w:p>
    <w:p w14:paraId="51C77034" w14:textId="77777777" w:rsidR="00810015" w:rsidRDefault="00810015" w:rsidP="00810015">
      <w:r>
        <w:t>283.1086</w:t>
      </w:r>
      <w:r>
        <w:tab/>
        <w:t>4.051e0</w:t>
      </w:r>
    </w:p>
    <w:p w14:paraId="6B285028" w14:textId="77777777" w:rsidR="00810015" w:rsidRDefault="00810015" w:rsidP="00810015">
      <w:r>
        <w:t>283.1173</w:t>
      </w:r>
      <w:r>
        <w:tab/>
        <w:t>1.013e0</w:t>
      </w:r>
    </w:p>
    <w:p w14:paraId="04980380" w14:textId="77777777" w:rsidR="00810015" w:rsidRDefault="00810015" w:rsidP="00810015">
      <w:r>
        <w:t>283.1365</w:t>
      </w:r>
      <w:r>
        <w:tab/>
        <w:t>3.259e0</w:t>
      </w:r>
    </w:p>
    <w:p w14:paraId="56CAE771" w14:textId="77777777" w:rsidR="00810015" w:rsidRDefault="00810015" w:rsidP="00810015">
      <w:r>
        <w:t>283.1612</w:t>
      </w:r>
      <w:r>
        <w:tab/>
        <w:t>3.038e0</w:t>
      </w:r>
    </w:p>
    <w:p w14:paraId="411DBEC1" w14:textId="77777777" w:rsidR="00810015" w:rsidRDefault="00810015" w:rsidP="00810015">
      <w:r>
        <w:t>283.1633</w:t>
      </w:r>
      <w:r>
        <w:tab/>
        <w:t>2.025e0</w:t>
      </w:r>
    </w:p>
    <w:p w14:paraId="2D2BD0C0" w14:textId="77777777" w:rsidR="00810015" w:rsidRDefault="00810015" w:rsidP="00810015">
      <w:r>
        <w:t>283.1683</w:t>
      </w:r>
      <w:r>
        <w:tab/>
        <w:t>3.038e0</w:t>
      </w:r>
    </w:p>
    <w:p w14:paraId="04F4190A" w14:textId="77777777" w:rsidR="00810015" w:rsidRDefault="00810015" w:rsidP="00810015">
      <w:r>
        <w:t>283.1789</w:t>
      </w:r>
      <w:r>
        <w:tab/>
        <w:t>2.025e0</w:t>
      </w:r>
    </w:p>
    <w:p w14:paraId="23714C75" w14:textId="77777777" w:rsidR="00810015" w:rsidRDefault="00810015" w:rsidP="00810015">
      <w:r>
        <w:t>283.2021</w:t>
      </w:r>
      <w:r>
        <w:tab/>
        <w:t>3.038e0</w:t>
      </w:r>
    </w:p>
    <w:p w14:paraId="4C8EE458" w14:textId="77777777" w:rsidR="00810015" w:rsidRDefault="00810015" w:rsidP="00810015">
      <w:r>
        <w:t>283.2055</w:t>
      </w:r>
      <w:r>
        <w:tab/>
        <w:t>5.693e0</w:t>
      </w:r>
    </w:p>
    <w:p w14:paraId="20DAD485" w14:textId="77777777" w:rsidR="00810015" w:rsidRDefault="00810015" w:rsidP="00810015">
      <w:r>
        <w:t>283.2199</w:t>
      </w:r>
      <w:r>
        <w:tab/>
        <w:t>1.013e0</w:t>
      </w:r>
    </w:p>
    <w:p w14:paraId="0617AFE9" w14:textId="77777777" w:rsidR="00810015" w:rsidRDefault="00810015" w:rsidP="00810015">
      <w:r>
        <w:t>283.2417</w:t>
      </w:r>
      <w:r>
        <w:tab/>
        <w:t>2.025e0</w:t>
      </w:r>
    </w:p>
    <w:p w14:paraId="55C43CF5" w14:textId="77777777" w:rsidR="00810015" w:rsidRDefault="00810015" w:rsidP="00810015">
      <w:r>
        <w:t>283.2678</w:t>
      </w:r>
      <w:r>
        <w:tab/>
        <w:t>1.013e0</w:t>
      </w:r>
    </w:p>
    <w:p w14:paraId="64636F80" w14:textId="77777777" w:rsidR="00810015" w:rsidRDefault="00810015" w:rsidP="00810015">
      <w:r>
        <w:t>283.2731</w:t>
      </w:r>
      <w:r>
        <w:tab/>
        <w:t>2.025e0</w:t>
      </w:r>
    </w:p>
    <w:p w14:paraId="55B95BF0" w14:textId="77777777" w:rsidR="00810015" w:rsidRDefault="00810015" w:rsidP="00810015">
      <w:r>
        <w:t>283.2838</w:t>
      </w:r>
      <w:r>
        <w:tab/>
        <w:t>3.038e0</w:t>
      </w:r>
    </w:p>
    <w:p w14:paraId="4308E93E" w14:textId="77777777" w:rsidR="00810015" w:rsidRDefault="00810015" w:rsidP="00810015">
      <w:r>
        <w:t>283.3103</w:t>
      </w:r>
      <w:r>
        <w:tab/>
        <w:t>1.013e0</w:t>
      </w:r>
    </w:p>
    <w:p w14:paraId="47E8CE4F" w14:textId="77777777" w:rsidR="00810015" w:rsidRDefault="00810015" w:rsidP="00810015">
      <w:r>
        <w:t>283.3183</w:t>
      </w:r>
      <w:r>
        <w:tab/>
        <w:t>2.025e0</w:t>
      </w:r>
    </w:p>
    <w:p w14:paraId="493F7DEC" w14:textId="77777777" w:rsidR="00810015" w:rsidRDefault="00810015" w:rsidP="00810015">
      <w:r>
        <w:t>283.3556</w:t>
      </w:r>
      <w:r>
        <w:tab/>
        <w:t>2.025e0</w:t>
      </w:r>
    </w:p>
    <w:p w14:paraId="23CE9CAE" w14:textId="77777777" w:rsidR="00810015" w:rsidRDefault="00810015" w:rsidP="00810015">
      <w:r>
        <w:t>283.3577</w:t>
      </w:r>
      <w:r>
        <w:tab/>
        <w:t>1.013e0</w:t>
      </w:r>
    </w:p>
    <w:p w14:paraId="485D7FCD" w14:textId="77777777" w:rsidR="00810015" w:rsidRDefault="00810015" w:rsidP="00810015">
      <w:r>
        <w:t>283.4028</w:t>
      </w:r>
      <w:r>
        <w:tab/>
        <w:t>1.013e0</w:t>
      </w:r>
    </w:p>
    <w:p w14:paraId="45FCA4FA" w14:textId="77777777" w:rsidR="00810015" w:rsidRDefault="00810015" w:rsidP="00810015">
      <w:r>
        <w:t>283.4349</w:t>
      </w:r>
      <w:r>
        <w:tab/>
        <w:t>1.013e0</w:t>
      </w:r>
    </w:p>
    <w:p w14:paraId="0851EBEE" w14:textId="77777777" w:rsidR="00810015" w:rsidRDefault="00810015" w:rsidP="00810015">
      <w:r>
        <w:t>283.4440</w:t>
      </w:r>
      <w:r>
        <w:tab/>
        <w:t>1.013e0</w:t>
      </w:r>
    </w:p>
    <w:p w14:paraId="49D4CC86" w14:textId="77777777" w:rsidR="00810015" w:rsidRDefault="00810015" w:rsidP="00810015">
      <w:r>
        <w:t>283.4506</w:t>
      </w:r>
      <w:r>
        <w:tab/>
        <w:t>3.038e0</w:t>
      </w:r>
    </w:p>
    <w:p w14:paraId="03B6F9F7" w14:textId="77777777" w:rsidR="00810015" w:rsidRDefault="00810015" w:rsidP="00810015">
      <w:r>
        <w:t>283.4793</w:t>
      </w:r>
      <w:r>
        <w:tab/>
        <w:t>1.013e0</w:t>
      </w:r>
    </w:p>
    <w:p w14:paraId="1DA01E92" w14:textId="77777777" w:rsidR="00810015" w:rsidRDefault="00810015" w:rsidP="00810015">
      <w:r>
        <w:t>283.4874</w:t>
      </w:r>
      <w:r>
        <w:tab/>
        <w:t>1.013e0</w:t>
      </w:r>
    </w:p>
    <w:p w14:paraId="22C19677" w14:textId="77777777" w:rsidR="00810015" w:rsidRDefault="00810015" w:rsidP="00810015">
      <w:r>
        <w:t>283.5066</w:t>
      </w:r>
      <w:r>
        <w:tab/>
        <w:t>1.013e0</w:t>
      </w:r>
    </w:p>
    <w:p w14:paraId="77B61B62" w14:textId="77777777" w:rsidR="00810015" w:rsidRDefault="00810015" w:rsidP="00810015">
      <w:r>
        <w:t>283.5471</w:t>
      </w:r>
      <w:r>
        <w:tab/>
        <w:t>1.013e0</w:t>
      </w:r>
    </w:p>
    <w:p w14:paraId="20457BBC" w14:textId="77777777" w:rsidR="00810015" w:rsidRDefault="00810015" w:rsidP="00810015">
      <w:r>
        <w:t>283.5638</w:t>
      </w:r>
      <w:r>
        <w:tab/>
        <w:t>1.013e0</w:t>
      </w:r>
    </w:p>
    <w:p w14:paraId="24A89BF6" w14:textId="77777777" w:rsidR="00810015" w:rsidRDefault="00810015" w:rsidP="00810015">
      <w:r>
        <w:t>283.5776</w:t>
      </w:r>
      <w:r>
        <w:tab/>
        <w:t>1.013e0</w:t>
      </w:r>
    </w:p>
    <w:p w14:paraId="7373FCD6" w14:textId="77777777" w:rsidR="00810015" w:rsidRDefault="00810015" w:rsidP="00810015">
      <w:r>
        <w:t>283.5786</w:t>
      </w:r>
      <w:r>
        <w:tab/>
        <w:t>1.013e0</w:t>
      </w:r>
    </w:p>
    <w:p w14:paraId="43B7A117" w14:textId="77777777" w:rsidR="00810015" w:rsidRDefault="00810015" w:rsidP="00810015">
      <w:r>
        <w:t>283.6625</w:t>
      </w:r>
      <w:r>
        <w:tab/>
        <w:t>1.013e0</w:t>
      </w:r>
    </w:p>
    <w:p w14:paraId="76ABD93A" w14:textId="77777777" w:rsidR="00810015" w:rsidRDefault="00810015" w:rsidP="00810015">
      <w:r>
        <w:t>283.6839</w:t>
      </w:r>
      <w:r>
        <w:tab/>
        <w:t>1.013e0</w:t>
      </w:r>
    </w:p>
    <w:p w14:paraId="39B97929" w14:textId="77777777" w:rsidR="00810015" w:rsidRDefault="00810015" w:rsidP="00810015">
      <w:r>
        <w:t>283.6989</w:t>
      </w:r>
      <w:r>
        <w:tab/>
        <w:t>1.013e0</w:t>
      </w:r>
    </w:p>
    <w:p w14:paraId="1B69F3BC" w14:textId="77777777" w:rsidR="00810015" w:rsidRDefault="00810015" w:rsidP="00810015">
      <w:r>
        <w:t>283.7034</w:t>
      </w:r>
      <w:r>
        <w:tab/>
        <w:t>1.013e0</w:t>
      </w:r>
    </w:p>
    <w:p w14:paraId="4AB844F8" w14:textId="77777777" w:rsidR="00810015" w:rsidRDefault="00810015" w:rsidP="00810015">
      <w:r>
        <w:t>283.7821</w:t>
      </w:r>
      <w:r>
        <w:tab/>
        <w:t>1.013e0</w:t>
      </w:r>
    </w:p>
    <w:p w14:paraId="1A3AB77C" w14:textId="77777777" w:rsidR="00810015" w:rsidRDefault="00810015" w:rsidP="00810015">
      <w:r>
        <w:t>283.7872</w:t>
      </w:r>
      <w:r>
        <w:tab/>
        <w:t>2.025e0</w:t>
      </w:r>
    </w:p>
    <w:p w14:paraId="599DDE45" w14:textId="77777777" w:rsidR="00810015" w:rsidRDefault="00810015" w:rsidP="00810015">
      <w:r>
        <w:t>283.8184</w:t>
      </w:r>
      <w:r>
        <w:tab/>
        <w:t>1.013e0</w:t>
      </w:r>
    </w:p>
    <w:p w14:paraId="1864EF2F" w14:textId="77777777" w:rsidR="00810015" w:rsidRDefault="00810015" w:rsidP="00810015">
      <w:r>
        <w:t>283.8418</w:t>
      </w:r>
      <w:r>
        <w:tab/>
        <w:t>3.038e0</w:t>
      </w:r>
    </w:p>
    <w:p w14:paraId="7338AA0C" w14:textId="77777777" w:rsidR="00810015" w:rsidRDefault="00810015" w:rsidP="00810015">
      <w:r>
        <w:t>283.8646</w:t>
      </w:r>
      <w:r>
        <w:tab/>
        <w:t>1.013e0</w:t>
      </w:r>
    </w:p>
    <w:p w14:paraId="5FE0959A" w14:textId="77777777" w:rsidR="00810015" w:rsidRDefault="00810015" w:rsidP="00810015">
      <w:r>
        <w:t>283.8726</w:t>
      </w:r>
      <w:r>
        <w:tab/>
        <w:t>1.013e0</w:t>
      </w:r>
    </w:p>
    <w:p w14:paraId="45D82FE7" w14:textId="77777777" w:rsidR="00810015" w:rsidRDefault="00810015" w:rsidP="00810015">
      <w:r>
        <w:t>283.8736</w:t>
      </w:r>
      <w:r>
        <w:tab/>
        <w:t>1.013e0</w:t>
      </w:r>
    </w:p>
    <w:p w14:paraId="11B28D88" w14:textId="77777777" w:rsidR="00810015" w:rsidRDefault="00810015" w:rsidP="00810015">
      <w:r>
        <w:t>283.8999</w:t>
      </w:r>
      <w:r>
        <w:tab/>
        <w:t>1.013e0</w:t>
      </w:r>
    </w:p>
    <w:p w14:paraId="09EC615E" w14:textId="77777777" w:rsidR="00810015" w:rsidRDefault="00810015" w:rsidP="00810015">
      <w:r>
        <w:t>283.9395</w:t>
      </w:r>
      <w:r>
        <w:tab/>
        <w:t>1.013e0</w:t>
      </w:r>
    </w:p>
    <w:p w14:paraId="4C600726" w14:textId="77777777" w:rsidR="00810015" w:rsidRDefault="00810015" w:rsidP="00810015">
      <w:r>
        <w:t>283.9433</w:t>
      </w:r>
      <w:r>
        <w:tab/>
        <w:t>1.013e0</w:t>
      </w:r>
    </w:p>
    <w:p w14:paraId="1AFF18E5" w14:textId="77777777" w:rsidR="00810015" w:rsidRDefault="00810015" w:rsidP="00810015">
      <w:r>
        <w:t>283.9577</w:t>
      </w:r>
      <w:r>
        <w:tab/>
        <w:t>2.025e0</w:t>
      </w:r>
    </w:p>
    <w:p w14:paraId="476AC5BC" w14:textId="77777777" w:rsidR="00810015" w:rsidRDefault="00810015" w:rsidP="00810015">
      <w:r>
        <w:t>283.9669</w:t>
      </w:r>
      <w:r>
        <w:tab/>
        <w:t>1.013e0</w:t>
      </w:r>
    </w:p>
    <w:p w14:paraId="66308E24" w14:textId="77777777" w:rsidR="00810015" w:rsidRDefault="00810015" w:rsidP="00810015">
      <w:r>
        <w:t>284.0085</w:t>
      </w:r>
      <w:r>
        <w:tab/>
        <w:t>2.025e0</w:t>
      </w:r>
    </w:p>
    <w:p w14:paraId="6FC9FAE7" w14:textId="77777777" w:rsidR="00810015" w:rsidRDefault="00810015" w:rsidP="00810015">
      <w:r>
        <w:t>284.0119</w:t>
      </w:r>
      <w:r>
        <w:tab/>
        <w:t>2.025e0</w:t>
      </w:r>
    </w:p>
    <w:p w14:paraId="32AB6B7A" w14:textId="77777777" w:rsidR="00810015" w:rsidRDefault="00810015" w:rsidP="00810015">
      <w:r>
        <w:t>284.0241</w:t>
      </w:r>
      <w:r>
        <w:tab/>
        <w:t>4.051e0</w:t>
      </w:r>
    </w:p>
    <w:p w14:paraId="7546EF06" w14:textId="77777777" w:rsidR="00810015" w:rsidRDefault="00810015" w:rsidP="00810015">
      <w:r>
        <w:t>284.0340</w:t>
      </w:r>
      <w:r>
        <w:tab/>
        <w:t>4.051e0</w:t>
      </w:r>
    </w:p>
    <w:p w14:paraId="3D4CB2DD" w14:textId="77777777" w:rsidR="00810015" w:rsidRDefault="00810015" w:rsidP="00810015">
      <w:r>
        <w:t>284.0512</w:t>
      </w:r>
      <w:r>
        <w:tab/>
        <w:t>2.025e0</w:t>
      </w:r>
    </w:p>
    <w:p w14:paraId="4276A186" w14:textId="77777777" w:rsidR="00810015" w:rsidRDefault="00810015" w:rsidP="00810015">
      <w:r>
        <w:t>284.0615</w:t>
      </w:r>
      <w:r>
        <w:tab/>
        <w:t>4.051e0</w:t>
      </w:r>
    </w:p>
    <w:p w14:paraId="5C1F7854" w14:textId="77777777" w:rsidR="00810015" w:rsidRDefault="00810015" w:rsidP="00810015">
      <w:r>
        <w:t>284.0735</w:t>
      </w:r>
      <w:r>
        <w:tab/>
        <w:t>4.051e0</w:t>
      </w:r>
    </w:p>
    <w:p w14:paraId="3E5828E0" w14:textId="77777777" w:rsidR="00810015" w:rsidRDefault="00810015" w:rsidP="00810015">
      <w:r>
        <w:t>284.0797</w:t>
      </w:r>
      <w:r>
        <w:tab/>
        <w:t>4.051e0</w:t>
      </w:r>
    </w:p>
    <w:p w14:paraId="5724E49A" w14:textId="77777777" w:rsidR="00810015" w:rsidRDefault="00810015" w:rsidP="00810015">
      <w:r>
        <w:t>284.0947</w:t>
      </w:r>
      <w:r>
        <w:tab/>
        <w:t>2.025e0</w:t>
      </w:r>
    </w:p>
    <w:p w14:paraId="3D62CFDF" w14:textId="77777777" w:rsidR="00810015" w:rsidRDefault="00810015" w:rsidP="00810015">
      <w:r>
        <w:t>284.1054</w:t>
      </w:r>
      <w:r>
        <w:tab/>
        <w:t>5.063e0</w:t>
      </w:r>
    </w:p>
    <w:p w14:paraId="12CD7562" w14:textId="77777777" w:rsidR="00810015" w:rsidRDefault="00810015" w:rsidP="00810015">
      <w:r>
        <w:t>284.1071</w:t>
      </w:r>
      <w:r>
        <w:tab/>
        <w:t>2.025e0</w:t>
      </w:r>
    </w:p>
    <w:p w14:paraId="6F1CDC22" w14:textId="77777777" w:rsidR="00810015" w:rsidRDefault="00810015" w:rsidP="00810015">
      <w:r>
        <w:t>284.1149</w:t>
      </w:r>
      <w:r>
        <w:tab/>
        <w:t>1.013e0</w:t>
      </w:r>
    </w:p>
    <w:p w14:paraId="4135F2A5" w14:textId="77777777" w:rsidR="00810015" w:rsidRDefault="00810015" w:rsidP="00810015">
      <w:r>
        <w:t>284.1510</w:t>
      </w:r>
      <w:r>
        <w:tab/>
        <w:t>5.063e0</w:t>
      </w:r>
    </w:p>
    <w:p w14:paraId="4DAA8C2B" w14:textId="77777777" w:rsidR="00810015" w:rsidRDefault="00810015" w:rsidP="00810015">
      <w:r>
        <w:t>284.1664</w:t>
      </w:r>
      <w:r>
        <w:tab/>
        <w:t>2.025e0</w:t>
      </w:r>
    </w:p>
    <w:p w14:paraId="22D01A80" w14:textId="77777777" w:rsidR="00810015" w:rsidRDefault="00810015" w:rsidP="00810015">
      <w:r>
        <w:t>284.1678</w:t>
      </w:r>
      <w:r>
        <w:tab/>
        <w:t>4.051e0</w:t>
      </w:r>
    </w:p>
    <w:p w14:paraId="249561EA" w14:textId="77777777" w:rsidR="00810015" w:rsidRDefault="00810015" w:rsidP="00810015">
      <w:r>
        <w:t>284.1697</w:t>
      </w:r>
      <w:r>
        <w:tab/>
        <w:t>8.101e0</w:t>
      </w:r>
    </w:p>
    <w:p w14:paraId="11DA1771" w14:textId="77777777" w:rsidR="00810015" w:rsidRDefault="00810015" w:rsidP="00810015">
      <w:r>
        <w:t>284.2042</w:t>
      </w:r>
      <w:r>
        <w:tab/>
        <w:t>3.038e0</w:t>
      </w:r>
    </w:p>
    <w:p w14:paraId="76C1FDD3" w14:textId="77777777" w:rsidR="00810015" w:rsidRDefault="00810015" w:rsidP="00810015">
      <w:r>
        <w:t>284.2052</w:t>
      </w:r>
      <w:r>
        <w:tab/>
        <w:t>2.025e0</w:t>
      </w:r>
    </w:p>
    <w:p w14:paraId="0B337533" w14:textId="77777777" w:rsidR="00810015" w:rsidRDefault="00810015" w:rsidP="00810015">
      <w:r>
        <w:t>284.2188</w:t>
      </w:r>
      <w:r>
        <w:tab/>
        <w:t>3.038e0</w:t>
      </w:r>
    </w:p>
    <w:p w14:paraId="5023EE95" w14:textId="77777777" w:rsidR="00810015" w:rsidRDefault="00810015" w:rsidP="00810015">
      <w:r>
        <w:t>284.2305</w:t>
      </w:r>
      <w:r>
        <w:tab/>
        <w:t>1.013e0</w:t>
      </w:r>
    </w:p>
    <w:p w14:paraId="0D84A7CB" w14:textId="77777777" w:rsidR="00810015" w:rsidRDefault="00810015" w:rsidP="00810015">
      <w:r>
        <w:t>284.2330</w:t>
      </w:r>
      <w:r>
        <w:tab/>
        <w:t>6.076e0</w:t>
      </w:r>
    </w:p>
    <w:p w14:paraId="3525CC2C" w14:textId="77777777" w:rsidR="00810015" w:rsidRDefault="00810015" w:rsidP="00810015">
      <w:r>
        <w:t>284.2549</w:t>
      </w:r>
      <w:r>
        <w:tab/>
        <w:t>2.025e0</w:t>
      </w:r>
    </w:p>
    <w:p w14:paraId="06167B05" w14:textId="77777777" w:rsidR="00810015" w:rsidRDefault="00810015" w:rsidP="00810015">
      <w:r>
        <w:t>284.2659</w:t>
      </w:r>
      <w:r>
        <w:tab/>
        <w:t>1.013e0</w:t>
      </w:r>
    </w:p>
    <w:p w14:paraId="277A29C9" w14:textId="77777777" w:rsidR="00810015" w:rsidRDefault="00810015" w:rsidP="00810015">
      <w:r>
        <w:t>284.2906</w:t>
      </w:r>
      <w:r>
        <w:tab/>
        <w:t>4.032e0</w:t>
      </w:r>
    </w:p>
    <w:p w14:paraId="14A1DBFD" w14:textId="77777777" w:rsidR="00810015" w:rsidRDefault="00810015" w:rsidP="00810015">
      <w:r>
        <w:t>284.2934</w:t>
      </w:r>
      <w:r>
        <w:tab/>
        <w:t>1.013e0</w:t>
      </w:r>
    </w:p>
    <w:p w14:paraId="208135D4" w14:textId="77777777" w:rsidR="00810015" w:rsidRDefault="00810015" w:rsidP="00810015">
      <w:r>
        <w:t>284.3186</w:t>
      </w:r>
      <w:r>
        <w:tab/>
        <w:t>2.025e0</w:t>
      </w:r>
    </w:p>
    <w:p w14:paraId="17FAD358" w14:textId="77777777" w:rsidR="00810015" w:rsidRDefault="00810015" w:rsidP="00810015">
      <w:r>
        <w:t>284.3217</w:t>
      </w:r>
      <w:r>
        <w:tab/>
        <w:t>4.051e0</w:t>
      </w:r>
    </w:p>
    <w:p w14:paraId="0C8A9BD5" w14:textId="77777777" w:rsidR="00810015" w:rsidRDefault="00810015" w:rsidP="00810015">
      <w:r>
        <w:t>284.3228</w:t>
      </w:r>
      <w:r>
        <w:tab/>
        <w:t>2.025e0</w:t>
      </w:r>
    </w:p>
    <w:p w14:paraId="3C88EB15" w14:textId="77777777" w:rsidR="00810015" w:rsidRDefault="00810015" w:rsidP="00810015">
      <w:r>
        <w:t>284.3333</w:t>
      </w:r>
      <w:r>
        <w:tab/>
        <w:t>6.076e0</w:t>
      </w:r>
    </w:p>
    <w:p w14:paraId="6BAF6103" w14:textId="77777777" w:rsidR="00810015" w:rsidRDefault="00810015" w:rsidP="00810015">
      <w:r>
        <w:t>284.3440</w:t>
      </w:r>
      <w:r>
        <w:tab/>
        <w:t>1.013e0</w:t>
      </w:r>
    </w:p>
    <w:p w14:paraId="4229AEDE" w14:textId="77777777" w:rsidR="00810015" w:rsidRDefault="00810015" w:rsidP="00810015">
      <w:r>
        <w:t>284.3700</w:t>
      </w:r>
      <w:r>
        <w:tab/>
        <w:t>1.013e0</w:t>
      </w:r>
    </w:p>
    <w:p w14:paraId="54266160" w14:textId="77777777" w:rsidR="00810015" w:rsidRDefault="00810015" w:rsidP="00810015">
      <w:r>
        <w:t>284.4105</w:t>
      </w:r>
      <w:r>
        <w:tab/>
        <w:t>2.025e0</w:t>
      </w:r>
    </w:p>
    <w:p w14:paraId="5F727AD6" w14:textId="77777777" w:rsidR="00810015" w:rsidRDefault="00810015" w:rsidP="00810015">
      <w:r>
        <w:t>284.4630</w:t>
      </w:r>
      <w:r>
        <w:tab/>
        <w:t>3.038e0</w:t>
      </w:r>
    </w:p>
    <w:p w14:paraId="45DF5136" w14:textId="77777777" w:rsidR="00810015" w:rsidRDefault="00810015" w:rsidP="00810015">
      <w:r>
        <w:t>284.4910</w:t>
      </w:r>
      <w:r>
        <w:tab/>
        <w:t>1.013e0</w:t>
      </w:r>
    </w:p>
    <w:p w14:paraId="233B6CEB" w14:textId="77777777" w:rsidR="00810015" w:rsidRDefault="00810015" w:rsidP="00810015">
      <w:r>
        <w:t>284.5055</w:t>
      </w:r>
      <w:r>
        <w:tab/>
        <w:t>1.013e0</w:t>
      </w:r>
    </w:p>
    <w:p w14:paraId="39CE4737" w14:textId="77777777" w:rsidR="00810015" w:rsidRDefault="00810015" w:rsidP="00810015">
      <w:r>
        <w:t>284.5315</w:t>
      </w:r>
      <w:r>
        <w:tab/>
        <w:t>2.025e0</w:t>
      </w:r>
    </w:p>
    <w:p w14:paraId="398EECA3" w14:textId="77777777" w:rsidR="00810015" w:rsidRDefault="00810015" w:rsidP="00810015">
      <w:r>
        <w:t>284.5509</w:t>
      </w:r>
      <w:r>
        <w:tab/>
        <w:t>2.025e0</w:t>
      </w:r>
    </w:p>
    <w:p w14:paraId="3B18F305" w14:textId="77777777" w:rsidR="00810015" w:rsidRDefault="00810015" w:rsidP="00810015">
      <w:r>
        <w:t>284.5616</w:t>
      </w:r>
      <w:r>
        <w:tab/>
        <w:t>3.038e0</w:t>
      </w:r>
    </w:p>
    <w:p w14:paraId="472FDD6F" w14:textId="77777777" w:rsidR="00810015" w:rsidRDefault="00810015" w:rsidP="00810015">
      <w:r>
        <w:t>284.5941</w:t>
      </w:r>
      <w:r>
        <w:tab/>
        <w:t>1.013e0</w:t>
      </w:r>
    </w:p>
    <w:p w14:paraId="124EC444" w14:textId="77777777" w:rsidR="00810015" w:rsidRDefault="00810015" w:rsidP="00810015">
      <w:r>
        <w:t>284.5993</w:t>
      </w:r>
      <w:r>
        <w:tab/>
        <w:t>2.025e0</w:t>
      </w:r>
    </w:p>
    <w:p w14:paraId="72CC2F7B" w14:textId="77777777" w:rsidR="00810015" w:rsidRDefault="00810015" w:rsidP="00810015">
      <w:r>
        <w:t>284.6201</w:t>
      </w:r>
      <w:r>
        <w:tab/>
        <w:t>1.013e0</w:t>
      </w:r>
    </w:p>
    <w:p w14:paraId="1E46662A" w14:textId="77777777" w:rsidR="00810015" w:rsidRDefault="00810015" w:rsidP="00810015">
      <w:r>
        <w:t>284.6373</w:t>
      </w:r>
      <w:r>
        <w:tab/>
        <w:t>3.038e0</w:t>
      </w:r>
    </w:p>
    <w:p w14:paraId="0DCA2311" w14:textId="77777777" w:rsidR="00810015" w:rsidRDefault="00810015" w:rsidP="00810015">
      <w:r>
        <w:t>284.6545</w:t>
      </w:r>
      <w:r>
        <w:tab/>
        <w:t>2.025e0</w:t>
      </w:r>
    </w:p>
    <w:p w14:paraId="1EAFF36F" w14:textId="77777777" w:rsidR="00810015" w:rsidRDefault="00810015" w:rsidP="00810015">
      <w:r>
        <w:t>284.6993</w:t>
      </w:r>
      <w:r>
        <w:tab/>
        <w:t>1.013e0</w:t>
      </w:r>
    </w:p>
    <w:p w14:paraId="5F1A9BE6" w14:textId="77777777" w:rsidR="00810015" w:rsidRDefault="00810015" w:rsidP="00810015">
      <w:r>
        <w:t>284.7063</w:t>
      </w:r>
      <w:r>
        <w:tab/>
        <w:t>1.013e0</w:t>
      </w:r>
    </w:p>
    <w:p w14:paraId="1ADBB7B3" w14:textId="77777777" w:rsidR="00810015" w:rsidRDefault="00810015" w:rsidP="00810015">
      <w:r>
        <w:t>284.7231</w:t>
      </w:r>
      <w:r>
        <w:tab/>
        <w:t>2.025e0</w:t>
      </w:r>
    </w:p>
    <w:p w14:paraId="7A230C24" w14:textId="77777777" w:rsidR="00810015" w:rsidRDefault="00810015" w:rsidP="00810015">
      <w:r>
        <w:t>284.7373</w:t>
      </w:r>
      <w:r>
        <w:tab/>
        <w:t>2.025e0</w:t>
      </w:r>
    </w:p>
    <w:p w14:paraId="2D95B12C" w14:textId="77777777" w:rsidR="00810015" w:rsidRDefault="00810015" w:rsidP="00810015">
      <w:r>
        <w:t>284.7397</w:t>
      </w:r>
      <w:r>
        <w:tab/>
        <w:t>2.025e0</w:t>
      </w:r>
    </w:p>
    <w:p w14:paraId="62BAB4A2" w14:textId="77777777" w:rsidR="00810015" w:rsidRDefault="00810015" w:rsidP="00810015">
      <w:r>
        <w:t>284.7611</w:t>
      </w:r>
      <w:r>
        <w:tab/>
        <w:t>4.051e0</w:t>
      </w:r>
    </w:p>
    <w:p w14:paraId="2FB087EA" w14:textId="77777777" w:rsidR="00810015" w:rsidRDefault="00810015" w:rsidP="00810015">
      <w:r>
        <w:t>284.7702</w:t>
      </w:r>
      <w:r>
        <w:tab/>
        <w:t>1.013e0</w:t>
      </w:r>
    </w:p>
    <w:p w14:paraId="225AE66A" w14:textId="77777777" w:rsidR="00810015" w:rsidRDefault="00810015" w:rsidP="00810015">
      <w:r>
        <w:t>284.7926</w:t>
      </w:r>
      <w:r>
        <w:tab/>
        <w:t>5.063e0</w:t>
      </w:r>
    </w:p>
    <w:p w14:paraId="14463226" w14:textId="77777777" w:rsidR="00810015" w:rsidRDefault="00810015" w:rsidP="00810015">
      <w:r>
        <w:t>284.7967</w:t>
      </w:r>
      <w:r>
        <w:tab/>
        <w:t>1.013e0</w:t>
      </w:r>
    </w:p>
    <w:p w14:paraId="63FE93C6" w14:textId="77777777" w:rsidR="00810015" w:rsidRDefault="00810015" w:rsidP="00810015">
      <w:r>
        <w:t>284.8372</w:t>
      </w:r>
      <w:r>
        <w:tab/>
        <w:t>1.013e0</w:t>
      </w:r>
    </w:p>
    <w:p w14:paraId="38780712" w14:textId="77777777" w:rsidR="00810015" w:rsidRDefault="00810015" w:rsidP="00810015">
      <w:r>
        <w:t>284.8607</w:t>
      </w:r>
      <w:r>
        <w:tab/>
        <w:t>1.013e0</w:t>
      </w:r>
    </w:p>
    <w:p w14:paraId="6FB405D8" w14:textId="77777777" w:rsidR="00810015" w:rsidRDefault="00810015" w:rsidP="00810015">
      <w:r>
        <w:t>284.8635</w:t>
      </w:r>
      <w:r>
        <w:tab/>
        <w:t>1.013e0</w:t>
      </w:r>
    </w:p>
    <w:p w14:paraId="6851142C" w14:textId="77777777" w:rsidR="00810015" w:rsidRDefault="00810015" w:rsidP="00810015">
      <w:r>
        <w:t>284.8950</w:t>
      </w:r>
      <w:r>
        <w:tab/>
        <w:t>1.013e0</w:t>
      </w:r>
    </w:p>
    <w:p w14:paraId="097FBA9F" w14:textId="77777777" w:rsidR="00810015" w:rsidRDefault="00810015" w:rsidP="00810015">
      <w:r>
        <w:t>284.9346</w:t>
      </w:r>
      <w:r>
        <w:tab/>
        <w:t>1.013e0</w:t>
      </w:r>
    </w:p>
    <w:p w14:paraId="0427290D" w14:textId="77777777" w:rsidR="00810015" w:rsidRDefault="00810015" w:rsidP="00810015">
      <w:r>
        <w:t>284.9409</w:t>
      </w:r>
      <w:r>
        <w:tab/>
        <w:t>3.038e0</w:t>
      </w:r>
    </w:p>
    <w:p w14:paraId="6D5E8F8B" w14:textId="77777777" w:rsidR="00810015" w:rsidRDefault="00810015" w:rsidP="00810015">
      <w:r>
        <w:t>284.9710</w:t>
      </w:r>
      <w:r>
        <w:tab/>
        <w:t>1.013e0</w:t>
      </w:r>
    </w:p>
    <w:p w14:paraId="5FB5ADB2" w14:textId="77777777" w:rsidR="00810015" w:rsidRDefault="00810015" w:rsidP="00810015">
      <w:r>
        <w:t>284.9799</w:t>
      </w:r>
      <w:r>
        <w:tab/>
        <w:t>1.013e0</w:t>
      </w:r>
    </w:p>
    <w:p w14:paraId="57D57C93" w14:textId="77777777" w:rsidR="00810015" w:rsidRDefault="00810015" w:rsidP="00810015">
      <w:r>
        <w:t>284.9934</w:t>
      </w:r>
      <w:r>
        <w:tab/>
        <w:t>1.013e0</w:t>
      </w:r>
    </w:p>
    <w:p w14:paraId="3418F75C" w14:textId="77777777" w:rsidR="00810015" w:rsidRDefault="00810015" w:rsidP="00810015">
      <w:r>
        <w:t>285.0172</w:t>
      </w:r>
      <w:r>
        <w:tab/>
        <w:t>2.025e0</w:t>
      </w:r>
    </w:p>
    <w:p w14:paraId="3CD643BD" w14:textId="77777777" w:rsidR="00810015" w:rsidRDefault="00810015" w:rsidP="00810015">
      <w:r>
        <w:t>285.0204</w:t>
      </w:r>
      <w:r>
        <w:tab/>
        <w:t>3.038e0</w:t>
      </w:r>
    </w:p>
    <w:p w14:paraId="02F16FCC" w14:textId="77777777" w:rsidR="00810015" w:rsidRDefault="00810015" w:rsidP="00810015">
      <w:r>
        <w:t>285.0238</w:t>
      </w:r>
      <w:r>
        <w:tab/>
        <w:t>1.272e1</w:t>
      </w:r>
    </w:p>
    <w:p w14:paraId="035A9930" w14:textId="77777777" w:rsidR="00810015" w:rsidRDefault="00810015" w:rsidP="00810015">
      <w:r>
        <w:t>285.0323</w:t>
      </w:r>
      <w:r>
        <w:tab/>
        <w:t>1.215e1</w:t>
      </w:r>
    </w:p>
    <w:p w14:paraId="45B38322" w14:textId="77777777" w:rsidR="00810015" w:rsidRDefault="00810015" w:rsidP="00810015">
      <w:r>
        <w:t>285.0374</w:t>
      </w:r>
      <w:r>
        <w:tab/>
        <w:t>1.013e0</w:t>
      </w:r>
    </w:p>
    <w:p w14:paraId="12BA7EC5" w14:textId="77777777" w:rsidR="00810015" w:rsidRDefault="00810015" w:rsidP="00810015">
      <w:r>
        <w:t>285.0426</w:t>
      </w:r>
      <w:r>
        <w:tab/>
        <w:t>1.013e0</w:t>
      </w:r>
    </w:p>
    <w:p w14:paraId="179E0471" w14:textId="77777777" w:rsidR="00810015" w:rsidRDefault="00810015" w:rsidP="00810015">
      <w:r>
        <w:t>285.0616</w:t>
      </w:r>
      <w:r>
        <w:tab/>
        <w:t>3.038e0</w:t>
      </w:r>
    </w:p>
    <w:p w14:paraId="241D115C" w14:textId="77777777" w:rsidR="00810015" w:rsidRDefault="00810015" w:rsidP="00810015">
      <w:r>
        <w:t>285.0791</w:t>
      </w:r>
      <w:r>
        <w:tab/>
        <w:t>1.013e0</w:t>
      </w:r>
    </w:p>
    <w:p w14:paraId="0A2FB3A4" w14:textId="77777777" w:rsidR="00810015" w:rsidRDefault="00810015" w:rsidP="00810015">
      <w:r>
        <w:t>285.0849</w:t>
      </w:r>
      <w:r>
        <w:tab/>
        <w:t>3.038e0</w:t>
      </w:r>
    </w:p>
    <w:p w14:paraId="630B5D6A" w14:textId="77777777" w:rsidR="00810015" w:rsidRDefault="00810015" w:rsidP="00810015">
      <w:r>
        <w:t>285.1000</w:t>
      </w:r>
      <w:r>
        <w:tab/>
        <w:t>2.025e0</w:t>
      </w:r>
    </w:p>
    <w:p w14:paraId="460B863F" w14:textId="77777777" w:rsidR="00810015" w:rsidRDefault="00810015" w:rsidP="00810015">
      <w:r>
        <w:t>285.1193</w:t>
      </w:r>
      <w:r>
        <w:tab/>
        <w:t>6.076e0</w:t>
      </w:r>
    </w:p>
    <w:p w14:paraId="4329F774" w14:textId="77777777" w:rsidR="00810015" w:rsidRDefault="00810015" w:rsidP="00810015">
      <w:r>
        <w:t>285.1524</w:t>
      </w:r>
      <w:r>
        <w:tab/>
        <w:t>4.051e0</w:t>
      </w:r>
    </w:p>
    <w:p w14:paraId="3C06EB71" w14:textId="77777777" w:rsidR="00810015" w:rsidRDefault="00810015" w:rsidP="00810015">
      <w:r>
        <w:t>285.1663</w:t>
      </w:r>
      <w:r>
        <w:tab/>
        <w:t>6.076e0</w:t>
      </w:r>
    </w:p>
    <w:p w14:paraId="708320C5" w14:textId="77777777" w:rsidR="00810015" w:rsidRDefault="00810015" w:rsidP="00810015">
      <w:r>
        <w:t>285.1705</w:t>
      </w:r>
      <w:r>
        <w:tab/>
        <w:t>2.025e0</w:t>
      </w:r>
    </w:p>
    <w:p w14:paraId="718D13C9" w14:textId="77777777" w:rsidR="00810015" w:rsidRDefault="00810015" w:rsidP="00810015">
      <w:r>
        <w:t>285.1992</w:t>
      </w:r>
      <w:r>
        <w:tab/>
        <w:t>1.013e0</w:t>
      </w:r>
    </w:p>
    <w:p w14:paraId="4C3CE75A" w14:textId="77777777" w:rsidR="00810015" w:rsidRDefault="00810015" w:rsidP="00810015">
      <w:r>
        <w:t>285.2021</w:t>
      </w:r>
      <w:r>
        <w:tab/>
        <w:t>2.025e0</w:t>
      </w:r>
    </w:p>
    <w:p w14:paraId="57843FBC" w14:textId="77777777" w:rsidR="00810015" w:rsidRDefault="00810015" w:rsidP="00810015">
      <w:r>
        <w:t>285.2137</w:t>
      </w:r>
      <w:r>
        <w:tab/>
        <w:t>1.013e0</w:t>
      </w:r>
    </w:p>
    <w:p w14:paraId="078DF98D" w14:textId="77777777" w:rsidR="00810015" w:rsidRDefault="00810015" w:rsidP="00810015">
      <w:r>
        <w:t>285.2152</w:t>
      </w:r>
      <w:r>
        <w:tab/>
        <w:t>3.038e0</w:t>
      </w:r>
    </w:p>
    <w:p w14:paraId="6CAB3910" w14:textId="77777777" w:rsidR="00810015" w:rsidRDefault="00810015" w:rsidP="00810015">
      <w:r>
        <w:t>285.2357</w:t>
      </w:r>
      <w:r>
        <w:tab/>
        <w:t>1.013e0</w:t>
      </w:r>
    </w:p>
    <w:p w14:paraId="7FB90668" w14:textId="77777777" w:rsidR="00810015" w:rsidRDefault="00810015" w:rsidP="00810015">
      <w:r>
        <w:t>285.2449</w:t>
      </w:r>
      <w:r>
        <w:tab/>
        <w:t>2.025e0</w:t>
      </w:r>
    </w:p>
    <w:p w14:paraId="7837BDB0" w14:textId="77777777" w:rsidR="00810015" w:rsidRDefault="00810015" w:rsidP="00810015">
      <w:r>
        <w:t>285.2462</w:t>
      </w:r>
      <w:r>
        <w:tab/>
        <w:t>3.038e0</w:t>
      </w:r>
    </w:p>
    <w:p w14:paraId="0D74F729" w14:textId="77777777" w:rsidR="00810015" w:rsidRDefault="00810015" w:rsidP="00810015">
      <w:r>
        <w:t>285.2777</w:t>
      </w:r>
      <w:r>
        <w:tab/>
        <w:t>4.051e0</w:t>
      </w:r>
    </w:p>
    <w:p w14:paraId="5B3A9ADD" w14:textId="77777777" w:rsidR="00810015" w:rsidRDefault="00810015" w:rsidP="00810015">
      <w:r>
        <w:t>285.2848</w:t>
      </w:r>
      <w:r>
        <w:tab/>
        <w:t>1.013e0</w:t>
      </w:r>
    </w:p>
    <w:p w14:paraId="7253E840" w14:textId="77777777" w:rsidR="00810015" w:rsidRDefault="00810015" w:rsidP="00810015">
      <w:r>
        <w:t>285.2916</w:t>
      </w:r>
      <w:r>
        <w:tab/>
        <w:t>5.063e0</w:t>
      </w:r>
    </w:p>
    <w:p w14:paraId="1801C288" w14:textId="77777777" w:rsidR="00810015" w:rsidRDefault="00810015" w:rsidP="00810015">
      <w:r>
        <w:t>285.3169</w:t>
      </w:r>
      <w:r>
        <w:tab/>
        <w:t>2.025e0</w:t>
      </w:r>
    </w:p>
    <w:p w14:paraId="1690A8CF" w14:textId="77777777" w:rsidR="00810015" w:rsidRDefault="00810015" w:rsidP="00810015">
      <w:r>
        <w:t>285.3213</w:t>
      </w:r>
      <w:r>
        <w:tab/>
        <w:t>1.013e0</w:t>
      </w:r>
    </w:p>
    <w:p w14:paraId="46A8D907" w14:textId="77777777" w:rsidR="00810015" w:rsidRDefault="00810015" w:rsidP="00810015">
      <w:r>
        <w:t>285.3398</w:t>
      </w:r>
      <w:r>
        <w:tab/>
        <w:t>3.038e0</w:t>
      </w:r>
    </w:p>
    <w:p w14:paraId="569AB47D" w14:textId="77777777" w:rsidR="00810015" w:rsidRDefault="00810015" w:rsidP="00810015">
      <w:r>
        <w:t>285.3670</w:t>
      </w:r>
      <w:r>
        <w:tab/>
        <w:t>2.488e0</w:t>
      </w:r>
    </w:p>
    <w:p w14:paraId="080AFC2D" w14:textId="77777777" w:rsidR="00810015" w:rsidRDefault="00810015" w:rsidP="00810015">
      <w:r>
        <w:t>285.3712</w:t>
      </w:r>
      <w:r>
        <w:tab/>
        <w:t>1.013e0</w:t>
      </w:r>
    </w:p>
    <w:p w14:paraId="2878F8E1" w14:textId="77777777" w:rsidR="00810015" w:rsidRDefault="00810015" w:rsidP="00810015">
      <w:r>
        <w:t>285.4604</w:t>
      </w:r>
      <w:r>
        <w:tab/>
        <w:t>1.013e0</w:t>
      </w:r>
    </w:p>
    <w:p w14:paraId="43F0A1DC" w14:textId="77777777" w:rsidR="00810015" w:rsidRDefault="00810015" w:rsidP="00810015">
      <w:r>
        <w:t>285.4656</w:t>
      </w:r>
      <w:r>
        <w:tab/>
        <w:t>1.013e0</w:t>
      </w:r>
    </w:p>
    <w:p w14:paraId="017E51C3" w14:textId="77777777" w:rsidR="00810015" w:rsidRDefault="00810015" w:rsidP="00810015">
      <w:r>
        <w:t>285.4695</w:t>
      </w:r>
      <w:r>
        <w:tab/>
        <w:t>2.025e0</w:t>
      </w:r>
    </w:p>
    <w:p w14:paraId="66135B56" w14:textId="77777777" w:rsidR="00810015" w:rsidRDefault="00810015" w:rsidP="00810015">
      <w:r>
        <w:t>285.4736</w:t>
      </w:r>
      <w:r>
        <w:tab/>
        <w:t>1.013e0</w:t>
      </w:r>
    </w:p>
    <w:p w14:paraId="0FA3E69C" w14:textId="77777777" w:rsidR="00810015" w:rsidRDefault="00810015" w:rsidP="00810015">
      <w:r>
        <w:t>285.4875</w:t>
      </w:r>
      <w:r>
        <w:tab/>
        <w:t>1.013e0</w:t>
      </w:r>
    </w:p>
    <w:p w14:paraId="1DD2B0FC" w14:textId="77777777" w:rsidR="00810015" w:rsidRDefault="00810015" w:rsidP="00810015">
      <w:r>
        <w:t>285.5131</w:t>
      </w:r>
      <w:r>
        <w:tab/>
        <w:t>1.013e0</w:t>
      </w:r>
    </w:p>
    <w:p w14:paraId="36DC83DF" w14:textId="77777777" w:rsidR="00810015" w:rsidRDefault="00810015" w:rsidP="00810015">
      <w:r>
        <w:t>285.5283</w:t>
      </w:r>
      <w:r>
        <w:tab/>
        <w:t>1.013e0</w:t>
      </w:r>
    </w:p>
    <w:p w14:paraId="44BBD110" w14:textId="77777777" w:rsidR="00810015" w:rsidRDefault="00810015" w:rsidP="00810015">
      <w:r>
        <w:t>285.5366</w:t>
      </w:r>
      <w:r>
        <w:tab/>
        <w:t>1.013e0</w:t>
      </w:r>
    </w:p>
    <w:p w14:paraId="74501E7D" w14:textId="77777777" w:rsidR="00810015" w:rsidRDefault="00810015" w:rsidP="00810015">
      <w:r>
        <w:t>285.5492</w:t>
      </w:r>
      <w:r>
        <w:tab/>
        <w:t>1.013e0</w:t>
      </w:r>
    </w:p>
    <w:p w14:paraId="40AE8CC8" w14:textId="77777777" w:rsidR="00810015" w:rsidRDefault="00810015" w:rsidP="00810015">
      <w:r>
        <w:t>285.5767</w:t>
      </w:r>
      <w:r>
        <w:tab/>
        <w:t>3.038e0</w:t>
      </w:r>
    </w:p>
    <w:p w14:paraId="035BB9BD" w14:textId="77777777" w:rsidR="00810015" w:rsidRDefault="00810015" w:rsidP="00810015">
      <w:r>
        <w:t>285.5920</w:t>
      </w:r>
      <w:r>
        <w:tab/>
        <w:t>1.013e0</w:t>
      </w:r>
    </w:p>
    <w:p w14:paraId="70F13C68" w14:textId="77777777" w:rsidR="00810015" w:rsidRDefault="00810015" w:rsidP="00810015">
      <w:r>
        <w:t>285.6210</w:t>
      </w:r>
      <w:r>
        <w:tab/>
        <w:t>2.025e0</w:t>
      </w:r>
    </w:p>
    <w:p w14:paraId="71A75D2F" w14:textId="77777777" w:rsidR="00810015" w:rsidRDefault="00810015" w:rsidP="00810015">
      <w:r>
        <w:t>285.6310</w:t>
      </w:r>
      <w:r>
        <w:tab/>
        <w:t>1.013e0</w:t>
      </w:r>
    </w:p>
    <w:p w14:paraId="3CAEDA92" w14:textId="77777777" w:rsidR="00810015" w:rsidRDefault="00810015" w:rsidP="00810015">
      <w:r>
        <w:t>285.6401</w:t>
      </w:r>
      <w:r>
        <w:tab/>
        <w:t>1.013e0</w:t>
      </w:r>
    </w:p>
    <w:p w14:paraId="1B03EEAE" w14:textId="77777777" w:rsidR="00810015" w:rsidRDefault="00810015" w:rsidP="00810015">
      <w:r>
        <w:t>285.6486</w:t>
      </w:r>
      <w:r>
        <w:tab/>
        <w:t>1.013e0</w:t>
      </w:r>
    </w:p>
    <w:p w14:paraId="00E8424F" w14:textId="77777777" w:rsidR="00810015" w:rsidRDefault="00810015" w:rsidP="00810015">
      <w:r>
        <w:t>285.6862</w:t>
      </w:r>
      <w:r>
        <w:tab/>
        <w:t>1.013e0</w:t>
      </w:r>
    </w:p>
    <w:p w14:paraId="694493E8" w14:textId="77777777" w:rsidR="00810015" w:rsidRDefault="00810015" w:rsidP="00810015">
      <w:r>
        <w:t>285.7021</w:t>
      </w:r>
      <w:r>
        <w:tab/>
        <w:t>1.013e0</w:t>
      </w:r>
    </w:p>
    <w:p w14:paraId="06EB28DE" w14:textId="77777777" w:rsidR="00810015" w:rsidRDefault="00810015" w:rsidP="00810015">
      <w:r>
        <w:t>285.7165</w:t>
      </w:r>
      <w:r>
        <w:tab/>
        <w:t>1.013e0</w:t>
      </w:r>
    </w:p>
    <w:p w14:paraId="068B75B7" w14:textId="77777777" w:rsidR="00810015" w:rsidRDefault="00810015" w:rsidP="00810015">
      <w:r>
        <w:t>285.8055</w:t>
      </w:r>
      <w:r>
        <w:tab/>
        <w:t>1.013e0</w:t>
      </w:r>
    </w:p>
    <w:p w14:paraId="2F2F8F46" w14:textId="77777777" w:rsidR="00810015" w:rsidRDefault="00810015" w:rsidP="00810015">
      <w:r>
        <w:t>285.8309</w:t>
      </w:r>
      <w:r>
        <w:tab/>
        <w:t>3.038e0</w:t>
      </w:r>
    </w:p>
    <w:p w14:paraId="4E984732" w14:textId="77777777" w:rsidR="00810015" w:rsidRDefault="00810015" w:rsidP="00810015">
      <w:r>
        <w:t>285.8911</w:t>
      </w:r>
      <w:r>
        <w:tab/>
        <w:t>1.013e0</w:t>
      </w:r>
    </w:p>
    <w:p w14:paraId="42F0300A" w14:textId="77777777" w:rsidR="00810015" w:rsidRDefault="00810015" w:rsidP="00810015">
      <w:r>
        <w:t>285.9083</w:t>
      </w:r>
      <w:r>
        <w:tab/>
        <w:t>2.025e0</w:t>
      </w:r>
    </w:p>
    <w:p w14:paraId="136FD889" w14:textId="77777777" w:rsidR="00810015" w:rsidRDefault="00810015" w:rsidP="00810015">
      <w:r>
        <w:t>285.9195</w:t>
      </w:r>
      <w:r>
        <w:tab/>
        <w:t>1.013e0</w:t>
      </w:r>
    </w:p>
    <w:p w14:paraId="44D2BEA2" w14:textId="77777777" w:rsidR="00810015" w:rsidRDefault="00810015" w:rsidP="00810015">
      <w:r>
        <w:t>285.9460</w:t>
      </w:r>
      <w:r>
        <w:tab/>
        <w:t>1.013e0</w:t>
      </w:r>
    </w:p>
    <w:p w14:paraId="63E835E6" w14:textId="77777777" w:rsidR="00810015" w:rsidRDefault="00810015" w:rsidP="00810015">
      <w:r>
        <w:t>285.9550</w:t>
      </w:r>
      <w:r>
        <w:tab/>
        <w:t>1.013e0</w:t>
      </w:r>
    </w:p>
    <w:p w14:paraId="5E68ABB8" w14:textId="77777777" w:rsidR="00810015" w:rsidRDefault="00810015" w:rsidP="00810015">
      <w:r>
        <w:t>285.9796</w:t>
      </w:r>
      <w:r>
        <w:tab/>
        <w:t>2.025e0</w:t>
      </w:r>
    </w:p>
    <w:p w14:paraId="709092A6" w14:textId="77777777" w:rsidR="00810015" w:rsidRDefault="00810015" w:rsidP="00810015">
      <w:r>
        <w:t>286.0257</w:t>
      </w:r>
      <w:r>
        <w:tab/>
        <w:t>4.051e0</w:t>
      </w:r>
    </w:p>
    <w:p w14:paraId="7556DE37" w14:textId="77777777" w:rsidR="00810015" w:rsidRDefault="00810015" w:rsidP="00810015">
      <w:r>
        <w:t>286.0280</w:t>
      </w:r>
      <w:r>
        <w:tab/>
        <w:t>4.051e0</w:t>
      </w:r>
    </w:p>
    <w:p w14:paraId="2097E42F" w14:textId="77777777" w:rsidR="00810015" w:rsidRDefault="00810015" w:rsidP="00810015">
      <w:r>
        <w:t>286.0444</w:t>
      </w:r>
      <w:r>
        <w:tab/>
        <w:t>1.013e0</w:t>
      </w:r>
    </w:p>
    <w:p w14:paraId="7E19B0D1" w14:textId="77777777" w:rsidR="00810015" w:rsidRDefault="00810015" w:rsidP="00810015">
      <w:r>
        <w:t>286.0472</w:t>
      </w:r>
      <w:r>
        <w:tab/>
        <w:t>5.063e0</w:t>
      </w:r>
    </w:p>
    <w:p w14:paraId="3AA148A6" w14:textId="77777777" w:rsidR="00810015" w:rsidRDefault="00810015" w:rsidP="00810015">
      <w:r>
        <w:t>286.0527</w:t>
      </w:r>
      <w:r>
        <w:tab/>
        <w:t>2.025e0</w:t>
      </w:r>
    </w:p>
    <w:p w14:paraId="586CD28F" w14:textId="77777777" w:rsidR="00810015" w:rsidRDefault="00810015" w:rsidP="00810015">
      <w:r>
        <w:t>286.0841</w:t>
      </w:r>
      <w:r>
        <w:tab/>
        <w:t>2.025e0</w:t>
      </w:r>
    </w:p>
    <w:p w14:paraId="61D69203" w14:textId="77777777" w:rsidR="00810015" w:rsidRDefault="00810015" w:rsidP="00810015">
      <w:r>
        <w:t>286.0959</w:t>
      </w:r>
      <w:r>
        <w:tab/>
        <w:t>2.025e0</w:t>
      </w:r>
    </w:p>
    <w:p w14:paraId="7FAC63AA" w14:textId="77777777" w:rsidR="00810015" w:rsidRDefault="00810015" w:rsidP="00810015">
      <w:r>
        <w:t>286.1036</w:t>
      </w:r>
      <w:r>
        <w:tab/>
        <w:t>1.013e0</w:t>
      </w:r>
    </w:p>
    <w:p w14:paraId="13786427" w14:textId="77777777" w:rsidR="00810015" w:rsidRDefault="00810015" w:rsidP="00810015">
      <w:r>
        <w:t>286.1195</w:t>
      </w:r>
      <w:r>
        <w:tab/>
        <w:t>1.013e0</w:t>
      </w:r>
    </w:p>
    <w:p w14:paraId="0CA6D528" w14:textId="77777777" w:rsidR="00810015" w:rsidRDefault="00810015" w:rsidP="00810015">
      <w:r>
        <w:t>286.1309</w:t>
      </w:r>
      <w:r>
        <w:tab/>
        <w:t>2.025e0</w:t>
      </w:r>
    </w:p>
    <w:p w14:paraId="774C20B7" w14:textId="77777777" w:rsidR="00810015" w:rsidRDefault="00810015" w:rsidP="00810015">
      <w:r>
        <w:t>286.1389</w:t>
      </w:r>
      <w:r>
        <w:tab/>
        <w:t>2.025e0</w:t>
      </w:r>
    </w:p>
    <w:p w14:paraId="3E900DBB" w14:textId="77777777" w:rsidR="00810015" w:rsidRDefault="00810015" w:rsidP="00810015">
      <w:r>
        <w:t>286.1497</w:t>
      </w:r>
      <w:r>
        <w:tab/>
        <w:t>5.063e0</w:t>
      </w:r>
    </w:p>
    <w:p w14:paraId="376BA583" w14:textId="77777777" w:rsidR="00810015" w:rsidRDefault="00810015" w:rsidP="00810015">
      <w:r>
        <w:t>286.1824</w:t>
      </w:r>
      <w:r>
        <w:tab/>
        <w:t>3.038e0</w:t>
      </w:r>
    </w:p>
    <w:p w14:paraId="37B95F9E" w14:textId="77777777" w:rsidR="00810015" w:rsidRDefault="00810015" w:rsidP="00810015">
      <w:r>
        <w:t>286.1876</w:t>
      </w:r>
      <w:r>
        <w:tab/>
        <w:t>1.013e0</w:t>
      </w:r>
    </w:p>
    <w:p w14:paraId="5D95FFBF" w14:textId="77777777" w:rsidR="00810015" w:rsidRDefault="00810015" w:rsidP="00810015">
      <w:r>
        <w:t>286.2190</w:t>
      </w:r>
      <w:r>
        <w:tab/>
        <w:t>1.013e0</w:t>
      </w:r>
    </w:p>
    <w:p w14:paraId="5E8129F0" w14:textId="77777777" w:rsidR="00810015" w:rsidRDefault="00810015" w:rsidP="00810015">
      <w:r>
        <w:t>286.2281</w:t>
      </w:r>
      <w:r>
        <w:tab/>
        <w:t>2.025e0</w:t>
      </w:r>
    </w:p>
    <w:p w14:paraId="1C32B714" w14:textId="77777777" w:rsidR="00810015" w:rsidRDefault="00810015" w:rsidP="00810015">
      <w:r>
        <w:t>286.2299</w:t>
      </w:r>
      <w:r>
        <w:tab/>
        <w:t>2.025e0</w:t>
      </w:r>
    </w:p>
    <w:p w14:paraId="60A63A67" w14:textId="77777777" w:rsidR="00810015" w:rsidRDefault="00810015" w:rsidP="00810015">
      <w:r>
        <w:t>286.2415</w:t>
      </w:r>
      <w:r>
        <w:tab/>
        <w:t>2.025e0</w:t>
      </w:r>
    </w:p>
    <w:p w14:paraId="641B6DD6" w14:textId="77777777" w:rsidR="00810015" w:rsidRDefault="00810015" w:rsidP="00810015">
      <w:r>
        <w:t>286.2650</w:t>
      </w:r>
      <w:r>
        <w:tab/>
        <w:t>1.013e0</w:t>
      </w:r>
    </w:p>
    <w:p w14:paraId="0B51A494" w14:textId="77777777" w:rsidR="00810015" w:rsidRDefault="00810015" w:rsidP="00810015">
      <w:r>
        <w:t>286.2731</w:t>
      </w:r>
      <w:r>
        <w:tab/>
        <w:t>2.025e0</w:t>
      </w:r>
    </w:p>
    <w:p w14:paraId="56238294" w14:textId="77777777" w:rsidR="00810015" w:rsidRDefault="00810015" w:rsidP="00810015">
      <w:r>
        <w:t>286.3301</w:t>
      </w:r>
      <w:r>
        <w:tab/>
        <w:t>2.025e0</w:t>
      </w:r>
    </w:p>
    <w:p w14:paraId="2B55462D" w14:textId="77777777" w:rsidR="00810015" w:rsidRDefault="00810015" w:rsidP="00810015">
      <w:r>
        <w:t>286.3400</w:t>
      </w:r>
      <w:r>
        <w:tab/>
        <w:t>1.013e0</w:t>
      </w:r>
    </w:p>
    <w:p w14:paraId="01720118" w14:textId="77777777" w:rsidR="00810015" w:rsidRDefault="00810015" w:rsidP="00810015">
      <w:r>
        <w:t>286.3715</w:t>
      </w:r>
      <w:r>
        <w:tab/>
        <w:t>1.013e0</w:t>
      </w:r>
    </w:p>
    <w:p w14:paraId="0DA0B9E8" w14:textId="77777777" w:rsidR="00810015" w:rsidRDefault="00810015" w:rsidP="00810015">
      <w:r>
        <w:t>286.3814</w:t>
      </w:r>
      <w:r>
        <w:tab/>
        <w:t>1.013e0</w:t>
      </w:r>
    </w:p>
    <w:p w14:paraId="6A08B7FF" w14:textId="77777777" w:rsidR="00810015" w:rsidRDefault="00810015" w:rsidP="00810015">
      <w:r>
        <w:t>286.4540</w:t>
      </w:r>
      <w:r>
        <w:tab/>
        <w:t>1.013e0</w:t>
      </w:r>
    </w:p>
    <w:p w14:paraId="6B879840" w14:textId="77777777" w:rsidR="00810015" w:rsidRDefault="00810015" w:rsidP="00810015">
      <w:r>
        <w:t>286.4661</w:t>
      </w:r>
      <w:r>
        <w:tab/>
        <w:t>1.013e0</w:t>
      </w:r>
    </w:p>
    <w:p w14:paraId="4BE8B2E7" w14:textId="77777777" w:rsidR="00810015" w:rsidRDefault="00810015" w:rsidP="00810015">
      <w:r>
        <w:t>286.5020</w:t>
      </w:r>
      <w:r>
        <w:tab/>
        <w:t>1.013e0</w:t>
      </w:r>
    </w:p>
    <w:p w14:paraId="3924383C" w14:textId="77777777" w:rsidR="00810015" w:rsidRDefault="00810015" w:rsidP="00810015">
      <w:r>
        <w:t>286.5334</w:t>
      </w:r>
      <w:r>
        <w:tab/>
        <w:t>1.013e0</w:t>
      </w:r>
    </w:p>
    <w:p w14:paraId="3D8E3A5A" w14:textId="77777777" w:rsidR="00810015" w:rsidRDefault="00810015" w:rsidP="00810015">
      <w:r>
        <w:t>286.5881</w:t>
      </w:r>
      <w:r>
        <w:tab/>
        <w:t>1.013e0</w:t>
      </w:r>
    </w:p>
    <w:p w14:paraId="14615F65" w14:textId="77777777" w:rsidR="00810015" w:rsidRDefault="00810015" w:rsidP="00810015">
      <w:r>
        <w:t>286.5921</w:t>
      </w:r>
      <w:r>
        <w:tab/>
        <w:t>1.013e0</w:t>
      </w:r>
    </w:p>
    <w:p w14:paraId="76957137" w14:textId="77777777" w:rsidR="00810015" w:rsidRDefault="00810015" w:rsidP="00810015">
      <w:r>
        <w:t>286.6207</w:t>
      </w:r>
      <w:r>
        <w:tab/>
        <w:t>1.013e0</w:t>
      </w:r>
    </w:p>
    <w:p w14:paraId="5E254EC7" w14:textId="77777777" w:rsidR="00810015" w:rsidRDefault="00810015" w:rsidP="00810015">
      <w:r>
        <w:t>286.6738</w:t>
      </w:r>
      <w:r>
        <w:tab/>
        <w:t>2.025e0</w:t>
      </w:r>
    </w:p>
    <w:p w14:paraId="584C159D" w14:textId="77777777" w:rsidR="00810015" w:rsidRDefault="00810015" w:rsidP="00810015">
      <w:r>
        <w:t>286.6827</w:t>
      </w:r>
      <w:r>
        <w:tab/>
        <w:t>1.013e0</w:t>
      </w:r>
    </w:p>
    <w:p w14:paraId="79E60265" w14:textId="77777777" w:rsidR="00810015" w:rsidRDefault="00810015" w:rsidP="00810015">
      <w:r>
        <w:t>286.6918</w:t>
      </w:r>
      <w:r>
        <w:tab/>
        <w:t>1.013e0</w:t>
      </w:r>
    </w:p>
    <w:p w14:paraId="07F6DF25" w14:textId="77777777" w:rsidR="00810015" w:rsidRDefault="00810015" w:rsidP="00810015">
      <w:r>
        <w:t>286.7062</w:t>
      </w:r>
      <w:r>
        <w:tab/>
        <w:t>1.013e0</w:t>
      </w:r>
    </w:p>
    <w:p w14:paraId="24DB4B0F" w14:textId="77777777" w:rsidR="00810015" w:rsidRDefault="00810015" w:rsidP="00810015">
      <w:r>
        <w:t>286.7142</w:t>
      </w:r>
      <w:r>
        <w:tab/>
        <w:t>2.025e0</w:t>
      </w:r>
    </w:p>
    <w:p w14:paraId="0BDB5645" w14:textId="77777777" w:rsidR="00810015" w:rsidRDefault="00810015" w:rsidP="00810015">
      <w:r>
        <w:t>286.8087</w:t>
      </w:r>
      <w:r>
        <w:tab/>
        <w:t>1.013e0</w:t>
      </w:r>
    </w:p>
    <w:p w14:paraId="7889440B" w14:textId="77777777" w:rsidR="00810015" w:rsidRDefault="00810015" w:rsidP="00810015">
      <w:r>
        <w:t>286.8355</w:t>
      </w:r>
      <w:r>
        <w:tab/>
        <w:t>2.025e0</w:t>
      </w:r>
    </w:p>
    <w:p w14:paraId="450455ED" w14:textId="77777777" w:rsidR="00810015" w:rsidRDefault="00810015" w:rsidP="00810015">
      <w:r>
        <w:t>286.8718</w:t>
      </w:r>
      <w:r>
        <w:tab/>
        <w:t>2.025e0</w:t>
      </w:r>
    </w:p>
    <w:p w14:paraId="52614FB8" w14:textId="77777777" w:rsidR="00810015" w:rsidRDefault="00810015" w:rsidP="00810015">
      <w:r>
        <w:t>286.9348</w:t>
      </w:r>
      <w:r>
        <w:tab/>
        <w:t>1.013e0</w:t>
      </w:r>
    </w:p>
    <w:p w14:paraId="7A3C31E3" w14:textId="77777777" w:rsidR="00810015" w:rsidRDefault="00810015" w:rsidP="00810015">
      <w:r>
        <w:t>286.9437</w:t>
      </w:r>
      <w:r>
        <w:tab/>
        <w:t>1.013e0</w:t>
      </w:r>
    </w:p>
    <w:p w14:paraId="7252CED1" w14:textId="77777777" w:rsidR="00810015" w:rsidRDefault="00810015" w:rsidP="00810015">
      <w:r>
        <w:t>286.9644</w:t>
      </w:r>
      <w:r>
        <w:tab/>
        <w:t>2.025e0</w:t>
      </w:r>
    </w:p>
    <w:p w14:paraId="6DD523C8" w14:textId="77777777" w:rsidR="00810015" w:rsidRDefault="00810015" w:rsidP="00810015">
      <w:r>
        <w:t>286.9704</w:t>
      </w:r>
      <w:r>
        <w:tab/>
        <w:t>1.013e0</w:t>
      </w:r>
    </w:p>
    <w:p w14:paraId="24CA933D" w14:textId="77777777" w:rsidR="00810015" w:rsidRDefault="00810015" w:rsidP="00810015">
      <w:r>
        <w:t>287.0146</w:t>
      </w:r>
      <w:r>
        <w:tab/>
        <w:t>4.543e0</w:t>
      </w:r>
    </w:p>
    <w:p w14:paraId="0A7F4E13" w14:textId="77777777" w:rsidR="00810015" w:rsidRDefault="00810015" w:rsidP="00810015">
      <w:r>
        <w:t>287.0181</w:t>
      </w:r>
      <w:r>
        <w:tab/>
        <w:t>7.032e0</w:t>
      </w:r>
    </w:p>
    <w:p w14:paraId="50E2EA3F" w14:textId="77777777" w:rsidR="00810015" w:rsidRDefault="00810015" w:rsidP="00810015">
      <w:r>
        <w:t>287.0211</w:t>
      </w:r>
      <w:r>
        <w:tab/>
        <w:t>1.517e1</w:t>
      </w:r>
    </w:p>
    <w:p w14:paraId="2C414755" w14:textId="77777777" w:rsidR="00810015" w:rsidRDefault="00810015" w:rsidP="00810015">
      <w:r>
        <w:t>287.0495</w:t>
      </w:r>
      <w:r>
        <w:tab/>
        <w:t>9.634e0</w:t>
      </w:r>
    </w:p>
    <w:p w14:paraId="5F5A568D" w14:textId="77777777" w:rsidR="00810015" w:rsidRDefault="00810015" w:rsidP="00810015">
      <w:r>
        <w:t>287.0528</w:t>
      </w:r>
      <w:r>
        <w:tab/>
        <w:t>2.702e1</w:t>
      </w:r>
    </w:p>
    <w:p w14:paraId="27B754C9" w14:textId="77777777" w:rsidR="00810015" w:rsidRDefault="00810015" w:rsidP="00810015">
      <w:r>
        <w:t>287.0550</w:t>
      </w:r>
      <w:r>
        <w:tab/>
        <w:t>1.823e1</w:t>
      </w:r>
    </w:p>
    <w:p w14:paraId="3F3C7CA2" w14:textId="77777777" w:rsidR="00810015" w:rsidRDefault="00810015" w:rsidP="00810015">
      <w:r>
        <w:t>287.0625</w:t>
      </w:r>
      <w:r>
        <w:tab/>
        <w:t>9.129e0</w:t>
      </w:r>
    </w:p>
    <w:p w14:paraId="0E8635FC" w14:textId="77777777" w:rsidR="00810015" w:rsidRDefault="00810015" w:rsidP="00810015">
      <w:r>
        <w:t>287.1034</w:t>
      </w:r>
      <w:r>
        <w:tab/>
        <w:t>2.025e0</w:t>
      </w:r>
    </w:p>
    <w:p w14:paraId="4DD1C3F0" w14:textId="77777777" w:rsidR="00810015" w:rsidRDefault="00810015" w:rsidP="00810015">
      <w:r>
        <w:t>287.1097</w:t>
      </w:r>
      <w:r>
        <w:tab/>
        <w:t>2.550e0</w:t>
      </w:r>
    </w:p>
    <w:p w14:paraId="03569B4B" w14:textId="77777777" w:rsidR="00810015" w:rsidRDefault="00810015" w:rsidP="00810015">
      <w:r>
        <w:t>287.1159</w:t>
      </w:r>
      <w:r>
        <w:tab/>
        <w:t>1.013e0</w:t>
      </w:r>
    </w:p>
    <w:p w14:paraId="2C903C34" w14:textId="77777777" w:rsidR="00810015" w:rsidRDefault="00810015" w:rsidP="00810015">
      <w:r>
        <w:t>287.1239</w:t>
      </w:r>
      <w:r>
        <w:tab/>
        <w:t>2.025e0</w:t>
      </w:r>
    </w:p>
    <w:p w14:paraId="346253F5" w14:textId="77777777" w:rsidR="00810015" w:rsidRDefault="00810015" w:rsidP="00810015">
      <w:r>
        <w:t>287.1434</w:t>
      </w:r>
      <w:r>
        <w:tab/>
        <w:t>2.025e0</w:t>
      </w:r>
    </w:p>
    <w:p w14:paraId="3B3BB944" w14:textId="77777777" w:rsidR="00810015" w:rsidRDefault="00810015" w:rsidP="00810015">
      <w:r>
        <w:t>287.1536</w:t>
      </w:r>
      <w:r>
        <w:tab/>
        <w:t>2.025e0</w:t>
      </w:r>
    </w:p>
    <w:p w14:paraId="7D3F48AE" w14:textId="77777777" w:rsidR="00810015" w:rsidRDefault="00810015" w:rsidP="00810015">
      <w:r>
        <w:t>287.1555</w:t>
      </w:r>
      <w:r>
        <w:tab/>
        <w:t>1.013e0</w:t>
      </w:r>
    </w:p>
    <w:p w14:paraId="7FD43963" w14:textId="77777777" w:rsidR="00810015" w:rsidRDefault="00810015" w:rsidP="00810015">
      <w:r>
        <w:t>287.1713</w:t>
      </w:r>
      <w:r>
        <w:tab/>
        <w:t>2.025e0</w:t>
      </w:r>
    </w:p>
    <w:p w14:paraId="0BAA86AD" w14:textId="77777777" w:rsidR="00810015" w:rsidRDefault="00810015" w:rsidP="00810015">
      <w:r>
        <w:t>287.1870</w:t>
      </w:r>
      <w:r>
        <w:tab/>
        <w:t>1.013e0</w:t>
      </w:r>
    </w:p>
    <w:p w14:paraId="27FD4A21" w14:textId="77777777" w:rsidR="00810015" w:rsidRDefault="00810015" w:rsidP="00810015">
      <w:r>
        <w:t>287.1911</w:t>
      </w:r>
      <w:r>
        <w:tab/>
        <w:t>1.013e0</w:t>
      </w:r>
    </w:p>
    <w:p w14:paraId="3B119F11" w14:textId="77777777" w:rsidR="00810015" w:rsidRDefault="00810015" w:rsidP="00810015">
      <w:r>
        <w:t>287.2072</w:t>
      </w:r>
      <w:r>
        <w:tab/>
        <w:t>6.076e0</w:t>
      </w:r>
    </w:p>
    <w:p w14:paraId="2E10292B" w14:textId="77777777" w:rsidR="00810015" w:rsidRDefault="00810015" w:rsidP="00810015">
      <w:r>
        <w:t>287.2275</w:t>
      </w:r>
      <w:r>
        <w:tab/>
        <w:t>2.025e0</w:t>
      </w:r>
    </w:p>
    <w:p w14:paraId="3D080FDE" w14:textId="77777777" w:rsidR="00810015" w:rsidRDefault="00810015" w:rsidP="00810015">
      <w:r>
        <w:t>287.2343</w:t>
      </w:r>
      <w:r>
        <w:tab/>
        <w:t>4.051e0</w:t>
      </w:r>
    </w:p>
    <w:p w14:paraId="795588CB" w14:textId="77777777" w:rsidR="00810015" w:rsidRDefault="00810015" w:rsidP="00810015">
      <w:r>
        <w:t>287.2368</w:t>
      </w:r>
      <w:r>
        <w:tab/>
        <w:t>1.013e0</w:t>
      </w:r>
    </w:p>
    <w:p w14:paraId="616DC915" w14:textId="77777777" w:rsidR="00810015" w:rsidRDefault="00810015" w:rsidP="00810015">
      <w:r>
        <w:t>287.2460</w:t>
      </w:r>
      <w:r>
        <w:tab/>
        <w:t>1.013e0</w:t>
      </w:r>
    </w:p>
    <w:p w14:paraId="4BC815DA" w14:textId="77777777" w:rsidR="00810015" w:rsidRDefault="00810015" w:rsidP="00810015">
      <w:r>
        <w:t>287.2683</w:t>
      </w:r>
      <w:r>
        <w:tab/>
        <w:t>2.025e0</w:t>
      </w:r>
    </w:p>
    <w:p w14:paraId="55FB2343" w14:textId="77777777" w:rsidR="00810015" w:rsidRDefault="00810015" w:rsidP="00810015">
      <w:r>
        <w:t>287.2857</w:t>
      </w:r>
      <w:r>
        <w:tab/>
        <w:t>1.013e0</w:t>
      </w:r>
    </w:p>
    <w:p w14:paraId="1E849DBB" w14:textId="77777777" w:rsidR="00810015" w:rsidRDefault="00810015" w:rsidP="00810015">
      <w:r>
        <w:t>287.3131</w:t>
      </w:r>
      <w:r>
        <w:tab/>
        <w:t>1.013e0</w:t>
      </w:r>
    </w:p>
    <w:p w14:paraId="60A3C0FC" w14:textId="77777777" w:rsidR="00810015" w:rsidRDefault="00810015" w:rsidP="00810015">
      <w:r>
        <w:t>287.3366</w:t>
      </w:r>
      <w:r>
        <w:tab/>
        <w:t>1.013e0</w:t>
      </w:r>
    </w:p>
    <w:p w14:paraId="052F6A47" w14:textId="77777777" w:rsidR="00810015" w:rsidRDefault="00810015" w:rsidP="00810015">
      <w:r>
        <w:t>287.3526</w:t>
      </w:r>
      <w:r>
        <w:tab/>
        <w:t>1.013e0</w:t>
      </w:r>
    </w:p>
    <w:p w14:paraId="070CDA65" w14:textId="77777777" w:rsidR="00810015" w:rsidRDefault="00810015" w:rsidP="00810015">
      <w:r>
        <w:t>287.3692</w:t>
      </w:r>
      <w:r>
        <w:tab/>
        <w:t>1.013e0</w:t>
      </w:r>
    </w:p>
    <w:p w14:paraId="13231BCD" w14:textId="77777777" w:rsidR="00810015" w:rsidRDefault="00810015" w:rsidP="00810015">
      <w:r>
        <w:t>287.3954</w:t>
      </w:r>
      <w:r>
        <w:tab/>
        <w:t>1.013e0</w:t>
      </w:r>
    </w:p>
    <w:p w14:paraId="44EE4969" w14:textId="77777777" w:rsidR="00810015" w:rsidRDefault="00810015" w:rsidP="00810015">
      <w:r>
        <w:t>287.4037</w:t>
      </w:r>
      <w:r>
        <w:tab/>
        <w:t>1.013e0</w:t>
      </w:r>
    </w:p>
    <w:p w14:paraId="048314FE" w14:textId="77777777" w:rsidR="00810015" w:rsidRDefault="00810015" w:rsidP="00810015">
      <w:r>
        <w:t>287.4157</w:t>
      </w:r>
      <w:r>
        <w:tab/>
        <w:t>1.013e0</w:t>
      </w:r>
    </w:p>
    <w:p w14:paraId="33C91191" w14:textId="77777777" w:rsidR="00810015" w:rsidRDefault="00810015" w:rsidP="00810015">
      <w:r>
        <w:t>287.4323</w:t>
      </w:r>
      <w:r>
        <w:tab/>
        <w:t>1.013e0</w:t>
      </w:r>
    </w:p>
    <w:p w14:paraId="43B3B17B" w14:textId="77777777" w:rsidR="00810015" w:rsidRDefault="00810015" w:rsidP="00810015">
      <w:r>
        <w:t>287.4572</w:t>
      </w:r>
      <w:r>
        <w:tab/>
        <w:t>3.038e0</w:t>
      </w:r>
    </w:p>
    <w:p w14:paraId="5FAC924D" w14:textId="77777777" w:rsidR="00810015" w:rsidRDefault="00810015" w:rsidP="00810015">
      <w:r>
        <w:t>287.4891</w:t>
      </w:r>
      <w:r>
        <w:tab/>
        <w:t>1.013e0</w:t>
      </w:r>
    </w:p>
    <w:p w14:paraId="7A756CE9" w14:textId="77777777" w:rsidR="00810015" w:rsidRDefault="00810015" w:rsidP="00810015">
      <w:r>
        <w:t>287.4943</w:t>
      </w:r>
      <w:r>
        <w:tab/>
        <w:t>1.013e0</w:t>
      </w:r>
    </w:p>
    <w:p w14:paraId="05E017CA" w14:textId="77777777" w:rsidR="00810015" w:rsidRDefault="00810015" w:rsidP="00810015">
      <w:r>
        <w:t>287.5154</w:t>
      </w:r>
      <w:r>
        <w:tab/>
        <w:t>1.013e0</w:t>
      </w:r>
    </w:p>
    <w:p w14:paraId="00FD5EA7" w14:textId="77777777" w:rsidR="00810015" w:rsidRDefault="00810015" w:rsidP="00810015">
      <w:r>
        <w:t>287.5234</w:t>
      </w:r>
      <w:r>
        <w:tab/>
        <w:t>3.038e0</w:t>
      </w:r>
    </w:p>
    <w:p w14:paraId="1324DDF9" w14:textId="77777777" w:rsidR="00810015" w:rsidRDefault="00810015" w:rsidP="00810015">
      <w:r>
        <w:t>287.5785</w:t>
      </w:r>
      <w:r>
        <w:tab/>
        <w:t>1.013e0</w:t>
      </w:r>
    </w:p>
    <w:p w14:paraId="086460DE" w14:textId="77777777" w:rsidR="00810015" w:rsidRDefault="00810015" w:rsidP="00810015">
      <w:r>
        <w:t>287.6059</w:t>
      </w:r>
      <w:r>
        <w:tab/>
        <w:t>1.013e0</w:t>
      </w:r>
    </w:p>
    <w:p w14:paraId="0DE4E79A" w14:textId="77777777" w:rsidR="00810015" w:rsidRDefault="00810015" w:rsidP="00810015">
      <w:r>
        <w:t>287.6100</w:t>
      </w:r>
      <w:r>
        <w:tab/>
        <w:t>1.013e0</w:t>
      </w:r>
    </w:p>
    <w:p w14:paraId="2195AA98" w14:textId="77777777" w:rsidR="00810015" w:rsidRDefault="00810015" w:rsidP="00810015">
      <w:r>
        <w:t>287.6531</w:t>
      </w:r>
      <w:r>
        <w:tab/>
        <w:t>1.013e0</w:t>
      </w:r>
    </w:p>
    <w:p w14:paraId="05BE486D" w14:textId="77777777" w:rsidR="00810015" w:rsidRDefault="00810015" w:rsidP="00810015">
      <w:r>
        <w:t>287.6601</w:t>
      </w:r>
      <w:r>
        <w:tab/>
        <w:t>1.013e0</w:t>
      </w:r>
    </w:p>
    <w:p w14:paraId="6FED2618" w14:textId="77777777" w:rsidR="00810015" w:rsidRDefault="00810015" w:rsidP="00810015">
      <w:r>
        <w:t>287.6715</w:t>
      </w:r>
      <w:r>
        <w:tab/>
        <w:t>3.038e0</w:t>
      </w:r>
    </w:p>
    <w:p w14:paraId="77DB5A84" w14:textId="77777777" w:rsidR="00810015" w:rsidRDefault="00810015" w:rsidP="00810015">
      <w:r>
        <w:t>287.6957</w:t>
      </w:r>
      <w:r>
        <w:tab/>
        <w:t>1.013e0</w:t>
      </w:r>
    </w:p>
    <w:p w14:paraId="352C82D9" w14:textId="77777777" w:rsidR="00810015" w:rsidRDefault="00810015" w:rsidP="00810015">
      <w:r>
        <w:t>287.6995</w:t>
      </w:r>
      <w:r>
        <w:tab/>
        <w:t>1.013e0</w:t>
      </w:r>
    </w:p>
    <w:p w14:paraId="07A49348" w14:textId="77777777" w:rsidR="00810015" w:rsidRDefault="00810015" w:rsidP="00810015">
      <w:r>
        <w:t>287.7153</w:t>
      </w:r>
      <w:r>
        <w:tab/>
        <w:t>1.013e0</w:t>
      </w:r>
    </w:p>
    <w:p w14:paraId="4FB2D978" w14:textId="77777777" w:rsidR="00810015" w:rsidRDefault="00810015" w:rsidP="00810015">
      <w:r>
        <w:t>287.7242</w:t>
      </w:r>
      <w:r>
        <w:tab/>
        <w:t>1.013e0</w:t>
      </w:r>
    </w:p>
    <w:p w14:paraId="1B4D9FCC" w14:textId="77777777" w:rsidR="00810015" w:rsidRDefault="00810015" w:rsidP="00810015">
      <w:r>
        <w:t>287.7343</w:t>
      </w:r>
      <w:r>
        <w:tab/>
        <w:t>2.025e0</w:t>
      </w:r>
    </w:p>
    <w:p w14:paraId="0BF8085D" w14:textId="77777777" w:rsidR="00810015" w:rsidRDefault="00810015" w:rsidP="00810015">
      <w:r>
        <w:t>287.7468</w:t>
      </w:r>
      <w:r>
        <w:tab/>
        <w:t>1.013e0</w:t>
      </w:r>
    </w:p>
    <w:p w14:paraId="4565948D" w14:textId="77777777" w:rsidR="00810015" w:rsidRDefault="00810015" w:rsidP="00810015">
      <w:r>
        <w:t>287.7557</w:t>
      </w:r>
      <w:r>
        <w:tab/>
        <w:t>1.013e0</w:t>
      </w:r>
    </w:p>
    <w:p w14:paraId="6500CAF9" w14:textId="77777777" w:rsidR="00810015" w:rsidRDefault="00810015" w:rsidP="00810015">
      <w:r>
        <w:t>287.7863</w:t>
      </w:r>
      <w:r>
        <w:tab/>
        <w:t>1.013e0</w:t>
      </w:r>
    </w:p>
    <w:p w14:paraId="6A77A5EB" w14:textId="77777777" w:rsidR="00810015" w:rsidRDefault="00810015" w:rsidP="00810015">
      <w:r>
        <w:t>287.8229</w:t>
      </w:r>
      <w:r>
        <w:tab/>
        <w:t>1.013e0</w:t>
      </w:r>
    </w:p>
    <w:p w14:paraId="0B25250E" w14:textId="77777777" w:rsidR="00810015" w:rsidRDefault="00810015" w:rsidP="00810015">
      <w:r>
        <w:t>287.8311</w:t>
      </w:r>
      <w:r>
        <w:tab/>
        <w:t>1.013e0</w:t>
      </w:r>
    </w:p>
    <w:p w14:paraId="2B0B4727" w14:textId="77777777" w:rsidR="00810015" w:rsidRDefault="00810015" w:rsidP="00810015">
      <w:r>
        <w:t>287.8363</w:t>
      </w:r>
      <w:r>
        <w:tab/>
        <w:t>1.013e0</w:t>
      </w:r>
    </w:p>
    <w:p w14:paraId="6AB57E6E" w14:textId="77777777" w:rsidR="00810015" w:rsidRDefault="00810015" w:rsidP="00810015">
      <w:r>
        <w:t>287.8679</w:t>
      </w:r>
      <w:r>
        <w:tab/>
        <w:t>1.013e0</w:t>
      </w:r>
    </w:p>
    <w:p w14:paraId="4FC024F1" w14:textId="77777777" w:rsidR="00810015" w:rsidRDefault="00810015" w:rsidP="00810015">
      <w:r>
        <w:t>287.8778</w:t>
      </w:r>
      <w:r>
        <w:tab/>
        <w:t>1.013e0</w:t>
      </w:r>
    </w:p>
    <w:p w14:paraId="1956095F" w14:textId="77777777" w:rsidR="00810015" w:rsidRDefault="00810015" w:rsidP="00810015">
      <w:r>
        <w:t>287.8849</w:t>
      </w:r>
      <w:r>
        <w:tab/>
        <w:t>1.013e0</w:t>
      </w:r>
    </w:p>
    <w:p w14:paraId="14B2307F" w14:textId="77777777" w:rsidR="00810015" w:rsidRDefault="00810015" w:rsidP="00810015">
      <w:r>
        <w:t>287.8995</w:t>
      </w:r>
      <w:r>
        <w:tab/>
        <w:t>1.013e0</w:t>
      </w:r>
    </w:p>
    <w:p w14:paraId="12FB2758" w14:textId="77777777" w:rsidR="00810015" w:rsidRDefault="00810015" w:rsidP="00810015">
      <w:r>
        <w:t>287.9258</w:t>
      </w:r>
      <w:r>
        <w:tab/>
        <w:t>1.013e0</w:t>
      </w:r>
    </w:p>
    <w:p w14:paraId="48211F14" w14:textId="77777777" w:rsidR="00810015" w:rsidRDefault="00810015" w:rsidP="00810015">
      <w:r>
        <w:t>287.9578</w:t>
      </w:r>
      <w:r>
        <w:tab/>
        <w:t>2.025e0</w:t>
      </w:r>
    </w:p>
    <w:p w14:paraId="39B22060" w14:textId="77777777" w:rsidR="00810015" w:rsidRDefault="00810015" w:rsidP="00810015">
      <w:r>
        <w:t>287.9627</w:t>
      </w:r>
      <w:r>
        <w:tab/>
        <w:t>1.013e0</w:t>
      </w:r>
    </w:p>
    <w:p w14:paraId="0190E21D" w14:textId="77777777" w:rsidR="00810015" w:rsidRDefault="00810015" w:rsidP="00810015">
      <w:r>
        <w:t>288.0011</w:t>
      </w:r>
      <w:r>
        <w:tab/>
        <w:t>2.025e0</w:t>
      </w:r>
    </w:p>
    <w:p w14:paraId="2E3F20D8" w14:textId="77777777" w:rsidR="00810015" w:rsidRDefault="00810015" w:rsidP="00810015">
      <w:r>
        <w:t>288.0154</w:t>
      </w:r>
      <w:r>
        <w:tab/>
        <w:t>1.013e0</w:t>
      </w:r>
    </w:p>
    <w:p w14:paraId="46DBBBB0" w14:textId="77777777" w:rsidR="00810015" w:rsidRDefault="00810015" w:rsidP="00810015">
      <w:r>
        <w:t>288.0242</w:t>
      </w:r>
      <w:r>
        <w:tab/>
        <w:t>4.051e0</w:t>
      </w:r>
    </w:p>
    <w:p w14:paraId="76BC1D46" w14:textId="77777777" w:rsidR="00810015" w:rsidRDefault="00810015" w:rsidP="00810015">
      <w:r>
        <w:t>288.0575</w:t>
      </w:r>
      <w:r>
        <w:tab/>
        <w:t>3.038e0</w:t>
      </w:r>
    </w:p>
    <w:p w14:paraId="29BBEFC8" w14:textId="77777777" w:rsidR="00810015" w:rsidRDefault="00810015" w:rsidP="00810015">
      <w:r>
        <w:t>288.0632</w:t>
      </w:r>
      <w:r>
        <w:tab/>
        <w:t>2.025e0</w:t>
      </w:r>
    </w:p>
    <w:p w14:paraId="29EA8E1F" w14:textId="77777777" w:rsidR="00810015" w:rsidRDefault="00810015" w:rsidP="00810015">
      <w:r>
        <w:t>288.0651</w:t>
      </w:r>
      <w:r>
        <w:tab/>
        <w:t>1.159e1</w:t>
      </w:r>
    </w:p>
    <w:p w14:paraId="265AF329" w14:textId="77777777" w:rsidR="00810015" w:rsidRDefault="00810015" w:rsidP="00810015">
      <w:r>
        <w:t>288.0671</w:t>
      </w:r>
      <w:r>
        <w:tab/>
        <w:t>7.651e0</w:t>
      </w:r>
    </w:p>
    <w:p w14:paraId="0A2F32B5" w14:textId="77777777" w:rsidR="00810015" w:rsidRDefault="00810015" w:rsidP="00810015">
      <w:r>
        <w:t>288.0713</w:t>
      </w:r>
      <w:r>
        <w:tab/>
        <w:t>2.025e0</w:t>
      </w:r>
    </w:p>
    <w:p w14:paraId="4FB8EFD1" w14:textId="77777777" w:rsidR="00810015" w:rsidRDefault="00810015" w:rsidP="00810015">
      <w:r>
        <w:t>288.1104</w:t>
      </w:r>
      <w:r>
        <w:tab/>
        <w:t>3.645e0</w:t>
      </w:r>
    </w:p>
    <w:p w14:paraId="04D50942" w14:textId="77777777" w:rsidR="00810015" w:rsidRDefault="00810015" w:rsidP="00810015">
      <w:r>
        <w:t>288.1207</w:t>
      </w:r>
      <w:r>
        <w:tab/>
        <w:t>1.013e0</w:t>
      </w:r>
    </w:p>
    <w:p w14:paraId="7BD0E4C4" w14:textId="77777777" w:rsidR="00810015" w:rsidRDefault="00810015" w:rsidP="00810015">
      <w:r>
        <w:t>288.1263</w:t>
      </w:r>
      <w:r>
        <w:tab/>
        <w:t>1.013e0</w:t>
      </w:r>
    </w:p>
    <w:p w14:paraId="17E53176" w14:textId="77777777" w:rsidR="00810015" w:rsidRDefault="00810015" w:rsidP="00810015">
      <w:r>
        <w:t>288.1447</w:t>
      </w:r>
      <w:r>
        <w:tab/>
        <w:t>2.025e0</w:t>
      </w:r>
    </w:p>
    <w:p w14:paraId="4EA731E4" w14:textId="77777777" w:rsidR="00810015" w:rsidRDefault="00810015" w:rsidP="00810015">
      <w:r>
        <w:t>288.1649</w:t>
      </w:r>
      <w:r>
        <w:tab/>
        <w:t>1.013e0</w:t>
      </w:r>
    </w:p>
    <w:p w14:paraId="7F31D03D" w14:textId="77777777" w:rsidR="00810015" w:rsidRDefault="00810015" w:rsidP="00810015">
      <w:r>
        <w:t>288.1749</w:t>
      </w:r>
      <w:r>
        <w:tab/>
        <w:t>4.480e0</w:t>
      </w:r>
    </w:p>
    <w:p w14:paraId="350EC140" w14:textId="77777777" w:rsidR="00810015" w:rsidRDefault="00810015" w:rsidP="00810015">
      <w:r>
        <w:t>288.1787</w:t>
      </w:r>
      <w:r>
        <w:tab/>
        <w:t>2.025e0</w:t>
      </w:r>
    </w:p>
    <w:p w14:paraId="12188F4A" w14:textId="77777777" w:rsidR="00810015" w:rsidRDefault="00810015" w:rsidP="00810015">
      <w:r>
        <w:t>288.1830</w:t>
      </w:r>
      <w:r>
        <w:tab/>
        <w:t>2.025e0</w:t>
      </w:r>
    </w:p>
    <w:p w14:paraId="533DD7F5" w14:textId="77777777" w:rsidR="00810015" w:rsidRDefault="00810015" w:rsidP="00810015">
      <w:r>
        <w:t>288.2083</w:t>
      </w:r>
      <w:r>
        <w:tab/>
        <w:t>3.038e0</w:t>
      </w:r>
    </w:p>
    <w:p w14:paraId="0692B630" w14:textId="77777777" w:rsidR="00810015" w:rsidRDefault="00810015" w:rsidP="00810015">
      <w:r>
        <w:t>288.2154</w:t>
      </w:r>
      <w:r>
        <w:tab/>
        <w:t>5.063e0</w:t>
      </w:r>
    </w:p>
    <w:p w14:paraId="4563FD4B" w14:textId="77777777" w:rsidR="00810015" w:rsidRDefault="00810015" w:rsidP="00810015">
      <w:r>
        <w:t>288.2222</w:t>
      </w:r>
      <w:r>
        <w:tab/>
        <w:t>4.051e0</w:t>
      </w:r>
    </w:p>
    <w:p w14:paraId="27F90662" w14:textId="77777777" w:rsidR="00810015" w:rsidRDefault="00810015" w:rsidP="00810015">
      <w:r>
        <w:t>288.2292</w:t>
      </w:r>
      <w:r>
        <w:tab/>
        <w:t>2.025e0</w:t>
      </w:r>
    </w:p>
    <w:p w14:paraId="177692CE" w14:textId="77777777" w:rsidR="00810015" w:rsidRDefault="00810015" w:rsidP="00810015">
      <w:r>
        <w:t>288.2357</w:t>
      </w:r>
      <w:r>
        <w:tab/>
        <w:t>2.025e0</w:t>
      </w:r>
    </w:p>
    <w:p w14:paraId="3AEA9AF7" w14:textId="77777777" w:rsidR="00810015" w:rsidRDefault="00810015" w:rsidP="00810015">
      <w:r>
        <w:t>288.2638</w:t>
      </w:r>
      <w:r>
        <w:tab/>
        <w:t>5.063e0</w:t>
      </w:r>
    </w:p>
    <w:p w14:paraId="5547BD10" w14:textId="77777777" w:rsidR="00810015" w:rsidRDefault="00810015" w:rsidP="00810015">
      <w:r>
        <w:t>288.2682</w:t>
      </w:r>
      <w:r>
        <w:tab/>
        <w:t>1.013e0</w:t>
      </w:r>
    </w:p>
    <w:p w14:paraId="3C2CE5A8" w14:textId="77777777" w:rsidR="00810015" w:rsidRDefault="00810015" w:rsidP="00810015">
      <w:r>
        <w:t>288.2950</w:t>
      </w:r>
      <w:r>
        <w:tab/>
        <w:t>1.013e0</w:t>
      </w:r>
    </w:p>
    <w:p w14:paraId="21732584" w14:textId="77777777" w:rsidR="00810015" w:rsidRDefault="00810015" w:rsidP="00810015">
      <w:r>
        <w:t>288.3186</w:t>
      </w:r>
      <w:r>
        <w:tab/>
        <w:t>1.013e0</w:t>
      </w:r>
    </w:p>
    <w:p w14:paraId="5972F75E" w14:textId="77777777" w:rsidR="00810015" w:rsidRDefault="00810015" w:rsidP="00810015">
      <w:r>
        <w:t>288.3226</w:t>
      </w:r>
      <w:r>
        <w:tab/>
        <w:t>2.025e0</w:t>
      </w:r>
    </w:p>
    <w:p w14:paraId="2A88B6C1" w14:textId="77777777" w:rsidR="00810015" w:rsidRDefault="00810015" w:rsidP="00810015">
      <w:r>
        <w:t>288.3421</w:t>
      </w:r>
      <w:r>
        <w:tab/>
        <w:t>1.013e0</w:t>
      </w:r>
    </w:p>
    <w:p w14:paraId="59D7C947" w14:textId="77777777" w:rsidR="00810015" w:rsidRDefault="00810015" w:rsidP="00810015">
      <w:r>
        <w:t>288.3659</w:t>
      </w:r>
      <w:r>
        <w:tab/>
        <w:t>2.025e0</w:t>
      </w:r>
    </w:p>
    <w:p w14:paraId="4651875A" w14:textId="77777777" w:rsidR="00810015" w:rsidRDefault="00810015" w:rsidP="00810015">
      <w:r>
        <w:t>288.4222</w:t>
      </w:r>
      <w:r>
        <w:tab/>
        <w:t>1.013e0</w:t>
      </w:r>
    </w:p>
    <w:p w14:paraId="40C26A60" w14:textId="77777777" w:rsidR="00810015" w:rsidRDefault="00810015" w:rsidP="00810015">
      <w:r>
        <w:t>288.4489</w:t>
      </w:r>
      <w:r>
        <w:tab/>
        <w:t>1.013e0</w:t>
      </w:r>
    </w:p>
    <w:p w14:paraId="7D77C72D" w14:textId="77777777" w:rsidR="00810015" w:rsidRDefault="00810015" w:rsidP="00810015">
      <w:r>
        <w:t>288.4591</w:t>
      </w:r>
      <w:r>
        <w:tab/>
        <w:t>2.025e0</w:t>
      </w:r>
    </w:p>
    <w:p w14:paraId="77211589" w14:textId="77777777" w:rsidR="00810015" w:rsidRDefault="00810015" w:rsidP="00810015">
      <w:r>
        <w:t>288.4607</w:t>
      </w:r>
      <w:r>
        <w:tab/>
        <w:t>2.025e0</w:t>
      </w:r>
    </w:p>
    <w:p w14:paraId="4B442347" w14:textId="77777777" w:rsidR="00810015" w:rsidRDefault="00810015" w:rsidP="00810015">
      <w:r>
        <w:t>288.4805</w:t>
      </w:r>
      <w:r>
        <w:tab/>
        <w:t>1.013e0</w:t>
      </w:r>
    </w:p>
    <w:p w14:paraId="100A3409" w14:textId="77777777" w:rsidR="00810015" w:rsidRDefault="00810015" w:rsidP="00810015">
      <w:r>
        <w:t>288.4897</w:t>
      </w:r>
      <w:r>
        <w:tab/>
        <w:t>2.025e0</w:t>
      </w:r>
    </w:p>
    <w:p w14:paraId="727AFD8E" w14:textId="77777777" w:rsidR="00810015" w:rsidRDefault="00810015" w:rsidP="00810015">
      <w:r>
        <w:t>288.5214</w:t>
      </w:r>
      <w:r>
        <w:tab/>
        <w:t>1.013e0</w:t>
      </w:r>
    </w:p>
    <w:p w14:paraId="735E2AF1" w14:textId="77777777" w:rsidR="00810015" w:rsidRDefault="00810015" w:rsidP="00810015">
      <w:r>
        <w:t>288.5266</w:t>
      </w:r>
      <w:r>
        <w:tab/>
        <w:t>1.013e0</w:t>
      </w:r>
    </w:p>
    <w:p w14:paraId="7EA25137" w14:textId="77777777" w:rsidR="00810015" w:rsidRDefault="00810015" w:rsidP="00810015">
      <w:r>
        <w:t>288.5333</w:t>
      </w:r>
      <w:r>
        <w:tab/>
        <w:t>3.038e0</w:t>
      </w:r>
    </w:p>
    <w:p w14:paraId="341299F3" w14:textId="77777777" w:rsidR="00810015" w:rsidRDefault="00810015" w:rsidP="00810015">
      <w:r>
        <w:t>288.5474</w:t>
      </w:r>
      <w:r>
        <w:tab/>
        <w:t>3.038e0</w:t>
      </w:r>
    </w:p>
    <w:p w14:paraId="48A8D991" w14:textId="77777777" w:rsidR="00810015" w:rsidRDefault="00810015" w:rsidP="00810015">
      <w:r>
        <w:t>288.5632</w:t>
      </w:r>
      <w:r>
        <w:tab/>
        <w:t>1.013e0</w:t>
      </w:r>
    </w:p>
    <w:p w14:paraId="10AF64CC" w14:textId="77777777" w:rsidR="00810015" w:rsidRDefault="00810015" w:rsidP="00810015">
      <w:r>
        <w:t>288.5987</w:t>
      </w:r>
      <w:r>
        <w:tab/>
        <w:t>1.013e0</w:t>
      </w:r>
    </w:p>
    <w:p w14:paraId="33BAA6C6" w14:textId="77777777" w:rsidR="00810015" w:rsidRDefault="00810015" w:rsidP="00810015">
      <w:r>
        <w:t>288.6289</w:t>
      </w:r>
      <w:r>
        <w:tab/>
        <w:t>3.038e0</w:t>
      </w:r>
    </w:p>
    <w:p w14:paraId="1A9CCA68" w14:textId="77777777" w:rsidR="00810015" w:rsidRDefault="00810015" w:rsidP="00810015">
      <w:r>
        <w:t>288.6383</w:t>
      </w:r>
      <w:r>
        <w:tab/>
        <w:t>1.013e0</w:t>
      </w:r>
    </w:p>
    <w:p w14:paraId="0C0DAE68" w14:textId="77777777" w:rsidR="00810015" w:rsidRDefault="00810015" w:rsidP="00810015">
      <w:r>
        <w:t>288.6744</w:t>
      </w:r>
      <w:r>
        <w:tab/>
        <w:t>1.013e0</w:t>
      </w:r>
    </w:p>
    <w:p w14:paraId="03E88F39" w14:textId="77777777" w:rsidR="00810015" w:rsidRDefault="00810015" w:rsidP="00810015">
      <w:r>
        <w:t>288.6849</w:t>
      </w:r>
      <w:r>
        <w:tab/>
        <w:t>2.025e0</w:t>
      </w:r>
    </w:p>
    <w:p w14:paraId="0BCB1D1B" w14:textId="77777777" w:rsidR="00810015" w:rsidRDefault="00810015" w:rsidP="00810015">
      <w:r>
        <w:t>288.6954</w:t>
      </w:r>
      <w:r>
        <w:tab/>
        <w:t>2.025e0</w:t>
      </w:r>
    </w:p>
    <w:p w14:paraId="0A284C69" w14:textId="77777777" w:rsidR="00810015" w:rsidRDefault="00810015" w:rsidP="00810015">
      <w:r>
        <w:t>288.7483</w:t>
      </w:r>
      <w:r>
        <w:tab/>
        <w:t>2.025e0</w:t>
      </w:r>
    </w:p>
    <w:p w14:paraId="47080314" w14:textId="77777777" w:rsidR="00810015" w:rsidRDefault="00810015" w:rsidP="00810015">
      <w:r>
        <w:t>288.7747</w:t>
      </w:r>
      <w:r>
        <w:tab/>
        <w:t>1.013e0</w:t>
      </w:r>
    </w:p>
    <w:p w14:paraId="196AF32E" w14:textId="77777777" w:rsidR="00810015" w:rsidRDefault="00810015" w:rsidP="00810015">
      <w:r>
        <w:t>288.7881</w:t>
      </w:r>
      <w:r>
        <w:tab/>
        <w:t>1.013e0</w:t>
      </w:r>
    </w:p>
    <w:p w14:paraId="36FFE82E" w14:textId="77777777" w:rsidR="00810015" w:rsidRDefault="00810015" w:rsidP="00810015">
      <w:r>
        <w:t>288.8197</w:t>
      </w:r>
      <w:r>
        <w:tab/>
        <w:t>1.013e0</w:t>
      </w:r>
    </w:p>
    <w:p w14:paraId="127AF698" w14:textId="77777777" w:rsidR="00810015" w:rsidRDefault="00810015" w:rsidP="00810015">
      <w:r>
        <w:t>288.8452</w:t>
      </w:r>
      <w:r>
        <w:tab/>
        <w:t>3.038e0</w:t>
      </w:r>
    </w:p>
    <w:p w14:paraId="1252DC72" w14:textId="77777777" w:rsidR="00810015" w:rsidRDefault="00810015" w:rsidP="00810015">
      <w:r>
        <w:t>288.9075</w:t>
      </w:r>
      <w:r>
        <w:tab/>
        <w:t>1.013e0</w:t>
      </w:r>
    </w:p>
    <w:p w14:paraId="0FDFAFDF" w14:textId="77777777" w:rsidR="00810015" w:rsidRDefault="00810015" w:rsidP="00810015">
      <w:r>
        <w:t>288.9331</w:t>
      </w:r>
      <w:r>
        <w:tab/>
        <w:t>1.013e0</w:t>
      </w:r>
    </w:p>
    <w:p w14:paraId="136AC92B" w14:textId="77777777" w:rsidR="00810015" w:rsidRDefault="00810015" w:rsidP="00810015">
      <w:r>
        <w:t>288.9420</w:t>
      </w:r>
      <w:r>
        <w:tab/>
        <w:t>1.013e0</w:t>
      </w:r>
    </w:p>
    <w:p w14:paraId="02B43138" w14:textId="77777777" w:rsidR="00810015" w:rsidRDefault="00810015" w:rsidP="00810015">
      <w:r>
        <w:t>288.9648</w:t>
      </w:r>
      <w:r>
        <w:tab/>
        <w:t>1.013e0</w:t>
      </w:r>
    </w:p>
    <w:p w14:paraId="55D0E678" w14:textId="77777777" w:rsidR="00810015" w:rsidRDefault="00810015" w:rsidP="00810015">
      <w:r>
        <w:t>288.9735</w:t>
      </w:r>
      <w:r>
        <w:tab/>
        <w:t>1.013e0</w:t>
      </w:r>
    </w:p>
    <w:p w14:paraId="4A265B1E" w14:textId="77777777" w:rsidR="00810015" w:rsidRDefault="00810015" w:rsidP="00810015">
      <w:r>
        <w:t>288.9820</w:t>
      </w:r>
      <w:r>
        <w:tab/>
        <w:t>2.025e0</w:t>
      </w:r>
    </w:p>
    <w:p w14:paraId="3C82705B" w14:textId="77777777" w:rsidR="00810015" w:rsidRDefault="00810015" w:rsidP="00810015">
      <w:r>
        <w:t>288.9965</w:t>
      </w:r>
      <w:r>
        <w:tab/>
        <w:t>1.013e0</w:t>
      </w:r>
    </w:p>
    <w:p w14:paraId="731D2075" w14:textId="77777777" w:rsidR="00810015" w:rsidRDefault="00810015" w:rsidP="00810015">
      <w:r>
        <w:t>289.0262</w:t>
      </w:r>
      <w:r>
        <w:tab/>
        <w:t>3.038e0</w:t>
      </w:r>
    </w:p>
    <w:p w14:paraId="3F731AB2" w14:textId="77777777" w:rsidR="00810015" w:rsidRDefault="00810015" w:rsidP="00810015">
      <w:r>
        <w:t>289.0376</w:t>
      </w:r>
      <w:r>
        <w:tab/>
        <w:t>3.038e0</w:t>
      </w:r>
    </w:p>
    <w:p w14:paraId="3DD3F19C" w14:textId="77777777" w:rsidR="00810015" w:rsidRDefault="00810015" w:rsidP="00810015">
      <w:r>
        <w:t>289.0447</w:t>
      </w:r>
      <w:r>
        <w:tab/>
        <w:t>1.013e0</w:t>
      </w:r>
    </w:p>
    <w:p w14:paraId="06E8CA70" w14:textId="77777777" w:rsidR="00810015" w:rsidRDefault="00810015" w:rsidP="00810015">
      <w:r>
        <w:t>289.0563</w:t>
      </w:r>
      <w:r>
        <w:tab/>
        <w:t>4.051e0</w:t>
      </w:r>
    </w:p>
    <w:p w14:paraId="2BAAD938" w14:textId="77777777" w:rsidR="00810015" w:rsidRDefault="00810015" w:rsidP="00810015">
      <w:r>
        <w:t>289.0616</w:t>
      </w:r>
      <w:r>
        <w:tab/>
        <w:t>2.025e0</w:t>
      </w:r>
    </w:p>
    <w:p w14:paraId="545C0B77" w14:textId="77777777" w:rsidR="00810015" w:rsidRDefault="00810015" w:rsidP="00810015">
      <w:r>
        <w:t>289.0657</w:t>
      </w:r>
      <w:r>
        <w:tab/>
        <w:t>2.025e0</w:t>
      </w:r>
    </w:p>
    <w:p w14:paraId="6A30B110" w14:textId="77777777" w:rsidR="00810015" w:rsidRDefault="00810015" w:rsidP="00810015">
      <w:r>
        <w:t>289.0683</w:t>
      </w:r>
      <w:r>
        <w:tab/>
        <w:t>2.025e0</w:t>
      </w:r>
    </w:p>
    <w:p w14:paraId="6905B509" w14:textId="77777777" w:rsidR="00810015" w:rsidRDefault="00810015" w:rsidP="00810015">
      <w:r>
        <w:t>289.0863</w:t>
      </w:r>
      <w:r>
        <w:tab/>
        <w:t>1.013e0</w:t>
      </w:r>
    </w:p>
    <w:p w14:paraId="1AFF0EA3" w14:textId="77777777" w:rsidR="00810015" w:rsidRDefault="00810015" w:rsidP="00810015">
      <w:r>
        <w:t>289.1201</w:t>
      </w:r>
      <w:r>
        <w:tab/>
        <w:t>3.038e0</w:t>
      </w:r>
    </w:p>
    <w:p w14:paraId="45E13A10" w14:textId="77777777" w:rsidR="00810015" w:rsidRDefault="00810015" w:rsidP="00810015">
      <w:r>
        <w:t>289.1335</w:t>
      </w:r>
      <w:r>
        <w:tab/>
        <w:t>2.025e0</w:t>
      </w:r>
    </w:p>
    <w:p w14:paraId="6C7D5027" w14:textId="77777777" w:rsidR="00810015" w:rsidRDefault="00810015" w:rsidP="00810015">
      <w:r>
        <w:t>289.1378</w:t>
      </w:r>
      <w:r>
        <w:tab/>
        <w:t>5.063e0</w:t>
      </w:r>
    </w:p>
    <w:p w14:paraId="1E78C7EE" w14:textId="77777777" w:rsidR="00810015" w:rsidRDefault="00810015" w:rsidP="00810015">
      <w:r>
        <w:t>289.1419</w:t>
      </w:r>
      <w:r>
        <w:tab/>
        <w:t>2.025e0</w:t>
      </w:r>
    </w:p>
    <w:p w14:paraId="1A9AAE56" w14:textId="77777777" w:rsidR="00810015" w:rsidRDefault="00810015" w:rsidP="00810015">
      <w:r>
        <w:t>289.1788</w:t>
      </w:r>
      <w:r>
        <w:tab/>
        <w:t>3.038e0</w:t>
      </w:r>
    </w:p>
    <w:p w14:paraId="3B1EC78C" w14:textId="77777777" w:rsidR="00810015" w:rsidRDefault="00810015" w:rsidP="00810015">
      <w:r>
        <w:t>289.2058</w:t>
      </w:r>
      <w:r>
        <w:tab/>
        <w:t>2.025e0</w:t>
      </w:r>
    </w:p>
    <w:p w14:paraId="26DA2971" w14:textId="77777777" w:rsidR="00810015" w:rsidRDefault="00810015" w:rsidP="00810015">
      <w:r>
        <w:t>289.2222</w:t>
      </w:r>
      <w:r>
        <w:tab/>
        <w:t>1.013e0</w:t>
      </w:r>
    </w:p>
    <w:p w14:paraId="1A7496E4" w14:textId="77777777" w:rsidR="00810015" w:rsidRDefault="00810015" w:rsidP="00810015">
      <w:r>
        <w:t>289.2411</w:t>
      </w:r>
      <w:r>
        <w:tab/>
        <w:t>2.025e0</w:t>
      </w:r>
    </w:p>
    <w:p w14:paraId="05CD5D35" w14:textId="77777777" w:rsidR="00810015" w:rsidRDefault="00810015" w:rsidP="00810015">
      <w:r>
        <w:t>289.2619</w:t>
      </w:r>
      <w:r>
        <w:tab/>
        <w:t>2.025e0</w:t>
      </w:r>
    </w:p>
    <w:p w14:paraId="327D6C75" w14:textId="77777777" w:rsidR="00810015" w:rsidRDefault="00810015" w:rsidP="00810015">
      <w:r>
        <w:t>289.3169</w:t>
      </w:r>
      <w:r>
        <w:tab/>
        <w:t>1.013e0</w:t>
      </w:r>
    </w:p>
    <w:p w14:paraId="10B692CF" w14:textId="77777777" w:rsidR="00810015" w:rsidRDefault="00810015" w:rsidP="00810015">
      <w:r>
        <w:t>289.3180</w:t>
      </w:r>
      <w:r>
        <w:tab/>
        <w:t>1.013e0</w:t>
      </w:r>
    </w:p>
    <w:p w14:paraId="472ABB8F" w14:textId="77777777" w:rsidR="00810015" w:rsidRDefault="00810015" w:rsidP="00810015">
      <w:r>
        <w:t>289.3210</w:t>
      </w:r>
      <w:r>
        <w:tab/>
        <w:t>1.013e0</w:t>
      </w:r>
    </w:p>
    <w:p w14:paraId="4D6A24CE" w14:textId="77777777" w:rsidR="00810015" w:rsidRDefault="00810015" w:rsidP="00810015">
      <w:r>
        <w:t>289.3373</w:t>
      </w:r>
      <w:r>
        <w:tab/>
        <w:t>5.063e0</w:t>
      </w:r>
    </w:p>
    <w:p w14:paraId="7C12D417" w14:textId="77777777" w:rsidR="00810015" w:rsidRDefault="00810015" w:rsidP="00810015">
      <w:r>
        <w:t>289.3842</w:t>
      </w:r>
      <w:r>
        <w:tab/>
        <w:t>1.013e0</w:t>
      </w:r>
    </w:p>
    <w:p w14:paraId="795F6DB7" w14:textId="77777777" w:rsidR="00810015" w:rsidRDefault="00810015" w:rsidP="00810015">
      <w:r>
        <w:t>289.3979</w:t>
      </w:r>
      <w:r>
        <w:tab/>
        <w:t>2.025e0</w:t>
      </w:r>
    </w:p>
    <w:p w14:paraId="5D00ECF4" w14:textId="77777777" w:rsidR="00810015" w:rsidRDefault="00810015" w:rsidP="00810015">
      <w:r>
        <w:t>289.3993</w:t>
      </w:r>
      <w:r>
        <w:tab/>
        <w:t>1.013e0</w:t>
      </w:r>
    </w:p>
    <w:p w14:paraId="078F4701" w14:textId="77777777" w:rsidR="00810015" w:rsidRDefault="00810015" w:rsidP="00810015">
      <w:r>
        <w:t>289.4581</w:t>
      </w:r>
      <w:r>
        <w:tab/>
        <w:t>2.025e0</w:t>
      </w:r>
    </w:p>
    <w:p w14:paraId="1EA3963B" w14:textId="77777777" w:rsidR="00810015" w:rsidRDefault="00810015" w:rsidP="00810015">
      <w:r>
        <w:t>289.4790</w:t>
      </w:r>
      <w:r>
        <w:tab/>
        <w:t>1.013e0</w:t>
      </w:r>
    </w:p>
    <w:p w14:paraId="04C71700" w14:textId="77777777" w:rsidR="00810015" w:rsidRDefault="00810015" w:rsidP="00810015">
      <w:r>
        <w:t>289.4996</w:t>
      </w:r>
      <w:r>
        <w:tab/>
        <w:t>1.013e0</w:t>
      </w:r>
    </w:p>
    <w:p w14:paraId="64CA0C00" w14:textId="77777777" w:rsidR="00810015" w:rsidRDefault="00810015" w:rsidP="00810015">
      <w:r>
        <w:t>289.5244</w:t>
      </w:r>
      <w:r>
        <w:tab/>
        <w:t>2.025e0</w:t>
      </w:r>
    </w:p>
    <w:p w14:paraId="363B5443" w14:textId="77777777" w:rsidR="00810015" w:rsidRDefault="00810015" w:rsidP="00810015">
      <w:r>
        <w:t>289.5594</w:t>
      </w:r>
      <w:r>
        <w:tab/>
        <w:t>2.025e0</w:t>
      </w:r>
    </w:p>
    <w:p w14:paraId="1D1C5646" w14:textId="77777777" w:rsidR="00810015" w:rsidRDefault="00810015" w:rsidP="00810015">
      <w:r>
        <w:t>289.5627</w:t>
      </w:r>
      <w:r>
        <w:tab/>
        <w:t>1.013e0</w:t>
      </w:r>
    </w:p>
    <w:p w14:paraId="63267D4A" w14:textId="77777777" w:rsidR="00810015" w:rsidRDefault="00810015" w:rsidP="00810015">
      <w:r>
        <w:t>289.5781</w:t>
      </w:r>
      <w:r>
        <w:tab/>
        <w:t>1.013e0</w:t>
      </w:r>
    </w:p>
    <w:p w14:paraId="56A1731F" w14:textId="77777777" w:rsidR="00810015" w:rsidRDefault="00810015" w:rsidP="00810015">
      <w:r>
        <w:t>289.5847</w:t>
      </w:r>
      <w:r>
        <w:tab/>
        <w:t>1.456e0</w:t>
      </w:r>
    </w:p>
    <w:p w14:paraId="0ACA540A" w14:textId="77777777" w:rsidR="00810015" w:rsidRDefault="00810015" w:rsidP="00810015">
      <w:r>
        <w:t>289.6013</w:t>
      </w:r>
      <w:r>
        <w:tab/>
        <w:t>2.025e0</w:t>
      </w:r>
    </w:p>
    <w:p w14:paraId="0F06CD11" w14:textId="77777777" w:rsidR="00810015" w:rsidRDefault="00810015" w:rsidP="00810015">
      <w:r>
        <w:t>289.6194</w:t>
      </w:r>
      <w:r>
        <w:tab/>
        <w:t>2.025e0</w:t>
      </w:r>
    </w:p>
    <w:p w14:paraId="12F5B8F4" w14:textId="77777777" w:rsidR="00810015" w:rsidRDefault="00810015" w:rsidP="00810015">
      <w:r>
        <w:t>289.6522</w:t>
      </w:r>
      <w:r>
        <w:tab/>
        <w:t>1.013e0</w:t>
      </w:r>
    </w:p>
    <w:p w14:paraId="77C52FD2" w14:textId="77777777" w:rsidR="00810015" w:rsidRDefault="00810015" w:rsidP="00810015">
      <w:r>
        <w:t>289.6961</w:t>
      </w:r>
      <w:r>
        <w:tab/>
        <w:t>1.013e0</w:t>
      </w:r>
    </w:p>
    <w:p w14:paraId="62C87A8E" w14:textId="77777777" w:rsidR="00810015" w:rsidRDefault="00810015" w:rsidP="00810015">
      <w:r>
        <w:t>289.7062</w:t>
      </w:r>
      <w:r>
        <w:tab/>
        <w:t>1.013e0</w:t>
      </w:r>
    </w:p>
    <w:p w14:paraId="40128FC0" w14:textId="77777777" w:rsidR="00810015" w:rsidRDefault="00810015" w:rsidP="00810015">
      <w:r>
        <w:t>289.7237</w:t>
      </w:r>
      <w:r>
        <w:tab/>
        <w:t>1.013e0</w:t>
      </w:r>
    </w:p>
    <w:p w14:paraId="23217D63" w14:textId="77777777" w:rsidR="00810015" w:rsidRDefault="00810015" w:rsidP="00810015">
      <w:r>
        <w:t>289.7316</w:t>
      </w:r>
      <w:r>
        <w:tab/>
        <w:t>1.013e0</w:t>
      </w:r>
    </w:p>
    <w:p w14:paraId="56D40120" w14:textId="77777777" w:rsidR="00810015" w:rsidRDefault="00810015" w:rsidP="00810015">
      <w:r>
        <w:t>289.7740</w:t>
      </w:r>
      <w:r>
        <w:tab/>
        <w:t>1.013e0</w:t>
      </w:r>
    </w:p>
    <w:p w14:paraId="1E3C1161" w14:textId="77777777" w:rsidR="00810015" w:rsidRDefault="00810015" w:rsidP="00810015">
      <w:r>
        <w:t>289.7789</w:t>
      </w:r>
      <w:r>
        <w:tab/>
        <w:t>1.013e0</w:t>
      </w:r>
    </w:p>
    <w:p w14:paraId="0173672C" w14:textId="77777777" w:rsidR="00810015" w:rsidRDefault="00810015" w:rsidP="00810015">
      <w:r>
        <w:t>289.8005</w:t>
      </w:r>
      <w:r>
        <w:tab/>
        <w:t>1.013e0</w:t>
      </w:r>
    </w:p>
    <w:p w14:paraId="4349A78D" w14:textId="77777777" w:rsidR="00810015" w:rsidRDefault="00810015" w:rsidP="00810015">
      <w:r>
        <w:t>289.8058</w:t>
      </w:r>
      <w:r>
        <w:tab/>
        <w:t>2.025e0</w:t>
      </w:r>
    </w:p>
    <w:p w14:paraId="7BAD9846" w14:textId="77777777" w:rsidR="00810015" w:rsidRDefault="00810015" w:rsidP="00810015">
      <w:r>
        <w:t>289.8225</w:t>
      </w:r>
      <w:r>
        <w:tab/>
        <w:t>1.013e0</w:t>
      </w:r>
    </w:p>
    <w:p w14:paraId="4DB7A8BE" w14:textId="77777777" w:rsidR="00810015" w:rsidRDefault="00810015" w:rsidP="00810015">
      <w:r>
        <w:t>289.8865</w:t>
      </w:r>
      <w:r>
        <w:tab/>
        <w:t>2.025e0</w:t>
      </w:r>
    </w:p>
    <w:p w14:paraId="19D16FD8" w14:textId="77777777" w:rsidR="00810015" w:rsidRDefault="00810015" w:rsidP="00810015">
      <w:r>
        <w:t>289.8958</w:t>
      </w:r>
      <w:r>
        <w:tab/>
        <w:t>1.013e0</w:t>
      </w:r>
    </w:p>
    <w:p w14:paraId="12BC7DC0" w14:textId="77777777" w:rsidR="00810015" w:rsidRDefault="00810015" w:rsidP="00810015">
      <w:r>
        <w:t>289.9133</w:t>
      </w:r>
      <w:r>
        <w:tab/>
        <w:t>1.013e0</w:t>
      </w:r>
    </w:p>
    <w:p w14:paraId="6430DEC7" w14:textId="77777777" w:rsidR="00810015" w:rsidRDefault="00810015" w:rsidP="00810015">
      <w:r>
        <w:t>289.9368</w:t>
      </w:r>
      <w:r>
        <w:tab/>
        <w:t>1.013e0</w:t>
      </w:r>
    </w:p>
    <w:p w14:paraId="41DF62B1" w14:textId="77777777" w:rsidR="00810015" w:rsidRDefault="00810015" w:rsidP="00810015">
      <w:r>
        <w:t>289.9409</w:t>
      </w:r>
      <w:r>
        <w:tab/>
        <w:t>1.013e0</w:t>
      </w:r>
    </w:p>
    <w:p w14:paraId="31D9F772" w14:textId="77777777" w:rsidR="00810015" w:rsidRDefault="00810015" w:rsidP="00810015">
      <w:r>
        <w:t>289.9541</w:t>
      </w:r>
      <w:r>
        <w:tab/>
        <w:t>4.051e0</w:t>
      </w:r>
    </w:p>
    <w:p w14:paraId="11F68D69" w14:textId="77777777" w:rsidR="00810015" w:rsidRDefault="00810015" w:rsidP="00810015">
      <w:r>
        <w:t>289.9594</w:t>
      </w:r>
      <w:r>
        <w:tab/>
        <w:t>1.013e0</w:t>
      </w:r>
    </w:p>
    <w:p w14:paraId="3A9BA314" w14:textId="77777777" w:rsidR="00810015" w:rsidRDefault="00810015" w:rsidP="00810015">
      <w:r>
        <w:t>289.9684</w:t>
      </w:r>
      <w:r>
        <w:tab/>
        <w:t>1.013e0</w:t>
      </w:r>
    </w:p>
    <w:p w14:paraId="7FCBF700" w14:textId="77777777" w:rsidR="00810015" w:rsidRDefault="00810015" w:rsidP="00810015">
      <w:r>
        <w:t>290.0081</w:t>
      </w:r>
      <w:r>
        <w:tab/>
        <w:t>2.025e0</w:t>
      </w:r>
    </w:p>
    <w:p w14:paraId="4ECFB8CE" w14:textId="77777777" w:rsidR="00810015" w:rsidRDefault="00810015" w:rsidP="00810015">
      <w:r>
        <w:t>290.0288</w:t>
      </w:r>
      <w:r>
        <w:tab/>
        <w:t>3.038e0</w:t>
      </w:r>
    </w:p>
    <w:p w14:paraId="11F18FC7" w14:textId="77777777" w:rsidR="00810015" w:rsidRDefault="00810015" w:rsidP="00810015">
      <w:r>
        <w:t>290.0451</w:t>
      </w:r>
      <w:r>
        <w:tab/>
        <w:t>4.051e0</w:t>
      </w:r>
    </w:p>
    <w:p w14:paraId="7B259011" w14:textId="77777777" w:rsidR="00810015" w:rsidRDefault="00810015" w:rsidP="00810015">
      <w:r>
        <w:t>290.0495</w:t>
      </w:r>
      <w:r>
        <w:tab/>
        <w:t>1.013e0</w:t>
      </w:r>
    </w:p>
    <w:p w14:paraId="6B14E704" w14:textId="77777777" w:rsidR="00810015" w:rsidRDefault="00810015" w:rsidP="00810015">
      <w:r>
        <w:t>290.0518</w:t>
      </w:r>
      <w:r>
        <w:tab/>
        <w:t>2.025e0</w:t>
      </w:r>
    </w:p>
    <w:p w14:paraId="1BEF74A0" w14:textId="77777777" w:rsidR="00810015" w:rsidRDefault="00810015" w:rsidP="00810015">
      <w:r>
        <w:t>290.0663</w:t>
      </w:r>
      <w:r>
        <w:tab/>
        <w:t>2.025e0</w:t>
      </w:r>
    </w:p>
    <w:p w14:paraId="4C59CE74" w14:textId="77777777" w:rsidR="00810015" w:rsidRDefault="00810015" w:rsidP="00810015">
      <w:r>
        <w:t>290.0813</w:t>
      </w:r>
      <w:r>
        <w:tab/>
        <w:t>1.013e0</w:t>
      </w:r>
    </w:p>
    <w:p w14:paraId="2C52180D" w14:textId="77777777" w:rsidR="00810015" w:rsidRDefault="00810015" w:rsidP="00810015">
      <w:r>
        <w:t>290.0904</w:t>
      </w:r>
      <w:r>
        <w:tab/>
        <w:t>3.038e0</w:t>
      </w:r>
    </w:p>
    <w:p w14:paraId="64717161" w14:textId="77777777" w:rsidR="00810015" w:rsidRDefault="00810015" w:rsidP="00810015">
      <w:r>
        <w:t>290.0948</w:t>
      </w:r>
      <w:r>
        <w:tab/>
        <w:t>1.013e0</w:t>
      </w:r>
    </w:p>
    <w:p w14:paraId="6F177B17" w14:textId="77777777" w:rsidR="00810015" w:rsidRDefault="00810015" w:rsidP="00810015">
      <w:r>
        <w:t>290.1028</w:t>
      </w:r>
      <w:r>
        <w:tab/>
        <w:t>1.013e0</w:t>
      </w:r>
    </w:p>
    <w:p w14:paraId="72DA0DEC" w14:textId="77777777" w:rsidR="00810015" w:rsidRDefault="00810015" w:rsidP="00810015">
      <w:r>
        <w:t>290.1184</w:t>
      </w:r>
      <w:r>
        <w:tab/>
        <w:t>2.025e0</w:t>
      </w:r>
    </w:p>
    <w:p w14:paraId="32551E95" w14:textId="77777777" w:rsidR="00810015" w:rsidRDefault="00810015" w:rsidP="00810015">
      <w:r>
        <w:t>290.1194</w:t>
      </w:r>
      <w:r>
        <w:tab/>
        <w:t>1.013e0</w:t>
      </w:r>
    </w:p>
    <w:p w14:paraId="0682F9BF" w14:textId="77777777" w:rsidR="00810015" w:rsidRDefault="00810015" w:rsidP="00810015">
      <w:r>
        <w:t>290.1205</w:t>
      </w:r>
      <w:r>
        <w:tab/>
        <w:t>2.025e0</w:t>
      </w:r>
    </w:p>
    <w:p w14:paraId="69B3D007" w14:textId="77777777" w:rsidR="00810015" w:rsidRDefault="00810015" w:rsidP="00810015">
      <w:r>
        <w:t>290.1344</w:t>
      </w:r>
      <w:r>
        <w:tab/>
        <w:t>1.013e0</w:t>
      </w:r>
    </w:p>
    <w:p w14:paraId="32408CDD" w14:textId="77777777" w:rsidR="00810015" w:rsidRDefault="00810015" w:rsidP="00810015">
      <w:r>
        <w:t>290.1581</w:t>
      </w:r>
      <w:r>
        <w:tab/>
        <w:t>1.013e0</w:t>
      </w:r>
    </w:p>
    <w:p w14:paraId="7168B879" w14:textId="77777777" w:rsidR="00810015" w:rsidRDefault="00810015" w:rsidP="00810015">
      <w:r>
        <w:t>290.1617</w:t>
      </w:r>
      <w:r>
        <w:tab/>
        <w:t>4.240e0</w:t>
      </w:r>
    </w:p>
    <w:p w14:paraId="5979F104" w14:textId="77777777" w:rsidR="00810015" w:rsidRDefault="00810015" w:rsidP="00810015">
      <w:r>
        <w:t>290.1877</w:t>
      </w:r>
      <w:r>
        <w:tab/>
        <w:t>2.025e0</w:t>
      </w:r>
    </w:p>
    <w:p w14:paraId="3620186C" w14:textId="77777777" w:rsidR="00810015" w:rsidRDefault="00810015" w:rsidP="00810015">
      <w:r>
        <w:t>290.1966</w:t>
      </w:r>
      <w:r>
        <w:tab/>
        <w:t>9.114e0</w:t>
      </w:r>
    </w:p>
    <w:p w14:paraId="0855A547" w14:textId="77777777" w:rsidR="00810015" w:rsidRDefault="00810015" w:rsidP="00810015">
      <w:r>
        <w:t>290.2007</w:t>
      </w:r>
      <w:r>
        <w:tab/>
        <w:t>2.416e0</w:t>
      </w:r>
    </w:p>
    <w:p w14:paraId="58B2578E" w14:textId="77777777" w:rsidR="00810015" w:rsidRDefault="00810015" w:rsidP="00810015">
      <w:r>
        <w:t>290.2032</w:t>
      </w:r>
      <w:r>
        <w:tab/>
        <w:t>4.051e0</w:t>
      </w:r>
    </w:p>
    <w:p w14:paraId="4CD5B65B" w14:textId="77777777" w:rsidR="00810015" w:rsidRDefault="00810015" w:rsidP="00810015">
      <w:r>
        <w:t>290.2239</w:t>
      </w:r>
      <w:r>
        <w:tab/>
        <w:t>2.025e0</w:t>
      </w:r>
    </w:p>
    <w:p w14:paraId="3DC19DBF" w14:textId="77777777" w:rsidR="00810015" w:rsidRDefault="00810015" w:rsidP="00810015">
      <w:r>
        <w:t>290.2405</w:t>
      </w:r>
      <w:r>
        <w:tab/>
        <w:t>3.038e0</w:t>
      </w:r>
    </w:p>
    <w:p w14:paraId="47CD7650" w14:textId="77777777" w:rsidR="00810015" w:rsidRDefault="00810015" w:rsidP="00810015">
      <w:r>
        <w:t>290.2489</w:t>
      </w:r>
      <w:r>
        <w:tab/>
        <w:t>2.025e0</w:t>
      </w:r>
    </w:p>
    <w:p w14:paraId="3040B14E" w14:textId="77777777" w:rsidR="00810015" w:rsidRDefault="00810015" w:rsidP="00810015">
      <w:r>
        <w:t>290.2765</w:t>
      </w:r>
      <w:r>
        <w:tab/>
        <w:t>1.013e0</w:t>
      </w:r>
    </w:p>
    <w:p w14:paraId="3CDED9CC" w14:textId="77777777" w:rsidR="00810015" w:rsidRDefault="00810015" w:rsidP="00810015">
      <w:r>
        <w:t>290.2815</w:t>
      </w:r>
      <w:r>
        <w:tab/>
        <w:t>1.013e0</w:t>
      </w:r>
    </w:p>
    <w:p w14:paraId="4C56467E" w14:textId="77777777" w:rsidR="00810015" w:rsidRDefault="00810015" w:rsidP="00810015">
      <w:r>
        <w:t>290.3162</w:t>
      </w:r>
      <w:r>
        <w:tab/>
        <w:t>1.013e0</w:t>
      </w:r>
    </w:p>
    <w:p w14:paraId="24DB3262" w14:textId="77777777" w:rsidR="00810015" w:rsidRDefault="00810015" w:rsidP="00810015">
      <w:r>
        <w:t>290.3305</w:t>
      </w:r>
      <w:r>
        <w:tab/>
        <w:t>2.025e0</w:t>
      </w:r>
    </w:p>
    <w:p w14:paraId="08288E94" w14:textId="77777777" w:rsidR="00810015" w:rsidRDefault="00810015" w:rsidP="00810015">
      <w:r>
        <w:t>290.3438</w:t>
      </w:r>
      <w:r>
        <w:tab/>
        <w:t>1.013e0</w:t>
      </w:r>
    </w:p>
    <w:p w14:paraId="16F2875B" w14:textId="77777777" w:rsidR="00810015" w:rsidRDefault="00810015" w:rsidP="00810015">
      <w:r>
        <w:t>290.3681</w:t>
      </w:r>
      <w:r>
        <w:tab/>
        <w:t>3.038e0</w:t>
      </w:r>
    </w:p>
    <w:p w14:paraId="713F5B63" w14:textId="77777777" w:rsidR="00810015" w:rsidRDefault="00810015" w:rsidP="00810015">
      <w:r>
        <w:t>290.4110</w:t>
      </w:r>
      <w:r>
        <w:tab/>
        <w:t>1.013e0</w:t>
      </w:r>
    </w:p>
    <w:p w14:paraId="26A1E10C" w14:textId="77777777" w:rsidR="00810015" w:rsidRDefault="00810015" w:rsidP="00810015">
      <w:r>
        <w:t>290.4345</w:t>
      </w:r>
      <w:r>
        <w:tab/>
        <w:t>1.013e0</w:t>
      </w:r>
    </w:p>
    <w:p w14:paraId="2B435B68" w14:textId="77777777" w:rsidR="00810015" w:rsidRDefault="00810015" w:rsidP="00810015">
      <w:r>
        <w:t>290.4578</w:t>
      </w:r>
      <w:r>
        <w:tab/>
        <w:t>1.013e0</w:t>
      </w:r>
    </w:p>
    <w:p w14:paraId="52167AA6" w14:textId="77777777" w:rsidR="00810015" w:rsidRDefault="00810015" w:rsidP="00810015">
      <w:r>
        <w:t>290.4703</w:t>
      </w:r>
      <w:r>
        <w:tab/>
        <w:t>3.038e0</w:t>
      </w:r>
    </w:p>
    <w:p w14:paraId="436C124A" w14:textId="77777777" w:rsidR="00810015" w:rsidRDefault="00810015" w:rsidP="00810015">
      <w:r>
        <w:t>290.4790</w:t>
      </w:r>
      <w:r>
        <w:tab/>
        <w:t>1.013e0</w:t>
      </w:r>
    </w:p>
    <w:p w14:paraId="24066E83" w14:textId="77777777" w:rsidR="00810015" w:rsidRDefault="00810015" w:rsidP="00810015">
      <w:r>
        <w:t>290.5215</w:t>
      </w:r>
      <w:r>
        <w:tab/>
        <w:t>1.013e0</w:t>
      </w:r>
    </w:p>
    <w:p w14:paraId="25CA51F6" w14:textId="77777777" w:rsidR="00810015" w:rsidRDefault="00810015" w:rsidP="00810015">
      <w:r>
        <w:t>290.5249</w:t>
      </w:r>
      <w:r>
        <w:tab/>
        <w:t>3.038e0</w:t>
      </w:r>
    </w:p>
    <w:p w14:paraId="5DB710F3" w14:textId="77777777" w:rsidR="00810015" w:rsidRDefault="00810015" w:rsidP="00810015">
      <w:r>
        <w:t>290.5294</w:t>
      </w:r>
      <w:r>
        <w:tab/>
        <w:t>1.013e0</w:t>
      </w:r>
    </w:p>
    <w:p w14:paraId="53121829" w14:textId="77777777" w:rsidR="00810015" w:rsidRDefault="00810015" w:rsidP="00810015">
      <w:r>
        <w:t>290.5433</w:t>
      </w:r>
      <w:r>
        <w:tab/>
        <w:t>2.025e0</w:t>
      </w:r>
    </w:p>
    <w:p w14:paraId="7835CD95" w14:textId="77777777" w:rsidR="00810015" w:rsidRDefault="00810015" w:rsidP="00810015">
      <w:r>
        <w:t>290.5612</w:t>
      </w:r>
      <w:r>
        <w:tab/>
        <w:t>4.051e0</w:t>
      </w:r>
    </w:p>
    <w:p w14:paraId="431CD486" w14:textId="77777777" w:rsidR="00810015" w:rsidRDefault="00810015" w:rsidP="00810015">
      <w:r>
        <w:t>290.5682</w:t>
      </w:r>
      <w:r>
        <w:tab/>
        <w:t>2.025e0</w:t>
      </w:r>
    </w:p>
    <w:p w14:paraId="4411FB36" w14:textId="77777777" w:rsidR="00810015" w:rsidRDefault="00810015" w:rsidP="00810015">
      <w:r>
        <w:t>290.5799</w:t>
      </w:r>
      <w:r>
        <w:tab/>
        <w:t>1.013e0</w:t>
      </w:r>
    </w:p>
    <w:p w14:paraId="00DF1AFE" w14:textId="77777777" w:rsidR="00810015" w:rsidRDefault="00810015" w:rsidP="00810015">
      <w:r>
        <w:t>290.5847</w:t>
      </w:r>
      <w:r>
        <w:tab/>
        <w:t>1.013e0</w:t>
      </w:r>
    </w:p>
    <w:p w14:paraId="0A1B239F" w14:textId="77777777" w:rsidR="00810015" w:rsidRDefault="00810015" w:rsidP="00810015">
      <w:r>
        <w:t>290.6244</w:t>
      </w:r>
      <w:r>
        <w:tab/>
        <w:t>2.025e0</w:t>
      </w:r>
    </w:p>
    <w:p w14:paraId="4E3237B8" w14:textId="77777777" w:rsidR="00810015" w:rsidRDefault="00810015" w:rsidP="00810015">
      <w:r>
        <w:t>290.6383</w:t>
      </w:r>
      <w:r>
        <w:tab/>
        <w:t>1.013e0</w:t>
      </w:r>
    </w:p>
    <w:p w14:paraId="77907295" w14:textId="77777777" w:rsidR="00810015" w:rsidRDefault="00810015" w:rsidP="00810015">
      <w:r>
        <w:t>290.6504</w:t>
      </w:r>
      <w:r>
        <w:tab/>
        <w:t>2.025e0</w:t>
      </w:r>
    </w:p>
    <w:p w14:paraId="7B88B377" w14:textId="77777777" w:rsidR="00810015" w:rsidRDefault="00810015" w:rsidP="00810015">
      <w:r>
        <w:t>290.6519</w:t>
      </w:r>
      <w:r>
        <w:tab/>
        <w:t>1.013e0</w:t>
      </w:r>
    </w:p>
    <w:p w14:paraId="4659C774" w14:textId="77777777" w:rsidR="00810015" w:rsidRDefault="00810015" w:rsidP="00810015">
      <w:r>
        <w:t>290.6835</w:t>
      </w:r>
      <w:r>
        <w:tab/>
        <w:t>1.013e0</w:t>
      </w:r>
    </w:p>
    <w:p w14:paraId="7D458447" w14:textId="77777777" w:rsidR="00810015" w:rsidRDefault="00810015" w:rsidP="00810015">
      <w:r>
        <w:t>290.6908</w:t>
      </w:r>
      <w:r>
        <w:tab/>
        <w:t>2.025e0</w:t>
      </w:r>
    </w:p>
    <w:p w14:paraId="6EF0A182" w14:textId="77777777" w:rsidR="00810015" w:rsidRDefault="00810015" w:rsidP="00810015">
      <w:r>
        <w:t>290.6967</w:t>
      </w:r>
      <w:r>
        <w:tab/>
        <w:t>1.013e0</w:t>
      </w:r>
    </w:p>
    <w:p w14:paraId="2070F309" w14:textId="77777777" w:rsidR="00810015" w:rsidRDefault="00810015" w:rsidP="00810015">
      <w:r>
        <w:t>290.7111</w:t>
      </w:r>
      <w:r>
        <w:tab/>
        <w:t>1.013e0</w:t>
      </w:r>
    </w:p>
    <w:p w14:paraId="28286F05" w14:textId="77777777" w:rsidR="00810015" w:rsidRDefault="00810015" w:rsidP="00810015">
      <w:r>
        <w:t>290.7508</w:t>
      </w:r>
      <w:r>
        <w:tab/>
        <w:t>1.013e0</w:t>
      </w:r>
    </w:p>
    <w:p w14:paraId="3237E8FC" w14:textId="77777777" w:rsidR="00810015" w:rsidRDefault="00810015" w:rsidP="00810015">
      <w:r>
        <w:t>290.7681</w:t>
      </w:r>
      <w:r>
        <w:tab/>
        <w:t>2.025e0</w:t>
      </w:r>
    </w:p>
    <w:p w14:paraId="25F1E10B" w14:textId="77777777" w:rsidR="00810015" w:rsidRDefault="00810015" w:rsidP="00810015">
      <w:r>
        <w:t>290.8101</w:t>
      </w:r>
      <w:r>
        <w:tab/>
        <w:t>2.025e0</w:t>
      </w:r>
    </w:p>
    <w:p w14:paraId="4B532023" w14:textId="77777777" w:rsidR="00810015" w:rsidRDefault="00810015" w:rsidP="00810015">
      <w:r>
        <w:t>290.8111</w:t>
      </w:r>
      <w:r>
        <w:tab/>
        <w:t>1.013e0</w:t>
      </w:r>
    </w:p>
    <w:p w14:paraId="4F04C0F2" w14:textId="77777777" w:rsidR="00810015" w:rsidRDefault="00810015" w:rsidP="00810015">
      <w:r>
        <w:t>290.8242</w:t>
      </w:r>
      <w:r>
        <w:tab/>
        <w:t>1.013e0</w:t>
      </w:r>
    </w:p>
    <w:p w14:paraId="046AE2C7" w14:textId="77777777" w:rsidR="00810015" w:rsidRDefault="00810015" w:rsidP="00810015">
      <w:r>
        <w:t>290.8417</w:t>
      </w:r>
      <w:r>
        <w:tab/>
        <w:t>1.013e0</w:t>
      </w:r>
    </w:p>
    <w:p w14:paraId="138A9E20" w14:textId="77777777" w:rsidR="00810015" w:rsidRDefault="00810015" w:rsidP="00810015">
      <w:r>
        <w:t>290.8560</w:t>
      </w:r>
      <w:r>
        <w:tab/>
        <w:t>1.013e0</w:t>
      </w:r>
    </w:p>
    <w:p w14:paraId="47E0DD15" w14:textId="77777777" w:rsidR="00810015" w:rsidRDefault="00810015" w:rsidP="00810015">
      <w:r>
        <w:t>290.9052</w:t>
      </w:r>
      <w:r>
        <w:tab/>
        <w:t>2.025e0</w:t>
      </w:r>
    </w:p>
    <w:p w14:paraId="188E55F5" w14:textId="77777777" w:rsidR="00810015" w:rsidRDefault="00810015" w:rsidP="00810015">
      <w:r>
        <w:t>290.9147</w:t>
      </w:r>
      <w:r>
        <w:tab/>
        <w:t>2.025e0</w:t>
      </w:r>
    </w:p>
    <w:p w14:paraId="27845DFD" w14:textId="77777777" w:rsidR="00810015" w:rsidRDefault="00810015" w:rsidP="00810015">
      <w:r>
        <w:t>290.9326</w:t>
      </w:r>
      <w:r>
        <w:tab/>
        <w:t>1.013e0</w:t>
      </w:r>
    </w:p>
    <w:p w14:paraId="1C167F6A" w14:textId="77777777" w:rsidR="00810015" w:rsidRDefault="00810015" w:rsidP="00810015">
      <w:r>
        <w:t>290.9369</w:t>
      </w:r>
      <w:r>
        <w:tab/>
        <w:t>4.051e0</w:t>
      </w:r>
    </w:p>
    <w:p w14:paraId="2622CA72" w14:textId="77777777" w:rsidR="00810015" w:rsidRDefault="00810015" w:rsidP="00810015">
      <w:r>
        <w:t>290.9601</w:t>
      </w:r>
      <w:r>
        <w:tab/>
        <w:t>2.025e0</w:t>
      </w:r>
    </w:p>
    <w:p w14:paraId="1FBD2F17" w14:textId="77777777" w:rsidR="00810015" w:rsidRDefault="00810015" w:rsidP="00810015">
      <w:r>
        <w:t>290.9825</w:t>
      </w:r>
      <w:r>
        <w:tab/>
        <w:t>2.025e0</w:t>
      </w:r>
    </w:p>
    <w:p w14:paraId="37C43742" w14:textId="77777777" w:rsidR="00810015" w:rsidRDefault="00810015" w:rsidP="00810015">
      <w:r>
        <w:t>291.0008</w:t>
      </w:r>
      <w:r>
        <w:tab/>
        <w:t>2.025e0</w:t>
      </w:r>
    </w:p>
    <w:p w14:paraId="7D88B7C3" w14:textId="77777777" w:rsidR="00810015" w:rsidRDefault="00810015" w:rsidP="00810015">
      <w:r>
        <w:t>291.0041</w:t>
      </w:r>
      <w:r>
        <w:tab/>
        <w:t>3.038e0</w:t>
      </w:r>
    </w:p>
    <w:p w14:paraId="00FEBD6A" w14:textId="77777777" w:rsidR="00810015" w:rsidRDefault="00810015" w:rsidP="00810015">
      <w:r>
        <w:t>291.0470</w:t>
      </w:r>
      <w:r>
        <w:tab/>
        <w:t>4.826e0</w:t>
      </w:r>
    </w:p>
    <w:p w14:paraId="47B52B81" w14:textId="77777777" w:rsidR="00810015" w:rsidRDefault="00810015" w:rsidP="00810015">
      <w:r>
        <w:t>291.0512</w:t>
      </w:r>
      <w:r>
        <w:tab/>
        <w:t>5.063e0</w:t>
      </w:r>
    </w:p>
    <w:p w14:paraId="0C52BCD9" w14:textId="77777777" w:rsidR="00810015" w:rsidRDefault="00810015" w:rsidP="00810015">
      <w:r>
        <w:t>291.0531</w:t>
      </w:r>
      <w:r>
        <w:tab/>
        <w:t>2.025e0</w:t>
      </w:r>
    </w:p>
    <w:p w14:paraId="5D238CA0" w14:textId="77777777" w:rsidR="00810015" w:rsidRDefault="00810015" w:rsidP="00810015">
      <w:r>
        <w:t>291.0626</w:t>
      </w:r>
      <w:r>
        <w:tab/>
        <w:t>2.025e0</w:t>
      </w:r>
    </w:p>
    <w:p w14:paraId="37D6AE04" w14:textId="77777777" w:rsidR="00810015" w:rsidRDefault="00810015" w:rsidP="00810015">
      <w:r>
        <w:t>291.0818</w:t>
      </w:r>
      <w:r>
        <w:tab/>
        <w:t>3.038e0</w:t>
      </w:r>
    </w:p>
    <w:p w14:paraId="41DEABC4" w14:textId="77777777" w:rsidR="00810015" w:rsidRDefault="00810015" w:rsidP="00810015">
      <w:r>
        <w:t>291.0867</w:t>
      </w:r>
      <w:r>
        <w:tab/>
        <w:t>1.013e0</w:t>
      </w:r>
    </w:p>
    <w:p w14:paraId="16704FA7" w14:textId="77777777" w:rsidR="00810015" w:rsidRDefault="00810015" w:rsidP="00810015">
      <w:r>
        <w:t>291.1176</w:t>
      </w:r>
      <w:r>
        <w:tab/>
        <w:t>3.038e0</w:t>
      </w:r>
    </w:p>
    <w:p w14:paraId="6DAC7E26" w14:textId="77777777" w:rsidR="00810015" w:rsidRDefault="00810015" w:rsidP="00810015">
      <w:r>
        <w:t>291.1231</w:t>
      </w:r>
      <w:r>
        <w:tab/>
        <w:t>2.025e0</w:t>
      </w:r>
    </w:p>
    <w:p w14:paraId="0D7078C2" w14:textId="77777777" w:rsidR="00810015" w:rsidRDefault="00810015" w:rsidP="00810015">
      <w:r>
        <w:t>291.1271</w:t>
      </w:r>
      <w:r>
        <w:tab/>
        <w:t>1.013e0</w:t>
      </w:r>
    </w:p>
    <w:p w14:paraId="2ED5752E" w14:textId="77777777" w:rsidR="00810015" w:rsidRDefault="00810015" w:rsidP="00810015">
      <w:r>
        <w:t>291.1562</w:t>
      </w:r>
      <w:r>
        <w:tab/>
        <w:t>6.076e0</w:t>
      </w:r>
    </w:p>
    <w:p w14:paraId="4DFD4339" w14:textId="77777777" w:rsidR="00810015" w:rsidRDefault="00810015" w:rsidP="00810015">
      <w:r>
        <w:t>291.1816</w:t>
      </w:r>
      <w:r>
        <w:tab/>
        <w:t>1.013e0</w:t>
      </w:r>
    </w:p>
    <w:p w14:paraId="0808AF90" w14:textId="77777777" w:rsidR="00810015" w:rsidRDefault="00810015" w:rsidP="00810015">
      <w:r>
        <w:t>291.1860</w:t>
      </w:r>
      <w:r>
        <w:tab/>
        <w:t>6.076e0</w:t>
      </w:r>
    </w:p>
    <w:p w14:paraId="5043D039" w14:textId="77777777" w:rsidR="00810015" w:rsidRDefault="00810015" w:rsidP="00810015">
      <w:r>
        <w:t>291.1978</w:t>
      </w:r>
      <w:r>
        <w:tab/>
        <w:t>3.038e0</w:t>
      </w:r>
    </w:p>
    <w:p w14:paraId="5497FB4A" w14:textId="77777777" w:rsidR="00810015" w:rsidRDefault="00810015" w:rsidP="00810015">
      <w:r>
        <w:t>291.2154</w:t>
      </w:r>
      <w:r>
        <w:tab/>
        <w:t>2.025e0</w:t>
      </w:r>
    </w:p>
    <w:p w14:paraId="659024E4" w14:textId="77777777" w:rsidR="00810015" w:rsidRDefault="00810015" w:rsidP="00810015">
      <w:r>
        <w:t>291.2281</w:t>
      </w:r>
      <w:r>
        <w:tab/>
        <w:t>1.013e0</w:t>
      </w:r>
    </w:p>
    <w:p w14:paraId="65E424F4" w14:textId="77777777" w:rsidR="00810015" w:rsidRDefault="00810015" w:rsidP="00810015">
      <w:r>
        <w:t>291.2292</w:t>
      </w:r>
      <w:r>
        <w:tab/>
        <w:t>1.013e0</w:t>
      </w:r>
    </w:p>
    <w:p w14:paraId="7C6A9495" w14:textId="77777777" w:rsidR="00810015" w:rsidRDefault="00810015" w:rsidP="00810015">
      <w:r>
        <w:t>291.2336</w:t>
      </w:r>
      <w:r>
        <w:tab/>
        <w:t>3.038e0</w:t>
      </w:r>
    </w:p>
    <w:p w14:paraId="1FD30035" w14:textId="77777777" w:rsidR="00810015" w:rsidRDefault="00810015" w:rsidP="00810015">
      <w:r>
        <w:t>291.2645</w:t>
      </w:r>
      <w:r>
        <w:tab/>
        <w:t>2.025e0</w:t>
      </w:r>
    </w:p>
    <w:p w14:paraId="7CBBB044" w14:textId="77777777" w:rsidR="00810015" w:rsidRDefault="00810015" w:rsidP="00810015">
      <w:r>
        <w:t>291.2756</w:t>
      </w:r>
      <w:r>
        <w:tab/>
        <w:t>2.025e0</w:t>
      </w:r>
    </w:p>
    <w:p w14:paraId="476617B0" w14:textId="77777777" w:rsidR="00810015" w:rsidRDefault="00810015" w:rsidP="00810015">
      <w:r>
        <w:t>291.2775</w:t>
      </w:r>
      <w:r>
        <w:tab/>
        <w:t>1.013e0</w:t>
      </w:r>
    </w:p>
    <w:p w14:paraId="32A7A5DC" w14:textId="77777777" w:rsidR="00810015" w:rsidRDefault="00810015" w:rsidP="00810015">
      <w:r>
        <w:t>291.2867</w:t>
      </w:r>
      <w:r>
        <w:tab/>
        <w:t>1.013e0</w:t>
      </w:r>
    </w:p>
    <w:p w14:paraId="6492CA7A" w14:textId="77777777" w:rsidR="00810015" w:rsidRDefault="00810015" w:rsidP="00810015">
      <w:r>
        <w:t>291.3186</w:t>
      </w:r>
      <w:r>
        <w:tab/>
        <w:t>1.013e0</w:t>
      </w:r>
    </w:p>
    <w:p w14:paraId="6E6E9730" w14:textId="77777777" w:rsidR="00810015" w:rsidRDefault="00810015" w:rsidP="00810015">
      <w:r>
        <w:t>291.3277</w:t>
      </w:r>
      <w:r>
        <w:tab/>
        <w:t>1.013e0</w:t>
      </w:r>
    </w:p>
    <w:p w14:paraId="23AB09B8" w14:textId="77777777" w:rsidR="00810015" w:rsidRDefault="00810015" w:rsidP="00810015">
      <w:r>
        <w:t>291.3462</w:t>
      </w:r>
      <w:r>
        <w:tab/>
        <w:t>1.013e0</w:t>
      </w:r>
    </w:p>
    <w:p w14:paraId="73A0A64A" w14:textId="77777777" w:rsidR="00810015" w:rsidRDefault="00810015" w:rsidP="00810015">
      <w:r>
        <w:t>291.3718</w:t>
      </w:r>
      <w:r>
        <w:tab/>
        <w:t>1.013e0</w:t>
      </w:r>
    </w:p>
    <w:p w14:paraId="75186BE7" w14:textId="77777777" w:rsidR="00810015" w:rsidRDefault="00810015" w:rsidP="00810015">
      <w:r>
        <w:t>291.4144</w:t>
      </w:r>
      <w:r>
        <w:tab/>
        <w:t>1.013e0</w:t>
      </w:r>
    </w:p>
    <w:p w14:paraId="44F0630C" w14:textId="77777777" w:rsidR="00810015" w:rsidRDefault="00810015" w:rsidP="00810015">
      <w:r>
        <w:t>291.4237</w:t>
      </w:r>
      <w:r>
        <w:tab/>
        <w:t>1.013e0</w:t>
      </w:r>
    </w:p>
    <w:p w14:paraId="55148D03" w14:textId="77777777" w:rsidR="00810015" w:rsidRDefault="00810015" w:rsidP="00810015">
      <w:r>
        <w:t>291.4410</w:t>
      </w:r>
      <w:r>
        <w:tab/>
        <w:t>1.013e0</w:t>
      </w:r>
    </w:p>
    <w:p w14:paraId="10729B23" w14:textId="77777777" w:rsidR="00810015" w:rsidRDefault="00810015" w:rsidP="00810015">
      <w:r>
        <w:t>291.4676</w:t>
      </w:r>
      <w:r>
        <w:tab/>
        <w:t>1.013e0</w:t>
      </w:r>
    </w:p>
    <w:p w14:paraId="17B64889" w14:textId="77777777" w:rsidR="00810015" w:rsidRDefault="00810015" w:rsidP="00810015">
      <w:r>
        <w:t>291.4860</w:t>
      </w:r>
      <w:r>
        <w:tab/>
        <w:t>1.013e0</w:t>
      </w:r>
    </w:p>
    <w:p w14:paraId="470979CC" w14:textId="77777777" w:rsidR="00810015" w:rsidRDefault="00810015" w:rsidP="00810015">
      <w:r>
        <w:t>291.5049</w:t>
      </w:r>
      <w:r>
        <w:tab/>
        <w:t>1.013e0</w:t>
      </w:r>
    </w:p>
    <w:p w14:paraId="519272A1" w14:textId="77777777" w:rsidR="00810015" w:rsidRDefault="00810015" w:rsidP="00810015">
      <w:r>
        <w:t>291.5088</w:t>
      </w:r>
      <w:r>
        <w:tab/>
        <w:t>2.025e0</w:t>
      </w:r>
    </w:p>
    <w:p w14:paraId="7A447D6D" w14:textId="77777777" w:rsidR="00810015" w:rsidRDefault="00810015" w:rsidP="00810015">
      <w:r>
        <w:t>291.5452</w:t>
      </w:r>
      <w:r>
        <w:tab/>
        <w:t>2.025e0</w:t>
      </w:r>
    </w:p>
    <w:p w14:paraId="308CB0DD" w14:textId="77777777" w:rsidR="00810015" w:rsidRDefault="00810015" w:rsidP="00810015">
      <w:r>
        <w:t>291.5810</w:t>
      </w:r>
      <w:r>
        <w:tab/>
        <w:t>1.013e0</w:t>
      </w:r>
    </w:p>
    <w:p w14:paraId="2069E847" w14:textId="77777777" w:rsidR="00810015" w:rsidRDefault="00810015" w:rsidP="00810015">
      <w:r>
        <w:t>291.6006</w:t>
      </w:r>
      <w:r>
        <w:tab/>
        <w:t>1.013e0</w:t>
      </w:r>
    </w:p>
    <w:p w14:paraId="1A00A50A" w14:textId="77777777" w:rsidR="00810015" w:rsidRDefault="00810015" w:rsidP="00810015">
      <w:r>
        <w:t>291.6230</w:t>
      </w:r>
      <w:r>
        <w:tab/>
        <w:t>1.013e0</w:t>
      </w:r>
    </w:p>
    <w:p w14:paraId="25C841C8" w14:textId="77777777" w:rsidR="00810015" w:rsidRDefault="00810015" w:rsidP="00810015">
      <w:r>
        <w:t>291.6322</w:t>
      </w:r>
      <w:r>
        <w:tab/>
        <w:t>1.013e0</w:t>
      </w:r>
    </w:p>
    <w:p w14:paraId="0E9064A2" w14:textId="77777777" w:rsidR="00810015" w:rsidRDefault="00810015" w:rsidP="00810015">
      <w:r>
        <w:t>291.6592</w:t>
      </w:r>
      <w:r>
        <w:tab/>
        <w:t>1.013e0</w:t>
      </w:r>
    </w:p>
    <w:p w14:paraId="54715F8F" w14:textId="77777777" w:rsidR="00810015" w:rsidRDefault="00810015" w:rsidP="00810015">
      <w:r>
        <w:t>291.6638</w:t>
      </w:r>
      <w:r>
        <w:tab/>
        <w:t>1.013e0</w:t>
      </w:r>
    </w:p>
    <w:p w14:paraId="1C6BE072" w14:textId="77777777" w:rsidR="00810015" w:rsidRDefault="00810015" w:rsidP="00810015">
      <w:r>
        <w:t>291.7014</w:t>
      </w:r>
      <w:r>
        <w:tab/>
        <w:t>2.025e0</w:t>
      </w:r>
    </w:p>
    <w:p w14:paraId="718E33AD" w14:textId="77777777" w:rsidR="00810015" w:rsidRDefault="00810015" w:rsidP="00810015">
      <w:r>
        <w:t>291.7066</w:t>
      </w:r>
      <w:r>
        <w:tab/>
        <w:t>2.025e0</w:t>
      </w:r>
    </w:p>
    <w:p w14:paraId="776171E0" w14:textId="77777777" w:rsidR="00810015" w:rsidRDefault="00810015" w:rsidP="00810015">
      <w:r>
        <w:t>291.7232</w:t>
      </w:r>
      <w:r>
        <w:tab/>
        <w:t>1.013e0</w:t>
      </w:r>
    </w:p>
    <w:p w14:paraId="705A8C4B" w14:textId="77777777" w:rsidR="00810015" w:rsidRDefault="00810015" w:rsidP="00810015">
      <w:r>
        <w:t>291.7445</w:t>
      </w:r>
      <w:r>
        <w:tab/>
        <w:t>1.013e0</w:t>
      </w:r>
    </w:p>
    <w:p w14:paraId="5CC50511" w14:textId="77777777" w:rsidR="00810015" w:rsidRDefault="00810015" w:rsidP="00810015">
      <w:r>
        <w:t>291.7597</w:t>
      </w:r>
      <w:r>
        <w:tab/>
        <w:t>1.013e0</w:t>
      </w:r>
    </w:p>
    <w:p w14:paraId="0D6045B4" w14:textId="77777777" w:rsidR="00810015" w:rsidRDefault="00810015" w:rsidP="00810015">
      <w:r>
        <w:t>291.7666</w:t>
      </w:r>
      <w:r>
        <w:tab/>
        <w:t>3.038e0</w:t>
      </w:r>
    </w:p>
    <w:p w14:paraId="415ECCC7" w14:textId="77777777" w:rsidR="00810015" w:rsidRDefault="00810015" w:rsidP="00810015">
      <w:r>
        <w:t>291.8404</w:t>
      </w:r>
      <w:r>
        <w:tab/>
        <w:t>1.013e0</w:t>
      </w:r>
    </w:p>
    <w:p w14:paraId="6CE2C595" w14:textId="77777777" w:rsidR="00810015" w:rsidRDefault="00810015" w:rsidP="00810015">
      <w:r>
        <w:t>291.8823</w:t>
      </w:r>
      <w:r>
        <w:tab/>
        <w:t>1.013e0</w:t>
      </w:r>
    </w:p>
    <w:p w14:paraId="52C2D66B" w14:textId="77777777" w:rsidR="00810015" w:rsidRDefault="00810015" w:rsidP="00810015">
      <w:r>
        <w:t>291.9257</w:t>
      </w:r>
      <w:r>
        <w:tab/>
        <w:t>1.013e0</w:t>
      </w:r>
    </w:p>
    <w:p w14:paraId="17A8B94A" w14:textId="77777777" w:rsidR="00810015" w:rsidRDefault="00810015" w:rsidP="00810015">
      <w:r>
        <w:t>291.9457</w:t>
      </w:r>
      <w:r>
        <w:tab/>
        <w:t>1.013e0</w:t>
      </w:r>
    </w:p>
    <w:p w14:paraId="3ED90D5F" w14:textId="77777777" w:rsidR="00810015" w:rsidRDefault="00810015" w:rsidP="00810015">
      <w:r>
        <w:t>291.9782</w:t>
      </w:r>
      <w:r>
        <w:tab/>
        <w:t>3.038e0</w:t>
      </w:r>
    </w:p>
    <w:p w14:paraId="27E2C5E9" w14:textId="77777777" w:rsidR="00810015" w:rsidRDefault="00810015" w:rsidP="00810015">
      <w:r>
        <w:t>291.9839</w:t>
      </w:r>
      <w:r>
        <w:tab/>
        <w:t>2.025e0</w:t>
      </w:r>
    </w:p>
    <w:p w14:paraId="41CF51AA" w14:textId="77777777" w:rsidR="00810015" w:rsidRDefault="00810015" w:rsidP="00810015">
      <w:r>
        <w:t>291.9900</w:t>
      </w:r>
      <w:r>
        <w:tab/>
        <w:t>8.101e0</w:t>
      </w:r>
    </w:p>
    <w:p w14:paraId="497CAE50" w14:textId="77777777" w:rsidR="00810015" w:rsidRDefault="00810015" w:rsidP="00810015">
      <w:r>
        <w:t>292.0038</w:t>
      </w:r>
      <w:r>
        <w:tab/>
        <w:t>5.063e0</w:t>
      </w:r>
    </w:p>
    <w:p w14:paraId="4F381ECF" w14:textId="77777777" w:rsidR="00810015" w:rsidRDefault="00810015" w:rsidP="00810015">
      <w:r>
        <w:t>292.0144</w:t>
      </w:r>
      <w:r>
        <w:tab/>
        <w:t>6.477e0</w:t>
      </w:r>
    </w:p>
    <w:p w14:paraId="3702CCAF" w14:textId="77777777" w:rsidR="00810015" w:rsidRDefault="00810015" w:rsidP="00810015">
      <w:r>
        <w:t>292.0372</w:t>
      </w:r>
      <w:r>
        <w:tab/>
        <w:t>6.076e0</w:t>
      </w:r>
    </w:p>
    <w:p w14:paraId="0173151E" w14:textId="77777777" w:rsidR="00810015" w:rsidRDefault="00810015" w:rsidP="00810015">
      <w:r>
        <w:t>292.0468</w:t>
      </w:r>
      <w:r>
        <w:tab/>
        <w:t>5.063e0</w:t>
      </w:r>
    </w:p>
    <w:p w14:paraId="36FDD493" w14:textId="77777777" w:rsidR="00810015" w:rsidRDefault="00810015" w:rsidP="00810015">
      <w:r>
        <w:t>292.0565</w:t>
      </w:r>
      <w:r>
        <w:tab/>
        <w:t>3.038e0</w:t>
      </w:r>
    </w:p>
    <w:p w14:paraId="42D0D97B" w14:textId="77777777" w:rsidR="00810015" w:rsidRDefault="00810015" w:rsidP="00810015">
      <w:r>
        <w:t>292.0833</w:t>
      </w:r>
      <w:r>
        <w:tab/>
        <w:t>1.463e0</w:t>
      </w:r>
    </w:p>
    <w:p w14:paraId="61340CF6" w14:textId="77777777" w:rsidR="00810015" w:rsidRDefault="00810015" w:rsidP="00810015">
      <w:r>
        <w:t>292.0856</w:t>
      </w:r>
      <w:r>
        <w:tab/>
        <w:t>1.013e0</w:t>
      </w:r>
    </w:p>
    <w:p w14:paraId="24E22BEF" w14:textId="77777777" w:rsidR="00810015" w:rsidRDefault="00810015" w:rsidP="00810015">
      <w:r>
        <w:t>292.0909</w:t>
      </w:r>
      <w:r>
        <w:tab/>
        <w:t>1.013e0</w:t>
      </w:r>
    </w:p>
    <w:p w14:paraId="13BC3F40" w14:textId="77777777" w:rsidR="00810015" w:rsidRDefault="00810015" w:rsidP="00810015">
      <w:r>
        <w:t>292.0959</w:t>
      </w:r>
      <w:r>
        <w:tab/>
        <w:t>2.025e0</w:t>
      </w:r>
    </w:p>
    <w:p w14:paraId="37D34268" w14:textId="77777777" w:rsidR="00810015" w:rsidRDefault="00810015" w:rsidP="00810015">
      <w:r>
        <w:t>292.1237</w:t>
      </w:r>
      <w:r>
        <w:tab/>
        <w:t>1.013e0</w:t>
      </w:r>
    </w:p>
    <w:p w14:paraId="3EA7668C" w14:textId="77777777" w:rsidR="00810015" w:rsidRDefault="00810015" w:rsidP="00810015">
      <w:r>
        <w:t>292.1306</w:t>
      </w:r>
      <w:r>
        <w:tab/>
        <w:t>1.013e0</w:t>
      </w:r>
    </w:p>
    <w:p w14:paraId="3715EFBD" w14:textId="77777777" w:rsidR="00810015" w:rsidRDefault="00810015" w:rsidP="00810015">
      <w:r>
        <w:t>292.1349</w:t>
      </w:r>
      <w:r>
        <w:tab/>
        <w:t>3.038e0</w:t>
      </w:r>
    </w:p>
    <w:p w14:paraId="5F9AE832" w14:textId="77777777" w:rsidR="00810015" w:rsidRDefault="00810015" w:rsidP="00810015">
      <w:r>
        <w:t>292.1709</w:t>
      </w:r>
      <w:r>
        <w:tab/>
        <w:t>1.013e0</w:t>
      </w:r>
    </w:p>
    <w:p w14:paraId="54CAAB64" w14:textId="77777777" w:rsidR="00810015" w:rsidRDefault="00810015" w:rsidP="00810015">
      <w:r>
        <w:t>292.1739</w:t>
      </w:r>
      <w:r>
        <w:tab/>
        <w:t>3.038e0</w:t>
      </w:r>
    </w:p>
    <w:p w14:paraId="7E1E0460" w14:textId="77777777" w:rsidR="00810015" w:rsidRDefault="00810015" w:rsidP="00810015">
      <w:r>
        <w:t>292.1807</w:t>
      </w:r>
      <w:r>
        <w:tab/>
        <w:t>3.898e0</w:t>
      </w:r>
    </w:p>
    <w:p w14:paraId="609ACA0A" w14:textId="77777777" w:rsidR="00810015" w:rsidRDefault="00810015" w:rsidP="00810015">
      <w:r>
        <w:t>292.1859</w:t>
      </w:r>
      <w:r>
        <w:tab/>
        <w:t>1.013e0</w:t>
      </w:r>
    </w:p>
    <w:p w14:paraId="2D45C284" w14:textId="77777777" w:rsidR="00810015" w:rsidRDefault="00810015" w:rsidP="00810015">
      <w:r>
        <w:t>292.2083</w:t>
      </w:r>
      <w:r>
        <w:tab/>
        <w:t>1.013e0</w:t>
      </w:r>
    </w:p>
    <w:p w14:paraId="68441678" w14:textId="77777777" w:rsidR="00810015" w:rsidRDefault="00810015" w:rsidP="00810015">
      <w:r>
        <w:t>292.2140</w:t>
      </w:r>
      <w:r>
        <w:tab/>
        <w:t>5.063e0</w:t>
      </w:r>
    </w:p>
    <w:p w14:paraId="171EF59A" w14:textId="77777777" w:rsidR="00810015" w:rsidRDefault="00810015" w:rsidP="00810015">
      <w:r>
        <w:t>292.2296</w:t>
      </w:r>
      <w:r>
        <w:tab/>
        <w:t>1.013e0</w:t>
      </w:r>
    </w:p>
    <w:p w14:paraId="19C0E007" w14:textId="77777777" w:rsidR="00810015" w:rsidRDefault="00810015" w:rsidP="00810015">
      <w:r>
        <w:t>292.2746</w:t>
      </w:r>
      <w:r>
        <w:tab/>
        <w:t>2.025e0</w:t>
      </w:r>
    </w:p>
    <w:p w14:paraId="175F202C" w14:textId="77777777" w:rsidR="00810015" w:rsidRDefault="00810015" w:rsidP="00810015">
      <w:r>
        <w:t>292.2791</w:t>
      </w:r>
      <w:r>
        <w:tab/>
        <w:t>2.025e0</w:t>
      </w:r>
    </w:p>
    <w:p w14:paraId="3761F13B" w14:textId="77777777" w:rsidR="00810015" w:rsidRDefault="00810015" w:rsidP="00810015">
      <w:r>
        <w:t>292.2809</w:t>
      </w:r>
      <w:r>
        <w:tab/>
        <w:t>2.025e0</w:t>
      </w:r>
    </w:p>
    <w:p w14:paraId="43703595" w14:textId="77777777" w:rsidR="00810015" w:rsidRDefault="00810015" w:rsidP="00810015">
      <w:r>
        <w:t>292.3136</w:t>
      </w:r>
      <w:r>
        <w:tab/>
        <w:t>1.013e0</w:t>
      </w:r>
    </w:p>
    <w:p w14:paraId="42C4641A" w14:textId="77777777" w:rsidR="00810015" w:rsidRDefault="00810015" w:rsidP="00810015">
      <w:r>
        <w:t>292.3166</w:t>
      </w:r>
      <w:r>
        <w:tab/>
        <w:t>1.013e0</w:t>
      </w:r>
    </w:p>
    <w:p w14:paraId="03412486" w14:textId="77777777" w:rsidR="00810015" w:rsidRDefault="00810015" w:rsidP="00810015">
      <w:r>
        <w:t>292.3363</w:t>
      </w:r>
      <w:r>
        <w:tab/>
        <w:t>1.013e0</w:t>
      </w:r>
    </w:p>
    <w:p w14:paraId="7522CB72" w14:textId="77777777" w:rsidR="00810015" w:rsidRDefault="00810015" w:rsidP="00810015">
      <w:r>
        <w:t>292.3718</w:t>
      </w:r>
      <w:r>
        <w:tab/>
        <w:t>1.013e0</w:t>
      </w:r>
    </w:p>
    <w:p w14:paraId="52E3B90B" w14:textId="77777777" w:rsidR="00810015" w:rsidRDefault="00810015" w:rsidP="00810015">
      <w:r>
        <w:t>292.3810</w:t>
      </w:r>
      <w:r>
        <w:tab/>
        <w:t>1.013e0</w:t>
      </w:r>
    </w:p>
    <w:p w14:paraId="053EC9AB" w14:textId="77777777" w:rsidR="00810015" w:rsidRDefault="00810015" w:rsidP="00810015">
      <w:r>
        <w:t>292.3951</w:t>
      </w:r>
      <w:r>
        <w:tab/>
        <w:t>1.013e0</w:t>
      </w:r>
    </w:p>
    <w:p w14:paraId="54CB6376" w14:textId="77777777" w:rsidR="00810015" w:rsidRDefault="00810015" w:rsidP="00810015">
      <w:r>
        <w:t>292.4393</w:t>
      </w:r>
      <w:r>
        <w:tab/>
        <w:t>1.013e0</w:t>
      </w:r>
    </w:p>
    <w:p w14:paraId="19B38481" w14:textId="77777777" w:rsidR="00810015" w:rsidRDefault="00810015" w:rsidP="00810015">
      <w:r>
        <w:t>292.4709</w:t>
      </w:r>
      <w:r>
        <w:tab/>
        <w:t>1.013e0</w:t>
      </w:r>
    </w:p>
    <w:p w14:paraId="16EF0C27" w14:textId="77777777" w:rsidR="00810015" w:rsidRDefault="00810015" w:rsidP="00810015">
      <w:r>
        <w:t>292.4945</w:t>
      </w:r>
      <w:r>
        <w:tab/>
        <w:t>1.013e0</w:t>
      </w:r>
    </w:p>
    <w:p w14:paraId="6BB1EBFD" w14:textId="77777777" w:rsidR="00810015" w:rsidRDefault="00810015" w:rsidP="00810015">
      <w:r>
        <w:t>292.5032</w:t>
      </w:r>
      <w:r>
        <w:tab/>
        <w:t>2.025e0</w:t>
      </w:r>
    </w:p>
    <w:p w14:paraId="23B72F1D" w14:textId="77777777" w:rsidR="00810015" w:rsidRDefault="00810015" w:rsidP="00810015">
      <w:r>
        <w:t>292.5552</w:t>
      </w:r>
      <w:r>
        <w:tab/>
        <w:t>3.038e0</w:t>
      </w:r>
    </w:p>
    <w:p w14:paraId="45973C15" w14:textId="77777777" w:rsidR="00810015" w:rsidRDefault="00810015" w:rsidP="00810015">
      <w:r>
        <w:t>292.5723</w:t>
      </w:r>
      <w:r>
        <w:tab/>
        <w:t>1.013e0</w:t>
      </w:r>
    </w:p>
    <w:p w14:paraId="55E8D595" w14:textId="77777777" w:rsidR="00810015" w:rsidRDefault="00810015" w:rsidP="00810015">
      <w:r>
        <w:t>292.5896</w:t>
      </w:r>
      <w:r>
        <w:tab/>
        <w:t>1.013e0</w:t>
      </w:r>
    </w:p>
    <w:p w14:paraId="60569ACE" w14:textId="77777777" w:rsidR="00810015" w:rsidRDefault="00810015" w:rsidP="00810015">
      <w:r>
        <w:t>292.6086</w:t>
      </w:r>
      <w:r>
        <w:tab/>
        <w:t>1.013e0</w:t>
      </w:r>
    </w:p>
    <w:p w14:paraId="757DBD54" w14:textId="77777777" w:rsidR="00810015" w:rsidRDefault="00810015" w:rsidP="00810015">
      <w:r>
        <w:t>292.6213</w:t>
      </w:r>
      <w:r>
        <w:tab/>
        <w:t>2.025e0</w:t>
      </w:r>
    </w:p>
    <w:p w14:paraId="73D54051" w14:textId="77777777" w:rsidR="00810015" w:rsidRDefault="00810015" w:rsidP="00810015">
      <w:r>
        <w:t>292.6727</w:t>
      </w:r>
      <w:r>
        <w:tab/>
        <w:t>1.013e0</w:t>
      </w:r>
    </w:p>
    <w:p w14:paraId="5711468E" w14:textId="77777777" w:rsidR="00810015" w:rsidRDefault="00810015" w:rsidP="00810015">
      <w:r>
        <w:t>292.6765</w:t>
      </w:r>
      <w:r>
        <w:tab/>
        <w:t>1.013e0</w:t>
      </w:r>
    </w:p>
    <w:p w14:paraId="4CCC9B6A" w14:textId="77777777" w:rsidR="00810015" w:rsidRDefault="00810015" w:rsidP="00810015">
      <w:r>
        <w:t>292.7043</w:t>
      </w:r>
      <w:r>
        <w:tab/>
        <w:t>1.013e0</w:t>
      </w:r>
    </w:p>
    <w:p w14:paraId="60730593" w14:textId="77777777" w:rsidR="00810015" w:rsidRDefault="00810015" w:rsidP="00810015">
      <w:r>
        <w:t>292.7478</w:t>
      </w:r>
      <w:r>
        <w:tab/>
        <w:t>1.013e0</w:t>
      </w:r>
    </w:p>
    <w:p w14:paraId="37A9D0F6" w14:textId="77777777" w:rsidR="00810015" w:rsidRDefault="00810015" w:rsidP="00810015">
      <w:r>
        <w:t>292.7656</w:t>
      </w:r>
      <w:r>
        <w:tab/>
        <w:t>2.025e0</w:t>
      </w:r>
    </w:p>
    <w:p w14:paraId="08C2512D" w14:textId="77777777" w:rsidR="00810015" w:rsidRDefault="00810015" w:rsidP="00810015">
      <w:r>
        <w:t>292.8207</w:t>
      </w:r>
      <w:r>
        <w:tab/>
        <w:t>2.025e0</w:t>
      </w:r>
    </w:p>
    <w:p w14:paraId="21B0DCBA" w14:textId="77777777" w:rsidR="00810015" w:rsidRDefault="00810015" w:rsidP="00810015">
      <w:r>
        <w:t>292.8269</w:t>
      </w:r>
      <w:r>
        <w:tab/>
        <w:t>1.013e0</w:t>
      </w:r>
    </w:p>
    <w:p w14:paraId="191099F3" w14:textId="77777777" w:rsidR="00810015" w:rsidRDefault="00810015" w:rsidP="00810015">
      <w:r>
        <w:t>292.8646</w:t>
      </w:r>
      <w:r>
        <w:tab/>
        <w:t>2.025e0</w:t>
      </w:r>
    </w:p>
    <w:p w14:paraId="2CEEB29B" w14:textId="77777777" w:rsidR="00810015" w:rsidRDefault="00810015" w:rsidP="00810015">
      <w:r>
        <w:t>292.8874</w:t>
      </w:r>
      <w:r>
        <w:tab/>
        <w:t>1.013e0</w:t>
      </w:r>
    </w:p>
    <w:p w14:paraId="5C46A80B" w14:textId="77777777" w:rsidR="00810015" w:rsidRDefault="00810015" w:rsidP="00810015">
      <w:r>
        <w:t>292.8943</w:t>
      </w:r>
      <w:r>
        <w:tab/>
        <w:t>1.013e0</w:t>
      </w:r>
    </w:p>
    <w:p w14:paraId="1DA98FA1" w14:textId="77777777" w:rsidR="00810015" w:rsidRDefault="00810015" w:rsidP="00810015">
      <w:r>
        <w:t>292.9079</w:t>
      </w:r>
      <w:r>
        <w:tab/>
        <w:t>1.013e0</w:t>
      </w:r>
    </w:p>
    <w:p w14:paraId="0CF7E0F8" w14:textId="77777777" w:rsidR="00810015" w:rsidRDefault="00810015" w:rsidP="00810015">
      <w:r>
        <w:t>292.9219</w:t>
      </w:r>
      <w:r>
        <w:tab/>
        <w:t>1.013e0</w:t>
      </w:r>
    </w:p>
    <w:p w14:paraId="1C7E3687" w14:textId="77777777" w:rsidR="00810015" w:rsidRDefault="00810015" w:rsidP="00810015">
      <w:r>
        <w:t>292.9496</w:t>
      </w:r>
      <w:r>
        <w:tab/>
        <w:t>1.013e0</w:t>
      </w:r>
    </w:p>
    <w:p w14:paraId="30FEA7DE" w14:textId="77777777" w:rsidR="00810015" w:rsidRDefault="00810015" w:rsidP="00810015">
      <w:r>
        <w:t>292.9594</w:t>
      </w:r>
      <w:r>
        <w:tab/>
        <w:t>2.025e0</w:t>
      </w:r>
    </w:p>
    <w:p w14:paraId="347ACCC9" w14:textId="77777777" w:rsidR="00810015" w:rsidRDefault="00810015" w:rsidP="00810015">
      <w:r>
        <w:t>292.9932</w:t>
      </w:r>
      <w:r>
        <w:tab/>
        <w:t>7.089e0</w:t>
      </w:r>
    </w:p>
    <w:p w14:paraId="660F0C64" w14:textId="77777777" w:rsidR="00810015" w:rsidRDefault="00810015" w:rsidP="00810015">
      <w:r>
        <w:t>293.0019</w:t>
      </w:r>
      <w:r>
        <w:tab/>
        <w:t>2.680e0</w:t>
      </w:r>
    </w:p>
    <w:p w14:paraId="6A5B3C35" w14:textId="77777777" w:rsidR="00810015" w:rsidRDefault="00810015" w:rsidP="00810015">
      <w:r>
        <w:t>293.0229</w:t>
      </w:r>
      <w:r>
        <w:tab/>
        <w:t>4.051e0</w:t>
      </w:r>
    </w:p>
    <w:p w14:paraId="49219BF7" w14:textId="77777777" w:rsidR="00810015" w:rsidRDefault="00810015" w:rsidP="00810015">
      <w:r>
        <w:t>293.0300</w:t>
      </w:r>
      <w:r>
        <w:tab/>
        <w:t>2.412e0</w:t>
      </w:r>
    </w:p>
    <w:p w14:paraId="29691CFC" w14:textId="77777777" w:rsidR="00810015" w:rsidRDefault="00810015" w:rsidP="00810015">
      <w:r>
        <w:t>293.0583</w:t>
      </w:r>
      <w:r>
        <w:tab/>
        <w:t>3.038e0</w:t>
      </w:r>
    </w:p>
    <w:p w14:paraId="4089C99C" w14:textId="77777777" w:rsidR="00810015" w:rsidRDefault="00810015" w:rsidP="00810015">
      <w:r>
        <w:t>293.0809</w:t>
      </w:r>
      <w:r>
        <w:tab/>
        <w:t>2.293e0</w:t>
      </w:r>
    </w:p>
    <w:p w14:paraId="01084C41" w14:textId="77777777" w:rsidR="00810015" w:rsidRDefault="00810015" w:rsidP="00810015">
      <w:r>
        <w:t>293.0850</w:t>
      </w:r>
      <w:r>
        <w:tab/>
        <w:t>2.025e0</w:t>
      </w:r>
    </w:p>
    <w:p w14:paraId="36620047" w14:textId="77777777" w:rsidR="00810015" w:rsidRDefault="00810015" w:rsidP="00810015">
      <w:r>
        <w:t>293.1164</w:t>
      </w:r>
      <w:r>
        <w:tab/>
        <w:t>1.013e0</w:t>
      </w:r>
    </w:p>
    <w:p w14:paraId="68B17324" w14:textId="77777777" w:rsidR="00810015" w:rsidRDefault="00810015" w:rsidP="00810015">
      <w:r>
        <w:t>293.1446</w:t>
      </w:r>
      <w:r>
        <w:tab/>
        <w:t>4.051e0</w:t>
      </w:r>
    </w:p>
    <w:p w14:paraId="7A9B1F17" w14:textId="77777777" w:rsidR="00810015" w:rsidRDefault="00810015" w:rsidP="00810015">
      <w:r>
        <w:t>293.1462</w:t>
      </w:r>
      <w:r>
        <w:tab/>
        <w:t>3.038e0</w:t>
      </w:r>
    </w:p>
    <w:p w14:paraId="2C04AE97" w14:textId="77777777" w:rsidR="00810015" w:rsidRDefault="00810015" w:rsidP="00810015">
      <w:r>
        <w:t>293.1546</w:t>
      </w:r>
      <w:r>
        <w:tab/>
        <w:t>2.025e0</w:t>
      </w:r>
    </w:p>
    <w:p w14:paraId="4AAAACCC" w14:textId="77777777" w:rsidR="00810015" w:rsidRDefault="00810015" w:rsidP="00810015">
      <w:r>
        <w:t>293.1852</w:t>
      </w:r>
      <w:r>
        <w:tab/>
        <w:t>2.025e0</w:t>
      </w:r>
    </w:p>
    <w:p w14:paraId="10B3F510" w14:textId="77777777" w:rsidR="00810015" w:rsidRDefault="00810015" w:rsidP="00810015">
      <w:r>
        <w:t>293.1991</w:t>
      </w:r>
      <w:r>
        <w:tab/>
        <w:t>1.013e0</w:t>
      </w:r>
    </w:p>
    <w:p w14:paraId="62CD3051" w14:textId="77777777" w:rsidR="00810015" w:rsidRDefault="00810015" w:rsidP="00810015">
      <w:r>
        <w:t>293.2157</w:t>
      </w:r>
      <w:r>
        <w:tab/>
        <w:t>5.099e0</w:t>
      </w:r>
    </w:p>
    <w:p w14:paraId="74C37488" w14:textId="77777777" w:rsidR="00810015" w:rsidRDefault="00810015" w:rsidP="00810015">
      <w:r>
        <w:t>293.2191</w:t>
      </w:r>
      <w:r>
        <w:tab/>
        <w:t>2.025e0</w:t>
      </w:r>
    </w:p>
    <w:p w14:paraId="095A6ED6" w14:textId="77777777" w:rsidR="00810015" w:rsidRDefault="00810015" w:rsidP="00810015">
      <w:r>
        <w:t>293.2481</w:t>
      </w:r>
      <w:r>
        <w:tab/>
        <w:t>3.038e0</w:t>
      </w:r>
    </w:p>
    <w:p w14:paraId="6D5AAABB" w14:textId="77777777" w:rsidR="00810015" w:rsidRDefault="00810015" w:rsidP="00810015">
      <w:r>
        <w:t>293.2544</w:t>
      </w:r>
      <w:r>
        <w:tab/>
        <w:t>1.013e0</w:t>
      </w:r>
    </w:p>
    <w:p w14:paraId="4A54C178" w14:textId="77777777" w:rsidR="00810015" w:rsidRDefault="00810015" w:rsidP="00810015">
      <w:r>
        <w:t>293.2860</w:t>
      </w:r>
      <w:r>
        <w:tab/>
        <w:t>1.013e0</w:t>
      </w:r>
    </w:p>
    <w:p w14:paraId="308EE40C" w14:textId="77777777" w:rsidR="00810015" w:rsidRDefault="00810015" w:rsidP="00810015">
      <w:r>
        <w:t>293.2901</w:t>
      </w:r>
      <w:r>
        <w:tab/>
        <w:t>1.013e0</w:t>
      </w:r>
    </w:p>
    <w:p w14:paraId="74CF76D3" w14:textId="77777777" w:rsidR="00810015" w:rsidRDefault="00810015" w:rsidP="00810015">
      <w:r>
        <w:t>293.3188</w:t>
      </w:r>
      <w:r>
        <w:tab/>
        <w:t>1.013e0</w:t>
      </w:r>
    </w:p>
    <w:p w14:paraId="560E6E05" w14:textId="77777777" w:rsidR="00810015" w:rsidRDefault="00810015" w:rsidP="00810015">
      <w:r>
        <w:t>293.3546</w:t>
      </w:r>
      <w:r>
        <w:tab/>
        <w:t>1.013e0</w:t>
      </w:r>
    </w:p>
    <w:p w14:paraId="029F88EA" w14:textId="77777777" w:rsidR="00810015" w:rsidRDefault="00810015" w:rsidP="00810015">
      <w:r>
        <w:t>293.3626</w:t>
      </w:r>
      <w:r>
        <w:tab/>
        <w:t>1.013e0</w:t>
      </w:r>
    </w:p>
    <w:p w14:paraId="3D543D58" w14:textId="77777777" w:rsidR="00810015" w:rsidRDefault="00810015" w:rsidP="00810015">
      <w:r>
        <w:t>293.3863</w:t>
      </w:r>
      <w:r>
        <w:tab/>
        <w:t>1.013e0</w:t>
      </w:r>
    </w:p>
    <w:p w14:paraId="63C2259F" w14:textId="77777777" w:rsidR="00810015" w:rsidRDefault="00810015" w:rsidP="00810015">
      <w:r>
        <w:t>293.4075</w:t>
      </w:r>
      <w:r>
        <w:tab/>
        <w:t>2.025e0</w:t>
      </w:r>
    </w:p>
    <w:p w14:paraId="2A2A2EA3" w14:textId="77777777" w:rsidR="00810015" w:rsidRDefault="00810015" w:rsidP="00810015">
      <w:r>
        <w:t>293.4088</w:t>
      </w:r>
      <w:r>
        <w:tab/>
        <w:t>1.013e0</w:t>
      </w:r>
    </w:p>
    <w:p w14:paraId="2F4BEFF1" w14:textId="77777777" w:rsidR="00810015" w:rsidRDefault="00810015" w:rsidP="00810015">
      <w:r>
        <w:t>293.4425</w:t>
      </w:r>
      <w:r>
        <w:tab/>
        <w:t>2.025e0</w:t>
      </w:r>
    </w:p>
    <w:p w14:paraId="0F40CA65" w14:textId="77777777" w:rsidR="00810015" w:rsidRDefault="00810015" w:rsidP="00810015">
      <w:r>
        <w:t>293.4682</w:t>
      </w:r>
      <w:r>
        <w:tab/>
        <w:t>1.013e0</w:t>
      </w:r>
    </w:p>
    <w:p w14:paraId="43A13000" w14:textId="77777777" w:rsidR="00810015" w:rsidRDefault="00810015" w:rsidP="00810015">
      <w:r>
        <w:t>293.4911</w:t>
      </w:r>
      <w:r>
        <w:tab/>
        <w:t>1.013e0</w:t>
      </w:r>
    </w:p>
    <w:p w14:paraId="19BB4964" w14:textId="77777777" w:rsidR="00810015" w:rsidRDefault="00810015" w:rsidP="00810015">
      <w:r>
        <w:t>293.5009</w:t>
      </w:r>
      <w:r>
        <w:tab/>
        <w:t>1.013e0</w:t>
      </w:r>
    </w:p>
    <w:p w14:paraId="40FB4F8E" w14:textId="77777777" w:rsidR="00810015" w:rsidRDefault="00810015" w:rsidP="00810015">
      <w:r>
        <w:t>293.5316</w:t>
      </w:r>
      <w:r>
        <w:tab/>
        <w:t>1.013e0</w:t>
      </w:r>
    </w:p>
    <w:p w14:paraId="0427C658" w14:textId="77777777" w:rsidR="00810015" w:rsidRDefault="00810015" w:rsidP="00810015">
      <w:r>
        <w:t>293.5457</w:t>
      </w:r>
      <w:r>
        <w:tab/>
        <w:t>1.013e0</w:t>
      </w:r>
    </w:p>
    <w:p w14:paraId="04F0C396" w14:textId="77777777" w:rsidR="00810015" w:rsidRDefault="00810015" w:rsidP="00810015">
      <w:r>
        <w:t>293.5554</w:t>
      </w:r>
      <w:r>
        <w:tab/>
        <w:t>1.013e0</w:t>
      </w:r>
    </w:p>
    <w:p w14:paraId="238C0C03" w14:textId="77777777" w:rsidR="00810015" w:rsidRDefault="00810015" w:rsidP="00810015">
      <w:r>
        <w:t>293.6648</w:t>
      </w:r>
      <w:r>
        <w:tab/>
        <w:t>2.025e0</w:t>
      </w:r>
    </w:p>
    <w:p w14:paraId="4EB5A39C" w14:textId="77777777" w:rsidR="00810015" w:rsidRDefault="00810015" w:rsidP="00810015">
      <w:r>
        <w:t>293.6732</w:t>
      </w:r>
      <w:r>
        <w:tab/>
        <w:t>1.013e0</w:t>
      </w:r>
    </w:p>
    <w:p w14:paraId="29526D51" w14:textId="77777777" w:rsidR="00810015" w:rsidRDefault="00810015" w:rsidP="00810015">
      <w:r>
        <w:t>293.7108</w:t>
      </w:r>
      <w:r>
        <w:tab/>
        <w:t>1.013e0</w:t>
      </w:r>
    </w:p>
    <w:p w14:paraId="5A388781" w14:textId="77777777" w:rsidR="00810015" w:rsidRDefault="00810015" w:rsidP="00810015">
      <w:r>
        <w:t>293.7138</w:t>
      </w:r>
      <w:r>
        <w:tab/>
        <w:t>2.025e0</w:t>
      </w:r>
    </w:p>
    <w:p w14:paraId="45B339DA" w14:textId="77777777" w:rsidR="00810015" w:rsidRDefault="00810015" w:rsidP="00810015">
      <w:r>
        <w:t>293.7179</w:t>
      </w:r>
      <w:r>
        <w:tab/>
        <w:t>1.013e0</w:t>
      </w:r>
    </w:p>
    <w:p w14:paraId="07BF3FCF" w14:textId="77777777" w:rsidR="00810015" w:rsidRDefault="00810015" w:rsidP="00810015">
      <w:r>
        <w:t>293.7466</w:t>
      </w:r>
      <w:r>
        <w:tab/>
        <w:t>1.013e0</w:t>
      </w:r>
    </w:p>
    <w:p w14:paraId="4EFF92FC" w14:textId="77777777" w:rsidR="00810015" w:rsidRDefault="00810015" w:rsidP="00810015">
      <w:r>
        <w:t>293.7858</w:t>
      </w:r>
      <w:r>
        <w:tab/>
        <w:t>1.013e0</w:t>
      </w:r>
    </w:p>
    <w:p w14:paraId="3DB69C86" w14:textId="77777777" w:rsidR="00810015" w:rsidRDefault="00810015" w:rsidP="00810015">
      <w:r>
        <w:t>293.8052</w:t>
      </w:r>
      <w:r>
        <w:tab/>
        <w:t>3.038e0</w:t>
      </w:r>
    </w:p>
    <w:p w14:paraId="219F8564" w14:textId="77777777" w:rsidR="00810015" w:rsidRDefault="00810015" w:rsidP="00810015">
      <w:r>
        <w:t>293.8286</w:t>
      </w:r>
      <w:r>
        <w:tab/>
        <w:t>1.013e0</w:t>
      </w:r>
    </w:p>
    <w:p w14:paraId="7FCD1674" w14:textId="77777777" w:rsidR="00810015" w:rsidRDefault="00810015" w:rsidP="00810015">
      <w:r>
        <w:t>293.8750</w:t>
      </w:r>
      <w:r>
        <w:tab/>
        <w:t>2.025e0</w:t>
      </w:r>
    </w:p>
    <w:p w14:paraId="79E36B21" w14:textId="77777777" w:rsidR="00810015" w:rsidRDefault="00810015" w:rsidP="00810015">
      <w:r>
        <w:t>293.9679</w:t>
      </w:r>
      <w:r>
        <w:tab/>
        <w:t>3.038e0</w:t>
      </w:r>
    </w:p>
    <w:p w14:paraId="2491CF18" w14:textId="77777777" w:rsidR="00810015" w:rsidRDefault="00810015" w:rsidP="00810015">
      <w:r>
        <w:t>293.9828</w:t>
      </w:r>
      <w:r>
        <w:tab/>
        <w:t>2.025e0</w:t>
      </w:r>
    </w:p>
    <w:p w14:paraId="08C29A2C" w14:textId="77777777" w:rsidR="00810015" w:rsidRDefault="00810015" w:rsidP="00810015">
      <w:r>
        <w:t>293.9982</w:t>
      </w:r>
      <w:r>
        <w:tab/>
        <w:t>2.025e0</w:t>
      </w:r>
    </w:p>
    <w:p w14:paraId="2CA14448" w14:textId="77777777" w:rsidR="00810015" w:rsidRDefault="00810015" w:rsidP="00810015">
      <w:r>
        <w:t>294.0276</w:t>
      </w:r>
      <w:r>
        <w:tab/>
        <w:t>2.385e0</w:t>
      </w:r>
    </w:p>
    <w:p w14:paraId="41C53DC5" w14:textId="77777777" w:rsidR="00810015" w:rsidRDefault="00810015" w:rsidP="00810015">
      <w:r>
        <w:t>294.0464</w:t>
      </w:r>
      <w:r>
        <w:tab/>
        <w:t>1.013e0</w:t>
      </w:r>
    </w:p>
    <w:p w14:paraId="46DF9093" w14:textId="77777777" w:rsidR="00810015" w:rsidRDefault="00810015" w:rsidP="00810015">
      <w:r>
        <w:t>294.1100</w:t>
      </w:r>
      <w:r>
        <w:tab/>
        <w:t>1.013e0</w:t>
      </w:r>
    </w:p>
    <w:p w14:paraId="09BA215C" w14:textId="77777777" w:rsidR="00810015" w:rsidRDefault="00810015" w:rsidP="00810015">
      <w:r>
        <w:t>294.1140</w:t>
      </w:r>
      <w:r>
        <w:tab/>
        <w:t>1.013e0</w:t>
      </w:r>
    </w:p>
    <w:p w14:paraId="449E849D" w14:textId="77777777" w:rsidR="00810015" w:rsidRDefault="00810015" w:rsidP="00810015">
      <w:r>
        <w:t>294.1247</w:t>
      </w:r>
      <w:r>
        <w:tab/>
        <w:t>1.013e0</w:t>
      </w:r>
    </w:p>
    <w:p w14:paraId="10524BBC" w14:textId="77777777" w:rsidR="00810015" w:rsidRDefault="00810015" w:rsidP="00810015">
      <w:r>
        <w:t>294.1456</w:t>
      </w:r>
      <w:r>
        <w:tab/>
        <w:t>1.013e0</w:t>
      </w:r>
    </w:p>
    <w:p w14:paraId="403036D3" w14:textId="77777777" w:rsidR="00810015" w:rsidRDefault="00810015" w:rsidP="00810015">
      <w:r>
        <w:t>294.1572</w:t>
      </w:r>
      <w:r>
        <w:tab/>
        <w:t>2.025e0</w:t>
      </w:r>
    </w:p>
    <w:p w14:paraId="14B41A17" w14:textId="77777777" w:rsidR="00810015" w:rsidRDefault="00810015" w:rsidP="00810015">
      <w:r>
        <w:t>294.1595</w:t>
      </w:r>
      <w:r>
        <w:tab/>
        <w:t>1.199e1</w:t>
      </w:r>
    </w:p>
    <w:p w14:paraId="5C59AB3C" w14:textId="77777777" w:rsidR="00810015" w:rsidRDefault="00810015" w:rsidP="00810015">
      <w:r>
        <w:t>294.1702</w:t>
      </w:r>
      <w:r>
        <w:tab/>
        <w:t>2.025e0</w:t>
      </w:r>
    </w:p>
    <w:p w14:paraId="770B168D" w14:textId="77777777" w:rsidR="00810015" w:rsidRDefault="00810015" w:rsidP="00810015">
      <w:r>
        <w:t>294.2011</w:t>
      </w:r>
      <w:r>
        <w:tab/>
        <w:t>1.013e0</w:t>
      </w:r>
    </w:p>
    <w:p w14:paraId="7F6D25CA" w14:textId="77777777" w:rsidR="00810015" w:rsidRDefault="00810015" w:rsidP="00810015">
      <w:r>
        <w:t>294.2160</w:t>
      </w:r>
      <w:r>
        <w:tab/>
        <w:t>6.988e0</w:t>
      </w:r>
    </w:p>
    <w:p w14:paraId="194FBF48" w14:textId="77777777" w:rsidR="00810015" w:rsidRDefault="00810015" w:rsidP="00810015">
      <w:r>
        <w:t>294.2173</w:t>
      </w:r>
      <w:r>
        <w:tab/>
        <w:t>2.025e0</w:t>
      </w:r>
    </w:p>
    <w:p w14:paraId="2369DB3D" w14:textId="77777777" w:rsidR="00810015" w:rsidRDefault="00810015" w:rsidP="00810015">
      <w:r>
        <w:t>294.2287</w:t>
      </w:r>
      <w:r>
        <w:tab/>
        <w:t>2.025e0</w:t>
      </w:r>
    </w:p>
    <w:p w14:paraId="2F0C81D6" w14:textId="77777777" w:rsidR="00810015" w:rsidRDefault="00810015" w:rsidP="00810015">
      <w:r>
        <w:t>294.2343</w:t>
      </w:r>
      <w:r>
        <w:tab/>
        <w:t>2.025e0</w:t>
      </w:r>
    </w:p>
    <w:p w14:paraId="0DDDBDF2" w14:textId="77777777" w:rsidR="00810015" w:rsidRDefault="00810015" w:rsidP="00810015">
      <w:r>
        <w:t>294.2447</w:t>
      </w:r>
      <w:r>
        <w:tab/>
        <w:t>5.063e0</w:t>
      </w:r>
    </w:p>
    <w:p w14:paraId="0ECCA02B" w14:textId="77777777" w:rsidR="00810015" w:rsidRDefault="00810015" w:rsidP="00810015">
      <w:r>
        <w:t>294.2524</w:t>
      </w:r>
      <w:r>
        <w:tab/>
        <w:t>1.013e0</w:t>
      </w:r>
    </w:p>
    <w:p w14:paraId="5B294E63" w14:textId="77777777" w:rsidR="00810015" w:rsidRDefault="00810015" w:rsidP="00810015">
      <w:r>
        <w:t>294.2645</w:t>
      </w:r>
      <w:r>
        <w:tab/>
        <w:t>1.013e0</w:t>
      </w:r>
    </w:p>
    <w:p w14:paraId="5AB111B7" w14:textId="77777777" w:rsidR="00810015" w:rsidRDefault="00810015" w:rsidP="00810015">
      <w:r>
        <w:t>294.3061</w:t>
      </w:r>
      <w:r>
        <w:tab/>
        <w:t>1.013e0</w:t>
      </w:r>
    </w:p>
    <w:p w14:paraId="56018CF2" w14:textId="77777777" w:rsidR="00810015" w:rsidRDefault="00810015" w:rsidP="00810015">
      <w:r>
        <w:t>294.3198</w:t>
      </w:r>
      <w:r>
        <w:tab/>
        <w:t>1.013e0</w:t>
      </w:r>
    </w:p>
    <w:p w14:paraId="1488F63C" w14:textId="77777777" w:rsidR="00810015" w:rsidRDefault="00810015" w:rsidP="00810015">
      <w:r>
        <w:t>294.3404</w:t>
      </w:r>
      <w:r>
        <w:tab/>
        <w:t>2.025e0</w:t>
      </w:r>
    </w:p>
    <w:p w14:paraId="655B18DD" w14:textId="77777777" w:rsidR="00810015" w:rsidRDefault="00810015" w:rsidP="00810015">
      <w:r>
        <w:t>294.3705</w:t>
      </w:r>
      <w:r>
        <w:tab/>
        <w:t>1.013e0</w:t>
      </w:r>
    </w:p>
    <w:p w14:paraId="72D5B18C" w14:textId="77777777" w:rsidR="00810015" w:rsidRDefault="00810015" w:rsidP="00810015">
      <w:r>
        <w:t>294.3974</w:t>
      </w:r>
      <w:r>
        <w:tab/>
        <w:t>1.013e0</w:t>
      </w:r>
    </w:p>
    <w:p w14:paraId="0B092AD8" w14:textId="77777777" w:rsidR="00810015" w:rsidRDefault="00810015" w:rsidP="00810015">
      <w:r>
        <w:t>294.4242</w:t>
      </w:r>
      <w:r>
        <w:tab/>
        <w:t>1.013e0</w:t>
      </w:r>
    </w:p>
    <w:p w14:paraId="79BD51FE" w14:textId="77777777" w:rsidR="00810015" w:rsidRDefault="00810015" w:rsidP="00810015">
      <w:r>
        <w:t>294.4288</w:t>
      </w:r>
      <w:r>
        <w:tab/>
        <w:t>2.025e0</w:t>
      </w:r>
    </w:p>
    <w:p w14:paraId="6EFF7FF2" w14:textId="77777777" w:rsidR="00810015" w:rsidRDefault="00810015" w:rsidP="00810015">
      <w:r>
        <w:t>294.4511</w:t>
      </w:r>
      <w:r>
        <w:tab/>
        <w:t>1.013e0</w:t>
      </w:r>
    </w:p>
    <w:p w14:paraId="5ADC5EB9" w14:textId="77777777" w:rsidR="00810015" w:rsidRDefault="00810015" w:rsidP="00810015">
      <w:r>
        <w:t>294.4664</w:t>
      </w:r>
      <w:r>
        <w:tab/>
        <w:t>1.013e0</w:t>
      </w:r>
    </w:p>
    <w:p w14:paraId="532ACA21" w14:textId="77777777" w:rsidR="00810015" w:rsidRDefault="00810015" w:rsidP="00810015">
      <w:r>
        <w:t>294.4704</w:t>
      </w:r>
      <w:r>
        <w:tab/>
        <w:t>1.013e0</w:t>
      </w:r>
    </w:p>
    <w:p w14:paraId="2B99358C" w14:textId="77777777" w:rsidR="00810015" w:rsidRDefault="00810015" w:rsidP="00810015">
      <w:r>
        <w:t>294.4745</w:t>
      </w:r>
      <w:r>
        <w:tab/>
        <w:t>1.013e0</w:t>
      </w:r>
    </w:p>
    <w:p w14:paraId="2FA8025E" w14:textId="77777777" w:rsidR="00810015" w:rsidRDefault="00810015" w:rsidP="00810015">
      <w:r>
        <w:t>294.5155</w:t>
      </w:r>
      <w:r>
        <w:tab/>
        <w:t>1.013e0</w:t>
      </w:r>
    </w:p>
    <w:p w14:paraId="5B6FA710" w14:textId="77777777" w:rsidR="00810015" w:rsidRDefault="00810015" w:rsidP="00810015">
      <w:r>
        <w:t>294.5209</w:t>
      </w:r>
      <w:r>
        <w:tab/>
        <w:t>2.025e0</w:t>
      </w:r>
    </w:p>
    <w:p w14:paraId="656905A0" w14:textId="77777777" w:rsidR="00810015" w:rsidRDefault="00810015" w:rsidP="00810015">
      <w:r>
        <w:t>294.5349</w:t>
      </w:r>
      <w:r>
        <w:tab/>
        <w:t>1.013e0</w:t>
      </w:r>
    </w:p>
    <w:p w14:paraId="0909ABC9" w14:textId="77777777" w:rsidR="00810015" w:rsidRDefault="00810015" w:rsidP="00810015">
      <w:r>
        <w:t>294.5721</w:t>
      </w:r>
      <w:r>
        <w:tab/>
        <w:t>2.025e0</w:t>
      </w:r>
    </w:p>
    <w:p w14:paraId="530FFDA2" w14:textId="77777777" w:rsidR="00810015" w:rsidRDefault="00810015" w:rsidP="00810015">
      <w:r>
        <w:t>294.5933</w:t>
      </w:r>
      <w:r>
        <w:tab/>
        <w:t>1.013e0</w:t>
      </w:r>
    </w:p>
    <w:p w14:paraId="278211DC" w14:textId="77777777" w:rsidR="00810015" w:rsidRDefault="00810015" w:rsidP="00810015">
      <w:r>
        <w:t>294.6348</w:t>
      </w:r>
      <w:r>
        <w:tab/>
        <w:t>1.013e0</w:t>
      </w:r>
    </w:p>
    <w:p w14:paraId="43F3EEE0" w14:textId="77777777" w:rsidR="00810015" w:rsidRDefault="00810015" w:rsidP="00810015">
      <w:r>
        <w:t>294.6550</w:t>
      </w:r>
      <w:r>
        <w:tab/>
        <w:t>3.038e0</w:t>
      </w:r>
    </w:p>
    <w:p w14:paraId="001FEBEF" w14:textId="77777777" w:rsidR="00810015" w:rsidRDefault="00810015" w:rsidP="00810015">
      <w:r>
        <w:t>294.7574</w:t>
      </w:r>
      <w:r>
        <w:tab/>
        <w:t>1.013e0</w:t>
      </w:r>
    </w:p>
    <w:p w14:paraId="63AADA28" w14:textId="77777777" w:rsidR="00810015" w:rsidRDefault="00810015" w:rsidP="00810015">
      <w:r>
        <w:t>294.7597</w:t>
      </w:r>
      <w:r>
        <w:tab/>
        <w:t>2.025e0</w:t>
      </w:r>
    </w:p>
    <w:p w14:paraId="2C80226D" w14:textId="77777777" w:rsidR="00810015" w:rsidRDefault="00810015" w:rsidP="00810015">
      <w:r>
        <w:t>294.8033</w:t>
      </w:r>
      <w:r>
        <w:tab/>
        <w:t>1.013e0</w:t>
      </w:r>
    </w:p>
    <w:p w14:paraId="4AB5750E" w14:textId="77777777" w:rsidR="00810015" w:rsidRDefault="00810015" w:rsidP="00810015">
      <w:r>
        <w:t>294.8271</w:t>
      </w:r>
      <w:r>
        <w:tab/>
        <w:t>1.013e0</w:t>
      </w:r>
    </w:p>
    <w:p w14:paraId="2E58828A" w14:textId="77777777" w:rsidR="00810015" w:rsidRDefault="00810015" w:rsidP="00810015">
      <w:r>
        <w:t>294.8434</w:t>
      </w:r>
      <w:r>
        <w:tab/>
        <w:t>1.013e0</w:t>
      </w:r>
    </w:p>
    <w:p w14:paraId="1494A38E" w14:textId="77777777" w:rsidR="00810015" w:rsidRDefault="00810015" w:rsidP="00810015">
      <w:r>
        <w:t>294.8669</w:t>
      </w:r>
      <w:r>
        <w:tab/>
        <w:t>2.025e0</w:t>
      </w:r>
    </w:p>
    <w:p w14:paraId="255333A3" w14:textId="77777777" w:rsidR="00810015" w:rsidRDefault="00810015" w:rsidP="00810015">
      <w:r>
        <w:t>294.8743</w:t>
      </w:r>
      <w:r>
        <w:tab/>
        <w:t>2.025e0</w:t>
      </w:r>
    </w:p>
    <w:p w14:paraId="03F0BEC6" w14:textId="77777777" w:rsidR="00810015" w:rsidRDefault="00810015" w:rsidP="00810015">
      <w:r>
        <w:t>294.9079</w:t>
      </w:r>
      <w:r>
        <w:tab/>
        <w:t>1.013e0</w:t>
      </w:r>
    </w:p>
    <w:p w14:paraId="45D35B24" w14:textId="77777777" w:rsidR="00810015" w:rsidRDefault="00810015" w:rsidP="00810015">
      <w:r>
        <w:t>294.9307</w:t>
      </w:r>
      <w:r>
        <w:tab/>
        <w:t>5.063e0</w:t>
      </w:r>
    </w:p>
    <w:p w14:paraId="585C4A2B" w14:textId="77777777" w:rsidR="00810015" w:rsidRDefault="00810015" w:rsidP="00810015">
      <w:r>
        <w:t>294.9510</w:t>
      </w:r>
      <w:r>
        <w:tab/>
        <w:t>1.013e0</w:t>
      </w:r>
    </w:p>
    <w:p w14:paraId="67964882" w14:textId="77777777" w:rsidR="00810015" w:rsidRDefault="00810015" w:rsidP="00810015">
      <w:r>
        <w:t>294.9539</w:t>
      </w:r>
      <w:r>
        <w:tab/>
        <w:t>1.013e0</w:t>
      </w:r>
    </w:p>
    <w:p w14:paraId="0B688ADB" w14:textId="77777777" w:rsidR="00810015" w:rsidRDefault="00810015" w:rsidP="00810015">
      <w:r>
        <w:t>294.9693</w:t>
      </w:r>
      <w:r>
        <w:tab/>
        <w:t>3.038e0</w:t>
      </w:r>
    </w:p>
    <w:p w14:paraId="44A3AF0D" w14:textId="77777777" w:rsidR="00810015" w:rsidRDefault="00810015" w:rsidP="00810015">
      <w:r>
        <w:t>294.9861</w:t>
      </w:r>
      <w:r>
        <w:tab/>
        <w:t>2.948e0</w:t>
      </w:r>
    </w:p>
    <w:p w14:paraId="567F681A" w14:textId="77777777" w:rsidR="00810015" w:rsidRDefault="00810015" w:rsidP="00810015">
      <w:r>
        <w:t>295.0021</w:t>
      </w:r>
      <w:r>
        <w:tab/>
        <w:t>2.513e0</w:t>
      </w:r>
    </w:p>
    <w:p w14:paraId="70C99A3D" w14:textId="77777777" w:rsidR="00810015" w:rsidRDefault="00810015" w:rsidP="00810015">
      <w:r>
        <w:t>295.0044</w:t>
      </w:r>
      <w:r>
        <w:tab/>
        <w:t>6.816e0</w:t>
      </w:r>
    </w:p>
    <w:p w14:paraId="012F0C7A" w14:textId="77777777" w:rsidR="00810015" w:rsidRDefault="00810015" w:rsidP="00810015">
      <w:r>
        <w:t>295.0411</w:t>
      </w:r>
      <w:r>
        <w:tab/>
        <w:t>1.013e0</w:t>
      </w:r>
    </w:p>
    <w:p w14:paraId="04FE509B" w14:textId="77777777" w:rsidR="00810015" w:rsidRDefault="00810015" w:rsidP="00810015">
      <w:r>
        <w:t>295.0854</w:t>
      </w:r>
      <w:r>
        <w:tab/>
        <w:t>1.013e0</w:t>
      </w:r>
    </w:p>
    <w:p w14:paraId="2B670B33" w14:textId="77777777" w:rsidR="00810015" w:rsidRDefault="00810015" w:rsidP="00810015">
      <w:r>
        <w:t>295.1157</w:t>
      </w:r>
      <w:r>
        <w:tab/>
        <w:t>4.051e0</w:t>
      </w:r>
    </w:p>
    <w:p w14:paraId="2B256E0A" w14:textId="77777777" w:rsidR="00810015" w:rsidRDefault="00810015" w:rsidP="00810015">
      <w:r>
        <w:t>295.1449</w:t>
      </w:r>
      <w:r>
        <w:tab/>
        <w:t>1.418e1</w:t>
      </w:r>
    </w:p>
    <w:p w14:paraId="55FB4D43" w14:textId="77777777" w:rsidR="00810015" w:rsidRDefault="00810015" w:rsidP="00810015">
      <w:r>
        <w:t>295.1464</w:t>
      </w:r>
      <w:r>
        <w:tab/>
        <w:t>2.127e1</w:t>
      </w:r>
    </w:p>
    <w:p w14:paraId="24CFDA72" w14:textId="77777777" w:rsidR="00810015" w:rsidRDefault="00810015" w:rsidP="00810015">
      <w:r>
        <w:t>295.1525</w:t>
      </w:r>
      <w:r>
        <w:tab/>
        <w:t>7.089e0</w:t>
      </w:r>
    </w:p>
    <w:p w14:paraId="54FC1424" w14:textId="77777777" w:rsidR="00810015" w:rsidRDefault="00810015" w:rsidP="00810015">
      <w:r>
        <w:t>295.1556</w:t>
      </w:r>
      <w:r>
        <w:tab/>
        <w:t>5.859e0</w:t>
      </w:r>
    </w:p>
    <w:p w14:paraId="659D82EA" w14:textId="77777777" w:rsidR="00810015" w:rsidRDefault="00810015" w:rsidP="00810015">
      <w:r>
        <w:t>295.2023</w:t>
      </w:r>
      <w:r>
        <w:tab/>
        <w:t>1.637e0</w:t>
      </w:r>
    </w:p>
    <w:p w14:paraId="66B4430A" w14:textId="77777777" w:rsidR="00810015" w:rsidRDefault="00810015" w:rsidP="00810015">
      <w:r>
        <w:t>295.2057</w:t>
      </w:r>
      <w:r>
        <w:tab/>
        <w:t>4.051e0</w:t>
      </w:r>
    </w:p>
    <w:p w14:paraId="2C7CD663" w14:textId="77777777" w:rsidR="00810015" w:rsidRDefault="00810015" w:rsidP="00810015">
      <w:r>
        <w:t>295.2146</w:t>
      </w:r>
      <w:r>
        <w:tab/>
        <w:t>2.025e0</w:t>
      </w:r>
    </w:p>
    <w:p w14:paraId="4C396231" w14:textId="77777777" w:rsidR="00810015" w:rsidRDefault="00810015" w:rsidP="00810015">
      <w:r>
        <w:t>295.2303</w:t>
      </w:r>
      <w:r>
        <w:tab/>
        <w:t>2.390e0</w:t>
      </w:r>
    </w:p>
    <w:p w14:paraId="5078BD8D" w14:textId="77777777" w:rsidR="00810015" w:rsidRDefault="00810015" w:rsidP="00810015">
      <w:r>
        <w:t>295.2353</w:t>
      </w:r>
      <w:r>
        <w:tab/>
        <w:t>2.025e0</w:t>
      </w:r>
    </w:p>
    <w:p w14:paraId="430CBC90" w14:textId="77777777" w:rsidR="00810015" w:rsidRDefault="00810015" w:rsidP="00810015">
      <w:r>
        <w:t>295.2415</w:t>
      </w:r>
      <w:r>
        <w:tab/>
        <w:t>2.025e0</w:t>
      </w:r>
    </w:p>
    <w:p w14:paraId="5AAAC132" w14:textId="77777777" w:rsidR="00810015" w:rsidRDefault="00810015" w:rsidP="00810015">
      <w:r>
        <w:t>295.2612</w:t>
      </w:r>
      <w:r>
        <w:tab/>
        <w:t>2.025e0</w:t>
      </w:r>
    </w:p>
    <w:p w14:paraId="63C26FAE" w14:textId="77777777" w:rsidR="00810015" w:rsidRDefault="00810015" w:rsidP="00810015">
      <w:r>
        <w:t>295.2860</w:t>
      </w:r>
      <w:r>
        <w:tab/>
        <w:t>2.025e0</w:t>
      </w:r>
    </w:p>
    <w:p w14:paraId="35436238" w14:textId="77777777" w:rsidR="00810015" w:rsidRDefault="00810015" w:rsidP="00810015">
      <w:r>
        <w:t>295.3102</w:t>
      </w:r>
      <w:r>
        <w:tab/>
        <w:t>2.025e0</w:t>
      </w:r>
    </w:p>
    <w:p w14:paraId="751BC96B" w14:textId="77777777" w:rsidR="00810015" w:rsidRDefault="00810015" w:rsidP="00810015">
      <w:r>
        <w:t>295.3546</w:t>
      </w:r>
      <w:r>
        <w:tab/>
        <w:t>1.013e0</w:t>
      </w:r>
    </w:p>
    <w:p w14:paraId="460B0E39" w14:textId="77777777" w:rsidR="00810015" w:rsidRDefault="00810015" w:rsidP="00810015">
      <w:r>
        <w:t>295.3611</w:t>
      </w:r>
      <w:r>
        <w:tab/>
        <w:t>1.013e0</w:t>
      </w:r>
    </w:p>
    <w:p w14:paraId="312D8064" w14:textId="77777777" w:rsidR="00810015" w:rsidRDefault="00810015" w:rsidP="00810015">
      <w:r>
        <w:t>295.3923</w:t>
      </w:r>
      <w:r>
        <w:tab/>
        <w:t>1.013e0</w:t>
      </w:r>
    </w:p>
    <w:p w14:paraId="39A35472" w14:textId="77777777" w:rsidR="00810015" w:rsidRDefault="00810015" w:rsidP="00810015">
      <w:r>
        <w:t>295.3988</w:t>
      </w:r>
      <w:r>
        <w:tab/>
        <w:t>1.013e0</w:t>
      </w:r>
    </w:p>
    <w:p w14:paraId="49EB6444" w14:textId="77777777" w:rsidR="00810015" w:rsidRDefault="00810015" w:rsidP="00810015">
      <w:r>
        <w:t>295.4100</w:t>
      </w:r>
      <w:r>
        <w:tab/>
        <w:t>1.013e0</w:t>
      </w:r>
    </w:p>
    <w:p w14:paraId="66727026" w14:textId="77777777" w:rsidR="00810015" w:rsidRDefault="00810015" w:rsidP="00810015">
      <w:r>
        <w:t>295.4213</w:t>
      </w:r>
      <w:r>
        <w:tab/>
        <w:t>3.038e0</w:t>
      </w:r>
    </w:p>
    <w:p w14:paraId="4F454DC7" w14:textId="77777777" w:rsidR="00810015" w:rsidRDefault="00810015" w:rsidP="00810015">
      <w:r>
        <w:t>295.4472</w:t>
      </w:r>
      <w:r>
        <w:tab/>
        <w:t>1.013e0</w:t>
      </w:r>
    </w:p>
    <w:p w14:paraId="30C59B51" w14:textId="77777777" w:rsidR="00810015" w:rsidRDefault="00810015" w:rsidP="00810015">
      <w:r>
        <w:t>295.4733</w:t>
      </w:r>
      <w:r>
        <w:tab/>
        <w:t>1.013e0</w:t>
      </w:r>
    </w:p>
    <w:p w14:paraId="27E44BF8" w14:textId="77777777" w:rsidR="00810015" w:rsidRDefault="00810015" w:rsidP="00810015">
      <w:r>
        <w:t>295.4972</w:t>
      </w:r>
      <w:r>
        <w:tab/>
        <w:t>1.013e0</w:t>
      </w:r>
    </w:p>
    <w:p w14:paraId="7C431EE4" w14:textId="77777777" w:rsidR="00810015" w:rsidRDefault="00810015" w:rsidP="00810015">
      <w:r>
        <w:t>295.5012</w:t>
      </w:r>
      <w:r>
        <w:tab/>
        <w:t>1.013e0</w:t>
      </w:r>
    </w:p>
    <w:p w14:paraId="3604FAB4" w14:textId="77777777" w:rsidR="00810015" w:rsidRDefault="00810015" w:rsidP="00810015">
      <w:r>
        <w:t>295.5328</w:t>
      </w:r>
      <w:r>
        <w:tab/>
        <w:t>1.013e0</w:t>
      </w:r>
    </w:p>
    <w:p w14:paraId="78129830" w14:textId="77777777" w:rsidR="00810015" w:rsidRDefault="00810015" w:rsidP="00810015">
      <w:r>
        <w:t>295.5607</w:t>
      </w:r>
      <w:r>
        <w:tab/>
        <w:t>1.013e0</w:t>
      </w:r>
    </w:p>
    <w:p w14:paraId="7C65709B" w14:textId="77777777" w:rsidR="00810015" w:rsidRDefault="00810015" w:rsidP="00810015">
      <w:r>
        <w:t>295.5844</w:t>
      </w:r>
      <w:r>
        <w:tab/>
        <w:t>3.038e0</w:t>
      </w:r>
    </w:p>
    <w:p w14:paraId="5A9DDE39" w14:textId="77777777" w:rsidR="00810015" w:rsidRDefault="00810015" w:rsidP="00810015">
      <w:r>
        <w:t>295.5981</w:t>
      </w:r>
      <w:r>
        <w:tab/>
        <w:t>1.013e0</w:t>
      </w:r>
    </w:p>
    <w:p w14:paraId="75630A8B" w14:textId="77777777" w:rsidR="00810015" w:rsidRDefault="00810015" w:rsidP="00810015">
      <w:r>
        <w:t>295.6121</w:t>
      </w:r>
      <w:r>
        <w:tab/>
        <w:t>2.025e0</w:t>
      </w:r>
    </w:p>
    <w:p w14:paraId="73986E87" w14:textId="77777777" w:rsidR="00810015" w:rsidRDefault="00810015" w:rsidP="00810015">
      <w:r>
        <w:t>295.6137</w:t>
      </w:r>
      <w:r>
        <w:tab/>
        <w:t>2.025e0</w:t>
      </w:r>
    </w:p>
    <w:p w14:paraId="39D530F2" w14:textId="77777777" w:rsidR="00810015" w:rsidRDefault="00810015" w:rsidP="00810015">
      <w:r>
        <w:t>295.6448</w:t>
      </w:r>
      <w:r>
        <w:tab/>
        <w:t>1.013e0</w:t>
      </w:r>
    </w:p>
    <w:p w14:paraId="42C39027" w14:textId="77777777" w:rsidR="00810015" w:rsidRDefault="00810015" w:rsidP="00810015">
      <w:r>
        <w:t>295.6479</w:t>
      </w:r>
      <w:r>
        <w:tab/>
        <w:t>1.013e0</w:t>
      </w:r>
    </w:p>
    <w:p w14:paraId="637DF2A5" w14:textId="77777777" w:rsidR="00810015" w:rsidRDefault="00810015" w:rsidP="00810015">
      <w:r>
        <w:t>295.6497</w:t>
      </w:r>
      <w:r>
        <w:tab/>
        <w:t>2.025e0</w:t>
      </w:r>
    </w:p>
    <w:p w14:paraId="71D292E8" w14:textId="77777777" w:rsidR="00810015" w:rsidRDefault="00810015" w:rsidP="00810015">
      <w:r>
        <w:t>295.6737</w:t>
      </w:r>
      <w:r>
        <w:tab/>
        <w:t>2.025e0</w:t>
      </w:r>
    </w:p>
    <w:p w14:paraId="365ACEDC" w14:textId="77777777" w:rsidR="00810015" w:rsidRDefault="00810015" w:rsidP="00810015">
      <w:r>
        <w:t>295.6897</w:t>
      </w:r>
      <w:r>
        <w:tab/>
        <w:t>1.013e0</w:t>
      </w:r>
    </w:p>
    <w:p w14:paraId="54BE9C12" w14:textId="77777777" w:rsidR="00810015" w:rsidRDefault="00810015" w:rsidP="00810015">
      <w:r>
        <w:t>295.6941</w:t>
      </w:r>
      <w:r>
        <w:tab/>
        <w:t>1.013e0</w:t>
      </w:r>
    </w:p>
    <w:p w14:paraId="2F7649B0" w14:textId="77777777" w:rsidR="00810015" w:rsidRDefault="00810015" w:rsidP="00810015">
      <w:r>
        <w:t>295.7210</w:t>
      </w:r>
      <w:r>
        <w:tab/>
        <w:t>1.013e0</w:t>
      </w:r>
    </w:p>
    <w:p w14:paraId="67F5B509" w14:textId="77777777" w:rsidR="00810015" w:rsidRDefault="00810015" w:rsidP="00810015">
      <w:r>
        <w:t>295.7350</w:t>
      </w:r>
      <w:r>
        <w:tab/>
        <w:t>1.013e0</w:t>
      </w:r>
    </w:p>
    <w:p w14:paraId="582EFAC7" w14:textId="77777777" w:rsidR="00810015" w:rsidRDefault="00810015" w:rsidP="00810015">
      <w:r>
        <w:t>295.7480</w:t>
      </w:r>
      <w:r>
        <w:tab/>
        <w:t>1.013e0</w:t>
      </w:r>
    </w:p>
    <w:p w14:paraId="1D577C56" w14:textId="77777777" w:rsidR="00810015" w:rsidRDefault="00810015" w:rsidP="00810015">
      <w:r>
        <w:t>295.7532</w:t>
      </w:r>
      <w:r>
        <w:tab/>
        <w:t>3.038e0</w:t>
      </w:r>
    </w:p>
    <w:p w14:paraId="4049B321" w14:textId="77777777" w:rsidR="00810015" w:rsidRDefault="00810015" w:rsidP="00810015">
      <w:r>
        <w:t>295.7729</w:t>
      </w:r>
      <w:r>
        <w:tab/>
        <w:t>2.025e0</w:t>
      </w:r>
    </w:p>
    <w:p w14:paraId="6669C231" w14:textId="77777777" w:rsidR="00810015" w:rsidRDefault="00810015" w:rsidP="00810015">
      <w:r>
        <w:t>295.8263</w:t>
      </w:r>
      <w:r>
        <w:tab/>
        <w:t>3.038e0</w:t>
      </w:r>
    </w:p>
    <w:p w14:paraId="024BBD67" w14:textId="77777777" w:rsidR="00810015" w:rsidRDefault="00810015" w:rsidP="00810015">
      <w:r>
        <w:t>295.8647</w:t>
      </w:r>
      <w:r>
        <w:tab/>
        <w:t>2.025e0</w:t>
      </w:r>
    </w:p>
    <w:p w14:paraId="2EADC59A" w14:textId="77777777" w:rsidR="00810015" w:rsidRDefault="00810015" w:rsidP="00810015">
      <w:r>
        <w:t>295.8666</w:t>
      </w:r>
      <w:r>
        <w:tab/>
        <w:t>1.013e0</w:t>
      </w:r>
    </w:p>
    <w:p w14:paraId="5B826CBA" w14:textId="77777777" w:rsidR="00810015" w:rsidRDefault="00810015" w:rsidP="00810015">
      <w:r>
        <w:t>295.8774</w:t>
      </w:r>
      <w:r>
        <w:tab/>
        <w:t>1.013e0</w:t>
      </w:r>
    </w:p>
    <w:p w14:paraId="35920CDD" w14:textId="77777777" w:rsidR="00810015" w:rsidRDefault="00810015" w:rsidP="00810015">
      <w:r>
        <w:t>295.8909</w:t>
      </w:r>
      <w:r>
        <w:tab/>
        <w:t>1.013e0</w:t>
      </w:r>
    </w:p>
    <w:p w14:paraId="3F044656" w14:textId="77777777" w:rsidR="00810015" w:rsidRDefault="00810015" w:rsidP="00810015">
      <w:r>
        <w:t>295.9543</w:t>
      </w:r>
      <w:r>
        <w:tab/>
        <w:t>1.013e0</w:t>
      </w:r>
    </w:p>
    <w:p w14:paraId="220B3918" w14:textId="77777777" w:rsidR="00810015" w:rsidRDefault="00810015" w:rsidP="00810015">
      <w:r>
        <w:t>295.9637</w:t>
      </w:r>
      <w:r>
        <w:tab/>
        <w:t>1.013e0</w:t>
      </w:r>
    </w:p>
    <w:p w14:paraId="239A1E1E" w14:textId="77777777" w:rsidR="00810015" w:rsidRDefault="00810015" w:rsidP="00810015">
      <w:r>
        <w:t>295.9918</w:t>
      </w:r>
      <w:r>
        <w:tab/>
        <w:t>1.013e0</w:t>
      </w:r>
    </w:p>
    <w:p w14:paraId="6A823AEA" w14:textId="77777777" w:rsidR="00810015" w:rsidRDefault="00810015" w:rsidP="00810015">
      <w:r>
        <w:t>295.9977</w:t>
      </w:r>
      <w:r>
        <w:tab/>
        <w:t>1.632e0</w:t>
      </w:r>
    </w:p>
    <w:p w14:paraId="211B10EE" w14:textId="77777777" w:rsidR="00810015" w:rsidRDefault="00810015" w:rsidP="00810015">
      <w:r>
        <w:t>296.0023</w:t>
      </w:r>
      <w:r>
        <w:tab/>
        <w:t>2.997e0</w:t>
      </w:r>
    </w:p>
    <w:p w14:paraId="26653FD9" w14:textId="77777777" w:rsidR="00810015" w:rsidRDefault="00810015" w:rsidP="00810015">
      <w:r>
        <w:t>296.0177</w:t>
      </w:r>
      <w:r>
        <w:tab/>
        <w:t>1.013e0</w:t>
      </w:r>
    </w:p>
    <w:p w14:paraId="154F22F4" w14:textId="77777777" w:rsidR="00810015" w:rsidRDefault="00810015" w:rsidP="00810015">
      <w:r>
        <w:t>296.0313</w:t>
      </w:r>
      <w:r>
        <w:tab/>
        <w:t>2.025e0</w:t>
      </w:r>
    </w:p>
    <w:p w14:paraId="17FCAA2F" w14:textId="77777777" w:rsidR="00810015" w:rsidRDefault="00810015" w:rsidP="00810015">
      <w:r>
        <w:t>296.0555</w:t>
      </w:r>
      <w:r>
        <w:tab/>
        <w:t>2.951e0</w:t>
      </w:r>
    </w:p>
    <w:p w14:paraId="531981BF" w14:textId="77777777" w:rsidR="00810015" w:rsidRDefault="00810015" w:rsidP="00810015">
      <w:r>
        <w:t>296.0603</w:t>
      </w:r>
      <w:r>
        <w:tab/>
        <w:t>1.013e0</w:t>
      </w:r>
    </w:p>
    <w:p w14:paraId="149370D4" w14:textId="77777777" w:rsidR="00810015" w:rsidRDefault="00810015" w:rsidP="00810015">
      <w:r>
        <w:t>296.0878</w:t>
      </w:r>
      <w:r>
        <w:tab/>
        <w:t>4.051e0</w:t>
      </w:r>
    </w:p>
    <w:p w14:paraId="775C32D4" w14:textId="77777777" w:rsidR="00810015" w:rsidRDefault="00810015" w:rsidP="00810015">
      <w:r>
        <w:t>296.0961</w:t>
      </w:r>
      <w:r>
        <w:tab/>
        <w:t>2.025e0</w:t>
      </w:r>
    </w:p>
    <w:p w14:paraId="2716E99A" w14:textId="77777777" w:rsidR="00810015" w:rsidRDefault="00810015" w:rsidP="00810015">
      <w:r>
        <w:t>296.1135</w:t>
      </w:r>
      <w:r>
        <w:tab/>
        <w:t>7.089e0</w:t>
      </w:r>
    </w:p>
    <w:p w14:paraId="350C72B7" w14:textId="77777777" w:rsidR="00810015" w:rsidRDefault="00810015" w:rsidP="00810015">
      <w:r>
        <w:t>296.1205</w:t>
      </w:r>
      <w:r>
        <w:tab/>
        <w:t>2.025e0</w:t>
      </w:r>
    </w:p>
    <w:p w14:paraId="3999B20B" w14:textId="77777777" w:rsidR="00810015" w:rsidRDefault="00810015" w:rsidP="00810015">
      <w:r>
        <w:t>296.1567</w:t>
      </w:r>
      <w:r>
        <w:tab/>
        <w:t>1.259e1</w:t>
      </w:r>
    </w:p>
    <w:p w14:paraId="5850287C" w14:textId="77777777" w:rsidR="00810015" w:rsidRDefault="00810015" w:rsidP="00810015">
      <w:r>
        <w:t>296.1586</w:t>
      </w:r>
      <w:r>
        <w:tab/>
        <w:t>2.025e0</w:t>
      </w:r>
    </w:p>
    <w:p w14:paraId="162E0ABF" w14:textId="77777777" w:rsidR="00810015" w:rsidRDefault="00810015" w:rsidP="00810015">
      <w:r>
        <w:t>296.1623</w:t>
      </w:r>
      <w:r>
        <w:tab/>
        <w:t>4.051e0</w:t>
      </w:r>
    </w:p>
    <w:p w14:paraId="7F5EF1DD" w14:textId="77777777" w:rsidR="00810015" w:rsidRDefault="00810015" w:rsidP="00810015">
      <w:r>
        <w:t>296.1693</w:t>
      </w:r>
      <w:r>
        <w:tab/>
        <w:t>3.038e0</w:t>
      </w:r>
    </w:p>
    <w:p w14:paraId="78719920" w14:textId="77777777" w:rsidR="00810015" w:rsidRDefault="00810015" w:rsidP="00810015">
      <w:r>
        <w:t>296.1945</w:t>
      </w:r>
      <w:r>
        <w:tab/>
        <w:t>2.515e0</w:t>
      </w:r>
    </w:p>
    <w:p w14:paraId="390C6BEB" w14:textId="77777777" w:rsidR="00810015" w:rsidRDefault="00810015" w:rsidP="00810015">
      <w:r>
        <w:t>296.2067</w:t>
      </w:r>
      <w:r>
        <w:tab/>
        <w:t>3.038e0</w:t>
      </w:r>
    </w:p>
    <w:p w14:paraId="2C94E3A0" w14:textId="77777777" w:rsidR="00810015" w:rsidRDefault="00810015" w:rsidP="00810015">
      <w:r>
        <w:t>296.2081</w:t>
      </w:r>
      <w:r>
        <w:tab/>
        <w:t>3.492e0</w:t>
      </w:r>
    </w:p>
    <w:p w14:paraId="66ED2F04" w14:textId="77777777" w:rsidR="00810015" w:rsidRDefault="00810015" w:rsidP="00810015">
      <w:r>
        <w:t>296.2212</w:t>
      </w:r>
      <w:r>
        <w:tab/>
        <w:t>4.051e0</w:t>
      </w:r>
    </w:p>
    <w:p w14:paraId="343187A4" w14:textId="77777777" w:rsidR="00810015" w:rsidRDefault="00810015" w:rsidP="00810015">
      <w:r>
        <w:t>296.2393</w:t>
      </w:r>
      <w:r>
        <w:tab/>
        <w:t>2.025e0</w:t>
      </w:r>
    </w:p>
    <w:p w14:paraId="6B2D7A96" w14:textId="77777777" w:rsidR="00810015" w:rsidRDefault="00810015" w:rsidP="00810015">
      <w:r>
        <w:t>296.2450</w:t>
      </w:r>
      <w:r>
        <w:tab/>
        <w:t>2.649e0</w:t>
      </w:r>
    </w:p>
    <w:p w14:paraId="4AC4CECB" w14:textId="77777777" w:rsidR="00810015" w:rsidRDefault="00810015" w:rsidP="00810015">
      <w:r>
        <w:t>296.2547</w:t>
      </w:r>
      <w:r>
        <w:tab/>
        <w:t>3.038e0</w:t>
      </w:r>
    </w:p>
    <w:p w14:paraId="7B3E16C9" w14:textId="77777777" w:rsidR="00810015" w:rsidRDefault="00810015" w:rsidP="00810015">
      <w:r>
        <w:t>296.2685</w:t>
      </w:r>
      <w:r>
        <w:tab/>
        <w:t>4.051e0</w:t>
      </w:r>
    </w:p>
    <w:p w14:paraId="17FD2372" w14:textId="77777777" w:rsidR="00810015" w:rsidRDefault="00810015" w:rsidP="00810015">
      <w:r>
        <w:t>296.2876</w:t>
      </w:r>
      <w:r>
        <w:tab/>
        <w:t>1.013e0</w:t>
      </w:r>
    </w:p>
    <w:p w14:paraId="65457ACB" w14:textId="77777777" w:rsidR="00810015" w:rsidRDefault="00810015" w:rsidP="00810015">
      <w:r>
        <w:t>296.3107</w:t>
      </w:r>
      <w:r>
        <w:tab/>
        <w:t>2.025e0</w:t>
      </w:r>
    </w:p>
    <w:p w14:paraId="3584A84C" w14:textId="77777777" w:rsidR="00810015" w:rsidRDefault="00810015" w:rsidP="00810015">
      <w:r>
        <w:t>296.3311</w:t>
      </w:r>
      <w:r>
        <w:tab/>
        <w:t>2.025e0</w:t>
      </w:r>
    </w:p>
    <w:p w14:paraId="3D392A53" w14:textId="77777777" w:rsidR="00810015" w:rsidRDefault="00810015" w:rsidP="00810015">
      <w:r>
        <w:t>296.3470</w:t>
      </w:r>
      <w:r>
        <w:tab/>
        <w:t>1.013e0</w:t>
      </w:r>
    </w:p>
    <w:p w14:paraId="55198D44" w14:textId="77777777" w:rsidR="00810015" w:rsidRDefault="00810015" w:rsidP="00810015">
      <w:r>
        <w:t>296.3578</w:t>
      </w:r>
      <w:r>
        <w:tab/>
        <w:t>1.013e0</w:t>
      </w:r>
    </w:p>
    <w:p w14:paraId="504D3EBF" w14:textId="77777777" w:rsidR="00810015" w:rsidRDefault="00810015" w:rsidP="00810015">
      <w:r>
        <w:t>296.4055</w:t>
      </w:r>
      <w:r>
        <w:tab/>
        <w:t>3.038e0</w:t>
      </w:r>
    </w:p>
    <w:p w14:paraId="3E6D0572" w14:textId="77777777" w:rsidR="00810015" w:rsidRDefault="00810015" w:rsidP="00810015">
      <w:r>
        <w:t>296.4443</w:t>
      </w:r>
      <w:r>
        <w:tab/>
        <w:t>1.013e0</w:t>
      </w:r>
    </w:p>
    <w:p w14:paraId="7776BB01" w14:textId="77777777" w:rsidR="00810015" w:rsidRDefault="00810015" w:rsidP="00810015">
      <w:r>
        <w:t>296.4713</w:t>
      </w:r>
      <w:r>
        <w:tab/>
        <w:t>1.013e0</w:t>
      </w:r>
    </w:p>
    <w:p w14:paraId="20F11857" w14:textId="77777777" w:rsidR="00810015" w:rsidRDefault="00810015" w:rsidP="00810015">
      <w:r>
        <w:t>296.4878</w:t>
      </w:r>
      <w:r>
        <w:tab/>
        <w:t>4.051e0</w:t>
      </w:r>
    </w:p>
    <w:p w14:paraId="5C3F8890" w14:textId="77777777" w:rsidR="00810015" w:rsidRDefault="00810015" w:rsidP="00810015">
      <w:r>
        <w:t>296.5087</w:t>
      </w:r>
      <w:r>
        <w:tab/>
        <w:t>1.013e0</w:t>
      </w:r>
    </w:p>
    <w:p w14:paraId="0C66D6AE" w14:textId="77777777" w:rsidR="00810015" w:rsidRDefault="00810015" w:rsidP="00810015">
      <w:r>
        <w:t>296.5136</w:t>
      </w:r>
      <w:r>
        <w:tab/>
        <w:t>1.013e0</w:t>
      </w:r>
    </w:p>
    <w:p w14:paraId="604686EF" w14:textId="77777777" w:rsidR="00810015" w:rsidRDefault="00810015" w:rsidP="00810015">
      <w:r>
        <w:t>296.5249</w:t>
      </w:r>
      <w:r>
        <w:tab/>
        <w:t>3.038e0</w:t>
      </w:r>
    </w:p>
    <w:p w14:paraId="0CB361BC" w14:textId="77777777" w:rsidR="00810015" w:rsidRDefault="00810015" w:rsidP="00810015">
      <w:r>
        <w:t>296.5366</w:t>
      </w:r>
      <w:r>
        <w:tab/>
        <w:t>2.025e0</w:t>
      </w:r>
    </w:p>
    <w:p w14:paraId="58B913C8" w14:textId="77777777" w:rsidR="00810015" w:rsidRDefault="00810015" w:rsidP="00810015">
      <w:r>
        <w:t>296.5632</w:t>
      </w:r>
      <w:r>
        <w:tab/>
        <w:t>1.013e0</w:t>
      </w:r>
    </w:p>
    <w:p w14:paraId="4F38B91F" w14:textId="77777777" w:rsidR="00810015" w:rsidRDefault="00810015" w:rsidP="00810015">
      <w:r>
        <w:t>296.5835</w:t>
      </w:r>
      <w:r>
        <w:tab/>
        <w:t>3.038e0</w:t>
      </w:r>
    </w:p>
    <w:p w14:paraId="4E22AF74" w14:textId="77777777" w:rsidR="00810015" w:rsidRDefault="00810015" w:rsidP="00810015">
      <w:r>
        <w:t>296.5848</w:t>
      </w:r>
      <w:r>
        <w:tab/>
        <w:t>1.013e0</w:t>
      </w:r>
    </w:p>
    <w:p w14:paraId="23B1E323" w14:textId="77777777" w:rsidR="00810015" w:rsidRDefault="00810015" w:rsidP="00810015">
      <w:r>
        <w:t>296.5902</w:t>
      </w:r>
      <w:r>
        <w:tab/>
        <w:t>1.013e0</w:t>
      </w:r>
    </w:p>
    <w:p w14:paraId="7A638210" w14:textId="77777777" w:rsidR="00810015" w:rsidRDefault="00810015" w:rsidP="00810015">
      <w:r>
        <w:t>296.6142</w:t>
      </w:r>
      <w:r>
        <w:tab/>
        <w:t>2.025e0</w:t>
      </w:r>
    </w:p>
    <w:p w14:paraId="5681A389" w14:textId="77777777" w:rsidR="00810015" w:rsidRDefault="00810015" w:rsidP="00810015">
      <w:r>
        <w:t>296.6453</w:t>
      </w:r>
      <w:r>
        <w:tab/>
        <w:t>1.013e0</w:t>
      </w:r>
    </w:p>
    <w:p w14:paraId="466BA532" w14:textId="77777777" w:rsidR="00810015" w:rsidRDefault="00810015" w:rsidP="00810015">
      <w:r>
        <w:t>296.6497</w:t>
      </w:r>
      <w:r>
        <w:tab/>
        <w:t>1.013e0</w:t>
      </w:r>
    </w:p>
    <w:p w14:paraId="2AAD549E" w14:textId="77777777" w:rsidR="00810015" w:rsidRDefault="00810015" w:rsidP="00810015">
      <w:r>
        <w:t>296.6540</w:t>
      </w:r>
      <w:r>
        <w:tab/>
        <w:t>2.025e0</w:t>
      </w:r>
    </w:p>
    <w:p w14:paraId="569408FD" w14:textId="77777777" w:rsidR="00810015" w:rsidRDefault="00810015" w:rsidP="00810015">
      <w:r>
        <w:t>296.6714</w:t>
      </w:r>
      <w:r>
        <w:tab/>
        <w:t>1.013e0</w:t>
      </w:r>
    </w:p>
    <w:p w14:paraId="0829B8B7" w14:textId="77777777" w:rsidR="00810015" w:rsidRDefault="00810015" w:rsidP="00810015">
      <w:r>
        <w:t>296.6964</w:t>
      </w:r>
      <w:r>
        <w:tab/>
        <w:t>1.013e0</w:t>
      </w:r>
    </w:p>
    <w:p w14:paraId="43A0000C" w14:textId="77777777" w:rsidR="00810015" w:rsidRDefault="00810015" w:rsidP="00810015">
      <w:r>
        <w:t>296.6979</w:t>
      </w:r>
      <w:r>
        <w:tab/>
        <w:t>2.025e0</w:t>
      </w:r>
    </w:p>
    <w:p w14:paraId="6C2EB5B5" w14:textId="77777777" w:rsidR="00810015" w:rsidRDefault="00810015" w:rsidP="00810015">
      <w:r>
        <w:t>296.6993</w:t>
      </w:r>
      <w:r>
        <w:tab/>
        <w:t>1.013e0</w:t>
      </w:r>
    </w:p>
    <w:p w14:paraId="56FDC96D" w14:textId="77777777" w:rsidR="00810015" w:rsidRDefault="00810015" w:rsidP="00810015">
      <w:r>
        <w:t>296.7037</w:t>
      </w:r>
      <w:r>
        <w:tab/>
        <w:t>1.013e0</w:t>
      </w:r>
    </w:p>
    <w:p w14:paraId="6125515B" w14:textId="77777777" w:rsidR="00810015" w:rsidRDefault="00810015" w:rsidP="00810015">
      <w:r>
        <w:t>296.7230</w:t>
      </w:r>
      <w:r>
        <w:tab/>
        <w:t>1.013e0</w:t>
      </w:r>
    </w:p>
    <w:p w14:paraId="6FAF0C70" w14:textId="77777777" w:rsidR="00810015" w:rsidRDefault="00810015" w:rsidP="00810015">
      <w:r>
        <w:t>296.7486</w:t>
      </w:r>
      <w:r>
        <w:tab/>
        <w:t>4.051e0</w:t>
      </w:r>
    </w:p>
    <w:p w14:paraId="297D129C" w14:textId="77777777" w:rsidR="00810015" w:rsidRDefault="00810015" w:rsidP="00810015">
      <w:r>
        <w:t>296.7686</w:t>
      </w:r>
      <w:r>
        <w:tab/>
        <w:t>1.013e0</w:t>
      </w:r>
    </w:p>
    <w:p w14:paraId="3E3FB021" w14:textId="77777777" w:rsidR="00810015" w:rsidRDefault="00810015" w:rsidP="00810015">
      <w:r>
        <w:t>296.7769</w:t>
      </w:r>
      <w:r>
        <w:tab/>
        <w:t>2.025e0</w:t>
      </w:r>
    </w:p>
    <w:p w14:paraId="2C54CA71" w14:textId="77777777" w:rsidR="00810015" w:rsidRDefault="00810015" w:rsidP="00810015">
      <w:r>
        <w:t>296.8215</w:t>
      </w:r>
      <w:r>
        <w:tab/>
        <w:t>1.274e0</w:t>
      </w:r>
    </w:p>
    <w:p w14:paraId="4BE70C78" w14:textId="77777777" w:rsidR="00810015" w:rsidRDefault="00810015" w:rsidP="00810015">
      <w:r>
        <w:t>296.8281</w:t>
      </w:r>
      <w:r>
        <w:tab/>
        <w:t>1.013e0</w:t>
      </w:r>
    </w:p>
    <w:p w14:paraId="79D63301" w14:textId="77777777" w:rsidR="00810015" w:rsidRDefault="00810015" w:rsidP="00810015">
      <w:r>
        <w:t>296.8441</w:t>
      </w:r>
      <w:r>
        <w:tab/>
        <w:t>2.025e0</w:t>
      </w:r>
    </w:p>
    <w:p w14:paraId="296F9E48" w14:textId="77777777" w:rsidR="00810015" w:rsidRDefault="00810015" w:rsidP="00810015">
      <w:r>
        <w:t>296.8472</w:t>
      </w:r>
      <w:r>
        <w:tab/>
        <w:t>4.218e0</w:t>
      </w:r>
    </w:p>
    <w:p w14:paraId="3A17FFCE" w14:textId="77777777" w:rsidR="00810015" w:rsidRDefault="00810015" w:rsidP="00810015">
      <w:r>
        <w:t>296.8573</w:t>
      </w:r>
      <w:r>
        <w:tab/>
        <w:t>3.038e0</w:t>
      </w:r>
    </w:p>
    <w:p w14:paraId="45BD5EE6" w14:textId="77777777" w:rsidR="00810015" w:rsidRDefault="00810015" w:rsidP="00810015">
      <w:r>
        <w:t>296.8590</w:t>
      </w:r>
      <w:r>
        <w:tab/>
        <w:t>2.025e0</w:t>
      </w:r>
    </w:p>
    <w:p w14:paraId="0CEE67F6" w14:textId="77777777" w:rsidR="00810015" w:rsidRDefault="00810015" w:rsidP="00810015">
      <w:r>
        <w:t>296.8742</w:t>
      </w:r>
      <w:r>
        <w:tab/>
        <w:t>3.038e0</w:t>
      </w:r>
    </w:p>
    <w:p w14:paraId="31170A01" w14:textId="77777777" w:rsidR="00810015" w:rsidRDefault="00810015" w:rsidP="00810015">
      <w:r>
        <w:t>296.9420</w:t>
      </w:r>
      <w:r>
        <w:tab/>
        <w:t>3.291e0</w:t>
      </w:r>
    </w:p>
    <w:p w14:paraId="5BE7A6B2" w14:textId="77777777" w:rsidR="00810015" w:rsidRDefault="00810015" w:rsidP="00810015">
      <w:r>
        <w:t>296.9572</w:t>
      </w:r>
      <w:r>
        <w:tab/>
        <w:t>2.025e0</w:t>
      </w:r>
    </w:p>
    <w:p w14:paraId="60F2EECD" w14:textId="77777777" w:rsidR="00810015" w:rsidRDefault="00810015" w:rsidP="00810015">
      <w:r>
        <w:t>296.9601</w:t>
      </w:r>
      <w:r>
        <w:tab/>
        <w:t>5.063e0</w:t>
      </w:r>
    </w:p>
    <w:p w14:paraId="62C01D24" w14:textId="77777777" w:rsidR="00810015" w:rsidRDefault="00810015" w:rsidP="00810015">
      <w:r>
        <w:t>296.9672</w:t>
      </w:r>
      <w:r>
        <w:tab/>
        <w:t>3.038e0</w:t>
      </w:r>
    </w:p>
    <w:p w14:paraId="7F2AD2C7" w14:textId="77777777" w:rsidR="00810015" w:rsidRDefault="00810015" w:rsidP="00810015">
      <w:r>
        <w:t>296.9774</w:t>
      </w:r>
      <w:r>
        <w:tab/>
        <w:t>9.873e0</w:t>
      </w:r>
    </w:p>
    <w:p w14:paraId="28E5214B" w14:textId="77777777" w:rsidR="00810015" w:rsidRDefault="00810015" w:rsidP="00810015">
      <w:r>
        <w:t>297.0067</w:t>
      </w:r>
      <w:r>
        <w:tab/>
        <w:t>2.025e0</w:t>
      </w:r>
    </w:p>
    <w:p w14:paraId="793AFD9A" w14:textId="77777777" w:rsidR="00810015" w:rsidRDefault="00810015" w:rsidP="00810015">
      <w:r>
        <w:t>297.0102</w:t>
      </w:r>
      <w:r>
        <w:tab/>
        <w:t>2.025e0</w:t>
      </w:r>
    </w:p>
    <w:p w14:paraId="67200876" w14:textId="77777777" w:rsidR="00810015" w:rsidRDefault="00810015" w:rsidP="00810015">
      <w:r>
        <w:t>297.0195</w:t>
      </w:r>
      <w:r>
        <w:tab/>
        <w:t>2.372e0</w:t>
      </w:r>
    </w:p>
    <w:p w14:paraId="52F17919" w14:textId="77777777" w:rsidR="00810015" w:rsidRDefault="00810015" w:rsidP="00810015">
      <w:r>
        <w:t>297.0249</w:t>
      </w:r>
      <w:r>
        <w:tab/>
        <w:t>4.437e0</w:t>
      </w:r>
    </w:p>
    <w:p w14:paraId="14BF92F2" w14:textId="77777777" w:rsidR="00810015" w:rsidRDefault="00810015" w:rsidP="00810015">
      <w:r>
        <w:t>297.0459</w:t>
      </w:r>
      <w:r>
        <w:tab/>
        <w:t>2.025e0</w:t>
      </w:r>
    </w:p>
    <w:p w14:paraId="1474FFBF" w14:textId="77777777" w:rsidR="00810015" w:rsidRDefault="00810015" w:rsidP="00810015">
      <w:r>
        <w:t>297.0533</w:t>
      </w:r>
      <w:r>
        <w:tab/>
        <w:t>2.747e0</w:t>
      </w:r>
    </w:p>
    <w:p w14:paraId="6783EDD8" w14:textId="77777777" w:rsidR="00810015" w:rsidRDefault="00810015" w:rsidP="00810015">
      <w:r>
        <w:t>297.0556</w:t>
      </w:r>
      <w:r>
        <w:tab/>
        <w:t>2.177e0</w:t>
      </w:r>
    </w:p>
    <w:p w14:paraId="4B485ECB" w14:textId="77777777" w:rsidR="00810015" w:rsidRDefault="00810015" w:rsidP="00810015">
      <w:r>
        <w:t>297.0593</w:t>
      </w:r>
      <w:r>
        <w:tab/>
        <w:t>3.038e0</w:t>
      </w:r>
    </w:p>
    <w:p w14:paraId="32697E18" w14:textId="77777777" w:rsidR="00810015" w:rsidRDefault="00810015" w:rsidP="00810015">
      <w:r>
        <w:t>297.0716</w:t>
      </w:r>
      <w:r>
        <w:tab/>
        <w:t>1.013e0</w:t>
      </w:r>
    </w:p>
    <w:p w14:paraId="14172B39" w14:textId="77777777" w:rsidR="00810015" w:rsidRDefault="00810015" w:rsidP="00810015">
      <w:r>
        <w:t>297.0973</w:t>
      </w:r>
      <w:r>
        <w:tab/>
        <w:t>2.025e0</w:t>
      </w:r>
    </w:p>
    <w:p w14:paraId="57E1EEA4" w14:textId="77777777" w:rsidR="00810015" w:rsidRDefault="00810015" w:rsidP="00810015">
      <w:r>
        <w:t>297.1015</w:t>
      </w:r>
      <w:r>
        <w:tab/>
        <w:t>2.462e0</w:t>
      </w:r>
    </w:p>
    <w:p w14:paraId="118CE79E" w14:textId="77777777" w:rsidR="00810015" w:rsidRDefault="00810015" w:rsidP="00810015">
      <w:r>
        <w:t>297.1041</w:t>
      </w:r>
      <w:r>
        <w:tab/>
        <w:t>1.013e0</w:t>
      </w:r>
    </w:p>
    <w:p w14:paraId="659E4A4C" w14:textId="77777777" w:rsidR="00810015" w:rsidRDefault="00810015" w:rsidP="00810015">
      <w:r>
        <w:t>297.1302</w:t>
      </w:r>
      <w:r>
        <w:tab/>
        <w:t>2.025e0</w:t>
      </w:r>
    </w:p>
    <w:p w14:paraId="049544C4" w14:textId="77777777" w:rsidR="00810015" w:rsidRDefault="00810015" w:rsidP="00810015">
      <w:r>
        <w:t>297.1345</w:t>
      </w:r>
      <w:r>
        <w:tab/>
        <w:t>2.827e0</w:t>
      </w:r>
    </w:p>
    <w:p w14:paraId="6D7BD00B" w14:textId="77777777" w:rsidR="00810015" w:rsidRDefault="00810015" w:rsidP="00810015">
      <w:r>
        <w:t>297.1396</w:t>
      </w:r>
      <w:r>
        <w:tab/>
        <w:t>4.982e0</w:t>
      </w:r>
    </w:p>
    <w:p w14:paraId="41E922B8" w14:textId="77777777" w:rsidR="00810015" w:rsidRDefault="00810015" w:rsidP="00810015">
      <w:r>
        <w:t>297.1441</w:t>
      </w:r>
      <w:r>
        <w:tab/>
        <w:t>4.051e0</w:t>
      </w:r>
    </w:p>
    <w:p w14:paraId="27E5B5E7" w14:textId="77777777" w:rsidR="00810015" w:rsidRDefault="00810015" w:rsidP="00810015">
      <w:r>
        <w:t>297.1799</w:t>
      </w:r>
      <w:r>
        <w:tab/>
        <w:t>3.038e0</w:t>
      </w:r>
    </w:p>
    <w:p w14:paraId="32801637" w14:textId="77777777" w:rsidR="00810015" w:rsidRDefault="00810015" w:rsidP="00810015">
      <w:r>
        <w:t>297.1821</w:t>
      </w:r>
      <w:r>
        <w:tab/>
        <w:t>2.025e0</w:t>
      </w:r>
    </w:p>
    <w:p w14:paraId="76E117C4" w14:textId="77777777" w:rsidR="00810015" w:rsidRDefault="00810015" w:rsidP="00810015">
      <w:r>
        <w:t>297.1955</w:t>
      </w:r>
      <w:r>
        <w:tab/>
        <w:t>7.734e0</w:t>
      </w:r>
    </w:p>
    <w:p w14:paraId="3459A799" w14:textId="77777777" w:rsidR="00810015" w:rsidRDefault="00810015" w:rsidP="00810015">
      <w:r>
        <w:t>297.2124</w:t>
      </w:r>
      <w:r>
        <w:tab/>
        <w:t>1.013e0</w:t>
      </w:r>
    </w:p>
    <w:p w14:paraId="6E7F79E9" w14:textId="77777777" w:rsidR="00810015" w:rsidRDefault="00810015" w:rsidP="00810015">
      <w:r>
        <w:t>297.2231</w:t>
      </w:r>
      <w:r>
        <w:tab/>
        <w:t>3.432e0</w:t>
      </w:r>
    </w:p>
    <w:p w14:paraId="2B74DDFA" w14:textId="77777777" w:rsidR="00810015" w:rsidRDefault="00810015" w:rsidP="00810015">
      <w:r>
        <w:t>297.2331</w:t>
      </w:r>
      <w:r>
        <w:tab/>
        <w:t>2.025e0</w:t>
      </w:r>
    </w:p>
    <w:p w14:paraId="3D747CE3" w14:textId="77777777" w:rsidR="00810015" w:rsidRDefault="00810015" w:rsidP="00810015">
      <w:r>
        <w:t>297.2416</w:t>
      </w:r>
      <w:r>
        <w:tab/>
        <w:t>3.532e0</w:t>
      </w:r>
    </w:p>
    <w:p w14:paraId="38E7EBBA" w14:textId="77777777" w:rsidR="00810015" w:rsidRDefault="00810015" w:rsidP="00810015">
      <w:r>
        <w:t>297.2590</w:t>
      </w:r>
      <w:r>
        <w:tab/>
        <w:t>3.038e0</w:t>
      </w:r>
    </w:p>
    <w:p w14:paraId="344B218D" w14:textId="77777777" w:rsidR="00810015" w:rsidRDefault="00810015" w:rsidP="00810015">
      <w:r>
        <w:t>297.2694</w:t>
      </w:r>
      <w:r>
        <w:tab/>
        <w:t>6.008e0</w:t>
      </w:r>
    </w:p>
    <w:p w14:paraId="4152F60A" w14:textId="77777777" w:rsidR="00810015" w:rsidRDefault="00810015" w:rsidP="00810015">
      <w:r>
        <w:t>297.2827</w:t>
      </w:r>
      <w:r>
        <w:tab/>
        <w:t>4.443e0</w:t>
      </w:r>
    </w:p>
    <w:p w14:paraId="26B5B2FA" w14:textId="77777777" w:rsidR="00810015" w:rsidRDefault="00810015" w:rsidP="00810015">
      <w:r>
        <w:t>297.2848</w:t>
      </w:r>
      <w:r>
        <w:tab/>
        <w:t>1.114e1</w:t>
      </w:r>
    </w:p>
    <w:p w14:paraId="239FF664" w14:textId="77777777" w:rsidR="00810015" w:rsidRDefault="00810015" w:rsidP="00810015">
      <w:r>
        <w:t>297.2909</w:t>
      </w:r>
      <w:r>
        <w:tab/>
        <w:t>5.063e0</w:t>
      </w:r>
    </w:p>
    <w:p w14:paraId="4ABC1E70" w14:textId="77777777" w:rsidR="00810015" w:rsidRDefault="00810015" w:rsidP="00810015">
      <w:r>
        <w:t>297.2949</w:t>
      </w:r>
      <w:r>
        <w:tab/>
        <w:t>8.101e0</w:t>
      </w:r>
    </w:p>
    <w:p w14:paraId="2DE88CCD" w14:textId="77777777" w:rsidR="00810015" w:rsidRDefault="00810015" w:rsidP="00810015">
      <w:r>
        <w:t>297.3002</w:t>
      </w:r>
      <w:r>
        <w:tab/>
        <w:t>6.515e0</w:t>
      </w:r>
    </w:p>
    <w:p w14:paraId="4D6E4D58" w14:textId="77777777" w:rsidR="00810015" w:rsidRDefault="00810015" w:rsidP="00810015">
      <w:r>
        <w:t>297.3265</w:t>
      </w:r>
      <w:r>
        <w:tab/>
        <w:t>3.038e0</w:t>
      </w:r>
    </w:p>
    <w:p w14:paraId="1B99FDA4" w14:textId="77777777" w:rsidR="00810015" w:rsidRDefault="00810015" w:rsidP="00810015">
      <w:r>
        <w:t>297.3462</w:t>
      </w:r>
      <w:r>
        <w:tab/>
        <w:t>2.025e0</w:t>
      </w:r>
    </w:p>
    <w:p w14:paraId="7DA439CB" w14:textId="77777777" w:rsidR="00810015" w:rsidRDefault="00810015" w:rsidP="00810015">
      <w:r>
        <w:t>297.3519</w:t>
      </w:r>
      <w:r>
        <w:tab/>
        <w:t>2.025e0</w:t>
      </w:r>
    </w:p>
    <w:p w14:paraId="204A09F3" w14:textId="77777777" w:rsidR="00810015" w:rsidRDefault="00810015" w:rsidP="00810015">
      <w:r>
        <w:t>297.3543</w:t>
      </w:r>
      <w:r>
        <w:tab/>
        <w:t>1.013e0</w:t>
      </w:r>
    </w:p>
    <w:p w14:paraId="536C63A7" w14:textId="77777777" w:rsidR="00810015" w:rsidRDefault="00810015" w:rsidP="00810015">
      <w:r>
        <w:t>297.3842</w:t>
      </w:r>
      <w:r>
        <w:tab/>
        <w:t>2.025e0</w:t>
      </w:r>
    </w:p>
    <w:p w14:paraId="0037D63D" w14:textId="77777777" w:rsidR="00810015" w:rsidRDefault="00810015" w:rsidP="00810015">
      <w:r>
        <w:t>297.3919</w:t>
      </w:r>
      <w:r>
        <w:tab/>
        <w:t>2.025e0</w:t>
      </w:r>
    </w:p>
    <w:p w14:paraId="79228A18" w14:textId="77777777" w:rsidR="00810015" w:rsidRDefault="00810015" w:rsidP="00810015">
      <w:r>
        <w:t>297.4139</w:t>
      </w:r>
      <w:r>
        <w:tab/>
        <w:t>1.013e0</w:t>
      </w:r>
    </w:p>
    <w:p w14:paraId="3D18B3CE" w14:textId="77777777" w:rsidR="00810015" w:rsidRDefault="00810015" w:rsidP="00810015">
      <w:r>
        <w:t>297.4153</w:t>
      </w:r>
      <w:r>
        <w:tab/>
        <w:t>2.025e0</w:t>
      </w:r>
    </w:p>
    <w:p w14:paraId="77B6BC13" w14:textId="77777777" w:rsidR="00810015" w:rsidRDefault="00810015" w:rsidP="00810015">
      <w:r>
        <w:t>297.4238</w:t>
      </w:r>
      <w:r>
        <w:tab/>
        <w:t>2.025e0</w:t>
      </w:r>
    </w:p>
    <w:p w14:paraId="385A27BA" w14:textId="77777777" w:rsidR="00810015" w:rsidRDefault="00810015" w:rsidP="00810015">
      <w:r>
        <w:t>297.4396</w:t>
      </w:r>
      <w:r>
        <w:tab/>
        <w:t>2.025e0</w:t>
      </w:r>
    </w:p>
    <w:p w14:paraId="75B2EA1A" w14:textId="77777777" w:rsidR="00810015" w:rsidRDefault="00810015" w:rsidP="00810015">
      <w:r>
        <w:t>297.4456</w:t>
      </w:r>
      <w:r>
        <w:tab/>
        <w:t>1.013e0</w:t>
      </w:r>
    </w:p>
    <w:p w14:paraId="6BCBD7FC" w14:textId="77777777" w:rsidR="00810015" w:rsidRDefault="00810015" w:rsidP="00810015">
      <w:r>
        <w:t>297.4778</w:t>
      </w:r>
      <w:r>
        <w:tab/>
        <w:t>1.013e0</w:t>
      </w:r>
    </w:p>
    <w:p w14:paraId="0629D829" w14:textId="77777777" w:rsidR="00810015" w:rsidRDefault="00810015" w:rsidP="00810015">
      <w:r>
        <w:t>297.4806</w:t>
      </w:r>
      <w:r>
        <w:tab/>
        <w:t>4.051e0</w:t>
      </w:r>
    </w:p>
    <w:p w14:paraId="0E5648E1" w14:textId="77777777" w:rsidR="00810015" w:rsidRDefault="00810015" w:rsidP="00810015">
      <w:r>
        <w:t>297.4909</w:t>
      </w:r>
      <w:r>
        <w:tab/>
        <w:t>2.025e0</w:t>
      </w:r>
    </w:p>
    <w:p w14:paraId="1F36AB1E" w14:textId="77777777" w:rsidR="00810015" w:rsidRDefault="00810015" w:rsidP="00810015">
      <w:r>
        <w:t>297.4972</w:t>
      </w:r>
      <w:r>
        <w:tab/>
        <w:t>1.013e0</w:t>
      </w:r>
    </w:p>
    <w:p w14:paraId="0F4F6D67" w14:textId="77777777" w:rsidR="00810015" w:rsidRDefault="00810015" w:rsidP="00810015">
      <w:r>
        <w:t>297.4982</w:t>
      </w:r>
      <w:r>
        <w:tab/>
        <w:t>1.013e0</w:t>
      </w:r>
    </w:p>
    <w:p w14:paraId="7524B12D" w14:textId="77777777" w:rsidR="00810015" w:rsidRDefault="00810015" w:rsidP="00810015">
      <w:r>
        <w:t>297.5260</w:t>
      </w:r>
      <w:r>
        <w:tab/>
        <w:t>1.013e0</w:t>
      </w:r>
    </w:p>
    <w:p w14:paraId="1BAE045C" w14:textId="77777777" w:rsidR="00810015" w:rsidRDefault="00810015" w:rsidP="00810015">
      <w:r>
        <w:t>297.5291</w:t>
      </w:r>
      <w:r>
        <w:tab/>
        <w:t>1.013e0</w:t>
      </w:r>
    </w:p>
    <w:p w14:paraId="7DE9FE62" w14:textId="77777777" w:rsidR="00810015" w:rsidRDefault="00810015" w:rsidP="00810015">
      <w:r>
        <w:t>297.5375</w:t>
      </w:r>
      <w:r>
        <w:tab/>
        <w:t>1.013e0</w:t>
      </w:r>
    </w:p>
    <w:p w14:paraId="14D0E1F3" w14:textId="77777777" w:rsidR="00810015" w:rsidRDefault="00810015" w:rsidP="00810015">
      <w:r>
        <w:t>297.5494</w:t>
      </w:r>
      <w:r>
        <w:tab/>
        <w:t>1.013e0</w:t>
      </w:r>
    </w:p>
    <w:p w14:paraId="2C78F3EE" w14:textId="77777777" w:rsidR="00810015" w:rsidRDefault="00810015" w:rsidP="00810015">
      <w:r>
        <w:t>297.5549</w:t>
      </w:r>
      <w:r>
        <w:tab/>
        <w:t>2.025e0</w:t>
      </w:r>
    </w:p>
    <w:p w14:paraId="3732C455" w14:textId="77777777" w:rsidR="00810015" w:rsidRDefault="00810015" w:rsidP="00810015">
      <w:r>
        <w:t>297.5845</w:t>
      </w:r>
      <w:r>
        <w:tab/>
        <w:t>1.013e0</w:t>
      </w:r>
    </w:p>
    <w:p w14:paraId="31A2C6AC" w14:textId="77777777" w:rsidR="00810015" w:rsidRDefault="00810015" w:rsidP="00810015">
      <w:r>
        <w:t>297.5926</w:t>
      </w:r>
      <w:r>
        <w:tab/>
        <w:t>2.025e0</w:t>
      </w:r>
    </w:p>
    <w:p w14:paraId="4CAC8D80" w14:textId="77777777" w:rsidR="00810015" w:rsidRDefault="00810015" w:rsidP="00810015">
      <w:r>
        <w:t>297.5971</w:t>
      </w:r>
      <w:r>
        <w:tab/>
        <w:t>2.025e0</w:t>
      </w:r>
    </w:p>
    <w:p w14:paraId="12BD3940" w14:textId="77777777" w:rsidR="00810015" w:rsidRDefault="00810015" w:rsidP="00810015">
      <w:r>
        <w:t>297.6035</w:t>
      </w:r>
      <w:r>
        <w:tab/>
        <w:t>2.025e0</w:t>
      </w:r>
    </w:p>
    <w:p w14:paraId="004A0640" w14:textId="77777777" w:rsidR="00810015" w:rsidRDefault="00810015" w:rsidP="00810015">
      <w:r>
        <w:t>297.6275</w:t>
      </w:r>
      <w:r>
        <w:tab/>
        <w:t>2.025e0</w:t>
      </w:r>
    </w:p>
    <w:p w14:paraId="32DE68FE" w14:textId="77777777" w:rsidR="00810015" w:rsidRDefault="00810015" w:rsidP="00810015">
      <w:r>
        <w:t>297.6350</w:t>
      </w:r>
      <w:r>
        <w:tab/>
        <w:t>1.013e0</w:t>
      </w:r>
    </w:p>
    <w:p w14:paraId="196EA468" w14:textId="77777777" w:rsidR="00810015" w:rsidRDefault="00810015" w:rsidP="00810015">
      <w:r>
        <w:t>297.6441</w:t>
      </w:r>
      <w:r>
        <w:tab/>
        <w:t>1.013e0</w:t>
      </w:r>
    </w:p>
    <w:p w14:paraId="44A5DA43" w14:textId="77777777" w:rsidR="00810015" w:rsidRDefault="00810015" w:rsidP="00810015">
      <w:r>
        <w:t>297.6493</w:t>
      </w:r>
      <w:r>
        <w:tab/>
        <w:t>1.013e0</w:t>
      </w:r>
    </w:p>
    <w:p w14:paraId="29B303D3" w14:textId="77777777" w:rsidR="00810015" w:rsidRDefault="00810015" w:rsidP="00810015">
      <w:r>
        <w:t>297.6849</w:t>
      </w:r>
      <w:r>
        <w:tab/>
        <w:t>1.013e0</w:t>
      </w:r>
    </w:p>
    <w:p w14:paraId="53A67411" w14:textId="77777777" w:rsidR="00810015" w:rsidRDefault="00810015" w:rsidP="00810015">
      <w:r>
        <w:t>297.6897</w:t>
      </w:r>
      <w:r>
        <w:tab/>
        <w:t>3.038e0</w:t>
      </w:r>
    </w:p>
    <w:p w14:paraId="33BF95C8" w14:textId="77777777" w:rsidR="00810015" w:rsidRDefault="00810015" w:rsidP="00810015">
      <w:r>
        <w:t>297.7190</w:t>
      </w:r>
      <w:r>
        <w:tab/>
        <w:t>2.025e0</w:t>
      </w:r>
    </w:p>
    <w:p w14:paraId="57E1D8D2" w14:textId="77777777" w:rsidR="00810015" w:rsidRDefault="00810015" w:rsidP="00810015">
      <w:r>
        <w:t>297.7272</w:t>
      </w:r>
      <w:r>
        <w:tab/>
        <w:t>1.013e0</w:t>
      </w:r>
    </w:p>
    <w:p w14:paraId="0E47CEDA" w14:textId="77777777" w:rsidR="00810015" w:rsidRDefault="00810015" w:rsidP="00810015">
      <w:r>
        <w:t>297.7315</w:t>
      </w:r>
      <w:r>
        <w:tab/>
        <w:t>1.013e0</w:t>
      </w:r>
    </w:p>
    <w:p w14:paraId="73D73D82" w14:textId="77777777" w:rsidR="00810015" w:rsidRDefault="00810015" w:rsidP="00810015">
      <w:r>
        <w:t>297.7632</w:t>
      </w:r>
      <w:r>
        <w:tab/>
        <w:t>1.013e0</w:t>
      </w:r>
    </w:p>
    <w:p w14:paraId="235FACE6" w14:textId="77777777" w:rsidR="00810015" w:rsidRDefault="00810015" w:rsidP="00810015">
      <w:r>
        <w:t>297.7877</w:t>
      </w:r>
      <w:r>
        <w:tab/>
        <w:t>3.038e0</w:t>
      </w:r>
    </w:p>
    <w:p w14:paraId="2878B305" w14:textId="77777777" w:rsidR="00810015" w:rsidRDefault="00810015" w:rsidP="00810015">
      <w:r>
        <w:t>297.7897</w:t>
      </w:r>
      <w:r>
        <w:tab/>
        <w:t>2.025e0</w:t>
      </w:r>
    </w:p>
    <w:p w14:paraId="39789AE3" w14:textId="77777777" w:rsidR="00810015" w:rsidRDefault="00810015" w:rsidP="00810015">
      <w:r>
        <w:t>297.8177</w:t>
      </w:r>
      <w:r>
        <w:tab/>
        <w:t>4.051e0</w:t>
      </w:r>
    </w:p>
    <w:p w14:paraId="62DAC8A9" w14:textId="77777777" w:rsidR="00810015" w:rsidRDefault="00810015" w:rsidP="00810015">
      <w:r>
        <w:t>297.8189</w:t>
      </w:r>
      <w:r>
        <w:tab/>
        <w:t>1.013e0</w:t>
      </w:r>
    </w:p>
    <w:p w14:paraId="7E50DF32" w14:textId="77777777" w:rsidR="00810015" w:rsidRDefault="00810015" w:rsidP="00810015">
      <w:r>
        <w:t>297.8300</w:t>
      </w:r>
      <w:r>
        <w:tab/>
        <w:t>2.025e0</w:t>
      </w:r>
    </w:p>
    <w:p w14:paraId="7F8F7F44" w14:textId="77777777" w:rsidR="00810015" w:rsidRDefault="00810015" w:rsidP="00810015">
      <w:r>
        <w:t>297.8548</w:t>
      </w:r>
      <w:r>
        <w:tab/>
        <w:t>2.025e0</w:t>
      </w:r>
    </w:p>
    <w:p w14:paraId="3F124884" w14:textId="77777777" w:rsidR="00810015" w:rsidRDefault="00810015" w:rsidP="00810015">
      <w:r>
        <w:t>297.8588</w:t>
      </w:r>
      <w:r>
        <w:tab/>
        <w:t>1.013e0</w:t>
      </w:r>
    </w:p>
    <w:p w14:paraId="3B74D0B0" w14:textId="77777777" w:rsidR="00810015" w:rsidRDefault="00810015" w:rsidP="00810015">
      <w:r>
        <w:t>297.8934</w:t>
      </w:r>
      <w:r>
        <w:tab/>
        <w:t>2.025e0</w:t>
      </w:r>
    </w:p>
    <w:p w14:paraId="0B76B686" w14:textId="77777777" w:rsidR="00810015" w:rsidRDefault="00810015" w:rsidP="00810015">
      <w:r>
        <w:t>297.9063</w:t>
      </w:r>
      <w:r>
        <w:tab/>
        <w:t>1.013e0</w:t>
      </w:r>
    </w:p>
    <w:p w14:paraId="6444EA33" w14:textId="77777777" w:rsidR="00810015" w:rsidRDefault="00810015" w:rsidP="00810015">
      <w:r>
        <w:t>297.9495</w:t>
      </w:r>
      <w:r>
        <w:tab/>
        <w:t>2.025e0</w:t>
      </w:r>
    </w:p>
    <w:p w14:paraId="42D99738" w14:textId="77777777" w:rsidR="00810015" w:rsidRDefault="00810015" w:rsidP="00810015">
      <w:r>
        <w:t>297.9605</w:t>
      </w:r>
      <w:r>
        <w:tab/>
        <w:t>1.013e0</w:t>
      </w:r>
    </w:p>
    <w:p w14:paraId="308B2061" w14:textId="77777777" w:rsidR="00810015" w:rsidRDefault="00810015" w:rsidP="00810015">
      <w:r>
        <w:t>297.9640</w:t>
      </w:r>
      <w:r>
        <w:tab/>
        <w:t>4.051e0</w:t>
      </w:r>
    </w:p>
    <w:p w14:paraId="6465E554" w14:textId="77777777" w:rsidR="00810015" w:rsidRDefault="00810015" w:rsidP="00810015">
      <w:r>
        <w:t>297.9698</w:t>
      </w:r>
      <w:r>
        <w:tab/>
        <w:t>1.013e0</w:t>
      </w:r>
    </w:p>
    <w:p w14:paraId="341BBB48" w14:textId="77777777" w:rsidR="00810015" w:rsidRDefault="00810015" w:rsidP="00810015">
      <w:r>
        <w:t>298.0057</w:t>
      </w:r>
      <w:r>
        <w:tab/>
        <w:t>1.013e0</w:t>
      </w:r>
    </w:p>
    <w:p w14:paraId="26EC84FC" w14:textId="77777777" w:rsidR="00810015" w:rsidRDefault="00810015" w:rsidP="00810015">
      <w:r>
        <w:t>298.0085</w:t>
      </w:r>
      <w:r>
        <w:tab/>
        <w:t>1.990e1</w:t>
      </w:r>
    </w:p>
    <w:p w14:paraId="5AB68A7E" w14:textId="77777777" w:rsidR="00810015" w:rsidRDefault="00810015" w:rsidP="00810015">
      <w:r>
        <w:t>298.0108</w:t>
      </w:r>
      <w:r>
        <w:tab/>
        <w:t>2.904e0</w:t>
      </w:r>
    </w:p>
    <w:p w14:paraId="27EBE089" w14:textId="77777777" w:rsidR="00810015" w:rsidRDefault="00810015" w:rsidP="00810015">
      <w:r>
        <w:t>298.0294</w:t>
      </w:r>
      <w:r>
        <w:tab/>
        <w:t>1.013e0</w:t>
      </w:r>
    </w:p>
    <w:p w14:paraId="1F11BCAA" w14:textId="77777777" w:rsidR="00810015" w:rsidRDefault="00810015" w:rsidP="00810015">
      <w:r>
        <w:t>298.0430</w:t>
      </w:r>
      <w:r>
        <w:tab/>
        <w:t>5.639e0</w:t>
      </w:r>
    </w:p>
    <w:p w14:paraId="067F97E2" w14:textId="77777777" w:rsidR="00810015" w:rsidRDefault="00810015" w:rsidP="00810015">
      <w:r>
        <w:t>298.0461</w:t>
      </w:r>
      <w:r>
        <w:tab/>
        <w:t>7.386e0</w:t>
      </w:r>
    </w:p>
    <w:p w14:paraId="67F26F93" w14:textId="77777777" w:rsidR="00810015" w:rsidRDefault="00810015" w:rsidP="00810015">
      <w:r>
        <w:t>298.0675</w:t>
      </w:r>
      <w:r>
        <w:tab/>
        <w:t>2.025e0</w:t>
      </w:r>
    </w:p>
    <w:p w14:paraId="5AAF3643" w14:textId="77777777" w:rsidR="00810015" w:rsidRDefault="00810015" w:rsidP="00810015">
      <w:r>
        <w:t>298.0767</w:t>
      </w:r>
      <w:r>
        <w:tab/>
        <w:t>8.200e0</w:t>
      </w:r>
    </w:p>
    <w:p w14:paraId="0EC19CB5" w14:textId="77777777" w:rsidR="00810015" w:rsidRDefault="00810015" w:rsidP="00810015">
      <w:r>
        <w:t>298.0782</w:t>
      </w:r>
      <w:r>
        <w:tab/>
        <w:t>7.089e0</w:t>
      </w:r>
    </w:p>
    <w:p w14:paraId="34A5829A" w14:textId="77777777" w:rsidR="00810015" w:rsidRDefault="00810015" w:rsidP="00810015">
      <w:r>
        <w:t>298.1208</w:t>
      </w:r>
      <w:r>
        <w:tab/>
        <w:t>1.013e0</w:t>
      </w:r>
    </w:p>
    <w:p w14:paraId="4C902649" w14:textId="77777777" w:rsidR="00810015" w:rsidRDefault="00810015" w:rsidP="00810015">
      <w:r>
        <w:t>298.1232</w:t>
      </w:r>
      <w:r>
        <w:tab/>
        <w:t>3.253e0</w:t>
      </w:r>
    </w:p>
    <w:p w14:paraId="51199E47" w14:textId="77777777" w:rsidR="00810015" w:rsidRDefault="00810015" w:rsidP="00810015">
      <w:r>
        <w:t>298.1249</w:t>
      </w:r>
      <w:r>
        <w:tab/>
        <w:t>1.013e0</w:t>
      </w:r>
    </w:p>
    <w:p w14:paraId="5ED9E8E0" w14:textId="77777777" w:rsidR="00810015" w:rsidRDefault="00810015" w:rsidP="00810015">
      <w:r>
        <w:t>298.1280</w:t>
      </w:r>
      <w:r>
        <w:tab/>
        <w:t>2.025e0</w:t>
      </w:r>
    </w:p>
    <w:p w14:paraId="68C7C678" w14:textId="77777777" w:rsidR="00810015" w:rsidRDefault="00810015" w:rsidP="00810015">
      <w:r>
        <w:t>298.1331</w:t>
      </w:r>
      <w:r>
        <w:tab/>
        <w:t>2.025e0</w:t>
      </w:r>
    </w:p>
    <w:p w14:paraId="5315D56A" w14:textId="77777777" w:rsidR="00810015" w:rsidRDefault="00810015" w:rsidP="00810015">
      <w:r>
        <w:t>298.1687</w:t>
      </w:r>
      <w:r>
        <w:tab/>
        <w:t>2.876e0</w:t>
      </w:r>
    </w:p>
    <w:p w14:paraId="07A92BF6" w14:textId="77777777" w:rsidR="00810015" w:rsidRDefault="00810015" w:rsidP="00810015">
      <w:r>
        <w:t>298.1805</w:t>
      </w:r>
      <w:r>
        <w:tab/>
        <w:t>3.038e0</w:t>
      </w:r>
    </w:p>
    <w:p w14:paraId="000837CA" w14:textId="77777777" w:rsidR="00810015" w:rsidRDefault="00810015" w:rsidP="00810015">
      <w:r>
        <w:t>298.1828</w:t>
      </w:r>
      <w:r>
        <w:tab/>
        <w:t>3.038e0</w:t>
      </w:r>
    </w:p>
    <w:p w14:paraId="5650F56E" w14:textId="77777777" w:rsidR="00810015" w:rsidRDefault="00810015" w:rsidP="00810015">
      <w:r>
        <w:t>298.1940</w:t>
      </w:r>
      <w:r>
        <w:tab/>
        <w:t>1.788e0</w:t>
      </w:r>
    </w:p>
    <w:p w14:paraId="7AE46DE0" w14:textId="77777777" w:rsidR="00810015" w:rsidRDefault="00810015" w:rsidP="00810015">
      <w:r>
        <w:t>298.1985</w:t>
      </w:r>
      <w:r>
        <w:tab/>
        <w:t>2.025e0</w:t>
      </w:r>
    </w:p>
    <w:p w14:paraId="28582DF3" w14:textId="77777777" w:rsidR="00810015" w:rsidRDefault="00810015" w:rsidP="00810015">
      <w:r>
        <w:t>298.2212</w:t>
      </w:r>
      <w:r>
        <w:tab/>
        <w:t>1.013e0</w:t>
      </w:r>
    </w:p>
    <w:p w14:paraId="59E79B9E" w14:textId="77777777" w:rsidR="00810015" w:rsidRDefault="00810015" w:rsidP="00810015">
      <w:r>
        <w:t>298.2764</w:t>
      </w:r>
      <w:r>
        <w:tab/>
        <w:t>3.038e0</w:t>
      </w:r>
    </w:p>
    <w:p w14:paraId="2549DC29" w14:textId="77777777" w:rsidR="00810015" w:rsidRDefault="00810015" w:rsidP="00810015">
      <w:r>
        <w:t>298.2856</w:t>
      </w:r>
      <w:r>
        <w:tab/>
        <w:t>4.051e0</w:t>
      </w:r>
    </w:p>
    <w:p w14:paraId="1D8FC99E" w14:textId="77777777" w:rsidR="00810015" w:rsidRDefault="00810015" w:rsidP="00810015">
      <w:r>
        <w:t>298.2903</w:t>
      </w:r>
      <w:r>
        <w:tab/>
        <w:t>5.063e0</w:t>
      </w:r>
    </w:p>
    <w:p w14:paraId="30367922" w14:textId="77777777" w:rsidR="00810015" w:rsidRDefault="00810015" w:rsidP="00810015">
      <w:r>
        <w:t>298.2918</w:t>
      </w:r>
      <w:r>
        <w:tab/>
        <w:t>1.013e0</w:t>
      </w:r>
    </w:p>
    <w:p w14:paraId="34D1D2D0" w14:textId="77777777" w:rsidR="00810015" w:rsidRDefault="00810015" w:rsidP="00810015">
      <w:r>
        <w:t>298.2956</w:t>
      </w:r>
      <w:r>
        <w:tab/>
        <w:t>2.025e0</w:t>
      </w:r>
    </w:p>
    <w:p w14:paraId="709137A6" w14:textId="77777777" w:rsidR="00810015" w:rsidRDefault="00810015" w:rsidP="00810015">
      <w:r>
        <w:t>298.3135</w:t>
      </w:r>
      <w:r>
        <w:tab/>
        <w:t>1.013e0</w:t>
      </w:r>
    </w:p>
    <w:p w14:paraId="0E10BD17" w14:textId="77777777" w:rsidR="00810015" w:rsidRDefault="00810015" w:rsidP="00810015">
      <w:r>
        <w:t>298.3398</w:t>
      </w:r>
      <w:r>
        <w:tab/>
        <w:t>2.025e0</w:t>
      </w:r>
    </w:p>
    <w:p w14:paraId="3332D07B" w14:textId="77777777" w:rsidR="00810015" w:rsidRDefault="00810015" w:rsidP="00810015">
      <w:r>
        <w:t>298.3482</w:t>
      </w:r>
      <w:r>
        <w:tab/>
        <w:t>2.025e0</w:t>
      </w:r>
    </w:p>
    <w:p w14:paraId="3F74D035" w14:textId="77777777" w:rsidR="00810015" w:rsidRDefault="00810015" w:rsidP="00810015">
      <w:r>
        <w:t>298.3514</w:t>
      </w:r>
      <w:r>
        <w:tab/>
        <w:t>1.013e0</w:t>
      </w:r>
    </w:p>
    <w:p w14:paraId="7F644CB4" w14:textId="77777777" w:rsidR="00810015" w:rsidRDefault="00810015" w:rsidP="00810015">
      <w:r>
        <w:t>298.3744</w:t>
      </w:r>
      <w:r>
        <w:tab/>
        <w:t>2.025e0</w:t>
      </w:r>
    </w:p>
    <w:p w14:paraId="45DF9239" w14:textId="77777777" w:rsidR="00810015" w:rsidRDefault="00810015" w:rsidP="00810015">
      <w:r>
        <w:t>298.3871</w:t>
      </w:r>
      <w:r>
        <w:tab/>
        <w:t>3.038e0</w:t>
      </w:r>
    </w:p>
    <w:p w14:paraId="2CF95FDD" w14:textId="77777777" w:rsidR="00810015" w:rsidRDefault="00810015" w:rsidP="00810015">
      <w:r>
        <w:t>298.4051</w:t>
      </w:r>
      <w:r>
        <w:tab/>
        <w:t>2.025e0</w:t>
      </w:r>
    </w:p>
    <w:p w14:paraId="75DF5BE0" w14:textId="77777777" w:rsidR="00810015" w:rsidRDefault="00810015" w:rsidP="00810015">
      <w:r>
        <w:t>298.4120</w:t>
      </w:r>
      <w:r>
        <w:tab/>
        <w:t>2.025e0</w:t>
      </w:r>
    </w:p>
    <w:p w14:paraId="14D4A23B" w14:textId="77777777" w:rsidR="00810015" w:rsidRDefault="00810015" w:rsidP="00810015">
      <w:r>
        <w:t>298.4436</w:t>
      </w:r>
      <w:r>
        <w:tab/>
        <w:t>3.085e0</w:t>
      </w:r>
    </w:p>
    <w:p w14:paraId="3C605CAB" w14:textId="77777777" w:rsidR="00810015" w:rsidRDefault="00810015" w:rsidP="00810015">
      <w:r>
        <w:t>298.4466</w:t>
      </w:r>
      <w:r>
        <w:tab/>
        <w:t>2.025e0</w:t>
      </w:r>
    </w:p>
    <w:p w14:paraId="57CFDE8B" w14:textId="77777777" w:rsidR="00810015" w:rsidRDefault="00810015" w:rsidP="00810015">
      <w:r>
        <w:t>298.4508</w:t>
      </w:r>
      <w:r>
        <w:tab/>
        <w:t>1.013e0</w:t>
      </w:r>
    </w:p>
    <w:p w14:paraId="5C994CD7" w14:textId="77777777" w:rsidR="00810015" w:rsidRDefault="00810015" w:rsidP="00810015">
      <w:r>
        <w:t>298.4667</w:t>
      </w:r>
      <w:r>
        <w:tab/>
        <w:t>1.013e0</w:t>
      </w:r>
    </w:p>
    <w:p w14:paraId="0025C5DA" w14:textId="77777777" w:rsidR="00810015" w:rsidRDefault="00810015" w:rsidP="00810015">
      <w:r>
        <w:t>298.4786</w:t>
      </w:r>
      <w:r>
        <w:tab/>
        <w:t>1.013e0</w:t>
      </w:r>
    </w:p>
    <w:p w14:paraId="4423E555" w14:textId="77777777" w:rsidR="00810015" w:rsidRDefault="00810015" w:rsidP="00810015">
      <w:r>
        <w:t>298.4942</w:t>
      </w:r>
      <w:r>
        <w:tab/>
        <w:t>4.051e0</w:t>
      </w:r>
    </w:p>
    <w:p w14:paraId="3021BD02" w14:textId="77777777" w:rsidR="00810015" w:rsidRDefault="00810015" w:rsidP="00810015">
      <w:r>
        <w:t>298.4953</w:t>
      </w:r>
      <w:r>
        <w:tab/>
        <w:t>4.051e0</w:t>
      </w:r>
    </w:p>
    <w:p w14:paraId="195CB066" w14:textId="77777777" w:rsidR="00810015" w:rsidRDefault="00810015" w:rsidP="00810015">
      <w:r>
        <w:t>298.4970</w:t>
      </w:r>
      <w:r>
        <w:tab/>
        <w:t>2.025e0</w:t>
      </w:r>
    </w:p>
    <w:p w14:paraId="13E7F526" w14:textId="77777777" w:rsidR="00810015" w:rsidRDefault="00810015" w:rsidP="00810015">
      <w:r>
        <w:t>298.5104</w:t>
      </w:r>
      <w:r>
        <w:tab/>
        <w:t>2.025e0</w:t>
      </w:r>
    </w:p>
    <w:p w14:paraId="44B48035" w14:textId="77777777" w:rsidR="00810015" w:rsidRDefault="00810015" w:rsidP="00810015">
      <w:r>
        <w:t>298.5314</w:t>
      </w:r>
      <w:r>
        <w:tab/>
        <w:t>3.038e0</w:t>
      </w:r>
    </w:p>
    <w:p w14:paraId="5BA73D14" w14:textId="77777777" w:rsidR="00810015" w:rsidRDefault="00810015" w:rsidP="00810015">
      <w:r>
        <w:t>298.5472</w:t>
      </w:r>
      <w:r>
        <w:tab/>
        <w:t>1.013e0</w:t>
      </w:r>
    </w:p>
    <w:p w14:paraId="39DF2193" w14:textId="77777777" w:rsidR="00810015" w:rsidRDefault="00810015" w:rsidP="00810015">
      <w:r>
        <w:t>298.5744</w:t>
      </w:r>
      <w:r>
        <w:tab/>
        <w:t>1.013e0</w:t>
      </w:r>
    </w:p>
    <w:p w14:paraId="4017E12A" w14:textId="77777777" w:rsidR="00810015" w:rsidRDefault="00810015" w:rsidP="00810015">
      <w:r>
        <w:t>298.5838</w:t>
      </w:r>
      <w:r>
        <w:tab/>
        <w:t>2.025e1</w:t>
      </w:r>
    </w:p>
    <w:p w14:paraId="6F25DD26" w14:textId="77777777" w:rsidR="00810015" w:rsidRDefault="00810015" w:rsidP="00810015">
      <w:r>
        <w:t>298.6165</w:t>
      </w:r>
      <w:r>
        <w:tab/>
        <w:t>2.025e0</w:t>
      </w:r>
    </w:p>
    <w:p w14:paraId="1AA1F34B" w14:textId="77777777" w:rsidR="00810015" w:rsidRDefault="00810015" w:rsidP="00810015">
      <w:r>
        <w:t>298.6451</w:t>
      </w:r>
      <w:r>
        <w:tab/>
        <w:t>1.013e0</w:t>
      </w:r>
    </w:p>
    <w:p w14:paraId="51FF3AB8" w14:textId="77777777" w:rsidR="00810015" w:rsidRDefault="00810015" w:rsidP="00810015">
      <w:r>
        <w:t>298.6551</w:t>
      </w:r>
      <w:r>
        <w:tab/>
        <w:t>1.298e1</w:t>
      </w:r>
    </w:p>
    <w:p w14:paraId="477C80B5" w14:textId="77777777" w:rsidR="00810015" w:rsidRDefault="00810015" w:rsidP="00810015">
      <w:r>
        <w:t>298.6586</w:t>
      </w:r>
      <w:r>
        <w:tab/>
        <w:t>7.089e0</w:t>
      </w:r>
    </w:p>
    <w:p w14:paraId="0E626DC2" w14:textId="77777777" w:rsidR="00810015" w:rsidRDefault="00810015" w:rsidP="00810015">
      <w:r>
        <w:t>298.6714</w:t>
      </w:r>
      <w:r>
        <w:tab/>
        <w:t>7.688e0</w:t>
      </w:r>
    </w:p>
    <w:p w14:paraId="71196252" w14:textId="77777777" w:rsidR="00810015" w:rsidRDefault="00810015" w:rsidP="00810015">
      <w:r>
        <w:t>298.6801</w:t>
      </w:r>
      <w:r>
        <w:tab/>
        <w:t>3.038e0</w:t>
      </w:r>
    </w:p>
    <w:p w14:paraId="75DDE27D" w14:textId="77777777" w:rsidR="00810015" w:rsidRDefault="00810015" w:rsidP="00810015">
      <w:r>
        <w:t>298.7034</w:t>
      </w:r>
      <w:r>
        <w:tab/>
        <w:t>7.089e0</w:t>
      </w:r>
    </w:p>
    <w:p w14:paraId="5C46DB9B" w14:textId="77777777" w:rsidR="00810015" w:rsidRDefault="00810015" w:rsidP="00810015">
      <w:r>
        <w:t>298.7055</w:t>
      </w:r>
      <w:r>
        <w:tab/>
        <w:t>7.089e0</w:t>
      </w:r>
    </w:p>
    <w:p w14:paraId="2563AF70" w14:textId="77777777" w:rsidR="00810015" w:rsidRDefault="00810015" w:rsidP="00810015">
      <w:r>
        <w:t>298.7251</w:t>
      </w:r>
      <w:r>
        <w:tab/>
        <w:t>4.051e0</w:t>
      </w:r>
    </w:p>
    <w:p w14:paraId="7C4E2544" w14:textId="77777777" w:rsidR="00810015" w:rsidRDefault="00810015" w:rsidP="00810015">
      <w:r>
        <w:t>298.7534</w:t>
      </w:r>
      <w:r>
        <w:tab/>
        <w:t>1.373e0</w:t>
      </w:r>
    </w:p>
    <w:p w14:paraId="5CF889C7" w14:textId="77777777" w:rsidR="00810015" w:rsidRDefault="00810015" w:rsidP="00810015">
      <w:r>
        <w:t>298.7578</w:t>
      </w:r>
      <w:r>
        <w:tab/>
        <w:t>4.623e0</w:t>
      </w:r>
    </w:p>
    <w:p w14:paraId="45CA7CAC" w14:textId="77777777" w:rsidR="00810015" w:rsidRDefault="00810015" w:rsidP="00810015">
      <w:r>
        <w:t>298.7776</w:t>
      </w:r>
      <w:r>
        <w:tab/>
        <w:t>1.153e1</w:t>
      </w:r>
    </w:p>
    <w:p w14:paraId="041DA31C" w14:textId="77777777" w:rsidR="00810015" w:rsidRDefault="00810015" w:rsidP="00810015">
      <w:r>
        <w:t>298.7931</w:t>
      </w:r>
      <w:r>
        <w:tab/>
        <w:t>2.025e0</w:t>
      </w:r>
    </w:p>
    <w:p w14:paraId="00072DBC" w14:textId="77777777" w:rsidR="00810015" w:rsidRDefault="00810015" w:rsidP="00810015">
      <w:r>
        <w:t>298.7997</w:t>
      </w:r>
      <w:r>
        <w:tab/>
        <w:t>2.025e0</w:t>
      </w:r>
    </w:p>
    <w:p w14:paraId="2E72407E" w14:textId="77777777" w:rsidR="00810015" w:rsidRDefault="00810015" w:rsidP="00810015">
      <w:r>
        <w:t>298.8040</w:t>
      </w:r>
      <w:r>
        <w:tab/>
        <w:t>4.345e0</w:t>
      </w:r>
    </w:p>
    <w:p w14:paraId="7020E848" w14:textId="77777777" w:rsidR="00810015" w:rsidRDefault="00810015" w:rsidP="00810015">
      <w:r>
        <w:t>298.8340</w:t>
      </w:r>
      <w:r>
        <w:tab/>
        <w:t>4.051e0</w:t>
      </w:r>
    </w:p>
    <w:p w14:paraId="397BF6B6" w14:textId="77777777" w:rsidR="00810015" w:rsidRDefault="00810015" w:rsidP="00810015">
      <w:r>
        <w:t>298.8405</w:t>
      </w:r>
      <w:r>
        <w:tab/>
        <w:t>4.051e0</w:t>
      </w:r>
    </w:p>
    <w:p w14:paraId="63B474F7" w14:textId="77777777" w:rsidR="00810015" w:rsidRDefault="00810015" w:rsidP="00810015">
      <w:r>
        <w:t>298.8438</w:t>
      </w:r>
      <w:r>
        <w:tab/>
        <w:t>3.038e0</w:t>
      </w:r>
    </w:p>
    <w:p w14:paraId="1CF80133" w14:textId="77777777" w:rsidR="00810015" w:rsidRDefault="00810015" w:rsidP="00810015">
      <w:r>
        <w:t>298.8464</w:t>
      </w:r>
      <w:r>
        <w:tab/>
        <w:t>1.013e0</w:t>
      </w:r>
    </w:p>
    <w:p w14:paraId="7152B05B" w14:textId="77777777" w:rsidR="00810015" w:rsidRDefault="00810015" w:rsidP="00810015">
      <w:r>
        <w:t>298.8560</w:t>
      </w:r>
      <w:r>
        <w:tab/>
        <w:t>1.013e0</w:t>
      </w:r>
    </w:p>
    <w:p w14:paraId="0C44810F" w14:textId="77777777" w:rsidR="00810015" w:rsidRDefault="00810015" w:rsidP="00810015">
      <w:r>
        <w:t>298.8762</w:t>
      </w:r>
      <w:r>
        <w:tab/>
        <w:t>4.566e0</w:t>
      </w:r>
    </w:p>
    <w:p w14:paraId="3B17C270" w14:textId="77777777" w:rsidR="00810015" w:rsidRDefault="00810015" w:rsidP="00810015">
      <w:r>
        <w:t>298.8867</w:t>
      </w:r>
      <w:r>
        <w:tab/>
        <w:t>5.030e0</w:t>
      </w:r>
    </w:p>
    <w:p w14:paraId="198B200D" w14:textId="77777777" w:rsidR="00810015" w:rsidRDefault="00810015" w:rsidP="00810015">
      <w:r>
        <w:t>298.9071</w:t>
      </w:r>
      <w:r>
        <w:tab/>
        <w:t>6.978e0</w:t>
      </w:r>
    </w:p>
    <w:p w14:paraId="095952A4" w14:textId="77777777" w:rsidR="00810015" w:rsidRDefault="00810015" w:rsidP="00810015">
      <w:r>
        <w:t>298.9095</w:t>
      </w:r>
      <w:r>
        <w:tab/>
        <w:t>5.063e0</w:t>
      </w:r>
    </w:p>
    <w:p w14:paraId="42C40EBB" w14:textId="77777777" w:rsidR="00810015" w:rsidRDefault="00810015" w:rsidP="00810015">
      <w:r>
        <w:t>298.9144</w:t>
      </w:r>
      <w:r>
        <w:tab/>
        <w:t>3.038e0</w:t>
      </w:r>
    </w:p>
    <w:p w14:paraId="7675FBC4" w14:textId="77777777" w:rsidR="00810015" w:rsidRDefault="00810015" w:rsidP="00810015">
      <w:r>
        <w:t>298.9397</w:t>
      </w:r>
      <w:r>
        <w:tab/>
        <w:t>6.372e0</w:t>
      </w:r>
    </w:p>
    <w:p w14:paraId="27487442" w14:textId="77777777" w:rsidR="00810015" w:rsidRDefault="00810015" w:rsidP="00810015">
      <w:r>
        <w:t>298.9464</w:t>
      </w:r>
      <w:r>
        <w:tab/>
        <w:t>3.038e0</w:t>
      </w:r>
    </w:p>
    <w:p w14:paraId="21A0CABD" w14:textId="77777777" w:rsidR="00810015" w:rsidRDefault="00810015" w:rsidP="00810015">
      <w:r>
        <w:t>298.9536</w:t>
      </w:r>
      <w:r>
        <w:tab/>
        <w:t>8.095e0</w:t>
      </w:r>
    </w:p>
    <w:p w14:paraId="308E886E" w14:textId="77777777" w:rsidR="00810015" w:rsidRDefault="00810015" w:rsidP="00810015">
      <w:r>
        <w:t>298.9581</w:t>
      </w:r>
      <w:r>
        <w:tab/>
        <w:t>7.089e0</w:t>
      </w:r>
    </w:p>
    <w:p w14:paraId="6714C0A5" w14:textId="77777777" w:rsidR="00810015" w:rsidRDefault="00810015" w:rsidP="00810015">
      <w:r>
        <w:t>298.9834</w:t>
      </w:r>
      <w:r>
        <w:tab/>
        <w:t>1.013e0</w:t>
      </w:r>
    </w:p>
    <w:p w14:paraId="222F6E3B" w14:textId="77777777" w:rsidR="00810015" w:rsidRDefault="00810015" w:rsidP="00810015">
      <w:r>
        <w:t>299.0359</w:t>
      </w:r>
      <w:r>
        <w:tab/>
        <w:t>3.733e3</w:t>
      </w:r>
    </w:p>
    <w:p w14:paraId="10A4A3AE" w14:textId="77777777" w:rsidR="00810015" w:rsidRDefault="00810015" w:rsidP="00810015">
      <w:r>
        <w:t>299.0371</w:t>
      </w:r>
      <w:r>
        <w:tab/>
        <w:t>2.092e3</w:t>
      </w:r>
    </w:p>
    <w:p w14:paraId="17280050" w14:textId="77777777" w:rsidR="00810015" w:rsidRDefault="00810015" w:rsidP="00810015">
      <w:r>
        <w:t>299.0386</w:t>
      </w:r>
      <w:r>
        <w:tab/>
        <w:t>6.255e2</w:t>
      </w:r>
    </w:p>
    <w:p w14:paraId="74A0B614" w14:textId="77777777" w:rsidR="00810015" w:rsidRDefault="00810015" w:rsidP="00810015">
      <w:r>
        <w:t>299.0417</w:t>
      </w:r>
      <w:r>
        <w:tab/>
        <w:t>5.063e0</w:t>
      </w:r>
    </w:p>
    <w:p w14:paraId="5476263C" w14:textId="77777777" w:rsidR="00810015" w:rsidRDefault="00810015" w:rsidP="00810015">
      <w:r>
        <w:t>299.1371</w:t>
      </w:r>
      <w:r>
        <w:tab/>
        <w:t>3.038e0</w:t>
      </w:r>
    </w:p>
    <w:p w14:paraId="53A5A722" w14:textId="77777777" w:rsidR="00810015" w:rsidRDefault="00810015" w:rsidP="00810015">
      <w:r>
        <w:t>299.1425</w:t>
      </w:r>
      <w:r>
        <w:tab/>
        <w:t>5.502e0</w:t>
      </w:r>
    </w:p>
    <w:p w14:paraId="1509AD4E" w14:textId="77777777" w:rsidR="00810015" w:rsidRDefault="00810015" w:rsidP="00810015">
      <w:r>
        <w:t>299.1502</w:t>
      </w:r>
      <w:r>
        <w:tab/>
        <w:t>1.013e0</w:t>
      </w:r>
    </w:p>
    <w:p w14:paraId="2F4A36AB" w14:textId="77777777" w:rsidR="00810015" w:rsidRDefault="00810015" w:rsidP="00810015">
      <w:r>
        <w:t>299.1721</w:t>
      </w:r>
      <w:r>
        <w:tab/>
        <w:t>1.071e1</w:t>
      </w:r>
    </w:p>
    <w:p w14:paraId="4D2013D7" w14:textId="77777777" w:rsidR="00810015" w:rsidRDefault="00810015" w:rsidP="00810015">
      <w:r>
        <w:t>299.1739</w:t>
      </w:r>
      <w:r>
        <w:tab/>
        <w:t>1.577e1</w:t>
      </w:r>
    </w:p>
    <w:p w14:paraId="62A5F126" w14:textId="77777777" w:rsidR="00810015" w:rsidRDefault="00810015" w:rsidP="00810015">
      <w:r>
        <w:t>299.1780</w:t>
      </w:r>
      <w:r>
        <w:tab/>
        <w:t>1.207e1</w:t>
      </w:r>
    </w:p>
    <w:p w14:paraId="13213B0A" w14:textId="77777777" w:rsidR="00810015" w:rsidRDefault="00810015" w:rsidP="00810015">
      <w:r>
        <w:t>299.1841</w:t>
      </w:r>
      <w:r>
        <w:tab/>
        <w:t>4.217e0</w:t>
      </w:r>
    </w:p>
    <w:p w14:paraId="7CE2A840" w14:textId="77777777" w:rsidR="00810015" w:rsidRDefault="00810015" w:rsidP="00810015">
      <w:r>
        <w:t>299.2076</w:t>
      </w:r>
      <w:r>
        <w:tab/>
        <w:t>3.038e0</w:t>
      </w:r>
    </w:p>
    <w:p w14:paraId="1E5D933E" w14:textId="77777777" w:rsidR="00810015" w:rsidRDefault="00810015" w:rsidP="00810015">
      <w:r>
        <w:t>299.2104</w:t>
      </w:r>
      <w:r>
        <w:tab/>
        <w:t>6.076e0</w:t>
      </w:r>
    </w:p>
    <w:p w14:paraId="06E66BE5" w14:textId="77777777" w:rsidR="00810015" w:rsidRDefault="00810015" w:rsidP="00810015">
      <w:r>
        <w:t>299.2281</w:t>
      </w:r>
      <w:r>
        <w:tab/>
        <w:t>8.446e1</w:t>
      </w:r>
    </w:p>
    <w:p w14:paraId="50C5F6C6" w14:textId="77777777" w:rsidR="00810015" w:rsidRDefault="00810015" w:rsidP="00810015">
      <w:r>
        <w:t>299.2314</w:t>
      </w:r>
      <w:r>
        <w:tab/>
        <w:t>8.805e1</w:t>
      </w:r>
    </w:p>
    <w:p w14:paraId="5598E7D0" w14:textId="77777777" w:rsidR="00810015" w:rsidRDefault="00810015" w:rsidP="00810015">
      <w:r>
        <w:t>299.2329</w:t>
      </w:r>
      <w:r>
        <w:tab/>
        <w:t>4.446e1</w:t>
      </w:r>
    </w:p>
    <w:p w14:paraId="66020741" w14:textId="77777777" w:rsidR="00810015" w:rsidRDefault="00810015" w:rsidP="00810015">
      <w:r>
        <w:t>299.2518</w:t>
      </w:r>
      <w:r>
        <w:tab/>
        <w:t>2.794e0</w:t>
      </w:r>
    </w:p>
    <w:p w14:paraId="76DD29A4" w14:textId="77777777" w:rsidR="00810015" w:rsidRDefault="00810015" w:rsidP="00810015">
      <w:r>
        <w:t>299.2553</w:t>
      </w:r>
      <w:r>
        <w:tab/>
        <w:t>3.038e0</w:t>
      </w:r>
    </w:p>
    <w:p w14:paraId="1D938166" w14:textId="77777777" w:rsidR="00810015" w:rsidRDefault="00810015" w:rsidP="00810015">
      <w:r>
        <w:t>299.3014</w:t>
      </w:r>
      <w:r>
        <w:tab/>
        <w:t>1.013e0</w:t>
      </w:r>
    </w:p>
    <w:p w14:paraId="3ED7F39B" w14:textId="77777777" w:rsidR="00810015" w:rsidRDefault="00810015" w:rsidP="00810015">
      <w:r>
        <w:t>299.3034</w:t>
      </w:r>
      <w:r>
        <w:tab/>
        <w:t>2.025e0</w:t>
      </w:r>
    </w:p>
    <w:p w14:paraId="7DA95B12" w14:textId="77777777" w:rsidR="00810015" w:rsidRDefault="00810015" w:rsidP="00810015">
      <w:r>
        <w:t>299.3050</w:t>
      </w:r>
      <w:r>
        <w:tab/>
        <w:t>1.677e1</w:t>
      </w:r>
    </w:p>
    <w:p w14:paraId="6517B29B" w14:textId="77777777" w:rsidR="00810015" w:rsidRDefault="00810015" w:rsidP="00810015">
      <w:r>
        <w:t>299.3239</w:t>
      </w:r>
      <w:r>
        <w:tab/>
        <w:t>1.270e1</w:t>
      </w:r>
    </w:p>
    <w:p w14:paraId="592BC1E5" w14:textId="77777777" w:rsidR="00810015" w:rsidRDefault="00810015" w:rsidP="00810015">
      <w:r>
        <w:t>299.3277</w:t>
      </w:r>
      <w:r>
        <w:tab/>
        <w:t>1.039e1</w:t>
      </w:r>
    </w:p>
    <w:p w14:paraId="7EBA4302" w14:textId="77777777" w:rsidR="00810015" w:rsidRDefault="00810015" w:rsidP="00810015">
      <w:r>
        <w:t>299.3397</w:t>
      </w:r>
      <w:r>
        <w:tab/>
        <w:t>2.025e0</w:t>
      </w:r>
    </w:p>
    <w:p w14:paraId="4AA9953E" w14:textId="77777777" w:rsidR="00810015" w:rsidRDefault="00810015" w:rsidP="00810015">
      <w:r>
        <w:t>299.3549</w:t>
      </w:r>
      <w:r>
        <w:tab/>
        <w:t>4.108e0</w:t>
      </w:r>
    </w:p>
    <w:p w14:paraId="66CF4C8E" w14:textId="77777777" w:rsidR="00810015" w:rsidRDefault="00810015" w:rsidP="00810015">
      <w:r>
        <w:t>299.3708</w:t>
      </w:r>
      <w:r>
        <w:tab/>
        <w:t>6.771e0</w:t>
      </w:r>
    </w:p>
    <w:p w14:paraId="39B8C60B" w14:textId="77777777" w:rsidR="00810015" w:rsidRDefault="00810015" w:rsidP="00810015">
      <w:r>
        <w:t>299.3804</w:t>
      </w:r>
      <w:r>
        <w:tab/>
        <w:t>3.038e0</w:t>
      </w:r>
    </w:p>
    <w:p w14:paraId="00926167" w14:textId="77777777" w:rsidR="00810015" w:rsidRDefault="00810015" w:rsidP="00810015">
      <w:r>
        <w:t>299.4023</w:t>
      </w:r>
      <w:r>
        <w:tab/>
        <w:t>2.382e0</w:t>
      </w:r>
    </w:p>
    <w:p w14:paraId="0AAF51E3" w14:textId="77777777" w:rsidR="00810015" w:rsidRDefault="00810015" w:rsidP="00810015">
      <w:r>
        <w:t>299.4166</w:t>
      </w:r>
      <w:r>
        <w:tab/>
        <w:t>5.063e0</w:t>
      </w:r>
    </w:p>
    <w:p w14:paraId="02E51E0D" w14:textId="77777777" w:rsidR="00810015" w:rsidRDefault="00810015" w:rsidP="00810015">
      <w:r>
        <w:t>299.4207</w:t>
      </w:r>
      <w:r>
        <w:tab/>
        <w:t>1.013e0</w:t>
      </w:r>
    </w:p>
    <w:p w14:paraId="2ABE9AA0" w14:textId="77777777" w:rsidR="00810015" w:rsidRDefault="00810015" w:rsidP="00810015">
      <w:r>
        <w:t>299.4247</w:t>
      </w:r>
      <w:r>
        <w:tab/>
        <w:t>1.013e0</w:t>
      </w:r>
    </w:p>
    <w:p w14:paraId="6D3EA94E" w14:textId="77777777" w:rsidR="00810015" w:rsidRDefault="00810015" w:rsidP="00810015">
      <w:r>
        <w:t>299.4345</w:t>
      </w:r>
      <w:r>
        <w:tab/>
        <w:t>6.734e0</w:t>
      </w:r>
    </w:p>
    <w:p w14:paraId="17F1FEE0" w14:textId="77777777" w:rsidR="00810015" w:rsidRDefault="00810015" w:rsidP="00810015">
      <w:r>
        <w:t>299.4377</w:t>
      </w:r>
      <w:r>
        <w:tab/>
        <w:t>8.101e0</w:t>
      </w:r>
    </w:p>
    <w:p w14:paraId="39CB980A" w14:textId="77777777" w:rsidR="00810015" w:rsidRDefault="00810015" w:rsidP="00810015">
      <w:r>
        <w:t>299.4471</w:t>
      </w:r>
      <w:r>
        <w:tab/>
        <w:t>1.033e1</w:t>
      </w:r>
    </w:p>
    <w:p w14:paraId="5294881B" w14:textId="77777777" w:rsidR="00810015" w:rsidRDefault="00810015" w:rsidP="00810015">
      <w:r>
        <w:t>299.4539</w:t>
      </w:r>
      <w:r>
        <w:tab/>
        <w:t>3.246e0</w:t>
      </w:r>
    </w:p>
    <w:p w14:paraId="273650CC" w14:textId="77777777" w:rsidR="00810015" w:rsidRDefault="00810015" w:rsidP="00810015">
      <w:r>
        <w:t>299.4926</w:t>
      </w:r>
      <w:r>
        <w:tab/>
        <w:t>6.693e0</w:t>
      </w:r>
    </w:p>
    <w:p w14:paraId="69C6658B" w14:textId="77777777" w:rsidR="00810015" w:rsidRDefault="00810015" w:rsidP="00810015">
      <w:r>
        <w:t>299.4944</w:t>
      </w:r>
      <w:r>
        <w:tab/>
        <w:t>3.038e0</w:t>
      </w:r>
    </w:p>
    <w:p w14:paraId="7B32719D" w14:textId="77777777" w:rsidR="00810015" w:rsidRDefault="00810015" w:rsidP="00810015">
      <w:r>
        <w:t>299.4979</w:t>
      </w:r>
      <w:r>
        <w:tab/>
        <w:t>9.114e0</w:t>
      </w:r>
    </w:p>
    <w:p w14:paraId="593D985B" w14:textId="77777777" w:rsidR="00810015" w:rsidRDefault="00810015" w:rsidP="00810015">
      <w:r>
        <w:t>299.5056</w:t>
      </w:r>
      <w:r>
        <w:tab/>
        <w:t>7.571e0</w:t>
      </w:r>
    </w:p>
    <w:p w14:paraId="2B0AD2DF" w14:textId="77777777" w:rsidR="00810015" w:rsidRDefault="00810015" w:rsidP="00810015">
      <w:r>
        <w:t>299.5145</w:t>
      </w:r>
      <w:r>
        <w:tab/>
        <w:t>9.858e0</w:t>
      </w:r>
    </w:p>
    <w:p w14:paraId="5948797F" w14:textId="77777777" w:rsidR="00810015" w:rsidRDefault="00810015" w:rsidP="00810015">
      <w:r>
        <w:t>299.5221</w:t>
      </w:r>
      <w:r>
        <w:tab/>
        <w:t>2.025e0</w:t>
      </w:r>
    </w:p>
    <w:p w14:paraId="4C69D7B9" w14:textId="77777777" w:rsidR="00810015" w:rsidRDefault="00810015" w:rsidP="00810015">
      <w:r>
        <w:t>299.5298</w:t>
      </w:r>
      <w:r>
        <w:tab/>
        <w:t>6.076e0</w:t>
      </w:r>
    </w:p>
    <w:p w14:paraId="1385C534" w14:textId="77777777" w:rsidR="00810015" w:rsidRDefault="00810015" w:rsidP="00810015">
      <w:r>
        <w:t>299.5491</w:t>
      </w:r>
      <w:r>
        <w:tab/>
        <w:t>5.063e0</w:t>
      </w:r>
    </w:p>
    <w:p w14:paraId="0DEB0C13" w14:textId="77777777" w:rsidR="00810015" w:rsidRDefault="00810015" w:rsidP="00810015">
      <w:r>
        <w:t>299.5638</w:t>
      </w:r>
      <w:r>
        <w:tab/>
        <w:t>1.013e0</w:t>
      </w:r>
    </w:p>
    <w:p w14:paraId="0D3AE084" w14:textId="77777777" w:rsidR="00810015" w:rsidRDefault="00810015" w:rsidP="00810015">
      <w:r>
        <w:t>299.5653</w:t>
      </w:r>
      <w:r>
        <w:tab/>
        <w:t>1.033e1</w:t>
      </w:r>
    </w:p>
    <w:p w14:paraId="26C3D07E" w14:textId="77777777" w:rsidR="00810015" w:rsidRDefault="00810015" w:rsidP="00810015">
      <w:r>
        <w:t>299.5679</w:t>
      </w:r>
      <w:r>
        <w:tab/>
        <w:t>4.051e0</w:t>
      </w:r>
    </w:p>
    <w:p w14:paraId="41222F84" w14:textId="77777777" w:rsidR="00810015" w:rsidRDefault="00810015" w:rsidP="00810015">
      <w:r>
        <w:t>299.5988</w:t>
      </w:r>
      <w:r>
        <w:tab/>
        <w:t>1.808e1</w:t>
      </w:r>
    </w:p>
    <w:p w14:paraId="5785A834" w14:textId="77777777" w:rsidR="00810015" w:rsidRDefault="00810015" w:rsidP="00810015">
      <w:r>
        <w:t>299.6065</w:t>
      </w:r>
      <w:r>
        <w:tab/>
        <w:t>1.591e1</w:t>
      </w:r>
    </w:p>
    <w:p w14:paraId="3D92B725" w14:textId="77777777" w:rsidR="00810015" w:rsidRDefault="00810015" w:rsidP="00810015">
      <w:r>
        <w:t>299.6204</w:t>
      </w:r>
      <w:r>
        <w:tab/>
        <w:t>1.707e1</w:t>
      </w:r>
    </w:p>
    <w:p w14:paraId="4088E1A1" w14:textId="77777777" w:rsidR="00810015" w:rsidRDefault="00810015" w:rsidP="00810015">
      <w:r>
        <w:t>299.6244</w:t>
      </w:r>
      <w:r>
        <w:tab/>
        <w:t>3.038e0</w:t>
      </w:r>
    </w:p>
    <w:p w14:paraId="5E44B980" w14:textId="77777777" w:rsidR="00810015" w:rsidRDefault="00810015" w:rsidP="00810015">
      <w:r>
        <w:t>299.6492</w:t>
      </w:r>
      <w:r>
        <w:tab/>
        <w:t>1.246e1</w:t>
      </w:r>
    </w:p>
    <w:p w14:paraId="0D8D3F71" w14:textId="77777777" w:rsidR="00810015" w:rsidRDefault="00810015" w:rsidP="00810015">
      <w:r>
        <w:t>299.6558</w:t>
      </w:r>
      <w:r>
        <w:tab/>
        <w:t>2.127e1</w:t>
      </w:r>
    </w:p>
    <w:p w14:paraId="7EC780A7" w14:textId="77777777" w:rsidR="00810015" w:rsidRDefault="00810015" w:rsidP="00810015">
      <w:r>
        <w:t>299.6803</w:t>
      </w:r>
      <w:r>
        <w:tab/>
        <w:t>1.317e1</w:t>
      </w:r>
    </w:p>
    <w:p w14:paraId="469F861F" w14:textId="77777777" w:rsidR="00810015" w:rsidRDefault="00810015" w:rsidP="00810015">
      <w:r>
        <w:t>299.6894</w:t>
      </w:r>
      <w:r>
        <w:tab/>
        <w:t>2.025e0</w:t>
      </w:r>
    </w:p>
    <w:p w14:paraId="70E92C0D" w14:textId="77777777" w:rsidR="00810015" w:rsidRDefault="00810015" w:rsidP="00810015">
      <w:r>
        <w:t>299.7151</w:t>
      </w:r>
      <w:r>
        <w:tab/>
        <w:t>2.390e1</w:t>
      </w:r>
    </w:p>
    <w:p w14:paraId="3C4BD1EE" w14:textId="77777777" w:rsidR="00810015" w:rsidRDefault="00810015" w:rsidP="00810015">
      <w:r>
        <w:t>299.7196</w:t>
      </w:r>
      <w:r>
        <w:tab/>
        <w:t>1.649e0</w:t>
      </w:r>
    </w:p>
    <w:p w14:paraId="43C15DD2" w14:textId="77777777" w:rsidR="00810015" w:rsidRDefault="00810015" w:rsidP="00810015">
      <w:r>
        <w:t>299.7368</w:t>
      </w:r>
      <w:r>
        <w:tab/>
        <w:t>1.846e1</w:t>
      </w:r>
    </w:p>
    <w:p w14:paraId="6C390A44" w14:textId="77777777" w:rsidR="00810015" w:rsidRDefault="00810015" w:rsidP="00810015">
      <w:r>
        <w:t>299.7498</w:t>
      </w:r>
      <w:r>
        <w:tab/>
        <w:t>1.013e1</w:t>
      </w:r>
    </w:p>
    <w:p w14:paraId="634BCFC2" w14:textId="77777777" w:rsidR="00810015" w:rsidRDefault="00810015" w:rsidP="00810015">
      <w:r>
        <w:t>299.7634</w:t>
      </w:r>
      <w:r>
        <w:tab/>
        <w:t>3.038e0</w:t>
      </w:r>
    </w:p>
    <w:p w14:paraId="6E6E2575" w14:textId="77777777" w:rsidR="00810015" w:rsidRDefault="00810015" w:rsidP="00810015">
      <w:r>
        <w:t>299.7650</w:t>
      </w:r>
      <w:r>
        <w:tab/>
        <w:t>1.418e1</w:t>
      </w:r>
    </w:p>
    <w:p w14:paraId="129FED7F" w14:textId="77777777" w:rsidR="00810015" w:rsidRDefault="00810015" w:rsidP="00810015">
      <w:r>
        <w:t>299.7814</w:t>
      </w:r>
      <w:r>
        <w:tab/>
        <w:t>1.168e1</w:t>
      </w:r>
    </w:p>
    <w:p w14:paraId="1C66DB82" w14:textId="77777777" w:rsidR="00810015" w:rsidRDefault="00810015" w:rsidP="00810015">
      <w:r>
        <w:t>299.7985</w:t>
      </w:r>
      <w:r>
        <w:tab/>
        <w:t>1.013e0</w:t>
      </w:r>
    </w:p>
    <w:p w14:paraId="30FFD0CF" w14:textId="77777777" w:rsidR="00810015" w:rsidRDefault="00810015" w:rsidP="00810015">
      <w:r>
        <w:t>299.8164</w:t>
      </w:r>
      <w:r>
        <w:tab/>
        <w:t>2.025e0</w:t>
      </w:r>
    </w:p>
    <w:p w14:paraId="60FA7315" w14:textId="77777777" w:rsidR="00810015" w:rsidRDefault="00810015" w:rsidP="00810015">
      <w:r>
        <w:t>299.8375</w:t>
      </w:r>
      <w:r>
        <w:tab/>
        <w:t>6.472e0</w:t>
      </w:r>
    </w:p>
    <w:p w14:paraId="031DDD53" w14:textId="77777777" w:rsidR="00810015" w:rsidRDefault="00810015" w:rsidP="00810015">
      <w:r>
        <w:t>299.8398</w:t>
      </w:r>
      <w:r>
        <w:tab/>
        <w:t>9.420e0</w:t>
      </w:r>
    </w:p>
    <w:p w14:paraId="2BC073D3" w14:textId="77777777" w:rsidR="00810015" w:rsidRDefault="00810015" w:rsidP="00810015">
      <w:r>
        <w:t>299.8512</w:t>
      </w:r>
      <w:r>
        <w:tab/>
        <w:t>2.025e0</w:t>
      </w:r>
    </w:p>
    <w:p w14:paraId="112821C0" w14:textId="77777777" w:rsidR="00810015" w:rsidRDefault="00810015" w:rsidP="00810015">
      <w:r>
        <w:t>299.8736</w:t>
      </w:r>
      <w:r>
        <w:tab/>
        <w:t>1.707e1</w:t>
      </w:r>
    </w:p>
    <w:p w14:paraId="4BA380CA" w14:textId="77777777" w:rsidR="00810015" w:rsidRDefault="00810015" w:rsidP="00810015">
      <w:r>
        <w:t>299.8798</w:t>
      </w:r>
      <w:r>
        <w:tab/>
        <w:t>7.089e0</w:t>
      </w:r>
    </w:p>
    <w:p w14:paraId="5A90AE82" w14:textId="77777777" w:rsidR="00810015" w:rsidRDefault="00810015" w:rsidP="00810015">
      <w:r>
        <w:t>299.8830</w:t>
      </w:r>
      <w:r>
        <w:tab/>
        <w:t>1.277e1</w:t>
      </w:r>
    </w:p>
    <w:p w14:paraId="7B8384FE" w14:textId="77777777" w:rsidR="00810015" w:rsidRDefault="00810015" w:rsidP="00810015">
      <w:r>
        <w:t>299.8920</w:t>
      </w:r>
      <w:r>
        <w:tab/>
        <w:t>2.025e0</w:t>
      </w:r>
    </w:p>
    <w:p w14:paraId="7F920752" w14:textId="77777777" w:rsidR="00810015" w:rsidRDefault="00810015" w:rsidP="00810015">
      <w:r>
        <w:t>299.9258</w:t>
      </w:r>
      <w:r>
        <w:tab/>
        <w:t>3.796e0</w:t>
      </w:r>
    </w:p>
    <w:p w14:paraId="202FC928" w14:textId="77777777" w:rsidR="00810015" w:rsidRDefault="00810015" w:rsidP="00810015">
      <w:r>
        <w:t>299.9410</w:t>
      </w:r>
      <w:r>
        <w:tab/>
        <w:t>1.114e1</w:t>
      </w:r>
    </w:p>
    <w:p w14:paraId="6444BA74" w14:textId="77777777" w:rsidR="00810015" w:rsidRDefault="00810015" w:rsidP="00810015">
      <w:r>
        <w:t>299.9652</w:t>
      </w:r>
      <w:r>
        <w:tab/>
        <w:t>6.194e0</w:t>
      </w:r>
    </w:p>
    <w:p w14:paraId="3BB1D373" w14:textId="77777777" w:rsidR="00810015" w:rsidRDefault="00810015" w:rsidP="00810015">
      <w:r>
        <w:t>299.9839</w:t>
      </w:r>
      <w:r>
        <w:tab/>
        <w:t>2.025e0</w:t>
      </w:r>
    </w:p>
    <w:p w14:paraId="3009BE6A" w14:textId="77777777" w:rsidR="00810015" w:rsidRDefault="00810015" w:rsidP="00810015">
      <w:r>
        <w:t>300.0178</w:t>
      </w:r>
      <w:r>
        <w:tab/>
        <w:t>4.051e0</w:t>
      </w:r>
    </w:p>
    <w:p w14:paraId="00DAC7F8" w14:textId="77777777" w:rsidR="00810015" w:rsidRDefault="00810015" w:rsidP="00810015">
      <w:r>
        <w:t>300.0420</w:t>
      </w:r>
      <w:r>
        <w:tab/>
        <w:t>9.250e2</w:t>
      </w:r>
    </w:p>
    <w:p w14:paraId="6436384D" w14:textId="77777777" w:rsidR="00810015" w:rsidRDefault="00810015" w:rsidP="00810015">
      <w:r>
        <w:t>300.0438</w:t>
      </w:r>
      <w:r>
        <w:tab/>
        <w:t>4.064e2</w:t>
      </w:r>
    </w:p>
    <w:p w14:paraId="0F1ADF8F" w14:textId="77777777" w:rsidR="00810015" w:rsidRDefault="00810015" w:rsidP="00810015">
      <w:r>
        <w:t>300.1053</w:t>
      </w:r>
      <w:r>
        <w:tab/>
        <w:t>3.038e0</w:t>
      </w:r>
    </w:p>
    <w:p w14:paraId="14FF1A03" w14:textId="77777777" w:rsidR="00810015" w:rsidRDefault="00810015" w:rsidP="00810015">
      <w:r>
        <w:t>300.1084</w:t>
      </w:r>
      <w:r>
        <w:tab/>
        <w:t>1.480e1</w:t>
      </w:r>
    </w:p>
    <w:p w14:paraId="1995AD40" w14:textId="77777777" w:rsidR="00810015" w:rsidRDefault="00810015" w:rsidP="00810015">
      <w:r>
        <w:t>300.1195</w:t>
      </w:r>
      <w:r>
        <w:tab/>
        <w:t>4.051e0</w:t>
      </w:r>
    </w:p>
    <w:p w14:paraId="1E2420A8" w14:textId="77777777" w:rsidR="00810015" w:rsidRDefault="00810015" w:rsidP="00810015">
      <w:r>
        <w:t>300.1226</w:t>
      </w:r>
      <w:r>
        <w:tab/>
        <w:t>5.139e0</w:t>
      </w:r>
    </w:p>
    <w:p w14:paraId="6B058D8B" w14:textId="77777777" w:rsidR="00810015" w:rsidRDefault="00810015" w:rsidP="00810015">
      <w:r>
        <w:t>300.1553</w:t>
      </w:r>
      <w:r>
        <w:tab/>
        <w:t>6.140e0</w:t>
      </w:r>
    </w:p>
    <w:p w14:paraId="4F13F665" w14:textId="77777777" w:rsidR="00810015" w:rsidRDefault="00810015" w:rsidP="00810015">
      <w:r>
        <w:t>300.1602</w:t>
      </w:r>
      <w:r>
        <w:tab/>
        <w:t>2.025e0</w:t>
      </w:r>
    </w:p>
    <w:p w14:paraId="4BE065EB" w14:textId="77777777" w:rsidR="00810015" w:rsidRDefault="00810015" w:rsidP="00810015">
      <w:r>
        <w:t>300.1776</w:t>
      </w:r>
      <w:r>
        <w:tab/>
        <w:t>7.911e0</w:t>
      </w:r>
    </w:p>
    <w:p w14:paraId="7AB2D16B" w14:textId="77777777" w:rsidR="00810015" w:rsidRDefault="00810015" w:rsidP="00810015">
      <w:r>
        <w:t>300.1890</w:t>
      </w:r>
      <w:r>
        <w:tab/>
        <w:t>1.722e1</w:t>
      </w:r>
    </w:p>
    <w:p w14:paraId="3918E909" w14:textId="77777777" w:rsidR="00810015" w:rsidRDefault="00810015" w:rsidP="00810015">
      <w:r>
        <w:t>300.1913</w:t>
      </w:r>
      <w:r>
        <w:tab/>
        <w:t>2.025e0</w:t>
      </w:r>
    </w:p>
    <w:p w14:paraId="0BB0DF28" w14:textId="77777777" w:rsidR="00810015" w:rsidRDefault="00810015" w:rsidP="00810015">
      <w:r>
        <w:t>300.1995</w:t>
      </w:r>
      <w:r>
        <w:tab/>
        <w:t>8.101e0</w:t>
      </w:r>
    </w:p>
    <w:p w14:paraId="1B6DAFB1" w14:textId="77777777" w:rsidR="00810015" w:rsidRDefault="00810015" w:rsidP="00810015">
      <w:r>
        <w:t>300.2042</w:t>
      </w:r>
      <w:r>
        <w:tab/>
        <w:t>8.262e0</w:t>
      </w:r>
    </w:p>
    <w:p w14:paraId="59F9C894" w14:textId="77777777" w:rsidR="00810015" w:rsidRDefault="00810015" w:rsidP="00810015">
      <w:r>
        <w:t>300.2225</w:t>
      </w:r>
      <w:r>
        <w:tab/>
        <w:t>5.701e0</w:t>
      </w:r>
    </w:p>
    <w:p w14:paraId="5E90C735" w14:textId="77777777" w:rsidR="00810015" w:rsidRDefault="00810015" w:rsidP="00810015">
      <w:r>
        <w:t>300.2456</w:t>
      </w:r>
      <w:r>
        <w:tab/>
        <w:t>7.382e0</w:t>
      </w:r>
    </w:p>
    <w:p w14:paraId="7337163D" w14:textId="77777777" w:rsidR="00810015" w:rsidRDefault="00810015" w:rsidP="00810015">
      <w:r>
        <w:t>300.2561</w:t>
      </w:r>
      <w:r>
        <w:tab/>
        <w:t>2.025e0</w:t>
      </w:r>
    </w:p>
    <w:p w14:paraId="235D2822" w14:textId="77777777" w:rsidR="00810015" w:rsidRDefault="00810015" w:rsidP="00810015">
      <w:r>
        <w:t>300.2627</w:t>
      </w:r>
      <w:r>
        <w:tab/>
        <w:t>1.089e1</w:t>
      </w:r>
    </w:p>
    <w:p w14:paraId="47D97180" w14:textId="77777777" w:rsidR="00810015" w:rsidRDefault="00810015" w:rsidP="00810015">
      <w:r>
        <w:t>300.2836</w:t>
      </w:r>
      <w:r>
        <w:tab/>
        <w:t>4.542e0</w:t>
      </w:r>
    </w:p>
    <w:p w14:paraId="7BE40A79" w14:textId="77777777" w:rsidR="00810015" w:rsidRDefault="00810015" w:rsidP="00810015">
      <w:r>
        <w:t>300.2916</w:t>
      </w:r>
      <w:r>
        <w:tab/>
        <w:t>1.013e0</w:t>
      </w:r>
    </w:p>
    <w:p w14:paraId="7672AF07" w14:textId="77777777" w:rsidR="00810015" w:rsidRDefault="00810015" w:rsidP="00810015">
      <w:r>
        <w:t>300.2932</w:t>
      </w:r>
      <w:r>
        <w:tab/>
        <w:t>1.501e1</w:t>
      </w:r>
    </w:p>
    <w:p w14:paraId="28B18F1D" w14:textId="77777777" w:rsidR="00810015" w:rsidRDefault="00810015" w:rsidP="00810015">
      <w:r>
        <w:t>300.3062</w:t>
      </w:r>
      <w:r>
        <w:tab/>
        <w:t>2.025e0</w:t>
      </w:r>
    </w:p>
    <w:p w14:paraId="3ECC10D8" w14:textId="77777777" w:rsidR="00810015" w:rsidRDefault="00810015" w:rsidP="00810015">
      <w:r>
        <w:t>300.3248</w:t>
      </w:r>
      <w:r>
        <w:tab/>
        <w:t>3.038e0</w:t>
      </w:r>
    </w:p>
    <w:p w14:paraId="35AF08FC" w14:textId="77777777" w:rsidR="00810015" w:rsidRDefault="00810015" w:rsidP="00810015">
      <w:r>
        <w:t>300.3488</w:t>
      </w:r>
      <w:r>
        <w:tab/>
        <w:t>3.773e0</w:t>
      </w:r>
    </w:p>
    <w:p w14:paraId="16F86F36" w14:textId="77777777" w:rsidR="00810015" w:rsidRDefault="00810015" w:rsidP="00810015">
      <w:r>
        <w:t>300.3500</w:t>
      </w:r>
      <w:r>
        <w:tab/>
        <w:t>4.051e0</w:t>
      </w:r>
    </w:p>
    <w:p w14:paraId="53CF1EEB" w14:textId="77777777" w:rsidR="00810015" w:rsidRDefault="00810015" w:rsidP="00810015">
      <w:r>
        <w:t>300.3576</w:t>
      </w:r>
      <w:r>
        <w:tab/>
        <w:t>2.025e0</w:t>
      </w:r>
    </w:p>
    <w:p w14:paraId="4BE1EEF8" w14:textId="77777777" w:rsidR="00810015" w:rsidRDefault="00810015" w:rsidP="00810015">
      <w:r>
        <w:t>300.3599</w:t>
      </w:r>
      <w:r>
        <w:tab/>
        <w:t>4.996e0</w:t>
      </w:r>
    </w:p>
    <w:p w14:paraId="35997284" w14:textId="77777777" w:rsidR="00810015" w:rsidRDefault="00810015" w:rsidP="00810015">
      <w:r>
        <w:t>300.3986</w:t>
      </w:r>
      <w:r>
        <w:tab/>
        <w:t>9.013e0</w:t>
      </w:r>
    </w:p>
    <w:p w14:paraId="5ACB044C" w14:textId="77777777" w:rsidR="00810015" w:rsidRDefault="00810015" w:rsidP="00810015">
      <w:r>
        <w:t>300.4009</w:t>
      </w:r>
      <w:r>
        <w:tab/>
        <w:t>1.013e0</w:t>
      </w:r>
    </w:p>
    <w:p w14:paraId="3970C95A" w14:textId="77777777" w:rsidR="00810015" w:rsidRDefault="00810015" w:rsidP="00810015">
      <w:r>
        <w:t>300.4030</w:t>
      </w:r>
      <w:r>
        <w:tab/>
        <w:t>4.584e0</w:t>
      </w:r>
    </w:p>
    <w:p w14:paraId="36E95132" w14:textId="77777777" w:rsidR="00810015" w:rsidRDefault="00810015" w:rsidP="00810015">
      <w:r>
        <w:t>300.4113</w:t>
      </w:r>
      <w:r>
        <w:tab/>
        <w:t>1.013e0</w:t>
      </w:r>
    </w:p>
    <w:p w14:paraId="2FDCBA4A" w14:textId="77777777" w:rsidR="00810015" w:rsidRDefault="00810015" w:rsidP="00810015">
      <w:r>
        <w:t>300.4179</w:t>
      </w:r>
      <w:r>
        <w:tab/>
        <w:t>5.063e0</w:t>
      </w:r>
    </w:p>
    <w:p w14:paraId="41E37B87" w14:textId="77777777" w:rsidR="00810015" w:rsidRDefault="00810015" w:rsidP="00810015">
      <w:r>
        <w:t>300.4507</w:t>
      </w:r>
      <w:r>
        <w:tab/>
        <w:t>5.063e0</w:t>
      </w:r>
    </w:p>
    <w:p w14:paraId="4F06D14B" w14:textId="77777777" w:rsidR="00810015" w:rsidRDefault="00810015" w:rsidP="00810015">
      <w:r>
        <w:t>300.4800</w:t>
      </w:r>
      <w:r>
        <w:tab/>
        <w:t>7.969e0</w:t>
      </w:r>
    </w:p>
    <w:p w14:paraId="53980FA0" w14:textId="77777777" w:rsidR="00810015" w:rsidRDefault="00810015" w:rsidP="00810015">
      <w:r>
        <w:t>300.4819</w:t>
      </w:r>
      <w:r>
        <w:tab/>
        <w:t>6.290e0</w:t>
      </w:r>
    </w:p>
    <w:p w14:paraId="0B9C3DC0" w14:textId="77777777" w:rsidR="00810015" w:rsidRDefault="00810015" w:rsidP="00810015">
      <w:r>
        <w:t>300.4991</w:t>
      </w:r>
      <w:r>
        <w:tab/>
        <w:t>5.417e0</w:t>
      </w:r>
    </w:p>
    <w:p w14:paraId="03F9B350" w14:textId="77777777" w:rsidR="00810015" w:rsidRDefault="00810015" w:rsidP="00810015">
      <w:r>
        <w:t>300.5310</w:t>
      </w:r>
      <w:r>
        <w:tab/>
        <w:t>1.074e1</w:t>
      </w:r>
    </w:p>
    <w:p w14:paraId="1D60BF42" w14:textId="77777777" w:rsidR="00810015" w:rsidRDefault="00810015" w:rsidP="00810015">
      <w:r>
        <w:t>300.5320</w:t>
      </w:r>
      <w:r>
        <w:tab/>
        <w:t>4.051e0</w:t>
      </w:r>
    </w:p>
    <w:p w14:paraId="23960D7C" w14:textId="77777777" w:rsidR="00810015" w:rsidRDefault="00810015" w:rsidP="00810015">
      <w:r>
        <w:t>300.5388</w:t>
      </w:r>
      <w:r>
        <w:tab/>
        <w:t>5.063e0</w:t>
      </w:r>
    </w:p>
    <w:p w14:paraId="4E9024F7" w14:textId="77777777" w:rsidR="00810015" w:rsidRDefault="00810015" w:rsidP="00810015">
      <w:r>
        <w:t>300.5696</w:t>
      </w:r>
      <w:r>
        <w:tab/>
        <w:t>4.257e0</w:t>
      </w:r>
    </w:p>
    <w:p w14:paraId="0AE6E62F" w14:textId="77777777" w:rsidR="00810015" w:rsidRDefault="00810015" w:rsidP="00810015">
      <w:r>
        <w:t>300.5856</w:t>
      </w:r>
      <w:r>
        <w:tab/>
        <w:t>6.076e0</w:t>
      </w:r>
    </w:p>
    <w:p w14:paraId="5719535E" w14:textId="77777777" w:rsidR="00810015" w:rsidRDefault="00810015" w:rsidP="00810015">
      <w:r>
        <w:t>300.5916</w:t>
      </w:r>
      <w:r>
        <w:tab/>
        <w:t>3.038e0</w:t>
      </w:r>
    </w:p>
    <w:p w14:paraId="01A02321" w14:textId="77777777" w:rsidR="00810015" w:rsidRDefault="00810015" w:rsidP="00810015">
      <w:r>
        <w:t>300.5945</w:t>
      </w:r>
      <w:r>
        <w:tab/>
        <w:t>7.420e0</w:t>
      </w:r>
    </w:p>
    <w:p w14:paraId="777064A1" w14:textId="77777777" w:rsidR="00810015" w:rsidRDefault="00810015" w:rsidP="00810015">
      <w:r>
        <w:t>300.6059</w:t>
      </w:r>
      <w:r>
        <w:tab/>
        <w:t>9.920e0</w:t>
      </w:r>
    </w:p>
    <w:p w14:paraId="2DD164CF" w14:textId="77777777" w:rsidR="00810015" w:rsidRDefault="00810015" w:rsidP="00810015">
      <w:r>
        <w:t>300.6337</w:t>
      </w:r>
      <w:r>
        <w:tab/>
        <w:t>2.025e0</w:t>
      </w:r>
    </w:p>
    <w:p w14:paraId="55152301" w14:textId="77777777" w:rsidR="00810015" w:rsidRDefault="00810015" w:rsidP="00810015">
      <w:r>
        <w:t>300.6402</w:t>
      </w:r>
      <w:r>
        <w:tab/>
        <w:t>1.367e1</w:t>
      </w:r>
    </w:p>
    <w:p w14:paraId="26ECB3FB" w14:textId="77777777" w:rsidR="00810015" w:rsidRDefault="00810015" w:rsidP="00810015">
      <w:r>
        <w:t>300.6418</w:t>
      </w:r>
      <w:r>
        <w:tab/>
        <w:t>1.048e1</w:t>
      </w:r>
    </w:p>
    <w:p w14:paraId="61C17D1F" w14:textId="77777777" w:rsidR="00810015" w:rsidRDefault="00810015" w:rsidP="00810015">
      <w:r>
        <w:t>300.6689</w:t>
      </w:r>
      <w:r>
        <w:tab/>
        <w:t>8.037e0</w:t>
      </w:r>
    </w:p>
    <w:p w14:paraId="56E9FF67" w14:textId="77777777" w:rsidR="00810015" w:rsidRDefault="00810015" w:rsidP="00810015">
      <w:r>
        <w:t>300.6718</w:t>
      </w:r>
      <w:r>
        <w:tab/>
        <w:t>9.671e0</w:t>
      </w:r>
    </w:p>
    <w:p w14:paraId="69F7F6E5" w14:textId="77777777" w:rsidR="00810015" w:rsidRDefault="00810015" w:rsidP="00810015">
      <w:r>
        <w:t>300.6780</w:t>
      </w:r>
      <w:r>
        <w:tab/>
        <w:t>2.025e0</w:t>
      </w:r>
    </w:p>
    <w:p w14:paraId="68C79F48" w14:textId="77777777" w:rsidR="00810015" w:rsidRDefault="00810015" w:rsidP="00810015">
      <w:r>
        <w:t>300.6909</w:t>
      </w:r>
      <w:r>
        <w:tab/>
        <w:t>5.063e0</w:t>
      </w:r>
    </w:p>
    <w:p w14:paraId="4D36832B" w14:textId="77777777" w:rsidR="00810015" w:rsidRDefault="00810015" w:rsidP="00810015">
      <w:r>
        <w:t>300.7123</w:t>
      </w:r>
      <w:r>
        <w:tab/>
        <w:t>4.103e0</w:t>
      </w:r>
    </w:p>
    <w:p w14:paraId="3F52E5AF" w14:textId="77777777" w:rsidR="00810015" w:rsidRDefault="00810015" w:rsidP="00810015">
      <w:r>
        <w:t>300.7180</w:t>
      </w:r>
      <w:r>
        <w:tab/>
        <w:t>4.051e0</w:t>
      </w:r>
    </w:p>
    <w:p w14:paraId="6A4234FA" w14:textId="77777777" w:rsidR="00810015" w:rsidRDefault="00810015" w:rsidP="00810015">
      <w:r>
        <w:t>300.7245</w:t>
      </w:r>
      <w:r>
        <w:tab/>
        <w:t>8.933e0</w:t>
      </w:r>
    </w:p>
    <w:p w14:paraId="08F742D3" w14:textId="77777777" w:rsidR="00810015" w:rsidRDefault="00810015" w:rsidP="00810015">
      <w:r>
        <w:t>300.7334</w:t>
      </w:r>
      <w:r>
        <w:tab/>
        <w:t>1.013e1</w:t>
      </w:r>
    </w:p>
    <w:p w14:paraId="10CB50A1" w14:textId="77777777" w:rsidR="00810015" w:rsidRDefault="00810015" w:rsidP="00810015">
      <w:r>
        <w:t>300.7528</w:t>
      </w:r>
      <w:r>
        <w:tab/>
        <w:t>2.414e0</w:t>
      </w:r>
    </w:p>
    <w:p w14:paraId="62E0D7E6" w14:textId="77777777" w:rsidR="00810015" w:rsidRDefault="00810015" w:rsidP="00810015">
      <w:r>
        <w:t>300.7813</w:t>
      </w:r>
      <w:r>
        <w:tab/>
        <w:t>3.662e0</w:t>
      </w:r>
    </w:p>
    <w:p w14:paraId="66C78139" w14:textId="77777777" w:rsidR="00810015" w:rsidRDefault="00810015" w:rsidP="00810015">
      <w:r>
        <w:t>300.7951</w:t>
      </w:r>
      <w:r>
        <w:tab/>
        <w:t>9.114e0</w:t>
      </w:r>
    </w:p>
    <w:p w14:paraId="0EB54C6A" w14:textId="77777777" w:rsidR="00810015" w:rsidRDefault="00810015" w:rsidP="00810015">
      <w:r>
        <w:t>300.8059</w:t>
      </w:r>
      <w:r>
        <w:tab/>
        <w:t>3.038e0</w:t>
      </w:r>
    </w:p>
    <w:p w14:paraId="5C4136C7" w14:textId="77777777" w:rsidR="00810015" w:rsidRDefault="00810015" w:rsidP="00810015">
      <w:r>
        <w:t>300.8377</w:t>
      </w:r>
      <w:r>
        <w:tab/>
        <w:t>8.869e0</w:t>
      </w:r>
    </w:p>
    <w:p w14:paraId="4CDF59F1" w14:textId="77777777" w:rsidR="00810015" w:rsidRDefault="00810015" w:rsidP="00810015">
      <w:r>
        <w:t>300.8568</w:t>
      </w:r>
      <w:r>
        <w:tab/>
        <w:t>8.798e0</w:t>
      </w:r>
    </w:p>
    <w:p w14:paraId="2F8A50BD" w14:textId="77777777" w:rsidR="00810015" w:rsidRDefault="00810015" w:rsidP="00810015">
      <w:r>
        <w:t>300.8642</w:t>
      </w:r>
      <w:r>
        <w:tab/>
        <w:t>4.051e0</w:t>
      </w:r>
    </w:p>
    <w:p w14:paraId="6848227F" w14:textId="77777777" w:rsidR="00810015" w:rsidRDefault="00810015" w:rsidP="00810015">
      <w:r>
        <w:t>300.8769</w:t>
      </w:r>
      <w:r>
        <w:tab/>
        <w:t>1.013e0</w:t>
      </w:r>
    </w:p>
    <w:p w14:paraId="3260590D" w14:textId="77777777" w:rsidR="00810015" w:rsidRDefault="00810015" w:rsidP="00810015">
      <w:r>
        <w:t>300.8853</w:t>
      </w:r>
      <w:r>
        <w:tab/>
        <w:t>7.350e0</w:t>
      </w:r>
    </w:p>
    <w:p w14:paraId="35450551" w14:textId="77777777" w:rsidR="00810015" w:rsidRDefault="00810015" w:rsidP="00810015">
      <w:r>
        <w:t>300.8890</w:t>
      </w:r>
      <w:r>
        <w:tab/>
        <w:t>1.215e1</w:t>
      </w:r>
    </w:p>
    <w:p w14:paraId="33E9B3BE" w14:textId="77777777" w:rsidR="00810015" w:rsidRDefault="00810015" w:rsidP="00810015">
      <w:r>
        <w:t>300.9069</w:t>
      </w:r>
      <w:r>
        <w:tab/>
        <w:t>1.013e1</w:t>
      </w:r>
    </w:p>
    <w:p w14:paraId="27A14628" w14:textId="77777777" w:rsidR="00810015" w:rsidRDefault="00810015" w:rsidP="00810015">
      <w:r>
        <w:t>300.9130</w:t>
      </w:r>
      <w:r>
        <w:tab/>
        <w:t>4.169e0</w:t>
      </w:r>
    </w:p>
    <w:p w14:paraId="710D46F8" w14:textId="77777777" w:rsidR="00810015" w:rsidRDefault="00810015" w:rsidP="00810015">
      <w:r>
        <w:t>300.9270</w:t>
      </w:r>
      <w:r>
        <w:tab/>
        <w:t>4.051e0</w:t>
      </w:r>
    </w:p>
    <w:p w14:paraId="25687B27" w14:textId="77777777" w:rsidR="00810015" w:rsidRDefault="00810015" w:rsidP="00810015">
      <w:r>
        <w:t>300.9535</w:t>
      </w:r>
      <w:r>
        <w:tab/>
        <w:t>1.013e0</w:t>
      </w:r>
    </w:p>
    <w:p w14:paraId="34493FBD" w14:textId="77777777" w:rsidR="00810015" w:rsidRDefault="00810015" w:rsidP="00810015">
      <w:r>
        <w:t>300.9558</w:t>
      </w:r>
      <w:r>
        <w:tab/>
        <w:t>7.216e0</w:t>
      </w:r>
    </w:p>
    <w:p w14:paraId="791F14D1" w14:textId="77777777" w:rsidR="00810015" w:rsidRDefault="00810015" w:rsidP="00810015">
      <w:r>
        <w:t>301.0316</w:t>
      </w:r>
      <w:r>
        <w:tab/>
        <w:t>1.114e1</w:t>
      </w:r>
    </w:p>
    <w:p w14:paraId="386E89FE" w14:textId="77777777" w:rsidR="00810015" w:rsidRDefault="00810015" w:rsidP="00810015">
      <w:r>
        <w:t>301.0349</w:t>
      </w:r>
      <w:r>
        <w:tab/>
        <w:t>5.791e3</w:t>
      </w:r>
    </w:p>
    <w:p w14:paraId="03B096B1" w14:textId="77777777" w:rsidR="00810015" w:rsidRDefault="00810015" w:rsidP="00810015">
      <w:r>
        <w:t>301.0372</w:t>
      </w:r>
      <w:r>
        <w:tab/>
        <w:t>5.895e2</w:t>
      </w:r>
    </w:p>
    <w:p w14:paraId="2891A75E" w14:textId="77777777" w:rsidR="00810015" w:rsidRDefault="00810015" w:rsidP="00810015">
      <w:r>
        <w:t>301.1234</w:t>
      </w:r>
      <w:r>
        <w:tab/>
        <w:t>7.078e0</w:t>
      </w:r>
    </w:p>
    <w:p w14:paraId="76CE9B49" w14:textId="77777777" w:rsidR="00810015" w:rsidRDefault="00810015" w:rsidP="00810015">
      <w:r>
        <w:t>301.1361</w:t>
      </w:r>
      <w:r>
        <w:tab/>
        <w:t>1.418e1</w:t>
      </w:r>
    </w:p>
    <w:p w14:paraId="6F282D10" w14:textId="77777777" w:rsidR="00810015" w:rsidRDefault="00810015" w:rsidP="00810015">
      <w:r>
        <w:t>301.1495</w:t>
      </w:r>
      <w:r>
        <w:tab/>
        <w:t>9.580e0</w:t>
      </w:r>
    </w:p>
    <w:p w14:paraId="7355AE3A" w14:textId="77777777" w:rsidR="00810015" w:rsidRDefault="00810015" w:rsidP="00810015">
      <w:r>
        <w:t>301.1566</w:t>
      </w:r>
      <w:r>
        <w:tab/>
        <w:t>6.670e0</w:t>
      </w:r>
    </w:p>
    <w:p w14:paraId="3909EB2B" w14:textId="77777777" w:rsidR="00810015" w:rsidRDefault="00810015" w:rsidP="00810015">
      <w:r>
        <w:t>301.1589</w:t>
      </w:r>
      <w:r>
        <w:tab/>
        <w:t>1.515e1</w:t>
      </w:r>
    </w:p>
    <w:p w14:paraId="4C8FB373" w14:textId="77777777" w:rsidR="00810015" w:rsidRDefault="00810015" w:rsidP="00810015">
      <w:r>
        <w:t>301.1849</w:t>
      </w:r>
      <w:r>
        <w:tab/>
        <w:t>1.258e1</w:t>
      </w:r>
    </w:p>
    <w:p w14:paraId="3FE43305" w14:textId="77777777" w:rsidR="00810015" w:rsidRDefault="00810015" w:rsidP="00810015">
      <w:r>
        <w:t>301.2035</w:t>
      </w:r>
      <w:r>
        <w:tab/>
        <w:t>2.025e0</w:t>
      </w:r>
    </w:p>
    <w:p w14:paraId="30862467" w14:textId="77777777" w:rsidR="00810015" w:rsidRDefault="00810015" w:rsidP="00810015">
      <w:r>
        <w:t>301.2112</w:t>
      </w:r>
      <w:r>
        <w:tab/>
        <w:t>2.814e1</w:t>
      </w:r>
    </w:p>
    <w:p w14:paraId="252F583D" w14:textId="77777777" w:rsidR="00810015" w:rsidRDefault="00810015" w:rsidP="00810015">
      <w:r>
        <w:t>301.2163</w:t>
      </w:r>
      <w:r>
        <w:tab/>
        <w:t>8.056e0</w:t>
      </w:r>
    </w:p>
    <w:p w14:paraId="2458E751" w14:textId="77777777" w:rsidR="00810015" w:rsidRDefault="00810015" w:rsidP="00810015">
      <w:r>
        <w:t>301.2307</w:t>
      </w:r>
      <w:r>
        <w:tab/>
        <w:t>4.212e1</w:t>
      </w:r>
    </w:p>
    <w:p w14:paraId="01AEC906" w14:textId="77777777" w:rsidR="00810015" w:rsidRDefault="00810015" w:rsidP="00810015">
      <w:r>
        <w:t>301.2441</w:t>
      </w:r>
      <w:r>
        <w:tab/>
        <w:t>1.166e2</w:t>
      </w:r>
    </w:p>
    <w:p w14:paraId="2962A04E" w14:textId="77777777" w:rsidR="00810015" w:rsidRDefault="00810015" w:rsidP="00810015">
      <w:r>
        <w:t>301.2493</w:t>
      </w:r>
      <w:r>
        <w:tab/>
        <w:t>4.051e0</w:t>
      </w:r>
    </w:p>
    <w:p w14:paraId="47ACA1DC" w14:textId="77777777" w:rsidR="00810015" w:rsidRDefault="00810015" w:rsidP="00810015">
      <w:r>
        <w:t>301.2767</w:t>
      </w:r>
      <w:r>
        <w:tab/>
        <w:t>1.013e0</w:t>
      </w:r>
    </w:p>
    <w:p w14:paraId="44CA5761" w14:textId="77777777" w:rsidR="00810015" w:rsidRDefault="00810015" w:rsidP="00810015">
      <w:r>
        <w:t>301.3002</w:t>
      </w:r>
      <w:r>
        <w:tab/>
        <w:t>1.368e1</w:t>
      </w:r>
    </w:p>
    <w:p w14:paraId="2186F1A4" w14:textId="77777777" w:rsidR="00810015" w:rsidRDefault="00810015" w:rsidP="00810015">
      <w:r>
        <w:t>301.3077</w:t>
      </w:r>
      <w:r>
        <w:tab/>
        <w:t>5.063e0</w:t>
      </w:r>
    </w:p>
    <w:p w14:paraId="50F0EC68" w14:textId="77777777" w:rsidR="00810015" w:rsidRDefault="00810015" w:rsidP="00810015">
      <w:r>
        <w:t>301.3091</w:t>
      </w:r>
      <w:r>
        <w:tab/>
        <w:t>2.025e0</w:t>
      </w:r>
    </w:p>
    <w:p w14:paraId="45AA24BA" w14:textId="77777777" w:rsidR="00810015" w:rsidRDefault="00810015" w:rsidP="00810015">
      <w:r>
        <w:t>301.3146</w:t>
      </w:r>
      <w:r>
        <w:tab/>
        <w:t>3.038e0</w:t>
      </w:r>
    </w:p>
    <w:p w14:paraId="2B4FD055" w14:textId="77777777" w:rsidR="00810015" w:rsidRDefault="00810015" w:rsidP="00810015">
      <w:r>
        <w:t>301.3430</w:t>
      </w:r>
      <w:r>
        <w:tab/>
        <w:t>2.025e0</w:t>
      </w:r>
    </w:p>
    <w:p w14:paraId="2FF821C6" w14:textId="77777777" w:rsidR="00810015" w:rsidRDefault="00810015" w:rsidP="00810015">
      <w:r>
        <w:t>301.3474</w:t>
      </w:r>
      <w:r>
        <w:tab/>
        <w:t>6.350e0</w:t>
      </w:r>
    </w:p>
    <w:p w14:paraId="5D347B0D" w14:textId="77777777" w:rsidR="00810015" w:rsidRDefault="00810015" w:rsidP="00810015">
      <w:r>
        <w:t>301.3488</w:t>
      </w:r>
      <w:r>
        <w:tab/>
        <w:t>4.325e0</w:t>
      </w:r>
    </w:p>
    <w:p w14:paraId="41617E8F" w14:textId="77777777" w:rsidR="00810015" w:rsidRDefault="00810015" w:rsidP="00810015">
      <w:r>
        <w:t>301.3520</w:t>
      </w:r>
      <w:r>
        <w:tab/>
        <w:t>5.063e0</w:t>
      </w:r>
    </w:p>
    <w:p w14:paraId="54410FCF" w14:textId="77777777" w:rsidR="00810015" w:rsidRDefault="00810015" w:rsidP="00810015">
      <w:r>
        <w:t>301.3788</w:t>
      </w:r>
      <w:r>
        <w:tab/>
        <w:t>2.025e0</w:t>
      </w:r>
    </w:p>
    <w:p w14:paraId="5F086C90" w14:textId="77777777" w:rsidR="00810015" w:rsidRDefault="00810015" w:rsidP="00810015">
      <w:r>
        <w:t>301.3943</w:t>
      </w:r>
      <w:r>
        <w:tab/>
        <w:t>3.621e0</w:t>
      </w:r>
    </w:p>
    <w:p w14:paraId="6139AD86" w14:textId="77777777" w:rsidR="00810015" w:rsidRDefault="00810015" w:rsidP="00810015">
      <w:r>
        <w:t>301.3971</w:t>
      </w:r>
      <w:r>
        <w:tab/>
        <w:t>7.089e0</w:t>
      </w:r>
    </w:p>
    <w:p w14:paraId="7CC2C604" w14:textId="77777777" w:rsidR="00810015" w:rsidRDefault="00810015" w:rsidP="00810015">
      <w:r>
        <w:t>301.4349</w:t>
      </w:r>
      <w:r>
        <w:tab/>
        <w:t>1.114e1</w:t>
      </w:r>
    </w:p>
    <w:p w14:paraId="57338D93" w14:textId="77777777" w:rsidR="00810015" w:rsidRDefault="00810015" w:rsidP="00810015">
      <w:r>
        <w:t>301.4366</w:t>
      </w:r>
      <w:r>
        <w:tab/>
        <w:t>1.013e1</w:t>
      </w:r>
    </w:p>
    <w:p w14:paraId="6FCB1FA2" w14:textId="77777777" w:rsidR="00810015" w:rsidRDefault="00810015" w:rsidP="00810015">
      <w:r>
        <w:t>301.4508</w:t>
      </w:r>
      <w:r>
        <w:tab/>
        <w:t>7.533e0</w:t>
      </w:r>
    </w:p>
    <w:p w14:paraId="5E8984E2" w14:textId="77777777" w:rsidR="00810015" w:rsidRDefault="00810015" w:rsidP="00810015">
      <w:r>
        <w:t>301.4725</w:t>
      </w:r>
      <w:r>
        <w:tab/>
        <w:t>8.101e0</w:t>
      </w:r>
    </w:p>
    <w:p w14:paraId="5CBBB5D4" w14:textId="77777777" w:rsidR="00810015" w:rsidRDefault="00810015" w:rsidP="00810015">
      <w:r>
        <w:t>301.5064</w:t>
      </w:r>
      <w:r>
        <w:tab/>
        <w:t>1.417e1</w:t>
      </w:r>
    </w:p>
    <w:p w14:paraId="283B7D27" w14:textId="77777777" w:rsidR="00810015" w:rsidRDefault="00810015" w:rsidP="00810015">
      <w:r>
        <w:t>301.5191</w:t>
      </w:r>
      <w:r>
        <w:tab/>
        <w:t>5.554e0</w:t>
      </w:r>
    </w:p>
    <w:p w14:paraId="0D3D13AB" w14:textId="77777777" w:rsidR="00810015" w:rsidRDefault="00810015" w:rsidP="00810015">
      <w:r>
        <w:t>301.5240</w:t>
      </w:r>
      <w:r>
        <w:tab/>
        <w:t>1.519e1</w:t>
      </w:r>
    </w:p>
    <w:p w14:paraId="7B283A12" w14:textId="77777777" w:rsidR="00810015" w:rsidRDefault="00810015" w:rsidP="00810015">
      <w:r>
        <w:t>301.5285</w:t>
      </w:r>
      <w:r>
        <w:tab/>
        <w:t>3.308e0</w:t>
      </w:r>
    </w:p>
    <w:p w14:paraId="5148B229" w14:textId="77777777" w:rsidR="00810015" w:rsidRDefault="00810015" w:rsidP="00810015">
      <w:r>
        <w:t>301.5582</w:t>
      </w:r>
      <w:r>
        <w:tab/>
        <w:t>9.114e0</w:t>
      </w:r>
    </w:p>
    <w:p w14:paraId="6CE79ED7" w14:textId="77777777" w:rsidR="00810015" w:rsidRDefault="00810015" w:rsidP="00810015">
      <w:r>
        <w:t>301.5638</w:t>
      </w:r>
      <w:r>
        <w:tab/>
        <w:t>9.920e0</w:t>
      </w:r>
    </w:p>
    <w:p w14:paraId="0CC5970B" w14:textId="77777777" w:rsidR="00810015" w:rsidRDefault="00810015" w:rsidP="00810015">
      <w:r>
        <w:t>301.5977</w:t>
      </w:r>
      <w:r>
        <w:tab/>
        <w:t>3.407e1</w:t>
      </w:r>
    </w:p>
    <w:p w14:paraId="13403B12" w14:textId="77777777" w:rsidR="00810015" w:rsidRDefault="00810015" w:rsidP="00810015">
      <w:r>
        <w:t>301.6167</w:t>
      </w:r>
      <w:r>
        <w:tab/>
        <w:t>6.303e0</w:t>
      </w:r>
    </w:p>
    <w:p w14:paraId="2226CC40" w14:textId="77777777" w:rsidR="00810015" w:rsidRDefault="00810015" w:rsidP="00810015">
      <w:r>
        <w:t>301.6332</w:t>
      </w:r>
      <w:r>
        <w:tab/>
        <w:t>1.013e0</w:t>
      </w:r>
    </w:p>
    <w:p w14:paraId="45767B42" w14:textId="77777777" w:rsidR="00810015" w:rsidRDefault="00810015" w:rsidP="00810015">
      <w:r>
        <w:t>301.6349</w:t>
      </w:r>
      <w:r>
        <w:tab/>
        <w:t>6.787e0</w:t>
      </w:r>
    </w:p>
    <w:p w14:paraId="6D635BCE" w14:textId="77777777" w:rsidR="00810015" w:rsidRDefault="00810015" w:rsidP="00810015">
      <w:r>
        <w:t>301.6534</w:t>
      </w:r>
      <w:r>
        <w:tab/>
        <w:t>9.114e0</w:t>
      </w:r>
    </w:p>
    <w:p w14:paraId="17C5DCF5" w14:textId="77777777" w:rsidR="00810015" w:rsidRDefault="00810015" w:rsidP="00810015">
      <w:r>
        <w:t>301.6643</w:t>
      </w:r>
      <w:r>
        <w:tab/>
        <w:t>3.843e0</w:t>
      </w:r>
    </w:p>
    <w:p w14:paraId="1CBA64DE" w14:textId="77777777" w:rsidR="00810015" w:rsidRDefault="00810015" w:rsidP="00810015">
      <w:r>
        <w:t>301.6756</w:t>
      </w:r>
      <w:r>
        <w:tab/>
        <w:t>5.365e0</w:t>
      </w:r>
    </w:p>
    <w:p w14:paraId="35BC6587" w14:textId="77777777" w:rsidR="00810015" w:rsidRDefault="00810015" w:rsidP="00810015">
      <w:r>
        <w:t>301.6871</w:t>
      </w:r>
      <w:r>
        <w:tab/>
        <w:t>1.418e1</w:t>
      </w:r>
    </w:p>
    <w:p w14:paraId="178FAD75" w14:textId="77777777" w:rsidR="00810015" w:rsidRDefault="00810015" w:rsidP="00810015">
      <w:r>
        <w:t>301.7014</w:t>
      </w:r>
      <w:r>
        <w:tab/>
        <w:t>2.025e0</w:t>
      </w:r>
    </w:p>
    <w:p w14:paraId="7DFE2AEE" w14:textId="77777777" w:rsidR="00810015" w:rsidRDefault="00810015" w:rsidP="00810015">
      <w:r>
        <w:t>301.7078</w:t>
      </w:r>
      <w:r>
        <w:tab/>
        <w:t>3.038e0</w:t>
      </w:r>
    </w:p>
    <w:p w14:paraId="1AC1ECF7" w14:textId="77777777" w:rsidR="00810015" w:rsidRDefault="00810015" w:rsidP="00810015">
      <w:r>
        <w:t>301.7155</w:t>
      </w:r>
      <w:r>
        <w:tab/>
        <w:t>1.013e0</w:t>
      </w:r>
    </w:p>
    <w:p w14:paraId="1CAC86FD" w14:textId="77777777" w:rsidR="00810015" w:rsidRDefault="00810015" w:rsidP="00810015">
      <w:r>
        <w:t>301.7527</w:t>
      </w:r>
      <w:r>
        <w:tab/>
        <w:t>6.785e0</w:t>
      </w:r>
    </w:p>
    <w:p w14:paraId="21C367C9" w14:textId="77777777" w:rsidR="00810015" w:rsidRDefault="00810015" w:rsidP="00810015">
      <w:r>
        <w:t>301.7561</w:t>
      </w:r>
      <w:r>
        <w:tab/>
        <w:t>7.094e0</w:t>
      </w:r>
    </w:p>
    <w:p w14:paraId="6071559F" w14:textId="77777777" w:rsidR="00810015" w:rsidRDefault="00810015" w:rsidP="00810015">
      <w:r>
        <w:t>301.7628</w:t>
      </w:r>
      <w:r>
        <w:tab/>
        <w:t>5.063e0</w:t>
      </w:r>
    </w:p>
    <w:p w14:paraId="76EE992A" w14:textId="77777777" w:rsidR="00810015" w:rsidRDefault="00810015" w:rsidP="00810015">
      <w:r>
        <w:t>301.7686</w:t>
      </w:r>
      <w:r>
        <w:tab/>
        <w:t>1.749e1</w:t>
      </w:r>
    </w:p>
    <w:p w14:paraId="3A76C962" w14:textId="77777777" w:rsidR="00810015" w:rsidRDefault="00810015" w:rsidP="00810015">
      <w:r>
        <w:t>301.7961</w:t>
      </w:r>
      <w:r>
        <w:tab/>
        <w:t>1.084e1</w:t>
      </w:r>
    </w:p>
    <w:p w14:paraId="7A188871" w14:textId="77777777" w:rsidR="00810015" w:rsidRDefault="00810015" w:rsidP="00810015">
      <w:r>
        <w:t>301.8029</w:t>
      </w:r>
      <w:r>
        <w:tab/>
        <w:t>4.051e0</w:t>
      </w:r>
    </w:p>
    <w:p w14:paraId="1A376112" w14:textId="77777777" w:rsidR="00810015" w:rsidRDefault="00810015" w:rsidP="00810015">
      <w:r>
        <w:t>301.8077</w:t>
      </w:r>
      <w:r>
        <w:tab/>
        <w:t>3.038e0</w:t>
      </w:r>
    </w:p>
    <w:p w14:paraId="5993B97E" w14:textId="77777777" w:rsidR="00810015" w:rsidRDefault="00810015" w:rsidP="00810015">
      <w:r>
        <w:t>301.8475</w:t>
      </w:r>
      <w:r>
        <w:tab/>
        <w:t>1.204e1</w:t>
      </w:r>
    </w:p>
    <w:p w14:paraId="133FFB55" w14:textId="77777777" w:rsidR="00810015" w:rsidRDefault="00810015" w:rsidP="00810015">
      <w:r>
        <w:t>301.8492</w:t>
      </w:r>
      <w:r>
        <w:tab/>
        <w:t>3.038e0</w:t>
      </w:r>
    </w:p>
    <w:p w14:paraId="18999637" w14:textId="77777777" w:rsidR="00810015" w:rsidRDefault="00810015" w:rsidP="00810015">
      <w:r>
        <w:t>301.8544</w:t>
      </w:r>
      <w:r>
        <w:tab/>
        <w:t>9.114e0</w:t>
      </w:r>
    </w:p>
    <w:p w14:paraId="57248782" w14:textId="77777777" w:rsidR="00810015" w:rsidRDefault="00810015" w:rsidP="00810015">
      <w:r>
        <w:t>301.8753</w:t>
      </w:r>
      <w:r>
        <w:tab/>
        <w:t>8.454e0</w:t>
      </w:r>
    </w:p>
    <w:p w14:paraId="2F6F63AA" w14:textId="77777777" w:rsidR="00810015" w:rsidRDefault="00810015" w:rsidP="00810015">
      <w:r>
        <w:t>301.8841</w:t>
      </w:r>
      <w:r>
        <w:tab/>
        <w:t>4.051e0</w:t>
      </w:r>
    </w:p>
    <w:p w14:paraId="5F4F37A3" w14:textId="77777777" w:rsidR="00810015" w:rsidRDefault="00810015" w:rsidP="00810015">
      <w:r>
        <w:t>301.8885</w:t>
      </w:r>
      <w:r>
        <w:tab/>
        <w:t>3.038e0</w:t>
      </w:r>
    </w:p>
    <w:p w14:paraId="7D1661F8" w14:textId="77777777" w:rsidR="00810015" w:rsidRDefault="00810015" w:rsidP="00810015">
      <w:r>
        <w:t>301.9063</w:t>
      </w:r>
      <w:r>
        <w:tab/>
        <w:t>3.038e0</w:t>
      </w:r>
    </w:p>
    <w:p w14:paraId="5EB96DAA" w14:textId="77777777" w:rsidR="00810015" w:rsidRDefault="00810015" w:rsidP="00810015">
      <w:r>
        <w:t>301.9186</w:t>
      </w:r>
      <w:r>
        <w:tab/>
        <w:t>1.013e0</w:t>
      </w:r>
    </w:p>
    <w:p w14:paraId="0AB0F54B" w14:textId="77777777" w:rsidR="00810015" w:rsidRDefault="00810015" w:rsidP="00810015">
      <w:r>
        <w:t>301.9307</w:t>
      </w:r>
      <w:r>
        <w:tab/>
        <w:t>5.063e0</w:t>
      </w:r>
    </w:p>
    <w:p w14:paraId="41BEEC41" w14:textId="77777777" w:rsidR="00810015" w:rsidRDefault="00810015" w:rsidP="00810015">
      <w:r>
        <w:t>301.9384</w:t>
      </w:r>
      <w:r>
        <w:tab/>
        <w:t>7.417e0</w:t>
      </w:r>
    </w:p>
    <w:p w14:paraId="547A4152" w14:textId="77777777" w:rsidR="00810015" w:rsidRDefault="00810015" w:rsidP="00810015">
      <w:r>
        <w:t>301.9421</w:t>
      </w:r>
      <w:r>
        <w:tab/>
        <w:t>1.013e1</w:t>
      </w:r>
    </w:p>
    <w:p w14:paraId="7128BA1B" w14:textId="77777777" w:rsidR="00810015" w:rsidRDefault="00810015" w:rsidP="00810015">
      <w:r>
        <w:t>301.9710</w:t>
      </w:r>
      <w:r>
        <w:tab/>
        <w:t>3.038e0</w:t>
      </w:r>
    </w:p>
    <w:p w14:paraId="42789D69" w14:textId="77777777" w:rsidR="00810015" w:rsidRDefault="00810015" w:rsidP="00810015">
      <w:r>
        <w:t>301.9720</w:t>
      </w:r>
      <w:r>
        <w:tab/>
        <w:t>5.828e0</w:t>
      </w:r>
    </w:p>
    <w:p w14:paraId="283BABDF" w14:textId="77777777" w:rsidR="00810015" w:rsidRDefault="00810015" w:rsidP="00810015">
      <w:r>
        <w:t>301.9807</w:t>
      </w:r>
      <w:r>
        <w:tab/>
        <w:t>3.038e0</w:t>
      </w:r>
    </w:p>
    <w:p w14:paraId="143D64FA" w14:textId="77777777" w:rsidR="00810015" w:rsidRDefault="00810015" w:rsidP="00810015">
      <w:r>
        <w:t>301.9835</w:t>
      </w:r>
      <w:r>
        <w:tab/>
        <w:t>1.215e1</w:t>
      </w:r>
    </w:p>
    <w:p w14:paraId="125791EE" w14:textId="77777777" w:rsidR="00810015" w:rsidRDefault="00810015" w:rsidP="00810015">
      <w:r>
        <w:t>302.0318</w:t>
      </w:r>
      <w:r>
        <w:tab/>
        <w:t>1.115e1</w:t>
      </w:r>
    </w:p>
    <w:p w14:paraId="44861966" w14:textId="77777777" w:rsidR="00810015" w:rsidRDefault="00810015" w:rsidP="00810015">
      <w:r>
        <w:t>302.0400</w:t>
      </w:r>
      <w:r>
        <w:tab/>
        <w:t>7.427e2</w:t>
      </w:r>
    </w:p>
    <w:p w14:paraId="678931E6" w14:textId="77777777" w:rsidR="00810015" w:rsidRDefault="00810015" w:rsidP="00810015">
      <w:r>
        <w:t>302.0411</w:t>
      </w:r>
      <w:r>
        <w:tab/>
        <w:t>3.856e2</w:t>
      </w:r>
    </w:p>
    <w:p w14:paraId="154C2836" w14:textId="77777777" w:rsidR="00810015" w:rsidRDefault="00810015" w:rsidP="00810015">
      <w:r>
        <w:t>302.0427</w:t>
      </w:r>
      <w:r>
        <w:tab/>
        <w:t>1.033e2</w:t>
      </w:r>
    </w:p>
    <w:p w14:paraId="25AF696C" w14:textId="77777777" w:rsidR="00810015" w:rsidRDefault="00810015" w:rsidP="00810015">
      <w:r>
        <w:t>302.1200</w:t>
      </w:r>
      <w:r>
        <w:tab/>
        <w:t>3.038e0</w:t>
      </w:r>
    </w:p>
    <w:p w14:paraId="556C2ADA" w14:textId="77777777" w:rsidR="00810015" w:rsidRDefault="00810015" w:rsidP="00810015">
      <w:r>
        <w:t>302.1260</w:t>
      </w:r>
      <w:r>
        <w:tab/>
        <w:t>1.013e1</w:t>
      </w:r>
    </w:p>
    <w:p w14:paraId="31B4C623" w14:textId="77777777" w:rsidR="00810015" w:rsidRDefault="00810015" w:rsidP="00810015">
      <w:r>
        <w:t>302.1496</w:t>
      </w:r>
      <w:r>
        <w:tab/>
        <w:t>2.025e0</w:t>
      </w:r>
    </w:p>
    <w:p w14:paraId="7F21F77D" w14:textId="77777777" w:rsidR="00810015" w:rsidRDefault="00810015" w:rsidP="00810015">
      <w:r>
        <w:t>302.1692</w:t>
      </w:r>
      <w:r>
        <w:tab/>
        <w:t>4.252e0</w:t>
      </w:r>
    </w:p>
    <w:p w14:paraId="55208140" w14:textId="77777777" w:rsidR="00810015" w:rsidRDefault="00810015" w:rsidP="00810015">
      <w:r>
        <w:t>302.1750</w:t>
      </w:r>
      <w:r>
        <w:tab/>
        <w:t>3.038e0</w:t>
      </w:r>
    </w:p>
    <w:p w14:paraId="5B0B646B" w14:textId="77777777" w:rsidR="00810015" w:rsidRDefault="00810015" w:rsidP="00810015">
      <w:r>
        <w:t>302.1761</w:t>
      </w:r>
      <w:r>
        <w:tab/>
        <w:t>4.051e0</w:t>
      </w:r>
    </w:p>
    <w:p w14:paraId="5F18337D" w14:textId="77777777" w:rsidR="00810015" w:rsidRDefault="00810015" w:rsidP="00810015">
      <w:r>
        <w:t>302.1804</w:t>
      </w:r>
      <w:r>
        <w:tab/>
        <w:t>2.743e0</w:t>
      </w:r>
    </w:p>
    <w:p w14:paraId="3E7C1B5A" w14:textId="77777777" w:rsidR="00810015" w:rsidRDefault="00810015" w:rsidP="00810015">
      <w:r>
        <w:t>302.1918</w:t>
      </w:r>
      <w:r>
        <w:tab/>
        <w:t>3.038e0</w:t>
      </w:r>
    </w:p>
    <w:p w14:paraId="3A321679" w14:textId="77777777" w:rsidR="00810015" w:rsidRDefault="00810015" w:rsidP="00810015">
      <w:r>
        <w:t>302.2014</w:t>
      </w:r>
      <w:r>
        <w:tab/>
        <w:t>4.862e0</w:t>
      </w:r>
    </w:p>
    <w:p w14:paraId="2E950470" w14:textId="77777777" w:rsidR="00810015" w:rsidRDefault="00810015" w:rsidP="00810015">
      <w:r>
        <w:t>302.2138</w:t>
      </w:r>
      <w:r>
        <w:tab/>
        <w:t>1.758e0</w:t>
      </w:r>
    </w:p>
    <w:p w14:paraId="25D8066B" w14:textId="77777777" w:rsidR="00810015" w:rsidRDefault="00810015" w:rsidP="00810015">
      <w:r>
        <w:t>302.2234</w:t>
      </w:r>
      <w:r>
        <w:tab/>
        <w:t>1.013e0</w:t>
      </w:r>
    </w:p>
    <w:p w14:paraId="6B7B0684" w14:textId="77777777" w:rsidR="00810015" w:rsidRDefault="00810015" w:rsidP="00810015">
      <w:r>
        <w:t>302.2397</w:t>
      </w:r>
      <w:r>
        <w:tab/>
        <w:t>8.101e0</w:t>
      </w:r>
    </w:p>
    <w:p w14:paraId="69B5F960" w14:textId="77777777" w:rsidR="00810015" w:rsidRDefault="00810015" w:rsidP="00810015">
      <w:r>
        <w:t>302.2496</w:t>
      </w:r>
      <w:r>
        <w:tab/>
        <w:t>1.865e0</w:t>
      </w:r>
    </w:p>
    <w:p w14:paraId="052CC8CC" w14:textId="77777777" w:rsidR="00810015" w:rsidRDefault="00810015" w:rsidP="00810015">
      <w:r>
        <w:t>302.2525</w:t>
      </w:r>
      <w:r>
        <w:tab/>
        <w:t>4.844e0</w:t>
      </w:r>
    </w:p>
    <w:p w14:paraId="221FE352" w14:textId="77777777" w:rsidR="00810015" w:rsidRDefault="00810015" w:rsidP="00810015">
      <w:r>
        <w:t>302.2592</w:t>
      </w:r>
      <w:r>
        <w:tab/>
        <w:t>1.013e0</w:t>
      </w:r>
    </w:p>
    <w:p w14:paraId="3C6096E2" w14:textId="77777777" w:rsidR="00810015" w:rsidRDefault="00810015" w:rsidP="00810015">
      <w:r>
        <w:t>302.2832</w:t>
      </w:r>
      <w:r>
        <w:tab/>
        <w:t>1.013e0</w:t>
      </w:r>
    </w:p>
    <w:p w14:paraId="60892AA0" w14:textId="77777777" w:rsidR="00810015" w:rsidRDefault="00810015" w:rsidP="00810015">
      <w:r>
        <w:t>302.2896</w:t>
      </w:r>
      <w:r>
        <w:tab/>
        <w:t>3.815e0</w:t>
      </w:r>
    </w:p>
    <w:p w14:paraId="093523C1" w14:textId="77777777" w:rsidR="00810015" w:rsidRDefault="00810015" w:rsidP="00810015">
      <w:r>
        <w:t>302.2917</w:t>
      </w:r>
      <w:r>
        <w:tab/>
        <w:t>3.038e0</w:t>
      </w:r>
    </w:p>
    <w:p w14:paraId="56A95E9B" w14:textId="77777777" w:rsidR="00810015" w:rsidRDefault="00810015" w:rsidP="00810015">
      <w:r>
        <w:t>302.2971</w:t>
      </w:r>
      <w:r>
        <w:tab/>
        <w:t>2.025e0</w:t>
      </w:r>
    </w:p>
    <w:p w14:paraId="3A9F42B1" w14:textId="77777777" w:rsidR="00810015" w:rsidRDefault="00810015" w:rsidP="00810015">
      <w:r>
        <w:t>302.2994</w:t>
      </w:r>
      <w:r>
        <w:tab/>
        <w:t>3.038e0</w:t>
      </w:r>
    </w:p>
    <w:p w14:paraId="0ACE46BD" w14:textId="77777777" w:rsidR="00810015" w:rsidRDefault="00810015" w:rsidP="00810015">
      <w:r>
        <w:t>302.3197</w:t>
      </w:r>
      <w:r>
        <w:tab/>
        <w:t>1.013e0</w:t>
      </w:r>
    </w:p>
    <w:p w14:paraId="267C6A3F" w14:textId="77777777" w:rsidR="00810015" w:rsidRDefault="00810015" w:rsidP="00810015">
      <w:r>
        <w:t>302.3252</w:t>
      </w:r>
      <w:r>
        <w:tab/>
        <w:t>1.013e0</w:t>
      </w:r>
    </w:p>
    <w:p w14:paraId="0E04C576" w14:textId="77777777" w:rsidR="00810015" w:rsidRDefault="00810015" w:rsidP="00810015">
      <w:r>
        <w:t>302.3305</w:t>
      </w:r>
      <w:r>
        <w:tab/>
        <w:t>3.038e0</w:t>
      </w:r>
    </w:p>
    <w:p w14:paraId="6817F9C9" w14:textId="77777777" w:rsidR="00810015" w:rsidRDefault="00810015" w:rsidP="00810015">
      <w:r>
        <w:t>302.3875</w:t>
      </w:r>
      <w:r>
        <w:tab/>
        <w:t>7.089e0</w:t>
      </w:r>
    </w:p>
    <w:p w14:paraId="7AD67D84" w14:textId="77777777" w:rsidR="00810015" w:rsidRDefault="00810015" w:rsidP="00810015">
      <w:r>
        <w:t>302.3947</w:t>
      </w:r>
      <w:r>
        <w:tab/>
        <w:t>2.025e0</w:t>
      </w:r>
    </w:p>
    <w:p w14:paraId="119A2791" w14:textId="77777777" w:rsidR="00810015" w:rsidRDefault="00810015" w:rsidP="00810015">
      <w:r>
        <w:t>302.4001</w:t>
      </w:r>
      <w:r>
        <w:tab/>
        <w:t>9.114e0</w:t>
      </w:r>
    </w:p>
    <w:p w14:paraId="61ECADD4" w14:textId="77777777" w:rsidR="00810015" w:rsidRDefault="00810015" w:rsidP="00810015">
      <w:r>
        <w:t>302.4020</w:t>
      </w:r>
      <w:r>
        <w:tab/>
        <w:t>6.076e0</w:t>
      </w:r>
    </w:p>
    <w:p w14:paraId="4FD59B25" w14:textId="77777777" w:rsidR="00810015" w:rsidRDefault="00810015" w:rsidP="00810015">
      <w:r>
        <w:t>302.4203</w:t>
      </w:r>
      <w:r>
        <w:tab/>
        <w:t>2.025e0</w:t>
      </w:r>
    </w:p>
    <w:p w14:paraId="50ADC151" w14:textId="77777777" w:rsidR="00810015" w:rsidRDefault="00810015" w:rsidP="00810015">
      <w:r>
        <w:t>302.4287</w:t>
      </w:r>
      <w:r>
        <w:tab/>
        <w:t>4.051e0</w:t>
      </w:r>
    </w:p>
    <w:p w14:paraId="34DE2954" w14:textId="77777777" w:rsidR="00810015" w:rsidRDefault="00810015" w:rsidP="00810015">
      <w:r>
        <w:t>302.4352</w:t>
      </w:r>
      <w:r>
        <w:tab/>
        <w:t>1.013e0</w:t>
      </w:r>
    </w:p>
    <w:p w14:paraId="49E43A61" w14:textId="77777777" w:rsidR="00810015" w:rsidRDefault="00810015" w:rsidP="00810015">
      <w:r>
        <w:t>302.4750</w:t>
      </w:r>
      <w:r>
        <w:tab/>
        <w:t>3.038e0</w:t>
      </w:r>
    </w:p>
    <w:p w14:paraId="53A08449" w14:textId="77777777" w:rsidR="00810015" w:rsidRDefault="00810015" w:rsidP="00810015">
      <w:r>
        <w:t>302.4765</w:t>
      </w:r>
      <w:r>
        <w:tab/>
        <w:t>3.038e0</w:t>
      </w:r>
    </w:p>
    <w:p w14:paraId="4FFFD7AF" w14:textId="77777777" w:rsidR="00810015" w:rsidRDefault="00810015" w:rsidP="00810015">
      <w:r>
        <w:t>302.4797</w:t>
      </w:r>
      <w:r>
        <w:tab/>
        <w:t>4.051e0</w:t>
      </w:r>
    </w:p>
    <w:p w14:paraId="25023562" w14:textId="77777777" w:rsidR="00810015" w:rsidRDefault="00810015" w:rsidP="00810015">
      <w:r>
        <w:t>302.4880</w:t>
      </w:r>
      <w:r>
        <w:tab/>
        <w:t>7.089e0</w:t>
      </w:r>
    </w:p>
    <w:p w14:paraId="60C6BE27" w14:textId="77777777" w:rsidR="00810015" w:rsidRDefault="00810015" w:rsidP="00810015">
      <w:r>
        <w:t>302.5007</w:t>
      </w:r>
      <w:r>
        <w:tab/>
        <w:t>4.051e0</w:t>
      </w:r>
    </w:p>
    <w:p w14:paraId="4379B7EF" w14:textId="77777777" w:rsidR="00810015" w:rsidRDefault="00810015" w:rsidP="00810015">
      <w:r>
        <w:t>302.5261</w:t>
      </w:r>
      <w:r>
        <w:tab/>
        <w:t>4.853e0</w:t>
      </w:r>
    </w:p>
    <w:p w14:paraId="2F921687" w14:textId="77777777" w:rsidR="00810015" w:rsidRDefault="00810015" w:rsidP="00810015">
      <w:r>
        <w:t>302.5345</w:t>
      </w:r>
      <w:r>
        <w:tab/>
        <w:t>2.025e0</w:t>
      </w:r>
    </w:p>
    <w:p w14:paraId="1277168E" w14:textId="77777777" w:rsidR="00810015" w:rsidRDefault="00810015" w:rsidP="00810015">
      <w:r>
        <w:t>302.5363</w:t>
      </w:r>
      <w:r>
        <w:tab/>
        <w:t>9.719e0</w:t>
      </w:r>
    </w:p>
    <w:p w14:paraId="7DA9136F" w14:textId="77777777" w:rsidR="00810015" w:rsidRDefault="00810015" w:rsidP="00810015">
      <w:r>
        <w:t>302.5492</w:t>
      </w:r>
      <w:r>
        <w:tab/>
        <w:t>5.096e0</w:t>
      </w:r>
    </w:p>
    <w:p w14:paraId="5A5B7EF6" w14:textId="77777777" w:rsidR="00810015" w:rsidRDefault="00810015" w:rsidP="00810015">
      <w:r>
        <w:t>302.5804</w:t>
      </w:r>
      <w:r>
        <w:tab/>
        <w:t>9.944e0</w:t>
      </w:r>
    </w:p>
    <w:p w14:paraId="0322841B" w14:textId="77777777" w:rsidR="00810015" w:rsidRDefault="00810015" w:rsidP="00810015">
      <w:r>
        <w:t>302.5892</w:t>
      </w:r>
      <w:r>
        <w:tab/>
        <w:t>2.025e0</w:t>
      </w:r>
    </w:p>
    <w:p w14:paraId="5E32A007" w14:textId="77777777" w:rsidR="00810015" w:rsidRDefault="00810015" w:rsidP="00810015">
      <w:r>
        <w:t>302.6095</w:t>
      </w:r>
      <w:r>
        <w:tab/>
        <w:t>6.664e0</w:t>
      </w:r>
    </w:p>
    <w:p w14:paraId="57320A6E" w14:textId="77777777" w:rsidR="00810015" w:rsidRDefault="00810015" w:rsidP="00810015">
      <w:r>
        <w:t>302.6150</w:t>
      </w:r>
      <w:r>
        <w:tab/>
        <w:t>2.025e0</w:t>
      </w:r>
    </w:p>
    <w:p w14:paraId="35C6FF4B" w14:textId="77777777" w:rsidR="00810015" w:rsidRDefault="00810015" w:rsidP="00810015">
      <w:r>
        <w:t>302.6449</w:t>
      </w:r>
      <w:r>
        <w:tab/>
        <w:t>2.025e0</w:t>
      </w:r>
    </w:p>
    <w:p w14:paraId="2E3CB837" w14:textId="77777777" w:rsidR="00810015" w:rsidRDefault="00810015" w:rsidP="00810015">
      <w:r>
        <w:t>302.6558</w:t>
      </w:r>
      <w:r>
        <w:tab/>
        <w:t>2.025e0</w:t>
      </w:r>
    </w:p>
    <w:p w14:paraId="6A73D2E5" w14:textId="77777777" w:rsidR="00810015" w:rsidRDefault="00810015" w:rsidP="00810015">
      <w:r>
        <w:t>302.6775</w:t>
      </w:r>
      <w:r>
        <w:tab/>
        <w:t>5.063e0</w:t>
      </w:r>
    </w:p>
    <w:p w14:paraId="786E8EE1" w14:textId="77777777" w:rsidR="00810015" w:rsidRDefault="00810015" w:rsidP="00810015">
      <w:r>
        <w:t>302.7223</w:t>
      </w:r>
      <w:r>
        <w:tab/>
        <w:t>8.101e0</w:t>
      </w:r>
    </w:p>
    <w:p w14:paraId="446C38F6" w14:textId="77777777" w:rsidR="00810015" w:rsidRDefault="00810015" w:rsidP="00810015">
      <w:r>
        <w:t>302.7268</w:t>
      </w:r>
      <w:r>
        <w:tab/>
        <w:t>1.013e0</w:t>
      </w:r>
    </w:p>
    <w:p w14:paraId="06D20C83" w14:textId="77777777" w:rsidR="00810015" w:rsidRDefault="00810015" w:rsidP="00810015">
      <w:r>
        <w:t>302.7303</w:t>
      </w:r>
      <w:r>
        <w:tab/>
        <w:t>9.114e0</w:t>
      </w:r>
    </w:p>
    <w:p w14:paraId="4336BA95" w14:textId="77777777" w:rsidR="00810015" w:rsidRDefault="00810015" w:rsidP="00810015">
      <w:r>
        <w:t>302.7315</w:t>
      </w:r>
      <w:r>
        <w:tab/>
        <w:t>2.025e0</w:t>
      </w:r>
    </w:p>
    <w:p w14:paraId="25A0BA6D" w14:textId="77777777" w:rsidR="00810015" w:rsidRDefault="00810015" w:rsidP="00810015">
      <w:r>
        <w:t>302.7452</w:t>
      </w:r>
      <w:r>
        <w:tab/>
        <w:t>6.076e0</w:t>
      </w:r>
    </w:p>
    <w:p w14:paraId="221CA856" w14:textId="77777777" w:rsidR="00810015" w:rsidRDefault="00810015" w:rsidP="00810015">
      <w:r>
        <w:t>302.7890</w:t>
      </w:r>
      <w:r>
        <w:tab/>
        <w:t>9.168e0</w:t>
      </w:r>
    </w:p>
    <w:p w14:paraId="4072C2AF" w14:textId="77777777" w:rsidR="00810015" w:rsidRDefault="00810015" w:rsidP="00810015">
      <w:r>
        <w:t>302.8012</w:t>
      </w:r>
      <w:r>
        <w:tab/>
        <w:t>8.384e0</w:t>
      </w:r>
    </w:p>
    <w:p w14:paraId="0DA38C71" w14:textId="77777777" w:rsidR="00810015" w:rsidRDefault="00810015" w:rsidP="00810015">
      <w:r>
        <w:t>302.8170</w:t>
      </w:r>
      <w:r>
        <w:tab/>
        <w:t>3.038e0</w:t>
      </w:r>
    </w:p>
    <w:p w14:paraId="564F8EDC" w14:textId="77777777" w:rsidR="00810015" w:rsidRDefault="00810015" w:rsidP="00810015">
      <w:r>
        <w:t>302.8568</w:t>
      </w:r>
      <w:r>
        <w:tab/>
        <w:t>3.038e0</w:t>
      </w:r>
    </w:p>
    <w:p w14:paraId="45287686" w14:textId="77777777" w:rsidR="00810015" w:rsidRDefault="00810015" w:rsidP="00810015">
      <w:r>
        <w:t>302.8582</w:t>
      </w:r>
      <w:r>
        <w:tab/>
        <w:t>4.051e0</w:t>
      </w:r>
    </w:p>
    <w:p w14:paraId="3C57BC09" w14:textId="77777777" w:rsidR="00810015" w:rsidRDefault="00810015" w:rsidP="00810015">
      <w:r>
        <w:t>302.8975</w:t>
      </w:r>
      <w:r>
        <w:tab/>
        <w:t>6.076e0</w:t>
      </w:r>
    </w:p>
    <w:p w14:paraId="0CD57872" w14:textId="77777777" w:rsidR="00810015" w:rsidRDefault="00810015" w:rsidP="00810015">
      <w:r>
        <w:t>302.9047</w:t>
      </w:r>
      <w:r>
        <w:tab/>
        <w:t>1.108e1</w:t>
      </w:r>
    </w:p>
    <w:p w14:paraId="747A525A" w14:textId="77777777" w:rsidR="00810015" w:rsidRDefault="00810015" w:rsidP="00810015">
      <w:r>
        <w:t>302.9341</w:t>
      </w:r>
      <w:r>
        <w:tab/>
        <w:t>4.051e0</w:t>
      </w:r>
    </w:p>
    <w:p w14:paraId="13B63598" w14:textId="77777777" w:rsidR="00810015" w:rsidRDefault="00810015" w:rsidP="00810015">
      <w:r>
        <w:t>302.9448</w:t>
      </w:r>
      <w:r>
        <w:tab/>
        <w:t>2.025e0</w:t>
      </w:r>
    </w:p>
    <w:p w14:paraId="5032B51A" w14:textId="77777777" w:rsidR="00810015" w:rsidRDefault="00810015" w:rsidP="00810015">
      <w:r>
        <w:t>302.9519</w:t>
      </w:r>
      <w:r>
        <w:tab/>
        <w:t>3.038e0</w:t>
      </w:r>
    </w:p>
    <w:p w14:paraId="445A78B7" w14:textId="77777777" w:rsidR="00810015" w:rsidRDefault="00810015" w:rsidP="00810015">
      <w:r>
        <w:t>302.9535</w:t>
      </w:r>
      <w:r>
        <w:tab/>
        <w:t>3.038e0</w:t>
      </w:r>
    </w:p>
    <w:p w14:paraId="5DD5EF40" w14:textId="77777777" w:rsidR="00810015" w:rsidRDefault="00810015" w:rsidP="00810015">
      <w:r>
        <w:t>302.9886</w:t>
      </w:r>
      <w:r>
        <w:tab/>
        <w:t>6.076e0</w:t>
      </w:r>
    </w:p>
    <w:p w14:paraId="7348643B" w14:textId="77777777" w:rsidR="00810015" w:rsidRDefault="00810015" w:rsidP="00810015">
      <w:r>
        <w:t>303.0287</w:t>
      </w:r>
      <w:r>
        <w:tab/>
        <w:t>4.253e1</w:t>
      </w:r>
    </w:p>
    <w:p w14:paraId="3B3A208C" w14:textId="77777777" w:rsidR="00810015" w:rsidRDefault="00810015" w:rsidP="00810015">
      <w:r>
        <w:t>303.0313</w:t>
      </w:r>
      <w:r>
        <w:tab/>
        <w:t>3.188e1</w:t>
      </w:r>
    </w:p>
    <w:p w14:paraId="3FFF711A" w14:textId="77777777" w:rsidR="00810015" w:rsidRDefault="00810015" w:rsidP="00810015">
      <w:r>
        <w:t>303.0375</w:t>
      </w:r>
      <w:r>
        <w:tab/>
        <w:t>5.941e1</w:t>
      </w:r>
    </w:p>
    <w:p w14:paraId="45A2CEE8" w14:textId="77777777" w:rsidR="00810015" w:rsidRDefault="00810015" w:rsidP="00810015">
      <w:r>
        <w:t>303.0388</w:t>
      </w:r>
      <w:r>
        <w:tab/>
        <w:t>5.135e1</w:t>
      </w:r>
    </w:p>
    <w:p w14:paraId="11E879AB" w14:textId="77777777" w:rsidR="00810015" w:rsidRDefault="00810015" w:rsidP="00810015">
      <w:r>
        <w:t>303.0434</w:t>
      </w:r>
      <w:r>
        <w:tab/>
        <w:t>6.119e1</w:t>
      </w:r>
    </w:p>
    <w:p w14:paraId="1E90515E" w14:textId="77777777" w:rsidR="00810015" w:rsidRDefault="00810015" w:rsidP="00810015">
      <w:r>
        <w:t>303.0914</w:t>
      </w:r>
      <w:r>
        <w:tab/>
        <w:t>6.241e0</w:t>
      </w:r>
    </w:p>
    <w:p w14:paraId="218E3820" w14:textId="77777777" w:rsidR="00810015" w:rsidRDefault="00810015" w:rsidP="00810015">
      <w:r>
        <w:t>303.1212</w:t>
      </w:r>
      <w:r>
        <w:tab/>
        <w:t>2.025e0</w:t>
      </w:r>
    </w:p>
    <w:p w14:paraId="680BE735" w14:textId="77777777" w:rsidR="00810015" w:rsidRDefault="00810015" w:rsidP="00810015">
      <w:r>
        <w:t>303.1321</w:t>
      </w:r>
      <w:r>
        <w:tab/>
        <w:t>6.076e0</w:t>
      </w:r>
    </w:p>
    <w:p w14:paraId="2BB1D650" w14:textId="77777777" w:rsidR="00810015" w:rsidRDefault="00810015" w:rsidP="00810015">
      <w:r>
        <w:t>303.1399</w:t>
      </w:r>
      <w:r>
        <w:tab/>
        <w:t>1.013e0</w:t>
      </w:r>
    </w:p>
    <w:p w14:paraId="607790C7" w14:textId="77777777" w:rsidR="00810015" w:rsidRDefault="00810015" w:rsidP="00810015">
      <w:r>
        <w:t>303.1627</w:t>
      </w:r>
      <w:r>
        <w:tab/>
        <w:t>4.051e0</w:t>
      </w:r>
    </w:p>
    <w:p w14:paraId="65FA1AB3" w14:textId="77777777" w:rsidR="00810015" w:rsidRDefault="00810015" w:rsidP="00810015">
      <w:r>
        <w:t>303.1761</w:t>
      </w:r>
      <w:r>
        <w:tab/>
        <w:t>3.798e0</w:t>
      </w:r>
    </w:p>
    <w:p w14:paraId="46DF4142" w14:textId="77777777" w:rsidR="00810015" w:rsidRDefault="00810015" w:rsidP="00810015">
      <w:r>
        <w:t>303.1820</w:t>
      </w:r>
      <w:r>
        <w:tab/>
        <w:t>3.454e0</w:t>
      </w:r>
    </w:p>
    <w:p w14:paraId="7DD760F5" w14:textId="77777777" w:rsidR="00810015" w:rsidRDefault="00810015" w:rsidP="00810015">
      <w:r>
        <w:t>303.1833</w:t>
      </w:r>
      <w:r>
        <w:tab/>
        <w:t>3.038e0</w:t>
      </w:r>
    </w:p>
    <w:p w14:paraId="4AAF8AFE" w14:textId="77777777" w:rsidR="00810015" w:rsidRDefault="00810015" w:rsidP="00810015">
      <w:r>
        <w:t>303.2082</w:t>
      </w:r>
      <w:r>
        <w:tab/>
        <w:t>1.983e0</w:t>
      </w:r>
    </w:p>
    <w:p w14:paraId="4B741301" w14:textId="77777777" w:rsidR="00810015" w:rsidRDefault="00810015" w:rsidP="00810015">
      <w:r>
        <w:t>303.2359</w:t>
      </w:r>
      <w:r>
        <w:tab/>
        <w:t>1.013e0</w:t>
      </w:r>
    </w:p>
    <w:p w14:paraId="3F09FA4F" w14:textId="77777777" w:rsidR="00810015" w:rsidRDefault="00810015" w:rsidP="00810015">
      <w:r>
        <w:t>303.2502</w:t>
      </w:r>
      <w:r>
        <w:tab/>
        <w:t>3.837e0</w:t>
      </w:r>
    </w:p>
    <w:p w14:paraId="7CD48695" w14:textId="77777777" w:rsidR="00810015" w:rsidRDefault="00810015" w:rsidP="00810015">
      <w:r>
        <w:t>303.2625</w:t>
      </w:r>
      <w:r>
        <w:tab/>
        <w:t>4.051e0</w:t>
      </w:r>
    </w:p>
    <w:p w14:paraId="003BF2D3" w14:textId="77777777" w:rsidR="00810015" w:rsidRDefault="00810015" w:rsidP="00810015">
      <w:r>
        <w:t>303.2698</w:t>
      </w:r>
      <w:r>
        <w:tab/>
        <w:t>2.886e0</w:t>
      </w:r>
    </w:p>
    <w:p w14:paraId="16DF4353" w14:textId="77777777" w:rsidR="00810015" w:rsidRDefault="00810015" w:rsidP="00810015">
      <w:r>
        <w:t>303.2725</w:t>
      </w:r>
      <w:r>
        <w:tab/>
        <w:t>3.038e0</w:t>
      </w:r>
    </w:p>
    <w:p w14:paraId="0E268340" w14:textId="77777777" w:rsidR="00810015" w:rsidRDefault="00810015" w:rsidP="00810015">
      <w:r>
        <w:t>303.2917</w:t>
      </w:r>
      <w:r>
        <w:tab/>
        <w:t>1.013e0</w:t>
      </w:r>
    </w:p>
    <w:p w14:paraId="7685E3A7" w14:textId="77777777" w:rsidR="00810015" w:rsidRDefault="00810015" w:rsidP="00810015">
      <w:r>
        <w:t>303.3107</w:t>
      </w:r>
      <w:r>
        <w:tab/>
        <w:t>4.676e0</w:t>
      </w:r>
    </w:p>
    <w:p w14:paraId="097B72EA" w14:textId="77777777" w:rsidR="00810015" w:rsidRDefault="00810015" w:rsidP="00810015">
      <w:r>
        <w:t>303.3165</w:t>
      </w:r>
      <w:r>
        <w:tab/>
        <w:t>2.025e0</w:t>
      </w:r>
    </w:p>
    <w:p w14:paraId="5FF4409D" w14:textId="77777777" w:rsidR="00810015" w:rsidRDefault="00810015" w:rsidP="00810015">
      <w:r>
        <w:t>303.3237</w:t>
      </w:r>
      <w:r>
        <w:tab/>
        <w:t>1.013e0</w:t>
      </w:r>
    </w:p>
    <w:p w14:paraId="385FBD6C" w14:textId="77777777" w:rsidR="00810015" w:rsidRDefault="00810015" w:rsidP="00810015">
      <w:r>
        <w:t>303.3475</w:t>
      </w:r>
      <w:r>
        <w:tab/>
        <w:t>1.013e0</w:t>
      </w:r>
    </w:p>
    <w:p w14:paraId="4BF2B1C6" w14:textId="77777777" w:rsidR="00810015" w:rsidRDefault="00810015" w:rsidP="00810015">
      <w:r>
        <w:t>303.3516</w:t>
      </w:r>
      <w:r>
        <w:tab/>
        <w:t>1.013e0</w:t>
      </w:r>
    </w:p>
    <w:p w14:paraId="389AD518" w14:textId="77777777" w:rsidR="00810015" w:rsidRDefault="00810015" w:rsidP="00810015">
      <w:r>
        <w:t>303.3546</w:t>
      </w:r>
      <w:r>
        <w:tab/>
        <w:t>5.063e0</w:t>
      </w:r>
    </w:p>
    <w:p w14:paraId="26EDBD3B" w14:textId="77777777" w:rsidR="00810015" w:rsidRDefault="00810015" w:rsidP="00810015">
      <w:r>
        <w:t>303.3708</w:t>
      </w:r>
      <w:r>
        <w:tab/>
        <w:t>3.038e0</w:t>
      </w:r>
    </w:p>
    <w:p w14:paraId="09814D2A" w14:textId="77777777" w:rsidR="00810015" w:rsidRDefault="00810015" w:rsidP="00810015">
      <w:r>
        <w:t>303.3835</w:t>
      </w:r>
      <w:r>
        <w:tab/>
        <w:t>1.013e0</w:t>
      </w:r>
    </w:p>
    <w:p w14:paraId="4079F7BC" w14:textId="77777777" w:rsidR="00810015" w:rsidRDefault="00810015" w:rsidP="00810015">
      <w:r>
        <w:t>303.3880</w:t>
      </w:r>
      <w:r>
        <w:tab/>
        <w:t>1.013e0</w:t>
      </w:r>
    </w:p>
    <w:p w14:paraId="2221B8F9" w14:textId="77777777" w:rsidR="00810015" w:rsidRDefault="00810015" w:rsidP="00810015">
      <w:r>
        <w:t>303.4005</w:t>
      </w:r>
      <w:r>
        <w:tab/>
        <w:t>4.932e0</w:t>
      </w:r>
    </w:p>
    <w:p w14:paraId="02C1DB7D" w14:textId="77777777" w:rsidR="00810015" w:rsidRDefault="00810015" w:rsidP="00810015">
      <w:r>
        <w:t>303.4114</w:t>
      </w:r>
      <w:r>
        <w:tab/>
        <w:t>1.013e0</w:t>
      </w:r>
    </w:p>
    <w:p w14:paraId="620DF245" w14:textId="77777777" w:rsidR="00810015" w:rsidRDefault="00810015" w:rsidP="00810015">
      <w:r>
        <w:t>303.4221</w:t>
      </w:r>
      <w:r>
        <w:tab/>
        <w:t>2.025e0</w:t>
      </w:r>
    </w:p>
    <w:p w14:paraId="4C14332F" w14:textId="77777777" w:rsidR="00810015" w:rsidRDefault="00810015" w:rsidP="00810015">
      <w:r>
        <w:t>303.4424</w:t>
      </w:r>
      <w:r>
        <w:tab/>
        <w:t>3.038e0</w:t>
      </w:r>
    </w:p>
    <w:p w14:paraId="3DFC750E" w14:textId="77777777" w:rsidR="00810015" w:rsidRDefault="00810015" w:rsidP="00810015">
      <w:r>
        <w:t>303.4542</w:t>
      </w:r>
      <w:r>
        <w:tab/>
        <w:t>2.025e0</w:t>
      </w:r>
    </w:p>
    <w:p w14:paraId="192371E8" w14:textId="77777777" w:rsidR="00810015" w:rsidRDefault="00810015" w:rsidP="00810015">
      <w:r>
        <w:t>303.4594</w:t>
      </w:r>
      <w:r>
        <w:tab/>
        <w:t>5.063e0</w:t>
      </w:r>
    </w:p>
    <w:p w14:paraId="7FD58042" w14:textId="77777777" w:rsidR="00810015" w:rsidRDefault="00810015" w:rsidP="00810015">
      <w:r>
        <w:t>303.4609</w:t>
      </w:r>
      <w:r>
        <w:tab/>
        <w:t>2.025e0</w:t>
      </w:r>
    </w:p>
    <w:p w14:paraId="3CA65FE9" w14:textId="77777777" w:rsidR="00810015" w:rsidRDefault="00810015" w:rsidP="00810015">
      <w:r>
        <w:t>303.4872</w:t>
      </w:r>
      <w:r>
        <w:tab/>
        <w:t>1.013e0</w:t>
      </w:r>
    </w:p>
    <w:p w14:paraId="55BA31E7" w14:textId="77777777" w:rsidR="00810015" w:rsidRDefault="00810015" w:rsidP="00810015">
      <w:r>
        <w:t>303.4952</w:t>
      </w:r>
      <w:r>
        <w:tab/>
        <w:t>1.013e0</w:t>
      </w:r>
    </w:p>
    <w:p w14:paraId="631956F6" w14:textId="77777777" w:rsidR="00810015" w:rsidRDefault="00810015" w:rsidP="00810015">
      <w:r>
        <w:t>303.4962</w:t>
      </w:r>
      <w:r>
        <w:tab/>
        <w:t>1.013e0</w:t>
      </w:r>
    </w:p>
    <w:p w14:paraId="5E2A18B8" w14:textId="77777777" w:rsidR="00810015" w:rsidRDefault="00810015" w:rsidP="00810015">
      <w:r>
        <w:t>303.5073</w:t>
      </w:r>
      <w:r>
        <w:tab/>
        <w:t>3.686e0</w:t>
      </w:r>
    </w:p>
    <w:p w14:paraId="100346A1" w14:textId="77777777" w:rsidR="00810015" w:rsidRDefault="00810015" w:rsidP="00810015">
      <w:r>
        <w:t>303.5148</w:t>
      </w:r>
      <w:r>
        <w:tab/>
        <w:t>4.505e0</w:t>
      </w:r>
    </w:p>
    <w:p w14:paraId="68B944A9" w14:textId="77777777" w:rsidR="00810015" w:rsidRDefault="00810015" w:rsidP="00810015">
      <w:r>
        <w:t>303.5590</w:t>
      </w:r>
      <w:r>
        <w:tab/>
        <w:t>1.013e0</w:t>
      </w:r>
    </w:p>
    <w:p w14:paraId="268BEDC0" w14:textId="77777777" w:rsidR="00810015" w:rsidRDefault="00810015" w:rsidP="00810015">
      <w:r>
        <w:t>303.5685</w:t>
      </w:r>
      <w:r>
        <w:tab/>
        <w:t>3.038e0</w:t>
      </w:r>
    </w:p>
    <w:p w14:paraId="612C96DF" w14:textId="77777777" w:rsidR="00810015" w:rsidRDefault="00810015" w:rsidP="00810015">
      <w:r>
        <w:t>303.5978</w:t>
      </w:r>
      <w:r>
        <w:tab/>
        <w:t>3.038e0</w:t>
      </w:r>
    </w:p>
    <w:p w14:paraId="06A4C4BA" w14:textId="77777777" w:rsidR="00810015" w:rsidRDefault="00810015" w:rsidP="00810015">
      <w:r>
        <w:t>303.6109</w:t>
      </w:r>
      <w:r>
        <w:tab/>
        <w:t>1.013e0</w:t>
      </w:r>
    </w:p>
    <w:p w14:paraId="7A1BD3A1" w14:textId="77777777" w:rsidR="00810015" w:rsidRDefault="00810015" w:rsidP="00810015">
      <w:r>
        <w:t>303.6181</w:t>
      </w:r>
      <w:r>
        <w:tab/>
        <w:t>6.076e0</w:t>
      </w:r>
    </w:p>
    <w:p w14:paraId="1892D34F" w14:textId="77777777" w:rsidR="00810015" w:rsidRDefault="00810015" w:rsidP="00810015">
      <w:r>
        <w:t>303.6626</w:t>
      </w:r>
      <w:r>
        <w:tab/>
        <w:t>1.013e0</w:t>
      </w:r>
    </w:p>
    <w:p w14:paraId="53C12F13" w14:textId="77777777" w:rsidR="00810015" w:rsidRDefault="00810015" w:rsidP="00810015">
      <w:r>
        <w:t>303.6718</w:t>
      </w:r>
      <w:r>
        <w:tab/>
        <w:t>1.013e0</w:t>
      </w:r>
    </w:p>
    <w:p w14:paraId="3537E0A4" w14:textId="77777777" w:rsidR="00810015" w:rsidRDefault="00810015" w:rsidP="00810015">
      <w:r>
        <w:t>303.6902</w:t>
      </w:r>
      <w:r>
        <w:tab/>
        <w:t>4.051e0</w:t>
      </w:r>
    </w:p>
    <w:p w14:paraId="3BB1CD45" w14:textId="77777777" w:rsidR="00810015" w:rsidRDefault="00810015" w:rsidP="00810015">
      <w:r>
        <w:t>303.6966</w:t>
      </w:r>
      <w:r>
        <w:tab/>
        <w:t>2.025e0</w:t>
      </w:r>
    </w:p>
    <w:p w14:paraId="2F1C93CE" w14:textId="77777777" w:rsidR="00810015" w:rsidRDefault="00810015" w:rsidP="00810015">
      <w:r>
        <w:t>303.7048</w:t>
      </w:r>
      <w:r>
        <w:tab/>
        <w:t>3.038e0</w:t>
      </w:r>
    </w:p>
    <w:p w14:paraId="765F011A" w14:textId="77777777" w:rsidR="00810015" w:rsidRDefault="00810015" w:rsidP="00810015">
      <w:r>
        <w:t>303.7135</w:t>
      </w:r>
      <w:r>
        <w:tab/>
        <w:t>1.013e0</w:t>
      </w:r>
    </w:p>
    <w:p w14:paraId="35BA3649" w14:textId="77777777" w:rsidR="00810015" w:rsidRDefault="00810015" w:rsidP="00810015">
      <w:r>
        <w:t>303.7209</w:t>
      </w:r>
      <w:r>
        <w:tab/>
        <w:t>1.996e0</w:t>
      </w:r>
    </w:p>
    <w:p w14:paraId="43C16177" w14:textId="77777777" w:rsidR="00810015" w:rsidRDefault="00810015" w:rsidP="00810015">
      <w:r>
        <w:t>303.7266</w:t>
      </w:r>
      <w:r>
        <w:tab/>
        <w:t>1.013e0</w:t>
      </w:r>
    </w:p>
    <w:p w14:paraId="6CC4EEFD" w14:textId="77777777" w:rsidR="00810015" w:rsidRDefault="00810015" w:rsidP="00810015">
      <w:r>
        <w:t>303.7465</w:t>
      </w:r>
      <w:r>
        <w:tab/>
        <w:t>1.013e0</w:t>
      </w:r>
    </w:p>
    <w:p w14:paraId="5A115B2A" w14:textId="77777777" w:rsidR="00810015" w:rsidRDefault="00810015" w:rsidP="00810015">
      <w:r>
        <w:t>303.7746</w:t>
      </w:r>
      <w:r>
        <w:tab/>
        <w:t>2.025e0</w:t>
      </w:r>
    </w:p>
    <w:p w14:paraId="66E352D1" w14:textId="77777777" w:rsidR="00810015" w:rsidRDefault="00810015" w:rsidP="00810015">
      <w:r>
        <w:t>303.7783</w:t>
      </w:r>
      <w:r>
        <w:tab/>
        <w:t>1.013e0</w:t>
      </w:r>
    </w:p>
    <w:p w14:paraId="39ECFFBB" w14:textId="77777777" w:rsidR="00810015" w:rsidRDefault="00810015" w:rsidP="00810015">
      <w:r>
        <w:t>303.7834</w:t>
      </w:r>
      <w:r>
        <w:tab/>
        <w:t>1.013e0</w:t>
      </w:r>
    </w:p>
    <w:p w14:paraId="541B80AC" w14:textId="77777777" w:rsidR="00810015" w:rsidRDefault="00810015" w:rsidP="00810015">
      <w:r>
        <w:t>303.8039</w:t>
      </w:r>
      <w:r>
        <w:tab/>
        <w:t>3.038e0</w:t>
      </w:r>
    </w:p>
    <w:p w14:paraId="3E243B39" w14:textId="77777777" w:rsidR="00810015" w:rsidRDefault="00810015" w:rsidP="00810015">
      <w:r>
        <w:t>303.8062</w:t>
      </w:r>
      <w:r>
        <w:tab/>
        <w:t>1.013e0</w:t>
      </w:r>
    </w:p>
    <w:p w14:paraId="0F00D366" w14:textId="77777777" w:rsidR="00810015" w:rsidRDefault="00810015" w:rsidP="00810015">
      <w:r>
        <w:t>303.8141</w:t>
      </w:r>
      <w:r>
        <w:tab/>
        <w:t>4.051e0</w:t>
      </w:r>
    </w:p>
    <w:p w14:paraId="2DBAB3CB" w14:textId="77777777" w:rsidR="00810015" w:rsidRDefault="00810015" w:rsidP="00810015">
      <w:r>
        <w:t>303.8306</w:t>
      </w:r>
      <w:r>
        <w:tab/>
        <w:t>1.013e0</w:t>
      </w:r>
    </w:p>
    <w:p w14:paraId="6E902E03" w14:textId="77777777" w:rsidR="00810015" w:rsidRDefault="00810015" w:rsidP="00810015">
      <w:r>
        <w:t>303.8454</w:t>
      </w:r>
      <w:r>
        <w:tab/>
        <w:t>3.038e0</w:t>
      </w:r>
    </w:p>
    <w:p w14:paraId="2C421CEE" w14:textId="77777777" w:rsidR="00810015" w:rsidRDefault="00810015" w:rsidP="00810015">
      <w:r>
        <w:t>303.8516</w:t>
      </w:r>
      <w:r>
        <w:tab/>
        <w:t>2.025e0</w:t>
      </w:r>
    </w:p>
    <w:p w14:paraId="7F5CA967" w14:textId="77777777" w:rsidR="00810015" w:rsidRDefault="00810015" w:rsidP="00810015">
      <w:r>
        <w:t>303.8803</w:t>
      </w:r>
      <w:r>
        <w:tab/>
        <w:t>4.051e0</w:t>
      </w:r>
    </w:p>
    <w:p w14:paraId="20DBD78B" w14:textId="77777777" w:rsidR="00810015" w:rsidRDefault="00810015" w:rsidP="00810015">
      <w:r>
        <w:t>303.8817</w:t>
      </w:r>
      <w:r>
        <w:tab/>
        <w:t>3.603e0</w:t>
      </w:r>
    </w:p>
    <w:p w14:paraId="2CE8C48B" w14:textId="77777777" w:rsidR="00810015" w:rsidRDefault="00810015" w:rsidP="00810015">
      <w:r>
        <w:t>303.8940</w:t>
      </w:r>
      <w:r>
        <w:tab/>
        <w:t>1.013e0</w:t>
      </w:r>
    </w:p>
    <w:p w14:paraId="78C8C230" w14:textId="77777777" w:rsidR="00810015" w:rsidRDefault="00810015" w:rsidP="00810015">
      <w:r>
        <w:t>303.8951</w:t>
      </w:r>
      <w:r>
        <w:tab/>
        <w:t>1.013e0</w:t>
      </w:r>
    </w:p>
    <w:p w14:paraId="48CEA665" w14:textId="77777777" w:rsidR="00810015" w:rsidRDefault="00810015" w:rsidP="00810015">
      <w:r>
        <w:t>303.9021</w:t>
      </w:r>
      <w:r>
        <w:tab/>
        <w:t>1.013e0</w:t>
      </w:r>
    </w:p>
    <w:p w14:paraId="3AD24D61" w14:textId="77777777" w:rsidR="00810015" w:rsidRDefault="00810015" w:rsidP="00810015">
      <w:r>
        <w:t>303.9191</w:t>
      </w:r>
      <w:r>
        <w:tab/>
        <w:t>4.051e0</w:t>
      </w:r>
    </w:p>
    <w:p w14:paraId="30EF502A" w14:textId="77777777" w:rsidR="00810015" w:rsidRDefault="00810015" w:rsidP="00810015">
      <w:r>
        <w:t>303.9315</w:t>
      </w:r>
      <w:r>
        <w:tab/>
        <w:t>3.038e0</w:t>
      </w:r>
    </w:p>
    <w:p w14:paraId="67E33180" w14:textId="77777777" w:rsidR="00810015" w:rsidRDefault="00810015" w:rsidP="00810015">
      <w:r>
        <w:t>303.9366</w:t>
      </w:r>
      <w:r>
        <w:tab/>
        <w:t>2.025e0</w:t>
      </w:r>
    </w:p>
    <w:p w14:paraId="11EED7F7" w14:textId="77777777" w:rsidR="00810015" w:rsidRDefault="00810015" w:rsidP="00810015">
      <w:r>
        <w:t>303.9432</w:t>
      </w:r>
      <w:r>
        <w:tab/>
        <w:t>3.038e0</w:t>
      </w:r>
    </w:p>
    <w:p w14:paraId="12DFD7C1" w14:textId="77777777" w:rsidR="00810015" w:rsidRDefault="00810015" w:rsidP="00810015">
      <w:r>
        <w:t>303.9455</w:t>
      </w:r>
      <w:r>
        <w:tab/>
        <w:t>2.025e0</w:t>
      </w:r>
    </w:p>
    <w:p w14:paraId="3064C35B" w14:textId="77777777" w:rsidR="00810015" w:rsidRDefault="00810015" w:rsidP="00810015">
      <w:r>
        <w:t>303.9499</w:t>
      </w:r>
      <w:r>
        <w:tab/>
        <w:t>1.013e0</w:t>
      </w:r>
    </w:p>
    <w:p w14:paraId="24A75566" w14:textId="77777777" w:rsidR="00810015" w:rsidRDefault="00810015" w:rsidP="00810015">
      <w:r>
        <w:t>303.9638</w:t>
      </w:r>
      <w:r>
        <w:tab/>
        <w:t>3.038e0</w:t>
      </w:r>
    </w:p>
    <w:p w14:paraId="4283EDA4" w14:textId="77777777" w:rsidR="00810015" w:rsidRDefault="00810015" w:rsidP="00810015">
      <w:r>
        <w:t>303.9750</w:t>
      </w:r>
      <w:r>
        <w:tab/>
        <w:t>2.025e0</w:t>
      </w:r>
    </w:p>
    <w:p w14:paraId="5A408046" w14:textId="77777777" w:rsidR="00810015" w:rsidRDefault="00810015" w:rsidP="00810015">
      <w:r>
        <w:t>303.9952</w:t>
      </w:r>
      <w:r>
        <w:tab/>
        <w:t>4.051e0</w:t>
      </w:r>
    </w:p>
    <w:p w14:paraId="7785D325" w14:textId="77777777" w:rsidR="00810015" w:rsidRDefault="00810015" w:rsidP="00810015">
      <w:r>
        <w:t>303.9963</w:t>
      </w:r>
      <w:r>
        <w:tab/>
        <w:t>2.025e0</w:t>
      </w:r>
    </w:p>
    <w:p w14:paraId="64022AD9" w14:textId="77777777" w:rsidR="00810015" w:rsidRDefault="00810015" w:rsidP="00810015">
      <w:r>
        <w:t>304.0304</w:t>
      </w:r>
      <w:r>
        <w:tab/>
        <w:t>8.132e0</w:t>
      </w:r>
    </w:p>
    <w:p w14:paraId="4232C323" w14:textId="77777777" w:rsidR="00810015" w:rsidRDefault="00810015" w:rsidP="00810015">
      <w:r>
        <w:t>304.0335</w:t>
      </w:r>
      <w:r>
        <w:tab/>
        <w:t>3.038e0</w:t>
      </w:r>
    </w:p>
    <w:p w14:paraId="3074FCAB" w14:textId="77777777" w:rsidR="00810015" w:rsidRDefault="00810015" w:rsidP="00810015">
      <w:r>
        <w:t>304.0378</w:t>
      </w:r>
      <w:r>
        <w:tab/>
        <w:t>9.385e0</w:t>
      </w:r>
    </w:p>
    <w:p w14:paraId="130DF5A1" w14:textId="77777777" w:rsidR="00810015" w:rsidRDefault="00810015" w:rsidP="00810015">
      <w:r>
        <w:t>304.0449</w:t>
      </w:r>
      <w:r>
        <w:tab/>
        <w:t>7.032e0</w:t>
      </w:r>
    </w:p>
    <w:p w14:paraId="1994DC3C" w14:textId="77777777" w:rsidR="00810015" w:rsidRDefault="00810015" w:rsidP="00810015">
      <w:r>
        <w:t>304.0696</w:t>
      </w:r>
      <w:r>
        <w:tab/>
        <w:t>1.013e0</w:t>
      </w:r>
    </w:p>
    <w:p w14:paraId="7ED1ACDB" w14:textId="77777777" w:rsidR="00810015" w:rsidRDefault="00810015" w:rsidP="00810015">
      <w:r>
        <w:t>304.0935</w:t>
      </w:r>
      <w:r>
        <w:tab/>
        <w:t>1.013e0</w:t>
      </w:r>
    </w:p>
    <w:p w14:paraId="4CE13D34" w14:textId="77777777" w:rsidR="00810015" w:rsidRDefault="00810015" w:rsidP="00810015">
      <w:r>
        <w:t>304.1002</w:t>
      </w:r>
      <w:r>
        <w:tab/>
        <w:t>9.616e0</w:t>
      </w:r>
    </w:p>
    <w:p w14:paraId="77F5C03D" w14:textId="77777777" w:rsidR="00810015" w:rsidRDefault="00810015" w:rsidP="00810015">
      <w:r>
        <w:t>304.1077</w:t>
      </w:r>
      <w:r>
        <w:tab/>
        <w:t>4.500e0</w:t>
      </w:r>
    </w:p>
    <w:p w14:paraId="29DCE7E3" w14:textId="77777777" w:rsidR="00810015" w:rsidRDefault="00810015" w:rsidP="00810015">
      <w:r>
        <w:t>304.1105</w:t>
      </w:r>
      <w:r>
        <w:tab/>
        <w:t>3.038e0</w:t>
      </w:r>
    </w:p>
    <w:p w14:paraId="1AB8AF88" w14:textId="77777777" w:rsidR="00810015" w:rsidRDefault="00810015" w:rsidP="00810015">
      <w:r>
        <w:t>304.1484</w:t>
      </w:r>
      <w:r>
        <w:tab/>
        <w:t>2.025e0</w:t>
      </w:r>
    </w:p>
    <w:p w14:paraId="3A32B37F" w14:textId="77777777" w:rsidR="00810015" w:rsidRDefault="00810015" w:rsidP="00810015">
      <w:r>
        <w:t>304.1533</w:t>
      </w:r>
      <w:r>
        <w:tab/>
        <w:t>3.038e0</w:t>
      </w:r>
    </w:p>
    <w:p w14:paraId="461CE6BA" w14:textId="77777777" w:rsidR="00810015" w:rsidRDefault="00810015" w:rsidP="00810015">
      <w:r>
        <w:t>304.1544</w:t>
      </w:r>
      <w:r>
        <w:tab/>
        <w:t>2.025e0</w:t>
      </w:r>
    </w:p>
    <w:p w14:paraId="5DCC545F" w14:textId="77777777" w:rsidR="00810015" w:rsidRDefault="00810015" w:rsidP="00810015">
      <w:r>
        <w:t>304.1742</w:t>
      </w:r>
      <w:r>
        <w:tab/>
        <w:t>3.507e0</w:t>
      </w:r>
    </w:p>
    <w:p w14:paraId="02CDA272" w14:textId="77777777" w:rsidR="00810015" w:rsidRDefault="00810015" w:rsidP="00810015">
      <w:r>
        <w:t>304.1824</w:t>
      </w:r>
      <w:r>
        <w:tab/>
        <w:t>2.025e0</w:t>
      </w:r>
    </w:p>
    <w:p w14:paraId="25DDB267" w14:textId="77777777" w:rsidR="00810015" w:rsidRDefault="00810015" w:rsidP="00810015">
      <w:r>
        <w:t>304.1964</w:t>
      </w:r>
      <w:r>
        <w:tab/>
        <w:t>3.763e0</w:t>
      </w:r>
    </w:p>
    <w:p w14:paraId="4511DBBB" w14:textId="77777777" w:rsidR="00810015" w:rsidRDefault="00810015" w:rsidP="00810015">
      <w:r>
        <w:t>304.2013</w:t>
      </w:r>
      <w:r>
        <w:tab/>
        <w:t>5.805e0</w:t>
      </w:r>
    </w:p>
    <w:p w14:paraId="59277C42" w14:textId="77777777" w:rsidR="00810015" w:rsidRDefault="00810015" w:rsidP="00810015">
      <w:r>
        <w:t>304.2173</w:t>
      </w:r>
      <w:r>
        <w:tab/>
        <w:t>1.013e0</w:t>
      </w:r>
    </w:p>
    <w:p w14:paraId="5AD6DC52" w14:textId="77777777" w:rsidR="00810015" w:rsidRDefault="00810015" w:rsidP="00810015">
      <w:r>
        <w:t>304.2245</w:t>
      </w:r>
      <w:r>
        <w:tab/>
        <w:t>5.063e0</w:t>
      </w:r>
    </w:p>
    <w:p w14:paraId="7FCF28A7" w14:textId="77777777" w:rsidR="00810015" w:rsidRDefault="00810015" w:rsidP="00810015">
      <w:r>
        <w:t>304.2484</w:t>
      </w:r>
      <w:r>
        <w:tab/>
        <w:t>4.051e0</w:t>
      </w:r>
    </w:p>
    <w:p w14:paraId="495779F7" w14:textId="77777777" w:rsidR="00810015" w:rsidRDefault="00810015" w:rsidP="00810015">
      <w:r>
        <w:t>304.2570</w:t>
      </w:r>
      <w:r>
        <w:tab/>
        <w:t>4.051e0</w:t>
      </w:r>
    </w:p>
    <w:p w14:paraId="3BEED6C4" w14:textId="77777777" w:rsidR="00810015" w:rsidRDefault="00810015" w:rsidP="00810015">
      <w:r>
        <w:t>304.2931</w:t>
      </w:r>
      <w:r>
        <w:tab/>
        <w:t>1.823e1</w:t>
      </w:r>
    </w:p>
    <w:p w14:paraId="54B1F578" w14:textId="77777777" w:rsidR="00810015" w:rsidRDefault="00810015" w:rsidP="00810015">
      <w:r>
        <w:t>304.2987</w:t>
      </w:r>
      <w:r>
        <w:tab/>
        <w:t>2.430e1</w:t>
      </w:r>
    </w:p>
    <w:p w14:paraId="4A22D562" w14:textId="77777777" w:rsidR="00810015" w:rsidRDefault="00810015" w:rsidP="00810015">
      <w:r>
        <w:t>304.2998</w:t>
      </w:r>
      <w:r>
        <w:tab/>
        <w:t>2.329e1</w:t>
      </w:r>
    </w:p>
    <w:p w14:paraId="3560F3CF" w14:textId="77777777" w:rsidR="00810015" w:rsidRDefault="00810015" w:rsidP="00810015">
      <w:r>
        <w:t>304.3018</w:t>
      </w:r>
      <w:r>
        <w:tab/>
        <w:t>1.823e1</w:t>
      </w:r>
    </w:p>
    <w:p w14:paraId="6376128E" w14:textId="77777777" w:rsidR="00810015" w:rsidRDefault="00810015" w:rsidP="00810015">
      <w:r>
        <w:t>304.3414</w:t>
      </w:r>
      <w:r>
        <w:tab/>
        <w:t>4.051e0</w:t>
      </w:r>
    </w:p>
    <w:p w14:paraId="43B2C0EE" w14:textId="77777777" w:rsidR="00810015" w:rsidRDefault="00810015" w:rsidP="00810015">
      <w:r>
        <w:t>304.3450</w:t>
      </w:r>
      <w:r>
        <w:tab/>
        <w:t>3.038e0</w:t>
      </w:r>
    </w:p>
    <w:p w14:paraId="3BA04127" w14:textId="77777777" w:rsidR="00810015" w:rsidRDefault="00810015" w:rsidP="00810015">
      <w:r>
        <w:t>304.3710</w:t>
      </w:r>
      <w:r>
        <w:tab/>
        <w:t>4.051e0</w:t>
      </w:r>
    </w:p>
    <w:p w14:paraId="0DF05514" w14:textId="77777777" w:rsidR="00810015" w:rsidRDefault="00810015" w:rsidP="00810015">
      <w:r>
        <w:t>304.3737</w:t>
      </w:r>
      <w:r>
        <w:tab/>
        <w:t>3.038e0</w:t>
      </w:r>
    </w:p>
    <w:p w14:paraId="57FCA6EC" w14:textId="77777777" w:rsidR="00810015" w:rsidRDefault="00810015" w:rsidP="00810015">
      <w:r>
        <w:t>304.3904</w:t>
      </w:r>
      <w:r>
        <w:tab/>
        <w:t>2.025e0</w:t>
      </w:r>
    </w:p>
    <w:p w14:paraId="129C9097" w14:textId="77777777" w:rsidR="00810015" w:rsidRDefault="00810015" w:rsidP="00810015">
      <w:r>
        <w:t>304.4100</w:t>
      </w:r>
      <w:r>
        <w:tab/>
        <w:t>2.025e0</w:t>
      </w:r>
    </w:p>
    <w:p w14:paraId="1B63B711" w14:textId="77777777" w:rsidR="00810015" w:rsidRDefault="00810015" w:rsidP="00810015">
      <w:r>
        <w:t>304.4219</w:t>
      </w:r>
      <w:r>
        <w:tab/>
        <w:t>1.013e0</w:t>
      </w:r>
    </w:p>
    <w:p w14:paraId="5B72C238" w14:textId="77777777" w:rsidR="00810015" w:rsidRDefault="00810015" w:rsidP="00810015">
      <w:r>
        <w:t>304.4264</w:t>
      </w:r>
      <w:r>
        <w:tab/>
        <w:t>1.013e0</w:t>
      </w:r>
    </w:p>
    <w:p w14:paraId="5C91BD47" w14:textId="77777777" w:rsidR="00810015" w:rsidRDefault="00810015" w:rsidP="00810015">
      <w:r>
        <w:t>304.4389</w:t>
      </w:r>
      <w:r>
        <w:tab/>
        <w:t>2.025e0</w:t>
      </w:r>
    </w:p>
    <w:p w14:paraId="5E172BF3" w14:textId="77777777" w:rsidR="00810015" w:rsidRDefault="00810015" w:rsidP="00810015">
      <w:r>
        <w:t>304.4469</w:t>
      </w:r>
      <w:r>
        <w:tab/>
        <w:t>2.025e0</w:t>
      </w:r>
    </w:p>
    <w:p w14:paraId="39FDFD58" w14:textId="77777777" w:rsidR="00810015" w:rsidRDefault="00810015" w:rsidP="00810015">
      <w:r>
        <w:t>304.4604</w:t>
      </w:r>
      <w:r>
        <w:tab/>
        <w:t>2.025e0</w:t>
      </w:r>
    </w:p>
    <w:p w14:paraId="5FECDA4E" w14:textId="77777777" w:rsidR="00810015" w:rsidRDefault="00810015" w:rsidP="00810015">
      <w:r>
        <w:t>304.4767</w:t>
      </w:r>
      <w:r>
        <w:tab/>
        <w:t>1.013e0</w:t>
      </w:r>
    </w:p>
    <w:p w14:paraId="1C7FCB2A" w14:textId="77777777" w:rsidR="00810015" w:rsidRDefault="00810015" w:rsidP="00810015">
      <w:r>
        <w:t>304.5047</w:t>
      </w:r>
      <w:r>
        <w:tab/>
        <w:t>1.013e0</w:t>
      </w:r>
    </w:p>
    <w:p w14:paraId="6DA1C227" w14:textId="77777777" w:rsidR="00810015" w:rsidRDefault="00810015" w:rsidP="00810015">
      <w:r>
        <w:t>304.5066</w:t>
      </w:r>
      <w:r>
        <w:tab/>
        <w:t>3.881e0</w:t>
      </w:r>
    </w:p>
    <w:p w14:paraId="71A23F56" w14:textId="77777777" w:rsidR="00810015" w:rsidRDefault="00810015" w:rsidP="00810015">
      <w:r>
        <w:t>304.5094</w:t>
      </w:r>
      <w:r>
        <w:tab/>
        <w:t>1.013e0</w:t>
      </w:r>
    </w:p>
    <w:p w14:paraId="7864B91B" w14:textId="77777777" w:rsidR="00810015" w:rsidRDefault="00810015" w:rsidP="00810015">
      <w:r>
        <w:t>304.5470</w:t>
      </w:r>
      <w:r>
        <w:tab/>
        <w:t>2.025e0</w:t>
      </w:r>
    </w:p>
    <w:p w14:paraId="4B1E2C2E" w14:textId="77777777" w:rsidR="00810015" w:rsidRDefault="00810015" w:rsidP="00810015">
      <w:r>
        <w:t>304.5647</w:t>
      </w:r>
      <w:r>
        <w:tab/>
        <w:t>1.013e0</w:t>
      </w:r>
    </w:p>
    <w:p w14:paraId="5F91C5CA" w14:textId="77777777" w:rsidR="00810015" w:rsidRDefault="00810015" w:rsidP="00810015">
      <w:r>
        <w:t>304.5758</w:t>
      </w:r>
      <w:r>
        <w:tab/>
        <w:t>1.013e0</w:t>
      </w:r>
    </w:p>
    <w:p w14:paraId="765DB17E" w14:textId="77777777" w:rsidR="00810015" w:rsidRDefault="00810015" w:rsidP="00810015">
      <w:r>
        <w:t>304.5921</w:t>
      </w:r>
      <w:r>
        <w:tab/>
        <w:t>4.051e0</w:t>
      </w:r>
    </w:p>
    <w:p w14:paraId="036F2A2F" w14:textId="77777777" w:rsidR="00810015" w:rsidRDefault="00810015" w:rsidP="00810015">
      <w:r>
        <w:t>304.5979</w:t>
      </w:r>
      <w:r>
        <w:tab/>
        <w:t>1.013e0</w:t>
      </w:r>
    </w:p>
    <w:p w14:paraId="5AB206D8" w14:textId="77777777" w:rsidR="00810015" w:rsidRDefault="00810015" w:rsidP="00810015">
      <w:r>
        <w:t>304.6029</w:t>
      </w:r>
      <w:r>
        <w:tab/>
        <w:t>3.038e0</w:t>
      </w:r>
    </w:p>
    <w:p w14:paraId="7ABD6807" w14:textId="77777777" w:rsidR="00810015" w:rsidRDefault="00810015" w:rsidP="00810015">
      <w:r>
        <w:t>304.6113</w:t>
      </w:r>
      <w:r>
        <w:tab/>
        <w:t>3.038e0</w:t>
      </w:r>
    </w:p>
    <w:p w14:paraId="4F4CD365" w14:textId="77777777" w:rsidR="00810015" w:rsidRDefault="00810015" w:rsidP="00810015">
      <w:r>
        <w:t>304.6311</w:t>
      </w:r>
      <w:r>
        <w:tab/>
        <w:t>1.013e0</w:t>
      </w:r>
    </w:p>
    <w:p w14:paraId="5156B776" w14:textId="77777777" w:rsidR="00810015" w:rsidRDefault="00810015" w:rsidP="00810015">
      <w:r>
        <w:t>304.6345</w:t>
      </w:r>
      <w:r>
        <w:tab/>
        <w:t>3.432e0</w:t>
      </w:r>
    </w:p>
    <w:p w14:paraId="06C907AE" w14:textId="77777777" w:rsidR="00810015" w:rsidRDefault="00810015" w:rsidP="00810015">
      <w:r>
        <w:t>304.6494</w:t>
      </w:r>
      <w:r>
        <w:tab/>
        <w:t>1.013e0</w:t>
      </w:r>
    </w:p>
    <w:p w14:paraId="69386192" w14:textId="77777777" w:rsidR="00810015" w:rsidRDefault="00810015" w:rsidP="00810015">
      <w:r>
        <w:t>304.6513</w:t>
      </w:r>
      <w:r>
        <w:tab/>
        <w:t>4.051e0</w:t>
      </w:r>
    </w:p>
    <w:p w14:paraId="33040332" w14:textId="77777777" w:rsidR="00810015" w:rsidRDefault="00810015" w:rsidP="00810015">
      <w:r>
        <w:t>304.6723</w:t>
      </w:r>
      <w:r>
        <w:tab/>
        <w:t>1.013e0</w:t>
      </w:r>
    </w:p>
    <w:p w14:paraId="3BFB50E2" w14:textId="77777777" w:rsidR="00810015" w:rsidRDefault="00810015" w:rsidP="00810015">
      <w:r>
        <w:t>304.7058</w:t>
      </w:r>
      <w:r>
        <w:tab/>
        <w:t>5.063e0</w:t>
      </w:r>
    </w:p>
    <w:p w14:paraId="335ABF06" w14:textId="77777777" w:rsidR="00810015" w:rsidRDefault="00810015" w:rsidP="00810015">
      <w:r>
        <w:t>304.7187</w:t>
      </w:r>
      <w:r>
        <w:tab/>
        <w:t>4.051e0</w:t>
      </w:r>
    </w:p>
    <w:p w14:paraId="3B5F299D" w14:textId="77777777" w:rsidR="00810015" w:rsidRDefault="00810015" w:rsidP="00810015">
      <w:r>
        <w:t>304.7487</w:t>
      </w:r>
      <w:r>
        <w:tab/>
        <w:t>3.038e0</w:t>
      </w:r>
    </w:p>
    <w:p w14:paraId="4CCC3D1B" w14:textId="77777777" w:rsidR="00810015" w:rsidRDefault="00810015" w:rsidP="00810015">
      <w:r>
        <w:t>304.7774</w:t>
      </w:r>
      <w:r>
        <w:tab/>
        <w:t>2.025e0</w:t>
      </w:r>
    </w:p>
    <w:p w14:paraId="5251232D" w14:textId="77777777" w:rsidR="00810015" w:rsidRDefault="00810015" w:rsidP="00810015">
      <w:r>
        <w:t>304.8315</w:t>
      </w:r>
      <w:r>
        <w:tab/>
        <w:t>4.051e0</w:t>
      </w:r>
    </w:p>
    <w:p w14:paraId="0DBF648B" w14:textId="77777777" w:rsidR="00810015" w:rsidRDefault="00810015" w:rsidP="00810015">
      <w:r>
        <w:t>304.8377</w:t>
      </w:r>
      <w:r>
        <w:tab/>
        <w:t>2.025e0</w:t>
      </w:r>
    </w:p>
    <w:p w14:paraId="0280F141" w14:textId="77777777" w:rsidR="00810015" w:rsidRDefault="00810015" w:rsidP="00810015">
      <w:r>
        <w:t>304.8651</w:t>
      </w:r>
      <w:r>
        <w:tab/>
        <w:t>3.038e0</w:t>
      </w:r>
    </w:p>
    <w:p w14:paraId="27B40C67" w14:textId="77777777" w:rsidR="00810015" w:rsidRDefault="00810015" w:rsidP="00810015">
      <w:r>
        <w:t>304.8929</w:t>
      </w:r>
      <w:r>
        <w:tab/>
        <w:t>7.148e0</w:t>
      </w:r>
    </w:p>
    <w:p w14:paraId="414C9154" w14:textId="77777777" w:rsidR="00810015" w:rsidRDefault="00810015" w:rsidP="00810015">
      <w:r>
        <w:t>304.8952</w:t>
      </w:r>
      <w:r>
        <w:tab/>
        <w:t>1.620e1</w:t>
      </w:r>
    </w:p>
    <w:p w14:paraId="3170200E" w14:textId="77777777" w:rsidR="00810015" w:rsidRDefault="00810015" w:rsidP="00810015">
      <w:r>
        <w:t>304.8999</w:t>
      </w:r>
      <w:r>
        <w:tab/>
        <w:t>2.025e0</w:t>
      </w:r>
    </w:p>
    <w:p w14:paraId="358A7913" w14:textId="77777777" w:rsidR="00810015" w:rsidRDefault="00810015" w:rsidP="00810015">
      <w:r>
        <w:t>304.9328</w:t>
      </w:r>
      <w:r>
        <w:tab/>
        <w:t>5.063e0</w:t>
      </w:r>
    </w:p>
    <w:p w14:paraId="1C53AC64" w14:textId="77777777" w:rsidR="00810015" w:rsidRDefault="00810015" w:rsidP="00810015">
      <w:r>
        <w:t>304.9357</w:t>
      </w:r>
      <w:r>
        <w:tab/>
        <w:t>1.013e0</w:t>
      </w:r>
    </w:p>
    <w:p w14:paraId="51092DAD" w14:textId="77777777" w:rsidR="00810015" w:rsidRDefault="00810015" w:rsidP="00810015">
      <w:r>
        <w:t>304.9449</w:t>
      </w:r>
      <w:r>
        <w:tab/>
        <w:t>2.025e0</w:t>
      </w:r>
    </w:p>
    <w:p w14:paraId="682A2C46" w14:textId="77777777" w:rsidR="00810015" w:rsidRDefault="00810015" w:rsidP="00810015">
      <w:r>
        <w:t>304.9745</w:t>
      </w:r>
      <w:r>
        <w:tab/>
        <w:t>1.013e0</w:t>
      </w:r>
    </w:p>
    <w:p w14:paraId="34F15EE2" w14:textId="77777777" w:rsidR="00810015" w:rsidRDefault="00810015" w:rsidP="00810015">
      <w:r>
        <w:t>304.9921</w:t>
      </w:r>
      <w:r>
        <w:tab/>
        <w:t>6.957e0</w:t>
      </w:r>
    </w:p>
    <w:p w14:paraId="2AD1DBB2" w14:textId="77777777" w:rsidR="00810015" w:rsidRDefault="00810015" w:rsidP="00810015">
      <w:r>
        <w:t>304.9966</w:t>
      </w:r>
      <w:r>
        <w:tab/>
        <w:t>1.013e0</w:t>
      </w:r>
    </w:p>
    <w:p w14:paraId="4FE5FC1A" w14:textId="77777777" w:rsidR="00810015" w:rsidRDefault="00810015" w:rsidP="00810015">
      <w:r>
        <w:t>305.0032</w:t>
      </w:r>
      <w:r>
        <w:tab/>
        <w:t>3.592e0</w:t>
      </w:r>
    </w:p>
    <w:p w14:paraId="45055360" w14:textId="77777777" w:rsidR="00810015" w:rsidRDefault="00810015" w:rsidP="00810015">
      <w:r>
        <w:t>305.0157</w:t>
      </w:r>
      <w:r>
        <w:tab/>
        <w:t>3.655e0</w:t>
      </w:r>
    </w:p>
    <w:p w14:paraId="785C7339" w14:textId="77777777" w:rsidR="00810015" w:rsidRDefault="00810015" w:rsidP="00810015">
      <w:r>
        <w:t>305.0281</w:t>
      </w:r>
      <w:r>
        <w:tab/>
        <w:t>6.559e0</w:t>
      </w:r>
    </w:p>
    <w:p w14:paraId="0DBD3A63" w14:textId="77777777" w:rsidR="00810015" w:rsidRDefault="00810015" w:rsidP="00810015">
      <w:r>
        <w:t>305.0352</w:t>
      </w:r>
      <w:r>
        <w:tab/>
        <w:t>5.522e0</w:t>
      </w:r>
    </w:p>
    <w:p w14:paraId="2F759200" w14:textId="77777777" w:rsidR="00810015" w:rsidRDefault="00810015" w:rsidP="00810015">
      <w:r>
        <w:t>305.0541</w:t>
      </w:r>
      <w:r>
        <w:tab/>
        <w:t>3.330e0</w:t>
      </w:r>
    </w:p>
    <w:p w14:paraId="4C6EE004" w14:textId="77777777" w:rsidR="00810015" w:rsidRDefault="00810015" w:rsidP="00810015">
      <w:r>
        <w:t>305.0620</w:t>
      </w:r>
      <w:r>
        <w:tab/>
        <w:t>2.455e0</w:t>
      </w:r>
    </w:p>
    <w:p w14:paraId="5494E75F" w14:textId="77777777" w:rsidR="00810015" w:rsidRDefault="00810015" w:rsidP="00810015">
      <w:r>
        <w:t>305.0643</w:t>
      </w:r>
      <w:r>
        <w:tab/>
        <w:t>6.921e0</w:t>
      </w:r>
    </w:p>
    <w:p w14:paraId="6F7D1342" w14:textId="77777777" w:rsidR="00810015" w:rsidRDefault="00810015" w:rsidP="00810015">
      <w:r>
        <w:t>305.0887</w:t>
      </w:r>
      <w:r>
        <w:tab/>
        <w:t>2.815e0</w:t>
      </w:r>
    </w:p>
    <w:p w14:paraId="2C58AC76" w14:textId="77777777" w:rsidR="00810015" w:rsidRDefault="00810015" w:rsidP="00810015">
      <w:r>
        <w:t>305.1077</w:t>
      </w:r>
      <w:r>
        <w:tab/>
        <w:t>4.051e0</w:t>
      </w:r>
    </w:p>
    <w:p w14:paraId="60DCEA7B" w14:textId="77777777" w:rsidR="00810015" w:rsidRDefault="00810015" w:rsidP="00810015">
      <w:r>
        <w:t>305.1144</w:t>
      </w:r>
      <w:r>
        <w:tab/>
        <w:t>4.016e0</w:t>
      </w:r>
    </w:p>
    <w:p w14:paraId="161C52B1" w14:textId="77777777" w:rsidR="00810015" w:rsidRDefault="00810015" w:rsidP="00810015">
      <w:r>
        <w:t>305.1306</w:t>
      </w:r>
      <w:r>
        <w:tab/>
        <w:t>3.038e0</w:t>
      </w:r>
    </w:p>
    <w:p w14:paraId="579D1A41" w14:textId="77777777" w:rsidR="00810015" w:rsidRDefault="00810015" w:rsidP="00810015">
      <w:r>
        <w:t>305.1526</w:t>
      </w:r>
      <w:r>
        <w:tab/>
        <w:t>6.842e0</w:t>
      </w:r>
    </w:p>
    <w:p w14:paraId="4105142B" w14:textId="77777777" w:rsidR="00810015" w:rsidRDefault="00810015" w:rsidP="00810015">
      <w:r>
        <w:t>305.1644</w:t>
      </w:r>
      <w:r>
        <w:tab/>
        <w:t>5.063e0</w:t>
      </w:r>
    </w:p>
    <w:p w14:paraId="7AE38651" w14:textId="77777777" w:rsidR="00810015" w:rsidRDefault="00810015" w:rsidP="00810015">
      <w:r>
        <w:t>305.1714</w:t>
      </w:r>
      <w:r>
        <w:tab/>
        <w:t>4.051e0</w:t>
      </w:r>
    </w:p>
    <w:p w14:paraId="05A4C352" w14:textId="77777777" w:rsidR="00810015" w:rsidRDefault="00810015" w:rsidP="00810015">
      <w:r>
        <w:t>305.1979</w:t>
      </w:r>
      <w:r>
        <w:tab/>
        <w:t>5.805e0</w:t>
      </w:r>
    </w:p>
    <w:p w14:paraId="1CE5D7DD" w14:textId="77777777" w:rsidR="00810015" w:rsidRDefault="00810015" w:rsidP="00810015">
      <w:r>
        <w:t>305.2021</w:t>
      </w:r>
      <w:r>
        <w:tab/>
        <w:t>4.051e0</w:t>
      </w:r>
    </w:p>
    <w:p w14:paraId="3897002B" w14:textId="77777777" w:rsidR="00810015" w:rsidRDefault="00810015" w:rsidP="00810015">
      <w:r>
        <w:t>305.2082</w:t>
      </w:r>
      <w:r>
        <w:tab/>
        <w:t>2.462e0</w:t>
      </w:r>
    </w:p>
    <w:p w14:paraId="13EE4505" w14:textId="77777777" w:rsidR="00810015" w:rsidRDefault="00810015" w:rsidP="00810015">
      <w:r>
        <w:t>305.2094</w:t>
      </w:r>
      <w:r>
        <w:tab/>
        <w:t>6.965e0</w:t>
      </w:r>
    </w:p>
    <w:p w14:paraId="36DA8AA9" w14:textId="77777777" w:rsidR="00810015" w:rsidRDefault="00810015" w:rsidP="00810015">
      <w:r>
        <w:t>305.2227</w:t>
      </w:r>
      <w:r>
        <w:tab/>
        <w:t>6.076e0</w:t>
      </w:r>
    </w:p>
    <w:p w14:paraId="790657EC" w14:textId="77777777" w:rsidR="00810015" w:rsidRDefault="00810015" w:rsidP="00810015">
      <w:r>
        <w:t>305.2538</w:t>
      </w:r>
      <w:r>
        <w:tab/>
        <w:t>1.594e0</w:t>
      </w:r>
    </w:p>
    <w:p w14:paraId="0367F379" w14:textId="77777777" w:rsidR="00810015" w:rsidRDefault="00810015" w:rsidP="00810015">
      <w:r>
        <w:t>305.2572</w:t>
      </w:r>
      <w:r>
        <w:tab/>
        <w:t>1.013e0</w:t>
      </w:r>
    </w:p>
    <w:p w14:paraId="45F40A73" w14:textId="77777777" w:rsidR="00810015" w:rsidRDefault="00810015" w:rsidP="00810015">
      <w:r>
        <w:t>305.2583</w:t>
      </w:r>
      <w:r>
        <w:tab/>
        <w:t>3.038e0</w:t>
      </w:r>
    </w:p>
    <w:p w14:paraId="3E41BF09" w14:textId="77777777" w:rsidR="00810015" w:rsidRDefault="00810015" w:rsidP="00810015">
      <w:r>
        <w:t>305.2854</w:t>
      </w:r>
      <w:r>
        <w:tab/>
        <w:t>4.051e0</w:t>
      </w:r>
    </w:p>
    <w:p w14:paraId="7B4A8D44" w14:textId="77777777" w:rsidR="00810015" w:rsidRDefault="00810015" w:rsidP="00810015">
      <w:r>
        <w:t>305.2999</w:t>
      </w:r>
      <w:r>
        <w:tab/>
        <w:t>5.063e0</w:t>
      </w:r>
    </w:p>
    <w:p w14:paraId="761A511A" w14:textId="77777777" w:rsidR="00810015" w:rsidRDefault="00810015" w:rsidP="00810015">
      <w:r>
        <w:t>305.3085</w:t>
      </w:r>
      <w:r>
        <w:tab/>
        <w:t>8.523e0</w:t>
      </w:r>
    </w:p>
    <w:p w14:paraId="6AA645C2" w14:textId="77777777" w:rsidR="00810015" w:rsidRDefault="00810015" w:rsidP="00810015">
      <w:r>
        <w:t>305.3108</w:t>
      </w:r>
      <w:r>
        <w:tab/>
        <w:t>7.707e0</w:t>
      </w:r>
    </w:p>
    <w:p w14:paraId="07CF124D" w14:textId="77777777" w:rsidR="00810015" w:rsidRDefault="00810015" w:rsidP="00810015">
      <w:r>
        <w:t>305.3204</w:t>
      </w:r>
      <w:r>
        <w:tab/>
        <w:t>4.416e0</w:t>
      </w:r>
    </w:p>
    <w:p w14:paraId="2DFDB9E3" w14:textId="77777777" w:rsidR="00810015" w:rsidRDefault="00810015" w:rsidP="00810015">
      <w:r>
        <w:t>305.3344</w:t>
      </w:r>
      <w:r>
        <w:tab/>
        <w:t>2.025e0</w:t>
      </w:r>
    </w:p>
    <w:p w14:paraId="79D10FDB" w14:textId="77777777" w:rsidR="00810015" w:rsidRDefault="00810015" w:rsidP="00810015">
      <w:r>
        <w:t>305.3631</w:t>
      </w:r>
      <w:r>
        <w:tab/>
        <w:t>1.013e0</w:t>
      </w:r>
    </w:p>
    <w:p w14:paraId="645A2EF4" w14:textId="77777777" w:rsidR="00810015" w:rsidRDefault="00810015" w:rsidP="00810015">
      <w:r>
        <w:t>305.3805</w:t>
      </w:r>
      <w:r>
        <w:tab/>
        <w:t>2.025e0</w:t>
      </w:r>
    </w:p>
    <w:p w14:paraId="72C84425" w14:textId="77777777" w:rsidR="00810015" w:rsidRDefault="00810015" w:rsidP="00810015">
      <w:r>
        <w:t>305.3889</w:t>
      </w:r>
      <w:r>
        <w:tab/>
        <w:t>3.038e0</w:t>
      </w:r>
    </w:p>
    <w:p w14:paraId="07EB22CD" w14:textId="77777777" w:rsidR="00810015" w:rsidRDefault="00810015" w:rsidP="00810015">
      <w:r>
        <w:t>305.4083</w:t>
      </w:r>
      <w:r>
        <w:tab/>
        <w:t>2.025e0</w:t>
      </w:r>
    </w:p>
    <w:p w14:paraId="62A2C08D" w14:textId="77777777" w:rsidR="00810015" w:rsidRDefault="00810015" w:rsidP="00810015">
      <w:r>
        <w:t>305.4267</w:t>
      </w:r>
      <w:r>
        <w:tab/>
        <w:t>2.025e0</w:t>
      </w:r>
    </w:p>
    <w:p w14:paraId="18C1D643" w14:textId="77777777" w:rsidR="00810015" w:rsidRDefault="00810015" w:rsidP="00810015">
      <w:r>
        <w:t>305.4298</w:t>
      </w:r>
      <w:r>
        <w:tab/>
        <w:t>1.492e0</w:t>
      </w:r>
    </w:p>
    <w:p w14:paraId="5F45978A" w14:textId="77777777" w:rsidR="00810015" w:rsidRDefault="00810015" w:rsidP="00810015">
      <w:r>
        <w:t>305.4495</w:t>
      </w:r>
      <w:r>
        <w:tab/>
        <w:t>2.025e0</w:t>
      </w:r>
    </w:p>
    <w:p w14:paraId="0BD362C0" w14:textId="77777777" w:rsidR="00810015" w:rsidRDefault="00810015" w:rsidP="00810015">
      <w:r>
        <w:t>305.4570</w:t>
      </w:r>
      <w:r>
        <w:tab/>
        <w:t>2.025e0</w:t>
      </w:r>
    </w:p>
    <w:p w14:paraId="47801C84" w14:textId="77777777" w:rsidR="00810015" w:rsidRDefault="00810015" w:rsidP="00810015">
      <w:r>
        <w:t>305.4588</w:t>
      </w:r>
      <w:r>
        <w:tab/>
        <w:t>2.025e0</w:t>
      </w:r>
    </w:p>
    <w:p w14:paraId="18D2D9B5" w14:textId="77777777" w:rsidR="00810015" w:rsidRDefault="00810015" w:rsidP="00810015">
      <w:r>
        <w:t>305.4921</w:t>
      </w:r>
      <w:r>
        <w:tab/>
        <w:t>2.025e0</w:t>
      </w:r>
    </w:p>
    <w:p w14:paraId="6BF6C1DA" w14:textId="77777777" w:rsidR="00810015" w:rsidRDefault="00810015" w:rsidP="00810015">
      <w:r>
        <w:t>305.5068</w:t>
      </w:r>
      <w:r>
        <w:tab/>
        <w:t>1.013e0</w:t>
      </w:r>
    </w:p>
    <w:p w14:paraId="7477C4E0" w14:textId="77777777" w:rsidR="00810015" w:rsidRDefault="00810015" w:rsidP="00810015">
      <w:r>
        <w:t>305.5179</w:t>
      </w:r>
      <w:r>
        <w:tab/>
        <w:t>1.013e0</w:t>
      </w:r>
    </w:p>
    <w:p w14:paraId="31C8A8CE" w14:textId="77777777" w:rsidR="00810015" w:rsidRDefault="00810015" w:rsidP="00810015">
      <w:r>
        <w:t>305.5249</w:t>
      </w:r>
      <w:r>
        <w:tab/>
        <w:t>2.025e0</w:t>
      </w:r>
    </w:p>
    <w:p w14:paraId="7A00C22C" w14:textId="77777777" w:rsidR="00810015" w:rsidRDefault="00810015" w:rsidP="00810015">
      <w:r>
        <w:t>305.5477</w:t>
      </w:r>
      <w:r>
        <w:tab/>
        <w:t>2.025e0</w:t>
      </w:r>
    </w:p>
    <w:p w14:paraId="0A25FBF0" w14:textId="77777777" w:rsidR="00810015" w:rsidRDefault="00810015" w:rsidP="00810015">
      <w:r>
        <w:t>305.5566</w:t>
      </w:r>
      <w:r>
        <w:tab/>
        <w:t>3.038e0</w:t>
      </w:r>
    </w:p>
    <w:p w14:paraId="6E3ED3AB" w14:textId="77777777" w:rsidR="00810015" w:rsidRDefault="00810015" w:rsidP="00810015">
      <w:r>
        <w:t>305.5671</w:t>
      </w:r>
      <w:r>
        <w:tab/>
        <w:t>2.025e0</w:t>
      </w:r>
    </w:p>
    <w:p w14:paraId="7B4B2AC6" w14:textId="77777777" w:rsidR="00810015" w:rsidRDefault="00810015" w:rsidP="00810015">
      <w:r>
        <w:t>305.5707</w:t>
      </w:r>
      <w:r>
        <w:tab/>
        <w:t>2.025e0</w:t>
      </w:r>
    </w:p>
    <w:p w14:paraId="0DB4DE40" w14:textId="77777777" w:rsidR="00810015" w:rsidRDefault="00810015" w:rsidP="00810015">
      <w:r>
        <w:t>305.5919</w:t>
      </w:r>
      <w:r>
        <w:tab/>
        <w:t>1.013e0</w:t>
      </w:r>
    </w:p>
    <w:p w14:paraId="6EBEFB83" w14:textId="77777777" w:rsidR="00810015" w:rsidRDefault="00810015" w:rsidP="00810015">
      <w:r>
        <w:t>305.6305</w:t>
      </w:r>
      <w:r>
        <w:tab/>
        <w:t>2.025e0</w:t>
      </w:r>
    </w:p>
    <w:p w14:paraId="2FC3CE9F" w14:textId="77777777" w:rsidR="00810015" w:rsidRDefault="00810015" w:rsidP="00810015">
      <w:r>
        <w:t>305.6468</w:t>
      </w:r>
      <w:r>
        <w:tab/>
        <w:t>1.013e0</w:t>
      </w:r>
    </w:p>
    <w:p w14:paraId="05DA7152" w14:textId="77777777" w:rsidR="00810015" w:rsidRDefault="00810015" w:rsidP="00810015">
      <w:r>
        <w:t>305.6789</w:t>
      </w:r>
      <w:r>
        <w:tab/>
        <w:t>1.013e0</w:t>
      </w:r>
    </w:p>
    <w:p w14:paraId="283A1C2D" w14:textId="77777777" w:rsidR="00810015" w:rsidRDefault="00810015" w:rsidP="00810015">
      <w:r>
        <w:t>305.6821</w:t>
      </w:r>
      <w:r>
        <w:tab/>
        <w:t>2.025e0</w:t>
      </w:r>
    </w:p>
    <w:p w14:paraId="5857A577" w14:textId="77777777" w:rsidR="00810015" w:rsidRDefault="00810015" w:rsidP="00810015">
      <w:r>
        <w:t>305.6844</w:t>
      </w:r>
      <w:r>
        <w:tab/>
        <w:t>1.013e0</w:t>
      </w:r>
    </w:p>
    <w:p w14:paraId="3573AC22" w14:textId="77777777" w:rsidR="00810015" w:rsidRDefault="00810015" w:rsidP="00810015">
      <w:r>
        <w:t>305.6950</w:t>
      </w:r>
      <w:r>
        <w:tab/>
        <w:t>2.025e0</w:t>
      </w:r>
    </w:p>
    <w:p w14:paraId="319F6F64" w14:textId="77777777" w:rsidR="00810015" w:rsidRDefault="00810015" w:rsidP="00810015">
      <w:r>
        <w:t>305.7165</w:t>
      </w:r>
      <w:r>
        <w:tab/>
        <w:t>2.025e0</w:t>
      </w:r>
    </w:p>
    <w:p w14:paraId="4C811D67" w14:textId="77777777" w:rsidR="00810015" w:rsidRDefault="00810015" w:rsidP="00810015">
      <w:r>
        <w:t>305.7545</w:t>
      </w:r>
      <w:r>
        <w:tab/>
        <w:t>1.013e0</w:t>
      </w:r>
    </w:p>
    <w:p w14:paraId="1051DC9A" w14:textId="77777777" w:rsidR="00810015" w:rsidRDefault="00810015" w:rsidP="00810015">
      <w:r>
        <w:t>305.7846</w:t>
      </w:r>
      <w:r>
        <w:tab/>
        <w:t>2.025e0</w:t>
      </w:r>
    </w:p>
    <w:p w14:paraId="2F88ADCE" w14:textId="77777777" w:rsidR="00810015" w:rsidRDefault="00810015" w:rsidP="00810015">
      <w:r>
        <w:t>305.7955</w:t>
      </w:r>
      <w:r>
        <w:tab/>
        <w:t>1.013e0</w:t>
      </w:r>
    </w:p>
    <w:p w14:paraId="2980719B" w14:textId="77777777" w:rsidR="00810015" w:rsidRDefault="00810015" w:rsidP="00810015">
      <w:r>
        <w:t>305.8077</w:t>
      </w:r>
      <w:r>
        <w:tab/>
        <w:t>1.013e0</w:t>
      </w:r>
    </w:p>
    <w:p w14:paraId="3F9322DF" w14:textId="77777777" w:rsidR="00810015" w:rsidRDefault="00810015" w:rsidP="00810015">
      <w:r>
        <w:t>305.8105</w:t>
      </w:r>
      <w:r>
        <w:tab/>
        <w:t>1.013e0</w:t>
      </w:r>
    </w:p>
    <w:p w14:paraId="0AAD9D81" w14:textId="77777777" w:rsidR="00810015" w:rsidRDefault="00810015" w:rsidP="00810015">
      <w:r>
        <w:t>305.8176</w:t>
      </w:r>
      <w:r>
        <w:tab/>
        <w:t>2.025e0</w:t>
      </w:r>
    </w:p>
    <w:p w14:paraId="41802532" w14:textId="77777777" w:rsidR="00810015" w:rsidRDefault="00810015" w:rsidP="00810015">
      <w:r>
        <w:t>305.8384</w:t>
      </w:r>
      <w:r>
        <w:tab/>
        <w:t>1.013e0</w:t>
      </w:r>
    </w:p>
    <w:p w14:paraId="6C1FC601" w14:textId="77777777" w:rsidR="00810015" w:rsidRDefault="00810015" w:rsidP="00810015">
      <w:r>
        <w:t>305.8417</w:t>
      </w:r>
      <w:r>
        <w:tab/>
        <w:t>3.038e0</w:t>
      </w:r>
    </w:p>
    <w:p w14:paraId="19FC0236" w14:textId="77777777" w:rsidR="00810015" w:rsidRDefault="00810015" w:rsidP="00810015">
      <w:r>
        <w:t>305.8465</w:t>
      </w:r>
      <w:r>
        <w:tab/>
        <w:t>1.013e0</w:t>
      </w:r>
    </w:p>
    <w:p w14:paraId="73ED902E" w14:textId="77777777" w:rsidR="00810015" w:rsidRDefault="00810015" w:rsidP="00810015">
      <w:r>
        <w:t>305.8844</w:t>
      </w:r>
      <w:r>
        <w:tab/>
        <w:t>1.013e0</w:t>
      </w:r>
    </w:p>
    <w:p w14:paraId="7BC1283F" w14:textId="77777777" w:rsidR="00810015" w:rsidRDefault="00810015" w:rsidP="00810015">
      <w:r>
        <w:t>305.9132</w:t>
      </w:r>
      <w:r>
        <w:tab/>
        <w:t>1.013e0</w:t>
      </w:r>
    </w:p>
    <w:p w14:paraId="3C31FCB0" w14:textId="77777777" w:rsidR="00810015" w:rsidRDefault="00810015" w:rsidP="00810015">
      <w:r>
        <w:t>305.9162</w:t>
      </w:r>
      <w:r>
        <w:tab/>
        <w:t>5.063e0</w:t>
      </w:r>
    </w:p>
    <w:p w14:paraId="64B7B2E5" w14:textId="77777777" w:rsidR="00810015" w:rsidRDefault="00810015" w:rsidP="00810015">
      <w:r>
        <w:t>305.9177</w:t>
      </w:r>
      <w:r>
        <w:tab/>
        <w:t>2.025e0</w:t>
      </w:r>
    </w:p>
    <w:p w14:paraId="7656D58D" w14:textId="77777777" w:rsidR="00810015" w:rsidRDefault="00810015" w:rsidP="00810015">
      <w:r>
        <w:t>305.9355</w:t>
      </w:r>
      <w:r>
        <w:tab/>
        <w:t>1.013e0</w:t>
      </w:r>
    </w:p>
    <w:p w14:paraId="7C4B84AB" w14:textId="77777777" w:rsidR="00810015" w:rsidRDefault="00810015" w:rsidP="00810015">
      <w:r>
        <w:t>305.9544</w:t>
      </w:r>
      <w:r>
        <w:tab/>
        <w:t>2.025e0</w:t>
      </w:r>
    </w:p>
    <w:p w14:paraId="782D9D76" w14:textId="77777777" w:rsidR="00810015" w:rsidRDefault="00810015" w:rsidP="00810015">
      <w:r>
        <w:t>305.9688</w:t>
      </w:r>
      <w:r>
        <w:tab/>
        <w:t>1.013e0</w:t>
      </w:r>
    </w:p>
    <w:p w14:paraId="08FEB620" w14:textId="77777777" w:rsidR="00810015" w:rsidRDefault="00810015" w:rsidP="00810015">
      <w:r>
        <w:t>305.9784</w:t>
      </w:r>
      <w:r>
        <w:tab/>
        <w:t>1.013e0</w:t>
      </w:r>
    </w:p>
    <w:p w14:paraId="2E9D9FA6" w14:textId="77777777" w:rsidR="00810015" w:rsidRDefault="00810015" w:rsidP="00810015">
      <w:r>
        <w:t>305.9864</w:t>
      </w:r>
      <w:r>
        <w:tab/>
        <w:t>2.025e0</w:t>
      </w:r>
    </w:p>
    <w:p w14:paraId="70027BB8" w14:textId="77777777" w:rsidR="00810015" w:rsidRDefault="00810015" w:rsidP="00810015">
      <w:r>
        <w:t>306.0040</w:t>
      </w:r>
      <w:r>
        <w:tab/>
        <w:t>2.246e0</w:t>
      </w:r>
    </w:p>
    <w:p w14:paraId="2A512892" w14:textId="77777777" w:rsidR="00810015" w:rsidRDefault="00810015" w:rsidP="00810015">
      <w:r>
        <w:t>306.0051</w:t>
      </w:r>
      <w:r>
        <w:tab/>
        <w:t>2.025e0</w:t>
      </w:r>
    </w:p>
    <w:p w14:paraId="068E4415" w14:textId="77777777" w:rsidR="00810015" w:rsidRDefault="00810015" w:rsidP="00810015">
      <w:r>
        <w:t>306.0081</w:t>
      </w:r>
      <w:r>
        <w:tab/>
        <w:t>1.751e0</w:t>
      </w:r>
    </w:p>
    <w:p w14:paraId="1AD68158" w14:textId="77777777" w:rsidR="00810015" w:rsidRDefault="00810015" w:rsidP="00810015">
      <w:r>
        <w:t>306.0283</w:t>
      </w:r>
      <w:r>
        <w:tab/>
        <w:t>2.025e0</w:t>
      </w:r>
    </w:p>
    <w:p w14:paraId="322CCAC9" w14:textId="77777777" w:rsidR="00810015" w:rsidRDefault="00810015" w:rsidP="00810015">
      <w:r>
        <w:t>306.0459</w:t>
      </w:r>
      <w:r>
        <w:tab/>
        <w:t>1.178e0</w:t>
      </w:r>
    </w:p>
    <w:p w14:paraId="7B6C553C" w14:textId="77777777" w:rsidR="00810015" w:rsidRDefault="00810015" w:rsidP="00810015">
      <w:r>
        <w:t>306.0631</w:t>
      </w:r>
      <w:r>
        <w:tab/>
        <w:t>1.505e0</w:t>
      </w:r>
    </w:p>
    <w:p w14:paraId="060EE54C" w14:textId="77777777" w:rsidR="00810015" w:rsidRDefault="00810015" w:rsidP="00810015">
      <w:r>
        <w:t>306.0800</w:t>
      </w:r>
      <w:r>
        <w:tab/>
        <w:t>1.215e0</w:t>
      </w:r>
    </w:p>
    <w:p w14:paraId="047F49E3" w14:textId="77777777" w:rsidR="00810015" w:rsidRDefault="00810015" w:rsidP="00810015">
      <w:r>
        <w:t>306.0942</w:t>
      </w:r>
      <w:r>
        <w:tab/>
        <w:t>1.013e0</w:t>
      </w:r>
    </w:p>
    <w:p w14:paraId="22424290" w14:textId="77777777" w:rsidR="00810015" w:rsidRDefault="00810015" w:rsidP="00810015">
      <w:r>
        <w:t>306.1098</w:t>
      </w:r>
      <w:r>
        <w:tab/>
        <w:t>1.863e0</w:t>
      </w:r>
    </w:p>
    <w:p w14:paraId="63005185" w14:textId="77777777" w:rsidR="00810015" w:rsidRDefault="00810015" w:rsidP="00810015">
      <w:r>
        <w:t>306.1180</w:t>
      </w:r>
      <w:r>
        <w:tab/>
        <w:t>6.931e0</w:t>
      </w:r>
    </w:p>
    <w:p w14:paraId="1E4458E6" w14:textId="77777777" w:rsidR="00810015" w:rsidRDefault="00810015" w:rsidP="00810015">
      <w:r>
        <w:t>306.1355</w:t>
      </w:r>
      <w:r>
        <w:tab/>
        <w:t>1.013e0</w:t>
      </w:r>
    </w:p>
    <w:p w14:paraId="3F133384" w14:textId="77777777" w:rsidR="00810015" w:rsidRDefault="00810015" w:rsidP="00810015">
      <w:r>
        <w:t>306.1420</w:t>
      </w:r>
      <w:r>
        <w:tab/>
        <w:t>3.038e0</w:t>
      </w:r>
    </w:p>
    <w:p w14:paraId="5EAC1F20" w14:textId="77777777" w:rsidR="00810015" w:rsidRDefault="00810015" w:rsidP="00810015">
      <w:r>
        <w:t>306.1492</w:t>
      </w:r>
      <w:r>
        <w:tab/>
        <w:t>4.051e0</w:t>
      </w:r>
    </w:p>
    <w:p w14:paraId="0C32F61B" w14:textId="77777777" w:rsidR="00810015" w:rsidRDefault="00810015" w:rsidP="00810015">
      <w:r>
        <w:t>306.1648</w:t>
      </w:r>
      <w:r>
        <w:tab/>
        <w:t>7.089e0</w:t>
      </w:r>
    </w:p>
    <w:p w14:paraId="1A18175E" w14:textId="77777777" w:rsidR="00810015" w:rsidRDefault="00810015" w:rsidP="00810015">
      <w:r>
        <w:t>306.1722</w:t>
      </w:r>
      <w:r>
        <w:tab/>
        <w:t>2.566e0</w:t>
      </w:r>
    </w:p>
    <w:p w14:paraId="29453569" w14:textId="77777777" w:rsidR="00810015" w:rsidRDefault="00810015" w:rsidP="00810015">
      <w:r>
        <w:t>306.1884</w:t>
      </w:r>
      <w:r>
        <w:tab/>
        <w:t>2.025e0</w:t>
      </w:r>
    </w:p>
    <w:p w14:paraId="5F1EC2D4" w14:textId="77777777" w:rsidR="00810015" w:rsidRDefault="00810015" w:rsidP="00810015">
      <w:r>
        <w:t>306.2214</w:t>
      </w:r>
      <w:r>
        <w:tab/>
        <w:t>1.619e0</w:t>
      </w:r>
    </w:p>
    <w:p w14:paraId="3A251602" w14:textId="77777777" w:rsidR="00810015" w:rsidRDefault="00810015" w:rsidP="00810015">
      <w:r>
        <w:t>306.2362</w:t>
      </w:r>
      <w:r>
        <w:tab/>
        <w:t>2.025e0</w:t>
      </w:r>
    </w:p>
    <w:p w14:paraId="3BCA2025" w14:textId="77777777" w:rsidR="00810015" w:rsidRDefault="00810015" w:rsidP="00810015">
      <w:r>
        <w:t>306.2380</w:t>
      </w:r>
      <w:r>
        <w:tab/>
        <w:t>1.013e0</w:t>
      </w:r>
    </w:p>
    <w:p w14:paraId="544007FA" w14:textId="77777777" w:rsidR="00810015" w:rsidRDefault="00810015" w:rsidP="00810015">
      <w:r>
        <w:t>306.2482</w:t>
      </w:r>
      <w:r>
        <w:tab/>
        <w:t>3.038e0</w:t>
      </w:r>
    </w:p>
    <w:p w14:paraId="377EE82C" w14:textId="77777777" w:rsidR="00810015" w:rsidRDefault="00810015" w:rsidP="00810015">
      <w:r>
        <w:t>306.2951</w:t>
      </w:r>
      <w:r>
        <w:tab/>
        <w:t>1.013e0</w:t>
      </w:r>
    </w:p>
    <w:p w14:paraId="1A9DBE79" w14:textId="77777777" w:rsidR="00810015" w:rsidRDefault="00810015" w:rsidP="00810015">
      <w:r>
        <w:t>306.2981</w:t>
      </w:r>
      <w:r>
        <w:tab/>
        <w:t>3.038e0</w:t>
      </w:r>
    </w:p>
    <w:p w14:paraId="30A0DD4F" w14:textId="77777777" w:rsidR="00810015" w:rsidRDefault="00810015" w:rsidP="00810015">
      <w:r>
        <w:t>306.3021</w:t>
      </w:r>
      <w:r>
        <w:tab/>
        <w:t>1.013e0</w:t>
      </w:r>
    </w:p>
    <w:p w14:paraId="2656DFC4" w14:textId="77777777" w:rsidR="00810015" w:rsidRDefault="00810015" w:rsidP="00810015">
      <w:r>
        <w:t>306.3051</w:t>
      </w:r>
      <w:r>
        <w:tab/>
        <w:t>4.051e0</w:t>
      </w:r>
    </w:p>
    <w:p w14:paraId="6DD3214A" w14:textId="77777777" w:rsidR="00810015" w:rsidRDefault="00810015" w:rsidP="00810015">
      <w:r>
        <w:t>306.3260</w:t>
      </w:r>
      <w:r>
        <w:tab/>
        <w:t>1.013e0</w:t>
      </w:r>
    </w:p>
    <w:p w14:paraId="57B111D6" w14:textId="77777777" w:rsidR="00810015" w:rsidRDefault="00810015" w:rsidP="00810015">
      <w:r>
        <w:t>306.3300</w:t>
      </w:r>
      <w:r>
        <w:tab/>
        <w:t>2.025e0</w:t>
      </w:r>
    </w:p>
    <w:p w14:paraId="3F06259E" w14:textId="77777777" w:rsidR="00810015" w:rsidRDefault="00810015" w:rsidP="00810015">
      <w:r>
        <w:t>306.3311</w:t>
      </w:r>
      <w:r>
        <w:tab/>
        <w:t>1.013e0</w:t>
      </w:r>
    </w:p>
    <w:p w14:paraId="69DE074C" w14:textId="77777777" w:rsidR="00810015" w:rsidRDefault="00810015" w:rsidP="00810015">
      <w:r>
        <w:t>306.3680</w:t>
      </w:r>
      <w:r>
        <w:tab/>
        <w:t>4.051e0</w:t>
      </w:r>
    </w:p>
    <w:p w14:paraId="05CAD3D7" w14:textId="77777777" w:rsidR="00810015" w:rsidRDefault="00810015" w:rsidP="00810015">
      <w:r>
        <w:t>306.3831</w:t>
      </w:r>
      <w:r>
        <w:tab/>
        <w:t>1.013e0</w:t>
      </w:r>
    </w:p>
    <w:p w14:paraId="512DA1CA" w14:textId="77777777" w:rsidR="00810015" w:rsidRDefault="00810015" w:rsidP="00810015">
      <w:r>
        <w:t>306.3860</w:t>
      </w:r>
      <w:r>
        <w:tab/>
        <w:t>1.013e0</w:t>
      </w:r>
    </w:p>
    <w:p w14:paraId="5EA4B58C" w14:textId="77777777" w:rsidR="00810015" w:rsidRDefault="00810015" w:rsidP="00810015">
      <w:r>
        <w:t>306.4059</w:t>
      </w:r>
      <w:r>
        <w:tab/>
        <w:t>1.013e0</w:t>
      </w:r>
    </w:p>
    <w:p w14:paraId="6FD59CAA" w14:textId="77777777" w:rsidR="00810015" w:rsidRDefault="00810015" w:rsidP="00810015">
      <w:r>
        <w:t>306.4205</w:t>
      </w:r>
      <w:r>
        <w:tab/>
        <w:t>2.025e0</w:t>
      </w:r>
    </w:p>
    <w:p w14:paraId="70E819AB" w14:textId="77777777" w:rsidR="00810015" w:rsidRDefault="00810015" w:rsidP="00810015">
      <w:r>
        <w:t>306.4254</w:t>
      </w:r>
      <w:r>
        <w:tab/>
        <w:t>4.707e0</w:t>
      </w:r>
    </w:p>
    <w:p w14:paraId="132DB554" w14:textId="77777777" w:rsidR="00810015" w:rsidRDefault="00810015" w:rsidP="00810015">
      <w:r>
        <w:t>306.4503</w:t>
      </w:r>
      <w:r>
        <w:tab/>
        <w:t>2.025e0</w:t>
      </w:r>
    </w:p>
    <w:p w14:paraId="5B9202E6" w14:textId="77777777" w:rsidR="00810015" w:rsidRDefault="00810015" w:rsidP="00810015">
      <w:r>
        <w:t>306.4619</w:t>
      </w:r>
      <w:r>
        <w:tab/>
        <w:t>1.013e0</w:t>
      </w:r>
    </w:p>
    <w:p w14:paraId="0B8611EA" w14:textId="77777777" w:rsidR="00810015" w:rsidRDefault="00810015" w:rsidP="00810015">
      <w:r>
        <w:t>306.4938</w:t>
      </w:r>
      <w:r>
        <w:tab/>
        <w:t>2.025e0</w:t>
      </w:r>
    </w:p>
    <w:p w14:paraId="316A081D" w14:textId="77777777" w:rsidR="00810015" w:rsidRDefault="00810015" w:rsidP="00810015">
      <w:r>
        <w:t>306.5095</w:t>
      </w:r>
      <w:r>
        <w:tab/>
        <w:t>4.051e0</w:t>
      </w:r>
    </w:p>
    <w:p w14:paraId="4BC60CA9" w14:textId="77777777" w:rsidR="00810015" w:rsidRDefault="00810015" w:rsidP="00810015">
      <w:r>
        <w:t>306.5127</w:t>
      </w:r>
      <w:r>
        <w:tab/>
        <w:t>1.013e0</w:t>
      </w:r>
    </w:p>
    <w:p w14:paraId="07E09E38" w14:textId="77777777" w:rsidR="00810015" w:rsidRDefault="00810015" w:rsidP="00810015">
      <w:r>
        <w:t>306.5218</w:t>
      </w:r>
      <w:r>
        <w:tab/>
        <w:t>1.013e0</w:t>
      </w:r>
    </w:p>
    <w:p w14:paraId="4F227042" w14:textId="77777777" w:rsidR="00810015" w:rsidRDefault="00810015" w:rsidP="00810015">
      <w:r>
        <w:t>306.5259</w:t>
      </w:r>
      <w:r>
        <w:tab/>
        <w:t>1.013e0</w:t>
      </w:r>
    </w:p>
    <w:p w14:paraId="77396A5E" w14:textId="77777777" w:rsidR="00810015" w:rsidRDefault="00810015" w:rsidP="00810015">
      <w:r>
        <w:t>306.5602</w:t>
      </w:r>
      <w:r>
        <w:tab/>
        <w:t>3.038e0</w:t>
      </w:r>
    </w:p>
    <w:p w14:paraId="70B2828B" w14:textId="77777777" w:rsidR="00810015" w:rsidRDefault="00810015" w:rsidP="00810015">
      <w:r>
        <w:t>306.5684</w:t>
      </w:r>
      <w:r>
        <w:tab/>
        <w:t>1.013e0</w:t>
      </w:r>
    </w:p>
    <w:p w14:paraId="0B470C01" w14:textId="77777777" w:rsidR="00810015" w:rsidRDefault="00810015" w:rsidP="00810015">
      <w:r>
        <w:t>306.5837</w:t>
      </w:r>
      <w:r>
        <w:tab/>
        <w:t>2.025e0</w:t>
      </w:r>
    </w:p>
    <w:p w14:paraId="3FA43F6E" w14:textId="77777777" w:rsidR="00810015" w:rsidRDefault="00810015" w:rsidP="00810015">
      <w:r>
        <w:t>306.6118</w:t>
      </w:r>
      <w:r>
        <w:tab/>
        <w:t>2.025e0</w:t>
      </w:r>
    </w:p>
    <w:p w14:paraId="1B223A3A" w14:textId="77777777" w:rsidR="00810015" w:rsidRDefault="00810015" w:rsidP="00810015">
      <w:r>
        <w:t>306.6378</w:t>
      </w:r>
      <w:r>
        <w:tab/>
        <w:t>1.013e0</w:t>
      </w:r>
    </w:p>
    <w:p w14:paraId="0B207FB1" w14:textId="77777777" w:rsidR="00810015" w:rsidRDefault="00810015" w:rsidP="00810015">
      <w:r>
        <w:t>306.6853</w:t>
      </w:r>
      <w:r>
        <w:tab/>
        <w:t>1.013e0</w:t>
      </w:r>
    </w:p>
    <w:p w14:paraId="78CF5AC0" w14:textId="77777777" w:rsidR="00810015" w:rsidRDefault="00810015" w:rsidP="00810015">
      <w:r>
        <w:t>306.6898</w:t>
      </w:r>
      <w:r>
        <w:tab/>
        <w:t>1.013e0</w:t>
      </w:r>
    </w:p>
    <w:p w14:paraId="45D97375" w14:textId="77777777" w:rsidR="00810015" w:rsidRDefault="00810015" w:rsidP="00810015">
      <w:r>
        <w:t>306.6938</w:t>
      </w:r>
      <w:r>
        <w:tab/>
        <w:t>2.025e0</w:t>
      </w:r>
    </w:p>
    <w:p w14:paraId="422F2526" w14:textId="77777777" w:rsidR="00810015" w:rsidRDefault="00810015" w:rsidP="00810015">
      <w:r>
        <w:t>306.7177</w:t>
      </w:r>
      <w:r>
        <w:tab/>
        <w:t>1.013e0</w:t>
      </w:r>
    </w:p>
    <w:p w14:paraId="25B0EDE3" w14:textId="77777777" w:rsidR="00810015" w:rsidRDefault="00810015" w:rsidP="00810015">
      <w:r>
        <w:t>306.7310</w:t>
      </w:r>
      <w:r>
        <w:tab/>
        <w:t>3.038e0</w:t>
      </w:r>
    </w:p>
    <w:p w14:paraId="0FA2D118" w14:textId="77777777" w:rsidR="00810015" w:rsidRDefault="00810015" w:rsidP="00810015">
      <w:r>
        <w:t>306.7331</w:t>
      </w:r>
      <w:r>
        <w:tab/>
        <w:t>2.025e0</w:t>
      </w:r>
    </w:p>
    <w:p w14:paraId="743C3EF6" w14:textId="77777777" w:rsidR="00810015" w:rsidRDefault="00810015" w:rsidP="00810015">
      <w:r>
        <w:t>306.7469</w:t>
      </w:r>
      <w:r>
        <w:tab/>
        <w:t>1.013e0</w:t>
      </w:r>
    </w:p>
    <w:p w14:paraId="46485AE1" w14:textId="77777777" w:rsidR="00810015" w:rsidRDefault="00810015" w:rsidP="00810015">
      <w:r>
        <w:t>306.7577</w:t>
      </w:r>
      <w:r>
        <w:tab/>
        <w:t>1.013e0</w:t>
      </w:r>
    </w:p>
    <w:p w14:paraId="60D338C9" w14:textId="77777777" w:rsidR="00810015" w:rsidRDefault="00810015" w:rsidP="00810015">
      <w:r>
        <w:t>306.8058</w:t>
      </w:r>
      <w:r>
        <w:tab/>
        <w:t>2.025e0</w:t>
      </w:r>
    </w:p>
    <w:p w14:paraId="22366910" w14:textId="77777777" w:rsidR="00810015" w:rsidRDefault="00810015" w:rsidP="00810015">
      <w:r>
        <w:t>306.8206</w:t>
      </w:r>
      <w:r>
        <w:tab/>
        <w:t>3.038e0</w:t>
      </w:r>
    </w:p>
    <w:p w14:paraId="1C694FD3" w14:textId="77777777" w:rsidR="00810015" w:rsidRDefault="00810015" w:rsidP="00810015">
      <w:r>
        <w:t>306.8217</w:t>
      </w:r>
      <w:r>
        <w:tab/>
        <w:t>2.025e0</w:t>
      </w:r>
    </w:p>
    <w:p w14:paraId="0F28104C" w14:textId="77777777" w:rsidR="00810015" w:rsidRDefault="00810015" w:rsidP="00810015">
      <w:r>
        <w:t>306.8378</w:t>
      </w:r>
      <w:r>
        <w:tab/>
        <w:t>1.013e0</w:t>
      </w:r>
    </w:p>
    <w:p w14:paraId="0F05E165" w14:textId="77777777" w:rsidR="00810015" w:rsidRDefault="00810015" w:rsidP="00810015">
      <w:r>
        <w:t>306.8977</w:t>
      </w:r>
      <w:r>
        <w:tab/>
        <w:t>2.025e0</w:t>
      </w:r>
    </w:p>
    <w:p w14:paraId="6FA4927D" w14:textId="77777777" w:rsidR="00810015" w:rsidRDefault="00810015" w:rsidP="00810015">
      <w:r>
        <w:t>306.9136</w:t>
      </w:r>
      <w:r>
        <w:tab/>
        <w:t>1.013e0</w:t>
      </w:r>
    </w:p>
    <w:p w14:paraId="1794CB76" w14:textId="77777777" w:rsidR="00810015" w:rsidRDefault="00810015" w:rsidP="00810015">
      <w:r>
        <w:t>306.9217</w:t>
      </w:r>
      <w:r>
        <w:tab/>
        <w:t>1.013e0</w:t>
      </w:r>
    </w:p>
    <w:p w14:paraId="424E1FB2" w14:textId="77777777" w:rsidR="00810015" w:rsidRDefault="00810015" w:rsidP="00810015">
      <w:r>
        <w:t>306.9415</w:t>
      </w:r>
      <w:r>
        <w:tab/>
        <w:t>1.013e0</w:t>
      </w:r>
    </w:p>
    <w:p w14:paraId="4A22C17C" w14:textId="77777777" w:rsidR="00810015" w:rsidRDefault="00810015" w:rsidP="00810015">
      <w:r>
        <w:t>306.9537</w:t>
      </w:r>
      <w:r>
        <w:tab/>
        <w:t>1.013e0</w:t>
      </w:r>
    </w:p>
    <w:p w14:paraId="32659960" w14:textId="77777777" w:rsidR="00810015" w:rsidRDefault="00810015" w:rsidP="00810015">
      <w:r>
        <w:t>306.9619</w:t>
      </w:r>
      <w:r>
        <w:tab/>
        <w:t>3.038e0</w:t>
      </w:r>
    </w:p>
    <w:p w14:paraId="7EB9BDDB" w14:textId="77777777" w:rsidR="00810015" w:rsidRDefault="00810015" w:rsidP="00810015">
      <w:r>
        <w:t>306.9638</w:t>
      </w:r>
      <w:r>
        <w:tab/>
        <w:t>1.013e0</w:t>
      </w:r>
    </w:p>
    <w:p w14:paraId="36B56D6D" w14:textId="77777777" w:rsidR="00810015" w:rsidRDefault="00810015" w:rsidP="00810015">
      <w:r>
        <w:t>306.9649</w:t>
      </w:r>
      <w:r>
        <w:tab/>
        <w:t>1.013e0</w:t>
      </w:r>
    </w:p>
    <w:p w14:paraId="6933B39B" w14:textId="77777777" w:rsidR="00810015" w:rsidRDefault="00810015" w:rsidP="00810015">
      <w:r>
        <w:t>307.0016</w:t>
      </w:r>
      <w:r>
        <w:tab/>
        <w:t>1.013e0</w:t>
      </w:r>
    </w:p>
    <w:p w14:paraId="7F7E264F" w14:textId="77777777" w:rsidR="00810015" w:rsidRDefault="00810015" w:rsidP="00810015">
      <w:r>
        <w:t>307.0253</w:t>
      </w:r>
      <w:r>
        <w:tab/>
        <w:t>3.385e0</w:t>
      </w:r>
    </w:p>
    <w:p w14:paraId="25909F35" w14:textId="77777777" w:rsidR="00810015" w:rsidRDefault="00810015" w:rsidP="00810015">
      <w:r>
        <w:t>307.0294</w:t>
      </w:r>
      <w:r>
        <w:tab/>
        <w:t>4.051e0</w:t>
      </w:r>
    </w:p>
    <w:p w14:paraId="38388D7F" w14:textId="77777777" w:rsidR="00810015" w:rsidRDefault="00810015" w:rsidP="00810015">
      <w:r>
        <w:t>307.0377</w:t>
      </w:r>
      <w:r>
        <w:tab/>
        <w:t>1.013e0</w:t>
      </w:r>
    </w:p>
    <w:p w14:paraId="6C99016C" w14:textId="77777777" w:rsidR="00810015" w:rsidRDefault="00810015" w:rsidP="00810015">
      <w:r>
        <w:t>307.0581</w:t>
      </w:r>
      <w:r>
        <w:tab/>
        <w:t>5.150e0</w:t>
      </w:r>
    </w:p>
    <w:p w14:paraId="44D88698" w14:textId="77777777" w:rsidR="00810015" w:rsidRDefault="00810015" w:rsidP="00810015">
      <w:r>
        <w:t>307.0623</w:t>
      </w:r>
      <w:r>
        <w:tab/>
        <w:t>3.373e0</w:t>
      </w:r>
    </w:p>
    <w:p w14:paraId="41B04086" w14:textId="77777777" w:rsidR="00810015" w:rsidRDefault="00810015" w:rsidP="00810015">
      <w:r>
        <w:t>307.1013</w:t>
      </w:r>
      <w:r>
        <w:tab/>
        <w:t>2.633e0</w:t>
      </w:r>
    </w:p>
    <w:p w14:paraId="21A81D36" w14:textId="77777777" w:rsidR="00810015" w:rsidRDefault="00810015" w:rsidP="00810015">
      <w:r>
        <w:t>307.1217</w:t>
      </w:r>
      <w:r>
        <w:tab/>
        <w:t>1.013e0</w:t>
      </w:r>
    </w:p>
    <w:p w14:paraId="497573DD" w14:textId="77777777" w:rsidR="00810015" w:rsidRDefault="00810015" w:rsidP="00810015">
      <w:r>
        <w:t>307.1289</w:t>
      </w:r>
      <w:r>
        <w:tab/>
        <w:t>2.025e0</w:t>
      </w:r>
    </w:p>
    <w:p w14:paraId="39EAB78F" w14:textId="77777777" w:rsidR="00810015" w:rsidRDefault="00810015" w:rsidP="00810015">
      <w:r>
        <w:t>307.1347</w:t>
      </w:r>
      <w:r>
        <w:tab/>
        <w:t>4.029e0</w:t>
      </w:r>
    </w:p>
    <w:p w14:paraId="7C90AD5B" w14:textId="77777777" w:rsidR="00810015" w:rsidRDefault="00810015" w:rsidP="00810015">
      <w:r>
        <w:t>307.1747</w:t>
      </w:r>
      <w:r>
        <w:tab/>
        <w:t>1.013e0</w:t>
      </w:r>
    </w:p>
    <w:p w14:paraId="5557760A" w14:textId="77777777" w:rsidR="00810015" w:rsidRDefault="00810015" w:rsidP="00810015">
      <w:r>
        <w:t>307.1819</w:t>
      </w:r>
      <w:r>
        <w:tab/>
        <w:t>6.076e0</w:t>
      </w:r>
    </w:p>
    <w:p w14:paraId="175852C0" w14:textId="77777777" w:rsidR="00810015" w:rsidRDefault="00810015" w:rsidP="00810015">
      <w:r>
        <w:t>307.1923</w:t>
      </w:r>
      <w:r>
        <w:tab/>
        <w:t>1.604e0</w:t>
      </w:r>
    </w:p>
    <w:p w14:paraId="326B3F8E" w14:textId="77777777" w:rsidR="00810015" w:rsidRDefault="00810015" w:rsidP="00810015">
      <w:r>
        <w:t>307.2068</w:t>
      </w:r>
      <w:r>
        <w:tab/>
        <w:t>3.979e0</w:t>
      </w:r>
    </w:p>
    <w:p w14:paraId="57720014" w14:textId="77777777" w:rsidR="00810015" w:rsidRDefault="00810015" w:rsidP="00810015">
      <w:r>
        <w:t>307.2153</w:t>
      </w:r>
      <w:r>
        <w:tab/>
        <w:t>2.824e0</w:t>
      </w:r>
    </w:p>
    <w:p w14:paraId="4B79E2C5" w14:textId="77777777" w:rsidR="00810015" w:rsidRDefault="00810015" w:rsidP="00810015">
      <w:r>
        <w:t>307.2297</w:t>
      </w:r>
      <w:r>
        <w:tab/>
        <w:t>2.025e0</w:t>
      </w:r>
    </w:p>
    <w:p w14:paraId="1DFD81CD" w14:textId="77777777" w:rsidR="00810015" w:rsidRDefault="00810015" w:rsidP="00810015">
      <w:r>
        <w:t>307.2348</w:t>
      </w:r>
      <w:r>
        <w:tab/>
        <w:t>3.038e0</w:t>
      </w:r>
    </w:p>
    <w:p w14:paraId="21694DF9" w14:textId="77777777" w:rsidR="00810015" w:rsidRDefault="00810015" w:rsidP="00810015">
      <w:r>
        <w:t>307.2511</w:t>
      </w:r>
      <w:r>
        <w:tab/>
        <w:t>1.953e0</w:t>
      </w:r>
    </w:p>
    <w:p w14:paraId="5FE0FB48" w14:textId="77777777" w:rsidR="00810015" w:rsidRDefault="00810015" w:rsidP="00810015">
      <w:r>
        <w:t>307.2524</w:t>
      </w:r>
      <w:r>
        <w:tab/>
        <w:t>1.865e0</w:t>
      </w:r>
    </w:p>
    <w:p w14:paraId="5514F157" w14:textId="77777777" w:rsidR="00810015" w:rsidRDefault="00810015" w:rsidP="00810015">
      <w:r>
        <w:t>307.2711</w:t>
      </w:r>
      <w:r>
        <w:tab/>
        <w:t>3.038e0</w:t>
      </w:r>
    </w:p>
    <w:p w14:paraId="1F7B7DEF" w14:textId="77777777" w:rsidR="00810015" w:rsidRDefault="00810015" w:rsidP="00810015">
      <w:r>
        <w:t>307.2907</w:t>
      </w:r>
      <w:r>
        <w:tab/>
        <w:t>2.025e0</w:t>
      </w:r>
    </w:p>
    <w:p w14:paraId="5F9AFFCE" w14:textId="77777777" w:rsidR="00810015" w:rsidRDefault="00810015" w:rsidP="00810015">
      <w:r>
        <w:t>307.3502</w:t>
      </w:r>
      <w:r>
        <w:tab/>
        <w:t>2.025e0</w:t>
      </w:r>
    </w:p>
    <w:p w14:paraId="585474B3" w14:textId="77777777" w:rsidR="00810015" w:rsidRDefault="00810015" w:rsidP="00810015">
      <w:r>
        <w:t>307.3625</w:t>
      </w:r>
      <w:r>
        <w:tab/>
        <w:t>2.025e0</w:t>
      </w:r>
    </w:p>
    <w:p w14:paraId="3B0DE253" w14:textId="77777777" w:rsidR="00810015" w:rsidRDefault="00810015" w:rsidP="00810015">
      <w:r>
        <w:t>307.3696</w:t>
      </w:r>
      <w:r>
        <w:tab/>
        <w:t>1.013e0</w:t>
      </w:r>
    </w:p>
    <w:p w14:paraId="1EB06831" w14:textId="77777777" w:rsidR="00810015" w:rsidRDefault="00810015" w:rsidP="00810015">
      <w:r>
        <w:t>307.3876</w:t>
      </w:r>
      <w:r>
        <w:tab/>
        <w:t>1.013e0</w:t>
      </w:r>
    </w:p>
    <w:p w14:paraId="7099D1B3" w14:textId="77777777" w:rsidR="00810015" w:rsidRDefault="00810015" w:rsidP="00810015">
      <w:r>
        <w:t>307.3932</w:t>
      </w:r>
      <w:r>
        <w:tab/>
        <w:t>2.025e0</w:t>
      </w:r>
    </w:p>
    <w:p w14:paraId="580EBF2E" w14:textId="77777777" w:rsidR="00810015" w:rsidRDefault="00810015" w:rsidP="00810015">
      <w:r>
        <w:t>307.4386</w:t>
      </w:r>
      <w:r>
        <w:tab/>
        <w:t>2.025e0</w:t>
      </w:r>
    </w:p>
    <w:p w14:paraId="48C92AFE" w14:textId="77777777" w:rsidR="00810015" w:rsidRDefault="00810015" w:rsidP="00810015">
      <w:r>
        <w:t>307.4434</w:t>
      </w:r>
      <w:r>
        <w:tab/>
        <w:t>1.013e0</w:t>
      </w:r>
    </w:p>
    <w:p w14:paraId="68831F99" w14:textId="77777777" w:rsidR="00810015" w:rsidRDefault="00810015" w:rsidP="00810015">
      <w:r>
        <w:t>307.4576</w:t>
      </w:r>
      <w:r>
        <w:tab/>
        <w:t>1.013e0</w:t>
      </w:r>
    </w:p>
    <w:p w14:paraId="09601BCF" w14:textId="77777777" w:rsidR="00810015" w:rsidRDefault="00810015" w:rsidP="00810015">
      <w:r>
        <w:t>307.4617</w:t>
      </w:r>
      <w:r>
        <w:tab/>
        <w:t>1.013e0</w:t>
      </w:r>
    </w:p>
    <w:p w14:paraId="471784E7" w14:textId="77777777" w:rsidR="00810015" w:rsidRDefault="00810015" w:rsidP="00810015">
      <w:r>
        <w:t>307.4908</w:t>
      </w:r>
      <w:r>
        <w:tab/>
        <w:t>1.013e0</w:t>
      </w:r>
    </w:p>
    <w:p w14:paraId="6C526E4D" w14:textId="77777777" w:rsidR="00810015" w:rsidRDefault="00810015" w:rsidP="00810015">
      <w:r>
        <w:t>307.4918</w:t>
      </w:r>
      <w:r>
        <w:tab/>
        <w:t>2.025e0</w:t>
      </w:r>
    </w:p>
    <w:p w14:paraId="315E7EC1" w14:textId="77777777" w:rsidR="00810015" w:rsidRDefault="00810015" w:rsidP="00810015">
      <w:r>
        <w:t>307.5096</w:t>
      </w:r>
      <w:r>
        <w:tab/>
        <w:t>1.013e0</w:t>
      </w:r>
    </w:p>
    <w:p w14:paraId="1131727B" w14:textId="77777777" w:rsidR="00810015" w:rsidRDefault="00810015" w:rsidP="00810015">
      <w:r>
        <w:t>307.5136</w:t>
      </w:r>
      <w:r>
        <w:tab/>
        <w:t>2.025e0</w:t>
      </w:r>
    </w:p>
    <w:p w14:paraId="31018D49" w14:textId="77777777" w:rsidR="00810015" w:rsidRDefault="00810015" w:rsidP="00810015">
      <w:r>
        <w:t>307.5177</w:t>
      </w:r>
      <w:r>
        <w:tab/>
        <w:t>1.013e0</w:t>
      </w:r>
    </w:p>
    <w:p w14:paraId="2395F0A1" w14:textId="77777777" w:rsidR="00810015" w:rsidRDefault="00810015" w:rsidP="00810015">
      <w:r>
        <w:t>307.5457</w:t>
      </w:r>
      <w:r>
        <w:tab/>
        <w:t>1.013e0</w:t>
      </w:r>
    </w:p>
    <w:p w14:paraId="4A3D126D" w14:textId="77777777" w:rsidR="00810015" w:rsidRDefault="00810015" w:rsidP="00810015">
      <w:r>
        <w:t>307.5587</w:t>
      </w:r>
      <w:r>
        <w:tab/>
        <w:t>2.025e0</w:t>
      </w:r>
    </w:p>
    <w:p w14:paraId="23F8B372" w14:textId="77777777" w:rsidR="00810015" w:rsidRDefault="00810015" w:rsidP="00810015">
      <w:r>
        <w:t>307.5606</w:t>
      </w:r>
      <w:r>
        <w:tab/>
        <w:t>1.013e0</w:t>
      </w:r>
    </w:p>
    <w:p w14:paraId="1708D9B5" w14:textId="77777777" w:rsidR="00810015" w:rsidRDefault="00810015" w:rsidP="00810015">
      <w:r>
        <w:t>307.5772</w:t>
      </w:r>
      <w:r>
        <w:tab/>
        <w:t>4.051e0</w:t>
      </w:r>
    </w:p>
    <w:p w14:paraId="4994BE8F" w14:textId="77777777" w:rsidR="00810015" w:rsidRDefault="00810015" w:rsidP="00810015">
      <w:r>
        <w:t>307.6164</w:t>
      </w:r>
      <w:r>
        <w:tab/>
        <w:t>1.013e0</w:t>
      </w:r>
    </w:p>
    <w:p w14:paraId="6A5F4A90" w14:textId="77777777" w:rsidR="00810015" w:rsidRDefault="00810015" w:rsidP="00810015">
      <w:r>
        <w:t>307.6497</w:t>
      </w:r>
      <w:r>
        <w:tab/>
        <w:t>1.013e0</w:t>
      </w:r>
    </w:p>
    <w:p w14:paraId="64BC759D" w14:textId="77777777" w:rsidR="00810015" w:rsidRDefault="00810015" w:rsidP="00810015">
      <w:r>
        <w:t>307.6547</w:t>
      </w:r>
      <w:r>
        <w:tab/>
        <w:t>1.013e0</w:t>
      </w:r>
    </w:p>
    <w:p w14:paraId="2CF8F92E" w14:textId="77777777" w:rsidR="00810015" w:rsidRDefault="00810015" w:rsidP="00810015">
      <w:r>
        <w:t>307.6616</w:t>
      </w:r>
      <w:r>
        <w:tab/>
        <w:t>2.025e0</w:t>
      </w:r>
    </w:p>
    <w:p w14:paraId="667C17D3" w14:textId="77777777" w:rsidR="00810015" w:rsidRDefault="00810015" w:rsidP="00810015">
      <w:r>
        <w:t>307.6896</w:t>
      </w:r>
      <w:r>
        <w:tab/>
        <w:t>1.013e0</w:t>
      </w:r>
    </w:p>
    <w:p w14:paraId="41AAE9BF" w14:textId="77777777" w:rsidR="00810015" w:rsidRDefault="00810015" w:rsidP="00810015">
      <w:r>
        <w:t>307.7002</w:t>
      </w:r>
      <w:r>
        <w:tab/>
        <w:t>1.013e0</w:t>
      </w:r>
    </w:p>
    <w:p w14:paraId="54D61409" w14:textId="77777777" w:rsidR="00810015" w:rsidRDefault="00810015" w:rsidP="00810015">
      <w:r>
        <w:t>307.7035</w:t>
      </w:r>
      <w:r>
        <w:tab/>
        <w:t>2.025e0</w:t>
      </w:r>
    </w:p>
    <w:p w14:paraId="33CB7A55" w14:textId="77777777" w:rsidR="00810015" w:rsidRDefault="00810015" w:rsidP="00810015">
      <w:r>
        <w:t>307.7337</w:t>
      </w:r>
      <w:r>
        <w:tab/>
        <w:t>1.013e0</w:t>
      </w:r>
    </w:p>
    <w:p w14:paraId="2020D949" w14:textId="77777777" w:rsidR="00810015" w:rsidRDefault="00810015" w:rsidP="00810015">
      <w:r>
        <w:t>307.7656</w:t>
      </w:r>
      <w:r>
        <w:tab/>
        <w:t>1.013e0</w:t>
      </w:r>
    </w:p>
    <w:p w14:paraId="273C8729" w14:textId="77777777" w:rsidR="00810015" w:rsidRDefault="00810015" w:rsidP="00810015">
      <w:r>
        <w:t>307.7977</w:t>
      </w:r>
      <w:r>
        <w:tab/>
        <w:t>1.013e0</w:t>
      </w:r>
    </w:p>
    <w:p w14:paraId="5819E7DD" w14:textId="77777777" w:rsidR="00810015" w:rsidRDefault="00810015" w:rsidP="00810015">
      <w:r>
        <w:t>307.8175</w:t>
      </w:r>
      <w:r>
        <w:tab/>
        <w:t>1.013e0</w:t>
      </w:r>
    </w:p>
    <w:p w14:paraId="74E0FD6C" w14:textId="77777777" w:rsidR="00810015" w:rsidRDefault="00810015" w:rsidP="00810015">
      <w:r>
        <w:t>307.8233</w:t>
      </w:r>
      <w:r>
        <w:tab/>
        <w:t>2.025e0</w:t>
      </w:r>
    </w:p>
    <w:p w14:paraId="766706E7" w14:textId="77777777" w:rsidR="00810015" w:rsidRDefault="00810015" w:rsidP="00810015">
      <w:r>
        <w:t>307.8343</w:t>
      </w:r>
      <w:r>
        <w:tab/>
        <w:t>1.013e0</w:t>
      </w:r>
    </w:p>
    <w:p w14:paraId="6980B0B2" w14:textId="77777777" w:rsidR="00810015" w:rsidRDefault="00810015" w:rsidP="00810015">
      <w:r>
        <w:t>307.8353</w:t>
      </w:r>
      <w:r>
        <w:tab/>
        <w:t>1.013e0</w:t>
      </w:r>
    </w:p>
    <w:p w14:paraId="09078258" w14:textId="77777777" w:rsidR="00810015" w:rsidRDefault="00810015" w:rsidP="00810015">
      <w:r>
        <w:t>307.8398</w:t>
      </w:r>
      <w:r>
        <w:tab/>
        <w:t>1.013e0</w:t>
      </w:r>
    </w:p>
    <w:p w14:paraId="0020301B" w14:textId="77777777" w:rsidR="00810015" w:rsidRDefault="00810015" w:rsidP="00810015">
      <w:r>
        <w:t>307.8496</w:t>
      </w:r>
      <w:r>
        <w:tab/>
        <w:t>1.013e0</w:t>
      </w:r>
    </w:p>
    <w:p w14:paraId="6DE22FE2" w14:textId="77777777" w:rsidR="00810015" w:rsidRDefault="00810015" w:rsidP="00810015">
      <w:r>
        <w:t>307.8577</w:t>
      </w:r>
      <w:r>
        <w:tab/>
        <w:t>1.013e0</w:t>
      </w:r>
    </w:p>
    <w:p w14:paraId="1953D429" w14:textId="77777777" w:rsidR="00810015" w:rsidRDefault="00810015" w:rsidP="00810015">
      <w:r>
        <w:t>307.8622</w:t>
      </w:r>
      <w:r>
        <w:tab/>
        <w:t>1.013e0</w:t>
      </w:r>
    </w:p>
    <w:p w14:paraId="3FFEEFB4" w14:textId="77777777" w:rsidR="00810015" w:rsidRDefault="00810015" w:rsidP="00810015">
      <w:r>
        <w:t>307.8776</w:t>
      </w:r>
      <w:r>
        <w:tab/>
        <w:t>1.013e0</w:t>
      </w:r>
    </w:p>
    <w:p w14:paraId="323E98D2" w14:textId="77777777" w:rsidR="00810015" w:rsidRDefault="00810015" w:rsidP="00810015">
      <w:r>
        <w:t>307.9013</w:t>
      </w:r>
      <w:r>
        <w:tab/>
        <w:t>1.013e0</w:t>
      </w:r>
    </w:p>
    <w:p w14:paraId="26796E42" w14:textId="77777777" w:rsidR="00810015" w:rsidRDefault="00810015" w:rsidP="00810015">
      <w:r>
        <w:t>307.9023</w:t>
      </w:r>
      <w:r>
        <w:tab/>
        <w:t>3.038e0</w:t>
      </w:r>
    </w:p>
    <w:p w14:paraId="1B8795C6" w14:textId="77777777" w:rsidR="00810015" w:rsidRDefault="00810015" w:rsidP="00810015">
      <w:r>
        <w:t>307.9377</w:t>
      </w:r>
      <w:r>
        <w:tab/>
        <w:t>1.013e0</w:t>
      </w:r>
    </w:p>
    <w:p w14:paraId="3B897E75" w14:textId="77777777" w:rsidR="00810015" w:rsidRDefault="00810015" w:rsidP="00810015">
      <w:r>
        <w:t>307.9572</w:t>
      </w:r>
      <w:r>
        <w:tab/>
        <w:t>1.013e0</w:t>
      </w:r>
    </w:p>
    <w:p w14:paraId="24C52AD1" w14:textId="77777777" w:rsidR="00810015" w:rsidRDefault="00810015" w:rsidP="00810015">
      <w:r>
        <w:t>307.9677</w:t>
      </w:r>
      <w:r>
        <w:tab/>
        <w:t>2.025e0</w:t>
      </w:r>
    </w:p>
    <w:p w14:paraId="3B086560" w14:textId="77777777" w:rsidR="00810015" w:rsidRDefault="00810015" w:rsidP="00810015">
      <w:r>
        <w:t>307.9698</w:t>
      </w:r>
      <w:r>
        <w:tab/>
        <w:t>1.013e0</w:t>
      </w:r>
    </w:p>
    <w:p w14:paraId="4C25D85C" w14:textId="77777777" w:rsidR="00810015" w:rsidRDefault="00810015" w:rsidP="00810015">
      <w:r>
        <w:t>307.9739</w:t>
      </w:r>
      <w:r>
        <w:tab/>
        <w:t>1.013e0</w:t>
      </w:r>
    </w:p>
    <w:p w14:paraId="62EA1C02" w14:textId="77777777" w:rsidR="00810015" w:rsidRDefault="00810015" w:rsidP="00810015">
      <w:r>
        <w:t>307.9978</w:t>
      </w:r>
      <w:r>
        <w:tab/>
        <w:t>1.013e0</w:t>
      </w:r>
    </w:p>
    <w:p w14:paraId="4A4169B8" w14:textId="77777777" w:rsidR="00810015" w:rsidRDefault="00810015" w:rsidP="00810015">
      <w:r>
        <w:t>308.0538</w:t>
      </w:r>
      <w:r>
        <w:tab/>
        <w:t>1.013e0</w:t>
      </w:r>
    </w:p>
    <w:p w14:paraId="4A818E63" w14:textId="77777777" w:rsidR="00810015" w:rsidRDefault="00810015" w:rsidP="00810015">
      <w:r>
        <w:t>308.0969</w:t>
      </w:r>
      <w:r>
        <w:tab/>
        <w:t>1.013e0</w:t>
      </w:r>
    </w:p>
    <w:p w14:paraId="67403DEF" w14:textId="77777777" w:rsidR="00810015" w:rsidRDefault="00810015" w:rsidP="00810015">
      <w:r>
        <w:t>308.1116</w:t>
      </w:r>
      <w:r>
        <w:tab/>
        <w:t>1.084e0</w:t>
      </w:r>
    </w:p>
    <w:p w14:paraId="2694EF17" w14:textId="77777777" w:rsidR="00810015" w:rsidRDefault="00810015" w:rsidP="00810015">
      <w:r>
        <w:t>308.1379</w:t>
      </w:r>
      <w:r>
        <w:tab/>
        <w:t>1.013e0</w:t>
      </w:r>
    </w:p>
    <w:p w14:paraId="3AA50319" w14:textId="77777777" w:rsidR="00810015" w:rsidRDefault="00810015" w:rsidP="00810015">
      <w:r>
        <w:t>308.1535</w:t>
      </w:r>
      <w:r>
        <w:tab/>
        <w:t>2.025e0</w:t>
      </w:r>
    </w:p>
    <w:p w14:paraId="6774A355" w14:textId="77777777" w:rsidR="00810015" w:rsidRDefault="00810015" w:rsidP="00810015">
      <w:r>
        <w:t>308.1859</w:t>
      </w:r>
      <w:r>
        <w:tab/>
        <w:t>1.013e0</w:t>
      </w:r>
    </w:p>
    <w:p w14:paraId="00AAD823" w14:textId="77777777" w:rsidR="00810015" w:rsidRDefault="00810015" w:rsidP="00810015">
      <w:r>
        <w:t>308.1879</w:t>
      </w:r>
      <w:r>
        <w:tab/>
        <w:t>2.025e0</w:t>
      </w:r>
    </w:p>
    <w:p w14:paraId="35326B8A" w14:textId="77777777" w:rsidR="00810015" w:rsidRDefault="00810015" w:rsidP="00810015">
      <w:r>
        <w:t>308.2150</w:t>
      </w:r>
      <w:r>
        <w:tab/>
        <w:t>1.013e0</w:t>
      </w:r>
    </w:p>
    <w:p w14:paraId="6A546925" w14:textId="77777777" w:rsidR="00810015" w:rsidRDefault="00810015" w:rsidP="00810015">
      <w:r>
        <w:t>308.2232</w:t>
      </w:r>
      <w:r>
        <w:tab/>
        <w:t>3.038e0</w:t>
      </w:r>
    </w:p>
    <w:p w14:paraId="435297E1" w14:textId="77777777" w:rsidR="00810015" w:rsidRDefault="00810015" w:rsidP="00810015">
      <w:r>
        <w:t>308.2688</w:t>
      </w:r>
      <w:r>
        <w:tab/>
        <w:t>4.051e0</w:t>
      </w:r>
    </w:p>
    <w:p w14:paraId="52997664" w14:textId="77777777" w:rsidR="00810015" w:rsidRDefault="00810015" w:rsidP="00810015">
      <w:r>
        <w:t>308.2784</w:t>
      </w:r>
      <w:r>
        <w:tab/>
        <w:t>3.038e0</w:t>
      </w:r>
    </w:p>
    <w:p w14:paraId="645FCA7E" w14:textId="77777777" w:rsidR="00810015" w:rsidRDefault="00810015" w:rsidP="00810015">
      <w:r>
        <w:t>308.2938</w:t>
      </w:r>
      <w:r>
        <w:tab/>
        <w:t>2.025e0</w:t>
      </w:r>
    </w:p>
    <w:p w14:paraId="49E840C1" w14:textId="77777777" w:rsidR="00810015" w:rsidRDefault="00810015" w:rsidP="00810015">
      <w:r>
        <w:t>308.3340</w:t>
      </w:r>
      <w:r>
        <w:tab/>
        <w:t>2.025e0</w:t>
      </w:r>
    </w:p>
    <w:p w14:paraId="6E09050D" w14:textId="77777777" w:rsidR="00810015" w:rsidRDefault="00810015" w:rsidP="00810015">
      <w:r>
        <w:t>308.3659</w:t>
      </w:r>
      <w:r>
        <w:tab/>
        <w:t>1.013e0</w:t>
      </w:r>
    </w:p>
    <w:p w14:paraId="6B13B4DD" w14:textId="77777777" w:rsidR="00810015" w:rsidRDefault="00810015" w:rsidP="00810015">
      <w:r>
        <w:t>308.4331</w:t>
      </w:r>
      <w:r>
        <w:tab/>
        <w:t>2.025e0</w:t>
      </w:r>
    </w:p>
    <w:p w14:paraId="6E0E66E9" w14:textId="77777777" w:rsidR="00810015" w:rsidRDefault="00810015" w:rsidP="00810015">
      <w:r>
        <w:t>308.4661</w:t>
      </w:r>
      <w:r>
        <w:tab/>
        <w:t>1.013e0</w:t>
      </w:r>
    </w:p>
    <w:p w14:paraId="398EF6C0" w14:textId="77777777" w:rsidR="00810015" w:rsidRDefault="00810015" w:rsidP="00810015">
      <w:r>
        <w:t>308.4699</w:t>
      </w:r>
      <w:r>
        <w:tab/>
        <w:t>2.025e0</w:t>
      </w:r>
    </w:p>
    <w:p w14:paraId="3C9CF233" w14:textId="77777777" w:rsidR="00810015" w:rsidRDefault="00810015" w:rsidP="00810015">
      <w:r>
        <w:t>308.4741</w:t>
      </w:r>
      <w:r>
        <w:tab/>
        <w:t>2.025e0</w:t>
      </w:r>
    </w:p>
    <w:p w14:paraId="6C046F2F" w14:textId="77777777" w:rsidR="00810015" w:rsidRDefault="00810015" w:rsidP="00810015">
      <w:r>
        <w:t>308.4969</w:t>
      </w:r>
      <w:r>
        <w:tab/>
        <w:t>2.025e0</w:t>
      </w:r>
    </w:p>
    <w:p w14:paraId="012A440E" w14:textId="77777777" w:rsidR="00810015" w:rsidRDefault="00810015" w:rsidP="00810015">
      <w:r>
        <w:t>308.5021</w:t>
      </w:r>
      <w:r>
        <w:tab/>
        <w:t>1.013e0</w:t>
      </w:r>
    </w:p>
    <w:p w14:paraId="4D8188CE" w14:textId="77777777" w:rsidR="00810015" w:rsidRDefault="00810015" w:rsidP="00810015">
      <w:r>
        <w:t>308.5669</w:t>
      </w:r>
      <w:r>
        <w:tab/>
        <w:t>1.013e0</w:t>
      </w:r>
    </w:p>
    <w:p w14:paraId="7D6A17C2" w14:textId="77777777" w:rsidR="00810015" w:rsidRDefault="00810015" w:rsidP="00810015">
      <w:r>
        <w:t>308.5862</w:t>
      </w:r>
      <w:r>
        <w:tab/>
        <w:t>1.013e0</w:t>
      </w:r>
    </w:p>
    <w:p w14:paraId="6A1E595F" w14:textId="77777777" w:rsidR="00810015" w:rsidRDefault="00810015" w:rsidP="00810015">
      <w:r>
        <w:t>308.6001</w:t>
      </w:r>
      <w:r>
        <w:tab/>
        <w:t>2.025e0</w:t>
      </w:r>
    </w:p>
    <w:p w14:paraId="295780EF" w14:textId="77777777" w:rsidR="00810015" w:rsidRDefault="00810015" w:rsidP="00810015">
      <w:r>
        <w:t>308.6063</w:t>
      </w:r>
      <w:r>
        <w:tab/>
        <w:t>2.025e0</w:t>
      </w:r>
    </w:p>
    <w:p w14:paraId="1CFA0820" w14:textId="77777777" w:rsidR="00810015" w:rsidRDefault="00810015" w:rsidP="00810015">
      <w:r>
        <w:t>308.6462</w:t>
      </w:r>
      <w:r>
        <w:tab/>
        <w:t>1.013e0</w:t>
      </w:r>
    </w:p>
    <w:p w14:paraId="3F16690D" w14:textId="77777777" w:rsidR="00810015" w:rsidRDefault="00810015" w:rsidP="00810015">
      <w:r>
        <w:t>308.6565</w:t>
      </w:r>
      <w:r>
        <w:tab/>
        <w:t>1.013e0</w:t>
      </w:r>
    </w:p>
    <w:p w14:paraId="59C8DEC1" w14:textId="77777777" w:rsidR="00810015" w:rsidRDefault="00810015" w:rsidP="00810015">
      <w:r>
        <w:t>308.6789</w:t>
      </w:r>
      <w:r>
        <w:tab/>
        <w:t>1.013e0</w:t>
      </w:r>
    </w:p>
    <w:p w14:paraId="0A167373" w14:textId="77777777" w:rsidR="00810015" w:rsidRDefault="00810015" w:rsidP="00810015">
      <w:r>
        <w:t>308.6800</w:t>
      </w:r>
      <w:r>
        <w:tab/>
        <w:t>1.013e0</w:t>
      </w:r>
    </w:p>
    <w:p w14:paraId="1A57B462" w14:textId="77777777" w:rsidR="00810015" w:rsidRDefault="00810015" w:rsidP="00810015">
      <w:r>
        <w:t>308.6901</w:t>
      </w:r>
      <w:r>
        <w:tab/>
        <w:t>1.013e0</w:t>
      </w:r>
    </w:p>
    <w:p w14:paraId="31AFD085" w14:textId="77777777" w:rsidR="00810015" w:rsidRDefault="00810015" w:rsidP="00810015">
      <w:r>
        <w:t>308.7033</w:t>
      </w:r>
      <w:r>
        <w:tab/>
        <w:t>1.013e0</w:t>
      </w:r>
    </w:p>
    <w:p w14:paraId="40DF4BA5" w14:textId="77777777" w:rsidR="00810015" w:rsidRDefault="00810015" w:rsidP="00810015">
      <w:r>
        <w:t>308.7187</w:t>
      </w:r>
      <w:r>
        <w:tab/>
        <w:t>3.038e0</w:t>
      </w:r>
    </w:p>
    <w:p w14:paraId="5165BDCD" w14:textId="77777777" w:rsidR="00810015" w:rsidRDefault="00810015" w:rsidP="00810015">
      <w:r>
        <w:t>308.7263</w:t>
      </w:r>
      <w:r>
        <w:tab/>
        <w:t>1.013e0</w:t>
      </w:r>
    </w:p>
    <w:p w14:paraId="472F388A" w14:textId="77777777" w:rsidR="00810015" w:rsidRDefault="00810015" w:rsidP="00810015">
      <w:r>
        <w:t>308.7685</w:t>
      </w:r>
      <w:r>
        <w:tab/>
        <w:t>2.025e0</w:t>
      </w:r>
    </w:p>
    <w:p w14:paraId="7998E284" w14:textId="77777777" w:rsidR="00810015" w:rsidRDefault="00810015" w:rsidP="00810015">
      <w:r>
        <w:t>308.8189</w:t>
      </w:r>
      <w:r>
        <w:tab/>
        <w:t>1.013e0</w:t>
      </w:r>
    </w:p>
    <w:p w14:paraId="7936E0BB" w14:textId="77777777" w:rsidR="00810015" w:rsidRDefault="00810015" w:rsidP="00810015">
      <w:r>
        <w:t>308.8245</w:t>
      </w:r>
      <w:r>
        <w:tab/>
        <w:t>1.013e0</w:t>
      </w:r>
    </w:p>
    <w:p w14:paraId="49584CA9" w14:textId="77777777" w:rsidR="00810015" w:rsidRDefault="00810015" w:rsidP="00810015">
      <w:r>
        <w:t>308.8640</w:t>
      </w:r>
      <w:r>
        <w:tab/>
        <w:t>3.038e0</w:t>
      </w:r>
    </w:p>
    <w:p w14:paraId="5B81CA6E" w14:textId="77777777" w:rsidR="00810015" w:rsidRDefault="00810015" w:rsidP="00810015">
      <w:r>
        <w:t>308.8664</w:t>
      </w:r>
      <w:r>
        <w:tab/>
        <w:t>2.025e0</w:t>
      </w:r>
    </w:p>
    <w:p w14:paraId="1D3FD267" w14:textId="77777777" w:rsidR="00810015" w:rsidRDefault="00810015" w:rsidP="00810015">
      <w:r>
        <w:t>308.8879</w:t>
      </w:r>
      <w:r>
        <w:tab/>
        <w:t>2.025e0</w:t>
      </w:r>
    </w:p>
    <w:p w14:paraId="3477773C" w14:textId="77777777" w:rsidR="00810015" w:rsidRDefault="00810015" w:rsidP="00810015">
      <w:r>
        <w:t>308.9086</w:t>
      </w:r>
      <w:r>
        <w:tab/>
        <w:t>1.013e0</w:t>
      </w:r>
    </w:p>
    <w:p w14:paraId="66260D04" w14:textId="77777777" w:rsidR="00810015" w:rsidRDefault="00810015" w:rsidP="00810015">
      <w:r>
        <w:t>308.9276</w:t>
      </w:r>
      <w:r>
        <w:tab/>
        <w:t>1.013e0</w:t>
      </w:r>
    </w:p>
    <w:p w14:paraId="5CCE3296" w14:textId="77777777" w:rsidR="00810015" w:rsidRDefault="00810015" w:rsidP="00810015">
      <w:r>
        <w:t>308.9720</w:t>
      </w:r>
      <w:r>
        <w:tab/>
        <w:t>2.025e0</w:t>
      </w:r>
    </w:p>
    <w:p w14:paraId="6D77800D" w14:textId="77777777" w:rsidR="00810015" w:rsidRDefault="00810015" w:rsidP="00810015">
      <w:r>
        <w:t>308.9745</w:t>
      </w:r>
      <w:r>
        <w:tab/>
        <w:t>2.025e0</w:t>
      </w:r>
    </w:p>
    <w:p w14:paraId="1C787194" w14:textId="77777777" w:rsidR="00810015" w:rsidRDefault="00810015" w:rsidP="00810015">
      <w:r>
        <w:t>308.9893</w:t>
      </w:r>
      <w:r>
        <w:tab/>
        <w:t>3.038e0</w:t>
      </w:r>
    </w:p>
    <w:p w14:paraId="53AA022C" w14:textId="77777777" w:rsidR="00810015" w:rsidRDefault="00810015" w:rsidP="00810015">
      <w:r>
        <w:t>308.9983</w:t>
      </w:r>
      <w:r>
        <w:tab/>
        <w:t>2.025e0</w:t>
      </w:r>
    </w:p>
    <w:p w14:paraId="3C222FCC" w14:textId="77777777" w:rsidR="00810015" w:rsidRDefault="00810015" w:rsidP="00810015">
      <w:r>
        <w:t>309.0580</w:t>
      </w:r>
      <w:r>
        <w:tab/>
        <w:t>4.456e0</w:t>
      </w:r>
    </w:p>
    <w:p w14:paraId="06906879" w14:textId="77777777" w:rsidR="00810015" w:rsidRDefault="00810015" w:rsidP="00810015">
      <w:r>
        <w:t>309.0991</w:t>
      </w:r>
      <w:r>
        <w:tab/>
        <w:t>1.263e0</w:t>
      </w:r>
    </w:p>
    <w:p w14:paraId="6D04A8BF" w14:textId="77777777" w:rsidR="00810015" w:rsidRDefault="00810015" w:rsidP="00810015">
      <w:r>
        <w:t>309.1187</w:t>
      </w:r>
      <w:r>
        <w:tab/>
        <w:t>1.013e0</w:t>
      </w:r>
    </w:p>
    <w:p w14:paraId="66CA8977" w14:textId="77777777" w:rsidR="00810015" w:rsidRDefault="00810015" w:rsidP="00810015">
      <w:r>
        <w:t>309.1338</w:t>
      </w:r>
      <w:r>
        <w:tab/>
        <w:t>1.364e0</w:t>
      </w:r>
    </w:p>
    <w:p w14:paraId="03089198" w14:textId="77777777" w:rsidR="00810015" w:rsidRDefault="00810015" w:rsidP="00810015">
      <w:r>
        <w:t>309.1552</w:t>
      </w:r>
      <w:r>
        <w:tab/>
        <w:t>1.013e0</w:t>
      </w:r>
    </w:p>
    <w:p w14:paraId="7AC63541" w14:textId="77777777" w:rsidR="00810015" w:rsidRDefault="00810015" w:rsidP="00810015">
      <w:r>
        <w:t>309.1564</w:t>
      </w:r>
      <w:r>
        <w:tab/>
        <w:t>2.549e0</w:t>
      </w:r>
    </w:p>
    <w:p w14:paraId="20F5F1EF" w14:textId="77777777" w:rsidR="00810015" w:rsidRDefault="00810015" w:rsidP="00810015">
      <w:r>
        <w:t>309.1634</w:t>
      </w:r>
      <w:r>
        <w:tab/>
        <w:t>4.051e0</w:t>
      </w:r>
    </w:p>
    <w:p w14:paraId="164F16D9" w14:textId="77777777" w:rsidR="00810015" w:rsidRDefault="00810015" w:rsidP="00810015">
      <w:r>
        <w:t>309.1661</w:t>
      </w:r>
      <w:r>
        <w:tab/>
        <w:t>4.051e0</w:t>
      </w:r>
    </w:p>
    <w:p w14:paraId="732C3F12" w14:textId="77777777" w:rsidR="00810015" w:rsidRDefault="00810015" w:rsidP="00810015">
      <w:r>
        <w:t>309.2009</w:t>
      </w:r>
      <w:r>
        <w:tab/>
        <w:t>2.931e0</w:t>
      </w:r>
    </w:p>
    <w:p w14:paraId="037C973E" w14:textId="77777777" w:rsidR="00810015" w:rsidRDefault="00810015" w:rsidP="00810015">
      <w:r>
        <w:t>309.2131</w:t>
      </w:r>
      <w:r>
        <w:tab/>
        <w:t>2.025e0</w:t>
      </w:r>
    </w:p>
    <w:p w14:paraId="5DC2E92F" w14:textId="77777777" w:rsidR="00810015" w:rsidRDefault="00810015" w:rsidP="00810015">
      <w:r>
        <w:t>309.2347</w:t>
      </w:r>
      <w:r>
        <w:tab/>
        <w:t>2.025e0</w:t>
      </w:r>
    </w:p>
    <w:p w14:paraId="19788ABD" w14:textId="77777777" w:rsidR="00810015" w:rsidRDefault="00810015" w:rsidP="00810015">
      <w:r>
        <w:t>309.2396</w:t>
      </w:r>
      <w:r>
        <w:tab/>
        <w:t>2.770e0</w:t>
      </w:r>
    </w:p>
    <w:p w14:paraId="406F4642" w14:textId="77777777" w:rsidR="00810015" w:rsidRDefault="00810015" w:rsidP="00810015">
      <w:r>
        <w:t>309.2640</w:t>
      </w:r>
      <w:r>
        <w:tab/>
        <w:t>1.013e0</w:t>
      </w:r>
    </w:p>
    <w:p w14:paraId="07E72467" w14:textId="77777777" w:rsidR="00810015" w:rsidRDefault="00810015" w:rsidP="00810015">
      <w:r>
        <w:t>309.2686</w:t>
      </w:r>
      <w:r>
        <w:tab/>
        <w:t>2.025e0</w:t>
      </w:r>
    </w:p>
    <w:p w14:paraId="496C2F67" w14:textId="77777777" w:rsidR="00810015" w:rsidRDefault="00810015" w:rsidP="00810015">
      <w:r>
        <w:t>309.2701</w:t>
      </w:r>
      <w:r>
        <w:tab/>
        <w:t>3.038e0</w:t>
      </w:r>
    </w:p>
    <w:p w14:paraId="56634DCB" w14:textId="77777777" w:rsidR="00810015" w:rsidRDefault="00810015" w:rsidP="00810015">
      <w:r>
        <w:t>309.2828</w:t>
      </w:r>
      <w:r>
        <w:tab/>
        <w:t>1.013e0</w:t>
      </w:r>
    </w:p>
    <w:p w14:paraId="3AAC5A9C" w14:textId="77777777" w:rsidR="00810015" w:rsidRDefault="00810015" w:rsidP="00810015">
      <w:r>
        <w:t>309.3067</w:t>
      </w:r>
      <w:r>
        <w:tab/>
        <w:t>1.013e0</w:t>
      </w:r>
    </w:p>
    <w:p w14:paraId="011CE1CD" w14:textId="77777777" w:rsidR="00810015" w:rsidRDefault="00810015" w:rsidP="00810015">
      <w:r>
        <w:t>309.3160</w:t>
      </w:r>
      <w:r>
        <w:tab/>
        <w:t>1.013e0</w:t>
      </w:r>
    </w:p>
    <w:p w14:paraId="4C0F21C1" w14:textId="77777777" w:rsidR="00810015" w:rsidRDefault="00810015" w:rsidP="00810015">
      <w:r>
        <w:t>309.3291</w:t>
      </w:r>
      <w:r>
        <w:tab/>
        <w:t>1.013e0</w:t>
      </w:r>
    </w:p>
    <w:p w14:paraId="7B8ED05D" w14:textId="77777777" w:rsidR="00810015" w:rsidRDefault="00810015" w:rsidP="00810015">
      <w:r>
        <w:t>309.3430</w:t>
      </w:r>
      <w:r>
        <w:tab/>
        <w:t>1.013e0</w:t>
      </w:r>
    </w:p>
    <w:p w14:paraId="30DC70A1" w14:textId="77777777" w:rsidR="00810015" w:rsidRDefault="00810015" w:rsidP="00810015">
      <w:r>
        <w:t>309.3506</w:t>
      </w:r>
      <w:r>
        <w:tab/>
        <w:t>2.025e0</w:t>
      </w:r>
    </w:p>
    <w:p w14:paraId="13D9993F" w14:textId="77777777" w:rsidR="00810015" w:rsidRDefault="00810015" w:rsidP="00810015">
      <w:r>
        <w:t>309.4133</w:t>
      </w:r>
      <w:r>
        <w:tab/>
        <w:t>1.013e0</w:t>
      </w:r>
    </w:p>
    <w:p w14:paraId="1DD8C7AD" w14:textId="77777777" w:rsidR="00810015" w:rsidRDefault="00810015" w:rsidP="00810015">
      <w:r>
        <w:t>309.4189</w:t>
      </w:r>
      <w:r>
        <w:tab/>
        <w:t>1.013e0</w:t>
      </w:r>
    </w:p>
    <w:p w14:paraId="2070FDC2" w14:textId="77777777" w:rsidR="00810015" w:rsidRDefault="00810015" w:rsidP="00810015">
      <w:r>
        <w:t>309.4230</w:t>
      </w:r>
      <w:r>
        <w:tab/>
        <w:t>2.025e0</w:t>
      </w:r>
    </w:p>
    <w:p w14:paraId="29C3C103" w14:textId="77777777" w:rsidR="00810015" w:rsidRDefault="00810015" w:rsidP="00810015">
      <w:r>
        <w:t>309.4241</w:t>
      </w:r>
      <w:r>
        <w:tab/>
        <w:t>1.013e0</w:t>
      </w:r>
    </w:p>
    <w:p w14:paraId="55D05925" w14:textId="77777777" w:rsidR="00810015" w:rsidRDefault="00810015" w:rsidP="00810015">
      <w:r>
        <w:t>309.4551</w:t>
      </w:r>
      <w:r>
        <w:tab/>
        <w:t>2.025e0</w:t>
      </w:r>
    </w:p>
    <w:p w14:paraId="34F8BE1A" w14:textId="77777777" w:rsidR="00810015" w:rsidRDefault="00810015" w:rsidP="00810015">
      <w:r>
        <w:t>309.4591</w:t>
      </w:r>
      <w:r>
        <w:tab/>
        <w:t>1.013e0</w:t>
      </w:r>
    </w:p>
    <w:p w14:paraId="45A1C73C" w14:textId="77777777" w:rsidR="00810015" w:rsidRDefault="00810015" w:rsidP="00810015">
      <w:r>
        <w:t>309.5313</w:t>
      </w:r>
      <w:r>
        <w:tab/>
        <w:t>3.038e0</w:t>
      </w:r>
    </w:p>
    <w:p w14:paraId="6A650FD4" w14:textId="77777777" w:rsidR="00810015" w:rsidRDefault="00810015" w:rsidP="00810015">
      <w:r>
        <w:t>309.5858</w:t>
      </w:r>
      <w:r>
        <w:tab/>
        <w:t>2.025e0</w:t>
      </w:r>
    </w:p>
    <w:p w14:paraId="421D1959" w14:textId="77777777" w:rsidR="00810015" w:rsidRDefault="00810015" w:rsidP="00810015">
      <w:r>
        <w:t>309.6193</w:t>
      </w:r>
      <w:r>
        <w:tab/>
        <w:t>1.013e0</w:t>
      </w:r>
    </w:p>
    <w:p w14:paraId="7162434C" w14:textId="77777777" w:rsidR="00810015" w:rsidRDefault="00810015" w:rsidP="00810015">
      <w:r>
        <w:t>309.6204</w:t>
      </w:r>
      <w:r>
        <w:tab/>
        <w:t>1.013e0</w:t>
      </w:r>
    </w:p>
    <w:p w14:paraId="61BC9DE3" w14:textId="77777777" w:rsidR="00810015" w:rsidRDefault="00810015" w:rsidP="00810015">
      <w:r>
        <w:t>309.6435</w:t>
      </w:r>
      <w:r>
        <w:tab/>
        <w:t>2.025e0</w:t>
      </w:r>
    </w:p>
    <w:p w14:paraId="1C02013B" w14:textId="77777777" w:rsidR="00810015" w:rsidRDefault="00810015" w:rsidP="00810015">
      <w:r>
        <w:t>309.6554</w:t>
      </w:r>
      <w:r>
        <w:tab/>
        <w:t>1.013e0</w:t>
      </w:r>
    </w:p>
    <w:p w14:paraId="13F60044" w14:textId="77777777" w:rsidR="00810015" w:rsidRDefault="00810015" w:rsidP="00810015">
      <w:r>
        <w:t>309.6614</w:t>
      </w:r>
      <w:r>
        <w:tab/>
        <w:t>1.013e0</w:t>
      </w:r>
    </w:p>
    <w:p w14:paraId="5F74DD49" w14:textId="77777777" w:rsidR="00810015" w:rsidRDefault="00810015" w:rsidP="00810015">
      <w:r>
        <w:t>309.6716</w:t>
      </w:r>
      <w:r>
        <w:tab/>
        <w:t>1.013e0</w:t>
      </w:r>
    </w:p>
    <w:p w14:paraId="215A1648" w14:textId="77777777" w:rsidR="00810015" w:rsidRDefault="00810015" w:rsidP="00810015">
      <w:r>
        <w:t>309.6733</w:t>
      </w:r>
      <w:r>
        <w:tab/>
        <w:t>2.025e0</w:t>
      </w:r>
    </w:p>
    <w:p w14:paraId="18159D0E" w14:textId="77777777" w:rsidR="00810015" w:rsidRDefault="00810015" w:rsidP="00810015">
      <w:r>
        <w:t>309.6808</w:t>
      </w:r>
      <w:r>
        <w:tab/>
        <w:t>2.025e0</w:t>
      </w:r>
    </w:p>
    <w:p w14:paraId="1036CDD9" w14:textId="77777777" w:rsidR="00810015" w:rsidRDefault="00810015" w:rsidP="00810015">
      <w:r>
        <w:t>309.7076</w:t>
      </w:r>
      <w:r>
        <w:tab/>
        <w:t>1.045e0</w:t>
      </w:r>
    </w:p>
    <w:p w14:paraId="2183B44F" w14:textId="77777777" w:rsidR="00810015" w:rsidRDefault="00810015" w:rsidP="00810015">
      <w:r>
        <w:t>309.7417</w:t>
      </w:r>
      <w:r>
        <w:tab/>
        <w:t>2.025e0</w:t>
      </w:r>
    </w:p>
    <w:p w14:paraId="54A8F032" w14:textId="77777777" w:rsidR="00810015" w:rsidRDefault="00810015" w:rsidP="00810015">
      <w:r>
        <w:t>309.7776</w:t>
      </w:r>
      <w:r>
        <w:tab/>
        <w:t>2.025e0</w:t>
      </w:r>
    </w:p>
    <w:p w14:paraId="7013A286" w14:textId="77777777" w:rsidR="00810015" w:rsidRDefault="00810015" w:rsidP="00810015">
      <w:r>
        <w:t>309.7887</w:t>
      </w:r>
      <w:r>
        <w:tab/>
        <w:t>2.025e0</w:t>
      </w:r>
    </w:p>
    <w:p w14:paraId="3C4EF241" w14:textId="77777777" w:rsidR="00810015" w:rsidRDefault="00810015" w:rsidP="00810015">
      <w:r>
        <w:t>309.8085</w:t>
      </w:r>
      <w:r>
        <w:tab/>
        <w:t>2.025e0</w:t>
      </w:r>
    </w:p>
    <w:p w14:paraId="3BB07FF4" w14:textId="77777777" w:rsidR="00810015" w:rsidRDefault="00810015" w:rsidP="00810015">
      <w:r>
        <w:t>309.8478</w:t>
      </w:r>
      <w:r>
        <w:tab/>
        <w:t>1.013e0</w:t>
      </w:r>
    </w:p>
    <w:p w14:paraId="7D299365" w14:textId="77777777" w:rsidR="00810015" w:rsidRDefault="00810015" w:rsidP="00810015">
      <w:r>
        <w:t>309.8759</w:t>
      </w:r>
      <w:r>
        <w:tab/>
        <w:t>2.025e0</w:t>
      </w:r>
    </w:p>
    <w:p w14:paraId="3F088F24" w14:textId="77777777" w:rsidR="00810015" w:rsidRDefault="00810015" w:rsidP="00810015">
      <w:r>
        <w:t>309.8958</w:t>
      </w:r>
      <w:r>
        <w:tab/>
        <w:t>2.025e0</w:t>
      </w:r>
    </w:p>
    <w:p w14:paraId="46681EE3" w14:textId="77777777" w:rsidR="00810015" w:rsidRDefault="00810015" w:rsidP="00810015">
      <w:r>
        <w:t>309.9078</w:t>
      </w:r>
      <w:r>
        <w:tab/>
        <w:t>2.025e0</w:t>
      </w:r>
    </w:p>
    <w:p w14:paraId="2375B6E5" w14:textId="77777777" w:rsidR="00810015" w:rsidRDefault="00810015" w:rsidP="00810015">
      <w:r>
        <w:t>309.9358</w:t>
      </w:r>
      <w:r>
        <w:tab/>
        <w:t>1.013e0</w:t>
      </w:r>
    </w:p>
    <w:p w14:paraId="75F62D27" w14:textId="77777777" w:rsidR="00810015" w:rsidRDefault="00810015" w:rsidP="00810015">
      <w:r>
        <w:t>309.9476</w:t>
      </w:r>
      <w:r>
        <w:tab/>
        <w:t>2.025e0</w:t>
      </w:r>
    </w:p>
    <w:p w14:paraId="002F39B1" w14:textId="77777777" w:rsidR="00810015" w:rsidRDefault="00810015" w:rsidP="00810015">
      <w:r>
        <w:t>309.9549</w:t>
      </w:r>
      <w:r>
        <w:tab/>
        <w:t>3.038e0</w:t>
      </w:r>
    </w:p>
    <w:p w14:paraId="2EC4ECFB" w14:textId="77777777" w:rsidR="00810015" w:rsidRDefault="00810015" w:rsidP="00810015">
      <w:r>
        <w:t>309.9744</w:t>
      </w:r>
      <w:r>
        <w:tab/>
        <w:t>3.038e0</w:t>
      </w:r>
    </w:p>
    <w:p w14:paraId="53C41D12" w14:textId="77777777" w:rsidR="00810015" w:rsidRDefault="00810015" w:rsidP="00810015">
      <w:r>
        <w:t>309.9975</w:t>
      </w:r>
      <w:r>
        <w:tab/>
        <w:t>1.013e0</w:t>
      </w:r>
    </w:p>
    <w:p w14:paraId="259C1322" w14:textId="77777777" w:rsidR="00810015" w:rsidRDefault="00810015" w:rsidP="00810015">
      <w:r>
        <w:t>310.0241</w:t>
      </w:r>
      <w:r>
        <w:tab/>
        <w:t>2.025e0</w:t>
      </w:r>
    </w:p>
    <w:p w14:paraId="6F96BFCA" w14:textId="77777777" w:rsidR="00810015" w:rsidRDefault="00810015" w:rsidP="00810015">
      <w:r>
        <w:t>310.0612</w:t>
      </w:r>
      <w:r>
        <w:tab/>
        <w:t>1.619e0</w:t>
      </w:r>
    </w:p>
    <w:p w14:paraId="05488A51" w14:textId="77777777" w:rsidR="00810015" w:rsidRDefault="00810015" w:rsidP="00810015">
      <w:r>
        <w:t>310.0759</w:t>
      </w:r>
      <w:r>
        <w:tab/>
        <w:t>1.053e0</w:t>
      </w:r>
    </w:p>
    <w:p w14:paraId="4AEF087C" w14:textId="77777777" w:rsidR="00810015" w:rsidRDefault="00810015" w:rsidP="00810015">
      <w:r>
        <w:t>310.1094</w:t>
      </w:r>
      <w:r>
        <w:tab/>
        <w:t>2.933e0</w:t>
      </w:r>
    </w:p>
    <w:p w14:paraId="4F256CB0" w14:textId="77777777" w:rsidR="00810015" w:rsidRDefault="00810015" w:rsidP="00810015">
      <w:r>
        <w:t>310.1193</w:t>
      </w:r>
      <w:r>
        <w:tab/>
        <w:t>1.434e0</w:t>
      </w:r>
    </w:p>
    <w:p w14:paraId="69C78E80" w14:textId="77777777" w:rsidR="00810015" w:rsidRDefault="00810015" w:rsidP="00810015">
      <w:r>
        <w:t>310.1324</w:t>
      </w:r>
      <w:r>
        <w:tab/>
        <w:t>1.013e0</w:t>
      </w:r>
    </w:p>
    <w:p w14:paraId="27B2BA4A" w14:textId="77777777" w:rsidR="00810015" w:rsidRDefault="00810015" w:rsidP="00810015">
      <w:r>
        <w:t>310.1506</w:t>
      </w:r>
      <w:r>
        <w:tab/>
        <w:t>1.846e0</w:t>
      </w:r>
    </w:p>
    <w:p w14:paraId="0EA1710B" w14:textId="77777777" w:rsidR="00810015" w:rsidRDefault="00810015" w:rsidP="00810015">
      <w:r>
        <w:t>310.1628</w:t>
      </w:r>
      <w:r>
        <w:tab/>
        <w:t>2.025e0</w:t>
      </w:r>
    </w:p>
    <w:p w14:paraId="627A6366" w14:textId="77777777" w:rsidR="00810015" w:rsidRDefault="00810015" w:rsidP="00810015">
      <w:r>
        <w:t>310.1682</w:t>
      </w:r>
      <w:r>
        <w:tab/>
        <w:t>2.025e0</w:t>
      </w:r>
    </w:p>
    <w:p w14:paraId="0C4426EF" w14:textId="77777777" w:rsidR="00810015" w:rsidRDefault="00810015" w:rsidP="00810015">
      <w:r>
        <w:t>310.1804</w:t>
      </w:r>
      <w:r>
        <w:tab/>
        <w:t>1.013e0</w:t>
      </w:r>
    </w:p>
    <w:p w14:paraId="2D96615D" w14:textId="77777777" w:rsidR="00810015" w:rsidRDefault="00810015" w:rsidP="00810015">
      <w:r>
        <w:t>310.2108</w:t>
      </w:r>
      <w:r>
        <w:tab/>
        <w:t>5.063e0</w:t>
      </w:r>
    </w:p>
    <w:p w14:paraId="7D21EBA6" w14:textId="77777777" w:rsidR="00810015" w:rsidRDefault="00810015" w:rsidP="00810015">
      <w:r>
        <w:t>310.2125</w:t>
      </w:r>
      <w:r>
        <w:tab/>
        <w:t>1.013e0</w:t>
      </w:r>
    </w:p>
    <w:p w14:paraId="195A285B" w14:textId="77777777" w:rsidR="00810015" w:rsidRDefault="00810015" w:rsidP="00810015">
      <w:r>
        <w:t>310.2158</w:t>
      </w:r>
      <w:r>
        <w:tab/>
        <w:t>5.569e0</w:t>
      </w:r>
    </w:p>
    <w:p w14:paraId="32CAF803" w14:textId="77777777" w:rsidR="00810015" w:rsidRDefault="00810015" w:rsidP="00810015">
      <w:r>
        <w:t>310.2168</w:t>
      </w:r>
      <w:r>
        <w:tab/>
        <w:t>1.013e0</w:t>
      </w:r>
    </w:p>
    <w:p w14:paraId="2F995379" w14:textId="77777777" w:rsidR="00810015" w:rsidRDefault="00810015" w:rsidP="00810015">
      <w:r>
        <w:t>310.2290</w:t>
      </w:r>
      <w:r>
        <w:tab/>
        <w:t>4.566e0</w:t>
      </w:r>
    </w:p>
    <w:p w14:paraId="28240E44" w14:textId="77777777" w:rsidR="00810015" w:rsidRDefault="00810015" w:rsidP="00810015">
      <w:r>
        <w:t>310.2405</w:t>
      </w:r>
      <w:r>
        <w:tab/>
        <w:t>1.013e0</w:t>
      </w:r>
    </w:p>
    <w:p w14:paraId="0A442138" w14:textId="77777777" w:rsidR="00810015" w:rsidRDefault="00810015" w:rsidP="00810015">
      <w:r>
        <w:t>310.2487</w:t>
      </w:r>
      <w:r>
        <w:tab/>
        <w:t>2.025e0</w:t>
      </w:r>
    </w:p>
    <w:p w14:paraId="72BB2500" w14:textId="77777777" w:rsidR="00810015" w:rsidRDefault="00810015" w:rsidP="00810015">
      <w:r>
        <w:t>310.2620</w:t>
      </w:r>
      <w:r>
        <w:tab/>
        <w:t>2.025e0</w:t>
      </w:r>
    </w:p>
    <w:p w14:paraId="10877208" w14:textId="77777777" w:rsidR="00810015" w:rsidRDefault="00810015" w:rsidP="00810015">
      <w:r>
        <w:t>310.2646</w:t>
      </w:r>
      <w:r>
        <w:tab/>
        <w:t>1.013e0</w:t>
      </w:r>
    </w:p>
    <w:p w14:paraId="372E484A" w14:textId="77777777" w:rsidR="00810015" w:rsidRDefault="00810015" w:rsidP="00810015">
      <w:r>
        <w:t>310.2885</w:t>
      </w:r>
      <w:r>
        <w:tab/>
        <w:t>1.013e0</w:t>
      </w:r>
    </w:p>
    <w:p w14:paraId="05981F3F" w14:textId="77777777" w:rsidR="00810015" w:rsidRDefault="00810015" w:rsidP="00810015">
      <w:r>
        <w:t>310.2966</w:t>
      </w:r>
      <w:r>
        <w:tab/>
        <w:t>1.013e0</w:t>
      </w:r>
    </w:p>
    <w:p w14:paraId="37F357A1" w14:textId="77777777" w:rsidR="00810015" w:rsidRDefault="00810015" w:rsidP="00810015">
      <w:r>
        <w:t>310.2993</w:t>
      </w:r>
      <w:r>
        <w:tab/>
        <w:t>2.025e0</w:t>
      </w:r>
    </w:p>
    <w:p w14:paraId="0D75879E" w14:textId="77777777" w:rsidR="00810015" w:rsidRDefault="00810015" w:rsidP="00810015">
      <w:r>
        <w:t>310.3103</w:t>
      </w:r>
      <w:r>
        <w:tab/>
        <w:t>2.025e0</w:t>
      </w:r>
    </w:p>
    <w:p w14:paraId="70E080DA" w14:textId="77777777" w:rsidR="00810015" w:rsidRDefault="00810015" w:rsidP="00810015">
      <w:r>
        <w:t>310.3447</w:t>
      </w:r>
      <w:r>
        <w:tab/>
        <w:t>1.013e0</w:t>
      </w:r>
    </w:p>
    <w:p w14:paraId="6FBC1DD5" w14:textId="77777777" w:rsidR="00810015" w:rsidRDefault="00810015" w:rsidP="00810015">
      <w:r>
        <w:t>310.3768</w:t>
      </w:r>
      <w:r>
        <w:tab/>
        <w:t>1.013e0</w:t>
      </w:r>
    </w:p>
    <w:p w14:paraId="1ED17149" w14:textId="77777777" w:rsidR="00810015" w:rsidRDefault="00810015" w:rsidP="00810015">
      <w:r>
        <w:t>310.4008</w:t>
      </w:r>
      <w:r>
        <w:tab/>
        <w:t>1.013e0</w:t>
      </w:r>
    </w:p>
    <w:p w14:paraId="63F3CF90" w14:textId="77777777" w:rsidR="00810015" w:rsidRDefault="00810015" w:rsidP="00810015">
      <w:r>
        <w:t>310.4475</w:t>
      </w:r>
      <w:r>
        <w:tab/>
        <w:t>1.013e0</w:t>
      </w:r>
    </w:p>
    <w:p w14:paraId="1B6EC38C" w14:textId="77777777" w:rsidR="00810015" w:rsidRDefault="00810015" w:rsidP="00810015">
      <w:r>
        <w:t>310.4542</w:t>
      </w:r>
      <w:r>
        <w:tab/>
        <w:t>1.013e0</w:t>
      </w:r>
    </w:p>
    <w:p w14:paraId="03508B7C" w14:textId="77777777" w:rsidR="00810015" w:rsidRDefault="00810015" w:rsidP="00810015">
      <w:r>
        <w:t>310.4610</w:t>
      </w:r>
      <w:r>
        <w:tab/>
        <w:t>2.025e0</w:t>
      </w:r>
    </w:p>
    <w:p w14:paraId="4403BB4F" w14:textId="77777777" w:rsidR="00810015" w:rsidRDefault="00810015" w:rsidP="00810015">
      <w:r>
        <w:t>310.4982</w:t>
      </w:r>
      <w:r>
        <w:tab/>
        <w:t>1.013e0</w:t>
      </w:r>
    </w:p>
    <w:p w14:paraId="5E35A66F" w14:textId="77777777" w:rsidR="00810015" w:rsidRDefault="00810015" w:rsidP="00810015">
      <w:r>
        <w:t>310.5320</w:t>
      </w:r>
      <w:r>
        <w:tab/>
        <w:t>1.013e0</w:t>
      </w:r>
    </w:p>
    <w:p w14:paraId="4B3ECDE9" w14:textId="77777777" w:rsidR="00810015" w:rsidRDefault="00810015" w:rsidP="00810015">
      <w:r>
        <w:t>310.5462</w:t>
      </w:r>
      <w:r>
        <w:tab/>
        <w:t>2.025e0</w:t>
      </w:r>
    </w:p>
    <w:p w14:paraId="436E3877" w14:textId="77777777" w:rsidR="00810015" w:rsidRDefault="00810015" w:rsidP="00810015">
      <w:r>
        <w:t>310.5491</w:t>
      </w:r>
      <w:r>
        <w:tab/>
        <w:t>1.013e0</w:t>
      </w:r>
    </w:p>
    <w:p w14:paraId="7678F861" w14:textId="77777777" w:rsidR="00810015" w:rsidRDefault="00810015" w:rsidP="00810015">
      <w:r>
        <w:t>310.5692</w:t>
      </w:r>
      <w:r>
        <w:tab/>
        <w:t>1.013e0</w:t>
      </w:r>
    </w:p>
    <w:p w14:paraId="19DDA890" w14:textId="77777777" w:rsidR="00810015" w:rsidRDefault="00810015" w:rsidP="00810015">
      <w:r>
        <w:t>310.5733</w:t>
      </w:r>
      <w:r>
        <w:tab/>
        <w:t>1.013e0</w:t>
      </w:r>
    </w:p>
    <w:p w14:paraId="67985196" w14:textId="77777777" w:rsidR="00810015" w:rsidRDefault="00810015" w:rsidP="00810015">
      <w:r>
        <w:t>310.5771</w:t>
      </w:r>
      <w:r>
        <w:tab/>
        <w:t>1.013e0</w:t>
      </w:r>
    </w:p>
    <w:p w14:paraId="597EC6F3" w14:textId="77777777" w:rsidR="00810015" w:rsidRDefault="00810015" w:rsidP="00810015">
      <w:r>
        <w:t>310.5883</w:t>
      </w:r>
      <w:r>
        <w:tab/>
        <w:t>1.013e0</w:t>
      </w:r>
    </w:p>
    <w:p w14:paraId="6FA341D9" w14:textId="77777777" w:rsidR="00810015" w:rsidRDefault="00810015" w:rsidP="00810015">
      <w:r>
        <w:t>310.6146</w:t>
      </w:r>
      <w:r>
        <w:tab/>
        <w:t>2.025e0</w:t>
      </w:r>
    </w:p>
    <w:p w14:paraId="65221F69" w14:textId="77777777" w:rsidR="00810015" w:rsidRDefault="00810015" w:rsidP="00810015">
      <w:r>
        <w:t>310.6253</w:t>
      </w:r>
      <w:r>
        <w:tab/>
        <w:t>1.013e0</w:t>
      </w:r>
    </w:p>
    <w:p w14:paraId="691BE977" w14:textId="77777777" w:rsidR="00810015" w:rsidRDefault="00810015" w:rsidP="00810015">
      <w:r>
        <w:t>310.6290</w:t>
      </w:r>
      <w:r>
        <w:tab/>
        <w:t>3.038e0</w:t>
      </w:r>
    </w:p>
    <w:p w14:paraId="6ED870C4" w14:textId="77777777" w:rsidR="00810015" w:rsidRDefault="00810015" w:rsidP="00810015">
      <w:r>
        <w:t>310.6545</w:t>
      </w:r>
      <w:r>
        <w:tab/>
        <w:t>1.013e0</w:t>
      </w:r>
    </w:p>
    <w:p w14:paraId="006AF6AF" w14:textId="77777777" w:rsidR="00810015" w:rsidRDefault="00810015" w:rsidP="00810015">
      <w:r>
        <w:t>310.6775</w:t>
      </w:r>
      <w:r>
        <w:tab/>
        <w:t>1.013e0</w:t>
      </w:r>
    </w:p>
    <w:p w14:paraId="22864535" w14:textId="77777777" w:rsidR="00810015" w:rsidRDefault="00810015" w:rsidP="00810015">
      <w:r>
        <w:t>310.7136</w:t>
      </w:r>
      <w:r>
        <w:tab/>
        <w:t>2.025e0</w:t>
      </w:r>
    </w:p>
    <w:p w14:paraId="1419CD7C" w14:textId="77777777" w:rsidR="00810015" w:rsidRDefault="00810015" w:rsidP="00810015">
      <w:r>
        <w:t>310.7516</w:t>
      </w:r>
      <w:r>
        <w:tab/>
        <w:t>1.013e0</w:t>
      </w:r>
    </w:p>
    <w:p w14:paraId="3CECDB1C" w14:textId="77777777" w:rsidR="00810015" w:rsidRDefault="00810015" w:rsidP="00810015">
      <w:r>
        <w:t>310.7657</w:t>
      </w:r>
      <w:r>
        <w:tab/>
        <w:t>1.013e0</w:t>
      </w:r>
    </w:p>
    <w:p w14:paraId="659EA72F" w14:textId="77777777" w:rsidR="00810015" w:rsidRDefault="00810015" w:rsidP="00810015">
      <w:r>
        <w:t>310.7741</w:t>
      </w:r>
      <w:r>
        <w:tab/>
        <w:t>1.013e0</w:t>
      </w:r>
    </w:p>
    <w:p w14:paraId="1280AEB6" w14:textId="77777777" w:rsidR="00810015" w:rsidRDefault="00810015" w:rsidP="00810015">
      <w:r>
        <w:t>310.8023</w:t>
      </w:r>
      <w:r>
        <w:tab/>
        <w:t>1.013e0</w:t>
      </w:r>
    </w:p>
    <w:p w14:paraId="6DBB4086" w14:textId="77777777" w:rsidR="00810015" w:rsidRDefault="00810015" w:rsidP="00810015">
      <w:r>
        <w:t>310.8078</w:t>
      </w:r>
      <w:r>
        <w:tab/>
        <w:t>2.025e0</w:t>
      </w:r>
    </w:p>
    <w:p w14:paraId="43A74EAA" w14:textId="77777777" w:rsidR="00810015" w:rsidRDefault="00810015" w:rsidP="00810015">
      <w:r>
        <w:t>310.8393</w:t>
      </w:r>
      <w:r>
        <w:tab/>
        <w:t>2.025e0</w:t>
      </w:r>
    </w:p>
    <w:p w14:paraId="04819E83" w14:textId="77777777" w:rsidR="00810015" w:rsidRDefault="00810015" w:rsidP="00810015">
      <w:r>
        <w:t>310.9403</w:t>
      </w:r>
      <w:r>
        <w:tab/>
        <w:t>2.025e0</w:t>
      </w:r>
    </w:p>
    <w:p w14:paraId="7BAAB764" w14:textId="77777777" w:rsidR="00810015" w:rsidRDefault="00810015" w:rsidP="00810015">
      <w:r>
        <w:t>310.9461</w:t>
      </w:r>
      <w:r>
        <w:tab/>
        <w:t>2.025e0</w:t>
      </w:r>
    </w:p>
    <w:p w14:paraId="5F4A732F" w14:textId="77777777" w:rsidR="00810015" w:rsidRDefault="00810015" w:rsidP="00810015">
      <w:r>
        <w:t>310.9489</w:t>
      </w:r>
      <w:r>
        <w:tab/>
        <w:t>1.013e0</w:t>
      </w:r>
    </w:p>
    <w:p w14:paraId="4631B5A7" w14:textId="77777777" w:rsidR="00810015" w:rsidRDefault="00810015" w:rsidP="00810015">
      <w:r>
        <w:t>310.9542</w:t>
      </w:r>
      <w:r>
        <w:tab/>
        <w:t>1.013e0</w:t>
      </w:r>
    </w:p>
    <w:p w14:paraId="7C12B0DD" w14:textId="77777777" w:rsidR="00810015" w:rsidRDefault="00810015" w:rsidP="00810015">
      <w:r>
        <w:t>310.9701</w:t>
      </w:r>
      <w:r>
        <w:tab/>
        <w:t>3.038e0</w:t>
      </w:r>
    </w:p>
    <w:p w14:paraId="74180F62" w14:textId="77777777" w:rsidR="00810015" w:rsidRDefault="00810015" w:rsidP="00810015">
      <w:r>
        <w:t>310.9771</w:t>
      </w:r>
      <w:r>
        <w:tab/>
        <w:t>1.013e0</w:t>
      </w:r>
    </w:p>
    <w:p w14:paraId="5A13219B" w14:textId="77777777" w:rsidR="00810015" w:rsidRDefault="00810015" w:rsidP="00810015">
      <w:r>
        <w:t>310.9882</w:t>
      </w:r>
      <w:r>
        <w:tab/>
        <w:t>2.025e0</w:t>
      </w:r>
    </w:p>
    <w:p w14:paraId="2AFD0CA7" w14:textId="77777777" w:rsidR="00810015" w:rsidRDefault="00810015" w:rsidP="00810015">
      <w:r>
        <w:t>310.9903</w:t>
      </w:r>
      <w:r>
        <w:tab/>
        <w:t>1.013e0</w:t>
      </w:r>
    </w:p>
    <w:p w14:paraId="48DB383C" w14:textId="77777777" w:rsidR="00810015" w:rsidRDefault="00810015" w:rsidP="00810015">
      <w:r>
        <w:t>311.0189</w:t>
      </w:r>
      <w:r>
        <w:tab/>
        <w:t>3.038e0</w:t>
      </w:r>
    </w:p>
    <w:p w14:paraId="1D094046" w14:textId="77777777" w:rsidR="00810015" w:rsidRDefault="00810015" w:rsidP="00810015">
      <w:r>
        <w:t>311.0379</w:t>
      </w:r>
      <w:r>
        <w:tab/>
        <w:t>1.850e0</w:t>
      </w:r>
    </w:p>
    <w:p w14:paraId="06F3752E" w14:textId="77777777" w:rsidR="00810015" w:rsidRDefault="00810015" w:rsidP="00810015">
      <w:r>
        <w:t>311.0571</w:t>
      </w:r>
      <w:r>
        <w:tab/>
        <w:t>2.376e0</w:t>
      </w:r>
    </w:p>
    <w:p w14:paraId="44E31E95" w14:textId="77777777" w:rsidR="00810015" w:rsidRDefault="00810015" w:rsidP="00810015">
      <w:r>
        <w:t>311.0797</w:t>
      </w:r>
      <w:r>
        <w:tab/>
        <w:t>2.582e0</w:t>
      </w:r>
    </w:p>
    <w:p w14:paraId="58190ECC" w14:textId="77777777" w:rsidR="00810015" w:rsidRDefault="00810015" w:rsidP="00810015">
      <w:r>
        <w:t>311.0828</w:t>
      </w:r>
      <w:r>
        <w:tab/>
        <w:t>1.960e0</w:t>
      </w:r>
    </w:p>
    <w:p w14:paraId="54598BB0" w14:textId="77777777" w:rsidR="00810015" w:rsidRDefault="00810015" w:rsidP="00810015">
      <w:r>
        <w:t>311.0883</w:t>
      </w:r>
      <w:r>
        <w:tab/>
        <w:t>2.025e0</w:t>
      </w:r>
    </w:p>
    <w:p w14:paraId="0A50C824" w14:textId="77777777" w:rsidR="00810015" w:rsidRDefault="00810015" w:rsidP="00810015">
      <w:r>
        <w:t>311.0909</w:t>
      </w:r>
      <w:r>
        <w:tab/>
        <w:t>1.013e0</w:t>
      </w:r>
    </w:p>
    <w:p w14:paraId="581AC174" w14:textId="77777777" w:rsidR="00810015" w:rsidRDefault="00810015" w:rsidP="00810015">
      <w:r>
        <w:t>311.0985</w:t>
      </w:r>
      <w:r>
        <w:tab/>
        <w:t>1.013e0</w:t>
      </w:r>
    </w:p>
    <w:p w14:paraId="157C57B5" w14:textId="77777777" w:rsidR="00810015" w:rsidRDefault="00810015" w:rsidP="00810015">
      <w:r>
        <w:t>311.1425</w:t>
      </w:r>
      <w:r>
        <w:tab/>
        <w:t>2.025e0</w:t>
      </w:r>
    </w:p>
    <w:p w14:paraId="5E3D890D" w14:textId="77777777" w:rsidR="00810015" w:rsidRDefault="00810015" w:rsidP="00810015">
      <w:r>
        <w:t>311.1462</w:t>
      </w:r>
      <w:r>
        <w:tab/>
        <w:t>1.013e0</w:t>
      </w:r>
    </w:p>
    <w:p w14:paraId="79BFB0CE" w14:textId="77777777" w:rsidR="00810015" w:rsidRDefault="00810015" w:rsidP="00810015">
      <w:r>
        <w:t>311.1573</w:t>
      </w:r>
      <w:r>
        <w:tab/>
        <w:t>4.051e0</w:t>
      </w:r>
    </w:p>
    <w:p w14:paraId="49EEBD0E" w14:textId="77777777" w:rsidR="00810015" w:rsidRDefault="00810015" w:rsidP="00810015">
      <w:r>
        <w:t>311.1802</w:t>
      </w:r>
      <w:r>
        <w:tab/>
        <w:t>2.025e0</w:t>
      </w:r>
    </w:p>
    <w:p w14:paraId="66D7A36A" w14:textId="77777777" w:rsidR="00810015" w:rsidRDefault="00810015" w:rsidP="00810015">
      <w:r>
        <w:t>311.1885</w:t>
      </w:r>
      <w:r>
        <w:tab/>
        <w:t>2.025e0</w:t>
      </w:r>
    </w:p>
    <w:p w14:paraId="79A517D5" w14:textId="77777777" w:rsidR="00810015" w:rsidRDefault="00810015" w:rsidP="00810015">
      <w:r>
        <w:t>311.1917</w:t>
      </w:r>
      <w:r>
        <w:tab/>
        <w:t>4.051e0</w:t>
      </w:r>
    </w:p>
    <w:p w14:paraId="4D905006" w14:textId="77777777" w:rsidR="00810015" w:rsidRDefault="00810015" w:rsidP="00810015">
      <w:r>
        <w:t>311.2275</w:t>
      </w:r>
      <w:r>
        <w:tab/>
        <w:t>3.038e0</w:t>
      </w:r>
    </w:p>
    <w:p w14:paraId="345AC395" w14:textId="77777777" w:rsidR="00810015" w:rsidRDefault="00810015" w:rsidP="00810015">
      <w:r>
        <w:t>311.2308</w:t>
      </w:r>
      <w:r>
        <w:tab/>
        <w:t>1.013e0</w:t>
      </w:r>
    </w:p>
    <w:p w14:paraId="190DF6F6" w14:textId="77777777" w:rsidR="00810015" w:rsidRDefault="00810015" w:rsidP="00810015">
      <w:r>
        <w:t>311.2335</w:t>
      </w:r>
      <w:r>
        <w:tab/>
        <w:t>4.051e0</w:t>
      </w:r>
    </w:p>
    <w:p w14:paraId="47C7E7F3" w14:textId="77777777" w:rsidR="00810015" w:rsidRDefault="00810015" w:rsidP="00810015">
      <w:r>
        <w:t>311.2534</w:t>
      </w:r>
      <w:r>
        <w:tab/>
        <w:t>1.013e0</w:t>
      </w:r>
    </w:p>
    <w:p w14:paraId="5B1A320A" w14:textId="77777777" w:rsidR="00810015" w:rsidRDefault="00810015" w:rsidP="00810015">
      <w:r>
        <w:t>311.2567</w:t>
      </w:r>
      <w:r>
        <w:tab/>
        <w:t>2.025e0</w:t>
      </w:r>
    </w:p>
    <w:p w14:paraId="16FE7E88" w14:textId="77777777" w:rsidR="00810015" w:rsidRDefault="00810015" w:rsidP="00810015">
      <w:r>
        <w:t>311.2649</w:t>
      </w:r>
      <w:r>
        <w:tab/>
        <w:t>2.025e0</w:t>
      </w:r>
    </w:p>
    <w:p w14:paraId="3C48D32A" w14:textId="77777777" w:rsidR="00810015" w:rsidRDefault="00810015" w:rsidP="00810015">
      <w:r>
        <w:t>311.3050</w:t>
      </w:r>
      <w:r>
        <w:tab/>
        <w:t>2.025e0</w:t>
      </w:r>
    </w:p>
    <w:p w14:paraId="50D9CF18" w14:textId="77777777" w:rsidR="00810015" w:rsidRDefault="00810015" w:rsidP="00810015">
      <w:r>
        <w:t>311.3098</w:t>
      </w:r>
      <w:r>
        <w:tab/>
        <w:t>2.025e0</w:t>
      </w:r>
    </w:p>
    <w:p w14:paraId="4EEAA795" w14:textId="77777777" w:rsidR="00810015" w:rsidRDefault="00810015" w:rsidP="00810015">
      <w:r>
        <w:t>311.3163</w:t>
      </w:r>
      <w:r>
        <w:tab/>
        <w:t>1.013e0</w:t>
      </w:r>
    </w:p>
    <w:p w14:paraId="1B2BCD22" w14:textId="77777777" w:rsidR="00810015" w:rsidRDefault="00810015" w:rsidP="00810015">
      <w:r>
        <w:t>311.3332</w:t>
      </w:r>
      <w:r>
        <w:tab/>
        <w:t>2.025e0</w:t>
      </w:r>
    </w:p>
    <w:p w14:paraId="7A694832" w14:textId="77777777" w:rsidR="00810015" w:rsidRDefault="00810015" w:rsidP="00810015">
      <w:r>
        <w:t>311.3471</w:t>
      </w:r>
      <w:r>
        <w:tab/>
        <w:t>1.013e0</w:t>
      </w:r>
    </w:p>
    <w:p w14:paraId="3403A4DE" w14:textId="77777777" w:rsidR="00810015" w:rsidRDefault="00810015" w:rsidP="00810015">
      <w:r>
        <w:t>311.3492</w:t>
      </w:r>
      <w:r>
        <w:tab/>
        <w:t>2.025e0</w:t>
      </w:r>
    </w:p>
    <w:p w14:paraId="0AD8B87C" w14:textId="77777777" w:rsidR="00810015" w:rsidRDefault="00810015" w:rsidP="00810015">
      <w:r>
        <w:t>311.3752</w:t>
      </w:r>
      <w:r>
        <w:tab/>
        <w:t>1.013e0</w:t>
      </w:r>
    </w:p>
    <w:p w14:paraId="372A2CBD" w14:textId="77777777" w:rsidR="00810015" w:rsidRDefault="00810015" w:rsidP="00810015">
      <w:r>
        <w:t>311.4085</w:t>
      </w:r>
      <w:r>
        <w:tab/>
        <w:t>1.013e0</w:t>
      </w:r>
    </w:p>
    <w:p w14:paraId="68031145" w14:textId="77777777" w:rsidR="00810015" w:rsidRDefault="00810015" w:rsidP="00810015">
      <w:r>
        <w:t>311.4216</w:t>
      </w:r>
      <w:r>
        <w:tab/>
        <w:t>2.025e0</w:t>
      </w:r>
    </w:p>
    <w:p w14:paraId="58BA7043" w14:textId="77777777" w:rsidR="00810015" w:rsidRDefault="00810015" w:rsidP="00810015">
      <w:r>
        <w:t>311.4678</w:t>
      </w:r>
      <w:r>
        <w:tab/>
        <w:t>1.013e0</w:t>
      </w:r>
    </w:p>
    <w:p w14:paraId="03719F46" w14:textId="77777777" w:rsidR="00810015" w:rsidRDefault="00810015" w:rsidP="00810015">
      <w:r>
        <w:t>311.5254</w:t>
      </w:r>
      <w:r>
        <w:tab/>
        <w:t>2.025e0</w:t>
      </w:r>
    </w:p>
    <w:p w14:paraId="38F7E73E" w14:textId="77777777" w:rsidR="00810015" w:rsidRDefault="00810015" w:rsidP="00810015">
      <w:r>
        <w:t>311.5438</w:t>
      </w:r>
      <w:r>
        <w:tab/>
        <w:t>1.013e0</w:t>
      </w:r>
    </w:p>
    <w:p w14:paraId="196F12D0" w14:textId="77777777" w:rsidR="00810015" w:rsidRDefault="00810015" w:rsidP="00810015">
      <w:r>
        <w:t>311.5689</w:t>
      </w:r>
      <w:r>
        <w:tab/>
        <w:t>1.013e0</w:t>
      </w:r>
    </w:p>
    <w:p w14:paraId="55316E82" w14:textId="77777777" w:rsidR="00810015" w:rsidRDefault="00810015" w:rsidP="00810015">
      <w:r>
        <w:t>311.5808</w:t>
      </w:r>
      <w:r>
        <w:tab/>
        <w:t>1.013e0</w:t>
      </w:r>
    </w:p>
    <w:p w14:paraId="64694CDD" w14:textId="77777777" w:rsidR="00810015" w:rsidRDefault="00810015" w:rsidP="00810015">
      <w:r>
        <w:t>311.5864</w:t>
      </w:r>
      <w:r>
        <w:tab/>
        <w:t>1.013e0</w:t>
      </w:r>
    </w:p>
    <w:p w14:paraId="36B699BF" w14:textId="77777777" w:rsidR="00810015" w:rsidRDefault="00810015" w:rsidP="00810015">
      <w:r>
        <w:t>311.6429</w:t>
      </w:r>
      <w:r>
        <w:tab/>
        <w:t>1.013e0</w:t>
      </w:r>
    </w:p>
    <w:p w14:paraId="1634F79A" w14:textId="77777777" w:rsidR="00810015" w:rsidRDefault="00810015" w:rsidP="00810015">
      <w:r>
        <w:t>311.6655</w:t>
      </w:r>
      <w:r>
        <w:tab/>
        <w:t>1.013e0</w:t>
      </w:r>
    </w:p>
    <w:p w14:paraId="090B7FCD" w14:textId="77777777" w:rsidR="00810015" w:rsidRDefault="00810015" w:rsidP="00810015">
      <w:r>
        <w:t>311.7043</w:t>
      </w:r>
      <w:r>
        <w:tab/>
        <w:t>1.013e0</w:t>
      </w:r>
    </w:p>
    <w:p w14:paraId="19329F6F" w14:textId="77777777" w:rsidR="00810015" w:rsidRDefault="00810015" w:rsidP="00810015">
      <w:r>
        <w:t>311.7287</w:t>
      </w:r>
      <w:r>
        <w:tab/>
        <w:t>1.013e0</w:t>
      </w:r>
    </w:p>
    <w:p w14:paraId="461B357F" w14:textId="77777777" w:rsidR="00810015" w:rsidRDefault="00810015" w:rsidP="00810015">
      <w:r>
        <w:t>311.7446</w:t>
      </w:r>
      <w:r>
        <w:tab/>
        <w:t>1.013e0</w:t>
      </w:r>
    </w:p>
    <w:p w14:paraId="1CE0309D" w14:textId="77777777" w:rsidR="00810015" w:rsidRDefault="00810015" w:rsidP="00810015">
      <w:r>
        <w:t>311.7604</w:t>
      </w:r>
      <w:r>
        <w:tab/>
        <w:t>2.025e0</w:t>
      </w:r>
    </w:p>
    <w:p w14:paraId="5FB5CAF4" w14:textId="77777777" w:rsidR="00810015" w:rsidRDefault="00810015" w:rsidP="00810015">
      <w:r>
        <w:t>311.8022</w:t>
      </w:r>
      <w:r>
        <w:tab/>
        <w:t>1.013e0</w:t>
      </w:r>
    </w:p>
    <w:p w14:paraId="5C37DD43" w14:textId="77777777" w:rsidR="00810015" w:rsidRDefault="00810015" w:rsidP="00810015">
      <w:r>
        <w:t>311.8257</w:t>
      </w:r>
      <w:r>
        <w:tab/>
        <w:t>1.013e0</w:t>
      </w:r>
    </w:p>
    <w:p w14:paraId="66303F62" w14:textId="77777777" w:rsidR="00810015" w:rsidRDefault="00810015" w:rsidP="00810015">
      <w:r>
        <w:t>311.8643</w:t>
      </w:r>
      <w:r>
        <w:tab/>
        <w:t>3.038e0</w:t>
      </w:r>
    </w:p>
    <w:p w14:paraId="63FC8FF4" w14:textId="77777777" w:rsidR="00810015" w:rsidRDefault="00810015" w:rsidP="00810015">
      <w:r>
        <w:t>311.9310</w:t>
      </w:r>
      <w:r>
        <w:tab/>
        <w:t>2.025e0</w:t>
      </w:r>
    </w:p>
    <w:p w14:paraId="6B2B7F6B" w14:textId="77777777" w:rsidR="00810015" w:rsidRDefault="00810015" w:rsidP="00810015">
      <w:r>
        <w:t>311.9362</w:t>
      </w:r>
      <w:r>
        <w:tab/>
        <w:t>2.025e0</w:t>
      </w:r>
    </w:p>
    <w:p w14:paraId="7EC42EC4" w14:textId="77777777" w:rsidR="00810015" w:rsidRDefault="00810015" w:rsidP="00810015">
      <w:r>
        <w:t>311.9500</w:t>
      </w:r>
      <w:r>
        <w:tab/>
        <w:t>2.025e0</w:t>
      </w:r>
    </w:p>
    <w:p w14:paraId="474321FE" w14:textId="77777777" w:rsidR="00810015" w:rsidRDefault="00810015" w:rsidP="00810015">
      <w:r>
        <w:t>311.9655</w:t>
      </w:r>
      <w:r>
        <w:tab/>
        <w:t>4.051e0</w:t>
      </w:r>
    </w:p>
    <w:p w14:paraId="757BF2CC" w14:textId="77777777" w:rsidR="00810015" w:rsidRDefault="00810015" w:rsidP="00810015">
      <w:r>
        <w:t>312.0046</w:t>
      </w:r>
      <w:r>
        <w:tab/>
        <w:t>1.013e0</w:t>
      </w:r>
    </w:p>
    <w:p w14:paraId="2F1E8109" w14:textId="77777777" w:rsidR="00810015" w:rsidRDefault="00810015" w:rsidP="00810015">
      <w:r>
        <w:t>312.0272</w:t>
      </w:r>
      <w:r>
        <w:tab/>
        <w:t>2.025e0</w:t>
      </w:r>
    </w:p>
    <w:p w14:paraId="4048F2BD" w14:textId="77777777" w:rsidR="00810015" w:rsidRDefault="00810015" w:rsidP="00810015">
      <w:r>
        <w:t>312.0300</w:t>
      </w:r>
      <w:r>
        <w:tab/>
        <w:t>3.132e0</w:t>
      </w:r>
    </w:p>
    <w:p w14:paraId="4995068A" w14:textId="77777777" w:rsidR="00810015" w:rsidRDefault="00810015" w:rsidP="00810015">
      <w:r>
        <w:t>312.0328</w:t>
      </w:r>
      <w:r>
        <w:tab/>
        <w:t>1.559e0</w:t>
      </w:r>
    </w:p>
    <w:p w14:paraId="7528B9B7" w14:textId="77777777" w:rsidR="00810015" w:rsidRDefault="00810015" w:rsidP="00810015">
      <w:r>
        <w:t>312.0374</w:t>
      </w:r>
      <w:r>
        <w:tab/>
        <w:t>3.038e0</w:t>
      </w:r>
    </w:p>
    <w:p w14:paraId="36699CAA" w14:textId="77777777" w:rsidR="00810015" w:rsidRDefault="00810015" w:rsidP="00810015">
      <w:r>
        <w:t>312.0522</w:t>
      </w:r>
      <w:r>
        <w:tab/>
        <w:t>4.051e0</w:t>
      </w:r>
    </w:p>
    <w:p w14:paraId="0CABF0EA" w14:textId="77777777" w:rsidR="00810015" w:rsidRDefault="00810015" w:rsidP="00810015">
      <w:r>
        <w:t>312.0732</w:t>
      </w:r>
      <w:r>
        <w:tab/>
        <w:t>3.038e0</w:t>
      </w:r>
    </w:p>
    <w:p w14:paraId="3B45FB9A" w14:textId="77777777" w:rsidR="00810015" w:rsidRDefault="00810015" w:rsidP="00810015">
      <w:r>
        <w:t>312.0762</w:t>
      </w:r>
      <w:r>
        <w:tab/>
        <w:t>2.025e0</w:t>
      </w:r>
    </w:p>
    <w:p w14:paraId="06D21E70" w14:textId="77777777" w:rsidR="00810015" w:rsidRDefault="00810015" w:rsidP="00810015">
      <w:r>
        <w:t>312.0808</w:t>
      </w:r>
      <w:r>
        <w:tab/>
        <w:t>2.025e0</w:t>
      </w:r>
    </w:p>
    <w:p w14:paraId="45E659D9" w14:textId="77777777" w:rsidR="00810015" w:rsidRDefault="00810015" w:rsidP="00810015">
      <w:r>
        <w:t>312.0976</w:t>
      </w:r>
      <w:r>
        <w:tab/>
        <w:t>1.013e0</w:t>
      </w:r>
    </w:p>
    <w:p w14:paraId="3111A549" w14:textId="77777777" w:rsidR="00810015" w:rsidRDefault="00810015" w:rsidP="00810015">
      <w:r>
        <w:t>312.1185</w:t>
      </w:r>
      <w:r>
        <w:tab/>
        <w:t>4.051e0</w:t>
      </w:r>
    </w:p>
    <w:p w14:paraId="0CFEB7FD" w14:textId="77777777" w:rsidR="00810015" w:rsidRDefault="00810015" w:rsidP="00810015">
      <w:r>
        <w:t>312.1537</w:t>
      </w:r>
      <w:r>
        <w:tab/>
        <w:t>2.025e0</w:t>
      </w:r>
    </w:p>
    <w:p w14:paraId="22E52FEA" w14:textId="77777777" w:rsidR="00810015" w:rsidRDefault="00810015" w:rsidP="00810015">
      <w:r>
        <w:t>312.1634</w:t>
      </w:r>
      <w:r>
        <w:tab/>
        <w:t>4.051e0</w:t>
      </w:r>
    </w:p>
    <w:p w14:paraId="4D6BF707" w14:textId="77777777" w:rsidR="00810015" w:rsidRDefault="00810015" w:rsidP="00810015">
      <w:r>
        <w:t>312.1729</w:t>
      </w:r>
      <w:r>
        <w:tab/>
        <w:t>9.943e0</w:t>
      </w:r>
    </w:p>
    <w:p w14:paraId="41F0AB46" w14:textId="77777777" w:rsidR="00810015" w:rsidRDefault="00810015" w:rsidP="00810015">
      <w:r>
        <w:t>312.1742</w:t>
      </w:r>
      <w:r>
        <w:tab/>
        <w:t>2.025e0</w:t>
      </w:r>
    </w:p>
    <w:p w14:paraId="48E76D34" w14:textId="77777777" w:rsidR="00810015" w:rsidRDefault="00810015" w:rsidP="00810015">
      <w:r>
        <w:t>312.1870</w:t>
      </w:r>
      <w:r>
        <w:tab/>
        <w:t>3.038e0</w:t>
      </w:r>
    </w:p>
    <w:p w14:paraId="71553662" w14:textId="77777777" w:rsidR="00810015" w:rsidRDefault="00810015" w:rsidP="00810015">
      <w:r>
        <w:t>312.2024</w:t>
      </w:r>
      <w:r>
        <w:tab/>
        <w:t>4.051e0</w:t>
      </w:r>
    </w:p>
    <w:p w14:paraId="6D144D47" w14:textId="77777777" w:rsidR="00810015" w:rsidRDefault="00810015" w:rsidP="00810015">
      <w:r>
        <w:t>312.2257</w:t>
      </w:r>
      <w:r>
        <w:tab/>
        <w:t>2.025e0</w:t>
      </w:r>
    </w:p>
    <w:p w14:paraId="3EE58A6A" w14:textId="77777777" w:rsidR="00810015" w:rsidRDefault="00810015" w:rsidP="00810015">
      <w:r>
        <w:t>312.2271</w:t>
      </w:r>
      <w:r>
        <w:tab/>
        <w:t>2.025e0</w:t>
      </w:r>
    </w:p>
    <w:p w14:paraId="06FBD476" w14:textId="77777777" w:rsidR="00810015" w:rsidRDefault="00810015" w:rsidP="00810015">
      <w:r>
        <w:t>312.2316</w:t>
      </w:r>
      <w:r>
        <w:tab/>
        <w:t>3.038e0</w:t>
      </w:r>
    </w:p>
    <w:p w14:paraId="06125F14" w14:textId="77777777" w:rsidR="00810015" w:rsidRDefault="00810015" w:rsidP="00810015">
      <w:r>
        <w:t>312.2382</w:t>
      </w:r>
      <w:r>
        <w:tab/>
        <w:t>2.025e0</w:t>
      </w:r>
    </w:p>
    <w:p w14:paraId="09D63C30" w14:textId="77777777" w:rsidR="00810015" w:rsidRDefault="00810015" w:rsidP="00810015">
      <w:r>
        <w:t>312.2550</w:t>
      </w:r>
      <w:r>
        <w:tab/>
        <w:t>2.025e0</w:t>
      </w:r>
    </w:p>
    <w:p w14:paraId="7ACFC092" w14:textId="77777777" w:rsidR="00810015" w:rsidRDefault="00810015" w:rsidP="00810015">
      <w:r>
        <w:t>312.2701</w:t>
      </w:r>
      <w:r>
        <w:tab/>
        <w:t>2.759e0</w:t>
      </w:r>
    </w:p>
    <w:p w14:paraId="0F1B97A7" w14:textId="77777777" w:rsidR="00810015" w:rsidRDefault="00810015" w:rsidP="00810015">
      <w:r>
        <w:t>312.2761</w:t>
      </w:r>
      <w:r>
        <w:tab/>
        <w:t>1.013e0</w:t>
      </w:r>
    </w:p>
    <w:p w14:paraId="3095A9D3" w14:textId="77777777" w:rsidR="00810015" w:rsidRDefault="00810015" w:rsidP="00810015">
      <w:r>
        <w:t>312.3281</w:t>
      </w:r>
      <w:r>
        <w:tab/>
        <w:t>1.013e0</w:t>
      </w:r>
    </w:p>
    <w:p w14:paraId="78A0DA6B" w14:textId="77777777" w:rsidR="00810015" w:rsidRDefault="00810015" w:rsidP="00810015">
      <w:r>
        <w:t>312.3475</w:t>
      </w:r>
      <w:r>
        <w:tab/>
        <w:t>3.038e0</w:t>
      </w:r>
    </w:p>
    <w:p w14:paraId="4DE821BF" w14:textId="77777777" w:rsidR="00810015" w:rsidRDefault="00810015" w:rsidP="00810015">
      <w:r>
        <w:t>312.3516</w:t>
      </w:r>
      <w:r>
        <w:tab/>
        <w:t>3.038e0</w:t>
      </w:r>
    </w:p>
    <w:p w14:paraId="5D63855C" w14:textId="77777777" w:rsidR="00810015" w:rsidRDefault="00810015" w:rsidP="00810015">
      <w:r>
        <w:t>312.3571</w:t>
      </w:r>
      <w:r>
        <w:tab/>
        <w:t>3.038e0</w:t>
      </w:r>
    </w:p>
    <w:p w14:paraId="4E00069E" w14:textId="77777777" w:rsidR="00810015" w:rsidRDefault="00810015" w:rsidP="00810015">
      <w:r>
        <w:t>312.4360</w:t>
      </w:r>
      <w:r>
        <w:tab/>
        <w:t>2.025e0</w:t>
      </w:r>
    </w:p>
    <w:p w14:paraId="720AC053" w14:textId="77777777" w:rsidR="00810015" w:rsidRDefault="00810015" w:rsidP="00810015">
      <w:r>
        <w:t>312.4547</w:t>
      </w:r>
      <w:r>
        <w:tab/>
        <w:t>2.025e0</w:t>
      </w:r>
    </w:p>
    <w:p w14:paraId="218123B2" w14:textId="77777777" w:rsidR="00810015" w:rsidRDefault="00810015" w:rsidP="00810015">
      <w:r>
        <w:t>312.4629</w:t>
      </w:r>
      <w:r>
        <w:tab/>
        <w:t>1.013e0</w:t>
      </w:r>
    </w:p>
    <w:p w14:paraId="72431ABC" w14:textId="77777777" w:rsidR="00810015" w:rsidRDefault="00810015" w:rsidP="00810015">
      <w:r>
        <w:t>312.4968</w:t>
      </w:r>
      <w:r>
        <w:tab/>
        <w:t>1.013e0</w:t>
      </w:r>
    </w:p>
    <w:p w14:paraId="13658B8C" w14:textId="77777777" w:rsidR="00810015" w:rsidRDefault="00810015" w:rsidP="00810015">
      <w:r>
        <w:t>312.5020</w:t>
      </w:r>
      <w:r>
        <w:tab/>
        <w:t>3.038e0</w:t>
      </w:r>
    </w:p>
    <w:p w14:paraId="39A7270B" w14:textId="77777777" w:rsidR="00810015" w:rsidRDefault="00810015" w:rsidP="00810015">
      <w:r>
        <w:t>312.5110</w:t>
      </w:r>
      <w:r>
        <w:tab/>
        <w:t>1.013e0</w:t>
      </w:r>
    </w:p>
    <w:p w14:paraId="5C9198C7" w14:textId="77777777" w:rsidR="00810015" w:rsidRDefault="00810015" w:rsidP="00810015">
      <w:r>
        <w:t>312.5286</w:t>
      </w:r>
      <w:r>
        <w:tab/>
        <w:t>2.025e0</w:t>
      </w:r>
    </w:p>
    <w:p w14:paraId="589EE495" w14:textId="77777777" w:rsidR="00810015" w:rsidRDefault="00810015" w:rsidP="00810015">
      <w:r>
        <w:t>312.5649</w:t>
      </w:r>
      <w:r>
        <w:tab/>
        <w:t>2.025e0</w:t>
      </w:r>
    </w:p>
    <w:p w14:paraId="62B3FD3F" w14:textId="77777777" w:rsidR="00810015" w:rsidRDefault="00810015" w:rsidP="00810015">
      <w:r>
        <w:t>312.5812</w:t>
      </w:r>
      <w:r>
        <w:tab/>
        <w:t>2.025e0</w:t>
      </w:r>
    </w:p>
    <w:p w14:paraId="2E0740EA" w14:textId="77777777" w:rsidR="00810015" w:rsidRDefault="00810015" w:rsidP="00810015">
      <w:r>
        <w:t>312.5975</w:t>
      </w:r>
      <w:r>
        <w:tab/>
        <w:t>3.038e0</w:t>
      </w:r>
    </w:p>
    <w:p w14:paraId="6752217B" w14:textId="77777777" w:rsidR="00810015" w:rsidRDefault="00810015" w:rsidP="00810015">
      <w:r>
        <w:t>312.6068</w:t>
      </w:r>
      <w:r>
        <w:tab/>
        <w:t>3.038e0</w:t>
      </w:r>
    </w:p>
    <w:p w14:paraId="54DB48AB" w14:textId="77777777" w:rsidR="00810015" w:rsidRDefault="00810015" w:rsidP="00810015">
      <w:r>
        <w:t>312.6193</w:t>
      </w:r>
      <w:r>
        <w:tab/>
        <w:t>1.013e0</w:t>
      </w:r>
    </w:p>
    <w:p w14:paraId="7B7FB1EB" w14:textId="77777777" w:rsidR="00810015" w:rsidRDefault="00810015" w:rsidP="00810015">
      <w:r>
        <w:t>312.6435</w:t>
      </w:r>
      <w:r>
        <w:tab/>
        <w:t>1.013e0</w:t>
      </w:r>
    </w:p>
    <w:p w14:paraId="6CD9707D" w14:textId="77777777" w:rsidR="00810015" w:rsidRDefault="00810015" w:rsidP="00810015">
      <w:r>
        <w:t>312.6755</w:t>
      </w:r>
      <w:r>
        <w:tab/>
        <w:t>1.013e0</w:t>
      </w:r>
    </w:p>
    <w:p w14:paraId="6CBD6FCE" w14:textId="77777777" w:rsidR="00810015" w:rsidRDefault="00810015" w:rsidP="00810015">
      <w:r>
        <w:t>312.7177</w:t>
      </w:r>
      <w:r>
        <w:tab/>
        <w:t>1.013e0</w:t>
      </w:r>
    </w:p>
    <w:p w14:paraId="3A77308A" w14:textId="77777777" w:rsidR="00810015" w:rsidRDefault="00810015" w:rsidP="00810015">
      <w:r>
        <w:t>312.7299</w:t>
      </w:r>
      <w:r>
        <w:tab/>
        <w:t>2.025e0</w:t>
      </w:r>
    </w:p>
    <w:p w14:paraId="098DFDF8" w14:textId="77777777" w:rsidR="00810015" w:rsidRDefault="00810015" w:rsidP="00810015">
      <w:r>
        <w:t>312.7369</w:t>
      </w:r>
      <w:r>
        <w:tab/>
        <w:t>1.013e0</w:t>
      </w:r>
    </w:p>
    <w:p w14:paraId="2754D2C9" w14:textId="77777777" w:rsidR="00810015" w:rsidRDefault="00810015" w:rsidP="00810015">
      <w:r>
        <w:t>312.7639</w:t>
      </w:r>
      <w:r>
        <w:tab/>
        <w:t>1.013e0</w:t>
      </w:r>
    </w:p>
    <w:p w14:paraId="7C272BA1" w14:textId="77777777" w:rsidR="00810015" w:rsidRDefault="00810015" w:rsidP="00810015">
      <w:r>
        <w:t>312.7658</w:t>
      </w:r>
      <w:r>
        <w:tab/>
        <w:t>3.038e0</w:t>
      </w:r>
    </w:p>
    <w:p w14:paraId="05C1ABB0" w14:textId="77777777" w:rsidR="00810015" w:rsidRDefault="00810015" w:rsidP="00810015">
      <w:r>
        <w:t>312.7920</w:t>
      </w:r>
      <w:r>
        <w:tab/>
        <w:t>1.013e0</w:t>
      </w:r>
    </w:p>
    <w:p w14:paraId="71E43D80" w14:textId="77777777" w:rsidR="00810015" w:rsidRDefault="00810015" w:rsidP="00810015">
      <w:r>
        <w:t>312.8120</w:t>
      </w:r>
      <w:r>
        <w:tab/>
        <w:t>1.013e0</w:t>
      </w:r>
    </w:p>
    <w:p w14:paraId="5C184B0A" w14:textId="77777777" w:rsidR="00810015" w:rsidRDefault="00810015" w:rsidP="00810015">
      <w:r>
        <w:t>312.8443</w:t>
      </w:r>
      <w:r>
        <w:tab/>
        <w:t>1.013e0</w:t>
      </w:r>
    </w:p>
    <w:p w14:paraId="2B039C12" w14:textId="77777777" w:rsidR="00810015" w:rsidRDefault="00810015" w:rsidP="00810015">
      <w:r>
        <w:t>312.8594</w:t>
      </w:r>
      <w:r>
        <w:tab/>
        <w:t>1.013e0</w:t>
      </w:r>
    </w:p>
    <w:p w14:paraId="4487256C" w14:textId="77777777" w:rsidR="00810015" w:rsidRDefault="00810015" w:rsidP="00810015">
      <w:r>
        <w:t>312.8681</w:t>
      </w:r>
      <w:r>
        <w:tab/>
        <w:t>4.051e0</w:t>
      </w:r>
    </w:p>
    <w:p w14:paraId="0FB373A2" w14:textId="77777777" w:rsidR="00810015" w:rsidRDefault="00810015" w:rsidP="00810015">
      <w:r>
        <w:t>312.9368</w:t>
      </w:r>
      <w:r>
        <w:tab/>
        <w:t>1.108e1</w:t>
      </w:r>
    </w:p>
    <w:p w14:paraId="7267C7B2" w14:textId="77777777" w:rsidR="00810015" w:rsidRDefault="00810015" w:rsidP="00810015">
      <w:r>
        <w:t>312.9411</w:t>
      </w:r>
      <w:r>
        <w:tab/>
        <w:t>9.114e0</w:t>
      </w:r>
    </w:p>
    <w:p w14:paraId="1264DA33" w14:textId="77777777" w:rsidR="00810015" w:rsidRDefault="00810015" w:rsidP="00810015">
      <w:r>
        <w:t>312.9467</w:t>
      </w:r>
      <w:r>
        <w:tab/>
        <w:t>1.316e1</w:t>
      </w:r>
    </w:p>
    <w:p w14:paraId="4213849C" w14:textId="77777777" w:rsidR="00810015" w:rsidRDefault="00810015" w:rsidP="00810015">
      <w:r>
        <w:t>312.9497</w:t>
      </w:r>
      <w:r>
        <w:tab/>
        <w:t>8.461e0</w:t>
      </w:r>
    </w:p>
    <w:p w14:paraId="01D3235A" w14:textId="77777777" w:rsidR="00810015" w:rsidRDefault="00810015" w:rsidP="00810015">
      <w:r>
        <w:t>312.9543</w:t>
      </w:r>
      <w:r>
        <w:tab/>
        <w:t>1.013e1</w:t>
      </w:r>
    </w:p>
    <w:p w14:paraId="1BFFDC89" w14:textId="77777777" w:rsidR="00810015" w:rsidRDefault="00810015" w:rsidP="00810015">
      <w:r>
        <w:t>313.0536</w:t>
      </w:r>
      <w:r>
        <w:tab/>
        <w:t>1.577e2</w:t>
      </w:r>
    </w:p>
    <w:p w14:paraId="41BC2706" w14:textId="77777777" w:rsidR="00810015" w:rsidRDefault="00810015" w:rsidP="00810015">
      <w:r>
        <w:t>313.0558</w:t>
      </w:r>
      <w:r>
        <w:tab/>
        <w:t>9.498e1</w:t>
      </w:r>
    </w:p>
    <w:p w14:paraId="6A31E4F3" w14:textId="77777777" w:rsidR="00810015" w:rsidRDefault="00810015" w:rsidP="00810015">
      <w:r>
        <w:t>313.0583</w:t>
      </w:r>
      <w:r>
        <w:tab/>
        <w:t>1.850e1</w:t>
      </w:r>
    </w:p>
    <w:p w14:paraId="17291AF7" w14:textId="77777777" w:rsidR="00810015" w:rsidRDefault="00810015" w:rsidP="00810015">
      <w:r>
        <w:t>313.0805</w:t>
      </w:r>
      <w:r>
        <w:tab/>
        <w:t>1.013e0</w:t>
      </w:r>
    </w:p>
    <w:p w14:paraId="1EFC43A9" w14:textId="77777777" w:rsidR="00810015" w:rsidRDefault="00810015" w:rsidP="00810015">
      <w:r>
        <w:t>313.1108</w:t>
      </w:r>
      <w:r>
        <w:tab/>
        <w:t>2.025e0</w:t>
      </w:r>
    </w:p>
    <w:p w14:paraId="4EBC5A46" w14:textId="77777777" w:rsidR="00810015" w:rsidRDefault="00810015" w:rsidP="00810015">
      <w:r>
        <w:t>313.1256</w:t>
      </w:r>
      <w:r>
        <w:tab/>
        <w:t>2.735e0</w:t>
      </w:r>
    </w:p>
    <w:p w14:paraId="2AE00BE5" w14:textId="77777777" w:rsidR="00810015" w:rsidRDefault="00810015" w:rsidP="00810015">
      <w:r>
        <w:t>313.1542</w:t>
      </w:r>
      <w:r>
        <w:tab/>
        <w:t>1.013e0</w:t>
      </w:r>
    </w:p>
    <w:p w14:paraId="70350936" w14:textId="77777777" w:rsidR="00810015" w:rsidRDefault="00810015" w:rsidP="00810015">
      <w:r>
        <w:t>313.1598</w:t>
      </w:r>
      <w:r>
        <w:tab/>
        <w:t>2.599e0</w:t>
      </w:r>
    </w:p>
    <w:p w14:paraId="3DAF3F39" w14:textId="77777777" w:rsidR="00810015" w:rsidRDefault="00810015" w:rsidP="00810015">
      <w:r>
        <w:t>313.1683</w:t>
      </w:r>
      <w:r>
        <w:tab/>
        <w:t>2.025e0</w:t>
      </w:r>
    </w:p>
    <w:p w14:paraId="0719490C" w14:textId="77777777" w:rsidR="00810015" w:rsidRDefault="00810015" w:rsidP="00810015">
      <w:r>
        <w:t>313.1736</w:t>
      </w:r>
      <w:r>
        <w:tab/>
        <w:t>1.013e0</w:t>
      </w:r>
    </w:p>
    <w:p w14:paraId="701414F1" w14:textId="77777777" w:rsidR="00810015" w:rsidRDefault="00810015" w:rsidP="00810015">
      <w:r>
        <w:t>313.2025</w:t>
      </w:r>
      <w:r>
        <w:tab/>
        <w:t>4.051e0</w:t>
      </w:r>
    </w:p>
    <w:p w14:paraId="4D745B9C" w14:textId="77777777" w:rsidR="00810015" w:rsidRDefault="00810015" w:rsidP="00810015">
      <w:r>
        <w:t>313.2038</w:t>
      </w:r>
      <w:r>
        <w:tab/>
        <w:t>2.025e0</w:t>
      </w:r>
    </w:p>
    <w:p w14:paraId="03EB4578" w14:textId="77777777" w:rsidR="00810015" w:rsidRDefault="00810015" w:rsidP="00810015">
      <w:r>
        <w:t>313.2206</w:t>
      </w:r>
      <w:r>
        <w:tab/>
        <w:t>2.025e0</w:t>
      </w:r>
    </w:p>
    <w:p w14:paraId="73D4BF3E" w14:textId="77777777" w:rsidR="00810015" w:rsidRDefault="00810015" w:rsidP="00810015">
      <w:r>
        <w:t>313.2658</w:t>
      </w:r>
      <w:r>
        <w:tab/>
        <w:t>6.777e0</w:t>
      </w:r>
    </w:p>
    <w:p w14:paraId="43B9A5A2" w14:textId="77777777" w:rsidR="00810015" w:rsidRDefault="00810015" w:rsidP="00810015">
      <w:r>
        <w:t>313.2904</w:t>
      </w:r>
      <w:r>
        <w:tab/>
        <w:t>1.013e0</w:t>
      </w:r>
    </w:p>
    <w:p w14:paraId="44141849" w14:textId="77777777" w:rsidR="00810015" w:rsidRDefault="00810015" w:rsidP="00810015">
      <w:r>
        <w:t>313.2972</w:t>
      </w:r>
      <w:r>
        <w:tab/>
        <w:t>2.025e0</w:t>
      </w:r>
    </w:p>
    <w:p w14:paraId="51F47997" w14:textId="77777777" w:rsidR="00810015" w:rsidRDefault="00810015" w:rsidP="00810015">
      <w:r>
        <w:t>313.3141</w:t>
      </w:r>
      <w:r>
        <w:tab/>
        <w:t>1.013e0</w:t>
      </w:r>
    </w:p>
    <w:p w14:paraId="2AE9843A" w14:textId="77777777" w:rsidR="00810015" w:rsidRDefault="00810015" w:rsidP="00810015">
      <w:r>
        <w:t>313.3415</w:t>
      </w:r>
      <w:r>
        <w:tab/>
        <w:t>2.025e0</w:t>
      </w:r>
    </w:p>
    <w:p w14:paraId="5B826DE6" w14:textId="77777777" w:rsidR="00810015" w:rsidRDefault="00810015" w:rsidP="00810015">
      <w:r>
        <w:t>313.3585</w:t>
      </w:r>
      <w:r>
        <w:tab/>
        <w:t>1.013e0</w:t>
      </w:r>
    </w:p>
    <w:p w14:paraId="35BEFFAD" w14:textId="77777777" w:rsidR="00810015" w:rsidRDefault="00810015" w:rsidP="00810015">
      <w:r>
        <w:t>313.3623</w:t>
      </w:r>
      <w:r>
        <w:tab/>
        <w:t>1.013e0</w:t>
      </w:r>
    </w:p>
    <w:p w14:paraId="7B6351A2" w14:textId="77777777" w:rsidR="00810015" w:rsidRDefault="00810015" w:rsidP="00810015">
      <w:r>
        <w:t>313.3714</w:t>
      </w:r>
      <w:r>
        <w:tab/>
        <w:t>1.013e0</w:t>
      </w:r>
    </w:p>
    <w:p w14:paraId="2C3FA020" w14:textId="77777777" w:rsidR="00810015" w:rsidRDefault="00810015" w:rsidP="00810015">
      <w:r>
        <w:t>313.4039</w:t>
      </w:r>
      <w:r>
        <w:tab/>
        <w:t>1.013e0</w:t>
      </w:r>
    </w:p>
    <w:p w14:paraId="1FEEB13C" w14:textId="77777777" w:rsidR="00810015" w:rsidRDefault="00810015" w:rsidP="00810015">
      <w:r>
        <w:t>313.4096</w:t>
      </w:r>
      <w:r>
        <w:tab/>
        <w:t>2.025e0</w:t>
      </w:r>
    </w:p>
    <w:p w14:paraId="23121AD3" w14:textId="77777777" w:rsidR="00810015" w:rsidRDefault="00810015" w:rsidP="00810015">
      <w:r>
        <w:t>313.4323</w:t>
      </w:r>
      <w:r>
        <w:tab/>
        <w:t>1.013e0</w:t>
      </w:r>
    </w:p>
    <w:p w14:paraId="089BC3D5" w14:textId="77777777" w:rsidR="00810015" w:rsidRDefault="00810015" w:rsidP="00810015">
      <w:r>
        <w:t>313.4427</w:t>
      </w:r>
      <w:r>
        <w:tab/>
        <w:t>1.013e0</w:t>
      </w:r>
    </w:p>
    <w:p w14:paraId="5AB4782D" w14:textId="77777777" w:rsidR="00810015" w:rsidRDefault="00810015" w:rsidP="00810015">
      <w:r>
        <w:t>313.4637</w:t>
      </w:r>
      <w:r>
        <w:tab/>
        <w:t>2.025e0</w:t>
      </w:r>
    </w:p>
    <w:p w14:paraId="58734038" w14:textId="77777777" w:rsidR="00810015" w:rsidRDefault="00810015" w:rsidP="00810015">
      <w:r>
        <w:t>313.4717</w:t>
      </w:r>
      <w:r>
        <w:tab/>
        <w:t>3.038e0</w:t>
      </w:r>
    </w:p>
    <w:p w14:paraId="5873976F" w14:textId="77777777" w:rsidR="00810015" w:rsidRDefault="00810015" w:rsidP="00810015">
      <w:r>
        <w:t>313.4774</w:t>
      </w:r>
      <w:r>
        <w:tab/>
        <w:t>3.038e0</w:t>
      </w:r>
    </w:p>
    <w:p w14:paraId="65855729" w14:textId="77777777" w:rsidR="00810015" w:rsidRDefault="00810015" w:rsidP="00810015">
      <w:r>
        <w:t>313.4789</w:t>
      </w:r>
      <w:r>
        <w:tab/>
        <w:t>1.013e0</w:t>
      </w:r>
    </w:p>
    <w:p w14:paraId="476DB7EE" w14:textId="77777777" w:rsidR="00810015" w:rsidRDefault="00810015" w:rsidP="00810015">
      <w:r>
        <w:t>313.5110</w:t>
      </w:r>
      <w:r>
        <w:tab/>
        <w:t>2.025e0</w:t>
      </w:r>
    </w:p>
    <w:p w14:paraId="5735FED9" w14:textId="77777777" w:rsidR="00810015" w:rsidRDefault="00810015" w:rsidP="00810015">
      <w:r>
        <w:t>313.5248</w:t>
      </w:r>
      <w:r>
        <w:tab/>
        <w:t>2.025e0</w:t>
      </w:r>
    </w:p>
    <w:p w14:paraId="4D7EBF6C" w14:textId="77777777" w:rsidR="00810015" w:rsidRDefault="00810015" w:rsidP="00810015">
      <w:r>
        <w:t>313.5381</w:t>
      </w:r>
      <w:r>
        <w:tab/>
        <w:t>2.025e0</w:t>
      </w:r>
    </w:p>
    <w:p w14:paraId="12825DFD" w14:textId="77777777" w:rsidR="00810015" w:rsidRDefault="00810015" w:rsidP="00810015">
      <w:r>
        <w:t>313.5402</w:t>
      </w:r>
      <w:r>
        <w:tab/>
        <w:t>2.025e0</w:t>
      </w:r>
    </w:p>
    <w:p w14:paraId="2E5C7EE4" w14:textId="77777777" w:rsidR="00810015" w:rsidRDefault="00810015" w:rsidP="00810015">
      <w:r>
        <w:t>313.5899</w:t>
      </w:r>
      <w:r>
        <w:tab/>
        <w:t>3.038e0</w:t>
      </w:r>
    </w:p>
    <w:p w14:paraId="2D7CAB59" w14:textId="77777777" w:rsidR="00810015" w:rsidRDefault="00810015" w:rsidP="00810015">
      <w:r>
        <w:t>313.5970</w:t>
      </w:r>
      <w:r>
        <w:tab/>
        <w:t>1.013e0</w:t>
      </w:r>
    </w:p>
    <w:p w14:paraId="22C649DA" w14:textId="77777777" w:rsidR="00810015" w:rsidRDefault="00810015" w:rsidP="00810015">
      <w:r>
        <w:t>313.6074</w:t>
      </w:r>
      <w:r>
        <w:tab/>
        <w:t>1.013e0</w:t>
      </w:r>
    </w:p>
    <w:p w14:paraId="2C0C05D7" w14:textId="77777777" w:rsidR="00810015" w:rsidRDefault="00810015" w:rsidP="00810015">
      <w:r>
        <w:t>313.6179</w:t>
      </w:r>
      <w:r>
        <w:tab/>
        <w:t>2.025e0</w:t>
      </w:r>
    </w:p>
    <w:p w14:paraId="6448D42F" w14:textId="77777777" w:rsidR="00810015" w:rsidRDefault="00810015" w:rsidP="00810015">
      <w:r>
        <w:t>313.6355</w:t>
      </w:r>
      <w:r>
        <w:tab/>
        <w:t>3.038e0</w:t>
      </w:r>
    </w:p>
    <w:p w14:paraId="5900E910" w14:textId="77777777" w:rsidR="00810015" w:rsidRDefault="00810015" w:rsidP="00810015">
      <w:r>
        <w:t>313.6436</w:t>
      </w:r>
      <w:r>
        <w:tab/>
        <w:t>1.013e0</w:t>
      </w:r>
    </w:p>
    <w:p w14:paraId="12F9EA6D" w14:textId="77777777" w:rsidR="00810015" w:rsidRDefault="00810015" w:rsidP="00810015">
      <w:r>
        <w:t>313.6606</w:t>
      </w:r>
      <w:r>
        <w:tab/>
        <w:t>1.013e0</w:t>
      </w:r>
    </w:p>
    <w:p w14:paraId="18A30262" w14:textId="77777777" w:rsidR="00810015" w:rsidRDefault="00810015" w:rsidP="00810015">
      <w:r>
        <w:t>313.6890</w:t>
      </w:r>
      <w:r>
        <w:tab/>
        <w:t>1.013e0</w:t>
      </w:r>
    </w:p>
    <w:p w14:paraId="409F3894" w14:textId="77777777" w:rsidR="00810015" w:rsidRDefault="00810015" w:rsidP="00810015">
      <w:r>
        <w:t>313.6917</w:t>
      </w:r>
      <w:r>
        <w:tab/>
        <w:t>2.025e0</w:t>
      </w:r>
    </w:p>
    <w:p w14:paraId="374A4A7A" w14:textId="77777777" w:rsidR="00810015" w:rsidRDefault="00810015" w:rsidP="00810015">
      <w:r>
        <w:t>313.7106</w:t>
      </w:r>
      <w:r>
        <w:tab/>
        <w:t>2.025e0</w:t>
      </w:r>
    </w:p>
    <w:p w14:paraId="3817F373" w14:textId="77777777" w:rsidR="00810015" w:rsidRDefault="00810015" w:rsidP="00810015">
      <w:r>
        <w:t>313.7127</w:t>
      </w:r>
      <w:r>
        <w:tab/>
        <w:t>2.025e0</w:t>
      </w:r>
    </w:p>
    <w:p w14:paraId="09E36769" w14:textId="77777777" w:rsidR="00810015" w:rsidRDefault="00810015" w:rsidP="00810015">
      <w:r>
        <w:t>313.7369</w:t>
      </w:r>
      <w:r>
        <w:tab/>
        <w:t>3.038e0</w:t>
      </w:r>
    </w:p>
    <w:p w14:paraId="7402D872" w14:textId="77777777" w:rsidR="00810015" w:rsidRDefault="00810015" w:rsidP="00810015">
      <w:r>
        <w:t>313.7628</w:t>
      </w:r>
      <w:r>
        <w:tab/>
        <w:t>1.013e0</w:t>
      </w:r>
    </w:p>
    <w:p w14:paraId="2C367B30" w14:textId="77777777" w:rsidR="00810015" w:rsidRDefault="00810015" w:rsidP="00810015">
      <w:r>
        <w:t>313.7674</w:t>
      </w:r>
      <w:r>
        <w:tab/>
        <w:t>1.013e0</w:t>
      </w:r>
    </w:p>
    <w:p w14:paraId="412097F6" w14:textId="77777777" w:rsidR="00810015" w:rsidRDefault="00810015" w:rsidP="00810015">
      <w:r>
        <w:t>313.7802</w:t>
      </w:r>
      <w:r>
        <w:tab/>
        <w:t>2.025e0</w:t>
      </w:r>
    </w:p>
    <w:p w14:paraId="1A7282B3" w14:textId="77777777" w:rsidR="00810015" w:rsidRDefault="00810015" w:rsidP="00810015">
      <w:r>
        <w:t>313.8284</w:t>
      </w:r>
      <w:r>
        <w:tab/>
        <w:t>1.013e0</w:t>
      </w:r>
    </w:p>
    <w:p w14:paraId="360CC7B2" w14:textId="77777777" w:rsidR="00810015" w:rsidRDefault="00810015" w:rsidP="00810015">
      <w:r>
        <w:t>313.8424</w:t>
      </w:r>
      <w:r>
        <w:tab/>
        <w:t>1.013e0</w:t>
      </w:r>
    </w:p>
    <w:p w14:paraId="2355DA1F" w14:textId="77777777" w:rsidR="00810015" w:rsidRDefault="00810015" w:rsidP="00810015">
      <w:r>
        <w:t>313.8446</w:t>
      </w:r>
      <w:r>
        <w:tab/>
        <w:t>4.051e0</w:t>
      </w:r>
    </w:p>
    <w:p w14:paraId="2F9DA4AA" w14:textId="77777777" w:rsidR="00810015" w:rsidRDefault="00810015" w:rsidP="00810015">
      <w:r>
        <w:t>313.8807</w:t>
      </w:r>
      <w:r>
        <w:tab/>
        <w:t>1.013e0</w:t>
      </w:r>
    </w:p>
    <w:p w14:paraId="4DC2D996" w14:textId="77777777" w:rsidR="00810015" w:rsidRDefault="00810015" w:rsidP="00810015">
      <w:r>
        <w:t>313.9038</w:t>
      </w:r>
      <w:r>
        <w:tab/>
        <w:t>1.013e0</w:t>
      </w:r>
    </w:p>
    <w:p w14:paraId="47222270" w14:textId="77777777" w:rsidR="00810015" w:rsidRDefault="00810015" w:rsidP="00810015">
      <w:r>
        <w:t>313.9209</w:t>
      </w:r>
      <w:r>
        <w:tab/>
        <w:t>1.013e0</w:t>
      </w:r>
    </w:p>
    <w:p w14:paraId="038FFF74" w14:textId="77777777" w:rsidR="00810015" w:rsidRDefault="00810015" w:rsidP="00810015">
      <w:r>
        <w:t>313.9369</w:t>
      </w:r>
      <w:r>
        <w:tab/>
        <w:t>1.013e0</w:t>
      </w:r>
    </w:p>
    <w:p w14:paraId="4647B3AC" w14:textId="77777777" w:rsidR="00810015" w:rsidRDefault="00810015" w:rsidP="00810015">
      <w:r>
        <w:t>313.9435</w:t>
      </w:r>
      <w:r>
        <w:tab/>
        <w:t>4.051e0</w:t>
      </w:r>
    </w:p>
    <w:p w14:paraId="47C49F9B" w14:textId="77777777" w:rsidR="00810015" w:rsidRDefault="00810015" w:rsidP="00810015">
      <w:r>
        <w:t>313.9450</w:t>
      </w:r>
      <w:r>
        <w:tab/>
        <w:t>1.013e0</w:t>
      </w:r>
    </w:p>
    <w:p w14:paraId="5D2BDA25" w14:textId="77777777" w:rsidR="00810015" w:rsidRDefault="00810015" w:rsidP="00810015">
      <w:r>
        <w:t>313.9767</w:t>
      </w:r>
      <w:r>
        <w:tab/>
        <w:t>2.376e0</w:t>
      </w:r>
    </w:p>
    <w:p w14:paraId="765C994D" w14:textId="77777777" w:rsidR="00810015" w:rsidRDefault="00810015" w:rsidP="00810015">
      <w:r>
        <w:t>313.9788</w:t>
      </w:r>
      <w:r>
        <w:tab/>
        <w:t>1.013e0</w:t>
      </w:r>
    </w:p>
    <w:p w14:paraId="59721356" w14:textId="77777777" w:rsidR="00810015" w:rsidRDefault="00810015" w:rsidP="00810015">
      <w:r>
        <w:t>313.9877</w:t>
      </w:r>
      <w:r>
        <w:tab/>
        <w:t>2.025e0</w:t>
      </w:r>
    </w:p>
    <w:p w14:paraId="085CA788" w14:textId="77777777" w:rsidR="00810015" w:rsidRDefault="00810015" w:rsidP="00810015">
      <w:r>
        <w:t>314.0030</w:t>
      </w:r>
      <w:r>
        <w:tab/>
        <w:t>3.038e0</w:t>
      </w:r>
    </w:p>
    <w:p w14:paraId="6593C55A" w14:textId="77777777" w:rsidR="00810015" w:rsidRDefault="00810015" w:rsidP="00810015">
      <w:r>
        <w:t>314.0059</w:t>
      </w:r>
      <w:r>
        <w:tab/>
        <w:t>3.038e0</w:t>
      </w:r>
    </w:p>
    <w:p w14:paraId="7106E954" w14:textId="77777777" w:rsidR="00810015" w:rsidRDefault="00810015" w:rsidP="00810015">
      <w:r>
        <w:t>314.0747</w:t>
      </w:r>
      <w:r>
        <w:tab/>
        <w:t>3.184e2</w:t>
      </w:r>
    </w:p>
    <w:p w14:paraId="31324157" w14:textId="77777777" w:rsidR="00810015" w:rsidRDefault="00810015" w:rsidP="00810015">
      <w:r>
        <w:t>314.0761</w:t>
      </w:r>
      <w:r>
        <w:tab/>
        <w:t>1.739e2</w:t>
      </w:r>
    </w:p>
    <w:p w14:paraId="700169F7" w14:textId="77777777" w:rsidR="00810015" w:rsidRDefault="00810015" w:rsidP="00810015">
      <w:r>
        <w:t>314.0800</w:t>
      </w:r>
      <w:r>
        <w:tab/>
        <w:t>2.025e0</w:t>
      </w:r>
    </w:p>
    <w:p w14:paraId="014B0DE3" w14:textId="77777777" w:rsidR="00810015" w:rsidRDefault="00810015" w:rsidP="00810015">
      <w:r>
        <w:t>314.1199</w:t>
      </w:r>
      <w:r>
        <w:tab/>
        <w:t>1.013e0</w:t>
      </w:r>
    </w:p>
    <w:p w14:paraId="37607955" w14:textId="77777777" w:rsidR="00810015" w:rsidRDefault="00810015" w:rsidP="00810015">
      <w:r>
        <w:t>314.1214</w:t>
      </w:r>
      <w:r>
        <w:tab/>
        <w:t>3.038e0</w:t>
      </w:r>
    </w:p>
    <w:p w14:paraId="0B1B90BE" w14:textId="77777777" w:rsidR="00810015" w:rsidRDefault="00810015" w:rsidP="00810015">
      <w:r>
        <w:t>314.1721</w:t>
      </w:r>
      <w:r>
        <w:tab/>
        <w:t>5.063e0</w:t>
      </w:r>
    </w:p>
    <w:p w14:paraId="3B8C8651" w14:textId="77777777" w:rsidR="00810015" w:rsidRDefault="00810015" w:rsidP="00810015">
      <w:r>
        <w:t>314.1995</w:t>
      </w:r>
      <w:r>
        <w:tab/>
        <w:t>1.013e0</w:t>
      </w:r>
    </w:p>
    <w:p w14:paraId="19099B3C" w14:textId="77777777" w:rsidR="00810015" w:rsidRDefault="00810015" w:rsidP="00810015">
      <w:r>
        <w:t>314.2052</w:t>
      </w:r>
      <w:r>
        <w:tab/>
        <w:t>2.025e0</w:t>
      </w:r>
    </w:p>
    <w:p w14:paraId="2094FD0E" w14:textId="77777777" w:rsidR="00810015" w:rsidRDefault="00810015" w:rsidP="00810015">
      <w:r>
        <w:t>314.2142</w:t>
      </w:r>
      <w:r>
        <w:tab/>
        <w:t>2.025e0</w:t>
      </w:r>
    </w:p>
    <w:p w14:paraId="0EBCB4AA" w14:textId="77777777" w:rsidR="00810015" w:rsidRDefault="00810015" w:rsidP="00810015">
      <w:r>
        <w:t>314.2162</w:t>
      </w:r>
      <w:r>
        <w:tab/>
        <w:t>2.025e0</w:t>
      </w:r>
    </w:p>
    <w:p w14:paraId="786BA888" w14:textId="77777777" w:rsidR="00810015" w:rsidRDefault="00810015" w:rsidP="00810015">
      <w:r>
        <w:t>314.2206</w:t>
      </w:r>
      <w:r>
        <w:tab/>
        <w:t>4.537e0</w:t>
      </w:r>
    </w:p>
    <w:p w14:paraId="552D743F" w14:textId="77777777" w:rsidR="00810015" w:rsidRDefault="00810015" w:rsidP="00810015">
      <w:r>
        <w:t>314.2648</w:t>
      </w:r>
      <w:r>
        <w:tab/>
        <w:t>6.076e0</w:t>
      </w:r>
    </w:p>
    <w:p w14:paraId="4BD1850E" w14:textId="77777777" w:rsidR="00810015" w:rsidRDefault="00810015" w:rsidP="00810015">
      <w:r>
        <w:t>314.2664</w:t>
      </w:r>
      <w:r>
        <w:tab/>
        <w:t>1.013e0</w:t>
      </w:r>
    </w:p>
    <w:p w14:paraId="3FEA40B4" w14:textId="77777777" w:rsidR="00810015" w:rsidRDefault="00810015" w:rsidP="00810015">
      <w:r>
        <w:t>314.2705</w:t>
      </w:r>
      <w:r>
        <w:tab/>
        <w:t>2.025e0</w:t>
      </w:r>
    </w:p>
    <w:p w14:paraId="18C11255" w14:textId="77777777" w:rsidR="00810015" w:rsidRDefault="00810015" w:rsidP="00810015">
      <w:r>
        <w:t>314.2849</w:t>
      </w:r>
      <w:r>
        <w:tab/>
        <w:t>1.013e0</w:t>
      </w:r>
    </w:p>
    <w:p w14:paraId="41E911A8" w14:textId="77777777" w:rsidR="00810015" w:rsidRDefault="00810015" w:rsidP="00810015">
      <w:r>
        <w:t>314.2945</w:t>
      </w:r>
      <w:r>
        <w:tab/>
        <w:t>2.025e0</w:t>
      </w:r>
    </w:p>
    <w:p w14:paraId="25573E83" w14:textId="77777777" w:rsidR="00810015" w:rsidRDefault="00810015" w:rsidP="00810015">
      <w:r>
        <w:t>314.3181</w:t>
      </w:r>
      <w:r>
        <w:tab/>
        <w:t>2.842e0</w:t>
      </w:r>
    </w:p>
    <w:p w14:paraId="1F05F152" w14:textId="77777777" w:rsidR="00810015" w:rsidRDefault="00810015" w:rsidP="00810015">
      <w:r>
        <w:t>314.3318</w:t>
      </w:r>
      <w:r>
        <w:tab/>
        <w:t>1.013e0</w:t>
      </w:r>
    </w:p>
    <w:p w14:paraId="4207A670" w14:textId="77777777" w:rsidR="00810015" w:rsidRDefault="00810015" w:rsidP="00810015">
      <w:r>
        <w:t>314.3550</w:t>
      </w:r>
      <w:r>
        <w:tab/>
        <w:t>1.013e0</w:t>
      </w:r>
    </w:p>
    <w:p w14:paraId="3A88F3C0" w14:textId="77777777" w:rsidR="00810015" w:rsidRDefault="00810015" w:rsidP="00810015">
      <w:r>
        <w:t>314.3616</w:t>
      </w:r>
      <w:r>
        <w:tab/>
        <w:t>2.025e0</w:t>
      </w:r>
    </w:p>
    <w:p w14:paraId="32FBD728" w14:textId="77777777" w:rsidR="00810015" w:rsidRDefault="00810015" w:rsidP="00810015">
      <w:r>
        <w:t>314.3977</w:t>
      </w:r>
      <w:r>
        <w:tab/>
        <w:t>4.051e0</w:t>
      </w:r>
    </w:p>
    <w:p w14:paraId="0279DB2C" w14:textId="77777777" w:rsidR="00810015" w:rsidRDefault="00810015" w:rsidP="00810015">
      <w:r>
        <w:t>314.4042</w:t>
      </w:r>
      <w:r>
        <w:tab/>
        <w:t>1.013e0</w:t>
      </w:r>
    </w:p>
    <w:p w14:paraId="17D9DEF5" w14:textId="77777777" w:rsidR="00810015" w:rsidRDefault="00810015" w:rsidP="00810015">
      <w:r>
        <w:t>314.4312</w:t>
      </w:r>
      <w:r>
        <w:tab/>
        <w:t>1.013e0</w:t>
      </w:r>
    </w:p>
    <w:p w14:paraId="1C4B2AC9" w14:textId="77777777" w:rsidR="00810015" w:rsidRDefault="00810015" w:rsidP="00810015">
      <w:r>
        <w:t>314.4354</w:t>
      </w:r>
      <w:r>
        <w:tab/>
        <w:t>1.013e0</w:t>
      </w:r>
    </w:p>
    <w:p w14:paraId="0AB519F8" w14:textId="77777777" w:rsidR="00810015" w:rsidRDefault="00810015" w:rsidP="00810015">
      <w:r>
        <w:t>314.4682</w:t>
      </w:r>
      <w:r>
        <w:tab/>
        <w:t>2.025e0</w:t>
      </w:r>
    </w:p>
    <w:p w14:paraId="60B1F45E" w14:textId="77777777" w:rsidR="00810015" w:rsidRDefault="00810015" w:rsidP="00810015">
      <w:r>
        <w:t>314.4836</w:t>
      </w:r>
      <w:r>
        <w:tab/>
        <w:t>1.013e0</w:t>
      </w:r>
    </w:p>
    <w:p w14:paraId="25F8999C" w14:textId="77777777" w:rsidR="00810015" w:rsidRDefault="00810015" w:rsidP="00810015">
      <w:r>
        <w:t>314.4897</w:t>
      </w:r>
      <w:r>
        <w:tab/>
        <w:t>4.051e0</w:t>
      </w:r>
    </w:p>
    <w:p w14:paraId="4D29B8E2" w14:textId="77777777" w:rsidR="00810015" w:rsidRDefault="00810015" w:rsidP="00810015">
      <w:r>
        <w:t>314.4955</w:t>
      </w:r>
      <w:r>
        <w:tab/>
        <w:t>1.013e0</w:t>
      </w:r>
    </w:p>
    <w:p w14:paraId="54A68D51" w14:textId="77777777" w:rsidR="00810015" w:rsidRDefault="00810015" w:rsidP="00810015">
      <w:r>
        <w:t>314.5069</w:t>
      </w:r>
      <w:r>
        <w:tab/>
        <w:t>1.013e0</w:t>
      </w:r>
    </w:p>
    <w:p w14:paraId="148846C1" w14:textId="77777777" w:rsidR="00810015" w:rsidRDefault="00810015" w:rsidP="00810015">
      <w:r>
        <w:t>314.5117</w:t>
      </w:r>
      <w:r>
        <w:tab/>
        <w:t>1.013e0</w:t>
      </w:r>
    </w:p>
    <w:p w14:paraId="4B0F03EC" w14:textId="77777777" w:rsidR="00810015" w:rsidRDefault="00810015" w:rsidP="00810015">
      <w:r>
        <w:t>314.5383</w:t>
      </w:r>
      <w:r>
        <w:tab/>
        <w:t>2.025e0</w:t>
      </w:r>
    </w:p>
    <w:p w14:paraId="1A165C37" w14:textId="77777777" w:rsidR="00810015" w:rsidRDefault="00810015" w:rsidP="00810015">
      <w:r>
        <w:t>314.5439</w:t>
      </w:r>
      <w:r>
        <w:tab/>
        <w:t>2.025e0</w:t>
      </w:r>
    </w:p>
    <w:p w14:paraId="66DC5789" w14:textId="77777777" w:rsidR="00810015" w:rsidRDefault="00810015" w:rsidP="00810015">
      <w:r>
        <w:t>314.5739</w:t>
      </w:r>
      <w:r>
        <w:tab/>
        <w:t>2.025e0</w:t>
      </w:r>
    </w:p>
    <w:p w14:paraId="2E170D65" w14:textId="77777777" w:rsidR="00810015" w:rsidRDefault="00810015" w:rsidP="00810015">
      <w:r>
        <w:t>314.5923</w:t>
      </w:r>
      <w:r>
        <w:tab/>
        <w:t>1.013e0</w:t>
      </w:r>
    </w:p>
    <w:p w14:paraId="4569A160" w14:textId="77777777" w:rsidR="00810015" w:rsidRDefault="00810015" w:rsidP="00810015">
      <w:r>
        <w:t>314.6133</w:t>
      </w:r>
      <w:r>
        <w:tab/>
        <w:t>2.025e0</w:t>
      </w:r>
    </w:p>
    <w:p w14:paraId="0060B6DF" w14:textId="77777777" w:rsidR="00810015" w:rsidRDefault="00810015" w:rsidP="00810015">
      <w:r>
        <w:t>314.6146</w:t>
      </w:r>
      <w:r>
        <w:tab/>
        <w:t>3.038e0</w:t>
      </w:r>
    </w:p>
    <w:p w14:paraId="19543812" w14:textId="77777777" w:rsidR="00810015" w:rsidRDefault="00810015" w:rsidP="00810015">
      <w:r>
        <w:t>314.6203</w:t>
      </w:r>
      <w:r>
        <w:tab/>
        <w:t>1.013e0</w:t>
      </w:r>
    </w:p>
    <w:p w14:paraId="4EF7C0B7" w14:textId="77777777" w:rsidR="00810015" w:rsidRDefault="00810015" w:rsidP="00810015">
      <w:r>
        <w:t>314.6524</w:t>
      </w:r>
      <w:r>
        <w:tab/>
        <w:t>1.013e0</w:t>
      </w:r>
    </w:p>
    <w:p w14:paraId="11A8FAD7" w14:textId="77777777" w:rsidR="00810015" w:rsidRDefault="00810015" w:rsidP="00810015">
      <w:r>
        <w:t>314.7139</w:t>
      </w:r>
      <w:r>
        <w:tab/>
        <w:t>5.063e0</w:t>
      </w:r>
    </w:p>
    <w:p w14:paraId="1AABC54D" w14:textId="77777777" w:rsidR="00810015" w:rsidRDefault="00810015" w:rsidP="00810015">
      <w:r>
        <w:t>314.7301</w:t>
      </w:r>
      <w:r>
        <w:tab/>
        <w:t>1.013e0</w:t>
      </w:r>
    </w:p>
    <w:p w14:paraId="4ABCE17B" w14:textId="77777777" w:rsidR="00810015" w:rsidRDefault="00810015" w:rsidP="00810015">
      <w:r>
        <w:t>314.7369</w:t>
      </w:r>
      <w:r>
        <w:tab/>
        <w:t>1.013e0</w:t>
      </w:r>
    </w:p>
    <w:p w14:paraId="4B23029A" w14:textId="77777777" w:rsidR="00810015" w:rsidRDefault="00810015" w:rsidP="00810015">
      <w:r>
        <w:t>314.7448</w:t>
      </w:r>
      <w:r>
        <w:tab/>
        <w:t>3.038e0</w:t>
      </w:r>
    </w:p>
    <w:p w14:paraId="19279C66" w14:textId="77777777" w:rsidR="00810015" w:rsidRDefault="00810015" w:rsidP="00810015">
      <w:r>
        <w:t>314.7595</w:t>
      </w:r>
      <w:r>
        <w:tab/>
        <w:t>2.025e0</w:t>
      </w:r>
    </w:p>
    <w:p w14:paraId="1FA7AF5A" w14:textId="77777777" w:rsidR="00810015" w:rsidRDefault="00810015" w:rsidP="00810015">
      <w:r>
        <w:t>314.7651</w:t>
      </w:r>
      <w:r>
        <w:tab/>
        <w:t>1.013e0</w:t>
      </w:r>
    </w:p>
    <w:p w14:paraId="7EFECF4E" w14:textId="77777777" w:rsidR="00810015" w:rsidRDefault="00810015" w:rsidP="00810015">
      <w:r>
        <w:t>314.7843</w:t>
      </w:r>
      <w:r>
        <w:tab/>
        <w:t>2.025e0</w:t>
      </w:r>
    </w:p>
    <w:p w14:paraId="1063EBB5" w14:textId="77777777" w:rsidR="00810015" w:rsidRDefault="00810015" w:rsidP="00810015">
      <w:r>
        <w:t>314.7932</w:t>
      </w:r>
      <w:r>
        <w:tab/>
        <w:t>1.013e0</w:t>
      </w:r>
    </w:p>
    <w:p w14:paraId="645648B5" w14:textId="77777777" w:rsidR="00810015" w:rsidRDefault="00810015" w:rsidP="00810015">
      <w:r>
        <w:t>314.8043</w:t>
      </w:r>
      <w:r>
        <w:tab/>
        <w:t>1.013e0</w:t>
      </w:r>
    </w:p>
    <w:p w14:paraId="5D302C4E" w14:textId="77777777" w:rsidR="00810015" w:rsidRDefault="00810015" w:rsidP="00810015">
      <w:r>
        <w:t>314.8424</w:t>
      </w:r>
      <w:r>
        <w:tab/>
        <w:t>2.025e0</w:t>
      </w:r>
    </w:p>
    <w:p w14:paraId="1C20A366" w14:textId="77777777" w:rsidR="00810015" w:rsidRDefault="00810015" w:rsidP="00810015">
      <w:r>
        <w:t>314.8695</w:t>
      </w:r>
      <w:r>
        <w:tab/>
        <w:t>1.013e0</w:t>
      </w:r>
    </w:p>
    <w:p w14:paraId="2B294B96" w14:textId="77777777" w:rsidR="00810015" w:rsidRDefault="00810015" w:rsidP="00810015">
      <w:r>
        <w:t>314.8863</w:t>
      </w:r>
      <w:r>
        <w:tab/>
        <w:t>3.038e0</w:t>
      </w:r>
    </w:p>
    <w:p w14:paraId="6A457090" w14:textId="77777777" w:rsidR="00810015" w:rsidRDefault="00810015" w:rsidP="00810015">
      <w:r>
        <w:t>314.8949</w:t>
      </w:r>
      <w:r>
        <w:tab/>
        <w:t>1.013e0</w:t>
      </w:r>
    </w:p>
    <w:p w14:paraId="04FC3190" w14:textId="77777777" w:rsidR="00810015" w:rsidRDefault="00810015" w:rsidP="00810015">
      <w:r>
        <w:t>314.8977</w:t>
      </w:r>
      <w:r>
        <w:tab/>
        <w:t>1.013e0</w:t>
      </w:r>
    </w:p>
    <w:p w14:paraId="5A060E58" w14:textId="77777777" w:rsidR="00810015" w:rsidRDefault="00810015" w:rsidP="00810015">
      <w:r>
        <w:t>314.9437</w:t>
      </w:r>
      <w:r>
        <w:tab/>
        <w:t>3.038e0</w:t>
      </w:r>
    </w:p>
    <w:p w14:paraId="3561262D" w14:textId="77777777" w:rsidR="00810015" w:rsidRDefault="00810015" w:rsidP="00810015">
      <w:r>
        <w:t>314.9521</w:t>
      </w:r>
      <w:r>
        <w:tab/>
        <w:t>2.025e0</w:t>
      </w:r>
    </w:p>
    <w:p w14:paraId="6B026EE0" w14:textId="77777777" w:rsidR="00810015" w:rsidRDefault="00810015" w:rsidP="00810015">
      <w:r>
        <w:t>314.9627</w:t>
      </w:r>
      <w:r>
        <w:tab/>
        <w:t>1.013e0</w:t>
      </w:r>
    </w:p>
    <w:p w14:paraId="5764821B" w14:textId="77777777" w:rsidR="00810015" w:rsidRDefault="00810015" w:rsidP="00810015">
      <w:r>
        <w:t>314.9715</w:t>
      </w:r>
      <w:r>
        <w:tab/>
        <w:t>4.051e0</w:t>
      </w:r>
    </w:p>
    <w:p w14:paraId="45E03407" w14:textId="77777777" w:rsidR="00810015" w:rsidRDefault="00810015" w:rsidP="00810015">
      <w:r>
        <w:t>314.9727</w:t>
      </w:r>
      <w:r>
        <w:tab/>
        <w:t>2.025e0</w:t>
      </w:r>
    </w:p>
    <w:p w14:paraId="4538D1CD" w14:textId="77777777" w:rsidR="00810015" w:rsidRDefault="00810015" w:rsidP="00810015">
      <w:r>
        <w:t>314.9904</w:t>
      </w:r>
      <w:r>
        <w:tab/>
        <w:t>2.025e0</w:t>
      </w:r>
    </w:p>
    <w:p w14:paraId="2FD57679" w14:textId="77777777" w:rsidR="00810015" w:rsidRDefault="00810015" w:rsidP="00810015">
      <w:r>
        <w:t>315.0409</w:t>
      </w:r>
      <w:r>
        <w:tab/>
        <w:t>4.548e0</w:t>
      </w:r>
    </w:p>
    <w:p w14:paraId="2B2EC0FF" w14:textId="77777777" w:rsidR="00810015" w:rsidRDefault="00810015" w:rsidP="00810015">
      <w:r>
        <w:t>315.0546</w:t>
      </w:r>
      <w:r>
        <w:tab/>
        <w:t>2.699e1</w:t>
      </w:r>
    </w:p>
    <w:p w14:paraId="3BAEC397" w14:textId="77777777" w:rsidR="00810015" w:rsidRDefault="00810015" w:rsidP="00810015">
      <w:r>
        <w:t>315.0564</w:t>
      </w:r>
      <w:r>
        <w:tab/>
        <w:t>1.015e2</w:t>
      </w:r>
    </w:p>
    <w:p w14:paraId="3A92403D" w14:textId="77777777" w:rsidR="00810015" w:rsidRDefault="00810015" w:rsidP="00810015">
      <w:r>
        <w:t>315.0574</w:t>
      </w:r>
      <w:r>
        <w:tab/>
        <w:t>2.002e2</w:t>
      </w:r>
    </w:p>
    <w:p w14:paraId="17B72979" w14:textId="77777777" w:rsidR="00810015" w:rsidRDefault="00810015" w:rsidP="00810015">
      <w:r>
        <w:t>315.1130</w:t>
      </w:r>
      <w:r>
        <w:tab/>
        <w:t>3.296e0</w:t>
      </w:r>
    </w:p>
    <w:p w14:paraId="68BEBB1B" w14:textId="77777777" w:rsidR="00810015" w:rsidRDefault="00810015" w:rsidP="00810015">
      <w:r>
        <w:t>315.1285</w:t>
      </w:r>
      <w:r>
        <w:tab/>
        <w:t>4.051e0</w:t>
      </w:r>
    </w:p>
    <w:p w14:paraId="781CE4D4" w14:textId="77777777" w:rsidR="00810015" w:rsidRDefault="00810015" w:rsidP="00810015">
      <w:r>
        <w:t>315.1624</w:t>
      </w:r>
      <w:r>
        <w:tab/>
        <w:t>1.013e0</w:t>
      </w:r>
    </w:p>
    <w:p w14:paraId="07839A0C" w14:textId="77777777" w:rsidR="00810015" w:rsidRDefault="00810015" w:rsidP="00810015">
      <w:r>
        <w:t>315.1683</w:t>
      </w:r>
      <w:r>
        <w:tab/>
        <w:t>4.956e0</w:t>
      </w:r>
    </w:p>
    <w:p w14:paraId="5EB969BE" w14:textId="77777777" w:rsidR="00810015" w:rsidRDefault="00810015" w:rsidP="00810015">
      <w:r>
        <w:t>315.1701</w:t>
      </w:r>
      <w:r>
        <w:tab/>
        <w:t>6.076e0</w:t>
      </w:r>
    </w:p>
    <w:p w14:paraId="0A1A7E63" w14:textId="77777777" w:rsidR="00810015" w:rsidRDefault="00810015" w:rsidP="00810015">
      <w:r>
        <w:t>315.1870</w:t>
      </w:r>
      <w:r>
        <w:tab/>
        <w:t>3.038e0</w:t>
      </w:r>
    </w:p>
    <w:p w14:paraId="356F3FB5" w14:textId="77777777" w:rsidR="00810015" w:rsidRDefault="00810015" w:rsidP="00810015">
      <w:r>
        <w:t>315.2124</w:t>
      </w:r>
      <w:r>
        <w:tab/>
        <w:t>3.038e0</w:t>
      </w:r>
    </w:p>
    <w:p w14:paraId="07EBCEE3" w14:textId="77777777" w:rsidR="00810015" w:rsidRDefault="00810015" w:rsidP="00810015">
      <w:r>
        <w:t>315.2223</w:t>
      </w:r>
      <w:r>
        <w:tab/>
        <w:t>2.025e0</w:t>
      </w:r>
    </w:p>
    <w:p w14:paraId="7C6C7C8E" w14:textId="77777777" w:rsidR="00810015" w:rsidRDefault="00810015" w:rsidP="00810015">
      <w:r>
        <w:t>315.2254</w:t>
      </w:r>
      <w:r>
        <w:tab/>
        <w:t>4.051e0</w:t>
      </w:r>
    </w:p>
    <w:p w14:paraId="68F34639" w14:textId="77777777" w:rsidR="00810015" w:rsidRDefault="00810015" w:rsidP="00810015">
      <w:r>
        <w:t>315.2365</w:t>
      </w:r>
      <w:r>
        <w:tab/>
        <w:t>1.013e0</w:t>
      </w:r>
    </w:p>
    <w:p w14:paraId="57D9F59D" w14:textId="77777777" w:rsidR="00810015" w:rsidRDefault="00810015" w:rsidP="00810015">
      <w:r>
        <w:t>315.2480</w:t>
      </w:r>
      <w:r>
        <w:tab/>
        <w:t>2.025e0</w:t>
      </w:r>
    </w:p>
    <w:p w14:paraId="5FB05A01" w14:textId="77777777" w:rsidR="00810015" w:rsidRDefault="00810015" w:rsidP="00810015">
      <w:r>
        <w:t>315.2508</w:t>
      </w:r>
      <w:r>
        <w:tab/>
        <w:t>1.250e0</w:t>
      </w:r>
    </w:p>
    <w:p w14:paraId="0B79CDA1" w14:textId="77777777" w:rsidR="00810015" w:rsidRDefault="00810015" w:rsidP="00810015">
      <w:r>
        <w:t>315.2697</w:t>
      </w:r>
      <w:r>
        <w:tab/>
        <w:t>2.025e0</w:t>
      </w:r>
    </w:p>
    <w:p w14:paraId="5AD2573A" w14:textId="77777777" w:rsidR="00810015" w:rsidRDefault="00810015" w:rsidP="00810015">
      <w:r>
        <w:t>315.3033</w:t>
      </w:r>
      <w:r>
        <w:tab/>
        <w:t>2.025e0</w:t>
      </w:r>
    </w:p>
    <w:p w14:paraId="52693FAF" w14:textId="77777777" w:rsidR="00810015" w:rsidRDefault="00810015" w:rsidP="00810015">
      <w:r>
        <w:t>315.3091</w:t>
      </w:r>
      <w:r>
        <w:tab/>
        <w:t>1.013e0</w:t>
      </w:r>
    </w:p>
    <w:p w14:paraId="2ABD00D4" w14:textId="77777777" w:rsidR="00810015" w:rsidRDefault="00810015" w:rsidP="00810015">
      <w:r>
        <w:t>315.3120</w:t>
      </w:r>
      <w:r>
        <w:tab/>
        <w:t>1.013e0</w:t>
      </w:r>
    </w:p>
    <w:p w14:paraId="2FD5A034" w14:textId="77777777" w:rsidR="00810015" w:rsidRDefault="00810015" w:rsidP="00810015">
      <w:r>
        <w:t>315.3401</w:t>
      </w:r>
      <w:r>
        <w:tab/>
        <w:t>1.013e0</w:t>
      </w:r>
    </w:p>
    <w:p w14:paraId="316FC6E7" w14:textId="77777777" w:rsidR="00810015" w:rsidRDefault="00810015" w:rsidP="00810015">
      <w:r>
        <w:t>315.3602</w:t>
      </w:r>
      <w:r>
        <w:tab/>
        <w:t>1.013e0</w:t>
      </w:r>
    </w:p>
    <w:p w14:paraId="282E67DB" w14:textId="77777777" w:rsidR="00810015" w:rsidRDefault="00810015" w:rsidP="00810015">
      <w:r>
        <w:t>315.3643</w:t>
      </w:r>
      <w:r>
        <w:tab/>
        <w:t>1.013e0</w:t>
      </w:r>
    </w:p>
    <w:p w14:paraId="17531188" w14:textId="77777777" w:rsidR="00810015" w:rsidRDefault="00810015" w:rsidP="00810015">
      <w:r>
        <w:t>315.3735</w:t>
      </w:r>
      <w:r>
        <w:tab/>
        <w:t>1.013e0</w:t>
      </w:r>
    </w:p>
    <w:p w14:paraId="68D44121" w14:textId="77777777" w:rsidR="00810015" w:rsidRDefault="00810015" w:rsidP="00810015">
      <w:r>
        <w:t>315.3925</w:t>
      </w:r>
      <w:r>
        <w:tab/>
        <w:t>2.025e0</w:t>
      </w:r>
    </w:p>
    <w:p w14:paraId="31D38E11" w14:textId="77777777" w:rsidR="00810015" w:rsidRDefault="00810015" w:rsidP="00810015">
      <w:r>
        <w:t>315.3964</w:t>
      </w:r>
      <w:r>
        <w:tab/>
        <w:t>1.013e0</w:t>
      </w:r>
    </w:p>
    <w:p w14:paraId="1BFDFE6A" w14:textId="77777777" w:rsidR="00810015" w:rsidRDefault="00810015" w:rsidP="00810015">
      <w:r>
        <w:t>315.4078</w:t>
      </w:r>
      <w:r>
        <w:tab/>
        <w:t>1.013e0</w:t>
      </w:r>
    </w:p>
    <w:p w14:paraId="7A15F2FC" w14:textId="77777777" w:rsidR="00810015" w:rsidRDefault="00810015" w:rsidP="00810015">
      <w:r>
        <w:t>315.4306</w:t>
      </w:r>
      <w:r>
        <w:tab/>
        <w:t>1.013e0</w:t>
      </w:r>
    </w:p>
    <w:p w14:paraId="37179C84" w14:textId="77777777" w:rsidR="00810015" w:rsidRDefault="00810015" w:rsidP="00810015">
      <w:r>
        <w:t>315.4534</w:t>
      </w:r>
      <w:r>
        <w:tab/>
        <w:t>1.013e0</w:t>
      </w:r>
    </w:p>
    <w:p w14:paraId="1FDC4E3E" w14:textId="77777777" w:rsidR="00810015" w:rsidRDefault="00810015" w:rsidP="00810015">
      <w:r>
        <w:t>315.4550</w:t>
      </w:r>
      <w:r>
        <w:tab/>
        <w:t>2.025e0</w:t>
      </w:r>
    </w:p>
    <w:p w14:paraId="61B275A4" w14:textId="77777777" w:rsidR="00810015" w:rsidRDefault="00810015" w:rsidP="00810015">
      <w:r>
        <w:t>315.4660</w:t>
      </w:r>
      <w:r>
        <w:tab/>
        <w:t>1.013e0</w:t>
      </w:r>
    </w:p>
    <w:p w14:paraId="1657FB9B" w14:textId="77777777" w:rsidR="00810015" w:rsidRDefault="00810015" w:rsidP="00810015">
      <w:r>
        <w:t>315.4970</w:t>
      </w:r>
      <w:r>
        <w:tab/>
        <w:t>2.025e0</w:t>
      </w:r>
    </w:p>
    <w:p w14:paraId="485C39C8" w14:textId="77777777" w:rsidR="00810015" w:rsidRDefault="00810015" w:rsidP="00810015">
      <w:r>
        <w:t>315.4986</w:t>
      </w:r>
      <w:r>
        <w:tab/>
        <w:t>3.038e0</w:t>
      </w:r>
    </w:p>
    <w:p w14:paraId="15218AA5" w14:textId="77777777" w:rsidR="00810015" w:rsidRDefault="00810015" w:rsidP="00810015">
      <w:r>
        <w:t>315.5174</w:t>
      </w:r>
      <w:r>
        <w:tab/>
        <w:t>1.013e0</w:t>
      </w:r>
    </w:p>
    <w:p w14:paraId="42D09F61" w14:textId="77777777" w:rsidR="00810015" w:rsidRDefault="00810015" w:rsidP="00810015">
      <w:r>
        <w:t>315.5448</w:t>
      </w:r>
      <w:r>
        <w:tab/>
        <w:t>1.013e0</w:t>
      </w:r>
    </w:p>
    <w:p w14:paraId="587F11FF" w14:textId="77777777" w:rsidR="00810015" w:rsidRDefault="00810015" w:rsidP="00810015">
      <w:r>
        <w:t>315.5493</w:t>
      </w:r>
      <w:r>
        <w:tab/>
        <w:t>3.038e0</w:t>
      </w:r>
    </w:p>
    <w:p w14:paraId="1DE24199" w14:textId="77777777" w:rsidR="00810015" w:rsidRDefault="00810015" w:rsidP="00810015">
      <w:r>
        <w:t>315.5662</w:t>
      </w:r>
      <w:r>
        <w:tab/>
        <w:t>2.025e0</w:t>
      </w:r>
    </w:p>
    <w:p w14:paraId="0BFB5BE2" w14:textId="77777777" w:rsidR="00810015" w:rsidRDefault="00810015" w:rsidP="00810015">
      <w:r>
        <w:t>315.5677</w:t>
      </w:r>
      <w:r>
        <w:tab/>
        <w:t>1.013e0</w:t>
      </w:r>
    </w:p>
    <w:p w14:paraId="4500A3A6" w14:textId="77777777" w:rsidR="00810015" w:rsidRDefault="00810015" w:rsidP="00810015">
      <w:r>
        <w:t>315.6018</w:t>
      </w:r>
      <w:r>
        <w:tab/>
        <w:t>1.013e0</w:t>
      </w:r>
    </w:p>
    <w:p w14:paraId="4492FA23" w14:textId="77777777" w:rsidR="00810015" w:rsidRDefault="00810015" w:rsidP="00810015">
      <w:r>
        <w:t>315.6136</w:t>
      </w:r>
      <w:r>
        <w:tab/>
        <w:t>1.013e0</w:t>
      </w:r>
    </w:p>
    <w:p w14:paraId="5592DA98" w14:textId="77777777" w:rsidR="00810015" w:rsidRDefault="00810015" w:rsidP="00810015">
      <w:r>
        <w:t>315.6259</w:t>
      </w:r>
      <w:r>
        <w:tab/>
        <w:t>1.013e0</w:t>
      </w:r>
    </w:p>
    <w:p w14:paraId="7DD8D6CD" w14:textId="77777777" w:rsidR="00810015" w:rsidRDefault="00810015" w:rsidP="00810015">
      <w:r>
        <w:t>315.6338</w:t>
      </w:r>
      <w:r>
        <w:tab/>
        <w:t>1.013e0</w:t>
      </w:r>
    </w:p>
    <w:p w14:paraId="02B571A9" w14:textId="77777777" w:rsidR="00810015" w:rsidRDefault="00810015" w:rsidP="00810015">
      <w:r>
        <w:t>315.6379</w:t>
      </w:r>
      <w:r>
        <w:tab/>
        <w:t>1.013e0</w:t>
      </w:r>
    </w:p>
    <w:p w14:paraId="05D60530" w14:textId="77777777" w:rsidR="00810015" w:rsidRDefault="00810015" w:rsidP="00810015">
      <w:r>
        <w:t>315.6818</w:t>
      </w:r>
      <w:r>
        <w:tab/>
        <w:t>4.051e0</w:t>
      </w:r>
    </w:p>
    <w:p w14:paraId="7E91BD08" w14:textId="77777777" w:rsidR="00810015" w:rsidRDefault="00810015" w:rsidP="00810015">
      <w:r>
        <w:t>315.6921</w:t>
      </w:r>
      <w:r>
        <w:tab/>
        <w:t>2.025e0</w:t>
      </w:r>
    </w:p>
    <w:p w14:paraId="380DCE63" w14:textId="77777777" w:rsidR="00810015" w:rsidRDefault="00810015" w:rsidP="00810015">
      <w:r>
        <w:t>315.7121</w:t>
      </w:r>
      <w:r>
        <w:tab/>
        <w:t>2.025e0</w:t>
      </w:r>
    </w:p>
    <w:p w14:paraId="04B38BA7" w14:textId="77777777" w:rsidR="00810015" w:rsidRDefault="00810015" w:rsidP="00810015">
      <w:r>
        <w:t>315.7265</w:t>
      </w:r>
      <w:r>
        <w:tab/>
        <w:t>4.051e0</w:t>
      </w:r>
    </w:p>
    <w:p w14:paraId="7701376B" w14:textId="77777777" w:rsidR="00810015" w:rsidRDefault="00810015" w:rsidP="00810015">
      <w:r>
        <w:t>315.7343</w:t>
      </w:r>
      <w:r>
        <w:tab/>
        <w:t>3.038e0</w:t>
      </w:r>
    </w:p>
    <w:p w14:paraId="04B7F517" w14:textId="77777777" w:rsidR="00810015" w:rsidRDefault="00810015" w:rsidP="00810015">
      <w:r>
        <w:t>315.7466</w:t>
      </w:r>
      <w:r>
        <w:tab/>
        <w:t>1.013e0</w:t>
      </w:r>
    </w:p>
    <w:p w14:paraId="20423884" w14:textId="77777777" w:rsidR="00810015" w:rsidRDefault="00810015" w:rsidP="00810015">
      <w:r>
        <w:t>315.7516</w:t>
      </w:r>
      <w:r>
        <w:tab/>
        <w:t>4.051e0</w:t>
      </w:r>
    </w:p>
    <w:p w14:paraId="277EEC88" w14:textId="77777777" w:rsidR="00810015" w:rsidRDefault="00810015" w:rsidP="00810015">
      <w:r>
        <w:t>315.7667</w:t>
      </w:r>
      <w:r>
        <w:tab/>
        <w:t>1.013e0</w:t>
      </w:r>
    </w:p>
    <w:p w14:paraId="4B44E94F" w14:textId="77777777" w:rsidR="00810015" w:rsidRDefault="00810015" w:rsidP="00810015">
      <w:r>
        <w:t>315.8057</w:t>
      </w:r>
      <w:r>
        <w:tab/>
        <w:t>2.025e0</w:t>
      </w:r>
    </w:p>
    <w:p w14:paraId="2DB7559D" w14:textId="77777777" w:rsidR="00810015" w:rsidRDefault="00810015" w:rsidP="00810015">
      <w:r>
        <w:t>315.8229</w:t>
      </w:r>
      <w:r>
        <w:tab/>
        <w:t>2.025e0</w:t>
      </w:r>
    </w:p>
    <w:p w14:paraId="6D5C40AC" w14:textId="77777777" w:rsidR="00810015" w:rsidRDefault="00810015" w:rsidP="00810015">
      <w:r>
        <w:t>315.8282</w:t>
      </w:r>
      <w:r>
        <w:tab/>
        <w:t>4.051e0</w:t>
      </w:r>
    </w:p>
    <w:p w14:paraId="072A021F" w14:textId="77777777" w:rsidR="00810015" w:rsidRDefault="00810015" w:rsidP="00810015">
      <w:r>
        <w:t>315.8362</w:t>
      </w:r>
      <w:r>
        <w:tab/>
        <w:t>1.013e0</w:t>
      </w:r>
    </w:p>
    <w:p w14:paraId="71A007A5" w14:textId="77777777" w:rsidR="00810015" w:rsidRDefault="00810015" w:rsidP="00810015">
      <w:r>
        <w:t>315.8591</w:t>
      </w:r>
      <w:r>
        <w:tab/>
        <w:t>1.013e0</w:t>
      </w:r>
    </w:p>
    <w:p w14:paraId="23524179" w14:textId="77777777" w:rsidR="00810015" w:rsidRDefault="00810015" w:rsidP="00810015">
      <w:r>
        <w:t>315.8625</w:t>
      </w:r>
      <w:r>
        <w:tab/>
        <w:t>2.025e0</w:t>
      </w:r>
    </w:p>
    <w:p w14:paraId="25A6949A" w14:textId="77777777" w:rsidR="00810015" w:rsidRDefault="00810015" w:rsidP="00810015">
      <w:r>
        <w:t>315.8971</w:t>
      </w:r>
      <w:r>
        <w:tab/>
        <w:t>2.025e0</w:t>
      </w:r>
    </w:p>
    <w:p w14:paraId="029FA307" w14:textId="77777777" w:rsidR="00810015" w:rsidRDefault="00810015" w:rsidP="00810015">
      <w:r>
        <w:t>315.9216</w:t>
      </w:r>
      <w:r>
        <w:tab/>
        <w:t>2.025e0</w:t>
      </w:r>
    </w:p>
    <w:p w14:paraId="413DF72B" w14:textId="77777777" w:rsidR="00810015" w:rsidRDefault="00810015" w:rsidP="00810015">
      <w:r>
        <w:t>315.9479</w:t>
      </w:r>
      <w:r>
        <w:tab/>
        <w:t>4.051e0</w:t>
      </w:r>
    </w:p>
    <w:p w14:paraId="01400C3C" w14:textId="77777777" w:rsidR="00810015" w:rsidRDefault="00810015" w:rsidP="00810015">
      <w:r>
        <w:t>315.9677</w:t>
      </w:r>
      <w:r>
        <w:tab/>
        <w:t>1.013e0</w:t>
      </w:r>
    </w:p>
    <w:p w14:paraId="11221B96" w14:textId="77777777" w:rsidR="00810015" w:rsidRDefault="00810015" w:rsidP="00810015">
      <w:r>
        <w:t>315.9688</w:t>
      </w:r>
      <w:r>
        <w:tab/>
        <w:t>1.013e0</w:t>
      </w:r>
    </w:p>
    <w:p w14:paraId="64890F66" w14:textId="77777777" w:rsidR="00810015" w:rsidRDefault="00810015" w:rsidP="00810015">
      <w:r>
        <w:t>315.9873</w:t>
      </w:r>
      <w:r>
        <w:tab/>
        <w:t>5.259e0</w:t>
      </w:r>
    </w:p>
    <w:p w14:paraId="7920B373" w14:textId="77777777" w:rsidR="00810015" w:rsidRDefault="00810015" w:rsidP="00810015">
      <w:r>
        <w:t>315.9920</w:t>
      </w:r>
      <w:r>
        <w:tab/>
        <w:t>1.013e0</w:t>
      </w:r>
    </w:p>
    <w:p w14:paraId="769140CE" w14:textId="77777777" w:rsidR="00810015" w:rsidRDefault="00810015" w:rsidP="00810015">
      <w:r>
        <w:t>316.0290</w:t>
      </w:r>
      <w:r>
        <w:tab/>
        <w:t>3.038e0</w:t>
      </w:r>
    </w:p>
    <w:p w14:paraId="3D700CC2" w14:textId="77777777" w:rsidR="00810015" w:rsidRDefault="00810015" w:rsidP="00810015">
      <w:r>
        <w:t>316.0723</w:t>
      </w:r>
      <w:r>
        <w:tab/>
        <w:t>4.427e2</w:t>
      </w:r>
    </w:p>
    <w:p w14:paraId="0EA633F0" w14:textId="77777777" w:rsidR="00810015" w:rsidRDefault="00810015" w:rsidP="00810015">
      <w:r>
        <w:t>316.0781</w:t>
      </w:r>
      <w:r>
        <w:tab/>
        <w:t>4.557e1</w:t>
      </w:r>
    </w:p>
    <w:p w14:paraId="19234047" w14:textId="77777777" w:rsidR="00810015" w:rsidRDefault="00810015" w:rsidP="00810015">
      <w:r>
        <w:t>316.0804</w:t>
      </w:r>
      <w:r>
        <w:tab/>
        <w:t>3.038e0</w:t>
      </w:r>
    </w:p>
    <w:p w14:paraId="78659F35" w14:textId="77777777" w:rsidR="00810015" w:rsidRDefault="00810015" w:rsidP="00810015">
      <w:r>
        <w:t>316.1410</w:t>
      </w:r>
      <w:r>
        <w:tab/>
        <w:t>5.063e0</w:t>
      </w:r>
    </w:p>
    <w:p w14:paraId="6D99B607" w14:textId="77777777" w:rsidR="00810015" w:rsidRDefault="00810015" w:rsidP="00810015">
      <w:r>
        <w:t>316.1570</w:t>
      </w:r>
      <w:r>
        <w:tab/>
        <w:t>1.013e0</w:t>
      </w:r>
    </w:p>
    <w:p w14:paraId="3CE91B76" w14:textId="77777777" w:rsidR="00810015" w:rsidRDefault="00810015" w:rsidP="00810015">
      <w:r>
        <w:t>316.1812</w:t>
      </w:r>
      <w:r>
        <w:tab/>
        <w:t>1.013e0</w:t>
      </w:r>
    </w:p>
    <w:p w14:paraId="55CF4D84" w14:textId="77777777" w:rsidR="00810015" w:rsidRDefault="00810015" w:rsidP="00810015">
      <w:r>
        <w:t>316.1868</w:t>
      </w:r>
      <w:r>
        <w:tab/>
        <w:t>3.038e0</w:t>
      </w:r>
    </w:p>
    <w:p w14:paraId="0CDD9E04" w14:textId="77777777" w:rsidR="00810015" w:rsidRDefault="00810015" w:rsidP="00810015">
      <w:r>
        <w:t>316.1970</w:t>
      </w:r>
      <w:r>
        <w:tab/>
        <w:t>2.025e0</w:t>
      </w:r>
    </w:p>
    <w:p w14:paraId="2D03C9DC" w14:textId="77777777" w:rsidR="00810015" w:rsidRDefault="00810015" w:rsidP="00810015">
      <w:r>
        <w:t>316.2137</w:t>
      </w:r>
      <w:r>
        <w:tab/>
        <w:t>1.013e0</w:t>
      </w:r>
    </w:p>
    <w:p w14:paraId="0563BE90" w14:textId="77777777" w:rsidR="00810015" w:rsidRDefault="00810015" w:rsidP="00810015">
      <w:r>
        <w:t>316.2153</w:t>
      </w:r>
      <w:r>
        <w:tab/>
        <w:t>4.051e0</w:t>
      </w:r>
    </w:p>
    <w:p w14:paraId="5E925248" w14:textId="77777777" w:rsidR="00810015" w:rsidRDefault="00810015" w:rsidP="00810015">
      <w:r>
        <w:t>316.2230</w:t>
      </w:r>
      <w:r>
        <w:tab/>
        <w:t>3.038e0</w:t>
      </w:r>
    </w:p>
    <w:p w14:paraId="2E6B884C" w14:textId="77777777" w:rsidR="00810015" w:rsidRDefault="00810015" w:rsidP="00810015">
      <w:r>
        <w:t>316.2295</w:t>
      </w:r>
      <w:r>
        <w:tab/>
        <w:t>1.013e0</w:t>
      </w:r>
    </w:p>
    <w:p w14:paraId="6E5893EA" w14:textId="77777777" w:rsidR="00810015" w:rsidRDefault="00810015" w:rsidP="00810015">
      <w:r>
        <w:t>316.2390</w:t>
      </w:r>
      <w:r>
        <w:tab/>
        <w:t>7.089e0</w:t>
      </w:r>
    </w:p>
    <w:p w14:paraId="572F5CB6" w14:textId="77777777" w:rsidR="00810015" w:rsidRDefault="00810015" w:rsidP="00810015">
      <w:r>
        <w:t>316.2532</w:t>
      </w:r>
      <w:r>
        <w:tab/>
        <w:t>3.038e0</w:t>
      </w:r>
    </w:p>
    <w:p w14:paraId="4F0490C0" w14:textId="77777777" w:rsidR="00810015" w:rsidRDefault="00810015" w:rsidP="00810015">
      <w:r>
        <w:t>316.2718</w:t>
      </w:r>
      <w:r>
        <w:tab/>
        <w:t>2.025e0</w:t>
      </w:r>
    </w:p>
    <w:p w14:paraId="7D31FF65" w14:textId="77777777" w:rsidR="00810015" w:rsidRDefault="00810015" w:rsidP="00810015">
      <w:r>
        <w:t>316.2976</w:t>
      </w:r>
      <w:r>
        <w:tab/>
        <w:t>6.076e0</w:t>
      </w:r>
    </w:p>
    <w:p w14:paraId="021FCA3E" w14:textId="77777777" w:rsidR="00810015" w:rsidRDefault="00810015" w:rsidP="00810015">
      <w:r>
        <w:t>316.3109</w:t>
      </w:r>
      <w:r>
        <w:tab/>
        <w:t>2.025e0</w:t>
      </w:r>
    </w:p>
    <w:p w14:paraId="189E6C71" w14:textId="77777777" w:rsidR="00810015" w:rsidRDefault="00810015" w:rsidP="00810015">
      <w:r>
        <w:t>316.3151</w:t>
      </w:r>
      <w:r>
        <w:tab/>
        <w:t>1.013e0</w:t>
      </w:r>
    </w:p>
    <w:p w14:paraId="10B2DC36" w14:textId="77777777" w:rsidR="00810015" w:rsidRDefault="00810015" w:rsidP="00810015">
      <w:r>
        <w:t>316.3181</w:t>
      </w:r>
      <w:r>
        <w:tab/>
        <w:t>1.013e0</w:t>
      </w:r>
    </w:p>
    <w:p w14:paraId="38B6ADBA" w14:textId="77777777" w:rsidR="00810015" w:rsidRDefault="00810015" w:rsidP="00810015">
      <w:r>
        <w:t>316.3462</w:t>
      </w:r>
      <w:r>
        <w:tab/>
        <w:t>1.013e0</w:t>
      </w:r>
    </w:p>
    <w:p w14:paraId="5333958E" w14:textId="77777777" w:rsidR="00810015" w:rsidRDefault="00810015" w:rsidP="00810015">
      <w:r>
        <w:t>316.3838</w:t>
      </w:r>
      <w:r>
        <w:tab/>
        <w:t>3.038e0</w:t>
      </w:r>
    </w:p>
    <w:p w14:paraId="7CFD5262" w14:textId="77777777" w:rsidR="00810015" w:rsidRDefault="00810015" w:rsidP="00810015">
      <w:r>
        <w:t>316.4025</w:t>
      </w:r>
      <w:r>
        <w:tab/>
        <w:t>1.013e0</w:t>
      </w:r>
    </w:p>
    <w:p w14:paraId="1D4E65BA" w14:textId="77777777" w:rsidR="00810015" w:rsidRDefault="00810015" w:rsidP="00810015">
      <w:r>
        <w:t>316.4140</w:t>
      </w:r>
      <w:r>
        <w:tab/>
        <w:t>1.013e0</w:t>
      </w:r>
    </w:p>
    <w:p w14:paraId="63A1483D" w14:textId="77777777" w:rsidR="00810015" w:rsidRDefault="00810015" w:rsidP="00810015">
      <w:r>
        <w:t>316.4312</w:t>
      </w:r>
      <w:r>
        <w:tab/>
        <w:t>1.013e0</w:t>
      </w:r>
    </w:p>
    <w:p w14:paraId="3D5D4ACA" w14:textId="77777777" w:rsidR="00810015" w:rsidRDefault="00810015" w:rsidP="00810015">
      <w:r>
        <w:t>316.4509</w:t>
      </w:r>
      <w:r>
        <w:tab/>
        <w:t>1.013e0</w:t>
      </w:r>
    </w:p>
    <w:p w14:paraId="3F0B002C" w14:textId="77777777" w:rsidR="00810015" w:rsidRDefault="00810015" w:rsidP="00810015">
      <w:r>
        <w:t>316.4791</w:t>
      </w:r>
      <w:r>
        <w:tab/>
        <w:t>1.013e0</w:t>
      </w:r>
    </w:p>
    <w:p w14:paraId="24127B31" w14:textId="77777777" w:rsidR="00810015" w:rsidRDefault="00810015" w:rsidP="00810015">
      <w:r>
        <w:t>316.4903</w:t>
      </w:r>
      <w:r>
        <w:tab/>
        <w:t>2.025e0</w:t>
      </w:r>
    </w:p>
    <w:p w14:paraId="740CCD28" w14:textId="77777777" w:rsidR="00810015" w:rsidRDefault="00810015" w:rsidP="00810015">
      <w:r>
        <w:t>316.4941</w:t>
      </w:r>
      <w:r>
        <w:tab/>
        <w:t>1.013e0</w:t>
      </w:r>
    </w:p>
    <w:p w14:paraId="2A2766E0" w14:textId="77777777" w:rsidR="00810015" w:rsidRDefault="00810015" w:rsidP="00810015">
      <w:r>
        <w:t>316.4954</w:t>
      </w:r>
      <w:r>
        <w:tab/>
        <w:t>3.038e0</w:t>
      </w:r>
    </w:p>
    <w:p w14:paraId="44A27638" w14:textId="77777777" w:rsidR="00810015" w:rsidRDefault="00810015" w:rsidP="00810015">
      <w:r>
        <w:t>316.5200</w:t>
      </w:r>
      <w:r>
        <w:tab/>
        <w:t>3.038e0</w:t>
      </w:r>
    </w:p>
    <w:p w14:paraId="279E09D4" w14:textId="77777777" w:rsidR="00810015" w:rsidRDefault="00810015" w:rsidP="00810015">
      <w:r>
        <w:t>316.5455</w:t>
      </w:r>
      <w:r>
        <w:tab/>
        <w:t>2.025e0</w:t>
      </w:r>
    </w:p>
    <w:p w14:paraId="74EBC86E" w14:textId="77777777" w:rsidR="00810015" w:rsidRDefault="00810015" w:rsidP="00810015">
      <w:r>
        <w:t>316.5675</w:t>
      </w:r>
      <w:r>
        <w:tab/>
        <w:t>2.025e0</w:t>
      </w:r>
    </w:p>
    <w:p w14:paraId="14750991" w14:textId="77777777" w:rsidR="00810015" w:rsidRDefault="00810015" w:rsidP="00810015">
      <w:r>
        <w:t>316.5807</w:t>
      </w:r>
      <w:r>
        <w:tab/>
        <w:t>4.051e0</w:t>
      </w:r>
    </w:p>
    <w:p w14:paraId="68FCBED7" w14:textId="77777777" w:rsidR="00810015" w:rsidRDefault="00810015" w:rsidP="00810015">
      <w:r>
        <w:t>316.5877</w:t>
      </w:r>
      <w:r>
        <w:tab/>
        <w:t>2.025e0</w:t>
      </w:r>
    </w:p>
    <w:p w14:paraId="43321CAA" w14:textId="77777777" w:rsidR="00810015" w:rsidRDefault="00810015" w:rsidP="00810015">
      <w:r>
        <w:t>316.5946</w:t>
      </w:r>
      <w:r>
        <w:tab/>
        <w:t>2.025e0</w:t>
      </w:r>
    </w:p>
    <w:p w14:paraId="7482886F" w14:textId="77777777" w:rsidR="00810015" w:rsidRDefault="00810015" w:rsidP="00810015">
      <w:r>
        <w:t>316.6106</w:t>
      </w:r>
      <w:r>
        <w:tab/>
        <w:t>3.038e0</w:t>
      </w:r>
    </w:p>
    <w:p w14:paraId="4EB912FE" w14:textId="77777777" w:rsidR="00810015" w:rsidRDefault="00810015" w:rsidP="00810015">
      <w:r>
        <w:t>316.6201</w:t>
      </w:r>
      <w:r>
        <w:tab/>
        <w:t>1.013e0</w:t>
      </w:r>
    </w:p>
    <w:p w14:paraId="2D1A801A" w14:textId="77777777" w:rsidR="00810015" w:rsidRDefault="00810015" w:rsidP="00810015">
      <w:r>
        <w:t>316.6654</w:t>
      </w:r>
      <w:r>
        <w:tab/>
        <w:t>1.013e0</w:t>
      </w:r>
    </w:p>
    <w:p w14:paraId="6CB13983" w14:textId="77777777" w:rsidR="00810015" w:rsidRDefault="00810015" w:rsidP="00810015">
      <w:r>
        <w:t>316.6774</w:t>
      </w:r>
      <w:r>
        <w:tab/>
        <w:t>1.013e0</w:t>
      </w:r>
    </w:p>
    <w:p w14:paraId="65F84F26" w14:textId="77777777" w:rsidR="00810015" w:rsidRDefault="00810015" w:rsidP="00810015">
      <w:r>
        <w:t>316.6784</w:t>
      </w:r>
      <w:r>
        <w:tab/>
        <w:t>2.025e0</w:t>
      </w:r>
    </w:p>
    <w:p w14:paraId="020148B0" w14:textId="77777777" w:rsidR="00810015" w:rsidRDefault="00810015" w:rsidP="00810015">
      <w:r>
        <w:t>316.7003</w:t>
      </w:r>
      <w:r>
        <w:tab/>
        <w:t>1.013e0</w:t>
      </w:r>
    </w:p>
    <w:p w14:paraId="064E404A" w14:textId="77777777" w:rsidR="00810015" w:rsidRDefault="00810015" w:rsidP="00810015">
      <w:r>
        <w:t>316.7129</w:t>
      </w:r>
      <w:r>
        <w:tab/>
        <w:t>1.013e0</w:t>
      </w:r>
    </w:p>
    <w:p w14:paraId="0304FAC8" w14:textId="77777777" w:rsidR="00810015" w:rsidRDefault="00810015" w:rsidP="00810015">
      <w:r>
        <w:t>316.7166</w:t>
      </w:r>
      <w:r>
        <w:tab/>
        <w:t>1.013e0</w:t>
      </w:r>
    </w:p>
    <w:p w14:paraId="71156EFC" w14:textId="77777777" w:rsidR="00810015" w:rsidRDefault="00810015" w:rsidP="00810015">
      <w:r>
        <w:t>316.7206</w:t>
      </w:r>
      <w:r>
        <w:tab/>
        <w:t>1.013e0</w:t>
      </w:r>
    </w:p>
    <w:p w14:paraId="5E4FAE2A" w14:textId="77777777" w:rsidR="00810015" w:rsidRDefault="00810015" w:rsidP="00810015">
      <w:r>
        <w:t>316.7290</w:t>
      </w:r>
      <w:r>
        <w:tab/>
        <w:t>1.013e0</w:t>
      </w:r>
    </w:p>
    <w:p w14:paraId="31D96B6F" w14:textId="77777777" w:rsidR="00810015" w:rsidRDefault="00810015" w:rsidP="00810015">
      <w:r>
        <w:t>316.7727</w:t>
      </w:r>
      <w:r>
        <w:tab/>
        <w:t>3.038e0</w:t>
      </w:r>
    </w:p>
    <w:p w14:paraId="7CFB438F" w14:textId="77777777" w:rsidR="00810015" w:rsidRDefault="00810015" w:rsidP="00810015">
      <w:r>
        <w:t>316.7750</w:t>
      </w:r>
      <w:r>
        <w:tab/>
        <w:t>2.025e0</w:t>
      </w:r>
    </w:p>
    <w:p w14:paraId="4E5BB4AB" w14:textId="77777777" w:rsidR="00810015" w:rsidRDefault="00810015" w:rsidP="00810015">
      <w:r>
        <w:t>316.7807</w:t>
      </w:r>
      <w:r>
        <w:tab/>
        <w:t>2.025e0</w:t>
      </w:r>
    </w:p>
    <w:p w14:paraId="2F2ED75E" w14:textId="77777777" w:rsidR="00810015" w:rsidRDefault="00810015" w:rsidP="00810015">
      <w:r>
        <w:t>316.8207</w:t>
      </w:r>
      <w:r>
        <w:tab/>
        <w:t>1.013e0</w:t>
      </w:r>
    </w:p>
    <w:p w14:paraId="3309036C" w14:textId="77777777" w:rsidR="00810015" w:rsidRDefault="00810015" w:rsidP="00810015">
      <w:r>
        <w:t>316.8254</w:t>
      </w:r>
      <w:r>
        <w:tab/>
        <w:t>1.013e0</w:t>
      </w:r>
    </w:p>
    <w:p w14:paraId="7BD50AA4" w14:textId="77777777" w:rsidR="00810015" w:rsidRDefault="00810015" w:rsidP="00810015">
      <w:r>
        <w:t>316.8435</w:t>
      </w:r>
      <w:r>
        <w:tab/>
        <w:t>2.025e0</w:t>
      </w:r>
    </w:p>
    <w:p w14:paraId="37062F90" w14:textId="77777777" w:rsidR="00810015" w:rsidRDefault="00810015" w:rsidP="00810015">
      <w:r>
        <w:t>316.8817</w:t>
      </w:r>
      <w:r>
        <w:tab/>
        <w:t>1.013e0</w:t>
      </w:r>
    </w:p>
    <w:p w14:paraId="035B7611" w14:textId="77777777" w:rsidR="00810015" w:rsidRDefault="00810015" w:rsidP="00810015">
      <w:r>
        <w:t>316.9021</w:t>
      </w:r>
      <w:r>
        <w:tab/>
        <w:t>1.013e0</w:t>
      </w:r>
    </w:p>
    <w:p w14:paraId="66CD19FA" w14:textId="77777777" w:rsidR="00810015" w:rsidRDefault="00810015" w:rsidP="00810015">
      <w:r>
        <w:t>316.9099</w:t>
      </w:r>
      <w:r>
        <w:tab/>
        <w:t>2.025e0</w:t>
      </w:r>
    </w:p>
    <w:p w14:paraId="656A87AD" w14:textId="77777777" w:rsidR="00810015" w:rsidRDefault="00810015" w:rsidP="00810015">
      <w:r>
        <w:t>316.9182</w:t>
      </w:r>
      <w:r>
        <w:tab/>
        <w:t>2.025e0</w:t>
      </w:r>
    </w:p>
    <w:p w14:paraId="42E3DB5A" w14:textId="77777777" w:rsidR="00810015" w:rsidRDefault="00810015" w:rsidP="00810015">
      <w:r>
        <w:t>316.9215</w:t>
      </w:r>
      <w:r>
        <w:tab/>
        <w:t>2.025e0</w:t>
      </w:r>
    </w:p>
    <w:p w14:paraId="3A62EDED" w14:textId="77777777" w:rsidR="00810015" w:rsidRDefault="00810015" w:rsidP="00810015">
      <w:r>
        <w:t>316.9250</w:t>
      </w:r>
      <w:r>
        <w:tab/>
        <w:t>1.013e0</w:t>
      </w:r>
    </w:p>
    <w:p w14:paraId="004E7BF6" w14:textId="77777777" w:rsidR="00810015" w:rsidRDefault="00810015" w:rsidP="00810015">
      <w:r>
        <w:t>316.9565</w:t>
      </w:r>
      <w:r>
        <w:tab/>
        <w:t>8.310e0</w:t>
      </w:r>
    </w:p>
    <w:p w14:paraId="5DF63E31" w14:textId="77777777" w:rsidR="00810015" w:rsidRDefault="00810015" w:rsidP="00810015">
      <w:r>
        <w:t>316.9659</w:t>
      </w:r>
      <w:r>
        <w:tab/>
        <w:t>8.525e0</w:t>
      </w:r>
    </w:p>
    <w:p w14:paraId="4ABCD5FD" w14:textId="77777777" w:rsidR="00810015" w:rsidRDefault="00810015" w:rsidP="00810015">
      <w:r>
        <w:t>316.9730</w:t>
      </w:r>
      <w:r>
        <w:tab/>
        <w:t>5.487e0</w:t>
      </w:r>
    </w:p>
    <w:p w14:paraId="496A1A42" w14:textId="77777777" w:rsidR="00810015" w:rsidRDefault="00810015" w:rsidP="00810015">
      <w:r>
        <w:t>316.9787</w:t>
      </w:r>
      <w:r>
        <w:tab/>
        <w:t>3.038e0</w:t>
      </w:r>
    </w:p>
    <w:p w14:paraId="067E3D88" w14:textId="77777777" w:rsidR="00810015" w:rsidRDefault="00810015" w:rsidP="00810015">
      <w:r>
        <w:t>316.9861</w:t>
      </w:r>
      <w:r>
        <w:tab/>
        <w:t>6.076e0</w:t>
      </w:r>
    </w:p>
    <w:p w14:paraId="340B3EEF" w14:textId="77777777" w:rsidR="00810015" w:rsidRDefault="00810015" w:rsidP="00810015">
      <w:r>
        <w:t>317.0019</w:t>
      </w:r>
      <w:r>
        <w:tab/>
        <w:t>2.025e0</w:t>
      </w:r>
    </w:p>
    <w:p w14:paraId="2E7A16F7" w14:textId="77777777" w:rsidR="00810015" w:rsidRDefault="00810015" w:rsidP="00810015">
      <w:r>
        <w:t>317.0428</w:t>
      </w:r>
      <w:r>
        <w:tab/>
        <w:t>8.023e0</w:t>
      </w:r>
    </w:p>
    <w:p w14:paraId="1CCFC7CA" w14:textId="77777777" w:rsidR="00810015" w:rsidRDefault="00810015" w:rsidP="00810015">
      <w:r>
        <w:t>317.0527</w:t>
      </w:r>
      <w:r>
        <w:tab/>
        <w:t>3.038e0</w:t>
      </w:r>
    </w:p>
    <w:p w14:paraId="6A3063DA" w14:textId="77777777" w:rsidR="00810015" w:rsidRDefault="00810015" w:rsidP="00810015">
      <w:r>
        <w:t>317.0746</w:t>
      </w:r>
      <w:r>
        <w:tab/>
        <w:t>2.801e1</w:t>
      </w:r>
    </w:p>
    <w:p w14:paraId="5D73895F" w14:textId="77777777" w:rsidR="00810015" w:rsidRDefault="00810015" w:rsidP="00810015">
      <w:r>
        <w:t>317.0790</w:t>
      </w:r>
      <w:r>
        <w:tab/>
        <w:t>2.571e1</w:t>
      </w:r>
    </w:p>
    <w:p w14:paraId="3469DFEC" w14:textId="77777777" w:rsidR="00810015" w:rsidRDefault="00810015" w:rsidP="00810015">
      <w:r>
        <w:t>317.0839</w:t>
      </w:r>
      <w:r>
        <w:tab/>
        <w:t>2.241e1</w:t>
      </w:r>
    </w:p>
    <w:p w14:paraId="5CC0357A" w14:textId="77777777" w:rsidR="00810015" w:rsidRDefault="00810015" w:rsidP="00810015">
      <w:r>
        <w:t>317.1065</w:t>
      </w:r>
      <w:r>
        <w:tab/>
        <w:t>9.236e0</w:t>
      </w:r>
    </w:p>
    <w:p w14:paraId="54D073DE" w14:textId="77777777" w:rsidR="00810015" w:rsidRDefault="00810015" w:rsidP="00810015">
      <w:r>
        <w:t>317.1192</w:t>
      </w:r>
      <w:r>
        <w:tab/>
        <w:t>1.756e1</w:t>
      </w:r>
    </w:p>
    <w:p w14:paraId="5BF9F0BA" w14:textId="77777777" w:rsidR="00810015" w:rsidRDefault="00810015" w:rsidP="00810015">
      <w:r>
        <w:t>317.1321</w:t>
      </w:r>
      <w:r>
        <w:tab/>
        <w:t>8.018e0</w:t>
      </w:r>
    </w:p>
    <w:p w14:paraId="1E94EAAF" w14:textId="77777777" w:rsidR="00810015" w:rsidRDefault="00810015" w:rsidP="00810015">
      <w:r>
        <w:t>317.1599</w:t>
      </w:r>
      <w:r>
        <w:tab/>
        <w:t>3.100e0</w:t>
      </w:r>
    </w:p>
    <w:p w14:paraId="51FC109E" w14:textId="77777777" w:rsidR="00810015" w:rsidRDefault="00810015" w:rsidP="00810015">
      <w:r>
        <w:t>317.1697</w:t>
      </w:r>
      <w:r>
        <w:tab/>
        <w:t>2.025e0</w:t>
      </w:r>
    </w:p>
    <w:p w14:paraId="4E165D75" w14:textId="77777777" w:rsidR="00810015" w:rsidRDefault="00810015" w:rsidP="00810015">
      <w:r>
        <w:t>317.1779</w:t>
      </w:r>
      <w:r>
        <w:tab/>
        <w:t>6.040e0</w:t>
      </w:r>
    </w:p>
    <w:p w14:paraId="4B0C2619" w14:textId="77777777" w:rsidR="00810015" w:rsidRDefault="00810015" w:rsidP="00810015">
      <w:r>
        <w:t>317.1819</w:t>
      </w:r>
      <w:r>
        <w:tab/>
        <w:t>2.025e0</w:t>
      </w:r>
    </w:p>
    <w:p w14:paraId="2C1E69B2" w14:textId="77777777" w:rsidR="00810015" w:rsidRDefault="00810015" w:rsidP="00810015">
      <w:r>
        <w:t>317.2103</w:t>
      </w:r>
      <w:r>
        <w:tab/>
        <w:t>5.063e0</w:t>
      </w:r>
    </w:p>
    <w:p w14:paraId="25C998A0" w14:textId="77777777" w:rsidR="00810015" w:rsidRDefault="00810015" w:rsidP="00810015">
      <w:r>
        <w:t>317.2265</w:t>
      </w:r>
      <w:r>
        <w:tab/>
        <w:t>2.025e0</w:t>
      </w:r>
    </w:p>
    <w:p w14:paraId="41F0E620" w14:textId="77777777" w:rsidR="00810015" w:rsidRDefault="00810015" w:rsidP="00810015">
      <w:r>
        <w:t>317.2424</w:t>
      </w:r>
      <w:r>
        <w:tab/>
        <w:t>9.114e0</w:t>
      </w:r>
    </w:p>
    <w:p w14:paraId="51B935B6" w14:textId="77777777" w:rsidR="00810015" w:rsidRDefault="00810015" w:rsidP="00810015">
      <w:r>
        <w:t>317.2570</w:t>
      </w:r>
      <w:r>
        <w:tab/>
        <w:t>4.051e0</w:t>
      </w:r>
    </w:p>
    <w:p w14:paraId="494E6A06" w14:textId="77777777" w:rsidR="00810015" w:rsidRDefault="00810015" w:rsidP="00810015">
      <w:r>
        <w:t>317.2905</w:t>
      </w:r>
      <w:r>
        <w:tab/>
        <w:t>2.025e0</w:t>
      </w:r>
    </w:p>
    <w:p w14:paraId="60463907" w14:textId="77777777" w:rsidR="00810015" w:rsidRDefault="00810015" w:rsidP="00810015">
      <w:r>
        <w:t>317.3082</w:t>
      </w:r>
      <w:r>
        <w:tab/>
        <w:t>1.013e0</w:t>
      </w:r>
    </w:p>
    <w:p w14:paraId="01069B03" w14:textId="77777777" w:rsidR="00810015" w:rsidRDefault="00810015" w:rsidP="00810015">
      <w:r>
        <w:t>317.3094</w:t>
      </w:r>
      <w:r>
        <w:tab/>
        <w:t>1.013e0</w:t>
      </w:r>
    </w:p>
    <w:p w14:paraId="757570EB" w14:textId="77777777" w:rsidR="00810015" w:rsidRDefault="00810015" w:rsidP="00810015">
      <w:r>
        <w:t>317.3369</w:t>
      </w:r>
      <w:r>
        <w:tab/>
        <w:t>1.013e0</w:t>
      </w:r>
    </w:p>
    <w:p w14:paraId="3579D55E" w14:textId="77777777" w:rsidR="00810015" w:rsidRDefault="00810015" w:rsidP="00810015">
      <w:r>
        <w:t>317.3542</w:t>
      </w:r>
      <w:r>
        <w:tab/>
        <w:t>1.013e0</w:t>
      </w:r>
    </w:p>
    <w:p w14:paraId="1DFB4F0B" w14:textId="77777777" w:rsidR="00810015" w:rsidRDefault="00810015" w:rsidP="00810015">
      <w:r>
        <w:t>317.3666</w:t>
      </w:r>
      <w:r>
        <w:tab/>
        <w:t>2.025e0</w:t>
      </w:r>
    </w:p>
    <w:p w14:paraId="4D140EF2" w14:textId="77777777" w:rsidR="00810015" w:rsidRDefault="00810015" w:rsidP="00810015">
      <w:r>
        <w:t>317.3905</w:t>
      </w:r>
      <w:r>
        <w:tab/>
        <w:t>2.025e0</w:t>
      </w:r>
    </w:p>
    <w:p w14:paraId="158E2B5D" w14:textId="77777777" w:rsidR="00810015" w:rsidRDefault="00810015" w:rsidP="00810015">
      <w:r>
        <w:t>317.3971</w:t>
      </w:r>
      <w:r>
        <w:tab/>
        <w:t>3.038e0</w:t>
      </w:r>
    </w:p>
    <w:p w14:paraId="0A225346" w14:textId="77777777" w:rsidR="00810015" w:rsidRDefault="00810015" w:rsidP="00810015">
      <w:r>
        <w:t>317.4058</w:t>
      </w:r>
      <w:r>
        <w:tab/>
        <w:t>1.013e0</w:t>
      </w:r>
    </w:p>
    <w:p w14:paraId="61E158A7" w14:textId="77777777" w:rsidR="00810015" w:rsidRDefault="00810015" w:rsidP="00810015">
      <w:r>
        <w:t>317.4469</w:t>
      </w:r>
      <w:r>
        <w:tab/>
        <w:t>1.013e0</w:t>
      </w:r>
    </w:p>
    <w:p w14:paraId="1D12EFAA" w14:textId="77777777" w:rsidR="00810015" w:rsidRDefault="00810015" w:rsidP="00810015">
      <w:r>
        <w:t>317.4538</w:t>
      </w:r>
      <w:r>
        <w:tab/>
        <w:t>1.013e0</w:t>
      </w:r>
    </w:p>
    <w:p w14:paraId="7A80FCEF" w14:textId="77777777" w:rsidR="00810015" w:rsidRDefault="00810015" w:rsidP="00810015">
      <w:r>
        <w:t>317.4610</w:t>
      </w:r>
      <w:r>
        <w:tab/>
        <w:t>2.025e0</w:t>
      </w:r>
    </w:p>
    <w:p w14:paraId="41745529" w14:textId="77777777" w:rsidR="00810015" w:rsidRDefault="00810015" w:rsidP="00810015">
      <w:r>
        <w:t>317.4823</w:t>
      </w:r>
      <w:r>
        <w:tab/>
        <w:t>2.025e0</w:t>
      </w:r>
    </w:p>
    <w:p w14:paraId="26F3D4F2" w14:textId="77777777" w:rsidR="00810015" w:rsidRDefault="00810015" w:rsidP="00810015">
      <w:r>
        <w:t>317.4931</w:t>
      </w:r>
      <w:r>
        <w:tab/>
        <w:t>3.038e0</w:t>
      </w:r>
    </w:p>
    <w:p w14:paraId="733D1397" w14:textId="77777777" w:rsidR="00810015" w:rsidRDefault="00810015" w:rsidP="00810015">
      <w:r>
        <w:t>317.5101</w:t>
      </w:r>
      <w:r>
        <w:tab/>
        <w:t>1.013e0</w:t>
      </w:r>
    </w:p>
    <w:p w14:paraId="0925733B" w14:textId="77777777" w:rsidR="00810015" w:rsidRDefault="00810015" w:rsidP="00810015">
      <w:r>
        <w:t>317.5159</w:t>
      </w:r>
      <w:r>
        <w:tab/>
        <w:t>3.038e0</w:t>
      </w:r>
    </w:p>
    <w:p w14:paraId="7CC25D25" w14:textId="77777777" w:rsidR="00810015" w:rsidRDefault="00810015" w:rsidP="00810015">
      <w:r>
        <w:t>317.5302</w:t>
      </w:r>
      <w:r>
        <w:tab/>
        <w:t>1.013e0</w:t>
      </w:r>
    </w:p>
    <w:p w14:paraId="477C55EB" w14:textId="77777777" w:rsidR="00810015" w:rsidRDefault="00810015" w:rsidP="00810015">
      <w:r>
        <w:t>317.5393</w:t>
      </w:r>
      <w:r>
        <w:tab/>
        <w:t>2.025e0</w:t>
      </w:r>
    </w:p>
    <w:p w14:paraId="07F8ED6B" w14:textId="77777777" w:rsidR="00810015" w:rsidRDefault="00810015" w:rsidP="00810015">
      <w:r>
        <w:t>317.5781</w:t>
      </w:r>
      <w:r>
        <w:tab/>
        <w:t>1.013e0</w:t>
      </w:r>
    </w:p>
    <w:p w14:paraId="73B8DB90" w14:textId="77777777" w:rsidR="00810015" w:rsidRDefault="00810015" w:rsidP="00810015">
      <w:r>
        <w:t>317.5953</w:t>
      </w:r>
      <w:r>
        <w:tab/>
        <w:t>1.013e0</w:t>
      </w:r>
    </w:p>
    <w:p w14:paraId="15CC1E46" w14:textId="77777777" w:rsidR="00810015" w:rsidRDefault="00810015" w:rsidP="00810015">
      <w:r>
        <w:t>317.5964</w:t>
      </w:r>
      <w:r>
        <w:tab/>
        <w:t>1.013e0</w:t>
      </w:r>
    </w:p>
    <w:p w14:paraId="52B219C0" w14:textId="77777777" w:rsidR="00810015" w:rsidRDefault="00810015" w:rsidP="00810015">
      <w:r>
        <w:t>317.6108</w:t>
      </w:r>
      <w:r>
        <w:tab/>
        <w:t>1.013e0</w:t>
      </w:r>
    </w:p>
    <w:p w14:paraId="1592CF0B" w14:textId="77777777" w:rsidR="00810015" w:rsidRDefault="00810015" w:rsidP="00810015">
      <w:r>
        <w:t>317.6290</w:t>
      </w:r>
      <w:r>
        <w:tab/>
        <w:t>2.025e0</w:t>
      </w:r>
    </w:p>
    <w:p w14:paraId="3C1D88E0" w14:textId="77777777" w:rsidR="00810015" w:rsidRDefault="00810015" w:rsidP="00810015">
      <w:r>
        <w:t>317.6528</w:t>
      </w:r>
      <w:r>
        <w:tab/>
        <w:t>1.013e0</w:t>
      </w:r>
    </w:p>
    <w:p w14:paraId="5418D5D6" w14:textId="77777777" w:rsidR="00810015" w:rsidRDefault="00810015" w:rsidP="00810015">
      <w:r>
        <w:t>317.6632</w:t>
      </w:r>
      <w:r>
        <w:tab/>
        <w:t>1.013e0</w:t>
      </w:r>
    </w:p>
    <w:p w14:paraId="57D05220" w14:textId="77777777" w:rsidR="00810015" w:rsidRDefault="00810015" w:rsidP="00810015">
      <w:r>
        <w:t>317.6935</w:t>
      </w:r>
      <w:r>
        <w:tab/>
        <w:t>2.025e0</w:t>
      </w:r>
    </w:p>
    <w:p w14:paraId="6DEB783A" w14:textId="77777777" w:rsidR="00810015" w:rsidRDefault="00810015" w:rsidP="00810015">
      <w:r>
        <w:t>317.6966</w:t>
      </w:r>
      <w:r>
        <w:tab/>
        <w:t>1.013e0</w:t>
      </w:r>
    </w:p>
    <w:p w14:paraId="7D704AC5" w14:textId="77777777" w:rsidR="00810015" w:rsidRDefault="00810015" w:rsidP="00810015">
      <w:r>
        <w:t>317.7258</w:t>
      </w:r>
      <w:r>
        <w:tab/>
        <w:t>3.038e0</w:t>
      </w:r>
    </w:p>
    <w:p w14:paraId="57F15197" w14:textId="77777777" w:rsidR="00810015" w:rsidRDefault="00810015" w:rsidP="00810015">
      <w:r>
        <w:t>317.7621</w:t>
      </w:r>
      <w:r>
        <w:tab/>
        <w:t>4.051e0</w:t>
      </w:r>
    </w:p>
    <w:p w14:paraId="5FD3E898" w14:textId="77777777" w:rsidR="00810015" w:rsidRDefault="00810015" w:rsidP="00810015">
      <w:r>
        <w:t>317.7653</w:t>
      </w:r>
      <w:r>
        <w:tab/>
        <w:t>3.038e0</w:t>
      </w:r>
    </w:p>
    <w:p w14:paraId="5F8EE7C8" w14:textId="77777777" w:rsidR="00810015" w:rsidRDefault="00810015" w:rsidP="00810015">
      <w:r>
        <w:t>317.7677</w:t>
      </w:r>
      <w:r>
        <w:tab/>
        <w:t>1.013e0</w:t>
      </w:r>
    </w:p>
    <w:p w14:paraId="085ED853" w14:textId="77777777" w:rsidR="00810015" w:rsidRDefault="00810015" w:rsidP="00810015">
      <w:r>
        <w:t>317.7761</w:t>
      </w:r>
      <w:r>
        <w:tab/>
        <w:t>1.013e0</w:t>
      </w:r>
    </w:p>
    <w:p w14:paraId="399D9483" w14:textId="77777777" w:rsidR="00810015" w:rsidRDefault="00810015" w:rsidP="00810015">
      <w:r>
        <w:t>317.8144</w:t>
      </w:r>
      <w:r>
        <w:tab/>
        <w:t>2.025e0</w:t>
      </w:r>
    </w:p>
    <w:p w14:paraId="6D572D72" w14:textId="77777777" w:rsidR="00810015" w:rsidRDefault="00810015" w:rsidP="00810015">
      <w:r>
        <w:t>317.8367</w:t>
      </w:r>
      <w:r>
        <w:tab/>
        <w:t>1.013e0</w:t>
      </w:r>
    </w:p>
    <w:p w14:paraId="44774FAC" w14:textId="77777777" w:rsidR="00810015" w:rsidRDefault="00810015" w:rsidP="00810015">
      <w:r>
        <w:t>317.8397</w:t>
      </w:r>
      <w:r>
        <w:tab/>
        <w:t>3.038e0</w:t>
      </w:r>
    </w:p>
    <w:p w14:paraId="30384AA2" w14:textId="77777777" w:rsidR="00810015" w:rsidRDefault="00810015" w:rsidP="00810015">
      <w:r>
        <w:t>317.8618</w:t>
      </w:r>
      <w:r>
        <w:tab/>
        <w:t>1.013e0</w:t>
      </w:r>
    </w:p>
    <w:p w14:paraId="7A93F7D3" w14:textId="77777777" w:rsidR="00810015" w:rsidRDefault="00810015" w:rsidP="00810015">
      <w:r>
        <w:t>317.8728</w:t>
      </w:r>
      <w:r>
        <w:tab/>
        <w:t>2.025e0</w:t>
      </w:r>
    </w:p>
    <w:p w14:paraId="199744BA" w14:textId="77777777" w:rsidR="00810015" w:rsidRDefault="00810015" w:rsidP="00810015">
      <w:r>
        <w:t>317.8916</w:t>
      </w:r>
      <w:r>
        <w:tab/>
        <w:t>3.038e0</w:t>
      </w:r>
    </w:p>
    <w:p w14:paraId="5B345CC6" w14:textId="77777777" w:rsidR="00810015" w:rsidRDefault="00810015" w:rsidP="00810015">
      <w:r>
        <w:t>317.8945</w:t>
      </w:r>
      <w:r>
        <w:tab/>
        <w:t>2.025e0</w:t>
      </w:r>
    </w:p>
    <w:p w14:paraId="02D80388" w14:textId="77777777" w:rsidR="00810015" w:rsidRDefault="00810015" w:rsidP="00810015">
      <w:r>
        <w:t>317.9171</w:t>
      </w:r>
      <w:r>
        <w:tab/>
        <w:t>1.013e0</w:t>
      </w:r>
    </w:p>
    <w:p w14:paraId="340C2597" w14:textId="77777777" w:rsidR="00810015" w:rsidRDefault="00810015" w:rsidP="00810015">
      <w:r>
        <w:t>317.9302</w:t>
      </w:r>
      <w:r>
        <w:tab/>
        <w:t>2.025e0</w:t>
      </w:r>
    </w:p>
    <w:p w14:paraId="510AD9A3" w14:textId="77777777" w:rsidR="00810015" w:rsidRDefault="00810015" w:rsidP="00810015">
      <w:r>
        <w:t>317.9439</w:t>
      </w:r>
      <w:r>
        <w:tab/>
        <w:t>2.025e0</w:t>
      </w:r>
    </w:p>
    <w:p w14:paraId="284C3382" w14:textId="77777777" w:rsidR="00810015" w:rsidRDefault="00810015" w:rsidP="00810015">
      <w:r>
        <w:t>317.9459</w:t>
      </w:r>
      <w:r>
        <w:tab/>
        <w:t>1.013e0</w:t>
      </w:r>
    </w:p>
    <w:p w14:paraId="0E60CE48" w14:textId="77777777" w:rsidR="00810015" w:rsidRDefault="00810015" w:rsidP="00810015">
      <w:r>
        <w:t>317.9574</w:t>
      </w:r>
      <w:r>
        <w:tab/>
        <w:t>1.013e0</w:t>
      </w:r>
    </w:p>
    <w:p w14:paraId="32D661A5" w14:textId="77777777" w:rsidR="00810015" w:rsidRDefault="00810015" w:rsidP="00810015">
      <w:r>
        <w:t>317.9794</w:t>
      </w:r>
      <w:r>
        <w:tab/>
        <w:t>6.076e0</w:t>
      </w:r>
    </w:p>
    <w:p w14:paraId="656CC756" w14:textId="77777777" w:rsidR="00810015" w:rsidRDefault="00810015" w:rsidP="00810015">
      <w:r>
        <w:t>317.9959</w:t>
      </w:r>
      <w:r>
        <w:tab/>
        <w:t>6.076e0</w:t>
      </w:r>
    </w:p>
    <w:p w14:paraId="19282AA0" w14:textId="77777777" w:rsidR="00810015" w:rsidRDefault="00810015" w:rsidP="00810015">
      <w:r>
        <w:t>317.9973</w:t>
      </w:r>
      <w:r>
        <w:tab/>
        <w:t>1.316e1</w:t>
      </w:r>
    </w:p>
    <w:p w14:paraId="34F803AF" w14:textId="77777777" w:rsidR="00810015" w:rsidRDefault="00810015" w:rsidP="00810015">
      <w:r>
        <w:t>318.0015</w:t>
      </w:r>
      <w:r>
        <w:tab/>
        <w:t>1.105e1</w:t>
      </w:r>
    </w:p>
    <w:p w14:paraId="29B215F6" w14:textId="77777777" w:rsidR="00810015" w:rsidRDefault="00810015" w:rsidP="00810015">
      <w:r>
        <w:t>318.0107</w:t>
      </w:r>
      <w:r>
        <w:tab/>
        <w:t>8.230e0</w:t>
      </w:r>
    </w:p>
    <w:p w14:paraId="3001397D" w14:textId="77777777" w:rsidR="00810015" w:rsidRDefault="00810015" w:rsidP="00810015">
      <w:r>
        <w:t>318.0195</w:t>
      </w:r>
      <w:r>
        <w:tab/>
        <w:t>3.167e0</w:t>
      </w:r>
    </w:p>
    <w:p w14:paraId="3A072FF3" w14:textId="77777777" w:rsidR="00810015" w:rsidRDefault="00810015" w:rsidP="00810015">
      <w:r>
        <w:t>318.0500</w:t>
      </w:r>
      <w:r>
        <w:tab/>
        <w:t>1.013e0</w:t>
      </w:r>
    </w:p>
    <w:p w14:paraId="40C75851" w14:textId="77777777" w:rsidR="00810015" w:rsidRDefault="00810015" w:rsidP="00810015">
      <w:r>
        <w:t>318.0585</w:t>
      </w:r>
      <w:r>
        <w:tab/>
        <w:t>4.051e0</w:t>
      </w:r>
    </w:p>
    <w:p w14:paraId="3A93E980" w14:textId="77777777" w:rsidR="00810015" w:rsidRDefault="00810015" w:rsidP="00810015">
      <w:r>
        <w:t>318.0629</w:t>
      </w:r>
      <w:r>
        <w:tab/>
        <w:t>2.025e0</w:t>
      </w:r>
    </w:p>
    <w:p w14:paraId="5771B7AE" w14:textId="77777777" w:rsidR="00810015" w:rsidRDefault="00810015" w:rsidP="00810015">
      <w:r>
        <w:t>318.0713</w:t>
      </w:r>
      <w:r>
        <w:tab/>
        <w:t>6.053e0</w:t>
      </w:r>
    </w:p>
    <w:p w14:paraId="40A0626E" w14:textId="77777777" w:rsidR="00810015" w:rsidRDefault="00810015" w:rsidP="00810015">
      <w:r>
        <w:t>318.0772</w:t>
      </w:r>
      <w:r>
        <w:tab/>
        <w:t>8.101e0</w:t>
      </w:r>
    </w:p>
    <w:p w14:paraId="63ECF618" w14:textId="77777777" w:rsidR="00810015" w:rsidRDefault="00810015" w:rsidP="00810015">
      <w:r>
        <w:t>318.1093</w:t>
      </w:r>
      <w:r>
        <w:tab/>
        <w:t>4.602e0</w:t>
      </w:r>
    </w:p>
    <w:p w14:paraId="14A9D249" w14:textId="77777777" w:rsidR="00810015" w:rsidRDefault="00810015" w:rsidP="00810015">
      <w:r>
        <w:t>318.1254</w:t>
      </w:r>
      <w:r>
        <w:tab/>
        <w:t>8.721e0</w:t>
      </w:r>
    </w:p>
    <w:p w14:paraId="51F4ECA5" w14:textId="77777777" w:rsidR="00810015" w:rsidRDefault="00810015" w:rsidP="00810015">
      <w:r>
        <w:t>318.1308</w:t>
      </w:r>
      <w:r>
        <w:tab/>
        <w:t>1.075e1</w:t>
      </w:r>
    </w:p>
    <w:p w14:paraId="3C2763A3" w14:textId="77777777" w:rsidR="00810015" w:rsidRDefault="00810015" w:rsidP="00810015">
      <w:r>
        <w:t>318.1335</w:t>
      </w:r>
      <w:r>
        <w:tab/>
        <w:t>9.114e0</w:t>
      </w:r>
    </w:p>
    <w:p w14:paraId="4E263B0E" w14:textId="77777777" w:rsidR="00810015" w:rsidRDefault="00810015" w:rsidP="00810015">
      <w:r>
        <w:t>318.1494</w:t>
      </w:r>
      <w:r>
        <w:tab/>
        <w:t>5.309e0</w:t>
      </w:r>
    </w:p>
    <w:p w14:paraId="2BB475EF" w14:textId="77777777" w:rsidR="00810015" w:rsidRDefault="00810015" w:rsidP="00810015">
      <w:r>
        <w:t>318.1816</w:t>
      </w:r>
      <w:r>
        <w:tab/>
        <w:t>3.038e0</w:t>
      </w:r>
    </w:p>
    <w:p w14:paraId="451D103D" w14:textId="77777777" w:rsidR="00810015" w:rsidRDefault="00810015" w:rsidP="00810015">
      <w:r>
        <w:t>318.1838</w:t>
      </w:r>
      <w:r>
        <w:tab/>
        <w:t>3.038e0</w:t>
      </w:r>
    </w:p>
    <w:p w14:paraId="0704D9C4" w14:textId="77777777" w:rsidR="00810015" w:rsidRDefault="00810015" w:rsidP="00810015">
      <w:r>
        <w:t>318.2032</w:t>
      </w:r>
      <w:r>
        <w:tab/>
        <w:t>1.013e0</w:t>
      </w:r>
    </w:p>
    <w:p w14:paraId="6022F35E" w14:textId="77777777" w:rsidR="00810015" w:rsidRDefault="00810015" w:rsidP="00810015">
      <w:r>
        <w:t>318.2044</w:t>
      </w:r>
      <w:r>
        <w:tab/>
        <w:t>1.013e0</w:t>
      </w:r>
    </w:p>
    <w:p w14:paraId="37DF3BB5" w14:textId="77777777" w:rsidR="00810015" w:rsidRDefault="00810015" w:rsidP="00810015">
      <w:r>
        <w:t>318.2256</w:t>
      </w:r>
      <w:r>
        <w:tab/>
        <w:t>3.038e0</w:t>
      </w:r>
    </w:p>
    <w:p w14:paraId="0A027170" w14:textId="77777777" w:rsidR="00810015" w:rsidRDefault="00810015" w:rsidP="00810015">
      <w:r>
        <w:t>318.2394</w:t>
      </w:r>
      <w:r>
        <w:tab/>
        <w:t>1.013e0</w:t>
      </w:r>
    </w:p>
    <w:p w14:paraId="1AC691A2" w14:textId="77777777" w:rsidR="00810015" w:rsidRDefault="00810015" w:rsidP="00810015">
      <w:r>
        <w:t>318.2411</w:t>
      </w:r>
      <w:r>
        <w:tab/>
        <w:t>3.038e0</w:t>
      </w:r>
    </w:p>
    <w:p w14:paraId="4ECDB351" w14:textId="77777777" w:rsidR="00810015" w:rsidRDefault="00810015" w:rsidP="00810015">
      <w:r>
        <w:t>318.2437</w:t>
      </w:r>
      <w:r>
        <w:tab/>
        <w:t>3.038e0</w:t>
      </w:r>
    </w:p>
    <w:p w14:paraId="4464FE7F" w14:textId="77777777" w:rsidR="00810015" w:rsidRDefault="00810015" w:rsidP="00810015">
      <w:r>
        <w:t>318.2508</w:t>
      </w:r>
      <w:r>
        <w:tab/>
        <w:t>1.013e0</w:t>
      </w:r>
    </w:p>
    <w:p w14:paraId="71842055" w14:textId="77777777" w:rsidR="00810015" w:rsidRDefault="00810015" w:rsidP="00810015">
      <w:r>
        <w:t>318.2705</w:t>
      </w:r>
      <w:r>
        <w:tab/>
        <w:t>2.025e0</w:t>
      </w:r>
    </w:p>
    <w:p w14:paraId="74D940AE" w14:textId="77777777" w:rsidR="00810015" w:rsidRDefault="00810015" w:rsidP="00810015">
      <w:r>
        <w:t>318.2898</w:t>
      </w:r>
      <w:r>
        <w:tab/>
        <w:t>2.025e0</w:t>
      </w:r>
    </w:p>
    <w:p w14:paraId="4D935151" w14:textId="77777777" w:rsidR="00810015" w:rsidRDefault="00810015" w:rsidP="00810015">
      <w:r>
        <w:t>318.3094</w:t>
      </w:r>
      <w:r>
        <w:tab/>
        <w:t>1.013e0</w:t>
      </w:r>
    </w:p>
    <w:p w14:paraId="27A35EE1" w14:textId="77777777" w:rsidR="00810015" w:rsidRDefault="00810015" w:rsidP="00810015">
      <w:r>
        <w:t>318.3302</w:t>
      </w:r>
      <w:r>
        <w:tab/>
        <w:t>2.025e0</w:t>
      </w:r>
    </w:p>
    <w:p w14:paraId="417B9808" w14:textId="77777777" w:rsidR="00810015" w:rsidRDefault="00810015" w:rsidP="00810015">
      <w:r>
        <w:t>318.3444</w:t>
      </w:r>
      <w:r>
        <w:tab/>
        <w:t>1.013e0</w:t>
      </w:r>
    </w:p>
    <w:p w14:paraId="3D8450E2" w14:textId="77777777" w:rsidR="00810015" w:rsidRDefault="00810015" w:rsidP="00810015">
      <w:r>
        <w:t>318.3806</w:t>
      </w:r>
      <w:r>
        <w:tab/>
        <w:t>2.025e0</w:t>
      </w:r>
    </w:p>
    <w:p w14:paraId="181FD01C" w14:textId="77777777" w:rsidR="00810015" w:rsidRDefault="00810015" w:rsidP="00810015">
      <w:r>
        <w:t>318.3889</w:t>
      </w:r>
      <w:r>
        <w:tab/>
        <w:t>1.013e0</w:t>
      </w:r>
    </w:p>
    <w:p w14:paraId="177F8C21" w14:textId="77777777" w:rsidR="00810015" w:rsidRDefault="00810015" w:rsidP="00810015">
      <w:r>
        <w:t>318.4062</w:t>
      </w:r>
      <w:r>
        <w:tab/>
        <w:t>1.013e0</w:t>
      </w:r>
    </w:p>
    <w:p w14:paraId="132F8C2F" w14:textId="77777777" w:rsidR="00810015" w:rsidRDefault="00810015" w:rsidP="00810015">
      <w:r>
        <w:t>318.4170</w:t>
      </w:r>
      <w:r>
        <w:tab/>
        <w:t>1.013e0</w:t>
      </w:r>
    </w:p>
    <w:p w14:paraId="22219169" w14:textId="77777777" w:rsidR="00810015" w:rsidRDefault="00810015" w:rsidP="00810015">
      <w:r>
        <w:t>318.4492</w:t>
      </w:r>
      <w:r>
        <w:tab/>
        <w:t>1.013e0</w:t>
      </w:r>
    </w:p>
    <w:p w14:paraId="7CD434AB" w14:textId="77777777" w:rsidR="00810015" w:rsidRDefault="00810015" w:rsidP="00810015">
      <w:r>
        <w:t>318.4591</w:t>
      </w:r>
      <w:r>
        <w:tab/>
        <w:t>1.013e0</w:t>
      </w:r>
    </w:p>
    <w:p w14:paraId="73F587EB" w14:textId="77777777" w:rsidR="00810015" w:rsidRDefault="00810015" w:rsidP="00810015">
      <w:r>
        <w:t>318.5269</w:t>
      </w:r>
      <w:r>
        <w:tab/>
        <w:t>1.013e0</w:t>
      </w:r>
    </w:p>
    <w:p w14:paraId="2D6C2FB1" w14:textId="77777777" w:rsidR="00810015" w:rsidRDefault="00810015" w:rsidP="00810015">
      <w:r>
        <w:t>318.5366</w:t>
      </w:r>
      <w:r>
        <w:tab/>
        <w:t>2.025e0</w:t>
      </w:r>
    </w:p>
    <w:p w14:paraId="2A6E73BE" w14:textId="77777777" w:rsidR="00810015" w:rsidRDefault="00810015" w:rsidP="00810015">
      <w:r>
        <w:t>318.5444</w:t>
      </w:r>
      <w:r>
        <w:tab/>
        <w:t>2.025e0</w:t>
      </w:r>
    </w:p>
    <w:p w14:paraId="6A5AFCB7" w14:textId="77777777" w:rsidR="00810015" w:rsidRDefault="00810015" w:rsidP="00810015">
      <w:r>
        <w:t>318.5631</w:t>
      </w:r>
      <w:r>
        <w:tab/>
        <w:t>1.013e0</w:t>
      </w:r>
    </w:p>
    <w:p w14:paraId="3F9DD744" w14:textId="77777777" w:rsidR="00810015" w:rsidRDefault="00810015" w:rsidP="00810015">
      <w:r>
        <w:t>318.5732</w:t>
      </w:r>
      <w:r>
        <w:tab/>
        <w:t>2.025e0</w:t>
      </w:r>
    </w:p>
    <w:p w14:paraId="25581CED" w14:textId="77777777" w:rsidR="00810015" w:rsidRDefault="00810015" w:rsidP="00810015">
      <w:r>
        <w:t>318.6077</w:t>
      </w:r>
      <w:r>
        <w:tab/>
        <w:t>2.025e0</w:t>
      </w:r>
    </w:p>
    <w:p w14:paraId="405A860A" w14:textId="77777777" w:rsidR="00810015" w:rsidRDefault="00810015" w:rsidP="00810015">
      <w:r>
        <w:t>318.6193</w:t>
      </w:r>
      <w:r>
        <w:tab/>
        <w:t>1.013e0</w:t>
      </w:r>
    </w:p>
    <w:p w14:paraId="6BD51495" w14:textId="77777777" w:rsidR="00810015" w:rsidRDefault="00810015" w:rsidP="00810015">
      <w:r>
        <w:t>318.6308</w:t>
      </w:r>
      <w:r>
        <w:tab/>
        <w:t>1.013e0</w:t>
      </w:r>
    </w:p>
    <w:p w14:paraId="688387FF" w14:textId="77777777" w:rsidR="00810015" w:rsidRDefault="00810015" w:rsidP="00810015">
      <w:r>
        <w:t>318.6640</w:t>
      </w:r>
      <w:r>
        <w:tab/>
        <w:t>1.013e0</w:t>
      </w:r>
    </w:p>
    <w:p w14:paraId="190522D2" w14:textId="77777777" w:rsidR="00810015" w:rsidRDefault="00810015" w:rsidP="00810015">
      <w:r>
        <w:t>318.6911</w:t>
      </w:r>
      <w:r>
        <w:tab/>
        <w:t>1.013e0</w:t>
      </w:r>
    </w:p>
    <w:p w14:paraId="75159C51" w14:textId="77777777" w:rsidR="00810015" w:rsidRDefault="00810015" w:rsidP="00810015">
      <w:r>
        <w:t>318.7057</w:t>
      </w:r>
      <w:r>
        <w:tab/>
        <w:t>2.025e0</w:t>
      </w:r>
    </w:p>
    <w:p w14:paraId="591ABAF2" w14:textId="77777777" w:rsidR="00810015" w:rsidRDefault="00810015" w:rsidP="00810015">
      <w:r>
        <w:t>318.7142</w:t>
      </w:r>
      <w:r>
        <w:tab/>
        <w:t>2.025e0</w:t>
      </w:r>
    </w:p>
    <w:p w14:paraId="7182C8ED" w14:textId="77777777" w:rsidR="00810015" w:rsidRDefault="00810015" w:rsidP="00810015">
      <w:r>
        <w:t>318.7476</w:t>
      </w:r>
      <w:r>
        <w:tab/>
        <w:t>1.013e0</w:t>
      </w:r>
    </w:p>
    <w:p w14:paraId="41632555" w14:textId="77777777" w:rsidR="00810015" w:rsidRDefault="00810015" w:rsidP="00810015">
      <w:r>
        <w:t>318.7601</w:t>
      </w:r>
      <w:r>
        <w:tab/>
        <w:t>2.025e0</w:t>
      </w:r>
    </w:p>
    <w:p w14:paraId="139C03D3" w14:textId="77777777" w:rsidR="00810015" w:rsidRDefault="00810015" w:rsidP="00810015">
      <w:r>
        <w:t>318.8039</w:t>
      </w:r>
      <w:r>
        <w:tab/>
        <w:t>1.013e0</w:t>
      </w:r>
    </w:p>
    <w:p w14:paraId="634B763D" w14:textId="77777777" w:rsidR="00810015" w:rsidRDefault="00810015" w:rsidP="00810015">
      <w:r>
        <w:t>318.8440</w:t>
      </w:r>
      <w:r>
        <w:tab/>
        <w:t>1.013e0</w:t>
      </w:r>
    </w:p>
    <w:p w14:paraId="6103F207" w14:textId="77777777" w:rsidR="00810015" w:rsidRDefault="00810015" w:rsidP="00810015">
      <w:r>
        <w:t>318.8787</w:t>
      </w:r>
      <w:r>
        <w:tab/>
        <w:t>3.038e0</w:t>
      </w:r>
    </w:p>
    <w:p w14:paraId="6F68D7A6" w14:textId="77777777" w:rsidR="00810015" w:rsidRDefault="00810015" w:rsidP="00810015">
      <w:r>
        <w:t>318.8902</w:t>
      </w:r>
      <w:r>
        <w:tab/>
        <w:t>9.114e0</w:t>
      </w:r>
    </w:p>
    <w:p w14:paraId="2425E4BB" w14:textId="77777777" w:rsidR="00810015" w:rsidRDefault="00810015" w:rsidP="00810015">
      <w:r>
        <w:t>318.8934</w:t>
      </w:r>
      <w:r>
        <w:tab/>
        <w:t>5.063e0</w:t>
      </w:r>
    </w:p>
    <w:p w14:paraId="5CC4A349" w14:textId="77777777" w:rsidR="00810015" w:rsidRDefault="00810015" w:rsidP="00810015">
      <w:r>
        <w:t>318.8992</w:t>
      </w:r>
      <w:r>
        <w:tab/>
        <w:t>4.051e0</w:t>
      </w:r>
    </w:p>
    <w:p w14:paraId="7EB9210D" w14:textId="77777777" w:rsidR="00810015" w:rsidRDefault="00810015" w:rsidP="00810015">
      <w:r>
        <w:t>318.9030</w:t>
      </w:r>
      <w:r>
        <w:tab/>
        <w:t>4.455e0</w:t>
      </w:r>
    </w:p>
    <w:p w14:paraId="1F35E164" w14:textId="77777777" w:rsidR="00810015" w:rsidRDefault="00810015" w:rsidP="00810015">
      <w:r>
        <w:t>318.9230</w:t>
      </w:r>
      <w:r>
        <w:tab/>
        <w:t>4.051e0</w:t>
      </w:r>
    </w:p>
    <w:p w14:paraId="711481EE" w14:textId="77777777" w:rsidR="00810015" w:rsidRDefault="00810015" w:rsidP="00810015">
      <w:r>
        <w:t>318.9400</w:t>
      </w:r>
      <w:r>
        <w:tab/>
        <w:t>2.025e0</w:t>
      </w:r>
    </w:p>
    <w:p w14:paraId="3AC9880A" w14:textId="77777777" w:rsidR="00810015" w:rsidRDefault="00810015" w:rsidP="00810015">
      <w:r>
        <w:t>318.9637</w:t>
      </w:r>
      <w:r>
        <w:tab/>
        <w:t>4.051e0</w:t>
      </w:r>
    </w:p>
    <w:p w14:paraId="6074B5C8" w14:textId="77777777" w:rsidR="00810015" w:rsidRDefault="00810015" w:rsidP="00810015">
      <w:r>
        <w:t>318.9992</w:t>
      </w:r>
      <w:r>
        <w:tab/>
        <w:t>1.462e1</w:t>
      </w:r>
    </w:p>
    <w:p w14:paraId="786EA4CD" w14:textId="77777777" w:rsidR="00810015" w:rsidRDefault="00810015" w:rsidP="00810015">
      <w:r>
        <w:t>319.0144</w:t>
      </w:r>
      <w:r>
        <w:tab/>
        <w:t>1.883e0</w:t>
      </w:r>
    </w:p>
    <w:p w14:paraId="47B542EF" w14:textId="77777777" w:rsidR="00810015" w:rsidRDefault="00810015" w:rsidP="00810015">
      <w:r>
        <w:t>319.0259</w:t>
      </w:r>
      <w:r>
        <w:tab/>
        <w:t>2.025e0</w:t>
      </w:r>
    </w:p>
    <w:p w14:paraId="0FD5AB69" w14:textId="77777777" w:rsidR="00810015" w:rsidRDefault="00810015" w:rsidP="00810015">
      <w:r>
        <w:t>319.0411</w:t>
      </w:r>
      <w:r>
        <w:tab/>
        <w:t>1.955e0</w:t>
      </w:r>
    </w:p>
    <w:p w14:paraId="131D93CB" w14:textId="77777777" w:rsidR="00810015" w:rsidRDefault="00810015" w:rsidP="00810015">
      <w:r>
        <w:t>319.0461</w:t>
      </w:r>
      <w:r>
        <w:tab/>
        <w:t>4.051e0</w:t>
      </w:r>
    </w:p>
    <w:p w14:paraId="70BB9282" w14:textId="77777777" w:rsidR="00810015" w:rsidRDefault="00810015" w:rsidP="00810015">
      <w:r>
        <w:t>319.0583</w:t>
      </w:r>
      <w:r>
        <w:tab/>
        <w:t>8.486e0</w:t>
      </w:r>
    </w:p>
    <w:p w14:paraId="66F0752B" w14:textId="77777777" w:rsidR="00810015" w:rsidRDefault="00810015" w:rsidP="00810015">
      <w:r>
        <w:t>319.0847</w:t>
      </w:r>
      <w:r>
        <w:tab/>
        <w:t>6.076e0</w:t>
      </w:r>
    </w:p>
    <w:p w14:paraId="31CBDAD9" w14:textId="77777777" w:rsidR="00810015" w:rsidRDefault="00810015" w:rsidP="00810015">
      <w:r>
        <w:t>319.0863</w:t>
      </w:r>
      <w:r>
        <w:tab/>
        <w:t>3.038e0</w:t>
      </w:r>
    </w:p>
    <w:p w14:paraId="749783B5" w14:textId="77777777" w:rsidR="00810015" w:rsidRDefault="00810015" w:rsidP="00810015">
      <w:r>
        <w:t>319.1186</w:t>
      </w:r>
      <w:r>
        <w:tab/>
        <w:t>1.013e0</w:t>
      </w:r>
    </w:p>
    <w:p w14:paraId="73A49E87" w14:textId="77777777" w:rsidR="00810015" w:rsidRDefault="00810015" w:rsidP="00810015">
      <w:r>
        <w:t>319.1243</w:t>
      </w:r>
      <w:r>
        <w:tab/>
        <w:t>5.987e0</w:t>
      </w:r>
    </w:p>
    <w:p w14:paraId="0D6290EA" w14:textId="77777777" w:rsidR="00810015" w:rsidRDefault="00810015" w:rsidP="00810015">
      <w:r>
        <w:t>319.1370</w:t>
      </w:r>
      <w:r>
        <w:tab/>
        <w:t>2.025e0</w:t>
      </w:r>
    </w:p>
    <w:p w14:paraId="195E1BD4" w14:textId="77777777" w:rsidR="00810015" w:rsidRDefault="00810015" w:rsidP="00810015">
      <w:r>
        <w:t>319.1670</w:t>
      </w:r>
      <w:r>
        <w:tab/>
        <w:t>1.013e0</w:t>
      </w:r>
    </w:p>
    <w:p w14:paraId="4A5E5E0B" w14:textId="77777777" w:rsidR="00810015" w:rsidRDefault="00810015" w:rsidP="00810015">
      <w:r>
        <w:t>319.1687</w:t>
      </w:r>
      <w:r>
        <w:tab/>
        <w:t>2.025e0</w:t>
      </w:r>
    </w:p>
    <w:p w14:paraId="214AB785" w14:textId="77777777" w:rsidR="00810015" w:rsidRDefault="00810015" w:rsidP="00810015">
      <w:r>
        <w:t>319.1839</w:t>
      </w:r>
      <w:r>
        <w:tab/>
        <w:t>3.038e0</w:t>
      </w:r>
    </w:p>
    <w:p w14:paraId="4A6F35E5" w14:textId="77777777" w:rsidR="00810015" w:rsidRDefault="00810015" w:rsidP="00810015">
      <w:r>
        <w:t>319.1921</w:t>
      </w:r>
      <w:r>
        <w:tab/>
        <w:t>2.025e0</w:t>
      </w:r>
    </w:p>
    <w:p w14:paraId="27735E18" w14:textId="77777777" w:rsidR="00810015" w:rsidRDefault="00810015" w:rsidP="00810015">
      <w:r>
        <w:t>319.1941</w:t>
      </w:r>
      <w:r>
        <w:tab/>
        <w:t>4.051e0</w:t>
      </w:r>
    </w:p>
    <w:p w14:paraId="0FED98A3" w14:textId="77777777" w:rsidR="00810015" w:rsidRDefault="00810015" w:rsidP="00810015">
      <w:r>
        <w:t>319.2073</w:t>
      </w:r>
      <w:r>
        <w:tab/>
        <w:t>1.013e0</w:t>
      </w:r>
    </w:p>
    <w:p w14:paraId="2905577E" w14:textId="77777777" w:rsidR="00810015" w:rsidRDefault="00810015" w:rsidP="00810015">
      <w:r>
        <w:t>319.2235</w:t>
      </w:r>
      <w:r>
        <w:tab/>
        <w:t>1.013e0</w:t>
      </w:r>
    </w:p>
    <w:p w14:paraId="4CFA520B" w14:textId="77777777" w:rsidR="00810015" w:rsidRDefault="00810015" w:rsidP="00810015">
      <w:r>
        <w:t>319.2316</w:t>
      </w:r>
      <w:r>
        <w:tab/>
        <w:t>1.013e0</w:t>
      </w:r>
    </w:p>
    <w:p w14:paraId="3A2A3E99" w14:textId="77777777" w:rsidR="00810015" w:rsidRDefault="00810015" w:rsidP="00810015">
      <w:r>
        <w:t>319.2408</w:t>
      </w:r>
      <w:r>
        <w:tab/>
        <w:t>4.051e0</w:t>
      </w:r>
    </w:p>
    <w:p w14:paraId="01B03BD1" w14:textId="77777777" w:rsidR="00810015" w:rsidRDefault="00810015" w:rsidP="00810015">
      <w:r>
        <w:t>319.2517</w:t>
      </w:r>
      <w:r>
        <w:tab/>
        <w:t>1.013e0</w:t>
      </w:r>
    </w:p>
    <w:p w14:paraId="60F3784C" w14:textId="77777777" w:rsidR="00810015" w:rsidRDefault="00810015" w:rsidP="00810015">
      <w:r>
        <w:t>319.2708</w:t>
      </w:r>
      <w:r>
        <w:tab/>
        <w:t>1.013e0</w:t>
      </w:r>
    </w:p>
    <w:p w14:paraId="775ADE5D" w14:textId="77777777" w:rsidR="00810015" w:rsidRDefault="00810015" w:rsidP="00810015">
      <w:r>
        <w:t>319.2841</w:t>
      </w:r>
      <w:r>
        <w:tab/>
        <w:t>2.025e0</w:t>
      </w:r>
    </w:p>
    <w:p w14:paraId="7411960F" w14:textId="77777777" w:rsidR="00810015" w:rsidRDefault="00810015" w:rsidP="00810015">
      <w:r>
        <w:t>319.2915</w:t>
      </w:r>
      <w:r>
        <w:tab/>
        <w:t>2.025e0</w:t>
      </w:r>
    </w:p>
    <w:p w14:paraId="61B6BC73" w14:textId="77777777" w:rsidR="00810015" w:rsidRDefault="00810015" w:rsidP="00810015">
      <w:r>
        <w:t>319.2939</w:t>
      </w:r>
      <w:r>
        <w:tab/>
        <w:t>1.013e0</w:t>
      </w:r>
    </w:p>
    <w:p w14:paraId="3A68837C" w14:textId="77777777" w:rsidR="00810015" w:rsidRDefault="00810015" w:rsidP="00810015">
      <w:r>
        <w:t>319.3082</w:t>
      </w:r>
      <w:r>
        <w:tab/>
        <w:t>1.013e0</w:t>
      </w:r>
    </w:p>
    <w:p w14:paraId="5689019D" w14:textId="77777777" w:rsidR="00810015" w:rsidRDefault="00810015" w:rsidP="00810015">
      <w:r>
        <w:t>319.3094</w:t>
      </w:r>
      <w:r>
        <w:tab/>
        <w:t>1.013e0</w:t>
      </w:r>
    </w:p>
    <w:p w14:paraId="610FCE82" w14:textId="77777777" w:rsidR="00810015" w:rsidRDefault="00810015" w:rsidP="00810015">
      <w:r>
        <w:t>319.3170</w:t>
      </w:r>
      <w:r>
        <w:tab/>
        <w:t>1.013e0</w:t>
      </w:r>
    </w:p>
    <w:p w14:paraId="36722F56" w14:textId="77777777" w:rsidR="00810015" w:rsidRDefault="00810015" w:rsidP="00810015">
      <w:r>
        <w:t>319.3415</w:t>
      </w:r>
      <w:r>
        <w:tab/>
        <w:t>1.013e0</w:t>
      </w:r>
    </w:p>
    <w:p w14:paraId="558ED57A" w14:textId="77777777" w:rsidR="00810015" w:rsidRDefault="00810015" w:rsidP="00810015">
      <w:r>
        <w:t>319.3567</w:t>
      </w:r>
      <w:r>
        <w:tab/>
        <w:t>1.013e0</w:t>
      </w:r>
    </w:p>
    <w:p w14:paraId="63A07DFD" w14:textId="77777777" w:rsidR="00810015" w:rsidRDefault="00810015" w:rsidP="00810015">
      <w:r>
        <w:t>319.3849</w:t>
      </w:r>
      <w:r>
        <w:tab/>
        <w:t>2.025e0</w:t>
      </w:r>
    </w:p>
    <w:p w14:paraId="1F0E367E" w14:textId="77777777" w:rsidR="00810015" w:rsidRDefault="00810015" w:rsidP="00810015">
      <w:r>
        <w:t>319.4008</w:t>
      </w:r>
      <w:r>
        <w:tab/>
        <w:t>2.025e0</w:t>
      </w:r>
    </w:p>
    <w:p w14:paraId="7F4D429B" w14:textId="77777777" w:rsidR="00810015" w:rsidRDefault="00810015" w:rsidP="00810015">
      <w:r>
        <w:t>319.4172</w:t>
      </w:r>
      <w:r>
        <w:tab/>
        <w:t>1.013e0</w:t>
      </w:r>
    </w:p>
    <w:p w14:paraId="52013569" w14:textId="77777777" w:rsidR="00810015" w:rsidRDefault="00810015" w:rsidP="00810015">
      <w:r>
        <w:t>319.4440</w:t>
      </w:r>
      <w:r>
        <w:tab/>
        <w:t>2.025e0</w:t>
      </w:r>
    </w:p>
    <w:p w14:paraId="136AD5CA" w14:textId="77777777" w:rsidR="00810015" w:rsidRDefault="00810015" w:rsidP="00810015">
      <w:r>
        <w:t>319.4454</w:t>
      </w:r>
      <w:r>
        <w:tab/>
        <w:t>1.013e0</w:t>
      </w:r>
    </w:p>
    <w:p w14:paraId="0498554B" w14:textId="77777777" w:rsidR="00810015" w:rsidRDefault="00810015" w:rsidP="00810015">
      <w:r>
        <w:t>319.4736</w:t>
      </w:r>
      <w:r>
        <w:tab/>
        <w:t>1.013e0</w:t>
      </w:r>
    </w:p>
    <w:p w14:paraId="630CC67B" w14:textId="77777777" w:rsidR="00810015" w:rsidRDefault="00810015" w:rsidP="00810015">
      <w:r>
        <w:t>319.4859</w:t>
      </w:r>
      <w:r>
        <w:tab/>
        <w:t>3.038e0</w:t>
      </w:r>
    </w:p>
    <w:p w14:paraId="7C274B46" w14:textId="77777777" w:rsidR="00810015" w:rsidRDefault="00810015" w:rsidP="00810015">
      <w:r>
        <w:t>319.5756</w:t>
      </w:r>
      <w:r>
        <w:tab/>
        <w:t>1.013e0</w:t>
      </w:r>
    </w:p>
    <w:p w14:paraId="0A7FC088" w14:textId="77777777" w:rsidR="00810015" w:rsidRDefault="00810015" w:rsidP="00810015">
      <w:r>
        <w:t>319.6068</w:t>
      </w:r>
      <w:r>
        <w:tab/>
        <w:t>1.013e0</w:t>
      </w:r>
    </w:p>
    <w:p w14:paraId="6209DDDF" w14:textId="77777777" w:rsidR="00810015" w:rsidRDefault="00810015" w:rsidP="00810015">
      <w:r>
        <w:t>319.6145</w:t>
      </w:r>
      <w:r>
        <w:tab/>
        <w:t>3.038e0</w:t>
      </w:r>
    </w:p>
    <w:p w14:paraId="2F91A441" w14:textId="77777777" w:rsidR="00810015" w:rsidRDefault="00810015" w:rsidP="00810015">
      <w:r>
        <w:t>319.6281</w:t>
      </w:r>
      <w:r>
        <w:tab/>
        <w:t>4.051e0</w:t>
      </w:r>
    </w:p>
    <w:p w14:paraId="01572F34" w14:textId="77777777" w:rsidR="00810015" w:rsidRDefault="00810015" w:rsidP="00810015">
      <w:r>
        <w:t>319.6482</w:t>
      </w:r>
      <w:r>
        <w:tab/>
        <w:t>2.025e0</w:t>
      </w:r>
    </w:p>
    <w:p w14:paraId="08BA8C5A" w14:textId="77777777" w:rsidR="00810015" w:rsidRDefault="00810015" w:rsidP="00810015">
      <w:r>
        <w:t>319.6835</w:t>
      </w:r>
      <w:r>
        <w:tab/>
        <w:t>1.013e0</w:t>
      </w:r>
    </w:p>
    <w:p w14:paraId="77A6FD7C" w14:textId="77777777" w:rsidR="00810015" w:rsidRDefault="00810015" w:rsidP="00810015">
      <w:r>
        <w:t>319.7108</w:t>
      </w:r>
      <w:r>
        <w:tab/>
        <w:t>2.025e0</w:t>
      </w:r>
    </w:p>
    <w:p w14:paraId="5C576A81" w14:textId="77777777" w:rsidR="00810015" w:rsidRDefault="00810015" w:rsidP="00810015">
      <w:r>
        <w:t>319.7400</w:t>
      </w:r>
      <w:r>
        <w:tab/>
        <w:t>1.013e0</w:t>
      </w:r>
    </w:p>
    <w:p w14:paraId="209DC10A" w14:textId="77777777" w:rsidR="00810015" w:rsidRDefault="00810015" w:rsidP="00810015">
      <w:r>
        <w:t>319.7588</w:t>
      </w:r>
      <w:r>
        <w:tab/>
        <w:t>2.025e0</w:t>
      </w:r>
    </w:p>
    <w:p w14:paraId="5F035EDE" w14:textId="77777777" w:rsidR="00810015" w:rsidRDefault="00810015" w:rsidP="00810015">
      <w:r>
        <w:t>319.7601</w:t>
      </w:r>
      <w:r>
        <w:tab/>
        <w:t>1.013e0</w:t>
      </w:r>
    </w:p>
    <w:p w14:paraId="1F5B5A5E" w14:textId="77777777" w:rsidR="00810015" w:rsidRDefault="00810015" w:rsidP="00810015">
      <w:r>
        <w:t>319.7868</w:t>
      </w:r>
      <w:r>
        <w:tab/>
        <w:t>2.025e0</w:t>
      </w:r>
    </w:p>
    <w:p w14:paraId="0EA69B52" w14:textId="77777777" w:rsidR="00810015" w:rsidRDefault="00810015" w:rsidP="00810015">
      <w:r>
        <w:t>319.8022</w:t>
      </w:r>
      <w:r>
        <w:tab/>
        <w:t>1.013e0</w:t>
      </w:r>
    </w:p>
    <w:p w14:paraId="28A16418" w14:textId="77777777" w:rsidR="00810015" w:rsidRDefault="00810015" w:rsidP="00810015">
      <w:r>
        <w:t>319.8206</w:t>
      </w:r>
      <w:r>
        <w:tab/>
        <w:t>1.013e0</w:t>
      </w:r>
    </w:p>
    <w:p w14:paraId="5289B540" w14:textId="77777777" w:rsidR="00810015" w:rsidRDefault="00810015" w:rsidP="00810015">
      <w:r>
        <w:t>319.8542</w:t>
      </w:r>
      <w:r>
        <w:tab/>
        <w:t>1.013e0</w:t>
      </w:r>
    </w:p>
    <w:p w14:paraId="07FB2B80" w14:textId="77777777" w:rsidR="00810015" w:rsidRDefault="00810015" w:rsidP="00810015">
      <w:r>
        <w:t>319.8609</w:t>
      </w:r>
      <w:r>
        <w:tab/>
        <w:t>2.025e0</w:t>
      </w:r>
    </w:p>
    <w:p w14:paraId="49C07968" w14:textId="77777777" w:rsidR="00810015" w:rsidRDefault="00810015" w:rsidP="00810015">
      <w:r>
        <w:t>319.8727</w:t>
      </w:r>
      <w:r>
        <w:tab/>
        <w:t>2.025e0</w:t>
      </w:r>
    </w:p>
    <w:p w14:paraId="77FE758D" w14:textId="77777777" w:rsidR="00810015" w:rsidRDefault="00810015" w:rsidP="00810015">
      <w:r>
        <w:t>319.8975</w:t>
      </w:r>
      <w:r>
        <w:tab/>
        <w:t>4.051e0</w:t>
      </w:r>
    </w:p>
    <w:p w14:paraId="77F09C34" w14:textId="77777777" w:rsidR="00810015" w:rsidRDefault="00810015" w:rsidP="00810015">
      <w:r>
        <w:t>319.9043</w:t>
      </w:r>
      <w:r>
        <w:tab/>
        <w:t>2.025e0</w:t>
      </w:r>
    </w:p>
    <w:p w14:paraId="64A56C00" w14:textId="77777777" w:rsidR="00810015" w:rsidRDefault="00810015" w:rsidP="00810015">
      <w:r>
        <w:t>319.9207</w:t>
      </w:r>
      <w:r>
        <w:tab/>
        <w:t>2.025e0</w:t>
      </w:r>
    </w:p>
    <w:p w14:paraId="392D389B" w14:textId="77777777" w:rsidR="00810015" w:rsidRDefault="00810015" w:rsidP="00810015">
      <w:r>
        <w:t>319.9256</w:t>
      </w:r>
      <w:r>
        <w:tab/>
        <w:t>1.013e0</w:t>
      </w:r>
    </w:p>
    <w:p w14:paraId="16E16EC6" w14:textId="77777777" w:rsidR="00810015" w:rsidRDefault="00810015" w:rsidP="00810015">
      <w:r>
        <w:t>319.9832</w:t>
      </w:r>
      <w:r>
        <w:tab/>
        <w:t>2.120e0</w:t>
      </w:r>
    </w:p>
    <w:p w14:paraId="61635AF3" w14:textId="77777777" w:rsidR="00810015" w:rsidRDefault="00810015" w:rsidP="00810015">
      <w:r>
        <w:t>319.9881</w:t>
      </w:r>
      <w:r>
        <w:tab/>
        <w:t>2.025e0</w:t>
      </w:r>
    </w:p>
    <w:p w14:paraId="3BA4FEE2" w14:textId="77777777" w:rsidR="00810015" w:rsidRDefault="00810015" w:rsidP="00810015">
      <w:r>
        <w:t>319.9991</w:t>
      </w:r>
      <w:r>
        <w:tab/>
        <w:t>1.703e1</w:t>
      </w:r>
    </w:p>
    <w:p w14:paraId="43D2FF70" w14:textId="77777777" w:rsidR="00810015" w:rsidRDefault="00810015" w:rsidP="00810015">
      <w:r>
        <w:t>320.0030</w:t>
      </w:r>
      <w:r>
        <w:tab/>
        <w:t>3.043e1</w:t>
      </w:r>
    </w:p>
    <w:p w14:paraId="109E55A4" w14:textId="77777777" w:rsidR="00810015" w:rsidRDefault="00810015" w:rsidP="00810015">
      <w:r>
        <w:t>320.0207</w:t>
      </w:r>
      <w:r>
        <w:tab/>
        <w:t>2.025e0</w:t>
      </w:r>
    </w:p>
    <w:p w14:paraId="254821E9" w14:textId="77777777" w:rsidR="00810015" w:rsidRDefault="00810015" w:rsidP="00810015">
      <w:r>
        <w:t>320.0506</w:t>
      </w:r>
      <w:r>
        <w:tab/>
        <w:t>6.082e0</w:t>
      </w:r>
    </w:p>
    <w:p w14:paraId="5B49BD5C" w14:textId="77777777" w:rsidR="00810015" w:rsidRDefault="00810015" w:rsidP="00810015">
      <w:r>
        <w:t>320.0739</w:t>
      </w:r>
      <w:r>
        <w:tab/>
        <w:t>1.013e0</w:t>
      </w:r>
    </w:p>
    <w:p w14:paraId="36F26AD5" w14:textId="77777777" w:rsidR="00810015" w:rsidRDefault="00810015" w:rsidP="00810015">
      <w:r>
        <w:t>320.0790</w:t>
      </w:r>
      <w:r>
        <w:tab/>
        <w:t>1.013e0</w:t>
      </w:r>
    </w:p>
    <w:p w14:paraId="0CF94340" w14:textId="77777777" w:rsidR="00810015" w:rsidRDefault="00810015" w:rsidP="00810015">
      <w:r>
        <w:t>320.0870</w:t>
      </w:r>
      <w:r>
        <w:tab/>
        <w:t>1.013e0</w:t>
      </w:r>
    </w:p>
    <w:p w14:paraId="5195A7DE" w14:textId="77777777" w:rsidR="00810015" w:rsidRDefault="00810015" w:rsidP="00810015">
      <w:r>
        <w:t>320.1003</w:t>
      </w:r>
      <w:r>
        <w:tab/>
        <w:t>2.517e0</w:t>
      </w:r>
    </w:p>
    <w:p w14:paraId="7555E3A2" w14:textId="77777777" w:rsidR="00810015" w:rsidRDefault="00810015" w:rsidP="00810015">
      <w:r>
        <w:t>320.1018</w:t>
      </w:r>
      <w:r>
        <w:tab/>
        <w:t>3.038e0</w:t>
      </w:r>
    </w:p>
    <w:p w14:paraId="7B0AC4F2" w14:textId="77777777" w:rsidR="00810015" w:rsidRDefault="00810015" w:rsidP="00810015">
      <w:r>
        <w:t>320.1103</w:t>
      </w:r>
      <w:r>
        <w:tab/>
        <w:t>3.038e0</w:t>
      </w:r>
    </w:p>
    <w:p w14:paraId="673264EF" w14:textId="77777777" w:rsidR="00810015" w:rsidRDefault="00810015" w:rsidP="00810015">
      <w:r>
        <w:t>320.1429</w:t>
      </w:r>
      <w:r>
        <w:tab/>
        <w:t>1.800e0</w:t>
      </w:r>
    </w:p>
    <w:p w14:paraId="135709C1" w14:textId="77777777" w:rsidR="00810015" w:rsidRDefault="00810015" w:rsidP="00810015">
      <w:r>
        <w:t>320.1491</w:t>
      </w:r>
      <w:r>
        <w:tab/>
        <w:t>2.025e0</w:t>
      </w:r>
    </w:p>
    <w:p w14:paraId="0D1DFE4B" w14:textId="77777777" w:rsidR="00810015" w:rsidRDefault="00810015" w:rsidP="00810015">
      <w:r>
        <w:t>320.1678</w:t>
      </w:r>
      <w:r>
        <w:tab/>
        <w:t>1.013e0</w:t>
      </w:r>
    </w:p>
    <w:p w14:paraId="52B13A2B" w14:textId="77777777" w:rsidR="00810015" w:rsidRDefault="00810015" w:rsidP="00810015">
      <w:r>
        <w:t>320.1778</w:t>
      </w:r>
      <w:r>
        <w:tab/>
        <w:t>5.063e0</w:t>
      </w:r>
    </w:p>
    <w:p w14:paraId="741162ED" w14:textId="77777777" w:rsidR="00810015" w:rsidRDefault="00810015" w:rsidP="00810015">
      <w:r>
        <w:t>320.1959</w:t>
      </w:r>
      <w:r>
        <w:tab/>
        <w:t>1.013e0</w:t>
      </w:r>
    </w:p>
    <w:p w14:paraId="5A0D2019" w14:textId="77777777" w:rsidR="00810015" w:rsidRDefault="00810015" w:rsidP="00810015">
      <w:r>
        <w:t>320.2023</w:t>
      </w:r>
      <w:r>
        <w:tab/>
        <w:t>1.013e0</w:t>
      </w:r>
    </w:p>
    <w:p w14:paraId="44953E9E" w14:textId="77777777" w:rsidR="00810015" w:rsidRDefault="00810015" w:rsidP="00810015">
      <w:r>
        <w:t>320.2077</w:t>
      </w:r>
      <w:r>
        <w:tab/>
        <w:t>2.025e0</w:t>
      </w:r>
    </w:p>
    <w:p w14:paraId="2C8FFD94" w14:textId="77777777" w:rsidR="00810015" w:rsidRDefault="00810015" w:rsidP="00810015">
      <w:r>
        <w:t>320.2182</w:t>
      </w:r>
      <w:r>
        <w:tab/>
        <w:t>2.025e0</w:t>
      </w:r>
    </w:p>
    <w:p w14:paraId="2AFFE9DD" w14:textId="77777777" w:rsidR="00810015" w:rsidRDefault="00810015" w:rsidP="00810015">
      <w:r>
        <w:t>320.2359</w:t>
      </w:r>
      <w:r>
        <w:tab/>
        <w:t>1.013e0</w:t>
      </w:r>
    </w:p>
    <w:p w14:paraId="36BB879F" w14:textId="77777777" w:rsidR="00810015" w:rsidRDefault="00810015" w:rsidP="00810015">
      <w:r>
        <w:t>320.2602</w:t>
      </w:r>
      <w:r>
        <w:tab/>
        <w:t>1.013e0</w:t>
      </w:r>
    </w:p>
    <w:p w14:paraId="534EAB6A" w14:textId="77777777" w:rsidR="00810015" w:rsidRDefault="00810015" w:rsidP="00810015">
      <w:r>
        <w:t>320.2822</w:t>
      </w:r>
      <w:r>
        <w:tab/>
        <w:t>1.013e0</w:t>
      </w:r>
    </w:p>
    <w:p w14:paraId="0C12D462" w14:textId="77777777" w:rsidR="00810015" w:rsidRDefault="00810015" w:rsidP="00810015">
      <w:r>
        <w:t>320.2880</w:t>
      </w:r>
      <w:r>
        <w:tab/>
        <w:t>1.013e0</w:t>
      </w:r>
    </w:p>
    <w:p w14:paraId="496A6308" w14:textId="77777777" w:rsidR="00810015" w:rsidRDefault="00810015" w:rsidP="00810015">
      <w:r>
        <w:t>320.3021</w:t>
      </w:r>
      <w:r>
        <w:tab/>
        <w:t>1.013e0</w:t>
      </w:r>
    </w:p>
    <w:p w14:paraId="116602ED" w14:textId="77777777" w:rsidR="00810015" w:rsidRDefault="00810015" w:rsidP="00810015">
      <w:r>
        <w:t>320.3291</w:t>
      </w:r>
      <w:r>
        <w:tab/>
        <w:t>2.025e0</w:t>
      </w:r>
    </w:p>
    <w:p w14:paraId="118AE97C" w14:textId="77777777" w:rsidR="00810015" w:rsidRDefault="00810015" w:rsidP="00810015">
      <w:r>
        <w:t>320.3354</w:t>
      </w:r>
      <w:r>
        <w:tab/>
        <w:t>1.013e0</w:t>
      </w:r>
    </w:p>
    <w:p w14:paraId="192BF40B" w14:textId="77777777" w:rsidR="00810015" w:rsidRDefault="00810015" w:rsidP="00810015">
      <w:r>
        <w:t>320.3413</w:t>
      </w:r>
      <w:r>
        <w:tab/>
        <w:t>2.025e0</w:t>
      </w:r>
    </w:p>
    <w:p w14:paraId="463E141A" w14:textId="77777777" w:rsidR="00810015" w:rsidRDefault="00810015" w:rsidP="00810015">
      <w:r>
        <w:t>320.3736</w:t>
      </w:r>
      <w:r>
        <w:tab/>
        <w:t>1.013e0</w:t>
      </w:r>
    </w:p>
    <w:p w14:paraId="5695F592" w14:textId="77777777" w:rsidR="00810015" w:rsidRDefault="00810015" w:rsidP="00810015">
      <w:r>
        <w:t>320.3817</w:t>
      </w:r>
      <w:r>
        <w:tab/>
        <w:t>1.013e0</w:t>
      </w:r>
    </w:p>
    <w:p w14:paraId="51FAD0DB" w14:textId="77777777" w:rsidR="00810015" w:rsidRDefault="00810015" w:rsidP="00810015">
      <w:r>
        <w:t>320.3933</w:t>
      </w:r>
      <w:r>
        <w:tab/>
        <w:t>1.013e0</w:t>
      </w:r>
    </w:p>
    <w:p w14:paraId="1E2B5434" w14:textId="77777777" w:rsidR="00810015" w:rsidRDefault="00810015" w:rsidP="00810015">
      <w:r>
        <w:t>320.4211</w:t>
      </w:r>
      <w:r>
        <w:tab/>
        <w:t>1.013e0</w:t>
      </w:r>
    </w:p>
    <w:p w14:paraId="7F49FEEB" w14:textId="77777777" w:rsidR="00810015" w:rsidRDefault="00810015" w:rsidP="00810015">
      <w:r>
        <w:t>320.4262</w:t>
      </w:r>
      <w:r>
        <w:tab/>
        <w:t>1.013e0</w:t>
      </w:r>
    </w:p>
    <w:p w14:paraId="54C567C5" w14:textId="77777777" w:rsidR="00810015" w:rsidRDefault="00810015" w:rsidP="00810015">
      <w:r>
        <w:t>320.4543</w:t>
      </w:r>
      <w:r>
        <w:tab/>
        <w:t>1.013e0</w:t>
      </w:r>
    </w:p>
    <w:p w14:paraId="342AC7B6" w14:textId="77777777" w:rsidR="00810015" w:rsidRDefault="00810015" w:rsidP="00810015">
      <w:r>
        <w:t>320.4630</w:t>
      </w:r>
      <w:r>
        <w:tab/>
        <w:t>2.025e0</w:t>
      </w:r>
    </w:p>
    <w:p w14:paraId="683C4E1B" w14:textId="77777777" w:rsidR="00810015" w:rsidRDefault="00810015" w:rsidP="00810015">
      <w:r>
        <w:t>320.4686</w:t>
      </w:r>
      <w:r>
        <w:tab/>
        <w:t>2.025e0</w:t>
      </w:r>
    </w:p>
    <w:p w14:paraId="6C8D5C77" w14:textId="77777777" w:rsidR="00810015" w:rsidRDefault="00810015" w:rsidP="00810015">
      <w:r>
        <w:t>320.5069</w:t>
      </w:r>
      <w:r>
        <w:tab/>
        <w:t>1.013e0</w:t>
      </w:r>
    </w:p>
    <w:p w14:paraId="06212856" w14:textId="77777777" w:rsidR="00810015" w:rsidRDefault="00810015" w:rsidP="00810015">
      <w:r>
        <w:t>320.5392</w:t>
      </w:r>
      <w:r>
        <w:tab/>
        <w:t>1.013e0</w:t>
      </w:r>
    </w:p>
    <w:p w14:paraId="41151C52" w14:textId="77777777" w:rsidR="00810015" w:rsidRDefault="00810015" w:rsidP="00810015">
      <w:r>
        <w:t>320.5497</w:t>
      </w:r>
      <w:r>
        <w:tab/>
        <w:t>1.013e0</w:t>
      </w:r>
    </w:p>
    <w:p w14:paraId="61EC4EA7" w14:textId="77777777" w:rsidR="00810015" w:rsidRDefault="00810015" w:rsidP="00810015">
      <w:r>
        <w:t>320.5594</w:t>
      </w:r>
      <w:r>
        <w:tab/>
        <w:t>1.013e0</w:t>
      </w:r>
    </w:p>
    <w:p w14:paraId="419246D7" w14:textId="77777777" w:rsidR="00810015" w:rsidRDefault="00810015" w:rsidP="00810015">
      <w:r>
        <w:t>320.5844</w:t>
      </w:r>
      <w:r>
        <w:tab/>
        <w:t>1.013e0</w:t>
      </w:r>
    </w:p>
    <w:p w14:paraId="23B48EB5" w14:textId="77777777" w:rsidR="00810015" w:rsidRDefault="00810015" w:rsidP="00810015">
      <w:r>
        <w:t>320.6366</w:t>
      </w:r>
      <w:r>
        <w:tab/>
        <w:t>1.013e0</w:t>
      </w:r>
    </w:p>
    <w:p w14:paraId="60D37F1B" w14:textId="77777777" w:rsidR="00810015" w:rsidRDefault="00810015" w:rsidP="00810015">
      <w:r>
        <w:t>320.6725</w:t>
      </w:r>
      <w:r>
        <w:tab/>
        <w:t>1.013e0</w:t>
      </w:r>
    </w:p>
    <w:p w14:paraId="2CC02858" w14:textId="77777777" w:rsidR="00810015" w:rsidRDefault="00810015" w:rsidP="00810015">
      <w:r>
        <w:t>320.6825</w:t>
      </w:r>
      <w:r>
        <w:tab/>
        <w:t>2.025e0</w:t>
      </w:r>
    </w:p>
    <w:p w14:paraId="62D88345" w14:textId="77777777" w:rsidR="00810015" w:rsidRDefault="00810015" w:rsidP="00810015">
      <w:r>
        <w:t>320.6927</w:t>
      </w:r>
      <w:r>
        <w:tab/>
        <w:t>1.013e0</w:t>
      </w:r>
    </w:p>
    <w:p w14:paraId="2730DCF6" w14:textId="77777777" w:rsidR="00810015" w:rsidRDefault="00810015" w:rsidP="00810015">
      <w:r>
        <w:t>320.7289</w:t>
      </w:r>
      <w:r>
        <w:tab/>
        <w:t>1.013e0</w:t>
      </w:r>
    </w:p>
    <w:p w14:paraId="18999C9E" w14:textId="77777777" w:rsidR="00810015" w:rsidRDefault="00810015" w:rsidP="00810015">
      <w:r>
        <w:t>320.7571</w:t>
      </w:r>
      <w:r>
        <w:tab/>
        <w:t>1.013e0</w:t>
      </w:r>
    </w:p>
    <w:p w14:paraId="581A054E" w14:textId="77777777" w:rsidR="00810015" w:rsidRDefault="00810015" w:rsidP="00810015">
      <w:r>
        <w:t>320.7629</w:t>
      </w:r>
      <w:r>
        <w:tab/>
        <w:t>1.013e0</w:t>
      </w:r>
    </w:p>
    <w:p w14:paraId="794A6C1B" w14:textId="77777777" w:rsidR="00810015" w:rsidRDefault="00810015" w:rsidP="00810015">
      <w:r>
        <w:t>320.7785</w:t>
      </w:r>
      <w:r>
        <w:tab/>
        <w:t>1.013e0</w:t>
      </w:r>
    </w:p>
    <w:p w14:paraId="372241CB" w14:textId="77777777" w:rsidR="00810015" w:rsidRDefault="00810015" w:rsidP="00810015">
      <w:r>
        <w:t>320.8209</w:t>
      </w:r>
      <w:r>
        <w:tab/>
        <w:t>1.013e0</w:t>
      </w:r>
    </w:p>
    <w:p w14:paraId="3842D77F" w14:textId="77777777" w:rsidR="00810015" w:rsidRDefault="00810015" w:rsidP="00810015">
      <w:r>
        <w:t>320.8622</w:t>
      </w:r>
      <w:r>
        <w:tab/>
        <w:t>1.013e0</w:t>
      </w:r>
    </w:p>
    <w:p w14:paraId="7751F94D" w14:textId="77777777" w:rsidR="00810015" w:rsidRDefault="00810015" w:rsidP="00810015">
      <w:r>
        <w:t>320.8828</w:t>
      </w:r>
      <w:r>
        <w:tab/>
        <w:t>4.051e0</w:t>
      </w:r>
    </w:p>
    <w:p w14:paraId="1ED5FAD5" w14:textId="77777777" w:rsidR="00810015" w:rsidRDefault="00810015" w:rsidP="00810015">
      <w:r>
        <w:t>320.8887</w:t>
      </w:r>
      <w:r>
        <w:tab/>
        <w:t>2.025e0</w:t>
      </w:r>
    </w:p>
    <w:p w14:paraId="12047A99" w14:textId="77777777" w:rsidR="00810015" w:rsidRDefault="00810015" w:rsidP="00810015">
      <w:r>
        <w:t>320.8955</w:t>
      </w:r>
      <w:r>
        <w:tab/>
        <w:t>3.038e0</w:t>
      </w:r>
    </w:p>
    <w:p w14:paraId="50E0026B" w14:textId="77777777" w:rsidR="00810015" w:rsidRDefault="00810015" w:rsidP="00810015">
      <w:r>
        <w:t>320.9066</w:t>
      </w:r>
      <w:r>
        <w:tab/>
        <w:t>2.025e0</w:t>
      </w:r>
    </w:p>
    <w:p w14:paraId="3CC99D9C" w14:textId="77777777" w:rsidR="00810015" w:rsidRDefault="00810015" w:rsidP="00810015">
      <w:r>
        <w:t>320.9286</w:t>
      </w:r>
      <w:r>
        <w:tab/>
        <w:t>2.025e0</w:t>
      </w:r>
    </w:p>
    <w:p w14:paraId="1DB0423D" w14:textId="77777777" w:rsidR="00810015" w:rsidRDefault="00810015" w:rsidP="00810015">
      <w:r>
        <w:t>320.9441</w:t>
      </w:r>
      <w:r>
        <w:tab/>
        <w:t>3.038e0</w:t>
      </w:r>
    </w:p>
    <w:p w14:paraId="0DE9EC77" w14:textId="77777777" w:rsidR="00810015" w:rsidRDefault="00810015" w:rsidP="00810015">
      <w:r>
        <w:t>320.9485</w:t>
      </w:r>
      <w:r>
        <w:tab/>
        <w:t>6.076e0</w:t>
      </w:r>
    </w:p>
    <w:p w14:paraId="62213D96" w14:textId="77777777" w:rsidR="00810015" w:rsidRDefault="00810015" w:rsidP="00810015">
      <w:r>
        <w:t>320.9594</w:t>
      </w:r>
      <w:r>
        <w:tab/>
        <w:t>7.089e0</w:t>
      </w:r>
    </w:p>
    <w:p w14:paraId="304491B7" w14:textId="77777777" w:rsidR="00810015" w:rsidRDefault="00810015" w:rsidP="00810015">
      <w:r>
        <w:t>320.9849</w:t>
      </w:r>
      <w:r>
        <w:tab/>
        <w:t>2.025e0</w:t>
      </w:r>
    </w:p>
    <w:p w14:paraId="5196D460" w14:textId="77777777" w:rsidR="00810015" w:rsidRDefault="00810015" w:rsidP="00810015">
      <w:r>
        <w:t>321.0023</w:t>
      </w:r>
      <w:r>
        <w:tab/>
        <w:t>2.958e0</w:t>
      </w:r>
    </w:p>
    <w:p w14:paraId="225E37E0" w14:textId="77777777" w:rsidR="00810015" w:rsidRDefault="00810015" w:rsidP="00810015">
      <w:r>
        <w:t>321.0056</w:t>
      </w:r>
      <w:r>
        <w:tab/>
        <w:t>2.025e0</w:t>
      </w:r>
    </w:p>
    <w:p w14:paraId="13924D6A" w14:textId="77777777" w:rsidR="00810015" w:rsidRDefault="00810015" w:rsidP="00810015">
      <w:r>
        <w:t>321.0198</w:t>
      </w:r>
      <w:r>
        <w:tab/>
        <w:t>1.013e0</w:t>
      </w:r>
    </w:p>
    <w:p w14:paraId="6EB0A875" w14:textId="77777777" w:rsidR="00810015" w:rsidRDefault="00810015" w:rsidP="00810015">
      <w:r>
        <w:t>321.0403</w:t>
      </w:r>
      <w:r>
        <w:tab/>
        <w:t>3.857e0</w:t>
      </w:r>
    </w:p>
    <w:p w14:paraId="0A3B7F40" w14:textId="77777777" w:rsidR="00810015" w:rsidRDefault="00810015" w:rsidP="00810015">
      <w:r>
        <w:t>321.0555</w:t>
      </w:r>
      <w:r>
        <w:tab/>
        <w:t>3.038e0</w:t>
      </w:r>
    </w:p>
    <w:p w14:paraId="278D7FB6" w14:textId="77777777" w:rsidR="00810015" w:rsidRDefault="00810015" w:rsidP="00810015">
      <w:r>
        <w:t>321.0818</w:t>
      </w:r>
      <w:r>
        <w:tab/>
        <w:t>1.013e0</w:t>
      </w:r>
    </w:p>
    <w:p w14:paraId="7A692B33" w14:textId="77777777" w:rsidR="00810015" w:rsidRDefault="00810015" w:rsidP="00810015">
      <w:r>
        <w:t>321.0936</w:t>
      </w:r>
      <w:r>
        <w:tab/>
        <w:t>1.013e0</w:t>
      </w:r>
    </w:p>
    <w:p w14:paraId="2FAB4BAC" w14:textId="77777777" w:rsidR="00810015" w:rsidRDefault="00810015" w:rsidP="00810015">
      <w:r>
        <w:t>321.1050</w:t>
      </w:r>
      <w:r>
        <w:tab/>
        <w:t>1.013e0</w:t>
      </w:r>
    </w:p>
    <w:p w14:paraId="5982E0F8" w14:textId="77777777" w:rsidR="00810015" w:rsidRDefault="00810015" w:rsidP="00810015">
      <w:r>
        <w:t>321.1108</w:t>
      </w:r>
      <w:r>
        <w:tab/>
        <w:t>1.718e0</w:t>
      </w:r>
    </w:p>
    <w:p w14:paraId="0CFD81FC" w14:textId="77777777" w:rsidR="00810015" w:rsidRDefault="00810015" w:rsidP="00810015">
      <w:r>
        <w:t>321.1274</w:t>
      </w:r>
      <w:r>
        <w:tab/>
        <w:t>3.038e0</w:t>
      </w:r>
    </w:p>
    <w:p w14:paraId="747045A2" w14:textId="77777777" w:rsidR="00810015" w:rsidRDefault="00810015" w:rsidP="00810015">
      <w:r>
        <w:t>321.1535</w:t>
      </w:r>
      <w:r>
        <w:tab/>
        <w:t>3.038e0</w:t>
      </w:r>
    </w:p>
    <w:p w14:paraId="122C54AF" w14:textId="77777777" w:rsidR="00810015" w:rsidRDefault="00810015" w:rsidP="00810015">
      <w:r>
        <w:t>321.1601</w:t>
      </w:r>
      <w:r>
        <w:tab/>
        <w:t>5.803e0</w:t>
      </w:r>
    </w:p>
    <w:p w14:paraId="49B988BA" w14:textId="77777777" w:rsidR="00810015" w:rsidRDefault="00810015" w:rsidP="00810015">
      <w:r>
        <w:t>321.1667</w:t>
      </w:r>
      <w:r>
        <w:tab/>
        <w:t>1.361e0</w:t>
      </w:r>
    </w:p>
    <w:p w14:paraId="6DBF2886" w14:textId="77777777" w:rsidR="00810015" w:rsidRDefault="00810015" w:rsidP="00810015">
      <w:r>
        <w:t>321.1791</w:t>
      </w:r>
      <w:r>
        <w:tab/>
        <w:t>2.025e0</w:t>
      </w:r>
    </w:p>
    <w:p w14:paraId="59829E87" w14:textId="77777777" w:rsidR="00810015" w:rsidRDefault="00810015" w:rsidP="00810015">
      <w:r>
        <w:t>321.2076</w:t>
      </w:r>
      <w:r>
        <w:tab/>
        <w:t>4.051e0</w:t>
      </w:r>
    </w:p>
    <w:p w14:paraId="03089902" w14:textId="77777777" w:rsidR="00810015" w:rsidRDefault="00810015" w:rsidP="00810015">
      <w:r>
        <w:t>321.2089</w:t>
      </w:r>
      <w:r>
        <w:tab/>
        <w:t>2.061e0</w:t>
      </w:r>
    </w:p>
    <w:p w14:paraId="7BE28DC8" w14:textId="77777777" w:rsidR="00810015" w:rsidRDefault="00810015" w:rsidP="00810015">
      <w:r>
        <w:t>321.2181</w:t>
      </w:r>
      <w:r>
        <w:tab/>
        <w:t>4.051e0</w:t>
      </w:r>
    </w:p>
    <w:p w14:paraId="3D662A5E" w14:textId="77777777" w:rsidR="00810015" w:rsidRDefault="00810015" w:rsidP="00810015">
      <w:r>
        <w:t>321.2202</w:t>
      </w:r>
      <w:r>
        <w:tab/>
        <w:t>3.038e0</w:t>
      </w:r>
    </w:p>
    <w:p w14:paraId="13743A88" w14:textId="77777777" w:rsidR="00810015" w:rsidRDefault="00810015" w:rsidP="00810015">
      <w:r>
        <w:t>321.2551</w:t>
      </w:r>
      <w:r>
        <w:tab/>
        <w:t>1.013e0</w:t>
      </w:r>
    </w:p>
    <w:p w14:paraId="6CF639D6" w14:textId="77777777" w:rsidR="00810015" w:rsidRDefault="00810015" w:rsidP="00810015">
      <w:r>
        <w:t>321.2581</w:t>
      </w:r>
      <w:r>
        <w:tab/>
        <w:t>2.025e0</w:t>
      </w:r>
    </w:p>
    <w:p w14:paraId="3D15BD0E" w14:textId="77777777" w:rsidR="00810015" w:rsidRDefault="00810015" w:rsidP="00810015">
      <w:r>
        <w:t>321.2620</w:t>
      </w:r>
      <w:r>
        <w:tab/>
        <w:t>1.013e0</w:t>
      </w:r>
    </w:p>
    <w:p w14:paraId="060294BC" w14:textId="77777777" w:rsidR="00810015" w:rsidRDefault="00810015" w:rsidP="00810015">
      <w:r>
        <w:t>321.2649</w:t>
      </w:r>
      <w:r>
        <w:tab/>
        <w:t>2.025e0</w:t>
      </w:r>
    </w:p>
    <w:p w14:paraId="2C10B130" w14:textId="77777777" w:rsidR="00810015" w:rsidRDefault="00810015" w:rsidP="00810015">
      <w:r>
        <w:t>321.2863</w:t>
      </w:r>
      <w:r>
        <w:tab/>
        <w:t>1.013e0</w:t>
      </w:r>
    </w:p>
    <w:p w14:paraId="176A3D74" w14:textId="77777777" w:rsidR="00810015" w:rsidRDefault="00810015" w:rsidP="00810015">
      <w:r>
        <w:t>321.2906</w:t>
      </w:r>
      <w:r>
        <w:tab/>
        <w:t>1.013e0</w:t>
      </w:r>
    </w:p>
    <w:p w14:paraId="61C45BC3" w14:textId="77777777" w:rsidR="00810015" w:rsidRDefault="00810015" w:rsidP="00810015">
      <w:r>
        <w:t>321.3034</w:t>
      </w:r>
      <w:r>
        <w:tab/>
        <w:t>2.025e0</w:t>
      </w:r>
    </w:p>
    <w:p w14:paraId="450132C3" w14:textId="77777777" w:rsidR="00810015" w:rsidRDefault="00810015" w:rsidP="00810015">
      <w:r>
        <w:t>321.3226</w:t>
      </w:r>
      <w:r>
        <w:tab/>
        <w:t>2.025e0</w:t>
      </w:r>
    </w:p>
    <w:p w14:paraId="5A054465" w14:textId="77777777" w:rsidR="00810015" w:rsidRDefault="00810015" w:rsidP="00810015">
      <w:r>
        <w:t>321.3255</w:t>
      </w:r>
      <w:r>
        <w:tab/>
        <w:t>1.013e0</w:t>
      </w:r>
    </w:p>
    <w:p w14:paraId="171DC391" w14:textId="77777777" w:rsidR="00810015" w:rsidRDefault="00810015" w:rsidP="00810015">
      <w:r>
        <w:t>321.3389</w:t>
      </w:r>
      <w:r>
        <w:tab/>
        <w:t>1.013e0</w:t>
      </w:r>
    </w:p>
    <w:p w14:paraId="6BE4423A" w14:textId="77777777" w:rsidR="00810015" w:rsidRDefault="00810015" w:rsidP="00810015">
      <w:r>
        <w:t>321.3631</w:t>
      </w:r>
      <w:r>
        <w:tab/>
        <w:t>1.013e0</w:t>
      </w:r>
    </w:p>
    <w:p w14:paraId="2ECD9FE3" w14:textId="77777777" w:rsidR="00810015" w:rsidRDefault="00810015" w:rsidP="00810015">
      <w:r>
        <w:t>321.3752</w:t>
      </w:r>
      <w:r>
        <w:tab/>
        <w:t>2.025e0</w:t>
      </w:r>
    </w:p>
    <w:p w14:paraId="217B81D6" w14:textId="77777777" w:rsidR="00810015" w:rsidRDefault="00810015" w:rsidP="00810015">
      <w:r>
        <w:t>321.3772</w:t>
      </w:r>
      <w:r>
        <w:tab/>
        <w:t>2.025e0</w:t>
      </w:r>
    </w:p>
    <w:p w14:paraId="1A30B554" w14:textId="77777777" w:rsidR="00810015" w:rsidRDefault="00810015" w:rsidP="00810015">
      <w:r>
        <w:t>321.4074</w:t>
      </w:r>
      <w:r>
        <w:tab/>
        <w:t>2.025e0</w:t>
      </w:r>
    </w:p>
    <w:p w14:paraId="59A90F09" w14:textId="77777777" w:rsidR="00810015" w:rsidRDefault="00810015" w:rsidP="00810015">
      <w:r>
        <w:t>321.4370</w:t>
      </w:r>
      <w:r>
        <w:tab/>
        <w:t>2.025e0</w:t>
      </w:r>
    </w:p>
    <w:p w14:paraId="45B2BCF6" w14:textId="77777777" w:rsidR="00810015" w:rsidRDefault="00810015" w:rsidP="00810015">
      <w:r>
        <w:t>321.4478</w:t>
      </w:r>
      <w:r>
        <w:tab/>
        <w:t>1.013e0</w:t>
      </w:r>
    </w:p>
    <w:p w14:paraId="75080A65" w14:textId="77777777" w:rsidR="00810015" w:rsidRDefault="00810015" w:rsidP="00810015">
      <w:r>
        <w:t>321.4822</w:t>
      </w:r>
      <w:r>
        <w:tab/>
        <w:t>1.013e0</w:t>
      </w:r>
    </w:p>
    <w:p w14:paraId="5083CD83" w14:textId="77777777" w:rsidR="00810015" w:rsidRDefault="00810015" w:rsidP="00810015">
      <w:r>
        <w:t>321.5206</w:t>
      </w:r>
      <w:r>
        <w:tab/>
        <w:t>1.013e0</w:t>
      </w:r>
    </w:p>
    <w:p w14:paraId="6B6FE823" w14:textId="77777777" w:rsidR="00810015" w:rsidRDefault="00810015" w:rsidP="00810015">
      <w:r>
        <w:t>321.5218</w:t>
      </w:r>
      <w:r>
        <w:tab/>
        <w:t>1.013e0</w:t>
      </w:r>
    </w:p>
    <w:p w14:paraId="3F2986D8" w14:textId="77777777" w:rsidR="00810015" w:rsidRDefault="00810015" w:rsidP="00810015">
      <w:r>
        <w:t>321.5773</w:t>
      </w:r>
      <w:r>
        <w:tab/>
        <w:t>1.013e0</w:t>
      </w:r>
    </w:p>
    <w:p w14:paraId="3726D753" w14:textId="77777777" w:rsidR="00810015" w:rsidRDefault="00810015" w:rsidP="00810015">
      <w:r>
        <w:t>321.6026</w:t>
      </w:r>
      <w:r>
        <w:tab/>
        <w:t>3.038e0</w:t>
      </w:r>
    </w:p>
    <w:p w14:paraId="681F503C" w14:textId="77777777" w:rsidR="00810015" w:rsidRDefault="00810015" w:rsidP="00810015">
      <w:r>
        <w:t>321.6100</w:t>
      </w:r>
      <w:r>
        <w:tab/>
        <w:t>1.013e0</w:t>
      </w:r>
    </w:p>
    <w:p w14:paraId="1455F9C6" w14:textId="77777777" w:rsidR="00810015" w:rsidRDefault="00810015" w:rsidP="00810015">
      <w:r>
        <w:t>321.6298</w:t>
      </w:r>
      <w:r>
        <w:tab/>
        <w:t>1.013e0</w:t>
      </w:r>
    </w:p>
    <w:p w14:paraId="415BCA97" w14:textId="77777777" w:rsidR="00810015" w:rsidRDefault="00810015" w:rsidP="00810015">
      <w:r>
        <w:t>321.6739</w:t>
      </w:r>
      <w:r>
        <w:tab/>
        <w:t>2.025e0</w:t>
      </w:r>
    </w:p>
    <w:p w14:paraId="7977DC64" w14:textId="77777777" w:rsidR="00810015" w:rsidRDefault="00810015" w:rsidP="00810015">
      <w:r>
        <w:t>321.6862</w:t>
      </w:r>
      <w:r>
        <w:tab/>
        <w:t>1.013e0</w:t>
      </w:r>
    </w:p>
    <w:p w14:paraId="064EEADB" w14:textId="77777777" w:rsidR="00810015" w:rsidRDefault="00810015" w:rsidP="00810015">
      <w:r>
        <w:t>321.7065</w:t>
      </w:r>
      <w:r>
        <w:tab/>
        <w:t>1.013e0</w:t>
      </w:r>
    </w:p>
    <w:p w14:paraId="1C949739" w14:textId="77777777" w:rsidR="00810015" w:rsidRDefault="00810015" w:rsidP="00810015">
      <w:r>
        <w:t>321.7273</w:t>
      </w:r>
      <w:r>
        <w:tab/>
        <w:t>1.013e0</w:t>
      </w:r>
    </w:p>
    <w:p w14:paraId="0B7A1A03" w14:textId="77777777" w:rsidR="00810015" w:rsidRDefault="00810015" w:rsidP="00810015">
      <w:r>
        <w:t>321.7436</w:t>
      </w:r>
      <w:r>
        <w:tab/>
        <w:t>1.013e0</w:t>
      </w:r>
    </w:p>
    <w:p w14:paraId="66449052" w14:textId="77777777" w:rsidR="00810015" w:rsidRDefault="00810015" w:rsidP="00810015">
      <w:r>
        <w:t>321.7523</w:t>
      </w:r>
      <w:r>
        <w:tab/>
        <w:t>2.025e0</w:t>
      </w:r>
    </w:p>
    <w:p w14:paraId="6F619292" w14:textId="77777777" w:rsidR="00810015" w:rsidRDefault="00810015" w:rsidP="00810015">
      <w:r>
        <w:t>321.7536</w:t>
      </w:r>
      <w:r>
        <w:tab/>
        <w:t>2.025e0</w:t>
      </w:r>
    </w:p>
    <w:p w14:paraId="0D40E3C1" w14:textId="77777777" w:rsidR="00810015" w:rsidRDefault="00810015" w:rsidP="00810015">
      <w:r>
        <w:t>321.7564</w:t>
      </w:r>
      <w:r>
        <w:tab/>
        <w:t>1.013e0</w:t>
      </w:r>
    </w:p>
    <w:p w14:paraId="0D6E0835" w14:textId="77777777" w:rsidR="00810015" w:rsidRDefault="00810015" w:rsidP="00810015">
      <w:r>
        <w:t>321.7918</w:t>
      </w:r>
      <w:r>
        <w:tab/>
        <w:t>3.038e0</w:t>
      </w:r>
    </w:p>
    <w:p w14:paraId="513D895B" w14:textId="77777777" w:rsidR="00810015" w:rsidRDefault="00810015" w:rsidP="00810015">
      <w:r>
        <w:t>321.7959</w:t>
      </w:r>
      <w:r>
        <w:tab/>
        <w:t>1.013e0</w:t>
      </w:r>
    </w:p>
    <w:p w14:paraId="40CB596D" w14:textId="77777777" w:rsidR="00810015" w:rsidRDefault="00810015" w:rsidP="00810015">
      <w:r>
        <w:t>321.8896</w:t>
      </w:r>
      <w:r>
        <w:tab/>
        <w:t>1.013e0</w:t>
      </w:r>
    </w:p>
    <w:p w14:paraId="54327D9E" w14:textId="77777777" w:rsidR="00810015" w:rsidRDefault="00810015" w:rsidP="00810015">
      <w:r>
        <w:t>321.8965</w:t>
      </w:r>
      <w:r>
        <w:tab/>
        <w:t>2.025e0</w:t>
      </w:r>
    </w:p>
    <w:p w14:paraId="3009FA21" w14:textId="77777777" w:rsidR="00810015" w:rsidRDefault="00810015" w:rsidP="00810015">
      <w:r>
        <w:t>321.9122</w:t>
      </w:r>
      <w:r>
        <w:tab/>
        <w:t>1.013e0</w:t>
      </w:r>
    </w:p>
    <w:p w14:paraId="09CD94C4" w14:textId="77777777" w:rsidR="00810015" w:rsidRDefault="00810015" w:rsidP="00810015">
      <w:r>
        <w:t>321.9355</w:t>
      </w:r>
      <w:r>
        <w:tab/>
        <w:t>1.013e0</w:t>
      </w:r>
    </w:p>
    <w:p w14:paraId="2ED0CF56" w14:textId="77777777" w:rsidR="00810015" w:rsidRDefault="00810015" w:rsidP="00810015">
      <w:r>
        <w:t>321.9558</w:t>
      </w:r>
      <w:r>
        <w:tab/>
        <w:t>3.038e0</w:t>
      </w:r>
    </w:p>
    <w:p w14:paraId="1BAEEF8F" w14:textId="77777777" w:rsidR="00810015" w:rsidRDefault="00810015" w:rsidP="00810015">
      <w:r>
        <w:t>321.9936</w:t>
      </w:r>
      <w:r>
        <w:tab/>
        <w:t>2.025e0</w:t>
      </w:r>
    </w:p>
    <w:p w14:paraId="21290835" w14:textId="77777777" w:rsidR="00810015" w:rsidRDefault="00810015" w:rsidP="00810015">
      <w:r>
        <w:t>321.9975</w:t>
      </w:r>
      <w:r>
        <w:tab/>
        <w:t>2.025e0</w:t>
      </w:r>
    </w:p>
    <w:p w14:paraId="3E2CA921" w14:textId="77777777" w:rsidR="00810015" w:rsidRDefault="00810015" w:rsidP="00810015">
      <w:r>
        <w:t>322.0089</w:t>
      </w:r>
      <w:r>
        <w:tab/>
        <w:t>1.866e0</w:t>
      </w:r>
    </w:p>
    <w:p w14:paraId="52612297" w14:textId="77777777" w:rsidR="00810015" w:rsidRDefault="00810015" w:rsidP="00810015">
      <w:r>
        <w:t>322.0168</w:t>
      </w:r>
      <w:r>
        <w:tab/>
        <w:t>1.013e0</w:t>
      </w:r>
    </w:p>
    <w:p w14:paraId="7378DF42" w14:textId="77777777" w:rsidR="00810015" w:rsidRDefault="00810015" w:rsidP="00810015">
      <w:r>
        <w:t>322.0298</w:t>
      </w:r>
      <w:r>
        <w:tab/>
        <w:t>1.013e0</w:t>
      </w:r>
    </w:p>
    <w:p w14:paraId="7F19D019" w14:textId="77777777" w:rsidR="00810015" w:rsidRDefault="00810015" w:rsidP="00810015">
      <w:r>
        <w:t>322.0349</w:t>
      </w:r>
      <w:r>
        <w:tab/>
        <w:t>1.295e0</w:t>
      </w:r>
    </w:p>
    <w:p w14:paraId="1C51494B" w14:textId="77777777" w:rsidR="00810015" w:rsidRDefault="00810015" w:rsidP="00810015">
      <w:r>
        <w:t>322.0634</w:t>
      </w:r>
      <w:r>
        <w:tab/>
        <w:t>1.013e0</w:t>
      </w:r>
    </w:p>
    <w:p w14:paraId="75757F9C" w14:textId="77777777" w:rsidR="00810015" w:rsidRDefault="00810015" w:rsidP="00810015">
      <w:r>
        <w:t>322.0973</w:t>
      </w:r>
      <w:r>
        <w:tab/>
        <w:t>2.025e0</w:t>
      </w:r>
    </w:p>
    <w:p w14:paraId="37AD7ACF" w14:textId="77777777" w:rsidR="00810015" w:rsidRDefault="00810015" w:rsidP="00810015">
      <w:r>
        <w:t>322.0985</w:t>
      </w:r>
      <w:r>
        <w:tab/>
        <w:t>2.025e0</w:t>
      </w:r>
    </w:p>
    <w:p w14:paraId="154D29D9" w14:textId="77777777" w:rsidR="00810015" w:rsidRDefault="00810015" w:rsidP="00810015">
      <w:r>
        <w:t>322.1009</w:t>
      </w:r>
      <w:r>
        <w:tab/>
        <w:t>2.527e0</w:t>
      </w:r>
    </w:p>
    <w:p w14:paraId="4C4B2AB8" w14:textId="77777777" w:rsidR="00810015" w:rsidRDefault="00810015" w:rsidP="00810015">
      <w:r>
        <w:t>322.1373</w:t>
      </w:r>
      <w:r>
        <w:tab/>
        <w:t>2.025e0</w:t>
      </w:r>
    </w:p>
    <w:p w14:paraId="7AB2BA38" w14:textId="77777777" w:rsidR="00810015" w:rsidRDefault="00810015" w:rsidP="00810015">
      <w:r>
        <w:t>322.1552</w:t>
      </w:r>
      <w:r>
        <w:tab/>
        <w:t>1.013e0</w:t>
      </w:r>
    </w:p>
    <w:p w14:paraId="359EED55" w14:textId="77777777" w:rsidR="00810015" w:rsidRDefault="00810015" w:rsidP="00810015">
      <w:r>
        <w:t>322.1636</w:t>
      </w:r>
      <w:r>
        <w:tab/>
        <w:t>4.051e0</w:t>
      </w:r>
    </w:p>
    <w:p w14:paraId="2D039A71" w14:textId="77777777" w:rsidR="00810015" w:rsidRDefault="00810015" w:rsidP="00810015">
      <w:r>
        <w:t>322.2050</w:t>
      </w:r>
      <w:r>
        <w:tab/>
        <w:t>2.025e0</w:t>
      </w:r>
    </w:p>
    <w:p w14:paraId="7E489C3E" w14:textId="77777777" w:rsidR="00810015" w:rsidRDefault="00810015" w:rsidP="00810015">
      <w:r>
        <w:t>322.2082</w:t>
      </w:r>
      <w:r>
        <w:tab/>
        <w:t>4.437e0</w:t>
      </w:r>
    </w:p>
    <w:p w14:paraId="429EE365" w14:textId="77777777" w:rsidR="00810015" w:rsidRDefault="00810015" w:rsidP="00810015">
      <w:r>
        <w:t>322.2119</w:t>
      </w:r>
      <w:r>
        <w:tab/>
        <w:t>3.038e0</w:t>
      </w:r>
    </w:p>
    <w:p w14:paraId="648670AE" w14:textId="77777777" w:rsidR="00810015" w:rsidRDefault="00810015" w:rsidP="00810015">
      <w:r>
        <w:t>322.2315</w:t>
      </w:r>
      <w:r>
        <w:tab/>
        <w:t>3.038e0</w:t>
      </w:r>
    </w:p>
    <w:p w14:paraId="149DBEFF" w14:textId="77777777" w:rsidR="00810015" w:rsidRDefault="00810015" w:rsidP="00810015">
      <w:r>
        <w:t>322.2360</w:t>
      </w:r>
      <w:r>
        <w:tab/>
        <w:t>1.013e0</w:t>
      </w:r>
    </w:p>
    <w:p w14:paraId="02B4F2D0" w14:textId="77777777" w:rsidR="00810015" w:rsidRDefault="00810015" w:rsidP="00810015">
      <w:r>
        <w:t>322.2513</w:t>
      </w:r>
      <w:r>
        <w:tab/>
        <w:t>2.025e0</w:t>
      </w:r>
    </w:p>
    <w:p w14:paraId="72D3D58C" w14:textId="77777777" w:rsidR="00810015" w:rsidRDefault="00810015" w:rsidP="00810015">
      <w:r>
        <w:t>322.2543</w:t>
      </w:r>
      <w:r>
        <w:tab/>
        <w:t>2.025e0</w:t>
      </w:r>
    </w:p>
    <w:p w14:paraId="43B460B6" w14:textId="77777777" w:rsidR="00810015" w:rsidRDefault="00810015" w:rsidP="00810015">
      <w:r>
        <w:t>322.2603</w:t>
      </w:r>
      <w:r>
        <w:tab/>
        <w:t>1.013e0</w:t>
      </w:r>
    </w:p>
    <w:p w14:paraId="79EEF277" w14:textId="77777777" w:rsidR="00810015" w:rsidRDefault="00810015" w:rsidP="00810015">
      <w:r>
        <w:t>322.2787</w:t>
      </w:r>
      <w:r>
        <w:tab/>
        <w:t>1.013e0</w:t>
      </w:r>
    </w:p>
    <w:p w14:paraId="5ED8C2F4" w14:textId="77777777" w:rsidR="00810015" w:rsidRDefault="00810015" w:rsidP="00810015">
      <w:r>
        <w:t>322.3010</w:t>
      </w:r>
      <w:r>
        <w:tab/>
        <w:t>2.025e0</w:t>
      </w:r>
    </w:p>
    <w:p w14:paraId="3CBBF111" w14:textId="77777777" w:rsidR="00810015" w:rsidRDefault="00810015" w:rsidP="00810015">
      <w:r>
        <w:t>322.3129</w:t>
      </w:r>
      <w:r>
        <w:tab/>
        <w:t>1.013e0</w:t>
      </w:r>
    </w:p>
    <w:p w14:paraId="111BFEA2" w14:textId="77777777" w:rsidR="00810015" w:rsidRDefault="00810015" w:rsidP="00810015">
      <w:r>
        <w:t>322.3411</w:t>
      </w:r>
      <w:r>
        <w:tab/>
        <w:t>1.013e0</w:t>
      </w:r>
    </w:p>
    <w:p w14:paraId="7A043E14" w14:textId="77777777" w:rsidR="00810015" w:rsidRDefault="00810015" w:rsidP="00810015">
      <w:r>
        <w:t>322.3452</w:t>
      </w:r>
      <w:r>
        <w:tab/>
        <w:t>2.025e0</w:t>
      </w:r>
    </w:p>
    <w:p w14:paraId="0FCE6C12" w14:textId="77777777" w:rsidR="00810015" w:rsidRDefault="00810015" w:rsidP="00810015">
      <w:r>
        <w:t>322.3788</w:t>
      </w:r>
      <w:r>
        <w:tab/>
        <w:t>1.013e0</w:t>
      </w:r>
    </w:p>
    <w:p w14:paraId="7D14AA1B" w14:textId="77777777" w:rsidR="00810015" w:rsidRDefault="00810015" w:rsidP="00810015">
      <w:r>
        <w:t>322.3834</w:t>
      </w:r>
      <w:r>
        <w:tab/>
        <w:t>1.013e0</w:t>
      </w:r>
    </w:p>
    <w:p w14:paraId="1CCEB729" w14:textId="77777777" w:rsidR="00810015" w:rsidRDefault="00810015" w:rsidP="00810015">
      <w:r>
        <w:t>322.4067</w:t>
      </w:r>
      <w:r>
        <w:tab/>
        <w:t>1.013e0</w:t>
      </w:r>
    </w:p>
    <w:p w14:paraId="4155625B" w14:textId="77777777" w:rsidR="00810015" w:rsidRDefault="00810015" w:rsidP="00810015">
      <w:r>
        <w:t>322.4261</w:t>
      </w:r>
      <w:r>
        <w:tab/>
        <w:t>1.013e0</w:t>
      </w:r>
    </w:p>
    <w:p w14:paraId="03AB1B53" w14:textId="77777777" w:rsidR="00810015" w:rsidRDefault="00810015" w:rsidP="00810015">
      <w:r>
        <w:t>322.4272</w:t>
      </w:r>
      <w:r>
        <w:tab/>
        <w:t>1.013e0</w:t>
      </w:r>
    </w:p>
    <w:p w14:paraId="5643DF98" w14:textId="77777777" w:rsidR="00810015" w:rsidRDefault="00810015" w:rsidP="00810015">
      <w:r>
        <w:t>322.4746</w:t>
      </w:r>
      <w:r>
        <w:tab/>
        <w:t>2.025e0</w:t>
      </w:r>
    </w:p>
    <w:p w14:paraId="04E5BD03" w14:textId="77777777" w:rsidR="00810015" w:rsidRDefault="00810015" w:rsidP="00810015">
      <w:r>
        <w:t>322.4882</w:t>
      </w:r>
      <w:r>
        <w:tab/>
        <w:t>1.013e0</w:t>
      </w:r>
    </w:p>
    <w:p w14:paraId="7C90DA0D" w14:textId="77777777" w:rsidR="00810015" w:rsidRDefault="00810015" w:rsidP="00810015">
      <w:r>
        <w:t>322.4907</w:t>
      </w:r>
      <w:r>
        <w:tab/>
        <w:t>2.025e0</w:t>
      </w:r>
    </w:p>
    <w:p w14:paraId="5C0A2D3E" w14:textId="77777777" w:rsidR="00810015" w:rsidRDefault="00810015" w:rsidP="00810015">
      <w:r>
        <w:t>322.5040</w:t>
      </w:r>
      <w:r>
        <w:tab/>
        <w:t>1.013e0</w:t>
      </w:r>
    </w:p>
    <w:p w14:paraId="0D767B91" w14:textId="77777777" w:rsidR="00810015" w:rsidRDefault="00810015" w:rsidP="00810015">
      <w:r>
        <w:t>322.5173</w:t>
      </w:r>
      <w:r>
        <w:tab/>
        <w:t>1.013e0</w:t>
      </w:r>
    </w:p>
    <w:p w14:paraId="156F2D90" w14:textId="77777777" w:rsidR="00810015" w:rsidRDefault="00810015" w:rsidP="00810015">
      <w:r>
        <w:t>322.5521</w:t>
      </w:r>
      <w:r>
        <w:tab/>
        <w:t>2.025e0</w:t>
      </w:r>
    </w:p>
    <w:p w14:paraId="6533B684" w14:textId="77777777" w:rsidR="00810015" w:rsidRDefault="00810015" w:rsidP="00810015">
      <w:r>
        <w:t>322.5554</w:t>
      </w:r>
      <w:r>
        <w:tab/>
        <w:t>2.025e0</w:t>
      </w:r>
    </w:p>
    <w:p w14:paraId="0BEDD18E" w14:textId="77777777" w:rsidR="00810015" w:rsidRDefault="00810015" w:rsidP="00810015">
      <w:r>
        <w:t>322.5698</w:t>
      </w:r>
      <w:r>
        <w:tab/>
        <w:t>1.013e0</w:t>
      </w:r>
    </w:p>
    <w:p w14:paraId="3D8CE1C5" w14:textId="77777777" w:rsidR="00810015" w:rsidRDefault="00810015" w:rsidP="00810015">
      <w:r>
        <w:t>322.6051</w:t>
      </w:r>
      <w:r>
        <w:tab/>
        <w:t>1.013e0</w:t>
      </w:r>
    </w:p>
    <w:p w14:paraId="60BE0A59" w14:textId="77777777" w:rsidR="00810015" w:rsidRDefault="00810015" w:rsidP="00810015">
      <w:r>
        <w:t>322.6079</w:t>
      </w:r>
      <w:r>
        <w:tab/>
        <w:t>1.013e0</w:t>
      </w:r>
    </w:p>
    <w:p w14:paraId="759FD29E" w14:textId="77777777" w:rsidR="00810015" w:rsidRDefault="00810015" w:rsidP="00810015">
      <w:r>
        <w:t>322.6495</w:t>
      </w:r>
      <w:r>
        <w:tab/>
        <w:t>2.025e0</w:t>
      </w:r>
    </w:p>
    <w:p w14:paraId="0F5FF2E2" w14:textId="77777777" w:rsidR="00810015" w:rsidRDefault="00810015" w:rsidP="00810015">
      <w:r>
        <w:t>322.6513</w:t>
      </w:r>
      <w:r>
        <w:tab/>
        <w:t>1.013e0</w:t>
      </w:r>
    </w:p>
    <w:p w14:paraId="6EF588C3" w14:textId="77777777" w:rsidR="00810015" w:rsidRDefault="00810015" w:rsidP="00810015">
      <w:r>
        <w:t>322.6630</w:t>
      </w:r>
      <w:r>
        <w:tab/>
        <w:t>2.025e0</w:t>
      </w:r>
    </w:p>
    <w:p w14:paraId="5C8C97AD" w14:textId="77777777" w:rsidR="00810015" w:rsidRDefault="00810015" w:rsidP="00810015">
      <w:r>
        <w:t>322.6646</w:t>
      </w:r>
      <w:r>
        <w:tab/>
        <w:t>1.013e0</w:t>
      </w:r>
    </w:p>
    <w:p w14:paraId="18A3A4FC" w14:textId="77777777" w:rsidR="00810015" w:rsidRDefault="00810015" w:rsidP="00810015">
      <w:r>
        <w:t>322.6746</w:t>
      </w:r>
      <w:r>
        <w:tab/>
        <w:t>1.013e0</w:t>
      </w:r>
    </w:p>
    <w:p w14:paraId="58FD28EB" w14:textId="77777777" w:rsidR="00810015" w:rsidRDefault="00810015" w:rsidP="00810015">
      <w:r>
        <w:t>322.6889</w:t>
      </w:r>
      <w:r>
        <w:tab/>
        <w:t>1.013e0</w:t>
      </w:r>
    </w:p>
    <w:p w14:paraId="0317A341" w14:textId="77777777" w:rsidR="00810015" w:rsidRDefault="00810015" w:rsidP="00810015">
      <w:r>
        <w:t>322.7447</w:t>
      </w:r>
      <w:r>
        <w:tab/>
        <w:t>2.025e0</w:t>
      </w:r>
    </w:p>
    <w:p w14:paraId="3CDEACF6" w14:textId="77777777" w:rsidR="00810015" w:rsidRDefault="00810015" w:rsidP="00810015">
      <w:r>
        <w:t>322.7562</w:t>
      </w:r>
      <w:r>
        <w:tab/>
        <w:t>1.013e0</w:t>
      </w:r>
    </w:p>
    <w:p w14:paraId="459E23A0" w14:textId="77777777" w:rsidR="00810015" w:rsidRDefault="00810015" w:rsidP="00810015">
      <w:r>
        <w:t>322.7697</w:t>
      </w:r>
      <w:r>
        <w:tab/>
        <w:t>1.013e0</w:t>
      </w:r>
    </w:p>
    <w:p w14:paraId="5EC97BD4" w14:textId="77777777" w:rsidR="00810015" w:rsidRDefault="00810015" w:rsidP="00810015">
      <w:r>
        <w:t>322.7795</w:t>
      </w:r>
      <w:r>
        <w:tab/>
        <w:t>1.013e0</w:t>
      </w:r>
    </w:p>
    <w:p w14:paraId="72A05186" w14:textId="77777777" w:rsidR="00810015" w:rsidRDefault="00810015" w:rsidP="00810015">
      <w:r>
        <w:t>322.8028</w:t>
      </w:r>
      <w:r>
        <w:tab/>
        <w:t>1.013e0</w:t>
      </w:r>
    </w:p>
    <w:p w14:paraId="0B6475E6" w14:textId="77777777" w:rsidR="00810015" w:rsidRDefault="00810015" w:rsidP="00810015">
      <w:r>
        <w:t>322.8086</w:t>
      </w:r>
      <w:r>
        <w:tab/>
        <w:t>1.013e0</w:t>
      </w:r>
    </w:p>
    <w:p w14:paraId="280BA18B" w14:textId="77777777" w:rsidR="00810015" w:rsidRDefault="00810015" w:rsidP="00810015">
      <w:r>
        <w:t>322.8466</w:t>
      </w:r>
      <w:r>
        <w:tab/>
        <w:t>2.025e0</w:t>
      </w:r>
    </w:p>
    <w:p w14:paraId="614112AF" w14:textId="77777777" w:rsidR="00810015" w:rsidRDefault="00810015" w:rsidP="00810015">
      <w:r>
        <w:t>322.8674</w:t>
      </w:r>
      <w:r>
        <w:tab/>
        <w:t>4.051e0</w:t>
      </w:r>
    </w:p>
    <w:p w14:paraId="18769E77" w14:textId="77777777" w:rsidR="00810015" w:rsidRDefault="00810015" w:rsidP="00810015">
      <w:r>
        <w:t>322.8802</w:t>
      </w:r>
      <w:r>
        <w:tab/>
        <w:t>2.025e0</w:t>
      </w:r>
    </w:p>
    <w:p w14:paraId="19A9FB5F" w14:textId="77777777" w:rsidR="00810015" w:rsidRDefault="00810015" w:rsidP="00810015">
      <w:r>
        <w:t>322.9325</w:t>
      </w:r>
      <w:r>
        <w:tab/>
        <w:t>1.013e0</w:t>
      </w:r>
    </w:p>
    <w:p w14:paraId="291D3192" w14:textId="77777777" w:rsidR="00810015" w:rsidRDefault="00810015" w:rsidP="00810015">
      <w:r>
        <w:t>322.9356</w:t>
      </w:r>
      <w:r>
        <w:tab/>
        <w:t>2.025e0</w:t>
      </w:r>
    </w:p>
    <w:p w14:paraId="60038182" w14:textId="77777777" w:rsidR="00810015" w:rsidRDefault="00810015" w:rsidP="00810015">
      <w:r>
        <w:t>322.9369</w:t>
      </w:r>
      <w:r>
        <w:tab/>
        <w:t>2.025e0</w:t>
      </w:r>
    </w:p>
    <w:p w14:paraId="018C3F68" w14:textId="77777777" w:rsidR="00810015" w:rsidRDefault="00810015" w:rsidP="00810015">
      <w:r>
        <w:t>322.9718</w:t>
      </w:r>
      <w:r>
        <w:tab/>
        <w:t>4.589e0</w:t>
      </w:r>
    </w:p>
    <w:p w14:paraId="7C6930D3" w14:textId="77777777" w:rsidR="00810015" w:rsidRDefault="00810015" w:rsidP="00810015">
      <w:r>
        <w:t>322.9901</w:t>
      </w:r>
      <w:r>
        <w:tab/>
        <w:t>2.025e0</w:t>
      </w:r>
    </w:p>
    <w:p w14:paraId="6A8309C2" w14:textId="77777777" w:rsidR="00810015" w:rsidRDefault="00810015" w:rsidP="00810015">
      <w:r>
        <w:t>323.0365</w:t>
      </w:r>
      <w:r>
        <w:tab/>
        <w:t>1.013e0</w:t>
      </w:r>
    </w:p>
    <w:p w14:paraId="401A4DA4" w14:textId="77777777" w:rsidR="00810015" w:rsidRDefault="00810015" w:rsidP="00810015">
      <w:r>
        <w:t>323.0747</w:t>
      </w:r>
      <w:r>
        <w:tab/>
        <w:t>2.025e0</w:t>
      </w:r>
    </w:p>
    <w:p w14:paraId="4C215136" w14:textId="77777777" w:rsidR="00810015" w:rsidRDefault="00810015" w:rsidP="00810015">
      <w:r>
        <w:t>323.1141</w:t>
      </w:r>
      <w:r>
        <w:tab/>
        <w:t>2.355e0</w:t>
      </w:r>
    </w:p>
    <w:p w14:paraId="35356D25" w14:textId="77777777" w:rsidR="00810015" w:rsidRDefault="00810015" w:rsidP="00810015">
      <w:r>
        <w:t>323.1415</w:t>
      </w:r>
      <w:r>
        <w:tab/>
        <w:t>2.532e1</w:t>
      </w:r>
    </w:p>
    <w:p w14:paraId="5DA8E6D4" w14:textId="77777777" w:rsidR="00810015" w:rsidRDefault="00810015" w:rsidP="00810015">
      <w:r>
        <w:t>323.1446</w:t>
      </w:r>
      <w:r>
        <w:tab/>
        <w:t>3.042e1</w:t>
      </w:r>
    </w:p>
    <w:p w14:paraId="33AC2A4F" w14:textId="77777777" w:rsidR="00810015" w:rsidRDefault="00810015" w:rsidP="00810015">
      <w:r>
        <w:t>323.1487</w:t>
      </w:r>
      <w:r>
        <w:tab/>
        <w:t>1.079e1</w:t>
      </w:r>
    </w:p>
    <w:p w14:paraId="6EDFE3A0" w14:textId="77777777" w:rsidR="00810015" w:rsidRDefault="00810015" w:rsidP="00810015">
      <w:r>
        <w:t>323.1502</w:t>
      </w:r>
      <w:r>
        <w:tab/>
        <w:t>9.586e0</w:t>
      </w:r>
    </w:p>
    <w:p w14:paraId="1E2C638B" w14:textId="77777777" w:rsidR="00810015" w:rsidRDefault="00810015" w:rsidP="00810015">
      <w:r>
        <w:t>323.1903</w:t>
      </w:r>
      <w:r>
        <w:tab/>
        <w:t>3.038e0</w:t>
      </w:r>
    </w:p>
    <w:p w14:paraId="27F38D0F" w14:textId="77777777" w:rsidR="00810015" w:rsidRDefault="00810015" w:rsidP="00810015">
      <w:r>
        <w:t>323.1996</w:t>
      </w:r>
      <w:r>
        <w:tab/>
        <w:t>1.715e0</w:t>
      </w:r>
    </w:p>
    <w:p w14:paraId="45774FD1" w14:textId="77777777" w:rsidR="00810015" w:rsidRDefault="00810015" w:rsidP="00810015">
      <w:r>
        <w:t>323.2183</w:t>
      </w:r>
      <w:r>
        <w:tab/>
        <w:t>5.063e0</w:t>
      </w:r>
    </w:p>
    <w:p w14:paraId="0D3DD6D3" w14:textId="77777777" w:rsidR="00810015" w:rsidRDefault="00810015" w:rsidP="00810015">
      <w:r>
        <w:t>323.2469</w:t>
      </w:r>
      <w:r>
        <w:tab/>
        <w:t>2.025e0</w:t>
      </w:r>
    </w:p>
    <w:p w14:paraId="18672496" w14:textId="77777777" w:rsidR="00810015" w:rsidRDefault="00810015" w:rsidP="00810015">
      <w:r>
        <w:t>323.2576</w:t>
      </w:r>
      <w:r>
        <w:tab/>
        <w:t>3.038e0</w:t>
      </w:r>
    </w:p>
    <w:p w14:paraId="47F3505B" w14:textId="77777777" w:rsidR="00810015" w:rsidRDefault="00810015" w:rsidP="00810015">
      <w:r>
        <w:t>323.2915</w:t>
      </w:r>
      <w:r>
        <w:tab/>
        <w:t>1.013e0</w:t>
      </w:r>
    </w:p>
    <w:p w14:paraId="5C5E7FEF" w14:textId="77777777" w:rsidR="00810015" w:rsidRDefault="00810015" w:rsidP="00810015">
      <w:r>
        <w:t>323.2955</w:t>
      </w:r>
      <w:r>
        <w:tab/>
        <w:t>2.025e0</w:t>
      </w:r>
    </w:p>
    <w:p w14:paraId="305EDB9A" w14:textId="77777777" w:rsidR="00810015" w:rsidRDefault="00810015" w:rsidP="00810015">
      <w:r>
        <w:t>323.3026</w:t>
      </w:r>
      <w:r>
        <w:tab/>
        <w:t>4.051e0</w:t>
      </w:r>
    </w:p>
    <w:p w14:paraId="421B6C60" w14:textId="77777777" w:rsidR="00810015" w:rsidRDefault="00810015" w:rsidP="00810015">
      <w:r>
        <w:t>323.3039</w:t>
      </w:r>
      <w:r>
        <w:tab/>
        <w:t>4.051e0</w:t>
      </w:r>
    </w:p>
    <w:p w14:paraId="31197904" w14:textId="77777777" w:rsidR="00810015" w:rsidRDefault="00810015" w:rsidP="00810015">
      <w:r>
        <w:t>323.3102</w:t>
      </w:r>
      <w:r>
        <w:tab/>
        <w:t>1.013e0</w:t>
      </w:r>
    </w:p>
    <w:p w14:paraId="394455A3" w14:textId="77777777" w:rsidR="00810015" w:rsidRDefault="00810015" w:rsidP="00810015">
      <w:r>
        <w:t>323.3381</w:t>
      </w:r>
      <w:r>
        <w:tab/>
        <w:t>1.401e0</w:t>
      </w:r>
    </w:p>
    <w:p w14:paraId="0D961720" w14:textId="77777777" w:rsidR="00810015" w:rsidRDefault="00810015" w:rsidP="00810015">
      <w:r>
        <w:t>323.3481</w:t>
      </w:r>
      <w:r>
        <w:tab/>
        <w:t>1.013e0</w:t>
      </w:r>
    </w:p>
    <w:p w14:paraId="5201CFFC" w14:textId="77777777" w:rsidR="00810015" w:rsidRDefault="00810015" w:rsidP="00810015">
      <w:r>
        <w:t>323.3513</w:t>
      </w:r>
      <w:r>
        <w:tab/>
        <w:t>2.190e0</w:t>
      </w:r>
    </w:p>
    <w:p w14:paraId="2A94DA94" w14:textId="77777777" w:rsidR="00810015" w:rsidRDefault="00810015" w:rsidP="00810015">
      <w:r>
        <w:t>323.3627</w:t>
      </w:r>
      <w:r>
        <w:tab/>
        <w:t>1.013e0</w:t>
      </w:r>
    </w:p>
    <w:p w14:paraId="2B92260D" w14:textId="77777777" w:rsidR="00810015" w:rsidRDefault="00810015" w:rsidP="00810015">
      <w:r>
        <w:t>323.4211</w:t>
      </w:r>
      <w:r>
        <w:tab/>
        <w:t>1.013e0</w:t>
      </w:r>
    </w:p>
    <w:p w14:paraId="20CA82BD" w14:textId="77777777" w:rsidR="00810015" w:rsidRDefault="00810015" w:rsidP="00810015">
      <w:r>
        <w:t>323.4620</w:t>
      </w:r>
      <w:r>
        <w:tab/>
        <w:t>1.013e0</w:t>
      </w:r>
    </w:p>
    <w:p w14:paraId="1406411D" w14:textId="77777777" w:rsidR="00810015" w:rsidRDefault="00810015" w:rsidP="00810015">
      <w:r>
        <w:t>323.4855</w:t>
      </w:r>
      <w:r>
        <w:tab/>
        <w:t>1.013e0</w:t>
      </w:r>
    </w:p>
    <w:p w14:paraId="4EFCAEB4" w14:textId="77777777" w:rsidR="00810015" w:rsidRDefault="00810015" w:rsidP="00810015">
      <w:r>
        <w:t>323.4912</w:t>
      </w:r>
      <w:r>
        <w:tab/>
        <w:t>1.013e0</w:t>
      </w:r>
    </w:p>
    <w:p w14:paraId="4EC71FEF" w14:textId="77777777" w:rsidR="00810015" w:rsidRDefault="00810015" w:rsidP="00810015">
      <w:r>
        <w:t>323.4982</w:t>
      </w:r>
      <w:r>
        <w:tab/>
        <w:t>1.013e0</w:t>
      </w:r>
    </w:p>
    <w:p w14:paraId="4820E6EB" w14:textId="77777777" w:rsidR="00810015" w:rsidRDefault="00810015" w:rsidP="00810015">
      <w:r>
        <w:t>323.5019</w:t>
      </w:r>
      <w:r>
        <w:tab/>
        <w:t>1.013e0</w:t>
      </w:r>
    </w:p>
    <w:p w14:paraId="3147B012" w14:textId="77777777" w:rsidR="00810015" w:rsidRDefault="00810015" w:rsidP="00810015">
      <w:r>
        <w:t>323.5626</w:t>
      </w:r>
      <w:r>
        <w:tab/>
        <w:t>1.013e0</w:t>
      </w:r>
    </w:p>
    <w:p w14:paraId="263A6F31" w14:textId="77777777" w:rsidR="00810015" w:rsidRDefault="00810015" w:rsidP="00810015">
      <w:r>
        <w:t>323.5668</w:t>
      </w:r>
      <w:r>
        <w:tab/>
        <w:t>2.025e0</w:t>
      </w:r>
    </w:p>
    <w:p w14:paraId="2AC87DAC" w14:textId="77777777" w:rsidR="00810015" w:rsidRDefault="00810015" w:rsidP="00810015">
      <w:r>
        <w:t>323.5729</w:t>
      </w:r>
      <w:r>
        <w:tab/>
        <w:t>1.013e0</w:t>
      </w:r>
    </w:p>
    <w:p w14:paraId="688A0546" w14:textId="77777777" w:rsidR="00810015" w:rsidRDefault="00810015" w:rsidP="00810015">
      <w:r>
        <w:t>323.5963</w:t>
      </w:r>
      <w:r>
        <w:tab/>
        <w:t>1.013e0</w:t>
      </w:r>
    </w:p>
    <w:p w14:paraId="11F94DD0" w14:textId="77777777" w:rsidR="00810015" w:rsidRDefault="00810015" w:rsidP="00810015">
      <w:r>
        <w:t>323.6071</w:t>
      </w:r>
      <w:r>
        <w:tab/>
        <w:t>1.013e0</w:t>
      </w:r>
    </w:p>
    <w:p w14:paraId="242ACFF3" w14:textId="77777777" w:rsidR="00810015" w:rsidRDefault="00810015" w:rsidP="00810015">
      <w:r>
        <w:t>323.6122</w:t>
      </w:r>
      <w:r>
        <w:tab/>
        <w:t>1.013e0</w:t>
      </w:r>
    </w:p>
    <w:p w14:paraId="19785746" w14:textId="77777777" w:rsidR="00810015" w:rsidRDefault="00810015" w:rsidP="00810015">
      <w:r>
        <w:t>323.6409</w:t>
      </w:r>
      <w:r>
        <w:tab/>
        <w:t>2.025e0</w:t>
      </w:r>
    </w:p>
    <w:p w14:paraId="38B8E289" w14:textId="77777777" w:rsidR="00810015" w:rsidRDefault="00810015" w:rsidP="00810015">
      <w:r>
        <w:t>323.7682</w:t>
      </w:r>
      <w:r>
        <w:tab/>
        <w:t>2.025e0</w:t>
      </w:r>
    </w:p>
    <w:p w14:paraId="27D76DE6" w14:textId="77777777" w:rsidR="00810015" w:rsidRDefault="00810015" w:rsidP="00810015">
      <w:r>
        <w:t>323.7714</w:t>
      </w:r>
      <w:r>
        <w:tab/>
        <w:t>3.038e0</w:t>
      </w:r>
    </w:p>
    <w:p w14:paraId="0E9FD904" w14:textId="77777777" w:rsidR="00810015" w:rsidRDefault="00810015" w:rsidP="00810015">
      <w:r>
        <w:t>323.7973</w:t>
      </w:r>
      <w:r>
        <w:tab/>
        <w:t>1.013e0</w:t>
      </w:r>
    </w:p>
    <w:p w14:paraId="2555145E" w14:textId="77777777" w:rsidR="00810015" w:rsidRDefault="00810015" w:rsidP="00810015">
      <w:r>
        <w:t>323.8256</w:t>
      </w:r>
      <w:r>
        <w:tab/>
        <w:t>1.013e0</w:t>
      </w:r>
    </w:p>
    <w:p w14:paraId="4BFB308A" w14:textId="77777777" w:rsidR="00810015" w:rsidRDefault="00810015" w:rsidP="00810015">
      <w:r>
        <w:t>323.8470</w:t>
      </w:r>
      <w:r>
        <w:tab/>
        <w:t>1.013e0</w:t>
      </w:r>
    </w:p>
    <w:p w14:paraId="7E820887" w14:textId="77777777" w:rsidR="00810015" w:rsidRDefault="00810015" w:rsidP="00810015">
      <w:r>
        <w:t>323.8741</w:t>
      </w:r>
      <w:r>
        <w:tab/>
        <w:t>1.013e0</w:t>
      </w:r>
    </w:p>
    <w:p w14:paraId="5D8E208C" w14:textId="77777777" w:rsidR="00810015" w:rsidRDefault="00810015" w:rsidP="00810015">
      <w:r>
        <w:t>323.9076</w:t>
      </w:r>
      <w:r>
        <w:tab/>
        <w:t>1.013e0</w:t>
      </w:r>
    </w:p>
    <w:p w14:paraId="30837E4A" w14:textId="77777777" w:rsidR="00810015" w:rsidRDefault="00810015" w:rsidP="00810015">
      <w:r>
        <w:t>323.9119</w:t>
      </w:r>
      <w:r>
        <w:tab/>
        <w:t>1.013e0</w:t>
      </w:r>
    </w:p>
    <w:p w14:paraId="3F90B825" w14:textId="77777777" w:rsidR="00810015" w:rsidRDefault="00810015" w:rsidP="00810015">
      <w:r>
        <w:t>323.9352</w:t>
      </w:r>
      <w:r>
        <w:tab/>
        <w:t>1.013e0</w:t>
      </w:r>
    </w:p>
    <w:p w14:paraId="2DF5466C" w14:textId="77777777" w:rsidR="00810015" w:rsidRDefault="00810015" w:rsidP="00810015">
      <w:r>
        <w:t>323.9377</w:t>
      </w:r>
      <w:r>
        <w:tab/>
        <w:t>2.025e0</w:t>
      </w:r>
    </w:p>
    <w:p w14:paraId="359B750D" w14:textId="77777777" w:rsidR="00810015" w:rsidRDefault="00810015" w:rsidP="00810015">
      <w:r>
        <w:t>323.9623</w:t>
      </w:r>
      <w:r>
        <w:tab/>
        <w:t>2.025e0</w:t>
      </w:r>
    </w:p>
    <w:p w14:paraId="27E64911" w14:textId="77777777" w:rsidR="00810015" w:rsidRDefault="00810015" w:rsidP="00810015">
      <w:r>
        <w:t>324.0078</w:t>
      </w:r>
      <w:r>
        <w:tab/>
        <w:t>1.013e0</w:t>
      </w:r>
    </w:p>
    <w:p w14:paraId="488DE6BE" w14:textId="77777777" w:rsidR="00810015" w:rsidRDefault="00810015" w:rsidP="00810015">
      <w:r>
        <w:t>324.0120</w:t>
      </w:r>
      <w:r>
        <w:tab/>
        <w:t>2.603e0</w:t>
      </w:r>
    </w:p>
    <w:p w14:paraId="06D9F180" w14:textId="77777777" w:rsidR="00810015" w:rsidRDefault="00810015" w:rsidP="00810015">
      <w:r>
        <w:t>324.0366</w:t>
      </w:r>
      <w:r>
        <w:tab/>
        <w:t>2.025e0</w:t>
      </w:r>
    </w:p>
    <w:p w14:paraId="7212733E" w14:textId="77777777" w:rsidR="00810015" w:rsidRDefault="00810015" w:rsidP="00810015">
      <w:r>
        <w:t>324.0399</w:t>
      </w:r>
      <w:r>
        <w:tab/>
        <w:t>1.469e0</w:t>
      </w:r>
    </w:p>
    <w:p w14:paraId="48DC171F" w14:textId="77777777" w:rsidR="00810015" w:rsidRDefault="00810015" w:rsidP="00810015">
      <w:r>
        <w:t>324.0770</w:t>
      </w:r>
      <w:r>
        <w:tab/>
        <w:t>2.991e0</w:t>
      </w:r>
    </w:p>
    <w:p w14:paraId="3E6FD502" w14:textId="77777777" w:rsidR="00810015" w:rsidRDefault="00810015" w:rsidP="00810015">
      <w:r>
        <w:t>324.0983</w:t>
      </w:r>
      <w:r>
        <w:tab/>
        <w:t>4.818e0</w:t>
      </w:r>
    </w:p>
    <w:p w14:paraId="634B71E9" w14:textId="77777777" w:rsidR="00810015" w:rsidRDefault="00810015" w:rsidP="00810015">
      <w:r>
        <w:t>324.1335</w:t>
      </w:r>
      <w:r>
        <w:tab/>
        <w:t>4.134e0</w:t>
      </w:r>
    </w:p>
    <w:p w14:paraId="605DDCB9" w14:textId="77777777" w:rsidR="00810015" w:rsidRDefault="00810015" w:rsidP="00810015">
      <w:r>
        <w:t>324.1349</w:t>
      </w:r>
      <w:r>
        <w:tab/>
        <w:t>4.479e0</w:t>
      </w:r>
    </w:p>
    <w:p w14:paraId="0BE98053" w14:textId="77777777" w:rsidR="00810015" w:rsidRDefault="00810015" w:rsidP="00810015">
      <w:r>
        <w:t>324.1584</w:t>
      </w:r>
      <w:r>
        <w:tab/>
        <w:t>2.241e0</w:t>
      </w:r>
    </w:p>
    <w:p w14:paraId="17EC9ED6" w14:textId="77777777" w:rsidR="00810015" w:rsidRDefault="00810015" w:rsidP="00810015">
      <w:r>
        <w:t>324.1767</w:t>
      </w:r>
      <w:r>
        <w:tab/>
        <w:t>3.652e0</w:t>
      </w:r>
    </w:p>
    <w:p w14:paraId="6B96316F" w14:textId="77777777" w:rsidR="00810015" w:rsidRDefault="00810015" w:rsidP="00810015">
      <w:r>
        <w:t>324.1797</w:t>
      </w:r>
      <w:r>
        <w:tab/>
        <w:t>2.025e0</w:t>
      </w:r>
    </w:p>
    <w:p w14:paraId="7BF36A47" w14:textId="77777777" w:rsidR="00810015" w:rsidRDefault="00810015" w:rsidP="00810015">
      <w:r>
        <w:t>324.1829</w:t>
      </w:r>
      <w:r>
        <w:tab/>
        <w:t>2.025e0</w:t>
      </w:r>
    </w:p>
    <w:p w14:paraId="444128D8" w14:textId="77777777" w:rsidR="00810015" w:rsidRDefault="00810015" w:rsidP="00810015">
      <w:r>
        <w:t>324.1951</w:t>
      </w:r>
      <w:r>
        <w:tab/>
        <w:t>1.013e0</w:t>
      </w:r>
    </w:p>
    <w:p w14:paraId="12C8B479" w14:textId="77777777" w:rsidR="00810015" w:rsidRDefault="00810015" w:rsidP="00810015">
      <w:r>
        <w:t>324.2061</w:t>
      </w:r>
      <w:r>
        <w:tab/>
        <w:t>2.025e0</w:t>
      </w:r>
    </w:p>
    <w:p w14:paraId="38C03CCE" w14:textId="77777777" w:rsidR="00810015" w:rsidRDefault="00810015" w:rsidP="00810015">
      <w:r>
        <w:t>324.2210</w:t>
      </w:r>
      <w:r>
        <w:tab/>
        <w:t>7.089e0</w:t>
      </w:r>
    </w:p>
    <w:p w14:paraId="41E9832D" w14:textId="77777777" w:rsidR="00810015" w:rsidRDefault="00810015" w:rsidP="00810015">
      <w:r>
        <w:t>324.2450</w:t>
      </w:r>
      <w:r>
        <w:tab/>
        <w:t>4.051e0</w:t>
      </w:r>
    </w:p>
    <w:p w14:paraId="365A351B" w14:textId="77777777" w:rsidR="00810015" w:rsidRDefault="00810015" w:rsidP="00810015">
      <w:r>
        <w:t>324.2545</w:t>
      </w:r>
      <w:r>
        <w:tab/>
        <w:t>2.557e0</w:t>
      </w:r>
    </w:p>
    <w:p w14:paraId="3DB42BE5" w14:textId="77777777" w:rsidR="00810015" w:rsidRDefault="00810015" w:rsidP="00810015">
      <w:r>
        <w:t>324.2569</w:t>
      </w:r>
      <w:r>
        <w:tab/>
        <w:t>1.013e0</w:t>
      </w:r>
    </w:p>
    <w:p w14:paraId="4404B6EC" w14:textId="77777777" w:rsidR="00810015" w:rsidRDefault="00810015" w:rsidP="00810015">
      <w:r>
        <w:t>324.2667</w:t>
      </w:r>
      <w:r>
        <w:tab/>
        <w:t>2.025e0</w:t>
      </w:r>
    </w:p>
    <w:p w14:paraId="03EA678F" w14:textId="77777777" w:rsidR="00810015" w:rsidRDefault="00810015" w:rsidP="00810015">
      <w:r>
        <w:t>324.2916</w:t>
      </w:r>
      <w:r>
        <w:tab/>
        <w:t>4.200e0</w:t>
      </w:r>
    </w:p>
    <w:p w14:paraId="52939B09" w14:textId="77777777" w:rsidR="00810015" w:rsidRDefault="00810015" w:rsidP="00810015">
      <w:r>
        <w:t>324.2994</w:t>
      </w:r>
      <w:r>
        <w:tab/>
        <w:t>3.038e0</w:t>
      </w:r>
    </w:p>
    <w:p w14:paraId="03AF8A0E" w14:textId="77777777" w:rsidR="00810015" w:rsidRDefault="00810015" w:rsidP="00810015">
      <w:r>
        <w:t>324.3530</w:t>
      </w:r>
      <w:r>
        <w:tab/>
        <w:t>1.013e0</w:t>
      </w:r>
    </w:p>
    <w:p w14:paraId="004FF024" w14:textId="77777777" w:rsidR="00810015" w:rsidRDefault="00810015" w:rsidP="00810015">
      <w:r>
        <w:t>324.3964</w:t>
      </w:r>
      <w:r>
        <w:tab/>
        <w:t>1.013e0</w:t>
      </w:r>
    </w:p>
    <w:p w14:paraId="15BC3945" w14:textId="77777777" w:rsidR="00810015" w:rsidRDefault="00810015" w:rsidP="00810015">
      <w:r>
        <w:t>324.4149</w:t>
      </w:r>
      <w:r>
        <w:tab/>
        <w:t>1.013e0</w:t>
      </w:r>
    </w:p>
    <w:p w14:paraId="70EDDBA4" w14:textId="77777777" w:rsidR="00810015" w:rsidRDefault="00810015" w:rsidP="00810015">
      <w:r>
        <w:t>324.4258</w:t>
      </w:r>
      <w:r>
        <w:tab/>
        <w:t>1.013e0</w:t>
      </w:r>
    </w:p>
    <w:p w14:paraId="70100709" w14:textId="77777777" w:rsidR="00810015" w:rsidRDefault="00810015" w:rsidP="00810015">
      <w:r>
        <w:t>324.4530</w:t>
      </w:r>
      <w:r>
        <w:tab/>
        <w:t>1.013e0</w:t>
      </w:r>
    </w:p>
    <w:p w14:paraId="31EADC3B" w14:textId="77777777" w:rsidR="00810015" w:rsidRDefault="00810015" w:rsidP="00810015">
      <w:r>
        <w:t>324.4735</w:t>
      </w:r>
      <w:r>
        <w:tab/>
        <w:t>1.013e0</w:t>
      </w:r>
    </w:p>
    <w:p w14:paraId="1A0F95EF" w14:textId="77777777" w:rsidR="00810015" w:rsidRDefault="00810015" w:rsidP="00810015">
      <w:r>
        <w:t>324.4814</w:t>
      </w:r>
      <w:r>
        <w:tab/>
        <w:t>1.013e0</w:t>
      </w:r>
    </w:p>
    <w:p w14:paraId="62F7A4C6" w14:textId="77777777" w:rsidR="00810015" w:rsidRDefault="00810015" w:rsidP="00810015">
      <w:r>
        <w:t>324.5204</w:t>
      </w:r>
      <w:r>
        <w:tab/>
        <w:t>1.013e0</w:t>
      </w:r>
    </w:p>
    <w:p w14:paraId="51792D8D" w14:textId="77777777" w:rsidR="00810015" w:rsidRDefault="00810015" w:rsidP="00810015">
      <w:r>
        <w:t>324.5340</w:t>
      </w:r>
      <w:r>
        <w:tab/>
        <w:t>2.025e0</w:t>
      </w:r>
    </w:p>
    <w:p w14:paraId="30D54A19" w14:textId="77777777" w:rsidR="00810015" w:rsidRDefault="00810015" w:rsidP="00810015">
      <w:r>
        <w:t>324.5379</w:t>
      </w:r>
      <w:r>
        <w:tab/>
        <w:t>1.013e0</w:t>
      </w:r>
    </w:p>
    <w:p w14:paraId="01886CB0" w14:textId="77777777" w:rsidR="00810015" w:rsidRDefault="00810015" w:rsidP="00810015">
      <w:r>
        <w:t>324.5672</w:t>
      </w:r>
      <w:r>
        <w:tab/>
        <w:t>1.013e0</w:t>
      </w:r>
    </w:p>
    <w:p w14:paraId="69BE59FA" w14:textId="77777777" w:rsidR="00810015" w:rsidRDefault="00810015" w:rsidP="00810015">
      <w:r>
        <w:t>324.5867</w:t>
      </w:r>
      <w:r>
        <w:tab/>
        <w:t>1.013e0</w:t>
      </w:r>
    </w:p>
    <w:p w14:paraId="468EB4F2" w14:textId="77777777" w:rsidR="00810015" w:rsidRDefault="00810015" w:rsidP="00810015">
      <w:r>
        <w:t>324.5878</w:t>
      </w:r>
      <w:r>
        <w:tab/>
        <w:t>1.013e0</w:t>
      </w:r>
    </w:p>
    <w:p w14:paraId="6BC08725" w14:textId="77777777" w:rsidR="00810015" w:rsidRDefault="00810015" w:rsidP="00810015">
      <w:r>
        <w:t>324.6023</w:t>
      </w:r>
      <w:r>
        <w:tab/>
        <w:t>3.038e0</w:t>
      </w:r>
    </w:p>
    <w:p w14:paraId="540D9179" w14:textId="77777777" w:rsidR="00810015" w:rsidRDefault="00810015" w:rsidP="00810015">
      <w:r>
        <w:t>324.6590</w:t>
      </w:r>
      <w:r>
        <w:tab/>
        <w:t>2.025e0</w:t>
      </w:r>
    </w:p>
    <w:p w14:paraId="2792B2B0" w14:textId="77777777" w:rsidR="00810015" w:rsidRDefault="00810015" w:rsidP="00810015">
      <w:r>
        <w:t>324.7488</w:t>
      </w:r>
      <w:r>
        <w:tab/>
        <w:t>1.013e0</w:t>
      </w:r>
    </w:p>
    <w:p w14:paraId="41DDDAB6" w14:textId="77777777" w:rsidR="00810015" w:rsidRDefault="00810015" w:rsidP="00810015">
      <w:r>
        <w:t>324.7892</w:t>
      </w:r>
      <w:r>
        <w:tab/>
        <w:t>1.013e0</w:t>
      </w:r>
    </w:p>
    <w:p w14:paraId="771C4A9C" w14:textId="77777777" w:rsidR="00810015" w:rsidRDefault="00810015" w:rsidP="00810015">
      <w:r>
        <w:t>324.7998</w:t>
      </w:r>
      <w:r>
        <w:tab/>
        <w:t>2.025e0</w:t>
      </w:r>
    </w:p>
    <w:p w14:paraId="1367425A" w14:textId="77777777" w:rsidR="00810015" w:rsidRDefault="00810015" w:rsidP="00810015">
      <w:r>
        <w:t>324.8027</w:t>
      </w:r>
      <w:r>
        <w:tab/>
        <w:t>1.013e0</w:t>
      </w:r>
    </w:p>
    <w:p w14:paraId="7B693DF3" w14:textId="77777777" w:rsidR="00810015" w:rsidRDefault="00810015" w:rsidP="00810015">
      <w:r>
        <w:t>324.8308</w:t>
      </w:r>
      <w:r>
        <w:tab/>
        <w:t>1.013e0</w:t>
      </w:r>
    </w:p>
    <w:p w14:paraId="0F7A8984" w14:textId="77777777" w:rsidR="00810015" w:rsidRDefault="00810015" w:rsidP="00810015">
      <w:r>
        <w:t>324.8500</w:t>
      </w:r>
      <w:r>
        <w:tab/>
        <w:t>3.038e0</w:t>
      </w:r>
    </w:p>
    <w:p w14:paraId="6AFA58B4" w14:textId="77777777" w:rsidR="00810015" w:rsidRDefault="00810015" w:rsidP="00810015">
      <w:r>
        <w:t>324.8795</w:t>
      </w:r>
      <w:r>
        <w:tab/>
        <w:t>2.025e0</w:t>
      </w:r>
    </w:p>
    <w:p w14:paraId="2129E3BC" w14:textId="77777777" w:rsidR="00810015" w:rsidRDefault="00810015" w:rsidP="00810015">
      <w:r>
        <w:t>324.8836</w:t>
      </w:r>
      <w:r>
        <w:tab/>
        <w:t>1.013e0</w:t>
      </w:r>
    </w:p>
    <w:p w14:paraId="5F125DF7" w14:textId="77777777" w:rsidR="00810015" w:rsidRDefault="00810015" w:rsidP="00810015">
      <w:r>
        <w:t>324.9031</w:t>
      </w:r>
      <w:r>
        <w:tab/>
        <w:t>2.025e0</w:t>
      </w:r>
    </w:p>
    <w:p w14:paraId="5EABAF2F" w14:textId="77777777" w:rsidR="00810015" w:rsidRDefault="00810015" w:rsidP="00810015">
      <w:r>
        <w:t>324.9239</w:t>
      </w:r>
      <w:r>
        <w:tab/>
        <w:t>1.013e0</w:t>
      </w:r>
    </w:p>
    <w:p w14:paraId="7B6C91D6" w14:textId="77777777" w:rsidR="00810015" w:rsidRDefault="00810015" w:rsidP="00810015">
      <w:r>
        <w:t>324.9307</w:t>
      </w:r>
      <w:r>
        <w:tab/>
        <w:t>1.013e0</w:t>
      </w:r>
    </w:p>
    <w:p w14:paraId="0F23B0F0" w14:textId="77777777" w:rsidR="00810015" w:rsidRDefault="00810015" w:rsidP="00810015">
      <w:r>
        <w:t>324.9322</w:t>
      </w:r>
      <w:r>
        <w:tab/>
        <w:t>2.025e0</w:t>
      </w:r>
    </w:p>
    <w:p w14:paraId="674793C5" w14:textId="77777777" w:rsidR="00810015" w:rsidRDefault="00810015" w:rsidP="00810015">
      <w:r>
        <w:t>324.9430</w:t>
      </w:r>
      <w:r>
        <w:tab/>
        <w:t>4.051e0</w:t>
      </w:r>
    </w:p>
    <w:p w14:paraId="3FFCC954" w14:textId="77777777" w:rsidR="00810015" w:rsidRDefault="00810015" w:rsidP="00810015">
      <w:r>
        <w:t>324.9591</w:t>
      </w:r>
      <w:r>
        <w:tab/>
        <w:t>2.025e0</w:t>
      </w:r>
    </w:p>
    <w:p w14:paraId="5FC47068" w14:textId="77777777" w:rsidR="00810015" w:rsidRDefault="00810015" w:rsidP="00810015">
      <w:r>
        <w:t>324.9614</w:t>
      </w:r>
      <w:r>
        <w:tab/>
        <w:t>6.037e0</w:t>
      </w:r>
    </w:p>
    <w:p w14:paraId="0E193E45" w14:textId="77777777" w:rsidR="00810015" w:rsidRDefault="00810015" w:rsidP="00810015">
      <w:r>
        <w:t>324.9950</w:t>
      </w:r>
      <w:r>
        <w:tab/>
        <w:t>1.013e0</w:t>
      </w:r>
    </w:p>
    <w:p w14:paraId="79769389" w14:textId="77777777" w:rsidR="00810015" w:rsidRDefault="00810015" w:rsidP="00810015">
      <w:r>
        <w:t>325.0201</w:t>
      </w:r>
      <w:r>
        <w:tab/>
        <w:t>3.038e0</w:t>
      </w:r>
    </w:p>
    <w:p w14:paraId="5506F0FE" w14:textId="77777777" w:rsidR="00810015" w:rsidRDefault="00810015" w:rsidP="00810015">
      <w:r>
        <w:t>325.0438</w:t>
      </w:r>
      <w:r>
        <w:tab/>
        <w:t>1.295e0</w:t>
      </w:r>
    </w:p>
    <w:p w14:paraId="065834CA" w14:textId="77777777" w:rsidR="00810015" w:rsidRDefault="00810015" w:rsidP="00810015">
      <w:r>
        <w:t>325.0453</w:t>
      </w:r>
      <w:r>
        <w:tab/>
        <w:t>1.884e0</w:t>
      </w:r>
    </w:p>
    <w:p w14:paraId="00EDEE2C" w14:textId="77777777" w:rsidR="00810015" w:rsidRDefault="00810015" w:rsidP="00810015">
      <w:r>
        <w:t>325.0551</w:t>
      </w:r>
      <w:r>
        <w:tab/>
        <w:t>4.436e0</w:t>
      </w:r>
    </w:p>
    <w:p w14:paraId="42D6B7B8" w14:textId="77777777" w:rsidR="00810015" w:rsidRDefault="00810015" w:rsidP="00810015">
      <w:r>
        <w:t>325.0769</w:t>
      </w:r>
      <w:r>
        <w:tab/>
        <w:t>1.013e0</w:t>
      </w:r>
    </w:p>
    <w:p w14:paraId="4252EE5A" w14:textId="77777777" w:rsidR="00810015" w:rsidRDefault="00810015" w:rsidP="00810015">
      <w:r>
        <w:t>325.0863</w:t>
      </w:r>
      <w:r>
        <w:tab/>
        <w:t>3.038e0</w:t>
      </w:r>
    </w:p>
    <w:p w14:paraId="028ED634" w14:textId="77777777" w:rsidR="00810015" w:rsidRDefault="00810015" w:rsidP="00810015">
      <w:r>
        <w:t>325.1100</w:t>
      </w:r>
      <w:r>
        <w:tab/>
        <w:t>1.480e0</w:t>
      </w:r>
    </w:p>
    <w:p w14:paraId="3CBC44C2" w14:textId="77777777" w:rsidR="00810015" w:rsidRDefault="00810015" w:rsidP="00810015">
      <w:r>
        <w:t>325.1487</w:t>
      </w:r>
      <w:r>
        <w:tab/>
        <w:t>1.345e0</w:t>
      </w:r>
    </w:p>
    <w:p w14:paraId="1DA6A557" w14:textId="77777777" w:rsidR="00810015" w:rsidRDefault="00810015" w:rsidP="00810015">
      <w:r>
        <w:t>325.1569</w:t>
      </w:r>
      <w:r>
        <w:tab/>
        <w:t>4.184e0</w:t>
      </w:r>
    </w:p>
    <w:p w14:paraId="1D21C370" w14:textId="77777777" w:rsidR="00810015" w:rsidRDefault="00810015" w:rsidP="00810015">
      <w:r>
        <w:t>325.1597</w:t>
      </w:r>
      <w:r>
        <w:tab/>
        <w:t>8.588e0</w:t>
      </w:r>
    </w:p>
    <w:p w14:paraId="33536872" w14:textId="77777777" w:rsidR="00810015" w:rsidRDefault="00810015" w:rsidP="00810015">
      <w:r>
        <w:t>325.1821</w:t>
      </w:r>
      <w:r>
        <w:tab/>
        <w:t>1.013e0</w:t>
      </w:r>
    </w:p>
    <w:p w14:paraId="21DA9F34" w14:textId="77777777" w:rsidR="00810015" w:rsidRDefault="00810015" w:rsidP="00810015">
      <w:r>
        <w:t>325.1904</w:t>
      </w:r>
      <w:r>
        <w:tab/>
        <w:t>4.051e0</w:t>
      </w:r>
    </w:p>
    <w:p w14:paraId="5B1A53CC" w14:textId="77777777" w:rsidR="00810015" w:rsidRDefault="00810015" w:rsidP="00810015">
      <w:r>
        <w:t>325.2183</w:t>
      </w:r>
      <w:r>
        <w:tab/>
        <w:t>1.013e0</w:t>
      </w:r>
    </w:p>
    <w:p w14:paraId="1C0DA502" w14:textId="77777777" w:rsidR="00810015" w:rsidRDefault="00810015" w:rsidP="00810015">
      <w:r>
        <w:t>325.2513</w:t>
      </w:r>
      <w:r>
        <w:tab/>
        <w:t>6.076e0</w:t>
      </w:r>
    </w:p>
    <w:p w14:paraId="528006C8" w14:textId="77777777" w:rsidR="00810015" w:rsidRDefault="00810015" w:rsidP="00810015">
      <w:r>
        <w:t>325.2530</w:t>
      </w:r>
      <w:r>
        <w:tab/>
        <w:t>3.038e0</w:t>
      </w:r>
    </w:p>
    <w:p w14:paraId="14910452" w14:textId="77777777" w:rsidR="00810015" w:rsidRDefault="00810015" w:rsidP="00810015">
      <w:r>
        <w:t>325.3118</w:t>
      </w:r>
      <w:r>
        <w:tab/>
        <w:t>6.076e0</w:t>
      </w:r>
    </w:p>
    <w:p w14:paraId="1A5F7337" w14:textId="77777777" w:rsidR="00810015" w:rsidRDefault="00810015" w:rsidP="00810015">
      <w:r>
        <w:t>325.3175</w:t>
      </w:r>
      <w:r>
        <w:tab/>
        <w:t>3.038e0</w:t>
      </w:r>
    </w:p>
    <w:p w14:paraId="5AD3CC03" w14:textId="77777777" w:rsidR="00810015" w:rsidRDefault="00810015" w:rsidP="00810015">
      <w:r>
        <w:t>325.3250</w:t>
      </w:r>
      <w:r>
        <w:tab/>
        <w:t>4.125e0</w:t>
      </w:r>
    </w:p>
    <w:p w14:paraId="0A46706D" w14:textId="77777777" w:rsidR="00810015" w:rsidRDefault="00810015" w:rsidP="00810015">
      <w:r>
        <w:t>325.3267</w:t>
      </w:r>
      <w:r>
        <w:tab/>
        <w:t>5.063e0</w:t>
      </w:r>
    </w:p>
    <w:p w14:paraId="4B53B733" w14:textId="77777777" w:rsidR="00810015" w:rsidRDefault="00810015" w:rsidP="00810015">
      <w:r>
        <w:t>325.3683</w:t>
      </w:r>
      <w:r>
        <w:tab/>
        <w:t>1.013e0</w:t>
      </w:r>
    </w:p>
    <w:p w14:paraId="65A802CE" w14:textId="77777777" w:rsidR="00810015" w:rsidRDefault="00810015" w:rsidP="00810015">
      <w:r>
        <w:t>325.3695</w:t>
      </w:r>
      <w:r>
        <w:tab/>
        <w:t>1.013e0</w:t>
      </w:r>
    </w:p>
    <w:p w14:paraId="79808C86" w14:textId="77777777" w:rsidR="00810015" w:rsidRDefault="00810015" w:rsidP="00810015">
      <w:r>
        <w:t>325.3763</w:t>
      </w:r>
      <w:r>
        <w:tab/>
        <w:t>2.025e0</w:t>
      </w:r>
    </w:p>
    <w:p w14:paraId="539BDBE7" w14:textId="77777777" w:rsidR="00810015" w:rsidRDefault="00810015" w:rsidP="00810015">
      <w:r>
        <w:t>325.4251</w:t>
      </w:r>
      <w:r>
        <w:tab/>
        <w:t>1.013e0</w:t>
      </w:r>
    </w:p>
    <w:p w14:paraId="1D500410" w14:textId="77777777" w:rsidR="00810015" w:rsidRDefault="00810015" w:rsidP="00810015">
      <w:r>
        <w:t>325.4820</w:t>
      </w:r>
      <w:r>
        <w:tab/>
        <w:t>1.013e0</w:t>
      </w:r>
    </w:p>
    <w:p w14:paraId="21B896CE" w14:textId="77777777" w:rsidR="00810015" w:rsidRDefault="00810015" w:rsidP="00810015">
      <w:r>
        <w:t>325.5060</w:t>
      </w:r>
      <w:r>
        <w:tab/>
        <w:t>1.013e0</w:t>
      </w:r>
    </w:p>
    <w:p w14:paraId="417E3121" w14:textId="77777777" w:rsidR="00810015" w:rsidRDefault="00810015" w:rsidP="00810015">
      <w:r>
        <w:t>325.5935</w:t>
      </w:r>
      <w:r>
        <w:tab/>
        <w:t>1.013e0</w:t>
      </w:r>
    </w:p>
    <w:p w14:paraId="212FA618" w14:textId="77777777" w:rsidR="00810015" w:rsidRDefault="00810015" w:rsidP="00810015">
      <w:r>
        <w:t>325.5994</w:t>
      </w:r>
      <w:r>
        <w:tab/>
        <w:t>1.013e0</w:t>
      </w:r>
    </w:p>
    <w:p w14:paraId="3C0397CC" w14:textId="77777777" w:rsidR="00810015" w:rsidRDefault="00810015" w:rsidP="00810015">
      <w:r>
        <w:t>325.6033</w:t>
      </w:r>
      <w:r>
        <w:tab/>
        <w:t>1.013e0</w:t>
      </w:r>
    </w:p>
    <w:p w14:paraId="70E345F9" w14:textId="77777777" w:rsidR="00810015" w:rsidRDefault="00810015" w:rsidP="00810015">
      <w:r>
        <w:t>325.6417</w:t>
      </w:r>
      <w:r>
        <w:tab/>
        <w:t>1.013e0</w:t>
      </w:r>
    </w:p>
    <w:p w14:paraId="5A004BA1" w14:textId="77777777" w:rsidR="00810015" w:rsidRDefault="00810015" w:rsidP="00810015">
      <w:r>
        <w:t>325.6640</w:t>
      </w:r>
      <w:r>
        <w:tab/>
        <w:t>1.013e0</w:t>
      </w:r>
    </w:p>
    <w:p w14:paraId="58624829" w14:textId="77777777" w:rsidR="00810015" w:rsidRDefault="00810015" w:rsidP="00810015">
      <w:r>
        <w:t>325.6699</w:t>
      </w:r>
      <w:r>
        <w:tab/>
        <w:t>1.013e0</w:t>
      </w:r>
    </w:p>
    <w:p w14:paraId="4D774395" w14:textId="77777777" w:rsidR="00810015" w:rsidRDefault="00810015" w:rsidP="00810015">
      <w:r>
        <w:t>325.6769</w:t>
      </w:r>
      <w:r>
        <w:tab/>
        <w:t>1.013e0</w:t>
      </w:r>
    </w:p>
    <w:p w14:paraId="73687A2D" w14:textId="77777777" w:rsidR="00810015" w:rsidRDefault="00810015" w:rsidP="00810015">
      <w:r>
        <w:t>325.7371</w:t>
      </w:r>
      <w:r>
        <w:tab/>
        <w:t>1.013e0</w:t>
      </w:r>
    </w:p>
    <w:p w14:paraId="0A240264" w14:textId="77777777" w:rsidR="00810015" w:rsidRDefault="00810015" w:rsidP="00810015">
      <w:r>
        <w:t>325.7463</w:t>
      </w:r>
      <w:r>
        <w:tab/>
        <w:t>1.013e0</w:t>
      </w:r>
    </w:p>
    <w:p w14:paraId="227C7B7D" w14:textId="77777777" w:rsidR="00810015" w:rsidRDefault="00810015" w:rsidP="00810015">
      <w:r>
        <w:t>325.8102</w:t>
      </w:r>
      <w:r>
        <w:tab/>
        <w:t>2.025e0</w:t>
      </w:r>
    </w:p>
    <w:p w14:paraId="1C9A36FD" w14:textId="77777777" w:rsidR="00810015" w:rsidRDefault="00810015" w:rsidP="00810015">
      <w:r>
        <w:t>325.8344</w:t>
      </w:r>
      <w:r>
        <w:tab/>
        <w:t>1.013e0</w:t>
      </w:r>
    </w:p>
    <w:p w14:paraId="633C53D0" w14:textId="77777777" w:rsidR="00810015" w:rsidRDefault="00810015" w:rsidP="00810015">
      <w:r>
        <w:t>325.8579</w:t>
      </w:r>
      <w:r>
        <w:tab/>
        <w:t>1.013e0</w:t>
      </w:r>
    </w:p>
    <w:p w14:paraId="1C682C7B" w14:textId="77777777" w:rsidR="00810015" w:rsidRDefault="00810015" w:rsidP="00810015">
      <w:r>
        <w:t>325.8837</w:t>
      </w:r>
      <w:r>
        <w:tab/>
        <w:t>2.025e0</w:t>
      </w:r>
    </w:p>
    <w:p w14:paraId="637F1CF5" w14:textId="77777777" w:rsidR="00810015" w:rsidRDefault="00810015" w:rsidP="00810015">
      <w:r>
        <w:t>325.9206</w:t>
      </w:r>
      <w:r>
        <w:tab/>
        <w:t>1.013e0</w:t>
      </w:r>
    </w:p>
    <w:p w14:paraId="1E86DEA3" w14:textId="77777777" w:rsidR="00810015" w:rsidRDefault="00810015" w:rsidP="00810015">
      <w:r>
        <w:t>325.9335</w:t>
      </w:r>
      <w:r>
        <w:tab/>
        <w:t>4.051e0</w:t>
      </w:r>
    </w:p>
    <w:p w14:paraId="3717E1D1" w14:textId="77777777" w:rsidR="00810015" w:rsidRDefault="00810015" w:rsidP="00810015">
      <w:r>
        <w:t>325.9438</w:t>
      </w:r>
      <w:r>
        <w:tab/>
        <w:t>1.013e0</w:t>
      </w:r>
    </w:p>
    <w:p w14:paraId="2A3ED729" w14:textId="77777777" w:rsidR="00810015" w:rsidRDefault="00810015" w:rsidP="00810015">
      <w:r>
        <w:t>325.9746</w:t>
      </w:r>
      <w:r>
        <w:tab/>
        <w:t>3.038e0</w:t>
      </w:r>
    </w:p>
    <w:p w14:paraId="47D0F744" w14:textId="77777777" w:rsidR="00810015" w:rsidRDefault="00810015" w:rsidP="00810015">
      <w:r>
        <w:t>326.0102</w:t>
      </w:r>
      <w:r>
        <w:tab/>
        <w:t>2.991e0</w:t>
      </w:r>
    </w:p>
    <w:p w14:paraId="36AACE76" w14:textId="77777777" w:rsidR="00810015" w:rsidRDefault="00810015" w:rsidP="00810015">
      <w:r>
        <w:t>326.0458</w:t>
      </w:r>
      <w:r>
        <w:tab/>
        <w:t>2.184e0</w:t>
      </w:r>
    </w:p>
    <w:p w14:paraId="51BF47C7" w14:textId="77777777" w:rsidR="00810015" w:rsidRDefault="00810015" w:rsidP="00810015">
      <w:r>
        <w:t>326.0608</w:t>
      </w:r>
      <w:r>
        <w:tab/>
        <w:t>3.038e0</w:t>
      </w:r>
    </w:p>
    <w:p w14:paraId="32317F00" w14:textId="77777777" w:rsidR="00810015" w:rsidRDefault="00810015" w:rsidP="00810015">
      <w:r>
        <w:t>326.0664</w:t>
      </w:r>
      <w:r>
        <w:tab/>
        <w:t>5.982e0</w:t>
      </w:r>
    </w:p>
    <w:p w14:paraId="2FE1F772" w14:textId="77777777" w:rsidR="00810015" w:rsidRDefault="00810015" w:rsidP="00810015">
      <w:r>
        <w:t>326.0729</w:t>
      </w:r>
      <w:r>
        <w:tab/>
        <w:t>3.122e0</w:t>
      </w:r>
    </w:p>
    <w:p w14:paraId="0ADE9F18" w14:textId="77777777" w:rsidR="00810015" w:rsidRDefault="00810015" w:rsidP="00810015">
      <w:r>
        <w:t>326.0833</w:t>
      </w:r>
      <w:r>
        <w:tab/>
        <w:t>1.412e0</w:t>
      </w:r>
    </w:p>
    <w:p w14:paraId="198A048F" w14:textId="77777777" w:rsidR="00810015" w:rsidRDefault="00810015" w:rsidP="00810015">
      <w:r>
        <w:t>326.0900</w:t>
      </w:r>
      <w:r>
        <w:tab/>
        <w:t>2.025e0</w:t>
      </w:r>
    </w:p>
    <w:p w14:paraId="5EDD9533" w14:textId="77777777" w:rsidR="00810015" w:rsidRDefault="00810015" w:rsidP="00810015">
      <w:r>
        <w:t>326.1103</w:t>
      </w:r>
      <w:r>
        <w:tab/>
        <w:t>2.025e0</w:t>
      </w:r>
    </w:p>
    <w:p w14:paraId="75B1A8A8" w14:textId="77777777" w:rsidR="00810015" w:rsidRDefault="00810015" w:rsidP="00810015">
      <w:r>
        <w:t>326.1456</w:t>
      </w:r>
      <w:r>
        <w:tab/>
        <w:t>1.345e0</w:t>
      </w:r>
    </w:p>
    <w:p w14:paraId="3BA01AC9" w14:textId="77777777" w:rsidR="00810015" w:rsidRDefault="00810015" w:rsidP="00810015">
      <w:r>
        <w:t>326.1500</w:t>
      </w:r>
      <w:r>
        <w:tab/>
        <w:t>2.025e0</w:t>
      </w:r>
    </w:p>
    <w:p w14:paraId="08305E46" w14:textId="77777777" w:rsidR="00810015" w:rsidRDefault="00810015" w:rsidP="00810015">
      <w:r>
        <w:t>326.1637</w:t>
      </w:r>
      <w:r>
        <w:tab/>
        <w:t>1.013e0</w:t>
      </w:r>
    </w:p>
    <w:p w14:paraId="429D6152" w14:textId="77777777" w:rsidR="00810015" w:rsidRDefault="00810015" w:rsidP="00810015">
      <w:r>
        <w:t>326.1872</w:t>
      </w:r>
      <w:r>
        <w:tab/>
        <w:t>2.025e0</w:t>
      </w:r>
    </w:p>
    <w:p w14:paraId="2AAB61FA" w14:textId="77777777" w:rsidR="00810015" w:rsidRDefault="00810015" w:rsidP="00810015">
      <w:r>
        <w:t>326.1912</w:t>
      </w:r>
      <w:r>
        <w:tab/>
        <w:t>2.025e0</w:t>
      </w:r>
    </w:p>
    <w:p w14:paraId="0BDA8FD6" w14:textId="77777777" w:rsidR="00810015" w:rsidRDefault="00810015" w:rsidP="00810015">
      <w:r>
        <w:t>326.2093</w:t>
      </w:r>
      <w:r>
        <w:tab/>
        <w:t>3.038e0</w:t>
      </w:r>
    </w:p>
    <w:p w14:paraId="5ACCBA51" w14:textId="77777777" w:rsidR="00810015" w:rsidRDefault="00810015" w:rsidP="00810015">
      <w:r>
        <w:t>326.2174</w:t>
      </w:r>
      <w:r>
        <w:tab/>
        <w:t>2.025e0</w:t>
      </w:r>
    </w:p>
    <w:p w14:paraId="7B148A64" w14:textId="77777777" w:rsidR="00810015" w:rsidRDefault="00810015" w:rsidP="00810015">
      <w:r>
        <w:t>326.2538</w:t>
      </w:r>
      <w:r>
        <w:tab/>
        <w:t>2.025e0</w:t>
      </w:r>
    </w:p>
    <w:p w14:paraId="5E0E1DC8" w14:textId="77777777" w:rsidR="00810015" w:rsidRDefault="00810015" w:rsidP="00810015">
      <w:r>
        <w:t>326.2559</w:t>
      </w:r>
      <w:r>
        <w:tab/>
        <w:t>1.013e0</w:t>
      </w:r>
    </w:p>
    <w:p w14:paraId="5E995A72" w14:textId="77777777" w:rsidR="00810015" w:rsidRDefault="00810015" w:rsidP="00810015">
      <w:r>
        <w:t>326.2638</w:t>
      </w:r>
      <w:r>
        <w:tab/>
        <w:t>1.013e0</w:t>
      </w:r>
    </w:p>
    <w:p w14:paraId="3C2FAA9F" w14:textId="77777777" w:rsidR="00810015" w:rsidRDefault="00810015" w:rsidP="00810015">
      <w:r>
        <w:t>326.2696</w:t>
      </w:r>
      <w:r>
        <w:tab/>
        <w:t>1.013e0</w:t>
      </w:r>
    </w:p>
    <w:p w14:paraId="0BB15C1F" w14:textId="77777777" w:rsidR="00810015" w:rsidRDefault="00810015" w:rsidP="00810015">
      <w:r>
        <w:t>326.2854</w:t>
      </w:r>
      <w:r>
        <w:tab/>
        <w:t>1.013e0</w:t>
      </w:r>
    </w:p>
    <w:p w14:paraId="2E27DA3E" w14:textId="77777777" w:rsidR="00810015" w:rsidRDefault="00810015" w:rsidP="00810015">
      <w:r>
        <w:t>326.3127</w:t>
      </w:r>
      <w:r>
        <w:tab/>
        <w:t>1.013e0</w:t>
      </w:r>
    </w:p>
    <w:p w14:paraId="49EC5337" w14:textId="77777777" w:rsidR="00810015" w:rsidRDefault="00810015" w:rsidP="00810015">
      <w:r>
        <w:t>326.3252</w:t>
      </w:r>
      <w:r>
        <w:tab/>
        <w:t>2.025e0</w:t>
      </w:r>
    </w:p>
    <w:p w14:paraId="0A4144E4" w14:textId="77777777" w:rsidR="00810015" w:rsidRDefault="00810015" w:rsidP="00810015">
      <w:r>
        <w:t>326.3284</w:t>
      </w:r>
      <w:r>
        <w:tab/>
        <w:t>1.013e0</w:t>
      </w:r>
    </w:p>
    <w:p w14:paraId="04FCA57D" w14:textId="77777777" w:rsidR="00810015" w:rsidRDefault="00810015" w:rsidP="00810015">
      <w:r>
        <w:t>326.3765</w:t>
      </w:r>
      <w:r>
        <w:tab/>
        <w:t>2.025e1</w:t>
      </w:r>
    </w:p>
    <w:p w14:paraId="6B656AE6" w14:textId="77777777" w:rsidR="00810015" w:rsidRDefault="00810015" w:rsidP="00810015">
      <w:r>
        <w:t>326.3793</w:t>
      </w:r>
      <w:r>
        <w:tab/>
        <w:t>4.255e1</w:t>
      </w:r>
    </w:p>
    <w:p w14:paraId="2CC2E621" w14:textId="77777777" w:rsidR="00810015" w:rsidRDefault="00810015" w:rsidP="00810015">
      <w:r>
        <w:t>326.3859</w:t>
      </w:r>
      <w:r>
        <w:tab/>
        <w:t>1.700e1</w:t>
      </w:r>
    </w:p>
    <w:p w14:paraId="4C033B1B" w14:textId="77777777" w:rsidR="00810015" w:rsidRDefault="00810015" w:rsidP="00810015">
      <w:r>
        <w:t>326.4645</w:t>
      </w:r>
      <w:r>
        <w:tab/>
        <w:t>3.443e0</w:t>
      </w:r>
    </w:p>
    <w:p w14:paraId="32FF60B6" w14:textId="77777777" w:rsidR="00810015" w:rsidRDefault="00810015" w:rsidP="00810015">
      <w:r>
        <w:t>326.4872</w:t>
      </w:r>
      <w:r>
        <w:tab/>
        <w:t>1.013e0</w:t>
      </w:r>
    </w:p>
    <w:p w14:paraId="0A2E0129" w14:textId="77777777" w:rsidR="00810015" w:rsidRDefault="00810015" w:rsidP="00810015">
      <w:r>
        <w:t>326.5195</w:t>
      </w:r>
      <w:r>
        <w:tab/>
        <w:t>1.013e0</w:t>
      </w:r>
    </w:p>
    <w:p w14:paraId="21EF299C" w14:textId="77777777" w:rsidR="00810015" w:rsidRDefault="00810015" w:rsidP="00810015">
      <w:r>
        <w:t>326.5478</w:t>
      </w:r>
      <w:r>
        <w:tab/>
        <w:t>1.013e0</w:t>
      </w:r>
    </w:p>
    <w:p w14:paraId="6F1C037C" w14:textId="77777777" w:rsidR="00810015" w:rsidRDefault="00810015" w:rsidP="00810015">
      <w:r>
        <w:t>326.5555</w:t>
      </w:r>
      <w:r>
        <w:tab/>
        <w:t>2.025e0</w:t>
      </w:r>
    </w:p>
    <w:p w14:paraId="20BEA6A2" w14:textId="77777777" w:rsidR="00810015" w:rsidRDefault="00810015" w:rsidP="00810015">
      <w:r>
        <w:t>326.5580</w:t>
      </w:r>
      <w:r>
        <w:tab/>
        <w:t>2.025e0</w:t>
      </w:r>
    </w:p>
    <w:p w14:paraId="4D0B4E9F" w14:textId="77777777" w:rsidR="00810015" w:rsidRDefault="00810015" w:rsidP="00810015">
      <w:r>
        <w:t>326.5875</w:t>
      </w:r>
      <w:r>
        <w:tab/>
        <w:t>1.013e0</w:t>
      </w:r>
    </w:p>
    <w:p w14:paraId="45D40553" w14:textId="77777777" w:rsidR="00810015" w:rsidRDefault="00810015" w:rsidP="00810015">
      <w:r>
        <w:t>326.5965</w:t>
      </w:r>
      <w:r>
        <w:tab/>
        <w:t>1.013e0</w:t>
      </w:r>
    </w:p>
    <w:p w14:paraId="71DD19A4" w14:textId="77777777" w:rsidR="00810015" w:rsidRDefault="00810015" w:rsidP="00810015">
      <w:r>
        <w:t>326.6735</w:t>
      </w:r>
      <w:r>
        <w:tab/>
        <w:t>1.013e0</w:t>
      </w:r>
    </w:p>
    <w:p w14:paraId="4A2D9646" w14:textId="77777777" w:rsidR="00810015" w:rsidRDefault="00810015" w:rsidP="00810015">
      <w:r>
        <w:t>326.6876</w:t>
      </w:r>
      <w:r>
        <w:tab/>
        <w:t>1.013e0</w:t>
      </w:r>
    </w:p>
    <w:p w14:paraId="51EAD245" w14:textId="77777777" w:rsidR="00810015" w:rsidRDefault="00810015" w:rsidP="00810015">
      <w:r>
        <w:t>326.7070</w:t>
      </w:r>
      <w:r>
        <w:tab/>
        <w:t>1.013e0</w:t>
      </w:r>
    </w:p>
    <w:p w14:paraId="38918EE9" w14:textId="77777777" w:rsidR="00810015" w:rsidRDefault="00810015" w:rsidP="00810015">
      <w:r>
        <w:t>326.7505</w:t>
      </w:r>
      <w:r>
        <w:tab/>
        <w:t>1.013e0</w:t>
      </w:r>
    </w:p>
    <w:p w14:paraId="4324656C" w14:textId="77777777" w:rsidR="00810015" w:rsidRDefault="00810015" w:rsidP="00810015">
      <w:r>
        <w:t>326.7790</w:t>
      </w:r>
      <w:r>
        <w:tab/>
        <w:t>1.013e0</w:t>
      </w:r>
    </w:p>
    <w:p w14:paraId="6653C5D6" w14:textId="77777777" w:rsidR="00810015" w:rsidRDefault="00810015" w:rsidP="00810015">
      <w:r>
        <w:t>326.7948</w:t>
      </w:r>
      <w:r>
        <w:tab/>
        <w:t>1.013e0</w:t>
      </w:r>
    </w:p>
    <w:p w14:paraId="36D98845" w14:textId="77777777" w:rsidR="00810015" w:rsidRDefault="00810015" w:rsidP="00810015">
      <w:r>
        <w:t>326.8113</w:t>
      </w:r>
      <w:r>
        <w:tab/>
        <w:t>2.025e0</w:t>
      </w:r>
    </w:p>
    <w:p w14:paraId="524D9DA0" w14:textId="77777777" w:rsidR="00810015" w:rsidRDefault="00810015" w:rsidP="00810015">
      <w:r>
        <w:t>326.8276</w:t>
      </w:r>
      <w:r>
        <w:tab/>
        <w:t>1.013e0</w:t>
      </w:r>
    </w:p>
    <w:p w14:paraId="06A4E5CF" w14:textId="77777777" w:rsidR="00810015" w:rsidRDefault="00810015" w:rsidP="00810015">
      <w:r>
        <w:t>326.8408</w:t>
      </w:r>
      <w:r>
        <w:tab/>
        <w:t>1.013e0</w:t>
      </w:r>
    </w:p>
    <w:p w14:paraId="7F10F223" w14:textId="77777777" w:rsidR="00810015" w:rsidRDefault="00810015" w:rsidP="00810015">
      <w:r>
        <w:t>326.8601</w:t>
      </w:r>
      <w:r>
        <w:tab/>
        <w:t>1.013e0</w:t>
      </w:r>
    </w:p>
    <w:p w14:paraId="482634E8" w14:textId="77777777" w:rsidR="00810015" w:rsidRDefault="00810015" w:rsidP="00810015">
      <w:r>
        <w:t>326.8897</w:t>
      </w:r>
      <w:r>
        <w:tab/>
        <w:t>3.038e0</w:t>
      </w:r>
    </w:p>
    <w:p w14:paraId="7CC87C6C" w14:textId="77777777" w:rsidR="00810015" w:rsidRDefault="00810015" w:rsidP="00810015">
      <w:r>
        <w:t>326.9095</w:t>
      </w:r>
      <w:r>
        <w:tab/>
        <w:t>2.025e0</w:t>
      </w:r>
    </w:p>
    <w:p w14:paraId="325A3AC3" w14:textId="77777777" w:rsidR="00810015" w:rsidRDefault="00810015" w:rsidP="00810015">
      <w:r>
        <w:t>326.9180</w:t>
      </w:r>
      <w:r>
        <w:tab/>
        <w:t>6.050e0</w:t>
      </w:r>
    </w:p>
    <w:p w14:paraId="4A8D2AAC" w14:textId="77777777" w:rsidR="00810015" w:rsidRDefault="00810015" w:rsidP="00810015">
      <w:r>
        <w:t>326.9200</w:t>
      </w:r>
      <w:r>
        <w:tab/>
        <w:t>3.038e0</w:t>
      </w:r>
    </w:p>
    <w:p w14:paraId="24AAEE8A" w14:textId="77777777" w:rsidR="00810015" w:rsidRDefault="00810015" w:rsidP="00810015">
      <w:r>
        <w:t>326.9326</w:t>
      </w:r>
      <w:r>
        <w:tab/>
        <w:t>3.038e0</w:t>
      </w:r>
    </w:p>
    <w:p w14:paraId="4C8DE6BE" w14:textId="77777777" w:rsidR="00810015" w:rsidRDefault="00810015" w:rsidP="00810015">
      <w:r>
        <w:t>326.9383</w:t>
      </w:r>
      <w:r>
        <w:tab/>
        <w:t>1.081e0</w:t>
      </w:r>
    </w:p>
    <w:p w14:paraId="7AD9F337" w14:textId="77777777" w:rsidR="00810015" w:rsidRDefault="00810015" w:rsidP="00810015">
      <w:r>
        <w:t>326.9528</w:t>
      </w:r>
      <w:r>
        <w:tab/>
        <w:t>1.013e0</w:t>
      </w:r>
    </w:p>
    <w:p w14:paraId="16549046" w14:textId="77777777" w:rsidR="00810015" w:rsidRDefault="00810015" w:rsidP="00810015">
      <w:r>
        <w:t>326.9819</w:t>
      </w:r>
      <w:r>
        <w:tab/>
        <w:t>1.013e0</w:t>
      </w:r>
    </w:p>
    <w:p w14:paraId="452F9AAE" w14:textId="77777777" w:rsidR="00810015" w:rsidRDefault="00810015" w:rsidP="00810015">
      <w:r>
        <w:t>326.9858</w:t>
      </w:r>
      <w:r>
        <w:tab/>
        <w:t>1.013e0</w:t>
      </w:r>
    </w:p>
    <w:p w14:paraId="4E4DE977" w14:textId="77777777" w:rsidR="00810015" w:rsidRDefault="00810015" w:rsidP="00810015">
      <w:r>
        <w:t>327.0012</w:t>
      </w:r>
      <w:r>
        <w:tab/>
        <w:t>2.025e0</w:t>
      </w:r>
    </w:p>
    <w:p w14:paraId="1E02556C" w14:textId="77777777" w:rsidR="00810015" w:rsidRDefault="00810015" w:rsidP="00810015">
      <w:r>
        <w:t>327.0025</w:t>
      </w:r>
      <w:r>
        <w:tab/>
        <w:t>2.025e0</w:t>
      </w:r>
    </w:p>
    <w:p w14:paraId="5A93C5E2" w14:textId="77777777" w:rsidR="00810015" w:rsidRDefault="00810015" w:rsidP="00810015">
      <w:r>
        <w:t>327.0162</w:t>
      </w:r>
      <w:r>
        <w:tab/>
        <w:t>2.025e0</w:t>
      </w:r>
    </w:p>
    <w:p w14:paraId="721B4B09" w14:textId="77777777" w:rsidR="00810015" w:rsidRDefault="00810015" w:rsidP="00810015">
      <w:r>
        <w:t>327.0311</w:t>
      </w:r>
      <w:r>
        <w:tab/>
        <w:t>1.559e0</w:t>
      </w:r>
    </w:p>
    <w:p w14:paraId="1C1A939B" w14:textId="77777777" w:rsidR="00810015" w:rsidRDefault="00810015" w:rsidP="00810015">
      <w:r>
        <w:t>327.0390</w:t>
      </w:r>
      <w:r>
        <w:tab/>
        <w:t>2.025e0</w:t>
      </w:r>
    </w:p>
    <w:p w14:paraId="429D542F" w14:textId="77777777" w:rsidR="00810015" w:rsidRDefault="00810015" w:rsidP="00810015">
      <w:r>
        <w:t>327.0567</w:t>
      </w:r>
      <w:r>
        <w:tab/>
        <w:t>4.051e0</w:t>
      </w:r>
    </w:p>
    <w:p w14:paraId="28B375BA" w14:textId="77777777" w:rsidR="00810015" w:rsidRDefault="00810015" w:rsidP="00810015">
      <w:r>
        <w:t>327.0698</w:t>
      </w:r>
      <w:r>
        <w:tab/>
        <w:t>7.783e0</w:t>
      </w:r>
    </w:p>
    <w:p w14:paraId="07B83492" w14:textId="77777777" w:rsidR="00810015" w:rsidRDefault="00810015" w:rsidP="00810015">
      <w:r>
        <w:t>327.0708</w:t>
      </w:r>
      <w:r>
        <w:tab/>
        <w:t>2.025e0</w:t>
      </w:r>
    </w:p>
    <w:p w14:paraId="40C569E7" w14:textId="77777777" w:rsidR="00810015" w:rsidRDefault="00810015" w:rsidP="00810015">
      <w:r>
        <w:t>327.0764</w:t>
      </w:r>
      <w:r>
        <w:tab/>
        <w:t>2.111e0</w:t>
      </w:r>
    </w:p>
    <w:p w14:paraId="707CAAD7" w14:textId="77777777" w:rsidR="00810015" w:rsidRDefault="00810015" w:rsidP="00810015">
      <w:r>
        <w:t>327.0808</w:t>
      </w:r>
      <w:r>
        <w:tab/>
        <w:t>3.038e0</w:t>
      </w:r>
    </w:p>
    <w:p w14:paraId="79B2F7D5" w14:textId="77777777" w:rsidR="00810015" w:rsidRDefault="00810015" w:rsidP="00810015">
      <w:r>
        <w:t>327.1002</w:t>
      </w:r>
      <w:r>
        <w:tab/>
        <w:t>1.013e0</w:t>
      </w:r>
    </w:p>
    <w:p w14:paraId="61DA9EC9" w14:textId="77777777" w:rsidR="00810015" w:rsidRDefault="00810015" w:rsidP="00810015">
      <w:r>
        <w:t>327.1117</w:t>
      </w:r>
      <w:r>
        <w:tab/>
        <w:t>1.013e0</w:t>
      </w:r>
    </w:p>
    <w:p w14:paraId="1B0A8154" w14:textId="77777777" w:rsidR="00810015" w:rsidRDefault="00810015" w:rsidP="00810015">
      <w:r>
        <w:t>327.1225</w:t>
      </w:r>
      <w:r>
        <w:tab/>
        <w:t>1.079e0</w:t>
      </w:r>
    </w:p>
    <w:p w14:paraId="7D10341A" w14:textId="77777777" w:rsidR="00810015" w:rsidRDefault="00810015" w:rsidP="00810015">
      <w:r>
        <w:t>327.1595</w:t>
      </w:r>
      <w:r>
        <w:tab/>
        <w:t>3.038e0</w:t>
      </w:r>
    </w:p>
    <w:p w14:paraId="71ABB950" w14:textId="77777777" w:rsidR="00810015" w:rsidRDefault="00810015" w:rsidP="00810015">
      <w:r>
        <w:t>327.1763</w:t>
      </w:r>
      <w:r>
        <w:tab/>
        <w:t>5.057e0</w:t>
      </w:r>
    </w:p>
    <w:p w14:paraId="63F1133E" w14:textId="77777777" w:rsidR="00810015" w:rsidRDefault="00810015" w:rsidP="00810015">
      <w:r>
        <w:t>327.1898</w:t>
      </w:r>
      <w:r>
        <w:tab/>
        <w:t>1.013e0</w:t>
      </w:r>
    </w:p>
    <w:p w14:paraId="327C21FE" w14:textId="77777777" w:rsidR="00810015" w:rsidRDefault="00810015" w:rsidP="00810015">
      <w:r>
        <w:t>327.1967</w:t>
      </w:r>
      <w:r>
        <w:tab/>
        <w:t>2.025e0</w:t>
      </w:r>
    </w:p>
    <w:p w14:paraId="5F30D966" w14:textId="77777777" w:rsidR="00810015" w:rsidRDefault="00810015" w:rsidP="00810015">
      <w:r>
        <w:t>327.2415</w:t>
      </w:r>
      <w:r>
        <w:tab/>
        <w:t>1.013e0</w:t>
      </w:r>
    </w:p>
    <w:p w14:paraId="70110CDF" w14:textId="77777777" w:rsidR="00810015" w:rsidRDefault="00810015" w:rsidP="00810015">
      <w:r>
        <w:t>327.2547</w:t>
      </w:r>
      <w:r>
        <w:tab/>
        <w:t>1.013e0</w:t>
      </w:r>
    </w:p>
    <w:p w14:paraId="5927B9A7" w14:textId="77777777" w:rsidR="00810015" w:rsidRDefault="00810015" w:rsidP="00810015">
      <w:r>
        <w:t>327.2634</w:t>
      </w:r>
      <w:r>
        <w:tab/>
        <w:t>2.025e0</w:t>
      </w:r>
    </w:p>
    <w:p w14:paraId="640A1235" w14:textId="77777777" w:rsidR="00810015" w:rsidRDefault="00810015" w:rsidP="00810015">
      <w:r>
        <w:t>327.2889</w:t>
      </w:r>
      <w:r>
        <w:tab/>
        <w:t>1.013e0</w:t>
      </w:r>
    </w:p>
    <w:p w14:paraId="71697396" w14:textId="77777777" w:rsidR="00810015" w:rsidRDefault="00810015" w:rsidP="00810015">
      <w:r>
        <w:t>327.2901</w:t>
      </w:r>
      <w:r>
        <w:tab/>
        <w:t>1.013e0</w:t>
      </w:r>
    </w:p>
    <w:p w14:paraId="758436C1" w14:textId="77777777" w:rsidR="00810015" w:rsidRDefault="00810015" w:rsidP="00810015">
      <w:r>
        <w:t>327.2942</w:t>
      </w:r>
      <w:r>
        <w:tab/>
        <w:t>1.013e0</w:t>
      </w:r>
    </w:p>
    <w:p w14:paraId="6C356E4A" w14:textId="77777777" w:rsidR="00810015" w:rsidRDefault="00810015" w:rsidP="00810015">
      <w:r>
        <w:t>327.3048</w:t>
      </w:r>
      <w:r>
        <w:tab/>
        <w:t>2.025e0</w:t>
      </w:r>
    </w:p>
    <w:p w14:paraId="58D5078A" w14:textId="77777777" w:rsidR="00810015" w:rsidRDefault="00810015" w:rsidP="00810015">
      <w:r>
        <w:t>327.3529</w:t>
      </w:r>
      <w:r>
        <w:tab/>
        <w:t>3.225e0</w:t>
      </w:r>
    </w:p>
    <w:p w14:paraId="7F8F204E" w14:textId="77777777" w:rsidR="00810015" w:rsidRDefault="00810015" w:rsidP="00810015">
      <w:r>
        <w:t>327.3772</w:t>
      </w:r>
      <w:r>
        <w:tab/>
        <w:t>2.120e0</w:t>
      </w:r>
    </w:p>
    <w:p w14:paraId="30D7551C" w14:textId="77777777" w:rsidR="00810015" w:rsidRDefault="00810015" w:rsidP="00810015">
      <w:r>
        <w:t>327.3793</w:t>
      </w:r>
      <w:r>
        <w:tab/>
        <w:t>2.025e0</w:t>
      </w:r>
    </w:p>
    <w:p w14:paraId="4FE8E7EA" w14:textId="77777777" w:rsidR="00810015" w:rsidRDefault="00810015" w:rsidP="00810015">
      <w:r>
        <w:t>327.3804</w:t>
      </w:r>
      <w:r>
        <w:tab/>
        <w:t>3.038e0</w:t>
      </w:r>
    </w:p>
    <w:p w14:paraId="3515E68F" w14:textId="77777777" w:rsidR="00810015" w:rsidRDefault="00810015" w:rsidP="00810015">
      <w:r>
        <w:t>327.3848</w:t>
      </w:r>
      <w:r>
        <w:tab/>
        <w:t>3.864e0</w:t>
      </w:r>
    </w:p>
    <w:p w14:paraId="243ABAAB" w14:textId="77777777" w:rsidR="00810015" w:rsidRDefault="00810015" w:rsidP="00810015">
      <w:r>
        <w:t>327.3859</w:t>
      </w:r>
      <w:r>
        <w:tab/>
        <w:t>4.051e0</w:t>
      </w:r>
    </w:p>
    <w:p w14:paraId="7C17E6DE" w14:textId="77777777" w:rsidR="00810015" w:rsidRDefault="00810015" w:rsidP="00810015">
      <w:r>
        <w:t>327.4147</w:t>
      </w:r>
      <w:r>
        <w:tab/>
        <w:t>3.038e0</w:t>
      </w:r>
    </w:p>
    <w:p w14:paraId="3C00CE0E" w14:textId="77777777" w:rsidR="00810015" w:rsidRDefault="00810015" w:rsidP="00810015">
      <w:r>
        <w:t>327.4576</w:t>
      </w:r>
      <w:r>
        <w:tab/>
        <w:t>1.013e0</w:t>
      </w:r>
    </w:p>
    <w:p w14:paraId="05EDCF39" w14:textId="77777777" w:rsidR="00810015" w:rsidRDefault="00810015" w:rsidP="00810015">
      <w:r>
        <w:t>327.5050</w:t>
      </w:r>
      <w:r>
        <w:tab/>
        <w:t>1.013e0</w:t>
      </w:r>
    </w:p>
    <w:p w14:paraId="0F3372E9" w14:textId="77777777" w:rsidR="00810015" w:rsidRDefault="00810015" w:rsidP="00810015">
      <w:r>
        <w:t>327.5137</w:t>
      </w:r>
      <w:r>
        <w:tab/>
        <w:t>3.038e0</w:t>
      </w:r>
    </w:p>
    <w:p w14:paraId="43CC06C6" w14:textId="77777777" w:rsidR="00810015" w:rsidRDefault="00810015" w:rsidP="00810015">
      <w:r>
        <w:t>327.5172</w:t>
      </w:r>
      <w:r>
        <w:tab/>
        <w:t>2.025e0</w:t>
      </w:r>
    </w:p>
    <w:p w14:paraId="052CA144" w14:textId="77777777" w:rsidR="00810015" w:rsidRDefault="00810015" w:rsidP="00810015">
      <w:r>
        <w:t>327.5262</w:t>
      </w:r>
      <w:r>
        <w:tab/>
        <w:t>1.013e0</w:t>
      </w:r>
    </w:p>
    <w:p w14:paraId="1C335E2F" w14:textId="77777777" w:rsidR="00810015" w:rsidRDefault="00810015" w:rsidP="00810015">
      <w:r>
        <w:t>327.5619</w:t>
      </w:r>
      <w:r>
        <w:tab/>
        <w:t>1.013e0</w:t>
      </w:r>
    </w:p>
    <w:p w14:paraId="79B0F88D" w14:textId="77777777" w:rsidR="00810015" w:rsidRDefault="00810015" w:rsidP="00810015">
      <w:r>
        <w:t>327.5947</w:t>
      </w:r>
      <w:r>
        <w:tab/>
        <w:t>2.025e0</w:t>
      </w:r>
    </w:p>
    <w:p w14:paraId="153C445E" w14:textId="77777777" w:rsidR="00810015" w:rsidRDefault="00810015" w:rsidP="00810015">
      <w:r>
        <w:t>327.6195</w:t>
      </w:r>
      <w:r>
        <w:tab/>
        <w:t>1.013e0</w:t>
      </w:r>
    </w:p>
    <w:p w14:paraId="44178977" w14:textId="77777777" w:rsidR="00810015" w:rsidRDefault="00810015" w:rsidP="00810015">
      <w:r>
        <w:t>327.6349</w:t>
      </w:r>
      <w:r>
        <w:tab/>
        <w:t>1.013e0</w:t>
      </w:r>
    </w:p>
    <w:p w14:paraId="5601605D" w14:textId="77777777" w:rsidR="00810015" w:rsidRDefault="00810015" w:rsidP="00810015">
      <w:r>
        <w:t>327.7034</w:t>
      </w:r>
      <w:r>
        <w:tab/>
        <w:t>1.013e0</w:t>
      </w:r>
    </w:p>
    <w:p w14:paraId="0DDAAA3A" w14:textId="77777777" w:rsidR="00810015" w:rsidRDefault="00810015" w:rsidP="00810015">
      <w:r>
        <w:t>327.7364</w:t>
      </w:r>
      <w:r>
        <w:tab/>
        <w:t>1.013e0</w:t>
      </w:r>
    </w:p>
    <w:p w14:paraId="18C12FC4" w14:textId="77777777" w:rsidR="00810015" w:rsidRDefault="00810015" w:rsidP="00810015">
      <w:r>
        <w:t>327.7506</w:t>
      </w:r>
      <w:r>
        <w:tab/>
        <w:t>2.025e0</w:t>
      </w:r>
    </w:p>
    <w:p w14:paraId="46522AA0" w14:textId="77777777" w:rsidR="00810015" w:rsidRDefault="00810015" w:rsidP="00810015">
      <w:r>
        <w:t>327.8086</w:t>
      </w:r>
      <w:r>
        <w:tab/>
        <w:t>1.013e0</w:t>
      </w:r>
    </w:p>
    <w:p w14:paraId="593A0D59" w14:textId="77777777" w:rsidR="00810015" w:rsidRDefault="00810015" w:rsidP="00810015">
      <w:r>
        <w:t>327.8175</w:t>
      </w:r>
      <w:r>
        <w:tab/>
        <w:t>1.013e0</w:t>
      </w:r>
    </w:p>
    <w:p w14:paraId="231EE547" w14:textId="77777777" w:rsidR="00810015" w:rsidRDefault="00810015" w:rsidP="00810015">
      <w:r>
        <w:t>327.8322</w:t>
      </w:r>
      <w:r>
        <w:tab/>
        <w:t>1.013e0</w:t>
      </w:r>
    </w:p>
    <w:p w14:paraId="734E9561" w14:textId="77777777" w:rsidR="00810015" w:rsidRDefault="00810015" w:rsidP="00810015">
      <w:r>
        <w:t>327.8541</w:t>
      </w:r>
      <w:r>
        <w:tab/>
        <w:t>2.025e0</w:t>
      </w:r>
    </w:p>
    <w:p w14:paraId="28C59A1C" w14:textId="77777777" w:rsidR="00810015" w:rsidRDefault="00810015" w:rsidP="00810015">
      <w:r>
        <w:t>327.8878</w:t>
      </w:r>
      <w:r>
        <w:tab/>
        <w:t>3.038e0</w:t>
      </w:r>
    </w:p>
    <w:p w14:paraId="3FB5DEFE" w14:textId="77777777" w:rsidR="00810015" w:rsidRDefault="00810015" w:rsidP="00810015">
      <w:r>
        <w:t>327.8966</w:t>
      </w:r>
      <w:r>
        <w:tab/>
        <w:t>2.025e0</w:t>
      </w:r>
    </w:p>
    <w:p w14:paraId="3F38804E" w14:textId="77777777" w:rsidR="00810015" w:rsidRDefault="00810015" w:rsidP="00810015">
      <w:r>
        <w:t>327.9150</w:t>
      </w:r>
      <w:r>
        <w:tab/>
        <w:t>2.025e0</w:t>
      </w:r>
    </w:p>
    <w:p w14:paraId="759EF57E" w14:textId="77777777" w:rsidR="00810015" w:rsidRDefault="00810015" w:rsidP="00810015">
      <w:r>
        <w:t>327.9296</w:t>
      </w:r>
      <w:r>
        <w:tab/>
        <w:t>2.119e0</w:t>
      </w:r>
    </w:p>
    <w:p w14:paraId="6E3CD5B6" w14:textId="77777777" w:rsidR="00810015" w:rsidRDefault="00810015" w:rsidP="00810015">
      <w:r>
        <w:t>327.9315</w:t>
      </w:r>
      <w:r>
        <w:tab/>
        <w:t>2.025e0</w:t>
      </w:r>
    </w:p>
    <w:p w14:paraId="2EDF9989" w14:textId="77777777" w:rsidR="00810015" w:rsidRDefault="00810015" w:rsidP="00810015">
      <w:r>
        <w:t>327.9352</w:t>
      </w:r>
      <w:r>
        <w:tab/>
        <w:t>2.025e0</w:t>
      </w:r>
    </w:p>
    <w:p w14:paraId="5311DE55" w14:textId="77777777" w:rsidR="00810015" w:rsidRDefault="00810015" w:rsidP="00810015">
      <w:r>
        <w:t>327.9551</w:t>
      </w:r>
      <w:r>
        <w:tab/>
        <w:t>3.038e0</w:t>
      </w:r>
    </w:p>
    <w:p w14:paraId="6F8B3A3E" w14:textId="77777777" w:rsidR="00810015" w:rsidRDefault="00810015" w:rsidP="00810015">
      <w:r>
        <w:t>327.9918</w:t>
      </w:r>
      <w:r>
        <w:tab/>
        <w:t>3.038e0</w:t>
      </w:r>
    </w:p>
    <w:p w14:paraId="4B4654C8" w14:textId="77777777" w:rsidR="00810015" w:rsidRDefault="00810015" w:rsidP="00810015">
      <w:r>
        <w:t>327.9961</w:t>
      </w:r>
      <w:r>
        <w:tab/>
        <w:t>1.013e0</w:t>
      </w:r>
    </w:p>
    <w:p w14:paraId="642F6B06" w14:textId="77777777" w:rsidR="00810015" w:rsidRDefault="00810015" w:rsidP="00810015">
      <w:r>
        <w:t>328.0315</w:t>
      </w:r>
      <w:r>
        <w:tab/>
        <w:t>1.421e0</w:t>
      </w:r>
    </w:p>
    <w:p w14:paraId="0A29B460" w14:textId="77777777" w:rsidR="00810015" w:rsidRDefault="00810015" w:rsidP="00810015">
      <w:r>
        <w:t>328.0638</w:t>
      </w:r>
      <w:r>
        <w:tab/>
        <w:t>6.951e0</w:t>
      </w:r>
    </w:p>
    <w:p w14:paraId="7CF98FA1" w14:textId="77777777" w:rsidR="00810015" w:rsidRDefault="00810015" w:rsidP="00810015">
      <w:r>
        <w:t>328.0711</w:t>
      </w:r>
      <w:r>
        <w:tab/>
        <w:t>4.051e0</w:t>
      </w:r>
    </w:p>
    <w:p w14:paraId="0D07FBA4" w14:textId="77777777" w:rsidR="00810015" w:rsidRDefault="00810015" w:rsidP="00810015">
      <w:r>
        <w:t>328.0847</w:t>
      </w:r>
      <w:r>
        <w:tab/>
        <w:t>1.586e1</w:t>
      </w:r>
    </w:p>
    <w:p w14:paraId="064D88A4" w14:textId="77777777" w:rsidR="00810015" w:rsidRDefault="00810015" w:rsidP="00810015">
      <w:r>
        <w:t>328.0905</w:t>
      </w:r>
      <w:r>
        <w:tab/>
        <w:t>1.952e1</w:t>
      </w:r>
    </w:p>
    <w:p w14:paraId="677FA8AF" w14:textId="77777777" w:rsidR="00810015" w:rsidRDefault="00810015" w:rsidP="00810015">
      <w:r>
        <w:t>328.0954</w:t>
      </w:r>
      <w:r>
        <w:tab/>
        <w:t>1.513e1</w:t>
      </w:r>
    </w:p>
    <w:p w14:paraId="277728C1" w14:textId="77777777" w:rsidR="00810015" w:rsidRDefault="00810015" w:rsidP="00810015">
      <w:r>
        <w:t>328.1032</w:t>
      </w:r>
      <w:r>
        <w:tab/>
        <w:t>7.089e0</w:t>
      </w:r>
    </w:p>
    <w:p w14:paraId="21632C29" w14:textId="77777777" w:rsidR="00810015" w:rsidRDefault="00810015" w:rsidP="00810015">
      <w:r>
        <w:t>328.1301</w:t>
      </w:r>
      <w:r>
        <w:tab/>
        <w:t>2.025e0</w:t>
      </w:r>
    </w:p>
    <w:p w14:paraId="74A1F5A3" w14:textId="77777777" w:rsidR="00810015" w:rsidRDefault="00810015" w:rsidP="00810015">
      <w:r>
        <w:t>328.1749</w:t>
      </w:r>
      <w:r>
        <w:tab/>
        <w:t>1.013e0</w:t>
      </w:r>
    </w:p>
    <w:p w14:paraId="045958C4" w14:textId="77777777" w:rsidR="00810015" w:rsidRDefault="00810015" w:rsidP="00810015">
      <w:r>
        <w:t>328.1890</w:t>
      </w:r>
      <w:r>
        <w:tab/>
        <w:t>3.598e0</w:t>
      </w:r>
    </w:p>
    <w:p w14:paraId="72AF1611" w14:textId="77777777" w:rsidR="00810015" w:rsidRDefault="00810015" w:rsidP="00810015">
      <w:r>
        <w:t>328.2006</w:t>
      </w:r>
      <w:r>
        <w:tab/>
        <w:t>2.025e0</w:t>
      </w:r>
    </w:p>
    <w:p w14:paraId="41EE733A" w14:textId="77777777" w:rsidR="00810015" w:rsidRDefault="00810015" w:rsidP="00810015">
      <w:r>
        <w:t>328.2076</w:t>
      </w:r>
      <w:r>
        <w:tab/>
        <w:t>3.038e0</w:t>
      </w:r>
    </w:p>
    <w:p w14:paraId="73C74505" w14:textId="77777777" w:rsidR="00810015" w:rsidRDefault="00810015" w:rsidP="00810015">
      <w:r>
        <w:t>328.2200</w:t>
      </w:r>
      <w:r>
        <w:tab/>
        <w:t>2.709e0</w:t>
      </w:r>
    </w:p>
    <w:p w14:paraId="3EAFBF90" w14:textId="77777777" w:rsidR="00810015" w:rsidRDefault="00810015" w:rsidP="00810015">
      <w:r>
        <w:t>328.2276</w:t>
      </w:r>
      <w:r>
        <w:tab/>
        <w:t>1.013e0</w:t>
      </w:r>
    </w:p>
    <w:p w14:paraId="7754BCC5" w14:textId="77777777" w:rsidR="00810015" w:rsidRDefault="00810015" w:rsidP="00810015">
      <w:r>
        <w:t>328.2401</w:t>
      </w:r>
      <w:r>
        <w:tab/>
        <w:t>1.013e0</w:t>
      </w:r>
    </w:p>
    <w:p w14:paraId="08DABA05" w14:textId="77777777" w:rsidR="00810015" w:rsidRDefault="00810015" w:rsidP="00810015">
      <w:r>
        <w:t>328.2574</w:t>
      </w:r>
      <w:r>
        <w:tab/>
        <w:t>3.038e0</w:t>
      </w:r>
    </w:p>
    <w:p w14:paraId="4A1F0D62" w14:textId="77777777" w:rsidR="00810015" w:rsidRDefault="00810015" w:rsidP="00810015">
      <w:r>
        <w:t>328.2622</w:t>
      </w:r>
      <w:r>
        <w:tab/>
        <w:t>2.025e0</w:t>
      </w:r>
    </w:p>
    <w:p w14:paraId="245151F4" w14:textId="77777777" w:rsidR="00810015" w:rsidRDefault="00810015" w:rsidP="00810015">
      <w:r>
        <w:t>328.2824</w:t>
      </w:r>
      <w:r>
        <w:tab/>
        <w:t>2.025e0</w:t>
      </w:r>
    </w:p>
    <w:p w14:paraId="5EC1BFF3" w14:textId="77777777" w:rsidR="00810015" w:rsidRDefault="00810015" w:rsidP="00810015">
      <w:r>
        <w:t>328.2934</w:t>
      </w:r>
      <w:r>
        <w:tab/>
        <w:t>1.013e0</w:t>
      </w:r>
    </w:p>
    <w:p w14:paraId="49EDC3F7" w14:textId="77777777" w:rsidR="00810015" w:rsidRDefault="00810015" w:rsidP="00810015">
      <w:r>
        <w:t>328.3051</w:t>
      </w:r>
      <w:r>
        <w:tab/>
        <w:t>4.051e0</w:t>
      </w:r>
    </w:p>
    <w:p w14:paraId="4183A9C8" w14:textId="77777777" w:rsidR="00810015" w:rsidRDefault="00810015" w:rsidP="00810015">
      <w:r>
        <w:t>328.3230</w:t>
      </w:r>
      <w:r>
        <w:tab/>
        <w:t>1.013e0</w:t>
      </w:r>
    </w:p>
    <w:p w14:paraId="73152955" w14:textId="77777777" w:rsidR="00810015" w:rsidRDefault="00810015" w:rsidP="00810015">
      <w:r>
        <w:t>328.3703</w:t>
      </w:r>
      <w:r>
        <w:tab/>
        <w:t>1.013e0</w:t>
      </w:r>
    </w:p>
    <w:p w14:paraId="0DDF8D41" w14:textId="77777777" w:rsidR="00810015" w:rsidRDefault="00810015" w:rsidP="00810015">
      <w:r>
        <w:t>328.3768</w:t>
      </w:r>
      <w:r>
        <w:tab/>
        <w:t>2.025e0</w:t>
      </w:r>
    </w:p>
    <w:p w14:paraId="543AB554" w14:textId="77777777" w:rsidR="00810015" w:rsidRDefault="00810015" w:rsidP="00810015">
      <w:r>
        <w:t>328.3999</w:t>
      </w:r>
      <w:r>
        <w:tab/>
        <w:t>2.025e0</w:t>
      </w:r>
    </w:p>
    <w:p w14:paraId="6B4B32A0" w14:textId="77777777" w:rsidR="00810015" w:rsidRDefault="00810015" w:rsidP="00810015">
      <w:r>
        <w:t>328.4058</w:t>
      </w:r>
      <w:r>
        <w:tab/>
        <w:t>1.013e0</w:t>
      </w:r>
    </w:p>
    <w:p w14:paraId="3EE21F88" w14:textId="77777777" w:rsidR="00810015" w:rsidRDefault="00810015" w:rsidP="00810015">
      <w:r>
        <w:t>328.4473</w:t>
      </w:r>
      <w:r>
        <w:tab/>
        <w:t>1.013e0</w:t>
      </w:r>
    </w:p>
    <w:p w14:paraId="03E0848B" w14:textId="77777777" w:rsidR="00810015" w:rsidRDefault="00810015" w:rsidP="00810015">
      <w:r>
        <w:t>328.5361</w:t>
      </w:r>
      <w:r>
        <w:tab/>
        <w:t>1.013e0</w:t>
      </w:r>
    </w:p>
    <w:p w14:paraId="57497DB2" w14:textId="77777777" w:rsidR="00810015" w:rsidRDefault="00810015" w:rsidP="00810015">
      <w:r>
        <w:t>328.5442</w:t>
      </w:r>
      <w:r>
        <w:tab/>
        <w:t>1.013e0</w:t>
      </w:r>
    </w:p>
    <w:p w14:paraId="3967EE28" w14:textId="77777777" w:rsidR="00810015" w:rsidRDefault="00810015" w:rsidP="00810015">
      <w:r>
        <w:t>328.5598</w:t>
      </w:r>
      <w:r>
        <w:tab/>
        <w:t>1.013e0</w:t>
      </w:r>
    </w:p>
    <w:p w14:paraId="63283BDC" w14:textId="77777777" w:rsidR="00810015" w:rsidRDefault="00810015" w:rsidP="00810015">
      <w:r>
        <w:t>328.6172</w:t>
      </w:r>
      <w:r>
        <w:tab/>
        <w:t>1.013e0</w:t>
      </w:r>
    </w:p>
    <w:p w14:paraId="198D6421" w14:textId="77777777" w:rsidR="00810015" w:rsidRDefault="00810015" w:rsidP="00810015">
      <w:r>
        <w:t>328.6497</w:t>
      </w:r>
      <w:r>
        <w:tab/>
        <w:t>1.013e0</w:t>
      </w:r>
    </w:p>
    <w:p w14:paraId="60470D78" w14:textId="77777777" w:rsidR="00810015" w:rsidRDefault="00810015" w:rsidP="00810015">
      <w:r>
        <w:t>328.6545</w:t>
      </w:r>
      <w:r>
        <w:tab/>
        <w:t>1.013e0</w:t>
      </w:r>
    </w:p>
    <w:p w14:paraId="20DC9960" w14:textId="77777777" w:rsidR="00810015" w:rsidRDefault="00810015" w:rsidP="00810015">
      <w:r>
        <w:t>328.7024</w:t>
      </w:r>
      <w:r>
        <w:tab/>
        <w:t>1.013e0</w:t>
      </w:r>
    </w:p>
    <w:p w14:paraId="49F4B71D" w14:textId="77777777" w:rsidR="00810015" w:rsidRDefault="00810015" w:rsidP="00810015">
      <w:r>
        <w:t>328.7137</w:t>
      </w:r>
      <w:r>
        <w:tab/>
        <w:t>1.013e0</w:t>
      </w:r>
    </w:p>
    <w:p w14:paraId="4C21B910" w14:textId="77777777" w:rsidR="00810015" w:rsidRDefault="00810015" w:rsidP="00810015">
      <w:r>
        <w:t>328.7277</w:t>
      </w:r>
      <w:r>
        <w:tab/>
        <w:t>3.038e0</w:t>
      </w:r>
    </w:p>
    <w:p w14:paraId="44C5795F" w14:textId="77777777" w:rsidR="00810015" w:rsidRDefault="00810015" w:rsidP="00810015">
      <w:r>
        <w:t>328.7552</w:t>
      </w:r>
      <w:r>
        <w:tab/>
        <w:t>1.013e0</w:t>
      </w:r>
    </w:p>
    <w:p w14:paraId="66CE1431" w14:textId="77777777" w:rsidR="00810015" w:rsidRDefault="00810015" w:rsidP="00810015">
      <w:r>
        <w:t>328.7848</w:t>
      </w:r>
      <w:r>
        <w:tab/>
        <w:t>1.013e0</w:t>
      </w:r>
    </w:p>
    <w:p w14:paraId="0AE97E1C" w14:textId="77777777" w:rsidR="00810015" w:rsidRDefault="00810015" w:rsidP="00810015">
      <w:r>
        <w:t>328.7907</w:t>
      </w:r>
      <w:r>
        <w:tab/>
        <w:t>1.013e0</w:t>
      </w:r>
    </w:p>
    <w:p w14:paraId="3A97B7A3" w14:textId="77777777" w:rsidR="00810015" w:rsidRDefault="00810015" w:rsidP="00810015">
      <w:r>
        <w:t>328.8011</w:t>
      </w:r>
      <w:r>
        <w:tab/>
        <w:t>1.013e0</w:t>
      </w:r>
    </w:p>
    <w:p w14:paraId="696CBC48" w14:textId="77777777" w:rsidR="00810015" w:rsidRDefault="00810015" w:rsidP="00810015">
      <w:r>
        <w:t>328.8144</w:t>
      </w:r>
      <w:r>
        <w:tab/>
        <w:t>1.013e0</w:t>
      </w:r>
    </w:p>
    <w:p w14:paraId="0B800EB8" w14:textId="77777777" w:rsidR="00810015" w:rsidRDefault="00810015" w:rsidP="00810015">
      <w:r>
        <w:t>328.8285</w:t>
      </w:r>
      <w:r>
        <w:tab/>
        <w:t>1.013e0</w:t>
      </w:r>
    </w:p>
    <w:p w14:paraId="4AC16649" w14:textId="77777777" w:rsidR="00810015" w:rsidRDefault="00810015" w:rsidP="00810015">
      <w:r>
        <w:t>328.8528</w:t>
      </w:r>
      <w:r>
        <w:tab/>
        <w:t>2.025e0</w:t>
      </w:r>
    </w:p>
    <w:p w14:paraId="787DD642" w14:textId="77777777" w:rsidR="00810015" w:rsidRDefault="00810015" w:rsidP="00810015">
      <w:r>
        <w:t>328.8619</w:t>
      </w:r>
      <w:r>
        <w:tab/>
        <w:t>3.481e0</w:t>
      </w:r>
    </w:p>
    <w:p w14:paraId="0E9196B8" w14:textId="77777777" w:rsidR="00810015" w:rsidRDefault="00810015" w:rsidP="00810015">
      <w:r>
        <w:t>328.9114</w:t>
      </w:r>
      <w:r>
        <w:tab/>
        <w:t>2.937e1</w:t>
      </w:r>
    </w:p>
    <w:p w14:paraId="024FC453" w14:textId="77777777" w:rsidR="00810015" w:rsidRDefault="00810015" w:rsidP="00810015">
      <w:r>
        <w:t>328.9151</w:t>
      </w:r>
      <w:r>
        <w:tab/>
        <w:t>5.380e1</w:t>
      </w:r>
    </w:p>
    <w:p w14:paraId="492B4F76" w14:textId="77777777" w:rsidR="00810015" w:rsidRDefault="00810015" w:rsidP="00810015">
      <w:r>
        <w:t>328.9189</w:t>
      </w:r>
      <w:r>
        <w:tab/>
        <w:t>3.949e1</w:t>
      </w:r>
    </w:p>
    <w:p w14:paraId="1D943B43" w14:textId="77777777" w:rsidR="00810015" w:rsidRDefault="00810015" w:rsidP="00810015">
      <w:r>
        <w:t>328.9243</w:t>
      </w:r>
      <w:r>
        <w:tab/>
        <w:t>2.430e1</w:t>
      </w:r>
    </w:p>
    <w:p w14:paraId="5AB23834" w14:textId="77777777" w:rsidR="00810015" w:rsidRDefault="00810015" w:rsidP="00810015">
      <w:r>
        <w:t>328.9880</w:t>
      </w:r>
      <w:r>
        <w:tab/>
        <w:t>5.063e0</w:t>
      </w:r>
    </w:p>
    <w:p w14:paraId="02230BF2" w14:textId="77777777" w:rsidR="00810015" w:rsidRDefault="00810015" w:rsidP="00810015">
      <w:r>
        <w:t>328.9904</w:t>
      </w:r>
      <w:r>
        <w:tab/>
        <w:t>3.038e0</w:t>
      </w:r>
    </w:p>
    <w:p w14:paraId="158DE95B" w14:textId="77777777" w:rsidR="00810015" w:rsidRDefault="00810015" w:rsidP="00810015">
      <w:r>
        <w:t>328.9917</w:t>
      </w:r>
      <w:r>
        <w:tab/>
        <w:t>5.063e0</w:t>
      </w:r>
    </w:p>
    <w:p w14:paraId="003E0282" w14:textId="77777777" w:rsidR="00810015" w:rsidRDefault="00810015" w:rsidP="00810015">
      <w:r>
        <w:t>328.9942</w:t>
      </w:r>
      <w:r>
        <w:tab/>
        <w:t>5.063e0</w:t>
      </w:r>
    </w:p>
    <w:p w14:paraId="65F2F36A" w14:textId="77777777" w:rsidR="00810015" w:rsidRDefault="00810015" w:rsidP="00810015">
      <w:r>
        <w:t>329.0119</w:t>
      </w:r>
      <w:r>
        <w:tab/>
        <w:t>2.227e0</w:t>
      </w:r>
    </w:p>
    <w:p w14:paraId="34712092" w14:textId="77777777" w:rsidR="00810015" w:rsidRDefault="00810015" w:rsidP="00810015">
      <w:r>
        <w:t>329.0193</w:t>
      </w:r>
      <w:r>
        <w:tab/>
        <w:t>4.051e0</w:t>
      </w:r>
    </w:p>
    <w:p w14:paraId="72FB5AF3" w14:textId="77777777" w:rsidR="00810015" w:rsidRDefault="00810015" w:rsidP="00810015">
      <w:r>
        <w:t>329.0552</w:t>
      </w:r>
      <w:r>
        <w:tab/>
        <w:t>7.125e0</w:t>
      </w:r>
    </w:p>
    <w:p w14:paraId="2FDD1B48" w14:textId="77777777" w:rsidR="00810015" w:rsidRDefault="00810015" w:rsidP="00810015">
      <w:r>
        <w:t>329.0762</w:t>
      </w:r>
      <w:r>
        <w:tab/>
        <w:t>7.863e0</w:t>
      </w:r>
    </w:p>
    <w:p w14:paraId="506C6E80" w14:textId="77777777" w:rsidR="00810015" w:rsidRDefault="00810015" w:rsidP="00810015">
      <w:r>
        <w:t>329.0815</w:t>
      </w:r>
      <w:r>
        <w:tab/>
        <w:t>4.051e0</w:t>
      </w:r>
    </w:p>
    <w:p w14:paraId="6AD7FA11" w14:textId="77777777" w:rsidR="00810015" w:rsidRDefault="00810015" w:rsidP="00810015">
      <w:r>
        <w:t>329.0883</w:t>
      </w:r>
      <w:r>
        <w:tab/>
        <w:t>4.051e0</w:t>
      </w:r>
    </w:p>
    <w:p w14:paraId="7AA148A5" w14:textId="77777777" w:rsidR="00810015" w:rsidRDefault="00810015" w:rsidP="00810015">
      <w:r>
        <w:t>329.0898</w:t>
      </w:r>
      <w:r>
        <w:tab/>
        <w:t>3.860e0</w:t>
      </w:r>
    </w:p>
    <w:p w14:paraId="186CE67E" w14:textId="77777777" w:rsidR="00810015" w:rsidRDefault="00810015" w:rsidP="00810015">
      <w:r>
        <w:t>329.1348</w:t>
      </w:r>
      <w:r>
        <w:tab/>
        <w:t>3.983e0</w:t>
      </w:r>
    </w:p>
    <w:p w14:paraId="24D32FB0" w14:textId="77777777" w:rsidR="00810015" w:rsidRDefault="00810015" w:rsidP="00810015">
      <w:r>
        <w:t>329.1411</w:t>
      </w:r>
      <w:r>
        <w:tab/>
        <w:t>7.089e0</w:t>
      </w:r>
    </w:p>
    <w:p w14:paraId="54D94A74" w14:textId="77777777" w:rsidR="00810015" w:rsidRDefault="00810015" w:rsidP="00810015">
      <w:r>
        <w:t>329.1425</w:t>
      </w:r>
      <w:r>
        <w:tab/>
        <w:t>1.977e1</w:t>
      </w:r>
    </w:p>
    <w:p w14:paraId="2F0A23FA" w14:textId="77777777" w:rsidR="00810015" w:rsidRDefault="00810015" w:rsidP="00810015">
      <w:r>
        <w:t>329.1541</w:t>
      </w:r>
      <w:r>
        <w:tab/>
        <w:t>3.038e0</w:t>
      </w:r>
    </w:p>
    <w:p w14:paraId="3312ED83" w14:textId="77777777" w:rsidR="00810015" w:rsidRDefault="00810015" w:rsidP="00810015">
      <w:r>
        <w:t>329.1840</w:t>
      </w:r>
      <w:r>
        <w:tab/>
        <w:t>5.063e0</w:t>
      </w:r>
    </w:p>
    <w:p w14:paraId="782E7D33" w14:textId="77777777" w:rsidR="00810015" w:rsidRDefault="00810015" w:rsidP="00810015">
      <w:r>
        <w:t>329.1859</w:t>
      </w:r>
      <w:r>
        <w:tab/>
        <w:t>2.025e0</w:t>
      </w:r>
    </w:p>
    <w:p w14:paraId="2A85F9BA" w14:textId="77777777" w:rsidR="00810015" w:rsidRDefault="00810015" w:rsidP="00810015">
      <w:r>
        <w:t>329.2102</w:t>
      </w:r>
      <w:r>
        <w:tab/>
        <w:t>1.013e0</w:t>
      </w:r>
    </w:p>
    <w:p w14:paraId="70CA1322" w14:textId="77777777" w:rsidR="00810015" w:rsidRDefault="00810015" w:rsidP="00810015">
      <w:r>
        <w:t>329.2272</w:t>
      </w:r>
      <w:r>
        <w:tab/>
        <w:t>3.038e0</w:t>
      </w:r>
    </w:p>
    <w:p w14:paraId="134CF2E5" w14:textId="77777777" w:rsidR="00810015" w:rsidRDefault="00810015" w:rsidP="00810015">
      <w:r>
        <w:t>329.2315</w:t>
      </w:r>
      <w:r>
        <w:tab/>
        <w:t>2.025e0</w:t>
      </w:r>
    </w:p>
    <w:p w14:paraId="0A0EF244" w14:textId="77777777" w:rsidR="00810015" w:rsidRDefault="00810015" w:rsidP="00810015">
      <w:r>
        <w:t>329.2394</w:t>
      </w:r>
      <w:r>
        <w:tab/>
        <w:t>4.051e0</w:t>
      </w:r>
    </w:p>
    <w:p w14:paraId="7A70E195" w14:textId="77777777" w:rsidR="00810015" w:rsidRDefault="00810015" w:rsidP="00810015">
      <w:r>
        <w:t>329.2531</w:t>
      </w:r>
      <w:r>
        <w:tab/>
        <w:t>1.013e0</w:t>
      </w:r>
    </w:p>
    <w:p w14:paraId="578B0AE3" w14:textId="77777777" w:rsidR="00810015" w:rsidRDefault="00810015" w:rsidP="00810015">
      <w:r>
        <w:t>329.2915</w:t>
      </w:r>
      <w:r>
        <w:tab/>
        <w:t>1.013e0</w:t>
      </w:r>
    </w:p>
    <w:p w14:paraId="0C2D86C0" w14:textId="77777777" w:rsidR="00810015" w:rsidRDefault="00810015" w:rsidP="00810015">
      <w:r>
        <w:t>329.3006</w:t>
      </w:r>
      <w:r>
        <w:tab/>
        <w:t>2.025e0</w:t>
      </w:r>
    </w:p>
    <w:p w14:paraId="499736E3" w14:textId="77777777" w:rsidR="00810015" w:rsidRDefault="00810015" w:rsidP="00810015">
      <w:r>
        <w:t>329.3316</w:t>
      </w:r>
      <w:r>
        <w:tab/>
        <w:t>3.038e0</w:t>
      </w:r>
    </w:p>
    <w:p w14:paraId="492172B6" w14:textId="77777777" w:rsidR="00810015" w:rsidRDefault="00810015" w:rsidP="00810015">
      <w:r>
        <w:t>329.3327</w:t>
      </w:r>
      <w:r>
        <w:tab/>
        <w:t>2.025e0</w:t>
      </w:r>
    </w:p>
    <w:p w14:paraId="233A9E90" w14:textId="77777777" w:rsidR="00810015" w:rsidRDefault="00810015" w:rsidP="00810015">
      <w:r>
        <w:t>329.3367</w:t>
      </w:r>
      <w:r>
        <w:tab/>
        <w:t>2.025e0</w:t>
      </w:r>
    </w:p>
    <w:p w14:paraId="1AE1CA1D" w14:textId="77777777" w:rsidR="00810015" w:rsidRDefault="00810015" w:rsidP="00810015">
      <w:r>
        <w:t>329.3402</w:t>
      </w:r>
      <w:r>
        <w:tab/>
        <w:t>2.025e0</w:t>
      </w:r>
    </w:p>
    <w:p w14:paraId="63137F2B" w14:textId="77777777" w:rsidR="00810015" w:rsidRDefault="00810015" w:rsidP="00810015">
      <w:r>
        <w:t>329.3727</w:t>
      </w:r>
      <w:r>
        <w:tab/>
        <w:t>1.013e0</w:t>
      </w:r>
    </w:p>
    <w:p w14:paraId="7E027D25" w14:textId="77777777" w:rsidR="00810015" w:rsidRDefault="00810015" w:rsidP="00810015">
      <w:r>
        <w:t>329.3777</w:t>
      </w:r>
      <w:r>
        <w:tab/>
        <w:t>1.013e0</w:t>
      </w:r>
    </w:p>
    <w:p w14:paraId="4087DD31" w14:textId="77777777" w:rsidR="00810015" w:rsidRDefault="00810015" w:rsidP="00810015">
      <w:r>
        <w:t>329.3849</w:t>
      </w:r>
      <w:r>
        <w:tab/>
        <w:t>1.013e0</w:t>
      </w:r>
    </w:p>
    <w:p w14:paraId="373D783E" w14:textId="77777777" w:rsidR="00810015" w:rsidRDefault="00810015" w:rsidP="00810015">
      <w:r>
        <w:t>329.3971</w:t>
      </w:r>
      <w:r>
        <w:tab/>
        <w:t>1.013e0</w:t>
      </w:r>
    </w:p>
    <w:p w14:paraId="4C3ABB63" w14:textId="77777777" w:rsidR="00810015" w:rsidRDefault="00810015" w:rsidP="00810015">
      <w:r>
        <w:t>329.4312</w:t>
      </w:r>
      <w:r>
        <w:tab/>
        <w:t>2.025e0</w:t>
      </w:r>
    </w:p>
    <w:p w14:paraId="0433AF24" w14:textId="77777777" w:rsidR="00810015" w:rsidRDefault="00810015" w:rsidP="00810015">
      <w:r>
        <w:t>329.4477</w:t>
      </w:r>
      <w:r>
        <w:tab/>
        <w:t>2.025e0</w:t>
      </w:r>
    </w:p>
    <w:p w14:paraId="4DD2BA50" w14:textId="77777777" w:rsidR="00810015" w:rsidRDefault="00810015" w:rsidP="00810015">
      <w:r>
        <w:t>329.4499</w:t>
      </w:r>
      <w:r>
        <w:tab/>
        <w:t>1.013e0</w:t>
      </w:r>
    </w:p>
    <w:p w14:paraId="28427EC8" w14:textId="77777777" w:rsidR="00810015" w:rsidRDefault="00810015" w:rsidP="00810015">
      <w:r>
        <w:t>329.4917</w:t>
      </w:r>
      <w:r>
        <w:tab/>
        <w:t>1.013e0</w:t>
      </w:r>
    </w:p>
    <w:p w14:paraId="1A0691D4" w14:textId="77777777" w:rsidR="00810015" w:rsidRDefault="00810015" w:rsidP="00810015">
      <w:r>
        <w:t>329.5190</w:t>
      </w:r>
      <w:r>
        <w:tab/>
        <w:t>2.025e0</w:t>
      </w:r>
    </w:p>
    <w:p w14:paraId="09153D52" w14:textId="77777777" w:rsidR="00810015" w:rsidRDefault="00810015" w:rsidP="00810015">
      <w:r>
        <w:t>329.5231</w:t>
      </w:r>
      <w:r>
        <w:tab/>
        <w:t>3.038e0</w:t>
      </w:r>
    </w:p>
    <w:p w14:paraId="0EDE3B53" w14:textId="77777777" w:rsidR="00810015" w:rsidRDefault="00810015" w:rsidP="00810015">
      <w:r>
        <w:t>329.5245</w:t>
      </w:r>
      <w:r>
        <w:tab/>
        <w:t>2.025e0</w:t>
      </w:r>
    </w:p>
    <w:p w14:paraId="7E968C08" w14:textId="77777777" w:rsidR="00810015" w:rsidRDefault="00810015" w:rsidP="00810015">
      <w:r>
        <w:t>329.5321</w:t>
      </w:r>
      <w:r>
        <w:tab/>
        <w:t>1.013e0</w:t>
      </w:r>
    </w:p>
    <w:p w14:paraId="7087078A" w14:textId="77777777" w:rsidR="00810015" w:rsidRDefault="00810015" w:rsidP="00810015">
      <w:r>
        <w:t>329.5558</w:t>
      </w:r>
      <w:r>
        <w:tab/>
        <w:t>1.013e0</w:t>
      </w:r>
    </w:p>
    <w:p w14:paraId="0739240F" w14:textId="77777777" w:rsidR="00810015" w:rsidRDefault="00810015" w:rsidP="00810015">
      <w:r>
        <w:t>329.5773</w:t>
      </w:r>
      <w:r>
        <w:tab/>
        <w:t>3.038e0</w:t>
      </w:r>
    </w:p>
    <w:p w14:paraId="36290EB8" w14:textId="77777777" w:rsidR="00810015" w:rsidRDefault="00810015" w:rsidP="00810015">
      <w:r>
        <w:t>329.5855</w:t>
      </w:r>
      <w:r>
        <w:tab/>
        <w:t>1.013e0</w:t>
      </w:r>
    </w:p>
    <w:p w14:paraId="60267651" w14:textId="77777777" w:rsidR="00810015" w:rsidRDefault="00810015" w:rsidP="00810015">
      <w:r>
        <w:t>329.6330</w:t>
      </w:r>
      <w:r>
        <w:tab/>
        <w:t>1.013e0</w:t>
      </w:r>
    </w:p>
    <w:p w14:paraId="3E95FA96" w14:textId="77777777" w:rsidR="00810015" w:rsidRDefault="00810015" w:rsidP="00810015">
      <w:r>
        <w:t>329.6370</w:t>
      </w:r>
      <w:r>
        <w:tab/>
        <w:t>2.025e0</w:t>
      </w:r>
    </w:p>
    <w:p w14:paraId="1ABB1B52" w14:textId="77777777" w:rsidR="00810015" w:rsidRDefault="00810015" w:rsidP="00810015">
      <w:r>
        <w:t>329.6686</w:t>
      </w:r>
      <w:r>
        <w:tab/>
        <w:t>2.025e0</w:t>
      </w:r>
    </w:p>
    <w:p w14:paraId="1713CF91" w14:textId="77777777" w:rsidR="00810015" w:rsidRDefault="00810015" w:rsidP="00810015">
      <w:r>
        <w:t>329.6965</w:t>
      </w:r>
      <w:r>
        <w:tab/>
        <w:t>2.025e0</w:t>
      </w:r>
    </w:p>
    <w:p w14:paraId="6E0E98AF" w14:textId="77777777" w:rsidR="00810015" w:rsidRDefault="00810015" w:rsidP="00810015">
      <w:r>
        <w:t>329.7085</w:t>
      </w:r>
      <w:r>
        <w:tab/>
        <w:t>2.025e0</w:t>
      </w:r>
    </w:p>
    <w:p w14:paraId="41045574" w14:textId="77777777" w:rsidR="00810015" w:rsidRDefault="00810015" w:rsidP="00810015">
      <w:r>
        <w:t>329.7458</w:t>
      </w:r>
      <w:r>
        <w:tab/>
        <w:t>1.013e0</w:t>
      </w:r>
    </w:p>
    <w:p w14:paraId="5E4F21EC" w14:textId="77777777" w:rsidR="00810015" w:rsidRDefault="00810015" w:rsidP="00810015">
      <w:r>
        <w:t>329.7637</w:t>
      </w:r>
      <w:r>
        <w:tab/>
        <w:t>1.013e0</w:t>
      </w:r>
    </w:p>
    <w:p w14:paraId="1CD55253" w14:textId="77777777" w:rsidR="00810015" w:rsidRDefault="00810015" w:rsidP="00810015">
      <w:r>
        <w:t>329.7696</w:t>
      </w:r>
      <w:r>
        <w:tab/>
        <w:t>1.013e0</w:t>
      </w:r>
    </w:p>
    <w:p w14:paraId="3EC3E9BB" w14:textId="77777777" w:rsidR="00810015" w:rsidRDefault="00810015" w:rsidP="00810015">
      <w:r>
        <w:t>329.7843</w:t>
      </w:r>
      <w:r>
        <w:tab/>
        <w:t>1.013e0</w:t>
      </w:r>
    </w:p>
    <w:p w14:paraId="7CEA91E2" w14:textId="77777777" w:rsidR="00810015" w:rsidRDefault="00810015" w:rsidP="00810015">
      <w:r>
        <w:t>329.8150</w:t>
      </w:r>
      <w:r>
        <w:tab/>
        <w:t>4.051e0</w:t>
      </w:r>
    </w:p>
    <w:p w14:paraId="4DEB7AF8" w14:textId="77777777" w:rsidR="00810015" w:rsidRDefault="00810015" w:rsidP="00810015">
      <w:r>
        <w:t>329.8183</w:t>
      </w:r>
      <w:r>
        <w:tab/>
        <w:t>1.013e0</w:t>
      </w:r>
    </w:p>
    <w:p w14:paraId="5DD95D46" w14:textId="77777777" w:rsidR="00810015" w:rsidRDefault="00810015" w:rsidP="00810015">
      <w:r>
        <w:t>329.8338</w:t>
      </w:r>
      <w:r>
        <w:tab/>
        <w:t>3.038e0</w:t>
      </w:r>
    </w:p>
    <w:p w14:paraId="76DC36D2" w14:textId="77777777" w:rsidR="00810015" w:rsidRDefault="00810015" w:rsidP="00810015">
      <w:r>
        <w:t>329.8706</w:t>
      </w:r>
      <w:r>
        <w:tab/>
        <w:t>1.013e0</w:t>
      </w:r>
    </w:p>
    <w:p w14:paraId="793001CF" w14:textId="77777777" w:rsidR="00810015" w:rsidRDefault="00810015" w:rsidP="00810015">
      <w:r>
        <w:t>329.8718</w:t>
      </w:r>
      <w:r>
        <w:tab/>
        <w:t>1.013e0</w:t>
      </w:r>
    </w:p>
    <w:p w14:paraId="41C25537" w14:textId="77777777" w:rsidR="00810015" w:rsidRDefault="00810015" w:rsidP="00810015">
      <w:r>
        <w:t>329.8766</w:t>
      </w:r>
      <w:r>
        <w:tab/>
        <w:t>1.013e0</w:t>
      </w:r>
    </w:p>
    <w:p w14:paraId="574BF1ED" w14:textId="77777777" w:rsidR="00810015" w:rsidRDefault="00810015" w:rsidP="00810015">
      <w:r>
        <w:t>329.9091</w:t>
      </w:r>
      <w:r>
        <w:tab/>
        <w:t>1.013e0</w:t>
      </w:r>
    </w:p>
    <w:p w14:paraId="178CEDDD" w14:textId="77777777" w:rsidR="00810015" w:rsidRDefault="00810015" w:rsidP="00810015">
      <w:r>
        <w:t>329.9206</w:t>
      </w:r>
      <w:r>
        <w:tab/>
        <w:t>1.711e1</w:t>
      </w:r>
    </w:p>
    <w:p w14:paraId="148DE5D2" w14:textId="77777777" w:rsidR="00810015" w:rsidRDefault="00810015" w:rsidP="00810015">
      <w:r>
        <w:t>329.9304</w:t>
      </w:r>
      <w:r>
        <w:tab/>
        <w:t>4.183e0</w:t>
      </w:r>
    </w:p>
    <w:p w14:paraId="22B6550D" w14:textId="77777777" w:rsidR="00810015" w:rsidRDefault="00810015" w:rsidP="00810015">
      <w:r>
        <w:t>329.9378</w:t>
      </w:r>
      <w:r>
        <w:tab/>
        <w:t>1.114e1</w:t>
      </w:r>
    </w:p>
    <w:p w14:paraId="47E98A32" w14:textId="77777777" w:rsidR="00810015" w:rsidRDefault="00810015" w:rsidP="00810015">
      <w:r>
        <w:t>329.9592</w:t>
      </w:r>
      <w:r>
        <w:tab/>
        <w:t>4.051e0</w:t>
      </w:r>
    </w:p>
    <w:p w14:paraId="65677C06" w14:textId="77777777" w:rsidR="00810015" w:rsidRDefault="00810015" w:rsidP="00810015">
      <w:r>
        <w:t>329.9644</w:t>
      </w:r>
      <w:r>
        <w:tab/>
        <w:t>4.051e0</w:t>
      </w:r>
    </w:p>
    <w:p w14:paraId="4E0DE68B" w14:textId="77777777" w:rsidR="00810015" w:rsidRDefault="00810015" w:rsidP="00810015">
      <w:r>
        <w:t>329.9779</w:t>
      </w:r>
      <w:r>
        <w:tab/>
        <w:t>2.025e0</w:t>
      </w:r>
    </w:p>
    <w:p w14:paraId="06523FB6" w14:textId="77777777" w:rsidR="00810015" w:rsidRDefault="00810015" w:rsidP="00810015">
      <w:r>
        <w:t>330.0005</w:t>
      </w:r>
      <w:r>
        <w:tab/>
        <w:t>2.025e0</w:t>
      </w:r>
    </w:p>
    <w:p w14:paraId="1C62DB19" w14:textId="77777777" w:rsidR="00810015" w:rsidRDefault="00810015" w:rsidP="00810015">
      <w:r>
        <w:t>330.0157</w:t>
      </w:r>
      <w:r>
        <w:tab/>
        <w:t>2.676e0</w:t>
      </w:r>
    </w:p>
    <w:p w14:paraId="177C077B" w14:textId="77777777" w:rsidR="00810015" w:rsidRDefault="00810015" w:rsidP="00810015">
      <w:r>
        <w:t>330.0489</w:t>
      </w:r>
      <w:r>
        <w:tab/>
        <w:t>1.013e0</w:t>
      </w:r>
    </w:p>
    <w:p w14:paraId="0C37B268" w14:textId="77777777" w:rsidR="00810015" w:rsidRDefault="00810015" w:rsidP="00810015">
      <w:r>
        <w:t>330.0668</w:t>
      </w:r>
      <w:r>
        <w:tab/>
        <w:t>4.701e0</w:t>
      </w:r>
    </w:p>
    <w:p w14:paraId="4FC40683" w14:textId="77777777" w:rsidR="00810015" w:rsidRDefault="00810015" w:rsidP="00810015">
      <w:r>
        <w:t>330.0683</w:t>
      </w:r>
      <w:r>
        <w:tab/>
        <w:t>6.486e0</w:t>
      </w:r>
    </w:p>
    <w:p w14:paraId="2E3ABB6A" w14:textId="77777777" w:rsidR="00810015" w:rsidRDefault="00810015" w:rsidP="00810015">
      <w:r>
        <w:t>330.0774</w:t>
      </w:r>
      <w:r>
        <w:tab/>
        <w:t>2.329e1</w:t>
      </w:r>
    </w:p>
    <w:p w14:paraId="1E349399" w14:textId="77777777" w:rsidR="00810015" w:rsidRDefault="00810015" w:rsidP="00810015">
      <w:r>
        <w:t>330.0838</w:t>
      </w:r>
      <w:r>
        <w:tab/>
        <w:t>2.933e1</w:t>
      </w:r>
    </w:p>
    <w:p w14:paraId="620F1000" w14:textId="77777777" w:rsidR="00810015" w:rsidRDefault="00810015" w:rsidP="00810015">
      <w:r>
        <w:t>330.0920</w:t>
      </w:r>
      <w:r>
        <w:tab/>
        <w:t>1.013e0</w:t>
      </w:r>
    </w:p>
    <w:p w14:paraId="76E5AB69" w14:textId="77777777" w:rsidR="00810015" w:rsidRDefault="00810015" w:rsidP="00810015">
      <w:r>
        <w:t>330.1021</w:t>
      </w:r>
      <w:r>
        <w:tab/>
        <w:t>3.831e0</w:t>
      </w:r>
    </w:p>
    <w:p w14:paraId="63EDCC0F" w14:textId="77777777" w:rsidR="00810015" w:rsidRDefault="00810015" w:rsidP="00810015">
      <w:r>
        <w:t>330.1494</w:t>
      </w:r>
      <w:r>
        <w:tab/>
        <w:t>3.038e0</w:t>
      </w:r>
    </w:p>
    <w:p w14:paraId="34BA5176" w14:textId="77777777" w:rsidR="00810015" w:rsidRDefault="00810015" w:rsidP="00810015">
      <w:r>
        <w:t>330.1551</w:t>
      </w:r>
      <w:r>
        <w:tab/>
        <w:t>6.889e0</w:t>
      </w:r>
    </w:p>
    <w:p w14:paraId="6AD3F8ED" w14:textId="77777777" w:rsidR="00810015" w:rsidRDefault="00810015" w:rsidP="00810015">
      <w:r>
        <w:t>330.1615</w:t>
      </w:r>
      <w:r>
        <w:tab/>
        <w:t>2.025e0</w:t>
      </w:r>
    </w:p>
    <w:p w14:paraId="61018CDD" w14:textId="77777777" w:rsidR="00810015" w:rsidRDefault="00810015" w:rsidP="00810015">
      <w:r>
        <w:t>330.1976</w:t>
      </w:r>
      <w:r>
        <w:tab/>
        <w:t>1.013e0</w:t>
      </w:r>
    </w:p>
    <w:p w14:paraId="1385E25D" w14:textId="77777777" w:rsidR="00810015" w:rsidRDefault="00810015" w:rsidP="00810015">
      <w:r>
        <w:t>330.2011</w:t>
      </w:r>
      <w:r>
        <w:tab/>
        <w:t>2.025e0</w:t>
      </w:r>
    </w:p>
    <w:p w14:paraId="1249C8BA" w14:textId="77777777" w:rsidR="00810015" w:rsidRDefault="00810015" w:rsidP="00810015">
      <w:r>
        <w:t>330.2153</w:t>
      </w:r>
      <w:r>
        <w:tab/>
        <w:t>4.051e0</w:t>
      </w:r>
    </w:p>
    <w:p w14:paraId="33A6513A" w14:textId="77777777" w:rsidR="00810015" w:rsidRDefault="00810015" w:rsidP="00810015">
      <w:r>
        <w:t>330.2385</w:t>
      </w:r>
      <w:r>
        <w:tab/>
        <w:t>1.013e0</w:t>
      </w:r>
    </w:p>
    <w:p w14:paraId="0E86E6C1" w14:textId="77777777" w:rsidR="00810015" w:rsidRDefault="00810015" w:rsidP="00810015">
      <w:r>
        <w:t>330.2562</w:t>
      </w:r>
      <w:r>
        <w:tab/>
        <w:t>3.038e0</w:t>
      </w:r>
    </w:p>
    <w:p w14:paraId="684F34EE" w14:textId="77777777" w:rsidR="00810015" w:rsidRDefault="00810015" w:rsidP="00810015">
      <w:r>
        <w:t>330.2725</w:t>
      </w:r>
      <w:r>
        <w:tab/>
        <w:t>6.381e0</w:t>
      </w:r>
    </w:p>
    <w:p w14:paraId="41AE7EDB" w14:textId="77777777" w:rsidR="00810015" w:rsidRDefault="00810015" w:rsidP="00810015">
      <w:r>
        <w:t>330.2868</w:t>
      </w:r>
      <w:r>
        <w:tab/>
        <w:t>1.013e0</w:t>
      </w:r>
    </w:p>
    <w:p w14:paraId="5E455CB7" w14:textId="77777777" w:rsidR="00810015" w:rsidRDefault="00810015" w:rsidP="00810015">
      <w:r>
        <w:t>330.2912</w:t>
      </w:r>
      <w:r>
        <w:tab/>
        <w:t>1.013e0</w:t>
      </w:r>
    </w:p>
    <w:p w14:paraId="2602CB6C" w14:textId="77777777" w:rsidR="00810015" w:rsidRDefault="00810015" w:rsidP="00810015">
      <w:r>
        <w:t>330.3025</w:t>
      </w:r>
      <w:r>
        <w:tab/>
        <w:t>2.025e0</w:t>
      </w:r>
    </w:p>
    <w:p w14:paraId="5442BA23" w14:textId="77777777" w:rsidR="00810015" w:rsidRDefault="00810015" w:rsidP="00810015">
      <w:r>
        <w:t>330.3162</w:t>
      </w:r>
      <w:r>
        <w:tab/>
        <w:t>2.025e0</w:t>
      </w:r>
    </w:p>
    <w:p w14:paraId="1EEBAAA2" w14:textId="77777777" w:rsidR="00810015" w:rsidRDefault="00810015" w:rsidP="00810015">
      <w:r>
        <w:t>330.3493</w:t>
      </w:r>
      <w:r>
        <w:tab/>
        <w:t>1.013e0</w:t>
      </w:r>
    </w:p>
    <w:p w14:paraId="51FDBB21" w14:textId="77777777" w:rsidR="00810015" w:rsidRDefault="00810015" w:rsidP="00810015">
      <w:r>
        <w:t>330.3582</w:t>
      </w:r>
      <w:r>
        <w:tab/>
        <w:t>2.025e0</w:t>
      </w:r>
    </w:p>
    <w:p w14:paraId="0E00B643" w14:textId="77777777" w:rsidR="00810015" w:rsidRDefault="00810015" w:rsidP="00810015">
      <w:r>
        <w:t>330.3909</w:t>
      </w:r>
      <w:r>
        <w:tab/>
        <w:t>3.038e0</w:t>
      </w:r>
    </w:p>
    <w:p w14:paraId="4C5CD093" w14:textId="77777777" w:rsidR="00810015" w:rsidRDefault="00810015" w:rsidP="00810015">
      <w:r>
        <w:t>330.3981</w:t>
      </w:r>
      <w:r>
        <w:tab/>
        <w:t>1.013e0</w:t>
      </w:r>
    </w:p>
    <w:p w14:paraId="1FBA8600" w14:textId="77777777" w:rsidR="00810015" w:rsidRDefault="00810015" w:rsidP="00810015">
      <w:r>
        <w:t>330.4427</w:t>
      </w:r>
      <w:r>
        <w:tab/>
        <w:t>1.013e0</w:t>
      </w:r>
    </w:p>
    <w:p w14:paraId="51B3655F" w14:textId="77777777" w:rsidR="00810015" w:rsidRDefault="00810015" w:rsidP="00810015">
      <w:r>
        <w:t>330.4457</w:t>
      </w:r>
      <w:r>
        <w:tab/>
        <w:t>1.013e0</w:t>
      </w:r>
    </w:p>
    <w:p w14:paraId="6A44D044" w14:textId="77777777" w:rsidR="00810015" w:rsidRDefault="00810015" w:rsidP="00810015">
      <w:r>
        <w:t>330.4536</w:t>
      </w:r>
      <w:r>
        <w:tab/>
        <w:t>2.025e0</w:t>
      </w:r>
    </w:p>
    <w:p w14:paraId="6CF6A9FA" w14:textId="77777777" w:rsidR="00810015" w:rsidRDefault="00810015" w:rsidP="00810015">
      <w:r>
        <w:t>330.4891</w:t>
      </w:r>
      <w:r>
        <w:tab/>
        <w:t>1.013e0</w:t>
      </w:r>
    </w:p>
    <w:p w14:paraId="4DE3BD87" w14:textId="77777777" w:rsidR="00810015" w:rsidRDefault="00810015" w:rsidP="00810015">
      <w:r>
        <w:t>330.5027</w:t>
      </w:r>
      <w:r>
        <w:tab/>
        <w:t>1.013e0</w:t>
      </w:r>
    </w:p>
    <w:p w14:paraId="34EAB87D" w14:textId="77777777" w:rsidR="00810015" w:rsidRDefault="00810015" w:rsidP="00810015">
      <w:r>
        <w:t>330.5229</w:t>
      </w:r>
      <w:r>
        <w:tab/>
        <w:t>1.013e0</w:t>
      </w:r>
    </w:p>
    <w:p w14:paraId="2BB46216" w14:textId="77777777" w:rsidR="00810015" w:rsidRDefault="00810015" w:rsidP="00810015">
      <w:r>
        <w:t>330.5379</w:t>
      </w:r>
      <w:r>
        <w:tab/>
        <w:t>1.013e0</w:t>
      </w:r>
    </w:p>
    <w:p w14:paraId="4223B531" w14:textId="77777777" w:rsidR="00810015" w:rsidRDefault="00810015" w:rsidP="00810015">
      <w:r>
        <w:t>330.5474</w:t>
      </w:r>
      <w:r>
        <w:tab/>
        <w:t>1.013e0</w:t>
      </w:r>
    </w:p>
    <w:p w14:paraId="6EEAF26A" w14:textId="77777777" w:rsidR="00810015" w:rsidRDefault="00810015" w:rsidP="00810015">
      <w:r>
        <w:t>330.5551</w:t>
      </w:r>
      <w:r>
        <w:tab/>
        <w:t>2.480e0</w:t>
      </w:r>
    </w:p>
    <w:p w14:paraId="4662AFA3" w14:textId="77777777" w:rsidR="00810015" w:rsidRDefault="00810015" w:rsidP="00810015">
      <w:r>
        <w:t>330.5665</w:t>
      </w:r>
      <w:r>
        <w:tab/>
        <w:t>1.013e0</w:t>
      </w:r>
    </w:p>
    <w:p w14:paraId="52F8E60B" w14:textId="77777777" w:rsidR="00810015" w:rsidRDefault="00810015" w:rsidP="00810015">
      <w:r>
        <w:t>330.5719</w:t>
      </w:r>
      <w:r>
        <w:tab/>
        <w:t>1.013e0</w:t>
      </w:r>
    </w:p>
    <w:p w14:paraId="319E0811" w14:textId="77777777" w:rsidR="00810015" w:rsidRDefault="00810015" w:rsidP="00810015">
      <w:r>
        <w:t>330.6129</w:t>
      </w:r>
      <w:r>
        <w:tab/>
        <w:t>2.025e0</w:t>
      </w:r>
    </w:p>
    <w:p w14:paraId="16A84660" w14:textId="77777777" w:rsidR="00810015" w:rsidRDefault="00810015" w:rsidP="00810015">
      <w:r>
        <w:t>330.6145</w:t>
      </w:r>
      <w:r>
        <w:tab/>
        <w:t>2.025e0</w:t>
      </w:r>
    </w:p>
    <w:p w14:paraId="50A08E51" w14:textId="77777777" w:rsidR="00810015" w:rsidRDefault="00810015" w:rsidP="00810015">
      <w:r>
        <w:t>330.6677</w:t>
      </w:r>
      <w:r>
        <w:tab/>
        <w:t>1.013e0</w:t>
      </w:r>
    </w:p>
    <w:p w14:paraId="3A80912B" w14:textId="77777777" w:rsidR="00810015" w:rsidRDefault="00810015" w:rsidP="00810015">
      <w:r>
        <w:t>330.6737</w:t>
      </w:r>
      <w:r>
        <w:tab/>
        <w:t>1.013e0</w:t>
      </w:r>
    </w:p>
    <w:p w14:paraId="714DECFE" w14:textId="77777777" w:rsidR="00810015" w:rsidRDefault="00810015" w:rsidP="00810015">
      <w:r>
        <w:t>330.6786</w:t>
      </w:r>
      <w:r>
        <w:tab/>
        <w:t>1.013e0</w:t>
      </w:r>
    </w:p>
    <w:p w14:paraId="5589CC53" w14:textId="77777777" w:rsidR="00810015" w:rsidRDefault="00810015" w:rsidP="00810015">
      <w:r>
        <w:t>330.7099</w:t>
      </w:r>
      <w:r>
        <w:tab/>
        <w:t>1.013e0</w:t>
      </w:r>
    </w:p>
    <w:p w14:paraId="22707654" w14:textId="77777777" w:rsidR="00810015" w:rsidRDefault="00810015" w:rsidP="00810015">
      <w:r>
        <w:t>330.7177</w:t>
      </w:r>
      <w:r>
        <w:tab/>
        <w:t>4.051e0</w:t>
      </w:r>
    </w:p>
    <w:p w14:paraId="4F7836C0" w14:textId="77777777" w:rsidR="00810015" w:rsidRDefault="00810015" w:rsidP="00810015">
      <w:r>
        <w:t>330.7269</w:t>
      </w:r>
      <w:r>
        <w:tab/>
        <w:t>2.025e0</w:t>
      </w:r>
    </w:p>
    <w:p w14:paraId="51D95378" w14:textId="77777777" w:rsidR="00810015" w:rsidRDefault="00810015" w:rsidP="00810015">
      <w:r>
        <w:t>330.7392</w:t>
      </w:r>
      <w:r>
        <w:tab/>
        <w:t>1.013e0</w:t>
      </w:r>
    </w:p>
    <w:p w14:paraId="1963F5C4" w14:textId="77777777" w:rsidR="00810015" w:rsidRDefault="00810015" w:rsidP="00810015">
      <w:r>
        <w:t>330.7630</w:t>
      </w:r>
      <w:r>
        <w:tab/>
        <w:t>1.013e0</w:t>
      </w:r>
    </w:p>
    <w:p w14:paraId="2AD82B82" w14:textId="77777777" w:rsidR="00810015" w:rsidRDefault="00810015" w:rsidP="00810015">
      <w:r>
        <w:t>330.7778</w:t>
      </w:r>
      <w:r>
        <w:tab/>
        <w:t>2.025e0</w:t>
      </w:r>
    </w:p>
    <w:p w14:paraId="4209E2C2" w14:textId="77777777" w:rsidR="00810015" w:rsidRDefault="00810015" w:rsidP="00810015">
      <w:r>
        <w:t>330.8033</w:t>
      </w:r>
      <w:r>
        <w:tab/>
        <w:t>3.038e0</w:t>
      </w:r>
    </w:p>
    <w:p w14:paraId="104CFFBA" w14:textId="77777777" w:rsidR="00810015" w:rsidRDefault="00810015" w:rsidP="00810015">
      <w:r>
        <w:t>330.8076</w:t>
      </w:r>
      <w:r>
        <w:tab/>
        <w:t>2.025e0</w:t>
      </w:r>
    </w:p>
    <w:p w14:paraId="74FB2E7A" w14:textId="77777777" w:rsidR="00810015" w:rsidRDefault="00810015" w:rsidP="00810015">
      <w:r>
        <w:t>330.8464</w:t>
      </w:r>
      <w:r>
        <w:tab/>
        <w:t>2.025e0</w:t>
      </w:r>
    </w:p>
    <w:p w14:paraId="6332E917" w14:textId="77777777" w:rsidR="00810015" w:rsidRDefault="00810015" w:rsidP="00810015">
      <w:r>
        <w:t>330.8489</w:t>
      </w:r>
      <w:r>
        <w:tab/>
        <w:t>2.025e0</w:t>
      </w:r>
    </w:p>
    <w:p w14:paraId="3325116A" w14:textId="77777777" w:rsidR="00810015" w:rsidRDefault="00810015" w:rsidP="00810015">
      <w:r>
        <w:t>330.8582</w:t>
      </w:r>
      <w:r>
        <w:tab/>
        <w:t>3.038e0</w:t>
      </w:r>
    </w:p>
    <w:p w14:paraId="3019E53A" w14:textId="77777777" w:rsidR="00810015" w:rsidRDefault="00810015" w:rsidP="00810015">
      <w:r>
        <w:t>330.8617</w:t>
      </w:r>
      <w:r>
        <w:tab/>
        <w:t>1.013e0</w:t>
      </w:r>
    </w:p>
    <w:p w14:paraId="6C7BB41D" w14:textId="77777777" w:rsidR="00810015" w:rsidRDefault="00810015" w:rsidP="00810015">
      <w:r>
        <w:t>330.9063</w:t>
      </w:r>
      <w:r>
        <w:tab/>
        <w:t>6.469e0</w:t>
      </w:r>
    </w:p>
    <w:p w14:paraId="60B9B8C4" w14:textId="77777777" w:rsidR="00810015" w:rsidRDefault="00810015" w:rsidP="00810015">
      <w:r>
        <w:t>330.9141</w:t>
      </w:r>
      <w:r>
        <w:tab/>
        <w:t>3.038e0</w:t>
      </w:r>
    </w:p>
    <w:p w14:paraId="4FF21756" w14:textId="77777777" w:rsidR="00810015" w:rsidRDefault="00810015" w:rsidP="00810015">
      <w:r>
        <w:t>330.9155</w:t>
      </w:r>
      <w:r>
        <w:tab/>
        <w:t>4.051e0</w:t>
      </w:r>
    </w:p>
    <w:p w14:paraId="157619CF" w14:textId="77777777" w:rsidR="00810015" w:rsidRDefault="00810015" w:rsidP="00810015">
      <w:r>
        <w:t>330.9182</w:t>
      </w:r>
      <w:r>
        <w:tab/>
        <w:t>1.140e1</w:t>
      </w:r>
    </w:p>
    <w:p w14:paraId="6EC8CC53" w14:textId="77777777" w:rsidR="00810015" w:rsidRDefault="00810015" w:rsidP="00810015">
      <w:r>
        <w:t>330.9263</w:t>
      </w:r>
      <w:r>
        <w:tab/>
        <w:t>3.038e0</w:t>
      </w:r>
    </w:p>
    <w:p w14:paraId="285379D9" w14:textId="77777777" w:rsidR="00810015" w:rsidRDefault="00810015" w:rsidP="00810015">
      <w:r>
        <w:t>330.9442</w:t>
      </w:r>
      <w:r>
        <w:tab/>
        <w:t>3.038e0</w:t>
      </w:r>
    </w:p>
    <w:p w14:paraId="257650AD" w14:textId="77777777" w:rsidR="00810015" w:rsidRDefault="00810015" w:rsidP="00810015">
      <w:r>
        <w:t>330.9542</w:t>
      </w:r>
      <w:r>
        <w:tab/>
        <w:t>4.067e0</w:t>
      </w:r>
    </w:p>
    <w:p w14:paraId="4701C454" w14:textId="77777777" w:rsidR="00810015" w:rsidRDefault="00810015" w:rsidP="00810015">
      <w:r>
        <w:t>330.9593</w:t>
      </w:r>
      <w:r>
        <w:tab/>
        <w:t>1.013e0</w:t>
      </w:r>
    </w:p>
    <w:p w14:paraId="29D5AF4C" w14:textId="77777777" w:rsidR="00810015" w:rsidRDefault="00810015" w:rsidP="00810015">
      <w:r>
        <w:t>330.9883</w:t>
      </w:r>
      <w:r>
        <w:tab/>
        <w:t>3.456e0</w:t>
      </w:r>
    </w:p>
    <w:p w14:paraId="05B2B5DA" w14:textId="77777777" w:rsidR="00810015" w:rsidRDefault="00810015" w:rsidP="00810015">
      <w:r>
        <w:t>331.0314</w:t>
      </w:r>
      <w:r>
        <w:tab/>
        <w:t>4.051e0</w:t>
      </w:r>
    </w:p>
    <w:p w14:paraId="33F72B5C" w14:textId="77777777" w:rsidR="00810015" w:rsidRDefault="00810015" w:rsidP="00810015">
      <w:r>
        <w:t>331.0336</w:t>
      </w:r>
      <w:r>
        <w:tab/>
        <w:t>1.807e0</w:t>
      </w:r>
    </w:p>
    <w:p w14:paraId="2C4746FC" w14:textId="77777777" w:rsidR="00810015" w:rsidRDefault="00810015" w:rsidP="00810015">
      <w:r>
        <w:t>331.0367</w:t>
      </w:r>
      <w:r>
        <w:tab/>
        <w:t>5.063e0</w:t>
      </w:r>
    </w:p>
    <w:p w14:paraId="457AEDDD" w14:textId="77777777" w:rsidR="00810015" w:rsidRDefault="00810015" w:rsidP="00810015">
      <w:r>
        <w:t>331.0488</w:t>
      </w:r>
      <w:r>
        <w:tab/>
        <w:t>5.375e0</w:t>
      </w:r>
    </w:p>
    <w:p w14:paraId="18041998" w14:textId="77777777" w:rsidR="00810015" w:rsidRDefault="00810015" w:rsidP="00810015">
      <w:r>
        <w:t>331.0999</w:t>
      </w:r>
      <w:r>
        <w:tab/>
        <w:t>4.214e2</w:t>
      </w:r>
    </w:p>
    <w:p w14:paraId="70569BAE" w14:textId="77777777" w:rsidR="00810015" w:rsidRDefault="00810015" w:rsidP="00810015">
      <w:r>
        <w:t>331.1027</w:t>
      </w:r>
      <w:r>
        <w:tab/>
        <w:t>2.206e2</w:t>
      </w:r>
    </w:p>
    <w:p w14:paraId="459F5CA5" w14:textId="77777777" w:rsidR="00810015" w:rsidRDefault="00810015" w:rsidP="00810015">
      <w:r>
        <w:t>331.1049</w:t>
      </w:r>
      <w:r>
        <w:tab/>
        <w:t>4.463e1</w:t>
      </w:r>
    </w:p>
    <w:p w14:paraId="0DB1F84A" w14:textId="77777777" w:rsidR="00810015" w:rsidRDefault="00810015" w:rsidP="00810015">
      <w:r>
        <w:t>331.1504</w:t>
      </w:r>
      <w:r>
        <w:tab/>
        <w:t>1.013e0</w:t>
      </w:r>
    </w:p>
    <w:p w14:paraId="7F8EFA42" w14:textId="77777777" w:rsidR="00810015" w:rsidRDefault="00810015" w:rsidP="00810015">
      <w:r>
        <w:t>331.1996</w:t>
      </w:r>
      <w:r>
        <w:tab/>
        <w:t>2.025e0</w:t>
      </w:r>
    </w:p>
    <w:p w14:paraId="2B23ABD7" w14:textId="77777777" w:rsidR="00810015" w:rsidRDefault="00810015" w:rsidP="00810015">
      <w:r>
        <w:t>331.2190</w:t>
      </w:r>
      <w:r>
        <w:tab/>
        <w:t>8.101e0</w:t>
      </w:r>
    </w:p>
    <w:p w14:paraId="1284264F" w14:textId="77777777" w:rsidR="00810015" w:rsidRDefault="00810015" w:rsidP="00810015">
      <w:r>
        <w:t>331.2305</w:t>
      </w:r>
      <w:r>
        <w:tab/>
        <w:t>4.051e0</w:t>
      </w:r>
    </w:p>
    <w:p w14:paraId="72BE57F3" w14:textId="77777777" w:rsidR="00810015" w:rsidRDefault="00810015" w:rsidP="00810015">
      <w:r>
        <w:t>331.2349</w:t>
      </w:r>
      <w:r>
        <w:tab/>
        <w:t>5.742e0</w:t>
      </w:r>
    </w:p>
    <w:p w14:paraId="0B40E869" w14:textId="77777777" w:rsidR="00810015" w:rsidRDefault="00810015" w:rsidP="00810015">
      <w:r>
        <w:t>331.2517</w:t>
      </w:r>
      <w:r>
        <w:tab/>
        <w:t>1.013e0</w:t>
      </w:r>
    </w:p>
    <w:p w14:paraId="5420C39C" w14:textId="77777777" w:rsidR="00810015" w:rsidRDefault="00810015" w:rsidP="00810015">
      <w:r>
        <w:t>331.2561</w:t>
      </w:r>
      <w:r>
        <w:tab/>
        <w:t>2.025e0</w:t>
      </w:r>
    </w:p>
    <w:p w14:paraId="07FD0BBF" w14:textId="77777777" w:rsidR="00810015" w:rsidRDefault="00810015" w:rsidP="00810015">
      <w:r>
        <w:t>331.2841</w:t>
      </w:r>
      <w:r>
        <w:tab/>
        <w:t>2.025e0</w:t>
      </w:r>
    </w:p>
    <w:p w14:paraId="11B84A39" w14:textId="77777777" w:rsidR="00810015" w:rsidRDefault="00810015" w:rsidP="00810015">
      <w:r>
        <w:t>331.2892</w:t>
      </w:r>
      <w:r>
        <w:tab/>
        <w:t>2.025e0</w:t>
      </w:r>
    </w:p>
    <w:p w14:paraId="66042A25" w14:textId="77777777" w:rsidR="00810015" w:rsidRDefault="00810015" w:rsidP="00810015">
      <w:r>
        <w:t>331.2996</w:t>
      </w:r>
      <w:r>
        <w:tab/>
        <w:t>1.013e0</w:t>
      </w:r>
    </w:p>
    <w:p w14:paraId="48D1CB8C" w14:textId="77777777" w:rsidR="00810015" w:rsidRDefault="00810015" w:rsidP="00810015">
      <w:r>
        <w:t>331.3113</w:t>
      </w:r>
      <w:r>
        <w:tab/>
        <w:t>4.051e0</w:t>
      </w:r>
    </w:p>
    <w:p w14:paraId="337A883C" w14:textId="77777777" w:rsidR="00810015" w:rsidRDefault="00810015" w:rsidP="00810015">
      <w:r>
        <w:t>331.3170</w:t>
      </w:r>
      <w:r>
        <w:tab/>
        <w:t>2.025e0</w:t>
      </w:r>
    </w:p>
    <w:p w14:paraId="7EC93F7C" w14:textId="77777777" w:rsidR="00810015" w:rsidRDefault="00810015" w:rsidP="00810015">
      <w:r>
        <w:t>331.3293</w:t>
      </w:r>
      <w:r>
        <w:tab/>
        <w:t>1.013e0</w:t>
      </w:r>
    </w:p>
    <w:p w14:paraId="09956226" w14:textId="77777777" w:rsidR="00810015" w:rsidRDefault="00810015" w:rsidP="00810015">
      <w:r>
        <w:t>331.3543</w:t>
      </w:r>
      <w:r>
        <w:tab/>
        <w:t>1.013e0</w:t>
      </w:r>
    </w:p>
    <w:p w14:paraId="42E30713" w14:textId="77777777" w:rsidR="00810015" w:rsidRDefault="00810015" w:rsidP="00810015">
      <w:r>
        <w:t>331.3770</w:t>
      </w:r>
      <w:r>
        <w:tab/>
        <w:t>1.013e0</w:t>
      </w:r>
    </w:p>
    <w:p w14:paraId="1A933161" w14:textId="77777777" w:rsidR="00810015" w:rsidRDefault="00810015" w:rsidP="00810015">
      <w:r>
        <w:t>331.3784</w:t>
      </w:r>
      <w:r>
        <w:tab/>
        <w:t>3.115e0</w:t>
      </w:r>
    </w:p>
    <w:p w14:paraId="1BDA2909" w14:textId="77777777" w:rsidR="00810015" w:rsidRDefault="00810015" w:rsidP="00810015">
      <w:r>
        <w:t>331.3907</w:t>
      </w:r>
      <w:r>
        <w:tab/>
        <w:t>2.025e0</w:t>
      </w:r>
    </w:p>
    <w:p w14:paraId="1B650D19" w14:textId="77777777" w:rsidR="00810015" w:rsidRDefault="00810015" w:rsidP="00810015">
      <w:r>
        <w:t>331.4316</w:t>
      </w:r>
      <w:r>
        <w:tab/>
        <w:t>4.051e0</w:t>
      </w:r>
    </w:p>
    <w:p w14:paraId="0EB42EDC" w14:textId="77777777" w:rsidR="00810015" w:rsidRDefault="00810015" w:rsidP="00810015">
      <w:r>
        <w:t>331.4462</w:t>
      </w:r>
      <w:r>
        <w:tab/>
        <w:t>1.013e0</w:t>
      </w:r>
    </w:p>
    <w:p w14:paraId="317658EF" w14:textId="77777777" w:rsidR="00810015" w:rsidRDefault="00810015" w:rsidP="00810015">
      <w:r>
        <w:t>331.4665</w:t>
      </w:r>
      <w:r>
        <w:tab/>
        <w:t>1.013e0</w:t>
      </w:r>
    </w:p>
    <w:p w14:paraId="243E8658" w14:textId="77777777" w:rsidR="00810015" w:rsidRDefault="00810015" w:rsidP="00810015">
      <w:r>
        <w:t>331.4856</w:t>
      </w:r>
      <w:r>
        <w:tab/>
        <w:t>1.013e0</w:t>
      </w:r>
    </w:p>
    <w:p w14:paraId="0DB49651" w14:textId="77777777" w:rsidR="00810015" w:rsidRDefault="00810015" w:rsidP="00810015">
      <w:r>
        <w:t>331.4904</w:t>
      </w:r>
      <w:r>
        <w:tab/>
        <w:t>1.013e0</w:t>
      </w:r>
    </w:p>
    <w:p w14:paraId="63F76BAE" w14:textId="77777777" w:rsidR="00810015" w:rsidRDefault="00810015" w:rsidP="00810015">
      <w:r>
        <w:t>331.4992</w:t>
      </w:r>
      <w:r>
        <w:tab/>
        <w:t>1.013e0</w:t>
      </w:r>
    </w:p>
    <w:p w14:paraId="25EACC47" w14:textId="77777777" w:rsidR="00810015" w:rsidRDefault="00810015" w:rsidP="00810015">
      <w:r>
        <w:t>331.5236</w:t>
      </w:r>
      <w:r>
        <w:tab/>
        <w:t>1.013e0</w:t>
      </w:r>
    </w:p>
    <w:p w14:paraId="3BAB8002" w14:textId="77777777" w:rsidR="00810015" w:rsidRDefault="00810015" w:rsidP="00810015">
      <w:r>
        <w:t>331.5276</w:t>
      </w:r>
      <w:r>
        <w:tab/>
        <w:t>1.013e0</w:t>
      </w:r>
    </w:p>
    <w:p w14:paraId="3D5A99C1" w14:textId="77777777" w:rsidR="00810015" w:rsidRDefault="00810015" w:rsidP="00810015">
      <w:r>
        <w:t>331.5588</w:t>
      </w:r>
      <w:r>
        <w:tab/>
        <w:t>2.025e0</w:t>
      </w:r>
    </w:p>
    <w:p w14:paraId="57C95076" w14:textId="77777777" w:rsidR="00810015" w:rsidRDefault="00810015" w:rsidP="00810015">
      <w:r>
        <w:t>331.5680</w:t>
      </w:r>
      <w:r>
        <w:tab/>
        <w:t>1.013e0</w:t>
      </w:r>
    </w:p>
    <w:p w14:paraId="6120A66B" w14:textId="77777777" w:rsidR="00810015" w:rsidRDefault="00810015" w:rsidP="00810015">
      <w:r>
        <w:t>331.6049</w:t>
      </w:r>
      <w:r>
        <w:tab/>
        <w:t>1.013e0</w:t>
      </w:r>
    </w:p>
    <w:p w14:paraId="3C9D31C2" w14:textId="77777777" w:rsidR="00810015" w:rsidRDefault="00810015" w:rsidP="00810015">
      <w:r>
        <w:t>331.6061</w:t>
      </w:r>
      <w:r>
        <w:tab/>
        <w:t>1.013e0</w:t>
      </w:r>
    </w:p>
    <w:p w14:paraId="758AC5FA" w14:textId="77777777" w:rsidR="00810015" w:rsidRDefault="00810015" w:rsidP="00810015">
      <w:r>
        <w:t>331.6267</w:t>
      </w:r>
      <w:r>
        <w:tab/>
        <w:t>3.038e0</w:t>
      </w:r>
    </w:p>
    <w:p w14:paraId="67D9F43D" w14:textId="77777777" w:rsidR="00810015" w:rsidRDefault="00810015" w:rsidP="00810015">
      <w:r>
        <w:t>331.6396</w:t>
      </w:r>
      <w:r>
        <w:tab/>
        <w:t>1.013e0</w:t>
      </w:r>
    </w:p>
    <w:p w14:paraId="2F7BC212" w14:textId="77777777" w:rsidR="00810015" w:rsidRDefault="00810015" w:rsidP="00810015">
      <w:r>
        <w:t>331.6456</w:t>
      </w:r>
      <w:r>
        <w:tab/>
        <w:t>1.013e0</w:t>
      </w:r>
    </w:p>
    <w:p w14:paraId="39D0F452" w14:textId="77777777" w:rsidR="00810015" w:rsidRDefault="00810015" w:rsidP="00810015">
      <w:r>
        <w:t>331.6468</w:t>
      </w:r>
      <w:r>
        <w:tab/>
        <w:t>2.025e0</w:t>
      </w:r>
    </w:p>
    <w:p w14:paraId="2039C814" w14:textId="77777777" w:rsidR="00810015" w:rsidRDefault="00810015" w:rsidP="00810015">
      <w:r>
        <w:t>331.6865</w:t>
      </w:r>
      <w:r>
        <w:tab/>
        <w:t>2.025e0</w:t>
      </w:r>
    </w:p>
    <w:p w14:paraId="63BD7C62" w14:textId="77777777" w:rsidR="00810015" w:rsidRDefault="00810015" w:rsidP="00810015">
      <w:r>
        <w:t>331.6934</w:t>
      </w:r>
      <w:r>
        <w:tab/>
        <w:t>2.025e0</w:t>
      </w:r>
    </w:p>
    <w:p w14:paraId="7759A2A0" w14:textId="77777777" w:rsidR="00810015" w:rsidRDefault="00810015" w:rsidP="00810015">
      <w:r>
        <w:t>331.7188</w:t>
      </w:r>
      <w:r>
        <w:tab/>
        <w:t>3.038e0</w:t>
      </w:r>
    </w:p>
    <w:p w14:paraId="44C0CAF6" w14:textId="77777777" w:rsidR="00810015" w:rsidRDefault="00810015" w:rsidP="00810015">
      <w:r>
        <w:t>331.7556</w:t>
      </w:r>
      <w:r>
        <w:tab/>
        <w:t>2.025e0</w:t>
      </w:r>
    </w:p>
    <w:p w14:paraId="33371C81" w14:textId="77777777" w:rsidR="00810015" w:rsidRDefault="00810015" w:rsidP="00810015">
      <w:r>
        <w:t>331.7567</w:t>
      </w:r>
      <w:r>
        <w:tab/>
        <w:t>2.025e0</w:t>
      </w:r>
    </w:p>
    <w:p w14:paraId="644D523C" w14:textId="77777777" w:rsidR="00810015" w:rsidRDefault="00810015" w:rsidP="00810015">
      <w:r>
        <w:t>331.7657</w:t>
      </w:r>
      <w:r>
        <w:tab/>
        <w:t>5.063e0</w:t>
      </w:r>
    </w:p>
    <w:p w14:paraId="0558ABAE" w14:textId="77777777" w:rsidR="00810015" w:rsidRDefault="00810015" w:rsidP="00810015">
      <w:r>
        <w:t>331.7839</w:t>
      </w:r>
      <w:r>
        <w:tab/>
        <w:t>1.013e0</w:t>
      </w:r>
    </w:p>
    <w:p w14:paraId="35BEEA8F" w14:textId="77777777" w:rsidR="00810015" w:rsidRDefault="00810015" w:rsidP="00810015">
      <w:r>
        <w:t>331.8043</w:t>
      </w:r>
      <w:r>
        <w:tab/>
        <w:t>1.013e0</w:t>
      </w:r>
    </w:p>
    <w:p w14:paraId="78393A33" w14:textId="77777777" w:rsidR="00810015" w:rsidRDefault="00810015" w:rsidP="00810015">
      <w:r>
        <w:t>331.8203</w:t>
      </w:r>
      <w:r>
        <w:tab/>
        <w:t>2.025e0</w:t>
      </w:r>
    </w:p>
    <w:p w14:paraId="467AB6F4" w14:textId="77777777" w:rsidR="00810015" w:rsidRDefault="00810015" w:rsidP="00810015">
      <w:r>
        <w:t>331.8248</w:t>
      </w:r>
      <w:r>
        <w:tab/>
        <w:t>1.013e0</w:t>
      </w:r>
    </w:p>
    <w:p w14:paraId="6CC9955D" w14:textId="77777777" w:rsidR="00810015" w:rsidRDefault="00810015" w:rsidP="00810015">
      <w:r>
        <w:t>331.8260</w:t>
      </w:r>
      <w:r>
        <w:tab/>
        <w:t>2.025e0</w:t>
      </w:r>
    </w:p>
    <w:p w14:paraId="0C74121D" w14:textId="77777777" w:rsidR="00810015" w:rsidRDefault="00810015" w:rsidP="00810015">
      <w:r>
        <w:t>331.8457</w:t>
      </w:r>
      <w:r>
        <w:tab/>
        <w:t>4.051e0</w:t>
      </w:r>
    </w:p>
    <w:p w14:paraId="5BE7A9CA" w14:textId="77777777" w:rsidR="00810015" w:rsidRDefault="00810015" w:rsidP="00810015">
      <w:r>
        <w:t>331.8726</w:t>
      </w:r>
      <w:r>
        <w:tab/>
        <w:t>2.025e0</w:t>
      </w:r>
    </w:p>
    <w:p w14:paraId="6169A09E" w14:textId="77777777" w:rsidR="00810015" w:rsidRDefault="00810015" w:rsidP="00810015">
      <w:r>
        <w:t>331.8746</w:t>
      </w:r>
      <w:r>
        <w:tab/>
        <w:t>2.025e0</w:t>
      </w:r>
    </w:p>
    <w:p w14:paraId="2C43BF5E" w14:textId="77777777" w:rsidR="00810015" w:rsidRDefault="00810015" w:rsidP="00810015">
      <w:r>
        <w:t>331.8772</w:t>
      </w:r>
      <w:r>
        <w:tab/>
        <w:t>3.038e0</w:t>
      </w:r>
    </w:p>
    <w:p w14:paraId="3E113731" w14:textId="77777777" w:rsidR="00810015" w:rsidRDefault="00810015" w:rsidP="00810015">
      <w:r>
        <w:t>331.9117</w:t>
      </w:r>
      <w:r>
        <w:tab/>
        <w:t>2.025e0</w:t>
      </w:r>
    </w:p>
    <w:p w14:paraId="357F1590" w14:textId="77777777" w:rsidR="00810015" w:rsidRDefault="00810015" w:rsidP="00810015">
      <w:r>
        <w:t>331.9144</w:t>
      </w:r>
      <w:r>
        <w:tab/>
        <w:t>2.025e0</w:t>
      </w:r>
    </w:p>
    <w:p w14:paraId="676B0915" w14:textId="77777777" w:rsidR="00810015" w:rsidRDefault="00810015" w:rsidP="00810015">
      <w:r>
        <w:t>331.9163</w:t>
      </w:r>
      <w:r>
        <w:tab/>
        <w:t>7.089e0</w:t>
      </w:r>
    </w:p>
    <w:p w14:paraId="10484752" w14:textId="77777777" w:rsidR="00810015" w:rsidRDefault="00810015" w:rsidP="00810015">
      <w:r>
        <w:t>331.9251</w:t>
      </w:r>
      <w:r>
        <w:tab/>
        <w:t>5.063e0</w:t>
      </w:r>
    </w:p>
    <w:p w14:paraId="3FE4BC5A" w14:textId="77777777" w:rsidR="00810015" w:rsidRDefault="00810015" w:rsidP="00810015">
      <w:r>
        <w:t>331.9460</w:t>
      </w:r>
      <w:r>
        <w:tab/>
        <w:t>2.025e0</w:t>
      </w:r>
    </w:p>
    <w:p w14:paraId="451A9EF0" w14:textId="77777777" w:rsidR="00810015" w:rsidRDefault="00810015" w:rsidP="00810015">
      <w:r>
        <w:t>331.9886</w:t>
      </w:r>
      <w:r>
        <w:tab/>
        <w:t>1.013e0</w:t>
      </w:r>
    </w:p>
    <w:p w14:paraId="295039A7" w14:textId="77777777" w:rsidR="00810015" w:rsidRDefault="00810015" w:rsidP="00810015">
      <w:r>
        <w:t>332.0040</w:t>
      </w:r>
      <w:r>
        <w:tab/>
        <w:t>1.013e0</w:t>
      </w:r>
    </w:p>
    <w:p w14:paraId="05C074B1" w14:textId="77777777" w:rsidR="00810015" w:rsidRDefault="00810015" w:rsidP="00810015">
      <w:r>
        <w:t>332.0169</w:t>
      </w:r>
      <w:r>
        <w:tab/>
        <w:t>3.612e0</w:t>
      </w:r>
    </w:p>
    <w:p w14:paraId="4349668B" w14:textId="77777777" w:rsidR="00810015" w:rsidRDefault="00810015" w:rsidP="00810015">
      <w:r>
        <w:t>332.0363</w:t>
      </w:r>
      <w:r>
        <w:tab/>
        <w:t>1.723e0</w:t>
      </w:r>
    </w:p>
    <w:p w14:paraId="71EFBDD5" w14:textId="77777777" w:rsidR="00810015" w:rsidRDefault="00810015" w:rsidP="00810015">
      <w:r>
        <w:t>332.0652</w:t>
      </w:r>
      <w:r>
        <w:tab/>
        <w:t>1.004e1</w:t>
      </w:r>
    </w:p>
    <w:p w14:paraId="15527E55" w14:textId="77777777" w:rsidR="00810015" w:rsidRDefault="00810015" w:rsidP="00810015">
      <w:r>
        <w:t>332.0708</w:t>
      </w:r>
      <w:r>
        <w:tab/>
        <w:t>4.942e0</w:t>
      </w:r>
    </w:p>
    <w:p w14:paraId="18C5305D" w14:textId="77777777" w:rsidR="00810015" w:rsidRDefault="00810015" w:rsidP="00810015">
      <w:r>
        <w:t>332.0762</w:t>
      </w:r>
      <w:r>
        <w:tab/>
        <w:t>4.051e0</w:t>
      </w:r>
    </w:p>
    <w:p w14:paraId="5FDD1D13" w14:textId="77777777" w:rsidR="00810015" w:rsidRDefault="00810015" w:rsidP="00810015">
      <w:r>
        <w:t>332.1000</w:t>
      </w:r>
      <w:r>
        <w:tab/>
        <w:t>8.101e0</w:t>
      </w:r>
    </w:p>
    <w:p w14:paraId="40B15212" w14:textId="77777777" w:rsidR="00810015" w:rsidRDefault="00810015" w:rsidP="00810015">
      <w:r>
        <w:t>332.1037</w:t>
      </w:r>
      <w:r>
        <w:tab/>
        <w:t>8.352e1</w:t>
      </w:r>
    </w:p>
    <w:p w14:paraId="6DA65327" w14:textId="77777777" w:rsidR="00810015" w:rsidRDefault="00810015" w:rsidP="00810015">
      <w:r>
        <w:t>332.1060</w:t>
      </w:r>
      <w:r>
        <w:tab/>
        <w:t>4.127e1</w:t>
      </w:r>
    </w:p>
    <w:p w14:paraId="20D0FE79" w14:textId="77777777" w:rsidR="00810015" w:rsidRDefault="00810015" w:rsidP="00810015">
      <w:r>
        <w:t>332.1179</w:t>
      </w:r>
      <w:r>
        <w:tab/>
        <w:t>3.038e0</w:t>
      </w:r>
    </w:p>
    <w:p w14:paraId="0CBF32D0" w14:textId="77777777" w:rsidR="00810015" w:rsidRDefault="00810015" w:rsidP="00810015">
      <w:r>
        <w:t>332.1535</w:t>
      </w:r>
      <w:r>
        <w:tab/>
        <w:t>1.013e0</w:t>
      </w:r>
    </w:p>
    <w:p w14:paraId="1E0D1AA6" w14:textId="77777777" w:rsidR="00810015" w:rsidRDefault="00810015" w:rsidP="00810015">
      <w:r>
        <w:t>332.1555</w:t>
      </w:r>
      <w:r>
        <w:tab/>
        <w:t>6.347e0</w:t>
      </w:r>
    </w:p>
    <w:p w14:paraId="77C417E9" w14:textId="77777777" w:rsidR="00810015" w:rsidRDefault="00810015" w:rsidP="00810015">
      <w:r>
        <w:t>332.1590</w:t>
      </w:r>
      <w:r>
        <w:tab/>
        <w:t>2.025e0</w:t>
      </w:r>
    </w:p>
    <w:p w14:paraId="38D63C08" w14:textId="77777777" w:rsidR="00810015" w:rsidRDefault="00810015" w:rsidP="00810015">
      <w:r>
        <w:t>332.1821</w:t>
      </w:r>
      <w:r>
        <w:tab/>
        <w:t>3.943e0</w:t>
      </w:r>
    </w:p>
    <w:p w14:paraId="0DC9D873" w14:textId="77777777" w:rsidR="00810015" w:rsidRDefault="00810015" w:rsidP="00810015">
      <w:r>
        <w:t>332.2057</w:t>
      </w:r>
      <w:r>
        <w:tab/>
        <w:t>8.101e0</w:t>
      </w:r>
    </w:p>
    <w:p w14:paraId="13816994" w14:textId="77777777" w:rsidR="00810015" w:rsidRDefault="00810015" w:rsidP="00810015">
      <w:r>
        <w:t>332.2177</w:t>
      </w:r>
      <w:r>
        <w:tab/>
        <w:t>2.025e0</w:t>
      </w:r>
    </w:p>
    <w:p w14:paraId="66BC1646" w14:textId="77777777" w:rsidR="00810015" w:rsidRDefault="00810015" w:rsidP="00810015">
      <w:r>
        <w:t>332.2245</w:t>
      </w:r>
      <w:r>
        <w:tab/>
        <w:t>3.038e0</w:t>
      </w:r>
    </w:p>
    <w:p w14:paraId="58AF6E85" w14:textId="77777777" w:rsidR="00810015" w:rsidRDefault="00810015" w:rsidP="00810015">
      <w:r>
        <w:t>332.2521</w:t>
      </w:r>
      <w:r>
        <w:tab/>
        <w:t>4.051e0</w:t>
      </w:r>
    </w:p>
    <w:p w14:paraId="5D2FBE27" w14:textId="77777777" w:rsidR="00810015" w:rsidRDefault="00810015" w:rsidP="00810015">
      <w:r>
        <w:t>332.2643</w:t>
      </w:r>
      <w:r>
        <w:tab/>
        <w:t>1.013e0</w:t>
      </w:r>
    </w:p>
    <w:p w14:paraId="0B9ED635" w14:textId="77777777" w:rsidR="00810015" w:rsidRDefault="00810015" w:rsidP="00810015">
      <w:r>
        <w:t>332.2727</w:t>
      </w:r>
      <w:r>
        <w:tab/>
        <w:t>2.025e0</w:t>
      </w:r>
    </w:p>
    <w:p w14:paraId="678C6247" w14:textId="77777777" w:rsidR="00810015" w:rsidRDefault="00810015" w:rsidP="00810015">
      <w:r>
        <w:t>332.3212</w:t>
      </w:r>
      <w:r>
        <w:tab/>
        <w:t>5.592e0</w:t>
      </w:r>
    </w:p>
    <w:p w14:paraId="0FA33262" w14:textId="77777777" w:rsidR="00810015" w:rsidRDefault="00810015" w:rsidP="00810015">
      <w:r>
        <w:t>332.3251</w:t>
      </w:r>
      <w:r>
        <w:tab/>
        <w:t>1.214e1</w:t>
      </w:r>
    </w:p>
    <w:p w14:paraId="02D0A55C" w14:textId="77777777" w:rsidR="00810015" w:rsidRDefault="00810015" w:rsidP="00810015">
      <w:r>
        <w:t>332.3284</w:t>
      </w:r>
      <w:r>
        <w:tab/>
        <w:t>1.012e1</w:t>
      </w:r>
    </w:p>
    <w:p w14:paraId="1964600A" w14:textId="77777777" w:rsidR="00810015" w:rsidRDefault="00810015" w:rsidP="00810015">
      <w:r>
        <w:t>332.3353</w:t>
      </w:r>
      <w:r>
        <w:tab/>
        <w:t>6.076e0</w:t>
      </w:r>
    </w:p>
    <w:p w14:paraId="3AC51A28" w14:textId="77777777" w:rsidR="00810015" w:rsidRDefault="00810015" w:rsidP="00810015">
      <w:r>
        <w:t>332.3367</w:t>
      </w:r>
      <w:r>
        <w:tab/>
        <w:t>6.076e0</w:t>
      </w:r>
    </w:p>
    <w:p w14:paraId="368935B1" w14:textId="77777777" w:rsidR="00810015" w:rsidRDefault="00810015" w:rsidP="00810015">
      <w:r>
        <w:t>332.3803</w:t>
      </w:r>
      <w:r>
        <w:tab/>
        <w:t>1.558e0</w:t>
      </w:r>
    </w:p>
    <w:p w14:paraId="48DD93E1" w14:textId="77777777" w:rsidR="00810015" w:rsidRDefault="00810015" w:rsidP="00810015">
      <w:r>
        <w:t>332.3850</w:t>
      </w:r>
      <w:r>
        <w:tab/>
        <w:t>2.025e0</w:t>
      </w:r>
    </w:p>
    <w:p w14:paraId="777EEAA3" w14:textId="77777777" w:rsidR="00810015" w:rsidRDefault="00810015" w:rsidP="00810015">
      <w:r>
        <w:t>332.3987</w:t>
      </w:r>
      <w:r>
        <w:tab/>
        <w:t>1.013e0</w:t>
      </w:r>
    </w:p>
    <w:p w14:paraId="5AFC6F7E" w14:textId="77777777" w:rsidR="00810015" w:rsidRDefault="00810015" w:rsidP="00810015">
      <w:r>
        <w:t>332.4149</w:t>
      </w:r>
      <w:r>
        <w:tab/>
        <w:t>1.013e0</w:t>
      </w:r>
    </w:p>
    <w:p w14:paraId="214E0D6A" w14:textId="77777777" w:rsidR="00810015" w:rsidRDefault="00810015" w:rsidP="00810015">
      <w:r>
        <w:t>332.4298</w:t>
      </w:r>
      <w:r>
        <w:tab/>
        <w:t>1.013e0</w:t>
      </w:r>
    </w:p>
    <w:p w14:paraId="4A6570C7" w14:textId="77777777" w:rsidR="00810015" w:rsidRDefault="00810015" w:rsidP="00810015">
      <w:r>
        <w:t>332.4576</w:t>
      </w:r>
      <w:r>
        <w:tab/>
        <w:t>2.025e0</w:t>
      </w:r>
    </w:p>
    <w:p w14:paraId="30A450E5" w14:textId="77777777" w:rsidR="00810015" w:rsidRDefault="00810015" w:rsidP="00810015">
      <w:r>
        <w:t>332.4678</w:t>
      </w:r>
      <w:r>
        <w:tab/>
        <w:t>1.013e0</w:t>
      </w:r>
    </w:p>
    <w:p w14:paraId="2AC0296D" w14:textId="77777777" w:rsidR="00810015" w:rsidRDefault="00810015" w:rsidP="00810015">
      <w:r>
        <w:t>332.4833</w:t>
      </w:r>
      <w:r>
        <w:tab/>
        <w:t>2.025e0</w:t>
      </w:r>
    </w:p>
    <w:p w14:paraId="2901F1F9" w14:textId="77777777" w:rsidR="00810015" w:rsidRDefault="00810015" w:rsidP="00810015">
      <w:r>
        <w:t>332.4949</w:t>
      </w:r>
      <w:r>
        <w:tab/>
        <w:t>3.038e0</w:t>
      </w:r>
    </w:p>
    <w:p w14:paraId="4AAC99D9" w14:textId="77777777" w:rsidR="00810015" w:rsidRDefault="00810015" w:rsidP="00810015">
      <w:r>
        <w:t>332.5064</w:t>
      </w:r>
      <w:r>
        <w:tab/>
        <w:t>1.013e0</w:t>
      </w:r>
    </w:p>
    <w:p w14:paraId="5A97031B" w14:textId="77777777" w:rsidR="00810015" w:rsidRDefault="00810015" w:rsidP="00810015">
      <w:r>
        <w:t>332.5247</w:t>
      </w:r>
      <w:r>
        <w:tab/>
        <w:t>1.013e0</w:t>
      </w:r>
    </w:p>
    <w:p w14:paraId="6E5F0483" w14:textId="77777777" w:rsidR="00810015" w:rsidRDefault="00810015" w:rsidP="00810015">
      <w:r>
        <w:t>332.5471</w:t>
      </w:r>
      <w:r>
        <w:tab/>
        <w:t>2.025e0</w:t>
      </w:r>
    </w:p>
    <w:p w14:paraId="4E3D1066" w14:textId="77777777" w:rsidR="00810015" w:rsidRDefault="00810015" w:rsidP="00810015">
      <w:r>
        <w:t>332.5521</w:t>
      </w:r>
      <w:r>
        <w:tab/>
        <w:t>3.038e0</w:t>
      </w:r>
    </w:p>
    <w:p w14:paraId="17AAE7CF" w14:textId="77777777" w:rsidR="00810015" w:rsidRDefault="00810015" w:rsidP="00810015">
      <w:r>
        <w:t>332.5622</w:t>
      </w:r>
      <w:r>
        <w:tab/>
        <w:t>2.025e0</w:t>
      </w:r>
    </w:p>
    <w:p w14:paraId="128BA002" w14:textId="77777777" w:rsidR="00810015" w:rsidRDefault="00810015" w:rsidP="00810015">
      <w:r>
        <w:t>332.5687</w:t>
      </w:r>
      <w:r>
        <w:tab/>
        <w:t>2.025e0</w:t>
      </w:r>
    </w:p>
    <w:p w14:paraId="11861BDC" w14:textId="77777777" w:rsidR="00810015" w:rsidRDefault="00810015" w:rsidP="00810015">
      <w:r>
        <w:t>332.6081</w:t>
      </w:r>
      <w:r>
        <w:tab/>
        <w:t>1.013e0</w:t>
      </w:r>
    </w:p>
    <w:p w14:paraId="60E78410" w14:textId="77777777" w:rsidR="00810015" w:rsidRDefault="00810015" w:rsidP="00810015">
      <w:r>
        <w:t>332.6333</w:t>
      </w:r>
      <w:r>
        <w:tab/>
        <w:t>1.013e0</w:t>
      </w:r>
    </w:p>
    <w:p w14:paraId="2CC23C0C" w14:textId="77777777" w:rsidR="00810015" w:rsidRDefault="00810015" w:rsidP="00810015">
      <w:r>
        <w:t>332.6381</w:t>
      </w:r>
      <w:r>
        <w:tab/>
        <w:t>1.013e0</w:t>
      </w:r>
    </w:p>
    <w:p w14:paraId="328650DB" w14:textId="77777777" w:rsidR="00810015" w:rsidRDefault="00810015" w:rsidP="00810015">
      <w:r>
        <w:t>332.6593</w:t>
      </w:r>
      <w:r>
        <w:tab/>
        <w:t>2.025e0</w:t>
      </w:r>
    </w:p>
    <w:p w14:paraId="65D8B9BF" w14:textId="77777777" w:rsidR="00810015" w:rsidRDefault="00810015" w:rsidP="00810015">
      <w:r>
        <w:t>332.6620</w:t>
      </w:r>
      <w:r>
        <w:tab/>
        <w:t>1.013e0</w:t>
      </w:r>
    </w:p>
    <w:p w14:paraId="465ACC92" w14:textId="77777777" w:rsidR="00810015" w:rsidRDefault="00810015" w:rsidP="00810015">
      <w:r>
        <w:t>332.6668</w:t>
      </w:r>
      <w:r>
        <w:tab/>
        <w:t>3.038e0</w:t>
      </w:r>
    </w:p>
    <w:p w14:paraId="2466E45E" w14:textId="77777777" w:rsidR="00810015" w:rsidRDefault="00810015" w:rsidP="00810015">
      <w:r>
        <w:t>332.6871</w:t>
      </w:r>
      <w:r>
        <w:tab/>
        <w:t>1.013e0</w:t>
      </w:r>
    </w:p>
    <w:p w14:paraId="1A53B022" w14:textId="77777777" w:rsidR="00810015" w:rsidRDefault="00810015" w:rsidP="00810015">
      <w:r>
        <w:t>332.7244</w:t>
      </w:r>
      <w:r>
        <w:tab/>
        <w:t>2.025e0</w:t>
      </w:r>
    </w:p>
    <w:p w14:paraId="1798D4DB" w14:textId="77777777" w:rsidR="00810015" w:rsidRDefault="00810015" w:rsidP="00810015">
      <w:r>
        <w:t>332.7283</w:t>
      </w:r>
      <w:r>
        <w:tab/>
        <w:t>1.013e0</w:t>
      </w:r>
    </w:p>
    <w:p w14:paraId="5D2A9A7E" w14:textId="77777777" w:rsidR="00810015" w:rsidRDefault="00810015" w:rsidP="00810015">
      <w:r>
        <w:t>332.7350</w:t>
      </w:r>
      <w:r>
        <w:tab/>
        <w:t>1.013e0</w:t>
      </w:r>
    </w:p>
    <w:p w14:paraId="4675B1CF" w14:textId="77777777" w:rsidR="00810015" w:rsidRDefault="00810015" w:rsidP="00810015">
      <w:r>
        <w:t>332.7663</w:t>
      </w:r>
      <w:r>
        <w:tab/>
        <w:t>2.025e0</w:t>
      </w:r>
    </w:p>
    <w:p w14:paraId="2C332A77" w14:textId="77777777" w:rsidR="00810015" w:rsidRDefault="00810015" w:rsidP="00810015">
      <w:r>
        <w:t>332.7722</w:t>
      </w:r>
      <w:r>
        <w:tab/>
        <w:t>2.025e0</w:t>
      </w:r>
    </w:p>
    <w:p w14:paraId="41F0F005" w14:textId="77777777" w:rsidR="00810015" w:rsidRDefault="00810015" w:rsidP="00810015">
      <w:r>
        <w:t>332.7733</w:t>
      </w:r>
      <w:r>
        <w:tab/>
        <w:t>1.013e0</w:t>
      </w:r>
    </w:p>
    <w:p w14:paraId="5334D305" w14:textId="77777777" w:rsidR="00810015" w:rsidRDefault="00810015" w:rsidP="00810015">
      <w:r>
        <w:t>332.7785</w:t>
      </w:r>
      <w:r>
        <w:tab/>
        <w:t>1.013e0</w:t>
      </w:r>
    </w:p>
    <w:p w14:paraId="2C90538A" w14:textId="77777777" w:rsidR="00810015" w:rsidRDefault="00810015" w:rsidP="00810015">
      <w:r>
        <w:t>332.8551</w:t>
      </w:r>
      <w:r>
        <w:tab/>
        <w:t>3.038e0</w:t>
      </w:r>
    </w:p>
    <w:p w14:paraId="37E19E1D" w14:textId="77777777" w:rsidR="00810015" w:rsidRDefault="00810015" w:rsidP="00810015">
      <w:r>
        <w:t>332.8569</w:t>
      </w:r>
      <w:r>
        <w:tab/>
        <w:t>2.025e0</w:t>
      </w:r>
    </w:p>
    <w:p w14:paraId="657B953A" w14:textId="77777777" w:rsidR="00810015" w:rsidRDefault="00810015" w:rsidP="00810015">
      <w:r>
        <w:t>332.8661</w:t>
      </w:r>
      <w:r>
        <w:tab/>
        <w:t>3.038e0</w:t>
      </w:r>
    </w:p>
    <w:p w14:paraId="5118B1FA" w14:textId="77777777" w:rsidR="00810015" w:rsidRDefault="00810015" w:rsidP="00810015">
      <w:r>
        <w:t>332.8879</w:t>
      </w:r>
      <w:r>
        <w:tab/>
        <w:t>1.665e1</w:t>
      </w:r>
    </w:p>
    <w:p w14:paraId="3B70B0D7" w14:textId="77777777" w:rsidR="00810015" w:rsidRDefault="00810015" w:rsidP="00810015">
      <w:r>
        <w:t>332.8995</w:t>
      </w:r>
      <w:r>
        <w:tab/>
        <w:t>1.421e1</w:t>
      </w:r>
    </w:p>
    <w:p w14:paraId="6D3D0CF5" w14:textId="77777777" w:rsidR="00810015" w:rsidRDefault="00810015" w:rsidP="00810015">
      <w:r>
        <w:t>332.9024</w:t>
      </w:r>
      <w:r>
        <w:tab/>
        <w:t>7.089e0</w:t>
      </w:r>
    </w:p>
    <w:p w14:paraId="5A26FF93" w14:textId="77777777" w:rsidR="00810015" w:rsidRDefault="00810015" w:rsidP="00810015">
      <w:r>
        <w:t>332.9069</w:t>
      </w:r>
      <w:r>
        <w:tab/>
        <w:t>9.114e0</w:t>
      </w:r>
    </w:p>
    <w:p w14:paraId="25278BE3" w14:textId="77777777" w:rsidR="00810015" w:rsidRDefault="00810015" w:rsidP="00810015">
      <w:r>
        <w:t>332.9186</w:t>
      </w:r>
      <w:r>
        <w:tab/>
        <w:t>3.038e0</w:t>
      </w:r>
    </w:p>
    <w:p w14:paraId="792E4300" w14:textId="77777777" w:rsidR="00810015" w:rsidRDefault="00810015" w:rsidP="00810015">
      <w:r>
        <w:t>332.9362</w:t>
      </w:r>
      <w:r>
        <w:tab/>
        <w:t>4.051e0</w:t>
      </w:r>
    </w:p>
    <w:p w14:paraId="7ECD5866" w14:textId="77777777" w:rsidR="00810015" w:rsidRDefault="00810015" w:rsidP="00810015">
      <w:r>
        <w:t>332.9543</w:t>
      </w:r>
      <w:r>
        <w:tab/>
        <w:t>2.025e0</w:t>
      </w:r>
    </w:p>
    <w:p w14:paraId="26C53592" w14:textId="77777777" w:rsidR="00810015" w:rsidRDefault="00810015" w:rsidP="00810015">
      <w:r>
        <w:t>332.9667</w:t>
      </w:r>
      <w:r>
        <w:tab/>
        <w:t>2.025e0</w:t>
      </w:r>
    </w:p>
    <w:p w14:paraId="76A4E6E5" w14:textId="77777777" w:rsidR="00810015" w:rsidRDefault="00810015" w:rsidP="00810015">
      <w:r>
        <w:t>332.9866</w:t>
      </w:r>
      <w:r>
        <w:tab/>
        <w:t>1.013e0</w:t>
      </w:r>
    </w:p>
    <w:p w14:paraId="2F3ADC9F" w14:textId="77777777" w:rsidR="00810015" w:rsidRDefault="00810015" w:rsidP="00810015">
      <w:r>
        <w:t>333.0054</w:t>
      </w:r>
      <w:r>
        <w:tab/>
        <w:t>1.013e0</w:t>
      </w:r>
    </w:p>
    <w:p w14:paraId="002E9C4D" w14:textId="77777777" w:rsidR="00810015" w:rsidRDefault="00810015" w:rsidP="00810015">
      <w:r>
        <w:t>333.0439</w:t>
      </w:r>
      <w:r>
        <w:tab/>
        <w:t>3.748e0</w:t>
      </w:r>
    </w:p>
    <w:p w14:paraId="172EF5F7" w14:textId="77777777" w:rsidR="00810015" w:rsidRDefault="00810015" w:rsidP="00810015">
      <w:r>
        <w:t>333.0674</w:t>
      </w:r>
      <w:r>
        <w:tab/>
        <w:t>5.063e0</w:t>
      </w:r>
    </w:p>
    <w:p w14:paraId="7F9EBCDA" w14:textId="77777777" w:rsidR="00810015" w:rsidRDefault="00810015" w:rsidP="00810015">
      <w:r>
        <w:t>333.1005</w:t>
      </w:r>
      <w:r>
        <w:tab/>
        <w:t>7.063e2</w:t>
      </w:r>
    </w:p>
    <w:p w14:paraId="07BFE147" w14:textId="77777777" w:rsidR="00810015" w:rsidRDefault="00810015" w:rsidP="00810015">
      <w:r>
        <w:t>333.1855</w:t>
      </w:r>
      <w:r>
        <w:tab/>
        <w:t>6.724e0</w:t>
      </w:r>
    </w:p>
    <w:p w14:paraId="67322400" w14:textId="77777777" w:rsidR="00810015" w:rsidRDefault="00810015" w:rsidP="00810015">
      <w:r>
        <w:t>333.1972</w:t>
      </w:r>
      <w:r>
        <w:tab/>
        <w:t>4.597e0</w:t>
      </w:r>
    </w:p>
    <w:p w14:paraId="099C1195" w14:textId="77777777" w:rsidR="00810015" w:rsidRDefault="00810015" w:rsidP="00810015">
      <w:r>
        <w:t>333.2012</w:t>
      </w:r>
      <w:r>
        <w:tab/>
        <w:t>7.089e0</w:t>
      </w:r>
    </w:p>
    <w:p w14:paraId="435B4517" w14:textId="77777777" w:rsidR="00810015" w:rsidRDefault="00810015" w:rsidP="00810015">
      <w:r>
        <w:t>333.2187</w:t>
      </w:r>
      <w:r>
        <w:tab/>
        <w:t>2.025e0</w:t>
      </w:r>
    </w:p>
    <w:p w14:paraId="1F765388" w14:textId="77777777" w:rsidR="00810015" w:rsidRDefault="00810015" w:rsidP="00810015">
      <w:r>
        <w:t>333.2240</w:t>
      </w:r>
      <w:r>
        <w:tab/>
        <w:t>4.051e0</w:t>
      </w:r>
    </w:p>
    <w:p w14:paraId="196F4986" w14:textId="77777777" w:rsidR="00810015" w:rsidRDefault="00810015" w:rsidP="00810015">
      <w:r>
        <w:t>333.2281</w:t>
      </w:r>
      <w:r>
        <w:tab/>
        <w:t>3.403e0</w:t>
      </w:r>
    </w:p>
    <w:p w14:paraId="5D64473C" w14:textId="77777777" w:rsidR="00810015" w:rsidRDefault="00810015" w:rsidP="00810015">
      <w:r>
        <w:t>333.2511</w:t>
      </w:r>
      <w:r>
        <w:tab/>
        <w:t>2.025e0</w:t>
      </w:r>
    </w:p>
    <w:p w14:paraId="6B0DB36B" w14:textId="77777777" w:rsidR="00810015" w:rsidRDefault="00810015" w:rsidP="00810015">
      <w:r>
        <w:t>333.2531</w:t>
      </w:r>
      <w:r>
        <w:tab/>
        <w:t>3.038e0</w:t>
      </w:r>
    </w:p>
    <w:p w14:paraId="07A8FBEC" w14:textId="77777777" w:rsidR="00810015" w:rsidRDefault="00810015" w:rsidP="00810015">
      <w:r>
        <w:t>333.2551</w:t>
      </w:r>
      <w:r>
        <w:tab/>
        <w:t>2.025e0</w:t>
      </w:r>
    </w:p>
    <w:p w14:paraId="78D53D82" w14:textId="77777777" w:rsidR="00810015" w:rsidRDefault="00810015" w:rsidP="00810015">
      <w:r>
        <w:t>333.3030</w:t>
      </w:r>
      <w:r>
        <w:tab/>
        <w:t>2.025e0</w:t>
      </w:r>
    </w:p>
    <w:p w14:paraId="27A5ADF2" w14:textId="77777777" w:rsidR="00810015" w:rsidRDefault="00810015" w:rsidP="00810015">
      <w:r>
        <w:t>333.3192</w:t>
      </w:r>
      <w:r>
        <w:tab/>
        <w:t>4.051e0</w:t>
      </w:r>
    </w:p>
    <w:p w14:paraId="1A0EF15C" w14:textId="77777777" w:rsidR="00810015" w:rsidRDefault="00810015" w:rsidP="00810015">
      <w:r>
        <w:t>333.3212</w:t>
      </w:r>
      <w:r>
        <w:tab/>
        <w:t>1.013e0</w:t>
      </w:r>
    </w:p>
    <w:p w14:paraId="4A4E2519" w14:textId="77777777" w:rsidR="00810015" w:rsidRDefault="00810015" w:rsidP="00810015">
      <w:r>
        <w:t>333.3283</w:t>
      </w:r>
      <w:r>
        <w:tab/>
        <w:t>7.089e0</w:t>
      </w:r>
    </w:p>
    <w:p w14:paraId="32F1FF48" w14:textId="77777777" w:rsidR="00810015" w:rsidRDefault="00810015" w:rsidP="00810015">
      <w:r>
        <w:t>333.3358</w:t>
      </w:r>
      <w:r>
        <w:tab/>
        <w:t>8.101e0</w:t>
      </w:r>
    </w:p>
    <w:p w14:paraId="08DB46C6" w14:textId="77777777" w:rsidR="00810015" w:rsidRDefault="00810015" w:rsidP="00810015">
      <w:r>
        <w:t>333.3558</w:t>
      </w:r>
      <w:r>
        <w:tab/>
        <w:t>1.013e0</w:t>
      </w:r>
    </w:p>
    <w:p w14:paraId="5F36D6B2" w14:textId="77777777" w:rsidR="00810015" w:rsidRDefault="00810015" w:rsidP="00810015">
      <w:r>
        <w:t>333.3650</w:t>
      </w:r>
      <w:r>
        <w:tab/>
        <w:t>3.038e0</w:t>
      </w:r>
    </w:p>
    <w:p w14:paraId="55D7506A" w14:textId="77777777" w:rsidR="00810015" w:rsidRDefault="00810015" w:rsidP="00810015">
      <w:r>
        <w:t>333.3815</w:t>
      </w:r>
      <w:r>
        <w:tab/>
        <w:t>1.013e0</w:t>
      </w:r>
    </w:p>
    <w:p w14:paraId="4034E5F9" w14:textId="77777777" w:rsidR="00810015" w:rsidRDefault="00810015" w:rsidP="00810015">
      <w:r>
        <w:t>333.4076</w:t>
      </w:r>
      <w:r>
        <w:tab/>
        <w:t>2.025e0</w:t>
      </w:r>
    </w:p>
    <w:p w14:paraId="486757C6" w14:textId="77777777" w:rsidR="00810015" w:rsidRDefault="00810015" w:rsidP="00810015">
      <w:r>
        <w:t>333.4232</w:t>
      </w:r>
      <w:r>
        <w:tab/>
        <w:t>1.013e0</w:t>
      </w:r>
    </w:p>
    <w:p w14:paraId="3F9F2A5C" w14:textId="77777777" w:rsidR="00810015" w:rsidRDefault="00810015" w:rsidP="00810015">
      <w:r>
        <w:t>333.4453</w:t>
      </w:r>
      <w:r>
        <w:tab/>
        <w:t>5.093e0</w:t>
      </w:r>
    </w:p>
    <w:p w14:paraId="5828E6AF" w14:textId="77777777" w:rsidR="00810015" w:rsidRDefault="00810015" w:rsidP="00810015">
      <w:r>
        <w:t>333.4507</w:t>
      </w:r>
      <w:r>
        <w:tab/>
        <w:t>2.025e0</w:t>
      </w:r>
    </w:p>
    <w:p w14:paraId="3426AA8E" w14:textId="77777777" w:rsidR="00810015" w:rsidRDefault="00810015" w:rsidP="00810015">
      <w:r>
        <w:t>333.4617</w:t>
      </w:r>
      <w:r>
        <w:tab/>
        <w:t>1.013e0</w:t>
      </w:r>
    </w:p>
    <w:p w14:paraId="4A69E167" w14:textId="77777777" w:rsidR="00810015" w:rsidRDefault="00810015" w:rsidP="00810015">
      <w:r>
        <w:t>333.4719</w:t>
      </w:r>
      <w:r>
        <w:tab/>
        <w:t>2.025e0</w:t>
      </w:r>
    </w:p>
    <w:p w14:paraId="5AF901C3" w14:textId="77777777" w:rsidR="00810015" w:rsidRDefault="00810015" w:rsidP="00810015">
      <w:r>
        <w:t>333.4988</w:t>
      </w:r>
      <w:r>
        <w:tab/>
        <w:t>5.063e0</w:t>
      </w:r>
    </w:p>
    <w:p w14:paraId="1DC56B69" w14:textId="77777777" w:rsidR="00810015" w:rsidRDefault="00810015" w:rsidP="00810015">
      <w:r>
        <w:t>333.5125</w:t>
      </w:r>
      <w:r>
        <w:tab/>
        <w:t>2.025e0</w:t>
      </w:r>
    </w:p>
    <w:p w14:paraId="39B65F41" w14:textId="77777777" w:rsidR="00810015" w:rsidRDefault="00810015" w:rsidP="00810015">
      <w:r>
        <w:t>333.5266</w:t>
      </w:r>
      <w:r>
        <w:tab/>
        <w:t>2.025e0</w:t>
      </w:r>
    </w:p>
    <w:p w14:paraId="24711EBA" w14:textId="77777777" w:rsidR="00810015" w:rsidRDefault="00810015" w:rsidP="00810015">
      <w:r>
        <w:t>333.5294</w:t>
      </w:r>
      <w:r>
        <w:tab/>
        <w:t>3.038e0</w:t>
      </w:r>
    </w:p>
    <w:p w14:paraId="22B47E71" w14:textId="77777777" w:rsidR="00810015" w:rsidRDefault="00810015" w:rsidP="00810015">
      <w:r>
        <w:t>333.5792</w:t>
      </w:r>
      <w:r>
        <w:tab/>
        <w:t>1.013e0</w:t>
      </w:r>
    </w:p>
    <w:p w14:paraId="016389B9" w14:textId="77777777" w:rsidR="00810015" w:rsidRDefault="00810015" w:rsidP="00810015">
      <w:r>
        <w:t>333.5931</w:t>
      </w:r>
      <w:r>
        <w:tab/>
        <w:t>1.013e0</w:t>
      </w:r>
    </w:p>
    <w:p w14:paraId="62A73B6C" w14:textId="77777777" w:rsidR="00810015" w:rsidRDefault="00810015" w:rsidP="00810015">
      <w:r>
        <w:t>333.6389</w:t>
      </w:r>
      <w:r>
        <w:tab/>
        <w:t>2.025e0</w:t>
      </w:r>
    </w:p>
    <w:p w14:paraId="449F876F" w14:textId="77777777" w:rsidR="00810015" w:rsidRDefault="00810015" w:rsidP="00810015">
      <w:r>
        <w:t>333.6410</w:t>
      </w:r>
      <w:r>
        <w:tab/>
        <w:t>1.013e0</w:t>
      </w:r>
    </w:p>
    <w:p w14:paraId="371B9387" w14:textId="77777777" w:rsidR="00810015" w:rsidRDefault="00810015" w:rsidP="00810015">
      <w:r>
        <w:t>333.6486</w:t>
      </w:r>
      <w:r>
        <w:tab/>
        <w:t>3.038e0</w:t>
      </w:r>
    </w:p>
    <w:p w14:paraId="37F77297" w14:textId="77777777" w:rsidR="00810015" w:rsidRDefault="00810015" w:rsidP="00810015">
      <w:r>
        <w:t>333.6722</w:t>
      </w:r>
      <w:r>
        <w:tab/>
        <w:t>2.025e0</w:t>
      </w:r>
    </w:p>
    <w:p w14:paraId="2AF3EED0" w14:textId="77777777" w:rsidR="00810015" w:rsidRDefault="00810015" w:rsidP="00810015">
      <w:r>
        <w:t>333.7033</w:t>
      </w:r>
      <w:r>
        <w:tab/>
        <w:t>2.025e0</w:t>
      </w:r>
    </w:p>
    <w:p w14:paraId="6B1D60E0" w14:textId="77777777" w:rsidR="00810015" w:rsidRDefault="00810015" w:rsidP="00810015">
      <w:r>
        <w:t>333.7349</w:t>
      </w:r>
      <w:r>
        <w:tab/>
        <w:t>3.038e0</w:t>
      </w:r>
    </w:p>
    <w:p w14:paraId="611A5DDF" w14:textId="77777777" w:rsidR="00810015" w:rsidRDefault="00810015" w:rsidP="00810015">
      <w:r>
        <w:t>333.7455</w:t>
      </w:r>
      <w:r>
        <w:tab/>
        <w:t>2.025e0</w:t>
      </w:r>
    </w:p>
    <w:p w14:paraId="4B900E73" w14:textId="77777777" w:rsidR="00810015" w:rsidRDefault="00810015" w:rsidP="00810015">
      <w:r>
        <w:t>333.7660</w:t>
      </w:r>
      <w:r>
        <w:tab/>
        <w:t>4.382e0</w:t>
      </w:r>
    </w:p>
    <w:p w14:paraId="708734D4" w14:textId="77777777" w:rsidR="00810015" w:rsidRDefault="00810015" w:rsidP="00810015">
      <w:r>
        <w:t>333.7713</w:t>
      </w:r>
      <w:r>
        <w:tab/>
        <w:t>1.013e0</w:t>
      </w:r>
    </w:p>
    <w:p w14:paraId="0E02AE2B" w14:textId="77777777" w:rsidR="00810015" w:rsidRDefault="00810015" w:rsidP="00810015">
      <w:r>
        <w:t>333.8013</w:t>
      </w:r>
      <w:r>
        <w:tab/>
        <w:t>1.013e0</w:t>
      </w:r>
    </w:p>
    <w:p w14:paraId="17E0528F" w14:textId="77777777" w:rsidR="00810015" w:rsidRDefault="00810015" w:rsidP="00810015">
      <w:r>
        <w:t>333.8073</w:t>
      </w:r>
      <w:r>
        <w:tab/>
        <w:t>1.013e0</w:t>
      </w:r>
    </w:p>
    <w:p w14:paraId="13CBEE80" w14:textId="77777777" w:rsidR="00810015" w:rsidRDefault="00810015" w:rsidP="00810015">
      <w:r>
        <w:t>333.8253</w:t>
      </w:r>
      <w:r>
        <w:tab/>
        <w:t>1.013e0</w:t>
      </w:r>
    </w:p>
    <w:p w14:paraId="118960F8" w14:textId="77777777" w:rsidR="00810015" w:rsidRDefault="00810015" w:rsidP="00810015">
      <w:r>
        <w:t>333.8737</w:t>
      </w:r>
      <w:r>
        <w:tab/>
        <w:t>4.051e0</w:t>
      </w:r>
    </w:p>
    <w:p w14:paraId="5E59D3F9" w14:textId="77777777" w:rsidR="00810015" w:rsidRDefault="00810015" w:rsidP="00810015">
      <w:r>
        <w:t>333.8806</w:t>
      </w:r>
      <w:r>
        <w:tab/>
        <w:t>1.013e0</w:t>
      </w:r>
    </w:p>
    <w:p w14:paraId="3725D50B" w14:textId="77777777" w:rsidR="00810015" w:rsidRDefault="00810015" w:rsidP="00810015">
      <w:r>
        <w:t>333.8855</w:t>
      </w:r>
      <w:r>
        <w:tab/>
        <w:t>4.051e0</w:t>
      </w:r>
    </w:p>
    <w:p w14:paraId="416ADBD1" w14:textId="77777777" w:rsidR="00810015" w:rsidRDefault="00810015" w:rsidP="00810015">
      <w:r>
        <w:t>333.9005</w:t>
      </w:r>
      <w:r>
        <w:tab/>
        <w:t>3.586e0</w:t>
      </w:r>
    </w:p>
    <w:p w14:paraId="3B7FAC14" w14:textId="77777777" w:rsidR="00810015" w:rsidRDefault="00810015" w:rsidP="00810015">
      <w:r>
        <w:t>333.9021</w:t>
      </w:r>
      <w:r>
        <w:tab/>
        <w:t>2.025e0</w:t>
      </w:r>
    </w:p>
    <w:p w14:paraId="2BF95C39" w14:textId="77777777" w:rsidR="00810015" w:rsidRDefault="00810015" w:rsidP="00810015">
      <w:r>
        <w:t>333.9113</w:t>
      </w:r>
      <w:r>
        <w:tab/>
        <w:t>2.025e0</w:t>
      </w:r>
    </w:p>
    <w:p w14:paraId="1853D232" w14:textId="77777777" w:rsidR="00810015" w:rsidRDefault="00810015" w:rsidP="00810015">
      <w:r>
        <w:t>333.9200</w:t>
      </w:r>
      <w:r>
        <w:tab/>
        <w:t>2.025e0</w:t>
      </w:r>
    </w:p>
    <w:p w14:paraId="62B399AF" w14:textId="77777777" w:rsidR="00810015" w:rsidRDefault="00810015" w:rsidP="00810015">
      <w:r>
        <w:t>333.9437</w:t>
      </w:r>
      <w:r>
        <w:tab/>
        <w:t>2.025e0</w:t>
      </w:r>
    </w:p>
    <w:p w14:paraId="1F1BC065" w14:textId="77777777" w:rsidR="00810015" w:rsidRDefault="00810015" w:rsidP="00810015">
      <w:r>
        <w:t>333.9575</w:t>
      </w:r>
      <w:r>
        <w:tab/>
        <w:t>1.013e0</w:t>
      </w:r>
    </w:p>
    <w:p w14:paraId="06B092CD" w14:textId="77777777" w:rsidR="00810015" w:rsidRDefault="00810015" w:rsidP="00810015">
      <w:r>
        <w:t>333.9738</w:t>
      </w:r>
      <w:r>
        <w:tab/>
        <w:t>2.025e0</w:t>
      </w:r>
    </w:p>
    <w:p w14:paraId="3EFC671D" w14:textId="77777777" w:rsidR="00810015" w:rsidRDefault="00810015" w:rsidP="00810015">
      <w:r>
        <w:t>333.9842</w:t>
      </w:r>
      <w:r>
        <w:tab/>
        <w:t>2.025e0</w:t>
      </w:r>
    </w:p>
    <w:p w14:paraId="740C968E" w14:textId="77777777" w:rsidR="00810015" w:rsidRDefault="00810015" w:rsidP="00810015">
      <w:r>
        <w:t>333.9995</w:t>
      </w:r>
      <w:r>
        <w:tab/>
        <w:t>2.025e0</w:t>
      </w:r>
    </w:p>
    <w:p w14:paraId="21F8A951" w14:textId="77777777" w:rsidR="00810015" w:rsidRDefault="00810015" w:rsidP="00810015">
      <w:r>
        <w:t>334.0171</w:t>
      </w:r>
      <w:r>
        <w:tab/>
        <w:t>1.681e0</w:t>
      </w:r>
    </w:p>
    <w:p w14:paraId="5B845946" w14:textId="77777777" w:rsidR="00810015" w:rsidRDefault="00810015" w:rsidP="00810015">
      <w:r>
        <w:t>334.0356</w:t>
      </w:r>
      <w:r>
        <w:tab/>
        <w:t>2.025e0</w:t>
      </w:r>
    </w:p>
    <w:p w14:paraId="7F61ABE4" w14:textId="77777777" w:rsidR="00810015" w:rsidRDefault="00810015" w:rsidP="00810015">
      <w:r>
        <w:t>334.0464</w:t>
      </w:r>
      <w:r>
        <w:tab/>
        <w:t>3.321e0</w:t>
      </w:r>
    </w:p>
    <w:p w14:paraId="610C4562" w14:textId="77777777" w:rsidR="00810015" w:rsidRDefault="00810015" w:rsidP="00810015">
      <w:r>
        <w:t>334.0536</w:t>
      </w:r>
      <w:r>
        <w:tab/>
        <w:t>1.013e0</w:t>
      </w:r>
    </w:p>
    <w:p w14:paraId="2ECEAEAC" w14:textId="77777777" w:rsidR="00810015" w:rsidRDefault="00810015" w:rsidP="00810015">
      <w:r>
        <w:t>334.0562</w:t>
      </w:r>
      <w:r>
        <w:tab/>
        <w:t>4.257e0</w:t>
      </w:r>
    </w:p>
    <w:p w14:paraId="4A0FCFCE" w14:textId="77777777" w:rsidR="00810015" w:rsidRDefault="00810015" w:rsidP="00810015">
      <w:r>
        <w:t>334.1001</w:t>
      </w:r>
      <w:r>
        <w:tab/>
        <w:t>3.010e1</w:t>
      </w:r>
    </w:p>
    <w:p w14:paraId="5BA3EB13" w14:textId="77777777" w:rsidR="00810015" w:rsidRDefault="00810015" w:rsidP="00810015">
      <w:r>
        <w:t>334.1020</w:t>
      </w:r>
      <w:r>
        <w:tab/>
        <w:t>5.484e1</w:t>
      </w:r>
    </w:p>
    <w:p w14:paraId="3A7E1E8E" w14:textId="77777777" w:rsidR="00810015" w:rsidRDefault="00810015" w:rsidP="00810015">
      <w:r>
        <w:t>334.1034</w:t>
      </w:r>
      <w:r>
        <w:tab/>
        <w:t>2.719e1</w:t>
      </w:r>
    </w:p>
    <w:p w14:paraId="13670195" w14:textId="77777777" w:rsidR="00810015" w:rsidRDefault="00810015" w:rsidP="00810015">
      <w:r>
        <w:t>334.1528</w:t>
      </w:r>
      <w:r>
        <w:tab/>
        <w:t>2.898e0</w:t>
      </w:r>
    </w:p>
    <w:p w14:paraId="71B47C5B" w14:textId="77777777" w:rsidR="00810015" w:rsidRDefault="00810015" w:rsidP="00810015">
      <w:r>
        <w:t>334.1585</w:t>
      </w:r>
      <w:r>
        <w:tab/>
        <w:t>2.025e0</w:t>
      </w:r>
    </w:p>
    <w:p w14:paraId="341396FC" w14:textId="77777777" w:rsidR="00810015" w:rsidRDefault="00810015" w:rsidP="00810015">
      <w:r>
        <w:t>334.2027</w:t>
      </w:r>
      <w:r>
        <w:tab/>
        <w:t>4.051e0</w:t>
      </w:r>
    </w:p>
    <w:p w14:paraId="6E9418FC" w14:textId="77777777" w:rsidR="00810015" w:rsidRDefault="00810015" w:rsidP="00810015">
      <w:r>
        <w:t>334.2100</w:t>
      </w:r>
      <w:r>
        <w:tab/>
        <w:t>2.999e0</w:t>
      </w:r>
    </w:p>
    <w:p w14:paraId="428F7AC6" w14:textId="77777777" w:rsidR="00810015" w:rsidRDefault="00810015" w:rsidP="00810015">
      <w:r>
        <w:t>334.2123</w:t>
      </w:r>
      <w:r>
        <w:tab/>
        <w:t>6.076e0</w:t>
      </w:r>
    </w:p>
    <w:p w14:paraId="1565E841" w14:textId="77777777" w:rsidR="00810015" w:rsidRDefault="00810015" w:rsidP="00810015">
      <w:r>
        <w:t>334.2221</w:t>
      </w:r>
      <w:r>
        <w:tab/>
        <w:t>8.101e0</w:t>
      </w:r>
    </w:p>
    <w:p w14:paraId="018BD5CA" w14:textId="77777777" w:rsidR="00810015" w:rsidRDefault="00810015" w:rsidP="00810015">
      <w:r>
        <w:t>334.2454</w:t>
      </w:r>
      <w:r>
        <w:tab/>
        <w:t>5.063e0</w:t>
      </w:r>
    </w:p>
    <w:p w14:paraId="6C95677E" w14:textId="77777777" w:rsidR="00810015" w:rsidRDefault="00810015" w:rsidP="00810015">
      <w:r>
        <w:t>334.2708</w:t>
      </w:r>
      <w:r>
        <w:tab/>
        <w:t>2.025e0</w:t>
      </w:r>
    </w:p>
    <w:p w14:paraId="3AB0470F" w14:textId="77777777" w:rsidR="00810015" w:rsidRDefault="00810015" w:rsidP="00810015">
      <w:r>
        <w:t>334.2780</w:t>
      </w:r>
      <w:r>
        <w:tab/>
        <w:t>2.025e0</w:t>
      </w:r>
    </w:p>
    <w:p w14:paraId="17A2DA40" w14:textId="77777777" w:rsidR="00810015" w:rsidRDefault="00810015" w:rsidP="00810015">
      <w:r>
        <w:t>334.2849</w:t>
      </w:r>
      <w:r>
        <w:tab/>
        <w:t>2.025e0</w:t>
      </w:r>
    </w:p>
    <w:p w14:paraId="5D9B8DE2" w14:textId="77777777" w:rsidR="00810015" w:rsidRDefault="00810015" w:rsidP="00810015">
      <w:r>
        <w:t>334.3005</w:t>
      </w:r>
      <w:r>
        <w:tab/>
        <w:t>2.025e0</w:t>
      </w:r>
    </w:p>
    <w:p w14:paraId="339EFFA1" w14:textId="77777777" w:rsidR="00810015" w:rsidRDefault="00810015" w:rsidP="00810015">
      <w:r>
        <w:t>334.3024</w:t>
      </w:r>
      <w:r>
        <w:tab/>
        <w:t>1.013e0</w:t>
      </w:r>
    </w:p>
    <w:p w14:paraId="75C185DF" w14:textId="77777777" w:rsidR="00810015" w:rsidRDefault="00810015" w:rsidP="00810015">
      <w:r>
        <w:t>334.3098</w:t>
      </w:r>
      <w:r>
        <w:tab/>
        <w:t>4.051e0</w:t>
      </w:r>
    </w:p>
    <w:p w14:paraId="1C39B9AB" w14:textId="77777777" w:rsidR="00810015" w:rsidRDefault="00810015" w:rsidP="00810015">
      <w:r>
        <w:t>334.3275</w:t>
      </w:r>
      <w:r>
        <w:tab/>
        <w:t>3.038e0</w:t>
      </w:r>
    </w:p>
    <w:p w14:paraId="6D94A01F" w14:textId="77777777" w:rsidR="00810015" w:rsidRDefault="00810015" w:rsidP="00810015">
      <w:r>
        <w:t>334.3360</w:t>
      </w:r>
      <w:r>
        <w:tab/>
        <w:t>3.038e0</w:t>
      </w:r>
    </w:p>
    <w:p w14:paraId="79CFBEA4" w14:textId="77777777" w:rsidR="00810015" w:rsidRDefault="00810015" w:rsidP="00810015">
      <w:r>
        <w:t>334.3429</w:t>
      </w:r>
      <w:r>
        <w:tab/>
        <w:t>4.153e0</w:t>
      </w:r>
    </w:p>
    <w:p w14:paraId="31D1A3AC" w14:textId="77777777" w:rsidR="00810015" w:rsidRDefault="00810015" w:rsidP="00810015">
      <w:r>
        <w:t>334.3701</w:t>
      </w:r>
      <w:r>
        <w:tab/>
        <w:t>2.025e0</w:t>
      </w:r>
    </w:p>
    <w:p w14:paraId="5280CE55" w14:textId="77777777" w:rsidR="00810015" w:rsidRDefault="00810015" w:rsidP="00810015">
      <w:r>
        <w:t>334.3747</w:t>
      </w:r>
      <w:r>
        <w:tab/>
        <w:t>1.013e0</w:t>
      </w:r>
    </w:p>
    <w:p w14:paraId="32786C58" w14:textId="77777777" w:rsidR="00810015" w:rsidRDefault="00810015" w:rsidP="00810015">
      <w:r>
        <w:t>334.3855</w:t>
      </w:r>
      <w:r>
        <w:tab/>
        <w:t>1.013e0</w:t>
      </w:r>
    </w:p>
    <w:p w14:paraId="50E14129" w14:textId="77777777" w:rsidR="00810015" w:rsidRDefault="00810015" w:rsidP="00810015">
      <w:r>
        <w:t>334.4095</w:t>
      </w:r>
      <w:r>
        <w:tab/>
        <w:t>1.013e0</w:t>
      </w:r>
    </w:p>
    <w:p w14:paraId="6C8DAFE3" w14:textId="77777777" w:rsidR="00810015" w:rsidRDefault="00810015" w:rsidP="00810015">
      <w:r>
        <w:t>334.4143</w:t>
      </w:r>
      <w:r>
        <w:tab/>
        <w:t>1.013e0</w:t>
      </w:r>
    </w:p>
    <w:p w14:paraId="12A18A2F" w14:textId="77777777" w:rsidR="00810015" w:rsidRDefault="00810015" w:rsidP="00810015">
      <w:r>
        <w:t>334.4217</w:t>
      </w:r>
      <w:r>
        <w:tab/>
        <w:t>2.025e0</w:t>
      </w:r>
    </w:p>
    <w:p w14:paraId="5A3EE425" w14:textId="77777777" w:rsidR="00810015" w:rsidRDefault="00810015" w:rsidP="00810015">
      <w:r>
        <w:t>334.4480</w:t>
      </w:r>
      <w:r>
        <w:tab/>
        <w:t>1.013e0</w:t>
      </w:r>
    </w:p>
    <w:p w14:paraId="39C34CB0" w14:textId="77777777" w:rsidR="00810015" w:rsidRDefault="00810015" w:rsidP="00810015">
      <w:r>
        <w:t>334.4525</w:t>
      </w:r>
      <w:r>
        <w:tab/>
        <w:t>2.025e0</w:t>
      </w:r>
    </w:p>
    <w:p w14:paraId="1461CF56" w14:textId="77777777" w:rsidR="00810015" w:rsidRDefault="00810015" w:rsidP="00810015">
      <w:r>
        <w:t>334.4642</w:t>
      </w:r>
      <w:r>
        <w:tab/>
        <w:t>3.038e0</w:t>
      </w:r>
    </w:p>
    <w:p w14:paraId="075BD017" w14:textId="77777777" w:rsidR="00810015" w:rsidRDefault="00810015" w:rsidP="00810015">
      <w:r>
        <w:t>334.5112</w:t>
      </w:r>
      <w:r>
        <w:tab/>
        <w:t>2.025e0</w:t>
      </w:r>
    </w:p>
    <w:p w14:paraId="684ABE85" w14:textId="77777777" w:rsidR="00810015" w:rsidRDefault="00810015" w:rsidP="00810015">
      <w:r>
        <w:t>334.5152</w:t>
      </w:r>
      <w:r>
        <w:tab/>
        <w:t>2.025e0</w:t>
      </w:r>
    </w:p>
    <w:p w14:paraId="167BEF0D" w14:textId="77777777" w:rsidR="00810015" w:rsidRDefault="00810015" w:rsidP="00810015">
      <w:r>
        <w:t>334.5171</w:t>
      </w:r>
      <w:r>
        <w:tab/>
        <w:t>2.025e0</w:t>
      </w:r>
    </w:p>
    <w:p w14:paraId="2B8E8D6E" w14:textId="77777777" w:rsidR="00810015" w:rsidRDefault="00810015" w:rsidP="00810015">
      <w:r>
        <w:t>334.5359</w:t>
      </w:r>
      <w:r>
        <w:tab/>
        <w:t>1.013e0</w:t>
      </w:r>
    </w:p>
    <w:p w14:paraId="16D48849" w14:textId="77777777" w:rsidR="00810015" w:rsidRDefault="00810015" w:rsidP="00810015">
      <w:r>
        <w:t>334.5797</w:t>
      </w:r>
      <w:r>
        <w:tab/>
        <w:t>1.013e0</w:t>
      </w:r>
    </w:p>
    <w:p w14:paraId="727D0B65" w14:textId="77777777" w:rsidR="00810015" w:rsidRDefault="00810015" w:rsidP="00810015">
      <w:r>
        <w:t>334.5843</w:t>
      </w:r>
      <w:r>
        <w:tab/>
        <w:t>2.025e0</w:t>
      </w:r>
    </w:p>
    <w:p w14:paraId="422B0858" w14:textId="77777777" w:rsidR="00810015" w:rsidRDefault="00810015" w:rsidP="00810015">
      <w:r>
        <w:t>334.5888</w:t>
      </w:r>
      <w:r>
        <w:tab/>
        <w:t>1.013e0</w:t>
      </w:r>
    </w:p>
    <w:p w14:paraId="07EBEC1E" w14:textId="77777777" w:rsidR="00810015" w:rsidRDefault="00810015" w:rsidP="00810015">
      <w:r>
        <w:t>334.5989</w:t>
      </w:r>
      <w:r>
        <w:tab/>
        <w:t>1.013e0</w:t>
      </w:r>
    </w:p>
    <w:p w14:paraId="00CDEDB4" w14:textId="77777777" w:rsidR="00810015" w:rsidRDefault="00810015" w:rsidP="00810015">
      <w:r>
        <w:t>334.6081</w:t>
      </w:r>
      <w:r>
        <w:tab/>
        <w:t>1.013e0</w:t>
      </w:r>
    </w:p>
    <w:p w14:paraId="7724CBB5" w14:textId="77777777" w:rsidR="00810015" w:rsidRDefault="00810015" w:rsidP="00810015">
      <w:r>
        <w:t>334.6541</w:t>
      </w:r>
      <w:r>
        <w:tab/>
        <w:t>3.038e0</w:t>
      </w:r>
    </w:p>
    <w:p w14:paraId="59A7DD3C" w14:textId="77777777" w:rsidR="00810015" w:rsidRDefault="00810015" w:rsidP="00810015">
      <w:r>
        <w:t>334.6671</w:t>
      </w:r>
      <w:r>
        <w:tab/>
        <w:t>1.013e0</w:t>
      </w:r>
    </w:p>
    <w:p w14:paraId="17DF1D31" w14:textId="77777777" w:rsidR="00810015" w:rsidRDefault="00810015" w:rsidP="00810015">
      <w:r>
        <w:t>334.6898</w:t>
      </w:r>
      <w:r>
        <w:tab/>
        <w:t>2.025e0</w:t>
      </w:r>
    </w:p>
    <w:p w14:paraId="656FA4D5" w14:textId="77777777" w:rsidR="00810015" w:rsidRDefault="00810015" w:rsidP="00810015">
      <w:r>
        <w:t>334.6912</w:t>
      </w:r>
      <w:r>
        <w:tab/>
        <w:t>1.013e0</w:t>
      </w:r>
    </w:p>
    <w:p w14:paraId="07137CE3" w14:textId="77777777" w:rsidR="00810015" w:rsidRDefault="00810015" w:rsidP="00810015">
      <w:r>
        <w:t>334.7092</w:t>
      </w:r>
      <w:r>
        <w:tab/>
        <w:t>1.013e0</w:t>
      </w:r>
    </w:p>
    <w:p w14:paraId="11AACD76" w14:textId="77777777" w:rsidR="00810015" w:rsidRDefault="00810015" w:rsidP="00810015">
      <w:r>
        <w:t>334.7253</w:t>
      </w:r>
      <w:r>
        <w:tab/>
        <w:t>1.013e0</w:t>
      </w:r>
    </w:p>
    <w:p w14:paraId="6098D5CC" w14:textId="77777777" w:rsidR="00810015" w:rsidRDefault="00810015" w:rsidP="00810015">
      <w:r>
        <w:t>334.7694</w:t>
      </w:r>
      <w:r>
        <w:tab/>
        <w:t>1.013e0</w:t>
      </w:r>
    </w:p>
    <w:p w14:paraId="624EDA35" w14:textId="77777777" w:rsidR="00810015" w:rsidRDefault="00810015" w:rsidP="00810015">
      <w:r>
        <w:t>334.8080</w:t>
      </w:r>
      <w:r>
        <w:tab/>
        <w:t>1.013e0</w:t>
      </w:r>
    </w:p>
    <w:p w14:paraId="06162110" w14:textId="77777777" w:rsidR="00810015" w:rsidRDefault="00810015" w:rsidP="00810015">
      <w:r>
        <w:t>334.8234</w:t>
      </w:r>
      <w:r>
        <w:tab/>
        <w:t>1.013e0</w:t>
      </w:r>
    </w:p>
    <w:p w14:paraId="19FF1551" w14:textId="77777777" w:rsidR="00810015" w:rsidRDefault="00810015" w:rsidP="00810015">
      <w:r>
        <w:t>334.8357</w:t>
      </w:r>
      <w:r>
        <w:tab/>
        <w:t>2.025e0</w:t>
      </w:r>
    </w:p>
    <w:p w14:paraId="69E1883C" w14:textId="77777777" w:rsidR="00810015" w:rsidRDefault="00810015" w:rsidP="00810015">
      <w:r>
        <w:t>334.8378</w:t>
      </w:r>
      <w:r>
        <w:tab/>
        <w:t>2.025e0</w:t>
      </w:r>
    </w:p>
    <w:p w14:paraId="0C344E66" w14:textId="77777777" w:rsidR="00810015" w:rsidRDefault="00810015" w:rsidP="00810015">
      <w:r>
        <w:t>334.8718</w:t>
      </w:r>
      <w:r>
        <w:tab/>
        <w:t>1.013e0</w:t>
      </w:r>
    </w:p>
    <w:p w14:paraId="4DB06869" w14:textId="77777777" w:rsidR="00810015" w:rsidRDefault="00810015" w:rsidP="00810015">
      <w:r>
        <w:t>334.8790</w:t>
      </w:r>
      <w:r>
        <w:tab/>
        <w:t>4.051e0</w:t>
      </w:r>
    </w:p>
    <w:p w14:paraId="03A25752" w14:textId="77777777" w:rsidR="00810015" w:rsidRDefault="00810015" w:rsidP="00810015">
      <w:r>
        <w:t>334.8948</w:t>
      </w:r>
      <w:r>
        <w:tab/>
        <w:t>5.063e0</w:t>
      </w:r>
    </w:p>
    <w:p w14:paraId="05FC89BC" w14:textId="77777777" w:rsidR="00810015" w:rsidRDefault="00810015" w:rsidP="00810015">
      <w:r>
        <w:t>334.9099</w:t>
      </w:r>
      <w:r>
        <w:tab/>
        <w:t>7.089e0</w:t>
      </w:r>
    </w:p>
    <w:p w14:paraId="443C9377" w14:textId="77777777" w:rsidR="00810015" w:rsidRDefault="00810015" w:rsidP="00810015">
      <w:r>
        <w:t>334.9189</w:t>
      </w:r>
      <w:r>
        <w:tab/>
        <w:t>4.051e0</w:t>
      </w:r>
    </w:p>
    <w:p w14:paraId="62F20F79" w14:textId="77777777" w:rsidR="00810015" w:rsidRDefault="00810015" w:rsidP="00810015">
      <w:r>
        <w:t>334.9380</w:t>
      </w:r>
      <w:r>
        <w:tab/>
        <w:t>3.038e0</w:t>
      </w:r>
    </w:p>
    <w:p w14:paraId="7B488D97" w14:textId="77777777" w:rsidR="00810015" w:rsidRDefault="00810015" w:rsidP="00810015">
      <w:r>
        <w:t>334.9604</w:t>
      </w:r>
      <w:r>
        <w:tab/>
        <w:t>2.025e0</w:t>
      </w:r>
    </w:p>
    <w:p w14:paraId="296CC4A1" w14:textId="77777777" w:rsidR="00810015" w:rsidRDefault="00810015" w:rsidP="00810015">
      <w:r>
        <w:t>334.9659</w:t>
      </w:r>
      <w:r>
        <w:tab/>
        <w:t>2.025e0</w:t>
      </w:r>
    </w:p>
    <w:p w14:paraId="4CC0282F" w14:textId="77777777" w:rsidR="00810015" w:rsidRDefault="00810015" w:rsidP="00810015">
      <w:r>
        <w:t>334.9728</w:t>
      </w:r>
      <w:r>
        <w:tab/>
        <w:t>3.038e0</w:t>
      </w:r>
    </w:p>
    <w:p w14:paraId="02D268CC" w14:textId="77777777" w:rsidR="00810015" w:rsidRDefault="00810015" w:rsidP="00810015">
      <w:r>
        <w:t>334.9771</w:t>
      </w:r>
      <w:r>
        <w:tab/>
        <w:t>4.051e0</w:t>
      </w:r>
    </w:p>
    <w:p w14:paraId="5D0B05CB" w14:textId="77777777" w:rsidR="00810015" w:rsidRDefault="00810015" w:rsidP="00810015">
      <w:r>
        <w:t>334.9875</w:t>
      </w:r>
      <w:r>
        <w:tab/>
        <w:t>4.051e0</w:t>
      </w:r>
    </w:p>
    <w:p w14:paraId="0AEA129F" w14:textId="77777777" w:rsidR="00810015" w:rsidRDefault="00810015" w:rsidP="00810015">
      <w:r>
        <w:t>335.0067</w:t>
      </w:r>
      <w:r>
        <w:tab/>
        <w:t>1.013e0</w:t>
      </w:r>
    </w:p>
    <w:p w14:paraId="50D90805" w14:textId="77777777" w:rsidR="00810015" w:rsidRDefault="00810015" w:rsidP="00810015">
      <w:r>
        <w:t>335.0161</w:t>
      </w:r>
      <w:r>
        <w:tab/>
        <w:t>1.904e0</w:t>
      </w:r>
    </w:p>
    <w:p w14:paraId="311592BE" w14:textId="77777777" w:rsidR="00810015" w:rsidRDefault="00810015" w:rsidP="00810015">
      <w:r>
        <w:t>335.0201</w:t>
      </w:r>
      <w:r>
        <w:tab/>
        <w:t>2.025e0</w:t>
      </w:r>
    </w:p>
    <w:p w14:paraId="23AB3E38" w14:textId="77777777" w:rsidR="00810015" w:rsidRDefault="00810015" w:rsidP="00810015">
      <w:r>
        <w:t>335.0450</w:t>
      </w:r>
      <w:r>
        <w:tab/>
        <w:t>2.000e0</w:t>
      </w:r>
    </w:p>
    <w:p w14:paraId="7B7EB0D9" w14:textId="77777777" w:rsidR="00810015" w:rsidRDefault="00810015" w:rsidP="00810015">
      <w:r>
        <w:t>335.0606</w:t>
      </w:r>
      <w:r>
        <w:tab/>
        <w:t>2.025e0</w:t>
      </w:r>
    </w:p>
    <w:p w14:paraId="4653721D" w14:textId="77777777" w:rsidR="00810015" w:rsidRDefault="00810015" w:rsidP="00810015">
      <w:r>
        <w:t>335.0887</w:t>
      </w:r>
      <w:r>
        <w:tab/>
        <w:t>1.013e0</w:t>
      </w:r>
    </w:p>
    <w:p w14:paraId="0A4D90FD" w14:textId="77777777" w:rsidR="00810015" w:rsidRDefault="00810015" w:rsidP="00810015">
      <w:r>
        <w:t>335.0925</w:t>
      </w:r>
      <w:r>
        <w:tab/>
        <w:t>2.025e0</w:t>
      </w:r>
    </w:p>
    <w:p w14:paraId="5CBFF434" w14:textId="77777777" w:rsidR="00810015" w:rsidRDefault="00810015" w:rsidP="00810015">
      <w:r>
        <w:t>335.1018</w:t>
      </w:r>
      <w:r>
        <w:tab/>
        <w:t>4.518e0</w:t>
      </w:r>
    </w:p>
    <w:p w14:paraId="4B0854DE" w14:textId="77777777" w:rsidR="00810015" w:rsidRDefault="00810015" w:rsidP="00810015">
      <w:r>
        <w:t>335.1040</w:t>
      </w:r>
      <w:r>
        <w:tab/>
        <w:t>8.796e0</w:t>
      </w:r>
    </w:p>
    <w:p w14:paraId="19ACAAA8" w14:textId="77777777" w:rsidR="00810015" w:rsidRDefault="00810015" w:rsidP="00810015">
      <w:r>
        <w:t>335.1331</w:t>
      </w:r>
      <w:r>
        <w:tab/>
        <w:t>2.025e0</w:t>
      </w:r>
    </w:p>
    <w:p w14:paraId="101BB8FD" w14:textId="77777777" w:rsidR="00810015" w:rsidRDefault="00810015" w:rsidP="00810015">
      <w:r>
        <w:t>335.1346</w:t>
      </w:r>
      <w:r>
        <w:tab/>
        <w:t>2.025e0</w:t>
      </w:r>
    </w:p>
    <w:p w14:paraId="1294801B" w14:textId="77777777" w:rsidR="00810015" w:rsidRDefault="00810015" w:rsidP="00810015">
      <w:r>
        <w:t>335.1842</w:t>
      </w:r>
      <w:r>
        <w:tab/>
        <w:t>3.038e0</w:t>
      </w:r>
    </w:p>
    <w:p w14:paraId="66033624" w14:textId="77777777" w:rsidR="00810015" w:rsidRDefault="00810015" w:rsidP="00810015">
      <w:r>
        <w:t>335.1942</w:t>
      </w:r>
      <w:r>
        <w:tab/>
        <w:t>2.025e0</w:t>
      </w:r>
    </w:p>
    <w:p w14:paraId="2440F4F9" w14:textId="77777777" w:rsidR="00810015" w:rsidRDefault="00810015" w:rsidP="00810015">
      <w:r>
        <w:t>335.2000</w:t>
      </w:r>
      <w:r>
        <w:tab/>
        <w:t>6.076e0</w:t>
      </w:r>
    </w:p>
    <w:p w14:paraId="6B02AB87" w14:textId="77777777" w:rsidR="00810015" w:rsidRDefault="00810015" w:rsidP="00810015">
      <w:r>
        <w:t>335.2393</w:t>
      </w:r>
      <w:r>
        <w:tab/>
        <w:t>1.013e0</w:t>
      </w:r>
    </w:p>
    <w:p w14:paraId="607B4749" w14:textId="77777777" w:rsidR="00810015" w:rsidRDefault="00810015" w:rsidP="00810015">
      <w:r>
        <w:t>335.2514</w:t>
      </w:r>
      <w:r>
        <w:tab/>
        <w:t>1.013e0</w:t>
      </w:r>
    </w:p>
    <w:p w14:paraId="746AB56D" w14:textId="77777777" w:rsidR="00810015" w:rsidRDefault="00810015" w:rsidP="00810015">
      <w:r>
        <w:t>335.2555</w:t>
      </w:r>
      <w:r>
        <w:tab/>
        <w:t>1.013e0</w:t>
      </w:r>
    </w:p>
    <w:p w14:paraId="3CBF04BE" w14:textId="77777777" w:rsidR="00810015" w:rsidRDefault="00810015" w:rsidP="00810015">
      <w:r>
        <w:t>335.2895</w:t>
      </w:r>
      <w:r>
        <w:tab/>
        <w:t>2.025e0</w:t>
      </w:r>
    </w:p>
    <w:p w14:paraId="0725C777" w14:textId="77777777" w:rsidR="00810015" w:rsidRDefault="00810015" w:rsidP="00810015">
      <w:r>
        <w:t>335.3046</w:t>
      </w:r>
      <w:r>
        <w:tab/>
        <w:t>1.013e0</w:t>
      </w:r>
    </w:p>
    <w:p w14:paraId="4F61DCEC" w14:textId="77777777" w:rsidR="00810015" w:rsidRDefault="00810015" w:rsidP="00810015">
      <w:r>
        <w:t>335.3177</w:t>
      </w:r>
      <w:r>
        <w:tab/>
        <w:t>1.013e0</w:t>
      </w:r>
    </w:p>
    <w:p w14:paraId="78652884" w14:textId="77777777" w:rsidR="00810015" w:rsidRDefault="00810015" w:rsidP="00810015">
      <w:r>
        <w:t>335.3575</w:t>
      </w:r>
      <w:r>
        <w:tab/>
        <w:t>1.013e0</w:t>
      </w:r>
    </w:p>
    <w:p w14:paraId="5BD0478A" w14:textId="77777777" w:rsidR="00810015" w:rsidRDefault="00810015" w:rsidP="00810015">
      <w:r>
        <w:t>335.3616</w:t>
      </w:r>
      <w:r>
        <w:tab/>
        <w:t>1.013e0</w:t>
      </w:r>
    </w:p>
    <w:p w14:paraId="60554F13" w14:textId="77777777" w:rsidR="00810015" w:rsidRDefault="00810015" w:rsidP="00810015">
      <w:r>
        <w:t>335.3670</w:t>
      </w:r>
      <w:r>
        <w:tab/>
        <w:t>2.025e0</w:t>
      </w:r>
    </w:p>
    <w:p w14:paraId="43C772DB" w14:textId="77777777" w:rsidR="00810015" w:rsidRDefault="00810015" w:rsidP="00810015">
      <w:r>
        <w:t>335.3961</w:t>
      </w:r>
      <w:r>
        <w:tab/>
        <w:t>1.013e0</w:t>
      </w:r>
    </w:p>
    <w:p w14:paraId="558E0510" w14:textId="77777777" w:rsidR="00810015" w:rsidRDefault="00810015" w:rsidP="00810015">
      <w:r>
        <w:t>335.4086</w:t>
      </w:r>
      <w:r>
        <w:tab/>
        <w:t>2.025e0</w:t>
      </w:r>
    </w:p>
    <w:p w14:paraId="446517EB" w14:textId="77777777" w:rsidR="00810015" w:rsidRDefault="00810015" w:rsidP="00810015">
      <w:r>
        <w:t>335.4106</w:t>
      </w:r>
      <w:r>
        <w:tab/>
        <w:t>1.013e0</w:t>
      </w:r>
    </w:p>
    <w:p w14:paraId="75537BCB" w14:textId="77777777" w:rsidR="00810015" w:rsidRDefault="00810015" w:rsidP="00810015">
      <w:r>
        <w:t>335.4263</w:t>
      </w:r>
      <w:r>
        <w:tab/>
        <w:t>1.013e0</w:t>
      </w:r>
    </w:p>
    <w:p w14:paraId="1EC10A64" w14:textId="77777777" w:rsidR="00810015" w:rsidRDefault="00810015" w:rsidP="00810015">
      <w:r>
        <w:t>335.4926</w:t>
      </w:r>
      <w:r>
        <w:tab/>
        <w:t>1.013e0</w:t>
      </w:r>
    </w:p>
    <w:p w14:paraId="6EB86AAD" w14:textId="77777777" w:rsidR="00810015" w:rsidRDefault="00810015" w:rsidP="00810015">
      <w:r>
        <w:t>335.4938</w:t>
      </w:r>
      <w:r>
        <w:tab/>
        <w:t>1.013e0</w:t>
      </w:r>
    </w:p>
    <w:p w14:paraId="33E17293" w14:textId="77777777" w:rsidR="00810015" w:rsidRDefault="00810015" w:rsidP="00810015">
      <w:r>
        <w:t>335.5125</w:t>
      </w:r>
      <w:r>
        <w:tab/>
        <w:t>1.013e0</w:t>
      </w:r>
    </w:p>
    <w:p w14:paraId="6AF53177" w14:textId="77777777" w:rsidR="00810015" w:rsidRDefault="00810015" w:rsidP="00810015">
      <w:r>
        <w:t>335.5183</w:t>
      </w:r>
      <w:r>
        <w:tab/>
        <w:t>2.025e0</w:t>
      </w:r>
    </w:p>
    <w:p w14:paraId="5B7787AF" w14:textId="77777777" w:rsidR="00810015" w:rsidRDefault="00810015" w:rsidP="00810015">
      <w:r>
        <w:t>335.5409</w:t>
      </w:r>
      <w:r>
        <w:tab/>
        <w:t>1.013e0</w:t>
      </w:r>
    </w:p>
    <w:p w14:paraId="139D1C51" w14:textId="77777777" w:rsidR="00810015" w:rsidRDefault="00810015" w:rsidP="00810015">
      <w:r>
        <w:t>335.5666</w:t>
      </w:r>
      <w:r>
        <w:tab/>
        <w:t>1.013e0</w:t>
      </w:r>
    </w:p>
    <w:p w14:paraId="0D541DCE" w14:textId="77777777" w:rsidR="00810015" w:rsidRDefault="00810015" w:rsidP="00810015">
      <w:r>
        <w:t>335.5759</w:t>
      </w:r>
      <w:r>
        <w:tab/>
        <w:t>2.025e0</w:t>
      </w:r>
    </w:p>
    <w:p w14:paraId="6F081B29" w14:textId="77777777" w:rsidR="00810015" w:rsidRDefault="00810015" w:rsidP="00810015">
      <w:r>
        <w:t>335.5820</w:t>
      </w:r>
      <w:r>
        <w:tab/>
        <w:t>1.013e0</w:t>
      </w:r>
    </w:p>
    <w:p w14:paraId="2506DDFF" w14:textId="77777777" w:rsidR="00810015" w:rsidRDefault="00810015" w:rsidP="00810015">
      <w:r>
        <w:t>335.5963</w:t>
      </w:r>
      <w:r>
        <w:tab/>
        <w:t>3.038e0</w:t>
      </w:r>
    </w:p>
    <w:p w14:paraId="137F3AE8" w14:textId="77777777" w:rsidR="00810015" w:rsidRDefault="00810015" w:rsidP="00810015">
      <w:r>
        <w:t>335.6254</w:t>
      </w:r>
      <w:r>
        <w:tab/>
        <w:t>4.051e0</w:t>
      </w:r>
    </w:p>
    <w:p w14:paraId="1303A3C3" w14:textId="77777777" w:rsidR="00810015" w:rsidRDefault="00810015" w:rsidP="00810015">
      <w:r>
        <w:t>335.6594</w:t>
      </w:r>
      <w:r>
        <w:tab/>
        <w:t>1.013e0</w:t>
      </w:r>
    </w:p>
    <w:p w14:paraId="0DAE1C47" w14:textId="77777777" w:rsidR="00810015" w:rsidRDefault="00810015" w:rsidP="00810015">
      <w:r>
        <w:t>335.7125</w:t>
      </w:r>
      <w:r>
        <w:tab/>
        <w:t>1.013e0</w:t>
      </w:r>
    </w:p>
    <w:p w14:paraId="6B7F7840" w14:textId="77777777" w:rsidR="00810015" w:rsidRDefault="00810015" w:rsidP="00810015">
      <w:r>
        <w:t>335.7280</w:t>
      </w:r>
      <w:r>
        <w:tab/>
        <w:t>1.013e0</w:t>
      </w:r>
    </w:p>
    <w:p w14:paraId="143532C1" w14:textId="77777777" w:rsidR="00810015" w:rsidRDefault="00810015" w:rsidP="00810015">
      <w:r>
        <w:t>335.7777</w:t>
      </w:r>
      <w:r>
        <w:tab/>
        <w:t>2.025e0</w:t>
      </w:r>
    </w:p>
    <w:p w14:paraId="57E8C132" w14:textId="77777777" w:rsidR="00810015" w:rsidRDefault="00810015" w:rsidP="00810015">
      <w:r>
        <w:t>335.7805</w:t>
      </w:r>
      <w:r>
        <w:tab/>
        <w:t>2.025e0</w:t>
      </w:r>
    </w:p>
    <w:p w14:paraId="17488604" w14:textId="77777777" w:rsidR="00810015" w:rsidRDefault="00810015" w:rsidP="00810015">
      <w:r>
        <w:t>335.7944</w:t>
      </w:r>
      <w:r>
        <w:tab/>
        <w:t>1.013e0</w:t>
      </w:r>
    </w:p>
    <w:p w14:paraId="5449FBAD" w14:textId="77777777" w:rsidR="00810015" w:rsidRDefault="00810015" w:rsidP="00810015">
      <w:r>
        <w:t>335.8185</w:t>
      </w:r>
      <w:r>
        <w:tab/>
        <w:t>1.013e0</w:t>
      </w:r>
    </w:p>
    <w:p w14:paraId="35490CD7" w14:textId="77777777" w:rsidR="00810015" w:rsidRDefault="00810015" w:rsidP="00810015">
      <w:r>
        <w:t>335.8741</w:t>
      </w:r>
      <w:r>
        <w:tab/>
        <w:t>1.013e0</w:t>
      </w:r>
    </w:p>
    <w:p w14:paraId="4E7E6AA6" w14:textId="77777777" w:rsidR="00810015" w:rsidRDefault="00810015" w:rsidP="00810015">
      <w:r>
        <w:t>335.8789</w:t>
      </w:r>
      <w:r>
        <w:tab/>
        <w:t>1.013e0</w:t>
      </w:r>
    </w:p>
    <w:p w14:paraId="62CE3446" w14:textId="77777777" w:rsidR="00810015" w:rsidRDefault="00810015" w:rsidP="00810015">
      <w:r>
        <w:t>335.8840</w:t>
      </w:r>
      <w:r>
        <w:tab/>
        <w:t>1.013e0</w:t>
      </w:r>
    </w:p>
    <w:p w14:paraId="1BB856B2" w14:textId="77777777" w:rsidR="00810015" w:rsidRDefault="00810015" w:rsidP="00810015">
      <w:r>
        <w:t>335.8862</w:t>
      </w:r>
      <w:r>
        <w:tab/>
        <w:t>5.063e0</w:t>
      </w:r>
    </w:p>
    <w:p w14:paraId="09E2A869" w14:textId="77777777" w:rsidR="00810015" w:rsidRDefault="00810015" w:rsidP="00810015">
      <w:r>
        <w:t>335.8982</w:t>
      </w:r>
      <w:r>
        <w:tab/>
        <w:t>1.013e0</w:t>
      </w:r>
    </w:p>
    <w:p w14:paraId="57636B08" w14:textId="77777777" w:rsidR="00810015" w:rsidRDefault="00810015" w:rsidP="00810015">
      <w:r>
        <w:t>335.9124</w:t>
      </w:r>
      <w:r>
        <w:tab/>
        <w:t>1.013e0</w:t>
      </w:r>
    </w:p>
    <w:p w14:paraId="1C0DF62A" w14:textId="77777777" w:rsidR="00810015" w:rsidRDefault="00810015" w:rsidP="00810015">
      <w:r>
        <w:t>335.9339</w:t>
      </w:r>
      <w:r>
        <w:tab/>
        <w:t>1.317e0</w:t>
      </w:r>
    </w:p>
    <w:p w14:paraId="5EA95E15" w14:textId="77777777" w:rsidR="00810015" w:rsidRDefault="00810015" w:rsidP="00810015">
      <w:r>
        <w:t>335.9526</w:t>
      </w:r>
      <w:r>
        <w:tab/>
        <w:t>1.013e0</w:t>
      </w:r>
    </w:p>
    <w:p w14:paraId="228B27A5" w14:textId="77777777" w:rsidR="00810015" w:rsidRDefault="00810015" w:rsidP="00810015">
      <w:r>
        <w:t>335.9656</w:t>
      </w:r>
      <w:r>
        <w:tab/>
        <w:t>2.025e0</w:t>
      </w:r>
    </w:p>
    <w:p w14:paraId="4F7C9A84" w14:textId="77777777" w:rsidR="00810015" w:rsidRDefault="00810015" w:rsidP="00810015">
      <w:r>
        <w:t>335.9816</w:t>
      </w:r>
      <w:r>
        <w:tab/>
        <w:t>1.013e0</w:t>
      </w:r>
    </w:p>
    <w:p w14:paraId="7A408EEB" w14:textId="77777777" w:rsidR="00810015" w:rsidRDefault="00810015" w:rsidP="00810015">
      <w:r>
        <w:t>335.9871</w:t>
      </w:r>
      <w:r>
        <w:tab/>
        <w:t>1.013e0</w:t>
      </w:r>
    </w:p>
    <w:p w14:paraId="19B7CCD4" w14:textId="77777777" w:rsidR="00810015" w:rsidRDefault="00810015" w:rsidP="00810015">
      <w:r>
        <w:t>336.0201</w:t>
      </w:r>
      <w:r>
        <w:tab/>
        <w:t>3.918e0</w:t>
      </w:r>
    </w:p>
    <w:p w14:paraId="3B399371" w14:textId="77777777" w:rsidR="00810015" w:rsidRDefault="00810015" w:rsidP="00810015">
      <w:r>
        <w:t>336.0447</w:t>
      </w:r>
      <w:r>
        <w:tab/>
        <w:t>5.529e0</w:t>
      </w:r>
    </w:p>
    <w:p w14:paraId="2ADA3942" w14:textId="77777777" w:rsidR="00810015" w:rsidRDefault="00810015" w:rsidP="00810015">
      <w:r>
        <w:t>336.0497</w:t>
      </w:r>
      <w:r>
        <w:tab/>
        <w:t>2.675e0</w:t>
      </w:r>
    </w:p>
    <w:p w14:paraId="10D35F56" w14:textId="77777777" w:rsidR="00810015" w:rsidRDefault="00810015" w:rsidP="00810015">
      <w:r>
        <w:t>336.0842</w:t>
      </w:r>
      <w:r>
        <w:tab/>
        <w:t>1.013e0</w:t>
      </w:r>
    </w:p>
    <w:p w14:paraId="17FD2F3A" w14:textId="77777777" w:rsidR="00810015" w:rsidRDefault="00810015" w:rsidP="00810015">
      <w:r>
        <w:t>336.1125</w:t>
      </w:r>
      <w:r>
        <w:tab/>
        <w:t>1.013e0</w:t>
      </w:r>
    </w:p>
    <w:p w14:paraId="67097466" w14:textId="77777777" w:rsidR="00810015" w:rsidRDefault="00810015" w:rsidP="00810015">
      <w:r>
        <w:t>336.1399</w:t>
      </w:r>
      <w:r>
        <w:tab/>
        <w:t>1.658e0</w:t>
      </w:r>
    </w:p>
    <w:p w14:paraId="70C34CF6" w14:textId="77777777" w:rsidR="00810015" w:rsidRDefault="00810015" w:rsidP="00810015">
      <w:r>
        <w:t>336.1485</w:t>
      </w:r>
      <w:r>
        <w:tab/>
        <w:t>2.025e0</w:t>
      </w:r>
    </w:p>
    <w:p w14:paraId="0F6C6664" w14:textId="77777777" w:rsidR="00810015" w:rsidRDefault="00810015" w:rsidP="00810015">
      <w:r>
        <w:t>336.1586</w:t>
      </w:r>
      <w:r>
        <w:tab/>
        <w:t>2.025e0</w:t>
      </w:r>
    </w:p>
    <w:p w14:paraId="4CA0C8E5" w14:textId="77777777" w:rsidR="00810015" w:rsidRDefault="00810015" w:rsidP="00810015">
      <w:r>
        <w:t>336.1670</w:t>
      </w:r>
      <w:r>
        <w:tab/>
        <w:t>1.574e0</w:t>
      </w:r>
    </w:p>
    <w:p w14:paraId="4F47C65E" w14:textId="77777777" w:rsidR="00810015" w:rsidRDefault="00810015" w:rsidP="00810015">
      <w:r>
        <w:t>336.1691</w:t>
      </w:r>
      <w:r>
        <w:tab/>
        <w:t>1.943e0</w:t>
      </w:r>
    </w:p>
    <w:p w14:paraId="0F91E170" w14:textId="77777777" w:rsidR="00810015" w:rsidRDefault="00810015" w:rsidP="00810015">
      <w:r>
        <w:t>336.1940</w:t>
      </w:r>
      <w:r>
        <w:tab/>
        <w:t>1.013e0</w:t>
      </w:r>
    </w:p>
    <w:p w14:paraId="6A823EA1" w14:textId="77777777" w:rsidR="00810015" w:rsidRDefault="00810015" w:rsidP="00810015">
      <w:r>
        <w:t>336.1953</w:t>
      </w:r>
      <w:r>
        <w:tab/>
        <w:t>4.027e0</w:t>
      </w:r>
    </w:p>
    <w:p w14:paraId="21A9A87E" w14:textId="77777777" w:rsidR="00810015" w:rsidRDefault="00810015" w:rsidP="00810015">
      <w:r>
        <w:t>336.2172</w:t>
      </w:r>
      <w:r>
        <w:tab/>
        <w:t>7.089e0</w:t>
      </w:r>
    </w:p>
    <w:p w14:paraId="04B1A2DF" w14:textId="77777777" w:rsidR="00810015" w:rsidRDefault="00810015" w:rsidP="00810015">
      <w:r>
        <w:t>336.2203</w:t>
      </w:r>
      <w:r>
        <w:tab/>
        <w:t>3.931e0</w:t>
      </w:r>
    </w:p>
    <w:p w14:paraId="2DC20839" w14:textId="77777777" w:rsidR="00810015" w:rsidRDefault="00810015" w:rsidP="00810015">
      <w:r>
        <w:t>336.2443</w:t>
      </w:r>
      <w:r>
        <w:tab/>
        <w:t>1.013e0</w:t>
      </w:r>
    </w:p>
    <w:p w14:paraId="07C249ED" w14:textId="77777777" w:rsidR="00810015" w:rsidRDefault="00810015" w:rsidP="00810015">
      <w:r>
        <w:t>336.2838</w:t>
      </w:r>
      <w:r>
        <w:tab/>
        <w:t>1.013e0</w:t>
      </w:r>
    </w:p>
    <w:p w14:paraId="439ACD0F" w14:textId="77777777" w:rsidR="00810015" w:rsidRDefault="00810015" w:rsidP="00810015">
      <w:r>
        <w:t>336.2921</w:t>
      </w:r>
      <w:r>
        <w:tab/>
        <w:t>1.013e0</w:t>
      </w:r>
    </w:p>
    <w:p w14:paraId="24B988A0" w14:textId="77777777" w:rsidR="00810015" w:rsidRDefault="00810015" w:rsidP="00810015">
      <w:r>
        <w:t>336.3006</w:t>
      </w:r>
      <w:r>
        <w:tab/>
        <w:t>5.063e0</w:t>
      </w:r>
    </w:p>
    <w:p w14:paraId="7CBB233C" w14:textId="77777777" w:rsidR="00810015" w:rsidRDefault="00810015" w:rsidP="00810015">
      <w:r>
        <w:t>336.3194</w:t>
      </w:r>
      <w:r>
        <w:tab/>
        <w:t>6.076e0</w:t>
      </w:r>
    </w:p>
    <w:p w14:paraId="3243AF15" w14:textId="77777777" w:rsidR="00810015" w:rsidRDefault="00810015" w:rsidP="00810015">
      <w:r>
        <w:t>336.3321</w:t>
      </w:r>
      <w:r>
        <w:tab/>
        <w:t>1.013e0</w:t>
      </w:r>
    </w:p>
    <w:p w14:paraId="69A07CE3" w14:textId="77777777" w:rsidR="00810015" w:rsidRDefault="00810015" w:rsidP="00810015">
      <w:r>
        <w:t>336.3450</w:t>
      </w:r>
      <w:r>
        <w:tab/>
        <w:t>1.013e0</w:t>
      </w:r>
    </w:p>
    <w:p w14:paraId="4CE3FC83" w14:textId="77777777" w:rsidR="00810015" w:rsidRDefault="00810015" w:rsidP="00810015">
      <w:r>
        <w:t>336.3805</w:t>
      </w:r>
      <w:r>
        <w:tab/>
        <w:t>1.013e0</w:t>
      </w:r>
    </w:p>
    <w:p w14:paraId="615B0494" w14:textId="77777777" w:rsidR="00810015" w:rsidRDefault="00810015" w:rsidP="00810015">
      <w:r>
        <w:t>336.3831</w:t>
      </w:r>
      <w:r>
        <w:tab/>
        <w:t>2.025e0</w:t>
      </w:r>
    </w:p>
    <w:p w14:paraId="7BCB9D8B" w14:textId="77777777" w:rsidR="00810015" w:rsidRDefault="00810015" w:rsidP="00810015">
      <w:r>
        <w:t>336.4135</w:t>
      </w:r>
      <w:r>
        <w:tab/>
        <w:t>3.038e0</w:t>
      </w:r>
    </w:p>
    <w:p w14:paraId="4D67E065" w14:textId="77777777" w:rsidR="00810015" w:rsidRDefault="00810015" w:rsidP="00810015">
      <w:r>
        <w:t>336.4603</w:t>
      </w:r>
      <w:r>
        <w:tab/>
        <w:t>1.013e0</w:t>
      </w:r>
    </w:p>
    <w:p w14:paraId="2518691F" w14:textId="77777777" w:rsidR="00810015" w:rsidRDefault="00810015" w:rsidP="00810015">
      <w:r>
        <w:t>336.4921</w:t>
      </w:r>
      <w:r>
        <w:tab/>
        <w:t>2.025e0</w:t>
      </w:r>
    </w:p>
    <w:p w14:paraId="3485895A" w14:textId="77777777" w:rsidR="00810015" w:rsidRDefault="00810015" w:rsidP="00810015">
      <w:r>
        <w:t>336.5166</w:t>
      </w:r>
      <w:r>
        <w:tab/>
        <w:t>1.013e0</w:t>
      </w:r>
    </w:p>
    <w:p w14:paraId="01F3194A" w14:textId="77777777" w:rsidR="00810015" w:rsidRDefault="00810015" w:rsidP="00810015">
      <w:r>
        <w:t>336.5329</w:t>
      </w:r>
      <w:r>
        <w:tab/>
        <w:t>2.025e0</w:t>
      </w:r>
    </w:p>
    <w:p w14:paraId="661DEC52" w14:textId="77777777" w:rsidR="00810015" w:rsidRDefault="00810015" w:rsidP="00810015">
      <w:r>
        <w:t>336.5617</w:t>
      </w:r>
      <w:r>
        <w:tab/>
        <w:t>2.025e0</w:t>
      </w:r>
    </w:p>
    <w:p w14:paraId="24FFE7BA" w14:textId="77777777" w:rsidR="00810015" w:rsidRDefault="00810015" w:rsidP="00810015">
      <w:r>
        <w:t>336.6043</w:t>
      </w:r>
      <w:r>
        <w:tab/>
        <w:t>1.013e0</w:t>
      </w:r>
    </w:p>
    <w:p w14:paraId="08697E33" w14:textId="77777777" w:rsidR="00810015" w:rsidRDefault="00810015" w:rsidP="00810015">
      <w:r>
        <w:t>336.6055</w:t>
      </w:r>
      <w:r>
        <w:tab/>
        <w:t>1.013e0</w:t>
      </w:r>
    </w:p>
    <w:p w14:paraId="521B23C6" w14:textId="77777777" w:rsidR="00810015" w:rsidRDefault="00810015" w:rsidP="00810015">
      <w:r>
        <w:t>336.6104</w:t>
      </w:r>
      <w:r>
        <w:tab/>
        <w:t>1.013e0</w:t>
      </w:r>
    </w:p>
    <w:p w14:paraId="76383413" w14:textId="77777777" w:rsidR="00810015" w:rsidRDefault="00810015" w:rsidP="00810015">
      <w:r>
        <w:t>336.6527</w:t>
      </w:r>
      <w:r>
        <w:tab/>
        <w:t>1.013e0</w:t>
      </w:r>
    </w:p>
    <w:p w14:paraId="6532B23D" w14:textId="77777777" w:rsidR="00810015" w:rsidRDefault="00810015" w:rsidP="00810015">
      <w:r>
        <w:t>336.6576</w:t>
      </w:r>
      <w:r>
        <w:tab/>
        <w:t>2.025e0</w:t>
      </w:r>
    </w:p>
    <w:p w14:paraId="64ECB961" w14:textId="77777777" w:rsidR="00810015" w:rsidRDefault="00810015" w:rsidP="00810015">
      <w:r>
        <w:t>336.6611</w:t>
      </w:r>
      <w:r>
        <w:tab/>
        <w:t>3.038e0</w:t>
      </w:r>
    </w:p>
    <w:p w14:paraId="6890BBAB" w14:textId="77777777" w:rsidR="00810015" w:rsidRDefault="00810015" w:rsidP="00810015">
      <w:r>
        <w:t>336.7023</w:t>
      </w:r>
      <w:r>
        <w:tab/>
        <w:t>1.013e0</w:t>
      </w:r>
    </w:p>
    <w:p w14:paraId="137C6B83" w14:textId="77777777" w:rsidR="00810015" w:rsidRDefault="00810015" w:rsidP="00810015">
      <w:r>
        <w:t>336.7253</w:t>
      </w:r>
      <w:r>
        <w:tab/>
        <w:t>1.013e0</w:t>
      </w:r>
    </w:p>
    <w:p w14:paraId="273532A5" w14:textId="77777777" w:rsidR="00810015" w:rsidRDefault="00810015" w:rsidP="00810015">
      <w:r>
        <w:t>336.7412</w:t>
      </w:r>
      <w:r>
        <w:tab/>
        <w:t>1.013e0</w:t>
      </w:r>
    </w:p>
    <w:p w14:paraId="3EE4A44E" w14:textId="77777777" w:rsidR="00810015" w:rsidRDefault="00810015" w:rsidP="00810015">
      <w:r>
        <w:t>336.7616</w:t>
      </w:r>
      <w:r>
        <w:tab/>
        <w:t>1.013e0</w:t>
      </w:r>
    </w:p>
    <w:p w14:paraId="64801F4C" w14:textId="77777777" w:rsidR="00810015" w:rsidRDefault="00810015" w:rsidP="00810015">
      <w:r>
        <w:t>336.7798</w:t>
      </w:r>
      <w:r>
        <w:tab/>
        <w:t>1.013e0</w:t>
      </w:r>
    </w:p>
    <w:p w14:paraId="223D9415" w14:textId="77777777" w:rsidR="00810015" w:rsidRDefault="00810015" w:rsidP="00810015">
      <w:r>
        <w:t>336.7837</w:t>
      </w:r>
      <w:r>
        <w:tab/>
        <w:t>2.025e0</w:t>
      </w:r>
    </w:p>
    <w:p w14:paraId="2F66AB91" w14:textId="77777777" w:rsidR="00810015" w:rsidRDefault="00810015" w:rsidP="00810015">
      <w:r>
        <w:t>336.7943</w:t>
      </w:r>
      <w:r>
        <w:tab/>
        <w:t>1.013e0</w:t>
      </w:r>
    </w:p>
    <w:p w14:paraId="10D0AD86" w14:textId="77777777" w:rsidR="00810015" w:rsidRDefault="00810015" w:rsidP="00810015">
      <w:r>
        <w:t>336.8188</w:t>
      </w:r>
      <w:r>
        <w:tab/>
        <w:t>1.013e0</w:t>
      </w:r>
    </w:p>
    <w:p w14:paraId="309DAAF9" w14:textId="77777777" w:rsidR="00810015" w:rsidRDefault="00810015" w:rsidP="00810015">
      <w:r>
        <w:t>336.8639</w:t>
      </w:r>
      <w:r>
        <w:tab/>
        <w:t>1.013e0</w:t>
      </w:r>
    </w:p>
    <w:p w14:paraId="2BB4DC43" w14:textId="77777777" w:rsidR="00810015" w:rsidRDefault="00810015" w:rsidP="00810015">
      <w:r>
        <w:t>336.8885</w:t>
      </w:r>
      <w:r>
        <w:tab/>
        <w:t>1.013e0</w:t>
      </w:r>
    </w:p>
    <w:p w14:paraId="5472CCF5" w14:textId="77777777" w:rsidR="00810015" w:rsidRDefault="00810015" w:rsidP="00810015">
      <w:r>
        <w:t>336.9128</w:t>
      </w:r>
      <w:r>
        <w:tab/>
        <w:t>5.063e0</w:t>
      </w:r>
    </w:p>
    <w:p w14:paraId="532DABF1" w14:textId="77777777" w:rsidR="00810015" w:rsidRDefault="00810015" w:rsidP="00810015">
      <w:r>
        <w:t>336.9153</w:t>
      </w:r>
      <w:r>
        <w:tab/>
        <w:t>2.025e0</w:t>
      </w:r>
    </w:p>
    <w:p w14:paraId="1A2A2DB2" w14:textId="77777777" w:rsidR="00810015" w:rsidRDefault="00810015" w:rsidP="00810015">
      <w:r>
        <w:t>336.9495</w:t>
      </w:r>
      <w:r>
        <w:tab/>
        <w:t>2.025e0</w:t>
      </w:r>
    </w:p>
    <w:p w14:paraId="5F27C3C7" w14:textId="77777777" w:rsidR="00810015" w:rsidRDefault="00810015" w:rsidP="00810015">
      <w:r>
        <w:t>336.9964</w:t>
      </w:r>
      <w:r>
        <w:tab/>
        <w:t>2.025e0</w:t>
      </w:r>
    </w:p>
    <w:p w14:paraId="138E9964" w14:textId="77777777" w:rsidR="00810015" w:rsidRDefault="00810015" w:rsidP="00810015">
      <w:r>
        <w:t>336.9983</w:t>
      </w:r>
      <w:r>
        <w:tab/>
        <w:t>1.013e0</w:t>
      </w:r>
    </w:p>
    <w:p w14:paraId="609F3A9D" w14:textId="77777777" w:rsidR="00810015" w:rsidRDefault="00810015" w:rsidP="00810015">
      <w:r>
        <w:t>337.0000</w:t>
      </w:r>
      <w:r>
        <w:tab/>
        <w:t>2.656e0</w:t>
      </w:r>
    </w:p>
    <w:p w14:paraId="57987618" w14:textId="77777777" w:rsidR="00810015" w:rsidRDefault="00810015" w:rsidP="00810015">
      <w:r>
        <w:t>337.0395</w:t>
      </w:r>
      <w:r>
        <w:tab/>
        <w:t>2.025e0</w:t>
      </w:r>
    </w:p>
    <w:p w14:paraId="0EF7677D" w14:textId="77777777" w:rsidR="00810015" w:rsidRDefault="00810015" w:rsidP="00810015">
      <w:r>
        <w:t>337.0407</w:t>
      </w:r>
      <w:r>
        <w:tab/>
        <w:t>1.013e0</w:t>
      </w:r>
    </w:p>
    <w:p w14:paraId="4449E80C" w14:textId="77777777" w:rsidR="00810015" w:rsidRDefault="00810015" w:rsidP="00810015">
      <w:r>
        <w:t>337.0879</w:t>
      </w:r>
      <w:r>
        <w:tab/>
        <w:t>3.951e0</w:t>
      </w:r>
    </w:p>
    <w:p w14:paraId="6257F2B1" w14:textId="77777777" w:rsidR="00810015" w:rsidRDefault="00810015" w:rsidP="00810015">
      <w:r>
        <w:t>337.1211</w:t>
      </w:r>
      <w:r>
        <w:tab/>
        <w:t>1.013e0</w:t>
      </w:r>
    </w:p>
    <w:p w14:paraId="63066470" w14:textId="77777777" w:rsidR="00810015" w:rsidRDefault="00810015" w:rsidP="00810015">
      <w:r>
        <w:t>337.1313</w:t>
      </w:r>
      <w:r>
        <w:tab/>
        <w:t>1.017e0</w:t>
      </w:r>
    </w:p>
    <w:p w14:paraId="07480B5C" w14:textId="77777777" w:rsidR="00810015" w:rsidRDefault="00810015" w:rsidP="00810015">
      <w:r>
        <w:t>337.1673</w:t>
      </w:r>
      <w:r>
        <w:tab/>
        <w:t>1.888e0</w:t>
      </w:r>
    </w:p>
    <w:p w14:paraId="71E886C2" w14:textId="77777777" w:rsidR="00810015" w:rsidRDefault="00810015" w:rsidP="00810015">
      <w:r>
        <w:t>337.1800</w:t>
      </w:r>
      <w:r>
        <w:tab/>
        <w:t>4.191e0</w:t>
      </w:r>
    </w:p>
    <w:p w14:paraId="0086C57A" w14:textId="77777777" w:rsidR="00810015" w:rsidRDefault="00810015" w:rsidP="00810015">
      <w:r>
        <w:t>337.1860</w:t>
      </w:r>
      <w:r>
        <w:tab/>
        <w:t>2.025e0</w:t>
      </w:r>
    </w:p>
    <w:p w14:paraId="4D529CAE" w14:textId="77777777" w:rsidR="00810015" w:rsidRDefault="00810015" w:rsidP="00810015">
      <w:r>
        <w:t>337.1953</w:t>
      </w:r>
      <w:r>
        <w:tab/>
        <w:t>6.534e0</w:t>
      </w:r>
    </w:p>
    <w:p w14:paraId="7551A45D" w14:textId="77777777" w:rsidR="00810015" w:rsidRDefault="00810015" w:rsidP="00810015">
      <w:r>
        <w:t>337.1985</w:t>
      </w:r>
      <w:r>
        <w:tab/>
        <w:t>1.013e0</w:t>
      </w:r>
    </w:p>
    <w:p w14:paraId="581B7154" w14:textId="77777777" w:rsidR="00810015" w:rsidRDefault="00810015" w:rsidP="00810015">
      <w:r>
        <w:t>337.2085</w:t>
      </w:r>
      <w:r>
        <w:tab/>
        <w:t>6.915e0</w:t>
      </w:r>
    </w:p>
    <w:p w14:paraId="2FD792EF" w14:textId="77777777" w:rsidR="00810015" w:rsidRDefault="00810015" w:rsidP="00810015">
      <w:r>
        <w:t>337.2280</w:t>
      </w:r>
      <w:r>
        <w:tab/>
        <w:t>1.013e0</w:t>
      </w:r>
    </w:p>
    <w:p w14:paraId="7C2CB87B" w14:textId="77777777" w:rsidR="00810015" w:rsidRDefault="00810015" w:rsidP="00810015">
      <w:r>
        <w:t>337.2363</w:t>
      </w:r>
      <w:r>
        <w:tab/>
        <w:t>2.025e0</w:t>
      </w:r>
    </w:p>
    <w:p w14:paraId="5AAE48D5" w14:textId="77777777" w:rsidR="00810015" w:rsidRDefault="00810015" w:rsidP="00810015">
      <w:r>
        <w:t>337.2476</w:t>
      </w:r>
      <w:r>
        <w:tab/>
        <w:t>1.013e0</w:t>
      </w:r>
    </w:p>
    <w:p w14:paraId="6B2D00D9" w14:textId="77777777" w:rsidR="00810015" w:rsidRDefault="00810015" w:rsidP="00810015">
      <w:r>
        <w:t>337.2734</w:t>
      </w:r>
      <w:r>
        <w:tab/>
        <w:t>1.013e0</w:t>
      </w:r>
    </w:p>
    <w:p w14:paraId="38866D22" w14:textId="77777777" w:rsidR="00810015" w:rsidRDefault="00810015" w:rsidP="00810015">
      <w:r>
        <w:t>337.2765</w:t>
      </w:r>
      <w:r>
        <w:tab/>
        <w:t>1.013e0</w:t>
      </w:r>
    </w:p>
    <w:p w14:paraId="18158533" w14:textId="77777777" w:rsidR="00810015" w:rsidRDefault="00810015" w:rsidP="00810015">
      <w:r>
        <w:t>337.3068</w:t>
      </w:r>
      <w:r>
        <w:tab/>
        <w:t>1.013e0</w:t>
      </w:r>
    </w:p>
    <w:p w14:paraId="0CA3B2D2" w14:textId="77777777" w:rsidR="00810015" w:rsidRDefault="00810015" w:rsidP="00810015">
      <w:r>
        <w:t>337.3129</w:t>
      </w:r>
      <w:r>
        <w:tab/>
        <w:t>2.025e0</w:t>
      </w:r>
    </w:p>
    <w:p w14:paraId="7F0FEC17" w14:textId="77777777" w:rsidR="00810015" w:rsidRDefault="00810015" w:rsidP="00810015">
      <w:r>
        <w:t>337.3192</w:t>
      </w:r>
      <w:r>
        <w:tab/>
        <w:t>2.025e0</w:t>
      </w:r>
    </w:p>
    <w:p w14:paraId="20E12B57" w14:textId="77777777" w:rsidR="00810015" w:rsidRDefault="00810015" w:rsidP="00810015">
      <w:r>
        <w:t>337.3741</w:t>
      </w:r>
      <w:r>
        <w:tab/>
        <w:t>2.025e0</w:t>
      </w:r>
    </w:p>
    <w:p w14:paraId="79485B2E" w14:textId="77777777" w:rsidR="00810015" w:rsidRDefault="00810015" w:rsidP="00810015">
      <w:r>
        <w:t>337.4099</w:t>
      </w:r>
      <w:r>
        <w:tab/>
        <w:t>1.013e0</w:t>
      </w:r>
    </w:p>
    <w:p w14:paraId="67DEE4DA" w14:textId="77777777" w:rsidR="00810015" w:rsidRDefault="00810015" w:rsidP="00810015">
      <w:r>
        <w:t>337.4193</w:t>
      </w:r>
      <w:r>
        <w:tab/>
        <w:t>1.013e0</w:t>
      </w:r>
    </w:p>
    <w:p w14:paraId="6CFE63D2" w14:textId="77777777" w:rsidR="00810015" w:rsidRDefault="00810015" w:rsidP="00810015">
      <w:r>
        <w:t>337.4341</w:t>
      </w:r>
      <w:r>
        <w:tab/>
        <w:t>1.013e0</w:t>
      </w:r>
    </w:p>
    <w:p w14:paraId="76486D51" w14:textId="77777777" w:rsidR="00810015" w:rsidRDefault="00810015" w:rsidP="00810015">
      <w:r>
        <w:t>337.5009</w:t>
      </w:r>
      <w:r>
        <w:tab/>
        <w:t>1.013e0</w:t>
      </w:r>
    </w:p>
    <w:p w14:paraId="5396AA58" w14:textId="77777777" w:rsidR="00810015" w:rsidRDefault="00810015" w:rsidP="00810015">
      <w:r>
        <w:t>337.5096</w:t>
      </w:r>
      <w:r>
        <w:tab/>
        <w:t>2.025e0</w:t>
      </w:r>
    </w:p>
    <w:p w14:paraId="5611DDCA" w14:textId="77777777" w:rsidR="00810015" w:rsidRDefault="00810015" w:rsidP="00810015">
      <w:r>
        <w:t>337.5596</w:t>
      </w:r>
      <w:r>
        <w:tab/>
        <w:t>3.038e0</w:t>
      </w:r>
    </w:p>
    <w:p w14:paraId="067676D6" w14:textId="77777777" w:rsidR="00810015" w:rsidRDefault="00810015" w:rsidP="00810015">
      <w:r>
        <w:t>337.5704</w:t>
      </w:r>
      <w:r>
        <w:tab/>
        <w:t>1.013e0</w:t>
      </w:r>
    </w:p>
    <w:p w14:paraId="09B9AB2A" w14:textId="77777777" w:rsidR="00810015" w:rsidRDefault="00810015" w:rsidP="00810015">
      <w:r>
        <w:t>337.5870</w:t>
      </w:r>
      <w:r>
        <w:tab/>
        <w:t>1.013e0</w:t>
      </w:r>
    </w:p>
    <w:p w14:paraId="32E81F4F" w14:textId="77777777" w:rsidR="00810015" w:rsidRDefault="00810015" w:rsidP="00810015">
      <w:r>
        <w:t>337.6122</w:t>
      </w:r>
      <w:r>
        <w:tab/>
        <w:t>2.025e0</w:t>
      </w:r>
    </w:p>
    <w:p w14:paraId="0E05E442" w14:textId="77777777" w:rsidR="00810015" w:rsidRDefault="00810015" w:rsidP="00810015">
      <w:r>
        <w:t>337.6282</w:t>
      </w:r>
      <w:r>
        <w:tab/>
        <w:t>1.013e0</w:t>
      </w:r>
    </w:p>
    <w:p w14:paraId="13126131" w14:textId="77777777" w:rsidR="00810015" w:rsidRDefault="00810015" w:rsidP="00810015">
      <w:r>
        <w:t>337.6402</w:t>
      </w:r>
      <w:r>
        <w:tab/>
        <w:t>1.013e0</w:t>
      </w:r>
    </w:p>
    <w:p w14:paraId="43274488" w14:textId="77777777" w:rsidR="00810015" w:rsidRDefault="00810015" w:rsidP="00810015">
      <w:r>
        <w:t>337.6525</w:t>
      </w:r>
      <w:r>
        <w:tab/>
        <w:t>1.013e0</w:t>
      </w:r>
    </w:p>
    <w:p w14:paraId="547CE3EE" w14:textId="77777777" w:rsidR="00810015" w:rsidRDefault="00810015" w:rsidP="00810015">
      <w:r>
        <w:t>337.6617</w:t>
      </w:r>
      <w:r>
        <w:tab/>
        <w:t>2.025e0</w:t>
      </w:r>
    </w:p>
    <w:p w14:paraId="56410916" w14:textId="77777777" w:rsidR="00810015" w:rsidRDefault="00810015" w:rsidP="00810015">
      <w:r>
        <w:t>337.6658</w:t>
      </w:r>
      <w:r>
        <w:tab/>
        <w:t>1.013e0</w:t>
      </w:r>
    </w:p>
    <w:p w14:paraId="180672DA" w14:textId="77777777" w:rsidR="00810015" w:rsidRDefault="00810015" w:rsidP="00810015">
      <w:r>
        <w:t>337.6846</w:t>
      </w:r>
      <w:r>
        <w:tab/>
        <w:t>2.025e0</w:t>
      </w:r>
    </w:p>
    <w:p w14:paraId="4A70D136" w14:textId="77777777" w:rsidR="00810015" w:rsidRDefault="00810015" w:rsidP="00810015">
      <w:r>
        <w:t>337.7132</w:t>
      </w:r>
      <w:r>
        <w:tab/>
        <w:t>1.013e0</w:t>
      </w:r>
    </w:p>
    <w:p w14:paraId="6516F169" w14:textId="77777777" w:rsidR="00810015" w:rsidRDefault="00810015" w:rsidP="00810015">
      <w:r>
        <w:t>337.7462</w:t>
      </w:r>
      <w:r>
        <w:tab/>
        <w:t>1.013e0</w:t>
      </w:r>
    </w:p>
    <w:p w14:paraId="3C383F75" w14:textId="77777777" w:rsidR="00810015" w:rsidRDefault="00810015" w:rsidP="00810015">
      <w:r>
        <w:t>337.8004</w:t>
      </w:r>
      <w:r>
        <w:tab/>
        <w:t>1.013e0</w:t>
      </w:r>
    </w:p>
    <w:p w14:paraId="54E73E13" w14:textId="77777777" w:rsidR="00810015" w:rsidRDefault="00810015" w:rsidP="00810015">
      <w:r>
        <w:t>337.8526</w:t>
      </w:r>
      <w:r>
        <w:tab/>
        <w:t>2.025e0</w:t>
      </w:r>
    </w:p>
    <w:p w14:paraId="46453F2F" w14:textId="77777777" w:rsidR="00810015" w:rsidRDefault="00810015" w:rsidP="00810015">
      <w:r>
        <w:t>337.8831</w:t>
      </w:r>
      <w:r>
        <w:tab/>
        <w:t>1.829e0</w:t>
      </w:r>
    </w:p>
    <w:p w14:paraId="6995D792" w14:textId="77777777" w:rsidR="00810015" w:rsidRDefault="00810015" w:rsidP="00810015">
      <w:r>
        <w:t>337.8925</w:t>
      </w:r>
      <w:r>
        <w:tab/>
        <w:t>4.051e0</w:t>
      </w:r>
    </w:p>
    <w:p w14:paraId="347BF2A7" w14:textId="77777777" w:rsidR="00810015" w:rsidRDefault="00810015" w:rsidP="00810015">
      <w:r>
        <w:t>337.9135</w:t>
      </w:r>
      <w:r>
        <w:tab/>
        <w:t>2.025e0</w:t>
      </w:r>
    </w:p>
    <w:p w14:paraId="1218B8C1" w14:textId="77777777" w:rsidR="00810015" w:rsidRDefault="00810015" w:rsidP="00810015">
      <w:r>
        <w:t>337.9205</w:t>
      </w:r>
      <w:r>
        <w:tab/>
        <w:t>2.025e0</w:t>
      </w:r>
    </w:p>
    <w:p w14:paraId="59746D8C" w14:textId="77777777" w:rsidR="00810015" w:rsidRDefault="00810015" w:rsidP="00810015">
      <w:r>
        <w:t>337.9364</w:t>
      </w:r>
      <w:r>
        <w:tab/>
        <w:t>2.025e0</w:t>
      </w:r>
    </w:p>
    <w:p w14:paraId="629B7EDB" w14:textId="77777777" w:rsidR="00810015" w:rsidRDefault="00810015" w:rsidP="00810015">
      <w:r>
        <w:t>337.9690</w:t>
      </w:r>
      <w:r>
        <w:tab/>
        <w:t>2.025e0</w:t>
      </w:r>
    </w:p>
    <w:p w14:paraId="025E8016" w14:textId="77777777" w:rsidR="00810015" w:rsidRDefault="00810015" w:rsidP="00810015">
      <w:r>
        <w:t>337.9803</w:t>
      </w:r>
      <w:r>
        <w:tab/>
        <w:t>1.013e0</w:t>
      </w:r>
    </w:p>
    <w:p w14:paraId="7E648E60" w14:textId="77777777" w:rsidR="00810015" w:rsidRDefault="00810015" w:rsidP="00810015">
      <w:r>
        <w:t>337.9815</w:t>
      </w:r>
      <w:r>
        <w:tab/>
        <w:t>1.013e0</w:t>
      </w:r>
    </w:p>
    <w:p w14:paraId="72B6F688" w14:textId="77777777" w:rsidR="00810015" w:rsidRDefault="00810015" w:rsidP="00810015">
      <w:r>
        <w:t>338.0102</w:t>
      </w:r>
      <w:r>
        <w:tab/>
        <w:t>1.905e0</w:t>
      </w:r>
    </w:p>
    <w:p w14:paraId="701CA156" w14:textId="77777777" w:rsidR="00810015" w:rsidRDefault="00810015" w:rsidP="00810015">
      <w:r>
        <w:t>338.0122</w:t>
      </w:r>
      <w:r>
        <w:tab/>
        <w:t>1.644e0</w:t>
      </w:r>
    </w:p>
    <w:p w14:paraId="156649AB" w14:textId="77777777" w:rsidR="00810015" w:rsidRDefault="00810015" w:rsidP="00810015">
      <w:r>
        <w:t>338.0143</w:t>
      </w:r>
      <w:r>
        <w:tab/>
        <w:t>1.904e0</w:t>
      </w:r>
    </w:p>
    <w:p w14:paraId="1024EE7B" w14:textId="77777777" w:rsidR="00810015" w:rsidRDefault="00810015" w:rsidP="00810015">
      <w:r>
        <w:t>338.0439</w:t>
      </w:r>
      <w:r>
        <w:tab/>
        <w:t>2.192e0</w:t>
      </w:r>
    </w:p>
    <w:p w14:paraId="73DD917D" w14:textId="77777777" w:rsidR="00810015" w:rsidRDefault="00810015" w:rsidP="00810015">
      <w:r>
        <w:t>338.0504</w:t>
      </w:r>
      <w:r>
        <w:tab/>
        <w:t>1.613e0</w:t>
      </w:r>
    </w:p>
    <w:p w14:paraId="16235A14" w14:textId="77777777" w:rsidR="00810015" w:rsidRDefault="00810015" w:rsidP="00810015">
      <w:r>
        <w:t>338.0534</w:t>
      </w:r>
      <w:r>
        <w:tab/>
        <w:t>1.599e0</w:t>
      </w:r>
    </w:p>
    <w:p w14:paraId="654379DF" w14:textId="77777777" w:rsidR="00810015" w:rsidRDefault="00810015" w:rsidP="00810015">
      <w:r>
        <w:t>338.1003</w:t>
      </w:r>
      <w:r>
        <w:tab/>
        <w:t>1.406e0</w:t>
      </w:r>
    </w:p>
    <w:p w14:paraId="68A73A39" w14:textId="77777777" w:rsidR="00810015" w:rsidRDefault="00810015" w:rsidP="00810015">
      <w:r>
        <w:t>338.1263</w:t>
      </w:r>
      <w:r>
        <w:tab/>
        <w:t>2.025e0</w:t>
      </w:r>
    </w:p>
    <w:p w14:paraId="72719138" w14:textId="77777777" w:rsidR="00810015" w:rsidRDefault="00810015" w:rsidP="00810015">
      <w:r>
        <w:t>338.1363</w:t>
      </w:r>
      <w:r>
        <w:tab/>
        <w:t>1.841e0</w:t>
      </w:r>
    </w:p>
    <w:p w14:paraId="09DCFC7F" w14:textId="77777777" w:rsidR="00810015" w:rsidRDefault="00810015" w:rsidP="00810015">
      <w:r>
        <w:t>338.1671</w:t>
      </w:r>
      <w:r>
        <w:tab/>
        <w:t>1.013e0</w:t>
      </w:r>
    </w:p>
    <w:p w14:paraId="7DCF3E05" w14:textId="77777777" w:rsidR="00810015" w:rsidRDefault="00810015" w:rsidP="00810015">
      <w:r>
        <w:t>338.2101</w:t>
      </w:r>
      <w:r>
        <w:tab/>
        <w:t>2.914e0</w:t>
      </w:r>
    </w:p>
    <w:p w14:paraId="128B3444" w14:textId="77777777" w:rsidR="00810015" w:rsidRDefault="00810015" w:rsidP="00810015">
      <w:r>
        <w:t>338.2119</w:t>
      </w:r>
      <w:r>
        <w:tab/>
        <w:t>2.025e0</w:t>
      </w:r>
    </w:p>
    <w:p w14:paraId="0160BE4B" w14:textId="77777777" w:rsidR="00810015" w:rsidRDefault="00810015" w:rsidP="00810015">
      <w:r>
        <w:t>338.2163</w:t>
      </w:r>
      <w:r>
        <w:tab/>
        <w:t>1.013e0</w:t>
      </w:r>
    </w:p>
    <w:p w14:paraId="7770EF73" w14:textId="77777777" w:rsidR="00810015" w:rsidRDefault="00810015" w:rsidP="00810015">
      <w:r>
        <w:t>338.2213</w:t>
      </w:r>
      <w:r>
        <w:tab/>
        <w:t>3.497e0</w:t>
      </w:r>
    </w:p>
    <w:p w14:paraId="429F156D" w14:textId="77777777" w:rsidR="00810015" w:rsidRDefault="00810015" w:rsidP="00810015">
      <w:r>
        <w:t>338.2254</w:t>
      </w:r>
      <w:r>
        <w:tab/>
        <w:t>2.025e0</w:t>
      </w:r>
    </w:p>
    <w:p w14:paraId="6C05C558" w14:textId="77777777" w:rsidR="00810015" w:rsidRDefault="00810015" w:rsidP="00810015">
      <w:r>
        <w:t>338.2377</w:t>
      </w:r>
      <w:r>
        <w:tab/>
        <w:t>4.026e0</w:t>
      </w:r>
    </w:p>
    <w:p w14:paraId="3470BD80" w14:textId="77777777" w:rsidR="00810015" w:rsidRDefault="00810015" w:rsidP="00810015">
      <w:r>
        <w:t>338.2575</w:t>
      </w:r>
      <w:r>
        <w:tab/>
        <w:t>4.051e0</w:t>
      </w:r>
    </w:p>
    <w:p w14:paraId="6422AD24" w14:textId="77777777" w:rsidR="00810015" w:rsidRDefault="00810015" w:rsidP="00810015">
      <w:r>
        <w:t>338.2882</w:t>
      </w:r>
      <w:r>
        <w:tab/>
        <w:t>2.025e0</w:t>
      </w:r>
    </w:p>
    <w:p w14:paraId="21592F86" w14:textId="77777777" w:rsidR="00810015" w:rsidRDefault="00810015" w:rsidP="00810015">
      <w:r>
        <w:t>338.2900</w:t>
      </w:r>
      <w:r>
        <w:tab/>
        <w:t>1.013e0</w:t>
      </w:r>
    </w:p>
    <w:p w14:paraId="7580DB4D" w14:textId="77777777" w:rsidR="00810015" w:rsidRDefault="00810015" w:rsidP="00810015">
      <w:r>
        <w:t>338.3351</w:t>
      </w:r>
      <w:r>
        <w:tab/>
        <w:t>5.063e0</w:t>
      </w:r>
    </w:p>
    <w:p w14:paraId="6B6A1EF1" w14:textId="77777777" w:rsidR="00810015" w:rsidRDefault="00810015" w:rsidP="00810015">
      <w:r>
        <w:t>338.3429</w:t>
      </w:r>
      <w:r>
        <w:tab/>
        <w:t>1.013e0</w:t>
      </w:r>
    </w:p>
    <w:p w14:paraId="6131FB0F" w14:textId="77777777" w:rsidR="00810015" w:rsidRDefault="00810015" w:rsidP="00810015">
      <w:r>
        <w:t>338.3643</w:t>
      </w:r>
      <w:r>
        <w:tab/>
        <w:t>1.013e0</w:t>
      </w:r>
    </w:p>
    <w:p w14:paraId="557963DC" w14:textId="77777777" w:rsidR="00810015" w:rsidRDefault="00810015" w:rsidP="00810015">
      <w:r>
        <w:t>338.3674</w:t>
      </w:r>
      <w:r>
        <w:tab/>
        <w:t>1.013e0</w:t>
      </w:r>
    </w:p>
    <w:p w14:paraId="2CF8E0F7" w14:textId="77777777" w:rsidR="00810015" w:rsidRDefault="00810015" w:rsidP="00810015">
      <w:r>
        <w:t>338.3813</w:t>
      </w:r>
      <w:r>
        <w:tab/>
        <w:t>1.013e0</w:t>
      </w:r>
    </w:p>
    <w:p w14:paraId="62DB28BD" w14:textId="77777777" w:rsidR="00810015" w:rsidRDefault="00810015" w:rsidP="00810015">
      <w:r>
        <w:t>338.4165</w:t>
      </w:r>
      <w:r>
        <w:tab/>
        <w:t>1.013e0</w:t>
      </w:r>
    </w:p>
    <w:p w14:paraId="0CB6BFAB" w14:textId="77777777" w:rsidR="00810015" w:rsidRDefault="00810015" w:rsidP="00810015">
      <w:r>
        <w:t>338.4411</w:t>
      </w:r>
      <w:r>
        <w:tab/>
        <w:t>1.013e0</w:t>
      </w:r>
    </w:p>
    <w:p w14:paraId="59E3B0E7" w14:textId="77777777" w:rsidR="00810015" w:rsidRDefault="00810015" w:rsidP="00810015">
      <w:r>
        <w:t>338.4463</w:t>
      </w:r>
      <w:r>
        <w:tab/>
        <w:t>1.013e0</w:t>
      </w:r>
    </w:p>
    <w:p w14:paraId="0F066716" w14:textId="77777777" w:rsidR="00810015" w:rsidRDefault="00810015" w:rsidP="00810015">
      <w:r>
        <w:t>338.4888</w:t>
      </w:r>
      <w:r>
        <w:tab/>
        <w:t>2.212e0</w:t>
      </w:r>
    </w:p>
    <w:p w14:paraId="03AD7051" w14:textId="77777777" w:rsidR="00810015" w:rsidRDefault="00810015" w:rsidP="00810015">
      <w:r>
        <w:t>338.5149</w:t>
      </w:r>
      <w:r>
        <w:tab/>
        <w:t>1.013e0</w:t>
      </w:r>
    </w:p>
    <w:p w14:paraId="2FBA852E" w14:textId="77777777" w:rsidR="00810015" w:rsidRDefault="00810015" w:rsidP="00810015">
      <w:r>
        <w:t>338.5160</w:t>
      </w:r>
      <w:r>
        <w:tab/>
        <w:t>2.025e0</w:t>
      </w:r>
    </w:p>
    <w:p w14:paraId="21940091" w14:textId="77777777" w:rsidR="00810015" w:rsidRDefault="00810015" w:rsidP="00810015">
      <w:r>
        <w:t>338.5294</w:t>
      </w:r>
      <w:r>
        <w:tab/>
        <w:t>6.076e0</w:t>
      </w:r>
    </w:p>
    <w:p w14:paraId="45E67FC2" w14:textId="77777777" w:rsidR="00810015" w:rsidRDefault="00810015" w:rsidP="00810015">
      <w:r>
        <w:t>338.5759</w:t>
      </w:r>
      <w:r>
        <w:tab/>
        <w:t>1.013e0</w:t>
      </w:r>
    </w:p>
    <w:p w14:paraId="36C02173" w14:textId="77777777" w:rsidR="00810015" w:rsidRDefault="00810015" w:rsidP="00810015">
      <w:r>
        <w:t>338.6002</w:t>
      </w:r>
      <w:r>
        <w:tab/>
        <w:t>1.013e0</w:t>
      </w:r>
    </w:p>
    <w:p w14:paraId="03D008CE" w14:textId="77777777" w:rsidR="00810015" w:rsidRDefault="00810015" w:rsidP="00810015">
      <w:r>
        <w:t>338.6199</w:t>
      </w:r>
      <w:r>
        <w:tab/>
        <w:t>3.038e0</w:t>
      </w:r>
    </w:p>
    <w:p w14:paraId="5EEE7A03" w14:textId="77777777" w:rsidR="00810015" w:rsidRDefault="00810015" w:rsidP="00810015">
      <w:r>
        <w:t>338.6221</w:t>
      </w:r>
      <w:r>
        <w:tab/>
        <w:t>1.013e0</w:t>
      </w:r>
    </w:p>
    <w:p w14:paraId="7DCBA140" w14:textId="77777777" w:rsidR="00810015" w:rsidRDefault="00810015" w:rsidP="00810015">
      <w:r>
        <w:t>338.6247</w:t>
      </w:r>
      <w:r>
        <w:tab/>
        <w:t>1.013e0</w:t>
      </w:r>
    </w:p>
    <w:p w14:paraId="07F5FE21" w14:textId="77777777" w:rsidR="00810015" w:rsidRDefault="00810015" w:rsidP="00810015">
      <w:r>
        <w:t>338.6598</w:t>
      </w:r>
      <w:r>
        <w:tab/>
        <w:t>2.025e0</w:t>
      </w:r>
    </w:p>
    <w:p w14:paraId="0322DE6E" w14:textId="77777777" w:rsidR="00810015" w:rsidRDefault="00810015" w:rsidP="00810015">
      <w:r>
        <w:t>338.6700</w:t>
      </w:r>
      <w:r>
        <w:tab/>
        <w:t>1.013e0</w:t>
      </w:r>
    </w:p>
    <w:p w14:paraId="6BBBDC67" w14:textId="77777777" w:rsidR="00810015" w:rsidRDefault="00810015" w:rsidP="00810015">
      <w:r>
        <w:t>338.7190</w:t>
      </w:r>
      <w:r>
        <w:tab/>
        <w:t>1.013e0</w:t>
      </w:r>
    </w:p>
    <w:p w14:paraId="21034F56" w14:textId="77777777" w:rsidR="00810015" w:rsidRDefault="00810015" w:rsidP="00810015">
      <w:r>
        <w:t>338.7411</w:t>
      </w:r>
      <w:r>
        <w:tab/>
        <w:t>2.025e0</w:t>
      </w:r>
    </w:p>
    <w:p w14:paraId="170760A6" w14:textId="77777777" w:rsidR="00810015" w:rsidRDefault="00810015" w:rsidP="00810015">
      <w:r>
        <w:t>338.7476</w:t>
      </w:r>
      <w:r>
        <w:tab/>
        <w:t>1.013e0</w:t>
      </w:r>
    </w:p>
    <w:p w14:paraId="111381F2" w14:textId="77777777" w:rsidR="00810015" w:rsidRDefault="00810015" w:rsidP="00810015">
      <w:r>
        <w:t>338.7682</w:t>
      </w:r>
      <w:r>
        <w:tab/>
        <w:t>3.038e0</w:t>
      </w:r>
    </w:p>
    <w:p w14:paraId="346CD8E3" w14:textId="77777777" w:rsidR="00810015" w:rsidRDefault="00810015" w:rsidP="00810015">
      <w:r>
        <w:t>338.8291</w:t>
      </w:r>
      <w:r>
        <w:tab/>
        <w:t>2.025e0</w:t>
      </w:r>
    </w:p>
    <w:p w14:paraId="4EC94A3D" w14:textId="77777777" w:rsidR="00810015" w:rsidRDefault="00810015" w:rsidP="00810015">
      <w:r>
        <w:t>338.8314</w:t>
      </w:r>
      <w:r>
        <w:tab/>
        <w:t>1.013e0</w:t>
      </w:r>
    </w:p>
    <w:p w14:paraId="1B31F4D5" w14:textId="77777777" w:rsidR="00810015" w:rsidRDefault="00810015" w:rsidP="00810015">
      <w:r>
        <w:t>338.8458</w:t>
      </w:r>
      <w:r>
        <w:tab/>
        <w:t>2.025e0</w:t>
      </w:r>
    </w:p>
    <w:p w14:paraId="668A4DB8" w14:textId="77777777" w:rsidR="00810015" w:rsidRDefault="00810015" w:rsidP="00810015">
      <w:r>
        <w:t>338.8716</w:t>
      </w:r>
      <w:r>
        <w:tab/>
        <w:t>1.013e0</w:t>
      </w:r>
    </w:p>
    <w:p w14:paraId="62D46A7A" w14:textId="77777777" w:rsidR="00810015" w:rsidRDefault="00810015" w:rsidP="00810015">
      <w:r>
        <w:t>338.8949</w:t>
      </w:r>
      <w:r>
        <w:tab/>
        <w:t>2.025e0</w:t>
      </w:r>
    </w:p>
    <w:p w14:paraId="0A05B3F9" w14:textId="77777777" w:rsidR="00810015" w:rsidRDefault="00810015" w:rsidP="00810015">
      <w:r>
        <w:t>338.9178</w:t>
      </w:r>
      <w:r>
        <w:tab/>
        <w:t>1.907e0</w:t>
      </w:r>
    </w:p>
    <w:p w14:paraId="17D60F48" w14:textId="77777777" w:rsidR="00810015" w:rsidRDefault="00810015" w:rsidP="00810015">
      <w:r>
        <w:t>338.9195</w:t>
      </w:r>
      <w:r>
        <w:tab/>
        <w:t>2.025e0</w:t>
      </w:r>
    </w:p>
    <w:p w14:paraId="0A14FD00" w14:textId="77777777" w:rsidR="00810015" w:rsidRDefault="00810015" w:rsidP="00810015">
      <w:r>
        <w:t>338.9214</w:t>
      </w:r>
      <w:r>
        <w:tab/>
        <w:t>2.025e0</w:t>
      </w:r>
    </w:p>
    <w:p w14:paraId="623A932F" w14:textId="77777777" w:rsidR="00810015" w:rsidRDefault="00810015" w:rsidP="00810015">
      <w:r>
        <w:t>338.9610</w:t>
      </w:r>
      <w:r>
        <w:tab/>
        <w:t>2.025e0</w:t>
      </w:r>
    </w:p>
    <w:p w14:paraId="7C2D5606" w14:textId="77777777" w:rsidR="00810015" w:rsidRDefault="00810015" w:rsidP="00810015">
      <w:r>
        <w:t>338.9685</w:t>
      </w:r>
      <w:r>
        <w:tab/>
        <w:t>1.013e0</w:t>
      </w:r>
    </w:p>
    <w:p w14:paraId="724A3038" w14:textId="77777777" w:rsidR="00810015" w:rsidRDefault="00810015" w:rsidP="00810015">
      <w:r>
        <w:t>338.9892</w:t>
      </w:r>
      <w:r>
        <w:tab/>
        <w:t>2.025e0</w:t>
      </w:r>
    </w:p>
    <w:p w14:paraId="2328C0EB" w14:textId="77777777" w:rsidR="00810015" w:rsidRDefault="00810015" w:rsidP="00810015">
      <w:r>
        <w:t>338.9980</w:t>
      </w:r>
      <w:r>
        <w:tab/>
        <w:t>2.025e0</w:t>
      </w:r>
    </w:p>
    <w:p w14:paraId="6D7DB27D" w14:textId="77777777" w:rsidR="00810015" w:rsidRDefault="00810015" w:rsidP="00810015">
      <w:r>
        <w:t>339.0087</w:t>
      </w:r>
      <w:r>
        <w:tab/>
        <w:t>5.063e0</w:t>
      </w:r>
    </w:p>
    <w:p w14:paraId="0A354B51" w14:textId="77777777" w:rsidR="00810015" w:rsidRDefault="00810015" w:rsidP="00810015">
      <w:r>
        <w:t>339.0421</w:t>
      </w:r>
      <w:r>
        <w:tab/>
        <w:t>2.025e0</w:t>
      </w:r>
    </w:p>
    <w:p w14:paraId="3997171A" w14:textId="77777777" w:rsidR="00810015" w:rsidRDefault="00810015" w:rsidP="00810015">
      <w:r>
        <w:t>339.0657</w:t>
      </w:r>
      <w:r>
        <w:tab/>
        <w:t>2.367e0</w:t>
      </w:r>
    </w:p>
    <w:p w14:paraId="745E0E85" w14:textId="77777777" w:rsidR="00810015" w:rsidRDefault="00810015" w:rsidP="00810015">
      <w:r>
        <w:t>339.1372</w:t>
      </w:r>
      <w:r>
        <w:tab/>
        <w:t>2.034e0</w:t>
      </w:r>
    </w:p>
    <w:p w14:paraId="575FE87F" w14:textId="77777777" w:rsidR="00810015" w:rsidRDefault="00810015" w:rsidP="00810015">
      <w:r>
        <w:t>339.1585</w:t>
      </w:r>
      <w:r>
        <w:tab/>
        <w:t>2.025e0</w:t>
      </w:r>
    </w:p>
    <w:p w14:paraId="1567246F" w14:textId="77777777" w:rsidR="00810015" w:rsidRDefault="00810015" w:rsidP="00810015">
      <w:r>
        <w:t>339.1645</w:t>
      </w:r>
      <w:r>
        <w:tab/>
        <w:t>1.638e0</w:t>
      </w:r>
    </w:p>
    <w:p w14:paraId="30ED7710" w14:textId="77777777" w:rsidR="00810015" w:rsidRDefault="00810015" w:rsidP="00810015">
      <w:r>
        <w:t>339.1946</w:t>
      </w:r>
      <w:r>
        <w:tab/>
        <w:t>1.876e0</w:t>
      </w:r>
    </w:p>
    <w:p w14:paraId="20FD7842" w14:textId="77777777" w:rsidR="00810015" w:rsidRDefault="00810015" w:rsidP="00810015">
      <w:r>
        <w:t>339.1993</w:t>
      </w:r>
      <w:r>
        <w:tab/>
        <w:t>1.228e0</w:t>
      </w:r>
    </w:p>
    <w:p w14:paraId="36FB2E7B" w14:textId="77777777" w:rsidR="00810015" w:rsidRDefault="00810015" w:rsidP="00810015">
      <w:r>
        <w:t>339.2006</w:t>
      </w:r>
      <w:r>
        <w:tab/>
        <w:t>2.025e0</w:t>
      </w:r>
    </w:p>
    <w:p w14:paraId="5D32E87E" w14:textId="77777777" w:rsidR="00810015" w:rsidRDefault="00810015" w:rsidP="00810015">
      <w:r>
        <w:t>339.2172</w:t>
      </w:r>
      <w:r>
        <w:tab/>
        <w:t>4.051e0</w:t>
      </w:r>
    </w:p>
    <w:p w14:paraId="050E1261" w14:textId="77777777" w:rsidR="00810015" w:rsidRDefault="00810015" w:rsidP="00810015">
      <w:r>
        <w:t>339.2466</w:t>
      </w:r>
      <w:r>
        <w:tab/>
        <w:t>2.014e0</w:t>
      </w:r>
    </w:p>
    <w:p w14:paraId="07E3B63C" w14:textId="77777777" w:rsidR="00810015" w:rsidRDefault="00810015" w:rsidP="00810015">
      <w:r>
        <w:t>339.2760</w:t>
      </w:r>
      <w:r>
        <w:tab/>
        <w:t>5.063e0</w:t>
      </w:r>
    </w:p>
    <w:p w14:paraId="45D2C89B" w14:textId="77777777" w:rsidR="00810015" w:rsidRDefault="00810015" w:rsidP="00810015">
      <w:r>
        <w:t>339.2995</w:t>
      </w:r>
      <w:r>
        <w:tab/>
        <w:t>3.038e0</w:t>
      </w:r>
    </w:p>
    <w:p w14:paraId="4266AD9D" w14:textId="77777777" w:rsidR="00810015" w:rsidRDefault="00810015" w:rsidP="00810015">
      <w:r>
        <w:t>339.3087</w:t>
      </w:r>
      <w:r>
        <w:tab/>
        <w:t>2.584e0</w:t>
      </w:r>
    </w:p>
    <w:p w14:paraId="781F2890" w14:textId="77777777" w:rsidR="00810015" w:rsidRDefault="00810015" w:rsidP="00810015">
      <w:r>
        <w:t>339.3124</w:t>
      </w:r>
      <w:r>
        <w:tab/>
        <w:t>1.013e0</w:t>
      </w:r>
    </w:p>
    <w:p w14:paraId="5E6415EB" w14:textId="77777777" w:rsidR="00810015" w:rsidRDefault="00810015" w:rsidP="00810015">
      <w:r>
        <w:t>339.3274</w:t>
      </w:r>
      <w:r>
        <w:tab/>
        <w:t>2.025e0</w:t>
      </w:r>
    </w:p>
    <w:p w14:paraId="40A9D115" w14:textId="77777777" w:rsidR="00810015" w:rsidRDefault="00810015" w:rsidP="00810015">
      <w:r>
        <w:t>339.3491</w:t>
      </w:r>
      <w:r>
        <w:tab/>
        <w:t>1.013e0</w:t>
      </w:r>
    </w:p>
    <w:p w14:paraId="4DC6DE02" w14:textId="77777777" w:rsidR="00810015" w:rsidRDefault="00810015" w:rsidP="00810015">
      <w:r>
        <w:t>339.3653</w:t>
      </w:r>
      <w:r>
        <w:tab/>
        <w:t>1.013e0</w:t>
      </w:r>
    </w:p>
    <w:p w14:paraId="613FC239" w14:textId="77777777" w:rsidR="00810015" w:rsidRDefault="00810015" w:rsidP="00810015">
      <w:r>
        <w:t>339.3665</w:t>
      </w:r>
      <w:r>
        <w:tab/>
        <w:t>1.013e0</w:t>
      </w:r>
    </w:p>
    <w:p w14:paraId="660AFA31" w14:textId="77777777" w:rsidR="00810015" w:rsidRDefault="00810015" w:rsidP="00810015">
      <w:r>
        <w:t>339.3718</w:t>
      </w:r>
      <w:r>
        <w:tab/>
        <w:t>2.025e0</w:t>
      </w:r>
    </w:p>
    <w:p w14:paraId="4E2D22CF" w14:textId="77777777" w:rsidR="00810015" w:rsidRDefault="00810015" w:rsidP="00810015">
      <w:r>
        <w:t>339.4344</w:t>
      </w:r>
      <w:r>
        <w:tab/>
        <w:t>2.025e0</w:t>
      </w:r>
    </w:p>
    <w:p w14:paraId="349D4674" w14:textId="77777777" w:rsidR="00810015" w:rsidRDefault="00810015" w:rsidP="00810015">
      <w:r>
        <w:t>339.4480</w:t>
      </w:r>
      <w:r>
        <w:tab/>
        <w:t>2.025e0</w:t>
      </w:r>
    </w:p>
    <w:p w14:paraId="10A48F29" w14:textId="77777777" w:rsidR="00810015" w:rsidRDefault="00810015" w:rsidP="00810015">
      <w:r>
        <w:t>339.4832</w:t>
      </w:r>
      <w:r>
        <w:tab/>
        <w:t>1.013e0</w:t>
      </w:r>
    </w:p>
    <w:p w14:paraId="1414C228" w14:textId="77777777" w:rsidR="00810015" w:rsidRDefault="00810015" w:rsidP="00810015">
      <w:r>
        <w:t>339.5112</w:t>
      </w:r>
      <w:r>
        <w:tab/>
        <w:t>5.063e0</w:t>
      </w:r>
    </w:p>
    <w:p w14:paraId="7B693D16" w14:textId="77777777" w:rsidR="00810015" w:rsidRDefault="00810015" w:rsidP="00810015">
      <w:r>
        <w:t>339.5266</w:t>
      </w:r>
      <w:r>
        <w:tab/>
        <w:t>3.038e0</w:t>
      </w:r>
    </w:p>
    <w:p w14:paraId="0F597CEA" w14:textId="77777777" w:rsidR="00810015" w:rsidRDefault="00810015" w:rsidP="00810015">
      <w:r>
        <w:t>339.5332</w:t>
      </w:r>
      <w:r>
        <w:tab/>
        <w:t>1.013e0</w:t>
      </w:r>
    </w:p>
    <w:p w14:paraId="7719E3AA" w14:textId="77777777" w:rsidR="00810015" w:rsidRDefault="00810015" w:rsidP="00810015">
      <w:r>
        <w:t>339.5464</w:t>
      </w:r>
      <w:r>
        <w:tab/>
        <w:t>2.025e0</w:t>
      </w:r>
    </w:p>
    <w:p w14:paraId="373FD59D" w14:textId="77777777" w:rsidR="00810015" w:rsidRDefault="00810015" w:rsidP="00810015">
      <w:r>
        <w:t>339.6884</w:t>
      </w:r>
      <w:r>
        <w:tab/>
        <w:t>2.025e0</w:t>
      </w:r>
    </w:p>
    <w:p w14:paraId="26F2AE65" w14:textId="77777777" w:rsidR="00810015" w:rsidRDefault="00810015" w:rsidP="00810015">
      <w:r>
        <w:t>339.6926</w:t>
      </w:r>
      <w:r>
        <w:tab/>
        <w:t>1.013e0</w:t>
      </w:r>
    </w:p>
    <w:p w14:paraId="471921AC" w14:textId="77777777" w:rsidR="00810015" w:rsidRDefault="00810015" w:rsidP="00810015">
      <w:r>
        <w:t>339.7272</w:t>
      </w:r>
      <w:r>
        <w:tab/>
        <w:t>1.013e0</w:t>
      </w:r>
    </w:p>
    <w:p w14:paraId="2A2D9A2E" w14:textId="77777777" w:rsidR="00810015" w:rsidRDefault="00810015" w:rsidP="00810015">
      <w:r>
        <w:t>339.7363</w:t>
      </w:r>
      <w:r>
        <w:tab/>
        <w:t>2.025e0</w:t>
      </w:r>
    </w:p>
    <w:p w14:paraId="32809042" w14:textId="77777777" w:rsidR="00810015" w:rsidRDefault="00810015" w:rsidP="00810015">
      <w:r>
        <w:t>339.7947</w:t>
      </w:r>
      <w:r>
        <w:tab/>
        <w:t>1.013e0</w:t>
      </w:r>
    </w:p>
    <w:p w14:paraId="092AFAA3" w14:textId="77777777" w:rsidR="00810015" w:rsidRDefault="00810015" w:rsidP="00810015">
      <w:r>
        <w:t>339.8065</w:t>
      </w:r>
      <w:r>
        <w:tab/>
        <w:t>1.013e0</w:t>
      </w:r>
    </w:p>
    <w:p w14:paraId="50DDFDB4" w14:textId="77777777" w:rsidR="00810015" w:rsidRDefault="00810015" w:rsidP="00810015">
      <w:r>
        <w:t>339.8657</w:t>
      </w:r>
      <w:r>
        <w:tab/>
        <w:t>3.038e0</w:t>
      </w:r>
    </w:p>
    <w:p w14:paraId="6F5ACEF6" w14:textId="77777777" w:rsidR="00810015" w:rsidRDefault="00810015" w:rsidP="00810015">
      <w:r>
        <w:t>339.8890</w:t>
      </w:r>
      <w:r>
        <w:tab/>
        <w:t>1.013e0</w:t>
      </w:r>
    </w:p>
    <w:p w14:paraId="09C294C7" w14:textId="77777777" w:rsidR="00810015" w:rsidRDefault="00810015" w:rsidP="00810015">
      <w:r>
        <w:t>339.9049</w:t>
      </w:r>
      <w:r>
        <w:tab/>
        <w:t>2.025e0</w:t>
      </w:r>
    </w:p>
    <w:p w14:paraId="08D24EDE" w14:textId="77777777" w:rsidR="00810015" w:rsidRDefault="00810015" w:rsidP="00810015">
      <w:r>
        <w:t>339.9343</w:t>
      </w:r>
      <w:r>
        <w:tab/>
        <w:t>1.013e0</w:t>
      </w:r>
    </w:p>
    <w:p w14:paraId="07285373" w14:textId="77777777" w:rsidR="00810015" w:rsidRDefault="00810015" w:rsidP="00810015">
      <w:r>
        <w:t>339.9505</w:t>
      </w:r>
      <w:r>
        <w:tab/>
        <w:t>2.025e0</w:t>
      </w:r>
    </w:p>
    <w:p w14:paraId="31160A1E" w14:textId="77777777" w:rsidR="00810015" w:rsidRDefault="00810015" w:rsidP="00810015">
      <w:r>
        <w:t>339.9516</w:t>
      </w:r>
      <w:r>
        <w:tab/>
        <w:t>2.025e0</w:t>
      </w:r>
    </w:p>
    <w:p w14:paraId="358EE23D" w14:textId="77777777" w:rsidR="00810015" w:rsidRDefault="00810015" w:rsidP="00810015">
      <w:r>
        <w:t>339.9668</w:t>
      </w:r>
      <w:r>
        <w:tab/>
        <w:t>1.013e0</w:t>
      </w:r>
    </w:p>
    <w:p w14:paraId="458A009F" w14:textId="77777777" w:rsidR="00810015" w:rsidRDefault="00810015" w:rsidP="00810015">
      <w:r>
        <w:t>339.9770</w:t>
      </w:r>
      <w:r>
        <w:tab/>
        <w:t>2.025e0</w:t>
      </w:r>
    </w:p>
    <w:p w14:paraId="5A46B205" w14:textId="77777777" w:rsidR="00810015" w:rsidRDefault="00810015" w:rsidP="00810015">
      <w:r>
        <w:t>339.9873</w:t>
      </w:r>
      <w:r>
        <w:tab/>
        <w:t>2.025e0</w:t>
      </w:r>
    </w:p>
    <w:p w14:paraId="652856FC" w14:textId="77777777" w:rsidR="00810015" w:rsidRDefault="00810015" w:rsidP="00810015">
      <w:r>
        <w:t>339.9969</w:t>
      </w:r>
      <w:r>
        <w:tab/>
        <w:t>1.013e0</w:t>
      </w:r>
    </w:p>
    <w:p w14:paraId="579DF456" w14:textId="77777777" w:rsidR="00810015" w:rsidRDefault="00810015" w:rsidP="00810015">
      <w:r>
        <w:t>340.0085</w:t>
      </w:r>
      <w:r>
        <w:tab/>
        <w:t>3.038e0</w:t>
      </w:r>
    </w:p>
    <w:p w14:paraId="61B36B92" w14:textId="77777777" w:rsidR="00810015" w:rsidRDefault="00810015" w:rsidP="00810015">
      <w:r>
        <w:t>340.0609</w:t>
      </w:r>
      <w:r>
        <w:tab/>
        <w:t>1.013e0</w:t>
      </w:r>
    </w:p>
    <w:p w14:paraId="3B32A232" w14:textId="77777777" w:rsidR="00810015" w:rsidRDefault="00810015" w:rsidP="00810015">
      <w:r>
        <w:t>340.0638</w:t>
      </w:r>
      <w:r>
        <w:tab/>
        <w:t>3.142e1</w:t>
      </w:r>
    </w:p>
    <w:p w14:paraId="2085300F" w14:textId="77777777" w:rsidR="00810015" w:rsidRDefault="00810015" w:rsidP="00810015">
      <w:r>
        <w:t>340.0684</w:t>
      </w:r>
      <w:r>
        <w:tab/>
        <w:t>1.905e1</w:t>
      </w:r>
    </w:p>
    <w:p w14:paraId="30916566" w14:textId="77777777" w:rsidR="00810015" w:rsidRDefault="00810015" w:rsidP="00810015">
      <w:r>
        <w:t>340.0703</w:t>
      </w:r>
      <w:r>
        <w:tab/>
        <w:t>2.452e1</w:t>
      </w:r>
    </w:p>
    <w:p w14:paraId="54EBCB80" w14:textId="77777777" w:rsidR="00810015" w:rsidRDefault="00810015" w:rsidP="00810015">
      <w:r>
        <w:t>340.0727</w:t>
      </w:r>
      <w:r>
        <w:tab/>
        <w:t>6.686e0</w:t>
      </w:r>
    </w:p>
    <w:p w14:paraId="74EAD858" w14:textId="77777777" w:rsidR="00810015" w:rsidRDefault="00810015" w:rsidP="00810015">
      <w:r>
        <w:t>340.1108</w:t>
      </w:r>
      <w:r>
        <w:tab/>
        <w:t>2.186e0</w:t>
      </w:r>
    </w:p>
    <w:p w14:paraId="707AA8EB" w14:textId="77777777" w:rsidR="00810015" w:rsidRDefault="00810015" w:rsidP="00810015">
      <w:r>
        <w:t>340.1576</w:t>
      </w:r>
      <w:r>
        <w:tab/>
        <w:t>1.877e0</w:t>
      </w:r>
    </w:p>
    <w:p w14:paraId="2CAF3070" w14:textId="77777777" w:rsidR="00810015" w:rsidRDefault="00810015" w:rsidP="00810015">
      <w:r>
        <w:t>340.1602</w:t>
      </w:r>
      <w:r>
        <w:tab/>
        <w:t>1.574e0</w:t>
      </w:r>
    </w:p>
    <w:p w14:paraId="57E21646" w14:textId="77777777" w:rsidR="00810015" w:rsidRDefault="00810015" w:rsidP="00810015">
      <w:r>
        <w:t>340.1640</w:t>
      </w:r>
      <w:r>
        <w:tab/>
        <w:t>2.025e0</w:t>
      </w:r>
    </w:p>
    <w:p w14:paraId="177D5040" w14:textId="77777777" w:rsidR="00810015" w:rsidRDefault="00810015" w:rsidP="00810015">
      <w:r>
        <w:t>340.1711</w:t>
      </w:r>
      <w:r>
        <w:tab/>
        <w:t>2.573e0</w:t>
      </w:r>
    </w:p>
    <w:p w14:paraId="3D7C7267" w14:textId="77777777" w:rsidR="00810015" w:rsidRDefault="00810015" w:rsidP="00810015">
      <w:r>
        <w:t>340.1878</w:t>
      </w:r>
      <w:r>
        <w:tab/>
        <w:t>2.025e0</w:t>
      </w:r>
    </w:p>
    <w:p w14:paraId="6A3DBA5F" w14:textId="77777777" w:rsidR="00810015" w:rsidRDefault="00810015" w:rsidP="00810015">
      <w:r>
        <w:t>340.2034</w:t>
      </w:r>
      <w:r>
        <w:tab/>
        <w:t>2.025e0</w:t>
      </w:r>
    </w:p>
    <w:p w14:paraId="5D23D05C" w14:textId="77777777" w:rsidR="00810015" w:rsidRDefault="00810015" w:rsidP="00810015">
      <w:r>
        <w:t>340.2283</w:t>
      </w:r>
      <w:r>
        <w:tab/>
        <w:t>4.043e0</w:t>
      </w:r>
    </w:p>
    <w:p w14:paraId="41FD514F" w14:textId="77777777" w:rsidR="00810015" w:rsidRDefault="00810015" w:rsidP="00810015">
      <w:r>
        <w:t>340.2310</w:t>
      </w:r>
      <w:r>
        <w:tab/>
        <w:t>2.010e0</w:t>
      </w:r>
    </w:p>
    <w:p w14:paraId="2E250F27" w14:textId="77777777" w:rsidR="00810015" w:rsidRDefault="00810015" w:rsidP="00810015">
      <w:r>
        <w:t>340.2369</w:t>
      </w:r>
      <w:r>
        <w:tab/>
        <w:t>1.013e0</w:t>
      </w:r>
    </w:p>
    <w:p w14:paraId="5EC321A2" w14:textId="77777777" w:rsidR="00810015" w:rsidRDefault="00810015" w:rsidP="00810015">
      <w:r>
        <w:t>340.2406</w:t>
      </w:r>
      <w:r>
        <w:tab/>
        <w:t>2.025e0</w:t>
      </w:r>
    </w:p>
    <w:p w14:paraId="7EEE3537" w14:textId="77777777" w:rsidR="00810015" w:rsidRDefault="00810015" w:rsidP="00810015">
      <w:r>
        <w:t>340.2655</w:t>
      </w:r>
      <w:r>
        <w:tab/>
        <w:t>2.020e0</w:t>
      </w:r>
    </w:p>
    <w:p w14:paraId="137C785E" w14:textId="77777777" w:rsidR="00810015" w:rsidRDefault="00810015" w:rsidP="00810015">
      <w:r>
        <w:t>340.2706</w:t>
      </w:r>
      <w:r>
        <w:tab/>
        <w:t>1.013e0</w:t>
      </w:r>
    </w:p>
    <w:p w14:paraId="29226B84" w14:textId="77777777" w:rsidR="00810015" w:rsidRDefault="00810015" w:rsidP="00810015">
      <w:r>
        <w:t>340.3071</w:t>
      </w:r>
      <w:r>
        <w:tab/>
        <w:t>2.025e0</w:t>
      </w:r>
    </w:p>
    <w:p w14:paraId="288377BA" w14:textId="77777777" w:rsidR="00810015" w:rsidRDefault="00810015" w:rsidP="00810015">
      <w:r>
        <w:t>340.3194</w:t>
      </w:r>
      <w:r>
        <w:tab/>
        <w:t>1.013e0</w:t>
      </w:r>
    </w:p>
    <w:p w14:paraId="5694ED11" w14:textId="77777777" w:rsidR="00810015" w:rsidRDefault="00810015" w:rsidP="00810015">
      <w:r>
        <w:t>340.3256</w:t>
      </w:r>
      <w:r>
        <w:tab/>
        <w:t>1.013e0</w:t>
      </w:r>
    </w:p>
    <w:p w14:paraId="2A577E7E" w14:textId="77777777" w:rsidR="00810015" w:rsidRDefault="00810015" w:rsidP="00810015">
      <w:r>
        <w:t>340.3352</w:t>
      </w:r>
      <w:r>
        <w:tab/>
        <w:t>2.025e0</w:t>
      </w:r>
    </w:p>
    <w:p w14:paraId="799C6F07" w14:textId="77777777" w:rsidR="00810015" w:rsidRDefault="00810015" w:rsidP="00810015">
      <w:r>
        <w:t>340.3383</w:t>
      </w:r>
      <w:r>
        <w:tab/>
        <w:t>2.025e0</w:t>
      </w:r>
    </w:p>
    <w:p w14:paraId="015C55C9" w14:textId="77777777" w:rsidR="00810015" w:rsidRDefault="00810015" w:rsidP="00810015">
      <w:r>
        <w:t>340.3689</w:t>
      </w:r>
      <w:r>
        <w:tab/>
        <w:t>3.038e0</w:t>
      </w:r>
    </w:p>
    <w:p w14:paraId="4E53A569" w14:textId="77777777" w:rsidR="00810015" w:rsidRDefault="00810015" w:rsidP="00810015">
      <w:r>
        <w:t>340.3745</w:t>
      </w:r>
      <w:r>
        <w:tab/>
        <w:t>1.013e0</w:t>
      </w:r>
    </w:p>
    <w:p w14:paraId="79FD791F" w14:textId="77777777" w:rsidR="00810015" w:rsidRDefault="00810015" w:rsidP="00810015">
      <w:r>
        <w:t>340.3872</w:t>
      </w:r>
      <w:r>
        <w:tab/>
        <w:t>5.063e0</w:t>
      </w:r>
    </w:p>
    <w:p w14:paraId="0C1C869D" w14:textId="77777777" w:rsidR="00810015" w:rsidRDefault="00810015" w:rsidP="00810015">
      <w:r>
        <w:t>340.3900</w:t>
      </w:r>
      <w:r>
        <w:tab/>
        <w:t>3.038e0</w:t>
      </w:r>
    </w:p>
    <w:p w14:paraId="3D64DB53" w14:textId="77777777" w:rsidR="00810015" w:rsidRDefault="00810015" w:rsidP="00810015">
      <w:r>
        <w:t>340.3986</w:t>
      </w:r>
      <w:r>
        <w:tab/>
        <w:t>4.051e0</w:t>
      </w:r>
    </w:p>
    <w:p w14:paraId="613ED205" w14:textId="77777777" w:rsidR="00810015" w:rsidRDefault="00810015" w:rsidP="00810015">
      <w:r>
        <w:t>340.4538</w:t>
      </w:r>
      <w:r>
        <w:tab/>
        <w:t>2.025e0</w:t>
      </w:r>
    </w:p>
    <w:p w14:paraId="420C05F9" w14:textId="77777777" w:rsidR="00810015" w:rsidRDefault="00810015" w:rsidP="00810015">
      <w:r>
        <w:t>340.4893</w:t>
      </w:r>
      <w:r>
        <w:tab/>
        <w:t>3.038e0</w:t>
      </w:r>
    </w:p>
    <w:p w14:paraId="624DFA78" w14:textId="77777777" w:rsidR="00810015" w:rsidRDefault="00810015" w:rsidP="00810015">
      <w:r>
        <w:t>340.5113</w:t>
      </w:r>
      <w:r>
        <w:tab/>
        <w:t>1.013e0</w:t>
      </w:r>
    </w:p>
    <w:p w14:paraId="648EC5B4" w14:textId="77777777" w:rsidR="00810015" w:rsidRDefault="00810015" w:rsidP="00810015">
      <w:r>
        <w:t>340.5125</w:t>
      </w:r>
      <w:r>
        <w:tab/>
        <w:t>2.025e0</w:t>
      </w:r>
    </w:p>
    <w:p w14:paraId="54436ABF" w14:textId="77777777" w:rsidR="00810015" w:rsidRDefault="00810015" w:rsidP="00810015">
      <w:r>
        <w:t>340.5186</w:t>
      </w:r>
      <w:r>
        <w:tab/>
        <w:t>7.089e0</w:t>
      </w:r>
    </w:p>
    <w:p w14:paraId="396311DB" w14:textId="77777777" w:rsidR="00810015" w:rsidRDefault="00810015" w:rsidP="00810015">
      <w:r>
        <w:t>340.5821</w:t>
      </w:r>
      <w:r>
        <w:tab/>
        <w:t>1.013e0</w:t>
      </w:r>
    </w:p>
    <w:p w14:paraId="28B0CAB0" w14:textId="77777777" w:rsidR="00810015" w:rsidRDefault="00810015" w:rsidP="00810015">
      <w:r>
        <w:t>340.6832</w:t>
      </w:r>
      <w:r>
        <w:tab/>
        <w:t>1.013e0</w:t>
      </w:r>
    </w:p>
    <w:p w14:paraId="215C8A65" w14:textId="77777777" w:rsidR="00810015" w:rsidRDefault="00810015" w:rsidP="00810015">
      <w:r>
        <w:t>340.6884</w:t>
      </w:r>
      <w:r>
        <w:tab/>
        <w:t>1.013e0</w:t>
      </w:r>
    </w:p>
    <w:p w14:paraId="763610F7" w14:textId="77777777" w:rsidR="00810015" w:rsidRDefault="00810015" w:rsidP="00810015">
      <w:r>
        <w:t>340.7118</w:t>
      </w:r>
      <w:r>
        <w:tab/>
        <w:t>1.013e0</w:t>
      </w:r>
    </w:p>
    <w:p w14:paraId="1335D07D" w14:textId="77777777" w:rsidR="00810015" w:rsidRDefault="00810015" w:rsidP="00810015">
      <w:r>
        <w:t>340.7413</w:t>
      </w:r>
      <w:r>
        <w:tab/>
        <w:t>1.013e0</w:t>
      </w:r>
    </w:p>
    <w:p w14:paraId="128C0F86" w14:textId="77777777" w:rsidR="00810015" w:rsidRDefault="00810015" w:rsidP="00810015">
      <w:r>
        <w:t>340.7530</w:t>
      </w:r>
      <w:r>
        <w:tab/>
        <w:t>1.013e0</w:t>
      </w:r>
    </w:p>
    <w:p w14:paraId="223C3F6E" w14:textId="77777777" w:rsidR="00810015" w:rsidRDefault="00810015" w:rsidP="00810015">
      <w:r>
        <w:t>340.7788</w:t>
      </w:r>
      <w:r>
        <w:tab/>
        <w:t>1.013e0</w:t>
      </w:r>
    </w:p>
    <w:p w14:paraId="7C5A17D4" w14:textId="77777777" w:rsidR="00810015" w:rsidRDefault="00810015" w:rsidP="00810015">
      <w:r>
        <w:t>340.8404</w:t>
      </w:r>
      <w:r>
        <w:tab/>
        <w:t>1.013e0</w:t>
      </w:r>
    </w:p>
    <w:p w14:paraId="27511B0D" w14:textId="77777777" w:rsidR="00810015" w:rsidRDefault="00810015" w:rsidP="00810015">
      <w:r>
        <w:t>340.8429</w:t>
      </w:r>
      <w:r>
        <w:tab/>
        <w:t>2.025e0</w:t>
      </w:r>
    </w:p>
    <w:p w14:paraId="6D877F16" w14:textId="77777777" w:rsidR="00810015" w:rsidRDefault="00810015" w:rsidP="00810015">
      <w:r>
        <w:t>340.8552</w:t>
      </w:r>
      <w:r>
        <w:tab/>
        <w:t>1.013e0</w:t>
      </w:r>
    </w:p>
    <w:p w14:paraId="02236622" w14:textId="77777777" w:rsidR="00810015" w:rsidRDefault="00810015" w:rsidP="00810015">
      <w:r>
        <w:t>340.8943</w:t>
      </w:r>
      <w:r>
        <w:tab/>
        <w:t>1.013e0</w:t>
      </w:r>
    </w:p>
    <w:p w14:paraId="2311D2A3" w14:textId="77777777" w:rsidR="00810015" w:rsidRDefault="00810015" w:rsidP="00810015">
      <w:r>
        <w:t>340.9043</w:t>
      </w:r>
      <w:r>
        <w:tab/>
        <w:t>2.025e0</w:t>
      </w:r>
    </w:p>
    <w:p w14:paraId="7DCA781A" w14:textId="77777777" w:rsidR="00810015" w:rsidRDefault="00810015" w:rsidP="00810015">
      <w:r>
        <w:t>340.9213</w:t>
      </w:r>
      <w:r>
        <w:tab/>
        <w:t>2.025e0</w:t>
      </w:r>
    </w:p>
    <w:p w14:paraId="5B6E79D3" w14:textId="77777777" w:rsidR="00810015" w:rsidRDefault="00810015" w:rsidP="00810015">
      <w:r>
        <w:t>340.9493</w:t>
      </w:r>
      <w:r>
        <w:tab/>
        <w:t>1.013e0</w:t>
      </w:r>
    </w:p>
    <w:p w14:paraId="38448193" w14:textId="77777777" w:rsidR="00810015" w:rsidRDefault="00810015" w:rsidP="00810015">
      <w:r>
        <w:t>340.9505</w:t>
      </w:r>
      <w:r>
        <w:tab/>
        <w:t>1.013e0</w:t>
      </w:r>
    </w:p>
    <w:p w14:paraId="372BA9C9" w14:textId="77777777" w:rsidR="00810015" w:rsidRDefault="00810015" w:rsidP="00810015">
      <w:r>
        <w:t>340.9535</w:t>
      </w:r>
      <w:r>
        <w:tab/>
        <w:t>1.013e0</w:t>
      </w:r>
    </w:p>
    <w:p w14:paraId="211D6581" w14:textId="77777777" w:rsidR="00810015" w:rsidRDefault="00810015" w:rsidP="00810015">
      <w:r>
        <w:t>340.9554</w:t>
      </w:r>
      <w:r>
        <w:tab/>
        <w:t>2.025e0</w:t>
      </w:r>
    </w:p>
    <w:p w14:paraId="7FCBC566" w14:textId="77777777" w:rsidR="00810015" w:rsidRDefault="00810015" w:rsidP="00810015">
      <w:r>
        <w:t>340.9677</w:t>
      </w:r>
      <w:r>
        <w:tab/>
        <w:t>1.013e0</w:t>
      </w:r>
    </w:p>
    <w:p w14:paraId="4760DB75" w14:textId="77777777" w:rsidR="00810015" w:rsidRDefault="00810015" w:rsidP="00810015">
      <w:r>
        <w:t>341.0080</w:t>
      </w:r>
      <w:r>
        <w:tab/>
        <w:t>1.013e0</w:t>
      </w:r>
    </w:p>
    <w:p w14:paraId="69CFE5A7" w14:textId="77777777" w:rsidR="00810015" w:rsidRDefault="00810015" w:rsidP="00810015">
      <w:r>
        <w:t>341.0105</w:t>
      </w:r>
      <w:r>
        <w:tab/>
        <w:t>1.013e0</w:t>
      </w:r>
    </w:p>
    <w:p w14:paraId="67AA22D0" w14:textId="77777777" w:rsidR="00810015" w:rsidRDefault="00810015" w:rsidP="00810015">
      <w:r>
        <w:t>341.0190</w:t>
      </w:r>
      <w:r>
        <w:tab/>
        <w:t>1.731e0</w:t>
      </w:r>
    </w:p>
    <w:p w14:paraId="05067C07" w14:textId="77777777" w:rsidR="00810015" w:rsidRDefault="00810015" w:rsidP="00810015">
      <w:r>
        <w:t>341.0646</w:t>
      </w:r>
      <w:r>
        <w:tab/>
        <w:t>6.958e0</w:t>
      </w:r>
    </w:p>
    <w:p w14:paraId="64D0D2AF" w14:textId="77777777" w:rsidR="00810015" w:rsidRDefault="00810015" w:rsidP="00810015">
      <w:r>
        <w:t>341.0673</w:t>
      </w:r>
      <w:r>
        <w:tab/>
        <w:t>6.598e0</w:t>
      </w:r>
    </w:p>
    <w:p w14:paraId="3A2F81FB" w14:textId="77777777" w:rsidR="00810015" w:rsidRDefault="00810015" w:rsidP="00810015">
      <w:r>
        <w:t>341.0715</w:t>
      </w:r>
      <w:r>
        <w:tab/>
        <w:t>9.103e0</w:t>
      </w:r>
    </w:p>
    <w:p w14:paraId="4B9A3E11" w14:textId="77777777" w:rsidR="00810015" w:rsidRDefault="00810015" w:rsidP="00810015">
      <w:r>
        <w:t>341.0841</w:t>
      </w:r>
      <w:r>
        <w:tab/>
        <w:t>2.025e0</w:t>
      </w:r>
    </w:p>
    <w:p w14:paraId="774C01BE" w14:textId="77777777" w:rsidR="00810015" w:rsidRDefault="00810015" w:rsidP="00810015">
      <w:r>
        <w:t>341.0991</w:t>
      </w:r>
      <w:r>
        <w:tab/>
        <w:t>2.386e0</w:t>
      </w:r>
    </w:p>
    <w:p w14:paraId="39EBC19F" w14:textId="77777777" w:rsidR="00810015" w:rsidRDefault="00810015" w:rsidP="00810015">
      <w:r>
        <w:t>341.1284</w:t>
      </w:r>
      <w:r>
        <w:tab/>
        <w:t>1.729e0</w:t>
      </w:r>
    </w:p>
    <w:p w14:paraId="246FC44F" w14:textId="77777777" w:rsidR="00810015" w:rsidRDefault="00810015" w:rsidP="00810015">
      <w:r>
        <w:t>341.1322</w:t>
      </w:r>
      <w:r>
        <w:tab/>
        <w:t>2.235e0</w:t>
      </w:r>
    </w:p>
    <w:p w14:paraId="6ECAD27A" w14:textId="77777777" w:rsidR="00810015" w:rsidRDefault="00810015" w:rsidP="00810015">
      <w:r>
        <w:t>341.1399</w:t>
      </w:r>
      <w:r>
        <w:tab/>
        <w:t>2.025e0</w:t>
      </w:r>
    </w:p>
    <w:p w14:paraId="75F992F8" w14:textId="77777777" w:rsidR="00810015" w:rsidRDefault="00810015" w:rsidP="00810015">
      <w:r>
        <w:t>341.1502</w:t>
      </w:r>
      <w:r>
        <w:tab/>
        <w:t>1.013e0</w:t>
      </w:r>
    </w:p>
    <w:p w14:paraId="02882FA8" w14:textId="77777777" w:rsidR="00810015" w:rsidRDefault="00810015" w:rsidP="00810015">
      <w:r>
        <w:t>341.1876</w:t>
      </w:r>
      <w:r>
        <w:tab/>
        <w:t>9.847e0</w:t>
      </w:r>
    </w:p>
    <w:p w14:paraId="3D98E160" w14:textId="77777777" w:rsidR="00810015" w:rsidRDefault="00810015" w:rsidP="00810015">
      <w:r>
        <w:t>341.1978</w:t>
      </w:r>
      <w:r>
        <w:tab/>
        <w:t>1.013e1</w:t>
      </w:r>
    </w:p>
    <w:p w14:paraId="2D0AF333" w14:textId="77777777" w:rsidR="00810015" w:rsidRDefault="00810015" w:rsidP="00810015">
      <w:r>
        <w:t>341.1994</w:t>
      </w:r>
      <w:r>
        <w:tab/>
        <w:t>2.991e0</w:t>
      </w:r>
    </w:p>
    <w:p w14:paraId="1820B569" w14:textId="77777777" w:rsidR="00810015" w:rsidRDefault="00810015" w:rsidP="00810015">
      <w:r>
        <w:t>341.2524</w:t>
      </w:r>
      <w:r>
        <w:tab/>
        <w:t>6.076e0</w:t>
      </w:r>
    </w:p>
    <w:p w14:paraId="39DC345E" w14:textId="77777777" w:rsidR="00810015" w:rsidRDefault="00810015" w:rsidP="00810015">
      <w:r>
        <w:t>341.2698</w:t>
      </w:r>
      <w:r>
        <w:tab/>
        <w:t>3.038e0</w:t>
      </w:r>
    </w:p>
    <w:p w14:paraId="4FD1CEF7" w14:textId="77777777" w:rsidR="00810015" w:rsidRDefault="00810015" w:rsidP="00810015">
      <w:r>
        <w:t>341.2736</w:t>
      </w:r>
      <w:r>
        <w:tab/>
        <w:t>1.013e1</w:t>
      </w:r>
    </w:p>
    <w:p w14:paraId="3EFDCB3F" w14:textId="77777777" w:rsidR="00810015" w:rsidRDefault="00810015" w:rsidP="00810015">
      <w:r>
        <w:t>341.2822</w:t>
      </w:r>
      <w:r>
        <w:tab/>
        <w:t>6.076e0</w:t>
      </w:r>
    </w:p>
    <w:p w14:paraId="296B10D8" w14:textId="77777777" w:rsidR="00810015" w:rsidRDefault="00810015" w:rsidP="00810015">
      <w:r>
        <w:t>341.2929</w:t>
      </w:r>
      <w:r>
        <w:tab/>
        <w:t>2.025e0</w:t>
      </w:r>
    </w:p>
    <w:p w14:paraId="0B7209F6" w14:textId="77777777" w:rsidR="00810015" w:rsidRDefault="00810015" w:rsidP="00810015">
      <w:r>
        <w:t>341.3138</w:t>
      </w:r>
      <w:r>
        <w:tab/>
        <w:t>3.038e0</w:t>
      </w:r>
    </w:p>
    <w:p w14:paraId="30F4CD87" w14:textId="77777777" w:rsidR="00810015" w:rsidRDefault="00810015" w:rsidP="00810015">
      <w:r>
        <w:t>341.3412</w:t>
      </w:r>
      <w:r>
        <w:tab/>
        <w:t>1.013e0</w:t>
      </w:r>
    </w:p>
    <w:p w14:paraId="3A7D7F7F" w14:textId="77777777" w:rsidR="00810015" w:rsidRDefault="00810015" w:rsidP="00810015">
      <w:r>
        <w:t>341.3425</w:t>
      </w:r>
      <w:r>
        <w:tab/>
        <w:t>1.013e0</w:t>
      </w:r>
    </w:p>
    <w:p w14:paraId="7B91019A" w14:textId="77777777" w:rsidR="00810015" w:rsidRDefault="00810015" w:rsidP="00810015">
      <w:r>
        <w:t>341.3486</w:t>
      </w:r>
      <w:r>
        <w:tab/>
        <w:t>4.051e0</w:t>
      </w:r>
    </w:p>
    <w:p w14:paraId="04F76251" w14:textId="77777777" w:rsidR="00810015" w:rsidRDefault="00810015" w:rsidP="00810015">
      <w:r>
        <w:t>341.3508</w:t>
      </w:r>
      <w:r>
        <w:tab/>
        <w:t>1.013e0</w:t>
      </w:r>
    </w:p>
    <w:p w14:paraId="21836A29" w14:textId="77777777" w:rsidR="00810015" w:rsidRDefault="00810015" w:rsidP="00810015">
      <w:r>
        <w:t>341.3754</w:t>
      </w:r>
      <w:r>
        <w:tab/>
        <w:t>2.025e0</w:t>
      </w:r>
    </w:p>
    <w:p w14:paraId="498C6B3B" w14:textId="77777777" w:rsidR="00810015" w:rsidRDefault="00810015" w:rsidP="00810015">
      <w:r>
        <w:t>341.4104</w:t>
      </w:r>
      <w:r>
        <w:tab/>
        <w:t>2.025e0</w:t>
      </w:r>
    </w:p>
    <w:p w14:paraId="2AFA8316" w14:textId="77777777" w:rsidR="00810015" w:rsidRDefault="00810015" w:rsidP="00810015">
      <w:r>
        <w:t>341.4491</w:t>
      </w:r>
      <w:r>
        <w:tab/>
        <w:t>1.013e0</w:t>
      </w:r>
    </w:p>
    <w:p w14:paraId="6783B5DC" w14:textId="77777777" w:rsidR="00810015" w:rsidRDefault="00810015" w:rsidP="00810015">
      <w:r>
        <w:t>341.4559</w:t>
      </w:r>
      <w:r>
        <w:tab/>
        <w:t>2.025e0</w:t>
      </w:r>
    </w:p>
    <w:p w14:paraId="42E4B514" w14:textId="77777777" w:rsidR="00810015" w:rsidRDefault="00810015" w:rsidP="00810015">
      <w:r>
        <w:t>341.4737</w:t>
      </w:r>
      <w:r>
        <w:tab/>
        <w:t>1.013e0</w:t>
      </w:r>
    </w:p>
    <w:p w14:paraId="5B039947" w14:textId="77777777" w:rsidR="00810015" w:rsidRDefault="00810015" w:rsidP="00810015">
      <w:r>
        <w:t>341.4957</w:t>
      </w:r>
      <w:r>
        <w:tab/>
        <w:t>1.013e0</w:t>
      </w:r>
    </w:p>
    <w:p w14:paraId="341C30E7" w14:textId="77777777" w:rsidR="00810015" w:rsidRDefault="00810015" w:rsidP="00810015">
      <w:r>
        <w:t>341.5229</w:t>
      </w:r>
      <w:r>
        <w:tab/>
        <w:t>1.013e0</w:t>
      </w:r>
    </w:p>
    <w:p w14:paraId="388CEE47" w14:textId="77777777" w:rsidR="00810015" w:rsidRDefault="00810015" w:rsidP="00810015">
      <w:r>
        <w:t>341.5269</w:t>
      </w:r>
      <w:r>
        <w:tab/>
        <w:t>1.013e0</w:t>
      </w:r>
    </w:p>
    <w:p w14:paraId="119DE3E6" w14:textId="77777777" w:rsidR="00810015" w:rsidRDefault="00810015" w:rsidP="00810015">
      <w:r>
        <w:t>341.5307</w:t>
      </w:r>
      <w:r>
        <w:tab/>
        <w:t>2.025e0</w:t>
      </w:r>
    </w:p>
    <w:p w14:paraId="713CBAAE" w14:textId="77777777" w:rsidR="00810015" w:rsidRDefault="00810015" w:rsidP="00810015">
      <w:r>
        <w:t>341.5558</w:t>
      </w:r>
      <w:r>
        <w:tab/>
        <w:t>2.025e0</w:t>
      </w:r>
    </w:p>
    <w:p w14:paraId="41D29408" w14:textId="77777777" w:rsidR="00810015" w:rsidRDefault="00810015" w:rsidP="00810015">
      <w:r>
        <w:t>341.5570</w:t>
      </w:r>
      <w:r>
        <w:tab/>
        <w:t>1.013e0</w:t>
      </w:r>
    </w:p>
    <w:p w14:paraId="4685C342" w14:textId="77777777" w:rsidR="00810015" w:rsidRDefault="00810015" w:rsidP="00810015">
      <w:r>
        <w:t>341.5803</w:t>
      </w:r>
      <w:r>
        <w:tab/>
        <w:t>1.013e0</w:t>
      </w:r>
    </w:p>
    <w:p w14:paraId="14A09857" w14:textId="77777777" w:rsidR="00810015" w:rsidRDefault="00810015" w:rsidP="00810015">
      <w:r>
        <w:t>341.6205</w:t>
      </w:r>
      <w:r>
        <w:tab/>
        <w:t>2.025e0</w:t>
      </w:r>
    </w:p>
    <w:p w14:paraId="70010184" w14:textId="77777777" w:rsidR="00810015" w:rsidRDefault="00810015" w:rsidP="00810015">
      <w:r>
        <w:t>341.6600</w:t>
      </w:r>
      <w:r>
        <w:tab/>
        <w:t>1.013e0</w:t>
      </w:r>
    </w:p>
    <w:p w14:paraId="71A422D4" w14:textId="77777777" w:rsidR="00810015" w:rsidRDefault="00810015" w:rsidP="00810015">
      <w:r>
        <w:t>341.6784</w:t>
      </w:r>
      <w:r>
        <w:tab/>
        <w:t>1.013e0</w:t>
      </w:r>
    </w:p>
    <w:p w14:paraId="40D92536" w14:textId="77777777" w:rsidR="00810015" w:rsidRDefault="00810015" w:rsidP="00810015">
      <w:r>
        <w:t>341.6906</w:t>
      </w:r>
      <w:r>
        <w:tab/>
        <w:t>1.013e0</w:t>
      </w:r>
    </w:p>
    <w:p w14:paraId="65756EBE" w14:textId="77777777" w:rsidR="00810015" w:rsidRDefault="00810015" w:rsidP="00810015">
      <w:r>
        <w:t>341.7196</w:t>
      </w:r>
      <w:r>
        <w:tab/>
        <w:t>1.013e0</w:t>
      </w:r>
    </w:p>
    <w:p w14:paraId="65265EF7" w14:textId="77777777" w:rsidR="00810015" w:rsidRDefault="00810015" w:rsidP="00810015">
      <w:r>
        <w:t>341.7409</w:t>
      </w:r>
      <w:r>
        <w:tab/>
        <w:t>1.013e0</w:t>
      </w:r>
    </w:p>
    <w:p w14:paraId="0C1611CF" w14:textId="77777777" w:rsidR="00810015" w:rsidRDefault="00810015" w:rsidP="00810015">
      <w:r>
        <w:t>341.7888</w:t>
      </w:r>
      <w:r>
        <w:tab/>
        <w:t>1.013e0</w:t>
      </w:r>
    </w:p>
    <w:p w14:paraId="45B5F124" w14:textId="77777777" w:rsidR="00810015" w:rsidRDefault="00810015" w:rsidP="00810015">
      <w:r>
        <w:t>341.8504</w:t>
      </w:r>
      <w:r>
        <w:tab/>
        <w:t>1.013e0</w:t>
      </w:r>
    </w:p>
    <w:p w14:paraId="6FF0BBBB" w14:textId="77777777" w:rsidR="00810015" w:rsidRDefault="00810015" w:rsidP="00810015">
      <w:r>
        <w:t>341.8624</w:t>
      </w:r>
      <w:r>
        <w:tab/>
        <w:t>2.025e0</w:t>
      </w:r>
    </w:p>
    <w:p w14:paraId="015EE3FB" w14:textId="77777777" w:rsidR="00810015" w:rsidRDefault="00810015" w:rsidP="00810015">
      <w:r>
        <w:t>341.9229</w:t>
      </w:r>
      <w:r>
        <w:tab/>
        <w:t>4.051e0</w:t>
      </w:r>
    </w:p>
    <w:p w14:paraId="305CCF27" w14:textId="77777777" w:rsidR="00810015" w:rsidRDefault="00810015" w:rsidP="00810015">
      <w:r>
        <w:t>341.9249</w:t>
      </w:r>
      <w:r>
        <w:tab/>
        <w:t>4.051e0</w:t>
      </w:r>
    </w:p>
    <w:p w14:paraId="7383E322" w14:textId="77777777" w:rsidR="00810015" w:rsidRDefault="00810015" w:rsidP="00810015">
      <w:r>
        <w:t>341.9296</w:t>
      </w:r>
      <w:r>
        <w:tab/>
        <w:t>5.063e0</w:t>
      </w:r>
    </w:p>
    <w:p w14:paraId="25AD7E23" w14:textId="77777777" w:rsidR="00810015" w:rsidRDefault="00810015" w:rsidP="00810015">
      <w:r>
        <w:t>341.9339</w:t>
      </w:r>
      <w:r>
        <w:tab/>
        <w:t>3.038e0</w:t>
      </w:r>
    </w:p>
    <w:p w14:paraId="0BCCBA71" w14:textId="77777777" w:rsidR="00810015" w:rsidRDefault="00810015" w:rsidP="00810015">
      <w:r>
        <w:t>341.9460</w:t>
      </w:r>
      <w:r>
        <w:tab/>
        <w:t>4.051e0</w:t>
      </w:r>
    </w:p>
    <w:p w14:paraId="48193D98" w14:textId="77777777" w:rsidR="00810015" w:rsidRDefault="00810015" w:rsidP="00810015">
      <w:r>
        <w:t>341.9594</w:t>
      </w:r>
      <w:r>
        <w:tab/>
        <w:t>2.025e0</w:t>
      </w:r>
    </w:p>
    <w:p w14:paraId="0B5CC112" w14:textId="77777777" w:rsidR="00810015" w:rsidRDefault="00810015" w:rsidP="00810015">
      <w:r>
        <w:t>341.9798</w:t>
      </w:r>
      <w:r>
        <w:tab/>
        <w:t>2.025e0</w:t>
      </w:r>
    </w:p>
    <w:p w14:paraId="006782A5" w14:textId="77777777" w:rsidR="00810015" w:rsidRDefault="00810015" w:rsidP="00810015">
      <w:r>
        <w:t>341.9819</w:t>
      </w:r>
      <w:r>
        <w:tab/>
        <w:t>2.025e0</w:t>
      </w:r>
    </w:p>
    <w:p w14:paraId="1E0BA2C6" w14:textId="77777777" w:rsidR="00810015" w:rsidRDefault="00810015" w:rsidP="00810015">
      <w:r>
        <w:t>341.9851</w:t>
      </w:r>
      <w:r>
        <w:tab/>
        <w:t>1.013e0</w:t>
      </w:r>
    </w:p>
    <w:p w14:paraId="3F704D90" w14:textId="77777777" w:rsidR="00810015" w:rsidRDefault="00810015" w:rsidP="00810015">
      <w:r>
        <w:t>342.0118</w:t>
      </w:r>
      <w:r>
        <w:tab/>
        <w:t>3.073e0</w:t>
      </w:r>
    </w:p>
    <w:p w14:paraId="525C680D" w14:textId="77777777" w:rsidR="00810015" w:rsidRDefault="00810015" w:rsidP="00810015">
      <w:r>
        <w:t>342.0595</w:t>
      </w:r>
      <w:r>
        <w:tab/>
        <w:t>2.025e0</w:t>
      </w:r>
    </w:p>
    <w:p w14:paraId="3E10934A" w14:textId="77777777" w:rsidR="00810015" w:rsidRDefault="00810015" w:rsidP="00810015">
      <w:r>
        <w:t>342.0627</w:t>
      </w:r>
      <w:r>
        <w:tab/>
        <w:t>8.044e0</w:t>
      </w:r>
    </w:p>
    <w:p w14:paraId="1CEF4C2F" w14:textId="77777777" w:rsidR="00810015" w:rsidRDefault="00810015" w:rsidP="00810015">
      <w:r>
        <w:t>342.0646</w:t>
      </w:r>
      <w:r>
        <w:tab/>
        <w:t>5.944e1</w:t>
      </w:r>
    </w:p>
    <w:p w14:paraId="234A79CC" w14:textId="77777777" w:rsidR="00810015" w:rsidRDefault="00810015" w:rsidP="00810015">
      <w:r>
        <w:t>342.0659</w:t>
      </w:r>
      <w:r>
        <w:tab/>
        <w:t>8.101e0</w:t>
      </w:r>
    </w:p>
    <w:p w14:paraId="7B2F4EF6" w14:textId="77777777" w:rsidR="00810015" w:rsidRDefault="00810015" w:rsidP="00810015">
      <w:r>
        <w:t>342.0948</w:t>
      </w:r>
      <w:r>
        <w:tab/>
        <w:t>7.199e0</w:t>
      </w:r>
    </w:p>
    <w:p w14:paraId="60F53AFC" w14:textId="77777777" w:rsidR="00810015" w:rsidRDefault="00810015" w:rsidP="00810015">
      <w:r>
        <w:t>342.1131</w:t>
      </w:r>
      <w:r>
        <w:tab/>
        <w:t>1.013e0</w:t>
      </w:r>
    </w:p>
    <w:p w14:paraId="3AE4CD0F" w14:textId="77777777" w:rsidR="00810015" w:rsidRDefault="00810015" w:rsidP="00810015">
      <w:r>
        <w:t>342.1256</w:t>
      </w:r>
      <w:r>
        <w:tab/>
        <w:t>5.944e0</w:t>
      </w:r>
    </w:p>
    <w:p w14:paraId="769B876C" w14:textId="77777777" w:rsidR="00810015" w:rsidRDefault="00810015" w:rsidP="00810015">
      <w:r>
        <w:t>342.1326</w:t>
      </w:r>
      <w:r>
        <w:tab/>
        <w:t>1.887e0</w:t>
      </w:r>
    </w:p>
    <w:p w14:paraId="47A7254F" w14:textId="77777777" w:rsidR="00810015" w:rsidRDefault="00810015" w:rsidP="00810015">
      <w:r>
        <w:t>342.1641</w:t>
      </w:r>
      <w:r>
        <w:tab/>
        <w:t>4.051e0</w:t>
      </w:r>
    </w:p>
    <w:p w14:paraId="724F10E7" w14:textId="77777777" w:rsidR="00810015" w:rsidRDefault="00810015" w:rsidP="00810015">
      <w:r>
        <w:t>342.1842</w:t>
      </w:r>
      <w:r>
        <w:tab/>
        <w:t>5.274e0</w:t>
      </w:r>
    </w:p>
    <w:p w14:paraId="5E485983" w14:textId="77777777" w:rsidR="00810015" w:rsidRDefault="00810015" w:rsidP="00810015">
      <w:r>
        <w:t>342.2014</w:t>
      </w:r>
      <w:r>
        <w:tab/>
        <w:t>5.063e0</w:t>
      </w:r>
    </w:p>
    <w:p w14:paraId="189EF080" w14:textId="77777777" w:rsidR="00810015" w:rsidRDefault="00810015" w:rsidP="00810015">
      <w:r>
        <w:t>342.2053</w:t>
      </w:r>
      <w:r>
        <w:tab/>
        <w:t>3.812e0</w:t>
      </w:r>
    </w:p>
    <w:p w14:paraId="247D2649" w14:textId="77777777" w:rsidR="00810015" w:rsidRDefault="00810015" w:rsidP="00810015">
      <w:r>
        <w:t>342.2173</w:t>
      </w:r>
      <w:r>
        <w:tab/>
        <w:t>2.025e0</w:t>
      </w:r>
    </w:p>
    <w:p w14:paraId="70327271" w14:textId="77777777" w:rsidR="00810015" w:rsidRDefault="00810015" w:rsidP="00810015">
      <w:r>
        <w:t>342.2373</w:t>
      </w:r>
      <w:r>
        <w:tab/>
        <w:t>2.018e0</w:t>
      </w:r>
    </w:p>
    <w:p w14:paraId="5A5D5488" w14:textId="77777777" w:rsidR="00810015" w:rsidRDefault="00810015" w:rsidP="00810015">
      <w:r>
        <w:t>342.2432</w:t>
      </w:r>
      <w:r>
        <w:tab/>
        <w:t>3.038e0</w:t>
      </w:r>
    </w:p>
    <w:p w14:paraId="4980CC6F" w14:textId="77777777" w:rsidR="00810015" w:rsidRDefault="00810015" w:rsidP="00810015">
      <w:r>
        <w:t>342.2812</w:t>
      </w:r>
      <w:r>
        <w:tab/>
        <w:t>3.038e0</w:t>
      </w:r>
    </w:p>
    <w:p w14:paraId="6D2F8ECB" w14:textId="77777777" w:rsidR="00810015" w:rsidRDefault="00810015" w:rsidP="00810015">
      <w:r>
        <w:t>342.2853</w:t>
      </w:r>
      <w:r>
        <w:tab/>
        <w:t>2.025e0</w:t>
      </w:r>
    </w:p>
    <w:p w14:paraId="54860518" w14:textId="77777777" w:rsidR="00810015" w:rsidRDefault="00810015" w:rsidP="00810015">
      <w:r>
        <w:t>342.3138</w:t>
      </w:r>
      <w:r>
        <w:tab/>
        <w:t>1.013e0</w:t>
      </w:r>
    </w:p>
    <w:p w14:paraId="347E5398" w14:textId="77777777" w:rsidR="00810015" w:rsidRDefault="00810015" w:rsidP="00810015">
      <w:r>
        <w:t>342.3222</w:t>
      </w:r>
      <w:r>
        <w:tab/>
        <w:t>2.025e0</w:t>
      </w:r>
    </w:p>
    <w:p w14:paraId="6D59BAF1" w14:textId="77777777" w:rsidR="00810015" w:rsidRDefault="00810015" w:rsidP="00810015">
      <w:r>
        <w:t>342.3345</w:t>
      </w:r>
      <w:r>
        <w:tab/>
        <w:t>1.013e0</w:t>
      </w:r>
    </w:p>
    <w:p w14:paraId="2665AFC1" w14:textId="77777777" w:rsidR="00810015" w:rsidRDefault="00810015" w:rsidP="00810015">
      <w:r>
        <w:t>342.3380</w:t>
      </w:r>
      <w:r>
        <w:tab/>
        <w:t>2.025e0</w:t>
      </w:r>
    </w:p>
    <w:p w14:paraId="261450DD" w14:textId="77777777" w:rsidR="00810015" w:rsidRDefault="00810015" w:rsidP="00810015">
      <w:r>
        <w:t>342.3649</w:t>
      </w:r>
      <w:r>
        <w:tab/>
        <w:t>2.025e0</w:t>
      </w:r>
    </w:p>
    <w:p w14:paraId="746EE847" w14:textId="77777777" w:rsidR="00810015" w:rsidRDefault="00810015" w:rsidP="00810015">
      <w:r>
        <w:t>342.3802</w:t>
      </w:r>
      <w:r>
        <w:tab/>
        <w:t>2.025e0</w:t>
      </w:r>
    </w:p>
    <w:p w14:paraId="5DD1DC42" w14:textId="77777777" w:rsidR="00810015" w:rsidRDefault="00810015" w:rsidP="00810015">
      <w:r>
        <w:t>342.3965</w:t>
      </w:r>
      <w:r>
        <w:tab/>
        <w:t>1.013e0</w:t>
      </w:r>
    </w:p>
    <w:p w14:paraId="56FBC28A" w14:textId="77777777" w:rsidR="00810015" w:rsidRDefault="00810015" w:rsidP="00810015">
      <w:r>
        <w:t>342.4223</w:t>
      </w:r>
      <w:r>
        <w:tab/>
        <w:t>1.013e0</w:t>
      </w:r>
    </w:p>
    <w:p w14:paraId="13631DEC" w14:textId="77777777" w:rsidR="00810015" w:rsidRDefault="00810015" w:rsidP="00810015">
      <w:r>
        <w:t>342.4330</w:t>
      </w:r>
      <w:r>
        <w:tab/>
        <w:t>1.013e0</w:t>
      </w:r>
    </w:p>
    <w:p w14:paraId="5C7FAEE4" w14:textId="77777777" w:rsidR="00810015" w:rsidRDefault="00810015" w:rsidP="00810015">
      <w:r>
        <w:t>342.4409</w:t>
      </w:r>
      <w:r>
        <w:tab/>
        <w:t>2.025e0</w:t>
      </w:r>
    </w:p>
    <w:p w14:paraId="29653799" w14:textId="77777777" w:rsidR="00810015" w:rsidRDefault="00810015" w:rsidP="00810015">
      <w:r>
        <w:t>342.4760</w:t>
      </w:r>
      <w:r>
        <w:tab/>
        <w:t>3.038e0</w:t>
      </w:r>
    </w:p>
    <w:p w14:paraId="2B12A919" w14:textId="77777777" w:rsidR="00810015" w:rsidRDefault="00810015" w:rsidP="00810015">
      <w:r>
        <w:t>342.5329</w:t>
      </w:r>
      <w:r>
        <w:tab/>
        <w:t>2.025e0</w:t>
      </w:r>
    </w:p>
    <w:p w14:paraId="05EDE69F" w14:textId="77777777" w:rsidR="00810015" w:rsidRDefault="00810015" w:rsidP="00810015">
      <w:r>
        <w:t>342.5560</w:t>
      </w:r>
      <w:r>
        <w:tab/>
        <w:t>1.013e0</w:t>
      </w:r>
    </w:p>
    <w:p w14:paraId="12B520A1" w14:textId="77777777" w:rsidR="00810015" w:rsidRDefault="00810015" w:rsidP="00810015">
      <w:r>
        <w:t>342.5747</w:t>
      </w:r>
      <w:r>
        <w:tab/>
        <w:t>1.013e0</w:t>
      </w:r>
    </w:p>
    <w:p w14:paraId="49B1832D" w14:textId="77777777" w:rsidR="00810015" w:rsidRDefault="00810015" w:rsidP="00810015">
      <w:r>
        <w:t>342.5944</w:t>
      </w:r>
      <w:r>
        <w:tab/>
        <w:t>1.013e0</w:t>
      </w:r>
    </w:p>
    <w:p w14:paraId="3A022226" w14:textId="77777777" w:rsidR="00810015" w:rsidRDefault="00810015" w:rsidP="00810015">
      <w:r>
        <w:t>342.5988</w:t>
      </w:r>
      <w:r>
        <w:tab/>
        <w:t>2.025e0</w:t>
      </w:r>
    </w:p>
    <w:p w14:paraId="7EE4EC9C" w14:textId="77777777" w:rsidR="00810015" w:rsidRDefault="00810015" w:rsidP="00810015">
      <w:r>
        <w:t>342.6377</w:t>
      </w:r>
      <w:r>
        <w:tab/>
        <w:t>1.013e0</w:t>
      </w:r>
    </w:p>
    <w:p w14:paraId="2F561096" w14:textId="77777777" w:rsidR="00810015" w:rsidRDefault="00810015" w:rsidP="00810015">
      <w:r>
        <w:t>342.6406</w:t>
      </w:r>
      <w:r>
        <w:tab/>
        <w:t>2.025e0</w:t>
      </w:r>
    </w:p>
    <w:p w14:paraId="13C72456" w14:textId="77777777" w:rsidR="00810015" w:rsidRDefault="00810015" w:rsidP="00810015">
      <w:r>
        <w:t>342.6663</w:t>
      </w:r>
      <w:r>
        <w:tab/>
        <w:t>2.025e0</w:t>
      </w:r>
    </w:p>
    <w:p w14:paraId="59C9A28D" w14:textId="77777777" w:rsidR="00810015" w:rsidRDefault="00810015" w:rsidP="00810015">
      <w:r>
        <w:t>342.6869</w:t>
      </w:r>
      <w:r>
        <w:tab/>
        <w:t>2.025e0</w:t>
      </w:r>
    </w:p>
    <w:p w14:paraId="276DD49D" w14:textId="77777777" w:rsidR="00810015" w:rsidRDefault="00810015" w:rsidP="00810015">
      <w:r>
        <w:t>342.7162</w:t>
      </w:r>
      <w:r>
        <w:tab/>
        <w:t>1.013e0</w:t>
      </w:r>
    </w:p>
    <w:p w14:paraId="3B825943" w14:textId="77777777" w:rsidR="00810015" w:rsidRDefault="00810015" w:rsidP="00810015">
      <w:r>
        <w:t>342.7420</w:t>
      </w:r>
      <w:r>
        <w:tab/>
        <w:t>1.013e0</w:t>
      </w:r>
    </w:p>
    <w:p w14:paraId="12A72B18" w14:textId="77777777" w:rsidR="00810015" w:rsidRDefault="00810015" w:rsidP="00810015">
      <w:r>
        <w:t>342.7898</w:t>
      </w:r>
      <w:r>
        <w:tab/>
        <w:t>2.025e0</w:t>
      </w:r>
    </w:p>
    <w:p w14:paraId="322D03B2" w14:textId="77777777" w:rsidR="00810015" w:rsidRDefault="00810015" w:rsidP="00810015">
      <w:r>
        <w:t>342.9042</w:t>
      </w:r>
      <w:r>
        <w:tab/>
        <w:t>1.013e0</w:t>
      </w:r>
    </w:p>
    <w:p w14:paraId="03F3A48D" w14:textId="77777777" w:rsidR="00810015" w:rsidRDefault="00810015" w:rsidP="00810015">
      <w:r>
        <w:t>342.9099</w:t>
      </w:r>
      <w:r>
        <w:tab/>
        <w:t>2.884e0</w:t>
      </w:r>
    </w:p>
    <w:p w14:paraId="34FC6361" w14:textId="77777777" w:rsidR="00810015" w:rsidRDefault="00810015" w:rsidP="00810015">
      <w:r>
        <w:t>342.9206</w:t>
      </w:r>
      <w:r>
        <w:tab/>
        <w:t>4.051e0</w:t>
      </w:r>
    </w:p>
    <w:p w14:paraId="517D55E1" w14:textId="77777777" w:rsidR="00810015" w:rsidRDefault="00810015" w:rsidP="00810015">
      <w:r>
        <w:t>342.9496</w:t>
      </w:r>
      <w:r>
        <w:tab/>
        <w:t>1.013e0</w:t>
      </w:r>
    </w:p>
    <w:p w14:paraId="50548A2E" w14:textId="77777777" w:rsidR="00810015" w:rsidRDefault="00810015" w:rsidP="00810015">
      <w:r>
        <w:t>342.9646</w:t>
      </w:r>
      <w:r>
        <w:tab/>
        <w:t>3.038e0</w:t>
      </w:r>
    </w:p>
    <w:p w14:paraId="5645E0B3" w14:textId="77777777" w:rsidR="00810015" w:rsidRDefault="00810015" w:rsidP="00810015">
      <w:r>
        <w:t>342.9743</w:t>
      </w:r>
      <w:r>
        <w:tab/>
        <w:t>1.013e0</w:t>
      </w:r>
    </w:p>
    <w:p w14:paraId="51CA12A3" w14:textId="77777777" w:rsidR="00810015" w:rsidRDefault="00810015" w:rsidP="00810015">
      <w:r>
        <w:t>342.9800</w:t>
      </w:r>
      <w:r>
        <w:tab/>
        <w:t>2.025e0</w:t>
      </w:r>
    </w:p>
    <w:p w14:paraId="5039C85D" w14:textId="77777777" w:rsidR="00810015" w:rsidRDefault="00810015" w:rsidP="00810015">
      <w:r>
        <w:t>342.9821</w:t>
      </w:r>
      <w:r>
        <w:tab/>
        <w:t>1.013e0</w:t>
      </w:r>
    </w:p>
    <w:p w14:paraId="53C866C2" w14:textId="77777777" w:rsidR="00810015" w:rsidRDefault="00810015" w:rsidP="00810015">
      <w:r>
        <w:t>343.0147</w:t>
      </w:r>
      <w:r>
        <w:tab/>
        <w:t>3.038e0</w:t>
      </w:r>
    </w:p>
    <w:p w14:paraId="4A1B0B8C" w14:textId="77777777" w:rsidR="00810015" w:rsidRDefault="00810015" w:rsidP="00810015">
      <w:r>
        <w:t>343.0233</w:t>
      </w:r>
      <w:r>
        <w:tab/>
        <w:t>2.025e0</w:t>
      </w:r>
    </w:p>
    <w:p w14:paraId="0A96E95B" w14:textId="77777777" w:rsidR="00810015" w:rsidRDefault="00810015" w:rsidP="00810015">
      <w:r>
        <w:t>343.0248</w:t>
      </w:r>
      <w:r>
        <w:tab/>
        <w:t>1.584e0</w:t>
      </w:r>
    </w:p>
    <w:p w14:paraId="5A830653" w14:textId="77777777" w:rsidR="00810015" w:rsidRDefault="00810015" w:rsidP="00810015">
      <w:r>
        <w:t>343.0774</w:t>
      </w:r>
      <w:r>
        <w:tab/>
        <w:t>3.945e0</w:t>
      </w:r>
    </w:p>
    <w:p w14:paraId="6F9675D1" w14:textId="77777777" w:rsidR="00810015" w:rsidRDefault="00810015" w:rsidP="00810015">
      <w:r>
        <w:t>343.0802</w:t>
      </w:r>
      <w:r>
        <w:tab/>
        <w:t>1.924e1</w:t>
      </w:r>
    </w:p>
    <w:p w14:paraId="7A32C0B1" w14:textId="77777777" w:rsidR="00810015" w:rsidRDefault="00810015" w:rsidP="00810015">
      <w:r>
        <w:t>343.0814</w:t>
      </w:r>
      <w:r>
        <w:tab/>
        <w:t>2.025e0</w:t>
      </w:r>
    </w:p>
    <w:p w14:paraId="08174A8E" w14:textId="77777777" w:rsidR="00810015" w:rsidRDefault="00810015" w:rsidP="00810015">
      <w:r>
        <w:t>343.0862</w:t>
      </w:r>
      <w:r>
        <w:tab/>
        <w:t>2.677e1</w:t>
      </w:r>
    </w:p>
    <w:p w14:paraId="0093CDA1" w14:textId="77777777" w:rsidR="00810015" w:rsidRDefault="00810015" w:rsidP="00810015">
      <w:r>
        <w:t>343.1135</w:t>
      </w:r>
      <w:r>
        <w:tab/>
        <w:t>7.836e0</w:t>
      </w:r>
    </w:p>
    <w:p w14:paraId="41445B20" w14:textId="77777777" w:rsidR="00810015" w:rsidRDefault="00810015" w:rsidP="00810015">
      <w:r>
        <w:t>343.1457</w:t>
      </w:r>
      <w:r>
        <w:tab/>
        <w:t>3.038e0</w:t>
      </w:r>
    </w:p>
    <w:p w14:paraId="7668B8F5" w14:textId="77777777" w:rsidR="00810015" w:rsidRDefault="00810015" w:rsidP="00810015">
      <w:r>
        <w:t>343.1683</w:t>
      </w:r>
      <w:r>
        <w:tab/>
        <w:t>6.166e0</w:t>
      </w:r>
    </w:p>
    <w:p w14:paraId="2A8C8E9C" w14:textId="77777777" w:rsidR="00810015" w:rsidRDefault="00810015" w:rsidP="00810015">
      <w:r>
        <w:t>343.1770</w:t>
      </w:r>
      <w:r>
        <w:tab/>
        <w:t>3.038e0</w:t>
      </w:r>
    </w:p>
    <w:p w14:paraId="6D47B708" w14:textId="77777777" w:rsidR="00810015" w:rsidRDefault="00810015" w:rsidP="00810015">
      <w:r>
        <w:t>343.1827</w:t>
      </w:r>
      <w:r>
        <w:tab/>
        <w:t>3.038e0</w:t>
      </w:r>
    </w:p>
    <w:p w14:paraId="7345AF3B" w14:textId="77777777" w:rsidR="00810015" w:rsidRDefault="00810015" w:rsidP="00810015">
      <w:r>
        <w:t>343.2040</w:t>
      </w:r>
      <w:r>
        <w:tab/>
        <w:t>2.025e0</w:t>
      </w:r>
    </w:p>
    <w:p w14:paraId="5360580E" w14:textId="77777777" w:rsidR="00810015" w:rsidRDefault="00810015" w:rsidP="00810015">
      <w:r>
        <w:t>343.2061</w:t>
      </w:r>
      <w:r>
        <w:tab/>
        <w:t>7.089e0</w:t>
      </w:r>
    </w:p>
    <w:p w14:paraId="321EE109" w14:textId="77777777" w:rsidR="00810015" w:rsidRDefault="00810015" w:rsidP="00810015">
      <w:r>
        <w:t>343.2319</w:t>
      </w:r>
      <w:r>
        <w:tab/>
        <w:t>3.088e0</w:t>
      </w:r>
    </w:p>
    <w:p w14:paraId="65ABE8D7" w14:textId="77777777" w:rsidR="00810015" w:rsidRDefault="00810015" w:rsidP="00810015">
      <w:r>
        <w:t>343.2823</w:t>
      </w:r>
      <w:r>
        <w:tab/>
        <w:t>3.038e0</w:t>
      </w:r>
    </w:p>
    <w:p w14:paraId="0F106064" w14:textId="77777777" w:rsidR="00810015" w:rsidRDefault="00810015" w:rsidP="00810015">
      <w:r>
        <w:t>343.2879</w:t>
      </w:r>
      <w:r>
        <w:tab/>
        <w:t>1.013e1</w:t>
      </w:r>
    </w:p>
    <w:p w14:paraId="024E9F78" w14:textId="77777777" w:rsidR="00810015" w:rsidRDefault="00810015" w:rsidP="00810015">
      <w:r>
        <w:t>343.2928</w:t>
      </w:r>
      <w:r>
        <w:tab/>
        <w:t>8.101e0</w:t>
      </w:r>
    </w:p>
    <w:p w14:paraId="1D48687B" w14:textId="77777777" w:rsidR="00810015" w:rsidRDefault="00810015" w:rsidP="00810015">
      <w:r>
        <w:t>343.3002</w:t>
      </w:r>
      <w:r>
        <w:tab/>
        <w:t>1.215e1</w:t>
      </w:r>
    </w:p>
    <w:p w14:paraId="7DDCFEC3" w14:textId="77777777" w:rsidR="00810015" w:rsidRDefault="00810015" w:rsidP="00810015">
      <w:r>
        <w:t>343.3020</w:t>
      </w:r>
      <w:r>
        <w:tab/>
        <w:t>4.051e0</w:t>
      </w:r>
    </w:p>
    <w:p w14:paraId="22268C02" w14:textId="77777777" w:rsidR="00810015" w:rsidRDefault="00810015" w:rsidP="00810015">
      <w:r>
        <w:t>343.3172</w:t>
      </w:r>
      <w:r>
        <w:tab/>
        <w:t>2.025e0</w:t>
      </w:r>
    </w:p>
    <w:p w14:paraId="3BD5E44C" w14:textId="77777777" w:rsidR="00810015" w:rsidRDefault="00810015" w:rsidP="00810015">
      <w:r>
        <w:t>343.3289</w:t>
      </w:r>
      <w:r>
        <w:tab/>
        <w:t>3.038e0</w:t>
      </w:r>
    </w:p>
    <w:p w14:paraId="17A3FA99" w14:textId="77777777" w:rsidR="00810015" w:rsidRDefault="00810015" w:rsidP="00810015">
      <w:r>
        <w:t>343.3808</w:t>
      </w:r>
      <w:r>
        <w:tab/>
        <w:t>2.025e0</w:t>
      </w:r>
    </w:p>
    <w:p w14:paraId="08D181E6" w14:textId="77777777" w:rsidR="00810015" w:rsidRDefault="00810015" w:rsidP="00810015">
      <w:r>
        <w:t>343.4116</w:t>
      </w:r>
      <w:r>
        <w:tab/>
        <w:t>1.013e0</w:t>
      </w:r>
    </w:p>
    <w:p w14:paraId="6870FE83" w14:textId="77777777" w:rsidR="00810015" w:rsidRDefault="00810015" w:rsidP="00810015">
      <w:r>
        <w:t>343.4362</w:t>
      </w:r>
      <w:r>
        <w:tab/>
        <w:t>1.013e0</w:t>
      </w:r>
    </w:p>
    <w:p w14:paraId="51E0DD00" w14:textId="77777777" w:rsidR="00810015" w:rsidRDefault="00810015" w:rsidP="00810015">
      <w:r>
        <w:t>343.4375</w:t>
      </w:r>
      <w:r>
        <w:tab/>
        <w:t>1.013e0</w:t>
      </w:r>
    </w:p>
    <w:p w14:paraId="3A8B3B0B" w14:textId="77777777" w:rsidR="00810015" w:rsidRDefault="00810015" w:rsidP="00810015">
      <w:r>
        <w:t>343.4664</w:t>
      </w:r>
      <w:r>
        <w:tab/>
        <w:t>1.013e0</w:t>
      </w:r>
    </w:p>
    <w:p w14:paraId="0A64DA02" w14:textId="77777777" w:rsidR="00810015" w:rsidRDefault="00810015" w:rsidP="00810015">
      <w:r>
        <w:t>343.4949</w:t>
      </w:r>
      <w:r>
        <w:tab/>
        <w:t>1.013e0</w:t>
      </w:r>
    </w:p>
    <w:p w14:paraId="5A0C3D5E" w14:textId="77777777" w:rsidR="00810015" w:rsidRDefault="00810015" w:rsidP="00810015">
      <w:r>
        <w:t>343.5052</w:t>
      </w:r>
      <w:r>
        <w:tab/>
        <w:t>1.013e0</w:t>
      </w:r>
    </w:p>
    <w:p w14:paraId="229B134C" w14:textId="77777777" w:rsidR="00810015" w:rsidRDefault="00810015" w:rsidP="00810015">
      <w:r>
        <w:t>343.5074</w:t>
      </w:r>
      <w:r>
        <w:tab/>
        <w:t>3.038e0</w:t>
      </w:r>
    </w:p>
    <w:p w14:paraId="323FFD69" w14:textId="77777777" w:rsidR="00810015" w:rsidRDefault="00810015" w:rsidP="00810015">
      <w:r>
        <w:t>343.5494</w:t>
      </w:r>
      <w:r>
        <w:tab/>
        <w:t>2.025e0</w:t>
      </w:r>
    </w:p>
    <w:p w14:paraId="5BE984D4" w14:textId="77777777" w:rsidR="00810015" w:rsidRDefault="00810015" w:rsidP="00810015">
      <w:r>
        <w:t>343.6180</w:t>
      </w:r>
      <w:r>
        <w:tab/>
        <w:t>1.013e0</w:t>
      </w:r>
    </w:p>
    <w:p w14:paraId="28999122" w14:textId="77777777" w:rsidR="00810015" w:rsidRDefault="00810015" w:rsidP="00810015">
      <w:r>
        <w:t>343.6192</w:t>
      </w:r>
      <w:r>
        <w:tab/>
        <w:t>2.025e0</w:t>
      </w:r>
    </w:p>
    <w:p w14:paraId="26619035" w14:textId="77777777" w:rsidR="00810015" w:rsidRDefault="00810015" w:rsidP="00810015">
      <w:r>
        <w:t>343.6816</w:t>
      </w:r>
      <w:r>
        <w:tab/>
        <w:t>2.025e0</w:t>
      </w:r>
    </w:p>
    <w:p w14:paraId="07E60657" w14:textId="77777777" w:rsidR="00810015" w:rsidRDefault="00810015" w:rsidP="00810015">
      <w:r>
        <w:t>343.6919</w:t>
      </w:r>
      <w:r>
        <w:tab/>
        <w:t>1.013e0</w:t>
      </w:r>
    </w:p>
    <w:p w14:paraId="1E8DFD37" w14:textId="77777777" w:rsidR="00810015" w:rsidRDefault="00810015" w:rsidP="00810015">
      <w:r>
        <w:t>343.6991</w:t>
      </w:r>
      <w:r>
        <w:tab/>
        <w:t>2.025e0</w:t>
      </w:r>
    </w:p>
    <w:p w14:paraId="4837F701" w14:textId="77777777" w:rsidR="00810015" w:rsidRDefault="00810015" w:rsidP="00810015">
      <w:r>
        <w:t>343.7259</w:t>
      </w:r>
      <w:r>
        <w:tab/>
        <w:t>1.013e0</w:t>
      </w:r>
    </w:p>
    <w:p w14:paraId="260BBAE8" w14:textId="77777777" w:rsidR="00810015" w:rsidRDefault="00810015" w:rsidP="00810015">
      <w:r>
        <w:t>343.7462</w:t>
      </w:r>
      <w:r>
        <w:tab/>
        <w:t>2.025e0</w:t>
      </w:r>
    </w:p>
    <w:p w14:paraId="2B0E0C15" w14:textId="77777777" w:rsidR="00810015" w:rsidRDefault="00810015" w:rsidP="00810015">
      <w:r>
        <w:t>343.7903</w:t>
      </w:r>
      <w:r>
        <w:tab/>
        <w:t>1.013e0</w:t>
      </w:r>
    </w:p>
    <w:p w14:paraId="54F24523" w14:textId="77777777" w:rsidR="00810015" w:rsidRDefault="00810015" w:rsidP="00810015">
      <w:r>
        <w:t>343.8149</w:t>
      </w:r>
      <w:r>
        <w:tab/>
        <w:t>2.025e0</w:t>
      </w:r>
    </w:p>
    <w:p w14:paraId="6D5342CD" w14:textId="77777777" w:rsidR="00810015" w:rsidRDefault="00810015" w:rsidP="00810015">
      <w:r>
        <w:t>343.8450</w:t>
      </w:r>
      <w:r>
        <w:tab/>
        <w:t>2.233e0</w:t>
      </w:r>
    </w:p>
    <w:p w14:paraId="2E36B2AD" w14:textId="77777777" w:rsidR="00810015" w:rsidRDefault="00810015" w:rsidP="00810015">
      <w:r>
        <w:t>343.8989</w:t>
      </w:r>
      <w:r>
        <w:tab/>
        <w:t>3.038e0</w:t>
      </w:r>
    </w:p>
    <w:p w14:paraId="03716899" w14:textId="77777777" w:rsidR="00810015" w:rsidRDefault="00810015" w:rsidP="00810015">
      <w:r>
        <w:t>343.9290</w:t>
      </w:r>
      <w:r>
        <w:tab/>
        <w:t>6.076e0</w:t>
      </w:r>
    </w:p>
    <w:p w14:paraId="30C66F94" w14:textId="77777777" w:rsidR="00810015" w:rsidRDefault="00810015" w:rsidP="00810015">
      <w:r>
        <w:t>343.9383</w:t>
      </w:r>
      <w:r>
        <w:tab/>
        <w:t>9.114e0</w:t>
      </w:r>
    </w:p>
    <w:p w14:paraId="47B34ADF" w14:textId="77777777" w:rsidR="00810015" w:rsidRDefault="00810015" w:rsidP="00810015">
      <w:r>
        <w:t>343.9406</w:t>
      </w:r>
      <w:r>
        <w:tab/>
        <w:t>2.413e1</w:t>
      </w:r>
    </w:p>
    <w:p w14:paraId="444C1924" w14:textId="77777777" w:rsidR="00810015" w:rsidRDefault="00810015" w:rsidP="00810015">
      <w:r>
        <w:t>344.0034</w:t>
      </w:r>
      <w:r>
        <w:tab/>
        <w:t>1.013e0</w:t>
      </w:r>
    </w:p>
    <w:p w14:paraId="366D4289" w14:textId="77777777" w:rsidR="00810015" w:rsidRDefault="00810015" w:rsidP="00810015">
      <w:r>
        <w:t>344.0063</w:t>
      </w:r>
      <w:r>
        <w:tab/>
        <w:t>3.038e0</w:t>
      </w:r>
    </w:p>
    <w:p w14:paraId="189E4E0D" w14:textId="77777777" w:rsidR="00810015" w:rsidRDefault="00810015" w:rsidP="00810015">
      <w:r>
        <w:t>344.0243</w:t>
      </w:r>
      <w:r>
        <w:tab/>
        <w:t>6.497e0</w:t>
      </w:r>
    </w:p>
    <w:p w14:paraId="0C24F8C1" w14:textId="77777777" w:rsidR="00810015" w:rsidRDefault="00810015" w:rsidP="00810015">
      <w:r>
        <w:t>344.0417</w:t>
      </w:r>
      <w:r>
        <w:tab/>
        <w:t>1.013e0</w:t>
      </w:r>
    </w:p>
    <w:p w14:paraId="0167C827" w14:textId="77777777" w:rsidR="00810015" w:rsidRDefault="00810015" w:rsidP="00810015">
      <w:r>
        <w:t>344.0612</w:t>
      </w:r>
      <w:r>
        <w:tab/>
        <w:t>1.013e0</w:t>
      </w:r>
    </w:p>
    <w:p w14:paraId="057630F3" w14:textId="77777777" w:rsidR="00810015" w:rsidRDefault="00810015" w:rsidP="00810015">
      <w:r>
        <w:t>344.0662</w:t>
      </w:r>
      <w:r>
        <w:tab/>
        <w:t>5.063e0</w:t>
      </w:r>
    </w:p>
    <w:p w14:paraId="22409746" w14:textId="77777777" w:rsidR="00810015" w:rsidRDefault="00810015" w:rsidP="00810015">
      <w:r>
        <w:t>344.0728</w:t>
      </w:r>
      <w:r>
        <w:tab/>
        <w:t>3.038e0</w:t>
      </w:r>
    </w:p>
    <w:p w14:paraId="22F811DC" w14:textId="77777777" w:rsidR="00810015" w:rsidRDefault="00810015" w:rsidP="00810015">
      <w:r>
        <w:t>344.0960</w:t>
      </w:r>
      <w:r>
        <w:tab/>
        <w:t>1.013e0</w:t>
      </w:r>
    </w:p>
    <w:p w14:paraId="21D1ECAB" w14:textId="77777777" w:rsidR="00810015" w:rsidRDefault="00810015" w:rsidP="00810015">
      <w:r>
        <w:t>344.1061</w:t>
      </w:r>
      <w:r>
        <w:tab/>
        <w:t>7.089e0</w:t>
      </w:r>
    </w:p>
    <w:p w14:paraId="0D711FBF" w14:textId="77777777" w:rsidR="00810015" w:rsidRDefault="00810015" w:rsidP="00810015">
      <w:r>
        <w:t>344.1134</w:t>
      </w:r>
      <w:r>
        <w:tab/>
        <w:t>2.919e0</w:t>
      </w:r>
    </w:p>
    <w:p w14:paraId="47DBA662" w14:textId="77777777" w:rsidR="00810015" w:rsidRDefault="00810015" w:rsidP="00810015">
      <w:r>
        <w:t>344.1228</w:t>
      </w:r>
      <w:r>
        <w:tab/>
        <w:t>6.613e0</w:t>
      </w:r>
    </w:p>
    <w:p w14:paraId="508AE471" w14:textId="77777777" w:rsidR="00810015" w:rsidRDefault="00810015" w:rsidP="00810015">
      <w:r>
        <w:t>344.1351</w:t>
      </w:r>
      <w:r>
        <w:tab/>
        <w:t>2.025e0</w:t>
      </w:r>
    </w:p>
    <w:p w14:paraId="7B6A9552" w14:textId="77777777" w:rsidR="00810015" w:rsidRDefault="00810015" w:rsidP="00810015">
      <w:r>
        <w:t>344.1479</w:t>
      </w:r>
      <w:r>
        <w:tab/>
        <w:t>2.025e0</w:t>
      </w:r>
    </w:p>
    <w:p w14:paraId="42EF5590" w14:textId="77777777" w:rsidR="00810015" w:rsidRDefault="00810015" w:rsidP="00810015">
      <w:r>
        <w:t>344.1690</w:t>
      </w:r>
      <w:r>
        <w:tab/>
        <w:t>1.637e0</w:t>
      </w:r>
    </w:p>
    <w:p w14:paraId="72B24901" w14:textId="77777777" w:rsidR="00810015" w:rsidRDefault="00810015" w:rsidP="00810015">
      <w:r>
        <w:t>344.1726</w:t>
      </w:r>
      <w:r>
        <w:tab/>
        <w:t>2.025e0</w:t>
      </w:r>
    </w:p>
    <w:p w14:paraId="3CA7A772" w14:textId="77777777" w:rsidR="00810015" w:rsidRDefault="00810015" w:rsidP="00810015">
      <w:r>
        <w:t>344.1782</w:t>
      </w:r>
      <w:r>
        <w:tab/>
        <w:t>4.313e0</w:t>
      </w:r>
    </w:p>
    <w:p w14:paraId="06CF9277" w14:textId="77777777" w:rsidR="00810015" w:rsidRDefault="00810015" w:rsidP="00810015">
      <w:r>
        <w:t>344.2112</w:t>
      </w:r>
      <w:r>
        <w:tab/>
        <w:t>8.101e0</w:t>
      </w:r>
    </w:p>
    <w:p w14:paraId="64328EBC" w14:textId="77777777" w:rsidR="00810015" w:rsidRDefault="00810015" w:rsidP="00810015">
      <w:r>
        <w:t>344.2176</w:t>
      </w:r>
      <w:r>
        <w:tab/>
        <w:t>1.428e1</w:t>
      </w:r>
    </w:p>
    <w:p w14:paraId="029AA249" w14:textId="77777777" w:rsidR="00810015" w:rsidRDefault="00810015" w:rsidP="00810015">
      <w:r>
        <w:t>344.2274</w:t>
      </w:r>
      <w:r>
        <w:tab/>
        <w:t>1.215e1</w:t>
      </w:r>
    </w:p>
    <w:p w14:paraId="015071C9" w14:textId="77777777" w:rsidR="00810015" w:rsidRDefault="00810015" w:rsidP="00810015">
      <w:r>
        <w:t>344.2358</w:t>
      </w:r>
      <w:r>
        <w:tab/>
        <w:t>4.051e0</w:t>
      </w:r>
    </w:p>
    <w:p w14:paraId="0629E665" w14:textId="77777777" w:rsidR="00810015" w:rsidRDefault="00810015" w:rsidP="00810015">
      <w:r>
        <w:t>344.2957</w:t>
      </w:r>
      <w:r>
        <w:tab/>
        <w:t>4.051e0</w:t>
      </w:r>
    </w:p>
    <w:p w14:paraId="107867E9" w14:textId="77777777" w:rsidR="00810015" w:rsidRDefault="00810015" w:rsidP="00810015">
      <w:r>
        <w:t>344.2980</w:t>
      </w:r>
      <w:r>
        <w:tab/>
        <w:t>4.998e0</w:t>
      </w:r>
    </w:p>
    <w:p w14:paraId="76371756" w14:textId="77777777" w:rsidR="00810015" w:rsidRDefault="00810015" w:rsidP="00810015">
      <w:r>
        <w:t>344.3053</w:t>
      </w:r>
      <w:r>
        <w:tab/>
        <w:t>2.025e0</w:t>
      </w:r>
    </w:p>
    <w:p w14:paraId="3A872B65" w14:textId="77777777" w:rsidR="00810015" w:rsidRDefault="00810015" w:rsidP="00810015">
      <w:r>
        <w:t>344.3176</w:t>
      </w:r>
      <w:r>
        <w:tab/>
        <w:t>3.038e0</w:t>
      </w:r>
    </w:p>
    <w:p w14:paraId="6E9895FC" w14:textId="77777777" w:rsidR="00810015" w:rsidRDefault="00810015" w:rsidP="00810015">
      <w:r>
        <w:t>344.3240</w:t>
      </w:r>
      <w:r>
        <w:tab/>
        <w:t>2.025e0</w:t>
      </w:r>
    </w:p>
    <w:p w14:paraId="6EBECBA5" w14:textId="77777777" w:rsidR="00810015" w:rsidRDefault="00810015" w:rsidP="00810015">
      <w:r>
        <w:t>344.3368</w:t>
      </w:r>
      <w:r>
        <w:tab/>
        <w:t>2.025e0</w:t>
      </w:r>
    </w:p>
    <w:p w14:paraId="289776BF" w14:textId="77777777" w:rsidR="00810015" w:rsidRDefault="00810015" w:rsidP="00810015">
      <w:r>
        <w:t>344.3732</w:t>
      </w:r>
      <w:r>
        <w:tab/>
        <w:t>2.242e0</w:t>
      </w:r>
    </w:p>
    <w:p w14:paraId="55B35653" w14:textId="77777777" w:rsidR="00810015" w:rsidRDefault="00810015" w:rsidP="00810015">
      <w:r>
        <w:t>344.3980</w:t>
      </w:r>
      <w:r>
        <w:tab/>
        <w:t>1.013e0</w:t>
      </w:r>
    </w:p>
    <w:p w14:paraId="5C039F4B" w14:textId="77777777" w:rsidR="00810015" w:rsidRDefault="00810015" w:rsidP="00810015">
      <w:r>
        <w:t>344.4265</w:t>
      </w:r>
      <w:r>
        <w:tab/>
        <w:t>2.025e0</w:t>
      </w:r>
    </w:p>
    <w:p w14:paraId="1202E4BA" w14:textId="77777777" w:rsidR="00810015" w:rsidRDefault="00810015" w:rsidP="00810015">
      <w:r>
        <w:t>344.4277</w:t>
      </w:r>
      <w:r>
        <w:tab/>
        <w:t>1.013e0</w:t>
      </w:r>
    </w:p>
    <w:p w14:paraId="140D7D4E" w14:textId="77777777" w:rsidR="00810015" w:rsidRDefault="00810015" w:rsidP="00810015">
      <w:r>
        <w:t>344.4418</w:t>
      </w:r>
      <w:r>
        <w:tab/>
        <w:t>1.013e0</w:t>
      </w:r>
    </w:p>
    <w:p w14:paraId="648CC29F" w14:textId="77777777" w:rsidR="00810015" w:rsidRDefault="00810015" w:rsidP="00810015">
      <w:r>
        <w:t>344.4810</w:t>
      </w:r>
      <w:r>
        <w:tab/>
        <w:t>1.013e0</w:t>
      </w:r>
    </w:p>
    <w:p w14:paraId="07132AD4" w14:textId="77777777" w:rsidR="00810015" w:rsidRDefault="00810015" w:rsidP="00810015">
      <w:r>
        <w:t>344.5211</w:t>
      </w:r>
      <w:r>
        <w:tab/>
        <w:t>1.013e0</w:t>
      </w:r>
    </w:p>
    <w:p w14:paraId="055EAB0F" w14:textId="77777777" w:rsidR="00810015" w:rsidRDefault="00810015" w:rsidP="00810015">
      <w:r>
        <w:t>344.5277</w:t>
      </w:r>
      <w:r>
        <w:tab/>
        <w:t>3.038e0</w:t>
      </w:r>
    </w:p>
    <w:p w14:paraId="1BD52017" w14:textId="77777777" w:rsidR="00810015" w:rsidRDefault="00810015" w:rsidP="00810015">
      <w:r>
        <w:t>344.5350</w:t>
      </w:r>
      <w:r>
        <w:tab/>
        <w:t>2.025e0</w:t>
      </w:r>
    </w:p>
    <w:p w14:paraId="5A3CCA53" w14:textId="77777777" w:rsidR="00810015" w:rsidRDefault="00810015" w:rsidP="00810015">
      <w:r>
        <w:t>344.5694</w:t>
      </w:r>
      <w:r>
        <w:tab/>
        <w:t>3.038e0</w:t>
      </w:r>
    </w:p>
    <w:p w14:paraId="692AC64A" w14:textId="77777777" w:rsidR="00810015" w:rsidRDefault="00810015" w:rsidP="00810015">
      <w:r>
        <w:t>344.5839</w:t>
      </w:r>
      <w:r>
        <w:tab/>
        <w:t>1.013e0</w:t>
      </w:r>
    </w:p>
    <w:p w14:paraId="2905F38E" w14:textId="77777777" w:rsidR="00810015" w:rsidRDefault="00810015" w:rsidP="00810015">
      <w:r>
        <w:t>344.5900</w:t>
      </w:r>
      <w:r>
        <w:tab/>
        <w:t>1.013e0</w:t>
      </w:r>
    </w:p>
    <w:p w14:paraId="645D4CED" w14:textId="77777777" w:rsidR="00810015" w:rsidRDefault="00810015" w:rsidP="00810015">
      <w:r>
        <w:t>344.6236</w:t>
      </w:r>
      <w:r>
        <w:tab/>
        <w:t>1.013e0</w:t>
      </w:r>
    </w:p>
    <w:p w14:paraId="6A5CFEBB" w14:textId="77777777" w:rsidR="00810015" w:rsidRDefault="00810015" w:rsidP="00810015">
      <w:r>
        <w:t>344.6378</w:t>
      </w:r>
      <w:r>
        <w:tab/>
        <w:t>2.025e0</w:t>
      </w:r>
    </w:p>
    <w:p w14:paraId="0CA53596" w14:textId="77777777" w:rsidR="00810015" w:rsidRDefault="00810015" w:rsidP="00810015">
      <w:r>
        <w:t>344.6688</w:t>
      </w:r>
      <w:r>
        <w:tab/>
        <w:t>1.013e0</w:t>
      </w:r>
    </w:p>
    <w:p w14:paraId="39057351" w14:textId="77777777" w:rsidR="00810015" w:rsidRDefault="00810015" w:rsidP="00810015">
      <w:r>
        <w:t>344.6729</w:t>
      </w:r>
      <w:r>
        <w:tab/>
        <w:t>1.013e0</w:t>
      </w:r>
    </w:p>
    <w:p w14:paraId="2125AA44" w14:textId="77777777" w:rsidR="00810015" w:rsidRDefault="00810015" w:rsidP="00810015">
      <w:r>
        <w:t>344.6827</w:t>
      </w:r>
      <w:r>
        <w:tab/>
        <w:t>1.013e0</w:t>
      </w:r>
    </w:p>
    <w:p w14:paraId="3D01C340" w14:textId="77777777" w:rsidR="00810015" w:rsidRDefault="00810015" w:rsidP="00810015">
      <w:r>
        <w:t>344.7136</w:t>
      </w:r>
      <w:r>
        <w:tab/>
        <w:t>1.013e0</w:t>
      </w:r>
    </w:p>
    <w:p w14:paraId="07AC5235" w14:textId="77777777" w:rsidR="00810015" w:rsidRDefault="00810015" w:rsidP="00810015">
      <w:r>
        <w:t>344.7383</w:t>
      </w:r>
      <w:r>
        <w:tab/>
        <w:t>2.025e0</w:t>
      </w:r>
    </w:p>
    <w:p w14:paraId="78DA7A91" w14:textId="77777777" w:rsidR="00810015" w:rsidRDefault="00810015" w:rsidP="00810015">
      <w:r>
        <w:t>344.8002</w:t>
      </w:r>
      <w:r>
        <w:tab/>
        <w:t>1.013e0</w:t>
      </w:r>
    </w:p>
    <w:p w14:paraId="709CF92B" w14:textId="77777777" w:rsidR="00810015" w:rsidRDefault="00810015" w:rsidP="00810015">
      <w:r>
        <w:t>344.8014</w:t>
      </w:r>
      <w:r>
        <w:tab/>
        <w:t>1.013e0</w:t>
      </w:r>
    </w:p>
    <w:p w14:paraId="510FE76C" w14:textId="77777777" w:rsidR="00810015" w:rsidRDefault="00810015" w:rsidP="00810015">
      <w:r>
        <w:t>344.8126</w:t>
      </w:r>
      <w:r>
        <w:tab/>
        <w:t>1.013e0</w:t>
      </w:r>
    </w:p>
    <w:p w14:paraId="6A2DFD5D" w14:textId="77777777" w:rsidR="00810015" w:rsidRDefault="00810015" w:rsidP="00810015">
      <w:r>
        <w:t>344.8558</w:t>
      </w:r>
      <w:r>
        <w:tab/>
        <w:t>1.013e0</w:t>
      </w:r>
    </w:p>
    <w:p w14:paraId="015DBE8B" w14:textId="77777777" w:rsidR="00810015" w:rsidRDefault="00810015" w:rsidP="00810015">
      <w:r>
        <w:t>344.8909</w:t>
      </w:r>
      <w:r>
        <w:tab/>
        <w:t>5.063e0</w:t>
      </w:r>
    </w:p>
    <w:p w14:paraId="0463813D" w14:textId="77777777" w:rsidR="00810015" w:rsidRDefault="00810015" w:rsidP="00810015">
      <w:r>
        <w:t>344.9126</w:t>
      </w:r>
      <w:r>
        <w:tab/>
        <w:t>3.038e0</w:t>
      </w:r>
    </w:p>
    <w:p w14:paraId="7861B11D" w14:textId="77777777" w:rsidR="00810015" w:rsidRDefault="00810015" w:rsidP="00810015">
      <w:r>
        <w:t>344.9152</w:t>
      </w:r>
      <w:r>
        <w:tab/>
        <w:t>1.418e1</w:t>
      </w:r>
    </w:p>
    <w:p w14:paraId="56D49476" w14:textId="77777777" w:rsidR="00810015" w:rsidRDefault="00810015" w:rsidP="00810015">
      <w:r>
        <w:t>344.9230</w:t>
      </w:r>
      <w:r>
        <w:tab/>
        <w:t>3.038e0</w:t>
      </w:r>
    </w:p>
    <w:p w14:paraId="34505540" w14:textId="77777777" w:rsidR="00810015" w:rsidRDefault="00810015" w:rsidP="00810015">
      <w:r>
        <w:t>344.9252</w:t>
      </w:r>
      <w:r>
        <w:tab/>
        <w:t>6.076e0</w:t>
      </w:r>
    </w:p>
    <w:p w14:paraId="08E33EB0" w14:textId="77777777" w:rsidR="00810015" w:rsidRDefault="00810015" w:rsidP="00810015">
      <w:r>
        <w:t>344.9483</w:t>
      </w:r>
      <w:r>
        <w:tab/>
        <w:t>2.025e0</w:t>
      </w:r>
    </w:p>
    <w:p w14:paraId="10E88F87" w14:textId="77777777" w:rsidR="00810015" w:rsidRDefault="00810015" w:rsidP="00810015">
      <w:r>
        <w:t>344.9795</w:t>
      </w:r>
      <w:r>
        <w:tab/>
        <w:t>1.013e0</w:t>
      </w:r>
    </w:p>
    <w:p w14:paraId="44D6DA40" w14:textId="77777777" w:rsidR="00810015" w:rsidRDefault="00810015" w:rsidP="00810015">
      <w:r>
        <w:t>344.9981</w:t>
      </w:r>
      <w:r>
        <w:tab/>
        <w:t>2.025e0</w:t>
      </w:r>
    </w:p>
    <w:p w14:paraId="017FA989" w14:textId="77777777" w:rsidR="00810015" w:rsidRDefault="00810015" w:rsidP="00810015">
      <w:r>
        <w:t>345.0260</w:t>
      </w:r>
      <w:r>
        <w:tab/>
        <w:t>2.025e0</w:t>
      </w:r>
    </w:p>
    <w:p w14:paraId="1997AFE8" w14:textId="77777777" w:rsidR="00810015" w:rsidRDefault="00810015" w:rsidP="00810015">
      <w:r>
        <w:t>345.0356</w:t>
      </w:r>
      <w:r>
        <w:tab/>
        <w:t>1.013e0</w:t>
      </w:r>
    </w:p>
    <w:p w14:paraId="6B442787" w14:textId="77777777" w:rsidR="00810015" w:rsidRDefault="00810015" w:rsidP="00810015">
      <w:r>
        <w:t>345.0507</w:t>
      </w:r>
      <w:r>
        <w:tab/>
        <w:t>1.290e0</w:t>
      </w:r>
    </w:p>
    <w:p w14:paraId="30AD5FFD" w14:textId="77777777" w:rsidR="00810015" w:rsidRDefault="00810015" w:rsidP="00810015">
      <w:r>
        <w:t>345.1036</w:t>
      </w:r>
      <w:r>
        <w:tab/>
        <w:t>2.532e1</w:t>
      </w:r>
    </w:p>
    <w:p w14:paraId="06484B66" w14:textId="77777777" w:rsidR="00810015" w:rsidRDefault="00810015" w:rsidP="00810015">
      <w:r>
        <w:t>345.1102</w:t>
      </w:r>
      <w:r>
        <w:tab/>
        <w:t>5.063e0</w:t>
      </w:r>
    </w:p>
    <w:p w14:paraId="1E813D68" w14:textId="77777777" w:rsidR="00810015" w:rsidRDefault="00810015" w:rsidP="00810015">
      <w:r>
        <w:t>345.1123</w:t>
      </w:r>
      <w:r>
        <w:tab/>
        <w:t>1.013e0</w:t>
      </w:r>
    </w:p>
    <w:p w14:paraId="5F1D7ED8" w14:textId="77777777" w:rsidR="00810015" w:rsidRDefault="00810015" w:rsidP="00810015">
      <w:r>
        <w:t>345.1171</w:t>
      </w:r>
      <w:r>
        <w:tab/>
        <w:t>5.302e1</w:t>
      </w:r>
    </w:p>
    <w:p w14:paraId="099809ED" w14:textId="77777777" w:rsidR="00810015" w:rsidRDefault="00810015" w:rsidP="00810015">
      <w:r>
        <w:t>345.1668</w:t>
      </w:r>
      <w:r>
        <w:tab/>
        <w:t>4.051e0</w:t>
      </w:r>
    </w:p>
    <w:p w14:paraId="28C17A54" w14:textId="77777777" w:rsidR="00810015" w:rsidRDefault="00810015" w:rsidP="00810015">
      <w:r>
        <w:t>345.2001</w:t>
      </w:r>
      <w:r>
        <w:tab/>
        <w:t>1.605e0</w:t>
      </w:r>
    </w:p>
    <w:p w14:paraId="217EA8F5" w14:textId="77777777" w:rsidR="00810015" w:rsidRDefault="00810015" w:rsidP="00810015">
      <w:r>
        <w:t>345.2061</w:t>
      </w:r>
      <w:r>
        <w:tab/>
        <w:t>3.038e0</w:t>
      </w:r>
    </w:p>
    <w:p w14:paraId="13247A93" w14:textId="77777777" w:rsidR="00810015" w:rsidRDefault="00810015" w:rsidP="00810015">
      <w:r>
        <w:t>345.2272</w:t>
      </w:r>
      <w:r>
        <w:tab/>
        <w:t>5.063e0</w:t>
      </w:r>
    </w:p>
    <w:p w14:paraId="797F1C63" w14:textId="77777777" w:rsidR="00810015" w:rsidRDefault="00810015" w:rsidP="00810015">
      <w:r>
        <w:t>345.2291</w:t>
      </w:r>
      <w:r>
        <w:tab/>
        <w:t>1.008e1</w:t>
      </w:r>
    </w:p>
    <w:p w14:paraId="1C70EAA4" w14:textId="77777777" w:rsidR="00810015" w:rsidRDefault="00810015" w:rsidP="00810015">
      <w:r>
        <w:t>345.2343</w:t>
      </w:r>
      <w:r>
        <w:tab/>
        <w:t>3.038e0</w:t>
      </w:r>
    </w:p>
    <w:p w14:paraId="32E665FA" w14:textId="77777777" w:rsidR="00810015" w:rsidRDefault="00810015" w:rsidP="00810015">
      <w:r>
        <w:t>345.2556</w:t>
      </w:r>
      <w:r>
        <w:tab/>
        <w:t>2.025e0</w:t>
      </w:r>
    </w:p>
    <w:p w14:paraId="4BE2FDD6" w14:textId="77777777" w:rsidR="00810015" w:rsidRDefault="00810015" w:rsidP="00810015">
      <w:r>
        <w:t>345.2747</w:t>
      </w:r>
      <w:r>
        <w:tab/>
        <w:t>3.038e0</w:t>
      </w:r>
    </w:p>
    <w:p w14:paraId="5E30E8A9" w14:textId="77777777" w:rsidR="00810015" w:rsidRDefault="00810015" w:rsidP="00810015">
      <w:r>
        <w:t>345.2819</w:t>
      </w:r>
      <w:r>
        <w:tab/>
        <w:t>1.013e0</w:t>
      </w:r>
    </w:p>
    <w:p w14:paraId="155A8725" w14:textId="77777777" w:rsidR="00810015" w:rsidRDefault="00810015" w:rsidP="00810015">
      <w:r>
        <w:t>345.2951</w:t>
      </w:r>
      <w:r>
        <w:tab/>
        <w:t>1.013e0</w:t>
      </w:r>
    </w:p>
    <w:p w14:paraId="4CFF518F" w14:textId="77777777" w:rsidR="00810015" w:rsidRDefault="00810015" w:rsidP="00810015">
      <w:r>
        <w:t>345.3100</w:t>
      </w:r>
      <w:r>
        <w:tab/>
        <w:t>4.051e0</w:t>
      </w:r>
    </w:p>
    <w:p w14:paraId="79E8C0D9" w14:textId="77777777" w:rsidR="00810015" w:rsidRDefault="00810015" w:rsidP="00810015">
      <w:r>
        <w:t>345.3260</w:t>
      </w:r>
      <w:r>
        <w:tab/>
        <w:t>1.013e0</w:t>
      </w:r>
    </w:p>
    <w:p w14:paraId="713B463B" w14:textId="77777777" w:rsidR="00810015" w:rsidRDefault="00810015" w:rsidP="00810015">
      <w:r>
        <w:t>345.3273</w:t>
      </w:r>
      <w:r>
        <w:tab/>
        <w:t>1.013e0</w:t>
      </w:r>
    </w:p>
    <w:p w14:paraId="0A0239F3" w14:textId="77777777" w:rsidR="00810015" w:rsidRDefault="00810015" w:rsidP="00810015">
      <w:r>
        <w:t>345.4001</w:t>
      </w:r>
      <w:r>
        <w:tab/>
        <w:t>1.013e0</w:t>
      </w:r>
    </w:p>
    <w:p w14:paraId="1275E424" w14:textId="77777777" w:rsidR="00810015" w:rsidRDefault="00810015" w:rsidP="00810015">
      <w:r>
        <w:t>345.4203</w:t>
      </w:r>
      <w:r>
        <w:tab/>
        <w:t>2.025e0</w:t>
      </w:r>
    </w:p>
    <w:p w14:paraId="4FBDE9C8" w14:textId="77777777" w:rsidR="00810015" w:rsidRDefault="00810015" w:rsidP="00810015">
      <w:r>
        <w:t>345.4326</w:t>
      </w:r>
      <w:r>
        <w:tab/>
        <w:t>1.013e0</w:t>
      </w:r>
    </w:p>
    <w:p w14:paraId="43BE7A0B" w14:textId="77777777" w:rsidR="00810015" w:rsidRDefault="00810015" w:rsidP="00810015">
      <w:r>
        <w:t>345.4493</w:t>
      </w:r>
      <w:r>
        <w:tab/>
        <w:t>1.013e0</w:t>
      </w:r>
    </w:p>
    <w:p w14:paraId="7D5CD068" w14:textId="77777777" w:rsidR="00810015" w:rsidRDefault="00810015" w:rsidP="00810015">
      <w:r>
        <w:t>345.4774</w:t>
      </w:r>
      <w:r>
        <w:tab/>
        <w:t>3.038e0</w:t>
      </w:r>
    </w:p>
    <w:p w14:paraId="6CB432DE" w14:textId="77777777" w:rsidR="00810015" w:rsidRDefault="00810015" w:rsidP="00810015">
      <w:r>
        <w:t>345.5193</w:t>
      </w:r>
      <w:r>
        <w:tab/>
        <w:t>1.013e0</w:t>
      </w:r>
    </w:p>
    <w:p w14:paraId="5810700C" w14:textId="77777777" w:rsidR="00810015" w:rsidRDefault="00810015" w:rsidP="00810015">
      <w:r>
        <w:t>345.5232</w:t>
      </w:r>
      <w:r>
        <w:tab/>
        <w:t>1.013e0</w:t>
      </w:r>
    </w:p>
    <w:p w14:paraId="09A770E0" w14:textId="77777777" w:rsidR="00810015" w:rsidRDefault="00810015" w:rsidP="00810015">
      <w:r>
        <w:t>345.5676</w:t>
      </w:r>
      <w:r>
        <w:tab/>
        <w:t>2.025e0</w:t>
      </w:r>
    </w:p>
    <w:p w14:paraId="77A20628" w14:textId="77777777" w:rsidR="00810015" w:rsidRDefault="00810015" w:rsidP="00810015">
      <w:r>
        <w:t>345.5688</w:t>
      </w:r>
      <w:r>
        <w:tab/>
        <w:t>1.013e0</w:t>
      </w:r>
    </w:p>
    <w:p w14:paraId="1DD322FF" w14:textId="77777777" w:rsidR="00810015" w:rsidRDefault="00810015" w:rsidP="00810015">
      <w:r>
        <w:t>345.5851</w:t>
      </w:r>
      <w:r>
        <w:tab/>
        <w:t>2.025e0</w:t>
      </w:r>
    </w:p>
    <w:p w14:paraId="47F24ADB" w14:textId="77777777" w:rsidR="00810015" w:rsidRDefault="00810015" w:rsidP="00810015">
      <w:r>
        <w:t>345.6068</w:t>
      </w:r>
      <w:r>
        <w:tab/>
        <w:t>3.990e0</w:t>
      </w:r>
    </w:p>
    <w:p w14:paraId="352E9292" w14:textId="77777777" w:rsidR="00810015" w:rsidRDefault="00810015" w:rsidP="00810015">
      <w:r>
        <w:t>345.6217</w:t>
      </w:r>
      <w:r>
        <w:tab/>
        <w:t>1.013e0</w:t>
      </w:r>
    </w:p>
    <w:p w14:paraId="56B9AACD" w14:textId="77777777" w:rsidR="00810015" w:rsidRDefault="00810015" w:rsidP="00810015">
      <w:r>
        <w:t>345.6270</w:t>
      </w:r>
      <w:r>
        <w:tab/>
        <w:t>1.013e0</w:t>
      </w:r>
    </w:p>
    <w:p w14:paraId="2BDA6A6B" w14:textId="77777777" w:rsidR="00810015" w:rsidRDefault="00810015" w:rsidP="00810015">
      <w:r>
        <w:t>345.6679</w:t>
      </w:r>
      <w:r>
        <w:tab/>
        <w:t>1.013e0</w:t>
      </w:r>
    </w:p>
    <w:p w14:paraId="75314C95" w14:textId="77777777" w:rsidR="00810015" w:rsidRDefault="00810015" w:rsidP="00810015">
      <w:r>
        <w:t>345.6706</w:t>
      </w:r>
      <w:r>
        <w:tab/>
        <w:t>2.025e0</w:t>
      </w:r>
    </w:p>
    <w:p w14:paraId="7F53D56E" w14:textId="77777777" w:rsidR="00810015" w:rsidRDefault="00810015" w:rsidP="00810015">
      <w:r>
        <w:t>345.7288</w:t>
      </w:r>
      <w:r>
        <w:tab/>
        <w:t>3.038e0</w:t>
      </w:r>
    </w:p>
    <w:p w14:paraId="4E2FCCFA" w14:textId="77777777" w:rsidR="00810015" w:rsidRDefault="00810015" w:rsidP="00810015">
      <w:r>
        <w:t>345.7349</w:t>
      </w:r>
      <w:r>
        <w:tab/>
        <w:t>1.013e0</w:t>
      </w:r>
    </w:p>
    <w:p w14:paraId="1AD781F1" w14:textId="77777777" w:rsidR="00810015" w:rsidRDefault="00810015" w:rsidP="00810015">
      <w:r>
        <w:t>345.7502</w:t>
      </w:r>
      <w:r>
        <w:tab/>
        <w:t>1.013e0</w:t>
      </w:r>
    </w:p>
    <w:p w14:paraId="58A0BC56" w14:textId="77777777" w:rsidR="00810015" w:rsidRDefault="00810015" w:rsidP="00810015">
      <w:r>
        <w:t>345.7783</w:t>
      </w:r>
      <w:r>
        <w:tab/>
        <w:t>1.013e0</w:t>
      </w:r>
    </w:p>
    <w:p w14:paraId="29661B84" w14:textId="77777777" w:rsidR="00810015" w:rsidRDefault="00810015" w:rsidP="00810015">
      <w:r>
        <w:t>345.7887</w:t>
      </w:r>
      <w:r>
        <w:tab/>
        <w:t>2.025e0</w:t>
      </w:r>
    </w:p>
    <w:p w14:paraId="4D3A5C7C" w14:textId="77777777" w:rsidR="00810015" w:rsidRDefault="00810015" w:rsidP="00810015">
      <w:r>
        <w:t>345.8201</w:t>
      </w:r>
      <w:r>
        <w:tab/>
        <w:t>1.013e0</w:t>
      </w:r>
    </w:p>
    <w:p w14:paraId="52FAF077" w14:textId="77777777" w:rsidR="00810015" w:rsidRDefault="00810015" w:rsidP="00810015">
      <w:r>
        <w:t>345.8475</w:t>
      </w:r>
      <w:r>
        <w:tab/>
        <w:t>1.013e0</w:t>
      </w:r>
    </w:p>
    <w:p w14:paraId="7FE7E2E3" w14:textId="77777777" w:rsidR="00810015" w:rsidRDefault="00810015" w:rsidP="00810015">
      <w:r>
        <w:t>345.8643</w:t>
      </w:r>
      <w:r>
        <w:tab/>
        <w:t>1.013e0</w:t>
      </w:r>
    </w:p>
    <w:p w14:paraId="7DF8209D" w14:textId="77777777" w:rsidR="00810015" w:rsidRDefault="00810015" w:rsidP="00810015">
      <w:r>
        <w:t>345.8837</w:t>
      </w:r>
      <w:r>
        <w:tab/>
        <w:t>1.013e0</w:t>
      </w:r>
    </w:p>
    <w:p w14:paraId="33081482" w14:textId="77777777" w:rsidR="00810015" w:rsidRDefault="00810015" w:rsidP="00810015">
      <w:r>
        <w:t>345.9104</w:t>
      </w:r>
      <w:r>
        <w:tab/>
        <w:t>3.443e1</w:t>
      </w:r>
    </w:p>
    <w:p w14:paraId="5807813D" w14:textId="77777777" w:rsidR="00810015" w:rsidRDefault="00810015" w:rsidP="00810015">
      <w:r>
        <w:t>345.9125</w:t>
      </w:r>
      <w:r>
        <w:tab/>
        <w:t>1.473e1</w:t>
      </w:r>
    </w:p>
    <w:p w14:paraId="32F5DBF9" w14:textId="77777777" w:rsidR="00810015" w:rsidRDefault="00810015" w:rsidP="00810015">
      <w:r>
        <w:t>345.9156</w:t>
      </w:r>
      <w:r>
        <w:tab/>
        <w:t>3.433e1</w:t>
      </w:r>
    </w:p>
    <w:p w14:paraId="1D04BEFE" w14:textId="77777777" w:rsidR="00810015" w:rsidRDefault="00810015" w:rsidP="00810015">
      <w:r>
        <w:t>345.9264</w:t>
      </w:r>
      <w:r>
        <w:tab/>
        <w:t>1.418e1</w:t>
      </w:r>
    </w:p>
    <w:p w14:paraId="5A1FE074" w14:textId="77777777" w:rsidR="00810015" w:rsidRDefault="00810015" w:rsidP="00810015">
      <w:r>
        <w:t>345.9886</w:t>
      </w:r>
      <w:r>
        <w:tab/>
        <w:t>1.013e0</w:t>
      </w:r>
    </w:p>
    <w:p w14:paraId="13F2953D" w14:textId="77777777" w:rsidR="00810015" w:rsidRDefault="00810015" w:rsidP="00810015">
      <w:r>
        <w:t>346.0018</w:t>
      </w:r>
      <w:r>
        <w:tab/>
        <w:t>2.025e0</w:t>
      </w:r>
    </w:p>
    <w:p w14:paraId="5C54097E" w14:textId="77777777" w:rsidR="00810015" w:rsidRDefault="00810015" w:rsidP="00810015">
      <w:r>
        <w:t>346.0263</w:t>
      </w:r>
      <w:r>
        <w:tab/>
        <w:t>1.013e0</w:t>
      </w:r>
    </w:p>
    <w:p w14:paraId="1EFD19CA" w14:textId="77777777" w:rsidR="00810015" w:rsidRDefault="00810015" w:rsidP="00810015">
      <w:r>
        <w:t>346.0579</w:t>
      </w:r>
      <w:r>
        <w:tab/>
        <w:t>2.735e0</w:t>
      </w:r>
    </w:p>
    <w:p w14:paraId="6ED32D40" w14:textId="77777777" w:rsidR="00810015" w:rsidRDefault="00810015" w:rsidP="00810015">
      <w:r>
        <w:t>346.0685</w:t>
      </w:r>
      <w:r>
        <w:tab/>
        <w:t>3.038e0</w:t>
      </w:r>
    </w:p>
    <w:p w14:paraId="367BEC68" w14:textId="77777777" w:rsidR="00810015" w:rsidRDefault="00810015" w:rsidP="00810015">
      <w:r>
        <w:t>346.0743</w:t>
      </w:r>
      <w:r>
        <w:tab/>
        <w:t>2.955e0</w:t>
      </w:r>
    </w:p>
    <w:p w14:paraId="4B292ADF" w14:textId="77777777" w:rsidR="00810015" w:rsidRDefault="00810015" w:rsidP="00810015">
      <w:r>
        <w:t>346.0975</w:t>
      </w:r>
      <w:r>
        <w:tab/>
        <w:t>2.712e0</w:t>
      </w:r>
    </w:p>
    <w:p w14:paraId="055E85BB" w14:textId="77777777" w:rsidR="00810015" w:rsidRDefault="00810015" w:rsidP="00810015">
      <w:r>
        <w:t>346.1036</w:t>
      </w:r>
      <w:r>
        <w:tab/>
        <w:t>2.720e0</w:t>
      </w:r>
    </w:p>
    <w:p w14:paraId="163D0CCF" w14:textId="77777777" w:rsidR="00810015" w:rsidRDefault="00810015" w:rsidP="00810015">
      <w:r>
        <w:t>346.1064</w:t>
      </w:r>
      <w:r>
        <w:tab/>
        <w:t>4.051e0</w:t>
      </w:r>
    </w:p>
    <w:p w14:paraId="3F212BAE" w14:textId="77777777" w:rsidR="00810015" w:rsidRDefault="00810015" w:rsidP="00810015">
      <w:r>
        <w:t>346.1454</w:t>
      </w:r>
      <w:r>
        <w:tab/>
        <w:t>3.038e0</w:t>
      </w:r>
    </w:p>
    <w:p w14:paraId="76957AD0" w14:textId="77777777" w:rsidR="00810015" w:rsidRDefault="00810015" w:rsidP="00810015">
      <w:r>
        <w:t>346.1509</w:t>
      </w:r>
      <w:r>
        <w:tab/>
        <w:t>2.025e0</w:t>
      </w:r>
    </w:p>
    <w:p w14:paraId="5F957E23" w14:textId="77777777" w:rsidR="00810015" w:rsidRDefault="00810015" w:rsidP="00810015">
      <w:r>
        <w:t>346.1596</w:t>
      </w:r>
      <w:r>
        <w:tab/>
        <w:t>3.038e0</w:t>
      </w:r>
    </w:p>
    <w:p w14:paraId="0514F93B" w14:textId="77777777" w:rsidR="00810015" w:rsidRDefault="00810015" w:rsidP="00810015">
      <w:r>
        <w:t>346.1834</w:t>
      </w:r>
      <w:r>
        <w:tab/>
        <w:t>7.089e0</w:t>
      </w:r>
    </w:p>
    <w:p w14:paraId="10AA1139" w14:textId="77777777" w:rsidR="00810015" w:rsidRDefault="00810015" w:rsidP="00810015">
      <w:r>
        <w:t>346.2085</w:t>
      </w:r>
      <w:r>
        <w:tab/>
        <w:t>4.051e0</w:t>
      </w:r>
    </w:p>
    <w:p w14:paraId="67636171" w14:textId="77777777" w:rsidR="00810015" w:rsidRDefault="00810015" w:rsidP="00810015">
      <w:r>
        <w:t>346.2131</w:t>
      </w:r>
      <w:r>
        <w:tab/>
        <w:t>3.038e0</w:t>
      </w:r>
    </w:p>
    <w:p w14:paraId="6A9E0C8E" w14:textId="77777777" w:rsidR="00810015" w:rsidRDefault="00810015" w:rsidP="00810015">
      <w:r>
        <w:t>346.2332</w:t>
      </w:r>
      <w:r>
        <w:tab/>
        <w:t>5.063e0</w:t>
      </w:r>
    </w:p>
    <w:p w14:paraId="4C54A1FD" w14:textId="77777777" w:rsidR="00810015" w:rsidRDefault="00810015" w:rsidP="00810015">
      <w:r>
        <w:t>346.2371</w:t>
      </w:r>
      <w:r>
        <w:tab/>
        <w:t>2.016e0</w:t>
      </w:r>
    </w:p>
    <w:p w14:paraId="65D75128" w14:textId="77777777" w:rsidR="00810015" w:rsidRDefault="00810015" w:rsidP="00810015">
      <w:r>
        <w:t>346.2546</w:t>
      </w:r>
      <w:r>
        <w:tab/>
        <w:t>1.013e0</w:t>
      </w:r>
    </w:p>
    <w:p w14:paraId="10515B1A" w14:textId="77777777" w:rsidR="00810015" w:rsidRDefault="00810015" w:rsidP="00810015">
      <w:r>
        <w:t>346.2567</w:t>
      </w:r>
      <w:r>
        <w:tab/>
        <w:t>2.025e0</w:t>
      </w:r>
    </w:p>
    <w:p w14:paraId="1C20B9AE" w14:textId="77777777" w:rsidR="00810015" w:rsidRDefault="00810015" w:rsidP="00810015">
      <w:r>
        <w:t>346.3202</w:t>
      </w:r>
      <w:r>
        <w:tab/>
        <w:t>2.025e0</w:t>
      </w:r>
    </w:p>
    <w:p w14:paraId="2E801BC2" w14:textId="77777777" w:rsidR="00810015" w:rsidRDefault="00810015" w:rsidP="00810015">
      <w:r>
        <w:t>346.3614</w:t>
      </w:r>
      <w:r>
        <w:tab/>
        <w:t>1.013e0</w:t>
      </w:r>
    </w:p>
    <w:p w14:paraId="03B5A943" w14:textId="77777777" w:rsidR="00810015" w:rsidRDefault="00810015" w:rsidP="00810015">
      <w:r>
        <w:t>346.3676</w:t>
      </w:r>
      <w:r>
        <w:tab/>
        <w:t>1.013e0</w:t>
      </w:r>
    </w:p>
    <w:p w14:paraId="6B2B2343" w14:textId="77777777" w:rsidR="00810015" w:rsidRDefault="00810015" w:rsidP="00810015">
      <w:r>
        <w:t>346.3801</w:t>
      </w:r>
      <w:r>
        <w:tab/>
        <w:t>2.025e0</w:t>
      </w:r>
    </w:p>
    <w:p w14:paraId="70F4BCD2" w14:textId="77777777" w:rsidR="00810015" w:rsidRDefault="00810015" w:rsidP="00810015">
      <w:r>
        <w:t>346.3831</w:t>
      </w:r>
      <w:r>
        <w:tab/>
        <w:t>1.013e0</w:t>
      </w:r>
    </w:p>
    <w:p w14:paraId="77FCAB50" w14:textId="77777777" w:rsidR="00810015" w:rsidRDefault="00810015" w:rsidP="00810015">
      <w:r>
        <w:t>346.4234</w:t>
      </w:r>
      <w:r>
        <w:tab/>
        <w:t>1.013e0</w:t>
      </w:r>
    </w:p>
    <w:p w14:paraId="334512FA" w14:textId="77777777" w:rsidR="00810015" w:rsidRDefault="00810015" w:rsidP="00810015">
      <w:r>
        <w:t>346.4312</w:t>
      </w:r>
      <w:r>
        <w:tab/>
        <w:t>1.013e0</w:t>
      </w:r>
    </w:p>
    <w:p w14:paraId="7BF5BE7C" w14:textId="77777777" w:rsidR="00810015" w:rsidRDefault="00810015" w:rsidP="00810015">
      <w:r>
        <w:t>346.4817</w:t>
      </w:r>
      <w:r>
        <w:tab/>
        <w:t>1.013e0</w:t>
      </w:r>
    </w:p>
    <w:p w14:paraId="1D9987B2" w14:textId="77777777" w:rsidR="00810015" w:rsidRDefault="00810015" w:rsidP="00810015">
      <w:r>
        <w:t>346.5104</w:t>
      </w:r>
      <w:r>
        <w:tab/>
        <w:t>1.013e0</w:t>
      </w:r>
    </w:p>
    <w:p w14:paraId="25F779D4" w14:textId="77777777" w:rsidR="00810015" w:rsidRDefault="00810015" w:rsidP="00810015">
      <w:r>
        <w:t>346.5219</w:t>
      </w:r>
      <w:r>
        <w:tab/>
        <w:t>1.013e0</w:t>
      </w:r>
    </w:p>
    <w:p w14:paraId="22097C67" w14:textId="77777777" w:rsidR="00810015" w:rsidRDefault="00810015" w:rsidP="00810015">
      <w:r>
        <w:t>346.5427</w:t>
      </w:r>
      <w:r>
        <w:tab/>
        <w:t>1.013e0</w:t>
      </w:r>
    </w:p>
    <w:p w14:paraId="60F652B5" w14:textId="77777777" w:rsidR="00810015" w:rsidRDefault="00810015" w:rsidP="00810015">
      <w:r>
        <w:t>346.5663</w:t>
      </w:r>
      <w:r>
        <w:tab/>
        <w:t>1.013e0</w:t>
      </w:r>
    </w:p>
    <w:p w14:paraId="64CFDB0B" w14:textId="77777777" w:rsidR="00810015" w:rsidRDefault="00810015" w:rsidP="00810015">
      <w:r>
        <w:t>346.5752</w:t>
      </w:r>
      <w:r>
        <w:tab/>
        <w:t>1.013e0</w:t>
      </w:r>
    </w:p>
    <w:p w14:paraId="1513276A" w14:textId="77777777" w:rsidR="00810015" w:rsidRDefault="00810015" w:rsidP="00810015">
      <w:r>
        <w:t>346.5847</w:t>
      </w:r>
      <w:r>
        <w:tab/>
        <w:t>2.025e0</w:t>
      </w:r>
    </w:p>
    <w:p w14:paraId="1ADBCEFF" w14:textId="77777777" w:rsidR="00810015" w:rsidRDefault="00810015" w:rsidP="00810015">
      <w:r>
        <w:t>346.6097</w:t>
      </w:r>
      <w:r>
        <w:tab/>
        <w:t>1.013e0</w:t>
      </w:r>
    </w:p>
    <w:p w14:paraId="7DA0DD08" w14:textId="77777777" w:rsidR="00810015" w:rsidRDefault="00810015" w:rsidP="00810015">
      <w:r>
        <w:t>346.6451</w:t>
      </w:r>
      <w:r>
        <w:tab/>
        <w:t>1.013e0</w:t>
      </w:r>
    </w:p>
    <w:p w14:paraId="1F4C784A" w14:textId="77777777" w:rsidR="00810015" w:rsidRDefault="00810015" w:rsidP="00810015">
      <w:r>
        <w:t>346.6697</w:t>
      </w:r>
      <w:r>
        <w:tab/>
        <w:t>1.013e0</w:t>
      </w:r>
    </w:p>
    <w:p w14:paraId="53AF7670" w14:textId="77777777" w:rsidR="00810015" w:rsidRDefault="00810015" w:rsidP="00810015">
      <w:r>
        <w:t>346.6904</w:t>
      </w:r>
      <w:r>
        <w:tab/>
        <w:t>3.038e0</w:t>
      </w:r>
    </w:p>
    <w:p w14:paraId="0D5F9270" w14:textId="77777777" w:rsidR="00810015" w:rsidRDefault="00810015" w:rsidP="00810015">
      <w:r>
        <w:t>346.7203</w:t>
      </w:r>
      <w:r>
        <w:tab/>
        <w:t>1.013e0</w:t>
      </w:r>
    </w:p>
    <w:p w14:paraId="26818DCF" w14:textId="77777777" w:rsidR="00810015" w:rsidRDefault="00810015" w:rsidP="00810015">
      <w:r>
        <w:t>346.7775</w:t>
      </w:r>
      <w:r>
        <w:tab/>
        <w:t>1.013e0</w:t>
      </w:r>
    </w:p>
    <w:p w14:paraId="5329FDBD" w14:textId="77777777" w:rsidR="00810015" w:rsidRDefault="00810015" w:rsidP="00810015">
      <w:r>
        <w:t>346.8177</w:t>
      </w:r>
      <w:r>
        <w:tab/>
        <w:t>1.013e0</w:t>
      </w:r>
    </w:p>
    <w:p w14:paraId="0CF816B4" w14:textId="77777777" w:rsidR="00810015" w:rsidRDefault="00810015" w:rsidP="00810015">
      <w:r>
        <w:t>346.8293</w:t>
      </w:r>
      <w:r>
        <w:tab/>
        <w:t>2.025e0</w:t>
      </w:r>
    </w:p>
    <w:p w14:paraId="248B9F1B" w14:textId="77777777" w:rsidR="00810015" w:rsidRDefault="00810015" w:rsidP="00810015">
      <w:r>
        <w:t>346.8384</w:t>
      </w:r>
      <w:r>
        <w:tab/>
        <w:t>1.013e0</w:t>
      </w:r>
    </w:p>
    <w:p w14:paraId="1B638CA1" w14:textId="77777777" w:rsidR="00810015" w:rsidRDefault="00810015" w:rsidP="00810015">
      <w:r>
        <w:t>346.9003</w:t>
      </w:r>
      <w:r>
        <w:tab/>
        <w:t>2.025e0</w:t>
      </w:r>
    </w:p>
    <w:p w14:paraId="5516AA58" w14:textId="77777777" w:rsidR="00810015" w:rsidRDefault="00810015" w:rsidP="00810015">
      <w:r>
        <w:t>346.9058</w:t>
      </w:r>
      <w:r>
        <w:tab/>
        <w:t>2.025e0</w:t>
      </w:r>
    </w:p>
    <w:p w14:paraId="6191D21A" w14:textId="77777777" w:rsidR="00810015" w:rsidRDefault="00810015" w:rsidP="00810015">
      <w:r>
        <w:t>346.9153</w:t>
      </w:r>
      <w:r>
        <w:tab/>
        <w:t>3.038e0</w:t>
      </w:r>
    </w:p>
    <w:p w14:paraId="32360B02" w14:textId="77777777" w:rsidR="00810015" w:rsidRDefault="00810015" w:rsidP="00810015">
      <w:r>
        <w:t>346.9164</w:t>
      </w:r>
      <w:r>
        <w:tab/>
        <w:t>5.063e0</w:t>
      </w:r>
    </w:p>
    <w:p w14:paraId="5E512437" w14:textId="77777777" w:rsidR="00810015" w:rsidRDefault="00810015" w:rsidP="00810015">
      <w:r>
        <w:t>346.9288</w:t>
      </w:r>
      <w:r>
        <w:tab/>
        <w:t>2.025e0</w:t>
      </w:r>
    </w:p>
    <w:p w14:paraId="69E73FAC" w14:textId="77777777" w:rsidR="00810015" w:rsidRDefault="00810015" w:rsidP="00810015">
      <w:r>
        <w:t>346.9391</w:t>
      </w:r>
      <w:r>
        <w:tab/>
        <w:t>2.025e0</w:t>
      </w:r>
    </w:p>
    <w:p w14:paraId="6782A6B0" w14:textId="77777777" w:rsidR="00810015" w:rsidRDefault="00810015" w:rsidP="00810015">
      <w:r>
        <w:t>346.9658</w:t>
      </w:r>
      <w:r>
        <w:tab/>
        <w:t>1.013e0</w:t>
      </w:r>
    </w:p>
    <w:p w14:paraId="1A419BC9" w14:textId="77777777" w:rsidR="00810015" w:rsidRDefault="00810015" w:rsidP="00810015">
      <w:r>
        <w:t>346.9714</w:t>
      </w:r>
      <w:r>
        <w:tab/>
        <w:t>1.013e0</w:t>
      </w:r>
    </w:p>
    <w:p w14:paraId="62022C6F" w14:textId="77777777" w:rsidR="00810015" w:rsidRDefault="00810015" w:rsidP="00810015">
      <w:r>
        <w:t>346.9762</w:t>
      </w:r>
      <w:r>
        <w:tab/>
        <w:t>3.038e0</w:t>
      </w:r>
    </w:p>
    <w:p w14:paraId="086F83EE" w14:textId="77777777" w:rsidR="00810015" w:rsidRDefault="00810015" w:rsidP="00810015">
      <w:r>
        <w:t>347.0013</w:t>
      </w:r>
      <w:r>
        <w:tab/>
        <w:t>1.013e0</w:t>
      </w:r>
    </w:p>
    <w:p w14:paraId="392500A0" w14:textId="77777777" w:rsidR="00810015" w:rsidRDefault="00810015" w:rsidP="00810015">
      <w:r>
        <w:t>347.0510</w:t>
      </w:r>
      <w:r>
        <w:tab/>
        <w:t>1.013e0</w:t>
      </w:r>
    </w:p>
    <w:p w14:paraId="5B95D8AF" w14:textId="77777777" w:rsidR="00810015" w:rsidRDefault="00810015" w:rsidP="00810015">
      <w:r>
        <w:t>347.0781</w:t>
      </w:r>
      <w:r>
        <w:tab/>
        <w:t>3.038e0</w:t>
      </w:r>
    </w:p>
    <w:p w14:paraId="1EA69442" w14:textId="77777777" w:rsidR="00810015" w:rsidRDefault="00810015" w:rsidP="00810015">
      <w:r>
        <w:t>347.0851</w:t>
      </w:r>
      <w:r>
        <w:tab/>
        <w:t>1.013e0</w:t>
      </w:r>
    </w:p>
    <w:p w14:paraId="779263EB" w14:textId="77777777" w:rsidR="00810015" w:rsidRDefault="00810015" w:rsidP="00810015">
      <w:r>
        <w:t>347.1086</w:t>
      </w:r>
      <w:r>
        <w:tab/>
        <w:t>7.973e0</w:t>
      </w:r>
    </w:p>
    <w:p w14:paraId="46101433" w14:textId="77777777" w:rsidR="00810015" w:rsidRDefault="00810015" w:rsidP="00810015">
      <w:r>
        <w:t>347.1104</w:t>
      </w:r>
      <w:r>
        <w:tab/>
        <w:t>1.385e1</w:t>
      </w:r>
    </w:p>
    <w:p w14:paraId="71E3BCAB" w14:textId="77777777" w:rsidR="00810015" w:rsidRDefault="00810015" w:rsidP="00810015">
      <w:r>
        <w:t>347.1198</w:t>
      </w:r>
      <w:r>
        <w:tab/>
        <w:t>1.103e1</w:t>
      </w:r>
    </w:p>
    <w:p w14:paraId="48C9EBA6" w14:textId="77777777" w:rsidR="00810015" w:rsidRDefault="00810015" w:rsidP="00810015">
      <w:r>
        <w:t>347.1215</w:t>
      </w:r>
      <w:r>
        <w:tab/>
        <w:t>3.038e0</w:t>
      </w:r>
    </w:p>
    <w:p w14:paraId="05621F24" w14:textId="77777777" w:rsidR="00810015" w:rsidRDefault="00810015" w:rsidP="00810015">
      <w:r>
        <w:t>347.1571</w:t>
      </w:r>
      <w:r>
        <w:tab/>
        <w:t>4.051e0</w:t>
      </w:r>
    </w:p>
    <w:p w14:paraId="205167C5" w14:textId="77777777" w:rsidR="00810015" w:rsidRDefault="00810015" w:rsidP="00810015">
      <w:r>
        <w:t>347.1614</w:t>
      </w:r>
      <w:r>
        <w:tab/>
        <w:t>1.857e0</w:t>
      </w:r>
    </w:p>
    <w:p w14:paraId="6E06B32D" w14:textId="77777777" w:rsidR="00810015" w:rsidRDefault="00810015" w:rsidP="00810015">
      <w:r>
        <w:t>347.1642</w:t>
      </w:r>
      <w:r>
        <w:tab/>
        <w:t>1.877e0</w:t>
      </w:r>
    </w:p>
    <w:p w14:paraId="1214B18C" w14:textId="77777777" w:rsidR="00810015" w:rsidRDefault="00810015" w:rsidP="00810015">
      <w:r>
        <w:t>347.2084</w:t>
      </w:r>
      <w:r>
        <w:tab/>
        <w:t>1.013e0</w:t>
      </w:r>
    </w:p>
    <w:p w14:paraId="3EEC066D" w14:textId="77777777" w:rsidR="00810015" w:rsidRDefault="00810015" w:rsidP="00810015">
      <w:r>
        <w:t>347.2128</w:t>
      </w:r>
      <w:r>
        <w:tab/>
        <w:t>1.013e0</w:t>
      </w:r>
    </w:p>
    <w:p w14:paraId="7FBF50C5" w14:textId="77777777" w:rsidR="00810015" w:rsidRDefault="00810015" w:rsidP="00810015">
      <w:r>
        <w:t>347.2149</w:t>
      </w:r>
      <w:r>
        <w:tab/>
        <w:t>2.997e0</w:t>
      </w:r>
    </w:p>
    <w:p w14:paraId="698A9937" w14:textId="77777777" w:rsidR="00810015" w:rsidRDefault="00810015" w:rsidP="00810015">
      <w:r>
        <w:t>347.2516</w:t>
      </w:r>
      <w:r>
        <w:tab/>
        <w:t>2.025e0</w:t>
      </w:r>
    </w:p>
    <w:p w14:paraId="0524B25E" w14:textId="77777777" w:rsidR="00810015" w:rsidRDefault="00810015" w:rsidP="00810015">
      <w:r>
        <w:t>347.2579</w:t>
      </w:r>
      <w:r>
        <w:tab/>
        <w:t>4.051e0</w:t>
      </w:r>
    </w:p>
    <w:p w14:paraId="6BDB7C63" w14:textId="77777777" w:rsidR="00810015" w:rsidRDefault="00810015" w:rsidP="00810015">
      <w:r>
        <w:t>347.2672</w:t>
      </w:r>
      <w:r>
        <w:tab/>
        <w:t>4.051e0</w:t>
      </w:r>
    </w:p>
    <w:p w14:paraId="5E3FE3AA" w14:textId="77777777" w:rsidR="00810015" w:rsidRDefault="00810015" w:rsidP="00810015">
      <w:r>
        <w:t>347.2991</w:t>
      </w:r>
      <w:r>
        <w:tab/>
        <w:t>1.013e0</w:t>
      </w:r>
    </w:p>
    <w:p w14:paraId="540DDAC8" w14:textId="77777777" w:rsidR="00810015" w:rsidRDefault="00810015" w:rsidP="00810015">
      <w:r>
        <w:t>347.3256</w:t>
      </w:r>
      <w:r>
        <w:tab/>
        <w:t>3.038e0</w:t>
      </w:r>
    </w:p>
    <w:p w14:paraId="328F0552" w14:textId="77777777" w:rsidR="00810015" w:rsidRDefault="00810015" w:rsidP="00810015">
      <w:r>
        <w:t>347.3454</w:t>
      </w:r>
      <w:r>
        <w:tab/>
        <w:t>2.025e0</w:t>
      </w:r>
    </w:p>
    <w:p w14:paraId="33CBEC63" w14:textId="77777777" w:rsidR="00810015" w:rsidRDefault="00810015" w:rsidP="00810015">
      <w:r>
        <w:t>347.3496</w:t>
      </w:r>
      <w:r>
        <w:tab/>
        <w:t>1.013e0</w:t>
      </w:r>
    </w:p>
    <w:p w14:paraId="31386463" w14:textId="77777777" w:rsidR="00810015" w:rsidRDefault="00810015" w:rsidP="00810015">
      <w:r>
        <w:t>347.4057</w:t>
      </w:r>
      <w:r>
        <w:tab/>
        <w:t>1.013e0</w:t>
      </w:r>
    </w:p>
    <w:p w14:paraId="5B6FFC4F" w14:textId="77777777" w:rsidR="00810015" w:rsidRDefault="00810015" w:rsidP="00810015">
      <w:r>
        <w:t>347.4119</w:t>
      </w:r>
      <w:r>
        <w:tab/>
        <w:t>1.013e0</w:t>
      </w:r>
    </w:p>
    <w:p w14:paraId="722F5470" w14:textId="77777777" w:rsidR="00810015" w:rsidRDefault="00810015" w:rsidP="00810015">
      <w:r>
        <w:t>347.4220</w:t>
      </w:r>
      <w:r>
        <w:tab/>
        <w:t>2.025e0</w:t>
      </w:r>
    </w:p>
    <w:p w14:paraId="1CC7428D" w14:textId="77777777" w:rsidR="00810015" w:rsidRDefault="00810015" w:rsidP="00810015">
      <w:r>
        <w:t>347.4470</w:t>
      </w:r>
      <w:r>
        <w:tab/>
        <w:t>1.013e0</w:t>
      </w:r>
    </w:p>
    <w:p w14:paraId="2350EA6D" w14:textId="77777777" w:rsidR="00810015" w:rsidRDefault="00810015" w:rsidP="00810015">
      <w:r>
        <w:t>347.4617</w:t>
      </w:r>
      <w:r>
        <w:tab/>
        <w:t>1.013e0</w:t>
      </w:r>
    </w:p>
    <w:p w14:paraId="723E0AD9" w14:textId="77777777" w:rsidR="00810015" w:rsidRDefault="00810015" w:rsidP="00810015">
      <w:r>
        <w:t>347.5065</w:t>
      </w:r>
      <w:r>
        <w:tab/>
        <w:t>1.013e0</w:t>
      </w:r>
    </w:p>
    <w:p w14:paraId="513309F6" w14:textId="77777777" w:rsidR="00810015" w:rsidRDefault="00810015" w:rsidP="00810015">
      <w:r>
        <w:t>347.5172</w:t>
      </w:r>
      <w:r>
        <w:tab/>
        <w:t>2.025e0</w:t>
      </w:r>
    </w:p>
    <w:p w14:paraId="2E120832" w14:textId="77777777" w:rsidR="00810015" w:rsidRDefault="00810015" w:rsidP="00810015">
      <w:r>
        <w:t>347.5334</w:t>
      </w:r>
      <w:r>
        <w:tab/>
        <w:t>4.051e0</w:t>
      </w:r>
    </w:p>
    <w:p w14:paraId="04D13A3D" w14:textId="77777777" w:rsidR="00810015" w:rsidRDefault="00810015" w:rsidP="00810015">
      <w:r>
        <w:t>347.5497</w:t>
      </w:r>
      <w:r>
        <w:tab/>
        <w:t>1.013e0</w:t>
      </w:r>
    </w:p>
    <w:p w14:paraId="69B3E1FE" w14:textId="77777777" w:rsidR="00810015" w:rsidRDefault="00810015" w:rsidP="00810015">
      <w:r>
        <w:t>347.5704</w:t>
      </w:r>
      <w:r>
        <w:tab/>
        <w:t>1.013e0</w:t>
      </w:r>
    </w:p>
    <w:p w14:paraId="34F1B114" w14:textId="77777777" w:rsidR="00810015" w:rsidRDefault="00810015" w:rsidP="00810015">
      <w:r>
        <w:t>347.5911</w:t>
      </w:r>
      <w:r>
        <w:tab/>
        <w:t>1.013e0</w:t>
      </w:r>
    </w:p>
    <w:p w14:paraId="37232402" w14:textId="77777777" w:rsidR="00810015" w:rsidRDefault="00810015" w:rsidP="00810015">
      <w:r>
        <w:t>347.5964</w:t>
      </w:r>
      <w:r>
        <w:tab/>
        <w:t>1.013e0</w:t>
      </w:r>
    </w:p>
    <w:p w14:paraId="5A292F1A" w14:textId="77777777" w:rsidR="00810015" w:rsidRDefault="00810015" w:rsidP="00810015">
      <w:r>
        <w:t>347.6859</w:t>
      </w:r>
      <w:r>
        <w:tab/>
        <w:t>1.013e0</w:t>
      </w:r>
    </w:p>
    <w:p w14:paraId="7900D222" w14:textId="77777777" w:rsidR="00810015" w:rsidRDefault="00810015" w:rsidP="00810015">
      <w:r>
        <w:t>347.7046</w:t>
      </w:r>
      <w:r>
        <w:tab/>
        <w:t>1.013e0</w:t>
      </w:r>
    </w:p>
    <w:p w14:paraId="2F8A4C74" w14:textId="77777777" w:rsidR="00810015" w:rsidRDefault="00810015" w:rsidP="00810015">
      <w:r>
        <w:t>347.7305</w:t>
      </w:r>
      <w:r>
        <w:tab/>
        <w:t>3.038e0</w:t>
      </w:r>
    </w:p>
    <w:p w14:paraId="67A3B968" w14:textId="77777777" w:rsidR="00810015" w:rsidRDefault="00810015" w:rsidP="00810015">
      <w:r>
        <w:t>347.7431</w:t>
      </w:r>
      <w:r>
        <w:tab/>
        <w:t>2.025e0</w:t>
      </w:r>
    </w:p>
    <w:p w14:paraId="0F0CBEA0" w14:textId="77777777" w:rsidR="00810015" w:rsidRDefault="00810015" w:rsidP="00810015">
      <w:r>
        <w:t>347.7599</w:t>
      </w:r>
      <w:r>
        <w:tab/>
        <w:t>1.013e0</w:t>
      </w:r>
    </w:p>
    <w:p w14:paraId="76F9AC8E" w14:textId="77777777" w:rsidR="00810015" w:rsidRDefault="00810015" w:rsidP="00810015">
      <w:r>
        <w:t>347.7638</w:t>
      </w:r>
      <w:r>
        <w:tab/>
        <w:t>1.013e0</w:t>
      </w:r>
    </w:p>
    <w:p w14:paraId="635DB8C6" w14:textId="77777777" w:rsidR="00810015" w:rsidRDefault="00810015" w:rsidP="00810015">
      <w:r>
        <w:t>347.7924</w:t>
      </w:r>
      <w:r>
        <w:tab/>
        <w:t>2.025e0</w:t>
      </w:r>
    </w:p>
    <w:p w14:paraId="1D866111" w14:textId="77777777" w:rsidR="00810015" w:rsidRDefault="00810015" w:rsidP="00810015">
      <w:r>
        <w:t>347.8055</w:t>
      </w:r>
      <w:r>
        <w:tab/>
        <w:t>1.013e0</w:t>
      </w:r>
    </w:p>
    <w:p w14:paraId="47469A8C" w14:textId="77777777" w:rsidR="00810015" w:rsidRDefault="00810015" w:rsidP="00810015">
      <w:r>
        <w:t>347.8416</w:t>
      </w:r>
      <w:r>
        <w:tab/>
        <w:t>1.013e0</w:t>
      </w:r>
    </w:p>
    <w:p w14:paraId="7AA3D0BC" w14:textId="77777777" w:rsidR="00810015" w:rsidRDefault="00810015" w:rsidP="00810015">
      <w:r>
        <w:t>347.8728</w:t>
      </w:r>
      <w:r>
        <w:tab/>
        <w:t>1.013e0</w:t>
      </w:r>
    </w:p>
    <w:p w14:paraId="798BC15E" w14:textId="77777777" w:rsidR="00810015" w:rsidRDefault="00810015" w:rsidP="00810015">
      <w:r>
        <w:t>347.8866</w:t>
      </w:r>
      <w:r>
        <w:tab/>
        <w:t>2.025e0</w:t>
      </w:r>
    </w:p>
    <w:p w14:paraId="018623C5" w14:textId="77777777" w:rsidR="00810015" w:rsidRDefault="00810015" w:rsidP="00810015">
      <w:r>
        <w:t>347.9191</w:t>
      </w:r>
      <w:r>
        <w:tab/>
        <w:t>1.316e1</w:t>
      </w:r>
    </w:p>
    <w:p w14:paraId="1216F058" w14:textId="77777777" w:rsidR="00810015" w:rsidRDefault="00810015" w:rsidP="00810015">
      <w:r>
        <w:t>347.9240</w:t>
      </w:r>
      <w:r>
        <w:tab/>
        <w:t>4.051e0</w:t>
      </w:r>
    </w:p>
    <w:p w14:paraId="150F2728" w14:textId="77777777" w:rsidR="00810015" w:rsidRDefault="00810015" w:rsidP="00810015">
      <w:r>
        <w:t>347.9289</w:t>
      </w:r>
      <w:r>
        <w:tab/>
        <w:t>4.051e0</w:t>
      </w:r>
    </w:p>
    <w:p w14:paraId="015DD794" w14:textId="77777777" w:rsidR="00810015" w:rsidRDefault="00810015" w:rsidP="00810015">
      <w:r>
        <w:t>347.9334</w:t>
      </w:r>
      <w:r>
        <w:tab/>
        <w:t>5.402e0</w:t>
      </w:r>
    </w:p>
    <w:p w14:paraId="082400C7" w14:textId="77777777" w:rsidR="00810015" w:rsidRDefault="00810015" w:rsidP="00810015">
      <w:r>
        <w:t>347.9725</w:t>
      </w:r>
      <w:r>
        <w:tab/>
        <w:t>1.013e0</w:t>
      </w:r>
    </w:p>
    <w:p w14:paraId="683E905F" w14:textId="77777777" w:rsidR="00810015" w:rsidRDefault="00810015" w:rsidP="00810015">
      <w:r>
        <w:t>348.0015</w:t>
      </w:r>
      <w:r>
        <w:tab/>
        <w:t>3.038e0</w:t>
      </w:r>
    </w:p>
    <w:p w14:paraId="43357171" w14:textId="77777777" w:rsidR="00810015" w:rsidRDefault="00810015" w:rsidP="00810015">
      <w:r>
        <w:t>348.0058</w:t>
      </w:r>
      <w:r>
        <w:tab/>
        <w:t>4.051e0</w:t>
      </w:r>
    </w:p>
    <w:p w14:paraId="744DC939" w14:textId="77777777" w:rsidR="00810015" w:rsidRDefault="00810015" w:rsidP="00810015">
      <w:r>
        <w:t>348.0139</w:t>
      </w:r>
      <w:r>
        <w:tab/>
        <w:t>1.779e0</w:t>
      </w:r>
    </w:p>
    <w:p w14:paraId="672D935B" w14:textId="77777777" w:rsidR="00810015" w:rsidRDefault="00810015" w:rsidP="00810015">
      <w:r>
        <w:t>348.0341</w:t>
      </w:r>
      <w:r>
        <w:tab/>
        <w:t>2.412e0</w:t>
      </w:r>
    </w:p>
    <w:p w14:paraId="5A7AE971" w14:textId="77777777" w:rsidR="00810015" w:rsidRDefault="00810015" w:rsidP="00810015">
      <w:r>
        <w:t>348.0408</w:t>
      </w:r>
      <w:r>
        <w:tab/>
        <w:t>4.051e0</w:t>
      </w:r>
    </w:p>
    <w:p w14:paraId="385A76A8" w14:textId="77777777" w:rsidR="00810015" w:rsidRDefault="00810015" w:rsidP="00810015">
      <w:r>
        <w:t>348.0547</w:t>
      </w:r>
      <w:r>
        <w:tab/>
        <w:t>1.202e0</w:t>
      </w:r>
    </w:p>
    <w:p w14:paraId="0186E65F" w14:textId="77777777" w:rsidR="00810015" w:rsidRDefault="00810015" w:rsidP="00810015">
      <w:r>
        <w:t>348.0909</w:t>
      </w:r>
      <w:r>
        <w:tab/>
        <w:t>1.236e0</w:t>
      </w:r>
    </w:p>
    <w:p w14:paraId="2F408E19" w14:textId="77777777" w:rsidR="00810015" w:rsidRDefault="00810015" w:rsidP="00810015">
      <w:r>
        <w:t>348.1157</w:t>
      </w:r>
      <w:r>
        <w:tab/>
        <w:t>3.181e0</w:t>
      </w:r>
    </w:p>
    <w:p w14:paraId="5A9828C7" w14:textId="77777777" w:rsidR="00810015" w:rsidRDefault="00810015" w:rsidP="00810015">
      <w:r>
        <w:t>348.1610</w:t>
      </w:r>
      <w:r>
        <w:tab/>
        <w:t>4.051e0</w:t>
      </w:r>
    </w:p>
    <w:p w14:paraId="1A613B84" w14:textId="77777777" w:rsidR="00810015" w:rsidRDefault="00810015" w:rsidP="00810015">
      <w:r>
        <w:t>348.1705</w:t>
      </w:r>
      <w:r>
        <w:tab/>
        <w:t>3.778e0</w:t>
      </w:r>
    </w:p>
    <w:p w14:paraId="1F34F140" w14:textId="77777777" w:rsidR="00810015" w:rsidRDefault="00810015" w:rsidP="00810015">
      <w:r>
        <w:t>348.2123</w:t>
      </w:r>
      <w:r>
        <w:tab/>
        <w:t>2.025e0</w:t>
      </w:r>
    </w:p>
    <w:p w14:paraId="4D17E3DD" w14:textId="77777777" w:rsidR="00810015" w:rsidRDefault="00810015" w:rsidP="00810015">
      <w:r>
        <w:t>348.2157</w:t>
      </w:r>
      <w:r>
        <w:tab/>
        <w:t>2.025e0</w:t>
      </w:r>
    </w:p>
    <w:p w14:paraId="288D774B" w14:textId="77777777" w:rsidR="00810015" w:rsidRDefault="00810015" w:rsidP="00810015">
      <w:r>
        <w:t>348.2336</w:t>
      </w:r>
      <w:r>
        <w:tab/>
        <w:t>3.015e0</w:t>
      </w:r>
    </w:p>
    <w:p w14:paraId="56264233" w14:textId="77777777" w:rsidR="00810015" w:rsidRDefault="00810015" w:rsidP="00810015">
      <w:r>
        <w:t>348.2372</w:t>
      </w:r>
      <w:r>
        <w:tab/>
        <w:t>3.038e0</w:t>
      </w:r>
    </w:p>
    <w:p w14:paraId="14C68316" w14:textId="77777777" w:rsidR="00810015" w:rsidRDefault="00810015" w:rsidP="00810015">
      <w:r>
        <w:t>348.2721</w:t>
      </w:r>
      <w:r>
        <w:tab/>
        <w:t>2.025e0</w:t>
      </w:r>
    </w:p>
    <w:p w14:paraId="1E9F8D54" w14:textId="77777777" w:rsidR="00810015" w:rsidRDefault="00810015" w:rsidP="00810015">
      <w:r>
        <w:t>348.2994</w:t>
      </w:r>
      <w:r>
        <w:tab/>
        <w:t>3.038e0</w:t>
      </w:r>
    </w:p>
    <w:p w14:paraId="69FD9B0B" w14:textId="77777777" w:rsidR="00810015" w:rsidRDefault="00810015" w:rsidP="00810015">
      <w:r>
        <w:t>348.3072</w:t>
      </w:r>
      <w:r>
        <w:tab/>
        <w:t>2.025e0</w:t>
      </w:r>
    </w:p>
    <w:p w14:paraId="4131D26F" w14:textId="77777777" w:rsidR="00810015" w:rsidRDefault="00810015" w:rsidP="00810015">
      <w:r>
        <w:t>348.3530</w:t>
      </w:r>
      <w:r>
        <w:tab/>
        <w:t>1.013e0</w:t>
      </w:r>
    </w:p>
    <w:p w14:paraId="2F62B335" w14:textId="77777777" w:rsidR="00810015" w:rsidRDefault="00810015" w:rsidP="00810015">
      <w:r>
        <w:t>348.3649</w:t>
      </w:r>
      <w:r>
        <w:tab/>
        <w:t>1.013e0</w:t>
      </w:r>
    </w:p>
    <w:p w14:paraId="7881CBA5" w14:textId="77777777" w:rsidR="00810015" w:rsidRDefault="00810015" w:rsidP="00810015">
      <w:r>
        <w:t>348.3895</w:t>
      </w:r>
      <w:r>
        <w:tab/>
        <w:t>1.013e0</w:t>
      </w:r>
    </w:p>
    <w:p w14:paraId="266E7F84" w14:textId="77777777" w:rsidR="00810015" w:rsidRDefault="00810015" w:rsidP="00810015">
      <w:r>
        <w:t>348.3935</w:t>
      </w:r>
      <w:r>
        <w:tab/>
        <w:t>1.013e0</w:t>
      </w:r>
    </w:p>
    <w:p w14:paraId="781EA71E" w14:textId="77777777" w:rsidR="00810015" w:rsidRDefault="00810015" w:rsidP="00810015">
      <w:r>
        <w:t>348.4249</w:t>
      </w:r>
      <w:r>
        <w:tab/>
        <w:t>2.025e0</w:t>
      </w:r>
    </w:p>
    <w:p w14:paraId="4AFE24A1" w14:textId="77777777" w:rsidR="00810015" w:rsidRDefault="00810015" w:rsidP="00810015">
      <w:r>
        <w:t>348.4429</w:t>
      </w:r>
      <w:r>
        <w:tab/>
        <w:t>1.013e0</w:t>
      </w:r>
    </w:p>
    <w:p w14:paraId="12D022B6" w14:textId="77777777" w:rsidR="00810015" w:rsidRDefault="00810015" w:rsidP="00810015">
      <w:r>
        <w:t>348.4528</w:t>
      </w:r>
      <w:r>
        <w:tab/>
        <w:t>1.013e0</w:t>
      </w:r>
    </w:p>
    <w:p w14:paraId="55D05B03" w14:textId="77777777" w:rsidR="00810015" w:rsidRDefault="00810015" w:rsidP="00810015">
      <w:r>
        <w:t>348.4965</w:t>
      </w:r>
      <w:r>
        <w:tab/>
        <w:t>1.013e0</w:t>
      </w:r>
    </w:p>
    <w:p w14:paraId="35405317" w14:textId="77777777" w:rsidR="00810015" w:rsidRDefault="00810015" w:rsidP="00810015">
      <w:r>
        <w:t>348.5090</w:t>
      </w:r>
      <w:r>
        <w:tab/>
        <w:t>1.013e0</w:t>
      </w:r>
    </w:p>
    <w:p w14:paraId="7FC05A64" w14:textId="77777777" w:rsidR="00810015" w:rsidRDefault="00810015" w:rsidP="00810015">
      <w:r>
        <w:t>348.5149</w:t>
      </w:r>
      <w:r>
        <w:tab/>
        <w:t>2.025e0</w:t>
      </w:r>
    </w:p>
    <w:p w14:paraId="1158A1A5" w14:textId="77777777" w:rsidR="00810015" w:rsidRDefault="00810015" w:rsidP="00810015">
      <w:r>
        <w:t>348.5227</w:t>
      </w:r>
      <w:r>
        <w:tab/>
        <w:t>1.013e0</w:t>
      </w:r>
    </w:p>
    <w:p w14:paraId="103DFF66" w14:textId="77777777" w:rsidR="00810015" w:rsidRDefault="00810015" w:rsidP="00810015">
      <w:r>
        <w:t>348.5909</w:t>
      </w:r>
      <w:r>
        <w:tab/>
        <w:t>1.013e0</w:t>
      </w:r>
    </w:p>
    <w:p w14:paraId="357BB855" w14:textId="77777777" w:rsidR="00810015" w:rsidRDefault="00810015" w:rsidP="00810015">
      <w:r>
        <w:t>348.5921</w:t>
      </w:r>
      <w:r>
        <w:tab/>
        <w:t>2.025e0</w:t>
      </w:r>
    </w:p>
    <w:p w14:paraId="665B6B45" w14:textId="77777777" w:rsidR="00810015" w:rsidRDefault="00810015" w:rsidP="00810015">
      <w:r>
        <w:t>348.6026</w:t>
      </w:r>
      <w:r>
        <w:tab/>
        <w:t>1.013e0</w:t>
      </w:r>
    </w:p>
    <w:p w14:paraId="5C2F2077" w14:textId="77777777" w:rsidR="00810015" w:rsidRDefault="00810015" w:rsidP="00810015">
      <w:r>
        <w:t>348.6526</w:t>
      </w:r>
      <w:r>
        <w:tab/>
        <w:t>2.025e0</w:t>
      </w:r>
    </w:p>
    <w:p w14:paraId="16FD4C60" w14:textId="77777777" w:rsidR="00810015" w:rsidRDefault="00810015" w:rsidP="00810015">
      <w:r>
        <w:t>348.6611</w:t>
      </w:r>
      <w:r>
        <w:tab/>
        <w:t>1.013e0</w:t>
      </w:r>
    </w:p>
    <w:p w14:paraId="0E67BBDF" w14:textId="77777777" w:rsidR="00810015" w:rsidRDefault="00810015" w:rsidP="00810015">
      <w:r>
        <w:t>348.7163</w:t>
      </w:r>
      <w:r>
        <w:tab/>
        <w:t>1.013e0</w:t>
      </w:r>
    </w:p>
    <w:p w14:paraId="3C9F07F1" w14:textId="77777777" w:rsidR="00810015" w:rsidRDefault="00810015" w:rsidP="00810015">
      <w:r>
        <w:t>348.7330</w:t>
      </w:r>
      <w:r>
        <w:tab/>
        <w:t>2.025e0</w:t>
      </w:r>
    </w:p>
    <w:p w14:paraId="3C008FA7" w14:textId="77777777" w:rsidR="00810015" w:rsidRDefault="00810015" w:rsidP="00810015">
      <w:r>
        <w:t>348.7351</w:t>
      </w:r>
      <w:r>
        <w:tab/>
        <w:t>1.013e0</w:t>
      </w:r>
    </w:p>
    <w:p w14:paraId="7C93D11B" w14:textId="77777777" w:rsidR="00810015" w:rsidRDefault="00810015" w:rsidP="00810015">
      <w:r>
        <w:t>348.7631</w:t>
      </w:r>
      <w:r>
        <w:tab/>
        <w:t>2.025e0</w:t>
      </w:r>
    </w:p>
    <w:p w14:paraId="4DC9F809" w14:textId="77777777" w:rsidR="00810015" w:rsidRDefault="00810015" w:rsidP="00810015">
      <w:r>
        <w:t>348.7901</w:t>
      </w:r>
      <w:r>
        <w:tab/>
        <w:t>2.025e0</w:t>
      </w:r>
    </w:p>
    <w:p w14:paraId="583D5B97" w14:textId="77777777" w:rsidR="00810015" w:rsidRDefault="00810015" w:rsidP="00810015">
      <w:r>
        <w:t>348.8090</w:t>
      </w:r>
      <w:r>
        <w:tab/>
        <w:t>1.013e0</w:t>
      </w:r>
    </w:p>
    <w:p w14:paraId="44EFA664" w14:textId="77777777" w:rsidR="00810015" w:rsidRDefault="00810015" w:rsidP="00810015">
      <w:r>
        <w:t>348.8549</w:t>
      </w:r>
      <w:r>
        <w:tab/>
        <w:t>2.025e0</w:t>
      </w:r>
    </w:p>
    <w:p w14:paraId="38CF31CE" w14:textId="77777777" w:rsidR="00810015" w:rsidRDefault="00810015" w:rsidP="00810015">
      <w:r>
        <w:t>348.8777</w:t>
      </w:r>
      <w:r>
        <w:tab/>
        <w:t>2.025e0</w:t>
      </w:r>
    </w:p>
    <w:p w14:paraId="7FB67FC1" w14:textId="77777777" w:rsidR="00810015" w:rsidRDefault="00810015" w:rsidP="00810015">
      <w:r>
        <w:t>348.8864</w:t>
      </w:r>
      <w:r>
        <w:tab/>
        <w:t>3.038e0</w:t>
      </w:r>
    </w:p>
    <w:p w14:paraId="174FF9BD" w14:textId="77777777" w:rsidR="00810015" w:rsidRDefault="00810015" w:rsidP="00810015">
      <w:r>
        <w:t>348.9143</w:t>
      </w:r>
      <w:r>
        <w:tab/>
        <w:t>2.025e0</w:t>
      </w:r>
    </w:p>
    <w:p w14:paraId="722C8D6A" w14:textId="77777777" w:rsidR="00810015" w:rsidRDefault="00810015" w:rsidP="00810015">
      <w:r>
        <w:t>348.9399</w:t>
      </w:r>
      <w:r>
        <w:tab/>
        <w:t>1.013e0</w:t>
      </w:r>
    </w:p>
    <w:p w14:paraId="323A1FD5" w14:textId="77777777" w:rsidR="00810015" w:rsidRDefault="00810015" w:rsidP="00810015">
      <w:r>
        <w:t>348.9452</w:t>
      </w:r>
      <w:r>
        <w:tab/>
        <w:t>4.051e0</w:t>
      </w:r>
    </w:p>
    <w:p w14:paraId="7AE3FFD3" w14:textId="77777777" w:rsidR="00810015" w:rsidRDefault="00810015" w:rsidP="00810015">
      <w:r>
        <w:t>348.9544</w:t>
      </w:r>
      <w:r>
        <w:tab/>
        <w:t>5.063e0</w:t>
      </w:r>
    </w:p>
    <w:p w14:paraId="17DA2C81" w14:textId="77777777" w:rsidR="00810015" w:rsidRDefault="00810015" w:rsidP="00810015">
      <w:r>
        <w:t>349.0025</w:t>
      </w:r>
      <w:r>
        <w:tab/>
        <w:t>1.013e0</w:t>
      </w:r>
    </w:p>
    <w:p w14:paraId="27EA053D" w14:textId="77777777" w:rsidR="00810015" w:rsidRDefault="00810015" w:rsidP="00810015">
      <w:r>
        <w:t>349.0073</w:t>
      </w:r>
      <w:r>
        <w:tab/>
        <w:t>2.025e0</w:t>
      </w:r>
    </w:p>
    <w:p w14:paraId="57D7CDB9" w14:textId="77777777" w:rsidR="00810015" w:rsidRDefault="00810015" w:rsidP="00810015">
      <w:r>
        <w:t>349.0509</w:t>
      </w:r>
      <w:r>
        <w:tab/>
        <w:t>1.337e0</w:t>
      </w:r>
    </w:p>
    <w:p w14:paraId="0CFC26E0" w14:textId="77777777" w:rsidR="00810015" w:rsidRDefault="00810015" w:rsidP="00810015">
      <w:r>
        <w:t>349.0604</w:t>
      </w:r>
      <w:r>
        <w:tab/>
        <w:t>2.025e0</w:t>
      </w:r>
    </w:p>
    <w:p w14:paraId="406C0BBC" w14:textId="77777777" w:rsidR="00810015" w:rsidRDefault="00810015" w:rsidP="00810015">
      <w:r>
        <w:t>349.0785</w:t>
      </w:r>
      <w:r>
        <w:tab/>
        <w:t>4.546e0</w:t>
      </w:r>
    </w:p>
    <w:p w14:paraId="0C0AF328" w14:textId="77777777" w:rsidR="00810015" w:rsidRDefault="00810015" w:rsidP="00810015">
      <w:r>
        <w:t>349.1252</w:t>
      </w:r>
      <w:r>
        <w:tab/>
        <w:t>5.063e0</w:t>
      </w:r>
    </w:p>
    <w:p w14:paraId="1B1F006D" w14:textId="77777777" w:rsidR="00810015" w:rsidRDefault="00810015" w:rsidP="00810015">
      <w:r>
        <w:t>349.1398</w:t>
      </w:r>
      <w:r>
        <w:tab/>
        <w:t>2.779e0</w:t>
      </w:r>
    </w:p>
    <w:p w14:paraId="0F602699" w14:textId="77777777" w:rsidR="00810015" w:rsidRDefault="00810015" w:rsidP="00810015">
      <w:r>
        <w:t>349.1599</w:t>
      </w:r>
      <w:r>
        <w:tab/>
        <w:t>3.527e0</w:t>
      </w:r>
    </w:p>
    <w:p w14:paraId="76B57C9E" w14:textId="77777777" w:rsidR="00810015" w:rsidRDefault="00810015" w:rsidP="00810015">
      <w:r>
        <w:t>349.1794</w:t>
      </w:r>
      <w:r>
        <w:tab/>
        <w:t>3.038e0</w:t>
      </w:r>
    </w:p>
    <w:p w14:paraId="2B7AACB7" w14:textId="77777777" w:rsidR="00810015" w:rsidRDefault="00810015" w:rsidP="00810015">
      <w:r>
        <w:t>349.1819</w:t>
      </w:r>
      <w:r>
        <w:tab/>
        <w:t>6.914e0</w:t>
      </w:r>
    </w:p>
    <w:p w14:paraId="1C40B0F0" w14:textId="77777777" w:rsidR="00810015" w:rsidRDefault="00810015" w:rsidP="00810015">
      <w:r>
        <w:t>349.1890</w:t>
      </w:r>
      <w:r>
        <w:tab/>
        <w:t>6.809e0</w:t>
      </w:r>
    </w:p>
    <w:p w14:paraId="78D0B376" w14:textId="77777777" w:rsidR="00810015" w:rsidRDefault="00810015" w:rsidP="00810015">
      <w:r>
        <w:t>349.1912</w:t>
      </w:r>
      <w:r>
        <w:tab/>
        <w:t>8.438e0</w:t>
      </w:r>
    </w:p>
    <w:p w14:paraId="7981B29F" w14:textId="77777777" w:rsidR="00810015" w:rsidRDefault="00810015" w:rsidP="00810015">
      <w:r>
        <w:t>349.2273</w:t>
      </w:r>
      <w:r>
        <w:tab/>
        <w:t>2.025e0</w:t>
      </w:r>
    </w:p>
    <w:p w14:paraId="7FAE683B" w14:textId="77777777" w:rsidR="00810015" w:rsidRDefault="00810015" w:rsidP="00810015">
      <w:r>
        <w:t>349.2338</w:t>
      </w:r>
      <w:r>
        <w:tab/>
        <w:t>2.884e0</w:t>
      </w:r>
    </w:p>
    <w:p w14:paraId="60E1A3FB" w14:textId="77777777" w:rsidR="00810015" w:rsidRDefault="00810015" w:rsidP="00810015">
      <w:r>
        <w:t>349.2413</w:t>
      </w:r>
      <w:r>
        <w:tab/>
        <w:t>5.063e0</w:t>
      </w:r>
    </w:p>
    <w:p w14:paraId="4B5CBA76" w14:textId="77777777" w:rsidR="00810015" w:rsidRDefault="00810015" w:rsidP="00810015">
      <w:r>
        <w:t>349.2713</w:t>
      </w:r>
      <w:r>
        <w:tab/>
        <w:t>1.013e0</w:t>
      </w:r>
    </w:p>
    <w:p w14:paraId="3F6A1862" w14:textId="77777777" w:rsidR="00810015" w:rsidRDefault="00810015" w:rsidP="00810015">
      <w:r>
        <w:t>349.2910</w:t>
      </w:r>
      <w:r>
        <w:tab/>
        <w:t>1.013e0</w:t>
      </w:r>
    </w:p>
    <w:p w14:paraId="6436476F" w14:textId="77777777" w:rsidR="00810015" w:rsidRDefault="00810015" w:rsidP="00810015">
      <w:r>
        <w:t>349.2975</w:t>
      </w:r>
      <w:r>
        <w:tab/>
        <w:t>1.013e0</w:t>
      </w:r>
    </w:p>
    <w:p w14:paraId="115F5361" w14:textId="77777777" w:rsidR="00810015" w:rsidRDefault="00810015" w:rsidP="00810015">
      <w:r>
        <w:t>349.3276</w:t>
      </w:r>
      <w:r>
        <w:tab/>
        <w:t>2.025e0</w:t>
      </w:r>
    </w:p>
    <w:p w14:paraId="110E72DA" w14:textId="77777777" w:rsidR="00810015" w:rsidRDefault="00810015" w:rsidP="00810015">
      <w:r>
        <w:t>349.3324</w:t>
      </w:r>
      <w:r>
        <w:tab/>
        <w:t>1.013e0</w:t>
      </w:r>
    </w:p>
    <w:p w14:paraId="7258DB07" w14:textId="77777777" w:rsidR="00810015" w:rsidRDefault="00810015" w:rsidP="00810015">
      <w:r>
        <w:t>349.3402</w:t>
      </w:r>
      <w:r>
        <w:tab/>
        <w:t>1.013e0</w:t>
      </w:r>
    </w:p>
    <w:p w14:paraId="55D78078" w14:textId="77777777" w:rsidR="00810015" w:rsidRDefault="00810015" w:rsidP="00810015">
      <w:r>
        <w:t>349.3726</w:t>
      </w:r>
      <w:r>
        <w:tab/>
        <w:t>1.013e0</w:t>
      </w:r>
    </w:p>
    <w:p w14:paraId="47686F35" w14:textId="77777777" w:rsidR="00810015" w:rsidRDefault="00810015" w:rsidP="00810015">
      <w:r>
        <w:t>349.4065</w:t>
      </w:r>
      <w:r>
        <w:tab/>
        <w:t>2.025e0</w:t>
      </w:r>
    </w:p>
    <w:p w14:paraId="0C7F2883" w14:textId="77777777" w:rsidR="00810015" w:rsidRDefault="00810015" w:rsidP="00810015">
      <w:r>
        <w:t>349.4227</w:t>
      </w:r>
      <w:r>
        <w:tab/>
        <w:t>1.013e0</w:t>
      </w:r>
    </w:p>
    <w:p w14:paraId="0541DE6B" w14:textId="77777777" w:rsidR="00810015" w:rsidRDefault="00810015" w:rsidP="00810015">
      <w:r>
        <w:t>349.4559</w:t>
      </w:r>
      <w:r>
        <w:tab/>
        <w:t>1.013e0</w:t>
      </w:r>
    </w:p>
    <w:p w14:paraId="4AFE6485" w14:textId="77777777" w:rsidR="00810015" w:rsidRDefault="00810015" w:rsidP="00810015">
      <w:r>
        <w:t>349.4621</w:t>
      </w:r>
      <w:r>
        <w:tab/>
        <w:t>3.038e0</w:t>
      </w:r>
    </w:p>
    <w:p w14:paraId="1C631E42" w14:textId="77777777" w:rsidR="00810015" w:rsidRDefault="00810015" w:rsidP="00810015">
      <w:r>
        <w:t>349.4930</w:t>
      </w:r>
      <w:r>
        <w:tab/>
        <w:t>2.025e0</w:t>
      </w:r>
    </w:p>
    <w:p w14:paraId="218C7896" w14:textId="77777777" w:rsidR="00810015" w:rsidRDefault="00810015" w:rsidP="00810015">
      <w:r>
        <w:t>349.5103</w:t>
      </w:r>
      <w:r>
        <w:tab/>
        <w:t>1.013e0</w:t>
      </w:r>
    </w:p>
    <w:p w14:paraId="24FAC538" w14:textId="77777777" w:rsidR="00810015" w:rsidRDefault="00810015" w:rsidP="00810015">
      <w:r>
        <w:t>349.5260</w:t>
      </w:r>
      <w:r>
        <w:tab/>
        <w:t>1.013e0</w:t>
      </w:r>
    </w:p>
    <w:p w14:paraId="436CCE0F" w14:textId="77777777" w:rsidR="00810015" w:rsidRDefault="00810015" w:rsidP="00810015">
      <w:r>
        <w:t>349.5341</w:t>
      </w:r>
      <w:r>
        <w:tab/>
        <w:t>2.025e0</w:t>
      </w:r>
    </w:p>
    <w:p w14:paraId="4029F1B0" w14:textId="77777777" w:rsidR="00810015" w:rsidRDefault="00810015" w:rsidP="00810015">
      <w:r>
        <w:t>349.6001</w:t>
      </w:r>
      <w:r>
        <w:tab/>
        <w:t>1.013e0</w:t>
      </w:r>
    </w:p>
    <w:p w14:paraId="2429B76B" w14:textId="77777777" w:rsidR="00810015" w:rsidRDefault="00810015" w:rsidP="00810015">
      <w:r>
        <w:t>349.6041</w:t>
      </w:r>
      <w:r>
        <w:tab/>
        <w:t>1.013e0</w:t>
      </w:r>
    </w:p>
    <w:p w14:paraId="6F6E4C79" w14:textId="77777777" w:rsidR="00810015" w:rsidRDefault="00810015" w:rsidP="00810015">
      <w:r>
        <w:t>349.6154</w:t>
      </w:r>
      <w:r>
        <w:tab/>
        <w:t>1.013e0</w:t>
      </w:r>
    </w:p>
    <w:p w14:paraId="7578BE88" w14:textId="77777777" w:rsidR="00810015" w:rsidRDefault="00810015" w:rsidP="00810015">
      <w:r>
        <w:t>349.6260</w:t>
      </w:r>
      <w:r>
        <w:tab/>
        <w:t>1.013e0</w:t>
      </w:r>
    </w:p>
    <w:p w14:paraId="34325BEC" w14:textId="77777777" w:rsidR="00810015" w:rsidRDefault="00810015" w:rsidP="00810015">
      <w:r>
        <w:t>349.6495</w:t>
      </w:r>
      <w:r>
        <w:tab/>
        <w:t>1.013e0</w:t>
      </w:r>
    </w:p>
    <w:p w14:paraId="0AFD3199" w14:textId="77777777" w:rsidR="00810015" w:rsidRDefault="00810015" w:rsidP="00810015">
      <w:r>
        <w:t>349.6534</w:t>
      </w:r>
      <w:r>
        <w:tab/>
        <w:t>3.038e0</w:t>
      </w:r>
    </w:p>
    <w:p w14:paraId="2E646B49" w14:textId="77777777" w:rsidR="00810015" w:rsidRDefault="00810015" w:rsidP="00810015">
      <w:r>
        <w:t>349.6593</w:t>
      </w:r>
      <w:r>
        <w:tab/>
        <w:t>1.013e0</w:t>
      </w:r>
    </w:p>
    <w:p w14:paraId="5D74ABE8" w14:textId="77777777" w:rsidR="00810015" w:rsidRDefault="00810015" w:rsidP="00810015">
      <w:r>
        <w:t>349.6843</w:t>
      </w:r>
      <w:r>
        <w:tab/>
        <w:t>2.025e0</w:t>
      </w:r>
    </w:p>
    <w:p w14:paraId="5FF3BBB2" w14:textId="77777777" w:rsidR="00810015" w:rsidRDefault="00810015" w:rsidP="00810015">
      <w:r>
        <w:t>349.7094</w:t>
      </w:r>
      <w:r>
        <w:tab/>
        <w:t>1.013e0</w:t>
      </w:r>
    </w:p>
    <w:p w14:paraId="24748265" w14:textId="77777777" w:rsidR="00810015" w:rsidRDefault="00810015" w:rsidP="00810015">
      <w:r>
        <w:t>349.7106</w:t>
      </w:r>
      <w:r>
        <w:tab/>
        <w:t>1.013e0</w:t>
      </w:r>
    </w:p>
    <w:p w14:paraId="24BB114B" w14:textId="77777777" w:rsidR="00810015" w:rsidRDefault="00810015" w:rsidP="00810015">
      <w:r>
        <w:t>349.7651</w:t>
      </w:r>
      <w:r>
        <w:tab/>
        <w:t>1.013e0</w:t>
      </w:r>
    </w:p>
    <w:p w14:paraId="3793315B" w14:textId="77777777" w:rsidR="00810015" w:rsidRDefault="00810015" w:rsidP="00810015">
      <w:r>
        <w:t>349.7988</w:t>
      </w:r>
      <w:r>
        <w:tab/>
        <w:t>1.013e0</w:t>
      </w:r>
    </w:p>
    <w:p w14:paraId="24D931FF" w14:textId="77777777" w:rsidR="00810015" w:rsidRDefault="00810015" w:rsidP="00810015">
      <w:r>
        <w:t>349.8358</w:t>
      </w:r>
      <w:r>
        <w:tab/>
        <w:t>1.013e0</w:t>
      </w:r>
    </w:p>
    <w:p w14:paraId="3B5FD77B" w14:textId="77777777" w:rsidR="00810015" w:rsidRDefault="00810015" w:rsidP="00810015">
      <w:r>
        <w:t>349.8938</w:t>
      </w:r>
      <w:r>
        <w:tab/>
        <w:t>1.013e0</w:t>
      </w:r>
    </w:p>
    <w:p w14:paraId="66DA6D56" w14:textId="77777777" w:rsidR="00810015" w:rsidRDefault="00810015" w:rsidP="00810015">
      <w:r>
        <w:t>349.8972</w:t>
      </w:r>
      <w:r>
        <w:tab/>
        <w:t>1.013e0</w:t>
      </w:r>
    </w:p>
    <w:p w14:paraId="64A16C68" w14:textId="77777777" w:rsidR="00810015" w:rsidRDefault="00810015" w:rsidP="00810015">
      <w:r>
        <w:t>349.9094</w:t>
      </w:r>
      <w:r>
        <w:tab/>
        <w:t>1.013e0</w:t>
      </w:r>
    </w:p>
    <w:p w14:paraId="1FC8CEC4" w14:textId="77777777" w:rsidR="00810015" w:rsidRDefault="00810015" w:rsidP="00810015">
      <w:r>
        <w:t>349.9109</w:t>
      </w:r>
      <w:r>
        <w:tab/>
        <w:t>3.038e0</w:t>
      </w:r>
    </w:p>
    <w:p w14:paraId="75B0E7C7" w14:textId="77777777" w:rsidR="00810015" w:rsidRDefault="00810015" w:rsidP="00810015">
      <w:r>
        <w:t>349.9191</w:t>
      </w:r>
      <w:r>
        <w:tab/>
        <w:t>4.051e0</w:t>
      </w:r>
    </w:p>
    <w:p w14:paraId="1EB8AE70" w14:textId="77777777" w:rsidR="00810015" w:rsidRDefault="00810015" w:rsidP="00810015">
      <w:r>
        <w:t>349.9341</w:t>
      </w:r>
      <w:r>
        <w:tab/>
        <w:t>2.025e0</w:t>
      </w:r>
    </w:p>
    <w:p w14:paraId="2E08BCF4" w14:textId="77777777" w:rsidR="00810015" w:rsidRDefault="00810015" w:rsidP="00810015">
      <w:r>
        <w:t>349.9465</w:t>
      </w:r>
      <w:r>
        <w:tab/>
        <w:t>2.025e0</w:t>
      </w:r>
    </w:p>
    <w:p w14:paraId="2045B44F" w14:textId="77777777" w:rsidR="00810015" w:rsidRDefault="00810015" w:rsidP="00810015">
      <w:r>
        <w:t>349.9773</w:t>
      </w:r>
      <w:r>
        <w:tab/>
        <w:t>1.967e0</w:t>
      </w:r>
    </w:p>
    <w:p w14:paraId="2D23021B" w14:textId="77777777" w:rsidR="00810015" w:rsidRDefault="00810015" w:rsidP="00810015">
      <w:r>
        <w:t>349.9886</w:t>
      </w:r>
      <w:r>
        <w:tab/>
        <w:t>1.013e0</w:t>
      </w:r>
    </w:p>
    <w:p w14:paraId="3314A39F" w14:textId="77777777" w:rsidR="00810015" w:rsidRDefault="00810015" w:rsidP="00810015">
      <w:r>
        <w:t>350.0038</w:t>
      </w:r>
      <w:r>
        <w:tab/>
        <w:t>1.013e0</w:t>
      </w:r>
    </w:p>
    <w:p w14:paraId="39D5CE1F" w14:textId="77777777" w:rsidR="00810015" w:rsidRDefault="00810015" w:rsidP="00810015">
      <w:r>
        <w:t>350.0080</w:t>
      </w:r>
      <w:r>
        <w:tab/>
        <w:t>1.013e0</w:t>
      </w:r>
    </w:p>
    <w:p w14:paraId="5A51606A" w14:textId="77777777" w:rsidR="00810015" w:rsidRDefault="00810015" w:rsidP="00810015">
      <w:r>
        <w:t>350.0615</w:t>
      </w:r>
      <w:r>
        <w:tab/>
        <w:t>1.013e0</w:t>
      </w:r>
    </w:p>
    <w:p w14:paraId="7EECA496" w14:textId="77777777" w:rsidR="00810015" w:rsidRDefault="00810015" w:rsidP="00810015">
      <w:r>
        <w:t>350.0684</w:t>
      </w:r>
      <w:r>
        <w:tab/>
        <w:t>1.614e0</w:t>
      </w:r>
    </w:p>
    <w:p w14:paraId="577305C7" w14:textId="77777777" w:rsidR="00810015" w:rsidRDefault="00810015" w:rsidP="00810015">
      <w:r>
        <w:t>350.1419</w:t>
      </w:r>
      <w:r>
        <w:tab/>
        <w:t>2.025e0</w:t>
      </w:r>
    </w:p>
    <w:p w14:paraId="72B183B9" w14:textId="77777777" w:rsidR="00810015" w:rsidRDefault="00810015" w:rsidP="00810015">
      <w:r>
        <w:t>350.1479</w:t>
      </w:r>
      <w:r>
        <w:tab/>
        <w:t>1.013e0</w:t>
      </w:r>
    </w:p>
    <w:p w14:paraId="1F1747A5" w14:textId="77777777" w:rsidR="00810015" w:rsidRDefault="00810015" w:rsidP="00810015">
      <w:r>
        <w:t>350.1507</w:t>
      </w:r>
      <w:r>
        <w:tab/>
        <w:t>1.322e0</w:t>
      </w:r>
    </w:p>
    <w:p w14:paraId="5B244D19" w14:textId="77777777" w:rsidR="00810015" w:rsidRDefault="00810015" w:rsidP="00810015">
      <w:r>
        <w:t>350.1872</w:t>
      </w:r>
      <w:r>
        <w:tab/>
        <w:t>1.792e0</w:t>
      </w:r>
    </w:p>
    <w:p w14:paraId="1AAE8EDA" w14:textId="77777777" w:rsidR="00810015" w:rsidRDefault="00810015" w:rsidP="00810015">
      <w:r>
        <w:t>350.1979</w:t>
      </w:r>
      <w:r>
        <w:tab/>
        <w:t>1.013e0</w:t>
      </w:r>
    </w:p>
    <w:p w14:paraId="35AB01B6" w14:textId="77777777" w:rsidR="00810015" w:rsidRDefault="00810015" w:rsidP="00810015">
      <w:r>
        <w:t>350.2163</w:t>
      </w:r>
      <w:r>
        <w:tab/>
        <w:t>2.594e0</w:t>
      </w:r>
    </w:p>
    <w:p w14:paraId="7C6D65A6" w14:textId="77777777" w:rsidR="00810015" w:rsidRDefault="00810015" w:rsidP="00810015">
      <w:r>
        <w:t>350.2283</w:t>
      </w:r>
      <w:r>
        <w:tab/>
        <w:t>2.025e0</w:t>
      </w:r>
    </w:p>
    <w:p w14:paraId="0BE19CE6" w14:textId="77777777" w:rsidR="00810015" w:rsidRDefault="00810015" w:rsidP="00810015">
      <w:r>
        <w:t>350.2314</w:t>
      </w:r>
      <w:r>
        <w:tab/>
        <w:t>2.025e0</w:t>
      </w:r>
    </w:p>
    <w:p w14:paraId="694CE650" w14:textId="77777777" w:rsidR="00810015" w:rsidRDefault="00810015" w:rsidP="00810015">
      <w:r>
        <w:t>350.2472</w:t>
      </w:r>
      <w:r>
        <w:tab/>
        <w:t>2.025e0</w:t>
      </w:r>
    </w:p>
    <w:p w14:paraId="462C8532" w14:textId="77777777" w:rsidR="00810015" w:rsidRDefault="00810015" w:rsidP="00810015">
      <w:r>
        <w:t>350.2906</w:t>
      </w:r>
      <w:r>
        <w:tab/>
        <w:t>2.025e0</w:t>
      </w:r>
    </w:p>
    <w:p w14:paraId="34FEABDA" w14:textId="77777777" w:rsidR="00810015" w:rsidRDefault="00810015" w:rsidP="00810015">
      <w:r>
        <w:t>350.2921</w:t>
      </w:r>
      <w:r>
        <w:tab/>
        <w:t>1.013e0</w:t>
      </w:r>
    </w:p>
    <w:p w14:paraId="2913981F" w14:textId="77777777" w:rsidR="00810015" w:rsidRDefault="00810015" w:rsidP="00810015">
      <w:r>
        <w:t>350.3047</w:t>
      </w:r>
      <w:r>
        <w:tab/>
        <w:t>1.013e0</w:t>
      </w:r>
    </w:p>
    <w:p w14:paraId="6FBFB380" w14:textId="77777777" w:rsidR="00810015" w:rsidRDefault="00810015" w:rsidP="00810015">
      <w:r>
        <w:t>350.3122</w:t>
      </w:r>
      <w:r>
        <w:tab/>
        <w:t>3.038e0</w:t>
      </w:r>
    </w:p>
    <w:p w14:paraId="28563854" w14:textId="77777777" w:rsidR="00810015" w:rsidRDefault="00810015" w:rsidP="00810015">
      <w:r>
        <w:t>350.3212</w:t>
      </w:r>
      <w:r>
        <w:tab/>
        <w:t>1.013e0</w:t>
      </w:r>
    </w:p>
    <w:p w14:paraId="0EBBA7B0" w14:textId="77777777" w:rsidR="00810015" w:rsidRDefault="00810015" w:rsidP="00810015">
      <w:r>
        <w:t>350.3422</w:t>
      </w:r>
      <w:r>
        <w:tab/>
        <w:t>1.013e0</w:t>
      </w:r>
    </w:p>
    <w:p w14:paraId="501CD51E" w14:textId="77777777" w:rsidR="00810015" w:rsidRDefault="00810015" w:rsidP="00810015">
      <w:r>
        <w:t>350.3500</w:t>
      </w:r>
      <w:r>
        <w:tab/>
        <w:t>1.013e0</w:t>
      </w:r>
    </w:p>
    <w:p w14:paraId="7D28B2FE" w14:textId="77777777" w:rsidR="00810015" w:rsidRDefault="00810015" w:rsidP="00810015">
      <w:r>
        <w:t>350.3668</w:t>
      </w:r>
      <w:r>
        <w:tab/>
        <w:t>1.013e0</w:t>
      </w:r>
    </w:p>
    <w:p w14:paraId="1D67A4F9" w14:textId="77777777" w:rsidR="00810015" w:rsidRDefault="00810015" w:rsidP="00810015">
      <w:r>
        <w:t>350.3875</w:t>
      </w:r>
      <w:r>
        <w:tab/>
        <w:t>1.013e0</w:t>
      </w:r>
    </w:p>
    <w:p w14:paraId="2C30B11C" w14:textId="77777777" w:rsidR="00810015" w:rsidRDefault="00810015" w:rsidP="00810015">
      <w:r>
        <w:t>350.4239</w:t>
      </w:r>
      <w:r>
        <w:tab/>
        <w:t>1.013e0</w:t>
      </w:r>
    </w:p>
    <w:p w14:paraId="6307520A" w14:textId="77777777" w:rsidR="00810015" w:rsidRDefault="00810015" w:rsidP="00810015">
      <w:r>
        <w:t>350.4364</w:t>
      </w:r>
      <w:r>
        <w:tab/>
        <w:t>1.013e0</w:t>
      </w:r>
    </w:p>
    <w:p w14:paraId="2AE345CA" w14:textId="77777777" w:rsidR="00810015" w:rsidRDefault="00810015" w:rsidP="00810015">
      <w:r>
        <w:t>350.4376</w:t>
      </w:r>
      <w:r>
        <w:tab/>
        <w:t>2.025e0</w:t>
      </w:r>
    </w:p>
    <w:p w14:paraId="6BF92F65" w14:textId="77777777" w:rsidR="00810015" w:rsidRDefault="00810015" w:rsidP="00810015">
      <w:r>
        <w:t>350.4408</w:t>
      </w:r>
      <w:r>
        <w:tab/>
        <w:t>1.013e0</w:t>
      </w:r>
    </w:p>
    <w:p w14:paraId="519C2DCD" w14:textId="77777777" w:rsidR="00810015" w:rsidRDefault="00810015" w:rsidP="00810015">
      <w:r>
        <w:t>350.4696</w:t>
      </w:r>
      <w:r>
        <w:tab/>
        <w:t>1.013e0</w:t>
      </w:r>
    </w:p>
    <w:p w14:paraId="6F95F1E7" w14:textId="77777777" w:rsidR="00810015" w:rsidRDefault="00810015" w:rsidP="00810015">
      <w:r>
        <w:t>350.4740</w:t>
      </w:r>
      <w:r>
        <w:tab/>
        <w:t>1.013e0</w:t>
      </w:r>
    </w:p>
    <w:p w14:paraId="666E225A" w14:textId="77777777" w:rsidR="00810015" w:rsidRDefault="00810015" w:rsidP="00810015">
      <w:r>
        <w:t>350.4915</w:t>
      </w:r>
      <w:r>
        <w:tab/>
        <w:t>1.013e0</w:t>
      </w:r>
    </w:p>
    <w:p w14:paraId="2A28C537" w14:textId="77777777" w:rsidR="00810015" w:rsidRDefault="00810015" w:rsidP="00810015">
      <w:r>
        <w:t>350.5046</w:t>
      </w:r>
      <w:r>
        <w:tab/>
        <w:t>2.025e0</w:t>
      </w:r>
    </w:p>
    <w:p w14:paraId="7922A5BF" w14:textId="77777777" w:rsidR="00810015" w:rsidRDefault="00810015" w:rsidP="00810015">
      <w:r>
        <w:t>350.5234</w:t>
      </w:r>
      <w:r>
        <w:tab/>
        <w:t>2.025e0</w:t>
      </w:r>
    </w:p>
    <w:p w14:paraId="413D7743" w14:textId="77777777" w:rsidR="00810015" w:rsidRDefault="00810015" w:rsidP="00810015">
      <w:r>
        <w:t>350.5305</w:t>
      </w:r>
      <w:r>
        <w:tab/>
        <w:t>1.013e0</w:t>
      </w:r>
    </w:p>
    <w:p w14:paraId="6E152E50" w14:textId="77777777" w:rsidR="00810015" w:rsidRDefault="00810015" w:rsidP="00810015">
      <w:r>
        <w:t>350.5397</w:t>
      </w:r>
      <w:r>
        <w:tab/>
        <w:t>1.013e0</w:t>
      </w:r>
    </w:p>
    <w:p w14:paraId="3D9E9F42" w14:textId="77777777" w:rsidR="00810015" w:rsidRDefault="00810015" w:rsidP="00810015">
      <w:r>
        <w:t>350.5616</w:t>
      </w:r>
      <w:r>
        <w:tab/>
        <w:t>2.025e0</w:t>
      </w:r>
    </w:p>
    <w:p w14:paraId="09508BE9" w14:textId="77777777" w:rsidR="00810015" w:rsidRDefault="00810015" w:rsidP="00810015">
      <w:r>
        <w:t>350.5746</w:t>
      </w:r>
      <w:r>
        <w:tab/>
        <w:t>3.038e0</w:t>
      </w:r>
    </w:p>
    <w:p w14:paraId="72141074" w14:textId="77777777" w:rsidR="00810015" w:rsidRDefault="00810015" w:rsidP="00810015">
      <w:r>
        <w:t>350.6246</w:t>
      </w:r>
      <w:r>
        <w:tab/>
        <w:t>1.013e0</w:t>
      </w:r>
    </w:p>
    <w:p w14:paraId="06C835CB" w14:textId="77777777" w:rsidR="00810015" w:rsidRDefault="00810015" w:rsidP="00810015">
      <w:r>
        <w:t>350.6357</w:t>
      </w:r>
      <w:r>
        <w:tab/>
        <w:t>1.013e0</w:t>
      </w:r>
    </w:p>
    <w:p w14:paraId="49C465C4" w14:textId="77777777" w:rsidR="00810015" w:rsidRDefault="00810015" w:rsidP="00810015">
      <w:r>
        <w:t>350.6385</w:t>
      </w:r>
      <w:r>
        <w:tab/>
        <w:t>1.013e0</w:t>
      </w:r>
    </w:p>
    <w:p w14:paraId="0E80F2D0" w14:textId="77777777" w:rsidR="00810015" w:rsidRDefault="00810015" w:rsidP="00810015">
      <w:r>
        <w:t>350.6852</w:t>
      </w:r>
      <w:r>
        <w:tab/>
        <w:t>1.013e0</w:t>
      </w:r>
    </w:p>
    <w:p w14:paraId="03EFCA8A" w14:textId="77777777" w:rsidR="00810015" w:rsidRDefault="00810015" w:rsidP="00810015">
      <w:r>
        <w:t>350.7087</w:t>
      </w:r>
      <w:r>
        <w:tab/>
        <w:t>1.013e0</w:t>
      </w:r>
    </w:p>
    <w:p w14:paraId="2139D3B8" w14:textId="77777777" w:rsidR="00810015" w:rsidRDefault="00810015" w:rsidP="00810015">
      <w:r>
        <w:t>350.7110</w:t>
      </w:r>
      <w:r>
        <w:tab/>
        <w:t>2.025e0</w:t>
      </w:r>
    </w:p>
    <w:p w14:paraId="427C0D8A" w14:textId="77777777" w:rsidR="00810015" w:rsidRDefault="00810015" w:rsidP="00810015">
      <w:r>
        <w:t>350.7125</w:t>
      </w:r>
      <w:r>
        <w:tab/>
        <w:t>1.013e0</w:t>
      </w:r>
    </w:p>
    <w:p w14:paraId="2C203CDA" w14:textId="77777777" w:rsidR="00810015" w:rsidRDefault="00810015" w:rsidP="00810015">
      <w:r>
        <w:t>350.7263</w:t>
      </w:r>
      <w:r>
        <w:tab/>
        <w:t>1.013e0</w:t>
      </w:r>
    </w:p>
    <w:p w14:paraId="6BCB493D" w14:textId="77777777" w:rsidR="00810015" w:rsidRDefault="00810015" w:rsidP="00810015">
      <w:r>
        <w:t>350.7334</w:t>
      </w:r>
      <w:r>
        <w:tab/>
        <w:t>1.013e0</w:t>
      </w:r>
    </w:p>
    <w:p w14:paraId="70C5A563" w14:textId="77777777" w:rsidR="00810015" w:rsidRDefault="00810015" w:rsidP="00810015">
      <w:r>
        <w:t>350.7627</w:t>
      </w:r>
      <w:r>
        <w:tab/>
        <w:t>2.025e0</w:t>
      </w:r>
    </w:p>
    <w:p w14:paraId="6966CD75" w14:textId="77777777" w:rsidR="00810015" w:rsidRDefault="00810015" w:rsidP="00810015">
      <w:r>
        <w:t>350.7726</w:t>
      </w:r>
      <w:r>
        <w:tab/>
        <w:t>2.025e0</w:t>
      </w:r>
    </w:p>
    <w:p w14:paraId="27E50382" w14:textId="77777777" w:rsidR="00810015" w:rsidRDefault="00810015" w:rsidP="00810015">
      <w:r>
        <w:t>350.7788</w:t>
      </w:r>
      <w:r>
        <w:tab/>
        <w:t>1.013e0</w:t>
      </w:r>
    </w:p>
    <w:p w14:paraId="17C44B53" w14:textId="77777777" w:rsidR="00810015" w:rsidRDefault="00810015" w:rsidP="00810015">
      <w:r>
        <w:t>350.7828</w:t>
      </w:r>
      <w:r>
        <w:tab/>
        <w:t>1.013e0</w:t>
      </w:r>
    </w:p>
    <w:p w14:paraId="608A725D" w14:textId="77777777" w:rsidR="00810015" w:rsidRDefault="00810015" w:rsidP="00810015">
      <w:r>
        <w:t>350.8087</w:t>
      </w:r>
      <w:r>
        <w:tab/>
        <w:t>1.013e0</w:t>
      </w:r>
    </w:p>
    <w:p w14:paraId="3A523101" w14:textId="77777777" w:rsidR="00810015" w:rsidRDefault="00810015" w:rsidP="00810015">
      <w:r>
        <w:t>350.8530</w:t>
      </w:r>
      <w:r>
        <w:tab/>
        <w:t>1.013e0</w:t>
      </w:r>
    </w:p>
    <w:p w14:paraId="7E2EB752" w14:textId="77777777" w:rsidR="00810015" w:rsidRDefault="00810015" w:rsidP="00810015">
      <w:r>
        <w:t>350.8671</w:t>
      </w:r>
      <w:r>
        <w:tab/>
        <w:t>2.025e0</w:t>
      </w:r>
    </w:p>
    <w:p w14:paraId="613BBB53" w14:textId="77777777" w:rsidR="00810015" w:rsidRDefault="00810015" w:rsidP="00810015">
      <w:r>
        <w:t>350.8707</w:t>
      </w:r>
      <w:r>
        <w:tab/>
        <w:t>2.025e0</w:t>
      </w:r>
    </w:p>
    <w:p w14:paraId="4B8E46C7" w14:textId="77777777" w:rsidR="00810015" w:rsidRDefault="00810015" w:rsidP="00810015">
      <w:r>
        <w:t>350.8777</w:t>
      </w:r>
      <w:r>
        <w:tab/>
        <w:t>1.013e0</w:t>
      </w:r>
    </w:p>
    <w:p w14:paraId="2C3E2227" w14:textId="77777777" w:rsidR="00810015" w:rsidRDefault="00810015" w:rsidP="00810015">
      <w:r>
        <w:t>350.9069</w:t>
      </w:r>
      <w:r>
        <w:tab/>
        <w:t>2.001e0</w:t>
      </w:r>
    </w:p>
    <w:p w14:paraId="66B0EE2F" w14:textId="77777777" w:rsidR="00810015" w:rsidRDefault="00810015" w:rsidP="00810015">
      <w:r>
        <w:t>350.9243</w:t>
      </w:r>
      <w:r>
        <w:tab/>
        <w:t>1.013e0</w:t>
      </w:r>
    </w:p>
    <w:p w14:paraId="2CAE6DDF" w14:textId="77777777" w:rsidR="00810015" w:rsidRDefault="00810015" w:rsidP="00810015">
      <w:r>
        <w:t>350.9650</w:t>
      </w:r>
      <w:r>
        <w:tab/>
        <w:t>1.013e0</w:t>
      </w:r>
    </w:p>
    <w:p w14:paraId="3AB9D3F6" w14:textId="77777777" w:rsidR="00810015" w:rsidRDefault="00810015" w:rsidP="00810015">
      <w:r>
        <w:t>350.9802</w:t>
      </w:r>
      <w:r>
        <w:tab/>
        <w:t>1.952e0</w:t>
      </w:r>
    </w:p>
    <w:p w14:paraId="060556F1" w14:textId="77777777" w:rsidR="00810015" w:rsidRDefault="00810015" w:rsidP="00810015">
      <w:r>
        <w:t>351.0014</w:t>
      </w:r>
      <w:r>
        <w:tab/>
        <w:t>1.013e0</w:t>
      </w:r>
    </w:p>
    <w:p w14:paraId="15E51579" w14:textId="77777777" w:rsidR="00810015" w:rsidRDefault="00810015" w:rsidP="00810015">
      <w:r>
        <w:t>351.0140</w:t>
      </w:r>
      <w:r>
        <w:tab/>
        <w:t>1.013e0</w:t>
      </w:r>
    </w:p>
    <w:p w14:paraId="10758619" w14:textId="77777777" w:rsidR="00810015" w:rsidRDefault="00810015" w:rsidP="00810015">
      <w:r>
        <w:t>351.0768</w:t>
      </w:r>
      <w:r>
        <w:tab/>
        <w:t>1.013e0</w:t>
      </w:r>
    </w:p>
    <w:p w14:paraId="07A616F9" w14:textId="77777777" w:rsidR="00810015" w:rsidRDefault="00810015" w:rsidP="00810015">
      <w:r>
        <w:t>351.0843</w:t>
      </w:r>
      <w:r>
        <w:tab/>
        <w:t>2.869e0</w:t>
      </w:r>
    </w:p>
    <w:p w14:paraId="09CBF02E" w14:textId="77777777" w:rsidR="00810015" w:rsidRDefault="00810015" w:rsidP="00810015">
      <w:r>
        <w:t>351.1082</w:t>
      </w:r>
      <w:r>
        <w:tab/>
        <w:t>1.013e0</w:t>
      </w:r>
    </w:p>
    <w:p w14:paraId="6FC9BE25" w14:textId="77777777" w:rsidR="00810015" w:rsidRDefault="00810015" w:rsidP="00810015">
      <w:r>
        <w:t>351.1273</w:t>
      </w:r>
      <w:r>
        <w:tab/>
        <w:t>2.869e0</w:t>
      </w:r>
    </w:p>
    <w:p w14:paraId="29907C71" w14:textId="77777777" w:rsidR="00810015" w:rsidRDefault="00810015" w:rsidP="00810015">
      <w:r>
        <w:t>351.1585</w:t>
      </w:r>
      <w:r>
        <w:tab/>
        <w:t>1.013e0</w:t>
      </w:r>
    </w:p>
    <w:p w14:paraId="2702BD37" w14:textId="77777777" w:rsidR="00810015" w:rsidRDefault="00810015" w:rsidP="00810015">
      <w:r>
        <w:t>351.2009</w:t>
      </w:r>
      <w:r>
        <w:tab/>
        <w:t>3.038e0</w:t>
      </w:r>
    </w:p>
    <w:p w14:paraId="2F21A95E" w14:textId="77777777" w:rsidR="00810015" w:rsidRDefault="00810015" w:rsidP="00810015">
      <w:r>
        <w:t>351.2103</w:t>
      </w:r>
      <w:r>
        <w:tab/>
        <w:t>3.968e0</w:t>
      </w:r>
    </w:p>
    <w:p w14:paraId="396B5271" w14:textId="77777777" w:rsidR="00810015" w:rsidRDefault="00810015" w:rsidP="00810015">
      <w:r>
        <w:t>351.2289</w:t>
      </w:r>
      <w:r>
        <w:tab/>
        <w:t>1.013e0</w:t>
      </w:r>
    </w:p>
    <w:p w14:paraId="654683FA" w14:textId="77777777" w:rsidR="00810015" w:rsidRDefault="00810015" w:rsidP="00810015">
      <w:r>
        <w:t>351.2301</w:t>
      </w:r>
      <w:r>
        <w:tab/>
        <w:t>4.923e0</w:t>
      </w:r>
    </w:p>
    <w:p w14:paraId="5D42003C" w14:textId="77777777" w:rsidR="00810015" w:rsidRDefault="00810015" w:rsidP="00810015">
      <w:r>
        <w:t>351.2528</w:t>
      </w:r>
      <w:r>
        <w:tab/>
        <w:t>1.013e0</w:t>
      </w:r>
    </w:p>
    <w:p w14:paraId="480FE5A6" w14:textId="77777777" w:rsidR="00810015" w:rsidRDefault="00810015" w:rsidP="00810015">
      <w:r>
        <w:t>351.2585</w:t>
      </w:r>
      <w:r>
        <w:tab/>
        <w:t>1.013e0</w:t>
      </w:r>
    </w:p>
    <w:p w14:paraId="24E9E1B4" w14:textId="77777777" w:rsidR="00810015" w:rsidRDefault="00810015" w:rsidP="00810015">
      <w:r>
        <w:t>351.2882</w:t>
      </w:r>
      <w:r>
        <w:tab/>
        <w:t>2.025e0</w:t>
      </w:r>
    </w:p>
    <w:p w14:paraId="3B848C69" w14:textId="77777777" w:rsidR="00810015" w:rsidRDefault="00810015" w:rsidP="00810015">
      <w:r>
        <w:t>351.2968</w:t>
      </w:r>
      <w:r>
        <w:tab/>
        <w:t>1.013e0</w:t>
      </w:r>
    </w:p>
    <w:p w14:paraId="670B5FB3" w14:textId="77777777" w:rsidR="00810015" w:rsidRDefault="00810015" w:rsidP="00810015">
      <w:r>
        <w:t>351.3491</w:t>
      </w:r>
      <w:r>
        <w:tab/>
        <w:t>4.051e0</w:t>
      </w:r>
    </w:p>
    <w:p w14:paraId="3A6341C6" w14:textId="77777777" w:rsidR="00810015" w:rsidRDefault="00810015" w:rsidP="00810015">
      <w:r>
        <w:t>351.3912</w:t>
      </w:r>
      <w:r>
        <w:tab/>
        <w:t>3.038e0</w:t>
      </w:r>
    </w:p>
    <w:p w14:paraId="0CDF2A6A" w14:textId="77777777" w:rsidR="00810015" w:rsidRDefault="00810015" w:rsidP="00810015">
      <w:r>
        <w:t>351.4160</w:t>
      </w:r>
      <w:r>
        <w:tab/>
        <w:t>2.025e0</w:t>
      </w:r>
    </w:p>
    <w:p w14:paraId="686AE40B" w14:textId="77777777" w:rsidR="00810015" w:rsidRDefault="00810015" w:rsidP="00810015">
      <w:r>
        <w:t>351.4364</w:t>
      </w:r>
      <w:r>
        <w:tab/>
        <w:t>2.025e0</w:t>
      </w:r>
    </w:p>
    <w:p w14:paraId="67BB7B65" w14:textId="77777777" w:rsidR="00810015" w:rsidRDefault="00810015" w:rsidP="00810015">
      <w:r>
        <w:t>351.4550</w:t>
      </w:r>
      <w:r>
        <w:tab/>
        <w:t>1.013e0</w:t>
      </w:r>
    </w:p>
    <w:p w14:paraId="1E79C622" w14:textId="77777777" w:rsidR="00810015" w:rsidRDefault="00810015" w:rsidP="00810015">
      <w:r>
        <w:t>351.4718</w:t>
      </w:r>
      <w:r>
        <w:tab/>
        <w:t>3.038e0</w:t>
      </w:r>
    </w:p>
    <w:p w14:paraId="40B2C42B" w14:textId="77777777" w:rsidR="00810015" w:rsidRDefault="00810015" w:rsidP="00810015">
      <w:r>
        <w:t>351.5118</w:t>
      </w:r>
      <w:r>
        <w:tab/>
        <w:t>1.013e0</w:t>
      </w:r>
    </w:p>
    <w:p w14:paraId="251C79D8" w14:textId="77777777" w:rsidR="00810015" w:rsidRDefault="00810015" w:rsidP="00810015">
      <w:r>
        <w:t>351.5217</w:t>
      </w:r>
      <w:r>
        <w:tab/>
        <w:t>3.038e0</w:t>
      </w:r>
    </w:p>
    <w:p w14:paraId="507B0D3D" w14:textId="77777777" w:rsidR="00810015" w:rsidRDefault="00810015" w:rsidP="00810015">
      <w:r>
        <w:t>351.5798</w:t>
      </w:r>
      <w:r>
        <w:tab/>
        <w:t>1.013e0</w:t>
      </w:r>
    </w:p>
    <w:p w14:paraId="1BB7B8BA" w14:textId="77777777" w:rsidR="00810015" w:rsidRDefault="00810015" w:rsidP="00810015">
      <w:r>
        <w:t>351.5993</w:t>
      </w:r>
      <w:r>
        <w:tab/>
        <w:t>1.013e0</w:t>
      </w:r>
    </w:p>
    <w:p w14:paraId="723669B2" w14:textId="77777777" w:rsidR="00810015" w:rsidRDefault="00810015" w:rsidP="00810015">
      <w:r>
        <w:t>351.6182</w:t>
      </w:r>
      <w:r>
        <w:tab/>
        <w:t>2.025e0</w:t>
      </w:r>
    </w:p>
    <w:p w14:paraId="2C81BF5C" w14:textId="77777777" w:rsidR="00810015" w:rsidRDefault="00810015" w:rsidP="00810015">
      <w:r>
        <w:t>351.6302</w:t>
      </w:r>
      <w:r>
        <w:tab/>
        <w:t>1.013e0</w:t>
      </w:r>
    </w:p>
    <w:p w14:paraId="08970344" w14:textId="77777777" w:rsidR="00810015" w:rsidRDefault="00810015" w:rsidP="00810015">
      <w:r>
        <w:t>351.6553</w:t>
      </w:r>
      <w:r>
        <w:tab/>
        <w:t>1.013e0</w:t>
      </w:r>
    </w:p>
    <w:p w14:paraId="24650F30" w14:textId="77777777" w:rsidR="00810015" w:rsidRDefault="00810015" w:rsidP="00810015">
      <w:r>
        <w:t>351.6616</w:t>
      </w:r>
      <w:r>
        <w:tab/>
        <w:t>1.013e0</w:t>
      </w:r>
    </w:p>
    <w:p w14:paraId="540462DA" w14:textId="77777777" w:rsidR="00810015" w:rsidRDefault="00810015" w:rsidP="00810015">
      <w:r>
        <w:t>351.6865</w:t>
      </w:r>
      <w:r>
        <w:tab/>
        <w:t>1.013e0</w:t>
      </w:r>
    </w:p>
    <w:p w14:paraId="47512ACC" w14:textId="77777777" w:rsidR="00810015" w:rsidRDefault="00810015" w:rsidP="00810015">
      <w:r>
        <w:t>351.6877</w:t>
      </w:r>
      <w:r>
        <w:tab/>
        <w:t>1.013e0</w:t>
      </w:r>
    </w:p>
    <w:p w14:paraId="0FE3B9A4" w14:textId="77777777" w:rsidR="00810015" w:rsidRDefault="00810015" w:rsidP="00810015">
      <w:r>
        <w:t>351.6994</w:t>
      </w:r>
      <w:r>
        <w:tab/>
        <w:t>1.013e0</w:t>
      </w:r>
    </w:p>
    <w:p w14:paraId="2E5580C7" w14:textId="77777777" w:rsidR="00810015" w:rsidRDefault="00810015" w:rsidP="00810015">
      <w:r>
        <w:t>351.7026</w:t>
      </w:r>
      <w:r>
        <w:tab/>
        <w:t>2.025e0</w:t>
      </w:r>
    </w:p>
    <w:p w14:paraId="213A0E9D" w14:textId="77777777" w:rsidR="00810015" w:rsidRDefault="00810015" w:rsidP="00810015">
      <w:r>
        <w:t>351.7398</w:t>
      </w:r>
      <w:r>
        <w:tab/>
        <w:t>1.013e0</w:t>
      </w:r>
    </w:p>
    <w:p w14:paraId="4B4F58FA" w14:textId="77777777" w:rsidR="00810015" w:rsidRDefault="00810015" w:rsidP="00810015">
      <w:r>
        <w:t>351.7471</w:t>
      </w:r>
      <w:r>
        <w:tab/>
        <w:t>3.038e0</w:t>
      </w:r>
    </w:p>
    <w:p w14:paraId="3E1554A6" w14:textId="77777777" w:rsidR="00810015" w:rsidRDefault="00810015" w:rsidP="00810015">
      <w:r>
        <w:t>351.7686</w:t>
      </w:r>
      <w:r>
        <w:tab/>
        <w:t>2.025e0</w:t>
      </w:r>
    </w:p>
    <w:p w14:paraId="535D3860" w14:textId="77777777" w:rsidR="00810015" w:rsidRDefault="00810015" w:rsidP="00810015">
      <w:r>
        <w:t>351.8001</w:t>
      </w:r>
      <w:r>
        <w:tab/>
        <w:t>1.013e0</w:t>
      </w:r>
    </w:p>
    <w:p w14:paraId="3A488D12" w14:textId="77777777" w:rsidR="00810015" w:rsidRDefault="00810015" w:rsidP="00810015">
      <w:r>
        <w:t>351.8071</w:t>
      </w:r>
      <w:r>
        <w:tab/>
        <w:t>2.025e0</w:t>
      </w:r>
    </w:p>
    <w:p w14:paraId="0C58CF59" w14:textId="77777777" w:rsidR="00810015" w:rsidRDefault="00810015" w:rsidP="00810015">
      <w:r>
        <w:t>351.8139</w:t>
      </w:r>
      <w:r>
        <w:tab/>
        <w:t>3.038e0</w:t>
      </w:r>
    </w:p>
    <w:p w14:paraId="46173AB6" w14:textId="77777777" w:rsidR="00810015" w:rsidRDefault="00810015" w:rsidP="00810015">
      <w:r>
        <w:t>351.8451</w:t>
      </w:r>
      <w:r>
        <w:tab/>
        <w:t>2.025e0</w:t>
      </w:r>
    </w:p>
    <w:p w14:paraId="0434267F" w14:textId="77777777" w:rsidR="00810015" w:rsidRDefault="00810015" w:rsidP="00810015">
      <w:r>
        <w:t>351.8756</w:t>
      </w:r>
      <w:r>
        <w:tab/>
        <w:t>1.013e0</w:t>
      </w:r>
    </w:p>
    <w:p w14:paraId="5FB58976" w14:textId="77777777" w:rsidR="00810015" w:rsidRDefault="00810015" w:rsidP="00810015">
      <w:r>
        <w:t>351.8842</w:t>
      </w:r>
      <w:r>
        <w:tab/>
        <w:t>1.013e0</w:t>
      </w:r>
    </w:p>
    <w:p w14:paraId="52675DF7" w14:textId="77777777" w:rsidR="00810015" w:rsidRDefault="00810015" w:rsidP="00810015">
      <w:r>
        <w:t>351.8945</w:t>
      </w:r>
      <w:r>
        <w:tab/>
        <w:t>1.013e0</w:t>
      </w:r>
    </w:p>
    <w:p w14:paraId="628CAE5C" w14:textId="77777777" w:rsidR="00810015" w:rsidRDefault="00810015" w:rsidP="00810015">
      <w:r>
        <w:t>351.9134</w:t>
      </w:r>
      <w:r>
        <w:tab/>
        <w:t>1.013e0</w:t>
      </w:r>
    </w:p>
    <w:p w14:paraId="4A09F343" w14:textId="77777777" w:rsidR="00810015" w:rsidRDefault="00810015" w:rsidP="00810015">
      <w:r>
        <w:t>351.9296</w:t>
      </w:r>
      <w:r>
        <w:tab/>
        <w:t>1.013e0</w:t>
      </w:r>
    </w:p>
    <w:p w14:paraId="7AC62422" w14:textId="77777777" w:rsidR="00810015" w:rsidRDefault="00810015" w:rsidP="00810015">
      <w:r>
        <w:t>351.9794</w:t>
      </w:r>
      <w:r>
        <w:tab/>
        <w:t>4.051e0</w:t>
      </w:r>
    </w:p>
    <w:p w14:paraId="1E65218B" w14:textId="77777777" w:rsidR="00810015" w:rsidRDefault="00810015" w:rsidP="00810015">
      <w:r>
        <w:t>351.9827</w:t>
      </w:r>
      <w:r>
        <w:tab/>
        <w:t>3.038e0</w:t>
      </w:r>
    </w:p>
    <w:p w14:paraId="28C48845" w14:textId="77777777" w:rsidR="00810015" w:rsidRDefault="00810015" w:rsidP="00810015">
      <w:r>
        <w:t>352.0038</w:t>
      </w:r>
      <w:r>
        <w:tab/>
        <w:t>1.013e0</w:t>
      </w:r>
    </w:p>
    <w:p w14:paraId="16AC9071" w14:textId="77777777" w:rsidR="00810015" w:rsidRDefault="00810015" w:rsidP="00810015">
      <w:r>
        <w:t>352.0236</w:t>
      </w:r>
      <w:r>
        <w:tab/>
        <w:t>8.101e0</w:t>
      </w:r>
    </w:p>
    <w:p w14:paraId="752DFC90" w14:textId="77777777" w:rsidR="00810015" w:rsidRDefault="00810015" w:rsidP="00810015">
      <w:r>
        <w:t>352.0264</w:t>
      </w:r>
      <w:r>
        <w:tab/>
        <w:t>1.346e1</w:t>
      </w:r>
    </w:p>
    <w:p w14:paraId="003F2564" w14:textId="77777777" w:rsidR="00810015" w:rsidRDefault="00810015" w:rsidP="00810015">
      <w:r>
        <w:t>352.0336</w:t>
      </w:r>
      <w:r>
        <w:tab/>
        <w:t>3.155e1</w:t>
      </w:r>
    </w:p>
    <w:p w14:paraId="118A1139" w14:textId="77777777" w:rsidR="00810015" w:rsidRDefault="00810015" w:rsidP="00810015">
      <w:r>
        <w:t>352.0402</w:t>
      </w:r>
      <w:r>
        <w:tab/>
        <w:t>1.528e1</w:t>
      </w:r>
    </w:p>
    <w:p w14:paraId="78C36B68" w14:textId="77777777" w:rsidR="00810015" w:rsidRDefault="00810015" w:rsidP="00810015">
      <w:r>
        <w:t>352.1024</w:t>
      </w:r>
      <w:r>
        <w:tab/>
        <w:t>1.688e0</w:t>
      </w:r>
    </w:p>
    <w:p w14:paraId="7BFC69B9" w14:textId="77777777" w:rsidR="00810015" w:rsidRDefault="00810015" w:rsidP="00810015">
      <w:r>
        <w:t>352.1339</w:t>
      </w:r>
      <w:r>
        <w:tab/>
        <w:t>1.013e0</w:t>
      </w:r>
    </w:p>
    <w:p w14:paraId="1D70D4AC" w14:textId="77777777" w:rsidR="00810015" w:rsidRDefault="00810015" w:rsidP="00810015">
      <w:r>
        <w:t>352.1416</w:t>
      </w:r>
      <w:r>
        <w:tab/>
        <w:t>1.119e0</w:t>
      </w:r>
    </w:p>
    <w:p w14:paraId="0C9B84B5" w14:textId="77777777" w:rsidR="00810015" w:rsidRDefault="00810015" w:rsidP="00810015">
      <w:r>
        <w:t>352.1562</w:t>
      </w:r>
      <w:r>
        <w:tab/>
        <w:t>2.025e0</w:t>
      </w:r>
    </w:p>
    <w:p w14:paraId="453ECC66" w14:textId="77777777" w:rsidR="00810015" w:rsidRDefault="00810015" w:rsidP="00810015">
      <w:r>
        <w:t>352.1789</w:t>
      </w:r>
      <w:r>
        <w:tab/>
        <w:t>2.732e0</w:t>
      </w:r>
    </w:p>
    <w:p w14:paraId="15344B2F" w14:textId="77777777" w:rsidR="00810015" w:rsidRDefault="00810015" w:rsidP="00810015">
      <w:r>
        <w:t>352.1815</w:t>
      </w:r>
      <w:r>
        <w:tab/>
        <w:t>1.565e0</w:t>
      </w:r>
    </w:p>
    <w:p w14:paraId="123513A8" w14:textId="77777777" w:rsidR="00810015" w:rsidRDefault="00810015" w:rsidP="00810015">
      <w:r>
        <w:t>352.1956</w:t>
      </w:r>
      <w:r>
        <w:tab/>
        <w:t>2.025e0</w:t>
      </w:r>
    </w:p>
    <w:p w14:paraId="193FD5BF" w14:textId="77777777" w:rsidR="00810015" w:rsidRDefault="00810015" w:rsidP="00810015">
      <w:r>
        <w:t>352.2249</w:t>
      </w:r>
      <w:r>
        <w:tab/>
        <w:t>2.813e0</w:t>
      </w:r>
    </w:p>
    <w:p w14:paraId="40F7BF54" w14:textId="77777777" w:rsidR="00810015" w:rsidRDefault="00810015" w:rsidP="00810015">
      <w:r>
        <w:t>352.2347</w:t>
      </w:r>
      <w:r>
        <w:tab/>
        <w:t>2.025e0</w:t>
      </w:r>
    </w:p>
    <w:p w14:paraId="7B73C32B" w14:textId="77777777" w:rsidR="00810015" w:rsidRDefault="00810015" w:rsidP="00810015">
      <w:r>
        <w:t>352.2364</w:t>
      </w:r>
      <w:r>
        <w:tab/>
        <w:t>7.089e0</w:t>
      </w:r>
    </w:p>
    <w:p w14:paraId="231337AB" w14:textId="77777777" w:rsidR="00810015" w:rsidRDefault="00810015" w:rsidP="00810015">
      <w:r>
        <w:t>352.2610</w:t>
      </w:r>
      <w:r>
        <w:tab/>
        <w:t>4.051e0</w:t>
      </w:r>
    </w:p>
    <w:p w14:paraId="334B5617" w14:textId="77777777" w:rsidR="00810015" w:rsidRDefault="00810015" w:rsidP="00810015">
      <w:r>
        <w:t>352.2759</w:t>
      </w:r>
      <w:r>
        <w:tab/>
        <w:t>2.025e0</w:t>
      </w:r>
    </w:p>
    <w:p w14:paraId="6C328852" w14:textId="77777777" w:rsidR="00810015" w:rsidRDefault="00810015" w:rsidP="00810015">
      <w:r>
        <w:t>352.2888</w:t>
      </w:r>
      <w:r>
        <w:tab/>
        <w:t>4.051e0</w:t>
      </w:r>
    </w:p>
    <w:p w14:paraId="69A49511" w14:textId="77777777" w:rsidR="00810015" w:rsidRDefault="00810015" w:rsidP="00810015">
      <w:r>
        <w:t>352.3173</w:t>
      </w:r>
      <w:r>
        <w:tab/>
        <w:t>1.013e0</w:t>
      </w:r>
    </w:p>
    <w:p w14:paraId="69F7A0F0" w14:textId="77777777" w:rsidR="00810015" w:rsidRDefault="00810015" w:rsidP="00810015">
      <w:r>
        <w:t>352.3188</w:t>
      </w:r>
      <w:r>
        <w:tab/>
        <w:t>2.025e0</w:t>
      </w:r>
    </w:p>
    <w:p w14:paraId="5BE60960" w14:textId="77777777" w:rsidR="00810015" w:rsidRDefault="00810015" w:rsidP="00810015">
      <w:r>
        <w:t>352.3414</w:t>
      </w:r>
      <w:r>
        <w:tab/>
        <w:t>2.025e0</w:t>
      </w:r>
    </w:p>
    <w:p w14:paraId="2302A130" w14:textId="77777777" w:rsidR="00810015" w:rsidRDefault="00810015" w:rsidP="00810015">
      <w:r>
        <w:t>352.3545</w:t>
      </w:r>
      <w:r>
        <w:tab/>
        <w:t>1.013e0</w:t>
      </w:r>
    </w:p>
    <w:p w14:paraId="36EE64D6" w14:textId="77777777" w:rsidR="00810015" w:rsidRDefault="00810015" w:rsidP="00810015">
      <w:r>
        <w:t>352.4238</w:t>
      </w:r>
      <w:r>
        <w:tab/>
        <w:t>2.025e0</w:t>
      </w:r>
    </w:p>
    <w:p w14:paraId="729F3AA2" w14:textId="77777777" w:rsidR="00810015" w:rsidRDefault="00810015" w:rsidP="00810015">
      <w:r>
        <w:t>352.4251</w:t>
      </w:r>
      <w:r>
        <w:tab/>
        <w:t>1.013e0</w:t>
      </w:r>
    </w:p>
    <w:p w14:paraId="61995156" w14:textId="77777777" w:rsidR="00810015" w:rsidRDefault="00810015" w:rsidP="00810015">
      <w:r>
        <w:t>352.4538</w:t>
      </w:r>
      <w:r>
        <w:tab/>
        <w:t>1.013e0</w:t>
      </w:r>
    </w:p>
    <w:p w14:paraId="51D22D14" w14:textId="77777777" w:rsidR="00810015" w:rsidRDefault="00810015" w:rsidP="00810015">
      <w:r>
        <w:t>352.4616</w:t>
      </w:r>
      <w:r>
        <w:tab/>
        <w:t>1.013e0</w:t>
      </w:r>
    </w:p>
    <w:p w14:paraId="07183422" w14:textId="77777777" w:rsidR="00810015" w:rsidRDefault="00810015" w:rsidP="00810015">
      <w:r>
        <w:t>352.4692</w:t>
      </w:r>
      <w:r>
        <w:tab/>
        <w:t>1.013e0</w:t>
      </w:r>
    </w:p>
    <w:p w14:paraId="4694A3FD" w14:textId="77777777" w:rsidR="00810015" w:rsidRDefault="00810015" w:rsidP="00810015">
      <w:r>
        <w:t>352.5232</w:t>
      </w:r>
      <w:r>
        <w:tab/>
        <w:t>3.038e0</w:t>
      </w:r>
    </w:p>
    <w:p w14:paraId="4F63FE1F" w14:textId="77777777" w:rsidR="00810015" w:rsidRDefault="00810015" w:rsidP="00810015">
      <w:r>
        <w:t>352.5373</w:t>
      </w:r>
      <w:r>
        <w:tab/>
        <w:t>1.013e0</w:t>
      </w:r>
    </w:p>
    <w:p w14:paraId="4A18C39A" w14:textId="77777777" w:rsidR="00810015" w:rsidRDefault="00810015" w:rsidP="00810015">
      <w:r>
        <w:t>352.5528</w:t>
      </w:r>
      <w:r>
        <w:tab/>
        <w:t>1.013e0</w:t>
      </w:r>
    </w:p>
    <w:p w14:paraId="3314CAB4" w14:textId="77777777" w:rsidR="00810015" w:rsidRDefault="00810015" w:rsidP="00810015">
      <w:r>
        <w:t>352.5626</w:t>
      </w:r>
      <w:r>
        <w:tab/>
        <w:t>1.013e0</w:t>
      </w:r>
    </w:p>
    <w:p w14:paraId="3FB13A7A" w14:textId="77777777" w:rsidR="00810015" w:rsidRDefault="00810015" w:rsidP="00810015">
      <w:r>
        <w:t>352.5982</w:t>
      </w:r>
      <w:r>
        <w:tab/>
        <w:t>1.013e0</w:t>
      </w:r>
    </w:p>
    <w:p w14:paraId="0D1D210E" w14:textId="77777777" w:rsidR="00810015" w:rsidRDefault="00810015" w:rsidP="00810015">
      <w:r>
        <w:t>352.6143</w:t>
      </w:r>
      <w:r>
        <w:tab/>
        <w:t>1.013e0</w:t>
      </w:r>
    </w:p>
    <w:p w14:paraId="3189DB8C" w14:textId="77777777" w:rsidR="00810015" w:rsidRDefault="00810015" w:rsidP="00810015">
      <w:r>
        <w:t>352.6192</w:t>
      </w:r>
      <w:r>
        <w:tab/>
        <w:t>1.013e0</w:t>
      </w:r>
    </w:p>
    <w:p w14:paraId="10B84BF3" w14:textId="77777777" w:rsidR="00810015" w:rsidRDefault="00810015" w:rsidP="00810015">
      <w:r>
        <w:t>352.6320</w:t>
      </w:r>
      <w:r>
        <w:tab/>
        <w:t>1.013e0</w:t>
      </w:r>
    </w:p>
    <w:p w14:paraId="094664B3" w14:textId="77777777" w:rsidR="00810015" w:rsidRDefault="00810015" w:rsidP="00810015">
      <w:r>
        <w:t>352.6824</w:t>
      </w:r>
      <w:r>
        <w:tab/>
        <w:t>1.013e0</w:t>
      </w:r>
    </w:p>
    <w:p w14:paraId="6C91DC13" w14:textId="77777777" w:rsidR="00810015" w:rsidRDefault="00810015" w:rsidP="00810015">
      <w:r>
        <w:t>352.6932</w:t>
      </w:r>
      <w:r>
        <w:tab/>
        <w:t>1.013e0</w:t>
      </w:r>
    </w:p>
    <w:p w14:paraId="32B4B5D2" w14:textId="77777777" w:rsidR="00810015" w:rsidRDefault="00810015" w:rsidP="00810015">
      <w:r>
        <w:t>352.6961</w:t>
      </w:r>
      <w:r>
        <w:tab/>
        <w:t>2.025e0</w:t>
      </w:r>
    </w:p>
    <w:p w14:paraId="59B008F0" w14:textId="77777777" w:rsidR="00810015" w:rsidRDefault="00810015" w:rsidP="00810015">
      <w:r>
        <w:t>352.7514</w:t>
      </w:r>
      <w:r>
        <w:tab/>
        <w:t>3.038e0</w:t>
      </w:r>
    </w:p>
    <w:p w14:paraId="5153BC3F" w14:textId="77777777" w:rsidR="00810015" w:rsidRDefault="00810015" w:rsidP="00810015">
      <w:r>
        <w:t>352.7726</w:t>
      </w:r>
      <w:r>
        <w:tab/>
        <w:t>1.013e0</w:t>
      </w:r>
    </w:p>
    <w:p w14:paraId="1469ADA8" w14:textId="77777777" w:rsidR="00810015" w:rsidRDefault="00810015" w:rsidP="00810015">
      <w:r>
        <w:t>352.8023</w:t>
      </w:r>
      <w:r>
        <w:tab/>
        <w:t>1.013e0</w:t>
      </w:r>
    </w:p>
    <w:p w14:paraId="3537C7AB" w14:textId="77777777" w:rsidR="00810015" w:rsidRDefault="00810015" w:rsidP="00810015">
      <w:r>
        <w:t>352.8129</w:t>
      </w:r>
      <w:r>
        <w:tab/>
        <w:t>1.013e0</w:t>
      </w:r>
    </w:p>
    <w:p w14:paraId="37F3C975" w14:textId="77777777" w:rsidR="00810015" w:rsidRDefault="00810015" w:rsidP="00810015">
      <w:r>
        <w:t>352.8465</w:t>
      </w:r>
      <w:r>
        <w:tab/>
        <w:t>1.013e0</w:t>
      </w:r>
    </w:p>
    <w:p w14:paraId="1E845B48" w14:textId="77777777" w:rsidR="00810015" w:rsidRDefault="00810015" w:rsidP="00810015">
      <w:r>
        <w:t>352.8664</w:t>
      </w:r>
      <w:r>
        <w:tab/>
        <w:t>1.013e0</w:t>
      </w:r>
    </w:p>
    <w:p w14:paraId="56AEA176" w14:textId="77777777" w:rsidR="00810015" w:rsidRDefault="00810015" w:rsidP="00810015">
      <w:r>
        <w:t>352.8710</w:t>
      </w:r>
      <w:r>
        <w:tab/>
        <w:t>2.025e0</w:t>
      </w:r>
    </w:p>
    <w:p w14:paraId="04751093" w14:textId="77777777" w:rsidR="00810015" w:rsidRDefault="00810015" w:rsidP="00810015">
      <w:r>
        <w:t>352.8853</w:t>
      </w:r>
      <w:r>
        <w:tab/>
        <w:t>2.025e0</w:t>
      </w:r>
    </w:p>
    <w:p w14:paraId="1A098FAD" w14:textId="77777777" w:rsidR="00810015" w:rsidRDefault="00810015" w:rsidP="00810015">
      <w:r>
        <w:t>352.8872</w:t>
      </w:r>
      <w:r>
        <w:tab/>
        <w:t>1.013e0</w:t>
      </w:r>
    </w:p>
    <w:p w14:paraId="7BD9A321" w14:textId="77777777" w:rsidR="00810015" w:rsidRDefault="00810015" w:rsidP="00810015">
      <w:r>
        <w:t>352.8996</w:t>
      </w:r>
      <w:r>
        <w:tab/>
        <w:t>2.025e0</w:t>
      </w:r>
    </w:p>
    <w:p w14:paraId="67542D89" w14:textId="77777777" w:rsidR="00810015" w:rsidRDefault="00810015" w:rsidP="00810015">
      <w:r>
        <w:t>352.9447</w:t>
      </w:r>
      <w:r>
        <w:tab/>
        <w:t>1.873e0</w:t>
      </w:r>
    </w:p>
    <w:p w14:paraId="2363C70C" w14:textId="77777777" w:rsidR="00810015" w:rsidRDefault="00810015" w:rsidP="00810015">
      <w:r>
        <w:t>352.9767</w:t>
      </w:r>
      <w:r>
        <w:tab/>
        <w:t>2.960e0</w:t>
      </w:r>
    </w:p>
    <w:p w14:paraId="45D7EEE0" w14:textId="77777777" w:rsidR="00810015" w:rsidRDefault="00810015" w:rsidP="00810015">
      <w:r>
        <w:t>353.0143</w:t>
      </w:r>
      <w:r>
        <w:tab/>
        <w:t>4.051e0</w:t>
      </w:r>
    </w:p>
    <w:p w14:paraId="07F3E736" w14:textId="77777777" w:rsidR="00810015" w:rsidRDefault="00810015" w:rsidP="00810015">
      <w:r>
        <w:t>353.0340</w:t>
      </w:r>
      <w:r>
        <w:tab/>
        <w:t>6.292e0</w:t>
      </w:r>
    </w:p>
    <w:p w14:paraId="32F9C24F" w14:textId="77777777" w:rsidR="00810015" w:rsidRDefault="00810015" w:rsidP="00810015">
      <w:r>
        <w:t>353.0399</w:t>
      </w:r>
      <w:r>
        <w:tab/>
        <w:t>4.545e0</w:t>
      </w:r>
    </w:p>
    <w:p w14:paraId="32A01350" w14:textId="77777777" w:rsidR="00810015" w:rsidRDefault="00810015" w:rsidP="00810015">
      <w:r>
        <w:t>353.0420</w:t>
      </w:r>
      <w:r>
        <w:tab/>
        <w:t>2.025e0</w:t>
      </w:r>
    </w:p>
    <w:p w14:paraId="4211A9E5" w14:textId="77777777" w:rsidR="00810015" w:rsidRDefault="00810015" w:rsidP="00810015">
      <w:r>
        <w:t>353.0557</w:t>
      </w:r>
      <w:r>
        <w:tab/>
        <w:t>2.161e0</w:t>
      </w:r>
    </w:p>
    <w:p w14:paraId="3AAF9B1F" w14:textId="77777777" w:rsidR="00810015" w:rsidRDefault="00810015" w:rsidP="00810015">
      <w:r>
        <w:t>353.1175</w:t>
      </w:r>
      <w:r>
        <w:tab/>
        <w:t>2.406e0</w:t>
      </w:r>
    </w:p>
    <w:p w14:paraId="7DDEC16F" w14:textId="77777777" w:rsidR="00810015" w:rsidRDefault="00810015" w:rsidP="00810015">
      <w:r>
        <w:t>353.1808</w:t>
      </w:r>
      <w:r>
        <w:tab/>
        <w:t>1.325e0</w:t>
      </w:r>
    </w:p>
    <w:p w14:paraId="65AFC2F9" w14:textId="77777777" w:rsidR="00810015" w:rsidRDefault="00810015" w:rsidP="00810015">
      <w:r>
        <w:t>353.1927</w:t>
      </w:r>
      <w:r>
        <w:tab/>
        <w:t>1.792e0</w:t>
      </w:r>
    </w:p>
    <w:p w14:paraId="22D7A9D8" w14:textId="77777777" w:rsidR="00810015" w:rsidRDefault="00810015" w:rsidP="00810015">
      <w:r>
        <w:t>353.2036</w:t>
      </w:r>
      <w:r>
        <w:tab/>
        <w:t>2.025e0</w:t>
      </w:r>
    </w:p>
    <w:p w14:paraId="469B7FB6" w14:textId="77777777" w:rsidR="00810015" w:rsidRDefault="00810015" w:rsidP="00810015">
      <w:r>
        <w:t>353.2129</w:t>
      </w:r>
      <w:r>
        <w:tab/>
        <w:t>2.025e0</w:t>
      </w:r>
    </w:p>
    <w:p w14:paraId="567F4474" w14:textId="77777777" w:rsidR="00810015" w:rsidRDefault="00810015" w:rsidP="00810015">
      <w:r>
        <w:t>353.2300</w:t>
      </w:r>
      <w:r>
        <w:tab/>
        <w:t>2.025e0</w:t>
      </w:r>
    </w:p>
    <w:p w14:paraId="6B720016" w14:textId="77777777" w:rsidR="00810015" w:rsidRDefault="00810015" w:rsidP="00810015">
      <w:r>
        <w:t>353.2366</w:t>
      </w:r>
      <w:r>
        <w:tab/>
        <w:t>2.945e0</w:t>
      </w:r>
    </w:p>
    <w:p w14:paraId="0F7A460E" w14:textId="77777777" w:rsidR="00810015" w:rsidRDefault="00810015" w:rsidP="00810015">
      <w:r>
        <w:t>353.2435</w:t>
      </w:r>
      <w:r>
        <w:tab/>
        <w:t>9.031e0</w:t>
      </w:r>
    </w:p>
    <w:p w14:paraId="60DE3684" w14:textId="77777777" w:rsidR="00810015" w:rsidRDefault="00810015" w:rsidP="00810015">
      <w:r>
        <w:t>353.3179</w:t>
      </w:r>
      <w:r>
        <w:tab/>
        <w:t>1.013e0</w:t>
      </w:r>
    </w:p>
    <w:p w14:paraId="47DE3EF8" w14:textId="77777777" w:rsidR="00810015" w:rsidRDefault="00810015" w:rsidP="00810015">
      <w:r>
        <w:t>353.3250</w:t>
      </w:r>
      <w:r>
        <w:tab/>
        <w:t>2.025e0</w:t>
      </w:r>
    </w:p>
    <w:p w14:paraId="342281D7" w14:textId="77777777" w:rsidR="00810015" w:rsidRDefault="00810015" w:rsidP="00810015">
      <w:r>
        <w:t>353.3414</w:t>
      </w:r>
      <w:r>
        <w:tab/>
        <w:t>1.013e0</w:t>
      </w:r>
    </w:p>
    <w:p w14:paraId="2ADBF577" w14:textId="77777777" w:rsidR="00810015" w:rsidRDefault="00810015" w:rsidP="00810015">
      <w:r>
        <w:t>353.3581</w:t>
      </w:r>
      <w:r>
        <w:tab/>
        <w:t>1.013e0</w:t>
      </w:r>
    </w:p>
    <w:p w14:paraId="5364A055" w14:textId="77777777" w:rsidR="00810015" w:rsidRDefault="00810015" w:rsidP="00810015">
      <w:r>
        <w:t>353.4324</w:t>
      </w:r>
      <w:r>
        <w:tab/>
        <w:t>1.013e0</w:t>
      </w:r>
    </w:p>
    <w:p w14:paraId="5667CF5E" w14:textId="77777777" w:rsidR="00810015" w:rsidRDefault="00810015" w:rsidP="00810015">
      <w:r>
        <w:t>353.4468</w:t>
      </w:r>
      <w:r>
        <w:tab/>
        <w:t>2.025e0</w:t>
      </w:r>
    </w:p>
    <w:p w14:paraId="678B37F7" w14:textId="77777777" w:rsidR="00810015" w:rsidRDefault="00810015" w:rsidP="00810015">
      <w:r>
        <w:t>353.4728</w:t>
      </w:r>
      <w:r>
        <w:tab/>
        <w:t>2.025e0</w:t>
      </w:r>
    </w:p>
    <w:p w14:paraId="62EEF15E" w14:textId="77777777" w:rsidR="00810015" w:rsidRDefault="00810015" w:rsidP="00810015">
      <w:r>
        <w:t>353.4819</w:t>
      </w:r>
      <w:r>
        <w:tab/>
        <w:t>1.013e0</w:t>
      </w:r>
    </w:p>
    <w:p w14:paraId="03AE9FE8" w14:textId="77777777" w:rsidR="00810015" w:rsidRDefault="00810015" w:rsidP="00810015">
      <w:r>
        <w:t>353.4909</w:t>
      </w:r>
      <w:r>
        <w:tab/>
        <w:t>1.013e0</w:t>
      </w:r>
    </w:p>
    <w:p w14:paraId="5D394B51" w14:textId="77777777" w:rsidR="00810015" w:rsidRDefault="00810015" w:rsidP="00810015">
      <w:r>
        <w:t>353.5027</w:t>
      </w:r>
      <w:r>
        <w:tab/>
        <w:t>1.013e0</w:t>
      </w:r>
    </w:p>
    <w:p w14:paraId="7A0B3990" w14:textId="77777777" w:rsidR="00810015" w:rsidRDefault="00810015" w:rsidP="00810015">
      <w:r>
        <w:t>353.5192</w:t>
      </w:r>
      <w:r>
        <w:tab/>
        <w:t>2.025e0</w:t>
      </w:r>
    </w:p>
    <w:p w14:paraId="1BAC5309" w14:textId="77777777" w:rsidR="00810015" w:rsidRDefault="00810015" w:rsidP="00810015">
      <w:r>
        <w:t>353.5727</w:t>
      </w:r>
      <w:r>
        <w:tab/>
        <w:t>2.025e0</w:t>
      </w:r>
    </w:p>
    <w:p w14:paraId="3CFA2E5A" w14:textId="77777777" w:rsidR="00810015" w:rsidRDefault="00810015" w:rsidP="00810015">
      <w:r>
        <w:t>353.5870</w:t>
      </w:r>
      <w:r>
        <w:tab/>
        <w:t>1.013e0</w:t>
      </w:r>
    </w:p>
    <w:p w14:paraId="64D1015E" w14:textId="77777777" w:rsidR="00810015" w:rsidRDefault="00810015" w:rsidP="00810015">
      <w:r>
        <w:t>353.6110</w:t>
      </w:r>
      <w:r>
        <w:tab/>
        <w:t>1.013e0</w:t>
      </w:r>
    </w:p>
    <w:p w14:paraId="412E68B6" w14:textId="77777777" w:rsidR="00810015" w:rsidRDefault="00810015" w:rsidP="00810015">
      <w:r>
        <w:t>353.6237</w:t>
      </w:r>
      <w:r>
        <w:tab/>
        <w:t>1.013e0</w:t>
      </w:r>
    </w:p>
    <w:p w14:paraId="2C73E7BC" w14:textId="77777777" w:rsidR="00810015" w:rsidRDefault="00810015" w:rsidP="00810015">
      <w:r>
        <w:t>353.6265</w:t>
      </w:r>
      <w:r>
        <w:tab/>
        <w:t>1.013e0</w:t>
      </w:r>
    </w:p>
    <w:p w14:paraId="758DD410" w14:textId="77777777" w:rsidR="00810015" w:rsidRDefault="00810015" w:rsidP="00810015">
      <w:r>
        <w:t>353.6616</w:t>
      </w:r>
      <w:r>
        <w:tab/>
        <w:t>1.013e0</w:t>
      </w:r>
    </w:p>
    <w:p w14:paraId="5D0D4F90" w14:textId="77777777" w:rsidR="00810015" w:rsidRDefault="00810015" w:rsidP="00810015">
      <w:r>
        <w:t>353.6967</w:t>
      </w:r>
      <w:r>
        <w:tab/>
        <w:t>2.025e0</w:t>
      </w:r>
    </w:p>
    <w:p w14:paraId="62B23AED" w14:textId="77777777" w:rsidR="00810015" w:rsidRDefault="00810015" w:rsidP="00810015">
      <w:r>
        <w:t>353.7059</w:t>
      </w:r>
      <w:r>
        <w:tab/>
        <w:t>1.013e0</w:t>
      </w:r>
    </w:p>
    <w:p w14:paraId="6A8B7A59" w14:textId="77777777" w:rsidR="00810015" w:rsidRDefault="00810015" w:rsidP="00810015">
      <w:r>
        <w:t>353.7253</w:t>
      </w:r>
      <w:r>
        <w:tab/>
        <w:t>1.013e0</w:t>
      </w:r>
    </w:p>
    <w:p w14:paraId="03E1A9E3" w14:textId="77777777" w:rsidR="00810015" w:rsidRDefault="00810015" w:rsidP="00810015">
      <w:r>
        <w:t>353.7266</w:t>
      </w:r>
      <w:r>
        <w:tab/>
        <w:t>1.013e0</w:t>
      </w:r>
    </w:p>
    <w:p w14:paraId="033F1F1E" w14:textId="77777777" w:rsidR="00810015" w:rsidRDefault="00810015" w:rsidP="00810015">
      <w:r>
        <w:t>353.7422</w:t>
      </w:r>
      <w:r>
        <w:tab/>
        <w:t>1.013e0</w:t>
      </w:r>
    </w:p>
    <w:p w14:paraId="27997779" w14:textId="77777777" w:rsidR="00810015" w:rsidRDefault="00810015" w:rsidP="00810015">
      <w:r>
        <w:t>353.7565</w:t>
      </w:r>
      <w:r>
        <w:tab/>
        <w:t>1.013e0</w:t>
      </w:r>
    </w:p>
    <w:p w14:paraId="458931EE" w14:textId="77777777" w:rsidR="00810015" w:rsidRDefault="00810015" w:rsidP="00810015">
      <w:r>
        <w:t>353.7818</w:t>
      </w:r>
      <w:r>
        <w:tab/>
        <w:t>1.013e0</w:t>
      </w:r>
    </w:p>
    <w:p w14:paraId="3B4D4131" w14:textId="77777777" w:rsidR="00810015" w:rsidRDefault="00810015" w:rsidP="00810015">
      <w:r>
        <w:t>353.7876</w:t>
      </w:r>
      <w:r>
        <w:tab/>
        <w:t>2.025e0</w:t>
      </w:r>
    </w:p>
    <w:p w14:paraId="1DCAC474" w14:textId="77777777" w:rsidR="00810015" w:rsidRDefault="00810015" w:rsidP="00810015">
      <w:r>
        <w:t>353.8422</w:t>
      </w:r>
      <w:r>
        <w:tab/>
        <w:t>2.025e0</w:t>
      </w:r>
    </w:p>
    <w:p w14:paraId="06DF4CD8" w14:textId="77777777" w:rsidR="00810015" w:rsidRDefault="00810015" w:rsidP="00810015">
      <w:r>
        <w:t>353.8610</w:t>
      </w:r>
      <w:r>
        <w:tab/>
        <w:t>5.063e0</w:t>
      </w:r>
    </w:p>
    <w:p w14:paraId="3F939E82" w14:textId="77777777" w:rsidR="00810015" w:rsidRDefault="00810015" w:rsidP="00810015">
      <w:r>
        <w:t>353.8620</w:t>
      </w:r>
      <w:r>
        <w:tab/>
        <w:t>1.013e0</w:t>
      </w:r>
    </w:p>
    <w:p w14:paraId="1D34C93B" w14:textId="77777777" w:rsidR="00810015" w:rsidRDefault="00810015" w:rsidP="00810015">
      <w:r>
        <w:t>353.8704</w:t>
      </w:r>
      <w:r>
        <w:tab/>
        <w:t>1.013e0</w:t>
      </w:r>
    </w:p>
    <w:p w14:paraId="0D189469" w14:textId="77777777" w:rsidR="00810015" w:rsidRDefault="00810015" w:rsidP="00810015">
      <w:r>
        <w:t>353.8907</w:t>
      </w:r>
      <w:r>
        <w:tab/>
        <w:t>1.013e0</w:t>
      </w:r>
    </w:p>
    <w:p w14:paraId="03022790" w14:textId="77777777" w:rsidR="00810015" w:rsidRDefault="00810015" w:rsidP="00810015">
      <w:r>
        <w:t>353.9344</w:t>
      </w:r>
      <w:r>
        <w:tab/>
        <w:t>2.025e0</w:t>
      </w:r>
    </w:p>
    <w:p w14:paraId="04B46142" w14:textId="77777777" w:rsidR="00810015" w:rsidRDefault="00810015" w:rsidP="00810015">
      <w:r>
        <w:t>353.9484</w:t>
      </w:r>
      <w:r>
        <w:tab/>
        <w:t>7.089e0</w:t>
      </w:r>
    </w:p>
    <w:p w14:paraId="1703DF52" w14:textId="77777777" w:rsidR="00810015" w:rsidRDefault="00810015" w:rsidP="00810015">
      <w:r>
        <w:t>353.9611</w:t>
      </w:r>
      <w:r>
        <w:tab/>
        <w:t>3.038e0</w:t>
      </w:r>
    </w:p>
    <w:p w14:paraId="0A9B1C0F" w14:textId="77777777" w:rsidR="00810015" w:rsidRDefault="00810015" w:rsidP="00810015">
      <w:r>
        <w:t>353.9662</w:t>
      </w:r>
      <w:r>
        <w:tab/>
        <w:t>1.874e1</w:t>
      </w:r>
    </w:p>
    <w:p w14:paraId="7B90166B" w14:textId="77777777" w:rsidR="00810015" w:rsidRDefault="00810015" w:rsidP="00810015">
      <w:r>
        <w:t>353.9722</w:t>
      </w:r>
      <w:r>
        <w:tab/>
        <w:t>2.127e1</w:t>
      </w:r>
    </w:p>
    <w:p w14:paraId="61B8FA72" w14:textId="77777777" w:rsidR="00810015" w:rsidRDefault="00810015" w:rsidP="00810015">
      <w:r>
        <w:t>353.9735</w:t>
      </w:r>
      <w:r>
        <w:tab/>
        <w:t>2.618e1</w:t>
      </w:r>
    </w:p>
    <w:p w14:paraId="106CDB7B" w14:textId="77777777" w:rsidR="00810015" w:rsidRDefault="00810015" w:rsidP="00810015">
      <w:r>
        <w:t>354.0252</w:t>
      </w:r>
      <w:r>
        <w:tab/>
        <w:t>6.076e0</w:t>
      </w:r>
    </w:p>
    <w:p w14:paraId="3B2CBF06" w14:textId="77777777" w:rsidR="00810015" w:rsidRDefault="00810015" w:rsidP="00810015">
      <w:r>
        <w:t>354.0273</w:t>
      </w:r>
      <w:r>
        <w:tab/>
        <w:t>3.075e1</w:t>
      </w:r>
    </w:p>
    <w:p w14:paraId="3EA90BA4" w14:textId="77777777" w:rsidR="00810015" w:rsidRDefault="00810015" w:rsidP="00810015">
      <w:r>
        <w:t>354.0327</w:t>
      </w:r>
      <w:r>
        <w:tab/>
        <w:t>1.254e1</w:t>
      </w:r>
    </w:p>
    <w:p w14:paraId="763070D6" w14:textId="77777777" w:rsidR="00810015" w:rsidRDefault="00810015" w:rsidP="00810015">
      <w:r>
        <w:t>354.0501</w:t>
      </w:r>
      <w:r>
        <w:tab/>
        <w:t>1.165e1</w:t>
      </w:r>
    </w:p>
    <w:p w14:paraId="3B65AEEA" w14:textId="77777777" w:rsidR="00810015" w:rsidRDefault="00810015" w:rsidP="00810015">
      <w:r>
        <w:t>354.0588</w:t>
      </w:r>
      <w:r>
        <w:tab/>
        <w:t>4.745e0</w:t>
      </w:r>
    </w:p>
    <w:p w14:paraId="46F41382" w14:textId="77777777" w:rsidR="00810015" w:rsidRDefault="00810015" w:rsidP="00810015">
      <w:r>
        <w:t>354.0714</w:t>
      </w:r>
      <w:r>
        <w:tab/>
        <w:t>3.038e0</w:t>
      </w:r>
    </w:p>
    <w:p w14:paraId="1C9D4D87" w14:textId="77777777" w:rsidR="00810015" w:rsidRDefault="00810015" w:rsidP="00810015">
      <w:r>
        <w:t>354.1635</w:t>
      </w:r>
      <w:r>
        <w:tab/>
        <w:t>2.025e0</w:t>
      </w:r>
    </w:p>
    <w:p w14:paraId="59B3EBB7" w14:textId="77777777" w:rsidR="00810015" w:rsidRDefault="00810015" w:rsidP="00810015">
      <w:r>
        <w:t>354.1943</w:t>
      </w:r>
      <w:r>
        <w:tab/>
        <w:t>2.741e0</w:t>
      </w:r>
    </w:p>
    <w:p w14:paraId="6666A3BE" w14:textId="77777777" w:rsidR="00810015" w:rsidRDefault="00810015" w:rsidP="00810015">
      <w:r>
        <w:t>354.1965</w:t>
      </w:r>
      <w:r>
        <w:tab/>
        <w:t>2.916e0</w:t>
      </w:r>
    </w:p>
    <w:p w14:paraId="0AA4AF2E" w14:textId="77777777" w:rsidR="00810015" w:rsidRDefault="00810015" w:rsidP="00810015">
      <w:r>
        <w:t>354.2006</w:t>
      </w:r>
      <w:r>
        <w:tab/>
        <w:t>1.013e0</w:t>
      </w:r>
    </w:p>
    <w:p w14:paraId="6AE1348D" w14:textId="77777777" w:rsidR="00810015" w:rsidRDefault="00810015" w:rsidP="00810015">
      <w:r>
        <w:t>354.2174</w:t>
      </w:r>
      <w:r>
        <w:tab/>
        <w:t>1.013e0</w:t>
      </w:r>
    </w:p>
    <w:p w14:paraId="5CA9F1F1" w14:textId="77777777" w:rsidR="00810015" w:rsidRDefault="00810015" w:rsidP="00810015">
      <w:r>
        <w:t>354.2376</w:t>
      </w:r>
      <w:r>
        <w:tab/>
        <w:t>1.013e0</w:t>
      </w:r>
    </w:p>
    <w:p w14:paraId="7EB399F7" w14:textId="77777777" w:rsidR="00810015" w:rsidRDefault="00810015" w:rsidP="00810015">
      <w:r>
        <w:t>354.2497</w:t>
      </w:r>
      <w:r>
        <w:tab/>
        <w:t>2.025e0</w:t>
      </w:r>
    </w:p>
    <w:p w14:paraId="4B269CC1" w14:textId="77777777" w:rsidR="00810015" w:rsidRDefault="00810015" w:rsidP="00810015">
      <w:r>
        <w:t>354.2734</w:t>
      </w:r>
      <w:r>
        <w:tab/>
        <w:t>2.025e0</w:t>
      </w:r>
    </w:p>
    <w:p w14:paraId="2358740D" w14:textId="77777777" w:rsidR="00810015" w:rsidRDefault="00810015" w:rsidP="00810015">
      <w:r>
        <w:t>354.2930</w:t>
      </w:r>
      <w:r>
        <w:tab/>
        <w:t>2.025e0</w:t>
      </w:r>
    </w:p>
    <w:p w14:paraId="1368EBB2" w14:textId="77777777" w:rsidR="00810015" w:rsidRDefault="00810015" w:rsidP="00810015">
      <w:r>
        <w:t>354.2956</w:t>
      </w:r>
      <w:r>
        <w:tab/>
        <w:t>3.038e0</w:t>
      </w:r>
    </w:p>
    <w:p w14:paraId="3B26BE64" w14:textId="77777777" w:rsidR="00810015" w:rsidRDefault="00810015" w:rsidP="00810015">
      <w:r>
        <w:t>354.3265</w:t>
      </w:r>
      <w:r>
        <w:tab/>
        <w:t>2.025e0</w:t>
      </w:r>
    </w:p>
    <w:p w14:paraId="5862DB0B" w14:textId="77777777" w:rsidR="00810015" w:rsidRDefault="00810015" w:rsidP="00810015">
      <w:r>
        <w:t>354.3327</w:t>
      </w:r>
      <w:r>
        <w:tab/>
        <w:t>1.013e0</w:t>
      </w:r>
    </w:p>
    <w:p w14:paraId="637A113B" w14:textId="77777777" w:rsidR="00810015" w:rsidRDefault="00810015" w:rsidP="00810015">
      <w:r>
        <w:t>354.3453</w:t>
      </w:r>
      <w:r>
        <w:tab/>
        <w:t>1.013e0</w:t>
      </w:r>
    </w:p>
    <w:p w14:paraId="5CF3F546" w14:textId="77777777" w:rsidR="00810015" w:rsidRDefault="00810015" w:rsidP="00810015">
      <w:r>
        <w:t>354.3907</w:t>
      </w:r>
      <w:r>
        <w:tab/>
        <w:t>2.025e0</w:t>
      </w:r>
    </w:p>
    <w:p w14:paraId="16156D67" w14:textId="77777777" w:rsidR="00810015" w:rsidRDefault="00810015" w:rsidP="00810015">
      <w:r>
        <w:t>354.4039</w:t>
      </w:r>
      <w:r>
        <w:tab/>
        <w:t>2.025e0</w:t>
      </w:r>
    </w:p>
    <w:p w14:paraId="4F12BC45" w14:textId="77777777" w:rsidR="00810015" w:rsidRDefault="00810015" w:rsidP="00810015">
      <w:r>
        <w:t>354.4076</w:t>
      </w:r>
      <w:r>
        <w:tab/>
        <w:t>1.013e0</w:t>
      </w:r>
    </w:p>
    <w:p w14:paraId="1CCD7138" w14:textId="77777777" w:rsidR="00810015" w:rsidRDefault="00810015" w:rsidP="00810015">
      <w:r>
        <w:t>354.4277</w:t>
      </w:r>
      <w:r>
        <w:tab/>
        <w:t>1.013e0</w:t>
      </w:r>
    </w:p>
    <w:p w14:paraId="107D3622" w14:textId="77777777" w:rsidR="00810015" w:rsidRDefault="00810015" w:rsidP="00810015">
      <w:r>
        <w:t>354.4404</w:t>
      </w:r>
      <w:r>
        <w:tab/>
        <w:t>1.013e0</w:t>
      </w:r>
    </w:p>
    <w:p w14:paraId="2E926017" w14:textId="77777777" w:rsidR="00810015" w:rsidRDefault="00810015" w:rsidP="00810015">
      <w:r>
        <w:t>354.4780</w:t>
      </w:r>
      <w:r>
        <w:tab/>
        <w:t>1.019e0</w:t>
      </w:r>
    </w:p>
    <w:p w14:paraId="407D0C80" w14:textId="77777777" w:rsidR="00810015" w:rsidRDefault="00810015" w:rsidP="00810015">
      <w:r>
        <w:t>354.4987</w:t>
      </w:r>
      <w:r>
        <w:tab/>
        <w:t>1.013e0</w:t>
      </w:r>
    </w:p>
    <w:p w14:paraId="1855628B" w14:textId="77777777" w:rsidR="00810015" w:rsidRDefault="00810015" w:rsidP="00810015">
      <w:r>
        <w:t>354.5104</w:t>
      </w:r>
      <w:r>
        <w:tab/>
        <w:t>1.013e0</w:t>
      </w:r>
    </w:p>
    <w:p w14:paraId="1EB23262" w14:textId="77777777" w:rsidR="00810015" w:rsidRDefault="00810015" w:rsidP="00810015">
      <w:r>
        <w:t>354.5213</w:t>
      </w:r>
      <w:r>
        <w:tab/>
        <w:t>2.025e0</w:t>
      </w:r>
    </w:p>
    <w:p w14:paraId="3543A2CF" w14:textId="77777777" w:rsidR="00810015" w:rsidRDefault="00810015" w:rsidP="00810015">
      <w:r>
        <w:t>354.5749</w:t>
      </w:r>
      <w:r>
        <w:tab/>
        <w:t>2.025e0</w:t>
      </w:r>
    </w:p>
    <w:p w14:paraId="7EC9A46E" w14:textId="77777777" w:rsidR="00810015" w:rsidRDefault="00810015" w:rsidP="00810015">
      <w:r>
        <w:t>354.5761</w:t>
      </w:r>
      <w:r>
        <w:tab/>
        <w:t>2.025e0</w:t>
      </w:r>
    </w:p>
    <w:p w14:paraId="18B609DF" w14:textId="77777777" w:rsidR="00810015" w:rsidRDefault="00810015" w:rsidP="00810015">
      <w:r>
        <w:t>354.5977</w:t>
      </w:r>
      <w:r>
        <w:tab/>
        <w:t>1.013e0</w:t>
      </w:r>
    </w:p>
    <w:p w14:paraId="1AA577DF" w14:textId="77777777" w:rsidR="00810015" w:rsidRDefault="00810015" w:rsidP="00810015">
      <w:r>
        <w:t>354.6321</w:t>
      </w:r>
      <w:r>
        <w:tab/>
        <w:t>2.025e0</w:t>
      </w:r>
    </w:p>
    <w:p w14:paraId="58F460E7" w14:textId="77777777" w:rsidR="00810015" w:rsidRDefault="00810015" w:rsidP="00810015">
      <w:r>
        <w:t>354.6461</w:t>
      </w:r>
      <w:r>
        <w:tab/>
        <w:t>2.025e0</w:t>
      </w:r>
    </w:p>
    <w:p w14:paraId="32367548" w14:textId="77777777" w:rsidR="00810015" w:rsidRDefault="00810015" w:rsidP="00810015">
      <w:r>
        <w:t>354.6856</w:t>
      </w:r>
      <w:r>
        <w:tab/>
        <w:t>2.025e0</w:t>
      </w:r>
    </w:p>
    <w:p w14:paraId="6E3E0C31" w14:textId="77777777" w:rsidR="00810015" w:rsidRDefault="00810015" w:rsidP="00810015">
      <w:r>
        <w:t>354.6877</w:t>
      </w:r>
      <w:r>
        <w:tab/>
        <w:t>1.013e0</w:t>
      </w:r>
    </w:p>
    <w:p w14:paraId="5D66A71D" w14:textId="77777777" w:rsidR="00810015" w:rsidRDefault="00810015" w:rsidP="00810015">
      <w:r>
        <w:t>354.6968</w:t>
      </w:r>
      <w:r>
        <w:tab/>
        <w:t>1.013e0</w:t>
      </w:r>
    </w:p>
    <w:p w14:paraId="4625F25B" w14:textId="77777777" w:rsidR="00810015" w:rsidRDefault="00810015" w:rsidP="00810015">
      <w:r>
        <w:t>354.7333</w:t>
      </w:r>
      <w:r>
        <w:tab/>
        <w:t>1.013e0</w:t>
      </w:r>
    </w:p>
    <w:p w14:paraId="38CF5956" w14:textId="77777777" w:rsidR="00810015" w:rsidRDefault="00810015" w:rsidP="00810015">
      <w:r>
        <w:t>354.7365</w:t>
      </w:r>
      <w:r>
        <w:tab/>
        <w:t>2.025e0</w:t>
      </w:r>
    </w:p>
    <w:p w14:paraId="05A30EA3" w14:textId="77777777" w:rsidR="00810015" w:rsidRDefault="00810015" w:rsidP="00810015">
      <w:r>
        <w:t>354.7583</w:t>
      </w:r>
      <w:r>
        <w:tab/>
        <w:t>4.051e0</w:t>
      </w:r>
    </w:p>
    <w:p w14:paraId="5B754740" w14:textId="77777777" w:rsidR="00810015" w:rsidRDefault="00810015" w:rsidP="00810015">
      <w:r>
        <w:t>354.7841</w:t>
      </w:r>
      <w:r>
        <w:tab/>
        <w:t>1.013e0</w:t>
      </w:r>
    </w:p>
    <w:p w14:paraId="3D3B3964" w14:textId="77777777" w:rsidR="00810015" w:rsidRDefault="00810015" w:rsidP="00810015">
      <w:r>
        <w:t>354.7956</w:t>
      </w:r>
      <w:r>
        <w:tab/>
        <w:t>1.013e0</w:t>
      </w:r>
    </w:p>
    <w:p w14:paraId="241594AF" w14:textId="77777777" w:rsidR="00810015" w:rsidRDefault="00810015" w:rsidP="00810015">
      <w:r>
        <w:t>354.8251</w:t>
      </w:r>
      <w:r>
        <w:tab/>
        <w:t>2.025e0</w:t>
      </w:r>
    </w:p>
    <w:p w14:paraId="6AF5D1DE" w14:textId="77777777" w:rsidR="00810015" w:rsidRDefault="00810015" w:rsidP="00810015">
      <w:r>
        <w:t>354.8272</w:t>
      </w:r>
      <w:r>
        <w:tab/>
        <w:t>1.013e0</w:t>
      </w:r>
    </w:p>
    <w:p w14:paraId="738118BF" w14:textId="77777777" w:rsidR="00810015" w:rsidRDefault="00810015" w:rsidP="00810015">
      <w:r>
        <w:t>354.8661</w:t>
      </w:r>
      <w:r>
        <w:tab/>
        <w:t>2.025e0</w:t>
      </w:r>
    </w:p>
    <w:p w14:paraId="3A9F5531" w14:textId="77777777" w:rsidR="00810015" w:rsidRDefault="00810015" w:rsidP="00810015">
      <w:r>
        <w:t>354.9160</w:t>
      </w:r>
      <w:r>
        <w:tab/>
        <w:t>2.465e0</w:t>
      </w:r>
    </w:p>
    <w:p w14:paraId="0D9411BE" w14:textId="77777777" w:rsidR="00810015" w:rsidRDefault="00810015" w:rsidP="00810015">
      <w:r>
        <w:t>354.9196</w:t>
      </w:r>
      <w:r>
        <w:tab/>
        <w:t>2.025e0</w:t>
      </w:r>
    </w:p>
    <w:p w14:paraId="047970CE" w14:textId="77777777" w:rsidR="00810015" w:rsidRDefault="00810015" w:rsidP="00810015">
      <w:r>
        <w:t>354.9287</w:t>
      </w:r>
      <w:r>
        <w:tab/>
        <w:t>1.013e0</w:t>
      </w:r>
    </w:p>
    <w:p w14:paraId="41E94CF4" w14:textId="77777777" w:rsidR="00810015" w:rsidRDefault="00810015" w:rsidP="00810015">
      <w:r>
        <w:t>354.9337</w:t>
      </w:r>
      <w:r>
        <w:tab/>
        <w:t>3.038e0</w:t>
      </w:r>
    </w:p>
    <w:p w14:paraId="2E39F65F" w14:textId="77777777" w:rsidR="00810015" w:rsidRDefault="00810015" w:rsidP="00810015">
      <w:r>
        <w:t>354.9499</w:t>
      </w:r>
      <w:r>
        <w:tab/>
        <w:t>2.064e0</w:t>
      </w:r>
    </w:p>
    <w:p w14:paraId="00AD6A2A" w14:textId="77777777" w:rsidR="00810015" w:rsidRDefault="00810015" w:rsidP="00810015">
      <w:r>
        <w:t>354.9561</w:t>
      </w:r>
      <w:r>
        <w:tab/>
        <w:t>4.043e0</w:t>
      </w:r>
    </w:p>
    <w:p w14:paraId="17CE83F5" w14:textId="77777777" w:rsidR="00810015" w:rsidRDefault="00810015" w:rsidP="00810015">
      <w:r>
        <w:t>354.9677</w:t>
      </w:r>
      <w:r>
        <w:tab/>
        <w:t>3.956e0</w:t>
      </w:r>
    </w:p>
    <w:p w14:paraId="68A91868" w14:textId="77777777" w:rsidR="00810015" w:rsidRDefault="00810015" w:rsidP="00810015">
      <w:r>
        <w:t>354.9748</w:t>
      </w:r>
      <w:r>
        <w:tab/>
        <w:t>1.215e1</w:t>
      </w:r>
    </w:p>
    <w:p w14:paraId="3A1A4149" w14:textId="77777777" w:rsidR="00810015" w:rsidRDefault="00810015" w:rsidP="00810015">
      <w:r>
        <w:t>354.9916</w:t>
      </w:r>
      <w:r>
        <w:tab/>
        <w:t>2.675e0</w:t>
      </w:r>
    </w:p>
    <w:p w14:paraId="1C47541B" w14:textId="77777777" w:rsidR="00810015" w:rsidRDefault="00810015" w:rsidP="00810015">
      <w:r>
        <w:t>354.9985</w:t>
      </w:r>
      <w:r>
        <w:tab/>
        <w:t>1.013e0</w:t>
      </w:r>
    </w:p>
    <w:p w14:paraId="77724754" w14:textId="77777777" w:rsidR="00810015" w:rsidRDefault="00810015" w:rsidP="00810015">
      <w:r>
        <w:t>355.0341</w:t>
      </w:r>
      <w:r>
        <w:tab/>
        <w:t>5.575e0</w:t>
      </w:r>
    </w:p>
    <w:p w14:paraId="76275234" w14:textId="77777777" w:rsidR="00810015" w:rsidRDefault="00810015" w:rsidP="00810015">
      <w:r>
        <w:t>355.0396</w:t>
      </w:r>
      <w:r>
        <w:tab/>
        <w:t>4.393e0</w:t>
      </w:r>
    </w:p>
    <w:p w14:paraId="5D899C49" w14:textId="77777777" w:rsidR="00810015" w:rsidRDefault="00810015" w:rsidP="00810015">
      <w:r>
        <w:t>355.0548</w:t>
      </w:r>
      <w:r>
        <w:tab/>
        <w:t>3.038e0</w:t>
      </w:r>
    </w:p>
    <w:p w14:paraId="033D7F0E" w14:textId="77777777" w:rsidR="00810015" w:rsidRDefault="00810015" w:rsidP="00810015">
      <w:r>
        <w:t>355.0979</w:t>
      </w:r>
      <w:r>
        <w:tab/>
        <w:t>3.136e1</w:t>
      </w:r>
    </w:p>
    <w:p w14:paraId="693FEA17" w14:textId="77777777" w:rsidR="00810015" w:rsidRDefault="00810015" w:rsidP="00810015">
      <w:r>
        <w:t>355.1012</w:t>
      </w:r>
      <w:r>
        <w:tab/>
        <w:t>2.103e2</w:t>
      </w:r>
    </w:p>
    <w:p w14:paraId="5404626D" w14:textId="77777777" w:rsidR="00810015" w:rsidRDefault="00810015" w:rsidP="00810015">
      <w:r>
        <w:t>355.1034</w:t>
      </w:r>
      <w:r>
        <w:tab/>
        <w:t>1.366e2</w:t>
      </w:r>
    </w:p>
    <w:p w14:paraId="4740D9EC" w14:textId="77777777" w:rsidR="00810015" w:rsidRDefault="00810015" w:rsidP="00810015">
      <w:r>
        <w:t>355.1431</w:t>
      </w:r>
      <w:r>
        <w:tab/>
        <w:t>3.038e0</w:t>
      </w:r>
    </w:p>
    <w:p w14:paraId="1DF502E9" w14:textId="77777777" w:rsidR="00810015" w:rsidRDefault="00810015" w:rsidP="00810015">
      <w:r>
        <w:t>355.1756</w:t>
      </w:r>
      <w:r>
        <w:tab/>
        <w:t>3.587e0</w:t>
      </w:r>
    </w:p>
    <w:p w14:paraId="5B7D65C2" w14:textId="77777777" w:rsidR="00810015" w:rsidRDefault="00810015" w:rsidP="00810015">
      <w:r>
        <w:t>355.2004</w:t>
      </w:r>
      <w:r>
        <w:tab/>
        <w:t>2.900e0</w:t>
      </w:r>
    </w:p>
    <w:p w14:paraId="74B59765" w14:textId="77777777" w:rsidR="00810015" w:rsidRDefault="00810015" w:rsidP="00810015">
      <w:r>
        <w:t>355.2176</w:t>
      </w:r>
      <w:r>
        <w:tab/>
        <w:t>2.025e0</w:t>
      </w:r>
    </w:p>
    <w:p w14:paraId="757DE850" w14:textId="77777777" w:rsidR="00810015" w:rsidRDefault="00810015" w:rsidP="00810015">
      <w:r>
        <w:t>355.2347</w:t>
      </w:r>
      <w:r>
        <w:tab/>
        <w:t>3.121e0</w:t>
      </w:r>
    </w:p>
    <w:p w14:paraId="7A46312E" w14:textId="77777777" w:rsidR="00810015" w:rsidRDefault="00810015" w:rsidP="00810015">
      <w:r>
        <w:t>355.2652</w:t>
      </w:r>
      <w:r>
        <w:tab/>
        <w:t>7.089e0</w:t>
      </w:r>
    </w:p>
    <w:p w14:paraId="71D9B61B" w14:textId="77777777" w:rsidR="00810015" w:rsidRDefault="00810015" w:rsidP="00810015">
      <w:r>
        <w:t>355.2709</w:t>
      </w:r>
      <w:r>
        <w:tab/>
        <w:t>2.025e0</w:t>
      </w:r>
    </w:p>
    <w:p w14:paraId="482C2883" w14:textId="77777777" w:rsidR="00810015" w:rsidRDefault="00810015" w:rsidP="00810015">
      <w:r>
        <w:t>355.2823</w:t>
      </w:r>
      <w:r>
        <w:tab/>
        <w:t>2.025e0</w:t>
      </w:r>
    </w:p>
    <w:p w14:paraId="611B096C" w14:textId="77777777" w:rsidR="00810015" w:rsidRDefault="00810015" w:rsidP="00810015">
      <w:r>
        <w:t>355.3033</w:t>
      </w:r>
      <w:r>
        <w:tab/>
        <w:t>1.013e0</w:t>
      </w:r>
    </w:p>
    <w:p w14:paraId="65455A49" w14:textId="77777777" w:rsidR="00810015" w:rsidRDefault="00810015" w:rsidP="00810015">
      <w:r>
        <w:t>355.3055</w:t>
      </w:r>
      <w:r>
        <w:tab/>
        <w:t>2.025e0</w:t>
      </w:r>
    </w:p>
    <w:p w14:paraId="30A58B7F" w14:textId="77777777" w:rsidR="00810015" w:rsidRDefault="00810015" w:rsidP="00810015">
      <w:r>
        <w:t>355.3286</w:t>
      </w:r>
      <w:r>
        <w:tab/>
        <w:t>2.025e0</w:t>
      </w:r>
    </w:p>
    <w:p w14:paraId="59E54CF8" w14:textId="77777777" w:rsidR="00810015" w:rsidRDefault="00810015" w:rsidP="00810015">
      <w:r>
        <w:t>355.3500</w:t>
      </w:r>
      <w:r>
        <w:tab/>
        <w:t>2.025e0</w:t>
      </w:r>
    </w:p>
    <w:p w14:paraId="4CC6AB06" w14:textId="77777777" w:rsidR="00810015" w:rsidRDefault="00810015" w:rsidP="00810015">
      <w:r>
        <w:t>355.3541</w:t>
      </w:r>
      <w:r>
        <w:tab/>
        <w:t>1.013e0</w:t>
      </w:r>
    </w:p>
    <w:p w14:paraId="7C9BD25A" w14:textId="77777777" w:rsidR="00810015" w:rsidRDefault="00810015" w:rsidP="00810015">
      <w:r>
        <w:t>355.3668</w:t>
      </w:r>
      <w:r>
        <w:tab/>
        <w:t>1.013e0</w:t>
      </w:r>
    </w:p>
    <w:p w14:paraId="00E1CA59" w14:textId="77777777" w:rsidR="00810015" w:rsidRDefault="00810015" w:rsidP="00810015">
      <w:r>
        <w:t>355.3794</w:t>
      </w:r>
      <w:r>
        <w:tab/>
        <w:t>1.013e0</w:t>
      </w:r>
    </w:p>
    <w:p w14:paraId="711C715A" w14:textId="77777777" w:rsidR="00810015" w:rsidRDefault="00810015" w:rsidP="00810015">
      <w:r>
        <w:t>355.3823</w:t>
      </w:r>
      <w:r>
        <w:tab/>
        <w:t>3.038e0</w:t>
      </w:r>
    </w:p>
    <w:p w14:paraId="6B356C4D" w14:textId="77777777" w:rsidR="00810015" w:rsidRDefault="00810015" w:rsidP="00810015">
      <w:r>
        <w:t>355.4041</w:t>
      </w:r>
      <w:r>
        <w:tab/>
        <w:t>2.025e0</w:t>
      </w:r>
    </w:p>
    <w:p w14:paraId="7B88ACD9" w14:textId="77777777" w:rsidR="00810015" w:rsidRDefault="00810015" w:rsidP="00810015">
      <w:r>
        <w:t>355.4176</w:t>
      </w:r>
      <w:r>
        <w:tab/>
        <w:t>1.013e0</w:t>
      </w:r>
    </w:p>
    <w:p w14:paraId="455BE9CE" w14:textId="77777777" w:rsidR="00810015" w:rsidRDefault="00810015" w:rsidP="00810015">
      <w:r>
        <w:t>355.4240</w:t>
      </w:r>
      <w:r>
        <w:tab/>
        <w:t>1.013e0</w:t>
      </w:r>
    </w:p>
    <w:p w14:paraId="7225701B" w14:textId="77777777" w:rsidR="00810015" w:rsidRDefault="00810015" w:rsidP="00810015">
      <w:r>
        <w:t>355.4469</w:t>
      </w:r>
      <w:r>
        <w:tab/>
        <w:t>2.025e0</w:t>
      </w:r>
    </w:p>
    <w:p w14:paraId="214AA7B5" w14:textId="77777777" w:rsidR="00810015" w:rsidRDefault="00810015" w:rsidP="00810015">
      <w:r>
        <w:t>355.4603</w:t>
      </w:r>
      <w:r>
        <w:tab/>
        <w:t>3.038e0</w:t>
      </w:r>
    </w:p>
    <w:p w14:paraId="481093CF" w14:textId="77777777" w:rsidR="00810015" w:rsidRDefault="00810015" w:rsidP="00810015">
      <w:r>
        <w:t>355.4745</w:t>
      </w:r>
      <w:r>
        <w:tab/>
        <w:t>1.013e0</w:t>
      </w:r>
    </w:p>
    <w:p w14:paraId="3F0349DC" w14:textId="77777777" w:rsidR="00810015" w:rsidRDefault="00810015" w:rsidP="00810015">
      <w:r>
        <w:t>355.5142</w:t>
      </w:r>
      <w:r>
        <w:tab/>
        <w:t>1.013e0</w:t>
      </w:r>
    </w:p>
    <w:p w14:paraId="7C3558B5" w14:textId="77777777" w:rsidR="00810015" w:rsidRDefault="00810015" w:rsidP="00810015">
      <w:r>
        <w:t>355.5239</w:t>
      </w:r>
      <w:r>
        <w:tab/>
        <w:t>1.013e0</w:t>
      </w:r>
    </w:p>
    <w:p w14:paraId="25990527" w14:textId="77777777" w:rsidR="00810015" w:rsidRDefault="00810015" w:rsidP="00810015">
      <w:r>
        <w:t>355.5460</w:t>
      </w:r>
      <w:r>
        <w:tab/>
        <w:t>3.038e0</w:t>
      </w:r>
    </w:p>
    <w:p w14:paraId="7A676422" w14:textId="77777777" w:rsidR="00810015" w:rsidRDefault="00810015" w:rsidP="00810015">
      <w:r>
        <w:t>355.5527</w:t>
      </w:r>
      <w:r>
        <w:tab/>
        <w:t>1.013e0</w:t>
      </w:r>
    </w:p>
    <w:p w14:paraId="6B796AAE" w14:textId="77777777" w:rsidR="00810015" w:rsidRDefault="00810015" w:rsidP="00810015">
      <w:r>
        <w:t>355.5611</w:t>
      </w:r>
      <w:r>
        <w:tab/>
        <w:t>2.025e0</w:t>
      </w:r>
    </w:p>
    <w:p w14:paraId="2BFE78A4" w14:textId="77777777" w:rsidR="00810015" w:rsidRDefault="00810015" w:rsidP="00810015">
      <w:r>
        <w:t>355.5820</w:t>
      </w:r>
      <w:r>
        <w:tab/>
        <w:t>2.025e0</w:t>
      </w:r>
    </w:p>
    <w:p w14:paraId="5C6706EA" w14:textId="77777777" w:rsidR="00810015" w:rsidRDefault="00810015" w:rsidP="00810015">
      <w:r>
        <w:t>355.5959</w:t>
      </w:r>
      <w:r>
        <w:tab/>
        <w:t>4.051e0</w:t>
      </w:r>
    </w:p>
    <w:p w14:paraId="778128F4" w14:textId="77777777" w:rsidR="00810015" w:rsidRDefault="00810015" w:rsidP="00810015">
      <w:r>
        <w:t>355.6083</w:t>
      </w:r>
      <w:r>
        <w:tab/>
        <w:t>1.013e0</w:t>
      </w:r>
    </w:p>
    <w:p w14:paraId="310D12B3" w14:textId="77777777" w:rsidR="00810015" w:rsidRDefault="00810015" w:rsidP="00810015">
      <w:r>
        <w:t>355.6202</w:t>
      </w:r>
      <w:r>
        <w:tab/>
        <w:t>1.013e0</w:t>
      </w:r>
    </w:p>
    <w:p w14:paraId="5D9332D2" w14:textId="77777777" w:rsidR="00810015" w:rsidRDefault="00810015" w:rsidP="00810015">
      <w:r>
        <w:t>355.6230</w:t>
      </w:r>
      <w:r>
        <w:tab/>
        <w:t>2.025e0</w:t>
      </w:r>
    </w:p>
    <w:p w14:paraId="73117B4D" w14:textId="77777777" w:rsidR="00810015" w:rsidRDefault="00810015" w:rsidP="00810015">
      <w:r>
        <w:t>355.6337</w:t>
      </w:r>
      <w:r>
        <w:tab/>
        <w:t>1.013e0</w:t>
      </w:r>
    </w:p>
    <w:p w14:paraId="00B43116" w14:textId="77777777" w:rsidR="00810015" w:rsidRDefault="00810015" w:rsidP="00810015">
      <w:r>
        <w:t>355.6528</w:t>
      </w:r>
      <w:r>
        <w:tab/>
        <w:t>1.013e0</w:t>
      </w:r>
    </w:p>
    <w:p w14:paraId="1BCBD310" w14:textId="77777777" w:rsidR="00810015" w:rsidRDefault="00810015" w:rsidP="00810015">
      <w:r>
        <w:t>355.6858</w:t>
      </w:r>
      <w:r>
        <w:tab/>
        <w:t>1.013e0</w:t>
      </w:r>
    </w:p>
    <w:p w14:paraId="756CDDE2" w14:textId="77777777" w:rsidR="00810015" w:rsidRDefault="00810015" w:rsidP="00810015">
      <w:r>
        <w:t>355.6934</w:t>
      </w:r>
      <w:r>
        <w:tab/>
        <w:t>1.013e0</w:t>
      </w:r>
    </w:p>
    <w:p w14:paraId="6C8920F8" w14:textId="77777777" w:rsidR="00810015" w:rsidRDefault="00810015" w:rsidP="00810015">
      <w:r>
        <w:t>355.6973</w:t>
      </w:r>
      <w:r>
        <w:tab/>
        <w:t>1.013e0</w:t>
      </w:r>
    </w:p>
    <w:p w14:paraId="63C2C80C" w14:textId="77777777" w:rsidR="00810015" w:rsidRDefault="00810015" w:rsidP="00810015">
      <w:r>
        <w:t>355.7141</w:t>
      </w:r>
      <w:r>
        <w:tab/>
        <w:t>1.013e0</w:t>
      </w:r>
    </w:p>
    <w:p w14:paraId="42815B3C" w14:textId="77777777" w:rsidR="00810015" w:rsidRDefault="00810015" w:rsidP="00810015">
      <w:r>
        <w:t>355.7675</w:t>
      </w:r>
      <w:r>
        <w:tab/>
        <w:t>3.038e0</w:t>
      </w:r>
    </w:p>
    <w:p w14:paraId="7795F5B2" w14:textId="77777777" w:rsidR="00810015" w:rsidRDefault="00810015" w:rsidP="00810015">
      <w:r>
        <w:t>355.7736</w:t>
      </w:r>
      <w:r>
        <w:tab/>
        <w:t>1.013e0</w:t>
      </w:r>
    </w:p>
    <w:p w14:paraId="4EFF92E4" w14:textId="77777777" w:rsidR="00810015" w:rsidRDefault="00810015" w:rsidP="00810015">
      <w:r>
        <w:t>355.7845</w:t>
      </w:r>
      <w:r>
        <w:tab/>
        <w:t>2.025e0</w:t>
      </w:r>
    </w:p>
    <w:p w14:paraId="3DB31DF4" w14:textId="77777777" w:rsidR="00810015" w:rsidRDefault="00810015" w:rsidP="00810015">
      <w:r>
        <w:t>355.8194</w:t>
      </w:r>
      <w:r>
        <w:tab/>
        <w:t>1.013e0</w:t>
      </w:r>
    </w:p>
    <w:p w14:paraId="1B90ED6A" w14:textId="77777777" w:rsidR="00810015" w:rsidRDefault="00810015" w:rsidP="00810015">
      <w:r>
        <w:t>355.8302</w:t>
      </w:r>
      <w:r>
        <w:tab/>
        <w:t>1.013e0</w:t>
      </w:r>
    </w:p>
    <w:p w14:paraId="21F0B1D5" w14:textId="77777777" w:rsidR="00810015" w:rsidRDefault="00810015" w:rsidP="00810015">
      <w:r>
        <w:t>355.8665</w:t>
      </w:r>
      <w:r>
        <w:tab/>
        <w:t>2.025e0</w:t>
      </w:r>
    </w:p>
    <w:p w14:paraId="29E3064E" w14:textId="77777777" w:rsidR="00810015" w:rsidRDefault="00810015" w:rsidP="00810015">
      <w:r>
        <w:t>355.8675</w:t>
      </w:r>
      <w:r>
        <w:tab/>
        <w:t>3.038e0</w:t>
      </w:r>
    </w:p>
    <w:p w14:paraId="0575B495" w14:textId="77777777" w:rsidR="00810015" w:rsidRDefault="00810015" w:rsidP="00810015">
      <w:r>
        <w:t>355.8712</w:t>
      </w:r>
      <w:r>
        <w:tab/>
        <w:t>2.025e0</w:t>
      </w:r>
    </w:p>
    <w:p w14:paraId="0F9D6E3B" w14:textId="77777777" w:rsidR="00810015" w:rsidRDefault="00810015" w:rsidP="00810015">
      <w:r>
        <w:t>355.9003</w:t>
      </w:r>
      <w:r>
        <w:tab/>
        <w:t>2.025e0</w:t>
      </w:r>
    </w:p>
    <w:p w14:paraId="259A8675" w14:textId="77777777" w:rsidR="00810015" w:rsidRDefault="00810015" w:rsidP="00810015">
      <w:r>
        <w:t>355.9224</w:t>
      </w:r>
      <w:r>
        <w:tab/>
        <w:t>3.038e0</w:t>
      </w:r>
    </w:p>
    <w:p w14:paraId="3424F2BF" w14:textId="77777777" w:rsidR="00810015" w:rsidRDefault="00810015" w:rsidP="00810015">
      <w:r>
        <w:t>355.9286</w:t>
      </w:r>
      <w:r>
        <w:tab/>
        <w:t>5.032e0</w:t>
      </w:r>
    </w:p>
    <w:p w14:paraId="088164BA" w14:textId="77777777" w:rsidR="00810015" w:rsidRDefault="00810015" w:rsidP="00810015">
      <w:r>
        <w:t>355.9511</w:t>
      </w:r>
      <w:r>
        <w:tab/>
        <w:t>4.051e0</w:t>
      </w:r>
    </w:p>
    <w:p w14:paraId="6701F727" w14:textId="77777777" w:rsidR="00810015" w:rsidRDefault="00810015" w:rsidP="00810015">
      <w:r>
        <w:t>355.9546</w:t>
      </w:r>
      <w:r>
        <w:tab/>
        <w:t>6.076e0</w:t>
      </w:r>
    </w:p>
    <w:p w14:paraId="51738D3A" w14:textId="77777777" w:rsidR="00810015" w:rsidRDefault="00810015" w:rsidP="00810015">
      <w:r>
        <w:t>355.9630</w:t>
      </w:r>
      <w:r>
        <w:tab/>
        <w:t>7.027e0</w:t>
      </w:r>
    </w:p>
    <w:p w14:paraId="58FDBFC9" w14:textId="77777777" w:rsidR="00810015" w:rsidRDefault="00810015" w:rsidP="00810015">
      <w:r>
        <w:t>355.9788</w:t>
      </w:r>
      <w:r>
        <w:tab/>
        <w:t>5.864e0</w:t>
      </w:r>
    </w:p>
    <w:p w14:paraId="19B37A6F" w14:textId="77777777" w:rsidR="00810015" w:rsidRDefault="00810015" w:rsidP="00810015">
      <w:r>
        <w:t>356.0035</w:t>
      </w:r>
      <w:r>
        <w:tab/>
        <w:t>1.013e0</w:t>
      </w:r>
    </w:p>
    <w:p w14:paraId="156CA3D5" w14:textId="77777777" w:rsidR="00810015" w:rsidRDefault="00810015" w:rsidP="00810015">
      <w:r>
        <w:t>356.0047</w:t>
      </w:r>
      <w:r>
        <w:tab/>
        <w:t>1.013e0</w:t>
      </w:r>
    </w:p>
    <w:p w14:paraId="03D5DC01" w14:textId="77777777" w:rsidR="00810015" w:rsidRDefault="00810015" w:rsidP="00810015">
      <w:r>
        <w:t>356.0243</w:t>
      </w:r>
      <w:r>
        <w:tab/>
        <w:t>2.025e0</w:t>
      </w:r>
    </w:p>
    <w:p w14:paraId="3E65B9A0" w14:textId="77777777" w:rsidR="00810015" w:rsidRDefault="00810015" w:rsidP="00810015">
      <w:r>
        <w:t>356.0391</w:t>
      </w:r>
      <w:r>
        <w:tab/>
        <w:t>2.025e0</w:t>
      </w:r>
    </w:p>
    <w:p w14:paraId="5F8F0FDB" w14:textId="77777777" w:rsidR="00810015" w:rsidRDefault="00810015" w:rsidP="00810015">
      <w:r>
        <w:t>356.0676</w:t>
      </w:r>
      <w:r>
        <w:tab/>
        <w:t>3.007e0</w:t>
      </w:r>
    </w:p>
    <w:p w14:paraId="0E603182" w14:textId="77777777" w:rsidR="00810015" w:rsidRDefault="00810015" w:rsidP="00810015">
      <w:r>
        <w:t>356.0992</w:t>
      </w:r>
      <w:r>
        <w:tab/>
        <w:t>1.821e1</w:t>
      </w:r>
    </w:p>
    <w:p w14:paraId="1B57FFC0" w14:textId="77777777" w:rsidR="00810015" w:rsidRDefault="00810015" w:rsidP="00810015">
      <w:r>
        <w:t>356.1020</w:t>
      </w:r>
      <w:r>
        <w:tab/>
        <w:t>2.744e1</w:t>
      </w:r>
    </w:p>
    <w:p w14:paraId="19FB3315" w14:textId="77777777" w:rsidR="00810015" w:rsidRDefault="00810015" w:rsidP="00810015">
      <w:r>
        <w:t>356.1073</w:t>
      </w:r>
      <w:r>
        <w:tab/>
        <w:t>1.703e1</w:t>
      </w:r>
    </w:p>
    <w:p w14:paraId="54E3674C" w14:textId="77777777" w:rsidR="00810015" w:rsidRDefault="00810015" w:rsidP="00810015">
      <w:r>
        <w:t>356.1256</w:t>
      </w:r>
      <w:r>
        <w:tab/>
        <w:t>6.933e0</w:t>
      </w:r>
    </w:p>
    <w:p w14:paraId="32FEB111" w14:textId="77777777" w:rsidR="00810015" w:rsidRDefault="00810015" w:rsidP="00810015">
      <w:r>
        <w:t>356.1713</w:t>
      </w:r>
      <w:r>
        <w:tab/>
        <w:t>3.038e0</w:t>
      </w:r>
    </w:p>
    <w:p w14:paraId="6FDBA693" w14:textId="77777777" w:rsidR="00810015" w:rsidRDefault="00810015" w:rsidP="00810015">
      <w:r>
        <w:t>356.1889</w:t>
      </w:r>
      <w:r>
        <w:tab/>
        <w:t>9.512e0</w:t>
      </w:r>
    </w:p>
    <w:p w14:paraId="58924798" w14:textId="77777777" w:rsidR="00810015" w:rsidRDefault="00810015" w:rsidP="00810015">
      <w:r>
        <w:t>356.1967</w:t>
      </w:r>
      <w:r>
        <w:tab/>
        <w:t>5.063e0</w:t>
      </w:r>
    </w:p>
    <w:p w14:paraId="7ED16529" w14:textId="77777777" w:rsidR="00810015" w:rsidRDefault="00810015" w:rsidP="00810015">
      <w:r>
        <w:t>356.2014</w:t>
      </w:r>
      <w:r>
        <w:tab/>
        <w:t>5.063e0</w:t>
      </w:r>
    </w:p>
    <w:p w14:paraId="4222D905" w14:textId="77777777" w:rsidR="00810015" w:rsidRDefault="00810015" w:rsidP="00810015">
      <w:r>
        <w:t>356.2356</w:t>
      </w:r>
      <w:r>
        <w:tab/>
        <w:t>2.275e0</w:t>
      </w:r>
    </w:p>
    <w:p w14:paraId="4DEC69DC" w14:textId="77777777" w:rsidR="00810015" w:rsidRDefault="00810015" w:rsidP="00810015">
      <w:r>
        <w:t>356.2386</w:t>
      </w:r>
      <w:r>
        <w:tab/>
        <w:t>2.025e0</w:t>
      </w:r>
    </w:p>
    <w:p w14:paraId="01A5FCFC" w14:textId="77777777" w:rsidR="00810015" w:rsidRDefault="00810015" w:rsidP="00810015">
      <w:r>
        <w:t>356.2458</w:t>
      </w:r>
      <w:r>
        <w:tab/>
        <w:t>2.025e0</w:t>
      </w:r>
    </w:p>
    <w:p w14:paraId="57E6FDC7" w14:textId="77777777" w:rsidR="00810015" w:rsidRDefault="00810015" w:rsidP="00810015">
      <w:r>
        <w:t>356.2602</w:t>
      </w:r>
      <w:r>
        <w:tab/>
        <w:t>2.025e0</w:t>
      </w:r>
    </w:p>
    <w:p w14:paraId="53A297E8" w14:textId="77777777" w:rsidR="00810015" w:rsidRDefault="00810015" w:rsidP="00810015">
      <w:r>
        <w:t>356.2693</w:t>
      </w:r>
      <w:r>
        <w:tab/>
        <w:t>6.076e0</w:t>
      </w:r>
    </w:p>
    <w:p w14:paraId="1FAA71B4" w14:textId="77777777" w:rsidR="00810015" w:rsidRDefault="00810015" w:rsidP="00810015">
      <w:r>
        <w:t>356.2823</w:t>
      </w:r>
      <w:r>
        <w:tab/>
        <w:t>1.013e0</w:t>
      </w:r>
    </w:p>
    <w:p w14:paraId="68D8D8BC" w14:textId="77777777" w:rsidR="00810015" w:rsidRDefault="00810015" w:rsidP="00810015">
      <w:r>
        <w:t>356.3009</w:t>
      </w:r>
      <w:r>
        <w:tab/>
        <w:t>5.063e0</w:t>
      </w:r>
    </w:p>
    <w:p w14:paraId="61FF9609" w14:textId="77777777" w:rsidR="00810015" w:rsidRDefault="00810015" w:rsidP="00810015">
      <w:r>
        <w:t>356.3127</w:t>
      </w:r>
      <w:r>
        <w:tab/>
        <w:t>2.025e0</w:t>
      </w:r>
    </w:p>
    <w:p w14:paraId="252BCD22" w14:textId="77777777" w:rsidR="00810015" w:rsidRDefault="00810015" w:rsidP="00810015">
      <w:r>
        <w:t>356.3372</w:t>
      </w:r>
      <w:r>
        <w:tab/>
        <w:t>2.025e0</w:t>
      </w:r>
    </w:p>
    <w:p w14:paraId="1C69607A" w14:textId="77777777" w:rsidR="00810015" w:rsidRDefault="00810015" w:rsidP="00810015">
      <w:r>
        <w:t>356.3554</w:t>
      </w:r>
      <w:r>
        <w:tab/>
        <w:t>1.013e0</w:t>
      </w:r>
    </w:p>
    <w:p w14:paraId="11A6FAF8" w14:textId="77777777" w:rsidR="00810015" w:rsidRDefault="00810015" w:rsidP="00810015">
      <w:r>
        <w:t>356.3802</w:t>
      </w:r>
      <w:r>
        <w:tab/>
        <w:t>1.013e0</w:t>
      </w:r>
    </w:p>
    <w:p w14:paraId="4DF6BCFB" w14:textId="77777777" w:rsidR="00810015" w:rsidRDefault="00810015" w:rsidP="00810015">
      <w:r>
        <w:t>356.4218</w:t>
      </w:r>
      <w:r>
        <w:tab/>
        <w:t>1.013e0</w:t>
      </w:r>
    </w:p>
    <w:p w14:paraId="0DBCCE91" w14:textId="77777777" w:rsidR="00810015" w:rsidRDefault="00810015" w:rsidP="00810015">
      <w:r>
        <w:t>356.4417</w:t>
      </w:r>
      <w:r>
        <w:tab/>
        <w:t>3.038e0</w:t>
      </w:r>
    </w:p>
    <w:p w14:paraId="1F4D3AF0" w14:textId="77777777" w:rsidR="00810015" w:rsidRDefault="00810015" w:rsidP="00810015">
      <w:r>
        <w:t>356.4801</w:t>
      </w:r>
      <w:r>
        <w:tab/>
        <w:t>1.013e0</w:t>
      </w:r>
    </w:p>
    <w:p w14:paraId="70DACDBF" w14:textId="77777777" w:rsidR="00810015" w:rsidRDefault="00810015" w:rsidP="00810015">
      <w:r>
        <w:t>356.5247</w:t>
      </w:r>
      <w:r>
        <w:tab/>
        <w:t>1.013e0</w:t>
      </w:r>
    </w:p>
    <w:p w14:paraId="1513F9F2" w14:textId="77777777" w:rsidR="00810015" w:rsidRDefault="00810015" w:rsidP="00810015">
      <w:r>
        <w:t>356.5403</w:t>
      </w:r>
      <w:r>
        <w:tab/>
        <w:t>4.051e0</w:t>
      </w:r>
    </w:p>
    <w:p w14:paraId="3A687F92" w14:textId="77777777" w:rsidR="00810015" w:rsidRDefault="00810015" w:rsidP="00810015">
      <w:r>
        <w:t>356.5417</w:t>
      </w:r>
      <w:r>
        <w:tab/>
        <w:t>1.013e0</w:t>
      </w:r>
    </w:p>
    <w:p w14:paraId="55F2E8E4" w14:textId="77777777" w:rsidR="00810015" w:rsidRDefault="00810015" w:rsidP="00810015">
      <w:r>
        <w:t>356.5470</w:t>
      </w:r>
      <w:r>
        <w:tab/>
        <w:t>3.038e0</w:t>
      </w:r>
    </w:p>
    <w:p w14:paraId="62DD5F66" w14:textId="77777777" w:rsidR="00810015" w:rsidRDefault="00810015" w:rsidP="00810015">
      <w:r>
        <w:t>356.5926</w:t>
      </w:r>
      <w:r>
        <w:tab/>
        <w:t>1.013e0</w:t>
      </w:r>
    </w:p>
    <w:p w14:paraId="61A1AD76" w14:textId="77777777" w:rsidR="00810015" w:rsidRDefault="00810015" w:rsidP="00810015">
      <w:r>
        <w:t>356.6121</w:t>
      </w:r>
      <w:r>
        <w:tab/>
        <w:t>1.013e0</w:t>
      </w:r>
    </w:p>
    <w:p w14:paraId="128866CE" w14:textId="77777777" w:rsidR="00810015" w:rsidRDefault="00810015" w:rsidP="00810015">
      <w:r>
        <w:t>356.6266</w:t>
      </w:r>
      <w:r>
        <w:tab/>
        <w:t>2.025e0</w:t>
      </w:r>
    </w:p>
    <w:p w14:paraId="15DCA5A2" w14:textId="77777777" w:rsidR="00810015" w:rsidRDefault="00810015" w:rsidP="00810015">
      <w:r>
        <w:t>356.6409</w:t>
      </w:r>
      <w:r>
        <w:tab/>
        <w:t>1.013e0</w:t>
      </w:r>
    </w:p>
    <w:p w14:paraId="4CCB058D" w14:textId="77777777" w:rsidR="00810015" w:rsidRDefault="00810015" w:rsidP="00810015">
      <w:r>
        <w:t>356.6491</w:t>
      </w:r>
      <w:r>
        <w:tab/>
        <w:t>2.025e0</w:t>
      </w:r>
    </w:p>
    <w:p w14:paraId="23A0D9ED" w14:textId="77777777" w:rsidR="00810015" w:rsidRDefault="00810015" w:rsidP="00810015">
      <w:r>
        <w:t>356.6637</w:t>
      </w:r>
      <w:r>
        <w:tab/>
        <w:t>2.025e0</w:t>
      </w:r>
    </w:p>
    <w:p w14:paraId="6CD51B8F" w14:textId="77777777" w:rsidR="00810015" w:rsidRDefault="00810015" w:rsidP="00810015">
      <w:r>
        <w:t>356.6907</w:t>
      </w:r>
      <w:r>
        <w:tab/>
        <w:t>3.038e0</w:t>
      </w:r>
    </w:p>
    <w:p w14:paraId="468F1B35" w14:textId="77777777" w:rsidR="00810015" w:rsidRDefault="00810015" w:rsidP="00810015">
      <w:r>
        <w:t>356.7079</w:t>
      </w:r>
      <w:r>
        <w:tab/>
        <w:t>3.038e0</w:t>
      </w:r>
    </w:p>
    <w:p w14:paraId="7B13AD92" w14:textId="77777777" w:rsidR="00810015" w:rsidRDefault="00810015" w:rsidP="00810015">
      <w:r>
        <w:t>356.7361</w:t>
      </w:r>
      <w:r>
        <w:tab/>
        <w:t>1.013e0</w:t>
      </w:r>
    </w:p>
    <w:p w14:paraId="3CF6BAC4" w14:textId="77777777" w:rsidR="00810015" w:rsidRDefault="00810015" w:rsidP="00810015">
      <w:r>
        <w:t>356.7414</w:t>
      </w:r>
      <w:r>
        <w:tab/>
        <w:t>1.013e0</w:t>
      </w:r>
    </w:p>
    <w:p w14:paraId="6067CD70" w14:textId="77777777" w:rsidR="00810015" w:rsidRDefault="00810015" w:rsidP="00810015">
      <w:r>
        <w:t>356.7938</w:t>
      </w:r>
      <w:r>
        <w:tab/>
        <w:t>2.025e0</w:t>
      </w:r>
    </w:p>
    <w:p w14:paraId="09413288" w14:textId="77777777" w:rsidR="00810015" w:rsidRDefault="00810015" w:rsidP="00810015">
      <w:r>
        <w:t>356.8074</w:t>
      </w:r>
      <w:r>
        <w:tab/>
        <w:t>5.063e0</w:t>
      </w:r>
    </w:p>
    <w:p w14:paraId="253C5404" w14:textId="77777777" w:rsidR="00810015" w:rsidRDefault="00810015" w:rsidP="00810015">
      <w:r>
        <w:t>356.8115</w:t>
      </w:r>
      <w:r>
        <w:tab/>
        <w:t>1.013e0</w:t>
      </w:r>
    </w:p>
    <w:p w14:paraId="166FD14E" w14:textId="77777777" w:rsidR="00810015" w:rsidRDefault="00810015" w:rsidP="00810015">
      <w:r>
        <w:t>356.8563</w:t>
      </w:r>
      <w:r>
        <w:tab/>
        <w:t>2.240e0</w:t>
      </w:r>
    </w:p>
    <w:p w14:paraId="5ABD6B7C" w14:textId="77777777" w:rsidR="00810015" w:rsidRDefault="00810015" w:rsidP="00810015">
      <w:r>
        <w:t>356.9193</w:t>
      </w:r>
      <w:r>
        <w:tab/>
        <w:t>2.025e0</w:t>
      </w:r>
    </w:p>
    <w:p w14:paraId="2FD15F32" w14:textId="77777777" w:rsidR="00810015" w:rsidRDefault="00810015" w:rsidP="00810015">
      <w:r>
        <w:t>356.9225</w:t>
      </w:r>
      <w:r>
        <w:tab/>
        <w:t>1.964e0</w:t>
      </w:r>
    </w:p>
    <w:p w14:paraId="0E3DD144" w14:textId="77777777" w:rsidR="00810015" w:rsidRDefault="00810015" w:rsidP="00810015">
      <w:r>
        <w:t>356.9417</w:t>
      </w:r>
      <w:r>
        <w:tab/>
        <w:t>3.038e0</w:t>
      </w:r>
    </w:p>
    <w:p w14:paraId="7491D7D8" w14:textId="77777777" w:rsidR="00810015" w:rsidRDefault="00810015" w:rsidP="00810015">
      <w:r>
        <w:t>356.9468</w:t>
      </w:r>
      <w:r>
        <w:tab/>
        <w:t>3.038e0</w:t>
      </w:r>
    </w:p>
    <w:p w14:paraId="1A1277E0" w14:textId="77777777" w:rsidR="00810015" w:rsidRDefault="00810015" w:rsidP="00810015">
      <w:r>
        <w:t>356.9582</w:t>
      </w:r>
      <w:r>
        <w:tab/>
        <w:t>1.013e0</w:t>
      </w:r>
    </w:p>
    <w:p w14:paraId="518D9056" w14:textId="77777777" w:rsidR="00810015" w:rsidRDefault="00810015" w:rsidP="00810015">
      <w:r>
        <w:t>356.9856</w:t>
      </w:r>
      <w:r>
        <w:tab/>
        <w:t>2.025e0</w:t>
      </w:r>
    </w:p>
    <w:p w14:paraId="3EE7036A" w14:textId="77777777" w:rsidR="00810015" w:rsidRDefault="00810015" w:rsidP="00810015">
      <w:r>
        <w:t>357.0023</w:t>
      </w:r>
      <w:r>
        <w:tab/>
        <w:t>4.051e0</w:t>
      </w:r>
    </w:p>
    <w:p w14:paraId="3F7AE0FC" w14:textId="77777777" w:rsidR="00810015" w:rsidRDefault="00810015" w:rsidP="00810015">
      <w:r>
        <w:t>357.0269</w:t>
      </w:r>
      <w:r>
        <w:tab/>
        <w:t>1.907e0</w:t>
      </w:r>
    </w:p>
    <w:p w14:paraId="6815F777" w14:textId="77777777" w:rsidR="00810015" w:rsidRDefault="00810015" w:rsidP="00810015">
      <w:r>
        <w:t>357.0802</w:t>
      </w:r>
      <w:r>
        <w:tab/>
        <w:t>3.038e0</w:t>
      </w:r>
    </w:p>
    <w:p w14:paraId="2DC37ADB" w14:textId="77777777" w:rsidR="00810015" w:rsidRDefault="00810015" w:rsidP="00810015">
      <w:r>
        <w:t>357.1077</w:t>
      </w:r>
      <w:r>
        <w:tab/>
        <w:t>2.556e2</w:t>
      </w:r>
    </w:p>
    <w:p w14:paraId="3F4CE93E" w14:textId="77777777" w:rsidR="00810015" w:rsidRDefault="00810015" w:rsidP="00810015">
      <w:r>
        <w:t>357.1092</w:t>
      </w:r>
      <w:r>
        <w:tab/>
        <w:t>4.879e2</w:t>
      </w:r>
    </w:p>
    <w:p w14:paraId="049CC685" w14:textId="77777777" w:rsidR="00810015" w:rsidRDefault="00810015" w:rsidP="00810015">
      <w:r>
        <w:t>357.1138</w:t>
      </w:r>
      <w:r>
        <w:tab/>
        <w:t>8.352e1</w:t>
      </w:r>
    </w:p>
    <w:p w14:paraId="0D788B60" w14:textId="77777777" w:rsidR="00810015" w:rsidRDefault="00810015" w:rsidP="00810015">
      <w:r>
        <w:t>357.1461</w:t>
      </w:r>
      <w:r>
        <w:tab/>
        <w:t>2.025e0</w:t>
      </w:r>
    </w:p>
    <w:p w14:paraId="6487980C" w14:textId="77777777" w:rsidR="00810015" w:rsidRDefault="00810015" w:rsidP="00810015">
      <w:r>
        <w:t>357.2043</w:t>
      </w:r>
      <w:r>
        <w:tab/>
        <w:t>6.635e0</w:t>
      </w:r>
    </w:p>
    <w:p w14:paraId="40E0EAB6" w14:textId="77777777" w:rsidR="00810015" w:rsidRDefault="00810015" w:rsidP="00810015">
      <w:r>
        <w:t>357.2091</w:t>
      </w:r>
      <w:r>
        <w:tab/>
        <w:t>3.038e0</w:t>
      </w:r>
    </w:p>
    <w:p w14:paraId="0F99269B" w14:textId="77777777" w:rsidR="00810015" w:rsidRDefault="00810015" w:rsidP="00810015">
      <w:r>
        <w:t>357.2130</w:t>
      </w:r>
      <w:r>
        <w:tab/>
        <w:t>2.025e0</w:t>
      </w:r>
    </w:p>
    <w:p w14:paraId="016ABDA9" w14:textId="77777777" w:rsidR="00810015" w:rsidRDefault="00810015" w:rsidP="00810015">
      <w:r>
        <w:t>357.2238</w:t>
      </w:r>
      <w:r>
        <w:tab/>
        <w:t>3.313e0</w:t>
      </w:r>
    </w:p>
    <w:p w14:paraId="76FABC75" w14:textId="77777777" w:rsidR="00810015" w:rsidRDefault="00810015" w:rsidP="00810015">
      <w:r>
        <w:t>357.2301</w:t>
      </w:r>
      <w:r>
        <w:tab/>
        <w:t>2.025e0</w:t>
      </w:r>
    </w:p>
    <w:p w14:paraId="0C1CB9F6" w14:textId="77777777" w:rsidR="00810015" w:rsidRDefault="00810015" w:rsidP="00810015">
      <w:r>
        <w:t>357.2531</w:t>
      </w:r>
      <w:r>
        <w:tab/>
        <w:t>3.038e0</w:t>
      </w:r>
    </w:p>
    <w:p w14:paraId="4516CF22" w14:textId="77777777" w:rsidR="00810015" w:rsidRDefault="00810015" w:rsidP="00810015">
      <w:r>
        <w:t>357.2543</w:t>
      </w:r>
      <w:r>
        <w:tab/>
        <w:t>6.803e0</w:t>
      </w:r>
    </w:p>
    <w:p w14:paraId="1715311B" w14:textId="77777777" w:rsidR="00810015" w:rsidRDefault="00810015" w:rsidP="00810015">
      <w:r>
        <w:t>357.2575</w:t>
      </w:r>
      <w:r>
        <w:tab/>
        <w:t>5.790e0</w:t>
      </w:r>
    </w:p>
    <w:p w14:paraId="2309A5E9" w14:textId="77777777" w:rsidR="00810015" w:rsidRDefault="00810015" w:rsidP="00810015">
      <w:r>
        <w:t>357.2605</w:t>
      </w:r>
      <w:r>
        <w:tab/>
        <w:t>4.051e0</w:t>
      </w:r>
    </w:p>
    <w:p w14:paraId="442EB1F6" w14:textId="77777777" w:rsidR="00810015" w:rsidRDefault="00810015" w:rsidP="00810015">
      <w:r>
        <w:t>357.2655</w:t>
      </w:r>
      <w:r>
        <w:tab/>
        <w:t>3.038e0</w:t>
      </w:r>
    </w:p>
    <w:p w14:paraId="4E6E0DCC" w14:textId="77777777" w:rsidR="00810015" w:rsidRDefault="00810015" w:rsidP="00810015">
      <w:r>
        <w:t>357.3016</w:t>
      </w:r>
      <w:r>
        <w:tab/>
        <w:t>3.038e0</w:t>
      </w:r>
    </w:p>
    <w:p w14:paraId="6F14265F" w14:textId="77777777" w:rsidR="00810015" w:rsidRDefault="00810015" w:rsidP="00810015">
      <w:r>
        <w:t>357.3057</w:t>
      </w:r>
      <w:r>
        <w:tab/>
        <w:t>3.038e0</w:t>
      </w:r>
    </w:p>
    <w:p w14:paraId="7310ED7D" w14:textId="77777777" w:rsidR="00810015" w:rsidRDefault="00810015" w:rsidP="00810015">
      <w:r>
        <w:t>357.3075</w:t>
      </w:r>
      <w:r>
        <w:tab/>
        <w:t>4.051e0</w:t>
      </w:r>
    </w:p>
    <w:p w14:paraId="6B73D2A9" w14:textId="77777777" w:rsidR="00810015" w:rsidRDefault="00810015" w:rsidP="00810015">
      <w:r>
        <w:t>357.3174</w:t>
      </w:r>
      <w:r>
        <w:tab/>
        <w:t>2.025e0</w:t>
      </w:r>
    </w:p>
    <w:p w14:paraId="5565A025" w14:textId="77777777" w:rsidR="00810015" w:rsidRDefault="00810015" w:rsidP="00810015">
      <w:r>
        <w:t>357.3289</w:t>
      </w:r>
      <w:r>
        <w:tab/>
        <w:t>5.063e0</w:t>
      </w:r>
    </w:p>
    <w:p w14:paraId="36BD83EF" w14:textId="77777777" w:rsidR="00810015" w:rsidRDefault="00810015" w:rsidP="00810015">
      <w:r>
        <w:t>357.3480</w:t>
      </w:r>
      <w:r>
        <w:tab/>
        <w:t>2.025e0</w:t>
      </w:r>
    </w:p>
    <w:p w14:paraId="1F7B2F29" w14:textId="77777777" w:rsidR="00810015" w:rsidRDefault="00810015" w:rsidP="00810015">
      <w:r>
        <w:t>357.3676</w:t>
      </w:r>
      <w:r>
        <w:tab/>
        <w:t>3.038e0</w:t>
      </w:r>
    </w:p>
    <w:p w14:paraId="53CCE85F" w14:textId="77777777" w:rsidR="00810015" w:rsidRDefault="00810015" w:rsidP="00810015">
      <w:r>
        <w:t>357.3739</w:t>
      </w:r>
      <w:r>
        <w:tab/>
        <w:t>4.051e0</w:t>
      </w:r>
    </w:p>
    <w:p w14:paraId="76FB725B" w14:textId="77777777" w:rsidR="00810015" w:rsidRDefault="00810015" w:rsidP="00810015">
      <w:r>
        <w:t>357.4030</w:t>
      </w:r>
      <w:r>
        <w:tab/>
        <w:t>2.713e0</w:t>
      </w:r>
    </w:p>
    <w:p w14:paraId="275EF1D7" w14:textId="77777777" w:rsidR="00810015" w:rsidRDefault="00810015" w:rsidP="00810015">
      <w:r>
        <w:t>357.4153</w:t>
      </w:r>
      <w:r>
        <w:tab/>
        <w:t>1.013e0</w:t>
      </w:r>
    </w:p>
    <w:p w14:paraId="0070846D" w14:textId="77777777" w:rsidR="00810015" w:rsidRDefault="00810015" w:rsidP="00810015">
      <w:r>
        <w:t>357.4193</w:t>
      </w:r>
      <w:r>
        <w:tab/>
        <w:t>1.013e0</w:t>
      </w:r>
    </w:p>
    <w:p w14:paraId="7794E95D" w14:textId="77777777" w:rsidR="00810015" w:rsidRDefault="00810015" w:rsidP="00810015">
      <w:r>
        <w:t>357.4401</w:t>
      </w:r>
      <w:r>
        <w:tab/>
        <w:t>1.013e0</w:t>
      </w:r>
    </w:p>
    <w:p w14:paraId="26C99597" w14:textId="77777777" w:rsidR="00810015" w:rsidRDefault="00810015" w:rsidP="00810015">
      <w:r>
        <w:t>357.4441</w:t>
      </w:r>
      <w:r>
        <w:tab/>
        <w:t>1.013e0</w:t>
      </w:r>
    </w:p>
    <w:p w14:paraId="1E7C8A2A" w14:textId="77777777" w:rsidR="00810015" w:rsidRDefault="00810015" w:rsidP="00810015">
      <w:r>
        <w:t>357.4496</w:t>
      </w:r>
      <w:r>
        <w:tab/>
        <w:t>1.013e0</w:t>
      </w:r>
    </w:p>
    <w:p w14:paraId="2ACD2B9A" w14:textId="77777777" w:rsidR="00810015" w:rsidRDefault="00810015" w:rsidP="00810015">
      <w:r>
        <w:t>357.4573</w:t>
      </w:r>
      <w:r>
        <w:tab/>
        <w:t>1.013e0</w:t>
      </w:r>
    </w:p>
    <w:p w14:paraId="1C0E6B38" w14:textId="77777777" w:rsidR="00810015" w:rsidRDefault="00810015" w:rsidP="00810015">
      <w:r>
        <w:t>357.5126</w:t>
      </w:r>
      <w:r>
        <w:tab/>
        <w:t>3.038e0</w:t>
      </w:r>
    </w:p>
    <w:p w14:paraId="703406A0" w14:textId="77777777" w:rsidR="00810015" w:rsidRDefault="00810015" w:rsidP="00810015">
      <w:r>
        <w:t>357.5199</w:t>
      </w:r>
      <w:r>
        <w:tab/>
        <w:t>2.025e0</w:t>
      </w:r>
    </w:p>
    <w:p w14:paraId="16EF2CAD" w14:textId="77777777" w:rsidR="00810015" w:rsidRDefault="00810015" w:rsidP="00810015">
      <w:r>
        <w:t>357.5263</w:t>
      </w:r>
      <w:r>
        <w:tab/>
        <w:t>1.013e0</w:t>
      </w:r>
    </w:p>
    <w:p w14:paraId="7091A8C2" w14:textId="77777777" w:rsidR="00810015" w:rsidRDefault="00810015" w:rsidP="00810015">
      <w:r>
        <w:t>357.5562</w:t>
      </w:r>
      <w:r>
        <w:tab/>
        <w:t>1.013e0</w:t>
      </w:r>
    </w:p>
    <w:p w14:paraId="1F04185C" w14:textId="77777777" w:rsidR="00810015" w:rsidRDefault="00810015" w:rsidP="00810015">
      <w:r>
        <w:t>357.5659</w:t>
      </w:r>
      <w:r>
        <w:tab/>
        <w:t>1.013e0</w:t>
      </w:r>
    </w:p>
    <w:p w14:paraId="7B273AE3" w14:textId="77777777" w:rsidR="00810015" w:rsidRDefault="00810015" w:rsidP="00810015">
      <w:r>
        <w:t>357.5772</w:t>
      </w:r>
      <w:r>
        <w:tab/>
        <w:t>2.025e0</w:t>
      </w:r>
    </w:p>
    <w:p w14:paraId="2B0B22E2" w14:textId="77777777" w:rsidR="00810015" w:rsidRDefault="00810015" w:rsidP="00810015">
      <w:r>
        <w:t>357.5901</w:t>
      </w:r>
      <w:r>
        <w:tab/>
        <w:t>1.013e0</w:t>
      </w:r>
    </w:p>
    <w:p w14:paraId="6545FADC" w14:textId="77777777" w:rsidR="00810015" w:rsidRDefault="00810015" w:rsidP="00810015">
      <w:r>
        <w:t>357.6021</w:t>
      </w:r>
      <w:r>
        <w:tab/>
        <w:t>2.025e0</w:t>
      </w:r>
    </w:p>
    <w:p w14:paraId="48B5C40E" w14:textId="77777777" w:rsidR="00810015" w:rsidRDefault="00810015" w:rsidP="00810015">
      <w:r>
        <w:t>357.6312</w:t>
      </w:r>
      <w:r>
        <w:tab/>
        <w:t>3.038e0</w:t>
      </w:r>
    </w:p>
    <w:p w14:paraId="002F29C7" w14:textId="77777777" w:rsidR="00810015" w:rsidRDefault="00810015" w:rsidP="00810015">
      <w:r>
        <w:t>357.6547</w:t>
      </w:r>
      <w:r>
        <w:tab/>
        <w:t>2.025e0</w:t>
      </w:r>
    </w:p>
    <w:p w14:paraId="2C625EDB" w14:textId="77777777" w:rsidR="00810015" w:rsidRDefault="00810015" w:rsidP="00810015">
      <w:r>
        <w:t>357.6723</w:t>
      </w:r>
      <w:r>
        <w:tab/>
        <w:t>2.025e0</w:t>
      </w:r>
    </w:p>
    <w:p w14:paraId="54DDCDCD" w14:textId="77777777" w:rsidR="00810015" w:rsidRDefault="00810015" w:rsidP="00810015">
      <w:r>
        <w:t>357.6736</w:t>
      </w:r>
      <w:r>
        <w:tab/>
        <w:t>2.025e0</w:t>
      </w:r>
    </w:p>
    <w:p w14:paraId="5C2D1C52" w14:textId="77777777" w:rsidR="00810015" w:rsidRDefault="00810015" w:rsidP="00810015">
      <w:r>
        <w:t>357.6924</w:t>
      </w:r>
      <w:r>
        <w:tab/>
        <w:t>2.025e0</w:t>
      </w:r>
    </w:p>
    <w:p w14:paraId="49A45061" w14:textId="77777777" w:rsidR="00810015" w:rsidRDefault="00810015" w:rsidP="00810015">
      <w:r>
        <w:t>357.7128</w:t>
      </w:r>
      <w:r>
        <w:tab/>
        <w:t>1.013e0</w:t>
      </w:r>
    </w:p>
    <w:p w14:paraId="3FAC63DE" w14:textId="77777777" w:rsidR="00810015" w:rsidRDefault="00810015" w:rsidP="00810015">
      <w:r>
        <w:t>357.7179</w:t>
      </w:r>
      <w:r>
        <w:tab/>
        <w:t>1.013e0</w:t>
      </w:r>
    </w:p>
    <w:p w14:paraId="53801231" w14:textId="77777777" w:rsidR="00810015" w:rsidRDefault="00810015" w:rsidP="00810015">
      <w:r>
        <w:t>357.7563</w:t>
      </w:r>
      <w:r>
        <w:tab/>
        <w:t>1.013e0</w:t>
      </w:r>
    </w:p>
    <w:p w14:paraId="7346B3C5" w14:textId="77777777" w:rsidR="00810015" w:rsidRDefault="00810015" w:rsidP="00810015">
      <w:r>
        <w:t>357.7639</w:t>
      </w:r>
      <w:r>
        <w:tab/>
        <w:t>1.013e0</w:t>
      </w:r>
    </w:p>
    <w:p w14:paraId="7A6B81D3" w14:textId="77777777" w:rsidR="00810015" w:rsidRDefault="00810015" w:rsidP="00810015">
      <w:r>
        <w:t>357.7695</w:t>
      </w:r>
      <w:r>
        <w:tab/>
        <w:t>2.025e0</w:t>
      </w:r>
    </w:p>
    <w:p w14:paraId="09608633" w14:textId="77777777" w:rsidR="00810015" w:rsidRDefault="00810015" w:rsidP="00810015">
      <w:r>
        <w:t>357.7715</w:t>
      </w:r>
      <w:r>
        <w:tab/>
        <w:t>1.013e0</w:t>
      </w:r>
    </w:p>
    <w:p w14:paraId="57090075" w14:textId="77777777" w:rsidR="00810015" w:rsidRDefault="00810015" w:rsidP="00810015">
      <w:r>
        <w:t>357.8165</w:t>
      </w:r>
      <w:r>
        <w:tab/>
        <w:t>3.038e0</w:t>
      </w:r>
    </w:p>
    <w:p w14:paraId="0F636F9C" w14:textId="77777777" w:rsidR="00810015" w:rsidRDefault="00810015" w:rsidP="00810015">
      <w:r>
        <w:t>357.8260</w:t>
      </w:r>
      <w:r>
        <w:tab/>
        <w:t>2.025e0</w:t>
      </w:r>
    </w:p>
    <w:p w14:paraId="74BD64BF" w14:textId="77777777" w:rsidR="00810015" w:rsidRDefault="00810015" w:rsidP="00810015">
      <w:r>
        <w:t>357.8347</w:t>
      </w:r>
      <w:r>
        <w:tab/>
        <w:t>3.038e0</w:t>
      </w:r>
    </w:p>
    <w:p w14:paraId="20CEF29E" w14:textId="77777777" w:rsidR="00810015" w:rsidRDefault="00810015" w:rsidP="00810015">
      <w:r>
        <w:t>357.8419</w:t>
      </w:r>
      <w:r>
        <w:tab/>
        <w:t>1.013e0</w:t>
      </w:r>
    </w:p>
    <w:p w14:paraId="3E3E5B5C" w14:textId="77777777" w:rsidR="00810015" w:rsidRDefault="00810015" w:rsidP="00810015">
      <w:r>
        <w:t>357.8853</w:t>
      </w:r>
      <w:r>
        <w:tab/>
        <w:t>3.038e0</w:t>
      </w:r>
    </w:p>
    <w:p w14:paraId="7943A898" w14:textId="77777777" w:rsidR="00810015" w:rsidRDefault="00810015" w:rsidP="00810015">
      <w:r>
        <w:t>357.8906</w:t>
      </w:r>
      <w:r>
        <w:tab/>
        <w:t>3.335e0</w:t>
      </w:r>
    </w:p>
    <w:p w14:paraId="33A7B6B2" w14:textId="77777777" w:rsidR="00810015" w:rsidRDefault="00810015" w:rsidP="00810015">
      <w:r>
        <w:t>357.9367</w:t>
      </w:r>
      <w:r>
        <w:tab/>
        <w:t>1.692e1</w:t>
      </w:r>
    </w:p>
    <w:p w14:paraId="44189EA9" w14:textId="77777777" w:rsidR="00810015" w:rsidRDefault="00810015" w:rsidP="00810015">
      <w:r>
        <w:t>357.9393</w:t>
      </w:r>
      <w:r>
        <w:tab/>
        <w:t>1.966e1</w:t>
      </w:r>
    </w:p>
    <w:p w14:paraId="7F8B849E" w14:textId="77777777" w:rsidR="00810015" w:rsidRDefault="00810015" w:rsidP="00810015">
      <w:r>
        <w:t>357.9404</w:t>
      </w:r>
      <w:r>
        <w:tab/>
        <w:t>2.727e1</w:t>
      </w:r>
    </w:p>
    <w:p w14:paraId="266BAFB0" w14:textId="77777777" w:rsidR="00810015" w:rsidRDefault="00810015" w:rsidP="00810015">
      <w:r>
        <w:t>357.9445</w:t>
      </w:r>
      <w:r>
        <w:tab/>
        <w:t>2.001e1</w:t>
      </w:r>
    </w:p>
    <w:p w14:paraId="0C3FCA62" w14:textId="77777777" w:rsidR="00810015" w:rsidRDefault="00810015" w:rsidP="00810015">
      <w:r>
        <w:t>357.9455</w:t>
      </w:r>
      <w:r>
        <w:tab/>
        <w:t>2.228e1</w:t>
      </w:r>
    </w:p>
    <w:p w14:paraId="0643C41B" w14:textId="77777777" w:rsidR="00810015" w:rsidRDefault="00810015" w:rsidP="00810015">
      <w:r>
        <w:t>357.9886</w:t>
      </w:r>
      <w:r>
        <w:tab/>
        <w:t>5.063e0</w:t>
      </w:r>
    </w:p>
    <w:p w14:paraId="70C7039E" w14:textId="77777777" w:rsidR="00810015" w:rsidRDefault="00810015" w:rsidP="00810015">
      <w:r>
        <w:t>357.9930</w:t>
      </w:r>
      <w:r>
        <w:tab/>
        <w:t>3.038e0</w:t>
      </w:r>
    </w:p>
    <w:p w14:paraId="1DE2AD00" w14:textId="77777777" w:rsidR="00810015" w:rsidRDefault="00810015" w:rsidP="00810015">
      <w:r>
        <w:t>358.0035</w:t>
      </w:r>
      <w:r>
        <w:tab/>
        <w:t>1.013e0</w:t>
      </w:r>
    </w:p>
    <w:p w14:paraId="1C13A25B" w14:textId="77777777" w:rsidR="00810015" w:rsidRDefault="00810015" w:rsidP="00810015">
      <w:r>
        <w:t>358.0214</w:t>
      </w:r>
      <w:r>
        <w:tab/>
        <w:t>2.025e0</w:t>
      </w:r>
    </w:p>
    <w:p w14:paraId="3848503B" w14:textId="77777777" w:rsidR="00810015" w:rsidRDefault="00810015" w:rsidP="00810015">
      <w:r>
        <w:t>358.0356</w:t>
      </w:r>
      <w:r>
        <w:tab/>
        <w:t>2.025e0</w:t>
      </w:r>
    </w:p>
    <w:p w14:paraId="493AB2BC" w14:textId="77777777" w:rsidR="00810015" w:rsidRDefault="00810015" w:rsidP="00810015">
      <w:r>
        <w:t>358.0888</w:t>
      </w:r>
      <w:r>
        <w:tab/>
        <w:t>1.013e0</w:t>
      </w:r>
    </w:p>
    <w:p w14:paraId="6BE7C530" w14:textId="77777777" w:rsidR="00810015" w:rsidRDefault="00810015" w:rsidP="00810015">
      <w:r>
        <w:t>358.1094</w:t>
      </w:r>
      <w:r>
        <w:tab/>
        <w:t>4.610e1</w:t>
      </w:r>
    </w:p>
    <w:p w14:paraId="3584BC0C" w14:textId="77777777" w:rsidR="00810015" w:rsidRDefault="00810015" w:rsidP="00810015">
      <w:r>
        <w:t>358.1130</w:t>
      </w:r>
      <w:r>
        <w:tab/>
        <w:t>1.178e2</w:t>
      </w:r>
    </w:p>
    <w:p w14:paraId="402EEAB5" w14:textId="77777777" w:rsidR="00810015" w:rsidRDefault="00810015" w:rsidP="00810015">
      <w:r>
        <w:t>358.1206</w:t>
      </w:r>
      <w:r>
        <w:tab/>
        <w:t>2.102e1</w:t>
      </w:r>
    </w:p>
    <w:p w14:paraId="62EEED21" w14:textId="77777777" w:rsidR="00810015" w:rsidRDefault="00810015" w:rsidP="00810015">
      <w:r>
        <w:t>358.1530</w:t>
      </w:r>
      <w:r>
        <w:tab/>
        <w:t>2.025e0</w:t>
      </w:r>
    </w:p>
    <w:p w14:paraId="030C00DB" w14:textId="77777777" w:rsidR="00810015" w:rsidRDefault="00810015" w:rsidP="00810015">
      <w:r>
        <w:t>358.1831</w:t>
      </w:r>
      <w:r>
        <w:tab/>
        <w:t>3.373e0</w:t>
      </w:r>
    </w:p>
    <w:p w14:paraId="7E897A51" w14:textId="77777777" w:rsidR="00810015" w:rsidRDefault="00810015" w:rsidP="00810015">
      <w:r>
        <w:t>358.1851</w:t>
      </w:r>
      <w:r>
        <w:tab/>
        <w:t>1.435e0</w:t>
      </w:r>
    </w:p>
    <w:p w14:paraId="7B266E6F" w14:textId="77777777" w:rsidR="00810015" w:rsidRDefault="00810015" w:rsidP="00810015">
      <w:r>
        <w:t>358.1984</w:t>
      </w:r>
      <w:r>
        <w:tab/>
        <w:t>6.076e0</w:t>
      </w:r>
    </w:p>
    <w:p w14:paraId="0C679695" w14:textId="77777777" w:rsidR="00810015" w:rsidRDefault="00810015" w:rsidP="00810015">
      <w:r>
        <w:t>358.2025</w:t>
      </w:r>
      <w:r>
        <w:tab/>
        <w:t>2.025e0</w:t>
      </w:r>
    </w:p>
    <w:p w14:paraId="7D088826" w14:textId="77777777" w:rsidR="00810015" w:rsidRDefault="00810015" w:rsidP="00810015">
      <w:r>
        <w:t>358.2332</w:t>
      </w:r>
      <w:r>
        <w:tab/>
        <w:t>3.038e0</w:t>
      </w:r>
    </w:p>
    <w:p w14:paraId="4B5C1895" w14:textId="77777777" w:rsidR="00810015" w:rsidRDefault="00810015" w:rsidP="00810015">
      <w:r>
        <w:t>358.2342</w:t>
      </w:r>
      <w:r>
        <w:tab/>
        <w:t>3.038e0</w:t>
      </w:r>
    </w:p>
    <w:p w14:paraId="2727F2DC" w14:textId="77777777" w:rsidR="00810015" w:rsidRDefault="00810015" w:rsidP="00810015">
      <w:r>
        <w:t>358.2437</w:t>
      </w:r>
      <w:r>
        <w:tab/>
        <w:t>1.013e0</w:t>
      </w:r>
    </w:p>
    <w:p w14:paraId="429C9686" w14:textId="77777777" w:rsidR="00810015" w:rsidRDefault="00810015" w:rsidP="00810015">
      <w:r>
        <w:t>358.2604</w:t>
      </w:r>
      <w:r>
        <w:tab/>
        <w:t>7.061e0</w:t>
      </w:r>
    </w:p>
    <w:p w14:paraId="0C4759CA" w14:textId="77777777" w:rsidR="00810015" w:rsidRDefault="00810015" w:rsidP="00810015">
      <w:r>
        <w:t>358.2660</w:t>
      </w:r>
      <w:r>
        <w:tab/>
        <w:t>2.025e0</w:t>
      </w:r>
    </w:p>
    <w:p w14:paraId="284C5C52" w14:textId="77777777" w:rsidR="00810015" w:rsidRDefault="00810015" w:rsidP="00810015">
      <w:r>
        <w:t>358.3101</w:t>
      </w:r>
      <w:r>
        <w:tab/>
        <w:t>2.025e0</w:t>
      </w:r>
    </w:p>
    <w:p w14:paraId="147E89A3" w14:textId="77777777" w:rsidR="00810015" w:rsidRDefault="00810015" w:rsidP="00810015">
      <w:r>
        <w:t>358.3144</w:t>
      </w:r>
      <w:r>
        <w:tab/>
        <w:t>4.051e0</w:t>
      </w:r>
    </w:p>
    <w:p w14:paraId="5572EF81" w14:textId="77777777" w:rsidR="00810015" w:rsidRDefault="00810015" w:rsidP="00810015">
      <w:r>
        <w:t>358.3246</w:t>
      </w:r>
      <w:r>
        <w:tab/>
        <w:t>2.025e0</w:t>
      </w:r>
    </w:p>
    <w:p w14:paraId="355B1808" w14:textId="77777777" w:rsidR="00810015" w:rsidRDefault="00810015" w:rsidP="00810015">
      <w:r>
        <w:t>358.3258</w:t>
      </w:r>
      <w:r>
        <w:tab/>
        <w:t>2.025e0</w:t>
      </w:r>
    </w:p>
    <w:p w14:paraId="02B5C187" w14:textId="77777777" w:rsidR="00810015" w:rsidRDefault="00810015" w:rsidP="00810015">
      <w:r>
        <w:t>358.3499</w:t>
      </w:r>
      <w:r>
        <w:tab/>
        <w:t>4.051e0</w:t>
      </w:r>
    </w:p>
    <w:p w14:paraId="11CE0A9F" w14:textId="77777777" w:rsidR="00810015" w:rsidRDefault="00810015" w:rsidP="00810015">
      <w:r>
        <w:t>358.3530</w:t>
      </w:r>
      <w:r>
        <w:tab/>
        <w:t>2.025e0</w:t>
      </w:r>
    </w:p>
    <w:p w14:paraId="287A408B" w14:textId="77777777" w:rsidR="00810015" w:rsidRDefault="00810015" w:rsidP="00810015">
      <w:r>
        <w:t>358.3611</w:t>
      </w:r>
      <w:r>
        <w:tab/>
        <w:t>2.025e0</w:t>
      </w:r>
    </w:p>
    <w:p w14:paraId="750AE99D" w14:textId="77777777" w:rsidR="00810015" w:rsidRDefault="00810015" w:rsidP="00810015">
      <w:r>
        <w:t>358.3908</w:t>
      </w:r>
      <w:r>
        <w:tab/>
        <w:t>1.013e0</w:t>
      </w:r>
    </w:p>
    <w:p w14:paraId="3EB11310" w14:textId="77777777" w:rsidR="00810015" w:rsidRDefault="00810015" w:rsidP="00810015">
      <w:r>
        <w:t>358.4054</w:t>
      </w:r>
      <w:r>
        <w:tab/>
        <w:t>2.025e0</w:t>
      </w:r>
    </w:p>
    <w:p w14:paraId="2A351D5D" w14:textId="77777777" w:rsidR="00810015" w:rsidRDefault="00810015" w:rsidP="00810015">
      <w:r>
        <w:t>358.4228</w:t>
      </w:r>
      <w:r>
        <w:tab/>
        <w:t>1.013e0</w:t>
      </w:r>
    </w:p>
    <w:p w14:paraId="52B43660" w14:textId="77777777" w:rsidR="00810015" w:rsidRDefault="00810015" w:rsidP="00810015">
      <w:r>
        <w:t>358.4471</w:t>
      </w:r>
      <w:r>
        <w:tab/>
        <w:t>2.025e0</w:t>
      </w:r>
    </w:p>
    <w:p w14:paraId="6696E68D" w14:textId="77777777" w:rsidR="00810015" w:rsidRDefault="00810015" w:rsidP="00810015">
      <w:r>
        <w:t>358.4510</w:t>
      </w:r>
      <w:r>
        <w:tab/>
        <w:t>1.013e0</w:t>
      </w:r>
    </w:p>
    <w:p w14:paraId="46179BB8" w14:textId="77777777" w:rsidR="00810015" w:rsidRDefault="00810015" w:rsidP="00810015">
      <w:r>
        <w:t>358.4932</w:t>
      </w:r>
      <w:r>
        <w:tab/>
        <w:t>1.013e0</w:t>
      </w:r>
    </w:p>
    <w:p w14:paraId="12BDBC49" w14:textId="77777777" w:rsidR="00810015" w:rsidRDefault="00810015" w:rsidP="00810015">
      <w:r>
        <w:t>358.5215</w:t>
      </w:r>
      <w:r>
        <w:tab/>
        <w:t>1.013e0</w:t>
      </w:r>
    </w:p>
    <w:p w14:paraId="13ECF937" w14:textId="77777777" w:rsidR="00810015" w:rsidRDefault="00810015" w:rsidP="00810015">
      <w:r>
        <w:t>358.5356</w:t>
      </w:r>
      <w:r>
        <w:tab/>
        <w:t>4.051e0</w:t>
      </w:r>
    </w:p>
    <w:p w14:paraId="05216B68" w14:textId="77777777" w:rsidR="00810015" w:rsidRDefault="00810015" w:rsidP="00810015">
      <w:r>
        <w:t>358.5560</w:t>
      </w:r>
      <w:r>
        <w:tab/>
        <w:t>1.013e0</w:t>
      </w:r>
    </w:p>
    <w:p w14:paraId="6E221FA3" w14:textId="77777777" w:rsidR="00810015" w:rsidRDefault="00810015" w:rsidP="00810015">
      <w:r>
        <w:t>358.6168</w:t>
      </w:r>
      <w:r>
        <w:tab/>
        <w:t>1.013e0</w:t>
      </w:r>
    </w:p>
    <w:p w14:paraId="2E24AC86" w14:textId="77777777" w:rsidR="00810015" w:rsidRDefault="00810015" w:rsidP="00810015">
      <w:r>
        <w:t>358.6242</w:t>
      </w:r>
      <w:r>
        <w:tab/>
        <w:t>2.025e0</w:t>
      </w:r>
    </w:p>
    <w:p w14:paraId="4FFB5158" w14:textId="77777777" w:rsidR="00810015" w:rsidRDefault="00810015" w:rsidP="00810015">
      <w:r>
        <w:t>358.6282</w:t>
      </w:r>
      <w:r>
        <w:tab/>
        <w:t>3.038e0</w:t>
      </w:r>
    </w:p>
    <w:p w14:paraId="776C6D70" w14:textId="77777777" w:rsidR="00810015" w:rsidRDefault="00810015" w:rsidP="00810015">
      <w:r>
        <w:t>358.6328</w:t>
      </w:r>
      <w:r>
        <w:tab/>
        <w:t>1.013e0</w:t>
      </w:r>
    </w:p>
    <w:p w14:paraId="15AF650A" w14:textId="77777777" w:rsidR="00810015" w:rsidRDefault="00810015" w:rsidP="00810015">
      <w:r>
        <w:t>358.6635</w:t>
      </w:r>
      <w:r>
        <w:tab/>
        <w:t>2.025e0</w:t>
      </w:r>
    </w:p>
    <w:p w14:paraId="04C3F426" w14:textId="77777777" w:rsidR="00810015" w:rsidRDefault="00810015" w:rsidP="00810015">
      <w:r>
        <w:t>358.7033</w:t>
      </w:r>
      <w:r>
        <w:tab/>
        <w:t>1.013e0</w:t>
      </w:r>
    </w:p>
    <w:p w14:paraId="6C79FC2A" w14:textId="77777777" w:rsidR="00810015" w:rsidRDefault="00810015" w:rsidP="00810015">
      <w:r>
        <w:t>358.7081</w:t>
      </w:r>
      <w:r>
        <w:tab/>
        <w:t>1.013e0</w:t>
      </w:r>
    </w:p>
    <w:p w14:paraId="1ECBD776" w14:textId="77777777" w:rsidR="00810015" w:rsidRDefault="00810015" w:rsidP="00810015">
      <w:r>
        <w:t>358.7174</w:t>
      </w:r>
      <w:r>
        <w:tab/>
        <w:t>1.013e0</w:t>
      </w:r>
    </w:p>
    <w:p w14:paraId="0D159B9E" w14:textId="77777777" w:rsidR="00810015" w:rsidRDefault="00810015" w:rsidP="00810015">
      <w:r>
        <w:t>358.7590</w:t>
      </w:r>
      <w:r>
        <w:tab/>
        <w:t>1.013e0</w:t>
      </w:r>
    </w:p>
    <w:p w14:paraId="10FFB665" w14:textId="77777777" w:rsidR="00810015" w:rsidRDefault="00810015" w:rsidP="00810015">
      <w:r>
        <w:t>358.8186</w:t>
      </w:r>
      <w:r>
        <w:tab/>
        <w:t>1.013e0</w:t>
      </w:r>
    </w:p>
    <w:p w14:paraId="3D050ACC" w14:textId="77777777" w:rsidR="00810015" w:rsidRDefault="00810015" w:rsidP="00810015">
      <w:r>
        <w:t>358.8379</w:t>
      </w:r>
      <w:r>
        <w:tab/>
        <w:t>1.013e0</w:t>
      </w:r>
    </w:p>
    <w:p w14:paraId="057C003E" w14:textId="77777777" w:rsidR="00810015" w:rsidRDefault="00810015" w:rsidP="00810015">
      <w:r>
        <w:t>358.8571</w:t>
      </w:r>
      <w:r>
        <w:tab/>
        <w:t>2.025e0</w:t>
      </w:r>
    </w:p>
    <w:p w14:paraId="0121EC9F" w14:textId="77777777" w:rsidR="00810015" w:rsidRDefault="00810015" w:rsidP="00810015">
      <w:r>
        <w:t>358.8891</w:t>
      </w:r>
      <w:r>
        <w:tab/>
        <w:t>1.013e0</w:t>
      </w:r>
    </w:p>
    <w:p w14:paraId="0D7F35AE" w14:textId="77777777" w:rsidR="00810015" w:rsidRDefault="00810015" w:rsidP="00810015">
      <w:r>
        <w:t>358.9179</w:t>
      </w:r>
      <w:r>
        <w:tab/>
        <w:t>2.025e0</w:t>
      </w:r>
    </w:p>
    <w:p w14:paraId="643B043D" w14:textId="77777777" w:rsidR="00810015" w:rsidRDefault="00810015" w:rsidP="00810015">
      <w:r>
        <w:t>358.9398</w:t>
      </w:r>
      <w:r>
        <w:tab/>
        <w:t>6.316e0</w:t>
      </w:r>
    </w:p>
    <w:p w14:paraId="471E8E0F" w14:textId="77777777" w:rsidR="00810015" w:rsidRDefault="00810015" w:rsidP="00810015">
      <w:r>
        <w:t>358.9442</w:t>
      </w:r>
      <w:r>
        <w:tab/>
        <w:t>3.038e0</w:t>
      </w:r>
    </w:p>
    <w:p w14:paraId="7A3CBB33" w14:textId="77777777" w:rsidR="00810015" w:rsidRDefault="00810015" w:rsidP="00810015">
      <w:r>
        <w:t>358.9537</w:t>
      </w:r>
      <w:r>
        <w:tab/>
        <w:t>6.844e0</w:t>
      </w:r>
    </w:p>
    <w:p w14:paraId="06E686FF" w14:textId="77777777" w:rsidR="00810015" w:rsidRDefault="00810015" w:rsidP="00810015">
      <w:r>
        <w:t>358.9597</w:t>
      </w:r>
      <w:r>
        <w:tab/>
        <w:t>1.013e0</w:t>
      </w:r>
    </w:p>
    <w:p w14:paraId="54D594AA" w14:textId="77777777" w:rsidR="00810015" w:rsidRDefault="00810015" w:rsidP="00810015">
      <w:r>
        <w:t>359.0197</w:t>
      </w:r>
      <w:r>
        <w:tab/>
        <w:t>1.785e1</w:t>
      </w:r>
    </w:p>
    <w:p w14:paraId="20B52829" w14:textId="77777777" w:rsidR="00810015" w:rsidRDefault="00810015" w:rsidP="00810015">
      <w:r>
        <w:t>359.0356</w:t>
      </w:r>
      <w:r>
        <w:tab/>
        <w:t>1.360e1</w:t>
      </w:r>
    </w:p>
    <w:p w14:paraId="60D25DAC" w14:textId="77777777" w:rsidR="00810015" w:rsidRDefault="00810015" w:rsidP="00810015">
      <w:r>
        <w:t>359.0452</w:t>
      </w:r>
      <w:r>
        <w:tab/>
        <w:t>2.025e0</w:t>
      </w:r>
    </w:p>
    <w:p w14:paraId="016072D8" w14:textId="77777777" w:rsidR="00810015" w:rsidRDefault="00810015" w:rsidP="00810015">
      <w:r>
        <w:t>359.1127</w:t>
      </w:r>
      <w:r>
        <w:tab/>
        <w:t>3.038e0</w:t>
      </w:r>
    </w:p>
    <w:p w14:paraId="6C227666" w14:textId="77777777" w:rsidR="00810015" w:rsidRDefault="00810015" w:rsidP="00810015">
      <w:r>
        <w:t>359.1140</w:t>
      </w:r>
      <w:r>
        <w:tab/>
        <w:t>1.486e2</w:t>
      </w:r>
    </w:p>
    <w:p w14:paraId="01250E29" w14:textId="77777777" w:rsidR="00810015" w:rsidRDefault="00810015" w:rsidP="00810015">
      <w:r>
        <w:t>359.1171</w:t>
      </w:r>
      <w:r>
        <w:tab/>
        <w:t>2.679e2</w:t>
      </w:r>
    </w:p>
    <w:p w14:paraId="059CF784" w14:textId="77777777" w:rsidR="00810015" w:rsidRDefault="00810015" w:rsidP="00810015">
      <w:r>
        <w:t>359.1184</w:t>
      </w:r>
      <w:r>
        <w:tab/>
        <w:t>7.569e1</w:t>
      </w:r>
    </w:p>
    <w:p w14:paraId="71D03467" w14:textId="77777777" w:rsidR="00810015" w:rsidRDefault="00810015" w:rsidP="00810015">
      <w:r>
        <w:t>359.2008</w:t>
      </w:r>
      <w:r>
        <w:tab/>
        <w:t>4.051e0</w:t>
      </w:r>
    </w:p>
    <w:p w14:paraId="5B775A9F" w14:textId="77777777" w:rsidR="00810015" w:rsidRDefault="00810015" w:rsidP="00810015">
      <w:r>
        <w:t>359.2032</w:t>
      </w:r>
      <w:r>
        <w:tab/>
        <w:t>3.667e0</w:t>
      </w:r>
    </w:p>
    <w:p w14:paraId="0CDC6274" w14:textId="77777777" w:rsidR="00810015" w:rsidRDefault="00810015" w:rsidP="00810015">
      <w:r>
        <w:t>359.2193</w:t>
      </w:r>
      <w:r>
        <w:tab/>
        <w:t>2.025e0</w:t>
      </w:r>
    </w:p>
    <w:p w14:paraId="7DB9A3B3" w14:textId="77777777" w:rsidR="00810015" w:rsidRDefault="00810015" w:rsidP="00810015">
      <w:r>
        <w:t>359.2425</w:t>
      </w:r>
      <w:r>
        <w:tab/>
        <w:t>2.856e0</w:t>
      </w:r>
    </w:p>
    <w:p w14:paraId="55CA06A2" w14:textId="77777777" w:rsidR="00810015" w:rsidRDefault="00810015" w:rsidP="00810015">
      <w:r>
        <w:t>359.2444</w:t>
      </w:r>
      <w:r>
        <w:tab/>
        <w:t>3.038e0</w:t>
      </w:r>
    </w:p>
    <w:p w14:paraId="426D5163" w14:textId="77777777" w:rsidR="00810015" w:rsidRDefault="00810015" w:rsidP="00810015">
      <w:r>
        <w:t>359.2673</w:t>
      </w:r>
      <w:r>
        <w:tab/>
        <w:t>2.025e0</w:t>
      </w:r>
    </w:p>
    <w:p w14:paraId="76D82950" w14:textId="77777777" w:rsidR="00810015" w:rsidRDefault="00810015" w:rsidP="00810015">
      <w:r>
        <w:t>359.2776</w:t>
      </w:r>
      <w:r>
        <w:tab/>
        <w:t>2.025e0</w:t>
      </w:r>
    </w:p>
    <w:p w14:paraId="5DB5E6E9" w14:textId="77777777" w:rsidR="00810015" w:rsidRDefault="00810015" w:rsidP="00810015">
      <w:r>
        <w:t>359.2930</w:t>
      </w:r>
      <w:r>
        <w:tab/>
        <w:t>1.013e0</w:t>
      </w:r>
    </w:p>
    <w:p w14:paraId="2668546F" w14:textId="77777777" w:rsidR="00810015" w:rsidRDefault="00810015" w:rsidP="00810015">
      <w:r>
        <w:t>359.3112</w:t>
      </w:r>
      <w:r>
        <w:tab/>
        <w:t>2.025e0</w:t>
      </w:r>
    </w:p>
    <w:p w14:paraId="0B7BED5C" w14:textId="77777777" w:rsidR="00810015" w:rsidRDefault="00810015" w:rsidP="00810015">
      <w:r>
        <w:t>359.3253</w:t>
      </w:r>
      <w:r>
        <w:tab/>
        <w:t>3.038e0</w:t>
      </w:r>
    </w:p>
    <w:p w14:paraId="2C4D9D64" w14:textId="77777777" w:rsidR="00810015" w:rsidRDefault="00810015" w:rsidP="00810015">
      <w:r>
        <w:t>359.3344</w:t>
      </w:r>
      <w:r>
        <w:tab/>
        <w:t>2.025e0</w:t>
      </w:r>
    </w:p>
    <w:p w14:paraId="389BDD4B" w14:textId="77777777" w:rsidR="00810015" w:rsidRDefault="00810015" w:rsidP="00810015">
      <w:r>
        <w:t>359.3445</w:t>
      </w:r>
      <w:r>
        <w:tab/>
        <w:t>2.025e0</w:t>
      </w:r>
    </w:p>
    <w:p w14:paraId="4E856987" w14:textId="77777777" w:rsidR="00810015" w:rsidRDefault="00810015" w:rsidP="00810015">
      <w:r>
        <w:t>359.3477</w:t>
      </w:r>
      <w:r>
        <w:tab/>
        <w:t>1.013e0</w:t>
      </w:r>
    </w:p>
    <w:p w14:paraId="6F2E2D5E" w14:textId="77777777" w:rsidR="00810015" w:rsidRDefault="00810015" w:rsidP="00810015">
      <w:r>
        <w:t>359.3766</w:t>
      </w:r>
      <w:r>
        <w:tab/>
        <w:t>1.013e0</w:t>
      </w:r>
    </w:p>
    <w:p w14:paraId="598F5A5F" w14:textId="77777777" w:rsidR="00810015" w:rsidRDefault="00810015" w:rsidP="00810015">
      <w:r>
        <w:t>359.3881</w:t>
      </w:r>
      <w:r>
        <w:tab/>
        <w:t>1.013e0</w:t>
      </w:r>
    </w:p>
    <w:p w14:paraId="6B8AC5A7" w14:textId="77777777" w:rsidR="00810015" w:rsidRDefault="00810015" w:rsidP="00810015">
      <w:r>
        <w:t>359.3958</w:t>
      </w:r>
      <w:r>
        <w:tab/>
        <w:t>1.013e0</w:t>
      </w:r>
    </w:p>
    <w:p w14:paraId="45CD7B06" w14:textId="77777777" w:rsidR="00810015" w:rsidRDefault="00810015" w:rsidP="00810015">
      <w:r>
        <w:t>359.4008</w:t>
      </w:r>
      <w:r>
        <w:tab/>
        <w:t>3.038e0</w:t>
      </w:r>
    </w:p>
    <w:p w14:paraId="76F5699F" w14:textId="77777777" w:rsidR="00810015" w:rsidRDefault="00810015" w:rsidP="00810015">
      <w:r>
        <w:t>359.4279</w:t>
      </w:r>
      <w:r>
        <w:tab/>
        <w:t>1.013e0</w:t>
      </w:r>
    </w:p>
    <w:p w14:paraId="3FE1EDCD" w14:textId="77777777" w:rsidR="00810015" w:rsidRDefault="00810015" w:rsidP="00810015">
      <w:r>
        <w:t>359.4339</w:t>
      </w:r>
      <w:r>
        <w:tab/>
        <w:t>1.013e0</w:t>
      </w:r>
    </w:p>
    <w:p w14:paraId="596CA0D2" w14:textId="77777777" w:rsidR="00810015" w:rsidRDefault="00810015" w:rsidP="00810015">
      <w:r>
        <w:t>359.4471</w:t>
      </w:r>
      <w:r>
        <w:tab/>
        <w:t>1.013e0</w:t>
      </w:r>
    </w:p>
    <w:p w14:paraId="37627FD7" w14:textId="77777777" w:rsidR="00810015" w:rsidRDefault="00810015" w:rsidP="00810015">
      <w:r>
        <w:t>359.4566</w:t>
      </w:r>
      <w:r>
        <w:tab/>
        <w:t>3.038e0</w:t>
      </w:r>
    </w:p>
    <w:p w14:paraId="58CF35FE" w14:textId="77777777" w:rsidR="00810015" w:rsidRDefault="00810015" w:rsidP="00810015">
      <w:r>
        <w:t>359.4874</w:t>
      </w:r>
      <w:r>
        <w:tab/>
        <w:t>1.013e0</w:t>
      </w:r>
    </w:p>
    <w:p w14:paraId="205737C7" w14:textId="77777777" w:rsidR="00810015" w:rsidRDefault="00810015" w:rsidP="00810015">
      <w:r>
        <w:t>359.4960</w:t>
      </w:r>
      <w:r>
        <w:tab/>
        <w:t>3.038e0</w:t>
      </w:r>
    </w:p>
    <w:p w14:paraId="4D03935A" w14:textId="77777777" w:rsidR="00810015" w:rsidRDefault="00810015" w:rsidP="00810015">
      <w:r>
        <w:t>359.5044</w:t>
      </w:r>
      <w:r>
        <w:tab/>
        <w:t>1.013e0</w:t>
      </w:r>
    </w:p>
    <w:p w14:paraId="1D38B72B" w14:textId="77777777" w:rsidR="00810015" w:rsidRDefault="00810015" w:rsidP="00810015">
      <w:r>
        <w:t>359.5121</w:t>
      </w:r>
      <w:r>
        <w:tab/>
        <w:t>1.013e0</w:t>
      </w:r>
    </w:p>
    <w:p w14:paraId="23D7AD70" w14:textId="77777777" w:rsidR="00810015" w:rsidRDefault="00810015" w:rsidP="00810015">
      <w:r>
        <w:t>359.5499</w:t>
      </w:r>
      <w:r>
        <w:tab/>
        <w:t>2.025e0</w:t>
      </w:r>
    </w:p>
    <w:p w14:paraId="242559BC" w14:textId="77777777" w:rsidR="00810015" w:rsidRDefault="00810015" w:rsidP="00810015">
      <w:r>
        <w:t>359.5515</w:t>
      </w:r>
      <w:r>
        <w:tab/>
        <w:t>2.025e0</w:t>
      </w:r>
    </w:p>
    <w:p w14:paraId="47F0560A" w14:textId="77777777" w:rsidR="00810015" w:rsidRDefault="00810015" w:rsidP="00810015">
      <w:r>
        <w:t>359.6063</w:t>
      </w:r>
      <w:r>
        <w:tab/>
        <w:t>6.076e0</w:t>
      </w:r>
    </w:p>
    <w:p w14:paraId="6A21A82E" w14:textId="77777777" w:rsidR="00810015" w:rsidRDefault="00810015" w:rsidP="00810015">
      <w:r>
        <w:t>359.6141</w:t>
      </w:r>
      <w:r>
        <w:tab/>
        <w:t>1.013e0</w:t>
      </w:r>
    </w:p>
    <w:p w14:paraId="283DD1CA" w14:textId="77777777" w:rsidR="00810015" w:rsidRDefault="00810015" w:rsidP="00810015">
      <w:r>
        <w:t>359.6153</w:t>
      </w:r>
      <w:r>
        <w:tab/>
        <w:t>1.013e0</w:t>
      </w:r>
    </w:p>
    <w:p w14:paraId="66A60D7E" w14:textId="77777777" w:rsidR="00810015" w:rsidRDefault="00810015" w:rsidP="00810015">
      <w:r>
        <w:t>359.6284</w:t>
      </w:r>
      <w:r>
        <w:tab/>
        <w:t>1.013e0</w:t>
      </w:r>
    </w:p>
    <w:p w14:paraId="0B60962F" w14:textId="77777777" w:rsidR="00810015" w:rsidRDefault="00810015" w:rsidP="00810015">
      <w:r>
        <w:t>359.6544</w:t>
      </w:r>
      <w:r>
        <w:tab/>
        <w:t>1.013e0</w:t>
      </w:r>
    </w:p>
    <w:p w14:paraId="136E42C6" w14:textId="77777777" w:rsidR="00810015" w:rsidRDefault="00810015" w:rsidP="00810015">
      <w:r>
        <w:t>359.6701</w:t>
      </w:r>
      <w:r>
        <w:tab/>
        <w:t>1.013e0</w:t>
      </w:r>
    </w:p>
    <w:p w14:paraId="0804542A" w14:textId="77777777" w:rsidR="00810015" w:rsidRDefault="00810015" w:rsidP="00810015">
      <w:r>
        <w:t>359.6949</w:t>
      </w:r>
      <w:r>
        <w:tab/>
        <w:t>1.013e0</w:t>
      </w:r>
    </w:p>
    <w:p w14:paraId="291D8582" w14:textId="77777777" w:rsidR="00810015" w:rsidRDefault="00810015" w:rsidP="00810015">
      <w:r>
        <w:t>359.7171</w:t>
      </w:r>
      <w:r>
        <w:tab/>
        <w:t>1.013e0</w:t>
      </w:r>
    </w:p>
    <w:p w14:paraId="6C97932E" w14:textId="77777777" w:rsidR="00810015" w:rsidRDefault="00810015" w:rsidP="00810015">
      <w:r>
        <w:t>359.7336</w:t>
      </w:r>
      <w:r>
        <w:tab/>
        <w:t>3.038e0</w:t>
      </w:r>
    </w:p>
    <w:p w14:paraId="0DF64C71" w14:textId="77777777" w:rsidR="00810015" w:rsidRDefault="00810015" w:rsidP="00810015">
      <w:r>
        <w:t>359.7525</w:t>
      </w:r>
      <w:r>
        <w:tab/>
        <w:t>2.025e0</w:t>
      </w:r>
    </w:p>
    <w:p w14:paraId="3CDF40ED" w14:textId="77777777" w:rsidR="00810015" w:rsidRDefault="00810015" w:rsidP="00810015">
      <w:r>
        <w:t>359.7759</w:t>
      </w:r>
      <w:r>
        <w:tab/>
        <w:t>2.025e0</w:t>
      </w:r>
    </w:p>
    <w:p w14:paraId="5BCA8E93" w14:textId="77777777" w:rsidR="00810015" w:rsidRDefault="00810015" w:rsidP="00810015">
      <w:r>
        <w:t>359.7831</w:t>
      </w:r>
      <w:r>
        <w:tab/>
        <w:t>2.025e0</w:t>
      </w:r>
    </w:p>
    <w:p w14:paraId="04CC8C60" w14:textId="77777777" w:rsidR="00810015" w:rsidRDefault="00810015" w:rsidP="00810015">
      <w:r>
        <w:t>359.7903</w:t>
      </w:r>
      <w:r>
        <w:tab/>
        <w:t>3.038e0</w:t>
      </w:r>
    </w:p>
    <w:p w14:paraId="3631F2BA" w14:textId="77777777" w:rsidR="00810015" w:rsidRDefault="00810015" w:rsidP="00810015">
      <w:r>
        <w:t>359.8074</w:t>
      </w:r>
      <w:r>
        <w:tab/>
        <w:t>3.038e0</w:t>
      </w:r>
    </w:p>
    <w:p w14:paraId="353997B9" w14:textId="77777777" w:rsidR="00810015" w:rsidRDefault="00810015" w:rsidP="00810015">
      <w:r>
        <w:t>359.8159</w:t>
      </w:r>
      <w:r>
        <w:tab/>
        <w:t>3.038e0</w:t>
      </w:r>
    </w:p>
    <w:p w14:paraId="7D7E58FD" w14:textId="77777777" w:rsidR="00810015" w:rsidRDefault="00810015" w:rsidP="00810015">
      <w:r>
        <w:t>359.8295</w:t>
      </w:r>
      <w:r>
        <w:tab/>
        <w:t>5.063e0</w:t>
      </w:r>
    </w:p>
    <w:p w14:paraId="7328D85E" w14:textId="77777777" w:rsidR="00810015" w:rsidRDefault="00810015" w:rsidP="00810015">
      <w:r>
        <w:t>359.8517</w:t>
      </w:r>
      <w:r>
        <w:tab/>
        <w:t>1.013e0</w:t>
      </w:r>
    </w:p>
    <w:p w14:paraId="01019519" w14:textId="77777777" w:rsidR="00810015" w:rsidRDefault="00810015" w:rsidP="00810015">
      <w:r>
        <w:t>359.8578</w:t>
      </w:r>
      <w:r>
        <w:tab/>
        <w:t>3.038e0</w:t>
      </w:r>
    </w:p>
    <w:p w14:paraId="34C198CE" w14:textId="77777777" w:rsidR="00810015" w:rsidRDefault="00810015" w:rsidP="00810015">
      <w:r>
        <w:t>359.9029</w:t>
      </w:r>
      <w:r>
        <w:tab/>
        <w:t>7.089e0</w:t>
      </w:r>
    </w:p>
    <w:p w14:paraId="020FDD93" w14:textId="77777777" w:rsidR="00810015" w:rsidRDefault="00810015" w:rsidP="00810015">
      <w:r>
        <w:t>359.9084</w:t>
      </w:r>
      <w:r>
        <w:tab/>
        <w:t>2.025e0</w:t>
      </w:r>
    </w:p>
    <w:p w14:paraId="35B3FB00" w14:textId="77777777" w:rsidR="00810015" w:rsidRDefault="00810015" w:rsidP="00810015">
      <w:r>
        <w:t>359.9135</w:t>
      </w:r>
      <w:r>
        <w:tab/>
        <w:t>3.038e0</w:t>
      </w:r>
    </w:p>
    <w:p w14:paraId="54B0FFBD" w14:textId="77777777" w:rsidR="00810015" w:rsidRDefault="00810015" w:rsidP="00810015">
      <w:r>
        <w:t>359.9388</w:t>
      </w:r>
      <w:r>
        <w:tab/>
        <w:t>2.773e0</w:t>
      </w:r>
    </w:p>
    <w:p w14:paraId="254FC875" w14:textId="77777777" w:rsidR="00810015" w:rsidRDefault="00810015" w:rsidP="00810015">
      <w:r>
        <w:t>359.9452</w:t>
      </w:r>
      <w:r>
        <w:tab/>
        <w:t>3.038e0</w:t>
      </w:r>
    </w:p>
    <w:p w14:paraId="00C9FF55" w14:textId="77777777" w:rsidR="00810015" w:rsidRDefault="00810015" w:rsidP="00810015">
      <w:r>
        <w:t>359.9646</w:t>
      </w:r>
      <w:r>
        <w:tab/>
        <w:t>4.051e0</w:t>
      </w:r>
    </w:p>
    <w:p w14:paraId="605516A6" w14:textId="77777777" w:rsidR="00810015" w:rsidRDefault="00810015" w:rsidP="00810015">
      <w:r>
        <w:t>359.9680</w:t>
      </w:r>
      <w:r>
        <w:tab/>
        <w:t>3.038e0</w:t>
      </w:r>
    </w:p>
    <w:p w14:paraId="3B52D60B" w14:textId="77777777" w:rsidR="00810015" w:rsidRDefault="00810015" w:rsidP="00810015">
      <w:r>
        <w:t>359.9767</w:t>
      </w:r>
      <w:r>
        <w:tab/>
        <w:t>2.135e0</w:t>
      </w:r>
    </w:p>
    <w:p w14:paraId="73EA2CF9" w14:textId="77777777" w:rsidR="00810015" w:rsidRDefault="00810015" w:rsidP="00810015">
      <w:r>
        <w:t>359.9931</w:t>
      </w:r>
      <w:r>
        <w:tab/>
        <w:t>1.013e0</w:t>
      </w:r>
    </w:p>
    <w:p w14:paraId="79CC4982" w14:textId="77777777" w:rsidR="00810015" w:rsidRDefault="00810015" w:rsidP="00810015">
      <w:r>
        <w:t>360.0266</w:t>
      </w:r>
      <w:r>
        <w:tab/>
        <w:t>6.226e0</w:t>
      </w:r>
    </w:p>
    <w:p w14:paraId="2D2D0693" w14:textId="77777777" w:rsidR="00810015" w:rsidRDefault="00810015" w:rsidP="00810015">
      <w:r>
        <w:t>360.0297</w:t>
      </w:r>
      <w:r>
        <w:tab/>
        <w:t>4.051e0</w:t>
      </w:r>
    </w:p>
    <w:p w14:paraId="3362031B" w14:textId="77777777" w:rsidR="00810015" w:rsidRDefault="00810015" w:rsidP="00810015">
      <w:r>
        <w:t>360.0331</w:t>
      </w:r>
      <w:r>
        <w:tab/>
        <w:t>4.629e0</w:t>
      </w:r>
    </w:p>
    <w:p w14:paraId="521DE425" w14:textId="77777777" w:rsidR="00810015" w:rsidRDefault="00810015" w:rsidP="00810015">
      <w:r>
        <w:t>360.0361</w:t>
      </w:r>
      <w:r>
        <w:tab/>
        <w:t>5.063e0</w:t>
      </w:r>
    </w:p>
    <w:p w14:paraId="5FC64844" w14:textId="77777777" w:rsidR="00810015" w:rsidRDefault="00810015" w:rsidP="00810015">
      <w:r>
        <w:t>360.1136</w:t>
      </w:r>
      <w:r>
        <w:tab/>
        <w:t>1.092e1</w:t>
      </w:r>
    </w:p>
    <w:p w14:paraId="54CF36F6" w14:textId="77777777" w:rsidR="00810015" w:rsidRDefault="00810015" w:rsidP="00810015">
      <w:r>
        <w:t>360.1148</w:t>
      </w:r>
      <w:r>
        <w:tab/>
        <w:t>2.556e1</w:t>
      </w:r>
    </w:p>
    <w:p w14:paraId="2C7C688A" w14:textId="77777777" w:rsidR="00810015" w:rsidRDefault="00810015" w:rsidP="00810015">
      <w:r>
        <w:t>360.1165</w:t>
      </w:r>
      <w:r>
        <w:tab/>
        <w:t>3.036e1</w:t>
      </w:r>
    </w:p>
    <w:p w14:paraId="3BC3428F" w14:textId="77777777" w:rsidR="00810015" w:rsidRDefault="00810015" w:rsidP="00810015">
      <w:r>
        <w:t>360.1192</w:t>
      </w:r>
      <w:r>
        <w:tab/>
        <w:t>2.963e1</w:t>
      </w:r>
    </w:p>
    <w:p w14:paraId="4CDD4C47" w14:textId="77777777" w:rsidR="00810015" w:rsidRDefault="00810015" w:rsidP="00810015">
      <w:r>
        <w:t>360.1599</w:t>
      </w:r>
      <w:r>
        <w:tab/>
        <w:t>1.013e0</w:t>
      </w:r>
    </w:p>
    <w:p w14:paraId="60C421F3" w14:textId="77777777" w:rsidR="00810015" w:rsidRDefault="00810015" w:rsidP="00810015">
      <w:r>
        <w:t>360.1677</w:t>
      </w:r>
      <w:r>
        <w:tab/>
        <w:t>4.051e0</w:t>
      </w:r>
    </w:p>
    <w:p w14:paraId="5F573F2B" w14:textId="77777777" w:rsidR="00810015" w:rsidRDefault="00810015" w:rsidP="00810015">
      <w:r>
        <w:t>360.1854</w:t>
      </w:r>
      <w:r>
        <w:tab/>
        <w:t>3.480e0</w:t>
      </w:r>
    </w:p>
    <w:p w14:paraId="311F30EF" w14:textId="77777777" w:rsidR="00810015" w:rsidRDefault="00810015" w:rsidP="00810015">
      <w:r>
        <w:t>360.1886</w:t>
      </w:r>
      <w:r>
        <w:tab/>
        <w:t>2.025e0</w:t>
      </w:r>
    </w:p>
    <w:p w14:paraId="14A51246" w14:textId="77777777" w:rsidR="00810015" w:rsidRDefault="00810015" w:rsidP="00810015">
      <w:r>
        <w:t>360.2219</w:t>
      </w:r>
      <w:r>
        <w:tab/>
        <w:t>4.051e0</w:t>
      </w:r>
    </w:p>
    <w:p w14:paraId="1BBACBEB" w14:textId="77777777" w:rsidR="00810015" w:rsidRDefault="00810015" w:rsidP="00810015">
      <w:r>
        <w:t>360.2255</w:t>
      </w:r>
      <w:r>
        <w:tab/>
        <w:t>5.063e0</w:t>
      </w:r>
    </w:p>
    <w:p w14:paraId="682DAA98" w14:textId="77777777" w:rsidR="00810015" w:rsidRDefault="00810015" w:rsidP="00810015">
      <w:r>
        <w:t>360.2337</w:t>
      </w:r>
      <w:r>
        <w:tab/>
        <w:t>5.938e0</w:t>
      </w:r>
    </w:p>
    <w:p w14:paraId="3AF67A36" w14:textId="77777777" w:rsidR="00810015" w:rsidRDefault="00810015" w:rsidP="00810015">
      <w:r>
        <w:t>360.2355</w:t>
      </w:r>
      <w:r>
        <w:tab/>
        <w:t>2.025e0</w:t>
      </w:r>
    </w:p>
    <w:p w14:paraId="1CBB4029" w14:textId="77777777" w:rsidR="00810015" w:rsidRDefault="00810015" w:rsidP="00810015">
      <w:r>
        <w:t>360.2696</w:t>
      </w:r>
      <w:r>
        <w:tab/>
        <w:t>4.051e0</w:t>
      </w:r>
    </w:p>
    <w:p w14:paraId="569936DD" w14:textId="77777777" w:rsidR="00810015" w:rsidRDefault="00810015" w:rsidP="00810015">
      <w:r>
        <w:t>360.2773</w:t>
      </w:r>
      <w:r>
        <w:tab/>
        <w:t>1.013e0</w:t>
      </w:r>
    </w:p>
    <w:p w14:paraId="4EDAB18C" w14:textId="77777777" w:rsidR="00810015" w:rsidRDefault="00810015" w:rsidP="00810015">
      <w:r>
        <w:t>360.2839</w:t>
      </w:r>
      <w:r>
        <w:tab/>
        <w:t>1.013e0</w:t>
      </w:r>
    </w:p>
    <w:p w14:paraId="36DA2BF7" w14:textId="77777777" w:rsidR="00810015" w:rsidRDefault="00810015" w:rsidP="00810015">
      <w:r>
        <w:t>360.3068</w:t>
      </w:r>
      <w:r>
        <w:tab/>
        <w:t>2.025e0</w:t>
      </w:r>
    </w:p>
    <w:p w14:paraId="6AD56FFB" w14:textId="77777777" w:rsidR="00810015" w:rsidRDefault="00810015" w:rsidP="00810015">
      <w:r>
        <w:t>360.3504</w:t>
      </w:r>
      <w:r>
        <w:tab/>
        <w:t>1.013e0</w:t>
      </w:r>
    </w:p>
    <w:p w14:paraId="1935D471" w14:textId="77777777" w:rsidR="00810015" w:rsidRDefault="00810015" w:rsidP="00810015">
      <w:r>
        <w:t>360.3557</w:t>
      </w:r>
      <w:r>
        <w:tab/>
        <w:t>1.013e0</w:t>
      </w:r>
    </w:p>
    <w:p w14:paraId="4123A806" w14:textId="77777777" w:rsidR="00810015" w:rsidRDefault="00810015" w:rsidP="00810015">
      <w:r>
        <w:t>360.3626</w:t>
      </w:r>
      <w:r>
        <w:tab/>
        <w:t>6.001e0</w:t>
      </w:r>
    </w:p>
    <w:p w14:paraId="0FF1D822" w14:textId="77777777" w:rsidR="00810015" w:rsidRDefault="00810015" w:rsidP="00810015">
      <w:r>
        <w:t>360.3713</w:t>
      </w:r>
      <w:r>
        <w:tab/>
        <w:t>1.013e0</w:t>
      </w:r>
    </w:p>
    <w:p w14:paraId="4BFD3DAF" w14:textId="77777777" w:rsidR="00810015" w:rsidRDefault="00810015" w:rsidP="00810015">
      <w:r>
        <w:t>360.3957</w:t>
      </w:r>
      <w:r>
        <w:tab/>
        <w:t>3.038e0</w:t>
      </w:r>
    </w:p>
    <w:p w14:paraId="4D34384B" w14:textId="77777777" w:rsidR="00810015" w:rsidRDefault="00810015" w:rsidP="00810015">
      <w:r>
        <w:t>360.4111</w:t>
      </w:r>
      <w:r>
        <w:tab/>
        <w:t>2.025e0</w:t>
      </w:r>
    </w:p>
    <w:p w14:paraId="6760674A" w14:textId="77777777" w:rsidR="00810015" w:rsidRDefault="00810015" w:rsidP="00810015">
      <w:r>
        <w:t>360.4291</w:t>
      </w:r>
      <w:r>
        <w:tab/>
        <w:t>3.038e0</w:t>
      </w:r>
    </w:p>
    <w:p w14:paraId="78677E1C" w14:textId="77777777" w:rsidR="00810015" w:rsidRDefault="00810015" w:rsidP="00810015">
      <w:r>
        <w:t>360.4367</w:t>
      </w:r>
      <w:r>
        <w:tab/>
        <w:t>2.025e0</w:t>
      </w:r>
    </w:p>
    <w:p w14:paraId="355DFE85" w14:textId="77777777" w:rsidR="00810015" w:rsidRDefault="00810015" w:rsidP="00810015">
      <w:r>
        <w:t>360.4842</w:t>
      </w:r>
      <w:r>
        <w:tab/>
        <w:t>2.025e0</w:t>
      </w:r>
    </w:p>
    <w:p w14:paraId="71FA0204" w14:textId="77777777" w:rsidR="00810015" w:rsidRDefault="00810015" w:rsidP="00810015">
      <w:r>
        <w:t>360.4889</w:t>
      </w:r>
      <w:r>
        <w:tab/>
        <w:t>1.013e0</w:t>
      </w:r>
    </w:p>
    <w:p w14:paraId="1F2C3B28" w14:textId="77777777" w:rsidR="00810015" w:rsidRDefault="00810015" w:rsidP="00810015">
      <w:r>
        <w:t>360.4954</w:t>
      </w:r>
      <w:r>
        <w:tab/>
        <w:t>1.013e0</w:t>
      </w:r>
    </w:p>
    <w:p w14:paraId="7EE62FFD" w14:textId="77777777" w:rsidR="00810015" w:rsidRDefault="00810015" w:rsidP="00810015">
      <w:r>
        <w:t>360.5268</w:t>
      </w:r>
      <w:r>
        <w:tab/>
        <w:t>2.025e0</w:t>
      </w:r>
    </w:p>
    <w:p w14:paraId="5FCC0188" w14:textId="77777777" w:rsidR="00810015" w:rsidRDefault="00810015" w:rsidP="00810015">
      <w:r>
        <w:t>360.5329</w:t>
      </w:r>
      <w:r>
        <w:tab/>
        <w:t>2.025e0</w:t>
      </w:r>
    </w:p>
    <w:p w14:paraId="3063ABBA" w14:textId="77777777" w:rsidR="00810015" w:rsidRDefault="00810015" w:rsidP="00810015">
      <w:r>
        <w:t>360.5620</w:t>
      </w:r>
      <w:r>
        <w:tab/>
        <w:t>1.013e0</w:t>
      </w:r>
    </w:p>
    <w:p w14:paraId="7ABFD8EE" w14:textId="77777777" w:rsidR="00810015" w:rsidRDefault="00810015" w:rsidP="00810015">
      <w:r>
        <w:t>360.5763</w:t>
      </w:r>
      <w:r>
        <w:tab/>
        <w:t>2.025e0</w:t>
      </w:r>
    </w:p>
    <w:p w14:paraId="2CF224EA" w14:textId="77777777" w:rsidR="00810015" w:rsidRDefault="00810015" w:rsidP="00810015">
      <w:r>
        <w:t>360.5793</w:t>
      </w:r>
      <w:r>
        <w:tab/>
        <w:t>2.025e0</w:t>
      </w:r>
    </w:p>
    <w:p w14:paraId="607EE1A0" w14:textId="77777777" w:rsidR="00810015" w:rsidRDefault="00810015" w:rsidP="00810015">
      <w:r>
        <w:t>360.6286</w:t>
      </w:r>
      <w:r>
        <w:tab/>
        <w:t>1.013e0</w:t>
      </w:r>
    </w:p>
    <w:p w14:paraId="7EA28EF0" w14:textId="77777777" w:rsidR="00810015" w:rsidRDefault="00810015" w:rsidP="00810015">
      <w:r>
        <w:t>360.6370</w:t>
      </w:r>
      <w:r>
        <w:tab/>
        <w:t>3.038e0</w:t>
      </w:r>
    </w:p>
    <w:p w14:paraId="3D5288E5" w14:textId="77777777" w:rsidR="00810015" w:rsidRDefault="00810015" w:rsidP="00810015">
      <w:r>
        <w:t>360.6757</w:t>
      </w:r>
      <w:r>
        <w:tab/>
        <w:t>1.013e0</w:t>
      </w:r>
    </w:p>
    <w:p w14:paraId="225A8ED6" w14:textId="77777777" w:rsidR="00810015" w:rsidRDefault="00810015" w:rsidP="00810015">
      <w:r>
        <w:t>360.6991</w:t>
      </w:r>
      <w:r>
        <w:tab/>
        <w:t>2.025e0</w:t>
      </w:r>
    </w:p>
    <w:p w14:paraId="072672D3" w14:textId="77777777" w:rsidR="00810015" w:rsidRDefault="00810015" w:rsidP="00810015">
      <w:r>
        <w:t>360.7271</w:t>
      </w:r>
      <w:r>
        <w:tab/>
        <w:t>2.025e0</w:t>
      </w:r>
    </w:p>
    <w:p w14:paraId="690FBC47" w14:textId="77777777" w:rsidR="00810015" w:rsidRDefault="00810015" w:rsidP="00810015">
      <w:r>
        <w:t>360.7781</w:t>
      </w:r>
      <w:r>
        <w:tab/>
        <w:t>3.038e0</w:t>
      </w:r>
    </w:p>
    <w:p w14:paraId="1BB6CF67" w14:textId="77777777" w:rsidR="00810015" w:rsidRDefault="00810015" w:rsidP="00810015">
      <w:r>
        <w:t>360.8488</w:t>
      </w:r>
      <w:r>
        <w:tab/>
        <w:t>1.013e0</w:t>
      </w:r>
    </w:p>
    <w:p w14:paraId="4F3F7391" w14:textId="77777777" w:rsidR="00810015" w:rsidRDefault="00810015" w:rsidP="00810015">
      <w:r>
        <w:t>360.8736</w:t>
      </w:r>
      <w:r>
        <w:tab/>
        <w:t>2.025e0</w:t>
      </w:r>
    </w:p>
    <w:p w14:paraId="504150A6" w14:textId="77777777" w:rsidR="00810015" w:rsidRDefault="00810015" w:rsidP="00810015">
      <w:r>
        <w:t>360.8842</w:t>
      </w:r>
      <w:r>
        <w:tab/>
        <w:t>2.025e0</w:t>
      </w:r>
    </w:p>
    <w:p w14:paraId="74BFDB60" w14:textId="77777777" w:rsidR="00810015" w:rsidRDefault="00810015" w:rsidP="00810015">
      <w:r>
        <w:t>360.9004</w:t>
      </w:r>
      <w:r>
        <w:tab/>
        <w:t>1.013e0</w:t>
      </w:r>
    </w:p>
    <w:p w14:paraId="7F4FE15D" w14:textId="77777777" w:rsidR="00810015" w:rsidRDefault="00810015" w:rsidP="00810015">
      <w:r>
        <w:t>360.9417</w:t>
      </w:r>
      <w:r>
        <w:tab/>
        <w:t>9.974e0</w:t>
      </w:r>
    </w:p>
    <w:p w14:paraId="3685B7C7" w14:textId="77777777" w:rsidR="00810015" w:rsidRDefault="00810015" w:rsidP="00810015">
      <w:r>
        <w:t>360.9492</w:t>
      </w:r>
      <w:r>
        <w:tab/>
        <w:t>4.816e0</w:t>
      </w:r>
    </w:p>
    <w:p w14:paraId="42E82509" w14:textId="77777777" w:rsidR="00810015" w:rsidRDefault="00810015" w:rsidP="00810015">
      <w:r>
        <w:t>361.0017</w:t>
      </w:r>
      <w:r>
        <w:tab/>
        <w:t>4.440e0</w:t>
      </w:r>
    </w:p>
    <w:p w14:paraId="5EE198A5" w14:textId="77777777" w:rsidR="00810015" w:rsidRDefault="00810015" w:rsidP="00810015">
      <w:r>
        <w:t>361.0035</w:t>
      </w:r>
      <w:r>
        <w:tab/>
        <w:t>4.051e0</w:t>
      </w:r>
    </w:p>
    <w:p w14:paraId="0FA9CBA2" w14:textId="77777777" w:rsidR="00810015" w:rsidRDefault="00810015" w:rsidP="00810015">
      <w:r>
        <w:t>361.0195</w:t>
      </w:r>
      <w:r>
        <w:tab/>
        <w:t>1.172e1</w:t>
      </w:r>
    </w:p>
    <w:p w14:paraId="7FF5C995" w14:textId="77777777" w:rsidR="00810015" w:rsidRDefault="00810015" w:rsidP="00810015">
      <w:r>
        <w:t>361.0246</w:t>
      </w:r>
      <w:r>
        <w:tab/>
        <w:t>4.051e0</w:t>
      </w:r>
    </w:p>
    <w:p w14:paraId="13436120" w14:textId="77777777" w:rsidR="00810015" w:rsidRDefault="00810015" w:rsidP="00810015">
      <w:r>
        <w:t>361.0509</w:t>
      </w:r>
      <w:r>
        <w:tab/>
        <w:t>2.608e0</w:t>
      </w:r>
    </w:p>
    <w:p w14:paraId="1AF1D62E" w14:textId="77777777" w:rsidR="00810015" w:rsidRDefault="00810015" w:rsidP="00810015">
      <w:r>
        <w:t>361.0538</w:t>
      </w:r>
      <w:r>
        <w:tab/>
        <w:t>2.025e0</w:t>
      </w:r>
    </w:p>
    <w:p w14:paraId="4AB2561D" w14:textId="77777777" w:rsidR="00810015" w:rsidRDefault="00810015" w:rsidP="00810015">
      <w:r>
        <w:t>361.0702</w:t>
      </w:r>
      <w:r>
        <w:tab/>
        <w:t>4.512e0</w:t>
      </w:r>
    </w:p>
    <w:p w14:paraId="369E613D" w14:textId="77777777" w:rsidR="00810015" w:rsidRDefault="00810015" w:rsidP="00810015">
      <w:r>
        <w:t>361.1275</w:t>
      </w:r>
      <w:r>
        <w:tab/>
        <w:t>2.357e1</w:t>
      </w:r>
    </w:p>
    <w:p w14:paraId="75053EAB" w14:textId="77777777" w:rsidR="00810015" w:rsidRDefault="00810015" w:rsidP="00810015">
      <w:r>
        <w:t>361.1288</w:t>
      </w:r>
      <w:r>
        <w:tab/>
        <w:t>5.119e1</w:t>
      </w:r>
    </w:p>
    <w:p w14:paraId="65421A55" w14:textId="77777777" w:rsidR="00810015" w:rsidRDefault="00810015" w:rsidP="00810015">
      <w:r>
        <w:t>361.1381</w:t>
      </w:r>
      <w:r>
        <w:tab/>
        <w:t>1.890e1</w:t>
      </w:r>
    </w:p>
    <w:p w14:paraId="33F92498" w14:textId="77777777" w:rsidR="00810015" w:rsidRDefault="00810015" w:rsidP="00810015">
      <w:r>
        <w:t>361.1521</w:t>
      </w:r>
      <w:r>
        <w:tab/>
        <w:t>6.076e0</w:t>
      </w:r>
    </w:p>
    <w:p w14:paraId="77FD9C67" w14:textId="77777777" w:rsidR="00810015" w:rsidRDefault="00810015" w:rsidP="00810015">
      <w:r>
        <w:t>361.1861</w:t>
      </w:r>
      <w:r>
        <w:tab/>
        <w:t>1.730e0</w:t>
      </w:r>
    </w:p>
    <w:p w14:paraId="57661CAB" w14:textId="77777777" w:rsidR="00810015" w:rsidRDefault="00810015" w:rsidP="00810015">
      <w:r>
        <w:t>361.1917</w:t>
      </w:r>
      <w:r>
        <w:tab/>
        <w:t>2.293e0</w:t>
      </w:r>
    </w:p>
    <w:p w14:paraId="0366B2B4" w14:textId="77777777" w:rsidR="00810015" w:rsidRDefault="00810015" w:rsidP="00810015">
      <w:r>
        <w:t>361.1962</w:t>
      </w:r>
      <w:r>
        <w:tab/>
        <w:t>6.226e0</w:t>
      </w:r>
    </w:p>
    <w:p w14:paraId="15E24A0E" w14:textId="77777777" w:rsidR="00810015" w:rsidRDefault="00810015" w:rsidP="00810015">
      <w:r>
        <w:t>361.2199</w:t>
      </w:r>
      <w:r>
        <w:tab/>
        <w:t>4.051e0</w:t>
      </w:r>
    </w:p>
    <w:p w14:paraId="253FCA70" w14:textId="77777777" w:rsidR="00810015" w:rsidRDefault="00810015" w:rsidP="00810015">
      <w:r>
        <w:t>361.2290</w:t>
      </w:r>
      <w:r>
        <w:tab/>
        <w:t>1.013e0</w:t>
      </w:r>
    </w:p>
    <w:p w14:paraId="1B45EBE1" w14:textId="77777777" w:rsidR="00810015" w:rsidRDefault="00810015" w:rsidP="00810015">
      <w:r>
        <w:t>361.2387</w:t>
      </w:r>
      <w:r>
        <w:tab/>
        <w:t>2.025e0</w:t>
      </w:r>
    </w:p>
    <w:p w14:paraId="6476CB43" w14:textId="77777777" w:rsidR="00810015" w:rsidRDefault="00810015" w:rsidP="00810015">
      <w:r>
        <w:t>361.2559</w:t>
      </w:r>
      <w:r>
        <w:tab/>
        <w:t>2.819e0</w:t>
      </w:r>
    </w:p>
    <w:p w14:paraId="3C60AFD8" w14:textId="77777777" w:rsidR="00810015" w:rsidRDefault="00810015" w:rsidP="00810015">
      <w:r>
        <w:t>361.2739</w:t>
      </w:r>
      <w:r>
        <w:tab/>
        <w:t>5.063e0</w:t>
      </w:r>
    </w:p>
    <w:p w14:paraId="6446B786" w14:textId="77777777" w:rsidR="00810015" w:rsidRDefault="00810015" w:rsidP="00810015">
      <w:r>
        <w:t>361.2844</w:t>
      </w:r>
      <w:r>
        <w:tab/>
        <w:t>3.038e0</w:t>
      </w:r>
    </w:p>
    <w:p w14:paraId="07FB8984" w14:textId="77777777" w:rsidR="00810015" w:rsidRDefault="00810015" w:rsidP="00810015">
      <w:r>
        <w:t>361.2865</w:t>
      </w:r>
      <w:r>
        <w:tab/>
        <w:t>1.952e0</w:t>
      </w:r>
    </w:p>
    <w:p w14:paraId="57D74DC4" w14:textId="77777777" w:rsidR="00810015" w:rsidRDefault="00810015" w:rsidP="00810015">
      <w:r>
        <w:t>361.3182</w:t>
      </w:r>
      <w:r>
        <w:tab/>
        <w:t>4.051e0</w:t>
      </w:r>
    </w:p>
    <w:p w14:paraId="79CF369C" w14:textId="77777777" w:rsidR="00810015" w:rsidRDefault="00810015" w:rsidP="00810015">
      <w:r>
        <w:t>361.3296</w:t>
      </w:r>
      <w:r>
        <w:tab/>
        <w:t>2.025e0</w:t>
      </w:r>
    </w:p>
    <w:p w14:paraId="1D6EF9C8" w14:textId="77777777" w:rsidR="00810015" w:rsidRDefault="00810015" w:rsidP="00810015">
      <w:r>
        <w:t>361.3800</w:t>
      </w:r>
      <w:r>
        <w:tab/>
        <w:t>2.025e0</w:t>
      </w:r>
    </w:p>
    <w:p w14:paraId="457131EA" w14:textId="77777777" w:rsidR="00810015" w:rsidRDefault="00810015" w:rsidP="00810015">
      <w:r>
        <w:t>361.4102</w:t>
      </w:r>
      <w:r>
        <w:tab/>
        <w:t>2.025e0</w:t>
      </w:r>
    </w:p>
    <w:p w14:paraId="2294CA0E" w14:textId="77777777" w:rsidR="00810015" w:rsidRDefault="00810015" w:rsidP="00810015">
      <w:r>
        <w:t>361.4216</w:t>
      </w:r>
      <w:r>
        <w:tab/>
        <w:t>1.013e0</w:t>
      </w:r>
    </w:p>
    <w:p w14:paraId="41185214" w14:textId="77777777" w:rsidR="00810015" w:rsidRDefault="00810015" w:rsidP="00810015">
      <w:r>
        <w:t>361.4625</w:t>
      </w:r>
      <w:r>
        <w:tab/>
        <w:t>1.013e0</w:t>
      </w:r>
    </w:p>
    <w:p w14:paraId="5D119EAF" w14:textId="77777777" w:rsidR="00810015" w:rsidRDefault="00810015" w:rsidP="00810015">
      <w:r>
        <w:t>361.5257</w:t>
      </w:r>
      <w:r>
        <w:tab/>
        <w:t>1.013e0</w:t>
      </w:r>
    </w:p>
    <w:p w14:paraId="08017C1D" w14:textId="77777777" w:rsidR="00810015" w:rsidRDefault="00810015" w:rsidP="00810015">
      <w:r>
        <w:t>361.5391</w:t>
      </w:r>
      <w:r>
        <w:tab/>
        <w:t>4.051e0</w:t>
      </w:r>
    </w:p>
    <w:p w14:paraId="3C032486" w14:textId="77777777" w:rsidR="00810015" w:rsidRDefault="00810015" w:rsidP="00810015">
      <w:r>
        <w:t>361.5457</w:t>
      </w:r>
      <w:r>
        <w:tab/>
        <w:t>1.013e0</w:t>
      </w:r>
    </w:p>
    <w:p w14:paraId="5F9D072A" w14:textId="77777777" w:rsidR="00810015" w:rsidRDefault="00810015" w:rsidP="00810015">
      <w:r>
        <w:t>361.5780</w:t>
      </w:r>
      <w:r>
        <w:tab/>
        <w:t>4.051e0</w:t>
      </w:r>
    </w:p>
    <w:p w14:paraId="2628B1F9" w14:textId="77777777" w:rsidR="00810015" w:rsidRDefault="00810015" w:rsidP="00810015">
      <w:r>
        <w:t>361.6085</w:t>
      </w:r>
      <w:r>
        <w:tab/>
        <w:t>1.013e0</w:t>
      </w:r>
    </w:p>
    <w:p w14:paraId="02405D86" w14:textId="77777777" w:rsidR="00810015" w:rsidRDefault="00810015" w:rsidP="00810015">
      <w:r>
        <w:t>361.6155</w:t>
      </w:r>
      <w:r>
        <w:tab/>
        <w:t>3.038e0</w:t>
      </w:r>
    </w:p>
    <w:p w14:paraId="7A509CC4" w14:textId="77777777" w:rsidR="00810015" w:rsidRDefault="00810015" w:rsidP="00810015">
      <w:r>
        <w:t>361.6306</w:t>
      </w:r>
      <w:r>
        <w:tab/>
        <w:t>2.025e0</w:t>
      </w:r>
    </w:p>
    <w:p w14:paraId="019B092A" w14:textId="77777777" w:rsidR="00810015" w:rsidRDefault="00810015" w:rsidP="00810015">
      <w:r>
        <w:t>361.6556</w:t>
      </w:r>
      <w:r>
        <w:tab/>
        <w:t>1.013e0</w:t>
      </w:r>
    </w:p>
    <w:p w14:paraId="33BB4156" w14:textId="77777777" w:rsidR="00810015" w:rsidRDefault="00810015" w:rsidP="00810015">
      <w:r>
        <w:t>361.6741</w:t>
      </w:r>
      <w:r>
        <w:tab/>
        <w:t>1.013e0</w:t>
      </w:r>
    </w:p>
    <w:p w14:paraId="31C6591C" w14:textId="77777777" w:rsidR="00810015" w:rsidRDefault="00810015" w:rsidP="00810015">
      <w:r>
        <w:t>361.6961</w:t>
      </w:r>
      <w:r>
        <w:tab/>
        <w:t>2.025e0</w:t>
      </w:r>
    </w:p>
    <w:p w14:paraId="2155567C" w14:textId="77777777" w:rsidR="00810015" w:rsidRDefault="00810015" w:rsidP="00810015">
      <w:r>
        <w:t>361.7096</w:t>
      </w:r>
      <w:r>
        <w:tab/>
        <w:t>4.051e0</w:t>
      </w:r>
    </w:p>
    <w:p w14:paraId="61E3A3EE" w14:textId="77777777" w:rsidR="00810015" w:rsidRDefault="00810015" w:rsidP="00810015">
      <w:r>
        <w:t>361.7248</w:t>
      </w:r>
      <w:r>
        <w:tab/>
        <w:t>1.013e0</w:t>
      </w:r>
    </w:p>
    <w:p w14:paraId="7514D197" w14:textId="77777777" w:rsidR="00810015" w:rsidRDefault="00810015" w:rsidP="00810015">
      <w:r>
        <w:t>361.7286</w:t>
      </w:r>
      <w:r>
        <w:tab/>
        <w:t>3.038e0</w:t>
      </w:r>
    </w:p>
    <w:p w14:paraId="3AB97435" w14:textId="77777777" w:rsidR="00810015" w:rsidRDefault="00810015" w:rsidP="00810015">
      <w:r>
        <w:t>361.7784</w:t>
      </w:r>
      <w:r>
        <w:tab/>
        <w:t>1.013e0</w:t>
      </w:r>
    </w:p>
    <w:p w14:paraId="77ABF3E3" w14:textId="77777777" w:rsidR="00810015" w:rsidRDefault="00810015" w:rsidP="00810015">
      <w:r>
        <w:t>361.8346</w:t>
      </w:r>
      <w:r>
        <w:tab/>
        <w:t>2.025e0</w:t>
      </w:r>
    </w:p>
    <w:p w14:paraId="1AB8351E" w14:textId="77777777" w:rsidR="00810015" w:rsidRDefault="00810015" w:rsidP="00810015">
      <w:r>
        <w:t>361.8554</w:t>
      </w:r>
      <w:r>
        <w:tab/>
        <w:t>2.025e0</w:t>
      </w:r>
    </w:p>
    <w:p w14:paraId="27DA77DF" w14:textId="77777777" w:rsidR="00810015" w:rsidRDefault="00810015" w:rsidP="00810015">
      <w:r>
        <w:t>361.9081</w:t>
      </w:r>
      <w:r>
        <w:tab/>
        <w:t>3.038e0</w:t>
      </w:r>
    </w:p>
    <w:p w14:paraId="033573CB" w14:textId="77777777" w:rsidR="00810015" w:rsidRDefault="00810015" w:rsidP="00810015">
      <w:r>
        <w:t>361.9122</w:t>
      </w:r>
      <w:r>
        <w:tab/>
        <w:t>5.063e0</w:t>
      </w:r>
    </w:p>
    <w:p w14:paraId="34A7D4B1" w14:textId="77777777" w:rsidR="00810015" w:rsidRDefault="00810015" w:rsidP="00810015">
      <w:r>
        <w:t>361.9397</w:t>
      </w:r>
      <w:r>
        <w:tab/>
        <w:t>6.512e0</w:t>
      </w:r>
    </w:p>
    <w:p w14:paraId="259748A5" w14:textId="77777777" w:rsidR="00810015" w:rsidRDefault="00810015" w:rsidP="00810015">
      <w:r>
        <w:t>361.9409</w:t>
      </w:r>
      <w:r>
        <w:tab/>
        <w:t>3.331e0</w:t>
      </w:r>
    </w:p>
    <w:p w14:paraId="37CAB137" w14:textId="77777777" w:rsidR="00810015" w:rsidRDefault="00810015" w:rsidP="00810015">
      <w:r>
        <w:t>361.9633</w:t>
      </w:r>
      <w:r>
        <w:tab/>
        <w:t>2.720e0</w:t>
      </w:r>
    </w:p>
    <w:p w14:paraId="75FD6B8F" w14:textId="77777777" w:rsidR="00810015" w:rsidRDefault="00810015" w:rsidP="00810015">
      <w:r>
        <w:t>361.9673</w:t>
      </w:r>
      <w:r>
        <w:tab/>
        <w:t>2.898e0</w:t>
      </w:r>
    </w:p>
    <w:p w14:paraId="16145253" w14:textId="77777777" w:rsidR="00810015" w:rsidRDefault="00810015" w:rsidP="00810015">
      <w:r>
        <w:t>362.0001</w:t>
      </w:r>
      <w:r>
        <w:tab/>
        <w:t>4.051e0</w:t>
      </w:r>
    </w:p>
    <w:p w14:paraId="24A6F9EB" w14:textId="77777777" w:rsidR="00810015" w:rsidRDefault="00810015" w:rsidP="00810015">
      <w:r>
        <w:t>362.0163</w:t>
      </w:r>
      <w:r>
        <w:tab/>
        <w:t>1.013e0</w:t>
      </w:r>
    </w:p>
    <w:p w14:paraId="34CE75F4" w14:textId="77777777" w:rsidR="00810015" w:rsidRDefault="00810015" w:rsidP="00810015">
      <w:r>
        <w:t>362.0456</w:t>
      </w:r>
      <w:r>
        <w:tab/>
        <w:t>2.459e0</w:t>
      </w:r>
    </w:p>
    <w:p w14:paraId="6F8FD35A" w14:textId="77777777" w:rsidR="00810015" w:rsidRDefault="00810015" w:rsidP="00810015">
      <w:r>
        <w:t>362.0941</w:t>
      </w:r>
      <w:r>
        <w:tab/>
        <w:t>3.147e0</w:t>
      </w:r>
    </w:p>
    <w:p w14:paraId="7BAC08FF" w14:textId="77777777" w:rsidR="00810015" w:rsidRDefault="00810015" w:rsidP="00810015">
      <w:r>
        <w:t>362.1296</w:t>
      </w:r>
      <w:r>
        <w:tab/>
        <w:t>5.151e0</w:t>
      </w:r>
    </w:p>
    <w:p w14:paraId="11E20EA8" w14:textId="77777777" w:rsidR="00810015" w:rsidRDefault="00810015" w:rsidP="00810015">
      <w:r>
        <w:t>362.1326</w:t>
      </w:r>
      <w:r>
        <w:tab/>
        <w:t>1.013e0</w:t>
      </w:r>
    </w:p>
    <w:p w14:paraId="28590BCA" w14:textId="77777777" w:rsidR="00810015" w:rsidRDefault="00810015" w:rsidP="00810015">
      <w:r>
        <w:t>362.1394</w:t>
      </w:r>
      <w:r>
        <w:tab/>
        <w:t>4.456e0</w:t>
      </w:r>
    </w:p>
    <w:p w14:paraId="7B26062B" w14:textId="77777777" w:rsidR="00810015" w:rsidRDefault="00810015" w:rsidP="00810015">
      <w:r>
        <w:t>362.1411</w:t>
      </w:r>
      <w:r>
        <w:tab/>
        <w:t>5.907e0</w:t>
      </w:r>
    </w:p>
    <w:p w14:paraId="7CC78BE4" w14:textId="77777777" w:rsidR="00810015" w:rsidRDefault="00810015" w:rsidP="00810015">
      <w:r>
        <w:t>362.1436</w:t>
      </w:r>
      <w:r>
        <w:tab/>
        <w:t>3.941e0</w:t>
      </w:r>
    </w:p>
    <w:p w14:paraId="0E4E95CE" w14:textId="77777777" w:rsidR="00810015" w:rsidRDefault="00810015" w:rsidP="00810015">
      <w:r>
        <w:t>362.1759</w:t>
      </w:r>
      <w:r>
        <w:tab/>
        <w:t>2.201e0</w:t>
      </w:r>
    </w:p>
    <w:p w14:paraId="77D5A991" w14:textId="77777777" w:rsidR="00810015" w:rsidRDefault="00810015" w:rsidP="00810015">
      <w:r>
        <w:t>362.1866</w:t>
      </w:r>
      <w:r>
        <w:tab/>
        <w:t>2.025e0</w:t>
      </w:r>
    </w:p>
    <w:p w14:paraId="5AD7268C" w14:textId="77777777" w:rsidR="00810015" w:rsidRDefault="00810015" w:rsidP="00810015">
      <w:r>
        <w:t>362.2164</w:t>
      </w:r>
      <w:r>
        <w:tab/>
        <w:t>2.025e0</w:t>
      </w:r>
    </w:p>
    <w:p w14:paraId="0AEEA0E7" w14:textId="77777777" w:rsidR="00810015" w:rsidRDefault="00810015" w:rsidP="00810015">
      <w:r>
        <w:t>362.2244</w:t>
      </w:r>
      <w:r>
        <w:tab/>
        <w:t>2.025e0</w:t>
      </w:r>
    </w:p>
    <w:p w14:paraId="7F9F81CD" w14:textId="77777777" w:rsidR="00810015" w:rsidRDefault="00810015" w:rsidP="00810015">
      <w:r>
        <w:t>362.2340</w:t>
      </w:r>
      <w:r>
        <w:tab/>
        <w:t>2.025e0</w:t>
      </w:r>
    </w:p>
    <w:p w14:paraId="2543850B" w14:textId="77777777" w:rsidR="00810015" w:rsidRDefault="00810015" w:rsidP="00810015">
      <w:r>
        <w:t>362.2351</w:t>
      </w:r>
      <w:r>
        <w:tab/>
        <w:t>5.063e0</w:t>
      </w:r>
    </w:p>
    <w:p w14:paraId="2A53BC4E" w14:textId="77777777" w:rsidR="00810015" w:rsidRDefault="00810015" w:rsidP="00810015">
      <w:r>
        <w:t>362.2397</w:t>
      </w:r>
      <w:r>
        <w:tab/>
        <w:t>1.763e0</w:t>
      </w:r>
    </w:p>
    <w:p w14:paraId="696BD6D9" w14:textId="77777777" w:rsidR="00810015" w:rsidRDefault="00810015" w:rsidP="00810015">
      <w:r>
        <w:t>362.2581</w:t>
      </w:r>
      <w:r>
        <w:tab/>
        <w:t>4.051e0</w:t>
      </w:r>
    </w:p>
    <w:p w14:paraId="691E2CDA" w14:textId="77777777" w:rsidR="00810015" w:rsidRDefault="00810015" w:rsidP="00810015">
      <w:r>
        <w:t>362.2859</w:t>
      </w:r>
      <w:r>
        <w:tab/>
        <w:t>3.038e0</w:t>
      </w:r>
    </w:p>
    <w:p w14:paraId="45ABA839" w14:textId="77777777" w:rsidR="00810015" w:rsidRDefault="00810015" w:rsidP="00810015">
      <w:r>
        <w:t>362.3201</w:t>
      </w:r>
      <w:r>
        <w:tab/>
        <w:t>1.690e0</w:t>
      </w:r>
    </w:p>
    <w:p w14:paraId="6561644D" w14:textId="77777777" w:rsidR="00810015" w:rsidRDefault="00810015" w:rsidP="00810015">
      <w:r>
        <w:t>362.3383</w:t>
      </w:r>
      <w:r>
        <w:tab/>
        <w:t>3.038e0</w:t>
      </w:r>
    </w:p>
    <w:p w14:paraId="6451D6C1" w14:textId="77777777" w:rsidR="00810015" w:rsidRDefault="00810015" w:rsidP="00810015">
      <w:r>
        <w:t>362.3459</w:t>
      </w:r>
      <w:r>
        <w:tab/>
        <w:t>1.013e0</w:t>
      </w:r>
    </w:p>
    <w:p w14:paraId="32A8A2D3" w14:textId="77777777" w:rsidR="00810015" w:rsidRDefault="00810015" w:rsidP="00810015">
      <w:r>
        <w:t>362.3560</w:t>
      </w:r>
      <w:r>
        <w:tab/>
        <w:t>1.013e0</w:t>
      </w:r>
    </w:p>
    <w:p w14:paraId="0A7B4409" w14:textId="77777777" w:rsidR="00810015" w:rsidRDefault="00810015" w:rsidP="00810015">
      <w:r>
        <w:t>362.3685</w:t>
      </w:r>
      <w:r>
        <w:tab/>
        <w:t>2.025e0</w:t>
      </w:r>
    </w:p>
    <w:p w14:paraId="35EDB668" w14:textId="77777777" w:rsidR="00810015" w:rsidRDefault="00810015" w:rsidP="00810015">
      <w:r>
        <w:t>362.3770</w:t>
      </w:r>
      <w:r>
        <w:tab/>
        <w:t>2.025e0</w:t>
      </w:r>
    </w:p>
    <w:p w14:paraId="7B7B82E7" w14:textId="77777777" w:rsidR="00810015" w:rsidRDefault="00810015" w:rsidP="00810015">
      <w:r>
        <w:t>362.3925</w:t>
      </w:r>
      <w:r>
        <w:tab/>
        <w:t>1.013e0</w:t>
      </w:r>
    </w:p>
    <w:p w14:paraId="4C59D0ED" w14:textId="77777777" w:rsidR="00810015" w:rsidRDefault="00810015" w:rsidP="00810015">
      <w:r>
        <w:t>362.4355</w:t>
      </w:r>
      <w:r>
        <w:tab/>
        <w:t>2.025e0</w:t>
      </w:r>
    </w:p>
    <w:p w14:paraId="2CB0FB6D" w14:textId="77777777" w:rsidR="00810015" w:rsidRDefault="00810015" w:rsidP="00810015">
      <w:r>
        <w:t>362.4817</w:t>
      </w:r>
      <w:r>
        <w:tab/>
        <w:t>1.013e0</w:t>
      </w:r>
    </w:p>
    <w:p w14:paraId="1CAA4A95" w14:textId="77777777" w:rsidR="00810015" w:rsidRDefault="00810015" w:rsidP="00810015">
      <w:r>
        <w:t>362.4917</w:t>
      </w:r>
      <w:r>
        <w:tab/>
        <w:t>2.025e0</w:t>
      </w:r>
    </w:p>
    <w:p w14:paraId="4BFC02A1" w14:textId="77777777" w:rsidR="00810015" w:rsidRDefault="00810015" w:rsidP="00810015">
      <w:r>
        <w:t>362.4933</w:t>
      </w:r>
      <w:r>
        <w:tab/>
        <w:t>1.013e0</w:t>
      </w:r>
    </w:p>
    <w:p w14:paraId="1DFDC5CA" w14:textId="77777777" w:rsidR="00810015" w:rsidRDefault="00810015" w:rsidP="00810015">
      <w:r>
        <w:t>362.5122</w:t>
      </w:r>
      <w:r>
        <w:tab/>
        <w:t>2.025e0</w:t>
      </w:r>
    </w:p>
    <w:p w14:paraId="2B998E0E" w14:textId="77777777" w:rsidR="00810015" w:rsidRDefault="00810015" w:rsidP="00810015">
      <w:r>
        <w:t>362.5181</w:t>
      </w:r>
      <w:r>
        <w:tab/>
        <w:t>1.013e0</w:t>
      </w:r>
    </w:p>
    <w:p w14:paraId="3CEB875A" w14:textId="77777777" w:rsidR="00810015" w:rsidRDefault="00810015" w:rsidP="00810015">
      <w:r>
        <w:t>362.5430</w:t>
      </w:r>
      <w:r>
        <w:tab/>
        <w:t>1.013e0</w:t>
      </w:r>
    </w:p>
    <w:p w14:paraId="32B4607D" w14:textId="77777777" w:rsidR="00810015" w:rsidRDefault="00810015" w:rsidP="00810015">
      <w:r>
        <w:t>362.5850</w:t>
      </w:r>
      <w:r>
        <w:tab/>
        <w:t>1.013e0</w:t>
      </w:r>
    </w:p>
    <w:p w14:paraId="4CE65840" w14:textId="77777777" w:rsidR="00810015" w:rsidRDefault="00810015" w:rsidP="00810015">
      <w:r>
        <w:t>362.5927</w:t>
      </w:r>
      <w:r>
        <w:tab/>
        <w:t>1.013e0</w:t>
      </w:r>
    </w:p>
    <w:p w14:paraId="3BD47BF9" w14:textId="77777777" w:rsidR="00810015" w:rsidRDefault="00810015" w:rsidP="00810015">
      <w:r>
        <w:t>362.6177</w:t>
      </w:r>
      <w:r>
        <w:tab/>
        <w:t>3.038e0</w:t>
      </w:r>
    </w:p>
    <w:p w14:paraId="61A4C86F" w14:textId="77777777" w:rsidR="00810015" w:rsidRDefault="00810015" w:rsidP="00810015">
      <w:r>
        <w:t>362.6673</w:t>
      </w:r>
      <w:r>
        <w:tab/>
        <w:t>5.063e0</w:t>
      </w:r>
    </w:p>
    <w:p w14:paraId="09AA4762" w14:textId="77777777" w:rsidR="00810015" w:rsidRDefault="00810015" w:rsidP="00810015">
      <w:r>
        <w:t>362.6843</w:t>
      </w:r>
      <w:r>
        <w:tab/>
        <w:t>1.013e0</w:t>
      </w:r>
    </w:p>
    <w:p w14:paraId="64813425" w14:textId="77777777" w:rsidR="00810015" w:rsidRDefault="00810015" w:rsidP="00810015">
      <w:r>
        <w:t>362.7070</w:t>
      </w:r>
      <w:r>
        <w:tab/>
        <w:t>2.025e0</w:t>
      </w:r>
    </w:p>
    <w:p w14:paraId="4BBA5C76" w14:textId="77777777" w:rsidR="00810015" w:rsidRDefault="00810015" w:rsidP="00810015">
      <w:r>
        <w:t>362.7103</w:t>
      </w:r>
      <w:r>
        <w:tab/>
        <w:t>1.013e0</w:t>
      </w:r>
    </w:p>
    <w:p w14:paraId="4779FFB8" w14:textId="77777777" w:rsidR="00810015" w:rsidRDefault="00810015" w:rsidP="00810015">
      <w:r>
        <w:t>362.7146</w:t>
      </w:r>
      <w:r>
        <w:tab/>
        <w:t>1.013e0</w:t>
      </w:r>
    </w:p>
    <w:p w14:paraId="2E54226B" w14:textId="77777777" w:rsidR="00810015" w:rsidRDefault="00810015" w:rsidP="00810015">
      <w:r>
        <w:t>362.7405</w:t>
      </w:r>
      <w:r>
        <w:tab/>
        <w:t>1.013e0</w:t>
      </w:r>
    </w:p>
    <w:p w14:paraId="6CB91DEA" w14:textId="77777777" w:rsidR="00810015" w:rsidRDefault="00810015" w:rsidP="00810015">
      <w:r>
        <w:t>362.7549</w:t>
      </w:r>
      <w:r>
        <w:tab/>
        <w:t>1.013e0</w:t>
      </w:r>
    </w:p>
    <w:p w14:paraId="14BD78F2" w14:textId="77777777" w:rsidR="00810015" w:rsidRDefault="00810015" w:rsidP="00810015">
      <w:r>
        <w:t>362.7771</w:t>
      </w:r>
      <w:r>
        <w:tab/>
        <w:t>1.013e0</w:t>
      </w:r>
    </w:p>
    <w:p w14:paraId="43D594C9" w14:textId="77777777" w:rsidR="00810015" w:rsidRDefault="00810015" w:rsidP="00810015">
      <w:r>
        <w:t>362.7795</w:t>
      </w:r>
      <w:r>
        <w:tab/>
        <w:t>1.013e0</w:t>
      </w:r>
    </w:p>
    <w:p w14:paraId="73B9B7B0" w14:textId="77777777" w:rsidR="00810015" w:rsidRDefault="00810015" w:rsidP="00810015">
      <w:r>
        <w:t>362.7923</w:t>
      </w:r>
      <w:r>
        <w:tab/>
        <w:t>1.013e0</w:t>
      </w:r>
    </w:p>
    <w:p w14:paraId="36C8BE85" w14:textId="77777777" w:rsidR="00810015" w:rsidRDefault="00810015" w:rsidP="00810015">
      <w:r>
        <w:t>362.8111</w:t>
      </w:r>
      <w:r>
        <w:tab/>
        <w:t>2.025e0</w:t>
      </w:r>
    </w:p>
    <w:p w14:paraId="4E41B73A" w14:textId="77777777" w:rsidR="00810015" w:rsidRDefault="00810015" w:rsidP="00810015">
      <w:r>
        <w:t>362.8177</w:t>
      </w:r>
      <w:r>
        <w:tab/>
        <w:t>1.013e0</w:t>
      </w:r>
    </w:p>
    <w:p w14:paraId="4A1F0DC7" w14:textId="77777777" w:rsidR="00810015" w:rsidRDefault="00810015" w:rsidP="00810015">
      <w:r>
        <w:t>362.8437</w:t>
      </w:r>
      <w:r>
        <w:tab/>
        <w:t>1.013e0</w:t>
      </w:r>
    </w:p>
    <w:p w14:paraId="24605FBD" w14:textId="77777777" w:rsidR="00810015" w:rsidRDefault="00810015" w:rsidP="00810015">
      <w:r>
        <w:t>362.8556</w:t>
      </w:r>
      <w:r>
        <w:tab/>
        <w:t>3.038e0</w:t>
      </w:r>
    </w:p>
    <w:p w14:paraId="2045A456" w14:textId="77777777" w:rsidR="00810015" w:rsidRDefault="00810015" w:rsidP="00810015">
      <w:r>
        <w:t>362.8882</w:t>
      </w:r>
      <w:r>
        <w:tab/>
        <w:t>1.013e0</w:t>
      </w:r>
    </w:p>
    <w:p w14:paraId="2ABE4671" w14:textId="77777777" w:rsidR="00810015" w:rsidRDefault="00810015" w:rsidP="00810015">
      <w:r>
        <w:t>362.8998</w:t>
      </w:r>
      <w:r>
        <w:tab/>
        <w:t>2.025e0</w:t>
      </w:r>
    </w:p>
    <w:p w14:paraId="60A136AA" w14:textId="77777777" w:rsidR="00810015" w:rsidRDefault="00810015" w:rsidP="00810015">
      <w:r>
        <w:t>362.9067</w:t>
      </w:r>
      <w:r>
        <w:tab/>
        <w:t>3.038e0</w:t>
      </w:r>
    </w:p>
    <w:p w14:paraId="23BAFAE4" w14:textId="77777777" w:rsidR="00810015" w:rsidRDefault="00810015" w:rsidP="00810015">
      <w:r>
        <w:t>362.9183</w:t>
      </w:r>
      <w:r>
        <w:tab/>
        <w:t>1.013e0</w:t>
      </w:r>
    </w:p>
    <w:p w14:paraId="5737BC37" w14:textId="77777777" w:rsidR="00810015" w:rsidRDefault="00810015" w:rsidP="00810015">
      <w:r>
        <w:t>362.9295</w:t>
      </w:r>
      <w:r>
        <w:tab/>
        <w:t>1.683e0</w:t>
      </w:r>
    </w:p>
    <w:p w14:paraId="103C7D73" w14:textId="77777777" w:rsidR="00810015" w:rsidRDefault="00810015" w:rsidP="00810015">
      <w:r>
        <w:t>362.9350</w:t>
      </w:r>
      <w:r>
        <w:tab/>
        <w:t>1.958e0</w:t>
      </w:r>
    </w:p>
    <w:p w14:paraId="7BA554BA" w14:textId="77777777" w:rsidR="00810015" w:rsidRDefault="00810015" w:rsidP="00810015">
      <w:r>
        <w:t>362.9554</w:t>
      </w:r>
      <w:r>
        <w:tab/>
        <w:t>1.013e0</w:t>
      </w:r>
    </w:p>
    <w:p w14:paraId="10B06D5E" w14:textId="77777777" w:rsidR="00810015" w:rsidRDefault="00810015" w:rsidP="00810015">
      <w:r>
        <w:t>362.9840</w:t>
      </w:r>
      <w:r>
        <w:tab/>
        <w:t>1.866e0</w:t>
      </w:r>
    </w:p>
    <w:p w14:paraId="5B60641F" w14:textId="77777777" w:rsidR="00810015" w:rsidRDefault="00810015" w:rsidP="00810015">
      <w:r>
        <w:t>363.0182</w:t>
      </w:r>
      <w:r>
        <w:tab/>
        <w:t>4.051e0</w:t>
      </w:r>
    </w:p>
    <w:p w14:paraId="1BEDE336" w14:textId="77777777" w:rsidR="00810015" w:rsidRDefault="00810015" w:rsidP="00810015">
      <w:r>
        <w:t>363.0214</w:t>
      </w:r>
      <w:r>
        <w:tab/>
        <w:t>4.051e0</w:t>
      </w:r>
    </w:p>
    <w:p w14:paraId="10326251" w14:textId="77777777" w:rsidR="00810015" w:rsidRDefault="00810015" w:rsidP="00810015">
      <w:r>
        <w:t>363.0271</w:t>
      </w:r>
      <w:r>
        <w:tab/>
        <w:t>7.712e0</w:t>
      </w:r>
    </w:p>
    <w:p w14:paraId="77F26CC7" w14:textId="77777777" w:rsidR="00810015" w:rsidRDefault="00810015" w:rsidP="00810015">
      <w:r>
        <w:t>363.0564</w:t>
      </w:r>
      <w:r>
        <w:tab/>
        <w:t>2.025e0</w:t>
      </w:r>
    </w:p>
    <w:p w14:paraId="2A4406B4" w14:textId="77777777" w:rsidR="00810015" w:rsidRDefault="00810015" w:rsidP="00810015">
      <w:r>
        <w:t>363.0577</w:t>
      </w:r>
      <w:r>
        <w:tab/>
        <w:t>2.023e0</w:t>
      </w:r>
    </w:p>
    <w:p w14:paraId="0EC1FD56" w14:textId="77777777" w:rsidR="00810015" w:rsidRDefault="00810015" w:rsidP="00810015">
      <w:r>
        <w:t>363.0642</w:t>
      </w:r>
      <w:r>
        <w:tab/>
        <w:t>1.013e0</w:t>
      </w:r>
    </w:p>
    <w:p w14:paraId="43208CD5" w14:textId="77777777" w:rsidR="00810015" w:rsidRDefault="00810015" w:rsidP="00810015">
      <w:r>
        <w:t>363.1061</w:t>
      </w:r>
      <w:r>
        <w:tab/>
        <w:t>6.726e0</w:t>
      </w:r>
    </w:p>
    <w:p w14:paraId="52C790E2" w14:textId="77777777" w:rsidR="00810015" w:rsidRDefault="00810015" w:rsidP="00810015">
      <w:r>
        <w:t>363.1151</w:t>
      </w:r>
      <w:r>
        <w:tab/>
        <w:t>3.680e0</w:t>
      </w:r>
    </w:p>
    <w:p w14:paraId="4D0E0F35" w14:textId="77777777" w:rsidR="00810015" w:rsidRDefault="00810015" w:rsidP="00810015">
      <w:r>
        <w:t>363.1165</w:t>
      </w:r>
      <w:r>
        <w:tab/>
        <w:t>1.125e1</w:t>
      </w:r>
    </w:p>
    <w:p w14:paraId="2F6A4DAE" w14:textId="77777777" w:rsidR="00810015" w:rsidRDefault="00810015" w:rsidP="00810015">
      <w:r>
        <w:t>363.1433</w:t>
      </w:r>
      <w:r>
        <w:tab/>
        <w:t>7.689e0</w:t>
      </w:r>
    </w:p>
    <w:p w14:paraId="1C32D57E" w14:textId="77777777" w:rsidR="00810015" w:rsidRDefault="00810015" w:rsidP="00810015">
      <w:r>
        <w:t>363.1617</w:t>
      </w:r>
      <w:r>
        <w:tab/>
        <w:t>2.025e0</w:t>
      </w:r>
    </w:p>
    <w:p w14:paraId="65350EF9" w14:textId="77777777" w:rsidR="00810015" w:rsidRDefault="00810015" w:rsidP="00810015">
      <w:r>
        <w:t>363.1637</w:t>
      </w:r>
      <w:r>
        <w:tab/>
        <w:t>1.409e0</w:t>
      </w:r>
    </w:p>
    <w:p w14:paraId="3F8C5C3F" w14:textId="77777777" w:rsidR="00810015" w:rsidRDefault="00810015" w:rsidP="00810015">
      <w:r>
        <w:t>363.1984</w:t>
      </w:r>
      <w:r>
        <w:tab/>
        <w:t>2.025e0</w:t>
      </w:r>
    </w:p>
    <w:p w14:paraId="06BBA50C" w14:textId="77777777" w:rsidR="00810015" w:rsidRDefault="00810015" w:rsidP="00810015">
      <w:r>
        <w:t>363.2017</w:t>
      </w:r>
      <w:r>
        <w:tab/>
        <w:t>6.098e0</w:t>
      </w:r>
    </w:p>
    <w:p w14:paraId="67B76DC3" w14:textId="77777777" w:rsidR="00810015" w:rsidRDefault="00810015" w:rsidP="00810015">
      <w:r>
        <w:t>363.2126</w:t>
      </w:r>
      <w:r>
        <w:tab/>
        <w:t>1.013e0</w:t>
      </w:r>
    </w:p>
    <w:p w14:paraId="02FAB8B8" w14:textId="77777777" w:rsidR="00810015" w:rsidRDefault="00810015" w:rsidP="00810015">
      <w:r>
        <w:t>363.2164</w:t>
      </w:r>
      <w:r>
        <w:tab/>
        <w:t>1.013e0</w:t>
      </w:r>
    </w:p>
    <w:p w14:paraId="678D2D61" w14:textId="77777777" w:rsidR="00810015" w:rsidRDefault="00810015" w:rsidP="00810015">
      <w:r>
        <w:t>363.2520</w:t>
      </w:r>
      <w:r>
        <w:tab/>
        <w:t>1.013e0</w:t>
      </w:r>
    </w:p>
    <w:p w14:paraId="2E12C778" w14:textId="77777777" w:rsidR="00810015" w:rsidRDefault="00810015" w:rsidP="00810015">
      <w:r>
        <w:t>363.2597</w:t>
      </w:r>
      <w:r>
        <w:tab/>
        <w:t>5.999e0</w:t>
      </w:r>
    </w:p>
    <w:p w14:paraId="217B2049" w14:textId="77777777" w:rsidR="00810015" w:rsidRDefault="00810015" w:rsidP="00810015">
      <w:r>
        <w:t>363.2835</w:t>
      </w:r>
      <w:r>
        <w:tab/>
        <w:t>3.941e0</w:t>
      </w:r>
    </w:p>
    <w:p w14:paraId="0B925442" w14:textId="77777777" w:rsidR="00810015" w:rsidRDefault="00810015" w:rsidP="00810015">
      <w:r>
        <w:t>363.3039</w:t>
      </w:r>
      <w:r>
        <w:tab/>
        <w:t>2.025e0</w:t>
      </w:r>
    </w:p>
    <w:p w14:paraId="07B72340" w14:textId="77777777" w:rsidR="00810015" w:rsidRDefault="00810015" w:rsidP="00810015">
      <w:r>
        <w:t>363.3112</w:t>
      </w:r>
      <w:r>
        <w:tab/>
        <w:t>2.025e0</w:t>
      </w:r>
    </w:p>
    <w:p w14:paraId="17CFF55E" w14:textId="77777777" w:rsidR="00810015" w:rsidRDefault="00810015" w:rsidP="00810015">
      <w:r>
        <w:t>363.3185</w:t>
      </w:r>
      <w:r>
        <w:tab/>
        <w:t>2.025e0</w:t>
      </w:r>
    </w:p>
    <w:p w14:paraId="2004C395" w14:textId="77777777" w:rsidR="00810015" w:rsidRDefault="00810015" w:rsidP="00810015">
      <w:r>
        <w:t>363.3457</w:t>
      </w:r>
      <w:r>
        <w:tab/>
        <w:t>2.025e0</w:t>
      </w:r>
    </w:p>
    <w:p w14:paraId="71CFF9F3" w14:textId="77777777" w:rsidR="00810015" w:rsidRDefault="00810015" w:rsidP="00810015">
      <w:r>
        <w:t>363.3493</w:t>
      </w:r>
      <w:r>
        <w:tab/>
        <w:t>1.013e0</w:t>
      </w:r>
    </w:p>
    <w:p w14:paraId="52B4E2C7" w14:textId="77777777" w:rsidR="00810015" w:rsidRDefault="00810015" w:rsidP="00810015">
      <w:r>
        <w:t>363.3635</w:t>
      </w:r>
      <w:r>
        <w:tab/>
        <w:t>2.025e0</w:t>
      </w:r>
    </w:p>
    <w:p w14:paraId="006CBDBF" w14:textId="77777777" w:rsidR="00810015" w:rsidRDefault="00810015" w:rsidP="00810015">
      <w:r>
        <w:t>363.3911</w:t>
      </w:r>
      <w:r>
        <w:tab/>
        <w:t>2.025e0</w:t>
      </w:r>
    </w:p>
    <w:p w14:paraId="66B7E682" w14:textId="77777777" w:rsidR="00810015" w:rsidRDefault="00810015" w:rsidP="00810015">
      <w:r>
        <w:t>363.4048</w:t>
      </w:r>
      <w:r>
        <w:tab/>
        <w:t>1.013e0</w:t>
      </w:r>
    </w:p>
    <w:p w14:paraId="3812E3D1" w14:textId="77777777" w:rsidR="00810015" w:rsidRDefault="00810015" w:rsidP="00810015">
      <w:r>
        <w:t>363.4741</w:t>
      </w:r>
      <w:r>
        <w:tab/>
        <w:t>1.013e0</w:t>
      </w:r>
    </w:p>
    <w:p w14:paraId="47BA9F05" w14:textId="77777777" w:rsidR="00810015" w:rsidRDefault="00810015" w:rsidP="00810015">
      <w:r>
        <w:t>363.4754</w:t>
      </w:r>
      <w:r>
        <w:tab/>
        <w:t>1.013e0</w:t>
      </w:r>
    </w:p>
    <w:p w14:paraId="5D735157" w14:textId="77777777" w:rsidR="00810015" w:rsidRDefault="00810015" w:rsidP="00810015">
      <w:r>
        <w:t>363.4854</w:t>
      </w:r>
      <w:r>
        <w:tab/>
        <w:t>1.013e0</w:t>
      </w:r>
    </w:p>
    <w:p w14:paraId="2C045E3C" w14:textId="77777777" w:rsidR="00810015" w:rsidRDefault="00810015" w:rsidP="00810015">
      <w:r>
        <w:t>363.5133</w:t>
      </w:r>
      <w:r>
        <w:tab/>
        <w:t>3.038e0</w:t>
      </w:r>
    </w:p>
    <w:p w14:paraId="3E9FDF4A" w14:textId="77777777" w:rsidR="00810015" w:rsidRDefault="00810015" w:rsidP="00810015">
      <w:r>
        <w:t>363.5215</w:t>
      </w:r>
      <w:r>
        <w:tab/>
        <w:t>2.025e0</w:t>
      </w:r>
    </w:p>
    <w:p w14:paraId="1645FC44" w14:textId="77777777" w:rsidR="00810015" w:rsidRDefault="00810015" w:rsidP="00810015">
      <w:r>
        <w:t>363.5370</w:t>
      </w:r>
      <w:r>
        <w:tab/>
        <w:t>1.013e0</w:t>
      </w:r>
    </w:p>
    <w:p w14:paraId="15EB8323" w14:textId="77777777" w:rsidR="00810015" w:rsidRDefault="00810015" w:rsidP="00810015">
      <w:r>
        <w:t>363.5447</w:t>
      </w:r>
      <w:r>
        <w:tab/>
        <w:t>1.013e0</w:t>
      </w:r>
    </w:p>
    <w:p w14:paraId="0712A5AB" w14:textId="77777777" w:rsidR="00810015" w:rsidRDefault="00810015" w:rsidP="00810015">
      <w:r>
        <w:t>363.5617</w:t>
      </w:r>
      <w:r>
        <w:tab/>
        <w:t>1.013e0</w:t>
      </w:r>
    </w:p>
    <w:p w14:paraId="716A3D53" w14:textId="77777777" w:rsidR="00810015" w:rsidRDefault="00810015" w:rsidP="00810015">
      <w:r>
        <w:t>363.5630</w:t>
      </w:r>
      <w:r>
        <w:tab/>
        <w:t>1.013e0</w:t>
      </w:r>
    </w:p>
    <w:p w14:paraId="13BF9FCD" w14:textId="77777777" w:rsidR="00810015" w:rsidRDefault="00810015" w:rsidP="00810015">
      <w:r>
        <w:t>363.5826</w:t>
      </w:r>
      <w:r>
        <w:tab/>
        <w:t>1.013e0</w:t>
      </w:r>
    </w:p>
    <w:p w14:paraId="39623EAF" w14:textId="77777777" w:rsidR="00810015" w:rsidRDefault="00810015" w:rsidP="00810015">
      <w:r>
        <w:t>363.5956</w:t>
      </w:r>
      <w:r>
        <w:tab/>
        <w:t>1.013e0</w:t>
      </w:r>
    </w:p>
    <w:p w14:paraId="090B96CB" w14:textId="77777777" w:rsidR="00810015" w:rsidRDefault="00810015" w:rsidP="00810015">
      <w:r>
        <w:t>363.6232</w:t>
      </w:r>
      <w:r>
        <w:tab/>
        <w:t>2.025e0</w:t>
      </w:r>
    </w:p>
    <w:p w14:paraId="1CA4ADB5" w14:textId="77777777" w:rsidR="00810015" w:rsidRDefault="00810015" w:rsidP="00810015">
      <w:r>
        <w:t>363.6534</w:t>
      </w:r>
      <w:r>
        <w:tab/>
        <w:t>1.013e0</w:t>
      </w:r>
    </w:p>
    <w:p w14:paraId="74A8C8ED" w14:textId="77777777" w:rsidR="00810015" w:rsidRDefault="00810015" w:rsidP="00810015">
      <w:r>
        <w:t>363.6986</w:t>
      </w:r>
      <w:r>
        <w:tab/>
        <w:t>5.370e0</w:t>
      </w:r>
    </w:p>
    <w:p w14:paraId="0A311394" w14:textId="77777777" w:rsidR="00810015" w:rsidRDefault="00810015" w:rsidP="00810015">
      <w:r>
        <w:t>363.7487</w:t>
      </w:r>
      <w:r>
        <w:tab/>
        <w:t>1.013e0</w:t>
      </w:r>
    </w:p>
    <w:p w14:paraId="17C8C266" w14:textId="77777777" w:rsidR="00810015" w:rsidRDefault="00810015" w:rsidP="00810015">
      <w:r>
        <w:t>363.7527</w:t>
      </w:r>
      <w:r>
        <w:tab/>
        <w:t>1.013e0</w:t>
      </w:r>
    </w:p>
    <w:p w14:paraId="0BD68E49" w14:textId="77777777" w:rsidR="00810015" w:rsidRDefault="00810015" w:rsidP="00810015">
      <w:r>
        <w:t>363.7709</w:t>
      </w:r>
      <w:r>
        <w:tab/>
        <w:t>2.025e0</w:t>
      </w:r>
    </w:p>
    <w:p w14:paraId="411D4815" w14:textId="77777777" w:rsidR="00810015" w:rsidRDefault="00810015" w:rsidP="00810015">
      <w:r>
        <w:t>363.7740</w:t>
      </w:r>
      <w:r>
        <w:tab/>
        <w:t>2.025e0</w:t>
      </w:r>
    </w:p>
    <w:p w14:paraId="1B6324FF" w14:textId="77777777" w:rsidR="00810015" w:rsidRDefault="00810015" w:rsidP="00810015">
      <w:r>
        <w:t>363.8194</w:t>
      </w:r>
      <w:r>
        <w:tab/>
        <w:t>1.013e0</w:t>
      </w:r>
    </w:p>
    <w:p w14:paraId="458F1C89" w14:textId="77777777" w:rsidR="00810015" w:rsidRDefault="00810015" w:rsidP="00810015">
      <w:r>
        <w:t>363.8207</w:t>
      </w:r>
      <w:r>
        <w:tab/>
        <w:t>1.013e0</w:t>
      </w:r>
    </w:p>
    <w:p w14:paraId="1E467BB4" w14:textId="77777777" w:rsidR="00810015" w:rsidRDefault="00810015" w:rsidP="00810015">
      <w:r>
        <w:t>363.8232</w:t>
      </w:r>
      <w:r>
        <w:tab/>
        <w:t>1.013e0</w:t>
      </w:r>
    </w:p>
    <w:p w14:paraId="11046A41" w14:textId="77777777" w:rsidR="00810015" w:rsidRDefault="00810015" w:rsidP="00810015">
      <w:r>
        <w:t>363.8766</w:t>
      </w:r>
      <w:r>
        <w:tab/>
        <w:t>3.038e0</w:t>
      </w:r>
    </w:p>
    <w:p w14:paraId="716D0C7D" w14:textId="77777777" w:rsidR="00810015" w:rsidRDefault="00810015" w:rsidP="00810015">
      <w:r>
        <w:t>363.8874</w:t>
      </w:r>
      <w:r>
        <w:tab/>
        <w:t>1.013e0</w:t>
      </w:r>
    </w:p>
    <w:p w14:paraId="7F84FF2F" w14:textId="77777777" w:rsidR="00810015" w:rsidRDefault="00810015" w:rsidP="00810015">
      <w:r>
        <w:t>363.8965</w:t>
      </w:r>
      <w:r>
        <w:tab/>
        <w:t>3.038e0</w:t>
      </w:r>
    </w:p>
    <w:p w14:paraId="2C3E9DF2" w14:textId="77777777" w:rsidR="00810015" w:rsidRDefault="00810015" w:rsidP="00810015">
      <w:r>
        <w:t>363.9106</w:t>
      </w:r>
      <w:r>
        <w:tab/>
        <w:t>4.051e0</w:t>
      </w:r>
    </w:p>
    <w:p w14:paraId="793E07BB" w14:textId="77777777" w:rsidR="00810015" w:rsidRDefault="00810015" w:rsidP="00810015">
      <w:r>
        <w:t>363.9193</w:t>
      </w:r>
      <w:r>
        <w:tab/>
        <w:t>2.025e0</w:t>
      </w:r>
    </w:p>
    <w:p w14:paraId="5BBB8153" w14:textId="77777777" w:rsidR="00810015" w:rsidRDefault="00810015" w:rsidP="00810015">
      <w:r>
        <w:t>363.9443</w:t>
      </w:r>
      <w:r>
        <w:tab/>
        <w:t>1.683e0</w:t>
      </w:r>
    </w:p>
    <w:p w14:paraId="435D38AD" w14:textId="77777777" w:rsidR="00810015" w:rsidRDefault="00810015" w:rsidP="00810015">
      <w:r>
        <w:t>363.9584</w:t>
      </w:r>
      <w:r>
        <w:tab/>
        <w:t>4.693e0</w:t>
      </w:r>
    </w:p>
    <w:p w14:paraId="6A54116C" w14:textId="77777777" w:rsidR="00810015" w:rsidRDefault="00810015" w:rsidP="00810015">
      <w:r>
        <w:t>363.9728</w:t>
      </w:r>
      <w:r>
        <w:tab/>
        <w:t>1.958e0</w:t>
      </w:r>
    </w:p>
    <w:p w14:paraId="362D4E80" w14:textId="77777777" w:rsidR="00810015" w:rsidRDefault="00810015" w:rsidP="00810015">
      <w:r>
        <w:t>364.0034</w:t>
      </w:r>
      <w:r>
        <w:tab/>
        <w:t>4.051e0</w:t>
      </w:r>
    </w:p>
    <w:p w14:paraId="03295E6B" w14:textId="77777777" w:rsidR="00810015" w:rsidRDefault="00810015" w:rsidP="00810015">
      <w:r>
        <w:t>364.0322</w:t>
      </w:r>
      <w:r>
        <w:tab/>
        <w:t>2.459e0</w:t>
      </w:r>
    </w:p>
    <w:p w14:paraId="6517E125" w14:textId="77777777" w:rsidR="00810015" w:rsidRDefault="00810015" w:rsidP="00810015">
      <w:r>
        <w:t>364.0399</w:t>
      </w:r>
      <w:r>
        <w:tab/>
        <w:t>2.025e0</w:t>
      </w:r>
    </w:p>
    <w:p w14:paraId="60254413" w14:textId="77777777" w:rsidR="00810015" w:rsidRDefault="00810015" w:rsidP="00810015">
      <w:r>
        <w:t>364.0434</w:t>
      </w:r>
      <w:r>
        <w:tab/>
        <w:t>1.013e0</w:t>
      </w:r>
    </w:p>
    <w:p w14:paraId="10B17282" w14:textId="77777777" w:rsidR="00810015" w:rsidRDefault="00810015" w:rsidP="00810015">
      <w:r>
        <w:t>364.0693</w:t>
      </w:r>
      <w:r>
        <w:tab/>
        <w:t>1.013e0</w:t>
      </w:r>
    </w:p>
    <w:p w14:paraId="0282A465" w14:textId="77777777" w:rsidR="00810015" w:rsidRDefault="00810015" w:rsidP="00810015">
      <w:r>
        <w:t>364.0764</w:t>
      </w:r>
      <w:r>
        <w:tab/>
        <w:t>1.057e0</w:t>
      </w:r>
    </w:p>
    <w:p w14:paraId="68E96EE3" w14:textId="77777777" w:rsidR="00810015" w:rsidRDefault="00810015" w:rsidP="00810015">
      <w:r>
        <w:t>364.1228</w:t>
      </w:r>
      <w:r>
        <w:tab/>
        <w:t>2.207e0</w:t>
      </w:r>
    </w:p>
    <w:p w14:paraId="5E4FDD25" w14:textId="77777777" w:rsidR="00810015" w:rsidRDefault="00810015" w:rsidP="00810015">
      <w:r>
        <w:t>364.1570</w:t>
      </w:r>
      <w:r>
        <w:tab/>
        <w:t>1.042e0</w:t>
      </w:r>
    </w:p>
    <w:p w14:paraId="38E3CDC0" w14:textId="77777777" w:rsidR="00810015" w:rsidRDefault="00810015" w:rsidP="00810015">
      <w:r>
        <w:t>364.1797</w:t>
      </w:r>
      <w:r>
        <w:tab/>
        <w:t>1.013e0</w:t>
      </w:r>
    </w:p>
    <w:p w14:paraId="16591B84" w14:textId="77777777" w:rsidR="00810015" w:rsidRDefault="00810015" w:rsidP="00810015">
      <w:r>
        <w:t>364.1927</w:t>
      </w:r>
      <w:r>
        <w:tab/>
        <w:t>2.712e0</w:t>
      </w:r>
    </w:p>
    <w:p w14:paraId="7381457B" w14:textId="77777777" w:rsidR="00810015" w:rsidRDefault="00810015" w:rsidP="00810015">
      <w:r>
        <w:t>364.2250</w:t>
      </w:r>
      <w:r>
        <w:tab/>
        <w:t>1.735e0</w:t>
      </w:r>
    </w:p>
    <w:p w14:paraId="4153782B" w14:textId="77777777" w:rsidR="00810015" w:rsidRDefault="00810015" w:rsidP="00810015">
      <w:r>
        <w:t>364.2347</w:t>
      </w:r>
      <w:r>
        <w:tab/>
        <w:t>3.038e0</w:t>
      </w:r>
    </w:p>
    <w:p w14:paraId="3A35E675" w14:textId="77777777" w:rsidR="00810015" w:rsidRDefault="00810015" w:rsidP="00810015">
      <w:r>
        <w:t>364.2373</w:t>
      </w:r>
      <w:r>
        <w:tab/>
        <w:t>2.025e0</w:t>
      </w:r>
    </w:p>
    <w:p w14:paraId="40D6F25E" w14:textId="77777777" w:rsidR="00810015" w:rsidRDefault="00810015" w:rsidP="00810015">
      <w:r>
        <w:t>364.2390</w:t>
      </w:r>
      <w:r>
        <w:tab/>
        <w:t>3.038e0</w:t>
      </w:r>
    </w:p>
    <w:p w14:paraId="111CCE27" w14:textId="77777777" w:rsidR="00810015" w:rsidRDefault="00810015" w:rsidP="00810015">
      <w:r>
        <w:t>364.2852</w:t>
      </w:r>
      <w:r>
        <w:tab/>
        <w:t>1.013e0</w:t>
      </w:r>
    </w:p>
    <w:p w14:paraId="191D6505" w14:textId="77777777" w:rsidR="00810015" w:rsidRDefault="00810015" w:rsidP="00810015">
      <w:r>
        <w:t>364.3001</w:t>
      </w:r>
      <w:r>
        <w:tab/>
        <w:t>2.118e0</w:t>
      </w:r>
    </w:p>
    <w:p w14:paraId="17B922CC" w14:textId="77777777" w:rsidR="00810015" w:rsidRDefault="00810015" w:rsidP="00810015">
      <w:r>
        <w:t>364.3083</w:t>
      </w:r>
      <w:r>
        <w:tab/>
        <w:t>2.025e0</w:t>
      </w:r>
    </w:p>
    <w:p w14:paraId="3478A581" w14:textId="77777777" w:rsidR="00810015" w:rsidRDefault="00810015" w:rsidP="00810015">
      <w:r>
        <w:t>364.3166</w:t>
      </w:r>
      <w:r>
        <w:tab/>
        <w:t>2.025e0</w:t>
      </w:r>
    </w:p>
    <w:p w14:paraId="137224F3" w14:textId="77777777" w:rsidR="00810015" w:rsidRDefault="00810015" w:rsidP="00810015">
      <w:r>
        <w:t>364.3434</w:t>
      </w:r>
      <w:r>
        <w:tab/>
        <w:t>1.013e0</w:t>
      </w:r>
    </w:p>
    <w:p w14:paraId="1D004503" w14:textId="77777777" w:rsidR="00810015" w:rsidRDefault="00810015" w:rsidP="00810015">
      <w:r>
        <w:t>364.3519</w:t>
      </w:r>
      <w:r>
        <w:tab/>
        <w:t>2.025e0</w:t>
      </w:r>
    </w:p>
    <w:p w14:paraId="2E64498D" w14:textId="77777777" w:rsidR="00810015" w:rsidRDefault="00810015" w:rsidP="00810015">
      <w:r>
        <w:t>364.3768</w:t>
      </w:r>
      <w:r>
        <w:tab/>
        <w:t>1.013e0</w:t>
      </w:r>
    </w:p>
    <w:p w14:paraId="5866684F" w14:textId="77777777" w:rsidR="00810015" w:rsidRDefault="00810015" w:rsidP="00810015">
      <w:r>
        <w:t>364.3794</w:t>
      </w:r>
      <w:r>
        <w:tab/>
        <w:t>2.025e0</w:t>
      </w:r>
    </w:p>
    <w:p w14:paraId="6BBC807A" w14:textId="77777777" w:rsidR="00810015" w:rsidRDefault="00810015" w:rsidP="00810015">
      <w:r>
        <w:t>364.4226</w:t>
      </w:r>
      <w:r>
        <w:tab/>
        <w:t>1.013e0</w:t>
      </w:r>
    </w:p>
    <w:p w14:paraId="3999CA19" w14:textId="77777777" w:rsidR="00810015" w:rsidRDefault="00810015" w:rsidP="00810015">
      <w:r>
        <w:t>364.4905</w:t>
      </w:r>
      <w:r>
        <w:tab/>
        <w:t>1.013e0</w:t>
      </w:r>
    </w:p>
    <w:p w14:paraId="5BEAEBA2" w14:textId="77777777" w:rsidR="00810015" w:rsidRDefault="00810015" w:rsidP="00810015">
      <w:r>
        <w:t>364.5180</w:t>
      </w:r>
      <w:r>
        <w:tab/>
        <w:t>1.013e0</w:t>
      </w:r>
    </w:p>
    <w:p w14:paraId="5E5E9BCA" w14:textId="77777777" w:rsidR="00810015" w:rsidRDefault="00810015" w:rsidP="00810015">
      <w:r>
        <w:t>364.5193</w:t>
      </w:r>
      <w:r>
        <w:tab/>
        <w:t>1.013e0</w:t>
      </w:r>
    </w:p>
    <w:p w14:paraId="6E8B6A79" w14:textId="77777777" w:rsidR="00810015" w:rsidRDefault="00810015" w:rsidP="00810015">
      <w:r>
        <w:t>364.5436</w:t>
      </w:r>
      <w:r>
        <w:tab/>
        <w:t>1.013e0</w:t>
      </w:r>
    </w:p>
    <w:p w14:paraId="758098D8" w14:textId="77777777" w:rsidR="00810015" w:rsidRDefault="00810015" w:rsidP="00810015">
      <w:r>
        <w:t>364.5574</w:t>
      </w:r>
      <w:r>
        <w:tab/>
        <w:t>1.013e0</w:t>
      </w:r>
    </w:p>
    <w:p w14:paraId="61747E18" w14:textId="77777777" w:rsidR="00810015" w:rsidRDefault="00810015" w:rsidP="00810015">
      <w:r>
        <w:t>364.5969</w:t>
      </w:r>
      <w:r>
        <w:tab/>
        <w:t>1.013e0</w:t>
      </w:r>
    </w:p>
    <w:p w14:paraId="4D1640A6" w14:textId="77777777" w:rsidR="00810015" w:rsidRDefault="00810015" w:rsidP="00810015">
      <w:r>
        <w:t>364.6307</w:t>
      </w:r>
      <w:r>
        <w:tab/>
        <w:t>1.013e0</w:t>
      </w:r>
    </w:p>
    <w:p w14:paraId="69BB09A7" w14:textId="77777777" w:rsidR="00810015" w:rsidRDefault="00810015" w:rsidP="00810015">
      <w:r>
        <w:t>364.6346</w:t>
      </w:r>
      <w:r>
        <w:tab/>
        <w:t>1.013e0</w:t>
      </w:r>
    </w:p>
    <w:p w14:paraId="476E3458" w14:textId="77777777" w:rsidR="00810015" w:rsidRDefault="00810015" w:rsidP="00810015">
      <w:r>
        <w:t>364.6606</w:t>
      </w:r>
      <w:r>
        <w:tab/>
        <w:t>1.013e0</w:t>
      </w:r>
    </w:p>
    <w:p w14:paraId="69DAE44A" w14:textId="77777777" w:rsidR="00810015" w:rsidRDefault="00810015" w:rsidP="00810015">
      <w:r>
        <w:t>364.6619</w:t>
      </w:r>
      <w:r>
        <w:tab/>
        <w:t>1.013e0</w:t>
      </w:r>
    </w:p>
    <w:p w14:paraId="0D74E04D" w14:textId="77777777" w:rsidR="00810015" w:rsidRDefault="00810015" w:rsidP="00810015">
      <w:r>
        <w:t>364.6671</w:t>
      </w:r>
      <w:r>
        <w:tab/>
        <w:t>1.013e0</w:t>
      </w:r>
    </w:p>
    <w:p w14:paraId="57CD8F49" w14:textId="77777777" w:rsidR="00810015" w:rsidRDefault="00810015" w:rsidP="00810015">
      <w:r>
        <w:t>364.7014</w:t>
      </w:r>
      <w:r>
        <w:tab/>
        <w:t>1.013e0</w:t>
      </w:r>
    </w:p>
    <w:p w14:paraId="03FECEE5" w14:textId="77777777" w:rsidR="00810015" w:rsidRDefault="00810015" w:rsidP="00810015">
      <w:r>
        <w:t>364.7126</w:t>
      </w:r>
      <w:r>
        <w:tab/>
        <w:t>1.013e0</w:t>
      </w:r>
    </w:p>
    <w:p w14:paraId="6153E5D4" w14:textId="77777777" w:rsidR="00810015" w:rsidRDefault="00810015" w:rsidP="00810015">
      <w:r>
        <w:t>364.7321</w:t>
      </w:r>
      <w:r>
        <w:tab/>
        <w:t>2.025e0</w:t>
      </w:r>
    </w:p>
    <w:p w14:paraId="6AA4F085" w14:textId="77777777" w:rsidR="00810015" w:rsidRDefault="00810015" w:rsidP="00810015">
      <w:r>
        <w:t>364.7934</w:t>
      </w:r>
      <w:r>
        <w:tab/>
        <w:t>5.809e0</w:t>
      </w:r>
    </w:p>
    <w:p w14:paraId="54AC1DD8" w14:textId="77777777" w:rsidR="00810015" w:rsidRDefault="00810015" w:rsidP="00810015">
      <w:r>
        <w:t>364.8166</w:t>
      </w:r>
      <w:r>
        <w:tab/>
        <w:t>2.025e0</w:t>
      </w:r>
    </w:p>
    <w:p w14:paraId="6A01C726" w14:textId="77777777" w:rsidR="00810015" w:rsidRDefault="00810015" w:rsidP="00810015">
      <w:r>
        <w:t>364.8348</w:t>
      </w:r>
      <w:r>
        <w:tab/>
        <w:t>1.013e0</w:t>
      </w:r>
    </w:p>
    <w:p w14:paraId="6141FB48" w14:textId="77777777" w:rsidR="00810015" w:rsidRDefault="00810015" w:rsidP="00810015">
      <w:r>
        <w:t>364.8947</w:t>
      </w:r>
      <w:r>
        <w:tab/>
        <w:t>2.025e0</w:t>
      </w:r>
    </w:p>
    <w:p w14:paraId="3B51EA60" w14:textId="77777777" w:rsidR="00810015" w:rsidRDefault="00810015" w:rsidP="00810015">
      <w:r>
        <w:t>364.8994</w:t>
      </w:r>
      <w:r>
        <w:tab/>
        <w:t>2.025e0</w:t>
      </w:r>
    </w:p>
    <w:p w14:paraId="509929F5" w14:textId="77777777" w:rsidR="00810015" w:rsidRDefault="00810015" w:rsidP="00810015">
      <w:r>
        <w:t>364.9055</w:t>
      </w:r>
      <w:r>
        <w:tab/>
        <w:t>3.038e0</w:t>
      </w:r>
    </w:p>
    <w:p w14:paraId="1EEB87FA" w14:textId="77777777" w:rsidR="00810015" w:rsidRDefault="00810015" w:rsidP="00810015">
      <w:r>
        <w:t>364.9218</w:t>
      </w:r>
      <w:r>
        <w:tab/>
        <w:t>3.038e0</w:t>
      </w:r>
    </w:p>
    <w:p w14:paraId="4CCC51D8" w14:textId="77777777" w:rsidR="00810015" w:rsidRDefault="00810015" w:rsidP="00810015">
      <w:r>
        <w:t>364.9598</w:t>
      </w:r>
      <w:r>
        <w:tab/>
        <w:t>4.982e0</w:t>
      </w:r>
    </w:p>
    <w:p w14:paraId="556CA502" w14:textId="77777777" w:rsidR="00810015" w:rsidRDefault="00810015" w:rsidP="00810015">
      <w:r>
        <w:t>364.9636</w:t>
      </w:r>
      <w:r>
        <w:tab/>
        <w:t>3.837e0</w:t>
      </w:r>
    </w:p>
    <w:p w14:paraId="440319E3" w14:textId="77777777" w:rsidR="00810015" w:rsidRDefault="00810015" w:rsidP="00810015">
      <w:r>
        <w:t>364.9690</w:t>
      </w:r>
      <w:r>
        <w:tab/>
        <w:t>2.701e0</w:t>
      </w:r>
    </w:p>
    <w:p w14:paraId="46050357" w14:textId="77777777" w:rsidR="00810015" w:rsidRDefault="00810015" w:rsidP="00810015">
      <w:r>
        <w:t>364.9805</w:t>
      </w:r>
      <w:r>
        <w:tab/>
        <w:t>4.051e0</w:t>
      </w:r>
    </w:p>
    <w:p w14:paraId="495DED55" w14:textId="77777777" w:rsidR="00810015" w:rsidRDefault="00810015" w:rsidP="00810015">
      <w:r>
        <w:t>365.0011</w:t>
      </w:r>
      <w:r>
        <w:tab/>
        <w:t>1.013e0</w:t>
      </w:r>
    </w:p>
    <w:p w14:paraId="3366AFB8" w14:textId="77777777" w:rsidR="00810015" w:rsidRDefault="00810015" w:rsidP="00810015">
      <w:r>
        <w:t>365.0258</w:t>
      </w:r>
      <w:r>
        <w:tab/>
        <w:t>7.184e0</w:t>
      </w:r>
    </w:p>
    <w:p w14:paraId="056FF785" w14:textId="77777777" w:rsidR="00810015" w:rsidRDefault="00810015" w:rsidP="00810015">
      <w:r>
        <w:t>365.0314</w:t>
      </w:r>
      <w:r>
        <w:tab/>
        <w:t>1.013e0</w:t>
      </w:r>
    </w:p>
    <w:p w14:paraId="33775C58" w14:textId="77777777" w:rsidR="00810015" w:rsidRDefault="00810015" w:rsidP="00810015">
      <w:r>
        <w:t>365.0411</w:t>
      </w:r>
      <w:r>
        <w:tab/>
        <w:t>3.008e0</w:t>
      </w:r>
    </w:p>
    <w:p w14:paraId="051E6A33" w14:textId="77777777" w:rsidR="00810015" w:rsidRDefault="00810015" w:rsidP="00810015">
      <w:r>
        <w:t>365.0561</w:t>
      </w:r>
      <w:r>
        <w:tab/>
        <w:t>1.710e0</w:t>
      </w:r>
    </w:p>
    <w:p w14:paraId="7ADCCBEA" w14:textId="77777777" w:rsidR="00810015" w:rsidRDefault="00810015" w:rsidP="00810015">
      <w:r>
        <w:t>365.0639</w:t>
      </w:r>
      <w:r>
        <w:tab/>
        <w:t>1.013e0</w:t>
      </w:r>
    </w:p>
    <w:p w14:paraId="0387C25A" w14:textId="77777777" w:rsidR="00810015" w:rsidRDefault="00810015" w:rsidP="00810015">
      <w:r>
        <w:t>365.1095</w:t>
      </w:r>
      <w:r>
        <w:tab/>
        <w:t>1.013e0</w:t>
      </w:r>
    </w:p>
    <w:p w14:paraId="0A37B15E" w14:textId="77777777" w:rsidR="00810015" w:rsidRDefault="00810015" w:rsidP="00810015">
      <w:r>
        <w:t>365.1556</w:t>
      </w:r>
      <w:r>
        <w:tab/>
        <w:t>6.170e0</w:t>
      </w:r>
    </w:p>
    <w:p w14:paraId="159C1F3E" w14:textId="77777777" w:rsidR="00810015" w:rsidRDefault="00810015" w:rsidP="00810015">
      <w:r>
        <w:t>365.1568</w:t>
      </w:r>
      <w:r>
        <w:tab/>
        <w:t>2.025e0</w:t>
      </w:r>
    </w:p>
    <w:p w14:paraId="21675AED" w14:textId="77777777" w:rsidR="00810015" w:rsidRDefault="00810015" w:rsidP="00810015">
      <w:r>
        <w:t>365.1928</w:t>
      </w:r>
      <w:r>
        <w:tab/>
        <w:t>7.645e0</w:t>
      </w:r>
    </w:p>
    <w:p w14:paraId="151801EE" w14:textId="77777777" w:rsidR="00810015" w:rsidRDefault="00810015" w:rsidP="00810015">
      <w:r>
        <w:t>365.2087</w:t>
      </w:r>
      <w:r>
        <w:tab/>
        <w:t>5.063e0</w:t>
      </w:r>
    </w:p>
    <w:p w14:paraId="550EB40B" w14:textId="77777777" w:rsidR="00810015" w:rsidRDefault="00810015" w:rsidP="00810015">
      <w:r>
        <w:t>365.2103</w:t>
      </w:r>
      <w:r>
        <w:tab/>
        <w:t>5.615e0</w:t>
      </w:r>
    </w:p>
    <w:p w14:paraId="301DE6C2" w14:textId="77777777" w:rsidR="00810015" w:rsidRDefault="00810015" w:rsidP="00810015">
      <w:r>
        <w:t>365.2493</w:t>
      </w:r>
      <w:r>
        <w:tab/>
        <w:t>6.076e0</w:t>
      </w:r>
    </w:p>
    <w:p w14:paraId="062A7560" w14:textId="77777777" w:rsidR="00810015" w:rsidRDefault="00810015" w:rsidP="00810015">
      <w:r>
        <w:t>365.2592</w:t>
      </w:r>
      <w:r>
        <w:tab/>
        <w:t>1.013e0</w:t>
      </w:r>
    </w:p>
    <w:p w14:paraId="25E58FA3" w14:textId="77777777" w:rsidR="00810015" w:rsidRDefault="00810015" w:rsidP="00810015">
      <w:r>
        <w:t>365.3179</w:t>
      </w:r>
      <w:r>
        <w:tab/>
        <w:t>1.013e0</w:t>
      </w:r>
    </w:p>
    <w:p w14:paraId="72C416AF" w14:textId="77777777" w:rsidR="00810015" w:rsidRDefault="00810015" w:rsidP="00810015">
      <w:r>
        <w:t>365.3226</w:t>
      </w:r>
      <w:r>
        <w:tab/>
        <w:t>3.716e0</w:t>
      </w:r>
    </w:p>
    <w:p w14:paraId="67A739CC" w14:textId="77777777" w:rsidR="00810015" w:rsidRDefault="00810015" w:rsidP="00810015">
      <w:r>
        <w:t>365.3283</w:t>
      </w:r>
      <w:r>
        <w:tab/>
        <w:t>2.025e0</w:t>
      </w:r>
    </w:p>
    <w:p w14:paraId="15613BA0" w14:textId="77777777" w:rsidR="00810015" w:rsidRDefault="00810015" w:rsidP="00810015">
      <w:r>
        <w:t>365.3570</w:t>
      </w:r>
      <w:r>
        <w:tab/>
        <w:t>1.013e0</w:t>
      </w:r>
    </w:p>
    <w:p w14:paraId="4E392DE9" w14:textId="77777777" w:rsidR="00810015" w:rsidRDefault="00810015" w:rsidP="00810015">
      <w:r>
        <w:t>365.3819</w:t>
      </w:r>
      <w:r>
        <w:tab/>
        <w:t>2.025e0</w:t>
      </w:r>
    </w:p>
    <w:p w14:paraId="02A313BF" w14:textId="77777777" w:rsidR="00810015" w:rsidRDefault="00810015" w:rsidP="00810015">
      <w:r>
        <w:t>365.3885</w:t>
      </w:r>
      <w:r>
        <w:tab/>
        <w:t>1.013e0</w:t>
      </w:r>
    </w:p>
    <w:p w14:paraId="45394088" w14:textId="77777777" w:rsidR="00810015" w:rsidRDefault="00810015" w:rsidP="00810015">
      <w:r>
        <w:t>365.4309</w:t>
      </w:r>
      <w:r>
        <w:tab/>
        <w:t>3.038e0</w:t>
      </w:r>
    </w:p>
    <w:p w14:paraId="406D7973" w14:textId="77777777" w:rsidR="00810015" w:rsidRDefault="00810015" w:rsidP="00810015">
      <w:r>
        <w:t>365.4344</w:t>
      </w:r>
      <w:r>
        <w:tab/>
        <w:t>1.013e0</w:t>
      </w:r>
    </w:p>
    <w:p w14:paraId="42D90BAA" w14:textId="77777777" w:rsidR="00810015" w:rsidRDefault="00810015" w:rsidP="00810015">
      <w:r>
        <w:t>365.4383</w:t>
      </w:r>
      <w:r>
        <w:tab/>
        <w:t>1.013e0</w:t>
      </w:r>
    </w:p>
    <w:p w14:paraId="1BA15F43" w14:textId="77777777" w:rsidR="00810015" w:rsidRDefault="00810015" w:rsidP="00810015">
      <w:r>
        <w:t>365.4677</w:t>
      </w:r>
      <w:r>
        <w:tab/>
        <w:t>1.013e0</w:t>
      </w:r>
    </w:p>
    <w:p w14:paraId="18D05367" w14:textId="77777777" w:rsidR="00810015" w:rsidRDefault="00810015" w:rsidP="00810015">
      <w:r>
        <w:t>365.4937</w:t>
      </w:r>
      <w:r>
        <w:tab/>
        <w:t>1.013e0</w:t>
      </w:r>
    </w:p>
    <w:p w14:paraId="0B1C4387" w14:textId="77777777" w:rsidR="00810015" w:rsidRDefault="00810015" w:rsidP="00810015">
      <w:r>
        <w:t>365.5103</w:t>
      </w:r>
      <w:r>
        <w:tab/>
        <w:t>1.013e0</w:t>
      </w:r>
    </w:p>
    <w:p w14:paraId="565752DB" w14:textId="77777777" w:rsidR="00810015" w:rsidRDefault="00810015" w:rsidP="00810015">
      <w:r>
        <w:t>365.5298</w:t>
      </w:r>
      <w:r>
        <w:tab/>
        <w:t>1.013e0</w:t>
      </w:r>
    </w:p>
    <w:p w14:paraId="6F1279F7" w14:textId="77777777" w:rsidR="00810015" w:rsidRDefault="00810015" w:rsidP="00810015">
      <w:r>
        <w:t>365.5407</w:t>
      </w:r>
      <w:r>
        <w:tab/>
        <w:t>1.013e0</w:t>
      </w:r>
    </w:p>
    <w:p w14:paraId="32DDF3D7" w14:textId="77777777" w:rsidR="00810015" w:rsidRDefault="00810015" w:rsidP="00810015">
      <w:r>
        <w:t>365.5589</w:t>
      </w:r>
      <w:r>
        <w:tab/>
        <w:t>1.013e0</w:t>
      </w:r>
    </w:p>
    <w:p w14:paraId="07E0435E" w14:textId="77777777" w:rsidR="00810015" w:rsidRDefault="00810015" w:rsidP="00810015">
      <w:r>
        <w:t>365.5757</w:t>
      </w:r>
      <w:r>
        <w:tab/>
        <w:t>1.013e0</w:t>
      </w:r>
    </w:p>
    <w:p w14:paraId="418532D5" w14:textId="77777777" w:rsidR="00810015" w:rsidRDefault="00810015" w:rsidP="00810015">
      <w:r>
        <w:t>365.5796</w:t>
      </w:r>
      <w:r>
        <w:tab/>
        <w:t>1.013e0</w:t>
      </w:r>
    </w:p>
    <w:p w14:paraId="2DFBEC5F" w14:textId="77777777" w:rsidR="00810015" w:rsidRDefault="00810015" w:rsidP="00810015">
      <w:r>
        <w:t>365.6176</w:t>
      </w:r>
      <w:r>
        <w:tab/>
        <w:t>1.013e0</w:t>
      </w:r>
    </w:p>
    <w:p w14:paraId="34A7CDEE" w14:textId="77777777" w:rsidR="00810015" w:rsidRDefault="00810015" w:rsidP="00810015">
      <w:r>
        <w:t>365.6319</w:t>
      </w:r>
      <w:r>
        <w:tab/>
        <w:t>1.013e0</w:t>
      </w:r>
    </w:p>
    <w:p w14:paraId="24940000" w14:textId="77777777" w:rsidR="00810015" w:rsidRDefault="00810015" w:rsidP="00810015">
      <w:r>
        <w:t>365.6465</w:t>
      </w:r>
      <w:r>
        <w:tab/>
        <w:t>1.013e0</w:t>
      </w:r>
    </w:p>
    <w:p w14:paraId="5CD0BFFD" w14:textId="77777777" w:rsidR="00810015" w:rsidRDefault="00810015" w:rsidP="00810015">
      <w:r>
        <w:t>365.6762</w:t>
      </w:r>
      <w:r>
        <w:tab/>
        <w:t>1.013e0</w:t>
      </w:r>
    </w:p>
    <w:p w14:paraId="4F622B65" w14:textId="77777777" w:rsidR="00810015" w:rsidRDefault="00810015" w:rsidP="00810015">
      <w:r>
        <w:t>365.6897</w:t>
      </w:r>
      <w:r>
        <w:tab/>
        <w:t>2.025e0</w:t>
      </w:r>
    </w:p>
    <w:p w14:paraId="04279D68" w14:textId="77777777" w:rsidR="00810015" w:rsidRDefault="00810015" w:rsidP="00810015">
      <w:r>
        <w:t>365.6925</w:t>
      </w:r>
      <w:r>
        <w:tab/>
        <w:t>2.025e0</w:t>
      </w:r>
    </w:p>
    <w:p w14:paraId="7ECE5ED7" w14:textId="77777777" w:rsidR="00810015" w:rsidRDefault="00810015" w:rsidP="00810015">
      <w:r>
        <w:t>365.7563</w:t>
      </w:r>
      <w:r>
        <w:tab/>
        <w:t>2.025e0</w:t>
      </w:r>
    </w:p>
    <w:p w14:paraId="4E1969EC" w14:textId="77777777" w:rsidR="00810015" w:rsidRDefault="00810015" w:rsidP="00810015">
      <w:r>
        <w:t>365.7801</w:t>
      </w:r>
      <w:r>
        <w:tab/>
        <w:t>1.013e0</w:t>
      </w:r>
    </w:p>
    <w:p w14:paraId="40015A7A" w14:textId="77777777" w:rsidR="00810015" w:rsidRDefault="00810015" w:rsidP="00810015">
      <w:r>
        <w:t>365.7925</w:t>
      </w:r>
      <w:r>
        <w:tab/>
        <w:t>2.025e0</w:t>
      </w:r>
    </w:p>
    <w:p w14:paraId="0EF8C8B3" w14:textId="77777777" w:rsidR="00810015" w:rsidRDefault="00810015" w:rsidP="00810015">
      <w:r>
        <w:t>365.8088</w:t>
      </w:r>
      <w:r>
        <w:tab/>
        <w:t>1.013e0</w:t>
      </w:r>
    </w:p>
    <w:p w14:paraId="79382E5A" w14:textId="77777777" w:rsidR="00810015" w:rsidRDefault="00810015" w:rsidP="00810015">
      <w:r>
        <w:t>365.8260</w:t>
      </w:r>
      <w:r>
        <w:tab/>
        <w:t>1.013e0</w:t>
      </w:r>
    </w:p>
    <w:p w14:paraId="7B571CCA" w14:textId="77777777" w:rsidR="00810015" w:rsidRDefault="00810015" w:rsidP="00810015">
      <w:r>
        <w:t>365.8653</w:t>
      </w:r>
      <w:r>
        <w:tab/>
        <w:t>1.013e0</w:t>
      </w:r>
    </w:p>
    <w:p w14:paraId="57F87960" w14:textId="77777777" w:rsidR="00810015" w:rsidRDefault="00810015" w:rsidP="00810015">
      <w:r>
        <w:t>365.8666</w:t>
      </w:r>
      <w:r>
        <w:tab/>
        <w:t>1.013e0</w:t>
      </w:r>
    </w:p>
    <w:p w14:paraId="72554BC9" w14:textId="77777777" w:rsidR="00810015" w:rsidRDefault="00810015" w:rsidP="00810015">
      <w:r>
        <w:t>365.8792</w:t>
      </w:r>
      <w:r>
        <w:tab/>
        <w:t>2.025e0</w:t>
      </w:r>
    </w:p>
    <w:p w14:paraId="4D495E25" w14:textId="77777777" w:rsidR="00810015" w:rsidRDefault="00810015" w:rsidP="00810015">
      <w:r>
        <w:t>365.8860</w:t>
      </w:r>
      <w:r>
        <w:tab/>
        <w:t>2.025e0</w:t>
      </w:r>
    </w:p>
    <w:p w14:paraId="12ADA2A9" w14:textId="77777777" w:rsidR="00810015" w:rsidRDefault="00810015" w:rsidP="00810015">
      <w:r>
        <w:t>365.8965</w:t>
      </w:r>
      <w:r>
        <w:tab/>
        <w:t>1.013e0</w:t>
      </w:r>
    </w:p>
    <w:p w14:paraId="2A45F27B" w14:textId="77777777" w:rsidR="00810015" w:rsidRDefault="00810015" w:rsidP="00810015">
      <w:r>
        <w:t>365.9319</w:t>
      </w:r>
      <w:r>
        <w:tab/>
        <w:t>2.025e0</w:t>
      </w:r>
    </w:p>
    <w:p w14:paraId="58741E4A" w14:textId="77777777" w:rsidR="00810015" w:rsidRDefault="00810015" w:rsidP="00810015">
      <w:r>
        <w:t>365.9501</w:t>
      </w:r>
      <w:r>
        <w:tab/>
        <w:t>2.025e0</w:t>
      </w:r>
    </w:p>
    <w:p w14:paraId="79BAF344" w14:textId="77777777" w:rsidR="00810015" w:rsidRDefault="00810015" w:rsidP="00810015">
      <w:r>
        <w:t>365.9604</w:t>
      </w:r>
      <w:r>
        <w:tab/>
        <w:t>4.959e0</w:t>
      </w:r>
    </w:p>
    <w:p w14:paraId="1413779C" w14:textId="77777777" w:rsidR="00810015" w:rsidRDefault="00810015" w:rsidP="00810015">
      <w:r>
        <w:t>365.9683</w:t>
      </w:r>
      <w:r>
        <w:tab/>
        <w:t>3.038e0</w:t>
      </w:r>
    </w:p>
    <w:p w14:paraId="49E0518C" w14:textId="77777777" w:rsidR="00810015" w:rsidRDefault="00810015" w:rsidP="00810015">
      <w:r>
        <w:t>365.9712</w:t>
      </w:r>
      <w:r>
        <w:tab/>
        <w:t>1.013e0</w:t>
      </w:r>
    </w:p>
    <w:p w14:paraId="3DA53257" w14:textId="77777777" w:rsidR="00810015" w:rsidRDefault="00810015" w:rsidP="00810015">
      <w:r>
        <w:t>365.9829</w:t>
      </w:r>
      <w:r>
        <w:tab/>
        <w:t>2.025e0</w:t>
      </w:r>
    </w:p>
    <w:p w14:paraId="0588FC37" w14:textId="77777777" w:rsidR="00810015" w:rsidRDefault="00810015" w:rsidP="00810015">
      <w:r>
        <w:t>365.9849</w:t>
      </w:r>
      <w:r>
        <w:tab/>
        <w:t>2.025e0</w:t>
      </w:r>
    </w:p>
    <w:p w14:paraId="73407DD4" w14:textId="77777777" w:rsidR="00810015" w:rsidRDefault="00810015" w:rsidP="00810015">
      <w:r>
        <w:t>366.0276</w:t>
      </w:r>
      <w:r>
        <w:tab/>
        <w:t>4.051e0</w:t>
      </w:r>
    </w:p>
    <w:p w14:paraId="0C282288" w14:textId="77777777" w:rsidR="00810015" w:rsidRDefault="00810015" w:rsidP="00810015">
      <w:r>
        <w:t>366.0525</w:t>
      </w:r>
      <w:r>
        <w:tab/>
        <w:t>3.038e0</w:t>
      </w:r>
    </w:p>
    <w:p w14:paraId="7AC18043" w14:textId="77777777" w:rsidR="00810015" w:rsidRDefault="00810015" w:rsidP="00810015">
      <w:r>
        <w:t>366.0582</w:t>
      </w:r>
      <w:r>
        <w:tab/>
        <w:t>3.037e0</w:t>
      </w:r>
    </w:p>
    <w:p w14:paraId="6C6287C4" w14:textId="77777777" w:rsidR="00810015" w:rsidRDefault="00810015" w:rsidP="00810015">
      <w:r>
        <w:t>366.0741</w:t>
      </w:r>
      <w:r>
        <w:tab/>
        <w:t>1.013e0</w:t>
      </w:r>
    </w:p>
    <w:p w14:paraId="1AFF6D1B" w14:textId="77777777" w:rsidR="00810015" w:rsidRDefault="00810015" w:rsidP="00810015">
      <w:r>
        <w:t>366.1105</w:t>
      </w:r>
      <w:r>
        <w:tab/>
        <w:t>2.025e0</w:t>
      </w:r>
    </w:p>
    <w:p w14:paraId="540964DF" w14:textId="77777777" w:rsidR="00810015" w:rsidRDefault="00810015" w:rsidP="00810015">
      <w:r>
        <w:t>366.1592</w:t>
      </w:r>
      <w:r>
        <w:tab/>
        <w:t>2.101e0</w:t>
      </w:r>
    </w:p>
    <w:p w14:paraId="076FA478" w14:textId="77777777" w:rsidR="00810015" w:rsidRDefault="00810015" w:rsidP="00810015">
      <w:r>
        <w:t>366.1717</w:t>
      </w:r>
      <w:r>
        <w:tab/>
        <w:t>1.013e0</w:t>
      </w:r>
    </w:p>
    <w:p w14:paraId="610540D2" w14:textId="77777777" w:rsidR="00810015" w:rsidRDefault="00810015" w:rsidP="00810015">
      <w:r>
        <w:t>366.2177</w:t>
      </w:r>
      <w:r>
        <w:tab/>
        <w:t>3.038e0</w:t>
      </w:r>
    </w:p>
    <w:p w14:paraId="21949F18" w14:textId="77777777" w:rsidR="00810015" w:rsidRDefault="00810015" w:rsidP="00810015">
      <w:r>
        <w:t>366.2330</w:t>
      </w:r>
      <w:r>
        <w:tab/>
        <w:t>1.718e0</w:t>
      </w:r>
    </w:p>
    <w:p w14:paraId="5DA81749" w14:textId="77777777" w:rsidR="00810015" w:rsidRDefault="00810015" w:rsidP="00810015">
      <w:r>
        <w:t>366.2507</w:t>
      </w:r>
      <w:r>
        <w:tab/>
        <w:t>2.025e0</w:t>
      </w:r>
    </w:p>
    <w:p w14:paraId="149234DF" w14:textId="77777777" w:rsidR="00810015" w:rsidRDefault="00810015" w:rsidP="00810015">
      <w:r>
        <w:t>366.2671</w:t>
      </w:r>
      <w:r>
        <w:tab/>
        <w:t>1.013e0</w:t>
      </w:r>
    </w:p>
    <w:p w14:paraId="48031153" w14:textId="77777777" w:rsidR="00810015" w:rsidRDefault="00810015" w:rsidP="00810015">
      <w:r>
        <w:t>366.2764</w:t>
      </w:r>
      <w:r>
        <w:tab/>
        <w:t>1.013e0</w:t>
      </w:r>
    </w:p>
    <w:p w14:paraId="38BC6D7A" w14:textId="77777777" w:rsidR="00810015" w:rsidRDefault="00810015" w:rsidP="00810015">
      <w:r>
        <w:t>366.2934</w:t>
      </w:r>
      <w:r>
        <w:tab/>
        <w:t>1.013e0</w:t>
      </w:r>
    </w:p>
    <w:p w14:paraId="2FC0B05F" w14:textId="77777777" w:rsidR="00810015" w:rsidRDefault="00810015" w:rsidP="00810015">
      <w:r>
        <w:t>366.3091</w:t>
      </w:r>
      <w:r>
        <w:tab/>
        <w:t>1.013e0</w:t>
      </w:r>
    </w:p>
    <w:p w14:paraId="0E3AF831" w14:textId="77777777" w:rsidR="00810015" w:rsidRDefault="00810015" w:rsidP="00810015">
      <w:r>
        <w:t>366.3313</w:t>
      </w:r>
      <w:r>
        <w:tab/>
        <w:t>1.757e0</w:t>
      </w:r>
    </w:p>
    <w:p w14:paraId="075034D0" w14:textId="77777777" w:rsidR="00810015" w:rsidRDefault="00810015" w:rsidP="00810015">
      <w:r>
        <w:t>366.3339</w:t>
      </w:r>
      <w:r>
        <w:tab/>
        <w:t>1.013e0</w:t>
      </w:r>
    </w:p>
    <w:p w14:paraId="2B06CE34" w14:textId="77777777" w:rsidR="00810015" w:rsidRDefault="00810015" w:rsidP="00810015">
      <w:r>
        <w:t>366.3430</w:t>
      </w:r>
      <w:r>
        <w:tab/>
        <w:t>1.013e0</w:t>
      </w:r>
    </w:p>
    <w:p w14:paraId="3F217509" w14:textId="77777777" w:rsidR="00810015" w:rsidRDefault="00810015" w:rsidP="00810015">
      <w:r>
        <w:t>366.3587</w:t>
      </w:r>
      <w:r>
        <w:tab/>
        <w:t>1.013e0</w:t>
      </w:r>
    </w:p>
    <w:p w14:paraId="0193B370" w14:textId="77777777" w:rsidR="00810015" w:rsidRDefault="00810015" w:rsidP="00810015">
      <w:r>
        <w:t>366.3850</w:t>
      </w:r>
      <w:r>
        <w:tab/>
        <w:t>1.013e0</w:t>
      </w:r>
    </w:p>
    <w:p w14:paraId="1A578903" w14:textId="77777777" w:rsidR="00810015" w:rsidRDefault="00810015" w:rsidP="00810015">
      <w:r>
        <w:t>366.4333</w:t>
      </w:r>
      <w:r>
        <w:tab/>
        <w:t>1.013e0</w:t>
      </w:r>
    </w:p>
    <w:p w14:paraId="2B2FE9D8" w14:textId="77777777" w:rsidR="00810015" w:rsidRDefault="00810015" w:rsidP="00810015">
      <w:r>
        <w:t>366.4919</w:t>
      </w:r>
      <w:r>
        <w:tab/>
        <w:t>1.013e0</w:t>
      </w:r>
    </w:p>
    <w:p w14:paraId="682AD9D2" w14:textId="77777777" w:rsidR="00810015" w:rsidRDefault="00810015" w:rsidP="00810015">
      <w:r>
        <w:t>366.4976</w:t>
      </w:r>
      <w:r>
        <w:tab/>
        <w:t>1.013e0</w:t>
      </w:r>
    </w:p>
    <w:p w14:paraId="4EF34762" w14:textId="77777777" w:rsidR="00810015" w:rsidRDefault="00810015" w:rsidP="00810015">
      <w:r>
        <w:t>366.5250</w:t>
      </w:r>
      <w:r>
        <w:tab/>
        <w:t>1.013e0</w:t>
      </w:r>
    </w:p>
    <w:p w14:paraId="660666F2" w14:textId="77777777" w:rsidR="00810015" w:rsidRDefault="00810015" w:rsidP="00810015">
      <w:r>
        <w:t>366.5462</w:t>
      </w:r>
      <w:r>
        <w:tab/>
        <w:t>1.013e0</w:t>
      </w:r>
    </w:p>
    <w:p w14:paraId="1EA844C8" w14:textId="77777777" w:rsidR="00810015" w:rsidRDefault="00810015" w:rsidP="00810015">
      <w:r>
        <w:t>366.5475</w:t>
      </w:r>
      <w:r>
        <w:tab/>
        <w:t>2.025e0</w:t>
      </w:r>
    </w:p>
    <w:p w14:paraId="38637197" w14:textId="77777777" w:rsidR="00810015" w:rsidRDefault="00810015" w:rsidP="00810015">
      <w:r>
        <w:t>366.5582</w:t>
      </w:r>
      <w:r>
        <w:tab/>
        <w:t>2.025e0</w:t>
      </w:r>
    </w:p>
    <w:p w14:paraId="5A098BE4" w14:textId="77777777" w:rsidR="00810015" w:rsidRDefault="00810015" w:rsidP="00810015">
      <w:r>
        <w:t>366.5964</w:t>
      </w:r>
      <w:r>
        <w:tab/>
        <w:t>2.025e0</w:t>
      </w:r>
    </w:p>
    <w:p w14:paraId="3B488218" w14:textId="77777777" w:rsidR="00810015" w:rsidRDefault="00810015" w:rsidP="00810015">
      <w:r>
        <w:t>366.6091</w:t>
      </w:r>
      <w:r>
        <w:tab/>
        <w:t>1.013e0</w:t>
      </w:r>
    </w:p>
    <w:p w14:paraId="67B3AB82" w14:textId="77777777" w:rsidR="00810015" w:rsidRDefault="00810015" w:rsidP="00810015">
      <w:r>
        <w:t>366.6351</w:t>
      </w:r>
      <w:r>
        <w:tab/>
        <w:t>1.013e0</w:t>
      </w:r>
    </w:p>
    <w:p w14:paraId="72C77D6E" w14:textId="77777777" w:rsidR="00810015" w:rsidRDefault="00810015" w:rsidP="00810015">
      <w:r>
        <w:t>366.6566</w:t>
      </w:r>
      <w:r>
        <w:tab/>
        <w:t>2.025e0</w:t>
      </w:r>
    </w:p>
    <w:p w14:paraId="6A23D1AE" w14:textId="77777777" w:rsidR="00810015" w:rsidRDefault="00810015" w:rsidP="00810015">
      <w:r>
        <w:t>366.6626</w:t>
      </w:r>
      <w:r>
        <w:tab/>
        <w:t>1.013e0</w:t>
      </w:r>
    </w:p>
    <w:p w14:paraId="7B2FEFA0" w14:textId="77777777" w:rsidR="00810015" w:rsidRDefault="00810015" w:rsidP="00810015">
      <w:r>
        <w:t>366.6837</w:t>
      </w:r>
      <w:r>
        <w:tab/>
        <w:t>1.013e0</w:t>
      </w:r>
    </w:p>
    <w:p w14:paraId="7908D125" w14:textId="77777777" w:rsidR="00810015" w:rsidRDefault="00810015" w:rsidP="00810015">
      <w:r>
        <w:t>366.7085</w:t>
      </w:r>
      <w:r>
        <w:tab/>
        <w:t>1.013e0</w:t>
      </w:r>
    </w:p>
    <w:p w14:paraId="624C7ABD" w14:textId="77777777" w:rsidR="00810015" w:rsidRDefault="00810015" w:rsidP="00810015">
      <w:r>
        <w:t>366.7714</w:t>
      </w:r>
      <w:r>
        <w:tab/>
        <w:t>1.013e0</w:t>
      </w:r>
    </w:p>
    <w:p w14:paraId="2B0DA012" w14:textId="77777777" w:rsidR="00810015" w:rsidRDefault="00810015" w:rsidP="00810015">
      <w:r>
        <w:t>366.7775</w:t>
      </w:r>
      <w:r>
        <w:tab/>
        <w:t>2.025e0</w:t>
      </w:r>
    </w:p>
    <w:p w14:paraId="44C28C3C" w14:textId="77777777" w:rsidR="00810015" w:rsidRDefault="00810015" w:rsidP="00810015">
      <w:r>
        <w:t>366.7963</w:t>
      </w:r>
      <w:r>
        <w:tab/>
        <w:t>1.013e0</w:t>
      </w:r>
    </w:p>
    <w:p w14:paraId="768AAE63" w14:textId="77777777" w:rsidR="00810015" w:rsidRDefault="00810015" w:rsidP="00810015">
      <w:r>
        <w:t>366.8186</w:t>
      </w:r>
      <w:r>
        <w:tab/>
        <w:t>1.013e0</w:t>
      </w:r>
    </w:p>
    <w:p w14:paraId="41510EF1" w14:textId="77777777" w:rsidR="00810015" w:rsidRDefault="00810015" w:rsidP="00810015">
      <w:r>
        <w:t>366.8578</w:t>
      </w:r>
      <w:r>
        <w:tab/>
        <w:t>1.013e0</w:t>
      </w:r>
    </w:p>
    <w:p w14:paraId="5DB6FA82" w14:textId="77777777" w:rsidR="00810015" w:rsidRDefault="00810015" w:rsidP="00810015">
      <w:r>
        <w:t>366.8971</w:t>
      </w:r>
      <w:r>
        <w:tab/>
        <w:t>1.013e0</w:t>
      </w:r>
    </w:p>
    <w:p w14:paraId="4FB52797" w14:textId="77777777" w:rsidR="00810015" w:rsidRDefault="00810015" w:rsidP="00810015">
      <w:r>
        <w:t>366.9124</w:t>
      </w:r>
      <w:r>
        <w:tab/>
        <w:t>2.025e0</w:t>
      </w:r>
    </w:p>
    <w:p w14:paraId="73BCA7F1" w14:textId="77777777" w:rsidR="00810015" w:rsidRDefault="00810015" w:rsidP="00810015">
      <w:r>
        <w:t>366.9201</w:t>
      </w:r>
      <w:r>
        <w:tab/>
        <w:t>1.426e0</w:t>
      </w:r>
    </w:p>
    <w:p w14:paraId="2783AB75" w14:textId="77777777" w:rsidR="00810015" w:rsidRDefault="00810015" w:rsidP="00810015">
      <w:r>
        <w:t>366.9338</w:t>
      </w:r>
      <w:r>
        <w:tab/>
        <w:t>1.013e0</w:t>
      </w:r>
    </w:p>
    <w:p w14:paraId="0155785B" w14:textId="77777777" w:rsidR="00810015" w:rsidRDefault="00810015" w:rsidP="00810015">
      <w:r>
        <w:t>366.9377</w:t>
      </w:r>
      <w:r>
        <w:tab/>
        <w:t>1.919e0</w:t>
      </w:r>
    </w:p>
    <w:p w14:paraId="46F6EE29" w14:textId="77777777" w:rsidR="00810015" w:rsidRDefault="00810015" w:rsidP="00810015">
      <w:r>
        <w:t>366.9442</w:t>
      </w:r>
      <w:r>
        <w:tab/>
        <w:t>1.013e0</w:t>
      </w:r>
    </w:p>
    <w:p w14:paraId="0A1B7018" w14:textId="77777777" w:rsidR="00810015" w:rsidRDefault="00810015" w:rsidP="00810015">
      <w:r>
        <w:t>366.9659</w:t>
      </w:r>
      <w:r>
        <w:tab/>
        <w:t>6.076e0</w:t>
      </w:r>
    </w:p>
    <w:p w14:paraId="59A7F573" w14:textId="77777777" w:rsidR="00810015" w:rsidRDefault="00810015" w:rsidP="00810015">
      <w:r>
        <w:t>366.9721</w:t>
      </w:r>
      <w:r>
        <w:tab/>
        <w:t>1.260e0</w:t>
      </w:r>
    </w:p>
    <w:p w14:paraId="1B80277A" w14:textId="77777777" w:rsidR="00810015" w:rsidRDefault="00810015" w:rsidP="00810015">
      <w:r>
        <w:t>367.0015</w:t>
      </w:r>
      <w:r>
        <w:tab/>
        <w:t>3.038e0</w:t>
      </w:r>
    </w:p>
    <w:p w14:paraId="1E773FF9" w14:textId="77777777" w:rsidR="00810015" w:rsidRDefault="00810015" w:rsidP="00810015">
      <w:r>
        <w:t>367.0164</w:t>
      </w:r>
      <w:r>
        <w:tab/>
        <w:t>5.063e0</w:t>
      </w:r>
    </w:p>
    <w:p w14:paraId="5FDE0653" w14:textId="77777777" w:rsidR="00810015" w:rsidRDefault="00810015" w:rsidP="00810015">
      <w:r>
        <w:t>367.0510</w:t>
      </w:r>
      <w:r>
        <w:tab/>
        <w:t>3.263e0</w:t>
      </w:r>
    </w:p>
    <w:p w14:paraId="63A59A4F" w14:textId="77777777" w:rsidR="00810015" w:rsidRDefault="00810015" w:rsidP="00810015">
      <w:r>
        <w:t>367.0739</w:t>
      </w:r>
      <w:r>
        <w:tab/>
        <w:t>2.025e0</w:t>
      </w:r>
    </w:p>
    <w:p w14:paraId="631DA1B6" w14:textId="77777777" w:rsidR="00810015" w:rsidRDefault="00810015" w:rsidP="00810015">
      <w:r>
        <w:t>367.1325</w:t>
      </w:r>
      <w:r>
        <w:tab/>
        <w:t>1.013e0</w:t>
      </w:r>
    </w:p>
    <w:p w14:paraId="02D1BB3B" w14:textId="77777777" w:rsidR="00810015" w:rsidRDefault="00810015" w:rsidP="00810015">
      <w:r>
        <w:t>367.1753</w:t>
      </w:r>
      <w:r>
        <w:tab/>
        <w:t>2.006e0</w:t>
      </w:r>
    </w:p>
    <w:p w14:paraId="4308806E" w14:textId="77777777" w:rsidR="00810015" w:rsidRDefault="00810015" w:rsidP="00810015">
      <w:r>
        <w:t>367.1808</w:t>
      </w:r>
      <w:r>
        <w:tab/>
        <w:t>2.025e0</w:t>
      </w:r>
    </w:p>
    <w:p w14:paraId="3833C611" w14:textId="77777777" w:rsidR="00810015" w:rsidRDefault="00810015" w:rsidP="00810015">
      <w:r>
        <w:t>367.2107</w:t>
      </w:r>
      <w:r>
        <w:tab/>
        <w:t>4.602e0</w:t>
      </w:r>
    </w:p>
    <w:p w14:paraId="35425D4F" w14:textId="77777777" w:rsidR="00810015" w:rsidRDefault="00810015" w:rsidP="00810015">
      <w:r>
        <w:t>367.2189</w:t>
      </w:r>
      <w:r>
        <w:tab/>
        <w:t>1.013e0</w:t>
      </w:r>
    </w:p>
    <w:p w14:paraId="4E025F17" w14:textId="77777777" w:rsidR="00810015" w:rsidRDefault="00810015" w:rsidP="00810015">
      <w:r>
        <w:t>367.2354</w:t>
      </w:r>
      <w:r>
        <w:tab/>
        <w:t>2.330e0</w:t>
      </w:r>
    </w:p>
    <w:p w14:paraId="4C06C275" w14:textId="77777777" w:rsidR="00810015" w:rsidRDefault="00810015" w:rsidP="00810015">
      <w:r>
        <w:t>367.2425</w:t>
      </w:r>
      <w:r>
        <w:tab/>
        <w:t>3.038e0</w:t>
      </w:r>
    </w:p>
    <w:p w14:paraId="3A5ED8D2" w14:textId="77777777" w:rsidR="00810015" w:rsidRDefault="00810015" w:rsidP="00810015">
      <w:r>
        <w:t>367.2712</w:t>
      </w:r>
      <w:r>
        <w:tab/>
        <w:t>1.013e0</w:t>
      </w:r>
    </w:p>
    <w:p w14:paraId="63B0D3B8" w14:textId="77777777" w:rsidR="00810015" w:rsidRDefault="00810015" w:rsidP="00810015">
      <w:r>
        <w:t>367.2760</w:t>
      </w:r>
      <w:r>
        <w:tab/>
        <w:t>2.025e0</w:t>
      </w:r>
    </w:p>
    <w:p w14:paraId="11B7151C" w14:textId="77777777" w:rsidR="00810015" w:rsidRDefault="00810015" w:rsidP="00810015">
      <w:r>
        <w:t>367.2818</w:t>
      </w:r>
      <w:r>
        <w:tab/>
        <w:t>1.948e0</w:t>
      </w:r>
    </w:p>
    <w:p w14:paraId="37B18FCA" w14:textId="77777777" w:rsidR="00810015" w:rsidRDefault="00810015" w:rsidP="00810015">
      <w:r>
        <w:t>367.2852</w:t>
      </w:r>
      <w:r>
        <w:tab/>
        <w:t>4.051e0</w:t>
      </w:r>
    </w:p>
    <w:p w14:paraId="31E61033" w14:textId="77777777" w:rsidR="00810015" w:rsidRDefault="00810015" w:rsidP="00810015">
      <w:r>
        <w:t>367.2973</w:t>
      </w:r>
      <w:r>
        <w:tab/>
        <w:t>4.051e0</w:t>
      </w:r>
    </w:p>
    <w:p w14:paraId="620849DE" w14:textId="77777777" w:rsidR="00810015" w:rsidRDefault="00810015" w:rsidP="00810015">
      <w:r>
        <w:t>367.3256</w:t>
      </w:r>
      <w:r>
        <w:tab/>
        <w:t>1.013e0</w:t>
      </w:r>
    </w:p>
    <w:p w14:paraId="7306C594" w14:textId="77777777" w:rsidR="00810015" w:rsidRDefault="00810015" w:rsidP="00810015">
      <w:r>
        <w:t>367.3466</w:t>
      </w:r>
      <w:r>
        <w:tab/>
        <w:t>1.948e0</w:t>
      </w:r>
    </w:p>
    <w:p w14:paraId="65D6A93D" w14:textId="77777777" w:rsidR="00810015" w:rsidRDefault="00810015" w:rsidP="00810015">
      <w:r>
        <w:t>367.3479</w:t>
      </w:r>
      <w:r>
        <w:tab/>
        <w:t>1.013e0</w:t>
      </w:r>
    </w:p>
    <w:p w14:paraId="77276758" w14:textId="77777777" w:rsidR="00810015" w:rsidRDefault="00810015" w:rsidP="00810015">
      <w:r>
        <w:t>367.3677</w:t>
      </w:r>
      <w:r>
        <w:tab/>
        <w:t>1.013e0</w:t>
      </w:r>
    </w:p>
    <w:p w14:paraId="3DB4812C" w14:textId="77777777" w:rsidR="00810015" w:rsidRDefault="00810015" w:rsidP="00810015">
      <w:r>
        <w:t>367.3715</w:t>
      </w:r>
      <w:r>
        <w:tab/>
        <w:t>1.013e0</w:t>
      </w:r>
    </w:p>
    <w:p w14:paraId="50CC4588" w14:textId="77777777" w:rsidR="00810015" w:rsidRDefault="00810015" w:rsidP="00810015">
      <w:r>
        <w:t>367.3978</w:t>
      </w:r>
      <w:r>
        <w:tab/>
        <w:t>1.013e0</w:t>
      </w:r>
    </w:p>
    <w:p w14:paraId="4794565C" w14:textId="77777777" w:rsidR="00810015" w:rsidRDefault="00810015" w:rsidP="00810015">
      <w:r>
        <w:t>367.4214</w:t>
      </w:r>
      <w:r>
        <w:tab/>
        <w:t>2.025e0</w:t>
      </w:r>
    </w:p>
    <w:p w14:paraId="20C1ED1A" w14:textId="77777777" w:rsidR="00810015" w:rsidRDefault="00810015" w:rsidP="00810015">
      <w:r>
        <w:t>367.4396</w:t>
      </w:r>
      <w:r>
        <w:tab/>
        <w:t>1.013e0</w:t>
      </w:r>
    </w:p>
    <w:p w14:paraId="4AB1C494" w14:textId="77777777" w:rsidR="00810015" w:rsidRDefault="00810015" w:rsidP="00810015">
      <w:r>
        <w:t>367.4632</w:t>
      </w:r>
      <w:r>
        <w:tab/>
        <w:t>1.013e0</w:t>
      </w:r>
    </w:p>
    <w:p w14:paraId="20CF3C35" w14:textId="77777777" w:rsidR="00810015" w:rsidRDefault="00810015" w:rsidP="00810015">
      <w:r>
        <w:t>367.4925</w:t>
      </w:r>
      <w:r>
        <w:tab/>
        <w:t>1.013e0</w:t>
      </w:r>
    </w:p>
    <w:p w14:paraId="494579F2" w14:textId="77777777" w:rsidR="00810015" w:rsidRDefault="00810015" w:rsidP="00810015">
      <w:r>
        <w:t>367.5125</w:t>
      </w:r>
      <w:r>
        <w:tab/>
        <w:t>3.038e0</w:t>
      </w:r>
    </w:p>
    <w:p w14:paraId="096417B4" w14:textId="77777777" w:rsidR="00810015" w:rsidRDefault="00810015" w:rsidP="00810015">
      <w:r>
        <w:t>367.5353</w:t>
      </w:r>
      <w:r>
        <w:tab/>
        <w:t>2.025e0</w:t>
      </w:r>
    </w:p>
    <w:p w14:paraId="5FEDFF3F" w14:textId="77777777" w:rsidR="00810015" w:rsidRDefault="00810015" w:rsidP="00810015">
      <w:r>
        <w:t>367.5373</w:t>
      </w:r>
      <w:r>
        <w:tab/>
        <w:t>4.051e0</w:t>
      </w:r>
    </w:p>
    <w:p w14:paraId="48661031" w14:textId="77777777" w:rsidR="00810015" w:rsidRDefault="00810015" w:rsidP="00810015">
      <w:r>
        <w:t>367.5480</w:t>
      </w:r>
      <w:r>
        <w:tab/>
        <w:t>3.038e0</w:t>
      </w:r>
    </w:p>
    <w:p w14:paraId="0E880EC1" w14:textId="77777777" w:rsidR="00810015" w:rsidRDefault="00810015" w:rsidP="00810015">
      <w:r>
        <w:t>367.5793</w:t>
      </w:r>
      <w:r>
        <w:tab/>
        <w:t>2.025e0</w:t>
      </w:r>
    </w:p>
    <w:p w14:paraId="14AACB9F" w14:textId="77777777" w:rsidR="00810015" w:rsidRDefault="00810015" w:rsidP="00810015">
      <w:r>
        <w:t>367.5868</w:t>
      </w:r>
      <w:r>
        <w:tab/>
        <w:t>3.038e0</w:t>
      </w:r>
    </w:p>
    <w:p w14:paraId="77524D81" w14:textId="77777777" w:rsidR="00810015" w:rsidRDefault="00810015" w:rsidP="00810015">
      <w:r>
        <w:t>367.5884</w:t>
      </w:r>
      <w:r>
        <w:tab/>
        <w:t>2.025e0</w:t>
      </w:r>
    </w:p>
    <w:p w14:paraId="2B74374A" w14:textId="77777777" w:rsidR="00810015" w:rsidRDefault="00810015" w:rsidP="00810015">
      <w:r>
        <w:t>367.6506</w:t>
      </w:r>
      <w:r>
        <w:tab/>
        <w:t>1.013e0</w:t>
      </w:r>
    </w:p>
    <w:p w14:paraId="2479DB3D" w14:textId="77777777" w:rsidR="00810015" w:rsidRDefault="00810015" w:rsidP="00810015">
      <w:r>
        <w:t>367.6519</w:t>
      </w:r>
      <w:r>
        <w:tab/>
        <w:t>1.013e0</w:t>
      </w:r>
    </w:p>
    <w:p w14:paraId="71DC8654" w14:textId="77777777" w:rsidR="00810015" w:rsidRDefault="00810015" w:rsidP="00810015">
      <w:r>
        <w:t>367.6717</w:t>
      </w:r>
      <w:r>
        <w:tab/>
        <w:t>1.013e0</w:t>
      </w:r>
    </w:p>
    <w:p w14:paraId="341A362F" w14:textId="77777777" w:rsidR="00810015" w:rsidRDefault="00810015" w:rsidP="00810015">
      <w:r>
        <w:t>367.7021</w:t>
      </w:r>
      <w:r>
        <w:tab/>
        <w:t>1.013e0</w:t>
      </w:r>
    </w:p>
    <w:p w14:paraId="6C9D71AD" w14:textId="77777777" w:rsidR="00810015" w:rsidRDefault="00810015" w:rsidP="00810015">
      <w:r>
        <w:t>367.7175</w:t>
      </w:r>
      <w:r>
        <w:tab/>
        <w:t>1.013e0</w:t>
      </w:r>
    </w:p>
    <w:p w14:paraId="6F1EFA6C" w14:textId="77777777" w:rsidR="00810015" w:rsidRDefault="00810015" w:rsidP="00810015">
      <w:r>
        <w:t>367.7564</w:t>
      </w:r>
      <w:r>
        <w:tab/>
        <w:t>2.025e0</w:t>
      </w:r>
    </w:p>
    <w:p w14:paraId="1279F5C0" w14:textId="77777777" w:rsidR="00810015" w:rsidRDefault="00810015" w:rsidP="00810015">
      <w:r>
        <w:t>367.7930</w:t>
      </w:r>
      <w:r>
        <w:tab/>
        <w:t>2.025e0</w:t>
      </w:r>
    </w:p>
    <w:p w14:paraId="6BD58B9B" w14:textId="77777777" w:rsidR="00810015" w:rsidRDefault="00810015" w:rsidP="00810015">
      <w:r>
        <w:t>367.8341</w:t>
      </w:r>
      <w:r>
        <w:tab/>
        <w:t>1.013e0</w:t>
      </w:r>
    </w:p>
    <w:p w14:paraId="7A59B6BC" w14:textId="77777777" w:rsidR="00810015" w:rsidRDefault="00810015" w:rsidP="00810015">
      <w:r>
        <w:t>367.8723</w:t>
      </w:r>
      <w:r>
        <w:tab/>
        <w:t>2.025e0</w:t>
      </w:r>
    </w:p>
    <w:p w14:paraId="5EC44D32" w14:textId="77777777" w:rsidR="00810015" w:rsidRDefault="00810015" w:rsidP="00810015">
      <w:r>
        <w:t>367.9118</w:t>
      </w:r>
      <w:r>
        <w:tab/>
        <w:t>1.013e0</w:t>
      </w:r>
    </w:p>
    <w:p w14:paraId="2BD25D98" w14:textId="77777777" w:rsidR="00810015" w:rsidRDefault="00810015" w:rsidP="00810015">
      <w:r>
        <w:t>367.9182</w:t>
      </w:r>
      <w:r>
        <w:tab/>
        <w:t>1.013e0</w:t>
      </w:r>
    </w:p>
    <w:p w14:paraId="405D4F4F" w14:textId="77777777" w:rsidR="00810015" w:rsidRDefault="00810015" w:rsidP="00810015">
      <w:r>
        <w:t>367.9577</w:t>
      </w:r>
      <w:r>
        <w:tab/>
        <w:t>2.025e0</w:t>
      </w:r>
    </w:p>
    <w:p w14:paraId="56B8614A" w14:textId="77777777" w:rsidR="00810015" w:rsidRDefault="00810015" w:rsidP="00810015">
      <w:r>
        <w:t>367.9768</w:t>
      </w:r>
      <w:r>
        <w:tab/>
        <w:t>3.038e0</w:t>
      </w:r>
    </w:p>
    <w:p w14:paraId="7A793AAE" w14:textId="77777777" w:rsidR="00810015" w:rsidRDefault="00810015" w:rsidP="00810015">
      <w:r>
        <w:t>367.9786</w:t>
      </w:r>
      <w:r>
        <w:tab/>
        <w:t>2.025e0</w:t>
      </w:r>
    </w:p>
    <w:p w14:paraId="17CD2D82" w14:textId="77777777" w:rsidR="00810015" w:rsidRDefault="00810015" w:rsidP="00810015">
      <w:r>
        <w:t>368.0049</w:t>
      </w:r>
      <w:r>
        <w:tab/>
        <w:t>2.025e0</w:t>
      </w:r>
    </w:p>
    <w:p w14:paraId="3557974A" w14:textId="77777777" w:rsidR="00810015" w:rsidRDefault="00810015" w:rsidP="00810015">
      <w:r>
        <w:t>368.0099</w:t>
      </w:r>
      <w:r>
        <w:tab/>
        <w:t>1.013e0</w:t>
      </w:r>
    </w:p>
    <w:p w14:paraId="7C53BB29" w14:textId="77777777" w:rsidR="00810015" w:rsidRDefault="00810015" w:rsidP="00810015">
      <w:r>
        <w:t>368.0210</w:t>
      </w:r>
      <w:r>
        <w:tab/>
        <w:t>2.025e0</w:t>
      </w:r>
    </w:p>
    <w:p w14:paraId="33400676" w14:textId="77777777" w:rsidR="00810015" w:rsidRDefault="00810015" w:rsidP="00810015">
      <w:r>
        <w:t>368.0496</w:t>
      </w:r>
      <w:r>
        <w:tab/>
        <w:t>4.051e0</w:t>
      </w:r>
    </w:p>
    <w:p w14:paraId="3A44AC5E" w14:textId="77777777" w:rsidR="00810015" w:rsidRDefault="00810015" w:rsidP="00810015">
      <w:r>
        <w:t>368.0551</w:t>
      </w:r>
      <w:r>
        <w:tab/>
        <w:t>4.080e0</w:t>
      </w:r>
    </w:p>
    <w:p w14:paraId="77956145" w14:textId="77777777" w:rsidR="00810015" w:rsidRDefault="00810015" w:rsidP="00810015">
      <w:r>
        <w:t>368.0563</w:t>
      </w:r>
      <w:r>
        <w:tab/>
        <w:t>1.518e0</w:t>
      </w:r>
    </w:p>
    <w:p w14:paraId="38C18D14" w14:textId="77777777" w:rsidR="00810015" w:rsidRDefault="00810015" w:rsidP="00810015">
      <w:r>
        <w:t>368.0595</w:t>
      </w:r>
      <w:r>
        <w:tab/>
        <w:t>1.013e0</w:t>
      </w:r>
    </w:p>
    <w:p w14:paraId="744DF93A" w14:textId="77777777" w:rsidR="00810015" w:rsidRDefault="00810015" w:rsidP="00810015">
      <w:r>
        <w:t>368.0735</w:t>
      </w:r>
      <w:r>
        <w:tab/>
        <w:t>2.935e0</w:t>
      </w:r>
    </w:p>
    <w:p w14:paraId="6E5F126A" w14:textId="77777777" w:rsidR="00810015" w:rsidRDefault="00810015" w:rsidP="00810015">
      <w:r>
        <w:t>368.1413</w:t>
      </w:r>
      <w:r>
        <w:tab/>
        <w:t>1.013e0</w:t>
      </w:r>
    </w:p>
    <w:p w14:paraId="50525F86" w14:textId="77777777" w:rsidR="00810015" w:rsidRDefault="00810015" w:rsidP="00810015">
      <w:r>
        <w:t>368.1452</w:t>
      </w:r>
      <w:r>
        <w:tab/>
        <w:t>4.929e0</w:t>
      </w:r>
    </w:p>
    <w:p w14:paraId="03276AA1" w14:textId="77777777" w:rsidR="00810015" w:rsidRDefault="00810015" w:rsidP="00810015">
      <w:r>
        <w:t>368.1495</w:t>
      </w:r>
      <w:r>
        <w:tab/>
        <w:t>5.529e0</w:t>
      </w:r>
    </w:p>
    <w:p w14:paraId="1A3258E4" w14:textId="77777777" w:rsidR="00810015" w:rsidRDefault="00810015" w:rsidP="00810015">
      <w:r>
        <w:t>368.1599</w:t>
      </w:r>
      <w:r>
        <w:tab/>
        <w:t>1.694e1</w:t>
      </w:r>
    </w:p>
    <w:p w14:paraId="1888D15D" w14:textId="77777777" w:rsidR="00810015" w:rsidRDefault="00810015" w:rsidP="00810015">
      <w:r>
        <w:t>368.1885</w:t>
      </w:r>
      <w:r>
        <w:tab/>
        <w:t>2.481e0</w:t>
      </w:r>
    </w:p>
    <w:p w14:paraId="53D49F8C" w14:textId="77777777" w:rsidR="00810015" w:rsidRDefault="00810015" w:rsidP="00810015">
      <w:r>
        <w:t>368.2187</w:t>
      </w:r>
      <w:r>
        <w:tab/>
        <w:t>2.654e0</w:t>
      </w:r>
    </w:p>
    <w:p w14:paraId="1EF991A2" w14:textId="77777777" w:rsidR="00810015" w:rsidRDefault="00810015" w:rsidP="00810015">
      <w:r>
        <w:t>368.2210</w:t>
      </w:r>
      <w:r>
        <w:tab/>
        <w:t>3.038e0</w:t>
      </w:r>
    </w:p>
    <w:p w14:paraId="6754AA2C" w14:textId="77777777" w:rsidR="00810015" w:rsidRDefault="00810015" w:rsidP="00810015">
      <w:r>
        <w:t>368.2339</w:t>
      </w:r>
      <w:r>
        <w:tab/>
        <w:t>2.025e0</w:t>
      </w:r>
    </w:p>
    <w:p w14:paraId="36114E46" w14:textId="77777777" w:rsidR="00810015" w:rsidRDefault="00810015" w:rsidP="00810015">
      <w:r>
        <w:t>368.2558</w:t>
      </w:r>
      <w:r>
        <w:tab/>
        <w:t>2.025e0</w:t>
      </w:r>
    </w:p>
    <w:p w14:paraId="50F4A9AC" w14:textId="77777777" w:rsidR="00810015" w:rsidRDefault="00810015" w:rsidP="00810015">
      <w:r>
        <w:t>368.2782</w:t>
      </w:r>
      <w:r>
        <w:tab/>
        <w:t>3.973e0</w:t>
      </w:r>
    </w:p>
    <w:p w14:paraId="551E07F2" w14:textId="77777777" w:rsidR="00810015" w:rsidRDefault="00810015" w:rsidP="00810015">
      <w:r>
        <w:t>368.2890</w:t>
      </w:r>
      <w:r>
        <w:tab/>
        <w:t>1.013e0</w:t>
      </w:r>
    </w:p>
    <w:p w14:paraId="7C23AE4B" w14:textId="77777777" w:rsidR="00810015" w:rsidRDefault="00810015" w:rsidP="00810015">
      <w:r>
        <w:t>368.2992</w:t>
      </w:r>
      <w:r>
        <w:tab/>
        <w:t>2.838e0</w:t>
      </w:r>
    </w:p>
    <w:p w14:paraId="7FE27C36" w14:textId="77777777" w:rsidR="00810015" w:rsidRDefault="00810015" w:rsidP="00810015">
      <w:r>
        <w:t>368.3186</w:t>
      </w:r>
      <w:r>
        <w:tab/>
        <w:t>2.025e0</w:t>
      </w:r>
    </w:p>
    <w:p w14:paraId="2EC42552" w14:textId="77777777" w:rsidR="00810015" w:rsidRDefault="00810015" w:rsidP="00810015">
      <w:r>
        <w:t>368.3227</w:t>
      </w:r>
      <w:r>
        <w:tab/>
        <w:t>3.038e0</w:t>
      </w:r>
    </w:p>
    <w:p w14:paraId="35D87E73" w14:textId="77777777" w:rsidR="00810015" w:rsidRDefault="00810015" w:rsidP="00810015">
      <w:r>
        <w:t>368.3387</w:t>
      </w:r>
      <w:r>
        <w:tab/>
        <w:t>1.013e0</w:t>
      </w:r>
    </w:p>
    <w:p w14:paraId="4D77DC71" w14:textId="77777777" w:rsidR="00810015" w:rsidRDefault="00810015" w:rsidP="00810015">
      <w:r>
        <w:t>368.4233</w:t>
      </w:r>
      <w:r>
        <w:tab/>
        <w:t>2.937e1</w:t>
      </w:r>
    </w:p>
    <w:p w14:paraId="0A50ACA7" w14:textId="77777777" w:rsidR="00810015" w:rsidRDefault="00810015" w:rsidP="00810015">
      <w:r>
        <w:t>368.4249</w:t>
      </w:r>
      <w:r>
        <w:tab/>
        <w:t>5.063e0</w:t>
      </w:r>
    </w:p>
    <w:p w14:paraId="53FC2EBA" w14:textId="77777777" w:rsidR="00810015" w:rsidRDefault="00810015" w:rsidP="00810015">
      <w:r>
        <w:t>368.4265</w:t>
      </w:r>
      <w:r>
        <w:tab/>
        <w:t>1.215e1</w:t>
      </w:r>
    </w:p>
    <w:p w14:paraId="0C9967EC" w14:textId="77777777" w:rsidR="00810015" w:rsidRDefault="00810015" w:rsidP="00810015">
      <w:r>
        <w:t>368.4313</w:t>
      </w:r>
      <w:r>
        <w:tab/>
        <w:t>1.512e1</w:t>
      </w:r>
    </w:p>
    <w:p w14:paraId="74346DBF" w14:textId="77777777" w:rsidR="00810015" w:rsidRDefault="00810015" w:rsidP="00810015">
      <w:r>
        <w:t>368.4975</w:t>
      </w:r>
      <w:r>
        <w:tab/>
        <w:t>1.013e0</w:t>
      </w:r>
    </w:p>
    <w:p w14:paraId="1A632E40" w14:textId="77777777" w:rsidR="00810015" w:rsidRDefault="00810015" w:rsidP="00810015">
      <w:r>
        <w:t>368.5397</w:t>
      </w:r>
      <w:r>
        <w:tab/>
        <w:t>6.076e0</w:t>
      </w:r>
    </w:p>
    <w:p w14:paraId="69F21C72" w14:textId="77777777" w:rsidR="00810015" w:rsidRDefault="00810015" w:rsidP="00810015">
      <w:r>
        <w:t>368.5434</w:t>
      </w:r>
      <w:r>
        <w:tab/>
        <w:t>1.013e0</w:t>
      </w:r>
    </w:p>
    <w:p w14:paraId="083A4165" w14:textId="77777777" w:rsidR="00810015" w:rsidRDefault="00810015" w:rsidP="00810015">
      <w:r>
        <w:t>368.5643</w:t>
      </w:r>
      <w:r>
        <w:tab/>
        <w:t>4.051e0</w:t>
      </w:r>
    </w:p>
    <w:p w14:paraId="3DEB7C75" w14:textId="77777777" w:rsidR="00810015" w:rsidRDefault="00810015" w:rsidP="00810015">
      <w:r>
        <w:t>368.6311</w:t>
      </w:r>
      <w:r>
        <w:tab/>
        <w:t>1.013e0</w:t>
      </w:r>
    </w:p>
    <w:p w14:paraId="0E127A43" w14:textId="77777777" w:rsidR="00810015" w:rsidRDefault="00810015" w:rsidP="00810015">
      <w:r>
        <w:t>368.6400</w:t>
      </w:r>
      <w:r>
        <w:tab/>
        <w:t>1.013e0</w:t>
      </w:r>
    </w:p>
    <w:p w14:paraId="75E90313" w14:textId="77777777" w:rsidR="00810015" w:rsidRDefault="00810015" w:rsidP="00810015">
      <w:r>
        <w:t>368.6413</w:t>
      </w:r>
      <w:r>
        <w:tab/>
        <w:t>1.013e0</w:t>
      </w:r>
    </w:p>
    <w:p w14:paraId="0727EC96" w14:textId="77777777" w:rsidR="00810015" w:rsidRDefault="00810015" w:rsidP="00810015">
      <w:r>
        <w:t>368.6648</w:t>
      </w:r>
      <w:r>
        <w:tab/>
        <w:t>3.038e0</w:t>
      </w:r>
    </w:p>
    <w:p w14:paraId="21ABF390" w14:textId="77777777" w:rsidR="00810015" w:rsidRDefault="00810015" w:rsidP="00810015">
      <w:r>
        <w:t>368.6728</w:t>
      </w:r>
      <w:r>
        <w:tab/>
        <w:t>1.013e0</w:t>
      </w:r>
    </w:p>
    <w:p w14:paraId="5CAB9036" w14:textId="77777777" w:rsidR="00810015" w:rsidRDefault="00810015" w:rsidP="00810015">
      <w:r>
        <w:t>368.6994</w:t>
      </w:r>
      <w:r>
        <w:tab/>
        <w:t>1.013e0</w:t>
      </w:r>
    </w:p>
    <w:p w14:paraId="3CC84A99" w14:textId="77777777" w:rsidR="00810015" w:rsidRDefault="00810015" w:rsidP="00810015">
      <w:r>
        <w:t>368.7300</w:t>
      </w:r>
      <w:r>
        <w:tab/>
        <w:t>2.025e0</w:t>
      </w:r>
    </w:p>
    <w:p w14:paraId="6AE2A765" w14:textId="77777777" w:rsidR="00810015" w:rsidRDefault="00810015" w:rsidP="00810015">
      <w:r>
        <w:t>368.7319</w:t>
      </w:r>
      <w:r>
        <w:tab/>
        <w:t>1.013e0</w:t>
      </w:r>
    </w:p>
    <w:p w14:paraId="143CC967" w14:textId="77777777" w:rsidR="00810015" w:rsidRDefault="00810015" w:rsidP="00810015">
      <w:r>
        <w:t>368.7628</w:t>
      </w:r>
      <w:r>
        <w:tab/>
        <w:t>2.025e0</w:t>
      </w:r>
    </w:p>
    <w:p w14:paraId="7B0723B2" w14:textId="77777777" w:rsidR="00810015" w:rsidRDefault="00810015" w:rsidP="00810015">
      <w:r>
        <w:t>368.7701</w:t>
      </w:r>
      <w:r>
        <w:tab/>
        <w:t>1.013e0</w:t>
      </w:r>
    </w:p>
    <w:p w14:paraId="5BF1551B" w14:textId="77777777" w:rsidR="00810015" w:rsidRDefault="00810015" w:rsidP="00810015">
      <w:r>
        <w:t>368.7938</w:t>
      </w:r>
      <w:r>
        <w:tab/>
        <w:t>1.013e0</w:t>
      </w:r>
    </w:p>
    <w:p w14:paraId="545AC6F2" w14:textId="77777777" w:rsidR="00810015" w:rsidRDefault="00810015" w:rsidP="00810015">
      <w:r>
        <w:t>368.8397</w:t>
      </w:r>
      <w:r>
        <w:tab/>
        <w:t>1.013e0</w:t>
      </w:r>
    </w:p>
    <w:p w14:paraId="398F1F76" w14:textId="77777777" w:rsidR="00810015" w:rsidRDefault="00810015" w:rsidP="00810015">
      <w:r>
        <w:t>368.8436</w:t>
      </w:r>
      <w:r>
        <w:tab/>
        <w:t>1.013e0</w:t>
      </w:r>
    </w:p>
    <w:p w14:paraId="42B6BAC6" w14:textId="77777777" w:rsidR="00810015" w:rsidRDefault="00810015" w:rsidP="00810015">
      <w:r>
        <w:t>368.8765</w:t>
      </w:r>
      <w:r>
        <w:tab/>
        <w:t>1.013e0</w:t>
      </w:r>
    </w:p>
    <w:p w14:paraId="77280DA6" w14:textId="77777777" w:rsidR="00810015" w:rsidRDefault="00810015" w:rsidP="00810015">
      <w:r>
        <w:t>368.8858</w:t>
      </w:r>
      <w:r>
        <w:tab/>
        <w:t>2.025e0</w:t>
      </w:r>
    </w:p>
    <w:p w14:paraId="56A0A3B2" w14:textId="77777777" w:rsidR="00810015" w:rsidRDefault="00810015" w:rsidP="00810015">
      <w:r>
        <w:t>368.9055</w:t>
      </w:r>
      <w:r>
        <w:tab/>
        <w:t>4.051e0</w:t>
      </w:r>
    </w:p>
    <w:p w14:paraId="6BB4D062" w14:textId="77777777" w:rsidR="00810015" w:rsidRDefault="00810015" w:rsidP="00810015">
      <w:r>
        <w:t>368.9085</w:t>
      </w:r>
      <w:r>
        <w:tab/>
        <w:t>3.038e0</w:t>
      </w:r>
    </w:p>
    <w:p w14:paraId="12AB2EF3" w14:textId="77777777" w:rsidR="00810015" w:rsidRDefault="00810015" w:rsidP="00810015">
      <w:r>
        <w:t>368.9615</w:t>
      </w:r>
      <w:r>
        <w:tab/>
        <w:t>2.025e0</w:t>
      </w:r>
    </w:p>
    <w:p w14:paraId="4C34D0C1" w14:textId="77777777" w:rsidR="00810015" w:rsidRDefault="00810015" w:rsidP="00810015">
      <w:r>
        <w:t>368.9642</w:t>
      </w:r>
      <w:r>
        <w:tab/>
        <w:t>2.025e0</w:t>
      </w:r>
    </w:p>
    <w:p w14:paraId="213969F6" w14:textId="77777777" w:rsidR="00810015" w:rsidRDefault="00810015" w:rsidP="00810015">
      <w:r>
        <w:t>369.0413</w:t>
      </w:r>
      <w:r>
        <w:tab/>
        <w:t>3.851e0</w:t>
      </w:r>
    </w:p>
    <w:p w14:paraId="32A2C0C9" w14:textId="77777777" w:rsidR="00810015" w:rsidRDefault="00810015" w:rsidP="00810015">
      <w:r>
        <w:t>369.0529</w:t>
      </w:r>
      <w:r>
        <w:tab/>
        <w:t>3.038e0</w:t>
      </w:r>
    </w:p>
    <w:p w14:paraId="28CA9E43" w14:textId="77777777" w:rsidR="00810015" w:rsidRDefault="00810015" w:rsidP="00810015">
      <w:r>
        <w:t>369.0617</w:t>
      </w:r>
      <w:r>
        <w:tab/>
        <w:t>3.038e0</w:t>
      </w:r>
    </w:p>
    <w:p w14:paraId="00262F82" w14:textId="77777777" w:rsidR="00810015" w:rsidRDefault="00810015" w:rsidP="00810015">
      <w:r>
        <w:t>369.1065</w:t>
      </w:r>
      <w:r>
        <w:tab/>
        <w:t>1.768e0</w:t>
      </w:r>
    </w:p>
    <w:p w14:paraId="53F9466C" w14:textId="77777777" w:rsidR="00810015" w:rsidRDefault="00810015" w:rsidP="00810015">
      <w:r>
        <w:t>369.1494</w:t>
      </w:r>
      <w:r>
        <w:tab/>
        <w:t>3.788e0</w:t>
      </w:r>
    </w:p>
    <w:p w14:paraId="1D0F7FEB" w14:textId="77777777" w:rsidR="00810015" w:rsidRDefault="00810015" w:rsidP="00810015">
      <w:r>
        <w:t>369.1523</w:t>
      </w:r>
      <w:r>
        <w:tab/>
        <w:t>2.025e0</w:t>
      </w:r>
    </w:p>
    <w:p w14:paraId="76AB24B2" w14:textId="77777777" w:rsidR="00810015" w:rsidRDefault="00810015" w:rsidP="00810015">
      <w:r>
        <w:t>369.1571</w:t>
      </w:r>
      <w:r>
        <w:tab/>
        <w:t>5.214e0</w:t>
      </w:r>
    </w:p>
    <w:p w14:paraId="1EABC810" w14:textId="77777777" w:rsidR="00810015" w:rsidRDefault="00810015" w:rsidP="00810015">
      <w:r>
        <w:t>369.1628</w:t>
      </w:r>
      <w:r>
        <w:tab/>
        <w:t>2.025e0</w:t>
      </w:r>
    </w:p>
    <w:p w14:paraId="3F26C9FB" w14:textId="77777777" w:rsidR="00810015" w:rsidRDefault="00810015" w:rsidP="00810015">
      <w:r>
        <w:t>369.1834</w:t>
      </w:r>
      <w:r>
        <w:tab/>
        <w:t>3.074e0</w:t>
      </w:r>
    </w:p>
    <w:p w14:paraId="4E1F768D" w14:textId="77777777" w:rsidR="00810015" w:rsidRDefault="00810015" w:rsidP="00810015">
      <w:r>
        <w:t>369.2217</w:t>
      </w:r>
      <w:r>
        <w:tab/>
        <w:t>3.038e0</w:t>
      </w:r>
    </w:p>
    <w:p w14:paraId="2813ED4B" w14:textId="77777777" w:rsidR="00810015" w:rsidRDefault="00810015" w:rsidP="00810015">
      <w:r>
        <w:t>369.2239</w:t>
      </w:r>
      <w:r>
        <w:tab/>
        <w:t>1.930e0</w:t>
      </w:r>
    </w:p>
    <w:p w14:paraId="1F832992" w14:textId="77777777" w:rsidR="00810015" w:rsidRDefault="00810015" w:rsidP="00810015">
      <w:r>
        <w:t>369.2337</w:t>
      </w:r>
      <w:r>
        <w:tab/>
        <w:t>6.076e0</w:t>
      </w:r>
    </w:p>
    <w:p w14:paraId="05DE78EB" w14:textId="77777777" w:rsidR="00810015" w:rsidRDefault="00810015" w:rsidP="00810015">
      <w:r>
        <w:t>369.2383</w:t>
      </w:r>
      <w:r>
        <w:tab/>
        <w:t>2.025e0</w:t>
      </w:r>
    </w:p>
    <w:p w14:paraId="42D18FA9" w14:textId="77777777" w:rsidR="00810015" w:rsidRDefault="00810015" w:rsidP="00810015">
      <w:r>
        <w:t>369.2552</w:t>
      </w:r>
      <w:r>
        <w:tab/>
        <w:t>2.025e0</w:t>
      </w:r>
    </w:p>
    <w:p w14:paraId="7C811A63" w14:textId="77777777" w:rsidR="00810015" w:rsidRDefault="00810015" w:rsidP="00810015">
      <w:r>
        <w:t>369.2707</w:t>
      </w:r>
      <w:r>
        <w:tab/>
        <w:t>5.297e0</w:t>
      </w:r>
    </w:p>
    <w:p w14:paraId="7FDE398D" w14:textId="77777777" w:rsidR="00810015" w:rsidRDefault="00810015" w:rsidP="00810015">
      <w:r>
        <w:t>369.2835</w:t>
      </w:r>
      <w:r>
        <w:tab/>
        <w:t>3.935e0</w:t>
      </w:r>
    </w:p>
    <w:p w14:paraId="0B52E484" w14:textId="77777777" w:rsidR="00810015" w:rsidRDefault="00810015" w:rsidP="00810015">
      <w:r>
        <w:t>369.2975</w:t>
      </w:r>
      <w:r>
        <w:tab/>
        <w:t>3.038e0</w:t>
      </w:r>
    </w:p>
    <w:p w14:paraId="06154D09" w14:textId="77777777" w:rsidR="00810015" w:rsidRDefault="00810015" w:rsidP="00810015">
      <w:r>
        <w:t>369.3167</w:t>
      </w:r>
      <w:r>
        <w:tab/>
        <w:t>1.550e1</w:t>
      </w:r>
    </w:p>
    <w:p w14:paraId="7A3904C5" w14:textId="77777777" w:rsidR="00810015" w:rsidRDefault="00810015" w:rsidP="00810015">
      <w:r>
        <w:t>369.3261</w:t>
      </w:r>
      <w:r>
        <w:tab/>
        <w:t>9.927e0</w:t>
      </w:r>
    </w:p>
    <w:p w14:paraId="7878E3BD" w14:textId="77777777" w:rsidR="00810015" w:rsidRDefault="00810015" w:rsidP="00810015">
      <w:r>
        <w:t>369.3315</w:t>
      </w:r>
      <w:r>
        <w:tab/>
        <w:t>6.097e0</w:t>
      </w:r>
    </w:p>
    <w:p w14:paraId="50C5B256" w14:textId="77777777" w:rsidR="00810015" w:rsidRDefault="00810015" w:rsidP="00810015">
      <w:r>
        <w:t>369.3657</w:t>
      </w:r>
      <w:r>
        <w:tab/>
        <w:t>7.089e0</w:t>
      </w:r>
    </w:p>
    <w:p w14:paraId="4B575DA4" w14:textId="77777777" w:rsidR="00810015" w:rsidRDefault="00810015" w:rsidP="00810015">
      <w:r>
        <w:t>369.3761</w:t>
      </w:r>
      <w:r>
        <w:tab/>
        <w:t>2.751e1</w:t>
      </w:r>
    </w:p>
    <w:p w14:paraId="71B03298" w14:textId="77777777" w:rsidR="00810015" w:rsidRDefault="00810015" w:rsidP="00810015">
      <w:r>
        <w:t>369.3820</w:t>
      </w:r>
      <w:r>
        <w:tab/>
        <w:t>8.101e0</w:t>
      </w:r>
    </w:p>
    <w:p w14:paraId="0F91DF24" w14:textId="77777777" w:rsidR="00810015" w:rsidRDefault="00810015" w:rsidP="00810015">
      <w:r>
        <w:t>369.3896</w:t>
      </w:r>
      <w:r>
        <w:tab/>
        <w:t>8.101e0</w:t>
      </w:r>
    </w:p>
    <w:p w14:paraId="6A2A2D89" w14:textId="77777777" w:rsidR="00810015" w:rsidRDefault="00810015" w:rsidP="00810015">
      <w:r>
        <w:t>369.3945</w:t>
      </w:r>
      <w:r>
        <w:tab/>
        <w:t>4.917e0</w:t>
      </w:r>
    </w:p>
    <w:p w14:paraId="6F21C938" w14:textId="77777777" w:rsidR="00810015" w:rsidRDefault="00810015" w:rsidP="00810015">
      <w:r>
        <w:t>369.4317</w:t>
      </w:r>
      <w:r>
        <w:tab/>
        <w:t>4.051e0</w:t>
      </w:r>
    </w:p>
    <w:p w14:paraId="7E314B1F" w14:textId="77777777" w:rsidR="00810015" w:rsidRDefault="00810015" w:rsidP="00810015">
      <w:r>
        <w:t>369.4423</w:t>
      </w:r>
      <w:r>
        <w:tab/>
        <w:t>3.167e0</w:t>
      </w:r>
    </w:p>
    <w:p w14:paraId="441BE61D" w14:textId="77777777" w:rsidR="00810015" w:rsidRDefault="00810015" w:rsidP="00810015">
      <w:r>
        <w:t>369.4535</w:t>
      </w:r>
      <w:r>
        <w:tab/>
        <w:t>1.013e0</w:t>
      </w:r>
    </w:p>
    <w:p w14:paraId="7D57B821" w14:textId="77777777" w:rsidR="00810015" w:rsidRDefault="00810015" w:rsidP="00810015">
      <w:r>
        <w:t>369.4893</w:t>
      </w:r>
      <w:r>
        <w:tab/>
        <w:t>1.013e0</w:t>
      </w:r>
    </w:p>
    <w:p w14:paraId="293FC2C6" w14:textId="77777777" w:rsidR="00810015" w:rsidRDefault="00810015" w:rsidP="00810015">
      <w:r>
        <w:t>369.5034</w:t>
      </w:r>
      <w:r>
        <w:tab/>
        <w:t>1.013e0</w:t>
      </w:r>
    </w:p>
    <w:p w14:paraId="0E1FF847" w14:textId="77777777" w:rsidR="00810015" w:rsidRDefault="00810015" w:rsidP="00810015">
      <w:r>
        <w:t>369.5664</w:t>
      </w:r>
      <w:r>
        <w:tab/>
        <w:t>1.013e0</w:t>
      </w:r>
    </w:p>
    <w:p w14:paraId="7B84872B" w14:textId="77777777" w:rsidR="00810015" w:rsidRDefault="00810015" w:rsidP="00810015">
      <w:r>
        <w:t>369.5875</w:t>
      </w:r>
      <w:r>
        <w:tab/>
        <w:t>3.038e0</w:t>
      </w:r>
    </w:p>
    <w:p w14:paraId="2642727C" w14:textId="77777777" w:rsidR="00810015" w:rsidRDefault="00810015" w:rsidP="00810015">
      <w:r>
        <w:t>369.6261</w:t>
      </w:r>
      <w:r>
        <w:tab/>
        <w:t>1.013e0</w:t>
      </w:r>
    </w:p>
    <w:p w14:paraId="5E2ECE3F" w14:textId="77777777" w:rsidR="00810015" w:rsidRDefault="00810015" w:rsidP="00810015">
      <w:r>
        <w:t>369.6378</w:t>
      </w:r>
      <w:r>
        <w:tab/>
        <w:t>2.025e0</w:t>
      </w:r>
    </w:p>
    <w:p w14:paraId="44AB2080" w14:textId="77777777" w:rsidR="00810015" w:rsidRDefault="00810015" w:rsidP="00810015">
      <w:r>
        <w:t>369.6658</w:t>
      </w:r>
      <w:r>
        <w:tab/>
        <w:t>1.013e0</w:t>
      </w:r>
    </w:p>
    <w:p w14:paraId="740AB1A1" w14:textId="77777777" w:rsidR="00810015" w:rsidRDefault="00810015" w:rsidP="00810015">
      <w:r>
        <w:t>369.6870</w:t>
      </w:r>
      <w:r>
        <w:tab/>
        <w:t>1.013e0</w:t>
      </w:r>
    </w:p>
    <w:p w14:paraId="594D533D" w14:textId="77777777" w:rsidR="00810015" w:rsidRDefault="00810015" w:rsidP="00810015">
      <w:r>
        <w:t>369.6985</w:t>
      </w:r>
      <w:r>
        <w:tab/>
        <w:t>1.013e0</w:t>
      </w:r>
    </w:p>
    <w:p w14:paraId="067F3EC7" w14:textId="77777777" w:rsidR="00810015" w:rsidRDefault="00810015" w:rsidP="00810015">
      <w:r>
        <w:t>369.7093</w:t>
      </w:r>
      <w:r>
        <w:tab/>
        <w:t>1.013e0</w:t>
      </w:r>
    </w:p>
    <w:p w14:paraId="5A98162F" w14:textId="77777777" w:rsidR="00810015" w:rsidRDefault="00810015" w:rsidP="00810015">
      <w:r>
        <w:t>369.7249</w:t>
      </w:r>
      <w:r>
        <w:tab/>
        <w:t>1.013e0</w:t>
      </w:r>
    </w:p>
    <w:p w14:paraId="1797E444" w14:textId="77777777" w:rsidR="00810015" w:rsidRDefault="00810015" w:rsidP="00810015">
      <w:r>
        <w:t>369.7500</w:t>
      </w:r>
      <w:r>
        <w:tab/>
        <w:t>1.013e0</w:t>
      </w:r>
    </w:p>
    <w:p w14:paraId="391CBA5A" w14:textId="77777777" w:rsidR="00810015" w:rsidRDefault="00810015" w:rsidP="00810015">
      <w:r>
        <w:t>369.7748</w:t>
      </w:r>
      <w:r>
        <w:tab/>
        <w:t>1.013e0</w:t>
      </w:r>
    </w:p>
    <w:p w14:paraId="1E25EAA2" w14:textId="77777777" w:rsidR="00810015" w:rsidRDefault="00810015" w:rsidP="00810015">
      <w:r>
        <w:t>369.8103</w:t>
      </w:r>
      <w:r>
        <w:tab/>
        <w:t>2.025e0</w:t>
      </w:r>
    </w:p>
    <w:p w14:paraId="2FA71DD2" w14:textId="77777777" w:rsidR="00810015" w:rsidRDefault="00810015" w:rsidP="00810015">
      <w:r>
        <w:t>369.8275</w:t>
      </w:r>
      <w:r>
        <w:tab/>
        <w:t>2.025e0</w:t>
      </w:r>
    </w:p>
    <w:p w14:paraId="392FDA61" w14:textId="77777777" w:rsidR="00810015" w:rsidRDefault="00810015" w:rsidP="00810015">
      <w:r>
        <w:t>369.8368</w:t>
      </w:r>
      <w:r>
        <w:tab/>
        <w:t>1.013e0</w:t>
      </w:r>
    </w:p>
    <w:p w14:paraId="7BD993F3" w14:textId="77777777" w:rsidR="00810015" w:rsidRDefault="00810015" w:rsidP="00810015">
      <w:r>
        <w:t>369.8418</w:t>
      </w:r>
      <w:r>
        <w:tab/>
        <w:t>1.013e0</w:t>
      </w:r>
    </w:p>
    <w:p w14:paraId="650DD3E0" w14:textId="77777777" w:rsidR="00810015" w:rsidRDefault="00810015" w:rsidP="00810015">
      <w:r>
        <w:t>369.8566</w:t>
      </w:r>
      <w:r>
        <w:tab/>
        <w:t>1.013e0</w:t>
      </w:r>
    </w:p>
    <w:p w14:paraId="5E86294A" w14:textId="77777777" w:rsidR="00810015" w:rsidRDefault="00810015" w:rsidP="00810015">
      <w:r>
        <w:t>369.8659</w:t>
      </w:r>
      <w:r>
        <w:tab/>
        <w:t>3.038e0</w:t>
      </w:r>
    </w:p>
    <w:p w14:paraId="5BEAF1D2" w14:textId="77777777" w:rsidR="00810015" w:rsidRDefault="00810015" w:rsidP="00810015">
      <w:r>
        <w:t>369.8719</w:t>
      </w:r>
      <w:r>
        <w:tab/>
        <w:t>1.013e0</w:t>
      </w:r>
    </w:p>
    <w:p w14:paraId="5F4BDB61" w14:textId="77777777" w:rsidR="00810015" w:rsidRDefault="00810015" w:rsidP="00810015">
      <w:r>
        <w:t>369.8961</w:t>
      </w:r>
      <w:r>
        <w:tab/>
        <w:t>1.013e0</w:t>
      </w:r>
    </w:p>
    <w:p w14:paraId="7C2C0D20" w14:textId="77777777" w:rsidR="00810015" w:rsidRDefault="00810015" w:rsidP="00810015">
      <w:r>
        <w:t>369.9229</w:t>
      </w:r>
      <w:r>
        <w:tab/>
        <w:t>2.985e0</w:t>
      </w:r>
    </w:p>
    <w:p w14:paraId="41006C40" w14:textId="77777777" w:rsidR="00810015" w:rsidRDefault="00810015" w:rsidP="00810015">
      <w:r>
        <w:t>369.9304</w:t>
      </w:r>
      <w:r>
        <w:tab/>
        <w:t>1.013e0</w:t>
      </w:r>
    </w:p>
    <w:p w14:paraId="4845B52E" w14:textId="77777777" w:rsidR="00810015" w:rsidRDefault="00810015" w:rsidP="00810015">
      <w:r>
        <w:t>369.9336</w:t>
      </w:r>
      <w:r>
        <w:tab/>
        <w:t>1.013e0</w:t>
      </w:r>
    </w:p>
    <w:p w14:paraId="35448F10" w14:textId="77777777" w:rsidR="00810015" w:rsidRDefault="00810015" w:rsidP="00810015">
      <w:r>
        <w:t>369.9438</w:t>
      </w:r>
      <w:r>
        <w:tab/>
        <w:t>3.038e0</w:t>
      </w:r>
    </w:p>
    <w:p w14:paraId="22311B20" w14:textId="77777777" w:rsidR="00810015" w:rsidRDefault="00810015" w:rsidP="00810015">
      <w:r>
        <w:t>369.9623</w:t>
      </w:r>
      <w:r>
        <w:tab/>
        <w:t>1.013e0</w:t>
      </w:r>
    </w:p>
    <w:p w14:paraId="50EA6AF3" w14:textId="77777777" w:rsidR="00810015" w:rsidRDefault="00810015" w:rsidP="00810015">
      <w:r>
        <w:t>369.9765</w:t>
      </w:r>
      <w:r>
        <w:tab/>
        <w:t>1.013e0</w:t>
      </w:r>
    </w:p>
    <w:p w14:paraId="4C15BB54" w14:textId="77777777" w:rsidR="00810015" w:rsidRDefault="00810015" w:rsidP="00810015">
      <w:r>
        <w:t>369.9933</w:t>
      </w:r>
      <w:r>
        <w:tab/>
        <w:t>2.977e0</w:t>
      </w:r>
    </w:p>
    <w:p w14:paraId="78C05131" w14:textId="77777777" w:rsidR="00810015" w:rsidRDefault="00810015" w:rsidP="00810015">
      <w:r>
        <w:t>370.0058</w:t>
      </w:r>
      <w:r>
        <w:tab/>
        <w:t>1.013e0</w:t>
      </w:r>
    </w:p>
    <w:p w14:paraId="04F7B02D" w14:textId="77777777" w:rsidR="00810015" w:rsidRDefault="00810015" w:rsidP="00810015">
      <w:r>
        <w:t>370.0103</w:t>
      </w:r>
      <w:r>
        <w:tab/>
        <w:t>5.638e0</w:t>
      </w:r>
    </w:p>
    <w:p w14:paraId="2D2E6D10" w14:textId="77777777" w:rsidR="00810015" w:rsidRDefault="00810015" w:rsidP="00810015">
      <w:r>
        <w:t>370.1423</w:t>
      </w:r>
      <w:r>
        <w:tab/>
        <w:t>2.705e0</w:t>
      </w:r>
    </w:p>
    <w:p w14:paraId="691AD9EC" w14:textId="77777777" w:rsidR="00810015" w:rsidRDefault="00810015" w:rsidP="00810015">
      <w:r>
        <w:t>370.1478</w:t>
      </w:r>
      <w:r>
        <w:tab/>
        <w:t>2.623e0</w:t>
      </w:r>
    </w:p>
    <w:p w14:paraId="46272E24" w14:textId="77777777" w:rsidR="00810015" w:rsidRDefault="00810015" w:rsidP="00810015">
      <w:r>
        <w:t>370.1909</w:t>
      </w:r>
      <w:r>
        <w:tab/>
        <w:t>2.025e0</w:t>
      </w:r>
    </w:p>
    <w:p w14:paraId="6821FB22" w14:textId="77777777" w:rsidR="00810015" w:rsidRDefault="00810015" w:rsidP="00810015">
      <w:r>
        <w:t>370.2071</w:t>
      </w:r>
      <w:r>
        <w:tab/>
        <w:t>4.051e0</w:t>
      </w:r>
    </w:p>
    <w:p w14:paraId="7AAC424E" w14:textId="77777777" w:rsidR="00810015" w:rsidRDefault="00810015" w:rsidP="00810015">
      <w:r>
        <w:t>370.2145</w:t>
      </w:r>
      <w:r>
        <w:tab/>
        <w:t>3.038e0</w:t>
      </w:r>
    </w:p>
    <w:p w14:paraId="3D78AD50" w14:textId="77777777" w:rsidR="00810015" w:rsidRDefault="00810015" w:rsidP="00810015">
      <w:r>
        <w:t>370.2440</w:t>
      </w:r>
      <w:r>
        <w:tab/>
        <w:t>2.025e0</w:t>
      </w:r>
    </w:p>
    <w:p w14:paraId="599D9D05" w14:textId="77777777" w:rsidR="00810015" w:rsidRDefault="00810015" w:rsidP="00810015">
      <w:r>
        <w:t>370.2517</w:t>
      </w:r>
      <w:r>
        <w:tab/>
        <w:t>5.063e0</w:t>
      </w:r>
    </w:p>
    <w:p w14:paraId="0E9DA32F" w14:textId="77777777" w:rsidR="00810015" w:rsidRDefault="00810015" w:rsidP="00810015">
      <w:r>
        <w:t>370.2572</w:t>
      </w:r>
      <w:r>
        <w:tab/>
        <w:t>2.025e0</w:t>
      </w:r>
    </w:p>
    <w:p w14:paraId="5089F7CC" w14:textId="77777777" w:rsidR="00810015" w:rsidRDefault="00810015" w:rsidP="00810015">
      <w:r>
        <w:t>370.2905</w:t>
      </w:r>
      <w:r>
        <w:tab/>
        <w:t>2.025e0</w:t>
      </w:r>
    </w:p>
    <w:p w14:paraId="57F43003" w14:textId="77777777" w:rsidR="00810015" w:rsidRDefault="00810015" w:rsidP="00810015">
      <w:r>
        <w:t>370.3012</w:t>
      </w:r>
      <w:r>
        <w:tab/>
        <w:t>4.051e0</w:t>
      </w:r>
    </w:p>
    <w:p w14:paraId="4DE2DA4D" w14:textId="77777777" w:rsidR="00810015" w:rsidRDefault="00810015" w:rsidP="00810015">
      <w:r>
        <w:t>370.3066</w:t>
      </w:r>
      <w:r>
        <w:tab/>
        <w:t>1.112e1</w:t>
      </w:r>
    </w:p>
    <w:p w14:paraId="12DD9571" w14:textId="77777777" w:rsidR="00810015" w:rsidRDefault="00810015" w:rsidP="00810015">
      <w:r>
        <w:t>370.3220</w:t>
      </w:r>
      <w:r>
        <w:tab/>
        <w:t>1.013e0</w:t>
      </w:r>
    </w:p>
    <w:p w14:paraId="59BABEE1" w14:textId="77777777" w:rsidR="00810015" w:rsidRDefault="00810015" w:rsidP="00810015">
      <w:r>
        <w:t>370.3258</w:t>
      </w:r>
      <w:r>
        <w:tab/>
        <w:t>2.806e0</w:t>
      </w:r>
    </w:p>
    <w:p w14:paraId="6C39ABBB" w14:textId="77777777" w:rsidR="00810015" w:rsidRDefault="00810015" w:rsidP="00810015">
      <w:r>
        <w:t>370.3587</w:t>
      </w:r>
      <w:r>
        <w:tab/>
        <w:t>1.013e0</w:t>
      </w:r>
    </w:p>
    <w:p w14:paraId="7B7E17A5" w14:textId="77777777" w:rsidR="00810015" w:rsidRDefault="00810015" w:rsidP="00810015">
      <w:r>
        <w:t>370.3674</w:t>
      </w:r>
      <w:r>
        <w:tab/>
        <w:t>3.038e0</w:t>
      </w:r>
    </w:p>
    <w:p w14:paraId="2F5E18BE" w14:textId="77777777" w:rsidR="00810015" w:rsidRDefault="00810015" w:rsidP="00810015">
      <w:r>
        <w:t>370.3838</w:t>
      </w:r>
      <w:r>
        <w:tab/>
        <w:t>1.013e0</w:t>
      </w:r>
    </w:p>
    <w:p w14:paraId="47E7F7FB" w14:textId="77777777" w:rsidR="00810015" w:rsidRDefault="00810015" w:rsidP="00810015">
      <w:r>
        <w:t>370.3901</w:t>
      </w:r>
      <w:r>
        <w:tab/>
        <w:t>3.038e0</w:t>
      </w:r>
    </w:p>
    <w:p w14:paraId="2921328D" w14:textId="77777777" w:rsidR="00810015" w:rsidRDefault="00810015" w:rsidP="00810015">
      <w:r>
        <w:t>370.4058</w:t>
      </w:r>
      <w:r>
        <w:tab/>
        <w:t>3.038e0</w:t>
      </w:r>
    </w:p>
    <w:p w14:paraId="799D00F1" w14:textId="77777777" w:rsidR="00810015" w:rsidRDefault="00810015" w:rsidP="00810015">
      <w:r>
        <w:t>370.4191</w:t>
      </w:r>
      <w:r>
        <w:tab/>
        <w:t>1.013e0</w:t>
      </w:r>
    </w:p>
    <w:p w14:paraId="173A26D2" w14:textId="77777777" w:rsidR="00810015" w:rsidRDefault="00810015" w:rsidP="00810015">
      <w:r>
        <w:t>370.4450</w:t>
      </w:r>
      <w:r>
        <w:tab/>
        <w:t>3.038e0</w:t>
      </w:r>
    </w:p>
    <w:p w14:paraId="2CF01723" w14:textId="77777777" w:rsidR="00810015" w:rsidRDefault="00810015" w:rsidP="00810015">
      <w:r>
        <w:t>370.4637</w:t>
      </w:r>
      <w:r>
        <w:tab/>
        <w:t>1.013e0</w:t>
      </w:r>
    </w:p>
    <w:p w14:paraId="11B4732F" w14:textId="77777777" w:rsidR="00810015" w:rsidRDefault="00810015" w:rsidP="00810015">
      <w:r>
        <w:t>370.5368</w:t>
      </w:r>
      <w:r>
        <w:tab/>
        <w:t>1.013e0</w:t>
      </w:r>
    </w:p>
    <w:p w14:paraId="52B380E7" w14:textId="77777777" w:rsidR="00810015" w:rsidRDefault="00810015" w:rsidP="00810015">
      <w:r>
        <w:t>370.5554</w:t>
      </w:r>
      <w:r>
        <w:tab/>
        <w:t>1.013e0</w:t>
      </w:r>
    </w:p>
    <w:p w14:paraId="4B650BEA" w14:textId="77777777" w:rsidR="00810015" w:rsidRDefault="00810015" w:rsidP="00810015">
      <w:r>
        <w:t>370.5739</w:t>
      </w:r>
      <w:r>
        <w:tab/>
        <w:t>1.013e0</w:t>
      </w:r>
    </w:p>
    <w:p w14:paraId="7E86DC5B" w14:textId="77777777" w:rsidR="00810015" w:rsidRDefault="00810015" w:rsidP="00810015">
      <w:r>
        <w:t>370.5937</w:t>
      </w:r>
      <w:r>
        <w:tab/>
        <w:t>1.013e0</w:t>
      </w:r>
    </w:p>
    <w:p w14:paraId="16C092C9" w14:textId="77777777" w:rsidR="00810015" w:rsidRDefault="00810015" w:rsidP="00810015">
      <w:r>
        <w:t>370.6219</w:t>
      </w:r>
      <w:r>
        <w:tab/>
        <w:t>2.025e0</w:t>
      </w:r>
    </w:p>
    <w:p w14:paraId="74CBE915" w14:textId="77777777" w:rsidR="00810015" w:rsidRDefault="00810015" w:rsidP="00810015">
      <w:r>
        <w:t>370.6461</w:t>
      </w:r>
      <w:r>
        <w:tab/>
        <w:t>2.025e0</w:t>
      </w:r>
    </w:p>
    <w:p w14:paraId="4DB9B015" w14:textId="77777777" w:rsidR="00810015" w:rsidRDefault="00810015" w:rsidP="00810015">
      <w:r>
        <w:t>370.6609</w:t>
      </w:r>
      <w:r>
        <w:tab/>
        <w:t>1.013e0</w:t>
      </w:r>
    </w:p>
    <w:p w14:paraId="67A4ED5E" w14:textId="77777777" w:rsidR="00810015" w:rsidRDefault="00810015" w:rsidP="00810015">
      <w:r>
        <w:t>370.6754</w:t>
      </w:r>
      <w:r>
        <w:tab/>
        <w:t>1.013e0</w:t>
      </w:r>
    </w:p>
    <w:p w14:paraId="3D3323E3" w14:textId="77777777" w:rsidR="00810015" w:rsidRDefault="00810015" w:rsidP="00810015">
      <w:r>
        <w:t>370.6901</w:t>
      </w:r>
      <w:r>
        <w:tab/>
        <w:t>2.025e0</w:t>
      </w:r>
    </w:p>
    <w:p w14:paraId="6DF49527" w14:textId="77777777" w:rsidR="00810015" w:rsidRDefault="00810015" w:rsidP="00810015">
      <w:r>
        <w:t>370.7005</w:t>
      </w:r>
      <w:r>
        <w:tab/>
        <w:t>1.013e0</w:t>
      </w:r>
    </w:p>
    <w:p w14:paraId="5B0AE344" w14:textId="77777777" w:rsidR="00810015" w:rsidRDefault="00810015" w:rsidP="00810015">
      <w:r>
        <w:t>370.7230</w:t>
      </w:r>
      <w:r>
        <w:tab/>
        <w:t>4.051e0</w:t>
      </w:r>
    </w:p>
    <w:p w14:paraId="4BBD8956" w14:textId="77777777" w:rsidR="00810015" w:rsidRDefault="00810015" w:rsidP="00810015">
      <w:r>
        <w:t>370.7564</w:t>
      </w:r>
      <w:r>
        <w:tab/>
        <w:t>1.013e0</w:t>
      </w:r>
    </w:p>
    <w:p w14:paraId="414A75B8" w14:textId="77777777" w:rsidR="00810015" w:rsidRDefault="00810015" w:rsidP="00810015">
      <w:r>
        <w:t>370.7731</w:t>
      </w:r>
      <w:r>
        <w:tab/>
        <w:t>1.013e0</w:t>
      </w:r>
    </w:p>
    <w:p w14:paraId="6092E6A3" w14:textId="77777777" w:rsidR="00810015" w:rsidRDefault="00810015" w:rsidP="00810015">
      <w:r>
        <w:t>370.8186</w:t>
      </w:r>
      <w:r>
        <w:tab/>
        <w:t>2.025e0</w:t>
      </w:r>
    </w:p>
    <w:p w14:paraId="7EA6F066" w14:textId="77777777" w:rsidR="00810015" w:rsidRDefault="00810015" w:rsidP="00810015">
      <w:r>
        <w:t>370.8273</w:t>
      </w:r>
      <w:r>
        <w:tab/>
        <w:t>3.038e0</w:t>
      </w:r>
    </w:p>
    <w:p w14:paraId="65617C8D" w14:textId="77777777" w:rsidR="00810015" w:rsidRDefault="00810015" w:rsidP="00810015">
      <w:r>
        <w:t>370.8655</w:t>
      </w:r>
      <w:r>
        <w:tab/>
        <w:t>1.013e0</w:t>
      </w:r>
    </w:p>
    <w:p w14:paraId="67F42508" w14:textId="77777777" w:rsidR="00810015" w:rsidRDefault="00810015" w:rsidP="00810015">
      <w:r>
        <w:t>370.8693</w:t>
      </w:r>
      <w:r>
        <w:tab/>
        <w:t>1.013e0</w:t>
      </w:r>
    </w:p>
    <w:p w14:paraId="1C3D8EC2" w14:textId="77777777" w:rsidR="00810015" w:rsidRDefault="00810015" w:rsidP="00810015">
      <w:r>
        <w:t>370.8787</w:t>
      </w:r>
      <w:r>
        <w:tab/>
        <w:t>1.013e0</w:t>
      </w:r>
    </w:p>
    <w:p w14:paraId="009A5CB5" w14:textId="77777777" w:rsidR="00810015" w:rsidRDefault="00810015" w:rsidP="00810015">
      <w:r>
        <w:t>370.8800</w:t>
      </w:r>
      <w:r>
        <w:tab/>
        <w:t>1.013e0</w:t>
      </w:r>
    </w:p>
    <w:p w14:paraId="3CE33005" w14:textId="77777777" w:rsidR="00810015" w:rsidRDefault="00810015" w:rsidP="00810015">
      <w:r>
        <w:t>370.9189</w:t>
      </w:r>
      <w:r>
        <w:tab/>
        <w:t>5.063e0</w:t>
      </w:r>
    </w:p>
    <w:p w14:paraId="72B6065B" w14:textId="77777777" w:rsidR="00810015" w:rsidRDefault="00810015" w:rsidP="00810015">
      <w:r>
        <w:t>370.9204</w:t>
      </w:r>
      <w:r>
        <w:tab/>
        <w:t>1.013e0</w:t>
      </w:r>
    </w:p>
    <w:p w14:paraId="4C1ED4DB" w14:textId="77777777" w:rsidR="00810015" w:rsidRDefault="00810015" w:rsidP="00810015">
      <w:r>
        <w:t>370.9249</w:t>
      </w:r>
      <w:r>
        <w:tab/>
        <w:t>1.013e0</w:t>
      </w:r>
    </w:p>
    <w:p w14:paraId="55D8C2E1" w14:textId="77777777" w:rsidR="00810015" w:rsidRDefault="00810015" w:rsidP="00810015">
      <w:r>
        <w:t>370.9612</w:t>
      </w:r>
      <w:r>
        <w:tab/>
        <w:t>4.051e0</w:t>
      </w:r>
    </w:p>
    <w:p w14:paraId="77B90C19" w14:textId="77777777" w:rsidR="00810015" w:rsidRDefault="00810015" w:rsidP="00810015">
      <w:r>
        <w:t>370.9676</w:t>
      </w:r>
      <w:r>
        <w:tab/>
        <w:t>7.731e0</w:t>
      </w:r>
    </w:p>
    <w:p w14:paraId="11121D89" w14:textId="77777777" w:rsidR="00810015" w:rsidRDefault="00810015" w:rsidP="00810015">
      <w:r>
        <w:t>371.0012</w:t>
      </w:r>
      <w:r>
        <w:tab/>
        <w:t>4.051e0</w:t>
      </w:r>
    </w:p>
    <w:p w14:paraId="7F03CD62" w14:textId="77777777" w:rsidR="00810015" w:rsidRDefault="00810015" w:rsidP="00810015">
      <w:r>
        <w:t>371.0240</w:t>
      </w:r>
      <w:r>
        <w:tab/>
        <w:t>1.013e0</w:t>
      </w:r>
    </w:p>
    <w:p w14:paraId="4FEB26C8" w14:textId="77777777" w:rsidR="00810015" w:rsidRDefault="00810015" w:rsidP="00810015">
      <w:r>
        <w:t>371.0288</w:t>
      </w:r>
      <w:r>
        <w:tab/>
        <w:t>3.030e0</w:t>
      </w:r>
    </w:p>
    <w:p w14:paraId="0B3B9C01" w14:textId="77777777" w:rsidR="00810015" w:rsidRDefault="00810015" w:rsidP="00810015">
      <w:r>
        <w:t>371.0321</w:t>
      </w:r>
      <w:r>
        <w:tab/>
        <w:t>1.013e0</w:t>
      </w:r>
    </w:p>
    <w:p w14:paraId="08DC8192" w14:textId="77777777" w:rsidR="00810015" w:rsidRDefault="00810015" w:rsidP="00810015">
      <w:r>
        <w:t>371.0555</w:t>
      </w:r>
      <w:r>
        <w:tab/>
        <w:t>2.025e0</w:t>
      </w:r>
    </w:p>
    <w:p w14:paraId="0E638227" w14:textId="77777777" w:rsidR="00810015" w:rsidRDefault="00810015" w:rsidP="00810015">
      <w:r>
        <w:t>371.0788</w:t>
      </w:r>
      <w:r>
        <w:tab/>
        <w:t>1.489e0</w:t>
      </w:r>
    </w:p>
    <w:p w14:paraId="1A84C9EB" w14:textId="77777777" w:rsidR="00810015" w:rsidRDefault="00810015" w:rsidP="00810015">
      <w:r>
        <w:t>371.1066</w:t>
      </w:r>
      <w:r>
        <w:tab/>
        <w:t>5.619e0</w:t>
      </w:r>
    </w:p>
    <w:p w14:paraId="7342F53D" w14:textId="77777777" w:rsidR="00810015" w:rsidRDefault="00810015" w:rsidP="00810015">
      <w:r>
        <w:t>371.1232</w:t>
      </w:r>
      <w:r>
        <w:tab/>
        <w:t>2.480e1</w:t>
      </w:r>
    </w:p>
    <w:p w14:paraId="6AC72031" w14:textId="77777777" w:rsidR="00810015" w:rsidRDefault="00810015" w:rsidP="00810015">
      <w:r>
        <w:t>371.1277</w:t>
      </w:r>
      <w:r>
        <w:tab/>
        <w:t>9.310e0</w:t>
      </w:r>
    </w:p>
    <w:p w14:paraId="742ADB87" w14:textId="77777777" w:rsidR="00810015" w:rsidRDefault="00810015" w:rsidP="00810015">
      <w:r>
        <w:t>371.2120</w:t>
      </w:r>
      <w:r>
        <w:tab/>
        <w:t>4.051e0</w:t>
      </w:r>
    </w:p>
    <w:p w14:paraId="2B34C141" w14:textId="77777777" w:rsidR="00810015" w:rsidRDefault="00810015" w:rsidP="00810015">
      <w:r>
        <w:t>371.2196</w:t>
      </w:r>
      <w:r>
        <w:tab/>
        <w:t>1.677e0</w:t>
      </w:r>
    </w:p>
    <w:p w14:paraId="21E6B428" w14:textId="77777777" w:rsidR="00810015" w:rsidRDefault="00810015" w:rsidP="00810015">
      <w:r>
        <w:t>371.2408</w:t>
      </w:r>
      <w:r>
        <w:tab/>
        <w:t>2.025e0</w:t>
      </w:r>
    </w:p>
    <w:p w14:paraId="2A9A1855" w14:textId="77777777" w:rsidR="00810015" w:rsidRDefault="00810015" w:rsidP="00810015">
      <w:r>
        <w:t>371.2486</w:t>
      </w:r>
      <w:r>
        <w:tab/>
        <w:t>1.013e0</w:t>
      </w:r>
    </w:p>
    <w:p w14:paraId="74A43863" w14:textId="77777777" w:rsidR="00810015" w:rsidRDefault="00810015" w:rsidP="00810015">
      <w:r>
        <w:t>371.2524</w:t>
      </w:r>
      <w:r>
        <w:tab/>
        <w:t>4.051e0</w:t>
      </w:r>
    </w:p>
    <w:p w14:paraId="5B14210E" w14:textId="77777777" w:rsidR="00810015" w:rsidRDefault="00810015" w:rsidP="00810015">
      <w:r>
        <w:t>371.2805</w:t>
      </w:r>
      <w:r>
        <w:tab/>
        <w:t>5.063e0</w:t>
      </w:r>
    </w:p>
    <w:p w14:paraId="2E44EFED" w14:textId="77777777" w:rsidR="00810015" w:rsidRDefault="00810015" w:rsidP="00810015">
      <w:r>
        <w:t>371.3154</w:t>
      </w:r>
      <w:r>
        <w:tab/>
        <w:t>6.818e0</w:t>
      </w:r>
    </w:p>
    <w:p w14:paraId="25B528C5" w14:textId="77777777" w:rsidR="00810015" w:rsidRDefault="00810015" w:rsidP="00810015">
      <w:r>
        <w:t>371.3178</w:t>
      </w:r>
      <w:r>
        <w:tab/>
        <w:t>5.063e0</w:t>
      </w:r>
    </w:p>
    <w:p w14:paraId="31E9E6F5" w14:textId="77777777" w:rsidR="00810015" w:rsidRDefault="00810015" w:rsidP="00810015">
      <w:r>
        <w:t>371.3191</w:t>
      </w:r>
      <w:r>
        <w:tab/>
        <w:t>7.986e0</w:t>
      </w:r>
    </w:p>
    <w:p w14:paraId="754E133A" w14:textId="77777777" w:rsidR="00810015" w:rsidRDefault="00810015" w:rsidP="00810015">
      <w:r>
        <w:t>371.3223</w:t>
      </w:r>
      <w:r>
        <w:tab/>
        <w:t>6.076e0</w:t>
      </w:r>
    </w:p>
    <w:p w14:paraId="4F448A2F" w14:textId="77777777" w:rsidR="00810015" w:rsidRDefault="00810015" w:rsidP="00810015">
      <w:r>
        <w:t>371.3261</w:t>
      </w:r>
      <w:r>
        <w:tab/>
        <w:t>1.338e1</w:t>
      </w:r>
    </w:p>
    <w:p w14:paraId="13761F7E" w14:textId="77777777" w:rsidR="00810015" w:rsidRDefault="00810015" w:rsidP="00810015">
      <w:r>
        <w:t>371.3694</w:t>
      </w:r>
      <w:r>
        <w:tab/>
        <w:t>3.038e0</w:t>
      </w:r>
    </w:p>
    <w:p w14:paraId="35A2E643" w14:textId="77777777" w:rsidR="00810015" w:rsidRDefault="00810015" w:rsidP="00810015">
      <w:r>
        <w:t>371.3708</w:t>
      </w:r>
      <w:r>
        <w:tab/>
        <w:t>3.038e0</w:t>
      </w:r>
    </w:p>
    <w:p w14:paraId="456868BD" w14:textId="77777777" w:rsidR="00810015" w:rsidRDefault="00810015" w:rsidP="00810015">
      <w:r>
        <w:t>371.3808</w:t>
      </w:r>
      <w:r>
        <w:tab/>
        <w:t>1.013e0</w:t>
      </w:r>
    </w:p>
    <w:p w14:paraId="5186F0AD" w14:textId="77777777" w:rsidR="00810015" w:rsidRDefault="00810015" w:rsidP="00810015">
      <w:r>
        <w:t>371.3931</w:t>
      </w:r>
      <w:r>
        <w:tab/>
        <w:t>1.013e0</w:t>
      </w:r>
    </w:p>
    <w:p w14:paraId="40CC0AC5" w14:textId="77777777" w:rsidR="00810015" w:rsidRDefault="00810015" w:rsidP="00810015">
      <w:r>
        <w:t>371.4129</w:t>
      </w:r>
      <w:r>
        <w:tab/>
        <w:t>1.013e0</w:t>
      </w:r>
    </w:p>
    <w:p w14:paraId="6EC5ECF3" w14:textId="77777777" w:rsidR="00810015" w:rsidRDefault="00810015" w:rsidP="00810015">
      <w:r>
        <w:t>371.4588</w:t>
      </w:r>
      <w:r>
        <w:tab/>
        <w:t>1.013e0</w:t>
      </w:r>
    </w:p>
    <w:p w14:paraId="3A2007C2" w14:textId="77777777" w:rsidR="00810015" w:rsidRDefault="00810015" w:rsidP="00810015">
      <w:r>
        <w:t>371.4746</w:t>
      </w:r>
      <w:r>
        <w:tab/>
        <w:t>1.013e0</w:t>
      </w:r>
    </w:p>
    <w:p w14:paraId="79D68373" w14:textId="77777777" w:rsidR="00810015" w:rsidRDefault="00810015" w:rsidP="00810015">
      <w:r>
        <w:t>371.5010</w:t>
      </w:r>
      <w:r>
        <w:tab/>
        <w:t>2.025e0</w:t>
      </w:r>
    </w:p>
    <w:p w14:paraId="357DDB26" w14:textId="77777777" w:rsidR="00810015" w:rsidRDefault="00810015" w:rsidP="00810015">
      <w:r>
        <w:t>371.5092</w:t>
      </w:r>
      <w:r>
        <w:tab/>
        <w:t>2.025e0</w:t>
      </w:r>
    </w:p>
    <w:p w14:paraId="384D0AC2" w14:textId="77777777" w:rsidR="00810015" w:rsidRDefault="00810015" w:rsidP="00810015">
      <w:r>
        <w:t>371.5209</w:t>
      </w:r>
      <w:r>
        <w:tab/>
        <w:t>1.013e0</w:t>
      </w:r>
    </w:p>
    <w:p w14:paraId="7EA29907" w14:textId="77777777" w:rsidR="00810015" w:rsidRDefault="00810015" w:rsidP="00810015">
      <w:r>
        <w:t>371.5259</w:t>
      </w:r>
      <w:r>
        <w:tab/>
        <w:t>1.013e0</w:t>
      </w:r>
    </w:p>
    <w:p w14:paraId="3ED5989B" w14:textId="77777777" w:rsidR="00810015" w:rsidRDefault="00810015" w:rsidP="00810015">
      <w:r>
        <w:t>371.5686</w:t>
      </w:r>
      <w:r>
        <w:tab/>
        <w:t>3.038e0</w:t>
      </w:r>
    </w:p>
    <w:p w14:paraId="234C3DEA" w14:textId="77777777" w:rsidR="00810015" w:rsidRDefault="00810015" w:rsidP="00810015">
      <w:r>
        <w:t>371.5807</w:t>
      </w:r>
      <w:r>
        <w:tab/>
        <w:t>1.013e0</w:t>
      </w:r>
    </w:p>
    <w:p w14:paraId="3EEFF80D" w14:textId="77777777" w:rsidR="00810015" w:rsidRDefault="00810015" w:rsidP="00810015">
      <w:r>
        <w:t>371.6125</w:t>
      </w:r>
      <w:r>
        <w:tab/>
        <w:t>2.025e0</w:t>
      </w:r>
    </w:p>
    <w:p w14:paraId="170BCD7D" w14:textId="77777777" w:rsidR="00810015" w:rsidRDefault="00810015" w:rsidP="00810015">
      <w:r>
        <w:t>371.6320</w:t>
      </w:r>
      <w:r>
        <w:tab/>
        <w:t>1.013e0</w:t>
      </w:r>
    </w:p>
    <w:p w14:paraId="3AD6E1D1" w14:textId="77777777" w:rsidR="00810015" w:rsidRDefault="00810015" w:rsidP="00810015">
      <w:r>
        <w:t>371.6381</w:t>
      </w:r>
      <w:r>
        <w:tab/>
        <w:t>2.025e0</w:t>
      </w:r>
    </w:p>
    <w:p w14:paraId="60A1EB9C" w14:textId="77777777" w:rsidR="00810015" w:rsidRDefault="00810015" w:rsidP="00810015">
      <w:r>
        <w:t>371.6544</w:t>
      </w:r>
      <w:r>
        <w:tab/>
        <w:t>2.025e0</w:t>
      </w:r>
    </w:p>
    <w:p w14:paraId="3ED8B3F6" w14:textId="77777777" w:rsidR="00810015" w:rsidRDefault="00810015" w:rsidP="00810015">
      <w:r>
        <w:t>371.6717</w:t>
      </w:r>
      <w:r>
        <w:tab/>
        <w:t>1.013e0</w:t>
      </w:r>
    </w:p>
    <w:p w14:paraId="1A7CBA9D" w14:textId="77777777" w:rsidR="00810015" w:rsidRDefault="00810015" w:rsidP="00810015">
      <w:r>
        <w:t>371.6896</w:t>
      </w:r>
      <w:r>
        <w:tab/>
        <w:t>2.374e0</w:t>
      </w:r>
    </w:p>
    <w:p w14:paraId="3E0FCF22" w14:textId="77777777" w:rsidR="00810015" w:rsidRDefault="00810015" w:rsidP="00810015">
      <w:r>
        <w:t>371.7180</w:t>
      </w:r>
      <w:r>
        <w:tab/>
        <w:t>1.013e0</w:t>
      </w:r>
    </w:p>
    <w:p w14:paraId="7F8A2ABB" w14:textId="77777777" w:rsidR="00810015" w:rsidRDefault="00810015" w:rsidP="00810015">
      <w:r>
        <w:t>371.7227</w:t>
      </w:r>
      <w:r>
        <w:tab/>
        <w:t>3.038e0</w:t>
      </w:r>
    </w:p>
    <w:p w14:paraId="729650E6" w14:textId="77777777" w:rsidR="00810015" w:rsidRDefault="00810015" w:rsidP="00810015">
      <w:r>
        <w:t>371.7318</w:t>
      </w:r>
      <w:r>
        <w:tab/>
        <w:t>4.051e0</w:t>
      </w:r>
    </w:p>
    <w:p w14:paraId="0BAA8942" w14:textId="77777777" w:rsidR="00810015" w:rsidRDefault="00810015" w:rsidP="00810015">
      <w:r>
        <w:t>371.7766</w:t>
      </w:r>
      <w:r>
        <w:tab/>
        <w:t>1.013e0</w:t>
      </w:r>
    </w:p>
    <w:p w14:paraId="28606CA3" w14:textId="77777777" w:rsidR="00810015" w:rsidRDefault="00810015" w:rsidP="00810015">
      <w:r>
        <w:t>371.7805</w:t>
      </w:r>
      <w:r>
        <w:tab/>
        <w:t>1.013e0</w:t>
      </w:r>
    </w:p>
    <w:p w14:paraId="163483E2" w14:textId="77777777" w:rsidR="00810015" w:rsidRDefault="00810015" w:rsidP="00810015">
      <w:r>
        <w:t>371.7874</w:t>
      </w:r>
      <w:r>
        <w:tab/>
        <w:t>2.025e0</w:t>
      </w:r>
    </w:p>
    <w:p w14:paraId="77B42055" w14:textId="77777777" w:rsidR="00810015" w:rsidRDefault="00810015" w:rsidP="00810015">
      <w:r>
        <w:t>371.8265</w:t>
      </w:r>
      <w:r>
        <w:tab/>
        <w:t>1.013e0</w:t>
      </w:r>
    </w:p>
    <w:p w14:paraId="544955AA" w14:textId="77777777" w:rsidR="00810015" w:rsidRDefault="00810015" w:rsidP="00810015">
      <w:r>
        <w:t>371.8305</w:t>
      </w:r>
      <w:r>
        <w:tab/>
        <w:t>1.013e0</w:t>
      </w:r>
    </w:p>
    <w:p w14:paraId="1C682D1B" w14:textId="77777777" w:rsidR="00810015" w:rsidRDefault="00810015" w:rsidP="00810015">
      <w:r>
        <w:t>371.8504</w:t>
      </w:r>
      <w:r>
        <w:tab/>
        <w:t>3.038e0</w:t>
      </w:r>
    </w:p>
    <w:p w14:paraId="6397302F" w14:textId="77777777" w:rsidR="00810015" w:rsidRDefault="00810015" w:rsidP="00810015">
      <w:r>
        <w:t>371.8577</w:t>
      </w:r>
      <w:r>
        <w:tab/>
        <w:t>3.038e0</w:t>
      </w:r>
    </w:p>
    <w:p w14:paraId="3A2070F0" w14:textId="77777777" w:rsidR="00810015" w:rsidRDefault="00810015" w:rsidP="00810015">
      <w:r>
        <w:t>371.8635</w:t>
      </w:r>
      <w:r>
        <w:tab/>
        <w:t>2.025e0</w:t>
      </w:r>
    </w:p>
    <w:p w14:paraId="09997651" w14:textId="77777777" w:rsidR="00810015" w:rsidRDefault="00810015" w:rsidP="00810015">
      <w:r>
        <w:t>371.9077</w:t>
      </w:r>
      <w:r>
        <w:tab/>
        <w:t>2.025e0</w:t>
      </w:r>
    </w:p>
    <w:p w14:paraId="5F5CADB5" w14:textId="77777777" w:rsidR="00810015" w:rsidRDefault="00810015" w:rsidP="00810015">
      <w:r>
        <w:t>371.9376</w:t>
      </w:r>
      <w:r>
        <w:tab/>
        <w:t>5.538e0</w:t>
      </w:r>
    </w:p>
    <w:p w14:paraId="0180E002" w14:textId="77777777" w:rsidR="00810015" w:rsidRDefault="00810015" w:rsidP="00810015">
      <w:r>
        <w:t>371.9394</w:t>
      </w:r>
      <w:r>
        <w:tab/>
        <w:t>1.013e0</w:t>
      </w:r>
    </w:p>
    <w:p w14:paraId="481E6BBE" w14:textId="77777777" w:rsidR="00810015" w:rsidRDefault="00810015" w:rsidP="00810015">
      <w:r>
        <w:t>371.9416</w:t>
      </w:r>
      <w:r>
        <w:tab/>
        <w:t>2.025e0</w:t>
      </w:r>
    </w:p>
    <w:p w14:paraId="521828A6" w14:textId="77777777" w:rsidR="00810015" w:rsidRDefault="00810015" w:rsidP="00810015">
      <w:r>
        <w:t>371.9511</w:t>
      </w:r>
      <w:r>
        <w:tab/>
        <w:t>5.063e0</w:t>
      </w:r>
    </w:p>
    <w:p w14:paraId="03DC3855" w14:textId="77777777" w:rsidR="00810015" w:rsidRDefault="00810015" w:rsidP="00810015">
      <w:r>
        <w:t>371.9608</w:t>
      </w:r>
      <w:r>
        <w:tab/>
        <w:t>5.063e0</w:t>
      </w:r>
    </w:p>
    <w:p w14:paraId="3269C80E" w14:textId="77777777" w:rsidR="00810015" w:rsidRDefault="00810015" w:rsidP="00810015">
      <w:r>
        <w:t>371.9772</w:t>
      </w:r>
      <w:r>
        <w:tab/>
        <w:t>3.038e0</w:t>
      </w:r>
    </w:p>
    <w:p w14:paraId="1F2C9D40" w14:textId="77777777" w:rsidR="00810015" w:rsidRDefault="00810015" w:rsidP="00810015">
      <w:r>
        <w:t>372.0110</w:t>
      </w:r>
      <w:r>
        <w:tab/>
        <w:t>7.801e0</w:t>
      </w:r>
    </w:p>
    <w:p w14:paraId="0D9963C4" w14:textId="77777777" w:rsidR="00810015" w:rsidRDefault="00810015" w:rsidP="00810015">
      <w:r>
        <w:t>372.0159</w:t>
      </w:r>
      <w:r>
        <w:tab/>
        <w:t>1.013e0</w:t>
      </w:r>
    </w:p>
    <w:p w14:paraId="5094FC91" w14:textId="77777777" w:rsidR="00810015" w:rsidRDefault="00810015" w:rsidP="00810015">
      <w:r>
        <w:t>372.0302</w:t>
      </w:r>
      <w:r>
        <w:tab/>
        <w:t>2.748e0</w:t>
      </w:r>
    </w:p>
    <w:p w14:paraId="7EAA2083" w14:textId="77777777" w:rsidR="00810015" w:rsidRDefault="00810015" w:rsidP="00810015">
      <w:r>
        <w:t>372.0512</w:t>
      </w:r>
      <w:r>
        <w:tab/>
        <w:t>5.063e0</w:t>
      </w:r>
    </w:p>
    <w:p w14:paraId="5FAE39A0" w14:textId="77777777" w:rsidR="00810015" w:rsidRDefault="00810015" w:rsidP="00810015">
      <w:r>
        <w:t>372.0523</w:t>
      </w:r>
      <w:r>
        <w:tab/>
        <w:t>2.025e0</w:t>
      </w:r>
    </w:p>
    <w:p w14:paraId="39E588AA" w14:textId="77777777" w:rsidR="00810015" w:rsidRDefault="00810015" w:rsidP="00810015">
      <w:r>
        <w:t>372.0734</w:t>
      </w:r>
      <w:r>
        <w:tab/>
        <w:t>3.038e0</w:t>
      </w:r>
    </w:p>
    <w:p w14:paraId="35B8BDEC" w14:textId="77777777" w:rsidR="00810015" w:rsidRDefault="00810015" w:rsidP="00810015">
      <w:r>
        <w:t>372.1185</w:t>
      </w:r>
      <w:r>
        <w:tab/>
        <w:t>2.378e0</w:t>
      </w:r>
    </w:p>
    <w:p w14:paraId="0B5ACA40" w14:textId="77777777" w:rsidR="00810015" w:rsidRDefault="00810015" w:rsidP="00810015">
      <w:r>
        <w:t>372.1278</w:t>
      </w:r>
      <w:r>
        <w:tab/>
        <w:t>2.047e1</w:t>
      </w:r>
    </w:p>
    <w:p w14:paraId="350D9F9D" w14:textId="77777777" w:rsidR="00810015" w:rsidRDefault="00810015" w:rsidP="00810015">
      <w:r>
        <w:t>372.1362</w:t>
      </w:r>
      <w:r>
        <w:tab/>
        <w:t>1.229e1</w:t>
      </w:r>
    </w:p>
    <w:p w14:paraId="66B123DF" w14:textId="77777777" w:rsidR="00810015" w:rsidRDefault="00810015" w:rsidP="00810015">
      <w:r>
        <w:t>372.1583</w:t>
      </w:r>
      <w:r>
        <w:tab/>
        <w:t>2.025e0</w:t>
      </w:r>
    </w:p>
    <w:p w14:paraId="34BA1A0C" w14:textId="77777777" w:rsidR="00810015" w:rsidRDefault="00810015" w:rsidP="00810015">
      <w:r>
        <w:t>372.1652</w:t>
      </w:r>
      <w:r>
        <w:tab/>
        <w:t>1.013e0</w:t>
      </w:r>
    </w:p>
    <w:p w14:paraId="628617BF" w14:textId="77777777" w:rsidR="00810015" w:rsidRDefault="00810015" w:rsidP="00810015">
      <w:r>
        <w:t>372.1819</w:t>
      </w:r>
      <w:r>
        <w:tab/>
        <w:t>6.874e0</w:t>
      </w:r>
    </w:p>
    <w:p w14:paraId="4D49EEFA" w14:textId="77777777" w:rsidR="00810015" w:rsidRDefault="00810015" w:rsidP="00810015">
      <w:r>
        <w:t>372.2109</w:t>
      </w:r>
      <w:r>
        <w:tab/>
        <w:t>5.850e0</w:t>
      </w:r>
    </w:p>
    <w:p w14:paraId="2861B893" w14:textId="77777777" w:rsidR="00810015" w:rsidRDefault="00810015" w:rsidP="00810015">
      <w:r>
        <w:t>372.2150</w:t>
      </w:r>
      <w:r>
        <w:tab/>
        <w:t>2.631e0</w:t>
      </w:r>
    </w:p>
    <w:p w14:paraId="47F2AB61" w14:textId="77777777" w:rsidR="00810015" w:rsidRDefault="00810015" w:rsidP="00810015">
      <w:r>
        <w:t>372.2240</w:t>
      </w:r>
      <w:r>
        <w:tab/>
        <w:t>4.051e0</w:t>
      </w:r>
    </w:p>
    <w:p w14:paraId="43A5891F" w14:textId="77777777" w:rsidR="00810015" w:rsidRDefault="00810015" w:rsidP="00810015">
      <w:r>
        <w:t>372.2404</w:t>
      </w:r>
      <w:r>
        <w:tab/>
        <w:t>1.013e1</w:t>
      </w:r>
    </w:p>
    <w:p w14:paraId="408A3EC8" w14:textId="77777777" w:rsidR="00810015" w:rsidRDefault="00810015" w:rsidP="00810015">
      <w:r>
        <w:t>372.2517</w:t>
      </w:r>
      <w:r>
        <w:tab/>
        <w:t>2.025e0</w:t>
      </w:r>
    </w:p>
    <w:p w14:paraId="1297544D" w14:textId="77777777" w:rsidR="00810015" w:rsidRDefault="00810015" w:rsidP="00810015">
      <w:r>
        <w:t>372.2675</w:t>
      </w:r>
      <w:r>
        <w:tab/>
        <w:t>1.013e0</w:t>
      </w:r>
    </w:p>
    <w:p w14:paraId="5289D90D" w14:textId="77777777" w:rsidR="00810015" w:rsidRDefault="00810015" w:rsidP="00810015">
      <w:r>
        <w:t>372.3444</w:t>
      </w:r>
      <w:r>
        <w:tab/>
        <w:t>3.544e1</w:t>
      </w:r>
    </w:p>
    <w:p w14:paraId="0D58A1B7" w14:textId="77777777" w:rsidR="00810015" w:rsidRDefault="00810015" w:rsidP="00810015">
      <w:r>
        <w:t>372.3459</w:t>
      </w:r>
      <w:r>
        <w:tab/>
        <w:t>8.398e1</w:t>
      </w:r>
    </w:p>
    <w:p w14:paraId="1C40A2BA" w14:textId="77777777" w:rsidR="00810015" w:rsidRDefault="00810015" w:rsidP="00810015">
      <w:r>
        <w:t>372.3513</w:t>
      </w:r>
      <w:r>
        <w:tab/>
        <w:t>3.342e1</w:t>
      </w:r>
    </w:p>
    <w:p w14:paraId="76AF8AB7" w14:textId="77777777" w:rsidR="00810015" w:rsidRDefault="00810015" w:rsidP="00810015">
      <w:r>
        <w:t>372.4175</w:t>
      </w:r>
      <w:r>
        <w:tab/>
        <w:t>1.013e0</w:t>
      </w:r>
    </w:p>
    <w:p w14:paraId="476983D1" w14:textId="77777777" w:rsidR="00810015" w:rsidRDefault="00810015" w:rsidP="00810015">
      <w:r>
        <w:t>372.4425</w:t>
      </w:r>
      <w:r>
        <w:tab/>
        <w:t>2.025e0</w:t>
      </w:r>
    </w:p>
    <w:p w14:paraId="35F2D426" w14:textId="77777777" w:rsidR="00810015" w:rsidRDefault="00810015" w:rsidP="00810015">
      <w:r>
        <w:t>372.4496</w:t>
      </w:r>
      <w:r>
        <w:tab/>
        <w:t>2.025e0</w:t>
      </w:r>
    </w:p>
    <w:p w14:paraId="3FC18CDF" w14:textId="77777777" w:rsidR="00810015" w:rsidRDefault="00810015" w:rsidP="00810015">
      <w:r>
        <w:t>372.4630</w:t>
      </w:r>
      <w:r>
        <w:tab/>
        <w:t>4.051e0</w:t>
      </w:r>
    </w:p>
    <w:p w14:paraId="7F462365" w14:textId="77777777" w:rsidR="00810015" w:rsidRDefault="00810015" w:rsidP="00810015">
      <w:r>
        <w:t>372.4928</w:t>
      </w:r>
      <w:r>
        <w:tab/>
        <w:t>1.013e0</w:t>
      </w:r>
    </w:p>
    <w:p w14:paraId="40C8D878" w14:textId="77777777" w:rsidR="00810015" w:rsidRDefault="00810015" w:rsidP="00810015">
      <w:r>
        <w:t>372.5041</w:t>
      </w:r>
      <w:r>
        <w:tab/>
        <w:t>1.013e0</w:t>
      </w:r>
    </w:p>
    <w:p w14:paraId="74255A51" w14:textId="77777777" w:rsidR="00810015" w:rsidRDefault="00810015" w:rsidP="00810015">
      <w:r>
        <w:t>372.5127</w:t>
      </w:r>
      <w:r>
        <w:tab/>
        <w:t>1.013e0</w:t>
      </w:r>
    </w:p>
    <w:p w14:paraId="5806D6C0" w14:textId="77777777" w:rsidR="00810015" w:rsidRDefault="00810015" w:rsidP="00810015">
      <w:r>
        <w:t>372.5305</w:t>
      </w:r>
      <w:r>
        <w:tab/>
        <w:t>1.013e0</w:t>
      </w:r>
    </w:p>
    <w:p w14:paraId="1969715F" w14:textId="77777777" w:rsidR="00810015" w:rsidRDefault="00810015" w:rsidP="00810015">
      <w:r>
        <w:t>372.5459</w:t>
      </w:r>
      <w:r>
        <w:tab/>
        <w:t>1.013e0</w:t>
      </w:r>
    </w:p>
    <w:p w14:paraId="7D2F1962" w14:textId="77777777" w:rsidR="00810015" w:rsidRDefault="00810015" w:rsidP="00810015">
      <w:r>
        <w:t>372.5501</w:t>
      </w:r>
      <w:r>
        <w:tab/>
        <w:t>1.013e0</w:t>
      </w:r>
    </w:p>
    <w:p w14:paraId="12EDB692" w14:textId="77777777" w:rsidR="00810015" w:rsidRDefault="00810015" w:rsidP="00810015">
      <w:r>
        <w:t>372.5605</w:t>
      </w:r>
      <w:r>
        <w:tab/>
        <w:t>1.013e0</w:t>
      </w:r>
    </w:p>
    <w:p w14:paraId="4481BD28" w14:textId="77777777" w:rsidR="00810015" w:rsidRDefault="00810015" w:rsidP="00810015">
      <w:r>
        <w:t>372.6000</w:t>
      </w:r>
      <w:r>
        <w:tab/>
        <w:t>1.013e0</w:t>
      </w:r>
    </w:p>
    <w:p w14:paraId="40427143" w14:textId="77777777" w:rsidR="00810015" w:rsidRDefault="00810015" w:rsidP="00810015">
      <w:r>
        <w:t>372.6067</w:t>
      </w:r>
      <w:r>
        <w:tab/>
        <w:t>2.025e0</w:t>
      </w:r>
    </w:p>
    <w:p w14:paraId="4FFFE6FD" w14:textId="77777777" w:rsidR="00810015" w:rsidRDefault="00810015" w:rsidP="00810015">
      <w:r>
        <w:t>372.6211</w:t>
      </w:r>
      <w:r>
        <w:tab/>
        <w:t>1.013e0</w:t>
      </w:r>
    </w:p>
    <w:p w14:paraId="274D54F9" w14:textId="77777777" w:rsidR="00810015" w:rsidRDefault="00810015" w:rsidP="00810015">
      <w:r>
        <w:t>372.6496</w:t>
      </w:r>
      <w:r>
        <w:tab/>
        <w:t>2.025e0</w:t>
      </w:r>
    </w:p>
    <w:p w14:paraId="5CC19EDC" w14:textId="77777777" w:rsidR="00810015" w:rsidRDefault="00810015" w:rsidP="00810015">
      <w:r>
        <w:t>372.6614</w:t>
      </w:r>
      <w:r>
        <w:tab/>
        <w:t>2.025e0</w:t>
      </w:r>
    </w:p>
    <w:p w14:paraId="0AF845ED" w14:textId="77777777" w:rsidR="00810015" w:rsidRDefault="00810015" w:rsidP="00810015">
      <w:r>
        <w:t>372.6631</w:t>
      </w:r>
      <w:r>
        <w:tab/>
        <w:t>2.025e0</w:t>
      </w:r>
    </w:p>
    <w:p w14:paraId="719F4D11" w14:textId="77777777" w:rsidR="00810015" w:rsidRDefault="00810015" w:rsidP="00810015">
      <w:r>
        <w:t>372.6918</w:t>
      </w:r>
      <w:r>
        <w:tab/>
        <w:t>1.013e0</w:t>
      </w:r>
    </w:p>
    <w:p w14:paraId="075C7952" w14:textId="77777777" w:rsidR="00810015" w:rsidRDefault="00810015" w:rsidP="00810015">
      <w:r>
        <w:t>372.7104</w:t>
      </w:r>
      <w:r>
        <w:tab/>
        <w:t>1.013e0</w:t>
      </w:r>
    </w:p>
    <w:p w14:paraId="01A6E0E3" w14:textId="77777777" w:rsidR="00810015" w:rsidRDefault="00810015" w:rsidP="00810015">
      <w:r>
        <w:t>372.7249</w:t>
      </w:r>
      <w:r>
        <w:tab/>
        <w:t>2.025e0</w:t>
      </w:r>
    </w:p>
    <w:p w14:paraId="7A0E0A60" w14:textId="77777777" w:rsidR="00810015" w:rsidRDefault="00810015" w:rsidP="00810015">
      <w:r>
        <w:t>372.7551</w:t>
      </w:r>
      <w:r>
        <w:tab/>
        <w:t>1.013e0</w:t>
      </w:r>
    </w:p>
    <w:p w14:paraId="07B101A3" w14:textId="77777777" w:rsidR="00810015" w:rsidRDefault="00810015" w:rsidP="00810015">
      <w:r>
        <w:t>372.7801</w:t>
      </w:r>
      <w:r>
        <w:tab/>
        <w:t>1.013e0</w:t>
      </w:r>
    </w:p>
    <w:p w14:paraId="2C987380" w14:textId="77777777" w:rsidR="00810015" w:rsidRDefault="00810015" w:rsidP="00810015">
      <w:r>
        <w:t>372.7859</w:t>
      </w:r>
      <w:r>
        <w:tab/>
        <w:t>1.013e0</w:t>
      </w:r>
    </w:p>
    <w:p w14:paraId="6F93D28F" w14:textId="77777777" w:rsidR="00810015" w:rsidRDefault="00810015" w:rsidP="00810015">
      <w:r>
        <w:t>372.8260</w:t>
      </w:r>
      <w:r>
        <w:tab/>
        <w:t>1.013e0</w:t>
      </w:r>
    </w:p>
    <w:p w14:paraId="1501A8B8" w14:textId="77777777" w:rsidR="00810015" w:rsidRDefault="00810015" w:rsidP="00810015">
      <w:r>
        <w:t>372.8311</w:t>
      </w:r>
      <w:r>
        <w:tab/>
        <w:t>2.025e0</w:t>
      </w:r>
    </w:p>
    <w:p w14:paraId="7BB25C8D" w14:textId="77777777" w:rsidR="00810015" w:rsidRDefault="00810015" w:rsidP="00810015">
      <w:r>
        <w:t>372.8509</w:t>
      </w:r>
      <w:r>
        <w:tab/>
        <w:t>1.013e0</w:t>
      </w:r>
    </w:p>
    <w:p w14:paraId="049598E5" w14:textId="77777777" w:rsidR="00810015" w:rsidRDefault="00810015" w:rsidP="00810015">
      <w:r>
        <w:t>372.8931</w:t>
      </w:r>
      <w:r>
        <w:tab/>
        <w:t>2.025e0</w:t>
      </w:r>
    </w:p>
    <w:p w14:paraId="7A172C7B" w14:textId="77777777" w:rsidR="00810015" w:rsidRDefault="00810015" w:rsidP="00810015">
      <w:r>
        <w:t>372.9103</w:t>
      </w:r>
      <w:r>
        <w:tab/>
        <w:t>1.013e0</w:t>
      </w:r>
    </w:p>
    <w:p w14:paraId="661259BA" w14:textId="77777777" w:rsidR="00810015" w:rsidRDefault="00810015" w:rsidP="00810015">
      <w:r>
        <w:t>372.9116</w:t>
      </w:r>
      <w:r>
        <w:tab/>
        <w:t>1.013e0</w:t>
      </w:r>
    </w:p>
    <w:p w14:paraId="690915E6" w14:textId="77777777" w:rsidR="00810015" w:rsidRDefault="00810015" w:rsidP="00810015">
      <w:r>
        <w:t>372.9160</w:t>
      </w:r>
      <w:r>
        <w:tab/>
        <w:t>3.038e0</w:t>
      </w:r>
    </w:p>
    <w:p w14:paraId="1C9A16E3" w14:textId="77777777" w:rsidR="00810015" w:rsidRDefault="00810015" w:rsidP="00810015">
      <w:r>
        <w:t>372.9430</w:t>
      </w:r>
      <w:r>
        <w:tab/>
        <w:t>5.905e0</w:t>
      </w:r>
    </w:p>
    <w:p w14:paraId="5E6CBF61" w14:textId="77777777" w:rsidR="00810015" w:rsidRDefault="00810015" w:rsidP="00810015">
      <w:r>
        <w:t>372.9637</w:t>
      </w:r>
      <w:r>
        <w:tab/>
        <w:t>1.013e0</w:t>
      </w:r>
    </w:p>
    <w:p w14:paraId="0CF6DFEE" w14:textId="77777777" w:rsidR="00810015" w:rsidRDefault="00810015" w:rsidP="00810015">
      <w:r>
        <w:t>372.9672</w:t>
      </w:r>
      <w:r>
        <w:tab/>
        <w:t>2.025e0</w:t>
      </w:r>
    </w:p>
    <w:p w14:paraId="75F97251" w14:textId="77777777" w:rsidR="00810015" w:rsidRDefault="00810015" w:rsidP="00810015">
      <w:r>
        <w:t>372.9803</w:t>
      </w:r>
      <w:r>
        <w:tab/>
        <w:t>2.025e0</w:t>
      </w:r>
    </w:p>
    <w:p w14:paraId="7DA38ADA" w14:textId="77777777" w:rsidR="00810015" w:rsidRDefault="00810015" w:rsidP="00810015">
      <w:r>
        <w:t>372.9989</w:t>
      </w:r>
      <w:r>
        <w:tab/>
        <w:t>3.038e0</w:t>
      </w:r>
    </w:p>
    <w:p w14:paraId="0612D019" w14:textId="77777777" w:rsidR="00810015" w:rsidRDefault="00810015" w:rsidP="00810015">
      <w:r>
        <w:t>373.0074</w:t>
      </w:r>
      <w:r>
        <w:tab/>
        <w:t>2.025e0</w:t>
      </w:r>
    </w:p>
    <w:p w14:paraId="1AC60F26" w14:textId="77777777" w:rsidR="00810015" w:rsidRDefault="00810015" w:rsidP="00810015">
      <w:r>
        <w:t>373.0287</w:t>
      </w:r>
      <w:r>
        <w:tab/>
        <w:t>4.823e0</w:t>
      </w:r>
    </w:p>
    <w:p w14:paraId="3B3FE3E5" w14:textId="77777777" w:rsidR="00810015" w:rsidRDefault="00810015" w:rsidP="00810015">
      <w:r>
        <w:t>373.0403</w:t>
      </w:r>
      <w:r>
        <w:tab/>
        <w:t>1.707e0</w:t>
      </w:r>
    </w:p>
    <w:p w14:paraId="1D169FC9" w14:textId="77777777" w:rsidR="00810015" w:rsidRDefault="00810015" w:rsidP="00810015">
      <w:r>
        <w:t>373.0521</w:t>
      </w:r>
      <w:r>
        <w:tab/>
        <w:t>1.013e0</w:t>
      </w:r>
    </w:p>
    <w:p w14:paraId="07FCA276" w14:textId="77777777" w:rsidR="00810015" w:rsidRDefault="00810015" w:rsidP="00810015">
      <w:r>
        <w:t>373.0714</w:t>
      </w:r>
      <w:r>
        <w:tab/>
        <w:t>3.038e0</w:t>
      </w:r>
    </w:p>
    <w:p w14:paraId="01F14470" w14:textId="77777777" w:rsidR="00810015" w:rsidRDefault="00810015" w:rsidP="00810015">
      <w:r>
        <w:t>373.1102</w:t>
      </w:r>
      <w:r>
        <w:tab/>
        <w:t>1.037e1</w:t>
      </w:r>
    </w:p>
    <w:p w14:paraId="1FDB3FAD" w14:textId="77777777" w:rsidR="00810015" w:rsidRDefault="00810015" w:rsidP="00810015">
      <w:r>
        <w:t>373.1187</w:t>
      </w:r>
      <w:r>
        <w:tab/>
        <w:t>3.743e1</w:t>
      </w:r>
    </w:p>
    <w:p w14:paraId="3926922A" w14:textId="77777777" w:rsidR="00810015" w:rsidRDefault="00810015" w:rsidP="00810015">
      <w:r>
        <w:t>373.1252</w:t>
      </w:r>
      <w:r>
        <w:tab/>
        <w:t>3.271e1</w:t>
      </w:r>
    </w:p>
    <w:p w14:paraId="17C21639" w14:textId="77777777" w:rsidR="00810015" w:rsidRDefault="00810015" w:rsidP="00810015">
      <w:r>
        <w:t>373.1324</w:t>
      </w:r>
      <w:r>
        <w:tab/>
        <w:t>2.633e1</w:t>
      </w:r>
    </w:p>
    <w:p w14:paraId="0BDB4EB2" w14:textId="77777777" w:rsidR="00810015" w:rsidRDefault="00810015" w:rsidP="00810015">
      <w:r>
        <w:t>373.1457</w:t>
      </w:r>
      <w:r>
        <w:tab/>
        <w:t>4.953e0</w:t>
      </w:r>
    </w:p>
    <w:p w14:paraId="7766A8CD" w14:textId="77777777" w:rsidR="00810015" w:rsidRDefault="00810015" w:rsidP="00810015">
      <w:r>
        <w:t>373.1575</w:t>
      </w:r>
      <w:r>
        <w:tab/>
        <w:t>2.025e0</w:t>
      </w:r>
    </w:p>
    <w:p w14:paraId="3866ABC5" w14:textId="77777777" w:rsidR="00810015" w:rsidRDefault="00810015" w:rsidP="00810015">
      <w:r>
        <w:t>373.2132</w:t>
      </w:r>
      <w:r>
        <w:tab/>
        <w:t>2.025e0</w:t>
      </w:r>
    </w:p>
    <w:p w14:paraId="55D8829A" w14:textId="77777777" w:rsidR="00810015" w:rsidRDefault="00810015" w:rsidP="00810015">
      <w:r>
        <w:t>373.2145</w:t>
      </w:r>
      <w:r>
        <w:tab/>
        <w:t>2.398e0</w:t>
      </w:r>
    </w:p>
    <w:p w14:paraId="6E172635" w14:textId="77777777" w:rsidR="00810015" w:rsidRDefault="00810015" w:rsidP="00810015">
      <w:r>
        <w:t>373.2160</w:t>
      </w:r>
      <w:r>
        <w:tab/>
        <w:t>1.013e0</w:t>
      </w:r>
    </w:p>
    <w:p w14:paraId="0921BE69" w14:textId="77777777" w:rsidR="00810015" w:rsidRDefault="00810015" w:rsidP="00810015">
      <w:r>
        <w:t>373.2174</w:t>
      </w:r>
      <w:r>
        <w:tab/>
        <w:t>2.025e0</w:t>
      </w:r>
    </w:p>
    <w:p w14:paraId="6E927F0F" w14:textId="77777777" w:rsidR="00810015" w:rsidRDefault="00810015" w:rsidP="00810015">
      <w:r>
        <w:t>373.2570</w:t>
      </w:r>
      <w:r>
        <w:tab/>
        <w:t>1.013e0</w:t>
      </w:r>
    </w:p>
    <w:p w14:paraId="05215624" w14:textId="77777777" w:rsidR="00810015" w:rsidRDefault="00810015" w:rsidP="00810015">
      <w:r>
        <w:t>373.2584</w:t>
      </w:r>
      <w:r>
        <w:tab/>
        <w:t>5.063e0</w:t>
      </w:r>
    </w:p>
    <w:p w14:paraId="6AF267EF" w14:textId="77777777" w:rsidR="00810015" w:rsidRDefault="00810015" w:rsidP="00810015">
      <w:r>
        <w:t>373.2635</w:t>
      </w:r>
      <w:r>
        <w:tab/>
        <w:t>2.025e0</w:t>
      </w:r>
    </w:p>
    <w:p w14:paraId="708A3940" w14:textId="77777777" w:rsidR="00810015" w:rsidRDefault="00810015" w:rsidP="00810015">
      <w:r>
        <w:t>373.2703</w:t>
      </w:r>
      <w:r>
        <w:tab/>
        <w:t>4.051e0</w:t>
      </w:r>
    </w:p>
    <w:p w14:paraId="01C34F27" w14:textId="77777777" w:rsidR="00810015" w:rsidRDefault="00810015" w:rsidP="00810015">
      <w:r>
        <w:t>373.3281</w:t>
      </w:r>
      <w:r>
        <w:tab/>
        <w:t>3.859e0</w:t>
      </w:r>
    </w:p>
    <w:p w14:paraId="3CC04B3B" w14:textId="77777777" w:rsidR="00810015" w:rsidRDefault="00810015" w:rsidP="00810015">
      <w:r>
        <w:t>373.3389</w:t>
      </w:r>
      <w:r>
        <w:tab/>
        <w:t>6.076e0</w:t>
      </w:r>
    </w:p>
    <w:p w14:paraId="3812FBE4" w14:textId="77777777" w:rsidR="00810015" w:rsidRDefault="00810015" w:rsidP="00810015">
      <w:r>
        <w:t>373.3409</w:t>
      </w:r>
      <w:r>
        <w:tab/>
        <w:t>8.322e0</w:t>
      </w:r>
    </w:p>
    <w:p w14:paraId="4B56220F" w14:textId="77777777" w:rsidR="00810015" w:rsidRDefault="00810015" w:rsidP="00810015">
      <w:r>
        <w:t>373.3422</w:t>
      </w:r>
      <w:r>
        <w:tab/>
        <w:t>1.215e1</w:t>
      </w:r>
    </w:p>
    <w:p w14:paraId="4265772F" w14:textId="77777777" w:rsidR="00810015" w:rsidRDefault="00810015" w:rsidP="00810015">
      <w:r>
        <w:t>373.3615</w:t>
      </w:r>
      <w:r>
        <w:tab/>
        <w:t>4.051e0</w:t>
      </w:r>
    </w:p>
    <w:p w14:paraId="499A28D4" w14:textId="77777777" w:rsidR="00810015" w:rsidRDefault="00810015" w:rsidP="00810015">
      <w:r>
        <w:t>373.3742</w:t>
      </w:r>
      <w:r>
        <w:tab/>
        <w:t>7.089e0</w:t>
      </w:r>
    </w:p>
    <w:p w14:paraId="3A1D364A" w14:textId="77777777" w:rsidR="00810015" w:rsidRDefault="00810015" w:rsidP="00810015">
      <w:r>
        <w:t>373.3921</w:t>
      </w:r>
      <w:r>
        <w:tab/>
        <w:t>3.038e0</w:t>
      </w:r>
    </w:p>
    <w:p w14:paraId="0DB89698" w14:textId="77777777" w:rsidR="00810015" w:rsidRDefault="00810015" w:rsidP="00810015">
      <w:r>
        <w:t>373.4016</w:t>
      </w:r>
      <w:r>
        <w:tab/>
        <w:t>2.025e0</w:t>
      </w:r>
    </w:p>
    <w:p w14:paraId="7D75F34C" w14:textId="77777777" w:rsidR="00810015" w:rsidRDefault="00810015" w:rsidP="00810015">
      <w:r>
        <w:t>373.4097</w:t>
      </w:r>
      <w:r>
        <w:tab/>
        <w:t>1.013e0</w:t>
      </w:r>
    </w:p>
    <w:p w14:paraId="31039FA6" w14:textId="77777777" w:rsidR="00810015" w:rsidRDefault="00810015" w:rsidP="00810015">
      <w:r>
        <w:t>373.4484</w:t>
      </w:r>
      <w:r>
        <w:tab/>
        <w:t>1.013e0</w:t>
      </w:r>
    </w:p>
    <w:p w14:paraId="731072A7" w14:textId="77777777" w:rsidR="00810015" w:rsidRDefault="00810015" w:rsidP="00810015">
      <w:r>
        <w:t>373.4594</w:t>
      </w:r>
      <w:r>
        <w:tab/>
        <w:t>1.013e0</w:t>
      </w:r>
    </w:p>
    <w:p w14:paraId="590B5838" w14:textId="77777777" w:rsidR="00810015" w:rsidRDefault="00810015" w:rsidP="00810015">
      <w:r>
        <w:t>373.4949</w:t>
      </w:r>
      <w:r>
        <w:tab/>
        <w:t>1.013e0</w:t>
      </w:r>
    </w:p>
    <w:p w14:paraId="23443762" w14:textId="77777777" w:rsidR="00810015" w:rsidRDefault="00810015" w:rsidP="00810015">
      <w:r>
        <w:t>373.5042</w:t>
      </w:r>
      <w:r>
        <w:tab/>
        <w:t>1.013e0</w:t>
      </w:r>
    </w:p>
    <w:p w14:paraId="0B0D78AE" w14:textId="77777777" w:rsidR="00810015" w:rsidRDefault="00810015" w:rsidP="00810015">
      <w:r>
        <w:t>373.5424</w:t>
      </w:r>
      <w:r>
        <w:tab/>
        <w:t>3.038e0</w:t>
      </w:r>
    </w:p>
    <w:p w14:paraId="1EDB6907" w14:textId="77777777" w:rsidR="00810015" w:rsidRDefault="00810015" w:rsidP="00810015">
      <w:r>
        <w:t>373.5450</w:t>
      </w:r>
      <w:r>
        <w:tab/>
        <w:t>4.051e0</w:t>
      </w:r>
    </w:p>
    <w:p w14:paraId="625905C3" w14:textId="77777777" w:rsidR="00810015" w:rsidRDefault="00810015" w:rsidP="00810015">
      <w:r>
        <w:t>373.5547</w:t>
      </w:r>
      <w:r>
        <w:tab/>
        <w:t>2.025e0</w:t>
      </w:r>
    </w:p>
    <w:p w14:paraId="0C3EE9FA" w14:textId="77777777" w:rsidR="00810015" w:rsidRDefault="00810015" w:rsidP="00810015">
      <w:r>
        <w:t>373.5586</w:t>
      </w:r>
      <w:r>
        <w:tab/>
        <w:t>2.025e0</w:t>
      </w:r>
    </w:p>
    <w:p w14:paraId="64A2D104" w14:textId="77777777" w:rsidR="00810015" w:rsidRDefault="00810015" w:rsidP="00810015">
      <w:r>
        <w:t>373.5913</w:t>
      </w:r>
      <w:r>
        <w:tab/>
        <w:t>2.025e0</w:t>
      </w:r>
    </w:p>
    <w:p w14:paraId="5539854E" w14:textId="77777777" w:rsidR="00810015" w:rsidRDefault="00810015" w:rsidP="00810015">
      <w:r>
        <w:t>373.6172</w:t>
      </w:r>
      <w:r>
        <w:tab/>
        <w:t>1.013e0</w:t>
      </w:r>
    </w:p>
    <w:p w14:paraId="1ABBEF09" w14:textId="77777777" w:rsidR="00810015" w:rsidRDefault="00810015" w:rsidP="00810015">
      <w:r>
        <w:t>373.6423</w:t>
      </w:r>
      <w:r>
        <w:tab/>
        <w:t>3.038e0</w:t>
      </w:r>
    </w:p>
    <w:p w14:paraId="36CDDCC0" w14:textId="77777777" w:rsidR="00810015" w:rsidRDefault="00810015" w:rsidP="00810015">
      <w:r>
        <w:t>373.6632</w:t>
      </w:r>
      <w:r>
        <w:tab/>
        <w:t>1.013e0</w:t>
      </w:r>
    </w:p>
    <w:p w14:paraId="129A793C" w14:textId="77777777" w:rsidR="00810015" w:rsidRDefault="00810015" w:rsidP="00810015">
      <w:r>
        <w:t>373.6856</w:t>
      </w:r>
      <w:r>
        <w:tab/>
        <w:t>3.038e0</w:t>
      </w:r>
    </w:p>
    <w:p w14:paraId="4B29B136" w14:textId="77777777" w:rsidR="00810015" w:rsidRDefault="00810015" w:rsidP="00810015">
      <w:r>
        <w:t>373.7010</w:t>
      </w:r>
      <w:r>
        <w:tab/>
        <w:t>1.013e0</w:t>
      </w:r>
    </w:p>
    <w:p w14:paraId="19804A39" w14:textId="77777777" w:rsidR="00810015" w:rsidRDefault="00810015" w:rsidP="00810015">
      <w:r>
        <w:t>373.7209</w:t>
      </w:r>
      <w:r>
        <w:tab/>
        <w:t>1.013e0</w:t>
      </w:r>
    </w:p>
    <w:p w14:paraId="69AC2BDF" w14:textId="77777777" w:rsidR="00810015" w:rsidRDefault="00810015" w:rsidP="00810015">
      <w:r>
        <w:t>373.7263</w:t>
      </w:r>
      <w:r>
        <w:tab/>
        <w:t>3.038e0</w:t>
      </w:r>
    </w:p>
    <w:p w14:paraId="0D1BE893" w14:textId="77777777" w:rsidR="00810015" w:rsidRDefault="00810015" w:rsidP="00810015">
      <w:r>
        <w:t>373.7401</w:t>
      </w:r>
      <w:r>
        <w:tab/>
        <w:t>2.025e0</w:t>
      </w:r>
    </w:p>
    <w:p w14:paraId="02B60BB9" w14:textId="77777777" w:rsidR="00810015" w:rsidRDefault="00810015" w:rsidP="00810015">
      <w:r>
        <w:t>373.7534</w:t>
      </w:r>
      <w:r>
        <w:tab/>
        <w:t>2.452e0</w:t>
      </w:r>
    </w:p>
    <w:p w14:paraId="1CEC7427" w14:textId="77777777" w:rsidR="00810015" w:rsidRDefault="00810015" w:rsidP="00810015">
      <w:r>
        <w:t>373.7823</w:t>
      </w:r>
      <w:r>
        <w:tab/>
        <w:t>3.038e0</w:t>
      </w:r>
    </w:p>
    <w:p w14:paraId="3630BBA3" w14:textId="77777777" w:rsidR="00810015" w:rsidRDefault="00810015" w:rsidP="00810015">
      <w:r>
        <w:t>373.7974</w:t>
      </w:r>
      <w:r>
        <w:tab/>
        <w:t>2.025e0</w:t>
      </w:r>
    </w:p>
    <w:p w14:paraId="069B20EE" w14:textId="77777777" w:rsidR="00810015" w:rsidRDefault="00810015" w:rsidP="00810015">
      <w:r>
        <w:t>373.8182</w:t>
      </w:r>
      <w:r>
        <w:tab/>
        <w:t>1.013e0</w:t>
      </w:r>
    </w:p>
    <w:p w14:paraId="084AED3B" w14:textId="77777777" w:rsidR="00810015" w:rsidRDefault="00810015" w:rsidP="00810015">
      <w:r>
        <w:t>373.8273</w:t>
      </w:r>
      <w:r>
        <w:tab/>
        <w:t>1.013e0</w:t>
      </w:r>
    </w:p>
    <w:p w14:paraId="3D7BAEB3" w14:textId="77777777" w:rsidR="00810015" w:rsidRDefault="00810015" w:rsidP="00810015">
      <w:r>
        <w:t>373.8506</w:t>
      </w:r>
      <w:r>
        <w:tab/>
        <w:t>3.038e0</w:t>
      </w:r>
    </w:p>
    <w:p w14:paraId="4CE9E0B1" w14:textId="77777777" w:rsidR="00810015" w:rsidRDefault="00810015" w:rsidP="00810015">
      <w:r>
        <w:t>373.8655</w:t>
      </w:r>
      <w:r>
        <w:tab/>
        <w:t>1.013e0</w:t>
      </w:r>
    </w:p>
    <w:p w14:paraId="435DD412" w14:textId="77777777" w:rsidR="00810015" w:rsidRDefault="00810015" w:rsidP="00810015">
      <w:r>
        <w:t>373.8767</w:t>
      </w:r>
      <w:r>
        <w:tab/>
        <w:t>2.025e0</w:t>
      </w:r>
    </w:p>
    <w:p w14:paraId="019D945A" w14:textId="77777777" w:rsidR="00810015" w:rsidRDefault="00810015" w:rsidP="00810015">
      <w:r>
        <w:t>373.9124</w:t>
      </w:r>
      <w:r>
        <w:tab/>
        <w:t>1.013e1</w:t>
      </w:r>
    </w:p>
    <w:p w14:paraId="1551040F" w14:textId="77777777" w:rsidR="00810015" w:rsidRDefault="00810015" w:rsidP="00810015">
      <w:r>
        <w:t>373.9136</w:t>
      </w:r>
      <w:r>
        <w:tab/>
        <w:t>1.114e1</w:t>
      </w:r>
    </w:p>
    <w:p w14:paraId="6015723D" w14:textId="77777777" w:rsidR="00810015" w:rsidRDefault="00810015" w:rsidP="00810015">
      <w:r>
        <w:t>373.9164</w:t>
      </w:r>
      <w:r>
        <w:tab/>
        <w:t>4.051e0</w:t>
      </w:r>
    </w:p>
    <w:p w14:paraId="31CC7BBE" w14:textId="77777777" w:rsidR="00810015" w:rsidRDefault="00810015" w:rsidP="00810015">
      <w:r>
        <w:t>373.9251</w:t>
      </w:r>
      <w:r>
        <w:tab/>
        <w:t>3.038e0</w:t>
      </w:r>
    </w:p>
    <w:p w14:paraId="0CB407A3" w14:textId="77777777" w:rsidR="00810015" w:rsidRDefault="00810015" w:rsidP="00810015">
      <w:r>
        <w:t>373.9572</w:t>
      </w:r>
      <w:r>
        <w:tab/>
        <w:t>3.038e0</w:t>
      </w:r>
    </w:p>
    <w:p w14:paraId="7195A2FF" w14:textId="77777777" w:rsidR="00810015" w:rsidRDefault="00810015" w:rsidP="00810015">
      <w:r>
        <w:t>373.9810</w:t>
      </w:r>
      <w:r>
        <w:tab/>
        <w:t>2.025e0</w:t>
      </w:r>
    </w:p>
    <w:p w14:paraId="149B05FA" w14:textId="77777777" w:rsidR="00810015" w:rsidRDefault="00810015" w:rsidP="00810015">
      <w:r>
        <w:t>373.9974</w:t>
      </w:r>
      <w:r>
        <w:tab/>
        <w:t>2.025e0</w:t>
      </w:r>
    </w:p>
    <w:p w14:paraId="1A410CAF" w14:textId="77777777" w:rsidR="00810015" w:rsidRDefault="00810015" w:rsidP="00810015">
      <w:r>
        <w:t>374.0069</w:t>
      </w:r>
      <w:r>
        <w:tab/>
        <w:t>1.013e0</w:t>
      </w:r>
    </w:p>
    <w:p w14:paraId="4C904647" w14:textId="77777777" w:rsidR="00810015" w:rsidRDefault="00810015" w:rsidP="00810015">
      <w:r>
        <w:t>374.0473</w:t>
      </w:r>
      <w:r>
        <w:tab/>
        <w:t>2.025e0</w:t>
      </w:r>
    </w:p>
    <w:p w14:paraId="55E4EE2E" w14:textId="77777777" w:rsidR="00810015" w:rsidRDefault="00810015" w:rsidP="00810015">
      <w:r>
        <w:t>374.0694</w:t>
      </w:r>
      <w:r>
        <w:tab/>
        <w:t>4.498e1</w:t>
      </w:r>
    </w:p>
    <w:p w14:paraId="4A923320" w14:textId="77777777" w:rsidR="00810015" w:rsidRDefault="00810015" w:rsidP="00810015">
      <w:r>
        <w:t>374.0994</w:t>
      </w:r>
      <w:r>
        <w:tab/>
        <w:t>1.617e1</w:t>
      </w:r>
    </w:p>
    <w:p w14:paraId="65C0395A" w14:textId="77777777" w:rsidR="00810015" w:rsidRDefault="00810015" w:rsidP="00810015">
      <w:r>
        <w:t>374.1198</w:t>
      </w:r>
      <w:r>
        <w:tab/>
        <w:t>1.065e1</w:t>
      </w:r>
    </w:p>
    <w:p w14:paraId="1A650CA9" w14:textId="77777777" w:rsidR="00810015" w:rsidRDefault="00810015" w:rsidP="00810015">
      <w:r>
        <w:t>374.1224</w:t>
      </w:r>
      <w:r>
        <w:tab/>
        <w:t>3.645e1</w:t>
      </w:r>
    </w:p>
    <w:p w14:paraId="31A37681" w14:textId="77777777" w:rsidR="00810015" w:rsidRDefault="00810015" w:rsidP="00810015">
      <w:r>
        <w:t>374.1342</w:t>
      </w:r>
      <w:r>
        <w:tab/>
        <w:t>1.883e1</w:t>
      </w:r>
    </w:p>
    <w:p w14:paraId="6705F4CC" w14:textId="77777777" w:rsidR="00810015" w:rsidRDefault="00810015" w:rsidP="00810015">
      <w:r>
        <w:t>374.1360</w:t>
      </w:r>
      <w:r>
        <w:tab/>
        <w:t>2.241e1</w:t>
      </w:r>
    </w:p>
    <w:p w14:paraId="6A8D3051" w14:textId="77777777" w:rsidR="00810015" w:rsidRDefault="00810015" w:rsidP="00810015">
      <w:r>
        <w:t>374.2139</w:t>
      </w:r>
      <w:r>
        <w:tab/>
        <w:t>2.025e0</w:t>
      </w:r>
    </w:p>
    <w:p w14:paraId="45837715" w14:textId="77777777" w:rsidR="00810015" w:rsidRDefault="00810015" w:rsidP="00810015">
      <w:r>
        <w:t>374.2198</w:t>
      </w:r>
      <w:r>
        <w:tab/>
        <w:t>1.013e0</w:t>
      </w:r>
    </w:p>
    <w:p w14:paraId="5F7C2A6F" w14:textId="77777777" w:rsidR="00810015" w:rsidRDefault="00810015" w:rsidP="00810015">
      <w:r>
        <w:t>374.2528</w:t>
      </w:r>
      <w:r>
        <w:tab/>
        <w:t>5.063e0</w:t>
      </w:r>
    </w:p>
    <w:p w14:paraId="3974BAF1" w14:textId="77777777" w:rsidR="00810015" w:rsidRDefault="00810015" w:rsidP="00810015">
      <w:r>
        <w:t>374.2715</w:t>
      </w:r>
      <w:r>
        <w:tab/>
        <w:t>3.038e0</w:t>
      </w:r>
    </w:p>
    <w:p w14:paraId="4E34887D" w14:textId="77777777" w:rsidR="00810015" w:rsidRDefault="00810015" w:rsidP="00810015">
      <w:r>
        <w:t>374.2798</w:t>
      </w:r>
      <w:r>
        <w:tab/>
        <w:t>2.025e0</w:t>
      </w:r>
    </w:p>
    <w:p w14:paraId="5065148D" w14:textId="77777777" w:rsidR="00810015" w:rsidRDefault="00810015" w:rsidP="00810015">
      <w:r>
        <w:t>374.2826</w:t>
      </w:r>
      <w:r>
        <w:tab/>
        <w:t>3.038e0</w:t>
      </w:r>
    </w:p>
    <w:p w14:paraId="50D249B3" w14:textId="77777777" w:rsidR="00810015" w:rsidRDefault="00810015" w:rsidP="00810015">
      <w:r>
        <w:t>374.3127</w:t>
      </w:r>
      <w:r>
        <w:tab/>
        <w:t>1.013e0</w:t>
      </w:r>
    </w:p>
    <w:p w14:paraId="2E62481F" w14:textId="77777777" w:rsidR="00810015" w:rsidRDefault="00810015" w:rsidP="00810015">
      <w:r>
        <w:t>374.3246</w:t>
      </w:r>
      <w:r>
        <w:tab/>
        <w:t>3.681e0</w:t>
      </w:r>
    </w:p>
    <w:p w14:paraId="0B759CEA" w14:textId="77777777" w:rsidR="00810015" w:rsidRDefault="00810015" w:rsidP="00810015">
      <w:r>
        <w:t>374.3264</w:t>
      </w:r>
      <w:r>
        <w:tab/>
        <w:t>2.025e0</w:t>
      </w:r>
    </w:p>
    <w:p w14:paraId="3A1173B5" w14:textId="77777777" w:rsidR="00810015" w:rsidRDefault="00810015" w:rsidP="00810015">
      <w:r>
        <w:t>374.3445</w:t>
      </w:r>
      <w:r>
        <w:tab/>
        <w:t>2.025e0</w:t>
      </w:r>
    </w:p>
    <w:p w14:paraId="4A90B128" w14:textId="77777777" w:rsidR="00810015" w:rsidRDefault="00810015" w:rsidP="00810015">
      <w:r>
        <w:t>374.3477</w:t>
      </w:r>
      <w:r>
        <w:tab/>
        <w:t>1.013e0</w:t>
      </w:r>
    </w:p>
    <w:p w14:paraId="2BE93389" w14:textId="77777777" w:rsidR="00810015" w:rsidRDefault="00810015" w:rsidP="00810015">
      <w:r>
        <w:t>374.3539</w:t>
      </w:r>
      <w:r>
        <w:tab/>
        <w:t>2.025e0</w:t>
      </w:r>
    </w:p>
    <w:p w14:paraId="2C6AC6BE" w14:textId="77777777" w:rsidR="00810015" w:rsidRDefault="00810015" w:rsidP="00810015">
      <w:r>
        <w:t>374.3578</w:t>
      </w:r>
      <w:r>
        <w:tab/>
        <w:t>2.364e0</w:t>
      </w:r>
    </w:p>
    <w:p w14:paraId="175734CD" w14:textId="77777777" w:rsidR="00810015" w:rsidRDefault="00810015" w:rsidP="00810015">
      <w:r>
        <w:t>374.3875</w:t>
      </w:r>
      <w:r>
        <w:tab/>
        <w:t>1.013e0</w:t>
      </w:r>
    </w:p>
    <w:p w14:paraId="079164C8" w14:textId="77777777" w:rsidR="00810015" w:rsidRDefault="00810015" w:rsidP="00810015">
      <w:r>
        <w:t>374.4086</w:t>
      </w:r>
      <w:r>
        <w:tab/>
        <w:t>1.013e0</w:t>
      </w:r>
    </w:p>
    <w:p w14:paraId="6FD40AFE" w14:textId="77777777" w:rsidR="00810015" w:rsidRDefault="00810015" w:rsidP="00810015">
      <w:r>
        <w:t>374.4129</w:t>
      </w:r>
      <w:r>
        <w:tab/>
        <w:t>1.013e0</w:t>
      </w:r>
    </w:p>
    <w:p w14:paraId="34B6B746" w14:textId="77777777" w:rsidR="00810015" w:rsidRDefault="00810015" w:rsidP="00810015">
      <w:r>
        <w:t>374.4288</w:t>
      </w:r>
      <w:r>
        <w:tab/>
        <w:t>2.025e0</w:t>
      </w:r>
    </w:p>
    <w:p w14:paraId="60A1BBCA" w14:textId="77777777" w:rsidR="00810015" w:rsidRDefault="00810015" w:rsidP="00810015">
      <w:r>
        <w:t>374.4462</w:t>
      </w:r>
      <w:r>
        <w:tab/>
        <w:t>1.013e0</w:t>
      </w:r>
    </w:p>
    <w:p w14:paraId="37AE1989" w14:textId="77777777" w:rsidR="00810015" w:rsidRDefault="00810015" w:rsidP="00810015">
      <w:r>
        <w:t>374.4901</w:t>
      </w:r>
      <w:r>
        <w:tab/>
        <w:t>2.025e0</w:t>
      </w:r>
    </w:p>
    <w:p w14:paraId="2D167EDA" w14:textId="77777777" w:rsidR="00810015" w:rsidRDefault="00810015" w:rsidP="00810015">
      <w:r>
        <w:t>374.4966</w:t>
      </w:r>
      <w:r>
        <w:tab/>
        <w:t>1.013e0</w:t>
      </w:r>
    </w:p>
    <w:p w14:paraId="530D421E" w14:textId="77777777" w:rsidR="00810015" w:rsidRDefault="00810015" w:rsidP="00810015">
      <w:r>
        <w:t>374.5166</w:t>
      </w:r>
      <w:r>
        <w:tab/>
        <w:t>2.025e0</w:t>
      </w:r>
    </w:p>
    <w:p w14:paraId="3EAE5955" w14:textId="77777777" w:rsidR="00810015" w:rsidRDefault="00810015" w:rsidP="00810015">
      <w:r>
        <w:t>374.5216</w:t>
      </w:r>
      <w:r>
        <w:tab/>
        <w:t>1.013e0</w:t>
      </w:r>
    </w:p>
    <w:p w14:paraId="41A5E2F4" w14:textId="77777777" w:rsidR="00810015" w:rsidRDefault="00810015" w:rsidP="00810015">
      <w:r>
        <w:t>374.5620</w:t>
      </w:r>
      <w:r>
        <w:tab/>
        <w:t>3.038e0</w:t>
      </w:r>
    </w:p>
    <w:p w14:paraId="140072A6" w14:textId="77777777" w:rsidR="00810015" w:rsidRDefault="00810015" w:rsidP="00810015">
      <w:r>
        <w:t>374.5655</w:t>
      </w:r>
      <w:r>
        <w:tab/>
        <w:t>3.387e0</w:t>
      </w:r>
    </w:p>
    <w:p w14:paraId="703B1322" w14:textId="77777777" w:rsidR="00810015" w:rsidRDefault="00810015" w:rsidP="00810015">
      <w:r>
        <w:t>374.5676</w:t>
      </w:r>
      <w:r>
        <w:tab/>
        <w:t>1.013e0</w:t>
      </w:r>
    </w:p>
    <w:p w14:paraId="2559EE79" w14:textId="77777777" w:rsidR="00810015" w:rsidRDefault="00810015" w:rsidP="00810015">
      <w:r>
        <w:t>374.5932</w:t>
      </w:r>
      <w:r>
        <w:tab/>
        <w:t>4.051e0</w:t>
      </w:r>
    </w:p>
    <w:p w14:paraId="061E59D3" w14:textId="77777777" w:rsidR="00810015" w:rsidRDefault="00810015" w:rsidP="00810015">
      <w:r>
        <w:t>374.6046</w:t>
      </w:r>
      <w:r>
        <w:tab/>
        <w:t>6.076e0</w:t>
      </w:r>
    </w:p>
    <w:p w14:paraId="55689A2A" w14:textId="77777777" w:rsidR="00810015" w:rsidRDefault="00810015" w:rsidP="00810015">
      <w:r>
        <w:t>374.6239</w:t>
      </w:r>
      <w:r>
        <w:tab/>
        <w:t>3.038e0</w:t>
      </w:r>
    </w:p>
    <w:p w14:paraId="28EF2509" w14:textId="77777777" w:rsidR="00810015" w:rsidRDefault="00810015" w:rsidP="00810015">
      <w:r>
        <w:t>374.6720</w:t>
      </w:r>
      <w:r>
        <w:tab/>
        <w:t>2.025e0</w:t>
      </w:r>
    </w:p>
    <w:p w14:paraId="796C93B2" w14:textId="77777777" w:rsidR="00810015" w:rsidRDefault="00810015" w:rsidP="00810015">
      <w:r>
        <w:t>374.6756</w:t>
      </w:r>
      <w:r>
        <w:tab/>
        <w:t>4.051e0</w:t>
      </w:r>
    </w:p>
    <w:p w14:paraId="556B142A" w14:textId="77777777" w:rsidR="00810015" w:rsidRDefault="00810015" w:rsidP="00810015">
      <w:r>
        <w:t>374.7242</w:t>
      </w:r>
      <w:r>
        <w:tab/>
        <w:t>2.025e0</w:t>
      </w:r>
    </w:p>
    <w:p w14:paraId="07F17CE2" w14:textId="77777777" w:rsidR="00810015" w:rsidRDefault="00810015" w:rsidP="00810015">
      <w:r>
        <w:t>374.7601</w:t>
      </w:r>
      <w:r>
        <w:tab/>
        <w:t>3.038e0</w:t>
      </w:r>
    </w:p>
    <w:p w14:paraId="5650939C" w14:textId="77777777" w:rsidR="00810015" w:rsidRDefault="00810015" w:rsidP="00810015">
      <w:r>
        <w:t>374.7689</w:t>
      </w:r>
      <w:r>
        <w:tab/>
        <w:t>2.025e0</w:t>
      </w:r>
    </w:p>
    <w:p w14:paraId="6C3BB9A3" w14:textId="77777777" w:rsidR="00810015" w:rsidRDefault="00810015" w:rsidP="00810015">
      <w:r>
        <w:t>374.8024</w:t>
      </w:r>
      <w:r>
        <w:tab/>
        <w:t>2.025e0</w:t>
      </w:r>
    </w:p>
    <w:p w14:paraId="4A4D869E" w14:textId="77777777" w:rsidR="00810015" w:rsidRDefault="00810015" w:rsidP="00810015">
      <w:r>
        <w:t>374.8286</w:t>
      </w:r>
      <w:r>
        <w:tab/>
        <w:t>2.025e0</w:t>
      </w:r>
    </w:p>
    <w:p w14:paraId="1B324487" w14:textId="77777777" w:rsidR="00810015" w:rsidRDefault="00810015" w:rsidP="00810015">
      <w:r>
        <w:t>374.8410</w:t>
      </w:r>
      <w:r>
        <w:tab/>
        <w:t>1.013e0</w:t>
      </w:r>
    </w:p>
    <w:p w14:paraId="727B9C72" w14:textId="77777777" w:rsidR="00810015" w:rsidRDefault="00810015" w:rsidP="00810015">
      <w:r>
        <w:t>374.8527</w:t>
      </w:r>
      <w:r>
        <w:tab/>
        <w:t>1.013e0</w:t>
      </w:r>
    </w:p>
    <w:p w14:paraId="0B2DC478" w14:textId="77777777" w:rsidR="00810015" w:rsidRDefault="00810015" w:rsidP="00810015">
      <w:r>
        <w:t>374.8940</w:t>
      </w:r>
      <w:r>
        <w:tab/>
        <w:t>1.013e0</w:t>
      </w:r>
    </w:p>
    <w:p w14:paraId="75D6D73A" w14:textId="77777777" w:rsidR="00810015" w:rsidRDefault="00810015" w:rsidP="00810015">
      <w:r>
        <w:t>374.9049</w:t>
      </w:r>
      <w:r>
        <w:tab/>
        <w:t>2.025e0</w:t>
      </w:r>
    </w:p>
    <w:p w14:paraId="4E0BCFA5" w14:textId="77777777" w:rsidR="00810015" w:rsidRDefault="00810015" w:rsidP="00810015">
      <w:r>
        <w:t>374.9260</w:t>
      </w:r>
      <w:r>
        <w:tab/>
        <w:t>5.605e0</w:t>
      </w:r>
    </w:p>
    <w:p w14:paraId="3629C548" w14:textId="77777777" w:rsidR="00810015" w:rsidRDefault="00810015" w:rsidP="00810015">
      <w:r>
        <w:t>374.9389</w:t>
      </w:r>
      <w:r>
        <w:tab/>
        <w:t>5.191e0</w:t>
      </w:r>
    </w:p>
    <w:p w14:paraId="7B823AE9" w14:textId="77777777" w:rsidR="00810015" w:rsidRDefault="00810015" w:rsidP="00810015">
      <w:r>
        <w:t>374.9506</w:t>
      </w:r>
      <w:r>
        <w:tab/>
        <w:t>5.063e0</w:t>
      </w:r>
    </w:p>
    <w:p w14:paraId="4E1B0217" w14:textId="77777777" w:rsidR="00810015" w:rsidRDefault="00810015" w:rsidP="00810015">
      <w:r>
        <w:t>374.9667</w:t>
      </w:r>
      <w:r>
        <w:tab/>
        <w:t>4.051e0</w:t>
      </w:r>
    </w:p>
    <w:p w14:paraId="7D2C1986" w14:textId="77777777" w:rsidR="00810015" w:rsidRDefault="00810015" w:rsidP="00810015">
      <w:r>
        <w:t>374.9841</w:t>
      </w:r>
      <w:r>
        <w:tab/>
        <w:t>4.051e0</w:t>
      </w:r>
    </w:p>
    <w:p w14:paraId="1FDC1C79" w14:textId="77777777" w:rsidR="00810015" w:rsidRDefault="00810015" w:rsidP="00810015">
      <w:r>
        <w:t>375.0461</w:t>
      </w:r>
      <w:r>
        <w:tab/>
        <w:t>2.025e0</w:t>
      </w:r>
    </w:p>
    <w:p w14:paraId="5A3D0BEC" w14:textId="77777777" w:rsidR="00810015" w:rsidRDefault="00810015" w:rsidP="00810015">
      <w:r>
        <w:t>375.0697</w:t>
      </w:r>
      <w:r>
        <w:tab/>
        <w:t>1.960e1</w:t>
      </w:r>
    </w:p>
    <w:p w14:paraId="72FF3EE3" w14:textId="77777777" w:rsidR="00810015" w:rsidRDefault="00810015" w:rsidP="00810015">
      <w:r>
        <w:t>375.0726</w:t>
      </w:r>
      <w:r>
        <w:tab/>
        <w:t>2.025e0</w:t>
      </w:r>
    </w:p>
    <w:p w14:paraId="451C88B8" w14:textId="77777777" w:rsidR="00810015" w:rsidRDefault="00810015" w:rsidP="00810015">
      <w:r>
        <w:t>375.0779</w:t>
      </w:r>
      <w:r>
        <w:tab/>
        <w:t>2.844e1</w:t>
      </w:r>
    </w:p>
    <w:p w14:paraId="72B5D73A" w14:textId="77777777" w:rsidR="00810015" w:rsidRDefault="00810015" w:rsidP="00810015">
      <w:r>
        <w:t>375.0941</w:t>
      </w:r>
      <w:r>
        <w:tab/>
        <w:t>4.062e1</w:t>
      </w:r>
    </w:p>
    <w:p w14:paraId="450ECAD9" w14:textId="77777777" w:rsidR="00810015" w:rsidRDefault="00810015" w:rsidP="00810015">
      <w:r>
        <w:t>375.1063</w:t>
      </w:r>
      <w:r>
        <w:tab/>
        <w:t>1.037e1</w:t>
      </w:r>
    </w:p>
    <w:p w14:paraId="6388CD8F" w14:textId="77777777" w:rsidR="00810015" w:rsidRDefault="00810015" w:rsidP="00810015">
      <w:r>
        <w:t>375.1193</w:t>
      </w:r>
      <w:r>
        <w:tab/>
        <w:t>2.403e1</w:t>
      </w:r>
    </w:p>
    <w:p w14:paraId="1242C1EA" w14:textId="77777777" w:rsidR="00810015" w:rsidRDefault="00810015" w:rsidP="00810015">
      <w:r>
        <w:t>375.1279</w:t>
      </w:r>
      <w:r>
        <w:tab/>
        <w:t>2.550e1</w:t>
      </w:r>
    </w:p>
    <w:p w14:paraId="2615F51E" w14:textId="77777777" w:rsidR="00810015" w:rsidRDefault="00810015" w:rsidP="00810015">
      <w:r>
        <w:t>375.1329</w:t>
      </w:r>
      <w:r>
        <w:tab/>
        <w:t>1.013e0</w:t>
      </w:r>
    </w:p>
    <w:p w14:paraId="336941D6" w14:textId="77777777" w:rsidR="00810015" w:rsidRDefault="00810015" w:rsidP="00810015">
      <w:r>
        <w:t>375.1499</w:t>
      </w:r>
      <w:r>
        <w:tab/>
        <w:t>1.299e1</w:t>
      </w:r>
    </w:p>
    <w:p w14:paraId="680F8296" w14:textId="77777777" w:rsidR="00810015" w:rsidRDefault="00810015" w:rsidP="00810015">
      <w:r>
        <w:t>375.1846</w:t>
      </w:r>
      <w:r>
        <w:tab/>
        <w:t>3.038e0</w:t>
      </w:r>
    </w:p>
    <w:p w14:paraId="36119826" w14:textId="77777777" w:rsidR="00810015" w:rsidRDefault="00810015" w:rsidP="00810015">
      <w:r>
        <w:t>375.2395</w:t>
      </w:r>
      <w:r>
        <w:tab/>
        <w:t>2.718e0</w:t>
      </w:r>
    </w:p>
    <w:p w14:paraId="5C06B39C" w14:textId="77777777" w:rsidR="00810015" w:rsidRDefault="00810015" w:rsidP="00810015">
      <w:r>
        <w:t>375.2424</w:t>
      </w:r>
      <w:r>
        <w:tab/>
        <w:t>2.025e0</w:t>
      </w:r>
    </w:p>
    <w:p w14:paraId="08253E4B" w14:textId="77777777" w:rsidR="00810015" w:rsidRDefault="00810015" w:rsidP="00810015">
      <w:r>
        <w:t>375.2558</w:t>
      </w:r>
      <w:r>
        <w:tab/>
        <w:t>4.089e0</w:t>
      </w:r>
    </w:p>
    <w:p w14:paraId="17D375D3" w14:textId="77777777" w:rsidR="00810015" w:rsidRDefault="00810015" w:rsidP="00810015">
      <w:r>
        <w:t>375.2601</w:t>
      </w:r>
      <w:r>
        <w:tab/>
        <w:t>5.063e0</w:t>
      </w:r>
    </w:p>
    <w:p w14:paraId="265BEA6F" w14:textId="77777777" w:rsidR="00810015" w:rsidRDefault="00810015" w:rsidP="00810015">
      <w:r>
        <w:t>375.2767</w:t>
      </w:r>
      <w:r>
        <w:tab/>
        <w:t>7.311e0</w:t>
      </w:r>
    </w:p>
    <w:p w14:paraId="2F3D6271" w14:textId="77777777" w:rsidR="00810015" w:rsidRDefault="00810015" w:rsidP="00810015">
      <w:r>
        <w:t>375.2821</w:t>
      </w:r>
      <w:r>
        <w:tab/>
        <w:t>1.949e0</w:t>
      </w:r>
    </w:p>
    <w:p w14:paraId="60F652C7" w14:textId="77777777" w:rsidR="00810015" w:rsidRDefault="00810015" w:rsidP="00810015">
      <w:r>
        <w:t>375.3056</w:t>
      </w:r>
      <w:r>
        <w:tab/>
        <w:t>1.013e0</w:t>
      </w:r>
    </w:p>
    <w:p w14:paraId="64D2924E" w14:textId="77777777" w:rsidR="00810015" w:rsidRDefault="00810015" w:rsidP="00810015">
      <w:r>
        <w:t>375.3524</w:t>
      </w:r>
      <w:r>
        <w:tab/>
        <w:t>2.025e0</w:t>
      </w:r>
    </w:p>
    <w:p w14:paraId="7D439765" w14:textId="77777777" w:rsidR="00810015" w:rsidRDefault="00810015" w:rsidP="00810015">
      <w:r>
        <w:t>375.3555</w:t>
      </w:r>
      <w:r>
        <w:tab/>
        <w:t>1.013e0</w:t>
      </w:r>
    </w:p>
    <w:p w14:paraId="2513EE76" w14:textId="77777777" w:rsidR="00810015" w:rsidRDefault="00810015" w:rsidP="00810015">
      <w:r>
        <w:t>375.3663</w:t>
      </w:r>
      <w:r>
        <w:tab/>
        <w:t>1.013e0</w:t>
      </w:r>
    </w:p>
    <w:p w14:paraId="08AFE695" w14:textId="77777777" w:rsidR="00810015" w:rsidRDefault="00810015" w:rsidP="00810015">
      <w:r>
        <w:t>375.3676</w:t>
      </w:r>
      <w:r>
        <w:tab/>
        <w:t>1.013e0</w:t>
      </w:r>
    </w:p>
    <w:p w14:paraId="5F2DA111" w14:textId="77777777" w:rsidR="00810015" w:rsidRDefault="00810015" w:rsidP="00810015">
      <w:r>
        <w:t>375.3863</w:t>
      </w:r>
      <w:r>
        <w:tab/>
        <w:t>1.013e0</w:t>
      </w:r>
    </w:p>
    <w:p w14:paraId="7488F931" w14:textId="77777777" w:rsidR="00810015" w:rsidRDefault="00810015" w:rsidP="00810015">
      <w:r>
        <w:t>375.4120</w:t>
      </w:r>
      <w:r>
        <w:tab/>
        <w:t>2.025e0</w:t>
      </w:r>
    </w:p>
    <w:p w14:paraId="45CCBBD8" w14:textId="77777777" w:rsidR="00810015" w:rsidRDefault="00810015" w:rsidP="00810015">
      <w:r>
        <w:t>375.4239</w:t>
      </w:r>
      <w:r>
        <w:tab/>
        <w:t>1.013e0</w:t>
      </w:r>
    </w:p>
    <w:p w14:paraId="5A4F2ECD" w14:textId="77777777" w:rsidR="00810015" w:rsidRDefault="00810015" w:rsidP="00810015">
      <w:r>
        <w:t>375.4597</w:t>
      </w:r>
      <w:r>
        <w:tab/>
        <w:t>1.013e0</w:t>
      </w:r>
    </w:p>
    <w:p w14:paraId="2AC34671" w14:textId="77777777" w:rsidR="00810015" w:rsidRDefault="00810015" w:rsidP="00810015">
      <w:r>
        <w:t>375.4682</w:t>
      </w:r>
      <w:r>
        <w:tab/>
        <w:t>4.051e0</w:t>
      </w:r>
    </w:p>
    <w:p w14:paraId="207219F8" w14:textId="77777777" w:rsidR="00810015" w:rsidRDefault="00810015" w:rsidP="00810015">
      <w:r>
        <w:t>375.4998</w:t>
      </w:r>
      <w:r>
        <w:tab/>
        <w:t>1.013e0</w:t>
      </w:r>
    </w:p>
    <w:p w14:paraId="545B0C6B" w14:textId="77777777" w:rsidR="00810015" w:rsidRDefault="00810015" w:rsidP="00810015">
      <w:r>
        <w:t>375.5027</w:t>
      </w:r>
      <w:r>
        <w:tab/>
        <w:t>2.025e0</w:t>
      </w:r>
    </w:p>
    <w:p w14:paraId="43F85018" w14:textId="77777777" w:rsidR="00810015" w:rsidRDefault="00810015" w:rsidP="00810015">
      <w:r>
        <w:t>375.5159</w:t>
      </w:r>
      <w:r>
        <w:tab/>
        <w:t>1.013e0</w:t>
      </w:r>
    </w:p>
    <w:p w14:paraId="28257FCA" w14:textId="77777777" w:rsidR="00810015" w:rsidRDefault="00810015" w:rsidP="00810015">
      <w:r>
        <w:t>375.5595</w:t>
      </w:r>
      <w:r>
        <w:tab/>
        <w:t>4.051e0</w:t>
      </w:r>
    </w:p>
    <w:p w14:paraId="41A41E68" w14:textId="77777777" w:rsidR="00810015" w:rsidRDefault="00810015" w:rsidP="00810015">
      <w:r>
        <w:t>375.5722</w:t>
      </w:r>
      <w:r>
        <w:tab/>
        <w:t>8.339e0</w:t>
      </w:r>
    </w:p>
    <w:p w14:paraId="502F5432" w14:textId="77777777" w:rsidR="00810015" w:rsidRDefault="00810015" w:rsidP="00810015">
      <w:r>
        <w:t>375.5749</w:t>
      </w:r>
      <w:r>
        <w:tab/>
        <w:t>1.459e1</w:t>
      </w:r>
    </w:p>
    <w:p w14:paraId="42BDE8E4" w14:textId="77777777" w:rsidR="00810015" w:rsidRDefault="00810015" w:rsidP="00810015">
      <w:r>
        <w:t>375.5892</w:t>
      </w:r>
      <w:r>
        <w:tab/>
        <w:t>4.051e0</w:t>
      </w:r>
    </w:p>
    <w:p w14:paraId="0A9C4DCB" w14:textId="77777777" w:rsidR="00810015" w:rsidRDefault="00810015" w:rsidP="00810015">
      <w:r>
        <w:t>375.6066</w:t>
      </w:r>
      <w:r>
        <w:tab/>
        <w:t>1.013e0</w:t>
      </w:r>
    </w:p>
    <w:p w14:paraId="29612BDB" w14:textId="77777777" w:rsidR="00810015" w:rsidRDefault="00810015" w:rsidP="00810015">
      <w:r>
        <w:t>375.6133</w:t>
      </w:r>
      <w:r>
        <w:tab/>
        <w:t>1.013e0</w:t>
      </w:r>
    </w:p>
    <w:p w14:paraId="0FDC3280" w14:textId="77777777" w:rsidR="00810015" w:rsidRDefault="00810015" w:rsidP="00810015">
      <w:r>
        <w:t>375.6448</w:t>
      </w:r>
      <w:r>
        <w:tab/>
        <w:t>1.013e0</w:t>
      </w:r>
    </w:p>
    <w:p w14:paraId="0D8A05FC" w14:textId="77777777" w:rsidR="00810015" w:rsidRDefault="00810015" w:rsidP="00810015">
      <w:r>
        <w:t>375.6712</w:t>
      </w:r>
      <w:r>
        <w:tab/>
        <w:t>1.013e0</w:t>
      </w:r>
    </w:p>
    <w:p w14:paraId="031451D8" w14:textId="77777777" w:rsidR="00810015" w:rsidRDefault="00810015" w:rsidP="00810015">
      <w:r>
        <w:t>375.6776</w:t>
      </w:r>
      <w:r>
        <w:tab/>
        <w:t>3.038e0</w:t>
      </w:r>
    </w:p>
    <w:p w14:paraId="3D946EE9" w14:textId="77777777" w:rsidR="00810015" w:rsidRDefault="00810015" w:rsidP="00810015">
      <w:r>
        <w:t>375.6801</w:t>
      </w:r>
      <w:r>
        <w:tab/>
        <w:t>1.013e0</w:t>
      </w:r>
    </w:p>
    <w:p w14:paraId="026FB745" w14:textId="77777777" w:rsidR="00810015" w:rsidRDefault="00810015" w:rsidP="00810015">
      <w:r>
        <w:t>375.6921</w:t>
      </w:r>
      <w:r>
        <w:tab/>
        <w:t>3.038e0</w:t>
      </w:r>
    </w:p>
    <w:p w14:paraId="12D67549" w14:textId="77777777" w:rsidR="00810015" w:rsidRDefault="00810015" w:rsidP="00810015">
      <w:r>
        <w:t>375.7015</w:t>
      </w:r>
      <w:r>
        <w:tab/>
        <w:t>1.013e0</w:t>
      </w:r>
    </w:p>
    <w:p w14:paraId="485E333C" w14:textId="77777777" w:rsidR="00810015" w:rsidRDefault="00810015" w:rsidP="00810015">
      <w:r>
        <w:t>375.7293</w:t>
      </w:r>
      <w:r>
        <w:tab/>
        <w:t>2.025e0</w:t>
      </w:r>
    </w:p>
    <w:p w14:paraId="60E05ABD" w14:textId="77777777" w:rsidR="00810015" w:rsidRDefault="00810015" w:rsidP="00810015">
      <w:r>
        <w:t>375.7642</w:t>
      </w:r>
      <w:r>
        <w:tab/>
        <w:t>2.025e0</w:t>
      </w:r>
    </w:p>
    <w:p w14:paraId="1A05EB9D" w14:textId="77777777" w:rsidR="00810015" w:rsidRDefault="00810015" w:rsidP="00810015">
      <w:r>
        <w:t>375.7912</w:t>
      </w:r>
      <w:r>
        <w:tab/>
        <w:t>2.025e0</w:t>
      </w:r>
    </w:p>
    <w:p w14:paraId="702CAF8A" w14:textId="77777777" w:rsidR="00810015" w:rsidRDefault="00810015" w:rsidP="00810015">
      <w:r>
        <w:t>375.8251</w:t>
      </w:r>
      <w:r>
        <w:tab/>
        <w:t>1.013e0</w:t>
      </w:r>
    </w:p>
    <w:p w14:paraId="7D57223D" w14:textId="77777777" w:rsidR="00810015" w:rsidRDefault="00810015" w:rsidP="00810015">
      <w:r>
        <w:t>375.8501</w:t>
      </w:r>
      <w:r>
        <w:tab/>
        <w:t>1.013e0</w:t>
      </w:r>
    </w:p>
    <w:p w14:paraId="12C96796" w14:textId="77777777" w:rsidR="00810015" w:rsidRDefault="00810015" w:rsidP="00810015">
      <w:r>
        <w:t>375.8551</w:t>
      </w:r>
      <w:r>
        <w:tab/>
        <w:t>1.013e0</w:t>
      </w:r>
    </w:p>
    <w:p w14:paraId="5397AED9" w14:textId="77777777" w:rsidR="00810015" w:rsidRDefault="00810015" w:rsidP="00810015">
      <w:r>
        <w:t>375.8672</w:t>
      </w:r>
      <w:r>
        <w:tab/>
        <w:t>1.013e0</w:t>
      </w:r>
    </w:p>
    <w:p w14:paraId="7D1B8E00" w14:textId="77777777" w:rsidR="00810015" w:rsidRDefault="00810015" w:rsidP="00810015">
      <w:r>
        <w:t>375.8983</w:t>
      </w:r>
      <w:r>
        <w:tab/>
        <w:t>4.051e0</w:t>
      </w:r>
    </w:p>
    <w:p w14:paraId="252387AB" w14:textId="77777777" w:rsidR="00810015" w:rsidRDefault="00810015" w:rsidP="00810015">
      <w:r>
        <w:t>375.9006</w:t>
      </w:r>
      <w:r>
        <w:tab/>
        <w:t>1.013e0</w:t>
      </w:r>
    </w:p>
    <w:p w14:paraId="5F1873BA" w14:textId="77777777" w:rsidR="00810015" w:rsidRDefault="00810015" w:rsidP="00810015">
      <w:r>
        <w:t>375.9160</w:t>
      </w:r>
      <w:r>
        <w:tab/>
        <w:t>2.025e0</w:t>
      </w:r>
    </w:p>
    <w:p w14:paraId="481C80C9" w14:textId="77777777" w:rsidR="00810015" w:rsidRDefault="00810015" w:rsidP="00810015">
      <w:r>
        <w:t>375.9210</w:t>
      </w:r>
      <w:r>
        <w:tab/>
        <w:t>1.013e0</w:t>
      </w:r>
    </w:p>
    <w:p w14:paraId="08856D2C" w14:textId="77777777" w:rsidR="00810015" w:rsidRDefault="00810015" w:rsidP="00810015">
      <w:r>
        <w:t>375.9313</w:t>
      </w:r>
      <w:r>
        <w:tab/>
        <w:t>3.038e0</w:t>
      </w:r>
    </w:p>
    <w:p w14:paraId="01B9F5C6" w14:textId="77777777" w:rsidR="00810015" w:rsidRDefault="00810015" w:rsidP="00810015">
      <w:r>
        <w:t>375.9614</w:t>
      </w:r>
      <w:r>
        <w:tab/>
        <w:t>2.025e0</w:t>
      </w:r>
    </w:p>
    <w:p w14:paraId="561656AA" w14:textId="77777777" w:rsidR="00810015" w:rsidRDefault="00810015" w:rsidP="00810015">
      <w:r>
        <w:t>375.9674</w:t>
      </w:r>
      <w:r>
        <w:tab/>
        <w:t>4.051e0</w:t>
      </w:r>
    </w:p>
    <w:p w14:paraId="32079845" w14:textId="77777777" w:rsidR="00810015" w:rsidRDefault="00810015" w:rsidP="00810015">
      <w:r>
        <w:t>376.0053</w:t>
      </w:r>
      <w:r>
        <w:tab/>
        <w:t>1.013e0</w:t>
      </w:r>
    </w:p>
    <w:p w14:paraId="686957BF" w14:textId="77777777" w:rsidR="00810015" w:rsidRDefault="00810015" w:rsidP="00810015">
      <w:r>
        <w:t>376.0286</w:t>
      </w:r>
      <w:r>
        <w:tab/>
        <w:t>2.025e0</w:t>
      </w:r>
    </w:p>
    <w:p w14:paraId="2C581B92" w14:textId="77777777" w:rsidR="00810015" w:rsidRDefault="00810015" w:rsidP="00810015">
      <w:r>
        <w:t>376.0305</w:t>
      </w:r>
      <w:r>
        <w:tab/>
        <w:t>2.025e0</w:t>
      </w:r>
    </w:p>
    <w:p w14:paraId="4B267A11" w14:textId="77777777" w:rsidR="00810015" w:rsidRDefault="00810015" w:rsidP="00810015">
      <w:r>
        <w:t>376.0430</w:t>
      </w:r>
      <w:r>
        <w:tab/>
        <w:t>4.051e0</w:t>
      </w:r>
    </w:p>
    <w:p w14:paraId="1E25C9B3" w14:textId="77777777" w:rsidR="00810015" w:rsidRDefault="00810015" w:rsidP="00810015">
      <w:r>
        <w:t>376.0664</w:t>
      </w:r>
      <w:r>
        <w:tab/>
        <w:t>1.750e1</w:t>
      </w:r>
    </w:p>
    <w:p w14:paraId="2AB7A49B" w14:textId="77777777" w:rsidR="00810015" w:rsidRDefault="00810015" w:rsidP="00810015">
      <w:r>
        <w:t>376.0748</w:t>
      </w:r>
      <w:r>
        <w:tab/>
        <w:t>1.647e1</w:t>
      </w:r>
    </w:p>
    <w:p w14:paraId="62329A36" w14:textId="77777777" w:rsidR="00810015" w:rsidRDefault="00810015" w:rsidP="00810015">
      <w:r>
        <w:t>376.0807</w:t>
      </w:r>
      <w:r>
        <w:tab/>
        <w:t>1.495e1</w:t>
      </w:r>
    </w:p>
    <w:p w14:paraId="4A52E388" w14:textId="77777777" w:rsidR="00810015" w:rsidRDefault="00810015" w:rsidP="00810015">
      <w:r>
        <w:t>376.0885</w:t>
      </w:r>
      <w:r>
        <w:tab/>
        <w:t>2.025e0</w:t>
      </w:r>
    </w:p>
    <w:p w14:paraId="68EFB10B" w14:textId="77777777" w:rsidR="00810015" w:rsidRDefault="00810015" w:rsidP="00810015">
      <w:r>
        <w:t>376.1082</w:t>
      </w:r>
      <w:r>
        <w:tab/>
        <w:t>2.397e0</w:t>
      </w:r>
    </w:p>
    <w:p w14:paraId="4E67EEA1" w14:textId="77777777" w:rsidR="00810015" w:rsidRDefault="00810015" w:rsidP="00810015">
      <w:r>
        <w:t>376.1125</w:t>
      </w:r>
      <w:r>
        <w:tab/>
        <w:t>1.227e1</w:t>
      </w:r>
    </w:p>
    <w:p w14:paraId="043A6518" w14:textId="77777777" w:rsidR="00810015" w:rsidRDefault="00810015" w:rsidP="00810015">
      <w:r>
        <w:t>376.1304</w:t>
      </w:r>
      <w:r>
        <w:tab/>
        <w:t>1.165e1</w:t>
      </w:r>
    </w:p>
    <w:p w14:paraId="4F44EB96" w14:textId="77777777" w:rsidR="00810015" w:rsidRDefault="00810015" w:rsidP="00810015">
      <w:r>
        <w:t>376.1397</w:t>
      </w:r>
      <w:r>
        <w:tab/>
        <w:t>9.705e0</w:t>
      </w:r>
    </w:p>
    <w:p w14:paraId="220EB73B" w14:textId="77777777" w:rsidR="00810015" w:rsidRDefault="00810015" w:rsidP="00810015">
      <w:r>
        <w:t>376.1667</w:t>
      </w:r>
      <w:r>
        <w:tab/>
        <w:t>2.025e0</w:t>
      </w:r>
    </w:p>
    <w:p w14:paraId="29980ED4" w14:textId="77777777" w:rsidR="00810015" w:rsidRDefault="00810015" w:rsidP="00810015">
      <w:r>
        <w:t>376.2075</w:t>
      </w:r>
      <w:r>
        <w:tab/>
        <w:t>3.038e0</w:t>
      </w:r>
    </w:p>
    <w:p w14:paraId="497D9DED" w14:textId="77777777" w:rsidR="00810015" w:rsidRDefault="00810015" w:rsidP="00810015">
      <w:r>
        <w:t>376.2088</w:t>
      </w:r>
      <w:r>
        <w:tab/>
        <w:t>2.025e0</w:t>
      </w:r>
    </w:p>
    <w:p w14:paraId="73206ECD" w14:textId="77777777" w:rsidR="00810015" w:rsidRDefault="00810015" w:rsidP="00810015">
      <w:r>
        <w:t>376.2143</w:t>
      </w:r>
      <w:r>
        <w:tab/>
        <w:t>3.038e0</w:t>
      </w:r>
    </w:p>
    <w:p w14:paraId="3E47A948" w14:textId="77777777" w:rsidR="00810015" w:rsidRDefault="00810015" w:rsidP="00810015">
      <w:r>
        <w:t>376.2187</w:t>
      </w:r>
      <w:r>
        <w:tab/>
        <w:t>2.025e0</w:t>
      </w:r>
    </w:p>
    <w:p w14:paraId="5E35FDE8" w14:textId="77777777" w:rsidR="00810015" w:rsidRDefault="00810015" w:rsidP="00810015">
      <w:r>
        <w:t>376.2250</w:t>
      </w:r>
      <w:r>
        <w:tab/>
        <w:t>2.329e0</w:t>
      </w:r>
    </w:p>
    <w:p w14:paraId="585A8373" w14:textId="77777777" w:rsidR="00810015" w:rsidRDefault="00810015" w:rsidP="00810015">
      <w:r>
        <w:t>376.2595</w:t>
      </w:r>
      <w:r>
        <w:tab/>
        <w:t>5.063e0</w:t>
      </w:r>
    </w:p>
    <w:p w14:paraId="2371A846" w14:textId="77777777" w:rsidR="00810015" w:rsidRDefault="00810015" w:rsidP="00810015">
      <w:r>
        <w:t>376.2967</w:t>
      </w:r>
      <w:r>
        <w:tab/>
        <w:t>1.879e0</w:t>
      </w:r>
    </w:p>
    <w:p w14:paraId="5A514292" w14:textId="77777777" w:rsidR="00810015" w:rsidRDefault="00810015" w:rsidP="00810015">
      <w:r>
        <w:t>376.3188</w:t>
      </w:r>
      <w:r>
        <w:tab/>
        <w:t>3.038e0</w:t>
      </w:r>
    </w:p>
    <w:p w14:paraId="7A73BD44" w14:textId="77777777" w:rsidR="00810015" w:rsidRDefault="00810015" w:rsidP="00810015">
      <w:r>
        <w:t>376.3203</w:t>
      </w:r>
      <w:r>
        <w:tab/>
        <w:t>3.038e0</w:t>
      </w:r>
    </w:p>
    <w:p w14:paraId="4530DEED" w14:textId="77777777" w:rsidR="00810015" w:rsidRDefault="00810015" w:rsidP="00810015">
      <w:r>
        <w:t>376.3620</w:t>
      </w:r>
      <w:r>
        <w:tab/>
        <w:t>1.013e0</w:t>
      </w:r>
    </w:p>
    <w:p w14:paraId="7EE5026F" w14:textId="77777777" w:rsidR="00810015" w:rsidRDefault="00810015" w:rsidP="00810015">
      <w:r>
        <w:t>376.3754</w:t>
      </w:r>
      <w:r>
        <w:tab/>
        <w:t>1.013e0</w:t>
      </w:r>
    </w:p>
    <w:p w14:paraId="329B6272" w14:textId="77777777" w:rsidR="00810015" w:rsidRDefault="00810015" w:rsidP="00810015">
      <w:r>
        <w:t>376.4035</w:t>
      </w:r>
      <w:r>
        <w:tab/>
        <w:t>1.013e0</w:t>
      </w:r>
    </w:p>
    <w:p w14:paraId="0E1C8EA7" w14:textId="77777777" w:rsidR="00810015" w:rsidRDefault="00810015" w:rsidP="00810015">
      <w:r>
        <w:t>376.4289</w:t>
      </w:r>
      <w:r>
        <w:tab/>
        <w:t>1.013e0</w:t>
      </w:r>
    </w:p>
    <w:p w14:paraId="78994AF8" w14:textId="77777777" w:rsidR="00810015" w:rsidRDefault="00810015" w:rsidP="00810015">
      <w:r>
        <w:t>376.4370</w:t>
      </w:r>
      <w:r>
        <w:tab/>
        <w:t>1.013e0</w:t>
      </w:r>
    </w:p>
    <w:p w14:paraId="2BDE160A" w14:textId="77777777" w:rsidR="00810015" w:rsidRDefault="00810015" w:rsidP="00810015">
      <w:r>
        <w:t>376.4436</w:t>
      </w:r>
      <w:r>
        <w:tab/>
        <w:t>1.013e0</w:t>
      </w:r>
    </w:p>
    <w:p w14:paraId="0200408C" w14:textId="77777777" w:rsidR="00810015" w:rsidRDefault="00810015" w:rsidP="00810015">
      <w:r>
        <w:t>376.5722</w:t>
      </w:r>
      <w:r>
        <w:tab/>
        <w:t>1.013e1</w:t>
      </w:r>
    </w:p>
    <w:p w14:paraId="5EB8F633" w14:textId="77777777" w:rsidR="00810015" w:rsidRDefault="00810015" w:rsidP="00810015">
      <w:r>
        <w:t>376.5844</w:t>
      </w:r>
      <w:r>
        <w:tab/>
        <w:t>4.249e0</w:t>
      </w:r>
    </w:p>
    <w:p w14:paraId="78C9FD56" w14:textId="77777777" w:rsidR="00810015" w:rsidRDefault="00810015" w:rsidP="00810015">
      <w:r>
        <w:t>376.5877</w:t>
      </w:r>
      <w:r>
        <w:tab/>
        <w:t>5.063e0</w:t>
      </w:r>
    </w:p>
    <w:p w14:paraId="7808B1EB" w14:textId="77777777" w:rsidR="00810015" w:rsidRDefault="00810015" w:rsidP="00810015">
      <w:r>
        <w:t>376.6384</w:t>
      </w:r>
      <w:r>
        <w:tab/>
        <w:t>1.013e0</w:t>
      </w:r>
    </w:p>
    <w:p w14:paraId="009E70F2" w14:textId="77777777" w:rsidR="00810015" w:rsidRDefault="00810015" w:rsidP="00810015">
      <w:r>
        <w:t>376.6712</w:t>
      </w:r>
      <w:r>
        <w:tab/>
        <w:t>1.013e0</w:t>
      </w:r>
    </w:p>
    <w:p w14:paraId="595FAF08" w14:textId="77777777" w:rsidR="00810015" w:rsidRDefault="00810015" w:rsidP="00810015">
      <w:r>
        <w:t>376.6888</w:t>
      </w:r>
      <w:r>
        <w:tab/>
        <w:t>2.025e0</w:t>
      </w:r>
    </w:p>
    <w:p w14:paraId="46CAABCF" w14:textId="77777777" w:rsidR="00810015" w:rsidRDefault="00810015" w:rsidP="00810015">
      <w:r>
        <w:t>376.7069</w:t>
      </w:r>
      <w:r>
        <w:tab/>
        <w:t>2.025e0</w:t>
      </w:r>
    </w:p>
    <w:p w14:paraId="682E0AB3" w14:textId="77777777" w:rsidR="00810015" w:rsidRDefault="00810015" w:rsidP="00810015">
      <w:r>
        <w:t>376.7083</w:t>
      </w:r>
      <w:r>
        <w:tab/>
        <w:t>2.025e0</w:t>
      </w:r>
    </w:p>
    <w:p w14:paraId="495D6173" w14:textId="77777777" w:rsidR="00810015" w:rsidRDefault="00810015" w:rsidP="00810015">
      <w:r>
        <w:t>376.7122</w:t>
      </w:r>
      <w:r>
        <w:tab/>
        <w:t>2.025e0</w:t>
      </w:r>
    </w:p>
    <w:p w14:paraId="1E704C40" w14:textId="77777777" w:rsidR="00810015" w:rsidRDefault="00810015" w:rsidP="00810015">
      <w:r>
        <w:t>376.7368</w:t>
      </w:r>
      <w:r>
        <w:tab/>
        <w:t>2.025e0</w:t>
      </w:r>
    </w:p>
    <w:p w14:paraId="5529F410" w14:textId="77777777" w:rsidR="00810015" w:rsidRDefault="00810015" w:rsidP="00810015">
      <w:r>
        <w:t>376.7837</w:t>
      </w:r>
      <w:r>
        <w:tab/>
        <w:t>1.013e0</w:t>
      </w:r>
    </w:p>
    <w:p w14:paraId="4584E839" w14:textId="77777777" w:rsidR="00810015" w:rsidRDefault="00810015" w:rsidP="00810015">
      <w:r>
        <w:t>376.8038</w:t>
      </w:r>
      <w:r>
        <w:tab/>
        <w:t>1.013e0</w:t>
      </w:r>
    </w:p>
    <w:p w14:paraId="16CDA774" w14:textId="77777777" w:rsidR="00810015" w:rsidRDefault="00810015" w:rsidP="00810015">
      <w:r>
        <w:t>376.8212</w:t>
      </w:r>
      <w:r>
        <w:tab/>
        <w:t>2.025e0</w:t>
      </w:r>
    </w:p>
    <w:p w14:paraId="6A9DD153" w14:textId="77777777" w:rsidR="00810015" w:rsidRDefault="00810015" w:rsidP="00810015">
      <w:r>
        <w:t>376.8225</w:t>
      </w:r>
      <w:r>
        <w:tab/>
        <w:t>2.025e0</w:t>
      </w:r>
    </w:p>
    <w:p w14:paraId="4374423B" w14:textId="77777777" w:rsidR="00810015" w:rsidRDefault="00810015" w:rsidP="00810015">
      <w:r>
        <w:t>376.8252</w:t>
      </w:r>
      <w:r>
        <w:tab/>
        <w:t>1.013e0</w:t>
      </w:r>
    </w:p>
    <w:p w14:paraId="5E1DAC8B" w14:textId="77777777" w:rsidR="00810015" w:rsidRDefault="00810015" w:rsidP="00810015">
      <w:r>
        <w:t>376.8775</w:t>
      </w:r>
      <w:r>
        <w:tab/>
        <w:t>2.025e0</w:t>
      </w:r>
    </w:p>
    <w:p w14:paraId="33714BE7" w14:textId="77777777" w:rsidR="00810015" w:rsidRDefault="00810015" w:rsidP="00810015">
      <w:r>
        <w:t>376.8976</w:t>
      </w:r>
      <w:r>
        <w:tab/>
        <w:t>1.013e0</w:t>
      </w:r>
    </w:p>
    <w:p w14:paraId="1C79BCFB" w14:textId="77777777" w:rsidR="00810015" w:rsidRDefault="00810015" w:rsidP="00810015">
      <w:r>
        <w:t>376.9147</w:t>
      </w:r>
      <w:r>
        <w:tab/>
        <w:t>5.063e0</w:t>
      </w:r>
    </w:p>
    <w:p w14:paraId="0553976B" w14:textId="77777777" w:rsidR="00810015" w:rsidRDefault="00810015" w:rsidP="00810015">
      <w:r>
        <w:t>376.9368</w:t>
      </w:r>
      <w:r>
        <w:tab/>
        <w:t>3.038e0</w:t>
      </w:r>
    </w:p>
    <w:p w14:paraId="72E49A1E" w14:textId="77777777" w:rsidR="00810015" w:rsidRDefault="00810015" w:rsidP="00810015">
      <w:r>
        <w:t>376.9383</w:t>
      </w:r>
      <w:r>
        <w:tab/>
        <w:t>3.038e0</w:t>
      </w:r>
    </w:p>
    <w:p w14:paraId="46F95E38" w14:textId="77777777" w:rsidR="00810015" w:rsidRDefault="00810015" w:rsidP="00810015">
      <w:r>
        <w:t>376.9483</w:t>
      </w:r>
      <w:r>
        <w:tab/>
        <w:t>2.025e0</w:t>
      </w:r>
    </w:p>
    <w:p w14:paraId="67A064C8" w14:textId="77777777" w:rsidR="00810015" w:rsidRDefault="00810015" w:rsidP="00810015">
      <w:r>
        <w:t>376.9579</w:t>
      </w:r>
      <w:r>
        <w:tab/>
        <w:t>1.013e0</w:t>
      </w:r>
    </w:p>
    <w:p w14:paraId="0F472FB7" w14:textId="77777777" w:rsidR="00810015" w:rsidRDefault="00810015" w:rsidP="00810015">
      <w:r>
        <w:t>377.0190</w:t>
      </w:r>
      <w:r>
        <w:tab/>
        <w:t>3.038e0</w:t>
      </w:r>
    </w:p>
    <w:p w14:paraId="38FE37E7" w14:textId="77777777" w:rsidR="00810015" w:rsidRDefault="00810015" w:rsidP="00810015">
      <w:r>
        <w:t>377.0219</w:t>
      </w:r>
      <w:r>
        <w:tab/>
        <w:t>2.025e0</w:t>
      </w:r>
    </w:p>
    <w:p w14:paraId="0BB36A25" w14:textId="77777777" w:rsidR="00810015" w:rsidRDefault="00810015" w:rsidP="00810015">
      <w:r>
        <w:t>377.0797</w:t>
      </w:r>
      <w:r>
        <w:tab/>
        <w:t>5.851e1</w:t>
      </w:r>
    </w:p>
    <w:p w14:paraId="7CFBBD04" w14:textId="77777777" w:rsidR="00810015" w:rsidRDefault="00810015" w:rsidP="00810015">
      <w:r>
        <w:t>377.0816</w:t>
      </w:r>
      <w:r>
        <w:tab/>
        <w:t>1.538e2</w:t>
      </w:r>
    </w:p>
    <w:p w14:paraId="608F4FC4" w14:textId="77777777" w:rsidR="00810015" w:rsidRDefault="00810015" w:rsidP="00810015">
      <w:r>
        <w:t>377.0859</w:t>
      </w:r>
      <w:r>
        <w:tab/>
        <w:t>1.680e1</w:t>
      </w:r>
    </w:p>
    <w:p w14:paraId="74F40238" w14:textId="77777777" w:rsidR="00810015" w:rsidRDefault="00810015" w:rsidP="00810015">
      <w:r>
        <w:t>377.1083</w:t>
      </w:r>
      <w:r>
        <w:tab/>
        <w:t>2.025e0</w:t>
      </w:r>
    </w:p>
    <w:p w14:paraId="50060D63" w14:textId="77777777" w:rsidR="00810015" w:rsidRDefault="00810015" w:rsidP="00810015">
      <w:r>
        <w:t>377.1437</w:t>
      </w:r>
      <w:r>
        <w:tab/>
        <w:t>6.628e0</w:t>
      </w:r>
    </w:p>
    <w:p w14:paraId="133C704D" w14:textId="77777777" w:rsidR="00810015" w:rsidRDefault="00810015" w:rsidP="00810015">
      <w:r>
        <w:t>377.1509</w:t>
      </w:r>
      <w:r>
        <w:tab/>
        <w:t>3.596e0</w:t>
      </w:r>
    </w:p>
    <w:p w14:paraId="10ACEB94" w14:textId="77777777" w:rsidR="00810015" w:rsidRDefault="00810015" w:rsidP="00810015">
      <w:r>
        <w:t>377.1520</w:t>
      </w:r>
      <w:r>
        <w:tab/>
        <w:t>2.025e0</w:t>
      </w:r>
    </w:p>
    <w:p w14:paraId="54D649AE" w14:textId="77777777" w:rsidR="00810015" w:rsidRDefault="00810015" w:rsidP="00810015">
      <w:r>
        <w:t>377.1848</w:t>
      </w:r>
      <w:r>
        <w:tab/>
        <w:t>3.699e0</w:t>
      </w:r>
    </w:p>
    <w:p w14:paraId="3BD58BE7" w14:textId="77777777" w:rsidR="00810015" w:rsidRDefault="00810015" w:rsidP="00810015">
      <w:r>
        <w:t>377.2133</w:t>
      </w:r>
      <w:r>
        <w:tab/>
        <w:t>3.038e0</w:t>
      </w:r>
    </w:p>
    <w:p w14:paraId="0A64E1C8" w14:textId="77777777" w:rsidR="00810015" w:rsidRDefault="00810015" w:rsidP="00810015">
      <w:r>
        <w:t>377.2297</w:t>
      </w:r>
      <w:r>
        <w:tab/>
        <w:t>3.561e0</w:t>
      </w:r>
    </w:p>
    <w:p w14:paraId="5B36665C" w14:textId="77777777" w:rsidR="00810015" w:rsidRDefault="00810015" w:rsidP="00810015">
      <w:r>
        <w:t>377.2576</w:t>
      </w:r>
      <w:r>
        <w:tab/>
        <w:t>3.040e0</w:t>
      </w:r>
    </w:p>
    <w:p w14:paraId="5101B3CF" w14:textId="77777777" w:rsidR="00810015" w:rsidRDefault="00810015" w:rsidP="00810015">
      <w:r>
        <w:t>377.2592</w:t>
      </w:r>
      <w:r>
        <w:tab/>
        <w:t>5.063e0</w:t>
      </w:r>
    </w:p>
    <w:p w14:paraId="495BE49D" w14:textId="77777777" w:rsidR="00810015" w:rsidRDefault="00810015" w:rsidP="00810015">
      <w:r>
        <w:t>377.2848</w:t>
      </w:r>
      <w:r>
        <w:tab/>
        <w:t>2.025e0</w:t>
      </w:r>
    </w:p>
    <w:p w14:paraId="655E41C3" w14:textId="77777777" w:rsidR="00810015" w:rsidRDefault="00810015" w:rsidP="00810015">
      <w:r>
        <w:t>377.2908</w:t>
      </w:r>
      <w:r>
        <w:tab/>
        <w:t>4.508e0</w:t>
      </w:r>
    </w:p>
    <w:p w14:paraId="6C0DB0CD" w14:textId="77777777" w:rsidR="00810015" w:rsidRDefault="00810015" w:rsidP="00810015">
      <w:r>
        <w:t>377.2969</w:t>
      </w:r>
      <w:r>
        <w:tab/>
        <w:t>5.063e0</w:t>
      </w:r>
    </w:p>
    <w:p w14:paraId="644495F1" w14:textId="77777777" w:rsidR="00810015" w:rsidRDefault="00810015" w:rsidP="00810015">
      <w:r>
        <w:t>377.3413</w:t>
      </w:r>
      <w:r>
        <w:tab/>
        <w:t>1.013e0</w:t>
      </w:r>
    </w:p>
    <w:p w14:paraId="363926ED" w14:textId="77777777" w:rsidR="00810015" w:rsidRDefault="00810015" w:rsidP="00810015">
      <w:r>
        <w:t>377.3869</w:t>
      </w:r>
      <w:r>
        <w:tab/>
        <w:t>2.025e0</w:t>
      </w:r>
    </w:p>
    <w:p w14:paraId="49972CE9" w14:textId="77777777" w:rsidR="00810015" w:rsidRDefault="00810015" w:rsidP="00810015">
      <w:r>
        <w:t>377.3936</w:t>
      </w:r>
      <w:r>
        <w:tab/>
        <w:t>1.013e0</w:t>
      </w:r>
    </w:p>
    <w:p w14:paraId="47A2C62E" w14:textId="77777777" w:rsidR="00810015" w:rsidRDefault="00810015" w:rsidP="00810015">
      <w:r>
        <w:t>377.4070</w:t>
      </w:r>
      <w:r>
        <w:tab/>
        <w:t>1.013e0</w:t>
      </w:r>
    </w:p>
    <w:p w14:paraId="4A999CE4" w14:textId="77777777" w:rsidR="00810015" w:rsidRDefault="00810015" w:rsidP="00810015">
      <w:r>
        <w:t>377.4174</w:t>
      </w:r>
      <w:r>
        <w:tab/>
        <w:t>4.051e0</w:t>
      </w:r>
    </w:p>
    <w:p w14:paraId="0224A9ED" w14:textId="77777777" w:rsidR="00810015" w:rsidRDefault="00810015" w:rsidP="00810015">
      <w:r>
        <w:t>377.4231</w:t>
      </w:r>
      <w:r>
        <w:tab/>
        <w:t>1.013e0</w:t>
      </w:r>
    </w:p>
    <w:p w14:paraId="5397AD6E" w14:textId="77777777" w:rsidR="00810015" w:rsidRDefault="00810015" w:rsidP="00810015">
      <w:r>
        <w:t>377.4645</w:t>
      </w:r>
      <w:r>
        <w:tab/>
        <w:t>2.025e0</w:t>
      </w:r>
    </w:p>
    <w:p w14:paraId="7CE547FA" w14:textId="77777777" w:rsidR="00810015" w:rsidRDefault="00810015" w:rsidP="00810015">
      <w:r>
        <w:t>377.4863</w:t>
      </w:r>
      <w:r>
        <w:tab/>
        <w:t>1.013e0</w:t>
      </w:r>
    </w:p>
    <w:p w14:paraId="03072BB3" w14:textId="77777777" w:rsidR="00810015" w:rsidRDefault="00810015" w:rsidP="00810015">
      <w:r>
        <w:t>377.4942</w:t>
      </w:r>
      <w:r>
        <w:tab/>
        <w:t>1.013e0</w:t>
      </w:r>
    </w:p>
    <w:p w14:paraId="45241877" w14:textId="77777777" w:rsidR="00810015" w:rsidRDefault="00810015" w:rsidP="00810015">
      <w:r>
        <w:t>377.5569</w:t>
      </w:r>
      <w:r>
        <w:tab/>
        <w:t>2.025e0</w:t>
      </w:r>
    </w:p>
    <w:p w14:paraId="14CB6E0B" w14:textId="77777777" w:rsidR="00810015" w:rsidRDefault="00810015" w:rsidP="00810015">
      <w:r>
        <w:t>377.5613</w:t>
      </w:r>
      <w:r>
        <w:tab/>
        <w:t>1.013e0</w:t>
      </w:r>
    </w:p>
    <w:p w14:paraId="5B495A2F" w14:textId="77777777" w:rsidR="00810015" w:rsidRDefault="00810015" w:rsidP="00810015">
      <w:r>
        <w:t>377.5681</w:t>
      </w:r>
      <w:r>
        <w:tab/>
        <w:t>1.013e0</w:t>
      </w:r>
    </w:p>
    <w:p w14:paraId="2815B423" w14:textId="77777777" w:rsidR="00810015" w:rsidRDefault="00810015" w:rsidP="00810015">
      <w:r>
        <w:t>377.5708</w:t>
      </w:r>
      <w:r>
        <w:tab/>
        <w:t>5.063e0</w:t>
      </w:r>
    </w:p>
    <w:p w14:paraId="63AC6E3E" w14:textId="77777777" w:rsidR="00810015" w:rsidRDefault="00810015" w:rsidP="00810015">
      <w:r>
        <w:t>377.6456</w:t>
      </w:r>
      <w:r>
        <w:tab/>
        <w:t>1.013e0</w:t>
      </w:r>
    </w:p>
    <w:p w14:paraId="690E1DF5" w14:textId="77777777" w:rsidR="00810015" w:rsidRDefault="00810015" w:rsidP="00810015">
      <w:r>
        <w:t>377.6600</w:t>
      </w:r>
      <w:r>
        <w:tab/>
        <w:t>2.025e0</w:t>
      </w:r>
    </w:p>
    <w:p w14:paraId="5DA02D3F" w14:textId="77777777" w:rsidR="00810015" w:rsidRDefault="00810015" w:rsidP="00810015">
      <w:r>
        <w:t>377.6652</w:t>
      </w:r>
      <w:r>
        <w:tab/>
        <w:t>3.038e0</w:t>
      </w:r>
    </w:p>
    <w:p w14:paraId="64F4C3A5" w14:textId="77777777" w:rsidR="00810015" w:rsidRDefault="00810015" w:rsidP="00810015">
      <w:r>
        <w:t>377.6725</w:t>
      </w:r>
      <w:r>
        <w:tab/>
        <w:t>2.025e0</w:t>
      </w:r>
    </w:p>
    <w:p w14:paraId="1D027127" w14:textId="77777777" w:rsidR="00810015" w:rsidRDefault="00810015" w:rsidP="00810015">
      <w:r>
        <w:t>377.7023</w:t>
      </w:r>
      <w:r>
        <w:tab/>
        <w:t>1.013e0</w:t>
      </w:r>
    </w:p>
    <w:p w14:paraId="01BBA157" w14:textId="77777777" w:rsidR="00810015" w:rsidRDefault="00810015" w:rsidP="00810015">
      <w:r>
        <w:t>377.7563</w:t>
      </w:r>
      <w:r>
        <w:tab/>
        <w:t>1.013e0</w:t>
      </w:r>
    </w:p>
    <w:p w14:paraId="1629349D" w14:textId="77777777" w:rsidR="00810015" w:rsidRDefault="00810015" w:rsidP="00810015">
      <w:r>
        <w:t>377.7694</w:t>
      </w:r>
      <w:r>
        <w:tab/>
        <w:t>1.013e0</w:t>
      </w:r>
    </w:p>
    <w:p w14:paraId="45D432BE" w14:textId="77777777" w:rsidR="00810015" w:rsidRDefault="00810015" w:rsidP="00810015">
      <w:r>
        <w:t>377.7824</w:t>
      </w:r>
      <w:r>
        <w:tab/>
        <w:t>2.025e0</w:t>
      </w:r>
    </w:p>
    <w:p w14:paraId="78AB8D58" w14:textId="77777777" w:rsidR="00810015" w:rsidRDefault="00810015" w:rsidP="00810015">
      <w:r>
        <w:t>377.7976</w:t>
      </w:r>
      <w:r>
        <w:tab/>
        <w:t>1.013e0</w:t>
      </w:r>
    </w:p>
    <w:p w14:paraId="685A5F81" w14:textId="77777777" w:rsidR="00810015" w:rsidRDefault="00810015" w:rsidP="00810015">
      <w:r>
        <w:t>377.8447</w:t>
      </w:r>
      <w:r>
        <w:tab/>
        <w:t>2.025e0</w:t>
      </w:r>
    </w:p>
    <w:p w14:paraId="6E0EBF7D" w14:textId="77777777" w:rsidR="00810015" w:rsidRDefault="00810015" w:rsidP="00810015">
      <w:r>
        <w:t>377.8462</w:t>
      </w:r>
      <w:r>
        <w:tab/>
        <w:t>3.388e0</w:t>
      </w:r>
    </w:p>
    <w:p w14:paraId="46D50044" w14:textId="77777777" w:rsidR="00810015" w:rsidRDefault="00810015" w:rsidP="00810015">
      <w:r>
        <w:t>377.8577</w:t>
      </w:r>
      <w:r>
        <w:tab/>
        <w:t>2.025e0</w:t>
      </w:r>
    </w:p>
    <w:p w14:paraId="7478133B" w14:textId="77777777" w:rsidR="00810015" w:rsidRDefault="00810015" w:rsidP="00810015">
      <w:r>
        <w:t>377.8722</w:t>
      </w:r>
      <w:r>
        <w:tab/>
        <w:t>1.013e0</w:t>
      </w:r>
    </w:p>
    <w:p w14:paraId="3D86B92B" w14:textId="77777777" w:rsidR="00810015" w:rsidRDefault="00810015" w:rsidP="00810015">
      <w:r>
        <w:t>377.8893</w:t>
      </w:r>
      <w:r>
        <w:tab/>
        <w:t>1.013e0</w:t>
      </w:r>
    </w:p>
    <w:p w14:paraId="747A6E79" w14:textId="77777777" w:rsidR="00810015" w:rsidRDefault="00810015" w:rsidP="00810015">
      <w:r>
        <w:t>377.8927</w:t>
      </w:r>
      <w:r>
        <w:tab/>
        <w:t>2.025e0</w:t>
      </w:r>
    </w:p>
    <w:p w14:paraId="17ED1F94" w14:textId="77777777" w:rsidR="00810015" w:rsidRDefault="00810015" w:rsidP="00810015">
      <w:r>
        <w:t>377.9138</w:t>
      </w:r>
      <w:r>
        <w:tab/>
        <w:t>2.025e0</w:t>
      </w:r>
    </w:p>
    <w:p w14:paraId="7EE141E9" w14:textId="77777777" w:rsidR="00810015" w:rsidRDefault="00810015" w:rsidP="00810015">
      <w:r>
        <w:t>377.9305</w:t>
      </w:r>
      <w:r>
        <w:tab/>
        <w:t>1.013e0</w:t>
      </w:r>
    </w:p>
    <w:p w14:paraId="22AA7CFC" w14:textId="77777777" w:rsidR="00810015" w:rsidRDefault="00810015" w:rsidP="00810015">
      <w:r>
        <w:t>377.9341</w:t>
      </w:r>
      <w:r>
        <w:tab/>
        <w:t>3.038e0</w:t>
      </w:r>
    </w:p>
    <w:p w14:paraId="01899469" w14:textId="77777777" w:rsidR="00810015" w:rsidRDefault="00810015" w:rsidP="00810015">
      <w:r>
        <w:t>377.9393</w:t>
      </w:r>
      <w:r>
        <w:tab/>
        <w:t>6.076e0</w:t>
      </w:r>
    </w:p>
    <w:p w14:paraId="160F30DA" w14:textId="77777777" w:rsidR="00810015" w:rsidRDefault="00810015" w:rsidP="00810015">
      <w:r>
        <w:t>377.9608</w:t>
      </w:r>
      <w:r>
        <w:tab/>
        <w:t>2.025e0</w:t>
      </w:r>
    </w:p>
    <w:p w14:paraId="5FD1D138" w14:textId="77777777" w:rsidR="00810015" w:rsidRDefault="00810015" w:rsidP="00810015">
      <w:r>
        <w:t>377.9732</w:t>
      </w:r>
      <w:r>
        <w:tab/>
        <w:t>4.051e0</w:t>
      </w:r>
    </w:p>
    <w:p w14:paraId="0F543544" w14:textId="77777777" w:rsidR="00810015" w:rsidRDefault="00810015" w:rsidP="00810015">
      <w:r>
        <w:t>377.9789</w:t>
      </w:r>
      <w:r>
        <w:tab/>
        <w:t>1.013e0</w:t>
      </w:r>
    </w:p>
    <w:p w14:paraId="2C8C1A51" w14:textId="77777777" w:rsidR="00810015" w:rsidRDefault="00810015" w:rsidP="00810015">
      <w:r>
        <w:t>377.9869</w:t>
      </w:r>
      <w:r>
        <w:tab/>
        <w:t>2.025e0</w:t>
      </w:r>
    </w:p>
    <w:p w14:paraId="15DA5A23" w14:textId="77777777" w:rsidR="00810015" w:rsidRDefault="00810015" w:rsidP="00810015">
      <w:r>
        <w:t>377.9937</w:t>
      </w:r>
      <w:r>
        <w:tab/>
        <w:t>3.993e0</w:t>
      </w:r>
    </w:p>
    <w:p w14:paraId="74C0B9D8" w14:textId="77777777" w:rsidR="00810015" w:rsidRDefault="00810015" w:rsidP="00810015">
      <w:r>
        <w:t>378.0313</w:t>
      </w:r>
      <w:r>
        <w:tab/>
        <w:t>1.013e0</w:t>
      </w:r>
    </w:p>
    <w:p w14:paraId="20A6781A" w14:textId="77777777" w:rsidR="00810015" w:rsidRDefault="00810015" w:rsidP="00810015">
      <w:r>
        <w:t>378.0334</w:t>
      </w:r>
      <w:r>
        <w:tab/>
        <w:t>2.025e0</w:t>
      </w:r>
    </w:p>
    <w:p w14:paraId="2D5A2ED3" w14:textId="77777777" w:rsidR="00810015" w:rsidRDefault="00810015" w:rsidP="00810015">
      <w:r>
        <w:t>378.0486</w:t>
      </w:r>
      <w:r>
        <w:tab/>
        <w:t>4.051e0</w:t>
      </w:r>
    </w:p>
    <w:p w14:paraId="77C32306" w14:textId="77777777" w:rsidR="00810015" w:rsidRDefault="00810015" w:rsidP="00810015">
      <w:r>
        <w:t>378.0822</w:t>
      </w:r>
      <w:r>
        <w:tab/>
        <w:t>1.098e1</w:t>
      </w:r>
    </w:p>
    <w:p w14:paraId="14239D3C" w14:textId="77777777" w:rsidR="00810015" w:rsidRDefault="00810015" w:rsidP="00810015">
      <w:r>
        <w:t>378.0895</w:t>
      </w:r>
      <w:r>
        <w:tab/>
        <w:t>2.385e1</w:t>
      </w:r>
    </w:p>
    <w:p w14:paraId="3553CA9C" w14:textId="77777777" w:rsidR="00810015" w:rsidRDefault="00810015" w:rsidP="00810015">
      <w:r>
        <w:t>378.0939</w:t>
      </w:r>
      <w:r>
        <w:tab/>
        <w:t>7.248e0</w:t>
      </w:r>
    </w:p>
    <w:p w14:paraId="6A9084E8" w14:textId="77777777" w:rsidR="00810015" w:rsidRDefault="00810015" w:rsidP="00810015">
      <w:r>
        <w:t>378.1343</w:t>
      </w:r>
      <w:r>
        <w:tab/>
        <w:t>2.488e0</w:t>
      </w:r>
    </w:p>
    <w:p w14:paraId="4547A800" w14:textId="77777777" w:rsidR="00810015" w:rsidRDefault="00810015" w:rsidP="00810015">
      <w:r>
        <w:t>378.1609</w:t>
      </w:r>
      <w:r>
        <w:tab/>
        <w:t>2.723e0</w:t>
      </w:r>
    </w:p>
    <w:p w14:paraId="6904DB2B" w14:textId="77777777" w:rsidR="00810015" w:rsidRDefault="00810015" w:rsidP="00810015">
      <w:r>
        <w:t>378.1724</w:t>
      </w:r>
      <w:r>
        <w:tab/>
        <w:t>1.885e0</w:t>
      </w:r>
    </w:p>
    <w:p w14:paraId="7A58F249" w14:textId="77777777" w:rsidR="00810015" w:rsidRDefault="00810015" w:rsidP="00810015">
      <w:r>
        <w:t>378.1828</w:t>
      </w:r>
      <w:r>
        <w:tab/>
        <w:t>2.025e0</w:t>
      </w:r>
    </w:p>
    <w:p w14:paraId="4153C96A" w14:textId="77777777" w:rsidR="00810015" w:rsidRDefault="00810015" w:rsidP="00810015">
      <w:r>
        <w:t>378.2018</w:t>
      </w:r>
      <w:r>
        <w:tab/>
        <w:t>4.301e0</w:t>
      </w:r>
    </w:p>
    <w:p w14:paraId="4662BAC1" w14:textId="77777777" w:rsidR="00810015" w:rsidRDefault="00810015" w:rsidP="00810015">
      <w:r>
        <w:t>378.2194</w:t>
      </w:r>
      <w:r>
        <w:tab/>
        <w:t>1.013e0</w:t>
      </w:r>
    </w:p>
    <w:p w14:paraId="54A35062" w14:textId="77777777" w:rsidR="00810015" w:rsidRDefault="00810015" w:rsidP="00810015">
      <w:r>
        <w:t>378.2315</w:t>
      </w:r>
      <w:r>
        <w:tab/>
        <w:t>2.383e0</w:t>
      </w:r>
    </w:p>
    <w:p w14:paraId="184FAA61" w14:textId="77777777" w:rsidR="00810015" w:rsidRDefault="00810015" w:rsidP="00810015">
      <w:r>
        <w:t>378.2425</w:t>
      </w:r>
      <w:r>
        <w:tab/>
        <w:t>6.076e0</w:t>
      </w:r>
    </w:p>
    <w:p w14:paraId="4347F87F" w14:textId="77777777" w:rsidR="00810015" w:rsidRDefault="00810015" w:rsidP="00810015">
      <w:r>
        <w:t>378.2468</w:t>
      </w:r>
      <w:r>
        <w:tab/>
        <w:t>3.392e0</w:t>
      </w:r>
    </w:p>
    <w:p w14:paraId="3B14EEE3" w14:textId="77777777" w:rsidR="00810015" w:rsidRDefault="00810015" w:rsidP="00810015">
      <w:r>
        <w:t>378.2595</w:t>
      </w:r>
      <w:r>
        <w:tab/>
        <w:t>2.931e0</w:t>
      </w:r>
    </w:p>
    <w:p w14:paraId="2D1D50A2" w14:textId="77777777" w:rsidR="00810015" w:rsidRDefault="00810015" w:rsidP="00810015">
      <w:r>
        <w:t>378.3021</w:t>
      </w:r>
      <w:r>
        <w:tab/>
        <w:t>3.859e0</w:t>
      </w:r>
    </w:p>
    <w:p w14:paraId="58AB2C58" w14:textId="77777777" w:rsidR="00810015" w:rsidRDefault="00810015" w:rsidP="00810015">
      <w:r>
        <w:t>378.3068</w:t>
      </w:r>
      <w:r>
        <w:tab/>
        <w:t>1.013e0</w:t>
      </w:r>
    </w:p>
    <w:p w14:paraId="39D10F79" w14:textId="77777777" w:rsidR="00810015" w:rsidRDefault="00810015" w:rsidP="00810015">
      <w:r>
        <w:t>378.3128</w:t>
      </w:r>
      <w:r>
        <w:tab/>
        <w:t>2.025e0</w:t>
      </w:r>
    </w:p>
    <w:p w14:paraId="244B7731" w14:textId="77777777" w:rsidR="00810015" w:rsidRDefault="00810015" w:rsidP="00810015">
      <w:r>
        <w:t>378.3507</w:t>
      </w:r>
      <w:r>
        <w:tab/>
        <w:t>2.025e0</w:t>
      </w:r>
    </w:p>
    <w:p w14:paraId="7E284B4B" w14:textId="77777777" w:rsidR="00810015" w:rsidRDefault="00810015" w:rsidP="00810015">
      <w:r>
        <w:t>378.3616</w:t>
      </w:r>
      <w:r>
        <w:tab/>
        <w:t>3.038e0</w:t>
      </w:r>
    </w:p>
    <w:p w14:paraId="6ADD7ACC" w14:textId="77777777" w:rsidR="00810015" w:rsidRDefault="00810015" w:rsidP="00810015">
      <w:r>
        <w:t>378.3673</w:t>
      </w:r>
      <w:r>
        <w:tab/>
        <w:t>1.013e0</w:t>
      </w:r>
    </w:p>
    <w:p w14:paraId="4DBCDC5E" w14:textId="77777777" w:rsidR="00810015" w:rsidRDefault="00810015" w:rsidP="00810015">
      <w:r>
        <w:t>378.4144</w:t>
      </w:r>
      <w:r>
        <w:tab/>
        <w:t>1.013e0</w:t>
      </w:r>
    </w:p>
    <w:p w14:paraId="615EF084" w14:textId="77777777" w:rsidR="00810015" w:rsidRDefault="00810015" w:rsidP="00810015">
      <w:r>
        <w:t>378.4345</w:t>
      </w:r>
      <w:r>
        <w:tab/>
        <w:t>1.013e0</w:t>
      </w:r>
    </w:p>
    <w:p w14:paraId="123DE726" w14:textId="77777777" w:rsidR="00810015" w:rsidRDefault="00810015" w:rsidP="00810015">
      <w:r>
        <w:t>378.4462</w:t>
      </w:r>
      <w:r>
        <w:tab/>
        <w:t>3.038e0</w:t>
      </w:r>
    </w:p>
    <w:p w14:paraId="6BD9658F" w14:textId="77777777" w:rsidR="00810015" w:rsidRDefault="00810015" w:rsidP="00810015">
      <w:r>
        <w:t>378.4767</w:t>
      </w:r>
      <w:r>
        <w:tab/>
        <w:t>2.025e0</w:t>
      </w:r>
    </w:p>
    <w:p w14:paraId="0E1A071A" w14:textId="77777777" w:rsidR="00810015" w:rsidRDefault="00810015" w:rsidP="00810015">
      <w:r>
        <w:t>378.5241</w:t>
      </w:r>
      <w:r>
        <w:tab/>
        <w:t>1.013e0</w:t>
      </w:r>
    </w:p>
    <w:p w14:paraId="178F3682" w14:textId="77777777" w:rsidR="00810015" w:rsidRDefault="00810015" w:rsidP="00810015">
      <w:r>
        <w:t>378.5264</w:t>
      </w:r>
      <w:r>
        <w:tab/>
        <w:t>2.025e0</w:t>
      </w:r>
    </w:p>
    <w:p w14:paraId="6C2AC655" w14:textId="77777777" w:rsidR="00810015" w:rsidRDefault="00810015" w:rsidP="00810015">
      <w:r>
        <w:t>378.5596</w:t>
      </w:r>
      <w:r>
        <w:tab/>
        <w:t>2.025e0</w:t>
      </w:r>
    </w:p>
    <w:p w14:paraId="4007920E" w14:textId="77777777" w:rsidR="00810015" w:rsidRDefault="00810015" w:rsidP="00810015">
      <w:r>
        <w:t>378.5664</w:t>
      </w:r>
      <w:r>
        <w:tab/>
        <w:t>2.025e0</w:t>
      </w:r>
    </w:p>
    <w:p w14:paraId="7D7B0191" w14:textId="77777777" w:rsidR="00810015" w:rsidRDefault="00810015" w:rsidP="00810015">
      <w:r>
        <w:t>378.5894</w:t>
      </w:r>
      <w:r>
        <w:tab/>
        <w:t>3.038e0</w:t>
      </w:r>
    </w:p>
    <w:p w14:paraId="72F819C0" w14:textId="77777777" w:rsidR="00810015" w:rsidRDefault="00810015" w:rsidP="00810015">
      <w:r>
        <w:t>378.6296</w:t>
      </w:r>
      <w:r>
        <w:tab/>
        <w:t>1.013e0</w:t>
      </w:r>
    </w:p>
    <w:p w14:paraId="3300C12E" w14:textId="77777777" w:rsidR="00810015" w:rsidRDefault="00810015" w:rsidP="00810015">
      <w:r>
        <w:t>378.6363</w:t>
      </w:r>
      <w:r>
        <w:tab/>
        <w:t>1.013e0</w:t>
      </w:r>
    </w:p>
    <w:p w14:paraId="3EFFC0E0" w14:textId="77777777" w:rsidR="00810015" w:rsidRDefault="00810015" w:rsidP="00810015">
      <w:r>
        <w:t>378.6430</w:t>
      </w:r>
      <w:r>
        <w:tab/>
        <w:t>1.013e0</w:t>
      </w:r>
    </w:p>
    <w:p w14:paraId="74972FEE" w14:textId="77777777" w:rsidR="00810015" w:rsidRDefault="00810015" w:rsidP="00810015">
      <w:r>
        <w:t>378.6571</w:t>
      </w:r>
      <w:r>
        <w:tab/>
        <w:t>1.013e0</w:t>
      </w:r>
    </w:p>
    <w:p w14:paraId="6716C681" w14:textId="77777777" w:rsidR="00810015" w:rsidRDefault="00810015" w:rsidP="00810015">
      <w:r>
        <w:t>378.6671</w:t>
      </w:r>
      <w:r>
        <w:tab/>
        <w:t>2.025e0</w:t>
      </w:r>
    </w:p>
    <w:p w14:paraId="6FCA253E" w14:textId="77777777" w:rsidR="00810015" w:rsidRDefault="00810015" w:rsidP="00810015">
      <w:r>
        <w:t>378.6783</w:t>
      </w:r>
      <w:r>
        <w:tab/>
        <w:t>1.013e0</w:t>
      </w:r>
    </w:p>
    <w:p w14:paraId="3903A852" w14:textId="77777777" w:rsidR="00810015" w:rsidRDefault="00810015" w:rsidP="00810015">
      <w:r>
        <w:t>378.7103</w:t>
      </w:r>
      <w:r>
        <w:tab/>
        <w:t>1.013e0</w:t>
      </w:r>
    </w:p>
    <w:p w14:paraId="5C5D21BC" w14:textId="77777777" w:rsidR="00810015" w:rsidRDefault="00810015" w:rsidP="00810015">
      <w:r>
        <w:t>378.7167</w:t>
      </w:r>
      <w:r>
        <w:tab/>
        <w:t>1.013e0</w:t>
      </w:r>
    </w:p>
    <w:p w14:paraId="7BE4223A" w14:textId="77777777" w:rsidR="00810015" w:rsidRDefault="00810015" w:rsidP="00810015">
      <w:r>
        <w:t>378.7205</w:t>
      </w:r>
      <w:r>
        <w:tab/>
        <w:t>1.013e0</w:t>
      </w:r>
    </w:p>
    <w:p w14:paraId="7A0211B7" w14:textId="77777777" w:rsidR="00810015" w:rsidRDefault="00810015" w:rsidP="00810015">
      <w:r>
        <w:t>378.7541</w:t>
      </w:r>
      <w:r>
        <w:tab/>
        <w:t>2.025e0</w:t>
      </w:r>
    </w:p>
    <w:p w14:paraId="3C6E830E" w14:textId="77777777" w:rsidR="00810015" w:rsidRDefault="00810015" w:rsidP="00810015">
      <w:r>
        <w:t>378.7574</w:t>
      </w:r>
      <w:r>
        <w:tab/>
        <w:t>1.013e0</w:t>
      </w:r>
    </w:p>
    <w:p w14:paraId="76A68760" w14:textId="77777777" w:rsidR="00810015" w:rsidRDefault="00810015" w:rsidP="00810015">
      <w:r>
        <w:t>378.8299</w:t>
      </w:r>
      <w:r>
        <w:tab/>
        <w:t>1.013e0</w:t>
      </w:r>
    </w:p>
    <w:p w14:paraId="6DA45F2A" w14:textId="77777777" w:rsidR="00810015" w:rsidRDefault="00810015" w:rsidP="00810015">
      <w:r>
        <w:t>378.8401</w:t>
      </w:r>
      <w:r>
        <w:tab/>
        <w:t>2.025e0</w:t>
      </w:r>
    </w:p>
    <w:p w14:paraId="55E3C0AC" w14:textId="77777777" w:rsidR="00810015" w:rsidRDefault="00810015" w:rsidP="00810015">
      <w:r>
        <w:t>378.8449</w:t>
      </w:r>
      <w:r>
        <w:tab/>
        <w:t>1.013e0</w:t>
      </w:r>
    </w:p>
    <w:p w14:paraId="1D636E6A" w14:textId="77777777" w:rsidR="00810015" w:rsidRDefault="00810015" w:rsidP="00810015">
      <w:r>
        <w:t>378.8651</w:t>
      </w:r>
      <w:r>
        <w:tab/>
        <w:t>1.013e0</w:t>
      </w:r>
    </w:p>
    <w:p w14:paraId="0A8F8984" w14:textId="77777777" w:rsidR="00810015" w:rsidRDefault="00810015" w:rsidP="00810015">
      <w:r>
        <w:t>378.8759</w:t>
      </w:r>
      <w:r>
        <w:tab/>
        <w:t>1.013e0</w:t>
      </w:r>
    </w:p>
    <w:p w14:paraId="3F9B387D" w14:textId="77777777" w:rsidR="00810015" w:rsidRDefault="00810015" w:rsidP="00810015">
      <w:r>
        <w:t>378.9136</w:t>
      </w:r>
      <w:r>
        <w:tab/>
        <w:t>2.025e0</w:t>
      </w:r>
    </w:p>
    <w:p w14:paraId="40D2DB57" w14:textId="77777777" w:rsidR="00810015" w:rsidRDefault="00810015" w:rsidP="00810015">
      <w:r>
        <w:t>378.9265</w:t>
      </w:r>
      <w:r>
        <w:tab/>
        <w:t>4.051e0</w:t>
      </w:r>
    </w:p>
    <w:p w14:paraId="743580D4" w14:textId="77777777" w:rsidR="00810015" w:rsidRDefault="00810015" w:rsidP="00810015">
      <w:r>
        <w:t>378.9385</w:t>
      </w:r>
      <w:r>
        <w:tab/>
        <w:t>4.051e0</w:t>
      </w:r>
    </w:p>
    <w:p w14:paraId="439C3841" w14:textId="77777777" w:rsidR="00810015" w:rsidRDefault="00810015" w:rsidP="00810015">
      <w:r>
        <w:t>378.9474</w:t>
      </w:r>
      <w:r>
        <w:tab/>
        <w:t>4.934e0</w:t>
      </w:r>
    </w:p>
    <w:p w14:paraId="5B26FD8A" w14:textId="77777777" w:rsidR="00810015" w:rsidRDefault="00810015" w:rsidP="00810015">
      <w:r>
        <w:t>378.9534</w:t>
      </w:r>
      <w:r>
        <w:tab/>
        <w:t>5.239e0</w:t>
      </w:r>
    </w:p>
    <w:p w14:paraId="01D96E81" w14:textId="77777777" w:rsidR="00810015" w:rsidRDefault="00810015" w:rsidP="00810015">
      <w:r>
        <w:t>378.9952</w:t>
      </w:r>
      <w:r>
        <w:tab/>
        <w:t>2.025e0</w:t>
      </w:r>
    </w:p>
    <w:p w14:paraId="0D70F666" w14:textId="77777777" w:rsidR="00810015" w:rsidRDefault="00810015" w:rsidP="00810015">
      <w:r>
        <w:t>378.9998</w:t>
      </w:r>
      <w:r>
        <w:tab/>
        <w:t>1.013e0</w:t>
      </w:r>
    </w:p>
    <w:p w14:paraId="41A96EFD" w14:textId="77777777" w:rsidR="00810015" w:rsidRDefault="00810015" w:rsidP="00810015">
      <w:r>
        <w:t>379.0038</w:t>
      </w:r>
      <w:r>
        <w:tab/>
        <w:t>3.811e0</w:t>
      </w:r>
    </w:p>
    <w:p w14:paraId="1C13B8C7" w14:textId="77777777" w:rsidR="00810015" w:rsidRDefault="00810015" w:rsidP="00810015">
      <w:r>
        <w:t>379.0204</w:t>
      </w:r>
      <w:r>
        <w:tab/>
        <w:t>3.038e0</w:t>
      </w:r>
    </w:p>
    <w:p w14:paraId="3BA46E1B" w14:textId="77777777" w:rsidR="00810015" w:rsidRDefault="00810015" w:rsidP="00810015">
      <w:r>
        <w:t>379.0404</w:t>
      </w:r>
      <w:r>
        <w:tab/>
        <w:t>2.025e0</w:t>
      </w:r>
    </w:p>
    <w:p w14:paraId="2E20C40C" w14:textId="77777777" w:rsidR="00810015" w:rsidRDefault="00810015" w:rsidP="00810015">
      <w:r>
        <w:t>379.0766</w:t>
      </w:r>
      <w:r>
        <w:tab/>
        <w:t>9.797e0</w:t>
      </w:r>
    </w:p>
    <w:p w14:paraId="3A0DC9B7" w14:textId="77777777" w:rsidR="00810015" w:rsidRDefault="00810015" w:rsidP="00810015">
      <w:r>
        <w:t>379.0826</w:t>
      </w:r>
      <w:r>
        <w:tab/>
        <w:t>1.576e2</w:t>
      </w:r>
    </w:p>
    <w:p w14:paraId="3E0044A7" w14:textId="77777777" w:rsidR="00810015" w:rsidRDefault="00810015" w:rsidP="00810015">
      <w:r>
        <w:t>379.0858</w:t>
      </w:r>
      <w:r>
        <w:tab/>
        <w:t>6.234e1</w:t>
      </w:r>
    </w:p>
    <w:p w14:paraId="2B5685F9" w14:textId="77777777" w:rsidR="00810015" w:rsidRDefault="00810015" w:rsidP="00810015">
      <w:r>
        <w:t>379.1194</w:t>
      </w:r>
      <w:r>
        <w:tab/>
        <w:t>4.051e0</w:t>
      </w:r>
    </w:p>
    <w:p w14:paraId="315E69FD" w14:textId="77777777" w:rsidR="00810015" w:rsidRDefault="00810015" w:rsidP="00810015">
      <w:r>
        <w:t>379.1717</w:t>
      </w:r>
      <w:r>
        <w:tab/>
        <w:t>4.051e0</w:t>
      </w:r>
    </w:p>
    <w:p w14:paraId="0E14E229" w14:textId="77777777" w:rsidR="00810015" w:rsidRDefault="00810015" w:rsidP="00810015">
      <w:r>
        <w:t>379.1980</w:t>
      </w:r>
      <w:r>
        <w:tab/>
        <w:t>3.549e0</w:t>
      </w:r>
    </w:p>
    <w:p w14:paraId="5234EACD" w14:textId="77777777" w:rsidR="00810015" w:rsidRDefault="00810015" w:rsidP="00810015">
      <w:r>
        <w:t>379.2090</w:t>
      </w:r>
      <w:r>
        <w:tab/>
        <w:t>5.063e0</w:t>
      </w:r>
    </w:p>
    <w:p w14:paraId="5320A53F" w14:textId="77777777" w:rsidR="00810015" w:rsidRDefault="00810015" w:rsidP="00810015">
      <w:r>
        <w:t>379.2256</w:t>
      </w:r>
      <w:r>
        <w:tab/>
        <w:t>7.089e0</w:t>
      </w:r>
    </w:p>
    <w:p w14:paraId="26703582" w14:textId="77777777" w:rsidR="00810015" w:rsidRDefault="00810015" w:rsidP="00810015">
      <w:r>
        <w:t>379.2517</w:t>
      </w:r>
      <w:r>
        <w:tab/>
        <w:t>2.025e0</w:t>
      </w:r>
    </w:p>
    <w:p w14:paraId="39C18AFA" w14:textId="77777777" w:rsidR="00810015" w:rsidRDefault="00810015" w:rsidP="00810015">
      <w:r>
        <w:t>379.2723</w:t>
      </w:r>
      <w:r>
        <w:tab/>
        <w:t>4.051e0</w:t>
      </w:r>
    </w:p>
    <w:p w14:paraId="50FD6EFD" w14:textId="77777777" w:rsidR="00810015" w:rsidRDefault="00810015" w:rsidP="00810015">
      <w:r>
        <w:t>379.2882</w:t>
      </w:r>
      <w:r>
        <w:tab/>
        <w:t>2.025e0</w:t>
      </w:r>
    </w:p>
    <w:p w14:paraId="2597B568" w14:textId="77777777" w:rsidR="00810015" w:rsidRDefault="00810015" w:rsidP="00810015">
      <w:r>
        <w:t>379.3205</w:t>
      </w:r>
      <w:r>
        <w:tab/>
        <w:t>2.767e0</w:t>
      </w:r>
    </w:p>
    <w:p w14:paraId="481713EC" w14:textId="77777777" w:rsidR="00810015" w:rsidRDefault="00810015" w:rsidP="00810015">
      <w:r>
        <w:t>379.3279</w:t>
      </w:r>
      <w:r>
        <w:tab/>
        <w:t>2.012e0</w:t>
      </w:r>
    </w:p>
    <w:p w14:paraId="386426F7" w14:textId="77777777" w:rsidR="00810015" w:rsidRDefault="00810015" w:rsidP="00810015">
      <w:r>
        <w:t>379.3496</w:t>
      </w:r>
      <w:r>
        <w:tab/>
        <w:t>3.038e0</w:t>
      </w:r>
    </w:p>
    <w:p w14:paraId="7537B096" w14:textId="77777777" w:rsidR="00810015" w:rsidRDefault="00810015" w:rsidP="00810015">
      <w:r>
        <w:t>379.3837</w:t>
      </w:r>
      <w:r>
        <w:tab/>
        <w:t>1.013e0</w:t>
      </w:r>
    </w:p>
    <w:p w14:paraId="747E690B" w14:textId="77777777" w:rsidR="00810015" w:rsidRDefault="00810015" w:rsidP="00810015">
      <w:r>
        <w:t>379.3886</w:t>
      </w:r>
      <w:r>
        <w:tab/>
        <w:t>1.013e0</w:t>
      </w:r>
    </w:p>
    <w:p w14:paraId="3090C342" w14:textId="77777777" w:rsidR="00810015" w:rsidRDefault="00810015" w:rsidP="00810015">
      <w:r>
        <w:t>379.3900</w:t>
      </w:r>
      <w:r>
        <w:tab/>
        <w:t>1.013e0</w:t>
      </w:r>
    </w:p>
    <w:p w14:paraId="3C9F82FC" w14:textId="77777777" w:rsidR="00810015" w:rsidRDefault="00810015" w:rsidP="00810015">
      <w:r>
        <w:t>379.3994</w:t>
      </w:r>
      <w:r>
        <w:tab/>
        <w:t>3.006e0</w:t>
      </w:r>
    </w:p>
    <w:p w14:paraId="4E70C660" w14:textId="77777777" w:rsidR="00810015" w:rsidRDefault="00810015" w:rsidP="00810015">
      <w:r>
        <w:t>379.4173</w:t>
      </w:r>
      <w:r>
        <w:tab/>
        <w:t>2.025e0</w:t>
      </w:r>
    </w:p>
    <w:p w14:paraId="57773FFE" w14:textId="77777777" w:rsidR="00810015" w:rsidRDefault="00810015" w:rsidP="00810015">
      <w:r>
        <w:t>379.4727</w:t>
      </w:r>
      <w:r>
        <w:tab/>
        <w:t>1.013e0</w:t>
      </w:r>
    </w:p>
    <w:p w14:paraId="14DEDB6D" w14:textId="77777777" w:rsidR="00810015" w:rsidRDefault="00810015" w:rsidP="00810015">
      <w:r>
        <w:t>379.4770</w:t>
      </w:r>
      <w:r>
        <w:tab/>
        <w:t>1.013e0</w:t>
      </w:r>
    </w:p>
    <w:p w14:paraId="4494AA81" w14:textId="77777777" w:rsidR="00810015" w:rsidRDefault="00810015" w:rsidP="00810015">
      <w:r>
        <w:t>379.4848</w:t>
      </w:r>
      <w:r>
        <w:tab/>
        <w:t>1.013e0</w:t>
      </w:r>
    </w:p>
    <w:p w14:paraId="165E02C3" w14:textId="77777777" w:rsidR="00810015" w:rsidRDefault="00810015" w:rsidP="00810015">
      <w:r>
        <w:t>379.5424</w:t>
      </w:r>
      <w:r>
        <w:tab/>
        <w:t>5.063e0</w:t>
      </w:r>
    </w:p>
    <w:p w14:paraId="2F9CBBE5" w14:textId="77777777" w:rsidR="00810015" w:rsidRDefault="00810015" w:rsidP="00810015">
      <w:r>
        <w:t>379.5506</w:t>
      </w:r>
      <w:r>
        <w:tab/>
        <w:t>2.025e0</w:t>
      </w:r>
    </w:p>
    <w:p w14:paraId="2AE11DDA" w14:textId="77777777" w:rsidR="00810015" w:rsidRDefault="00810015" w:rsidP="00810015">
      <w:r>
        <w:t>379.5691</w:t>
      </w:r>
      <w:r>
        <w:tab/>
        <w:t>2.025e0</w:t>
      </w:r>
    </w:p>
    <w:p w14:paraId="19430FFC" w14:textId="77777777" w:rsidR="00810015" w:rsidRDefault="00810015" w:rsidP="00810015">
      <w:r>
        <w:t>379.5730</w:t>
      </w:r>
      <w:r>
        <w:tab/>
        <w:t>1.013e0</w:t>
      </w:r>
    </w:p>
    <w:p w14:paraId="3CC8FD94" w14:textId="77777777" w:rsidR="00810015" w:rsidRDefault="00810015" w:rsidP="00810015">
      <w:r>
        <w:t>379.5855</w:t>
      </w:r>
      <w:r>
        <w:tab/>
        <w:t>2.025e0</w:t>
      </w:r>
    </w:p>
    <w:p w14:paraId="05B4F81A" w14:textId="77777777" w:rsidR="00810015" w:rsidRDefault="00810015" w:rsidP="00810015">
      <w:r>
        <w:t>379.6028</w:t>
      </w:r>
      <w:r>
        <w:tab/>
        <w:t>2.025e0</w:t>
      </w:r>
    </w:p>
    <w:p w14:paraId="0A9EAF0D" w14:textId="77777777" w:rsidR="00810015" w:rsidRDefault="00810015" w:rsidP="00810015">
      <w:r>
        <w:t>379.6210</w:t>
      </w:r>
      <w:r>
        <w:tab/>
        <w:t>1.013e0</w:t>
      </w:r>
    </w:p>
    <w:p w14:paraId="04AE42A5" w14:textId="77777777" w:rsidR="00810015" w:rsidRDefault="00810015" w:rsidP="00810015">
      <w:r>
        <w:t>379.6575</w:t>
      </w:r>
      <w:r>
        <w:tab/>
        <w:t>1.013e0</w:t>
      </w:r>
    </w:p>
    <w:p w14:paraId="2C3F5AE8" w14:textId="77777777" w:rsidR="00810015" w:rsidRDefault="00810015" w:rsidP="00810015">
      <w:r>
        <w:t>379.6687</w:t>
      </w:r>
      <w:r>
        <w:tab/>
        <w:t>3.038e0</w:t>
      </w:r>
    </w:p>
    <w:p w14:paraId="158F3B25" w14:textId="77777777" w:rsidR="00810015" w:rsidRDefault="00810015" w:rsidP="00810015">
      <w:r>
        <w:t>379.6769</w:t>
      </w:r>
      <w:r>
        <w:tab/>
        <w:t>2.025e0</w:t>
      </w:r>
    </w:p>
    <w:p w14:paraId="32DCAB25" w14:textId="77777777" w:rsidR="00810015" w:rsidRDefault="00810015" w:rsidP="00810015">
      <w:r>
        <w:t>379.6998</w:t>
      </w:r>
      <w:r>
        <w:tab/>
        <w:t>1.013e0</w:t>
      </w:r>
    </w:p>
    <w:p w14:paraId="569E86D4" w14:textId="77777777" w:rsidR="00810015" w:rsidRDefault="00810015" w:rsidP="00810015">
      <w:r>
        <w:t>379.7208</w:t>
      </w:r>
      <w:r>
        <w:tab/>
        <w:t>1.013e0</w:t>
      </w:r>
    </w:p>
    <w:p w14:paraId="1AA74B6F" w14:textId="77777777" w:rsidR="00810015" w:rsidRDefault="00810015" w:rsidP="00810015">
      <w:r>
        <w:t>379.7386</w:t>
      </w:r>
      <w:r>
        <w:tab/>
        <w:t>3.038e0</w:t>
      </w:r>
    </w:p>
    <w:p w14:paraId="1F05A1B1" w14:textId="77777777" w:rsidR="00810015" w:rsidRDefault="00810015" w:rsidP="00810015">
      <w:r>
        <w:t>379.7458</w:t>
      </w:r>
      <w:r>
        <w:tab/>
        <w:t>1.013e0</w:t>
      </w:r>
    </w:p>
    <w:p w14:paraId="3618B7E7" w14:textId="77777777" w:rsidR="00810015" w:rsidRDefault="00810015" w:rsidP="00810015">
      <w:r>
        <w:t>379.7511</w:t>
      </w:r>
      <w:r>
        <w:tab/>
        <w:t>1.013e0</w:t>
      </w:r>
    </w:p>
    <w:p w14:paraId="6D53E006" w14:textId="77777777" w:rsidR="00810015" w:rsidRDefault="00810015" w:rsidP="00810015">
      <w:r>
        <w:t>379.7874</w:t>
      </w:r>
      <w:r>
        <w:tab/>
        <w:t>2.025e0</w:t>
      </w:r>
    </w:p>
    <w:p w14:paraId="45C62E7B" w14:textId="77777777" w:rsidR="00810015" w:rsidRDefault="00810015" w:rsidP="00810015">
      <w:r>
        <w:t>379.8018</w:t>
      </w:r>
      <w:r>
        <w:tab/>
        <w:t>1.013e0</w:t>
      </w:r>
    </w:p>
    <w:p w14:paraId="5EF1F887" w14:textId="77777777" w:rsidR="00810015" w:rsidRDefault="00810015" w:rsidP="00810015">
      <w:r>
        <w:t>379.8039</w:t>
      </w:r>
      <w:r>
        <w:tab/>
        <w:t>2.025e0</w:t>
      </w:r>
    </w:p>
    <w:p w14:paraId="03D836B4" w14:textId="77777777" w:rsidR="00810015" w:rsidRDefault="00810015" w:rsidP="00810015">
      <w:r>
        <w:t>379.8422</w:t>
      </w:r>
      <w:r>
        <w:tab/>
        <w:t>1.013e0</w:t>
      </w:r>
    </w:p>
    <w:p w14:paraId="18B73AD6" w14:textId="77777777" w:rsidR="00810015" w:rsidRDefault="00810015" w:rsidP="00810015">
      <w:r>
        <w:t>379.8705</w:t>
      </w:r>
      <w:r>
        <w:tab/>
        <w:t>1.013e0</w:t>
      </w:r>
    </w:p>
    <w:p w14:paraId="4858D3FF" w14:textId="77777777" w:rsidR="00810015" w:rsidRDefault="00810015" w:rsidP="00810015">
      <w:r>
        <w:t>379.8741</w:t>
      </w:r>
      <w:r>
        <w:tab/>
        <w:t>2.025e0</w:t>
      </w:r>
    </w:p>
    <w:p w14:paraId="12C9B694" w14:textId="77777777" w:rsidR="00810015" w:rsidRDefault="00810015" w:rsidP="00810015">
      <w:r>
        <w:t>379.9382</w:t>
      </w:r>
      <w:r>
        <w:tab/>
        <w:t>9.541e0</w:t>
      </w:r>
    </w:p>
    <w:p w14:paraId="5F6E168B" w14:textId="77777777" w:rsidR="00810015" w:rsidRDefault="00810015" w:rsidP="00810015">
      <w:r>
        <w:t>379.9470</w:t>
      </w:r>
      <w:r>
        <w:tab/>
        <w:t>4.051e0</w:t>
      </w:r>
    </w:p>
    <w:p w14:paraId="1D63B6FA" w14:textId="77777777" w:rsidR="00810015" w:rsidRDefault="00810015" w:rsidP="00810015">
      <w:r>
        <w:t>379.9534</w:t>
      </w:r>
      <w:r>
        <w:tab/>
        <w:t>9.114e0</w:t>
      </w:r>
    </w:p>
    <w:p w14:paraId="156F5E8D" w14:textId="77777777" w:rsidR="00810015" w:rsidRDefault="00810015" w:rsidP="00810015">
      <w:r>
        <w:t>379.9637</w:t>
      </w:r>
      <w:r>
        <w:tab/>
        <w:t>1.013e0</w:t>
      </w:r>
    </w:p>
    <w:p w14:paraId="6C8B16DE" w14:textId="77777777" w:rsidR="00810015" w:rsidRDefault="00810015" w:rsidP="00810015">
      <w:r>
        <w:t>379.9950</w:t>
      </w:r>
      <w:r>
        <w:tab/>
        <w:t>3.409e0</w:t>
      </w:r>
    </w:p>
    <w:p w14:paraId="2EF94613" w14:textId="77777777" w:rsidR="00810015" w:rsidRDefault="00810015" w:rsidP="00810015">
      <w:r>
        <w:t>380.0290</w:t>
      </w:r>
      <w:r>
        <w:tab/>
        <w:t>2.620e0</w:t>
      </w:r>
    </w:p>
    <w:p w14:paraId="2C021175" w14:textId="77777777" w:rsidR="00810015" w:rsidRDefault="00810015" w:rsidP="00810015">
      <w:r>
        <w:t>380.0649</w:t>
      </w:r>
      <w:r>
        <w:tab/>
        <w:t>1.013e0</w:t>
      </w:r>
    </w:p>
    <w:p w14:paraId="66648513" w14:textId="77777777" w:rsidR="00810015" w:rsidRDefault="00810015" w:rsidP="00810015">
      <w:r>
        <w:t>380.0847</w:t>
      </w:r>
      <w:r>
        <w:tab/>
        <w:t>3.831e0</w:t>
      </w:r>
    </w:p>
    <w:p w14:paraId="3952265C" w14:textId="77777777" w:rsidR="00810015" w:rsidRDefault="00810015" w:rsidP="00810015">
      <w:r>
        <w:t>380.0863</w:t>
      </w:r>
      <w:r>
        <w:tab/>
        <w:t>3.420e1</w:t>
      </w:r>
    </w:p>
    <w:p w14:paraId="1F9665F3" w14:textId="77777777" w:rsidR="00810015" w:rsidRDefault="00810015" w:rsidP="00810015">
      <w:r>
        <w:t>380.1070</w:t>
      </w:r>
      <w:r>
        <w:tab/>
        <w:t>2.025e0</w:t>
      </w:r>
    </w:p>
    <w:p w14:paraId="67D1DC8A" w14:textId="77777777" w:rsidR="00810015" w:rsidRDefault="00810015" w:rsidP="00810015">
      <w:r>
        <w:t>380.1551</w:t>
      </w:r>
      <w:r>
        <w:tab/>
        <w:t>1.665e0</w:t>
      </w:r>
    </w:p>
    <w:p w14:paraId="79067BFC" w14:textId="77777777" w:rsidR="00810015" w:rsidRDefault="00810015" w:rsidP="00810015">
      <w:r>
        <w:t>380.1827</w:t>
      </w:r>
      <w:r>
        <w:tab/>
        <w:t>3.901e0</w:t>
      </w:r>
    </w:p>
    <w:p w14:paraId="08CF7B4B" w14:textId="77777777" w:rsidR="00810015" w:rsidRDefault="00810015" w:rsidP="00810015">
      <w:r>
        <w:t>380.1928</w:t>
      </w:r>
      <w:r>
        <w:tab/>
        <w:t>1.013e0</w:t>
      </w:r>
    </w:p>
    <w:p w14:paraId="1AB9B2C2" w14:textId="77777777" w:rsidR="00810015" w:rsidRDefault="00810015" w:rsidP="00810015">
      <w:r>
        <w:t>380.2067</w:t>
      </w:r>
      <w:r>
        <w:tab/>
        <w:t>2.025e0</w:t>
      </w:r>
    </w:p>
    <w:p w14:paraId="610B6D07" w14:textId="77777777" w:rsidR="00810015" w:rsidRDefault="00810015" w:rsidP="00810015">
      <w:r>
        <w:t>380.2127</w:t>
      </w:r>
      <w:r>
        <w:tab/>
        <w:t>1.013e0</w:t>
      </w:r>
    </w:p>
    <w:p w14:paraId="0E629A5C" w14:textId="77777777" w:rsidR="00810015" w:rsidRDefault="00810015" w:rsidP="00810015">
      <w:r>
        <w:t>380.2210</w:t>
      </w:r>
      <w:r>
        <w:tab/>
        <w:t>4.051e0</w:t>
      </w:r>
    </w:p>
    <w:p w14:paraId="77C875B7" w14:textId="77777777" w:rsidR="00810015" w:rsidRDefault="00810015" w:rsidP="00810015">
      <w:r>
        <w:t>380.2675</w:t>
      </w:r>
      <w:r>
        <w:tab/>
        <w:t>4.051e0</w:t>
      </w:r>
    </w:p>
    <w:p w14:paraId="6058D375" w14:textId="77777777" w:rsidR="00810015" w:rsidRDefault="00810015" w:rsidP="00810015">
      <w:r>
        <w:t>380.2823</w:t>
      </w:r>
      <w:r>
        <w:tab/>
        <w:t>4.051e0</w:t>
      </w:r>
    </w:p>
    <w:p w14:paraId="4AB51196" w14:textId="77777777" w:rsidR="00810015" w:rsidRDefault="00810015" w:rsidP="00810015">
      <w:r>
        <w:t>380.3350</w:t>
      </w:r>
      <w:r>
        <w:tab/>
        <w:t>2.201e1</w:t>
      </w:r>
    </w:p>
    <w:p w14:paraId="1F70786B" w14:textId="77777777" w:rsidR="00810015" w:rsidRDefault="00810015" w:rsidP="00810015">
      <w:r>
        <w:t>380.3416</w:t>
      </w:r>
      <w:r>
        <w:tab/>
        <w:t>4.259e0</w:t>
      </w:r>
    </w:p>
    <w:p w14:paraId="38C85AF1" w14:textId="77777777" w:rsidR="00810015" w:rsidRDefault="00810015" w:rsidP="00810015">
      <w:r>
        <w:t>380.3481</w:t>
      </w:r>
      <w:r>
        <w:tab/>
        <w:t>2.025e0</w:t>
      </w:r>
    </w:p>
    <w:p w14:paraId="7955A09F" w14:textId="77777777" w:rsidR="00810015" w:rsidRDefault="00810015" w:rsidP="00810015">
      <w:r>
        <w:t>380.3528</w:t>
      </w:r>
      <w:r>
        <w:tab/>
        <w:t>4.051e0</w:t>
      </w:r>
    </w:p>
    <w:p w14:paraId="64FFE221" w14:textId="77777777" w:rsidR="00810015" w:rsidRDefault="00810015" w:rsidP="00810015">
      <w:r>
        <w:t>380.3765</w:t>
      </w:r>
      <w:r>
        <w:tab/>
        <w:t>2.829e0</w:t>
      </w:r>
    </w:p>
    <w:p w14:paraId="4792FB42" w14:textId="77777777" w:rsidR="00810015" w:rsidRDefault="00810015" w:rsidP="00810015">
      <w:r>
        <w:t>380.4107</w:t>
      </w:r>
      <w:r>
        <w:tab/>
        <w:t>1.013e0</w:t>
      </w:r>
    </w:p>
    <w:p w14:paraId="6CBDE2B3" w14:textId="77777777" w:rsidR="00810015" w:rsidRDefault="00810015" w:rsidP="00810015">
      <w:r>
        <w:t>380.4143</w:t>
      </w:r>
      <w:r>
        <w:tab/>
        <w:t>1.013e0</w:t>
      </w:r>
    </w:p>
    <w:p w14:paraId="4BAED10E" w14:textId="77777777" w:rsidR="00810015" w:rsidRDefault="00810015" w:rsidP="00810015">
      <w:r>
        <w:t>380.4499</w:t>
      </w:r>
      <w:r>
        <w:tab/>
        <w:t>1.013e0</w:t>
      </w:r>
    </w:p>
    <w:p w14:paraId="0C96F2CF" w14:textId="77777777" w:rsidR="00810015" w:rsidRDefault="00810015" w:rsidP="00810015">
      <w:r>
        <w:t>380.4710</w:t>
      </w:r>
      <w:r>
        <w:tab/>
        <w:t>2.025e0</w:t>
      </w:r>
    </w:p>
    <w:p w14:paraId="15EDB82F" w14:textId="77777777" w:rsidR="00810015" w:rsidRDefault="00810015" w:rsidP="00810015">
      <w:r>
        <w:t>380.4921</w:t>
      </w:r>
      <w:r>
        <w:tab/>
        <w:t>2.025e0</w:t>
      </w:r>
    </w:p>
    <w:p w14:paraId="5BBF9367" w14:textId="77777777" w:rsidR="00810015" w:rsidRDefault="00810015" w:rsidP="00810015">
      <w:r>
        <w:t>380.5445</w:t>
      </w:r>
      <w:r>
        <w:tab/>
        <w:t>1.013e0</w:t>
      </w:r>
    </w:p>
    <w:p w14:paraId="5F86B653" w14:textId="77777777" w:rsidR="00810015" w:rsidRDefault="00810015" w:rsidP="00810015">
      <w:r>
        <w:t>380.5713</w:t>
      </w:r>
      <w:r>
        <w:tab/>
        <w:t>1.013e0</w:t>
      </w:r>
    </w:p>
    <w:p w14:paraId="4E0D7B2C" w14:textId="77777777" w:rsidR="00810015" w:rsidRDefault="00810015" w:rsidP="00810015">
      <w:r>
        <w:t>380.5850</w:t>
      </w:r>
      <w:r>
        <w:tab/>
        <w:t>1.013e0</w:t>
      </w:r>
    </w:p>
    <w:p w14:paraId="763B2BD6" w14:textId="77777777" w:rsidR="00810015" w:rsidRDefault="00810015" w:rsidP="00810015">
      <w:r>
        <w:t>380.5912</w:t>
      </w:r>
      <w:r>
        <w:tab/>
        <w:t>1.013e0</w:t>
      </w:r>
    </w:p>
    <w:p w14:paraId="570D9D50" w14:textId="77777777" w:rsidR="00810015" w:rsidRDefault="00810015" w:rsidP="00810015">
      <w:r>
        <w:t>380.5986</w:t>
      </w:r>
      <w:r>
        <w:tab/>
        <w:t>1.013e0</w:t>
      </w:r>
    </w:p>
    <w:p w14:paraId="4058E78B" w14:textId="77777777" w:rsidR="00810015" w:rsidRDefault="00810015" w:rsidP="00810015">
      <w:r>
        <w:t>380.6622</w:t>
      </w:r>
      <w:r>
        <w:tab/>
        <w:t>1.013e0</w:t>
      </w:r>
    </w:p>
    <w:p w14:paraId="2DB7A566" w14:textId="77777777" w:rsidR="00810015" w:rsidRDefault="00810015" w:rsidP="00810015">
      <w:r>
        <w:t>380.6833</w:t>
      </w:r>
      <w:r>
        <w:tab/>
        <w:t>1.013e0</w:t>
      </w:r>
    </w:p>
    <w:p w14:paraId="79511517" w14:textId="77777777" w:rsidR="00810015" w:rsidRDefault="00810015" w:rsidP="00810015">
      <w:r>
        <w:t>380.6847</w:t>
      </w:r>
      <w:r>
        <w:tab/>
        <w:t>2.025e0</w:t>
      </w:r>
    </w:p>
    <w:p w14:paraId="36A307CC" w14:textId="77777777" w:rsidR="00810015" w:rsidRDefault="00810015" w:rsidP="00810015">
      <w:r>
        <w:t>380.7823</w:t>
      </w:r>
      <w:r>
        <w:tab/>
        <w:t>2.025e0</w:t>
      </w:r>
    </w:p>
    <w:p w14:paraId="276EDB14" w14:textId="77777777" w:rsidR="00810015" w:rsidRDefault="00810015" w:rsidP="00810015">
      <w:r>
        <w:t>380.7928</w:t>
      </w:r>
      <w:r>
        <w:tab/>
        <w:t>1.013e0</w:t>
      </w:r>
    </w:p>
    <w:p w14:paraId="62D74A0E" w14:textId="77777777" w:rsidR="00810015" w:rsidRDefault="00810015" w:rsidP="00810015">
      <w:r>
        <w:t>380.8095</w:t>
      </w:r>
      <w:r>
        <w:tab/>
        <w:t>4.051e0</w:t>
      </w:r>
    </w:p>
    <w:p w14:paraId="7840F956" w14:textId="77777777" w:rsidR="00810015" w:rsidRDefault="00810015" w:rsidP="00810015">
      <w:r>
        <w:t>380.8600</w:t>
      </w:r>
      <w:r>
        <w:tab/>
        <w:t>1.013e0</w:t>
      </w:r>
    </w:p>
    <w:p w14:paraId="6FAA5AEA" w14:textId="77777777" w:rsidR="00810015" w:rsidRDefault="00810015" w:rsidP="00810015">
      <w:r>
        <w:t>380.8785</w:t>
      </w:r>
      <w:r>
        <w:tab/>
        <w:t>2.025e0</w:t>
      </w:r>
    </w:p>
    <w:p w14:paraId="756EBAD1" w14:textId="77777777" w:rsidR="00810015" w:rsidRDefault="00810015" w:rsidP="00810015">
      <w:r>
        <w:t>380.9273</w:t>
      </w:r>
      <w:r>
        <w:tab/>
        <w:t>1.013e0</w:t>
      </w:r>
    </w:p>
    <w:p w14:paraId="3401CED9" w14:textId="77777777" w:rsidR="00810015" w:rsidRDefault="00810015" w:rsidP="00810015">
      <w:r>
        <w:t>380.9312</w:t>
      </w:r>
      <w:r>
        <w:tab/>
        <w:t>1.067e1</w:t>
      </w:r>
    </w:p>
    <w:p w14:paraId="44693C77" w14:textId="77777777" w:rsidR="00810015" w:rsidRDefault="00810015" w:rsidP="00810015">
      <w:r>
        <w:t>380.9338</w:t>
      </w:r>
      <w:r>
        <w:tab/>
        <w:t>9.114e0</w:t>
      </w:r>
    </w:p>
    <w:p w14:paraId="14416EB6" w14:textId="77777777" w:rsidR="00810015" w:rsidRDefault="00810015" w:rsidP="00810015">
      <w:r>
        <w:t>380.9425</w:t>
      </w:r>
      <w:r>
        <w:tab/>
        <w:t>5.063e0</w:t>
      </w:r>
    </w:p>
    <w:p w14:paraId="2D40E88D" w14:textId="77777777" w:rsidR="00810015" w:rsidRDefault="00810015" w:rsidP="00810015">
      <w:r>
        <w:t>380.9697</w:t>
      </w:r>
      <w:r>
        <w:tab/>
        <w:t>3.038e0</w:t>
      </w:r>
    </w:p>
    <w:p w14:paraId="2E26380C" w14:textId="77777777" w:rsidR="00810015" w:rsidRDefault="00810015" w:rsidP="00810015">
      <w:r>
        <w:t>380.9854</w:t>
      </w:r>
      <w:r>
        <w:tab/>
        <w:t>2.025e0</w:t>
      </w:r>
    </w:p>
    <w:p w14:paraId="0B410180" w14:textId="77777777" w:rsidR="00810015" w:rsidRDefault="00810015" w:rsidP="00810015">
      <w:r>
        <w:t>381.0110</w:t>
      </w:r>
      <w:r>
        <w:tab/>
        <w:t>2.025e0</w:t>
      </w:r>
    </w:p>
    <w:p w14:paraId="57E33682" w14:textId="77777777" w:rsidR="00810015" w:rsidRDefault="00810015" w:rsidP="00810015">
      <w:r>
        <w:t>381.0157</w:t>
      </w:r>
      <w:r>
        <w:tab/>
        <w:t>1.013e0</w:t>
      </w:r>
    </w:p>
    <w:p w14:paraId="42AEFD1B" w14:textId="77777777" w:rsidR="00810015" w:rsidRDefault="00810015" w:rsidP="00810015">
      <w:r>
        <w:t>381.0259</w:t>
      </w:r>
      <w:r>
        <w:tab/>
        <w:t>1.013e0</w:t>
      </w:r>
    </w:p>
    <w:p w14:paraId="4E30D384" w14:textId="77777777" w:rsidR="00810015" w:rsidRDefault="00810015" w:rsidP="00810015">
      <w:r>
        <w:t>381.0487</w:t>
      </w:r>
      <w:r>
        <w:tab/>
        <w:t>2.025e0</w:t>
      </w:r>
    </w:p>
    <w:p w14:paraId="422F5F92" w14:textId="77777777" w:rsidR="00810015" w:rsidRDefault="00810015" w:rsidP="00810015">
      <w:r>
        <w:t>381.0547</w:t>
      </w:r>
      <w:r>
        <w:tab/>
        <w:t>2.025e0</w:t>
      </w:r>
    </w:p>
    <w:p w14:paraId="2E723E1B" w14:textId="77777777" w:rsidR="00810015" w:rsidRDefault="00810015" w:rsidP="00810015">
      <w:r>
        <w:t>381.0889</w:t>
      </w:r>
      <w:r>
        <w:tab/>
        <w:t>3.611e0</w:t>
      </w:r>
    </w:p>
    <w:p w14:paraId="6FC55205" w14:textId="77777777" w:rsidR="00810015" w:rsidRDefault="00810015" w:rsidP="00810015">
      <w:r>
        <w:t>381.1095</w:t>
      </w:r>
      <w:r>
        <w:tab/>
        <w:t>1.585e0</w:t>
      </w:r>
    </w:p>
    <w:p w14:paraId="7FE87D34" w14:textId="77777777" w:rsidR="00810015" w:rsidRDefault="00810015" w:rsidP="00810015">
      <w:r>
        <w:t>381.1193</w:t>
      </w:r>
      <w:r>
        <w:tab/>
        <w:t>1.013e0</w:t>
      </w:r>
    </w:p>
    <w:p w14:paraId="1518299B" w14:textId="77777777" w:rsidR="00810015" w:rsidRDefault="00810015" w:rsidP="00810015">
      <w:r>
        <w:t>381.1538</w:t>
      </w:r>
      <w:r>
        <w:tab/>
        <w:t>1.915e0</w:t>
      </w:r>
    </w:p>
    <w:p w14:paraId="5B00E092" w14:textId="77777777" w:rsidR="00810015" w:rsidRDefault="00810015" w:rsidP="00810015">
      <w:r>
        <w:t>381.1590</w:t>
      </w:r>
      <w:r>
        <w:tab/>
        <w:t>2.532e0</w:t>
      </w:r>
    </w:p>
    <w:p w14:paraId="4BB422E5" w14:textId="77777777" w:rsidR="00810015" w:rsidRDefault="00810015" w:rsidP="00810015">
      <w:r>
        <w:t>381.1770</w:t>
      </w:r>
      <w:r>
        <w:tab/>
        <w:t>1.287e0</w:t>
      </w:r>
    </w:p>
    <w:p w14:paraId="58AB8D92" w14:textId="77777777" w:rsidR="00810015" w:rsidRDefault="00810015" w:rsidP="00810015">
      <w:r>
        <w:t>381.1870</w:t>
      </w:r>
      <w:r>
        <w:tab/>
        <w:t>1.013e0</w:t>
      </w:r>
    </w:p>
    <w:p w14:paraId="486306D6" w14:textId="77777777" w:rsidR="00810015" w:rsidRDefault="00810015" w:rsidP="00810015">
      <w:r>
        <w:t>381.2148</w:t>
      </w:r>
      <w:r>
        <w:tab/>
        <w:t>4.459e0</w:t>
      </w:r>
    </w:p>
    <w:p w14:paraId="1A0A0FB1" w14:textId="77777777" w:rsidR="00810015" w:rsidRDefault="00810015" w:rsidP="00810015">
      <w:r>
        <w:t>381.2175</w:t>
      </w:r>
      <w:r>
        <w:tab/>
        <w:t>1.013e0</w:t>
      </w:r>
    </w:p>
    <w:p w14:paraId="0F08CBE0" w14:textId="77777777" w:rsidR="00810015" w:rsidRDefault="00810015" w:rsidP="00810015">
      <w:r>
        <w:t>381.2253</w:t>
      </w:r>
      <w:r>
        <w:tab/>
        <w:t>7.873e0</w:t>
      </w:r>
    </w:p>
    <w:p w14:paraId="5F820A4B" w14:textId="77777777" w:rsidR="00810015" w:rsidRDefault="00810015" w:rsidP="00810015">
      <w:r>
        <w:t>381.2415</w:t>
      </w:r>
      <w:r>
        <w:tab/>
        <w:t>2.025e0</w:t>
      </w:r>
    </w:p>
    <w:p w14:paraId="1AD1C8BF" w14:textId="77777777" w:rsidR="00810015" w:rsidRDefault="00810015" w:rsidP="00810015">
      <w:r>
        <w:t>381.2492</w:t>
      </w:r>
      <w:r>
        <w:tab/>
        <w:t>2.025e0</w:t>
      </w:r>
    </w:p>
    <w:p w14:paraId="7D0F17A2" w14:textId="77777777" w:rsidR="00810015" w:rsidRDefault="00810015" w:rsidP="00810015">
      <w:r>
        <w:t>381.2810</w:t>
      </w:r>
      <w:r>
        <w:tab/>
        <w:t>2.025e0</w:t>
      </w:r>
    </w:p>
    <w:p w14:paraId="470A904C" w14:textId="77777777" w:rsidR="00810015" w:rsidRDefault="00810015" w:rsidP="00810015">
      <w:r>
        <w:t>381.2848</w:t>
      </w:r>
      <w:r>
        <w:tab/>
        <w:t>1.949e0</w:t>
      </w:r>
    </w:p>
    <w:p w14:paraId="7B4E838E" w14:textId="77777777" w:rsidR="00810015" w:rsidRDefault="00810015" w:rsidP="00810015">
      <w:r>
        <w:t>381.2907</w:t>
      </w:r>
      <w:r>
        <w:tab/>
        <w:t>2.025e0</w:t>
      </w:r>
    </w:p>
    <w:p w14:paraId="0E19D786" w14:textId="77777777" w:rsidR="00810015" w:rsidRDefault="00810015" w:rsidP="00810015">
      <w:r>
        <w:t>381.3241</w:t>
      </w:r>
      <w:r>
        <w:tab/>
        <w:t>2.025e0</w:t>
      </w:r>
    </w:p>
    <w:p w14:paraId="106DE9C1" w14:textId="77777777" w:rsidR="00810015" w:rsidRDefault="00810015" w:rsidP="00810015">
      <w:r>
        <w:t>381.3270</w:t>
      </w:r>
      <w:r>
        <w:tab/>
        <w:t>1.013e0</w:t>
      </w:r>
    </w:p>
    <w:p w14:paraId="63AD3BD2" w14:textId="77777777" w:rsidR="00810015" w:rsidRDefault="00810015" w:rsidP="00810015">
      <w:r>
        <w:t>381.3319</w:t>
      </w:r>
      <w:r>
        <w:tab/>
        <w:t>4.051e0</w:t>
      </w:r>
    </w:p>
    <w:p w14:paraId="07DCD5AA" w14:textId="77777777" w:rsidR="00810015" w:rsidRDefault="00810015" w:rsidP="00810015">
      <w:r>
        <w:t>381.3379</w:t>
      </w:r>
      <w:r>
        <w:tab/>
        <w:t>2.885e0</w:t>
      </w:r>
    </w:p>
    <w:p w14:paraId="3DFD7D3A" w14:textId="77777777" w:rsidR="00810015" w:rsidRDefault="00810015" w:rsidP="00810015">
      <w:r>
        <w:t>381.3450</w:t>
      </w:r>
      <w:r>
        <w:tab/>
        <w:t>4.051e0</w:t>
      </w:r>
    </w:p>
    <w:p w14:paraId="40B9E2D3" w14:textId="77777777" w:rsidR="00810015" w:rsidRDefault="00810015" w:rsidP="00810015">
      <w:r>
        <w:t>381.3900</w:t>
      </w:r>
      <w:r>
        <w:tab/>
        <w:t>1.013e0</w:t>
      </w:r>
    </w:p>
    <w:p w14:paraId="363FA0CE" w14:textId="77777777" w:rsidR="00810015" w:rsidRDefault="00810015" w:rsidP="00810015">
      <w:r>
        <w:t>381.3943</w:t>
      </w:r>
      <w:r>
        <w:tab/>
        <w:t>2.025e0</w:t>
      </w:r>
    </w:p>
    <w:p w14:paraId="4208C4BF" w14:textId="77777777" w:rsidR="00810015" w:rsidRDefault="00810015" w:rsidP="00810015">
      <w:r>
        <w:t>381.4307</w:t>
      </w:r>
      <w:r>
        <w:tab/>
        <w:t>1.013e0</w:t>
      </w:r>
    </w:p>
    <w:p w14:paraId="657098EB" w14:textId="77777777" w:rsidR="00810015" w:rsidRDefault="00810015" w:rsidP="00810015">
      <w:r>
        <w:t>381.4418</w:t>
      </w:r>
      <w:r>
        <w:tab/>
        <w:t>1.013e0</w:t>
      </w:r>
    </w:p>
    <w:p w14:paraId="2BA75ECB" w14:textId="77777777" w:rsidR="00810015" w:rsidRDefault="00810015" w:rsidP="00810015">
      <w:r>
        <w:t>381.4529</w:t>
      </w:r>
      <w:r>
        <w:tab/>
        <w:t>2.025e0</w:t>
      </w:r>
    </w:p>
    <w:p w14:paraId="4EEC490B" w14:textId="77777777" w:rsidR="00810015" w:rsidRDefault="00810015" w:rsidP="00810015">
      <w:r>
        <w:t>381.5038</w:t>
      </w:r>
      <w:r>
        <w:tab/>
        <w:t>1.013e0</w:t>
      </w:r>
    </w:p>
    <w:p w14:paraId="59BB06C8" w14:textId="77777777" w:rsidR="00810015" w:rsidRDefault="00810015" w:rsidP="00810015">
      <w:r>
        <w:t>381.5251</w:t>
      </w:r>
      <w:r>
        <w:tab/>
        <w:t>1.013e0</w:t>
      </w:r>
    </w:p>
    <w:p w14:paraId="7700140C" w14:textId="77777777" w:rsidR="00810015" w:rsidRDefault="00810015" w:rsidP="00810015">
      <w:r>
        <w:t>381.5513</w:t>
      </w:r>
      <w:r>
        <w:tab/>
        <w:t>1.013e0</w:t>
      </w:r>
    </w:p>
    <w:p w14:paraId="590E180E" w14:textId="77777777" w:rsidR="00810015" w:rsidRDefault="00810015" w:rsidP="00810015">
      <w:r>
        <w:t>381.5539</w:t>
      </w:r>
      <w:r>
        <w:tab/>
        <w:t>1.013e0</w:t>
      </w:r>
    </w:p>
    <w:p w14:paraId="0CBDA921" w14:textId="77777777" w:rsidR="00810015" w:rsidRDefault="00810015" w:rsidP="00810015">
      <w:r>
        <w:t>381.5612</w:t>
      </w:r>
      <w:r>
        <w:tab/>
        <w:t>8.101e0</w:t>
      </w:r>
    </w:p>
    <w:p w14:paraId="630E1ADF" w14:textId="77777777" w:rsidR="00810015" w:rsidRDefault="00810015" w:rsidP="00810015">
      <w:r>
        <w:t>381.6000</w:t>
      </w:r>
      <w:r>
        <w:tab/>
        <w:t>1.013e0</w:t>
      </w:r>
    </w:p>
    <w:p w14:paraId="2F29CC95" w14:textId="77777777" w:rsidR="00810015" w:rsidRDefault="00810015" w:rsidP="00810015">
      <w:r>
        <w:t>381.6136</w:t>
      </w:r>
      <w:r>
        <w:tab/>
        <w:t>1.013e0</w:t>
      </w:r>
    </w:p>
    <w:p w14:paraId="719A355C" w14:textId="77777777" w:rsidR="00810015" w:rsidRDefault="00810015" w:rsidP="00810015">
      <w:r>
        <w:t>381.6149</w:t>
      </w:r>
      <w:r>
        <w:tab/>
        <w:t>1.013e0</w:t>
      </w:r>
    </w:p>
    <w:p w14:paraId="43FE0455" w14:textId="77777777" w:rsidR="00810015" w:rsidRDefault="00810015" w:rsidP="00810015">
      <w:r>
        <w:t>381.6211</w:t>
      </w:r>
      <w:r>
        <w:tab/>
        <w:t>1.013e0</w:t>
      </w:r>
    </w:p>
    <w:p w14:paraId="02F8F8BD" w14:textId="77777777" w:rsidR="00810015" w:rsidRDefault="00810015" w:rsidP="00810015">
      <w:r>
        <w:t>381.6475</w:t>
      </w:r>
      <w:r>
        <w:tab/>
        <w:t>1.013e0</w:t>
      </w:r>
    </w:p>
    <w:p w14:paraId="246B258E" w14:textId="77777777" w:rsidR="00810015" w:rsidRDefault="00810015" w:rsidP="00810015">
      <w:r>
        <w:t>381.7019</w:t>
      </w:r>
      <w:r>
        <w:tab/>
        <w:t>3.038e0</w:t>
      </w:r>
    </w:p>
    <w:p w14:paraId="3D8C8996" w14:textId="77777777" w:rsidR="00810015" w:rsidRDefault="00810015" w:rsidP="00810015">
      <w:r>
        <w:t>381.7152</w:t>
      </w:r>
      <w:r>
        <w:tab/>
        <w:t>2.025e0</w:t>
      </w:r>
    </w:p>
    <w:p w14:paraId="53871788" w14:textId="77777777" w:rsidR="00810015" w:rsidRDefault="00810015" w:rsidP="00810015">
      <w:r>
        <w:t>381.7423</w:t>
      </w:r>
      <w:r>
        <w:tab/>
        <w:t>1.013e0</w:t>
      </w:r>
    </w:p>
    <w:p w14:paraId="009EA6A9" w14:textId="77777777" w:rsidR="00810015" w:rsidRDefault="00810015" w:rsidP="00810015">
      <w:r>
        <w:t>381.7640</w:t>
      </w:r>
      <w:r>
        <w:tab/>
        <w:t>1.013e0</w:t>
      </w:r>
    </w:p>
    <w:p w14:paraId="616C443C" w14:textId="77777777" w:rsidR="00810015" w:rsidRDefault="00810015" w:rsidP="00810015">
      <w:r>
        <w:t>381.7693</w:t>
      </w:r>
      <w:r>
        <w:tab/>
        <w:t>1.013e0</w:t>
      </w:r>
    </w:p>
    <w:p w14:paraId="11829D66" w14:textId="77777777" w:rsidR="00810015" w:rsidRDefault="00810015" w:rsidP="00810015">
      <w:r>
        <w:t>381.7856</w:t>
      </w:r>
      <w:r>
        <w:tab/>
        <w:t>1.728e0</w:t>
      </w:r>
    </w:p>
    <w:p w14:paraId="5ADD0AB3" w14:textId="77777777" w:rsidR="00810015" w:rsidRDefault="00810015" w:rsidP="00810015">
      <w:r>
        <w:t>381.8033</w:t>
      </w:r>
      <w:r>
        <w:tab/>
        <w:t>1.013e0</w:t>
      </w:r>
    </w:p>
    <w:p w14:paraId="6CF05B27" w14:textId="77777777" w:rsidR="00810015" w:rsidRDefault="00810015" w:rsidP="00810015">
      <w:r>
        <w:t>381.8233</w:t>
      </w:r>
      <w:r>
        <w:tab/>
        <w:t>2.025e0</w:t>
      </w:r>
    </w:p>
    <w:p w14:paraId="5BE5D71C" w14:textId="77777777" w:rsidR="00810015" w:rsidRDefault="00810015" w:rsidP="00810015">
      <w:r>
        <w:t>381.8274</w:t>
      </w:r>
      <w:r>
        <w:tab/>
        <w:t>2.025e0</w:t>
      </w:r>
    </w:p>
    <w:p w14:paraId="1B7A3566" w14:textId="77777777" w:rsidR="00810015" w:rsidRDefault="00810015" w:rsidP="00810015">
      <w:r>
        <w:t>381.8664</w:t>
      </w:r>
      <w:r>
        <w:tab/>
        <w:t>4.051e0</w:t>
      </w:r>
    </w:p>
    <w:p w14:paraId="3A5F56EF" w14:textId="77777777" w:rsidR="00810015" w:rsidRDefault="00810015" w:rsidP="00810015">
      <w:r>
        <w:t>381.8779</w:t>
      </w:r>
      <w:r>
        <w:tab/>
        <w:t>1.013e0</w:t>
      </w:r>
    </w:p>
    <w:p w14:paraId="7696D03C" w14:textId="77777777" w:rsidR="00810015" w:rsidRDefault="00810015" w:rsidP="00810015">
      <w:r>
        <w:t>381.8982</w:t>
      </w:r>
      <w:r>
        <w:tab/>
        <w:t>1.013e0</w:t>
      </w:r>
    </w:p>
    <w:p w14:paraId="12BF7D98" w14:textId="77777777" w:rsidR="00810015" w:rsidRDefault="00810015" w:rsidP="00810015">
      <w:r>
        <w:t>381.9175</w:t>
      </w:r>
      <w:r>
        <w:tab/>
        <w:t>5.063e0</w:t>
      </w:r>
    </w:p>
    <w:p w14:paraId="5741E3FE" w14:textId="77777777" w:rsidR="00810015" w:rsidRDefault="00810015" w:rsidP="00810015">
      <w:r>
        <w:t>381.9378</w:t>
      </w:r>
      <w:r>
        <w:tab/>
        <w:t>4.051e0</w:t>
      </w:r>
    </w:p>
    <w:p w14:paraId="15D474D2" w14:textId="77777777" w:rsidR="00810015" w:rsidRDefault="00810015" w:rsidP="00810015">
      <w:r>
        <w:t>381.9489</w:t>
      </w:r>
      <w:r>
        <w:tab/>
        <w:t>4.051e0</w:t>
      </w:r>
    </w:p>
    <w:p w14:paraId="12926533" w14:textId="77777777" w:rsidR="00810015" w:rsidRDefault="00810015" w:rsidP="00810015">
      <w:r>
        <w:t>381.9644</w:t>
      </w:r>
      <w:r>
        <w:tab/>
        <w:t>2.025e0</w:t>
      </w:r>
    </w:p>
    <w:p w14:paraId="1540FEE4" w14:textId="77777777" w:rsidR="00810015" w:rsidRDefault="00810015" w:rsidP="00810015">
      <w:r>
        <w:t>381.9717</w:t>
      </w:r>
      <w:r>
        <w:tab/>
        <w:t>3.038e0</w:t>
      </w:r>
    </w:p>
    <w:p w14:paraId="797F2E7E" w14:textId="77777777" w:rsidR="00810015" w:rsidRDefault="00810015" w:rsidP="00810015">
      <w:r>
        <w:t>381.9796</w:t>
      </w:r>
      <w:r>
        <w:tab/>
        <w:t>1.013e0</w:t>
      </w:r>
    </w:p>
    <w:p w14:paraId="1F27846C" w14:textId="77777777" w:rsidR="00810015" w:rsidRDefault="00810015" w:rsidP="00810015">
      <w:r>
        <w:t>381.9865</w:t>
      </w:r>
      <w:r>
        <w:tab/>
        <w:t>4.051e0</w:t>
      </w:r>
    </w:p>
    <w:p w14:paraId="4A0FE565" w14:textId="77777777" w:rsidR="00810015" w:rsidRDefault="00810015" w:rsidP="00810015">
      <w:r>
        <w:t>382.0382</w:t>
      </w:r>
      <w:r>
        <w:tab/>
        <w:t>1.013e0</w:t>
      </w:r>
    </w:p>
    <w:p w14:paraId="5EE03C71" w14:textId="77777777" w:rsidR="00810015" w:rsidRDefault="00810015" w:rsidP="00810015">
      <w:r>
        <w:t>382.0556</w:t>
      </w:r>
      <w:r>
        <w:tab/>
        <w:t>8.652e0</w:t>
      </w:r>
    </w:p>
    <w:p w14:paraId="5B7B9257" w14:textId="77777777" w:rsidR="00810015" w:rsidRDefault="00810015" w:rsidP="00810015">
      <w:r>
        <w:t>382.0666</w:t>
      </w:r>
      <w:r>
        <w:tab/>
        <w:t>2.532e0</w:t>
      </w:r>
    </w:p>
    <w:p w14:paraId="2EAA04E6" w14:textId="77777777" w:rsidR="00810015" w:rsidRDefault="00810015" w:rsidP="00810015">
      <w:r>
        <w:t>382.0701</w:t>
      </w:r>
      <w:r>
        <w:tab/>
        <w:t>6.934e0</w:t>
      </w:r>
    </w:p>
    <w:p w14:paraId="4B8AB79B" w14:textId="77777777" w:rsidR="00810015" w:rsidRDefault="00810015" w:rsidP="00810015">
      <w:r>
        <w:t>382.0844</w:t>
      </w:r>
      <w:r>
        <w:tab/>
        <w:t>1.013e0</w:t>
      </w:r>
    </w:p>
    <w:p w14:paraId="23B29D29" w14:textId="77777777" w:rsidR="00810015" w:rsidRDefault="00810015" w:rsidP="00810015">
      <w:r>
        <w:t>382.1149</w:t>
      </w:r>
      <w:r>
        <w:tab/>
        <w:t>3.557e0</w:t>
      </w:r>
    </w:p>
    <w:p w14:paraId="1643FE4C" w14:textId="77777777" w:rsidR="00810015" w:rsidRDefault="00810015" w:rsidP="00810015">
      <w:r>
        <w:t>382.1330</w:t>
      </w:r>
      <w:r>
        <w:tab/>
        <w:t>1.519e0</w:t>
      </w:r>
    </w:p>
    <w:p w14:paraId="497F5943" w14:textId="77777777" w:rsidR="00810015" w:rsidRDefault="00810015" w:rsidP="00810015">
      <w:r>
        <w:t>382.1627</w:t>
      </w:r>
      <w:r>
        <w:tab/>
        <w:t>1.013e0</w:t>
      </w:r>
    </w:p>
    <w:p w14:paraId="35904D43" w14:textId="77777777" w:rsidR="00810015" w:rsidRDefault="00810015" w:rsidP="00810015">
      <w:r>
        <w:t>382.1728</w:t>
      </w:r>
      <w:r>
        <w:tab/>
        <w:t>1.013e0</w:t>
      </w:r>
    </w:p>
    <w:p w14:paraId="7BF0C8B8" w14:textId="77777777" w:rsidR="00810015" w:rsidRDefault="00810015" w:rsidP="00810015">
      <w:r>
        <w:t>382.1953</w:t>
      </w:r>
      <w:r>
        <w:tab/>
        <w:t>1.013e0</w:t>
      </w:r>
    </w:p>
    <w:p w14:paraId="5F5142B0" w14:textId="77777777" w:rsidR="00810015" w:rsidRDefault="00810015" w:rsidP="00810015">
      <w:r>
        <w:t>382.2102</w:t>
      </w:r>
      <w:r>
        <w:tab/>
        <w:t>1.013e0</w:t>
      </w:r>
    </w:p>
    <w:p w14:paraId="4B783FEA" w14:textId="77777777" w:rsidR="00810015" w:rsidRDefault="00810015" w:rsidP="00810015">
      <w:r>
        <w:t>382.2340</w:t>
      </w:r>
      <w:r>
        <w:tab/>
        <w:t>1.492e0</w:t>
      </w:r>
    </w:p>
    <w:p w14:paraId="5F38D603" w14:textId="77777777" w:rsidR="00810015" w:rsidRDefault="00810015" w:rsidP="00810015">
      <w:r>
        <w:t>382.2612</w:t>
      </w:r>
      <w:r>
        <w:tab/>
        <w:t>1.013e0</w:t>
      </w:r>
    </w:p>
    <w:p w14:paraId="22772169" w14:textId="77777777" w:rsidR="00810015" w:rsidRDefault="00810015" w:rsidP="00810015">
      <w:r>
        <w:t>382.2650</w:t>
      </w:r>
      <w:r>
        <w:tab/>
        <w:t>1.013e0</w:t>
      </w:r>
    </w:p>
    <w:p w14:paraId="4F497756" w14:textId="77777777" w:rsidR="00810015" w:rsidRDefault="00810015" w:rsidP="00810015">
      <w:r>
        <w:t>382.2667</w:t>
      </w:r>
      <w:r>
        <w:tab/>
        <w:t>3.038e0</w:t>
      </w:r>
    </w:p>
    <w:p w14:paraId="5073EEF0" w14:textId="77777777" w:rsidR="00810015" w:rsidRDefault="00810015" w:rsidP="00810015">
      <w:r>
        <w:t>382.2930</w:t>
      </w:r>
      <w:r>
        <w:tab/>
        <w:t>1.992e0</w:t>
      </w:r>
    </w:p>
    <w:p w14:paraId="0AA25F15" w14:textId="77777777" w:rsidR="00810015" w:rsidRDefault="00810015" w:rsidP="00810015">
      <w:r>
        <w:t>382.3188</w:t>
      </w:r>
      <w:r>
        <w:tab/>
        <w:t>1.013e0</w:t>
      </w:r>
    </w:p>
    <w:p w14:paraId="12265FB4" w14:textId="77777777" w:rsidR="00810015" w:rsidRDefault="00810015" w:rsidP="00810015">
      <w:r>
        <w:t>382.3229</w:t>
      </w:r>
      <w:r>
        <w:tab/>
        <w:t>2.025e0</w:t>
      </w:r>
    </w:p>
    <w:p w14:paraId="65324345" w14:textId="77777777" w:rsidR="00810015" w:rsidRDefault="00810015" w:rsidP="00810015">
      <w:r>
        <w:t>382.3650</w:t>
      </w:r>
      <w:r>
        <w:tab/>
        <w:t>3.038e0</w:t>
      </w:r>
    </w:p>
    <w:p w14:paraId="544BA7D3" w14:textId="77777777" w:rsidR="00810015" w:rsidRDefault="00810015" w:rsidP="00810015">
      <w:r>
        <w:t>382.3701</w:t>
      </w:r>
      <w:r>
        <w:tab/>
        <w:t>2.025e0</w:t>
      </w:r>
    </w:p>
    <w:p w14:paraId="757229DB" w14:textId="77777777" w:rsidR="00810015" w:rsidRDefault="00810015" w:rsidP="00810015">
      <w:r>
        <w:t>382.4132</w:t>
      </w:r>
      <w:r>
        <w:tab/>
        <w:t>1.013e0</w:t>
      </w:r>
    </w:p>
    <w:p w14:paraId="37BCBF74" w14:textId="77777777" w:rsidR="00810015" w:rsidRDefault="00810015" w:rsidP="00810015">
      <w:r>
        <w:t>382.4478</w:t>
      </w:r>
      <w:r>
        <w:tab/>
        <w:t>1.013e0</w:t>
      </w:r>
    </w:p>
    <w:p w14:paraId="5F099995" w14:textId="77777777" w:rsidR="00810015" w:rsidRDefault="00810015" w:rsidP="00810015">
      <w:r>
        <w:t>382.4653</w:t>
      </w:r>
      <w:r>
        <w:tab/>
        <w:t>4.051e0</w:t>
      </w:r>
    </w:p>
    <w:p w14:paraId="0E55DE2C" w14:textId="77777777" w:rsidR="00810015" w:rsidRDefault="00810015" w:rsidP="00810015">
      <w:r>
        <w:t>382.4869</w:t>
      </w:r>
      <w:r>
        <w:tab/>
        <w:t>2.025e0</w:t>
      </w:r>
    </w:p>
    <w:p w14:paraId="0F38E6D3" w14:textId="77777777" w:rsidR="00810015" w:rsidRDefault="00810015" w:rsidP="00810015">
      <w:r>
        <w:t>382.5124</w:t>
      </w:r>
      <w:r>
        <w:tab/>
        <w:t>4.051e0</w:t>
      </w:r>
    </w:p>
    <w:p w14:paraId="14FBDFE8" w14:textId="77777777" w:rsidR="00810015" w:rsidRDefault="00810015" w:rsidP="00810015">
      <w:r>
        <w:t>382.5304</w:t>
      </w:r>
      <w:r>
        <w:tab/>
        <w:t>1.013e0</w:t>
      </w:r>
    </w:p>
    <w:p w14:paraId="1DC9840D" w14:textId="77777777" w:rsidR="00810015" w:rsidRDefault="00810015" w:rsidP="00810015">
      <w:r>
        <w:t>382.5374</w:t>
      </w:r>
      <w:r>
        <w:tab/>
        <w:t>1.013e0</w:t>
      </w:r>
    </w:p>
    <w:p w14:paraId="56DBA61C" w14:textId="77777777" w:rsidR="00810015" w:rsidRDefault="00810015" w:rsidP="00810015">
      <w:r>
        <w:t>382.5644</w:t>
      </w:r>
      <w:r>
        <w:tab/>
        <w:t>5.063e0</w:t>
      </w:r>
    </w:p>
    <w:p w14:paraId="438073A3" w14:textId="77777777" w:rsidR="00810015" w:rsidRDefault="00810015" w:rsidP="00810015">
      <w:r>
        <w:t>382.5712</w:t>
      </w:r>
      <w:r>
        <w:tab/>
        <w:t>5.063e0</w:t>
      </w:r>
    </w:p>
    <w:p w14:paraId="31E10A89" w14:textId="77777777" w:rsidR="00810015" w:rsidRDefault="00810015" w:rsidP="00810015">
      <w:r>
        <w:t>382.5728</w:t>
      </w:r>
      <w:r>
        <w:tab/>
        <w:t>1.013e0</w:t>
      </w:r>
    </w:p>
    <w:p w14:paraId="215DE6D7" w14:textId="77777777" w:rsidR="00810015" w:rsidRDefault="00810015" w:rsidP="00810015">
      <w:r>
        <w:t>382.5810</w:t>
      </w:r>
      <w:r>
        <w:tab/>
        <w:t>2.025e0</w:t>
      </w:r>
    </w:p>
    <w:p w14:paraId="2A6D7B02" w14:textId="77777777" w:rsidR="00810015" w:rsidRDefault="00810015" w:rsidP="00810015">
      <w:r>
        <w:t>382.6150</w:t>
      </w:r>
      <w:r>
        <w:tab/>
        <w:t>1.013e0</w:t>
      </w:r>
    </w:p>
    <w:p w14:paraId="4514B858" w14:textId="77777777" w:rsidR="00810015" w:rsidRDefault="00810015" w:rsidP="00810015">
      <w:r>
        <w:t>382.6256</w:t>
      </w:r>
      <w:r>
        <w:tab/>
        <w:t>1.013e0</w:t>
      </w:r>
    </w:p>
    <w:p w14:paraId="46F0DFC9" w14:textId="77777777" w:rsidR="00810015" w:rsidRDefault="00810015" w:rsidP="00810015">
      <w:r>
        <w:t>382.6406</w:t>
      </w:r>
      <w:r>
        <w:tab/>
        <w:t>3.038e0</w:t>
      </w:r>
    </w:p>
    <w:p w14:paraId="21C5F75D" w14:textId="77777777" w:rsidR="00810015" w:rsidRDefault="00810015" w:rsidP="00810015">
      <w:r>
        <w:t>382.6650</w:t>
      </w:r>
      <w:r>
        <w:tab/>
        <w:t>1.013e0</w:t>
      </w:r>
    </w:p>
    <w:p w14:paraId="42AF805A" w14:textId="77777777" w:rsidR="00810015" w:rsidRDefault="00810015" w:rsidP="00810015">
      <w:r>
        <w:t>382.7074</w:t>
      </w:r>
      <w:r>
        <w:tab/>
        <w:t>1.013e0</w:t>
      </w:r>
    </w:p>
    <w:p w14:paraId="61DBE72B" w14:textId="77777777" w:rsidR="00810015" w:rsidRDefault="00810015" w:rsidP="00810015">
      <w:r>
        <w:t>382.7246</w:t>
      </w:r>
      <w:r>
        <w:tab/>
        <w:t>1.013e0</w:t>
      </w:r>
    </w:p>
    <w:p w14:paraId="4C403ABB" w14:textId="77777777" w:rsidR="00810015" w:rsidRDefault="00810015" w:rsidP="00810015">
      <w:r>
        <w:t>382.7397</w:t>
      </w:r>
      <w:r>
        <w:tab/>
        <w:t>1.013e0</w:t>
      </w:r>
    </w:p>
    <w:p w14:paraId="5719F72B" w14:textId="77777777" w:rsidR="00810015" w:rsidRDefault="00810015" w:rsidP="00810015">
      <w:r>
        <w:t>382.7510</w:t>
      </w:r>
      <w:r>
        <w:tab/>
        <w:t>1.013e0</w:t>
      </w:r>
    </w:p>
    <w:p w14:paraId="1A2C014B" w14:textId="77777777" w:rsidR="00810015" w:rsidRDefault="00810015" w:rsidP="00810015">
      <w:r>
        <w:t>382.7533</w:t>
      </w:r>
      <w:r>
        <w:tab/>
        <w:t>1.013e0</w:t>
      </w:r>
    </w:p>
    <w:p w14:paraId="253A5777" w14:textId="77777777" w:rsidR="00810015" w:rsidRDefault="00810015" w:rsidP="00810015">
      <w:r>
        <w:t>382.8022</w:t>
      </w:r>
      <w:r>
        <w:tab/>
        <w:t>1.013e0</w:t>
      </w:r>
    </w:p>
    <w:p w14:paraId="4A3A3311" w14:textId="77777777" w:rsidR="00810015" w:rsidRDefault="00810015" w:rsidP="00810015">
      <w:r>
        <w:t>382.8093</w:t>
      </w:r>
      <w:r>
        <w:tab/>
        <w:t>2.025e0</w:t>
      </w:r>
    </w:p>
    <w:p w14:paraId="35C5EDEA" w14:textId="77777777" w:rsidR="00810015" w:rsidRDefault="00810015" w:rsidP="00810015">
      <w:r>
        <w:t>382.8592</w:t>
      </w:r>
      <w:r>
        <w:tab/>
        <w:t>1.013e0</w:t>
      </w:r>
    </w:p>
    <w:p w14:paraId="05450294" w14:textId="77777777" w:rsidR="00810015" w:rsidRDefault="00810015" w:rsidP="00810015">
      <w:r>
        <w:t>382.8605</w:t>
      </w:r>
      <w:r>
        <w:tab/>
        <w:t>1.013e0</w:t>
      </w:r>
    </w:p>
    <w:p w14:paraId="43808FB4" w14:textId="77777777" w:rsidR="00810015" w:rsidRDefault="00810015" w:rsidP="00810015">
      <w:r>
        <w:t>382.8638</w:t>
      </w:r>
      <w:r>
        <w:tab/>
        <w:t>4.051e0</w:t>
      </w:r>
    </w:p>
    <w:p w14:paraId="3615BF1D" w14:textId="77777777" w:rsidR="00810015" w:rsidRDefault="00810015" w:rsidP="00810015">
      <w:r>
        <w:t>382.8803</w:t>
      </w:r>
      <w:r>
        <w:tab/>
        <w:t>1.013e0</w:t>
      </w:r>
    </w:p>
    <w:p w14:paraId="7B518363" w14:textId="77777777" w:rsidR="00810015" w:rsidRDefault="00810015" w:rsidP="00810015">
      <w:r>
        <w:t>382.9055</w:t>
      </w:r>
      <w:r>
        <w:tab/>
        <w:t>1.013e0</w:t>
      </w:r>
    </w:p>
    <w:p w14:paraId="012A7497" w14:textId="77777777" w:rsidR="00810015" w:rsidRDefault="00810015" w:rsidP="00810015">
      <w:r>
        <w:t>382.9255</w:t>
      </w:r>
      <w:r>
        <w:tab/>
        <w:t>2.025e0</w:t>
      </w:r>
    </w:p>
    <w:p w14:paraId="54C76FA3" w14:textId="77777777" w:rsidR="00810015" w:rsidRDefault="00810015" w:rsidP="00810015">
      <w:r>
        <w:t>382.9265</w:t>
      </w:r>
      <w:r>
        <w:tab/>
        <w:t>2.025e0</w:t>
      </w:r>
    </w:p>
    <w:p w14:paraId="0212B58F" w14:textId="77777777" w:rsidR="00810015" w:rsidRDefault="00810015" w:rsidP="00810015">
      <w:r>
        <w:t>382.9476</w:t>
      </w:r>
      <w:r>
        <w:tab/>
        <w:t>1.013e0</w:t>
      </w:r>
    </w:p>
    <w:p w14:paraId="22CBD8C3" w14:textId="77777777" w:rsidR="00810015" w:rsidRDefault="00810015" w:rsidP="00810015">
      <w:r>
        <w:t>382.9515</w:t>
      </w:r>
      <w:r>
        <w:tab/>
        <w:t>1.013e0</w:t>
      </w:r>
    </w:p>
    <w:p w14:paraId="014771F6" w14:textId="77777777" w:rsidR="00810015" w:rsidRDefault="00810015" w:rsidP="00810015">
      <w:r>
        <w:t>382.9539</w:t>
      </w:r>
      <w:r>
        <w:tab/>
        <w:t>3.038e0</w:t>
      </w:r>
    </w:p>
    <w:p w14:paraId="2CEB8891" w14:textId="77777777" w:rsidR="00810015" w:rsidRDefault="00810015" w:rsidP="00810015">
      <w:r>
        <w:t>382.9900</w:t>
      </w:r>
      <w:r>
        <w:tab/>
        <w:t>1.013e0</w:t>
      </w:r>
    </w:p>
    <w:p w14:paraId="62E2DDDE" w14:textId="77777777" w:rsidR="00810015" w:rsidRDefault="00810015" w:rsidP="00810015">
      <w:r>
        <w:t>382.9978</w:t>
      </w:r>
      <w:r>
        <w:tab/>
        <w:t>2.025e0</w:t>
      </w:r>
    </w:p>
    <w:p w14:paraId="34668606" w14:textId="77777777" w:rsidR="00810015" w:rsidRDefault="00810015" w:rsidP="00810015">
      <w:r>
        <w:t>383.0467</w:t>
      </w:r>
      <w:r>
        <w:tab/>
        <w:t>2.025e0</w:t>
      </w:r>
    </w:p>
    <w:p w14:paraId="5C30536B" w14:textId="77777777" w:rsidR="00810015" w:rsidRDefault="00810015" w:rsidP="00810015">
      <w:r>
        <w:t>383.0562</w:t>
      </w:r>
      <w:r>
        <w:tab/>
        <w:t>8.827e0</w:t>
      </w:r>
    </w:p>
    <w:p w14:paraId="44FD1566" w14:textId="77777777" w:rsidR="00810015" w:rsidRDefault="00810015" w:rsidP="00810015">
      <w:r>
        <w:t>383.0594</w:t>
      </w:r>
      <w:r>
        <w:tab/>
        <w:t>1.537e1</w:t>
      </w:r>
    </w:p>
    <w:p w14:paraId="3C2AC89D" w14:textId="77777777" w:rsidR="00810015" w:rsidRDefault="00810015" w:rsidP="00810015">
      <w:r>
        <w:t>383.0662</w:t>
      </w:r>
      <w:r>
        <w:tab/>
        <w:t>1.482e1</w:t>
      </w:r>
    </w:p>
    <w:p w14:paraId="505F11B7" w14:textId="77777777" w:rsidR="00810015" w:rsidRDefault="00810015" w:rsidP="00810015">
      <w:r>
        <w:t>383.0828</w:t>
      </w:r>
      <w:r>
        <w:tab/>
        <w:t>3.013e0</w:t>
      </w:r>
    </w:p>
    <w:p w14:paraId="6A377BC9" w14:textId="77777777" w:rsidR="00810015" w:rsidRDefault="00810015" w:rsidP="00810015">
      <w:r>
        <w:t>383.1115</w:t>
      </w:r>
      <w:r>
        <w:tab/>
        <w:t>3.461e0</w:t>
      </w:r>
    </w:p>
    <w:p w14:paraId="6D94B3D8" w14:textId="77777777" w:rsidR="00810015" w:rsidRDefault="00810015" w:rsidP="00810015">
      <w:r>
        <w:t>383.1387</w:t>
      </w:r>
      <w:r>
        <w:tab/>
        <w:t>3.330e0</w:t>
      </w:r>
    </w:p>
    <w:p w14:paraId="7CC45FE6" w14:textId="77777777" w:rsidR="00810015" w:rsidRDefault="00810015" w:rsidP="00810015">
      <w:r>
        <w:t>383.1605</w:t>
      </w:r>
      <w:r>
        <w:tab/>
        <w:t>3.013e0</w:t>
      </w:r>
    </w:p>
    <w:p w14:paraId="149FF344" w14:textId="77777777" w:rsidR="00810015" w:rsidRDefault="00810015" w:rsidP="00810015">
      <w:r>
        <w:t>383.1708</w:t>
      </w:r>
      <w:r>
        <w:tab/>
        <w:t>1.013e0</w:t>
      </w:r>
    </w:p>
    <w:p w14:paraId="57444328" w14:textId="77777777" w:rsidR="00810015" w:rsidRDefault="00810015" w:rsidP="00810015">
      <w:r>
        <w:t>383.1855</w:t>
      </w:r>
      <w:r>
        <w:tab/>
        <w:t>2.025e0</w:t>
      </w:r>
    </w:p>
    <w:p w14:paraId="70D12BFF" w14:textId="77777777" w:rsidR="00810015" w:rsidRDefault="00810015" w:rsidP="00810015">
      <w:r>
        <w:t>383.2100</w:t>
      </w:r>
      <w:r>
        <w:tab/>
        <w:t>2.962e0</w:t>
      </w:r>
    </w:p>
    <w:p w14:paraId="2391C701" w14:textId="77777777" w:rsidR="00810015" w:rsidRDefault="00810015" w:rsidP="00810015">
      <w:r>
        <w:t>383.2127</w:t>
      </w:r>
      <w:r>
        <w:tab/>
        <w:t>6.076e0</w:t>
      </w:r>
    </w:p>
    <w:p w14:paraId="2A8C4476" w14:textId="77777777" w:rsidR="00810015" w:rsidRDefault="00810015" w:rsidP="00810015">
      <w:r>
        <w:t>383.2194</w:t>
      </w:r>
      <w:r>
        <w:tab/>
        <w:t>4.804e0</w:t>
      </w:r>
    </w:p>
    <w:p w14:paraId="622B2733" w14:textId="77777777" w:rsidR="00810015" w:rsidRDefault="00810015" w:rsidP="00810015">
      <w:r>
        <w:t>383.2340</w:t>
      </w:r>
      <w:r>
        <w:tab/>
        <w:t>3.006e0</w:t>
      </w:r>
    </w:p>
    <w:p w14:paraId="2C8BC28B" w14:textId="77777777" w:rsidR="00810015" w:rsidRDefault="00810015" w:rsidP="00810015">
      <w:r>
        <w:t>383.2391</w:t>
      </w:r>
      <w:r>
        <w:tab/>
        <w:t>4.051e0</w:t>
      </w:r>
    </w:p>
    <w:p w14:paraId="08B3215F" w14:textId="77777777" w:rsidR="00810015" w:rsidRDefault="00810015" w:rsidP="00810015">
      <w:r>
        <w:t>383.2442</w:t>
      </w:r>
      <w:r>
        <w:tab/>
        <w:t>2.981e0</w:t>
      </w:r>
    </w:p>
    <w:p w14:paraId="5B13E8F1" w14:textId="77777777" w:rsidR="00810015" w:rsidRDefault="00810015" w:rsidP="00810015">
      <w:r>
        <w:t>383.2639</w:t>
      </w:r>
      <w:r>
        <w:tab/>
        <w:t>2.025e0</w:t>
      </w:r>
    </w:p>
    <w:p w14:paraId="25DC3E91" w14:textId="77777777" w:rsidR="00810015" w:rsidRDefault="00810015" w:rsidP="00810015">
      <w:r>
        <w:t>383.2784</w:t>
      </w:r>
      <w:r>
        <w:tab/>
        <w:t>4.051e0</w:t>
      </w:r>
    </w:p>
    <w:p w14:paraId="0D59126D" w14:textId="77777777" w:rsidR="00810015" w:rsidRDefault="00810015" w:rsidP="00810015">
      <w:r>
        <w:t>383.3009</w:t>
      </w:r>
      <w:r>
        <w:tab/>
        <w:t>2.025e0</w:t>
      </w:r>
    </w:p>
    <w:p w14:paraId="2D249998" w14:textId="77777777" w:rsidR="00810015" w:rsidRDefault="00810015" w:rsidP="00810015">
      <w:r>
        <w:t>383.3029</w:t>
      </w:r>
      <w:r>
        <w:tab/>
        <w:t>1.993e0</w:t>
      </w:r>
    </w:p>
    <w:p w14:paraId="70252652" w14:textId="77777777" w:rsidR="00810015" w:rsidRDefault="00810015" w:rsidP="00810015">
      <w:r>
        <w:t>383.3108</w:t>
      </w:r>
      <w:r>
        <w:tab/>
        <w:t>1.995e0</w:t>
      </w:r>
    </w:p>
    <w:p w14:paraId="5C3C0A47" w14:textId="77777777" w:rsidR="00810015" w:rsidRDefault="00810015" w:rsidP="00810015">
      <w:r>
        <w:t>383.3249</w:t>
      </w:r>
      <w:r>
        <w:tab/>
        <w:t>3.038e0</w:t>
      </w:r>
    </w:p>
    <w:p w14:paraId="0663349E" w14:textId="77777777" w:rsidR="00810015" w:rsidRDefault="00810015" w:rsidP="00810015">
      <w:r>
        <w:t>383.3491</w:t>
      </w:r>
      <w:r>
        <w:tab/>
        <w:t>1.013e0</w:t>
      </w:r>
    </w:p>
    <w:p w14:paraId="26E63750" w14:textId="77777777" w:rsidR="00810015" w:rsidRDefault="00810015" w:rsidP="00810015">
      <w:r>
        <w:t>383.3689</w:t>
      </w:r>
      <w:r>
        <w:tab/>
        <w:t>2.025e0</w:t>
      </w:r>
    </w:p>
    <w:p w14:paraId="68E4CE74" w14:textId="77777777" w:rsidR="00810015" w:rsidRDefault="00810015" w:rsidP="00810015">
      <w:r>
        <w:t>383.4125</w:t>
      </w:r>
      <w:r>
        <w:tab/>
        <w:t>1.013e0</w:t>
      </w:r>
    </w:p>
    <w:p w14:paraId="2CD1228A" w14:textId="77777777" w:rsidR="00810015" w:rsidRDefault="00810015" w:rsidP="00810015">
      <w:r>
        <w:t>383.4798</w:t>
      </w:r>
      <w:r>
        <w:tab/>
        <w:t>1.013e0</w:t>
      </w:r>
    </w:p>
    <w:p w14:paraId="6E26DF46" w14:textId="77777777" w:rsidR="00810015" w:rsidRDefault="00810015" w:rsidP="00810015">
      <w:r>
        <w:t>383.4895</w:t>
      </w:r>
      <w:r>
        <w:tab/>
        <w:t>3.038e0</w:t>
      </w:r>
    </w:p>
    <w:p w14:paraId="645063C8" w14:textId="77777777" w:rsidR="00810015" w:rsidRDefault="00810015" w:rsidP="00810015">
      <w:r>
        <w:t>383.5380</w:t>
      </w:r>
      <w:r>
        <w:tab/>
        <w:t>2.025e0</w:t>
      </w:r>
    </w:p>
    <w:p w14:paraId="7B10EA76" w14:textId="77777777" w:rsidR="00810015" w:rsidRDefault="00810015" w:rsidP="00810015">
      <w:r>
        <w:t>383.5402</w:t>
      </w:r>
      <w:r>
        <w:tab/>
        <w:t>3.038e0</w:t>
      </w:r>
    </w:p>
    <w:p w14:paraId="52FFA5E8" w14:textId="77777777" w:rsidR="00810015" w:rsidRDefault="00810015" w:rsidP="00810015">
      <w:r>
        <w:t>383.5721</w:t>
      </w:r>
      <w:r>
        <w:tab/>
        <w:t>3.038e0</w:t>
      </w:r>
    </w:p>
    <w:p w14:paraId="348C84A2" w14:textId="77777777" w:rsidR="00810015" w:rsidRDefault="00810015" w:rsidP="00810015">
      <w:r>
        <w:t>383.5733</w:t>
      </w:r>
      <w:r>
        <w:tab/>
        <w:t>5.063e0</w:t>
      </w:r>
    </w:p>
    <w:p w14:paraId="0DC8FC0B" w14:textId="77777777" w:rsidR="00810015" w:rsidRDefault="00810015" w:rsidP="00810015">
      <w:r>
        <w:t>383.5881</w:t>
      </w:r>
      <w:r>
        <w:tab/>
        <w:t>1.013e0</w:t>
      </w:r>
    </w:p>
    <w:p w14:paraId="7279E685" w14:textId="77777777" w:rsidR="00810015" w:rsidRDefault="00810015" w:rsidP="00810015">
      <w:r>
        <w:t>383.5929</w:t>
      </w:r>
      <w:r>
        <w:tab/>
        <w:t>2.333e0</w:t>
      </w:r>
    </w:p>
    <w:p w14:paraId="498D62D1" w14:textId="77777777" w:rsidR="00810015" w:rsidRDefault="00810015" w:rsidP="00810015">
      <w:r>
        <w:t>383.6273</w:t>
      </w:r>
      <w:r>
        <w:tab/>
        <w:t>2.025e0</w:t>
      </w:r>
    </w:p>
    <w:p w14:paraId="5014D859" w14:textId="77777777" w:rsidR="00810015" w:rsidRDefault="00810015" w:rsidP="00810015">
      <w:r>
        <w:t>383.6306</w:t>
      </w:r>
      <w:r>
        <w:tab/>
        <w:t>1.013e0</w:t>
      </w:r>
    </w:p>
    <w:p w14:paraId="4ABCA1CD" w14:textId="77777777" w:rsidR="00810015" w:rsidRDefault="00810015" w:rsidP="00810015">
      <w:r>
        <w:t>383.6343</w:t>
      </w:r>
      <w:r>
        <w:tab/>
        <w:t>1.013e0</w:t>
      </w:r>
    </w:p>
    <w:p w14:paraId="41981CA6" w14:textId="77777777" w:rsidR="00810015" w:rsidRDefault="00810015" w:rsidP="00810015">
      <w:r>
        <w:t>383.6456</w:t>
      </w:r>
      <w:r>
        <w:tab/>
        <w:t>1.013e0</w:t>
      </w:r>
    </w:p>
    <w:p w14:paraId="038FEAB8" w14:textId="77777777" w:rsidR="00810015" w:rsidRDefault="00810015" w:rsidP="00810015">
      <w:r>
        <w:t>383.6680</w:t>
      </w:r>
      <w:r>
        <w:tab/>
        <w:t>2.025e0</w:t>
      </w:r>
    </w:p>
    <w:p w14:paraId="432C4339" w14:textId="77777777" w:rsidR="00810015" w:rsidRDefault="00810015" w:rsidP="00810015">
      <w:r>
        <w:t>383.6919</w:t>
      </w:r>
      <w:r>
        <w:tab/>
        <w:t>1.013e0</w:t>
      </w:r>
    </w:p>
    <w:p w14:paraId="141BCC42" w14:textId="77777777" w:rsidR="00810015" w:rsidRDefault="00810015" w:rsidP="00810015">
      <w:r>
        <w:t>383.6932</w:t>
      </w:r>
      <w:r>
        <w:tab/>
        <w:t>1.013e0</w:t>
      </w:r>
    </w:p>
    <w:p w14:paraId="0977BEB2" w14:textId="77777777" w:rsidR="00810015" w:rsidRDefault="00810015" w:rsidP="00810015">
      <w:r>
        <w:t>383.7313</w:t>
      </w:r>
      <w:r>
        <w:tab/>
        <w:t>2.025e0</w:t>
      </w:r>
    </w:p>
    <w:p w14:paraId="51DB676A" w14:textId="77777777" w:rsidR="00810015" w:rsidRDefault="00810015" w:rsidP="00810015">
      <w:r>
        <w:t>383.7332</w:t>
      </w:r>
      <w:r>
        <w:tab/>
        <w:t>3.038e0</w:t>
      </w:r>
    </w:p>
    <w:p w14:paraId="691B228D" w14:textId="77777777" w:rsidR="00810015" w:rsidRDefault="00810015" w:rsidP="00810015">
      <w:r>
        <w:t>383.7439</w:t>
      </w:r>
      <w:r>
        <w:tab/>
        <w:t>1.013e0</w:t>
      </w:r>
    </w:p>
    <w:p w14:paraId="51095B48" w14:textId="77777777" w:rsidR="00810015" w:rsidRDefault="00810015" w:rsidP="00810015">
      <w:r>
        <w:t>383.7848</w:t>
      </w:r>
      <w:r>
        <w:tab/>
        <w:t>3.038e0</w:t>
      </w:r>
    </w:p>
    <w:p w14:paraId="6EFFADBF" w14:textId="77777777" w:rsidR="00810015" w:rsidRDefault="00810015" w:rsidP="00810015">
      <w:r>
        <w:t>383.7902</w:t>
      </w:r>
      <w:r>
        <w:tab/>
        <w:t>1.013e0</w:t>
      </w:r>
    </w:p>
    <w:p w14:paraId="61B97B5C" w14:textId="77777777" w:rsidR="00810015" w:rsidRDefault="00810015" w:rsidP="00810015">
      <w:r>
        <w:t>383.8008</w:t>
      </w:r>
      <w:r>
        <w:tab/>
        <w:t>1.013e0</w:t>
      </w:r>
    </w:p>
    <w:p w14:paraId="23BE65BF" w14:textId="77777777" w:rsidR="00810015" w:rsidRDefault="00810015" w:rsidP="00810015">
      <w:r>
        <w:t>383.8164</w:t>
      </w:r>
      <w:r>
        <w:tab/>
        <w:t>1.013e0</w:t>
      </w:r>
    </w:p>
    <w:p w14:paraId="5A520463" w14:textId="77777777" w:rsidR="00810015" w:rsidRDefault="00810015" w:rsidP="00810015">
      <w:r>
        <w:t>383.8364</w:t>
      </w:r>
      <w:r>
        <w:tab/>
        <w:t>1.013e0</w:t>
      </w:r>
    </w:p>
    <w:p w14:paraId="177F260E" w14:textId="77777777" w:rsidR="00810015" w:rsidRDefault="00810015" w:rsidP="00810015">
      <w:r>
        <w:t>383.9036</w:t>
      </w:r>
      <w:r>
        <w:tab/>
        <w:t>1.013e0</w:t>
      </w:r>
    </w:p>
    <w:p w14:paraId="03E3A3A2" w14:textId="77777777" w:rsidR="00810015" w:rsidRDefault="00810015" w:rsidP="00810015">
      <w:r>
        <w:t>383.9223</w:t>
      </w:r>
      <w:r>
        <w:tab/>
        <w:t>2.025e0</w:t>
      </w:r>
    </w:p>
    <w:p w14:paraId="4F092856" w14:textId="77777777" w:rsidR="00810015" w:rsidRDefault="00810015" w:rsidP="00810015">
      <w:r>
        <w:t>383.9302</w:t>
      </w:r>
      <w:r>
        <w:tab/>
        <w:t>1.013e0</w:t>
      </w:r>
    </w:p>
    <w:p w14:paraId="2D5D44B5" w14:textId="77777777" w:rsidR="00810015" w:rsidRDefault="00810015" w:rsidP="00810015">
      <w:r>
        <w:t>383.9711</w:t>
      </w:r>
      <w:r>
        <w:tab/>
        <w:t>1.013e0</w:t>
      </w:r>
    </w:p>
    <w:p w14:paraId="6E21A8F2" w14:textId="77777777" w:rsidR="00810015" w:rsidRDefault="00810015" w:rsidP="00810015">
      <w:r>
        <w:t>383.9860</w:t>
      </w:r>
      <w:r>
        <w:tab/>
        <w:t>2.025e0</w:t>
      </w:r>
    </w:p>
    <w:p w14:paraId="1C5B39E9" w14:textId="77777777" w:rsidR="00810015" w:rsidRDefault="00810015" w:rsidP="00810015">
      <w:r>
        <w:t>384.0167</w:t>
      </w:r>
      <w:r>
        <w:tab/>
        <w:t>2.025e0</w:t>
      </w:r>
    </w:p>
    <w:p w14:paraId="72C96BFE" w14:textId="77777777" w:rsidR="00810015" w:rsidRDefault="00810015" w:rsidP="00810015">
      <w:r>
        <w:t>384.0345</w:t>
      </w:r>
      <w:r>
        <w:tab/>
        <w:t>1.013e0</w:t>
      </w:r>
    </w:p>
    <w:p w14:paraId="3440F300" w14:textId="77777777" w:rsidR="00810015" w:rsidRDefault="00810015" w:rsidP="00810015">
      <w:r>
        <w:t>384.0427</w:t>
      </w:r>
      <w:r>
        <w:tab/>
        <w:t>1.869e0</w:t>
      </w:r>
    </w:p>
    <w:p w14:paraId="3AB70710" w14:textId="77777777" w:rsidR="00810015" w:rsidRDefault="00810015" w:rsidP="00810015">
      <w:r>
        <w:t>384.0545</w:t>
      </w:r>
      <w:r>
        <w:tab/>
        <w:t>1.432e1</w:t>
      </w:r>
    </w:p>
    <w:p w14:paraId="1A96D645" w14:textId="77777777" w:rsidR="00810015" w:rsidRDefault="00810015" w:rsidP="00810015">
      <w:r>
        <w:t>384.0755</w:t>
      </w:r>
      <w:r>
        <w:tab/>
        <w:t>6.827e0</w:t>
      </w:r>
    </w:p>
    <w:p w14:paraId="27A6C64C" w14:textId="77777777" w:rsidR="00810015" w:rsidRDefault="00810015" w:rsidP="00810015">
      <w:r>
        <w:t>384.0979</w:t>
      </w:r>
      <w:r>
        <w:tab/>
        <w:t>1.013e0</w:t>
      </w:r>
    </w:p>
    <w:p w14:paraId="4412120C" w14:textId="77777777" w:rsidR="00810015" w:rsidRDefault="00810015" w:rsidP="00810015">
      <w:r>
        <w:t>384.1537</w:t>
      </w:r>
      <w:r>
        <w:tab/>
        <w:t>1.754e0</w:t>
      </w:r>
    </w:p>
    <w:p w14:paraId="044B384B" w14:textId="77777777" w:rsidR="00810015" w:rsidRDefault="00810015" w:rsidP="00810015">
      <w:r>
        <w:t>384.1798</w:t>
      </w:r>
      <w:r>
        <w:tab/>
        <w:t>2.025e0</w:t>
      </w:r>
    </w:p>
    <w:p w14:paraId="54BB583B" w14:textId="77777777" w:rsidR="00810015" w:rsidRDefault="00810015" w:rsidP="00810015">
      <w:r>
        <w:t>384.1954</w:t>
      </w:r>
      <w:r>
        <w:tab/>
        <w:t>1.968e0</w:t>
      </w:r>
    </w:p>
    <w:p w14:paraId="3234B81C" w14:textId="77777777" w:rsidR="00810015" w:rsidRDefault="00810015" w:rsidP="00810015">
      <w:r>
        <w:t>384.2091</w:t>
      </w:r>
      <w:r>
        <w:tab/>
        <w:t>7.089e0</w:t>
      </w:r>
    </w:p>
    <w:p w14:paraId="2B87DA7F" w14:textId="77777777" w:rsidR="00810015" w:rsidRDefault="00810015" w:rsidP="00810015">
      <w:r>
        <w:t>384.2165</w:t>
      </w:r>
      <w:r>
        <w:tab/>
        <w:t>1.013e0</w:t>
      </w:r>
    </w:p>
    <w:p w14:paraId="15D60930" w14:textId="77777777" w:rsidR="00810015" w:rsidRDefault="00810015" w:rsidP="00810015">
      <w:r>
        <w:t>384.2325</w:t>
      </w:r>
      <w:r>
        <w:tab/>
        <w:t>7.089e0</w:t>
      </w:r>
    </w:p>
    <w:p w14:paraId="4F2B421D" w14:textId="77777777" w:rsidR="00810015" w:rsidRDefault="00810015" w:rsidP="00810015">
      <w:r>
        <w:t>384.2517</w:t>
      </w:r>
      <w:r>
        <w:tab/>
        <w:t>3.426e0</w:t>
      </w:r>
    </w:p>
    <w:p w14:paraId="49943DE8" w14:textId="77777777" w:rsidR="00810015" w:rsidRDefault="00810015" w:rsidP="00810015">
      <w:r>
        <w:t>384.2768</w:t>
      </w:r>
      <w:r>
        <w:tab/>
        <w:t>2.025e0</w:t>
      </w:r>
    </w:p>
    <w:p w14:paraId="5717D249" w14:textId="77777777" w:rsidR="00810015" w:rsidRDefault="00810015" w:rsidP="00810015">
      <w:r>
        <w:t>384.2974</w:t>
      </w:r>
      <w:r>
        <w:tab/>
        <w:t>3.038e0</w:t>
      </w:r>
    </w:p>
    <w:p w14:paraId="47EB0EAA" w14:textId="77777777" w:rsidR="00810015" w:rsidRDefault="00810015" w:rsidP="00810015">
      <w:r>
        <w:t>384.3067</w:t>
      </w:r>
      <w:r>
        <w:tab/>
        <w:t>4.273e0</w:t>
      </w:r>
    </w:p>
    <w:p w14:paraId="1F9E68ED" w14:textId="77777777" w:rsidR="00810015" w:rsidRDefault="00810015" w:rsidP="00810015">
      <w:r>
        <w:t>384.3158</w:t>
      </w:r>
      <w:r>
        <w:tab/>
        <w:t>2.025e0</w:t>
      </w:r>
    </w:p>
    <w:p w14:paraId="1B2C056C" w14:textId="77777777" w:rsidR="00810015" w:rsidRDefault="00810015" w:rsidP="00810015">
      <w:r>
        <w:t>384.3440</w:t>
      </w:r>
      <w:r>
        <w:tab/>
        <w:t>3.038e0</w:t>
      </w:r>
    </w:p>
    <w:p w14:paraId="02D8B1FE" w14:textId="77777777" w:rsidR="00810015" w:rsidRDefault="00810015" w:rsidP="00810015">
      <w:r>
        <w:t>384.3569</w:t>
      </w:r>
      <w:r>
        <w:tab/>
        <w:t>3.038e0</w:t>
      </w:r>
    </w:p>
    <w:p w14:paraId="4E3101C3" w14:textId="77777777" w:rsidR="00810015" w:rsidRDefault="00810015" w:rsidP="00810015">
      <w:r>
        <w:t>384.3739</w:t>
      </w:r>
      <w:r>
        <w:tab/>
        <w:t>2.025e0</w:t>
      </w:r>
    </w:p>
    <w:p w14:paraId="491D814A" w14:textId="77777777" w:rsidR="00810015" w:rsidRDefault="00810015" w:rsidP="00810015">
      <w:r>
        <w:t>384.3846</w:t>
      </w:r>
      <w:r>
        <w:tab/>
        <w:t>1.013e0</w:t>
      </w:r>
    </w:p>
    <w:p w14:paraId="0BF5D07F" w14:textId="77777777" w:rsidR="00810015" w:rsidRDefault="00810015" w:rsidP="00810015">
      <w:r>
        <w:t>384.4142</w:t>
      </w:r>
      <w:r>
        <w:tab/>
        <w:t>1.013e0</w:t>
      </w:r>
    </w:p>
    <w:p w14:paraId="704C5F17" w14:textId="77777777" w:rsidR="00810015" w:rsidRDefault="00810015" w:rsidP="00810015">
      <w:r>
        <w:t>384.4194</w:t>
      </w:r>
      <w:r>
        <w:tab/>
        <w:t>3.038e0</w:t>
      </w:r>
    </w:p>
    <w:p w14:paraId="3CE8F615" w14:textId="77777777" w:rsidR="00810015" w:rsidRDefault="00810015" w:rsidP="00810015">
      <w:r>
        <w:t>384.4415</w:t>
      </w:r>
      <w:r>
        <w:tab/>
        <w:t>1.013e0</w:t>
      </w:r>
    </w:p>
    <w:p w14:paraId="50355FDD" w14:textId="77777777" w:rsidR="00810015" w:rsidRDefault="00810015" w:rsidP="00810015">
      <w:r>
        <w:t>384.4428</w:t>
      </w:r>
      <w:r>
        <w:tab/>
        <w:t>1.013e0</w:t>
      </w:r>
    </w:p>
    <w:p w14:paraId="2AAB9221" w14:textId="77777777" w:rsidR="00810015" w:rsidRDefault="00810015" w:rsidP="00810015">
      <w:r>
        <w:t>384.5047</w:t>
      </w:r>
      <w:r>
        <w:tab/>
        <w:t>2.025e0</w:t>
      </w:r>
    </w:p>
    <w:p w14:paraId="1311C499" w14:textId="77777777" w:rsidR="00810015" w:rsidRDefault="00810015" w:rsidP="00810015">
      <w:r>
        <w:t>384.5255</w:t>
      </w:r>
      <w:r>
        <w:tab/>
        <w:t>2.025e0</w:t>
      </w:r>
    </w:p>
    <w:p w14:paraId="2BAFD56F" w14:textId="77777777" w:rsidR="00810015" w:rsidRDefault="00810015" w:rsidP="00810015">
      <w:r>
        <w:t>384.5574</w:t>
      </w:r>
      <w:r>
        <w:tab/>
        <w:t>1.013e0</w:t>
      </w:r>
    </w:p>
    <w:p w14:paraId="139BD17A" w14:textId="77777777" w:rsidR="00810015" w:rsidRDefault="00810015" w:rsidP="00810015">
      <w:r>
        <w:t>384.5618</w:t>
      </w:r>
      <w:r>
        <w:tab/>
        <w:t>6.076e0</w:t>
      </w:r>
    </w:p>
    <w:p w14:paraId="5BBFFA1A" w14:textId="77777777" w:rsidR="00810015" w:rsidRDefault="00810015" w:rsidP="00810015">
      <w:r>
        <w:t>384.5755</w:t>
      </w:r>
      <w:r>
        <w:tab/>
        <w:t>5.063e0</w:t>
      </w:r>
    </w:p>
    <w:p w14:paraId="6EEAADE8" w14:textId="77777777" w:rsidR="00810015" w:rsidRDefault="00810015" w:rsidP="00810015">
      <w:r>
        <w:t>384.5984</w:t>
      </w:r>
      <w:r>
        <w:tab/>
        <w:t>1.013e0</w:t>
      </w:r>
    </w:p>
    <w:p w14:paraId="3C1E7DCA" w14:textId="77777777" w:rsidR="00810015" w:rsidRDefault="00810015" w:rsidP="00810015">
      <w:r>
        <w:t>384.6189</w:t>
      </w:r>
      <w:r>
        <w:tab/>
        <w:t>1.013e0</w:t>
      </w:r>
    </w:p>
    <w:p w14:paraId="78CC866C" w14:textId="77777777" w:rsidR="00810015" w:rsidRDefault="00810015" w:rsidP="00810015">
      <w:r>
        <w:t>384.6393</w:t>
      </w:r>
      <w:r>
        <w:tab/>
        <w:t>1.013e0</w:t>
      </w:r>
    </w:p>
    <w:p w14:paraId="594DC77B" w14:textId="77777777" w:rsidR="00810015" w:rsidRDefault="00810015" w:rsidP="00810015">
      <w:r>
        <w:t>384.7176</w:t>
      </w:r>
      <w:r>
        <w:tab/>
        <w:t>1.013e0</w:t>
      </w:r>
    </w:p>
    <w:p w14:paraId="17EAA968" w14:textId="77777777" w:rsidR="00810015" w:rsidRDefault="00810015" w:rsidP="00810015">
      <w:r>
        <w:t>384.7858</w:t>
      </w:r>
      <w:r>
        <w:tab/>
        <w:t>4.051e0</w:t>
      </w:r>
    </w:p>
    <w:p w14:paraId="2071A797" w14:textId="77777777" w:rsidR="00810015" w:rsidRDefault="00810015" w:rsidP="00810015">
      <w:r>
        <w:t>384.7963</w:t>
      </w:r>
      <w:r>
        <w:tab/>
        <w:t>1.013e0</w:t>
      </w:r>
    </w:p>
    <w:p w14:paraId="43371729" w14:textId="77777777" w:rsidR="00810015" w:rsidRDefault="00810015" w:rsidP="00810015">
      <w:r>
        <w:t>384.8062</w:t>
      </w:r>
      <w:r>
        <w:tab/>
        <w:t>1.013e0</w:t>
      </w:r>
    </w:p>
    <w:p w14:paraId="3380486D" w14:textId="77777777" w:rsidR="00810015" w:rsidRDefault="00810015" w:rsidP="00810015">
      <w:r>
        <w:t>384.8311</w:t>
      </w:r>
      <w:r>
        <w:tab/>
        <w:t>1.013e0</w:t>
      </w:r>
    </w:p>
    <w:p w14:paraId="5B6750D7" w14:textId="77777777" w:rsidR="00810015" w:rsidRDefault="00810015" w:rsidP="00810015">
      <w:r>
        <w:t>384.8461</w:t>
      </w:r>
      <w:r>
        <w:tab/>
        <w:t>2.025e0</w:t>
      </w:r>
    </w:p>
    <w:p w14:paraId="259540BE" w14:textId="77777777" w:rsidR="00810015" w:rsidRDefault="00810015" w:rsidP="00810015">
      <w:r>
        <w:t>384.8591</w:t>
      </w:r>
      <w:r>
        <w:tab/>
        <w:t>1.013e0</w:t>
      </w:r>
    </w:p>
    <w:p w14:paraId="69E17D6E" w14:textId="77777777" w:rsidR="00810015" w:rsidRDefault="00810015" w:rsidP="00810015">
      <w:r>
        <w:t>384.8868</w:t>
      </w:r>
      <w:r>
        <w:tab/>
        <w:t>3.038e0</w:t>
      </w:r>
    </w:p>
    <w:p w14:paraId="0A95DEF3" w14:textId="77777777" w:rsidR="00810015" w:rsidRDefault="00810015" w:rsidP="00810015">
      <w:r>
        <w:t>384.8947</w:t>
      </w:r>
      <w:r>
        <w:tab/>
        <w:t>1.013e0</w:t>
      </w:r>
    </w:p>
    <w:p w14:paraId="3296B8AA" w14:textId="77777777" w:rsidR="00810015" w:rsidRDefault="00810015" w:rsidP="00810015">
      <w:r>
        <w:t>384.9268</w:t>
      </w:r>
      <w:r>
        <w:tab/>
        <w:t>3.038e0</w:t>
      </w:r>
    </w:p>
    <w:p w14:paraId="5B3727ED" w14:textId="77777777" w:rsidR="00810015" w:rsidRDefault="00810015" w:rsidP="00810015">
      <w:r>
        <w:t>384.9370</w:t>
      </w:r>
      <w:r>
        <w:tab/>
        <w:t>3.038e0</w:t>
      </w:r>
    </w:p>
    <w:p w14:paraId="6E038497" w14:textId="77777777" w:rsidR="00810015" w:rsidRDefault="00810015" w:rsidP="00810015">
      <w:r>
        <w:t>384.9476</w:t>
      </w:r>
      <w:r>
        <w:tab/>
        <w:t>2.025e0</w:t>
      </w:r>
    </w:p>
    <w:p w14:paraId="1802785D" w14:textId="77777777" w:rsidR="00810015" w:rsidRDefault="00810015" w:rsidP="00810015">
      <w:r>
        <w:t>384.9530</w:t>
      </w:r>
      <w:r>
        <w:tab/>
        <w:t>2.025e0</w:t>
      </w:r>
    </w:p>
    <w:p w14:paraId="31D043A7" w14:textId="77777777" w:rsidR="00810015" w:rsidRDefault="00810015" w:rsidP="00810015">
      <w:r>
        <w:t>384.9752</w:t>
      </w:r>
      <w:r>
        <w:tab/>
        <w:t>1.013e0</w:t>
      </w:r>
    </w:p>
    <w:p w14:paraId="1DC03C88" w14:textId="77777777" w:rsidR="00810015" w:rsidRDefault="00810015" w:rsidP="00810015">
      <w:r>
        <w:t>385.0148</w:t>
      </w:r>
      <w:r>
        <w:tab/>
        <w:t>1.013e0</w:t>
      </w:r>
    </w:p>
    <w:p w14:paraId="72DEDF3B" w14:textId="77777777" w:rsidR="00810015" w:rsidRDefault="00810015" w:rsidP="00810015">
      <w:r>
        <w:t>385.0235</w:t>
      </w:r>
      <w:r>
        <w:tab/>
        <w:t>2.170e0</w:t>
      </w:r>
    </w:p>
    <w:p w14:paraId="6B26D29E" w14:textId="77777777" w:rsidR="00810015" w:rsidRDefault="00810015" w:rsidP="00810015">
      <w:r>
        <w:t>385.0466</w:t>
      </w:r>
      <w:r>
        <w:tab/>
        <w:t>1.013e0</w:t>
      </w:r>
    </w:p>
    <w:p w14:paraId="4B6ADEB9" w14:textId="77777777" w:rsidR="00810015" w:rsidRDefault="00810015" w:rsidP="00810015">
      <w:r>
        <w:t>385.0785</w:t>
      </w:r>
      <w:r>
        <w:tab/>
        <w:t>2.025e0</w:t>
      </w:r>
    </w:p>
    <w:p w14:paraId="5DEF4BA0" w14:textId="77777777" w:rsidR="00810015" w:rsidRDefault="00810015" w:rsidP="00810015">
      <w:r>
        <w:t>385.1095</w:t>
      </w:r>
      <w:r>
        <w:tab/>
        <w:t>2.025e0</w:t>
      </w:r>
    </w:p>
    <w:p w14:paraId="403532F5" w14:textId="77777777" w:rsidR="00810015" w:rsidRDefault="00810015" w:rsidP="00810015">
      <w:r>
        <w:t>385.1494</w:t>
      </w:r>
      <w:r>
        <w:tab/>
        <w:t>4.656e0</w:t>
      </w:r>
    </w:p>
    <w:p w14:paraId="53F0C82E" w14:textId="77777777" w:rsidR="00810015" w:rsidRDefault="00810015" w:rsidP="00810015">
      <w:r>
        <w:t>385.1538</w:t>
      </w:r>
      <w:r>
        <w:tab/>
        <w:t>4.051e0</w:t>
      </w:r>
    </w:p>
    <w:p w14:paraId="573C6B1F" w14:textId="77777777" w:rsidR="00810015" w:rsidRDefault="00810015" w:rsidP="00810015">
      <w:r>
        <w:t>385.1562</w:t>
      </w:r>
      <w:r>
        <w:tab/>
        <w:t>4.716e0</w:t>
      </w:r>
    </w:p>
    <w:p w14:paraId="43E65901" w14:textId="77777777" w:rsidR="00810015" w:rsidRDefault="00810015" w:rsidP="00810015">
      <w:r>
        <w:t>385.1689</w:t>
      </w:r>
      <w:r>
        <w:tab/>
        <w:t>2.025e0</w:t>
      </w:r>
    </w:p>
    <w:p w14:paraId="76F165E9" w14:textId="77777777" w:rsidR="00810015" w:rsidRDefault="00810015" w:rsidP="00810015">
      <w:r>
        <w:t>385.1708</w:t>
      </w:r>
      <w:r>
        <w:tab/>
        <w:t>4.032e0</w:t>
      </w:r>
    </w:p>
    <w:p w14:paraId="25DF80BA" w14:textId="77777777" w:rsidR="00810015" w:rsidRDefault="00810015" w:rsidP="00810015">
      <w:r>
        <w:t>385.2026</w:t>
      </w:r>
      <w:r>
        <w:tab/>
        <w:t>1.013e0</w:t>
      </w:r>
    </w:p>
    <w:p w14:paraId="0A5A1466" w14:textId="77777777" w:rsidR="00810015" w:rsidRDefault="00810015" w:rsidP="00810015">
      <w:r>
        <w:t>385.2036</w:t>
      </w:r>
      <w:r>
        <w:tab/>
        <w:t>8.006e0</w:t>
      </w:r>
    </w:p>
    <w:p w14:paraId="3CCD42B4" w14:textId="77777777" w:rsidR="00810015" w:rsidRDefault="00810015" w:rsidP="00810015">
      <w:r>
        <w:t>385.2161</w:t>
      </w:r>
      <w:r>
        <w:tab/>
        <w:t>7.089e0</w:t>
      </w:r>
    </w:p>
    <w:p w14:paraId="2984CF54" w14:textId="77777777" w:rsidR="00810015" w:rsidRDefault="00810015" w:rsidP="00810015">
      <w:r>
        <w:t>385.2198</w:t>
      </w:r>
      <w:r>
        <w:tab/>
        <w:t>2.025e0</w:t>
      </w:r>
    </w:p>
    <w:p w14:paraId="67129E7B" w14:textId="77777777" w:rsidR="00810015" w:rsidRDefault="00810015" w:rsidP="00810015">
      <w:r>
        <w:t>385.2879</w:t>
      </w:r>
      <w:r>
        <w:tab/>
        <w:t>1.114e1</w:t>
      </w:r>
    </w:p>
    <w:p w14:paraId="5056D423" w14:textId="77777777" w:rsidR="00810015" w:rsidRDefault="00810015" w:rsidP="00810015">
      <w:r>
        <w:t>385.2903</w:t>
      </w:r>
      <w:r>
        <w:tab/>
        <w:t>9.114e0</w:t>
      </w:r>
    </w:p>
    <w:p w14:paraId="2E151B6E" w14:textId="77777777" w:rsidR="00810015" w:rsidRDefault="00810015" w:rsidP="00810015">
      <w:r>
        <w:t>385.2964</w:t>
      </w:r>
      <w:r>
        <w:tab/>
        <w:t>3.271e1</w:t>
      </w:r>
    </w:p>
    <w:p w14:paraId="7ACA2732" w14:textId="77777777" w:rsidR="00810015" w:rsidRDefault="00810015" w:rsidP="00810015">
      <w:r>
        <w:t>385.3004</w:t>
      </w:r>
      <w:r>
        <w:tab/>
        <w:t>4.051e0</w:t>
      </w:r>
    </w:p>
    <w:p w14:paraId="384E9A02" w14:textId="77777777" w:rsidR="00810015" w:rsidRDefault="00810015" w:rsidP="00810015">
      <w:r>
        <w:t>385.3496</w:t>
      </w:r>
      <w:r>
        <w:tab/>
        <w:t>1.013e0</w:t>
      </w:r>
    </w:p>
    <w:p w14:paraId="3A77077C" w14:textId="77777777" w:rsidR="00810015" w:rsidRDefault="00810015" w:rsidP="00810015">
      <w:r>
        <w:t>385.3515</w:t>
      </w:r>
      <w:r>
        <w:tab/>
        <w:t>2.025e0</w:t>
      </w:r>
    </w:p>
    <w:p w14:paraId="0366E1D7" w14:textId="77777777" w:rsidR="00810015" w:rsidRDefault="00810015" w:rsidP="00810015">
      <w:r>
        <w:t>385.3609</w:t>
      </w:r>
      <w:r>
        <w:tab/>
        <w:t>2.025e0</w:t>
      </w:r>
    </w:p>
    <w:p w14:paraId="1CF294A7" w14:textId="77777777" w:rsidR="00810015" w:rsidRDefault="00810015" w:rsidP="00810015">
      <w:r>
        <w:t>385.3760</w:t>
      </w:r>
      <w:r>
        <w:tab/>
        <w:t>4.051e0</w:t>
      </w:r>
    </w:p>
    <w:p w14:paraId="213D9034" w14:textId="77777777" w:rsidR="00810015" w:rsidRDefault="00810015" w:rsidP="00810015">
      <w:r>
        <w:t>385.3906</w:t>
      </w:r>
      <w:r>
        <w:tab/>
        <w:t>1.013e0</w:t>
      </w:r>
    </w:p>
    <w:p w14:paraId="51D1E3F2" w14:textId="77777777" w:rsidR="00810015" w:rsidRDefault="00810015" w:rsidP="00810015">
      <w:r>
        <w:t>385.4259</w:t>
      </w:r>
      <w:r>
        <w:tab/>
        <w:t>1.013e0</w:t>
      </w:r>
    </w:p>
    <w:p w14:paraId="7C229892" w14:textId="77777777" w:rsidR="00810015" w:rsidRDefault="00810015" w:rsidP="00810015">
      <w:r>
        <w:t>385.4471</w:t>
      </w:r>
      <w:r>
        <w:tab/>
        <w:t>1.013e0</w:t>
      </w:r>
    </w:p>
    <w:p w14:paraId="56441B30" w14:textId="77777777" w:rsidR="00810015" w:rsidRDefault="00810015" w:rsidP="00810015">
      <w:r>
        <w:t>385.5205</w:t>
      </w:r>
      <w:r>
        <w:tab/>
        <w:t>1.013e0</w:t>
      </w:r>
    </w:p>
    <w:p w14:paraId="0DD3EDE9" w14:textId="77777777" w:rsidR="00810015" w:rsidRDefault="00810015" w:rsidP="00810015">
      <w:r>
        <w:t>385.5331</w:t>
      </w:r>
      <w:r>
        <w:tab/>
        <w:t>1.013e0</w:t>
      </w:r>
    </w:p>
    <w:p w14:paraId="165AC596" w14:textId="77777777" w:rsidR="00810015" w:rsidRDefault="00810015" w:rsidP="00810015">
      <w:r>
        <w:t>385.5356</w:t>
      </w:r>
      <w:r>
        <w:tab/>
        <w:t>2.025e0</w:t>
      </w:r>
    </w:p>
    <w:p w14:paraId="335AB8FA" w14:textId="77777777" w:rsidR="00810015" w:rsidRDefault="00810015" w:rsidP="00810015">
      <w:r>
        <w:t>385.5802</w:t>
      </w:r>
      <w:r>
        <w:tab/>
        <w:t>2.025e0</w:t>
      </w:r>
    </w:p>
    <w:p w14:paraId="3A770C1D" w14:textId="77777777" w:rsidR="00810015" w:rsidRDefault="00810015" w:rsidP="00810015">
      <w:r>
        <w:t>385.6634</w:t>
      </w:r>
      <w:r>
        <w:tab/>
        <w:t>3.038e0</w:t>
      </w:r>
    </w:p>
    <w:p w14:paraId="04187E58" w14:textId="77777777" w:rsidR="00810015" w:rsidRDefault="00810015" w:rsidP="00810015">
      <w:r>
        <w:t>385.6710</w:t>
      </w:r>
      <w:r>
        <w:tab/>
        <w:t>1.013e0</w:t>
      </w:r>
    </w:p>
    <w:p w14:paraId="3AB3A639" w14:textId="77777777" w:rsidR="00810015" w:rsidRDefault="00810015" w:rsidP="00810015">
      <w:r>
        <w:t>385.6983</w:t>
      </w:r>
      <w:r>
        <w:tab/>
        <w:t>1.013e0</w:t>
      </w:r>
    </w:p>
    <w:p w14:paraId="18FCB1A6" w14:textId="77777777" w:rsidR="00810015" w:rsidRDefault="00810015" w:rsidP="00810015">
      <w:r>
        <w:t>385.7102</w:t>
      </w:r>
      <w:r>
        <w:tab/>
        <w:t>1.013e0</w:t>
      </w:r>
    </w:p>
    <w:p w14:paraId="3137F816" w14:textId="77777777" w:rsidR="00810015" w:rsidRDefault="00810015" w:rsidP="00810015">
      <w:r>
        <w:t>385.7738</w:t>
      </w:r>
      <w:r>
        <w:tab/>
        <w:t>1.013e0</w:t>
      </w:r>
    </w:p>
    <w:p w14:paraId="4B35221B" w14:textId="77777777" w:rsidR="00810015" w:rsidRDefault="00810015" w:rsidP="00810015">
      <w:r>
        <w:t>385.8046</w:t>
      </w:r>
      <w:r>
        <w:tab/>
        <w:t>2.025e0</w:t>
      </w:r>
    </w:p>
    <w:p w14:paraId="506A55E7" w14:textId="77777777" w:rsidR="00810015" w:rsidRDefault="00810015" w:rsidP="00810015">
      <w:r>
        <w:t>385.8092</w:t>
      </w:r>
      <w:r>
        <w:tab/>
        <w:t>1.013e0</w:t>
      </w:r>
    </w:p>
    <w:p w14:paraId="1A6E4E92" w14:textId="77777777" w:rsidR="00810015" w:rsidRDefault="00810015" w:rsidP="00810015">
      <w:r>
        <w:t>385.8836</w:t>
      </w:r>
      <w:r>
        <w:tab/>
        <w:t>1.013e0</w:t>
      </w:r>
    </w:p>
    <w:p w14:paraId="14C8EDBD" w14:textId="77777777" w:rsidR="00810015" w:rsidRDefault="00810015" w:rsidP="00810015">
      <w:r>
        <w:t>385.8940</w:t>
      </w:r>
      <w:r>
        <w:tab/>
        <w:t>2.025e0</w:t>
      </w:r>
    </w:p>
    <w:p w14:paraId="7B553610" w14:textId="77777777" w:rsidR="00810015" w:rsidRDefault="00810015" w:rsidP="00810015">
      <w:r>
        <w:t>385.8968</w:t>
      </w:r>
      <w:r>
        <w:tab/>
        <w:t>1.013e0</w:t>
      </w:r>
    </w:p>
    <w:p w14:paraId="0F07EBD1" w14:textId="77777777" w:rsidR="00810015" w:rsidRDefault="00810015" w:rsidP="00810015">
      <w:r>
        <w:t>385.9160</w:t>
      </w:r>
      <w:r>
        <w:tab/>
        <w:t>4.051e0</w:t>
      </w:r>
    </w:p>
    <w:p w14:paraId="3DEE68E6" w14:textId="77777777" w:rsidR="00810015" w:rsidRDefault="00810015" w:rsidP="00810015">
      <w:r>
        <w:t>385.9258</w:t>
      </w:r>
      <w:r>
        <w:tab/>
        <w:t>3.038e0</w:t>
      </w:r>
    </w:p>
    <w:p w14:paraId="7E3B0D54" w14:textId="77777777" w:rsidR="00810015" w:rsidRDefault="00810015" w:rsidP="00810015">
      <w:r>
        <w:t>385.9302</w:t>
      </w:r>
      <w:r>
        <w:tab/>
        <w:t>2.025e0</w:t>
      </w:r>
    </w:p>
    <w:p w14:paraId="3A7B3E2F" w14:textId="77777777" w:rsidR="00810015" w:rsidRDefault="00810015" w:rsidP="00810015">
      <w:r>
        <w:t>385.9565</w:t>
      </w:r>
      <w:r>
        <w:tab/>
        <w:t>2.025e0</w:t>
      </w:r>
    </w:p>
    <w:p w14:paraId="250D75DB" w14:textId="77777777" w:rsidR="00810015" w:rsidRDefault="00810015" w:rsidP="00810015">
      <w:r>
        <w:t>385.9857</w:t>
      </w:r>
      <w:r>
        <w:tab/>
        <w:t>1.013e0</w:t>
      </w:r>
    </w:p>
    <w:p w14:paraId="106F11CD" w14:textId="77777777" w:rsidR="00810015" w:rsidRDefault="00810015" w:rsidP="00810015">
      <w:r>
        <w:t>385.9882</w:t>
      </w:r>
      <w:r>
        <w:tab/>
        <w:t>2.025e0</w:t>
      </w:r>
    </w:p>
    <w:p w14:paraId="100AA4A4" w14:textId="77777777" w:rsidR="00810015" w:rsidRDefault="00810015" w:rsidP="00810015">
      <w:r>
        <w:t>386.0045</w:t>
      </w:r>
      <w:r>
        <w:tab/>
        <w:t>2.025e0</w:t>
      </w:r>
    </w:p>
    <w:p w14:paraId="035ADFC7" w14:textId="77777777" w:rsidR="00810015" w:rsidRDefault="00810015" w:rsidP="00810015">
      <w:r>
        <w:t>386.0091</w:t>
      </w:r>
      <w:r>
        <w:tab/>
        <w:t>2.025e0</w:t>
      </w:r>
    </w:p>
    <w:p w14:paraId="5047919C" w14:textId="77777777" w:rsidR="00810015" w:rsidRDefault="00810015" w:rsidP="00810015">
      <w:r>
        <w:t>386.0331</w:t>
      </w:r>
      <w:r>
        <w:tab/>
        <w:t>1.265e0</w:t>
      </w:r>
    </w:p>
    <w:p w14:paraId="64A9EFFA" w14:textId="77777777" w:rsidR="00810015" w:rsidRDefault="00810015" w:rsidP="00810015">
      <w:r>
        <w:t>386.0891</w:t>
      </w:r>
      <w:r>
        <w:tab/>
        <w:t>2.025e0</w:t>
      </w:r>
    </w:p>
    <w:p w14:paraId="66682FA5" w14:textId="77777777" w:rsidR="00810015" w:rsidRDefault="00810015" w:rsidP="00810015">
      <w:r>
        <w:t>386.1056</w:t>
      </w:r>
      <w:r>
        <w:tab/>
        <w:t>1.065e0</w:t>
      </w:r>
    </w:p>
    <w:p w14:paraId="45F8C760" w14:textId="77777777" w:rsidR="00810015" w:rsidRDefault="00810015" w:rsidP="00810015">
      <w:r>
        <w:t>386.1219</w:t>
      </w:r>
      <w:r>
        <w:tab/>
        <w:t>2.025e0</w:t>
      </w:r>
    </w:p>
    <w:p w14:paraId="74058012" w14:textId="77777777" w:rsidR="00810015" w:rsidRDefault="00810015" w:rsidP="00810015">
      <w:r>
        <w:t>386.1314</w:t>
      </w:r>
      <w:r>
        <w:tab/>
        <w:t>2.022e0</w:t>
      </w:r>
    </w:p>
    <w:p w14:paraId="120F1659" w14:textId="77777777" w:rsidR="00810015" w:rsidRDefault="00810015" w:rsidP="00810015">
      <w:r>
        <w:t>386.1471</w:t>
      </w:r>
      <w:r>
        <w:tab/>
        <w:t>4.543e0</w:t>
      </w:r>
    </w:p>
    <w:p w14:paraId="67D905B5" w14:textId="77777777" w:rsidR="00810015" w:rsidRDefault="00810015" w:rsidP="00810015">
      <w:r>
        <w:t>386.1637</w:t>
      </w:r>
      <w:r>
        <w:tab/>
        <w:t>4.051e0</w:t>
      </w:r>
    </w:p>
    <w:p w14:paraId="0BBCE57F" w14:textId="77777777" w:rsidR="00810015" w:rsidRDefault="00810015" w:rsidP="00810015">
      <w:r>
        <w:t>386.1711</w:t>
      </w:r>
      <w:r>
        <w:tab/>
        <w:t>2.025e0</w:t>
      </w:r>
    </w:p>
    <w:p w14:paraId="68BCEC76" w14:textId="77777777" w:rsidR="00810015" w:rsidRDefault="00810015" w:rsidP="00810015">
      <w:r>
        <w:t>386.1935</w:t>
      </w:r>
      <w:r>
        <w:tab/>
        <w:t>2.002e0</w:t>
      </w:r>
    </w:p>
    <w:p w14:paraId="32C854F7" w14:textId="77777777" w:rsidR="00810015" w:rsidRDefault="00810015" w:rsidP="00810015">
      <w:r>
        <w:t>386.2117</w:t>
      </w:r>
      <w:r>
        <w:tab/>
        <w:t>1.912e0</w:t>
      </w:r>
    </w:p>
    <w:p w14:paraId="4A70695D" w14:textId="77777777" w:rsidR="00810015" w:rsidRDefault="00810015" w:rsidP="00810015">
      <w:r>
        <w:t>386.2288</w:t>
      </w:r>
      <w:r>
        <w:tab/>
        <w:t>5.063e0</w:t>
      </w:r>
    </w:p>
    <w:p w14:paraId="5586E243" w14:textId="77777777" w:rsidR="00810015" w:rsidRDefault="00810015" w:rsidP="00810015">
      <w:r>
        <w:t>386.2430</w:t>
      </w:r>
      <w:r>
        <w:tab/>
        <w:t>2.025e0</w:t>
      </w:r>
    </w:p>
    <w:p w14:paraId="32A2F723" w14:textId="77777777" w:rsidR="00810015" w:rsidRDefault="00810015" w:rsidP="00810015">
      <w:r>
        <w:t>386.2466</w:t>
      </w:r>
      <w:r>
        <w:tab/>
        <w:t>4.051e0</w:t>
      </w:r>
    </w:p>
    <w:p w14:paraId="30EFC88A" w14:textId="77777777" w:rsidR="00810015" w:rsidRDefault="00810015" w:rsidP="00810015">
      <w:r>
        <w:t>386.2788</w:t>
      </w:r>
      <w:r>
        <w:tab/>
        <w:t>1.013e0</w:t>
      </w:r>
    </w:p>
    <w:p w14:paraId="79ED3344" w14:textId="77777777" w:rsidR="00810015" w:rsidRDefault="00810015" w:rsidP="00810015">
      <w:r>
        <w:t>386.2911</w:t>
      </w:r>
      <w:r>
        <w:tab/>
        <w:t>4.051e0</w:t>
      </w:r>
    </w:p>
    <w:p w14:paraId="1BD4AF71" w14:textId="77777777" w:rsidR="00810015" w:rsidRDefault="00810015" w:rsidP="00810015">
      <w:r>
        <w:t>386.2965</w:t>
      </w:r>
      <w:r>
        <w:tab/>
        <w:t>8.101e0</w:t>
      </w:r>
    </w:p>
    <w:p w14:paraId="495B3FB7" w14:textId="77777777" w:rsidR="00810015" w:rsidRDefault="00810015" w:rsidP="00810015">
      <w:r>
        <w:t>386.3079</w:t>
      </w:r>
      <w:r>
        <w:tab/>
        <w:t>3.038e0</w:t>
      </w:r>
    </w:p>
    <w:p w14:paraId="4CA83C20" w14:textId="77777777" w:rsidR="00810015" w:rsidRDefault="00810015" w:rsidP="00810015">
      <w:r>
        <w:t>386.3164</w:t>
      </w:r>
      <w:r>
        <w:tab/>
        <w:t>4.051e0</w:t>
      </w:r>
    </w:p>
    <w:p w14:paraId="6D177FFF" w14:textId="77777777" w:rsidR="00810015" w:rsidRDefault="00810015" w:rsidP="00810015">
      <w:r>
        <w:t>386.3589</w:t>
      </w:r>
      <w:r>
        <w:tab/>
        <w:t>2.025e0</w:t>
      </w:r>
    </w:p>
    <w:p w14:paraId="39965AD0" w14:textId="77777777" w:rsidR="00810015" w:rsidRDefault="00810015" w:rsidP="00810015">
      <w:r>
        <w:t>386.3624</w:t>
      </w:r>
      <w:r>
        <w:tab/>
        <w:t>1.013e0</w:t>
      </w:r>
    </w:p>
    <w:p w14:paraId="5826BD18" w14:textId="77777777" w:rsidR="00810015" w:rsidRDefault="00810015" w:rsidP="00810015">
      <w:r>
        <w:t>386.3669</w:t>
      </w:r>
      <w:r>
        <w:tab/>
        <w:t>2.025e0</w:t>
      </w:r>
    </w:p>
    <w:p w14:paraId="61313242" w14:textId="77777777" w:rsidR="00810015" w:rsidRDefault="00810015" w:rsidP="00810015">
      <w:r>
        <w:t>386.3723</w:t>
      </w:r>
      <w:r>
        <w:tab/>
        <w:t>2.025e0</w:t>
      </w:r>
    </w:p>
    <w:p w14:paraId="37620770" w14:textId="77777777" w:rsidR="00810015" w:rsidRDefault="00810015" w:rsidP="00810015">
      <w:r>
        <w:t>386.3947</w:t>
      </w:r>
      <w:r>
        <w:tab/>
        <w:t>2.025e0</w:t>
      </w:r>
    </w:p>
    <w:p w14:paraId="46C41806" w14:textId="77777777" w:rsidR="00810015" w:rsidRDefault="00810015" w:rsidP="00810015">
      <w:r>
        <w:t>386.4179</w:t>
      </w:r>
      <w:r>
        <w:tab/>
        <w:t>3.038e0</w:t>
      </w:r>
    </w:p>
    <w:p w14:paraId="6BDA6AD4" w14:textId="77777777" w:rsidR="00810015" w:rsidRDefault="00810015" w:rsidP="00810015">
      <w:r>
        <w:t>386.4515</w:t>
      </w:r>
      <w:r>
        <w:tab/>
        <w:t>1.013e0</w:t>
      </w:r>
    </w:p>
    <w:p w14:paraId="35414040" w14:textId="77777777" w:rsidR="00810015" w:rsidRDefault="00810015" w:rsidP="00810015">
      <w:r>
        <w:t>386.4599</w:t>
      </w:r>
      <w:r>
        <w:tab/>
        <w:t>1.013e0</w:t>
      </w:r>
    </w:p>
    <w:p w14:paraId="234AAD32" w14:textId="77777777" w:rsidR="00810015" w:rsidRDefault="00810015" w:rsidP="00810015">
      <w:r>
        <w:t>386.5023</w:t>
      </w:r>
      <w:r>
        <w:tab/>
        <w:t>1.013e0</w:t>
      </w:r>
    </w:p>
    <w:p w14:paraId="02E317C2" w14:textId="77777777" w:rsidR="00810015" w:rsidRDefault="00810015" w:rsidP="00810015">
      <w:r>
        <w:t>386.5543</w:t>
      </w:r>
      <w:r>
        <w:tab/>
        <w:t>1.013e0</w:t>
      </w:r>
    </w:p>
    <w:p w14:paraId="5D13109E" w14:textId="77777777" w:rsidR="00810015" w:rsidRDefault="00810015" w:rsidP="00810015">
      <w:r>
        <w:t>386.5697</w:t>
      </w:r>
      <w:r>
        <w:tab/>
        <w:t>1.013e0</w:t>
      </w:r>
    </w:p>
    <w:p w14:paraId="3F715E82" w14:textId="77777777" w:rsidR="00810015" w:rsidRDefault="00810015" w:rsidP="00810015">
      <w:r>
        <w:t>386.6040</w:t>
      </w:r>
      <w:r>
        <w:tab/>
        <w:t>4.051e0</w:t>
      </w:r>
    </w:p>
    <w:p w14:paraId="7B437B49" w14:textId="77777777" w:rsidR="00810015" w:rsidRDefault="00810015" w:rsidP="00810015">
      <w:r>
        <w:t>386.6064</w:t>
      </w:r>
      <w:r>
        <w:tab/>
        <w:t>2.025e0</w:t>
      </w:r>
    </w:p>
    <w:p w14:paraId="66DDAC75" w14:textId="77777777" w:rsidR="00810015" w:rsidRDefault="00810015" w:rsidP="00810015">
      <w:r>
        <w:t>386.6096</w:t>
      </w:r>
      <w:r>
        <w:tab/>
        <w:t>1.013e0</w:t>
      </w:r>
    </w:p>
    <w:p w14:paraId="612DF7F7" w14:textId="77777777" w:rsidR="00810015" w:rsidRDefault="00810015" w:rsidP="00810015">
      <w:r>
        <w:t>386.6928</w:t>
      </w:r>
      <w:r>
        <w:tab/>
        <w:t>1.013e0</w:t>
      </w:r>
    </w:p>
    <w:p w14:paraId="3B8EBB69" w14:textId="77777777" w:rsidR="00810015" w:rsidRDefault="00810015" w:rsidP="00810015">
      <w:r>
        <w:t>386.7074</w:t>
      </w:r>
      <w:r>
        <w:tab/>
        <w:t>2.025e0</w:t>
      </w:r>
    </w:p>
    <w:p w14:paraId="6DB88E92" w14:textId="77777777" w:rsidR="00810015" w:rsidRDefault="00810015" w:rsidP="00810015">
      <w:r>
        <w:t>386.7180</w:t>
      </w:r>
      <w:r>
        <w:tab/>
        <w:t>1.013e0</w:t>
      </w:r>
    </w:p>
    <w:p w14:paraId="5C4278AA" w14:textId="77777777" w:rsidR="00810015" w:rsidRDefault="00810015" w:rsidP="00810015">
      <w:r>
        <w:t>386.7257</w:t>
      </w:r>
      <w:r>
        <w:tab/>
        <w:t>1.013e0</w:t>
      </w:r>
    </w:p>
    <w:p w14:paraId="7D1BF4E2" w14:textId="77777777" w:rsidR="00810015" w:rsidRDefault="00810015" w:rsidP="00810015">
      <w:r>
        <w:t>386.8739</w:t>
      </w:r>
      <w:r>
        <w:tab/>
        <w:t>2.025e0</w:t>
      </w:r>
    </w:p>
    <w:p w14:paraId="348E8E38" w14:textId="77777777" w:rsidR="00810015" w:rsidRDefault="00810015" w:rsidP="00810015">
      <w:r>
        <w:t>386.8778</w:t>
      </w:r>
      <w:r>
        <w:tab/>
        <w:t>1.013e0</w:t>
      </w:r>
    </w:p>
    <w:p w14:paraId="5BF2C798" w14:textId="77777777" w:rsidR="00810015" w:rsidRDefault="00810015" w:rsidP="00810015">
      <w:r>
        <w:t>386.8792</w:t>
      </w:r>
      <w:r>
        <w:tab/>
        <w:t>1.013e0</w:t>
      </w:r>
    </w:p>
    <w:p w14:paraId="0BDFF67A" w14:textId="77777777" w:rsidR="00810015" w:rsidRDefault="00810015" w:rsidP="00810015">
      <w:r>
        <w:t>386.9149</w:t>
      </w:r>
      <w:r>
        <w:tab/>
        <w:t>3.038e0</w:t>
      </w:r>
    </w:p>
    <w:p w14:paraId="29FF5B25" w14:textId="77777777" w:rsidR="00810015" w:rsidRDefault="00810015" w:rsidP="00810015">
      <w:r>
        <w:t>386.9436</w:t>
      </w:r>
      <w:r>
        <w:tab/>
        <w:t>2.025e0</w:t>
      </w:r>
    </w:p>
    <w:p w14:paraId="44587674" w14:textId="77777777" w:rsidR="00810015" w:rsidRDefault="00810015" w:rsidP="00810015">
      <w:r>
        <w:t>386.9460</w:t>
      </w:r>
      <w:r>
        <w:tab/>
        <w:t>2.025e0</w:t>
      </w:r>
    </w:p>
    <w:p w14:paraId="10C51C15" w14:textId="77777777" w:rsidR="00810015" w:rsidRDefault="00810015" w:rsidP="00810015">
      <w:r>
        <w:t>386.9513</w:t>
      </w:r>
      <w:r>
        <w:tab/>
        <w:t>3.038e0</w:t>
      </w:r>
    </w:p>
    <w:p w14:paraId="74D3003B" w14:textId="77777777" w:rsidR="00810015" w:rsidRDefault="00810015" w:rsidP="00810015">
      <w:r>
        <w:t>386.9598</w:t>
      </w:r>
      <w:r>
        <w:tab/>
        <w:t>4.051e0</w:t>
      </w:r>
    </w:p>
    <w:p w14:paraId="5DBCD6E3" w14:textId="77777777" w:rsidR="00810015" w:rsidRDefault="00810015" w:rsidP="00810015">
      <w:r>
        <w:t>386.9643</w:t>
      </w:r>
      <w:r>
        <w:tab/>
        <w:t>3.038e0</w:t>
      </w:r>
    </w:p>
    <w:p w14:paraId="308C9B42" w14:textId="77777777" w:rsidR="00810015" w:rsidRDefault="00810015" w:rsidP="00810015">
      <w:r>
        <w:t>387.0056</w:t>
      </w:r>
      <w:r>
        <w:tab/>
        <w:t>4.325e0</w:t>
      </w:r>
    </w:p>
    <w:p w14:paraId="1D2CEFD2" w14:textId="77777777" w:rsidR="00810015" w:rsidRDefault="00810015" w:rsidP="00810015">
      <w:r>
        <w:t>387.0261</w:t>
      </w:r>
      <w:r>
        <w:tab/>
        <w:t>1.519e0</w:t>
      </w:r>
    </w:p>
    <w:p w14:paraId="5FF911A5" w14:textId="77777777" w:rsidR="00810015" w:rsidRDefault="00810015" w:rsidP="00810015">
      <w:r>
        <w:t>387.0974</w:t>
      </w:r>
      <w:r>
        <w:tab/>
        <w:t>1.013e0</w:t>
      </w:r>
    </w:p>
    <w:p w14:paraId="7126D648" w14:textId="77777777" w:rsidR="00810015" w:rsidRDefault="00810015" w:rsidP="00810015">
      <w:r>
        <w:t>387.1136</w:t>
      </w:r>
      <w:r>
        <w:tab/>
        <w:t>7.089e0</w:t>
      </w:r>
    </w:p>
    <w:p w14:paraId="79F78535" w14:textId="77777777" w:rsidR="00810015" w:rsidRDefault="00810015" w:rsidP="00810015">
      <w:r>
        <w:t>387.1336</w:t>
      </w:r>
      <w:r>
        <w:tab/>
        <w:t>5.083e0</w:t>
      </w:r>
    </w:p>
    <w:p w14:paraId="27BE489A" w14:textId="77777777" w:rsidR="00810015" w:rsidRDefault="00810015" w:rsidP="00810015">
      <w:r>
        <w:t>387.1356</w:t>
      </w:r>
      <w:r>
        <w:tab/>
        <w:t>3.150e1</w:t>
      </w:r>
    </w:p>
    <w:p w14:paraId="49F409A5" w14:textId="77777777" w:rsidR="00810015" w:rsidRDefault="00810015" w:rsidP="00810015">
      <w:r>
        <w:t>387.1661</w:t>
      </w:r>
      <w:r>
        <w:tab/>
        <w:t>3.525e0</w:t>
      </w:r>
    </w:p>
    <w:p w14:paraId="3222E6A5" w14:textId="77777777" w:rsidR="00810015" w:rsidRDefault="00810015" w:rsidP="00810015">
      <w:r>
        <w:t>387.1717</w:t>
      </w:r>
      <w:r>
        <w:tab/>
        <w:t>5.063e0</w:t>
      </w:r>
    </w:p>
    <w:p w14:paraId="7FF70A66" w14:textId="77777777" w:rsidR="00810015" w:rsidRDefault="00810015" w:rsidP="00810015">
      <w:r>
        <w:t>387.1821</w:t>
      </w:r>
      <w:r>
        <w:tab/>
        <w:t>2.025e0</w:t>
      </w:r>
    </w:p>
    <w:p w14:paraId="4356EFAE" w14:textId="77777777" w:rsidR="00810015" w:rsidRDefault="00810015" w:rsidP="00810015">
      <w:r>
        <w:t>387.1872</w:t>
      </w:r>
      <w:r>
        <w:tab/>
        <w:t>3.871e0</w:t>
      </w:r>
    </w:p>
    <w:p w14:paraId="7935AD2A" w14:textId="77777777" w:rsidR="00810015" w:rsidRDefault="00810015" w:rsidP="00810015">
      <w:r>
        <w:t>387.2101</w:t>
      </w:r>
      <w:r>
        <w:tab/>
        <w:t>2.874e0</w:t>
      </w:r>
    </w:p>
    <w:p w14:paraId="1B4124FD" w14:textId="77777777" w:rsidR="00810015" w:rsidRDefault="00810015" w:rsidP="00810015">
      <w:r>
        <w:t>387.2335</w:t>
      </w:r>
      <w:r>
        <w:tab/>
        <w:t>1.013e0</w:t>
      </w:r>
    </w:p>
    <w:p w14:paraId="2D34B3C9" w14:textId="77777777" w:rsidR="00810015" w:rsidRDefault="00810015" w:rsidP="00810015">
      <w:r>
        <w:t>387.2541</w:t>
      </w:r>
      <w:r>
        <w:tab/>
        <w:t>1.013e0</w:t>
      </w:r>
    </w:p>
    <w:p w14:paraId="59E1F07F" w14:textId="77777777" w:rsidR="00810015" w:rsidRDefault="00810015" w:rsidP="00810015">
      <w:r>
        <w:t>387.2577</w:t>
      </w:r>
      <w:r>
        <w:tab/>
        <w:t>2.956e0</w:t>
      </w:r>
    </w:p>
    <w:p w14:paraId="4BD4271B" w14:textId="77777777" w:rsidR="00810015" w:rsidRDefault="00810015" w:rsidP="00810015">
      <w:r>
        <w:t>387.2827</w:t>
      </w:r>
      <w:r>
        <w:tab/>
        <w:t>1.669e0</w:t>
      </w:r>
    </w:p>
    <w:p w14:paraId="24ED1106" w14:textId="77777777" w:rsidR="00810015" w:rsidRDefault="00810015" w:rsidP="00810015">
      <w:r>
        <w:t>387.3021</w:t>
      </w:r>
      <w:r>
        <w:tab/>
        <w:t>1.013e0</w:t>
      </w:r>
    </w:p>
    <w:p w14:paraId="35B2E155" w14:textId="77777777" w:rsidR="00810015" w:rsidRDefault="00810015" w:rsidP="00810015">
      <w:r>
        <w:t>387.3241</w:t>
      </w:r>
      <w:r>
        <w:tab/>
        <w:t>1.013e0</w:t>
      </w:r>
    </w:p>
    <w:p w14:paraId="2A7B3EAA" w14:textId="77777777" w:rsidR="00810015" w:rsidRDefault="00810015" w:rsidP="00810015">
      <w:r>
        <w:t>387.3414</w:t>
      </w:r>
      <w:r>
        <w:tab/>
        <w:t>2.025e0</w:t>
      </w:r>
    </w:p>
    <w:p w14:paraId="551FCFDB" w14:textId="77777777" w:rsidR="00810015" w:rsidRDefault="00810015" w:rsidP="00810015">
      <w:r>
        <w:t>387.3502</w:t>
      </w:r>
      <w:r>
        <w:tab/>
        <w:t>1.013e0</w:t>
      </w:r>
    </w:p>
    <w:p w14:paraId="4075E511" w14:textId="77777777" w:rsidR="00810015" w:rsidRDefault="00810015" w:rsidP="00810015">
      <w:r>
        <w:t>387.3694</w:t>
      </w:r>
      <w:r>
        <w:tab/>
        <w:t>2.025e0</w:t>
      </w:r>
    </w:p>
    <w:p w14:paraId="05E19538" w14:textId="77777777" w:rsidR="00810015" w:rsidRDefault="00810015" w:rsidP="00810015">
      <w:r>
        <w:t>387.3806</w:t>
      </w:r>
      <w:r>
        <w:tab/>
        <w:t>1.013e0</w:t>
      </w:r>
    </w:p>
    <w:p w14:paraId="3A26493B" w14:textId="77777777" w:rsidR="00810015" w:rsidRDefault="00810015" w:rsidP="00810015">
      <w:r>
        <w:t>387.3845</w:t>
      </w:r>
      <w:r>
        <w:tab/>
        <w:t>1.013e0</w:t>
      </w:r>
    </w:p>
    <w:p w14:paraId="69D425A3" w14:textId="77777777" w:rsidR="00810015" w:rsidRDefault="00810015" w:rsidP="00810015">
      <w:r>
        <w:t>387.3885</w:t>
      </w:r>
      <w:r>
        <w:tab/>
        <w:t>2.025e0</w:t>
      </w:r>
    </w:p>
    <w:p w14:paraId="0AB4C9D1" w14:textId="77777777" w:rsidR="00810015" w:rsidRDefault="00810015" w:rsidP="00810015">
      <w:r>
        <w:t>387.4601</w:t>
      </w:r>
      <w:r>
        <w:tab/>
        <w:t>1.013e0</w:t>
      </w:r>
    </w:p>
    <w:p w14:paraId="54AF041B" w14:textId="77777777" w:rsidR="00810015" w:rsidRDefault="00810015" w:rsidP="00810015">
      <w:r>
        <w:t>387.4792</w:t>
      </w:r>
      <w:r>
        <w:tab/>
        <w:t>2.025e0</w:t>
      </w:r>
    </w:p>
    <w:p w14:paraId="593D6DF4" w14:textId="77777777" w:rsidR="00810015" w:rsidRDefault="00810015" w:rsidP="00810015">
      <w:r>
        <w:t>387.4891</w:t>
      </w:r>
      <w:r>
        <w:tab/>
        <w:t>3.038e0</w:t>
      </w:r>
    </w:p>
    <w:p w14:paraId="24B003EE" w14:textId="77777777" w:rsidR="00810015" w:rsidRDefault="00810015" w:rsidP="00810015">
      <w:r>
        <w:t>387.5219</w:t>
      </w:r>
      <w:r>
        <w:tab/>
        <w:t>1.013e0</w:t>
      </w:r>
    </w:p>
    <w:p w14:paraId="0F939695" w14:textId="77777777" w:rsidR="00810015" w:rsidRDefault="00810015" w:rsidP="00810015">
      <w:r>
        <w:t>387.5425</w:t>
      </w:r>
      <w:r>
        <w:tab/>
        <w:t>1.013e0</w:t>
      </w:r>
    </w:p>
    <w:p w14:paraId="2C0492CB" w14:textId="77777777" w:rsidR="00810015" w:rsidRDefault="00810015" w:rsidP="00810015">
      <w:r>
        <w:t>387.5700</w:t>
      </w:r>
      <w:r>
        <w:tab/>
        <w:t>1.013e0</w:t>
      </w:r>
    </w:p>
    <w:p w14:paraId="46804638" w14:textId="77777777" w:rsidR="00810015" w:rsidRDefault="00810015" w:rsidP="00810015">
      <w:r>
        <w:t>387.5765</w:t>
      </w:r>
      <w:r>
        <w:tab/>
        <w:t>1.013e0</w:t>
      </w:r>
    </w:p>
    <w:p w14:paraId="4212AF54" w14:textId="77777777" w:rsidR="00810015" w:rsidRDefault="00810015" w:rsidP="00810015">
      <w:r>
        <w:t>387.5791</w:t>
      </w:r>
      <w:r>
        <w:tab/>
        <w:t>1.013e0</w:t>
      </w:r>
    </w:p>
    <w:p w14:paraId="61DD1350" w14:textId="77777777" w:rsidR="00810015" w:rsidRDefault="00810015" w:rsidP="00810015">
      <w:r>
        <w:t>387.5841</w:t>
      </w:r>
      <w:r>
        <w:tab/>
        <w:t>2.025e0</w:t>
      </w:r>
    </w:p>
    <w:p w14:paraId="793AD02E" w14:textId="77777777" w:rsidR="00810015" w:rsidRDefault="00810015" w:rsidP="00810015">
      <w:r>
        <w:t>387.6177</w:t>
      </w:r>
      <w:r>
        <w:tab/>
        <w:t>1.013e0</w:t>
      </w:r>
    </w:p>
    <w:p w14:paraId="60517908" w14:textId="77777777" w:rsidR="00810015" w:rsidRDefault="00810015" w:rsidP="00810015">
      <w:r>
        <w:t>387.6318</w:t>
      </w:r>
      <w:r>
        <w:tab/>
        <w:t>1.013e0</w:t>
      </w:r>
    </w:p>
    <w:p w14:paraId="309D1FB8" w14:textId="77777777" w:rsidR="00810015" w:rsidRDefault="00810015" w:rsidP="00810015">
      <w:r>
        <w:t>387.7501</w:t>
      </w:r>
      <w:r>
        <w:tab/>
        <w:t>1.013e0</w:t>
      </w:r>
    </w:p>
    <w:p w14:paraId="16D69A55" w14:textId="77777777" w:rsidR="00810015" w:rsidRDefault="00810015" w:rsidP="00810015">
      <w:r>
        <w:t>387.7624</w:t>
      </w:r>
      <w:r>
        <w:tab/>
        <w:t>1.013e0</w:t>
      </w:r>
    </w:p>
    <w:p w14:paraId="41EB631B" w14:textId="77777777" w:rsidR="00810015" w:rsidRDefault="00810015" w:rsidP="00810015">
      <w:r>
        <w:t>387.7687</w:t>
      </w:r>
      <w:r>
        <w:tab/>
        <w:t>2.025e0</w:t>
      </w:r>
    </w:p>
    <w:p w14:paraId="7E45CD6F" w14:textId="77777777" w:rsidR="00810015" w:rsidRDefault="00810015" w:rsidP="00810015">
      <w:r>
        <w:t>387.7736</w:t>
      </w:r>
      <w:r>
        <w:tab/>
        <w:t>1.013e0</w:t>
      </w:r>
    </w:p>
    <w:p w14:paraId="56E7183B" w14:textId="77777777" w:rsidR="00810015" w:rsidRDefault="00810015" w:rsidP="00810015">
      <w:r>
        <w:t>387.8037</w:t>
      </w:r>
      <w:r>
        <w:tab/>
        <w:t>1.013e0</w:t>
      </w:r>
    </w:p>
    <w:p w14:paraId="7A99617A" w14:textId="77777777" w:rsidR="00810015" w:rsidRDefault="00810015" w:rsidP="00810015">
      <w:r>
        <w:t>387.8518</w:t>
      </w:r>
      <w:r>
        <w:tab/>
        <w:t>1.013e0</w:t>
      </w:r>
    </w:p>
    <w:p w14:paraId="693D818D" w14:textId="77777777" w:rsidR="00810015" w:rsidRDefault="00810015" w:rsidP="00810015">
      <w:r>
        <w:t>387.8681</w:t>
      </w:r>
      <w:r>
        <w:tab/>
        <w:t>2.025e0</w:t>
      </w:r>
    </w:p>
    <w:p w14:paraId="779FDE5A" w14:textId="77777777" w:rsidR="00810015" w:rsidRDefault="00810015" w:rsidP="00810015">
      <w:r>
        <w:t>387.9013</w:t>
      </w:r>
      <w:r>
        <w:tab/>
        <w:t>1.013e0</w:t>
      </w:r>
    </w:p>
    <w:p w14:paraId="4B22249F" w14:textId="77777777" w:rsidR="00810015" w:rsidRDefault="00810015" w:rsidP="00810015">
      <w:r>
        <w:t>387.9208</w:t>
      </w:r>
      <w:r>
        <w:tab/>
        <w:t>6.327e0</w:t>
      </w:r>
    </w:p>
    <w:p w14:paraId="77E3C066" w14:textId="77777777" w:rsidR="00810015" w:rsidRDefault="00810015" w:rsidP="00810015">
      <w:r>
        <w:t>387.9684</w:t>
      </w:r>
      <w:r>
        <w:tab/>
        <w:t>1.013e0</w:t>
      </w:r>
    </w:p>
    <w:p w14:paraId="775904AF" w14:textId="77777777" w:rsidR="00810015" w:rsidRDefault="00810015" w:rsidP="00810015">
      <w:r>
        <w:t>387.9698</w:t>
      </w:r>
      <w:r>
        <w:tab/>
        <w:t>2.025e0</w:t>
      </w:r>
    </w:p>
    <w:p w14:paraId="2D15A2B0" w14:textId="77777777" w:rsidR="00810015" w:rsidRDefault="00810015" w:rsidP="00810015">
      <w:r>
        <w:t>387.9864</w:t>
      </w:r>
      <w:r>
        <w:tab/>
        <w:t>2.025e0</w:t>
      </w:r>
    </w:p>
    <w:p w14:paraId="320F102E" w14:textId="77777777" w:rsidR="00810015" w:rsidRDefault="00810015" w:rsidP="00810015">
      <w:r>
        <w:t>387.9893</w:t>
      </w:r>
      <w:r>
        <w:tab/>
        <w:t>1.013e0</w:t>
      </w:r>
    </w:p>
    <w:p w14:paraId="06EC912D" w14:textId="77777777" w:rsidR="00810015" w:rsidRDefault="00810015" w:rsidP="00810015">
      <w:r>
        <w:t>388.0396</w:t>
      </w:r>
      <w:r>
        <w:tab/>
        <w:t>1.013e0</w:t>
      </w:r>
    </w:p>
    <w:p w14:paraId="3C8A245E" w14:textId="77777777" w:rsidR="00810015" w:rsidRDefault="00810015" w:rsidP="00810015">
      <w:r>
        <w:t>388.0749</w:t>
      </w:r>
      <w:r>
        <w:tab/>
        <w:t>2.025e0</w:t>
      </w:r>
    </w:p>
    <w:p w14:paraId="1AA20CC2" w14:textId="77777777" w:rsidR="00810015" w:rsidRDefault="00810015" w:rsidP="00810015">
      <w:r>
        <w:t>388.1200</w:t>
      </w:r>
      <w:r>
        <w:tab/>
        <w:t>1.013e0</w:t>
      </w:r>
    </w:p>
    <w:p w14:paraId="55D02373" w14:textId="77777777" w:rsidR="00810015" w:rsidRDefault="00810015" w:rsidP="00810015">
      <w:r>
        <w:t>388.1282</w:t>
      </w:r>
      <w:r>
        <w:tab/>
        <w:t>1.013e0</w:t>
      </w:r>
    </w:p>
    <w:p w14:paraId="2CECDCBA" w14:textId="77777777" w:rsidR="00810015" w:rsidRDefault="00810015" w:rsidP="00810015">
      <w:r>
        <w:t>388.1296</w:t>
      </w:r>
      <w:r>
        <w:tab/>
        <w:t>2.077e0</w:t>
      </w:r>
    </w:p>
    <w:p w14:paraId="15DC9F45" w14:textId="77777777" w:rsidR="00810015" w:rsidRDefault="00810015" w:rsidP="00810015">
      <w:r>
        <w:t>388.1365</w:t>
      </w:r>
      <w:r>
        <w:tab/>
        <w:t>6.509e0</w:t>
      </w:r>
    </w:p>
    <w:p w14:paraId="4BD6C96C" w14:textId="77777777" w:rsidR="00810015" w:rsidRDefault="00810015" w:rsidP="00810015">
      <w:r>
        <w:t>388.1468</w:t>
      </w:r>
      <w:r>
        <w:tab/>
        <w:t>2.542e0</w:t>
      </w:r>
    </w:p>
    <w:p w14:paraId="09FA0649" w14:textId="77777777" w:rsidR="00810015" w:rsidRDefault="00810015" w:rsidP="00810015">
      <w:r>
        <w:t>388.1811</w:t>
      </w:r>
      <w:r>
        <w:tab/>
        <w:t>4.051e0</w:t>
      </w:r>
    </w:p>
    <w:p w14:paraId="57CFCE06" w14:textId="77777777" w:rsidR="00810015" w:rsidRDefault="00810015" w:rsidP="00810015">
      <w:r>
        <w:t>388.1828</w:t>
      </w:r>
      <w:r>
        <w:tab/>
        <w:t>2.025e0</w:t>
      </w:r>
    </w:p>
    <w:p w14:paraId="5A1F9C29" w14:textId="77777777" w:rsidR="00810015" w:rsidRDefault="00810015" w:rsidP="00810015">
      <w:r>
        <w:t>388.1857</w:t>
      </w:r>
      <w:r>
        <w:tab/>
        <w:t>2.164e0</w:t>
      </w:r>
    </w:p>
    <w:p w14:paraId="09B6C4E3" w14:textId="77777777" w:rsidR="00810015" w:rsidRDefault="00810015" w:rsidP="00810015">
      <w:r>
        <w:t>388.1880</w:t>
      </w:r>
      <w:r>
        <w:tab/>
        <w:t>1.013e0</w:t>
      </w:r>
    </w:p>
    <w:p w14:paraId="43ABF2D6" w14:textId="77777777" w:rsidR="00810015" w:rsidRDefault="00810015" w:rsidP="00810015">
      <w:r>
        <w:t>388.2301</w:t>
      </w:r>
      <w:r>
        <w:tab/>
        <w:t>3.038e0</w:t>
      </w:r>
    </w:p>
    <w:p w14:paraId="368FC253" w14:textId="77777777" w:rsidR="00810015" w:rsidRDefault="00810015" w:rsidP="00810015">
      <w:r>
        <w:t>388.2365</w:t>
      </w:r>
      <w:r>
        <w:tab/>
        <w:t>2.025e0</w:t>
      </w:r>
    </w:p>
    <w:p w14:paraId="441EC80A" w14:textId="77777777" w:rsidR="00810015" w:rsidRDefault="00810015" w:rsidP="00810015">
      <w:r>
        <w:t>388.2438</w:t>
      </w:r>
      <w:r>
        <w:tab/>
        <w:t>3.887e0</w:t>
      </w:r>
    </w:p>
    <w:p w14:paraId="6BECF1F6" w14:textId="77777777" w:rsidR="00810015" w:rsidRDefault="00810015" w:rsidP="00810015">
      <w:r>
        <w:t>388.2486</w:t>
      </w:r>
      <w:r>
        <w:tab/>
        <w:t>2.025e0</w:t>
      </w:r>
    </w:p>
    <w:p w14:paraId="7C0B4B65" w14:textId="77777777" w:rsidR="00810015" w:rsidRDefault="00810015" w:rsidP="00810015">
      <w:r>
        <w:t>388.2597</w:t>
      </w:r>
      <w:r>
        <w:tab/>
        <w:t>1.013e1</w:t>
      </w:r>
    </w:p>
    <w:p w14:paraId="58586A96" w14:textId="77777777" w:rsidR="00810015" w:rsidRDefault="00810015" w:rsidP="00810015">
      <w:r>
        <w:t>388.2847</w:t>
      </w:r>
      <w:r>
        <w:tab/>
        <w:t>4.040e0</w:t>
      </w:r>
    </w:p>
    <w:p w14:paraId="52FDD0EF" w14:textId="77777777" w:rsidR="00810015" w:rsidRDefault="00810015" w:rsidP="00810015">
      <w:r>
        <w:t>388.2950</w:t>
      </w:r>
      <w:r>
        <w:tab/>
        <w:t>8.101e0</w:t>
      </w:r>
    </w:p>
    <w:p w14:paraId="6E4555DC" w14:textId="77777777" w:rsidR="00810015" w:rsidRDefault="00810015" w:rsidP="00810015">
      <w:r>
        <w:t>388.3229</w:t>
      </w:r>
      <w:r>
        <w:tab/>
        <w:t>1.013e0</w:t>
      </w:r>
    </w:p>
    <w:p w14:paraId="74FBCE7B" w14:textId="77777777" w:rsidR="00810015" w:rsidRDefault="00810015" w:rsidP="00810015">
      <w:r>
        <w:t>388.3803</w:t>
      </w:r>
      <w:r>
        <w:tab/>
        <w:t>4.051e0</w:t>
      </w:r>
    </w:p>
    <w:p w14:paraId="7B2D44BC" w14:textId="77777777" w:rsidR="00810015" w:rsidRDefault="00810015" w:rsidP="00810015">
      <w:r>
        <w:t>388.4229</w:t>
      </w:r>
      <w:r>
        <w:tab/>
        <w:t>1.013e0</w:t>
      </w:r>
    </w:p>
    <w:p w14:paraId="12B2CA79" w14:textId="77777777" w:rsidR="00810015" w:rsidRDefault="00810015" w:rsidP="00810015">
      <w:r>
        <w:t>388.4539</w:t>
      </w:r>
      <w:r>
        <w:tab/>
        <w:t>1.013e0</w:t>
      </w:r>
    </w:p>
    <w:p w14:paraId="700E4644" w14:textId="77777777" w:rsidR="00810015" w:rsidRDefault="00810015" w:rsidP="00810015">
      <w:r>
        <w:t>388.4803</w:t>
      </w:r>
      <w:r>
        <w:tab/>
        <w:t>1.013e0</w:t>
      </w:r>
    </w:p>
    <w:p w14:paraId="6EAA9563" w14:textId="77777777" w:rsidR="00810015" w:rsidRDefault="00810015" w:rsidP="00810015">
      <w:r>
        <w:t>388.4954</w:t>
      </w:r>
      <w:r>
        <w:tab/>
        <w:t>2.025e0</w:t>
      </w:r>
    </w:p>
    <w:p w14:paraId="2131EC61" w14:textId="77777777" w:rsidR="00810015" w:rsidRDefault="00810015" w:rsidP="00810015">
      <w:r>
        <w:t>388.5302</w:t>
      </w:r>
      <w:r>
        <w:tab/>
        <w:t>4.051e0</w:t>
      </w:r>
    </w:p>
    <w:p w14:paraId="134610FE" w14:textId="77777777" w:rsidR="00810015" w:rsidRDefault="00810015" w:rsidP="00810015">
      <w:r>
        <w:t>388.5426</w:t>
      </w:r>
      <w:r>
        <w:tab/>
        <w:t>2.025e0</w:t>
      </w:r>
    </w:p>
    <w:p w14:paraId="0206AC41" w14:textId="77777777" w:rsidR="00810015" w:rsidRDefault="00810015" w:rsidP="00810015">
      <w:r>
        <w:t>388.5498</w:t>
      </w:r>
      <w:r>
        <w:tab/>
        <w:t>3.038e0</w:t>
      </w:r>
    </w:p>
    <w:p w14:paraId="550AF422" w14:textId="77777777" w:rsidR="00810015" w:rsidRDefault="00810015" w:rsidP="00810015">
      <w:r>
        <w:t>388.5926</w:t>
      </w:r>
      <w:r>
        <w:tab/>
        <w:t>2.025e0</w:t>
      </w:r>
    </w:p>
    <w:p w14:paraId="204490E0" w14:textId="77777777" w:rsidR="00810015" w:rsidRDefault="00810015" w:rsidP="00810015">
      <w:r>
        <w:t>388.5950</w:t>
      </w:r>
      <w:r>
        <w:tab/>
        <w:t>3.797e0</w:t>
      </w:r>
    </w:p>
    <w:p w14:paraId="0176A7A9" w14:textId="77777777" w:rsidR="00810015" w:rsidRDefault="00810015" w:rsidP="00810015">
      <w:r>
        <w:t>388.6019</w:t>
      </w:r>
      <w:r>
        <w:tab/>
        <w:t>1.013e0</w:t>
      </w:r>
    </w:p>
    <w:p w14:paraId="400AC068" w14:textId="77777777" w:rsidR="00810015" w:rsidRDefault="00810015" w:rsidP="00810015">
      <w:r>
        <w:t>388.6033</w:t>
      </w:r>
      <w:r>
        <w:tab/>
        <w:t>1.013e0</w:t>
      </w:r>
    </w:p>
    <w:p w14:paraId="77843098" w14:textId="77777777" w:rsidR="00810015" w:rsidRDefault="00810015" w:rsidP="00810015">
      <w:r>
        <w:t>388.6486</w:t>
      </w:r>
      <w:r>
        <w:tab/>
        <w:t>1.013e0</w:t>
      </w:r>
    </w:p>
    <w:p w14:paraId="25492238" w14:textId="77777777" w:rsidR="00810015" w:rsidRDefault="00810015" w:rsidP="00810015">
      <w:r>
        <w:t>388.6639</w:t>
      </w:r>
      <w:r>
        <w:tab/>
        <w:t>1.013e0</w:t>
      </w:r>
    </w:p>
    <w:p w14:paraId="01B28082" w14:textId="77777777" w:rsidR="00810015" w:rsidRDefault="00810015" w:rsidP="00810015">
      <w:r>
        <w:t>388.6776</w:t>
      </w:r>
      <w:r>
        <w:tab/>
        <w:t>1.013e0</w:t>
      </w:r>
    </w:p>
    <w:p w14:paraId="37F8BD9D" w14:textId="77777777" w:rsidR="00810015" w:rsidRDefault="00810015" w:rsidP="00810015">
      <w:r>
        <w:t>388.7121</w:t>
      </w:r>
      <w:r>
        <w:tab/>
        <w:t>1.013e0</w:t>
      </w:r>
    </w:p>
    <w:p w14:paraId="5C8F0754" w14:textId="77777777" w:rsidR="00810015" w:rsidRDefault="00810015" w:rsidP="00810015">
      <w:r>
        <w:t>388.7212</w:t>
      </w:r>
      <w:r>
        <w:tab/>
        <w:t>1.013e0</w:t>
      </w:r>
    </w:p>
    <w:p w14:paraId="76190372" w14:textId="77777777" w:rsidR="00810015" w:rsidRDefault="00810015" w:rsidP="00810015">
      <w:r>
        <w:t>388.7328</w:t>
      </w:r>
      <w:r>
        <w:tab/>
        <w:t>2.025e0</w:t>
      </w:r>
    </w:p>
    <w:p w14:paraId="38A615C4" w14:textId="77777777" w:rsidR="00810015" w:rsidRDefault="00810015" w:rsidP="00810015">
      <w:r>
        <w:t>388.7637</w:t>
      </w:r>
      <w:r>
        <w:tab/>
        <w:t>1.013e0</w:t>
      </w:r>
    </w:p>
    <w:p w14:paraId="569DC2AA" w14:textId="77777777" w:rsidR="00810015" w:rsidRDefault="00810015" w:rsidP="00810015">
      <w:r>
        <w:t>388.8023</w:t>
      </w:r>
      <w:r>
        <w:tab/>
        <w:t>1.013e0</w:t>
      </w:r>
    </w:p>
    <w:p w14:paraId="7D41D204" w14:textId="77777777" w:rsidR="00810015" w:rsidRDefault="00810015" w:rsidP="00810015">
      <w:r>
        <w:t>388.8155</w:t>
      </w:r>
      <w:r>
        <w:tab/>
        <w:t>1.013e0</w:t>
      </w:r>
    </w:p>
    <w:p w14:paraId="6122D09F" w14:textId="77777777" w:rsidR="00810015" w:rsidRDefault="00810015" w:rsidP="00810015">
      <w:r>
        <w:t>388.8384</w:t>
      </w:r>
      <w:r>
        <w:tab/>
        <w:t>2.025e0</w:t>
      </w:r>
    </w:p>
    <w:p w14:paraId="0FAA56A1" w14:textId="77777777" w:rsidR="00810015" w:rsidRDefault="00810015" w:rsidP="00810015">
      <w:r>
        <w:t>388.8755</w:t>
      </w:r>
      <w:r>
        <w:tab/>
        <w:t>2.025e0</w:t>
      </w:r>
    </w:p>
    <w:p w14:paraId="14CA236D" w14:textId="77777777" w:rsidR="00810015" w:rsidRDefault="00810015" w:rsidP="00810015">
      <w:r>
        <w:t>388.8775</w:t>
      </w:r>
      <w:r>
        <w:tab/>
        <w:t>1.013e0</w:t>
      </w:r>
    </w:p>
    <w:p w14:paraId="29BDC445" w14:textId="77777777" w:rsidR="00810015" w:rsidRDefault="00810015" w:rsidP="00810015">
      <w:r>
        <w:t>388.8982</w:t>
      </w:r>
      <w:r>
        <w:tab/>
        <w:t>1.013e0</w:t>
      </w:r>
    </w:p>
    <w:p w14:paraId="701F6354" w14:textId="77777777" w:rsidR="00810015" w:rsidRDefault="00810015" w:rsidP="00810015">
      <w:r>
        <w:t>388.8995</w:t>
      </w:r>
      <w:r>
        <w:tab/>
        <w:t>1.013e0</w:t>
      </w:r>
    </w:p>
    <w:p w14:paraId="7F328CAA" w14:textId="77777777" w:rsidR="00810015" w:rsidRDefault="00810015" w:rsidP="00810015">
      <w:r>
        <w:t>388.9188</w:t>
      </w:r>
      <w:r>
        <w:tab/>
        <w:t>1.013e0</w:t>
      </w:r>
    </w:p>
    <w:p w14:paraId="514B5F66" w14:textId="77777777" w:rsidR="00810015" w:rsidRDefault="00810015" w:rsidP="00810015">
      <w:r>
        <w:t>388.9214</w:t>
      </w:r>
      <w:r>
        <w:tab/>
        <w:t>2.025e0</w:t>
      </w:r>
    </w:p>
    <w:p w14:paraId="5397BFD1" w14:textId="77777777" w:rsidR="00810015" w:rsidRDefault="00810015" w:rsidP="00810015">
      <w:r>
        <w:t>388.9300</w:t>
      </w:r>
      <w:r>
        <w:tab/>
        <w:t>2.025e0</w:t>
      </w:r>
    </w:p>
    <w:p w14:paraId="7FA6A71D" w14:textId="77777777" w:rsidR="00810015" w:rsidRDefault="00810015" w:rsidP="00810015">
      <w:r>
        <w:t>388.9464</w:t>
      </w:r>
      <w:r>
        <w:tab/>
        <w:t>1.013e0</w:t>
      </w:r>
    </w:p>
    <w:p w14:paraId="3765FCD8" w14:textId="77777777" w:rsidR="00810015" w:rsidRDefault="00810015" w:rsidP="00810015">
      <w:r>
        <w:t>388.9719</w:t>
      </w:r>
      <w:r>
        <w:tab/>
        <w:t>4.211e0</w:t>
      </w:r>
    </w:p>
    <w:p w14:paraId="5EA1C74E" w14:textId="77777777" w:rsidR="00810015" w:rsidRDefault="00810015" w:rsidP="00810015">
      <w:r>
        <w:t>388.9926</w:t>
      </w:r>
      <w:r>
        <w:tab/>
        <w:t>2.025e0</w:t>
      </w:r>
    </w:p>
    <w:p w14:paraId="7F67D732" w14:textId="77777777" w:rsidR="00810015" w:rsidRDefault="00810015" w:rsidP="00810015">
      <w:r>
        <w:t>389.0123</w:t>
      </w:r>
      <w:r>
        <w:tab/>
        <w:t>4.321e0</w:t>
      </w:r>
    </w:p>
    <w:p w14:paraId="4DB78D87" w14:textId="77777777" w:rsidR="00810015" w:rsidRDefault="00810015" w:rsidP="00810015">
      <w:r>
        <w:t>389.0206</w:t>
      </w:r>
      <w:r>
        <w:tab/>
        <w:t>1.013e0</w:t>
      </w:r>
    </w:p>
    <w:p w14:paraId="15BD5155" w14:textId="77777777" w:rsidR="00810015" w:rsidRDefault="00810015" w:rsidP="00810015">
      <w:r>
        <w:t>389.0334</w:t>
      </w:r>
      <w:r>
        <w:tab/>
        <w:t>6.204e0</w:t>
      </w:r>
    </w:p>
    <w:p w14:paraId="1AE5E2D4" w14:textId="77777777" w:rsidR="00810015" w:rsidRDefault="00810015" w:rsidP="00810015">
      <w:r>
        <w:t>389.0433</w:t>
      </w:r>
      <w:r>
        <w:tab/>
        <w:t>1.508e0</w:t>
      </w:r>
    </w:p>
    <w:p w14:paraId="003B944B" w14:textId="77777777" w:rsidR="00810015" w:rsidRDefault="00810015" w:rsidP="00810015">
      <w:r>
        <w:t>389.0492</w:t>
      </w:r>
      <w:r>
        <w:tab/>
        <w:t>2.658e0</w:t>
      </w:r>
    </w:p>
    <w:p w14:paraId="08B4BA58" w14:textId="77777777" w:rsidR="00810015" w:rsidRDefault="00810015" w:rsidP="00810015">
      <w:r>
        <w:t>389.0567</w:t>
      </w:r>
      <w:r>
        <w:tab/>
        <w:t>1.013e0</w:t>
      </w:r>
    </w:p>
    <w:p w14:paraId="185D852F" w14:textId="77777777" w:rsidR="00810015" w:rsidRDefault="00810015" w:rsidP="00810015">
      <w:r>
        <w:t>389.0691</w:t>
      </w:r>
      <w:r>
        <w:tab/>
        <w:t>2.025e0</w:t>
      </w:r>
    </w:p>
    <w:p w14:paraId="56CB1B4E" w14:textId="77777777" w:rsidR="00810015" w:rsidRDefault="00810015" w:rsidP="00810015">
      <w:r>
        <w:t>389.0877</w:t>
      </w:r>
      <w:r>
        <w:tab/>
        <w:t>4.228e0</w:t>
      </w:r>
    </w:p>
    <w:p w14:paraId="48E3559E" w14:textId="77777777" w:rsidR="00810015" w:rsidRDefault="00810015" w:rsidP="00810015">
      <w:r>
        <w:t>389.1092</w:t>
      </w:r>
      <w:r>
        <w:tab/>
        <w:t>7.407e0</w:t>
      </w:r>
    </w:p>
    <w:p w14:paraId="54585B20" w14:textId="77777777" w:rsidR="00810015" w:rsidRDefault="00810015" w:rsidP="00810015">
      <w:r>
        <w:t>389.1297</w:t>
      </w:r>
      <w:r>
        <w:tab/>
        <w:t>3.823e0</w:t>
      </w:r>
    </w:p>
    <w:p w14:paraId="5CACB476" w14:textId="77777777" w:rsidR="00810015" w:rsidRDefault="00810015" w:rsidP="00810015">
      <w:r>
        <w:t>389.1315</w:t>
      </w:r>
      <w:r>
        <w:tab/>
        <w:t>7.089e0</w:t>
      </w:r>
    </w:p>
    <w:p w14:paraId="68940AE6" w14:textId="77777777" w:rsidR="00810015" w:rsidRDefault="00810015" w:rsidP="00810015">
      <w:r>
        <w:t>389.1325</w:t>
      </w:r>
      <w:r>
        <w:tab/>
        <w:t>1.027e1</w:t>
      </w:r>
    </w:p>
    <w:p w14:paraId="1273194F" w14:textId="77777777" w:rsidR="00810015" w:rsidRDefault="00810015" w:rsidP="00810015">
      <w:r>
        <w:t>389.1582</w:t>
      </w:r>
      <w:r>
        <w:tab/>
        <w:t>5.545e0</w:t>
      </w:r>
    </w:p>
    <w:p w14:paraId="649EB9EC" w14:textId="77777777" w:rsidR="00810015" w:rsidRDefault="00810015" w:rsidP="00810015">
      <w:r>
        <w:t>389.1611</w:t>
      </w:r>
      <w:r>
        <w:tab/>
        <w:t>3.885e0</w:t>
      </w:r>
    </w:p>
    <w:p w14:paraId="384F84DA" w14:textId="77777777" w:rsidR="00810015" w:rsidRDefault="00810015" w:rsidP="00810015">
      <w:r>
        <w:t>389.1761</w:t>
      </w:r>
      <w:r>
        <w:tab/>
        <w:t>3.038e0</w:t>
      </w:r>
    </w:p>
    <w:p w14:paraId="5DA86B2C" w14:textId="77777777" w:rsidR="00810015" w:rsidRDefault="00810015" w:rsidP="00810015">
      <w:r>
        <w:t>389.1908</w:t>
      </w:r>
      <w:r>
        <w:tab/>
        <w:t>2.025e0</w:t>
      </w:r>
    </w:p>
    <w:p w14:paraId="212457DE" w14:textId="77777777" w:rsidR="00810015" w:rsidRDefault="00810015" w:rsidP="00810015">
      <w:r>
        <w:t>389.2486</w:t>
      </w:r>
      <w:r>
        <w:tab/>
        <w:t>4.051e0</w:t>
      </w:r>
    </w:p>
    <w:p w14:paraId="0A4BB42C" w14:textId="77777777" w:rsidR="00810015" w:rsidRDefault="00810015" w:rsidP="00810015">
      <w:r>
        <w:t>389.2517</w:t>
      </w:r>
      <w:r>
        <w:tab/>
        <w:t>3.964e0</w:t>
      </w:r>
    </w:p>
    <w:p w14:paraId="154BAB44" w14:textId="77777777" w:rsidR="00810015" w:rsidRDefault="00810015" w:rsidP="00810015">
      <w:r>
        <w:t>389.2564</w:t>
      </w:r>
      <w:r>
        <w:tab/>
        <w:t>2.915e0</w:t>
      </w:r>
    </w:p>
    <w:p w14:paraId="12F61AC9" w14:textId="77777777" w:rsidR="00810015" w:rsidRDefault="00810015" w:rsidP="00810015">
      <w:r>
        <w:t>389.2582</w:t>
      </w:r>
      <w:r>
        <w:tab/>
        <w:t>8.101e0</w:t>
      </w:r>
    </w:p>
    <w:p w14:paraId="066E44A6" w14:textId="77777777" w:rsidR="00810015" w:rsidRDefault="00810015" w:rsidP="00810015">
      <w:r>
        <w:t>389.2627</w:t>
      </w:r>
      <w:r>
        <w:tab/>
        <w:t>3.038e0</w:t>
      </w:r>
    </w:p>
    <w:p w14:paraId="4F4C4D8D" w14:textId="77777777" w:rsidR="00810015" w:rsidRDefault="00810015" w:rsidP="00810015">
      <w:r>
        <w:t>389.3104</w:t>
      </w:r>
      <w:r>
        <w:tab/>
        <w:t>2.025e0</w:t>
      </w:r>
    </w:p>
    <w:p w14:paraId="3D47EB5F" w14:textId="77777777" w:rsidR="00810015" w:rsidRDefault="00810015" w:rsidP="00810015">
      <w:r>
        <w:t>389.3202</w:t>
      </w:r>
      <w:r>
        <w:tab/>
        <w:t>1.013e0</w:t>
      </w:r>
    </w:p>
    <w:p w14:paraId="0B1D6A7D" w14:textId="77777777" w:rsidR="00810015" w:rsidRDefault="00810015" w:rsidP="00810015">
      <w:r>
        <w:t>389.3308</w:t>
      </w:r>
      <w:r>
        <w:tab/>
        <w:t>3.038e0</w:t>
      </w:r>
    </w:p>
    <w:p w14:paraId="028B0220" w14:textId="77777777" w:rsidR="00810015" w:rsidRDefault="00810015" w:rsidP="00810015">
      <w:r>
        <w:t>389.3380</w:t>
      </w:r>
      <w:r>
        <w:tab/>
        <w:t>2.025e0</w:t>
      </w:r>
    </w:p>
    <w:p w14:paraId="29DD2865" w14:textId="77777777" w:rsidR="00810015" w:rsidRDefault="00810015" w:rsidP="00810015">
      <w:r>
        <w:t>389.3927</w:t>
      </w:r>
      <w:r>
        <w:tab/>
        <w:t>1.013e0</w:t>
      </w:r>
    </w:p>
    <w:p w14:paraId="246368F6" w14:textId="77777777" w:rsidR="00810015" w:rsidRDefault="00810015" w:rsidP="00810015">
      <w:r>
        <w:t>389.4395</w:t>
      </w:r>
      <w:r>
        <w:tab/>
        <w:t>2.025e0</w:t>
      </w:r>
    </w:p>
    <w:p w14:paraId="14BE6DAD" w14:textId="77777777" w:rsidR="00810015" w:rsidRDefault="00810015" w:rsidP="00810015">
      <w:r>
        <w:t>389.4828</w:t>
      </w:r>
      <w:r>
        <w:tab/>
        <w:t>1.013e0</w:t>
      </w:r>
    </w:p>
    <w:p w14:paraId="68824430" w14:textId="77777777" w:rsidR="00810015" w:rsidRDefault="00810015" w:rsidP="00810015">
      <w:r>
        <w:t>389.5026</w:t>
      </w:r>
      <w:r>
        <w:tab/>
        <w:t>1.013e0</w:t>
      </w:r>
    </w:p>
    <w:p w14:paraId="687EC412" w14:textId="77777777" w:rsidR="00810015" w:rsidRDefault="00810015" w:rsidP="00810015">
      <w:r>
        <w:t>389.5238</w:t>
      </w:r>
      <w:r>
        <w:tab/>
        <w:t>1.013e0</w:t>
      </w:r>
    </w:p>
    <w:p w14:paraId="6234D030" w14:textId="77777777" w:rsidR="00810015" w:rsidRDefault="00810015" w:rsidP="00810015">
      <w:r>
        <w:t>389.5663</w:t>
      </w:r>
      <w:r>
        <w:tab/>
        <w:t>1.013e0</w:t>
      </w:r>
    </w:p>
    <w:p w14:paraId="1F239FA0" w14:textId="77777777" w:rsidR="00810015" w:rsidRDefault="00810015" w:rsidP="00810015">
      <w:r>
        <w:t>389.6078</w:t>
      </w:r>
      <w:r>
        <w:tab/>
        <w:t>2.025e0</w:t>
      </w:r>
    </w:p>
    <w:p w14:paraId="34AF7CF7" w14:textId="77777777" w:rsidR="00810015" w:rsidRDefault="00810015" w:rsidP="00810015">
      <w:r>
        <w:t>389.6094</w:t>
      </w:r>
      <w:r>
        <w:tab/>
        <w:t>2.911e0</w:t>
      </w:r>
    </w:p>
    <w:p w14:paraId="4B59E047" w14:textId="77777777" w:rsidR="00810015" w:rsidRDefault="00810015" w:rsidP="00810015">
      <w:r>
        <w:t>389.6183</w:t>
      </w:r>
      <w:r>
        <w:tab/>
        <w:t>2.025e0</w:t>
      </w:r>
    </w:p>
    <w:p w14:paraId="51FDE7BF" w14:textId="77777777" w:rsidR="00810015" w:rsidRDefault="00810015" w:rsidP="00810015">
      <w:r>
        <w:t>389.6762</w:t>
      </w:r>
      <w:r>
        <w:tab/>
        <w:t>1.013e0</w:t>
      </w:r>
    </w:p>
    <w:p w14:paraId="14B07011" w14:textId="77777777" w:rsidR="00810015" w:rsidRDefault="00810015" w:rsidP="00810015">
      <w:r>
        <w:t>389.6801</w:t>
      </w:r>
      <w:r>
        <w:tab/>
        <w:t>1.013e0</w:t>
      </w:r>
    </w:p>
    <w:p w14:paraId="4FC8024F" w14:textId="77777777" w:rsidR="00810015" w:rsidRDefault="00810015" w:rsidP="00810015">
      <w:r>
        <w:t>389.6907</w:t>
      </w:r>
      <w:r>
        <w:tab/>
        <w:t>2.025e0</w:t>
      </w:r>
    </w:p>
    <w:p w14:paraId="470D6B23" w14:textId="77777777" w:rsidR="00810015" w:rsidRDefault="00810015" w:rsidP="00810015">
      <w:r>
        <w:t>389.6929</w:t>
      </w:r>
      <w:r>
        <w:tab/>
        <w:t>1.013e0</w:t>
      </w:r>
    </w:p>
    <w:p w14:paraId="68D400C5" w14:textId="77777777" w:rsidR="00810015" w:rsidRDefault="00810015" w:rsidP="00810015">
      <w:r>
        <w:t>389.7225</w:t>
      </w:r>
      <w:r>
        <w:tab/>
        <w:t>1.013e0</w:t>
      </w:r>
    </w:p>
    <w:p w14:paraId="282E645A" w14:textId="77777777" w:rsidR="00810015" w:rsidRDefault="00810015" w:rsidP="00810015">
      <w:r>
        <w:t>389.7678</w:t>
      </w:r>
      <w:r>
        <w:tab/>
        <w:t>3.038e0</w:t>
      </w:r>
    </w:p>
    <w:p w14:paraId="16CCA1EC" w14:textId="77777777" w:rsidR="00810015" w:rsidRDefault="00810015" w:rsidP="00810015">
      <w:r>
        <w:t>389.7900</w:t>
      </w:r>
      <w:r>
        <w:tab/>
        <w:t>1.013e0</w:t>
      </w:r>
    </w:p>
    <w:p w14:paraId="436C8A50" w14:textId="77777777" w:rsidR="00810015" w:rsidRDefault="00810015" w:rsidP="00810015">
      <w:r>
        <w:t>389.8177</w:t>
      </w:r>
      <w:r>
        <w:tab/>
        <w:t>2.025e0</w:t>
      </w:r>
    </w:p>
    <w:p w14:paraId="36030604" w14:textId="77777777" w:rsidR="00810015" w:rsidRDefault="00810015" w:rsidP="00810015">
      <w:r>
        <w:t>389.8550</w:t>
      </w:r>
      <w:r>
        <w:tab/>
        <w:t>1.013e0</w:t>
      </w:r>
    </w:p>
    <w:p w14:paraId="2D0A90F6" w14:textId="77777777" w:rsidR="00810015" w:rsidRDefault="00810015" w:rsidP="00810015">
      <w:r>
        <w:t>389.8711</w:t>
      </w:r>
      <w:r>
        <w:tab/>
        <w:t>1.117e0</w:t>
      </w:r>
    </w:p>
    <w:p w14:paraId="0967E81D" w14:textId="77777777" w:rsidR="00810015" w:rsidRDefault="00810015" w:rsidP="00810015">
      <w:r>
        <w:t>389.8727</w:t>
      </w:r>
      <w:r>
        <w:tab/>
        <w:t>2.025e0</w:t>
      </w:r>
    </w:p>
    <w:p w14:paraId="72406398" w14:textId="77777777" w:rsidR="00810015" w:rsidRDefault="00810015" w:rsidP="00810015">
      <w:r>
        <w:t>389.8918</w:t>
      </w:r>
      <w:r>
        <w:tab/>
        <w:t>1.013e0</w:t>
      </w:r>
    </w:p>
    <w:p w14:paraId="2B39ADDD" w14:textId="77777777" w:rsidR="00810015" w:rsidRDefault="00810015" w:rsidP="00810015">
      <w:r>
        <w:t>389.9006</w:t>
      </w:r>
      <w:r>
        <w:tab/>
        <w:t>2.025e0</w:t>
      </w:r>
    </w:p>
    <w:p w14:paraId="5ECFC3A3" w14:textId="77777777" w:rsidR="00810015" w:rsidRDefault="00810015" w:rsidP="00810015">
      <w:r>
        <w:t>389.9120</w:t>
      </w:r>
      <w:r>
        <w:tab/>
        <w:t>3.038e0</w:t>
      </w:r>
    </w:p>
    <w:p w14:paraId="63912193" w14:textId="77777777" w:rsidR="00810015" w:rsidRDefault="00810015" w:rsidP="00810015">
      <w:r>
        <w:t>389.9191</w:t>
      </w:r>
      <w:r>
        <w:tab/>
        <w:t>2.025e0</w:t>
      </w:r>
    </w:p>
    <w:p w14:paraId="51C1EAAE" w14:textId="77777777" w:rsidR="00810015" w:rsidRDefault="00810015" w:rsidP="00810015">
      <w:r>
        <w:t>389.9414</w:t>
      </w:r>
      <w:r>
        <w:tab/>
        <w:t>3.038e0</w:t>
      </w:r>
    </w:p>
    <w:p w14:paraId="1754ECBB" w14:textId="77777777" w:rsidR="00810015" w:rsidRDefault="00810015" w:rsidP="00810015">
      <w:r>
        <w:t>389.9543</w:t>
      </w:r>
      <w:r>
        <w:tab/>
        <w:t>6.076e0</w:t>
      </w:r>
    </w:p>
    <w:p w14:paraId="300A7B68" w14:textId="77777777" w:rsidR="00810015" w:rsidRDefault="00810015" w:rsidP="00810015">
      <w:r>
        <w:t>389.9810</w:t>
      </w:r>
      <w:r>
        <w:tab/>
        <w:t>1.013e0</w:t>
      </w:r>
    </w:p>
    <w:p w14:paraId="1D2D0479" w14:textId="77777777" w:rsidR="00810015" w:rsidRDefault="00810015" w:rsidP="00810015">
      <w:r>
        <w:t>390.0037</w:t>
      </w:r>
      <w:r>
        <w:tab/>
        <w:t>2.025e0</w:t>
      </w:r>
    </w:p>
    <w:p w14:paraId="63115891" w14:textId="77777777" w:rsidR="00810015" w:rsidRDefault="00810015" w:rsidP="00810015">
      <w:r>
        <w:t>390.0096</w:t>
      </w:r>
      <w:r>
        <w:tab/>
        <w:t>1.013e0</w:t>
      </w:r>
    </w:p>
    <w:p w14:paraId="2B7F9EE0" w14:textId="77777777" w:rsidR="00810015" w:rsidRDefault="00810015" w:rsidP="00810015">
      <w:r>
        <w:t>390.0162</w:t>
      </w:r>
      <w:r>
        <w:tab/>
        <w:t>1.013e0</w:t>
      </w:r>
    </w:p>
    <w:p w14:paraId="59FEB5F0" w14:textId="77777777" w:rsidR="00810015" w:rsidRDefault="00810015" w:rsidP="00810015">
      <w:r>
        <w:t>390.1102</w:t>
      </w:r>
      <w:r>
        <w:tab/>
        <w:t>2.025e0</w:t>
      </w:r>
    </w:p>
    <w:p w14:paraId="1B96ABBB" w14:textId="77777777" w:rsidR="00810015" w:rsidRDefault="00810015" w:rsidP="00810015">
      <w:r>
        <w:t>390.1168</w:t>
      </w:r>
      <w:r>
        <w:tab/>
        <w:t>3.312e0</w:t>
      </w:r>
    </w:p>
    <w:p w14:paraId="7E46DBDA" w14:textId="77777777" w:rsidR="00810015" w:rsidRDefault="00810015" w:rsidP="00810015">
      <w:r>
        <w:t>390.1503</w:t>
      </w:r>
      <w:r>
        <w:tab/>
        <w:t>3.471e0</w:t>
      </w:r>
    </w:p>
    <w:p w14:paraId="7F6D3FDD" w14:textId="77777777" w:rsidR="00810015" w:rsidRDefault="00810015" w:rsidP="00810015">
      <w:r>
        <w:t>390.1681</w:t>
      </w:r>
      <w:r>
        <w:tab/>
        <w:t>7.089e0</w:t>
      </w:r>
    </w:p>
    <w:p w14:paraId="1D38034A" w14:textId="77777777" w:rsidR="00810015" w:rsidRDefault="00810015" w:rsidP="00810015">
      <w:r>
        <w:t>390.1708</w:t>
      </w:r>
      <w:r>
        <w:tab/>
        <w:t>2.025e0</w:t>
      </w:r>
    </w:p>
    <w:p w14:paraId="08E2E70F" w14:textId="77777777" w:rsidR="00810015" w:rsidRDefault="00810015" w:rsidP="00810015">
      <w:r>
        <w:t>390.2113</w:t>
      </w:r>
      <w:r>
        <w:tab/>
        <w:t>2.025e0</w:t>
      </w:r>
    </w:p>
    <w:p w14:paraId="03C6CE45" w14:textId="77777777" w:rsidR="00810015" w:rsidRDefault="00810015" w:rsidP="00810015">
      <w:r>
        <w:t>390.2304</w:t>
      </w:r>
      <w:r>
        <w:tab/>
        <w:t>3.038e0</w:t>
      </w:r>
    </w:p>
    <w:p w14:paraId="7CE3D9CC" w14:textId="77777777" w:rsidR="00810015" w:rsidRDefault="00810015" w:rsidP="00810015">
      <w:r>
        <w:t>390.2408</w:t>
      </w:r>
      <w:r>
        <w:tab/>
        <w:t>6.090e0</w:t>
      </w:r>
    </w:p>
    <w:p w14:paraId="4C2751CF" w14:textId="77777777" w:rsidR="00810015" w:rsidRDefault="00810015" w:rsidP="00810015">
      <w:r>
        <w:t>390.2491</w:t>
      </w:r>
      <w:r>
        <w:tab/>
        <w:t>4.051e0</w:t>
      </w:r>
    </w:p>
    <w:p w14:paraId="1B7A3EDA" w14:textId="77777777" w:rsidR="00810015" w:rsidRDefault="00810015" w:rsidP="00810015">
      <w:r>
        <w:t>390.2666</w:t>
      </w:r>
      <w:r>
        <w:tab/>
        <w:t>2.997e0</w:t>
      </w:r>
    </w:p>
    <w:p w14:paraId="3BCA0411" w14:textId="77777777" w:rsidR="00810015" w:rsidRDefault="00810015" w:rsidP="00810015">
      <w:r>
        <w:t>390.2683</w:t>
      </w:r>
      <w:r>
        <w:tab/>
        <w:t>2.025e0</w:t>
      </w:r>
    </w:p>
    <w:p w14:paraId="500AD5F8" w14:textId="77777777" w:rsidR="00810015" w:rsidRDefault="00810015" w:rsidP="00810015">
      <w:r>
        <w:t>390.2788</w:t>
      </w:r>
      <w:r>
        <w:tab/>
        <w:t>1.013e0</w:t>
      </w:r>
    </w:p>
    <w:p w14:paraId="4ABF641C" w14:textId="77777777" w:rsidR="00810015" w:rsidRDefault="00810015" w:rsidP="00810015">
      <w:r>
        <w:t>390.2996</w:t>
      </w:r>
      <w:r>
        <w:tab/>
        <w:t>1.013e0</w:t>
      </w:r>
    </w:p>
    <w:p w14:paraId="2B7057EC" w14:textId="77777777" w:rsidR="00810015" w:rsidRDefault="00810015" w:rsidP="00810015">
      <w:r>
        <w:t>390.3013</w:t>
      </w:r>
      <w:r>
        <w:tab/>
        <w:t>3.038e0</w:t>
      </w:r>
    </w:p>
    <w:p w14:paraId="0FE9B2BB" w14:textId="77777777" w:rsidR="00810015" w:rsidRDefault="00810015" w:rsidP="00810015">
      <w:r>
        <w:t>390.3596</w:t>
      </w:r>
      <w:r>
        <w:tab/>
        <w:t>2.025e0</w:t>
      </w:r>
    </w:p>
    <w:p w14:paraId="137A7A0A" w14:textId="77777777" w:rsidR="00810015" w:rsidRDefault="00810015" w:rsidP="00810015">
      <w:r>
        <w:t>390.3766</w:t>
      </w:r>
      <w:r>
        <w:tab/>
        <w:t>2.025e0</w:t>
      </w:r>
    </w:p>
    <w:p w14:paraId="5CA89DC2" w14:textId="77777777" w:rsidR="00810015" w:rsidRDefault="00810015" w:rsidP="00810015">
      <w:r>
        <w:t>390.4170</w:t>
      </w:r>
      <w:r>
        <w:tab/>
        <w:t>1.013e0</w:t>
      </w:r>
    </w:p>
    <w:p w14:paraId="4BB90A4C" w14:textId="77777777" w:rsidR="00810015" w:rsidRDefault="00810015" w:rsidP="00810015">
      <w:r>
        <w:t>390.4207</w:t>
      </w:r>
      <w:r>
        <w:tab/>
        <w:t>1.013e0</w:t>
      </w:r>
    </w:p>
    <w:p w14:paraId="14CCD1E4" w14:textId="77777777" w:rsidR="00810015" w:rsidRDefault="00810015" w:rsidP="00810015">
      <w:r>
        <w:t>390.4456</w:t>
      </w:r>
      <w:r>
        <w:tab/>
        <w:t>1.013e0</w:t>
      </w:r>
    </w:p>
    <w:p w14:paraId="109CC7DC" w14:textId="77777777" w:rsidR="00810015" w:rsidRDefault="00810015" w:rsidP="00810015">
      <w:r>
        <w:t>390.4817</w:t>
      </w:r>
      <w:r>
        <w:tab/>
        <w:t>2.025e0</w:t>
      </w:r>
    </w:p>
    <w:p w14:paraId="69AC06F4" w14:textId="77777777" w:rsidR="00810015" w:rsidRDefault="00810015" w:rsidP="00810015">
      <w:r>
        <w:t>390.5002</w:t>
      </w:r>
      <w:r>
        <w:tab/>
        <w:t>2.025e0</w:t>
      </w:r>
    </w:p>
    <w:p w14:paraId="0793BC26" w14:textId="77777777" w:rsidR="00810015" w:rsidRDefault="00810015" w:rsidP="00810015">
      <w:r>
        <w:t>390.5069</w:t>
      </w:r>
      <w:r>
        <w:tab/>
        <w:t>1.013e0</w:t>
      </w:r>
    </w:p>
    <w:p w14:paraId="49A5BACC" w14:textId="77777777" w:rsidR="00810015" w:rsidRDefault="00810015" w:rsidP="00810015">
      <w:r>
        <w:t>390.5361</w:t>
      </w:r>
      <w:r>
        <w:tab/>
        <w:t>1.013e0</w:t>
      </w:r>
    </w:p>
    <w:p w14:paraId="75FBF867" w14:textId="77777777" w:rsidR="00810015" w:rsidRDefault="00810015" w:rsidP="00810015">
      <w:r>
        <w:t>390.5481</w:t>
      </w:r>
      <w:r>
        <w:tab/>
        <w:t>1.013e0</w:t>
      </w:r>
    </w:p>
    <w:p w14:paraId="5E756E85" w14:textId="77777777" w:rsidR="00810015" w:rsidRDefault="00810015" w:rsidP="00810015">
      <w:r>
        <w:t>390.5579</w:t>
      </w:r>
      <w:r>
        <w:tab/>
        <w:t>2.025e0</w:t>
      </w:r>
    </w:p>
    <w:p w14:paraId="5A1DBBC2" w14:textId="77777777" w:rsidR="00810015" w:rsidRDefault="00810015" w:rsidP="00810015">
      <w:r>
        <w:t>390.5693</w:t>
      </w:r>
      <w:r>
        <w:tab/>
        <w:t>1.013e0</w:t>
      </w:r>
    </w:p>
    <w:p w14:paraId="41B8DA57" w14:textId="77777777" w:rsidR="00810015" w:rsidRDefault="00810015" w:rsidP="00810015">
      <w:r>
        <w:t>390.5901</w:t>
      </w:r>
      <w:r>
        <w:tab/>
        <w:t>1.013e0</w:t>
      </w:r>
    </w:p>
    <w:p w14:paraId="6B9D25C7" w14:textId="77777777" w:rsidR="00810015" w:rsidRDefault="00810015" w:rsidP="00810015">
      <w:r>
        <w:t>390.6122</w:t>
      </w:r>
      <w:r>
        <w:tab/>
        <w:t>1.013e0</w:t>
      </w:r>
    </w:p>
    <w:p w14:paraId="06BF2BE6" w14:textId="77777777" w:rsidR="00810015" w:rsidRDefault="00810015" w:rsidP="00810015">
      <w:r>
        <w:t>390.6194</w:t>
      </w:r>
      <w:r>
        <w:tab/>
        <w:t>1.013e0</w:t>
      </w:r>
    </w:p>
    <w:p w14:paraId="6F03B98B" w14:textId="77777777" w:rsidR="00810015" w:rsidRDefault="00810015" w:rsidP="00810015">
      <w:r>
        <w:t>390.6247</w:t>
      </w:r>
      <w:r>
        <w:tab/>
        <w:t>2.025e0</w:t>
      </w:r>
    </w:p>
    <w:p w14:paraId="7CF20307" w14:textId="77777777" w:rsidR="00810015" w:rsidRDefault="00810015" w:rsidP="00810015">
      <w:r>
        <w:t>390.6593</w:t>
      </w:r>
      <w:r>
        <w:tab/>
        <w:t>1.013e0</w:t>
      </w:r>
    </w:p>
    <w:p w14:paraId="6B6B155B" w14:textId="77777777" w:rsidR="00810015" w:rsidRDefault="00810015" w:rsidP="00810015">
      <w:r>
        <w:t>390.6792</w:t>
      </w:r>
      <w:r>
        <w:tab/>
        <w:t>1.013e0</w:t>
      </w:r>
    </w:p>
    <w:p w14:paraId="061F40F8" w14:textId="77777777" w:rsidR="00810015" w:rsidRDefault="00810015" w:rsidP="00810015">
      <w:r>
        <w:t>390.6939</w:t>
      </w:r>
      <w:r>
        <w:tab/>
        <w:t>1.013e0</w:t>
      </w:r>
    </w:p>
    <w:p w14:paraId="780C15C6" w14:textId="77777777" w:rsidR="00810015" w:rsidRDefault="00810015" w:rsidP="00810015">
      <w:r>
        <w:t>390.7042</w:t>
      </w:r>
      <w:r>
        <w:tab/>
        <w:t>1.013e0</w:t>
      </w:r>
    </w:p>
    <w:p w14:paraId="02AC492A" w14:textId="77777777" w:rsidR="00810015" w:rsidRDefault="00810015" w:rsidP="00810015">
      <w:r>
        <w:t>390.7230</w:t>
      </w:r>
      <w:r>
        <w:tab/>
        <w:t>1.013e0</w:t>
      </w:r>
    </w:p>
    <w:p w14:paraId="267F8A08" w14:textId="77777777" w:rsidR="00810015" w:rsidRDefault="00810015" w:rsidP="00810015">
      <w:r>
        <w:t>390.7424</w:t>
      </w:r>
      <w:r>
        <w:tab/>
        <w:t>1.013e0</w:t>
      </w:r>
    </w:p>
    <w:p w14:paraId="05DF0A1D" w14:textId="77777777" w:rsidR="00810015" w:rsidRDefault="00810015" w:rsidP="00810015">
      <w:r>
        <w:t>390.7466</w:t>
      </w:r>
      <w:r>
        <w:tab/>
        <w:t>1.013e0</w:t>
      </w:r>
    </w:p>
    <w:p w14:paraId="58939D4D" w14:textId="77777777" w:rsidR="00810015" w:rsidRDefault="00810015" w:rsidP="00810015">
      <w:r>
        <w:t>390.7645</w:t>
      </w:r>
      <w:r>
        <w:tab/>
        <w:t>1.013e0</w:t>
      </w:r>
    </w:p>
    <w:p w14:paraId="3206779A" w14:textId="77777777" w:rsidR="00810015" w:rsidRDefault="00810015" w:rsidP="00810015">
      <w:r>
        <w:t>390.7997</w:t>
      </w:r>
      <w:r>
        <w:tab/>
        <w:t>2.025e0</w:t>
      </w:r>
    </w:p>
    <w:p w14:paraId="3D27269D" w14:textId="77777777" w:rsidR="00810015" w:rsidRDefault="00810015" w:rsidP="00810015">
      <w:r>
        <w:t>390.8067</w:t>
      </w:r>
      <w:r>
        <w:tab/>
        <w:t>3.038e0</w:t>
      </w:r>
    </w:p>
    <w:p w14:paraId="22011C72" w14:textId="77777777" w:rsidR="00810015" w:rsidRDefault="00810015" w:rsidP="00810015">
      <w:r>
        <w:t>390.8103</w:t>
      </w:r>
      <w:r>
        <w:tab/>
        <w:t>1.013e0</w:t>
      </w:r>
    </w:p>
    <w:p w14:paraId="1FACF8DD" w14:textId="77777777" w:rsidR="00810015" w:rsidRDefault="00810015" w:rsidP="00810015">
      <w:r>
        <w:t>390.8122</w:t>
      </w:r>
      <w:r>
        <w:tab/>
        <w:t>3.038e0</w:t>
      </w:r>
    </w:p>
    <w:p w14:paraId="49D3F9A5" w14:textId="77777777" w:rsidR="00810015" w:rsidRDefault="00810015" w:rsidP="00810015">
      <w:r>
        <w:t>390.9004</w:t>
      </w:r>
      <w:r>
        <w:tab/>
        <w:t>1.013e0</w:t>
      </w:r>
    </w:p>
    <w:p w14:paraId="641D1418" w14:textId="77777777" w:rsidR="00810015" w:rsidRDefault="00810015" w:rsidP="00810015">
      <w:r>
        <w:t>390.9020</w:t>
      </w:r>
      <w:r>
        <w:tab/>
        <w:t>2.025e0</w:t>
      </w:r>
    </w:p>
    <w:p w14:paraId="4A98BECD" w14:textId="77777777" w:rsidR="00810015" w:rsidRDefault="00810015" w:rsidP="00810015">
      <w:r>
        <w:t>390.9082</w:t>
      </w:r>
      <w:r>
        <w:tab/>
        <w:t>2.025e0</w:t>
      </w:r>
    </w:p>
    <w:p w14:paraId="60DC8F65" w14:textId="77777777" w:rsidR="00810015" w:rsidRDefault="00810015" w:rsidP="00810015">
      <w:r>
        <w:t>390.9236</w:t>
      </w:r>
      <w:r>
        <w:tab/>
        <w:t>3.038e0</w:t>
      </w:r>
    </w:p>
    <w:p w14:paraId="0875F621" w14:textId="77777777" w:rsidR="00810015" w:rsidRDefault="00810015" w:rsidP="00810015">
      <w:r>
        <w:t>390.9293</w:t>
      </w:r>
      <w:r>
        <w:tab/>
        <w:t>1.013e0</w:t>
      </w:r>
    </w:p>
    <w:p w14:paraId="306FFAB3" w14:textId="77777777" w:rsidR="00810015" w:rsidRDefault="00810015" w:rsidP="00810015">
      <w:r>
        <w:t>390.9307</w:t>
      </w:r>
      <w:r>
        <w:tab/>
        <w:t>1.013e0</w:t>
      </w:r>
    </w:p>
    <w:p w14:paraId="52F16D08" w14:textId="77777777" w:rsidR="00810015" w:rsidRDefault="00810015" w:rsidP="00810015">
      <w:r>
        <w:t>390.9415</w:t>
      </w:r>
      <w:r>
        <w:tab/>
        <w:t>1.013e0</w:t>
      </w:r>
    </w:p>
    <w:p w14:paraId="12F0BB1A" w14:textId="77777777" w:rsidR="00810015" w:rsidRDefault="00810015" w:rsidP="00810015">
      <w:r>
        <w:t>390.9435</w:t>
      </w:r>
      <w:r>
        <w:tab/>
        <w:t>2.025e0</w:t>
      </w:r>
    </w:p>
    <w:p w14:paraId="38469D34" w14:textId="77777777" w:rsidR="00810015" w:rsidRDefault="00810015" w:rsidP="00810015">
      <w:r>
        <w:t>390.9753</w:t>
      </w:r>
      <w:r>
        <w:tab/>
        <w:t>2.025e0</w:t>
      </w:r>
    </w:p>
    <w:p w14:paraId="080995AE" w14:textId="77777777" w:rsidR="00810015" w:rsidRDefault="00810015" w:rsidP="00810015">
      <w:r>
        <w:t>390.9767</w:t>
      </w:r>
      <w:r>
        <w:tab/>
        <w:t>3.038e0</w:t>
      </w:r>
    </w:p>
    <w:p w14:paraId="72BFFA1E" w14:textId="77777777" w:rsidR="00810015" w:rsidRDefault="00810015" w:rsidP="00810015">
      <w:r>
        <w:t>390.9916</w:t>
      </w:r>
      <w:r>
        <w:tab/>
        <w:t>1.114e0</w:t>
      </w:r>
    </w:p>
    <w:p w14:paraId="49EB3CCB" w14:textId="77777777" w:rsidR="00810015" w:rsidRDefault="00810015" w:rsidP="00810015">
      <w:r>
        <w:t>390.9998</w:t>
      </w:r>
      <w:r>
        <w:tab/>
        <w:t>2.025e0</w:t>
      </w:r>
    </w:p>
    <w:p w14:paraId="6088272A" w14:textId="77777777" w:rsidR="00810015" w:rsidRDefault="00810015" w:rsidP="00810015">
      <w:r>
        <w:t>391.0127</w:t>
      </w:r>
      <w:r>
        <w:tab/>
        <w:t>1.013e0</w:t>
      </w:r>
    </w:p>
    <w:p w14:paraId="625353EB" w14:textId="77777777" w:rsidR="00810015" w:rsidRDefault="00810015" w:rsidP="00810015">
      <w:r>
        <w:t>391.0340</w:t>
      </w:r>
      <w:r>
        <w:tab/>
        <w:t>1.013e0</w:t>
      </w:r>
    </w:p>
    <w:p w14:paraId="31C73A29" w14:textId="77777777" w:rsidR="00810015" w:rsidRDefault="00810015" w:rsidP="00810015">
      <w:r>
        <w:t>391.0894</w:t>
      </w:r>
      <w:r>
        <w:tab/>
        <w:t>4.058e0</w:t>
      </w:r>
    </w:p>
    <w:p w14:paraId="430EFDED" w14:textId="77777777" w:rsidR="00810015" w:rsidRDefault="00810015" w:rsidP="00810015">
      <w:r>
        <w:t>391.0970</w:t>
      </w:r>
      <w:r>
        <w:tab/>
        <w:t>7.586e0</w:t>
      </w:r>
    </w:p>
    <w:p w14:paraId="31304E6E" w14:textId="77777777" w:rsidR="00810015" w:rsidRDefault="00810015" w:rsidP="00810015">
      <w:r>
        <w:t>391.0983</w:t>
      </w:r>
      <w:r>
        <w:tab/>
        <w:t>3.386e0</w:t>
      </w:r>
    </w:p>
    <w:p w14:paraId="253DA9EE" w14:textId="77777777" w:rsidR="00810015" w:rsidRDefault="00810015" w:rsidP="00810015">
      <w:r>
        <w:t>391.1107</w:t>
      </w:r>
      <w:r>
        <w:tab/>
        <w:t>3.038e0</w:t>
      </w:r>
    </w:p>
    <w:p w14:paraId="49ACCC61" w14:textId="77777777" w:rsidR="00810015" w:rsidRDefault="00810015" w:rsidP="00810015">
      <w:r>
        <w:t>391.1310</w:t>
      </w:r>
      <w:r>
        <w:tab/>
        <w:t>7.422e0</w:t>
      </w:r>
    </w:p>
    <w:p w14:paraId="05297291" w14:textId="77777777" w:rsidR="00810015" w:rsidRDefault="00810015" w:rsidP="00810015">
      <w:r>
        <w:t>391.1371</w:t>
      </w:r>
      <w:r>
        <w:tab/>
        <w:t>3.038e0</w:t>
      </w:r>
    </w:p>
    <w:p w14:paraId="221CE989" w14:textId="77777777" w:rsidR="00810015" w:rsidRDefault="00810015" w:rsidP="00810015">
      <w:r>
        <w:t>391.1697</w:t>
      </w:r>
      <w:r>
        <w:tab/>
        <w:t>2.795e0</w:t>
      </w:r>
    </w:p>
    <w:p w14:paraId="4A3803D6" w14:textId="77777777" w:rsidR="00810015" w:rsidRDefault="00810015" w:rsidP="00810015">
      <w:r>
        <w:t>391.1719</w:t>
      </w:r>
      <w:r>
        <w:tab/>
        <w:t>5.063e0</w:t>
      </w:r>
    </w:p>
    <w:p w14:paraId="61F80521" w14:textId="77777777" w:rsidR="00810015" w:rsidRDefault="00810015" w:rsidP="00810015">
      <w:r>
        <w:t>391.1894</w:t>
      </w:r>
      <w:r>
        <w:tab/>
        <w:t>2.025e0</w:t>
      </w:r>
    </w:p>
    <w:p w14:paraId="02E99B68" w14:textId="77777777" w:rsidR="00810015" w:rsidRDefault="00810015" w:rsidP="00810015">
      <w:r>
        <w:t>391.2092</w:t>
      </w:r>
      <w:r>
        <w:tab/>
        <w:t>3.038e0</w:t>
      </w:r>
    </w:p>
    <w:p w14:paraId="56FBA525" w14:textId="77777777" w:rsidR="00810015" w:rsidRDefault="00810015" w:rsidP="00810015">
      <w:r>
        <w:t>391.2199</w:t>
      </w:r>
      <w:r>
        <w:tab/>
        <w:t>2.025e0</w:t>
      </w:r>
    </w:p>
    <w:p w14:paraId="0EFB5769" w14:textId="77777777" w:rsidR="00810015" w:rsidRDefault="00810015" w:rsidP="00810015">
      <w:r>
        <w:t>391.2773</w:t>
      </w:r>
      <w:r>
        <w:tab/>
        <w:t>2.986e1</w:t>
      </w:r>
    </w:p>
    <w:p w14:paraId="5B550EE4" w14:textId="77777777" w:rsidR="00810015" w:rsidRDefault="00810015" w:rsidP="00810015">
      <w:r>
        <w:t>391.2790</w:t>
      </w:r>
      <w:r>
        <w:tab/>
        <w:t>3.848e1</w:t>
      </w:r>
    </w:p>
    <w:p w14:paraId="6929200F" w14:textId="77777777" w:rsidR="00810015" w:rsidRDefault="00810015" w:rsidP="00810015">
      <w:r>
        <w:t>391.2841</w:t>
      </w:r>
      <w:r>
        <w:tab/>
        <w:t>3.716e1</w:t>
      </w:r>
    </w:p>
    <w:p w14:paraId="69BFDA7B" w14:textId="77777777" w:rsidR="00810015" w:rsidRDefault="00810015" w:rsidP="00810015">
      <w:r>
        <w:t>391.2868</w:t>
      </w:r>
      <w:r>
        <w:tab/>
        <w:t>6.178e1</w:t>
      </w:r>
    </w:p>
    <w:p w14:paraId="002D8444" w14:textId="77777777" w:rsidR="00810015" w:rsidRDefault="00810015" w:rsidP="00810015">
      <w:r>
        <w:t>391.3650</w:t>
      </w:r>
      <w:r>
        <w:tab/>
        <w:t>3.038e0</w:t>
      </w:r>
    </w:p>
    <w:p w14:paraId="6D37E789" w14:textId="77777777" w:rsidR="00810015" w:rsidRDefault="00810015" w:rsidP="00810015">
      <w:r>
        <w:t>391.3727</w:t>
      </w:r>
      <w:r>
        <w:tab/>
        <w:t>1.013e0</w:t>
      </w:r>
    </w:p>
    <w:p w14:paraId="14BA73E0" w14:textId="77777777" w:rsidR="00810015" w:rsidRDefault="00810015" w:rsidP="00810015">
      <w:r>
        <w:t>391.3827</w:t>
      </w:r>
      <w:r>
        <w:tab/>
        <w:t>2.311e0</w:t>
      </w:r>
    </w:p>
    <w:p w14:paraId="4FFC190A" w14:textId="77777777" w:rsidR="00810015" w:rsidRDefault="00810015" w:rsidP="00810015">
      <w:r>
        <w:t>391.3935</w:t>
      </w:r>
      <w:r>
        <w:tab/>
        <w:t>1.013e0</w:t>
      </w:r>
    </w:p>
    <w:p w14:paraId="1559651C" w14:textId="77777777" w:rsidR="00810015" w:rsidRDefault="00810015" w:rsidP="00810015">
      <w:r>
        <w:t>391.4199</w:t>
      </w:r>
      <w:r>
        <w:tab/>
        <w:t>3.038e0</w:t>
      </w:r>
    </w:p>
    <w:p w14:paraId="218899CC" w14:textId="77777777" w:rsidR="00810015" w:rsidRDefault="00810015" w:rsidP="00810015">
      <w:r>
        <w:t>391.4501</w:t>
      </w:r>
      <w:r>
        <w:tab/>
        <w:t>5.063e0</w:t>
      </w:r>
    </w:p>
    <w:p w14:paraId="1080EA8C" w14:textId="77777777" w:rsidR="00810015" w:rsidRDefault="00810015" w:rsidP="00810015">
      <w:r>
        <w:t>391.4531</w:t>
      </w:r>
      <w:r>
        <w:tab/>
        <w:t>2.025e0</w:t>
      </w:r>
    </w:p>
    <w:p w14:paraId="3CB2C29E" w14:textId="77777777" w:rsidR="00810015" w:rsidRDefault="00810015" w:rsidP="00810015">
      <w:r>
        <w:t>391.4677</w:t>
      </w:r>
      <w:r>
        <w:tab/>
        <w:t>1.013e0</w:t>
      </w:r>
    </w:p>
    <w:p w14:paraId="30E1055C" w14:textId="77777777" w:rsidR="00810015" w:rsidRDefault="00810015" w:rsidP="00810015">
      <w:r>
        <w:t>391.5088</w:t>
      </w:r>
      <w:r>
        <w:tab/>
        <w:t>2.025e0</w:t>
      </w:r>
    </w:p>
    <w:p w14:paraId="43976BB8" w14:textId="77777777" w:rsidR="00810015" w:rsidRDefault="00810015" w:rsidP="00810015">
      <w:r>
        <w:t>391.5266</w:t>
      </w:r>
      <w:r>
        <w:tab/>
        <w:t>1.013e0</w:t>
      </w:r>
    </w:p>
    <w:p w14:paraId="230C4EC2" w14:textId="77777777" w:rsidR="00810015" w:rsidRDefault="00810015" w:rsidP="00810015">
      <w:r>
        <w:t>391.5636</w:t>
      </w:r>
      <w:r>
        <w:tab/>
        <w:t>2.025e0</w:t>
      </w:r>
    </w:p>
    <w:p w14:paraId="2A3624F2" w14:textId="77777777" w:rsidR="00810015" w:rsidRDefault="00810015" w:rsidP="00810015">
      <w:r>
        <w:t>391.5786</w:t>
      </w:r>
      <w:r>
        <w:tab/>
        <w:t>2.025e0</w:t>
      </w:r>
    </w:p>
    <w:p w14:paraId="7A3421CA" w14:textId="77777777" w:rsidR="00810015" w:rsidRDefault="00810015" w:rsidP="00810015">
      <w:r>
        <w:t>391.6099</w:t>
      </w:r>
      <w:r>
        <w:tab/>
        <w:t>1.013e0</w:t>
      </w:r>
    </w:p>
    <w:p w14:paraId="3D014655" w14:textId="77777777" w:rsidR="00810015" w:rsidRDefault="00810015" w:rsidP="00810015">
      <w:r>
        <w:t>391.6188</w:t>
      </w:r>
      <w:r>
        <w:tab/>
        <w:t>1.013e0</w:t>
      </w:r>
    </w:p>
    <w:p w14:paraId="74F3FFC5" w14:textId="77777777" w:rsidR="00810015" w:rsidRDefault="00810015" w:rsidP="00810015">
      <w:r>
        <w:t>391.6612</w:t>
      </w:r>
      <w:r>
        <w:tab/>
        <w:t>1.013e0</w:t>
      </w:r>
    </w:p>
    <w:p w14:paraId="4FA8210D" w14:textId="77777777" w:rsidR="00810015" w:rsidRDefault="00810015" w:rsidP="00810015">
      <w:r>
        <w:t>391.6779</w:t>
      </w:r>
      <w:r>
        <w:tab/>
        <w:t>1.013e0</w:t>
      </w:r>
    </w:p>
    <w:p w14:paraId="0008CC90" w14:textId="77777777" w:rsidR="00810015" w:rsidRDefault="00810015" w:rsidP="00810015">
      <w:r>
        <w:t>391.6931</w:t>
      </w:r>
      <w:r>
        <w:tab/>
        <w:t>1.013e0</w:t>
      </w:r>
    </w:p>
    <w:p w14:paraId="6C9C65CF" w14:textId="77777777" w:rsidR="00810015" w:rsidRDefault="00810015" w:rsidP="00810015">
      <w:r>
        <w:t>391.7403</w:t>
      </w:r>
      <w:r>
        <w:tab/>
        <w:t>1.013e0</w:t>
      </w:r>
    </w:p>
    <w:p w14:paraId="46FAAA90" w14:textId="77777777" w:rsidR="00810015" w:rsidRDefault="00810015" w:rsidP="00810015">
      <w:r>
        <w:t>391.7462</w:t>
      </w:r>
      <w:r>
        <w:tab/>
        <w:t>1.013e0</w:t>
      </w:r>
    </w:p>
    <w:p w14:paraId="196E413D" w14:textId="77777777" w:rsidR="00810015" w:rsidRDefault="00810015" w:rsidP="00810015">
      <w:r>
        <w:t>391.7750</w:t>
      </w:r>
      <w:r>
        <w:tab/>
        <w:t>1.013e0</w:t>
      </w:r>
    </w:p>
    <w:p w14:paraId="35C97C5B" w14:textId="77777777" w:rsidR="00810015" w:rsidRDefault="00810015" w:rsidP="00810015">
      <w:r>
        <w:t>391.8235</w:t>
      </w:r>
      <w:r>
        <w:tab/>
        <w:t>1.013e0</w:t>
      </w:r>
    </w:p>
    <w:p w14:paraId="0DB47592" w14:textId="77777777" w:rsidR="00810015" w:rsidRDefault="00810015" w:rsidP="00810015">
      <w:r>
        <w:t>391.8290</w:t>
      </w:r>
      <w:r>
        <w:tab/>
        <w:t>3.038e0</w:t>
      </w:r>
    </w:p>
    <w:p w14:paraId="5F0F1297" w14:textId="77777777" w:rsidR="00810015" w:rsidRDefault="00810015" w:rsidP="00810015">
      <w:r>
        <w:t>391.8494</w:t>
      </w:r>
      <w:r>
        <w:tab/>
        <w:t>2.025e0</w:t>
      </w:r>
    </w:p>
    <w:p w14:paraId="60491FAB" w14:textId="77777777" w:rsidR="00810015" w:rsidRDefault="00810015" w:rsidP="00810015">
      <w:r>
        <w:t>391.8929</w:t>
      </w:r>
      <w:r>
        <w:tab/>
        <w:t>1.013e0</w:t>
      </w:r>
    </w:p>
    <w:p w14:paraId="7050C3C7" w14:textId="77777777" w:rsidR="00810015" w:rsidRDefault="00810015" w:rsidP="00810015">
      <w:r>
        <w:t>391.9026</w:t>
      </w:r>
      <w:r>
        <w:tab/>
        <w:t>1.013e0</w:t>
      </w:r>
    </w:p>
    <w:p w14:paraId="65738F45" w14:textId="77777777" w:rsidR="00810015" w:rsidRDefault="00810015" w:rsidP="00810015">
      <w:r>
        <w:t>391.9388</w:t>
      </w:r>
      <w:r>
        <w:tab/>
        <w:t>7.469e0</w:t>
      </w:r>
    </w:p>
    <w:p w14:paraId="1D4C2C26" w14:textId="77777777" w:rsidR="00810015" w:rsidRDefault="00810015" w:rsidP="00810015">
      <w:r>
        <w:t>391.9471</w:t>
      </w:r>
      <w:r>
        <w:tab/>
        <w:t>3.499e0</w:t>
      </w:r>
    </w:p>
    <w:p w14:paraId="0E467EBB" w14:textId="77777777" w:rsidR="00810015" w:rsidRDefault="00810015" w:rsidP="00810015">
      <w:r>
        <w:t>391.9539</w:t>
      </w:r>
      <w:r>
        <w:tab/>
        <w:t>2.025e0</w:t>
      </w:r>
    </w:p>
    <w:p w14:paraId="41788601" w14:textId="77777777" w:rsidR="00810015" w:rsidRDefault="00810015" w:rsidP="00810015">
      <w:r>
        <w:t>391.9577</w:t>
      </w:r>
      <w:r>
        <w:tab/>
        <w:t>4.150e0</w:t>
      </w:r>
    </w:p>
    <w:p w14:paraId="47B9A570" w14:textId="77777777" w:rsidR="00810015" w:rsidRDefault="00810015" w:rsidP="00810015">
      <w:r>
        <w:t>391.9644</w:t>
      </w:r>
      <w:r>
        <w:tab/>
        <w:t>8.581e0</w:t>
      </w:r>
    </w:p>
    <w:p w14:paraId="380C81B2" w14:textId="77777777" w:rsidR="00810015" w:rsidRDefault="00810015" w:rsidP="00810015">
      <w:r>
        <w:t>391.9698</w:t>
      </w:r>
      <w:r>
        <w:tab/>
        <w:t>7.089e0</w:t>
      </w:r>
    </w:p>
    <w:p w14:paraId="52D8527E" w14:textId="77777777" w:rsidR="00810015" w:rsidRDefault="00810015" w:rsidP="00810015">
      <w:r>
        <w:t>392.0040</w:t>
      </w:r>
      <w:r>
        <w:tab/>
        <w:t>1.013e0</w:t>
      </w:r>
    </w:p>
    <w:p w14:paraId="4FE19AE4" w14:textId="77777777" w:rsidR="00810015" w:rsidRDefault="00810015" w:rsidP="00810015">
      <w:r>
        <w:t>392.0054</w:t>
      </w:r>
      <w:r>
        <w:tab/>
        <w:t>1.013e0</w:t>
      </w:r>
    </w:p>
    <w:p w14:paraId="1D0004FB" w14:textId="77777777" w:rsidR="00810015" w:rsidRDefault="00810015" w:rsidP="00810015">
      <w:r>
        <w:t>392.0363</w:t>
      </w:r>
      <w:r>
        <w:tab/>
        <w:t>2.911e0</w:t>
      </w:r>
    </w:p>
    <w:p w14:paraId="24CBD718" w14:textId="77777777" w:rsidR="00810015" w:rsidRDefault="00810015" w:rsidP="00810015">
      <w:r>
        <w:t>392.0668</w:t>
      </w:r>
      <w:r>
        <w:tab/>
        <w:t>3.038e0</w:t>
      </w:r>
    </w:p>
    <w:p w14:paraId="3B077941" w14:textId="77777777" w:rsidR="00810015" w:rsidRDefault="00810015" w:rsidP="00810015">
      <w:r>
        <w:t>392.0919</w:t>
      </w:r>
      <w:r>
        <w:tab/>
        <w:t>1.025e1</w:t>
      </w:r>
    </w:p>
    <w:p w14:paraId="28C37BAC" w14:textId="77777777" w:rsidR="00810015" w:rsidRDefault="00810015" w:rsidP="00810015">
      <w:r>
        <w:t>392.1068</w:t>
      </w:r>
      <w:r>
        <w:tab/>
        <w:t>1.411e1</w:t>
      </w:r>
    </w:p>
    <w:p w14:paraId="6E6C2CC7" w14:textId="77777777" w:rsidR="00810015" w:rsidRDefault="00810015" w:rsidP="00810015">
      <w:r>
        <w:t>392.1776</w:t>
      </w:r>
      <w:r>
        <w:tab/>
        <w:t>1.013e0</w:t>
      </w:r>
    </w:p>
    <w:p w14:paraId="46FED071" w14:textId="77777777" w:rsidR="00810015" w:rsidRDefault="00810015" w:rsidP="00810015">
      <w:r>
        <w:t>392.1794</w:t>
      </w:r>
      <w:r>
        <w:tab/>
        <w:t>2.025e0</w:t>
      </w:r>
    </w:p>
    <w:p w14:paraId="388F6C86" w14:textId="77777777" w:rsidR="00810015" w:rsidRDefault="00810015" w:rsidP="00810015">
      <w:r>
        <w:t>392.1895</w:t>
      </w:r>
      <w:r>
        <w:tab/>
        <w:t>2.003e0</w:t>
      </w:r>
    </w:p>
    <w:p w14:paraId="7143129D" w14:textId="77777777" w:rsidR="00810015" w:rsidRDefault="00810015" w:rsidP="00810015">
      <w:r>
        <w:t>392.2179</w:t>
      </w:r>
      <w:r>
        <w:tab/>
        <w:t>4.982e0</w:t>
      </w:r>
    </w:p>
    <w:p w14:paraId="352E0B3F" w14:textId="77777777" w:rsidR="00810015" w:rsidRDefault="00810015" w:rsidP="00810015">
      <w:r>
        <w:t>392.2311</w:t>
      </w:r>
      <w:r>
        <w:tab/>
        <w:t>2.305e0</w:t>
      </w:r>
    </w:p>
    <w:p w14:paraId="42722D41" w14:textId="77777777" w:rsidR="00810015" w:rsidRDefault="00810015" w:rsidP="00810015">
      <w:r>
        <w:t>392.2863</w:t>
      </w:r>
      <w:r>
        <w:tab/>
        <w:t>1.722e1</w:t>
      </w:r>
    </w:p>
    <w:p w14:paraId="313EE763" w14:textId="77777777" w:rsidR="00810015" w:rsidRDefault="00810015" w:rsidP="00810015">
      <w:r>
        <w:t>392.2876</w:t>
      </w:r>
      <w:r>
        <w:tab/>
        <w:t>1.418e1</w:t>
      </w:r>
    </w:p>
    <w:p w14:paraId="553F9376" w14:textId="77777777" w:rsidR="00810015" w:rsidRDefault="00810015" w:rsidP="00810015">
      <w:r>
        <w:t>392.2916</w:t>
      </w:r>
      <w:r>
        <w:tab/>
        <w:t>1.361e1</w:t>
      </w:r>
    </w:p>
    <w:p w14:paraId="0308EF30" w14:textId="77777777" w:rsidR="00810015" w:rsidRDefault="00810015" w:rsidP="00810015">
      <w:r>
        <w:t>392.2934</w:t>
      </w:r>
      <w:r>
        <w:tab/>
        <w:t>5.063e0</w:t>
      </w:r>
    </w:p>
    <w:p w14:paraId="08CCA556" w14:textId="77777777" w:rsidR="00810015" w:rsidRDefault="00810015" w:rsidP="00810015">
      <w:r>
        <w:t>392.2993</w:t>
      </w:r>
      <w:r>
        <w:tab/>
        <w:t>8.101e0</w:t>
      </w:r>
    </w:p>
    <w:p w14:paraId="2DEF7DC2" w14:textId="77777777" w:rsidR="00810015" w:rsidRDefault="00810015" w:rsidP="00810015">
      <w:r>
        <w:t>392.3788</w:t>
      </w:r>
      <w:r>
        <w:tab/>
        <w:t>1.013e0</w:t>
      </w:r>
    </w:p>
    <w:p w14:paraId="57B837B5" w14:textId="77777777" w:rsidR="00810015" w:rsidRDefault="00810015" w:rsidP="00810015">
      <w:r>
        <w:t>392.3860</w:t>
      </w:r>
      <w:r>
        <w:tab/>
        <w:t>1.013e0</w:t>
      </w:r>
    </w:p>
    <w:p w14:paraId="513E0D35" w14:textId="77777777" w:rsidR="00810015" w:rsidRDefault="00810015" w:rsidP="00810015">
      <w:r>
        <w:t>392.4428</w:t>
      </w:r>
      <w:r>
        <w:tab/>
        <w:t>2.025e0</w:t>
      </w:r>
    </w:p>
    <w:p w14:paraId="548D825E" w14:textId="77777777" w:rsidR="00810015" w:rsidRDefault="00810015" w:rsidP="00810015">
      <w:r>
        <w:t>392.4662</w:t>
      </w:r>
      <w:r>
        <w:tab/>
        <w:t>1.013e0</w:t>
      </w:r>
    </w:p>
    <w:p w14:paraId="53CF415D" w14:textId="77777777" w:rsidR="00810015" w:rsidRDefault="00810015" w:rsidP="00810015">
      <w:r>
        <w:t>392.4763</w:t>
      </w:r>
      <w:r>
        <w:tab/>
        <w:t>1.013e0</w:t>
      </w:r>
    </w:p>
    <w:p w14:paraId="510B783B" w14:textId="77777777" w:rsidR="00810015" w:rsidRDefault="00810015" w:rsidP="00810015">
      <w:r>
        <w:t>392.5458</w:t>
      </w:r>
      <w:r>
        <w:tab/>
        <w:t>1.013e0</w:t>
      </w:r>
    </w:p>
    <w:p w14:paraId="40105B68" w14:textId="77777777" w:rsidR="00810015" w:rsidRDefault="00810015" w:rsidP="00810015">
      <w:r>
        <w:t>392.5637</w:t>
      </w:r>
      <w:r>
        <w:tab/>
        <w:t>2.025e0</w:t>
      </w:r>
    </w:p>
    <w:p w14:paraId="4E8F74CE" w14:textId="77777777" w:rsidR="00810015" w:rsidRDefault="00810015" w:rsidP="00810015">
      <w:r>
        <w:t>392.5876</w:t>
      </w:r>
      <w:r>
        <w:tab/>
        <w:t>1.013e0</w:t>
      </w:r>
    </w:p>
    <w:p w14:paraId="7080DC5F" w14:textId="77777777" w:rsidR="00810015" w:rsidRDefault="00810015" w:rsidP="00810015">
      <w:r>
        <w:t>392.5978</w:t>
      </w:r>
      <w:r>
        <w:tab/>
        <w:t>2.025e0</w:t>
      </w:r>
    </w:p>
    <w:p w14:paraId="1A932B0A" w14:textId="77777777" w:rsidR="00810015" w:rsidRDefault="00810015" w:rsidP="00810015">
      <w:r>
        <w:t>392.6150</w:t>
      </w:r>
      <w:r>
        <w:tab/>
        <w:t>1.013e0</w:t>
      </w:r>
    </w:p>
    <w:p w14:paraId="1AE6E24C" w14:textId="77777777" w:rsidR="00810015" w:rsidRDefault="00810015" w:rsidP="00810015">
      <w:r>
        <w:t>392.6306</w:t>
      </w:r>
      <w:r>
        <w:tab/>
        <w:t>1.013e0</w:t>
      </w:r>
    </w:p>
    <w:p w14:paraId="268431E9" w14:textId="77777777" w:rsidR="00810015" w:rsidRDefault="00810015" w:rsidP="00810015">
      <w:r>
        <w:t>392.6436</w:t>
      </w:r>
      <w:r>
        <w:tab/>
        <w:t>1.013e0</w:t>
      </w:r>
    </w:p>
    <w:p w14:paraId="387B893E" w14:textId="77777777" w:rsidR="00810015" w:rsidRDefault="00810015" w:rsidP="00810015">
      <w:r>
        <w:t>392.6571</w:t>
      </w:r>
      <w:r>
        <w:tab/>
        <w:t>1.013e0</w:t>
      </w:r>
    </w:p>
    <w:p w14:paraId="764CE1F1" w14:textId="77777777" w:rsidR="00810015" w:rsidRDefault="00810015" w:rsidP="00810015">
      <w:r>
        <w:t>392.6595</w:t>
      </w:r>
      <w:r>
        <w:tab/>
        <w:t>3.038e0</w:t>
      </w:r>
    </w:p>
    <w:p w14:paraId="7E84D342" w14:textId="77777777" w:rsidR="00810015" w:rsidRDefault="00810015" w:rsidP="00810015">
      <w:r>
        <w:t>392.7023</w:t>
      </w:r>
      <w:r>
        <w:tab/>
        <w:t>2.025e0</w:t>
      </w:r>
    </w:p>
    <w:p w14:paraId="48A97CCB" w14:textId="77777777" w:rsidR="00810015" w:rsidRDefault="00810015" w:rsidP="00810015">
      <w:r>
        <w:t>392.7089</w:t>
      </w:r>
      <w:r>
        <w:tab/>
        <w:t>1.013e0</w:t>
      </w:r>
    </w:p>
    <w:p w14:paraId="29254E4A" w14:textId="77777777" w:rsidR="00810015" w:rsidRDefault="00810015" w:rsidP="00810015">
      <w:r>
        <w:t>392.7336</w:t>
      </w:r>
      <w:r>
        <w:tab/>
        <w:t>1.013e0</w:t>
      </w:r>
    </w:p>
    <w:p w14:paraId="17393EDB" w14:textId="77777777" w:rsidR="00810015" w:rsidRDefault="00810015" w:rsidP="00810015">
      <w:r>
        <w:t>392.7925</w:t>
      </w:r>
      <w:r>
        <w:tab/>
        <w:t>1.013e0</w:t>
      </w:r>
    </w:p>
    <w:p w14:paraId="0A2D2676" w14:textId="77777777" w:rsidR="00810015" w:rsidRDefault="00810015" w:rsidP="00810015">
      <w:r>
        <w:t>392.8309</w:t>
      </w:r>
      <w:r>
        <w:tab/>
        <w:t>1.013e0</w:t>
      </w:r>
    </w:p>
    <w:p w14:paraId="01293A9D" w14:textId="77777777" w:rsidR="00810015" w:rsidRDefault="00810015" w:rsidP="00810015">
      <w:r>
        <w:t>392.8600</w:t>
      </w:r>
      <w:r>
        <w:tab/>
        <w:t>1.013e0</w:t>
      </w:r>
    </w:p>
    <w:p w14:paraId="25BA3FED" w14:textId="77777777" w:rsidR="00810015" w:rsidRDefault="00810015" w:rsidP="00810015">
      <w:r>
        <w:t>392.8727</w:t>
      </w:r>
      <w:r>
        <w:tab/>
        <w:t>1.013e0</w:t>
      </w:r>
    </w:p>
    <w:p w14:paraId="753324FD" w14:textId="77777777" w:rsidR="00810015" w:rsidRDefault="00810015" w:rsidP="00810015">
      <w:r>
        <w:t>392.8813</w:t>
      </w:r>
      <w:r>
        <w:tab/>
        <w:t>1.013e0</w:t>
      </w:r>
    </w:p>
    <w:p w14:paraId="461EE499" w14:textId="77777777" w:rsidR="00810015" w:rsidRDefault="00810015" w:rsidP="00810015">
      <w:r>
        <w:t>392.9144</w:t>
      </w:r>
      <w:r>
        <w:tab/>
        <w:t>1.013e0</w:t>
      </w:r>
    </w:p>
    <w:p w14:paraId="2A34AC5B" w14:textId="77777777" w:rsidR="00810015" w:rsidRDefault="00810015" w:rsidP="00810015">
      <w:r>
        <w:t>392.9213</w:t>
      </w:r>
      <w:r>
        <w:tab/>
        <w:t>1.013e0</w:t>
      </w:r>
    </w:p>
    <w:p w14:paraId="41C4F2AE" w14:textId="77777777" w:rsidR="00810015" w:rsidRDefault="00810015" w:rsidP="00810015">
      <w:r>
        <w:t>392.9545</w:t>
      </w:r>
      <w:r>
        <w:tab/>
        <w:t>2.025e0</w:t>
      </w:r>
    </w:p>
    <w:p w14:paraId="3B9ECBF6" w14:textId="77777777" w:rsidR="00810015" w:rsidRDefault="00810015" w:rsidP="00810015">
      <w:r>
        <w:t>392.9841</w:t>
      </w:r>
      <w:r>
        <w:tab/>
        <w:t>5.529e0</w:t>
      </w:r>
    </w:p>
    <w:p w14:paraId="56037289" w14:textId="77777777" w:rsidR="00810015" w:rsidRDefault="00810015" w:rsidP="00810015">
      <w:r>
        <w:t>393.0396</w:t>
      </w:r>
      <w:r>
        <w:tab/>
        <w:t>2.804e0</w:t>
      </w:r>
    </w:p>
    <w:p w14:paraId="5D4DC743" w14:textId="77777777" w:rsidR="00810015" w:rsidRDefault="00810015" w:rsidP="00810015">
      <w:r>
        <w:t>393.0584</w:t>
      </w:r>
      <w:r>
        <w:tab/>
        <w:t>3.038e0</w:t>
      </w:r>
    </w:p>
    <w:p w14:paraId="0BE238D9" w14:textId="77777777" w:rsidR="00810015" w:rsidRDefault="00810015" w:rsidP="00810015">
      <w:r>
        <w:t>393.0720</w:t>
      </w:r>
      <w:r>
        <w:tab/>
        <w:t>4.689e0</w:t>
      </w:r>
    </w:p>
    <w:p w14:paraId="00AB98B4" w14:textId="77777777" w:rsidR="00810015" w:rsidRDefault="00810015" w:rsidP="00810015">
      <w:r>
        <w:t>393.0838</w:t>
      </w:r>
      <w:r>
        <w:tab/>
        <w:t>1.256e1</w:t>
      </w:r>
    </w:p>
    <w:p w14:paraId="520DE9E3" w14:textId="77777777" w:rsidR="00810015" w:rsidRDefault="00810015" w:rsidP="00810015">
      <w:r>
        <w:t>393.0879</w:t>
      </w:r>
      <w:r>
        <w:tab/>
        <w:t>5.075e0</w:t>
      </w:r>
    </w:p>
    <w:p w14:paraId="7AD281A7" w14:textId="77777777" w:rsidR="00810015" w:rsidRDefault="00810015" w:rsidP="00810015">
      <w:r>
        <w:t>393.1125</w:t>
      </w:r>
      <w:r>
        <w:tab/>
        <w:t>2.025e0</w:t>
      </w:r>
    </w:p>
    <w:p w14:paraId="78C4E750" w14:textId="77777777" w:rsidR="00810015" w:rsidRDefault="00810015" w:rsidP="00810015">
      <w:r>
        <w:t>393.1363</w:t>
      </w:r>
      <w:r>
        <w:tab/>
        <w:t>1.013e0</w:t>
      </w:r>
    </w:p>
    <w:p w14:paraId="34EAEDCF" w14:textId="77777777" w:rsidR="00810015" w:rsidRDefault="00810015" w:rsidP="00810015">
      <w:r>
        <w:t>393.1497</w:t>
      </w:r>
      <w:r>
        <w:tab/>
        <w:t>2.541e0</w:t>
      </w:r>
    </w:p>
    <w:p w14:paraId="33B200E1" w14:textId="77777777" w:rsidR="00810015" w:rsidRDefault="00810015" w:rsidP="00810015">
      <w:r>
        <w:t>393.1690</w:t>
      </w:r>
      <w:r>
        <w:tab/>
        <w:t>3.038e0</w:t>
      </w:r>
    </w:p>
    <w:p w14:paraId="4ED89A0B" w14:textId="77777777" w:rsidR="00810015" w:rsidRDefault="00810015" w:rsidP="00810015">
      <w:r>
        <w:t>393.1900</w:t>
      </w:r>
      <w:r>
        <w:tab/>
        <w:t>4.784e0</w:t>
      </w:r>
    </w:p>
    <w:p w14:paraId="669A7DD2" w14:textId="77777777" w:rsidR="00810015" w:rsidRDefault="00810015" w:rsidP="00810015">
      <w:r>
        <w:t>393.2017</w:t>
      </w:r>
      <w:r>
        <w:tab/>
        <w:t>2.025e0</w:t>
      </w:r>
    </w:p>
    <w:p w14:paraId="4FD9DBB9" w14:textId="77777777" w:rsidR="00810015" w:rsidRDefault="00810015" w:rsidP="00810015">
      <w:r>
        <w:t>393.2154</w:t>
      </w:r>
      <w:r>
        <w:tab/>
        <w:t>6.315e0</w:t>
      </w:r>
    </w:p>
    <w:p w14:paraId="73CF1A67" w14:textId="77777777" w:rsidR="00810015" w:rsidRDefault="00810015" w:rsidP="00810015">
      <w:r>
        <w:t>393.2219</w:t>
      </w:r>
      <w:r>
        <w:tab/>
        <w:t>5.063e0</w:t>
      </w:r>
    </w:p>
    <w:p w14:paraId="6B34C538" w14:textId="77777777" w:rsidR="00810015" w:rsidRDefault="00810015" w:rsidP="00810015">
      <w:r>
        <w:t>393.2661</w:t>
      </w:r>
      <w:r>
        <w:tab/>
        <w:t>5.063e0</w:t>
      </w:r>
    </w:p>
    <w:p w14:paraId="627EF372" w14:textId="77777777" w:rsidR="00810015" w:rsidRDefault="00810015" w:rsidP="00810015">
      <w:r>
        <w:t>393.2675</w:t>
      </w:r>
      <w:r>
        <w:tab/>
        <w:t>1.013e0</w:t>
      </w:r>
    </w:p>
    <w:p w14:paraId="3B4E513A" w14:textId="77777777" w:rsidR="00810015" w:rsidRDefault="00810015" w:rsidP="00810015">
      <w:r>
        <w:t>393.2931</w:t>
      </w:r>
      <w:r>
        <w:tab/>
        <w:t>4.726e0</w:t>
      </w:r>
    </w:p>
    <w:p w14:paraId="468EFEBA" w14:textId="77777777" w:rsidR="00810015" w:rsidRDefault="00810015" w:rsidP="00810015">
      <w:r>
        <w:t>393.3063</w:t>
      </w:r>
      <w:r>
        <w:tab/>
        <w:t>5.063e0</w:t>
      </w:r>
    </w:p>
    <w:p w14:paraId="76CF0B8B" w14:textId="77777777" w:rsidR="00810015" w:rsidRDefault="00810015" w:rsidP="00810015">
      <w:r>
        <w:t>393.3144</w:t>
      </w:r>
      <w:r>
        <w:tab/>
        <w:t>2.025e0</w:t>
      </w:r>
    </w:p>
    <w:p w14:paraId="7FFADBDD" w14:textId="77777777" w:rsidR="00810015" w:rsidRDefault="00810015" w:rsidP="00810015">
      <w:r>
        <w:t>393.3188</w:t>
      </w:r>
      <w:r>
        <w:tab/>
        <w:t>2.025e0</w:t>
      </w:r>
    </w:p>
    <w:p w14:paraId="55D19D9A" w14:textId="77777777" w:rsidR="00810015" w:rsidRDefault="00810015" w:rsidP="00810015">
      <w:r>
        <w:t>393.3431</w:t>
      </w:r>
      <w:r>
        <w:tab/>
        <w:t>2.025e0</w:t>
      </w:r>
    </w:p>
    <w:p w14:paraId="65980192" w14:textId="77777777" w:rsidR="00810015" w:rsidRDefault="00810015" w:rsidP="00810015">
      <w:r>
        <w:t>393.3518</w:t>
      </w:r>
      <w:r>
        <w:tab/>
        <w:t>2.025e0</w:t>
      </w:r>
    </w:p>
    <w:p w14:paraId="13813C12" w14:textId="77777777" w:rsidR="00810015" w:rsidRDefault="00810015" w:rsidP="00810015">
      <w:r>
        <w:t>393.3805</w:t>
      </w:r>
      <w:r>
        <w:tab/>
        <w:t>4.051e0</w:t>
      </w:r>
    </w:p>
    <w:p w14:paraId="5FEA45F2" w14:textId="77777777" w:rsidR="00810015" w:rsidRDefault="00810015" w:rsidP="00810015">
      <w:r>
        <w:t>393.3947</w:t>
      </w:r>
      <w:r>
        <w:tab/>
        <w:t>1.013e0</w:t>
      </w:r>
    </w:p>
    <w:p w14:paraId="398A32BA" w14:textId="77777777" w:rsidR="00810015" w:rsidRDefault="00810015" w:rsidP="00810015">
      <w:r>
        <w:t>393.4026</w:t>
      </w:r>
      <w:r>
        <w:tab/>
        <w:t>1.013e0</w:t>
      </w:r>
    </w:p>
    <w:p w14:paraId="05C8CCEF" w14:textId="77777777" w:rsidR="00810015" w:rsidRDefault="00810015" w:rsidP="00810015">
      <w:r>
        <w:t>393.4205</w:t>
      </w:r>
      <w:r>
        <w:tab/>
        <w:t>3.038e0</w:t>
      </w:r>
    </w:p>
    <w:p w14:paraId="036AAB9E" w14:textId="77777777" w:rsidR="00810015" w:rsidRDefault="00810015" w:rsidP="00810015">
      <w:r>
        <w:t>393.4295</w:t>
      </w:r>
      <w:r>
        <w:tab/>
        <w:t>1.013e0</w:t>
      </w:r>
    </w:p>
    <w:p w14:paraId="2E46881E" w14:textId="77777777" w:rsidR="00810015" w:rsidRDefault="00810015" w:rsidP="00810015">
      <w:r>
        <w:t>393.4574</w:t>
      </w:r>
      <w:r>
        <w:tab/>
        <w:t>1.013e0</w:t>
      </w:r>
    </w:p>
    <w:p w14:paraId="62E0B7D2" w14:textId="77777777" w:rsidR="00810015" w:rsidRDefault="00810015" w:rsidP="00810015">
      <w:r>
        <w:t>393.4746</w:t>
      </w:r>
      <w:r>
        <w:tab/>
        <w:t>2.025e0</w:t>
      </w:r>
    </w:p>
    <w:p w14:paraId="61F8D3B8" w14:textId="77777777" w:rsidR="00810015" w:rsidRDefault="00810015" w:rsidP="00810015">
      <w:r>
        <w:t>393.5103</w:t>
      </w:r>
      <w:r>
        <w:tab/>
        <w:t>1.013e0</w:t>
      </w:r>
    </w:p>
    <w:p w14:paraId="21DF3148" w14:textId="77777777" w:rsidR="00810015" w:rsidRDefault="00810015" w:rsidP="00810015">
      <w:r>
        <w:t>393.5619</w:t>
      </w:r>
      <w:r>
        <w:tab/>
        <w:t>1.013e0</w:t>
      </w:r>
    </w:p>
    <w:p w14:paraId="0A725F2A" w14:textId="77777777" w:rsidR="00810015" w:rsidRDefault="00810015" w:rsidP="00810015">
      <w:r>
        <w:t>393.5898</w:t>
      </w:r>
      <w:r>
        <w:tab/>
        <w:t>1.013e0</w:t>
      </w:r>
    </w:p>
    <w:p w14:paraId="60B99716" w14:textId="77777777" w:rsidR="00810015" w:rsidRDefault="00810015" w:rsidP="00810015">
      <w:r>
        <w:t>393.5977</w:t>
      </w:r>
      <w:r>
        <w:tab/>
        <w:t>2.025e0</w:t>
      </w:r>
    </w:p>
    <w:p w14:paraId="4AE6161C" w14:textId="77777777" w:rsidR="00810015" w:rsidRDefault="00810015" w:rsidP="00810015">
      <w:r>
        <w:t>393.6330</w:t>
      </w:r>
      <w:r>
        <w:tab/>
        <w:t>1.013e0</w:t>
      </w:r>
    </w:p>
    <w:p w14:paraId="77EB1852" w14:textId="77777777" w:rsidR="00810015" w:rsidRDefault="00810015" w:rsidP="00810015">
      <w:r>
        <w:t>393.6363</w:t>
      </w:r>
      <w:r>
        <w:tab/>
        <w:t>1.013e0</w:t>
      </w:r>
    </w:p>
    <w:p w14:paraId="1110EE10" w14:textId="77777777" w:rsidR="00810015" w:rsidRDefault="00810015" w:rsidP="00810015">
      <w:r>
        <w:t>393.6455</w:t>
      </w:r>
      <w:r>
        <w:tab/>
        <w:t>1.013e0</w:t>
      </w:r>
    </w:p>
    <w:p w14:paraId="5189A16C" w14:textId="77777777" w:rsidR="00810015" w:rsidRDefault="00810015" w:rsidP="00810015">
      <w:r>
        <w:t>393.6943</w:t>
      </w:r>
      <w:r>
        <w:tab/>
        <w:t>1.013e0</w:t>
      </w:r>
    </w:p>
    <w:p w14:paraId="28027C42" w14:textId="77777777" w:rsidR="00810015" w:rsidRDefault="00810015" w:rsidP="00810015">
      <w:r>
        <w:t>393.7229</w:t>
      </w:r>
      <w:r>
        <w:tab/>
        <w:t>1.013e0</w:t>
      </w:r>
    </w:p>
    <w:p w14:paraId="0265C985" w14:textId="77777777" w:rsidR="00810015" w:rsidRDefault="00810015" w:rsidP="00810015">
      <w:r>
        <w:t>393.7253</w:t>
      </w:r>
      <w:r>
        <w:tab/>
        <w:t>1.013e0</w:t>
      </w:r>
    </w:p>
    <w:p w14:paraId="15F0A91E" w14:textId="77777777" w:rsidR="00810015" w:rsidRDefault="00810015" w:rsidP="00810015">
      <w:r>
        <w:t>393.7361</w:t>
      </w:r>
      <w:r>
        <w:tab/>
        <w:t>1.013e0</w:t>
      </w:r>
    </w:p>
    <w:p w14:paraId="4C94A769" w14:textId="77777777" w:rsidR="00810015" w:rsidRDefault="00810015" w:rsidP="00810015">
      <w:r>
        <w:t>393.7465</w:t>
      </w:r>
      <w:r>
        <w:tab/>
        <w:t>1.013e0</w:t>
      </w:r>
    </w:p>
    <w:p w14:paraId="7DE74ADF" w14:textId="77777777" w:rsidR="00810015" w:rsidRDefault="00810015" w:rsidP="00810015">
      <w:r>
        <w:t>393.7677</w:t>
      </w:r>
      <w:r>
        <w:tab/>
        <w:t>1.013e0</w:t>
      </w:r>
    </w:p>
    <w:p w14:paraId="2D304426" w14:textId="77777777" w:rsidR="00810015" w:rsidRDefault="00810015" w:rsidP="00810015">
      <w:r>
        <w:t>393.8058</w:t>
      </w:r>
      <w:r>
        <w:tab/>
        <w:t>1.013e0</w:t>
      </w:r>
    </w:p>
    <w:p w14:paraId="2FB33874" w14:textId="77777777" w:rsidR="00810015" w:rsidRDefault="00810015" w:rsidP="00810015">
      <w:r>
        <w:t>393.8281</w:t>
      </w:r>
      <w:r>
        <w:tab/>
        <w:t>1.013e0</w:t>
      </w:r>
    </w:p>
    <w:p w14:paraId="09897B08" w14:textId="77777777" w:rsidR="00810015" w:rsidRDefault="00810015" w:rsidP="00810015">
      <w:r>
        <w:t>393.8476</w:t>
      </w:r>
      <w:r>
        <w:tab/>
        <w:t>1.013e0</w:t>
      </w:r>
    </w:p>
    <w:p w14:paraId="7A41A0EB" w14:textId="77777777" w:rsidR="00810015" w:rsidRDefault="00810015" w:rsidP="00810015">
      <w:r>
        <w:t>393.8616</w:t>
      </w:r>
      <w:r>
        <w:tab/>
        <w:t>1.013e0</w:t>
      </w:r>
    </w:p>
    <w:p w14:paraId="42C74E5B" w14:textId="77777777" w:rsidR="00810015" w:rsidRDefault="00810015" w:rsidP="00810015">
      <w:r>
        <w:t>393.8792</w:t>
      </w:r>
      <w:r>
        <w:tab/>
        <w:t>1.013e0</w:t>
      </w:r>
    </w:p>
    <w:p w14:paraId="7315E3FA" w14:textId="77777777" w:rsidR="00810015" w:rsidRDefault="00810015" w:rsidP="00810015">
      <w:r>
        <w:t>393.8952</w:t>
      </w:r>
      <w:r>
        <w:tab/>
        <w:t>2.025e0</w:t>
      </w:r>
    </w:p>
    <w:p w14:paraId="29D7F5BE" w14:textId="77777777" w:rsidR="00810015" w:rsidRDefault="00810015" w:rsidP="00810015">
      <w:r>
        <w:t>393.8991</w:t>
      </w:r>
      <w:r>
        <w:tab/>
        <w:t>1.013e0</w:t>
      </w:r>
    </w:p>
    <w:p w14:paraId="5CFB40AE" w14:textId="77777777" w:rsidR="00810015" w:rsidRDefault="00810015" w:rsidP="00810015">
      <w:r>
        <w:t>393.9379</w:t>
      </w:r>
      <w:r>
        <w:tab/>
        <w:t>1.013e0</w:t>
      </w:r>
    </w:p>
    <w:p w14:paraId="2DED3811" w14:textId="77777777" w:rsidR="00810015" w:rsidRDefault="00810015" w:rsidP="00810015">
      <w:r>
        <w:t>393.9522</w:t>
      </w:r>
      <w:r>
        <w:tab/>
        <w:t>4.051e0</w:t>
      </w:r>
    </w:p>
    <w:p w14:paraId="008CAA63" w14:textId="77777777" w:rsidR="00810015" w:rsidRDefault="00810015" w:rsidP="00810015">
      <w:r>
        <w:t>393.9633</w:t>
      </w:r>
      <w:r>
        <w:tab/>
        <w:t>2.285e1</w:t>
      </w:r>
    </w:p>
    <w:p w14:paraId="2F715302" w14:textId="77777777" w:rsidR="00810015" w:rsidRDefault="00810015" w:rsidP="00810015">
      <w:r>
        <w:t>393.9835</w:t>
      </w:r>
      <w:r>
        <w:tab/>
        <w:t>5.063e0</w:t>
      </w:r>
    </w:p>
    <w:p w14:paraId="298A52AA" w14:textId="77777777" w:rsidR="00810015" w:rsidRDefault="00810015" w:rsidP="00810015">
      <w:r>
        <w:t>394.0074</w:t>
      </w:r>
      <w:r>
        <w:tab/>
        <w:t>2.025e0</w:t>
      </w:r>
    </w:p>
    <w:p w14:paraId="3A92080E" w14:textId="77777777" w:rsidR="00810015" w:rsidRDefault="00810015" w:rsidP="00810015">
      <w:r>
        <w:t>394.0276</w:t>
      </w:r>
      <w:r>
        <w:tab/>
        <w:t>3.038e0</w:t>
      </w:r>
    </w:p>
    <w:p w14:paraId="0F4BDD70" w14:textId="77777777" w:rsidR="00810015" w:rsidRDefault="00810015" w:rsidP="00810015">
      <w:r>
        <w:t>394.0575</w:t>
      </w:r>
      <w:r>
        <w:tab/>
        <w:t>4.051e0</w:t>
      </w:r>
    </w:p>
    <w:p w14:paraId="6C7AD379" w14:textId="77777777" w:rsidR="00810015" w:rsidRDefault="00810015" w:rsidP="00810015">
      <w:r>
        <w:t>394.0649</w:t>
      </w:r>
      <w:r>
        <w:tab/>
        <w:t>5.253e0</w:t>
      </w:r>
    </w:p>
    <w:p w14:paraId="3F0FB53B" w14:textId="77777777" w:rsidR="00810015" w:rsidRDefault="00810015" w:rsidP="00810015">
      <w:r>
        <w:t>394.0847</w:t>
      </w:r>
      <w:r>
        <w:tab/>
        <w:t>1.089e1</w:t>
      </w:r>
    </w:p>
    <w:p w14:paraId="58A85E0A" w14:textId="77777777" w:rsidR="00810015" w:rsidRDefault="00810015" w:rsidP="00810015">
      <w:r>
        <w:t>394.0904</w:t>
      </w:r>
      <w:r>
        <w:tab/>
        <w:t>4.540e0</w:t>
      </w:r>
    </w:p>
    <w:p w14:paraId="4E2C9C05" w14:textId="77777777" w:rsidR="00810015" w:rsidRDefault="00810015" w:rsidP="00810015">
      <w:r>
        <w:t>394.1006</w:t>
      </w:r>
      <w:r>
        <w:tab/>
        <w:t>4.051e0</w:t>
      </w:r>
    </w:p>
    <w:p w14:paraId="206A455C" w14:textId="77777777" w:rsidR="00810015" w:rsidRDefault="00810015" w:rsidP="00810015">
      <w:r>
        <w:t>394.1639</w:t>
      </w:r>
      <w:r>
        <w:tab/>
        <w:t>1.890e0</w:t>
      </w:r>
    </w:p>
    <w:p w14:paraId="27F39039" w14:textId="77777777" w:rsidR="00810015" w:rsidRDefault="00810015" w:rsidP="00810015">
      <w:r>
        <w:t>394.1745</w:t>
      </w:r>
      <w:r>
        <w:tab/>
        <w:t>2.025e0</w:t>
      </w:r>
    </w:p>
    <w:p w14:paraId="45F09E38" w14:textId="77777777" w:rsidR="00810015" w:rsidRDefault="00810015" w:rsidP="00810015">
      <w:r>
        <w:t>394.1964</w:t>
      </w:r>
      <w:r>
        <w:tab/>
        <w:t>1.013e0</w:t>
      </w:r>
    </w:p>
    <w:p w14:paraId="3AF29712" w14:textId="77777777" w:rsidR="00810015" w:rsidRDefault="00810015" w:rsidP="00810015">
      <w:r>
        <w:t>394.2134</w:t>
      </w:r>
      <w:r>
        <w:tab/>
        <w:t>2.025e0</w:t>
      </w:r>
    </w:p>
    <w:p w14:paraId="079A6762" w14:textId="77777777" w:rsidR="00810015" w:rsidRDefault="00810015" w:rsidP="00810015">
      <w:r>
        <w:t>394.2313</w:t>
      </w:r>
      <w:r>
        <w:tab/>
        <w:t>1.013e0</w:t>
      </w:r>
    </w:p>
    <w:p w14:paraId="497CC5E9" w14:textId="77777777" w:rsidR="00810015" w:rsidRDefault="00810015" w:rsidP="00810015">
      <w:r>
        <w:t>394.2522</w:t>
      </w:r>
      <w:r>
        <w:tab/>
        <w:t>1.013e0</w:t>
      </w:r>
    </w:p>
    <w:p w14:paraId="52C15508" w14:textId="77777777" w:rsidR="00810015" w:rsidRDefault="00810015" w:rsidP="00810015">
      <w:r>
        <w:t>394.2941</w:t>
      </w:r>
      <w:r>
        <w:tab/>
        <w:t>1.013e0</w:t>
      </w:r>
    </w:p>
    <w:p w14:paraId="5DE8087E" w14:textId="77777777" w:rsidR="00810015" w:rsidRDefault="00810015" w:rsidP="00810015">
      <w:r>
        <w:t>394.3011</w:t>
      </w:r>
      <w:r>
        <w:tab/>
        <w:t>3.038e0</w:t>
      </w:r>
    </w:p>
    <w:p w14:paraId="299ABBE4" w14:textId="77777777" w:rsidR="00810015" w:rsidRDefault="00810015" w:rsidP="00810015">
      <w:r>
        <w:t>394.3284</w:t>
      </w:r>
      <w:r>
        <w:tab/>
        <w:t>1.817e0</w:t>
      </w:r>
    </w:p>
    <w:p w14:paraId="3026E5CF" w14:textId="77777777" w:rsidR="00810015" w:rsidRDefault="00810015" w:rsidP="00810015">
      <w:r>
        <w:t>394.3381</w:t>
      </w:r>
      <w:r>
        <w:tab/>
        <w:t>3.038e0</w:t>
      </w:r>
    </w:p>
    <w:p w14:paraId="5F4AF0B7" w14:textId="77777777" w:rsidR="00810015" w:rsidRDefault="00810015" w:rsidP="00810015">
      <w:r>
        <w:t>394.3407</w:t>
      </w:r>
      <w:r>
        <w:tab/>
        <w:t>4.051e0</w:t>
      </w:r>
    </w:p>
    <w:p w14:paraId="5901975D" w14:textId="77777777" w:rsidR="00810015" w:rsidRDefault="00810015" w:rsidP="00810015">
      <w:r>
        <w:t>394.3506</w:t>
      </w:r>
      <w:r>
        <w:tab/>
        <w:t>5.063e0</w:t>
      </w:r>
    </w:p>
    <w:p w14:paraId="2D18A06E" w14:textId="77777777" w:rsidR="00810015" w:rsidRDefault="00810015" w:rsidP="00810015">
      <w:r>
        <w:t>394.3765</w:t>
      </w:r>
      <w:r>
        <w:tab/>
        <w:t>2.025e0</w:t>
      </w:r>
    </w:p>
    <w:p w14:paraId="24CF670B" w14:textId="77777777" w:rsidR="00810015" w:rsidRDefault="00810015" w:rsidP="00810015">
      <w:r>
        <w:t>394.3862</w:t>
      </w:r>
      <w:r>
        <w:tab/>
        <w:t>1.013e0</w:t>
      </w:r>
    </w:p>
    <w:p w14:paraId="43B0C49F" w14:textId="77777777" w:rsidR="00810015" w:rsidRDefault="00810015" w:rsidP="00810015">
      <w:r>
        <w:t>394.3918</w:t>
      </w:r>
      <w:r>
        <w:tab/>
        <w:t>1.013e0</w:t>
      </w:r>
    </w:p>
    <w:p w14:paraId="6F73E75E" w14:textId="77777777" w:rsidR="00810015" w:rsidRDefault="00810015" w:rsidP="00810015">
      <w:r>
        <w:t>394.3953</w:t>
      </w:r>
      <w:r>
        <w:tab/>
        <w:t>2.025e0</w:t>
      </w:r>
    </w:p>
    <w:p w14:paraId="4C7FF8A9" w14:textId="77777777" w:rsidR="00810015" w:rsidRDefault="00810015" w:rsidP="00810015">
      <w:r>
        <w:t>394.4380</w:t>
      </w:r>
      <w:r>
        <w:tab/>
        <w:t>1.013e0</w:t>
      </w:r>
    </w:p>
    <w:p w14:paraId="64733A71" w14:textId="77777777" w:rsidR="00810015" w:rsidRDefault="00810015" w:rsidP="00810015">
      <w:r>
        <w:t>394.4394</w:t>
      </w:r>
      <w:r>
        <w:tab/>
        <w:t>1.013e0</w:t>
      </w:r>
    </w:p>
    <w:p w14:paraId="3395F318" w14:textId="77777777" w:rsidR="00810015" w:rsidRDefault="00810015" w:rsidP="00810015">
      <w:r>
        <w:t>394.4686</w:t>
      </w:r>
      <w:r>
        <w:tab/>
        <w:t>1.013e0</w:t>
      </w:r>
    </w:p>
    <w:p w14:paraId="1A9BA4BB" w14:textId="77777777" w:rsidR="00810015" w:rsidRDefault="00810015" w:rsidP="00810015">
      <w:r>
        <w:t>394.4793</w:t>
      </w:r>
      <w:r>
        <w:tab/>
        <w:t>2.025e0</w:t>
      </w:r>
    </w:p>
    <w:p w14:paraId="600B5892" w14:textId="77777777" w:rsidR="00810015" w:rsidRDefault="00810015" w:rsidP="00810015">
      <w:r>
        <w:t>394.4950</w:t>
      </w:r>
      <w:r>
        <w:tab/>
        <w:t>2.025e0</w:t>
      </w:r>
    </w:p>
    <w:p w14:paraId="2E51D38C" w14:textId="77777777" w:rsidR="00810015" w:rsidRDefault="00810015" w:rsidP="00810015">
      <w:r>
        <w:t>394.5095</w:t>
      </w:r>
      <w:r>
        <w:tab/>
        <w:t>3.038e0</w:t>
      </w:r>
    </w:p>
    <w:p w14:paraId="142D7B07" w14:textId="77777777" w:rsidR="00810015" w:rsidRDefault="00810015" w:rsidP="00810015">
      <w:r>
        <w:t>394.5594</w:t>
      </w:r>
      <w:r>
        <w:tab/>
        <w:t>1.013e0</w:t>
      </w:r>
    </w:p>
    <w:p w14:paraId="2FD574DD" w14:textId="77777777" w:rsidR="00810015" w:rsidRDefault="00810015" w:rsidP="00810015">
      <w:r>
        <w:t>394.5841</w:t>
      </w:r>
      <w:r>
        <w:tab/>
        <w:t>3.443e1</w:t>
      </w:r>
    </w:p>
    <w:p w14:paraId="2AF11A67" w14:textId="77777777" w:rsidR="00810015" w:rsidRDefault="00810015" w:rsidP="00810015">
      <w:r>
        <w:t>394.5965</w:t>
      </w:r>
      <w:r>
        <w:tab/>
        <w:t>1.215e1</w:t>
      </w:r>
    </w:p>
    <w:p w14:paraId="7E8EAC45" w14:textId="77777777" w:rsidR="00810015" w:rsidRDefault="00810015" w:rsidP="00810015">
      <w:r>
        <w:t>394.6544</w:t>
      </w:r>
      <w:r>
        <w:tab/>
        <w:t>1.013e0</w:t>
      </w:r>
    </w:p>
    <w:p w14:paraId="4273BE84" w14:textId="77777777" w:rsidR="00810015" w:rsidRDefault="00810015" w:rsidP="00810015">
      <w:r>
        <w:t>394.6622</w:t>
      </w:r>
      <w:r>
        <w:tab/>
        <w:t>2.025e0</w:t>
      </w:r>
    </w:p>
    <w:p w14:paraId="6D6093B5" w14:textId="77777777" w:rsidR="00810015" w:rsidRDefault="00810015" w:rsidP="00810015">
      <w:r>
        <w:t>394.6655</w:t>
      </w:r>
      <w:r>
        <w:tab/>
        <w:t>1.013e0</w:t>
      </w:r>
    </w:p>
    <w:p w14:paraId="2D0F8B14" w14:textId="77777777" w:rsidR="00810015" w:rsidRDefault="00810015" w:rsidP="00810015">
      <w:r>
        <w:t>394.6711</w:t>
      </w:r>
      <w:r>
        <w:tab/>
        <w:t>1.013e0</w:t>
      </w:r>
    </w:p>
    <w:p w14:paraId="48574FB6" w14:textId="77777777" w:rsidR="00810015" w:rsidRDefault="00810015" w:rsidP="00810015">
      <w:r>
        <w:t>394.7008</w:t>
      </w:r>
      <w:r>
        <w:tab/>
        <w:t>1.013e0</w:t>
      </w:r>
    </w:p>
    <w:p w14:paraId="5899E3F7" w14:textId="77777777" w:rsidR="00810015" w:rsidRDefault="00810015" w:rsidP="00810015">
      <w:r>
        <w:t>394.7480</w:t>
      </w:r>
      <w:r>
        <w:tab/>
        <w:t>1.013e0</w:t>
      </w:r>
    </w:p>
    <w:p w14:paraId="22CB5552" w14:textId="77777777" w:rsidR="00810015" w:rsidRDefault="00810015" w:rsidP="00810015">
      <w:r>
        <w:t>394.8132</w:t>
      </w:r>
      <w:r>
        <w:tab/>
        <w:t>2.025e0</w:t>
      </w:r>
    </w:p>
    <w:p w14:paraId="6D94F56A" w14:textId="77777777" w:rsidR="00810015" w:rsidRDefault="00810015" w:rsidP="00810015">
      <w:r>
        <w:t>394.8284</w:t>
      </w:r>
      <w:r>
        <w:tab/>
        <w:t>1.013e0</w:t>
      </w:r>
    </w:p>
    <w:p w14:paraId="0697E06B" w14:textId="77777777" w:rsidR="00810015" w:rsidRDefault="00810015" w:rsidP="00810015">
      <w:r>
        <w:t>394.9082</w:t>
      </w:r>
      <w:r>
        <w:tab/>
        <w:t>2.025e0</w:t>
      </w:r>
    </w:p>
    <w:p w14:paraId="0B89148F" w14:textId="77777777" w:rsidR="00810015" w:rsidRDefault="00810015" w:rsidP="00810015">
      <w:r>
        <w:t>394.9366</w:t>
      </w:r>
      <w:r>
        <w:tab/>
        <w:t>2.025e0</w:t>
      </w:r>
    </w:p>
    <w:p w14:paraId="24E66175" w14:textId="77777777" w:rsidR="00810015" w:rsidRDefault="00810015" w:rsidP="00810015">
      <w:r>
        <w:t>394.9506</w:t>
      </w:r>
      <w:r>
        <w:tab/>
        <w:t>1.013e0</w:t>
      </w:r>
    </w:p>
    <w:p w14:paraId="35357F20" w14:textId="77777777" w:rsidR="00810015" w:rsidRDefault="00810015" w:rsidP="00810015">
      <w:r>
        <w:t>394.9527</w:t>
      </w:r>
      <w:r>
        <w:tab/>
        <w:t>2.692e0</w:t>
      </w:r>
    </w:p>
    <w:p w14:paraId="605ABC40" w14:textId="77777777" w:rsidR="00810015" w:rsidRDefault="00810015" w:rsidP="00810015">
      <w:r>
        <w:t>394.9636</w:t>
      </w:r>
      <w:r>
        <w:tab/>
        <w:t>2.025e0</w:t>
      </w:r>
    </w:p>
    <w:p w14:paraId="13F4C3FC" w14:textId="77777777" w:rsidR="00810015" w:rsidRDefault="00810015" w:rsidP="00810015">
      <w:r>
        <w:t>394.9683</w:t>
      </w:r>
      <w:r>
        <w:tab/>
        <w:t>2.025e0</w:t>
      </w:r>
    </w:p>
    <w:p w14:paraId="300F6121" w14:textId="77777777" w:rsidR="00810015" w:rsidRDefault="00810015" w:rsidP="00810015">
      <w:r>
        <w:t>395.0153</w:t>
      </w:r>
      <w:r>
        <w:tab/>
        <w:t>2.025e0</w:t>
      </w:r>
    </w:p>
    <w:p w14:paraId="590E0CDF" w14:textId="77777777" w:rsidR="00810015" w:rsidRDefault="00810015" w:rsidP="00810015">
      <w:r>
        <w:t>395.0406</w:t>
      </w:r>
      <w:r>
        <w:tab/>
        <w:t>4.052e0</w:t>
      </w:r>
    </w:p>
    <w:p w14:paraId="0B10B7B5" w14:textId="77777777" w:rsidR="00810015" w:rsidRDefault="00810015" w:rsidP="00810015">
      <w:r>
        <w:t>395.0448</w:t>
      </w:r>
      <w:r>
        <w:tab/>
        <w:t>1.013e0</w:t>
      </w:r>
    </w:p>
    <w:p w14:paraId="1B64556D" w14:textId="77777777" w:rsidR="00810015" w:rsidRDefault="00810015" w:rsidP="00810015">
      <w:r>
        <w:t>395.0504</w:t>
      </w:r>
      <w:r>
        <w:tab/>
        <w:t>7.329e0</w:t>
      </w:r>
    </w:p>
    <w:p w14:paraId="732DF2B0" w14:textId="77777777" w:rsidR="00810015" w:rsidRDefault="00810015" w:rsidP="00810015">
      <w:r>
        <w:t>395.0665</w:t>
      </w:r>
      <w:r>
        <w:tab/>
        <w:t>1.369e1</w:t>
      </w:r>
    </w:p>
    <w:p w14:paraId="44C43DB4" w14:textId="77777777" w:rsidR="00810015" w:rsidRDefault="00810015" w:rsidP="00810015">
      <w:r>
        <w:t>395.0764</w:t>
      </w:r>
      <w:r>
        <w:tab/>
        <w:t>1.013e0</w:t>
      </w:r>
    </w:p>
    <w:p w14:paraId="377FEE4B" w14:textId="77777777" w:rsidR="00810015" w:rsidRDefault="00810015" w:rsidP="00810015">
      <w:r>
        <w:t>395.0884</w:t>
      </w:r>
      <w:r>
        <w:tab/>
        <w:t>1.951e1</w:t>
      </w:r>
    </w:p>
    <w:p w14:paraId="41E58D29" w14:textId="77777777" w:rsidR="00810015" w:rsidRDefault="00810015" w:rsidP="00810015">
      <w:r>
        <w:t>395.0947</w:t>
      </w:r>
      <w:r>
        <w:tab/>
        <w:t>3.038e0</w:t>
      </w:r>
    </w:p>
    <w:p w14:paraId="1E653689" w14:textId="77777777" w:rsidR="00810015" w:rsidRDefault="00810015" w:rsidP="00810015">
      <w:r>
        <w:t>395.1390</w:t>
      </w:r>
      <w:r>
        <w:tab/>
        <w:t>2.025e0</w:t>
      </w:r>
    </w:p>
    <w:p w14:paraId="2BE9FB0A" w14:textId="77777777" w:rsidR="00810015" w:rsidRDefault="00810015" w:rsidP="00810015">
      <w:r>
        <w:t>395.1464</w:t>
      </w:r>
      <w:r>
        <w:tab/>
        <w:t>1.013e0</w:t>
      </w:r>
    </w:p>
    <w:p w14:paraId="4A507D3B" w14:textId="77777777" w:rsidR="00810015" w:rsidRDefault="00810015" w:rsidP="00810015">
      <w:r>
        <w:t>395.1483</w:t>
      </w:r>
      <w:r>
        <w:tab/>
        <w:t>2.151e0</w:t>
      </w:r>
    </w:p>
    <w:p w14:paraId="0CE12F08" w14:textId="77777777" w:rsidR="00810015" w:rsidRDefault="00810015" w:rsidP="00810015">
      <w:r>
        <w:t>395.1670</w:t>
      </w:r>
      <w:r>
        <w:tab/>
        <w:t>1.945e0</w:t>
      </w:r>
    </w:p>
    <w:p w14:paraId="35D5FD47" w14:textId="77777777" w:rsidR="00810015" w:rsidRDefault="00810015" w:rsidP="00810015">
      <w:r>
        <w:t>395.1769</w:t>
      </w:r>
      <w:r>
        <w:tab/>
        <w:t>4.051e0</w:t>
      </w:r>
    </w:p>
    <w:p w14:paraId="6D626F8C" w14:textId="77777777" w:rsidR="00810015" w:rsidRDefault="00810015" w:rsidP="00810015">
      <w:r>
        <w:t>395.1956</w:t>
      </w:r>
      <w:r>
        <w:tab/>
        <w:t>2.025e0</w:t>
      </w:r>
    </w:p>
    <w:p w14:paraId="745E3721" w14:textId="77777777" w:rsidR="00810015" w:rsidRDefault="00810015" w:rsidP="00810015">
      <w:r>
        <w:t>395.2130</w:t>
      </w:r>
      <w:r>
        <w:tab/>
        <w:t>5.063e0</w:t>
      </w:r>
    </w:p>
    <w:p w14:paraId="5D75F522" w14:textId="77777777" w:rsidR="00810015" w:rsidRDefault="00810015" w:rsidP="00810015">
      <w:r>
        <w:t>395.2223</w:t>
      </w:r>
      <w:r>
        <w:tab/>
        <w:t>8.101e0</w:t>
      </w:r>
    </w:p>
    <w:p w14:paraId="1149F4D8" w14:textId="77777777" w:rsidR="00810015" w:rsidRDefault="00810015" w:rsidP="00810015">
      <w:r>
        <w:t>395.2693</w:t>
      </w:r>
      <w:r>
        <w:tab/>
        <w:t>2.025e0</w:t>
      </w:r>
    </w:p>
    <w:p w14:paraId="5D42ADA0" w14:textId="77777777" w:rsidR="00810015" w:rsidRDefault="00810015" w:rsidP="00810015">
      <w:r>
        <w:t>395.2804</w:t>
      </w:r>
      <w:r>
        <w:tab/>
        <w:t>2.025e0</w:t>
      </w:r>
    </w:p>
    <w:p w14:paraId="620BC4F0" w14:textId="77777777" w:rsidR="00810015" w:rsidRDefault="00810015" w:rsidP="00810015">
      <w:r>
        <w:t>395.2932</w:t>
      </w:r>
      <w:r>
        <w:tab/>
        <w:t>1.013e0</w:t>
      </w:r>
    </w:p>
    <w:p w14:paraId="788F2804" w14:textId="77777777" w:rsidR="00810015" w:rsidRDefault="00810015" w:rsidP="00810015">
      <w:r>
        <w:t>395.3534</w:t>
      </w:r>
      <w:r>
        <w:tab/>
        <w:t>2.025e0</w:t>
      </w:r>
    </w:p>
    <w:p w14:paraId="26FF12D2" w14:textId="77777777" w:rsidR="00810015" w:rsidRDefault="00810015" w:rsidP="00810015">
      <w:r>
        <w:t>395.3559</w:t>
      </w:r>
      <w:r>
        <w:tab/>
        <w:t>3.095e0</w:t>
      </w:r>
    </w:p>
    <w:p w14:paraId="2281D563" w14:textId="77777777" w:rsidR="00810015" w:rsidRDefault="00810015" w:rsidP="00810015">
      <w:r>
        <w:t>395.3601</w:t>
      </w:r>
      <w:r>
        <w:tab/>
        <w:t>3.252e0</w:t>
      </w:r>
    </w:p>
    <w:p w14:paraId="69E3FB4C" w14:textId="77777777" w:rsidR="00810015" w:rsidRDefault="00810015" w:rsidP="00810015">
      <w:r>
        <w:t>395.3613</w:t>
      </w:r>
      <w:r>
        <w:tab/>
        <w:t>5.004e0</w:t>
      </w:r>
    </w:p>
    <w:p w14:paraId="6A2C859F" w14:textId="77777777" w:rsidR="00810015" w:rsidRDefault="00810015" w:rsidP="00810015">
      <w:r>
        <w:t>395.3788</w:t>
      </w:r>
      <w:r>
        <w:tab/>
        <w:t>4.051e0</w:t>
      </w:r>
    </w:p>
    <w:p w14:paraId="490F1DFF" w14:textId="77777777" w:rsidR="00810015" w:rsidRDefault="00810015" w:rsidP="00810015">
      <w:r>
        <w:t>395.3863</w:t>
      </w:r>
      <w:r>
        <w:tab/>
        <w:t>3.038e0</w:t>
      </w:r>
    </w:p>
    <w:p w14:paraId="63FE956E" w14:textId="77777777" w:rsidR="00810015" w:rsidRDefault="00810015" w:rsidP="00810015">
      <w:r>
        <w:t>395.4154</w:t>
      </w:r>
      <w:r>
        <w:tab/>
        <w:t>2.025e0</w:t>
      </w:r>
    </w:p>
    <w:p w14:paraId="38B775FA" w14:textId="77777777" w:rsidR="00810015" w:rsidRDefault="00810015" w:rsidP="00810015">
      <w:r>
        <w:t>395.4546</w:t>
      </w:r>
      <w:r>
        <w:tab/>
        <w:t>2.025e0</w:t>
      </w:r>
    </w:p>
    <w:p w14:paraId="7135C990" w14:textId="77777777" w:rsidR="00810015" w:rsidRDefault="00810015" w:rsidP="00810015">
      <w:r>
        <w:t>395.4739</w:t>
      </w:r>
      <w:r>
        <w:tab/>
        <w:t>1.013e0</w:t>
      </w:r>
    </w:p>
    <w:p w14:paraId="3782A009" w14:textId="77777777" w:rsidR="00810015" w:rsidRDefault="00810015" w:rsidP="00810015">
      <w:r>
        <w:t>395.5311</w:t>
      </w:r>
      <w:r>
        <w:tab/>
        <w:t>1.013e0</w:t>
      </w:r>
    </w:p>
    <w:p w14:paraId="29424386" w14:textId="77777777" w:rsidR="00810015" w:rsidRDefault="00810015" w:rsidP="00810015">
      <w:r>
        <w:t>395.5789</w:t>
      </w:r>
      <w:r>
        <w:tab/>
        <w:t>4.152e1</w:t>
      </w:r>
    </w:p>
    <w:p w14:paraId="6E2545BE" w14:textId="77777777" w:rsidR="00810015" w:rsidRDefault="00810015" w:rsidP="00810015">
      <w:r>
        <w:t>395.5836</w:t>
      </w:r>
      <w:r>
        <w:tab/>
        <w:t>3.139e1</w:t>
      </w:r>
    </w:p>
    <w:p w14:paraId="26F1709A" w14:textId="77777777" w:rsidR="00810015" w:rsidRDefault="00810015" w:rsidP="00810015">
      <w:r>
        <w:t>395.5846</w:t>
      </w:r>
      <w:r>
        <w:tab/>
        <w:t>3.747e1</w:t>
      </w:r>
    </w:p>
    <w:p w14:paraId="1779910D" w14:textId="77777777" w:rsidR="00810015" w:rsidRDefault="00810015" w:rsidP="00810015">
      <w:r>
        <w:t>395.5945</w:t>
      </w:r>
      <w:r>
        <w:tab/>
        <w:t>6.076e0</w:t>
      </w:r>
    </w:p>
    <w:p w14:paraId="2DBE4FAE" w14:textId="77777777" w:rsidR="00810015" w:rsidRDefault="00810015" w:rsidP="00810015">
      <w:r>
        <w:t>395.6585</w:t>
      </w:r>
      <w:r>
        <w:tab/>
        <w:t>2.025e0</w:t>
      </w:r>
    </w:p>
    <w:p w14:paraId="79038346" w14:textId="77777777" w:rsidR="00810015" w:rsidRDefault="00810015" w:rsidP="00810015">
      <w:r>
        <w:t>395.6641</w:t>
      </w:r>
      <w:r>
        <w:tab/>
        <w:t>1.013e0</w:t>
      </w:r>
    </w:p>
    <w:p w14:paraId="16D0160F" w14:textId="77777777" w:rsidR="00810015" w:rsidRDefault="00810015" w:rsidP="00810015">
      <w:r>
        <w:t>395.6921</w:t>
      </w:r>
      <w:r>
        <w:tab/>
        <w:t>3.038e0</w:t>
      </w:r>
    </w:p>
    <w:p w14:paraId="47EAFA37" w14:textId="77777777" w:rsidR="00810015" w:rsidRDefault="00810015" w:rsidP="00810015">
      <w:r>
        <w:t>395.7055</w:t>
      </w:r>
      <w:r>
        <w:tab/>
        <w:t>1.701e0</w:t>
      </w:r>
    </w:p>
    <w:p w14:paraId="1C8DF5BC" w14:textId="77777777" w:rsidR="00810015" w:rsidRDefault="00810015" w:rsidP="00810015">
      <w:r>
        <w:t>395.7076</w:t>
      </w:r>
      <w:r>
        <w:tab/>
        <w:t>1.013e0</w:t>
      </w:r>
    </w:p>
    <w:p w14:paraId="0D18FA67" w14:textId="77777777" w:rsidR="00810015" w:rsidRDefault="00810015" w:rsidP="00810015">
      <w:r>
        <w:t>395.7117</w:t>
      </w:r>
      <w:r>
        <w:tab/>
        <w:t>1.013e0</w:t>
      </w:r>
    </w:p>
    <w:p w14:paraId="124AF160" w14:textId="77777777" w:rsidR="00810015" w:rsidRDefault="00810015" w:rsidP="00810015">
      <w:r>
        <w:t>395.7202</w:t>
      </w:r>
      <w:r>
        <w:tab/>
        <w:t>1.013e0</w:t>
      </w:r>
    </w:p>
    <w:p w14:paraId="601AACF1" w14:textId="77777777" w:rsidR="00810015" w:rsidRDefault="00810015" w:rsidP="00810015">
      <w:r>
        <w:t>395.7543</w:t>
      </w:r>
      <w:r>
        <w:tab/>
        <w:t>1.013e0</w:t>
      </w:r>
    </w:p>
    <w:p w14:paraId="7A6974CF" w14:textId="77777777" w:rsidR="00810015" w:rsidRDefault="00810015" w:rsidP="00810015">
      <w:r>
        <w:t>395.7793</w:t>
      </w:r>
      <w:r>
        <w:tab/>
        <w:t>1.013e0</w:t>
      </w:r>
    </w:p>
    <w:p w14:paraId="3AB3328B" w14:textId="77777777" w:rsidR="00810015" w:rsidRDefault="00810015" w:rsidP="00810015">
      <w:r>
        <w:t>395.8322</w:t>
      </w:r>
      <w:r>
        <w:tab/>
        <w:t>1.013e0</w:t>
      </w:r>
    </w:p>
    <w:p w14:paraId="07A6D664" w14:textId="77777777" w:rsidR="00810015" w:rsidRDefault="00810015" w:rsidP="00810015">
      <w:r>
        <w:t>395.8919</w:t>
      </w:r>
      <w:r>
        <w:tab/>
        <w:t>5.063e0</w:t>
      </w:r>
    </w:p>
    <w:p w14:paraId="267B7047" w14:textId="77777777" w:rsidR="00810015" w:rsidRDefault="00810015" w:rsidP="00810015">
      <w:r>
        <w:t>395.8952</w:t>
      </w:r>
      <w:r>
        <w:tab/>
        <w:t>1.013e0</w:t>
      </w:r>
    </w:p>
    <w:p w14:paraId="688F253D" w14:textId="77777777" w:rsidR="00810015" w:rsidRDefault="00810015" w:rsidP="00810015">
      <w:r>
        <w:t>395.9030</w:t>
      </w:r>
      <w:r>
        <w:tab/>
        <w:t>2.385e0</w:t>
      </w:r>
    </w:p>
    <w:p w14:paraId="56948002" w14:textId="77777777" w:rsidR="00810015" w:rsidRDefault="00810015" w:rsidP="00810015">
      <w:r>
        <w:t>395.9069</w:t>
      </w:r>
      <w:r>
        <w:tab/>
        <w:t>1.013e0</w:t>
      </w:r>
    </w:p>
    <w:p w14:paraId="19FFA751" w14:textId="77777777" w:rsidR="00810015" w:rsidRDefault="00810015" w:rsidP="00810015">
      <w:r>
        <w:t>395.9426</w:t>
      </w:r>
      <w:r>
        <w:tab/>
        <w:t>9.092e0</w:t>
      </w:r>
    </w:p>
    <w:p w14:paraId="7FC2990D" w14:textId="77777777" w:rsidR="00810015" w:rsidRDefault="00810015" w:rsidP="00810015">
      <w:r>
        <w:t>395.9552</w:t>
      </w:r>
      <w:r>
        <w:tab/>
        <w:t>5.063e0</w:t>
      </w:r>
    </w:p>
    <w:p w14:paraId="677684A0" w14:textId="77777777" w:rsidR="00810015" w:rsidRDefault="00810015" w:rsidP="00810015">
      <w:r>
        <w:t>395.9573</w:t>
      </w:r>
      <w:r>
        <w:tab/>
        <w:t>3.038e0</w:t>
      </w:r>
    </w:p>
    <w:p w14:paraId="48CAE689" w14:textId="77777777" w:rsidR="00810015" w:rsidRDefault="00810015" w:rsidP="00810015">
      <w:r>
        <w:t>395.9666</w:t>
      </w:r>
      <w:r>
        <w:tab/>
        <w:t>1.215e1</w:t>
      </w:r>
    </w:p>
    <w:p w14:paraId="2AFAEBA4" w14:textId="77777777" w:rsidR="00810015" w:rsidRDefault="00810015" w:rsidP="00810015">
      <w:r>
        <w:t>395.9863</w:t>
      </w:r>
      <w:r>
        <w:tab/>
        <w:t>1.013e0</w:t>
      </w:r>
    </w:p>
    <w:p w14:paraId="772EAC32" w14:textId="77777777" w:rsidR="00810015" w:rsidRDefault="00810015" w:rsidP="00810015">
      <w:r>
        <w:t>396.0039</w:t>
      </w:r>
      <w:r>
        <w:tab/>
        <w:t>5.063e0</w:t>
      </w:r>
    </w:p>
    <w:p w14:paraId="5490EE27" w14:textId="77777777" w:rsidR="00810015" w:rsidRDefault="00810015" w:rsidP="00810015">
      <w:r>
        <w:t>396.0085</w:t>
      </w:r>
      <w:r>
        <w:tab/>
        <w:t>4.782e0</w:t>
      </w:r>
    </w:p>
    <w:p w14:paraId="570D2EE6" w14:textId="77777777" w:rsidR="00810015" w:rsidRDefault="00810015" w:rsidP="00810015">
      <w:r>
        <w:t>396.0213</w:t>
      </w:r>
      <w:r>
        <w:tab/>
        <w:t>3.038e0</w:t>
      </w:r>
    </w:p>
    <w:p w14:paraId="2FCD1A80" w14:textId="77777777" w:rsidR="00810015" w:rsidRDefault="00810015" w:rsidP="00810015">
      <w:r>
        <w:t>396.0364</w:t>
      </w:r>
      <w:r>
        <w:tab/>
        <w:t>2.025e0</w:t>
      </w:r>
    </w:p>
    <w:p w14:paraId="6A7E7E62" w14:textId="77777777" w:rsidR="00810015" w:rsidRDefault="00810015" w:rsidP="00810015">
      <w:r>
        <w:t>396.0559</w:t>
      </w:r>
      <w:r>
        <w:tab/>
        <w:t>2.025e0</w:t>
      </w:r>
    </w:p>
    <w:p w14:paraId="11C3664C" w14:textId="77777777" w:rsidR="00810015" w:rsidRDefault="00810015" w:rsidP="00810015">
      <w:r>
        <w:t>396.0891</w:t>
      </w:r>
      <w:r>
        <w:tab/>
        <w:t>2.240e1</w:t>
      </w:r>
    </w:p>
    <w:p w14:paraId="10382C48" w14:textId="77777777" w:rsidR="00810015" w:rsidRDefault="00810015" w:rsidP="00810015">
      <w:r>
        <w:t>396.0931</w:t>
      </w:r>
      <w:r>
        <w:tab/>
        <w:t>1.190e1</w:t>
      </w:r>
    </w:p>
    <w:p w14:paraId="5607823F" w14:textId="77777777" w:rsidR="00810015" w:rsidRDefault="00810015" w:rsidP="00810015">
      <w:r>
        <w:t>396.0942</w:t>
      </w:r>
      <w:r>
        <w:tab/>
        <w:t>2.025e0</w:t>
      </w:r>
    </w:p>
    <w:p w14:paraId="791C9EA6" w14:textId="77777777" w:rsidR="00810015" w:rsidRDefault="00810015" w:rsidP="00810015">
      <w:r>
        <w:t>396.0984</w:t>
      </w:r>
      <w:r>
        <w:tab/>
        <w:t>1.239e1</w:t>
      </w:r>
    </w:p>
    <w:p w14:paraId="59FF387F" w14:textId="77777777" w:rsidR="00810015" w:rsidRDefault="00810015" w:rsidP="00810015">
      <w:r>
        <w:t>396.1021</w:t>
      </w:r>
      <w:r>
        <w:tab/>
        <w:t>1.013e0</w:t>
      </w:r>
    </w:p>
    <w:p w14:paraId="2F273315" w14:textId="77777777" w:rsidR="00810015" w:rsidRDefault="00810015" w:rsidP="00810015">
      <w:r>
        <w:t>396.1483</w:t>
      </w:r>
      <w:r>
        <w:tab/>
        <w:t>4.741e0</w:t>
      </w:r>
    </w:p>
    <w:p w14:paraId="0DDF8965" w14:textId="77777777" w:rsidR="00810015" w:rsidRDefault="00810015" w:rsidP="00810015">
      <w:r>
        <w:t>396.1761</w:t>
      </w:r>
      <w:r>
        <w:tab/>
        <w:t>8.683e0</w:t>
      </w:r>
    </w:p>
    <w:p w14:paraId="53A69639" w14:textId="77777777" w:rsidR="00810015" w:rsidRDefault="00810015" w:rsidP="00810015">
      <w:r>
        <w:t>396.2124</w:t>
      </w:r>
      <w:r>
        <w:tab/>
        <w:t>1.013e0</w:t>
      </w:r>
    </w:p>
    <w:p w14:paraId="38DDDAD4" w14:textId="77777777" w:rsidR="00810015" w:rsidRDefault="00810015" w:rsidP="00810015">
      <w:r>
        <w:t>396.2284</w:t>
      </w:r>
      <w:r>
        <w:tab/>
        <w:t>2.025e0</w:t>
      </w:r>
    </w:p>
    <w:p w14:paraId="3220D3DA" w14:textId="77777777" w:rsidR="00810015" w:rsidRDefault="00810015" w:rsidP="00810015">
      <w:r>
        <w:t>396.2349</w:t>
      </w:r>
      <w:r>
        <w:tab/>
        <w:t>2.025e0</w:t>
      </w:r>
    </w:p>
    <w:p w14:paraId="306C2E0F" w14:textId="77777777" w:rsidR="00810015" w:rsidRDefault="00810015" w:rsidP="00810015">
      <w:r>
        <w:t>396.2398</w:t>
      </w:r>
      <w:r>
        <w:tab/>
        <w:t>3.038e0</w:t>
      </w:r>
    </w:p>
    <w:p w14:paraId="412FC373" w14:textId="77777777" w:rsidR="00810015" w:rsidRDefault="00810015" w:rsidP="00810015">
      <w:r>
        <w:t>396.2412</w:t>
      </w:r>
      <w:r>
        <w:tab/>
        <w:t>6.076e0</w:t>
      </w:r>
    </w:p>
    <w:p w14:paraId="6069EFFD" w14:textId="77777777" w:rsidR="00810015" w:rsidRDefault="00810015" w:rsidP="00810015">
      <w:r>
        <w:t>396.2936</w:t>
      </w:r>
      <w:r>
        <w:tab/>
        <w:t>1.013e0</w:t>
      </w:r>
    </w:p>
    <w:p w14:paraId="5B289540" w14:textId="77777777" w:rsidR="00810015" w:rsidRDefault="00810015" w:rsidP="00810015">
      <w:r>
        <w:t>396.3120</w:t>
      </w:r>
      <w:r>
        <w:tab/>
        <w:t>2.025e0</w:t>
      </w:r>
    </w:p>
    <w:p w14:paraId="3EF29802" w14:textId="77777777" w:rsidR="00810015" w:rsidRDefault="00810015" w:rsidP="00810015">
      <w:r>
        <w:t>396.3166</w:t>
      </w:r>
      <w:r>
        <w:tab/>
        <w:t>2.025e0</w:t>
      </w:r>
    </w:p>
    <w:p w14:paraId="7BBE63CF" w14:textId="77777777" w:rsidR="00810015" w:rsidRDefault="00810015" w:rsidP="00810015">
      <w:r>
        <w:t>396.3331</w:t>
      </w:r>
      <w:r>
        <w:tab/>
        <w:t>2.025e0</w:t>
      </w:r>
    </w:p>
    <w:p w14:paraId="5207E94B" w14:textId="77777777" w:rsidR="00810015" w:rsidRDefault="00810015" w:rsidP="00810015">
      <w:r>
        <w:t>396.3499</w:t>
      </w:r>
      <w:r>
        <w:tab/>
        <w:t>7.089e0</w:t>
      </w:r>
    </w:p>
    <w:p w14:paraId="148DCE12" w14:textId="77777777" w:rsidR="00810015" w:rsidRDefault="00810015" w:rsidP="00810015">
      <w:r>
        <w:t>396.3757</w:t>
      </w:r>
      <w:r>
        <w:tab/>
        <w:t>7.369e0</w:t>
      </w:r>
    </w:p>
    <w:p w14:paraId="1F274AA1" w14:textId="77777777" w:rsidR="00810015" w:rsidRDefault="00810015" w:rsidP="00810015">
      <w:r>
        <w:t>396.3788</w:t>
      </w:r>
      <w:r>
        <w:tab/>
        <w:t>1.013e0</w:t>
      </w:r>
    </w:p>
    <w:p w14:paraId="4166BDE8" w14:textId="77777777" w:rsidR="00810015" w:rsidRDefault="00810015" w:rsidP="00810015">
      <w:r>
        <w:t>396.4059</w:t>
      </w:r>
      <w:r>
        <w:tab/>
        <w:t>2.025e0</w:t>
      </w:r>
    </w:p>
    <w:p w14:paraId="1D9048B2" w14:textId="77777777" w:rsidR="00810015" w:rsidRDefault="00810015" w:rsidP="00810015">
      <w:r>
        <w:t>396.4264</w:t>
      </w:r>
      <w:r>
        <w:tab/>
        <w:t>2.025e0</w:t>
      </w:r>
    </w:p>
    <w:p w14:paraId="43419F38" w14:textId="77777777" w:rsidR="00810015" w:rsidRDefault="00810015" w:rsidP="00810015">
      <w:r>
        <w:t>396.4420</w:t>
      </w:r>
      <w:r>
        <w:tab/>
        <w:t>1.013e0</w:t>
      </w:r>
    </w:p>
    <w:p w14:paraId="4785F6EB" w14:textId="77777777" w:rsidR="00810015" w:rsidRDefault="00810015" w:rsidP="00810015">
      <w:r>
        <w:t>396.4676</w:t>
      </w:r>
      <w:r>
        <w:tab/>
        <w:t>1.013e0</w:t>
      </w:r>
    </w:p>
    <w:p w14:paraId="795E6B76" w14:textId="77777777" w:rsidR="00810015" w:rsidRDefault="00810015" w:rsidP="00810015">
      <w:r>
        <w:t>396.4714</w:t>
      </w:r>
      <w:r>
        <w:tab/>
        <w:t>1.013e0</w:t>
      </w:r>
    </w:p>
    <w:p w14:paraId="364D82C2" w14:textId="77777777" w:rsidR="00810015" w:rsidRDefault="00810015" w:rsidP="00810015">
      <w:r>
        <w:t>396.5140</w:t>
      </w:r>
      <w:r>
        <w:tab/>
        <w:t>1.013e0</w:t>
      </w:r>
    </w:p>
    <w:p w14:paraId="569E0DBD" w14:textId="77777777" w:rsidR="00810015" w:rsidRDefault="00810015" w:rsidP="00810015">
      <w:r>
        <w:t>396.5314</w:t>
      </w:r>
      <w:r>
        <w:tab/>
        <w:t>1.013e0</w:t>
      </w:r>
    </w:p>
    <w:p w14:paraId="0881ED85" w14:textId="77777777" w:rsidR="00810015" w:rsidRDefault="00810015" w:rsidP="00810015">
      <w:r>
        <w:t>396.5353</w:t>
      </w:r>
      <w:r>
        <w:tab/>
        <w:t>1.013e0</w:t>
      </w:r>
    </w:p>
    <w:p w14:paraId="7B81C355" w14:textId="77777777" w:rsidR="00810015" w:rsidRDefault="00810015" w:rsidP="00810015">
      <w:r>
        <w:t>396.5779</w:t>
      </w:r>
      <w:r>
        <w:tab/>
        <w:t>1.013e0</w:t>
      </w:r>
    </w:p>
    <w:p w14:paraId="3C2F80AD" w14:textId="77777777" w:rsidR="00810015" w:rsidRDefault="00810015" w:rsidP="00810015">
      <w:r>
        <w:t>396.5839</w:t>
      </w:r>
      <w:r>
        <w:tab/>
        <w:t>2.532e1</w:t>
      </w:r>
    </w:p>
    <w:p w14:paraId="05683CCD" w14:textId="77777777" w:rsidR="00810015" w:rsidRDefault="00810015" w:rsidP="00810015">
      <w:r>
        <w:t>396.5868</w:t>
      </w:r>
      <w:r>
        <w:tab/>
        <w:t>1.924e1</w:t>
      </w:r>
    </w:p>
    <w:p w14:paraId="0AF130AF" w14:textId="77777777" w:rsidR="00810015" w:rsidRDefault="00810015" w:rsidP="00810015">
      <w:r>
        <w:t>396.5929</w:t>
      </w:r>
      <w:r>
        <w:tab/>
        <w:t>2.228e1</w:t>
      </w:r>
    </w:p>
    <w:p w14:paraId="61E5637E" w14:textId="77777777" w:rsidR="00810015" w:rsidRDefault="00810015" w:rsidP="00810015">
      <w:r>
        <w:t>396.6524</w:t>
      </w:r>
      <w:r>
        <w:tab/>
        <w:t>1.013e0</w:t>
      </w:r>
    </w:p>
    <w:p w14:paraId="3826C246" w14:textId="77777777" w:rsidR="00810015" w:rsidRDefault="00810015" w:rsidP="00810015">
      <w:r>
        <w:t>396.6728</w:t>
      </w:r>
      <w:r>
        <w:tab/>
        <w:t>3.171e0</w:t>
      </w:r>
    </w:p>
    <w:p w14:paraId="41F7C7AE" w14:textId="77777777" w:rsidR="00810015" w:rsidRDefault="00810015" w:rsidP="00810015">
      <w:r>
        <w:t>396.6974</w:t>
      </w:r>
      <w:r>
        <w:tab/>
        <w:t>2.025e0</w:t>
      </w:r>
    </w:p>
    <w:p w14:paraId="59B4264A" w14:textId="77777777" w:rsidR="00810015" w:rsidRDefault="00810015" w:rsidP="00810015">
      <w:r>
        <w:t>396.7366</w:t>
      </w:r>
      <w:r>
        <w:tab/>
        <w:t>1.013e0</w:t>
      </w:r>
    </w:p>
    <w:p w14:paraId="6F2DDB0B" w14:textId="77777777" w:rsidR="00810015" w:rsidRDefault="00810015" w:rsidP="00810015">
      <w:r>
        <w:t>396.7451</w:t>
      </w:r>
      <w:r>
        <w:tab/>
        <w:t>1.013e0</w:t>
      </w:r>
    </w:p>
    <w:p w14:paraId="4D391FFE" w14:textId="77777777" w:rsidR="00810015" w:rsidRDefault="00810015" w:rsidP="00810015">
      <w:r>
        <w:t>396.7731</w:t>
      </w:r>
      <w:r>
        <w:tab/>
        <w:t>1.013e0</w:t>
      </w:r>
    </w:p>
    <w:p w14:paraId="238D3BCD" w14:textId="77777777" w:rsidR="00810015" w:rsidRDefault="00810015" w:rsidP="00810015">
      <w:r>
        <w:t>396.7787</w:t>
      </w:r>
      <w:r>
        <w:tab/>
        <w:t>1.013e0</w:t>
      </w:r>
    </w:p>
    <w:p w14:paraId="7C3BE9DB" w14:textId="77777777" w:rsidR="00810015" w:rsidRDefault="00810015" w:rsidP="00810015">
      <w:r>
        <w:t>396.7858</w:t>
      </w:r>
      <w:r>
        <w:tab/>
        <w:t>1.013e0</w:t>
      </w:r>
    </w:p>
    <w:p w14:paraId="21877437" w14:textId="77777777" w:rsidR="00810015" w:rsidRDefault="00810015" w:rsidP="00810015">
      <w:r>
        <w:t>396.8976</w:t>
      </w:r>
      <w:r>
        <w:tab/>
        <w:t>2.025e0</w:t>
      </w:r>
    </w:p>
    <w:p w14:paraId="64822CFB" w14:textId="77777777" w:rsidR="00810015" w:rsidRDefault="00810015" w:rsidP="00810015">
      <w:r>
        <w:t>396.9014</w:t>
      </w:r>
      <w:r>
        <w:tab/>
        <w:t>2.025e0</w:t>
      </w:r>
    </w:p>
    <w:p w14:paraId="71049291" w14:textId="77777777" w:rsidR="00810015" w:rsidRDefault="00810015" w:rsidP="00810015">
      <w:r>
        <w:t>396.9146</w:t>
      </w:r>
      <w:r>
        <w:tab/>
        <w:t>2.025e0</w:t>
      </w:r>
    </w:p>
    <w:p w14:paraId="5777A867" w14:textId="77777777" w:rsidR="00810015" w:rsidRDefault="00810015" w:rsidP="00810015">
      <w:r>
        <w:t>396.9158</w:t>
      </w:r>
      <w:r>
        <w:tab/>
        <w:t>6.076e0</w:t>
      </w:r>
    </w:p>
    <w:p w14:paraId="24846EA2" w14:textId="77777777" w:rsidR="00810015" w:rsidRPr="00044EB7" w:rsidRDefault="00810015" w:rsidP="00810015">
      <w:r>
        <w:t>396.9222</w:t>
      </w:r>
      <w:r>
        <w:tab/>
        <w:t>5.063e0</w:t>
      </w:r>
    </w:p>
    <w:sectPr w:rsidR="00810015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015"/>
    <w:rsid w:val="00044EB7"/>
    <w:rsid w:val="004C2A0A"/>
    <w:rsid w:val="00595483"/>
    <w:rsid w:val="00810015"/>
    <w:rsid w:val="00B22530"/>
    <w:rsid w:val="00E35E59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4D43E"/>
  <w15:docId w15:val="{1C37C7B2-23C7-9B40-A433-9B02E2B1B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C:\Users\Administrator\AppData\Roaming\Microsoft\Templates\IMPERIAL.dotx.docx.dotx</Template>
  <TotalTime>1</TotalTime>
  <Pages>282</Pages>
  <Words>39039</Words>
  <Characters>222526</Characters>
  <Application>Microsoft Office Word</Application>
  <DocSecurity>0</DocSecurity>
  <Lines>1854</Lines>
  <Paragraphs>522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261043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Freeman T K Ma</cp:lastModifiedBy>
  <cp:revision>2</cp:revision>
  <dcterms:created xsi:type="dcterms:W3CDTF">2022-05-17T09:29:00Z</dcterms:created>
  <dcterms:modified xsi:type="dcterms:W3CDTF">2022-05-17T09:29:00Z</dcterms:modified>
</cp:coreProperties>
</file>